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54656" w14:textId="6661DBF6" w:rsidR="00C92886" w:rsidRPr="00E22158" w:rsidRDefault="00744A74" w:rsidP="003D0170">
      <w:pPr>
        <w:pStyle w:val="Photoauteur"/>
      </w:pPr>
      <w:r>
        <w:drawing>
          <wp:anchor distT="0" distB="0" distL="114300" distR="114300" simplePos="0" relativeHeight="251657728" behindDoc="0" locked="0" layoutInCell="1" allowOverlap="1" wp14:anchorId="43432BB8" wp14:editId="36834E5B">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2A92">
        <w:drawing>
          <wp:inline distT="0" distB="0" distL="0" distR="0" wp14:anchorId="77C7434A" wp14:editId="09A7690F">
            <wp:extent cx="3045460" cy="380873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5460" cy="3808730"/>
                    </a:xfrm>
                    <a:prstGeom prst="rect">
                      <a:avLst/>
                    </a:prstGeom>
                    <a:noFill/>
                    <a:ln>
                      <a:noFill/>
                    </a:ln>
                  </pic:spPr>
                </pic:pic>
              </a:graphicData>
            </a:graphic>
          </wp:inline>
        </w:drawing>
      </w:r>
    </w:p>
    <w:p w14:paraId="7108345F" w14:textId="77777777" w:rsidR="00C92886" w:rsidRPr="00E22158" w:rsidRDefault="00C92886" w:rsidP="00C92886">
      <w:pPr>
        <w:pStyle w:val="Auteur"/>
      </w:pPr>
      <w:r>
        <w:t>Luigi Pirandello</w:t>
      </w:r>
    </w:p>
    <w:p w14:paraId="62CE0643" w14:textId="2F0012CF" w:rsidR="00033562" w:rsidRPr="007C1C6B" w:rsidRDefault="00C01D09" w:rsidP="007C1C6B">
      <w:pPr>
        <w:pStyle w:val="Titrelivre"/>
      </w:pPr>
      <w:r w:rsidRPr="00C01D09">
        <w:t xml:space="preserve">DIANE ET </w:t>
      </w:r>
      <w:proofErr w:type="spellStart"/>
      <w:r w:rsidRPr="00C01D09">
        <w:t>TUDA</w:t>
      </w:r>
      <w:proofErr w:type="spellEnd"/>
    </w:p>
    <w:p w14:paraId="1D9C758D" w14:textId="0308E629" w:rsidR="003D0170" w:rsidRDefault="00C01D09">
      <w:pPr>
        <w:pStyle w:val="Soustitrelivre"/>
      </w:pPr>
      <w:r w:rsidRPr="00C01D09">
        <w:t>Pièce en trois actes</w:t>
      </w:r>
    </w:p>
    <w:p w14:paraId="36D222D3" w14:textId="035E2DAD" w:rsidR="003D0170" w:rsidRDefault="004D1A6D" w:rsidP="007C1C6B">
      <w:pPr>
        <w:pStyle w:val="DateSortie"/>
      </w:pPr>
      <w:r>
        <w:t>19</w:t>
      </w:r>
      <w:r w:rsidR="00C01D09">
        <w:t>2</w:t>
      </w:r>
      <w:r>
        <w:t>6</w:t>
      </w:r>
    </w:p>
    <w:p w14:paraId="28EA1362" w14:textId="11745449" w:rsidR="00C92886" w:rsidRDefault="00C92886" w:rsidP="007C1C6B">
      <w:pPr>
        <w:pStyle w:val="DateSortie"/>
      </w:pPr>
    </w:p>
    <w:p w14:paraId="21D80F30" w14:textId="415E67EA" w:rsidR="00033562" w:rsidRDefault="00C01D09" w:rsidP="003D0170">
      <w:pPr>
        <w:pStyle w:val="DateSortie"/>
      </w:pPr>
      <w:r w:rsidRPr="00C01D09">
        <w:t>Traduction de Benjamin Crémieux</w:t>
      </w:r>
    </w:p>
    <w:p w14:paraId="78CB7967"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2FD17001" w14:textId="77777777" w:rsidR="00282A36" w:rsidRPr="00282A36" w:rsidRDefault="00282A36" w:rsidP="00282A36">
      <w:pPr>
        <w:pBdr>
          <w:top w:val="single" w:sz="8" w:space="1" w:color="auto"/>
          <w:bottom w:val="single" w:sz="8" w:space="1" w:color="auto"/>
        </w:pBdr>
        <w:ind w:left="2552" w:right="2552" w:firstLine="0"/>
        <w:jc w:val="center"/>
        <w:rPr>
          <w:bCs/>
        </w:rPr>
      </w:pPr>
      <w:bookmarkStart w:id="0" w:name="_Toc255047700"/>
      <w:r w:rsidRPr="00282A36">
        <w:rPr>
          <w:bCs/>
        </w:rPr>
        <w:lastRenderedPageBreak/>
        <w:t>Table des matières</w:t>
      </w:r>
    </w:p>
    <w:p w14:paraId="10C29A54" w14:textId="77777777" w:rsidR="00282A36" w:rsidRPr="00282A36" w:rsidRDefault="00282A36" w:rsidP="00282A36"/>
    <w:p w14:paraId="41D58166" w14:textId="0F4E41E4" w:rsidR="00282A36" w:rsidRDefault="00282A36">
      <w:pPr>
        <w:pStyle w:val="TM1"/>
        <w:rPr>
          <w:rFonts w:asciiTheme="minorHAnsi" w:eastAsiaTheme="minorEastAsia" w:hAnsiTheme="minorHAnsi" w:cstheme="minorBidi"/>
          <w:bCs w:val="0"/>
          <w:iCs w:val="0"/>
          <w:color w:val="auto"/>
          <w:kern w:val="2"/>
          <w:sz w:val="24"/>
          <w:szCs w:val="24"/>
          <w14:ligatures w14:val="standardContextual"/>
        </w:rPr>
      </w:pPr>
      <w:r w:rsidRPr="00282A36">
        <w:fldChar w:fldCharType="begin"/>
      </w:r>
      <w:r w:rsidRPr="00282A36">
        <w:instrText xml:space="preserve"> TOC \o "1-3" \h \z </w:instrText>
      </w:r>
      <w:r w:rsidRPr="00282A36">
        <w:fldChar w:fldCharType="separate"/>
      </w:r>
      <w:hyperlink w:anchor="_Toc197866522" w:history="1">
        <w:r w:rsidRPr="00A90C2F">
          <w:rPr>
            <w:rStyle w:val="Lienhypertexte"/>
          </w:rPr>
          <w:t>PERSONNAGES</w:t>
        </w:r>
        <w:r>
          <w:rPr>
            <w:webHidden/>
          </w:rPr>
          <w:tab/>
        </w:r>
        <w:r>
          <w:rPr>
            <w:webHidden/>
          </w:rPr>
          <w:fldChar w:fldCharType="begin"/>
        </w:r>
        <w:r>
          <w:rPr>
            <w:webHidden/>
          </w:rPr>
          <w:instrText xml:space="preserve"> PAGEREF _Toc197866522 \h </w:instrText>
        </w:r>
        <w:r>
          <w:rPr>
            <w:webHidden/>
          </w:rPr>
        </w:r>
        <w:r>
          <w:rPr>
            <w:webHidden/>
          </w:rPr>
          <w:fldChar w:fldCharType="separate"/>
        </w:r>
        <w:r w:rsidR="00C21607">
          <w:rPr>
            <w:webHidden/>
          </w:rPr>
          <w:t>3</w:t>
        </w:r>
        <w:r>
          <w:rPr>
            <w:webHidden/>
          </w:rPr>
          <w:fldChar w:fldCharType="end"/>
        </w:r>
      </w:hyperlink>
    </w:p>
    <w:p w14:paraId="36D20C1C" w14:textId="15224B2D" w:rsidR="00282A36" w:rsidRDefault="00282A36">
      <w:pPr>
        <w:pStyle w:val="TM1"/>
        <w:rPr>
          <w:rFonts w:asciiTheme="minorHAnsi" w:eastAsiaTheme="minorEastAsia" w:hAnsiTheme="minorHAnsi" w:cstheme="minorBidi"/>
          <w:bCs w:val="0"/>
          <w:iCs w:val="0"/>
          <w:color w:val="auto"/>
          <w:kern w:val="2"/>
          <w:sz w:val="24"/>
          <w:szCs w:val="24"/>
          <w14:ligatures w14:val="standardContextual"/>
        </w:rPr>
      </w:pPr>
      <w:hyperlink w:anchor="_Toc197866523" w:history="1">
        <w:r w:rsidRPr="00A90C2F">
          <w:rPr>
            <w:rStyle w:val="Lienhypertexte"/>
          </w:rPr>
          <w:t>ACTE PREMIER</w:t>
        </w:r>
        <w:r>
          <w:rPr>
            <w:webHidden/>
          </w:rPr>
          <w:tab/>
        </w:r>
        <w:r>
          <w:rPr>
            <w:webHidden/>
          </w:rPr>
          <w:fldChar w:fldCharType="begin"/>
        </w:r>
        <w:r>
          <w:rPr>
            <w:webHidden/>
          </w:rPr>
          <w:instrText xml:space="preserve"> PAGEREF _Toc197866523 \h </w:instrText>
        </w:r>
        <w:r>
          <w:rPr>
            <w:webHidden/>
          </w:rPr>
        </w:r>
        <w:r>
          <w:rPr>
            <w:webHidden/>
          </w:rPr>
          <w:fldChar w:fldCharType="separate"/>
        </w:r>
        <w:r w:rsidR="00C21607">
          <w:rPr>
            <w:webHidden/>
          </w:rPr>
          <w:t>4</w:t>
        </w:r>
        <w:r>
          <w:rPr>
            <w:webHidden/>
          </w:rPr>
          <w:fldChar w:fldCharType="end"/>
        </w:r>
      </w:hyperlink>
    </w:p>
    <w:p w14:paraId="332750C9" w14:textId="361434DF" w:rsidR="00282A36" w:rsidRDefault="00282A36">
      <w:pPr>
        <w:pStyle w:val="TM1"/>
        <w:rPr>
          <w:rFonts w:asciiTheme="minorHAnsi" w:eastAsiaTheme="minorEastAsia" w:hAnsiTheme="minorHAnsi" w:cstheme="minorBidi"/>
          <w:bCs w:val="0"/>
          <w:iCs w:val="0"/>
          <w:color w:val="auto"/>
          <w:kern w:val="2"/>
          <w:sz w:val="24"/>
          <w:szCs w:val="24"/>
          <w14:ligatures w14:val="standardContextual"/>
        </w:rPr>
      </w:pPr>
      <w:hyperlink w:anchor="_Toc197866524" w:history="1">
        <w:r w:rsidRPr="00A90C2F">
          <w:rPr>
            <w:rStyle w:val="Lienhypertexte"/>
          </w:rPr>
          <w:t>ACTE DEUXIÈME</w:t>
        </w:r>
        <w:r>
          <w:rPr>
            <w:webHidden/>
          </w:rPr>
          <w:tab/>
        </w:r>
        <w:r>
          <w:rPr>
            <w:webHidden/>
          </w:rPr>
          <w:fldChar w:fldCharType="begin"/>
        </w:r>
        <w:r>
          <w:rPr>
            <w:webHidden/>
          </w:rPr>
          <w:instrText xml:space="preserve"> PAGEREF _Toc197866524 \h </w:instrText>
        </w:r>
        <w:r>
          <w:rPr>
            <w:webHidden/>
          </w:rPr>
        </w:r>
        <w:r>
          <w:rPr>
            <w:webHidden/>
          </w:rPr>
          <w:fldChar w:fldCharType="separate"/>
        </w:r>
        <w:r w:rsidR="00C21607">
          <w:rPr>
            <w:webHidden/>
          </w:rPr>
          <w:t>37</w:t>
        </w:r>
        <w:r>
          <w:rPr>
            <w:webHidden/>
          </w:rPr>
          <w:fldChar w:fldCharType="end"/>
        </w:r>
      </w:hyperlink>
    </w:p>
    <w:p w14:paraId="0652F4DB" w14:textId="04B9CBDB" w:rsidR="00282A36" w:rsidRDefault="00282A36">
      <w:pPr>
        <w:pStyle w:val="TM1"/>
        <w:rPr>
          <w:rFonts w:asciiTheme="minorHAnsi" w:eastAsiaTheme="minorEastAsia" w:hAnsiTheme="minorHAnsi" w:cstheme="minorBidi"/>
          <w:bCs w:val="0"/>
          <w:iCs w:val="0"/>
          <w:color w:val="auto"/>
          <w:kern w:val="2"/>
          <w:sz w:val="24"/>
          <w:szCs w:val="24"/>
          <w14:ligatures w14:val="standardContextual"/>
        </w:rPr>
      </w:pPr>
      <w:hyperlink w:anchor="_Toc197866525" w:history="1">
        <w:r w:rsidRPr="00A90C2F">
          <w:rPr>
            <w:rStyle w:val="Lienhypertexte"/>
          </w:rPr>
          <w:t>ACTE TROISIÈME</w:t>
        </w:r>
        <w:r>
          <w:rPr>
            <w:webHidden/>
          </w:rPr>
          <w:tab/>
        </w:r>
        <w:r>
          <w:rPr>
            <w:webHidden/>
          </w:rPr>
          <w:fldChar w:fldCharType="begin"/>
        </w:r>
        <w:r>
          <w:rPr>
            <w:webHidden/>
          </w:rPr>
          <w:instrText xml:space="preserve"> PAGEREF _Toc197866525 \h </w:instrText>
        </w:r>
        <w:r>
          <w:rPr>
            <w:webHidden/>
          </w:rPr>
        </w:r>
        <w:r>
          <w:rPr>
            <w:webHidden/>
          </w:rPr>
          <w:fldChar w:fldCharType="separate"/>
        </w:r>
        <w:r w:rsidR="00C21607">
          <w:rPr>
            <w:webHidden/>
          </w:rPr>
          <w:t>65</w:t>
        </w:r>
        <w:r>
          <w:rPr>
            <w:webHidden/>
          </w:rPr>
          <w:fldChar w:fldCharType="end"/>
        </w:r>
      </w:hyperlink>
    </w:p>
    <w:p w14:paraId="37883420" w14:textId="10DE6CE9" w:rsidR="00282A36" w:rsidRDefault="00282A36">
      <w:pPr>
        <w:pStyle w:val="TM1"/>
        <w:rPr>
          <w:rFonts w:asciiTheme="minorHAnsi" w:eastAsiaTheme="minorEastAsia" w:hAnsiTheme="minorHAnsi" w:cstheme="minorBidi"/>
          <w:bCs w:val="0"/>
          <w:iCs w:val="0"/>
          <w:color w:val="auto"/>
          <w:kern w:val="2"/>
          <w:sz w:val="24"/>
          <w:szCs w:val="24"/>
          <w14:ligatures w14:val="standardContextual"/>
        </w:rPr>
      </w:pPr>
      <w:hyperlink w:anchor="_Toc197866526" w:history="1">
        <w:r w:rsidRPr="00A90C2F">
          <w:rPr>
            <w:rStyle w:val="Lienhypertexte"/>
          </w:rPr>
          <w:t>À propos de cette édition électronique</w:t>
        </w:r>
        <w:r>
          <w:rPr>
            <w:webHidden/>
          </w:rPr>
          <w:tab/>
        </w:r>
        <w:r>
          <w:rPr>
            <w:webHidden/>
          </w:rPr>
          <w:fldChar w:fldCharType="begin"/>
        </w:r>
        <w:r>
          <w:rPr>
            <w:webHidden/>
          </w:rPr>
          <w:instrText xml:space="preserve"> PAGEREF _Toc197866526 \h </w:instrText>
        </w:r>
        <w:r>
          <w:rPr>
            <w:webHidden/>
          </w:rPr>
        </w:r>
        <w:r>
          <w:rPr>
            <w:webHidden/>
          </w:rPr>
          <w:fldChar w:fldCharType="separate"/>
        </w:r>
        <w:r w:rsidR="00C21607">
          <w:rPr>
            <w:webHidden/>
          </w:rPr>
          <w:t>88</w:t>
        </w:r>
        <w:r>
          <w:rPr>
            <w:webHidden/>
          </w:rPr>
          <w:fldChar w:fldCharType="end"/>
        </w:r>
      </w:hyperlink>
    </w:p>
    <w:p w14:paraId="3DB2F477" w14:textId="7F447CCC" w:rsidR="00282A36" w:rsidRPr="00282A36" w:rsidRDefault="00282A36" w:rsidP="00282A36">
      <w:r w:rsidRPr="00282A36">
        <w:fldChar w:fldCharType="end"/>
      </w:r>
    </w:p>
    <w:p w14:paraId="2041CF82" w14:textId="77777777" w:rsidR="00436A56" w:rsidRPr="00436A56" w:rsidRDefault="00436A56" w:rsidP="00282A36">
      <w:pPr>
        <w:pStyle w:val="Titre1"/>
      </w:pPr>
      <w:bookmarkStart w:id="1" w:name="_Toc197866522"/>
      <w:r w:rsidRPr="00436A56">
        <w:lastRenderedPageBreak/>
        <w:t>PERSONNAGES</w:t>
      </w:r>
      <w:bookmarkEnd w:id="0"/>
      <w:bookmarkEnd w:id="1"/>
      <w:r w:rsidRPr="00436A56">
        <w:br/>
      </w:r>
    </w:p>
    <w:p w14:paraId="17C281A0" w14:textId="77777777" w:rsidR="00436A56" w:rsidRPr="00436A56" w:rsidRDefault="00436A56" w:rsidP="00436A56">
      <w:proofErr w:type="spellStart"/>
      <w:r w:rsidRPr="00436A56">
        <w:rPr>
          <w:szCs w:val="32"/>
        </w:rPr>
        <w:t>TUDA</w:t>
      </w:r>
      <w:proofErr w:type="spellEnd"/>
      <w:r w:rsidRPr="00436A56">
        <w:rPr>
          <w:szCs w:val="32"/>
        </w:rPr>
        <w:t>, modèle.</w:t>
      </w:r>
    </w:p>
    <w:p w14:paraId="1BF390F9" w14:textId="77777777" w:rsidR="00436A56" w:rsidRPr="00436A56" w:rsidRDefault="00436A56" w:rsidP="00436A56">
      <w:r w:rsidRPr="00436A56">
        <w:rPr>
          <w:szCs w:val="32"/>
        </w:rPr>
        <w:t xml:space="preserve">NONO </w:t>
      </w:r>
      <w:proofErr w:type="spellStart"/>
      <w:r w:rsidRPr="00436A56">
        <w:rPr>
          <w:szCs w:val="32"/>
        </w:rPr>
        <w:t>GUINCANO</w:t>
      </w:r>
      <w:proofErr w:type="spellEnd"/>
      <w:r w:rsidRPr="00436A56">
        <w:rPr>
          <w:szCs w:val="32"/>
        </w:rPr>
        <w:t>, vieux sculpteur.</w:t>
      </w:r>
    </w:p>
    <w:p w14:paraId="6A0D5C9F" w14:textId="77777777" w:rsidR="00436A56" w:rsidRPr="00436A56" w:rsidRDefault="00436A56" w:rsidP="00436A56">
      <w:proofErr w:type="spellStart"/>
      <w:r w:rsidRPr="00436A56">
        <w:rPr>
          <w:szCs w:val="32"/>
        </w:rPr>
        <w:t>SIRIO</w:t>
      </w:r>
      <w:proofErr w:type="spellEnd"/>
      <w:r w:rsidRPr="00436A56">
        <w:rPr>
          <w:szCs w:val="32"/>
        </w:rPr>
        <w:t xml:space="preserve"> </w:t>
      </w:r>
      <w:proofErr w:type="spellStart"/>
      <w:r w:rsidRPr="00436A56">
        <w:rPr>
          <w:szCs w:val="32"/>
        </w:rPr>
        <w:t>DOSSI</w:t>
      </w:r>
      <w:proofErr w:type="spellEnd"/>
      <w:r w:rsidRPr="00436A56">
        <w:rPr>
          <w:szCs w:val="32"/>
        </w:rPr>
        <w:t>, jeune sculpteur.</w:t>
      </w:r>
    </w:p>
    <w:p w14:paraId="1DA73A7F" w14:textId="77777777" w:rsidR="00436A56" w:rsidRPr="00436A56" w:rsidRDefault="00436A56" w:rsidP="00436A56">
      <w:r w:rsidRPr="00436A56">
        <w:t>SARA MENDEL.</w:t>
      </w:r>
    </w:p>
    <w:p w14:paraId="337BE1D8" w14:textId="77777777" w:rsidR="00436A56" w:rsidRPr="00436A56" w:rsidRDefault="00436A56" w:rsidP="00436A56">
      <w:proofErr w:type="spellStart"/>
      <w:r w:rsidRPr="00436A56">
        <w:rPr>
          <w:szCs w:val="32"/>
        </w:rPr>
        <w:t>CARAVANI</w:t>
      </w:r>
      <w:proofErr w:type="spellEnd"/>
      <w:r w:rsidRPr="00436A56">
        <w:rPr>
          <w:szCs w:val="32"/>
        </w:rPr>
        <w:t>, peintre.</w:t>
      </w:r>
    </w:p>
    <w:p w14:paraId="3293EECA" w14:textId="77777777" w:rsidR="00436A56" w:rsidRPr="00436A56" w:rsidRDefault="00436A56" w:rsidP="00436A56">
      <w:proofErr w:type="spellStart"/>
      <w:r w:rsidRPr="00436A56">
        <w:rPr>
          <w:szCs w:val="32"/>
        </w:rPr>
        <w:t>JONELLA</w:t>
      </w:r>
      <w:proofErr w:type="spellEnd"/>
      <w:r w:rsidRPr="00436A56">
        <w:rPr>
          <w:szCs w:val="32"/>
        </w:rPr>
        <w:t>, modèle.</w:t>
      </w:r>
    </w:p>
    <w:p w14:paraId="703C949F" w14:textId="77777777" w:rsidR="00436A56" w:rsidRPr="00436A56" w:rsidRDefault="00436A56" w:rsidP="00436A56">
      <w:r w:rsidRPr="00436A56">
        <w:rPr>
          <w:szCs w:val="32"/>
        </w:rPr>
        <w:t>LES SORCIÈRES : JUDITH, ROSE.</w:t>
      </w:r>
    </w:p>
    <w:p w14:paraId="5F1E7E69" w14:textId="77777777" w:rsidR="00436A56" w:rsidRPr="00436A56" w:rsidRDefault="00436A56" w:rsidP="00436A56">
      <w:r w:rsidRPr="00436A56">
        <w:t>LA COUTURIÈRE.</w:t>
      </w:r>
    </w:p>
    <w:p w14:paraId="2FE47CA7" w14:textId="77777777" w:rsidR="00436A56" w:rsidRPr="00436A56" w:rsidRDefault="00436A56" w:rsidP="00436A56">
      <w:r w:rsidRPr="00436A56">
        <w:t>LA MODISTE.</w:t>
      </w:r>
    </w:p>
    <w:p w14:paraId="6B8EEBD5" w14:textId="77777777" w:rsidR="00436A56" w:rsidRPr="00436A56" w:rsidRDefault="00436A56" w:rsidP="00436A56">
      <w:r w:rsidRPr="00436A56">
        <w:t>L’APPRENTIE COUTURIÈRE.</w:t>
      </w:r>
    </w:p>
    <w:p w14:paraId="64FA2A0F" w14:textId="77777777" w:rsidR="00436A56" w:rsidRPr="00436A56" w:rsidRDefault="00436A56" w:rsidP="00436A56">
      <w:r w:rsidRPr="00436A56">
        <w:t>L’APPRENTIE MODISTE.</w:t>
      </w:r>
    </w:p>
    <w:p w14:paraId="38CC5470" w14:textId="77777777" w:rsidR="00282A36" w:rsidRDefault="00282A36" w:rsidP="00436A56">
      <w:pPr>
        <w:ind w:firstLine="0"/>
        <w:jc w:val="center"/>
        <w:rPr>
          <w:szCs w:val="32"/>
        </w:rPr>
      </w:pPr>
    </w:p>
    <w:p w14:paraId="6C2C8000" w14:textId="567099E2" w:rsidR="00436A56" w:rsidRPr="00436A56" w:rsidRDefault="00436A56" w:rsidP="00436A56">
      <w:pPr>
        <w:ind w:firstLine="0"/>
        <w:jc w:val="center"/>
      </w:pPr>
      <w:r w:rsidRPr="00436A56">
        <w:rPr>
          <w:szCs w:val="32"/>
        </w:rPr>
        <w:t>À Rome. De nos jours.</w:t>
      </w:r>
    </w:p>
    <w:p w14:paraId="02377830" w14:textId="77777777" w:rsidR="00436A56" w:rsidRPr="00436A56" w:rsidRDefault="00436A56" w:rsidP="00282A36">
      <w:pPr>
        <w:pStyle w:val="Titre1"/>
        <w:rPr>
          <w:szCs w:val="32"/>
        </w:rPr>
      </w:pPr>
      <w:bookmarkStart w:id="2" w:name="_Toc255047701"/>
      <w:bookmarkStart w:id="3" w:name="_Toc197866523"/>
      <w:r w:rsidRPr="00436A56">
        <w:lastRenderedPageBreak/>
        <w:t>ACTE PREMIER</w:t>
      </w:r>
      <w:bookmarkEnd w:id="2"/>
      <w:bookmarkEnd w:id="3"/>
      <w:r w:rsidRPr="00436A56">
        <w:br/>
      </w:r>
    </w:p>
    <w:p w14:paraId="250A8A67" w14:textId="77777777" w:rsidR="00436A56" w:rsidRPr="00436A56" w:rsidRDefault="00436A56" w:rsidP="00436A56">
      <w:pPr>
        <w:ind w:firstLine="0"/>
        <w:jc w:val="center"/>
      </w:pPr>
      <w:r w:rsidRPr="00436A56">
        <w:t xml:space="preserve">L’ATELIER DU SCULPTEUR </w:t>
      </w:r>
      <w:proofErr w:type="spellStart"/>
      <w:r w:rsidRPr="00436A56">
        <w:t>SIRIO</w:t>
      </w:r>
      <w:proofErr w:type="spellEnd"/>
      <w:r w:rsidRPr="00436A56">
        <w:t xml:space="preserve"> </w:t>
      </w:r>
      <w:proofErr w:type="spellStart"/>
      <w:r w:rsidRPr="00436A56">
        <w:t>DOSSI</w:t>
      </w:r>
      <w:proofErr w:type="spellEnd"/>
      <w:r w:rsidRPr="00436A56">
        <w:t>.</w:t>
      </w:r>
    </w:p>
    <w:p w14:paraId="206C5768" w14:textId="77777777" w:rsidR="00436A56" w:rsidRPr="00436A56" w:rsidRDefault="00436A56" w:rsidP="00436A56">
      <w:r w:rsidRPr="00436A56">
        <w:rPr>
          <w:szCs w:val="32"/>
        </w:rPr>
        <w:t>Murs blancs, très hauts. Aux grandes baies vitrées, des rideaux noirs. Tapis noir, meubles noirs. Le long des parois disposées symétriquement, des moulages d’antiques statues de Diane. Porte à droite. Sortie à gauche. Une grande toile blanche tombe du milieu de la scène d’une tringle pouvant glisser à volonté pour cacher le modèle nu, debout sur un socle. Son ombre à cause d’une forte lampe allumée derrière, se projette noire, immense, sur le mur du fond, dans l’attitude de la Diane du petit bronze du musée de Brescia, attribué à Cellini.</w:t>
      </w:r>
    </w:p>
    <w:p w14:paraId="7761EDEB" w14:textId="77777777" w:rsidR="00436A56" w:rsidRPr="00436A56" w:rsidRDefault="00436A56" w:rsidP="00436A56">
      <w:r w:rsidRPr="00436A56">
        <w:rPr>
          <w:i/>
        </w:rPr>
        <w:t xml:space="preserve">Au lever du rideau Mono </w:t>
      </w:r>
      <w:proofErr w:type="spellStart"/>
      <w:r w:rsidRPr="00436A56">
        <w:rPr>
          <w:i/>
        </w:rPr>
        <w:t>Guincano</w:t>
      </w:r>
      <w:proofErr w:type="spellEnd"/>
      <w:r w:rsidRPr="00436A56">
        <w:rPr>
          <w:i/>
        </w:rPr>
        <w:t>, en deçà de la toile, sombre, agité, est assis sur un escabeau attendant la fin de la « pose ».</w:t>
      </w:r>
    </w:p>
    <w:p w14:paraId="02F158F8" w14:textId="77777777" w:rsidR="00436A56" w:rsidRPr="00436A56" w:rsidRDefault="00436A56" w:rsidP="00436A56">
      <w:r w:rsidRPr="00436A56">
        <w:rPr>
          <w:i/>
        </w:rPr>
        <w:t>Il a dans les soixante ans. Corpulence puissante. Barbe et cheveux en désordre. Visage flétri, mais les jeux très jeunes, très vifs. Habillé de noir.</w:t>
      </w:r>
    </w:p>
    <w:p w14:paraId="7FEEDAA9"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derrière la toile, posant. </w:t>
      </w:r>
      <w:r w:rsidRPr="00436A56">
        <w:rPr>
          <w:szCs w:val="32"/>
        </w:rPr>
        <w:t>– Assez, par pitié.</w:t>
      </w:r>
    </w:p>
    <w:p w14:paraId="09478AEC"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lui aussi derrière la toile. </w:t>
      </w:r>
      <w:r w:rsidRPr="00436A56">
        <w:rPr>
          <w:szCs w:val="32"/>
        </w:rPr>
        <w:t>– Non, ne bouge pas.</w:t>
      </w:r>
    </w:p>
    <w:p w14:paraId="18A93E27" w14:textId="77777777" w:rsidR="00436A56" w:rsidRPr="00436A56" w:rsidRDefault="00436A56" w:rsidP="00436A56">
      <w:proofErr w:type="spellStart"/>
      <w:r w:rsidRPr="00436A56">
        <w:rPr>
          <w:szCs w:val="32"/>
        </w:rPr>
        <w:t>TUDA</w:t>
      </w:r>
      <w:proofErr w:type="spellEnd"/>
      <w:r w:rsidRPr="00436A56">
        <w:rPr>
          <w:szCs w:val="32"/>
        </w:rPr>
        <w:t>. – Je ne tiens plus debout !</w:t>
      </w:r>
    </w:p>
    <w:p w14:paraId="2FC21D69" w14:textId="77777777" w:rsidR="00436A56" w:rsidRPr="00436A56" w:rsidRDefault="00436A56" w:rsidP="00436A56">
      <w:proofErr w:type="spellStart"/>
      <w:r w:rsidRPr="00436A56">
        <w:rPr>
          <w:szCs w:val="32"/>
        </w:rPr>
        <w:t>GUINCANO</w:t>
      </w:r>
      <w:proofErr w:type="spellEnd"/>
      <w:r w:rsidRPr="00436A56">
        <w:rPr>
          <w:szCs w:val="32"/>
        </w:rPr>
        <w:t>. – Mais oui. Assez, assez.</w:t>
      </w:r>
    </w:p>
    <w:p w14:paraId="44EF044F" w14:textId="77777777" w:rsidR="00436A56" w:rsidRPr="00436A56" w:rsidRDefault="00436A56" w:rsidP="00436A56">
      <w:proofErr w:type="spellStart"/>
      <w:r w:rsidRPr="00436A56">
        <w:rPr>
          <w:szCs w:val="32"/>
        </w:rPr>
        <w:t>SIRIO</w:t>
      </w:r>
      <w:proofErr w:type="spellEnd"/>
      <w:r w:rsidRPr="00436A56">
        <w:rPr>
          <w:szCs w:val="32"/>
        </w:rPr>
        <w:t>. – Ne bouge pas, je te dis. L’heure n’est pas dépassée.</w:t>
      </w:r>
    </w:p>
    <w:p w14:paraId="20852943" w14:textId="77777777" w:rsidR="00436A56" w:rsidRPr="00436A56" w:rsidRDefault="00436A56" w:rsidP="00436A56">
      <w:proofErr w:type="spellStart"/>
      <w:r w:rsidRPr="00436A56">
        <w:rPr>
          <w:szCs w:val="32"/>
        </w:rPr>
        <w:t>TUDA</w:t>
      </w:r>
      <w:proofErr w:type="spellEnd"/>
      <w:r w:rsidRPr="00436A56">
        <w:rPr>
          <w:szCs w:val="32"/>
        </w:rPr>
        <w:t>. – Elle est plus que dépassée.</w:t>
      </w:r>
    </w:p>
    <w:p w14:paraId="2F8CABA9" w14:textId="77777777" w:rsidR="00436A56" w:rsidRPr="00436A56" w:rsidRDefault="00436A56" w:rsidP="00436A56">
      <w:proofErr w:type="spellStart"/>
      <w:r w:rsidRPr="00436A56">
        <w:rPr>
          <w:szCs w:val="32"/>
        </w:rPr>
        <w:lastRenderedPageBreak/>
        <w:t>SIRIO</w:t>
      </w:r>
      <w:proofErr w:type="spellEnd"/>
      <w:r w:rsidRPr="00436A56">
        <w:rPr>
          <w:szCs w:val="32"/>
        </w:rPr>
        <w:t>. – Encore deux minutes.</w:t>
      </w:r>
    </w:p>
    <w:p w14:paraId="42A22E56" w14:textId="77777777" w:rsidR="00436A56" w:rsidRPr="00436A56" w:rsidRDefault="00436A56" w:rsidP="00436A56">
      <w:proofErr w:type="spellStart"/>
      <w:r w:rsidRPr="00436A56">
        <w:rPr>
          <w:szCs w:val="32"/>
        </w:rPr>
        <w:t>TUDA</w:t>
      </w:r>
      <w:proofErr w:type="spellEnd"/>
      <w:r w:rsidRPr="00436A56">
        <w:rPr>
          <w:szCs w:val="32"/>
        </w:rPr>
        <w:t>. – Je n’en peux plus.</w:t>
      </w:r>
    </w:p>
    <w:p w14:paraId="62D87F11"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hurlant. </w:t>
      </w:r>
      <w:r w:rsidRPr="00436A56">
        <w:rPr>
          <w:szCs w:val="32"/>
        </w:rPr>
        <w:t>– Ne bouge pas le bras, bon Dieu !</w:t>
      </w:r>
    </w:p>
    <w:p w14:paraId="268FA99C" w14:textId="77777777" w:rsidR="00436A56" w:rsidRPr="00436A56" w:rsidRDefault="00436A56" w:rsidP="00436A56">
      <w:pPr>
        <w:jc w:val="right"/>
      </w:pPr>
      <w:r w:rsidRPr="00436A56">
        <w:rPr>
          <w:i/>
          <w:iCs/>
        </w:rPr>
        <w:t>Long moment de silence.</w:t>
      </w:r>
    </w:p>
    <w:p w14:paraId="706A97DE" w14:textId="77777777" w:rsidR="00436A56" w:rsidRPr="00436A56" w:rsidRDefault="00436A56" w:rsidP="00436A56">
      <w:pPr>
        <w:jc w:val="right"/>
      </w:pPr>
      <w:proofErr w:type="spellStart"/>
      <w:r w:rsidRPr="00436A56">
        <w:rPr>
          <w:i/>
          <w:iCs/>
        </w:rPr>
        <w:t>Guincano</w:t>
      </w:r>
      <w:proofErr w:type="spellEnd"/>
      <w:r w:rsidRPr="00436A56">
        <w:rPr>
          <w:i/>
          <w:iCs/>
        </w:rPr>
        <w:t xml:space="preserve"> fulmine intérieurement.</w:t>
      </w:r>
    </w:p>
    <w:p w14:paraId="44510374"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d’abord avec un sourire d’enfant. </w:t>
      </w:r>
      <w:r w:rsidRPr="00436A56">
        <w:rPr>
          <w:szCs w:val="32"/>
        </w:rPr>
        <w:t>– Ah ! je ne le sens plus ! Laisse-moi le baisser seulement une minute. Je ne suis pas en marbre, moi.</w:t>
      </w:r>
    </w:p>
    <w:p w14:paraId="72FE50E1" w14:textId="77777777" w:rsidR="00436A56" w:rsidRPr="00436A56" w:rsidRDefault="00436A56" w:rsidP="00436A56">
      <w:r w:rsidRPr="00436A56">
        <w:rPr>
          <w:i/>
          <w:iCs/>
        </w:rPr>
        <w:t>On verra l’ombre changer d’attitude, baisser le bras et le prendre avec l’autre bras, comme pour le soutenir.</w:t>
      </w:r>
    </w:p>
    <w:p w14:paraId="2171BC7B"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grand, blond, visage pâle, énergique, les yeux clairs, en acier, inflexibles, presque durcis par la cruelle froideur de leur lumière, vient sur le milieu de la scène, abandonnant l’ébauche. Il porte une longue blouse blanche fermée par une ceinture. Il se jette presque sur </w:t>
      </w:r>
      <w:proofErr w:type="spellStart"/>
      <w:r w:rsidRPr="00436A56">
        <w:rPr>
          <w:i/>
          <w:iCs/>
          <w:szCs w:val="32"/>
        </w:rPr>
        <w:t>Guincano</w:t>
      </w:r>
      <w:proofErr w:type="spellEnd"/>
      <w:r w:rsidRPr="00436A56">
        <w:rPr>
          <w:i/>
          <w:iCs/>
          <w:szCs w:val="32"/>
        </w:rPr>
        <w:t xml:space="preserve">. </w:t>
      </w:r>
      <w:r w:rsidRPr="00436A56">
        <w:rPr>
          <w:szCs w:val="32"/>
        </w:rPr>
        <w:t>– Faut-il que je doive travailler avec toi ici qui l’excite à se rebiffer au lieu de l’engager à rester immobile.</w:t>
      </w:r>
    </w:p>
    <w:p w14:paraId="23586E29" w14:textId="77777777" w:rsidR="00436A56" w:rsidRPr="00436A56" w:rsidRDefault="00436A56" w:rsidP="00436A56">
      <w:proofErr w:type="spellStart"/>
      <w:r w:rsidRPr="00436A56">
        <w:rPr>
          <w:szCs w:val="32"/>
        </w:rPr>
        <w:t>GUINCANO</w:t>
      </w:r>
      <w:proofErr w:type="spellEnd"/>
      <w:r w:rsidRPr="00436A56">
        <w:rPr>
          <w:szCs w:val="32"/>
        </w:rPr>
        <w:t>. – Tue-la donc : elle sera parfaitement immobile.</w:t>
      </w:r>
    </w:p>
    <w:p w14:paraId="1286EC92" w14:textId="77777777" w:rsidR="00436A56" w:rsidRPr="00436A56" w:rsidRDefault="00436A56" w:rsidP="00436A56">
      <w:proofErr w:type="spellStart"/>
      <w:r w:rsidRPr="00436A56">
        <w:rPr>
          <w:szCs w:val="32"/>
        </w:rPr>
        <w:t>SIRIO</w:t>
      </w:r>
      <w:proofErr w:type="spellEnd"/>
      <w:r w:rsidRPr="00436A56">
        <w:rPr>
          <w:szCs w:val="32"/>
        </w:rPr>
        <w:t>. – Ça t’est venu depuis que tu ne travailles plus, tout ce respect pour les modèles ?</w:t>
      </w:r>
    </w:p>
    <w:p w14:paraId="5D2E5010"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le regarde dédaigneux, puis. </w:t>
      </w:r>
      <w:r w:rsidRPr="00436A56">
        <w:rPr>
          <w:szCs w:val="32"/>
        </w:rPr>
        <w:t>– Pour les modèles, idiot !</w:t>
      </w:r>
    </w:p>
    <w:p w14:paraId="54C26A66" w14:textId="77777777" w:rsidR="00436A56" w:rsidRPr="00436A56" w:rsidRDefault="00436A56" w:rsidP="00436A56">
      <w:proofErr w:type="spellStart"/>
      <w:r w:rsidRPr="00436A56">
        <w:rPr>
          <w:szCs w:val="32"/>
        </w:rPr>
        <w:t>SIRIO</w:t>
      </w:r>
      <w:proofErr w:type="spellEnd"/>
      <w:r w:rsidRPr="00436A56">
        <w:rPr>
          <w:szCs w:val="32"/>
        </w:rPr>
        <w:t>. – Si tu souffres tant à voir travailler les autres, pourquoi diable viens-tu chez moi ?</w:t>
      </w:r>
    </w:p>
    <w:p w14:paraId="4178BD2C" w14:textId="77777777" w:rsidR="00436A56" w:rsidRPr="00436A56" w:rsidRDefault="00436A56" w:rsidP="00436A56">
      <w:proofErr w:type="spellStart"/>
      <w:r w:rsidRPr="00436A56">
        <w:rPr>
          <w:szCs w:val="32"/>
        </w:rPr>
        <w:t>GUINCANO</w:t>
      </w:r>
      <w:proofErr w:type="spellEnd"/>
      <w:r w:rsidRPr="00436A56">
        <w:rPr>
          <w:szCs w:val="32"/>
        </w:rPr>
        <w:t>. – Parce que je voudrais que toi au moins…</w:t>
      </w:r>
    </w:p>
    <w:p w14:paraId="4FFE0CF6" w14:textId="77777777" w:rsidR="00436A56" w:rsidRPr="00436A56" w:rsidRDefault="00436A56" w:rsidP="00436A56">
      <w:proofErr w:type="spellStart"/>
      <w:r w:rsidRPr="00436A56">
        <w:rPr>
          <w:szCs w:val="32"/>
        </w:rPr>
        <w:lastRenderedPageBreak/>
        <w:t>SIRIO</w:t>
      </w:r>
      <w:proofErr w:type="spellEnd"/>
      <w:r w:rsidRPr="00436A56">
        <w:rPr>
          <w:szCs w:val="32"/>
        </w:rPr>
        <w:t>. – Ah ! oui ? que moi justement, je ne travaille plus ?</w:t>
      </w:r>
    </w:p>
    <w:p w14:paraId="60441A3F" w14:textId="77777777" w:rsidR="00436A56" w:rsidRPr="00436A56" w:rsidRDefault="00436A56" w:rsidP="00436A56">
      <w:proofErr w:type="spellStart"/>
      <w:r w:rsidRPr="00436A56">
        <w:rPr>
          <w:szCs w:val="32"/>
        </w:rPr>
        <w:t>GUINCANO</w:t>
      </w:r>
      <w:proofErr w:type="spellEnd"/>
      <w:r w:rsidRPr="00436A56">
        <w:rPr>
          <w:szCs w:val="32"/>
        </w:rPr>
        <w:t>. – Avec tout ton argent…</w:t>
      </w:r>
    </w:p>
    <w:p w14:paraId="2FAFDDC5"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furieux. </w:t>
      </w:r>
      <w:r w:rsidRPr="00436A56">
        <w:rPr>
          <w:szCs w:val="32"/>
        </w:rPr>
        <w:t>– Cesse une bonne fois de me jeter mon argent à la figure.</w:t>
      </w:r>
    </w:p>
    <w:p w14:paraId="08DBA437" w14:textId="77777777" w:rsidR="00436A56" w:rsidRPr="00436A56" w:rsidRDefault="00436A56" w:rsidP="00436A56">
      <w:proofErr w:type="spellStart"/>
      <w:r w:rsidRPr="00436A56">
        <w:rPr>
          <w:szCs w:val="32"/>
        </w:rPr>
        <w:t>GUINCANO</w:t>
      </w:r>
      <w:proofErr w:type="spellEnd"/>
      <w:r w:rsidRPr="00436A56">
        <w:rPr>
          <w:szCs w:val="32"/>
        </w:rPr>
        <w:t>. – Moi, te jeter ton argent à la figure. Je voudrais au contraire te voir en profiter.</w:t>
      </w:r>
    </w:p>
    <w:p w14:paraId="6D3776B1" w14:textId="77777777" w:rsidR="00436A56" w:rsidRPr="00436A56" w:rsidRDefault="00436A56" w:rsidP="00436A56">
      <w:proofErr w:type="spellStart"/>
      <w:r w:rsidRPr="00436A56">
        <w:rPr>
          <w:szCs w:val="32"/>
        </w:rPr>
        <w:t>SIRIO</w:t>
      </w:r>
      <w:proofErr w:type="spellEnd"/>
      <w:r w:rsidRPr="00436A56">
        <w:rPr>
          <w:szCs w:val="32"/>
        </w:rPr>
        <w:t>. – Pour ne plus travailler ?</w:t>
      </w:r>
    </w:p>
    <w:p w14:paraId="03D164A8" w14:textId="77777777" w:rsidR="00436A56" w:rsidRPr="00436A56" w:rsidRDefault="00436A56" w:rsidP="00436A56">
      <w:proofErr w:type="spellStart"/>
      <w:r w:rsidRPr="00436A56">
        <w:rPr>
          <w:szCs w:val="32"/>
        </w:rPr>
        <w:t>GUINCANO</w:t>
      </w:r>
      <w:proofErr w:type="spellEnd"/>
      <w:r w:rsidRPr="00436A56">
        <w:rPr>
          <w:szCs w:val="32"/>
        </w:rPr>
        <w:t>. – Et te voir le jeter, toi, à la figure des autres – à ceux qui font des statues pour vivre – pour qu’ils n’en fassent plus, de statues.</w:t>
      </w:r>
    </w:p>
    <w:p w14:paraId="130F3A5B" w14:textId="77777777" w:rsidR="00436A56" w:rsidRPr="00436A56" w:rsidRDefault="00436A56" w:rsidP="00436A56">
      <w:proofErr w:type="spellStart"/>
      <w:r w:rsidRPr="00436A56">
        <w:rPr>
          <w:szCs w:val="32"/>
        </w:rPr>
        <w:t>SIRIO</w:t>
      </w:r>
      <w:proofErr w:type="spellEnd"/>
      <w:r w:rsidRPr="00436A56">
        <w:rPr>
          <w:szCs w:val="32"/>
        </w:rPr>
        <w:t>. – Tu deviens fou !</w:t>
      </w:r>
    </w:p>
    <w:p w14:paraId="4A3E66D0"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soudain, avec force, se levant. </w:t>
      </w:r>
      <w:r w:rsidRPr="00436A56">
        <w:rPr>
          <w:szCs w:val="32"/>
        </w:rPr>
        <w:t xml:space="preserve">– Ah oui ! et j’en rends grâce à Dieu, figure-toi. Ce matin : Ah, je les ai là encore comme une flamme dans les yeux – là-haut aux </w:t>
      </w:r>
      <w:proofErr w:type="spellStart"/>
      <w:r w:rsidRPr="00436A56">
        <w:rPr>
          <w:szCs w:val="32"/>
        </w:rPr>
        <w:t>Parioli</w:t>
      </w:r>
      <w:proofErr w:type="spellEnd"/>
      <w:r w:rsidRPr="00436A56">
        <w:rPr>
          <w:szCs w:val="32"/>
        </w:rPr>
        <w:t xml:space="preserve"> – tous ces coquelicots, la joie.</w:t>
      </w:r>
    </w:p>
    <w:p w14:paraId="56FB046A"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sur un ton faux. </w:t>
      </w:r>
      <w:r w:rsidRPr="00436A56">
        <w:rPr>
          <w:szCs w:val="32"/>
        </w:rPr>
        <w:t>– Que dis-tu ?</w:t>
      </w:r>
    </w:p>
    <w:p w14:paraId="76E541F4" w14:textId="77777777" w:rsidR="00436A56" w:rsidRPr="00436A56" w:rsidRDefault="00436A56" w:rsidP="00436A56">
      <w:proofErr w:type="spellStart"/>
      <w:r w:rsidRPr="00436A56">
        <w:rPr>
          <w:szCs w:val="32"/>
        </w:rPr>
        <w:t>GUINCANO</w:t>
      </w:r>
      <w:proofErr w:type="spellEnd"/>
      <w:r w:rsidRPr="00436A56">
        <w:rPr>
          <w:szCs w:val="32"/>
        </w:rPr>
        <w:t>. – Ils ne voulaient la donner à personne (qui pouvait les voir là-haut ?)</w:t>
      </w:r>
      <w:r w:rsidRPr="00436A56">
        <w:rPr>
          <w:i/>
          <w:iCs/>
          <w:szCs w:val="32"/>
        </w:rPr>
        <w:t xml:space="preserve"> </w:t>
      </w:r>
      <w:r w:rsidRPr="00436A56">
        <w:rPr>
          <w:szCs w:val="32"/>
        </w:rPr>
        <w:t>Elle était à eux, à eux seuls, la joie de flamboyer au soleil, ainsi tous ensemble, et le silence, sur leur rouge écarlate semblait un miracle, un miracle.</w:t>
      </w:r>
    </w:p>
    <w:p w14:paraId="5420199D"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étonné. </w:t>
      </w:r>
      <w:r w:rsidRPr="00436A56">
        <w:rPr>
          <w:szCs w:val="32"/>
        </w:rPr>
        <w:t>– Les coquelicots ?</w:t>
      </w:r>
    </w:p>
    <w:p w14:paraId="6E836C22" w14:textId="77777777" w:rsidR="00436A56" w:rsidRPr="00436A56" w:rsidRDefault="00436A56" w:rsidP="00436A56">
      <w:proofErr w:type="spellStart"/>
      <w:r w:rsidRPr="00436A56">
        <w:rPr>
          <w:szCs w:val="32"/>
        </w:rPr>
        <w:t>GUINCANO</w:t>
      </w:r>
      <w:proofErr w:type="spellEnd"/>
      <w:r w:rsidRPr="00436A56">
        <w:rPr>
          <w:szCs w:val="32"/>
        </w:rPr>
        <w:t>. – Car maintenant je vois. Depuis que je suis devenu fou, comme tu dis. Si tu savais le nombre de choses que je ne savais pas voir autrefois.</w:t>
      </w:r>
    </w:p>
    <w:p w14:paraId="42D834DC" w14:textId="77777777" w:rsidR="00436A56" w:rsidRPr="00436A56" w:rsidRDefault="00436A56" w:rsidP="00436A56">
      <w:proofErr w:type="spellStart"/>
      <w:r w:rsidRPr="00436A56">
        <w:rPr>
          <w:szCs w:val="32"/>
        </w:rPr>
        <w:lastRenderedPageBreak/>
        <w:t>TUDA</w:t>
      </w:r>
      <w:proofErr w:type="spellEnd"/>
      <w:r w:rsidRPr="00436A56">
        <w:rPr>
          <w:szCs w:val="32"/>
        </w:rPr>
        <w:t xml:space="preserve">, </w:t>
      </w:r>
      <w:r w:rsidRPr="00436A56">
        <w:rPr>
          <w:i/>
          <w:iCs/>
          <w:szCs w:val="32"/>
        </w:rPr>
        <w:t xml:space="preserve">toujours derrière le rideau. </w:t>
      </w:r>
      <w:r w:rsidRPr="00436A56">
        <w:rPr>
          <w:szCs w:val="32"/>
        </w:rPr>
        <w:t xml:space="preserve">– Ah ! papa </w:t>
      </w:r>
      <w:proofErr w:type="spellStart"/>
      <w:r w:rsidRPr="00436A56">
        <w:rPr>
          <w:szCs w:val="32"/>
        </w:rPr>
        <w:t>Guincano</w:t>
      </w:r>
      <w:proofErr w:type="spellEnd"/>
      <w:r w:rsidRPr="00436A56">
        <w:rPr>
          <w:szCs w:val="32"/>
        </w:rPr>
        <w:t xml:space="preserve">, quel dommage que je sois comme ça </w:t>
      </w:r>
      <w:r w:rsidRPr="00436A56">
        <w:rPr>
          <w:i/>
          <w:iCs/>
          <w:szCs w:val="32"/>
        </w:rPr>
        <w:t xml:space="preserve">(elle veut dire nue), </w:t>
      </w:r>
      <w:r w:rsidRPr="00436A56">
        <w:rPr>
          <w:szCs w:val="32"/>
        </w:rPr>
        <w:t>je vous aurais embrassé. Mais je vous embrasse tout de même ; vous entendez, là sur mon bras. Ah ! mon Dieu, il est froid comme s’il était mort.</w:t>
      </w:r>
    </w:p>
    <w:p w14:paraId="7B70B3F6"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 Enfin, tu t’en vas ou non ? Tu ne veux pas me laisser travailler ?</w:t>
      </w:r>
    </w:p>
    <w:p w14:paraId="2DB4CE9E" w14:textId="77777777" w:rsidR="00436A56" w:rsidRPr="00436A56" w:rsidRDefault="00436A56" w:rsidP="00436A56">
      <w:proofErr w:type="spellStart"/>
      <w:r w:rsidRPr="00436A56">
        <w:rPr>
          <w:szCs w:val="32"/>
        </w:rPr>
        <w:t>TUDA</w:t>
      </w:r>
      <w:proofErr w:type="spellEnd"/>
      <w:r w:rsidRPr="00436A56">
        <w:rPr>
          <w:szCs w:val="32"/>
        </w:rPr>
        <w:t>. – Non, ne partez pas, maître, ne partez pas.</w:t>
      </w:r>
    </w:p>
    <w:p w14:paraId="0C674CC2" w14:textId="77777777" w:rsidR="00436A56" w:rsidRPr="00436A56" w:rsidRDefault="00436A56" w:rsidP="00436A56">
      <w:proofErr w:type="spellStart"/>
      <w:r w:rsidRPr="00436A56">
        <w:rPr>
          <w:szCs w:val="32"/>
        </w:rPr>
        <w:t>SIRIO</w:t>
      </w:r>
      <w:proofErr w:type="spellEnd"/>
      <w:r w:rsidRPr="00436A56">
        <w:rPr>
          <w:szCs w:val="32"/>
        </w:rPr>
        <w:t>. – Ne fais pas l’imbécile et reprends la pose !</w:t>
      </w:r>
    </w:p>
    <w:p w14:paraId="71F85B48" w14:textId="77777777" w:rsidR="00436A56" w:rsidRPr="00436A56" w:rsidRDefault="00436A56" w:rsidP="00436A56">
      <w:proofErr w:type="spellStart"/>
      <w:r w:rsidRPr="00436A56">
        <w:rPr>
          <w:szCs w:val="32"/>
        </w:rPr>
        <w:t>TUDA</w:t>
      </w:r>
      <w:proofErr w:type="spellEnd"/>
      <w:r w:rsidRPr="00436A56">
        <w:rPr>
          <w:szCs w:val="32"/>
        </w:rPr>
        <w:t xml:space="preserve">. – Ah ! non, non, assez. Il est presque midi, je me rhabille. </w:t>
      </w:r>
      <w:r w:rsidRPr="00436A56">
        <w:rPr>
          <w:i/>
          <w:iCs/>
          <w:szCs w:val="32"/>
        </w:rPr>
        <w:t xml:space="preserve">(Elle jette sur son dos un kimono violet et apparaît les pieds nus dans des sandales, une grappe de raisin dans une main, un petit pain dans l’autre. Elle caresse le visage de la première statue près de la toile et lui dit :) </w:t>
      </w:r>
      <w:r w:rsidRPr="00436A56">
        <w:rPr>
          <w:szCs w:val="32"/>
        </w:rPr>
        <w:t>Tu n’as pas faim, toi, moi, oui, et je mange, tu vois.</w:t>
      </w:r>
    </w:p>
    <w:p w14:paraId="5FD2CAD2" w14:textId="77777777" w:rsidR="00436A56" w:rsidRPr="00436A56" w:rsidRDefault="00436A56" w:rsidP="00436A56">
      <w:r w:rsidRPr="00436A56">
        <w:rPr>
          <w:i/>
          <w:iCs/>
        </w:rPr>
        <w:t>Elle est très jeune et d’une merveilleuse beauté. Cheveux fauves, bouclés, coiffés à la grecque. La bouche a un pli souvent douloureux comme si la vie lui avait été plus amère que tout. Mais dès qu’elle rit, elle a une grâce lumineuse qui semble tout éclairer et ranimer autour d’elle.</w:t>
      </w:r>
    </w:p>
    <w:p w14:paraId="34BBC942" w14:textId="77777777" w:rsidR="00436A56" w:rsidRPr="00436A56" w:rsidRDefault="00436A56" w:rsidP="00436A56">
      <w:proofErr w:type="spellStart"/>
      <w:r w:rsidRPr="00436A56">
        <w:rPr>
          <w:szCs w:val="32"/>
        </w:rPr>
        <w:t>GUINCANO</w:t>
      </w:r>
      <w:proofErr w:type="spellEnd"/>
      <w:r w:rsidRPr="00436A56">
        <w:rPr>
          <w:szCs w:val="32"/>
        </w:rPr>
        <w:t>. – Mais oui, mange, ma petite. Je te promets et te jure que cette Diane qui te martyrise sera mon premier sujet d’expérience.</w:t>
      </w:r>
    </w:p>
    <w:p w14:paraId="2324C331" w14:textId="77777777" w:rsidR="00436A56" w:rsidRPr="00436A56" w:rsidRDefault="00436A56" w:rsidP="00436A56">
      <w:proofErr w:type="spellStart"/>
      <w:r w:rsidRPr="00436A56">
        <w:rPr>
          <w:szCs w:val="32"/>
        </w:rPr>
        <w:t>TUDA</w:t>
      </w:r>
      <w:proofErr w:type="spellEnd"/>
      <w:r w:rsidRPr="00436A56">
        <w:rPr>
          <w:szCs w:val="32"/>
        </w:rPr>
        <w:t>. – Quelle expérience, dites ?</w:t>
      </w:r>
    </w:p>
    <w:p w14:paraId="5460FCF3" w14:textId="77777777" w:rsidR="00436A56" w:rsidRPr="00436A56" w:rsidRDefault="00436A56" w:rsidP="00436A56">
      <w:proofErr w:type="spellStart"/>
      <w:r w:rsidRPr="00436A56">
        <w:rPr>
          <w:szCs w:val="32"/>
        </w:rPr>
        <w:t>GUINCANO</w:t>
      </w:r>
      <w:proofErr w:type="spellEnd"/>
      <w:r w:rsidRPr="00436A56">
        <w:rPr>
          <w:szCs w:val="32"/>
        </w:rPr>
        <w:t>. – Ah ! une expérience, mon enfant,</w:t>
      </w:r>
      <w:r w:rsidRPr="00436A56">
        <w:rPr>
          <w:szCs w:val="32"/>
          <w:vertAlign w:val="subscript"/>
        </w:rPr>
        <w:t xml:space="preserve"> </w:t>
      </w:r>
      <w:r w:rsidRPr="00436A56">
        <w:rPr>
          <w:szCs w:val="32"/>
        </w:rPr>
        <w:t>qui, si elle réussit, enlèvera à tous les autres sculpteurs, le goût de faire des statues.</w:t>
      </w:r>
    </w:p>
    <w:p w14:paraId="27D4E16D" w14:textId="77777777" w:rsidR="00436A56" w:rsidRPr="00436A56" w:rsidRDefault="00436A56" w:rsidP="00436A56">
      <w:proofErr w:type="spellStart"/>
      <w:r w:rsidRPr="00436A56">
        <w:rPr>
          <w:szCs w:val="32"/>
        </w:rPr>
        <w:t>TUDA</w:t>
      </w:r>
      <w:proofErr w:type="spellEnd"/>
      <w:r w:rsidRPr="00436A56">
        <w:rPr>
          <w:szCs w:val="32"/>
        </w:rPr>
        <w:t>. – Et moi alors ?</w:t>
      </w:r>
    </w:p>
    <w:p w14:paraId="2CD8E2B3" w14:textId="77777777" w:rsidR="00436A56" w:rsidRPr="00436A56" w:rsidRDefault="00436A56" w:rsidP="00436A56">
      <w:proofErr w:type="spellStart"/>
      <w:r w:rsidRPr="00436A56">
        <w:rPr>
          <w:szCs w:val="32"/>
        </w:rPr>
        <w:lastRenderedPageBreak/>
        <w:t>GUINCANO</w:t>
      </w:r>
      <w:proofErr w:type="spellEnd"/>
      <w:r w:rsidRPr="00436A56">
        <w:rPr>
          <w:szCs w:val="32"/>
        </w:rPr>
        <w:t>. – Tu ne seras plus modèle, du moins pour les sculpteurs. Pour les peintres, oui.</w:t>
      </w:r>
    </w:p>
    <w:p w14:paraId="177DA72D" w14:textId="77777777" w:rsidR="00436A56" w:rsidRPr="00436A56" w:rsidRDefault="00436A56" w:rsidP="00436A56">
      <w:proofErr w:type="spellStart"/>
      <w:r w:rsidRPr="00436A56">
        <w:rPr>
          <w:szCs w:val="32"/>
        </w:rPr>
        <w:t>TUDA</w:t>
      </w:r>
      <w:proofErr w:type="spellEnd"/>
      <w:r w:rsidRPr="00436A56">
        <w:rPr>
          <w:szCs w:val="32"/>
        </w:rPr>
        <w:t>. – C’est déjà ça.</w:t>
      </w:r>
    </w:p>
    <w:p w14:paraId="4A831B06" w14:textId="77777777" w:rsidR="00436A56" w:rsidRPr="00436A56" w:rsidRDefault="00436A56" w:rsidP="00436A56">
      <w:proofErr w:type="spellStart"/>
      <w:r w:rsidRPr="00436A56">
        <w:rPr>
          <w:szCs w:val="32"/>
        </w:rPr>
        <w:t>SIRIO</w:t>
      </w:r>
      <w:proofErr w:type="spellEnd"/>
      <w:r w:rsidRPr="00436A56">
        <w:rPr>
          <w:szCs w:val="32"/>
        </w:rPr>
        <w:t xml:space="preserve"> à </w:t>
      </w:r>
      <w:proofErr w:type="spellStart"/>
      <w:r w:rsidRPr="00436A56">
        <w:rPr>
          <w:i/>
          <w:iCs/>
          <w:szCs w:val="32"/>
        </w:rPr>
        <w:t>Tuda</w:t>
      </w:r>
      <w:proofErr w:type="spellEnd"/>
      <w:r w:rsidRPr="00436A56">
        <w:rPr>
          <w:i/>
          <w:iCs/>
          <w:szCs w:val="32"/>
        </w:rPr>
        <w:t xml:space="preserve">. – </w:t>
      </w:r>
      <w:r w:rsidRPr="00436A56">
        <w:rPr>
          <w:szCs w:val="32"/>
        </w:rPr>
        <w:t>Il faut donc remettre. À quand ?</w:t>
      </w:r>
    </w:p>
    <w:p w14:paraId="22B09F6E" w14:textId="77777777" w:rsidR="00436A56" w:rsidRPr="00436A56" w:rsidRDefault="00436A56" w:rsidP="00436A56">
      <w:proofErr w:type="spellStart"/>
      <w:r w:rsidRPr="00436A56">
        <w:rPr>
          <w:szCs w:val="32"/>
        </w:rPr>
        <w:t>TUDA</w:t>
      </w:r>
      <w:proofErr w:type="spellEnd"/>
      <w:r w:rsidRPr="00436A56">
        <w:rPr>
          <w:szCs w:val="32"/>
        </w:rPr>
        <w:t>. – Mais déjà ce matin, je n’aurais pas dû venir ! Voyez, maître, comme il me remercie.</w:t>
      </w:r>
    </w:p>
    <w:p w14:paraId="6CE1082A" w14:textId="77777777" w:rsidR="00436A56" w:rsidRPr="00436A56" w:rsidRDefault="00436A56" w:rsidP="00436A56">
      <w:proofErr w:type="spellStart"/>
      <w:r w:rsidRPr="00436A56">
        <w:rPr>
          <w:szCs w:val="32"/>
        </w:rPr>
        <w:t>SIRIO</w:t>
      </w:r>
      <w:proofErr w:type="spellEnd"/>
      <w:r w:rsidRPr="00436A56">
        <w:rPr>
          <w:szCs w:val="32"/>
        </w:rPr>
        <w:t>. – Tu me plantes là et il faudrait encore que je te remercie.</w:t>
      </w:r>
    </w:p>
    <w:p w14:paraId="10031EDC" w14:textId="77777777" w:rsidR="00436A56" w:rsidRPr="00436A56" w:rsidRDefault="00436A56" w:rsidP="00436A56">
      <w:proofErr w:type="spellStart"/>
      <w:r w:rsidRPr="00436A56">
        <w:rPr>
          <w:szCs w:val="32"/>
        </w:rPr>
        <w:t>TUDA</w:t>
      </w:r>
      <w:proofErr w:type="spellEnd"/>
      <w:r w:rsidRPr="00436A56">
        <w:rPr>
          <w:szCs w:val="32"/>
        </w:rPr>
        <w:t>. – Je t’avais bien dit, rappelle-toi, de ne pas commencer. Tu n’aurais pas dû.</w:t>
      </w:r>
    </w:p>
    <w:p w14:paraId="62C38B1A" w14:textId="77777777" w:rsidR="00436A56" w:rsidRPr="00436A56" w:rsidRDefault="00436A56" w:rsidP="00436A56">
      <w:proofErr w:type="spellStart"/>
      <w:r w:rsidRPr="00436A56">
        <w:rPr>
          <w:szCs w:val="32"/>
        </w:rPr>
        <w:t>GUINCANO</w:t>
      </w:r>
      <w:proofErr w:type="spellEnd"/>
      <w:r w:rsidRPr="00436A56">
        <w:rPr>
          <w:szCs w:val="32"/>
        </w:rPr>
        <w:t>. – Voilà. Très bien. Tu n’aurais jamais dû.</w:t>
      </w:r>
    </w:p>
    <w:p w14:paraId="02BC5298" w14:textId="77777777" w:rsidR="00436A56" w:rsidRPr="00436A56" w:rsidRDefault="00436A56" w:rsidP="00436A56">
      <w:proofErr w:type="spellStart"/>
      <w:r w:rsidRPr="00436A56">
        <w:rPr>
          <w:szCs w:val="32"/>
        </w:rPr>
        <w:t>TUDA</w:t>
      </w:r>
      <w:proofErr w:type="spellEnd"/>
      <w:r w:rsidRPr="00436A56">
        <w:rPr>
          <w:szCs w:val="32"/>
        </w:rPr>
        <w:t>. – Je ne dis pas « jamais » mais au moins jusqu’au jour où j’aurais pu m’engager avec lui pour toutes les heures dont il aurait eu besoin, puisque, brusquement, il s’est mis dans la tête de devenir sculpteur.</w:t>
      </w:r>
    </w:p>
    <w:p w14:paraId="0DB94526" w14:textId="77777777" w:rsidR="00436A56" w:rsidRPr="00436A56" w:rsidRDefault="00436A56" w:rsidP="00436A56">
      <w:proofErr w:type="spellStart"/>
      <w:r w:rsidRPr="00436A56">
        <w:rPr>
          <w:szCs w:val="32"/>
        </w:rPr>
        <w:t>SIRIO</w:t>
      </w:r>
      <w:proofErr w:type="spellEnd"/>
      <w:r w:rsidRPr="00436A56">
        <w:rPr>
          <w:szCs w:val="32"/>
        </w:rPr>
        <w:t>. – Ah ! je t’en prie, finis avec ta sculpture ; j’en ai le dégoût rien que d’en entendre parler.</w:t>
      </w:r>
    </w:p>
    <w:p w14:paraId="179E7191" w14:textId="77777777" w:rsidR="00436A56" w:rsidRPr="00436A56" w:rsidRDefault="00436A56" w:rsidP="00436A56">
      <w:proofErr w:type="spellStart"/>
      <w:r w:rsidRPr="00436A56">
        <w:rPr>
          <w:szCs w:val="32"/>
        </w:rPr>
        <w:t>TUDA</w:t>
      </w:r>
      <w:proofErr w:type="spellEnd"/>
      <w:r w:rsidRPr="00436A56">
        <w:rPr>
          <w:szCs w:val="32"/>
        </w:rPr>
        <w:t>. – Nous ne sommes pas ici dans un atelier de sculpteur ? Presque trop beau pour être vrai. Ça a dû te coûter quelque chose.</w:t>
      </w:r>
    </w:p>
    <w:p w14:paraId="347778FB" w14:textId="77777777" w:rsidR="00436A56" w:rsidRPr="00436A56" w:rsidRDefault="00436A56" w:rsidP="00436A56">
      <w:proofErr w:type="spellStart"/>
      <w:r w:rsidRPr="00436A56">
        <w:rPr>
          <w:szCs w:val="32"/>
        </w:rPr>
        <w:t>SIRIO</w:t>
      </w:r>
      <w:proofErr w:type="spellEnd"/>
      <w:r w:rsidRPr="00436A56">
        <w:rPr>
          <w:szCs w:val="32"/>
        </w:rPr>
        <w:t>. – Le métier…</w:t>
      </w:r>
    </w:p>
    <w:p w14:paraId="6668FC97"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 Il est vrai que la première idée lui est venue…</w:t>
      </w:r>
    </w:p>
    <w:p w14:paraId="64AF0AAA"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ironique. </w:t>
      </w:r>
      <w:r w:rsidRPr="00436A56">
        <w:rPr>
          <w:szCs w:val="32"/>
        </w:rPr>
        <w:t>– Oui, l’histoire de l’enfant…</w:t>
      </w:r>
    </w:p>
    <w:p w14:paraId="2A39057C" w14:textId="77777777" w:rsidR="00436A56" w:rsidRPr="00436A56" w:rsidRDefault="00436A56" w:rsidP="00436A56">
      <w:proofErr w:type="spellStart"/>
      <w:r w:rsidRPr="00436A56">
        <w:rPr>
          <w:szCs w:val="32"/>
        </w:rPr>
        <w:t>TUDA</w:t>
      </w:r>
      <w:proofErr w:type="spellEnd"/>
      <w:r w:rsidRPr="00436A56">
        <w:rPr>
          <w:szCs w:val="32"/>
        </w:rPr>
        <w:t>. – Tout le monde le dit.</w:t>
      </w:r>
    </w:p>
    <w:p w14:paraId="689424D6" w14:textId="77777777" w:rsidR="00436A56" w:rsidRPr="00436A56" w:rsidRDefault="00436A56" w:rsidP="00436A56">
      <w:proofErr w:type="spellStart"/>
      <w:r w:rsidRPr="00436A56">
        <w:rPr>
          <w:szCs w:val="32"/>
        </w:rPr>
        <w:lastRenderedPageBreak/>
        <w:t>SIRIO</w:t>
      </w:r>
      <w:proofErr w:type="spellEnd"/>
      <w:r w:rsidRPr="00436A56">
        <w:rPr>
          <w:szCs w:val="32"/>
        </w:rPr>
        <w:t>. – Oui, oui, le bruit court…</w:t>
      </w:r>
    </w:p>
    <w:p w14:paraId="165607D4" w14:textId="77777777" w:rsidR="00436A56" w:rsidRPr="00436A56" w:rsidRDefault="00436A56" w:rsidP="00436A56">
      <w:proofErr w:type="spellStart"/>
      <w:r w:rsidRPr="00436A56">
        <w:rPr>
          <w:szCs w:val="32"/>
        </w:rPr>
        <w:t>TUDA</w:t>
      </w:r>
      <w:proofErr w:type="spellEnd"/>
      <w:r w:rsidRPr="00436A56">
        <w:rPr>
          <w:szCs w:val="32"/>
        </w:rPr>
        <w:t xml:space="preserve">. – Qu’il copiait un pied de statue </w:t>
      </w:r>
      <w:r w:rsidRPr="00436A56">
        <w:rPr>
          <w:i/>
          <w:iCs/>
          <w:szCs w:val="32"/>
        </w:rPr>
        <w:t xml:space="preserve">(montrant </w:t>
      </w:r>
      <w:proofErr w:type="spellStart"/>
      <w:r w:rsidRPr="00436A56">
        <w:rPr>
          <w:i/>
          <w:iCs/>
          <w:szCs w:val="32"/>
        </w:rPr>
        <w:t>Guincano</w:t>
      </w:r>
      <w:proofErr w:type="spellEnd"/>
      <w:r w:rsidRPr="00436A56">
        <w:rPr>
          <w:i/>
          <w:iCs/>
          <w:szCs w:val="32"/>
        </w:rPr>
        <w:t xml:space="preserve">) </w:t>
      </w:r>
      <w:r w:rsidRPr="00436A56">
        <w:rPr>
          <w:szCs w:val="32"/>
        </w:rPr>
        <w:t>dans votre atelier.</w:t>
      </w:r>
    </w:p>
    <w:p w14:paraId="7D76FA92" w14:textId="77777777" w:rsidR="00436A56" w:rsidRPr="00436A56" w:rsidRDefault="00436A56" w:rsidP="00436A56">
      <w:proofErr w:type="spellStart"/>
      <w:r w:rsidRPr="00436A56">
        <w:rPr>
          <w:szCs w:val="32"/>
        </w:rPr>
        <w:t>GUINCANO</w:t>
      </w:r>
      <w:proofErr w:type="spellEnd"/>
      <w:r w:rsidRPr="00436A56">
        <w:rPr>
          <w:szCs w:val="32"/>
        </w:rPr>
        <w:t>. – Maudit gosse !</w:t>
      </w:r>
    </w:p>
    <w:p w14:paraId="5877B9D5"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 Eh bien, justement, pour te faire enrager je te dirai que c’est toi…</w:t>
      </w:r>
    </w:p>
    <w:p w14:paraId="042117E5" w14:textId="77777777" w:rsidR="00436A56" w:rsidRPr="00436A56" w:rsidRDefault="00436A56" w:rsidP="00436A56">
      <w:proofErr w:type="spellStart"/>
      <w:r w:rsidRPr="00436A56">
        <w:rPr>
          <w:szCs w:val="32"/>
        </w:rPr>
        <w:t>GUINCANO</w:t>
      </w:r>
      <w:proofErr w:type="spellEnd"/>
      <w:r w:rsidRPr="00436A56">
        <w:rPr>
          <w:szCs w:val="32"/>
        </w:rPr>
        <w:t>. – Moi ? Tu voudrais que ce soit ma faute ?</w:t>
      </w:r>
    </w:p>
    <w:p w14:paraId="049E54CE" w14:textId="77777777" w:rsidR="00436A56" w:rsidRPr="00436A56" w:rsidRDefault="00436A56" w:rsidP="00436A56">
      <w:proofErr w:type="spellStart"/>
      <w:r w:rsidRPr="00436A56">
        <w:rPr>
          <w:szCs w:val="32"/>
        </w:rPr>
        <w:t>SIRIO</w:t>
      </w:r>
      <w:proofErr w:type="spellEnd"/>
      <w:r w:rsidRPr="00436A56">
        <w:rPr>
          <w:szCs w:val="32"/>
        </w:rPr>
        <w:t>. – Il n’y a pas de faute, mais cette rage de te voir te détruire comme un fou…</w:t>
      </w:r>
    </w:p>
    <w:p w14:paraId="4928278C" w14:textId="77777777" w:rsidR="00436A56" w:rsidRPr="00436A56" w:rsidRDefault="00436A56" w:rsidP="00436A56">
      <w:proofErr w:type="spellStart"/>
      <w:r w:rsidRPr="00436A56">
        <w:rPr>
          <w:szCs w:val="32"/>
        </w:rPr>
        <w:t>GUINCANO</w:t>
      </w:r>
      <w:proofErr w:type="spellEnd"/>
      <w:r w:rsidRPr="00436A56">
        <w:rPr>
          <w:szCs w:val="32"/>
        </w:rPr>
        <w:t>. – Ça aurait dû, au contraire, t’enlever l’envie de sculpter.</w:t>
      </w:r>
    </w:p>
    <w:p w14:paraId="2481EEFE" w14:textId="77777777" w:rsidR="00436A56" w:rsidRPr="00436A56" w:rsidRDefault="00436A56" w:rsidP="00436A56">
      <w:proofErr w:type="spellStart"/>
      <w:r w:rsidRPr="00436A56">
        <w:rPr>
          <w:szCs w:val="32"/>
        </w:rPr>
        <w:t>SIRIO</w:t>
      </w:r>
      <w:proofErr w:type="spellEnd"/>
      <w:r w:rsidRPr="00436A56">
        <w:rPr>
          <w:szCs w:val="32"/>
        </w:rPr>
        <w:t>. – Non, quand j’ai vu dans ton atelier le massacre que tu avais fait de toutes tes statues.</w:t>
      </w:r>
    </w:p>
    <w:p w14:paraId="27BA448A" w14:textId="77777777" w:rsidR="00436A56" w:rsidRPr="00436A56" w:rsidRDefault="00436A56" w:rsidP="00436A56">
      <w:proofErr w:type="spellStart"/>
      <w:r w:rsidRPr="00436A56">
        <w:rPr>
          <w:szCs w:val="32"/>
        </w:rPr>
        <w:t>TUDA</w:t>
      </w:r>
      <w:proofErr w:type="spellEnd"/>
      <w:r w:rsidRPr="00436A56">
        <w:rPr>
          <w:szCs w:val="32"/>
        </w:rPr>
        <w:t>. – Oui, quel crime !</w:t>
      </w:r>
    </w:p>
    <w:p w14:paraId="2FE439CD" w14:textId="77777777" w:rsidR="00436A56" w:rsidRPr="00436A56" w:rsidRDefault="00436A56" w:rsidP="00436A56">
      <w:proofErr w:type="spellStart"/>
      <w:r w:rsidRPr="00436A56">
        <w:rPr>
          <w:szCs w:val="32"/>
        </w:rPr>
        <w:t>SIRIO</w:t>
      </w:r>
      <w:proofErr w:type="spellEnd"/>
      <w:r w:rsidRPr="00436A56">
        <w:rPr>
          <w:szCs w:val="32"/>
        </w:rPr>
        <w:t>. – Au milieu de tous ces débris épars de torses, de jambes, de mains, de visages…</w:t>
      </w:r>
    </w:p>
    <w:p w14:paraId="618A34E1" w14:textId="77777777" w:rsidR="00436A56" w:rsidRPr="00436A56" w:rsidRDefault="00436A56" w:rsidP="00436A56">
      <w:proofErr w:type="spellStart"/>
      <w:r w:rsidRPr="00436A56">
        <w:rPr>
          <w:szCs w:val="32"/>
        </w:rPr>
        <w:t>GUINCANO</w:t>
      </w:r>
      <w:proofErr w:type="spellEnd"/>
      <w:r w:rsidRPr="00436A56">
        <w:rPr>
          <w:szCs w:val="32"/>
        </w:rPr>
        <w:t>. – Ah ! ce fut alors ?</w:t>
      </w:r>
    </w:p>
    <w:p w14:paraId="0E1B798D" w14:textId="77777777" w:rsidR="00436A56" w:rsidRPr="00436A56" w:rsidRDefault="00436A56" w:rsidP="00436A56">
      <w:proofErr w:type="spellStart"/>
      <w:r w:rsidRPr="00436A56">
        <w:rPr>
          <w:szCs w:val="32"/>
        </w:rPr>
        <w:t>SIRIO</w:t>
      </w:r>
      <w:proofErr w:type="spellEnd"/>
      <w:r w:rsidRPr="00436A56">
        <w:rPr>
          <w:szCs w:val="32"/>
        </w:rPr>
        <w:t>. – Oui : ce mépris de nos corps intacts…</w:t>
      </w:r>
    </w:p>
    <w:p w14:paraId="4F12D995" w14:textId="77777777" w:rsidR="00436A56" w:rsidRPr="00436A56" w:rsidRDefault="00436A56" w:rsidP="00436A56">
      <w:proofErr w:type="spellStart"/>
      <w:r w:rsidRPr="00436A56">
        <w:rPr>
          <w:szCs w:val="32"/>
        </w:rPr>
        <w:t>TUDA</w:t>
      </w:r>
      <w:proofErr w:type="spellEnd"/>
      <w:r w:rsidRPr="00436A56">
        <w:rPr>
          <w:szCs w:val="32"/>
        </w:rPr>
        <w:t>. – Le mépris. Pourquoi ?</w:t>
      </w:r>
    </w:p>
    <w:p w14:paraId="21320E49"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continuant sans faire attention aux paroles de </w:t>
      </w:r>
      <w:proofErr w:type="spellStart"/>
      <w:r w:rsidRPr="00436A56">
        <w:rPr>
          <w:i/>
          <w:iCs/>
          <w:szCs w:val="32"/>
        </w:rPr>
        <w:t>Tuda</w:t>
      </w:r>
      <w:proofErr w:type="spellEnd"/>
      <w:r w:rsidRPr="00436A56">
        <w:rPr>
          <w:i/>
          <w:iCs/>
          <w:szCs w:val="32"/>
        </w:rPr>
        <w:t xml:space="preserve">. </w:t>
      </w:r>
      <w:r w:rsidRPr="00436A56">
        <w:rPr>
          <w:szCs w:val="32"/>
        </w:rPr>
        <w:t>– Pendant que là, par terre, ce désastre… Je ne sais, les deux choses : les statues brisées au milieu des vilains pieds de tous ces gens accourus avec leurs têtes sordides et leurs corps déjetés qui méritaient eux, oui, d’être abattus à coups de marteau et foulés aux pieds… Ce fut là que l’idée me prit…</w:t>
      </w:r>
    </w:p>
    <w:p w14:paraId="185AC23D" w14:textId="77777777" w:rsidR="00436A56" w:rsidRPr="00436A56" w:rsidRDefault="00436A56" w:rsidP="00436A56">
      <w:proofErr w:type="spellStart"/>
      <w:r w:rsidRPr="00436A56">
        <w:rPr>
          <w:szCs w:val="32"/>
        </w:rPr>
        <w:lastRenderedPageBreak/>
        <w:t>TUDA</w:t>
      </w:r>
      <w:proofErr w:type="spellEnd"/>
      <w:r w:rsidRPr="00436A56">
        <w:rPr>
          <w:szCs w:val="32"/>
        </w:rPr>
        <w:t>. – L’idée ? Oh, que c’est curieux.</w:t>
      </w:r>
    </w:p>
    <w:p w14:paraId="6CDA6F15" w14:textId="77777777" w:rsidR="00436A56" w:rsidRPr="00436A56" w:rsidRDefault="00436A56" w:rsidP="00436A56">
      <w:proofErr w:type="spellStart"/>
      <w:r w:rsidRPr="00436A56">
        <w:rPr>
          <w:szCs w:val="32"/>
        </w:rPr>
        <w:t>SIRIO</w:t>
      </w:r>
      <w:proofErr w:type="spellEnd"/>
      <w:r w:rsidRPr="00436A56">
        <w:rPr>
          <w:szCs w:val="32"/>
        </w:rPr>
        <w:t>. – De dresser moi aussi une statue, une seule !</w:t>
      </w:r>
    </w:p>
    <w:p w14:paraId="12E45911"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se détournant. </w:t>
      </w:r>
      <w:r w:rsidRPr="00436A56">
        <w:rPr>
          <w:szCs w:val="32"/>
        </w:rPr>
        <w:t>– Et moi qui reste là à écouter. Il faut que je me sauve. Je suis attendue.</w:t>
      </w:r>
    </w:p>
    <w:p w14:paraId="5D398BF5" w14:textId="77777777" w:rsidR="00436A56" w:rsidRPr="00436A56" w:rsidRDefault="00436A56" w:rsidP="00436A56">
      <w:proofErr w:type="spellStart"/>
      <w:r w:rsidRPr="00436A56">
        <w:rPr>
          <w:szCs w:val="32"/>
        </w:rPr>
        <w:t>SIRIO</w:t>
      </w:r>
      <w:proofErr w:type="spellEnd"/>
      <w:r w:rsidRPr="00436A56">
        <w:rPr>
          <w:szCs w:val="32"/>
        </w:rPr>
        <w:t>. – Attendue par qui ?</w:t>
      </w:r>
    </w:p>
    <w:p w14:paraId="03BB2B58" w14:textId="77777777" w:rsidR="00436A56" w:rsidRPr="00436A56" w:rsidRDefault="00436A56" w:rsidP="00436A56">
      <w:proofErr w:type="spellStart"/>
      <w:r w:rsidRPr="00436A56">
        <w:rPr>
          <w:szCs w:val="32"/>
        </w:rPr>
        <w:t>TUDA</w:t>
      </w:r>
      <w:proofErr w:type="spellEnd"/>
      <w:r w:rsidRPr="00436A56">
        <w:rPr>
          <w:szCs w:val="32"/>
        </w:rPr>
        <w:t xml:space="preserve">. – Tu n’es pas seul au monde, mon cher ! Je suis très à la mode, moi </w:t>
      </w:r>
      <w:r w:rsidRPr="00436A56">
        <w:rPr>
          <w:i/>
          <w:iCs/>
          <w:szCs w:val="32"/>
        </w:rPr>
        <w:t xml:space="preserve">(elle rit), </w:t>
      </w:r>
      <w:r w:rsidRPr="00436A56">
        <w:rPr>
          <w:szCs w:val="32"/>
        </w:rPr>
        <w:t xml:space="preserve">même à l’étranger. Il y a de quoi rire, maître ! Êtes-vous allé hier à l’exposition de la Villa Médicis ? </w:t>
      </w:r>
      <w:r w:rsidRPr="00436A56">
        <w:rPr>
          <w:i/>
          <w:iCs/>
          <w:szCs w:val="32"/>
        </w:rPr>
        <w:t xml:space="preserve">(À </w:t>
      </w:r>
      <w:proofErr w:type="spellStart"/>
      <w:r w:rsidRPr="00436A56">
        <w:rPr>
          <w:i/>
          <w:iCs/>
          <w:szCs w:val="32"/>
        </w:rPr>
        <w:t>Sirio</w:t>
      </w:r>
      <w:proofErr w:type="spellEnd"/>
      <w:r w:rsidRPr="00436A56">
        <w:rPr>
          <w:i/>
          <w:iCs/>
          <w:szCs w:val="32"/>
        </w:rPr>
        <w:t xml:space="preserve">.) </w:t>
      </w:r>
      <w:r w:rsidRPr="00436A56">
        <w:rPr>
          <w:szCs w:val="32"/>
        </w:rPr>
        <w:t xml:space="preserve">Tu peux aller voir. Je fais partie désormais de l’histoire des pensionnaires français. Il n’y a que </w:t>
      </w:r>
      <w:proofErr w:type="spellStart"/>
      <w:r w:rsidRPr="00436A56">
        <w:rPr>
          <w:i/>
          <w:iCs/>
          <w:szCs w:val="32"/>
        </w:rPr>
        <w:t>Tuda</w:t>
      </w:r>
      <w:proofErr w:type="spellEnd"/>
      <w:r w:rsidRPr="00436A56">
        <w:rPr>
          <w:i/>
          <w:iCs/>
          <w:szCs w:val="32"/>
        </w:rPr>
        <w:t xml:space="preserve">. </w:t>
      </w:r>
      <w:r w:rsidRPr="00436A56">
        <w:rPr>
          <w:szCs w:val="32"/>
        </w:rPr>
        <w:t xml:space="preserve">Autant de tableaux, autant de </w:t>
      </w:r>
      <w:proofErr w:type="spellStart"/>
      <w:r w:rsidRPr="00436A56">
        <w:rPr>
          <w:szCs w:val="32"/>
        </w:rPr>
        <w:t>Tuda</w:t>
      </w:r>
      <w:proofErr w:type="spellEnd"/>
      <w:r w:rsidRPr="00436A56">
        <w:rPr>
          <w:szCs w:val="32"/>
        </w:rPr>
        <w:t>. J’ai cru entrer nue dans une galerie de glaces. Mais certains miroirs étaient devenus fous ! Dieu, quelles grimaces ! Je ne sais pas… Allons, mon cher, allons. Encore dix minutes, et je file.</w:t>
      </w:r>
    </w:p>
    <w:p w14:paraId="3E7A93AE" w14:textId="77777777" w:rsidR="00436A56" w:rsidRPr="00436A56" w:rsidRDefault="00436A56" w:rsidP="00436A56">
      <w:proofErr w:type="spellStart"/>
      <w:r w:rsidRPr="00436A56">
        <w:rPr>
          <w:szCs w:val="32"/>
        </w:rPr>
        <w:t>SIRIO</w:t>
      </w:r>
      <w:proofErr w:type="spellEnd"/>
      <w:r w:rsidRPr="00436A56">
        <w:rPr>
          <w:szCs w:val="32"/>
        </w:rPr>
        <w:t>. – Que veux-tu que je fasse de dix minutes. Non, je ne te laisse pas partir. Je ne peux laisser l’ébauche au point où elle est.</w:t>
      </w:r>
    </w:p>
    <w:p w14:paraId="7F804356" w14:textId="77777777" w:rsidR="00436A56" w:rsidRPr="00436A56" w:rsidRDefault="00436A56" w:rsidP="00436A56">
      <w:proofErr w:type="spellStart"/>
      <w:r w:rsidRPr="00436A56">
        <w:rPr>
          <w:szCs w:val="32"/>
        </w:rPr>
        <w:t>TUDA</w:t>
      </w:r>
      <w:proofErr w:type="spellEnd"/>
      <w:r w:rsidRPr="00436A56">
        <w:rPr>
          <w:szCs w:val="32"/>
        </w:rPr>
        <w:t>. – Mais tu ne peux non plus me garder ici par force.</w:t>
      </w:r>
    </w:p>
    <w:p w14:paraId="76A4453B" w14:textId="77777777" w:rsidR="00436A56" w:rsidRPr="00436A56" w:rsidRDefault="00436A56" w:rsidP="00436A56">
      <w:proofErr w:type="spellStart"/>
      <w:r w:rsidRPr="00436A56">
        <w:rPr>
          <w:szCs w:val="32"/>
        </w:rPr>
        <w:t>SIRIO</w:t>
      </w:r>
      <w:proofErr w:type="spellEnd"/>
      <w:r w:rsidRPr="00436A56">
        <w:rPr>
          <w:szCs w:val="32"/>
        </w:rPr>
        <w:t>. – Pourquoi pas ? J’emploierais la force s’il le fallait.</w:t>
      </w:r>
    </w:p>
    <w:p w14:paraId="1700E68A"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 Il en serait bien capable. Je n’ai jamais vu pareille tyrannie.</w:t>
      </w:r>
    </w:p>
    <w:p w14:paraId="18990A96" w14:textId="77777777" w:rsidR="00436A56" w:rsidRPr="00436A56" w:rsidRDefault="00436A56" w:rsidP="00436A56">
      <w:proofErr w:type="spellStart"/>
      <w:r w:rsidRPr="00436A56">
        <w:rPr>
          <w:szCs w:val="32"/>
        </w:rPr>
        <w:t>SIRIO</w:t>
      </w:r>
      <w:proofErr w:type="spellEnd"/>
      <w:r w:rsidRPr="00436A56">
        <w:rPr>
          <w:szCs w:val="32"/>
        </w:rPr>
        <w:t>. – Il faut que je finisse à n’importe quel prix. J’en ai jusque-là…</w:t>
      </w:r>
    </w:p>
    <w:p w14:paraId="4237D6C9" w14:textId="77777777" w:rsidR="00436A56" w:rsidRPr="00436A56" w:rsidRDefault="00436A56" w:rsidP="00436A56">
      <w:pPr>
        <w:jc w:val="right"/>
      </w:pPr>
      <w:r w:rsidRPr="00436A56">
        <w:rPr>
          <w:i/>
          <w:iCs/>
          <w:szCs w:val="32"/>
        </w:rPr>
        <w:t>Il touche son gosier.</w:t>
      </w:r>
    </w:p>
    <w:p w14:paraId="7337C2FE" w14:textId="77777777" w:rsidR="00436A56" w:rsidRPr="00436A56" w:rsidRDefault="00436A56" w:rsidP="00436A56">
      <w:proofErr w:type="spellStart"/>
      <w:r w:rsidRPr="00436A56">
        <w:rPr>
          <w:szCs w:val="32"/>
        </w:rPr>
        <w:t>TUDA</w:t>
      </w:r>
      <w:proofErr w:type="spellEnd"/>
      <w:r w:rsidRPr="00436A56">
        <w:rPr>
          <w:szCs w:val="32"/>
        </w:rPr>
        <w:t>. – Eh bien, laisse-la. Qui te force à travailler ?</w:t>
      </w:r>
    </w:p>
    <w:p w14:paraId="3D4092A5" w14:textId="77777777" w:rsidR="00436A56" w:rsidRPr="00436A56" w:rsidRDefault="00436A56" w:rsidP="00436A56">
      <w:proofErr w:type="spellStart"/>
      <w:r w:rsidRPr="00436A56">
        <w:rPr>
          <w:szCs w:val="32"/>
        </w:rPr>
        <w:lastRenderedPageBreak/>
        <w:t>SIRIO</w:t>
      </w:r>
      <w:proofErr w:type="spellEnd"/>
      <w:r w:rsidRPr="00436A56">
        <w:rPr>
          <w:szCs w:val="32"/>
        </w:rPr>
        <w:t xml:space="preserve">, </w:t>
      </w:r>
      <w:r w:rsidRPr="00436A56">
        <w:rPr>
          <w:i/>
          <w:iCs/>
          <w:szCs w:val="32"/>
        </w:rPr>
        <w:t xml:space="preserve">avec colère et dégoût, criant. </w:t>
      </w:r>
      <w:r w:rsidRPr="00436A56">
        <w:rPr>
          <w:szCs w:val="32"/>
        </w:rPr>
        <w:t>– Je ne parle pas du travail.</w:t>
      </w:r>
    </w:p>
    <w:p w14:paraId="71468DE5"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 xml:space="preserve">– Regardez-le. Il ose dire que c’est vous qui êtes devenu fou. C’est lui qui est en train de le devenir pour cette statue. Mais regardez-le, regardez-le. </w:t>
      </w:r>
      <w:r w:rsidRPr="00436A56">
        <w:rPr>
          <w:i/>
          <w:iCs/>
          <w:szCs w:val="32"/>
        </w:rPr>
        <w:t xml:space="preserve">(À </w:t>
      </w:r>
      <w:proofErr w:type="spellStart"/>
      <w:r w:rsidRPr="00436A56">
        <w:rPr>
          <w:i/>
          <w:iCs/>
          <w:szCs w:val="32"/>
        </w:rPr>
        <w:t>Sirio</w:t>
      </w:r>
      <w:proofErr w:type="spellEnd"/>
      <w:r w:rsidRPr="00436A56">
        <w:rPr>
          <w:i/>
          <w:iCs/>
          <w:szCs w:val="32"/>
        </w:rPr>
        <w:t xml:space="preserve">.) </w:t>
      </w:r>
      <w:r w:rsidRPr="00436A56">
        <w:rPr>
          <w:szCs w:val="32"/>
        </w:rPr>
        <w:t>C’est la cinquième ébauche, tu vas la jeter comme les autres.</w:t>
      </w:r>
    </w:p>
    <w:p w14:paraId="3ABE6EBF" w14:textId="77777777" w:rsidR="00436A56" w:rsidRPr="00436A56" w:rsidRDefault="00436A56" w:rsidP="00436A56">
      <w:proofErr w:type="spellStart"/>
      <w:r w:rsidRPr="00436A56">
        <w:rPr>
          <w:szCs w:val="32"/>
        </w:rPr>
        <w:t>SIRIO</w:t>
      </w:r>
      <w:proofErr w:type="spellEnd"/>
      <w:r w:rsidRPr="00436A56">
        <w:rPr>
          <w:szCs w:val="32"/>
        </w:rPr>
        <w:t>. – Non, celle-là sûrement pas. Elle est déjà ce qu’elle doit être. Mais tu ne vois donc pas que j’ai la fièvre.</w:t>
      </w:r>
    </w:p>
    <w:p w14:paraId="36AB663C" w14:textId="77777777" w:rsidR="00436A56" w:rsidRPr="00436A56" w:rsidRDefault="00436A56" w:rsidP="00436A56">
      <w:proofErr w:type="spellStart"/>
      <w:r w:rsidRPr="00436A56">
        <w:rPr>
          <w:szCs w:val="32"/>
        </w:rPr>
        <w:t>GUINCANO</w:t>
      </w:r>
      <w:proofErr w:type="spellEnd"/>
      <w:r w:rsidRPr="00436A56">
        <w:rPr>
          <w:szCs w:val="32"/>
        </w:rPr>
        <w:t>. – Il n’est pas comme les voleurs de grands chemins, eux qui se contentent de faire le porte-monnaie aux passants. C’est le grand coup pour lui. Une seule statue, mais !</w:t>
      </w:r>
    </w:p>
    <w:p w14:paraId="687DE542" w14:textId="77777777" w:rsidR="00436A56" w:rsidRPr="00436A56" w:rsidRDefault="00436A56" w:rsidP="00436A56">
      <w:proofErr w:type="spellStart"/>
      <w:r w:rsidRPr="00436A56">
        <w:rPr>
          <w:szCs w:val="32"/>
        </w:rPr>
        <w:t>SIRIO</w:t>
      </w:r>
      <w:proofErr w:type="spellEnd"/>
      <w:r w:rsidRPr="00436A56">
        <w:rPr>
          <w:szCs w:val="32"/>
        </w:rPr>
        <w:t>. – De cela, au moins, il me semble que si tu avais encore un peu de raisonnement, tu devrais me louer.</w:t>
      </w:r>
    </w:p>
    <w:p w14:paraId="40D11089" w14:textId="77777777" w:rsidR="00436A56" w:rsidRPr="00436A56" w:rsidRDefault="00436A56" w:rsidP="00436A56">
      <w:proofErr w:type="spellStart"/>
      <w:r w:rsidRPr="00436A56">
        <w:rPr>
          <w:szCs w:val="32"/>
        </w:rPr>
        <w:t>GUINCANO</w:t>
      </w:r>
      <w:proofErr w:type="spellEnd"/>
      <w:r w:rsidRPr="00436A56">
        <w:rPr>
          <w:szCs w:val="32"/>
        </w:rPr>
        <w:t>. – Mais c’est justement ce qui me fait te détester. Je sais que cette statue, toi, tu la feras.</w:t>
      </w:r>
    </w:p>
    <w:p w14:paraId="2F741F67" w14:textId="77777777" w:rsidR="00436A56" w:rsidRPr="00436A56" w:rsidRDefault="00436A56" w:rsidP="00436A56">
      <w:proofErr w:type="spellStart"/>
      <w:r w:rsidRPr="00436A56">
        <w:rPr>
          <w:szCs w:val="32"/>
        </w:rPr>
        <w:t>SIRIO</w:t>
      </w:r>
      <w:proofErr w:type="spellEnd"/>
      <w:r w:rsidRPr="00436A56">
        <w:rPr>
          <w:szCs w:val="32"/>
        </w:rPr>
        <w:t>. – Je la ferai, oui, et ce sera tout.</w:t>
      </w:r>
    </w:p>
    <w:p w14:paraId="14E57EC6" w14:textId="77777777" w:rsidR="00436A56" w:rsidRPr="00436A56" w:rsidRDefault="00436A56" w:rsidP="00436A56">
      <w:proofErr w:type="spellStart"/>
      <w:r w:rsidRPr="00436A56">
        <w:rPr>
          <w:szCs w:val="32"/>
        </w:rPr>
        <w:t>GUINCANO</w:t>
      </w:r>
      <w:proofErr w:type="spellEnd"/>
      <w:r w:rsidRPr="00436A56">
        <w:rPr>
          <w:szCs w:val="32"/>
        </w:rPr>
        <w:t>. – Et après, tu changeras de métier.</w:t>
      </w:r>
    </w:p>
    <w:p w14:paraId="433D28ED" w14:textId="77777777" w:rsidR="00436A56" w:rsidRPr="00436A56" w:rsidRDefault="00436A56" w:rsidP="00436A56">
      <w:proofErr w:type="spellStart"/>
      <w:r w:rsidRPr="00436A56">
        <w:rPr>
          <w:szCs w:val="32"/>
        </w:rPr>
        <w:t>SIRIO</w:t>
      </w:r>
      <w:proofErr w:type="spellEnd"/>
      <w:r w:rsidRPr="00436A56">
        <w:rPr>
          <w:szCs w:val="32"/>
        </w:rPr>
        <w:t>. – Non, ce sera tout. Je ne ferai plus rien.</w:t>
      </w:r>
    </w:p>
    <w:p w14:paraId="1C57F261"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il le regarde et puis. </w:t>
      </w:r>
      <w:r w:rsidRPr="00436A56">
        <w:rPr>
          <w:szCs w:val="32"/>
        </w:rPr>
        <w:t>– Tu feras comme ton frère.</w:t>
      </w:r>
    </w:p>
    <w:p w14:paraId="74FA2463" w14:textId="77777777" w:rsidR="00436A56" w:rsidRPr="00436A56" w:rsidRDefault="00436A56" w:rsidP="00436A56">
      <w:proofErr w:type="spellStart"/>
      <w:r w:rsidRPr="00436A56">
        <w:rPr>
          <w:szCs w:val="32"/>
        </w:rPr>
        <w:t>SIRIO</w:t>
      </w:r>
      <w:proofErr w:type="spellEnd"/>
      <w:r w:rsidRPr="00436A56">
        <w:rPr>
          <w:szCs w:val="32"/>
        </w:rPr>
        <w:t>. – Mon frère a agi comme un sot.</w:t>
      </w:r>
    </w:p>
    <w:p w14:paraId="3B52F029" w14:textId="77777777" w:rsidR="00436A56" w:rsidRPr="00436A56" w:rsidRDefault="00436A56" w:rsidP="00436A56">
      <w:proofErr w:type="spellStart"/>
      <w:r w:rsidRPr="00436A56">
        <w:rPr>
          <w:szCs w:val="32"/>
        </w:rPr>
        <w:t>GUINCANO</w:t>
      </w:r>
      <w:proofErr w:type="spellEnd"/>
      <w:r w:rsidRPr="00436A56">
        <w:rPr>
          <w:szCs w:val="32"/>
        </w:rPr>
        <w:t>. – Est-il déjà guéri ?</w:t>
      </w:r>
    </w:p>
    <w:p w14:paraId="77D43B05" w14:textId="77777777" w:rsidR="00436A56" w:rsidRPr="00436A56" w:rsidRDefault="00436A56" w:rsidP="00436A56">
      <w:proofErr w:type="spellStart"/>
      <w:r w:rsidRPr="00436A56">
        <w:rPr>
          <w:szCs w:val="32"/>
        </w:rPr>
        <w:t>SIRIO</w:t>
      </w:r>
      <w:proofErr w:type="spellEnd"/>
      <w:r w:rsidRPr="00436A56">
        <w:rPr>
          <w:szCs w:val="32"/>
        </w:rPr>
        <w:t>. – Guéri ? Il est seul plus que moi. Je dis sot parce qu’il n’a pas su s’y prendre. Sois bien sûr que, moi, je saurai m’y prendre.</w:t>
      </w:r>
    </w:p>
    <w:p w14:paraId="23E91EC3" w14:textId="77777777" w:rsidR="00436A56" w:rsidRPr="00436A56" w:rsidRDefault="00436A56" w:rsidP="00436A56">
      <w:proofErr w:type="spellStart"/>
      <w:r w:rsidRPr="00436A56">
        <w:rPr>
          <w:szCs w:val="32"/>
        </w:rPr>
        <w:lastRenderedPageBreak/>
        <w:t>TUDA</w:t>
      </w:r>
      <w:proofErr w:type="spellEnd"/>
      <w:r w:rsidRPr="00436A56">
        <w:rPr>
          <w:szCs w:val="32"/>
        </w:rPr>
        <w:t>. – Mais que dit-il ? Il parle sérieusement de se tuer ?</w:t>
      </w:r>
    </w:p>
    <w:p w14:paraId="414DE0B4"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se retournant soudain méprisant. </w:t>
      </w:r>
      <w:r w:rsidRPr="00436A56">
        <w:rPr>
          <w:szCs w:val="32"/>
        </w:rPr>
        <w:t>– Toi, ne te mêle pas de…</w:t>
      </w:r>
    </w:p>
    <w:p w14:paraId="63B22644" w14:textId="77777777" w:rsidR="00436A56" w:rsidRPr="00436A56" w:rsidRDefault="00436A56" w:rsidP="00436A56">
      <w:proofErr w:type="spellStart"/>
      <w:r w:rsidRPr="00436A56">
        <w:rPr>
          <w:szCs w:val="32"/>
        </w:rPr>
        <w:t>GUINCANO</w:t>
      </w:r>
      <w:proofErr w:type="spellEnd"/>
      <w:r w:rsidRPr="00436A56">
        <w:rPr>
          <w:szCs w:val="32"/>
        </w:rPr>
        <w:t>. – Maladie de famille.</w:t>
      </w:r>
    </w:p>
    <w:p w14:paraId="4472E67B" w14:textId="77777777" w:rsidR="00436A56" w:rsidRPr="00436A56" w:rsidRDefault="00436A56" w:rsidP="00436A56">
      <w:proofErr w:type="spellStart"/>
      <w:r w:rsidRPr="00436A56">
        <w:rPr>
          <w:szCs w:val="32"/>
        </w:rPr>
        <w:t>TUDA</w:t>
      </w:r>
      <w:proofErr w:type="spellEnd"/>
      <w:r w:rsidRPr="00436A56">
        <w:rPr>
          <w:szCs w:val="32"/>
        </w:rPr>
        <w:t xml:space="preserve">. – Oh ! tu pourrais bien ne pas prendre ces grands airs avec moi. Tu peux en parler de celles qui se mêlent des affaires d’autrui et surtout des tiennes. Pour moi, tu peux te tuer à l’instant même, je ne me tournerais même pas pour te regarder. Je pense que d’abord si je continue à te servir de modèle, c’est moi que tu auras tuée.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Mais tranquillise-toi, il ne se tue pas pour le moment ; il ne la finira jamais cette statue. Et c’est là peut-être un prétexte pour ne jamais la finir.</w:t>
      </w:r>
    </w:p>
    <w:p w14:paraId="0700C61E" w14:textId="77777777" w:rsidR="00436A56" w:rsidRPr="00436A56" w:rsidRDefault="00436A56" w:rsidP="00436A56">
      <w:proofErr w:type="spellStart"/>
      <w:r w:rsidRPr="00436A56">
        <w:rPr>
          <w:szCs w:val="32"/>
        </w:rPr>
        <w:t>SIRIO</w:t>
      </w:r>
      <w:proofErr w:type="spellEnd"/>
      <w:r w:rsidRPr="00436A56">
        <w:rPr>
          <w:szCs w:val="32"/>
        </w:rPr>
        <w:t>. – Non, ma chère : car au lieu d’être ici à parler avec toi, avec lui et de supporter votre vue…</w:t>
      </w:r>
    </w:p>
    <w:p w14:paraId="43BD20AD" w14:textId="77777777" w:rsidR="00436A56" w:rsidRPr="00436A56" w:rsidRDefault="00436A56" w:rsidP="00436A56">
      <w:proofErr w:type="spellStart"/>
      <w:r w:rsidRPr="00436A56">
        <w:rPr>
          <w:szCs w:val="32"/>
        </w:rPr>
        <w:t>TUDA</w:t>
      </w:r>
      <w:proofErr w:type="spellEnd"/>
      <w:r w:rsidRPr="00436A56">
        <w:rPr>
          <w:szCs w:val="32"/>
        </w:rPr>
        <w:t>. – Merci ! je veux m’en aller, tu me retiens !…</w:t>
      </w:r>
    </w:p>
    <w:p w14:paraId="499B5407" w14:textId="77777777" w:rsidR="00436A56" w:rsidRPr="00436A56" w:rsidRDefault="00436A56" w:rsidP="00436A56">
      <w:proofErr w:type="spellStart"/>
      <w:r w:rsidRPr="00436A56">
        <w:rPr>
          <w:szCs w:val="32"/>
        </w:rPr>
        <w:t>SIRIO</w:t>
      </w:r>
      <w:proofErr w:type="spellEnd"/>
      <w:r w:rsidRPr="00436A56">
        <w:rPr>
          <w:szCs w:val="32"/>
        </w:rPr>
        <w:t xml:space="preserve">. – Mais je dis aussi bien la vue des autres, de toutes les choses de ce qu’il appelle « vivre ». </w:t>
      </w:r>
      <w:r w:rsidRPr="00436A56">
        <w:rPr>
          <w:i/>
          <w:iCs/>
          <w:szCs w:val="32"/>
        </w:rPr>
        <w:t xml:space="preserve">(À </w:t>
      </w:r>
      <w:proofErr w:type="spellStart"/>
      <w:r w:rsidRPr="00436A56">
        <w:rPr>
          <w:i/>
          <w:iCs/>
          <w:szCs w:val="32"/>
        </w:rPr>
        <w:t>Guincano</w:t>
      </w:r>
      <w:proofErr w:type="spellEnd"/>
      <w:r w:rsidRPr="00436A56">
        <w:rPr>
          <w:i/>
          <w:iCs/>
          <w:szCs w:val="32"/>
        </w:rPr>
        <w:t xml:space="preserve"> avec fougue.) </w:t>
      </w:r>
      <w:r w:rsidRPr="00436A56">
        <w:rPr>
          <w:szCs w:val="32"/>
        </w:rPr>
        <w:t>Quoi ? voyager, comme fait maintenant mon frère ? jouer, aimer des femmes, une belle maison, des amis, bien s’habiller, entendre les mêmes discours, faire les mêmes choses, vivre pour vivre ?</w:t>
      </w:r>
    </w:p>
    <w:p w14:paraId="66F37FCF" w14:textId="77777777" w:rsidR="00436A56" w:rsidRPr="00436A56" w:rsidRDefault="00436A56" w:rsidP="00436A56">
      <w:proofErr w:type="spellStart"/>
      <w:r w:rsidRPr="00436A56">
        <w:rPr>
          <w:szCs w:val="32"/>
        </w:rPr>
        <w:t>GUINCANO</w:t>
      </w:r>
      <w:proofErr w:type="spellEnd"/>
      <w:r w:rsidRPr="00436A56">
        <w:rPr>
          <w:szCs w:val="32"/>
        </w:rPr>
        <w:t>. – Mais oui, et sans même savoir que l’on vit.</w:t>
      </w:r>
    </w:p>
    <w:p w14:paraId="267B1E4A" w14:textId="77777777" w:rsidR="00436A56" w:rsidRPr="00436A56" w:rsidRDefault="00436A56" w:rsidP="00436A56">
      <w:proofErr w:type="spellStart"/>
      <w:r w:rsidRPr="00436A56">
        <w:rPr>
          <w:szCs w:val="32"/>
        </w:rPr>
        <w:t>SIRIO</w:t>
      </w:r>
      <w:proofErr w:type="spellEnd"/>
      <w:r w:rsidRPr="00436A56">
        <w:rPr>
          <w:szCs w:val="32"/>
        </w:rPr>
        <w:t>. – Oui, comme les bêtes.</w:t>
      </w:r>
    </w:p>
    <w:p w14:paraId="5C45BA8C" w14:textId="77777777" w:rsidR="00436A56" w:rsidRPr="00436A56" w:rsidRDefault="00436A56" w:rsidP="00436A56">
      <w:proofErr w:type="spellStart"/>
      <w:r w:rsidRPr="00436A56">
        <w:rPr>
          <w:szCs w:val="32"/>
        </w:rPr>
        <w:t>GUINCANO</w:t>
      </w:r>
      <w:proofErr w:type="spellEnd"/>
      <w:r w:rsidRPr="00436A56">
        <w:rPr>
          <w:szCs w:val="32"/>
        </w:rPr>
        <w:t>. – Mais non, pas comme les bêtes. Les bêtes ne deviennent pas folles.</w:t>
      </w:r>
    </w:p>
    <w:p w14:paraId="7A127981" w14:textId="77777777" w:rsidR="00436A56" w:rsidRPr="00436A56" w:rsidRDefault="00436A56" w:rsidP="00436A56">
      <w:proofErr w:type="spellStart"/>
      <w:r w:rsidRPr="00436A56">
        <w:rPr>
          <w:szCs w:val="32"/>
        </w:rPr>
        <w:lastRenderedPageBreak/>
        <w:t>SIRIO</w:t>
      </w:r>
      <w:proofErr w:type="spellEnd"/>
      <w:r w:rsidRPr="00436A56">
        <w:rPr>
          <w:szCs w:val="32"/>
        </w:rPr>
        <w:t>. – Ah ! tu veux dire vivre en fou.</w:t>
      </w:r>
    </w:p>
    <w:p w14:paraId="31CC323D" w14:textId="77777777" w:rsidR="00436A56" w:rsidRPr="00436A56" w:rsidRDefault="00436A56" w:rsidP="00436A56">
      <w:proofErr w:type="spellStart"/>
      <w:r w:rsidRPr="00436A56">
        <w:rPr>
          <w:szCs w:val="32"/>
        </w:rPr>
        <w:t>GUINCANO</w:t>
      </w:r>
      <w:proofErr w:type="spellEnd"/>
      <w:r w:rsidRPr="00436A56">
        <w:rPr>
          <w:szCs w:val="32"/>
        </w:rPr>
        <w:t>. – En fou à ma manière.</w:t>
      </w:r>
    </w:p>
    <w:p w14:paraId="01B0290D" w14:textId="77777777" w:rsidR="00436A56" w:rsidRPr="00436A56" w:rsidRDefault="00436A56" w:rsidP="00436A56">
      <w:proofErr w:type="spellStart"/>
      <w:r w:rsidRPr="00436A56">
        <w:rPr>
          <w:szCs w:val="32"/>
        </w:rPr>
        <w:t>SIRIO</w:t>
      </w:r>
      <w:proofErr w:type="spellEnd"/>
      <w:r w:rsidRPr="00436A56">
        <w:rPr>
          <w:szCs w:val="32"/>
        </w:rPr>
        <w:t xml:space="preserve">. – Merci : je connais. J’ai fait le fou. Je m’en suis très vite dégoûté et non seulement cette folie a fini par m’être tellement odieuse </w:t>
      </w:r>
      <w:r w:rsidRPr="00436A56">
        <w:rPr>
          <w:i/>
          <w:iCs/>
          <w:szCs w:val="32"/>
        </w:rPr>
        <w:t xml:space="preserve">(se tournant vers. </w:t>
      </w:r>
      <w:proofErr w:type="spellStart"/>
      <w:r w:rsidRPr="00436A56">
        <w:rPr>
          <w:i/>
          <w:iCs/>
          <w:szCs w:val="32"/>
        </w:rPr>
        <w:t>Tuda</w:t>
      </w:r>
      <w:proofErr w:type="spellEnd"/>
      <w:r w:rsidRPr="00436A56">
        <w:rPr>
          <w:i/>
          <w:iCs/>
          <w:szCs w:val="32"/>
        </w:rPr>
        <w:t xml:space="preserve">), </w:t>
      </w:r>
      <w:r w:rsidRPr="00436A56">
        <w:rPr>
          <w:szCs w:val="32"/>
        </w:rPr>
        <w:t xml:space="preserve">que je crains plutôt le contraire maintenant, je veux dire : je crains de me contenter de ce que je viens de faire là </w:t>
      </w:r>
      <w:r w:rsidRPr="00436A56">
        <w:rPr>
          <w:i/>
          <w:iCs/>
          <w:szCs w:val="32"/>
        </w:rPr>
        <w:t xml:space="preserve">(il fait un signe vers le rideau pour indiquer qu’il s’agit de la statue) </w:t>
      </w:r>
      <w:r w:rsidRPr="00436A56">
        <w:rPr>
          <w:szCs w:val="32"/>
        </w:rPr>
        <w:t>et dire qu’elle est terminée, afin de la terminer.</w:t>
      </w:r>
    </w:p>
    <w:p w14:paraId="5E2397DC" w14:textId="77777777" w:rsidR="00436A56" w:rsidRPr="00436A56" w:rsidRDefault="00436A56" w:rsidP="00436A56">
      <w:proofErr w:type="spellStart"/>
      <w:r w:rsidRPr="00436A56">
        <w:rPr>
          <w:szCs w:val="32"/>
        </w:rPr>
        <w:t>GUINCANO</w:t>
      </w:r>
      <w:proofErr w:type="spellEnd"/>
      <w:r w:rsidRPr="00436A56">
        <w:rPr>
          <w:szCs w:val="32"/>
        </w:rPr>
        <w:t>. – Tu te nourris pour ta statue, tu dors pour ta statue…</w:t>
      </w:r>
    </w:p>
    <w:p w14:paraId="1685BF59" w14:textId="77777777" w:rsidR="00436A56" w:rsidRPr="00436A56" w:rsidRDefault="00436A56" w:rsidP="00436A56">
      <w:proofErr w:type="spellStart"/>
      <w:r w:rsidRPr="00436A56">
        <w:rPr>
          <w:szCs w:val="32"/>
        </w:rPr>
        <w:t>SIRIO</w:t>
      </w:r>
      <w:proofErr w:type="spellEnd"/>
      <w:r w:rsidRPr="00436A56">
        <w:rPr>
          <w:szCs w:val="32"/>
        </w:rPr>
        <w:t xml:space="preserve">. – Toi qui n’es pas vulgaire, tu pourrais te dispenser d’une aussi pauvre ironie. Voilà, je te réponds : oui. Et je te défie d’en rire. </w:t>
      </w:r>
      <w:r w:rsidRPr="00436A56">
        <w:rPr>
          <w:i/>
          <w:iCs/>
          <w:szCs w:val="32"/>
        </w:rPr>
        <w:t xml:space="preserve">(Puis, se tournant vers </w:t>
      </w:r>
      <w:proofErr w:type="spellStart"/>
      <w:r w:rsidRPr="00436A56">
        <w:rPr>
          <w:i/>
          <w:iCs/>
          <w:szCs w:val="32"/>
        </w:rPr>
        <w:t>Tuda</w:t>
      </w:r>
      <w:proofErr w:type="spellEnd"/>
      <w:r w:rsidRPr="00436A56">
        <w:rPr>
          <w:i/>
          <w:iCs/>
          <w:szCs w:val="32"/>
        </w:rPr>
        <w:t xml:space="preserve">.) </w:t>
      </w:r>
      <w:r w:rsidRPr="00436A56">
        <w:rPr>
          <w:szCs w:val="32"/>
        </w:rPr>
        <w:t>Tu t’es assez reposée maintenant. Allons, viens.</w:t>
      </w:r>
    </w:p>
    <w:p w14:paraId="240A7D72" w14:textId="77777777" w:rsidR="00436A56" w:rsidRPr="00436A56" w:rsidRDefault="00436A56" w:rsidP="00436A56">
      <w:proofErr w:type="spellStart"/>
      <w:r w:rsidRPr="00436A56">
        <w:rPr>
          <w:szCs w:val="32"/>
        </w:rPr>
        <w:t>TUDA</w:t>
      </w:r>
      <w:proofErr w:type="spellEnd"/>
      <w:r w:rsidRPr="00436A56">
        <w:rPr>
          <w:szCs w:val="32"/>
        </w:rPr>
        <w:t xml:space="preserve">. – Mais </w:t>
      </w:r>
      <w:proofErr w:type="spellStart"/>
      <w:r w:rsidRPr="00436A56">
        <w:rPr>
          <w:szCs w:val="32"/>
        </w:rPr>
        <w:t>Caravani</w:t>
      </w:r>
      <w:proofErr w:type="spellEnd"/>
      <w:r w:rsidRPr="00436A56">
        <w:rPr>
          <w:szCs w:val="32"/>
        </w:rPr>
        <w:t xml:space="preserve"> vient me chercher dans quelques minutes.</w:t>
      </w:r>
    </w:p>
    <w:p w14:paraId="417B3629" w14:textId="77777777" w:rsidR="00436A56" w:rsidRPr="00436A56" w:rsidRDefault="00436A56" w:rsidP="00436A56">
      <w:proofErr w:type="spellStart"/>
      <w:r w:rsidRPr="00436A56">
        <w:rPr>
          <w:szCs w:val="32"/>
        </w:rPr>
        <w:t>SIRIO</w:t>
      </w:r>
      <w:proofErr w:type="spellEnd"/>
      <w:r w:rsidRPr="00436A56">
        <w:rPr>
          <w:szCs w:val="32"/>
        </w:rPr>
        <w:t>. – Pour te conduire dans quelque autre lupanar.</w:t>
      </w:r>
    </w:p>
    <w:p w14:paraId="2ED9A221" w14:textId="77777777" w:rsidR="00436A56" w:rsidRPr="00436A56" w:rsidRDefault="00436A56" w:rsidP="00436A56">
      <w:proofErr w:type="spellStart"/>
      <w:r w:rsidRPr="00436A56">
        <w:rPr>
          <w:szCs w:val="32"/>
        </w:rPr>
        <w:t>TUDA</w:t>
      </w:r>
      <w:proofErr w:type="spellEnd"/>
      <w:r w:rsidRPr="00436A56">
        <w:rPr>
          <w:szCs w:val="32"/>
        </w:rPr>
        <w:t xml:space="preserve">. – Lupanar… parce qu’une fois à Paris, étant très jeune, il a eu besoin… ce fut d’ailleurs sa chance ; tu ne peux nier qu’il fasse bien le nu et il est à la mode, lui aussi, comme portraitiste. </w:t>
      </w:r>
      <w:r w:rsidRPr="00436A56">
        <w:rPr>
          <w:i/>
          <w:iCs/>
          <w:szCs w:val="32"/>
        </w:rPr>
        <w:t xml:space="preserve">(Puis, brusquement.) </w:t>
      </w:r>
      <w:r w:rsidRPr="00436A56">
        <w:rPr>
          <w:szCs w:val="32"/>
        </w:rPr>
        <w:t>Ton amie le sait bien d’ailleurs puisqu’elle lui fait faire son portrait en amazone, à cheval.</w:t>
      </w:r>
    </w:p>
    <w:p w14:paraId="6E2DA0A8" w14:textId="77777777" w:rsidR="00436A56" w:rsidRPr="00436A56" w:rsidRDefault="00436A56" w:rsidP="00436A56">
      <w:proofErr w:type="spellStart"/>
      <w:r w:rsidRPr="00436A56">
        <w:rPr>
          <w:szCs w:val="32"/>
        </w:rPr>
        <w:t>SIRIO</w:t>
      </w:r>
      <w:proofErr w:type="spellEnd"/>
      <w:r w:rsidRPr="00436A56">
        <w:rPr>
          <w:szCs w:val="32"/>
        </w:rPr>
        <w:t>. – Tu n’as pas honte ?</w:t>
      </w:r>
    </w:p>
    <w:p w14:paraId="6779309C" w14:textId="77777777" w:rsidR="00436A56" w:rsidRPr="00436A56" w:rsidRDefault="00436A56" w:rsidP="00436A56">
      <w:proofErr w:type="spellStart"/>
      <w:r w:rsidRPr="00436A56">
        <w:rPr>
          <w:szCs w:val="32"/>
        </w:rPr>
        <w:t>TUDA</w:t>
      </w:r>
      <w:proofErr w:type="spellEnd"/>
      <w:r w:rsidRPr="00436A56">
        <w:rPr>
          <w:szCs w:val="32"/>
        </w:rPr>
        <w:t>. – Honte de quoi ? Je ne trahis aucun secret. Elle te le dira elle-même.</w:t>
      </w:r>
    </w:p>
    <w:p w14:paraId="2F4AB9F3" w14:textId="77777777" w:rsidR="00436A56" w:rsidRPr="00436A56" w:rsidRDefault="00436A56" w:rsidP="00436A56">
      <w:proofErr w:type="spellStart"/>
      <w:r w:rsidRPr="00436A56">
        <w:rPr>
          <w:szCs w:val="32"/>
        </w:rPr>
        <w:lastRenderedPageBreak/>
        <w:t>SIRIO</w:t>
      </w:r>
      <w:proofErr w:type="spellEnd"/>
      <w:r w:rsidRPr="00436A56">
        <w:rPr>
          <w:szCs w:val="32"/>
        </w:rPr>
        <w:t>. – Mais non, je veux dire de prêter aussi ton corps…</w:t>
      </w:r>
    </w:p>
    <w:p w14:paraId="60CC5A9E" w14:textId="77777777" w:rsidR="00436A56" w:rsidRPr="00436A56" w:rsidRDefault="00436A56" w:rsidP="00436A56">
      <w:proofErr w:type="spellStart"/>
      <w:r w:rsidRPr="00436A56">
        <w:rPr>
          <w:szCs w:val="32"/>
        </w:rPr>
        <w:t>GUINCANO</w:t>
      </w:r>
      <w:proofErr w:type="spellEnd"/>
      <w:r w:rsidRPr="00436A56">
        <w:rPr>
          <w:szCs w:val="32"/>
        </w:rPr>
        <w:t>. – Tandis que lui, ici, il te le glorifie, ton corps, pour une si pure déesse.</w:t>
      </w:r>
    </w:p>
    <w:p w14:paraId="1ABD5A35" w14:textId="77777777" w:rsidR="00436A56" w:rsidRPr="00436A56" w:rsidRDefault="00436A56" w:rsidP="00436A56">
      <w:proofErr w:type="spellStart"/>
      <w:r w:rsidRPr="00436A56">
        <w:rPr>
          <w:szCs w:val="32"/>
        </w:rPr>
        <w:t>TUDA</w:t>
      </w:r>
      <w:proofErr w:type="spellEnd"/>
      <w:r w:rsidRPr="00436A56">
        <w:rPr>
          <w:szCs w:val="32"/>
        </w:rPr>
        <w:t xml:space="preserve">. – Oui et il est en train de me tuer. Mais vous ne savez pas ce que j’ai suggéré à </w:t>
      </w:r>
      <w:proofErr w:type="spellStart"/>
      <w:r w:rsidRPr="00436A56">
        <w:rPr>
          <w:szCs w:val="32"/>
        </w:rPr>
        <w:t>Caravani</w:t>
      </w:r>
      <w:proofErr w:type="spellEnd"/>
      <w:r w:rsidRPr="00436A56">
        <w:rPr>
          <w:szCs w:val="32"/>
        </w:rPr>
        <w:t xml:space="preserve"> pour me venger ?</w:t>
      </w:r>
    </w:p>
    <w:p w14:paraId="6D3A71ED" w14:textId="77777777" w:rsidR="00436A56" w:rsidRPr="00436A56" w:rsidRDefault="00436A56" w:rsidP="00436A56">
      <w:proofErr w:type="spellStart"/>
      <w:r w:rsidRPr="00436A56">
        <w:rPr>
          <w:szCs w:val="32"/>
        </w:rPr>
        <w:t>GUINCANO</w:t>
      </w:r>
      <w:proofErr w:type="spellEnd"/>
      <w:r w:rsidRPr="00436A56">
        <w:rPr>
          <w:szCs w:val="32"/>
        </w:rPr>
        <w:t>. – De faire une Diane lui aussi. Très bien.</w:t>
      </w:r>
    </w:p>
    <w:p w14:paraId="763186A8"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furieux. </w:t>
      </w:r>
      <w:r w:rsidRPr="00436A56">
        <w:rPr>
          <w:szCs w:val="32"/>
        </w:rPr>
        <w:t>– Ah ! non, non ! pas avec toi. Je le lui interdis.</w:t>
      </w:r>
    </w:p>
    <w:p w14:paraId="6507DB15" w14:textId="77777777" w:rsidR="00436A56" w:rsidRPr="00436A56" w:rsidRDefault="00436A56" w:rsidP="00436A56">
      <w:proofErr w:type="spellStart"/>
      <w:r w:rsidRPr="00436A56">
        <w:rPr>
          <w:szCs w:val="32"/>
        </w:rPr>
        <w:t>TUDA</w:t>
      </w:r>
      <w:proofErr w:type="spellEnd"/>
      <w:r w:rsidRPr="00436A56">
        <w:rPr>
          <w:szCs w:val="32"/>
        </w:rPr>
        <w:t>. – Tu as le monopole de la déesse Diane.</w:t>
      </w:r>
    </w:p>
    <w:p w14:paraId="796C9ECD" w14:textId="77777777" w:rsidR="00436A56" w:rsidRPr="00436A56" w:rsidRDefault="00436A56" w:rsidP="00436A56">
      <w:proofErr w:type="spellStart"/>
      <w:r w:rsidRPr="00436A56">
        <w:rPr>
          <w:szCs w:val="32"/>
        </w:rPr>
        <w:t>SIRIO</w:t>
      </w:r>
      <w:proofErr w:type="spellEnd"/>
      <w:r w:rsidRPr="00436A56">
        <w:rPr>
          <w:szCs w:val="32"/>
        </w:rPr>
        <w:t>. – Pendant que je suis en train de travailler avec toi, oui ; je le lui défends d’autant plus que tu le lui as suggéré.</w:t>
      </w:r>
    </w:p>
    <w:p w14:paraId="57150712" w14:textId="77777777" w:rsidR="00436A56" w:rsidRPr="00436A56" w:rsidRDefault="00436A56" w:rsidP="00436A56">
      <w:proofErr w:type="spellStart"/>
      <w:r w:rsidRPr="00436A56">
        <w:rPr>
          <w:szCs w:val="32"/>
        </w:rPr>
        <w:t>TUDA</w:t>
      </w:r>
      <w:proofErr w:type="spellEnd"/>
      <w:r w:rsidRPr="00436A56">
        <w:rPr>
          <w:szCs w:val="32"/>
        </w:rPr>
        <w:t>. – Mais c’est tout autre chose…</w:t>
      </w:r>
    </w:p>
    <w:p w14:paraId="5CBD2D41" w14:textId="77777777" w:rsidR="00436A56" w:rsidRPr="00436A56" w:rsidRDefault="00436A56" w:rsidP="00436A56">
      <w:proofErr w:type="spellStart"/>
      <w:r w:rsidRPr="00436A56">
        <w:rPr>
          <w:szCs w:val="32"/>
        </w:rPr>
        <w:t>SIRIO</w:t>
      </w:r>
      <w:proofErr w:type="spellEnd"/>
      <w:r w:rsidRPr="00436A56">
        <w:rPr>
          <w:szCs w:val="32"/>
        </w:rPr>
        <w:t>. – Justement, ce serait une horreur et prends garde que je ne le tolérerai pas.</w:t>
      </w:r>
    </w:p>
    <w:p w14:paraId="607E1025" w14:textId="77777777" w:rsidR="00436A56" w:rsidRPr="00436A56" w:rsidRDefault="00436A56" w:rsidP="00436A56">
      <w:proofErr w:type="spellStart"/>
      <w:r w:rsidRPr="00436A56">
        <w:rPr>
          <w:szCs w:val="32"/>
        </w:rPr>
        <w:t>TUDA</w:t>
      </w:r>
      <w:proofErr w:type="spellEnd"/>
      <w:r w:rsidRPr="00436A56">
        <w:rPr>
          <w:szCs w:val="32"/>
        </w:rPr>
        <w:t>. – Sais-tu que tu deviens insupportable ? Pensez donc, maître, une Diane gentiment assise le coude sur la cuisse.</w:t>
      </w:r>
    </w:p>
    <w:p w14:paraId="5F3E4D1B" w14:textId="77777777" w:rsidR="00436A56" w:rsidRPr="00436A56" w:rsidRDefault="00436A56" w:rsidP="00436A56">
      <w:proofErr w:type="spellStart"/>
      <w:r w:rsidRPr="00436A56">
        <w:rPr>
          <w:szCs w:val="32"/>
        </w:rPr>
        <w:t>SIRIO</w:t>
      </w:r>
      <w:proofErr w:type="spellEnd"/>
      <w:r w:rsidRPr="00436A56">
        <w:rPr>
          <w:szCs w:val="32"/>
        </w:rPr>
        <w:t>. – Tais-toi.</w:t>
      </w:r>
    </w:p>
    <w:p w14:paraId="7420F3B3" w14:textId="77777777" w:rsidR="00436A56" w:rsidRPr="00436A56" w:rsidRDefault="00436A56" w:rsidP="00436A56">
      <w:proofErr w:type="spellStart"/>
      <w:r w:rsidRPr="00436A56">
        <w:rPr>
          <w:szCs w:val="32"/>
        </w:rPr>
        <w:t>TUDA</w:t>
      </w:r>
      <w:proofErr w:type="spellEnd"/>
      <w:r w:rsidRPr="00436A56">
        <w:rPr>
          <w:szCs w:val="32"/>
        </w:rPr>
        <w:t xml:space="preserve">. – Très commode comme pose, la tête comme ça </w:t>
      </w:r>
      <w:r w:rsidRPr="00436A56">
        <w:rPr>
          <w:i/>
          <w:iCs/>
          <w:szCs w:val="32"/>
        </w:rPr>
        <w:t xml:space="preserve">(elle appuie sa joue à sa main), </w:t>
      </w:r>
      <w:r w:rsidRPr="00436A56">
        <w:rPr>
          <w:szCs w:val="32"/>
        </w:rPr>
        <w:t>qui est occupée à regarder un beau jeune homme, Endymion endormi, moitié vert, moitié violet au milieu des brebis – un amour !</w:t>
      </w:r>
    </w:p>
    <w:p w14:paraId="2F3213A3" w14:textId="77777777" w:rsidR="00436A56" w:rsidRPr="00436A56" w:rsidRDefault="00436A56" w:rsidP="00436A56">
      <w:pPr>
        <w:jc w:val="right"/>
      </w:pPr>
      <w:r w:rsidRPr="00436A56">
        <w:rPr>
          <w:i/>
          <w:iCs/>
          <w:szCs w:val="32"/>
        </w:rPr>
        <w:t>Elle éclate de rire.</w:t>
      </w:r>
    </w:p>
    <w:p w14:paraId="2F282690" w14:textId="77777777" w:rsidR="00436A56" w:rsidRPr="00436A56" w:rsidRDefault="00436A56" w:rsidP="00436A56">
      <w:proofErr w:type="spellStart"/>
      <w:r w:rsidRPr="00436A56">
        <w:rPr>
          <w:szCs w:val="32"/>
        </w:rPr>
        <w:t>SIRIO</w:t>
      </w:r>
      <w:proofErr w:type="spellEnd"/>
      <w:r w:rsidRPr="00436A56">
        <w:rPr>
          <w:szCs w:val="32"/>
        </w:rPr>
        <w:t>. – Je l’étranglerais.</w:t>
      </w:r>
    </w:p>
    <w:p w14:paraId="325C2DB1" w14:textId="77777777" w:rsidR="00436A56" w:rsidRPr="00436A56" w:rsidRDefault="00436A56" w:rsidP="00436A56">
      <w:proofErr w:type="spellStart"/>
      <w:r w:rsidRPr="00436A56">
        <w:rPr>
          <w:szCs w:val="32"/>
        </w:rPr>
        <w:lastRenderedPageBreak/>
        <w:t>TUDA</w:t>
      </w:r>
      <w:proofErr w:type="spellEnd"/>
      <w:r w:rsidRPr="00436A56">
        <w:rPr>
          <w:szCs w:val="32"/>
        </w:rPr>
        <w:t xml:space="preserve">. – Tu es jaloux ? Mais quand un artiste veut un modèle pour lui tout seul, tu sais ce qu’il fait ? Il l’épouse, mon ami. </w:t>
      </w:r>
      <w:r w:rsidRPr="00436A56">
        <w:rPr>
          <w:i/>
          <w:iCs/>
          <w:szCs w:val="32"/>
        </w:rPr>
        <w:t xml:space="preserve">(À un regard dédaigneux de </w:t>
      </w:r>
      <w:proofErr w:type="spellStart"/>
      <w:r w:rsidRPr="00436A56">
        <w:rPr>
          <w:i/>
          <w:iCs/>
          <w:szCs w:val="32"/>
        </w:rPr>
        <w:t>Sirio</w:t>
      </w:r>
      <w:proofErr w:type="spellEnd"/>
      <w:r w:rsidRPr="00436A56">
        <w:rPr>
          <w:i/>
          <w:iCs/>
          <w:szCs w:val="32"/>
        </w:rPr>
        <w:t xml:space="preserve">.) </w:t>
      </w:r>
      <w:r w:rsidRPr="00436A56">
        <w:rPr>
          <w:szCs w:val="32"/>
        </w:rPr>
        <w:t>Pourquoi ? Tu te trouverais déshonoré ? Il y en a d’autres qui l’ont fait et avec des femmes qui ne valaient pas un ongle de mon pied.</w:t>
      </w:r>
    </w:p>
    <w:p w14:paraId="1551AECD" w14:textId="77777777" w:rsidR="00436A56" w:rsidRPr="00436A56" w:rsidRDefault="00436A56" w:rsidP="00436A56">
      <w:proofErr w:type="spellStart"/>
      <w:r w:rsidRPr="00436A56">
        <w:rPr>
          <w:szCs w:val="32"/>
        </w:rPr>
        <w:t>SIRIO</w:t>
      </w:r>
      <w:proofErr w:type="spellEnd"/>
      <w:r w:rsidRPr="00436A56">
        <w:rPr>
          <w:szCs w:val="32"/>
        </w:rPr>
        <w:t>. – Combien donne-t-il ?</w:t>
      </w:r>
    </w:p>
    <w:p w14:paraId="79ABBD98" w14:textId="77777777" w:rsidR="00436A56" w:rsidRPr="00436A56" w:rsidRDefault="00436A56" w:rsidP="00436A56">
      <w:proofErr w:type="spellStart"/>
      <w:r w:rsidRPr="00436A56">
        <w:rPr>
          <w:szCs w:val="32"/>
        </w:rPr>
        <w:t>TUDA</w:t>
      </w:r>
      <w:proofErr w:type="spellEnd"/>
      <w:r w:rsidRPr="00436A56">
        <w:rPr>
          <w:szCs w:val="32"/>
        </w:rPr>
        <w:t xml:space="preserve">. – </w:t>
      </w:r>
      <w:proofErr w:type="spellStart"/>
      <w:r w:rsidRPr="00436A56">
        <w:rPr>
          <w:szCs w:val="32"/>
        </w:rPr>
        <w:t>Caravani</w:t>
      </w:r>
      <w:proofErr w:type="spellEnd"/>
      <w:r w:rsidRPr="00436A56">
        <w:rPr>
          <w:szCs w:val="32"/>
        </w:rPr>
        <w:t> ? La pose, rien de plus.</w:t>
      </w:r>
    </w:p>
    <w:p w14:paraId="4C95693A" w14:textId="77777777" w:rsidR="00436A56" w:rsidRPr="00436A56" w:rsidRDefault="00436A56" w:rsidP="00436A56">
      <w:proofErr w:type="spellStart"/>
      <w:r w:rsidRPr="00436A56">
        <w:rPr>
          <w:szCs w:val="32"/>
        </w:rPr>
        <w:t>SIRIO</w:t>
      </w:r>
      <w:proofErr w:type="spellEnd"/>
      <w:r w:rsidRPr="00436A56">
        <w:rPr>
          <w:szCs w:val="32"/>
        </w:rPr>
        <w:t>. – Mais il me semble qu’une de ses fameuses clientes ferait aussi bien son affaire.</w:t>
      </w:r>
    </w:p>
    <w:p w14:paraId="1AF2BD66" w14:textId="77777777" w:rsidR="00436A56" w:rsidRPr="00436A56" w:rsidRDefault="00436A56" w:rsidP="00436A56">
      <w:proofErr w:type="spellStart"/>
      <w:r w:rsidRPr="00436A56">
        <w:rPr>
          <w:szCs w:val="32"/>
        </w:rPr>
        <w:t>TUDA</w:t>
      </w:r>
      <w:proofErr w:type="spellEnd"/>
      <w:r w:rsidRPr="00436A56">
        <w:rPr>
          <w:szCs w:val="32"/>
        </w:rPr>
        <w:t>. – « Une de ses fameuses clientes… » Puisque je te dis qu’il fera aussi le portrait de ton amie. D’ailleurs, il a bien pu me voir en Diane comme toi-même.</w:t>
      </w:r>
    </w:p>
    <w:p w14:paraId="6D58B809" w14:textId="77777777" w:rsidR="00436A56" w:rsidRPr="00436A56" w:rsidRDefault="00436A56" w:rsidP="00436A56">
      <w:proofErr w:type="spellStart"/>
      <w:r w:rsidRPr="00436A56">
        <w:rPr>
          <w:szCs w:val="32"/>
        </w:rPr>
        <w:t>SIRIO</w:t>
      </w:r>
      <w:proofErr w:type="spellEnd"/>
      <w:r w:rsidRPr="00436A56">
        <w:rPr>
          <w:szCs w:val="32"/>
        </w:rPr>
        <w:t>. – Ne le dis pas, je t’en prie.</w:t>
      </w:r>
    </w:p>
    <w:p w14:paraId="7F992422" w14:textId="77777777" w:rsidR="00436A56" w:rsidRPr="00436A56" w:rsidRDefault="00436A56" w:rsidP="00436A56">
      <w:proofErr w:type="spellStart"/>
      <w:r w:rsidRPr="00436A56">
        <w:rPr>
          <w:szCs w:val="32"/>
        </w:rPr>
        <w:t>TUDA</w:t>
      </w:r>
      <w:proofErr w:type="spellEnd"/>
      <w:r w:rsidRPr="00436A56">
        <w:rPr>
          <w:szCs w:val="32"/>
        </w:rPr>
        <w:t>. – Un corps comme le mien…</w:t>
      </w:r>
    </w:p>
    <w:p w14:paraId="310C17BA" w14:textId="77777777" w:rsidR="00436A56" w:rsidRPr="00436A56" w:rsidRDefault="00436A56" w:rsidP="00436A56">
      <w:proofErr w:type="spellStart"/>
      <w:r w:rsidRPr="00436A56">
        <w:rPr>
          <w:szCs w:val="32"/>
        </w:rPr>
        <w:t>SIRIO</w:t>
      </w:r>
      <w:proofErr w:type="spellEnd"/>
      <w:r w:rsidRPr="00436A56">
        <w:rPr>
          <w:szCs w:val="32"/>
        </w:rPr>
        <w:t>. – Je te donnerai le double, le triple, le quadruple, cinq fois plus pour que tu cesses ce jeu ! Je te dis que je ne le supporterai pas.</w:t>
      </w:r>
    </w:p>
    <w:p w14:paraId="37F6F949" w14:textId="77777777" w:rsidR="00436A56" w:rsidRPr="00436A56" w:rsidRDefault="00436A56" w:rsidP="00436A56">
      <w:proofErr w:type="spellStart"/>
      <w:r w:rsidRPr="00436A56">
        <w:rPr>
          <w:szCs w:val="32"/>
        </w:rPr>
        <w:t>TUDA</w:t>
      </w:r>
      <w:proofErr w:type="spellEnd"/>
      <w:r w:rsidRPr="00436A56">
        <w:rPr>
          <w:szCs w:val="32"/>
        </w:rPr>
        <w:t>. – Alors, épouse-moi.</w:t>
      </w:r>
    </w:p>
    <w:p w14:paraId="18C640A3" w14:textId="77777777" w:rsidR="00436A56" w:rsidRPr="00436A56" w:rsidRDefault="00436A56" w:rsidP="00436A56">
      <w:proofErr w:type="spellStart"/>
      <w:r w:rsidRPr="00436A56">
        <w:rPr>
          <w:szCs w:val="32"/>
        </w:rPr>
        <w:t>SIRIO</w:t>
      </w:r>
      <w:proofErr w:type="spellEnd"/>
      <w:r w:rsidRPr="00436A56">
        <w:rPr>
          <w:szCs w:val="32"/>
        </w:rPr>
        <w:t>. – Assez.</w:t>
      </w:r>
    </w:p>
    <w:p w14:paraId="08AA5BE6" w14:textId="77777777" w:rsidR="00436A56" w:rsidRPr="00436A56" w:rsidRDefault="00436A56" w:rsidP="00436A56">
      <w:proofErr w:type="spellStart"/>
      <w:r w:rsidRPr="00436A56">
        <w:rPr>
          <w:szCs w:val="32"/>
        </w:rPr>
        <w:t>TUDA</w:t>
      </w:r>
      <w:proofErr w:type="spellEnd"/>
      <w:r w:rsidRPr="00436A56">
        <w:rPr>
          <w:szCs w:val="32"/>
        </w:rPr>
        <w:t>. – Faudrait voir, mon cher, si je voudrais, moi, t’épouser.</w:t>
      </w:r>
    </w:p>
    <w:p w14:paraId="0A944041" w14:textId="77777777" w:rsidR="00436A56" w:rsidRPr="00436A56" w:rsidRDefault="00436A56" w:rsidP="00436A56">
      <w:proofErr w:type="spellStart"/>
      <w:r w:rsidRPr="00436A56">
        <w:rPr>
          <w:szCs w:val="32"/>
        </w:rPr>
        <w:t>GUINCANO</w:t>
      </w:r>
      <w:proofErr w:type="spellEnd"/>
      <w:r w:rsidRPr="00436A56">
        <w:rPr>
          <w:szCs w:val="32"/>
        </w:rPr>
        <w:t>. – Non, bien sûr, tu ne dois pas.</w:t>
      </w:r>
    </w:p>
    <w:p w14:paraId="7471ABD7" w14:textId="77777777" w:rsidR="00436A56" w:rsidRPr="00436A56" w:rsidRDefault="00436A56" w:rsidP="00436A56">
      <w:proofErr w:type="spellStart"/>
      <w:r w:rsidRPr="00436A56">
        <w:rPr>
          <w:szCs w:val="32"/>
        </w:rPr>
        <w:t>TUDA</w:t>
      </w:r>
      <w:proofErr w:type="spellEnd"/>
      <w:r w:rsidRPr="00436A56">
        <w:rPr>
          <w:szCs w:val="32"/>
        </w:rPr>
        <w:t xml:space="preserve">. – En attendant, c’est lui qui ne veut pas de moi. Je n’ai donc pas besoin de faire la difficile. Allons, mon ami, au travail. D’ailleurs, je te l’ai déjà fait comprendre de mille manières, tu me paies mieux que les autres, mais je n’aime </w:t>
      </w:r>
      <w:r w:rsidRPr="00436A56">
        <w:rPr>
          <w:szCs w:val="32"/>
        </w:rPr>
        <w:lastRenderedPageBreak/>
        <w:t xml:space="preserve">pas travailler avec toi. </w:t>
      </w:r>
      <w:r w:rsidRPr="00436A56">
        <w:rPr>
          <w:i/>
          <w:iCs/>
          <w:szCs w:val="32"/>
        </w:rPr>
        <w:t xml:space="preserve">Elle retourne derrière son rideau et reprend la pose. On revoit l’ombre gigantesque sur le mur du fond.) </w:t>
      </w:r>
      <w:r w:rsidRPr="00436A56">
        <w:rPr>
          <w:szCs w:val="32"/>
        </w:rPr>
        <w:t xml:space="preserve">Papa </w:t>
      </w:r>
      <w:proofErr w:type="spellStart"/>
      <w:r w:rsidRPr="00436A56">
        <w:rPr>
          <w:szCs w:val="32"/>
        </w:rPr>
        <w:t>Guincano</w:t>
      </w:r>
      <w:proofErr w:type="spellEnd"/>
      <w:r w:rsidRPr="00436A56">
        <w:rPr>
          <w:szCs w:val="32"/>
        </w:rPr>
        <w:t>, aidez-moi à comprendre ce qu’il veut faire de cette expérience.</w:t>
      </w:r>
    </w:p>
    <w:p w14:paraId="47DA5A14" w14:textId="77777777" w:rsidR="00436A56" w:rsidRPr="00436A56" w:rsidRDefault="00436A56" w:rsidP="00436A56">
      <w:proofErr w:type="spellStart"/>
      <w:r w:rsidRPr="00436A56">
        <w:rPr>
          <w:szCs w:val="32"/>
        </w:rPr>
        <w:t>SIRIO</w:t>
      </w:r>
      <w:proofErr w:type="spellEnd"/>
      <w:r w:rsidRPr="00436A56">
        <w:rPr>
          <w:szCs w:val="32"/>
        </w:rPr>
        <w:t>. – Plus haut, le bras !</w:t>
      </w:r>
    </w:p>
    <w:p w14:paraId="1EBE9E97" w14:textId="77777777" w:rsidR="00436A56" w:rsidRPr="00436A56" w:rsidRDefault="00436A56" w:rsidP="00436A56">
      <w:proofErr w:type="spellStart"/>
      <w:r w:rsidRPr="00436A56">
        <w:rPr>
          <w:szCs w:val="32"/>
        </w:rPr>
        <w:t>TUDA</w:t>
      </w:r>
      <w:proofErr w:type="spellEnd"/>
      <w:r w:rsidRPr="00436A56">
        <w:rPr>
          <w:szCs w:val="32"/>
        </w:rPr>
        <w:t>. – Comme ça ?</w:t>
      </w:r>
    </w:p>
    <w:p w14:paraId="11D6BADC" w14:textId="77777777" w:rsidR="00436A56" w:rsidRPr="00436A56" w:rsidRDefault="00436A56" w:rsidP="00436A56">
      <w:proofErr w:type="spellStart"/>
      <w:r w:rsidRPr="00436A56">
        <w:rPr>
          <w:szCs w:val="32"/>
        </w:rPr>
        <w:t>SIRIO</w:t>
      </w:r>
      <w:proofErr w:type="spellEnd"/>
      <w:r w:rsidRPr="00436A56">
        <w:t xml:space="preserve">. </w:t>
      </w:r>
      <w:r w:rsidRPr="00436A56">
        <w:rPr>
          <w:szCs w:val="32"/>
        </w:rPr>
        <w:t>– Parfait.</w:t>
      </w:r>
    </w:p>
    <w:p w14:paraId="75CB3FA4" w14:textId="77777777" w:rsidR="00436A56" w:rsidRPr="00436A56" w:rsidRDefault="00436A56" w:rsidP="00436A56">
      <w:proofErr w:type="spellStart"/>
      <w:r w:rsidRPr="00436A56">
        <w:rPr>
          <w:szCs w:val="32"/>
        </w:rPr>
        <w:t>TUDA</w:t>
      </w:r>
      <w:proofErr w:type="spellEnd"/>
      <w:r w:rsidRPr="00436A56">
        <w:rPr>
          <w:szCs w:val="32"/>
        </w:rPr>
        <w:t>. – Vous dormez, maître ?</w:t>
      </w:r>
    </w:p>
    <w:p w14:paraId="11557FDA" w14:textId="77777777" w:rsidR="00436A56" w:rsidRPr="00436A56" w:rsidRDefault="00436A56" w:rsidP="00436A56">
      <w:proofErr w:type="spellStart"/>
      <w:r w:rsidRPr="00436A56">
        <w:rPr>
          <w:szCs w:val="32"/>
        </w:rPr>
        <w:t>GUINCANO</w:t>
      </w:r>
      <w:proofErr w:type="spellEnd"/>
      <w:r w:rsidRPr="00436A56">
        <w:rPr>
          <w:szCs w:val="32"/>
        </w:rPr>
        <w:t>. – Je fume. Je vois ton ombre.</w:t>
      </w:r>
    </w:p>
    <w:p w14:paraId="181678AF" w14:textId="77777777" w:rsidR="00436A56" w:rsidRPr="00436A56" w:rsidRDefault="00436A56" w:rsidP="00436A56">
      <w:proofErr w:type="spellStart"/>
      <w:r w:rsidRPr="00436A56">
        <w:rPr>
          <w:szCs w:val="32"/>
        </w:rPr>
        <w:t>TUDA</w:t>
      </w:r>
      <w:proofErr w:type="spellEnd"/>
      <w:r w:rsidRPr="00436A56">
        <w:rPr>
          <w:szCs w:val="32"/>
        </w:rPr>
        <w:t>. – Je suis belle ?</w:t>
      </w:r>
    </w:p>
    <w:p w14:paraId="312084AD" w14:textId="77777777" w:rsidR="00436A56" w:rsidRPr="00436A56" w:rsidRDefault="00436A56" w:rsidP="00436A56">
      <w:proofErr w:type="spellStart"/>
      <w:r w:rsidRPr="00436A56">
        <w:rPr>
          <w:szCs w:val="32"/>
        </w:rPr>
        <w:t>GUINCANO</w:t>
      </w:r>
      <w:proofErr w:type="spellEnd"/>
      <w:r w:rsidRPr="00436A56">
        <w:rPr>
          <w:szCs w:val="32"/>
        </w:rPr>
        <w:t>. – Oui, belle… morte.</w:t>
      </w:r>
    </w:p>
    <w:p w14:paraId="478EB60A" w14:textId="77777777" w:rsidR="00436A56" w:rsidRPr="00436A56" w:rsidRDefault="00436A56" w:rsidP="00436A56">
      <w:proofErr w:type="spellStart"/>
      <w:r w:rsidRPr="00436A56">
        <w:rPr>
          <w:szCs w:val="32"/>
        </w:rPr>
        <w:t>TUDA</w:t>
      </w:r>
      <w:proofErr w:type="spellEnd"/>
      <w:r w:rsidRPr="00436A56">
        <w:rPr>
          <w:szCs w:val="32"/>
        </w:rPr>
        <w:t>. – Comment, morte ?</w:t>
      </w:r>
    </w:p>
    <w:p w14:paraId="48EA8BA1"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hurlant. </w:t>
      </w:r>
      <w:r w:rsidRPr="00436A56">
        <w:rPr>
          <w:szCs w:val="32"/>
        </w:rPr>
        <w:t>– Ne bouge pas.</w:t>
      </w:r>
    </w:p>
    <w:p w14:paraId="68FB6BD7" w14:textId="77777777" w:rsidR="00436A56" w:rsidRPr="00436A56" w:rsidRDefault="00436A56" w:rsidP="00436A56">
      <w:proofErr w:type="spellStart"/>
      <w:r w:rsidRPr="00436A56">
        <w:rPr>
          <w:szCs w:val="32"/>
        </w:rPr>
        <w:t>TUDA</w:t>
      </w:r>
      <w:proofErr w:type="spellEnd"/>
      <w:r w:rsidRPr="00436A56">
        <w:rPr>
          <w:szCs w:val="32"/>
        </w:rPr>
        <w:t>. – Il dit que je suis morte…</w:t>
      </w:r>
    </w:p>
    <w:p w14:paraId="1064F478" w14:textId="77777777" w:rsidR="00436A56" w:rsidRPr="00436A56" w:rsidRDefault="00436A56" w:rsidP="00436A56">
      <w:proofErr w:type="spellStart"/>
      <w:r w:rsidRPr="00436A56">
        <w:rPr>
          <w:szCs w:val="32"/>
        </w:rPr>
        <w:t>GUINCANO</w:t>
      </w:r>
      <w:proofErr w:type="spellEnd"/>
      <w:r w:rsidRPr="00436A56">
        <w:rPr>
          <w:szCs w:val="32"/>
        </w:rPr>
        <w:t>. – Justement, parce qu’il te veut ainsi, immobile.</w:t>
      </w:r>
    </w:p>
    <w:p w14:paraId="0C035F83" w14:textId="77777777" w:rsidR="00436A56" w:rsidRPr="00436A56" w:rsidRDefault="00436A56" w:rsidP="00436A56">
      <w:proofErr w:type="spellStart"/>
      <w:r w:rsidRPr="00436A56">
        <w:rPr>
          <w:szCs w:val="32"/>
        </w:rPr>
        <w:t>TUDA</w:t>
      </w:r>
      <w:proofErr w:type="spellEnd"/>
      <w:r w:rsidRPr="00436A56">
        <w:rPr>
          <w:szCs w:val="32"/>
        </w:rPr>
        <w:t>. – Ah ! quel cauchemar cette ombre. Il ne manquait que ce supplice. La lumière derrière, et l’ombre de la statue devant.</w:t>
      </w:r>
    </w:p>
    <w:p w14:paraId="7873D5BD" w14:textId="77777777" w:rsidR="00436A56" w:rsidRPr="00436A56" w:rsidRDefault="00436A56" w:rsidP="00436A56">
      <w:proofErr w:type="spellStart"/>
      <w:r w:rsidRPr="00436A56">
        <w:rPr>
          <w:szCs w:val="32"/>
        </w:rPr>
        <w:t>GUINCANO</w:t>
      </w:r>
      <w:proofErr w:type="spellEnd"/>
      <w:r w:rsidRPr="00436A56">
        <w:rPr>
          <w:szCs w:val="32"/>
        </w:rPr>
        <w:t>. – De ça aussi, je te vengerai mais je n’ai pas encore trouvé la matière.</w:t>
      </w:r>
    </w:p>
    <w:p w14:paraId="0EDBB9DC" w14:textId="77777777" w:rsidR="00436A56" w:rsidRPr="00436A56" w:rsidRDefault="00436A56" w:rsidP="00436A56">
      <w:proofErr w:type="spellStart"/>
      <w:r w:rsidRPr="00436A56">
        <w:rPr>
          <w:szCs w:val="32"/>
        </w:rPr>
        <w:t>TUDA</w:t>
      </w:r>
      <w:proofErr w:type="spellEnd"/>
      <w:r w:rsidRPr="00436A56">
        <w:rPr>
          <w:szCs w:val="32"/>
        </w:rPr>
        <w:t>. – Quelle matière ?</w:t>
      </w:r>
    </w:p>
    <w:p w14:paraId="1E75ECB0" w14:textId="77777777" w:rsidR="00436A56" w:rsidRPr="00436A56" w:rsidRDefault="00436A56" w:rsidP="00436A56">
      <w:proofErr w:type="spellStart"/>
      <w:r w:rsidRPr="00436A56">
        <w:rPr>
          <w:szCs w:val="32"/>
        </w:rPr>
        <w:t>GUINCANO</w:t>
      </w:r>
      <w:proofErr w:type="spellEnd"/>
      <w:r w:rsidRPr="00436A56">
        <w:rPr>
          <w:szCs w:val="32"/>
        </w:rPr>
        <w:t>. – Une matière ardente, une cire magique qui coulera à l’intérieur de toutes les statues pour les faire changer d’attitude et les bouleverser.</w:t>
      </w:r>
    </w:p>
    <w:p w14:paraId="2D05E585" w14:textId="77777777" w:rsidR="00436A56" w:rsidRPr="00436A56" w:rsidRDefault="00436A56" w:rsidP="00436A56">
      <w:proofErr w:type="spellStart"/>
      <w:r w:rsidRPr="00436A56">
        <w:rPr>
          <w:szCs w:val="32"/>
        </w:rPr>
        <w:lastRenderedPageBreak/>
        <w:t>SIRIO</w:t>
      </w:r>
      <w:proofErr w:type="spellEnd"/>
      <w:r w:rsidRPr="00436A56">
        <w:rPr>
          <w:szCs w:val="32"/>
        </w:rPr>
        <w:t>. – Allons, assez. Tu bouges sans cesse. Habille-toi et va-t’en.</w:t>
      </w:r>
    </w:p>
    <w:p w14:paraId="5642E107" w14:textId="77777777" w:rsidR="00436A56" w:rsidRPr="00436A56" w:rsidRDefault="00436A56" w:rsidP="00436A56">
      <w:proofErr w:type="spellStart"/>
      <w:r w:rsidRPr="00436A56">
        <w:rPr>
          <w:szCs w:val="32"/>
        </w:rPr>
        <w:t>TUDA</w:t>
      </w:r>
      <w:proofErr w:type="spellEnd"/>
      <w:r w:rsidRPr="00436A56">
        <w:rPr>
          <w:szCs w:val="32"/>
        </w:rPr>
        <w:t xml:space="preserve">. – Pardon. J’ai imaginé les têtes que feraient les statues si elles se sentaient doucement changer d’attitude. Regarde, là dans l’ombre, comme ça, comme ça, comme ça. </w:t>
      </w:r>
      <w:r w:rsidRPr="00436A56">
        <w:rPr>
          <w:i/>
          <w:iCs/>
          <w:szCs w:val="32"/>
        </w:rPr>
        <w:t xml:space="preserve">(Elle bouge lentement.) </w:t>
      </w:r>
      <w:r w:rsidRPr="00436A56">
        <w:rPr>
          <w:szCs w:val="32"/>
        </w:rPr>
        <w:t>Sans cesser d’être statues et pourtant sans pouvoir être vivantes.</w:t>
      </w:r>
    </w:p>
    <w:p w14:paraId="5EBFAED8" w14:textId="77777777" w:rsidR="00436A56" w:rsidRPr="00436A56" w:rsidRDefault="00436A56" w:rsidP="00436A56">
      <w:proofErr w:type="spellStart"/>
      <w:r w:rsidRPr="00436A56">
        <w:rPr>
          <w:szCs w:val="32"/>
        </w:rPr>
        <w:t>GUINCANO</w:t>
      </w:r>
      <w:proofErr w:type="spellEnd"/>
      <w:r w:rsidRPr="00436A56">
        <w:rPr>
          <w:szCs w:val="32"/>
        </w:rPr>
        <w:t>. – Non, vivantes, vivantes. Alors, seulement, je redeviendrais sculpteur.</w:t>
      </w:r>
    </w:p>
    <w:p w14:paraId="7AA3847C" w14:textId="77777777" w:rsidR="00436A56" w:rsidRPr="00436A56" w:rsidRDefault="00436A56" w:rsidP="00436A56">
      <w:proofErr w:type="spellStart"/>
      <w:r w:rsidRPr="00436A56">
        <w:rPr>
          <w:szCs w:val="32"/>
        </w:rPr>
        <w:t>SIRIO</w:t>
      </w:r>
      <w:proofErr w:type="spellEnd"/>
      <w:r w:rsidRPr="00436A56">
        <w:rPr>
          <w:szCs w:val="32"/>
        </w:rPr>
        <w:t>. – Le miracle de Pygmalion.</w:t>
      </w:r>
    </w:p>
    <w:p w14:paraId="6E1E7817" w14:textId="77777777" w:rsidR="00436A56" w:rsidRPr="00436A56" w:rsidRDefault="00436A56" w:rsidP="00436A56">
      <w:proofErr w:type="spellStart"/>
      <w:r w:rsidRPr="00436A56">
        <w:rPr>
          <w:szCs w:val="32"/>
        </w:rPr>
        <w:t>GUINCANO</w:t>
      </w:r>
      <w:proofErr w:type="spellEnd"/>
      <w:r w:rsidRPr="00436A56">
        <w:rPr>
          <w:szCs w:val="32"/>
        </w:rPr>
        <w:t>. – Pouvoir leur donner avec la forme, le mouvement, et les engager après les avoir sculptées, sur une route royale, au soleil où elles avaient seules le droit d’aller, d’aller, d’aller toujours en rêvant de vivre loin, hors de la vue de tous, en un lieu de délices qui ne se trouve pas sur terre, leur vie divine.</w:t>
      </w:r>
    </w:p>
    <w:p w14:paraId="21F1EBB1"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qui est déjà descendue de son socle et a remis son kimono, écarte le rideau et court vers </w:t>
      </w:r>
      <w:proofErr w:type="spellStart"/>
      <w:r w:rsidRPr="00436A56">
        <w:rPr>
          <w:i/>
          <w:iCs/>
          <w:szCs w:val="32"/>
        </w:rPr>
        <w:t>Guincano</w:t>
      </w:r>
      <w:proofErr w:type="spellEnd"/>
      <w:r w:rsidRPr="00436A56">
        <w:rPr>
          <w:i/>
          <w:iCs/>
          <w:szCs w:val="32"/>
        </w:rPr>
        <w:t xml:space="preserve">. </w:t>
      </w:r>
      <w:r w:rsidRPr="00436A56">
        <w:rPr>
          <w:szCs w:val="32"/>
        </w:rPr>
        <w:t xml:space="preserve">– Ah ça, par exemple, seul papa </w:t>
      </w:r>
      <w:proofErr w:type="spellStart"/>
      <w:r w:rsidRPr="00436A56">
        <w:rPr>
          <w:szCs w:val="32"/>
        </w:rPr>
        <w:t>Guincano</w:t>
      </w:r>
      <w:proofErr w:type="spellEnd"/>
      <w:r w:rsidRPr="00436A56">
        <w:rPr>
          <w:szCs w:val="32"/>
        </w:rPr>
        <w:t xml:space="preserve"> pouvait l’imaginer, cette fois, je vous embrasse pour de bon.</w:t>
      </w:r>
    </w:p>
    <w:p w14:paraId="58EB96FA" w14:textId="77777777" w:rsidR="00436A56" w:rsidRPr="00436A56" w:rsidRDefault="00436A56" w:rsidP="00436A56">
      <w:pPr>
        <w:jc w:val="right"/>
      </w:pPr>
      <w:r w:rsidRPr="00436A56">
        <w:rPr>
          <w:i/>
          <w:iCs/>
          <w:szCs w:val="32"/>
        </w:rPr>
        <w:t>Elle l’embrasse.</w:t>
      </w:r>
    </w:p>
    <w:p w14:paraId="610BDF11"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se dégageant, sombre. </w:t>
      </w:r>
      <w:r w:rsidRPr="00436A56">
        <w:rPr>
          <w:szCs w:val="32"/>
        </w:rPr>
        <w:t>– Non !</w:t>
      </w:r>
    </w:p>
    <w:p w14:paraId="1F797EB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avec surprise. </w:t>
      </w:r>
      <w:r w:rsidRPr="00436A56">
        <w:rPr>
          <w:szCs w:val="32"/>
        </w:rPr>
        <w:t>– Vous ne voulez pas ?</w:t>
      </w:r>
    </w:p>
    <w:p w14:paraId="13002AA0" w14:textId="77777777" w:rsidR="00436A56" w:rsidRPr="00436A56" w:rsidRDefault="00436A56" w:rsidP="00436A56">
      <w:proofErr w:type="spellStart"/>
      <w:r w:rsidRPr="00436A56">
        <w:rPr>
          <w:szCs w:val="32"/>
        </w:rPr>
        <w:t>GUINCANO</w:t>
      </w:r>
      <w:proofErr w:type="spellEnd"/>
      <w:r w:rsidRPr="00436A56">
        <w:rPr>
          <w:szCs w:val="32"/>
        </w:rPr>
        <w:t>. – Je n’aime pas, non.</w:t>
      </w:r>
    </w:p>
    <w:p w14:paraId="086FE94F" w14:textId="77777777" w:rsidR="00436A56" w:rsidRPr="00436A56" w:rsidRDefault="00436A56" w:rsidP="00436A56">
      <w:proofErr w:type="spellStart"/>
      <w:r w:rsidRPr="00436A56">
        <w:rPr>
          <w:szCs w:val="32"/>
        </w:rPr>
        <w:t>TUDA</w:t>
      </w:r>
      <w:proofErr w:type="spellEnd"/>
      <w:r w:rsidRPr="00436A56">
        <w:rPr>
          <w:szCs w:val="32"/>
        </w:rPr>
        <w:t>. – Que je vous embrasse ?</w:t>
      </w:r>
    </w:p>
    <w:p w14:paraId="4856437B"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montrant </w:t>
      </w:r>
      <w:proofErr w:type="spellStart"/>
      <w:r w:rsidRPr="00436A56">
        <w:rPr>
          <w:i/>
          <w:iCs/>
          <w:szCs w:val="32"/>
        </w:rPr>
        <w:t>Sirio</w:t>
      </w:r>
      <w:proofErr w:type="spellEnd"/>
      <w:r w:rsidRPr="00436A56">
        <w:rPr>
          <w:i/>
          <w:iCs/>
          <w:szCs w:val="32"/>
        </w:rPr>
        <w:t xml:space="preserve">. </w:t>
      </w:r>
      <w:r w:rsidRPr="00436A56">
        <w:rPr>
          <w:szCs w:val="32"/>
        </w:rPr>
        <w:t>– Embrasse-le, lui.</w:t>
      </w:r>
    </w:p>
    <w:p w14:paraId="30679FF9" w14:textId="77777777" w:rsidR="00436A56" w:rsidRPr="00436A56" w:rsidRDefault="00436A56" w:rsidP="00436A56">
      <w:proofErr w:type="spellStart"/>
      <w:r w:rsidRPr="00436A56">
        <w:rPr>
          <w:szCs w:val="32"/>
        </w:rPr>
        <w:lastRenderedPageBreak/>
        <w:t>TUDA</w:t>
      </w:r>
      <w:proofErr w:type="spellEnd"/>
      <w:r w:rsidRPr="00436A56">
        <w:rPr>
          <w:szCs w:val="32"/>
        </w:rPr>
        <w:t>. – Merci. J’embrasse qui je veux, moi.</w:t>
      </w:r>
    </w:p>
    <w:p w14:paraId="1270E894" w14:textId="77777777" w:rsidR="00436A56" w:rsidRPr="00436A56" w:rsidRDefault="00436A56" w:rsidP="00436A56">
      <w:proofErr w:type="spellStart"/>
      <w:r w:rsidRPr="00436A56">
        <w:rPr>
          <w:szCs w:val="32"/>
        </w:rPr>
        <w:t>GUINCANO</w:t>
      </w:r>
      <w:proofErr w:type="spellEnd"/>
      <w:r w:rsidRPr="00436A56">
        <w:rPr>
          <w:szCs w:val="32"/>
        </w:rPr>
        <w:t>. – Mais pas pour moi, folle ! C’est pour toi. Tes lèvres…</w:t>
      </w:r>
    </w:p>
    <w:p w14:paraId="1097366F" w14:textId="77777777" w:rsidR="00436A56" w:rsidRPr="00436A56" w:rsidRDefault="00436A56" w:rsidP="00436A56">
      <w:proofErr w:type="spellStart"/>
      <w:r w:rsidRPr="00436A56">
        <w:rPr>
          <w:szCs w:val="32"/>
        </w:rPr>
        <w:t>TUDA</w:t>
      </w:r>
      <w:proofErr w:type="spellEnd"/>
      <w:r w:rsidRPr="00436A56">
        <w:rPr>
          <w:szCs w:val="32"/>
        </w:rPr>
        <w:t xml:space="preserve">. – Qu’est-ce qu’elles ont mes lèvres ? </w:t>
      </w:r>
      <w:r w:rsidRPr="00436A56">
        <w:rPr>
          <w:i/>
          <w:iCs/>
          <w:szCs w:val="32"/>
        </w:rPr>
        <w:t xml:space="preserve">(Elle les montre en tendant son visage.) </w:t>
      </w:r>
      <w:r w:rsidRPr="00436A56">
        <w:rPr>
          <w:szCs w:val="32"/>
        </w:rPr>
        <w:t>Quand elles ne rient pas, voilà comment elles sont.</w:t>
      </w:r>
    </w:p>
    <w:p w14:paraId="140FEA70" w14:textId="77777777" w:rsidR="00436A56" w:rsidRPr="00436A56" w:rsidRDefault="00436A56" w:rsidP="00436A56">
      <w:pPr>
        <w:jc w:val="right"/>
      </w:pPr>
      <w:r w:rsidRPr="00436A56">
        <w:rPr>
          <w:i/>
          <w:iCs/>
        </w:rPr>
        <w:t>Elle reste un moment immobile dans la même attitude.</w:t>
      </w:r>
    </w:p>
    <w:p w14:paraId="41A1814F" w14:textId="77777777" w:rsidR="00436A56" w:rsidRPr="00436A56" w:rsidRDefault="00436A56" w:rsidP="00436A56">
      <w:proofErr w:type="spellStart"/>
      <w:r w:rsidRPr="00436A56">
        <w:rPr>
          <w:szCs w:val="32"/>
        </w:rPr>
        <w:t>GUINCANO</w:t>
      </w:r>
      <w:proofErr w:type="spellEnd"/>
      <w:r w:rsidRPr="00436A56">
        <w:rPr>
          <w:szCs w:val="32"/>
        </w:rPr>
        <w:t xml:space="preserve">. – Mais regarde-les, regarde-les. </w:t>
      </w:r>
      <w:r w:rsidRPr="00436A56">
        <w:rPr>
          <w:i/>
          <w:iCs/>
          <w:szCs w:val="32"/>
        </w:rPr>
        <w:t xml:space="preserve">(Et comme </w:t>
      </w:r>
      <w:proofErr w:type="spellStart"/>
      <w:r w:rsidRPr="00436A56">
        <w:rPr>
          <w:i/>
          <w:iCs/>
          <w:szCs w:val="32"/>
        </w:rPr>
        <w:t>Tuda</w:t>
      </w:r>
      <w:proofErr w:type="spellEnd"/>
      <w:r w:rsidRPr="00436A56">
        <w:rPr>
          <w:i/>
          <w:iCs/>
          <w:szCs w:val="32"/>
        </w:rPr>
        <w:t xml:space="preserve"> éclate de rire de nouveau, il la montre à </w:t>
      </w:r>
      <w:proofErr w:type="spellStart"/>
      <w:r w:rsidRPr="00436A56">
        <w:rPr>
          <w:i/>
          <w:iCs/>
          <w:szCs w:val="32"/>
        </w:rPr>
        <w:t>Sirio</w:t>
      </w:r>
      <w:proofErr w:type="spellEnd"/>
      <w:r w:rsidRPr="00436A56">
        <w:rPr>
          <w:i/>
          <w:iCs/>
          <w:szCs w:val="32"/>
        </w:rPr>
        <w:t xml:space="preserve">.) </w:t>
      </w:r>
      <w:r w:rsidRPr="00436A56">
        <w:rPr>
          <w:szCs w:val="32"/>
        </w:rPr>
        <w:t>Tiens, regarde-les.</w:t>
      </w:r>
    </w:p>
    <w:p w14:paraId="6BEA9D7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changeant encore d’attitude,</w:t>
      </w:r>
      <w:r w:rsidRPr="00436A56">
        <w:rPr>
          <w:i/>
          <w:iCs/>
          <w:szCs w:val="32"/>
          <w:vertAlign w:val="subscript"/>
        </w:rPr>
        <w:t xml:space="preserve"> </w:t>
      </w:r>
      <w:r w:rsidRPr="00436A56">
        <w:rPr>
          <w:i/>
          <w:iCs/>
          <w:szCs w:val="32"/>
        </w:rPr>
        <w:t xml:space="preserve">furieusement excédée. </w:t>
      </w:r>
      <w:r w:rsidRPr="00436A56">
        <w:rPr>
          <w:szCs w:val="32"/>
        </w:rPr>
        <w:t>– Mais enfin.</w:t>
      </w:r>
    </w:p>
    <w:p w14:paraId="22A8FD43" w14:textId="77777777" w:rsidR="00436A56" w:rsidRPr="00436A56" w:rsidRDefault="00436A56" w:rsidP="00436A56">
      <w:proofErr w:type="spellStart"/>
      <w:r w:rsidRPr="00436A56">
        <w:rPr>
          <w:szCs w:val="32"/>
        </w:rPr>
        <w:t>GUINCANO</w:t>
      </w:r>
      <w:proofErr w:type="spellEnd"/>
      <w:r w:rsidRPr="00436A56">
        <w:rPr>
          <w:szCs w:val="32"/>
        </w:rPr>
        <w:t>. – Fais-en une statue maintenant. Elle n’est qu’un frémissement continu de vie ; d’une minute à l’autre, c’est une autre femme.</w:t>
      </w:r>
    </w:p>
    <w:p w14:paraId="4808AB03" w14:textId="77777777" w:rsidR="00436A56" w:rsidRPr="00436A56" w:rsidRDefault="00436A56" w:rsidP="00436A56">
      <w:proofErr w:type="spellStart"/>
      <w:r w:rsidRPr="00436A56">
        <w:rPr>
          <w:szCs w:val="32"/>
        </w:rPr>
        <w:t>SIRIO</w:t>
      </w:r>
      <w:proofErr w:type="spellEnd"/>
      <w:r w:rsidRPr="00436A56">
        <w:rPr>
          <w:szCs w:val="32"/>
        </w:rPr>
        <w:t>. – Bien, et si tu ne la fixes pas dans un geste qui l’exprime, qu’est-ce qu’elle est ? Rien.</w:t>
      </w:r>
    </w:p>
    <w:p w14:paraId="0F956A5C" w14:textId="77777777" w:rsidR="00436A56" w:rsidRPr="00436A56" w:rsidRDefault="00436A56" w:rsidP="00436A56">
      <w:proofErr w:type="spellStart"/>
      <w:r w:rsidRPr="00436A56">
        <w:rPr>
          <w:szCs w:val="32"/>
        </w:rPr>
        <w:t>TUDA</w:t>
      </w:r>
      <w:proofErr w:type="spellEnd"/>
      <w:r w:rsidRPr="00436A56">
        <w:rPr>
          <w:szCs w:val="32"/>
        </w:rPr>
        <w:t>. – Comment ? C’est moi qui ne suis rien ?</w:t>
      </w:r>
    </w:p>
    <w:p w14:paraId="721DFDD9" w14:textId="77777777" w:rsidR="00436A56" w:rsidRPr="00436A56" w:rsidRDefault="00436A56" w:rsidP="00436A56">
      <w:proofErr w:type="spellStart"/>
      <w:r w:rsidRPr="00436A56">
        <w:rPr>
          <w:szCs w:val="32"/>
        </w:rPr>
        <w:t>GUINCANO</w:t>
      </w:r>
      <w:proofErr w:type="spellEnd"/>
      <w:r w:rsidRPr="00436A56">
        <w:rPr>
          <w:szCs w:val="32"/>
        </w:rPr>
        <w:t>. – De la vie, de la vie.</w:t>
      </w:r>
    </w:p>
    <w:p w14:paraId="03A0510B" w14:textId="77777777" w:rsidR="00436A56" w:rsidRPr="00436A56" w:rsidRDefault="00436A56" w:rsidP="00436A56">
      <w:proofErr w:type="spellStart"/>
      <w:r w:rsidRPr="00436A56">
        <w:rPr>
          <w:szCs w:val="32"/>
        </w:rPr>
        <w:t>SIRIO</w:t>
      </w:r>
      <w:proofErr w:type="spellEnd"/>
      <w:r w:rsidRPr="00436A56">
        <w:rPr>
          <w:szCs w:val="32"/>
        </w:rPr>
        <w:t>. – Qui passe.</w:t>
      </w:r>
    </w:p>
    <w:p w14:paraId="3851B2FE" w14:textId="77777777" w:rsidR="00436A56" w:rsidRPr="00436A56" w:rsidRDefault="00436A56" w:rsidP="00436A56">
      <w:proofErr w:type="spellStart"/>
      <w:r w:rsidRPr="00436A56">
        <w:rPr>
          <w:szCs w:val="32"/>
        </w:rPr>
        <w:t>GUINCANO</w:t>
      </w:r>
      <w:proofErr w:type="spellEnd"/>
      <w:r w:rsidRPr="00436A56">
        <w:rPr>
          <w:szCs w:val="32"/>
        </w:rPr>
        <w:t>. – Justement.</w:t>
      </w:r>
    </w:p>
    <w:p w14:paraId="314C8341" w14:textId="77777777" w:rsidR="00436A56" w:rsidRPr="00436A56" w:rsidRDefault="00436A56" w:rsidP="00436A56">
      <w:proofErr w:type="spellStart"/>
      <w:r w:rsidRPr="00436A56">
        <w:rPr>
          <w:szCs w:val="32"/>
        </w:rPr>
        <w:t>SIRIO</w:t>
      </w:r>
      <w:proofErr w:type="spellEnd"/>
      <w:r w:rsidRPr="00436A56">
        <w:rPr>
          <w:szCs w:val="32"/>
        </w:rPr>
        <w:t xml:space="preserve">. – Aujourd’hui, ce n’est plus celle d’hier, demain, ce ne sera plus celle d’aujourd’hui. À tout instant, différente, de toutes ces vies. J’en fais une seule : celle-là. </w:t>
      </w:r>
      <w:r w:rsidRPr="00436A56">
        <w:rPr>
          <w:i/>
          <w:iCs/>
          <w:szCs w:val="32"/>
        </w:rPr>
        <w:t xml:space="preserve">(Il montre la statue.) </w:t>
      </w:r>
      <w:r w:rsidRPr="00436A56">
        <w:rPr>
          <w:szCs w:val="32"/>
        </w:rPr>
        <w:t>Pour toujours.</w:t>
      </w:r>
    </w:p>
    <w:p w14:paraId="5F542B4E" w14:textId="77777777" w:rsidR="00436A56" w:rsidRPr="00436A56" w:rsidRDefault="00436A56" w:rsidP="00436A56">
      <w:proofErr w:type="spellStart"/>
      <w:r w:rsidRPr="00436A56">
        <w:rPr>
          <w:szCs w:val="32"/>
        </w:rPr>
        <w:t>TUDA</w:t>
      </w:r>
      <w:proofErr w:type="spellEnd"/>
      <w:r w:rsidRPr="00436A56">
        <w:rPr>
          <w:szCs w:val="32"/>
        </w:rPr>
        <w:t>. – Merci. Une statue.</w:t>
      </w:r>
    </w:p>
    <w:p w14:paraId="3B0E2F3F" w14:textId="77777777" w:rsidR="00436A56" w:rsidRPr="00436A56" w:rsidRDefault="00436A56" w:rsidP="00436A56">
      <w:proofErr w:type="spellStart"/>
      <w:r w:rsidRPr="00436A56">
        <w:rPr>
          <w:szCs w:val="32"/>
        </w:rPr>
        <w:lastRenderedPageBreak/>
        <w:t>GUINCANO</w:t>
      </w:r>
      <w:proofErr w:type="spellEnd"/>
      <w:r w:rsidRPr="00436A56">
        <w:rPr>
          <w:szCs w:val="32"/>
        </w:rPr>
        <w:t>. – Une et pour toujours. Elle ne bougera plus.</w:t>
      </w:r>
    </w:p>
    <w:p w14:paraId="2A374A8C" w14:textId="77777777" w:rsidR="00436A56" w:rsidRPr="00436A56" w:rsidRDefault="00436A56" w:rsidP="00436A56">
      <w:proofErr w:type="spellStart"/>
      <w:r w:rsidRPr="00436A56">
        <w:rPr>
          <w:szCs w:val="32"/>
        </w:rPr>
        <w:t>SIRIO</w:t>
      </w:r>
      <w:proofErr w:type="spellEnd"/>
      <w:r w:rsidRPr="00436A56">
        <w:rPr>
          <w:szCs w:val="32"/>
        </w:rPr>
        <w:t>. – C’est là le but de l’art…</w:t>
      </w:r>
    </w:p>
    <w:p w14:paraId="26339B5A"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soudain d’une voix forte. –… </w:t>
      </w:r>
      <w:r w:rsidRPr="00436A56">
        <w:rPr>
          <w:szCs w:val="32"/>
        </w:rPr>
        <w:t>et de la mort qui fera de toi comme de moi une statue, sur un lit ou dans la terre quand tu y seras couché raide.</w:t>
      </w:r>
    </w:p>
    <w:p w14:paraId="24DB91E8"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presque chantant et dansant. </w:t>
      </w:r>
      <w:r w:rsidRPr="00436A56">
        <w:rPr>
          <w:szCs w:val="32"/>
        </w:rPr>
        <w:t>– Vivante. Les yeux, la bouche, les bras, les jambes, les doigts, voyez, je les bouge et ceci est ma peau, sentez comme elle est chaude.</w:t>
      </w:r>
    </w:p>
    <w:p w14:paraId="16792C54" w14:textId="77777777" w:rsidR="00436A56" w:rsidRPr="00436A56" w:rsidRDefault="00436A56" w:rsidP="00436A56">
      <w:proofErr w:type="spellStart"/>
      <w:r w:rsidRPr="00436A56">
        <w:rPr>
          <w:szCs w:val="32"/>
        </w:rPr>
        <w:t>SIRIO</w:t>
      </w:r>
      <w:proofErr w:type="spellEnd"/>
      <w:r w:rsidRPr="00436A56">
        <w:rPr>
          <w:szCs w:val="32"/>
        </w:rPr>
        <w:t>. – Mais quel rapport ? Vivante ? c’est la statue qui doit l’être et non pas toi. Et sa matière, c’est le marbre non pas ta chair vivante.</w:t>
      </w:r>
    </w:p>
    <w:p w14:paraId="41A64B16" w14:textId="77777777" w:rsidR="00436A56" w:rsidRPr="00436A56" w:rsidRDefault="00436A56" w:rsidP="00436A56">
      <w:proofErr w:type="spellStart"/>
      <w:r w:rsidRPr="00436A56">
        <w:rPr>
          <w:szCs w:val="32"/>
        </w:rPr>
        <w:t>TUDA</w:t>
      </w:r>
      <w:proofErr w:type="spellEnd"/>
      <w:r w:rsidRPr="00436A56">
        <w:rPr>
          <w:szCs w:val="32"/>
        </w:rPr>
        <w:t>. – Pourquoi as-tu besoin de moi, alors ?</w:t>
      </w:r>
    </w:p>
    <w:p w14:paraId="239B6A27" w14:textId="77777777" w:rsidR="00436A56" w:rsidRPr="00436A56" w:rsidRDefault="00436A56" w:rsidP="00436A56">
      <w:proofErr w:type="spellStart"/>
      <w:r w:rsidRPr="00436A56">
        <w:rPr>
          <w:szCs w:val="32"/>
        </w:rPr>
        <w:t>SIRIO</w:t>
      </w:r>
      <w:proofErr w:type="spellEnd"/>
      <w:r w:rsidRPr="00436A56">
        <w:rPr>
          <w:szCs w:val="32"/>
        </w:rPr>
        <w:t>. – Pour me servir. C’est moi que tu aides et non la statue.</w:t>
      </w:r>
    </w:p>
    <w:p w14:paraId="1C4427DF" w14:textId="77777777" w:rsidR="00436A56" w:rsidRPr="00436A56" w:rsidRDefault="00436A56" w:rsidP="00436A56">
      <w:proofErr w:type="spellStart"/>
      <w:r w:rsidRPr="00436A56">
        <w:rPr>
          <w:szCs w:val="32"/>
        </w:rPr>
        <w:t>GUINCANO</w:t>
      </w:r>
      <w:proofErr w:type="spellEnd"/>
      <w:r w:rsidRPr="00436A56">
        <w:rPr>
          <w:szCs w:val="32"/>
        </w:rPr>
        <w:t>. – Et ça ne te gêne pas ?</w:t>
      </w:r>
    </w:p>
    <w:p w14:paraId="7DBA5759" w14:textId="77777777" w:rsidR="00436A56" w:rsidRPr="00436A56" w:rsidRDefault="00436A56" w:rsidP="00436A56">
      <w:proofErr w:type="spellStart"/>
      <w:r w:rsidRPr="00436A56">
        <w:rPr>
          <w:szCs w:val="32"/>
        </w:rPr>
        <w:t>SIRIO</w:t>
      </w:r>
      <w:proofErr w:type="spellEnd"/>
      <w:r w:rsidRPr="00436A56">
        <w:rPr>
          <w:szCs w:val="32"/>
        </w:rPr>
        <w:t>. – Et qu’est-ce qui me gênerait ?</w:t>
      </w:r>
    </w:p>
    <w:p w14:paraId="70B5DA27" w14:textId="77777777" w:rsidR="00436A56" w:rsidRPr="00436A56" w:rsidRDefault="00436A56" w:rsidP="00436A56">
      <w:proofErr w:type="spellStart"/>
      <w:r w:rsidRPr="00436A56">
        <w:rPr>
          <w:szCs w:val="32"/>
        </w:rPr>
        <w:t>GUINCANO</w:t>
      </w:r>
      <w:proofErr w:type="spellEnd"/>
      <w:r w:rsidRPr="00436A56">
        <w:rPr>
          <w:szCs w:val="32"/>
        </w:rPr>
        <w:t>. – Qu’elle se façonne peu à peu, presque en dehors de toi et non comme tu voudrais mais comme elle se veut elle-même – toute différente de l’image que tu t’en étais faite d’abord si bien que tu dois, pour ne pas te sentir vaincu, lutter avec cet amas de glaise encore informe mais en lui-même vivant.</w:t>
      </w:r>
    </w:p>
    <w:p w14:paraId="0B7F0EDF" w14:textId="77777777" w:rsidR="00436A56" w:rsidRPr="00436A56" w:rsidRDefault="00436A56" w:rsidP="00436A56">
      <w:proofErr w:type="spellStart"/>
      <w:r w:rsidRPr="00436A56">
        <w:rPr>
          <w:szCs w:val="32"/>
        </w:rPr>
        <w:t>SIRIO</w:t>
      </w:r>
      <w:proofErr w:type="spellEnd"/>
      <w:r w:rsidRPr="00436A56">
        <w:rPr>
          <w:szCs w:val="32"/>
        </w:rPr>
        <w:t>. – Oui, c’est vrai.</w:t>
      </w:r>
    </w:p>
    <w:p w14:paraId="246A2880" w14:textId="77777777" w:rsidR="00436A56" w:rsidRPr="00436A56" w:rsidRDefault="00436A56" w:rsidP="00436A56">
      <w:proofErr w:type="spellStart"/>
      <w:r w:rsidRPr="00436A56">
        <w:rPr>
          <w:szCs w:val="32"/>
        </w:rPr>
        <w:t>GUINCANO</w:t>
      </w:r>
      <w:proofErr w:type="spellEnd"/>
      <w:r w:rsidRPr="00436A56">
        <w:rPr>
          <w:szCs w:val="32"/>
        </w:rPr>
        <w:t>. – Eh bien, quand tu arrives à imprimer à cette glaise l’image que tu avais conçue, la vie de cette image se fixe</w:t>
      </w:r>
      <w:r w:rsidRPr="00436A56">
        <w:rPr>
          <w:i/>
          <w:iCs/>
          <w:szCs w:val="32"/>
        </w:rPr>
        <w:t xml:space="preserve"> </w:t>
      </w:r>
      <w:r w:rsidRPr="00436A56">
        <w:rPr>
          <w:szCs w:val="32"/>
        </w:rPr>
        <w:t xml:space="preserve">là, suspendue, sans mouvement, toute composée. Et tu n’éprouves pas le même trouble que devant la mort, comme </w:t>
      </w:r>
      <w:r w:rsidRPr="00436A56">
        <w:rPr>
          <w:szCs w:val="32"/>
        </w:rPr>
        <w:lastRenderedPageBreak/>
        <w:t>devant quelqu’un qui était vivant il y a à peine quelques minutes et qui maintenant est immobile devant toi.</w:t>
      </w:r>
    </w:p>
    <w:p w14:paraId="17A085C7" w14:textId="77777777" w:rsidR="00436A56" w:rsidRPr="00436A56" w:rsidRDefault="00436A56" w:rsidP="00436A56">
      <w:proofErr w:type="spellStart"/>
      <w:r w:rsidRPr="00436A56">
        <w:rPr>
          <w:szCs w:val="32"/>
        </w:rPr>
        <w:t>TUDA</w:t>
      </w:r>
      <w:proofErr w:type="spellEnd"/>
      <w:r w:rsidRPr="00436A56">
        <w:rPr>
          <w:szCs w:val="32"/>
        </w:rPr>
        <w:t>. – C’est vrai, oui.</w:t>
      </w:r>
    </w:p>
    <w:p w14:paraId="0438DD84" w14:textId="77777777" w:rsidR="00436A56" w:rsidRPr="00436A56" w:rsidRDefault="00436A56" w:rsidP="00436A56">
      <w:proofErr w:type="spellStart"/>
      <w:r w:rsidRPr="00436A56">
        <w:rPr>
          <w:szCs w:val="32"/>
        </w:rPr>
        <w:t>GUINCANO</w:t>
      </w:r>
      <w:proofErr w:type="spellEnd"/>
      <w:r w:rsidRPr="00436A56">
        <w:rPr>
          <w:szCs w:val="32"/>
        </w:rPr>
        <w:t>. – Et le trouble devient de l’horreur en pensant à ce qui arrivera d’ici peu.</w:t>
      </w:r>
    </w:p>
    <w:p w14:paraId="1496C99A" w14:textId="77777777" w:rsidR="00436A56" w:rsidRPr="00436A56" w:rsidRDefault="00436A56" w:rsidP="00436A56">
      <w:proofErr w:type="spellStart"/>
      <w:r w:rsidRPr="00436A56">
        <w:rPr>
          <w:szCs w:val="32"/>
        </w:rPr>
        <w:t>SIRIO</w:t>
      </w:r>
      <w:proofErr w:type="spellEnd"/>
      <w:r w:rsidRPr="00436A56">
        <w:rPr>
          <w:szCs w:val="32"/>
        </w:rPr>
        <w:t>. – Tandis que devant une statue…</w:t>
      </w:r>
    </w:p>
    <w:p w14:paraId="77C0D8B5" w14:textId="77777777" w:rsidR="00436A56" w:rsidRPr="00436A56" w:rsidRDefault="00436A56" w:rsidP="00436A56">
      <w:proofErr w:type="spellStart"/>
      <w:r w:rsidRPr="00436A56">
        <w:rPr>
          <w:szCs w:val="32"/>
        </w:rPr>
        <w:t>GUINCANO</w:t>
      </w:r>
      <w:proofErr w:type="spellEnd"/>
      <w:r w:rsidRPr="00436A56">
        <w:rPr>
          <w:szCs w:val="32"/>
        </w:rPr>
        <w:t>. – Le trouble devient de l’admiration parce que la statue est belle.</w:t>
      </w:r>
    </w:p>
    <w:p w14:paraId="3C4687B3" w14:textId="77777777" w:rsidR="00436A56" w:rsidRPr="00436A56" w:rsidRDefault="00436A56" w:rsidP="00436A56">
      <w:proofErr w:type="spellStart"/>
      <w:r w:rsidRPr="00436A56">
        <w:rPr>
          <w:szCs w:val="32"/>
        </w:rPr>
        <w:t>SIRIO</w:t>
      </w:r>
      <w:proofErr w:type="spellEnd"/>
      <w:r w:rsidRPr="00436A56">
        <w:rPr>
          <w:szCs w:val="32"/>
        </w:rPr>
        <w:t>. – Vivante – et elle ne mourra plus !</w:t>
      </w:r>
    </w:p>
    <w:p w14:paraId="78D09FE3" w14:textId="77777777" w:rsidR="00436A56" w:rsidRPr="00436A56" w:rsidRDefault="00436A56" w:rsidP="00436A56">
      <w:proofErr w:type="spellStart"/>
      <w:r w:rsidRPr="00436A56">
        <w:rPr>
          <w:szCs w:val="32"/>
        </w:rPr>
        <w:t>GUINCANO</w:t>
      </w:r>
      <w:proofErr w:type="spellEnd"/>
      <w:r w:rsidRPr="00436A56">
        <w:rPr>
          <w:szCs w:val="32"/>
        </w:rPr>
        <w:t xml:space="preserve">. – Mais que parles-tu de vie : vivre signifie mourir à tout moment, changer, se transformer à toute heure ; et la statue ne meurt pas mais elle ne change plus. Morte pour toujours là dans un geste de vie. La vie c’est toi qui la lui donnes si tu la regardes un moment. Moi, je ne peux plus regarder les statues ; j’en ai l’horreur. Ah ! merci, être immortel de cette manière ! </w:t>
      </w:r>
      <w:r w:rsidRPr="00436A56">
        <w:rPr>
          <w:i/>
          <w:iCs/>
          <w:szCs w:val="32"/>
        </w:rPr>
        <w:t xml:space="preserve">(il saisit </w:t>
      </w:r>
      <w:proofErr w:type="spellStart"/>
      <w:r w:rsidRPr="00436A56">
        <w:rPr>
          <w:i/>
          <w:iCs/>
          <w:szCs w:val="32"/>
        </w:rPr>
        <w:t>Tuda</w:t>
      </w:r>
      <w:proofErr w:type="spellEnd"/>
      <w:r w:rsidRPr="00436A56">
        <w:rPr>
          <w:i/>
          <w:iCs/>
          <w:szCs w:val="32"/>
        </w:rPr>
        <w:t xml:space="preserve"> par le bras et la secoue) </w:t>
      </w:r>
      <w:r w:rsidRPr="00436A56">
        <w:rPr>
          <w:szCs w:val="32"/>
        </w:rPr>
        <w:t>et non plus vivante, vivante comme toi.</w:t>
      </w:r>
    </w:p>
    <w:p w14:paraId="7692BAB4" w14:textId="77777777" w:rsidR="00436A56" w:rsidRPr="00436A56" w:rsidRDefault="00436A56" w:rsidP="00436A56">
      <w:proofErr w:type="spellStart"/>
      <w:r w:rsidRPr="00436A56">
        <w:rPr>
          <w:szCs w:val="32"/>
        </w:rPr>
        <w:t>SIRIO</w:t>
      </w:r>
      <w:proofErr w:type="spellEnd"/>
      <w:r w:rsidRPr="00436A56">
        <w:rPr>
          <w:szCs w:val="32"/>
        </w:rPr>
        <w:t>. – Veux-tu savoir comment je traduis tout ce que tu viens de dire : tu pleures sur ta jeunesse qui n’est plus. Tu hais les statues parce que tu commences à sentir que, comme elles, tu ne peux plus bouger.</w:t>
      </w:r>
    </w:p>
    <w:p w14:paraId="76117350" w14:textId="77777777" w:rsidR="00436A56" w:rsidRPr="00436A56" w:rsidRDefault="00436A56" w:rsidP="00436A56">
      <w:proofErr w:type="spellStart"/>
      <w:r w:rsidRPr="00436A56">
        <w:rPr>
          <w:i/>
          <w:iCs/>
        </w:rPr>
        <w:t>Guincano</w:t>
      </w:r>
      <w:proofErr w:type="spellEnd"/>
      <w:r w:rsidRPr="00436A56">
        <w:rPr>
          <w:i/>
          <w:iCs/>
        </w:rPr>
        <w:t xml:space="preserve"> surpris par cette remarque se tourne et le fixe avec colère et stupeur à la fois. On frappe à la porte.</w:t>
      </w:r>
    </w:p>
    <w:p w14:paraId="1681C1DF" w14:textId="77777777" w:rsidR="00436A56" w:rsidRPr="00436A56" w:rsidRDefault="00436A56" w:rsidP="00436A56">
      <w:proofErr w:type="spellStart"/>
      <w:r w:rsidRPr="00436A56">
        <w:rPr>
          <w:szCs w:val="32"/>
        </w:rPr>
        <w:t>TUDA</w:t>
      </w:r>
      <w:proofErr w:type="spellEnd"/>
      <w:r w:rsidRPr="00436A56">
        <w:rPr>
          <w:szCs w:val="32"/>
        </w:rPr>
        <w:t xml:space="preserve">. – Ah ! c’est sans doute </w:t>
      </w:r>
      <w:proofErr w:type="spellStart"/>
      <w:r w:rsidRPr="00436A56">
        <w:rPr>
          <w:szCs w:val="32"/>
        </w:rPr>
        <w:t>Caravani</w:t>
      </w:r>
      <w:proofErr w:type="spellEnd"/>
      <w:r w:rsidRPr="00436A56">
        <w:rPr>
          <w:szCs w:val="32"/>
        </w:rPr>
        <w:t>.</w:t>
      </w:r>
    </w:p>
    <w:p w14:paraId="0AF73A98"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reconnaissant la manière de frapper. </w:t>
      </w:r>
      <w:r w:rsidRPr="00436A56">
        <w:rPr>
          <w:szCs w:val="32"/>
        </w:rPr>
        <w:t>– Non. Ayez la bonté de passer à côté une minute.</w:t>
      </w:r>
    </w:p>
    <w:p w14:paraId="498F7DA2" w14:textId="77777777" w:rsidR="00436A56" w:rsidRPr="00436A56" w:rsidRDefault="00436A56" w:rsidP="00436A56">
      <w:r w:rsidRPr="00436A56">
        <w:rPr>
          <w:i/>
          <w:iCs/>
        </w:rPr>
        <w:lastRenderedPageBreak/>
        <w:t xml:space="preserve">Il indique de se retirer derrière le rideau, </w:t>
      </w:r>
      <w:proofErr w:type="spellStart"/>
      <w:r w:rsidRPr="00436A56">
        <w:rPr>
          <w:i/>
          <w:iCs/>
        </w:rPr>
        <w:t>Guincano</w:t>
      </w:r>
      <w:proofErr w:type="spellEnd"/>
      <w:r w:rsidRPr="00436A56">
        <w:rPr>
          <w:i/>
          <w:iCs/>
        </w:rPr>
        <w:t xml:space="preserve"> et </w:t>
      </w:r>
      <w:proofErr w:type="spellStart"/>
      <w:r w:rsidRPr="00436A56">
        <w:rPr>
          <w:i/>
          <w:iCs/>
        </w:rPr>
        <w:t>Tuda</w:t>
      </w:r>
      <w:proofErr w:type="spellEnd"/>
      <w:r w:rsidRPr="00436A56">
        <w:rPr>
          <w:i/>
          <w:iCs/>
        </w:rPr>
        <w:t xml:space="preserve"> obéissent. Sara Mendel entre en costume d’amazone. Brune, hardie, ambiguë, très élégante, près de trente ans.</w:t>
      </w:r>
    </w:p>
    <w:p w14:paraId="20D39455" w14:textId="77777777" w:rsidR="00436A56" w:rsidRPr="00436A56" w:rsidRDefault="00436A56" w:rsidP="00436A56">
      <w:proofErr w:type="spellStart"/>
      <w:r w:rsidRPr="00436A56">
        <w:rPr>
          <w:szCs w:val="32"/>
        </w:rPr>
        <w:t>SIRIO</w:t>
      </w:r>
      <w:proofErr w:type="spellEnd"/>
      <w:r w:rsidRPr="00436A56">
        <w:rPr>
          <w:szCs w:val="32"/>
        </w:rPr>
        <w:t>. – Doucement, je te prie.</w:t>
      </w:r>
    </w:p>
    <w:p w14:paraId="6FEE4A9B" w14:textId="77777777" w:rsidR="00436A56" w:rsidRPr="00436A56" w:rsidRDefault="00436A56" w:rsidP="00436A56">
      <w:r w:rsidRPr="00436A56">
        <w:rPr>
          <w:szCs w:val="32"/>
        </w:rPr>
        <w:t>SARA. – Tu travailles encore ?</w:t>
      </w:r>
    </w:p>
    <w:p w14:paraId="23B11253" w14:textId="77777777" w:rsidR="00436A56" w:rsidRPr="00436A56" w:rsidRDefault="00436A56" w:rsidP="00436A56">
      <w:proofErr w:type="spellStart"/>
      <w:r w:rsidRPr="00436A56">
        <w:rPr>
          <w:szCs w:val="32"/>
        </w:rPr>
        <w:t>SIRIO</w:t>
      </w:r>
      <w:proofErr w:type="spellEnd"/>
      <w:r w:rsidRPr="00436A56">
        <w:rPr>
          <w:szCs w:val="32"/>
        </w:rPr>
        <w:t>. – Elle va partir. Mais il y a quelqu’un d’autre. Ce n’est pas possible.</w:t>
      </w:r>
    </w:p>
    <w:p w14:paraId="5B18B0EC" w14:textId="77777777" w:rsidR="00436A56" w:rsidRPr="00436A56" w:rsidRDefault="00436A56" w:rsidP="00436A56">
      <w:r w:rsidRPr="00436A56">
        <w:rPr>
          <w:szCs w:val="32"/>
        </w:rPr>
        <w:t>SARA. – Qui d’autre ?</w:t>
      </w:r>
    </w:p>
    <w:p w14:paraId="5D484578" w14:textId="77777777" w:rsidR="00436A56" w:rsidRPr="00436A56" w:rsidRDefault="00436A56" w:rsidP="00436A56">
      <w:proofErr w:type="spellStart"/>
      <w:r w:rsidRPr="00436A56">
        <w:rPr>
          <w:szCs w:val="32"/>
        </w:rPr>
        <w:t>SIRIO</w:t>
      </w:r>
      <w:proofErr w:type="spellEnd"/>
      <w:r w:rsidRPr="00436A56">
        <w:rPr>
          <w:szCs w:val="32"/>
        </w:rPr>
        <w:t xml:space="preserve">. – </w:t>
      </w:r>
      <w:proofErr w:type="spellStart"/>
      <w:r w:rsidRPr="00436A56">
        <w:rPr>
          <w:szCs w:val="32"/>
        </w:rPr>
        <w:t>Guincano</w:t>
      </w:r>
      <w:proofErr w:type="spellEnd"/>
      <w:r w:rsidRPr="00436A56">
        <w:rPr>
          <w:szCs w:val="32"/>
        </w:rPr>
        <w:t>.</w:t>
      </w:r>
    </w:p>
    <w:p w14:paraId="389DF079" w14:textId="77777777" w:rsidR="00436A56" w:rsidRPr="00436A56" w:rsidRDefault="00436A56" w:rsidP="00436A56">
      <w:r w:rsidRPr="00436A56">
        <w:rPr>
          <w:szCs w:val="32"/>
        </w:rPr>
        <w:t>SARA. – Ah, très commode ! Est-ce que je ne pourrais pas, moi aussi…</w:t>
      </w:r>
    </w:p>
    <w:p w14:paraId="1E1F30AB" w14:textId="77777777" w:rsidR="00436A56" w:rsidRPr="00436A56" w:rsidRDefault="00436A56" w:rsidP="00436A56">
      <w:proofErr w:type="spellStart"/>
      <w:r w:rsidRPr="00436A56">
        <w:rPr>
          <w:szCs w:val="32"/>
        </w:rPr>
        <w:t>SIRIO</w:t>
      </w:r>
      <w:proofErr w:type="spellEnd"/>
      <w:r w:rsidRPr="00436A56">
        <w:rPr>
          <w:szCs w:val="32"/>
        </w:rPr>
        <w:t>. – Quoi donc ?</w:t>
      </w:r>
    </w:p>
    <w:p w14:paraId="2D9ADA60" w14:textId="77777777" w:rsidR="00436A56" w:rsidRPr="00436A56" w:rsidRDefault="00436A56" w:rsidP="00436A56">
      <w:r w:rsidRPr="00436A56">
        <w:rPr>
          <w:szCs w:val="32"/>
        </w:rPr>
        <w:t>SARA. – Te voir travailler.</w:t>
      </w:r>
    </w:p>
    <w:p w14:paraId="28B86EF1" w14:textId="77777777" w:rsidR="00436A56" w:rsidRPr="00436A56" w:rsidRDefault="00436A56" w:rsidP="00436A56">
      <w:proofErr w:type="spellStart"/>
      <w:r w:rsidRPr="00436A56">
        <w:rPr>
          <w:szCs w:val="32"/>
        </w:rPr>
        <w:t>SIRIO</w:t>
      </w:r>
      <w:proofErr w:type="spellEnd"/>
      <w:r w:rsidRPr="00436A56">
        <w:rPr>
          <w:szCs w:val="32"/>
        </w:rPr>
        <w:t>. – Je t’ai déjà dit que non.</w:t>
      </w:r>
    </w:p>
    <w:p w14:paraId="4684D3C4" w14:textId="77777777" w:rsidR="00436A56" w:rsidRPr="00436A56" w:rsidRDefault="00436A56" w:rsidP="00436A56">
      <w:r w:rsidRPr="00436A56">
        <w:rPr>
          <w:szCs w:val="32"/>
        </w:rPr>
        <w:t>SARA</w:t>
      </w:r>
      <w:r w:rsidRPr="00436A56">
        <w:t xml:space="preserve">. </w:t>
      </w:r>
      <w:r w:rsidRPr="00436A56">
        <w:rPr>
          <w:szCs w:val="32"/>
        </w:rPr>
        <w:t>– C’est curieux ; elle veut bien se montrer nue à un homme mais pas à une femme.</w:t>
      </w:r>
    </w:p>
    <w:p w14:paraId="70BCD33A" w14:textId="77777777" w:rsidR="00436A56" w:rsidRPr="00436A56" w:rsidRDefault="00436A56" w:rsidP="00436A56">
      <w:proofErr w:type="spellStart"/>
      <w:r w:rsidRPr="00436A56">
        <w:rPr>
          <w:szCs w:val="32"/>
        </w:rPr>
        <w:t>SIRIO</w:t>
      </w:r>
      <w:proofErr w:type="spellEnd"/>
      <w:r w:rsidRPr="00436A56">
        <w:rPr>
          <w:szCs w:val="32"/>
        </w:rPr>
        <w:t>. – Viens… ici, dans le jardin.</w:t>
      </w:r>
    </w:p>
    <w:p w14:paraId="17004DC9" w14:textId="77777777" w:rsidR="00436A56" w:rsidRPr="00436A56" w:rsidRDefault="00436A56" w:rsidP="00436A56">
      <w:r w:rsidRPr="00436A56">
        <w:rPr>
          <w:szCs w:val="32"/>
        </w:rPr>
        <w:t>SARA. – Laisse-moi la voir.</w:t>
      </w:r>
    </w:p>
    <w:p w14:paraId="01B4D949" w14:textId="77777777" w:rsidR="00436A56" w:rsidRPr="00436A56" w:rsidRDefault="00436A56" w:rsidP="00436A56">
      <w:proofErr w:type="spellStart"/>
      <w:r w:rsidRPr="00436A56">
        <w:rPr>
          <w:szCs w:val="32"/>
        </w:rPr>
        <w:t>SIRIO</w:t>
      </w:r>
      <w:proofErr w:type="spellEnd"/>
      <w:r w:rsidRPr="00436A56">
        <w:rPr>
          <w:szCs w:val="32"/>
        </w:rPr>
        <w:t>. – Viens, je te dis.</w:t>
      </w:r>
    </w:p>
    <w:p w14:paraId="12008104" w14:textId="77777777" w:rsidR="00436A56" w:rsidRPr="00436A56" w:rsidRDefault="00436A56" w:rsidP="00436A56">
      <w:r w:rsidRPr="00436A56">
        <w:rPr>
          <w:szCs w:val="32"/>
        </w:rPr>
        <w:t xml:space="preserve">SARA. – Non, non, reste. Moi, je m’en vais, continue à travailler : mais je crois bien, pas pour longtemps. </w:t>
      </w:r>
      <w:proofErr w:type="spellStart"/>
      <w:r w:rsidRPr="00436A56">
        <w:rPr>
          <w:szCs w:val="32"/>
        </w:rPr>
        <w:t>Caravani</w:t>
      </w:r>
      <w:proofErr w:type="spellEnd"/>
      <w:r w:rsidRPr="00436A56">
        <w:rPr>
          <w:szCs w:val="32"/>
        </w:rPr>
        <w:t xml:space="preserve"> devait venir la chercher à midi.</w:t>
      </w:r>
    </w:p>
    <w:p w14:paraId="38623279" w14:textId="77777777" w:rsidR="00436A56" w:rsidRPr="00436A56" w:rsidRDefault="00436A56" w:rsidP="00436A56">
      <w:proofErr w:type="spellStart"/>
      <w:r w:rsidRPr="00436A56">
        <w:rPr>
          <w:szCs w:val="32"/>
        </w:rPr>
        <w:t>SIRIO</w:t>
      </w:r>
      <w:proofErr w:type="spellEnd"/>
      <w:r w:rsidRPr="00436A56">
        <w:rPr>
          <w:szCs w:val="32"/>
        </w:rPr>
        <w:t>. – Oui, je te l’ai dit, elle est sur le point de partir.</w:t>
      </w:r>
    </w:p>
    <w:p w14:paraId="2A372965" w14:textId="77777777" w:rsidR="00436A56" w:rsidRPr="00436A56" w:rsidRDefault="00436A56" w:rsidP="00436A56">
      <w:r w:rsidRPr="00436A56">
        <w:rPr>
          <w:szCs w:val="32"/>
        </w:rPr>
        <w:t xml:space="preserve">SARA. – Tu savais qu’elle est avec </w:t>
      </w:r>
      <w:proofErr w:type="spellStart"/>
      <w:r w:rsidRPr="00436A56">
        <w:rPr>
          <w:szCs w:val="32"/>
        </w:rPr>
        <w:t>Caravani</w:t>
      </w:r>
      <w:proofErr w:type="spellEnd"/>
      <w:r w:rsidRPr="00436A56">
        <w:rPr>
          <w:szCs w:val="32"/>
        </w:rPr>
        <w:t> ?</w:t>
      </w:r>
    </w:p>
    <w:p w14:paraId="213BCE93" w14:textId="77777777" w:rsidR="00436A56" w:rsidRPr="00436A56" w:rsidRDefault="00436A56" w:rsidP="00436A56">
      <w:proofErr w:type="spellStart"/>
      <w:r w:rsidRPr="00436A56">
        <w:rPr>
          <w:szCs w:val="32"/>
        </w:rPr>
        <w:lastRenderedPageBreak/>
        <w:t>SIRIO</w:t>
      </w:r>
      <w:proofErr w:type="spellEnd"/>
      <w:r w:rsidRPr="00436A56">
        <w:rPr>
          <w:szCs w:val="32"/>
        </w:rPr>
        <w:t>. – Que veux-tu que cela me fasse avec qui elle est.</w:t>
      </w:r>
    </w:p>
    <w:p w14:paraId="0E70B0CD" w14:textId="77777777" w:rsidR="00436A56" w:rsidRPr="00436A56" w:rsidRDefault="00436A56" w:rsidP="00436A56">
      <w:r w:rsidRPr="00436A56">
        <w:rPr>
          <w:szCs w:val="32"/>
        </w:rPr>
        <w:t xml:space="preserve">SARA. – Et que </w:t>
      </w:r>
      <w:proofErr w:type="spellStart"/>
      <w:r w:rsidRPr="00436A56">
        <w:rPr>
          <w:szCs w:val="32"/>
        </w:rPr>
        <w:t>Caravani</w:t>
      </w:r>
      <w:proofErr w:type="spellEnd"/>
      <w:r w:rsidRPr="00436A56">
        <w:rPr>
          <w:szCs w:val="32"/>
        </w:rPr>
        <w:t>, depuis une semaine, me fait la cour, tu le sais ?</w:t>
      </w:r>
    </w:p>
    <w:p w14:paraId="143B6252" w14:textId="77777777" w:rsidR="00436A56" w:rsidRPr="00436A56" w:rsidRDefault="00436A56" w:rsidP="00436A56">
      <w:proofErr w:type="spellStart"/>
      <w:r w:rsidRPr="00436A56">
        <w:rPr>
          <w:szCs w:val="32"/>
        </w:rPr>
        <w:t>SIRIO</w:t>
      </w:r>
      <w:proofErr w:type="spellEnd"/>
      <w:r w:rsidRPr="00436A56">
        <w:rPr>
          <w:szCs w:val="32"/>
        </w:rPr>
        <w:t>. – Je le vois.</w:t>
      </w:r>
    </w:p>
    <w:p w14:paraId="45379FF5" w14:textId="77777777" w:rsidR="00436A56" w:rsidRPr="00436A56" w:rsidRDefault="00436A56" w:rsidP="00436A56">
      <w:r w:rsidRPr="00436A56">
        <w:rPr>
          <w:szCs w:val="32"/>
        </w:rPr>
        <w:t>SARA. – Qu’est-ce que tu vois ?</w:t>
      </w:r>
    </w:p>
    <w:p w14:paraId="02004E61" w14:textId="77777777" w:rsidR="00436A56" w:rsidRPr="00436A56" w:rsidRDefault="00436A56" w:rsidP="00436A56">
      <w:proofErr w:type="spellStart"/>
      <w:r w:rsidRPr="00436A56">
        <w:rPr>
          <w:szCs w:val="32"/>
        </w:rPr>
        <w:t>SIRIO</w:t>
      </w:r>
      <w:proofErr w:type="spellEnd"/>
      <w:r w:rsidRPr="00436A56">
        <w:rPr>
          <w:szCs w:val="32"/>
        </w:rPr>
        <w:t>. – Que tu es habillée comme pour le portrait qu’il veut faire de toi.</w:t>
      </w:r>
    </w:p>
    <w:p w14:paraId="60CB8094" w14:textId="77777777" w:rsidR="00436A56" w:rsidRPr="00436A56" w:rsidRDefault="00436A56" w:rsidP="00436A56">
      <w:r w:rsidRPr="00436A56">
        <w:rPr>
          <w:szCs w:val="32"/>
        </w:rPr>
        <w:t>SARA. – Ah ! qui te l’a dit ? Elle ?</w:t>
      </w:r>
    </w:p>
    <w:p w14:paraId="7A10A773" w14:textId="77777777" w:rsidR="00436A56" w:rsidRPr="00436A56" w:rsidRDefault="00436A56" w:rsidP="00436A56">
      <w:pPr>
        <w:jc w:val="right"/>
      </w:pPr>
      <w:r w:rsidRPr="00436A56">
        <w:rPr>
          <w:i/>
          <w:iCs/>
          <w:szCs w:val="32"/>
        </w:rPr>
        <w:t xml:space="preserve">Signe de tête vers </w:t>
      </w:r>
      <w:proofErr w:type="spellStart"/>
      <w:r w:rsidRPr="00436A56">
        <w:rPr>
          <w:i/>
          <w:iCs/>
          <w:szCs w:val="32"/>
        </w:rPr>
        <w:t>Tuda</w:t>
      </w:r>
      <w:proofErr w:type="spellEnd"/>
      <w:r w:rsidRPr="00436A56">
        <w:rPr>
          <w:i/>
          <w:iCs/>
          <w:szCs w:val="32"/>
        </w:rPr>
        <w:t>.</w:t>
      </w:r>
    </w:p>
    <w:p w14:paraId="6BF4D705" w14:textId="77777777" w:rsidR="00436A56" w:rsidRPr="00436A56" w:rsidRDefault="00436A56" w:rsidP="00436A56">
      <w:proofErr w:type="spellStart"/>
      <w:r w:rsidRPr="00436A56">
        <w:rPr>
          <w:szCs w:val="32"/>
        </w:rPr>
        <w:t>SIRIO</w:t>
      </w:r>
      <w:proofErr w:type="spellEnd"/>
      <w:r w:rsidRPr="00436A56">
        <w:rPr>
          <w:szCs w:val="32"/>
        </w:rPr>
        <w:t xml:space="preserve">. – Puisqu’elle est avec </w:t>
      </w:r>
      <w:proofErr w:type="spellStart"/>
      <w:r w:rsidRPr="00436A56">
        <w:rPr>
          <w:szCs w:val="32"/>
        </w:rPr>
        <w:t>Caravani</w:t>
      </w:r>
      <w:proofErr w:type="spellEnd"/>
      <w:r w:rsidRPr="00436A56">
        <w:rPr>
          <w:szCs w:val="32"/>
        </w:rPr>
        <w:t>.</w:t>
      </w:r>
    </w:p>
    <w:p w14:paraId="2AE9B88E" w14:textId="77777777" w:rsidR="00436A56" w:rsidRPr="00436A56" w:rsidRDefault="00436A56" w:rsidP="00436A56">
      <w:r w:rsidRPr="00436A56">
        <w:rPr>
          <w:szCs w:val="32"/>
        </w:rPr>
        <w:t xml:space="preserve">SARA. – Mais c’est </w:t>
      </w:r>
      <w:proofErr w:type="spellStart"/>
      <w:r w:rsidRPr="00436A56">
        <w:rPr>
          <w:szCs w:val="32"/>
        </w:rPr>
        <w:t>Caravani</w:t>
      </w:r>
      <w:proofErr w:type="spellEnd"/>
      <w:r w:rsidRPr="00436A56">
        <w:rPr>
          <w:szCs w:val="32"/>
        </w:rPr>
        <w:t xml:space="preserve"> qui m’a demandé de faire mon portrait. Vous parlez donc de moi en travaillant ?</w:t>
      </w:r>
    </w:p>
    <w:p w14:paraId="6359DC0D" w14:textId="77777777" w:rsidR="00436A56" w:rsidRPr="00436A56" w:rsidRDefault="00436A56" w:rsidP="00436A56">
      <w:proofErr w:type="spellStart"/>
      <w:r w:rsidRPr="00436A56">
        <w:rPr>
          <w:szCs w:val="32"/>
        </w:rPr>
        <w:t>SIRIO</w:t>
      </w:r>
      <w:proofErr w:type="spellEnd"/>
      <w:r w:rsidRPr="00436A56">
        <w:rPr>
          <w:szCs w:val="32"/>
        </w:rPr>
        <w:t>. – Tais-toi. Sortons, veux-tu ?</w:t>
      </w:r>
    </w:p>
    <w:p w14:paraId="095BCEF8" w14:textId="77777777" w:rsidR="00436A56" w:rsidRPr="00436A56" w:rsidRDefault="00436A56" w:rsidP="00436A56">
      <w:r w:rsidRPr="00436A56">
        <w:rPr>
          <w:szCs w:val="32"/>
        </w:rPr>
        <w:t xml:space="preserve">SARA. – Je pourrais à mon tour te faire savoir que c’est elle qui a conseillé à </w:t>
      </w:r>
      <w:proofErr w:type="spellStart"/>
      <w:r w:rsidRPr="00436A56">
        <w:rPr>
          <w:szCs w:val="32"/>
        </w:rPr>
        <w:t>Caravani</w:t>
      </w:r>
      <w:proofErr w:type="spellEnd"/>
      <w:r w:rsidRPr="00436A56">
        <w:rPr>
          <w:szCs w:val="32"/>
        </w:rPr>
        <w:t>…</w:t>
      </w:r>
    </w:p>
    <w:p w14:paraId="221FB751" w14:textId="77777777" w:rsidR="00436A56" w:rsidRPr="00436A56" w:rsidRDefault="00436A56" w:rsidP="00436A56">
      <w:proofErr w:type="spellStart"/>
      <w:r w:rsidRPr="00436A56">
        <w:rPr>
          <w:szCs w:val="32"/>
        </w:rPr>
        <w:t>SIRIO</w:t>
      </w:r>
      <w:proofErr w:type="spellEnd"/>
      <w:r w:rsidRPr="00436A56">
        <w:rPr>
          <w:szCs w:val="32"/>
        </w:rPr>
        <w:t xml:space="preserve">. – Oui, de faire une Diane, lui aussi. Et ça, c’est </w:t>
      </w:r>
      <w:proofErr w:type="spellStart"/>
      <w:r w:rsidRPr="00436A56">
        <w:rPr>
          <w:szCs w:val="32"/>
        </w:rPr>
        <w:t>Caravani</w:t>
      </w:r>
      <w:proofErr w:type="spellEnd"/>
      <w:r w:rsidRPr="00436A56">
        <w:rPr>
          <w:szCs w:val="32"/>
        </w:rPr>
        <w:t xml:space="preserve"> qui te l’a dit tout en te faisant la cour. Ce qui veut dire que vous deux aussi vous parlez de moi.</w:t>
      </w:r>
    </w:p>
    <w:p w14:paraId="35C8733F" w14:textId="77777777" w:rsidR="00436A56" w:rsidRPr="00436A56" w:rsidRDefault="00436A56" w:rsidP="00436A56">
      <w:r w:rsidRPr="00436A56">
        <w:rPr>
          <w:szCs w:val="32"/>
        </w:rPr>
        <w:t>SARA. – Oui, en effet, pendant qu’il me fait la cour.</w:t>
      </w:r>
    </w:p>
    <w:p w14:paraId="65FA030A" w14:textId="77777777" w:rsidR="00436A56" w:rsidRPr="00436A56" w:rsidRDefault="00436A56" w:rsidP="00436A56">
      <w:proofErr w:type="spellStart"/>
      <w:r w:rsidRPr="00436A56">
        <w:rPr>
          <w:szCs w:val="32"/>
        </w:rPr>
        <w:t>SIRIO</w:t>
      </w:r>
      <w:proofErr w:type="spellEnd"/>
      <w:r w:rsidRPr="00436A56">
        <w:rPr>
          <w:szCs w:val="32"/>
        </w:rPr>
        <w:t>. – Il faut qu’il cesse, tu sais.</w:t>
      </w:r>
    </w:p>
    <w:p w14:paraId="43537797" w14:textId="77777777" w:rsidR="00436A56" w:rsidRPr="00436A56" w:rsidRDefault="00436A56" w:rsidP="00436A56">
      <w:r w:rsidRPr="00436A56">
        <w:rPr>
          <w:szCs w:val="32"/>
        </w:rPr>
        <w:t>SARA. – Quoi donc ? de me faire la cour ?</w:t>
      </w:r>
    </w:p>
    <w:p w14:paraId="741FB757" w14:textId="77777777" w:rsidR="00436A56" w:rsidRPr="00436A56" w:rsidRDefault="00436A56" w:rsidP="00436A56">
      <w:proofErr w:type="spellStart"/>
      <w:r w:rsidRPr="00436A56">
        <w:rPr>
          <w:szCs w:val="32"/>
        </w:rPr>
        <w:t>SIRIO</w:t>
      </w:r>
      <w:proofErr w:type="spellEnd"/>
      <w:r w:rsidRPr="00436A56">
        <w:rPr>
          <w:szCs w:val="32"/>
        </w:rPr>
        <w:t>. – Ça, non ; ça le regarde, il peut faire ton portrait tant qu’il voudra, mais qu’il me laisse mon modèle pour le travail.</w:t>
      </w:r>
    </w:p>
    <w:p w14:paraId="7FC97C7D" w14:textId="77777777" w:rsidR="00436A56" w:rsidRPr="00436A56" w:rsidRDefault="00436A56" w:rsidP="00436A56">
      <w:r w:rsidRPr="00436A56">
        <w:rPr>
          <w:szCs w:val="32"/>
        </w:rPr>
        <w:lastRenderedPageBreak/>
        <w:t>SARA. – Ah ! tu voudrais…</w:t>
      </w:r>
    </w:p>
    <w:p w14:paraId="6FB9B939" w14:textId="77777777" w:rsidR="00436A56" w:rsidRPr="00436A56" w:rsidRDefault="00436A56" w:rsidP="00436A56">
      <w:proofErr w:type="spellStart"/>
      <w:r w:rsidRPr="00436A56">
        <w:rPr>
          <w:szCs w:val="32"/>
        </w:rPr>
        <w:t>SIRIO</w:t>
      </w:r>
      <w:proofErr w:type="spellEnd"/>
      <w:r w:rsidRPr="00436A56">
        <w:rPr>
          <w:szCs w:val="32"/>
        </w:rPr>
        <w:t>. – Je ne veux rien, je veux travailler.</w:t>
      </w:r>
    </w:p>
    <w:p w14:paraId="4303BC9D" w14:textId="77777777" w:rsidR="00436A56" w:rsidRPr="00436A56" w:rsidRDefault="00436A56" w:rsidP="00436A56">
      <w:pPr>
        <w:jc w:val="right"/>
      </w:pPr>
      <w:r w:rsidRPr="00436A56">
        <w:rPr>
          <w:i/>
          <w:iCs/>
          <w:szCs w:val="32"/>
        </w:rPr>
        <w:t>On entend frapper à la porte entr’ouverte.</w:t>
      </w:r>
    </w:p>
    <w:p w14:paraId="0167A516" w14:textId="77777777" w:rsidR="00436A56" w:rsidRPr="00436A56" w:rsidRDefault="00436A56" w:rsidP="00436A56">
      <w:r w:rsidRPr="00436A56">
        <w:rPr>
          <w:szCs w:val="32"/>
        </w:rPr>
        <w:t xml:space="preserve">LA VOIX DE </w:t>
      </w:r>
      <w:proofErr w:type="spellStart"/>
      <w:r w:rsidRPr="00436A56">
        <w:rPr>
          <w:szCs w:val="32"/>
        </w:rPr>
        <w:t>CARAVANI</w:t>
      </w:r>
      <w:proofErr w:type="spellEnd"/>
      <w:r w:rsidRPr="00436A56">
        <w:rPr>
          <w:szCs w:val="32"/>
        </w:rPr>
        <w:t>. – On peut entrer ?</w:t>
      </w:r>
    </w:p>
    <w:p w14:paraId="0034EC80" w14:textId="77777777" w:rsidR="00436A56" w:rsidRPr="00436A56" w:rsidRDefault="00436A56" w:rsidP="00436A56">
      <w:r w:rsidRPr="00436A56">
        <w:rPr>
          <w:szCs w:val="32"/>
        </w:rPr>
        <w:t xml:space="preserve">SARA. – Ah ! le voilà. Entrez, entrez, </w:t>
      </w:r>
      <w:proofErr w:type="spellStart"/>
      <w:r w:rsidRPr="00436A56">
        <w:rPr>
          <w:szCs w:val="32"/>
        </w:rPr>
        <w:t>Caravani</w:t>
      </w:r>
      <w:proofErr w:type="spellEnd"/>
      <w:r w:rsidRPr="00436A56">
        <w:rPr>
          <w:szCs w:val="32"/>
        </w:rPr>
        <w:t>.</w:t>
      </w:r>
    </w:p>
    <w:p w14:paraId="0961A420" w14:textId="77777777" w:rsidR="00436A56" w:rsidRPr="00436A56" w:rsidRDefault="00436A56" w:rsidP="00436A56">
      <w:proofErr w:type="spellStart"/>
      <w:r w:rsidRPr="00436A56">
        <w:rPr>
          <w:szCs w:val="32"/>
        </w:rPr>
        <w:t>CARAVANI</w:t>
      </w:r>
      <w:proofErr w:type="spellEnd"/>
      <w:r w:rsidRPr="00436A56">
        <w:rPr>
          <w:szCs w:val="32"/>
        </w:rPr>
        <w:t xml:space="preserve">, </w:t>
      </w:r>
      <w:r w:rsidRPr="00436A56">
        <w:rPr>
          <w:i/>
          <w:iCs/>
          <w:szCs w:val="32"/>
        </w:rPr>
        <w:t xml:space="preserve">près de quarante ans, brun, élégant. En entrant, il ne s’attend pas à trouver Sara dans l’atelier de </w:t>
      </w:r>
      <w:proofErr w:type="spellStart"/>
      <w:r w:rsidRPr="00436A56">
        <w:rPr>
          <w:i/>
          <w:iCs/>
          <w:szCs w:val="32"/>
        </w:rPr>
        <w:t>Sirio</w:t>
      </w:r>
      <w:proofErr w:type="spellEnd"/>
      <w:r w:rsidRPr="00436A56">
        <w:rPr>
          <w:i/>
          <w:iCs/>
          <w:szCs w:val="32"/>
        </w:rPr>
        <w:t xml:space="preserve">. </w:t>
      </w:r>
      <w:r w:rsidRPr="00436A56">
        <w:rPr>
          <w:szCs w:val="32"/>
        </w:rPr>
        <w:t>– Oh ! bonjour, madame.</w:t>
      </w:r>
    </w:p>
    <w:p w14:paraId="01E21264" w14:textId="77777777" w:rsidR="00436A56" w:rsidRPr="00436A56" w:rsidRDefault="00436A56" w:rsidP="00436A56">
      <w:r w:rsidRPr="00436A56">
        <w:rPr>
          <w:szCs w:val="32"/>
        </w:rPr>
        <w:t>SARA. – Vous arrivez à point.</w:t>
      </w:r>
    </w:p>
    <w:p w14:paraId="58E83B3A" w14:textId="77777777" w:rsidR="00436A56" w:rsidRPr="00436A56" w:rsidRDefault="00436A56" w:rsidP="00436A56">
      <w:proofErr w:type="spellStart"/>
      <w:r w:rsidRPr="00436A56">
        <w:rPr>
          <w:szCs w:val="32"/>
        </w:rPr>
        <w:t>CARAVANI</w:t>
      </w:r>
      <w:proofErr w:type="spellEnd"/>
      <w:r w:rsidRPr="00436A56">
        <w:rPr>
          <w:szCs w:val="32"/>
        </w:rPr>
        <w:t xml:space="preserve">, </w:t>
      </w:r>
      <w:r w:rsidRPr="00436A56">
        <w:rPr>
          <w:i/>
          <w:iCs/>
          <w:szCs w:val="32"/>
        </w:rPr>
        <w:t xml:space="preserve">saluant </w:t>
      </w:r>
      <w:proofErr w:type="spellStart"/>
      <w:r w:rsidRPr="00436A56">
        <w:rPr>
          <w:i/>
          <w:iCs/>
          <w:szCs w:val="32"/>
        </w:rPr>
        <w:t>Dossi</w:t>
      </w:r>
      <w:proofErr w:type="spellEnd"/>
      <w:r w:rsidRPr="00436A56">
        <w:rPr>
          <w:i/>
          <w:iCs/>
          <w:szCs w:val="32"/>
        </w:rPr>
        <w:t xml:space="preserve">. </w:t>
      </w:r>
      <w:r w:rsidRPr="00436A56">
        <w:rPr>
          <w:szCs w:val="32"/>
        </w:rPr>
        <w:t xml:space="preserve">– Cher </w:t>
      </w:r>
      <w:proofErr w:type="spellStart"/>
      <w:r w:rsidRPr="00436A56">
        <w:rPr>
          <w:szCs w:val="32"/>
        </w:rPr>
        <w:t>Dossi</w:t>
      </w:r>
      <w:proofErr w:type="spellEnd"/>
      <w:r w:rsidRPr="00436A56">
        <w:rPr>
          <w:szCs w:val="32"/>
        </w:rPr>
        <w:t xml:space="preserve">. </w:t>
      </w:r>
      <w:r w:rsidRPr="00436A56">
        <w:rPr>
          <w:i/>
          <w:iCs/>
          <w:szCs w:val="32"/>
        </w:rPr>
        <w:t xml:space="preserve">(À Sara.) </w:t>
      </w:r>
      <w:r w:rsidRPr="00436A56">
        <w:rPr>
          <w:szCs w:val="32"/>
        </w:rPr>
        <w:t>J’arrive à point ? Pourquoi ?</w:t>
      </w:r>
    </w:p>
    <w:p w14:paraId="6035030D" w14:textId="77777777" w:rsidR="00436A56" w:rsidRPr="00436A56" w:rsidRDefault="00436A56" w:rsidP="00436A56">
      <w:r w:rsidRPr="00436A56">
        <w:rPr>
          <w:szCs w:val="32"/>
        </w:rPr>
        <w:t>SARA. – Nous parlions de votre modèle.</w:t>
      </w:r>
    </w:p>
    <w:p w14:paraId="6CC2F88A" w14:textId="77777777" w:rsidR="00436A56" w:rsidRPr="00436A56" w:rsidRDefault="00436A56" w:rsidP="00436A56">
      <w:proofErr w:type="spellStart"/>
      <w:r w:rsidRPr="00436A56">
        <w:rPr>
          <w:szCs w:val="32"/>
        </w:rPr>
        <w:t>CARAVANI</w:t>
      </w:r>
      <w:proofErr w:type="spellEnd"/>
      <w:r w:rsidRPr="00436A56">
        <w:rPr>
          <w:szCs w:val="32"/>
        </w:rPr>
        <w:t>. – Elle est encore là ?</w:t>
      </w:r>
    </w:p>
    <w:p w14:paraId="0EC5B8C7" w14:textId="77777777" w:rsidR="00436A56" w:rsidRPr="00436A56" w:rsidRDefault="00436A56" w:rsidP="00436A56">
      <w:r w:rsidRPr="00436A56">
        <w:rPr>
          <w:szCs w:val="32"/>
        </w:rPr>
        <w:t xml:space="preserve">SARA. – Me voici </w:t>
      </w:r>
      <w:r w:rsidRPr="00436A56">
        <w:rPr>
          <w:i/>
          <w:iCs/>
          <w:szCs w:val="32"/>
        </w:rPr>
        <w:t xml:space="preserve">(elle montre son costume d’amazone) </w:t>
      </w:r>
      <w:r w:rsidRPr="00436A56">
        <w:rPr>
          <w:szCs w:val="32"/>
        </w:rPr>
        <w:t>comme vous me voulez.</w:t>
      </w:r>
    </w:p>
    <w:p w14:paraId="524E5A79" w14:textId="77777777" w:rsidR="00436A56" w:rsidRPr="00436A56" w:rsidRDefault="00436A56" w:rsidP="00436A56">
      <w:proofErr w:type="spellStart"/>
      <w:r w:rsidRPr="00436A56">
        <w:rPr>
          <w:szCs w:val="32"/>
        </w:rPr>
        <w:t>CARAVANI</w:t>
      </w:r>
      <w:proofErr w:type="spellEnd"/>
      <w:r w:rsidRPr="00436A56">
        <w:rPr>
          <w:szCs w:val="32"/>
        </w:rPr>
        <w:t xml:space="preserve">, </w:t>
      </w:r>
      <w:r w:rsidRPr="00436A56">
        <w:rPr>
          <w:i/>
          <w:iCs/>
          <w:szCs w:val="32"/>
        </w:rPr>
        <w:t xml:space="preserve">se troublant devant </w:t>
      </w:r>
      <w:proofErr w:type="spellStart"/>
      <w:r w:rsidRPr="00436A56">
        <w:rPr>
          <w:i/>
          <w:iCs/>
          <w:szCs w:val="32"/>
        </w:rPr>
        <w:t>Dossi</w:t>
      </w:r>
      <w:proofErr w:type="spellEnd"/>
      <w:r w:rsidRPr="00436A56">
        <w:rPr>
          <w:i/>
          <w:iCs/>
          <w:szCs w:val="32"/>
        </w:rPr>
        <w:t xml:space="preserve">. </w:t>
      </w:r>
      <w:r w:rsidRPr="00436A56">
        <w:rPr>
          <w:szCs w:val="32"/>
        </w:rPr>
        <w:t>– Ah ! mais…</w:t>
      </w:r>
    </w:p>
    <w:p w14:paraId="22F1A5EE" w14:textId="77777777" w:rsidR="00436A56" w:rsidRPr="00436A56" w:rsidRDefault="00436A56" w:rsidP="00436A56">
      <w:r w:rsidRPr="00436A56">
        <w:rPr>
          <w:szCs w:val="32"/>
        </w:rPr>
        <w:t xml:space="preserve">SARA, </w:t>
      </w:r>
      <w:r w:rsidRPr="00436A56">
        <w:rPr>
          <w:i/>
          <w:iCs/>
          <w:szCs w:val="32"/>
        </w:rPr>
        <w:t xml:space="preserve">vite, pour le mettre à l’aise. </w:t>
      </w:r>
      <w:r w:rsidRPr="00436A56">
        <w:rPr>
          <w:szCs w:val="32"/>
        </w:rPr>
        <w:t>– Il le sait, votre modèle le lui a dit !… J’étais venue l’inviter à se promener à cheval avec moi, il dit qu’il veut travailler. Si vous voulez m’accompagner, je suis prête.</w:t>
      </w:r>
    </w:p>
    <w:p w14:paraId="2B776A5D" w14:textId="77777777" w:rsidR="00436A56" w:rsidRPr="00436A56" w:rsidRDefault="00436A56" w:rsidP="00436A56">
      <w:proofErr w:type="spellStart"/>
      <w:r w:rsidRPr="00436A56">
        <w:rPr>
          <w:szCs w:val="32"/>
        </w:rPr>
        <w:t>CARAVANI</w:t>
      </w:r>
      <w:proofErr w:type="spellEnd"/>
      <w:r w:rsidRPr="00436A56">
        <w:rPr>
          <w:szCs w:val="32"/>
        </w:rPr>
        <w:t>. – Comment donc ? Très heureux.</w:t>
      </w:r>
    </w:p>
    <w:p w14:paraId="1F382F87" w14:textId="77777777" w:rsidR="00436A56" w:rsidRPr="00436A56" w:rsidRDefault="00436A56" w:rsidP="00436A56">
      <w:r w:rsidRPr="00436A56">
        <w:rPr>
          <w:szCs w:val="32"/>
        </w:rPr>
        <w:t>SAR</w:t>
      </w:r>
      <w:r w:rsidRPr="00436A56">
        <w:t xml:space="preserve">A. </w:t>
      </w:r>
      <w:r w:rsidRPr="00436A56">
        <w:rPr>
          <w:szCs w:val="32"/>
        </w:rPr>
        <w:t xml:space="preserve">– À condition que vous lui laissiez son modèle. C’est un échange. </w:t>
      </w:r>
      <w:r w:rsidRPr="00436A56">
        <w:rPr>
          <w:i/>
          <w:iCs/>
          <w:szCs w:val="32"/>
        </w:rPr>
        <w:t xml:space="preserve">(À un geste étonné de </w:t>
      </w:r>
      <w:proofErr w:type="spellStart"/>
      <w:r w:rsidRPr="00436A56">
        <w:rPr>
          <w:i/>
          <w:iCs/>
          <w:szCs w:val="32"/>
        </w:rPr>
        <w:t>Caravani</w:t>
      </w:r>
      <w:proofErr w:type="spellEnd"/>
      <w:r w:rsidRPr="00436A56">
        <w:rPr>
          <w:i/>
          <w:iCs/>
          <w:szCs w:val="32"/>
        </w:rPr>
        <w:t xml:space="preserve">.) </w:t>
      </w:r>
      <w:r w:rsidRPr="00436A56">
        <w:rPr>
          <w:szCs w:val="32"/>
        </w:rPr>
        <w:t>Il veut bien, il veut bien. Et je veux bien aussi ! Allons !</w:t>
      </w:r>
    </w:p>
    <w:p w14:paraId="49841B4B" w14:textId="77777777" w:rsidR="00436A56" w:rsidRPr="00436A56" w:rsidRDefault="00436A56" w:rsidP="00436A56">
      <w:pPr>
        <w:jc w:val="right"/>
      </w:pPr>
      <w:r w:rsidRPr="00436A56">
        <w:rPr>
          <w:i/>
          <w:iCs/>
          <w:szCs w:val="32"/>
        </w:rPr>
        <w:t>Elle fait le geste de l’entraîner.</w:t>
      </w:r>
    </w:p>
    <w:p w14:paraId="6C17F07F" w14:textId="77777777" w:rsidR="00436A56" w:rsidRPr="00436A56" w:rsidRDefault="00436A56" w:rsidP="00436A56">
      <w:proofErr w:type="spellStart"/>
      <w:r w:rsidRPr="00436A56">
        <w:rPr>
          <w:szCs w:val="32"/>
        </w:rPr>
        <w:lastRenderedPageBreak/>
        <w:t>SIRIO</w:t>
      </w:r>
      <w:proofErr w:type="spellEnd"/>
      <w:r w:rsidRPr="00436A56">
        <w:rPr>
          <w:szCs w:val="32"/>
        </w:rPr>
        <w:t xml:space="preserve">, </w:t>
      </w:r>
      <w:r w:rsidRPr="00436A56">
        <w:rPr>
          <w:i/>
          <w:iCs/>
          <w:szCs w:val="32"/>
        </w:rPr>
        <w:t xml:space="preserve">indigné. </w:t>
      </w:r>
      <w:r w:rsidRPr="00436A56">
        <w:rPr>
          <w:szCs w:val="32"/>
        </w:rPr>
        <w:t xml:space="preserve">– Non ! Attends </w:t>
      </w:r>
      <w:proofErr w:type="spellStart"/>
      <w:r w:rsidRPr="00436A56">
        <w:rPr>
          <w:szCs w:val="32"/>
        </w:rPr>
        <w:t>Caravani</w:t>
      </w:r>
      <w:proofErr w:type="spellEnd"/>
      <w:r w:rsidRPr="00436A56">
        <w:rPr>
          <w:szCs w:val="32"/>
        </w:rPr>
        <w:t xml:space="preserve">. </w:t>
      </w:r>
      <w:r w:rsidRPr="00436A56">
        <w:rPr>
          <w:i/>
          <w:iCs/>
          <w:szCs w:val="32"/>
        </w:rPr>
        <w:t xml:space="preserve">(Appelant fort, avec rage.) </w:t>
      </w:r>
      <w:proofErr w:type="spellStart"/>
      <w:r w:rsidRPr="00436A56">
        <w:rPr>
          <w:szCs w:val="32"/>
        </w:rPr>
        <w:t>Tuda</w:t>
      </w:r>
      <w:proofErr w:type="spellEnd"/>
      <w:r w:rsidRPr="00436A56">
        <w:rPr>
          <w:szCs w:val="32"/>
        </w:rPr>
        <w:t> !</w:t>
      </w:r>
    </w:p>
    <w:p w14:paraId="6D7239A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de derrière le rideau. </w:t>
      </w:r>
      <w:r w:rsidRPr="00436A56">
        <w:rPr>
          <w:szCs w:val="32"/>
        </w:rPr>
        <w:t>– Tout de suite, me voici. Je me rhabille.</w:t>
      </w:r>
    </w:p>
    <w:p w14:paraId="521BF106" w14:textId="77777777" w:rsidR="00436A56" w:rsidRPr="00436A56" w:rsidRDefault="00436A56" w:rsidP="00436A56">
      <w:r w:rsidRPr="00436A56">
        <w:rPr>
          <w:szCs w:val="32"/>
        </w:rPr>
        <w:t xml:space="preserve">SARA. – Mais non !… Venez, </w:t>
      </w:r>
      <w:proofErr w:type="spellStart"/>
      <w:r w:rsidRPr="00436A56">
        <w:rPr>
          <w:szCs w:val="32"/>
        </w:rPr>
        <w:t>Caravani</w:t>
      </w:r>
      <w:proofErr w:type="spellEnd"/>
      <w:r w:rsidRPr="00436A56">
        <w:rPr>
          <w:szCs w:val="32"/>
        </w:rPr>
        <w:t>.</w:t>
      </w:r>
    </w:p>
    <w:p w14:paraId="14FA562A" w14:textId="77777777" w:rsidR="00436A56" w:rsidRPr="00436A56" w:rsidRDefault="00436A56" w:rsidP="00436A56">
      <w:proofErr w:type="spellStart"/>
      <w:r w:rsidRPr="00436A56">
        <w:rPr>
          <w:szCs w:val="32"/>
        </w:rPr>
        <w:t>CARAVANI</w:t>
      </w:r>
      <w:proofErr w:type="spellEnd"/>
      <w:r w:rsidRPr="00436A56">
        <w:rPr>
          <w:szCs w:val="32"/>
        </w:rPr>
        <w:t>. – Comme vous voudrez !</w:t>
      </w:r>
    </w:p>
    <w:p w14:paraId="62C83AB5" w14:textId="77777777" w:rsidR="00436A56" w:rsidRPr="00436A56" w:rsidRDefault="00436A56" w:rsidP="00436A56">
      <w:r w:rsidRPr="00436A56">
        <w:rPr>
          <w:szCs w:val="32"/>
        </w:rPr>
        <w:t>SARA. – Venez aussi pour me faire plaisir.</w:t>
      </w:r>
    </w:p>
    <w:p w14:paraId="36812D76" w14:textId="77777777" w:rsidR="00436A56" w:rsidRPr="00436A56" w:rsidRDefault="00436A56" w:rsidP="00436A56">
      <w:proofErr w:type="spellStart"/>
      <w:r w:rsidRPr="00436A56">
        <w:rPr>
          <w:szCs w:val="32"/>
        </w:rPr>
        <w:t>CARAVANI</w:t>
      </w:r>
      <w:proofErr w:type="spellEnd"/>
      <w:r w:rsidRPr="00436A56">
        <w:rPr>
          <w:szCs w:val="32"/>
        </w:rPr>
        <w:t>. – Mais je ne voudrais pas…</w:t>
      </w:r>
    </w:p>
    <w:p w14:paraId="14B9DD70" w14:textId="77777777" w:rsidR="00436A56" w:rsidRPr="00436A56" w:rsidRDefault="00436A56" w:rsidP="00436A56">
      <w:r w:rsidRPr="00436A56">
        <w:rPr>
          <w:szCs w:val="32"/>
        </w:rPr>
        <w:t xml:space="preserve">SARA. – Mais puisque je vous dis qu’il veut bien. </w:t>
      </w:r>
      <w:r w:rsidRPr="00436A56">
        <w:rPr>
          <w:i/>
          <w:iCs/>
          <w:szCs w:val="32"/>
        </w:rPr>
        <w:t xml:space="preserve">(Tournée vers le rideau.) </w:t>
      </w:r>
      <w:r w:rsidRPr="00436A56">
        <w:rPr>
          <w:szCs w:val="32"/>
        </w:rPr>
        <w:t xml:space="preserve">Maître, je sais que vous êtes ici, retenez-la-lui. </w:t>
      </w:r>
      <w:r w:rsidRPr="00436A56">
        <w:rPr>
          <w:i/>
          <w:iCs/>
          <w:szCs w:val="32"/>
        </w:rPr>
        <w:t xml:space="preserve">(À </w:t>
      </w:r>
      <w:proofErr w:type="spellStart"/>
      <w:r w:rsidRPr="00436A56">
        <w:rPr>
          <w:i/>
          <w:iCs/>
          <w:szCs w:val="32"/>
        </w:rPr>
        <w:t>Caravani</w:t>
      </w:r>
      <w:proofErr w:type="spellEnd"/>
      <w:r w:rsidRPr="00436A56">
        <w:rPr>
          <w:i/>
          <w:iCs/>
          <w:szCs w:val="32"/>
        </w:rPr>
        <w:t xml:space="preserve">.) </w:t>
      </w:r>
      <w:r w:rsidRPr="00436A56">
        <w:rPr>
          <w:szCs w:val="32"/>
        </w:rPr>
        <w:t xml:space="preserve">Allons ! allons ! </w:t>
      </w:r>
      <w:r w:rsidRPr="00436A56">
        <w:rPr>
          <w:i/>
          <w:iCs/>
          <w:szCs w:val="32"/>
        </w:rPr>
        <w:t xml:space="preserve">(Voyant sortir </w:t>
      </w:r>
      <w:proofErr w:type="spellStart"/>
      <w:r w:rsidRPr="00436A56">
        <w:rPr>
          <w:i/>
          <w:iCs/>
          <w:szCs w:val="32"/>
        </w:rPr>
        <w:t>Guincano</w:t>
      </w:r>
      <w:proofErr w:type="spellEnd"/>
      <w:r w:rsidRPr="00436A56">
        <w:rPr>
          <w:i/>
          <w:iCs/>
          <w:szCs w:val="32"/>
        </w:rPr>
        <w:t xml:space="preserve"> de derrière le rideau.) </w:t>
      </w:r>
      <w:r w:rsidRPr="00436A56">
        <w:rPr>
          <w:szCs w:val="32"/>
        </w:rPr>
        <w:t>Au revoir, maître.</w:t>
      </w:r>
    </w:p>
    <w:p w14:paraId="3970D5CC" w14:textId="77777777" w:rsidR="00436A56" w:rsidRPr="00436A56" w:rsidRDefault="00436A56" w:rsidP="00436A56">
      <w:pPr>
        <w:jc w:val="right"/>
      </w:pPr>
      <w:r w:rsidRPr="00436A56">
        <w:rPr>
          <w:i/>
          <w:iCs/>
          <w:szCs w:val="32"/>
        </w:rPr>
        <w:t xml:space="preserve">Elle entraîne </w:t>
      </w:r>
      <w:proofErr w:type="spellStart"/>
      <w:r w:rsidRPr="00436A56">
        <w:rPr>
          <w:i/>
          <w:iCs/>
          <w:szCs w:val="32"/>
        </w:rPr>
        <w:t>Caravani</w:t>
      </w:r>
      <w:proofErr w:type="spellEnd"/>
      <w:r w:rsidRPr="00436A56">
        <w:rPr>
          <w:i/>
          <w:iCs/>
          <w:szCs w:val="32"/>
        </w:rPr>
        <w:t xml:space="preserve"> et sort en riant.</w:t>
      </w:r>
    </w:p>
    <w:p w14:paraId="38C6D138"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frémissant de colère. </w:t>
      </w:r>
      <w:r w:rsidRPr="00436A56">
        <w:rPr>
          <w:szCs w:val="32"/>
        </w:rPr>
        <w:t>– Ah ! quel dégoût. C’est ne pas me connaître du tout.</w:t>
      </w:r>
    </w:p>
    <w:p w14:paraId="3E553094" w14:textId="77777777" w:rsidR="00436A56" w:rsidRPr="00436A56" w:rsidRDefault="00436A56" w:rsidP="00436A56">
      <w:pPr>
        <w:jc w:val="right"/>
      </w:pPr>
      <w:r w:rsidRPr="00436A56">
        <w:rPr>
          <w:i/>
        </w:rPr>
        <w:t>Il sort furieux après les deux.</w:t>
      </w:r>
    </w:p>
    <w:p w14:paraId="6535726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sortant du rideau déjà tout habillée et son chapeau sur la tête. </w:t>
      </w:r>
      <w:r w:rsidRPr="00436A56">
        <w:rPr>
          <w:szCs w:val="32"/>
        </w:rPr>
        <w:t>– Qu’est-ce qui arrive ?</w:t>
      </w:r>
    </w:p>
    <w:p w14:paraId="4E73EFE7" w14:textId="77777777" w:rsidR="00436A56" w:rsidRPr="00436A56" w:rsidRDefault="00436A56" w:rsidP="00436A56">
      <w:proofErr w:type="spellStart"/>
      <w:r w:rsidRPr="00436A56">
        <w:rPr>
          <w:szCs w:val="32"/>
        </w:rPr>
        <w:t>GUINCANO</w:t>
      </w:r>
      <w:proofErr w:type="spellEnd"/>
      <w:r w:rsidRPr="00436A56">
        <w:rPr>
          <w:szCs w:val="32"/>
        </w:rPr>
        <w:t xml:space="preserve">. – Elle a enlevé </w:t>
      </w:r>
      <w:proofErr w:type="spellStart"/>
      <w:r w:rsidRPr="00436A56">
        <w:rPr>
          <w:szCs w:val="32"/>
        </w:rPr>
        <w:t>Caravani</w:t>
      </w:r>
      <w:proofErr w:type="spellEnd"/>
      <w:r w:rsidRPr="00436A56">
        <w:rPr>
          <w:szCs w:val="32"/>
        </w:rPr>
        <w:t>.</w:t>
      </w:r>
    </w:p>
    <w:p w14:paraId="50C75A1E" w14:textId="77777777" w:rsidR="00436A56" w:rsidRPr="00436A56" w:rsidRDefault="00436A56" w:rsidP="00436A56">
      <w:proofErr w:type="spellStart"/>
      <w:r w:rsidRPr="00436A56">
        <w:rPr>
          <w:szCs w:val="32"/>
        </w:rPr>
        <w:t>TUDA</w:t>
      </w:r>
      <w:proofErr w:type="spellEnd"/>
      <w:r w:rsidRPr="00436A56">
        <w:rPr>
          <w:szCs w:val="32"/>
        </w:rPr>
        <w:t>. – Et lui, comme un idiot, court après !</w:t>
      </w:r>
    </w:p>
    <w:p w14:paraId="0AD90BA4" w14:textId="77777777" w:rsidR="00436A56" w:rsidRPr="00436A56" w:rsidRDefault="00436A56" w:rsidP="00436A56">
      <w:proofErr w:type="spellStart"/>
      <w:r w:rsidRPr="00436A56">
        <w:rPr>
          <w:szCs w:val="32"/>
        </w:rPr>
        <w:t>GUINCANO</w:t>
      </w:r>
      <w:proofErr w:type="spellEnd"/>
      <w:r w:rsidRPr="00436A56">
        <w:rPr>
          <w:szCs w:val="32"/>
        </w:rPr>
        <w:t>. – Ce n’est pas un idiot.</w:t>
      </w:r>
    </w:p>
    <w:p w14:paraId="43A044C8" w14:textId="77777777" w:rsidR="00436A56" w:rsidRPr="00436A56" w:rsidRDefault="00436A56" w:rsidP="00436A56">
      <w:proofErr w:type="spellStart"/>
      <w:r w:rsidRPr="00436A56">
        <w:rPr>
          <w:szCs w:val="32"/>
        </w:rPr>
        <w:t>TUDA</w:t>
      </w:r>
      <w:proofErr w:type="spellEnd"/>
      <w:r w:rsidRPr="00436A56">
        <w:rPr>
          <w:szCs w:val="32"/>
        </w:rPr>
        <w:t>. – Mais vous n’avez pas vu que dès qu’il a entendu frapper, il a tout de suite reconnu que c’était elle.</w:t>
      </w:r>
    </w:p>
    <w:p w14:paraId="767B7AF4" w14:textId="77777777" w:rsidR="00436A56" w:rsidRPr="00436A56" w:rsidRDefault="00436A56" w:rsidP="00436A56">
      <w:proofErr w:type="spellStart"/>
      <w:r w:rsidRPr="00436A56">
        <w:rPr>
          <w:szCs w:val="32"/>
        </w:rPr>
        <w:t>GUINCANO</w:t>
      </w:r>
      <w:proofErr w:type="spellEnd"/>
      <w:r w:rsidRPr="00436A56">
        <w:rPr>
          <w:szCs w:val="32"/>
        </w:rPr>
        <w:t>. – Il a sans doute l’habitude de sa façon de frapper.</w:t>
      </w:r>
    </w:p>
    <w:p w14:paraId="7A28DBB9" w14:textId="77777777" w:rsidR="00436A56" w:rsidRPr="00436A56" w:rsidRDefault="00436A56" w:rsidP="00436A56">
      <w:proofErr w:type="spellStart"/>
      <w:r w:rsidRPr="00436A56">
        <w:rPr>
          <w:szCs w:val="32"/>
        </w:rPr>
        <w:lastRenderedPageBreak/>
        <w:t>TUDA</w:t>
      </w:r>
      <w:proofErr w:type="spellEnd"/>
      <w:r w:rsidRPr="00436A56">
        <w:rPr>
          <w:szCs w:val="32"/>
        </w:rPr>
        <w:t>. – La preuve, c’est qu’il s’est précipité pour la rejoindre.</w:t>
      </w:r>
    </w:p>
    <w:p w14:paraId="0C82366E" w14:textId="77777777" w:rsidR="00436A56" w:rsidRPr="00436A56" w:rsidRDefault="00436A56" w:rsidP="00436A56">
      <w:proofErr w:type="spellStart"/>
      <w:r w:rsidRPr="00436A56">
        <w:rPr>
          <w:szCs w:val="32"/>
        </w:rPr>
        <w:t>GUINCANO</w:t>
      </w:r>
      <w:proofErr w:type="spellEnd"/>
      <w:r w:rsidRPr="00436A56">
        <w:rPr>
          <w:szCs w:val="32"/>
        </w:rPr>
        <w:t>. – Oui, mais en disant entre ses dents : « Quel dégoût ! »</w:t>
      </w:r>
    </w:p>
    <w:p w14:paraId="7A6ED4ED" w14:textId="77777777" w:rsidR="00436A56" w:rsidRPr="00436A56" w:rsidRDefault="00436A56" w:rsidP="00436A56">
      <w:proofErr w:type="spellStart"/>
      <w:r w:rsidRPr="00436A56">
        <w:rPr>
          <w:szCs w:val="32"/>
        </w:rPr>
        <w:t>TUDA</w:t>
      </w:r>
      <w:proofErr w:type="spellEnd"/>
      <w:r w:rsidRPr="00436A56">
        <w:rPr>
          <w:szCs w:val="32"/>
        </w:rPr>
        <w:t xml:space="preserve">. – Parce qu’il s’est aperçu qu’elle a voulu lui faire une rosserie. Quand elle a parlé d’échange, il m’a tout de suite appelée pour que je parte avec </w:t>
      </w:r>
      <w:proofErr w:type="spellStart"/>
      <w:r w:rsidRPr="00436A56">
        <w:rPr>
          <w:szCs w:val="32"/>
        </w:rPr>
        <w:t>Caravani</w:t>
      </w:r>
      <w:proofErr w:type="spellEnd"/>
      <w:r w:rsidRPr="00436A56">
        <w:rPr>
          <w:szCs w:val="32"/>
        </w:rPr>
        <w:t>.</w:t>
      </w:r>
    </w:p>
    <w:p w14:paraId="08EB866E" w14:textId="77777777" w:rsidR="00436A56" w:rsidRPr="00436A56" w:rsidRDefault="00436A56" w:rsidP="00436A56">
      <w:proofErr w:type="spellStart"/>
      <w:r w:rsidRPr="00436A56">
        <w:rPr>
          <w:szCs w:val="32"/>
        </w:rPr>
        <w:t>GUINCANO</w:t>
      </w:r>
      <w:proofErr w:type="spellEnd"/>
      <w:r w:rsidRPr="00436A56">
        <w:rPr>
          <w:szCs w:val="32"/>
        </w:rPr>
        <w:t>. – Elle est peut-être jalouse de toi.</w:t>
      </w:r>
    </w:p>
    <w:p w14:paraId="4E90E707" w14:textId="77777777" w:rsidR="00436A56" w:rsidRPr="00436A56" w:rsidRDefault="00436A56" w:rsidP="00436A56">
      <w:proofErr w:type="spellStart"/>
      <w:r w:rsidRPr="00436A56">
        <w:rPr>
          <w:szCs w:val="32"/>
        </w:rPr>
        <w:t>TUDA</w:t>
      </w:r>
      <w:proofErr w:type="spellEnd"/>
      <w:r w:rsidRPr="00436A56">
        <w:rPr>
          <w:szCs w:val="32"/>
        </w:rPr>
        <w:t>. – De moi ? Oh ! par exemple !</w:t>
      </w:r>
    </w:p>
    <w:p w14:paraId="27FBD2CF" w14:textId="77777777" w:rsidR="00436A56" w:rsidRPr="00436A56" w:rsidRDefault="00436A56" w:rsidP="00436A56">
      <w:proofErr w:type="spellStart"/>
      <w:r w:rsidRPr="00436A56">
        <w:rPr>
          <w:szCs w:val="32"/>
        </w:rPr>
        <w:t>GUINCANO</w:t>
      </w:r>
      <w:proofErr w:type="spellEnd"/>
      <w:r w:rsidRPr="00436A56">
        <w:rPr>
          <w:szCs w:val="32"/>
        </w:rPr>
        <w:t>. – Elle est stupide…</w:t>
      </w:r>
    </w:p>
    <w:p w14:paraId="02D30BD2"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avec orgueil. </w:t>
      </w:r>
      <w:r w:rsidRPr="00436A56">
        <w:rPr>
          <w:szCs w:val="32"/>
        </w:rPr>
        <w:t>– Et pourquoi stupide ? (sous-entendant : ne pourrait-elle être jalouse de moi ?)</w:t>
      </w:r>
    </w:p>
    <w:p w14:paraId="757928BD" w14:textId="77777777" w:rsidR="00436A56" w:rsidRPr="00436A56" w:rsidRDefault="00436A56" w:rsidP="00436A56">
      <w:proofErr w:type="spellStart"/>
      <w:r w:rsidRPr="00436A56">
        <w:rPr>
          <w:szCs w:val="32"/>
        </w:rPr>
        <w:t>GUINCANO</w:t>
      </w:r>
      <w:proofErr w:type="spellEnd"/>
      <w:r w:rsidRPr="00436A56">
        <w:rPr>
          <w:szCs w:val="32"/>
        </w:rPr>
        <w:t>. – Stupide parce qu’elle ne comprend pas pour quelle raison, il la néglige. Elle le voit si acharné à son travail qu’elle doit croire que ce n’est pas pour le travail mais pour être avec toi.</w:t>
      </w:r>
    </w:p>
    <w:p w14:paraId="441CD65F" w14:textId="77777777" w:rsidR="00436A56" w:rsidRPr="00436A56" w:rsidRDefault="00436A56" w:rsidP="00436A56">
      <w:proofErr w:type="spellStart"/>
      <w:r w:rsidRPr="00436A56">
        <w:rPr>
          <w:szCs w:val="32"/>
        </w:rPr>
        <w:t>TUDA</w:t>
      </w:r>
      <w:proofErr w:type="spellEnd"/>
      <w:r w:rsidRPr="00436A56">
        <w:rPr>
          <w:szCs w:val="32"/>
        </w:rPr>
        <w:t>. – Elle vient le chercher tous les jours à cette heure-ci.</w:t>
      </w:r>
    </w:p>
    <w:p w14:paraId="2158C0B9"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pensif. </w:t>
      </w:r>
      <w:r w:rsidRPr="00436A56">
        <w:rPr>
          <w:szCs w:val="32"/>
        </w:rPr>
        <w:t>– Puisqu’il a pu dire de moi…</w:t>
      </w:r>
    </w:p>
    <w:p w14:paraId="64E63440"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croyant qu’il parle de Sara. </w:t>
      </w:r>
      <w:r w:rsidRPr="00436A56">
        <w:rPr>
          <w:szCs w:val="32"/>
        </w:rPr>
        <w:t>– Quoi donc, je n’ai pas entendu.</w:t>
      </w:r>
    </w:p>
    <w:p w14:paraId="6E6F5A2E" w14:textId="77777777" w:rsidR="00436A56" w:rsidRPr="00436A56" w:rsidRDefault="00436A56" w:rsidP="00436A56">
      <w:pPr>
        <w:rPr>
          <w:rFonts w:eastAsia="Georgia"/>
        </w:rPr>
      </w:pPr>
      <w:proofErr w:type="spellStart"/>
      <w:r w:rsidRPr="00436A56">
        <w:rPr>
          <w:szCs w:val="32"/>
        </w:rPr>
        <w:t>GUINCANO</w:t>
      </w:r>
      <w:proofErr w:type="spellEnd"/>
      <w:r w:rsidRPr="00436A56">
        <w:rPr>
          <w:szCs w:val="32"/>
        </w:rPr>
        <w:t>. – Que je hais les statues</w:t>
      </w:r>
      <w:r w:rsidRPr="00436A56">
        <w:rPr>
          <w:rFonts w:eastAsia="Georgia" w:cs="Georgia"/>
          <w:szCs w:val="32"/>
        </w:rPr>
        <w:t>…</w:t>
      </w:r>
    </w:p>
    <w:p w14:paraId="40E39C3C" w14:textId="77777777" w:rsidR="00436A56" w:rsidRPr="00436A56" w:rsidRDefault="00436A56" w:rsidP="00436A56">
      <w:proofErr w:type="spellStart"/>
      <w:r w:rsidRPr="00436A56">
        <w:rPr>
          <w:szCs w:val="32"/>
        </w:rPr>
        <w:t>TUDA</w:t>
      </w:r>
      <w:proofErr w:type="spellEnd"/>
      <w:r w:rsidRPr="00436A56">
        <w:rPr>
          <w:szCs w:val="32"/>
        </w:rPr>
        <w:t>. – C’est lui qui l’a dit d’abord.</w:t>
      </w:r>
    </w:p>
    <w:p w14:paraId="76ED77A5" w14:textId="77777777" w:rsidR="00436A56" w:rsidRPr="00436A56" w:rsidRDefault="00436A56" w:rsidP="00436A56">
      <w:proofErr w:type="spellStart"/>
      <w:r w:rsidRPr="00436A56">
        <w:rPr>
          <w:szCs w:val="32"/>
        </w:rPr>
        <w:t>GUINCANO</w:t>
      </w:r>
      <w:proofErr w:type="spellEnd"/>
      <w:r w:rsidRPr="00436A56">
        <w:rPr>
          <w:szCs w:val="32"/>
        </w:rPr>
        <w:t>. – Il n’est pas stupide, lui.</w:t>
      </w:r>
    </w:p>
    <w:p w14:paraId="0F13EA95" w14:textId="77777777" w:rsidR="00436A56" w:rsidRPr="00436A56" w:rsidRDefault="00436A56" w:rsidP="00436A56">
      <w:proofErr w:type="spellStart"/>
      <w:r w:rsidRPr="00436A56">
        <w:rPr>
          <w:szCs w:val="32"/>
        </w:rPr>
        <w:t>TUDA</w:t>
      </w:r>
      <w:proofErr w:type="spellEnd"/>
      <w:r w:rsidRPr="00436A56">
        <w:rPr>
          <w:szCs w:val="32"/>
        </w:rPr>
        <w:t>. – Parce que vous êtes vieux ?…</w:t>
      </w:r>
    </w:p>
    <w:p w14:paraId="0A1B1080" w14:textId="77777777" w:rsidR="00436A56" w:rsidRPr="00436A56" w:rsidRDefault="00436A56" w:rsidP="00436A56">
      <w:proofErr w:type="spellStart"/>
      <w:r w:rsidRPr="00436A56">
        <w:rPr>
          <w:szCs w:val="32"/>
        </w:rPr>
        <w:lastRenderedPageBreak/>
        <w:t>GUINCANO</w:t>
      </w:r>
      <w:proofErr w:type="spellEnd"/>
      <w:r w:rsidRPr="00436A56">
        <w:rPr>
          <w:szCs w:val="32"/>
        </w:rPr>
        <w:t xml:space="preserve">. – Parce que bientôt, comme elle, je serai immobile. Il a raison. Ces mains durcies ! ce visage ! </w:t>
      </w:r>
      <w:r w:rsidRPr="00436A56">
        <w:rPr>
          <w:i/>
          <w:iCs/>
          <w:szCs w:val="32"/>
        </w:rPr>
        <w:t xml:space="preserve">(Il palpe tout son corps avec dégoût.) </w:t>
      </w:r>
      <w:r w:rsidRPr="00436A56">
        <w:rPr>
          <w:szCs w:val="32"/>
        </w:rPr>
        <w:t>Toute cette forme ! Tu ne peux pas comprendre.</w:t>
      </w:r>
    </w:p>
    <w:p w14:paraId="4B54C515"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triste, avec une tendre compassion qui lui fait fermer les yeux mais avec un sourire pourtant malicieux. </w:t>
      </w:r>
      <w:r w:rsidRPr="00436A56">
        <w:rPr>
          <w:szCs w:val="32"/>
        </w:rPr>
        <w:t>– Mais si, je comprends.</w:t>
      </w:r>
    </w:p>
    <w:p w14:paraId="0E199484" w14:textId="77777777" w:rsidR="00436A56" w:rsidRPr="00436A56" w:rsidRDefault="00436A56" w:rsidP="00436A56">
      <w:proofErr w:type="spellStart"/>
      <w:r w:rsidRPr="00436A56">
        <w:rPr>
          <w:szCs w:val="32"/>
        </w:rPr>
        <w:t>GUINCANO</w:t>
      </w:r>
      <w:proofErr w:type="spellEnd"/>
      <w:r w:rsidRPr="00436A56">
        <w:rPr>
          <w:szCs w:val="32"/>
        </w:rPr>
        <w:t xml:space="preserve">. – Non. </w:t>
      </w:r>
      <w:r w:rsidRPr="00436A56">
        <w:rPr>
          <w:i/>
          <w:iCs/>
          <w:szCs w:val="32"/>
        </w:rPr>
        <w:t xml:space="preserve">(Il la regarde farouche, menaçant.) </w:t>
      </w:r>
      <w:r w:rsidRPr="00436A56">
        <w:rPr>
          <w:szCs w:val="32"/>
        </w:rPr>
        <w:t>Que comprends-tu ?</w:t>
      </w:r>
    </w:p>
    <w:p w14:paraId="06635649" w14:textId="77777777" w:rsidR="00436A56" w:rsidRPr="00436A56" w:rsidRDefault="00436A56" w:rsidP="00436A56">
      <w:proofErr w:type="spellStart"/>
      <w:r w:rsidRPr="00436A56">
        <w:rPr>
          <w:szCs w:val="32"/>
        </w:rPr>
        <w:t>T</w:t>
      </w:r>
      <w:r w:rsidRPr="00436A56">
        <w:t>UDA</w:t>
      </w:r>
      <w:proofErr w:type="spellEnd"/>
      <w:r w:rsidRPr="00436A56">
        <w:t xml:space="preserve">, </w:t>
      </w:r>
      <w:r w:rsidRPr="00436A56">
        <w:rPr>
          <w:i/>
          <w:iCs/>
          <w:szCs w:val="32"/>
        </w:rPr>
        <w:t xml:space="preserve">s’approche, affectueuse. – </w:t>
      </w:r>
      <w:r w:rsidRPr="00436A56">
        <w:rPr>
          <w:szCs w:val="32"/>
        </w:rPr>
        <w:t>Que vous souffrez… mais non de ce que vous dites.</w:t>
      </w:r>
    </w:p>
    <w:p w14:paraId="2BF1E931" w14:textId="77777777" w:rsidR="00436A56" w:rsidRPr="00436A56" w:rsidRDefault="00436A56" w:rsidP="00436A56">
      <w:proofErr w:type="spellStart"/>
      <w:r w:rsidRPr="00436A56">
        <w:rPr>
          <w:szCs w:val="32"/>
        </w:rPr>
        <w:t>GUINCANO</w:t>
      </w:r>
      <w:proofErr w:type="spellEnd"/>
      <w:r w:rsidRPr="00436A56">
        <w:rPr>
          <w:szCs w:val="32"/>
        </w:rPr>
        <w:t>. – Moi ?</w:t>
      </w:r>
    </w:p>
    <w:p w14:paraId="7A8BB8E4"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insistant avec malice. </w:t>
      </w:r>
      <w:r w:rsidRPr="00436A56">
        <w:rPr>
          <w:szCs w:val="32"/>
        </w:rPr>
        <w:t>– Non pas que ce que vous dites soit faux. Mais votre sentiment est tout autre.</w:t>
      </w:r>
    </w:p>
    <w:p w14:paraId="5D40F697" w14:textId="77777777" w:rsidR="00436A56" w:rsidRPr="00436A56" w:rsidRDefault="00436A56" w:rsidP="00436A56">
      <w:proofErr w:type="spellStart"/>
      <w:r w:rsidRPr="00436A56">
        <w:rPr>
          <w:szCs w:val="32"/>
        </w:rPr>
        <w:t>GUINCANO</w:t>
      </w:r>
      <w:proofErr w:type="spellEnd"/>
      <w:r w:rsidRPr="00436A56">
        <w:rPr>
          <w:szCs w:val="32"/>
        </w:rPr>
        <w:t>. – Tout autre ?</w:t>
      </w:r>
    </w:p>
    <w:p w14:paraId="2040F120" w14:textId="77777777" w:rsidR="00436A56" w:rsidRPr="00436A56" w:rsidRDefault="00436A56" w:rsidP="00436A56">
      <w:proofErr w:type="spellStart"/>
      <w:r w:rsidRPr="00436A56">
        <w:rPr>
          <w:szCs w:val="32"/>
        </w:rPr>
        <w:t>TUDA</w:t>
      </w:r>
      <w:proofErr w:type="spellEnd"/>
      <w:r w:rsidRPr="00436A56">
        <w:rPr>
          <w:szCs w:val="32"/>
        </w:rPr>
        <w:t>. – Oui, un autre sentiment que vous ne voulez pas exprimer.</w:t>
      </w:r>
    </w:p>
    <w:p w14:paraId="766F0C2C" w14:textId="77777777" w:rsidR="00436A56" w:rsidRPr="00436A56" w:rsidRDefault="00436A56" w:rsidP="00436A56">
      <w:proofErr w:type="spellStart"/>
      <w:r w:rsidRPr="00436A56">
        <w:rPr>
          <w:szCs w:val="32"/>
        </w:rPr>
        <w:t>GUINCANO</w:t>
      </w:r>
      <w:proofErr w:type="spellEnd"/>
      <w:r w:rsidRPr="00436A56">
        <w:rPr>
          <w:szCs w:val="32"/>
        </w:rPr>
        <w:t>. – Je dis…</w:t>
      </w:r>
    </w:p>
    <w:p w14:paraId="1D32F2FE" w14:textId="77777777" w:rsidR="00436A56" w:rsidRPr="00436A56" w:rsidRDefault="00436A56" w:rsidP="00436A56">
      <w:proofErr w:type="spellStart"/>
      <w:r w:rsidRPr="00436A56">
        <w:rPr>
          <w:szCs w:val="32"/>
        </w:rPr>
        <w:t>TUDA</w:t>
      </w:r>
      <w:proofErr w:type="spellEnd"/>
      <w:r w:rsidRPr="00436A56">
        <w:rPr>
          <w:szCs w:val="32"/>
        </w:rPr>
        <w:t>. – Oui, des choses qui, comprises comme je les comprends, ne sont plus vraies.</w:t>
      </w:r>
    </w:p>
    <w:p w14:paraId="46A0A941"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après l’avoir regardée, étonné. </w:t>
      </w:r>
      <w:r w:rsidRPr="00436A56">
        <w:rPr>
          <w:szCs w:val="32"/>
        </w:rPr>
        <w:t>– Qu’est-ce que tu vas chercher ?</w:t>
      </w:r>
    </w:p>
    <w:p w14:paraId="1C89F82F" w14:textId="77777777" w:rsidR="00436A56" w:rsidRPr="00436A56" w:rsidRDefault="00436A56" w:rsidP="00436A56">
      <w:proofErr w:type="spellStart"/>
      <w:r w:rsidRPr="00436A56">
        <w:rPr>
          <w:szCs w:val="32"/>
        </w:rPr>
        <w:t>TUDA</w:t>
      </w:r>
      <w:proofErr w:type="spellEnd"/>
      <w:r w:rsidRPr="00436A56">
        <w:rPr>
          <w:szCs w:val="32"/>
        </w:rPr>
        <w:t xml:space="preserve">. – Je peux faire semblant de n’avoir aucune pensée, par habileté. J’ai affaire avec les artistes. Je fais semblant de parler par hasard. Je tourne un peu la tête sans en avoir l’air, je baisse la tête, je lève la tête, je tends légèrement une main ; je me garde bien de faire croire que c’est moi, modèle, </w:t>
      </w:r>
      <w:r w:rsidRPr="00436A56">
        <w:rPr>
          <w:szCs w:val="32"/>
        </w:rPr>
        <w:lastRenderedPageBreak/>
        <w:t>qui donne des idées. Non. J’ai dit au contraire une bêtise ; j’ai fait un geste (comme ça), l’idée en eux a germé et ils en sont tellement sûrs qu’ils me le disent : « Tu sais je suis en train de penser que le geste… » Ou bien : « Ne dis rien, il me vient à l’idée de… » Et moi, grave : « Quel geste ? » ou bien : « Qu’ai-je dit ? » Il faut bien s’y prendre de cette façon avec certains. Avec certains autres, non. Avec celui-ci, non, par exemple.</w:t>
      </w:r>
    </w:p>
    <w:p w14:paraId="7402E72E" w14:textId="77777777" w:rsidR="00436A56" w:rsidRPr="00436A56" w:rsidRDefault="00436A56" w:rsidP="00436A56">
      <w:pPr>
        <w:jc w:val="right"/>
      </w:pPr>
      <w:r w:rsidRPr="00436A56">
        <w:rPr>
          <w:i/>
          <w:iCs/>
          <w:szCs w:val="32"/>
        </w:rPr>
        <w:t xml:space="preserve">Allusion à </w:t>
      </w:r>
      <w:proofErr w:type="spellStart"/>
      <w:r w:rsidRPr="00436A56">
        <w:rPr>
          <w:i/>
          <w:iCs/>
          <w:szCs w:val="32"/>
        </w:rPr>
        <w:t>Sirio</w:t>
      </w:r>
      <w:proofErr w:type="spellEnd"/>
      <w:r w:rsidRPr="00436A56">
        <w:rPr>
          <w:i/>
          <w:iCs/>
          <w:szCs w:val="32"/>
        </w:rPr>
        <w:t>.</w:t>
      </w:r>
    </w:p>
    <w:p w14:paraId="2E6BD430"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sombre. </w:t>
      </w:r>
      <w:r w:rsidRPr="00436A56">
        <w:rPr>
          <w:szCs w:val="32"/>
        </w:rPr>
        <w:t>– On sait bien ce qu’il veut, celui-là.</w:t>
      </w:r>
    </w:p>
    <w:p w14:paraId="79B7EE4E" w14:textId="77777777" w:rsidR="00436A56" w:rsidRPr="00436A56" w:rsidRDefault="00436A56" w:rsidP="00436A56">
      <w:proofErr w:type="spellStart"/>
      <w:r w:rsidRPr="00436A56">
        <w:rPr>
          <w:szCs w:val="32"/>
        </w:rPr>
        <w:t>TUDA</w:t>
      </w:r>
      <w:proofErr w:type="spellEnd"/>
      <w:r w:rsidRPr="00436A56">
        <w:rPr>
          <w:szCs w:val="32"/>
        </w:rPr>
        <w:t>. – Et vous croyez vraiment qu’il fera… ?</w:t>
      </w:r>
    </w:p>
    <w:p w14:paraId="203E215F" w14:textId="77777777" w:rsidR="00436A56" w:rsidRPr="00436A56" w:rsidRDefault="00436A56" w:rsidP="00436A56">
      <w:proofErr w:type="spellStart"/>
      <w:r w:rsidRPr="00436A56">
        <w:rPr>
          <w:szCs w:val="32"/>
        </w:rPr>
        <w:t>GUINCANO</w:t>
      </w:r>
      <w:proofErr w:type="spellEnd"/>
      <w:r w:rsidRPr="00436A56">
        <w:rPr>
          <w:szCs w:val="32"/>
        </w:rPr>
        <w:t>. – Une statue ? Lui, oui. Une vraie statue !</w:t>
      </w:r>
    </w:p>
    <w:p w14:paraId="0A92F6E2"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comme malgré elle. </w:t>
      </w:r>
      <w:r w:rsidRPr="00436A56">
        <w:rPr>
          <w:szCs w:val="32"/>
        </w:rPr>
        <w:t>– Il ne vous ressemble pas du tout.</w:t>
      </w:r>
    </w:p>
    <w:p w14:paraId="4315E683"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après un regard. </w:t>
      </w:r>
      <w:r w:rsidRPr="00436A56">
        <w:rPr>
          <w:szCs w:val="32"/>
        </w:rPr>
        <w:t>– Pourquoi dis-tu cela ?</w:t>
      </w:r>
    </w:p>
    <w:p w14:paraId="3A390216"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vite mais embarrassée. </w:t>
      </w:r>
      <w:r w:rsidRPr="00436A56">
        <w:rPr>
          <w:szCs w:val="32"/>
        </w:rPr>
        <w:t>– Pour rien… Il ne ressemble pas aux autres, il n’a presque pas l’air d’un artiste.</w:t>
      </w:r>
    </w:p>
    <w:p w14:paraId="3811DF4F"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avec un sourire triste. </w:t>
      </w:r>
      <w:r w:rsidRPr="00436A56">
        <w:rPr>
          <w:szCs w:val="32"/>
        </w:rPr>
        <w:t>– Peut-être as-tu entendu dire, toi aussi ? Non, non. Il ressemble à son père, au contraire, volonté froide et dure.</w:t>
      </w:r>
    </w:p>
    <w:p w14:paraId="20B0A0F5" w14:textId="77777777" w:rsidR="00436A56" w:rsidRPr="00436A56" w:rsidRDefault="00436A56" w:rsidP="00436A56">
      <w:proofErr w:type="spellStart"/>
      <w:r w:rsidRPr="00436A56">
        <w:rPr>
          <w:szCs w:val="32"/>
        </w:rPr>
        <w:t>TUDA</w:t>
      </w:r>
      <w:proofErr w:type="spellEnd"/>
      <w:r w:rsidRPr="00436A56">
        <w:rPr>
          <w:szCs w:val="32"/>
        </w:rPr>
        <w:t>. – On dit que son père l’a abandonné.</w:t>
      </w:r>
    </w:p>
    <w:p w14:paraId="331BA6E1" w14:textId="77777777" w:rsidR="00436A56" w:rsidRPr="00436A56" w:rsidRDefault="00436A56" w:rsidP="00436A56">
      <w:proofErr w:type="spellStart"/>
      <w:r w:rsidRPr="00436A56">
        <w:rPr>
          <w:szCs w:val="32"/>
        </w:rPr>
        <w:t>GUINCANO</w:t>
      </w:r>
      <w:proofErr w:type="spellEnd"/>
      <w:r w:rsidRPr="00436A56">
        <w:rPr>
          <w:szCs w:val="32"/>
        </w:rPr>
        <w:t>. – Tout petit, oui. Après la mort de sa mère. Il est parti au loin faire fortune.</w:t>
      </w:r>
    </w:p>
    <w:p w14:paraId="46DDD157" w14:textId="77777777" w:rsidR="00436A56" w:rsidRPr="00436A56" w:rsidRDefault="00436A56" w:rsidP="00436A56">
      <w:proofErr w:type="spellStart"/>
      <w:r w:rsidRPr="00436A56">
        <w:rPr>
          <w:szCs w:val="32"/>
        </w:rPr>
        <w:t>TUDA</w:t>
      </w:r>
      <w:proofErr w:type="spellEnd"/>
      <w:r w:rsidRPr="00436A56">
        <w:rPr>
          <w:szCs w:val="32"/>
        </w:rPr>
        <w:t>. – Et vous l’avez connu tout petit ?</w:t>
      </w:r>
    </w:p>
    <w:p w14:paraId="46B4DB02"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distrait. </w:t>
      </w:r>
      <w:r w:rsidRPr="00436A56">
        <w:rPr>
          <w:szCs w:val="32"/>
        </w:rPr>
        <w:t>– Sa mère, oui, c’était une femme vraiment vivante ! comme je n’en ai plus rencontré.</w:t>
      </w:r>
    </w:p>
    <w:p w14:paraId="2342C4DA" w14:textId="77777777" w:rsidR="00436A56" w:rsidRPr="00436A56" w:rsidRDefault="00436A56" w:rsidP="00436A56">
      <w:proofErr w:type="spellStart"/>
      <w:r w:rsidRPr="00436A56">
        <w:rPr>
          <w:szCs w:val="32"/>
        </w:rPr>
        <w:lastRenderedPageBreak/>
        <w:t>TUDA</w:t>
      </w:r>
      <w:proofErr w:type="spellEnd"/>
      <w:r w:rsidRPr="00436A56">
        <w:rPr>
          <w:szCs w:val="32"/>
        </w:rPr>
        <w:t>. – Et cet unique plâtre que vous avez épargné dans votre destruction, c’est son portrait. Quand elle était jeune ?</w:t>
      </w:r>
    </w:p>
    <w:p w14:paraId="5386B2F7" w14:textId="77777777" w:rsidR="00436A56" w:rsidRPr="00436A56" w:rsidRDefault="00436A56" w:rsidP="00436A56">
      <w:proofErr w:type="spellStart"/>
      <w:r w:rsidRPr="00436A56">
        <w:rPr>
          <w:szCs w:val="32"/>
        </w:rPr>
        <w:t>GUINCANO</w:t>
      </w:r>
      <w:proofErr w:type="spellEnd"/>
      <w:r w:rsidRPr="00436A56">
        <w:rPr>
          <w:szCs w:val="32"/>
        </w:rPr>
        <w:t>. – Oui.</w:t>
      </w:r>
    </w:p>
    <w:p w14:paraId="718C8A6A" w14:textId="77777777" w:rsidR="00436A56" w:rsidRPr="00436A56" w:rsidRDefault="00436A56" w:rsidP="00436A56">
      <w:proofErr w:type="spellStart"/>
      <w:r w:rsidRPr="00436A56">
        <w:rPr>
          <w:szCs w:val="32"/>
        </w:rPr>
        <w:t>TUDA</w:t>
      </w:r>
      <w:proofErr w:type="spellEnd"/>
      <w:r w:rsidRPr="00436A56">
        <w:rPr>
          <w:szCs w:val="32"/>
        </w:rPr>
        <w:t>. – Comme elle devait être belle !</w:t>
      </w:r>
    </w:p>
    <w:p w14:paraId="37A6F8CC"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sur un autre ton. </w:t>
      </w:r>
      <w:r w:rsidRPr="00436A56">
        <w:rPr>
          <w:szCs w:val="32"/>
        </w:rPr>
        <w:t>– Quand j’écoute les gens parler, quand je regarde, que je vais dans quelque réunion, dans les mots que j’entends, dans ce que je vois, dans le silence des choses, je redoute toujours qu’il puisse y avoir quelque chose à moi inconnu, comme un univers à moi étranger, que mon esprit risque de ne pas comprendre et je demeure avec un malaise comme si, d’avoir pu y pénétrer, ma vie se fût ouverte à des sensations nouvelles, à un monde nouveau. Celui-ci au contraire, avec ses œillères, ne sent, ne voit rien : il veut une seule chose…</w:t>
      </w:r>
    </w:p>
    <w:p w14:paraId="1BA3805B"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songeuse. </w:t>
      </w:r>
      <w:r w:rsidRPr="00436A56">
        <w:rPr>
          <w:szCs w:val="32"/>
        </w:rPr>
        <w:t>– Si, vraiment, il est si riche !…</w:t>
      </w:r>
    </w:p>
    <w:p w14:paraId="6A7FD928"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rêveur. </w:t>
      </w:r>
      <w:r w:rsidRPr="00436A56">
        <w:rPr>
          <w:szCs w:val="32"/>
        </w:rPr>
        <w:t>– Quand la vie ne demeure pas ouverte à tout.</w:t>
      </w:r>
    </w:p>
    <w:p w14:paraId="45BAB2EA" w14:textId="77777777" w:rsidR="00436A56" w:rsidRPr="00436A56" w:rsidRDefault="00436A56" w:rsidP="00436A56">
      <w:proofErr w:type="spellStart"/>
      <w:r w:rsidRPr="00436A56">
        <w:rPr>
          <w:szCs w:val="32"/>
        </w:rPr>
        <w:t>TUDA</w:t>
      </w:r>
      <w:proofErr w:type="spellEnd"/>
      <w:r w:rsidRPr="00436A56">
        <w:rPr>
          <w:szCs w:val="32"/>
        </w:rPr>
        <w:t>. – Vous croyez vraiment qu’il fera ce qu’il dit.</w:t>
      </w:r>
    </w:p>
    <w:p w14:paraId="266E9D9E" w14:textId="77777777" w:rsidR="00436A56" w:rsidRPr="00436A56" w:rsidRDefault="00436A56" w:rsidP="00436A56">
      <w:proofErr w:type="spellStart"/>
      <w:r w:rsidRPr="00436A56">
        <w:rPr>
          <w:szCs w:val="32"/>
        </w:rPr>
        <w:t>GUINCANO</w:t>
      </w:r>
      <w:proofErr w:type="spellEnd"/>
      <w:r w:rsidRPr="00436A56">
        <w:rPr>
          <w:szCs w:val="32"/>
        </w:rPr>
        <w:t>. – Il est capable de le faire.</w:t>
      </w:r>
    </w:p>
    <w:p w14:paraId="7CA16B5F" w14:textId="77777777" w:rsidR="00436A56" w:rsidRPr="00436A56" w:rsidRDefault="00436A56" w:rsidP="00436A56">
      <w:proofErr w:type="spellStart"/>
      <w:r w:rsidRPr="00436A56">
        <w:rPr>
          <w:szCs w:val="32"/>
        </w:rPr>
        <w:t>TUDA</w:t>
      </w:r>
      <w:proofErr w:type="spellEnd"/>
      <w:r w:rsidRPr="00436A56">
        <w:rPr>
          <w:szCs w:val="32"/>
        </w:rPr>
        <w:t>. – Mais cette dame…</w:t>
      </w:r>
    </w:p>
    <w:p w14:paraId="57A10576" w14:textId="77777777" w:rsidR="00436A56" w:rsidRPr="00436A56" w:rsidRDefault="00436A56" w:rsidP="00436A56">
      <w:proofErr w:type="spellStart"/>
      <w:r w:rsidRPr="00436A56">
        <w:rPr>
          <w:szCs w:val="32"/>
        </w:rPr>
        <w:t>GUINCANO</w:t>
      </w:r>
      <w:proofErr w:type="spellEnd"/>
      <w:r w:rsidRPr="00436A56">
        <w:rPr>
          <w:szCs w:val="32"/>
        </w:rPr>
        <w:t>. – Je crois qu’elle compte bien peu pour lui.</w:t>
      </w:r>
    </w:p>
    <w:p w14:paraId="575B53B6" w14:textId="77777777" w:rsidR="00436A56" w:rsidRPr="00436A56" w:rsidRDefault="00436A56" w:rsidP="00436A56">
      <w:proofErr w:type="spellStart"/>
      <w:r w:rsidRPr="00436A56">
        <w:rPr>
          <w:szCs w:val="32"/>
        </w:rPr>
        <w:t>TUDA</w:t>
      </w:r>
      <w:proofErr w:type="spellEnd"/>
      <w:r w:rsidRPr="00436A56">
        <w:rPr>
          <w:szCs w:val="32"/>
        </w:rPr>
        <w:t>. – Ah non ! ça je ne le crois pas. Bien que, s’il peut dire que la statue finie…</w:t>
      </w:r>
    </w:p>
    <w:p w14:paraId="65A750C5" w14:textId="77777777" w:rsidR="00436A56" w:rsidRPr="00436A56" w:rsidRDefault="00436A56" w:rsidP="00436A56">
      <w:proofErr w:type="spellStart"/>
      <w:r w:rsidRPr="00436A56">
        <w:rPr>
          <w:szCs w:val="32"/>
        </w:rPr>
        <w:t>GUINCANO</w:t>
      </w:r>
      <w:proofErr w:type="spellEnd"/>
      <w:r w:rsidRPr="00436A56">
        <w:rPr>
          <w:szCs w:val="32"/>
        </w:rPr>
        <w:t>. – Mais ce n’est pas là ce que tu voulais me dire ?</w:t>
      </w:r>
    </w:p>
    <w:p w14:paraId="5ED285BC" w14:textId="77777777" w:rsidR="00436A56" w:rsidRPr="00436A56" w:rsidRDefault="00436A56" w:rsidP="00436A56">
      <w:proofErr w:type="spellStart"/>
      <w:r w:rsidRPr="00436A56">
        <w:rPr>
          <w:szCs w:val="32"/>
        </w:rPr>
        <w:t>TUDA</w:t>
      </w:r>
      <w:proofErr w:type="spellEnd"/>
      <w:r w:rsidRPr="00436A56">
        <w:rPr>
          <w:szCs w:val="32"/>
        </w:rPr>
        <w:t>. – C’est vrai. Je voulais dire…</w:t>
      </w:r>
    </w:p>
    <w:p w14:paraId="4D6153EA" w14:textId="77777777" w:rsidR="00436A56" w:rsidRPr="00436A56" w:rsidRDefault="00436A56" w:rsidP="00436A56">
      <w:r w:rsidRPr="00436A56">
        <w:rPr>
          <w:i/>
          <w:iCs/>
        </w:rPr>
        <w:lastRenderedPageBreak/>
        <w:t>À ce moment, par la porte restée ouverte, entrent deux vieilles femmes, elles sont sœurs : Judith et Rose. On les appelle les Sorcières : habillées comme des caricatures avec des rubans et des nœuds dans leurs cheveux laineux. Elles entrent comme des aveugles à la recherche de la chaleur du poêle.</w:t>
      </w:r>
    </w:p>
    <w:p w14:paraId="29DD10F3" w14:textId="77777777" w:rsidR="00436A56" w:rsidRPr="00436A56" w:rsidRDefault="00436A56" w:rsidP="00436A56">
      <w:r w:rsidRPr="00436A56">
        <w:rPr>
          <w:szCs w:val="32"/>
        </w:rPr>
        <w:t>JUDITH. – On peut entrer ?</w:t>
      </w:r>
    </w:p>
    <w:p w14:paraId="20E0050F" w14:textId="77777777" w:rsidR="00436A56" w:rsidRPr="00436A56" w:rsidRDefault="00436A56" w:rsidP="00436A56">
      <w:proofErr w:type="spellStart"/>
      <w:r w:rsidRPr="00436A56">
        <w:rPr>
          <w:szCs w:val="32"/>
        </w:rPr>
        <w:t>TUDA</w:t>
      </w:r>
      <w:proofErr w:type="spellEnd"/>
      <w:r w:rsidRPr="00436A56">
        <w:rPr>
          <w:szCs w:val="32"/>
        </w:rPr>
        <w:t>. – Qui est là ? Ah ! c’est vous ?</w:t>
      </w:r>
    </w:p>
    <w:p w14:paraId="4D2ECE90" w14:textId="77777777" w:rsidR="00436A56" w:rsidRPr="00436A56" w:rsidRDefault="00436A56" w:rsidP="00436A56">
      <w:r w:rsidRPr="00436A56">
        <w:rPr>
          <w:szCs w:val="32"/>
        </w:rPr>
        <w:t xml:space="preserve">ROSE, </w:t>
      </w:r>
      <w:r w:rsidRPr="00436A56">
        <w:rPr>
          <w:i/>
          <w:iCs/>
          <w:szCs w:val="32"/>
        </w:rPr>
        <w:t xml:space="preserve">à Judith. </w:t>
      </w:r>
      <w:r w:rsidRPr="00436A56">
        <w:rPr>
          <w:szCs w:val="32"/>
        </w:rPr>
        <w:t xml:space="preserve">– Tu vois bien qu’ils ont fini depuis longtemps. </w:t>
      </w:r>
      <w:r w:rsidRPr="00436A56">
        <w:rPr>
          <w:i/>
          <w:iCs/>
          <w:szCs w:val="32"/>
        </w:rPr>
        <w:t xml:space="preserve">(À </w:t>
      </w:r>
      <w:proofErr w:type="spellStart"/>
      <w:r w:rsidRPr="00436A56">
        <w:rPr>
          <w:i/>
          <w:iCs/>
          <w:szCs w:val="32"/>
        </w:rPr>
        <w:t>Tuda</w:t>
      </w:r>
      <w:proofErr w:type="spellEnd"/>
      <w:r w:rsidRPr="00436A56">
        <w:rPr>
          <w:i/>
          <w:iCs/>
          <w:szCs w:val="32"/>
        </w:rPr>
        <w:t xml:space="preserve">.) </w:t>
      </w:r>
      <w:r w:rsidRPr="00436A56">
        <w:rPr>
          <w:szCs w:val="32"/>
        </w:rPr>
        <w:t>Où est monsieur ?</w:t>
      </w:r>
    </w:p>
    <w:p w14:paraId="17B75A68" w14:textId="77777777" w:rsidR="00436A56" w:rsidRPr="00436A56" w:rsidRDefault="00436A56" w:rsidP="00436A56">
      <w:proofErr w:type="spellStart"/>
      <w:r w:rsidRPr="00436A56">
        <w:rPr>
          <w:szCs w:val="32"/>
        </w:rPr>
        <w:t>TUDA</w:t>
      </w:r>
      <w:proofErr w:type="spellEnd"/>
      <w:r w:rsidRPr="00436A56">
        <w:rPr>
          <w:szCs w:val="32"/>
        </w:rPr>
        <w:t>. – Il doit être dans le jardin. Vous ne l’avez pas vu ?</w:t>
      </w:r>
    </w:p>
    <w:p w14:paraId="7014176D" w14:textId="77777777" w:rsidR="00436A56" w:rsidRPr="00436A56" w:rsidRDefault="00436A56" w:rsidP="00436A56">
      <w:r w:rsidRPr="00436A56">
        <w:rPr>
          <w:szCs w:val="32"/>
        </w:rPr>
        <w:t>JUDITH. – Non.</w:t>
      </w:r>
    </w:p>
    <w:p w14:paraId="4DD3B405" w14:textId="77777777" w:rsidR="00436A56" w:rsidRPr="00436A56" w:rsidRDefault="00436A56" w:rsidP="00436A56">
      <w:proofErr w:type="spellStart"/>
      <w:r w:rsidRPr="00436A56">
        <w:rPr>
          <w:szCs w:val="32"/>
        </w:rPr>
        <w:t>TUDA</w:t>
      </w:r>
      <w:proofErr w:type="spellEnd"/>
      <w:r w:rsidRPr="00436A56">
        <w:rPr>
          <w:szCs w:val="32"/>
        </w:rPr>
        <w:t>. – Alors, je ne sais pas. Il ne peut pas être bien loin. Il est sorti comme il était, avec sa blouse.</w:t>
      </w:r>
    </w:p>
    <w:p w14:paraId="4DAE14BC" w14:textId="77777777" w:rsidR="00436A56" w:rsidRPr="00436A56" w:rsidRDefault="00436A56" w:rsidP="00436A56">
      <w:r w:rsidRPr="00436A56">
        <w:rPr>
          <w:szCs w:val="32"/>
        </w:rPr>
        <w:t xml:space="preserve">ROSE, à </w:t>
      </w:r>
      <w:proofErr w:type="spellStart"/>
      <w:r w:rsidRPr="00436A56">
        <w:rPr>
          <w:i/>
          <w:iCs/>
          <w:szCs w:val="32"/>
        </w:rPr>
        <w:t>Tuda</w:t>
      </w:r>
      <w:proofErr w:type="spellEnd"/>
      <w:r w:rsidRPr="00436A56">
        <w:rPr>
          <w:i/>
          <w:iCs/>
          <w:szCs w:val="32"/>
        </w:rPr>
        <w:t xml:space="preserve">. </w:t>
      </w:r>
      <w:r w:rsidRPr="00436A56">
        <w:rPr>
          <w:szCs w:val="32"/>
        </w:rPr>
        <w:t>– Tu sais qu’il nous a toujours laissées entrer.</w:t>
      </w:r>
    </w:p>
    <w:p w14:paraId="2A5E3FDF" w14:textId="77777777" w:rsidR="00436A56" w:rsidRPr="00436A56" w:rsidRDefault="00436A56" w:rsidP="00436A56">
      <w:r w:rsidRPr="00436A56">
        <w:rPr>
          <w:szCs w:val="32"/>
        </w:rPr>
        <w:t>JUDITH. – Pour que nous profitions de ce qui reste de feu dans le poêle.</w:t>
      </w:r>
    </w:p>
    <w:p w14:paraId="7CC5241A" w14:textId="77777777" w:rsidR="00436A56" w:rsidRPr="00436A56" w:rsidRDefault="00436A56" w:rsidP="00436A56">
      <w:r w:rsidRPr="00436A56">
        <w:rPr>
          <w:szCs w:val="32"/>
        </w:rPr>
        <w:t>ROSE. – S’il est encore allumé.</w:t>
      </w:r>
    </w:p>
    <w:p w14:paraId="3206EE56" w14:textId="77777777" w:rsidR="00436A56" w:rsidRPr="00436A56" w:rsidRDefault="00436A56" w:rsidP="00436A56">
      <w:proofErr w:type="spellStart"/>
      <w:r w:rsidRPr="00436A56">
        <w:rPr>
          <w:szCs w:val="32"/>
        </w:rPr>
        <w:t>TUDA</w:t>
      </w:r>
      <w:proofErr w:type="spellEnd"/>
      <w:r w:rsidRPr="00436A56">
        <w:rPr>
          <w:szCs w:val="32"/>
        </w:rPr>
        <w:t>. – Je ne sais pas s’il reste du feu. Allez voir.</w:t>
      </w:r>
    </w:p>
    <w:p w14:paraId="4EF21A81"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à Rose qui se dirige vers le rideau. </w:t>
      </w:r>
      <w:r w:rsidRPr="00436A56">
        <w:rPr>
          <w:szCs w:val="32"/>
        </w:rPr>
        <w:t>– Rose, viens un peu.</w:t>
      </w:r>
    </w:p>
    <w:p w14:paraId="38EFA8B8" w14:textId="77777777" w:rsidR="00436A56" w:rsidRPr="00436A56" w:rsidRDefault="00436A56" w:rsidP="00436A56">
      <w:r w:rsidRPr="00436A56">
        <w:rPr>
          <w:szCs w:val="32"/>
        </w:rPr>
        <w:t xml:space="preserve">ROSE, </w:t>
      </w:r>
      <w:r w:rsidRPr="00436A56">
        <w:rPr>
          <w:i/>
          <w:iCs/>
          <w:szCs w:val="32"/>
        </w:rPr>
        <w:t xml:space="preserve">sombre et maussade. </w:t>
      </w:r>
      <w:r w:rsidRPr="00436A56">
        <w:rPr>
          <w:szCs w:val="32"/>
        </w:rPr>
        <w:t>– Qu’est-ce que tu veux, toi ?</w:t>
      </w:r>
    </w:p>
    <w:p w14:paraId="5D287D39" w14:textId="77777777" w:rsidR="00436A56" w:rsidRPr="00436A56" w:rsidRDefault="00436A56" w:rsidP="00436A56">
      <w:proofErr w:type="spellStart"/>
      <w:r w:rsidRPr="00436A56">
        <w:rPr>
          <w:szCs w:val="32"/>
        </w:rPr>
        <w:t>GUINCANO</w:t>
      </w:r>
      <w:proofErr w:type="spellEnd"/>
      <w:r w:rsidRPr="00436A56">
        <w:rPr>
          <w:szCs w:val="32"/>
        </w:rPr>
        <w:t xml:space="preserve">. – Viens. </w:t>
      </w:r>
      <w:r w:rsidRPr="00436A56">
        <w:rPr>
          <w:i/>
          <w:iCs/>
          <w:szCs w:val="32"/>
        </w:rPr>
        <w:t xml:space="preserve">(À </w:t>
      </w:r>
      <w:proofErr w:type="spellStart"/>
      <w:r w:rsidRPr="00436A56">
        <w:rPr>
          <w:i/>
          <w:iCs/>
          <w:szCs w:val="32"/>
        </w:rPr>
        <w:t>Tuda</w:t>
      </w:r>
      <w:proofErr w:type="spellEnd"/>
      <w:r w:rsidRPr="00436A56">
        <w:rPr>
          <w:i/>
          <w:iCs/>
          <w:szCs w:val="32"/>
        </w:rPr>
        <w:t xml:space="preserve">.) </w:t>
      </w:r>
      <w:r w:rsidRPr="00436A56">
        <w:rPr>
          <w:szCs w:val="32"/>
        </w:rPr>
        <w:t xml:space="preserve">Tu dis que je ne suis pas vieux ? </w:t>
      </w:r>
      <w:r w:rsidRPr="00436A56">
        <w:rPr>
          <w:i/>
          <w:iCs/>
          <w:szCs w:val="32"/>
        </w:rPr>
        <w:t xml:space="preserve">(Il prend Rose par le bras.) </w:t>
      </w:r>
      <w:r w:rsidRPr="00436A56">
        <w:rPr>
          <w:szCs w:val="32"/>
        </w:rPr>
        <w:t>Viens là devant.</w:t>
      </w:r>
    </w:p>
    <w:p w14:paraId="7558E080" w14:textId="77777777" w:rsidR="00436A56" w:rsidRPr="00436A56" w:rsidRDefault="00436A56" w:rsidP="00436A56">
      <w:pPr>
        <w:jc w:val="right"/>
      </w:pPr>
      <w:r w:rsidRPr="00436A56">
        <w:rPr>
          <w:i/>
          <w:iCs/>
          <w:szCs w:val="32"/>
        </w:rPr>
        <w:t>Il la force à s’asseoir sur ses genoux.</w:t>
      </w:r>
    </w:p>
    <w:p w14:paraId="6DA984CF" w14:textId="77777777" w:rsidR="00436A56" w:rsidRPr="00436A56" w:rsidRDefault="00436A56" w:rsidP="00436A56">
      <w:r w:rsidRPr="00436A56">
        <w:rPr>
          <w:szCs w:val="32"/>
        </w:rPr>
        <w:lastRenderedPageBreak/>
        <w:t>ROSE. – Pourquoi ? Laisse-moi !</w:t>
      </w:r>
    </w:p>
    <w:p w14:paraId="1B58F236" w14:textId="77777777" w:rsidR="00436A56" w:rsidRPr="00436A56" w:rsidRDefault="00436A56" w:rsidP="00436A56">
      <w:proofErr w:type="spellStart"/>
      <w:r w:rsidRPr="00436A56">
        <w:rPr>
          <w:szCs w:val="32"/>
        </w:rPr>
        <w:t>GUINCANO</w:t>
      </w:r>
      <w:proofErr w:type="spellEnd"/>
      <w:r w:rsidRPr="00436A56">
        <w:rPr>
          <w:szCs w:val="32"/>
        </w:rPr>
        <w:t xml:space="preserve">. – Je veux me regarder. </w:t>
      </w:r>
      <w:r w:rsidRPr="00436A56">
        <w:rPr>
          <w:i/>
          <w:iCs/>
          <w:szCs w:val="32"/>
        </w:rPr>
        <w:t xml:space="preserve">(À </w:t>
      </w:r>
      <w:proofErr w:type="spellStart"/>
      <w:r w:rsidRPr="00436A56">
        <w:rPr>
          <w:i/>
          <w:iCs/>
          <w:szCs w:val="32"/>
        </w:rPr>
        <w:t>Tuda</w:t>
      </w:r>
      <w:proofErr w:type="spellEnd"/>
      <w:r w:rsidRPr="00436A56">
        <w:rPr>
          <w:i/>
          <w:iCs/>
          <w:szCs w:val="32"/>
        </w:rPr>
        <w:t xml:space="preserve"> pendant que Judith ricane.) </w:t>
      </w:r>
      <w:r w:rsidRPr="00436A56">
        <w:rPr>
          <w:szCs w:val="32"/>
        </w:rPr>
        <w:t>Tu sais ? Trois ans ensemble, nous deux !</w:t>
      </w:r>
    </w:p>
    <w:p w14:paraId="3E50C295"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étonnée, souriante. </w:t>
      </w:r>
      <w:r w:rsidRPr="00436A56">
        <w:rPr>
          <w:szCs w:val="32"/>
        </w:rPr>
        <w:t>– Ah ! avec elle ?</w:t>
      </w:r>
    </w:p>
    <w:p w14:paraId="3B45941D" w14:textId="77777777" w:rsidR="00436A56" w:rsidRPr="00436A56" w:rsidRDefault="00436A56" w:rsidP="00436A56">
      <w:r w:rsidRPr="00436A56">
        <w:rPr>
          <w:szCs w:val="32"/>
        </w:rPr>
        <w:t>ROSE. – Oui, avec moi ! Qu’est-ce que tu as à dire ?</w:t>
      </w:r>
    </w:p>
    <w:p w14:paraId="774FE909"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toujours avec Rose sur ses genoux, tandis que Judith continue à ricaner horriblement. </w:t>
      </w:r>
      <w:r w:rsidRPr="00436A56">
        <w:rPr>
          <w:szCs w:val="32"/>
        </w:rPr>
        <w:t>– Il y a trente ans !</w:t>
      </w:r>
    </w:p>
    <w:p w14:paraId="4FABE991" w14:textId="77777777" w:rsidR="00436A56" w:rsidRPr="00436A56" w:rsidRDefault="00436A56" w:rsidP="00436A56">
      <w:r w:rsidRPr="00436A56">
        <w:rPr>
          <w:szCs w:val="32"/>
        </w:rPr>
        <w:t>ROSE. – Nous étions les plus belles à notre époque.</w:t>
      </w:r>
    </w:p>
    <w:p w14:paraId="112C3DB7" w14:textId="77777777" w:rsidR="00436A56" w:rsidRPr="00436A56" w:rsidRDefault="00436A56" w:rsidP="00436A56">
      <w:r w:rsidRPr="00436A56">
        <w:rPr>
          <w:szCs w:val="32"/>
        </w:rPr>
        <w:t xml:space="preserve">JUDITH, </w:t>
      </w:r>
      <w:r w:rsidRPr="00436A56">
        <w:rPr>
          <w:i/>
          <w:iCs/>
          <w:szCs w:val="32"/>
        </w:rPr>
        <w:t xml:space="preserve">toujours ricanant et faisant le geste de relever sa jupe. </w:t>
      </w:r>
      <w:r w:rsidRPr="00436A56">
        <w:rPr>
          <w:szCs w:val="32"/>
        </w:rPr>
        <w:t>– Peaux de satin, les nôtres, même maintenant.</w:t>
      </w:r>
    </w:p>
    <w:p w14:paraId="69484761" w14:textId="77777777" w:rsidR="00436A56" w:rsidRPr="00436A56" w:rsidRDefault="00436A56" w:rsidP="00436A56">
      <w:r w:rsidRPr="00436A56">
        <w:rPr>
          <w:szCs w:val="32"/>
        </w:rPr>
        <w:t xml:space="preserve">ROSE, </w:t>
      </w:r>
      <w:r w:rsidRPr="00436A56">
        <w:rPr>
          <w:i/>
          <w:iCs/>
          <w:szCs w:val="32"/>
        </w:rPr>
        <w:t xml:space="preserve">se tournant vers </w:t>
      </w:r>
      <w:proofErr w:type="spellStart"/>
      <w:r w:rsidRPr="00436A56">
        <w:rPr>
          <w:i/>
          <w:iCs/>
          <w:szCs w:val="32"/>
        </w:rPr>
        <w:t>Tuda</w:t>
      </w:r>
      <w:proofErr w:type="spellEnd"/>
      <w:r w:rsidRPr="00436A56">
        <w:rPr>
          <w:i/>
          <w:iCs/>
          <w:szCs w:val="32"/>
        </w:rPr>
        <w:t xml:space="preserve">. </w:t>
      </w:r>
      <w:r w:rsidRPr="00436A56">
        <w:rPr>
          <w:szCs w:val="32"/>
        </w:rPr>
        <w:t>– Et toi, à mon âge…</w:t>
      </w:r>
    </w:p>
    <w:p w14:paraId="14E75365" w14:textId="77777777" w:rsidR="00436A56" w:rsidRPr="00436A56" w:rsidRDefault="00436A56" w:rsidP="00436A56">
      <w:r w:rsidRPr="00436A56">
        <w:rPr>
          <w:szCs w:val="32"/>
        </w:rPr>
        <w:t>JUDITH. – Tu seras une vieille marmite cassée.</w:t>
      </w:r>
    </w:p>
    <w:p w14:paraId="09770689" w14:textId="77777777" w:rsidR="00436A56" w:rsidRPr="00436A56" w:rsidRDefault="00436A56" w:rsidP="00436A56">
      <w:proofErr w:type="spellStart"/>
      <w:r w:rsidRPr="00436A56">
        <w:rPr>
          <w:szCs w:val="32"/>
        </w:rPr>
        <w:t>TUDA</w:t>
      </w:r>
      <w:proofErr w:type="spellEnd"/>
      <w:r w:rsidRPr="00436A56">
        <w:rPr>
          <w:szCs w:val="32"/>
        </w:rPr>
        <w:t>. – Mais je ne vous ai rien dit, moi.</w:t>
      </w:r>
    </w:p>
    <w:p w14:paraId="36427C21" w14:textId="77777777" w:rsidR="00436A56" w:rsidRPr="00436A56" w:rsidRDefault="00436A56" w:rsidP="00436A56">
      <w:proofErr w:type="spellStart"/>
      <w:r w:rsidRPr="00436A56">
        <w:rPr>
          <w:szCs w:val="32"/>
        </w:rPr>
        <w:t>GUINCANO</w:t>
      </w:r>
      <w:proofErr w:type="spellEnd"/>
      <w:r w:rsidRPr="00436A56">
        <w:rPr>
          <w:szCs w:val="32"/>
        </w:rPr>
        <w:t>. – Quel miroir !</w:t>
      </w:r>
    </w:p>
    <w:p w14:paraId="2FA0C6F8" w14:textId="77777777" w:rsidR="00436A56" w:rsidRPr="00436A56" w:rsidRDefault="00436A56" w:rsidP="00436A56">
      <w:r w:rsidRPr="00436A56">
        <w:rPr>
          <w:szCs w:val="32"/>
        </w:rPr>
        <w:t xml:space="preserve">ROSE. </w:t>
      </w:r>
      <w:r w:rsidRPr="00436A56">
        <w:rPr>
          <w:i/>
          <w:iCs/>
          <w:szCs w:val="32"/>
        </w:rPr>
        <w:t xml:space="preserve">– </w:t>
      </w:r>
      <w:r w:rsidRPr="00436A56">
        <w:rPr>
          <w:szCs w:val="32"/>
        </w:rPr>
        <w:t>C’est à moi que tu parles de miroir ?</w:t>
      </w:r>
    </w:p>
    <w:p w14:paraId="45FDEEC9" w14:textId="77777777" w:rsidR="00436A56" w:rsidRPr="00436A56" w:rsidRDefault="00436A56" w:rsidP="00436A56">
      <w:proofErr w:type="spellStart"/>
      <w:r w:rsidRPr="00436A56">
        <w:rPr>
          <w:szCs w:val="32"/>
        </w:rPr>
        <w:t>GUINCANO</w:t>
      </w:r>
      <w:proofErr w:type="spellEnd"/>
      <w:r w:rsidRPr="00436A56">
        <w:rPr>
          <w:szCs w:val="32"/>
        </w:rPr>
        <w:t>. – Non, c’est de moi-même que je parle.</w:t>
      </w:r>
    </w:p>
    <w:p w14:paraId="39BE74EE" w14:textId="77777777" w:rsidR="00436A56" w:rsidRPr="00436A56" w:rsidRDefault="00436A56" w:rsidP="00436A56">
      <w:r w:rsidRPr="00436A56">
        <w:rPr>
          <w:szCs w:val="32"/>
        </w:rPr>
        <w:t xml:space="preserve">JUDITH, </w:t>
      </w:r>
      <w:r w:rsidRPr="00436A56">
        <w:rPr>
          <w:i/>
          <w:iCs/>
          <w:szCs w:val="32"/>
        </w:rPr>
        <w:t xml:space="preserve">à </w:t>
      </w:r>
      <w:proofErr w:type="spellStart"/>
      <w:r w:rsidRPr="00436A56">
        <w:rPr>
          <w:i/>
          <w:iCs/>
          <w:szCs w:val="32"/>
        </w:rPr>
        <w:t>Tuda</w:t>
      </w:r>
      <w:proofErr w:type="spellEnd"/>
      <w:r w:rsidRPr="00436A56">
        <w:rPr>
          <w:i/>
          <w:iCs/>
          <w:szCs w:val="32"/>
        </w:rPr>
        <w:t xml:space="preserve">. </w:t>
      </w:r>
      <w:r w:rsidRPr="00436A56">
        <w:rPr>
          <w:szCs w:val="32"/>
        </w:rPr>
        <w:t>– Et il en était jaloux, lui ! Et c’est elle qui l’a plaqué. Oh ! tu sais, pour se mettre avec quelqu’un de beaucoup mieux que lui.</w:t>
      </w:r>
    </w:p>
    <w:p w14:paraId="5A98951E"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de la porte, riant. </w:t>
      </w:r>
      <w:r w:rsidRPr="00436A56">
        <w:rPr>
          <w:szCs w:val="32"/>
        </w:rPr>
        <w:t xml:space="preserve">– C’est vrai, oui, c’est elle qui me quitta. </w:t>
      </w:r>
      <w:r w:rsidRPr="00436A56">
        <w:rPr>
          <w:i/>
          <w:iCs/>
          <w:szCs w:val="32"/>
        </w:rPr>
        <w:t xml:space="preserve">(Puis se rembrunissant.) </w:t>
      </w:r>
      <w:r w:rsidRPr="00436A56">
        <w:rPr>
          <w:szCs w:val="32"/>
        </w:rPr>
        <w:t>Souviens-toi de cela pour ce que tu voulais me dire.</w:t>
      </w:r>
    </w:p>
    <w:p w14:paraId="2A9D84C1"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après un moment de réflexion. </w:t>
      </w:r>
      <w:r w:rsidRPr="00436A56">
        <w:rPr>
          <w:szCs w:val="32"/>
        </w:rPr>
        <w:t>– Je m’en vais aussi. Vous le lui direz dès son retour, que je l’ai attendu.</w:t>
      </w:r>
    </w:p>
    <w:p w14:paraId="77FAA651" w14:textId="77777777" w:rsidR="00436A56" w:rsidRPr="00436A56" w:rsidRDefault="00436A56" w:rsidP="00436A56">
      <w:pPr>
        <w:jc w:val="right"/>
      </w:pPr>
      <w:r w:rsidRPr="00436A56">
        <w:rPr>
          <w:i/>
          <w:iCs/>
        </w:rPr>
        <w:lastRenderedPageBreak/>
        <w:t xml:space="preserve">Elle se dirige vers la porte et va sortir quand </w:t>
      </w:r>
      <w:proofErr w:type="spellStart"/>
      <w:r w:rsidRPr="00436A56">
        <w:rPr>
          <w:i/>
          <w:iCs/>
        </w:rPr>
        <w:t>Sirio</w:t>
      </w:r>
      <w:proofErr w:type="spellEnd"/>
      <w:r w:rsidRPr="00436A56">
        <w:rPr>
          <w:i/>
          <w:iCs/>
        </w:rPr>
        <w:t xml:space="preserve"> rentre, sombre.</w:t>
      </w:r>
    </w:p>
    <w:p w14:paraId="65CB7932" w14:textId="77777777" w:rsidR="00436A56" w:rsidRPr="00436A56" w:rsidRDefault="00436A56" w:rsidP="00436A56">
      <w:proofErr w:type="spellStart"/>
      <w:r w:rsidRPr="00436A56">
        <w:rPr>
          <w:szCs w:val="32"/>
        </w:rPr>
        <w:t>SIRIO</w:t>
      </w:r>
      <w:proofErr w:type="spellEnd"/>
      <w:r w:rsidRPr="00436A56">
        <w:rPr>
          <w:szCs w:val="32"/>
        </w:rPr>
        <w:t>. – Tu t’en allais ? J’ai à te parler.</w:t>
      </w:r>
    </w:p>
    <w:p w14:paraId="49F55219" w14:textId="77777777" w:rsidR="00436A56" w:rsidRPr="00436A56" w:rsidRDefault="00436A56" w:rsidP="00436A56">
      <w:proofErr w:type="spellStart"/>
      <w:r w:rsidRPr="00436A56">
        <w:rPr>
          <w:szCs w:val="32"/>
        </w:rPr>
        <w:t>TUDA</w:t>
      </w:r>
      <w:proofErr w:type="spellEnd"/>
      <w:r w:rsidRPr="00436A56">
        <w:rPr>
          <w:szCs w:val="32"/>
        </w:rPr>
        <w:t>. – Il faut maintenant que je m’en aille. Il est déjà tard.</w:t>
      </w:r>
    </w:p>
    <w:p w14:paraId="635B683D" w14:textId="77777777" w:rsidR="00436A56" w:rsidRPr="00436A56" w:rsidRDefault="00436A56" w:rsidP="00436A56">
      <w:proofErr w:type="spellStart"/>
      <w:r w:rsidRPr="00436A56">
        <w:rPr>
          <w:szCs w:val="32"/>
        </w:rPr>
        <w:t>SIRIO</w:t>
      </w:r>
      <w:proofErr w:type="spellEnd"/>
      <w:r w:rsidRPr="00436A56">
        <w:rPr>
          <w:szCs w:val="32"/>
        </w:rPr>
        <w:t>. – Tu resteras ici. Je ferai ce que tu m’as demandé.</w:t>
      </w:r>
    </w:p>
    <w:p w14:paraId="44BAE039" w14:textId="77777777" w:rsidR="00436A56" w:rsidRPr="00436A56" w:rsidRDefault="00436A56" w:rsidP="00436A56">
      <w:proofErr w:type="spellStart"/>
      <w:r w:rsidRPr="00436A56">
        <w:rPr>
          <w:szCs w:val="32"/>
        </w:rPr>
        <w:t>TUDA</w:t>
      </w:r>
      <w:proofErr w:type="spellEnd"/>
      <w:r w:rsidRPr="00436A56">
        <w:rPr>
          <w:szCs w:val="32"/>
        </w:rPr>
        <w:t>. – Tu feras…</w:t>
      </w:r>
    </w:p>
    <w:p w14:paraId="5038D268" w14:textId="77777777" w:rsidR="00436A56" w:rsidRPr="00436A56" w:rsidRDefault="00436A56" w:rsidP="00436A56">
      <w:proofErr w:type="spellStart"/>
      <w:r w:rsidRPr="00436A56">
        <w:rPr>
          <w:szCs w:val="32"/>
        </w:rPr>
        <w:t>SIRIO</w:t>
      </w:r>
      <w:proofErr w:type="spellEnd"/>
      <w:r w:rsidRPr="00436A56">
        <w:rPr>
          <w:szCs w:val="32"/>
        </w:rPr>
        <w:t>. – Oui, ce que tu as dit : je t’épouserai.</w:t>
      </w:r>
    </w:p>
    <w:p w14:paraId="2EECC89B" w14:textId="77777777" w:rsidR="00436A56" w:rsidRPr="00436A56" w:rsidRDefault="00436A56" w:rsidP="00436A56">
      <w:proofErr w:type="spellStart"/>
      <w:r w:rsidRPr="00436A56">
        <w:rPr>
          <w:szCs w:val="32"/>
        </w:rPr>
        <w:t>TUDA</w:t>
      </w:r>
      <w:proofErr w:type="spellEnd"/>
      <w:r w:rsidRPr="00436A56">
        <w:rPr>
          <w:szCs w:val="32"/>
        </w:rPr>
        <w:t>. – Par exemple. Tu deviens fou ?</w:t>
      </w:r>
    </w:p>
    <w:p w14:paraId="4CD8C091" w14:textId="77777777" w:rsidR="00436A56" w:rsidRPr="00436A56" w:rsidRDefault="00436A56" w:rsidP="00436A56">
      <w:proofErr w:type="spellStart"/>
      <w:r w:rsidRPr="00436A56">
        <w:rPr>
          <w:szCs w:val="32"/>
        </w:rPr>
        <w:t>SIR</w:t>
      </w:r>
      <w:r w:rsidRPr="00436A56">
        <w:t>IO</w:t>
      </w:r>
      <w:proofErr w:type="spellEnd"/>
      <w:r w:rsidRPr="00436A56">
        <w:t xml:space="preserve">. </w:t>
      </w:r>
      <w:r w:rsidRPr="00436A56">
        <w:rPr>
          <w:szCs w:val="32"/>
        </w:rPr>
        <w:t>– Non, je suis très calme.</w:t>
      </w:r>
    </w:p>
    <w:p w14:paraId="326067D9" w14:textId="77777777" w:rsidR="00436A56" w:rsidRPr="00436A56" w:rsidRDefault="00436A56" w:rsidP="00436A56">
      <w:proofErr w:type="spellStart"/>
      <w:r w:rsidRPr="00436A56">
        <w:rPr>
          <w:szCs w:val="32"/>
        </w:rPr>
        <w:t>TUDA</w:t>
      </w:r>
      <w:proofErr w:type="spellEnd"/>
      <w:r w:rsidRPr="00436A56">
        <w:rPr>
          <w:szCs w:val="32"/>
        </w:rPr>
        <w:t>. – Tu m’épouses ?</w:t>
      </w:r>
    </w:p>
    <w:p w14:paraId="377CBC42" w14:textId="77777777" w:rsidR="00436A56" w:rsidRPr="00436A56" w:rsidRDefault="00436A56" w:rsidP="00436A56">
      <w:proofErr w:type="spellStart"/>
      <w:r w:rsidRPr="00436A56">
        <w:rPr>
          <w:szCs w:val="32"/>
        </w:rPr>
        <w:t>SIRIO</w:t>
      </w:r>
      <w:proofErr w:type="spellEnd"/>
      <w:r w:rsidRPr="00436A56">
        <w:rPr>
          <w:szCs w:val="32"/>
        </w:rPr>
        <w:t>. – Pour t’obliger à rester seulement mon modèle.</w:t>
      </w:r>
    </w:p>
    <w:p w14:paraId="474F144E" w14:textId="77777777" w:rsidR="00436A56" w:rsidRPr="00436A56" w:rsidRDefault="00436A56" w:rsidP="00436A56">
      <w:proofErr w:type="spellStart"/>
      <w:r w:rsidRPr="00436A56">
        <w:rPr>
          <w:szCs w:val="32"/>
        </w:rPr>
        <w:t>TUDA</w:t>
      </w:r>
      <w:proofErr w:type="spellEnd"/>
      <w:r w:rsidRPr="00436A56">
        <w:rPr>
          <w:szCs w:val="32"/>
        </w:rPr>
        <w:t>. – Ah non ! si c’est par dépit, merci bien. Je ne veux pas.</w:t>
      </w:r>
    </w:p>
    <w:p w14:paraId="3FCAD67E" w14:textId="77777777" w:rsidR="00436A56" w:rsidRPr="00436A56" w:rsidRDefault="00436A56" w:rsidP="00436A56">
      <w:proofErr w:type="spellStart"/>
      <w:r w:rsidRPr="00436A56">
        <w:rPr>
          <w:szCs w:val="32"/>
        </w:rPr>
        <w:t>SIRIO</w:t>
      </w:r>
      <w:proofErr w:type="spellEnd"/>
      <w:r w:rsidRPr="00436A56">
        <w:rPr>
          <w:szCs w:val="32"/>
        </w:rPr>
        <w:t>. – Pourquoi par dépit ?</w:t>
      </w:r>
    </w:p>
    <w:p w14:paraId="639377AA" w14:textId="77777777" w:rsidR="00436A56" w:rsidRPr="00436A56" w:rsidRDefault="00436A56" w:rsidP="00436A56">
      <w:proofErr w:type="spellStart"/>
      <w:r w:rsidRPr="00436A56">
        <w:rPr>
          <w:szCs w:val="32"/>
        </w:rPr>
        <w:t>TUDA</w:t>
      </w:r>
      <w:proofErr w:type="spellEnd"/>
      <w:r w:rsidRPr="00436A56">
        <w:rPr>
          <w:szCs w:val="32"/>
        </w:rPr>
        <w:t>. – Tu t’es disputé avec ton amie. Non ! non !</w:t>
      </w:r>
    </w:p>
    <w:p w14:paraId="2B629112" w14:textId="77777777" w:rsidR="00436A56" w:rsidRPr="00436A56" w:rsidRDefault="00436A56" w:rsidP="00436A56">
      <w:proofErr w:type="spellStart"/>
      <w:r w:rsidRPr="00436A56">
        <w:rPr>
          <w:szCs w:val="32"/>
        </w:rPr>
        <w:t>SIRIO</w:t>
      </w:r>
      <w:proofErr w:type="spellEnd"/>
      <w:r w:rsidRPr="00436A56">
        <w:rPr>
          <w:szCs w:val="32"/>
        </w:rPr>
        <w:t>. – Qui t’a dit que je me suis disputé ?</w:t>
      </w:r>
    </w:p>
    <w:p w14:paraId="7F6430FC" w14:textId="77777777" w:rsidR="00436A56" w:rsidRPr="00436A56" w:rsidRDefault="00436A56" w:rsidP="00436A56">
      <w:proofErr w:type="spellStart"/>
      <w:r w:rsidRPr="00436A56">
        <w:rPr>
          <w:szCs w:val="32"/>
        </w:rPr>
        <w:t>TUDA</w:t>
      </w:r>
      <w:proofErr w:type="spellEnd"/>
      <w:r w:rsidRPr="00436A56">
        <w:rPr>
          <w:szCs w:val="32"/>
        </w:rPr>
        <w:t xml:space="preserve">. – Je vous ai entendus. Je ne veux pas être mêlée à ça. Elle est partie avec </w:t>
      </w:r>
      <w:proofErr w:type="spellStart"/>
      <w:r w:rsidRPr="00436A56">
        <w:rPr>
          <w:szCs w:val="32"/>
        </w:rPr>
        <w:t>Caravani</w:t>
      </w:r>
      <w:proofErr w:type="spellEnd"/>
      <w:r w:rsidRPr="00436A56">
        <w:rPr>
          <w:szCs w:val="32"/>
        </w:rPr>
        <w:t>.</w:t>
      </w:r>
    </w:p>
    <w:p w14:paraId="41B81E65" w14:textId="77777777" w:rsidR="00436A56" w:rsidRPr="00436A56" w:rsidRDefault="00436A56" w:rsidP="00436A56">
      <w:proofErr w:type="spellStart"/>
      <w:r w:rsidRPr="00436A56">
        <w:rPr>
          <w:szCs w:val="32"/>
        </w:rPr>
        <w:t>SIRIO</w:t>
      </w:r>
      <w:proofErr w:type="spellEnd"/>
      <w:r w:rsidRPr="00436A56">
        <w:rPr>
          <w:szCs w:val="32"/>
        </w:rPr>
        <w:t>. – Mais pas du tout.</w:t>
      </w:r>
    </w:p>
    <w:p w14:paraId="4F72E36E" w14:textId="77777777" w:rsidR="00436A56" w:rsidRPr="00436A56" w:rsidRDefault="00436A56" w:rsidP="00436A56">
      <w:proofErr w:type="spellStart"/>
      <w:r w:rsidRPr="00436A56">
        <w:rPr>
          <w:szCs w:val="32"/>
        </w:rPr>
        <w:t>TUDA</w:t>
      </w:r>
      <w:proofErr w:type="spellEnd"/>
      <w:r w:rsidRPr="00436A56">
        <w:rPr>
          <w:szCs w:val="32"/>
        </w:rPr>
        <w:t>. – Parce qu’elle est jalouse de moi.</w:t>
      </w:r>
    </w:p>
    <w:p w14:paraId="058BCB88" w14:textId="77777777" w:rsidR="00436A56" w:rsidRPr="00436A56" w:rsidRDefault="00436A56" w:rsidP="00436A56">
      <w:proofErr w:type="spellStart"/>
      <w:r w:rsidRPr="00436A56">
        <w:rPr>
          <w:szCs w:val="32"/>
        </w:rPr>
        <w:t>SIRIO</w:t>
      </w:r>
      <w:proofErr w:type="spellEnd"/>
      <w:r w:rsidRPr="00436A56">
        <w:rPr>
          <w:szCs w:val="32"/>
        </w:rPr>
        <w:t>. – Finis, voyons !</w:t>
      </w:r>
    </w:p>
    <w:p w14:paraId="5F0BC857" w14:textId="77777777" w:rsidR="00436A56" w:rsidRPr="00436A56" w:rsidRDefault="00436A56" w:rsidP="00436A56">
      <w:proofErr w:type="spellStart"/>
      <w:r w:rsidRPr="00436A56">
        <w:rPr>
          <w:szCs w:val="32"/>
        </w:rPr>
        <w:t>TUDA</w:t>
      </w:r>
      <w:proofErr w:type="spellEnd"/>
      <w:r w:rsidRPr="00436A56">
        <w:rPr>
          <w:szCs w:val="32"/>
        </w:rPr>
        <w:t>. – Jalouse, oui, jalouse. Le maître l’a dit, aussi.</w:t>
      </w:r>
    </w:p>
    <w:p w14:paraId="6211AAB0" w14:textId="77777777" w:rsidR="00436A56" w:rsidRPr="00436A56" w:rsidRDefault="00436A56" w:rsidP="00436A56">
      <w:proofErr w:type="spellStart"/>
      <w:r w:rsidRPr="00436A56">
        <w:rPr>
          <w:szCs w:val="32"/>
        </w:rPr>
        <w:lastRenderedPageBreak/>
        <w:t>SIRIO</w:t>
      </w:r>
      <w:proofErr w:type="spellEnd"/>
      <w:r w:rsidRPr="00436A56">
        <w:rPr>
          <w:szCs w:val="32"/>
        </w:rPr>
        <w:t>. – Cesse, je te dis. Ne me parle pas de cette dame.</w:t>
      </w:r>
    </w:p>
    <w:p w14:paraId="5ACE1028" w14:textId="77777777" w:rsidR="00436A56" w:rsidRPr="00436A56" w:rsidRDefault="00436A56" w:rsidP="00436A56">
      <w:proofErr w:type="spellStart"/>
      <w:r w:rsidRPr="00436A56">
        <w:rPr>
          <w:szCs w:val="32"/>
        </w:rPr>
        <w:t>TUDA</w:t>
      </w:r>
      <w:proofErr w:type="spellEnd"/>
      <w:r w:rsidRPr="00436A56">
        <w:rPr>
          <w:szCs w:val="32"/>
        </w:rPr>
        <w:t>. – Ah, non ? attends ! Et quelles sont tes intentions ? Nous devons en parler, au contraire.</w:t>
      </w:r>
    </w:p>
    <w:p w14:paraId="2E4EAFCA" w14:textId="77777777" w:rsidR="00436A56" w:rsidRPr="00436A56" w:rsidRDefault="00436A56" w:rsidP="00436A56">
      <w:proofErr w:type="spellStart"/>
      <w:r w:rsidRPr="00436A56">
        <w:rPr>
          <w:szCs w:val="32"/>
        </w:rPr>
        <w:t>SIRIO</w:t>
      </w:r>
      <w:proofErr w:type="spellEnd"/>
      <w:r w:rsidRPr="00436A56">
        <w:rPr>
          <w:szCs w:val="32"/>
        </w:rPr>
        <w:t>. – J’entends que chaque jour, dès que tu auras fini de me servir, pour mon travail, tu retrouves ta liberté entière.</w:t>
      </w:r>
    </w:p>
    <w:p w14:paraId="1BBAA962" w14:textId="77777777" w:rsidR="00436A56" w:rsidRPr="00436A56" w:rsidRDefault="00436A56" w:rsidP="00436A56">
      <w:proofErr w:type="spellStart"/>
      <w:r w:rsidRPr="00436A56">
        <w:rPr>
          <w:szCs w:val="32"/>
        </w:rPr>
        <w:t>TUDA</w:t>
      </w:r>
      <w:proofErr w:type="spellEnd"/>
      <w:r w:rsidRPr="00436A56">
        <w:rPr>
          <w:szCs w:val="32"/>
        </w:rPr>
        <w:t>. – Ah oui ! entière ?</w:t>
      </w:r>
    </w:p>
    <w:p w14:paraId="6300D5A3" w14:textId="77777777" w:rsidR="00436A56" w:rsidRPr="00436A56" w:rsidRDefault="00436A56" w:rsidP="00436A56">
      <w:proofErr w:type="spellStart"/>
      <w:r w:rsidRPr="00436A56">
        <w:rPr>
          <w:szCs w:val="32"/>
        </w:rPr>
        <w:t>SIRIO</w:t>
      </w:r>
      <w:proofErr w:type="spellEnd"/>
      <w:r w:rsidRPr="00436A56">
        <w:rPr>
          <w:szCs w:val="32"/>
        </w:rPr>
        <w:t>. – Oui, tu vivras comme il te plaira.</w:t>
      </w:r>
    </w:p>
    <w:p w14:paraId="3210C188" w14:textId="77777777" w:rsidR="00436A56" w:rsidRPr="00436A56" w:rsidRDefault="00436A56" w:rsidP="00436A56">
      <w:proofErr w:type="spellStart"/>
      <w:r w:rsidRPr="00436A56">
        <w:rPr>
          <w:szCs w:val="32"/>
        </w:rPr>
        <w:t>TUDA</w:t>
      </w:r>
      <w:proofErr w:type="spellEnd"/>
      <w:r w:rsidRPr="00436A56">
        <w:rPr>
          <w:szCs w:val="32"/>
        </w:rPr>
        <w:t>. – Étant ta femme !</w:t>
      </w:r>
    </w:p>
    <w:p w14:paraId="47DD46C9" w14:textId="77777777" w:rsidR="00436A56" w:rsidRPr="00436A56" w:rsidRDefault="00436A56" w:rsidP="00436A56">
      <w:proofErr w:type="spellStart"/>
      <w:r w:rsidRPr="00436A56">
        <w:rPr>
          <w:szCs w:val="32"/>
        </w:rPr>
        <w:t>SIRIO</w:t>
      </w:r>
      <w:proofErr w:type="spellEnd"/>
      <w:r w:rsidRPr="00436A56">
        <w:rPr>
          <w:szCs w:val="32"/>
        </w:rPr>
        <w:t>. – Mais non, pas ma femme !</w:t>
      </w:r>
    </w:p>
    <w:p w14:paraId="0EF178B2" w14:textId="77777777" w:rsidR="00436A56" w:rsidRPr="00436A56" w:rsidRDefault="00436A56" w:rsidP="00436A56">
      <w:proofErr w:type="spellStart"/>
      <w:r w:rsidRPr="00436A56">
        <w:rPr>
          <w:szCs w:val="32"/>
        </w:rPr>
        <w:t>TUDA</w:t>
      </w:r>
      <w:proofErr w:type="spellEnd"/>
      <w:r w:rsidRPr="00436A56">
        <w:rPr>
          <w:szCs w:val="32"/>
        </w:rPr>
        <w:t>. – Mais puisque tu m’épouses, tout le monde saura…</w:t>
      </w:r>
    </w:p>
    <w:p w14:paraId="60AFF8D0" w14:textId="77777777" w:rsidR="00436A56" w:rsidRPr="00436A56" w:rsidRDefault="00436A56" w:rsidP="00436A56">
      <w:proofErr w:type="spellStart"/>
      <w:r w:rsidRPr="00436A56">
        <w:rPr>
          <w:szCs w:val="32"/>
        </w:rPr>
        <w:t>SIRIO</w:t>
      </w:r>
      <w:proofErr w:type="spellEnd"/>
      <w:r w:rsidRPr="00436A56">
        <w:rPr>
          <w:szCs w:val="32"/>
        </w:rPr>
        <w:t>. – Quoi donc ?</w:t>
      </w:r>
    </w:p>
    <w:p w14:paraId="59E92D96" w14:textId="77777777" w:rsidR="00436A56" w:rsidRPr="00436A56" w:rsidRDefault="00436A56" w:rsidP="00436A56">
      <w:proofErr w:type="spellStart"/>
      <w:r w:rsidRPr="00436A56">
        <w:rPr>
          <w:szCs w:val="32"/>
        </w:rPr>
        <w:t>TUDA</w:t>
      </w:r>
      <w:proofErr w:type="spellEnd"/>
      <w:r w:rsidRPr="00436A56">
        <w:rPr>
          <w:szCs w:val="32"/>
        </w:rPr>
        <w:t xml:space="preserve">. – Je porterai ton nom. Je serai madame </w:t>
      </w:r>
      <w:proofErr w:type="spellStart"/>
      <w:r w:rsidRPr="00436A56">
        <w:rPr>
          <w:szCs w:val="32"/>
        </w:rPr>
        <w:t>Dossi</w:t>
      </w:r>
      <w:proofErr w:type="spellEnd"/>
      <w:r w:rsidRPr="00436A56">
        <w:rPr>
          <w:szCs w:val="32"/>
        </w:rPr>
        <w:t>. Non ? Tu vois, cela te fait un certain effet.</w:t>
      </w:r>
    </w:p>
    <w:p w14:paraId="6186AE27" w14:textId="77777777" w:rsidR="00436A56" w:rsidRPr="00436A56" w:rsidRDefault="00436A56" w:rsidP="00436A56">
      <w:proofErr w:type="spellStart"/>
      <w:r w:rsidRPr="00436A56">
        <w:rPr>
          <w:szCs w:val="32"/>
        </w:rPr>
        <w:t>SIRIO</w:t>
      </w:r>
      <w:proofErr w:type="spellEnd"/>
      <w:r w:rsidRPr="00436A56">
        <w:rPr>
          <w:szCs w:val="32"/>
        </w:rPr>
        <w:t>. – Mais non, aucun effet.</w:t>
      </w:r>
    </w:p>
    <w:p w14:paraId="06D40622" w14:textId="77777777" w:rsidR="00436A56" w:rsidRPr="00436A56" w:rsidRDefault="00436A56" w:rsidP="00436A56">
      <w:proofErr w:type="spellStart"/>
      <w:r w:rsidRPr="00436A56">
        <w:rPr>
          <w:szCs w:val="32"/>
        </w:rPr>
        <w:t>TUDA</w:t>
      </w:r>
      <w:proofErr w:type="spellEnd"/>
      <w:r w:rsidRPr="00436A56">
        <w:rPr>
          <w:szCs w:val="32"/>
        </w:rPr>
        <w:t xml:space="preserve">. – Tout de même, la femme du sculpteur </w:t>
      </w:r>
      <w:proofErr w:type="spellStart"/>
      <w:r w:rsidRPr="00436A56">
        <w:rPr>
          <w:szCs w:val="32"/>
        </w:rPr>
        <w:t>Dossi</w:t>
      </w:r>
      <w:proofErr w:type="spellEnd"/>
      <w:r w:rsidRPr="00436A56">
        <w:rPr>
          <w:szCs w:val="32"/>
        </w:rPr>
        <w:t>. C’est ton nom qui t’importera, pas moi.</w:t>
      </w:r>
    </w:p>
    <w:p w14:paraId="0EFBF26A" w14:textId="77777777" w:rsidR="00436A56" w:rsidRPr="00436A56" w:rsidRDefault="00436A56" w:rsidP="00436A56">
      <w:proofErr w:type="spellStart"/>
      <w:r w:rsidRPr="00436A56">
        <w:rPr>
          <w:szCs w:val="32"/>
        </w:rPr>
        <w:t>SIRIO</w:t>
      </w:r>
      <w:proofErr w:type="spellEnd"/>
      <w:r w:rsidRPr="00436A56">
        <w:rPr>
          <w:szCs w:val="32"/>
        </w:rPr>
        <w:t>. – Ni l’un ni l’autre. Tout le monde saura comment et pourquoi je t’ai épousée. Au contraire, plus je te laisserai profiter de ta liberté et plus il apparaîtra clairement pourquoi je t’ai épousée. D’ailleurs, je dois seulement finir ma statue.</w:t>
      </w:r>
    </w:p>
    <w:p w14:paraId="728F787D" w14:textId="77777777" w:rsidR="00436A56" w:rsidRPr="00436A56" w:rsidRDefault="00436A56" w:rsidP="00436A56">
      <w:proofErr w:type="spellStart"/>
      <w:r w:rsidRPr="00436A56">
        <w:rPr>
          <w:szCs w:val="32"/>
        </w:rPr>
        <w:t>TUDA</w:t>
      </w:r>
      <w:proofErr w:type="spellEnd"/>
      <w:r w:rsidRPr="00436A56">
        <w:rPr>
          <w:szCs w:val="32"/>
        </w:rPr>
        <w:t>. – Puis te tuer. Nous savons. Rien ne t’intéresse plus en dehors de cela. Et je me dis que si c’est vrai, il faudra aussi nous entendre.</w:t>
      </w:r>
    </w:p>
    <w:p w14:paraId="050E4528" w14:textId="77777777" w:rsidR="00436A56" w:rsidRPr="00436A56" w:rsidRDefault="00436A56" w:rsidP="00436A56">
      <w:proofErr w:type="spellStart"/>
      <w:r w:rsidRPr="00436A56">
        <w:rPr>
          <w:szCs w:val="32"/>
        </w:rPr>
        <w:lastRenderedPageBreak/>
        <w:t>SIRIO</w:t>
      </w:r>
      <w:proofErr w:type="spellEnd"/>
      <w:r w:rsidRPr="00436A56">
        <w:rPr>
          <w:szCs w:val="32"/>
        </w:rPr>
        <w:t>. – Mais oui, nous nous entendrons sur tout, ne t’inquiète pas. Tu feras, de toutes façons, une excellente affaire, sois-en sûre.</w:t>
      </w:r>
    </w:p>
    <w:p w14:paraId="0F7FB8D2" w14:textId="77777777" w:rsidR="00436A56" w:rsidRPr="00436A56" w:rsidRDefault="00436A56" w:rsidP="00436A56">
      <w:proofErr w:type="spellStart"/>
      <w:r w:rsidRPr="00436A56">
        <w:rPr>
          <w:szCs w:val="32"/>
        </w:rPr>
        <w:t>TUDA</w:t>
      </w:r>
      <w:proofErr w:type="spellEnd"/>
      <w:r w:rsidRPr="00436A56">
        <w:rPr>
          <w:szCs w:val="32"/>
        </w:rPr>
        <w:t>. – Une affaire ! Ce n’est pas seulement uns affaire.</w:t>
      </w:r>
    </w:p>
    <w:p w14:paraId="31E206FD" w14:textId="77777777" w:rsidR="00436A56" w:rsidRPr="00436A56" w:rsidRDefault="00436A56" w:rsidP="00436A56">
      <w:proofErr w:type="spellStart"/>
      <w:r w:rsidRPr="00436A56">
        <w:rPr>
          <w:szCs w:val="32"/>
        </w:rPr>
        <w:t>SIRIO</w:t>
      </w:r>
      <w:proofErr w:type="spellEnd"/>
      <w:r w:rsidRPr="00436A56">
        <w:rPr>
          <w:szCs w:val="32"/>
        </w:rPr>
        <w:t>. – Uniquement ! Et ton corps seulement pour servir mon travail.</w:t>
      </w:r>
    </w:p>
    <w:p w14:paraId="4732E250"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après un moment de réflexion. </w:t>
      </w:r>
      <w:r w:rsidRPr="00436A56">
        <w:rPr>
          <w:szCs w:val="32"/>
        </w:rPr>
        <w:t>– Et j’habiterai… ici dans ta maison ?</w:t>
      </w:r>
    </w:p>
    <w:p w14:paraId="0620FF11" w14:textId="77777777" w:rsidR="00436A56" w:rsidRPr="00436A56" w:rsidRDefault="00436A56" w:rsidP="00436A56">
      <w:proofErr w:type="spellStart"/>
      <w:r w:rsidRPr="00436A56">
        <w:rPr>
          <w:szCs w:val="32"/>
        </w:rPr>
        <w:t>SIRIO</w:t>
      </w:r>
      <w:proofErr w:type="spellEnd"/>
      <w:r w:rsidRPr="00436A56">
        <w:rPr>
          <w:szCs w:val="32"/>
        </w:rPr>
        <w:t>. – Oui, à l’étage au-dessus. Tu auras tout l’étage. Je te dis de ne penser à rien. Tu auras tout ce que tu voudras.</w:t>
      </w:r>
    </w:p>
    <w:p w14:paraId="3AE5E726" w14:textId="77777777" w:rsidR="00436A56" w:rsidRPr="00436A56" w:rsidRDefault="00436A56" w:rsidP="00436A56">
      <w:proofErr w:type="spellStart"/>
      <w:r w:rsidRPr="00436A56">
        <w:rPr>
          <w:szCs w:val="32"/>
        </w:rPr>
        <w:t>TUDA</w:t>
      </w:r>
      <w:proofErr w:type="spellEnd"/>
      <w:r w:rsidRPr="00436A56">
        <w:rPr>
          <w:szCs w:val="32"/>
        </w:rPr>
        <w:t>. – Et qu’en pensera-t-elle ?</w:t>
      </w:r>
    </w:p>
    <w:p w14:paraId="20E16A95" w14:textId="77777777" w:rsidR="00436A56" w:rsidRPr="00436A56" w:rsidRDefault="00436A56" w:rsidP="00436A56">
      <w:proofErr w:type="spellStart"/>
      <w:r w:rsidRPr="00436A56">
        <w:rPr>
          <w:szCs w:val="32"/>
        </w:rPr>
        <w:t>SIRIO</w:t>
      </w:r>
      <w:proofErr w:type="spellEnd"/>
      <w:r w:rsidRPr="00436A56">
        <w:rPr>
          <w:szCs w:val="32"/>
        </w:rPr>
        <w:t>. – Je t’ai dit de ne pas m’en parler.</w:t>
      </w:r>
    </w:p>
    <w:p w14:paraId="02C29E70" w14:textId="77777777" w:rsidR="00436A56" w:rsidRPr="00436A56" w:rsidRDefault="00436A56" w:rsidP="00436A56">
      <w:proofErr w:type="spellStart"/>
      <w:r w:rsidRPr="00436A56">
        <w:rPr>
          <w:szCs w:val="32"/>
        </w:rPr>
        <w:t>TUDA</w:t>
      </w:r>
      <w:proofErr w:type="spellEnd"/>
      <w:r w:rsidRPr="00436A56">
        <w:rPr>
          <w:szCs w:val="32"/>
        </w:rPr>
        <w:t>. – Je voudrais au moins savoir si elle le sait ! Vous êtes déjà d’accord ?</w:t>
      </w:r>
    </w:p>
    <w:p w14:paraId="7F44ED06" w14:textId="77777777" w:rsidR="00436A56" w:rsidRPr="00436A56" w:rsidRDefault="00436A56" w:rsidP="00436A56">
      <w:proofErr w:type="spellStart"/>
      <w:r w:rsidRPr="00436A56">
        <w:rPr>
          <w:szCs w:val="32"/>
        </w:rPr>
        <w:t>SIRIO</w:t>
      </w:r>
      <w:proofErr w:type="spellEnd"/>
      <w:r w:rsidRPr="00436A56">
        <w:rPr>
          <w:szCs w:val="32"/>
        </w:rPr>
        <w:t>. – Je fais ce que je veux.</w:t>
      </w:r>
    </w:p>
    <w:p w14:paraId="1246042F" w14:textId="77777777" w:rsidR="00436A56" w:rsidRPr="00436A56" w:rsidRDefault="00436A56" w:rsidP="00436A56">
      <w:proofErr w:type="spellStart"/>
      <w:r w:rsidRPr="00436A56">
        <w:rPr>
          <w:szCs w:val="32"/>
        </w:rPr>
        <w:t>TUDA</w:t>
      </w:r>
      <w:proofErr w:type="spellEnd"/>
      <w:r w:rsidRPr="00436A56">
        <w:rPr>
          <w:szCs w:val="32"/>
        </w:rPr>
        <w:t>. – Tu seras libre aussi de ton côté ?</w:t>
      </w:r>
    </w:p>
    <w:p w14:paraId="231B3300" w14:textId="77777777" w:rsidR="00436A56" w:rsidRPr="00436A56" w:rsidRDefault="00436A56" w:rsidP="00436A56">
      <w:proofErr w:type="spellStart"/>
      <w:r w:rsidRPr="00436A56">
        <w:rPr>
          <w:szCs w:val="32"/>
        </w:rPr>
        <w:t>SIRIO</w:t>
      </w:r>
      <w:proofErr w:type="spellEnd"/>
      <w:r w:rsidRPr="00436A56">
        <w:rPr>
          <w:szCs w:val="32"/>
        </w:rPr>
        <w:t>. – Naturellement.</w:t>
      </w:r>
    </w:p>
    <w:p w14:paraId="65805C1E" w14:textId="77777777" w:rsidR="00436A56" w:rsidRPr="00436A56" w:rsidRDefault="00436A56" w:rsidP="00436A56">
      <w:proofErr w:type="spellStart"/>
      <w:r w:rsidRPr="00436A56">
        <w:rPr>
          <w:szCs w:val="32"/>
        </w:rPr>
        <w:t>TUDA</w:t>
      </w:r>
      <w:proofErr w:type="spellEnd"/>
      <w:r w:rsidRPr="00436A56">
        <w:rPr>
          <w:szCs w:val="32"/>
        </w:rPr>
        <w:t>. – Avec elle.</w:t>
      </w:r>
    </w:p>
    <w:p w14:paraId="085AD1EE" w14:textId="77777777" w:rsidR="00436A56" w:rsidRPr="00436A56" w:rsidRDefault="00436A56" w:rsidP="00436A56">
      <w:proofErr w:type="spellStart"/>
      <w:r w:rsidRPr="00436A56">
        <w:rPr>
          <w:szCs w:val="32"/>
        </w:rPr>
        <w:t>SIRIO</w:t>
      </w:r>
      <w:proofErr w:type="spellEnd"/>
      <w:r w:rsidRPr="00436A56">
        <w:rPr>
          <w:szCs w:val="32"/>
        </w:rPr>
        <w:t>. – Assez ! je dis.</w:t>
      </w:r>
    </w:p>
    <w:p w14:paraId="1F344193" w14:textId="77777777" w:rsidR="00436A56" w:rsidRPr="00436A56" w:rsidRDefault="00436A56" w:rsidP="00436A56">
      <w:proofErr w:type="spellStart"/>
      <w:r w:rsidRPr="00436A56">
        <w:rPr>
          <w:szCs w:val="32"/>
        </w:rPr>
        <w:t>TUDA</w:t>
      </w:r>
      <w:proofErr w:type="spellEnd"/>
      <w:r w:rsidRPr="00436A56">
        <w:rPr>
          <w:szCs w:val="32"/>
        </w:rPr>
        <w:t>. – Je voudrais être sûre que ce n’est pas par dépit, tu comprends.</w:t>
      </w:r>
    </w:p>
    <w:p w14:paraId="32C45B07" w14:textId="77777777" w:rsidR="00436A56" w:rsidRPr="00436A56" w:rsidRDefault="00436A56" w:rsidP="00436A56">
      <w:proofErr w:type="spellStart"/>
      <w:r w:rsidRPr="00436A56">
        <w:rPr>
          <w:szCs w:val="32"/>
        </w:rPr>
        <w:t>SIRIO</w:t>
      </w:r>
      <w:proofErr w:type="spellEnd"/>
      <w:r w:rsidRPr="00436A56">
        <w:t xml:space="preserve">. </w:t>
      </w:r>
      <w:r w:rsidRPr="00436A56">
        <w:rPr>
          <w:szCs w:val="32"/>
        </w:rPr>
        <w:t>– Pourquoi, par dépit ? C’est elle qui voudrait par point d’honneur que je ne travaille plus avec toi. Elle fera tout pour que tu ne viennes pas ici.</w:t>
      </w:r>
    </w:p>
    <w:p w14:paraId="31E4DEFB" w14:textId="77777777" w:rsidR="00436A56" w:rsidRPr="00436A56" w:rsidRDefault="00436A56" w:rsidP="00436A56">
      <w:proofErr w:type="spellStart"/>
      <w:r w:rsidRPr="00436A56">
        <w:rPr>
          <w:szCs w:val="32"/>
        </w:rPr>
        <w:lastRenderedPageBreak/>
        <w:t>TUDA</w:t>
      </w:r>
      <w:proofErr w:type="spellEnd"/>
      <w:r w:rsidRPr="00436A56">
        <w:rPr>
          <w:szCs w:val="32"/>
        </w:rPr>
        <w:t>. – Ah ! oui. C’est pour cela que j’y viendrai, même si tu ne m’épouses pas.</w:t>
      </w:r>
    </w:p>
    <w:p w14:paraId="344B08F1" w14:textId="77777777" w:rsidR="00436A56" w:rsidRPr="00436A56" w:rsidRDefault="00436A56" w:rsidP="00436A56">
      <w:proofErr w:type="spellStart"/>
      <w:r w:rsidRPr="00436A56">
        <w:rPr>
          <w:szCs w:val="32"/>
        </w:rPr>
        <w:t>SIRIO</w:t>
      </w:r>
      <w:proofErr w:type="spellEnd"/>
      <w:r w:rsidRPr="00436A56">
        <w:rPr>
          <w:szCs w:val="32"/>
        </w:rPr>
        <w:t>. – Tu ne la connais pas ; elle pourrait trouver le moyen de t’en empêcher. Et puis, peut-être que toi-même… Mais étant donné que l’acte de mariage n’aura pour moi d’autre signification que celle du travail et aucune valeur…</w:t>
      </w:r>
    </w:p>
    <w:p w14:paraId="3DA2E383" w14:textId="77777777" w:rsidR="00436A56" w:rsidRPr="00436A56" w:rsidRDefault="00436A56" w:rsidP="00436A56">
      <w:proofErr w:type="spellStart"/>
      <w:r w:rsidRPr="00436A56">
        <w:rPr>
          <w:szCs w:val="32"/>
        </w:rPr>
        <w:t>TUDA</w:t>
      </w:r>
      <w:proofErr w:type="spellEnd"/>
      <w:r w:rsidRPr="00436A56">
        <w:rPr>
          <w:szCs w:val="32"/>
        </w:rPr>
        <w:t>. – Tu te fâcheras avec elle ?</w:t>
      </w:r>
    </w:p>
    <w:p w14:paraId="2CFEE9E3" w14:textId="77777777" w:rsidR="00436A56" w:rsidRPr="00436A56" w:rsidRDefault="00436A56" w:rsidP="00436A56">
      <w:proofErr w:type="spellStart"/>
      <w:r w:rsidRPr="00436A56">
        <w:rPr>
          <w:szCs w:val="32"/>
        </w:rPr>
        <w:t>SIRIO</w:t>
      </w:r>
      <w:proofErr w:type="spellEnd"/>
      <w:r w:rsidRPr="00436A56">
        <w:rPr>
          <w:szCs w:val="32"/>
        </w:rPr>
        <w:t>. – Si jamais je le fais, ça me regarde.</w:t>
      </w:r>
    </w:p>
    <w:p w14:paraId="4A5F8660" w14:textId="77777777" w:rsidR="00436A56" w:rsidRPr="00436A56" w:rsidRDefault="00436A56" w:rsidP="00436A56">
      <w:proofErr w:type="spellStart"/>
      <w:r w:rsidRPr="00436A56">
        <w:rPr>
          <w:szCs w:val="32"/>
        </w:rPr>
        <w:t>TUDA</w:t>
      </w:r>
      <w:proofErr w:type="spellEnd"/>
      <w:r w:rsidRPr="00436A56">
        <w:rPr>
          <w:szCs w:val="32"/>
        </w:rPr>
        <w:t>. – Et si l’ayant fait à cause de moi…</w:t>
      </w:r>
    </w:p>
    <w:p w14:paraId="4DB2F3B4" w14:textId="77777777" w:rsidR="00436A56" w:rsidRPr="00436A56" w:rsidRDefault="00436A56" w:rsidP="00436A56">
      <w:proofErr w:type="spellStart"/>
      <w:r w:rsidRPr="00436A56">
        <w:rPr>
          <w:szCs w:val="32"/>
        </w:rPr>
        <w:t>SIRIO</w:t>
      </w:r>
      <w:proofErr w:type="spellEnd"/>
      <w:r w:rsidRPr="00436A56">
        <w:rPr>
          <w:szCs w:val="32"/>
        </w:rPr>
        <w:t>. – Non pas à cause de toi. Je le fais parce que je le veux.</w:t>
      </w:r>
    </w:p>
    <w:p w14:paraId="653C30A2" w14:textId="77777777" w:rsidR="00436A56" w:rsidRPr="00436A56" w:rsidRDefault="00436A56" w:rsidP="00436A56">
      <w:proofErr w:type="spellStart"/>
      <w:r w:rsidRPr="00436A56">
        <w:rPr>
          <w:szCs w:val="32"/>
        </w:rPr>
        <w:t>TUDA</w:t>
      </w:r>
      <w:proofErr w:type="spellEnd"/>
      <w:r w:rsidRPr="00436A56">
        <w:rPr>
          <w:szCs w:val="32"/>
        </w:rPr>
        <w:t>. – J’aime mieux ça, mais si tu devais le regretter.</w:t>
      </w:r>
    </w:p>
    <w:p w14:paraId="51229470" w14:textId="77777777" w:rsidR="00436A56" w:rsidRPr="00436A56" w:rsidRDefault="00436A56" w:rsidP="00436A56">
      <w:proofErr w:type="spellStart"/>
      <w:r w:rsidRPr="00436A56">
        <w:rPr>
          <w:szCs w:val="32"/>
        </w:rPr>
        <w:t>SIRIO</w:t>
      </w:r>
      <w:proofErr w:type="spellEnd"/>
      <w:r w:rsidRPr="00436A56">
        <w:rPr>
          <w:szCs w:val="32"/>
        </w:rPr>
        <w:t>. – Je n’aurais pas le temps de le regretter, ne crains rien.</w:t>
      </w:r>
    </w:p>
    <w:p w14:paraId="36A56182" w14:textId="77777777" w:rsidR="00436A56" w:rsidRPr="00436A56" w:rsidRDefault="00436A56" w:rsidP="00436A56">
      <w:proofErr w:type="spellStart"/>
      <w:r w:rsidRPr="00436A56">
        <w:rPr>
          <w:szCs w:val="32"/>
        </w:rPr>
        <w:t>TUDA</w:t>
      </w:r>
      <w:proofErr w:type="spellEnd"/>
      <w:r w:rsidRPr="00436A56">
        <w:rPr>
          <w:szCs w:val="32"/>
        </w:rPr>
        <w:t>. – Je devrai donc servir uniquement pour ta statue ?</w:t>
      </w:r>
    </w:p>
    <w:p w14:paraId="019A8362" w14:textId="77777777" w:rsidR="00436A56" w:rsidRPr="00436A56" w:rsidRDefault="00436A56" w:rsidP="00436A56">
      <w:proofErr w:type="spellStart"/>
      <w:r w:rsidRPr="00436A56">
        <w:rPr>
          <w:szCs w:val="32"/>
        </w:rPr>
        <w:t>SIRIO</w:t>
      </w:r>
      <w:proofErr w:type="spellEnd"/>
      <w:r w:rsidRPr="00436A56">
        <w:rPr>
          <w:szCs w:val="32"/>
        </w:rPr>
        <w:t>. – Travailler avec moi seul et pour ma statue.</w:t>
      </w:r>
    </w:p>
    <w:p w14:paraId="1FAF0133" w14:textId="77777777" w:rsidR="00436A56" w:rsidRPr="00436A56" w:rsidRDefault="00436A56" w:rsidP="00436A56">
      <w:proofErr w:type="spellStart"/>
      <w:r w:rsidRPr="00436A56">
        <w:rPr>
          <w:szCs w:val="32"/>
        </w:rPr>
        <w:t>TUDA</w:t>
      </w:r>
      <w:proofErr w:type="spellEnd"/>
      <w:r w:rsidRPr="00436A56">
        <w:rPr>
          <w:szCs w:val="32"/>
        </w:rPr>
        <w:t>. – Tu m’épouses pour ça ?</w:t>
      </w:r>
    </w:p>
    <w:p w14:paraId="17CDB6A8" w14:textId="77777777" w:rsidR="00436A56" w:rsidRPr="00436A56" w:rsidRDefault="00436A56" w:rsidP="00436A56">
      <w:proofErr w:type="spellStart"/>
      <w:r w:rsidRPr="00436A56">
        <w:rPr>
          <w:szCs w:val="32"/>
        </w:rPr>
        <w:t>SIRIO</w:t>
      </w:r>
      <w:proofErr w:type="spellEnd"/>
      <w:r w:rsidRPr="00436A56">
        <w:rPr>
          <w:szCs w:val="32"/>
        </w:rPr>
        <w:t>. – Pour cela et pour que tu ne serves plus de modèle à personne. Tu acceptes ?</w:t>
      </w:r>
    </w:p>
    <w:p w14:paraId="49E501B1"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elle le regarde longuement, puis d’un air de défi. </w:t>
      </w:r>
      <w:r w:rsidRPr="00436A56">
        <w:rPr>
          <w:szCs w:val="32"/>
        </w:rPr>
        <w:t>– N’oublie pas que je suis vivante !</w:t>
      </w:r>
    </w:p>
    <w:p w14:paraId="717EBD66" w14:textId="77777777" w:rsidR="00436A56" w:rsidRPr="00436A56" w:rsidRDefault="00436A56" w:rsidP="00436A56">
      <w:proofErr w:type="spellStart"/>
      <w:r w:rsidRPr="00436A56">
        <w:rPr>
          <w:szCs w:val="32"/>
        </w:rPr>
        <w:t>SIRIO</w:t>
      </w:r>
      <w:proofErr w:type="spellEnd"/>
      <w:r w:rsidRPr="00436A56">
        <w:rPr>
          <w:szCs w:val="32"/>
        </w:rPr>
        <w:t>. – Oui, pour toi.</w:t>
      </w:r>
    </w:p>
    <w:p w14:paraId="2634EF56" w14:textId="77777777" w:rsidR="00436A56" w:rsidRPr="00436A56" w:rsidRDefault="00436A56" w:rsidP="00436A56">
      <w:proofErr w:type="spellStart"/>
      <w:r w:rsidRPr="00436A56">
        <w:rPr>
          <w:szCs w:val="32"/>
        </w:rPr>
        <w:t>TUDA</w:t>
      </w:r>
      <w:proofErr w:type="spellEnd"/>
      <w:r w:rsidRPr="00436A56">
        <w:rPr>
          <w:szCs w:val="32"/>
        </w:rPr>
        <w:t>. – Et tu ne penses pas que…</w:t>
      </w:r>
    </w:p>
    <w:p w14:paraId="57CE84B1" w14:textId="77777777" w:rsidR="00436A56" w:rsidRPr="00436A56" w:rsidRDefault="00436A56" w:rsidP="00436A56">
      <w:proofErr w:type="spellStart"/>
      <w:r w:rsidRPr="00436A56">
        <w:rPr>
          <w:szCs w:val="32"/>
        </w:rPr>
        <w:t>SIRIO</w:t>
      </w:r>
      <w:proofErr w:type="spellEnd"/>
      <w:r w:rsidRPr="00436A56">
        <w:rPr>
          <w:szCs w:val="32"/>
        </w:rPr>
        <w:t>. – Que ?</w:t>
      </w:r>
    </w:p>
    <w:p w14:paraId="28C55AF6" w14:textId="77777777" w:rsidR="00436A56" w:rsidRPr="00436A56" w:rsidRDefault="00436A56" w:rsidP="00436A56">
      <w:proofErr w:type="spellStart"/>
      <w:r w:rsidRPr="00436A56">
        <w:rPr>
          <w:szCs w:val="32"/>
        </w:rPr>
        <w:lastRenderedPageBreak/>
        <w:t>TUDA</w:t>
      </w:r>
      <w:proofErr w:type="spellEnd"/>
      <w:r w:rsidRPr="00436A56">
        <w:rPr>
          <w:szCs w:val="32"/>
        </w:rPr>
        <w:t>. – Rien, pour faire une supposition, à force d’être auprès de toi, il pourrait naître en moi…</w:t>
      </w:r>
    </w:p>
    <w:p w14:paraId="363F4EFB"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ironique. </w:t>
      </w:r>
      <w:r w:rsidRPr="00436A56">
        <w:rPr>
          <w:szCs w:val="32"/>
        </w:rPr>
        <w:t>– L’amour ?</w:t>
      </w:r>
    </w:p>
    <w:p w14:paraId="35C5D531" w14:textId="77777777" w:rsidR="00436A56" w:rsidRPr="00436A56" w:rsidRDefault="00436A56" w:rsidP="00436A56">
      <w:proofErr w:type="spellStart"/>
      <w:r w:rsidRPr="00436A56">
        <w:rPr>
          <w:szCs w:val="32"/>
        </w:rPr>
        <w:t>TUDA</w:t>
      </w:r>
      <w:proofErr w:type="spellEnd"/>
      <w:r w:rsidRPr="00436A56">
        <w:rPr>
          <w:szCs w:val="32"/>
        </w:rPr>
        <w:t>. – Non, mais un désir de toi.</w:t>
      </w:r>
    </w:p>
    <w:p w14:paraId="019082C2" w14:textId="77777777" w:rsidR="00436A56" w:rsidRPr="00436A56" w:rsidRDefault="00436A56" w:rsidP="00436A56">
      <w:proofErr w:type="spellStart"/>
      <w:r w:rsidRPr="00436A56">
        <w:rPr>
          <w:szCs w:val="32"/>
        </w:rPr>
        <w:t>SIRIO</w:t>
      </w:r>
      <w:proofErr w:type="spellEnd"/>
      <w:r w:rsidRPr="00436A56">
        <w:rPr>
          <w:szCs w:val="32"/>
        </w:rPr>
        <w:t>. – Jusqu’ici tu n’as jamais rien éprouvé.</w:t>
      </w:r>
    </w:p>
    <w:p w14:paraId="1FF50AAB"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baissant les yeux. </w:t>
      </w:r>
      <w:r w:rsidRPr="00436A56">
        <w:rPr>
          <w:szCs w:val="32"/>
        </w:rPr>
        <w:t>– Qu’en sais-tu ?</w:t>
      </w:r>
    </w:p>
    <w:p w14:paraId="16A712D3" w14:textId="77777777" w:rsidR="00436A56" w:rsidRPr="00436A56" w:rsidRDefault="00436A56" w:rsidP="00436A56">
      <w:proofErr w:type="spellStart"/>
      <w:r w:rsidRPr="00436A56">
        <w:rPr>
          <w:szCs w:val="32"/>
        </w:rPr>
        <w:t>SIRIO</w:t>
      </w:r>
      <w:proofErr w:type="spellEnd"/>
      <w:r w:rsidRPr="00436A56">
        <w:rPr>
          <w:szCs w:val="32"/>
        </w:rPr>
        <w:t>. – Je ne m’en suis jamais aperçu.</w:t>
      </w:r>
    </w:p>
    <w:p w14:paraId="2289D952" w14:textId="77777777" w:rsidR="00436A56" w:rsidRPr="00436A56" w:rsidRDefault="00436A56" w:rsidP="00436A56">
      <w:proofErr w:type="spellStart"/>
      <w:r w:rsidRPr="00436A56">
        <w:rPr>
          <w:szCs w:val="32"/>
        </w:rPr>
        <w:t>TUDA</w:t>
      </w:r>
      <w:proofErr w:type="spellEnd"/>
      <w:r w:rsidRPr="00436A56">
        <w:rPr>
          <w:szCs w:val="32"/>
        </w:rPr>
        <w:t>. – Parce que je te savais pris ailleurs.</w:t>
      </w:r>
    </w:p>
    <w:p w14:paraId="1D62E483" w14:textId="77777777" w:rsidR="00436A56" w:rsidRPr="00436A56" w:rsidRDefault="00436A56" w:rsidP="00436A56">
      <w:proofErr w:type="spellStart"/>
      <w:r w:rsidRPr="00436A56">
        <w:rPr>
          <w:szCs w:val="32"/>
        </w:rPr>
        <w:t>SIRIO</w:t>
      </w:r>
      <w:proofErr w:type="spellEnd"/>
      <w:r w:rsidRPr="00436A56">
        <w:rPr>
          <w:szCs w:val="32"/>
        </w:rPr>
        <w:t>. – Il faut que tu t’enlèves ces idées de la tête. Tu dois comprendre que si avant ce jour la chose pour un moment eût pu se produire…</w:t>
      </w:r>
    </w:p>
    <w:p w14:paraId="75E53CE2" w14:textId="77777777" w:rsidR="00436A56" w:rsidRPr="00436A56" w:rsidRDefault="00436A56" w:rsidP="00436A56">
      <w:proofErr w:type="spellStart"/>
      <w:r w:rsidRPr="00436A56">
        <w:rPr>
          <w:szCs w:val="32"/>
        </w:rPr>
        <w:t>TUDA</w:t>
      </w:r>
      <w:proofErr w:type="spellEnd"/>
      <w:r w:rsidRPr="00436A56">
        <w:rPr>
          <w:szCs w:val="32"/>
        </w:rPr>
        <w:t>. – Ça aurait donc pu se produire ?</w:t>
      </w:r>
    </w:p>
    <w:p w14:paraId="765D90A3"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impassible. </w:t>
      </w:r>
      <w:r w:rsidRPr="00436A56">
        <w:rPr>
          <w:szCs w:val="32"/>
        </w:rPr>
        <w:t>– Cela devient impossible à partir d’aujourd’hui.</w:t>
      </w:r>
    </w:p>
    <w:p w14:paraId="7E82C069" w14:textId="77777777" w:rsidR="00436A56" w:rsidRPr="00436A56" w:rsidRDefault="00436A56" w:rsidP="00436A56">
      <w:proofErr w:type="spellStart"/>
      <w:r w:rsidRPr="00436A56">
        <w:rPr>
          <w:szCs w:val="32"/>
        </w:rPr>
        <w:t>TUDA</w:t>
      </w:r>
      <w:proofErr w:type="spellEnd"/>
      <w:r w:rsidRPr="00436A56">
        <w:rPr>
          <w:szCs w:val="32"/>
        </w:rPr>
        <w:t xml:space="preserve">. – Parce que je deviens ta femme pour de bon, ah oui. </w:t>
      </w:r>
      <w:r w:rsidRPr="00436A56">
        <w:rPr>
          <w:i/>
          <w:iCs/>
          <w:szCs w:val="32"/>
        </w:rPr>
        <w:t xml:space="preserve">(Elle réfléchit à ce qu’elle a dit, puis avec un sourire léger et triste, elle s’écrie.) </w:t>
      </w:r>
      <w:r w:rsidRPr="00436A56">
        <w:rPr>
          <w:szCs w:val="32"/>
        </w:rPr>
        <w:t xml:space="preserve">Eh oui, eh bien, j’accepte. Je veux voir ce que ça donnera. J’avais dit ça en l’air. J’ai mon père à </w:t>
      </w:r>
      <w:proofErr w:type="spellStart"/>
      <w:r w:rsidRPr="00436A56">
        <w:rPr>
          <w:szCs w:val="32"/>
        </w:rPr>
        <w:t>Anticoli</w:t>
      </w:r>
      <w:proofErr w:type="spellEnd"/>
      <w:r w:rsidRPr="00436A56">
        <w:rPr>
          <w:szCs w:val="32"/>
        </w:rPr>
        <w:t>, mes sœurs…</w:t>
      </w:r>
    </w:p>
    <w:p w14:paraId="791C7E71" w14:textId="77777777" w:rsidR="00436A56" w:rsidRPr="00436A56" w:rsidRDefault="00436A56" w:rsidP="00436A56">
      <w:proofErr w:type="spellStart"/>
      <w:r w:rsidRPr="00436A56">
        <w:rPr>
          <w:szCs w:val="32"/>
        </w:rPr>
        <w:t>SIRIO</w:t>
      </w:r>
      <w:proofErr w:type="spellEnd"/>
      <w:r w:rsidRPr="00436A56">
        <w:rPr>
          <w:szCs w:val="32"/>
        </w:rPr>
        <w:t>. – Je ne veux connaître personne.</w:t>
      </w:r>
    </w:p>
    <w:p w14:paraId="552BB075" w14:textId="77777777" w:rsidR="00436A56" w:rsidRPr="00436A56" w:rsidRDefault="00436A56" w:rsidP="00436A56">
      <w:proofErr w:type="spellStart"/>
      <w:r w:rsidRPr="00436A56">
        <w:rPr>
          <w:szCs w:val="32"/>
        </w:rPr>
        <w:t>TUDA</w:t>
      </w:r>
      <w:proofErr w:type="spellEnd"/>
      <w:r w:rsidRPr="00436A56">
        <w:rPr>
          <w:szCs w:val="32"/>
        </w:rPr>
        <w:t xml:space="preserve">. – Non, je pense que… </w:t>
      </w:r>
      <w:r w:rsidRPr="00436A56">
        <w:rPr>
          <w:i/>
          <w:iCs/>
          <w:szCs w:val="32"/>
        </w:rPr>
        <w:t xml:space="preserve">(Elle s’arrête, regarde l’espace avec des yeux joyeux et un sourire de vague satisfaction sur les lèvres.) </w:t>
      </w:r>
      <w:r w:rsidRPr="00436A56">
        <w:rPr>
          <w:szCs w:val="32"/>
        </w:rPr>
        <w:t xml:space="preserve">Au village, en grande dame. La maison sera belle, le jardin. Et moi… </w:t>
      </w:r>
      <w:r w:rsidRPr="00436A56">
        <w:rPr>
          <w:i/>
          <w:iCs/>
          <w:szCs w:val="32"/>
        </w:rPr>
        <w:t xml:space="preserve">(Elle regarde </w:t>
      </w:r>
      <w:proofErr w:type="spellStart"/>
      <w:r w:rsidRPr="00436A56">
        <w:rPr>
          <w:i/>
          <w:iCs/>
          <w:szCs w:val="32"/>
        </w:rPr>
        <w:t>Sirio</w:t>
      </w:r>
      <w:proofErr w:type="spellEnd"/>
      <w:r w:rsidRPr="00436A56">
        <w:rPr>
          <w:i/>
          <w:iCs/>
          <w:szCs w:val="32"/>
        </w:rPr>
        <w:t xml:space="preserve"> qui se tourne vite pour éviter le regard.) </w:t>
      </w:r>
      <w:r w:rsidRPr="00436A56">
        <w:rPr>
          <w:szCs w:val="32"/>
        </w:rPr>
        <w:t xml:space="preserve">Je ne dois même pas te regarder ? </w:t>
      </w:r>
      <w:r w:rsidRPr="00436A56">
        <w:rPr>
          <w:i/>
          <w:iCs/>
          <w:szCs w:val="32"/>
        </w:rPr>
        <w:t xml:space="preserve">(Elle quitte brusquement son chapeau.) </w:t>
      </w:r>
      <w:r w:rsidRPr="00436A56">
        <w:rPr>
          <w:szCs w:val="32"/>
        </w:rPr>
        <w:t xml:space="preserve">Bon, montons ! Tu verras comme </w:t>
      </w:r>
      <w:r w:rsidRPr="00436A56">
        <w:rPr>
          <w:szCs w:val="32"/>
        </w:rPr>
        <w:lastRenderedPageBreak/>
        <w:t xml:space="preserve">je te ferai vite finir ta statue. </w:t>
      </w:r>
      <w:r w:rsidRPr="00436A56">
        <w:rPr>
          <w:i/>
          <w:iCs/>
          <w:szCs w:val="32"/>
        </w:rPr>
        <w:t xml:space="preserve">(Tout en défaisant sa robe, elle se dirige avec </w:t>
      </w:r>
      <w:proofErr w:type="spellStart"/>
      <w:r w:rsidRPr="00436A56">
        <w:rPr>
          <w:i/>
          <w:iCs/>
          <w:szCs w:val="32"/>
        </w:rPr>
        <w:t>Sirio</w:t>
      </w:r>
      <w:proofErr w:type="spellEnd"/>
      <w:r w:rsidRPr="00436A56">
        <w:rPr>
          <w:i/>
          <w:iCs/>
          <w:szCs w:val="32"/>
        </w:rPr>
        <w:t xml:space="preserve"> vers le rideau. Avant de disparaître, elle s’arrête un peu.) </w:t>
      </w:r>
      <w:r w:rsidRPr="00436A56">
        <w:rPr>
          <w:szCs w:val="32"/>
        </w:rPr>
        <w:t xml:space="preserve">Ah ! regarde, les sorcières sont là. </w:t>
      </w:r>
      <w:r w:rsidRPr="00436A56">
        <w:rPr>
          <w:i/>
          <w:iCs/>
          <w:szCs w:val="32"/>
        </w:rPr>
        <w:t xml:space="preserve">(De derrière le rideau.) </w:t>
      </w:r>
      <w:r w:rsidRPr="00436A56">
        <w:rPr>
          <w:szCs w:val="32"/>
        </w:rPr>
        <w:t>Allez, allez, dehors.</w:t>
      </w:r>
    </w:p>
    <w:p w14:paraId="081D58A4" w14:textId="77777777" w:rsidR="00436A56" w:rsidRPr="00436A56" w:rsidRDefault="00436A56" w:rsidP="00436A56">
      <w:proofErr w:type="spellStart"/>
      <w:r w:rsidRPr="00436A56">
        <w:rPr>
          <w:szCs w:val="32"/>
        </w:rPr>
        <w:t>SIRIO</w:t>
      </w:r>
      <w:proofErr w:type="spellEnd"/>
      <w:r w:rsidRPr="00436A56">
        <w:rPr>
          <w:szCs w:val="32"/>
        </w:rPr>
        <w:t>. – Mais non, laisse-les pourvu qu’elles se taisent.</w:t>
      </w:r>
    </w:p>
    <w:p w14:paraId="68DE40C6"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revenant avec Judith et Rose, les menaçant avec la longue épingle de son chapeau et riant. </w:t>
      </w:r>
      <w:r w:rsidRPr="00436A56">
        <w:rPr>
          <w:szCs w:val="32"/>
        </w:rPr>
        <w:t>– Non, allez, dehors, dehors.</w:t>
      </w:r>
    </w:p>
    <w:p w14:paraId="3167EAC9" w14:textId="77777777" w:rsidR="00436A56" w:rsidRPr="00436A56" w:rsidRDefault="00436A56" w:rsidP="00436A56">
      <w:r w:rsidRPr="00436A56">
        <w:rPr>
          <w:szCs w:val="32"/>
        </w:rPr>
        <w:t>JUDITH. – Ne pique pas. Oh ! tu es méchante.</w:t>
      </w:r>
    </w:p>
    <w:p w14:paraId="7AA6E859" w14:textId="77777777" w:rsidR="00436A56" w:rsidRPr="00436A56" w:rsidRDefault="00436A56" w:rsidP="00436A56">
      <w:r w:rsidRPr="00436A56">
        <w:rPr>
          <w:szCs w:val="32"/>
        </w:rPr>
        <w:t>ROSE. – Mais vois donc, c’est elle qui nous chasse.</w:t>
      </w:r>
    </w:p>
    <w:p w14:paraId="702C9B89" w14:textId="77777777" w:rsidR="00436A56" w:rsidRPr="00436A56" w:rsidRDefault="00436A56" w:rsidP="00436A56">
      <w:proofErr w:type="spellStart"/>
      <w:r w:rsidRPr="00436A56">
        <w:rPr>
          <w:szCs w:val="32"/>
        </w:rPr>
        <w:t>TUDA</w:t>
      </w:r>
      <w:proofErr w:type="spellEnd"/>
      <w:r w:rsidRPr="00436A56">
        <w:rPr>
          <w:szCs w:val="32"/>
        </w:rPr>
        <w:t>. – Oui, moi. Vous n’avez pas entendu qu’il m’épouse ?</w:t>
      </w:r>
    </w:p>
    <w:p w14:paraId="7A57C4B0" w14:textId="77777777" w:rsidR="00436A56" w:rsidRPr="00436A56" w:rsidRDefault="00436A56" w:rsidP="00436A56">
      <w:r w:rsidRPr="00436A56">
        <w:rPr>
          <w:szCs w:val="32"/>
        </w:rPr>
        <w:t>JUDITH. – Eh, nous avons entendu, oui.</w:t>
      </w:r>
    </w:p>
    <w:p w14:paraId="14217FC3" w14:textId="77777777" w:rsidR="00436A56" w:rsidRPr="00436A56" w:rsidRDefault="00436A56" w:rsidP="00436A56">
      <w:proofErr w:type="spellStart"/>
      <w:r w:rsidRPr="00436A56">
        <w:rPr>
          <w:szCs w:val="32"/>
        </w:rPr>
        <w:t>TUDA</w:t>
      </w:r>
      <w:proofErr w:type="spellEnd"/>
      <w:r w:rsidRPr="00436A56">
        <w:rPr>
          <w:szCs w:val="32"/>
        </w:rPr>
        <w:t>. – Je suis donc la maîtresse ici. Allez, sortez. Je vous montrerai, moi, vieille marmite.</w:t>
      </w:r>
    </w:p>
    <w:p w14:paraId="642F1E00" w14:textId="77777777" w:rsidR="00436A56" w:rsidRPr="00436A56" w:rsidRDefault="00436A56" w:rsidP="00436A56">
      <w:proofErr w:type="spellStart"/>
      <w:r w:rsidRPr="00436A56">
        <w:rPr>
          <w:szCs w:val="32"/>
        </w:rPr>
        <w:t>SIRIO</w:t>
      </w:r>
      <w:proofErr w:type="spellEnd"/>
      <w:r w:rsidRPr="00436A56">
        <w:rPr>
          <w:szCs w:val="32"/>
        </w:rPr>
        <w:t>. – Laisse-les donc tranquilles.</w:t>
      </w:r>
    </w:p>
    <w:p w14:paraId="7E9ECEBF" w14:textId="77777777" w:rsidR="00436A56" w:rsidRPr="00436A56" w:rsidRDefault="00436A56" w:rsidP="00436A56">
      <w:r w:rsidRPr="00436A56">
        <w:rPr>
          <w:szCs w:val="32"/>
        </w:rPr>
        <w:t>JUDITH. – Nous resterons par là.</w:t>
      </w:r>
    </w:p>
    <w:p w14:paraId="2D6E730B" w14:textId="77777777" w:rsidR="00436A56" w:rsidRPr="00436A56" w:rsidRDefault="00436A56" w:rsidP="00436A56">
      <w:proofErr w:type="spellStart"/>
      <w:r w:rsidRPr="00436A56">
        <w:rPr>
          <w:szCs w:val="32"/>
        </w:rPr>
        <w:t>SIRIO</w:t>
      </w:r>
      <w:proofErr w:type="spellEnd"/>
      <w:r w:rsidRPr="00436A56">
        <w:rPr>
          <w:szCs w:val="32"/>
        </w:rPr>
        <w:t>. – En silence.</w:t>
      </w:r>
    </w:p>
    <w:p w14:paraId="01403801" w14:textId="77777777" w:rsidR="00436A56" w:rsidRPr="00436A56" w:rsidRDefault="00436A56" w:rsidP="00436A56">
      <w:r w:rsidRPr="00436A56">
        <w:rPr>
          <w:szCs w:val="32"/>
        </w:rPr>
        <w:t>ROSE. – Oui, sans même souffler.</w:t>
      </w:r>
    </w:p>
    <w:p w14:paraId="17B12B06"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rire. En courant vers le rideau, elle disparait de nouveau et un moment après elle remonte nue et joyeuse sur le socle. – </w:t>
      </w:r>
      <w:r w:rsidRPr="00436A56">
        <w:rPr>
          <w:szCs w:val="32"/>
        </w:rPr>
        <w:t>Me voici.</w:t>
      </w:r>
    </w:p>
    <w:p w14:paraId="02CC428D" w14:textId="77777777" w:rsidR="00436A56" w:rsidRPr="00436A56" w:rsidRDefault="00436A56" w:rsidP="00436A56">
      <w:pPr>
        <w:jc w:val="right"/>
      </w:pPr>
      <w:r w:rsidRPr="00436A56">
        <w:rPr>
          <w:i/>
          <w:iCs/>
        </w:rPr>
        <w:t>L’ombre réapparaît. Les vieilles regardent troublées.</w:t>
      </w:r>
    </w:p>
    <w:p w14:paraId="7121D122" w14:textId="77777777" w:rsidR="00436A56" w:rsidRPr="00436A56" w:rsidRDefault="00436A56" w:rsidP="00436A56">
      <w:pPr>
        <w:ind w:firstLine="0"/>
        <w:jc w:val="center"/>
      </w:pPr>
      <w:r w:rsidRPr="00436A56">
        <w:rPr>
          <w:i/>
          <w:iCs/>
          <w:szCs w:val="32"/>
        </w:rPr>
        <w:t>Rideau.</w:t>
      </w:r>
    </w:p>
    <w:p w14:paraId="3960E680" w14:textId="77777777" w:rsidR="00436A56" w:rsidRPr="00436A56" w:rsidRDefault="00436A56" w:rsidP="00282A36">
      <w:pPr>
        <w:pStyle w:val="Titre1"/>
        <w:rPr>
          <w:szCs w:val="32"/>
        </w:rPr>
      </w:pPr>
      <w:bookmarkStart w:id="4" w:name="_Toc255047702"/>
      <w:bookmarkStart w:id="5" w:name="_Toc197866524"/>
      <w:r w:rsidRPr="00436A56">
        <w:lastRenderedPageBreak/>
        <w:t>ACTE DEUXIÈME</w:t>
      </w:r>
      <w:bookmarkEnd w:id="4"/>
      <w:bookmarkEnd w:id="5"/>
      <w:r w:rsidRPr="00436A56">
        <w:br/>
      </w:r>
    </w:p>
    <w:p w14:paraId="557786E7" w14:textId="77777777" w:rsidR="00436A56" w:rsidRPr="00436A56" w:rsidRDefault="00436A56" w:rsidP="00436A56">
      <w:pPr>
        <w:ind w:firstLine="0"/>
        <w:jc w:val="center"/>
      </w:pPr>
      <w:r w:rsidRPr="00436A56">
        <w:rPr>
          <w:szCs w:val="32"/>
        </w:rPr>
        <w:t>Le</w:t>
      </w:r>
      <w:r w:rsidRPr="00436A56">
        <w:rPr>
          <w:i/>
          <w:iCs/>
          <w:szCs w:val="32"/>
        </w:rPr>
        <w:t xml:space="preserve"> </w:t>
      </w:r>
      <w:r w:rsidRPr="00436A56">
        <w:rPr>
          <w:szCs w:val="32"/>
        </w:rPr>
        <w:t>lieu de la scène est celui de l’acte I.</w:t>
      </w:r>
    </w:p>
    <w:p w14:paraId="657F33EB" w14:textId="77777777" w:rsidR="00436A56" w:rsidRPr="00436A56" w:rsidRDefault="00436A56" w:rsidP="00436A56">
      <w:r w:rsidRPr="00436A56">
        <w:rPr>
          <w:i/>
          <w:iCs/>
        </w:rPr>
        <w:t xml:space="preserve">Au lever du rideau, </w:t>
      </w:r>
      <w:proofErr w:type="spellStart"/>
      <w:r w:rsidRPr="00436A56">
        <w:rPr>
          <w:i/>
          <w:iCs/>
        </w:rPr>
        <w:t>Tuda</w:t>
      </w:r>
      <w:proofErr w:type="spellEnd"/>
      <w:r w:rsidRPr="00436A56">
        <w:rPr>
          <w:i/>
          <w:iCs/>
        </w:rPr>
        <w:t>, en robe du soir très élégante, se mire dans une glace que lui présente la jeune fille accompagnant la couturière qui est en train d’agrafer la robe. Derrière elle, la modiste, suivie d’une jeune ouvrière qui porte un grand carton plein de chapeaux et de fleurs artificielles.</w:t>
      </w:r>
    </w:p>
    <w:p w14:paraId="5BF79CB4" w14:textId="77777777" w:rsidR="00436A56" w:rsidRPr="00436A56" w:rsidRDefault="00436A56" w:rsidP="00436A56">
      <w:r w:rsidRPr="00436A56">
        <w:rPr>
          <w:i/>
          <w:iCs/>
        </w:rPr>
        <w:t xml:space="preserve">La couturière a apporté d’autres étoffes pour le choix d’une autre robe. </w:t>
      </w:r>
      <w:proofErr w:type="spellStart"/>
      <w:r w:rsidRPr="00436A56">
        <w:rPr>
          <w:i/>
          <w:iCs/>
        </w:rPr>
        <w:t>Sirio</w:t>
      </w:r>
      <w:proofErr w:type="spellEnd"/>
      <w:r w:rsidRPr="00436A56">
        <w:rPr>
          <w:i/>
          <w:iCs/>
        </w:rPr>
        <w:t xml:space="preserve"> est derrière le rideau attendant la fin de l’essayage.</w:t>
      </w:r>
    </w:p>
    <w:p w14:paraId="45439988" w14:textId="77777777" w:rsidR="00436A56" w:rsidRPr="00436A56" w:rsidRDefault="00436A56" w:rsidP="00436A56">
      <w:proofErr w:type="spellStart"/>
      <w:r w:rsidRPr="00436A56">
        <w:rPr>
          <w:szCs w:val="32"/>
        </w:rPr>
        <w:t>TUDA</w:t>
      </w:r>
      <w:proofErr w:type="spellEnd"/>
      <w:r w:rsidRPr="00436A56">
        <w:rPr>
          <w:szCs w:val="32"/>
        </w:rPr>
        <w:t>. – Non, non. Je ne l’aime pas, mais pas du tout.</w:t>
      </w:r>
    </w:p>
    <w:p w14:paraId="4D65BEB6" w14:textId="77777777" w:rsidR="00436A56" w:rsidRPr="00436A56" w:rsidRDefault="00436A56" w:rsidP="00436A56">
      <w:r w:rsidRPr="00436A56">
        <w:rPr>
          <w:szCs w:val="32"/>
        </w:rPr>
        <w:t>LA COUTURIÈRE. – Mais elle vous va si bien, madame.</w:t>
      </w:r>
    </w:p>
    <w:p w14:paraId="535230D2" w14:textId="77777777" w:rsidR="00436A56" w:rsidRPr="00436A56" w:rsidRDefault="00436A56" w:rsidP="00436A56">
      <w:proofErr w:type="spellStart"/>
      <w:r w:rsidRPr="00436A56">
        <w:rPr>
          <w:szCs w:val="32"/>
        </w:rPr>
        <w:t>TUDA</w:t>
      </w:r>
      <w:proofErr w:type="spellEnd"/>
      <w:r w:rsidRPr="00436A56">
        <w:rPr>
          <w:szCs w:val="32"/>
        </w:rPr>
        <w:t>. – Pas du tout. Ça ne donne absolument pas ce que j’attendais.</w:t>
      </w:r>
    </w:p>
    <w:p w14:paraId="1327C6ED" w14:textId="77777777" w:rsidR="00436A56" w:rsidRPr="00436A56" w:rsidRDefault="00436A56" w:rsidP="00436A56">
      <w:r w:rsidRPr="00436A56">
        <w:rPr>
          <w:szCs w:val="32"/>
        </w:rPr>
        <w:t>LA COUTURIÈRE. – Pourtant, j’ai suivi exactement toutes vos indications, madame.</w:t>
      </w:r>
    </w:p>
    <w:p w14:paraId="78073561" w14:textId="77777777" w:rsidR="00436A56" w:rsidRPr="00436A56" w:rsidRDefault="00436A56" w:rsidP="00436A56">
      <w:proofErr w:type="spellStart"/>
      <w:r w:rsidRPr="00436A56">
        <w:rPr>
          <w:szCs w:val="32"/>
        </w:rPr>
        <w:t>TUDA</w:t>
      </w:r>
      <w:proofErr w:type="spellEnd"/>
      <w:r w:rsidRPr="00436A56">
        <w:rPr>
          <w:szCs w:val="32"/>
        </w:rPr>
        <w:t>. – Je n’ai pas dit que je voulais tout ce jais !</w:t>
      </w:r>
    </w:p>
    <w:p w14:paraId="4797CEC9" w14:textId="77777777" w:rsidR="00436A56" w:rsidRPr="00436A56" w:rsidRDefault="00436A56" w:rsidP="00436A56">
      <w:r w:rsidRPr="00436A56">
        <w:rPr>
          <w:szCs w:val="32"/>
        </w:rPr>
        <w:t>LA COUTURIÈRE. – Mais ça fait si riche, madame. C’est une splendeur, vraiment.</w:t>
      </w:r>
    </w:p>
    <w:p w14:paraId="25E4DB4C" w14:textId="77777777" w:rsidR="00436A56" w:rsidRPr="00436A56" w:rsidRDefault="00436A56" w:rsidP="00436A56">
      <w:proofErr w:type="spellStart"/>
      <w:r w:rsidRPr="00436A56">
        <w:rPr>
          <w:szCs w:val="32"/>
        </w:rPr>
        <w:t>TUDA</w:t>
      </w:r>
      <w:proofErr w:type="spellEnd"/>
      <w:r w:rsidRPr="00436A56">
        <w:rPr>
          <w:szCs w:val="32"/>
        </w:rPr>
        <w:t>. – Trop splendide, c’est ce qui me déplaît. Non, non, je l’ai assez vue, dégrafez, dégrafez.</w:t>
      </w:r>
    </w:p>
    <w:p w14:paraId="57BDCA20" w14:textId="77777777" w:rsidR="00436A56" w:rsidRPr="00436A56" w:rsidRDefault="00436A56" w:rsidP="00436A56">
      <w:r w:rsidRPr="00436A56">
        <w:rPr>
          <w:szCs w:val="32"/>
        </w:rPr>
        <w:t>LA COUTURIÈRE. – Mais pourquoi gaspiller ainsi tout ce travail ? Attendez, on pourra peut-être l’arranger !</w:t>
      </w:r>
    </w:p>
    <w:p w14:paraId="27000D76" w14:textId="77777777" w:rsidR="00436A56" w:rsidRPr="00436A56" w:rsidRDefault="00436A56" w:rsidP="00436A56">
      <w:proofErr w:type="spellStart"/>
      <w:r w:rsidRPr="00436A56">
        <w:rPr>
          <w:szCs w:val="32"/>
        </w:rPr>
        <w:lastRenderedPageBreak/>
        <w:t>TUDA</w:t>
      </w:r>
      <w:proofErr w:type="spellEnd"/>
      <w:r w:rsidRPr="00436A56">
        <w:rPr>
          <w:szCs w:val="32"/>
        </w:rPr>
        <w:t>. – Que voulez-vous arranger ? Non, je n’en aime plus rien, ni la forme, ni la couleur, et elle me va très mal.</w:t>
      </w:r>
    </w:p>
    <w:p w14:paraId="4811278E" w14:textId="77777777" w:rsidR="00436A56" w:rsidRPr="00436A56" w:rsidRDefault="00436A56" w:rsidP="00436A56">
      <w:r w:rsidRPr="00436A56">
        <w:rPr>
          <w:szCs w:val="32"/>
        </w:rPr>
        <w:t>LA COUTURIÈRE. – Je vois bien aussi quelques petits défauts mais très petits et très remédiables. Ce n’est pas tout à fait ma faute, croyez-moi, vous avez, madame, excusez-moi, un peu…</w:t>
      </w:r>
    </w:p>
    <w:p w14:paraId="55275B8F" w14:textId="77777777" w:rsidR="00436A56" w:rsidRPr="00436A56" w:rsidRDefault="00436A56" w:rsidP="00436A56">
      <w:proofErr w:type="spellStart"/>
      <w:r w:rsidRPr="00436A56">
        <w:rPr>
          <w:szCs w:val="32"/>
        </w:rPr>
        <w:t>TUDA</w:t>
      </w:r>
      <w:proofErr w:type="spellEnd"/>
      <w:r w:rsidRPr="00436A56">
        <w:rPr>
          <w:szCs w:val="32"/>
        </w:rPr>
        <w:t>. – Comment ?</w:t>
      </w:r>
    </w:p>
    <w:p w14:paraId="61F06925" w14:textId="77777777" w:rsidR="00436A56" w:rsidRPr="00436A56" w:rsidRDefault="00436A56" w:rsidP="00436A56">
      <w:r w:rsidRPr="00436A56">
        <w:rPr>
          <w:szCs w:val="32"/>
        </w:rPr>
        <w:t>LA COUTURIÈRE. –… maigri !</w:t>
      </w:r>
    </w:p>
    <w:p w14:paraId="5EFE955E" w14:textId="77777777" w:rsidR="00436A56" w:rsidRPr="00436A56" w:rsidRDefault="00436A56" w:rsidP="00436A56">
      <w:proofErr w:type="spellStart"/>
      <w:r w:rsidRPr="00436A56">
        <w:rPr>
          <w:szCs w:val="32"/>
        </w:rPr>
        <w:t>TUDA</w:t>
      </w:r>
      <w:proofErr w:type="spellEnd"/>
      <w:r w:rsidRPr="00436A56">
        <w:rPr>
          <w:szCs w:val="32"/>
        </w:rPr>
        <w:t>. – Moi ?</w:t>
      </w:r>
    </w:p>
    <w:p w14:paraId="67B52AB0" w14:textId="77777777" w:rsidR="00436A56" w:rsidRPr="00436A56" w:rsidRDefault="00436A56" w:rsidP="00436A56">
      <w:r w:rsidRPr="00436A56">
        <w:rPr>
          <w:szCs w:val="32"/>
        </w:rPr>
        <w:t>LA COUTURIÈRE. – Oui, depuis la dernière fois.</w:t>
      </w:r>
    </w:p>
    <w:p w14:paraId="2C337F3A" w14:textId="77777777" w:rsidR="00436A56" w:rsidRPr="00436A56" w:rsidRDefault="00436A56" w:rsidP="00436A56">
      <w:proofErr w:type="spellStart"/>
      <w:r w:rsidRPr="00436A56">
        <w:rPr>
          <w:szCs w:val="32"/>
        </w:rPr>
        <w:t>TUDA</w:t>
      </w:r>
      <w:proofErr w:type="spellEnd"/>
      <w:r w:rsidRPr="00436A56">
        <w:rPr>
          <w:szCs w:val="32"/>
        </w:rPr>
        <w:t>. – Est-ce possible ? En si peu de jours ?</w:t>
      </w:r>
    </w:p>
    <w:p w14:paraId="4EA48D04" w14:textId="77777777" w:rsidR="00436A56" w:rsidRPr="00436A56" w:rsidRDefault="00436A56" w:rsidP="00436A56">
      <w:r w:rsidRPr="00436A56">
        <w:rPr>
          <w:szCs w:val="32"/>
        </w:rPr>
        <w:t>LA COUTURIÈRE. – Mais oui, croyez-moi.</w:t>
      </w:r>
    </w:p>
    <w:p w14:paraId="19C2AE18" w14:textId="77777777" w:rsidR="00436A56" w:rsidRPr="00436A56" w:rsidRDefault="00436A56" w:rsidP="00436A56">
      <w:proofErr w:type="spellStart"/>
      <w:r w:rsidRPr="00436A56">
        <w:rPr>
          <w:szCs w:val="32"/>
        </w:rPr>
        <w:t>TUDA</w:t>
      </w:r>
      <w:proofErr w:type="spellEnd"/>
      <w:r w:rsidRPr="00436A56">
        <w:rPr>
          <w:szCs w:val="32"/>
        </w:rPr>
        <w:t>. – Je me porte très bien.</w:t>
      </w:r>
    </w:p>
    <w:p w14:paraId="5C9D87D0" w14:textId="77777777" w:rsidR="00436A56" w:rsidRPr="00436A56" w:rsidRDefault="00436A56" w:rsidP="00436A56">
      <w:r w:rsidRPr="00436A56">
        <w:rPr>
          <w:szCs w:val="32"/>
        </w:rPr>
        <w:t>LA COUTURIÈRE. – Oh ! je ne dis pas le contraire. Un corps merveilleux.</w:t>
      </w:r>
    </w:p>
    <w:p w14:paraId="22702023" w14:textId="77777777" w:rsidR="00436A56" w:rsidRPr="00436A56" w:rsidRDefault="00436A56" w:rsidP="00436A56">
      <w:proofErr w:type="spellStart"/>
      <w:r w:rsidRPr="00436A56">
        <w:rPr>
          <w:szCs w:val="32"/>
        </w:rPr>
        <w:t>TUDA</w:t>
      </w:r>
      <w:proofErr w:type="spellEnd"/>
      <w:r w:rsidRPr="00436A56">
        <w:rPr>
          <w:szCs w:val="32"/>
        </w:rPr>
        <w:t xml:space="preserve">. – Diable, je suis modèle. </w:t>
      </w:r>
      <w:r w:rsidRPr="00436A56">
        <w:rPr>
          <w:i/>
          <w:iCs/>
          <w:szCs w:val="32"/>
        </w:rPr>
        <w:t xml:space="preserve">(Sans insister, avec un sourire.) </w:t>
      </w:r>
      <w:r w:rsidRPr="00436A56">
        <w:rPr>
          <w:szCs w:val="32"/>
        </w:rPr>
        <w:t>Vous m’appelez madame.</w:t>
      </w:r>
    </w:p>
    <w:p w14:paraId="428DB5EE" w14:textId="77777777" w:rsidR="00436A56" w:rsidRPr="00436A56" w:rsidRDefault="00436A56" w:rsidP="00436A56">
      <w:r w:rsidRPr="00436A56">
        <w:rPr>
          <w:szCs w:val="32"/>
        </w:rPr>
        <w:t>LA COUTURIÈRE. – Comment devrais-je vous appeler ?</w:t>
      </w:r>
    </w:p>
    <w:p w14:paraId="518955C9" w14:textId="77777777" w:rsidR="00436A56" w:rsidRPr="00436A56" w:rsidRDefault="00436A56" w:rsidP="00436A56">
      <w:proofErr w:type="spellStart"/>
      <w:r w:rsidRPr="00436A56">
        <w:rPr>
          <w:szCs w:val="32"/>
        </w:rPr>
        <w:t>TUDA</w:t>
      </w:r>
      <w:proofErr w:type="spellEnd"/>
      <w:r w:rsidRPr="00436A56">
        <w:rPr>
          <w:szCs w:val="32"/>
        </w:rPr>
        <w:t>. – Madame… le modèle (tout le monde sait que je suis madame parce que modèle). Mais c’est vrai, je me sens un peu fatiguée.</w:t>
      </w:r>
    </w:p>
    <w:p w14:paraId="1CACD032" w14:textId="77777777" w:rsidR="00436A56" w:rsidRPr="00436A56" w:rsidRDefault="00436A56" w:rsidP="00436A56">
      <w:r w:rsidRPr="00436A56">
        <w:rPr>
          <w:szCs w:val="32"/>
        </w:rPr>
        <w:t>LA COUTURIÈRE. – Voilà, et alors, le gris sans vos belles couleurs…</w:t>
      </w:r>
    </w:p>
    <w:p w14:paraId="2CBBCF47" w14:textId="77777777" w:rsidR="00436A56" w:rsidRPr="00436A56" w:rsidRDefault="00436A56" w:rsidP="00436A56">
      <w:pPr>
        <w:jc w:val="right"/>
      </w:pPr>
      <w:r w:rsidRPr="00436A56">
        <w:rPr>
          <w:i/>
          <w:iCs/>
        </w:rPr>
        <w:t xml:space="preserve">Elle lui a enlevé la robe et </w:t>
      </w:r>
      <w:proofErr w:type="spellStart"/>
      <w:r w:rsidRPr="00436A56">
        <w:rPr>
          <w:i/>
          <w:iCs/>
        </w:rPr>
        <w:t>Tuda</w:t>
      </w:r>
      <w:proofErr w:type="spellEnd"/>
      <w:r w:rsidRPr="00436A56">
        <w:rPr>
          <w:i/>
          <w:iCs/>
        </w:rPr>
        <w:t xml:space="preserve"> est en combinaison de soie rose.</w:t>
      </w:r>
    </w:p>
    <w:p w14:paraId="3C0BAAB7" w14:textId="77777777" w:rsidR="00436A56" w:rsidRPr="00436A56" w:rsidRDefault="00436A56" w:rsidP="00436A56">
      <w:proofErr w:type="spellStart"/>
      <w:r w:rsidRPr="00436A56">
        <w:rPr>
          <w:szCs w:val="32"/>
        </w:rPr>
        <w:lastRenderedPageBreak/>
        <w:t>TUDA</w:t>
      </w:r>
      <w:proofErr w:type="spellEnd"/>
      <w:r w:rsidRPr="00436A56">
        <w:rPr>
          <w:szCs w:val="32"/>
        </w:rPr>
        <w:t>. – Je ne peux plus me supporter dans cette robe.</w:t>
      </w:r>
    </w:p>
    <w:p w14:paraId="26A0F2BE" w14:textId="77777777" w:rsidR="00436A56" w:rsidRPr="00436A56" w:rsidRDefault="00436A56" w:rsidP="00436A56">
      <w:r w:rsidRPr="00436A56">
        <w:rPr>
          <w:szCs w:val="32"/>
        </w:rPr>
        <w:t>LA MODISTE</w:t>
      </w:r>
      <w:r w:rsidRPr="00436A56">
        <w:t xml:space="preserve">. </w:t>
      </w:r>
      <w:r w:rsidRPr="00436A56">
        <w:rPr>
          <w:szCs w:val="32"/>
        </w:rPr>
        <w:t>– Oui, certainement, elle vous pâlit un peu.</w:t>
      </w:r>
    </w:p>
    <w:p w14:paraId="078D28B6" w14:textId="77777777" w:rsidR="00436A56" w:rsidRPr="00436A56" w:rsidRDefault="00436A56" w:rsidP="00436A56">
      <w:proofErr w:type="spellStart"/>
      <w:r w:rsidRPr="00436A56">
        <w:rPr>
          <w:szCs w:val="32"/>
        </w:rPr>
        <w:t>TUDA</w:t>
      </w:r>
      <w:proofErr w:type="spellEnd"/>
      <w:r w:rsidRPr="00436A56">
        <w:rPr>
          <w:szCs w:val="32"/>
        </w:rPr>
        <w:t xml:space="preserve">. – On n’y pense pas… Comme on peut se faner vite… et moi… </w:t>
      </w:r>
      <w:r w:rsidRPr="00436A56">
        <w:rPr>
          <w:i/>
          <w:iCs/>
          <w:szCs w:val="32"/>
        </w:rPr>
        <w:t xml:space="preserve">(Elle éclate de rire en pensant qu’elle n’a été épousée que pour servir de modèle.) </w:t>
      </w:r>
      <w:r w:rsidRPr="00436A56">
        <w:rPr>
          <w:szCs w:val="32"/>
        </w:rPr>
        <w:t>Et si elle n’allait plus pouvoir… Ce serait drôle ! Il est certain que si nous continuons cette vie.</w:t>
      </w:r>
    </w:p>
    <w:p w14:paraId="4D5F7EBF" w14:textId="77777777" w:rsidR="00436A56" w:rsidRPr="00436A56" w:rsidRDefault="00436A56" w:rsidP="00436A56">
      <w:pPr>
        <w:jc w:val="right"/>
      </w:pPr>
      <w:r w:rsidRPr="00436A56">
        <w:rPr>
          <w:i/>
          <w:iCs/>
        </w:rPr>
        <w:t xml:space="preserve">Ces derniers mots à très haute voix pour que </w:t>
      </w:r>
      <w:proofErr w:type="spellStart"/>
      <w:r w:rsidRPr="00436A56">
        <w:rPr>
          <w:i/>
          <w:iCs/>
        </w:rPr>
        <w:t>Sirio</w:t>
      </w:r>
      <w:proofErr w:type="spellEnd"/>
      <w:r w:rsidRPr="00436A56">
        <w:rPr>
          <w:i/>
          <w:iCs/>
        </w:rPr>
        <w:t xml:space="preserve"> entende et comprenne.</w:t>
      </w:r>
    </w:p>
    <w:p w14:paraId="638E3ACE" w14:textId="77777777" w:rsidR="00436A56" w:rsidRPr="00436A56" w:rsidRDefault="00436A56" w:rsidP="00436A56">
      <w:r w:rsidRPr="00436A56">
        <w:rPr>
          <w:szCs w:val="32"/>
        </w:rPr>
        <w:t>LA COUTURIÈRE. – Oh ! ce n’est peut-être qu’un malaise passager.</w:t>
      </w:r>
    </w:p>
    <w:p w14:paraId="6272CD5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se regardant longuement au miroir. </w:t>
      </w:r>
      <w:r w:rsidRPr="00436A56">
        <w:rPr>
          <w:szCs w:val="32"/>
        </w:rPr>
        <w:t>– Mais c’est vrai, je ne m’étais pas bien regardée… J’ai beaucoup maigri.</w:t>
      </w:r>
    </w:p>
    <w:p w14:paraId="693D9BDD" w14:textId="77777777" w:rsidR="00436A56" w:rsidRPr="00436A56" w:rsidRDefault="00436A56" w:rsidP="00436A56">
      <w:r w:rsidRPr="00436A56">
        <w:rPr>
          <w:szCs w:val="32"/>
        </w:rPr>
        <w:t>LA COUTURIÈRE. – Souvent, il suffit d’une robe pour s’en apercevoir. Et pour nous autres couturières, les clientes ne devraient jamais essayer si elles ne sont pas en parfaite santé.</w:t>
      </w:r>
    </w:p>
    <w:p w14:paraId="7B914BC4" w14:textId="77777777" w:rsidR="00436A56" w:rsidRPr="00436A56" w:rsidRDefault="00436A56" w:rsidP="00436A56">
      <w:r w:rsidRPr="00436A56">
        <w:rPr>
          <w:szCs w:val="32"/>
        </w:rPr>
        <w:t xml:space="preserve">LA MODISTE. – Tout va mal quand elles ne sont pas </w:t>
      </w:r>
      <w:proofErr w:type="spellStart"/>
      <w:r w:rsidRPr="00436A56">
        <w:rPr>
          <w:szCs w:val="32"/>
        </w:rPr>
        <w:t>contentes</w:t>
      </w:r>
      <w:proofErr w:type="spellEnd"/>
      <w:r w:rsidRPr="00436A56">
        <w:rPr>
          <w:szCs w:val="32"/>
        </w:rPr>
        <w:t xml:space="preserve"> de leur gentil minois.</w:t>
      </w:r>
    </w:p>
    <w:p w14:paraId="1014A048" w14:textId="77777777" w:rsidR="00436A56" w:rsidRPr="00436A56" w:rsidRDefault="00436A56" w:rsidP="00436A56">
      <w:r w:rsidRPr="00436A56">
        <w:rPr>
          <w:szCs w:val="32"/>
        </w:rPr>
        <w:t xml:space="preserve">LA COUTURIÈRE. – Alors ? </w:t>
      </w:r>
      <w:r w:rsidRPr="00436A56">
        <w:rPr>
          <w:i/>
          <w:iCs/>
          <w:szCs w:val="32"/>
        </w:rPr>
        <w:t xml:space="preserve">(Elle montre la robe gui est encore sur son bras.) </w:t>
      </w:r>
      <w:r w:rsidRPr="00436A56">
        <w:rPr>
          <w:szCs w:val="32"/>
        </w:rPr>
        <w:t>Vous ne voulez pas que j’essaie de l’arranger ?</w:t>
      </w:r>
    </w:p>
    <w:p w14:paraId="0255AA39" w14:textId="77777777" w:rsidR="00436A56" w:rsidRPr="00436A56" w:rsidRDefault="00436A56" w:rsidP="00436A56">
      <w:proofErr w:type="spellStart"/>
      <w:r w:rsidRPr="00436A56">
        <w:rPr>
          <w:szCs w:val="32"/>
        </w:rPr>
        <w:t>TUDA</w:t>
      </w:r>
      <w:proofErr w:type="spellEnd"/>
      <w:r w:rsidRPr="00436A56">
        <w:rPr>
          <w:szCs w:val="32"/>
        </w:rPr>
        <w:t>. – Non, ne m’en parlez plus. Vous avez apporté des étoffes ?</w:t>
      </w:r>
    </w:p>
    <w:p w14:paraId="2B700BCC" w14:textId="77777777" w:rsidR="00436A56" w:rsidRPr="00436A56" w:rsidRDefault="00436A56" w:rsidP="00436A56">
      <w:r w:rsidRPr="00436A56">
        <w:rPr>
          <w:szCs w:val="32"/>
        </w:rPr>
        <w:t>LA COUTURIÈRE. – Oui, beaucoup. Les voici.</w:t>
      </w:r>
    </w:p>
    <w:p w14:paraId="048168B5" w14:textId="77777777" w:rsidR="00436A56" w:rsidRPr="00436A56" w:rsidRDefault="00436A56" w:rsidP="00436A56">
      <w:proofErr w:type="spellStart"/>
      <w:r w:rsidRPr="00436A56">
        <w:rPr>
          <w:szCs w:val="32"/>
        </w:rPr>
        <w:t>TUDA</w:t>
      </w:r>
      <w:proofErr w:type="spellEnd"/>
      <w:r w:rsidRPr="00436A56">
        <w:rPr>
          <w:szCs w:val="32"/>
        </w:rPr>
        <w:t>. – Voyons. Mais quelles couleurs ?</w:t>
      </w:r>
    </w:p>
    <w:p w14:paraId="739A98D4" w14:textId="77777777" w:rsidR="00436A56" w:rsidRPr="00436A56" w:rsidRDefault="00436A56" w:rsidP="00436A56">
      <w:r w:rsidRPr="00436A56">
        <w:rPr>
          <w:szCs w:val="32"/>
        </w:rPr>
        <w:lastRenderedPageBreak/>
        <w:t>LA COUTURIÈRE. – La mode de cette année.</w:t>
      </w:r>
    </w:p>
    <w:p w14:paraId="0CE5FC3F" w14:textId="77777777" w:rsidR="00436A56" w:rsidRPr="00436A56" w:rsidRDefault="00436A56" w:rsidP="00436A56">
      <w:proofErr w:type="spellStart"/>
      <w:r w:rsidRPr="00436A56">
        <w:rPr>
          <w:szCs w:val="32"/>
        </w:rPr>
        <w:t>TUDA</w:t>
      </w:r>
      <w:proofErr w:type="spellEnd"/>
      <w:r w:rsidRPr="00436A56">
        <w:rPr>
          <w:szCs w:val="32"/>
        </w:rPr>
        <w:t>. – Vous n’auriez pas un mauve ?</w:t>
      </w:r>
    </w:p>
    <w:p w14:paraId="6E0AC0D8" w14:textId="77777777" w:rsidR="00436A56" w:rsidRPr="00436A56" w:rsidRDefault="00436A56" w:rsidP="00436A56">
      <w:r w:rsidRPr="00436A56">
        <w:rPr>
          <w:szCs w:val="32"/>
        </w:rPr>
        <w:t>LA COUTURIÈRE. – Le mauve ne se</w:t>
      </w:r>
      <w:r w:rsidRPr="00436A56">
        <w:rPr>
          <w:i/>
          <w:iCs/>
          <w:szCs w:val="32"/>
        </w:rPr>
        <w:t xml:space="preserve"> </w:t>
      </w:r>
      <w:r w:rsidRPr="00436A56">
        <w:rPr>
          <w:szCs w:val="32"/>
        </w:rPr>
        <w:t>porte guère cette année.</w:t>
      </w:r>
    </w:p>
    <w:p w14:paraId="2D951502" w14:textId="77777777" w:rsidR="00436A56" w:rsidRPr="00436A56" w:rsidRDefault="00436A56" w:rsidP="00436A56">
      <w:proofErr w:type="spellStart"/>
      <w:r w:rsidRPr="00436A56">
        <w:rPr>
          <w:szCs w:val="32"/>
        </w:rPr>
        <w:t>TUDA</w:t>
      </w:r>
      <w:proofErr w:type="spellEnd"/>
      <w:r w:rsidRPr="00436A56">
        <w:rPr>
          <w:szCs w:val="32"/>
        </w:rPr>
        <w:t>. – Mais c’est une couleur qui me va bien.</w:t>
      </w:r>
    </w:p>
    <w:p w14:paraId="4B53AEFD" w14:textId="77777777" w:rsidR="00436A56" w:rsidRPr="00436A56" w:rsidRDefault="00436A56" w:rsidP="00436A56">
      <w:r w:rsidRPr="00436A56">
        <w:rPr>
          <w:szCs w:val="32"/>
        </w:rPr>
        <w:t>LA COUTURIÈRE. – Ce n’est vraiment pas à la mode.</w:t>
      </w:r>
    </w:p>
    <w:p w14:paraId="646D01C4" w14:textId="77777777" w:rsidR="00436A56" w:rsidRPr="00436A56" w:rsidRDefault="00436A56" w:rsidP="00436A56">
      <w:proofErr w:type="spellStart"/>
      <w:r w:rsidRPr="00436A56">
        <w:rPr>
          <w:szCs w:val="32"/>
        </w:rPr>
        <w:t>TUDA</w:t>
      </w:r>
      <w:proofErr w:type="spellEnd"/>
      <w:r w:rsidRPr="00436A56">
        <w:rPr>
          <w:szCs w:val="32"/>
        </w:rPr>
        <w:t xml:space="preserve">. – Mais, pour moi-même, c’est moi qui fais la mode. </w:t>
      </w:r>
      <w:r w:rsidRPr="00436A56">
        <w:rPr>
          <w:i/>
          <w:iCs/>
          <w:szCs w:val="32"/>
        </w:rPr>
        <w:t xml:space="preserve">(Elle trouve une étoffe mauve,) </w:t>
      </w:r>
      <w:r w:rsidRPr="00436A56">
        <w:rPr>
          <w:szCs w:val="32"/>
        </w:rPr>
        <w:t xml:space="preserve">En voici, du mauve. Tenez, combinez tout de suite, drapez l’étoffe sur moi. </w:t>
      </w:r>
      <w:r w:rsidRPr="00436A56">
        <w:rPr>
          <w:i/>
          <w:iCs/>
          <w:szCs w:val="32"/>
        </w:rPr>
        <w:t xml:space="preserve">(Elle met l’étoffe contre son visage.) </w:t>
      </w:r>
      <w:r w:rsidRPr="00436A56">
        <w:rPr>
          <w:szCs w:val="32"/>
        </w:rPr>
        <w:t>Ça me plaît.</w:t>
      </w:r>
    </w:p>
    <w:p w14:paraId="44E99E96" w14:textId="77777777" w:rsidR="00436A56" w:rsidRPr="00436A56" w:rsidRDefault="00436A56" w:rsidP="00436A56">
      <w:r w:rsidRPr="00436A56">
        <w:rPr>
          <w:szCs w:val="32"/>
        </w:rPr>
        <w:t>LA COUTURIÈRE. – Oui, la couleur vous va très bien.</w:t>
      </w:r>
    </w:p>
    <w:p w14:paraId="5175A6ED" w14:textId="77777777" w:rsidR="00436A56" w:rsidRPr="00436A56" w:rsidRDefault="00436A56" w:rsidP="00436A56">
      <w:r w:rsidRPr="00436A56">
        <w:rPr>
          <w:szCs w:val="32"/>
        </w:rPr>
        <w:t>LA MODISTE. – À ravir.</w:t>
      </w:r>
    </w:p>
    <w:p w14:paraId="2991A20C" w14:textId="77777777" w:rsidR="00436A56" w:rsidRPr="00436A56" w:rsidRDefault="00436A56" w:rsidP="00436A56">
      <w:proofErr w:type="spellStart"/>
      <w:r w:rsidRPr="00436A56">
        <w:rPr>
          <w:szCs w:val="32"/>
        </w:rPr>
        <w:t>TUDA</w:t>
      </w:r>
      <w:proofErr w:type="spellEnd"/>
      <w:r w:rsidRPr="00436A56">
        <w:rPr>
          <w:szCs w:val="32"/>
        </w:rPr>
        <w:t xml:space="preserve">. – Je m’habille à ma manière, </w:t>
      </w:r>
      <w:r w:rsidRPr="00436A56">
        <w:rPr>
          <w:i/>
          <w:iCs/>
          <w:szCs w:val="32"/>
        </w:rPr>
        <w:t xml:space="preserve">(Elle se drape.) </w:t>
      </w:r>
      <w:r w:rsidRPr="00436A56">
        <w:rPr>
          <w:szCs w:val="32"/>
        </w:rPr>
        <w:t>Sans festons ni garnitures, simple, très simple. Et pas trop décolleté. Voilà. Comme ça. Épinglez.</w:t>
      </w:r>
    </w:p>
    <w:p w14:paraId="530278EE" w14:textId="77777777" w:rsidR="00436A56" w:rsidRPr="00436A56" w:rsidRDefault="00436A56" w:rsidP="00436A56">
      <w:r w:rsidRPr="00436A56">
        <w:rPr>
          <w:szCs w:val="32"/>
        </w:rPr>
        <w:t>LA COUTURIÈRE. – C’est vraiment une joie que d’habiller un corps comme le vôtre.</w:t>
      </w:r>
    </w:p>
    <w:p w14:paraId="20E622BF" w14:textId="77777777" w:rsidR="00436A56" w:rsidRPr="00436A56" w:rsidRDefault="00436A56" w:rsidP="00436A56">
      <w:proofErr w:type="spellStart"/>
      <w:r w:rsidRPr="00436A56">
        <w:rPr>
          <w:szCs w:val="32"/>
        </w:rPr>
        <w:t>TUDA</w:t>
      </w:r>
      <w:proofErr w:type="spellEnd"/>
      <w:r w:rsidRPr="00436A56">
        <w:rPr>
          <w:szCs w:val="32"/>
        </w:rPr>
        <w:t>. – Condamné à toujours se déshabiller ! Il faudrait maintenant trouver une dentelle.</w:t>
      </w:r>
    </w:p>
    <w:p w14:paraId="37CFBC86" w14:textId="77777777" w:rsidR="00436A56" w:rsidRPr="00436A56" w:rsidRDefault="00436A56" w:rsidP="00436A56">
      <w:r w:rsidRPr="00436A56">
        <w:rPr>
          <w:szCs w:val="32"/>
        </w:rPr>
        <w:t>LA COUTURIÈRE. – Une dentelle ?</w:t>
      </w:r>
    </w:p>
    <w:p w14:paraId="378030EE" w14:textId="77777777" w:rsidR="00436A56" w:rsidRPr="00436A56" w:rsidRDefault="00436A56" w:rsidP="00436A56">
      <w:proofErr w:type="spellStart"/>
      <w:r w:rsidRPr="00436A56">
        <w:rPr>
          <w:szCs w:val="32"/>
        </w:rPr>
        <w:t>TUDA</w:t>
      </w:r>
      <w:proofErr w:type="spellEnd"/>
      <w:r w:rsidRPr="00436A56">
        <w:rPr>
          <w:szCs w:val="32"/>
        </w:rPr>
        <w:t>. – La dentelle n’est pas non plus à la mode ?</w:t>
      </w:r>
    </w:p>
    <w:p w14:paraId="4BE1E28B" w14:textId="77777777" w:rsidR="00436A56" w:rsidRPr="00436A56" w:rsidRDefault="00436A56" w:rsidP="00436A56">
      <w:r w:rsidRPr="00436A56">
        <w:rPr>
          <w:szCs w:val="32"/>
        </w:rPr>
        <w:t>LA</w:t>
      </w:r>
      <w:r w:rsidRPr="00436A56">
        <w:t xml:space="preserve"> COUTURIÈRE. </w:t>
      </w:r>
      <w:r w:rsidRPr="00436A56">
        <w:rPr>
          <w:szCs w:val="32"/>
        </w:rPr>
        <w:t>– Si vous regardez les catalogues…</w:t>
      </w:r>
    </w:p>
    <w:p w14:paraId="33BCBE4C" w14:textId="77777777" w:rsidR="00436A56" w:rsidRPr="00436A56" w:rsidRDefault="00436A56" w:rsidP="00436A56">
      <w:proofErr w:type="spellStart"/>
      <w:r w:rsidRPr="00436A56">
        <w:rPr>
          <w:szCs w:val="32"/>
        </w:rPr>
        <w:t>TUDA</w:t>
      </w:r>
      <w:proofErr w:type="spellEnd"/>
      <w:r w:rsidRPr="00436A56">
        <w:rPr>
          <w:szCs w:val="32"/>
        </w:rPr>
        <w:t>. – Je ne les regarde pas. J’en veux, que ce soit ou non la mode. Vous n’en avez pas apporté ?</w:t>
      </w:r>
    </w:p>
    <w:p w14:paraId="6ADD2E3E" w14:textId="77777777" w:rsidR="00436A56" w:rsidRPr="00436A56" w:rsidRDefault="00436A56" w:rsidP="00436A56">
      <w:r w:rsidRPr="00436A56">
        <w:rPr>
          <w:szCs w:val="32"/>
        </w:rPr>
        <w:t>LA COUTURIÈRE. – Non, madame.</w:t>
      </w:r>
    </w:p>
    <w:p w14:paraId="4243E90C" w14:textId="77777777" w:rsidR="00436A56" w:rsidRPr="00436A56" w:rsidRDefault="00436A56" w:rsidP="00436A56">
      <w:proofErr w:type="spellStart"/>
      <w:r w:rsidRPr="00436A56">
        <w:rPr>
          <w:szCs w:val="32"/>
        </w:rPr>
        <w:lastRenderedPageBreak/>
        <w:t>TUDA</w:t>
      </w:r>
      <w:proofErr w:type="spellEnd"/>
      <w:r w:rsidRPr="00436A56">
        <w:rPr>
          <w:szCs w:val="32"/>
        </w:rPr>
        <w:t xml:space="preserve">. – Peu importe. J’en ai là-haut des tas, </w:t>
      </w:r>
      <w:r w:rsidRPr="00436A56">
        <w:rPr>
          <w:i/>
          <w:iCs/>
          <w:szCs w:val="32"/>
        </w:rPr>
        <w:t xml:space="preserve">(Se tournant vers la jeune ouvrière.) </w:t>
      </w:r>
      <w:r w:rsidRPr="00436A56">
        <w:rPr>
          <w:szCs w:val="32"/>
        </w:rPr>
        <w:t xml:space="preserve">Voulez-vous monter </w:t>
      </w:r>
      <w:r w:rsidRPr="00436A56">
        <w:rPr>
          <w:i/>
          <w:iCs/>
          <w:szCs w:val="32"/>
        </w:rPr>
        <w:t xml:space="preserve">(elle montre la porte à gauche) </w:t>
      </w:r>
      <w:r w:rsidRPr="00436A56">
        <w:rPr>
          <w:szCs w:val="32"/>
        </w:rPr>
        <w:t xml:space="preserve">jusqu’au deuxième ; la femme de chambre vous les donnera ; elles sont dans le tiroir de l’armoire à droite dans ma chambre. </w:t>
      </w:r>
      <w:r w:rsidRPr="00436A56">
        <w:rPr>
          <w:i/>
          <w:iCs/>
          <w:szCs w:val="32"/>
        </w:rPr>
        <w:t xml:space="preserve">(La jeune fille monte.) </w:t>
      </w:r>
      <w:r w:rsidRPr="00436A56">
        <w:rPr>
          <w:szCs w:val="32"/>
        </w:rPr>
        <w:t xml:space="preserve">Attendez. Demandez-lui aussi la cape d’hermine. </w:t>
      </w:r>
      <w:r w:rsidRPr="00436A56">
        <w:rPr>
          <w:i/>
          <w:iCs/>
          <w:szCs w:val="32"/>
        </w:rPr>
        <w:t xml:space="preserve">(À la couturière.) </w:t>
      </w:r>
      <w:r w:rsidRPr="00436A56">
        <w:rPr>
          <w:szCs w:val="32"/>
        </w:rPr>
        <w:t xml:space="preserve">Nous verrons comment ça va. </w:t>
      </w:r>
      <w:r w:rsidRPr="00436A56">
        <w:rPr>
          <w:i/>
          <w:iCs/>
          <w:szCs w:val="32"/>
        </w:rPr>
        <w:t xml:space="preserve">(À la jeune fille.) </w:t>
      </w:r>
      <w:r w:rsidRPr="00436A56">
        <w:rPr>
          <w:szCs w:val="32"/>
        </w:rPr>
        <w:t>Faites vite.</w:t>
      </w:r>
    </w:p>
    <w:p w14:paraId="42505A2F" w14:textId="77777777" w:rsidR="00436A56" w:rsidRPr="00436A56" w:rsidRDefault="00436A56" w:rsidP="00436A56">
      <w:pPr>
        <w:jc w:val="right"/>
      </w:pPr>
      <w:r w:rsidRPr="00436A56">
        <w:rPr>
          <w:i/>
          <w:iCs/>
        </w:rPr>
        <w:t xml:space="preserve">L’ouvrière se dépêche. </w:t>
      </w:r>
      <w:proofErr w:type="spellStart"/>
      <w:r w:rsidRPr="00436A56">
        <w:rPr>
          <w:i/>
          <w:iCs/>
        </w:rPr>
        <w:t>Sirio</w:t>
      </w:r>
      <w:proofErr w:type="spellEnd"/>
      <w:r w:rsidRPr="00436A56">
        <w:rPr>
          <w:i/>
          <w:iCs/>
        </w:rPr>
        <w:t xml:space="preserve"> sort de derrière son rideau.</w:t>
      </w:r>
    </w:p>
    <w:p w14:paraId="1FA09B56" w14:textId="77777777" w:rsidR="00436A56" w:rsidRPr="00436A56" w:rsidRDefault="00436A56" w:rsidP="00436A56">
      <w:proofErr w:type="spellStart"/>
      <w:r w:rsidRPr="00436A56">
        <w:rPr>
          <w:szCs w:val="32"/>
        </w:rPr>
        <w:t>SIRIO</w:t>
      </w:r>
      <w:proofErr w:type="spellEnd"/>
      <w:r w:rsidRPr="00436A56">
        <w:rPr>
          <w:szCs w:val="32"/>
        </w:rPr>
        <w:t>. – Encore à essayer ?</w:t>
      </w:r>
    </w:p>
    <w:p w14:paraId="6F73F90C" w14:textId="77777777" w:rsidR="00436A56" w:rsidRPr="00436A56" w:rsidRDefault="00436A56" w:rsidP="00436A56">
      <w:proofErr w:type="spellStart"/>
      <w:r w:rsidRPr="00436A56">
        <w:rPr>
          <w:szCs w:val="32"/>
        </w:rPr>
        <w:t>TUDA</w:t>
      </w:r>
      <w:proofErr w:type="spellEnd"/>
      <w:r w:rsidRPr="00436A56">
        <w:rPr>
          <w:szCs w:val="32"/>
        </w:rPr>
        <w:t>. – Prends patience. Une robe impossible.</w:t>
      </w:r>
    </w:p>
    <w:p w14:paraId="4F263426" w14:textId="77777777" w:rsidR="00436A56" w:rsidRPr="00436A56" w:rsidRDefault="00436A56" w:rsidP="00436A56">
      <w:proofErr w:type="spellStart"/>
      <w:r w:rsidRPr="00436A56">
        <w:rPr>
          <w:szCs w:val="32"/>
        </w:rPr>
        <w:t>SIRIO</w:t>
      </w:r>
      <w:proofErr w:type="spellEnd"/>
      <w:r w:rsidRPr="00436A56">
        <w:rPr>
          <w:szCs w:val="32"/>
        </w:rPr>
        <w:t>. – Mais non, je dis que si tu devais perdre tout ce temps, tu pouvais monter chez toi, essayer et choisir tout ce que tu voulais sans me faire ici tout ce bazar. Monte, va, cela vaudra mieux pour toi aussi.</w:t>
      </w:r>
    </w:p>
    <w:p w14:paraId="07AB7A23"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le regardant avec malice. </w:t>
      </w:r>
      <w:r w:rsidRPr="00436A56">
        <w:rPr>
          <w:szCs w:val="32"/>
        </w:rPr>
        <w:t>– Non, mon cher. Pour moi, c’est mieux ici.</w:t>
      </w:r>
    </w:p>
    <w:p w14:paraId="58794C82"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comprenant. </w:t>
      </w:r>
      <w:r w:rsidRPr="00436A56">
        <w:rPr>
          <w:szCs w:val="32"/>
        </w:rPr>
        <w:t>– Je sais bien que tu le fais exprès.</w:t>
      </w:r>
    </w:p>
    <w:p w14:paraId="4078EF1E"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prompte. </w:t>
      </w:r>
      <w:r w:rsidRPr="00436A56">
        <w:rPr>
          <w:szCs w:val="32"/>
        </w:rPr>
        <w:t>– Je le sais aussi, mais pourquoi en es-tu agacé ?</w:t>
      </w:r>
    </w:p>
    <w:p w14:paraId="7A7A2E35"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en colère. – </w:t>
      </w:r>
      <w:r w:rsidRPr="00436A56">
        <w:rPr>
          <w:szCs w:val="32"/>
        </w:rPr>
        <w:t>C’est pour moi-même que je suis agacé.</w:t>
      </w:r>
    </w:p>
    <w:p w14:paraId="3C4B9F11" w14:textId="77777777" w:rsidR="00436A56" w:rsidRPr="00436A56" w:rsidRDefault="00436A56" w:rsidP="00436A56">
      <w:proofErr w:type="spellStart"/>
      <w:r w:rsidRPr="00436A56">
        <w:rPr>
          <w:szCs w:val="32"/>
        </w:rPr>
        <w:t>TUDA</w:t>
      </w:r>
      <w:proofErr w:type="spellEnd"/>
      <w:r w:rsidRPr="00436A56">
        <w:rPr>
          <w:szCs w:val="32"/>
        </w:rPr>
        <w:t>. – Tu as tort. Réfléchis et tu verras que c’est bon pour toi.</w:t>
      </w:r>
    </w:p>
    <w:p w14:paraId="3C2213BC" w14:textId="77777777" w:rsidR="00436A56" w:rsidRPr="00436A56" w:rsidRDefault="00436A56" w:rsidP="00436A56">
      <w:proofErr w:type="spellStart"/>
      <w:r w:rsidRPr="00436A56">
        <w:rPr>
          <w:szCs w:val="32"/>
        </w:rPr>
        <w:t>SIRIO</w:t>
      </w:r>
      <w:proofErr w:type="spellEnd"/>
      <w:r w:rsidRPr="00436A56">
        <w:rPr>
          <w:szCs w:val="32"/>
        </w:rPr>
        <w:t>. – Pourquoi est-ce bon ?</w:t>
      </w:r>
    </w:p>
    <w:p w14:paraId="025BF4DC" w14:textId="77777777" w:rsidR="00436A56" w:rsidRPr="00436A56" w:rsidRDefault="00436A56" w:rsidP="00436A56">
      <w:proofErr w:type="spellStart"/>
      <w:r w:rsidRPr="00436A56">
        <w:rPr>
          <w:szCs w:val="32"/>
        </w:rPr>
        <w:t>TUDA</w:t>
      </w:r>
      <w:proofErr w:type="spellEnd"/>
      <w:r w:rsidRPr="00436A56">
        <w:rPr>
          <w:szCs w:val="32"/>
        </w:rPr>
        <w:t>. – De provoquer ?</w:t>
      </w:r>
    </w:p>
    <w:p w14:paraId="1CCD3C12" w14:textId="77777777" w:rsidR="00436A56" w:rsidRPr="00436A56" w:rsidRDefault="00436A56" w:rsidP="00436A56">
      <w:proofErr w:type="spellStart"/>
      <w:r w:rsidRPr="00436A56">
        <w:rPr>
          <w:szCs w:val="32"/>
        </w:rPr>
        <w:t>SIRIO</w:t>
      </w:r>
      <w:proofErr w:type="spellEnd"/>
      <w:r w:rsidRPr="00436A56">
        <w:rPr>
          <w:szCs w:val="32"/>
        </w:rPr>
        <w:t>. – C’est toi la provocatrice ?</w:t>
      </w:r>
    </w:p>
    <w:p w14:paraId="08862F19" w14:textId="77777777" w:rsidR="00436A56" w:rsidRPr="00436A56" w:rsidRDefault="00436A56" w:rsidP="00436A56">
      <w:proofErr w:type="spellStart"/>
      <w:r w:rsidRPr="00436A56">
        <w:rPr>
          <w:szCs w:val="32"/>
        </w:rPr>
        <w:lastRenderedPageBreak/>
        <w:t>TUDA</w:t>
      </w:r>
      <w:proofErr w:type="spellEnd"/>
      <w:r w:rsidRPr="00436A56">
        <w:rPr>
          <w:szCs w:val="32"/>
        </w:rPr>
        <w:t>. – Non. Moi, je me détends. C’est tout.</w:t>
      </w:r>
    </w:p>
    <w:p w14:paraId="1EC9912D" w14:textId="77777777" w:rsidR="00436A56" w:rsidRPr="00436A56" w:rsidRDefault="00436A56" w:rsidP="00436A56">
      <w:proofErr w:type="spellStart"/>
      <w:r w:rsidRPr="00436A56">
        <w:rPr>
          <w:szCs w:val="32"/>
        </w:rPr>
        <w:t>SIRIO</w:t>
      </w:r>
      <w:proofErr w:type="spellEnd"/>
      <w:r w:rsidRPr="00436A56">
        <w:rPr>
          <w:szCs w:val="32"/>
        </w:rPr>
        <w:t>. – Et moi, je suis provocateur ?</w:t>
      </w:r>
    </w:p>
    <w:p w14:paraId="35D31C94" w14:textId="77777777" w:rsidR="00436A56" w:rsidRPr="00436A56" w:rsidRDefault="00436A56" w:rsidP="00436A56">
      <w:proofErr w:type="spellStart"/>
      <w:r w:rsidRPr="00436A56">
        <w:rPr>
          <w:szCs w:val="32"/>
        </w:rPr>
        <w:t>TUDA</w:t>
      </w:r>
      <w:proofErr w:type="spellEnd"/>
      <w:r w:rsidRPr="00436A56">
        <w:rPr>
          <w:szCs w:val="32"/>
        </w:rPr>
        <w:t xml:space="preserve">. – Oui. Et tu ne devrais pas abuser. </w:t>
      </w:r>
      <w:r w:rsidRPr="00436A56">
        <w:rPr>
          <w:i/>
          <w:iCs/>
          <w:szCs w:val="32"/>
        </w:rPr>
        <w:t xml:space="preserve">(Se tournant vers la couturière.) </w:t>
      </w:r>
      <w:r w:rsidRPr="00436A56">
        <w:rPr>
          <w:szCs w:val="32"/>
        </w:rPr>
        <w:t xml:space="preserve">J’ai eu hier un vertige. J’ai failli tomber </w:t>
      </w:r>
      <w:r w:rsidRPr="00436A56">
        <w:rPr>
          <w:i/>
          <w:iCs/>
          <w:szCs w:val="32"/>
        </w:rPr>
        <w:t xml:space="preserve">(elle indique le rideau) </w:t>
      </w:r>
      <w:r w:rsidRPr="00436A56">
        <w:rPr>
          <w:szCs w:val="32"/>
        </w:rPr>
        <w:t xml:space="preserve">d’un bloc de mon piédestal. </w:t>
      </w:r>
      <w:r w:rsidRPr="00436A56">
        <w:rPr>
          <w:i/>
          <w:iCs/>
          <w:szCs w:val="32"/>
        </w:rPr>
        <w:t xml:space="preserve">(À </w:t>
      </w:r>
      <w:proofErr w:type="spellStart"/>
      <w:r w:rsidRPr="00436A56">
        <w:rPr>
          <w:i/>
          <w:iCs/>
          <w:szCs w:val="32"/>
        </w:rPr>
        <w:t>Sirio</w:t>
      </w:r>
      <w:proofErr w:type="spellEnd"/>
      <w:r w:rsidRPr="00436A56">
        <w:rPr>
          <w:i/>
          <w:iCs/>
          <w:szCs w:val="32"/>
        </w:rPr>
        <w:t xml:space="preserve">.) </w:t>
      </w:r>
      <w:r w:rsidRPr="00436A56">
        <w:rPr>
          <w:szCs w:val="32"/>
        </w:rPr>
        <w:t xml:space="preserve">Elle s’est aperçue aussi </w:t>
      </w:r>
      <w:r w:rsidRPr="00436A56">
        <w:rPr>
          <w:i/>
          <w:iCs/>
          <w:szCs w:val="32"/>
        </w:rPr>
        <w:t xml:space="preserve">(montrant la couturière), </w:t>
      </w:r>
      <w:r w:rsidRPr="00436A56">
        <w:rPr>
          <w:szCs w:val="32"/>
        </w:rPr>
        <w:t>tu sais, que je suis fatiguée ?</w:t>
      </w:r>
    </w:p>
    <w:p w14:paraId="7EFC1A33" w14:textId="77777777" w:rsidR="00436A56" w:rsidRPr="00436A56" w:rsidRDefault="00436A56" w:rsidP="00436A56">
      <w:proofErr w:type="spellStart"/>
      <w:r w:rsidRPr="00436A56">
        <w:rPr>
          <w:szCs w:val="32"/>
        </w:rPr>
        <w:t>SIRIO</w:t>
      </w:r>
      <w:proofErr w:type="spellEnd"/>
      <w:r w:rsidRPr="00436A56">
        <w:rPr>
          <w:szCs w:val="32"/>
        </w:rPr>
        <w:t>. – Mais il me semble que je te l’ai dit, de monter chez toi, et de ne pas revenir prendre la pose si tu ne te sens pas très bien.</w:t>
      </w:r>
    </w:p>
    <w:p w14:paraId="28861ED3" w14:textId="77777777" w:rsidR="00436A56" w:rsidRPr="00436A56" w:rsidRDefault="00436A56" w:rsidP="00436A56">
      <w:proofErr w:type="spellStart"/>
      <w:r w:rsidRPr="00436A56">
        <w:rPr>
          <w:szCs w:val="32"/>
        </w:rPr>
        <w:t>TUDA</w:t>
      </w:r>
      <w:proofErr w:type="spellEnd"/>
      <w:r w:rsidRPr="00436A56">
        <w:rPr>
          <w:szCs w:val="32"/>
        </w:rPr>
        <w:t>. – Mais non, ça va ! Et je suis plus pressée que toi, crois-moi. Ne trouves-tu pas que cette couleur me va bien ?</w:t>
      </w:r>
    </w:p>
    <w:p w14:paraId="3C5947B7" w14:textId="77777777" w:rsidR="00436A56" w:rsidRPr="00436A56" w:rsidRDefault="00436A56" w:rsidP="00436A56">
      <w:proofErr w:type="spellStart"/>
      <w:r w:rsidRPr="00436A56">
        <w:rPr>
          <w:szCs w:val="32"/>
        </w:rPr>
        <w:t>SIRIO</w:t>
      </w:r>
      <w:proofErr w:type="spellEnd"/>
      <w:r w:rsidRPr="00436A56">
        <w:rPr>
          <w:szCs w:val="32"/>
        </w:rPr>
        <w:t>. – Oui, très bien. Je m’en vais, moi alors, là-haut.</w:t>
      </w:r>
    </w:p>
    <w:p w14:paraId="482100C3" w14:textId="77777777" w:rsidR="00436A56" w:rsidRPr="00436A56" w:rsidRDefault="00436A56" w:rsidP="00436A56">
      <w:pPr>
        <w:jc w:val="right"/>
      </w:pPr>
      <w:r w:rsidRPr="00436A56">
        <w:rPr>
          <w:i/>
        </w:rPr>
        <w:t>Il s’en va agacé par la porte de gauche. Un peu embarrassé.</w:t>
      </w:r>
    </w:p>
    <w:p w14:paraId="3527050B" w14:textId="77777777" w:rsidR="00436A56" w:rsidRPr="00436A56" w:rsidRDefault="00436A56" w:rsidP="00436A56">
      <w:r w:rsidRPr="00436A56">
        <w:rPr>
          <w:szCs w:val="32"/>
        </w:rPr>
        <w:t>LA MODISTE. – Les hommes sont impatients.</w:t>
      </w:r>
    </w:p>
    <w:p w14:paraId="34F9466C"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capricieuse, se ravisant. </w:t>
      </w:r>
      <w:r w:rsidRPr="00436A56">
        <w:rPr>
          <w:szCs w:val="32"/>
        </w:rPr>
        <w:t xml:space="preserve">– Et alors… je… </w:t>
      </w:r>
      <w:r w:rsidRPr="00436A56">
        <w:rPr>
          <w:i/>
          <w:iCs/>
          <w:szCs w:val="32"/>
        </w:rPr>
        <w:t xml:space="preserve">(À la couturière.) </w:t>
      </w:r>
      <w:r w:rsidRPr="00436A56">
        <w:rPr>
          <w:szCs w:val="32"/>
        </w:rPr>
        <w:t>Donnez-moi cette robe de jais.</w:t>
      </w:r>
    </w:p>
    <w:p w14:paraId="5A0F6564" w14:textId="77777777" w:rsidR="00436A56" w:rsidRPr="00436A56" w:rsidRDefault="00436A56" w:rsidP="00436A56">
      <w:r w:rsidRPr="00436A56">
        <w:rPr>
          <w:szCs w:val="32"/>
        </w:rPr>
        <w:t xml:space="preserve">LA COUTURIÈRE, </w:t>
      </w:r>
      <w:r w:rsidRPr="00436A56">
        <w:rPr>
          <w:i/>
          <w:iCs/>
          <w:szCs w:val="32"/>
        </w:rPr>
        <w:t xml:space="preserve">perplexe, la ressortant. </w:t>
      </w:r>
      <w:r w:rsidRPr="00436A56">
        <w:rPr>
          <w:szCs w:val="32"/>
        </w:rPr>
        <w:t>– Pourquoi ?</w:t>
      </w:r>
    </w:p>
    <w:p w14:paraId="1BB18419" w14:textId="77777777" w:rsidR="00436A56" w:rsidRPr="00436A56" w:rsidRDefault="00436A56" w:rsidP="00436A56">
      <w:proofErr w:type="spellStart"/>
      <w:r w:rsidRPr="00436A56">
        <w:rPr>
          <w:szCs w:val="32"/>
        </w:rPr>
        <w:t>TUDA</w:t>
      </w:r>
      <w:proofErr w:type="spellEnd"/>
      <w:r w:rsidRPr="00436A56">
        <w:rPr>
          <w:szCs w:val="32"/>
        </w:rPr>
        <w:t>. – Donnez. Et l’autre ?</w:t>
      </w:r>
    </w:p>
    <w:p w14:paraId="04257399" w14:textId="77777777" w:rsidR="00436A56" w:rsidRPr="00436A56" w:rsidRDefault="00436A56" w:rsidP="00436A56">
      <w:r w:rsidRPr="00436A56">
        <w:rPr>
          <w:szCs w:val="32"/>
        </w:rPr>
        <w:t>LA COUTURIÈRE. – La robe de ville ?</w:t>
      </w:r>
    </w:p>
    <w:p w14:paraId="2BD0771F" w14:textId="77777777" w:rsidR="00436A56" w:rsidRPr="00436A56" w:rsidRDefault="00436A56" w:rsidP="00436A56">
      <w:proofErr w:type="spellStart"/>
      <w:r w:rsidRPr="00436A56">
        <w:rPr>
          <w:szCs w:val="32"/>
        </w:rPr>
        <w:t>TUDA</w:t>
      </w:r>
      <w:proofErr w:type="spellEnd"/>
      <w:r w:rsidRPr="00436A56">
        <w:rPr>
          <w:szCs w:val="32"/>
        </w:rPr>
        <w:t>. – Vous l’avez apportée ?</w:t>
      </w:r>
    </w:p>
    <w:p w14:paraId="77769F20" w14:textId="77777777" w:rsidR="00436A56" w:rsidRPr="00436A56" w:rsidRDefault="00436A56" w:rsidP="00436A56">
      <w:r w:rsidRPr="00436A56">
        <w:rPr>
          <w:szCs w:val="32"/>
        </w:rPr>
        <w:t>LA COUTURIÈRE. – Oui, les voici.</w:t>
      </w:r>
    </w:p>
    <w:p w14:paraId="1CC377AD" w14:textId="77777777" w:rsidR="00436A56" w:rsidRPr="00436A56" w:rsidRDefault="00436A56" w:rsidP="00436A56">
      <w:proofErr w:type="spellStart"/>
      <w:r w:rsidRPr="00436A56">
        <w:rPr>
          <w:szCs w:val="32"/>
        </w:rPr>
        <w:t>TUDA</w:t>
      </w:r>
      <w:proofErr w:type="spellEnd"/>
      <w:r w:rsidRPr="00436A56">
        <w:rPr>
          <w:szCs w:val="32"/>
        </w:rPr>
        <w:t xml:space="preserve">. – Donnez-les. Non, plutôt, tenez-la, celle-ci. </w:t>
      </w:r>
      <w:r w:rsidRPr="00436A56">
        <w:rPr>
          <w:i/>
          <w:iCs/>
          <w:szCs w:val="32"/>
        </w:rPr>
        <w:t xml:space="preserve">(À la modiste.) </w:t>
      </w:r>
      <w:r w:rsidRPr="00436A56">
        <w:rPr>
          <w:szCs w:val="32"/>
        </w:rPr>
        <w:t>Et vous, prenez ces étoffes.</w:t>
      </w:r>
    </w:p>
    <w:p w14:paraId="11D2F4CD" w14:textId="77777777" w:rsidR="00436A56" w:rsidRPr="00436A56" w:rsidRDefault="00436A56" w:rsidP="00436A56">
      <w:r w:rsidRPr="00436A56">
        <w:rPr>
          <w:szCs w:val="32"/>
        </w:rPr>
        <w:lastRenderedPageBreak/>
        <w:t xml:space="preserve">LA MODISTE, </w:t>
      </w:r>
      <w:r w:rsidRPr="00436A56">
        <w:rPr>
          <w:i/>
          <w:iCs/>
          <w:szCs w:val="32"/>
        </w:rPr>
        <w:t xml:space="preserve">les prenant. </w:t>
      </w:r>
      <w:r w:rsidRPr="00436A56">
        <w:rPr>
          <w:szCs w:val="32"/>
        </w:rPr>
        <w:t>– Celles-ci ?</w:t>
      </w:r>
    </w:p>
    <w:p w14:paraId="650624DA" w14:textId="77777777" w:rsidR="00436A56" w:rsidRPr="00436A56" w:rsidRDefault="00436A56" w:rsidP="00436A56">
      <w:proofErr w:type="spellStart"/>
      <w:r w:rsidRPr="00436A56">
        <w:rPr>
          <w:szCs w:val="32"/>
        </w:rPr>
        <w:t>TUDA</w:t>
      </w:r>
      <w:proofErr w:type="spellEnd"/>
      <w:r w:rsidRPr="00436A56">
        <w:rPr>
          <w:szCs w:val="32"/>
        </w:rPr>
        <w:t>. – Oui, oui, aidez-moi. Je veux lui habiller toutes ses statues.</w:t>
      </w:r>
    </w:p>
    <w:p w14:paraId="37C0AADE" w14:textId="77777777" w:rsidR="00436A56" w:rsidRPr="00436A56" w:rsidRDefault="00436A56" w:rsidP="00436A56">
      <w:pPr>
        <w:jc w:val="right"/>
      </w:pPr>
      <w:r w:rsidRPr="00436A56">
        <w:rPr>
          <w:i/>
          <w:iCs/>
          <w:szCs w:val="32"/>
        </w:rPr>
        <w:t>Rires.</w:t>
      </w:r>
    </w:p>
    <w:p w14:paraId="7567E129" w14:textId="77777777" w:rsidR="00436A56" w:rsidRPr="00436A56" w:rsidRDefault="00436A56" w:rsidP="00436A56">
      <w:r w:rsidRPr="00436A56">
        <w:rPr>
          <w:szCs w:val="32"/>
        </w:rPr>
        <w:t>LA COUTURIÈRE. – Les habiller ?</w:t>
      </w:r>
    </w:p>
    <w:p w14:paraId="2D35CBEB" w14:textId="77777777" w:rsidR="00436A56" w:rsidRPr="00436A56" w:rsidRDefault="00436A56" w:rsidP="00436A56">
      <w:proofErr w:type="spellStart"/>
      <w:r w:rsidRPr="00436A56">
        <w:rPr>
          <w:szCs w:val="32"/>
        </w:rPr>
        <w:t>TUDA</w:t>
      </w:r>
      <w:proofErr w:type="spellEnd"/>
      <w:r w:rsidRPr="00436A56">
        <w:t xml:space="preserve">. </w:t>
      </w:r>
      <w:r w:rsidRPr="00436A56">
        <w:rPr>
          <w:szCs w:val="32"/>
        </w:rPr>
        <w:t xml:space="preserve">– Oui, vous habillez celle-ci </w:t>
      </w:r>
      <w:r w:rsidRPr="00436A56">
        <w:rPr>
          <w:i/>
          <w:iCs/>
          <w:szCs w:val="32"/>
        </w:rPr>
        <w:t xml:space="preserve">(elle indique une des statues) </w:t>
      </w:r>
      <w:r w:rsidRPr="00436A56">
        <w:rPr>
          <w:szCs w:val="32"/>
        </w:rPr>
        <w:t>avec la robe de ville.</w:t>
      </w:r>
    </w:p>
    <w:p w14:paraId="03DCD11D" w14:textId="77777777" w:rsidR="00436A56" w:rsidRPr="00436A56" w:rsidRDefault="00436A56" w:rsidP="00436A56">
      <w:r w:rsidRPr="00436A56">
        <w:rPr>
          <w:szCs w:val="32"/>
        </w:rPr>
        <w:t xml:space="preserve">LA COUTURIÈRE, </w:t>
      </w:r>
      <w:r w:rsidRPr="00436A56">
        <w:rPr>
          <w:i/>
          <w:iCs/>
          <w:szCs w:val="32"/>
        </w:rPr>
        <w:t xml:space="preserve">riant. </w:t>
      </w:r>
      <w:r w:rsidRPr="00436A56">
        <w:rPr>
          <w:szCs w:val="32"/>
        </w:rPr>
        <w:t>– Mais ça ne lui va pas.</w:t>
      </w:r>
    </w:p>
    <w:p w14:paraId="494EF7BD" w14:textId="77777777" w:rsidR="00436A56" w:rsidRPr="00436A56" w:rsidRDefault="00436A56" w:rsidP="00436A56">
      <w:proofErr w:type="spellStart"/>
      <w:r w:rsidRPr="00436A56">
        <w:rPr>
          <w:szCs w:val="32"/>
        </w:rPr>
        <w:t>TUDA</w:t>
      </w:r>
      <w:proofErr w:type="spellEnd"/>
      <w:r w:rsidRPr="00436A56">
        <w:rPr>
          <w:szCs w:val="32"/>
        </w:rPr>
        <w:t>. – Peu importe ! Essayez. Plus elle sera laide et mieux ça vaudra.</w:t>
      </w:r>
    </w:p>
    <w:p w14:paraId="7582DBF5" w14:textId="77777777" w:rsidR="00436A56" w:rsidRPr="00436A56" w:rsidRDefault="00436A56" w:rsidP="00436A56">
      <w:r w:rsidRPr="00436A56">
        <w:rPr>
          <w:szCs w:val="32"/>
        </w:rPr>
        <w:t xml:space="preserve">LA MODISTE, </w:t>
      </w:r>
      <w:r w:rsidRPr="00436A56">
        <w:rPr>
          <w:i/>
          <w:iCs/>
          <w:szCs w:val="32"/>
        </w:rPr>
        <w:t xml:space="preserve">riant. </w:t>
      </w:r>
      <w:r w:rsidRPr="00436A56">
        <w:rPr>
          <w:szCs w:val="32"/>
        </w:rPr>
        <w:t>– Et moi, avec celles-ci ?</w:t>
      </w:r>
    </w:p>
    <w:p w14:paraId="383D3F17" w14:textId="77777777" w:rsidR="00436A56" w:rsidRPr="00436A56" w:rsidRDefault="00436A56" w:rsidP="00436A56">
      <w:pPr>
        <w:jc w:val="right"/>
      </w:pPr>
      <w:r w:rsidRPr="00436A56">
        <w:rPr>
          <w:i/>
          <w:iCs/>
          <w:szCs w:val="32"/>
        </w:rPr>
        <w:t>Elle montre les étoffes.</w:t>
      </w:r>
    </w:p>
    <w:p w14:paraId="20AA1D37" w14:textId="77777777" w:rsidR="00436A56" w:rsidRPr="00436A56" w:rsidRDefault="00436A56" w:rsidP="00436A56">
      <w:proofErr w:type="spellStart"/>
      <w:r w:rsidRPr="00436A56">
        <w:rPr>
          <w:szCs w:val="32"/>
        </w:rPr>
        <w:t>TUDA</w:t>
      </w:r>
      <w:proofErr w:type="spellEnd"/>
      <w:r w:rsidRPr="00436A56">
        <w:rPr>
          <w:szCs w:val="32"/>
        </w:rPr>
        <w:t xml:space="preserve">. – Drapez les autres ! Faites-vous aider ! Moi, j’habille celle-ci avec la robe de jais. </w:t>
      </w:r>
      <w:r w:rsidRPr="00436A56">
        <w:rPr>
          <w:i/>
          <w:iCs/>
          <w:szCs w:val="32"/>
        </w:rPr>
        <w:t xml:space="preserve">(Rires.) </w:t>
      </w:r>
      <w:r w:rsidRPr="00436A56">
        <w:rPr>
          <w:szCs w:val="32"/>
        </w:rPr>
        <w:t xml:space="preserve">Oui, quel bazar. Le musée des statues habillées à la dernière mode. Ce n’est pas seulement celui qui m’a épousée qui… Voilà que moi aussi je me mets à faire la folle. Regardez donc. C’est magnifique ! Regardez celle-ci. Très bien. </w:t>
      </w:r>
      <w:r w:rsidRPr="00436A56">
        <w:rPr>
          <w:i/>
          <w:iCs/>
          <w:szCs w:val="32"/>
        </w:rPr>
        <w:t xml:space="preserve">(À la jeune ouvrière qui rit.) </w:t>
      </w:r>
      <w:r w:rsidRPr="00436A56">
        <w:rPr>
          <w:szCs w:val="32"/>
        </w:rPr>
        <w:t xml:space="preserve">Très drôle. Il faut lui mettre un chapeau. Oui, oui, à toutes, un chapeau. Sortez les chapeaux. </w:t>
      </w:r>
      <w:r w:rsidRPr="00436A56">
        <w:rPr>
          <w:i/>
          <w:iCs/>
          <w:szCs w:val="32"/>
        </w:rPr>
        <w:t xml:space="preserve">(La jeune fille prend deux chapeaux dans le carton.) </w:t>
      </w:r>
      <w:proofErr w:type="spellStart"/>
      <w:r w:rsidRPr="00436A56">
        <w:rPr>
          <w:szCs w:val="32"/>
        </w:rPr>
        <w:t>Donnez-m’en</w:t>
      </w:r>
      <w:proofErr w:type="spellEnd"/>
      <w:r w:rsidRPr="00436A56">
        <w:rPr>
          <w:szCs w:val="32"/>
        </w:rPr>
        <w:t xml:space="preserve"> un. Sortez-en d’autres. Oh ! quelles merveilles, regardez ! </w:t>
      </w:r>
      <w:r w:rsidRPr="00436A56">
        <w:rPr>
          <w:i/>
          <w:iCs/>
          <w:szCs w:val="32"/>
        </w:rPr>
        <w:t xml:space="preserve">(À l’ouvrière qui revient avec les dentelles et la cape d’hermine et-demeure un peu interloquée.) </w:t>
      </w:r>
      <w:r w:rsidRPr="00436A56">
        <w:rPr>
          <w:szCs w:val="32"/>
        </w:rPr>
        <w:t>N’est-ce pas magnifique Donnez la cape.</w:t>
      </w:r>
    </w:p>
    <w:p w14:paraId="392F81E0" w14:textId="77777777" w:rsidR="00436A56" w:rsidRPr="00436A56" w:rsidRDefault="00436A56" w:rsidP="00436A56">
      <w:r w:rsidRPr="00436A56">
        <w:rPr>
          <w:szCs w:val="32"/>
        </w:rPr>
        <w:t xml:space="preserve">LA JEUNE FILLE, </w:t>
      </w:r>
      <w:r w:rsidRPr="00436A56">
        <w:rPr>
          <w:i/>
          <w:iCs/>
          <w:szCs w:val="32"/>
        </w:rPr>
        <w:t xml:space="preserve">riant. </w:t>
      </w:r>
      <w:r w:rsidRPr="00436A56">
        <w:rPr>
          <w:szCs w:val="32"/>
        </w:rPr>
        <w:t>– La voici.</w:t>
      </w:r>
    </w:p>
    <w:p w14:paraId="6E963F5F" w14:textId="77777777" w:rsidR="00436A56" w:rsidRPr="00436A56" w:rsidRDefault="00436A56" w:rsidP="00436A56">
      <w:pPr>
        <w:jc w:val="right"/>
      </w:pPr>
      <w:r w:rsidRPr="00436A56">
        <w:rPr>
          <w:i/>
          <w:iCs/>
          <w:szCs w:val="32"/>
        </w:rPr>
        <w:t>Elle la lui tend.</w:t>
      </w:r>
    </w:p>
    <w:p w14:paraId="150A06EA" w14:textId="77777777" w:rsidR="00436A56" w:rsidRPr="00436A56" w:rsidRDefault="00436A56" w:rsidP="00436A56">
      <w:proofErr w:type="spellStart"/>
      <w:r w:rsidRPr="00436A56">
        <w:rPr>
          <w:szCs w:val="32"/>
        </w:rPr>
        <w:lastRenderedPageBreak/>
        <w:t>TUDA</w:t>
      </w:r>
      <w:proofErr w:type="spellEnd"/>
      <w:r w:rsidRPr="00436A56">
        <w:rPr>
          <w:szCs w:val="32"/>
        </w:rPr>
        <w:t xml:space="preserve">. – Là… </w:t>
      </w:r>
      <w:r w:rsidRPr="00436A56">
        <w:rPr>
          <w:i/>
          <w:iCs/>
          <w:szCs w:val="32"/>
        </w:rPr>
        <w:t xml:space="preserve">(Elle la met sur la tête de la statue habillée de jais.) </w:t>
      </w:r>
      <w:r w:rsidRPr="00436A56">
        <w:rPr>
          <w:szCs w:val="32"/>
        </w:rPr>
        <w:t>Voilà. Très bien. Il la trouvera aussi. Il va crier à la profanation, indigné. Comme si ce qu’il est en train de me faire n’est pas plus criminel. Je dois être seulement une statue ici. La sœur de celles-là. Eh bien ! puisque je m’habille, elles doivent s’habiller aussi.</w:t>
      </w:r>
    </w:p>
    <w:p w14:paraId="3CB80BF6" w14:textId="77777777" w:rsidR="00436A56" w:rsidRPr="00436A56" w:rsidRDefault="00436A56" w:rsidP="00436A56">
      <w:pPr>
        <w:jc w:val="right"/>
      </w:pPr>
      <w:r w:rsidRPr="00436A56">
        <w:rPr>
          <w:i/>
          <w:iCs/>
          <w:szCs w:val="32"/>
        </w:rPr>
        <w:t>Rire.</w:t>
      </w:r>
    </w:p>
    <w:p w14:paraId="7BAFA4BF" w14:textId="77777777" w:rsidR="00436A56" w:rsidRPr="00436A56" w:rsidRDefault="00436A56" w:rsidP="00436A56">
      <w:r w:rsidRPr="00436A56">
        <w:rPr>
          <w:szCs w:val="32"/>
        </w:rPr>
        <w:t>LA MODISTE. – Très bien.</w:t>
      </w:r>
    </w:p>
    <w:p w14:paraId="1C501F10" w14:textId="77777777" w:rsidR="00436A56" w:rsidRPr="00436A56" w:rsidRDefault="00436A56" w:rsidP="00436A56">
      <w:r w:rsidRPr="00436A56">
        <w:rPr>
          <w:szCs w:val="32"/>
        </w:rPr>
        <w:t>LA COUTURIÈRE. – Très juste.</w:t>
      </w:r>
    </w:p>
    <w:p w14:paraId="48C45D0A" w14:textId="77777777" w:rsidR="00436A56" w:rsidRPr="00436A56" w:rsidRDefault="00436A56" w:rsidP="00436A56">
      <w:proofErr w:type="spellStart"/>
      <w:r w:rsidRPr="00436A56">
        <w:rPr>
          <w:szCs w:val="32"/>
        </w:rPr>
        <w:t>TUDA</w:t>
      </w:r>
      <w:proofErr w:type="spellEnd"/>
      <w:r w:rsidRPr="00436A56">
        <w:rPr>
          <w:szCs w:val="32"/>
        </w:rPr>
        <w:t xml:space="preserve">. – Le malheur, c’est qu’elles – oui – elles ont l’air plus laides, mais elles ne maigrissent pas comme moi. </w:t>
      </w:r>
      <w:r w:rsidRPr="00436A56">
        <w:rPr>
          <w:i/>
          <w:iCs/>
          <w:szCs w:val="32"/>
        </w:rPr>
        <w:t xml:space="preserve">(À la jeune fille.) </w:t>
      </w:r>
      <w:r w:rsidRPr="00436A56">
        <w:rPr>
          <w:szCs w:val="32"/>
        </w:rPr>
        <w:t>Tu as apporté les dentelles ?</w:t>
      </w:r>
    </w:p>
    <w:p w14:paraId="30321343" w14:textId="77777777" w:rsidR="00436A56" w:rsidRPr="00436A56" w:rsidRDefault="00436A56" w:rsidP="00436A56">
      <w:r w:rsidRPr="00436A56">
        <w:rPr>
          <w:szCs w:val="32"/>
        </w:rPr>
        <w:t>LA JEUNE FILLE. – Oui, les voici.</w:t>
      </w:r>
    </w:p>
    <w:p w14:paraId="0C19C7E3" w14:textId="77777777" w:rsidR="00436A56" w:rsidRPr="00436A56" w:rsidRDefault="00436A56" w:rsidP="00436A56">
      <w:pPr>
        <w:jc w:val="right"/>
      </w:pPr>
      <w:r w:rsidRPr="00436A56">
        <w:rPr>
          <w:i/>
          <w:iCs/>
          <w:szCs w:val="32"/>
        </w:rPr>
        <w:t>Elle les lui tend.</w:t>
      </w:r>
    </w:p>
    <w:p w14:paraId="5415FB12" w14:textId="77777777" w:rsidR="00436A56" w:rsidRPr="00436A56" w:rsidRDefault="00436A56" w:rsidP="00436A56">
      <w:proofErr w:type="spellStart"/>
      <w:r w:rsidRPr="00436A56">
        <w:rPr>
          <w:szCs w:val="32"/>
        </w:rPr>
        <w:t>TUDA</w:t>
      </w:r>
      <w:proofErr w:type="spellEnd"/>
      <w:r w:rsidRPr="00436A56">
        <w:rPr>
          <w:szCs w:val="32"/>
        </w:rPr>
        <w:t xml:space="preserve">. – Ah, très bien ! </w:t>
      </w:r>
      <w:r w:rsidRPr="00436A56">
        <w:rPr>
          <w:i/>
          <w:iCs/>
          <w:szCs w:val="32"/>
        </w:rPr>
        <w:t xml:space="preserve">(À la couturière.) </w:t>
      </w:r>
      <w:r w:rsidRPr="00436A56">
        <w:rPr>
          <w:szCs w:val="32"/>
        </w:rPr>
        <w:t>Il fallait en choisir une qui aille comme couleur. Vous avez vu ces dentelles ? Quelle splendeur !</w:t>
      </w:r>
    </w:p>
    <w:p w14:paraId="6A4DD6CD" w14:textId="77777777" w:rsidR="00436A56" w:rsidRPr="00436A56" w:rsidRDefault="00436A56" w:rsidP="00436A56">
      <w:r w:rsidRPr="00436A56">
        <w:rPr>
          <w:szCs w:val="32"/>
        </w:rPr>
        <w:t>LA COUTURIÈRE. – Elles sont anciennes.</w:t>
      </w:r>
    </w:p>
    <w:p w14:paraId="47365A94" w14:textId="77777777" w:rsidR="00436A56" w:rsidRPr="00436A56" w:rsidRDefault="00436A56" w:rsidP="00436A56">
      <w:proofErr w:type="spellStart"/>
      <w:r w:rsidRPr="00436A56">
        <w:rPr>
          <w:szCs w:val="32"/>
        </w:rPr>
        <w:t>TUDA</w:t>
      </w:r>
      <w:proofErr w:type="spellEnd"/>
      <w:r w:rsidRPr="00436A56">
        <w:rPr>
          <w:szCs w:val="32"/>
        </w:rPr>
        <w:t>. – Plus belles l’une que l’autre.</w:t>
      </w:r>
    </w:p>
    <w:p w14:paraId="0B3DAD05" w14:textId="77777777" w:rsidR="00436A56" w:rsidRPr="00436A56" w:rsidRDefault="00436A56" w:rsidP="00436A56">
      <w:r w:rsidRPr="00436A56">
        <w:rPr>
          <w:szCs w:val="32"/>
        </w:rPr>
        <w:t>LA MODISTE. – Vous avez dû les payer bien cher ? Où les avez-vous trouvées ?</w:t>
      </w:r>
    </w:p>
    <w:p w14:paraId="582356B5" w14:textId="77777777" w:rsidR="00436A56" w:rsidRPr="00436A56" w:rsidRDefault="00436A56" w:rsidP="00436A56">
      <w:proofErr w:type="spellStart"/>
      <w:r w:rsidRPr="00436A56">
        <w:rPr>
          <w:szCs w:val="32"/>
        </w:rPr>
        <w:t>TUDA</w:t>
      </w:r>
      <w:proofErr w:type="spellEnd"/>
      <w:r w:rsidRPr="00436A56">
        <w:rPr>
          <w:szCs w:val="32"/>
        </w:rPr>
        <w:t>. – On me les a apportées. Si vous saviez de quelle maison elles viennent ! Tenez, voyez celle-ci, mise comme ça. Qu’est-ce que vous en dites ?</w:t>
      </w:r>
    </w:p>
    <w:p w14:paraId="5EC238F1" w14:textId="77777777" w:rsidR="00436A56" w:rsidRPr="00436A56" w:rsidRDefault="00436A56" w:rsidP="00436A56">
      <w:r w:rsidRPr="00436A56">
        <w:rPr>
          <w:szCs w:val="32"/>
        </w:rPr>
        <w:t>LA COUTURIÈRE. – Oh ! très, très bien.</w:t>
      </w:r>
    </w:p>
    <w:p w14:paraId="5C0F5190" w14:textId="77777777" w:rsidR="00436A56" w:rsidRPr="00436A56" w:rsidRDefault="00436A56" w:rsidP="00436A56">
      <w:proofErr w:type="spellStart"/>
      <w:r w:rsidRPr="00436A56">
        <w:rPr>
          <w:szCs w:val="32"/>
        </w:rPr>
        <w:t>TUDA</w:t>
      </w:r>
      <w:proofErr w:type="spellEnd"/>
      <w:r w:rsidRPr="00436A56">
        <w:rPr>
          <w:szCs w:val="32"/>
        </w:rPr>
        <w:t xml:space="preserve">, à </w:t>
      </w:r>
      <w:r w:rsidRPr="00436A56">
        <w:rPr>
          <w:i/>
          <w:iCs/>
          <w:szCs w:val="32"/>
        </w:rPr>
        <w:t xml:space="preserve">la modiste. </w:t>
      </w:r>
      <w:r w:rsidRPr="00436A56">
        <w:rPr>
          <w:szCs w:val="32"/>
        </w:rPr>
        <w:t>– Vous avez apporté des fleurs ?</w:t>
      </w:r>
    </w:p>
    <w:p w14:paraId="52B8DD40" w14:textId="77777777" w:rsidR="00436A56" w:rsidRPr="00436A56" w:rsidRDefault="00436A56" w:rsidP="00436A56">
      <w:r w:rsidRPr="00436A56">
        <w:rPr>
          <w:szCs w:val="32"/>
        </w:rPr>
        <w:lastRenderedPageBreak/>
        <w:t>LA MODISTE. – Oui, beaucoup.</w:t>
      </w:r>
    </w:p>
    <w:p w14:paraId="190CB539" w14:textId="77777777" w:rsidR="00436A56" w:rsidRPr="00436A56" w:rsidRDefault="00436A56" w:rsidP="00436A56">
      <w:proofErr w:type="spellStart"/>
      <w:r w:rsidRPr="00436A56">
        <w:rPr>
          <w:szCs w:val="32"/>
        </w:rPr>
        <w:t>TUDA</w:t>
      </w:r>
      <w:proofErr w:type="spellEnd"/>
      <w:r w:rsidRPr="00436A56">
        <w:rPr>
          <w:szCs w:val="32"/>
        </w:rPr>
        <w:t>. – Des fleurs. Montrez.</w:t>
      </w:r>
    </w:p>
    <w:p w14:paraId="1790FE70" w14:textId="77777777" w:rsidR="00436A56" w:rsidRPr="00436A56" w:rsidRDefault="00436A56" w:rsidP="00436A56">
      <w:pPr>
        <w:jc w:val="right"/>
      </w:pPr>
      <w:r w:rsidRPr="00436A56">
        <w:rPr>
          <w:i/>
          <w:iCs/>
          <w:szCs w:val="32"/>
        </w:rPr>
        <w:t>L’ouvrière présentant la boîte. Les voici.</w:t>
      </w:r>
    </w:p>
    <w:p w14:paraId="307DC10A"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cherchant, écartant jusqu’à ce qu’elle trouve. </w:t>
      </w:r>
      <w:r w:rsidRPr="00436A56">
        <w:rPr>
          <w:szCs w:val="32"/>
        </w:rPr>
        <w:t>– Pas ça, non, ça non plus. Celle-là, oui, épinglée comme ça. Et puis, les autres plus bas.</w:t>
      </w:r>
    </w:p>
    <w:p w14:paraId="636378DE" w14:textId="77777777" w:rsidR="00436A56" w:rsidRPr="00436A56" w:rsidRDefault="00436A56" w:rsidP="00436A56">
      <w:r w:rsidRPr="00436A56">
        <w:rPr>
          <w:szCs w:val="32"/>
        </w:rPr>
        <w:t>LA MODISTE. – Oui, très bien.</w:t>
      </w:r>
    </w:p>
    <w:p w14:paraId="7A20CD7D" w14:textId="77777777" w:rsidR="00436A56" w:rsidRPr="00436A56" w:rsidRDefault="00436A56" w:rsidP="00436A56">
      <w:proofErr w:type="spellStart"/>
      <w:r w:rsidRPr="00436A56">
        <w:rPr>
          <w:szCs w:val="32"/>
        </w:rPr>
        <w:t>TUDA</w:t>
      </w:r>
      <w:proofErr w:type="spellEnd"/>
      <w:r w:rsidRPr="00436A56">
        <w:rPr>
          <w:szCs w:val="32"/>
        </w:rPr>
        <w:t xml:space="preserve">. – Oui, c’est parfait ainsi. La cape, maintenant. </w:t>
      </w:r>
      <w:r w:rsidRPr="00436A56">
        <w:rPr>
          <w:i/>
          <w:iCs/>
          <w:szCs w:val="32"/>
        </w:rPr>
        <w:t xml:space="preserve">(À l’ouvrière qui a mis la cape sur la tête de la statue.) </w:t>
      </w:r>
      <w:r w:rsidRPr="00436A56">
        <w:rPr>
          <w:szCs w:val="32"/>
        </w:rPr>
        <w:t>Demandez-lui la permission de la lui enlever.</w:t>
      </w:r>
    </w:p>
    <w:p w14:paraId="57782361" w14:textId="77777777" w:rsidR="00436A56" w:rsidRPr="00436A56" w:rsidRDefault="00436A56" w:rsidP="00436A56">
      <w:r w:rsidRPr="00436A56">
        <w:rPr>
          <w:i/>
        </w:rPr>
        <w:t xml:space="preserve">La jeune fille va chercher le manteau sur la tête de la statue et le pose sur les épaules de </w:t>
      </w:r>
      <w:proofErr w:type="spellStart"/>
      <w:r w:rsidRPr="00436A56">
        <w:rPr>
          <w:i/>
        </w:rPr>
        <w:t>Tuda</w:t>
      </w:r>
      <w:proofErr w:type="spellEnd"/>
      <w:r w:rsidRPr="00436A56">
        <w:rPr>
          <w:i/>
        </w:rPr>
        <w:t>.</w:t>
      </w:r>
    </w:p>
    <w:p w14:paraId="36F21A87" w14:textId="77777777" w:rsidR="00436A56" w:rsidRPr="00436A56" w:rsidRDefault="00436A56" w:rsidP="00436A56">
      <w:r w:rsidRPr="00436A56">
        <w:rPr>
          <w:szCs w:val="32"/>
        </w:rPr>
        <w:t>LA COUTURIÈRE. – Ah ! c’est merveilleux.</w:t>
      </w:r>
    </w:p>
    <w:p w14:paraId="00F0822A" w14:textId="77777777" w:rsidR="00436A56" w:rsidRPr="00436A56" w:rsidRDefault="00436A56" w:rsidP="00436A56">
      <w:r w:rsidRPr="00436A56">
        <w:rPr>
          <w:szCs w:val="32"/>
        </w:rPr>
        <w:t>LA MODISTE. – Une reine !</w:t>
      </w:r>
    </w:p>
    <w:p w14:paraId="25BE45EC" w14:textId="77777777" w:rsidR="00436A56" w:rsidRPr="00436A56" w:rsidRDefault="00436A56" w:rsidP="00436A56">
      <w:r w:rsidRPr="00436A56">
        <w:rPr>
          <w:szCs w:val="32"/>
        </w:rPr>
        <w:t>SARA. – Eh ?</w:t>
      </w:r>
    </w:p>
    <w:p w14:paraId="0F8D3F36" w14:textId="77777777" w:rsidR="00436A56" w:rsidRPr="00436A56" w:rsidRDefault="00436A56" w:rsidP="00436A56">
      <w:r w:rsidRPr="00436A56">
        <w:rPr>
          <w:i/>
          <w:iCs/>
        </w:rPr>
        <w:t>La couturière et la modiste avec les jeunes ouvrières, la regardent étonnées.</w:t>
      </w:r>
    </w:p>
    <w:p w14:paraId="38BEBCBE" w14:textId="77777777" w:rsidR="00436A56" w:rsidRPr="00436A56" w:rsidRDefault="00436A56" w:rsidP="00436A56">
      <w:proofErr w:type="spellStart"/>
      <w:r w:rsidRPr="00436A56">
        <w:rPr>
          <w:i/>
          <w:iCs/>
        </w:rPr>
        <w:t>Tuda</w:t>
      </w:r>
      <w:proofErr w:type="spellEnd"/>
      <w:r w:rsidRPr="00436A56">
        <w:rPr>
          <w:i/>
          <w:iCs/>
        </w:rPr>
        <w:t xml:space="preserve"> continue à se regarder à la glace, impassible.</w:t>
      </w:r>
    </w:p>
    <w:p w14:paraId="085B971C" w14:textId="77777777" w:rsidR="00436A56" w:rsidRPr="00436A56" w:rsidRDefault="00436A56" w:rsidP="00436A56">
      <w:proofErr w:type="spellStart"/>
      <w:r w:rsidRPr="00436A56">
        <w:rPr>
          <w:szCs w:val="32"/>
        </w:rPr>
        <w:t>TUDA</w:t>
      </w:r>
      <w:proofErr w:type="spellEnd"/>
      <w:r w:rsidRPr="00436A56">
        <w:t xml:space="preserve">, </w:t>
      </w:r>
      <w:r w:rsidRPr="00436A56">
        <w:rPr>
          <w:i/>
          <w:iCs/>
          <w:szCs w:val="32"/>
        </w:rPr>
        <w:t xml:space="preserve">à la couturière. </w:t>
      </w:r>
      <w:r w:rsidRPr="00436A56">
        <w:rPr>
          <w:szCs w:val="32"/>
        </w:rPr>
        <w:t xml:space="preserve">– Oui. Ce n’est pas mal. </w:t>
      </w:r>
      <w:r w:rsidRPr="00436A56">
        <w:rPr>
          <w:i/>
          <w:iCs/>
          <w:szCs w:val="32"/>
        </w:rPr>
        <w:t xml:space="preserve">(Puis se tournant vers Sara.) </w:t>
      </w:r>
      <w:r w:rsidRPr="00436A56">
        <w:rPr>
          <w:szCs w:val="32"/>
        </w:rPr>
        <w:t>Quel spectacle, hein ?</w:t>
      </w:r>
    </w:p>
    <w:p w14:paraId="3CC0D34E" w14:textId="77777777" w:rsidR="00436A56" w:rsidRPr="00436A56" w:rsidRDefault="00436A56" w:rsidP="00436A56">
      <w:r w:rsidRPr="00436A56">
        <w:rPr>
          <w:szCs w:val="32"/>
        </w:rPr>
        <w:t>SARA. – Vraiment un spectacle.</w:t>
      </w:r>
    </w:p>
    <w:p w14:paraId="4C7731C6" w14:textId="77777777" w:rsidR="00436A56" w:rsidRPr="00436A56" w:rsidRDefault="00436A56" w:rsidP="00436A56">
      <w:proofErr w:type="spellStart"/>
      <w:r w:rsidRPr="00436A56">
        <w:rPr>
          <w:szCs w:val="32"/>
        </w:rPr>
        <w:t>TUDA</w:t>
      </w:r>
      <w:proofErr w:type="spellEnd"/>
      <w:r w:rsidRPr="00436A56">
        <w:rPr>
          <w:szCs w:val="32"/>
        </w:rPr>
        <w:t xml:space="preserve">. – De très mauvais goût ! Mais c’est voulu, </w:t>
      </w:r>
      <w:r w:rsidRPr="00436A56">
        <w:rPr>
          <w:i/>
          <w:iCs/>
          <w:szCs w:val="32"/>
        </w:rPr>
        <w:t xml:space="preserve">(À la couturière.) </w:t>
      </w:r>
      <w:r w:rsidRPr="00436A56">
        <w:rPr>
          <w:szCs w:val="32"/>
        </w:rPr>
        <w:t>Peut-être un peu plus décolleté ?</w:t>
      </w:r>
    </w:p>
    <w:p w14:paraId="13BD5BFD" w14:textId="77777777" w:rsidR="00436A56" w:rsidRPr="00436A56" w:rsidRDefault="00436A56" w:rsidP="00436A56">
      <w:r w:rsidRPr="00436A56">
        <w:rPr>
          <w:szCs w:val="32"/>
        </w:rPr>
        <w:t>LA COUTURIÈRE. – Oui, voilà. J’allais le dire. Regardez, comme cela…</w:t>
      </w:r>
    </w:p>
    <w:p w14:paraId="627EB154" w14:textId="77777777" w:rsidR="00436A56" w:rsidRPr="00436A56" w:rsidRDefault="00436A56" w:rsidP="00436A56">
      <w:r w:rsidRPr="00436A56">
        <w:rPr>
          <w:szCs w:val="32"/>
        </w:rPr>
        <w:lastRenderedPageBreak/>
        <w:t xml:space="preserve">SARA, </w:t>
      </w:r>
      <w:r w:rsidRPr="00436A56">
        <w:rPr>
          <w:i/>
          <w:iCs/>
          <w:szCs w:val="32"/>
        </w:rPr>
        <w:t xml:space="preserve">après un moment de gêne. </w:t>
      </w:r>
      <w:r w:rsidRPr="00436A56">
        <w:rPr>
          <w:szCs w:val="32"/>
        </w:rPr>
        <w:t xml:space="preserve">– </w:t>
      </w:r>
      <w:proofErr w:type="spellStart"/>
      <w:r w:rsidRPr="00436A56">
        <w:rPr>
          <w:szCs w:val="32"/>
        </w:rPr>
        <w:t>Dossi</w:t>
      </w:r>
      <w:proofErr w:type="spellEnd"/>
      <w:r w:rsidRPr="00436A56">
        <w:rPr>
          <w:szCs w:val="32"/>
        </w:rPr>
        <w:t xml:space="preserve"> n’est pas là ?</w:t>
      </w:r>
    </w:p>
    <w:p w14:paraId="3165DB1A"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à la couturière. </w:t>
      </w:r>
      <w:r w:rsidRPr="00436A56">
        <w:rPr>
          <w:szCs w:val="32"/>
        </w:rPr>
        <w:t xml:space="preserve">– Et peut-être ces fleurs… </w:t>
      </w:r>
      <w:r w:rsidRPr="00436A56">
        <w:rPr>
          <w:i/>
          <w:iCs/>
          <w:szCs w:val="32"/>
        </w:rPr>
        <w:t xml:space="preserve">(Elle s’interrompt pour répondre à Sara sans la regarder.) </w:t>
      </w:r>
      <w:r w:rsidRPr="00436A56">
        <w:rPr>
          <w:szCs w:val="32"/>
        </w:rPr>
        <w:t>Je crois qu’il est monté.</w:t>
      </w:r>
    </w:p>
    <w:p w14:paraId="2B934A64" w14:textId="77777777" w:rsidR="00436A56" w:rsidRPr="00436A56" w:rsidRDefault="00436A56" w:rsidP="00436A56">
      <w:r w:rsidRPr="00436A56">
        <w:rPr>
          <w:szCs w:val="32"/>
        </w:rPr>
        <w:t>SARA. – Pourtant, il sait que c’est l’heure où je viens le chercher.</w:t>
      </w:r>
    </w:p>
    <w:p w14:paraId="4C999EEA" w14:textId="77777777" w:rsidR="00436A56" w:rsidRPr="00436A56" w:rsidRDefault="00436A56" w:rsidP="00436A56">
      <w:proofErr w:type="spellStart"/>
      <w:r w:rsidRPr="00436A56">
        <w:rPr>
          <w:szCs w:val="32"/>
        </w:rPr>
        <w:t>TUDA</w:t>
      </w:r>
      <w:proofErr w:type="spellEnd"/>
      <w:r w:rsidRPr="00436A56">
        <w:rPr>
          <w:szCs w:val="32"/>
        </w:rPr>
        <w:t>. – C’est vrai. Mais il sait aussi que vous avez maintenant la clé et que vous pouvez entrer quand et comme il vous plaît et que si vous le voulez, vous pouvez aussi monter.</w:t>
      </w:r>
    </w:p>
    <w:p w14:paraId="3C7266E0" w14:textId="77777777" w:rsidR="00436A56" w:rsidRPr="00436A56" w:rsidRDefault="00436A56" w:rsidP="00436A56">
      <w:r w:rsidRPr="00436A56">
        <w:rPr>
          <w:szCs w:val="32"/>
        </w:rPr>
        <w:t xml:space="preserve">SARA, </w:t>
      </w:r>
      <w:r w:rsidRPr="00436A56">
        <w:rPr>
          <w:i/>
          <w:iCs/>
          <w:szCs w:val="32"/>
        </w:rPr>
        <w:t xml:space="preserve">vivement. </w:t>
      </w:r>
      <w:r w:rsidRPr="00436A56">
        <w:rPr>
          <w:szCs w:val="32"/>
        </w:rPr>
        <w:t>– Je ne suis jamais montée.</w:t>
      </w:r>
    </w:p>
    <w:p w14:paraId="0BE1807C"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à la couturière. </w:t>
      </w:r>
      <w:r w:rsidRPr="00436A56">
        <w:rPr>
          <w:szCs w:val="32"/>
        </w:rPr>
        <w:t xml:space="preserve">– Il faudra faire vite. La fête au Cercle est pour samedi. </w:t>
      </w:r>
      <w:r w:rsidRPr="00436A56">
        <w:rPr>
          <w:i/>
          <w:iCs/>
          <w:szCs w:val="32"/>
        </w:rPr>
        <w:t xml:space="preserve">(À Sara.) </w:t>
      </w:r>
      <w:r w:rsidRPr="00436A56">
        <w:rPr>
          <w:szCs w:val="32"/>
        </w:rPr>
        <w:t>Excusez-le, madame. Il s’est un peu fâché avec moi parce que j’ai voulu essayer mes robes ici. Et il s’est sauvé là-haut ; il a sans doute pensé que cela pouvait vous déplaire.</w:t>
      </w:r>
    </w:p>
    <w:p w14:paraId="650AD81B" w14:textId="77777777" w:rsidR="00436A56" w:rsidRPr="00436A56" w:rsidRDefault="00436A56" w:rsidP="00436A56">
      <w:r w:rsidRPr="00436A56">
        <w:rPr>
          <w:szCs w:val="32"/>
        </w:rPr>
        <w:t>SARA. – Me déplaire ? Pourquoi ?</w:t>
      </w:r>
    </w:p>
    <w:p w14:paraId="6C117373" w14:textId="77777777" w:rsidR="00436A56" w:rsidRPr="00436A56" w:rsidRDefault="00436A56" w:rsidP="00436A56">
      <w:proofErr w:type="spellStart"/>
      <w:r w:rsidRPr="00436A56">
        <w:rPr>
          <w:szCs w:val="32"/>
        </w:rPr>
        <w:t>TUDA</w:t>
      </w:r>
      <w:proofErr w:type="spellEnd"/>
      <w:r w:rsidRPr="00436A56">
        <w:rPr>
          <w:szCs w:val="32"/>
        </w:rPr>
        <w:t>. – Justement, je me le demande aussi pourquoi. Il me semble que cela devrait vous faire au contraire un grand plaisir cette folie qui m’a prise de robes, de fourrures, de chapeaux qui lui fait payer cher la sottise de m’avoir épousée. Je rêve de fleuves de soie, au milieu de flots de plumes et de festons. Je vais le ruiner.</w:t>
      </w:r>
    </w:p>
    <w:p w14:paraId="7486F557" w14:textId="77777777" w:rsidR="00436A56" w:rsidRPr="00436A56" w:rsidRDefault="00436A56" w:rsidP="00436A56">
      <w:pPr>
        <w:jc w:val="right"/>
      </w:pPr>
      <w:r w:rsidRPr="00436A56">
        <w:rPr>
          <w:i/>
          <w:iCs/>
          <w:szCs w:val="32"/>
        </w:rPr>
        <w:t>Elle rit.</w:t>
      </w:r>
    </w:p>
    <w:p w14:paraId="787F0077" w14:textId="77777777" w:rsidR="00436A56" w:rsidRPr="00436A56" w:rsidRDefault="00436A56" w:rsidP="00436A56">
      <w:r w:rsidRPr="00436A56">
        <w:rPr>
          <w:szCs w:val="32"/>
        </w:rPr>
        <w:t>SARA. – Oui, oui, vous avez raison et c’est bien.</w:t>
      </w:r>
    </w:p>
    <w:p w14:paraId="3B41CACB" w14:textId="77777777" w:rsidR="00436A56" w:rsidRPr="00436A56" w:rsidRDefault="00436A56" w:rsidP="00436A56">
      <w:proofErr w:type="spellStart"/>
      <w:r w:rsidRPr="00436A56">
        <w:rPr>
          <w:szCs w:val="32"/>
        </w:rPr>
        <w:t>TUDA</w:t>
      </w:r>
      <w:proofErr w:type="spellEnd"/>
      <w:r w:rsidRPr="00436A56">
        <w:rPr>
          <w:szCs w:val="32"/>
        </w:rPr>
        <w:t>. – Je serais bien bête, vous ne trouvez pas, si je n’en profitais pas.</w:t>
      </w:r>
    </w:p>
    <w:p w14:paraId="660DA76F" w14:textId="77777777" w:rsidR="00436A56" w:rsidRPr="00436A56" w:rsidRDefault="00436A56" w:rsidP="00436A56">
      <w:r w:rsidRPr="00436A56">
        <w:rPr>
          <w:szCs w:val="32"/>
        </w:rPr>
        <w:lastRenderedPageBreak/>
        <w:t>SARA. – Elle est vraiment splendide, cette cape d’hermine.</w:t>
      </w:r>
    </w:p>
    <w:p w14:paraId="34DD376C" w14:textId="77777777" w:rsidR="00436A56" w:rsidRPr="00436A56" w:rsidRDefault="00436A56" w:rsidP="00436A56">
      <w:proofErr w:type="spellStart"/>
      <w:r w:rsidRPr="00436A56">
        <w:rPr>
          <w:szCs w:val="32"/>
        </w:rPr>
        <w:t>TUDA</w:t>
      </w:r>
      <w:proofErr w:type="spellEnd"/>
      <w:r w:rsidRPr="00436A56">
        <w:rPr>
          <w:szCs w:val="32"/>
        </w:rPr>
        <w:t>. – Oui, n’est-ce pas. Il y a plus de trois cents peaux – toutes pareilles. Regardez.</w:t>
      </w:r>
    </w:p>
    <w:p w14:paraId="25A40BDE" w14:textId="77777777" w:rsidR="00436A56" w:rsidRPr="00436A56" w:rsidRDefault="00436A56" w:rsidP="00436A56">
      <w:r w:rsidRPr="00436A56">
        <w:rPr>
          <w:szCs w:val="32"/>
        </w:rPr>
        <w:t>SARA. – Oui, très belles.</w:t>
      </w:r>
    </w:p>
    <w:p w14:paraId="21681120" w14:textId="77777777" w:rsidR="00436A56" w:rsidRPr="00436A56" w:rsidRDefault="00436A56" w:rsidP="00436A56">
      <w:proofErr w:type="spellStart"/>
      <w:r w:rsidRPr="00436A56">
        <w:rPr>
          <w:szCs w:val="32"/>
        </w:rPr>
        <w:t>TUDA</w:t>
      </w:r>
      <w:proofErr w:type="spellEnd"/>
      <w:r w:rsidRPr="00436A56">
        <w:rPr>
          <w:szCs w:val="32"/>
        </w:rPr>
        <w:t>. – Venues d’une contrée de l’Allemagne.</w:t>
      </w:r>
    </w:p>
    <w:p w14:paraId="3065CB6C" w14:textId="77777777" w:rsidR="00436A56" w:rsidRPr="00436A56" w:rsidRDefault="00436A56" w:rsidP="00436A56">
      <w:r w:rsidRPr="00436A56">
        <w:rPr>
          <w:szCs w:val="32"/>
        </w:rPr>
        <w:t>SARA. – De Leipzig sans doute. Il y a un marché exprès. Et cette dentelle aussi est fort belle. Et la robe sera ravissante.</w:t>
      </w:r>
    </w:p>
    <w:p w14:paraId="4C39BD0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à la couturière. </w:t>
      </w:r>
      <w:r w:rsidRPr="00436A56">
        <w:rPr>
          <w:szCs w:val="32"/>
        </w:rPr>
        <w:t xml:space="preserve">– Nous sommes d’accord ? </w:t>
      </w:r>
      <w:r w:rsidRPr="00436A56">
        <w:rPr>
          <w:i/>
          <w:iCs/>
          <w:szCs w:val="32"/>
        </w:rPr>
        <w:t xml:space="preserve">(À Sara.) </w:t>
      </w:r>
      <w:r w:rsidRPr="00436A56">
        <w:rPr>
          <w:szCs w:val="32"/>
        </w:rPr>
        <w:t xml:space="preserve">Je vous montrerai. </w:t>
      </w:r>
      <w:r w:rsidRPr="00436A56">
        <w:rPr>
          <w:i/>
          <w:iCs/>
          <w:szCs w:val="32"/>
        </w:rPr>
        <w:t xml:space="preserve">(Elle se retourne pour chercher des yeux la statue en robe de ville.) </w:t>
      </w:r>
      <w:r w:rsidRPr="00436A56">
        <w:rPr>
          <w:szCs w:val="32"/>
        </w:rPr>
        <w:t xml:space="preserve">La voici. </w:t>
      </w:r>
      <w:r w:rsidRPr="00436A56">
        <w:rPr>
          <w:i/>
          <w:iCs/>
          <w:szCs w:val="32"/>
        </w:rPr>
        <w:t xml:space="preserve">(À l’ouvrière.) </w:t>
      </w:r>
      <w:r w:rsidRPr="00436A56">
        <w:rPr>
          <w:szCs w:val="32"/>
        </w:rPr>
        <w:t xml:space="preserve">Prenez la robe. </w:t>
      </w:r>
      <w:r w:rsidRPr="00436A56">
        <w:rPr>
          <w:i/>
          <w:iCs/>
          <w:szCs w:val="32"/>
        </w:rPr>
        <w:t xml:space="preserve">(L’ouvrière la prend.) </w:t>
      </w:r>
      <w:r w:rsidRPr="00436A56">
        <w:rPr>
          <w:szCs w:val="32"/>
        </w:rPr>
        <w:t xml:space="preserve">Et vous verrez le chapeau que j’ai fait faire pour porter avec cette robe, </w:t>
      </w:r>
      <w:r w:rsidRPr="00436A56">
        <w:rPr>
          <w:i/>
          <w:iCs/>
          <w:szCs w:val="32"/>
        </w:rPr>
        <w:t xml:space="preserve">(À la modiste.) </w:t>
      </w:r>
      <w:r w:rsidRPr="00436A56">
        <w:rPr>
          <w:szCs w:val="32"/>
        </w:rPr>
        <w:t>Vous l’avez apporté ?</w:t>
      </w:r>
    </w:p>
    <w:p w14:paraId="5E16C595" w14:textId="77777777" w:rsidR="00436A56" w:rsidRPr="00436A56" w:rsidRDefault="00436A56" w:rsidP="00436A56">
      <w:r w:rsidRPr="00436A56">
        <w:rPr>
          <w:szCs w:val="32"/>
        </w:rPr>
        <w:t>LA MODISTE. – Naturellement, et avec beaucoup d’autres, comme vous voyez.</w:t>
      </w:r>
    </w:p>
    <w:p w14:paraId="2AA6DCDE" w14:textId="77777777" w:rsidR="00436A56" w:rsidRPr="00436A56" w:rsidRDefault="00436A56" w:rsidP="00436A56">
      <w:proofErr w:type="spellStart"/>
      <w:r w:rsidRPr="00436A56">
        <w:rPr>
          <w:szCs w:val="32"/>
        </w:rPr>
        <w:t>TUDA</w:t>
      </w:r>
      <w:proofErr w:type="spellEnd"/>
      <w:r w:rsidRPr="00436A56">
        <w:rPr>
          <w:szCs w:val="32"/>
        </w:rPr>
        <w:t>. – Oui, parce que j’ai vraiment l’intention de le ruiner.</w:t>
      </w:r>
    </w:p>
    <w:p w14:paraId="5E73EE2A" w14:textId="77777777" w:rsidR="00436A56" w:rsidRPr="00436A56" w:rsidRDefault="00436A56" w:rsidP="00436A56">
      <w:r w:rsidRPr="00436A56">
        <w:rPr>
          <w:szCs w:val="32"/>
        </w:rPr>
        <w:t>SARA. – Vous le pouvez sans remords. Il est très riche.</w:t>
      </w:r>
    </w:p>
    <w:p w14:paraId="20849FF8" w14:textId="77777777" w:rsidR="00436A56" w:rsidRPr="00436A56" w:rsidRDefault="00436A56" w:rsidP="00436A56">
      <w:proofErr w:type="spellStart"/>
      <w:r w:rsidRPr="00436A56">
        <w:rPr>
          <w:szCs w:val="32"/>
        </w:rPr>
        <w:t>TUDA</w:t>
      </w:r>
      <w:proofErr w:type="spellEnd"/>
      <w:r w:rsidRPr="00436A56">
        <w:rPr>
          <w:szCs w:val="32"/>
        </w:rPr>
        <w:t xml:space="preserve">. – Sans remords – ça oui, </w:t>
      </w:r>
      <w:r w:rsidRPr="00436A56">
        <w:rPr>
          <w:i/>
          <w:iCs/>
          <w:szCs w:val="32"/>
        </w:rPr>
        <w:t xml:space="preserve">(Se regardant à la glace dans la robe nouvelle.) </w:t>
      </w:r>
      <w:r w:rsidRPr="00436A56">
        <w:rPr>
          <w:szCs w:val="32"/>
        </w:rPr>
        <w:t>Elle va bien, n’est-ce pas ?</w:t>
      </w:r>
    </w:p>
    <w:p w14:paraId="1AF9B75A" w14:textId="77777777" w:rsidR="00436A56" w:rsidRPr="00436A56" w:rsidRDefault="00436A56" w:rsidP="00436A56">
      <w:r w:rsidRPr="00436A56">
        <w:rPr>
          <w:szCs w:val="32"/>
        </w:rPr>
        <w:t>LA COUTURIÈRE. – Ça ne pourrait aller mieux. Un corps pareil. Mieux qu’une statue.</w:t>
      </w:r>
    </w:p>
    <w:p w14:paraId="78FBAB65" w14:textId="77777777" w:rsidR="00436A56" w:rsidRPr="00436A56" w:rsidRDefault="00436A56" w:rsidP="00436A56">
      <w:r w:rsidRPr="00436A56">
        <w:rPr>
          <w:szCs w:val="32"/>
        </w:rPr>
        <w:t>SARA. – Elle est parfaite. D’un goût exquis.</w:t>
      </w:r>
    </w:p>
    <w:p w14:paraId="69EB2844" w14:textId="77777777" w:rsidR="00436A56" w:rsidRPr="00436A56" w:rsidRDefault="00436A56" w:rsidP="00436A56">
      <w:proofErr w:type="spellStart"/>
      <w:r w:rsidRPr="00436A56">
        <w:rPr>
          <w:szCs w:val="32"/>
        </w:rPr>
        <w:t>TUDA</w:t>
      </w:r>
      <w:proofErr w:type="spellEnd"/>
      <w:r w:rsidRPr="00436A56">
        <w:rPr>
          <w:szCs w:val="32"/>
        </w:rPr>
        <w:t>. – Le chapeau, vite ?</w:t>
      </w:r>
    </w:p>
    <w:p w14:paraId="7D74AC2A" w14:textId="77777777" w:rsidR="00436A56" w:rsidRPr="00436A56" w:rsidRDefault="00436A56" w:rsidP="00436A56">
      <w:r w:rsidRPr="00436A56">
        <w:rPr>
          <w:szCs w:val="32"/>
        </w:rPr>
        <w:t>LA MODISTE. – Le voici.</w:t>
      </w:r>
    </w:p>
    <w:p w14:paraId="7FFDC3EF" w14:textId="77777777" w:rsidR="00436A56" w:rsidRPr="00436A56" w:rsidRDefault="00436A56" w:rsidP="00436A56">
      <w:pPr>
        <w:jc w:val="right"/>
      </w:pPr>
      <w:r w:rsidRPr="00436A56">
        <w:rPr>
          <w:i/>
          <w:iCs/>
          <w:szCs w:val="32"/>
        </w:rPr>
        <w:lastRenderedPageBreak/>
        <w:t>Elle le lui tend.</w:t>
      </w:r>
    </w:p>
    <w:p w14:paraId="4552B19E"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se coiffant – </w:t>
      </w:r>
      <w:r w:rsidRPr="00436A56">
        <w:rPr>
          <w:szCs w:val="32"/>
        </w:rPr>
        <w:t>Oui, il me plaît. Un peu étrange, mais il va avec la robe.</w:t>
      </w:r>
    </w:p>
    <w:p w14:paraId="1074D5BD" w14:textId="77777777" w:rsidR="00436A56" w:rsidRPr="00436A56" w:rsidRDefault="00436A56" w:rsidP="00436A56">
      <w:r w:rsidRPr="00436A56">
        <w:rPr>
          <w:szCs w:val="32"/>
        </w:rPr>
        <w:t>SARA. – Oui, très bien. Il me plaît beaucoup.</w:t>
      </w:r>
    </w:p>
    <w:p w14:paraId="6D38773E" w14:textId="77777777" w:rsidR="00436A56" w:rsidRPr="00436A56" w:rsidRDefault="00436A56" w:rsidP="00436A56">
      <w:proofErr w:type="spellStart"/>
      <w:r w:rsidRPr="00436A56">
        <w:rPr>
          <w:szCs w:val="32"/>
        </w:rPr>
        <w:t>TUDA</w:t>
      </w:r>
      <w:proofErr w:type="spellEnd"/>
      <w:r w:rsidRPr="00436A56">
        <w:rPr>
          <w:szCs w:val="32"/>
        </w:rPr>
        <w:t>. – C’est moi qui l’ai inventé. N’est-ce pas ?</w:t>
      </w:r>
    </w:p>
    <w:p w14:paraId="2A437F95" w14:textId="77777777" w:rsidR="00436A56" w:rsidRPr="00436A56" w:rsidRDefault="00436A56" w:rsidP="00436A56">
      <w:r w:rsidRPr="00436A56">
        <w:rPr>
          <w:szCs w:val="32"/>
        </w:rPr>
        <w:t>LA MODISTE. – Absolument.</w:t>
      </w:r>
    </w:p>
    <w:p w14:paraId="7A824CEB" w14:textId="77777777" w:rsidR="00436A56" w:rsidRPr="00436A56" w:rsidRDefault="00436A56" w:rsidP="00436A56">
      <w:proofErr w:type="spellStart"/>
      <w:r w:rsidRPr="00436A56">
        <w:rPr>
          <w:szCs w:val="32"/>
        </w:rPr>
        <w:t>TUDA</w:t>
      </w:r>
      <w:proofErr w:type="spellEnd"/>
      <w:r w:rsidRPr="00436A56">
        <w:rPr>
          <w:szCs w:val="32"/>
        </w:rPr>
        <w:t>. – Peut-être ce nœud ? Non. Ça va. Pour le prix, il faudra que ce soit impeccable.</w:t>
      </w:r>
    </w:p>
    <w:p w14:paraId="73CDD2BF" w14:textId="77777777" w:rsidR="00436A56" w:rsidRPr="00436A56" w:rsidRDefault="00436A56" w:rsidP="00436A56">
      <w:r w:rsidRPr="00436A56">
        <w:rPr>
          <w:szCs w:val="32"/>
        </w:rPr>
        <w:t>LA MODISTE. – J’ai toujours fait mon possible.</w:t>
      </w:r>
    </w:p>
    <w:p w14:paraId="3A1AE17F" w14:textId="77777777" w:rsidR="00436A56" w:rsidRPr="00436A56" w:rsidRDefault="00436A56" w:rsidP="00436A56">
      <w:proofErr w:type="spellStart"/>
      <w:r w:rsidRPr="00436A56">
        <w:rPr>
          <w:szCs w:val="32"/>
        </w:rPr>
        <w:t>TUDA</w:t>
      </w:r>
      <w:proofErr w:type="spellEnd"/>
      <w:r w:rsidRPr="00436A56">
        <w:rPr>
          <w:szCs w:val="32"/>
        </w:rPr>
        <w:t xml:space="preserve">. – Pour ça, oui. </w:t>
      </w:r>
      <w:r w:rsidRPr="00436A56">
        <w:rPr>
          <w:i/>
          <w:iCs/>
          <w:szCs w:val="32"/>
        </w:rPr>
        <w:t xml:space="preserve">(À la couturière.) </w:t>
      </w:r>
      <w:r w:rsidRPr="00436A56">
        <w:rPr>
          <w:szCs w:val="32"/>
        </w:rPr>
        <w:t>Je vous recommande la robe, n’est-ce pas, pour dans trois jours. C’est maintenant si simple.</w:t>
      </w:r>
    </w:p>
    <w:p w14:paraId="3449A592" w14:textId="77777777" w:rsidR="00436A56" w:rsidRPr="00436A56" w:rsidRDefault="00436A56" w:rsidP="00436A56">
      <w:r w:rsidRPr="00436A56">
        <w:rPr>
          <w:szCs w:val="32"/>
        </w:rPr>
        <w:t>LA COUTU</w:t>
      </w:r>
      <w:r w:rsidRPr="00436A56">
        <w:t xml:space="preserve">RIÈRE. </w:t>
      </w:r>
      <w:r w:rsidRPr="00436A56">
        <w:rPr>
          <w:szCs w:val="32"/>
        </w:rPr>
        <w:t xml:space="preserve">– Soyez tranquille. Vous l’aurez samedi. Au revoir, madame. </w:t>
      </w:r>
      <w:r w:rsidRPr="00436A56">
        <w:rPr>
          <w:i/>
          <w:iCs/>
          <w:szCs w:val="32"/>
        </w:rPr>
        <w:t xml:space="preserve">(À Sara.) </w:t>
      </w:r>
      <w:r w:rsidRPr="00436A56">
        <w:rPr>
          <w:szCs w:val="32"/>
        </w:rPr>
        <w:t>Au revoir.</w:t>
      </w:r>
    </w:p>
    <w:p w14:paraId="0861A31D" w14:textId="77777777" w:rsidR="00436A56" w:rsidRPr="00436A56" w:rsidRDefault="00436A56" w:rsidP="00436A56">
      <w:r w:rsidRPr="00436A56">
        <w:rPr>
          <w:szCs w:val="32"/>
        </w:rPr>
        <w:t xml:space="preserve">LA MODISTE. – Je viens aussi. </w:t>
      </w:r>
      <w:r w:rsidRPr="00436A56">
        <w:rPr>
          <w:i/>
          <w:iCs/>
          <w:szCs w:val="32"/>
        </w:rPr>
        <w:t xml:space="preserve">(À l’ouvrière.) </w:t>
      </w:r>
      <w:r w:rsidRPr="00436A56">
        <w:rPr>
          <w:szCs w:val="32"/>
        </w:rPr>
        <w:t xml:space="preserve">Prends ces chapeaux et mets-les vite dans le carton. </w:t>
      </w:r>
      <w:r w:rsidRPr="00436A56">
        <w:rPr>
          <w:i/>
          <w:iCs/>
          <w:szCs w:val="32"/>
        </w:rPr>
        <w:t xml:space="preserve">(À </w:t>
      </w:r>
      <w:proofErr w:type="spellStart"/>
      <w:r w:rsidRPr="00436A56">
        <w:rPr>
          <w:i/>
          <w:iCs/>
          <w:szCs w:val="32"/>
        </w:rPr>
        <w:t>Tuda</w:t>
      </w:r>
      <w:proofErr w:type="spellEnd"/>
      <w:r w:rsidRPr="00436A56">
        <w:rPr>
          <w:i/>
          <w:iCs/>
          <w:szCs w:val="32"/>
        </w:rPr>
        <w:t xml:space="preserve">.) </w:t>
      </w:r>
      <w:r w:rsidRPr="00436A56">
        <w:rPr>
          <w:szCs w:val="32"/>
        </w:rPr>
        <w:t>Je pensais que vous désiriez en choisir d’autres.</w:t>
      </w:r>
    </w:p>
    <w:p w14:paraId="24BB578B" w14:textId="77777777" w:rsidR="00436A56" w:rsidRPr="00436A56" w:rsidRDefault="00436A56" w:rsidP="00436A56">
      <w:proofErr w:type="spellStart"/>
      <w:r w:rsidRPr="00436A56">
        <w:rPr>
          <w:szCs w:val="32"/>
        </w:rPr>
        <w:t>TUDA</w:t>
      </w:r>
      <w:proofErr w:type="spellEnd"/>
      <w:r w:rsidRPr="00436A56">
        <w:rPr>
          <w:szCs w:val="32"/>
        </w:rPr>
        <w:t>. – Non, c’est assez pour aujourd’hui.</w:t>
      </w:r>
    </w:p>
    <w:p w14:paraId="421A3854" w14:textId="77777777" w:rsidR="00436A56" w:rsidRPr="00436A56" w:rsidRDefault="00436A56" w:rsidP="00436A56">
      <w:r w:rsidRPr="00436A56">
        <w:rPr>
          <w:szCs w:val="32"/>
        </w:rPr>
        <w:t>LA MODISTE. – Au revoir. Bonjour, madame.</w:t>
      </w:r>
    </w:p>
    <w:p w14:paraId="02EFB746" w14:textId="77777777" w:rsidR="00436A56" w:rsidRPr="00436A56" w:rsidRDefault="00436A56" w:rsidP="00436A56">
      <w:proofErr w:type="spellStart"/>
      <w:r w:rsidRPr="00436A56">
        <w:rPr>
          <w:szCs w:val="32"/>
        </w:rPr>
        <w:t>TUDA</w:t>
      </w:r>
      <w:proofErr w:type="spellEnd"/>
      <w:r w:rsidRPr="00436A56">
        <w:rPr>
          <w:szCs w:val="32"/>
        </w:rPr>
        <w:t>. – Au revoir.</w:t>
      </w:r>
    </w:p>
    <w:p w14:paraId="4156BA38" w14:textId="77777777" w:rsidR="00436A56" w:rsidRPr="00436A56" w:rsidRDefault="00436A56" w:rsidP="00436A56">
      <w:r w:rsidRPr="00436A56">
        <w:rPr>
          <w:i/>
          <w:iCs/>
        </w:rPr>
        <w:t>La couturière et la modiste accompagnées par les deux ouvrières sortent par la porte de droite emportant tout.</w:t>
      </w:r>
    </w:p>
    <w:p w14:paraId="3732BC41"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changeant tout de suite d’expression. </w:t>
      </w:r>
      <w:r w:rsidRPr="00436A56">
        <w:rPr>
          <w:szCs w:val="32"/>
        </w:rPr>
        <w:t>– Parlons entre nous, madame.</w:t>
      </w:r>
    </w:p>
    <w:p w14:paraId="306CE627" w14:textId="77777777" w:rsidR="00436A56" w:rsidRPr="00436A56" w:rsidRDefault="00436A56" w:rsidP="00436A56">
      <w:r w:rsidRPr="00436A56">
        <w:rPr>
          <w:szCs w:val="32"/>
        </w:rPr>
        <w:t>SARA. – Avec calme, j’espère.</w:t>
      </w:r>
    </w:p>
    <w:p w14:paraId="5CC62628" w14:textId="77777777" w:rsidR="00436A56" w:rsidRPr="00436A56" w:rsidRDefault="00436A56" w:rsidP="00436A56">
      <w:proofErr w:type="spellStart"/>
      <w:r w:rsidRPr="00436A56">
        <w:rPr>
          <w:szCs w:val="32"/>
        </w:rPr>
        <w:lastRenderedPageBreak/>
        <w:t>TUDA</w:t>
      </w:r>
      <w:proofErr w:type="spellEnd"/>
      <w:r w:rsidRPr="00436A56">
        <w:rPr>
          <w:szCs w:val="32"/>
        </w:rPr>
        <w:t>. – Beaucoup de calme. Vous vous êtes fait donner la clé d’ici.</w:t>
      </w:r>
    </w:p>
    <w:p w14:paraId="38B2AB04" w14:textId="77777777" w:rsidR="00436A56" w:rsidRPr="00436A56" w:rsidRDefault="00436A56" w:rsidP="00436A56">
      <w:r w:rsidRPr="00436A56">
        <w:rPr>
          <w:szCs w:val="32"/>
        </w:rPr>
        <w:t>SARA. – C’était le moins que je puisse prétendre de lui.</w:t>
      </w:r>
    </w:p>
    <w:p w14:paraId="3957942B" w14:textId="77777777" w:rsidR="00436A56" w:rsidRPr="00436A56" w:rsidRDefault="00436A56" w:rsidP="00436A56">
      <w:proofErr w:type="spellStart"/>
      <w:r w:rsidRPr="00436A56">
        <w:rPr>
          <w:szCs w:val="32"/>
        </w:rPr>
        <w:t>TUDA</w:t>
      </w:r>
      <w:proofErr w:type="spellEnd"/>
      <w:r w:rsidRPr="00436A56">
        <w:rPr>
          <w:szCs w:val="32"/>
        </w:rPr>
        <w:t>. – De quel droit ? Moi, ici, je fais mon métier de modèle.</w:t>
      </w:r>
    </w:p>
    <w:p w14:paraId="6FDBF5AF" w14:textId="77777777" w:rsidR="00436A56" w:rsidRPr="00436A56" w:rsidRDefault="00436A56" w:rsidP="00436A56">
      <w:r w:rsidRPr="00436A56">
        <w:rPr>
          <w:szCs w:val="32"/>
        </w:rPr>
        <w:t>SARA. – Avec quel luxe ?</w:t>
      </w:r>
    </w:p>
    <w:p w14:paraId="646D2006"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montrant le rideau. </w:t>
      </w:r>
      <w:r w:rsidRPr="00436A56">
        <w:rPr>
          <w:szCs w:val="32"/>
        </w:rPr>
        <w:t>– Je dis là : modèle. C’est-à-dire nue. Ne détournez pas la conversation. Il ne s’agit plus de robes maintenant.</w:t>
      </w:r>
    </w:p>
    <w:p w14:paraId="49728449" w14:textId="77777777" w:rsidR="00436A56" w:rsidRPr="00436A56" w:rsidRDefault="00436A56" w:rsidP="00436A56">
      <w:r w:rsidRPr="00436A56">
        <w:rPr>
          <w:szCs w:val="32"/>
        </w:rPr>
        <w:t>SARA. – Vous en avez fait un tel étalage.</w:t>
      </w:r>
    </w:p>
    <w:p w14:paraId="4949B2E5" w14:textId="77777777" w:rsidR="00436A56" w:rsidRPr="00436A56" w:rsidRDefault="00436A56" w:rsidP="00436A56">
      <w:proofErr w:type="spellStart"/>
      <w:r w:rsidRPr="00436A56">
        <w:rPr>
          <w:szCs w:val="32"/>
        </w:rPr>
        <w:t>TUDA</w:t>
      </w:r>
      <w:proofErr w:type="spellEnd"/>
      <w:r w:rsidRPr="00436A56">
        <w:rPr>
          <w:szCs w:val="32"/>
        </w:rPr>
        <w:t>. – À cause de votre supercherie.</w:t>
      </w:r>
    </w:p>
    <w:p w14:paraId="2B60D4E2" w14:textId="77777777" w:rsidR="00436A56" w:rsidRPr="00436A56" w:rsidRDefault="00436A56" w:rsidP="00436A56">
      <w:r w:rsidRPr="00436A56">
        <w:rPr>
          <w:szCs w:val="32"/>
        </w:rPr>
        <w:t>SARA. – À cause de ma supercherie ?</w:t>
      </w:r>
    </w:p>
    <w:p w14:paraId="3CD3A5D6" w14:textId="77777777" w:rsidR="00436A56" w:rsidRPr="00436A56" w:rsidRDefault="00436A56" w:rsidP="00436A56">
      <w:proofErr w:type="spellStart"/>
      <w:r w:rsidRPr="00436A56">
        <w:rPr>
          <w:szCs w:val="32"/>
        </w:rPr>
        <w:t>TUDA</w:t>
      </w:r>
      <w:proofErr w:type="spellEnd"/>
      <w:r w:rsidRPr="00436A56">
        <w:rPr>
          <w:szCs w:val="32"/>
        </w:rPr>
        <w:t>. – Oui, d’entrer ici en maîtresse sans en avoir le droit.</w:t>
      </w:r>
    </w:p>
    <w:p w14:paraId="1E8DE460" w14:textId="77777777" w:rsidR="00436A56" w:rsidRPr="00436A56" w:rsidRDefault="00436A56" w:rsidP="00436A56">
      <w:r w:rsidRPr="00436A56">
        <w:rPr>
          <w:szCs w:val="32"/>
        </w:rPr>
        <w:t>SARA. – En entrant, je n’ai jamais tourné la tête même par curiosité derrière ce rideau.</w:t>
      </w:r>
    </w:p>
    <w:p w14:paraId="447F045A" w14:textId="77777777" w:rsidR="00436A56" w:rsidRPr="00436A56" w:rsidRDefault="00436A56" w:rsidP="00436A56">
      <w:proofErr w:type="spellStart"/>
      <w:r w:rsidRPr="00436A56">
        <w:rPr>
          <w:szCs w:val="32"/>
        </w:rPr>
        <w:t>TUDA</w:t>
      </w:r>
      <w:proofErr w:type="spellEnd"/>
      <w:r w:rsidRPr="00436A56">
        <w:rPr>
          <w:szCs w:val="32"/>
        </w:rPr>
        <w:t>. – Oh ! pour moi, du moment que vous êtes entrée, vous pouvez aussi passer derrière le rideau : je n’ai pas à avoir honte de vous, faite comme je suis, grâce à Dieu. Si vous voulez aussi ce droit, je peux vous l’accorder. Mais seulement, vous l’accorder, vous comprenez, parce que ce droit véritablement n’appartient qu’à moi.</w:t>
      </w:r>
    </w:p>
    <w:p w14:paraId="57D6C37D" w14:textId="77777777" w:rsidR="00436A56" w:rsidRPr="00436A56" w:rsidRDefault="00436A56" w:rsidP="00436A56">
      <w:r w:rsidRPr="00436A56">
        <w:rPr>
          <w:szCs w:val="32"/>
        </w:rPr>
        <w:t xml:space="preserve">SARA. – </w:t>
      </w:r>
      <w:proofErr w:type="spellStart"/>
      <w:r w:rsidRPr="00436A56">
        <w:rPr>
          <w:szCs w:val="32"/>
        </w:rPr>
        <w:t>À vous</w:t>
      </w:r>
      <w:proofErr w:type="spellEnd"/>
      <w:r w:rsidRPr="00436A56">
        <w:rPr>
          <w:szCs w:val="32"/>
        </w:rPr>
        <w:t xml:space="preserve"> et à lui, j’espère.</w:t>
      </w:r>
    </w:p>
    <w:p w14:paraId="65168799" w14:textId="77777777" w:rsidR="00436A56" w:rsidRPr="00436A56" w:rsidRDefault="00436A56" w:rsidP="00436A56">
      <w:proofErr w:type="spellStart"/>
      <w:r w:rsidRPr="00436A56">
        <w:rPr>
          <w:szCs w:val="32"/>
        </w:rPr>
        <w:t>TUDA</w:t>
      </w:r>
      <w:proofErr w:type="spellEnd"/>
      <w:r w:rsidRPr="00436A56">
        <w:rPr>
          <w:szCs w:val="32"/>
        </w:rPr>
        <w:t>. – Non, à moi seule. Personne ne peut m’obliger à poser devant des étrangers. Vous pouviez à la rigueur vous faire donner la clé de là-haut mais non pas celle-ci.</w:t>
      </w:r>
    </w:p>
    <w:p w14:paraId="2C5CD5B8" w14:textId="77777777" w:rsidR="00436A56" w:rsidRPr="00436A56" w:rsidRDefault="00436A56" w:rsidP="00436A56">
      <w:r w:rsidRPr="00436A56">
        <w:rPr>
          <w:szCs w:val="32"/>
        </w:rPr>
        <w:lastRenderedPageBreak/>
        <w:t>SARA. – Or, c’est justement celle-ci que j’ai voulu. L’autre ne m’intéresse pas.</w:t>
      </w:r>
    </w:p>
    <w:p w14:paraId="007FC538" w14:textId="77777777" w:rsidR="00436A56" w:rsidRPr="00436A56" w:rsidRDefault="00436A56" w:rsidP="00436A56">
      <w:proofErr w:type="spellStart"/>
      <w:r w:rsidRPr="00436A56">
        <w:rPr>
          <w:szCs w:val="32"/>
        </w:rPr>
        <w:t>TUDA</w:t>
      </w:r>
      <w:proofErr w:type="spellEnd"/>
      <w:r w:rsidRPr="00436A56">
        <w:rPr>
          <w:szCs w:val="32"/>
        </w:rPr>
        <w:t>. – Vous n’auriez même pas droit à l’autre, d’ailleurs.</w:t>
      </w:r>
    </w:p>
    <w:p w14:paraId="40BDB2DC" w14:textId="77777777" w:rsidR="00436A56" w:rsidRPr="00436A56" w:rsidRDefault="00436A56" w:rsidP="00436A56">
      <w:r w:rsidRPr="00436A56">
        <w:rPr>
          <w:szCs w:val="32"/>
        </w:rPr>
        <w:t>SARA. – Même plus à l’autre ?</w:t>
      </w:r>
    </w:p>
    <w:p w14:paraId="488380A2" w14:textId="77777777" w:rsidR="00436A56" w:rsidRPr="00436A56" w:rsidRDefault="00436A56" w:rsidP="00436A56">
      <w:proofErr w:type="spellStart"/>
      <w:r w:rsidRPr="00436A56">
        <w:rPr>
          <w:szCs w:val="32"/>
        </w:rPr>
        <w:t>TUDA</w:t>
      </w:r>
      <w:proofErr w:type="spellEnd"/>
      <w:r w:rsidRPr="00436A56">
        <w:rPr>
          <w:szCs w:val="32"/>
        </w:rPr>
        <w:t>. – Même plus. Je voudrais bien voir ce qu’il dirait, lui, si malgré les conditions dans lesquelles il m’a épousée, sans aucune obligation de fidélité, je faisais entrer chez moi qui je veux.</w:t>
      </w:r>
    </w:p>
    <w:p w14:paraId="77EA9C91" w14:textId="77777777" w:rsidR="00436A56" w:rsidRPr="00436A56" w:rsidRDefault="00436A56" w:rsidP="00436A56">
      <w:r w:rsidRPr="00436A56">
        <w:rPr>
          <w:szCs w:val="32"/>
        </w:rPr>
        <w:t>SARA. – Précisément. À vrai dire, je vous le répète, je ne suis jamais montée là-haut. La clé d’ici, je me la suis fait donner en conséquence des pactes de votre mariage.</w:t>
      </w:r>
    </w:p>
    <w:p w14:paraId="7E855F15" w14:textId="77777777" w:rsidR="00436A56" w:rsidRPr="00436A56" w:rsidRDefault="00436A56" w:rsidP="00436A56">
      <w:proofErr w:type="spellStart"/>
      <w:r w:rsidRPr="00436A56">
        <w:rPr>
          <w:szCs w:val="32"/>
        </w:rPr>
        <w:t>TUDA</w:t>
      </w:r>
      <w:proofErr w:type="spellEnd"/>
      <w:r w:rsidRPr="00436A56">
        <w:rPr>
          <w:szCs w:val="32"/>
        </w:rPr>
        <w:t>. – Pour que, même comme modèle, je ne puisse avoir l’air d’être chez moi. Prenez garde, madame, ne me mettez pas au défi. Je pourrais lui imposer de ne faire entrer personne dans l’atelier quand je pose.</w:t>
      </w:r>
    </w:p>
    <w:p w14:paraId="5D9DA4EF" w14:textId="77777777" w:rsidR="00436A56" w:rsidRPr="00436A56" w:rsidRDefault="00436A56" w:rsidP="00436A56">
      <w:r w:rsidRPr="00436A56">
        <w:rPr>
          <w:szCs w:val="32"/>
        </w:rPr>
        <w:t>SARA. – Essayez.</w:t>
      </w:r>
    </w:p>
    <w:p w14:paraId="03CD4BDB" w14:textId="77777777" w:rsidR="00436A56" w:rsidRPr="00436A56" w:rsidRDefault="00436A56" w:rsidP="00436A56">
      <w:proofErr w:type="spellStart"/>
      <w:r w:rsidRPr="00436A56">
        <w:rPr>
          <w:szCs w:val="32"/>
        </w:rPr>
        <w:t>TUDA</w:t>
      </w:r>
      <w:proofErr w:type="spellEnd"/>
      <w:r w:rsidRPr="00436A56">
        <w:rPr>
          <w:szCs w:val="32"/>
        </w:rPr>
        <w:t>. – Vous me mettez vraiment au défi ?</w:t>
      </w:r>
    </w:p>
    <w:p w14:paraId="75E3BAAA" w14:textId="77777777" w:rsidR="00436A56" w:rsidRPr="00436A56" w:rsidRDefault="00436A56" w:rsidP="00436A56">
      <w:r w:rsidRPr="00436A56">
        <w:rPr>
          <w:szCs w:val="32"/>
        </w:rPr>
        <w:t>SARA. – Je vous dis d’essayer.</w:t>
      </w:r>
    </w:p>
    <w:p w14:paraId="3C7D0F1C" w14:textId="77777777" w:rsidR="00436A56" w:rsidRPr="00436A56" w:rsidRDefault="00436A56" w:rsidP="00436A56">
      <w:proofErr w:type="spellStart"/>
      <w:r w:rsidRPr="00436A56">
        <w:rPr>
          <w:szCs w:val="32"/>
        </w:rPr>
        <w:t>TUDA</w:t>
      </w:r>
      <w:proofErr w:type="spellEnd"/>
      <w:r w:rsidRPr="00436A56">
        <w:rPr>
          <w:szCs w:val="32"/>
        </w:rPr>
        <w:t>. – Vous vous croyez donc si forte et si sûre de lui. Vous savez pourtant qu’il m’a épousée parce qu’il veut à tout prix finir sa statue ?</w:t>
      </w:r>
    </w:p>
    <w:p w14:paraId="24B968AF" w14:textId="77777777" w:rsidR="00436A56" w:rsidRPr="00436A56" w:rsidRDefault="00436A56" w:rsidP="00436A56">
      <w:r w:rsidRPr="00436A56">
        <w:rPr>
          <w:szCs w:val="32"/>
        </w:rPr>
        <w:t>SARA. – Il n’est pas absolument indispensable qu’il la termine avec vous.</w:t>
      </w:r>
    </w:p>
    <w:p w14:paraId="77F1CE4C" w14:textId="77777777" w:rsidR="00436A56" w:rsidRPr="00436A56" w:rsidRDefault="00436A56" w:rsidP="00436A56">
      <w:proofErr w:type="spellStart"/>
      <w:r w:rsidRPr="00436A56">
        <w:rPr>
          <w:szCs w:val="32"/>
        </w:rPr>
        <w:t>TUDA</w:t>
      </w:r>
      <w:proofErr w:type="spellEnd"/>
      <w:r w:rsidRPr="00436A56">
        <w:rPr>
          <w:szCs w:val="32"/>
        </w:rPr>
        <w:t>. – Puisqu’il m’a épousée pour cela.</w:t>
      </w:r>
    </w:p>
    <w:p w14:paraId="128439D1" w14:textId="77777777" w:rsidR="00436A56" w:rsidRPr="00436A56" w:rsidRDefault="00436A56" w:rsidP="00436A56">
      <w:r w:rsidRPr="00436A56">
        <w:rPr>
          <w:szCs w:val="32"/>
        </w:rPr>
        <w:lastRenderedPageBreak/>
        <w:t>SARA. – Non, il vous a épousée pour que vous ne serviez pas de modèle aux autres pendant que vous lui serviez à lui pour sa statue.</w:t>
      </w:r>
    </w:p>
    <w:p w14:paraId="75AAB24E" w14:textId="77777777" w:rsidR="00436A56" w:rsidRPr="00436A56" w:rsidRDefault="00436A56" w:rsidP="00436A56">
      <w:proofErr w:type="spellStart"/>
      <w:r w:rsidRPr="00436A56">
        <w:rPr>
          <w:szCs w:val="32"/>
        </w:rPr>
        <w:t>TUDA</w:t>
      </w:r>
      <w:proofErr w:type="spellEnd"/>
      <w:r w:rsidRPr="00436A56">
        <w:rPr>
          <w:szCs w:val="32"/>
        </w:rPr>
        <w:t>. – C’est bien ça.</w:t>
      </w:r>
    </w:p>
    <w:p w14:paraId="3087610F" w14:textId="77777777" w:rsidR="00436A56" w:rsidRPr="00436A56" w:rsidRDefault="00436A56" w:rsidP="00436A56">
      <w:r w:rsidRPr="00436A56">
        <w:rPr>
          <w:szCs w:val="32"/>
        </w:rPr>
        <w:t xml:space="preserve">SARA. – Mais c’est différent. Il ne pouvait surtout supporter que vous posiez chez </w:t>
      </w:r>
      <w:proofErr w:type="spellStart"/>
      <w:r w:rsidRPr="00436A56">
        <w:rPr>
          <w:szCs w:val="32"/>
        </w:rPr>
        <w:t>Caravani</w:t>
      </w:r>
      <w:proofErr w:type="spellEnd"/>
      <w:r w:rsidRPr="00436A56">
        <w:rPr>
          <w:szCs w:val="32"/>
        </w:rPr>
        <w:t xml:space="preserve"> pour une autre Diane que vous lui avez suggérée. N’est-ce pas vrai ?</w:t>
      </w:r>
    </w:p>
    <w:p w14:paraId="54A346B4" w14:textId="77777777" w:rsidR="00436A56" w:rsidRPr="00436A56" w:rsidRDefault="00436A56" w:rsidP="00436A56">
      <w:proofErr w:type="spellStart"/>
      <w:r w:rsidRPr="00436A56">
        <w:rPr>
          <w:szCs w:val="32"/>
        </w:rPr>
        <w:t>TUDA</w:t>
      </w:r>
      <w:proofErr w:type="spellEnd"/>
      <w:r w:rsidRPr="00436A56">
        <w:rPr>
          <w:szCs w:val="32"/>
        </w:rPr>
        <w:t xml:space="preserve">. – C’est vrai. </w:t>
      </w:r>
      <w:r w:rsidRPr="00436A56">
        <w:rPr>
          <w:i/>
          <w:iCs/>
          <w:szCs w:val="32"/>
        </w:rPr>
        <w:t xml:space="preserve">(Elle se tourne brusquement et la regarde.) </w:t>
      </w:r>
      <w:r w:rsidRPr="00436A56">
        <w:rPr>
          <w:szCs w:val="32"/>
        </w:rPr>
        <w:t>Que voulez-vous dire ?</w:t>
      </w:r>
    </w:p>
    <w:p w14:paraId="16DC4175" w14:textId="77777777" w:rsidR="00436A56" w:rsidRPr="00436A56" w:rsidRDefault="00436A56" w:rsidP="00436A56">
      <w:r w:rsidRPr="00436A56">
        <w:rPr>
          <w:szCs w:val="32"/>
        </w:rPr>
        <w:t xml:space="preserve">SARA. – Rien. </w:t>
      </w:r>
      <w:r w:rsidRPr="00436A56">
        <w:rPr>
          <w:i/>
          <w:iCs/>
          <w:szCs w:val="32"/>
        </w:rPr>
        <w:t xml:space="preserve">(Silence.) </w:t>
      </w:r>
      <w:r w:rsidRPr="00436A56">
        <w:rPr>
          <w:szCs w:val="32"/>
        </w:rPr>
        <w:t xml:space="preserve">Le pauvre </w:t>
      </w:r>
      <w:proofErr w:type="spellStart"/>
      <w:r w:rsidRPr="00436A56">
        <w:rPr>
          <w:szCs w:val="32"/>
        </w:rPr>
        <w:t>Caravani</w:t>
      </w:r>
      <w:proofErr w:type="spellEnd"/>
      <w:r w:rsidRPr="00436A56">
        <w:rPr>
          <w:szCs w:val="32"/>
        </w:rPr>
        <w:t xml:space="preserve"> a dû planter là sa Diane. Lui aussi s’y passionnait. Pour un certain accord de nuances, il dit, qu’il avait trouvé.</w:t>
      </w:r>
    </w:p>
    <w:p w14:paraId="1AC7E5B8" w14:textId="77777777" w:rsidR="00436A56" w:rsidRPr="00436A56" w:rsidRDefault="00436A56" w:rsidP="00436A56">
      <w:proofErr w:type="spellStart"/>
      <w:r w:rsidRPr="00436A56">
        <w:rPr>
          <w:szCs w:val="32"/>
        </w:rPr>
        <w:t>TUDA</w:t>
      </w:r>
      <w:proofErr w:type="spellEnd"/>
      <w:r w:rsidRPr="00436A56">
        <w:rPr>
          <w:szCs w:val="32"/>
        </w:rPr>
        <w:t>. – Vous continuez à me mettre au défi ?</w:t>
      </w:r>
    </w:p>
    <w:p w14:paraId="01C490E0" w14:textId="77777777" w:rsidR="00436A56" w:rsidRPr="00436A56" w:rsidRDefault="00436A56" w:rsidP="00436A56">
      <w:r w:rsidRPr="00436A56">
        <w:rPr>
          <w:szCs w:val="32"/>
        </w:rPr>
        <w:t>SARA. – Moi ? Non. Pourquoi ?</w:t>
      </w:r>
    </w:p>
    <w:p w14:paraId="6CF68A5C" w14:textId="77777777" w:rsidR="00436A56" w:rsidRPr="00436A56" w:rsidRDefault="00436A56" w:rsidP="00436A56">
      <w:proofErr w:type="spellStart"/>
      <w:r w:rsidRPr="00436A56">
        <w:rPr>
          <w:szCs w:val="32"/>
        </w:rPr>
        <w:t>TUDA</w:t>
      </w:r>
      <w:proofErr w:type="spellEnd"/>
      <w:r w:rsidRPr="00436A56">
        <w:rPr>
          <w:szCs w:val="32"/>
        </w:rPr>
        <w:t xml:space="preserve">. – Vous savez sans doute que j’ai invité </w:t>
      </w:r>
      <w:proofErr w:type="spellStart"/>
      <w:r w:rsidRPr="00436A56">
        <w:rPr>
          <w:szCs w:val="32"/>
        </w:rPr>
        <w:t>Caravani</w:t>
      </w:r>
      <w:proofErr w:type="spellEnd"/>
      <w:r w:rsidRPr="00436A56">
        <w:rPr>
          <w:szCs w:val="32"/>
        </w:rPr>
        <w:t xml:space="preserve"> à venir me prendre ici ?</w:t>
      </w:r>
    </w:p>
    <w:p w14:paraId="4926D2FA" w14:textId="77777777" w:rsidR="00436A56" w:rsidRPr="00436A56" w:rsidRDefault="00436A56" w:rsidP="00436A56">
      <w:r w:rsidRPr="00436A56">
        <w:rPr>
          <w:szCs w:val="32"/>
        </w:rPr>
        <w:t>SARA</w:t>
      </w:r>
      <w:r w:rsidRPr="00436A56">
        <w:t xml:space="preserve">. </w:t>
      </w:r>
      <w:r w:rsidRPr="00436A56">
        <w:rPr>
          <w:szCs w:val="32"/>
        </w:rPr>
        <w:t>– Oui. Il me l’a dit lui-même.</w:t>
      </w:r>
    </w:p>
    <w:p w14:paraId="71788C6C" w14:textId="77777777" w:rsidR="00436A56" w:rsidRPr="00436A56" w:rsidRDefault="00436A56" w:rsidP="00436A56">
      <w:proofErr w:type="spellStart"/>
      <w:r w:rsidRPr="00436A56">
        <w:rPr>
          <w:szCs w:val="32"/>
        </w:rPr>
        <w:t>TUDA</w:t>
      </w:r>
      <w:proofErr w:type="spellEnd"/>
      <w:r w:rsidRPr="00436A56">
        <w:rPr>
          <w:szCs w:val="32"/>
        </w:rPr>
        <w:t>. – Ah ! c’est lui qui vous l’a dit. Et à quel propos ?</w:t>
      </w:r>
    </w:p>
    <w:p w14:paraId="38AFEFA4" w14:textId="77777777" w:rsidR="00436A56" w:rsidRPr="00436A56" w:rsidRDefault="00436A56" w:rsidP="00436A56">
      <w:r w:rsidRPr="00436A56">
        <w:rPr>
          <w:szCs w:val="32"/>
        </w:rPr>
        <w:t xml:space="preserve">SARA. – Mon Dieu, il a reçu votre billet pendant que j’étais assise dans son atelier pour le portrait qu’il est en train de faire de moi. Il a voulu me demander conseil et que je lui dise si sa présence ici n’aurait pas ennuyé </w:t>
      </w:r>
      <w:proofErr w:type="spellStart"/>
      <w:r w:rsidRPr="00436A56">
        <w:rPr>
          <w:szCs w:val="32"/>
        </w:rPr>
        <w:t>Sirio</w:t>
      </w:r>
      <w:proofErr w:type="spellEnd"/>
      <w:r w:rsidRPr="00436A56">
        <w:rPr>
          <w:szCs w:val="32"/>
        </w:rPr>
        <w:t>.</w:t>
      </w:r>
    </w:p>
    <w:p w14:paraId="50892957" w14:textId="77777777" w:rsidR="00436A56" w:rsidRPr="00436A56" w:rsidRDefault="00436A56" w:rsidP="00436A56">
      <w:proofErr w:type="spellStart"/>
      <w:r w:rsidRPr="00436A56">
        <w:rPr>
          <w:szCs w:val="32"/>
        </w:rPr>
        <w:t>TUDA</w:t>
      </w:r>
      <w:proofErr w:type="spellEnd"/>
      <w:r w:rsidRPr="00436A56">
        <w:rPr>
          <w:szCs w:val="32"/>
        </w:rPr>
        <w:t xml:space="preserve">. – Qu’il vienne me prendre, tout à fait comme vous, vous venez le prendre lui, </w:t>
      </w:r>
      <w:proofErr w:type="spellStart"/>
      <w:r w:rsidRPr="00436A56">
        <w:rPr>
          <w:szCs w:val="32"/>
        </w:rPr>
        <w:t>Sirio</w:t>
      </w:r>
      <w:proofErr w:type="spellEnd"/>
      <w:r w:rsidRPr="00436A56">
        <w:rPr>
          <w:szCs w:val="32"/>
        </w:rPr>
        <w:t>.</w:t>
      </w:r>
    </w:p>
    <w:p w14:paraId="3903C260" w14:textId="77777777" w:rsidR="00436A56" w:rsidRPr="00436A56" w:rsidRDefault="00436A56" w:rsidP="00436A56">
      <w:r w:rsidRPr="00436A56">
        <w:rPr>
          <w:szCs w:val="32"/>
        </w:rPr>
        <w:t xml:space="preserve">SARA. – Voilà. Et à la vérité, je lui ai dit qu’il n’y avait aucun mal à cela, au moins jusqu’à ce qu’il ne fasse rien pour </w:t>
      </w:r>
      <w:r w:rsidRPr="00436A56">
        <w:rPr>
          <w:szCs w:val="32"/>
        </w:rPr>
        <w:lastRenderedPageBreak/>
        <w:t xml:space="preserve">vous persuader de lui planter là son tableau (qui est très vilain, </w:t>
      </w:r>
      <w:proofErr w:type="spellStart"/>
      <w:r w:rsidRPr="00436A56">
        <w:rPr>
          <w:szCs w:val="32"/>
        </w:rPr>
        <w:t>Dossi</w:t>
      </w:r>
      <w:proofErr w:type="spellEnd"/>
      <w:r w:rsidRPr="00436A56">
        <w:rPr>
          <w:szCs w:val="32"/>
        </w:rPr>
        <w:t xml:space="preserve"> a raison).</w:t>
      </w:r>
    </w:p>
    <w:p w14:paraId="6044B98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réfléchissant, sombre. </w:t>
      </w:r>
      <w:r w:rsidRPr="00436A56">
        <w:rPr>
          <w:szCs w:val="32"/>
        </w:rPr>
        <w:t>– Oui, ce serait en effet la seule trahison que je pourrais lui faire.</w:t>
      </w:r>
    </w:p>
    <w:p w14:paraId="478F973D" w14:textId="77777777" w:rsidR="00436A56" w:rsidRPr="00436A56" w:rsidRDefault="00436A56" w:rsidP="00436A56">
      <w:r w:rsidRPr="00436A56">
        <w:rPr>
          <w:szCs w:val="32"/>
        </w:rPr>
        <w:t>SARA. – Bien sûr. Comme modèle. Puisque vous ne pouvez le trahir comme épouse.</w:t>
      </w:r>
    </w:p>
    <w:p w14:paraId="6AA9D566" w14:textId="77777777" w:rsidR="00436A56" w:rsidRPr="00436A56" w:rsidRDefault="00436A56" w:rsidP="00436A56">
      <w:proofErr w:type="spellStart"/>
      <w:r w:rsidRPr="00436A56">
        <w:rPr>
          <w:szCs w:val="32"/>
        </w:rPr>
        <w:t>TUDA</w:t>
      </w:r>
      <w:proofErr w:type="spellEnd"/>
      <w:r w:rsidRPr="00436A56">
        <w:rPr>
          <w:szCs w:val="32"/>
        </w:rPr>
        <w:t>. – Vous venez donc éprouver le modèle ?</w:t>
      </w:r>
    </w:p>
    <w:p w14:paraId="106CACE2" w14:textId="77777777" w:rsidR="00436A56" w:rsidRPr="00436A56" w:rsidRDefault="00436A56" w:rsidP="00436A56">
      <w:r w:rsidRPr="00436A56">
        <w:rPr>
          <w:szCs w:val="32"/>
        </w:rPr>
        <w:t>SARA. – Mais vous ne la ferez pas, cette trahison. Sinon, adieu belle maison, belles robes, fourrures.</w:t>
      </w:r>
    </w:p>
    <w:p w14:paraId="3431131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après l’avoir bien regardée, se contenant. </w:t>
      </w:r>
      <w:r w:rsidRPr="00436A56">
        <w:rPr>
          <w:szCs w:val="32"/>
        </w:rPr>
        <w:t>– Bien sûr. Je ne suis pas folle.</w:t>
      </w:r>
    </w:p>
    <w:p w14:paraId="59B76EDE" w14:textId="77777777" w:rsidR="00436A56" w:rsidRPr="00436A56" w:rsidRDefault="00436A56" w:rsidP="00436A56">
      <w:r w:rsidRPr="00436A56">
        <w:rPr>
          <w:szCs w:val="32"/>
        </w:rPr>
        <w:t xml:space="preserve">SARA. – Perdre tout cela pour le plaisir d’aller servir de modèle à </w:t>
      </w:r>
      <w:proofErr w:type="spellStart"/>
      <w:r w:rsidRPr="00436A56">
        <w:rPr>
          <w:szCs w:val="32"/>
        </w:rPr>
        <w:t>Caravani</w:t>
      </w:r>
      <w:proofErr w:type="spellEnd"/>
      <w:r w:rsidRPr="00436A56">
        <w:rPr>
          <w:szCs w:val="32"/>
        </w:rPr>
        <w:t> !</w:t>
      </w:r>
    </w:p>
    <w:p w14:paraId="6D2515FC" w14:textId="77777777" w:rsidR="00436A56" w:rsidRPr="00436A56" w:rsidRDefault="00436A56" w:rsidP="00436A56">
      <w:proofErr w:type="spellStart"/>
      <w:r w:rsidRPr="00436A56">
        <w:rPr>
          <w:szCs w:val="32"/>
        </w:rPr>
        <w:t>TUDA</w:t>
      </w:r>
      <w:proofErr w:type="spellEnd"/>
      <w:r w:rsidRPr="00436A56">
        <w:rPr>
          <w:szCs w:val="32"/>
        </w:rPr>
        <w:t xml:space="preserve">. – Maintenant que j’y ai tellement pris goût qu’on peut dire que je ne pense guère à autre chose. Ainsi vous n’avez pas dissuadé </w:t>
      </w:r>
      <w:proofErr w:type="spellStart"/>
      <w:r w:rsidRPr="00436A56">
        <w:rPr>
          <w:szCs w:val="32"/>
        </w:rPr>
        <w:t>Caravani</w:t>
      </w:r>
      <w:proofErr w:type="spellEnd"/>
      <w:r w:rsidRPr="00436A56">
        <w:rPr>
          <w:szCs w:val="32"/>
        </w:rPr>
        <w:t xml:space="preserve"> de venir me prendre ?</w:t>
      </w:r>
    </w:p>
    <w:p w14:paraId="42C94E7F" w14:textId="77777777" w:rsidR="00436A56" w:rsidRPr="00436A56" w:rsidRDefault="00436A56" w:rsidP="00436A56">
      <w:r w:rsidRPr="00436A56">
        <w:rPr>
          <w:szCs w:val="32"/>
        </w:rPr>
        <w:t>SARA. – Bien au contraire.</w:t>
      </w:r>
    </w:p>
    <w:p w14:paraId="3FD531FB" w14:textId="77777777" w:rsidR="00436A56" w:rsidRPr="00436A56" w:rsidRDefault="00436A56" w:rsidP="00436A56">
      <w:pPr>
        <w:rPr>
          <w:rFonts w:eastAsia="Georgia"/>
        </w:rPr>
      </w:pPr>
      <w:proofErr w:type="spellStart"/>
      <w:r w:rsidRPr="00436A56">
        <w:rPr>
          <w:szCs w:val="32"/>
        </w:rPr>
        <w:t>TUDA</w:t>
      </w:r>
      <w:proofErr w:type="spellEnd"/>
      <w:r w:rsidRPr="00436A56">
        <w:rPr>
          <w:szCs w:val="32"/>
        </w:rPr>
        <w:t>. – Vous lui aurez peut-être suggéré de me</w:t>
      </w:r>
      <w:r w:rsidRPr="00436A56">
        <w:rPr>
          <w:rFonts w:eastAsia="Georgia" w:cs="Georgia"/>
          <w:szCs w:val="32"/>
        </w:rPr>
        <w:t xml:space="preserve">… </w:t>
      </w:r>
      <w:r w:rsidRPr="00436A56">
        <w:rPr>
          <w:szCs w:val="32"/>
        </w:rPr>
        <w:t>persuader</w:t>
      </w:r>
      <w:r w:rsidRPr="00436A56">
        <w:rPr>
          <w:rFonts w:eastAsia="Georgia" w:cs="Georgia"/>
          <w:szCs w:val="32"/>
        </w:rPr>
        <w:t>…</w:t>
      </w:r>
    </w:p>
    <w:p w14:paraId="70EB4DD6" w14:textId="77777777" w:rsidR="00436A56" w:rsidRPr="00436A56" w:rsidRDefault="00436A56" w:rsidP="00436A56">
      <w:r w:rsidRPr="00436A56">
        <w:rPr>
          <w:szCs w:val="32"/>
        </w:rPr>
        <w:t>SARA. – De lui servir de modèle ? Mais non, c’est inutile ! Il le fera lui-même sans aucun doute. Nul besoin de mes suggestions. Les vilains tableaux, il y a toujours quelqu’un pour les acheter. Il paraît qu’un monsieur du Chili veut justement le lui acheter. C’est dommage qu’il ne soit pas achevé.</w:t>
      </w:r>
    </w:p>
    <w:p w14:paraId="0E15FAEA" w14:textId="77777777" w:rsidR="00436A56" w:rsidRPr="00436A56" w:rsidRDefault="00436A56" w:rsidP="00436A56">
      <w:proofErr w:type="spellStart"/>
      <w:r w:rsidRPr="00436A56">
        <w:rPr>
          <w:szCs w:val="32"/>
        </w:rPr>
        <w:t>TUDA</w:t>
      </w:r>
      <w:proofErr w:type="spellEnd"/>
      <w:r w:rsidRPr="00436A56">
        <w:rPr>
          <w:szCs w:val="32"/>
        </w:rPr>
        <w:t>. – Cette statue-là non plus n’est pas achevée.</w:t>
      </w:r>
    </w:p>
    <w:p w14:paraId="7C479355" w14:textId="77777777" w:rsidR="00436A56" w:rsidRPr="00436A56" w:rsidRDefault="00436A56" w:rsidP="00436A56">
      <w:r w:rsidRPr="00436A56">
        <w:rPr>
          <w:szCs w:val="32"/>
        </w:rPr>
        <w:t>SARA. – Mais elle est bien avancée, je crois.</w:t>
      </w:r>
    </w:p>
    <w:p w14:paraId="60EC2A26" w14:textId="77777777" w:rsidR="00436A56" w:rsidRPr="00436A56" w:rsidRDefault="00436A56" w:rsidP="00436A56">
      <w:proofErr w:type="spellStart"/>
      <w:r w:rsidRPr="00436A56">
        <w:rPr>
          <w:szCs w:val="32"/>
        </w:rPr>
        <w:lastRenderedPageBreak/>
        <w:t>TUDA</w:t>
      </w:r>
      <w:proofErr w:type="spellEnd"/>
      <w:r w:rsidRPr="00436A56">
        <w:rPr>
          <w:szCs w:val="32"/>
        </w:rPr>
        <w:t>. – Vous ne l’avez pas vue comme elle est maintenant.</w:t>
      </w:r>
    </w:p>
    <w:p w14:paraId="5F19E0D3" w14:textId="77777777" w:rsidR="00436A56" w:rsidRPr="00436A56" w:rsidRDefault="00436A56" w:rsidP="00436A56">
      <w:r w:rsidRPr="00436A56">
        <w:rPr>
          <w:szCs w:val="32"/>
        </w:rPr>
        <w:t>SARA. – Non. Il y a longtemps que je ne la vois pas.</w:t>
      </w:r>
    </w:p>
    <w:p w14:paraId="7ED2E381" w14:textId="77777777" w:rsidR="00436A56" w:rsidRPr="00436A56" w:rsidRDefault="00436A56" w:rsidP="00436A56">
      <w:proofErr w:type="spellStart"/>
      <w:r w:rsidRPr="00436A56">
        <w:rPr>
          <w:szCs w:val="32"/>
        </w:rPr>
        <w:t>TUDA</w:t>
      </w:r>
      <w:proofErr w:type="spellEnd"/>
      <w:r w:rsidRPr="00436A56">
        <w:rPr>
          <w:szCs w:val="32"/>
        </w:rPr>
        <w:t>. – Allez donc la voir.</w:t>
      </w:r>
    </w:p>
    <w:p w14:paraId="7B6EB86E" w14:textId="77777777" w:rsidR="00436A56" w:rsidRPr="00436A56" w:rsidRDefault="00436A56" w:rsidP="00436A56">
      <w:r w:rsidRPr="00436A56">
        <w:rPr>
          <w:szCs w:val="32"/>
        </w:rPr>
        <w:t>SARA. – Il l’a beaucoup changée.</w:t>
      </w:r>
    </w:p>
    <w:p w14:paraId="61A65BCE" w14:textId="77777777" w:rsidR="00436A56" w:rsidRPr="00436A56" w:rsidRDefault="00436A56" w:rsidP="00436A56">
      <w:proofErr w:type="spellStart"/>
      <w:r w:rsidRPr="00436A56">
        <w:rPr>
          <w:szCs w:val="32"/>
        </w:rPr>
        <w:t>TUDA</w:t>
      </w:r>
      <w:proofErr w:type="spellEnd"/>
      <w:r w:rsidRPr="00436A56">
        <w:rPr>
          <w:szCs w:val="32"/>
        </w:rPr>
        <w:t>. – Oui, beaucoup. Vous croyez vraiment qu’il pourrait la terminer sans moi, avec un autre modèle ?</w:t>
      </w:r>
    </w:p>
    <w:p w14:paraId="461CD3D0" w14:textId="77777777" w:rsidR="00436A56" w:rsidRPr="00436A56" w:rsidRDefault="00436A56" w:rsidP="00436A56">
      <w:r w:rsidRPr="00436A56">
        <w:rPr>
          <w:szCs w:val="32"/>
        </w:rPr>
        <w:t>SARA. – D’autant plus s’il l’a beaucoup changée, comme vous dites.</w:t>
      </w:r>
    </w:p>
    <w:p w14:paraId="5AF6B491" w14:textId="77777777" w:rsidR="00436A56" w:rsidRPr="00436A56" w:rsidRDefault="00436A56" w:rsidP="00436A56">
      <w:proofErr w:type="spellStart"/>
      <w:r w:rsidRPr="00436A56">
        <w:rPr>
          <w:szCs w:val="32"/>
        </w:rPr>
        <w:t>TUDA</w:t>
      </w:r>
      <w:proofErr w:type="spellEnd"/>
      <w:r w:rsidRPr="00436A56">
        <w:rPr>
          <w:szCs w:val="32"/>
        </w:rPr>
        <w:t xml:space="preserve">. – Eh bien, madame, montez lui dire que je ferai terminer à </w:t>
      </w:r>
      <w:proofErr w:type="spellStart"/>
      <w:r w:rsidRPr="00436A56">
        <w:rPr>
          <w:szCs w:val="32"/>
        </w:rPr>
        <w:t>Caravani</w:t>
      </w:r>
      <w:proofErr w:type="spellEnd"/>
      <w:r w:rsidRPr="00436A56">
        <w:rPr>
          <w:szCs w:val="32"/>
        </w:rPr>
        <w:t xml:space="preserve"> son tableau pour le Chilien.</w:t>
      </w:r>
    </w:p>
    <w:p w14:paraId="457A0EFE" w14:textId="77777777" w:rsidR="00436A56" w:rsidRPr="00436A56" w:rsidRDefault="00436A56" w:rsidP="00436A56">
      <w:r w:rsidRPr="00436A56">
        <w:rPr>
          <w:szCs w:val="32"/>
        </w:rPr>
        <w:t>SARA. – Vous ne ferez pas cette folie ?</w:t>
      </w:r>
    </w:p>
    <w:p w14:paraId="769E0AD3" w14:textId="77777777" w:rsidR="00436A56" w:rsidRPr="00436A56" w:rsidRDefault="00436A56" w:rsidP="00436A56">
      <w:proofErr w:type="spellStart"/>
      <w:r w:rsidRPr="00436A56">
        <w:rPr>
          <w:szCs w:val="32"/>
        </w:rPr>
        <w:t>TUDA</w:t>
      </w:r>
      <w:proofErr w:type="spellEnd"/>
      <w:r w:rsidRPr="00436A56">
        <w:rPr>
          <w:szCs w:val="32"/>
        </w:rPr>
        <w:t xml:space="preserve">. – Madame, je vous ai comprise et j’accepte votre défi. Je servirai de modèle à </w:t>
      </w:r>
      <w:proofErr w:type="spellStart"/>
      <w:r w:rsidRPr="00436A56">
        <w:rPr>
          <w:szCs w:val="32"/>
        </w:rPr>
        <w:t>Caravani</w:t>
      </w:r>
      <w:proofErr w:type="spellEnd"/>
      <w:r w:rsidRPr="00436A56">
        <w:rPr>
          <w:szCs w:val="32"/>
        </w:rPr>
        <w:t>, et tâcherai de lui faire terminer cette Diane aussi laidement qu’il me sera possible de le faire. Allez le lui dire.</w:t>
      </w:r>
    </w:p>
    <w:p w14:paraId="281237B7" w14:textId="77777777" w:rsidR="00436A56" w:rsidRPr="00436A56" w:rsidRDefault="00436A56" w:rsidP="00436A56">
      <w:pPr>
        <w:jc w:val="right"/>
      </w:pPr>
      <w:r w:rsidRPr="00436A56">
        <w:rPr>
          <w:i/>
          <w:iCs/>
          <w:szCs w:val="32"/>
        </w:rPr>
        <w:t>On entend frapper à la porte.</w:t>
      </w:r>
    </w:p>
    <w:p w14:paraId="5DF03315" w14:textId="77777777" w:rsidR="00436A56" w:rsidRPr="00436A56" w:rsidRDefault="00436A56" w:rsidP="00436A56">
      <w:r w:rsidRPr="00436A56">
        <w:rPr>
          <w:szCs w:val="32"/>
        </w:rPr>
        <w:t>SARA. – Serait-ce vraiment lui ?</w:t>
      </w:r>
    </w:p>
    <w:p w14:paraId="62E49108" w14:textId="77777777" w:rsidR="00436A56" w:rsidRPr="00436A56" w:rsidRDefault="00436A56" w:rsidP="00436A56">
      <w:proofErr w:type="spellStart"/>
      <w:r w:rsidRPr="00436A56">
        <w:rPr>
          <w:szCs w:val="32"/>
        </w:rPr>
        <w:t>TUDA</w:t>
      </w:r>
      <w:proofErr w:type="spellEnd"/>
      <w:r w:rsidRPr="00436A56">
        <w:rPr>
          <w:szCs w:val="32"/>
        </w:rPr>
        <w:t xml:space="preserve">. – Si c’est lui, je m’en vais vite. </w:t>
      </w:r>
      <w:r w:rsidRPr="00436A56">
        <w:rPr>
          <w:i/>
          <w:iCs/>
          <w:szCs w:val="32"/>
        </w:rPr>
        <w:t xml:space="preserve">(Elle ouvre la porte et se trouve devant Nono </w:t>
      </w:r>
      <w:proofErr w:type="spellStart"/>
      <w:r w:rsidRPr="00436A56">
        <w:rPr>
          <w:i/>
          <w:iCs/>
          <w:szCs w:val="32"/>
        </w:rPr>
        <w:t>Guincano</w:t>
      </w:r>
      <w:proofErr w:type="spellEnd"/>
      <w:r w:rsidRPr="00436A56">
        <w:rPr>
          <w:i/>
          <w:iCs/>
          <w:szCs w:val="32"/>
        </w:rPr>
        <w:t xml:space="preserve"> </w:t>
      </w:r>
      <w:r w:rsidRPr="00436A56">
        <w:rPr>
          <w:szCs w:val="32"/>
        </w:rPr>
        <w:t xml:space="preserve">– </w:t>
      </w:r>
      <w:r w:rsidRPr="00436A56">
        <w:rPr>
          <w:i/>
          <w:iCs/>
          <w:szCs w:val="32"/>
        </w:rPr>
        <w:t xml:space="preserve">elle reste.) </w:t>
      </w:r>
      <w:r w:rsidRPr="00436A56">
        <w:rPr>
          <w:szCs w:val="32"/>
        </w:rPr>
        <w:t>C’est vous, maître ?</w:t>
      </w:r>
    </w:p>
    <w:p w14:paraId="759CC907" w14:textId="77777777" w:rsidR="00436A56" w:rsidRPr="00436A56" w:rsidRDefault="00436A56" w:rsidP="00436A56">
      <w:r w:rsidRPr="00436A56">
        <w:rPr>
          <w:szCs w:val="32"/>
        </w:rPr>
        <w:t>SARA. – Empêchez-la de commettre d’autres folies.</w:t>
      </w:r>
    </w:p>
    <w:p w14:paraId="1AD90BAE" w14:textId="77777777" w:rsidR="00436A56" w:rsidRPr="00436A56" w:rsidRDefault="00436A56" w:rsidP="00436A56">
      <w:proofErr w:type="spellStart"/>
      <w:r w:rsidRPr="00436A56">
        <w:rPr>
          <w:szCs w:val="32"/>
        </w:rPr>
        <w:t>TUDA</w:t>
      </w:r>
      <w:proofErr w:type="spellEnd"/>
      <w:r w:rsidRPr="00436A56">
        <w:rPr>
          <w:szCs w:val="32"/>
        </w:rPr>
        <w:t>. – C’est vous qui le lui conseillez ?</w:t>
      </w:r>
    </w:p>
    <w:p w14:paraId="13A1C8B0" w14:textId="77777777" w:rsidR="00436A56" w:rsidRPr="00436A56" w:rsidRDefault="00436A56" w:rsidP="00436A56">
      <w:proofErr w:type="spellStart"/>
      <w:r w:rsidRPr="00436A56">
        <w:rPr>
          <w:szCs w:val="32"/>
        </w:rPr>
        <w:t>GUINCANO</w:t>
      </w:r>
      <w:proofErr w:type="spellEnd"/>
      <w:r w:rsidRPr="00436A56">
        <w:rPr>
          <w:szCs w:val="32"/>
        </w:rPr>
        <w:t>. – Quelles folies ?</w:t>
      </w:r>
    </w:p>
    <w:p w14:paraId="409CBD70" w14:textId="77777777" w:rsidR="00436A56" w:rsidRPr="00436A56" w:rsidRDefault="00436A56" w:rsidP="00436A56">
      <w:r w:rsidRPr="00436A56">
        <w:rPr>
          <w:szCs w:val="32"/>
        </w:rPr>
        <w:lastRenderedPageBreak/>
        <w:t xml:space="preserve">SARA. – Enfin des scènes ! je me décide à monter appeler </w:t>
      </w:r>
      <w:proofErr w:type="spellStart"/>
      <w:r w:rsidRPr="00436A56">
        <w:rPr>
          <w:szCs w:val="32"/>
        </w:rPr>
        <w:t>Dossi</w:t>
      </w:r>
      <w:proofErr w:type="spellEnd"/>
      <w:r w:rsidRPr="00436A56">
        <w:rPr>
          <w:szCs w:val="32"/>
        </w:rPr>
        <w:t xml:space="preserve"> puisque je vois qu’il ne descend pas.</w:t>
      </w:r>
    </w:p>
    <w:p w14:paraId="581C3FB0" w14:textId="77777777" w:rsidR="00436A56" w:rsidRPr="00436A56" w:rsidRDefault="00436A56" w:rsidP="00436A56">
      <w:pPr>
        <w:jc w:val="right"/>
      </w:pPr>
      <w:r w:rsidRPr="00436A56">
        <w:rPr>
          <w:i/>
          <w:iCs/>
          <w:szCs w:val="32"/>
        </w:rPr>
        <w:t>Elle sort par la porte de gauche.</w:t>
      </w:r>
    </w:p>
    <w:p w14:paraId="4EC42026"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tout de suite avec force. </w:t>
      </w:r>
      <w:r w:rsidRPr="00436A56">
        <w:rPr>
          <w:szCs w:val="32"/>
        </w:rPr>
        <w:t>– Ne regardez pas. Ne faites pas attention à ma toilette.</w:t>
      </w:r>
    </w:p>
    <w:p w14:paraId="55122A25"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confus. </w:t>
      </w:r>
      <w:r w:rsidRPr="00436A56">
        <w:rPr>
          <w:szCs w:val="32"/>
        </w:rPr>
        <w:t>– Pourquoi ?</w:t>
      </w:r>
    </w:p>
    <w:p w14:paraId="34E7AD33" w14:textId="77777777" w:rsidR="00436A56" w:rsidRPr="00436A56" w:rsidRDefault="00436A56" w:rsidP="00436A56">
      <w:proofErr w:type="spellStart"/>
      <w:r w:rsidRPr="00436A56">
        <w:rPr>
          <w:szCs w:val="32"/>
        </w:rPr>
        <w:t>TUDA</w:t>
      </w:r>
      <w:proofErr w:type="spellEnd"/>
      <w:r w:rsidRPr="00436A56">
        <w:rPr>
          <w:szCs w:val="32"/>
        </w:rPr>
        <w:t>. – Je peux tout envoyer promener.</w:t>
      </w:r>
    </w:p>
    <w:p w14:paraId="36EC5C9D" w14:textId="77777777" w:rsidR="00436A56" w:rsidRPr="00436A56" w:rsidRDefault="00436A56" w:rsidP="00436A56">
      <w:proofErr w:type="spellStart"/>
      <w:r w:rsidRPr="00436A56">
        <w:rPr>
          <w:szCs w:val="32"/>
        </w:rPr>
        <w:t>GUINCANO</w:t>
      </w:r>
      <w:proofErr w:type="spellEnd"/>
      <w:r w:rsidRPr="00436A56">
        <w:rPr>
          <w:szCs w:val="32"/>
        </w:rPr>
        <w:t>. – Que dis-tu ?</w:t>
      </w:r>
    </w:p>
    <w:p w14:paraId="24A9B9C5" w14:textId="77777777" w:rsidR="00436A56" w:rsidRPr="00436A56" w:rsidRDefault="00436A56" w:rsidP="00436A56">
      <w:proofErr w:type="spellStart"/>
      <w:r w:rsidRPr="00436A56">
        <w:rPr>
          <w:szCs w:val="32"/>
        </w:rPr>
        <w:t>TUDA</w:t>
      </w:r>
      <w:proofErr w:type="spellEnd"/>
      <w:r w:rsidRPr="00436A56">
        <w:rPr>
          <w:szCs w:val="32"/>
        </w:rPr>
        <w:t>. – Je vois que vous me regardez… vous savez, je peux redevenir celle d’autrefois.</w:t>
      </w:r>
    </w:p>
    <w:p w14:paraId="1E488007" w14:textId="77777777" w:rsidR="00436A56" w:rsidRPr="00436A56" w:rsidRDefault="00436A56" w:rsidP="00436A56">
      <w:proofErr w:type="spellStart"/>
      <w:r w:rsidRPr="00436A56">
        <w:rPr>
          <w:szCs w:val="32"/>
        </w:rPr>
        <w:t>GUINCANO</w:t>
      </w:r>
      <w:proofErr w:type="spellEnd"/>
      <w:r w:rsidRPr="00436A56">
        <w:rPr>
          <w:szCs w:val="32"/>
        </w:rPr>
        <w:t>. – Mais pourquoi me dis-tu cela ?</w:t>
      </w:r>
    </w:p>
    <w:p w14:paraId="5E644EA1" w14:textId="77777777" w:rsidR="00436A56" w:rsidRPr="00436A56" w:rsidRDefault="00436A56" w:rsidP="00436A56">
      <w:proofErr w:type="spellStart"/>
      <w:r w:rsidRPr="00436A56">
        <w:rPr>
          <w:szCs w:val="32"/>
        </w:rPr>
        <w:t>TUDA</w:t>
      </w:r>
      <w:proofErr w:type="spellEnd"/>
      <w:r w:rsidRPr="00436A56">
        <w:rPr>
          <w:szCs w:val="32"/>
        </w:rPr>
        <w:t>. – Vous voulez vraiment m’empêcher de la faire, cette autre folie ?</w:t>
      </w:r>
    </w:p>
    <w:p w14:paraId="49295845" w14:textId="77777777" w:rsidR="00436A56" w:rsidRPr="00436A56" w:rsidRDefault="00436A56" w:rsidP="00436A56">
      <w:proofErr w:type="spellStart"/>
      <w:r w:rsidRPr="00436A56">
        <w:rPr>
          <w:szCs w:val="32"/>
        </w:rPr>
        <w:t>GUIN</w:t>
      </w:r>
      <w:r w:rsidRPr="00436A56">
        <w:t>CANO</w:t>
      </w:r>
      <w:proofErr w:type="spellEnd"/>
      <w:r w:rsidRPr="00436A56">
        <w:t xml:space="preserve">. </w:t>
      </w:r>
      <w:r w:rsidRPr="00436A56">
        <w:rPr>
          <w:szCs w:val="32"/>
        </w:rPr>
        <w:t>– Quelle autre folie ? Je ne sais pas, moi.</w:t>
      </w:r>
    </w:p>
    <w:p w14:paraId="522C2A7A" w14:textId="77777777" w:rsidR="00436A56" w:rsidRPr="00436A56" w:rsidRDefault="00436A56" w:rsidP="00436A56">
      <w:proofErr w:type="spellStart"/>
      <w:r w:rsidRPr="00436A56">
        <w:rPr>
          <w:szCs w:val="32"/>
        </w:rPr>
        <w:t>TUDA</w:t>
      </w:r>
      <w:proofErr w:type="spellEnd"/>
      <w:r w:rsidRPr="00436A56">
        <w:rPr>
          <w:szCs w:val="32"/>
        </w:rPr>
        <w:t>. – Vous n’avez pas entendu qu’elle a eu l’impudence de me la déconseiller. Elle ! Une autre personne à la rigueur. Mais, elle ? Je suis sur le point de la commettre.</w:t>
      </w:r>
    </w:p>
    <w:p w14:paraId="03667B3E" w14:textId="77777777" w:rsidR="00436A56" w:rsidRPr="00436A56" w:rsidRDefault="00436A56" w:rsidP="00436A56">
      <w:proofErr w:type="spellStart"/>
      <w:r w:rsidRPr="00436A56">
        <w:rPr>
          <w:szCs w:val="32"/>
        </w:rPr>
        <w:t>GUINCANO</w:t>
      </w:r>
      <w:proofErr w:type="spellEnd"/>
      <w:r w:rsidRPr="00436A56">
        <w:rPr>
          <w:szCs w:val="32"/>
        </w:rPr>
        <w:t>. – Mais moi je t’en empêcherai.</w:t>
      </w:r>
    </w:p>
    <w:p w14:paraId="0D92A2BD" w14:textId="77777777" w:rsidR="00436A56" w:rsidRPr="00436A56" w:rsidRDefault="00436A56" w:rsidP="00436A56">
      <w:proofErr w:type="spellStart"/>
      <w:r w:rsidRPr="00436A56">
        <w:rPr>
          <w:szCs w:val="32"/>
        </w:rPr>
        <w:t>TUDA</w:t>
      </w:r>
      <w:proofErr w:type="spellEnd"/>
      <w:r w:rsidRPr="00436A56">
        <w:rPr>
          <w:szCs w:val="32"/>
        </w:rPr>
        <w:t>. – Oui : vous seul le pouvez. À condition que ce soit pour vous.</w:t>
      </w:r>
    </w:p>
    <w:p w14:paraId="4D79DC64" w14:textId="77777777" w:rsidR="00436A56" w:rsidRPr="00436A56" w:rsidRDefault="00436A56" w:rsidP="00436A56">
      <w:proofErr w:type="spellStart"/>
      <w:r w:rsidRPr="00436A56">
        <w:rPr>
          <w:szCs w:val="32"/>
        </w:rPr>
        <w:t>GUINCANO</w:t>
      </w:r>
      <w:proofErr w:type="spellEnd"/>
      <w:r w:rsidRPr="00436A56">
        <w:rPr>
          <w:szCs w:val="32"/>
        </w:rPr>
        <w:t>. – Quoi donc ! pour moi ?</w:t>
      </w:r>
    </w:p>
    <w:p w14:paraId="5708B6DA"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avec un remords intense, pleurant presque. </w:t>
      </w:r>
      <w:r w:rsidRPr="00436A56">
        <w:rPr>
          <w:szCs w:val="32"/>
        </w:rPr>
        <w:t>– Ah ! si cette fois, vous vous souvenez, où nous parlions n’étaient pas survenues ces deux sorcières…</w:t>
      </w:r>
    </w:p>
    <w:p w14:paraId="045BB0D3"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secouant la tête. </w:t>
      </w:r>
      <w:r w:rsidRPr="00436A56">
        <w:rPr>
          <w:szCs w:val="32"/>
        </w:rPr>
        <w:t>– Vraiment, ce jour-là ?</w:t>
      </w:r>
    </w:p>
    <w:p w14:paraId="4C9B4A25" w14:textId="77777777" w:rsidR="00436A56" w:rsidRPr="00436A56" w:rsidRDefault="00436A56" w:rsidP="00436A56">
      <w:proofErr w:type="spellStart"/>
      <w:r w:rsidRPr="00436A56">
        <w:rPr>
          <w:szCs w:val="32"/>
        </w:rPr>
        <w:lastRenderedPageBreak/>
        <w:t>TUDA</w:t>
      </w:r>
      <w:proofErr w:type="spellEnd"/>
      <w:r w:rsidRPr="00436A56">
        <w:rPr>
          <w:szCs w:val="32"/>
        </w:rPr>
        <w:t>. – Oui, il me fit la proposition peu après votre départ.</w:t>
      </w:r>
    </w:p>
    <w:p w14:paraId="7C784FD2" w14:textId="77777777" w:rsidR="00436A56" w:rsidRPr="00436A56" w:rsidRDefault="00436A56" w:rsidP="00436A56">
      <w:proofErr w:type="spellStart"/>
      <w:r w:rsidRPr="00436A56">
        <w:rPr>
          <w:szCs w:val="32"/>
        </w:rPr>
        <w:t>GUINCANO</w:t>
      </w:r>
      <w:proofErr w:type="spellEnd"/>
      <w:r w:rsidRPr="00436A56">
        <w:rPr>
          <w:szCs w:val="32"/>
        </w:rPr>
        <w:t>. – Mais toi d’abord, je me souviens très bien, tu avais commencé à parler de moi.</w:t>
      </w:r>
    </w:p>
    <w:p w14:paraId="2E9B1816" w14:textId="77777777" w:rsidR="00436A56" w:rsidRPr="00436A56" w:rsidRDefault="00436A56" w:rsidP="00436A56">
      <w:proofErr w:type="spellStart"/>
      <w:r w:rsidRPr="00436A56">
        <w:rPr>
          <w:szCs w:val="32"/>
        </w:rPr>
        <w:t>TUDA</w:t>
      </w:r>
      <w:proofErr w:type="spellEnd"/>
      <w:r w:rsidRPr="00436A56">
        <w:rPr>
          <w:szCs w:val="32"/>
        </w:rPr>
        <w:t>. – Oui, parce que je m’étais aperçue que vous souffriez.</w:t>
      </w:r>
    </w:p>
    <w:p w14:paraId="0EF7D3F2" w14:textId="77777777" w:rsidR="00436A56" w:rsidRPr="00436A56" w:rsidRDefault="00436A56" w:rsidP="00436A56">
      <w:proofErr w:type="spellStart"/>
      <w:r w:rsidRPr="00436A56">
        <w:rPr>
          <w:szCs w:val="32"/>
        </w:rPr>
        <w:t>GUINCANO</w:t>
      </w:r>
      <w:proofErr w:type="spellEnd"/>
      <w:r w:rsidRPr="00436A56">
        <w:rPr>
          <w:szCs w:val="32"/>
        </w:rPr>
        <w:t>. – Tu m’avais pris à part et tu me demandais mille choses sur lui.</w:t>
      </w:r>
    </w:p>
    <w:p w14:paraId="548A971F" w14:textId="77777777" w:rsidR="00436A56" w:rsidRPr="00436A56" w:rsidRDefault="00436A56" w:rsidP="00436A56">
      <w:proofErr w:type="spellStart"/>
      <w:r w:rsidRPr="00436A56">
        <w:rPr>
          <w:szCs w:val="32"/>
        </w:rPr>
        <w:t>TUDA</w:t>
      </w:r>
      <w:proofErr w:type="spellEnd"/>
      <w:r w:rsidRPr="00436A56">
        <w:rPr>
          <w:szCs w:val="32"/>
        </w:rPr>
        <w:t>. – Parce que j’avais plus de courage…</w:t>
      </w:r>
    </w:p>
    <w:p w14:paraId="63D4608B" w14:textId="77777777" w:rsidR="00436A56" w:rsidRPr="00436A56" w:rsidRDefault="00436A56" w:rsidP="00436A56">
      <w:proofErr w:type="spellStart"/>
      <w:r w:rsidRPr="00436A56">
        <w:rPr>
          <w:szCs w:val="32"/>
        </w:rPr>
        <w:t>GUINCANO</w:t>
      </w:r>
      <w:proofErr w:type="spellEnd"/>
      <w:r w:rsidRPr="00436A56">
        <w:rPr>
          <w:szCs w:val="32"/>
        </w:rPr>
        <w:t>. – Mais oui, c’est bien naturel.</w:t>
      </w:r>
    </w:p>
    <w:p w14:paraId="65889DFE" w14:textId="77777777" w:rsidR="00436A56" w:rsidRPr="00436A56" w:rsidRDefault="00436A56" w:rsidP="00436A56">
      <w:proofErr w:type="spellStart"/>
      <w:r w:rsidRPr="00436A56">
        <w:rPr>
          <w:szCs w:val="32"/>
        </w:rPr>
        <w:t>TUDA</w:t>
      </w:r>
      <w:proofErr w:type="spellEnd"/>
      <w:r w:rsidRPr="00436A56">
        <w:rPr>
          <w:szCs w:val="32"/>
        </w:rPr>
        <w:t>. – Non, non. Je vous assure que je ne me serais jamais attendue à ce qu’il m’offrît justement ce jour-là de m’épouser.</w:t>
      </w:r>
    </w:p>
    <w:p w14:paraId="45220FE3" w14:textId="77777777" w:rsidR="00436A56" w:rsidRPr="00436A56" w:rsidRDefault="00436A56" w:rsidP="00436A56">
      <w:proofErr w:type="spellStart"/>
      <w:r w:rsidRPr="00436A56">
        <w:rPr>
          <w:szCs w:val="32"/>
        </w:rPr>
        <w:t>GUINCANO</w:t>
      </w:r>
      <w:proofErr w:type="spellEnd"/>
      <w:r w:rsidRPr="00436A56">
        <w:rPr>
          <w:szCs w:val="32"/>
        </w:rPr>
        <w:t>. – Mais je t’aurais dit comme je te le dis maintenant que tu n’as d’autre devoir que d’être méchante.</w:t>
      </w:r>
    </w:p>
    <w:p w14:paraId="46C83F8C" w14:textId="77777777" w:rsidR="00436A56" w:rsidRPr="00436A56" w:rsidRDefault="00436A56" w:rsidP="00436A56">
      <w:proofErr w:type="spellStart"/>
      <w:r w:rsidRPr="00436A56">
        <w:rPr>
          <w:szCs w:val="32"/>
        </w:rPr>
        <w:t>TUDA</w:t>
      </w:r>
      <w:proofErr w:type="spellEnd"/>
      <w:r w:rsidRPr="00436A56">
        <w:rPr>
          <w:szCs w:val="32"/>
        </w:rPr>
        <w:t>. – Méchante ?</w:t>
      </w:r>
    </w:p>
    <w:p w14:paraId="0B3AADA9" w14:textId="77777777" w:rsidR="00436A56" w:rsidRPr="00436A56" w:rsidRDefault="00436A56" w:rsidP="00436A56">
      <w:proofErr w:type="spellStart"/>
      <w:r w:rsidRPr="00436A56">
        <w:rPr>
          <w:szCs w:val="32"/>
        </w:rPr>
        <w:t>GUINCANO</w:t>
      </w:r>
      <w:proofErr w:type="spellEnd"/>
      <w:r w:rsidRPr="00436A56">
        <w:rPr>
          <w:szCs w:val="32"/>
        </w:rPr>
        <w:t>. – Comme tout le monde le dit.</w:t>
      </w:r>
    </w:p>
    <w:p w14:paraId="6524F107" w14:textId="77777777" w:rsidR="00436A56" w:rsidRPr="00436A56" w:rsidRDefault="00436A56" w:rsidP="00436A56">
      <w:proofErr w:type="spellStart"/>
      <w:r w:rsidRPr="00436A56">
        <w:rPr>
          <w:szCs w:val="32"/>
        </w:rPr>
        <w:t>TUDA</w:t>
      </w:r>
      <w:proofErr w:type="spellEnd"/>
      <w:r w:rsidRPr="00436A56">
        <w:rPr>
          <w:szCs w:val="32"/>
        </w:rPr>
        <w:t>. – Moi ? Qui le dit ?</w:t>
      </w:r>
    </w:p>
    <w:p w14:paraId="553F8211" w14:textId="77777777" w:rsidR="00436A56" w:rsidRPr="00436A56" w:rsidRDefault="00436A56" w:rsidP="00436A56">
      <w:proofErr w:type="spellStart"/>
      <w:r w:rsidRPr="00436A56">
        <w:rPr>
          <w:szCs w:val="32"/>
        </w:rPr>
        <w:t>GUINCANO</w:t>
      </w:r>
      <w:proofErr w:type="spellEnd"/>
      <w:r w:rsidRPr="00436A56">
        <w:rPr>
          <w:szCs w:val="32"/>
        </w:rPr>
        <w:t>. – Tous ceux qui croient que c’est toi…</w:t>
      </w:r>
    </w:p>
    <w:p w14:paraId="006DAEEE" w14:textId="77777777" w:rsidR="00436A56" w:rsidRPr="00436A56" w:rsidRDefault="00436A56" w:rsidP="00436A56">
      <w:proofErr w:type="spellStart"/>
      <w:r w:rsidRPr="00436A56">
        <w:rPr>
          <w:szCs w:val="32"/>
        </w:rPr>
        <w:t>TUDA</w:t>
      </w:r>
      <w:proofErr w:type="spellEnd"/>
      <w:r w:rsidRPr="00436A56">
        <w:rPr>
          <w:szCs w:val="32"/>
        </w:rPr>
        <w:t>. – Moi ?</w:t>
      </w:r>
    </w:p>
    <w:p w14:paraId="0ADC9165" w14:textId="77777777" w:rsidR="00436A56" w:rsidRPr="00436A56" w:rsidRDefault="00436A56" w:rsidP="00436A56">
      <w:proofErr w:type="spellStart"/>
      <w:r w:rsidRPr="00436A56">
        <w:rPr>
          <w:szCs w:val="32"/>
        </w:rPr>
        <w:t>GUINCANO</w:t>
      </w:r>
      <w:proofErr w:type="spellEnd"/>
      <w:r w:rsidRPr="00436A56">
        <w:rPr>
          <w:szCs w:val="32"/>
        </w:rPr>
        <w:t>. –… qui m’a rendu fou.</w:t>
      </w:r>
    </w:p>
    <w:p w14:paraId="4AC27442" w14:textId="77777777" w:rsidR="00436A56" w:rsidRPr="00436A56" w:rsidRDefault="00436A56" w:rsidP="00436A56">
      <w:proofErr w:type="spellStart"/>
      <w:r w:rsidRPr="00436A56">
        <w:rPr>
          <w:szCs w:val="32"/>
        </w:rPr>
        <w:t>TUDA</w:t>
      </w:r>
      <w:proofErr w:type="spellEnd"/>
      <w:r w:rsidRPr="00436A56">
        <w:rPr>
          <w:szCs w:val="32"/>
        </w:rPr>
        <w:t>. – Ils disent ça ?</w:t>
      </w:r>
    </w:p>
    <w:p w14:paraId="20F2DF88"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avec dégoût. </w:t>
      </w:r>
      <w:r w:rsidRPr="00436A56">
        <w:rPr>
          <w:szCs w:val="32"/>
        </w:rPr>
        <w:t>– Ça te trouble ?</w:t>
      </w:r>
    </w:p>
    <w:p w14:paraId="20763495" w14:textId="77777777" w:rsidR="00436A56" w:rsidRPr="00436A56" w:rsidRDefault="00436A56" w:rsidP="00436A56">
      <w:proofErr w:type="spellStart"/>
      <w:r w:rsidRPr="00436A56">
        <w:rPr>
          <w:szCs w:val="32"/>
        </w:rPr>
        <w:lastRenderedPageBreak/>
        <w:t>TUDA</w:t>
      </w:r>
      <w:proofErr w:type="spellEnd"/>
      <w:r w:rsidRPr="00436A56">
        <w:rPr>
          <w:szCs w:val="32"/>
        </w:rPr>
        <w:t>. – Parce que ce n’est pas vrai. Oui, je m’étais aperçue que vous vous trouviez toujours où j’étais : si j’étais ici, à la pose, vous y étiez aussi.</w:t>
      </w:r>
    </w:p>
    <w:p w14:paraId="71CBF93D" w14:textId="77777777" w:rsidR="00436A56" w:rsidRPr="00436A56" w:rsidRDefault="00436A56" w:rsidP="00436A56">
      <w:proofErr w:type="spellStart"/>
      <w:r w:rsidRPr="00436A56">
        <w:rPr>
          <w:szCs w:val="32"/>
        </w:rPr>
        <w:t>GUINCANO</w:t>
      </w:r>
      <w:proofErr w:type="spellEnd"/>
      <w:r w:rsidRPr="00436A56">
        <w:rPr>
          <w:szCs w:val="32"/>
        </w:rPr>
        <w:t>. – Je t’en prie. Ne t’excuse pas avec moi.</w:t>
      </w:r>
    </w:p>
    <w:p w14:paraId="39259372" w14:textId="77777777" w:rsidR="00436A56" w:rsidRPr="00436A56" w:rsidRDefault="00436A56" w:rsidP="00436A56">
      <w:proofErr w:type="spellStart"/>
      <w:r w:rsidRPr="00436A56">
        <w:rPr>
          <w:szCs w:val="32"/>
        </w:rPr>
        <w:t>TUDA</w:t>
      </w:r>
      <w:proofErr w:type="spellEnd"/>
      <w:r w:rsidRPr="00436A56">
        <w:rPr>
          <w:szCs w:val="32"/>
        </w:rPr>
        <w:t>. – Non. Mais c’est vrai. Si jamais vous m’aviez dit la moindre chose.</w:t>
      </w:r>
    </w:p>
    <w:p w14:paraId="719640AC" w14:textId="77777777" w:rsidR="00436A56" w:rsidRPr="00436A56" w:rsidRDefault="00436A56" w:rsidP="00436A56">
      <w:proofErr w:type="spellStart"/>
      <w:r w:rsidRPr="00436A56">
        <w:rPr>
          <w:szCs w:val="32"/>
        </w:rPr>
        <w:t>GUINCANO</w:t>
      </w:r>
      <w:proofErr w:type="spellEnd"/>
      <w:r w:rsidRPr="00436A56">
        <w:rPr>
          <w:szCs w:val="32"/>
        </w:rPr>
        <w:t>. – Tu voulais que je te dise ?</w:t>
      </w:r>
    </w:p>
    <w:p w14:paraId="2C3BF288" w14:textId="77777777" w:rsidR="00436A56" w:rsidRPr="00436A56" w:rsidRDefault="00436A56" w:rsidP="00436A56">
      <w:proofErr w:type="spellStart"/>
      <w:r w:rsidRPr="00436A56">
        <w:rPr>
          <w:szCs w:val="32"/>
        </w:rPr>
        <w:t>TUDA</w:t>
      </w:r>
      <w:proofErr w:type="spellEnd"/>
      <w:r w:rsidRPr="00436A56">
        <w:rPr>
          <w:szCs w:val="32"/>
        </w:rPr>
        <w:t>. – Que n’avez-vous parlé ?</w:t>
      </w:r>
    </w:p>
    <w:p w14:paraId="12D4228D" w14:textId="77777777" w:rsidR="00436A56" w:rsidRPr="00436A56" w:rsidRDefault="00436A56" w:rsidP="00436A56">
      <w:proofErr w:type="spellStart"/>
      <w:r w:rsidRPr="00436A56">
        <w:rPr>
          <w:szCs w:val="32"/>
        </w:rPr>
        <w:t>GUINCANO</w:t>
      </w:r>
      <w:proofErr w:type="spellEnd"/>
      <w:r w:rsidRPr="00436A56">
        <w:rPr>
          <w:szCs w:val="32"/>
        </w:rPr>
        <w:t>. – Je ne t’aurais jamais rien dit.</w:t>
      </w:r>
    </w:p>
    <w:p w14:paraId="6F3E3836" w14:textId="77777777" w:rsidR="00436A56" w:rsidRPr="00436A56" w:rsidRDefault="00436A56" w:rsidP="00436A56">
      <w:proofErr w:type="spellStart"/>
      <w:r w:rsidRPr="00436A56">
        <w:rPr>
          <w:szCs w:val="32"/>
        </w:rPr>
        <w:t>TUDA</w:t>
      </w:r>
      <w:proofErr w:type="spellEnd"/>
      <w:r w:rsidRPr="00436A56">
        <w:rPr>
          <w:szCs w:val="32"/>
        </w:rPr>
        <w:t>. – Peu importe ; je sais maintenant : vous êtes à temps.</w:t>
      </w:r>
    </w:p>
    <w:p w14:paraId="40FF6A46" w14:textId="77777777" w:rsidR="00436A56" w:rsidRPr="00436A56" w:rsidRDefault="00436A56" w:rsidP="00436A56">
      <w:proofErr w:type="spellStart"/>
      <w:r w:rsidRPr="00436A56">
        <w:rPr>
          <w:szCs w:val="32"/>
        </w:rPr>
        <w:t>GUINCANO</w:t>
      </w:r>
      <w:proofErr w:type="spellEnd"/>
      <w:r w:rsidRPr="00436A56">
        <w:rPr>
          <w:szCs w:val="32"/>
        </w:rPr>
        <w:t>. – Que sais-tu ?</w:t>
      </w:r>
    </w:p>
    <w:p w14:paraId="219CE69C" w14:textId="77777777" w:rsidR="00436A56" w:rsidRPr="00436A56" w:rsidRDefault="00436A56" w:rsidP="00436A56">
      <w:proofErr w:type="spellStart"/>
      <w:r w:rsidRPr="00436A56">
        <w:rPr>
          <w:szCs w:val="32"/>
        </w:rPr>
        <w:t>TUDA</w:t>
      </w:r>
      <w:proofErr w:type="spellEnd"/>
      <w:r w:rsidRPr="00436A56">
        <w:rPr>
          <w:szCs w:val="32"/>
        </w:rPr>
        <w:t>. – Que vous souffrez encore beaucoup.</w:t>
      </w:r>
    </w:p>
    <w:p w14:paraId="1B47A6B9" w14:textId="77777777" w:rsidR="00436A56" w:rsidRPr="00436A56" w:rsidRDefault="00436A56" w:rsidP="00436A56">
      <w:proofErr w:type="spellStart"/>
      <w:r w:rsidRPr="00436A56">
        <w:rPr>
          <w:szCs w:val="32"/>
        </w:rPr>
        <w:t>GU</w:t>
      </w:r>
      <w:r w:rsidRPr="00436A56">
        <w:t>INCANO</w:t>
      </w:r>
      <w:proofErr w:type="spellEnd"/>
      <w:r w:rsidRPr="00436A56">
        <w:t xml:space="preserve">. </w:t>
      </w:r>
      <w:r w:rsidRPr="00436A56">
        <w:rPr>
          <w:szCs w:val="32"/>
        </w:rPr>
        <w:t>– Et après ?</w:t>
      </w:r>
    </w:p>
    <w:p w14:paraId="26D3B597" w14:textId="77777777" w:rsidR="00436A56" w:rsidRPr="00436A56" w:rsidRDefault="00436A56" w:rsidP="00436A56">
      <w:proofErr w:type="spellStart"/>
      <w:r w:rsidRPr="00436A56">
        <w:rPr>
          <w:szCs w:val="32"/>
        </w:rPr>
        <w:t>TUDA</w:t>
      </w:r>
      <w:proofErr w:type="spellEnd"/>
      <w:r w:rsidRPr="00436A56">
        <w:rPr>
          <w:szCs w:val="32"/>
        </w:rPr>
        <w:t>. – Je vous dis que je peux réellement comme avant.</w:t>
      </w:r>
    </w:p>
    <w:p w14:paraId="22EA260B" w14:textId="77777777" w:rsidR="00436A56" w:rsidRPr="00436A56" w:rsidRDefault="00436A56" w:rsidP="00436A56">
      <w:proofErr w:type="spellStart"/>
      <w:r w:rsidRPr="00436A56">
        <w:rPr>
          <w:szCs w:val="32"/>
        </w:rPr>
        <w:t>GUINCANO</w:t>
      </w:r>
      <w:proofErr w:type="spellEnd"/>
      <w:r w:rsidRPr="00436A56">
        <w:rPr>
          <w:szCs w:val="32"/>
        </w:rPr>
        <w:t>. – Mais moi, je souffre maintenant pour toi de te voir ainsi.</w:t>
      </w:r>
    </w:p>
    <w:p w14:paraId="0BC232B7" w14:textId="77777777" w:rsidR="00436A56" w:rsidRPr="00436A56" w:rsidRDefault="00436A56" w:rsidP="00436A56">
      <w:proofErr w:type="spellStart"/>
      <w:r w:rsidRPr="00436A56">
        <w:rPr>
          <w:szCs w:val="32"/>
        </w:rPr>
        <w:t>TUDA</w:t>
      </w:r>
      <w:proofErr w:type="spellEnd"/>
      <w:r w:rsidRPr="00436A56">
        <w:rPr>
          <w:szCs w:val="32"/>
        </w:rPr>
        <w:t>. – Non… ne croyez pas.</w:t>
      </w:r>
    </w:p>
    <w:p w14:paraId="34204B3B"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avec un sourire amer. </w:t>
      </w:r>
      <w:r w:rsidRPr="00436A56">
        <w:rPr>
          <w:szCs w:val="32"/>
        </w:rPr>
        <w:t>– Comme avant !</w:t>
      </w:r>
    </w:p>
    <w:p w14:paraId="55F2EB7A" w14:textId="77777777" w:rsidR="00436A56" w:rsidRPr="00436A56" w:rsidRDefault="00436A56" w:rsidP="00436A56">
      <w:proofErr w:type="spellStart"/>
      <w:r w:rsidRPr="00436A56">
        <w:rPr>
          <w:szCs w:val="32"/>
        </w:rPr>
        <w:t>TUDA</w:t>
      </w:r>
      <w:proofErr w:type="spellEnd"/>
      <w:r w:rsidRPr="00436A56">
        <w:rPr>
          <w:szCs w:val="32"/>
        </w:rPr>
        <w:t>. – Oui, parce qu’il n’y a en moi que du dépit. Croyez-moi, et de la rage contre cette femme qui vient ici me piétiner, me toiser. Il faut absolument que je me sorte de cette situation. Regardez si vous le voulez bien puisque vous êtes venu à point à la place de l’autre.</w:t>
      </w:r>
    </w:p>
    <w:p w14:paraId="63408760" w14:textId="77777777" w:rsidR="00436A56" w:rsidRPr="00436A56" w:rsidRDefault="00436A56" w:rsidP="00436A56">
      <w:proofErr w:type="spellStart"/>
      <w:r w:rsidRPr="00436A56">
        <w:rPr>
          <w:szCs w:val="32"/>
        </w:rPr>
        <w:lastRenderedPageBreak/>
        <w:t>GUINCANO</w:t>
      </w:r>
      <w:proofErr w:type="spellEnd"/>
      <w:r w:rsidRPr="00436A56">
        <w:rPr>
          <w:szCs w:val="32"/>
        </w:rPr>
        <w:t>. – De qui ?</w:t>
      </w:r>
    </w:p>
    <w:p w14:paraId="3D9668D5" w14:textId="77777777" w:rsidR="00436A56" w:rsidRPr="00436A56" w:rsidRDefault="00436A56" w:rsidP="00436A56">
      <w:proofErr w:type="spellStart"/>
      <w:r w:rsidRPr="00436A56">
        <w:rPr>
          <w:szCs w:val="32"/>
        </w:rPr>
        <w:t>TUDA</w:t>
      </w:r>
      <w:proofErr w:type="spellEnd"/>
      <w:r w:rsidRPr="00436A56">
        <w:rPr>
          <w:szCs w:val="32"/>
        </w:rPr>
        <w:t xml:space="preserve">. – De </w:t>
      </w:r>
      <w:proofErr w:type="spellStart"/>
      <w:r w:rsidRPr="00436A56">
        <w:rPr>
          <w:szCs w:val="32"/>
        </w:rPr>
        <w:t>Caravani</w:t>
      </w:r>
      <w:proofErr w:type="spellEnd"/>
      <w:r w:rsidRPr="00436A56">
        <w:rPr>
          <w:szCs w:val="32"/>
        </w:rPr>
        <w:t>. Il doit venir me chercher ici.</w:t>
      </w:r>
    </w:p>
    <w:p w14:paraId="4E408FFD" w14:textId="77777777" w:rsidR="00436A56" w:rsidRPr="00436A56" w:rsidRDefault="00436A56" w:rsidP="00436A56">
      <w:proofErr w:type="spellStart"/>
      <w:r w:rsidRPr="00436A56">
        <w:rPr>
          <w:szCs w:val="32"/>
        </w:rPr>
        <w:t>GUINCANO</w:t>
      </w:r>
      <w:proofErr w:type="spellEnd"/>
      <w:r w:rsidRPr="00436A56">
        <w:rPr>
          <w:szCs w:val="32"/>
        </w:rPr>
        <w:t>. – Personne ne peut t’empêcher de sortir avec qui bon te plaît.</w:t>
      </w:r>
    </w:p>
    <w:p w14:paraId="1DE0CA3C" w14:textId="77777777" w:rsidR="00436A56" w:rsidRPr="00436A56" w:rsidRDefault="00436A56" w:rsidP="00436A56">
      <w:proofErr w:type="spellStart"/>
      <w:r w:rsidRPr="00436A56">
        <w:rPr>
          <w:szCs w:val="32"/>
        </w:rPr>
        <w:t>TUDA</w:t>
      </w:r>
      <w:proofErr w:type="spellEnd"/>
      <w:r w:rsidRPr="00436A56">
        <w:rPr>
          <w:szCs w:val="32"/>
        </w:rPr>
        <w:t>. – Non, personne ne m’en empêche ! Mais moi, j’allais chez lui aujourd’hui pour me venger.</w:t>
      </w:r>
    </w:p>
    <w:p w14:paraId="53BB13CC" w14:textId="77777777" w:rsidR="00436A56" w:rsidRPr="00436A56" w:rsidRDefault="00436A56" w:rsidP="00436A56">
      <w:proofErr w:type="spellStart"/>
      <w:r w:rsidRPr="00436A56">
        <w:rPr>
          <w:szCs w:val="32"/>
        </w:rPr>
        <w:t>GUINCANO</w:t>
      </w:r>
      <w:proofErr w:type="spellEnd"/>
      <w:r w:rsidRPr="00436A56">
        <w:rPr>
          <w:szCs w:val="32"/>
        </w:rPr>
        <w:t>. – De quoi ?</w:t>
      </w:r>
    </w:p>
    <w:p w14:paraId="4AF35532" w14:textId="77777777" w:rsidR="00436A56" w:rsidRPr="00436A56" w:rsidRDefault="00436A56" w:rsidP="00436A56">
      <w:proofErr w:type="spellStart"/>
      <w:r w:rsidRPr="00436A56">
        <w:rPr>
          <w:szCs w:val="32"/>
        </w:rPr>
        <w:t>TUDA</w:t>
      </w:r>
      <w:proofErr w:type="spellEnd"/>
      <w:r w:rsidRPr="00436A56">
        <w:rPr>
          <w:szCs w:val="32"/>
        </w:rPr>
        <w:t>. – De ce qu’ils sont en train de me faire souffrir. Me venger comme modèle puisque je ne puis me venger autrement.</w:t>
      </w:r>
    </w:p>
    <w:p w14:paraId="74184211" w14:textId="77777777" w:rsidR="00436A56" w:rsidRPr="00436A56" w:rsidRDefault="00436A56" w:rsidP="00436A56">
      <w:proofErr w:type="spellStart"/>
      <w:r w:rsidRPr="00436A56">
        <w:rPr>
          <w:szCs w:val="32"/>
        </w:rPr>
        <w:t>GUINCANO</w:t>
      </w:r>
      <w:proofErr w:type="spellEnd"/>
      <w:r w:rsidRPr="00436A56">
        <w:rPr>
          <w:szCs w:val="32"/>
        </w:rPr>
        <w:t>. – Comme modèle ?</w:t>
      </w:r>
    </w:p>
    <w:p w14:paraId="61AB7D63" w14:textId="77777777" w:rsidR="00436A56" w:rsidRPr="00436A56" w:rsidRDefault="00436A56" w:rsidP="00436A56">
      <w:proofErr w:type="spellStart"/>
      <w:r w:rsidRPr="00436A56">
        <w:rPr>
          <w:szCs w:val="32"/>
        </w:rPr>
        <w:t>TUDA</w:t>
      </w:r>
      <w:proofErr w:type="spellEnd"/>
      <w:r w:rsidRPr="00436A56">
        <w:rPr>
          <w:szCs w:val="32"/>
        </w:rPr>
        <w:t>. – Oui : pour faire un éclat. Et ensuite tout envoyer promener.</w:t>
      </w:r>
    </w:p>
    <w:p w14:paraId="0AF61882" w14:textId="77777777" w:rsidR="00436A56" w:rsidRPr="00436A56" w:rsidRDefault="00436A56" w:rsidP="00436A56">
      <w:proofErr w:type="spellStart"/>
      <w:r w:rsidRPr="00436A56">
        <w:rPr>
          <w:szCs w:val="32"/>
        </w:rPr>
        <w:t>GUINCANO</w:t>
      </w:r>
      <w:proofErr w:type="spellEnd"/>
      <w:r w:rsidRPr="00436A56">
        <w:rPr>
          <w:szCs w:val="32"/>
        </w:rPr>
        <w:t>. – Je ne comprends pas.</w:t>
      </w:r>
    </w:p>
    <w:p w14:paraId="1E16E907" w14:textId="77777777" w:rsidR="00436A56" w:rsidRPr="00436A56" w:rsidRDefault="00436A56" w:rsidP="00436A56">
      <w:proofErr w:type="spellStart"/>
      <w:r w:rsidRPr="00436A56">
        <w:rPr>
          <w:szCs w:val="32"/>
        </w:rPr>
        <w:t>TUDA</w:t>
      </w:r>
      <w:proofErr w:type="spellEnd"/>
      <w:r w:rsidRPr="00436A56">
        <w:rPr>
          <w:szCs w:val="32"/>
        </w:rPr>
        <w:t>. – Vous n’avez pas besoin de comprendre. Vous voulez me rendre un service ?</w:t>
      </w:r>
    </w:p>
    <w:p w14:paraId="6FF6750D" w14:textId="77777777" w:rsidR="00436A56" w:rsidRPr="00436A56" w:rsidRDefault="00436A56" w:rsidP="00436A56">
      <w:proofErr w:type="spellStart"/>
      <w:r w:rsidRPr="00436A56">
        <w:rPr>
          <w:szCs w:val="32"/>
        </w:rPr>
        <w:t>GUINCANO</w:t>
      </w:r>
      <w:proofErr w:type="spellEnd"/>
      <w:r w:rsidRPr="00436A56">
        <w:rPr>
          <w:szCs w:val="32"/>
        </w:rPr>
        <w:t>. – Un service ?</w:t>
      </w:r>
    </w:p>
    <w:p w14:paraId="5CF566D0" w14:textId="77777777" w:rsidR="00436A56" w:rsidRPr="00436A56" w:rsidRDefault="00436A56" w:rsidP="00436A56">
      <w:proofErr w:type="spellStart"/>
      <w:r w:rsidRPr="00436A56">
        <w:rPr>
          <w:szCs w:val="32"/>
        </w:rPr>
        <w:t>TUDA</w:t>
      </w:r>
      <w:proofErr w:type="spellEnd"/>
      <w:r w:rsidRPr="00436A56">
        <w:rPr>
          <w:szCs w:val="32"/>
        </w:rPr>
        <w:t>. – Prenez-moi chez vous.</w:t>
      </w:r>
    </w:p>
    <w:p w14:paraId="4D761367" w14:textId="77777777" w:rsidR="00436A56" w:rsidRPr="00436A56" w:rsidRDefault="00436A56" w:rsidP="00436A56">
      <w:proofErr w:type="spellStart"/>
      <w:r w:rsidRPr="00436A56">
        <w:rPr>
          <w:szCs w:val="32"/>
        </w:rPr>
        <w:t>GUINCANO</w:t>
      </w:r>
      <w:proofErr w:type="spellEnd"/>
      <w:r w:rsidRPr="00436A56">
        <w:rPr>
          <w:szCs w:val="32"/>
        </w:rPr>
        <w:t>. – Moi ? Que dis-tu ?</w:t>
      </w:r>
    </w:p>
    <w:p w14:paraId="45D32817" w14:textId="77777777" w:rsidR="00436A56" w:rsidRPr="00436A56" w:rsidRDefault="00436A56" w:rsidP="00436A56">
      <w:proofErr w:type="spellStart"/>
      <w:r w:rsidRPr="00436A56">
        <w:rPr>
          <w:szCs w:val="32"/>
        </w:rPr>
        <w:t>TUDA</w:t>
      </w:r>
      <w:proofErr w:type="spellEnd"/>
      <w:r w:rsidRPr="00436A56">
        <w:rPr>
          <w:szCs w:val="32"/>
        </w:rPr>
        <w:t>. – Je pourrais, je pourrais pour tout ce que vous avez souffert…</w:t>
      </w:r>
    </w:p>
    <w:p w14:paraId="50B5D3BF" w14:textId="77777777" w:rsidR="00436A56" w:rsidRPr="00436A56" w:rsidRDefault="00436A56" w:rsidP="00436A56">
      <w:proofErr w:type="spellStart"/>
      <w:r w:rsidRPr="00436A56">
        <w:rPr>
          <w:szCs w:val="32"/>
        </w:rPr>
        <w:t>GUINCANO</w:t>
      </w:r>
      <w:proofErr w:type="spellEnd"/>
      <w:r w:rsidRPr="00436A56">
        <w:rPr>
          <w:szCs w:val="32"/>
        </w:rPr>
        <w:t>. – Un peu de pitié ? Mais aie donc d’abord pitié de toi ?</w:t>
      </w:r>
    </w:p>
    <w:p w14:paraId="6A89149C" w14:textId="77777777" w:rsidR="00436A56" w:rsidRPr="00436A56" w:rsidRDefault="00436A56" w:rsidP="00436A56">
      <w:proofErr w:type="spellStart"/>
      <w:r w:rsidRPr="00436A56">
        <w:rPr>
          <w:szCs w:val="32"/>
        </w:rPr>
        <w:t>TUDA</w:t>
      </w:r>
      <w:proofErr w:type="spellEnd"/>
      <w:r w:rsidRPr="00436A56">
        <w:rPr>
          <w:szCs w:val="32"/>
        </w:rPr>
        <w:t>. – C’est justement pour moi que je parle. Ah ! vous, si je pouvais, pour tout ce que vous avez souffert…</w:t>
      </w:r>
    </w:p>
    <w:p w14:paraId="27E896CA" w14:textId="77777777" w:rsidR="00436A56" w:rsidRPr="00436A56" w:rsidRDefault="00436A56" w:rsidP="00436A56">
      <w:proofErr w:type="spellStart"/>
      <w:r w:rsidRPr="00436A56">
        <w:rPr>
          <w:szCs w:val="32"/>
        </w:rPr>
        <w:lastRenderedPageBreak/>
        <w:t>GUINCANO</w:t>
      </w:r>
      <w:proofErr w:type="spellEnd"/>
      <w:r w:rsidRPr="00436A56">
        <w:rPr>
          <w:szCs w:val="32"/>
        </w:rPr>
        <w:t>. – Mais ne parle pas de moi.</w:t>
      </w:r>
    </w:p>
    <w:p w14:paraId="20ED8F5D" w14:textId="77777777" w:rsidR="00436A56" w:rsidRPr="00436A56" w:rsidRDefault="00436A56" w:rsidP="00436A56">
      <w:proofErr w:type="spellStart"/>
      <w:r w:rsidRPr="00436A56">
        <w:rPr>
          <w:szCs w:val="32"/>
        </w:rPr>
        <w:t>TUDA</w:t>
      </w:r>
      <w:proofErr w:type="spellEnd"/>
      <w:r w:rsidRPr="00436A56">
        <w:rPr>
          <w:szCs w:val="32"/>
        </w:rPr>
        <w:t>. – Je voudrais pouvoir vraiment donner une joie.</w:t>
      </w:r>
    </w:p>
    <w:p w14:paraId="54A19D4E" w14:textId="77777777" w:rsidR="00436A56" w:rsidRPr="00436A56" w:rsidRDefault="00436A56" w:rsidP="00436A56">
      <w:proofErr w:type="spellStart"/>
      <w:r w:rsidRPr="00436A56">
        <w:rPr>
          <w:szCs w:val="32"/>
        </w:rPr>
        <w:t>GUINCANO</w:t>
      </w:r>
      <w:proofErr w:type="spellEnd"/>
      <w:r w:rsidRPr="00436A56">
        <w:rPr>
          <w:szCs w:val="32"/>
        </w:rPr>
        <w:t>. – Toi ?</w:t>
      </w:r>
    </w:p>
    <w:p w14:paraId="571C8DDB" w14:textId="77777777" w:rsidR="00436A56" w:rsidRPr="00436A56" w:rsidRDefault="00436A56" w:rsidP="00436A56">
      <w:proofErr w:type="spellStart"/>
      <w:r w:rsidRPr="00436A56">
        <w:rPr>
          <w:szCs w:val="32"/>
        </w:rPr>
        <w:t>TUDA</w:t>
      </w:r>
      <w:proofErr w:type="spellEnd"/>
      <w:r w:rsidRPr="00436A56">
        <w:rPr>
          <w:szCs w:val="32"/>
        </w:rPr>
        <w:t>. – Je le sais. Je ne suis rien.</w:t>
      </w:r>
    </w:p>
    <w:p w14:paraId="7D7AE033" w14:textId="77777777" w:rsidR="00436A56" w:rsidRPr="00436A56" w:rsidRDefault="00436A56" w:rsidP="00436A56">
      <w:proofErr w:type="spellStart"/>
      <w:r w:rsidRPr="00436A56">
        <w:rPr>
          <w:szCs w:val="32"/>
        </w:rPr>
        <w:t>GUINCANO</w:t>
      </w:r>
      <w:proofErr w:type="spellEnd"/>
      <w:r w:rsidRPr="00436A56">
        <w:rPr>
          <w:szCs w:val="32"/>
        </w:rPr>
        <w:t>. – Tu trouves que tu n’es rien, aussi vivante ?</w:t>
      </w:r>
    </w:p>
    <w:p w14:paraId="6DF7F5F7"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avec exaspération. </w:t>
      </w:r>
      <w:r w:rsidRPr="00436A56">
        <w:rPr>
          <w:szCs w:val="32"/>
        </w:rPr>
        <w:t>– Oui, mais pour qui vivante ?</w:t>
      </w:r>
    </w:p>
    <w:p w14:paraId="5CA4053B" w14:textId="77777777" w:rsidR="00436A56" w:rsidRPr="00436A56" w:rsidRDefault="00436A56" w:rsidP="00436A56">
      <w:proofErr w:type="spellStart"/>
      <w:r w:rsidRPr="00436A56">
        <w:rPr>
          <w:szCs w:val="32"/>
        </w:rPr>
        <w:t>GUINCANO</w:t>
      </w:r>
      <w:proofErr w:type="spellEnd"/>
      <w:r w:rsidRPr="00436A56">
        <w:rPr>
          <w:szCs w:val="32"/>
        </w:rPr>
        <w:t>. – Tu le vois bien. Tu as besoin d’être vivante pour quelqu’un.</w:t>
      </w:r>
    </w:p>
    <w:p w14:paraId="1B69960E" w14:textId="77777777" w:rsidR="00436A56" w:rsidRPr="00436A56" w:rsidRDefault="00436A56" w:rsidP="00436A56">
      <w:proofErr w:type="spellStart"/>
      <w:r w:rsidRPr="00436A56">
        <w:rPr>
          <w:szCs w:val="32"/>
        </w:rPr>
        <w:t>TUDA</w:t>
      </w:r>
      <w:proofErr w:type="spellEnd"/>
      <w:r w:rsidRPr="00436A56">
        <w:rPr>
          <w:szCs w:val="32"/>
        </w:rPr>
        <w:t>. – Non, non, pour vous. Je pourrais, je pourrais encore…</w:t>
      </w:r>
    </w:p>
    <w:p w14:paraId="3CAE66F6" w14:textId="77777777" w:rsidR="00436A56" w:rsidRPr="00436A56" w:rsidRDefault="00436A56" w:rsidP="00436A56">
      <w:proofErr w:type="spellStart"/>
      <w:r w:rsidRPr="00436A56">
        <w:rPr>
          <w:szCs w:val="32"/>
        </w:rPr>
        <w:t>GUINCANO</w:t>
      </w:r>
      <w:proofErr w:type="spellEnd"/>
      <w:r w:rsidRPr="00436A56">
        <w:rPr>
          <w:szCs w:val="32"/>
        </w:rPr>
        <w:t>. – Mais non, pas pour moi. Pour toi, pour toi seule, tu dois être vivante !</w:t>
      </w:r>
    </w:p>
    <w:p w14:paraId="09B0B6F9" w14:textId="77777777" w:rsidR="00436A56" w:rsidRPr="00436A56" w:rsidRDefault="00436A56" w:rsidP="00436A56">
      <w:proofErr w:type="spellStart"/>
      <w:r w:rsidRPr="00436A56">
        <w:rPr>
          <w:szCs w:val="32"/>
        </w:rPr>
        <w:t>TUDA</w:t>
      </w:r>
      <w:proofErr w:type="spellEnd"/>
      <w:r w:rsidRPr="00436A56">
        <w:rPr>
          <w:szCs w:val="32"/>
        </w:rPr>
        <w:t>. – Pour quoi faire ?</w:t>
      </w:r>
    </w:p>
    <w:p w14:paraId="5B682C7F" w14:textId="77777777" w:rsidR="00436A56" w:rsidRPr="00436A56" w:rsidRDefault="00436A56" w:rsidP="00436A56">
      <w:proofErr w:type="spellStart"/>
      <w:r w:rsidRPr="00436A56">
        <w:rPr>
          <w:szCs w:val="32"/>
        </w:rPr>
        <w:t>GU</w:t>
      </w:r>
      <w:r w:rsidRPr="00436A56">
        <w:t>INCANO</w:t>
      </w:r>
      <w:proofErr w:type="spellEnd"/>
      <w:r w:rsidRPr="00436A56">
        <w:t xml:space="preserve">. </w:t>
      </w:r>
      <w:r w:rsidRPr="00436A56">
        <w:rPr>
          <w:szCs w:val="32"/>
        </w:rPr>
        <w:t>– Pour ce rien que tu crois. Exprimée tout entière dans ce que tu fais ; sans te voir, comme tu vis sans le savoir, avec tout ce qui te traverse l’esprit.</w:t>
      </w:r>
    </w:p>
    <w:p w14:paraId="467FED43" w14:textId="77777777" w:rsidR="00436A56" w:rsidRPr="00436A56" w:rsidRDefault="00436A56" w:rsidP="00436A56">
      <w:proofErr w:type="spellStart"/>
      <w:r w:rsidRPr="00436A56">
        <w:rPr>
          <w:szCs w:val="32"/>
        </w:rPr>
        <w:t>TUDA</w:t>
      </w:r>
      <w:proofErr w:type="spellEnd"/>
      <w:r w:rsidRPr="00436A56">
        <w:rPr>
          <w:szCs w:val="32"/>
        </w:rPr>
        <w:t>. – Si vous saviez que de choses…</w:t>
      </w:r>
    </w:p>
    <w:p w14:paraId="34BDF71C" w14:textId="77777777" w:rsidR="00436A56" w:rsidRPr="00436A56" w:rsidRDefault="00436A56" w:rsidP="00436A56">
      <w:proofErr w:type="spellStart"/>
      <w:r w:rsidRPr="00436A56">
        <w:rPr>
          <w:szCs w:val="32"/>
        </w:rPr>
        <w:t>GUINCANO</w:t>
      </w:r>
      <w:proofErr w:type="spellEnd"/>
      <w:r w:rsidRPr="00436A56">
        <w:rPr>
          <w:szCs w:val="32"/>
        </w:rPr>
        <w:t>. – Non pas celles que tu crois ; je dis les choses les plus lointaines, celles qui surgissent en toi sans que tu saches comment et tu les suis dès qu’elles t’appellent. Voilà, tu les suis aussi rapide qu’elles-mêmes, jusqu’à ce que ton corps puisse les suivre. Ce ne sera pas pour toujours, prends-y garde. Moi aussi, je suis mobile – en dedans, je ressens tout vivement avec toutes les forces de mon âme, mais il y a ce corps que je hais.</w:t>
      </w:r>
    </w:p>
    <w:p w14:paraId="76BDC9DB"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troublée. </w:t>
      </w:r>
      <w:r w:rsidRPr="00436A56">
        <w:rPr>
          <w:szCs w:val="32"/>
        </w:rPr>
        <w:t>– Pourquoi ?</w:t>
      </w:r>
    </w:p>
    <w:p w14:paraId="69F5CAD8" w14:textId="77777777" w:rsidR="00436A56" w:rsidRPr="00436A56" w:rsidRDefault="00436A56" w:rsidP="00436A56">
      <w:proofErr w:type="spellStart"/>
      <w:r w:rsidRPr="00436A56">
        <w:rPr>
          <w:szCs w:val="32"/>
        </w:rPr>
        <w:lastRenderedPageBreak/>
        <w:t>GUINCANO</w:t>
      </w:r>
      <w:proofErr w:type="spellEnd"/>
      <w:r w:rsidRPr="00436A56">
        <w:rPr>
          <w:szCs w:val="32"/>
        </w:rPr>
        <w:t>. – Je ne m’y suis jamais reconnu.</w:t>
      </w:r>
    </w:p>
    <w:p w14:paraId="1573BD14" w14:textId="77777777" w:rsidR="00436A56" w:rsidRPr="00436A56" w:rsidRDefault="00436A56" w:rsidP="00436A56">
      <w:proofErr w:type="spellStart"/>
      <w:r w:rsidRPr="00436A56">
        <w:rPr>
          <w:szCs w:val="32"/>
        </w:rPr>
        <w:t>TUDA</w:t>
      </w:r>
      <w:proofErr w:type="spellEnd"/>
      <w:r w:rsidRPr="00436A56">
        <w:rPr>
          <w:szCs w:val="32"/>
        </w:rPr>
        <w:t>. – Comment ? Ce n’est pas vous ?</w:t>
      </w:r>
    </w:p>
    <w:p w14:paraId="14295E5E" w14:textId="77777777" w:rsidR="00436A56" w:rsidRPr="00436A56" w:rsidRDefault="00436A56" w:rsidP="00436A56">
      <w:proofErr w:type="spellStart"/>
      <w:r w:rsidRPr="00436A56">
        <w:rPr>
          <w:szCs w:val="32"/>
        </w:rPr>
        <w:t>GUINCANO</w:t>
      </w:r>
      <w:proofErr w:type="spellEnd"/>
      <w:r w:rsidRPr="00436A56">
        <w:rPr>
          <w:szCs w:val="32"/>
        </w:rPr>
        <w:t>. – Non. Celui que voient les autres – un étranger – tu ne peux pas savoir, ce n’est pas moi qui ai fait ce corps. Il m’est venu de quelqu’un que j’ai toujours senti étranger à moi.</w:t>
      </w:r>
    </w:p>
    <w:p w14:paraId="1215F52C" w14:textId="77777777" w:rsidR="00436A56" w:rsidRPr="00436A56" w:rsidRDefault="00436A56" w:rsidP="00436A56">
      <w:proofErr w:type="spellStart"/>
      <w:r w:rsidRPr="00436A56">
        <w:rPr>
          <w:szCs w:val="32"/>
        </w:rPr>
        <w:t>TUDA</w:t>
      </w:r>
      <w:proofErr w:type="spellEnd"/>
      <w:r w:rsidRPr="00436A56">
        <w:rPr>
          <w:szCs w:val="32"/>
        </w:rPr>
        <w:t>. – De qui ?</w:t>
      </w:r>
    </w:p>
    <w:p w14:paraId="6F6B5539" w14:textId="77777777" w:rsidR="00436A56" w:rsidRPr="00436A56" w:rsidRDefault="00436A56" w:rsidP="00436A56">
      <w:proofErr w:type="spellStart"/>
      <w:r w:rsidRPr="00436A56">
        <w:rPr>
          <w:szCs w:val="32"/>
        </w:rPr>
        <w:t>GUINCANO</w:t>
      </w:r>
      <w:proofErr w:type="spellEnd"/>
      <w:r w:rsidRPr="00436A56">
        <w:rPr>
          <w:szCs w:val="32"/>
        </w:rPr>
        <w:t>. – De quelqu’un. De mon père.</w:t>
      </w:r>
    </w:p>
    <w:p w14:paraId="03B16D69" w14:textId="77777777" w:rsidR="00436A56" w:rsidRPr="00436A56" w:rsidRDefault="00436A56" w:rsidP="00436A56">
      <w:proofErr w:type="spellStart"/>
      <w:r w:rsidRPr="00436A56">
        <w:rPr>
          <w:szCs w:val="32"/>
        </w:rPr>
        <w:t>TUDA</w:t>
      </w:r>
      <w:proofErr w:type="spellEnd"/>
      <w:r w:rsidRPr="00436A56">
        <w:rPr>
          <w:szCs w:val="32"/>
        </w:rPr>
        <w:t>. – Étranger ?</w:t>
      </w:r>
    </w:p>
    <w:p w14:paraId="48BF18CE" w14:textId="77777777" w:rsidR="00436A56" w:rsidRPr="00436A56" w:rsidRDefault="00436A56" w:rsidP="00436A56">
      <w:proofErr w:type="spellStart"/>
      <w:r w:rsidRPr="00436A56">
        <w:rPr>
          <w:szCs w:val="32"/>
        </w:rPr>
        <w:t>GUINCANO</w:t>
      </w:r>
      <w:proofErr w:type="spellEnd"/>
      <w:r w:rsidRPr="00436A56">
        <w:rPr>
          <w:szCs w:val="32"/>
        </w:rPr>
        <w:t>. – C’est possible, oui. Il vieillit et il devient toujours plus à lui ; comme le visage qui, à mesure qu’il se dessèche, montre mieux ses rides. Et mon dégoût va croissant. Tandis que tu vis sans te penser, tu ne sais pas comment tu es, ni comment les autres te voient du dehors.</w:t>
      </w:r>
    </w:p>
    <w:p w14:paraId="6627717F"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naïvement, ouvrant les bras pour se montrer. </w:t>
      </w:r>
      <w:r w:rsidRPr="00436A56">
        <w:rPr>
          <w:szCs w:val="32"/>
        </w:rPr>
        <w:t>– Comment ? C’est ainsi qu’ils me voient les autres ?</w:t>
      </w:r>
    </w:p>
    <w:p w14:paraId="123A0D1A" w14:textId="77777777" w:rsidR="00436A56" w:rsidRPr="00436A56" w:rsidRDefault="00436A56" w:rsidP="00436A56">
      <w:proofErr w:type="spellStart"/>
      <w:r w:rsidRPr="00436A56">
        <w:rPr>
          <w:szCs w:val="32"/>
        </w:rPr>
        <w:t>GUINCANO</w:t>
      </w:r>
      <w:proofErr w:type="spellEnd"/>
      <w:r w:rsidRPr="00436A56">
        <w:rPr>
          <w:szCs w:val="32"/>
        </w:rPr>
        <w:t>. – Ah ! tu peux en être joyeuse de toute façon. Mais malheur si l’image de cet étranger se présente à moi, de cet étranger qui n’est pas moi et que souvent je crois traîner comme un mendiant fatigué, à qui je dois faire malgré ma haine l’aumône d’un peu de pitié. Mais oui, en cachette : oh ! larmes empoisonnées par cette amertume désespérée et féroce. Mais toi, non ! gifle-le.</w:t>
      </w:r>
    </w:p>
    <w:p w14:paraId="58154A81" w14:textId="77777777" w:rsidR="00436A56" w:rsidRPr="00436A56" w:rsidRDefault="00436A56" w:rsidP="00436A56">
      <w:proofErr w:type="spellStart"/>
      <w:r w:rsidRPr="00436A56">
        <w:rPr>
          <w:szCs w:val="32"/>
        </w:rPr>
        <w:t>TUDA</w:t>
      </w:r>
      <w:proofErr w:type="spellEnd"/>
      <w:r w:rsidRPr="00436A56">
        <w:rPr>
          <w:szCs w:val="32"/>
        </w:rPr>
        <w:t>. – Moi ?</w:t>
      </w:r>
    </w:p>
    <w:p w14:paraId="43D80936" w14:textId="77777777" w:rsidR="00436A56" w:rsidRPr="00436A56" w:rsidRDefault="00436A56" w:rsidP="00436A56">
      <w:proofErr w:type="spellStart"/>
      <w:r w:rsidRPr="00436A56">
        <w:rPr>
          <w:szCs w:val="32"/>
        </w:rPr>
        <w:t>GUINCANO</w:t>
      </w:r>
      <w:proofErr w:type="spellEnd"/>
      <w:r w:rsidRPr="00436A56">
        <w:rPr>
          <w:szCs w:val="32"/>
        </w:rPr>
        <w:t xml:space="preserve">. – Toi, oui ; je veux qu’il ne frappe à la porte de personne, surtout pas à la tienne ; c’est une vieille </w:t>
      </w:r>
      <w:r w:rsidRPr="00436A56">
        <w:rPr>
          <w:szCs w:val="32"/>
        </w:rPr>
        <w:lastRenderedPageBreak/>
        <w:t>charogne, bonne à enterrer et qu’on la couvre bien de terre et qu’on la foule bien aux pieds.</w:t>
      </w:r>
    </w:p>
    <w:p w14:paraId="51E627FF" w14:textId="77777777" w:rsidR="00436A56" w:rsidRPr="00436A56" w:rsidRDefault="00436A56" w:rsidP="00436A56">
      <w:proofErr w:type="spellStart"/>
      <w:r w:rsidRPr="00436A56">
        <w:rPr>
          <w:szCs w:val="32"/>
        </w:rPr>
        <w:t>TUDA</w:t>
      </w:r>
      <w:proofErr w:type="spellEnd"/>
      <w:r w:rsidRPr="00436A56">
        <w:rPr>
          <w:szCs w:val="32"/>
        </w:rPr>
        <w:t>. – Mon Dieu ! que dites-vous ?</w:t>
      </w:r>
    </w:p>
    <w:p w14:paraId="05993124" w14:textId="77777777" w:rsidR="00436A56" w:rsidRPr="00436A56" w:rsidRDefault="00436A56" w:rsidP="00436A56">
      <w:proofErr w:type="spellStart"/>
      <w:r w:rsidRPr="00436A56">
        <w:rPr>
          <w:szCs w:val="32"/>
        </w:rPr>
        <w:t>GUINCANO</w:t>
      </w:r>
      <w:proofErr w:type="spellEnd"/>
      <w:r w:rsidRPr="00436A56">
        <w:rPr>
          <w:szCs w:val="32"/>
        </w:rPr>
        <w:t>. – Ce que vous me faites dire.</w:t>
      </w:r>
    </w:p>
    <w:p w14:paraId="60FEDAD6" w14:textId="77777777" w:rsidR="00436A56" w:rsidRPr="00436A56" w:rsidRDefault="00436A56" w:rsidP="00436A56">
      <w:proofErr w:type="spellStart"/>
      <w:r w:rsidRPr="00436A56">
        <w:rPr>
          <w:szCs w:val="32"/>
        </w:rPr>
        <w:t>TUDA</w:t>
      </w:r>
      <w:proofErr w:type="spellEnd"/>
      <w:r w:rsidRPr="00436A56">
        <w:rPr>
          <w:szCs w:val="32"/>
        </w:rPr>
        <w:t>. – Parce que je voudrais…</w:t>
      </w:r>
    </w:p>
    <w:p w14:paraId="2C1E3CC1" w14:textId="77777777" w:rsidR="00436A56" w:rsidRPr="00436A56" w:rsidRDefault="00436A56" w:rsidP="00436A56">
      <w:proofErr w:type="spellStart"/>
      <w:r w:rsidRPr="00436A56">
        <w:rPr>
          <w:szCs w:val="32"/>
        </w:rPr>
        <w:t>GUINCANO</w:t>
      </w:r>
      <w:proofErr w:type="spellEnd"/>
      <w:r w:rsidRPr="00436A56">
        <w:rPr>
          <w:szCs w:val="32"/>
        </w:rPr>
        <w:t>. – La vie ne doit pas me reprendre… elle ne doit pas.</w:t>
      </w:r>
    </w:p>
    <w:p w14:paraId="1F0D7901" w14:textId="77777777" w:rsidR="00436A56" w:rsidRPr="00436A56" w:rsidRDefault="00436A56" w:rsidP="00436A56">
      <w:proofErr w:type="spellStart"/>
      <w:r w:rsidRPr="00436A56">
        <w:rPr>
          <w:szCs w:val="32"/>
        </w:rPr>
        <w:t>TUDA</w:t>
      </w:r>
      <w:proofErr w:type="spellEnd"/>
      <w:r w:rsidRPr="00436A56">
        <w:rPr>
          <w:szCs w:val="32"/>
        </w:rPr>
        <w:t>. – Mais elle vous a déjà repris.</w:t>
      </w:r>
    </w:p>
    <w:p w14:paraId="62E7DA60" w14:textId="77777777" w:rsidR="00436A56" w:rsidRPr="00436A56" w:rsidRDefault="00436A56" w:rsidP="00436A56">
      <w:proofErr w:type="spellStart"/>
      <w:r w:rsidRPr="00436A56">
        <w:rPr>
          <w:szCs w:val="32"/>
        </w:rPr>
        <w:t>GUINCANO</w:t>
      </w:r>
      <w:proofErr w:type="spellEnd"/>
      <w:r w:rsidRPr="00436A56">
        <w:rPr>
          <w:szCs w:val="32"/>
        </w:rPr>
        <w:t>. – Je ne veux pas. Je ne veux pas.</w:t>
      </w:r>
    </w:p>
    <w:p w14:paraId="73B18BDC" w14:textId="77777777" w:rsidR="00436A56" w:rsidRPr="00436A56" w:rsidRDefault="00436A56" w:rsidP="00436A56">
      <w:proofErr w:type="spellStart"/>
      <w:r w:rsidRPr="00436A56">
        <w:rPr>
          <w:szCs w:val="32"/>
        </w:rPr>
        <w:t>TUDA</w:t>
      </w:r>
      <w:proofErr w:type="spellEnd"/>
      <w:r w:rsidRPr="00436A56">
        <w:rPr>
          <w:szCs w:val="32"/>
        </w:rPr>
        <w:t>. – Ça ne dépend pas de nous.</w:t>
      </w:r>
    </w:p>
    <w:p w14:paraId="7D4F61D7"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avec force. – </w:t>
      </w:r>
      <w:r w:rsidRPr="00436A56">
        <w:rPr>
          <w:szCs w:val="32"/>
        </w:rPr>
        <w:t>Mais oui, ça dépend de nous. Absolument de nous, quand il ne faut pas.</w:t>
      </w:r>
    </w:p>
    <w:p w14:paraId="69697D19" w14:textId="77777777" w:rsidR="00436A56" w:rsidRPr="00436A56" w:rsidRDefault="00436A56" w:rsidP="00436A56">
      <w:proofErr w:type="spellStart"/>
      <w:r w:rsidRPr="00436A56">
        <w:rPr>
          <w:szCs w:val="32"/>
        </w:rPr>
        <w:t>TUDA</w:t>
      </w:r>
      <w:proofErr w:type="spellEnd"/>
      <w:r w:rsidRPr="00436A56">
        <w:rPr>
          <w:szCs w:val="32"/>
        </w:rPr>
        <w:t>. – Et si on ne peut pas ?</w:t>
      </w:r>
    </w:p>
    <w:p w14:paraId="0EF11C00" w14:textId="77777777" w:rsidR="00436A56" w:rsidRPr="00436A56" w:rsidRDefault="00436A56" w:rsidP="00436A56">
      <w:proofErr w:type="spellStart"/>
      <w:r w:rsidRPr="00436A56">
        <w:rPr>
          <w:szCs w:val="32"/>
        </w:rPr>
        <w:t>GUINCANO</w:t>
      </w:r>
      <w:proofErr w:type="spellEnd"/>
      <w:r w:rsidRPr="00436A56">
        <w:rPr>
          <w:szCs w:val="32"/>
        </w:rPr>
        <w:t>. – Si on ne peut pas, on s’arrange.</w:t>
      </w:r>
    </w:p>
    <w:p w14:paraId="52CBDF66" w14:textId="77777777" w:rsidR="00436A56" w:rsidRPr="00436A56" w:rsidRDefault="00436A56" w:rsidP="00436A56">
      <w:proofErr w:type="spellStart"/>
      <w:r w:rsidRPr="00436A56">
        <w:rPr>
          <w:szCs w:val="32"/>
        </w:rPr>
        <w:t>TUDA</w:t>
      </w:r>
      <w:proofErr w:type="spellEnd"/>
      <w:r w:rsidRPr="00436A56">
        <w:rPr>
          <w:szCs w:val="32"/>
        </w:rPr>
        <w:t>. – Et c’est justement cela, voyez-vous, qui m’a retenue. La crainte d’être pour vous un tourment de plus.</w:t>
      </w:r>
    </w:p>
    <w:p w14:paraId="72463D1E" w14:textId="77777777" w:rsidR="00436A56" w:rsidRPr="00436A56" w:rsidRDefault="00436A56" w:rsidP="00436A56">
      <w:proofErr w:type="spellStart"/>
      <w:r w:rsidRPr="00436A56">
        <w:rPr>
          <w:szCs w:val="32"/>
        </w:rPr>
        <w:t>GUINCANO</w:t>
      </w:r>
      <w:proofErr w:type="spellEnd"/>
      <w:r w:rsidRPr="00436A56">
        <w:rPr>
          <w:szCs w:val="32"/>
        </w:rPr>
        <w:t>. – Forcément. La vie était finie pour moi depuis si longtemps. Rien ne m’importait plus. Vide. Éteint. Je l’avais toute dépensée, idiot ! à faire des statues. Pourquoi crois-tu que je les ai brisées, fracassées, mes statues ?</w:t>
      </w:r>
    </w:p>
    <w:p w14:paraId="0BA3ABC7" w14:textId="77777777" w:rsidR="00436A56" w:rsidRPr="00436A56" w:rsidRDefault="00436A56" w:rsidP="00436A56">
      <w:proofErr w:type="spellStart"/>
      <w:r w:rsidRPr="00436A56">
        <w:rPr>
          <w:szCs w:val="32"/>
        </w:rPr>
        <w:t>TUDA</w:t>
      </w:r>
      <w:proofErr w:type="spellEnd"/>
      <w:r w:rsidRPr="00436A56">
        <w:rPr>
          <w:szCs w:val="32"/>
        </w:rPr>
        <w:t>. – Ah ! pour cela !</w:t>
      </w:r>
    </w:p>
    <w:p w14:paraId="210198C8" w14:textId="77777777" w:rsidR="00436A56" w:rsidRPr="00436A56" w:rsidRDefault="00436A56" w:rsidP="00436A56">
      <w:proofErr w:type="spellStart"/>
      <w:r w:rsidRPr="00436A56">
        <w:rPr>
          <w:szCs w:val="32"/>
        </w:rPr>
        <w:t>GUINCANO</w:t>
      </w:r>
      <w:proofErr w:type="spellEnd"/>
      <w:r w:rsidRPr="00436A56">
        <w:rPr>
          <w:szCs w:val="32"/>
        </w:rPr>
        <w:t xml:space="preserve">. – Quand je les ai toutes vues devant moi, immobiles, parfaites, et que moi, en face d’elles, je vis mon corps vieux, usé, où la vie semblait vouloir renaître, cette </w:t>
      </w:r>
      <w:r w:rsidRPr="00436A56">
        <w:rPr>
          <w:szCs w:val="32"/>
        </w:rPr>
        <w:lastRenderedPageBreak/>
        <w:t xml:space="preserve">horreur de la forme – regarde ! </w:t>
      </w:r>
      <w:r w:rsidRPr="00436A56">
        <w:rPr>
          <w:i/>
          <w:iCs/>
          <w:szCs w:val="32"/>
        </w:rPr>
        <w:t xml:space="preserve">(Il montre une des statues.) </w:t>
      </w:r>
      <w:r w:rsidRPr="00436A56">
        <w:rPr>
          <w:szCs w:val="32"/>
        </w:rPr>
        <w:t>Si elle est là, statue, art.</w:t>
      </w:r>
    </w:p>
    <w:p w14:paraId="554EFFEE" w14:textId="77777777" w:rsidR="00436A56" w:rsidRPr="00436A56" w:rsidRDefault="00436A56" w:rsidP="00436A56">
      <w:proofErr w:type="spellStart"/>
      <w:r w:rsidRPr="00436A56">
        <w:rPr>
          <w:szCs w:val="32"/>
        </w:rPr>
        <w:t>TUDA</w:t>
      </w:r>
      <w:proofErr w:type="spellEnd"/>
      <w:r w:rsidRPr="00436A56">
        <w:rPr>
          <w:szCs w:val="32"/>
        </w:rPr>
        <w:t>. – Elle ne bouge plus.</w:t>
      </w:r>
    </w:p>
    <w:p w14:paraId="52BD2E0B" w14:textId="77777777" w:rsidR="00436A56" w:rsidRPr="00436A56" w:rsidRDefault="00436A56" w:rsidP="00436A56">
      <w:proofErr w:type="spellStart"/>
      <w:r w:rsidRPr="00436A56">
        <w:rPr>
          <w:szCs w:val="32"/>
        </w:rPr>
        <w:t>GUINCANO</w:t>
      </w:r>
      <w:proofErr w:type="spellEnd"/>
      <w:r w:rsidRPr="00436A56">
        <w:rPr>
          <w:szCs w:val="32"/>
        </w:rPr>
        <w:t xml:space="preserve">. – Fais qu’elle bouge – corps – vide </w:t>
      </w:r>
      <w:r w:rsidRPr="00436A56">
        <w:rPr>
          <w:i/>
          <w:iCs/>
          <w:szCs w:val="32"/>
        </w:rPr>
        <w:t xml:space="preserve">(il saisit son corps), </w:t>
      </w:r>
      <w:r w:rsidRPr="00436A56">
        <w:rPr>
          <w:szCs w:val="32"/>
        </w:rPr>
        <w:t>et voilà, elle vieillit.</w:t>
      </w:r>
    </w:p>
    <w:p w14:paraId="3E9C3B01"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avec une surprise naïve. </w:t>
      </w:r>
      <w:r w:rsidRPr="00436A56">
        <w:rPr>
          <w:szCs w:val="32"/>
        </w:rPr>
        <w:t>– Oh ! je l’ai dit, vous savez ! De la statue et de moi, nous avons vieilli.</w:t>
      </w:r>
    </w:p>
    <w:p w14:paraId="0A907B7E" w14:textId="77777777" w:rsidR="00436A56" w:rsidRPr="00436A56" w:rsidRDefault="00436A56" w:rsidP="00436A56">
      <w:proofErr w:type="spellStart"/>
      <w:r w:rsidRPr="00436A56">
        <w:rPr>
          <w:szCs w:val="32"/>
        </w:rPr>
        <w:t>GU</w:t>
      </w:r>
      <w:r w:rsidRPr="00436A56">
        <w:t>INCANO</w:t>
      </w:r>
      <w:proofErr w:type="spellEnd"/>
      <w:r w:rsidRPr="00436A56">
        <w:t xml:space="preserve">. </w:t>
      </w:r>
      <w:r w:rsidRPr="00436A56">
        <w:rPr>
          <w:szCs w:val="32"/>
        </w:rPr>
        <w:t>– Pris au piège, moi, toi, tout le monde.</w:t>
      </w:r>
    </w:p>
    <w:p w14:paraId="63DE5A5A" w14:textId="77777777" w:rsidR="00436A56" w:rsidRPr="00436A56" w:rsidRDefault="00436A56" w:rsidP="00436A56">
      <w:proofErr w:type="spellStart"/>
      <w:r w:rsidRPr="00436A56">
        <w:rPr>
          <w:szCs w:val="32"/>
        </w:rPr>
        <w:t>TUDA</w:t>
      </w:r>
      <w:proofErr w:type="spellEnd"/>
      <w:r w:rsidRPr="00436A56">
        <w:rPr>
          <w:szCs w:val="32"/>
        </w:rPr>
        <w:t>. – La vie ?</w:t>
      </w:r>
    </w:p>
    <w:p w14:paraId="643D16C5" w14:textId="77777777" w:rsidR="00436A56" w:rsidRPr="00436A56" w:rsidRDefault="00436A56" w:rsidP="00436A56">
      <w:proofErr w:type="spellStart"/>
      <w:r w:rsidRPr="00436A56">
        <w:rPr>
          <w:szCs w:val="32"/>
        </w:rPr>
        <w:t>GUINCANO</w:t>
      </w:r>
      <w:proofErr w:type="spellEnd"/>
      <w:r w:rsidRPr="00436A56">
        <w:rPr>
          <w:szCs w:val="32"/>
        </w:rPr>
        <w:t>. – Appelle-la vie. Quand tu étais petite, tu étais plus mobile, tu glissais, tu frétillais ; tu frétilles un peu moins et toujours un peu moins jusqu’au jour où tu as cru vivre, et où tu as fini de mourir.</w:t>
      </w:r>
    </w:p>
    <w:p w14:paraId="169F68DF" w14:textId="77777777" w:rsidR="00436A56" w:rsidRPr="00436A56" w:rsidRDefault="00436A56" w:rsidP="00436A56">
      <w:proofErr w:type="spellStart"/>
      <w:r w:rsidRPr="00436A56">
        <w:rPr>
          <w:szCs w:val="32"/>
        </w:rPr>
        <w:t>TUDA</w:t>
      </w:r>
      <w:proofErr w:type="spellEnd"/>
      <w:r w:rsidRPr="00436A56">
        <w:rPr>
          <w:szCs w:val="32"/>
        </w:rPr>
        <w:t>. – C’est vrai. Mais alors, jusqu’aux limites du possible…</w:t>
      </w:r>
    </w:p>
    <w:p w14:paraId="7C86FCAA" w14:textId="77777777" w:rsidR="00436A56" w:rsidRPr="00436A56" w:rsidRDefault="00436A56" w:rsidP="00436A56">
      <w:proofErr w:type="spellStart"/>
      <w:r w:rsidRPr="00436A56">
        <w:rPr>
          <w:szCs w:val="32"/>
        </w:rPr>
        <w:t>GUINCANO</w:t>
      </w:r>
      <w:proofErr w:type="spellEnd"/>
      <w:r w:rsidRPr="00436A56">
        <w:rPr>
          <w:szCs w:val="32"/>
        </w:rPr>
        <w:t>. – Oui, se mouvoir, ne jamais s’arrêter, ne se fixer dans aucun sentiment.</w:t>
      </w:r>
    </w:p>
    <w:p w14:paraId="6197F4CD" w14:textId="77777777" w:rsidR="00436A56" w:rsidRPr="00436A56" w:rsidRDefault="00436A56" w:rsidP="00436A56">
      <w:proofErr w:type="spellStart"/>
      <w:r w:rsidRPr="00436A56">
        <w:rPr>
          <w:szCs w:val="32"/>
        </w:rPr>
        <w:t>TUDA</w:t>
      </w:r>
      <w:proofErr w:type="spellEnd"/>
      <w:r w:rsidRPr="00436A56">
        <w:rPr>
          <w:szCs w:val="32"/>
        </w:rPr>
        <w:t>. – Mais non…</w:t>
      </w:r>
    </w:p>
    <w:p w14:paraId="1D973DCF"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sombre, avec retenue. </w:t>
      </w:r>
      <w:r w:rsidRPr="00436A56">
        <w:rPr>
          <w:szCs w:val="32"/>
        </w:rPr>
        <w:t xml:space="preserve">– Je suis ainsi : les yeux ouverts et qui ne voudraient plus savoir ce qu’ils voient : les choses telles qu’elles sont et qui portent toute la peine d’être comme elles sont et de ne pouvoir plus être autrement. Moi pour toi… un étranger : comme je devrais être… même pas celui que je fus quand les femmes… </w:t>
      </w:r>
      <w:r w:rsidRPr="00436A56">
        <w:rPr>
          <w:i/>
          <w:iCs/>
          <w:szCs w:val="32"/>
        </w:rPr>
        <w:t xml:space="preserve">(Il s’interrompt.) </w:t>
      </w:r>
      <w:r w:rsidRPr="00436A56">
        <w:rPr>
          <w:szCs w:val="32"/>
        </w:rPr>
        <w:t xml:space="preserve">Si tu savais quelle sorte de dégoût j’éprouve maintenant que je vois en moi mon père ; oui, je ne sais pas, comme si elles l’avaient aimé lui en moi, lui aussi, même autrefois – quand j’étais </w:t>
      </w:r>
      <w:r w:rsidRPr="00436A56">
        <w:rPr>
          <w:szCs w:val="32"/>
        </w:rPr>
        <w:lastRenderedPageBreak/>
        <w:t xml:space="preserve">jeune. Et il savait les aimer, lui, les femmes. Ma mère en mourut désespérée ! Il faut croire que ce corps, cet aspect – les femmes. Je ne sais que dire. Je sais maintenant que ce n’était pas moi et que toutes celles que j’aimais durent à un certain moment s’en apercevoir et s’éloigner de moi parce que sous le corps, elles me découvrirent moi tout différent. Et plus encore que du dégoût, c’est de la haine, presque de la haine que j’éprouve pour ce corps. Il me semblerait contaminer en toi si belle, la vie avec des mains qui ne sont pas les miennes. </w:t>
      </w:r>
      <w:r w:rsidRPr="00436A56">
        <w:rPr>
          <w:i/>
          <w:iCs/>
          <w:szCs w:val="32"/>
        </w:rPr>
        <w:t xml:space="preserve">(Après un silence.) </w:t>
      </w:r>
      <w:r w:rsidRPr="00436A56">
        <w:rPr>
          <w:szCs w:val="32"/>
        </w:rPr>
        <w:t>Laisse, laisse que je m’en aille.</w:t>
      </w:r>
    </w:p>
    <w:p w14:paraId="4E2ADFCD" w14:textId="77777777" w:rsidR="00436A56" w:rsidRPr="00436A56" w:rsidRDefault="00436A56" w:rsidP="00436A56">
      <w:r w:rsidRPr="00436A56">
        <w:rPr>
          <w:i/>
          <w:iCs/>
        </w:rPr>
        <w:t>Il s’en va. Autre longue pause.</w:t>
      </w:r>
    </w:p>
    <w:p w14:paraId="5DD89EC0" w14:textId="77777777" w:rsidR="00436A56" w:rsidRPr="00436A56" w:rsidRDefault="00436A56" w:rsidP="00436A56">
      <w:proofErr w:type="spellStart"/>
      <w:r w:rsidRPr="00436A56">
        <w:rPr>
          <w:i/>
          <w:iCs/>
        </w:rPr>
        <w:t>Tuda</w:t>
      </w:r>
      <w:proofErr w:type="spellEnd"/>
      <w:r w:rsidRPr="00436A56">
        <w:rPr>
          <w:i/>
          <w:iCs/>
        </w:rPr>
        <w:t xml:space="preserve"> demeure pensive. À un certain moment, perplexe, elle s’assied. Puis, comme si elle avait décidé de ne plus aller chez </w:t>
      </w:r>
      <w:proofErr w:type="spellStart"/>
      <w:r w:rsidRPr="00436A56">
        <w:rPr>
          <w:i/>
          <w:iCs/>
        </w:rPr>
        <w:t>Caravani</w:t>
      </w:r>
      <w:proofErr w:type="spellEnd"/>
      <w:r w:rsidRPr="00436A56">
        <w:rPr>
          <w:i/>
          <w:iCs/>
        </w:rPr>
        <w:t>, elle enlève son chapeau et le pose sur ses genoux.</w:t>
      </w:r>
    </w:p>
    <w:p w14:paraId="5A4F1F70" w14:textId="77777777" w:rsidR="00436A56" w:rsidRPr="00436A56" w:rsidRDefault="00436A56" w:rsidP="00436A56">
      <w:r w:rsidRPr="00436A56">
        <w:rPr>
          <w:i/>
          <w:iCs/>
        </w:rPr>
        <w:t xml:space="preserve">Par la porte restée entr’ouverte, entre </w:t>
      </w:r>
      <w:proofErr w:type="spellStart"/>
      <w:r w:rsidRPr="00436A56">
        <w:rPr>
          <w:i/>
          <w:iCs/>
        </w:rPr>
        <w:t>Caravani</w:t>
      </w:r>
      <w:proofErr w:type="spellEnd"/>
      <w:r w:rsidRPr="00436A56">
        <w:rPr>
          <w:i/>
          <w:iCs/>
        </w:rPr>
        <w:t xml:space="preserve">, le chapeau sur la tête, le manteau sur le bras. Il voit </w:t>
      </w:r>
      <w:proofErr w:type="spellStart"/>
      <w:r w:rsidRPr="00436A56">
        <w:rPr>
          <w:i/>
          <w:iCs/>
        </w:rPr>
        <w:t>Tuda</w:t>
      </w:r>
      <w:proofErr w:type="spellEnd"/>
      <w:r w:rsidRPr="00436A56">
        <w:rPr>
          <w:i/>
          <w:iCs/>
        </w:rPr>
        <w:t xml:space="preserve"> qui lui tourne le dos, immobile, et, après avoir regardé autour de lui pour s’assurer qu’il n’y a personne, il s’approche sur la pointe des pieds, avance la tête et fait le geste de l’embrasser sur la joue.</w:t>
      </w:r>
    </w:p>
    <w:p w14:paraId="2875F6E9" w14:textId="77777777" w:rsidR="00436A56" w:rsidRPr="00436A56" w:rsidRDefault="00436A56" w:rsidP="00436A56">
      <w:proofErr w:type="spellStart"/>
      <w:r w:rsidRPr="00436A56">
        <w:rPr>
          <w:i/>
          <w:iCs/>
        </w:rPr>
        <w:t>Tuda</w:t>
      </w:r>
      <w:proofErr w:type="spellEnd"/>
      <w:r w:rsidRPr="00436A56">
        <w:rPr>
          <w:i/>
          <w:iCs/>
        </w:rPr>
        <w:t xml:space="preserve"> bondit à temps et le gifle. </w:t>
      </w:r>
      <w:proofErr w:type="spellStart"/>
      <w:r w:rsidRPr="00436A56">
        <w:rPr>
          <w:i/>
          <w:iCs/>
        </w:rPr>
        <w:t>Caravani</w:t>
      </w:r>
      <w:proofErr w:type="spellEnd"/>
      <w:r w:rsidRPr="00436A56">
        <w:rPr>
          <w:i/>
          <w:iCs/>
        </w:rPr>
        <w:t xml:space="preserve"> d’instinct ouvre les bras et laisse tomber son pardessus.</w:t>
      </w:r>
    </w:p>
    <w:p w14:paraId="508E1FB6" w14:textId="77777777" w:rsidR="00436A56" w:rsidRPr="00436A56" w:rsidRDefault="00436A56" w:rsidP="00436A56">
      <w:proofErr w:type="spellStart"/>
      <w:r w:rsidRPr="00436A56">
        <w:rPr>
          <w:szCs w:val="32"/>
        </w:rPr>
        <w:t>CARAVANI</w:t>
      </w:r>
      <w:proofErr w:type="spellEnd"/>
      <w:r w:rsidRPr="00436A56">
        <w:rPr>
          <w:szCs w:val="32"/>
        </w:rPr>
        <w:t xml:space="preserve">, </w:t>
      </w:r>
      <w:r w:rsidRPr="00436A56">
        <w:rPr>
          <w:i/>
          <w:iCs/>
          <w:szCs w:val="32"/>
        </w:rPr>
        <w:t xml:space="preserve">à la gifle. </w:t>
      </w:r>
      <w:r w:rsidRPr="00436A56">
        <w:rPr>
          <w:szCs w:val="32"/>
        </w:rPr>
        <w:t>– Oh !</w:t>
      </w:r>
    </w:p>
    <w:p w14:paraId="77636580" w14:textId="77777777" w:rsidR="00436A56" w:rsidRPr="00436A56" w:rsidRDefault="00436A56" w:rsidP="00436A56">
      <w:proofErr w:type="spellStart"/>
      <w:r w:rsidRPr="00436A56">
        <w:rPr>
          <w:szCs w:val="32"/>
        </w:rPr>
        <w:t>TUDA</w:t>
      </w:r>
      <w:proofErr w:type="spellEnd"/>
      <w:r w:rsidRPr="00436A56">
        <w:rPr>
          <w:szCs w:val="32"/>
        </w:rPr>
        <w:t>. – Ne recommence pas, par exemple.</w:t>
      </w:r>
    </w:p>
    <w:p w14:paraId="3B39DE47" w14:textId="77777777" w:rsidR="00436A56" w:rsidRPr="00436A56" w:rsidRDefault="00436A56" w:rsidP="00436A56">
      <w:proofErr w:type="spellStart"/>
      <w:r w:rsidRPr="00436A56">
        <w:rPr>
          <w:szCs w:val="32"/>
        </w:rPr>
        <w:t>CARAVANI</w:t>
      </w:r>
      <w:proofErr w:type="spellEnd"/>
      <w:r w:rsidRPr="00436A56">
        <w:rPr>
          <w:szCs w:val="32"/>
        </w:rPr>
        <w:t>. – Mais tu m’as écrit de venir te chercher.</w:t>
      </w:r>
    </w:p>
    <w:p w14:paraId="36113085" w14:textId="77777777" w:rsidR="00436A56" w:rsidRPr="00436A56" w:rsidRDefault="00436A56" w:rsidP="00436A56">
      <w:proofErr w:type="spellStart"/>
      <w:r w:rsidRPr="00436A56">
        <w:rPr>
          <w:szCs w:val="32"/>
        </w:rPr>
        <w:t>TUDA</w:t>
      </w:r>
      <w:proofErr w:type="spellEnd"/>
      <w:r w:rsidRPr="00436A56">
        <w:rPr>
          <w:szCs w:val="32"/>
        </w:rPr>
        <w:t>. – Oui. Mais pas pour ça. Enlève-toi cette idée de la tête… Est-il vrai qu’on veut t’acheter cette saleté de tableau ?</w:t>
      </w:r>
    </w:p>
    <w:p w14:paraId="4C7F3947" w14:textId="77777777" w:rsidR="00436A56" w:rsidRPr="00436A56" w:rsidRDefault="00436A56" w:rsidP="00436A56">
      <w:proofErr w:type="spellStart"/>
      <w:r w:rsidRPr="00436A56">
        <w:rPr>
          <w:szCs w:val="32"/>
        </w:rPr>
        <w:t>CARAVANI</w:t>
      </w:r>
      <w:proofErr w:type="spellEnd"/>
      <w:r w:rsidRPr="00436A56">
        <w:rPr>
          <w:szCs w:val="32"/>
        </w:rPr>
        <w:t>. – Quel tableau ?</w:t>
      </w:r>
    </w:p>
    <w:p w14:paraId="47C54643" w14:textId="77777777" w:rsidR="00436A56" w:rsidRPr="00436A56" w:rsidRDefault="00436A56" w:rsidP="00436A56">
      <w:proofErr w:type="spellStart"/>
      <w:r w:rsidRPr="00436A56">
        <w:rPr>
          <w:szCs w:val="32"/>
        </w:rPr>
        <w:lastRenderedPageBreak/>
        <w:t>TUDA</w:t>
      </w:r>
      <w:proofErr w:type="spellEnd"/>
      <w:r w:rsidRPr="00436A56">
        <w:rPr>
          <w:szCs w:val="32"/>
        </w:rPr>
        <w:t>. – La « Diane ». Ce que tu faisais avec moi. C’est vrai ou non ?</w:t>
      </w:r>
    </w:p>
    <w:p w14:paraId="762560A3" w14:textId="77777777" w:rsidR="00436A56" w:rsidRPr="00436A56" w:rsidRDefault="00436A56" w:rsidP="00436A56">
      <w:proofErr w:type="spellStart"/>
      <w:r w:rsidRPr="00436A56">
        <w:rPr>
          <w:szCs w:val="32"/>
        </w:rPr>
        <w:t>CARAVANI</w:t>
      </w:r>
      <w:proofErr w:type="spellEnd"/>
      <w:r w:rsidRPr="00436A56">
        <w:rPr>
          <w:szCs w:val="32"/>
        </w:rPr>
        <w:t>. – Oui, c’est vrai. Qui te l’a dit ?</w:t>
      </w:r>
    </w:p>
    <w:p w14:paraId="12F9476D" w14:textId="77777777" w:rsidR="00436A56" w:rsidRPr="00436A56" w:rsidRDefault="00436A56" w:rsidP="00436A56">
      <w:proofErr w:type="spellStart"/>
      <w:r w:rsidRPr="00436A56">
        <w:rPr>
          <w:szCs w:val="32"/>
        </w:rPr>
        <w:t>TUDA</w:t>
      </w:r>
      <w:proofErr w:type="spellEnd"/>
      <w:r w:rsidRPr="00436A56">
        <w:rPr>
          <w:szCs w:val="32"/>
        </w:rPr>
        <w:t>. – Il est un peu à moi ce tableau ?</w:t>
      </w:r>
    </w:p>
    <w:p w14:paraId="0035DDF8" w14:textId="77777777" w:rsidR="00436A56" w:rsidRPr="00436A56" w:rsidRDefault="00436A56" w:rsidP="00436A56">
      <w:proofErr w:type="spellStart"/>
      <w:r w:rsidRPr="00436A56">
        <w:rPr>
          <w:szCs w:val="32"/>
        </w:rPr>
        <w:t>CARAVANI</w:t>
      </w:r>
      <w:proofErr w:type="spellEnd"/>
      <w:r w:rsidRPr="00436A56">
        <w:rPr>
          <w:szCs w:val="32"/>
        </w:rPr>
        <w:t>. – Oui. Et je te prie de croire que ce n’est nullement une saleté.</w:t>
      </w:r>
    </w:p>
    <w:p w14:paraId="2D911D81" w14:textId="77777777" w:rsidR="00436A56" w:rsidRPr="00436A56" w:rsidRDefault="00436A56" w:rsidP="00436A56">
      <w:proofErr w:type="spellStart"/>
      <w:r w:rsidRPr="00436A56">
        <w:rPr>
          <w:szCs w:val="32"/>
        </w:rPr>
        <w:t>TUDA</w:t>
      </w:r>
      <w:proofErr w:type="spellEnd"/>
      <w:r w:rsidRPr="00436A56">
        <w:rPr>
          <w:szCs w:val="32"/>
        </w:rPr>
        <w:t>. – Ça va. Si ça ne l’est pas, nous ferons tout notre possible pour que ça le devienne.</w:t>
      </w:r>
    </w:p>
    <w:p w14:paraId="3325B05D" w14:textId="77777777" w:rsidR="00436A56" w:rsidRPr="00436A56" w:rsidRDefault="00436A56" w:rsidP="00436A56">
      <w:proofErr w:type="spellStart"/>
      <w:r w:rsidRPr="00436A56">
        <w:rPr>
          <w:szCs w:val="32"/>
        </w:rPr>
        <w:t>CARAVANI</w:t>
      </w:r>
      <w:proofErr w:type="spellEnd"/>
      <w:r w:rsidRPr="00436A56">
        <w:rPr>
          <w:szCs w:val="32"/>
        </w:rPr>
        <w:t xml:space="preserve">, </w:t>
      </w:r>
      <w:r w:rsidRPr="00436A56">
        <w:rPr>
          <w:i/>
          <w:iCs/>
          <w:szCs w:val="32"/>
        </w:rPr>
        <w:t xml:space="preserve">surpris. </w:t>
      </w:r>
      <w:r w:rsidRPr="00436A56">
        <w:rPr>
          <w:szCs w:val="32"/>
        </w:rPr>
        <w:t>– Comment ?</w:t>
      </w:r>
    </w:p>
    <w:p w14:paraId="47EBA11F" w14:textId="77777777" w:rsidR="00436A56" w:rsidRPr="00436A56" w:rsidRDefault="00436A56" w:rsidP="00436A56">
      <w:proofErr w:type="spellStart"/>
      <w:r w:rsidRPr="00436A56">
        <w:rPr>
          <w:szCs w:val="32"/>
        </w:rPr>
        <w:t>TUDA</w:t>
      </w:r>
      <w:proofErr w:type="spellEnd"/>
      <w:r w:rsidRPr="00436A56">
        <w:rPr>
          <w:szCs w:val="32"/>
        </w:rPr>
        <w:t>. – Laisse-moi faire.</w:t>
      </w:r>
    </w:p>
    <w:p w14:paraId="35910B16" w14:textId="77777777" w:rsidR="00436A56" w:rsidRPr="00436A56" w:rsidRDefault="00436A56" w:rsidP="00436A56">
      <w:proofErr w:type="spellStart"/>
      <w:r w:rsidRPr="00436A56">
        <w:rPr>
          <w:szCs w:val="32"/>
        </w:rPr>
        <w:t>CARAVANI</w:t>
      </w:r>
      <w:proofErr w:type="spellEnd"/>
      <w:r w:rsidRPr="00436A56">
        <w:rPr>
          <w:szCs w:val="32"/>
        </w:rPr>
        <w:t>. – Tu voudrais donc me servir de modèle ?</w:t>
      </w:r>
    </w:p>
    <w:p w14:paraId="18632941" w14:textId="77777777" w:rsidR="00436A56" w:rsidRPr="00436A56" w:rsidRDefault="00436A56" w:rsidP="00436A56">
      <w:proofErr w:type="spellStart"/>
      <w:r w:rsidRPr="00436A56">
        <w:rPr>
          <w:szCs w:val="32"/>
        </w:rPr>
        <w:t>TUDA</w:t>
      </w:r>
      <w:proofErr w:type="spellEnd"/>
      <w:r w:rsidRPr="00436A56">
        <w:rPr>
          <w:szCs w:val="32"/>
        </w:rPr>
        <w:t xml:space="preserve">. – Oui, de modèle. À condition qu’il soit laid, plus laid que toi. Laid, très laid, une horreur. </w:t>
      </w:r>
      <w:r w:rsidRPr="00436A56">
        <w:rPr>
          <w:i/>
          <w:iCs/>
          <w:szCs w:val="32"/>
        </w:rPr>
        <w:t xml:space="preserve">(Elle prend le pardessus qui est par terre et le lui jette au visage.) </w:t>
      </w:r>
      <w:r w:rsidRPr="00436A56">
        <w:rPr>
          <w:szCs w:val="32"/>
        </w:rPr>
        <w:t>Prends. Allons.</w:t>
      </w:r>
    </w:p>
    <w:p w14:paraId="2F32696C" w14:textId="77777777" w:rsidR="00436A56" w:rsidRPr="00436A56" w:rsidRDefault="00436A56" w:rsidP="00436A56">
      <w:proofErr w:type="spellStart"/>
      <w:r w:rsidRPr="00436A56">
        <w:rPr>
          <w:szCs w:val="32"/>
        </w:rPr>
        <w:t>CARAVANI</w:t>
      </w:r>
      <w:proofErr w:type="spellEnd"/>
      <w:r w:rsidRPr="00436A56">
        <w:rPr>
          <w:szCs w:val="32"/>
        </w:rPr>
        <w:t>. – Mais pardon… tu as pensé… Qu’est-ce qu’il en dira…</w:t>
      </w:r>
    </w:p>
    <w:p w14:paraId="3C0320A9" w14:textId="77777777" w:rsidR="00436A56" w:rsidRPr="00436A56" w:rsidRDefault="00436A56" w:rsidP="00436A56">
      <w:proofErr w:type="spellStart"/>
      <w:r w:rsidRPr="00436A56">
        <w:rPr>
          <w:szCs w:val="32"/>
        </w:rPr>
        <w:t>TUDA</w:t>
      </w:r>
      <w:proofErr w:type="spellEnd"/>
      <w:r w:rsidRPr="00436A56">
        <w:rPr>
          <w:szCs w:val="32"/>
        </w:rPr>
        <w:t>. – Ne t’occupe pas…</w:t>
      </w:r>
    </w:p>
    <w:p w14:paraId="5F08D7B9" w14:textId="77777777" w:rsidR="00436A56" w:rsidRPr="00436A56" w:rsidRDefault="00436A56" w:rsidP="00436A56">
      <w:proofErr w:type="spellStart"/>
      <w:r w:rsidRPr="00436A56">
        <w:rPr>
          <w:szCs w:val="32"/>
        </w:rPr>
        <w:t>CARAVANI</w:t>
      </w:r>
      <w:proofErr w:type="spellEnd"/>
      <w:r w:rsidRPr="00436A56">
        <w:rPr>
          <w:szCs w:val="32"/>
        </w:rPr>
        <w:t>. – J’ai compris… tu sais.</w:t>
      </w:r>
    </w:p>
    <w:p w14:paraId="7148B65C" w14:textId="77777777" w:rsidR="00436A56" w:rsidRPr="00436A56" w:rsidRDefault="00436A56" w:rsidP="00436A56">
      <w:proofErr w:type="spellStart"/>
      <w:r w:rsidRPr="00436A56">
        <w:rPr>
          <w:szCs w:val="32"/>
        </w:rPr>
        <w:t>TUDA</w:t>
      </w:r>
      <w:proofErr w:type="spellEnd"/>
      <w:r w:rsidRPr="00436A56">
        <w:rPr>
          <w:szCs w:val="32"/>
        </w:rPr>
        <w:t>. – Qu’est-ce que tu as compris ?</w:t>
      </w:r>
    </w:p>
    <w:p w14:paraId="0D88E5AE" w14:textId="77777777" w:rsidR="00436A56" w:rsidRPr="00436A56" w:rsidRDefault="00436A56" w:rsidP="00436A56">
      <w:proofErr w:type="spellStart"/>
      <w:r w:rsidRPr="00436A56">
        <w:rPr>
          <w:szCs w:val="32"/>
        </w:rPr>
        <w:t>CARAVANI</w:t>
      </w:r>
      <w:proofErr w:type="spellEnd"/>
      <w:r w:rsidRPr="00436A56">
        <w:rPr>
          <w:szCs w:val="32"/>
        </w:rPr>
        <w:t>. – Pourquoi tu fais ça et pourquoi tu veux que le tableau soit laid.</w:t>
      </w:r>
    </w:p>
    <w:p w14:paraId="57DFFA3C" w14:textId="77777777" w:rsidR="00436A56" w:rsidRPr="00436A56" w:rsidRDefault="00436A56" w:rsidP="00436A56">
      <w:proofErr w:type="spellStart"/>
      <w:r w:rsidRPr="00436A56">
        <w:rPr>
          <w:szCs w:val="32"/>
        </w:rPr>
        <w:t>TUDA</w:t>
      </w:r>
      <w:proofErr w:type="spellEnd"/>
      <w:r w:rsidRPr="00436A56">
        <w:rPr>
          <w:szCs w:val="32"/>
        </w:rPr>
        <w:t>. – Je te ferai vendre le tableau, tu n’es pas content ?</w:t>
      </w:r>
    </w:p>
    <w:p w14:paraId="468FA836" w14:textId="77777777" w:rsidR="00436A56" w:rsidRPr="00436A56" w:rsidRDefault="00436A56" w:rsidP="00436A56">
      <w:proofErr w:type="spellStart"/>
      <w:r w:rsidRPr="00436A56">
        <w:rPr>
          <w:szCs w:val="32"/>
        </w:rPr>
        <w:t>CARAVANI</w:t>
      </w:r>
      <w:proofErr w:type="spellEnd"/>
      <w:r w:rsidRPr="00436A56">
        <w:rPr>
          <w:szCs w:val="32"/>
        </w:rPr>
        <w:t>. – Tu es magnifique… moi, à dire vrai… j’étais venu pour…</w:t>
      </w:r>
    </w:p>
    <w:p w14:paraId="10350659" w14:textId="77777777" w:rsidR="00436A56" w:rsidRPr="00436A56" w:rsidRDefault="00436A56" w:rsidP="00436A56">
      <w:proofErr w:type="spellStart"/>
      <w:r w:rsidRPr="00436A56">
        <w:rPr>
          <w:szCs w:val="32"/>
        </w:rPr>
        <w:lastRenderedPageBreak/>
        <w:t>TUDA</w:t>
      </w:r>
      <w:proofErr w:type="spellEnd"/>
      <w:r w:rsidRPr="00436A56">
        <w:rPr>
          <w:szCs w:val="32"/>
        </w:rPr>
        <w:t xml:space="preserve">. – Malheur à toi, je te le répète, si tu me touches ! Je ne viens que pour te servir de modèle. </w:t>
      </w:r>
      <w:r w:rsidRPr="00436A56">
        <w:rPr>
          <w:i/>
          <w:iCs/>
          <w:szCs w:val="32"/>
        </w:rPr>
        <w:t xml:space="preserve">(Et tandis que </w:t>
      </w:r>
      <w:proofErr w:type="spellStart"/>
      <w:r w:rsidRPr="00436A56">
        <w:rPr>
          <w:i/>
          <w:iCs/>
          <w:szCs w:val="32"/>
        </w:rPr>
        <w:t>Caravani</w:t>
      </w:r>
      <w:proofErr w:type="spellEnd"/>
      <w:r w:rsidRPr="00436A56">
        <w:rPr>
          <w:i/>
          <w:iCs/>
          <w:szCs w:val="32"/>
        </w:rPr>
        <w:t xml:space="preserve"> se tourne pour la regarder de nouveau, étonné et souriant, elle lui montre la porte.) </w:t>
      </w:r>
      <w:r w:rsidRPr="00436A56">
        <w:rPr>
          <w:szCs w:val="32"/>
        </w:rPr>
        <w:t>Allons.</w:t>
      </w:r>
    </w:p>
    <w:p w14:paraId="5D4138EE" w14:textId="77777777" w:rsidR="00436A56" w:rsidRPr="00436A56" w:rsidRDefault="00436A56" w:rsidP="00436A56">
      <w:pPr>
        <w:jc w:val="right"/>
      </w:pPr>
      <w:r w:rsidRPr="00436A56">
        <w:rPr>
          <w:i/>
          <w:iCs/>
          <w:szCs w:val="32"/>
        </w:rPr>
        <w:t xml:space="preserve">Elle sort vivement. </w:t>
      </w:r>
      <w:proofErr w:type="spellStart"/>
      <w:r w:rsidRPr="00436A56">
        <w:rPr>
          <w:i/>
          <w:iCs/>
          <w:szCs w:val="32"/>
        </w:rPr>
        <w:t>Caravani</w:t>
      </w:r>
      <w:proofErr w:type="spellEnd"/>
      <w:r w:rsidRPr="00436A56">
        <w:rPr>
          <w:i/>
          <w:iCs/>
          <w:szCs w:val="32"/>
        </w:rPr>
        <w:t>, étonné, la suit.</w:t>
      </w:r>
    </w:p>
    <w:p w14:paraId="2A31EFEF" w14:textId="77777777" w:rsidR="00436A56" w:rsidRPr="00436A56" w:rsidRDefault="00436A56" w:rsidP="00436A56">
      <w:pPr>
        <w:ind w:firstLine="0"/>
        <w:jc w:val="center"/>
      </w:pPr>
      <w:r w:rsidRPr="00436A56">
        <w:rPr>
          <w:i/>
          <w:iCs/>
          <w:szCs w:val="32"/>
        </w:rPr>
        <w:t>Rideau</w:t>
      </w:r>
    </w:p>
    <w:p w14:paraId="58CE65C3" w14:textId="77777777" w:rsidR="00436A56" w:rsidRPr="00436A56" w:rsidRDefault="00436A56" w:rsidP="00282A36">
      <w:pPr>
        <w:pStyle w:val="Titre1"/>
        <w:rPr>
          <w:szCs w:val="32"/>
        </w:rPr>
      </w:pPr>
      <w:bookmarkStart w:id="6" w:name="_Toc255047703"/>
      <w:bookmarkStart w:id="7" w:name="_Toc197866525"/>
      <w:r w:rsidRPr="00436A56">
        <w:lastRenderedPageBreak/>
        <w:t>ACTE TROISIÈME</w:t>
      </w:r>
      <w:bookmarkEnd w:id="6"/>
      <w:bookmarkEnd w:id="7"/>
      <w:r w:rsidRPr="00436A56">
        <w:br/>
      </w:r>
    </w:p>
    <w:p w14:paraId="0122BDB0" w14:textId="77777777" w:rsidR="00436A56" w:rsidRPr="00436A56" w:rsidRDefault="00436A56" w:rsidP="00436A56">
      <w:pPr>
        <w:ind w:firstLine="0"/>
        <w:jc w:val="center"/>
      </w:pPr>
      <w:r w:rsidRPr="00436A56">
        <w:rPr>
          <w:szCs w:val="32"/>
        </w:rPr>
        <w:t>Même scène qu’à l’acte I.</w:t>
      </w:r>
    </w:p>
    <w:p w14:paraId="2CD3C63B" w14:textId="77777777" w:rsidR="00436A56" w:rsidRPr="00436A56" w:rsidRDefault="00436A56" w:rsidP="00436A56">
      <w:r w:rsidRPr="00436A56">
        <w:rPr>
          <w:i/>
          <w:iCs/>
        </w:rPr>
        <w:t xml:space="preserve">Au lever du rideau, Sara Mendel, debout, souffle la fumée de sa cigarette ; puis parlant avec lenteur comme pour savourer son impudente sincérité, dit à Nono </w:t>
      </w:r>
      <w:proofErr w:type="spellStart"/>
      <w:r w:rsidRPr="00436A56">
        <w:rPr>
          <w:i/>
          <w:iCs/>
        </w:rPr>
        <w:t>Guincano</w:t>
      </w:r>
      <w:proofErr w:type="spellEnd"/>
      <w:r w:rsidRPr="00436A56">
        <w:rPr>
          <w:i/>
          <w:iCs/>
        </w:rPr>
        <w:t xml:space="preserve"> assis et qui n’a pas l’air de l’écouter.</w:t>
      </w:r>
    </w:p>
    <w:p w14:paraId="53688F3D" w14:textId="77777777" w:rsidR="00436A56" w:rsidRPr="00436A56" w:rsidRDefault="00436A56" w:rsidP="00436A56">
      <w:r w:rsidRPr="00436A56">
        <w:rPr>
          <w:szCs w:val="32"/>
        </w:rPr>
        <w:t xml:space="preserve">SARA. – D’ailleurs, me cacher de qui ? Je n’ai de compte à rendre à personne, ni sur mes actes, ni sur mes sentiments. Tout le monde sait ce qu’il y a entre moi et </w:t>
      </w:r>
      <w:proofErr w:type="spellStart"/>
      <w:r w:rsidRPr="00436A56">
        <w:rPr>
          <w:szCs w:val="32"/>
        </w:rPr>
        <w:t>Dossi</w:t>
      </w:r>
      <w:proofErr w:type="spellEnd"/>
      <w:r w:rsidRPr="00436A56">
        <w:rPr>
          <w:szCs w:val="32"/>
        </w:rPr>
        <w:t xml:space="preserve">. Et avec un homme comme lui… </w:t>
      </w:r>
      <w:r w:rsidRPr="00436A56">
        <w:rPr>
          <w:i/>
          <w:iCs/>
          <w:szCs w:val="32"/>
        </w:rPr>
        <w:t xml:space="preserve">(Elle s’arrête, regarde un peu </w:t>
      </w:r>
      <w:proofErr w:type="spellStart"/>
      <w:r w:rsidRPr="00436A56">
        <w:rPr>
          <w:i/>
          <w:iCs/>
          <w:szCs w:val="32"/>
        </w:rPr>
        <w:t>Guincano</w:t>
      </w:r>
      <w:proofErr w:type="spellEnd"/>
      <w:r w:rsidRPr="00436A56">
        <w:rPr>
          <w:i/>
          <w:iCs/>
          <w:szCs w:val="32"/>
        </w:rPr>
        <w:t xml:space="preserve">, puis ajoute sur un autre ton.) </w:t>
      </w:r>
      <w:r w:rsidRPr="00436A56">
        <w:rPr>
          <w:szCs w:val="32"/>
        </w:rPr>
        <w:t>Faites attention que si vous voulez faire semblant de ne pas m’écouter, j’ai un moyen de forcer votre attention.</w:t>
      </w:r>
    </w:p>
    <w:p w14:paraId="6D4BF947"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lève la tête, furieux. </w:t>
      </w:r>
      <w:r w:rsidRPr="00436A56">
        <w:rPr>
          <w:szCs w:val="32"/>
        </w:rPr>
        <w:t>– Vous ?</w:t>
      </w:r>
    </w:p>
    <w:p w14:paraId="16A70059" w14:textId="77777777" w:rsidR="00436A56" w:rsidRPr="00436A56" w:rsidRDefault="00436A56" w:rsidP="00436A56">
      <w:r w:rsidRPr="00436A56">
        <w:rPr>
          <w:szCs w:val="32"/>
        </w:rPr>
        <w:t>SARA. – Voyez, j’ai déjà réussi.</w:t>
      </w:r>
    </w:p>
    <w:p w14:paraId="1FC50B02" w14:textId="77777777" w:rsidR="00436A56" w:rsidRPr="00436A56" w:rsidRDefault="00436A56" w:rsidP="00436A56">
      <w:proofErr w:type="spellStart"/>
      <w:r w:rsidRPr="00436A56">
        <w:rPr>
          <w:szCs w:val="32"/>
        </w:rPr>
        <w:t>G</w:t>
      </w:r>
      <w:r w:rsidRPr="00436A56">
        <w:t>UINCANO</w:t>
      </w:r>
      <w:proofErr w:type="spellEnd"/>
      <w:r w:rsidRPr="00436A56">
        <w:t xml:space="preserve">. </w:t>
      </w:r>
      <w:r w:rsidRPr="00436A56">
        <w:rPr>
          <w:szCs w:val="32"/>
        </w:rPr>
        <w:t>– Vous m’en-nu-</w:t>
      </w:r>
      <w:proofErr w:type="spellStart"/>
      <w:r w:rsidRPr="00436A56">
        <w:rPr>
          <w:szCs w:val="32"/>
        </w:rPr>
        <w:t>yez</w:t>
      </w:r>
      <w:proofErr w:type="spellEnd"/>
      <w:r w:rsidRPr="00436A56">
        <w:rPr>
          <w:szCs w:val="32"/>
        </w:rPr>
        <w:t>.</w:t>
      </w:r>
    </w:p>
    <w:p w14:paraId="654419CD" w14:textId="77777777" w:rsidR="00436A56" w:rsidRPr="00436A56" w:rsidRDefault="00436A56" w:rsidP="00436A56">
      <w:r w:rsidRPr="00436A56">
        <w:rPr>
          <w:szCs w:val="32"/>
        </w:rPr>
        <w:t xml:space="preserve">SARA, </w:t>
      </w:r>
      <w:r w:rsidRPr="00436A56">
        <w:rPr>
          <w:i/>
          <w:iCs/>
          <w:szCs w:val="32"/>
        </w:rPr>
        <w:t xml:space="preserve">après un silence. </w:t>
      </w:r>
      <w:r w:rsidRPr="00436A56">
        <w:rPr>
          <w:szCs w:val="32"/>
        </w:rPr>
        <w:t>– Si l’un de nous deux, mon cher maître, aurait intérêt à cacher ses sentiments, c’est plutôt vous que moi. C’est vraiment pénible de vous voir aussi – à votre âge – avec tout le respect que chacun vous doit, tout perdre pour une…</w:t>
      </w:r>
    </w:p>
    <w:p w14:paraId="009EB1A8"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bondissant. </w:t>
      </w:r>
      <w:r w:rsidRPr="00436A56">
        <w:rPr>
          <w:szCs w:val="32"/>
        </w:rPr>
        <w:t>– Je vous ordonne de vous taire.</w:t>
      </w:r>
    </w:p>
    <w:p w14:paraId="631227E3" w14:textId="77777777" w:rsidR="00436A56" w:rsidRPr="00436A56" w:rsidRDefault="00436A56" w:rsidP="00436A56">
      <w:r w:rsidRPr="00436A56">
        <w:rPr>
          <w:szCs w:val="32"/>
        </w:rPr>
        <w:t xml:space="preserve">SARA. – Oh ! </w:t>
      </w:r>
      <w:r w:rsidRPr="00436A56">
        <w:rPr>
          <w:i/>
          <w:iCs/>
          <w:szCs w:val="32"/>
        </w:rPr>
        <w:t xml:space="preserve">(Elle le regarde comme s’il lui plaisait, puis froidement.) </w:t>
      </w:r>
      <w:r w:rsidRPr="00436A56">
        <w:rPr>
          <w:szCs w:val="32"/>
        </w:rPr>
        <w:t>Seulement, au cas où ce que j’ai souvent entendu dire serait vrai…</w:t>
      </w:r>
    </w:p>
    <w:p w14:paraId="4A910F99" w14:textId="77777777" w:rsidR="00436A56" w:rsidRPr="00436A56" w:rsidRDefault="00436A56" w:rsidP="00436A56">
      <w:proofErr w:type="spellStart"/>
      <w:r w:rsidRPr="00436A56">
        <w:rPr>
          <w:szCs w:val="32"/>
        </w:rPr>
        <w:lastRenderedPageBreak/>
        <w:t>GUINCANO</w:t>
      </w:r>
      <w:proofErr w:type="spellEnd"/>
      <w:r w:rsidRPr="00436A56">
        <w:rPr>
          <w:szCs w:val="32"/>
        </w:rPr>
        <w:t>. – Ce n’est pas vrai. Mais je vous ordonne quand même de vous taire.</w:t>
      </w:r>
    </w:p>
    <w:p w14:paraId="3A10479C" w14:textId="77777777" w:rsidR="00436A56" w:rsidRPr="00436A56" w:rsidRDefault="00436A56" w:rsidP="00436A56">
      <w:r w:rsidRPr="00436A56">
        <w:rPr>
          <w:szCs w:val="32"/>
        </w:rPr>
        <w:t xml:space="preserve">SARA. – Ah ! mon cher maître, non : si </w:t>
      </w:r>
      <w:proofErr w:type="spellStart"/>
      <w:r w:rsidRPr="00436A56">
        <w:rPr>
          <w:szCs w:val="32"/>
        </w:rPr>
        <w:t>Dossi</w:t>
      </w:r>
      <w:proofErr w:type="spellEnd"/>
      <w:r w:rsidRPr="00436A56">
        <w:rPr>
          <w:szCs w:val="32"/>
        </w:rPr>
        <w:t xml:space="preserve"> n’est pas votre fils, ici vous ne m’ordonnerez rien du tout.</w:t>
      </w:r>
    </w:p>
    <w:p w14:paraId="1D97FC26" w14:textId="77777777" w:rsidR="00436A56" w:rsidRPr="00436A56" w:rsidRDefault="00436A56" w:rsidP="00436A56">
      <w:proofErr w:type="spellStart"/>
      <w:r w:rsidRPr="00436A56">
        <w:rPr>
          <w:szCs w:val="32"/>
        </w:rPr>
        <w:t>GUINCANO</w:t>
      </w:r>
      <w:proofErr w:type="spellEnd"/>
      <w:r w:rsidRPr="00436A56">
        <w:rPr>
          <w:szCs w:val="32"/>
        </w:rPr>
        <w:t>. – Je le hais, vous pouvez le lui dire.</w:t>
      </w:r>
    </w:p>
    <w:p w14:paraId="6AB0F46D" w14:textId="77777777" w:rsidR="00436A56" w:rsidRPr="00436A56" w:rsidRDefault="00436A56" w:rsidP="00436A56">
      <w:r w:rsidRPr="00436A56">
        <w:rPr>
          <w:szCs w:val="32"/>
        </w:rPr>
        <w:t>SARA. – Raison de plus.</w:t>
      </w:r>
    </w:p>
    <w:p w14:paraId="219DE366" w14:textId="77777777" w:rsidR="00436A56" w:rsidRPr="00436A56" w:rsidRDefault="00436A56" w:rsidP="00436A56">
      <w:proofErr w:type="spellStart"/>
      <w:r w:rsidRPr="00436A56">
        <w:rPr>
          <w:szCs w:val="32"/>
        </w:rPr>
        <w:t>GUINCANO</w:t>
      </w:r>
      <w:proofErr w:type="spellEnd"/>
      <w:r w:rsidRPr="00436A56">
        <w:rPr>
          <w:szCs w:val="32"/>
        </w:rPr>
        <w:t>. – Comme je l’ai haï quand sa mère le mit au monde.</w:t>
      </w:r>
    </w:p>
    <w:p w14:paraId="412985D0" w14:textId="77777777" w:rsidR="00436A56" w:rsidRPr="00436A56" w:rsidRDefault="00436A56" w:rsidP="00436A56">
      <w:r w:rsidRPr="00436A56">
        <w:rPr>
          <w:szCs w:val="32"/>
        </w:rPr>
        <w:t>SARA. – Voilà aussi un sentiment que vous pourriez cacher.</w:t>
      </w:r>
    </w:p>
    <w:p w14:paraId="70FF5A85" w14:textId="77777777" w:rsidR="00436A56" w:rsidRPr="00436A56" w:rsidRDefault="00436A56" w:rsidP="00436A56">
      <w:proofErr w:type="spellStart"/>
      <w:r w:rsidRPr="00436A56">
        <w:rPr>
          <w:szCs w:val="32"/>
        </w:rPr>
        <w:t>GUINCANO</w:t>
      </w:r>
      <w:proofErr w:type="spellEnd"/>
      <w:r w:rsidRPr="00436A56">
        <w:rPr>
          <w:szCs w:val="32"/>
        </w:rPr>
        <w:t>. – Mais je le lui crierai à la figure dès que je le verrai.</w:t>
      </w:r>
    </w:p>
    <w:p w14:paraId="0F4097FB" w14:textId="77777777" w:rsidR="00436A56" w:rsidRPr="00436A56" w:rsidRDefault="00436A56" w:rsidP="00436A56">
      <w:r w:rsidRPr="00436A56">
        <w:rPr>
          <w:szCs w:val="32"/>
        </w:rPr>
        <w:t>SARA. – Tout le monde sait qu’après la mort de son père, quand son père l’a abandonné, vous vous êtes mis à l’aimer comme un fils… si maintenant vous recommencez à le détester à cause d’une autre jalousie !…</w:t>
      </w:r>
    </w:p>
    <w:p w14:paraId="3C132ECF" w14:textId="77777777" w:rsidR="00436A56" w:rsidRPr="00436A56" w:rsidRDefault="00436A56" w:rsidP="00436A56">
      <w:proofErr w:type="spellStart"/>
      <w:r w:rsidRPr="00436A56">
        <w:rPr>
          <w:szCs w:val="32"/>
        </w:rPr>
        <w:t>GUINCANO</w:t>
      </w:r>
      <w:proofErr w:type="spellEnd"/>
      <w:r w:rsidRPr="00436A56">
        <w:rPr>
          <w:szCs w:val="32"/>
        </w:rPr>
        <w:t>. – Vous en avez assez dit pour que je ne tolère pas que vous continuiez à en parler, je suis ici parce qu’il m’a écrit de venir et non pour vous écouter.</w:t>
      </w:r>
    </w:p>
    <w:p w14:paraId="46F77EA2" w14:textId="77777777" w:rsidR="00436A56" w:rsidRPr="00436A56" w:rsidRDefault="00436A56" w:rsidP="00436A56">
      <w:r w:rsidRPr="00436A56">
        <w:rPr>
          <w:szCs w:val="32"/>
        </w:rPr>
        <w:t>SARA. – Je le sais et je sais aussi ce qu’il veut vous dire.</w:t>
      </w:r>
    </w:p>
    <w:p w14:paraId="1FC1F8FA" w14:textId="77777777" w:rsidR="00436A56" w:rsidRPr="00436A56" w:rsidRDefault="00436A56" w:rsidP="00436A56">
      <w:proofErr w:type="spellStart"/>
      <w:r w:rsidRPr="00436A56">
        <w:rPr>
          <w:szCs w:val="32"/>
        </w:rPr>
        <w:t>GUINCANO</w:t>
      </w:r>
      <w:proofErr w:type="spellEnd"/>
      <w:r w:rsidRPr="00436A56">
        <w:rPr>
          <w:szCs w:val="32"/>
        </w:rPr>
        <w:t>. – Dites-le-moi pour que je m’en aille.</w:t>
      </w:r>
    </w:p>
    <w:p w14:paraId="6F79466A" w14:textId="77777777" w:rsidR="00436A56" w:rsidRPr="00436A56" w:rsidRDefault="00436A56" w:rsidP="00436A56">
      <w:r w:rsidRPr="00436A56">
        <w:rPr>
          <w:szCs w:val="32"/>
        </w:rPr>
        <w:t>SARA. – Mais je n’en suis pas tout à fait sûre ; je le suppose ! Il a essayé de travailler avec d’autres modèles.</w:t>
      </w:r>
    </w:p>
    <w:p w14:paraId="1A8F482C" w14:textId="77777777" w:rsidR="00436A56" w:rsidRPr="00436A56" w:rsidRDefault="00436A56" w:rsidP="00436A56">
      <w:proofErr w:type="spellStart"/>
      <w:r w:rsidRPr="00436A56">
        <w:rPr>
          <w:szCs w:val="32"/>
        </w:rPr>
        <w:t>GUINCANO</w:t>
      </w:r>
      <w:proofErr w:type="spellEnd"/>
      <w:r w:rsidRPr="00436A56">
        <w:rPr>
          <w:szCs w:val="32"/>
        </w:rPr>
        <w:t>. – Et il n’a pas pu ?</w:t>
      </w:r>
    </w:p>
    <w:p w14:paraId="05D0769C" w14:textId="77777777" w:rsidR="00436A56" w:rsidRPr="00436A56" w:rsidRDefault="00436A56" w:rsidP="00436A56">
      <w:r w:rsidRPr="00436A56">
        <w:rPr>
          <w:szCs w:val="32"/>
        </w:rPr>
        <w:lastRenderedPageBreak/>
        <w:t>SARA. – Parce qu’il s’entête. Il en viendra une tout à l’heure qui vaut cent fois mieux ! Et celles qu’il a écartées valaient toutes plus que celle-là.</w:t>
      </w:r>
    </w:p>
    <w:p w14:paraId="2963021C" w14:textId="77777777" w:rsidR="00436A56" w:rsidRPr="00436A56" w:rsidRDefault="00436A56" w:rsidP="00436A56">
      <w:proofErr w:type="spellStart"/>
      <w:r w:rsidRPr="00436A56">
        <w:rPr>
          <w:szCs w:val="32"/>
        </w:rPr>
        <w:t>GUINCANO</w:t>
      </w:r>
      <w:proofErr w:type="spellEnd"/>
      <w:r w:rsidRPr="00436A56">
        <w:rPr>
          <w:szCs w:val="32"/>
        </w:rPr>
        <w:t xml:space="preserve">. – Il suffit d’aller regarder derrière ce rideau… </w:t>
      </w:r>
      <w:r w:rsidRPr="00436A56">
        <w:rPr>
          <w:i/>
          <w:iCs/>
          <w:szCs w:val="32"/>
        </w:rPr>
        <w:t xml:space="preserve">(il montre l’endroit et il lève le rideau) </w:t>
      </w:r>
      <w:r w:rsidRPr="00436A56">
        <w:rPr>
          <w:szCs w:val="32"/>
        </w:rPr>
        <w:t>pour comprendre ce que d’ailleurs vous comprenez fort bien.</w:t>
      </w:r>
    </w:p>
    <w:p w14:paraId="5654B1EE" w14:textId="77777777" w:rsidR="00436A56" w:rsidRPr="00436A56" w:rsidRDefault="00436A56" w:rsidP="00436A56">
      <w:r w:rsidRPr="00436A56">
        <w:rPr>
          <w:szCs w:val="32"/>
        </w:rPr>
        <w:t>SARA. – Non ; non, moi… j’avoue…</w:t>
      </w:r>
    </w:p>
    <w:p w14:paraId="0A3AD56D" w14:textId="77777777" w:rsidR="00436A56" w:rsidRPr="00436A56" w:rsidRDefault="00436A56" w:rsidP="00436A56">
      <w:proofErr w:type="spellStart"/>
      <w:r w:rsidRPr="00436A56">
        <w:rPr>
          <w:szCs w:val="32"/>
        </w:rPr>
        <w:t>GUINCANO</w:t>
      </w:r>
      <w:proofErr w:type="spellEnd"/>
      <w:r w:rsidRPr="00436A56">
        <w:rPr>
          <w:szCs w:val="32"/>
        </w:rPr>
        <w:t>. – Qu’il ne peut désormais plus la terminer, cette statue, sinon avec elle.</w:t>
      </w:r>
    </w:p>
    <w:p w14:paraId="0E1A6189" w14:textId="77777777" w:rsidR="00436A56" w:rsidRPr="00436A56" w:rsidRDefault="00436A56" w:rsidP="00436A56">
      <w:r w:rsidRPr="00436A56">
        <w:rPr>
          <w:szCs w:val="32"/>
        </w:rPr>
        <w:t>SARA. – Si ce qu’il a toujours dit est vrai.</w:t>
      </w:r>
    </w:p>
    <w:p w14:paraId="251C7B52" w14:textId="77777777" w:rsidR="00436A56" w:rsidRPr="00436A56" w:rsidRDefault="00436A56" w:rsidP="00436A56">
      <w:proofErr w:type="spellStart"/>
      <w:r w:rsidRPr="00436A56">
        <w:rPr>
          <w:szCs w:val="32"/>
        </w:rPr>
        <w:t>GUINCANO</w:t>
      </w:r>
      <w:proofErr w:type="spellEnd"/>
      <w:r w:rsidRPr="00436A56">
        <w:rPr>
          <w:szCs w:val="32"/>
        </w:rPr>
        <w:t>. – Mais rien n’est vrai. Et il s’en aperçoit maintenant qu’il sent s’évanouir entre son pouce et la glaise le bonheur avec lequel il travaillait.</w:t>
      </w:r>
    </w:p>
    <w:p w14:paraId="50B3B541" w14:textId="77777777" w:rsidR="00436A56" w:rsidRPr="00436A56" w:rsidRDefault="00436A56" w:rsidP="00436A56">
      <w:r w:rsidRPr="00436A56">
        <w:rPr>
          <w:szCs w:val="32"/>
        </w:rPr>
        <w:t>SARA. – L’inspiration ?</w:t>
      </w:r>
    </w:p>
    <w:p w14:paraId="193D6EDC" w14:textId="77777777" w:rsidR="00436A56" w:rsidRPr="00436A56" w:rsidRDefault="00436A56" w:rsidP="00436A56">
      <w:proofErr w:type="spellStart"/>
      <w:r w:rsidRPr="00436A56">
        <w:rPr>
          <w:szCs w:val="32"/>
        </w:rPr>
        <w:t>GUINCANO</w:t>
      </w:r>
      <w:proofErr w:type="spellEnd"/>
      <w:r w:rsidRPr="00436A56">
        <w:rPr>
          <w:szCs w:val="32"/>
        </w:rPr>
        <w:t>. – Quelle inspiration ? Beaucoup mieux… le don qu’elle faisait d’elle-même, de sa vie, à cette statue !</w:t>
      </w:r>
    </w:p>
    <w:p w14:paraId="64D2A524" w14:textId="77777777" w:rsidR="00436A56" w:rsidRPr="00436A56" w:rsidRDefault="00436A56" w:rsidP="00436A56">
      <w:r w:rsidRPr="00436A56">
        <w:rPr>
          <w:szCs w:val="32"/>
        </w:rPr>
        <w:t>SARA. – Elle aurait dû la haïr.</w:t>
      </w:r>
    </w:p>
    <w:p w14:paraId="00165144" w14:textId="77777777" w:rsidR="00436A56" w:rsidRPr="00436A56" w:rsidRDefault="00436A56" w:rsidP="00436A56">
      <w:proofErr w:type="spellStart"/>
      <w:r w:rsidRPr="00436A56">
        <w:rPr>
          <w:szCs w:val="32"/>
        </w:rPr>
        <w:t>GUINCANO</w:t>
      </w:r>
      <w:proofErr w:type="spellEnd"/>
      <w:r w:rsidRPr="00436A56">
        <w:rPr>
          <w:szCs w:val="32"/>
        </w:rPr>
        <w:t>. – Oui, elle aurait dû si ça n’avait pas été pour elle l’unique façon de vivre devant les yeux qui, sans la comprendre, l’absorbaient, la transformaient en cette glaise inanimée. Il voudrait maintenant que je lui conseille de revenir ?</w:t>
      </w:r>
    </w:p>
    <w:p w14:paraId="7338427D" w14:textId="77777777" w:rsidR="00436A56" w:rsidRPr="00436A56" w:rsidRDefault="00436A56" w:rsidP="00436A56">
      <w:r w:rsidRPr="00436A56">
        <w:rPr>
          <w:szCs w:val="32"/>
        </w:rPr>
        <w:t>SARA. – Je suppose.</w:t>
      </w:r>
    </w:p>
    <w:p w14:paraId="505BBCBB" w14:textId="77777777" w:rsidR="00436A56" w:rsidRPr="00436A56" w:rsidRDefault="00436A56" w:rsidP="00436A56">
      <w:proofErr w:type="spellStart"/>
      <w:r w:rsidRPr="00436A56">
        <w:rPr>
          <w:szCs w:val="32"/>
        </w:rPr>
        <w:t>GUINCANO</w:t>
      </w:r>
      <w:proofErr w:type="spellEnd"/>
      <w:r w:rsidRPr="00436A56">
        <w:rPr>
          <w:szCs w:val="32"/>
        </w:rPr>
        <w:t>. – Mais moi, je lui conseillerais plutôt de mourir. Vous savez où elle est ?</w:t>
      </w:r>
    </w:p>
    <w:p w14:paraId="6A643B35" w14:textId="77777777" w:rsidR="00436A56" w:rsidRPr="00436A56" w:rsidRDefault="00436A56" w:rsidP="00436A56">
      <w:r w:rsidRPr="00436A56">
        <w:rPr>
          <w:szCs w:val="32"/>
        </w:rPr>
        <w:t>SARA. – Comment ! vous ne le savez pas ?</w:t>
      </w:r>
    </w:p>
    <w:p w14:paraId="224041F6" w14:textId="77777777" w:rsidR="00436A56" w:rsidRPr="00436A56" w:rsidRDefault="00436A56" w:rsidP="00436A56">
      <w:proofErr w:type="spellStart"/>
      <w:r w:rsidRPr="00436A56">
        <w:rPr>
          <w:szCs w:val="32"/>
        </w:rPr>
        <w:lastRenderedPageBreak/>
        <w:t>GUINCANO</w:t>
      </w:r>
      <w:proofErr w:type="spellEnd"/>
      <w:r w:rsidRPr="00436A56">
        <w:rPr>
          <w:szCs w:val="32"/>
        </w:rPr>
        <w:t>. – Non.</w:t>
      </w:r>
    </w:p>
    <w:p w14:paraId="162F4ED0" w14:textId="77777777" w:rsidR="00436A56" w:rsidRPr="00436A56" w:rsidRDefault="00436A56" w:rsidP="00436A56">
      <w:r w:rsidRPr="00436A56">
        <w:rPr>
          <w:szCs w:val="32"/>
        </w:rPr>
        <w:t>SARA. – Vous non plus ?</w:t>
      </w:r>
    </w:p>
    <w:p w14:paraId="2FEF503D" w14:textId="77777777" w:rsidR="00436A56" w:rsidRPr="00436A56" w:rsidRDefault="00436A56" w:rsidP="00436A56">
      <w:proofErr w:type="spellStart"/>
      <w:r w:rsidRPr="00436A56">
        <w:rPr>
          <w:szCs w:val="32"/>
        </w:rPr>
        <w:t>G</w:t>
      </w:r>
      <w:r w:rsidRPr="00436A56">
        <w:t>UINCANO</w:t>
      </w:r>
      <w:proofErr w:type="spellEnd"/>
      <w:r w:rsidRPr="00436A56">
        <w:t xml:space="preserve">. </w:t>
      </w:r>
      <w:r w:rsidRPr="00436A56">
        <w:rPr>
          <w:szCs w:val="32"/>
        </w:rPr>
        <w:t>– On ne sait donc pas où elle est ?</w:t>
      </w:r>
    </w:p>
    <w:p w14:paraId="0AE6035D" w14:textId="77777777" w:rsidR="00436A56" w:rsidRPr="00436A56" w:rsidRDefault="00436A56" w:rsidP="00436A56">
      <w:r w:rsidRPr="00436A56">
        <w:rPr>
          <w:szCs w:val="32"/>
        </w:rPr>
        <w:t xml:space="preserve">SARA. – </w:t>
      </w:r>
      <w:proofErr w:type="spellStart"/>
      <w:r w:rsidRPr="00436A56">
        <w:rPr>
          <w:szCs w:val="32"/>
        </w:rPr>
        <w:t>Sirio</w:t>
      </w:r>
      <w:proofErr w:type="spellEnd"/>
      <w:r w:rsidRPr="00436A56">
        <w:rPr>
          <w:szCs w:val="32"/>
        </w:rPr>
        <w:t xml:space="preserve"> espérait que vous le sauriez.</w:t>
      </w:r>
    </w:p>
    <w:p w14:paraId="351BBA09" w14:textId="77777777" w:rsidR="00436A56" w:rsidRPr="00436A56" w:rsidRDefault="00436A56" w:rsidP="00436A56">
      <w:proofErr w:type="spellStart"/>
      <w:r w:rsidRPr="00436A56">
        <w:rPr>
          <w:szCs w:val="32"/>
        </w:rPr>
        <w:t>GUINCANO</w:t>
      </w:r>
      <w:proofErr w:type="spellEnd"/>
      <w:r w:rsidRPr="00436A56">
        <w:rPr>
          <w:szCs w:val="32"/>
        </w:rPr>
        <w:t>. – Moi, je ne sais rien. Je ne l’ai pas revue.</w:t>
      </w:r>
    </w:p>
    <w:p w14:paraId="03BCCE67" w14:textId="77777777" w:rsidR="00436A56" w:rsidRPr="00436A56" w:rsidRDefault="00436A56" w:rsidP="00436A56">
      <w:r w:rsidRPr="00436A56">
        <w:rPr>
          <w:szCs w:val="32"/>
        </w:rPr>
        <w:t xml:space="preserve">SARA. – </w:t>
      </w:r>
      <w:proofErr w:type="spellStart"/>
      <w:r w:rsidRPr="00436A56">
        <w:rPr>
          <w:szCs w:val="32"/>
        </w:rPr>
        <w:t>Caravani</w:t>
      </w:r>
      <w:proofErr w:type="spellEnd"/>
      <w:r w:rsidRPr="00436A56">
        <w:rPr>
          <w:szCs w:val="32"/>
        </w:rPr>
        <w:t xml:space="preserve"> non plus. Vous ne l’avez pas cherchée ?</w:t>
      </w:r>
    </w:p>
    <w:p w14:paraId="7D4704CE" w14:textId="77777777" w:rsidR="00436A56" w:rsidRPr="00436A56" w:rsidRDefault="00436A56" w:rsidP="00436A56">
      <w:proofErr w:type="spellStart"/>
      <w:r w:rsidRPr="00436A56">
        <w:rPr>
          <w:szCs w:val="32"/>
        </w:rPr>
        <w:t>GUINCANO</w:t>
      </w:r>
      <w:proofErr w:type="spellEnd"/>
      <w:r w:rsidRPr="00436A56">
        <w:rPr>
          <w:szCs w:val="32"/>
        </w:rPr>
        <w:t>. – Moi, non.</w:t>
      </w:r>
    </w:p>
    <w:p w14:paraId="2890464D" w14:textId="77777777" w:rsidR="00436A56" w:rsidRPr="00436A56" w:rsidRDefault="00436A56" w:rsidP="00436A56">
      <w:r w:rsidRPr="00436A56">
        <w:rPr>
          <w:szCs w:val="32"/>
        </w:rPr>
        <w:t>SARA. – Elle est peut-être dans son village, ou chez quelque amie, ou avec quelqu’un.</w:t>
      </w:r>
    </w:p>
    <w:p w14:paraId="41E5CE5D" w14:textId="77777777" w:rsidR="00436A56" w:rsidRPr="00436A56" w:rsidRDefault="00436A56" w:rsidP="00436A56">
      <w:proofErr w:type="spellStart"/>
      <w:r w:rsidRPr="00436A56">
        <w:rPr>
          <w:szCs w:val="32"/>
        </w:rPr>
        <w:t>GUINCANO</w:t>
      </w:r>
      <w:proofErr w:type="spellEnd"/>
      <w:r w:rsidRPr="00436A56">
        <w:rPr>
          <w:szCs w:val="32"/>
        </w:rPr>
        <w:t>. – Elle ne pouvait finir autrement.</w:t>
      </w:r>
    </w:p>
    <w:p w14:paraId="282AB02F" w14:textId="77777777" w:rsidR="00436A56" w:rsidRPr="00436A56" w:rsidRDefault="00436A56" w:rsidP="00436A56">
      <w:r w:rsidRPr="00436A56">
        <w:rPr>
          <w:szCs w:val="32"/>
        </w:rPr>
        <w:t>SARA. – Je vous l’ai assez dit. Je n’ai aucun remords. Mais elle n’attend peut-être que d’être rappelée. Elle a tout laissé. Et elle avait si bien appris à faire la dame.</w:t>
      </w:r>
    </w:p>
    <w:p w14:paraId="08B5D238" w14:textId="77777777" w:rsidR="00436A56" w:rsidRPr="00436A56" w:rsidRDefault="00436A56" w:rsidP="00436A56">
      <w:proofErr w:type="spellStart"/>
      <w:r w:rsidRPr="00436A56">
        <w:rPr>
          <w:szCs w:val="32"/>
        </w:rPr>
        <w:t>GUINCANO</w:t>
      </w:r>
      <w:proofErr w:type="spellEnd"/>
      <w:r w:rsidRPr="00436A56">
        <w:rPr>
          <w:szCs w:val="32"/>
        </w:rPr>
        <w:t>. – Il me semble qu’elle a bien prouvé qu’elle n’y tenait guère.</w:t>
      </w:r>
    </w:p>
    <w:p w14:paraId="424E6B56" w14:textId="77777777" w:rsidR="00436A56" w:rsidRPr="00436A56" w:rsidRDefault="00436A56" w:rsidP="00436A56">
      <w:r w:rsidRPr="00436A56">
        <w:rPr>
          <w:szCs w:val="32"/>
        </w:rPr>
        <w:t>SARA. – Oui… mais si c’est maintenant lui qui la prie de revenir, vous devez pourtant bien admettre… que cela dépasse tout ce qui est supportable.</w:t>
      </w:r>
    </w:p>
    <w:p w14:paraId="55789689" w14:textId="77777777" w:rsidR="00436A56" w:rsidRPr="00436A56" w:rsidRDefault="00436A56" w:rsidP="00436A56">
      <w:proofErr w:type="spellStart"/>
      <w:r w:rsidRPr="00436A56">
        <w:rPr>
          <w:szCs w:val="32"/>
        </w:rPr>
        <w:t>GUINCANO</w:t>
      </w:r>
      <w:proofErr w:type="spellEnd"/>
      <w:r w:rsidRPr="00436A56">
        <w:rPr>
          <w:szCs w:val="32"/>
        </w:rPr>
        <w:t>. – Pour vous ?</w:t>
      </w:r>
    </w:p>
    <w:p w14:paraId="0E33ECE0" w14:textId="77777777" w:rsidR="00436A56" w:rsidRPr="00436A56" w:rsidRDefault="00436A56" w:rsidP="00436A56">
      <w:r w:rsidRPr="00436A56">
        <w:rPr>
          <w:szCs w:val="32"/>
        </w:rPr>
        <w:t>SARA. – Mon Dieu, pour moi aussi.</w:t>
      </w:r>
    </w:p>
    <w:p w14:paraId="7912FE73" w14:textId="77777777" w:rsidR="00436A56" w:rsidRPr="00436A56" w:rsidRDefault="00436A56" w:rsidP="00436A56">
      <w:proofErr w:type="spellStart"/>
      <w:r w:rsidRPr="00436A56">
        <w:rPr>
          <w:szCs w:val="32"/>
        </w:rPr>
        <w:t>GUINCANO</w:t>
      </w:r>
      <w:proofErr w:type="spellEnd"/>
      <w:r w:rsidRPr="00436A56">
        <w:rPr>
          <w:szCs w:val="32"/>
        </w:rPr>
        <w:t>. – Mais puisque vous l’avez voulu.</w:t>
      </w:r>
    </w:p>
    <w:p w14:paraId="68B88101" w14:textId="77777777" w:rsidR="00436A56" w:rsidRPr="00436A56" w:rsidRDefault="00436A56" w:rsidP="00436A56">
      <w:r w:rsidRPr="00436A56">
        <w:rPr>
          <w:szCs w:val="32"/>
        </w:rPr>
        <w:t>SARA. – Eh bien ! voyez-vous, je voulais me confesser à vous ; confesser tout le mal qu’il m’est arrivé de faire.</w:t>
      </w:r>
    </w:p>
    <w:p w14:paraId="0939EDB1" w14:textId="77777777" w:rsidR="00436A56" w:rsidRPr="00436A56" w:rsidRDefault="00436A56" w:rsidP="00436A56">
      <w:proofErr w:type="spellStart"/>
      <w:r w:rsidRPr="00436A56">
        <w:rPr>
          <w:szCs w:val="32"/>
        </w:rPr>
        <w:t>GUINCANO</w:t>
      </w:r>
      <w:proofErr w:type="spellEnd"/>
      <w:r w:rsidRPr="00436A56">
        <w:rPr>
          <w:szCs w:val="32"/>
        </w:rPr>
        <w:t>. – Comme si je ne le savais pas.</w:t>
      </w:r>
    </w:p>
    <w:p w14:paraId="0E60491D" w14:textId="77777777" w:rsidR="00436A56" w:rsidRPr="00436A56" w:rsidRDefault="00436A56" w:rsidP="00436A56">
      <w:r w:rsidRPr="00436A56">
        <w:rPr>
          <w:szCs w:val="32"/>
        </w:rPr>
        <w:lastRenderedPageBreak/>
        <w:t>SARA. – Je pourrais, moi, ne pas le savoir.</w:t>
      </w:r>
    </w:p>
    <w:p w14:paraId="1EE19EA6" w14:textId="77777777" w:rsidR="00436A56" w:rsidRPr="00436A56" w:rsidRDefault="00436A56" w:rsidP="00436A56">
      <w:proofErr w:type="spellStart"/>
      <w:r w:rsidRPr="00436A56">
        <w:rPr>
          <w:szCs w:val="32"/>
        </w:rPr>
        <w:t>GUINCANO</w:t>
      </w:r>
      <w:proofErr w:type="spellEnd"/>
      <w:r w:rsidRPr="00436A56">
        <w:rPr>
          <w:szCs w:val="32"/>
        </w:rPr>
        <w:t>. – Vous êtes hélas de ces malheureux qui, pour avoir l’air de connaître la vie, font du cynisme.</w:t>
      </w:r>
    </w:p>
    <w:p w14:paraId="50901A39" w14:textId="77777777" w:rsidR="00436A56" w:rsidRPr="00436A56" w:rsidRDefault="00436A56" w:rsidP="00436A56">
      <w:r w:rsidRPr="00436A56">
        <w:rPr>
          <w:szCs w:val="32"/>
        </w:rPr>
        <w:t>SARA. – Nous avons perdu l’habitude de la bonté, que voulez-vous ? Poser au cynisme, comme vous dites, c’est le dernier moyen de donner un peu de légèreté à la vie quand elle devient trop accablante.</w:t>
      </w:r>
    </w:p>
    <w:p w14:paraId="434AE755" w14:textId="77777777" w:rsidR="00436A56" w:rsidRPr="00436A56" w:rsidRDefault="00436A56" w:rsidP="00436A56">
      <w:proofErr w:type="spellStart"/>
      <w:r w:rsidRPr="00436A56">
        <w:rPr>
          <w:szCs w:val="32"/>
        </w:rPr>
        <w:t>GUINCANO</w:t>
      </w:r>
      <w:proofErr w:type="spellEnd"/>
      <w:r w:rsidRPr="00436A56">
        <w:rPr>
          <w:szCs w:val="32"/>
        </w:rPr>
        <w:t>. – La légèreté de la mouche !</w:t>
      </w:r>
    </w:p>
    <w:p w14:paraId="2B996D90" w14:textId="77777777" w:rsidR="00436A56" w:rsidRPr="00436A56" w:rsidRDefault="00436A56" w:rsidP="00436A56">
      <w:r w:rsidRPr="00436A56">
        <w:rPr>
          <w:szCs w:val="32"/>
        </w:rPr>
        <w:t>SARA. – Rien de plus léger, en effet, et rien de plus agaçant en même temps. Il faudrait, au contraire, que la vie soit comme une plume. Mais oui. Maintenir l’âme constamment dans une sorte de fusion pour qu’elle ne se fige pas, qu’elle n’ait pas de raideur. Il y faut le feu, mon cher maître. Mais en vous le petit calorifère est éteint ? Si la mort vient souffler dessus ? J’avais une fille, vous le savez. Elle est morte.</w:t>
      </w:r>
    </w:p>
    <w:p w14:paraId="380D044E" w14:textId="77777777" w:rsidR="00436A56" w:rsidRPr="00436A56" w:rsidRDefault="00436A56" w:rsidP="00436A56">
      <w:proofErr w:type="spellStart"/>
      <w:r w:rsidRPr="00436A56">
        <w:rPr>
          <w:i/>
        </w:rPr>
        <w:t>Guincano</w:t>
      </w:r>
      <w:proofErr w:type="spellEnd"/>
      <w:r w:rsidRPr="00436A56">
        <w:rPr>
          <w:i/>
        </w:rPr>
        <w:t xml:space="preserve"> se tourne pour la regarder, troublé, essayant de découvrir si elle est sincère. Elle secoue légèrement la tête, puis porte le mouchoir à ses yeux.</w:t>
      </w:r>
    </w:p>
    <w:p w14:paraId="666AF9C1"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comme en lui-même, à voix basse. </w:t>
      </w:r>
      <w:r w:rsidRPr="00436A56">
        <w:rPr>
          <w:szCs w:val="32"/>
        </w:rPr>
        <w:t>– Les femmes : il suffit qu’elles disent un mensonge avec des larmes ; et il n’y a plus de mensonge ! De vraies larmes… qui ne pourraient être plus vraies.</w:t>
      </w:r>
    </w:p>
    <w:p w14:paraId="30FC3DA7" w14:textId="77777777" w:rsidR="00436A56" w:rsidRPr="00436A56" w:rsidRDefault="00436A56" w:rsidP="00436A56">
      <w:r w:rsidRPr="00436A56">
        <w:rPr>
          <w:szCs w:val="32"/>
        </w:rPr>
        <w:t>SARA. – Mensonge, ces larmes ?</w:t>
      </w:r>
    </w:p>
    <w:p w14:paraId="57D5EFA8" w14:textId="77777777" w:rsidR="00436A56" w:rsidRPr="00436A56" w:rsidRDefault="00436A56" w:rsidP="00436A56">
      <w:proofErr w:type="spellStart"/>
      <w:r w:rsidRPr="00436A56">
        <w:rPr>
          <w:szCs w:val="32"/>
        </w:rPr>
        <w:t>GUINCANO</w:t>
      </w:r>
      <w:proofErr w:type="spellEnd"/>
      <w:r w:rsidRPr="00436A56">
        <w:rPr>
          <w:szCs w:val="32"/>
        </w:rPr>
        <w:t>. – Non, précisément. Mais vous l’avez si peu aimée votre fille ?</w:t>
      </w:r>
    </w:p>
    <w:p w14:paraId="4557DE84" w14:textId="77777777" w:rsidR="00436A56" w:rsidRPr="00436A56" w:rsidRDefault="00436A56" w:rsidP="00436A56">
      <w:r w:rsidRPr="00436A56">
        <w:rPr>
          <w:szCs w:val="32"/>
        </w:rPr>
        <w:t>SARA. – Qu’en savez-vous ? si après…</w:t>
      </w:r>
    </w:p>
    <w:p w14:paraId="570049AA" w14:textId="77777777" w:rsidR="00436A56" w:rsidRPr="00436A56" w:rsidRDefault="00436A56" w:rsidP="00436A56">
      <w:proofErr w:type="spellStart"/>
      <w:r w:rsidRPr="00436A56">
        <w:rPr>
          <w:szCs w:val="32"/>
        </w:rPr>
        <w:t>GUINCANO</w:t>
      </w:r>
      <w:proofErr w:type="spellEnd"/>
      <w:r w:rsidRPr="00436A56">
        <w:rPr>
          <w:szCs w:val="32"/>
        </w:rPr>
        <w:t>. – Oui, c’est possible…</w:t>
      </w:r>
    </w:p>
    <w:p w14:paraId="4116E52F" w14:textId="77777777" w:rsidR="00436A56" w:rsidRPr="00436A56" w:rsidRDefault="00436A56" w:rsidP="00436A56">
      <w:r w:rsidRPr="00436A56">
        <w:rPr>
          <w:szCs w:val="32"/>
        </w:rPr>
        <w:lastRenderedPageBreak/>
        <w:t xml:space="preserve">SARA. – Mieux vaut n’en pas parler. </w:t>
      </w:r>
      <w:r w:rsidRPr="00436A56">
        <w:rPr>
          <w:i/>
          <w:iCs/>
          <w:szCs w:val="32"/>
        </w:rPr>
        <w:t xml:space="preserve">(Un silence.) </w:t>
      </w:r>
      <w:r w:rsidRPr="00436A56">
        <w:rPr>
          <w:szCs w:val="32"/>
        </w:rPr>
        <w:t>Cherchez autour de vous ; vous ne trouverez plus la moindre brindille pour l’alimenter, ce feu. On devient méchants. Et rien n’est plus désolant que de sentir que l’on devient un poids pour les autres. On éprouve une sorte d’irritation froide. Nous feignons de ne pas nous en apercevoir pour sauver à nos propres yeux notre amour-propre. Regardez… Je vous assure que cette mouche se serait envolée d’ici depuis longtemps si tout à coup on ne lui avait offert, avec ce mariage, de pouvoir se donner le plaisir inattendu (et perfide, je l’avoue) d’entrer ici pour lui prendre son mari à cette épouse qui n’avait le droit de rien dire. Je me suis bien amusée à la voir pâlir.</w:t>
      </w:r>
    </w:p>
    <w:p w14:paraId="26632187" w14:textId="77777777" w:rsidR="00436A56" w:rsidRPr="00436A56" w:rsidRDefault="00436A56" w:rsidP="00436A56">
      <w:proofErr w:type="spellStart"/>
      <w:r w:rsidRPr="00436A56">
        <w:rPr>
          <w:szCs w:val="32"/>
        </w:rPr>
        <w:t>GUINCANO</w:t>
      </w:r>
      <w:proofErr w:type="spellEnd"/>
      <w:r w:rsidRPr="00436A56">
        <w:rPr>
          <w:szCs w:val="32"/>
        </w:rPr>
        <w:t>. – Et lui ?</w:t>
      </w:r>
    </w:p>
    <w:p w14:paraId="440A0FA2" w14:textId="77777777" w:rsidR="00436A56" w:rsidRPr="00436A56" w:rsidRDefault="00436A56" w:rsidP="00436A56">
      <w:r w:rsidRPr="00436A56">
        <w:rPr>
          <w:szCs w:val="32"/>
        </w:rPr>
        <w:t>SARA. – Lui, non.</w:t>
      </w:r>
    </w:p>
    <w:p w14:paraId="5106A0A7" w14:textId="77777777" w:rsidR="00436A56" w:rsidRPr="00436A56" w:rsidRDefault="00436A56" w:rsidP="00436A56">
      <w:proofErr w:type="spellStart"/>
      <w:r w:rsidRPr="00436A56">
        <w:rPr>
          <w:szCs w:val="32"/>
        </w:rPr>
        <w:t>GUINCANO</w:t>
      </w:r>
      <w:proofErr w:type="spellEnd"/>
      <w:r w:rsidRPr="00436A56">
        <w:rPr>
          <w:szCs w:val="32"/>
        </w:rPr>
        <w:t>. – Il vous a donné la clé d’ici pour vous offrir cet amusement.</w:t>
      </w:r>
    </w:p>
    <w:p w14:paraId="064E089A" w14:textId="77777777" w:rsidR="00436A56" w:rsidRPr="00436A56" w:rsidRDefault="00436A56" w:rsidP="00436A56">
      <w:r w:rsidRPr="00436A56">
        <w:rPr>
          <w:szCs w:val="32"/>
        </w:rPr>
        <w:t>SARA. – Non. Les hommes ne sont pas bâtis ainsi, mon cher maître. Les hommes éprouvent une gratitude instinctive pour la femme qui, sacrifiant un peu sa pudeur, montre qu’elle veut plaire à un seul et brave la méchanceté des autres ; mais ils ne peuvent supporter que cette même femme fasse un affront à une autre femme qui a eu l’air d’avoir pour lui quelque sympathie…</w:t>
      </w:r>
    </w:p>
    <w:p w14:paraId="7AACBEEE" w14:textId="77777777" w:rsidR="00436A56" w:rsidRPr="00436A56" w:rsidRDefault="00436A56" w:rsidP="00436A56">
      <w:proofErr w:type="spellStart"/>
      <w:r w:rsidRPr="00436A56">
        <w:rPr>
          <w:szCs w:val="32"/>
        </w:rPr>
        <w:t>GUINCANO</w:t>
      </w:r>
      <w:proofErr w:type="spellEnd"/>
      <w:r w:rsidRPr="00436A56">
        <w:rPr>
          <w:szCs w:val="32"/>
        </w:rPr>
        <w:t>. – Il vous a pourtant laissé faire ici et ailleurs tout le mal que vous avez voulu.</w:t>
      </w:r>
    </w:p>
    <w:p w14:paraId="50259923" w14:textId="77777777" w:rsidR="00436A56" w:rsidRPr="00436A56" w:rsidRDefault="00436A56" w:rsidP="00436A56">
      <w:r w:rsidRPr="00436A56">
        <w:rPr>
          <w:szCs w:val="32"/>
        </w:rPr>
        <w:t>SARA. – Parce qu’il ne fait plus attention à rien. Pour ne pas discuter, il ne s’oppose presque plus à rien. Vous savez comment il est. Il veut seulement travailler.</w:t>
      </w:r>
    </w:p>
    <w:p w14:paraId="4D70A41D" w14:textId="77777777" w:rsidR="00436A56" w:rsidRPr="00436A56" w:rsidRDefault="00436A56" w:rsidP="00436A56">
      <w:proofErr w:type="spellStart"/>
      <w:r w:rsidRPr="00436A56">
        <w:rPr>
          <w:szCs w:val="32"/>
        </w:rPr>
        <w:lastRenderedPageBreak/>
        <w:t>GUINCANO</w:t>
      </w:r>
      <w:proofErr w:type="spellEnd"/>
      <w:r w:rsidRPr="00436A56">
        <w:rPr>
          <w:szCs w:val="32"/>
        </w:rPr>
        <w:t>. – Et vous, en agissant ainsi, vous l’avez laissé travailler, cela se voit.</w:t>
      </w:r>
    </w:p>
    <w:p w14:paraId="7554C28D" w14:textId="77777777" w:rsidR="00436A56" w:rsidRPr="00436A56" w:rsidRDefault="00436A56" w:rsidP="00436A56">
      <w:r w:rsidRPr="00436A56">
        <w:rPr>
          <w:szCs w:val="32"/>
        </w:rPr>
        <w:t>SARA. – Vous aimeriez, maintenant, je le sais, qu’il pût travailler et finir au plus vite la statue.</w:t>
      </w:r>
    </w:p>
    <w:p w14:paraId="4FB88924" w14:textId="77777777" w:rsidR="00436A56" w:rsidRPr="00436A56" w:rsidRDefault="00436A56" w:rsidP="00436A56">
      <w:proofErr w:type="spellStart"/>
      <w:r w:rsidRPr="00436A56">
        <w:rPr>
          <w:szCs w:val="32"/>
        </w:rPr>
        <w:t>GUINCANO</w:t>
      </w:r>
      <w:proofErr w:type="spellEnd"/>
      <w:r w:rsidRPr="00436A56">
        <w:rPr>
          <w:szCs w:val="32"/>
        </w:rPr>
        <w:t>. – Vous avez tout fait pour l’empêcher de la finir ?</w:t>
      </w:r>
    </w:p>
    <w:p w14:paraId="757215E6" w14:textId="77777777" w:rsidR="00436A56" w:rsidRPr="00436A56" w:rsidRDefault="00436A56" w:rsidP="00436A56">
      <w:r w:rsidRPr="00436A56">
        <w:rPr>
          <w:szCs w:val="32"/>
        </w:rPr>
        <w:t>SARA. – Non. Parce que je n’ai jamais cru à ce qu’il dit. N’abusez pas, je vous prie, de ma sincérité.</w:t>
      </w:r>
    </w:p>
    <w:p w14:paraId="34BF0101" w14:textId="77777777" w:rsidR="00436A56" w:rsidRPr="00436A56" w:rsidRDefault="00436A56" w:rsidP="00436A56">
      <w:proofErr w:type="spellStart"/>
      <w:r w:rsidRPr="00436A56">
        <w:rPr>
          <w:szCs w:val="32"/>
        </w:rPr>
        <w:t>GUINCANO</w:t>
      </w:r>
      <w:proofErr w:type="spellEnd"/>
      <w:r w:rsidRPr="00436A56">
        <w:rPr>
          <w:szCs w:val="32"/>
        </w:rPr>
        <w:t>. – Moi ? De votre sincérité ?</w:t>
      </w:r>
    </w:p>
    <w:p w14:paraId="1E96654C" w14:textId="77777777" w:rsidR="00436A56" w:rsidRPr="00436A56" w:rsidRDefault="00436A56" w:rsidP="00436A56">
      <w:r w:rsidRPr="00436A56">
        <w:rPr>
          <w:szCs w:val="32"/>
        </w:rPr>
        <w:t>SARA. – Vous parlez du mal que j’ai fait ?</w:t>
      </w:r>
    </w:p>
    <w:p w14:paraId="0AB8D799" w14:textId="77777777" w:rsidR="00436A56" w:rsidRPr="00436A56" w:rsidRDefault="00436A56" w:rsidP="00436A56">
      <w:proofErr w:type="spellStart"/>
      <w:r w:rsidRPr="00436A56">
        <w:rPr>
          <w:szCs w:val="32"/>
        </w:rPr>
        <w:t>GUINCANO</w:t>
      </w:r>
      <w:proofErr w:type="spellEnd"/>
      <w:r w:rsidRPr="00436A56">
        <w:rPr>
          <w:szCs w:val="32"/>
        </w:rPr>
        <w:t>. – Avec perfidie.</w:t>
      </w:r>
    </w:p>
    <w:p w14:paraId="7033CAE4" w14:textId="77777777" w:rsidR="00436A56" w:rsidRPr="00436A56" w:rsidRDefault="00436A56" w:rsidP="00436A56">
      <w:r w:rsidRPr="00436A56">
        <w:rPr>
          <w:szCs w:val="32"/>
        </w:rPr>
        <w:t>SARA. – Je vous l’ai dit moi-même. Mais cachons un peu je vous prie les sentiments que j’ai eu la franchise…</w:t>
      </w:r>
    </w:p>
    <w:p w14:paraId="0DFB8385" w14:textId="77777777" w:rsidR="00436A56" w:rsidRPr="00436A56" w:rsidRDefault="00436A56" w:rsidP="00436A56">
      <w:proofErr w:type="spellStart"/>
      <w:r w:rsidRPr="00436A56">
        <w:rPr>
          <w:szCs w:val="32"/>
        </w:rPr>
        <w:t>GUINCANO</w:t>
      </w:r>
      <w:proofErr w:type="spellEnd"/>
      <w:r w:rsidRPr="00436A56">
        <w:rPr>
          <w:szCs w:val="32"/>
        </w:rPr>
        <w:t>. – Vous voulez dire le cynisme ?</w:t>
      </w:r>
    </w:p>
    <w:p w14:paraId="04F12E02" w14:textId="77777777" w:rsidR="00436A56" w:rsidRPr="00436A56" w:rsidRDefault="00436A56" w:rsidP="00436A56">
      <w:r w:rsidRPr="00436A56">
        <w:rPr>
          <w:szCs w:val="32"/>
        </w:rPr>
        <w:t>SARA. – Le cynisme de découvrir même au risque d’une humiliation, car je vous avoue que c’est humiliant pour moi de reconnaître que je me suis tourmentée pour une femme de cet ordre.</w:t>
      </w:r>
    </w:p>
    <w:p w14:paraId="337EA80B" w14:textId="77777777" w:rsidR="00436A56" w:rsidRPr="00436A56" w:rsidRDefault="00436A56" w:rsidP="00436A56">
      <w:proofErr w:type="spellStart"/>
      <w:r w:rsidRPr="00436A56">
        <w:rPr>
          <w:szCs w:val="32"/>
        </w:rPr>
        <w:t>GUINCANO</w:t>
      </w:r>
      <w:proofErr w:type="spellEnd"/>
      <w:r w:rsidRPr="00436A56">
        <w:rPr>
          <w:szCs w:val="32"/>
        </w:rPr>
        <w:t>. – Humiliant ?</w:t>
      </w:r>
    </w:p>
    <w:p w14:paraId="1D017302" w14:textId="77777777" w:rsidR="00436A56" w:rsidRPr="00436A56" w:rsidRDefault="00436A56" w:rsidP="00436A56">
      <w:r w:rsidRPr="00436A56">
        <w:rPr>
          <w:szCs w:val="32"/>
        </w:rPr>
        <w:t>SARA. – Oui, humiliant ! et je vous avoue que peut-être mon irritation m’a rendue plus cruelle que je n’aurais voulu l’être. Cachons, disais-je, les sentiments : venons aux faits. Est-ce ma faute tout ce qui est arrivé ?</w:t>
      </w:r>
    </w:p>
    <w:p w14:paraId="5BA5D25E" w14:textId="77777777" w:rsidR="00436A56" w:rsidRPr="00436A56" w:rsidRDefault="00436A56" w:rsidP="00436A56">
      <w:proofErr w:type="spellStart"/>
      <w:r w:rsidRPr="00436A56">
        <w:rPr>
          <w:szCs w:val="32"/>
        </w:rPr>
        <w:t>GUINCANO</w:t>
      </w:r>
      <w:proofErr w:type="spellEnd"/>
      <w:r w:rsidRPr="00436A56">
        <w:rPr>
          <w:szCs w:val="32"/>
        </w:rPr>
        <w:t>. – Vous l’avez avoué, vous-même.</w:t>
      </w:r>
    </w:p>
    <w:p w14:paraId="0384344C" w14:textId="77777777" w:rsidR="00436A56" w:rsidRPr="00436A56" w:rsidRDefault="00436A56" w:rsidP="00436A56">
      <w:r w:rsidRPr="00436A56">
        <w:rPr>
          <w:szCs w:val="32"/>
        </w:rPr>
        <w:t>SARA. – Ah non ! doucement. Je n’avoue plus rien si vous me comprenez si mal. Avant mes torts, il y a les siens.</w:t>
      </w:r>
    </w:p>
    <w:p w14:paraId="01D6FA6A" w14:textId="77777777" w:rsidR="00436A56" w:rsidRPr="00436A56" w:rsidRDefault="00436A56" w:rsidP="00436A56">
      <w:proofErr w:type="spellStart"/>
      <w:r w:rsidRPr="00436A56">
        <w:rPr>
          <w:szCs w:val="32"/>
        </w:rPr>
        <w:lastRenderedPageBreak/>
        <w:t>GUINCANO</w:t>
      </w:r>
      <w:proofErr w:type="spellEnd"/>
      <w:r w:rsidRPr="00436A56">
        <w:rPr>
          <w:szCs w:val="32"/>
        </w:rPr>
        <w:t>. – Oui, si c’est un tort d’agir avec naturel.</w:t>
      </w:r>
    </w:p>
    <w:p w14:paraId="2F516DD4" w14:textId="77777777" w:rsidR="00436A56" w:rsidRPr="00436A56" w:rsidRDefault="00436A56" w:rsidP="00436A56">
      <w:r w:rsidRPr="00436A56">
        <w:rPr>
          <w:szCs w:val="32"/>
        </w:rPr>
        <w:t>SARA. – Colère, humiliation, irritation, j’ai éprouvé tout cela ! Et moi aussi, avec naturel. Nous avons agi naturellement toutes les deux, croyez-moi ; mais elle comme une sotte, moi non.</w:t>
      </w:r>
    </w:p>
    <w:p w14:paraId="61EF3622" w14:textId="77777777" w:rsidR="00436A56" w:rsidRPr="00436A56" w:rsidRDefault="00436A56" w:rsidP="00436A56">
      <w:proofErr w:type="spellStart"/>
      <w:r w:rsidRPr="00436A56">
        <w:rPr>
          <w:szCs w:val="32"/>
        </w:rPr>
        <w:t>GUINCANO</w:t>
      </w:r>
      <w:proofErr w:type="spellEnd"/>
      <w:r w:rsidRPr="00436A56">
        <w:rPr>
          <w:szCs w:val="32"/>
        </w:rPr>
        <w:t>. – Ah ! non, non. C’est sûr.</w:t>
      </w:r>
    </w:p>
    <w:p w14:paraId="30FC9836" w14:textId="77777777" w:rsidR="00436A56" w:rsidRPr="00436A56" w:rsidRDefault="00436A56" w:rsidP="00436A56">
      <w:r w:rsidRPr="00436A56">
        <w:rPr>
          <w:szCs w:val="32"/>
        </w:rPr>
        <w:t xml:space="preserve">SARA. – Parlez raison, je vous prie. </w:t>
      </w:r>
      <w:r w:rsidRPr="00436A56">
        <w:rPr>
          <w:i/>
          <w:iCs/>
          <w:szCs w:val="32"/>
        </w:rPr>
        <w:t xml:space="preserve">(À un regard de </w:t>
      </w:r>
      <w:proofErr w:type="spellStart"/>
      <w:r w:rsidRPr="00436A56">
        <w:rPr>
          <w:i/>
          <w:iCs/>
          <w:szCs w:val="32"/>
        </w:rPr>
        <w:t>Guincano</w:t>
      </w:r>
      <w:proofErr w:type="spellEnd"/>
      <w:r w:rsidRPr="00436A56">
        <w:rPr>
          <w:i/>
          <w:iCs/>
          <w:szCs w:val="32"/>
        </w:rPr>
        <w:t xml:space="preserve">.) </w:t>
      </w:r>
      <w:r w:rsidRPr="00436A56">
        <w:rPr>
          <w:szCs w:val="32"/>
        </w:rPr>
        <w:t xml:space="preserve">Je sais, vous ne pouvez pas. Laissez-moi alors raisonner toute seule. S’est-elle oui ou non prêtée à l’affront que </w:t>
      </w:r>
      <w:proofErr w:type="spellStart"/>
      <w:r w:rsidRPr="00436A56">
        <w:rPr>
          <w:szCs w:val="32"/>
        </w:rPr>
        <w:t>Dossi</w:t>
      </w:r>
      <w:proofErr w:type="spellEnd"/>
      <w:r w:rsidRPr="00436A56">
        <w:rPr>
          <w:szCs w:val="32"/>
        </w:rPr>
        <w:t xml:space="preserve"> a voulu me faire naïvement en l’épousant ? C’est indéniable. Et elle a vraiment voulu rivaliser avec moi en l’acceptant. Elle aurait dû s’attendre à ce que je le prenne mal et me laisser croire, si elle n’avait pas été une sotte, qu’elle n’avait vu là qu’un avantage matériel. Pas du tout, elle me laisse croire au contraire, que c’est elle qui est irritée de ce que je continue à venir ici comme par le passé. Et de quel droit s’en irrite-t-elle puisque </w:t>
      </w:r>
      <w:proofErr w:type="spellStart"/>
      <w:r w:rsidRPr="00436A56">
        <w:rPr>
          <w:szCs w:val="32"/>
        </w:rPr>
        <w:t>Sirio</w:t>
      </w:r>
      <w:proofErr w:type="spellEnd"/>
      <w:r w:rsidRPr="00436A56">
        <w:rPr>
          <w:szCs w:val="32"/>
        </w:rPr>
        <w:t xml:space="preserve"> a pris ses précautions et fait ses pactes ? Première faute ou sottise non de ma part mais de la sienne. Je ne fais aucun mal mais vraiment aucun en continuant à venir ici ; si elle en pâlit, tant pis pour elle : elle m’offre l’amusement d’un spectacle auquel vraiment je ne pouvais m’attendre. Mais elle fait pis encore. Comme si réellement </w:t>
      </w:r>
      <w:proofErr w:type="spellStart"/>
      <w:r w:rsidRPr="00436A56">
        <w:rPr>
          <w:szCs w:val="32"/>
        </w:rPr>
        <w:t>Sirio</w:t>
      </w:r>
      <w:proofErr w:type="spellEnd"/>
      <w:r w:rsidRPr="00436A56">
        <w:rPr>
          <w:szCs w:val="32"/>
        </w:rPr>
        <w:t xml:space="preserve"> et moi lui avions fait quelque tort. Elle croit se venger en commettant cette énorme sottise avec </w:t>
      </w:r>
      <w:proofErr w:type="spellStart"/>
      <w:r w:rsidRPr="00436A56">
        <w:rPr>
          <w:szCs w:val="32"/>
        </w:rPr>
        <w:t>Caravani</w:t>
      </w:r>
      <w:proofErr w:type="spellEnd"/>
      <w:r w:rsidRPr="00436A56">
        <w:rPr>
          <w:szCs w:val="32"/>
        </w:rPr>
        <w:t>.</w:t>
      </w:r>
    </w:p>
    <w:p w14:paraId="65680BA2" w14:textId="77777777" w:rsidR="00436A56" w:rsidRPr="00436A56" w:rsidRDefault="00436A56" w:rsidP="00436A56">
      <w:proofErr w:type="spellStart"/>
      <w:r w:rsidRPr="00436A56">
        <w:rPr>
          <w:szCs w:val="32"/>
        </w:rPr>
        <w:t>GUINCANO</w:t>
      </w:r>
      <w:proofErr w:type="spellEnd"/>
      <w:r w:rsidRPr="00436A56">
        <w:rPr>
          <w:szCs w:val="32"/>
        </w:rPr>
        <w:t>. – Je voudrais savoir quel plaisir vous avez éprouvé – puisqu’elle est pour vous une pauvre sotte – à la tourmenter comme vous l’avez fait, sachant qu’elle avait fait les choses aussi naturellement.</w:t>
      </w:r>
    </w:p>
    <w:p w14:paraId="639332A5" w14:textId="77777777" w:rsidR="00436A56" w:rsidRPr="00436A56" w:rsidRDefault="00436A56" w:rsidP="00436A56">
      <w:r w:rsidRPr="00436A56">
        <w:rPr>
          <w:szCs w:val="32"/>
        </w:rPr>
        <w:t xml:space="preserve">SARA. – Vous recommencez ? Mais tout aussi naturellement, mon cher maître, j’ai espéré que </w:t>
      </w:r>
      <w:proofErr w:type="spellStart"/>
      <w:r w:rsidRPr="00436A56">
        <w:rPr>
          <w:szCs w:val="32"/>
        </w:rPr>
        <w:t>Sirio</w:t>
      </w:r>
      <w:proofErr w:type="spellEnd"/>
      <w:r w:rsidRPr="00436A56">
        <w:rPr>
          <w:szCs w:val="32"/>
        </w:rPr>
        <w:t xml:space="preserve"> découvrant cette </w:t>
      </w:r>
      <w:r w:rsidRPr="00436A56">
        <w:rPr>
          <w:szCs w:val="32"/>
        </w:rPr>
        <w:lastRenderedPageBreak/>
        <w:t xml:space="preserve">ridicule trahison, la mettrait à la porte à coups de pied comme elle le méritait. Elle s’y est mise toute seule parce qu’elle a reconnu qu’elle était vraiment impardonnable. Comment ? </w:t>
      </w:r>
      <w:proofErr w:type="spellStart"/>
      <w:r w:rsidRPr="00436A56">
        <w:rPr>
          <w:szCs w:val="32"/>
        </w:rPr>
        <w:t>Sirio</w:t>
      </w:r>
      <w:proofErr w:type="spellEnd"/>
      <w:r w:rsidRPr="00436A56">
        <w:rPr>
          <w:szCs w:val="32"/>
        </w:rPr>
        <w:t xml:space="preserve"> l’épouse uniquement pour l’empêcher de servir de modèle aux autres et elle au lieu de s’en aller chez </w:t>
      </w:r>
      <w:proofErr w:type="spellStart"/>
      <w:r w:rsidRPr="00436A56">
        <w:rPr>
          <w:szCs w:val="32"/>
        </w:rPr>
        <w:t>Caravani</w:t>
      </w:r>
      <w:proofErr w:type="spellEnd"/>
      <w:r w:rsidRPr="00436A56">
        <w:rPr>
          <w:szCs w:val="32"/>
        </w:rPr>
        <w:t>, comme elle le pouvait, c’était son droit, et passer quelques moments avec lui si ça lui faisait plaisir, elle se laisse persuader de poser et encore pour cette Diane qu’il avait interrompue.</w:t>
      </w:r>
    </w:p>
    <w:p w14:paraId="210ADA41" w14:textId="77777777" w:rsidR="00436A56" w:rsidRPr="00436A56" w:rsidRDefault="00436A56" w:rsidP="00436A56">
      <w:proofErr w:type="spellStart"/>
      <w:r w:rsidRPr="00436A56">
        <w:rPr>
          <w:szCs w:val="32"/>
        </w:rPr>
        <w:t>GUINCANO</w:t>
      </w:r>
      <w:proofErr w:type="spellEnd"/>
      <w:r w:rsidRPr="00436A56">
        <w:rPr>
          <w:szCs w:val="32"/>
        </w:rPr>
        <w:t xml:space="preserve">. – Et vous, pour permettre à </w:t>
      </w:r>
      <w:proofErr w:type="spellStart"/>
      <w:r w:rsidRPr="00436A56">
        <w:rPr>
          <w:szCs w:val="32"/>
        </w:rPr>
        <w:t>Sirio</w:t>
      </w:r>
      <w:proofErr w:type="spellEnd"/>
      <w:r w:rsidRPr="00436A56">
        <w:rPr>
          <w:szCs w:val="32"/>
        </w:rPr>
        <w:t xml:space="preserve"> de découvrir cette trahison, vous vous êtes procurée la clé de l’atelier de </w:t>
      </w:r>
      <w:proofErr w:type="spellStart"/>
      <w:r w:rsidRPr="00436A56">
        <w:rPr>
          <w:szCs w:val="32"/>
        </w:rPr>
        <w:t>Caravani</w:t>
      </w:r>
      <w:proofErr w:type="spellEnd"/>
      <w:r w:rsidRPr="00436A56">
        <w:rPr>
          <w:szCs w:val="32"/>
        </w:rPr>
        <w:t> ?</w:t>
      </w:r>
    </w:p>
    <w:p w14:paraId="3863C22F" w14:textId="77777777" w:rsidR="00436A56" w:rsidRPr="00436A56" w:rsidRDefault="00436A56" w:rsidP="00436A56">
      <w:r w:rsidRPr="00436A56">
        <w:rPr>
          <w:szCs w:val="32"/>
        </w:rPr>
        <w:t>SARA. – Oh ! sous un prétexte des plus naturels. Je l’avais depuis longtemps.</w:t>
      </w:r>
    </w:p>
    <w:p w14:paraId="661D655B" w14:textId="77777777" w:rsidR="00436A56" w:rsidRPr="00436A56" w:rsidRDefault="00436A56" w:rsidP="00436A56">
      <w:proofErr w:type="spellStart"/>
      <w:r w:rsidRPr="00436A56">
        <w:rPr>
          <w:szCs w:val="32"/>
        </w:rPr>
        <w:t>GUINCANO</w:t>
      </w:r>
      <w:proofErr w:type="spellEnd"/>
      <w:r w:rsidRPr="00436A56">
        <w:rPr>
          <w:szCs w:val="32"/>
        </w:rPr>
        <w:t>. – Vous dites « prétexte » ?</w:t>
      </w:r>
    </w:p>
    <w:p w14:paraId="10C63D90" w14:textId="77777777" w:rsidR="00436A56" w:rsidRPr="00436A56" w:rsidRDefault="00436A56" w:rsidP="00436A56">
      <w:r w:rsidRPr="00436A56">
        <w:rPr>
          <w:szCs w:val="32"/>
        </w:rPr>
        <w:t xml:space="preserve">SARA. – Mon jeu est découvert ! D’ailleurs, c’était vrai. </w:t>
      </w:r>
      <w:proofErr w:type="spellStart"/>
      <w:r w:rsidRPr="00436A56">
        <w:rPr>
          <w:szCs w:val="32"/>
        </w:rPr>
        <w:t>Caravani</w:t>
      </w:r>
      <w:proofErr w:type="spellEnd"/>
      <w:r w:rsidRPr="00436A56">
        <w:rPr>
          <w:szCs w:val="32"/>
        </w:rPr>
        <w:t xml:space="preserve"> faisait mon portrait : je n’ai jamais pu supporter les heures fixes ; je n’avais pas donné une heure précise pour les poses. J’y allais quand je voulais, quand je pouvais. Pour ne pas rester quelquefois à la porte si je la trouvais fermée, je lui avais demandé la clé. Que voulez-vous ? je trouvais tout naturel de la laisser glisser entre les doigts de </w:t>
      </w:r>
      <w:proofErr w:type="spellStart"/>
      <w:r w:rsidRPr="00436A56">
        <w:rPr>
          <w:szCs w:val="32"/>
        </w:rPr>
        <w:t>Sirio</w:t>
      </w:r>
      <w:proofErr w:type="spellEnd"/>
      <w:r w:rsidRPr="00436A56">
        <w:rPr>
          <w:szCs w:val="32"/>
        </w:rPr>
        <w:t xml:space="preserve"> qui ne voulait pas croire ce que j’avais de mes yeux vu : les couleurs encore fraîches sur la toile remise au chevalet. C’était </w:t>
      </w:r>
      <w:proofErr w:type="spellStart"/>
      <w:r w:rsidRPr="00436A56">
        <w:rPr>
          <w:szCs w:val="32"/>
        </w:rPr>
        <w:t>Caravani</w:t>
      </w:r>
      <w:proofErr w:type="spellEnd"/>
      <w:r w:rsidRPr="00436A56">
        <w:rPr>
          <w:szCs w:val="32"/>
        </w:rPr>
        <w:t xml:space="preserve"> lui-même qui me l’avait confié. Ça a été pour moi une réelle satisfaction : lui faire toucher du doigt la sottise de son mariage, là, dans la seule trahison qu’elle pût réellement lui faire ! Je la lui ai fait surprendre en train de poser. Quelle scène ! Elle courut se cacher derrière les toiles de l’atelier ; mais </w:t>
      </w:r>
      <w:proofErr w:type="spellStart"/>
      <w:r w:rsidRPr="00436A56">
        <w:rPr>
          <w:szCs w:val="32"/>
        </w:rPr>
        <w:t>Sirio</w:t>
      </w:r>
      <w:proofErr w:type="spellEnd"/>
      <w:r w:rsidRPr="00436A56">
        <w:rPr>
          <w:szCs w:val="32"/>
        </w:rPr>
        <w:t xml:space="preserve"> sans même penser à lui faire honte prit </w:t>
      </w:r>
      <w:proofErr w:type="spellStart"/>
      <w:r w:rsidRPr="00436A56">
        <w:rPr>
          <w:szCs w:val="32"/>
        </w:rPr>
        <w:t>Caravani</w:t>
      </w:r>
      <w:proofErr w:type="spellEnd"/>
      <w:r w:rsidRPr="00436A56">
        <w:rPr>
          <w:szCs w:val="32"/>
        </w:rPr>
        <w:t xml:space="preserve"> par le cou et lui frotta le nez sur la toile le barbouillant avec les couleurs toutes fraîches. Vous voyez d’ici ? Pauvre </w:t>
      </w:r>
      <w:proofErr w:type="spellStart"/>
      <w:r w:rsidRPr="00436A56">
        <w:rPr>
          <w:szCs w:val="32"/>
        </w:rPr>
        <w:t>Caravani</w:t>
      </w:r>
      <w:proofErr w:type="spellEnd"/>
      <w:r w:rsidRPr="00436A56">
        <w:rPr>
          <w:szCs w:val="32"/>
        </w:rPr>
        <w:t xml:space="preserve"> ! quelle tête il </w:t>
      </w:r>
      <w:r w:rsidRPr="00436A56">
        <w:rPr>
          <w:szCs w:val="32"/>
        </w:rPr>
        <w:lastRenderedPageBreak/>
        <w:t xml:space="preserve">faisait et, en plus de tout ça, un bon coup de sabre à la joue ! Je l’ai vu hier, et… </w:t>
      </w:r>
      <w:r w:rsidRPr="00436A56">
        <w:rPr>
          <w:i/>
          <w:iCs/>
          <w:szCs w:val="32"/>
        </w:rPr>
        <w:t xml:space="preserve">(On entend frapper à la porte.) </w:t>
      </w:r>
      <w:r w:rsidRPr="00436A56">
        <w:rPr>
          <w:szCs w:val="32"/>
        </w:rPr>
        <w:t>Ah ! voilà sans doute le modèle.</w:t>
      </w:r>
    </w:p>
    <w:p w14:paraId="20346733" w14:textId="77777777" w:rsidR="00436A56" w:rsidRPr="00436A56" w:rsidRDefault="00436A56" w:rsidP="00436A56">
      <w:r w:rsidRPr="00436A56">
        <w:rPr>
          <w:i/>
          <w:iCs/>
        </w:rPr>
        <w:t xml:space="preserve">Elle va ouvrir. </w:t>
      </w:r>
      <w:proofErr w:type="spellStart"/>
      <w:r w:rsidRPr="00436A56">
        <w:rPr>
          <w:i/>
          <w:iCs/>
        </w:rPr>
        <w:t>Jonella</w:t>
      </w:r>
      <w:proofErr w:type="spellEnd"/>
      <w:r w:rsidRPr="00436A56">
        <w:rPr>
          <w:i/>
          <w:iCs/>
        </w:rPr>
        <w:t xml:space="preserve"> entre : très belle, âgée de vingt ans à peine, avec une démarche souple, animale. Elle est tête nue, avec un petit châle sur les épaules. Elle chante un peu en parlant.</w:t>
      </w:r>
    </w:p>
    <w:p w14:paraId="1567D79C" w14:textId="77777777" w:rsidR="00436A56" w:rsidRPr="00436A56" w:rsidRDefault="00436A56" w:rsidP="00436A56">
      <w:proofErr w:type="spellStart"/>
      <w:r w:rsidRPr="00436A56">
        <w:rPr>
          <w:szCs w:val="32"/>
        </w:rPr>
        <w:t>JONELLA</w:t>
      </w:r>
      <w:proofErr w:type="spellEnd"/>
      <w:r w:rsidRPr="00436A56">
        <w:rPr>
          <w:szCs w:val="32"/>
        </w:rPr>
        <w:t>. – Bonjour.</w:t>
      </w:r>
    </w:p>
    <w:p w14:paraId="4BC74B78" w14:textId="77777777" w:rsidR="00436A56" w:rsidRPr="00436A56" w:rsidRDefault="00436A56" w:rsidP="00436A56">
      <w:r w:rsidRPr="00436A56">
        <w:rPr>
          <w:szCs w:val="32"/>
        </w:rPr>
        <w:t xml:space="preserve">SARA. – Bonjour, petite. </w:t>
      </w:r>
      <w:r w:rsidRPr="00436A56">
        <w:rPr>
          <w:i/>
          <w:iCs/>
          <w:szCs w:val="32"/>
        </w:rPr>
        <w:t xml:space="preserve">(La montrant à </w:t>
      </w:r>
      <w:proofErr w:type="spellStart"/>
      <w:r w:rsidRPr="00436A56">
        <w:rPr>
          <w:i/>
          <w:iCs/>
          <w:szCs w:val="32"/>
        </w:rPr>
        <w:t>Guincano</w:t>
      </w:r>
      <w:proofErr w:type="spellEnd"/>
      <w:r w:rsidRPr="00436A56">
        <w:rPr>
          <w:i/>
          <w:iCs/>
          <w:szCs w:val="32"/>
        </w:rPr>
        <w:t xml:space="preserve">.) </w:t>
      </w:r>
      <w:r w:rsidRPr="00436A56">
        <w:rPr>
          <w:szCs w:val="32"/>
        </w:rPr>
        <w:t xml:space="preserve">Voyez ? Merveilleux : vous qui voulez faire mourir les statues. </w:t>
      </w:r>
      <w:r w:rsidRPr="00436A56">
        <w:rPr>
          <w:i/>
          <w:iCs/>
          <w:szCs w:val="32"/>
        </w:rPr>
        <w:t xml:space="preserve">(À </w:t>
      </w:r>
      <w:proofErr w:type="spellStart"/>
      <w:r w:rsidRPr="00436A56">
        <w:rPr>
          <w:i/>
          <w:iCs/>
          <w:szCs w:val="32"/>
        </w:rPr>
        <w:t>Jonella</w:t>
      </w:r>
      <w:proofErr w:type="spellEnd"/>
      <w:r w:rsidRPr="00436A56">
        <w:rPr>
          <w:i/>
          <w:iCs/>
          <w:szCs w:val="32"/>
        </w:rPr>
        <w:t xml:space="preserve">.) </w:t>
      </w:r>
      <w:r w:rsidRPr="00436A56">
        <w:rPr>
          <w:szCs w:val="32"/>
        </w:rPr>
        <w:t>Vous vous appelez ?</w:t>
      </w:r>
    </w:p>
    <w:p w14:paraId="37A72598" w14:textId="77777777" w:rsidR="00436A56" w:rsidRPr="00436A56" w:rsidRDefault="00436A56" w:rsidP="00436A56">
      <w:proofErr w:type="spellStart"/>
      <w:r w:rsidRPr="00436A56">
        <w:rPr>
          <w:szCs w:val="32"/>
        </w:rPr>
        <w:t>JONELLA</w:t>
      </w:r>
      <w:proofErr w:type="spellEnd"/>
      <w:r w:rsidRPr="00436A56">
        <w:rPr>
          <w:szCs w:val="32"/>
        </w:rPr>
        <w:t xml:space="preserve">. – </w:t>
      </w:r>
      <w:proofErr w:type="spellStart"/>
      <w:r w:rsidRPr="00436A56">
        <w:rPr>
          <w:szCs w:val="32"/>
        </w:rPr>
        <w:t>Jonella</w:t>
      </w:r>
      <w:proofErr w:type="spellEnd"/>
      <w:r w:rsidRPr="00436A56">
        <w:rPr>
          <w:szCs w:val="32"/>
        </w:rPr>
        <w:t xml:space="preserve">. Je suis de Gori. </w:t>
      </w:r>
      <w:r w:rsidRPr="00436A56">
        <w:rPr>
          <w:i/>
          <w:iCs/>
          <w:szCs w:val="32"/>
        </w:rPr>
        <w:t xml:space="preserve">(Elle regarde autour d’elle.) </w:t>
      </w:r>
      <w:r w:rsidRPr="00436A56">
        <w:rPr>
          <w:szCs w:val="32"/>
        </w:rPr>
        <w:t>Oh ! que c’est chic ici.</w:t>
      </w:r>
    </w:p>
    <w:p w14:paraId="2259FA62" w14:textId="77777777" w:rsidR="00436A56" w:rsidRPr="00436A56" w:rsidRDefault="00436A56" w:rsidP="00436A56">
      <w:r w:rsidRPr="00436A56">
        <w:rPr>
          <w:szCs w:val="32"/>
        </w:rPr>
        <w:t xml:space="preserve">SARA, </w:t>
      </w:r>
      <w:r w:rsidRPr="00436A56">
        <w:rPr>
          <w:i/>
          <w:iCs/>
          <w:szCs w:val="32"/>
        </w:rPr>
        <w:t xml:space="preserve">après l’avoir contemplée un peu, heureuse, dit comme pour elle-même. </w:t>
      </w:r>
      <w:r w:rsidRPr="00436A56">
        <w:rPr>
          <w:szCs w:val="32"/>
        </w:rPr>
        <w:t>– Ne rien savoir de la vie… ni comment peuvent y pousser certaines créatures, comme des fleurs, comme un rire matinal…</w:t>
      </w:r>
    </w:p>
    <w:p w14:paraId="70E743FC" w14:textId="77777777" w:rsidR="00436A56" w:rsidRPr="00436A56" w:rsidRDefault="00436A56" w:rsidP="00436A56">
      <w:proofErr w:type="spellStart"/>
      <w:r w:rsidRPr="00436A56">
        <w:rPr>
          <w:szCs w:val="32"/>
        </w:rPr>
        <w:t>JONELLA</w:t>
      </w:r>
      <w:proofErr w:type="spellEnd"/>
      <w:r w:rsidRPr="00436A56">
        <w:rPr>
          <w:szCs w:val="32"/>
        </w:rPr>
        <w:t>. – C’est à moi que tu parles ?</w:t>
      </w:r>
    </w:p>
    <w:p w14:paraId="73281833" w14:textId="77777777" w:rsidR="00436A56" w:rsidRPr="00436A56" w:rsidRDefault="00436A56" w:rsidP="00436A56">
      <w:proofErr w:type="spellStart"/>
      <w:r w:rsidRPr="00436A56">
        <w:rPr>
          <w:szCs w:val="32"/>
        </w:rPr>
        <w:t>GUINCANO</w:t>
      </w:r>
      <w:proofErr w:type="spellEnd"/>
      <w:r w:rsidRPr="00436A56">
        <w:rPr>
          <w:szCs w:val="32"/>
        </w:rPr>
        <w:t>. – Et moi qui n’ai pu prévoir cette énormité !</w:t>
      </w:r>
    </w:p>
    <w:p w14:paraId="64354DE4" w14:textId="77777777" w:rsidR="00436A56" w:rsidRPr="00436A56" w:rsidRDefault="00436A56" w:rsidP="00436A56">
      <w:proofErr w:type="spellStart"/>
      <w:r w:rsidRPr="00436A56">
        <w:rPr>
          <w:szCs w:val="32"/>
        </w:rPr>
        <w:t>JONELLA</w:t>
      </w:r>
      <w:proofErr w:type="spellEnd"/>
      <w:r w:rsidRPr="00436A56">
        <w:rPr>
          <w:szCs w:val="32"/>
        </w:rPr>
        <w:t xml:space="preserve">, </w:t>
      </w:r>
      <w:r w:rsidRPr="00436A56">
        <w:rPr>
          <w:i/>
          <w:iCs/>
          <w:szCs w:val="32"/>
        </w:rPr>
        <w:t xml:space="preserve">après les avoir regardés tous deux. </w:t>
      </w:r>
      <w:r w:rsidRPr="00436A56">
        <w:rPr>
          <w:szCs w:val="32"/>
        </w:rPr>
        <w:t>– Qu’est-ce que ça veut dire ? Ici, chacun se parle à lui-même.</w:t>
      </w:r>
    </w:p>
    <w:p w14:paraId="6BFA1D49" w14:textId="77777777" w:rsidR="00436A56" w:rsidRPr="00436A56" w:rsidRDefault="00436A56" w:rsidP="00436A56">
      <w:r w:rsidRPr="00436A56">
        <w:rPr>
          <w:szCs w:val="32"/>
        </w:rPr>
        <w:t>SARA. – Quand celui qui pense quelque chose ne le garde pas pour lui.</w:t>
      </w:r>
    </w:p>
    <w:p w14:paraId="75426437" w14:textId="77777777" w:rsidR="00436A56" w:rsidRPr="00436A56" w:rsidRDefault="00436A56" w:rsidP="00436A56">
      <w:proofErr w:type="spellStart"/>
      <w:r w:rsidRPr="00436A56">
        <w:rPr>
          <w:szCs w:val="32"/>
        </w:rPr>
        <w:t>JONELLA</w:t>
      </w:r>
      <w:proofErr w:type="spellEnd"/>
      <w:r w:rsidRPr="00436A56">
        <w:rPr>
          <w:szCs w:val="32"/>
        </w:rPr>
        <w:t xml:space="preserve">. – Quel est celui qui a besoin de moi ? </w:t>
      </w:r>
      <w:r w:rsidRPr="00436A56">
        <w:rPr>
          <w:i/>
          <w:iCs/>
          <w:szCs w:val="32"/>
        </w:rPr>
        <w:t xml:space="preserve">(Désignant </w:t>
      </w:r>
      <w:proofErr w:type="spellStart"/>
      <w:r w:rsidRPr="00436A56">
        <w:rPr>
          <w:i/>
          <w:iCs/>
          <w:szCs w:val="32"/>
        </w:rPr>
        <w:t>Guincano</w:t>
      </w:r>
      <w:proofErr w:type="spellEnd"/>
      <w:r w:rsidRPr="00436A56">
        <w:rPr>
          <w:i/>
          <w:iCs/>
          <w:szCs w:val="32"/>
        </w:rPr>
        <w:t xml:space="preserve">.) </w:t>
      </w:r>
      <w:r w:rsidRPr="00436A56">
        <w:rPr>
          <w:szCs w:val="32"/>
        </w:rPr>
        <w:t>C’est lui ?</w:t>
      </w:r>
    </w:p>
    <w:p w14:paraId="0F0B8500" w14:textId="77777777" w:rsidR="00436A56" w:rsidRPr="00436A56" w:rsidRDefault="00436A56" w:rsidP="00436A56">
      <w:proofErr w:type="spellStart"/>
      <w:r w:rsidRPr="00436A56">
        <w:rPr>
          <w:szCs w:val="32"/>
        </w:rPr>
        <w:t>GUINCANO</w:t>
      </w:r>
      <w:proofErr w:type="spellEnd"/>
      <w:r w:rsidRPr="00436A56">
        <w:rPr>
          <w:szCs w:val="32"/>
        </w:rPr>
        <w:t>. – Je sens que la déchirure interne est si grande.</w:t>
      </w:r>
    </w:p>
    <w:p w14:paraId="47F9FD95" w14:textId="77777777" w:rsidR="00436A56" w:rsidRPr="00436A56" w:rsidRDefault="00436A56" w:rsidP="00436A56">
      <w:proofErr w:type="spellStart"/>
      <w:r w:rsidRPr="00436A56">
        <w:rPr>
          <w:szCs w:val="32"/>
        </w:rPr>
        <w:lastRenderedPageBreak/>
        <w:t>JONELLA</w:t>
      </w:r>
      <w:proofErr w:type="spellEnd"/>
      <w:r w:rsidRPr="00436A56">
        <w:rPr>
          <w:szCs w:val="32"/>
        </w:rPr>
        <w:t>. – Je parle d’une chose et en vous-même vous parlez d’une autre chose.</w:t>
      </w:r>
    </w:p>
    <w:p w14:paraId="5C8219E4" w14:textId="77777777" w:rsidR="00436A56" w:rsidRPr="00436A56" w:rsidRDefault="00436A56" w:rsidP="00436A56">
      <w:r w:rsidRPr="00436A56">
        <w:rPr>
          <w:szCs w:val="32"/>
        </w:rPr>
        <w:t>SARA. – Non, ce n’est pas lui. Celui qui a besoin de toi n’est pas encore là.</w:t>
      </w:r>
    </w:p>
    <w:p w14:paraId="062814BA" w14:textId="77777777" w:rsidR="00436A56" w:rsidRPr="00436A56" w:rsidRDefault="00436A56" w:rsidP="00436A56">
      <w:proofErr w:type="spellStart"/>
      <w:r w:rsidRPr="00436A56">
        <w:rPr>
          <w:szCs w:val="32"/>
        </w:rPr>
        <w:t>JONELLA</w:t>
      </w:r>
      <w:proofErr w:type="spellEnd"/>
      <w:r w:rsidRPr="00436A56">
        <w:rPr>
          <w:szCs w:val="32"/>
        </w:rPr>
        <w:t>. – Mais moi je ne veux pas rester ici comme une poule égarée.</w:t>
      </w:r>
    </w:p>
    <w:p w14:paraId="4AAFCF54" w14:textId="77777777" w:rsidR="00436A56" w:rsidRPr="00436A56" w:rsidRDefault="00436A56" w:rsidP="00436A56">
      <w:proofErr w:type="spellStart"/>
      <w:r w:rsidRPr="00436A56">
        <w:rPr>
          <w:szCs w:val="32"/>
        </w:rPr>
        <w:t>GUINCANO</w:t>
      </w:r>
      <w:proofErr w:type="spellEnd"/>
      <w:r w:rsidRPr="00436A56">
        <w:rPr>
          <w:szCs w:val="32"/>
        </w:rPr>
        <w:t>. – Je ne sais plus ce qu’il peut m’arriver de faire ! Quand on ne voit plus la raison d’être de quoi que ce soit…</w:t>
      </w:r>
    </w:p>
    <w:p w14:paraId="55B1A65A" w14:textId="77777777" w:rsidR="00436A56" w:rsidRPr="00436A56" w:rsidRDefault="00436A56" w:rsidP="00436A56">
      <w:r w:rsidRPr="00436A56">
        <w:rPr>
          <w:szCs w:val="32"/>
        </w:rPr>
        <w:t xml:space="preserve">SARA, </w:t>
      </w:r>
      <w:r w:rsidRPr="00436A56">
        <w:rPr>
          <w:i/>
          <w:iCs/>
          <w:szCs w:val="32"/>
        </w:rPr>
        <w:t xml:space="preserve">à </w:t>
      </w:r>
      <w:proofErr w:type="spellStart"/>
      <w:r w:rsidRPr="00436A56">
        <w:rPr>
          <w:i/>
          <w:iCs/>
          <w:szCs w:val="32"/>
        </w:rPr>
        <w:t>Jonella</w:t>
      </w:r>
      <w:proofErr w:type="spellEnd"/>
      <w:r w:rsidRPr="00436A56">
        <w:rPr>
          <w:i/>
          <w:iCs/>
          <w:szCs w:val="32"/>
        </w:rPr>
        <w:t xml:space="preserve">. </w:t>
      </w:r>
      <w:r w:rsidRPr="00436A56">
        <w:rPr>
          <w:szCs w:val="32"/>
        </w:rPr>
        <w:t xml:space="preserve">– Assieds-toi donc. Il ne va plus tarder.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Voir la raison de quoi que ce soit…</w:t>
      </w:r>
    </w:p>
    <w:p w14:paraId="1B47A68F" w14:textId="77777777" w:rsidR="00436A56" w:rsidRPr="00436A56" w:rsidRDefault="00436A56" w:rsidP="00436A56">
      <w:proofErr w:type="spellStart"/>
      <w:r w:rsidRPr="00436A56">
        <w:rPr>
          <w:szCs w:val="32"/>
        </w:rPr>
        <w:t>GUINCANO</w:t>
      </w:r>
      <w:proofErr w:type="spellEnd"/>
      <w:r w:rsidRPr="00436A56">
        <w:rPr>
          <w:szCs w:val="32"/>
        </w:rPr>
        <w:t>. – Je ne vois plus rien, moi ; je peux faire n’importe quoi.</w:t>
      </w:r>
    </w:p>
    <w:p w14:paraId="26CD89F4" w14:textId="77777777" w:rsidR="00436A56" w:rsidRPr="00436A56" w:rsidRDefault="00436A56" w:rsidP="00436A56">
      <w:r w:rsidRPr="00436A56">
        <w:rPr>
          <w:szCs w:val="32"/>
        </w:rPr>
        <w:t>SARA. – J’aime bien vous voir prêcher d’abord la folie et ensuite chercher désespérément la raison de cette folie, s’il y a eu folie.</w:t>
      </w:r>
    </w:p>
    <w:p w14:paraId="36320C7D" w14:textId="77777777" w:rsidR="00436A56" w:rsidRPr="00436A56" w:rsidRDefault="00436A56" w:rsidP="00436A56">
      <w:proofErr w:type="spellStart"/>
      <w:r w:rsidRPr="00436A56">
        <w:rPr>
          <w:szCs w:val="32"/>
        </w:rPr>
        <w:t>GUINCANO</w:t>
      </w:r>
      <w:proofErr w:type="spellEnd"/>
      <w:r w:rsidRPr="00436A56">
        <w:rPr>
          <w:szCs w:val="32"/>
        </w:rPr>
        <w:t>. – Moi, chercher la raison ? Je cherche autre chose, tout à fait autre chose.</w:t>
      </w:r>
    </w:p>
    <w:p w14:paraId="3915EFC0" w14:textId="77777777" w:rsidR="00436A56" w:rsidRPr="00436A56" w:rsidRDefault="00436A56" w:rsidP="00436A56">
      <w:r w:rsidRPr="00436A56">
        <w:rPr>
          <w:szCs w:val="32"/>
        </w:rPr>
        <w:t xml:space="preserve">SARA. – Allez donc chercher plutôt </w:t>
      </w:r>
      <w:proofErr w:type="spellStart"/>
      <w:r w:rsidRPr="00436A56">
        <w:rPr>
          <w:szCs w:val="32"/>
        </w:rPr>
        <w:t>Tuda</w:t>
      </w:r>
      <w:proofErr w:type="spellEnd"/>
      <w:r w:rsidRPr="00436A56">
        <w:rPr>
          <w:szCs w:val="32"/>
        </w:rPr>
        <w:t>.</w:t>
      </w:r>
    </w:p>
    <w:p w14:paraId="199B7883" w14:textId="77777777" w:rsidR="00436A56" w:rsidRPr="00436A56" w:rsidRDefault="00436A56" w:rsidP="00436A56">
      <w:proofErr w:type="spellStart"/>
      <w:r w:rsidRPr="00436A56">
        <w:rPr>
          <w:szCs w:val="32"/>
        </w:rPr>
        <w:t>JONELLA</w:t>
      </w:r>
      <w:proofErr w:type="spellEnd"/>
      <w:r w:rsidRPr="00436A56">
        <w:rPr>
          <w:szCs w:val="32"/>
        </w:rPr>
        <w:t xml:space="preserve">. – </w:t>
      </w:r>
      <w:proofErr w:type="spellStart"/>
      <w:r w:rsidRPr="00436A56">
        <w:rPr>
          <w:szCs w:val="32"/>
        </w:rPr>
        <w:t>Tuda</w:t>
      </w:r>
      <w:proofErr w:type="spellEnd"/>
      <w:r w:rsidRPr="00436A56">
        <w:rPr>
          <w:szCs w:val="32"/>
        </w:rPr>
        <w:t xml:space="preserve"> ? Moi, je l’ai vue, </w:t>
      </w:r>
      <w:proofErr w:type="spellStart"/>
      <w:r w:rsidRPr="00436A56">
        <w:rPr>
          <w:szCs w:val="32"/>
        </w:rPr>
        <w:t>Tuda</w:t>
      </w:r>
      <w:proofErr w:type="spellEnd"/>
      <w:r w:rsidRPr="00436A56">
        <w:rPr>
          <w:szCs w:val="32"/>
        </w:rPr>
        <w:t>.</w:t>
      </w:r>
    </w:p>
    <w:p w14:paraId="7C6AF24F" w14:textId="77777777" w:rsidR="00436A56" w:rsidRPr="00436A56" w:rsidRDefault="00436A56" w:rsidP="00436A56">
      <w:r w:rsidRPr="00436A56">
        <w:rPr>
          <w:szCs w:val="32"/>
        </w:rPr>
        <w:t>SARA. – Ah ! oui ! Quand ? Où ?</w:t>
      </w:r>
    </w:p>
    <w:p w14:paraId="2DDEADCC" w14:textId="77777777" w:rsidR="00436A56" w:rsidRPr="00436A56" w:rsidRDefault="00436A56" w:rsidP="00436A56">
      <w:proofErr w:type="spellStart"/>
      <w:r w:rsidRPr="00436A56">
        <w:rPr>
          <w:szCs w:val="32"/>
        </w:rPr>
        <w:t>JONELLA</w:t>
      </w:r>
      <w:proofErr w:type="spellEnd"/>
      <w:r w:rsidRPr="00436A56">
        <w:rPr>
          <w:szCs w:val="32"/>
        </w:rPr>
        <w:t xml:space="preserve">. – En bas, au </w:t>
      </w:r>
      <w:proofErr w:type="spellStart"/>
      <w:r w:rsidRPr="00436A56">
        <w:rPr>
          <w:szCs w:val="32"/>
        </w:rPr>
        <w:t>Prati</w:t>
      </w:r>
      <w:proofErr w:type="spellEnd"/>
      <w:r w:rsidRPr="00436A56">
        <w:rPr>
          <w:szCs w:val="32"/>
        </w:rPr>
        <w:t xml:space="preserve">, chez </w:t>
      </w:r>
      <w:proofErr w:type="spellStart"/>
      <w:r w:rsidRPr="00436A56">
        <w:rPr>
          <w:szCs w:val="32"/>
        </w:rPr>
        <w:t>Assienta</w:t>
      </w:r>
      <w:proofErr w:type="spellEnd"/>
      <w:r w:rsidRPr="00436A56">
        <w:rPr>
          <w:szCs w:val="32"/>
        </w:rPr>
        <w:t>, avant-hier. Elle est si lamentable !</w:t>
      </w:r>
    </w:p>
    <w:p w14:paraId="52BE3091" w14:textId="77777777" w:rsidR="00436A56" w:rsidRPr="00436A56" w:rsidRDefault="00436A56" w:rsidP="00436A56">
      <w:r w:rsidRPr="00436A56">
        <w:rPr>
          <w:szCs w:val="32"/>
        </w:rPr>
        <w:t>SARA. – Comment ?</w:t>
      </w:r>
    </w:p>
    <w:p w14:paraId="655A1320" w14:textId="77777777" w:rsidR="00436A56" w:rsidRPr="00436A56" w:rsidRDefault="00436A56" w:rsidP="00436A56">
      <w:proofErr w:type="spellStart"/>
      <w:r w:rsidRPr="00436A56">
        <w:rPr>
          <w:szCs w:val="32"/>
        </w:rPr>
        <w:lastRenderedPageBreak/>
        <w:t>JONELLA</w:t>
      </w:r>
      <w:proofErr w:type="spellEnd"/>
      <w:r w:rsidRPr="00436A56">
        <w:rPr>
          <w:szCs w:val="32"/>
        </w:rPr>
        <w:t>. – Elle est méconnaissable. On dit qu’on s’est battu pour elle, en duel, elle a l’air d’une folle et il paraît qu’ici elle ne veut plus revenir.</w:t>
      </w:r>
    </w:p>
    <w:p w14:paraId="4B9C9468" w14:textId="77777777" w:rsidR="00436A56" w:rsidRPr="00436A56" w:rsidRDefault="00436A56" w:rsidP="00436A56">
      <w:pPr>
        <w:jc w:val="right"/>
      </w:pPr>
      <w:proofErr w:type="spellStart"/>
      <w:r w:rsidRPr="00436A56">
        <w:rPr>
          <w:i/>
          <w:iCs/>
          <w:szCs w:val="32"/>
        </w:rPr>
        <w:t>Dossi</w:t>
      </w:r>
      <w:proofErr w:type="spellEnd"/>
      <w:r w:rsidRPr="00436A56">
        <w:rPr>
          <w:i/>
          <w:iCs/>
          <w:szCs w:val="32"/>
        </w:rPr>
        <w:t xml:space="preserve"> entre brusquement, l’air sombre.</w:t>
      </w:r>
    </w:p>
    <w:p w14:paraId="50F63531"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très vite, apercevant </w:t>
      </w:r>
      <w:proofErr w:type="spellStart"/>
      <w:r w:rsidRPr="00436A56">
        <w:rPr>
          <w:i/>
          <w:iCs/>
          <w:szCs w:val="32"/>
        </w:rPr>
        <w:t>Guincano</w:t>
      </w:r>
      <w:proofErr w:type="spellEnd"/>
      <w:r w:rsidRPr="00436A56">
        <w:rPr>
          <w:i/>
          <w:iCs/>
          <w:szCs w:val="32"/>
        </w:rPr>
        <w:t xml:space="preserve">. </w:t>
      </w:r>
      <w:r w:rsidRPr="00436A56">
        <w:rPr>
          <w:szCs w:val="32"/>
        </w:rPr>
        <w:t xml:space="preserve">– Ah ! te voilà. Je viens de chez toi. </w:t>
      </w:r>
      <w:proofErr w:type="spellStart"/>
      <w:r w:rsidRPr="00436A56">
        <w:rPr>
          <w:szCs w:val="32"/>
        </w:rPr>
        <w:t>Tuda</w:t>
      </w:r>
      <w:proofErr w:type="spellEnd"/>
      <w:r w:rsidRPr="00436A56">
        <w:rPr>
          <w:szCs w:val="32"/>
        </w:rPr>
        <w:t xml:space="preserve"> est ici.</w:t>
      </w:r>
    </w:p>
    <w:p w14:paraId="106389B9" w14:textId="77777777" w:rsidR="00436A56" w:rsidRPr="00436A56" w:rsidRDefault="00436A56" w:rsidP="00436A56">
      <w:proofErr w:type="spellStart"/>
      <w:r w:rsidRPr="00436A56">
        <w:rPr>
          <w:szCs w:val="32"/>
        </w:rPr>
        <w:t>GUINCANO</w:t>
      </w:r>
      <w:proofErr w:type="spellEnd"/>
      <w:r w:rsidRPr="00436A56">
        <w:rPr>
          <w:szCs w:val="32"/>
        </w:rPr>
        <w:t>. – Ici ?</w:t>
      </w:r>
    </w:p>
    <w:p w14:paraId="55A7276B" w14:textId="77777777" w:rsidR="00436A56" w:rsidRPr="00436A56" w:rsidRDefault="00436A56" w:rsidP="00436A56">
      <w:r w:rsidRPr="00436A56">
        <w:rPr>
          <w:szCs w:val="32"/>
        </w:rPr>
        <w:t>SARA. – Tu l’as trouvée ?</w:t>
      </w:r>
    </w:p>
    <w:p w14:paraId="08A009F8" w14:textId="77777777" w:rsidR="00436A56" w:rsidRPr="00436A56" w:rsidRDefault="00436A56" w:rsidP="00436A56">
      <w:proofErr w:type="spellStart"/>
      <w:r w:rsidRPr="00436A56">
        <w:rPr>
          <w:szCs w:val="32"/>
        </w:rPr>
        <w:t>GUINCANO</w:t>
      </w:r>
      <w:proofErr w:type="spellEnd"/>
      <w:r w:rsidRPr="00436A56">
        <w:rPr>
          <w:szCs w:val="32"/>
        </w:rPr>
        <w:t>. – Où est-elle ?</w:t>
      </w:r>
    </w:p>
    <w:p w14:paraId="7EAB1740" w14:textId="77777777" w:rsidR="00436A56" w:rsidRPr="00436A56" w:rsidRDefault="00436A56" w:rsidP="00436A56">
      <w:proofErr w:type="spellStart"/>
      <w:r w:rsidRPr="00436A56">
        <w:rPr>
          <w:szCs w:val="32"/>
        </w:rPr>
        <w:t>SIRIO</w:t>
      </w:r>
      <w:proofErr w:type="spellEnd"/>
      <w:r w:rsidRPr="00436A56">
        <w:rPr>
          <w:szCs w:val="32"/>
        </w:rPr>
        <w:t>. – Dans le jardin.</w:t>
      </w:r>
    </w:p>
    <w:p w14:paraId="04A8003E" w14:textId="77777777" w:rsidR="00436A56" w:rsidRPr="00436A56" w:rsidRDefault="00436A56" w:rsidP="00436A56">
      <w:proofErr w:type="spellStart"/>
      <w:r w:rsidRPr="00436A56">
        <w:rPr>
          <w:szCs w:val="32"/>
        </w:rPr>
        <w:t>JONELLA</w:t>
      </w:r>
      <w:proofErr w:type="spellEnd"/>
      <w:r w:rsidRPr="00436A56">
        <w:rPr>
          <w:szCs w:val="32"/>
        </w:rPr>
        <w:t>. – Oh ! par exemple.</w:t>
      </w:r>
    </w:p>
    <w:p w14:paraId="3C1E0618" w14:textId="77777777" w:rsidR="00436A56" w:rsidRPr="00436A56" w:rsidRDefault="00436A56" w:rsidP="00436A56">
      <w:r w:rsidRPr="00436A56">
        <w:rPr>
          <w:szCs w:val="32"/>
        </w:rPr>
        <w:t>SARA. – Elle est venue d’elle-même ?</w:t>
      </w:r>
    </w:p>
    <w:p w14:paraId="66DC89B4"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prompt et dur. </w:t>
      </w:r>
      <w:r w:rsidRPr="00436A56">
        <w:rPr>
          <w:szCs w:val="32"/>
        </w:rPr>
        <w:t xml:space="preserve">– Elle n’est pas venue d’elle-même.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Elle ne veut pas entrer, elle veut d’abord parler avec toi.</w:t>
      </w:r>
    </w:p>
    <w:p w14:paraId="359BA711"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se dirigeant vers la porte. </w:t>
      </w:r>
      <w:r w:rsidRPr="00436A56">
        <w:rPr>
          <w:szCs w:val="32"/>
        </w:rPr>
        <w:t>– Avec moi ?</w:t>
      </w:r>
    </w:p>
    <w:p w14:paraId="2F650780" w14:textId="77777777" w:rsidR="00436A56" w:rsidRPr="00436A56" w:rsidRDefault="00436A56" w:rsidP="00436A56">
      <w:proofErr w:type="spellStart"/>
      <w:r w:rsidRPr="00436A56">
        <w:rPr>
          <w:szCs w:val="32"/>
        </w:rPr>
        <w:t>SIRIO</w:t>
      </w:r>
      <w:proofErr w:type="spellEnd"/>
      <w:r w:rsidRPr="00436A56">
        <w:rPr>
          <w:szCs w:val="32"/>
        </w:rPr>
        <w:t>. – Attends !</w:t>
      </w:r>
    </w:p>
    <w:p w14:paraId="51DD888C" w14:textId="77777777" w:rsidR="00436A56" w:rsidRPr="00436A56" w:rsidRDefault="00436A56" w:rsidP="00436A56">
      <w:proofErr w:type="spellStart"/>
      <w:r w:rsidRPr="00436A56">
        <w:rPr>
          <w:szCs w:val="32"/>
        </w:rPr>
        <w:t>JONELLA</w:t>
      </w:r>
      <w:proofErr w:type="spellEnd"/>
      <w:r w:rsidRPr="00436A56">
        <w:rPr>
          <w:szCs w:val="32"/>
        </w:rPr>
        <w:t>. – Elle disait qu’elle ne voulait plus revenir.</w:t>
      </w:r>
    </w:p>
    <w:p w14:paraId="3ACC54E7" w14:textId="77777777" w:rsidR="00436A56" w:rsidRPr="00436A56" w:rsidRDefault="00436A56" w:rsidP="00436A56">
      <w:r w:rsidRPr="00436A56">
        <w:rPr>
          <w:szCs w:val="32"/>
        </w:rPr>
        <w:t>SARA. – Tu es donc allé la chercher ?</w:t>
      </w:r>
    </w:p>
    <w:p w14:paraId="4BE1E6ED"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il se retourne brusquement pour regarder Sara, puis il dit à </w:t>
      </w:r>
      <w:proofErr w:type="spellStart"/>
      <w:r w:rsidRPr="00436A56">
        <w:rPr>
          <w:i/>
          <w:iCs/>
          <w:szCs w:val="32"/>
        </w:rPr>
        <w:t>Guincano</w:t>
      </w:r>
      <w:proofErr w:type="spellEnd"/>
      <w:r w:rsidRPr="00436A56">
        <w:rPr>
          <w:i/>
          <w:iCs/>
          <w:szCs w:val="32"/>
        </w:rPr>
        <w:t xml:space="preserve">. </w:t>
      </w:r>
      <w:r w:rsidRPr="00436A56">
        <w:rPr>
          <w:szCs w:val="32"/>
        </w:rPr>
        <w:t>– Fais-la entrer.</w:t>
      </w:r>
    </w:p>
    <w:p w14:paraId="3464F71A" w14:textId="77777777" w:rsidR="00436A56" w:rsidRPr="00436A56" w:rsidRDefault="00436A56" w:rsidP="00436A56">
      <w:r w:rsidRPr="00436A56">
        <w:rPr>
          <w:szCs w:val="32"/>
        </w:rPr>
        <w:t xml:space="preserve">SARA, </w:t>
      </w:r>
      <w:r w:rsidRPr="00436A56">
        <w:rPr>
          <w:i/>
          <w:iCs/>
          <w:szCs w:val="32"/>
        </w:rPr>
        <w:t xml:space="preserve">vite, arrêtant </w:t>
      </w:r>
      <w:proofErr w:type="spellStart"/>
      <w:r w:rsidRPr="00436A56">
        <w:rPr>
          <w:i/>
          <w:iCs/>
          <w:szCs w:val="32"/>
        </w:rPr>
        <w:t>Guincano</w:t>
      </w:r>
      <w:proofErr w:type="spellEnd"/>
      <w:r w:rsidRPr="00436A56">
        <w:rPr>
          <w:i/>
          <w:iCs/>
          <w:szCs w:val="32"/>
        </w:rPr>
        <w:t xml:space="preserve">. </w:t>
      </w:r>
      <w:r w:rsidRPr="00436A56">
        <w:rPr>
          <w:szCs w:val="32"/>
        </w:rPr>
        <w:t>– Ah ! non, je t’en prie. Laisse-moi d’abord m’en aller.</w:t>
      </w:r>
    </w:p>
    <w:p w14:paraId="20687498" w14:textId="77777777" w:rsidR="00436A56" w:rsidRPr="00436A56" w:rsidRDefault="00436A56" w:rsidP="00436A56">
      <w:proofErr w:type="spellStart"/>
      <w:r w:rsidRPr="00436A56">
        <w:rPr>
          <w:szCs w:val="32"/>
        </w:rPr>
        <w:t>GUINCANO</w:t>
      </w:r>
      <w:proofErr w:type="spellEnd"/>
      <w:r w:rsidRPr="00436A56">
        <w:rPr>
          <w:szCs w:val="32"/>
        </w:rPr>
        <w:t>. – Et moi, m’en aller aussi.</w:t>
      </w:r>
    </w:p>
    <w:p w14:paraId="624D9E05" w14:textId="77777777" w:rsidR="00436A56" w:rsidRPr="00436A56" w:rsidRDefault="00436A56" w:rsidP="00436A56">
      <w:proofErr w:type="spellStart"/>
      <w:r w:rsidRPr="00436A56">
        <w:rPr>
          <w:szCs w:val="32"/>
        </w:rPr>
        <w:lastRenderedPageBreak/>
        <w:t>SIRIO</w:t>
      </w:r>
      <w:proofErr w:type="spellEnd"/>
      <w:r w:rsidRPr="00436A56">
        <w:rPr>
          <w:szCs w:val="32"/>
        </w:rPr>
        <w:t>. – Amène-la. Je ne te dis pas de la faire entrer ici.</w:t>
      </w:r>
    </w:p>
    <w:p w14:paraId="56B40580" w14:textId="77777777" w:rsidR="00436A56" w:rsidRPr="00436A56" w:rsidRDefault="00436A56" w:rsidP="00436A56">
      <w:proofErr w:type="spellStart"/>
      <w:r w:rsidRPr="00436A56">
        <w:rPr>
          <w:szCs w:val="32"/>
        </w:rPr>
        <w:t>GUINCANO</w:t>
      </w:r>
      <w:proofErr w:type="spellEnd"/>
      <w:r w:rsidRPr="00436A56">
        <w:rPr>
          <w:szCs w:val="32"/>
        </w:rPr>
        <w:t>. – Si elle ne veut pas.</w:t>
      </w:r>
    </w:p>
    <w:p w14:paraId="5343D79D" w14:textId="77777777" w:rsidR="00436A56" w:rsidRPr="00436A56" w:rsidRDefault="00436A56" w:rsidP="00436A56">
      <w:proofErr w:type="spellStart"/>
      <w:r w:rsidRPr="00436A56">
        <w:rPr>
          <w:szCs w:val="32"/>
        </w:rPr>
        <w:t>SIRIO</w:t>
      </w:r>
      <w:proofErr w:type="spellEnd"/>
      <w:r w:rsidRPr="00436A56">
        <w:t xml:space="preserve">. </w:t>
      </w:r>
      <w:r w:rsidRPr="00436A56">
        <w:rPr>
          <w:szCs w:val="32"/>
        </w:rPr>
        <w:t>– Je ne t’ai pas dit qu’elle ne voulait pas. Je t’ai dit qu’elle voulait d’abord parler avec toi. Tu lui parleras là-haut.</w:t>
      </w:r>
    </w:p>
    <w:p w14:paraId="6CB39340" w14:textId="77777777" w:rsidR="00436A56" w:rsidRPr="00436A56" w:rsidRDefault="00436A56" w:rsidP="00436A56">
      <w:r w:rsidRPr="00436A56">
        <w:rPr>
          <w:szCs w:val="32"/>
        </w:rPr>
        <w:t>SARA. – Bien, moi je m’en vais. Je n’attendrai pas qu’elle le demande en échange de son retour.</w:t>
      </w:r>
    </w:p>
    <w:p w14:paraId="4024E9B3" w14:textId="77777777" w:rsidR="00436A56" w:rsidRPr="00436A56" w:rsidRDefault="00436A56" w:rsidP="00436A56">
      <w:proofErr w:type="spellStart"/>
      <w:r w:rsidRPr="00436A56">
        <w:rPr>
          <w:szCs w:val="32"/>
        </w:rPr>
        <w:t>GUINCANO</w:t>
      </w:r>
      <w:proofErr w:type="spellEnd"/>
      <w:r w:rsidRPr="00436A56">
        <w:rPr>
          <w:szCs w:val="32"/>
        </w:rPr>
        <w:t>. – Elle en aurait tous les droits.</w:t>
      </w:r>
    </w:p>
    <w:p w14:paraId="63263DC9" w14:textId="77777777" w:rsidR="00436A56" w:rsidRPr="00436A56" w:rsidRDefault="00436A56" w:rsidP="00436A56">
      <w:proofErr w:type="spellStart"/>
      <w:r w:rsidRPr="00436A56">
        <w:rPr>
          <w:szCs w:val="32"/>
        </w:rPr>
        <w:t>SIRIO</w:t>
      </w:r>
      <w:proofErr w:type="spellEnd"/>
      <w:r w:rsidRPr="00436A56">
        <w:rPr>
          <w:szCs w:val="32"/>
        </w:rPr>
        <w:t>. – Il n’y a pas de conditions ; les conditions, maintenant, c’est moi qui les fais pour tout le monde, car il n’y a que moi ici qui ait quelque chose à faire. Je ne peux plus travailler.</w:t>
      </w:r>
    </w:p>
    <w:p w14:paraId="4D1D25FB" w14:textId="77777777" w:rsidR="00436A56" w:rsidRPr="00436A56" w:rsidRDefault="00436A56" w:rsidP="00436A56">
      <w:r w:rsidRPr="00436A56">
        <w:rPr>
          <w:szCs w:val="32"/>
        </w:rPr>
        <w:t>SARA. – Pour moi, ça suffit.</w:t>
      </w:r>
    </w:p>
    <w:p w14:paraId="7246DF7A" w14:textId="77777777" w:rsidR="00436A56" w:rsidRPr="00436A56" w:rsidRDefault="00436A56" w:rsidP="00436A56">
      <w:proofErr w:type="spellStart"/>
      <w:r w:rsidRPr="00436A56">
        <w:rPr>
          <w:szCs w:val="32"/>
        </w:rPr>
        <w:t>JONELLA</w:t>
      </w:r>
      <w:proofErr w:type="spellEnd"/>
      <w:r w:rsidRPr="00436A56">
        <w:rPr>
          <w:szCs w:val="32"/>
        </w:rPr>
        <w:t>. – Et pour moi aussi, alors, je peux m’en aller si elle est revenue.</w:t>
      </w:r>
    </w:p>
    <w:p w14:paraId="23F84E99" w14:textId="77777777" w:rsidR="00436A56" w:rsidRPr="00436A56" w:rsidRDefault="00436A56" w:rsidP="00436A56">
      <w:proofErr w:type="spellStart"/>
      <w:r w:rsidRPr="00436A56">
        <w:rPr>
          <w:szCs w:val="32"/>
        </w:rPr>
        <w:t>SIRIO</w:t>
      </w:r>
      <w:proofErr w:type="spellEnd"/>
      <w:r w:rsidRPr="00436A56">
        <w:rPr>
          <w:szCs w:val="32"/>
        </w:rPr>
        <w:t>. – Comme elle est maintenant, elle ne pourra me servir.</w:t>
      </w:r>
    </w:p>
    <w:p w14:paraId="07EC000E" w14:textId="77777777" w:rsidR="00436A56" w:rsidRPr="00436A56" w:rsidRDefault="00436A56" w:rsidP="00436A56">
      <w:proofErr w:type="spellStart"/>
      <w:r w:rsidRPr="00436A56">
        <w:rPr>
          <w:szCs w:val="32"/>
        </w:rPr>
        <w:t>JONELLA</w:t>
      </w:r>
      <w:proofErr w:type="spellEnd"/>
      <w:r w:rsidRPr="00436A56">
        <w:rPr>
          <w:szCs w:val="32"/>
        </w:rPr>
        <w:t xml:space="preserve">, </w:t>
      </w:r>
      <w:r w:rsidRPr="00436A56">
        <w:rPr>
          <w:i/>
          <w:iCs/>
          <w:szCs w:val="32"/>
        </w:rPr>
        <w:t xml:space="preserve">à Sara. </w:t>
      </w:r>
      <w:r w:rsidRPr="00436A56">
        <w:rPr>
          <w:szCs w:val="32"/>
        </w:rPr>
        <w:t>– Je vous l’ai dit, elle est très abîmée.</w:t>
      </w:r>
    </w:p>
    <w:p w14:paraId="03CABC9B" w14:textId="77777777" w:rsidR="00436A56" w:rsidRPr="00436A56" w:rsidRDefault="00436A56" w:rsidP="00436A56">
      <w:proofErr w:type="spellStart"/>
      <w:r w:rsidRPr="00436A56">
        <w:rPr>
          <w:szCs w:val="32"/>
        </w:rPr>
        <w:t>SIRIO</w:t>
      </w:r>
      <w:proofErr w:type="spellEnd"/>
      <w:r w:rsidRPr="00436A56">
        <w:rPr>
          <w:szCs w:val="32"/>
        </w:rPr>
        <w:t>. – L’ombre d’elle-même. Qui sait le temps qu’il faudra pour qu’elle se remette.</w:t>
      </w:r>
    </w:p>
    <w:p w14:paraId="13B23D89" w14:textId="77777777" w:rsidR="00436A56" w:rsidRPr="00436A56" w:rsidRDefault="00436A56" w:rsidP="00436A56">
      <w:r w:rsidRPr="00436A56">
        <w:rPr>
          <w:szCs w:val="32"/>
        </w:rPr>
        <w:t>SARA. – D’autant plus édifiant que tu sois allé la chercher, si tu ne sais qu’en faire.</w:t>
      </w:r>
    </w:p>
    <w:p w14:paraId="37EF5F3A" w14:textId="77777777" w:rsidR="00436A56" w:rsidRPr="00436A56" w:rsidRDefault="00436A56" w:rsidP="00436A56">
      <w:proofErr w:type="spellStart"/>
      <w:r w:rsidRPr="00436A56">
        <w:rPr>
          <w:szCs w:val="32"/>
        </w:rPr>
        <w:t>SIRIO</w:t>
      </w:r>
      <w:proofErr w:type="spellEnd"/>
      <w:r w:rsidRPr="00436A56">
        <w:rPr>
          <w:szCs w:val="32"/>
        </w:rPr>
        <w:t>. – Je ne le savais pas quand j’y suis allé ; mais, l’aurais-je su, je serais allé la chercher quand même.</w:t>
      </w:r>
    </w:p>
    <w:p w14:paraId="7524FF38" w14:textId="77777777" w:rsidR="00436A56" w:rsidRPr="00436A56" w:rsidRDefault="00436A56" w:rsidP="00436A56">
      <w:r w:rsidRPr="00436A56">
        <w:rPr>
          <w:szCs w:val="32"/>
        </w:rPr>
        <w:t>SARA. – Et la preuve, c’est que tu l’as amenée et que tu fais tout pour la retenir.</w:t>
      </w:r>
    </w:p>
    <w:p w14:paraId="27600EAB" w14:textId="77777777" w:rsidR="00436A56" w:rsidRPr="00436A56" w:rsidRDefault="00436A56" w:rsidP="00436A56">
      <w:proofErr w:type="spellStart"/>
      <w:r w:rsidRPr="00436A56">
        <w:rPr>
          <w:szCs w:val="32"/>
        </w:rPr>
        <w:lastRenderedPageBreak/>
        <w:t>SIRIO</w:t>
      </w:r>
      <w:proofErr w:type="spellEnd"/>
      <w:r w:rsidRPr="00436A56">
        <w:rPr>
          <w:szCs w:val="32"/>
        </w:rPr>
        <w:t>. – Justement. Cela ne te convient pas ?</w:t>
      </w:r>
    </w:p>
    <w:p w14:paraId="2B1F6B66" w14:textId="77777777" w:rsidR="00436A56" w:rsidRPr="00436A56" w:rsidRDefault="00436A56" w:rsidP="00436A56">
      <w:r w:rsidRPr="00436A56">
        <w:rPr>
          <w:szCs w:val="32"/>
        </w:rPr>
        <w:t>SARA. – À ton aise si tu es content. Après tout, c’est ta femme et elle t’a fort bien traité.</w:t>
      </w:r>
    </w:p>
    <w:p w14:paraId="6F67E126" w14:textId="77777777" w:rsidR="00436A56" w:rsidRPr="00436A56" w:rsidRDefault="00436A56" w:rsidP="00436A56">
      <w:proofErr w:type="spellStart"/>
      <w:r w:rsidRPr="00436A56">
        <w:rPr>
          <w:szCs w:val="32"/>
        </w:rPr>
        <w:t>JONELLA</w:t>
      </w:r>
      <w:proofErr w:type="spellEnd"/>
      <w:r w:rsidRPr="00436A56">
        <w:rPr>
          <w:szCs w:val="32"/>
        </w:rPr>
        <w:t>. – Mais je dis, moi, si elle ne peut pas te servir pour le moment et que tu aies besoin d’un modèle… Vous m’avez fait venir jusqu’ici.</w:t>
      </w:r>
    </w:p>
    <w:p w14:paraId="7F355860" w14:textId="77777777" w:rsidR="00436A56" w:rsidRPr="00436A56" w:rsidRDefault="00436A56" w:rsidP="00436A56">
      <w:r w:rsidRPr="00436A56">
        <w:rPr>
          <w:i/>
          <w:iCs/>
        </w:rPr>
        <w:t xml:space="preserve">Entre </w:t>
      </w:r>
      <w:proofErr w:type="spellStart"/>
      <w:r w:rsidRPr="00436A56">
        <w:rPr>
          <w:i/>
          <w:iCs/>
        </w:rPr>
        <w:t>Tuda</w:t>
      </w:r>
      <w:proofErr w:type="spellEnd"/>
      <w:r w:rsidRPr="00436A56">
        <w:rPr>
          <w:i/>
          <w:iCs/>
        </w:rPr>
        <w:t xml:space="preserve">, suivie de </w:t>
      </w:r>
      <w:proofErr w:type="spellStart"/>
      <w:r w:rsidRPr="00436A56">
        <w:rPr>
          <w:i/>
          <w:iCs/>
        </w:rPr>
        <w:t>Guincano</w:t>
      </w:r>
      <w:proofErr w:type="spellEnd"/>
      <w:r w:rsidRPr="00436A56">
        <w:rPr>
          <w:i/>
          <w:iCs/>
        </w:rPr>
        <w:t>. Elle est échevelée, le visage défait, les yeux durs, vitreux.</w:t>
      </w:r>
    </w:p>
    <w:p w14:paraId="3C8C5888" w14:textId="77777777" w:rsidR="00436A56" w:rsidRPr="00436A56" w:rsidRDefault="00436A56" w:rsidP="00436A56">
      <w:proofErr w:type="spellStart"/>
      <w:r w:rsidRPr="00436A56">
        <w:rPr>
          <w:szCs w:val="32"/>
        </w:rPr>
        <w:t>TUDA</w:t>
      </w:r>
      <w:proofErr w:type="spellEnd"/>
      <w:r w:rsidRPr="00436A56">
        <w:rPr>
          <w:szCs w:val="32"/>
        </w:rPr>
        <w:t xml:space="preserve">. – Oui, bravo, toi, </w:t>
      </w:r>
      <w:proofErr w:type="spellStart"/>
      <w:r w:rsidRPr="00436A56">
        <w:rPr>
          <w:szCs w:val="32"/>
        </w:rPr>
        <w:t>Joné</w:t>
      </w:r>
      <w:proofErr w:type="spellEnd"/>
      <w:r w:rsidRPr="00436A56">
        <w:rPr>
          <w:szCs w:val="32"/>
        </w:rPr>
        <w:t xml:space="preserve">, sers-le. </w:t>
      </w:r>
      <w:r w:rsidRPr="00436A56">
        <w:rPr>
          <w:i/>
          <w:iCs/>
          <w:szCs w:val="32"/>
        </w:rPr>
        <w:t xml:space="preserve">(À </w:t>
      </w:r>
      <w:proofErr w:type="spellStart"/>
      <w:r w:rsidRPr="00436A56">
        <w:rPr>
          <w:i/>
          <w:iCs/>
          <w:szCs w:val="32"/>
        </w:rPr>
        <w:t>Sirio</w:t>
      </w:r>
      <w:proofErr w:type="spellEnd"/>
      <w:r w:rsidRPr="00436A56">
        <w:rPr>
          <w:i/>
          <w:iCs/>
          <w:szCs w:val="32"/>
        </w:rPr>
        <w:t xml:space="preserve">.) </w:t>
      </w:r>
      <w:r w:rsidRPr="00436A56">
        <w:rPr>
          <w:szCs w:val="32"/>
        </w:rPr>
        <w:t xml:space="preserve">Voilà, tu as ici </w:t>
      </w:r>
      <w:proofErr w:type="spellStart"/>
      <w:r w:rsidRPr="00436A56">
        <w:rPr>
          <w:szCs w:val="32"/>
        </w:rPr>
        <w:t>Jonella</w:t>
      </w:r>
      <w:proofErr w:type="spellEnd"/>
      <w:r w:rsidRPr="00436A56">
        <w:rPr>
          <w:szCs w:val="32"/>
        </w:rPr>
        <w:t xml:space="preserve"> qui peut te servir mieux que moi, et alors je peux m’en aller. Fais plaisir à madame.</w:t>
      </w:r>
    </w:p>
    <w:p w14:paraId="6F2D2468" w14:textId="77777777" w:rsidR="00436A56" w:rsidRPr="00436A56" w:rsidRDefault="00436A56" w:rsidP="00436A56">
      <w:proofErr w:type="spellStart"/>
      <w:r w:rsidRPr="00436A56">
        <w:rPr>
          <w:szCs w:val="32"/>
        </w:rPr>
        <w:t>SIRIO</w:t>
      </w:r>
      <w:proofErr w:type="spellEnd"/>
      <w:r w:rsidRPr="00436A56">
        <w:rPr>
          <w:szCs w:val="32"/>
        </w:rPr>
        <w:t>. – Mais non !</w:t>
      </w:r>
    </w:p>
    <w:p w14:paraId="31DAA32B" w14:textId="77777777" w:rsidR="00436A56" w:rsidRPr="00436A56" w:rsidRDefault="00436A56" w:rsidP="00436A56">
      <w:proofErr w:type="spellStart"/>
      <w:r w:rsidRPr="00436A56">
        <w:rPr>
          <w:szCs w:val="32"/>
        </w:rPr>
        <w:t>JONELLA</w:t>
      </w:r>
      <w:proofErr w:type="spellEnd"/>
      <w:r w:rsidRPr="00436A56">
        <w:rPr>
          <w:szCs w:val="32"/>
        </w:rPr>
        <w:t xml:space="preserve">, </w:t>
      </w:r>
      <w:r w:rsidRPr="00436A56">
        <w:rPr>
          <w:i/>
          <w:iCs/>
          <w:szCs w:val="32"/>
        </w:rPr>
        <w:t xml:space="preserve">en même temps. </w:t>
      </w:r>
      <w:r w:rsidRPr="00436A56">
        <w:rPr>
          <w:szCs w:val="32"/>
        </w:rPr>
        <w:t>– Mais moi…</w:t>
      </w:r>
    </w:p>
    <w:p w14:paraId="2BB265FD" w14:textId="77777777" w:rsidR="00436A56" w:rsidRPr="00436A56" w:rsidRDefault="00436A56" w:rsidP="00436A56">
      <w:proofErr w:type="spellStart"/>
      <w:r w:rsidRPr="00436A56">
        <w:rPr>
          <w:szCs w:val="32"/>
        </w:rPr>
        <w:t>TUDA</w:t>
      </w:r>
      <w:proofErr w:type="spellEnd"/>
      <w:r w:rsidRPr="00436A56">
        <w:rPr>
          <w:szCs w:val="32"/>
        </w:rPr>
        <w:t>. – Mais si, mais si !</w:t>
      </w:r>
    </w:p>
    <w:p w14:paraId="75FF6BAE" w14:textId="77777777" w:rsidR="00436A56" w:rsidRPr="00436A56" w:rsidRDefault="00436A56" w:rsidP="00436A56">
      <w:proofErr w:type="spellStart"/>
      <w:r w:rsidRPr="00436A56">
        <w:rPr>
          <w:szCs w:val="32"/>
        </w:rPr>
        <w:t>SIRIO</w:t>
      </w:r>
      <w:proofErr w:type="spellEnd"/>
      <w:r w:rsidRPr="00436A56">
        <w:rPr>
          <w:szCs w:val="32"/>
        </w:rPr>
        <w:t>. – Ce n’est pas possible.</w:t>
      </w:r>
    </w:p>
    <w:p w14:paraId="62D2EB12" w14:textId="77777777" w:rsidR="00436A56" w:rsidRPr="00436A56" w:rsidRDefault="00436A56" w:rsidP="00436A56">
      <w:proofErr w:type="spellStart"/>
      <w:r w:rsidRPr="00436A56">
        <w:rPr>
          <w:szCs w:val="32"/>
        </w:rPr>
        <w:t>JONELLA</w:t>
      </w:r>
      <w:proofErr w:type="spellEnd"/>
      <w:r w:rsidRPr="00436A56">
        <w:rPr>
          <w:szCs w:val="32"/>
        </w:rPr>
        <w:t>. – Je l’ai dit… parce que lui…</w:t>
      </w:r>
    </w:p>
    <w:p w14:paraId="5090EAEE"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 Allons, partons.</w:t>
      </w:r>
    </w:p>
    <w:p w14:paraId="62917AAF"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avec force. </w:t>
      </w:r>
      <w:r w:rsidRPr="00436A56">
        <w:rPr>
          <w:szCs w:val="32"/>
        </w:rPr>
        <w:t>– Ce n’est pas possible, je te dis, que je me mette à travailler avec une autre.</w:t>
      </w:r>
    </w:p>
    <w:p w14:paraId="021C7DB2" w14:textId="77777777" w:rsidR="00436A56" w:rsidRPr="00436A56" w:rsidRDefault="00436A56" w:rsidP="00436A56">
      <w:r w:rsidRPr="00436A56">
        <w:rPr>
          <w:szCs w:val="32"/>
        </w:rPr>
        <w:t xml:space="preserve">SARA, </w:t>
      </w:r>
      <w:r w:rsidRPr="00436A56">
        <w:rPr>
          <w:i/>
          <w:iCs/>
          <w:szCs w:val="32"/>
        </w:rPr>
        <w:t xml:space="preserve">à </w:t>
      </w:r>
      <w:proofErr w:type="spellStart"/>
      <w:r w:rsidRPr="00436A56">
        <w:rPr>
          <w:i/>
          <w:iCs/>
          <w:szCs w:val="32"/>
        </w:rPr>
        <w:t>Tuda</w:t>
      </w:r>
      <w:proofErr w:type="spellEnd"/>
      <w:r w:rsidRPr="00436A56">
        <w:rPr>
          <w:i/>
          <w:iCs/>
          <w:szCs w:val="32"/>
        </w:rPr>
        <w:t xml:space="preserve">. </w:t>
      </w:r>
      <w:r w:rsidRPr="00436A56">
        <w:rPr>
          <w:szCs w:val="32"/>
        </w:rPr>
        <w:t>– Vous pouvez vous calmer. Je sais que c’est lui qui est venu vous chercher.</w:t>
      </w:r>
    </w:p>
    <w:p w14:paraId="1A0EBB48" w14:textId="77777777" w:rsidR="00436A56" w:rsidRPr="00436A56" w:rsidRDefault="00436A56" w:rsidP="00436A56">
      <w:proofErr w:type="spellStart"/>
      <w:r w:rsidRPr="00436A56">
        <w:rPr>
          <w:szCs w:val="32"/>
        </w:rPr>
        <w:t>TUDA</w:t>
      </w:r>
      <w:proofErr w:type="spellEnd"/>
      <w:r w:rsidRPr="00436A56">
        <w:rPr>
          <w:szCs w:val="32"/>
        </w:rPr>
        <w:t>. – Oui, lui. Et dis-lui où j’étais et si je me cachais sachant que tu me cherchais. Dis-lui qui me guettait ? et si je t’ai suivi maintenant pour rester. Je ne veux pas rester.</w:t>
      </w:r>
    </w:p>
    <w:p w14:paraId="423373AE" w14:textId="77777777" w:rsidR="00436A56" w:rsidRPr="00436A56" w:rsidRDefault="00436A56" w:rsidP="00436A56">
      <w:proofErr w:type="spellStart"/>
      <w:r w:rsidRPr="00436A56">
        <w:rPr>
          <w:szCs w:val="32"/>
        </w:rPr>
        <w:t>SIRIO</w:t>
      </w:r>
      <w:proofErr w:type="spellEnd"/>
      <w:r w:rsidRPr="00436A56">
        <w:rPr>
          <w:szCs w:val="32"/>
        </w:rPr>
        <w:t>. – Tu resteras.</w:t>
      </w:r>
    </w:p>
    <w:p w14:paraId="4AE99F5F" w14:textId="77777777" w:rsidR="00436A56" w:rsidRPr="00436A56" w:rsidRDefault="00436A56" w:rsidP="00436A56">
      <w:proofErr w:type="spellStart"/>
      <w:r w:rsidRPr="00436A56">
        <w:rPr>
          <w:szCs w:val="32"/>
        </w:rPr>
        <w:lastRenderedPageBreak/>
        <w:t>TUDA</w:t>
      </w:r>
      <w:proofErr w:type="spellEnd"/>
      <w:r w:rsidRPr="00436A56">
        <w:rPr>
          <w:szCs w:val="32"/>
        </w:rPr>
        <w:t xml:space="preserve">. – Non.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Je viendrai avec vous. Je vivrai avec vous.</w:t>
      </w:r>
    </w:p>
    <w:p w14:paraId="7F93CC16" w14:textId="77777777" w:rsidR="00436A56" w:rsidRPr="00436A56" w:rsidRDefault="00436A56" w:rsidP="00436A56">
      <w:proofErr w:type="spellStart"/>
      <w:r w:rsidRPr="00436A56">
        <w:rPr>
          <w:szCs w:val="32"/>
        </w:rPr>
        <w:t>SIRIO</w:t>
      </w:r>
      <w:proofErr w:type="spellEnd"/>
      <w:r w:rsidRPr="00436A56">
        <w:rPr>
          <w:szCs w:val="32"/>
        </w:rPr>
        <w:t>. – Mais puisque tu m’as promis.</w:t>
      </w:r>
    </w:p>
    <w:p w14:paraId="64095A42" w14:textId="77777777" w:rsidR="00436A56" w:rsidRPr="00436A56" w:rsidRDefault="00436A56" w:rsidP="00436A56">
      <w:proofErr w:type="spellStart"/>
      <w:r w:rsidRPr="00436A56">
        <w:rPr>
          <w:szCs w:val="32"/>
        </w:rPr>
        <w:t>TUDA</w:t>
      </w:r>
      <w:proofErr w:type="spellEnd"/>
      <w:r w:rsidRPr="00436A56">
        <w:rPr>
          <w:szCs w:val="32"/>
        </w:rPr>
        <w:t>. – Oui, que je reviendrais.</w:t>
      </w:r>
    </w:p>
    <w:p w14:paraId="55D86FF7" w14:textId="77777777" w:rsidR="00436A56" w:rsidRPr="00436A56" w:rsidRDefault="00436A56" w:rsidP="00436A56">
      <w:proofErr w:type="spellStart"/>
      <w:r w:rsidRPr="00436A56">
        <w:rPr>
          <w:szCs w:val="32"/>
        </w:rPr>
        <w:t>SIRIO</w:t>
      </w:r>
      <w:proofErr w:type="spellEnd"/>
      <w:r w:rsidRPr="00436A56">
        <w:rPr>
          <w:szCs w:val="32"/>
        </w:rPr>
        <w:t>. – Que tu resterais ici pour toujours, tu me l’as promis.</w:t>
      </w:r>
    </w:p>
    <w:p w14:paraId="6B4C3656" w14:textId="77777777" w:rsidR="00436A56" w:rsidRPr="00436A56" w:rsidRDefault="00436A56" w:rsidP="00436A56">
      <w:proofErr w:type="spellStart"/>
      <w:r w:rsidRPr="00436A56">
        <w:rPr>
          <w:szCs w:val="32"/>
        </w:rPr>
        <w:t>TUDA</w:t>
      </w:r>
      <w:proofErr w:type="spellEnd"/>
      <w:r w:rsidRPr="00436A56">
        <w:rPr>
          <w:szCs w:val="32"/>
        </w:rPr>
        <w:t>. – Non, non.</w:t>
      </w:r>
    </w:p>
    <w:p w14:paraId="65CD78C0" w14:textId="77777777" w:rsidR="00436A56" w:rsidRPr="00436A56" w:rsidRDefault="00436A56" w:rsidP="00436A56">
      <w:proofErr w:type="spellStart"/>
      <w:r w:rsidRPr="00436A56">
        <w:rPr>
          <w:szCs w:val="32"/>
        </w:rPr>
        <w:t>SIRIO</w:t>
      </w:r>
      <w:proofErr w:type="spellEnd"/>
      <w:r w:rsidRPr="00436A56">
        <w:rPr>
          <w:szCs w:val="32"/>
        </w:rPr>
        <w:t xml:space="preserve">. – Mais oui, après avoir parlé avec lui. </w:t>
      </w:r>
      <w:r w:rsidRPr="00436A56">
        <w:rPr>
          <w:i/>
          <w:iCs/>
          <w:szCs w:val="32"/>
        </w:rPr>
        <w:t xml:space="preserve">(Elle montre </w:t>
      </w:r>
      <w:proofErr w:type="spellStart"/>
      <w:r w:rsidRPr="00436A56">
        <w:rPr>
          <w:i/>
          <w:iCs/>
          <w:szCs w:val="32"/>
        </w:rPr>
        <w:t>Guincano</w:t>
      </w:r>
      <w:proofErr w:type="spellEnd"/>
      <w:r w:rsidRPr="00436A56">
        <w:rPr>
          <w:i/>
          <w:iCs/>
          <w:szCs w:val="32"/>
        </w:rPr>
        <w:t xml:space="preserve">.) </w:t>
      </w:r>
      <w:r w:rsidRPr="00436A56">
        <w:rPr>
          <w:szCs w:val="32"/>
        </w:rPr>
        <w:t>Tu me l’as dit.</w:t>
      </w:r>
    </w:p>
    <w:p w14:paraId="169E532A" w14:textId="77777777" w:rsidR="00436A56" w:rsidRPr="00436A56" w:rsidRDefault="00436A56" w:rsidP="00436A56">
      <w:proofErr w:type="spellStart"/>
      <w:r w:rsidRPr="00436A56">
        <w:rPr>
          <w:szCs w:val="32"/>
        </w:rPr>
        <w:t>TUDA</w:t>
      </w:r>
      <w:proofErr w:type="spellEnd"/>
      <w:r w:rsidRPr="00436A56">
        <w:rPr>
          <w:szCs w:val="32"/>
        </w:rPr>
        <w:t>. – Non, je n’habiterai plus ici, je reviendrai seulement pour travailler, quand je pourrai de nouveau. Maintenant, je m’en vais.</w:t>
      </w:r>
    </w:p>
    <w:p w14:paraId="52E93DEF" w14:textId="77777777" w:rsidR="00436A56" w:rsidRPr="00436A56" w:rsidRDefault="00436A56" w:rsidP="00436A56">
      <w:proofErr w:type="spellStart"/>
      <w:r w:rsidRPr="00436A56">
        <w:rPr>
          <w:szCs w:val="32"/>
        </w:rPr>
        <w:t>JONELLA</w:t>
      </w:r>
      <w:proofErr w:type="spellEnd"/>
      <w:r w:rsidRPr="00436A56">
        <w:rPr>
          <w:szCs w:val="32"/>
        </w:rPr>
        <w:t>. – Et moi alors ?</w:t>
      </w:r>
    </w:p>
    <w:p w14:paraId="58F9E532" w14:textId="77777777" w:rsidR="00436A56" w:rsidRPr="00436A56" w:rsidRDefault="00436A56" w:rsidP="00436A56">
      <w:proofErr w:type="spellStart"/>
      <w:r w:rsidRPr="00436A56">
        <w:rPr>
          <w:szCs w:val="32"/>
        </w:rPr>
        <w:t>TUDA</w:t>
      </w:r>
      <w:proofErr w:type="spellEnd"/>
      <w:r w:rsidRPr="00436A56">
        <w:rPr>
          <w:szCs w:val="32"/>
        </w:rPr>
        <w:t xml:space="preserve">. – Mais tu ne peux pas rester non plus, </w:t>
      </w:r>
      <w:proofErr w:type="spellStart"/>
      <w:r w:rsidRPr="00436A56">
        <w:rPr>
          <w:szCs w:val="32"/>
        </w:rPr>
        <w:t>Joné</w:t>
      </w:r>
      <w:proofErr w:type="spellEnd"/>
      <w:r w:rsidRPr="00436A56">
        <w:rPr>
          <w:szCs w:val="32"/>
        </w:rPr>
        <w:t xml:space="preserve">. Non que je veuille t’enlever le pain de la bouche, ce pain qui me dégoûte, autant que le nom qu’il m’a donné et les robes, et la maison ! Quel plaisir veux-tu que j’aie désormais à faire la dame ! Je n’aurais pas fait ce que j’ai fait si j’y avais eu le moindre plaisir, mais je veux que tu en sois persuadée ! Viens, regarde ! </w:t>
      </w:r>
      <w:r w:rsidRPr="00436A56">
        <w:rPr>
          <w:i/>
          <w:iCs/>
          <w:szCs w:val="32"/>
        </w:rPr>
        <w:t xml:space="preserve">(Elle </w:t>
      </w:r>
      <w:r w:rsidRPr="00436A56">
        <w:rPr>
          <w:i/>
          <w:iCs/>
          <w:szCs w:val="32"/>
          <w:lang w:val="en-US"/>
        </w:rPr>
        <w:t>l’</w:t>
      </w:r>
      <w:r w:rsidRPr="00436A56">
        <w:rPr>
          <w:i/>
          <w:iCs/>
          <w:szCs w:val="32"/>
        </w:rPr>
        <w:t xml:space="preserve">envoie vers le rideau, en prend le bord et fait glisser brusquement les anneaux le long de la tringle. La statue apparaît sur le chevalet, inachevée.) </w:t>
      </w:r>
      <w:r w:rsidRPr="00436A56">
        <w:rPr>
          <w:szCs w:val="32"/>
        </w:rPr>
        <w:t xml:space="preserve">Regarde, regarde-la bien. Regarde ses yeux, et maintenant regarde mes yeux à moi. Tu le vois, ce sont les miens là-bas comme tu es en train de me les voir, des yeux de folle et ils sont ainsi parce que ce sont eux qui me les ont rendus ainsi, eux deux… </w:t>
      </w:r>
      <w:r w:rsidRPr="00436A56">
        <w:rPr>
          <w:i/>
          <w:iCs/>
          <w:szCs w:val="32"/>
        </w:rPr>
        <w:t xml:space="preserve">(Elle montre </w:t>
      </w:r>
      <w:proofErr w:type="spellStart"/>
      <w:r w:rsidRPr="00436A56">
        <w:rPr>
          <w:i/>
          <w:iCs/>
          <w:szCs w:val="32"/>
        </w:rPr>
        <w:t>Sirio</w:t>
      </w:r>
      <w:proofErr w:type="spellEnd"/>
      <w:r w:rsidRPr="00436A56">
        <w:rPr>
          <w:i/>
          <w:iCs/>
          <w:szCs w:val="32"/>
        </w:rPr>
        <w:t xml:space="preserve"> et Sara.) </w:t>
      </w:r>
      <w:r w:rsidRPr="00436A56">
        <w:rPr>
          <w:szCs w:val="32"/>
        </w:rPr>
        <w:t xml:space="preserve">Trouves-tu qu’il y ait de l’amour dans ces </w:t>
      </w:r>
      <w:proofErr w:type="spellStart"/>
      <w:r w:rsidRPr="00436A56">
        <w:rPr>
          <w:szCs w:val="32"/>
        </w:rPr>
        <w:t>yeux-là</w:t>
      </w:r>
      <w:proofErr w:type="spellEnd"/>
      <w:r w:rsidRPr="00436A56">
        <w:rPr>
          <w:szCs w:val="32"/>
        </w:rPr>
        <w:t> ?</w:t>
      </w:r>
    </w:p>
    <w:p w14:paraId="05DA942C" w14:textId="77777777" w:rsidR="00436A56" w:rsidRPr="00436A56" w:rsidRDefault="00436A56" w:rsidP="00436A56">
      <w:proofErr w:type="spellStart"/>
      <w:r w:rsidRPr="00436A56">
        <w:rPr>
          <w:szCs w:val="32"/>
        </w:rPr>
        <w:t>JONELLA</w:t>
      </w:r>
      <w:proofErr w:type="spellEnd"/>
      <w:r w:rsidRPr="00436A56">
        <w:rPr>
          <w:szCs w:val="32"/>
        </w:rPr>
        <w:t>. – Ils ont l’air de deux yeux de chatte.</w:t>
      </w:r>
    </w:p>
    <w:p w14:paraId="2D7309C4" w14:textId="77777777" w:rsidR="00436A56" w:rsidRPr="00436A56" w:rsidRDefault="00436A56" w:rsidP="00436A56">
      <w:proofErr w:type="spellStart"/>
      <w:r w:rsidRPr="00436A56">
        <w:rPr>
          <w:szCs w:val="32"/>
        </w:rPr>
        <w:lastRenderedPageBreak/>
        <w:t>GUI</w:t>
      </w:r>
      <w:r w:rsidRPr="00436A56">
        <w:t>NCANO</w:t>
      </w:r>
      <w:proofErr w:type="spellEnd"/>
      <w:r w:rsidRPr="00436A56">
        <w:t xml:space="preserve">. </w:t>
      </w:r>
      <w:r w:rsidRPr="00436A56">
        <w:rPr>
          <w:szCs w:val="32"/>
        </w:rPr>
        <w:t>– D’une chatte fouettée.</w:t>
      </w:r>
    </w:p>
    <w:p w14:paraId="314A7D5E" w14:textId="77777777" w:rsidR="00436A56" w:rsidRPr="00436A56" w:rsidRDefault="00436A56" w:rsidP="00436A56">
      <w:proofErr w:type="spellStart"/>
      <w:r w:rsidRPr="00436A56">
        <w:rPr>
          <w:szCs w:val="32"/>
        </w:rPr>
        <w:t>TUDA</w:t>
      </w:r>
      <w:proofErr w:type="spellEnd"/>
      <w:r w:rsidRPr="00436A56">
        <w:rPr>
          <w:szCs w:val="32"/>
        </w:rPr>
        <w:t xml:space="preserve">. – Il y a de la haine à cause du supplice auquel ils m’ont condamnée. Elle ne les avait pas </w:t>
      </w:r>
      <w:r w:rsidRPr="00436A56">
        <w:rPr>
          <w:i/>
          <w:iCs/>
          <w:szCs w:val="32"/>
        </w:rPr>
        <w:t xml:space="preserve">(elle montre la statue) </w:t>
      </w:r>
      <w:r w:rsidRPr="00436A56">
        <w:rPr>
          <w:szCs w:val="32"/>
        </w:rPr>
        <w:t xml:space="preserve">autrefois, ces yeux, ils étaient différents. Il me les a pris pour les lui donner. Et cette main là-bas sur la hanche, tu la vois ? Elle était ouverte avant, cette main ! Tu la vois maintenant, fermée, serrée, un poing. Ce sont eux qui me l’ont fermée, serrée, pour résister à leur supplice, et la statue, tu vois, elle l’avait ouverte cette main, elle a dû la fermer, je la lui ai vu fermer ! Elle n’a pu faire autrement. Ce n’est plus celle qu’il voulait faire. C’est moi qui suis là maintenant, </w:t>
      </w:r>
      <w:proofErr w:type="spellStart"/>
      <w:r w:rsidRPr="00436A56">
        <w:rPr>
          <w:szCs w:val="32"/>
        </w:rPr>
        <w:t>Joné</w:t>
      </w:r>
      <w:proofErr w:type="spellEnd"/>
      <w:r w:rsidRPr="00436A56">
        <w:rPr>
          <w:szCs w:val="32"/>
        </w:rPr>
        <w:t>, tu comprends, moi, ce ne peut être toi, ni personne, c’est moi ! va-t’en.</w:t>
      </w:r>
    </w:p>
    <w:p w14:paraId="11B85ED6" w14:textId="77777777" w:rsidR="00436A56" w:rsidRPr="00436A56" w:rsidRDefault="00436A56" w:rsidP="00436A56">
      <w:proofErr w:type="spellStart"/>
      <w:r w:rsidRPr="00436A56">
        <w:rPr>
          <w:szCs w:val="32"/>
        </w:rPr>
        <w:t>SIRIO</w:t>
      </w:r>
      <w:proofErr w:type="spellEnd"/>
      <w:r w:rsidRPr="00436A56">
        <w:rPr>
          <w:szCs w:val="32"/>
        </w:rPr>
        <w:t>. – Oui, oui, va-t’en. Assez.</w:t>
      </w:r>
    </w:p>
    <w:p w14:paraId="691AE97E" w14:textId="77777777" w:rsidR="00436A56" w:rsidRPr="00436A56" w:rsidRDefault="00436A56" w:rsidP="00436A56">
      <w:proofErr w:type="spellStart"/>
      <w:r w:rsidRPr="00436A56">
        <w:rPr>
          <w:szCs w:val="32"/>
        </w:rPr>
        <w:t>JONELLA</w:t>
      </w:r>
      <w:proofErr w:type="spellEnd"/>
      <w:r w:rsidRPr="00436A56">
        <w:rPr>
          <w:szCs w:val="32"/>
        </w:rPr>
        <w:t>. – Pour moi, j’étais venue…</w:t>
      </w:r>
    </w:p>
    <w:p w14:paraId="487C77FD" w14:textId="77777777" w:rsidR="00436A56" w:rsidRPr="00436A56" w:rsidRDefault="00436A56" w:rsidP="00436A56">
      <w:r w:rsidRPr="00436A56">
        <w:rPr>
          <w:szCs w:val="32"/>
        </w:rPr>
        <w:t>SARA. – Parce que je t’avais appelée.</w:t>
      </w:r>
    </w:p>
    <w:p w14:paraId="6A14105B"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brusque. </w:t>
      </w:r>
      <w:r w:rsidRPr="00436A56">
        <w:rPr>
          <w:szCs w:val="32"/>
        </w:rPr>
        <w:t>– Et elle s’en va.</w:t>
      </w:r>
    </w:p>
    <w:p w14:paraId="1EC45F08" w14:textId="77777777" w:rsidR="00436A56" w:rsidRPr="00436A56" w:rsidRDefault="00436A56" w:rsidP="00436A56">
      <w:proofErr w:type="spellStart"/>
      <w:r w:rsidRPr="00436A56">
        <w:rPr>
          <w:szCs w:val="32"/>
        </w:rPr>
        <w:t>JONELLA</w:t>
      </w:r>
      <w:proofErr w:type="spellEnd"/>
      <w:r w:rsidRPr="00436A56">
        <w:rPr>
          <w:szCs w:val="32"/>
        </w:rPr>
        <w:t>. – Tu me paieras au moins mon dérangement.</w:t>
      </w:r>
    </w:p>
    <w:p w14:paraId="6E7E85ED" w14:textId="77777777" w:rsidR="00436A56" w:rsidRPr="00436A56" w:rsidRDefault="00436A56" w:rsidP="00436A56">
      <w:proofErr w:type="spellStart"/>
      <w:r w:rsidRPr="00436A56">
        <w:rPr>
          <w:szCs w:val="32"/>
        </w:rPr>
        <w:t>SIRIO</w:t>
      </w:r>
      <w:proofErr w:type="spellEnd"/>
      <w:r w:rsidRPr="00436A56">
        <w:rPr>
          <w:szCs w:val="32"/>
        </w:rPr>
        <w:t>. – Mais oui, bien sûr. Maintenant, va-t’en.</w:t>
      </w:r>
    </w:p>
    <w:p w14:paraId="06E4D501" w14:textId="77777777" w:rsidR="00436A56" w:rsidRPr="00436A56" w:rsidRDefault="00436A56" w:rsidP="00436A56">
      <w:proofErr w:type="spellStart"/>
      <w:r w:rsidRPr="00436A56">
        <w:rPr>
          <w:szCs w:val="32"/>
        </w:rPr>
        <w:t>JONELLA</w:t>
      </w:r>
      <w:proofErr w:type="spellEnd"/>
      <w:r w:rsidRPr="00436A56">
        <w:rPr>
          <w:szCs w:val="32"/>
        </w:rPr>
        <w:t>. – Au revoir, madame. Au revoir.</w:t>
      </w:r>
    </w:p>
    <w:p w14:paraId="13CC3D3D" w14:textId="77777777" w:rsidR="00436A56" w:rsidRPr="00436A56" w:rsidRDefault="00436A56" w:rsidP="00436A56">
      <w:pPr>
        <w:jc w:val="right"/>
      </w:pPr>
      <w:r w:rsidRPr="00436A56">
        <w:rPr>
          <w:i/>
          <w:iCs/>
          <w:szCs w:val="32"/>
        </w:rPr>
        <w:t>Elle se dirige vers la porte.</w:t>
      </w:r>
    </w:p>
    <w:p w14:paraId="1D5617A4" w14:textId="77777777" w:rsidR="00436A56" w:rsidRPr="00436A56" w:rsidRDefault="00436A56" w:rsidP="00436A56">
      <w:proofErr w:type="spellStart"/>
      <w:r w:rsidRPr="00436A56">
        <w:rPr>
          <w:szCs w:val="32"/>
        </w:rPr>
        <w:t>TUDA</w:t>
      </w:r>
      <w:proofErr w:type="spellEnd"/>
      <w:r w:rsidRPr="00436A56">
        <w:rPr>
          <w:szCs w:val="32"/>
        </w:rPr>
        <w:t xml:space="preserve">. – Non. Attends-moi. Je viens aussi. Je veux seulement dire à madame… </w:t>
      </w:r>
      <w:r w:rsidRPr="00436A56">
        <w:rPr>
          <w:i/>
          <w:iCs/>
          <w:szCs w:val="32"/>
        </w:rPr>
        <w:t>(</w:t>
      </w:r>
      <w:proofErr w:type="spellStart"/>
      <w:r w:rsidRPr="00436A56">
        <w:rPr>
          <w:i/>
          <w:iCs/>
          <w:szCs w:val="32"/>
        </w:rPr>
        <w:t>Jonella</w:t>
      </w:r>
      <w:proofErr w:type="spellEnd"/>
      <w:r w:rsidRPr="00436A56">
        <w:rPr>
          <w:i/>
          <w:iCs/>
          <w:szCs w:val="32"/>
        </w:rPr>
        <w:t xml:space="preserve"> hausse les épaules et s’en va) </w:t>
      </w:r>
      <w:r w:rsidRPr="00436A56">
        <w:rPr>
          <w:szCs w:val="32"/>
        </w:rPr>
        <w:t>que le droit de faire ce que j’ai fait, vous savez qui me l’a donné ? Lui.</w:t>
      </w:r>
    </w:p>
    <w:p w14:paraId="0AD5B730" w14:textId="77777777" w:rsidR="00436A56" w:rsidRPr="00436A56" w:rsidRDefault="00436A56" w:rsidP="00436A56">
      <w:proofErr w:type="spellStart"/>
      <w:r w:rsidRPr="00436A56">
        <w:rPr>
          <w:szCs w:val="32"/>
        </w:rPr>
        <w:t>SIRIO</w:t>
      </w:r>
      <w:proofErr w:type="spellEnd"/>
      <w:r w:rsidRPr="00436A56">
        <w:rPr>
          <w:szCs w:val="32"/>
        </w:rPr>
        <w:t>. – Moi ?</w:t>
      </w:r>
    </w:p>
    <w:p w14:paraId="43E1604A" w14:textId="77777777" w:rsidR="00436A56" w:rsidRPr="00436A56" w:rsidRDefault="00436A56" w:rsidP="00436A56">
      <w:proofErr w:type="spellStart"/>
      <w:r w:rsidRPr="00436A56">
        <w:rPr>
          <w:szCs w:val="32"/>
        </w:rPr>
        <w:lastRenderedPageBreak/>
        <w:t>TUDA</w:t>
      </w:r>
      <w:proofErr w:type="spellEnd"/>
      <w:r w:rsidRPr="00436A56">
        <w:rPr>
          <w:szCs w:val="32"/>
        </w:rPr>
        <w:t>. – Toi, toi, oui, profitant de ce que j’ai souffert ici avec tout mon corps, sous ses yeux, et à cause d’elle.</w:t>
      </w:r>
    </w:p>
    <w:p w14:paraId="3837C509" w14:textId="77777777" w:rsidR="00436A56" w:rsidRPr="00436A56" w:rsidRDefault="00436A56" w:rsidP="00436A56">
      <w:pPr>
        <w:jc w:val="right"/>
      </w:pPr>
      <w:r w:rsidRPr="00436A56">
        <w:rPr>
          <w:i/>
          <w:iCs/>
          <w:szCs w:val="32"/>
        </w:rPr>
        <w:t>Elle désigne Sara.</w:t>
      </w:r>
    </w:p>
    <w:p w14:paraId="4E8EAF0E" w14:textId="77777777" w:rsidR="00436A56" w:rsidRPr="00436A56" w:rsidRDefault="00436A56" w:rsidP="00436A56">
      <w:r w:rsidRPr="00436A56">
        <w:rPr>
          <w:szCs w:val="32"/>
        </w:rPr>
        <w:t>SARA. – De moi ?</w:t>
      </w:r>
    </w:p>
    <w:p w14:paraId="52DE7C2F" w14:textId="77777777" w:rsidR="00436A56" w:rsidRPr="00436A56" w:rsidRDefault="00436A56" w:rsidP="00436A56">
      <w:proofErr w:type="spellStart"/>
      <w:r w:rsidRPr="00436A56">
        <w:rPr>
          <w:szCs w:val="32"/>
        </w:rPr>
        <w:t>TUDA</w:t>
      </w:r>
      <w:proofErr w:type="spellEnd"/>
      <w:r w:rsidRPr="00436A56">
        <w:rPr>
          <w:szCs w:val="32"/>
        </w:rPr>
        <w:t>. – De vous, oui, de vous qui l’avez fait exprès.</w:t>
      </w:r>
    </w:p>
    <w:p w14:paraId="3C4EF795" w14:textId="77777777" w:rsidR="00436A56" w:rsidRPr="00436A56" w:rsidRDefault="00436A56" w:rsidP="00436A56">
      <w:r w:rsidRPr="00436A56">
        <w:rPr>
          <w:szCs w:val="32"/>
        </w:rPr>
        <w:t>SARA. – Mais non, ma chère.</w:t>
      </w:r>
    </w:p>
    <w:p w14:paraId="3C7CE72C" w14:textId="77777777" w:rsidR="00436A56" w:rsidRPr="00436A56" w:rsidRDefault="00436A56" w:rsidP="00436A56">
      <w:proofErr w:type="spellStart"/>
      <w:r w:rsidRPr="00436A56">
        <w:rPr>
          <w:szCs w:val="32"/>
        </w:rPr>
        <w:t>GUINCANO</w:t>
      </w:r>
      <w:proofErr w:type="spellEnd"/>
      <w:r w:rsidRPr="00436A56">
        <w:rPr>
          <w:szCs w:val="32"/>
        </w:rPr>
        <w:t>. – Ne le niez pas. Puisque vous me l’avez avoué.</w:t>
      </w:r>
    </w:p>
    <w:p w14:paraId="1EBD46DF" w14:textId="77777777" w:rsidR="00436A56" w:rsidRPr="00436A56" w:rsidRDefault="00436A56" w:rsidP="00436A56">
      <w:proofErr w:type="spellStart"/>
      <w:r w:rsidRPr="00436A56">
        <w:rPr>
          <w:szCs w:val="32"/>
        </w:rPr>
        <w:t>TUDA</w:t>
      </w:r>
      <w:proofErr w:type="spellEnd"/>
      <w:r w:rsidRPr="00436A56">
        <w:rPr>
          <w:szCs w:val="32"/>
        </w:rPr>
        <w:t>. – Et lui, il l’a bien compris que vous le faisiez exprès, il en a profité.</w:t>
      </w:r>
    </w:p>
    <w:p w14:paraId="5E54A237" w14:textId="77777777" w:rsidR="00436A56" w:rsidRPr="00436A56" w:rsidRDefault="00436A56" w:rsidP="00436A56">
      <w:r w:rsidRPr="00436A56">
        <w:rPr>
          <w:szCs w:val="32"/>
        </w:rPr>
        <w:t>SARA. – Ah, ça oui ! et de moi aussi, il a profité.</w:t>
      </w:r>
    </w:p>
    <w:p w14:paraId="6FE00393" w14:textId="77777777" w:rsidR="00436A56" w:rsidRPr="00436A56" w:rsidRDefault="00436A56" w:rsidP="00436A56">
      <w:proofErr w:type="spellStart"/>
      <w:r w:rsidRPr="00436A56">
        <w:rPr>
          <w:szCs w:val="32"/>
        </w:rPr>
        <w:t>TUDA</w:t>
      </w:r>
      <w:proofErr w:type="spellEnd"/>
      <w:r w:rsidRPr="00436A56">
        <w:rPr>
          <w:szCs w:val="32"/>
        </w:rPr>
        <w:t>. – Parce qu’il ne vous aimait plus.</w:t>
      </w:r>
    </w:p>
    <w:p w14:paraId="7FF6184F" w14:textId="77777777" w:rsidR="00436A56" w:rsidRPr="00436A56" w:rsidRDefault="00436A56" w:rsidP="00436A56">
      <w:r w:rsidRPr="00436A56">
        <w:rPr>
          <w:szCs w:val="32"/>
        </w:rPr>
        <w:t>SARA. – Mais je le sais ! Et il lui a semblé commode de montrer à tous qu’il continuait ses rapports avec moi pour que personne ne puisse croire qu’il vous avait épousée sérieusement.</w:t>
      </w:r>
    </w:p>
    <w:p w14:paraId="1F0F7CEC" w14:textId="77777777" w:rsidR="00436A56" w:rsidRPr="00436A56" w:rsidRDefault="00436A56" w:rsidP="00436A56">
      <w:proofErr w:type="spellStart"/>
      <w:r w:rsidRPr="00436A56">
        <w:rPr>
          <w:szCs w:val="32"/>
        </w:rPr>
        <w:t>TUDA</w:t>
      </w:r>
      <w:proofErr w:type="spellEnd"/>
      <w:r w:rsidRPr="00436A56">
        <w:rPr>
          <w:szCs w:val="32"/>
        </w:rPr>
        <w:t>. – Vous avez compris cela. Et vous vous êtes prêtée à ce jeu ? Vous entendez, maître ? Et alors, ce fut vraiment par méchanceté contre moi ? Non par jalousie ?</w:t>
      </w:r>
    </w:p>
    <w:p w14:paraId="303824B4" w14:textId="77777777" w:rsidR="00436A56" w:rsidRPr="00436A56" w:rsidRDefault="00436A56" w:rsidP="00436A56">
      <w:r w:rsidRPr="00436A56">
        <w:rPr>
          <w:szCs w:val="32"/>
        </w:rPr>
        <w:t>SARA. – Mais quelle jalousie ? de vous ?</w:t>
      </w:r>
    </w:p>
    <w:p w14:paraId="74E4E55B" w14:textId="77777777" w:rsidR="00436A56" w:rsidRPr="00436A56" w:rsidRDefault="00436A56" w:rsidP="00436A56">
      <w:proofErr w:type="spellStart"/>
      <w:r w:rsidRPr="00436A56">
        <w:rPr>
          <w:szCs w:val="32"/>
        </w:rPr>
        <w:t>TUDA</w:t>
      </w:r>
      <w:proofErr w:type="spellEnd"/>
      <w:r w:rsidRPr="00436A56">
        <w:rPr>
          <w:szCs w:val="32"/>
        </w:rPr>
        <w:t>. – C’est vrai, de si peu de chose ! Mais vous me dites que vous existiez pour lui plus que moi alors que j’étais toute nue devant ses yeux.</w:t>
      </w:r>
    </w:p>
    <w:p w14:paraId="0C3FB758" w14:textId="77777777" w:rsidR="00436A56" w:rsidRPr="00436A56" w:rsidRDefault="00436A56" w:rsidP="00436A56">
      <w:r w:rsidRPr="00436A56">
        <w:rPr>
          <w:szCs w:val="32"/>
        </w:rPr>
        <w:t>SARA. – Une chose si admirable que, pour ne pas laisser croire qu’elle lui appartenait, il a préféré, comme je vous le dis ; profiter de moi.</w:t>
      </w:r>
    </w:p>
    <w:p w14:paraId="03695203" w14:textId="77777777" w:rsidR="00436A56" w:rsidRPr="00436A56" w:rsidRDefault="00436A56" w:rsidP="00436A56">
      <w:proofErr w:type="spellStart"/>
      <w:r w:rsidRPr="00436A56">
        <w:rPr>
          <w:szCs w:val="32"/>
        </w:rPr>
        <w:lastRenderedPageBreak/>
        <w:t>TUDA</w:t>
      </w:r>
      <w:proofErr w:type="spellEnd"/>
      <w:r w:rsidRPr="00436A56">
        <w:rPr>
          <w:szCs w:val="32"/>
        </w:rPr>
        <w:t xml:space="preserve">, </w:t>
      </w:r>
      <w:r w:rsidRPr="00436A56">
        <w:rPr>
          <w:i/>
          <w:iCs/>
          <w:szCs w:val="32"/>
        </w:rPr>
        <w:t xml:space="preserve">avec élan, lumineuse. </w:t>
      </w:r>
      <w:r w:rsidRPr="00436A56">
        <w:rPr>
          <w:szCs w:val="32"/>
        </w:rPr>
        <w:t xml:space="preserve">– Non, madame, non ! ce n’est pas de cela qu’il a profité. Ne le croyez pas ! Il a profité de vous comme de moi pour sa statue, profité de ce que vous m’avez fait souffrir ! Je croyais par jalousie, je sais maintenant que c’était par méchanceté, parce que cela lui servait pour sa statue. </w:t>
      </w:r>
      <w:r w:rsidRPr="00436A56">
        <w:rPr>
          <w:i/>
          <w:iCs/>
          <w:szCs w:val="32"/>
        </w:rPr>
        <w:t xml:space="preserve">(En apercevant </w:t>
      </w:r>
      <w:proofErr w:type="spellStart"/>
      <w:r w:rsidRPr="00436A56">
        <w:rPr>
          <w:i/>
          <w:iCs/>
          <w:szCs w:val="32"/>
        </w:rPr>
        <w:t>Sirio</w:t>
      </w:r>
      <w:proofErr w:type="spellEnd"/>
      <w:r w:rsidRPr="00436A56">
        <w:rPr>
          <w:i/>
          <w:iCs/>
          <w:szCs w:val="32"/>
        </w:rPr>
        <w:t xml:space="preserve"> qui, souriant, fait signe que oui.) </w:t>
      </w:r>
      <w:r w:rsidRPr="00436A56">
        <w:rPr>
          <w:szCs w:val="32"/>
        </w:rPr>
        <w:t>Voilà, voyez ! Il dit que c’est vrai, il sourit et dit que c’est vrai.</w:t>
      </w:r>
    </w:p>
    <w:p w14:paraId="7A7BE28D" w14:textId="77777777" w:rsidR="00436A56" w:rsidRPr="00436A56" w:rsidRDefault="00436A56" w:rsidP="00436A56">
      <w:proofErr w:type="spellStart"/>
      <w:r w:rsidRPr="00436A56">
        <w:rPr>
          <w:szCs w:val="32"/>
        </w:rPr>
        <w:t>GUINCANO</w:t>
      </w:r>
      <w:proofErr w:type="spellEnd"/>
      <w:r w:rsidRPr="00436A56">
        <w:rPr>
          <w:szCs w:val="32"/>
        </w:rPr>
        <w:t>. – Ne ris pas, je te prie. Ne continue pas tes bravades en un moment pareil.</w:t>
      </w:r>
    </w:p>
    <w:p w14:paraId="7DAF3487" w14:textId="77777777" w:rsidR="00436A56" w:rsidRPr="00436A56" w:rsidRDefault="00436A56" w:rsidP="00436A56">
      <w:proofErr w:type="spellStart"/>
      <w:r w:rsidRPr="00436A56">
        <w:rPr>
          <w:szCs w:val="32"/>
        </w:rPr>
        <w:t>SIRIO</w:t>
      </w:r>
      <w:proofErr w:type="spellEnd"/>
      <w:r w:rsidRPr="00436A56">
        <w:rPr>
          <w:szCs w:val="32"/>
        </w:rPr>
        <w:t>. – Quelles bravades ? Je ris parce que je suis enchanté qu’elle ait si admirablement compris.</w:t>
      </w:r>
    </w:p>
    <w:p w14:paraId="457F223E" w14:textId="77777777" w:rsidR="00436A56" w:rsidRPr="00436A56" w:rsidRDefault="00436A56" w:rsidP="00436A56">
      <w:proofErr w:type="spellStart"/>
      <w:r w:rsidRPr="00436A56">
        <w:rPr>
          <w:szCs w:val="32"/>
        </w:rPr>
        <w:t>GUINCANO</w:t>
      </w:r>
      <w:proofErr w:type="spellEnd"/>
      <w:r w:rsidRPr="00436A56">
        <w:rPr>
          <w:szCs w:val="32"/>
        </w:rPr>
        <w:t>. – Qu’elle ait si bien compris à quelle torture tu l’as mise.</w:t>
      </w:r>
    </w:p>
    <w:p w14:paraId="39518076" w14:textId="77777777" w:rsidR="00436A56" w:rsidRPr="00436A56" w:rsidRDefault="00436A56" w:rsidP="00436A56">
      <w:proofErr w:type="spellStart"/>
      <w:r w:rsidRPr="00436A56">
        <w:rPr>
          <w:szCs w:val="32"/>
        </w:rPr>
        <w:t>SIRIO</w:t>
      </w:r>
      <w:proofErr w:type="spellEnd"/>
      <w:r w:rsidRPr="00436A56">
        <w:rPr>
          <w:szCs w:val="32"/>
        </w:rPr>
        <w:t>. – Mais non : elle a compris que je n’étais pas là comme un idiot, dans la position ridicule de l’homme entre deux femmes.</w:t>
      </w:r>
    </w:p>
    <w:p w14:paraId="06BA03D7" w14:textId="77777777" w:rsidR="00436A56" w:rsidRPr="00436A56" w:rsidRDefault="00436A56" w:rsidP="00436A56">
      <w:pPr>
        <w:jc w:val="right"/>
      </w:pPr>
      <w:r w:rsidRPr="00436A56">
        <w:rPr>
          <w:i/>
          <w:iCs/>
          <w:szCs w:val="32"/>
        </w:rPr>
        <w:t>Il rit de nouveau.</w:t>
      </w:r>
    </w:p>
    <w:p w14:paraId="293201D5"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vite à </w:t>
      </w:r>
      <w:proofErr w:type="spellStart"/>
      <w:r w:rsidRPr="00436A56">
        <w:rPr>
          <w:i/>
          <w:iCs/>
          <w:szCs w:val="32"/>
        </w:rPr>
        <w:t>Guincano</w:t>
      </w:r>
      <w:proofErr w:type="spellEnd"/>
      <w:r w:rsidRPr="00436A56">
        <w:rPr>
          <w:i/>
          <w:iCs/>
          <w:szCs w:val="32"/>
        </w:rPr>
        <w:t xml:space="preserve">. </w:t>
      </w:r>
      <w:r w:rsidRPr="00436A56">
        <w:rPr>
          <w:szCs w:val="32"/>
        </w:rPr>
        <w:t xml:space="preserve">– Laissez-le donc rire. J’aime bien qu’il </w:t>
      </w:r>
      <w:proofErr w:type="spellStart"/>
      <w:r w:rsidRPr="00436A56">
        <w:rPr>
          <w:szCs w:val="32"/>
        </w:rPr>
        <w:t>rie</w:t>
      </w:r>
      <w:proofErr w:type="spellEnd"/>
      <w:r w:rsidRPr="00436A56">
        <w:rPr>
          <w:szCs w:val="32"/>
        </w:rPr>
        <w:t xml:space="preserve"> et qu’il avoue de cette façon qu’il a profité de ma torture. Je l’avais compris tout de suite, vous savez, parce que quand j’étais là-haut </w:t>
      </w:r>
      <w:r w:rsidRPr="00436A56">
        <w:rPr>
          <w:i/>
          <w:iCs/>
          <w:szCs w:val="32"/>
        </w:rPr>
        <w:t xml:space="preserve">(elle désigne le socle) </w:t>
      </w:r>
      <w:r w:rsidRPr="00436A56">
        <w:rPr>
          <w:szCs w:val="32"/>
        </w:rPr>
        <w:t>il aurait dû me crier : « mais ne fais donc pas ces yeux ! ouvre cette main ! Il ne me l’a jamais crié. Serrer le poing et avoir ces yeux !</w:t>
      </w:r>
    </w:p>
    <w:p w14:paraId="7E7D2117" w14:textId="77777777" w:rsidR="00436A56" w:rsidRPr="00436A56" w:rsidRDefault="00436A56" w:rsidP="00436A56">
      <w:proofErr w:type="spellStart"/>
      <w:r w:rsidRPr="00436A56">
        <w:rPr>
          <w:szCs w:val="32"/>
        </w:rPr>
        <w:t>TUDA</w:t>
      </w:r>
      <w:proofErr w:type="spellEnd"/>
      <w:r w:rsidRPr="00436A56">
        <w:rPr>
          <w:szCs w:val="32"/>
        </w:rPr>
        <w:t xml:space="preserve">. – Et c’est d’elle voyez-vous que je suis allée me venger avec cet idiot là-bas. </w:t>
      </w:r>
      <w:r w:rsidRPr="00436A56">
        <w:rPr>
          <w:i/>
          <w:iCs/>
          <w:szCs w:val="32"/>
        </w:rPr>
        <w:t xml:space="preserve">(À </w:t>
      </w:r>
      <w:proofErr w:type="spellStart"/>
      <w:r w:rsidRPr="00436A56">
        <w:rPr>
          <w:i/>
          <w:iCs/>
          <w:szCs w:val="32"/>
        </w:rPr>
        <w:t>Sirio</w:t>
      </w:r>
      <w:proofErr w:type="spellEnd"/>
      <w:r w:rsidRPr="00436A56">
        <w:rPr>
          <w:i/>
          <w:iCs/>
          <w:szCs w:val="32"/>
        </w:rPr>
        <w:t xml:space="preserve">.) </w:t>
      </w:r>
      <w:r w:rsidRPr="00436A56">
        <w:rPr>
          <w:szCs w:val="32"/>
        </w:rPr>
        <w:t xml:space="preserve">Parce que toi qui, en moi, </w:t>
      </w:r>
      <w:proofErr w:type="gramStart"/>
      <w:r w:rsidRPr="00436A56">
        <w:rPr>
          <w:szCs w:val="32"/>
        </w:rPr>
        <w:t>t’étais</w:t>
      </w:r>
      <w:proofErr w:type="gramEnd"/>
      <w:r w:rsidRPr="00436A56">
        <w:rPr>
          <w:szCs w:val="32"/>
        </w:rPr>
        <w:t xml:space="preserve"> acheté le modèle, tu devais te servir du modèle pour faire ta statue d’après lui, et non pas de moi, qui souffrais pour transformer ta statue. Vous le savez, cher maître, ce que j’ai fait ?</w:t>
      </w:r>
    </w:p>
    <w:p w14:paraId="216B71F5" w14:textId="77777777" w:rsidR="00436A56" w:rsidRPr="00436A56" w:rsidRDefault="00436A56" w:rsidP="00436A56">
      <w:proofErr w:type="spellStart"/>
      <w:r w:rsidRPr="00436A56">
        <w:rPr>
          <w:szCs w:val="32"/>
        </w:rPr>
        <w:lastRenderedPageBreak/>
        <w:t>GUINCANO</w:t>
      </w:r>
      <w:proofErr w:type="spellEnd"/>
      <w:r w:rsidRPr="00436A56">
        <w:rPr>
          <w:szCs w:val="32"/>
        </w:rPr>
        <w:t>. – Je le sais.</w:t>
      </w:r>
    </w:p>
    <w:p w14:paraId="31FF8E8F" w14:textId="77777777" w:rsidR="00436A56" w:rsidRPr="00436A56" w:rsidRDefault="00436A56" w:rsidP="00436A56">
      <w:proofErr w:type="spellStart"/>
      <w:r w:rsidRPr="00436A56">
        <w:rPr>
          <w:szCs w:val="32"/>
        </w:rPr>
        <w:t>TUDA</w:t>
      </w:r>
      <w:proofErr w:type="spellEnd"/>
      <w:r w:rsidRPr="00436A56">
        <w:rPr>
          <w:szCs w:val="32"/>
        </w:rPr>
        <w:t xml:space="preserve">. – C’est pour cela que je l’ai fait. Vous le comprenez ? </w:t>
      </w:r>
      <w:r w:rsidRPr="00436A56">
        <w:rPr>
          <w:i/>
          <w:iCs/>
          <w:szCs w:val="32"/>
        </w:rPr>
        <w:t xml:space="preserve">(Se tournant vers </w:t>
      </w:r>
      <w:proofErr w:type="spellStart"/>
      <w:r w:rsidRPr="00436A56">
        <w:rPr>
          <w:i/>
          <w:iCs/>
          <w:szCs w:val="32"/>
        </w:rPr>
        <w:t>Sirio</w:t>
      </w:r>
      <w:proofErr w:type="spellEnd"/>
      <w:r w:rsidRPr="00436A56">
        <w:rPr>
          <w:i/>
          <w:iCs/>
          <w:szCs w:val="32"/>
        </w:rPr>
        <w:t xml:space="preserve">.) </w:t>
      </w:r>
      <w:r w:rsidRPr="00436A56">
        <w:rPr>
          <w:szCs w:val="32"/>
        </w:rPr>
        <w:t>Et sur cette joue que tu lui as tailladée à cet idiot, j’avais d’abord appliqué un bon soufflet parce qu’il ne voulait pas comprendre que je n’allais chez lui que pour servir de modèle.</w:t>
      </w:r>
    </w:p>
    <w:p w14:paraId="340CD386" w14:textId="77777777" w:rsidR="00436A56" w:rsidRPr="00436A56" w:rsidRDefault="00436A56" w:rsidP="00436A56">
      <w:proofErr w:type="spellStart"/>
      <w:r w:rsidRPr="00436A56">
        <w:rPr>
          <w:szCs w:val="32"/>
        </w:rPr>
        <w:t>GUINCANO</w:t>
      </w:r>
      <w:proofErr w:type="spellEnd"/>
      <w:r w:rsidRPr="00436A56">
        <w:rPr>
          <w:szCs w:val="32"/>
        </w:rPr>
        <w:t xml:space="preserve">. – Mais l’artiste, ma petite, croit qu’il a le droit de profiter de tout. </w:t>
      </w:r>
      <w:r w:rsidRPr="00436A56">
        <w:rPr>
          <w:i/>
          <w:iCs/>
          <w:szCs w:val="32"/>
        </w:rPr>
        <w:t xml:space="preserve">(Se tournant sombre et fier vers </w:t>
      </w:r>
      <w:proofErr w:type="spellStart"/>
      <w:r w:rsidRPr="00436A56">
        <w:rPr>
          <w:i/>
          <w:iCs/>
          <w:szCs w:val="32"/>
        </w:rPr>
        <w:t>Sirio</w:t>
      </w:r>
      <w:proofErr w:type="spellEnd"/>
      <w:r w:rsidRPr="00436A56">
        <w:rPr>
          <w:i/>
          <w:iCs/>
          <w:szCs w:val="32"/>
        </w:rPr>
        <w:t xml:space="preserve">.) </w:t>
      </w:r>
      <w:r w:rsidRPr="00436A56">
        <w:rPr>
          <w:szCs w:val="32"/>
        </w:rPr>
        <w:t>Non pas à mes yeux. Parce que la vie je l’ai vengée sur mon art ! Ce droit-là, moi je ne l’admets pas.</w:t>
      </w:r>
    </w:p>
    <w:p w14:paraId="6B1B91C5" w14:textId="77777777" w:rsidR="00436A56" w:rsidRPr="00436A56" w:rsidRDefault="00436A56" w:rsidP="00436A56">
      <w:proofErr w:type="spellStart"/>
      <w:r w:rsidRPr="00436A56">
        <w:rPr>
          <w:szCs w:val="32"/>
        </w:rPr>
        <w:t>SIRIO</w:t>
      </w:r>
      <w:proofErr w:type="spellEnd"/>
      <w:r w:rsidRPr="00436A56">
        <w:rPr>
          <w:szCs w:val="32"/>
        </w:rPr>
        <w:t>. – Tu ne l’admets pas ? Et puis après ?</w:t>
      </w:r>
    </w:p>
    <w:p w14:paraId="1BB42775" w14:textId="77777777" w:rsidR="00436A56" w:rsidRPr="00436A56" w:rsidRDefault="00436A56" w:rsidP="00436A56">
      <w:proofErr w:type="spellStart"/>
      <w:r w:rsidRPr="00436A56">
        <w:rPr>
          <w:szCs w:val="32"/>
        </w:rPr>
        <w:t>GUINCANO</w:t>
      </w:r>
      <w:proofErr w:type="spellEnd"/>
      <w:r w:rsidRPr="00436A56">
        <w:rPr>
          <w:szCs w:val="32"/>
        </w:rPr>
        <w:t>. – Je ne l’admets pas et je te le refuse d’autant plus qu’il s’agit de la vie des autres.</w:t>
      </w:r>
    </w:p>
    <w:p w14:paraId="695A74C4" w14:textId="77777777" w:rsidR="00436A56" w:rsidRPr="00436A56" w:rsidRDefault="00436A56" w:rsidP="00436A56">
      <w:proofErr w:type="spellStart"/>
      <w:r w:rsidRPr="00436A56">
        <w:rPr>
          <w:szCs w:val="32"/>
        </w:rPr>
        <w:t>SIRI</w:t>
      </w:r>
      <w:r w:rsidRPr="00436A56">
        <w:t>O</w:t>
      </w:r>
      <w:proofErr w:type="spellEnd"/>
      <w:r w:rsidRPr="00436A56">
        <w:t xml:space="preserve">. </w:t>
      </w:r>
      <w:r w:rsidRPr="00436A56">
        <w:rPr>
          <w:szCs w:val="32"/>
        </w:rPr>
        <w:t>– As-tu quelque raison particulière de la défendre ?</w:t>
      </w:r>
    </w:p>
    <w:p w14:paraId="4E3E650F" w14:textId="77777777" w:rsidR="00436A56" w:rsidRPr="00436A56" w:rsidRDefault="00436A56" w:rsidP="00436A56">
      <w:proofErr w:type="spellStart"/>
      <w:r w:rsidRPr="00436A56">
        <w:rPr>
          <w:szCs w:val="32"/>
        </w:rPr>
        <w:t>GUINCANO</w:t>
      </w:r>
      <w:proofErr w:type="spellEnd"/>
      <w:r w:rsidRPr="00436A56">
        <w:rPr>
          <w:szCs w:val="32"/>
        </w:rPr>
        <w:t xml:space="preserve">. – Je l’ai ! Et je te dis : prends garde à toi ! </w:t>
      </w:r>
      <w:r w:rsidRPr="00436A56">
        <w:rPr>
          <w:i/>
          <w:iCs/>
          <w:szCs w:val="32"/>
        </w:rPr>
        <w:t xml:space="preserve">(Montrant </w:t>
      </w:r>
      <w:proofErr w:type="spellStart"/>
      <w:r w:rsidRPr="00436A56">
        <w:rPr>
          <w:i/>
          <w:iCs/>
          <w:szCs w:val="32"/>
        </w:rPr>
        <w:t>Tuda</w:t>
      </w:r>
      <w:proofErr w:type="spellEnd"/>
      <w:r w:rsidRPr="00436A56">
        <w:rPr>
          <w:i/>
          <w:iCs/>
          <w:szCs w:val="32"/>
        </w:rPr>
        <w:t xml:space="preserve">.) </w:t>
      </w:r>
      <w:r w:rsidRPr="00436A56">
        <w:rPr>
          <w:szCs w:val="32"/>
        </w:rPr>
        <w:t xml:space="preserve">Tu le vois ce que tu as fait de la vie, des autres ? </w:t>
      </w:r>
      <w:r w:rsidRPr="00436A56">
        <w:rPr>
          <w:i/>
          <w:iCs/>
          <w:szCs w:val="32"/>
        </w:rPr>
        <w:t xml:space="preserve">(Il prend dans ses deux mains le visage de </w:t>
      </w:r>
      <w:proofErr w:type="spellStart"/>
      <w:r w:rsidRPr="00436A56">
        <w:rPr>
          <w:i/>
          <w:iCs/>
          <w:szCs w:val="32"/>
        </w:rPr>
        <w:t>Tuda</w:t>
      </w:r>
      <w:proofErr w:type="spellEnd"/>
      <w:r w:rsidRPr="00436A56">
        <w:rPr>
          <w:i/>
          <w:iCs/>
          <w:szCs w:val="32"/>
        </w:rPr>
        <w:t xml:space="preserve">.) </w:t>
      </w:r>
      <w:r w:rsidRPr="00436A56">
        <w:rPr>
          <w:szCs w:val="32"/>
        </w:rPr>
        <w:t>Regarde-la.</w:t>
      </w:r>
    </w:p>
    <w:p w14:paraId="4AB7D2D4"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se dégageant avec une joie lucide comme si elle était ravie de son tourment. </w:t>
      </w:r>
      <w:r w:rsidRPr="00436A56">
        <w:rPr>
          <w:szCs w:val="32"/>
        </w:rPr>
        <w:t>– Peu importe, laissez-le rire.</w:t>
      </w:r>
    </w:p>
    <w:p w14:paraId="091FFBD1" w14:textId="77777777" w:rsidR="00436A56" w:rsidRPr="00436A56" w:rsidRDefault="00436A56" w:rsidP="00436A56">
      <w:r w:rsidRPr="00436A56">
        <w:rPr>
          <w:szCs w:val="32"/>
        </w:rPr>
        <w:t>SARA. – Ah ! mais pas de moi : j’en ai assez. Je vous assure que de moi il ne rira plus.</w:t>
      </w:r>
    </w:p>
    <w:p w14:paraId="2B0C2A83" w14:textId="77777777" w:rsidR="00436A56" w:rsidRPr="00436A56" w:rsidRDefault="00436A56" w:rsidP="00436A56">
      <w:pPr>
        <w:jc w:val="right"/>
      </w:pPr>
      <w:r w:rsidRPr="00436A56">
        <w:rPr>
          <w:i/>
          <w:iCs/>
          <w:szCs w:val="32"/>
        </w:rPr>
        <w:t>Elle va sortir.</w:t>
      </w:r>
    </w:p>
    <w:p w14:paraId="0CC7B62A"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la retenant. </w:t>
      </w:r>
      <w:r w:rsidRPr="00436A56">
        <w:rPr>
          <w:szCs w:val="32"/>
        </w:rPr>
        <w:t xml:space="preserve">– Non, pourquoi assez, madame ? Non, non. Vous voudriez après ce que vous m’avez fait souffrir, qu’il n’achève pas sa statue ? Ah non par exemple, il faut </w:t>
      </w:r>
      <w:r w:rsidRPr="00436A56">
        <w:rPr>
          <w:szCs w:val="32"/>
        </w:rPr>
        <w:lastRenderedPageBreak/>
        <w:t>qu’il la finisse. Par conséquent, il faut que vous continuiez à venir ici.</w:t>
      </w:r>
    </w:p>
    <w:p w14:paraId="64A4232D" w14:textId="77777777" w:rsidR="00436A56" w:rsidRPr="00436A56" w:rsidRDefault="00436A56" w:rsidP="00436A56">
      <w:r w:rsidRPr="00436A56">
        <w:rPr>
          <w:szCs w:val="32"/>
        </w:rPr>
        <w:t>SARA. – Mais non. Assez, assez !</w:t>
      </w:r>
    </w:p>
    <w:p w14:paraId="07E65EDA" w14:textId="77777777" w:rsidR="00436A56" w:rsidRPr="00436A56" w:rsidRDefault="00436A56" w:rsidP="00436A56">
      <w:proofErr w:type="spellStart"/>
      <w:r w:rsidRPr="00436A56">
        <w:rPr>
          <w:szCs w:val="32"/>
        </w:rPr>
        <w:t>TUDA</w:t>
      </w:r>
      <w:proofErr w:type="spellEnd"/>
      <w:r w:rsidRPr="00436A56">
        <w:rPr>
          <w:szCs w:val="32"/>
        </w:rPr>
        <w:t xml:space="preserve">. – Mais oui ! Pour qu’elle ait ces </w:t>
      </w:r>
      <w:proofErr w:type="spellStart"/>
      <w:r w:rsidRPr="00436A56">
        <w:rPr>
          <w:szCs w:val="32"/>
        </w:rPr>
        <w:t>yeux-là</w:t>
      </w:r>
      <w:proofErr w:type="spellEnd"/>
      <w:r w:rsidRPr="00436A56">
        <w:rPr>
          <w:szCs w:val="32"/>
        </w:rPr>
        <w:t xml:space="preserve">, la statue, vous comprenez ? S’il veut la terminer comme il l’a commencée, il faut qu’elle ait ces </w:t>
      </w:r>
      <w:proofErr w:type="spellStart"/>
      <w:r w:rsidRPr="00436A56">
        <w:rPr>
          <w:szCs w:val="32"/>
        </w:rPr>
        <w:t>yeux-là</w:t>
      </w:r>
      <w:proofErr w:type="spellEnd"/>
      <w:r w:rsidRPr="00436A56">
        <w:rPr>
          <w:szCs w:val="32"/>
        </w:rPr>
        <w:t> ! Et il faut que vous continuiez à venir ici. Il faut qu’elle les ait ! Je veux être là, moi, avec ces yeux.</w:t>
      </w:r>
    </w:p>
    <w:p w14:paraId="2BD17B15"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à </w:t>
      </w:r>
      <w:proofErr w:type="spellStart"/>
      <w:r w:rsidRPr="00436A56">
        <w:rPr>
          <w:i/>
          <w:iCs/>
          <w:szCs w:val="32"/>
        </w:rPr>
        <w:t>Tuda</w:t>
      </w:r>
      <w:proofErr w:type="spellEnd"/>
      <w:r w:rsidRPr="00436A56">
        <w:rPr>
          <w:i/>
          <w:iCs/>
          <w:szCs w:val="32"/>
        </w:rPr>
        <w:t xml:space="preserve">. </w:t>
      </w:r>
      <w:r w:rsidRPr="00436A56">
        <w:rPr>
          <w:szCs w:val="32"/>
        </w:rPr>
        <w:t>– Et comment, folle, ne comprends-tu pas qu’avec ces yeux, cela signifie, te ronger, te macérer à un tel point que tu ne pourras plus lui servir de modèle.</w:t>
      </w:r>
    </w:p>
    <w:p w14:paraId="1E6B9CB6"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avec désespoir et égarée. </w:t>
      </w:r>
      <w:r w:rsidRPr="00436A56">
        <w:rPr>
          <w:szCs w:val="32"/>
        </w:rPr>
        <w:t xml:space="preserve">– C’est vrai, oui. Mon Dieu, comment faire ? Comment faire ?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 xml:space="preserve">Vous comprenez ? </w:t>
      </w:r>
      <w:r w:rsidRPr="00436A56">
        <w:rPr>
          <w:i/>
          <w:iCs/>
          <w:szCs w:val="32"/>
        </w:rPr>
        <w:t xml:space="preserve">(Elle désigne le socle.) </w:t>
      </w:r>
      <w:r w:rsidRPr="00436A56">
        <w:rPr>
          <w:szCs w:val="32"/>
        </w:rPr>
        <w:t xml:space="preserve">Là avec mon corps, vous savez, et ces yeux qui voyaient ce qu’il faisait de moi, qu’il méprenait tout entière pour sa statue ; être là, vivante, et n’être rien. Est-ce possible ? S’il ne s’était pas aperçu que je souffrais ! Mais il s’en est aperçu, puisqu’il a fait ces </w:t>
      </w:r>
      <w:proofErr w:type="spellStart"/>
      <w:r w:rsidRPr="00436A56">
        <w:rPr>
          <w:szCs w:val="32"/>
        </w:rPr>
        <w:t>yeux-là</w:t>
      </w:r>
      <w:proofErr w:type="spellEnd"/>
      <w:r w:rsidRPr="00436A56">
        <w:rPr>
          <w:szCs w:val="32"/>
        </w:rPr>
        <w:t xml:space="preserve"> à la statue ! Je le sais ; je devais n’être rien pour lui ; mais j’étais de chair, d’une chair qui s’est macérée comme vous voyez ! Qu’est-ce que je dois devenir maintenant ?</w:t>
      </w:r>
    </w:p>
    <w:p w14:paraId="2167C1EB" w14:textId="77777777" w:rsidR="00436A56" w:rsidRPr="00436A56" w:rsidRDefault="00436A56" w:rsidP="00436A56">
      <w:r w:rsidRPr="00436A56">
        <w:rPr>
          <w:i/>
          <w:iCs/>
        </w:rPr>
        <w:t>Elle éclate en sanglots. Dans l’atelier, la nuit vient. Seule, la statue avec la lumière qui tombe de la lucarne apparaît distinctement. Les quatre personnes ont l’air d’ombres dans l’ombre.</w:t>
      </w:r>
    </w:p>
    <w:p w14:paraId="24871902"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à Sara. </w:t>
      </w:r>
      <w:r w:rsidRPr="00436A56">
        <w:rPr>
          <w:szCs w:val="32"/>
        </w:rPr>
        <w:t xml:space="preserve">– Allez-vous-en. Vous n’avez plus rien à faire ici. Laissez-nous seuls. Ici, on fera justice maintenant. Allez-vous-en. </w:t>
      </w:r>
      <w:r w:rsidRPr="00436A56">
        <w:rPr>
          <w:i/>
          <w:iCs/>
          <w:szCs w:val="32"/>
        </w:rPr>
        <w:t xml:space="preserve">(Dès que Sara Mendel sera partie sans dire un mot, se tournant vers </w:t>
      </w:r>
      <w:proofErr w:type="spellStart"/>
      <w:r w:rsidRPr="00436A56">
        <w:rPr>
          <w:i/>
          <w:iCs/>
          <w:szCs w:val="32"/>
        </w:rPr>
        <w:t>Sirio</w:t>
      </w:r>
      <w:proofErr w:type="spellEnd"/>
      <w:r w:rsidRPr="00436A56">
        <w:rPr>
          <w:i/>
          <w:iCs/>
          <w:szCs w:val="32"/>
        </w:rPr>
        <w:t xml:space="preserve"> pendant que </w:t>
      </w:r>
      <w:proofErr w:type="spellStart"/>
      <w:r w:rsidRPr="00436A56">
        <w:rPr>
          <w:i/>
          <w:iCs/>
          <w:szCs w:val="32"/>
        </w:rPr>
        <w:t>Tuda</w:t>
      </w:r>
      <w:proofErr w:type="spellEnd"/>
      <w:r w:rsidRPr="00436A56">
        <w:rPr>
          <w:i/>
          <w:iCs/>
          <w:szCs w:val="32"/>
        </w:rPr>
        <w:t xml:space="preserve"> continue à pleurer.) </w:t>
      </w:r>
      <w:r w:rsidRPr="00436A56">
        <w:rPr>
          <w:szCs w:val="32"/>
        </w:rPr>
        <w:t xml:space="preserve">Tu aurais dû épouser une poupée de carton bouilli pour faire ta statue. Elle serait restée là immobile comme il le fallait </w:t>
      </w:r>
      <w:r w:rsidRPr="00436A56">
        <w:rPr>
          <w:szCs w:val="32"/>
        </w:rPr>
        <w:lastRenderedPageBreak/>
        <w:t>pour ta statue ; oui immobile comme il le fallait. L’éternité sans âge ; la chose la plus épouvantable.</w:t>
      </w:r>
    </w:p>
    <w:p w14:paraId="6DD723E3" w14:textId="77777777" w:rsidR="00436A56" w:rsidRPr="00436A56" w:rsidRDefault="00436A56" w:rsidP="00436A56">
      <w:proofErr w:type="spellStart"/>
      <w:r w:rsidRPr="00436A56">
        <w:rPr>
          <w:szCs w:val="32"/>
        </w:rPr>
        <w:t>SIRIO</w:t>
      </w:r>
      <w:proofErr w:type="spellEnd"/>
      <w:r w:rsidRPr="00436A56">
        <w:rPr>
          <w:szCs w:val="32"/>
        </w:rPr>
        <w:t>. – Comment sans âge ?</w:t>
      </w:r>
    </w:p>
    <w:p w14:paraId="7188A436" w14:textId="77777777" w:rsidR="00436A56" w:rsidRPr="00436A56" w:rsidRDefault="00436A56" w:rsidP="00436A56">
      <w:proofErr w:type="spellStart"/>
      <w:r w:rsidRPr="00436A56">
        <w:rPr>
          <w:szCs w:val="32"/>
        </w:rPr>
        <w:t>GUINCANO</w:t>
      </w:r>
      <w:proofErr w:type="spellEnd"/>
      <w:r w:rsidRPr="00436A56">
        <w:rPr>
          <w:szCs w:val="32"/>
        </w:rPr>
        <w:t>. – L’âge – qui est le temps quand il devient humain – le temps quand il nous blesse, nous de chair : cette pauvre petite qui n’est plus ce qu’elle devrait être pour ta statue, mais ce qu’elle peut être après avoir souffert ce que vous – toi et l’autre – lui avez fait souffrir.</w:t>
      </w:r>
    </w:p>
    <w:p w14:paraId="2210A96D"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encore dans les larmes. </w:t>
      </w:r>
      <w:r w:rsidRPr="00436A56">
        <w:rPr>
          <w:szCs w:val="32"/>
        </w:rPr>
        <w:t>– Mais si vous…</w:t>
      </w:r>
    </w:p>
    <w:p w14:paraId="74406D2C"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vite. </w:t>
      </w:r>
      <w:r w:rsidRPr="00436A56">
        <w:rPr>
          <w:szCs w:val="32"/>
        </w:rPr>
        <w:t>– Moi ? J’ai voulu respecter en toi la vie ! contrairement à ce que lui est en train de faire.</w:t>
      </w:r>
    </w:p>
    <w:p w14:paraId="66A92220"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calme et ferme. </w:t>
      </w:r>
      <w:r w:rsidRPr="00436A56">
        <w:rPr>
          <w:szCs w:val="32"/>
        </w:rPr>
        <w:t>– Et moi je ne la respecte pas ? Tu as le courage de dire que je ne respecte pas la vie parce que je veux la faire servir à quelque chose qui soit au-dessus de la vie et de ce que nous pouvons souffrir toi, elle, moi ?</w:t>
      </w:r>
    </w:p>
    <w:p w14:paraId="018F0A42"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ironique. </w:t>
      </w:r>
      <w:r w:rsidRPr="00436A56">
        <w:rPr>
          <w:szCs w:val="32"/>
        </w:rPr>
        <w:t>– Toi ?</w:t>
      </w:r>
    </w:p>
    <w:p w14:paraId="67893747" w14:textId="77777777" w:rsidR="00436A56" w:rsidRPr="00436A56" w:rsidRDefault="00436A56" w:rsidP="00436A56">
      <w:proofErr w:type="spellStart"/>
      <w:r w:rsidRPr="00436A56">
        <w:rPr>
          <w:szCs w:val="32"/>
        </w:rPr>
        <w:t>SIRIO</w:t>
      </w:r>
      <w:proofErr w:type="spellEnd"/>
      <w:r w:rsidRPr="00436A56">
        <w:rPr>
          <w:szCs w:val="32"/>
        </w:rPr>
        <w:t>. – Si j’y mets toute ma vie et celle des autres.</w:t>
      </w:r>
    </w:p>
    <w:p w14:paraId="161A8C91" w14:textId="77777777" w:rsidR="00436A56" w:rsidRPr="00436A56" w:rsidRDefault="00436A56" w:rsidP="00436A56">
      <w:proofErr w:type="spellStart"/>
      <w:r w:rsidRPr="00436A56">
        <w:rPr>
          <w:szCs w:val="32"/>
        </w:rPr>
        <w:t>GUINCANO</w:t>
      </w:r>
      <w:proofErr w:type="spellEnd"/>
      <w:r w:rsidRPr="00436A56">
        <w:rPr>
          <w:szCs w:val="32"/>
        </w:rPr>
        <w:t>. – En la tuant ?</w:t>
      </w:r>
    </w:p>
    <w:p w14:paraId="138F5997" w14:textId="77777777" w:rsidR="00436A56" w:rsidRPr="00436A56" w:rsidRDefault="00436A56" w:rsidP="00436A56">
      <w:proofErr w:type="spellStart"/>
      <w:r w:rsidRPr="00436A56">
        <w:rPr>
          <w:szCs w:val="32"/>
        </w:rPr>
        <w:t>SIRIO</w:t>
      </w:r>
      <w:proofErr w:type="spellEnd"/>
      <w:r w:rsidRPr="00436A56">
        <w:rPr>
          <w:szCs w:val="32"/>
        </w:rPr>
        <w:t>. – Non, au contraire, pour qu’elle ne meure plus.</w:t>
      </w:r>
    </w:p>
    <w:p w14:paraId="7D6CB132" w14:textId="77777777" w:rsidR="00436A56" w:rsidRPr="00436A56" w:rsidRDefault="00436A56" w:rsidP="00436A56">
      <w:proofErr w:type="spellStart"/>
      <w:r w:rsidRPr="00436A56">
        <w:rPr>
          <w:szCs w:val="32"/>
        </w:rPr>
        <w:t>GUINCANO</w:t>
      </w:r>
      <w:proofErr w:type="spellEnd"/>
      <w:r w:rsidRPr="00436A56">
        <w:rPr>
          <w:szCs w:val="32"/>
        </w:rPr>
        <w:t>. – Et qu’elle meure, en attendant, pour toujours.</w:t>
      </w:r>
    </w:p>
    <w:p w14:paraId="4DD6C5F9" w14:textId="77777777" w:rsidR="00436A56" w:rsidRPr="00436A56" w:rsidRDefault="00436A56" w:rsidP="00436A56">
      <w:proofErr w:type="spellStart"/>
      <w:r w:rsidRPr="00436A56">
        <w:rPr>
          <w:szCs w:val="32"/>
        </w:rPr>
        <w:t>SIRIO</w:t>
      </w:r>
      <w:proofErr w:type="spellEnd"/>
      <w:r w:rsidRPr="00436A56">
        <w:rPr>
          <w:szCs w:val="32"/>
        </w:rPr>
        <w:t>. – Tu as conscience que ma statue est belle ? Belle, vraiment belle ? Et que veux-tu que m’importe le reste, puisque je paierai, moi, plus que n’importe qui quand mon œuvre sera achevée.</w:t>
      </w:r>
    </w:p>
    <w:p w14:paraId="4375B035" w14:textId="77777777" w:rsidR="00436A56" w:rsidRPr="00436A56" w:rsidRDefault="00436A56" w:rsidP="00436A56">
      <w:proofErr w:type="spellStart"/>
      <w:r w:rsidRPr="00436A56">
        <w:rPr>
          <w:szCs w:val="32"/>
        </w:rPr>
        <w:t>GUINCANO</w:t>
      </w:r>
      <w:proofErr w:type="spellEnd"/>
      <w:r w:rsidRPr="00436A56">
        <w:rPr>
          <w:szCs w:val="32"/>
        </w:rPr>
        <w:t>. – Si la vie n’a plus de prix pour toi.</w:t>
      </w:r>
    </w:p>
    <w:p w14:paraId="14F5B76D" w14:textId="77777777" w:rsidR="00436A56" w:rsidRPr="00436A56" w:rsidRDefault="00436A56" w:rsidP="00436A56">
      <w:proofErr w:type="spellStart"/>
      <w:r w:rsidRPr="00436A56">
        <w:rPr>
          <w:szCs w:val="32"/>
        </w:rPr>
        <w:lastRenderedPageBreak/>
        <w:t>SIRIO</w:t>
      </w:r>
      <w:proofErr w:type="spellEnd"/>
      <w:r w:rsidRPr="00436A56">
        <w:rPr>
          <w:szCs w:val="32"/>
        </w:rPr>
        <w:t xml:space="preserve">, </w:t>
      </w:r>
      <w:r w:rsidRPr="00436A56">
        <w:rPr>
          <w:i/>
          <w:iCs/>
          <w:szCs w:val="32"/>
        </w:rPr>
        <w:t xml:space="preserve">vite et avec force. </w:t>
      </w:r>
      <w:r w:rsidRPr="00436A56">
        <w:rPr>
          <w:szCs w:val="32"/>
        </w:rPr>
        <w:t>– Mais elle a ce prix-là : ma statue !</w:t>
      </w:r>
    </w:p>
    <w:p w14:paraId="318A7FBB"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se levant dans un élan frénétique. </w:t>
      </w:r>
      <w:r w:rsidRPr="00436A56">
        <w:rPr>
          <w:szCs w:val="32"/>
        </w:rPr>
        <w:t>– Alors prends-moi puisque je ne peux plus te servir.</w:t>
      </w:r>
    </w:p>
    <w:p w14:paraId="2952E614"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ennuyé. </w:t>
      </w:r>
      <w:r w:rsidRPr="00436A56">
        <w:rPr>
          <w:szCs w:val="32"/>
        </w:rPr>
        <w:t>– Allons, retire-toi !</w:t>
      </w:r>
    </w:p>
    <w:p w14:paraId="6C514922" w14:textId="77777777" w:rsidR="00436A56" w:rsidRPr="00436A56" w:rsidRDefault="00436A56" w:rsidP="00436A56">
      <w:proofErr w:type="spellStart"/>
      <w:r w:rsidRPr="00436A56">
        <w:rPr>
          <w:szCs w:val="32"/>
        </w:rPr>
        <w:t>TUDA</w:t>
      </w:r>
      <w:proofErr w:type="spellEnd"/>
      <w:r w:rsidRPr="00436A56">
        <w:rPr>
          <w:szCs w:val="32"/>
        </w:rPr>
        <w:t>. – Non, si vraiment tu veux te tuer.</w:t>
      </w:r>
    </w:p>
    <w:p w14:paraId="056F7C37" w14:textId="77777777" w:rsidR="00436A56" w:rsidRPr="00436A56" w:rsidRDefault="00436A56" w:rsidP="00436A56">
      <w:proofErr w:type="spellStart"/>
      <w:r w:rsidRPr="00436A56">
        <w:rPr>
          <w:szCs w:val="32"/>
        </w:rPr>
        <w:t>SIRIO</w:t>
      </w:r>
      <w:proofErr w:type="spellEnd"/>
      <w:r w:rsidRPr="00436A56">
        <w:rPr>
          <w:szCs w:val="32"/>
        </w:rPr>
        <w:t>. – Éloigne-toi, je te dis.</w:t>
      </w:r>
    </w:p>
    <w:p w14:paraId="20FCFBF6" w14:textId="77777777" w:rsidR="00436A56" w:rsidRPr="00436A56" w:rsidRDefault="00436A56" w:rsidP="00436A56">
      <w:proofErr w:type="spellStart"/>
      <w:r w:rsidRPr="00436A56">
        <w:rPr>
          <w:szCs w:val="32"/>
        </w:rPr>
        <w:t>TUDA</w:t>
      </w:r>
      <w:proofErr w:type="spellEnd"/>
      <w:r w:rsidRPr="00436A56">
        <w:rPr>
          <w:szCs w:val="32"/>
        </w:rPr>
        <w:t>. – Comment veux-tu que je m’éloigne. Tu ne vois donc pas que je suis en train de mourir pour toi ? Prends-moi, prends la vie qui me reste et enferme-moi dans ta statue.</w:t>
      </w:r>
    </w:p>
    <w:p w14:paraId="245AC5C4" w14:textId="77777777" w:rsidR="00436A56" w:rsidRPr="00436A56" w:rsidRDefault="00436A56" w:rsidP="00436A56">
      <w:proofErr w:type="spellStart"/>
      <w:r w:rsidRPr="00436A56">
        <w:rPr>
          <w:szCs w:val="32"/>
        </w:rPr>
        <w:t>SIRIO</w:t>
      </w:r>
      <w:proofErr w:type="spellEnd"/>
      <w:r w:rsidRPr="00436A56">
        <w:rPr>
          <w:szCs w:val="32"/>
        </w:rPr>
        <w:t>. – Tu es folle ?</w:t>
      </w:r>
    </w:p>
    <w:p w14:paraId="4961A8EC" w14:textId="77777777" w:rsidR="00436A56" w:rsidRPr="00436A56" w:rsidRDefault="00436A56" w:rsidP="00436A56">
      <w:proofErr w:type="spellStart"/>
      <w:r w:rsidRPr="00436A56">
        <w:rPr>
          <w:szCs w:val="32"/>
        </w:rPr>
        <w:t>TUDA</w:t>
      </w:r>
      <w:proofErr w:type="spellEnd"/>
      <w:r w:rsidRPr="00436A56">
        <w:rPr>
          <w:szCs w:val="32"/>
        </w:rPr>
        <w:t xml:space="preserve">. – Oui, que je meure en elle. Puisque tu ne veux pas me faire vivre. </w:t>
      </w:r>
      <w:r w:rsidRPr="00436A56">
        <w:rPr>
          <w:i/>
          <w:iCs/>
          <w:szCs w:val="32"/>
        </w:rPr>
        <w:t xml:space="preserve">(À </w:t>
      </w:r>
      <w:proofErr w:type="spellStart"/>
      <w:r w:rsidRPr="00436A56">
        <w:rPr>
          <w:i/>
          <w:iCs/>
          <w:szCs w:val="32"/>
        </w:rPr>
        <w:t>Guincano</w:t>
      </w:r>
      <w:proofErr w:type="spellEnd"/>
      <w:r w:rsidRPr="00436A56">
        <w:rPr>
          <w:i/>
          <w:iCs/>
          <w:szCs w:val="32"/>
        </w:rPr>
        <w:t xml:space="preserve">.) </w:t>
      </w:r>
      <w:r w:rsidRPr="00436A56">
        <w:rPr>
          <w:szCs w:val="32"/>
        </w:rPr>
        <w:t>Vous cherchiez une pâte ardente pour la couler à l’intérieur des statues. La voici, je brûle</w:t>
      </w:r>
      <w:r w:rsidRPr="00436A56">
        <w:rPr>
          <w:rFonts w:eastAsia="Georgia" w:cs="Georgia"/>
          <w:szCs w:val="32"/>
        </w:rPr>
        <w:t xml:space="preserve">… </w:t>
      </w:r>
      <w:r w:rsidRPr="00436A56">
        <w:rPr>
          <w:i/>
          <w:iCs/>
          <w:szCs w:val="32"/>
        </w:rPr>
        <w:t xml:space="preserve">(S’agitant désespérément, elle fait le geste d’arracher ses vêtements et s’élance vers les trois marches de bois sous le chevalet qui supporte la statue.) </w:t>
      </w:r>
      <w:r w:rsidRPr="00436A56">
        <w:rPr>
          <w:szCs w:val="32"/>
        </w:rPr>
        <w:t xml:space="preserve">Et je veux me couler toute </w:t>
      </w:r>
      <w:proofErr w:type="spellStart"/>
      <w:r w:rsidRPr="00436A56">
        <w:rPr>
          <w:szCs w:val="32"/>
        </w:rPr>
        <w:t>là dedans</w:t>
      </w:r>
      <w:proofErr w:type="spellEnd"/>
      <w:r w:rsidRPr="00436A56">
        <w:rPr>
          <w:szCs w:val="32"/>
        </w:rPr>
        <w:t>.</w:t>
      </w:r>
    </w:p>
    <w:p w14:paraId="429A52D5" w14:textId="77777777" w:rsidR="00436A56" w:rsidRPr="00436A56" w:rsidRDefault="00436A56" w:rsidP="00436A56">
      <w:proofErr w:type="spellStart"/>
      <w:r w:rsidRPr="00436A56">
        <w:rPr>
          <w:szCs w:val="32"/>
        </w:rPr>
        <w:t>SIRIO</w:t>
      </w:r>
      <w:proofErr w:type="spellEnd"/>
      <w:r w:rsidRPr="00436A56">
        <w:rPr>
          <w:szCs w:val="32"/>
        </w:rPr>
        <w:t xml:space="preserve">, </w:t>
      </w:r>
      <w:r w:rsidRPr="00436A56">
        <w:rPr>
          <w:i/>
          <w:iCs/>
          <w:szCs w:val="32"/>
        </w:rPr>
        <w:t xml:space="preserve">la rejoignant sur la dernière des trois marches. </w:t>
      </w:r>
      <w:r w:rsidRPr="00436A56">
        <w:rPr>
          <w:szCs w:val="32"/>
        </w:rPr>
        <w:t>– Ne la touche pas ou je te tue.</w:t>
      </w:r>
    </w:p>
    <w:p w14:paraId="35687AD7"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comme un fauve et le prenant à la gorge, l’arrache de la marche et roule à terre avec lui. </w:t>
      </w:r>
      <w:r w:rsidRPr="00436A56">
        <w:rPr>
          <w:szCs w:val="32"/>
        </w:rPr>
        <w:t>– Toi, tu la tuerais ? Malheur à toi si tu la touches, c’est moi qui te tuerai.</w:t>
      </w:r>
    </w:p>
    <w:p w14:paraId="043D4C32" w14:textId="77777777" w:rsidR="00436A56" w:rsidRPr="00436A56" w:rsidRDefault="00436A56" w:rsidP="00436A56">
      <w:proofErr w:type="spellStart"/>
      <w:r w:rsidRPr="00436A56">
        <w:rPr>
          <w:szCs w:val="32"/>
        </w:rPr>
        <w:t>TUDA</w:t>
      </w:r>
      <w:proofErr w:type="spellEnd"/>
      <w:r w:rsidRPr="00436A56">
        <w:rPr>
          <w:szCs w:val="32"/>
        </w:rPr>
        <w:t>. – Mon Dieu, non, laissez-le, laissez-le.</w:t>
      </w:r>
    </w:p>
    <w:p w14:paraId="3EA0D595" w14:textId="77777777" w:rsidR="00436A56" w:rsidRPr="00436A56" w:rsidRDefault="00436A56" w:rsidP="00436A56">
      <w:proofErr w:type="spellStart"/>
      <w:r w:rsidRPr="00436A56">
        <w:rPr>
          <w:i/>
          <w:iCs/>
        </w:rPr>
        <w:t>Guincano</w:t>
      </w:r>
      <w:proofErr w:type="spellEnd"/>
      <w:r w:rsidRPr="00436A56">
        <w:rPr>
          <w:i/>
          <w:iCs/>
        </w:rPr>
        <w:t xml:space="preserve"> se soulève à peine avec un visage, de fou et la main encore crispée. </w:t>
      </w:r>
      <w:proofErr w:type="spellStart"/>
      <w:r w:rsidRPr="00436A56">
        <w:rPr>
          <w:i/>
          <w:iCs/>
        </w:rPr>
        <w:t>Sirio</w:t>
      </w:r>
      <w:proofErr w:type="spellEnd"/>
      <w:r w:rsidRPr="00436A56">
        <w:rPr>
          <w:i/>
          <w:iCs/>
        </w:rPr>
        <w:t xml:space="preserve"> est immobile par terre, mort.</w:t>
      </w:r>
    </w:p>
    <w:p w14:paraId="3B2E908B" w14:textId="77777777" w:rsidR="00436A56" w:rsidRPr="00436A56" w:rsidRDefault="00436A56" w:rsidP="00436A56">
      <w:proofErr w:type="spellStart"/>
      <w:r w:rsidRPr="00436A56">
        <w:rPr>
          <w:szCs w:val="32"/>
        </w:rPr>
        <w:lastRenderedPageBreak/>
        <w:t>TUDA</w:t>
      </w:r>
      <w:proofErr w:type="spellEnd"/>
      <w:r w:rsidRPr="00436A56">
        <w:rPr>
          <w:szCs w:val="32"/>
        </w:rPr>
        <w:t xml:space="preserve">, </w:t>
      </w:r>
      <w:r w:rsidRPr="00436A56">
        <w:rPr>
          <w:i/>
          <w:iCs/>
          <w:szCs w:val="32"/>
        </w:rPr>
        <w:t xml:space="preserve">sans voix, encore sur la dernière des trois marches, se penche pour regarder. – </w:t>
      </w:r>
      <w:r w:rsidRPr="00436A56">
        <w:rPr>
          <w:szCs w:val="32"/>
        </w:rPr>
        <w:t>Qu’avez-vous fait ? Vous l’avez tué ? Oh ! mon Dieu, vous l’avez tué. Pourquoi ?</w:t>
      </w:r>
    </w:p>
    <w:p w14:paraId="046BEF0E" w14:textId="77777777" w:rsidR="00436A56" w:rsidRPr="00436A56" w:rsidRDefault="00436A56" w:rsidP="00436A56">
      <w:proofErr w:type="spellStart"/>
      <w:r w:rsidRPr="00436A56">
        <w:rPr>
          <w:szCs w:val="32"/>
        </w:rPr>
        <w:t>GUINCANO</w:t>
      </w:r>
      <w:proofErr w:type="spellEnd"/>
      <w:r w:rsidRPr="00436A56">
        <w:rPr>
          <w:szCs w:val="32"/>
        </w:rPr>
        <w:t xml:space="preserve">, </w:t>
      </w:r>
      <w:r w:rsidRPr="00436A56">
        <w:rPr>
          <w:i/>
          <w:iCs/>
          <w:szCs w:val="32"/>
        </w:rPr>
        <w:t xml:space="preserve">murmurant, comme dans une litanie. </w:t>
      </w:r>
      <w:r w:rsidRPr="00436A56">
        <w:rPr>
          <w:szCs w:val="32"/>
        </w:rPr>
        <w:t>– Aveugles, nous sommes aveugles.</w:t>
      </w:r>
    </w:p>
    <w:p w14:paraId="3BBE954C"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descend les trois marches, se penche sur </w:t>
      </w:r>
      <w:proofErr w:type="spellStart"/>
      <w:r w:rsidRPr="00436A56">
        <w:rPr>
          <w:i/>
          <w:iCs/>
          <w:szCs w:val="32"/>
        </w:rPr>
        <w:t>Sirio</w:t>
      </w:r>
      <w:proofErr w:type="spellEnd"/>
      <w:r w:rsidRPr="00436A56">
        <w:rPr>
          <w:i/>
          <w:iCs/>
          <w:szCs w:val="32"/>
        </w:rPr>
        <w:t xml:space="preserve">, lui touche le front, la main. </w:t>
      </w:r>
      <w:r w:rsidRPr="00436A56">
        <w:rPr>
          <w:szCs w:val="32"/>
        </w:rPr>
        <w:t>– Oh ! mon Dieu non, il est glacé, il est mort.</w:t>
      </w:r>
    </w:p>
    <w:p w14:paraId="19725AB4" w14:textId="77777777" w:rsidR="00436A56" w:rsidRPr="00436A56" w:rsidRDefault="00436A56" w:rsidP="00436A56">
      <w:proofErr w:type="spellStart"/>
      <w:r w:rsidRPr="00436A56">
        <w:rPr>
          <w:szCs w:val="32"/>
        </w:rPr>
        <w:t>GUINCANO</w:t>
      </w:r>
      <w:proofErr w:type="spellEnd"/>
      <w:r w:rsidRPr="00436A56">
        <w:rPr>
          <w:szCs w:val="32"/>
        </w:rPr>
        <w:t>. – Aveugles…</w:t>
      </w:r>
    </w:p>
    <w:p w14:paraId="530E79EA" w14:textId="77777777" w:rsidR="00436A56" w:rsidRPr="00436A56" w:rsidRDefault="00436A56" w:rsidP="00436A56">
      <w:proofErr w:type="spellStart"/>
      <w:r w:rsidRPr="00436A56">
        <w:rPr>
          <w:szCs w:val="32"/>
        </w:rPr>
        <w:t>TUDA</w:t>
      </w:r>
      <w:proofErr w:type="spellEnd"/>
      <w:r w:rsidRPr="00436A56">
        <w:rPr>
          <w:szCs w:val="32"/>
        </w:rPr>
        <w:t>. – Tué pour moi, qui suis coupable de tout !</w:t>
      </w:r>
    </w:p>
    <w:p w14:paraId="6D67EDA2" w14:textId="77777777" w:rsidR="00436A56" w:rsidRPr="00436A56" w:rsidRDefault="00436A56" w:rsidP="00436A56">
      <w:proofErr w:type="spellStart"/>
      <w:r w:rsidRPr="00436A56">
        <w:rPr>
          <w:szCs w:val="32"/>
        </w:rPr>
        <w:t>GUINCANO</w:t>
      </w:r>
      <w:proofErr w:type="spellEnd"/>
      <w:r w:rsidRPr="00436A56">
        <w:rPr>
          <w:szCs w:val="32"/>
        </w:rPr>
        <w:t>. – Aveugles…</w:t>
      </w:r>
    </w:p>
    <w:p w14:paraId="471441B5" w14:textId="77777777" w:rsidR="00436A56" w:rsidRPr="00436A56" w:rsidRDefault="00436A56" w:rsidP="00436A56">
      <w:proofErr w:type="spellStart"/>
      <w:r w:rsidRPr="00436A56">
        <w:rPr>
          <w:szCs w:val="32"/>
        </w:rPr>
        <w:t>TUDA</w:t>
      </w:r>
      <w:proofErr w:type="spellEnd"/>
      <w:r w:rsidRPr="00436A56">
        <w:rPr>
          <w:szCs w:val="32"/>
        </w:rPr>
        <w:t>. – Moi, oui, coupable de tout, parce que je n’ai pas su être celle qu’il voulait…</w:t>
      </w:r>
    </w:p>
    <w:p w14:paraId="6F299F48" w14:textId="77777777" w:rsidR="00436A56" w:rsidRPr="00436A56" w:rsidRDefault="00436A56" w:rsidP="00436A56">
      <w:proofErr w:type="spellStart"/>
      <w:r w:rsidRPr="00436A56">
        <w:rPr>
          <w:szCs w:val="32"/>
        </w:rPr>
        <w:t>GUINCANO</w:t>
      </w:r>
      <w:proofErr w:type="spellEnd"/>
      <w:r w:rsidRPr="00436A56">
        <w:rPr>
          <w:szCs w:val="32"/>
        </w:rPr>
        <w:t>. – Aveugles…</w:t>
      </w:r>
    </w:p>
    <w:p w14:paraId="2AD087E4" w14:textId="77777777" w:rsidR="00436A56" w:rsidRPr="00436A56" w:rsidRDefault="00436A56" w:rsidP="00436A56">
      <w:proofErr w:type="spellStart"/>
      <w:r w:rsidRPr="00436A56">
        <w:rPr>
          <w:szCs w:val="32"/>
        </w:rPr>
        <w:t>TUDA</w:t>
      </w:r>
      <w:proofErr w:type="spellEnd"/>
      <w:r w:rsidRPr="00436A56">
        <w:rPr>
          <w:szCs w:val="32"/>
        </w:rPr>
        <w:t xml:space="preserve">, </w:t>
      </w:r>
      <w:r w:rsidRPr="00436A56">
        <w:rPr>
          <w:i/>
          <w:iCs/>
          <w:szCs w:val="32"/>
        </w:rPr>
        <w:t xml:space="preserve">montrant avec terreur la statue derrière elle. </w:t>
      </w:r>
      <w:r w:rsidRPr="00436A56">
        <w:rPr>
          <w:szCs w:val="32"/>
        </w:rPr>
        <w:t>– Celle-là !</w:t>
      </w:r>
    </w:p>
    <w:p w14:paraId="1CF9FDB0" w14:textId="77777777" w:rsidR="00436A56" w:rsidRPr="00436A56" w:rsidRDefault="00436A56" w:rsidP="00436A56">
      <w:proofErr w:type="spellStart"/>
      <w:r w:rsidRPr="00436A56">
        <w:rPr>
          <w:szCs w:val="32"/>
        </w:rPr>
        <w:t>GUINCANO</w:t>
      </w:r>
      <w:proofErr w:type="spellEnd"/>
      <w:r w:rsidRPr="00436A56">
        <w:rPr>
          <w:szCs w:val="32"/>
        </w:rPr>
        <w:t>. – Aveugles…</w:t>
      </w:r>
    </w:p>
    <w:p w14:paraId="3D8603D5" w14:textId="77777777" w:rsidR="00436A56" w:rsidRPr="00436A56" w:rsidRDefault="00436A56" w:rsidP="00436A56">
      <w:proofErr w:type="spellStart"/>
      <w:r w:rsidRPr="00436A56">
        <w:rPr>
          <w:szCs w:val="32"/>
        </w:rPr>
        <w:t>TUDA</w:t>
      </w:r>
      <w:proofErr w:type="spellEnd"/>
      <w:r w:rsidRPr="00436A56">
        <w:rPr>
          <w:szCs w:val="32"/>
        </w:rPr>
        <w:t>. – Moi, qui ne suis rien maintenant : plus rien…</w:t>
      </w:r>
    </w:p>
    <w:p w14:paraId="594DD360" w14:textId="77777777" w:rsidR="00436A56" w:rsidRPr="00436A56" w:rsidRDefault="00436A56" w:rsidP="00436A56">
      <w:pPr>
        <w:ind w:firstLine="0"/>
        <w:jc w:val="center"/>
      </w:pPr>
      <w:r w:rsidRPr="00436A56">
        <w:rPr>
          <w:i/>
          <w:iCs/>
          <w:szCs w:val="32"/>
        </w:rPr>
        <w:t>Rideau.</w:t>
      </w:r>
    </w:p>
    <w:p w14:paraId="307F08E3" w14:textId="6761F4E4" w:rsidR="00033562" w:rsidRDefault="00033562">
      <w:pPr>
        <w:sectPr w:rsidR="00033562" w:rsidSect="009A1830">
          <w:footerReference w:type="default" r:id="rId10"/>
          <w:endnotePr>
            <w:numFmt w:val="lowerLetter"/>
          </w:endnotePr>
          <w:pgSz w:w="11906" w:h="16838" w:code="9"/>
          <w:pgMar w:top="1134" w:right="1134" w:bottom="1134" w:left="1134" w:header="709" w:footer="709" w:gutter="0"/>
          <w:cols w:space="708"/>
          <w:titlePg/>
          <w:docGrid w:linePitch="360"/>
        </w:sectPr>
      </w:pPr>
    </w:p>
    <w:p w14:paraId="1484A783" w14:textId="77777777" w:rsidR="00033562" w:rsidRDefault="00033562" w:rsidP="009A1830">
      <w:pPr>
        <w:pStyle w:val="Titre1"/>
        <w:spacing w:before="0" w:after="480"/>
      </w:pPr>
      <w:bookmarkStart w:id="8" w:name="_Toc331162902"/>
      <w:bookmarkStart w:id="9" w:name="_Toc197866526"/>
      <w:r>
        <w:lastRenderedPageBreak/>
        <w:t xml:space="preserve">À propos de cette </w:t>
      </w:r>
      <w:r w:rsidRPr="007C1C6B">
        <w:t>édition</w:t>
      </w:r>
      <w:r>
        <w:t xml:space="preserve"> électronique</w:t>
      </w:r>
      <w:bookmarkEnd w:id="8"/>
      <w:bookmarkEnd w:id="9"/>
    </w:p>
    <w:p w14:paraId="485D0B2D" w14:textId="77777777" w:rsidR="009A1830" w:rsidRPr="00633842" w:rsidRDefault="009A1830" w:rsidP="009A1830">
      <w:pPr>
        <w:spacing w:before="180" w:after="180"/>
        <w:ind w:firstLine="0"/>
        <w:jc w:val="center"/>
        <w:rPr>
          <w:b/>
          <w:bCs/>
          <w:szCs w:val="32"/>
        </w:rPr>
      </w:pPr>
      <w:r w:rsidRPr="00633842">
        <w:rPr>
          <w:b/>
          <w:bCs/>
          <w:szCs w:val="32"/>
        </w:rPr>
        <w:t>Texte libre de droits.</w:t>
      </w:r>
    </w:p>
    <w:p w14:paraId="3482874E" w14:textId="77777777" w:rsidR="009A1830" w:rsidRPr="00633842" w:rsidRDefault="009A1830" w:rsidP="009A1830">
      <w:pPr>
        <w:pStyle w:val="Centr"/>
        <w:spacing w:before="180" w:after="180"/>
      </w:pPr>
      <w:r w:rsidRPr="00633842">
        <w:t>Corrections, édition, conversion informatique et publication par le groupe :</w:t>
      </w:r>
    </w:p>
    <w:p w14:paraId="0E8D7988" w14:textId="77777777" w:rsidR="009A1830" w:rsidRPr="00633842" w:rsidRDefault="009A1830" w:rsidP="009A1830">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647C00BD" w14:textId="77777777" w:rsidR="009A1830" w:rsidRPr="00633842" w:rsidRDefault="009A1830" w:rsidP="009A1830">
      <w:pPr>
        <w:pStyle w:val="Centr"/>
        <w:spacing w:before="180" w:after="180"/>
      </w:pPr>
      <w:hyperlink r:id="rId11" w:history="1">
        <w:r w:rsidRPr="00F74CD6">
          <w:rPr>
            <w:rStyle w:val="Lienhypertexte"/>
          </w:rPr>
          <w:t>https://groups.google.com/g/ebooksgratuits</w:t>
        </w:r>
      </w:hyperlink>
    </w:p>
    <w:p w14:paraId="0435448E" w14:textId="56432737" w:rsidR="009A1830" w:rsidRPr="00633842" w:rsidRDefault="009A1830" w:rsidP="009A1830">
      <w:pPr>
        <w:pStyle w:val="Centr"/>
        <w:spacing w:before="180" w:after="180"/>
      </w:pPr>
      <w:r w:rsidRPr="00633842">
        <w:t>Adresse du site web du groupe :</w:t>
      </w:r>
      <w:r w:rsidRPr="00633842">
        <w:br/>
      </w:r>
      <w:hyperlink r:id="rId12" w:history="1">
        <w:r w:rsidRPr="004B5373">
          <w:rPr>
            <w:rStyle w:val="Lienhypertexte"/>
            <w:szCs w:val="32"/>
          </w:rPr>
          <w:t>https://www.ebooksgratuits.com/</w:t>
        </w:r>
      </w:hyperlink>
    </w:p>
    <w:p w14:paraId="0A93B2A9" w14:textId="77777777" w:rsidR="009A1830" w:rsidRPr="00633842" w:rsidRDefault="009A1830" w:rsidP="009A1830">
      <w:pPr>
        <w:pStyle w:val="Centr"/>
        <w:spacing w:before="180" w:after="180"/>
      </w:pPr>
      <w:r w:rsidRPr="00633842">
        <w:t>—</w:t>
      </w:r>
    </w:p>
    <w:p w14:paraId="5F39C446" w14:textId="7457596F" w:rsidR="009A1830" w:rsidRPr="00633842" w:rsidRDefault="009A1830" w:rsidP="009A1830">
      <w:pPr>
        <w:spacing w:before="180" w:after="180"/>
        <w:ind w:firstLine="0"/>
        <w:jc w:val="center"/>
        <w:rPr>
          <w:b/>
          <w:bCs/>
          <w:szCs w:val="32"/>
        </w:rPr>
      </w:pPr>
      <w:r>
        <w:rPr>
          <w:b/>
          <w:bCs/>
          <w:szCs w:val="32"/>
        </w:rPr>
        <w:t>Mai 2025</w:t>
      </w:r>
    </w:p>
    <w:p w14:paraId="462BAB30" w14:textId="77777777" w:rsidR="009A1830" w:rsidRPr="00633842" w:rsidRDefault="009A1830" w:rsidP="009A1830">
      <w:pPr>
        <w:pStyle w:val="Centr"/>
        <w:spacing w:before="180" w:after="180"/>
      </w:pPr>
      <w:r w:rsidRPr="00633842">
        <w:t>—</w:t>
      </w:r>
    </w:p>
    <w:p w14:paraId="145330A6" w14:textId="77777777" w:rsidR="009A1830" w:rsidRPr="00633842" w:rsidRDefault="009A1830" w:rsidP="009A1830">
      <w:pPr>
        <w:spacing w:before="180" w:after="180"/>
      </w:pPr>
      <w:r w:rsidRPr="00633842">
        <w:t>– </w:t>
      </w:r>
      <w:r w:rsidRPr="00633842">
        <w:rPr>
          <w:b/>
        </w:rPr>
        <w:t>Élaboration de ce livre électronique</w:t>
      </w:r>
      <w:r w:rsidRPr="00633842">
        <w:t> :</w:t>
      </w:r>
    </w:p>
    <w:p w14:paraId="567E0C79" w14:textId="481C8BDD" w:rsidR="009A1830" w:rsidRPr="00633842" w:rsidRDefault="009A1830" w:rsidP="009A1830">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004B5373" w:rsidRPr="004B5373">
        <w:t>YvetteT</w:t>
      </w:r>
      <w:proofErr w:type="spellEnd"/>
      <w:r w:rsidR="004B5373" w:rsidRPr="004B5373">
        <w:t>,</w:t>
      </w:r>
      <w:r w:rsidR="004B5373">
        <w:t xml:space="preserve"> </w:t>
      </w:r>
      <w:r w:rsidR="004B5373" w:rsidRPr="004B5373">
        <w:t>Jean-Marc, Michèle</w:t>
      </w:r>
      <w:r>
        <w:t xml:space="preserve">, </w:t>
      </w:r>
      <w:proofErr w:type="spellStart"/>
      <w:r>
        <w:t>Coolmicro</w:t>
      </w:r>
      <w:proofErr w:type="spellEnd"/>
      <w:r>
        <w:t>.</w:t>
      </w:r>
    </w:p>
    <w:p w14:paraId="3CB15254" w14:textId="77777777" w:rsidR="009A1830" w:rsidRPr="00633842" w:rsidRDefault="009A1830" w:rsidP="009A1830">
      <w:pPr>
        <w:spacing w:before="180" w:after="180"/>
      </w:pPr>
      <w:r w:rsidRPr="00633842">
        <w:t>– </w:t>
      </w:r>
      <w:r w:rsidRPr="00633842">
        <w:rPr>
          <w:b/>
        </w:rPr>
        <w:t>Dispositions</w:t>
      </w:r>
      <w:r w:rsidRPr="00633842">
        <w:t> :</w:t>
      </w:r>
    </w:p>
    <w:p w14:paraId="79B02838" w14:textId="77777777" w:rsidR="009A1830" w:rsidRPr="00633842" w:rsidRDefault="009A1830" w:rsidP="009A1830">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7603E606" w14:textId="77777777" w:rsidR="009A1830" w:rsidRPr="00633842" w:rsidRDefault="009A1830" w:rsidP="009A1830">
      <w:pPr>
        <w:spacing w:before="180" w:after="180"/>
      </w:pPr>
      <w:r w:rsidRPr="00633842">
        <w:t>– </w:t>
      </w:r>
      <w:r w:rsidRPr="00633842">
        <w:rPr>
          <w:b/>
        </w:rPr>
        <w:t>Qualité</w:t>
      </w:r>
      <w:r w:rsidRPr="00633842">
        <w:t> :</w:t>
      </w:r>
    </w:p>
    <w:p w14:paraId="0E9C73C9" w14:textId="77777777" w:rsidR="009A1830" w:rsidRPr="00633842" w:rsidRDefault="009A1830" w:rsidP="009A1830">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2312A663" w14:textId="77777777" w:rsidR="009A1830" w:rsidRPr="00633842" w:rsidRDefault="009A1830" w:rsidP="009A1830">
      <w:pPr>
        <w:spacing w:before="180" w:after="180"/>
        <w:ind w:firstLine="0"/>
        <w:jc w:val="center"/>
        <w:rPr>
          <w:i/>
          <w:iCs/>
          <w:szCs w:val="32"/>
        </w:rPr>
      </w:pPr>
      <w:r w:rsidRPr="00633842">
        <w:rPr>
          <w:i/>
          <w:iCs/>
          <w:szCs w:val="32"/>
        </w:rPr>
        <w:t>Votre aide est la bienvenue !</w:t>
      </w:r>
    </w:p>
    <w:p w14:paraId="5C805B80" w14:textId="03599FE8" w:rsidR="00033562" w:rsidRPr="007C1C6B" w:rsidRDefault="009A1830" w:rsidP="009A1830">
      <w:pPr>
        <w:pStyle w:val="Centr"/>
        <w:suppressAutoHyphens/>
        <w:spacing w:before="180" w:after="180"/>
      </w:pPr>
      <w:r w:rsidRPr="00633842">
        <w:t>VOUS POUVEZ NOUS AIDER À FAIRE CONNAÎTRE CES CLASSIQUES LITTÉRAIRES.</w:t>
      </w:r>
    </w:p>
    <w:sectPr w:rsidR="00033562" w:rsidRPr="007C1C6B" w:rsidSect="009A1830">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EA836" w14:textId="77777777" w:rsidR="00666E8A" w:rsidRDefault="00666E8A">
      <w:r>
        <w:separator/>
      </w:r>
    </w:p>
  </w:endnote>
  <w:endnote w:type="continuationSeparator" w:id="0">
    <w:p w14:paraId="3172A4B4" w14:textId="77777777" w:rsidR="00666E8A" w:rsidRDefault="00666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7AA9C" w14:textId="77777777" w:rsidR="000F3482" w:rsidRDefault="000F3482">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D27C8" w14:textId="77777777" w:rsidR="000F3482" w:rsidRDefault="000F3482">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AA53A8">
      <w:rPr>
        <w:rStyle w:val="Numrodepage"/>
        <w:noProof/>
        <w:sz w:val="30"/>
        <w:szCs w:val="30"/>
      </w:rPr>
      <w:t>16</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35D51" w14:textId="77777777" w:rsidR="00666E8A" w:rsidRDefault="00666E8A">
      <w:r>
        <w:separator/>
      </w:r>
    </w:p>
  </w:footnote>
  <w:footnote w:type="continuationSeparator" w:id="0">
    <w:p w14:paraId="18AC9CA6" w14:textId="77777777" w:rsidR="00666E8A" w:rsidRDefault="00666E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781294181">
    <w:abstractNumId w:val="11"/>
  </w:num>
  <w:num w:numId="2" w16cid:durableId="1123883275">
    <w:abstractNumId w:val="12"/>
  </w:num>
  <w:num w:numId="3" w16cid:durableId="1888561696">
    <w:abstractNumId w:val="13"/>
  </w:num>
  <w:num w:numId="4" w16cid:durableId="1208836353">
    <w:abstractNumId w:val="14"/>
  </w:num>
  <w:num w:numId="5" w16cid:durableId="1082485962">
    <w:abstractNumId w:val="8"/>
  </w:num>
  <w:num w:numId="6" w16cid:durableId="1120805216">
    <w:abstractNumId w:val="3"/>
  </w:num>
  <w:num w:numId="7" w16cid:durableId="471220061">
    <w:abstractNumId w:val="2"/>
  </w:num>
  <w:num w:numId="8" w16cid:durableId="29650238">
    <w:abstractNumId w:val="1"/>
  </w:num>
  <w:num w:numId="9" w16cid:durableId="761487908">
    <w:abstractNumId w:val="0"/>
  </w:num>
  <w:num w:numId="10" w16cid:durableId="1509634899">
    <w:abstractNumId w:val="9"/>
  </w:num>
  <w:num w:numId="11" w16cid:durableId="565840432">
    <w:abstractNumId w:val="7"/>
  </w:num>
  <w:num w:numId="12" w16cid:durableId="380057767">
    <w:abstractNumId w:val="6"/>
  </w:num>
  <w:num w:numId="13" w16cid:durableId="494499081">
    <w:abstractNumId w:val="5"/>
  </w:num>
  <w:num w:numId="14" w16cid:durableId="681130198">
    <w:abstractNumId w:val="4"/>
  </w:num>
  <w:num w:numId="15" w16cid:durableId="3743521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35C3A"/>
    <w:rsid w:val="00045F75"/>
    <w:rsid w:val="000624DA"/>
    <w:rsid w:val="00066E2D"/>
    <w:rsid w:val="00067167"/>
    <w:rsid w:val="00077531"/>
    <w:rsid w:val="000F3482"/>
    <w:rsid w:val="000F7F4B"/>
    <w:rsid w:val="0010298A"/>
    <w:rsid w:val="001635FE"/>
    <w:rsid w:val="00176FA6"/>
    <w:rsid w:val="00203135"/>
    <w:rsid w:val="00210F0D"/>
    <w:rsid w:val="00276BA2"/>
    <w:rsid w:val="00282A36"/>
    <w:rsid w:val="00284AF2"/>
    <w:rsid w:val="002E4734"/>
    <w:rsid w:val="0032506F"/>
    <w:rsid w:val="003325F4"/>
    <w:rsid w:val="00335365"/>
    <w:rsid w:val="00336E88"/>
    <w:rsid w:val="00367258"/>
    <w:rsid w:val="003A5C71"/>
    <w:rsid w:val="003D0170"/>
    <w:rsid w:val="003F6FF9"/>
    <w:rsid w:val="00431C66"/>
    <w:rsid w:val="00436A56"/>
    <w:rsid w:val="004618A4"/>
    <w:rsid w:val="00466185"/>
    <w:rsid w:val="004856F7"/>
    <w:rsid w:val="004B5373"/>
    <w:rsid w:val="004C3D05"/>
    <w:rsid w:val="004D1A6D"/>
    <w:rsid w:val="0051085B"/>
    <w:rsid w:val="00554C93"/>
    <w:rsid w:val="00571AB7"/>
    <w:rsid w:val="00576E04"/>
    <w:rsid w:val="005C4D38"/>
    <w:rsid w:val="0061214E"/>
    <w:rsid w:val="00640C4F"/>
    <w:rsid w:val="00666E8A"/>
    <w:rsid w:val="00703D4D"/>
    <w:rsid w:val="00705271"/>
    <w:rsid w:val="00722EA0"/>
    <w:rsid w:val="00744A74"/>
    <w:rsid w:val="007549CD"/>
    <w:rsid w:val="0076257B"/>
    <w:rsid w:val="0076513E"/>
    <w:rsid w:val="0078241C"/>
    <w:rsid w:val="007841D8"/>
    <w:rsid w:val="007A353A"/>
    <w:rsid w:val="007B6898"/>
    <w:rsid w:val="007C1C6B"/>
    <w:rsid w:val="007C56AC"/>
    <w:rsid w:val="007E0F7B"/>
    <w:rsid w:val="007F5860"/>
    <w:rsid w:val="00825620"/>
    <w:rsid w:val="00832B35"/>
    <w:rsid w:val="00856DF4"/>
    <w:rsid w:val="00863B07"/>
    <w:rsid w:val="00866290"/>
    <w:rsid w:val="00881326"/>
    <w:rsid w:val="008840CC"/>
    <w:rsid w:val="008F106B"/>
    <w:rsid w:val="00930A77"/>
    <w:rsid w:val="00946EE4"/>
    <w:rsid w:val="00951E57"/>
    <w:rsid w:val="009A1830"/>
    <w:rsid w:val="009B3DDD"/>
    <w:rsid w:val="00AA53A8"/>
    <w:rsid w:val="00AB5337"/>
    <w:rsid w:val="00AD4BBC"/>
    <w:rsid w:val="00AF0A3E"/>
    <w:rsid w:val="00B1136E"/>
    <w:rsid w:val="00B241D4"/>
    <w:rsid w:val="00B909AE"/>
    <w:rsid w:val="00BA67CE"/>
    <w:rsid w:val="00BA7596"/>
    <w:rsid w:val="00BD0C07"/>
    <w:rsid w:val="00BF29E4"/>
    <w:rsid w:val="00C01D09"/>
    <w:rsid w:val="00C21607"/>
    <w:rsid w:val="00C323C1"/>
    <w:rsid w:val="00C43D20"/>
    <w:rsid w:val="00C51E70"/>
    <w:rsid w:val="00C55CA7"/>
    <w:rsid w:val="00C82075"/>
    <w:rsid w:val="00C82867"/>
    <w:rsid w:val="00C877F6"/>
    <w:rsid w:val="00C92886"/>
    <w:rsid w:val="00D02BDE"/>
    <w:rsid w:val="00D47BCF"/>
    <w:rsid w:val="00D57E8F"/>
    <w:rsid w:val="00D80434"/>
    <w:rsid w:val="00D9756D"/>
    <w:rsid w:val="00DB636B"/>
    <w:rsid w:val="00DD7BB4"/>
    <w:rsid w:val="00DF43DD"/>
    <w:rsid w:val="00E30FAD"/>
    <w:rsid w:val="00E35EE1"/>
    <w:rsid w:val="00E847C9"/>
    <w:rsid w:val="00E90A7B"/>
    <w:rsid w:val="00F42B6E"/>
    <w:rsid w:val="00F74495"/>
    <w:rsid w:val="00FB288C"/>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60D25"/>
  <w15:chartTrackingRefBased/>
  <w15:docId w15:val="{5D6E3831-046E-4985-9E19-90E0A360F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D09"/>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C01D09"/>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C01D09"/>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C01D09"/>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C01D0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C01D09"/>
  </w:style>
  <w:style w:type="character" w:styleId="Lienhypertexte">
    <w:name w:val="Hyperlink"/>
    <w:uiPriority w:val="99"/>
    <w:rsid w:val="00C01D09"/>
    <w:rPr>
      <w:rFonts w:ascii="Amasis30" w:hAnsi="Amasis30"/>
      <w:color w:val="004080"/>
      <w:u w:val="single"/>
    </w:rPr>
  </w:style>
  <w:style w:type="paragraph" w:styleId="Explorateurdedocuments">
    <w:name w:val="Document Map"/>
    <w:basedOn w:val="Normal"/>
    <w:link w:val="ExplorateurdedocumentsCar"/>
    <w:semiHidden/>
    <w:rsid w:val="00C01D09"/>
    <w:pPr>
      <w:shd w:val="clear" w:color="auto" w:fill="000080"/>
    </w:pPr>
    <w:rPr>
      <w:rFonts w:ascii="Tahoma" w:hAnsi="Tahoma" w:cs="Tahoma"/>
    </w:rPr>
  </w:style>
  <w:style w:type="paragraph" w:styleId="TM1">
    <w:name w:val="toc 1"/>
    <w:basedOn w:val="Normal"/>
    <w:next w:val="Normal"/>
    <w:autoRedefine/>
    <w:uiPriority w:val="39"/>
    <w:rsid w:val="00C01D09"/>
    <w:pPr>
      <w:tabs>
        <w:tab w:val="right" w:leader="dot" w:pos="9639"/>
      </w:tabs>
      <w:spacing w:before="180" w:after="180"/>
      <w:ind w:firstLine="0"/>
      <w:jc w:val="left"/>
    </w:pPr>
    <w:rPr>
      <w:bCs/>
      <w:iCs/>
      <w:noProof/>
      <w:color w:val="000080"/>
      <w:szCs w:val="28"/>
    </w:rPr>
  </w:style>
  <w:style w:type="paragraph" w:styleId="En-tte">
    <w:name w:val="header"/>
    <w:basedOn w:val="Normal"/>
    <w:link w:val="En-tteCar"/>
    <w:rsid w:val="00C01D09"/>
    <w:pPr>
      <w:tabs>
        <w:tab w:val="center" w:pos="4536"/>
        <w:tab w:val="right" w:pos="9072"/>
      </w:tabs>
    </w:pPr>
  </w:style>
  <w:style w:type="paragraph" w:styleId="Pieddepage">
    <w:name w:val="footer"/>
    <w:basedOn w:val="Normal"/>
    <w:link w:val="PieddepageCar"/>
    <w:rsid w:val="00C01D09"/>
    <w:pPr>
      <w:tabs>
        <w:tab w:val="center" w:pos="4536"/>
        <w:tab w:val="right" w:pos="9072"/>
      </w:tabs>
      <w:ind w:firstLine="0"/>
      <w:jc w:val="center"/>
    </w:pPr>
    <w:rPr>
      <w:sz w:val="32"/>
    </w:rPr>
  </w:style>
  <w:style w:type="character" w:styleId="Numrodepage">
    <w:name w:val="page number"/>
    <w:basedOn w:val="Policepardfaut"/>
    <w:rsid w:val="00C01D09"/>
  </w:style>
  <w:style w:type="paragraph" w:styleId="TM2">
    <w:name w:val="toc 2"/>
    <w:basedOn w:val="Normal"/>
    <w:next w:val="Normal"/>
    <w:autoRedefine/>
    <w:uiPriority w:val="39"/>
    <w:rsid w:val="00C01D09"/>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C01D09"/>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C01D09"/>
    <w:pPr>
      <w:ind w:left="780"/>
    </w:pPr>
  </w:style>
  <w:style w:type="paragraph" w:styleId="TM5">
    <w:name w:val="toc 5"/>
    <w:basedOn w:val="Normal"/>
    <w:next w:val="Normal"/>
    <w:autoRedefine/>
    <w:semiHidden/>
    <w:rsid w:val="00C01D09"/>
    <w:pPr>
      <w:ind w:left="1040"/>
    </w:pPr>
  </w:style>
  <w:style w:type="paragraph" w:styleId="TM6">
    <w:name w:val="toc 6"/>
    <w:basedOn w:val="Normal"/>
    <w:next w:val="Normal"/>
    <w:autoRedefine/>
    <w:semiHidden/>
    <w:rsid w:val="00C01D09"/>
    <w:pPr>
      <w:ind w:left="1300"/>
    </w:pPr>
  </w:style>
  <w:style w:type="paragraph" w:styleId="TM7">
    <w:name w:val="toc 7"/>
    <w:basedOn w:val="Normal"/>
    <w:next w:val="Normal"/>
    <w:autoRedefine/>
    <w:semiHidden/>
    <w:rsid w:val="00C01D09"/>
    <w:pPr>
      <w:ind w:left="1560"/>
    </w:pPr>
  </w:style>
  <w:style w:type="paragraph" w:styleId="TM8">
    <w:name w:val="toc 8"/>
    <w:basedOn w:val="Normal"/>
    <w:next w:val="Normal"/>
    <w:autoRedefine/>
    <w:semiHidden/>
    <w:rsid w:val="00C01D09"/>
    <w:pPr>
      <w:ind w:left="1820"/>
    </w:pPr>
  </w:style>
  <w:style w:type="paragraph" w:styleId="TM9">
    <w:name w:val="toc 9"/>
    <w:basedOn w:val="Normal"/>
    <w:next w:val="Normal"/>
    <w:autoRedefine/>
    <w:semiHidden/>
    <w:rsid w:val="00C01D09"/>
    <w:pPr>
      <w:ind w:left="2080"/>
    </w:pPr>
  </w:style>
  <w:style w:type="character" w:styleId="Appelnotedebasdep">
    <w:name w:val="footnote reference"/>
    <w:qFormat/>
    <w:rsid w:val="00C01D09"/>
    <w:rPr>
      <w:rFonts w:ascii="Amasis30" w:hAnsi="Amasis30"/>
      <w:b/>
      <w:sz w:val="36"/>
      <w:vertAlign w:val="superscript"/>
    </w:rPr>
  </w:style>
  <w:style w:type="paragraph" w:styleId="Notedebasdepage">
    <w:name w:val="footnote text"/>
    <w:basedOn w:val="Taille-1Normal"/>
    <w:link w:val="NotedebasdepageCar"/>
    <w:qFormat/>
    <w:rsid w:val="00C01D09"/>
    <w:rPr>
      <w:szCs w:val="30"/>
    </w:rPr>
  </w:style>
  <w:style w:type="paragraph" w:customStyle="1" w:styleId="Auteur">
    <w:name w:val="Auteur"/>
    <w:basedOn w:val="Normal"/>
    <w:rsid w:val="00C01D09"/>
    <w:pPr>
      <w:spacing w:before="0" w:after="1800"/>
      <w:ind w:right="851" w:firstLine="0"/>
      <w:jc w:val="right"/>
    </w:pPr>
    <w:rPr>
      <w:sz w:val="48"/>
    </w:rPr>
  </w:style>
  <w:style w:type="paragraph" w:customStyle="1" w:styleId="Titrelivre">
    <w:name w:val="Titre_livre"/>
    <w:basedOn w:val="Normal"/>
    <w:rsid w:val="00C01D09"/>
    <w:pPr>
      <w:spacing w:before="0" w:after="1200"/>
      <w:ind w:left="2268" w:right="851" w:firstLine="0"/>
      <w:jc w:val="right"/>
    </w:pPr>
    <w:rPr>
      <w:b/>
      <w:bCs/>
      <w:sz w:val="72"/>
    </w:rPr>
  </w:style>
  <w:style w:type="paragraph" w:customStyle="1" w:styleId="Soustitrelivre">
    <w:name w:val="Sous_titre_livre"/>
    <w:basedOn w:val="Normal"/>
    <w:rsid w:val="00C01D09"/>
    <w:pPr>
      <w:spacing w:before="0" w:after="2160"/>
      <w:ind w:left="2268" w:right="851" w:firstLine="0"/>
      <w:jc w:val="right"/>
    </w:pPr>
    <w:rPr>
      <w:bCs/>
      <w:sz w:val="44"/>
      <w:szCs w:val="36"/>
    </w:rPr>
  </w:style>
  <w:style w:type="paragraph" w:customStyle="1" w:styleId="Photoauteur">
    <w:name w:val="Photo_auteur"/>
    <w:basedOn w:val="Normal"/>
    <w:rsid w:val="00C01D09"/>
    <w:pPr>
      <w:spacing w:after="1080"/>
      <w:ind w:left="2268" w:firstLine="0"/>
      <w:jc w:val="center"/>
    </w:pPr>
    <w:rPr>
      <w:noProof/>
    </w:rPr>
  </w:style>
  <w:style w:type="paragraph" w:customStyle="1" w:styleId="DateSortie">
    <w:name w:val="Date_Sortie"/>
    <w:basedOn w:val="Normal"/>
    <w:rsid w:val="00C01D09"/>
    <w:pPr>
      <w:spacing w:before="0" w:after="0"/>
      <w:ind w:right="1418" w:firstLine="0"/>
      <w:jc w:val="right"/>
    </w:pPr>
    <w:rPr>
      <w:bCs/>
      <w:sz w:val="40"/>
    </w:rPr>
  </w:style>
  <w:style w:type="paragraph" w:customStyle="1" w:styleId="Titretablematires">
    <w:name w:val="Titre table matières"/>
    <w:basedOn w:val="Normal"/>
    <w:rsid w:val="00C01D09"/>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C01D09"/>
    <w:pPr>
      <w:ind w:firstLine="0"/>
      <w:jc w:val="center"/>
    </w:pPr>
    <w:rPr>
      <w:szCs w:val="20"/>
    </w:rPr>
  </w:style>
  <w:style w:type="paragraph" w:customStyle="1" w:styleId="NormalSansIndent">
    <w:name w:val="NormalSansIndent"/>
    <w:basedOn w:val="Normal"/>
    <w:rsid w:val="00C01D09"/>
    <w:pPr>
      <w:ind w:firstLine="0"/>
    </w:pPr>
    <w:rPr>
      <w:szCs w:val="20"/>
    </w:rPr>
  </w:style>
  <w:style w:type="paragraph" w:customStyle="1" w:styleId="NormalSolidaire">
    <w:name w:val="NormalSolidaire"/>
    <w:basedOn w:val="Normal"/>
    <w:qFormat/>
    <w:rsid w:val="00C01D09"/>
    <w:pPr>
      <w:keepNext/>
    </w:pPr>
  </w:style>
  <w:style w:type="paragraph" w:customStyle="1" w:styleId="NormalSautPageAvant">
    <w:name w:val="NormalSautPageAvant"/>
    <w:basedOn w:val="Normal"/>
    <w:qFormat/>
    <w:rsid w:val="00C01D09"/>
    <w:pPr>
      <w:pageBreakBefore/>
    </w:pPr>
  </w:style>
  <w:style w:type="paragraph" w:customStyle="1" w:styleId="NormalEspAvtGrand">
    <w:name w:val="NormalEspAvtGrand"/>
    <w:basedOn w:val="Normal"/>
    <w:rsid w:val="00C01D09"/>
    <w:pPr>
      <w:spacing w:before="2640"/>
    </w:pPr>
    <w:rPr>
      <w:szCs w:val="20"/>
    </w:rPr>
  </w:style>
  <w:style w:type="paragraph" w:customStyle="1" w:styleId="CentrEspAvt0">
    <w:name w:val="CentréEspAvt0"/>
    <w:basedOn w:val="Centr"/>
    <w:next w:val="CentrEspAvt0EspApr0"/>
    <w:rsid w:val="00C01D09"/>
    <w:pPr>
      <w:spacing w:before="0"/>
    </w:pPr>
  </w:style>
  <w:style w:type="paragraph" w:customStyle="1" w:styleId="CentrEspApr0">
    <w:name w:val="CentréEspApr0"/>
    <w:basedOn w:val="Centr"/>
    <w:next w:val="Normal"/>
    <w:rsid w:val="00C01D09"/>
    <w:pPr>
      <w:spacing w:after="0"/>
    </w:pPr>
  </w:style>
  <w:style w:type="paragraph" w:customStyle="1" w:styleId="CentrEspAvt0EspApr0">
    <w:name w:val="CentréEspAvt0EspApr0"/>
    <w:basedOn w:val="Centr"/>
    <w:rsid w:val="00C01D09"/>
    <w:pPr>
      <w:spacing w:before="0" w:after="0"/>
    </w:pPr>
  </w:style>
  <w:style w:type="paragraph" w:customStyle="1" w:styleId="Droite">
    <w:name w:val="Droite"/>
    <w:basedOn w:val="Normal"/>
    <w:next w:val="Normal"/>
    <w:rsid w:val="00C01D09"/>
    <w:pPr>
      <w:ind w:firstLine="0"/>
      <w:jc w:val="right"/>
    </w:pPr>
    <w:rPr>
      <w:szCs w:val="20"/>
    </w:rPr>
  </w:style>
  <w:style w:type="paragraph" w:customStyle="1" w:styleId="DroiteRetraitGauche1X">
    <w:name w:val="DroiteRetraitGauche1X"/>
    <w:basedOn w:val="Droite"/>
    <w:next w:val="Normal"/>
    <w:rsid w:val="00C01D09"/>
    <w:pPr>
      <w:ind w:left="680"/>
    </w:pPr>
  </w:style>
  <w:style w:type="paragraph" w:customStyle="1" w:styleId="DroiteRetraitGauche2X">
    <w:name w:val="DroiteRetraitGauche2X"/>
    <w:basedOn w:val="Droite"/>
    <w:next w:val="Normal"/>
    <w:rsid w:val="00C01D09"/>
    <w:pPr>
      <w:ind w:left="1361"/>
    </w:pPr>
  </w:style>
  <w:style w:type="paragraph" w:customStyle="1" w:styleId="DroiteRetraitGauche3X">
    <w:name w:val="DroiteRetraitGauche3X"/>
    <w:basedOn w:val="Droite"/>
    <w:next w:val="Normal"/>
    <w:rsid w:val="00C01D09"/>
    <w:pPr>
      <w:ind w:left="2041"/>
    </w:pPr>
  </w:style>
  <w:style w:type="paragraph" w:customStyle="1" w:styleId="DroiteRetraitGauche4X">
    <w:name w:val="DroiteRetraitGauche4X"/>
    <w:basedOn w:val="Droite"/>
    <w:next w:val="Normal"/>
    <w:rsid w:val="00C01D09"/>
    <w:pPr>
      <w:ind w:left="2722"/>
    </w:pPr>
  </w:style>
  <w:style w:type="paragraph" w:customStyle="1" w:styleId="Taille-1Normal">
    <w:name w:val="Taille-1Normal"/>
    <w:basedOn w:val="Normal"/>
    <w:link w:val="Taille-1NormalCar"/>
    <w:rsid w:val="00C01D09"/>
    <w:rPr>
      <w:sz w:val="32"/>
      <w:szCs w:val="28"/>
    </w:rPr>
  </w:style>
  <w:style w:type="paragraph" w:customStyle="1" w:styleId="Taille-1RetraitGauche1X">
    <w:name w:val="Taille-1RetraitGauche1X"/>
    <w:basedOn w:val="Taille-1Normal"/>
    <w:rsid w:val="00C01D09"/>
    <w:pPr>
      <w:ind w:left="680"/>
    </w:pPr>
    <w:rPr>
      <w:szCs w:val="20"/>
    </w:rPr>
  </w:style>
  <w:style w:type="paragraph" w:customStyle="1" w:styleId="Taille-1RetraitGauche2X">
    <w:name w:val="Taille-1RetraitGauche2X"/>
    <w:basedOn w:val="Taille-1Normal"/>
    <w:rsid w:val="00C01D09"/>
    <w:pPr>
      <w:ind w:left="1361"/>
    </w:pPr>
    <w:rPr>
      <w:szCs w:val="20"/>
    </w:rPr>
  </w:style>
  <w:style w:type="paragraph" w:customStyle="1" w:styleId="Taille-1RetraitGauche3X">
    <w:name w:val="Taille-1RetraitGauche3X"/>
    <w:basedOn w:val="Taille-1Normal"/>
    <w:rsid w:val="00C01D09"/>
    <w:pPr>
      <w:ind w:left="2041"/>
    </w:pPr>
    <w:rPr>
      <w:szCs w:val="20"/>
    </w:rPr>
  </w:style>
  <w:style w:type="paragraph" w:customStyle="1" w:styleId="Taille-1RetraitGauche1XIndent0">
    <w:name w:val="Taille-1RetraitGauche1XIndent0"/>
    <w:basedOn w:val="Taille-1RetraitGauche1X"/>
    <w:rsid w:val="00C01D09"/>
    <w:pPr>
      <w:ind w:firstLine="0"/>
    </w:pPr>
  </w:style>
  <w:style w:type="paragraph" w:customStyle="1" w:styleId="Taille-1RetraitGauche2XIndent0">
    <w:name w:val="Taille-1RetraitGauche2XIndent0"/>
    <w:basedOn w:val="Taille-1RetraitGauche2X"/>
    <w:rsid w:val="00C01D09"/>
    <w:pPr>
      <w:ind w:firstLine="0"/>
    </w:pPr>
  </w:style>
  <w:style w:type="paragraph" w:customStyle="1" w:styleId="Taille-1RetraitGauche3XIndent0">
    <w:name w:val="Taille-1RetraitGauche3XIndent0"/>
    <w:basedOn w:val="Taille-1RetraitGauche3X"/>
    <w:rsid w:val="00C01D09"/>
    <w:pPr>
      <w:ind w:firstLine="0"/>
    </w:pPr>
  </w:style>
  <w:style w:type="paragraph" w:customStyle="1" w:styleId="Taille-1RetraitGauche4XIndent0">
    <w:name w:val="Taille-1RetraitGauche4XIndent0"/>
    <w:basedOn w:val="Taille-1Normal"/>
    <w:rsid w:val="00C01D09"/>
    <w:pPr>
      <w:ind w:left="2722" w:firstLine="0"/>
    </w:pPr>
    <w:rPr>
      <w:szCs w:val="20"/>
    </w:rPr>
  </w:style>
  <w:style w:type="paragraph" w:customStyle="1" w:styleId="NormalRetraitGauche1X">
    <w:name w:val="NormalRetraitGauche1X"/>
    <w:basedOn w:val="Normal"/>
    <w:rsid w:val="00C01D09"/>
    <w:pPr>
      <w:ind w:left="680"/>
    </w:pPr>
    <w:rPr>
      <w:szCs w:val="20"/>
    </w:rPr>
  </w:style>
  <w:style w:type="paragraph" w:customStyle="1" w:styleId="NormalRetraitGauche2X">
    <w:name w:val="NormalRetraitGauche2X"/>
    <w:basedOn w:val="Normal"/>
    <w:rsid w:val="00C01D09"/>
    <w:pPr>
      <w:ind w:left="1361"/>
    </w:pPr>
    <w:rPr>
      <w:szCs w:val="20"/>
    </w:rPr>
  </w:style>
  <w:style w:type="paragraph" w:customStyle="1" w:styleId="NormalRetraitGauche3X">
    <w:name w:val="NormalRetraitGauche3X"/>
    <w:basedOn w:val="Normal"/>
    <w:rsid w:val="00C01D09"/>
    <w:pPr>
      <w:ind w:left="2041"/>
    </w:pPr>
    <w:rPr>
      <w:szCs w:val="20"/>
    </w:rPr>
  </w:style>
  <w:style w:type="paragraph" w:customStyle="1" w:styleId="NormalRetraitGauche1XIndent0">
    <w:name w:val="NormalRetraitGauche1XIndent0"/>
    <w:basedOn w:val="NormalRetraitGauche1X"/>
    <w:rsid w:val="00C01D09"/>
    <w:pPr>
      <w:ind w:firstLine="0"/>
    </w:pPr>
  </w:style>
  <w:style w:type="paragraph" w:customStyle="1" w:styleId="NormalRetraitGauche2XIndent0">
    <w:name w:val="NormalRetraitGauche2XIndent0"/>
    <w:basedOn w:val="NormalRetraitGauche2X"/>
    <w:rsid w:val="00C01D09"/>
    <w:pPr>
      <w:ind w:firstLine="0"/>
    </w:pPr>
  </w:style>
  <w:style w:type="paragraph" w:customStyle="1" w:styleId="NormalRetraitGauche3XIndent0">
    <w:name w:val="NormalRetraitGauche3XIndent0"/>
    <w:basedOn w:val="NormalRetraitGauche3X"/>
    <w:rsid w:val="00C01D09"/>
    <w:pPr>
      <w:ind w:firstLine="0"/>
    </w:pPr>
  </w:style>
  <w:style w:type="paragraph" w:customStyle="1" w:styleId="NormalRetraitGauche4XIndent0">
    <w:name w:val="NormalRetraitGauche4XIndent0"/>
    <w:basedOn w:val="Normal"/>
    <w:rsid w:val="00C01D09"/>
    <w:pPr>
      <w:ind w:left="2722" w:firstLine="0"/>
    </w:pPr>
    <w:rPr>
      <w:szCs w:val="20"/>
    </w:rPr>
  </w:style>
  <w:style w:type="paragraph" w:styleId="Notedefin">
    <w:name w:val="endnote text"/>
    <w:basedOn w:val="Taille-1Normal"/>
    <w:link w:val="NotedefinCar"/>
    <w:uiPriority w:val="99"/>
    <w:semiHidden/>
    <w:unhideWhenUsed/>
    <w:qFormat/>
    <w:rsid w:val="00C01D09"/>
    <w:rPr>
      <w:szCs w:val="20"/>
      <w:lang w:val="x-none" w:eastAsia="x-none"/>
    </w:rPr>
  </w:style>
  <w:style w:type="character" w:customStyle="1" w:styleId="NotedefinCar">
    <w:name w:val="Note de fin Car"/>
    <w:link w:val="Notedefin"/>
    <w:uiPriority w:val="99"/>
    <w:semiHidden/>
    <w:rsid w:val="00C01D09"/>
    <w:rPr>
      <w:rFonts w:ascii="Amasis30" w:hAnsi="Amasis30"/>
      <w:sz w:val="32"/>
      <w:lang w:val="x-none" w:eastAsia="x-none"/>
    </w:rPr>
  </w:style>
  <w:style w:type="character" w:styleId="Appeldenotedefin">
    <w:name w:val="endnote reference"/>
    <w:uiPriority w:val="99"/>
    <w:unhideWhenUsed/>
    <w:qFormat/>
    <w:rsid w:val="00C01D09"/>
    <w:rPr>
      <w:rFonts w:ascii="Amasis30" w:hAnsi="Amasis30"/>
      <w:b/>
      <w:sz w:val="36"/>
      <w:vertAlign w:val="superscript"/>
    </w:rPr>
  </w:style>
  <w:style w:type="paragraph" w:customStyle="1" w:styleId="NormalSuspendu1X">
    <w:name w:val="NormalSuspendu1X"/>
    <w:basedOn w:val="Normal"/>
    <w:rsid w:val="00C01D09"/>
    <w:pPr>
      <w:ind w:left="680" w:hanging="680"/>
    </w:pPr>
    <w:rPr>
      <w:szCs w:val="20"/>
    </w:rPr>
  </w:style>
  <w:style w:type="paragraph" w:customStyle="1" w:styleId="NormalSuspendu1XRetrait1X">
    <w:name w:val="NormalSuspendu1XRetrait1X"/>
    <w:basedOn w:val="Normal"/>
    <w:rsid w:val="00C01D09"/>
    <w:pPr>
      <w:ind w:left="1360" w:hanging="680"/>
    </w:pPr>
  </w:style>
  <w:style w:type="paragraph" w:customStyle="1" w:styleId="NormalEspAvt0EspApr0">
    <w:name w:val="NormalEspAvt0EspApr0"/>
    <w:basedOn w:val="Normal"/>
    <w:rsid w:val="00C01D09"/>
    <w:pPr>
      <w:spacing w:before="0" w:after="0"/>
    </w:pPr>
    <w:rPr>
      <w:szCs w:val="20"/>
    </w:rPr>
  </w:style>
  <w:style w:type="paragraph" w:customStyle="1" w:styleId="NormalSuspendu1XRetrait2X">
    <w:name w:val="NormalSuspendu1XRetrait2X"/>
    <w:basedOn w:val="Normal"/>
    <w:rsid w:val="00C01D09"/>
    <w:pPr>
      <w:ind w:left="2041" w:hanging="680"/>
    </w:pPr>
  </w:style>
  <w:style w:type="paragraph" w:customStyle="1" w:styleId="NormalSuspendu1XRetrait3X">
    <w:name w:val="NormalSuspendu1XRetrait3X"/>
    <w:basedOn w:val="Normal"/>
    <w:rsid w:val="00C01D09"/>
    <w:pPr>
      <w:ind w:left="2721" w:hanging="680"/>
    </w:pPr>
    <w:rPr>
      <w:szCs w:val="20"/>
    </w:rPr>
  </w:style>
  <w:style w:type="paragraph" w:customStyle="1" w:styleId="NormalSuspendu1XRetrait4X">
    <w:name w:val="NormalSuspendu1XRetrait4X"/>
    <w:basedOn w:val="Normal"/>
    <w:rsid w:val="00C01D09"/>
    <w:pPr>
      <w:ind w:left="3402" w:hanging="680"/>
    </w:pPr>
    <w:rPr>
      <w:szCs w:val="20"/>
    </w:rPr>
  </w:style>
  <w:style w:type="character" w:customStyle="1" w:styleId="Taille-1NormalCar">
    <w:name w:val="Taille-1Normal Car"/>
    <w:link w:val="Taille-1Normal"/>
    <w:rsid w:val="00881326"/>
    <w:rPr>
      <w:rFonts w:ascii="Amasis30" w:hAnsi="Amasis30"/>
      <w:sz w:val="32"/>
      <w:szCs w:val="28"/>
    </w:rPr>
  </w:style>
  <w:style w:type="paragraph" w:styleId="Textedebulles">
    <w:name w:val="Balloon Text"/>
    <w:basedOn w:val="Normal"/>
    <w:link w:val="TextedebullesCar"/>
    <w:semiHidden/>
    <w:rsid w:val="000F3482"/>
    <w:rPr>
      <w:rFonts w:ascii="Tahoma" w:hAnsi="Tahoma" w:cs="Tahoma"/>
      <w:sz w:val="16"/>
      <w:szCs w:val="16"/>
    </w:rPr>
  </w:style>
  <w:style w:type="character" w:customStyle="1" w:styleId="Taille-1Caracteres">
    <w:name w:val="Taille-1Caracteres"/>
    <w:qFormat/>
    <w:rsid w:val="00C01D09"/>
    <w:rPr>
      <w:sz w:val="32"/>
      <w:szCs w:val="20"/>
    </w:rPr>
  </w:style>
  <w:style w:type="paragraph" w:customStyle="1" w:styleId="Etoile">
    <w:name w:val="Etoile"/>
    <w:basedOn w:val="Normal"/>
    <w:qFormat/>
    <w:rsid w:val="00C01D09"/>
    <w:pPr>
      <w:ind w:firstLine="0"/>
      <w:jc w:val="center"/>
    </w:pPr>
    <w:rPr>
      <w:b/>
      <w:sz w:val="40"/>
      <w:szCs w:val="28"/>
    </w:rPr>
  </w:style>
  <w:style w:type="paragraph" w:customStyle="1" w:styleId="Taille-1Suspendu1XRetrait1XEsp0">
    <w:name w:val="Taille-1Suspendu1XRetrait1XEsp0"/>
    <w:basedOn w:val="Taille-1RetraitGauche1X"/>
    <w:qFormat/>
    <w:rsid w:val="00C01D09"/>
    <w:pPr>
      <w:spacing w:before="0" w:after="0"/>
      <w:ind w:left="1360" w:hanging="680"/>
    </w:pPr>
  </w:style>
  <w:style w:type="character" w:styleId="Mentionnonrsolue">
    <w:name w:val="Unresolved Mention"/>
    <w:uiPriority w:val="99"/>
    <w:semiHidden/>
    <w:unhideWhenUsed/>
    <w:rsid w:val="00C01D09"/>
    <w:rPr>
      <w:color w:val="605E5C"/>
      <w:shd w:val="clear" w:color="auto" w:fill="E1DFDD"/>
    </w:rPr>
  </w:style>
  <w:style w:type="paragraph" w:customStyle="1" w:styleId="Taille-1Suspendu1XRetrait2XEsp0">
    <w:name w:val="Taille-1Suspendu1XRetrait2XEsp0"/>
    <w:basedOn w:val="Taille-1RetraitGauche2X"/>
    <w:qFormat/>
    <w:rsid w:val="00C01D09"/>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C01D09"/>
    <w:pPr>
      <w:spacing w:before="0" w:after="0"/>
    </w:pPr>
  </w:style>
  <w:style w:type="paragraph" w:customStyle="1" w:styleId="NormalSuspendu1XEsp0">
    <w:name w:val="NormalSuspendu1XEsp0"/>
    <w:basedOn w:val="NormalSuspendu1X"/>
    <w:qFormat/>
    <w:rsid w:val="00C01D09"/>
    <w:pPr>
      <w:spacing w:before="0" w:after="0"/>
    </w:pPr>
  </w:style>
  <w:style w:type="paragraph" w:customStyle="1" w:styleId="NormalSuspendu1XRetrait2XEsp0">
    <w:name w:val="NormalSuspendu1XRetrait2XEsp0"/>
    <w:basedOn w:val="NormalSuspendu1XRetrait2X"/>
    <w:qFormat/>
    <w:rsid w:val="00C01D09"/>
    <w:pPr>
      <w:spacing w:before="0" w:after="0"/>
    </w:pPr>
  </w:style>
  <w:style w:type="paragraph" w:customStyle="1" w:styleId="ParagrapheVideNormal">
    <w:name w:val="ParagrapheVideNormal"/>
    <w:basedOn w:val="Normal"/>
    <w:next w:val="Normal"/>
    <w:qFormat/>
    <w:rsid w:val="00C01D09"/>
  </w:style>
  <w:style w:type="paragraph" w:customStyle="1" w:styleId="ParagrapheVideNormal2">
    <w:name w:val="ParagrapheVideNormal2"/>
    <w:basedOn w:val="ParagrapheVideNormal"/>
    <w:next w:val="Normal"/>
    <w:qFormat/>
    <w:rsid w:val="00C01D09"/>
  </w:style>
  <w:style w:type="paragraph" w:customStyle="1" w:styleId="Image">
    <w:name w:val="Image"/>
    <w:basedOn w:val="Centr"/>
    <w:next w:val="Normal"/>
    <w:qFormat/>
    <w:rsid w:val="00C01D09"/>
  </w:style>
  <w:style w:type="character" w:customStyle="1" w:styleId="Titre1Car">
    <w:name w:val="Titre 1 Car"/>
    <w:basedOn w:val="Policepardfaut"/>
    <w:link w:val="Titre1"/>
    <w:rsid w:val="00436A56"/>
    <w:rPr>
      <w:rFonts w:ascii="Amasis30" w:hAnsi="Amasis30" w:cs="Arial"/>
      <w:b/>
      <w:bCs/>
      <w:sz w:val="48"/>
      <w:szCs w:val="44"/>
    </w:rPr>
  </w:style>
  <w:style w:type="character" w:customStyle="1" w:styleId="Titre2Car">
    <w:name w:val="Titre 2 Car"/>
    <w:basedOn w:val="Policepardfaut"/>
    <w:link w:val="Titre2"/>
    <w:rsid w:val="00436A56"/>
    <w:rPr>
      <w:rFonts w:ascii="Amasis30" w:hAnsi="Amasis30" w:cs="Arial"/>
      <w:b/>
      <w:bCs/>
      <w:iCs/>
      <w:sz w:val="44"/>
      <w:szCs w:val="40"/>
    </w:rPr>
  </w:style>
  <w:style w:type="character" w:customStyle="1" w:styleId="Titre3Car">
    <w:name w:val="Titre 3 Car"/>
    <w:basedOn w:val="Policepardfaut"/>
    <w:link w:val="Titre3"/>
    <w:rsid w:val="00436A56"/>
    <w:rPr>
      <w:rFonts w:ascii="Amasis30" w:hAnsi="Amasis30" w:cs="Arial"/>
      <w:b/>
      <w:bCs/>
      <w:sz w:val="40"/>
      <w:szCs w:val="36"/>
    </w:rPr>
  </w:style>
  <w:style w:type="character" w:customStyle="1" w:styleId="ExplorateurdedocumentsCar">
    <w:name w:val="Explorateur de documents Car"/>
    <w:basedOn w:val="Policepardfaut"/>
    <w:link w:val="Explorateurdedocuments"/>
    <w:semiHidden/>
    <w:rsid w:val="00436A56"/>
    <w:rPr>
      <w:rFonts w:ascii="Tahoma" w:hAnsi="Tahoma" w:cs="Tahoma"/>
      <w:sz w:val="36"/>
      <w:szCs w:val="24"/>
      <w:shd w:val="clear" w:color="auto" w:fill="000080"/>
    </w:rPr>
  </w:style>
  <w:style w:type="character" w:customStyle="1" w:styleId="En-tteCar">
    <w:name w:val="En-tête Car"/>
    <w:basedOn w:val="Policepardfaut"/>
    <w:link w:val="En-tte"/>
    <w:rsid w:val="00436A56"/>
    <w:rPr>
      <w:rFonts w:ascii="Amasis30" w:hAnsi="Amasis30"/>
      <w:sz w:val="36"/>
      <w:szCs w:val="24"/>
    </w:rPr>
  </w:style>
  <w:style w:type="character" w:customStyle="1" w:styleId="PieddepageCar">
    <w:name w:val="Pied de page Car"/>
    <w:basedOn w:val="Policepardfaut"/>
    <w:link w:val="Pieddepage"/>
    <w:rsid w:val="00436A56"/>
    <w:rPr>
      <w:rFonts w:ascii="Amasis30" w:hAnsi="Amasis30"/>
      <w:sz w:val="32"/>
      <w:szCs w:val="24"/>
    </w:rPr>
  </w:style>
  <w:style w:type="paragraph" w:styleId="Retraitcorpsdetexte">
    <w:name w:val="Body Text Indent"/>
    <w:basedOn w:val="Normal"/>
    <w:link w:val="RetraitcorpsdetexteCar"/>
    <w:rsid w:val="00436A56"/>
    <w:pPr>
      <w:jc w:val="center"/>
    </w:pPr>
    <w:rPr>
      <w:rFonts w:ascii="Arial" w:hAnsi="Arial"/>
    </w:rPr>
  </w:style>
  <w:style w:type="character" w:customStyle="1" w:styleId="RetraitcorpsdetexteCar">
    <w:name w:val="Retrait corps de texte Car"/>
    <w:basedOn w:val="Policepardfaut"/>
    <w:link w:val="Retraitcorpsdetexte"/>
    <w:rsid w:val="00436A56"/>
    <w:rPr>
      <w:rFonts w:ascii="Arial" w:hAnsi="Arial"/>
      <w:sz w:val="36"/>
      <w:szCs w:val="24"/>
    </w:rPr>
  </w:style>
  <w:style w:type="character" w:customStyle="1" w:styleId="NotedebasdepageCar">
    <w:name w:val="Note de bas de page Car"/>
    <w:basedOn w:val="Policepardfaut"/>
    <w:link w:val="Notedebasdepage"/>
    <w:rsid w:val="00436A56"/>
    <w:rPr>
      <w:rFonts w:ascii="Amasis30" w:hAnsi="Amasis30"/>
      <w:sz w:val="32"/>
      <w:szCs w:val="30"/>
    </w:rPr>
  </w:style>
  <w:style w:type="paragraph" w:styleId="Retraitcorpsdetexte3">
    <w:name w:val="Body Text Indent 3"/>
    <w:basedOn w:val="Normal"/>
    <w:link w:val="Retraitcorpsdetexte3Car"/>
    <w:rsid w:val="00436A56"/>
    <w:pPr>
      <w:ind w:left="540" w:firstLine="27"/>
    </w:pPr>
    <w:rPr>
      <w:rFonts w:ascii="Helvetica" w:hAnsi="Helvetica"/>
      <w:color w:val="000000"/>
      <w:sz w:val="20"/>
    </w:rPr>
  </w:style>
  <w:style w:type="character" w:customStyle="1" w:styleId="Retraitcorpsdetexte3Car">
    <w:name w:val="Retrait corps de texte 3 Car"/>
    <w:basedOn w:val="Policepardfaut"/>
    <w:link w:val="Retraitcorpsdetexte3"/>
    <w:rsid w:val="00436A56"/>
    <w:rPr>
      <w:rFonts w:ascii="Helvetica" w:hAnsi="Helvetica"/>
      <w:color w:val="000000"/>
      <w:szCs w:val="24"/>
    </w:rPr>
  </w:style>
  <w:style w:type="paragraph" w:customStyle="1" w:styleId="Aproposdispositions">
    <w:name w:val="A_propos_dispositions"/>
    <w:basedOn w:val="Normal"/>
    <w:rsid w:val="00436A56"/>
    <w:pPr>
      <w:ind w:left="567" w:firstLine="0"/>
    </w:pPr>
    <w:rPr>
      <w:sz w:val="30"/>
    </w:rPr>
  </w:style>
  <w:style w:type="character" w:styleId="Marquedecommentaire">
    <w:name w:val="annotation reference"/>
    <w:semiHidden/>
    <w:rsid w:val="00436A56"/>
    <w:rPr>
      <w:sz w:val="16"/>
      <w:szCs w:val="16"/>
    </w:rPr>
  </w:style>
  <w:style w:type="paragraph" w:styleId="Commentaire">
    <w:name w:val="annotation text"/>
    <w:basedOn w:val="Normal"/>
    <w:link w:val="CommentaireCar"/>
    <w:semiHidden/>
    <w:rsid w:val="00436A56"/>
    <w:rPr>
      <w:sz w:val="20"/>
      <w:szCs w:val="20"/>
    </w:rPr>
  </w:style>
  <w:style w:type="character" w:customStyle="1" w:styleId="CommentaireCar">
    <w:name w:val="Commentaire Car"/>
    <w:basedOn w:val="Policepardfaut"/>
    <w:link w:val="Commentaire"/>
    <w:semiHidden/>
    <w:rsid w:val="00436A56"/>
    <w:rPr>
      <w:rFonts w:ascii="Amasis30" w:hAnsi="Amasis30"/>
    </w:rPr>
  </w:style>
  <w:style w:type="character" w:customStyle="1" w:styleId="TextedebullesCar">
    <w:name w:val="Texte de bulles Car"/>
    <w:basedOn w:val="Policepardfaut"/>
    <w:link w:val="Textedebulles"/>
    <w:semiHidden/>
    <w:rsid w:val="00436A56"/>
    <w:rPr>
      <w:rFonts w:ascii="Tahoma" w:hAnsi="Tahoma" w:cs="Tahoma"/>
      <w:sz w:val="16"/>
      <w:szCs w:val="16"/>
    </w:rPr>
  </w:style>
  <w:style w:type="character" w:customStyle="1" w:styleId="Lienhypertextesuivivisit1">
    <w:name w:val="Lien hypertexte suivi visité1"/>
    <w:basedOn w:val="Policepardfaut"/>
    <w:uiPriority w:val="99"/>
    <w:semiHidden/>
    <w:unhideWhenUsed/>
    <w:rsid w:val="00436A56"/>
    <w:rPr>
      <w:color w:val="96607D"/>
      <w:u w:val="single"/>
    </w:rPr>
  </w:style>
  <w:style w:type="character" w:styleId="Lienhypertextesuivivisit">
    <w:name w:val="FollowedHyperlink"/>
    <w:basedOn w:val="Policepardfaut"/>
    <w:uiPriority w:val="99"/>
    <w:semiHidden/>
    <w:unhideWhenUsed/>
    <w:rsid w:val="00436A5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6</TotalTime>
  <Pages>88</Pages>
  <Words>15353</Words>
  <Characters>84442</Characters>
  <Application>Microsoft Office Word</Application>
  <DocSecurity>0</DocSecurity>
  <Lines>703</Lines>
  <Paragraphs>199</Paragraphs>
  <ScaleCrop>false</ScaleCrop>
  <HeadingPairs>
    <vt:vector size="2" baseType="variant">
      <vt:variant>
        <vt:lpstr>Titre</vt:lpstr>
      </vt:variant>
      <vt:variant>
        <vt:i4>1</vt:i4>
      </vt:variant>
    </vt:vector>
  </HeadingPairs>
  <TitlesOfParts>
    <vt:vector size="1" baseType="lpstr">
      <vt:lpstr>À la sortie</vt:lpstr>
    </vt:vector>
  </TitlesOfParts>
  <Company>Ebooks libres et gratuits</Company>
  <LinksUpToDate>false</LinksUpToDate>
  <CharactersWithSpaces>99596</CharactersWithSpaces>
  <SharedDoc>false</SharedDoc>
  <HLinks>
    <vt:vector size="18" baseType="variant">
      <vt:variant>
        <vt:i4>2293820</vt:i4>
      </vt:variant>
      <vt:variant>
        <vt:i4>12</vt:i4>
      </vt:variant>
      <vt:variant>
        <vt:i4>0</vt:i4>
      </vt:variant>
      <vt:variant>
        <vt:i4>5</vt:i4>
      </vt:variant>
      <vt:variant>
        <vt:lpwstr>http://www.ebooksgratuits.com/</vt:lpwstr>
      </vt:variant>
      <vt:variant>
        <vt:lpwstr/>
      </vt:variant>
      <vt:variant>
        <vt:i4>7929972</vt:i4>
      </vt:variant>
      <vt:variant>
        <vt:i4>9</vt:i4>
      </vt:variant>
      <vt:variant>
        <vt:i4>0</vt:i4>
      </vt:variant>
      <vt:variant>
        <vt:i4>5</vt:i4>
      </vt:variant>
      <vt:variant>
        <vt:lpwstr>http://fr.groups.yahoo.com/group/ebooksgratuits</vt:lpwstr>
      </vt:variant>
      <vt:variant>
        <vt:lpwstr/>
      </vt:variant>
      <vt:variant>
        <vt:i4>1507389</vt:i4>
      </vt:variant>
      <vt:variant>
        <vt:i4>2</vt:i4>
      </vt:variant>
      <vt:variant>
        <vt:i4>0</vt:i4>
      </vt:variant>
      <vt:variant>
        <vt:i4>5</vt:i4>
      </vt:variant>
      <vt:variant>
        <vt:lpwstr/>
      </vt:variant>
      <vt:variant>
        <vt:lpwstr>_Toc331162902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Diane et Tuda</dc:title>
  <dc:subject>Théâtre</dc:subject>
  <dc:creator>Luigi Pirandello</dc:creator>
  <cp:keywords/>
  <dc:description>Dans un atelier de sculpteur... L'auteur nous expose les sentiments que peut ressentir une jeune femme, modèle, devant un artiste qui n'a aucune considération pour elle. Une forme d'insensibilité de l'artiste qui confond l'être vivant, son modèle, avec la forme morte de la statue qu'il sculpte.</dc:description>
  <cp:lastModifiedBy>Cool Micro</cp:lastModifiedBy>
  <cp:revision>7</cp:revision>
  <cp:lastPrinted>2025-05-11T12:37:00Z</cp:lastPrinted>
  <dcterms:created xsi:type="dcterms:W3CDTF">2025-05-11T12:30:00Z</dcterms:created>
  <dcterms:modified xsi:type="dcterms:W3CDTF">2025-05-11T12:37:00Z</dcterms:modified>
  <cp:category>Théâtre</cp:category>
</cp:coreProperties>
</file>