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8A599" w14:textId="17C1D103" w:rsidR="00855694" w:rsidRPr="00E22158" w:rsidRDefault="007872E2" w:rsidP="00F635DB">
      <w:pPr>
        <w:pStyle w:val="Photoauteur"/>
      </w:pPr>
      <w:r>
        <w:drawing>
          <wp:anchor distT="0" distB="0" distL="114300" distR="114300" simplePos="0" relativeHeight="251657728" behindDoc="0" locked="0" layoutInCell="1" allowOverlap="1" wp14:anchorId="597BC94A" wp14:editId="106B03D6">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8A0509">
        <w:drawing>
          <wp:inline distT="0" distB="0" distL="0" distR="0" wp14:anchorId="5BEEA5BE" wp14:editId="6C796F6B">
            <wp:extent cx="3020203" cy="3830400"/>
            <wp:effectExtent l="0" t="0" r="8890" b="0"/>
            <wp:docPr id="1310223373" name="Image 2" descr="Emile Gaboriau - Société d'Histoire et d'Archéologie en Saintonge Mari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ile Gaboriau - Société d'Histoire et d'Archéologie en Saintonge Maritim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3363" cy="3834408"/>
                    </a:xfrm>
                    <a:prstGeom prst="rect">
                      <a:avLst/>
                    </a:prstGeom>
                    <a:noFill/>
                    <a:ln>
                      <a:noFill/>
                    </a:ln>
                  </pic:spPr>
                </pic:pic>
              </a:graphicData>
            </a:graphic>
          </wp:inline>
        </w:drawing>
      </w:r>
    </w:p>
    <w:p w14:paraId="1795C397" w14:textId="77777777" w:rsidR="00855694" w:rsidRPr="00E22158" w:rsidRDefault="00855694" w:rsidP="00855694">
      <w:pPr>
        <w:pStyle w:val="Auteur"/>
      </w:pPr>
      <w:r>
        <w:t>Émile Gaboriau</w:t>
      </w:r>
    </w:p>
    <w:p w14:paraId="677D25A2" w14:textId="6850C055" w:rsidR="00033562" w:rsidRDefault="00855694">
      <w:pPr>
        <w:pStyle w:val="Titrelivre"/>
        <w:rPr>
          <w:kern w:val="60"/>
          <w:szCs w:val="60"/>
        </w:rPr>
      </w:pPr>
      <w:r>
        <w:rPr>
          <w:kern w:val="60"/>
          <w:szCs w:val="60"/>
        </w:rPr>
        <w:t>LA VIE INFERNALE</w:t>
      </w:r>
      <w:r>
        <w:rPr>
          <w:kern w:val="60"/>
          <w:szCs w:val="60"/>
        </w:rPr>
        <w:br/>
      </w:r>
      <w:r>
        <w:rPr>
          <w:kern w:val="60"/>
          <w:szCs w:val="60"/>
        </w:rPr>
        <w:br/>
      </w:r>
      <w:r w:rsidR="00F635DB">
        <w:rPr>
          <w:kern w:val="60"/>
          <w:szCs w:val="60"/>
        </w:rPr>
        <w:t>Tome I</w:t>
      </w:r>
    </w:p>
    <w:p w14:paraId="4719B761" w14:textId="7AB8DCE1" w:rsidR="00033562" w:rsidRDefault="00855694" w:rsidP="008A0509">
      <w:pPr>
        <w:pStyle w:val="Soustitrelivre"/>
        <w:spacing w:after="1560"/>
      </w:pPr>
      <w:r>
        <w:t>Première partie</w:t>
      </w:r>
      <w:r w:rsidR="00F635DB">
        <w:t xml:space="preserve"> : </w:t>
      </w:r>
      <w:r>
        <w:t>Pascal et Marguerite</w:t>
      </w:r>
    </w:p>
    <w:p w14:paraId="5DE0ACD9" w14:textId="7886AEF9" w:rsidR="00033562" w:rsidRDefault="00366F73">
      <w:pPr>
        <w:pStyle w:val="DateSortie"/>
      </w:pPr>
      <w:r>
        <w:t>1870</w:t>
      </w:r>
    </w:p>
    <w:p w14:paraId="0F53F20D" w14:textId="77777777" w:rsidR="00033562" w:rsidRPr="00F635DB" w:rsidRDefault="00033562" w:rsidP="00F635DB">
      <w:pPr>
        <w:ind w:left="2340" w:firstLine="0"/>
        <w:jc w:val="center"/>
        <w:sectPr w:rsidR="00033562" w:rsidRPr="00F635DB">
          <w:footerReference w:type="default" r:id="rId10"/>
          <w:pgSz w:w="11906" w:h="16838" w:code="9"/>
          <w:pgMar w:top="0" w:right="0" w:bottom="0" w:left="0" w:header="0" w:footer="0" w:gutter="0"/>
          <w:cols w:space="708"/>
          <w:titlePg/>
          <w:docGrid w:linePitch="360"/>
        </w:sectPr>
      </w:pPr>
    </w:p>
    <w:p w14:paraId="2279A1CF" w14:textId="77777777" w:rsidR="00033562" w:rsidRDefault="00033562" w:rsidP="00F635DB">
      <w:pPr>
        <w:pStyle w:val="Titretablematires"/>
      </w:pPr>
      <w:r>
        <w:lastRenderedPageBreak/>
        <w:t>Table des matières</w:t>
      </w:r>
    </w:p>
    <w:p w14:paraId="2F4147CF" w14:textId="77777777" w:rsidR="00033562" w:rsidRDefault="00033562"/>
    <w:p w14:paraId="3BBA03FE" w14:textId="71F24B06" w:rsidR="00563CB6"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021398" w:history="1">
        <w:r w:rsidR="00563CB6" w:rsidRPr="008F4B8E">
          <w:rPr>
            <w:rStyle w:val="Lienhypertexte"/>
          </w:rPr>
          <w:t>À MADAME BLANCHE SILVA</w:t>
        </w:r>
        <w:r w:rsidR="00563CB6">
          <w:rPr>
            <w:webHidden/>
          </w:rPr>
          <w:tab/>
        </w:r>
        <w:r w:rsidR="00563CB6">
          <w:rPr>
            <w:webHidden/>
          </w:rPr>
          <w:fldChar w:fldCharType="begin"/>
        </w:r>
        <w:r w:rsidR="00563CB6">
          <w:rPr>
            <w:webHidden/>
          </w:rPr>
          <w:instrText xml:space="preserve"> PAGEREF _Toc202021398 \h </w:instrText>
        </w:r>
        <w:r w:rsidR="00563CB6">
          <w:rPr>
            <w:webHidden/>
          </w:rPr>
        </w:r>
        <w:r w:rsidR="00563CB6">
          <w:rPr>
            <w:webHidden/>
          </w:rPr>
          <w:fldChar w:fldCharType="separate"/>
        </w:r>
        <w:r w:rsidR="000F4250">
          <w:rPr>
            <w:webHidden/>
          </w:rPr>
          <w:t>4</w:t>
        </w:r>
        <w:r w:rsidR="00563CB6">
          <w:rPr>
            <w:webHidden/>
          </w:rPr>
          <w:fldChar w:fldCharType="end"/>
        </w:r>
      </w:hyperlink>
    </w:p>
    <w:p w14:paraId="6A37E829" w14:textId="22B8E2A6"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399" w:history="1">
        <w:r w:rsidRPr="008F4B8E">
          <w:rPr>
            <w:rStyle w:val="Lienhypertexte"/>
          </w:rPr>
          <w:t>I</w:t>
        </w:r>
        <w:r>
          <w:rPr>
            <w:webHidden/>
          </w:rPr>
          <w:tab/>
        </w:r>
        <w:r>
          <w:rPr>
            <w:webHidden/>
          </w:rPr>
          <w:fldChar w:fldCharType="begin"/>
        </w:r>
        <w:r>
          <w:rPr>
            <w:webHidden/>
          </w:rPr>
          <w:instrText xml:space="preserve"> PAGEREF _Toc202021399 \h </w:instrText>
        </w:r>
        <w:r>
          <w:rPr>
            <w:webHidden/>
          </w:rPr>
        </w:r>
        <w:r>
          <w:rPr>
            <w:webHidden/>
          </w:rPr>
          <w:fldChar w:fldCharType="separate"/>
        </w:r>
        <w:r w:rsidR="000F4250">
          <w:rPr>
            <w:webHidden/>
          </w:rPr>
          <w:t>5</w:t>
        </w:r>
        <w:r>
          <w:rPr>
            <w:webHidden/>
          </w:rPr>
          <w:fldChar w:fldCharType="end"/>
        </w:r>
      </w:hyperlink>
    </w:p>
    <w:p w14:paraId="7DD25245" w14:textId="6B8424E1"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0" w:history="1">
        <w:r w:rsidRPr="008F4B8E">
          <w:rPr>
            <w:rStyle w:val="Lienhypertexte"/>
          </w:rPr>
          <w:t>II</w:t>
        </w:r>
        <w:r>
          <w:rPr>
            <w:webHidden/>
          </w:rPr>
          <w:tab/>
        </w:r>
        <w:r>
          <w:rPr>
            <w:webHidden/>
          </w:rPr>
          <w:fldChar w:fldCharType="begin"/>
        </w:r>
        <w:r>
          <w:rPr>
            <w:webHidden/>
          </w:rPr>
          <w:instrText xml:space="preserve"> PAGEREF _Toc202021400 \h </w:instrText>
        </w:r>
        <w:r>
          <w:rPr>
            <w:webHidden/>
          </w:rPr>
        </w:r>
        <w:r>
          <w:rPr>
            <w:webHidden/>
          </w:rPr>
          <w:fldChar w:fldCharType="separate"/>
        </w:r>
        <w:r w:rsidR="000F4250">
          <w:rPr>
            <w:webHidden/>
          </w:rPr>
          <w:t>31</w:t>
        </w:r>
        <w:r>
          <w:rPr>
            <w:webHidden/>
          </w:rPr>
          <w:fldChar w:fldCharType="end"/>
        </w:r>
      </w:hyperlink>
    </w:p>
    <w:p w14:paraId="08AB180E" w14:textId="3B801E26"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1" w:history="1">
        <w:r w:rsidRPr="008F4B8E">
          <w:rPr>
            <w:rStyle w:val="Lienhypertexte"/>
          </w:rPr>
          <w:t>III</w:t>
        </w:r>
        <w:r>
          <w:rPr>
            <w:webHidden/>
          </w:rPr>
          <w:tab/>
        </w:r>
        <w:r>
          <w:rPr>
            <w:webHidden/>
          </w:rPr>
          <w:fldChar w:fldCharType="begin"/>
        </w:r>
        <w:r>
          <w:rPr>
            <w:webHidden/>
          </w:rPr>
          <w:instrText xml:space="preserve"> PAGEREF _Toc202021401 \h </w:instrText>
        </w:r>
        <w:r>
          <w:rPr>
            <w:webHidden/>
          </w:rPr>
        </w:r>
        <w:r>
          <w:rPr>
            <w:webHidden/>
          </w:rPr>
          <w:fldChar w:fldCharType="separate"/>
        </w:r>
        <w:r w:rsidR="000F4250">
          <w:rPr>
            <w:webHidden/>
          </w:rPr>
          <w:t>70</w:t>
        </w:r>
        <w:r>
          <w:rPr>
            <w:webHidden/>
          </w:rPr>
          <w:fldChar w:fldCharType="end"/>
        </w:r>
      </w:hyperlink>
    </w:p>
    <w:p w14:paraId="26C695A6" w14:textId="60C5FE2C"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2" w:history="1">
        <w:r w:rsidRPr="008F4B8E">
          <w:rPr>
            <w:rStyle w:val="Lienhypertexte"/>
          </w:rPr>
          <w:t>IV</w:t>
        </w:r>
        <w:r>
          <w:rPr>
            <w:webHidden/>
          </w:rPr>
          <w:tab/>
        </w:r>
        <w:r>
          <w:rPr>
            <w:webHidden/>
          </w:rPr>
          <w:fldChar w:fldCharType="begin"/>
        </w:r>
        <w:r>
          <w:rPr>
            <w:webHidden/>
          </w:rPr>
          <w:instrText xml:space="preserve"> PAGEREF _Toc202021402 \h </w:instrText>
        </w:r>
        <w:r>
          <w:rPr>
            <w:webHidden/>
          </w:rPr>
        </w:r>
        <w:r>
          <w:rPr>
            <w:webHidden/>
          </w:rPr>
          <w:fldChar w:fldCharType="separate"/>
        </w:r>
        <w:r w:rsidR="000F4250">
          <w:rPr>
            <w:webHidden/>
          </w:rPr>
          <w:t>96</w:t>
        </w:r>
        <w:r>
          <w:rPr>
            <w:webHidden/>
          </w:rPr>
          <w:fldChar w:fldCharType="end"/>
        </w:r>
      </w:hyperlink>
    </w:p>
    <w:p w14:paraId="2B67BC80" w14:textId="017AE31C"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3" w:history="1">
        <w:r w:rsidRPr="008F4B8E">
          <w:rPr>
            <w:rStyle w:val="Lienhypertexte"/>
          </w:rPr>
          <w:t>V</w:t>
        </w:r>
        <w:r>
          <w:rPr>
            <w:webHidden/>
          </w:rPr>
          <w:tab/>
        </w:r>
        <w:r>
          <w:rPr>
            <w:webHidden/>
          </w:rPr>
          <w:fldChar w:fldCharType="begin"/>
        </w:r>
        <w:r>
          <w:rPr>
            <w:webHidden/>
          </w:rPr>
          <w:instrText xml:space="preserve"> PAGEREF _Toc202021403 \h </w:instrText>
        </w:r>
        <w:r>
          <w:rPr>
            <w:webHidden/>
          </w:rPr>
        </w:r>
        <w:r>
          <w:rPr>
            <w:webHidden/>
          </w:rPr>
          <w:fldChar w:fldCharType="separate"/>
        </w:r>
        <w:r w:rsidR="000F4250">
          <w:rPr>
            <w:webHidden/>
          </w:rPr>
          <w:t>134</w:t>
        </w:r>
        <w:r>
          <w:rPr>
            <w:webHidden/>
          </w:rPr>
          <w:fldChar w:fldCharType="end"/>
        </w:r>
      </w:hyperlink>
    </w:p>
    <w:p w14:paraId="45B74102" w14:textId="2FF019C9"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4" w:history="1">
        <w:r w:rsidRPr="008F4B8E">
          <w:rPr>
            <w:rStyle w:val="Lienhypertexte"/>
          </w:rPr>
          <w:t>VI</w:t>
        </w:r>
        <w:r>
          <w:rPr>
            <w:webHidden/>
          </w:rPr>
          <w:tab/>
        </w:r>
        <w:r>
          <w:rPr>
            <w:webHidden/>
          </w:rPr>
          <w:fldChar w:fldCharType="begin"/>
        </w:r>
        <w:r>
          <w:rPr>
            <w:webHidden/>
          </w:rPr>
          <w:instrText xml:space="preserve"> PAGEREF _Toc202021404 \h </w:instrText>
        </w:r>
        <w:r>
          <w:rPr>
            <w:webHidden/>
          </w:rPr>
        </w:r>
        <w:r>
          <w:rPr>
            <w:webHidden/>
          </w:rPr>
          <w:fldChar w:fldCharType="separate"/>
        </w:r>
        <w:r w:rsidR="000F4250">
          <w:rPr>
            <w:webHidden/>
          </w:rPr>
          <w:t>166</w:t>
        </w:r>
        <w:r>
          <w:rPr>
            <w:webHidden/>
          </w:rPr>
          <w:fldChar w:fldCharType="end"/>
        </w:r>
      </w:hyperlink>
    </w:p>
    <w:p w14:paraId="2245C0A5" w14:textId="64062B75"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5" w:history="1">
        <w:r w:rsidRPr="008F4B8E">
          <w:rPr>
            <w:rStyle w:val="Lienhypertexte"/>
          </w:rPr>
          <w:t>VII</w:t>
        </w:r>
        <w:r>
          <w:rPr>
            <w:webHidden/>
          </w:rPr>
          <w:tab/>
        </w:r>
        <w:r>
          <w:rPr>
            <w:webHidden/>
          </w:rPr>
          <w:fldChar w:fldCharType="begin"/>
        </w:r>
        <w:r>
          <w:rPr>
            <w:webHidden/>
          </w:rPr>
          <w:instrText xml:space="preserve"> PAGEREF _Toc202021405 \h </w:instrText>
        </w:r>
        <w:r>
          <w:rPr>
            <w:webHidden/>
          </w:rPr>
        </w:r>
        <w:r>
          <w:rPr>
            <w:webHidden/>
          </w:rPr>
          <w:fldChar w:fldCharType="separate"/>
        </w:r>
        <w:r w:rsidR="000F4250">
          <w:rPr>
            <w:webHidden/>
          </w:rPr>
          <w:t>192</w:t>
        </w:r>
        <w:r>
          <w:rPr>
            <w:webHidden/>
          </w:rPr>
          <w:fldChar w:fldCharType="end"/>
        </w:r>
      </w:hyperlink>
    </w:p>
    <w:p w14:paraId="68FC4864" w14:textId="28A460D3"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6" w:history="1">
        <w:r w:rsidRPr="008F4B8E">
          <w:rPr>
            <w:rStyle w:val="Lienhypertexte"/>
          </w:rPr>
          <w:t>VIII</w:t>
        </w:r>
        <w:r>
          <w:rPr>
            <w:webHidden/>
          </w:rPr>
          <w:tab/>
        </w:r>
        <w:r>
          <w:rPr>
            <w:webHidden/>
          </w:rPr>
          <w:fldChar w:fldCharType="begin"/>
        </w:r>
        <w:r>
          <w:rPr>
            <w:webHidden/>
          </w:rPr>
          <w:instrText xml:space="preserve"> PAGEREF _Toc202021406 \h </w:instrText>
        </w:r>
        <w:r>
          <w:rPr>
            <w:webHidden/>
          </w:rPr>
        </w:r>
        <w:r>
          <w:rPr>
            <w:webHidden/>
          </w:rPr>
          <w:fldChar w:fldCharType="separate"/>
        </w:r>
        <w:r w:rsidR="000F4250">
          <w:rPr>
            <w:webHidden/>
          </w:rPr>
          <w:t>210</w:t>
        </w:r>
        <w:r>
          <w:rPr>
            <w:webHidden/>
          </w:rPr>
          <w:fldChar w:fldCharType="end"/>
        </w:r>
      </w:hyperlink>
    </w:p>
    <w:p w14:paraId="317204FD" w14:textId="75F5C33D"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7" w:history="1">
        <w:r w:rsidRPr="008F4B8E">
          <w:rPr>
            <w:rStyle w:val="Lienhypertexte"/>
          </w:rPr>
          <w:t>IX</w:t>
        </w:r>
        <w:r>
          <w:rPr>
            <w:webHidden/>
          </w:rPr>
          <w:tab/>
        </w:r>
        <w:r>
          <w:rPr>
            <w:webHidden/>
          </w:rPr>
          <w:fldChar w:fldCharType="begin"/>
        </w:r>
        <w:r>
          <w:rPr>
            <w:webHidden/>
          </w:rPr>
          <w:instrText xml:space="preserve"> PAGEREF _Toc202021407 \h </w:instrText>
        </w:r>
        <w:r>
          <w:rPr>
            <w:webHidden/>
          </w:rPr>
        </w:r>
        <w:r>
          <w:rPr>
            <w:webHidden/>
          </w:rPr>
          <w:fldChar w:fldCharType="separate"/>
        </w:r>
        <w:r w:rsidR="000F4250">
          <w:rPr>
            <w:webHidden/>
          </w:rPr>
          <w:t>231</w:t>
        </w:r>
        <w:r>
          <w:rPr>
            <w:webHidden/>
          </w:rPr>
          <w:fldChar w:fldCharType="end"/>
        </w:r>
      </w:hyperlink>
    </w:p>
    <w:p w14:paraId="7E361D85" w14:textId="4600C0D4"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8" w:history="1">
        <w:r w:rsidRPr="008F4B8E">
          <w:rPr>
            <w:rStyle w:val="Lienhypertexte"/>
          </w:rPr>
          <w:t>X</w:t>
        </w:r>
        <w:r>
          <w:rPr>
            <w:webHidden/>
          </w:rPr>
          <w:tab/>
        </w:r>
        <w:r>
          <w:rPr>
            <w:webHidden/>
          </w:rPr>
          <w:fldChar w:fldCharType="begin"/>
        </w:r>
        <w:r>
          <w:rPr>
            <w:webHidden/>
          </w:rPr>
          <w:instrText xml:space="preserve"> PAGEREF _Toc202021408 \h </w:instrText>
        </w:r>
        <w:r>
          <w:rPr>
            <w:webHidden/>
          </w:rPr>
        </w:r>
        <w:r>
          <w:rPr>
            <w:webHidden/>
          </w:rPr>
          <w:fldChar w:fldCharType="separate"/>
        </w:r>
        <w:r w:rsidR="000F4250">
          <w:rPr>
            <w:webHidden/>
          </w:rPr>
          <w:t>256</w:t>
        </w:r>
        <w:r>
          <w:rPr>
            <w:webHidden/>
          </w:rPr>
          <w:fldChar w:fldCharType="end"/>
        </w:r>
      </w:hyperlink>
    </w:p>
    <w:p w14:paraId="7D177FAF" w14:textId="5C7E9CA1"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09" w:history="1">
        <w:r w:rsidRPr="008F4B8E">
          <w:rPr>
            <w:rStyle w:val="Lienhypertexte"/>
          </w:rPr>
          <w:t>XI</w:t>
        </w:r>
        <w:r>
          <w:rPr>
            <w:webHidden/>
          </w:rPr>
          <w:tab/>
        </w:r>
        <w:r>
          <w:rPr>
            <w:webHidden/>
          </w:rPr>
          <w:fldChar w:fldCharType="begin"/>
        </w:r>
        <w:r>
          <w:rPr>
            <w:webHidden/>
          </w:rPr>
          <w:instrText xml:space="preserve"> PAGEREF _Toc202021409 \h </w:instrText>
        </w:r>
        <w:r>
          <w:rPr>
            <w:webHidden/>
          </w:rPr>
        </w:r>
        <w:r>
          <w:rPr>
            <w:webHidden/>
          </w:rPr>
          <w:fldChar w:fldCharType="separate"/>
        </w:r>
        <w:r w:rsidR="000F4250">
          <w:rPr>
            <w:webHidden/>
          </w:rPr>
          <w:t>273</w:t>
        </w:r>
        <w:r>
          <w:rPr>
            <w:webHidden/>
          </w:rPr>
          <w:fldChar w:fldCharType="end"/>
        </w:r>
      </w:hyperlink>
    </w:p>
    <w:p w14:paraId="098A4CE5" w14:textId="71CE2F76"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0" w:history="1">
        <w:r w:rsidRPr="008F4B8E">
          <w:rPr>
            <w:rStyle w:val="Lienhypertexte"/>
          </w:rPr>
          <w:t>XII</w:t>
        </w:r>
        <w:r>
          <w:rPr>
            <w:webHidden/>
          </w:rPr>
          <w:tab/>
        </w:r>
        <w:r>
          <w:rPr>
            <w:webHidden/>
          </w:rPr>
          <w:fldChar w:fldCharType="begin"/>
        </w:r>
        <w:r>
          <w:rPr>
            <w:webHidden/>
          </w:rPr>
          <w:instrText xml:space="preserve"> PAGEREF _Toc202021410 \h </w:instrText>
        </w:r>
        <w:r>
          <w:rPr>
            <w:webHidden/>
          </w:rPr>
        </w:r>
        <w:r>
          <w:rPr>
            <w:webHidden/>
          </w:rPr>
          <w:fldChar w:fldCharType="separate"/>
        </w:r>
        <w:r w:rsidR="000F4250">
          <w:rPr>
            <w:webHidden/>
          </w:rPr>
          <w:t>289</w:t>
        </w:r>
        <w:r>
          <w:rPr>
            <w:webHidden/>
          </w:rPr>
          <w:fldChar w:fldCharType="end"/>
        </w:r>
      </w:hyperlink>
    </w:p>
    <w:p w14:paraId="19B4AB76" w14:textId="2455743F"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1" w:history="1">
        <w:r w:rsidRPr="008F4B8E">
          <w:rPr>
            <w:rStyle w:val="Lienhypertexte"/>
          </w:rPr>
          <w:t>XIII</w:t>
        </w:r>
        <w:r>
          <w:rPr>
            <w:webHidden/>
          </w:rPr>
          <w:tab/>
        </w:r>
        <w:r>
          <w:rPr>
            <w:webHidden/>
          </w:rPr>
          <w:fldChar w:fldCharType="begin"/>
        </w:r>
        <w:r>
          <w:rPr>
            <w:webHidden/>
          </w:rPr>
          <w:instrText xml:space="preserve"> PAGEREF _Toc202021411 \h </w:instrText>
        </w:r>
        <w:r>
          <w:rPr>
            <w:webHidden/>
          </w:rPr>
        </w:r>
        <w:r>
          <w:rPr>
            <w:webHidden/>
          </w:rPr>
          <w:fldChar w:fldCharType="separate"/>
        </w:r>
        <w:r w:rsidR="000F4250">
          <w:rPr>
            <w:webHidden/>
          </w:rPr>
          <w:t>309</w:t>
        </w:r>
        <w:r>
          <w:rPr>
            <w:webHidden/>
          </w:rPr>
          <w:fldChar w:fldCharType="end"/>
        </w:r>
      </w:hyperlink>
    </w:p>
    <w:p w14:paraId="43227F2C" w14:textId="6A7E0CCD"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2" w:history="1">
        <w:r w:rsidRPr="008F4B8E">
          <w:rPr>
            <w:rStyle w:val="Lienhypertexte"/>
          </w:rPr>
          <w:t>XIV</w:t>
        </w:r>
        <w:r>
          <w:rPr>
            <w:webHidden/>
          </w:rPr>
          <w:tab/>
        </w:r>
        <w:r>
          <w:rPr>
            <w:webHidden/>
          </w:rPr>
          <w:fldChar w:fldCharType="begin"/>
        </w:r>
        <w:r>
          <w:rPr>
            <w:webHidden/>
          </w:rPr>
          <w:instrText xml:space="preserve"> PAGEREF _Toc202021412 \h </w:instrText>
        </w:r>
        <w:r>
          <w:rPr>
            <w:webHidden/>
          </w:rPr>
        </w:r>
        <w:r>
          <w:rPr>
            <w:webHidden/>
          </w:rPr>
          <w:fldChar w:fldCharType="separate"/>
        </w:r>
        <w:r w:rsidR="000F4250">
          <w:rPr>
            <w:webHidden/>
          </w:rPr>
          <w:t>335</w:t>
        </w:r>
        <w:r>
          <w:rPr>
            <w:webHidden/>
          </w:rPr>
          <w:fldChar w:fldCharType="end"/>
        </w:r>
      </w:hyperlink>
    </w:p>
    <w:p w14:paraId="1D758265" w14:textId="14ED1C63"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3" w:history="1">
        <w:r w:rsidRPr="008F4B8E">
          <w:rPr>
            <w:rStyle w:val="Lienhypertexte"/>
          </w:rPr>
          <w:t>XV</w:t>
        </w:r>
        <w:r>
          <w:rPr>
            <w:webHidden/>
          </w:rPr>
          <w:tab/>
        </w:r>
        <w:r>
          <w:rPr>
            <w:webHidden/>
          </w:rPr>
          <w:fldChar w:fldCharType="begin"/>
        </w:r>
        <w:r>
          <w:rPr>
            <w:webHidden/>
          </w:rPr>
          <w:instrText xml:space="preserve"> PAGEREF _Toc202021413 \h </w:instrText>
        </w:r>
        <w:r>
          <w:rPr>
            <w:webHidden/>
          </w:rPr>
        </w:r>
        <w:r>
          <w:rPr>
            <w:webHidden/>
          </w:rPr>
          <w:fldChar w:fldCharType="separate"/>
        </w:r>
        <w:r w:rsidR="000F4250">
          <w:rPr>
            <w:webHidden/>
          </w:rPr>
          <w:t>351</w:t>
        </w:r>
        <w:r>
          <w:rPr>
            <w:webHidden/>
          </w:rPr>
          <w:fldChar w:fldCharType="end"/>
        </w:r>
      </w:hyperlink>
    </w:p>
    <w:p w14:paraId="40181423" w14:textId="6D032DED"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4" w:history="1">
        <w:r w:rsidRPr="008F4B8E">
          <w:rPr>
            <w:rStyle w:val="Lienhypertexte"/>
          </w:rPr>
          <w:t>XVI</w:t>
        </w:r>
        <w:r>
          <w:rPr>
            <w:webHidden/>
          </w:rPr>
          <w:tab/>
        </w:r>
        <w:r>
          <w:rPr>
            <w:webHidden/>
          </w:rPr>
          <w:fldChar w:fldCharType="begin"/>
        </w:r>
        <w:r>
          <w:rPr>
            <w:webHidden/>
          </w:rPr>
          <w:instrText xml:space="preserve"> PAGEREF _Toc202021414 \h </w:instrText>
        </w:r>
        <w:r>
          <w:rPr>
            <w:webHidden/>
          </w:rPr>
        </w:r>
        <w:r>
          <w:rPr>
            <w:webHidden/>
          </w:rPr>
          <w:fldChar w:fldCharType="separate"/>
        </w:r>
        <w:r w:rsidR="000F4250">
          <w:rPr>
            <w:webHidden/>
          </w:rPr>
          <w:t>373</w:t>
        </w:r>
        <w:r>
          <w:rPr>
            <w:webHidden/>
          </w:rPr>
          <w:fldChar w:fldCharType="end"/>
        </w:r>
      </w:hyperlink>
    </w:p>
    <w:p w14:paraId="76C96C70" w14:textId="2E6CEE4F"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5" w:history="1">
        <w:r w:rsidRPr="008F4B8E">
          <w:rPr>
            <w:rStyle w:val="Lienhypertexte"/>
          </w:rPr>
          <w:t>XVII</w:t>
        </w:r>
        <w:r>
          <w:rPr>
            <w:webHidden/>
          </w:rPr>
          <w:tab/>
        </w:r>
        <w:r>
          <w:rPr>
            <w:webHidden/>
          </w:rPr>
          <w:fldChar w:fldCharType="begin"/>
        </w:r>
        <w:r>
          <w:rPr>
            <w:webHidden/>
          </w:rPr>
          <w:instrText xml:space="preserve"> PAGEREF _Toc202021415 \h </w:instrText>
        </w:r>
        <w:r>
          <w:rPr>
            <w:webHidden/>
          </w:rPr>
        </w:r>
        <w:r>
          <w:rPr>
            <w:webHidden/>
          </w:rPr>
          <w:fldChar w:fldCharType="separate"/>
        </w:r>
        <w:r w:rsidR="000F4250">
          <w:rPr>
            <w:webHidden/>
          </w:rPr>
          <w:t>398</w:t>
        </w:r>
        <w:r>
          <w:rPr>
            <w:webHidden/>
          </w:rPr>
          <w:fldChar w:fldCharType="end"/>
        </w:r>
      </w:hyperlink>
    </w:p>
    <w:p w14:paraId="2851E9D8" w14:textId="0D81F8CD"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6" w:history="1">
        <w:r w:rsidRPr="008F4B8E">
          <w:rPr>
            <w:rStyle w:val="Lienhypertexte"/>
          </w:rPr>
          <w:t>XVIII</w:t>
        </w:r>
        <w:r>
          <w:rPr>
            <w:webHidden/>
          </w:rPr>
          <w:tab/>
        </w:r>
        <w:r>
          <w:rPr>
            <w:webHidden/>
          </w:rPr>
          <w:fldChar w:fldCharType="begin"/>
        </w:r>
        <w:r>
          <w:rPr>
            <w:webHidden/>
          </w:rPr>
          <w:instrText xml:space="preserve"> PAGEREF _Toc202021416 \h </w:instrText>
        </w:r>
        <w:r>
          <w:rPr>
            <w:webHidden/>
          </w:rPr>
        </w:r>
        <w:r>
          <w:rPr>
            <w:webHidden/>
          </w:rPr>
          <w:fldChar w:fldCharType="separate"/>
        </w:r>
        <w:r w:rsidR="000F4250">
          <w:rPr>
            <w:webHidden/>
          </w:rPr>
          <w:t>416</w:t>
        </w:r>
        <w:r>
          <w:rPr>
            <w:webHidden/>
          </w:rPr>
          <w:fldChar w:fldCharType="end"/>
        </w:r>
      </w:hyperlink>
    </w:p>
    <w:p w14:paraId="6984BF56" w14:textId="03AC2B10"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7" w:history="1">
        <w:r w:rsidRPr="008F4B8E">
          <w:rPr>
            <w:rStyle w:val="Lienhypertexte"/>
          </w:rPr>
          <w:t>XIX</w:t>
        </w:r>
        <w:r>
          <w:rPr>
            <w:webHidden/>
          </w:rPr>
          <w:tab/>
        </w:r>
        <w:r>
          <w:rPr>
            <w:webHidden/>
          </w:rPr>
          <w:fldChar w:fldCharType="begin"/>
        </w:r>
        <w:r>
          <w:rPr>
            <w:webHidden/>
          </w:rPr>
          <w:instrText xml:space="preserve"> PAGEREF _Toc202021417 \h </w:instrText>
        </w:r>
        <w:r>
          <w:rPr>
            <w:webHidden/>
          </w:rPr>
        </w:r>
        <w:r>
          <w:rPr>
            <w:webHidden/>
          </w:rPr>
          <w:fldChar w:fldCharType="separate"/>
        </w:r>
        <w:r w:rsidR="000F4250">
          <w:rPr>
            <w:webHidden/>
          </w:rPr>
          <w:t>435</w:t>
        </w:r>
        <w:r>
          <w:rPr>
            <w:webHidden/>
          </w:rPr>
          <w:fldChar w:fldCharType="end"/>
        </w:r>
      </w:hyperlink>
    </w:p>
    <w:p w14:paraId="24AD251A" w14:textId="42B7C3B7"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8" w:history="1">
        <w:r w:rsidRPr="008F4B8E">
          <w:rPr>
            <w:rStyle w:val="Lienhypertexte"/>
          </w:rPr>
          <w:t>XX</w:t>
        </w:r>
        <w:r>
          <w:rPr>
            <w:webHidden/>
          </w:rPr>
          <w:tab/>
        </w:r>
        <w:r>
          <w:rPr>
            <w:webHidden/>
          </w:rPr>
          <w:fldChar w:fldCharType="begin"/>
        </w:r>
        <w:r>
          <w:rPr>
            <w:webHidden/>
          </w:rPr>
          <w:instrText xml:space="preserve"> PAGEREF _Toc202021418 \h </w:instrText>
        </w:r>
        <w:r>
          <w:rPr>
            <w:webHidden/>
          </w:rPr>
        </w:r>
        <w:r>
          <w:rPr>
            <w:webHidden/>
          </w:rPr>
          <w:fldChar w:fldCharType="separate"/>
        </w:r>
        <w:r w:rsidR="000F4250">
          <w:rPr>
            <w:webHidden/>
          </w:rPr>
          <w:t>466</w:t>
        </w:r>
        <w:r>
          <w:rPr>
            <w:webHidden/>
          </w:rPr>
          <w:fldChar w:fldCharType="end"/>
        </w:r>
      </w:hyperlink>
    </w:p>
    <w:p w14:paraId="21752EA3" w14:textId="7D916221"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19" w:history="1">
        <w:r w:rsidRPr="008F4B8E">
          <w:rPr>
            <w:rStyle w:val="Lienhypertexte"/>
          </w:rPr>
          <w:t>XXI</w:t>
        </w:r>
        <w:r>
          <w:rPr>
            <w:webHidden/>
          </w:rPr>
          <w:tab/>
        </w:r>
        <w:r>
          <w:rPr>
            <w:webHidden/>
          </w:rPr>
          <w:fldChar w:fldCharType="begin"/>
        </w:r>
        <w:r>
          <w:rPr>
            <w:webHidden/>
          </w:rPr>
          <w:instrText xml:space="preserve"> PAGEREF _Toc202021419 \h </w:instrText>
        </w:r>
        <w:r>
          <w:rPr>
            <w:webHidden/>
          </w:rPr>
        </w:r>
        <w:r>
          <w:rPr>
            <w:webHidden/>
          </w:rPr>
          <w:fldChar w:fldCharType="separate"/>
        </w:r>
        <w:r w:rsidR="000F4250">
          <w:rPr>
            <w:webHidden/>
          </w:rPr>
          <w:t>491</w:t>
        </w:r>
        <w:r>
          <w:rPr>
            <w:webHidden/>
          </w:rPr>
          <w:fldChar w:fldCharType="end"/>
        </w:r>
      </w:hyperlink>
    </w:p>
    <w:p w14:paraId="278AF50A" w14:textId="255581EE" w:rsidR="00563CB6" w:rsidRDefault="00563CB6">
      <w:pPr>
        <w:pStyle w:val="TM1"/>
        <w:rPr>
          <w:rFonts w:asciiTheme="minorHAnsi" w:eastAsiaTheme="minorEastAsia" w:hAnsiTheme="minorHAnsi" w:cstheme="minorBidi"/>
          <w:bCs w:val="0"/>
          <w:iCs w:val="0"/>
          <w:color w:val="auto"/>
          <w:kern w:val="2"/>
          <w:sz w:val="24"/>
          <w:szCs w:val="24"/>
          <w14:ligatures w14:val="standardContextual"/>
        </w:rPr>
      </w:pPr>
      <w:hyperlink w:anchor="_Toc202021420" w:history="1">
        <w:r w:rsidRPr="008F4B8E">
          <w:rPr>
            <w:rStyle w:val="Lienhypertexte"/>
          </w:rPr>
          <w:t>À propos de cette édition électronique</w:t>
        </w:r>
        <w:r>
          <w:rPr>
            <w:webHidden/>
          </w:rPr>
          <w:tab/>
        </w:r>
        <w:r>
          <w:rPr>
            <w:webHidden/>
          </w:rPr>
          <w:fldChar w:fldCharType="begin"/>
        </w:r>
        <w:r>
          <w:rPr>
            <w:webHidden/>
          </w:rPr>
          <w:instrText xml:space="preserve"> PAGEREF _Toc202021420 \h </w:instrText>
        </w:r>
        <w:r>
          <w:rPr>
            <w:webHidden/>
          </w:rPr>
        </w:r>
        <w:r>
          <w:rPr>
            <w:webHidden/>
          </w:rPr>
          <w:fldChar w:fldCharType="separate"/>
        </w:r>
        <w:r w:rsidR="000F4250">
          <w:rPr>
            <w:webHidden/>
          </w:rPr>
          <w:t>510</w:t>
        </w:r>
        <w:r>
          <w:rPr>
            <w:webHidden/>
          </w:rPr>
          <w:fldChar w:fldCharType="end"/>
        </w:r>
      </w:hyperlink>
    </w:p>
    <w:p w14:paraId="5ED47715" w14:textId="18E74199" w:rsidR="00033562" w:rsidRDefault="00033562">
      <w:r>
        <w:fldChar w:fldCharType="end"/>
      </w:r>
    </w:p>
    <w:p w14:paraId="17E93B12" w14:textId="77777777" w:rsidR="00855694" w:rsidRPr="009071AC" w:rsidRDefault="00855694" w:rsidP="00F635DB">
      <w:pPr>
        <w:pStyle w:val="Titre1"/>
      </w:pPr>
      <w:bookmarkStart w:id="0" w:name="_Toc202021398"/>
      <w:r w:rsidRPr="009071AC">
        <w:lastRenderedPageBreak/>
        <w:t>À MADAME BLANCHE SILVA</w:t>
      </w:r>
      <w:bookmarkEnd w:id="0"/>
    </w:p>
    <w:p w14:paraId="698BDE3B" w14:textId="77777777" w:rsidR="00855694" w:rsidRDefault="00855694" w:rsidP="00855694">
      <w:pPr>
        <w:rPr>
          <w:i/>
        </w:rPr>
      </w:pPr>
    </w:p>
    <w:p w14:paraId="5C5D7954" w14:textId="77777777" w:rsidR="00F635DB" w:rsidRDefault="00855694" w:rsidP="00F635DB">
      <w:pPr>
        <w:rPr>
          <w:i/>
        </w:rPr>
      </w:pPr>
      <w:r w:rsidRPr="009071AC">
        <w:rPr>
          <w:i/>
        </w:rPr>
        <w:t>Madame</w:t>
      </w:r>
      <w:r w:rsidR="00F635DB">
        <w:rPr>
          <w:i/>
        </w:rPr>
        <w:t>,</w:t>
      </w:r>
    </w:p>
    <w:p w14:paraId="07FC0DE2" w14:textId="77777777" w:rsidR="00F635DB" w:rsidRDefault="00855694" w:rsidP="00F635DB">
      <w:pPr>
        <w:rPr>
          <w:i/>
        </w:rPr>
      </w:pPr>
      <w:r w:rsidRPr="009071AC">
        <w:rPr>
          <w:i/>
        </w:rPr>
        <w:t>En écrivant votre nom à la première page de ce volume</w:t>
      </w:r>
      <w:r w:rsidR="00F635DB">
        <w:rPr>
          <w:i/>
        </w:rPr>
        <w:t xml:space="preserve">, </w:t>
      </w:r>
      <w:r w:rsidRPr="009071AC">
        <w:rPr>
          <w:i/>
        </w:rPr>
        <w:t>permettez-moi d</w:t>
      </w:r>
      <w:r w:rsidR="00F635DB">
        <w:rPr>
          <w:i/>
        </w:rPr>
        <w:t>’</w:t>
      </w:r>
      <w:r w:rsidRPr="009071AC">
        <w:rPr>
          <w:i/>
        </w:rPr>
        <w:t>attester une amitié dont je suis fier</w:t>
      </w:r>
      <w:r w:rsidR="00F635DB">
        <w:rPr>
          <w:i/>
        </w:rPr>
        <w:t>.</w:t>
      </w:r>
    </w:p>
    <w:p w14:paraId="70AB919A" w14:textId="77777777" w:rsidR="00F635DB" w:rsidRDefault="00855694" w:rsidP="00F635DB">
      <w:pPr>
        <w:jc w:val="right"/>
      </w:pPr>
      <w:r w:rsidRPr="00F635DB">
        <w:t>ÉMILE GABORIAU</w:t>
      </w:r>
      <w:r w:rsidR="00F635DB">
        <w:t>.</w:t>
      </w:r>
    </w:p>
    <w:p w14:paraId="513FB25E" w14:textId="6BAD4135" w:rsidR="00855694" w:rsidRPr="009071AC" w:rsidRDefault="00855694" w:rsidP="00F635DB">
      <w:pPr>
        <w:pStyle w:val="Titre1"/>
      </w:pPr>
      <w:bookmarkStart w:id="1" w:name="_Toc202021399"/>
      <w:r w:rsidRPr="009071AC">
        <w:lastRenderedPageBreak/>
        <w:t>I</w:t>
      </w:r>
      <w:bookmarkEnd w:id="1"/>
      <w:r w:rsidRPr="009071AC">
        <w:br/>
      </w:r>
    </w:p>
    <w:p w14:paraId="6EC77074" w14:textId="4ED32077" w:rsidR="00F635DB" w:rsidRDefault="00855694" w:rsidP="00F635DB">
      <w:r w:rsidRPr="009071AC">
        <w:t>C</w:t>
      </w:r>
      <w:r w:rsidR="00F635DB">
        <w:t>’</w:t>
      </w:r>
      <w:r w:rsidRPr="009071AC">
        <w:t>était le 1</w:t>
      </w:r>
      <w:r w:rsidR="00F635DB" w:rsidRPr="009071AC">
        <w:t>5</w:t>
      </w:r>
      <w:r w:rsidR="00F635DB">
        <w:t> </w:t>
      </w:r>
      <w:r w:rsidR="00F635DB" w:rsidRPr="009071AC">
        <w:t>octobre</w:t>
      </w:r>
      <w:r w:rsidR="00F635DB">
        <w:t xml:space="preserve">, </w:t>
      </w:r>
      <w:r w:rsidRPr="009071AC">
        <w:t>un jeudi soir</w:t>
      </w:r>
      <w:r w:rsidR="00F635DB">
        <w:t>.</w:t>
      </w:r>
    </w:p>
    <w:p w14:paraId="3F94D01D" w14:textId="77777777" w:rsidR="00F635DB" w:rsidRDefault="00855694" w:rsidP="00F635DB">
      <w:r w:rsidRPr="009071AC">
        <w:t>Il n</w:t>
      </w:r>
      <w:r w:rsidR="00F635DB">
        <w:t>’</w:t>
      </w:r>
      <w:r w:rsidRPr="009071AC">
        <w:t>était que six heures et demie</w:t>
      </w:r>
      <w:r w:rsidR="00F635DB">
        <w:t xml:space="preserve">, </w:t>
      </w:r>
      <w:r w:rsidRPr="009071AC">
        <w:t>mais depuis longtemps déjà la nuit était venue</w:t>
      </w:r>
      <w:r w:rsidR="00F635DB">
        <w:t>.</w:t>
      </w:r>
    </w:p>
    <w:p w14:paraId="762AFA2F" w14:textId="77777777" w:rsidR="00F635DB" w:rsidRDefault="00855694" w:rsidP="00F635DB">
      <w:r w:rsidRPr="009071AC">
        <w:t>Il faisait froid</w:t>
      </w:r>
      <w:r w:rsidR="00F635DB">
        <w:t xml:space="preserve">, </w:t>
      </w:r>
      <w:r w:rsidRPr="009071AC">
        <w:t>le ciel était noir comme de l</w:t>
      </w:r>
      <w:r w:rsidR="00F635DB">
        <w:t>’</w:t>
      </w:r>
      <w:r w:rsidRPr="009071AC">
        <w:t>encre</w:t>
      </w:r>
      <w:r w:rsidR="00F635DB">
        <w:t xml:space="preserve">, </w:t>
      </w:r>
      <w:r w:rsidRPr="009071AC">
        <w:t>le vent soufflait en tempête</w:t>
      </w:r>
      <w:r w:rsidR="00F635DB">
        <w:t xml:space="preserve">, </w:t>
      </w:r>
      <w:r w:rsidRPr="009071AC">
        <w:t>il pleuvait</w:t>
      </w:r>
      <w:r w:rsidR="00F635DB">
        <w:t>.</w:t>
      </w:r>
    </w:p>
    <w:p w14:paraId="7157D54C" w14:textId="77777777" w:rsidR="00F635DB" w:rsidRDefault="00855694" w:rsidP="00F635DB">
      <w:r w:rsidRPr="009071AC">
        <w:t>Les domestiques de l</w:t>
      </w:r>
      <w:r w:rsidR="00F635DB">
        <w:t>’</w:t>
      </w:r>
      <w:r w:rsidRPr="009071AC">
        <w:t xml:space="preserve">hôtel de </w:t>
      </w:r>
      <w:proofErr w:type="spellStart"/>
      <w:r w:rsidRPr="009071AC">
        <w:t>Chalusse</w:t>
      </w:r>
      <w:proofErr w:type="spellEnd"/>
      <w:r w:rsidR="00F635DB">
        <w:t xml:space="preserve">, </w:t>
      </w:r>
      <w:r w:rsidRPr="009071AC">
        <w:t>un des plus magnifiques de la rue de Courcelles</w:t>
      </w:r>
      <w:r w:rsidR="00F635DB">
        <w:t xml:space="preserve">, </w:t>
      </w:r>
      <w:r w:rsidRPr="009071AC">
        <w:t>étaient réunis chez le concierge</w:t>
      </w:r>
      <w:r w:rsidR="00F635DB">
        <w:t xml:space="preserve">, </w:t>
      </w:r>
      <w:r w:rsidRPr="009071AC">
        <w:t>lequel occupait</w:t>
      </w:r>
      <w:r w:rsidR="00F635DB">
        <w:t xml:space="preserve">, </w:t>
      </w:r>
      <w:r w:rsidRPr="009071AC">
        <w:t>avec son épouse</w:t>
      </w:r>
      <w:r w:rsidR="00F635DB">
        <w:t xml:space="preserve">, </w:t>
      </w:r>
      <w:r w:rsidRPr="009071AC">
        <w:t>un pavillon de deux pièces</w:t>
      </w:r>
      <w:r w:rsidR="00F635DB">
        <w:t xml:space="preserve">, </w:t>
      </w:r>
      <w:r w:rsidRPr="009071AC">
        <w:t>à droite de la vaste cour sablée</w:t>
      </w:r>
      <w:r w:rsidR="00F635DB">
        <w:t>.</w:t>
      </w:r>
    </w:p>
    <w:p w14:paraId="53614C57" w14:textId="3974CD99" w:rsidR="00F635DB" w:rsidRDefault="00855694" w:rsidP="00F635DB">
      <w:r w:rsidRPr="009071AC">
        <w:t>À l</w:t>
      </w:r>
      <w:r w:rsidR="00F635DB">
        <w:t>’</w:t>
      </w:r>
      <w:r w:rsidRPr="009071AC">
        <w:t xml:space="preserve">hôtel de </w:t>
      </w:r>
      <w:proofErr w:type="spellStart"/>
      <w:r w:rsidRPr="009071AC">
        <w:t>Chalusse</w:t>
      </w:r>
      <w:proofErr w:type="spellEnd"/>
      <w:r w:rsidR="00F635DB">
        <w:t xml:space="preserve">, </w:t>
      </w:r>
      <w:r w:rsidRPr="009071AC">
        <w:t>comme dans toutes les grandes maisons</w:t>
      </w:r>
      <w:r w:rsidR="00F635DB">
        <w:t xml:space="preserve">, </w:t>
      </w:r>
      <w:r w:rsidRPr="009071AC">
        <w:t>le concierge</w:t>
      </w:r>
      <w:r w:rsidR="00F635DB">
        <w:t>, M. </w:t>
      </w:r>
      <w:proofErr w:type="spellStart"/>
      <w:r w:rsidRPr="009071AC">
        <w:t>Bourigeau</w:t>
      </w:r>
      <w:proofErr w:type="spellEnd"/>
      <w:r w:rsidR="00F635DB">
        <w:t xml:space="preserve">, </w:t>
      </w:r>
      <w:r w:rsidRPr="009071AC">
        <w:t>était un personnage d</w:t>
      </w:r>
      <w:r w:rsidR="00F635DB">
        <w:t>’</w:t>
      </w:r>
      <w:r w:rsidRPr="009071AC">
        <w:t>une importance exceptionnelle</w:t>
      </w:r>
      <w:r w:rsidR="00F635DB">
        <w:t xml:space="preserve">, </w:t>
      </w:r>
      <w:r w:rsidRPr="009071AC">
        <w:t>toujours prêt à faire sentir cruellement son autorité à qui eût osé seulement la mettre en doute</w:t>
      </w:r>
      <w:r w:rsidR="00F635DB">
        <w:t>.</w:t>
      </w:r>
    </w:p>
    <w:p w14:paraId="4CA69F5A" w14:textId="77777777" w:rsidR="00F635DB" w:rsidRDefault="00855694" w:rsidP="00F635DB">
      <w:r w:rsidRPr="009071AC">
        <w:t>À le voir on reconnaissait le serviteur qui tient au bout de son cordon le plaisir et la liberté de tous les autres</w:t>
      </w:r>
      <w:r w:rsidR="00F635DB">
        <w:t xml:space="preserve">, </w:t>
      </w:r>
      <w:r w:rsidRPr="009071AC">
        <w:t>celui qui favorise les sorties défendues par le maître</w:t>
      </w:r>
      <w:r w:rsidR="00F635DB">
        <w:t xml:space="preserve">, </w:t>
      </w:r>
      <w:r w:rsidRPr="009071AC">
        <w:t>celui qui peut cacher</w:t>
      </w:r>
      <w:r w:rsidR="00F635DB">
        <w:t xml:space="preserve">, </w:t>
      </w:r>
      <w:r w:rsidRPr="009071AC">
        <w:t>si telle est sa volonté</w:t>
      </w:r>
      <w:r w:rsidR="00F635DB">
        <w:t xml:space="preserve">, </w:t>
      </w:r>
      <w:r w:rsidRPr="009071AC">
        <w:t>les rentrées mystérieuses</w:t>
      </w:r>
      <w:r w:rsidR="00F635DB">
        <w:t xml:space="preserve">, </w:t>
      </w:r>
      <w:r w:rsidRPr="009071AC">
        <w:t>la nuit</w:t>
      </w:r>
      <w:r w:rsidR="00F635DB">
        <w:t xml:space="preserve">, </w:t>
      </w:r>
      <w:r w:rsidRPr="009071AC">
        <w:t>après la fermeture du bal public ou de l</w:t>
      </w:r>
      <w:r w:rsidR="00F635DB">
        <w:t>’</w:t>
      </w:r>
      <w:r w:rsidRPr="009071AC">
        <w:t>estaminet</w:t>
      </w:r>
      <w:r w:rsidR="00F635DB">
        <w:t>.</w:t>
      </w:r>
    </w:p>
    <w:p w14:paraId="3016C9A8" w14:textId="376BA3FE" w:rsidR="00F635DB" w:rsidRDefault="00855694" w:rsidP="00F635DB">
      <w:r w:rsidRPr="009071AC">
        <w:t>C</w:t>
      </w:r>
      <w:r w:rsidR="00F635DB">
        <w:t>’</w:t>
      </w:r>
      <w:r w:rsidRPr="009071AC">
        <w:t xml:space="preserve">est dire que </w:t>
      </w:r>
      <w:r w:rsidR="00F635DB">
        <w:t>M. </w:t>
      </w:r>
      <w:r w:rsidRPr="009071AC">
        <w:t xml:space="preserve">et </w:t>
      </w:r>
      <w:r w:rsidR="00F635DB">
        <w:t>M</w:t>
      </w:r>
      <w:r w:rsidR="00F635DB" w:rsidRPr="00F635DB">
        <w:rPr>
          <w:vertAlign w:val="superscript"/>
        </w:rPr>
        <w:t>me</w:t>
      </w:r>
      <w:r w:rsidR="00F635DB">
        <w:t> </w:t>
      </w:r>
      <w:proofErr w:type="spellStart"/>
      <w:r w:rsidRPr="009071AC">
        <w:t>Bourigeau</w:t>
      </w:r>
      <w:proofErr w:type="spellEnd"/>
      <w:r w:rsidRPr="009071AC">
        <w:t xml:space="preserve"> étaient l</w:t>
      </w:r>
      <w:r w:rsidR="00F635DB">
        <w:t>’</w:t>
      </w:r>
      <w:r w:rsidRPr="009071AC">
        <w:t>objet de toutes sortes d</w:t>
      </w:r>
      <w:r w:rsidR="00F635DB">
        <w:t>’</w:t>
      </w:r>
      <w:r w:rsidRPr="009071AC">
        <w:t>adulations et de gâteries</w:t>
      </w:r>
      <w:r w:rsidR="00F635DB">
        <w:t>.</w:t>
      </w:r>
    </w:p>
    <w:p w14:paraId="283F5AC8" w14:textId="590C0104" w:rsidR="00F635DB" w:rsidRDefault="00855694" w:rsidP="00F635DB">
      <w:r w:rsidRPr="009071AC">
        <w:t>Ce soir-là</w:t>
      </w:r>
      <w:r w:rsidR="00F635DB">
        <w:t xml:space="preserve">, </w:t>
      </w:r>
      <w:r w:rsidRPr="009071AC">
        <w:t>le maître était sorti</w:t>
      </w:r>
      <w:r w:rsidR="00F635DB">
        <w:t xml:space="preserve">, </w:t>
      </w:r>
      <w:r w:rsidRPr="009071AC">
        <w:t xml:space="preserve">et le premier valet de chambre de </w:t>
      </w:r>
      <w:r w:rsidR="00F635DB">
        <w:t>M. </w:t>
      </w:r>
      <w:r w:rsidRPr="009071AC">
        <w:t xml:space="preserve">le comte de </w:t>
      </w:r>
      <w:proofErr w:type="spellStart"/>
      <w:r w:rsidRPr="009071AC">
        <w:t>Chalusse</w:t>
      </w:r>
      <w:proofErr w:type="spellEnd"/>
      <w:r w:rsidR="00F635DB">
        <w:t>, M. </w:t>
      </w:r>
      <w:r w:rsidRPr="009071AC">
        <w:t>Casimir</w:t>
      </w:r>
      <w:r w:rsidR="00F635DB">
        <w:t xml:space="preserve">, </w:t>
      </w:r>
      <w:r w:rsidRPr="009071AC">
        <w:t>offrait le café</w:t>
      </w:r>
      <w:r w:rsidR="00F635DB">
        <w:t>.</w:t>
      </w:r>
    </w:p>
    <w:p w14:paraId="55A8C03F" w14:textId="737047D7" w:rsidR="00F635DB" w:rsidRDefault="00855694" w:rsidP="00F635DB">
      <w:r w:rsidRPr="009071AC">
        <w:lastRenderedPageBreak/>
        <w:t>Et tout en sirotant le gloria largement battu de fin cognac</w:t>
      </w:r>
      <w:r w:rsidR="00F635DB">
        <w:t xml:space="preserve">, </w:t>
      </w:r>
      <w:r w:rsidRPr="009071AC">
        <w:t xml:space="preserve">présent de </w:t>
      </w:r>
      <w:r w:rsidR="00F635DB">
        <w:t>M. </w:t>
      </w:r>
      <w:r w:rsidRPr="009071AC">
        <w:t>le sommelier</w:t>
      </w:r>
      <w:r w:rsidR="00F635DB">
        <w:t xml:space="preserve">, </w:t>
      </w:r>
      <w:r w:rsidRPr="009071AC">
        <w:t>on se plaignait</w:t>
      </w:r>
      <w:r w:rsidR="00F635DB">
        <w:t xml:space="preserve">, </w:t>
      </w:r>
      <w:r w:rsidRPr="009071AC">
        <w:t>comme de juste</w:t>
      </w:r>
      <w:r w:rsidR="00F635DB">
        <w:t xml:space="preserve">, </w:t>
      </w:r>
      <w:r w:rsidRPr="009071AC">
        <w:t>de l</w:t>
      </w:r>
      <w:r w:rsidR="00F635DB">
        <w:t>’</w:t>
      </w:r>
      <w:r w:rsidRPr="009071AC">
        <w:t>ennemi commun</w:t>
      </w:r>
      <w:r w:rsidR="00F635DB">
        <w:t xml:space="preserve">, </w:t>
      </w:r>
      <w:r w:rsidRPr="009071AC">
        <w:t>du maître</w:t>
      </w:r>
      <w:r w:rsidR="00F635DB">
        <w:t>.</w:t>
      </w:r>
    </w:p>
    <w:p w14:paraId="57CFDB00" w14:textId="77777777" w:rsidR="00F635DB" w:rsidRDefault="00855694" w:rsidP="00F635DB">
      <w:r w:rsidRPr="009071AC">
        <w:t>C</w:t>
      </w:r>
      <w:r w:rsidR="00F635DB">
        <w:t>’</w:t>
      </w:r>
      <w:r w:rsidRPr="009071AC">
        <w:t>était une petite camériste au nez odieusement retroussé qui avait la parole</w:t>
      </w:r>
      <w:r w:rsidR="00F635DB">
        <w:t>.</w:t>
      </w:r>
    </w:p>
    <w:p w14:paraId="256DF512" w14:textId="77777777" w:rsidR="00F635DB" w:rsidRDefault="00855694" w:rsidP="00F635DB">
      <w:r w:rsidRPr="009071AC">
        <w:t>Elle mettait au fait de la maison un grand drôle</w:t>
      </w:r>
      <w:r w:rsidR="00F635DB">
        <w:t xml:space="preserve">, </w:t>
      </w:r>
      <w:r w:rsidRPr="009071AC">
        <w:t>à l</w:t>
      </w:r>
      <w:r w:rsidR="00F635DB">
        <w:t>’</w:t>
      </w:r>
      <w:r w:rsidRPr="009071AC">
        <w:t>air bassement insolent</w:t>
      </w:r>
      <w:r w:rsidR="00F635DB">
        <w:t xml:space="preserve">, </w:t>
      </w:r>
      <w:r w:rsidRPr="009071AC">
        <w:t>admis depuis la veille seulement au nombre des valets de pied</w:t>
      </w:r>
      <w:r w:rsidR="00F635DB">
        <w:t>.</w:t>
      </w:r>
    </w:p>
    <w:p w14:paraId="15CECCD1" w14:textId="4DF88FA8" w:rsidR="00F635DB" w:rsidRDefault="00F635DB" w:rsidP="00F635DB">
      <w:r>
        <w:t>— </w:t>
      </w:r>
      <w:r w:rsidR="00855694" w:rsidRPr="009071AC">
        <w:t>À coup sûr</w:t>
      </w:r>
      <w:r>
        <w:t xml:space="preserve">, </w:t>
      </w:r>
      <w:proofErr w:type="spellStart"/>
      <w:r w:rsidR="00855694" w:rsidRPr="009071AC">
        <w:t>expliquait-elle</w:t>
      </w:r>
      <w:proofErr w:type="spellEnd"/>
      <w:r>
        <w:t xml:space="preserve">, </w:t>
      </w:r>
      <w:r w:rsidR="00855694" w:rsidRPr="009071AC">
        <w:t>la place est supportable</w:t>
      </w:r>
      <w:r>
        <w:t xml:space="preserve">. </w:t>
      </w:r>
      <w:r w:rsidR="00855694" w:rsidRPr="009071AC">
        <w:t>Les gages sont forts</w:t>
      </w:r>
      <w:r>
        <w:t xml:space="preserve">, </w:t>
      </w:r>
      <w:r w:rsidR="00855694" w:rsidRPr="009071AC">
        <w:t>la nourriture est bonne</w:t>
      </w:r>
      <w:r>
        <w:t xml:space="preserve">, </w:t>
      </w:r>
      <w:r w:rsidR="00855694" w:rsidRPr="009071AC">
        <w:t>la livrée est juste assez voyante pour avantager un bel homme</w:t>
      </w:r>
      <w:r>
        <w:t xml:space="preserve"> ; </w:t>
      </w:r>
      <w:r w:rsidR="00855694" w:rsidRPr="009071AC">
        <w:t xml:space="preserve">enfin </w:t>
      </w:r>
      <w:r>
        <w:t>M</w:t>
      </w:r>
      <w:r w:rsidRPr="00F635DB">
        <w:rPr>
          <w:vertAlign w:val="superscript"/>
        </w:rPr>
        <w:t>me</w:t>
      </w:r>
      <w:r>
        <w:t> </w:t>
      </w:r>
      <w:r w:rsidR="00855694" w:rsidRPr="009071AC">
        <w:t>Léon</w:t>
      </w:r>
      <w:r>
        <w:t xml:space="preserve">, </w:t>
      </w:r>
      <w:r w:rsidR="00855694" w:rsidRPr="009071AC">
        <w:t>la femme de charge</w:t>
      </w:r>
      <w:r>
        <w:t xml:space="preserve">, </w:t>
      </w:r>
      <w:r w:rsidR="00855694" w:rsidRPr="009071AC">
        <w:t>qui a la direction de tout</w:t>
      </w:r>
      <w:r>
        <w:t xml:space="preserve">, </w:t>
      </w:r>
      <w:r w:rsidR="00855694" w:rsidRPr="009071AC">
        <w:t>n</w:t>
      </w:r>
      <w:r>
        <w:t>’</w:t>
      </w:r>
      <w:r w:rsidR="00855694" w:rsidRPr="009071AC">
        <w:t>est pas trop regardante</w:t>
      </w:r>
      <w:r>
        <w:t>.</w:t>
      </w:r>
    </w:p>
    <w:p w14:paraId="0447ED48" w14:textId="77777777" w:rsidR="00F635DB" w:rsidRDefault="00F635DB" w:rsidP="00F635DB">
      <w:r>
        <w:t>— </w:t>
      </w:r>
      <w:r w:rsidR="00855694" w:rsidRPr="009071AC">
        <w:t>Et l</w:t>
      </w:r>
      <w:r>
        <w:t>’</w:t>
      </w:r>
      <w:r w:rsidR="00855694" w:rsidRPr="009071AC">
        <w:t>ouvrage</w:t>
      </w:r>
      <w:r>
        <w:t> ?</w:t>
      </w:r>
    </w:p>
    <w:p w14:paraId="38D014F9" w14:textId="380B7553" w:rsidR="00F635DB" w:rsidRDefault="00F635DB" w:rsidP="00F635DB">
      <w:r>
        <w:t>— </w:t>
      </w:r>
      <w:r w:rsidR="00855694" w:rsidRPr="009071AC">
        <w:t>Rien à faire</w:t>
      </w:r>
      <w:r>
        <w:t xml:space="preserve">. </w:t>
      </w:r>
      <w:r w:rsidR="00855694" w:rsidRPr="009071AC">
        <w:t>Pensez donc</w:t>
      </w:r>
      <w:r>
        <w:t xml:space="preserve">, </w:t>
      </w:r>
      <w:r w:rsidR="00855694" w:rsidRPr="009071AC">
        <w:t>nous sommes dix-huit pour servir deux maîtres</w:t>
      </w:r>
      <w:r>
        <w:t>, M. </w:t>
      </w:r>
      <w:r w:rsidR="00855694" w:rsidRPr="009071AC">
        <w:t xml:space="preserve">le comte et </w:t>
      </w:r>
      <w:r>
        <w:t>M</w:t>
      </w:r>
      <w:r w:rsidRPr="00F635DB">
        <w:rPr>
          <w:vertAlign w:val="superscript"/>
        </w:rPr>
        <w:t>lle</w:t>
      </w:r>
      <w:r>
        <w:t> </w:t>
      </w:r>
      <w:r w:rsidR="00855694" w:rsidRPr="009071AC">
        <w:t>Marguerite</w:t>
      </w:r>
      <w:r>
        <w:t xml:space="preserve"> ; </w:t>
      </w:r>
      <w:r w:rsidR="00855694" w:rsidRPr="009071AC">
        <w:t>seulement</w:t>
      </w:r>
      <w:r>
        <w:t xml:space="preserve">, </w:t>
      </w:r>
      <w:r w:rsidR="00855694" w:rsidRPr="009071AC">
        <w:t>dame</w:t>
      </w:r>
      <w:r>
        <w:t xml:space="preserve">, </w:t>
      </w:r>
      <w:r w:rsidR="00855694" w:rsidRPr="009071AC">
        <w:t>on ne s</w:t>
      </w:r>
      <w:r>
        <w:t>’</w:t>
      </w:r>
      <w:r w:rsidR="00855694" w:rsidRPr="009071AC">
        <w:t>amuse guère</w:t>
      </w:r>
      <w:r>
        <w:t xml:space="preserve">, </w:t>
      </w:r>
      <w:r w:rsidR="00855694" w:rsidRPr="009071AC">
        <w:t>ici</w:t>
      </w:r>
      <w:r>
        <w:t>…</w:t>
      </w:r>
    </w:p>
    <w:p w14:paraId="12F67F33" w14:textId="77777777" w:rsidR="00F635DB" w:rsidRDefault="00F635DB" w:rsidP="00F635DB">
      <w:r>
        <w:t>— </w:t>
      </w:r>
      <w:r w:rsidR="00855694" w:rsidRPr="009071AC">
        <w:t>Comment</w:t>
      </w:r>
      <w:r>
        <w:t xml:space="preserve">, </w:t>
      </w:r>
      <w:r w:rsidR="00855694" w:rsidRPr="009071AC">
        <w:t>on s</w:t>
      </w:r>
      <w:r>
        <w:t>’</w:t>
      </w:r>
      <w:r w:rsidR="00855694" w:rsidRPr="009071AC">
        <w:t>ennuie</w:t>
      </w:r>
      <w:r>
        <w:t> !…</w:t>
      </w:r>
    </w:p>
    <w:p w14:paraId="19DB83DC" w14:textId="77777777" w:rsidR="00F635DB" w:rsidRDefault="00F635DB" w:rsidP="00F635DB">
      <w:r>
        <w:t>— </w:t>
      </w:r>
      <w:r w:rsidR="00855694" w:rsidRPr="009071AC">
        <w:t>À la mort</w:t>
      </w:r>
      <w:r>
        <w:t xml:space="preserve">, </w:t>
      </w:r>
      <w:r w:rsidR="00855694" w:rsidRPr="009071AC">
        <w:t>monsieur</w:t>
      </w:r>
      <w:r>
        <w:t xml:space="preserve">. </w:t>
      </w:r>
      <w:r w:rsidR="00855694" w:rsidRPr="009071AC">
        <w:t>C</w:t>
      </w:r>
      <w:r>
        <w:t>’</w:t>
      </w:r>
      <w:r w:rsidR="00855694" w:rsidRPr="009071AC">
        <w:t>est pis qu</w:t>
      </w:r>
      <w:r>
        <w:t>’</w:t>
      </w:r>
      <w:r w:rsidR="00855694" w:rsidRPr="009071AC">
        <w:t>une tombe au cimetière</w:t>
      </w:r>
      <w:r>
        <w:t xml:space="preserve">, </w:t>
      </w:r>
      <w:r w:rsidR="00855694" w:rsidRPr="009071AC">
        <w:t>ce grand hôtel</w:t>
      </w:r>
      <w:r>
        <w:t xml:space="preserve">. </w:t>
      </w:r>
      <w:r w:rsidR="00855694" w:rsidRPr="009071AC">
        <w:t>Jamais une soirée</w:t>
      </w:r>
      <w:r>
        <w:t xml:space="preserve">, </w:t>
      </w:r>
      <w:r w:rsidR="00855694" w:rsidRPr="009071AC">
        <w:t>jamais un dîner</w:t>
      </w:r>
      <w:r>
        <w:t xml:space="preserve">, </w:t>
      </w:r>
      <w:r w:rsidR="00855694" w:rsidRPr="009071AC">
        <w:t>rien</w:t>
      </w:r>
      <w:r>
        <w:t xml:space="preserve">. </w:t>
      </w:r>
      <w:r w:rsidR="00855694" w:rsidRPr="009071AC">
        <w:t>Croiriez-vous que je n</w:t>
      </w:r>
      <w:r>
        <w:t>’</w:t>
      </w:r>
      <w:r w:rsidR="00855694" w:rsidRPr="009071AC">
        <w:t>ai jamais vu</w:t>
      </w:r>
      <w:r>
        <w:t xml:space="preserve">, </w:t>
      </w:r>
      <w:r w:rsidR="00855694" w:rsidRPr="009071AC">
        <w:t>moi qui vous parle</w:t>
      </w:r>
      <w:r>
        <w:t xml:space="preserve">, </w:t>
      </w:r>
      <w:r w:rsidR="00855694" w:rsidRPr="009071AC">
        <w:t>les appartements de réception</w:t>
      </w:r>
      <w:r>
        <w:t xml:space="preserve">. </w:t>
      </w:r>
      <w:r w:rsidR="00855694" w:rsidRPr="009071AC">
        <w:t>Tout est fermé</w:t>
      </w:r>
      <w:r>
        <w:t xml:space="preserve">, </w:t>
      </w:r>
      <w:r w:rsidR="00855694" w:rsidRPr="009071AC">
        <w:t>et les meubles pourrissent sous des housses</w:t>
      </w:r>
      <w:r>
        <w:t xml:space="preserve">. </w:t>
      </w:r>
      <w:r w:rsidR="00855694" w:rsidRPr="009071AC">
        <w:t>Il ne vient pas trois visites par mois</w:t>
      </w:r>
      <w:r>
        <w:t>…</w:t>
      </w:r>
    </w:p>
    <w:p w14:paraId="6092A1C5" w14:textId="77777777" w:rsidR="00F635DB" w:rsidRDefault="00855694" w:rsidP="00F635DB">
      <w:r w:rsidRPr="009071AC">
        <w:t>Elle était indignée</w:t>
      </w:r>
      <w:r w:rsidR="00F635DB">
        <w:t xml:space="preserve">, </w:t>
      </w:r>
      <w:r w:rsidRPr="009071AC">
        <w:t>et l</w:t>
      </w:r>
      <w:r w:rsidR="00F635DB">
        <w:t>’</w:t>
      </w:r>
      <w:r w:rsidRPr="009071AC">
        <w:t>autre semblait partager son indignation</w:t>
      </w:r>
      <w:r w:rsidR="00F635DB">
        <w:t>.</w:t>
      </w:r>
    </w:p>
    <w:p w14:paraId="7A69A77B" w14:textId="77777777" w:rsidR="00F635DB" w:rsidRDefault="00F635DB" w:rsidP="00F635DB">
      <w:r>
        <w:lastRenderedPageBreak/>
        <w:t>— </w:t>
      </w:r>
      <w:r w:rsidR="00855694" w:rsidRPr="009071AC">
        <w:t>Ah ça</w:t>
      </w:r>
      <w:r>
        <w:t xml:space="preserve"> ! </w:t>
      </w:r>
      <w:r w:rsidR="00855694" w:rsidRPr="009071AC">
        <w:t>fit-il</w:t>
      </w:r>
      <w:r>
        <w:t xml:space="preserve">, </w:t>
      </w:r>
      <w:r w:rsidR="00855694" w:rsidRPr="009071AC">
        <w:t>c</w:t>
      </w:r>
      <w:r>
        <w:t>’</w:t>
      </w:r>
      <w:r w:rsidR="00855694" w:rsidRPr="009071AC">
        <w:t xml:space="preserve">est donc un ours que ce comte de </w:t>
      </w:r>
      <w:proofErr w:type="spellStart"/>
      <w:r w:rsidR="00855694" w:rsidRPr="009071AC">
        <w:t>Chalusse</w:t>
      </w:r>
      <w:proofErr w:type="spellEnd"/>
      <w:r>
        <w:t xml:space="preserve"> !… </w:t>
      </w:r>
      <w:r w:rsidR="00855694" w:rsidRPr="009071AC">
        <w:t>Un homme qui n</w:t>
      </w:r>
      <w:r>
        <w:t>’</w:t>
      </w:r>
      <w:r w:rsidR="00855694" w:rsidRPr="009071AC">
        <w:t>a pas cinquante ans et qui possède des millions</w:t>
      </w:r>
      <w:r>
        <w:t xml:space="preserve">, </w:t>
      </w:r>
      <w:r w:rsidR="00855694" w:rsidRPr="009071AC">
        <w:t>à ce qu</w:t>
      </w:r>
      <w:r>
        <w:t>’</w:t>
      </w:r>
      <w:r w:rsidR="00855694" w:rsidRPr="009071AC">
        <w:t>on prétend</w:t>
      </w:r>
      <w:r>
        <w:t>…</w:t>
      </w:r>
    </w:p>
    <w:p w14:paraId="531F0E63" w14:textId="77777777" w:rsidR="00F635DB" w:rsidRDefault="00F635DB" w:rsidP="00F635DB">
      <w:r>
        <w:t>— </w:t>
      </w:r>
      <w:r w:rsidR="00855694" w:rsidRPr="009071AC">
        <w:t>Oui</w:t>
      </w:r>
      <w:r>
        <w:t xml:space="preserve">, </w:t>
      </w:r>
      <w:r w:rsidR="00855694" w:rsidRPr="009071AC">
        <w:t>des millions</w:t>
      </w:r>
      <w:r>
        <w:t xml:space="preserve">, </w:t>
      </w:r>
      <w:r w:rsidR="00855694" w:rsidRPr="009071AC">
        <w:t>vous pouvez le dire</w:t>
      </w:r>
      <w:r>
        <w:t xml:space="preserve">, </w:t>
      </w:r>
      <w:r w:rsidR="00855694" w:rsidRPr="009071AC">
        <w:t>peut-être dix</w:t>
      </w:r>
      <w:r>
        <w:t xml:space="preserve">, </w:t>
      </w:r>
      <w:r w:rsidR="00855694" w:rsidRPr="009071AC">
        <w:t>peut-être vingt</w:t>
      </w:r>
      <w:r>
        <w:t>…</w:t>
      </w:r>
    </w:p>
    <w:p w14:paraId="352847C6" w14:textId="77777777" w:rsidR="00F635DB" w:rsidRDefault="00F635DB" w:rsidP="00F635DB">
      <w:r>
        <w:t>— </w:t>
      </w:r>
      <w:r w:rsidR="00855694" w:rsidRPr="009071AC">
        <w:t>Raison de plus</w:t>
      </w:r>
      <w:r>
        <w:t xml:space="preserve">… </w:t>
      </w:r>
      <w:r w:rsidR="00855694" w:rsidRPr="009071AC">
        <w:t>Il faut qu</w:t>
      </w:r>
      <w:r>
        <w:t>’</w:t>
      </w:r>
      <w:r w:rsidR="00855694" w:rsidRPr="009071AC">
        <w:t>il ait quelque chose</w:t>
      </w:r>
      <w:r>
        <w:t xml:space="preserve">, </w:t>
      </w:r>
      <w:r w:rsidR="00855694" w:rsidRPr="009071AC">
        <w:t>un coup de marteau</w:t>
      </w:r>
      <w:r>
        <w:t xml:space="preserve">, </w:t>
      </w:r>
      <w:r w:rsidR="00855694" w:rsidRPr="009071AC">
        <w:t>comme on dit chez nous</w:t>
      </w:r>
      <w:r>
        <w:t xml:space="preserve">. </w:t>
      </w:r>
      <w:r w:rsidR="00855694" w:rsidRPr="009071AC">
        <w:t>Que fait-il donc</w:t>
      </w:r>
      <w:r>
        <w:t xml:space="preserve">, </w:t>
      </w:r>
      <w:r w:rsidR="00855694" w:rsidRPr="009071AC">
        <w:t>seul</w:t>
      </w:r>
      <w:r>
        <w:t xml:space="preserve">, </w:t>
      </w:r>
      <w:r w:rsidR="00855694" w:rsidRPr="009071AC">
        <w:t>toute la sainte journée</w:t>
      </w:r>
      <w:r>
        <w:t> ?</w:t>
      </w:r>
    </w:p>
    <w:p w14:paraId="392960FA" w14:textId="25E0D5E5" w:rsidR="00F635DB" w:rsidRDefault="00F635DB" w:rsidP="00F635DB">
      <w:r>
        <w:t>— </w:t>
      </w:r>
      <w:r w:rsidR="00855694" w:rsidRPr="009071AC">
        <w:t>Rien</w:t>
      </w:r>
      <w:r>
        <w:t xml:space="preserve">. </w:t>
      </w:r>
      <w:r w:rsidR="00855694" w:rsidRPr="009071AC">
        <w:t>Il lit dans son cabinet ou il se promène de long en large au fond du jardin</w:t>
      </w:r>
      <w:r>
        <w:t xml:space="preserve">. </w:t>
      </w:r>
      <w:r w:rsidR="00855694" w:rsidRPr="009071AC">
        <w:t>Quelquefois</w:t>
      </w:r>
      <w:r>
        <w:t xml:space="preserve">, </w:t>
      </w:r>
      <w:r w:rsidR="00855694" w:rsidRPr="009071AC">
        <w:t>le soir</w:t>
      </w:r>
      <w:r>
        <w:t xml:space="preserve">, </w:t>
      </w:r>
      <w:r w:rsidR="00855694" w:rsidRPr="009071AC">
        <w:t>il fait atteler et conduit Mademoiselle au bois de Boulogne en voiture fermée</w:t>
      </w:r>
      <w:r>
        <w:t xml:space="preserve">, </w:t>
      </w:r>
      <w:r w:rsidR="00855694" w:rsidRPr="009071AC">
        <w:t>mais c</w:t>
      </w:r>
      <w:r>
        <w:t>’</w:t>
      </w:r>
      <w:r w:rsidR="00855694" w:rsidRPr="009071AC">
        <w:t>est rare</w:t>
      </w:r>
      <w:r>
        <w:t xml:space="preserve">. </w:t>
      </w:r>
      <w:r w:rsidR="00855694" w:rsidRPr="009071AC">
        <w:t>Du reste</w:t>
      </w:r>
      <w:r>
        <w:t xml:space="preserve">, </w:t>
      </w:r>
      <w:r w:rsidR="00855694" w:rsidRPr="009071AC">
        <w:t>il n</w:t>
      </w:r>
      <w:r>
        <w:t>’</w:t>
      </w:r>
      <w:r w:rsidR="00855694" w:rsidRPr="009071AC">
        <w:t>est pas gênant le pauvre homme</w:t>
      </w:r>
      <w:r>
        <w:t xml:space="preserve">. </w:t>
      </w:r>
      <w:r w:rsidR="00855694" w:rsidRPr="009071AC">
        <w:t>Voilà six mois que je suis chez lui</w:t>
      </w:r>
      <w:r>
        <w:t xml:space="preserve">, </w:t>
      </w:r>
      <w:r w:rsidR="00855694" w:rsidRPr="009071AC">
        <w:t>et c</w:t>
      </w:r>
      <w:r>
        <w:t>’</w:t>
      </w:r>
      <w:r w:rsidR="00855694" w:rsidRPr="009071AC">
        <w:t>est tout juste si je connais la couleur de ses paroles</w:t>
      </w:r>
      <w:r>
        <w:t>. « </w:t>
      </w:r>
      <w:r w:rsidR="00855694" w:rsidRPr="009071AC">
        <w:t>Oui</w:t>
      </w:r>
      <w:r>
        <w:t xml:space="preserve">, </w:t>
      </w:r>
      <w:r w:rsidR="00855694" w:rsidRPr="009071AC">
        <w:t>non</w:t>
      </w:r>
      <w:r>
        <w:t xml:space="preserve">, </w:t>
      </w:r>
      <w:r w:rsidR="00855694" w:rsidRPr="009071AC">
        <w:t>faites ceci</w:t>
      </w:r>
      <w:r>
        <w:t xml:space="preserve">, </w:t>
      </w:r>
      <w:r w:rsidR="00855694" w:rsidRPr="009071AC">
        <w:t>c</w:t>
      </w:r>
      <w:r>
        <w:t>’</w:t>
      </w:r>
      <w:r w:rsidR="00855694" w:rsidRPr="009071AC">
        <w:t>est bien</w:t>
      </w:r>
      <w:r>
        <w:t xml:space="preserve">, </w:t>
      </w:r>
      <w:r w:rsidR="00855694" w:rsidRPr="009071AC">
        <w:t>sortez</w:t>
      </w:r>
      <w:r>
        <w:t>, »</w:t>
      </w:r>
      <w:r w:rsidR="00855694" w:rsidRPr="009071AC">
        <w:t xml:space="preserve"> voilà tout ce qu</w:t>
      </w:r>
      <w:r>
        <w:t>’</w:t>
      </w:r>
      <w:r w:rsidR="00855694" w:rsidRPr="009071AC">
        <w:t>il sait dire</w:t>
      </w:r>
      <w:r>
        <w:t xml:space="preserve">. </w:t>
      </w:r>
      <w:r w:rsidR="00855694" w:rsidRPr="009071AC">
        <w:t xml:space="preserve">Demandez plutôt à </w:t>
      </w:r>
      <w:r>
        <w:t>M. </w:t>
      </w:r>
      <w:r w:rsidR="00855694" w:rsidRPr="009071AC">
        <w:t>Casimir</w:t>
      </w:r>
      <w:r>
        <w:t>…</w:t>
      </w:r>
    </w:p>
    <w:p w14:paraId="7E035F18" w14:textId="77777777" w:rsidR="00F635DB" w:rsidRDefault="00F635DB" w:rsidP="00F635DB">
      <w:r>
        <w:t>— </w:t>
      </w:r>
      <w:r w:rsidR="00855694" w:rsidRPr="009071AC">
        <w:t>Le fait est qu</w:t>
      </w:r>
      <w:r>
        <w:t>’</w:t>
      </w:r>
      <w:r w:rsidR="00855694" w:rsidRPr="009071AC">
        <w:t>il n</w:t>
      </w:r>
      <w:r>
        <w:t>’</w:t>
      </w:r>
      <w:r w:rsidR="00855694" w:rsidRPr="009071AC">
        <w:t>est pas gai</w:t>
      </w:r>
      <w:r>
        <w:t xml:space="preserve">, </w:t>
      </w:r>
      <w:r w:rsidR="00855694" w:rsidRPr="009071AC">
        <w:t>le patron</w:t>
      </w:r>
      <w:r>
        <w:t xml:space="preserve">, </w:t>
      </w:r>
      <w:r w:rsidR="00855694" w:rsidRPr="009071AC">
        <w:t>répondit le valet de chambre</w:t>
      </w:r>
      <w:r>
        <w:t xml:space="preserve">. </w:t>
      </w:r>
      <w:r w:rsidR="00855694" w:rsidRPr="009071AC">
        <w:t>Une vraie porte de prison</w:t>
      </w:r>
      <w:r>
        <w:t>…</w:t>
      </w:r>
    </w:p>
    <w:p w14:paraId="34FD6501" w14:textId="77777777" w:rsidR="00F635DB" w:rsidRDefault="00855694" w:rsidP="00F635DB">
      <w:r w:rsidRPr="009071AC">
        <w:t>Le valet de pied écoutait d</w:t>
      </w:r>
      <w:r w:rsidR="00F635DB">
        <w:t>’</w:t>
      </w:r>
      <w:r w:rsidRPr="009071AC">
        <w:t>un air grave</w:t>
      </w:r>
      <w:r w:rsidR="00F635DB">
        <w:t xml:space="preserve">, </w:t>
      </w:r>
      <w:r w:rsidRPr="009071AC">
        <w:t>en homme qui a besoin de connaître</w:t>
      </w:r>
      <w:r w:rsidR="00F635DB">
        <w:t xml:space="preserve">, </w:t>
      </w:r>
      <w:r w:rsidRPr="009071AC">
        <w:t>pour l</w:t>
      </w:r>
      <w:r w:rsidR="00F635DB">
        <w:t>’</w:t>
      </w:r>
      <w:r w:rsidRPr="009071AC">
        <w:t>exploiter</w:t>
      </w:r>
      <w:r w:rsidR="00F635DB">
        <w:t xml:space="preserve">, </w:t>
      </w:r>
      <w:r w:rsidRPr="009071AC">
        <w:t>le caractère des gens qu</w:t>
      </w:r>
      <w:r w:rsidR="00F635DB">
        <w:t>’</w:t>
      </w:r>
      <w:r w:rsidRPr="009071AC">
        <w:t>il va servir</w:t>
      </w:r>
      <w:r w:rsidR="00F635DB">
        <w:t>.</w:t>
      </w:r>
    </w:p>
    <w:p w14:paraId="63422CDE" w14:textId="77777777" w:rsidR="00F635DB" w:rsidRDefault="00F635DB" w:rsidP="00F635DB">
      <w:r>
        <w:t>— </w:t>
      </w:r>
      <w:r w:rsidR="00855694" w:rsidRPr="009071AC">
        <w:t>Et Mademoiselle</w:t>
      </w:r>
      <w:r>
        <w:t xml:space="preserve">, </w:t>
      </w:r>
      <w:r w:rsidR="00855694" w:rsidRPr="009071AC">
        <w:t>interrogea-t-il</w:t>
      </w:r>
      <w:r>
        <w:t xml:space="preserve">, </w:t>
      </w:r>
      <w:r w:rsidR="00855694" w:rsidRPr="009071AC">
        <w:t>que dit-elle de cette existence</w:t>
      </w:r>
      <w:r>
        <w:t xml:space="preserve"> ? </w:t>
      </w:r>
      <w:r w:rsidR="00855694" w:rsidRPr="009071AC">
        <w:t>est-ce qu</w:t>
      </w:r>
      <w:r>
        <w:t>’</w:t>
      </w:r>
      <w:r w:rsidR="00855694" w:rsidRPr="009071AC">
        <w:t>elle lui va</w:t>
      </w:r>
      <w:r>
        <w:t> ?</w:t>
      </w:r>
    </w:p>
    <w:p w14:paraId="7296AA21" w14:textId="77777777" w:rsidR="00F635DB" w:rsidRDefault="00F635DB" w:rsidP="00F635DB">
      <w:r>
        <w:t>— </w:t>
      </w:r>
      <w:r w:rsidR="00855694" w:rsidRPr="009071AC">
        <w:t>Dame</w:t>
      </w:r>
      <w:r>
        <w:t xml:space="preserve">… </w:t>
      </w:r>
      <w:r w:rsidR="00855694" w:rsidRPr="009071AC">
        <w:t>depuis six mois qu</w:t>
      </w:r>
      <w:r>
        <w:t>’</w:t>
      </w:r>
      <w:r w:rsidR="00855694" w:rsidRPr="009071AC">
        <w:t>elle est ici</w:t>
      </w:r>
      <w:r>
        <w:t xml:space="preserve">, </w:t>
      </w:r>
      <w:r w:rsidR="00855694" w:rsidRPr="009071AC">
        <w:t>elle ne se plaint pas</w:t>
      </w:r>
      <w:r>
        <w:t>.</w:t>
      </w:r>
    </w:p>
    <w:p w14:paraId="21F128F7" w14:textId="2049CCDE" w:rsidR="00F635DB" w:rsidRDefault="00F635DB" w:rsidP="00F635DB">
      <w:r>
        <w:t>— </w:t>
      </w:r>
      <w:r w:rsidR="00855694" w:rsidRPr="009071AC">
        <w:t>Si elle s</w:t>
      </w:r>
      <w:r>
        <w:t>’</w:t>
      </w:r>
      <w:r w:rsidR="00855694" w:rsidRPr="009071AC">
        <w:t>ennuyait</w:t>
      </w:r>
      <w:r>
        <w:t xml:space="preserve">, </w:t>
      </w:r>
      <w:r w:rsidR="00855694" w:rsidRPr="009071AC">
        <w:t xml:space="preserve">ajouta </w:t>
      </w:r>
      <w:r>
        <w:t>M. </w:t>
      </w:r>
      <w:r w:rsidR="00855694" w:rsidRPr="009071AC">
        <w:t>Casimir</w:t>
      </w:r>
      <w:r>
        <w:t xml:space="preserve">, </w:t>
      </w:r>
      <w:r w:rsidR="00855694" w:rsidRPr="009071AC">
        <w:t>elle filerait</w:t>
      </w:r>
      <w:r>
        <w:t>.</w:t>
      </w:r>
    </w:p>
    <w:p w14:paraId="6B9B0776" w14:textId="77777777" w:rsidR="00F635DB" w:rsidRDefault="00855694" w:rsidP="00F635DB">
      <w:r w:rsidRPr="009071AC">
        <w:t>La camériste eut un geste ironique</w:t>
      </w:r>
      <w:r w:rsidR="00F635DB">
        <w:t>.</w:t>
      </w:r>
    </w:p>
    <w:p w14:paraId="27EB3193" w14:textId="77777777" w:rsidR="00F635DB" w:rsidRDefault="00F635DB" w:rsidP="00F635DB">
      <w:r>
        <w:lastRenderedPageBreak/>
        <w:t>— </w:t>
      </w:r>
      <w:r w:rsidR="00855694" w:rsidRPr="009071AC">
        <w:t>Plus souvent</w:t>
      </w:r>
      <w:r>
        <w:t xml:space="preserve"> ! </w:t>
      </w:r>
      <w:r w:rsidR="00855694" w:rsidRPr="009071AC">
        <w:t>ricana-t-elle</w:t>
      </w:r>
      <w:r>
        <w:t xml:space="preserve">. </w:t>
      </w:r>
      <w:r w:rsidR="00855694" w:rsidRPr="009071AC">
        <w:t>Chaque mois que Mademoiselle reste ici lui rapporte trop d</w:t>
      </w:r>
      <w:r>
        <w:t>’</w:t>
      </w:r>
      <w:r w:rsidR="00855694" w:rsidRPr="009071AC">
        <w:t>argent</w:t>
      </w:r>
      <w:r>
        <w:t>.</w:t>
      </w:r>
    </w:p>
    <w:p w14:paraId="29F0A0E2" w14:textId="77777777" w:rsidR="00F635DB" w:rsidRDefault="00855694" w:rsidP="00F635DB">
      <w:r w:rsidRPr="009071AC">
        <w:t>Aux rires qui accueillirent cette réponse</w:t>
      </w:r>
      <w:r w:rsidR="00F635DB">
        <w:t xml:space="preserve">, </w:t>
      </w:r>
      <w:r w:rsidRPr="009071AC">
        <w:t>aux regards échangés entre les domestiques</w:t>
      </w:r>
      <w:r w:rsidR="00F635DB">
        <w:t xml:space="preserve">, </w:t>
      </w:r>
      <w:r w:rsidRPr="009071AC">
        <w:t>le nouveau venu dut comprendre qu</w:t>
      </w:r>
      <w:r w:rsidR="00F635DB">
        <w:t>’</w:t>
      </w:r>
      <w:r w:rsidRPr="009071AC">
        <w:t>il venait de toucher du doigt cette plaie secrète que chaque maison renferme comme une pomme son ver</w:t>
      </w:r>
      <w:r w:rsidR="00F635DB">
        <w:t>.</w:t>
      </w:r>
    </w:p>
    <w:p w14:paraId="5D0AF99C" w14:textId="77777777" w:rsidR="00F635DB" w:rsidRDefault="00F635DB" w:rsidP="00F635DB">
      <w:r>
        <w:t>— </w:t>
      </w:r>
      <w:r w:rsidR="00855694" w:rsidRPr="009071AC">
        <w:t>Tiens</w:t>
      </w:r>
      <w:r>
        <w:t xml:space="preserve"> ! </w:t>
      </w:r>
      <w:r w:rsidR="00855694" w:rsidRPr="009071AC">
        <w:t>tiens</w:t>
      </w:r>
      <w:r>
        <w:t xml:space="preserve"> !… </w:t>
      </w:r>
      <w:r w:rsidR="00855694" w:rsidRPr="009071AC">
        <w:t>fit-il tout brûlant de curiosité</w:t>
      </w:r>
      <w:r>
        <w:t xml:space="preserve">, </w:t>
      </w:r>
      <w:r w:rsidR="00855694" w:rsidRPr="009071AC">
        <w:t>il y a donc quelque chose</w:t>
      </w:r>
      <w:r>
        <w:t xml:space="preserve"> ?… </w:t>
      </w:r>
      <w:r w:rsidR="00855694" w:rsidRPr="009071AC">
        <w:t>Eh bien</w:t>
      </w:r>
      <w:r>
        <w:t xml:space="preserve"> ! </w:t>
      </w:r>
      <w:r w:rsidR="00855694" w:rsidRPr="009071AC">
        <w:t>là</w:t>
      </w:r>
      <w:r>
        <w:t xml:space="preserve">, </w:t>
      </w:r>
      <w:r w:rsidR="00855694" w:rsidRPr="009071AC">
        <w:t>franchement</w:t>
      </w:r>
      <w:r>
        <w:t xml:space="preserve">, </w:t>
      </w:r>
      <w:r w:rsidR="00855694" w:rsidRPr="009071AC">
        <w:t>je m</w:t>
      </w:r>
      <w:r>
        <w:t>’</w:t>
      </w:r>
      <w:r w:rsidR="00855694" w:rsidRPr="009071AC">
        <w:t>en doutais</w:t>
      </w:r>
      <w:r>
        <w:t>.</w:t>
      </w:r>
    </w:p>
    <w:p w14:paraId="4AC7732D" w14:textId="77777777" w:rsidR="00F635DB" w:rsidRDefault="00855694" w:rsidP="00F635DB">
      <w:r w:rsidRPr="009071AC">
        <w:t>Sans nul doute</w:t>
      </w:r>
      <w:r w:rsidR="00F635DB">
        <w:t xml:space="preserve">, </w:t>
      </w:r>
      <w:r w:rsidRPr="009071AC">
        <w:t>on allait lui raconter ce qu</w:t>
      </w:r>
      <w:r w:rsidR="00F635DB">
        <w:t>’</w:t>
      </w:r>
      <w:r w:rsidRPr="009071AC">
        <w:t>on savait</w:t>
      </w:r>
      <w:r w:rsidR="00F635DB">
        <w:t xml:space="preserve">, </w:t>
      </w:r>
      <w:r w:rsidRPr="009071AC">
        <w:t>ce qu</w:t>
      </w:r>
      <w:r w:rsidR="00F635DB">
        <w:t>’</w:t>
      </w:r>
      <w:r w:rsidRPr="009071AC">
        <w:t>on croyait savoir du moins</w:t>
      </w:r>
      <w:r w:rsidR="00F635DB">
        <w:t xml:space="preserve">, </w:t>
      </w:r>
      <w:r w:rsidRPr="009071AC">
        <w:t>quand on sonna avec une extrême violence à la porte de l</w:t>
      </w:r>
      <w:r w:rsidR="00F635DB">
        <w:t>’</w:t>
      </w:r>
      <w:r w:rsidRPr="009071AC">
        <w:t>hôtel</w:t>
      </w:r>
      <w:r w:rsidR="00F635DB">
        <w:t>.</w:t>
      </w:r>
    </w:p>
    <w:p w14:paraId="2075C141" w14:textId="77777777" w:rsidR="00F635DB" w:rsidRDefault="00F635DB" w:rsidP="00F635DB">
      <w:r>
        <w:t>— </w:t>
      </w:r>
      <w:r w:rsidR="00855694" w:rsidRPr="009071AC">
        <w:t>Pas gêné</w:t>
      </w:r>
      <w:r>
        <w:t xml:space="preserve">, </w:t>
      </w:r>
      <w:r w:rsidR="00855694" w:rsidRPr="009071AC">
        <w:t>celui-là</w:t>
      </w:r>
      <w:r>
        <w:t xml:space="preserve"> ! </w:t>
      </w:r>
      <w:r w:rsidR="00855694" w:rsidRPr="009071AC">
        <w:t>s</w:t>
      </w:r>
      <w:r>
        <w:t>’</w:t>
      </w:r>
      <w:r w:rsidR="00855694" w:rsidRPr="009071AC">
        <w:t>écria le concierge</w:t>
      </w:r>
      <w:r>
        <w:t xml:space="preserve">. </w:t>
      </w:r>
      <w:r w:rsidR="00855694" w:rsidRPr="009071AC">
        <w:t>Mais il est trop pressé</w:t>
      </w:r>
      <w:r>
        <w:t xml:space="preserve">, </w:t>
      </w:r>
      <w:r w:rsidR="00855694" w:rsidRPr="009071AC">
        <w:t>il attendra</w:t>
      </w:r>
      <w:r>
        <w:t>.</w:t>
      </w:r>
    </w:p>
    <w:p w14:paraId="3413E154" w14:textId="77777777" w:rsidR="00F635DB" w:rsidRDefault="00855694" w:rsidP="00F635DB">
      <w:r w:rsidRPr="009071AC">
        <w:t>Il tira le cordon</w:t>
      </w:r>
      <w:r w:rsidR="00F635DB">
        <w:t xml:space="preserve">, </w:t>
      </w:r>
      <w:r w:rsidRPr="009071AC">
        <w:t>néanmoins</w:t>
      </w:r>
      <w:r w:rsidR="00F635DB">
        <w:t xml:space="preserve">, </w:t>
      </w:r>
      <w:r w:rsidRPr="009071AC">
        <w:t>en rechignant</w:t>
      </w:r>
      <w:r w:rsidR="00F635DB">
        <w:t xml:space="preserve"> ; </w:t>
      </w:r>
      <w:r w:rsidRPr="009071AC">
        <w:t>la grande porte</w:t>
      </w:r>
      <w:r w:rsidR="00F635DB">
        <w:t xml:space="preserve">, </w:t>
      </w:r>
      <w:r w:rsidRPr="009071AC">
        <w:t>brutalement poussée claqua</w:t>
      </w:r>
      <w:r w:rsidR="00F635DB">
        <w:t xml:space="preserve">, </w:t>
      </w:r>
      <w:r w:rsidRPr="009071AC">
        <w:t>et un cocher de fiacre</w:t>
      </w:r>
      <w:r w:rsidR="00F635DB">
        <w:t xml:space="preserve">, </w:t>
      </w:r>
      <w:r w:rsidRPr="009071AC">
        <w:t>tout effaré</w:t>
      </w:r>
      <w:r w:rsidR="00F635DB">
        <w:t xml:space="preserve">, </w:t>
      </w:r>
      <w:r w:rsidRPr="009071AC">
        <w:t>sans chapeau</w:t>
      </w:r>
      <w:r w:rsidR="00F635DB">
        <w:t xml:space="preserve">, </w:t>
      </w:r>
      <w:r w:rsidRPr="009071AC">
        <w:t>se précipita dans la loge</w:t>
      </w:r>
      <w:r w:rsidR="00F635DB">
        <w:t xml:space="preserve">, </w:t>
      </w:r>
      <w:r w:rsidRPr="009071AC">
        <w:t>en criant</w:t>
      </w:r>
      <w:r w:rsidR="00F635DB">
        <w:t> :</w:t>
      </w:r>
    </w:p>
    <w:p w14:paraId="26A5D0C8" w14:textId="77777777" w:rsidR="00F635DB" w:rsidRDefault="00F635DB" w:rsidP="00F635DB">
      <w:r>
        <w:t>— </w:t>
      </w:r>
      <w:r w:rsidR="00855694" w:rsidRPr="009071AC">
        <w:t>À moi</w:t>
      </w:r>
      <w:r>
        <w:t xml:space="preserve"> !… </w:t>
      </w:r>
      <w:r w:rsidR="00855694" w:rsidRPr="009071AC">
        <w:t>au secours</w:t>
      </w:r>
      <w:r>
        <w:t> !…</w:t>
      </w:r>
    </w:p>
    <w:p w14:paraId="42702F4C" w14:textId="77777777" w:rsidR="00F635DB" w:rsidRDefault="00855694" w:rsidP="00F635DB">
      <w:r w:rsidRPr="009071AC">
        <w:t>D</w:t>
      </w:r>
      <w:r w:rsidR="00F635DB">
        <w:t>’</w:t>
      </w:r>
      <w:r w:rsidRPr="009071AC">
        <w:t>un bond</w:t>
      </w:r>
      <w:r w:rsidR="00F635DB">
        <w:t xml:space="preserve">, </w:t>
      </w:r>
      <w:r w:rsidRPr="009071AC">
        <w:t>tous les domestiques furent debout</w:t>
      </w:r>
      <w:r w:rsidR="00F635DB">
        <w:t>.</w:t>
      </w:r>
    </w:p>
    <w:p w14:paraId="1C1242D0" w14:textId="77777777" w:rsidR="00F635DB" w:rsidRDefault="00F635DB" w:rsidP="00F635DB">
      <w:r>
        <w:t>— </w:t>
      </w:r>
      <w:r w:rsidR="00855694" w:rsidRPr="009071AC">
        <w:t>Arrivez</w:t>
      </w:r>
      <w:r>
        <w:t xml:space="preserve">, </w:t>
      </w:r>
      <w:r w:rsidR="00855694" w:rsidRPr="009071AC">
        <w:t>poursuivit le cocher</w:t>
      </w:r>
      <w:r>
        <w:t xml:space="preserve"> ; </w:t>
      </w:r>
      <w:r w:rsidR="00855694" w:rsidRPr="009071AC">
        <w:t>dépêchez-vous</w:t>
      </w:r>
      <w:r>
        <w:t xml:space="preserve">. </w:t>
      </w:r>
      <w:r w:rsidR="00855694" w:rsidRPr="009071AC">
        <w:t>C</w:t>
      </w:r>
      <w:r>
        <w:t>’</w:t>
      </w:r>
      <w:r w:rsidR="00855694" w:rsidRPr="009071AC">
        <w:t>est un bourgeois que je conduisais ici</w:t>
      </w:r>
      <w:r>
        <w:t xml:space="preserve">, </w:t>
      </w:r>
      <w:r w:rsidR="00855694" w:rsidRPr="009071AC">
        <w:t>vous devez le connaître</w:t>
      </w:r>
      <w:r>
        <w:t xml:space="preserve">… </w:t>
      </w:r>
      <w:r w:rsidR="00855694" w:rsidRPr="009071AC">
        <w:t>il est là</w:t>
      </w:r>
      <w:r>
        <w:t xml:space="preserve">, </w:t>
      </w:r>
      <w:r w:rsidR="00855694" w:rsidRPr="009071AC">
        <w:t>dans ma voiture</w:t>
      </w:r>
      <w:r>
        <w:t> !…</w:t>
      </w:r>
    </w:p>
    <w:p w14:paraId="3F592F9E" w14:textId="77777777" w:rsidR="00F635DB" w:rsidRDefault="00855694" w:rsidP="00F635DB">
      <w:r w:rsidRPr="009071AC">
        <w:t>Sans plus écouter</w:t>
      </w:r>
      <w:r w:rsidR="00F635DB">
        <w:t xml:space="preserve">, </w:t>
      </w:r>
      <w:r w:rsidRPr="009071AC">
        <w:t>les domestiques s</w:t>
      </w:r>
      <w:r w:rsidR="00F635DB">
        <w:t>’</w:t>
      </w:r>
      <w:r w:rsidRPr="009071AC">
        <w:t>élancèrent dehors</w:t>
      </w:r>
      <w:r w:rsidR="00F635DB">
        <w:t xml:space="preserve">, </w:t>
      </w:r>
      <w:r w:rsidRPr="009071AC">
        <w:t>et alors leur fut expliquée l</w:t>
      </w:r>
      <w:r w:rsidR="00F635DB">
        <w:t>’</w:t>
      </w:r>
      <w:r w:rsidRPr="009071AC">
        <w:t>explication confuse du cocher</w:t>
      </w:r>
      <w:r w:rsidR="00F635DB">
        <w:t>.</w:t>
      </w:r>
    </w:p>
    <w:p w14:paraId="0785BA33" w14:textId="77777777" w:rsidR="00F635DB" w:rsidRDefault="00855694" w:rsidP="00F635DB">
      <w:r w:rsidRPr="009071AC">
        <w:t>Dans le fond de la voiture</w:t>
      </w:r>
      <w:r w:rsidR="00F635DB">
        <w:t xml:space="preserve">, </w:t>
      </w:r>
      <w:r w:rsidRPr="009071AC">
        <w:t>qui était un grand fiacre</w:t>
      </w:r>
      <w:r w:rsidR="00F635DB">
        <w:t xml:space="preserve">, </w:t>
      </w:r>
      <w:r w:rsidRPr="009071AC">
        <w:t>un homme gisait</w:t>
      </w:r>
      <w:r w:rsidR="00F635DB">
        <w:t xml:space="preserve">, </w:t>
      </w:r>
      <w:r w:rsidRPr="009071AC">
        <w:t>affaissé</w:t>
      </w:r>
      <w:r w:rsidR="00F635DB">
        <w:t xml:space="preserve">, </w:t>
      </w:r>
      <w:r w:rsidRPr="009071AC">
        <w:t>replié plutôt sur lui-même</w:t>
      </w:r>
      <w:r w:rsidR="00F635DB">
        <w:t xml:space="preserve">, </w:t>
      </w:r>
      <w:r w:rsidRPr="009071AC">
        <w:t>immobile</w:t>
      </w:r>
      <w:r w:rsidR="00F635DB">
        <w:t xml:space="preserve">, </w:t>
      </w:r>
      <w:r w:rsidRPr="009071AC">
        <w:t>inerte</w:t>
      </w:r>
      <w:r w:rsidR="00F635DB">
        <w:t>.</w:t>
      </w:r>
    </w:p>
    <w:p w14:paraId="603669FF" w14:textId="77777777" w:rsidR="00F635DB" w:rsidRDefault="00855694" w:rsidP="00F635DB">
      <w:r w:rsidRPr="009071AC">
        <w:lastRenderedPageBreak/>
        <w:t>Il avait dû glisser de côté</w:t>
      </w:r>
      <w:r w:rsidR="00F635DB">
        <w:t xml:space="preserve">, </w:t>
      </w:r>
      <w:r w:rsidRPr="009071AC">
        <w:t>le haut du corps en avant</w:t>
      </w:r>
      <w:r w:rsidR="00F635DB">
        <w:t xml:space="preserve">, </w:t>
      </w:r>
      <w:r w:rsidRPr="009071AC">
        <w:t>et par suite des cahots</w:t>
      </w:r>
      <w:r w:rsidR="00F635DB">
        <w:t xml:space="preserve">, </w:t>
      </w:r>
      <w:r w:rsidRPr="009071AC">
        <w:t>sa tête s</w:t>
      </w:r>
      <w:r w:rsidR="00F635DB">
        <w:t>’</w:t>
      </w:r>
      <w:r w:rsidRPr="009071AC">
        <w:t>était engagée sous la banquette de devant</w:t>
      </w:r>
      <w:r w:rsidR="00F635DB">
        <w:t>.</w:t>
      </w:r>
    </w:p>
    <w:p w14:paraId="22206EC4" w14:textId="583E747E" w:rsidR="00F635DB" w:rsidRDefault="00F635DB" w:rsidP="00F635DB">
      <w:r>
        <w:t>— </w:t>
      </w:r>
      <w:r w:rsidR="00855694" w:rsidRPr="009071AC">
        <w:t>Pauvre diable</w:t>
      </w:r>
      <w:r>
        <w:t xml:space="preserve"> ! </w:t>
      </w:r>
      <w:r w:rsidR="00855694" w:rsidRPr="009071AC">
        <w:t xml:space="preserve">murmura </w:t>
      </w:r>
      <w:r>
        <w:t>M. </w:t>
      </w:r>
      <w:r w:rsidR="00855694" w:rsidRPr="009071AC">
        <w:t>Casimir</w:t>
      </w:r>
      <w:r>
        <w:t xml:space="preserve">, </w:t>
      </w:r>
      <w:r w:rsidR="00855694" w:rsidRPr="009071AC">
        <w:t>il aura eu un coup de sang</w:t>
      </w:r>
      <w:r>
        <w:t> !</w:t>
      </w:r>
    </w:p>
    <w:p w14:paraId="0837BC55" w14:textId="77777777" w:rsidR="00F635DB" w:rsidRDefault="00855694" w:rsidP="00F635DB">
      <w:r w:rsidRPr="009071AC">
        <w:t>Il s</w:t>
      </w:r>
      <w:r w:rsidR="00F635DB">
        <w:t>’</w:t>
      </w:r>
      <w:r w:rsidRPr="009071AC">
        <w:t>était penché vers l</w:t>
      </w:r>
      <w:r w:rsidR="00F635DB">
        <w:t>’</w:t>
      </w:r>
      <w:r w:rsidRPr="009071AC">
        <w:t>intérieur du fiacre</w:t>
      </w:r>
      <w:r w:rsidR="00F635DB">
        <w:t xml:space="preserve">, </w:t>
      </w:r>
      <w:r w:rsidRPr="009071AC">
        <w:t>en disant cela</w:t>
      </w:r>
      <w:r w:rsidR="00F635DB">
        <w:t xml:space="preserve">, </w:t>
      </w:r>
      <w:r w:rsidRPr="009071AC">
        <w:t>et ses camarades s</w:t>
      </w:r>
      <w:r w:rsidR="00F635DB">
        <w:t>’</w:t>
      </w:r>
      <w:r w:rsidRPr="009071AC">
        <w:t>approchaient</w:t>
      </w:r>
      <w:r w:rsidR="00F635DB">
        <w:t xml:space="preserve">, </w:t>
      </w:r>
      <w:r w:rsidRPr="009071AC">
        <w:t>quand tout à coup</w:t>
      </w:r>
      <w:r w:rsidR="00F635DB">
        <w:t xml:space="preserve">, </w:t>
      </w:r>
      <w:r w:rsidRPr="009071AC">
        <w:t>brusquement</w:t>
      </w:r>
      <w:r w:rsidR="00F635DB">
        <w:t xml:space="preserve">, </w:t>
      </w:r>
      <w:r w:rsidRPr="009071AC">
        <w:t>il se rejeta en arrière en poussant un grand cri</w:t>
      </w:r>
      <w:r w:rsidR="00F635DB">
        <w:t>.</w:t>
      </w:r>
    </w:p>
    <w:p w14:paraId="18E570F5" w14:textId="1E22A44D" w:rsidR="00F635DB" w:rsidRDefault="00F635DB" w:rsidP="00F635DB">
      <w:r>
        <w:t>— </w:t>
      </w:r>
      <w:r w:rsidR="00855694" w:rsidRPr="009071AC">
        <w:t>Ah</w:t>
      </w:r>
      <w:r>
        <w:t xml:space="preserve"> ! </w:t>
      </w:r>
      <w:r w:rsidR="00855694" w:rsidRPr="009071AC">
        <w:t>mon Dieu</w:t>
      </w:r>
      <w:r>
        <w:t xml:space="preserve"> !… </w:t>
      </w:r>
      <w:r w:rsidR="00855694" w:rsidRPr="009071AC">
        <w:t>c</w:t>
      </w:r>
      <w:r>
        <w:t>’</w:t>
      </w:r>
      <w:r w:rsidR="00855694" w:rsidRPr="009071AC">
        <w:t xml:space="preserve">est </w:t>
      </w:r>
      <w:r>
        <w:t>M. </w:t>
      </w:r>
      <w:r w:rsidR="00855694" w:rsidRPr="009071AC">
        <w:t>le comte</w:t>
      </w:r>
      <w:r>
        <w:t>.</w:t>
      </w:r>
    </w:p>
    <w:p w14:paraId="50F73A1D" w14:textId="77777777" w:rsidR="00F635DB" w:rsidRDefault="00855694" w:rsidP="00F635DB">
      <w:r w:rsidRPr="009071AC">
        <w:t>À Paris</w:t>
      </w:r>
      <w:r w:rsidR="00F635DB">
        <w:t xml:space="preserve">, </w:t>
      </w:r>
      <w:r w:rsidRPr="009071AC">
        <w:t>dès qu</w:t>
      </w:r>
      <w:r w:rsidR="00F635DB">
        <w:t>’</w:t>
      </w:r>
      <w:r w:rsidRPr="009071AC">
        <w:t>il y a seulement l</w:t>
      </w:r>
      <w:r w:rsidR="00F635DB">
        <w:t>’</w:t>
      </w:r>
      <w:r w:rsidRPr="009071AC">
        <w:t>apparence d</w:t>
      </w:r>
      <w:r w:rsidR="00F635DB">
        <w:t>’</w:t>
      </w:r>
      <w:r w:rsidRPr="009071AC">
        <w:t>un accident</w:t>
      </w:r>
      <w:r w:rsidR="00F635DB">
        <w:t xml:space="preserve">, </w:t>
      </w:r>
      <w:r w:rsidRPr="009071AC">
        <w:t>les badauds jaillissent pour ainsi dire des pavés</w:t>
      </w:r>
      <w:r w:rsidR="00F635DB">
        <w:t xml:space="preserve">. </w:t>
      </w:r>
      <w:r w:rsidRPr="009071AC">
        <w:t>Déjà il y avait plus de cinquante personnes autour de la voiture</w:t>
      </w:r>
      <w:r w:rsidR="00F635DB">
        <w:t>.</w:t>
      </w:r>
    </w:p>
    <w:p w14:paraId="5E330BD6" w14:textId="2765D63D" w:rsidR="00F635DB" w:rsidRDefault="00855694" w:rsidP="00F635DB">
      <w:r w:rsidRPr="009071AC">
        <w:t xml:space="preserve">Cette circonstance rendit à </w:t>
      </w:r>
      <w:r w:rsidR="00F635DB">
        <w:t>M. </w:t>
      </w:r>
      <w:r w:rsidRPr="009071AC">
        <w:t>Casimir une partie de son sang-froid</w:t>
      </w:r>
      <w:r w:rsidR="00F635DB">
        <w:t>.</w:t>
      </w:r>
    </w:p>
    <w:p w14:paraId="00581E7E" w14:textId="7D2CE39E" w:rsidR="00F635DB" w:rsidRDefault="00F635DB" w:rsidP="00F635DB">
      <w:r>
        <w:t>— </w:t>
      </w:r>
      <w:r w:rsidR="00855694" w:rsidRPr="009071AC">
        <w:t>Il faut faire entrer le fiacre dans la cour</w:t>
      </w:r>
      <w:r>
        <w:t xml:space="preserve">, </w:t>
      </w:r>
      <w:r w:rsidR="00855694" w:rsidRPr="009071AC">
        <w:t>commanda-t-il</w:t>
      </w:r>
      <w:r>
        <w:t>. M. </w:t>
      </w:r>
      <w:proofErr w:type="spellStart"/>
      <w:r w:rsidR="00855694" w:rsidRPr="009071AC">
        <w:t>Bourigeau</w:t>
      </w:r>
      <w:proofErr w:type="spellEnd"/>
      <w:r>
        <w:t xml:space="preserve">, </w:t>
      </w:r>
      <w:r w:rsidR="00855694" w:rsidRPr="009071AC">
        <w:t>porte s</w:t>
      </w:r>
      <w:r>
        <w:t>’</w:t>
      </w:r>
      <w:r w:rsidR="00855694" w:rsidRPr="009071AC">
        <w:t>il vous plaît</w:t>
      </w:r>
      <w:r>
        <w:t> !…</w:t>
      </w:r>
    </w:p>
    <w:p w14:paraId="5C78C71C" w14:textId="77777777" w:rsidR="00F635DB" w:rsidRDefault="00855694" w:rsidP="00F635DB">
      <w:r w:rsidRPr="009071AC">
        <w:t>Puis s</w:t>
      </w:r>
      <w:r w:rsidR="00F635DB">
        <w:t>’</w:t>
      </w:r>
      <w:r w:rsidRPr="009071AC">
        <w:t>adressant à un jeune domestique</w:t>
      </w:r>
      <w:r w:rsidR="00F635DB">
        <w:t> :</w:t>
      </w:r>
    </w:p>
    <w:p w14:paraId="39104561" w14:textId="77777777" w:rsidR="00F635DB" w:rsidRDefault="00F635DB" w:rsidP="00F635DB">
      <w:r>
        <w:t>— </w:t>
      </w:r>
      <w:r w:rsidR="00855694" w:rsidRPr="009071AC">
        <w:t>Et toi</w:t>
      </w:r>
      <w:r>
        <w:t xml:space="preserve">, </w:t>
      </w:r>
      <w:r w:rsidR="00855694" w:rsidRPr="009071AC">
        <w:t>ajouta-t-il</w:t>
      </w:r>
      <w:r>
        <w:t xml:space="preserve">, </w:t>
      </w:r>
      <w:r w:rsidR="00855694" w:rsidRPr="009071AC">
        <w:t>vite un médecin</w:t>
      </w:r>
      <w:r>
        <w:t xml:space="preserve">, </w:t>
      </w:r>
      <w:r w:rsidR="00855694" w:rsidRPr="009071AC">
        <w:t>n</w:t>
      </w:r>
      <w:r>
        <w:t>’</w:t>
      </w:r>
      <w:r w:rsidR="00855694" w:rsidRPr="009071AC">
        <w:t>importe lequel</w:t>
      </w:r>
      <w:r>
        <w:t xml:space="preserve"> !… </w:t>
      </w:r>
      <w:r w:rsidR="00855694" w:rsidRPr="009071AC">
        <w:t>Cours au plus proche et ne reviens pas sans en ramener un</w:t>
      </w:r>
      <w:r>
        <w:t>.</w:t>
      </w:r>
    </w:p>
    <w:p w14:paraId="50D93006" w14:textId="77777777" w:rsidR="00F635DB" w:rsidRDefault="00855694" w:rsidP="00F635DB">
      <w:r w:rsidRPr="009071AC">
        <w:t>Le concierge avait ouvert</w:t>
      </w:r>
      <w:r w:rsidR="00F635DB">
        <w:t xml:space="preserve">, </w:t>
      </w:r>
      <w:r w:rsidRPr="009071AC">
        <w:t>mais le cocher avait disparu</w:t>
      </w:r>
      <w:r w:rsidR="00F635DB">
        <w:t xml:space="preserve"> ; </w:t>
      </w:r>
      <w:r w:rsidRPr="009071AC">
        <w:t>on l</w:t>
      </w:r>
      <w:r w:rsidR="00F635DB">
        <w:t>’</w:t>
      </w:r>
      <w:r w:rsidRPr="009071AC">
        <w:t>appela</w:t>
      </w:r>
      <w:r w:rsidR="00F635DB">
        <w:t xml:space="preserve">, </w:t>
      </w:r>
      <w:r w:rsidRPr="009071AC">
        <w:t>pas de réponse</w:t>
      </w:r>
      <w:r w:rsidR="00F635DB">
        <w:t xml:space="preserve">. </w:t>
      </w:r>
      <w:r w:rsidRPr="009071AC">
        <w:t>Ce fut encore le valet de chambre qui prit les deux petits chevaux par la bride</w:t>
      </w:r>
      <w:r w:rsidR="00F635DB">
        <w:t xml:space="preserve">, </w:t>
      </w:r>
      <w:r w:rsidRPr="009071AC">
        <w:t>et qui amena fort adroitement la voiture devant le perron</w:t>
      </w:r>
      <w:r w:rsidR="00F635DB">
        <w:t>.</w:t>
      </w:r>
    </w:p>
    <w:p w14:paraId="1BF907B3" w14:textId="77777777" w:rsidR="00F635DB" w:rsidRDefault="00855694" w:rsidP="00F635DB">
      <w:r w:rsidRPr="009071AC">
        <w:t>Les curieux écartés</w:t>
      </w:r>
      <w:r w:rsidR="00F635DB">
        <w:t xml:space="preserve">, </w:t>
      </w:r>
      <w:r w:rsidRPr="009071AC">
        <w:t>il s</w:t>
      </w:r>
      <w:r w:rsidR="00F635DB">
        <w:t>’</w:t>
      </w:r>
      <w:r w:rsidRPr="009071AC">
        <w:t xml:space="preserve">agissait de retirer du fiacre le comte de </w:t>
      </w:r>
      <w:proofErr w:type="spellStart"/>
      <w:r w:rsidRPr="009071AC">
        <w:t>Chalusse</w:t>
      </w:r>
      <w:proofErr w:type="spellEnd"/>
      <w:r w:rsidR="00F635DB">
        <w:t xml:space="preserve">, </w:t>
      </w:r>
      <w:r w:rsidRPr="009071AC">
        <w:t>et cela présentait</w:t>
      </w:r>
      <w:r w:rsidR="00F635DB">
        <w:t xml:space="preserve">, </w:t>
      </w:r>
      <w:r w:rsidRPr="009071AC">
        <w:t>en raison de la position bizarre du corps</w:t>
      </w:r>
      <w:r w:rsidR="00F635DB">
        <w:t xml:space="preserve">, </w:t>
      </w:r>
      <w:r w:rsidRPr="009071AC">
        <w:t>les plus sérieuses difficultés</w:t>
      </w:r>
      <w:r w:rsidR="00F635DB">
        <w:t xml:space="preserve">. </w:t>
      </w:r>
      <w:r w:rsidRPr="009071AC">
        <w:t>On réussit cependant en ouvrant les deux portières et en se mettant à trois</w:t>
      </w:r>
      <w:r w:rsidR="00F635DB">
        <w:t>.</w:t>
      </w:r>
    </w:p>
    <w:p w14:paraId="60E609F7" w14:textId="77777777" w:rsidR="00F635DB" w:rsidRDefault="00855694" w:rsidP="00F635DB">
      <w:r w:rsidRPr="009071AC">
        <w:lastRenderedPageBreak/>
        <w:t>On le plaça ensuite sur un fauteuil</w:t>
      </w:r>
      <w:r w:rsidR="00F635DB">
        <w:t xml:space="preserve">, </w:t>
      </w:r>
      <w:r w:rsidRPr="009071AC">
        <w:t>on le monta à sa chambre et en moins de rien on l</w:t>
      </w:r>
      <w:r w:rsidR="00F635DB">
        <w:t>’</w:t>
      </w:r>
      <w:r w:rsidRPr="009071AC">
        <w:t>eut déshabillé et couché</w:t>
      </w:r>
      <w:r w:rsidR="00F635DB">
        <w:t>.</w:t>
      </w:r>
    </w:p>
    <w:p w14:paraId="03898A21" w14:textId="77777777" w:rsidR="00F635DB" w:rsidRDefault="00855694" w:rsidP="00F635DB">
      <w:r w:rsidRPr="009071AC">
        <w:t>Il ne donnait toujours pas signe de vie</w:t>
      </w:r>
      <w:r w:rsidR="00F635DB">
        <w:t xml:space="preserve">, </w:t>
      </w:r>
      <w:r w:rsidRPr="009071AC">
        <w:t>et à le voir</w:t>
      </w:r>
      <w:r w:rsidR="00F635DB">
        <w:t xml:space="preserve">, </w:t>
      </w:r>
      <w:r w:rsidRPr="009071AC">
        <w:t>la tête renversée sur ses oreillers</w:t>
      </w:r>
      <w:r w:rsidR="00F635DB">
        <w:t xml:space="preserve">, </w:t>
      </w:r>
      <w:r w:rsidRPr="009071AC">
        <w:t>on devait croire que tout était fini</w:t>
      </w:r>
      <w:r w:rsidR="00F635DB">
        <w:t>.</w:t>
      </w:r>
    </w:p>
    <w:p w14:paraId="55FEFC3F" w14:textId="77777777" w:rsidR="00F635DB" w:rsidRDefault="00855694" w:rsidP="00F635DB">
      <w:r w:rsidRPr="009071AC">
        <w:t>C</w:t>
      </w:r>
      <w:r w:rsidR="00F635DB">
        <w:t>’</w:t>
      </w:r>
      <w:r w:rsidRPr="009071AC">
        <w:t>était</w:t>
      </w:r>
      <w:r w:rsidR="00F635DB">
        <w:t xml:space="preserve">, </w:t>
      </w:r>
      <w:r w:rsidRPr="009071AC">
        <w:t>d</w:t>
      </w:r>
      <w:r w:rsidR="00F635DB">
        <w:t>’</w:t>
      </w:r>
      <w:r w:rsidRPr="009071AC">
        <w:t>ailleurs</w:t>
      </w:r>
      <w:r w:rsidR="00F635DB">
        <w:t xml:space="preserve">, </w:t>
      </w:r>
      <w:r w:rsidRPr="009071AC">
        <w:t>à ne pas le reconnaître</w:t>
      </w:r>
      <w:r w:rsidR="00F635DB">
        <w:t xml:space="preserve">. </w:t>
      </w:r>
      <w:r w:rsidRPr="009071AC">
        <w:t>Ses traits disparaissaient et se confondaient sous une bouffissure bleuâtre</w:t>
      </w:r>
      <w:r w:rsidR="00F635DB">
        <w:t xml:space="preserve">. </w:t>
      </w:r>
      <w:r w:rsidRPr="009071AC">
        <w:t>Ses paupières étaient fermées et autour de ses yeux s</w:t>
      </w:r>
      <w:r w:rsidR="00F635DB">
        <w:t>’</w:t>
      </w:r>
      <w:r w:rsidRPr="009071AC">
        <w:t>élargissait un cercle sanguinolent comme une meurtrissure</w:t>
      </w:r>
      <w:r w:rsidR="00F635DB">
        <w:t xml:space="preserve">. </w:t>
      </w:r>
      <w:r w:rsidRPr="009071AC">
        <w:t>Un dernier spasme avait tordu ses lèvres</w:t>
      </w:r>
      <w:r w:rsidR="00F635DB">
        <w:t xml:space="preserve">, </w:t>
      </w:r>
      <w:r w:rsidRPr="009071AC">
        <w:t>et sa bouche déplacée</w:t>
      </w:r>
      <w:r w:rsidR="00F635DB">
        <w:t xml:space="preserve">, </w:t>
      </w:r>
      <w:r w:rsidRPr="009071AC">
        <w:t>inclinée tout à fait à droite et entr</w:t>
      </w:r>
      <w:r w:rsidR="00F635DB">
        <w:t>’</w:t>
      </w:r>
      <w:r w:rsidRPr="009071AC">
        <w:t>ouverte</w:t>
      </w:r>
      <w:r w:rsidR="00F635DB">
        <w:t xml:space="preserve">, </w:t>
      </w:r>
      <w:r w:rsidRPr="009071AC">
        <w:t>avait une expression sinistre</w:t>
      </w:r>
      <w:r w:rsidR="00F635DB">
        <w:t>.</w:t>
      </w:r>
    </w:p>
    <w:p w14:paraId="0DD608B5" w14:textId="77777777" w:rsidR="00F635DB" w:rsidRDefault="00855694" w:rsidP="00F635DB">
      <w:r w:rsidRPr="009071AC">
        <w:t>Malgré des précautions inouïes</w:t>
      </w:r>
      <w:r w:rsidR="00F635DB">
        <w:t xml:space="preserve">, </w:t>
      </w:r>
      <w:r w:rsidRPr="009071AC">
        <w:t>on l</w:t>
      </w:r>
      <w:r w:rsidR="00F635DB">
        <w:t>’</w:t>
      </w:r>
      <w:r w:rsidRPr="009071AC">
        <w:t>avait blessé</w:t>
      </w:r>
      <w:r w:rsidR="00F635DB">
        <w:t xml:space="preserve">, </w:t>
      </w:r>
      <w:r w:rsidRPr="009071AC">
        <w:t>en le dégageant</w:t>
      </w:r>
      <w:r w:rsidR="00F635DB">
        <w:t xml:space="preserve"> ; </w:t>
      </w:r>
      <w:r w:rsidRPr="009071AC">
        <w:t>son front s</w:t>
      </w:r>
      <w:r w:rsidR="00F635DB">
        <w:t>’</w:t>
      </w:r>
      <w:r w:rsidRPr="009071AC">
        <w:t>était heurté contre une ferrure</w:t>
      </w:r>
      <w:r w:rsidR="00F635DB">
        <w:t xml:space="preserve">, </w:t>
      </w:r>
      <w:r w:rsidRPr="009071AC">
        <w:t>et de cette écorchure légère</w:t>
      </w:r>
      <w:r w:rsidR="00F635DB">
        <w:t xml:space="preserve">, </w:t>
      </w:r>
      <w:r w:rsidRPr="009071AC">
        <w:t>un mince filet de sang coulait</w:t>
      </w:r>
      <w:r w:rsidR="00F635DB">
        <w:t>.</w:t>
      </w:r>
    </w:p>
    <w:p w14:paraId="3AB119A8" w14:textId="77777777" w:rsidR="00F635DB" w:rsidRDefault="00855694" w:rsidP="00F635DB">
      <w:r w:rsidRPr="009071AC">
        <w:t>Il respirait encore</w:t>
      </w:r>
      <w:r w:rsidR="00F635DB">
        <w:t xml:space="preserve">, </w:t>
      </w:r>
      <w:r w:rsidRPr="009071AC">
        <w:t>cependant</w:t>
      </w:r>
      <w:r w:rsidR="00F635DB">
        <w:t xml:space="preserve">, </w:t>
      </w:r>
      <w:r w:rsidRPr="009071AC">
        <w:t>et en prêtant l</w:t>
      </w:r>
      <w:r w:rsidR="00F635DB">
        <w:t>’</w:t>
      </w:r>
      <w:r w:rsidRPr="009071AC">
        <w:t>oreille</w:t>
      </w:r>
      <w:r w:rsidR="00F635DB">
        <w:t xml:space="preserve">, </w:t>
      </w:r>
      <w:r w:rsidRPr="009071AC">
        <w:t>on entendait son souffle rauque</w:t>
      </w:r>
      <w:r w:rsidR="00F635DB">
        <w:t xml:space="preserve">, </w:t>
      </w:r>
      <w:r w:rsidRPr="009071AC">
        <w:t>ce râle que Broussais compare au ronflement d</w:t>
      </w:r>
      <w:r w:rsidR="00F635DB">
        <w:t>’</w:t>
      </w:r>
      <w:r w:rsidRPr="009071AC">
        <w:t>un soufflet engorgé</w:t>
      </w:r>
      <w:r w:rsidR="00F635DB">
        <w:t>.</w:t>
      </w:r>
    </w:p>
    <w:p w14:paraId="19FC3952" w14:textId="77777777" w:rsidR="00F635DB" w:rsidRDefault="00855694" w:rsidP="00F635DB">
      <w:r w:rsidRPr="009071AC">
        <w:t>Les valets</w:t>
      </w:r>
      <w:r w:rsidR="00F635DB">
        <w:t xml:space="preserve">, </w:t>
      </w:r>
      <w:r w:rsidRPr="009071AC">
        <w:t>si bavards l</w:t>
      </w:r>
      <w:r w:rsidR="00F635DB">
        <w:t>’</w:t>
      </w:r>
      <w:r w:rsidRPr="009071AC">
        <w:t>instant d</w:t>
      </w:r>
      <w:r w:rsidR="00F635DB">
        <w:t>’</w:t>
      </w:r>
      <w:r w:rsidRPr="009071AC">
        <w:t>avant</w:t>
      </w:r>
      <w:r w:rsidR="00F635DB">
        <w:t xml:space="preserve">, </w:t>
      </w:r>
      <w:r w:rsidRPr="009071AC">
        <w:t>se taisaient à cette heure</w:t>
      </w:r>
      <w:r w:rsidR="00F635DB">
        <w:t xml:space="preserve">. </w:t>
      </w:r>
      <w:r w:rsidRPr="009071AC">
        <w:t>Ils restaient dans la chambre</w:t>
      </w:r>
      <w:r w:rsidR="00F635DB">
        <w:t xml:space="preserve">, </w:t>
      </w:r>
      <w:r w:rsidRPr="009071AC">
        <w:t>mornes et blêmes</w:t>
      </w:r>
      <w:r w:rsidR="00F635DB">
        <w:t xml:space="preserve">, </w:t>
      </w:r>
      <w:r w:rsidRPr="009071AC">
        <w:t>échangeant des regards de détresse</w:t>
      </w:r>
      <w:r w:rsidR="00F635DB">
        <w:t xml:space="preserve">. </w:t>
      </w:r>
      <w:r w:rsidRPr="009071AC">
        <w:t>Quelques-uns avaient les larmes aux yeux</w:t>
      </w:r>
      <w:r w:rsidR="00F635DB">
        <w:t>.</w:t>
      </w:r>
    </w:p>
    <w:p w14:paraId="510F7BBF" w14:textId="77777777" w:rsidR="00F635DB" w:rsidRDefault="00855694" w:rsidP="00F635DB">
      <w:r w:rsidRPr="009071AC">
        <w:t>Que se passait-il en eux</w:t>
      </w:r>
      <w:r w:rsidR="00F635DB">
        <w:t xml:space="preserve"> ? </w:t>
      </w:r>
      <w:r w:rsidRPr="009071AC">
        <w:t>Peut-être subissaient-ils cet invincible effroi qui se dégage de la mort inattendue et soudaine</w:t>
      </w:r>
      <w:r w:rsidR="00F635DB">
        <w:t xml:space="preserve">… </w:t>
      </w:r>
      <w:r w:rsidRPr="009071AC">
        <w:t>Ils aimaient peut-être</w:t>
      </w:r>
      <w:r w:rsidR="00F635DB">
        <w:t xml:space="preserve">, </w:t>
      </w:r>
      <w:r w:rsidRPr="009071AC">
        <w:t>sans en avoir conscience</w:t>
      </w:r>
      <w:r w:rsidR="00F635DB">
        <w:t xml:space="preserve">, </w:t>
      </w:r>
      <w:r w:rsidRPr="009071AC">
        <w:t>ce maître dont ils mangeaient le pain</w:t>
      </w:r>
      <w:r w:rsidR="00F635DB">
        <w:t xml:space="preserve">… </w:t>
      </w:r>
      <w:r w:rsidRPr="009071AC">
        <w:t>Peut-être encore leur chagrin n</w:t>
      </w:r>
      <w:r w:rsidR="00F635DB">
        <w:t>’</w:t>
      </w:r>
      <w:r w:rsidRPr="009071AC">
        <w:t>était-il qu</w:t>
      </w:r>
      <w:r w:rsidR="00F635DB">
        <w:t>’</w:t>
      </w:r>
      <w:r w:rsidRPr="009071AC">
        <w:t>égoïsme</w:t>
      </w:r>
      <w:r w:rsidR="00F635DB">
        <w:t xml:space="preserve">, </w:t>
      </w:r>
      <w:r w:rsidRPr="009071AC">
        <w:t>et se demandaient-ils ce qu</w:t>
      </w:r>
      <w:r w:rsidR="00F635DB">
        <w:t>’</w:t>
      </w:r>
      <w:r w:rsidRPr="009071AC">
        <w:t>ils allaient devenir</w:t>
      </w:r>
      <w:r w:rsidR="00F635DB">
        <w:t xml:space="preserve">, </w:t>
      </w:r>
      <w:r w:rsidRPr="009071AC">
        <w:t>où ils iraient</w:t>
      </w:r>
      <w:r w:rsidR="00F635DB">
        <w:t xml:space="preserve">, </w:t>
      </w:r>
      <w:r w:rsidRPr="009071AC">
        <w:t>s</w:t>
      </w:r>
      <w:r w:rsidR="00F635DB">
        <w:t>’</w:t>
      </w:r>
      <w:r w:rsidRPr="009071AC">
        <w:t>ils trouveraient une autre place et si elle serait bonne</w:t>
      </w:r>
      <w:r w:rsidR="00F635DB">
        <w:t>.</w:t>
      </w:r>
    </w:p>
    <w:p w14:paraId="7C8862E8" w14:textId="77777777" w:rsidR="00F635DB" w:rsidRDefault="00855694" w:rsidP="00F635DB">
      <w:r w:rsidRPr="009071AC">
        <w:lastRenderedPageBreak/>
        <w:t>Ne sachant que faire</w:t>
      </w:r>
      <w:r w:rsidR="00F635DB">
        <w:t xml:space="preserve">, </w:t>
      </w:r>
      <w:r w:rsidRPr="009071AC">
        <w:t>ils délibéraient à voix basse</w:t>
      </w:r>
      <w:r w:rsidR="00F635DB">
        <w:t xml:space="preserve">, </w:t>
      </w:r>
      <w:r w:rsidRPr="009071AC">
        <w:t>chacun offrant quelque remède dont il avait entendu parler</w:t>
      </w:r>
      <w:r w:rsidR="00F635DB">
        <w:t>.</w:t>
      </w:r>
    </w:p>
    <w:p w14:paraId="2770D343" w14:textId="77777777" w:rsidR="00F635DB" w:rsidRDefault="00855694" w:rsidP="00F635DB">
      <w:r w:rsidRPr="009071AC">
        <w:t>Les plus sensés proposaient d</w:t>
      </w:r>
      <w:r w:rsidR="00F635DB">
        <w:t>’</w:t>
      </w:r>
      <w:r w:rsidRPr="009071AC">
        <w:t>aller prévenir Mademoiselle ou madame Léon</w:t>
      </w:r>
      <w:r w:rsidR="00F635DB">
        <w:t xml:space="preserve">, </w:t>
      </w:r>
      <w:r w:rsidRPr="009071AC">
        <w:t>qui occupaient l</w:t>
      </w:r>
      <w:r w:rsidR="00F635DB">
        <w:t>’</w:t>
      </w:r>
      <w:r w:rsidRPr="009071AC">
        <w:t>étage supérieur</w:t>
      </w:r>
      <w:r w:rsidR="00F635DB">
        <w:t xml:space="preserve">, </w:t>
      </w:r>
      <w:r w:rsidRPr="009071AC">
        <w:t>lorsqu</w:t>
      </w:r>
      <w:r w:rsidR="00F635DB">
        <w:t>’</w:t>
      </w:r>
      <w:r w:rsidRPr="009071AC">
        <w:t>un frôlement de robe contre l</w:t>
      </w:r>
      <w:r w:rsidR="00F635DB">
        <w:t>’</w:t>
      </w:r>
      <w:r w:rsidRPr="009071AC">
        <w:t>huisserie de la porte</w:t>
      </w:r>
      <w:r w:rsidR="00F635DB">
        <w:t xml:space="preserve">, </w:t>
      </w:r>
      <w:r w:rsidRPr="009071AC">
        <w:t>les fit tous retourner</w:t>
      </w:r>
      <w:r w:rsidR="00F635DB">
        <w:t>.</w:t>
      </w:r>
    </w:p>
    <w:p w14:paraId="05F5B3C7" w14:textId="77777777" w:rsidR="00F635DB" w:rsidRDefault="00855694" w:rsidP="00F635DB">
      <w:r w:rsidRPr="009071AC">
        <w:t>Celle qu</w:t>
      </w:r>
      <w:r w:rsidR="00F635DB">
        <w:t>’</w:t>
      </w:r>
      <w:r w:rsidRPr="009071AC">
        <w:t>ils appelaient</w:t>
      </w:r>
      <w:r w:rsidR="00F635DB">
        <w:t> : « </w:t>
      </w:r>
      <w:r w:rsidRPr="009071AC">
        <w:t>Mademoiselle</w:t>
      </w:r>
      <w:r w:rsidR="00F635DB">
        <w:t>, »</w:t>
      </w:r>
      <w:r w:rsidRPr="009071AC">
        <w:t xml:space="preserve"> était debout sur le seuil</w:t>
      </w:r>
      <w:r w:rsidR="00F635DB">
        <w:t>.</w:t>
      </w:r>
    </w:p>
    <w:p w14:paraId="6AC143D9" w14:textId="321A1DC5" w:rsidR="00F635DB" w:rsidRDefault="00F635DB" w:rsidP="00F635DB">
      <w:r>
        <w:t>M</w:t>
      </w:r>
      <w:r w:rsidRPr="00F635DB">
        <w:rPr>
          <w:vertAlign w:val="superscript"/>
        </w:rPr>
        <w:t>lle</w:t>
      </w:r>
      <w:r>
        <w:t> </w:t>
      </w:r>
      <w:r w:rsidR="00855694" w:rsidRPr="009071AC">
        <w:t>Marguerite était une belle jeune fille de vingt ans</w:t>
      </w:r>
      <w:r>
        <w:t>.</w:t>
      </w:r>
    </w:p>
    <w:p w14:paraId="34F82B94" w14:textId="77777777" w:rsidR="00F635DB" w:rsidRDefault="00855694" w:rsidP="00F635DB">
      <w:r w:rsidRPr="009071AC">
        <w:t>Elle était assez grande</w:t>
      </w:r>
      <w:r w:rsidR="00F635DB">
        <w:t xml:space="preserve">, </w:t>
      </w:r>
      <w:r w:rsidRPr="009071AC">
        <w:t>brune</w:t>
      </w:r>
      <w:r w:rsidR="00F635DB">
        <w:t xml:space="preserve">, </w:t>
      </w:r>
      <w:r w:rsidRPr="009071AC">
        <w:t>avec des yeux profonds que ses sourcils un peu accentués faisaient paraître plus sombres</w:t>
      </w:r>
      <w:r w:rsidR="00F635DB">
        <w:t xml:space="preserve">. </w:t>
      </w:r>
      <w:r w:rsidRPr="009071AC">
        <w:t>Des masses épaisses de cheveux noirs encadraient son beau front pensif et triste</w:t>
      </w:r>
      <w:r w:rsidR="00F635DB">
        <w:t xml:space="preserve">. </w:t>
      </w:r>
      <w:r w:rsidRPr="009071AC">
        <w:t>Il y avait quelque chose d</w:t>
      </w:r>
      <w:r w:rsidR="00F635DB">
        <w:t>’</w:t>
      </w:r>
      <w:r w:rsidRPr="009071AC">
        <w:t>étrange en elle et d</w:t>
      </w:r>
      <w:r w:rsidR="00F635DB">
        <w:t>’</w:t>
      </w:r>
      <w:r w:rsidRPr="009071AC">
        <w:t>un peu sauvage</w:t>
      </w:r>
      <w:r w:rsidR="00F635DB">
        <w:t xml:space="preserve">, </w:t>
      </w:r>
      <w:r w:rsidRPr="009071AC">
        <w:t>une cruelle souffrance concentrée et une sorte de résignation hautaine</w:t>
      </w:r>
      <w:r w:rsidR="00F635DB">
        <w:t>.</w:t>
      </w:r>
    </w:p>
    <w:p w14:paraId="0BD40D41" w14:textId="77777777" w:rsidR="00F635DB" w:rsidRDefault="00F635DB" w:rsidP="00F635DB">
      <w:r>
        <w:t>— </w:t>
      </w:r>
      <w:r w:rsidR="00855694" w:rsidRPr="009071AC">
        <w:t>Que se passe-t-il</w:t>
      </w:r>
      <w:r>
        <w:t xml:space="preserve"> ? </w:t>
      </w:r>
      <w:r w:rsidR="00855694" w:rsidRPr="009071AC">
        <w:t>demanda-t-elle doucement</w:t>
      </w:r>
      <w:r>
        <w:t xml:space="preserve">. </w:t>
      </w:r>
      <w:r w:rsidR="00855694" w:rsidRPr="009071AC">
        <w:t>D</w:t>
      </w:r>
      <w:r>
        <w:t>’</w:t>
      </w:r>
      <w:r w:rsidR="00855694" w:rsidRPr="009071AC">
        <w:t>où</w:t>
      </w:r>
      <w:r>
        <w:t xml:space="preserve">, </w:t>
      </w:r>
      <w:r w:rsidR="00855694" w:rsidRPr="009071AC">
        <w:t>vient tout ce bruit que j</w:t>
      </w:r>
      <w:r>
        <w:t>’</w:t>
      </w:r>
      <w:r w:rsidR="00855694" w:rsidRPr="009071AC">
        <w:t>ai entendu</w:t>
      </w:r>
      <w:r>
        <w:t xml:space="preserve"> ?… </w:t>
      </w:r>
      <w:r w:rsidR="00855694" w:rsidRPr="009071AC">
        <w:t>J</w:t>
      </w:r>
      <w:r>
        <w:t>’</w:t>
      </w:r>
      <w:r w:rsidR="00855694" w:rsidRPr="009071AC">
        <w:t>ai sonné trois fois</w:t>
      </w:r>
      <w:r>
        <w:t xml:space="preserve">, </w:t>
      </w:r>
      <w:r w:rsidR="00855694" w:rsidRPr="009071AC">
        <w:t>personne n</w:t>
      </w:r>
      <w:r>
        <w:t>’</w:t>
      </w:r>
      <w:r w:rsidR="00855694" w:rsidRPr="009071AC">
        <w:t>est venu</w:t>
      </w:r>
      <w:r>
        <w:t>.</w:t>
      </w:r>
    </w:p>
    <w:p w14:paraId="510BE66A" w14:textId="77777777" w:rsidR="00F635DB" w:rsidRDefault="00855694" w:rsidP="00F635DB">
      <w:r w:rsidRPr="009071AC">
        <w:t>Personne n</w:t>
      </w:r>
      <w:r w:rsidR="00F635DB">
        <w:t>’</w:t>
      </w:r>
      <w:r w:rsidRPr="009071AC">
        <w:t>osa lui répondre</w:t>
      </w:r>
      <w:r w:rsidR="00F635DB">
        <w:t>.</w:t>
      </w:r>
    </w:p>
    <w:p w14:paraId="3F611571" w14:textId="77777777" w:rsidR="00F635DB" w:rsidRDefault="00855694" w:rsidP="00F635DB">
      <w:r w:rsidRPr="009071AC">
        <w:t>Surprise</w:t>
      </w:r>
      <w:r w:rsidR="00F635DB">
        <w:t xml:space="preserve">, </w:t>
      </w:r>
      <w:r w:rsidRPr="009071AC">
        <w:t>elle promena autour d</w:t>
      </w:r>
      <w:r w:rsidR="00F635DB">
        <w:t>’</w:t>
      </w:r>
      <w:r w:rsidRPr="009071AC">
        <w:t>elle un rapide regard</w:t>
      </w:r>
      <w:r w:rsidR="00F635DB">
        <w:t>.</w:t>
      </w:r>
    </w:p>
    <w:p w14:paraId="7AE40793" w14:textId="31927E59" w:rsidR="00F635DB" w:rsidRDefault="00855694" w:rsidP="00F635DB">
      <w:r w:rsidRPr="009071AC">
        <w:t>D</w:t>
      </w:r>
      <w:r w:rsidR="00F635DB">
        <w:t>’</w:t>
      </w:r>
      <w:r w:rsidRPr="009071AC">
        <w:t>où elle était</w:t>
      </w:r>
      <w:r w:rsidR="00F635DB">
        <w:t xml:space="preserve">, </w:t>
      </w:r>
      <w:r w:rsidRPr="009071AC">
        <w:t>elle ne pouvait apercevoir le lit</w:t>
      </w:r>
      <w:r w:rsidR="00F635DB">
        <w:t xml:space="preserve">, </w:t>
      </w:r>
      <w:r w:rsidRPr="009071AC">
        <w:t>placé dans une alcôve</w:t>
      </w:r>
      <w:r w:rsidR="00F635DB">
        <w:t xml:space="preserve">, </w:t>
      </w:r>
      <w:r w:rsidRPr="009071AC">
        <w:t>mais elle vit d</w:t>
      </w:r>
      <w:r w:rsidR="00F635DB">
        <w:t>’</w:t>
      </w:r>
      <w:r w:rsidRPr="009071AC">
        <w:t>un coup d</w:t>
      </w:r>
      <w:r w:rsidR="00F635DB">
        <w:t>’</w:t>
      </w:r>
      <w:r w:rsidRPr="009071AC">
        <w:t>œil l</w:t>
      </w:r>
      <w:r w:rsidR="00F635DB">
        <w:t>’</w:t>
      </w:r>
      <w:r w:rsidRPr="009071AC">
        <w:t>attitude morne des gens</w:t>
      </w:r>
      <w:r w:rsidR="00F635DB">
        <w:t xml:space="preserve">, </w:t>
      </w:r>
      <w:r w:rsidRPr="009071AC">
        <w:t>les vêtements épars sur le tapis</w:t>
      </w:r>
      <w:r w:rsidR="00F635DB">
        <w:t xml:space="preserve">, </w:t>
      </w:r>
      <w:r w:rsidRPr="009071AC">
        <w:t>et tout le désordre de cette chambre magnifique et sévère</w:t>
      </w:r>
      <w:r w:rsidR="00F635DB">
        <w:t xml:space="preserve">, </w:t>
      </w:r>
      <w:r w:rsidRPr="009071AC">
        <w:t xml:space="preserve">éclairée par la seule lampe de </w:t>
      </w:r>
      <w:r w:rsidR="00F635DB">
        <w:t>M. </w:t>
      </w:r>
      <w:proofErr w:type="spellStart"/>
      <w:r w:rsidRPr="009071AC">
        <w:t>Bourigeau</w:t>
      </w:r>
      <w:proofErr w:type="spellEnd"/>
      <w:r w:rsidR="00F635DB">
        <w:t xml:space="preserve">, </w:t>
      </w:r>
      <w:r w:rsidRPr="009071AC">
        <w:t>le concierge</w:t>
      </w:r>
      <w:r w:rsidR="00F635DB">
        <w:t>.</w:t>
      </w:r>
    </w:p>
    <w:p w14:paraId="3952B3AD" w14:textId="77777777" w:rsidR="00F635DB" w:rsidRDefault="00855694" w:rsidP="00F635DB">
      <w:r w:rsidRPr="009071AC">
        <w:t>Elle eut peur</w:t>
      </w:r>
      <w:r w:rsidR="00F635DB">
        <w:t xml:space="preserve">, </w:t>
      </w:r>
      <w:r w:rsidRPr="009071AC">
        <w:t>un grand frisson la traversa</w:t>
      </w:r>
      <w:r w:rsidR="00F635DB">
        <w:t xml:space="preserve">, </w:t>
      </w:r>
      <w:r w:rsidRPr="009071AC">
        <w:t>et d</w:t>
      </w:r>
      <w:r w:rsidR="00F635DB">
        <w:t>’</w:t>
      </w:r>
      <w:r w:rsidRPr="009071AC">
        <w:t>une voix émue</w:t>
      </w:r>
      <w:r w:rsidR="00F635DB">
        <w:t> :</w:t>
      </w:r>
    </w:p>
    <w:p w14:paraId="52BFF843" w14:textId="77777777" w:rsidR="00F635DB" w:rsidRDefault="00F635DB" w:rsidP="00F635DB">
      <w:r>
        <w:lastRenderedPageBreak/>
        <w:t>— </w:t>
      </w:r>
      <w:r w:rsidR="00855694" w:rsidRPr="009071AC">
        <w:t>Pourquoi êtes-vous tous ici</w:t>
      </w:r>
      <w:r>
        <w:t xml:space="preserve"> ?… </w:t>
      </w:r>
      <w:r w:rsidR="00855694" w:rsidRPr="009071AC">
        <w:t>insista-t-elle</w:t>
      </w:r>
      <w:r>
        <w:t xml:space="preserve">. </w:t>
      </w:r>
      <w:r w:rsidR="00855694" w:rsidRPr="009071AC">
        <w:t>Parlez</w:t>
      </w:r>
      <w:r>
        <w:t xml:space="preserve">, </w:t>
      </w:r>
      <w:r w:rsidR="00855694" w:rsidRPr="009071AC">
        <w:t>qu</w:t>
      </w:r>
      <w:r>
        <w:t>’</w:t>
      </w:r>
      <w:r w:rsidR="00855694" w:rsidRPr="009071AC">
        <w:t>est-il arrivé</w:t>
      </w:r>
      <w:r>
        <w:t> ?</w:t>
      </w:r>
    </w:p>
    <w:p w14:paraId="12872877" w14:textId="6BF86532" w:rsidR="00F635DB" w:rsidRDefault="00F635DB" w:rsidP="00F635DB">
      <w:r>
        <w:t>M. </w:t>
      </w:r>
      <w:r w:rsidR="00855694" w:rsidRPr="009071AC">
        <w:t>Casimir fit un pas en avant</w:t>
      </w:r>
      <w:r>
        <w:t>.</w:t>
      </w:r>
    </w:p>
    <w:p w14:paraId="2A4C5EF8" w14:textId="7F8B5E4F" w:rsidR="00F635DB" w:rsidRDefault="00F635DB" w:rsidP="00F635DB">
      <w:r>
        <w:t>— </w:t>
      </w:r>
      <w:r w:rsidR="00855694" w:rsidRPr="009071AC">
        <w:t>Un grand malheur</w:t>
      </w:r>
      <w:r>
        <w:t xml:space="preserve">, </w:t>
      </w:r>
      <w:r w:rsidR="00855694" w:rsidRPr="009071AC">
        <w:t>mademoiselle</w:t>
      </w:r>
      <w:r>
        <w:t xml:space="preserve">, </w:t>
      </w:r>
      <w:r w:rsidR="00855694" w:rsidRPr="009071AC">
        <w:t>un malheur terrible</w:t>
      </w:r>
      <w:r>
        <w:t>, M. </w:t>
      </w:r>
      <w:r w:rsidR="00855694" w:rsidRPr="009071AC">
        <w:t>le comte</w:t>
      </w:r>
      <w:r>
        <w:t>…</w:t>
      </w:r>
    </w:p>
    <w:p w14:paraId="21DBEAFD" w14:textId="21EDD775" w:rsidR="00F635DB" w:rsidRDefault="00855694" w:rsidP="00F635DB">
      <w:r w:rsidRPr="009071AC">
        <w:t>Et il s</w:t>
      </w:r>
      <w:r w:rsidR="00F635DB">
        <w:t>’</w:t>
      </w:r>
      <w:r w:rsidRPr="009071AC">
        <w:t>arrêta</w:t>
      </w:r>
      <w:r w:rsidR="00F635DB">
        <w:t xml:space="preserve">, </w:t>
      </w:r>
      <w:r w:rsidRPr="009071AC">
        <w:t>interdit</w:t>
      </w:r>
      <w:r w:rsidR="00F635DB">
        <w:t xml:space="preserve">, </w:t>
      </w:r>
      <w:r w:rsidRPr="009071AC">
        <w:t>effrayé de ce qu</w:t>
      </w:r>
      <w:r w:rsidR="00F635DB">
        <w:t>’</w:t>
      </w:r>
      <w:r w:rsidRPr="009071AC">
        <w:t>il allait dire</w:t>
      </w:r>
      <w:r w:rsidR="00F635DB">
        <w:t xml:space="preserve">… </w:t>
      </w:r>
      <w:r w:rsidRPr="009071AC">
        <w:t>Trop tard</w:t>
      </w:r>
      <w:r w:rsidR="00F635DB">
        <w:t>, M</w:t>
      </w:r>
      <w:r w:rsidR="00F635DB" w:rsidRPr="00F635DB">
        <w:rPr>
          <w:vertAlign w:val="superscript"/>
        </w:rPr>
        <w:t>lle</w:t>
      </w:r>
      <w:r w:rsidR="00F635DB">
        <w:t> </w:t>
      </w:r>
      <w:r w:rsidRPr="009071AC">
        <w:t>Marguerite avait compris</w:t>
      </w:r>
      <w:r w:rsidR="00F635DB">
        <w:t>.</w:t>
      </w:r>
    </w:p>
    <w:p w14:paraId="0C554FCC" w14:textId="77777777" w:rsidR="00F635DB" w:rsidRDefault="00855694" w:rsidP="00F635DB">
      <w:r w:rsidRPr="009071AC">
        <w:t>D</w:t>
      </w:r>
      <w:r w:rsidR="00F635DB">
        <w:t>’</w:t>
      </w:r>
      <w:r w:rsidRPr="009071AC">
        <w:t>un mouvement brusque</w:t>
      </w:r>
      <w:r w:rsidR="00F635DB">
        <w:t xml:space="preserve">, </w:t>
      </w:r>
      <w:r w:rsidRPr="009071AC">
        <w:t>elle porta ses deux mains à son cœur</w:t>
      </w:r>
      <w:r w:rsidR="00F635DB">
        <w:t xml:space="preserve">, </w:t>
      </w:r>
      <w:r w:rsidRPr="009071AC">
        <w:t>comme si elle eût senti une blessure atroce</w:t>
      </w:r>
      <w:r w:rsidR="00F635DB">
        <w:t xml:space="preserve">, </w:t>
      </w:r>
      <w:r w:rsidRPr="009071AC">
        <w:t>et elle prononça ce seul mot</w:t>
      </w:r>
      <w:r w:rsidR="00F635DB">
        <w:t> :</w:t>
      </w:r>
    </w:p>
    <w:p w14:paraId="020B3CCC" w14:textId="77777777" w:rsidR="00F635DB" w:rsidRDefault="00F635DB" w:rsidP="00F635DB">
      <w:r>
        <w:t>— </w:t>
      </w:r>
      <w:r w:rsidR="00855694" w:rsidRPr="009071AC">
        <w:t>Perdue</w:t>
      </w:r>
      <w:r>
        <w:t> !…</w:t>
      </w:r>
    </w:p>
    <w:p w14:paraId="0F712218" w14:textId="77777777" w:rsidR="00F635DB" w:rsidRDefault="00855694" w:rsidP="00F635DB">
      <w:r w:rsidRPr="009071AC">
        <w:t>Elle était devenue plus pâle que la mort</w:t>
      </w:r>
      <w:r w:rsidR="00F635DB">
        <w:t xml:space="preserve">, </w:t>
      </w:r>
      <w:r w:rsidRPr="009071AC">
        <w:t>sa tête se renversait en arrière</w:t>
      </w:r>
      <w:r w:rsidR="00F635DB">
        <w:t xml:space="preserve">, </w:t>
      </w:r>
      <w:r w:rsidRPr="009071AC">
        <w:t>ses yeux se fermaient</w:t>
      </w:r>
      <w:r w:rsidR="00F635DB">
        <w:t xml:space="preserve">, </w:t>
      </w:r>
      <w:r w:rsidRPr="009071AC">
        <w:t>elle chancelait</w:t>
      </w:r>
      <w:r w:rsidR="00F635DB">
        <w:t>…</w:t>
      </w:r>
    </w:p>
    <w:p w14:paraId="5F3541DC" w14:textId="77777777" w:rsidR="00F635DB" w:rsidRDefault="00855694" w:rsidP="00F635DB">
      <w:r w:rsidRPr="009071AC">
        <w:t>Deux femmes de chambre s</w:t>
      </w:r>
      <w:r w:rsidR="00F635DB">
        <w:t>’</w:t>
      </w:r>
      <w:r w:rsidRPr="009071AC">
        <w:t>élancèrent pour la soutenir</w:t>
      </w:r>
      <w:r w:rsidR="00F635DB">
        <w:t xml:space="preserve">, </w:t>
      </w:r>
      <w:r w:rsidRPr="009071AC">
        <w:t>elle les repoussa d</w:t>
      </w:r>
      <w:r w:rsidR="00F635DB">
        <w:t>’</w:t>
      </w:r>
      <w:r w:rsidRPr="009071AC">
        <w:t>un geste doux</w:t>
      </w:r>
      <w:r w:rsidR="00F635DB">
        <w:t xml:space="preserve">, </w:t>
      </w:r>
      <w:r w:rsidRPr="009071AC">
        <w:t>en murmurant</w:t>
      </w:r>
      <w:r w:rsidR="00F635DB">
        <w:t> :</w:t>
      </w:r>
    </w:p>
    <w:p w14:paraId="5BA5E4C0" w14:textId="77777777" w:rsidR="00F635DB" w:rsidRDefault="00F635DB" w:rsidP="00F635DB">
      <w:r>
        <w:t>— </w:t>
      </w:r>
      <w:r w:rsidR="00855694" w:rsidRPr="009071AC">
        <w:t>Merci</w:t>
      </w:r>
      <w:r>
        <w:t xml:space="preserve"> !… </w:t>
      </w:r>
      <w:r w:rsidR="00855694" w:rsidRPr="009071AC">
        <w:t>Merci</w:t>
      </w:r>
      <w:r>
        <w:t xml:space="preserve"> !… </w:t>
      </w:r>
      <w:r w:rsidR="00855694" w:rsidRPr="009071AC">
        <w:t>Laissez-moi</w:t>
      </w:r>
      <w:r>
        <w:t xml:space="preserve">… </w:t>
      </w:r>
      <w:r w:rsidR="00855694" w:rsidRPr="009071AC">
        <w:t>je suis forte</w:t>
      </w:r>
      <w:r>
        <w:t>.</w:t>
      </w:r>
    </w:p>
    <w:p w14:paraId="3624A357" w14:textId="77777777" w:rsidR="00F635DB" w:rsidRDefault="00855694" w:rsidP="00F635DB">
      <w:r w:rsidRPr="009071AC">
        <w:t>Elle était assez forte</w:t>
      </w:r>
      <w:r w:rsidR="00F635DB">
        <w:t xml:space="preserve">, </w:t>
      </w:r>
      <w:r w:rsidRPr="009071AC">
        <w:t>en effet</w:t>
      </w:r>
      <w:r w:rsidR="00F635DB">
        <w:t xml:space="preserve">, </w:t>
      </w:r>
      <w:r w:rsidRPr="009071AC">
        <w:t>pour dompter sa mortelle défaillance</w:t>
      </w:r>
      <w:r w:rsidR="00F635DB">
        <w:t xml:space="preserve">. </w:t>
      </w:r>
      <w:r w:rsidRPr="009071AC">
        <w:t>Elle rassembla toute son énergie</w:t>
      </w:r>
      <w:r w:rsidR="00F635DB">
        <w:t xml:space="preserve">, </w:t>
      </w:r>
      <w:r w:rsidRPr="009071AC">
        <w:t>et</w:t>
      </w:r>
      <w:r w:rsidR="00F635DB">
        <w:t xml:space="preserve">, </w:t>
      </w:r>
      <w:r w:rsidRPr="009071AC">
        <w:t>lentement</w:t>
      </w:r>
      <w:r w:rsidR="00F635DB">
        <w:t xml:space="preserve">, </w:t>
      </w:r>
      <w:r w:rsidRPr="009071AC">
        <w:t>plus blanche qu</w:t>
      </w:r>
      <w:r w:rsidR="00F635DB">
        <w:t>’</w:t>
      </w:r>
      <w:r w:rsidRPr="009071AC">
        <w:t>une statue</w:t>
      </w:r>
      <w:r w:rsidR="00F635DB">
        <w:t xml:space="preserve">, </w:t>
      </w:r>
      <w:r w:rsidRPr="009071AC">
        <w:t>les dents serrées</w:t>
      </w:r>
      <w:r w:rsidR="00F635DB">
        <w:t xml:space="preserve">, </w:t>
      </w:r>
      <w:r w:rsidRPr="009071AC">
        <w:t>les yeux secs et brillants</w:t>
      </w:r>
      <w:r w:rsidR="00F635DB">
        <w:t xml:space="preserve">, </w:t>
      </w:r>
      <w:r w:rsidRPr="009071AC">
        <w:t>elle s</w:t>
      </w:r>
      <w:r w:rsidR="00F635DB">
        <w:t>’</w:t>
      </w:r>
      <w:r w:rsidRPr="009071AC">
        <w:t>avança vers l</w:t>
      </w:r>
      <w:r w:rsidR="00F635DB">
        <w:t>’</w:t>
      </w:r>
      <w:r w:rsidRPr="009071AC">
        <w:t>alcôve</w:t>
      </w:r>
      <w:r w:rsidR="00F635DB">
        <w:t>.</w:t>
      </w:r>
    </w:p>
    <w:p w14:paraId="7732BA81" w14:textId="77777777" w:rsidR="00F635DB" w:rsidRDefault="00855694" w:rsidP="00F635DB">
      <w:r w:rsidRPr="009071AC">
        <w:t>Là</w:t>
      </w:r>
      <w:r w:rsidR="00F635DB">
        <w:t xml:space="preserve">, </w:t>
      </w:r>
      <w:r w:rsidRPr="009071AC">
        <w:t>elle resta un moment immobile</w:t>
      </w:r>
      <w:r w:rsidR="00F635DB">
        <w:t xml:space="preserve">, </w:t>
      </w:r>
      <w:r w:rsidRPr="009071AC">
        <w:t>murmurant des paroles inintelligibles</w:t>
      </w:r>
      <w:r w:rsidR="00F635DB">
        <w:t xml:space="preserve">, </w:t>
      </w:r>
      <w:r w:rsidRPr="009071AC">
        <w:t>et</w:t>
      </w:r>
      <w:r w:rsidR="00F635DB">
        <w:t xml:space="preserve">, </w:t>
      </w:r>
      <w:r w:rsidRPr="009071AC">
        <w:t>enfin</w:t>
      </w:r>
      <w:r w:rsidR="00F635DB">
        <w:t xml:space="preserve">, </w:t>
      </w:r>
      <w:r w:rsidRPr="009071AC">
        <w:t>écrasée sous la douleur</w:t>
      </w:r>
      <w:r w:rsidR="00F635DB">
        <w:t xml:space="preserve">, </w:t>
      </w:r>
      <w:r w:rsidRPr="009071AC">
        <w:t>elle s</w:t>
      </w:r>
      <w:r w:rsidR="00F635DB">
        <w:t>’</w:t>
      </w:r>
      <w:r w:rsidRPr="009071AC">
        <w:t>abattit à genoux devant le lit</w:t>
      </w:r>
      <w:r w:rsidR="00F635DB">
        <w:t xml:space="preserve">, </w:t>
      </w:r>
      <w:r w:rsidRPr="009071AC">
        <w:t>y ensevelit sa tête</w:t>
      </w:r>
      <w:r w:rsidR="00F635DB">
        <w:t xml:space="preserve">, </w:t>
      </w:r>
      <w:r w:rsidRPr="009071AC">
        <w:t>et pleura</w:t>
      </w:r>
      <w:r w:rsidR="00F635DB">
        <w:t>…</w:t>
      </w:r>
    </w:p>
    <w:p w14:paraId="138C5DC0" w14:textId="77777777" w:rsidR="00F635DB" w:rsidRDefault="00855694" w:rsidP="00F635DB">
      <w:r w:rsidRPr="009071AC">
        <w:t>Profondément remués par le spectacle de ce désespoir si grand et si simple à la fois</w:t>
      </w:r>
      <w:r w:rsidR="00F635DB">
        <w:t xml:space="preserve">, </w:t>
      </w:r>
      <w:r w:rsidRPr="009071AC">
        <w:t>les domestiques retenaient leur haleine</w:t>
      </w:r>
      <w:r w:rsidR="00F635DB">
        <w:t xml:space="preserve">, </w:t>
      </w:r>
      <w:r w:rsidRPr="009071AC">
        <w:t>se demandant comment cela allait finir</w:t>
      </w:r>
      <w:r w:rsidR="00F635DB">
        <w:t>…</w:t>
      </w:r>
    </w:p>
    <w:p w14:paraId="7E05FC39" w14:textId="77777777" w:rsidR="00F635DB" w:rsidRDefault="00855694" w:rsidP="00F635DB">
      <w:r w:rsidRPr="009071AC">
        <w:lastRenderedPageBreak/>
        <w:t>Cela finit vite</w:t>
      </w:r>
      <w:r w:rsidR="00F635DB">
        <w:t xml:space="preserve">. </w:t>
      </w:r>
      <w:r w:rsidRPr="009071AC">
        <w:t>La malheureuse jeune fille se redressa brusquement</w:t>
      </w:r>
      <w:r w:rsidR="00F635DB">
        <w:t xml:space="preserve">, </w:t>
      </w:r>
      <w:r w:rsidRPr="009071AC">
        <w:t>comme si une lueur d</w:t>
      </w:r>
      <w:r w:rsidR="00F635DB">
        <w:t>’</w:t>
      </w:r>
      <w:r w:rsidRPr="009071AC">
        <w:t>espérance eût illuminé soudainement son esprit</w:t>
      </w:r>
      <w:r w:rsidR="00F635DB">
        <w:t>.</w:t>
      </w:r>
    </w:p>
    <w:p w14:paraId="03B4179F" w14:textId="77777777" w:rsidR="00F635DB" w:rsidRDefault="00F635DB" w:rsidP="00F635DB">
      <w:r>
        <w:t>— </w:t>
      </w:r>
      <w:r w:rsidR="00855694" w:rsidRPr="009071AC">
        <w:t>Le médecin</w:t>
      </w:r>
      <w:r>
        <w:t xml:space="preserve"> ! </w:t>
      </w:r>
      <w:r w:rsidR="00855694" w:rsidRPr="009071AC">
        <w:t>dit-elle d</w:t>
      </w:r>
      <w:r>
        <w:t>’</w:t>
      </w:r>
      <w:r w:rsidR="00855694" w:rsidRPr="009071AC">
        <w:t>une voix brève</w:t>
      </w:r>
      <w:r>
        <w:t>.</w:t>
      </w:r>
    </w:p>
    <w:p w14:paraId="6C585237" w14:textId="4D28231C" w:rsidR="00F635DB" w:rsidRDefault="00F635DB" w:rsidP="00F635DB">
      <w:r>
        <w:t>— </w:t>
      </w:r>
      <w:r w:rsidR="00855694" w:rsidRPr="009071AC">
        <w:t>On est allé en chercher un</w:t>
      </w:r>
      <w:r>
        <w:t xml:space="preserve">, </w:t>
      </w:r>
      <w:r w:rsidR="00855694" w:rsidRPr="009071AC">
        <w:t>mademoiselle</w:t>
      </w:r>
      <w:r>
        <w:t xml:space="preserve">, </w:t>
      </w:r>
      <w:r w:rsidR="00855694" w:rsidRPr="009071AC">
        <w:t xml:space="preserve">répondit </w:t>
      </w:r>
      <w:r>
        <w:t>M. </w:t>
      </w:r>
      <w:r w:rsidR="00855694" w:rsidRPr="009071AC">
        <w:t>Casimir</w:t>
      </w:r>
      <w:r>
        <w:t>.</w:t>
      </w:r>
    </w:p>
    <w:p w14:paraId="095E0D61" w14:textId="77777777" w:rsidR="00F635DB" w:rsidRDefault="00855694" w:rsidP="00F635DB">
      <w:r w:rsidRPr="009071AC">
        <w:t>Et</w:t>
      </w:r>
      <w:r w:rsidR="00F635DB">
        <w:t xml:space="preserve">, </w:t>
      </w:r>
      <w:r w:rsidRPr="009071AC">
        <w:t>entendant une voix et des pas dans l</w:t>
      </w:r>
      <w:r w:rsidR="00F635DB">
        <w:t>’</w:t>
      </w:r>
      <w:r w:rsidRPr="009071AC">
        <w:t>escalier</w:t>
      </w:r>
      <w:r w:rsidR="00F635DB">
        <w:t xml:space="preserve">, </w:t>
      </w:r>
      <w:r w:rsidRPr="009071AC">
        <w:t>il ajouta</w:t>
      </w:r>
      <w:r w:rsidR="00F635DB">
        <w:t> :</w:t>
      </w:r>
    </w:p>
    <w:p w14:paraId="7C40E0D5" w14:textId="77777777" w:rsidR="00F635DB" w:rsidRDefault="00F635DB" w:rsidP="00F635DB">
      <w:r>
        <w:t>— </w:t>
      </w:r>
      <w:r w:rsidR="00855694" w:rsidRPr="009071AC">
        <w:t>Même</w:t>
      </w:r>
      <w:r>
        <w:t xml:space="preserve">, </w:t>
      </w:r>
      <w:r w:rsidR="00855694" w:rsidRPr="009071AC">
        <w:t>par bonheur</w:t>
      </w:r>
      <w:r>
        <w:t xml:space="preserve">, </w:t>
      </w:r>
      <w:r w:rsidR="00855694" w:rsidRPr="009071AC">
        <w:t>le voici</w:t>
      </w:r>
      <w:r>
        <w:t> !</w:t>
      </w:r>
    </w:p>
    <w:p w14:paraId="361FCD7C" w14:textId="77777777" w:rsidR="00F635DB" w:rsidRDefault="00855694" w:rsidP="00F635DB">
      <w:r w:rsidRPr="009071AC">
        <w:t>Le docteur entra</w:t>
      </w:r>
      <w:r w:rsidR="00F635DB">
        <w:t>.</w:t>
      </w:r>
    </w:p>
    <w:p w14:paraId="0BAC27BC" w14:textId="77777777" w:rsidR="00F635DB" w:rsidRDefault="00855694" w:rsidP="00F635DB">
      <w:r w:rsidRPr="009071AC">
        <w:t>C</w:t>
      </w:r>
      <w:r w:rsidR="00F635DB">
        <w:t>’</w:t>
      </w:r>
      <w:r w:rsidRPr="009071AC">
        <w:t>était un homme jeune</w:t>
      </w:r>
      <w:r w:rsidR="00F635DB">
        <w:t xml:space="preserve">, </w:t>
      </w:r>
      <w:r w:rsidRPr="009071AC">
        <w:t>encore qu</w:t>
      </w:r>
      <w:r w:rsidR="00F635DB">
        <w:t>’</w:t>
      </w:r>
      <w:r w:rsidRPr="009071AC">
        <w:t>il n</w:t>
      </w:r>
      <w:r w:rsidR="00F635DB">
        <w:t>’</w:t>
      </w:r>
      <w:r w:rsidRPr="009071AC">
        <w:t>eût plus guère de cheveux sur le crâne</w:t>
      </w:r>
      <w:r w:rsidR="00F635DB">
        <w:t xml:space="preserve">. </w:t>
      </w:r>
      <w:r w:rsidRPr="009071AC">
        <w:t>Il était petit</w:t>
      </w:r>
      <w:r w:rsidR="00F635DB">
        <w:t xml:space="preserve">, </w:t>
      </w:r>
      <w:r w:rsidRPr="009071AC">
        <w:t>maigre</w:t>
      </w:r>
      <w:r w:rsidR="00F635DB">
        <w:t xml:space="preserve">, </w:t>
      </w:r>
      <w:r w:rsidRPr="009071AC">
        <w:t>scrupuleusement rasé et vêtu de noir de la tête aux pieds</w:t>
      </w:r>
      <w:r w:rsidR="00F635DB">
        <w:t>.</w:t>
      </w:r>
    </w:p>
    <w:p w14:paraId="68C50090" w14:textId="77777777" w:rsidR="00F635DB" w:rsidRDefault="00855694" w:rsidP="00F635DB">
      <w:r w:rsidRPr="009071AC">
        <w:t>Sans un mot</w:t>
      </w:r>
      <w:r w:rsidR="00F635DB">
        <w:t xml:space="preserve">, </w:t>
      </w:r>
      <w:r w:rsidRPr="009071AC">
        <w:t>sans un salut</w:t>
      </w:r>
      <w:r w:rsidR="00F635DB">
        <w:t xml:space="preserve">, </w:t>
      </w:r>
      <w:r w:rsidRPr="009071AC">
        <w:t>sans seulement toucher du doigt le bord de son chapeau</w:t>
      </w:r>
      <w:r w:rsidR="00F635DB">
        <w:t xml:space="preserve">, </w:t>
      </w:r>
      <w:r w:rsidRPr="009071AC">
        <w:t>il marcha droit au lit et successivement il souleva les paupières du moribond</w:t>
      </w:r>
      <w:r w:rsidR="00F635DB">
        <w:t xml:space="preserve">, </w:t>
      </w:r>
      <w:r w:rsidRPr="009071AC">
        <w:t>lui tâta le pouls</w:t>
      </w:r>
      <w:r w:rsidR="00F635DB">
        <w:t xml:space="preserve">, </w:t>
      </w:r>
      <w:r w:rsidRPr="009071AC">
        <w:t>le palpa</w:t>
      </w:r>
      <w:r w:rsidR="00F635DB">
        <w:t xml:space="preserve">, </w:t>
      </w:r>
      <w:r w:rsidRPr="009071AC">
        <w:t>et lui découvrit la poitrine</w:t>
      </w:r>
      <w:r w:rsidR="00F635DB">
        <w:t xml:space="preserve">, </w:t>
      </w:r>
      <w:r w:rsidRPr="009071AC">
        <w:t>contre laquelle il appliqua son oreille</w:t>
      </w:r>
      <w:r w:rsidR="00F635DB">
        <w:t>.</w:t>
      </w:r>
    </w:p>
    <w:p w14:paraId="47C65222" w14:textId="77777777" w:rsidR="00F635DB" w:rsidRDefault="00855694" w:rsidP="00F635DB">
      <w:r w:rsidRPr="009071AC">
        <w:t>Ayant terminé son examen</w:t>
      </w:r>
      <w:r w:rsidR="00F635DB">
        <w:t xml:space="preserve">, </w:t>
      </w:r>
      <w:r w:rsidRPr="009071AC">
        <w:t>il dit</w:t>
      </w:r>
      <w:r w:rsidR="00F635DB">
        <w:t> :</w:t>
      </w:r>
    </w:p>
    <w:p w14:paraId="0B7B0FDC" w14:textId="77777777" w:rsidR="00F635DB" w:rsidRDefault="00F635DB" w:rsidP="00F635DB">
      <w:r>
        <w:t>— </w:t>
      </w:r>
      <w:r w:rsidR="00855694" w:rsidRPr="009071AC">
        <w:t>C</w:t>
      </w:r>
      <w:r>
        <w:t>’</w:t>
      </w:r>
      <w:r w:rsidR="00855694" w:rsidRPr="009071AC">
        <w:t>est grave</w:t>
      </w:r>
      <w:r>
        <w:t> !</w:t>
      </w:r>
    </w:p>
    <w:p w14:paraId="50374731" w14:textId="474C6A3F" w:rsidR="00F635DB" w:rsidRDefault="00F635DB" w:rsidP="00F635DB">
      <w:r>
        <w:t>M</w:t>
      </w:r>
      <w:r w:rsidRPr="00F635DB">
        <w:rPr>
          <w:vertAlign w:val="superscript"/>
        </w:rPr>
        <w:t>lle</w:t>
      </w:r>
      <w:r>
        <w:t> </w:t>
      </w:r>
      <w:r w:rsidR="00855694" w:rsidRPr="009071AC">
        <w:t>Marguerite</w:t>
      </w:r>
      <w:r>
        <w:t xml:space="preserve">, </w:t>
      </w:r>
      <w:r w:rsidR="00855694" w:rsidRPr="009071AC">
        <w:t>qui avait suivi avec une poignante anxiété tous les mouvements du docteur</w:t>
      </w:r>
      <w:r>
        <w:t xml:space="preserve">, </w:t>
      </w:r>
      <w:r w:rsidR="00855694" w:rsidRPr="009071AC">
        <w:t>ne put retenir un sanglot</w:t>
      </w:r>
      <w:r>
        <w:t>.</w:t>
      </w:r>
    </w:p>
    <w:p w14:paraId="36A3D974" w14:textId="77777777" w:rsidR="00F635DB" w:rsidRDefault="00F635DB" w:rsidP="00F635DB">
      <w:r>
        <w:t>— </w:t>
      </w:r>
      <w:r w:rsidR="00855694" w:rsidRPr="009071AC">
        <w:t>Mais tout espoir n</w:t>
      </w:r>
      <w:r>
        <w:t>’</w:t>
      </w:r>
      <w:r w:rsidR="00855694" w:rsidRPr="009071AC">
        <w:t>est pas perdu</w:t>
      </w:r>
      <w:r>
        <w:t xml:space="preserve">, </w:t>
      </w:r>
      <w:r w:rsidR="00855694" w:rsidRPr="009071AC">
        <w:t>n</w:t>
      </w:r>
      <w:r>
        <w:t>’</w:t>
      </w:r>
      <w:r w:rsidR="00855694" w:rsidRPr="009071AC">
        <w:t>est-ce pas</w:t>
      </w:r>
      <w:r>
        <w:t xml:space="preserve">, </w:t>
      </w:r>
      <w:r w:rsidR="00855694" w:rsidRPr="009071AC">
        <w:t>monsieur</w:t>
      </w:r>
      <w:r>
        <w:t xml:space="preserve">, </w:t>
      </w:r>
      <w:r w:rsidR="00855694" w:rsidRPr="009071AC">
        <w:t>fit-elle d</w:t>
      </w:r>
      <w:r>
        <w:t>’</w:t>
      </w:r>
      <w:r w:rsidR="00855694" w:rsidRPr="009071AC">
        <w:t>une voix suppliante et les mains jointes</w:t>
      </w:r>
      <w:r>
        <w:t xml:space="preserve">, </w:t>
      </w:r>
      <w:r w:rsidR="00855694" w:rsidRPr="009071AC">
        <w:t>vous le sauverez</w:t>
      </w:r>
      <w:r>
        <w:t xml:space="preserve">, </w:t>
      </w:r>
      <w:r w:rsidR="00855694" w:rsidRPr="009071AC">
        <w:t>n</w:t>
      </w:r>
      <w:r>
        <w:t>’</w:t>
      </w:r>
      <w:r w:rsidR="00855694" w:rsidRPr="009071AC">
        <w:t>est-ce pas</w:t>
      </w:r>
      <w:r>
        <w:t xml:space="preserve">, </w:t>
      </w:r>
      <w:r w:rsidR="00855694" w:rsidRPr="009071AC">
        <w:t>vous le sauverez</w:t>
      </w:r>
      <w:r>
        <w:t> !…</w:t>
      </w:r>
    </w:p>
    <w:p w14:paraId="3817AFDB" w14:textId="77777777" w:rsidR="00F635DB" w:rsidRDefault="00F635DB" w:rsidP="00F635DB">
      <w:r>
        <w:lastRenderedPageBreak/>
        <w:t>— </w:t>
      </w:r>
      <w:r w:rsidR="00855694" w:rsidRPr="009071AC">
        <w:t>On peut légitimement espérer</w:t>
      </w:r>
      <w:r>
        <w:t>.</w:t>
      </w:r>
    </w:p>
    <w:p w14:paraId="57290006" w14:textId="77777777" w:rsidR="00F635DB" w:rsidRDefault="00855694" w:rsidP="00F635DB">
      <w:r w:rsidRPr="009071AC">
        <w:t>Ce fut la seule réponse du docteur</w:t>
      </w:r>
      <w:r w:rsidR="00F635DB">
        <w:t xml:space="preserve">. </w:t>
      </w:r>
      <w:r w:rsidRPr="009071AC">
        <w:t>Il avait tiré sa trousse et essayait froidement ses lancettes sur le bout de son doigt</w:t>
      </w:r>
      <w:r w:rsidR="00F635DB">
        <w:t xml:space="preserve">. </w:t>
      </w:r>
      <w:r w:rsidRPr="009071AC">
        <w:t>Quand il en eut trouvé une à sa convenance</w:t>
      </w:r>
      <w:r w:rsidR="00F635DB">
        <w:t> :</w:t>
      </w:r>
    </w:p>
    <w:p w14:paraId="2DA65286" w14:textId="77777777" w:rsidR="00F635DB" w:rsidRDefault="00F635DB" w:rsidP="00F635DB">
      <w:r>
        <w:t>— </w:t>
      </w:r>
      <w:r w:rsidR="00855694" w:rsidRPr="009071AC">
        <w:t>Je vous prierais</w:t>
      </w:r>
      <w:r>
        <w:t xml:space="preserve">, </w:t>
      </w:r>
      <w:r w:rsidR="00855694" w:rsidRPr="009071AC">
        <w:t>mademoiselle</w:t>
      </w:r>
      <w:r>
        <w:t xml:space="preserve">, </w:t>
      </w:r>
      <w:r w:rsidR="00855694" w:rsidRPr="009071AC">
        <w:t>dit-il</w:t>
      </w:r>
      <w:r>
        <w:t xml:space="preserve">, </w:t>
      </w:r>
      <w:r w:rsidR="00855694" w:rsidRPr="009071AC">
        <w:t>de faire retirer les femmes qui sont dans cette pièce et de vous retirer vous-même</w:t>
      </w:r>
      <w:r>
        <w:t xml:space="preserve">… </w:t>
      </w:r>
      <w:r w:rsidR="00855694" w:rsidRPr="009071AC">
        <w:t>les hommes resteront pour m</w:t>
      </w:r>
      <w:r>
        <w:t>’</w:t>
      </w:r>
      <w:r w:rsidR="00855694" w:rsidRPr="009071AC">
        <w:t>aider</w:t>
      </w:r>
      <w:r>
        <w:t xml:space="preserve">, </w:t>
      </w:r>
      <w:r w:rsidR="00855694" w:rsidRPr="009071AC">
        <w:t>si besoin est</w:t>
      </w:r>
      <w:r>
        <w:t>.</w:t>
      </w:r>
    </w:p>
    <w:p w14:paraId="28AB6214" w14:textId="77777777" w:rsidR="00F635DB" w:rsidRDefault="00855694" w:rsidP="00F635DB">
      <w:r w:rsidRPr="009071AC">
        <w:t>Elle obéit</w:t>
      </w:r>
      <w:r w:rsidR="00F635DB">
        <w:t xml:space="preserve">, </w:t>
      </w:r>
      <w:r w:rsidRPr="009071AC">
        <w:t>avec cette résignation passive qui livre les malheureux à toutes les inspirations</w:t>
      </w:r>
      <w:r w:rsidR="00F635DB">
        <w:t xml:space="preserve">. </w:t>
      </w:r>
      <w:r w:rsidRPr="009071AC">
        <w:t>Mais elle ne regagna pas son appartement</w:t>
      </w:r>
      <w:r w:rsidR="00F635DB">
        <w:t xml:space="preserve">. </w:t>
      </w:r>
      <w:r w:rsidRPr="009071AC">
        <w:t>Elle resta sur le palier</w:t>
      </w:r>
      <w:r w:rsidR="00F635DB">
        <w:t xml:space="preserve">, </w:t>
      </w:r>
      <w:r w:rsidRPr="009071AC">
        <w:t>le plus près possible de la porte</w:t>
      </w:r>
      <w:r w:rsidR="00F635DB">
        <w:t xml:space="preserve">, </w:t>
      </w:r>
      <w:r w:rsidRPr="009071AC">
        <w:t>assise sur la première marche de l</w:t>
      </w:r>
      <w:r w:rsidR="00F635DB">
        <w:t>’</w:t>
      </w:r>
      <w:r w:rsidRPr="009071AC">
        <w:t>escalier</w:t>
      </w:r>
      <w:r w:rsidR="00F635DB">
        <w:t xml:space="preserve">, </w:t>
      </w:r>
      <w:r w:rsidRPr="009071AC">
        <w:t>tirant mille conjectures du plus léger bruit</w:t>
      </w:r>
      <w:r w:rsidR="00F635DB">
        <w:t xml:space="preserve">, </w:t>
      </w:r>
      <w:r w:rsidRPr="009071AC">
        <w:t>comptant les secondes</w:t>
      </w:r>
      <w:r w:rsidR="00F635DB">
        <w:t>.</w:t>
      </w:r>
    </w:p>
    <w:p w14:paraId="5A4F4E61" w14:textId="77777777" w:rsidR="00F635DB" w:rsidRDefault="00855694" w:rsidP="00F635DB">
      <w:r w:rsidRPr="009071AC">
        <w:t>Le médecin</w:t>
      </w:r>
      <w:r w:rsidR="00F635DB">
        <w:t xml:space="preserve">, </w:t>
      </w:r>
      <w:r w:rsidRPr="009071AC">
        <w:t>dans la chambre</w:t>
      </w:r>
      <w:r w:rsidR="00F635DB">
        <w:t xml:space="preserve">, </w:t>
      </w:r>
      <w:r w:rsidRPr="009071AC">
        <w:t>n</w:t>
      </w:r>
      <w:r w:rsidR="00F635DB">
        <w:t>’</w:t>
      </w:r>
      <w:r w:rsidRPr="009071AC">
        <w:t xml:space="preserve">en </w:t>
      </w:r>
      <w:proofErr w:type="spellStart"/>
      <w:r w:rsidRPr="009071AC">
        <w:t>allait</w:t>
      </w:r>
      <w:proofErr w:type="spellEnd"/>
      <w:r w:rsidRPr="009071AC">
        <w:t xml:space="preserve"> pas plus vite</w:t>
      </w:r>
      <w:r w:rsidR="00F635DB">
        <w:t xml:space="preserve">, </w:t>
      </w:r>
      <w:r w:rsidRPr="009071AC">
        <w:t>non par tempérament</w:t>
      </w:r>
      <w:r w:rsidR="00F635DB">
        <w:t xml:space="preserve">, </w:t>
      </w:r>
      <w:r w:rsidRPr="009071AC">
        <w:t>mais par principes</w:t>
      </w:r>
      <w:r w:rsidR="00F635DB">
        <w:t>.</w:t>
      </w:r>
    </w:p>
    <w:p w14:paraId="301E116F" w14:textId="77777777" w:rsidR="00F635DB" w:rsidRDefault="00855694" w:rsidP="00F635DB">
      <w:r w:rsidRPr="009071AC">
        <w:t xml:space="preserve">Le docteur </w:t>
      </w:r>
      <w:proofErr w:type="spellStart"/>
      <w:r w:rsidRPr="009071AC">
        <w:t>Jodon</w:t>
      </w:r>
      <w:proofErr w:type="spellEnd"/>
      <w:r w:rsidR="00F635DB">
        <w:t xml:space="preserve"> – </w:t>
      </w:r>
      <w:r w:rsidRPr="009071AC">
        <w:t>il se nommait ainsi</w:t>
      </w:r>
      <w:r w:rsidR="00F635DB">
        <w:t xml:space="preserve"> – </w:t>
      </w:r>
      <w:r w:rsidRPr="009071AC">
        <w:t>était un ambitieux qui jouait un rôle</w:t>
      </w:r>
      <w:r w:rsidR="00F635DB">
        <w:t xml:space="preserve">. </w:t>
      </w:r>
      <w:r w:rsidRPr="009071AC">
        <w:t>Élève d</w:t>
      </w:r>
      <w:r w:rsidR="00F635DB">
        <w:t>’</w:t>
      </w:r>
      <w:r w:rsidRPr="009071AC">
        <w:t xml:space="preserve">un </w:t>
      </w:r>
      <w:r w:rsidR="00F635DB">
        <w:t>« </w:t>
      </w:r>
      <w:r w:rsidRPr="009071AC">
        <w:t>prince de la science</w:t>
      </w:r>
      <w:r w:rsidR="00F635DB">
        <w:t> »</w:t>
      </w:r>
      <w:r w:rsidRPr="009071AC">
        <w:t xml:space="preserve"> plus célèbre par l</w:t>
      </w:r>
      <w:r w:rsidR="00F635DB">
        <w:t>’</w:t>
      </w:r>
      <w:r w:rsidRPr="009071AC">
        <w:t>argent qu</w:t>
      </w:r>
      <w:r w:rsidR="00F635DB">
        <w:t>’</w:t>
      </w:r>
      <w:r w:rsidRPr="009071AC">
        <w:t>il gagne que par ses cures</w:t>
      </w:r>
      <w:r w:rsidR="00F635DB">
        <w:t xml:space="preserve">, </w:t>
      </w:r>
      <w:r w:rsidRPr="009071AC">
        <w:t>il copiait les façons de son maître</w:t>
      </w:r>
      <w:r w:rsidR="00F635DB">
        <w:t xml:space="preserve">, </w:t>
      </w:r>
      <w:r w:rsidRPr="009071AC">
        <w:t>son costume</w:t>
      </w:r>
      <w:r w:rsidR="00F635DB">
        <w:t xml:space="preserve">, </w:t>
      </w:r>
      <w:r w:rsidRPr="009071AC">
        <w:t>son geste et jusqu</w:t>
      </w:r>
      <w:r w:rsidR="00F635DB">
        <w:t>’</w:t>
      </w:r>
      <w:r w:rsidRPr="009071AC">
        <w:t>à ses inflexions de voix</w:t>
      </w:r>
      <w:r w:rsidR="00F635DB">
        <w:t>.</w:t>
      </w:r>
    </w:p>
    <w:p w14:paraId="7AC1AB50" w14:textId="77777777" w:rsidR="00F635DB" w:rsidRDefault="00855694" w:rsidP="00F635DB">
      <w:r w:rsidRPr="009071AC">
        <w:t>Jetant aux yeux la même poudre que son modèle</w:t>
      </w:r>
      <w:r w:rsidR="00F635DB">
        <w:t xml:space="preserve">, </w:t>
      </w:r>
      <w:r w:rsidRPr="009071AC">
        <w:t>il espérait obtenir les mêmes résultats</w:t>
      </w:r>
      <w:r w:rsidR="00F635DB">
        <w:t xml:space="preserve">, </w:t>
      </w:r>
      <w:r w:rsidRPr="009071AC">
        <w:t>une grande clientèle et la fortune</w:t>
      </w:r>
      <w:r w:rsidR="00F635DB">
        <w:t>.</w:t>
      </w:r>
    </w:p>
    <w:p w14:paraId="175E189D" w14:textId="77777777" w:rsidR="00F635DB" w:rsidRDefault="00855694" w:rsidP="00F635DB">
      <w:r w:rsidRPr="009071AC">
        <w:t>Cependant</w:t>
      </w:r>
      <w:r w:rsidR="00F635DB">
        <w:t xml:space="preserve">, </w:t>
      </w:r>
      <w:r w:rsidRPr="009071AC">
        <w:t>au fond de lui-même</w:t>
      </w:r>
      <w:r w:rsidR="00F635DB">
        <w:t xml:space="preserve">, </w:t>
      </w:r>
      <w:r w:rsidRPr="009071AC">
        <w:t>il ne laissait pas que d</w:t>
      </w:r>
      <w:r w:rsidR="00F635DB">
        <w:t>’</w:t>
      </w:r>
      <w:r w:rsidRPr="009071AC">
        <w:t>être déconcerté</w:t>
      </w:r>
      <w:r w:rsidR="00F635DB">
        <w:t xml:space="preserve">. </w:t>
      </w:r>
      <w:r w:rsidRPr="009071AC">
        <w:t>Il n</w:t>
      </w:r>
      <w:r w:rsidR="00F635DB">
        <w:t>’</w:t>
      </w:r>
      <w:r w:rsidRPr="009071AC">
        <w:t>avait pas</w:t>
      </w:r>
      <w:r w:rsidR="00F635DB">
        <w:t xml:space="preserve">, </w:t>
      </w:r>
      <w:r w:rsidRPr="009071AC">
        <w:t>à beaucoup près</w:t>
      </w:r>
      <w:r w:rsidR="00F635DB">
        <w:t xml:space="preserve">, </w:t>
      </w:r>
      <w:r w:rsidRPr="009071AC">
        <w:t>jugé l</w:t>
      </w:r>
      <w:r w:rsidR="00F635DB">
        <w:t>’</w:t>
      </w:r>
      <w:r w:rsidRPr="009071AC">
        <w:t xml:space="preserve">état du comte de </w:t>
      </w:r>
      <w:proofErr w:type="spellStart"/>
      <w:r w:rsidRPr="009071AC">
        <w:t>Chalusse</w:t>
      </w:r>
      <w:proofErr w:type="spellEnd"/>
      <w:r w:rsidRPr="009071AC">
        <w:t xml:space="preserve"> si grave qu</w:t>
      </w:r>
      <w:r w:rsidR="00F635DB">
        <w:t>’</w:t>
      </w:r>
      <w:r w:rsidRPr="009071AC">
        <w:t>il l</w:t>
      </w:r>
      <w:r w:rsidR="00F635DB">
        <w:t>’</w:t>
      </w:r>
      <w:r w:rsidRPr="009071AC">
        <w:t>était en réalité</w:t>
      </w:r>
      <w:r w:rsidR="00F635DB">
        <w:t>.</w:t>
      </w:r>
    </w:p>
    <w:p w14:paraId="11981097" w14:textId="77777777" w:rsidR="00F635DB" w:rsidRDefault="00855694" w:rsidP="00F635DB">
      <w:r w:rsidRPr="009071AC">
        <w:t>Ni les saignées</w:t>
      </w:r>
      <w:r w:rsidR="00F635DB">
        <w:t xml:space="preserve">, </w:t>
      </w:r>
      <w:r w:rsidRPr="009071AC">
        <w:t>ni les ventouses sèches ne rendirent au malade sa connaissance et sa sensibilité</w:t>
      </w:r>
      <w:r w:rsidR="00F635DB">
        <w:t xml:space="preserve">. </w:t>
      </w:r>
      <w:r w:rsidRPr="009071AC">
        <w:t>Il demeura inerte</w:t>
      </w:r>
      <w:r w:rsidR="00F635DB">
        <w:t xml:space="preserve"> ; </w:t>
      </w:r>
      <w:r w:rsidRPr="009071AC">
        <w:t>la respiration devint un peu moins rauque</w:t>
      </w:r>
      <w:r w:rsidR="00F635DB">
        <w:t xml:space="preserve">, </w:t>
      </w:r>
      <w:r w:rsidRPr="009071AC">
        <w:t>voilà tout</w:t>
      </w:r>
      <w:r w:rsidR="00F635DB">
        <w:t>.</w:t>
      </w:r>
    </w:p>
    <w:p w14:paraId="3C420408" w14:textId="77777777" w:rsidR="00F635DB" w:rsidRDefault="00855694" w:rsidP="00F635DB">
      <w:r w:rsidRPr="009071AC">
        <w:lastRenderedPageBreak/>
        <w:t>De guerre lasse</w:t>
      </w:r>
      <w:r w:rsidR="00F635DB">
        <w:t xml:space="preserve">, </w:t>
      </w:r>
      <w:r w:rsidRPr="009071AC">
        <w:t>le docteur déclara que les moyens immédiats étaient épuisés</w:t>
      </w:r>
      <w:r w:rsidR="00F635DB">
        <w:t xml:space="preserve">, </w:t>
      </w:r>
      <w:r w:rsidRPr="009071AC">
        <w:t xml:space="preserve">que </w:t>
      </w:r>
      <w:r w:rsidR="00F635DB">
        <w:t>« </w:t>
      </w:r>
      <w:r w:rsidRPr="009071AC">
        <w:t>les femmes</w:t>
      </w:r>
      <w:r w:rsidR="00F635DB">
        <w:t> »</w:t>
      </w:r>
      <w:r w:rsidRPr="009071AC">
        <w:t xml:space="preserve"> pouvaient revenir près du comte</w:t>
      </w:r>
      <w:r w:rsidR="00F635DB">
        <w:t xml:space="preserve">, </w:t>
      </w:r>
      <w:r w:rsidRPr="009071AC">
        <w:t>et qu</w:t>
      </w:r>
      <w:r w:rsidR="00F635DB">
        <w:t>’</w:t>
      </w:r>
      <w:r w:rsidRPr="009071AC">
        <w:t>il n</w:t>
      </w:r>
      <w:r w:rsidR="00F635DB">
        <w:t>’</w:t>
      </w:r>
      <w:r w:rsidRPr="009071AC">
        <w:t>y avait plus qu</w:t>
      </w:r>
      <w:r w:rsidR="00F635DB">
        <w:t>’</w:t>
      </w:r>
      <w:r w:rsidRPr="009071AC">
        <w:t>à attendre l</w:t>
      </w:r>
      <w:r w:rsidR="00F635DB">
        <w:t>’</w:t>
      </w:r>
      <w:r w:rsidRPr="009071AC">
        <w:t>effet des remèdes qu</w:t>
      </w:r>
      <w:r w:rsidR="00F635DB">
        <w:t>’</w:t>
      </w:r>
      <w:r w:rsidRPr="009071AC">
        <w:t>il venait de prescrire et qu</w:t>
      </w:r>
      <w:r w:rsidR="00F635DB">
        <w:t>’</w:t>
      </w:r>
      <w:r w:rsidRPr="009071AC">
        <w:t>on était allé chercher chez le pharmacien</w:t>
      </w:r>
      <w:r w:rsidR="00F635DB">
        <w:t>.</w:t>
      </w:r>
    </w:p>
    <w:p w14:paraId="0BBE491E" w14:textId="73B3BE3C" w:rsidR="00F635DB" w:rsidRDefault="00855694" w:rsidP="00F635DB">
      <w:r w:rsidRPr="009071AC">
        <w:t xml:space="preserve">Tout autre que cet avide ambitieux eût été ému du regard que lui jeta </w:t>
      </w:r>
      <w:r w:rsidR="00F635DB">
        <w:t>M</w:t>
      </w:r>
      <w:r w:rsidR="00F635DB" w:rsidRPr="00F635DB">
        <w:rPr>
          <w:vertAlign w:val="superscript"/>
        </w:rPr>
        <w:t>lle</w:t>
      </w:r>
      <w:r w:rsidR="00F635DB">
        <w:t> </w:t>
      </w:r>
      <w:r w:rsidRPr="009071AC">
        <w:t xml:space="preserve">Marguerite quand il lui fut permis de rentrer dans la chambre de </w:t>
      </w:r>
      <w:r w:rsidR="00F635DB">
        <w:t>M. de </w:t>
      </w:r>
      <w:proofErr w:type="spellStart"/>
      <w:r w:rsidRPr="009071AC">
        <w:t>Chalusse</w:t>
      </w:r>
      <w:proofErr w:type="spellEnd"/>
      <w:r w:rsidR="00F635DB">
        <w:t xml:space="preserve">. </w:t>
      </w:r>
      <w:r w:rsidRPr="009071AC">
        <w:t>Lui n</w:t>
      </w:r>
      <w:r w:rsidR="00F635DB">
        <w:t>’</w:t>
      </w:r>
      <w:r w:rsidRPr="009071AC">
        <w:t>en eut pas seulement l</w:t>
      </w:r>
      <w:r w:rsidR="00F635DB">
        <w:t>’</w:t>
      </w:r>
      <w:r w:rsidRPr="009071AC">
        <w:t>épiderme effleuré</w:t>
      </w:r>
      <w:r w:rsidR="00F635DB">
        <w:t xml:space="preserve">. </w:t>
      </w:r>
      <w:r w:rsidRPr="009071AC">
        <w:t>Il dit tout simplement</w:t>
      </w:r>
      <w:r w:rsidR="00F635DB">
        <w:t> :</w:t>
      </w:r>
    </w:p>
    <w:p w14:paraId="28E4B19E" w14:textId="77777777" w:rsidR="00F635DB" w:rsidRDefault="00F635DB" w:rsidP="00F635DB">
      <w:r>
        <w:t>— </w:t>
      </w:r>
      <w:r w:rsidR="00855694" w:rsidRPr="009071AC">
        <w:t>Je ne puis pas me prononcer encore</w:t>
      </w:r>
      <w:r>
        <w:t>.</w:t>
      </w:r>
    </w:p>
    <w:p w14:paraId="62F1CD3B" w14:textId="77777777" w:rsidR="00F635DB" w:rsidRDefault="00F635DB" w:rsidP="00F635DB">
      <w:r>
        <w:t>— </w:t>
      </w:r>
      <w:r w:rsidR="00855694" w:rsidRPr="009071AC">
        <w:t>Mon Dieu</w:t>
      </w:r>
      <w:r>
        <w:t xml:space="preserve"> !… </w:t>
      </w:r>
      <w:r w:rsidR="00855694" w:rsidRPr="009071AC">
        <w:t>murmura la malheureuse jeune fille</w:t>
      </w:r>
      <w:r>
        <w:t xml:space="preserve">, </w:t>
      </w:r>
      <w:r w:rsidR="00855694" w:rsidRPr="009071AC">
        <w:t>mon Dieu</w:t>
      </w:r>
      <w:r>
        <w:t xml:space="preserve"> ! </w:t>
      </w:r>
      <w:r w:rsidR="00855694" w:rsidRPr="009071AC">
        <w:t>ayez pitié de moi</w:t>
      </w:r>
      <w:r>
        <w:t> !…</w:t>
      </w:r>
    </w:p>
    <w:p w14:paraId="52070A60" w14:textId="77777777" w:rsidR="00F635DB" w:rsidRDefault="00855694" w:rsidP="00F635DB">
      <w:r w:rsidRPr="009071AC">
        <w:t>Mais déjà le docteur</w:t>
      </w:r>
      <w:r w:rsidR="00F635DB">
        <w:t xml:space="preserve">, </w:t>
      </w:r>
      <w:r w:rsidRPr="009071AC">
        <w:t>poursuivant son imitation</w:t>
      </w:r>
      <w:r w:rsidR="00F635DB">
        <w:t xml:space="preserve">, </w:t>
      </w:r>
      <w:r w:rsidRPr="009071AC">
        <w:t>était allé s</w:t>
      </w:r>
      <w:r w:rsidR="00F635DB">
        <w:t>’</w:t>
      </w:r>
      <w:r w:rsidRPr="009071AC">
        <w:t>adosser à la cheminée</w:t>
      </w:r>
      <w:r w:rsidR="00F635DB">
        <w:t>.</w:t>
      </w:r>
    </w:p>
    <w:p w14:paraId="1133C941" w14:textId="6B6D350B" w:rsidR="00F635DB" w:rsidRDefault="00F635DB" w:rsidP="00F635DB">
      <w:r>
        <w:t>— </w:t>
      </w:r>
      <w:r w:rsidR="00855694" w:rsidRPr="009071AC">
        <w:t>Maintenant</w:t>
      </w:r>
      <w:r>
        <w:t xml:space="preserve">, </w:t>
      </w:r>
      <w:r w:rsidR="00855694" w:rsidRPr="009071AC">
        <w:t>fit-il</w:t>
      </w:r>
      <w:r>
        <w:t xml:space="preserve">, </w:t>
      </w:r>
      <w:r w:rsidR="00855694" w:rsidRPr="009071AC">
        <w:t>s</w:t>
      </w:r>
      <w:r>
        <w:t>’</w:t>
      </w:r>
      <w:r w:rsidR="00855694" w:rsidRPr="009071AC">
        <w:t xml:space="preserve">adressant à </w:t>
      </w:r>
      <w:r>
        <w:t>M. </w:t>
      </w:r>
      <w:r w:rsidR="00855694" w:rsidRPr="009071AC">
        <w:t>Casimir</w:t>
      </w:r>
      <w:r>
        <w:t xml:space="preserve">, </w:t>
      </w:r>
      <w:r w:rsidR="00855694" w:rsidRPr="009071AC">
        <w:t>j</w:t>
      </w:r>
      <w:r>
        <w:t>’</w:t>
      </w:r>
      <w:r w:rsidR="00855694" w:rsidRPr="009071AC">
        <w:t>aurais besoin de quelques renseignements</w:t>
      </w:r>
      <w:r>
        <w:t xml:space="preserve">. </w:t>
      </w:r>
      <w:r w:rsidR="00855694" w:rsidRPr="009071AC">
        <w:t xml:space="preserve">Est-ce la première fois que </w:t>
      </w:r>
      <w:r>
        <w:t>M. </w:t>
      </w:r>
      <w:r w:rsidR="00855694" w:rsidRPr="009071AC">
        <w:t xml:space="preserve">le comte de </w:t>
      </w:r>
      <w:proofErr w:type="spellStart"/>
      <w:r w:rsidR="00855694" w:rsidRPr="009071AC">
        <w:t>Chalusse</w:t>
      </w:r>
      <w:proofErr w:type="spellEnd"/>
      <w:r w:rsidR="00855694" w:rsidRPr="009071AC">
        <w:t xml:space="preserve"> est victime d</w:t>
      </w:r>
      <w:r>
        <w:t>’</w:t>
      </w:r>
      <w:r w:rsidR="00855694" w:rsidRPr="009071AC">
        <w:t>un accident comme celui-ci</w:t>
      </w:r>
      <w:r>
        <w:t> ?</w:t>
      </w:r>
    </w:p>
    <w:p w14:paraId="7EC57716" w14:textId="77777777" w:rsidR="00F635DB" w:rsidRDefault="00F635DB" w:rsidP="00F635DB">
      <w:r>
        <w:t>— </w:t>
      </w:r>
      <w:r w:rsidR="00855694" w:rsidRPr="009071AC">
        <w:t>Oui</w:t>
      </w:r>
      <w:r>
        <w:t xml:space="preserve">, </w:t>
      </w:r>
      <w:r w:rsidR="00855694" w:rsidRPr="009071AC">
        <w:t>monsieur</w:t>
      </w:r>
      <w:r>
        <w:t xml:space="preserve">, </w:t>
      </w:r>
      <w:r w:rsidR="00855694" w:rsidRPr="009071AC">
        <w:t>depuis que je le sers du moins</w:t>
      </w:r>
      <w:r>
        <w:t>.</w:t>
      </w:r>
    </w:p>
    <w:p w14:paraId="780A8571" w14:textId="77777777" w:rsidR="00F635DB" w:rsidRDefault="00F635DB" w:rsidP="00F635DB">
      <w:r>
        <w:t>— </w:t>
      </w:r>
      <w:r w:rsidR="00855694" w:rsidRPr="009071AC">
        <w:t>Bon</w:t>
      </w:r>
      <w:r>
        <w:t xml:space="preserve">, </w:t>
      </w:r>
      <w:r w:rsidR="00855694" w:rsidRPr="009071AC">
        <w:t>cela</w:t>
      </w:r>
      <w:r>
        <w:t xml:space="preserve"> !… </w:t>
      </w:r>
      <w:r w:rsidR="00855694" w:rsidRPr="009071AC">
        <w:t>C</w:t>
      </w:r>
      <w:r>
        <w:t>’</w:t>
      </w:r>
      <w:r w:rsidR="00855694" w:rsidRPr="009071AC">
        <w:t>est une chance en notre faveur</w:t>
      </w:r>
      <w:r>
        <w:t xml:space="preserve">. </w:t>
      </w:r>
      <w:r w:rsidR="00855694" w:rsidRPr="009071AC">
        <w:t>Et dites-moi</w:t>
      </w:r>
      <w:r>
        <w:t xml:space="preserve">, </w:t>
      </w:r>
      <w:r w:rsidR="00855694" w:rsidRPr="009071AC">
        <w:t>l</w:t>
      </w:r>
      <w:r>
        <w:t>’</w:t>
      </w:r>
      <w:r w:rsidR="00855694" w:rsidRPr="009071AC">
        <w:t>avez-vous entendu quelquefois se plaindre de vertiges</w:t>
      </w:r>
      <w:r>
        <w:t xml:space="preserve">, </w:t>
      </w:r>
      <w:r w:rsidR="00855694" w:rsidRPr="009071AC">
        <w:t>de bourdonnements d</w:t>
      </w:r>
      <w:r>
        <w:t>’</w:t>
      </w:r>
      <w:r w:rsidR="00855694" w:rsidRPr="009071AC">
        <w:t>oreilles</w:t>
      </w:r>
      <w:r>
        <w:t> ?…</w:t>
      </w:r>
    </w:p>
    <w:p w14:paraId="22183B13" w14:textId="77777777" w:rsidR="00F635DB" w:rsidRDefault="00F635DB" w:rsidP="00F635DB">
      <w:r>
        <w:t>— </w:t>
      </w:r>
      <w:r w:rsidR="00855694" w:rsidRPr="009071AC">
        <w:t>Jamais</w:t>
      </w:r>
      <w:r>
        <w:t>…</w:t>
      </w:r>
    </w:p>
    <w:p w14:paraId="6EDECA39" w14:textId="5790C6A9" w:rsidR="00F635DB" w:rsidRDefault="00F635DB" w:rsidP="00F635DB">
      <w:r>
        <w:t>M</w:t>
      </w:r>
      <w:r w:rsidRPr="00F635DB">
        <w:rPr>
          <w:vertAlign w:val="superscript"/>
        </w:rPr>
        <w:t>lle</w:t>
      </w:r>
      <w:r>
        <w:t> </w:t>
      </w:r>
      <w:r w:rsidR="00855694" w:rsidRPr="009071AC">
        <w:t>Marguerite voulut hasarder une observation</w:t>
      </w:r>
      <w:r>
        <w:t xml:space="preserve"> ; </w:t>
      </w:r>
      <w:r w:rsidR="00855694" w:rsidRPr="009071AC">
        <w:t>le docteur lui imposa silence de la voix et du geste</w:t>
      </w:r>
      <w:r>
        <w:t xml:space="preserve">, </w:t>
      </w:r>
      <w:r w:rsidR="00855694" w:rsidRPr="009071AC">
        <w:t>et poursuivant son interrogatoire</w:t>
      </w:r>
      <w:r>
        <w:t> :</w:t>
      </w:r>
    </w:p>
    <w:p w14:paraId="60A7AE52" w14:textId="77777777" w:rsidR="00F635DB" w:rsidRDefault="00F635DB" w:rsidP="00F635DB">
      <w:r>
        <w:lastRenderedPageBreak/>
        <w:t>— </w:t>
      </w:r>
      <w:r w:rsidR="00855694" w:rsidRPr="009071AC">
        <w:t xml:space="preserve">Le comte de </w:t>
      </w:r>
      <w:proofErr w:type="spellStart"/>
      <w:r w:rsidR="00855694" w:rsidRPr="009071AC">
        <w:t>Chalusse</w:t>
      </w:r>
      <w:proofErr w:type="spellEnd"/>
      <w:r w:rsidR="00855694" w:rsidRPr="009071AC">
        <w:t xml:space="preserve"> est-il gros mangeur</w:t>
      </w:r>
      <w:r>
        <w:t xml:space="preserve"> ? </w:t>
      </w:r>
      <w:r w:rsidR="00855694" w:rsidRPr="009071AC">
        <w:t>demanda-t-il</w:t>
      </w:r>
      <w:r>
        <w:t xml:space="preserve">, </w:t>
      </w:r>
      <w:proofErr w:type="spellStart"/>
      <w:r w:rsidR="00855694" w:rsidRPr="009071AC">
        <w:t>boit-il</w:t>
      </w:r>
      <w:proofErr w:type="spellEnd"/>
      <w:r w:rsidR="00855694" w:rsidRPr="009071AC">
        <w:t xml:space="preserve"> beaucoup d</w:t>
      </w:r>
      <w:r>
        <w:t>’</w:t>
      </w:r>
      <w:r w:rsidR="00855694" w:rsidRPr="009071AC">
        <w:t>alcools</w:t>
      </w:r>
      <w:r>
        <w:t> ?</w:t>
      </w:r>
    </w:p>
    <w:p w14:paraId="3281A589" w14:textId="20323DF8" w:rsidR="00F635DB" w:rsidRDefault="00F635DB" w:rsidP="00F635DB">
      <w:r>
        <w:t>— M. </w:t>
      </w:r>
      <w:r w:rsidR="00855694" w:rsidRPr="009071AC">
        <w:t>le comte est la sobriété même</w:t>
      </w:r>
      <w:r>
        <w:t xml:space="preserve">, </w:t>
      </w:r>
      <w:r w:rsidR="00855694" w:rsidRPr="009071AC">
        <w:t>monsieur</w:t>
      </w:r>
      <w:r>
        <w:t xml:space="preserve">, </w:t>
      </w:r>
      <w:r w:rsidR="00855694" w:rsidRPr="009071AC">
        <w:t>et il mouille toujours largement son vin</w:t>
      </w:r>
      <w:r>
        <w:t>…</w:t>
      </w:r>
    </w:p>
    <w:p w14:paraId="649C3876" w14:textId="77777777" w:rsidR="00F635DB" w:rsidRDefault="00855694" w:rsidP="00F635DB">
      <w:r w:rsidRPr="009071AC">
        <w:t>Le docteur écoutait d</w:t>
      </w:r>
      <w:r w:rsidR="00F635DB">
        <w:t>’</w:t>
      </w:r>
      <w:r w:rsidRPr="009071AC">
        <w:t>un air de méditation intense</w:t>
      </w:r>
      <w:r w:rsidR="00F635DB">
        <w:t xml:space="preserve">, </w:t>
      </w:r>
      <w:r w:rsidRPr="009071AC">
        <w:t>la tête penchée en avant</w:t>
      </w:r>
      <w:r w:rsidR="00F635DB">
        <w:t xml:space="preserve"> ; </w:t>
      </w:r>
      <w:r w:rsidRPr="009071AC">
        <w:t>les sourcils froncés</w:t>
      </w:r>
      <w:r w:rsidR="00F635DB">
        <w:t xml:space="preserve">, </w:t>
      </w:r>
      <w:r w:rsidRPr="009071AC">
        <w:t>la lèvre inférieure relevée</w:t>
      </w:r>
      <w:r w:rsidR="00F635DB">
        <w:t xml:space="preserve">, </w:t>
      </w:r>
      <w:r w:rsidRPr="009071AC">
        <w:t>caressant de temps à autre son menton glabre</w:t>
      </w:r>
      <w:r w:rsidR="00F635DB">
        <w:t xml:space="preserve">. </w:t>
      </w:r>
      <w:r w:rsidRPr="009071AC">
        <w:t>Ainsi fait son maître</w:t>
      </w:r>
      <w:r w:rsidR="00F635DB">
        <w:t>.</w:t>
      </w:r>
    </w:p>
    <w:p w14:paraId="1DD61EBB" w14:textId="77777777" w:rsidR="00F635DB" w:rsidRDefault="00F635DB" w:rsidP="00F635DB">
      <w:r>
        <w:t>— </w:t>
      </w:r>
      <w:r w:rsidR="00855694" w:rsidRPr="009071AC">
        <w:t>Diable</w:t>
      </w:r>
      <w:r>
        <w:t xml:space="preserve"> !… </w:t>
      </w:r>
      <w:r w:rsidR="00855694" w:rsidRPr="009071AC">
        <w:t xml:space="preserve">fit-il à </w:t>
      </w:r>
      <w:proofErr w:type="spellStart"/>
      <w:r w:rsidR="00855694" w:rsidRPr="009071AC">
        <w:t>demi-voix</w:t>
      </w:r>
      <w:proofErr w:type="spellEnd"/>
      <w:r>
        <w:t xml:space="preserve">, </w:t>
      </w:r>
      <w:r w:rsidR="00855694" w:rsidRPr="009071AC">
        <w:t>il faut une cause au mal</w:t>
      </w:r>
      <w:r>
        <w:t xml:space="preserve">, </w:t>
      </w:r>
      <w:r w:rsidR="00855694" w:rsidRPr="009071AC">
        <w:t>cependant</w:t>
      </w:r>
      <w:r>
        <w:t xml:space="preserve">. </w:t>
      </w:r>
      <w:r w:rsidR="00855694" w:rsidRPr="009071AC">
        <w:t>Rien dans la constitution du comte ne le prédisposait à un tel accident</w:t>
      </w:r>
      <w:r>
        <w:t>…</w:t>
      </w:r>
    </w:p>
    <w:p w14:paraId="6CAED69E" w14:textId="3A769A1E" w:rsidR="00F635DB" w:rsidRDefault="00855694" w:rsidP="00F635DB">
      <w:r w:rsidRPr="009071AC">
        <w:t>Il se tut</w:t>
      </w:r>
      <w:r w:rsidR="00F635DB">
        <w:t xml:space="preserve">, </w:t>
      </w:r>
      <w:r w:rsidRPr="009071AC">
        <w:t xml:space="preserve">puis soudainement se retournant vers </w:t>
      </w:r>
      <w:r w:rsidR="00F635DB">
        <w:t>M</w:t>
      </w:r>
      <w:r w:rsidR="00F635DB" w:rsidRPr="00F635DB">
        <w:rPr>
          <w:vertAlign w:val="superscript"/>
        </w:rPr>
        <w:t>lle</w:t>
      </w:r>
      <w:r w:rsidR="00F635DB">
        <w:t> </w:t>
      </w:r>
      <w:r w:rsidRPr="009071AC">
        <w:t>Marguerite</w:t>
      </w:r>
      <w:r w:rsidR="00F635DB">
        <w:t> :</w:t>
      </w:r>
    </w:p>
    <w:p w14:paraId="7A635BF8" w14:textId="46466CAA" w:rsidR="00F635DB" w:rsidRDefault="00F635DB" w:rsidP="00F635DB">
      <w:r>
        <w:t>— </w:t>
      </w:r>
      <w:r w:rsidR="00855694" w:rsidRPr="009071AC">
        <w:t>Savez-vous</w:t>
      </w:r>
      <w:r>
        <w:t xml:space="preserve">, </w:t>
      </w:r>
      <w:r w:rsidR="00855694" w:rsidRPr="009071AC">
        <w:t>mademoiselle</w:t>
      </w:r>
      <w:r>
        <w:t xml:space="preserve">, </w:t>
      </w:r>
      <w:r w:rsidR="00855694" w:rsidRPr="009071AC">
        <w:t>interrogea-t-il</w:t>
      </w:r>
      <w:r>
        <w:t xml:space="preserve">, </w:t>
      </w:r>
      <w:r w:rsidR="00855694" w:rsidRPr="009071AC">
        <w:t xml:space="preserve">si </w:t>
      </w:r>
      <w:r>
        <w:t>M. </w:t>
      </w:r>
      <w:r w:rsidR="00855694" w:rsidRPr="009071AC">
        <w:t>le comte n</w:t>
      </w:r>
      <w:r>
        <w:t>’</w:t>
      </w:r>
      <w:r w:rsidR="00855694" w:rsidRPr="009071AC">
        <w:t>a pas éprouvé ces jours-ci quelque violente émotion</w:t>
      </w:r>
      <w:r>
        <w:t> ?</w:t>
      </w:r>
    </w:p>
    <w:p w14:paraId="42E7AB27" w14:textId="77777777" w:rsidR="00F635DB" w:rsidRDefault="00F635DB" w:rsidP="00F635DB">
      <w:r>
        <w:t>— </w:t>
      </w:r>
      <w:r w:rsidR="00855694" w:rsidRPr="009071AC">
        <w:t>Il a eu</w:t>
      </w:r>
      <w:r>
        <w:t xml:space="preserve">, </w:t>
      </w:r>
      <w:r w:rsidR="00855694" w:rsidRPr="009071AC">
        <w:t>ce matin même</w:t>
      </w:r>
      <w:r>
        <w:t xml:space="preserve">, </w:t>
      </w:r>
      <w:r w:rsidR="00855694" w:rsidRPr="009071AC">
        <w:t>une contrariété que j</w:t>
      </w:r>
      <w:r>
        <w:t>’</w:t>
      </w:r>
      <w:r w:rsidR="00855694" w:rsidRPr="009071AC">
        <w:t>ai tout lieu de supposer très-vive</w:t>
      </w:r>
      <w:r>
        <w:t>.</w:t>
      </w:r>
    </w:p>
    <w:p w14:paraId="5AB34A91" w14:textId="77777777" w:rsidR="00F635DB" w:rsidRDefault="00F635DB" w:rsidP="00F635DB">
      <w:r>
        <w:t>— </w:t>
      </w:r>
      <w:r w:rsidR="00855694" w:rsidRPr="009071AC">
        <w:t>Ah</w:t>
      </w:r>
      <w:r>
        <w:t xml:space="preserve"> !… </w:t>
      </w:r>
      <w:r w:rsidR="00855694" w:rsidRPr="009071AC">
        <w:t>nous y voici donc</w:t>
      </w:r>
      <w:r>
        <w:t xml:space="preserve">, </w:t>
      </w:r>
      <w:r w:rsidR="00855694" w:rsidRPr="009071AC">
        <w:t>fit le docteur avec un geste d</w:t>
      </w:r>
      <w:r>
        <w:t>’</w:t>
      </w:r>
      <w:r w:rsidR="00855694" w:rsidRPr="009071AC">
        <w:t>oracle</w:t>
      </w:r>
      <w:r>
        <w:t xml:space="preserve">. </w:t>
      </w:r>
      <w:r w:rsidR="00855694" w:rsidRPr="009071AC">
        <w:t>Pourquoi ne m</w:t>
      </w:r>
      <w:r>
        <w:t>’</w:t>
      </w:r>
      <w:r w:rsidR="00855694" w:rsidRPr="009071AC">
        <w:t>avoir pas dit tout cela d</w:t>
      </w:r>
      <w:r>
        <w:t>’</w:t>
      </w:r>
      <w:r w:rsidR="00855694" w:rsidRPr="009071AC">
        <w:t>abord</w:t>
      </w:r>
      <w:r>
        <w:t xml:space="preserve"> !… </w:t>
      </w:r>
      <w:r w:rsidR="00855694" w:rsidRPr="009071AC">
        <w:t>Il faudrait</w:t>
      </w:r>
      <w:r>
        <w:t xml:space="preserve">, </w:t>
      </w:r>
      <w:r w:rsidR="00855694" w:rsidRPr="009071AC">
        <w:t>mademoiselle</w:t>
      </w:r>
      <w:r>
        <w:t xml:space="preserve">, </w:t>
      </w:r>
      <w:r w:rsidR="00855694" w:rsidRPr="009071AC">
        <w:t>me donner des détails</w:t>
      </w:r>
      <w:r>
        <w:t>.</w:t>
      </w:r>
    </w:p>
    <w:p w14:paraId="625A5FC5" w14:textId="2E1402D7" w:rsidR="00F635DB" w:rsidRDefault="00855694" w:rsidP="00F635DB">
      <w:r w:rsidRPr="009071AC">
        <w:t>La jeune fille hésita</w:t>
      </w:r>
      <w:r w:rsidR="00F635DB">
        <w:t xml:space="preserve">. </w:t>
      </w:r>
      <w:r w:rsidRPr="009071AC">
        <w:t>Les valets étaient éblouis</w:t>
      </w:r>
      <w:r w:rsidR="00F635DB">
        <w:t xml:space="preserve">, </w:t>
      </w:r>
      <w:r w:rsidRPr="009071AC">
        <w:t>cela est sûr</w:t>
      </w:r>
      <w:r w:rsidR="00F635DB">
        <w:t xml:space="preserve">, </w:t>
      </w:r>
      <w:r w:rsidRPr="009071AC">
        <w:t>des façons de ce médecin</w:t>
      </w:r>
      <w:r w:rsidR="00F635DB">
        <w:t xml:space="preserve">, </w:t>
      </w:r>
      <w:r w:rsidRPr="009071AC">
        <w:t xml:space="preserve">mais </w:t>
      </w:r>
      <w:r w:rsidR="00F635DB">
        <w:t>M</w:t>
      </w:r>
      <w:r w:rsidR="00F635DB" w:rsidRPr="00F635DB">
        <w:rPr>
          <w:vertAlign w:val="superscript"/>
        </w:rPr>
        <w:t>lle</w:t>
      </w:r>
      <w:r w:rsidR="00F635DB">
        <w:t> </w:t>
      </w:r>
      <w:r w:rsidRPr="009071AC">
        <w:t>Marguerite était loin de partager leur enthousiasme</w:t>
      </w:r>
      <w:r w:rsidR="00F635DB">
        <w:t xml:space="preserve">. </w:t>
      </w:r>
      <w:r w:rsidRPr="009071AC">
        <w:t>Que n</w:t>
      </w:r>
      <w:r w:rsidR="00F635DB">
        <w:t>’</w:t>
      </w:r>
      <w:r w:rsidRPr="009071AC">
        <w:t>eut-elle pas donné pour voir là</w:t>
      </w:r>
      <w:r w:rsidR="00F635DB">
        <w:t xml:space="preserve">, </w:t>
      </w:r>
      <w:r w:rsidRPr="009071AC">
        <w:t>à la place de celui-ci</w:t>
      </w:r>
      <w:r w:rsidR="00F635DB">
        <w:t xml:space="preserve">, </w:t>
      </w:r>
      <w:r w:rsidRPr="009071AC">
        <w:t>le docteur de la maison</w:t>
      </w:r>
      <w:r w:rsidR="00F635DB">
        <w:t>.</w:t>
      </w:r>
    </w:p>
    <w:p w14:paraId="1A0AEF68" w14:textId="77777777" w:rsidR="00F635DB" w:rsidRDefault="00855694" w:rsidP="00F635DB">
      <w:r w:rsidRPr="009071AC">
        <w:t>Elle trouvait</w:t>
      </w:r>
      <w:r w:rsidR="00F635DB">
        <w:t xml:space="preserve">, </w:t>
      </w:r>
      <w:r w:rsidRPr="009071AC">
        <w:t>de plus</w:t>
      </w:r>
      <w:r w:rsidR="00F635DB">
        <w:t xml:space="preserve">, </w:t>
      </w:r>
      <w:r w:rsidRPr="009071AC">
        <w:t>une haute inconvenance à cet interrogatoire brutal</w:t>
      </w:r>
      <w:r w:rsidR="00F635DB">
        <w:t xml:space="preserve">, </w:t>
      </w:r>
      <w:r w:rsidRPr="009071AC">
        <w:t>en présence de tous les gens</w:t>
      </w:r>
      <w:r w:rsidR="00F635DB">
        <w:t xml:space="preserve">, </w:t>
      </w:r>
      <w:r w:rsidRPr="009071AC">
        <w:t xml:space="preserve">au chevet </w:t>
      </w:r>
      <w:r w:rsidRPr="009071AC">
        <w:lastRenderedPageBreak/>
        <w:t>d</w:t>
      </w:r>
      <w:r w:rsidR="00F635DB">
        <w:t>’</w:t>
      </w:r>
      <w:r w:rsidRPr="009071AC">
        <w:t>un mourant</w:t>
      </w:r>
      <w:r w:rsidR="00F635DB">
        <w:t xml:space="preserve">, </w:t>
      </w:r>
      <w:r w:rsidRPr="009071AC">
        <w:t>privé de sentiments</w:t>
      </w:r>
      <w:r w:rsidR="00F635DB">
        <w:t xml:space="preserve">, </w:t>
      </w:r>
      <w:r w:rsidRPr="009071AC">
        <w:t>il est vrai</w:t>
      </w:r>
      <w:r w:rsidR="00F635DB">
        <w:t xml:space="preserve">, </w:t>
      </w:r>
      <w:r w:rsidRPr="009071AC">
        <w:t>mais qui néanmoins entendait peut-être et comprenait</w:t>
      </w:r>
      <w:r w:rsidR="00F635DB">
        <w:t>.</w:t>
      </w:r>
    </w:p>
    <w:p w14:paraId="7FA02619" w14:textId="77777777" w:rsidR="00F635DB" w:rsidRDefault="00F635DB" w:rsidP="00F635DB">
      <w:r>
        <w:t>— </w:t>
      </w:r>
      <w:r w:rsidR="00855694" w:rsidRPr="009071AC">
        <w:t>Il est urgent que je sois renseigné</w:t>
      </w:r>
      <w:r>
        <w:t xml:space="preserve">, </w:t>
      </w:r>
      <w:r w:rsidR="00855694" w:rsidRPr="009071AC">
        <w:t>déclara péremptoirement le docteur</w:t>
      </w:r>
      <w:r>
        <w:t>.</w:t>
      </w:r>
    </w:p>
    <w:p w14:paraId="37F1143B" w14:textId="77777777" w:rsidR="00F635DB" w:rsidRDefault="00855694" w:rsidP="00F635DB">
      <w:r w:rsidRPr="009071AC">
        <w:t>Devant cette affirmation elle n</w:t>
      </w:r>
      <w:r w:rsidR="00F635DB">
        <w:t>’</w:t>
      </w:r>
      <w:r w:rsidRPr="009071AC">
        <w:t>hésita plus</w:t>
      </w:r>
      <w:r w:rsidR="00F635DB">
        <w:t xml:space="preserve">. </w:t>
      </w:r>
      <w:r w:rsidRPr="009071AC">
        <w:t>Elle parut rassembler ses souvenirs</w:t>
      </w:r>
      <w:r w:rsidR="00F635DB">
        <w:t xml:space="preserve">, </w:t>
      </w:r>
      <w:r w:rsidRPr="009071AC">
        <w:t>et d</w:t>
      </w:r>
      <w:r w:rsidR="00F635DB">
        <w:t>’</w:t>
      </w:r>
      <w:r w:rsidRPr="009071AC">
        <w:t>une voix triste</w:t>
      </w:r>
      <w:r w:rsidR="00F635DB">
        <w:t> :</w:t>
      </w:r>
    </w:p>
    <w:p w14:paraId="7B1814F5" w14:textId="67263655" w:rsidR="00F635DB" w:rsidRDefault="00F635DB" w:rsidP="00F635DB">
      <w:r>
        <w:t>— </w:t>
      </w:r>
      <w:r w:rsidR="00855694" w:rsidRPr="009071AC">
        <w:t>Ce matin</w:t>
      </w:r>
      <w:r>
        <w:t xml:space="preserve">, </w:t>
      </w:r>
      <w:r w:rsidR="00855694" w:rsidRPr="009071AC">
        <w:t>monsieur</w:t>
      </w:r>
      <w:r>
        <w:t xml:space="preserve">, </w:t>
      </w:r>
      <w:r w:rsidR="00855694" w:rsidRPr="009071AC">
        <w:t>commença-t-elle</w:t>
      </w:r>
      <w:r>
        <w:t xml:space="preserve">, </w:t>
      </w:r>
      <w:r w:rsidR="00855694" w:rsidRPr="009071AC">
        <w:t>nous venions de nous mettre à table pour déjeuner lorsqu</w:t>
      </w:r>
      <w:r>
        <w:t>’</w:t>
      </w:r>
      <w:r w:rsidR="00855694" w:rsidRPr="009071AC">
        <w:t xml:space="preserve">on a apporté une lettre à </w:t>
      </w:r>
      <w:r>
        <w:t>M. de </w:t>
      </w:r>
      <w:proofErr w:type="spellStart"/>
      <w:r w:rsidR="00855694" w:rsidRPr="009071AC">
        <w:t>Chalusse</w:t>
      </w:r>
      <w:proofErr w:type="spellEnd"/>
      <w:r>
        <w:t xml:space="preserve">. </w:t>
      </w:r>
      <w:r w:rsidR="00855694" w:rsidRPr="009071AC">
        <w:t>Il n</w:t>
      </w:r>
      <w:r>
        <w:t>’</w:t>
      </w:r>
      <w:r w:rsidR="00855694" w:rsidRPr="009071AC">
        <w:t>y a jeté qu</w:t>
      </w:r>
      <w:r>
        <w:t>’</w:t>
      </w:r>
      <w:r w:rsidR="00855694" w:rsidRPr="009071AC">
        <w:t>un coup d</w:t>
      </w:r>
      <w:r>
        <w:t>’</w:t>
      </w:r>
      <w:r w:rsidR="00855694" w:rsidRPr="009071AC">
        <w:t>œil et il est devenu plus blanc que sa serviette</w:t>
      </w:r>
      <w:r>
        <w:t xml:space="preserve">. </w:t>
      </w:r>
      <w:r w:rsidR="00855694" w:rsidRPr="009071AC">
        <w:t>Il s</w:t>
      </w:r>
      <w:r>
        <w:t>’</w:t>
      </w:r>
      <w:r w:rsidR="00855694" w:rsidRPr="009071AC">
        <w:t>est levé tout aussitôt</w:t>
      </w:r>
      <w:r>
        <w:t xml:space="preserve">, </w:t>
      </w:r>
      <w:r w:rsidR="00855694" w:rsidRPr="009071AC">
        <w:t>et s</w:t>
      </w:r>
      <w:r>
        <w:t>’</w:t>
      </w:r>
      <w:r w:rsidR="00855694" w:rsidRPr="009071AC">
        <w:t>est mis à arpenter la salle à manger en laissant échapper des exclamations de douleur et de colère</w:t>
      </w:r>
      <w:r>
        <w:t xml:space="preserve">. </w:t>
      </w:r>
      <w:r w:rsidR="00855694" w:rsidRPr="009071AC">
        <w:t>Je l</w:t>
      </w:r>
      <w:r>
        <w:t>’</w:t>
      </w:r>
      <w:r w:rsidR="00855694" w:rsidRPr="009071AC">
        <w:t>ai interrogé</w:t>
      </w:r>
      <w:r>
        <w:t xml:space="preserve"> ; </w:t>
      </w:r>
      <w:r w:rsidR="00855694" w:rsidRPr="009071AC">
        <w:t>il n</w:t>
      </w:r>
      <w:r>
        <w:t>’</w:t>
      </w:r>
      <w:r w:rsidR="00855694" w:rsidRPr="009071AC">
        <w:t>a pas paru m</w:t>
      </w:r>
      <w:r>
        <w:t>’</w:t>
      </w:r>
      <w:r w:rsidR="00855694" w:rsidRPr="009071AC">
        <w:t>entendre</w:t>
      </w:r>
      <w:r>
        <w:t xml:space="preserve">. </w:t>
      </w:r>
      <w:r w:rsidR="00855694" w:rsidRPr="009071AC">
        <w:t>Au bout de cinq minutes</w:t>
      </w:r>
      <w:r>
        <w:t xml:space="preserve">, </w:t>
      </w:r>
      <w:r w:rsidR="00855694" w:rsidRPr="009071AC">
        <w:t>cependant</w:t>
      </w:r>
      <w:r>
        <w:t xml:space="preserve">, </w:t>
      </w:r>
      <w:r w:rsidR="00855694" w:rsidRPr="009071AC">
        <w:t>il a repris sa place et a commencé à manger</w:t>
      </w:r>
      <w:r>
        <w:t>…</w:t>
      </w:r>
    </w:p>
    <w:p w14:paraId="33B26C2E" w14:textId="77777777" w:rsidR="00F635DB" w:rsidRDefault="00F635DB" w:rsidP="00F635DB">
      <w:r>
        <w:t>— </w:t>
      </w:r>
      <w:r w:rsidR="00855694" w:rsidRPr="009071AC">
        <w:t>Comme d</w:t>
      </w:r>
      <w:r>
        <w:t>’</w:t>
      </w:r>
      <w:r w:rsidR="00855694" w:rsidRPr="009071AC">
        <w:t>habitude</w:t>
      </w:r>
      <w:r>
        <w:t> ?</w:t>
      </w:r>
    </w:p>
    <w:p w14:paraId="4326F279" w14:textId="77777777" w:rsidR="00F635DB" w:rsidRDefault="00F635DB" w:rsidP="00F635DB">
      <w:r>
        <w:t>— </w:t>
      </w:r>
      <w:r w:rsidR="00855694" w:rsidRPr="009071AC">
        <w:t>Plus</w:t>
      </w:r>
      <w:r>
        <w:t xml:space="preserve">, </w:t>
      </w:r>
      <w:r w:rsidR="00855694" w:rsidRPr="009071AC">
        <w:t>monsieur</w:t>
      </w:r>
      <w:r>
        <w:t xml:space="preserve">. </w:t>
      </w:r>
      <w:r w:rsidR="00855694" w:rsidRPr="009071AC">
        <w:t>Seulement</w:t>
      </w:r>
      <w:r>
        <w:t xml:space="preserve">, </w:t>
      </w:r>
      <w:r w:rsidR="00855694" w:rsidRPr="009071AC">
        <w:t>je dois vous le dire</w:t>
      </w:r>
      <w:r>
        <w:t xml:space="preserve">, </w:t>
      </w:r>
      <w:r w:rsidR="00855694" w:rsidRPr="009071AC">
        <w:t>il ne me paraissait pas avoir bien la conscience de ce qu</w:t>
      </w:r>
      <w:r>
        <w:t>’</w:t>
      </w:r>
      <w:r w:rsidR="00855694" w:rsidRPr="009071AC">
        <w:t>il faisait</w:t>
      </w:r>
      <w:r>
        <w:t xml:space="preserve">. </w:t>
      </w:r>
      <w:r w:rsidR="00855694" w:rsidRPr="009071AC">
        <w:t>À quatre ou cinq reprises</w:t>
      </w:r>
      <w:r>
        <w:t xml:space="preserve">, </w:t>
      </w:r>
      <w:r w:rsidR="00855694" w:rsidRPr="009071AC">
        <w:t>il s</w:t>
      </w:r>
      <w:r>
        <w:t>’</w:t>
      </w:r>
      <w:r w:rsidR="00855694" w:rsidRPr="009071AC">
        <w:t>est levé et il s</w:t>
      </w:r>
      <w:r>
        <w:t>’</w:t>
      </w:r>
      <w:r w:rsidR="00855694" w:rsidRPr="009071AC">
        <w:t>est rassis</w:t>
      </w:r>
      <w:r>
        <w:t xml:space="preserve">. </w:t>
      </w:r>
      <w:r w:rsidR="00855694" w:rsidRPr="009071AC">
        <w:t>Enfin il a paru prendre un parti qui lui coûtait beaucoup</w:t>
      </w:r>
      <w:r>
        <w:t xml:space="preserve">. </w:t>
      </w:r>
      <w:r w:rsidR="00855694" w:rsidRPr="009071AC">
        <w:t>Il a déchiré la lettre qu</w:t>
      </w:r>
      <w:r>
        <w:t>’</w:t>
      </w:r>
      <w:r w:rsidR="00855694" w:rsidRPr="009071AC">
        <w:t>il venait de recevoir</w:t>
      </w:r>
      <w:r>
        <w:t xml:space="preserve">, </w:t>
      </w:r>
      <w:r w:rsidR="00855694" w:rsidRPr="009071AC">
        <w:t>et il en a jeté les morceaux par la fenêtre qui donne sur le jardin</w:t>
      </w:r>
      <w:r>
        <w:t>…</w:t>
      </w:r>
    </w:p>
    <w:p w14:paraId="18766311" w14:textId="4E993A59" w:rsidR="00F635DB" w:rsidRDefault="00F635DB" w:rsidP="00F635DB">
      <w:r>
        <w:t>M</w:t>
      </w:r>
      <w:r w:rsidRPr="00F635DB">
        <w:rPr>
          <w:vertAlign w:val="superscript"/>
        </w:rPr>
        <w:t>lle</w:t>
      </w:r>
      <w:r>
        <w:t> </w:t>
      </w:r>
      <w:r w:rsidR="00855694" w:rsidRPr="009071AC">
        <w:t>Marguerite s</w:t>
      </w:r>
      <w:r>
        <w:t>’</w:t>
      </w:r>
      <w:r w:rsidR="00855694" w:rsidRPr="009071AC">
        <w:t>exprimait avec la plus extrême simplicité</w:t>
      </w:r>
      <w:r>
        <w:t xml:space="preserve">, </w:t>
      </w:r>
      <w:r w:rsidR="00855694" w:rsidRPr="009071AC">
        <w:t>et certes il n</w:t>
      </w:r>
      <w:r>
        <w:t>’</w:t>
      </w:r>
      <w:r w:rsidR="00855694" w:rsidRPr="009071AC">
        <w:t>y avait</w:t>
      </w:r>
      <w:r>
        <w:t xml:space="preserve">, </w:t>
      </w:r>
      <w:r w:rsidR="00855694" w:rsidRPr="009071AC">
        <w:t>dans ce qu</w:t>
      </w:r>
      <w:r>
        <w:t>’</w:t>
      </w:r>
      <w:r w:rsidR="00855694" w:rsidRPr="009071AC">
        <w:t>elle racontait</w:t>
      </w:r>
      <w:r>
        <w:t xml:space="preserve">, </w:t>
      </w:r>
      <w:r w:rsidR="00855694" w:rsidRPr="009071AC">
        <w:t>rien que de très-ordinaire</w:t>
      </w:r>
      <w:r>
        <w:t>.</w:t>
      </w:r>
    </w:p>
    <w:p w14:paraId="2DA4045D" w14:textId="77777777" w:rsidR="00F635DB" w:rsidRDefault="00855694" w:rsidP="00F635DB">
      <w:r w:rsidRPr="009071AC">
        <w:t>On l</w:t>
      </w:r>
      <w:r w:rsidR="00F635DB">
        <w:t>’</w:t>
      </w:r>
      <w:r w:rsidRPr="009071AC">
        <w:t>écoutait cependant avec une curiosité haletante</w:t>
      </w:r>
      <w:r w:rsidR="00F635DB">
        <w:t xml:space="preserve">, </w:t>
      </w:r>
      <w:r w:rsidRPr="009071AC">
        <w:t>comme si on eût espéré quelque surprenante révélation</w:t>
      </w:r>
      <w:r w:rsidR="00F635DB">
        <w:t xml:space="preserve">, </w:t>
      </w:r>
      <w:r w:rsidRPr="009071AC">
        <w:t>tant l</w:t>
      </w:r>
      <w:r w:rsidR="00F635DB">
        <w:t>’</w:t>
      </w:r>
      <w:r w:rsidRPr="009071AC">
        <w:t>esprit humain</w:t>
      </w:r>
      <w:r w:rsidR="00F635DB">
        <w:t xml:space="preserve">, </w:t>
      </w:r>
      <w:r w:rsidRPr="009071AC">
        <w:t>prompt à se forger des chimères</w:t>
      </w:r>
      <w:r w:rsidR="00F635DB">
        <w:t xml:space="preserve">, </w:t>
      </w:r>
      <w:r w:rsidRPr="009071AC">
        <w:t>a horreur de ce qui est naturel et incline instinctivement vers le mystérieux</w:t>
      </w:r>
      <w:r w:rsidR="00F635DB">
        <w:t>.</w:t>
      </w:r>
    </w:p>
    <w:p w14:paraId="56C4510C" w14:textId="77777777" w:rsidR="00F635DB" w:rsidRDefault="00855694" w:rsidP="00F635DB">
      <w:r w:rsidRPr="009071AC">
        <w:lastRenderedPageBreak/>
        <w:t>Mais sans paraître s</w:t>
      </w:r>
      <w:r w:rsidR="00F635DB">
        <w:t>’</w:t>
      </w:r>
      <w:r w:rsidRPr="009071AC">
        <w:t>apercevoir de l</w:t>
      </w:r>
      <w:r w:rsidR="00F635DB">
        <w:t>’</w:t>
      </w:r>
      <w:r w:rsidRPr="009071AC">
        <w:t>effet produit</w:t>
      </w:r>
      <w:r w:rsidR="00F635DB">
        <w:t xml:space="preserve">, </w:t>
      </w:r>
      <w:r w:rsidRPr="009071AC">
        <w:t>et affectant de s</w:t>
      </w:r>
      <w:r w:rsidR="00F635DB">
        <w:t>’</w:t>
      </w:r>
      <w:r w:rsidRPr="009071AC">
        <w:t>adresser au médecin seul</w:t>
      </w:r>
      <w:r w:rsidR="00F635DB">
        <w:t xml:space="preserve">, </w:t>
      </w:r>
      <w:r w:rsidRPr="009071AC">
        <w:t>la jeune fille poursuivait</w:t>
      </w:r>
      <w:r w:rsidR="00F635DB">
        <w:t> :</w:t>
      </w:r>
    </w:p>
    <w:p w14:paraId="1A40859C" w14:textId="711380D0" w:rsidR="00F635DB" w:rsidRDefault="00F635DB" w:rsidP="00F635DB">
      <w:r>
        <w:t>— </w:t>
      </w:r>
      <w:r w:rsidR="00855694" w:rsidRPr="009071AC">
        <w:t>La lettre anéantie</w:t>
      </w:r>
      <w:r>
        <w:t xml:space="preserve">, </w:t>
      </w:r>
      <w:r w:rsidR="00855694" w:rsidRPr="009071AC">
        <w:t>en apparence</w:t>
      </w:r>
      <w:r>
        <w:t xml:space="preserve">, </w:t>
      </w:r>
      <w:r w:rsidR="00855694" w:rsidRPr="009071AC">
        <w:t>du moins</w:t>
      </w:r>
      <w:r>
        <w:t xml:space="preserve">, </w:t>
      </w:r>
      <w:r w:rsidR="00855694" w:rsidRPr="009071AC">
        <w:t xml:space="preserve">on a servi le café et </w:t>
      </w:r>
      <w:r>
        <w:t>M. de </w:t>
      </w:r>
      <w:proofErr w:type="spellStart"/>
      <w:r w:rsidR="00855694" w:rsidRPr="009071AC">
        <w:t>Chalusse</w:t>
      </w:r>
      <w:proofErr w:type="spellEnd"/>
      <w:r w:rsidR="00855694" w:rsidRPr="009071AC">
        <w:t xml:space="preserve"> a allumé un cigare</w:t>
      </w:r>
      <w:r>
        <w:t xml:space="preserve">, </w:t>
      </w:r>
      <w:r w:rsidR="00855694" w:rsidRPr="009071AC">
        <w:t>comme il fait après chaque repas</w:t>
      </w:r>
      <w:r>
        <w:t xml:space="preserve">. </w:t>
      </w:r>
      <w:r w:rsidR="00855694" w:rsidRPr="009071AC">
        <w:t>Mais il n</w:t>
      </w:r>
      <w:r>
        <w:t>’</w:t>
      </w:r>
      <w:r w:rsidR="00855694" w:rsidRPr="009071AC">
        <w:t>a pas tardé à le laisser éteindre</w:t>
      </w:r>
      <w:r>
        <w:t xml:space="preserve">. </w:t>
      </w:r>
      <w:r w:rsidR="00855694" w:rsidRPr="009071AC">
        <w:t>Je n</w:t>
      </w:r>
      <w:r>
        <w:t>’</w:t>
      </w:r>
      <w:r w:rsidR="00855694" w:rsidRPr="009071AC">
        <w:t>osais troubler ses réflexions</w:t>
      </w:r>
      <w:r>
        <w:t xml:space="preserve">, </w:t>
      </w:r>
      <w:r w:rsidR="00855694" w:rsidRPr="009071AC">
        <w:t>quand tout à coup il me dit</w:t>
      </w:r>
      <w:r>
        <w:t> : « </w:t>
      </w:r>
      <w:r w:rsidR="00855694" w:rsidRPr="009071AC">
        <w:t>C</w:t>
      </w:r>
      <w:r>
        <w:t>’</w:t>
      </w:r>
      <w:r w:rsidR="00855694" w:rsidRPr="009071AC">
        <w:t>est singulier</w:t>
      </w:r>
      <w:r>
        <w:t xml:space="preserve">, </w:t>
      </w:r>
      <w:r w:rsidR="00855694" w:rsidRPr="009071AC">
        <w:t>je me sens tout mal à l</w:t>
      </w:r>
      <w:r>
        <w:t>’</w:t>
      </w:r>
      <w:r w:rsidR="00855694" w:rsidRPr="009071AC">
        <w:t>aise</w:t>
      </w:r>
      <w:r>
        <w:t>. »</w:t>
      </w:r>
      <w:r w:rsidR="00855694" w:rsidRPr="009071AC">
        <w:t xml:space="preserve"> Nous sommes restés un moment sans nous parler</w:t>
      </w:r>
      <w:r>
        <w:t xml:space="preserve">, </w:t>
      </w:r>
      <w:r w:rsidR="00855694" w:rsidRPr="009071AC">
        <w:t>puis il a ajouté</w:t>
      </w:r>
      <w:r>
        <w:t> : « </w:t>
      </w:r>
      <w:r w:rsidR="00855694" w:rsidRPr="009071AC">
        <w:t>Décidément je ne suis pas bien</w:t>
      </w:r>
      <w:r>
        <w:t xml:space="preserve">. </w:t>
      </w:r>
      <w:r w:rsidR="00855694" w:rsidRPr="009071AC">
        <w:t>Rendez-moi le service de monter à ma chambre</w:t>
      </w:r>
      <w:r>
        <w:t xml:space="preserve">, </w:t>
      </w:r>
      <w:r w:rsidR="00855694" w:rsidRPr="009071AC">
        <w:t>voici la clef de mon secrétaire</w:t>
      </w:r>
      <w:r>
        <w:t xml:space="preserve">, </w:t>
      </w:r>
      <w:r w:rsidR="00855694" w:rsidRPr="009071AC">
        <w:t>vous l</w:t>
      </w:r>
      <w:r>
        <w:t>’</w:t>
      </w:r>
      <w:r w:rsidR="00855694" w:rsidRPr="009071AC">
        <w:t>ouvrirez et vous trouverez sur la tablette supérieure</w:t>
      </w:r>
      <w:r>
        <w:t xml:space="preserve">, </w:t>
      </w:r>
      <w:r w:rsidR="00855694" w:rsidRPr="009071AC">
        <w:t>un petit flacon bouché à l</w:t>
      </w:r>
      <w:r>
        <w:t>’</w:t>
      </w:r>
      <w:r w:rsidR="00855694" w:rsidRPr="009071AC">
        <w:t>émeri</w:t>
      </w:r>
      <w:r>
        <w:t xml:space="preserve">, </w:t>
      </w:r>
      <w:r w:rsidR="00855694" w:rsidRPr="009071AC">
        <w:t>que vous me descendrez</w:t>
      </w:r>
      <w:r>
        <w:t>. »</w:t>
      </w:r>
      <w:r w:rsidR="00855694" w:rsidRPr="009071AC">
        <w:t xml:space="preserve"> J</w:t>
      </w:r>
      <w:r>
        <w:t>’</w:t>
      </w:r>
      <w:r w:rsidR="00855694" w:rsidRPr="009071AC">
        <w:t xml:space="preserve">ai remarqué avec surprise que </w:t>
      </w:r>
      <w:r>
        <w:t>M. de </w:t>
      </w:r>
      <w:proofErr w:type="spellStart"/>
      <w:r w:rsidR="00855694" w:rsidRPr="009071AC">
        <w:t>Chalusse</w:t>
      </w:r>
      <w:proofErr w:type="spellEnd"/>
      <w:r>
        <w:t xml:space="preserve">, </w:t>
      </w:r>
      <w:r w:rsidR="00855694" w:rsidRPr="009071AC">
        <w:t>qui a la parole très-nette</w:t>
      </w:r>
      <w:r>
        <w:t xml:space="preserve">, </w:t>
      </w:r>
      <w:r w:rsidR="00855694" w:rsidRPr="009071AC">
        <w:t>habituellement</w:t>
      </w:r>
      <w:r>
        <w:t xml:space="preserve">, </w:t>
      </w:r>
      <w:r w:rsidR="00855694" w:rsidRPr="009071AC">
        <w:t>bégayait ou plutôt bredouillait</w:t>
      </w:r>
      <w:r>
        <w:t xml:space="preserve">, </w:t>
      </w:r>
      <w:r w:rsidR="00855694" w:rsidRPr="009071AC">
        <w:t>en me disant cela</w:t>
      </w:r>
      <w:r>
        <w:t xml:space="preserve">. </w:t>
      </w:r>
      <w:r w:rsidR="00855694" w:rsidRPr="009071AC">
        <w:t>Je ne m</w:t>
      </w:r>
      <w:r>
        <w:t>’</w:t>
      </w:r>
      <w:r w:rsidR="00855694" w:rsidRPr="009071AC">
        <w:t>en suis pas inquiétée</w:t>
      </w:r>
      <w:r>
        <w:t xml:space="preserve">… </w:t>
      </w:r>
      <w:r w:rsidR="00855694" w:rsidRPr="009071AC">
        <w:t>malheureusement</w:t>
      </w:r>
      <w:r>
        <w:t xml:space="preserve">. </w:t>
      </w:r>
      <w:r w:rsidR="00855694" w:rsidRPr="009071AC">
        <w:t>J</w:t>
      </w:r>
      <w:r>
        <w:t>’</w:t>
      </w:r>
      <w:r w:rsidR="00855694" w:rsidRPr="009071AC">
        <w:t>ai donc fait ce qu</w:t>
      </w:r>
      <w:r>
        <w:t>’</w:t>
      </w:r>
      <w:r w:rsidR="00855694" w:rsidRPr="009071AC">
        <w:t>il désirait</w:t>
      </w:r>
      <w:r>
        <w:t xml:space="preserve">. </w:t>
      </w:r>
      <w:r w:rsidR="00855694" w:rsidRPr="009071AC">
        <w:t>Il a versé huit ou dix gouttes du contenu du flacon dans un verre d</w:t>
      </w:r>
      <w:r>
        <w:t>’</w:t>
      </w:r>
      <w:r w:rsidR="00855694" w:rsidRPr="009071AC">
        <w:t>eau et il l</w:t>
      </w:r>
      <w:r>
        <w:t>’</w:t>
      </w:r>
      <w:r w:rsidR="00855694" w:rsidRPr="009071AC">
        <w:t>a avalé</w:t>
      </w:r>
      <w:r>
        <w:t>.</w:t>
      </w:r>
    </w:p>
    <w:p w14:paraId="4BD4166B" w14:textId="77777777" w:rsidR="00F635DB" w:rsidRDefault="00855694" w:rsidP="00F635DB">
      <w:r w:rsidRPr="009071AC">
        <w:t>Si intense était l</w:t>
      </w:r>
      <w:r w:rsidR="00F635DB">
        <w:t>’</w:t>
      </w:r>
      <w:r w:rsidRPr="009071AC">
        <w:t xml:space="preserve">attention du docteur </w:t>
      </w:r>
      <w:proofErr w:type="spellStart"/>
      <w:r w:rsidRPr="009071AC">
        <w:t>Jodon</w:t>
      </w:r>
      <w:proofErr w:type="spellEnd"/>
      <w:r w:rsidR="00F635DB">
        <w:t xml:space="preserve">, </w:t>
      </w:r>
      <w:r w:rsidRPr="009071AC">
        <w:t>qu</w:t>
      </w:r>
      <w:r w:rsidR="00F635DB">
        <w:t>’</w:t>
      </w:r>
      <w:r w:rsidRPr="009071AC">
        <w:t>il redevenait soi</w:t>
      </w:r>
      <w:r w:rsidR="00F635DB">
        <w:t xml:space="preserve">. </w:t>
      </w:r>
      <w:r w:rsidRPr="009071AC">
        <w:t>Il oubliait de surveiller son attitude</w:t>
      </w:r>
      <w:r w:rsidR="00F635DB">
        <w:t>.</w:t>
      </w:r>
    </w:p>
    <w:p w14:paraId="43A8324D" w14:textId="77777777" w:rsidR="00F635DB" w:rsidRDefault="00F635DB" w:rsidP="00F635DB">
      <w:r>
        <w:t>— </w:t>
      </w:r>
      <w:r w:rsidR="00855694" w:rsidRPr="009071AC">
        <w:t>Et ensuite</w:t>
      </w:r>
      <w:r>
        <w:t xml:space="preserve"> ? </w:t>
      </w:r>
      <w:r w:rsidR="00855694" w:rsidRPr="009071AC">
        <w:t>fit-il</w:t>
      </w:r>
      <w:r>
        <w:t>.</w:t>
      </w:r>
    </w:p>
    <w:p w14:paraId="2BC19597" w14:textId="02865B42" w:rsidR="00F635DB" w:rsidRDefault="00F635DB" w:rsidP="00F635DB">
      <w:r>
        <w:t>— </w:t>
      </w:r>
      <w:r w:rsidR="00855694" w:rsidRPr="009071AC">
        <w:t>Ensuite</w:t>
      </w:r>
      <w:r>
        <w:t xml:space="preserve">, </w:t>
      </w:r>
      <w:r w:rsidR="00855694" w:rsidRPr="009071AC">
        <w:t>monsieur</w:t>
      </w:r>
      <w:r>
        <w:t>, M. de </w:t>
      </w:r>
      <w:proofErr w:type="spellStart"/>
      <w:r w:rsidR="00855694" w:rsidRPr="009071AC">
        <w:t>Chalusse</w:t>
      </w:r>
      <w:proofErr w:type="spellEnd"/>
      <w:r w:rsidR="00855694" w:rsidRPr="009071AC">
        <w:t xml:space="preserve"> a repris sa contenance accoutumée et s</w:t>
      </w:r>
      <w:r>
        <w:t>’</w:t>
      </w:r>
      <w:r w:rsidR="00855694" w:rsidRPr="009071AC">
        <w:t>est retiré dans son cabinet de travail</w:t>
      </w:r>
      <w:r>
        <w:t xml:space="preserve">. </w:t>
      </w:r>
      <w:r w:rsidR="00855694" w:rsidRPr="009071AC">
        <w:t>J</w:t>
      </w:r>
      <w:r>
        <w:t>’</w:t>
      </w:r>
      <w:r w:rsidR="00855694" w:rsidRPr="009071AC">
        <w:t>ai dû penser que l</w:t>
      </w:r>
      <w:r>
        <w:t>’</w:t>
      </w:r>
      <w:r w:rsidR="00855694" w:rsidRPr="009071AC">
        <w:t>impression si pénible qu</w:t>
      </w:r>
      <w:r>
        <w:t>’</w:t>
      </w:r>
      <w:r w:rsidR="00855694" w:rsidRPr="009071AC">
        <w:t>il avait ressentie</w:t>
      </w:r>
      <w:r>
        <w:t xml:space="preserve">, </w:t>
      </w:r>
      <w:r w:rsidR="00855694" w:rsidRPr="009071AC">
        <w:t>s</w:t>
      </w:r>
      <w:r>
        <w:t>’</w:t>
      </w:r>
      <w:r w:rsidR="00855694" w:rsidRPr="009071AC">
        <w:t>effaçait</w:t>
      </w:r>
      <w:r>
        <w:t xml:space="preserve">. </w:t>
      </w:r>
      <w:r w:rsidR="00855694" w:rsidRPr="009071AC">
        <w:t>Je me trompais</w:t>
      </w:r>
      <w:r>
        <w:t xml:space="preserve">. </w:t>
      </w:r>
      <w:r w:rsidR="00855694" w:rsidRPr="009071AC">
        <w:t>Dans l</w:t>
      </w:r>
      <w:r>
        <w:t>’</w:t>
      </w:r>
      <w:r w:rsidR="00855694" w:rsidRPr="009071AC">
        <w:t>après-midi</w:t>
      </w:r>
      <w:r>
        <w:t xml:space="preserve">, </w:t>
      </w:r>
      <w:r w:rsidR="00855694" w:rsidRPr="009071AC">
        <w:t>il m</w:t>
      </w:r>
      <w:r>
        <w:t>’</w:t>
      </w:r>
      <w:r w:rsidR="00855694" w:rsidRPr="009071AC">
        <w:t xml:space="preserve">a fait prier par </w:t>
      </w:r>
      <w:r>
        <w:t>M</w:t>
      </w:r>
      <w:r w:rsidRPr="00F635DB">
        <w:rPr>
          <w:vertAlign w:val="superscript"/>
        </w:rPr>
        <w:t>me</w:t>
      </w:r>
      <w:r>
        <w:t> </w:t>
      </w:r>
      <w:r w:rsidR="00855694" w:rsidRPr="009071AC">
        <w:t>Léon de le rejoindre au jardin</w:t>
      </w:r>
      <w:r>
        <w:t xml:space="preserve">. </w:t>
      </w:r>
      <w:r w:rsidR="00855694" w:rsidRPr="009071AC">
        <w:t>J</w:t>
      </w:r>
      <w:r>
        <w:t>’</w:t>
      </w:r>
      <w:r w:rsidR="00855694" w:rsidRPr="009071AC">
        <w:t>y ai couru</w:t>
      </w:r>
      <w:r>
        <w:t xml:space="preserve">, </w:t>
      </w:r>
      <w:r w:rsidR="00855694" w:rsidRPr="009071AC">
        <w:t>assez étonnée</w:t>
      </w:r>
      <w:r>
        <w:t xml:space="preserve">, </w:t>
      </w:r>
      <w:r w:rsidR="00855694" w:rsidRPr="009071AC">
        <w:t>car le temps était très-mauvais</w:t>
      </w:r>
      <w:r>
        <w:t>. « </w:t>
      </w:r>
      <w:r w:rsidR="00855694" w:rsidRPr="009071AC">
        <w:t>Chère Marguerite</w:t>
      </w:r>
      <w:r>
        <w:t xml:space="preserve">, </w:t>
      </w:r>
      <w:r w:rsidR="00855694" w:rsidRPr="009071AC">
        <w:t>me dit-il</w:t>
      </w:r>
      <w:r>
        <w:t xml:space="preserve">, </w:t>
      </w:r>
      <w:r w:rsidR="00855694" w:rsidRPr="009071AC">
        <w:t>aidez-moi donc à rechercher les débris de la lettre que j</w:t>
      </w:r>
      <w:r>
        <w:t>’</w:t>
      </w:r>
      <w:r w:rsidR="00855694" w:rsidRPr="009071AC">
        <w:t>ai jetée au vent ce matin</w:t>
      </w:r>
      <w:r>
        <w:t xml:space="preserve">. </w:t>
      </w:r>
      <w:r w:rsidR="00855694" w:rsidRPr="009071AC">
        <w:t>Je donnerais la moitié de ma fortune pour une adresse qui s</w:t>
      </w:r>
      <w:r>
        <w:t>’</w:t>
      </w:r>
      <w:r w:rsidR="00855694" w:rsidRPr="009071AC">
        <w:t>y trouvait certainement et que sur l</w:t>
      </w:r>
      <w:r>
        <w:t>’</w:t>
      </w:r>
      <w:r w:rsidR="00855694" w:rsidRPr="009071AC">
        <w:t>instant de ma colère je n</w:t>
      </w:r>
      <w:r>
        <w:t>’</w:t>
      </w:r>
      <w:r w:rsidR="00855694" w:rsidRPr="009071AC">
        <w:t>ai pas vue</w:t>
      </w:r>
      <w:r>
        <w:t>… »</w:t>
      </w:r>
      <w:r w:rsidR="00855694" w:rsidRPr="009071AC">
        <w:t xml:space="preserve"> Je l</w:t>
      </w:r>
      <w:r>
        <w:t>’</w:t>
      </w:r>
      <w:r w:rsidR="00855694" w:rsidRPr="009071AC">
        <w:t>ai aidé</w:t>
      </w:r>
      <w:r>
        <w:t xml:space="preserve">. </w:t>
      </w:r>
      <w:r w:rsidR="00855694" w:rsidRPr="009071AC">
        <w:t>On pouvait raisonnablement espérer</w:t>
      </w:r>
      <w:r>
        <w:t xml:space="preserve">. </w:t>
      </w:r>
      <w:r w:rsidR="00855694" w:rsidRPr="009071AC">
        <w:t>Comme il pleuvait</w:t>
      </w:r>
      <w:r>
        <w:t xml:space="preserve">, </w:t>
      </w:r>
      <w:r w:rsidR="00855694" w:rsidRPr="009071AC">
        <w:t xml:space="preserve">quand </w:t>
      </w:r>
      <w:r w:rsidR="00855694" w:rsidRPr="009071AC">
        <w:lastRenderedPageBreak/>
        <w:t>les morceaux avaient été lancés par la fenêtre</w:t>
      </w:r>
      <w:r>
        <w:t xml:space="preserve">, </w:t>
      </w:r>
      <w:r w:rsidR="00855694" w:rsidRPr="009071AC">
        <w:t>au lieu de s</w:t>
      </w:r>
      <w:r>
        <w:t>’</w:t>
      </w:r>
      <w:r w:rsidR="00855694" w:rsidRPr="009071AC">
        <w:t>éparpiller</w:t>
      </w:r>
      <w:r>
        <w:t xml:space="preserve">, </w:t>
      </w:r>
      <w:r w:rsidR="00855694" w:rsidRPr="009071AC">
        <w:t>ils étaient tombés immédiatement à terre</w:t>
      </w:r>
      <w:r>
        <w:t xml:space="preserve">. </w:t>
      </w:r>
      <w:r w:rsidR="00855694" w:rsidRPr="009071AC">
        <w:t>Nous en avons réuni un bon nombre</w:t>
      </w:r>
      <w:r>
        <w:t xml:space="preserve">, </w:t>
      </w:r>
      <w:r w:rsidR="00855694" w:rsidRPr="009071AC">
        <w:t xml:space="preserve">mais sur aucun ne se trouvait ce que souhaitait si ardemment </w:t>
      </w:r>
      <w:r>
        <w:t>M. de </w:t>
      </w:r>
      <w:proofErr w:type="spellStart"/>
      <w:r w:rsidR="00855694" w:rsidRPr="009071AC">
        <w:t>Chalusse</w:t>
      </w:r>
      <w:proofErr w:type="spellEnd"/>
      <w:r>
        <w:t xml:space="preserve">. </w:t>
      </w:r>
      <w:r w:rsidR="00855694" w:rsidRPr="009071AC">
        <w:t>À diverses reprises il a déploré amèrement et maudit sa précipitation</w:t>
      </w:r>
      <w:r>
        <w:t>…</w:t>
      </w:r>
    </w:p>
    <w:p w14:paraId="28FE11AE" w14:textId="1713957A" w:rsidR="00F635DB" w:rsidRDefault="00F635DB" w:rsidP="00F635DB">
      <w:r>
        <w:t>M. </w:t>
      </w:r>
      <w:proofErr w:type="spellStart"/>
      <w:r w:rsidR="00855694" w:rsidRPr="009071AC">
        <w:t>Bourigeau</w:t>
      </w:r>
      <w:proofErr w:type="spellEnd"/>
      <w:r>
        <w:t xml:space="preserve">, </w:t>
      </w:r>
      <w:r w:rsidR="00855694" w:rsidRPr="009071AC">
        <w:t>le concierge</w:t>
      </w:r>
      <w:r>
        <w:t xml:space="preserve">, </w:t>
      </w:r>
      <w:r w:rsidR="00855694" w:rsidRPr="009071AC">
        <w:t xml:space="preserve">et </w:t>
      </w:r>
      <w:r>
        <w:t>M. </w:t>
      </w:r>
      <w:r w:rsidR="00855694" w:rsidRPr="009071AC">
        <w:t>Casimir échangèrent un sourire d</w:t>
      </w:r>
      <w:r>
        <w:t>’</w:t>
      </w:r>
      <w:r w:rsidR="00855694" w:rsidRPr="009071AC">
        <w:t>intelligence</w:t>
      </w:r>
      <w:r>
        <w:t>.</w:t>
      </w:r>
    </w:p>
    <w:p w14:paraId="2BA94D1A" w14:textId="77777777" w:rsidR="00F635DB" w:rsidRDefault="00855694" w:rsidP="00F635DB">
      <w:r w:rsidRPr="009071AC">
        <w:t>Ils avaient surpris les recherches du comte</w:t>
      </w:r>
      <w:r w:rsidR="00F635DB">
        <w:t xml:space="preserve">, </w:t>
      </w:r>
      <w:r w:rsidRPr="009071AC">
        <w:t>et elles leur avaient paru un acte de folie des mieux qualifiés</w:t>
      </w:r>
      <w:r w:rsidR="00F635DB">
        <w:t>.</w:t>
      </w:r>
    </w:p>
    <w:p w14:paraId="22036016" w14:textId="77777777" w:rsidR="00F635DB" w:rsidRDefault="00855694" w:rsidP="00F635DB">
      <w:r w:rsidRPr="009071AC">
        <w:t>Maintenant</w:t>
      </w:r>
      <w:r w:rsidR="00F635DB">
        <w:t xml:space="preserve">, </w:t>
      </w:r>
      <w:r w:rsidRPr="009071AC">
        <w:t>ils se les expliquaient</w:t>
      </w:r>
      <w:r w:rsidR="00F635DB">
        <w:t>.</w:t>
      </w:r>
    </w:p>
    <w:p w14:paraId="3BE7EF4C" w14:textId="71401EAF" w:rsidR="00F635DB" w:rsidRDefault="00F635DB" w:rsidP="00F635DB">
      <w:r>
        <w:t>— </w:t>
      </w:r>
      <w:r w:rsidR="00855694" w:rsidRPr="009071AC">
        <w:t>J</w:t>
      </w:r>
      <w:r>
        <w:t>’</w:t>
      </w:r>
      <w:r w:rsidR="00855694" w:rsidRPr="009071AC">
        <w:t>avais le cœur bien gros</w:t>
      </w:r>
      <w:r>
        <w:t xml:space="preserve">, </w:t>
      </w:r>
      <w:r w:rsidR="00855694" w:rsidRPr="009071AC">
        <w:t xml:space="preserve">continuait </w:t>
      </w:r>
      <w:r>
        <w:t>M</w:t>
      </w:r>
      <w:r w:rsidRPr="00F635DB">
        <w:rPr>
          <w:vertAlign w:val="superscript"/>
        </w:rPr>
        <w:t>lle</w:t>
      </w:r>
      <w:r>
        <w:t> </w:t>
      </w:r>
      <w:r w:rsidR="00855694" w:rsidRPr="009071AC">
        <w:t>Marguerite</w:t>
      </w:r>
      <w:r>
        <w:t xml:space="preserve">, </w:t>
      </w:r>
      <w:r w:rsidR="00855694" w:rsidRPr="009071AC">
        <w:t xml:space="preserve">de la tristesse de </w:t>
      </w:r>
      <w:r>
        <w:t>M. de </w:t>
      </w:r>
      <w:proofErr w:type="spellStart"/>
      <w:r w:rsidR="00855694" w:rsidRPr="009071AC">
        <w:t>Chalusse</w:t>
      </w:r>
      <w:proofErr w:type="spellEnd"/>
      <w:r>
        <w:t xml:space="preserve">, </w:t>
      </w:r>
      <w:r w:rsidR="00855694" w:rsidRPr="009071AC">
        <w:t>quand tout à coup il se redressa joyeusement en s</w:t>
      </w:r>
      <w:r>
        <w:t>’</w:t>
      </w:r>
      <w:r w:rsidR="00855694" w:rsidRPr="009071AC">
        <w:t>écriant</w:t>
      </w:r>
      <w:r>
        <w:t> : « </w:t>
      </w:r>
      <w:r w:rsidR="00855694" w:rsidRPr="009071AC">
        <w:t>Suis-je donc fou</w:t>
      </w:r>
      <w:r>
        <w:t xml:space="preserve"> ?… </w:t>
      </w:r>
      <w:r w:rsidR="00855694" w:rsidRPr="009071AC">
        <w:t>cette adresse</w:t>
      </w:r>
      <w:r>
        <w:t xml:space="preserve">, </w:t>
      </w:r>
      <w:r w:rsidR="00855694" w:rsidRPr="009071AC">
        <w:t>un tel me la donnera</w:t>
      </w:r>
      <w:r>
        <w:t> ! »</w:t>
      </w:r>
    </w:p>
    <w:p w14:paraId="24F8119E" w14:textId="77777777" w:rsidR="00F635DB" w:rsidRDefault="00855694" w:rsidP="00F635DB">
      <w:r w:rsidRPr="009071AC">
        <w:t>Positivement</w:t>
      </w:r>
      <w:r w:rsidR="00F635DB">
        <w:t xml:space="preserve">, </w:t>
      </w:r>
      <w:r w:rsidRPr="009071AC">
        <w:t>le docteur s</w:t>
      </w:r>
      <w:r w:rsidR="00F635DB">
        <w:t>’</w:t>
      </w:r>
      <w:r w:rsidRPr="009071AC">
        <w:t>abandonnait à l</w:t>
      </w:r>
      <w:r w:rsidR="00F635DB">
        <w:t>’</w:t>
      </w:r>
      <w:r w:rsidRPr="009071AC">
        <w:t>entraînement du récit</w:t>
      </w:r>
      <w:r w:rsidR="00F635DB">
        <w:t>.</w:t>
      </w:r>
    </w:p>
    <w:p w14:paraId="3B0578DF" w14:textId="77777777" w:rsidR="00F635DB" w:rsidRDefault="00F635DB" w:rsidP="00F635DB">
      <w:r>
        <w:t>— </w:t>
      </w:r>
      <w:r w:rsidR="00855694" w:rsidRPr="009071AC">
        <w:t>Un tel</w:t>
      </w:r>
      <w:r>
        <w:t xml:space="preserve"> ! </w:t>
      </w:r>
      <w:r w:rsidR="00855694" w:rsidRPr="009071AC">
        <w:t>Qui</w:t>
      </w:r>
      <w:r>
        <w:t xml:space="preserve">, </w:t>
      </w:r>
      <w:r w:rsidR="00855694" w:rsidRPr="009071AC">
        <w:t>un tel</w:t>
      </w:r>
      <w:r>
        <w:t xml:space="preserve"> ? </w:t>
      </w:r>
      <w:r w:rsidR="00855694" w:rsidRPr="009071AC">
        <w:t>interrogea-t-il sans se rendre compte de l</w:t>
      </w:r>
      <w:r>
        <w:t>’</w:t>
      </w:r>
      <w:r w:rsidR="00855694" w:rsidRPr="009071AC">
        <w:t>inconvenance de la question</w:t>
      </w:r>
      <w:r>
        <w:t>.</w:t>
      </w:r>
    </w:p>
    <w:p w14:paraId="40A43821" w14:textId="77777777" w:rsidR="00F635DB" w:rsidRDefault="00855694" w:rsidP="00F635DB">
      <w:r w:rsidRPr="009071AC">
        <w:t>Mais la jeune fille fut révoltée</w:t>
      </w:r>
      <w:r w:rsidR="00F635DB">
        <w:t>.</w:t>
      </w:r>
    </w:p>
    <w:p w14:paraId="591EE3EE" w14:textId="77777777" w:rsidR="00F635DB" w:rsidRDefault="00855694" w:rsidP="00F635DB">
      <w:r w:rsidRPr="009071AC">
        <w:t>Elle écrasa l</w:t>
      </w:r>
      <w:r w:rsidR="00F635DB">
        <w:t>’</w:t>
      </w:r>
      <w:r w:rsidRPr="009071AC">
        <w:t>indiscret d</w:t>
      </w:r>
      <w:r w:rsidR="00F635DB">
        <w:t>’</w:t>
      </w:r>
      <w:r w:rsidRPr="009071AC">
        <w:t>un regard hautain</w:t>
      </w:r>
      <w:r w:rsidR="00F635DB">
        <w:t xml:space="preserve">, </w:t>
      </w:r>
      <w:r w:rsidRPr="009071AC">
        <w:t>et du ton le plus sec</w:t>
      </w:r>
      <w:r w:rsidR="00F635DB">
        <w:t> :</w:t>
      </w:r>
    </w:p>
    <w:p w14:paraId="55D96B9B" w14:textId="77777777" w:rsidR="00F635DB" w:rsidRDefault="00F635DB" w:rsidP="00F635DB">
      <w:r>
        <w:t>— </w:t>
      </w:r>
      <w:r w:rsidR="00855694" w:rsidRPr="009071AC">
        <w:t>J</w:t>
      </w:r>
      <w:r>
        <w:t>’</w:t>
      </w:r>
      <w:r w:rsidR="00855694" w:rsidRPr="009071AC">
        <w:t>ai oublié ce nom</w:t>
      </w:r>
      <w:r>
        <w:t xml:space="preserve">, </w:t>
      </w:r>
      <w:r w:rsidR="00855694" w:rsidRPr="009071AC">
        <w:t>dit-elle</w:t>
      </w:r>
      <w:r>
        <w:t>.</w:t>
      </w:r>
    </w:p>
    <w:p w14:paraId="140A7CC5" w14:textId="77777777" w:rsidR="00F635DB" w:rsidRDefault="00855694" w:rsidP="00F635DB">
      <w:r w:rsidRPr="009071AC">
        <w:t>Piqué au vif</w:t>
      </w:r>
      <w:r w:rsidR="00F635DB">
        <w:t xml:space="preserve">, </w:t>
      </w:r>
      <w:r w:rsidRPr="009071AC">
        <w:t>le docteur reprit brusquement la pose de son modèle</w:t>
      </w:r>
      <w:r w:rsidR="00F635DB">
        <w:t xml:space="preserve">. </w:t>
      </w:r>
      <w:r w:rsidRPr="009071AC">
        <w:t>Mais son imperturbable sang-froid était altéré</w:t>
      </w:r>
      <w:r w:rsidR="00F635DB">
        <w:t>.</w:t>
      </w:r>
    </w:p>
    <w:p w14:paraId="3F17E0D6" w14:textId="77777777" w:rsidR="00F635DB" w:rsidRDefault="00F635DB" w:rsidP="00F635DB">
      <w:r>
        <w:t>— </w:t>
      </w:r>
      <w:r w:rsidR="00855694" w:rsidRPr="009071AC">
        <w:t>Croyez</w:t>
      </w:r>
      <w:r>
        <w:t xml:space="preserve">, </w:t>
      </w:r>
      <w:r w:rsidR="00855694" w:rsidRPr="009071AC">
        <w:t>mademoiselle</w:t>
      </w:r>
      <w:r>
        <w:t xml:space="preserve">, </w:t>
      </w:r>
      <w:r w:rsidR="00855694" w:rsidRPr="009071AC">
        <w:t>balbutia-t-il</w:t>
      </w:r>
      <w:r>
        <w:t xml:space="preserve">, </w:t>
      </w:r>
      <w:r w:rsidR="00855694" w:rsidRPr="009071AC">
        <w:t>que l</w:t>
      </w:r>
      <w:r>
        <w:t>’</w:t>
      </w:r>
      <w:r w:rsidR="00855694" w:rsidRPr="009071AC">
        <w:t>intérêt seul</w:t>
      </w:r>
      <w:r>
        <w:t xml:space="preserve">… </w:t>
      </w:r>
      <w:r w:rsidR="00855694" w:rsidRPr="009071AC">
        <w:t>un intérêt respectueux</w:t>
      </w:r>
      <w:r>
        <w:t>…</w:t>
      </w:r>
    </w:p>
    <w:p w14:paraId="6EEB6B01" w14:textId="77777777" w:rsidR="00F635DB" w:rsidRDefault="00855694" w:rsidP="00F635DB">
      <w:r w:rsidRPr="009071AC">
        <w:lastRenderedPageBreak/>
        <w:t>Elle n</w:t>
      </w:r>
      <w:r w:rsidR="00F635DB">
        <w:t>’</w:t>
      </w:r>
      <w:r w:rsidRPr="009071AC">
        <w:t>eut pas seulement l</w:t>
      </w:r>
      <w:r w:rsidR="00F635DB">
        <w:t>’</w:t>
      </w:r>
      <w:r w:rsidRPr="009071AC">
        <w:t>air d</w:t>
      </w:r>
      <w:r w:rsidR="00F635DB">
        <w:t>’</w:t>
      </w:r>
      <w:r w:rsidRPr="009071AC">
        <w:t>entendre ses excuses</w:t>
      </w:r>
      <w:r w:rsidR="00F635DB">
        <w:t>.</w:t>
      </w:r>
    </w:p>
    <w:p w14:paraId="1D3813DB" w14:textId="268C0D0F" w:rsidR="00F635DB" w:rsidRDefault="00F635DB" w:rsidP="00F635DB">
      <w:r>
        <w:t>— </w:t>
      </w:r>
      <w:r w:rsidR="00855694" w:rsidRPr="009071AC">
        <w:t>Par exemple</w:t>
      </w:r>
      <w:r>
        <w:t xml:space="preserve">, </w:t>
      </w:r>
      <w:r w:rsidR="00855694" w:rsidRPr="009071AC">
        <w:t>interrompit-elle</w:t>
      </w:r>
      <w:r>
        <w:t xml:space="preserve">, </w:t>
      </w:r>
      <w:r w:rsidR="00855694" w:rsidRPr="009071AC">
        <w:t>je sais et je puis vous dire</w:t>
      </w:r>
      <w:r>
        <w:t xml:space="preserve">, </w:t>
      </w:r>
      <w:r w:rsidR="00855694" w:rsidRPr="009071AC">
        <w:t>monsieur</w:t>
      </w:r>
      <w:r>
        <w:t xml:space="preserve">, </w:t>
      </w:r>
      <w:r w:rsidR="00855694" w:rsidRPr="009071AC">
        <w:t xml:space="preserve">que </w:t>
      </w:r>
      <w:r>
        <w:t>M. de </w:t>
      </w:r>
      <w:proofErr w:type="spellStart"/>
      <w:r w:rsidR="00855694" w:rsidRPr="009071AC">
        <w:t>Chalusse</w:t>
      </w:r>
      <w:proofErr w:type="spellEnd"/>
      <w:r w:rsidR="00855694" w:rsidRPr="009071AC">
        <w:t xml:space="preserve"> se proposait de s</w:t>
      </w:r>
      <w:r>
        <w:t>’</w:t>
      </w:r>
      <w:r w:rsidR="00855694" w:rsidRPr="009071AC">
        <w:t>adresser à la police</w:t>
      </w:r>
      <w:r>
        <w:t xml:space="preserve">, </w:t>
      </w:r>
      <w:r w:rsidR="00855694" w:rsidRPr="009071AC">
        <w:t>si la personne en question ne réussissait pas</w:t>
      </w:r>
      <w:r>
        <w:t xml:space="preserve">. </w:t>
      </w:r>
      <w:r w:rsidR="00855694" w:rsidRPr="009071AC">
        <w:t>À partir de ce moment</w:t>
      </w:r>
      <w:r>
        <w:t xml:space="preserve">, </w:t>
      </w:r>
      <w:r w:rsidR="00855694" w:rsidRPr="009071AC">
        <w:t>il m</w:t>
      </w:r>
      <w:r>
        <w:t>’</w:t>
      </w:r>
      <w:r w:rsidR="00855694" w:rsidRPr="009071AC">
        <w:t>a paru tout à fait satisfait</w:t>
      </w:r>
      <w:r>
        <w:t xml:space="preserve">. </w:t>
      </w:r>
      <w:r w:rsidR="00855694" w:rsidRPr="009071AC">
        <w:t>À trois heures</w:t>
      </w:r>
      <w:r>
        <w:t xml:space="preserve">, </w:t>
      </w:r>
      <w:r w:rsidR="00855694" w:rsidRPr="009071AC">
        <w:t>il a sonné son valet de chambre et lui a commandé de faire avancer le dîner de deux heures</w:t>
      </w:r>
      <w:r>
        <w:t xml:space="preserve">. </w:t>
      </w:r>
      <w:r w:rsidR="00855694" w:rsidRPr="009071AC">
        <w:t>Nous nous sommes</w:t>
      </w:r>
      <w:r>
        <w:t xml:space="preserve">, </w:t>
      </w:r>
      <w:r w:rsidR="00855694" w:rsidRPr="009071AC">
        <w:t>en effet</w:t>
      </w:r>
      <w:r>
        <w:t xml:space="preserve">, </w:t>
      </w:r>
      <w:r w:rsidR="00855694" w:rsidRPr="009071AC">
        <w:t>mis à table à quatre heures et demie</w:t>
      </w:r>
      <w:r>
        <w:t xml:space="preserve">. </w:t>
      </w:r>
      <w:r w:rsidR="00855694" w:rsidRPr="009071AC">
        <w:t>À cinq heures</w:t>
      </w:r>
      <w:r>
        <w:t>, M. de </w:t>
      </w:r>
      <w:proofErr w:type="spellStart"/>
      <w:r w:rsidR="00855694" w:rsidRPr="009071AC">
        <w:t>Chalusse</w:t>
      </w:r>
      <w:proofErr w:type="spellEnd"/>
      <w:r w:rsidR="00855694" w:rsidRPr="009071AC">
        <w:t xml:space="preserve"> s</w:t>
      </w:r>
      <w:r>
        <w:t>’</w:t>
      </w:r>
      <w:r w:rsidR="00855694" w:rsidRPr="009071AC">
        <w:t>est levé</w:t>
      </w:r>
      <w:r>
        <w:t xml:space="preserve">, </w:t>
      </w:r>
      <w:r w:rsidR="00855694" w:rsidRPr="009071AC">
        <w:t>il m</w:t>
      </w:r>
      <w:r>
        <w:t>’</w:t>
      </w:r>
      <w:r w:rsidR="00855694" w:rsidRPr="009071AC">
        <w:t>a embrassée gaiement</w:t>
      </w:r>
      <w:r>
        <w:t xml:space="preserve">, </w:t>
      </w:r>
      <w:r w:rsidR="00855694" w:rsidRPr="009071AC">
        <w:t>et il est sorti à pied</w:t>
      </w:r>
      <w:r>
        <w:t xml:space="preserve">, </w:t>
      </w:r>
      <w:r w:rsidR="00855694" w:rsidRPr="009071AC">
        <w:t>en me disant qu</w:t>
      </w:r>
      <w:r>
        <w:t>’</w:t>
      </w:r>
      <w:r w:rsidR="00855694" w:rsidRPr="009071AC">
        <w:t>il avait bon espoir et qu</w:t>
      </w:r>
      <w:r>
        <w:t>’</w:t>
      </w:r>
      <w:r w:rsidR="00855694" w:rsidRPr="009071AC">
        <w:t>il ne serait pas de retour avant minuit</w:t>
      </w:r>
      <w:r>
        <w:t>…</w:t>
      </w:r>
    </w:p>
    <w:p w14:paraId="41A83854" w14:textId="05CE781E" w:rsidR="00F635DB" w:rsidRDefault="00855694" w:rsidP="00F635DB">
      <w:r w:rsidRPr="009071AC">
        <w:t>La fermeté dont la pauvre enfant avait fait preuve jusque-là se démentit</w:t>
      </w:r>
      <w:r w:rsidR="00F635DB">
        <w:t xml:space="preserve">, </w:t>
      </w:r>
      <w:r w:rsidRPr="009071AC">
        <w:t>ses yeux se remplirent de larmes</w:t>
      </w:r>
      <w:r w:rsidR="00F635DB">
        <w:t xml:space="preserve">, </w:t>
      </w:r>
      <w:r w:rsidRPr="009071AC">
        <w:t>et c</w:t>
      </w:r>
      <w:r w:rsidR="00F635DB">
        <w:t>’</w:t>
      </w:r>
      <w:r w:rsidRPr="009071AC">
        <w:t>est d</w:t>
      </w:r>
      <w:r w:rsidR="00F635DB">
        <w:t>’</w:t>
      </w:r>
      <w:r w:rsidRPr="009071AC">
        <w:t>une voix étouffée qu</w:t>
      </w:r>
      <w:r w:rsidR="00F635DB">
        <w:t>’</w:t>
      </w:r>
      <w:r w:rsidRPr="009071AC">
        <w:t xml:space="preserve">elle ajouta en montrant </w:t>
      </w:r>
      <w:r w:rsidR="00F635DB">
        <w:t>M. de </w:t>
      </w:r>
      <w:proofErr w:type="spellStart"/>
      <w:r w:rsidRPr="009071AC">
        <w:t>Chalusse</w:t>
      </w:r>
      <w:proofErr w:type="spellEnd"/>
      <w:r w:rsidR="00F635DB">
        <w:t> :</w:t>
      </w:r>
    </w:p>
    <w:p w14:paraId="3F86C6B0" w14:textId="77777777" w:rsidR="00F635DB" w:rsidRDefault="00F635DB" w:rsidP="00F635DB">
      <w:r>
        <w:t>— </w:t>
      </w:r>
      <w:r w:rsidR="00855694" w:rsidRPr="009071AC">
        <w:t>Et à six heures et demie</w:t>
      </w:r>
      <w:r>
        <w:t xml:space="preserve">, </w:t>
      </w:r>
      <w:r w:rsidR="00855694" w:rsidRPr="009071AC">
        <w:t>on l</w:t>
      </w:r>
      <w:r>
        <w:t>’</w:t>
      </w:r>
      <w:r w:rsidR="00855694" w:rsidRPr="009071AC">
        <w:t>a rapporté</w:t>
      </w:r>
      <w:r>
        <w:t xml:space="preserve">, </w:t>
      </w:r>
      <w:r w:rsidR="00855694" w:rsidRPr="009071AC">
        <w:t>tel qu</w:t>
      </w:r>
      <w:r>
        <w:t>’</w:t>
      </w:r>
      <w:r w:rsidR="00855694" w:rsidRPr="009071AC">
        <w:t>il est là</w:t>
      </w:r>
      <w:r>
        <w:t xml:space="preserve">, </w:t>
      </w:r>
      <w:r w:rsidR="00855694" w:rsidRPr="009071AC">
        <w:t>étendu</w:t>
      </w:r>
      <w:r>
        <w:t>…</w:t>
      </w:r>
    </w:p>
    <w:p w14:paraId="6760FDA2" w14:textId="77777777" w:rsidR="00F635DB" w:rsidRDefault="00855694" w:rsidP="00F635DB">
      <w:r w:rsidRPr="009071AC">
        <w:t>Un grand silence se fit</w:t>
      </w:r>
      <w:r w:rsidR="00F635DB">
        <w:t xml:space="preserve">, </w:t>
      </w:r>
      <w:r w:rsidRPr="009071AC">
        <w:t>si profond qu</w:t>
      </w:r>
      <w:r w:rsidR="00F635DB">
        <w:t>’</w:t>
      </w:r>
      <w:r w:rsidRPr="009071AC">
        <w:t>on entendit le râle du moribond</w:t>
      </w:r>
      <w:r w:rsidR="00F635DB">
        <w:t xml:space="preserve">, </w:t>
      </w:r>
      <w:r w:rsidRPr="009071AC">
        <w:t>toujours immobile sur son lit</w:t>
      </w:r>
      <w:r w:rsidR="00F635DB">
        <w:t>.</w:t>
      </w:r>
    </w:p>
    <w:p w14:paraId="06BD75A9" w14:textId="05D3AD22" w:rsidR="00F635DB" w:rsidRDefault="00855694" w:rsidP="00F635DB">
      <w:r w:rsidRPr="009071AC">
        <w:t>Restait cependant à savoir les circonstances de l</w:t>
      </w:r>
      <w:r w:rsidR="00F635DB">
        <w:t>’</w:t>
      </w:r>
      <w:r w:rsidRPr="009071AC">
        <w:t>accident</w:t>
      </w:r>
      <w:r w:rsidR="00F635DB">
        <w:t xml:space="preserve">, </w:t>
      </w:r>
      <w:r w:rsidRPr="009071AC">
        <w:t>et c</w:t>
      </w:r>
      <w:r w:rsidR="00F635DB">
        <w:t>’</w:t>
      </w:r>
      <w:r w:rsidRPr="009071AC">
        <w:t xml:space="preserve">est à </w:t>
      </w:r>
      <w:r w:rsidR="00F635DB">
        <w:t>M. </w:t>
      </w:r>
      <w:r w:rsidRPr="009071AC">
        <w:t>Casimir que le médecin s</w:t>
      </w:r>
      <w:r w:rsidR="00F635DB">
        <w:t>’</w:t>
      </w:r>
      <w:r w:rsidRPr="009071AC">
        <w:t>adressa</w:t>
      </w:r>
      <w:r w:rsidR="00F635DB">
        <w:t>.</w:t>
      </w:r>
    </w:p>
    <w:p w14:paraId="13ECF1B4" w14:textId="77777777" w:rsidR="00F635DB" w:rsidRDefault="00F635DB" w:rsidP="00F635DB">
      <w:r>
        <w:t>— </w:t>
      </w:r>
      <w:r w:rsidR="00855694" w:rsidRPr="009071AC">
        <w:t>Que vous a dit le cocher qui a ramené votre maître</w:t>
      </w:r>
      <w:r>
        <w:t xml:space="preserve"> ? </w:t>
      </w:r>
      <w:r w:rsidR="00855694" w:rsidRPr="009071AC">
        <w:t>demanda-t-il</w:t>
      </w:r>
      <w:r>
        <w:t>.</w:t>
      </w:r>
    </w:p>
    <w:p w14:paraId="3C835D6D" w14:textId="77777777" w:rsidR="00F635DB" w:rsidRDefault="00F635DB" w:rsidP="00F635DB">
      <w:r>
        <w:t>— </w:t>
      </w:r>
      <w:r w:rsidR="00855694" w:rsidRPr="009071AC">
        <w:t>Oh</w:t>
      </w:r>
      <w:r>
        <w:t xml:space="preserve"> ! </w:t>
      </w:r>
      <w:r w:rsidR="00855694" w:rsidRPr="009071AC">
        <w:t>presque rien</w:t>
      </w:r>
      <w:r>
        <w:t xml:space="preserve">, </w:t>
      </w:r>
      <w:r w:rsidR="00855694" w:rsidRPr="009071AC">
        <w:t>monsieur</w:t>
      </w:r>
      <w:r>
        <w:t xml:space="preserve">, </w:t>
      </w:r>
      <w:r w:rsidR="00855694" w:rsidRPr="009071AC">
        <w:t>pas dix paroles</w:t>
      </w:r>
      <w:r>
        <w:t>.</w:t>
      </w:r>
    </w:p>
    <w:p w14:paraId="2BA6F08D" w14:textId="77777777" w:rsidR="00F635DB" w:rsidRDefault="00F635DB" w:rsidP="00F635DB">
      <w:r>
        <w:t>— </w:t>
      </w:r>
      <w:r w:rsidR="00855694" w:rsidRPr="009071AC">
        <w:t>Il faudrait retrouver cet homme et me l</w:t>
      </w:r>
      <w:r>
        <w:t>’</w:t>
      </w:r>
      <w:r w:rsidR="00855694" w:rsidRPr="009071AC">
        <w:t>amener</w:t>
      </w:r>
      <w:r>
        <w:t>.</w:t>
      </w:r>
    </w:p>
    <w:p w14:paraId="13F4F8A1" w14:textId="77777777" w:rsidR="00F635DB" w:rsidRDefault="00855694" w:rsidP="00F635DB">
      <w:r w:rsidRPr="009071AC">
        <w:t>Deux domestiques s</w:t>
      </w:r>
      <w:r w:rsidR="00F635DB">
        <w:t>’</w:t>
      </w:r>
      <w:r w:rsidRPr="009071AC">
        <w:t>élancèrent à sa recherche</w:t>
      </w:r>
      <w:r w:rsidR="00F635DB">
        <w:t>.</w:t>
      </w:r>
    </w:p>
    <w:p w14:paraId="7F52DD61" w14:textId="77777777" w:rsidR="00F635DB" w:rsidRDefault="00855694" w:rsidP="00F635DB">
      <w:r w:rsidRPr="009071AC">
        <w:t>Il ne pouvait être loin</w:t>
      </w:r>
      <w:r w:rsidR="00F635DB">
        <w:t xml:space="preserve">, </w:t>
      </w:r>
      <w:r w:rsidRPr="009071AC">
        <w:t>sa voiture stationnait toujours devant l</w:t>
      </w:r>
      <w:r w:rsidR="00F635DB">
        <w:t>’</w:t>
      </w:r>
      <w:r w:rsidRPr="009071AC">
        <w:t>hôtel</w:t>
      </w:r>
      <w:r w:rsidR="00F635DB">
        <w:t>.</w:t>
      </w:r>
    </w:p>
    <w:p w14:paraId="11E99398" w14:textId="77777777" w:rsidR="00F635DB" w:rsidRDefault="00855694" w:rsidP="00F635DB">
      <w:r w:rsidRPr="009071AC">
        <w:lastRenderedPageBreak/>
        <w:t>En effet</w:t>
      </w:r>
      <w:r w:rsidR="00F635DB">
        <w:t xml:space="preserve">, </w:t>
      </w:r>
      <w:r w:rsidRPr="009071AC">
        <w:t>il stationnait lui-même chez le marchand de vin</w:t>
      </w:r>
      <w:r w:rsidR="00F635DB">
        <w:t xml:space="preserve">. </w:t>
      </w:r>
      <w:r w:rsidRPr="009071AC">
        <w:t>Des curieux enragés lui payaient à boire</w:t>
      </w:r>
      <w:r w:rsidR="00F635DB">
        <w:t xml:space="preserve">, </w:t>
      </w:r>
      <w:r w:rsidRPr="009071AC">
        <w:t>et en échange il leur racontait l</w:t>
      </w:r>
      <w:r w:rsidR="00F635DB">
        <w:t>’</w:t>
      </w:r>
      <w:r w:rsidRPr="009071AC">
        <w:t>événement</w:t>
      </w:r>
      <w:r w:rsidR="00F635DB">
        <w:t xml:space="preserve">. </w:t>
      </w:r>
      <w:r w:rsidRPr="009071AC">
        <w:t>Il était complètement remis de son trouble et même la gaieté lui venait</w:t>
      </w:r>
      <w:r w:rsidR="00F635DB">
        <w:t>.</w:t>
      </w:r>
    </w:p>
    <w:p w14:paraId="6CCCBBE8" w14:textId="77777777" w:rsidR="00F635DB" w:rsidRDefault="00F635DB" w:rsidP="00F635DB">
      <w:r>
        <w:t>— </w:t>
      </w:r>
      <w:r w:rsidR="00855694" w:rsidRPr="009071AC">
        <w:t>Allons</w:t>
      </w:r>
      <w:r>
        <w:t xml:space="preserve">, </w:t>
      </w:r>
      <w:r w:rsidR="00855694" w:rsidRPr="009071AC">
        <w:t>arrivez</w:t>
      </w:r>
      <w:r>
        <w:t xml:space="preserve">, </w:t>
      </w:r>
      <w:r w:rsidR="00855694" w:rsidRPr="009071AC">
        <w:t>on vous demande</w:t>
      </w:r>
      <w:r>
        <w:t xml:space="preserve">, </w:t>
      </w:r>
      <w:r w:rsidR="00855694" w:rsidRPr="009071AC">
        <w:t>lui dirent les domestiques</w:t>
      </w:r>
      <w:r>
        <w:t>.</w:t>
      </w:r>
    </w:p>
    <w:p w14:paraId="29B5D55A" w14:textId="77777777" w:rsidR="00F635DB" w:rsidRDefault="00855694" w:rsidP="00F635DB">
      <w:r w:rsidRPr="009071AC">
        <w:t>Il vida son verre et les suivit de mauvaise grâce</w:t>
      </w:r>
      <w:r w:rsidR="00F635DB">
        <w:t xml:space="preserve">, </w:t>
      </w:r>
      <w:r w:rsidRPr="009071AC">
        <w:t>jurant et pestant entre ses dents</w:t>
      </w:r>
      <w:r w:rsidR="00F635DB">
        <w:t xml:space="preserve">, </w:t>
      </w:r>
      <w:r w:rsidRPr="009071AC">
        <w:t>sans qu</w:t>
      </w:r>
      <w:r w:rsidR="00F635DB">
        <w:t>’</w:t>
      </w:r>
      <w:r w:rsidRPr="009071AC">
        <w:t>on sût pourquoi</w:t>
      </w:r>
      <w:r w:rsidR="00F635DB">
        <w:t>.</w:t>
      </w:r>
    </w:p>
    <w:p w14:paraId="419C210F" w14:textId="77777777" w:rsidR="00F635DB" w:rsidRDefault="00855694" w:rsidP="00F635DB">
      <w:r w:rsidRPr="009071AC">
        <w:t>Le docteur avait du moins eu l</w:t>
      </w:r>
      <w:r w:rsidR="00F635DB">
        <w:t>’</w:t>
      </w:r>
      <w:r w:rsidRPr="009071AC">
        <w:t>attention de sortir sur le palier pour l</w:t>
      </w:r>
      <w:r w:rsidR="00F635DB">
        <w:t>’</w:t>
      </w:r>
      <w:r w:rsidRPr="009071AC">
        <w:t>interroger</w:t>
      </w:r>
      <w:r w:rsidR="00F635DB">
        <w:t xml:space="preserve"> ; </w:t>
      </w:r>
      <w:r w:rsidRPr="009071AC">
        <w:t>mais ses réponses n</w:t>
      </w:r>
      <w:r w:rsidR="00F635DB">
        <w:t>’</w:t>
      </w:r>
      <w:r w:rsidRPr="009071AC">
        <w:t>apprirent rien de neuf</w:t>
      </w:r>
      <w:r w:rsidR="00F635DB">
        <w:t xml:space="preserve">. </w:t>
      </w:r>
      <w:r w:rsidRPr="009071AC">
        <w:t>Le bourgeois</w:t>
      </w:r>
      <w:r w:rsidR="00F635DB">
        <w:t xml:space="preserve">, </w:t>
      </w:r>
      <w:r w:rsidRPr="009071AC">
        <w:t>ainsi qu</w:t>
      </w:r>
      <w:r w:rsidR="00F635DB">
        <w:t>’</w:t>
      </w:r>
      <w:r w:rsidRPr="009071AC">
        <w:t>il disait</w:t>
      </w:r>
      <w:r w:rsidR="00F635DB">
        <w:t xml:space="preserve">, </w:t>
      </w:r>
      <w:r w:rsidRPr="009071AC">
        <w:t>l</w:t>
      </w:r>
      <w:r w:rsidR="00F635DB">
        <w:t>’</w:t>
      </w:r>
      <w:r w:rsidRPr="009071AC">
        <w:t>avait pris au coin de la rue Lamartine et du faubourg Montmartre et lui avait recommandé de le mener rondement</w:t>
      </w:r>
      <w:r w:rsidR="00F635DB">
        <w:t xml:space="preserve">. </w:t>
      </w:r>
      <w:r w:rsidRPr="009071AC">
        <w:t>Il avait fouetté ses chevaux et le malheur avait eu lieu en route</w:t>
      </w:r>
      <w:r w:rsidR="00F635DB">
        <w:t xml:space="preserve">. </w:t>
      </w:r>
      <w:r w:rsidRPr="009071AC">
        <w:t>Il n</w:t>
      </w:r>
      <w:r w:rsidR="00F635DB">
        <w:t>’</w:t>
      </w:r>
      <w:r w:rsidRPr="009071AC">
        <w:t>avait rien entendu</w:t>
      </w:r>
      <w:r w:rsidR="00F635DB">
        <w:t xml:space="preserve">. </w:t>
      </w:r>
      <w:r w:rsidRPr="009071AC">
        <w:t>Le bourgeois ne lui avait pas paru indisposé quand il était monté dans la voiture</w:t>
      </w:r>
      <w:r w:rsidR="00F635DB">
        <w:t>.</w:t>
      </w:r>
    </w:p>
    <w:p w14:paraId="1484C353" w14:textId="77777777" w:rsidR="00F635DB" w:rsidRDefault="00855694" w:rsidP="00F635DB">
      <w:r w:rsidRPr="009071AC">
        <w:t>Encore</w:t>
      </w:r>
      <w:r w:rsidR="00F635DB">
        <w:t xml:space="preserve">, </w:t>
      </w:r>
      <w:r w:rsidRPr="009071AC">
        <w:t>ce peu qu</w:t>
      </w:r>
      <w:r w:rsidR="00F635DB">
        <w:t>’</w:t>
      </w:r>
      <w:r w:rsidRPr="009071AC">
        <w:t>il dit</w:t>
      </w:r>
      <w:r w:rsidR="00F635DB">
        <w:t xml:space="preserve">, </w:t>
      </w:r>
      <w:r w:rsidRPr="009071AC">
        <w:t>on ne le lui arracha pas sans difficulté</w:t>
      </w:r>
      <w:r w:rsidR="00F635DB">
        <w:t xml:space="preserve">. </w:t>
      </w:r>
      <w:r w:rsidRPr="009071AC">
        <w:t>Il avait commencé par soutenir impudemment que le bourgeois l</w:t>
      </w:r>
      <w:r w:rsidR="00F635DB">
        <w:t>’</w:t>
      </w:r>
      <w:r w:rsidRPr="009071AC">
        <w:t>avait pris à midi</w:t>
      </w:r>
      <w:r w:rsidR="00F635DB">
        <w:t xml:space="preserve">, </w:t>
      </w:r>
      <w:r w:rsidRPr="009071AC">
        <w:t>espérant ainsi escamoter le prix de cinq heures</w:t>
      </w:r>
      <w:r w:rsidR="00F635DB">
        <w:t xml:space="preserve">, </w:t>
      </w:r>
      <w:r w:rsidRPr="009071AC">
        <w:t>ce qui</w:t>
      </w:r>
      <w:r w:rsidR="00F635DB">
        <w:t xml:space="preserve">, </w:t>
      </w:r>
      <w:r w:rsidRPr="009071AC">
        <w:t>joint au bon pourboire qu</w:t>
      </w:r>
      <w:r w:rsidR="00F635DB">
        <w:t>’</w:t>
      </w:r>
      <w:r w:rsidRPr="009071AC">
        <w:t>on ne pouvait manquer de lui donner</w:t>
      </w:r>
      <w:r w:rsidR="00F635DB">
        <w:t xml:space="preserve">, </w:t>
      </w:r>
      <w:r w:rsidRPr="009071AC">
        <w:t>devait constituer un bénéfice honnête</w:t>
      </w:r>
      <w:r w:rsidR="00F635DB">
        <w:t xml:space="preserve">. </w:t>
      </w:r>
      <w:r w:rsidRPr="009071AC">
        <w:t>La vie est chère</w:t>
      </w:r>
      <w:r w:rsidR="00F635DB">
        <w:t xml:space="preserve">, </w:t>
      </w:r>
      <w:r w:rsidRPr="009071AC">
        <w:t>on fait ce qu</w:t>
      </w:r>
      <w:r w:rsidR="00F635DB">
        <w:t>’</w:t>
      </w:r>
      <w:r w:rsidRPr="009071AC">
        <w:t>on peut</w:t>
      </w:r>
      <w:r w:rsidR="00F635DB">
        <w:t>.</w:t>
      </w:r>
    </w:p>
    <w:p w14:paraId="4D6A501D" w14:textId="77777777" w:rsidR="00F635DB" w:rsidRDefault="00855694" w:rsidP="00F635DB">
      <w:r w:rsidRPr="009071AC">
        <w:t>Cet homme parti</w:t>
      </w:r>
      <w:r w:rsidR="00F635DB">
        <w:t xml:space="preserve">, </w:t>
      </w:r>
      <w:r w:rsidRPr="009071AC">
        <w:t>toujours grognant</w:t>
      </w:r>
      <w:r w:rsidR="00F635DB">
        <w:t xml:space="preserve">, </w:t>
      </w:r>
      <w:r w:rsidRPr="009071AC">
        <w:t>encore qu</w:t>
      </w:r>
      <w:r w:rsidR="00F635DB">
        <w:t>’</w:t>
      </w:r>
      <w:r w:rsidRPr="009071AC">
        <w:t>on lui eût mis deux louis dans la main</w:t>
      </w:r>
      <w:r w:rsidR="00F635DB">
        <w:t xml:space="preserve">, </w:t>
      </w:r>
      <w:r w:rsidRPr="009071AC">
        <w:t>le docteur revint se planter debout devant son malade</w:t>
      </w:r>
      <w:r w:rsidR="00F635DB">
        <w:t xml:space="preserve">, </w:t>
      </w:r>
      <w:r w:rsidRPr="009071AC">
        <w:t>les bras croisés</w:t>
      </w:r>
      <w:r w:rsidR="00F635DB">
        <w:t xml:space="preserve">, </w:t>
      </w:r>
      <w:r w:rsidRPr="009071AC">
        <w:t>sombre</w:t>
      </w:r>
      <w:r w:rsidR="00F635DB">
        <w:t xml:space="preserve">, </w:t>
      </w:r>
      <w:r w:rsidRPr="009071AC">
        <w:t>le front plissé par l</w:t>
      </w:r>
      <w:r w:rsidR="00F635DB">
        <w:t>’</w:t>
      </w:r>
      <w:r w:rsidRPr="009071AC">
        <w:t>effort de sa méditation</w:t>
      </w:r>
      <w:r w:rsidR="00F635DB">
        <w:t>.</w:t>
      </w:r>
    </w:p>
    <w:p w14:paraId="7540782C" w14:textId="77777777" w:rsidR="00F635DB" w:rsidRDefault="00855694" w:rsidP="00F635DB">
      <w:r w:rsidRPr="009071AC">
        <w:t>Il ne jouait pas la comédie</w:t>
      </w:r>
      <w:r w:rsidR="00F635DB">
        <w:t xml:space="preserve">, </w:t>
      </w:r>
      <w:r w:rsidRPr="009071AC">
        <w:t>cette fois</w:t>
      </w:r>
      <w:r w:rsidR="00F635DB">
        <w:t>.</w:t>
      </w:r>
    </w:p>
    <w:p w14:paraId="068BD1A3" w14:textId="77777777" w:rsidR="00F635DB" w:rsidRDefault="00855694" w:rsidP="00F635DB">
      <w:r w:rsidRPr="009071AC">
        <w:lastRenderedPageBreak/>
        <w:t>En dépit</w:t>
      </w:r>
      <w:r w:rsidR="00F635DB">
        <w:t xml:space="preserve">, </w:t>
      </w:r>
      <w:r w:rsidRPr="009071AC">
        <w:t>ou plutôt en raison des minutieuses explications qui lui avaient été données</w:t>
      </w:r>
      <w:r w:rsidR="00F635DB">
        <w:t xml:space="preserve">, </w:t>
      </w:r>
      <w:r w:rsidRPr="009071AC">
        <w:t>il trouvait à toute cette affaire quelque chose de suspect et de trouble</w:t>
      </w:r>
      <w:r w:rsidR="00F635DB">
        <w:t>.</w:t>
      </w:r>
    </w:p>
    <w:p w14:paraId="44BA8505" w14:textId="77777777" w:rsidR="00F635DB" w:rsidRDefault="00855694" w:rsidP="00F635DB">
      <w:r w:rsidRPr="009071AC">
        <w:t>Toutes sortes de soupçons vagues et indéfinissables se heurtaient dans sa pensée</w:t>
      </w:r>
      <w:r w:rsidR="00F635DB">
        <w:t xml:space="preserve">. </w:t>
      </w:r>
      <w:r w:rsidRPr="009071AC">
        <w:t>Était-il en présence d</w:t>
      </w:r>
      <w:r w:rsidR="00F635DB">
        <w:t>’</w:t>
      </w:r>
      <w:r w:rsidRPr="009071AC">
        <w:t>un crime</w:t>
      </w:r>
      <w:r w:rsidR="00F635DB">
        <w:t xml:space="preserve"> ? </w:t>
      </w:r>
      <w:r w:rsidRPr="009071AC">
        <w:t>Certainement</w:t>
      </w:r>
      <w:r w:rsidR="00F635DB">
        <w:t xml:space="preserve">, </w:t>
      </w:r>
      <w:r w:rsidRPr="009071AC">
        <w:t>évidemment non</w:t>
      </w:r>
      <w:r w:rsidR="00F635DB">
        <w:t>.</w:t>
      </w:r>
    </w:p>
    <w:p w14:paraId="575C38A1" w14:textId="77777777" w:rsidR="00F635DB" w:rsidRDefault="00855694" w:rsidP="00F635DB">
      <w:r w:rsidRPr="009071AC">
        <w:t>Mais quoi alors</w:t>
      </w:r>
      <w:r w:rsidR="00F635DB">
        <w:t xml:space="preserve"> ? </w:t>
      </w:r>
      <w:r w:rsidRPr="009071AC">
        <w:t>Pourquoi cette atmosphère de mystère et de réticences qu</w:t>
      </w:r>
      <w:r w:rsidR="00F635DB">
        <w:t>’</w:t>
      </w:r>
      <w:r w:rsidRPr="009071AC">
        <w:t>il sentait autour de lui</w:t>
      </w:r>
      <w:r w:rsidR="00F635DB">
        <w:t>.</w:t>
      </w:r>
    </w:p>
    <w:p w14:paraId="68981B5E" w14:textId="77777777" w:rsidR="00F635DB" w:rsidRDefault="00855694" w:rsidP="00F635DB">
      <w:r w:rsidRPr="009071AC">
        <w:t>N</w:t>
      </w:r>
      <w:r w:rsidR="00F635DB">
        <w:t>’</w:t>
      </w:r>
      <w:r w:rsidRPr="009071AC">
        <w:t>était-il pas sur la trace de quelque lamentable secret de famille</w:t>
      </w:r>
      <w:r w:rsidR="00F635DB">
        <w:t xml:space="preserve">, </w:t>
      </w:r>
      <w:r w:rsidRPr="009071AC">
        <w:t>d</w:t>
      </w:r>
      <w:r w:rsidR="00F635DB">
        <w:t>’</w:t>
      </w:r>
      <w:r w:rsidRPr="009071AC">
        <w:t>un de ces scandales horribles</w:t>
      </w:r>
      <w:r w:rsidR="00F635DB">
        <w:t xml:space="preserve">, </w:t>
      </w:r>
      <w:r w:rsidRPr="009071AC">
        <w:t>longtemps cachés</w:t>
      </w:r>
      <w:r w:rsidR="00F635DB">
        <w:t xml:space="preserve">, </w:t>
      </w:r>
      <w:r w:rsidRPr="009071AC">
        <w:t>qui tout à coup éclatent</w:t>
      </w:r>
      <w:r w:rsidR="00F635DB">
        <w:t> ?</w:t>
      </w:r>
    </w:p>
    <w:p w14:paraId="075B38D9" w14:textId="77777777" w:rsidR="00F635DB" w:rsidRDefault="00855694" w:rsidP="00F635DB">
      <w:r w:rsidRPr="009071AC">
        <w:t>Cette idée de se trouver mêlé à quelque ténébreuse affaire lui souriait infiniment</w:t>
      </w:r>
      <w:r w:rsidR="00F635DB">
        <w:t xml:space="preserve">, </w:t>
      </w:r>
      <w:r w:rsidRPr="009071AC">
        <w:t>cela ferait du tapage</w:t>
      </w:r>
      <w:r w:rsidR="00F635DB">
        <w:t xml:space="preserve">, </w:t>
      </w:r>
      <w:r w:rsidRPr="009071AC">
        <w:t>on le nommerait</w:t>
      </w:r>
      <w:r w:rsidR="00F635DB">
        <w:t xml:space="preserve">, </w:t>
      </w:r>
      <w:r w:rsidRPr="009071AC">
        <w:t>on parlerait de lui dans les journaux et la clientèle viendrait les mains pleines d</w:t>
      </w:r>
      <w:r w:rsidR="00F635DB">
        <w:t>’</w:t>
      </w:r>
      <w:r w:rsidRPr="009071AC">
        <w:t>or</w:t>
      </w:r>
      <w:r w:rsidR="00F635DB">
        <w:t>.</w:t>
      </w:r>
    </w:p>
    <w:p w14:paraId="18AA4E6A" w14:textId="77777777" w:rsidR="00F635DB" w:rsidRDefault="00855694" w:rsidP="00F635DB">
      <w:r w:rsidRPr="009071AC">
        <w:t>Mais comment savoir</w:t>
      </w:r>
      <w:r w:rsidR="00F635DB">
        <w:t xml:space="preserve">, </w:t>
      </w:r>
      <w:r w:rsidRPr="009071AC">
        <w:t>pour arrêter d</w:t>
      </w:r>
      <w:r w:rsidR="00F635DB">
        <w:t>’</w:t>
      </w:r>
      <w:r w:rsidRPr="009071AC">
        <w:t>avance un plan de conduite</w:t>
      </w:r>
      <w:r w:rsidR="00F635DB">
        <w:t xml:space="preserve">, </w:t>
      </w:r>
      <w:r w:rsidRPr="009071AC">
        <w:t>pour s</w:t>
      </w:r>
      <w:r w:rsidR="00F635DB">
        <w:t>’</w:t>
      </w:r>
      <w:r w:rsidRPr="009071AC">
        <w:t>insinuer</w:t>
      </w:r>
      <w:r w:rsidR="00F635DB">
        <w:t xml:space="preserve">, </w:t>
      </w:r>
      <w:r w:rsidRPr="009071AC">
        <w:t>pour s</w:t>
      </w:r>
      <w:r w:rsidR="00F635DB">
        <w:t>’</w:t>
      </w:r>
      <w:r w:rsidRPr="009071AC">
        <w:t>imposer au besoin</w:t>
      </w:r>
      <w:r w:rsidR="00F635DB">
        <w:t> ?</w:t>
      </w:r>
    </w:p>
    <w:p w14:paraId="021EE4C3" w14:textId="77777777" w:rsidR="00F635DB" w:rsidRDefault="00855694" w:rsidP="00F635DB">
      <w:r w:rsidRPr="009071AC">
        <w:t>Il réfléchit et une idée lui vint</w:t>
      </w:r>
      <w:r w:rsidR="00F635DB">
        <w:t xml:space="preserve">, </w:t>
      </w:r>
      <w:r w:rsidRPr="009071AC">
        <w:t>qu</w:t>
      </w:r>
      <w:r w:rsidR="00F635DB">
        <w:t>’</w:t>
      </w:r>
      <w:r w:rsidRPr="009071AC">
        <w:t>il jugea bonne</w:t>
      </w:r>
      <w:r w:rsidR="00F635DB">
        <w:t>.</w:t>
      </w:r>
    </w:p>
    <w:p w14:paraId="446FB1F1" w14:textId="46100A51" w:rsidR="00F635DB" w:rsidRDefault="00855694" w:rsidP="00F635DB">
      <w:r w:rsidRPr="009071AC">
        <w:t xml:space="preserve">Il marcha à </w:t>
      </w:r>
      <w:r w:rsidR="00F635DB">
        <w:t>M</w:t>
      </w:r>
      <w:r w:rsidR="00F635DB" w:rsidRPr="00F635DB">
        <w:rPr>
          <w:vertAlign w:val="superscript"/>
        </w:rPr>
        <w:t>lle</w:t>
      </w:r>
      <w:r w:rsidR="00F635DB">
        <w:t> </w:t>
      </w:r>
      <w:r w:rsidRPr="009071AC">
        <w:t>Marguerite</w:t>
      </w:r>
      <w:r w:rsidR="00F635DB">
        <w:t xml:space="preserve">, </w:t>
      </w:r>
      <w:r w:rsidRPr="009071AC">
        <w:t>qui pleurait</w:t>
      </w:r>
      <w:r w:rsidR="00F635DB">
        <w:t xml:space="preserve">, </w:t>
      </w:r>
      <w:r w:rsidRPr="009071AC">
        <w:t>affaissée sur un fauteuil</w:t>
      </w:r>
      <w:r w:rsidR="00F635DB">
        <w:t xml:space="preserve">, </w:t>
      </w:r>
      <w:r w:rsidRPr="009071AC">
        <w:t>et la toucha du doigt</w:t>
      </w:r>
      <w:r w:rsidR="00F635DB">
        <w:t xml:space="preserve"> ; </w:t>
      </w:r>
      <w:r w:rsidRPr="009071AC">
        <w:t>elle se dressa</w:t>
      </w:r>
      <w:r w:rsidR="00F635DB">
        <w:t>.</w:t>
      </w:r>
    </w:p>
    <w:p w14:paraId="7E4DE042" w14:textId="05EA5A7D" w:rsidR="00F635DB" w:rsidRDefault="00F635DB" w:rsidP="00F635DB">
      <w:r>
        <w:t>— </w:t>
      </w:r>
      <w:r w:rsidR="00855694" w:rsidRPr="009071AC">
        <w:t>Encore une question</w:t>
      </w:r>
      <w:r>
        <w:t xml:space="preserve">, </w:t>
      </w:r>
      <w:r w:rsidR="00855694" w:rsidRPr="009071AC">
        <w:t>mademoiselle</w:t>
      </w:r>
      <w:r>
        <w:t xml:space="preserve">… </w:t>
      </w:r>
      <w:r w:rsidR="00855694" w:rsidRPr="009071AC">
        <w:t>fit-il en donnant à sa voix toute la solennité dont elle était capable</w:t>
      </w:r>
      <w:r>
        <w:t xml:space="preserve">. </w:t>
      </w:r>
      <w:r w:rsidR="00855694" w:rsidRPr="009071AC">
        <w:t xml:space="preserve">Savez-vous quelle est la liqueur dont </w:t>
      </w:r>
      <w:r>
        <w:t>M. de </w:t>
      </w:r>
      <w:proofErr w:type="spellStart"/>
      <w:r w:rsidR="00855694" w:rsidRPr="009071AC">
        <w:t>Chalusse</w:t>
      </w:r>
      <w:proofErr w:type="spellEnd"/>
      <w:r w:rsidR="00855694" w:rsidRPr="009071AC">
        <w:t xml:space="preserve"> s</w:t>
      </w:r>
      <w:r>
        <w:t>’</w:t>
      </w:r>
      <w:r w:rsidR="00855694" w:rsidRPr="009071AC">
        <w:t>est versé quelques gouttes ce matin</w:t>
      </w:r>
      <w:r>
        <w:t> ?</w:t>
      </w:r>
    </w:p>
    <w:p w14:paraId="2279622F" w14:textId="77777777" w:rsidR="00F635DB" w:rsidRDefault="00F635DB" w:rsidP="00F635DB">
      <w:r>
        <w:t>— </w:t>
      </w:r>
      <w:r w:rsidR="00855694" w:rsidRPr="009071AC">
        <w:t>Hélas</w:t>
      </w:r>
      <w:r>
        <w:t xml:space="preserve"> ! </w:t>
      </w:r>
      <w:r w:rsidR="00855694" w:rsidRPr="009071AC">
        <w:t>non</w:t>
      </w:r>
      <w:r>
        <w:t xml:space="preserve">, </w:t>
      </w:r>
      <w:r w:rsidR="00855694" w:rsidRPr="009071AC">
        <w:t>monsieur</w:t>
      </w:r>
      <w:r>
        <w:t>.</w:t>
      </w:r>
    </w:p>
    <w:p w14:paraId="2DDBF75E" w14:textId="77777777" w:rsidR="00F635DB" w:rsidRDefault="00F635DB" w:rsidP="00F635DB">
      <w:r>
        <w:t>— </w:t>
      </w:r>
      <w:r w:rsidR="00855694" w:rsidRPr="009071AC">
        <w:t>Le savoir serait cependant bien important</w:t>
      </w:r>
      <w:r>
        <w:t xml:space="preserve">, </w:t>
      </w:r>
      <w:r w:rsidR="00855694" w:rsidRPr="009071AC">
        <w:t>pour la sûreté de mon diagnostic</w:t>
      </w:r>
      <w:r>
        <w:t xml:space="preserve">… </w:t>
      </w:r>
      <w:r w:rsidR="00855694" w:rsidRPr="009071AC">
        <w:t>Qu</w:t>
      </w:r>
      <w:r>
        <w:t>’</w:t>
      </w:r>
      <w:r w:rsidR="00855694" w:rsidRPr="009071AC">
        <w:t>est donc devenu le flacon</w:t>
      </w:r>
      <w:r>
        <w:t> ?</w:t>
      </w:r>
    </w:p>
    <w:p w14:paraId="222F6CF9" w14:textId="6D862B79" w:rsidR="00F635DB" w:rsidRDefault="00F635DB" w:rsidP="00F635DB">
      <w:r>
        <w:lastRenderedPageBreak/>
        <w:t>— </w:t>
      </w:r>
      <w:r w:rsidR="00855694" w:rsidRPr="009071AC">
        <w:t xml:space="preserve">Je pense que </w:t>
      </w:r>
      <w:r>
        <w:t>M. de </w:t>
      </w:r>
      <w:proofErr w:type="spellStart"/>
      <w:r w:rsidR="00855694" w:rsidRPr="009071AC">
        <w:t>Chalusse</w:t>
      </w:r>
      <w:proofErr w:type="spellEnd"/>
      <w:r w:rsidR="00855694" w:rsidRPr="009071AC">
        <w:t xml:space="preserve"> l</w:t>
      </w:r>
      <w:r>
        <w:t>’</w:t>
      </w:r>
      <w:r w:rsidR="00855694" w:rsidRPr="009071AC">
        <w:t>aura remis dans son secrétaire</w:t>
      </w:r>
      <w:r>
        <w:t>.</w:t>
      </w:r>
    </w:p>
    <w:p w14:paraId="5B34F269" w14:textId="77777777" w:rsidR="00F635DB" w:rsidRDefault="00855694" w:rsidP="00F635DB">
      <w:r w:rsidRPr="009071AC">
        <w:t>Le docteur désigna un meuble à gauche de la cheminée</w:t>
      </w:r>
      <w:r w:rsidR="00F635DB">
        <w:t>.</w:t>
      </w:r>
    </w:p>
    <w:p w14:paraId="7721F35C" w14:textId="77777777" w:rsidR="00F635DB" w:rsidRDefault="00F635DB" w:rsidP="00F635DB">
      <w:r>
        <w:t>— </w:t>
      </w:r>
      <w:r w:rsidR="00855694" w:rsidRPr="009071AC">
        <w:t>Là</w:t>
      </w:r>
      <w:r>
        <w:t xml:space="preserve"> ? </w:t>
      </w:r>
      <w:r w:rsidR="00855694" w:rsidRPr="009071AC">
        <w:t>fit-il</w:t>
      </w:r>
      <w:r>
        <w:t>.</w:t>
      </w:r>
    </w:p>
    <w:p w14:paraId="5129E576" w14:textId="77777777" w:rsidR="00F635DB" w:rsidRDefault="00F635DB" w:rsidP="00F635DB">
      <w:r>
        <w:t>— </w:t>
      </w:r>
      <w:r w:rsidR="00855694" w:rsidRPr="009071AC">
        <w:t>Oui</w:t>
      </w:r>
      <w:r>
        <w:t xml:space="preserve">, </w:t>
      </w:r>
      <w:r w:rsidR="00855694" w:rsidRPr="009071AC">
        <w:t>monsieur</w:t>
      </w:r>
      <w:r>
        <w:t>.</w:t>
      </w:r>
    </w:p>
    <w:p w14:paraId="7F73B149" w14:textId="77777777" w:rsidR="00F635DB" w:rsidRDefault="00855694" w:rsidP="00F635DB">
      <w:r w:rsidRPr="009071AC">
        <w:t>Il hésita</w:t>
      </w:r>
      <w:r w:rsidR="00F635DB">
        <w:t xml:space="preserve">, </w:t>
      </w:r>
      <w:r w:rsidRPr="009071AC">
        <w:t>mais triomphant de son hésitation</w:t>
      </w:r>
      <w:r w:rsidR="00F635DB">
        <w:t xml:space="preserve">, </w:t>
      </w:r>
      <w:r w:rsidRPr="009071AC">
        <w:t>il dit</w:t>
      </w:r>
      <w:r w:rsidR="00F635DB">
        <w:t> :</w:t>
      </w:r>
    </w:p>
    <w:p w14:paraId="0B0EF32E" w14:textId="77777777" w:rsidR="00F635DB" w:rsidRDefault="00F635DB" w:rsidP="00F635DB">
      <w:r>
        <w:t>— </w:t>
      </w:r>
      <w:r w:rsidR="00855694" w:rsidRPr="009071AC">
        <w:t>Ne pourrait-on l</w:t>
      </w:r>
      <w:r>
        <w:t>’</w:t>
      </w:r>
      <w:r w:rsidR="00855694" w:rsidRPr="009071AC">
        <w:t>y prendre</w:t>
      </w:r>
      <w:r>
        <w:t> ?</w:t>
      </w:r>
    </w:p>
    <w:p w14:paraId="61EB4352" w14:textId="2DF19F6A" w:rsidR="00F635DB" w:rsidRDefault="00F635DB" w:rsidP="00F635DB">
      <w:r>
        <w:t>M</w:t>
      </w:r>
      <w:r w:rsidRPr="00F635DB">
        <w:rPr>
          <w:vertAlign w:val="superscript"/>
        </w:rPr>
        <w:t>lle</w:t>
      </w:r>
      <w:r>
        <w:t> </w:t>
      </w:r>
      <w:r w:rsidR="00855694" w:rsidRPr="009071AC">
        <w:t>Marguerite rougit</w:t>
      </w:r>
      <w:r>
        <w:t>.</w:t>
      </w:r>
    </w:p>
    <w:p w14:paraId="3E2E5E15" w14:textId="77777777" w:rsidR="00F635DB" w:rsidRDefault="00F635DB" w:rsidP="00F635DB">
      <w:r>
        <w:t>— </w:t>
      </w:r>
      <w:r w:rsidR="00855694" w:rsidRPr="009071AC">
        <w:t>Je n</w:t>
      </w:r>
      <w:r>
        <w:t>’</w:t>
      </w:r>
      <w:r w:rsidR="00855694" w:rsidRPr="009071AC">
        <w:t>ai pas la clef</w:t>
      </w:r>
      <w:r>
        <w:t xml:space="preserve">, </w:t>
      </w:r>
      <w:r w:rsidR="00855694" w:rsidRPr="009071AC">
        <w:t>balbutia-t-elle avec un embarras visible</w:t>
      </w:r>
      <w:r>
        <w:t>.</w:t>
      </w:r>
    </w:p>
    <w:p w14:paraId="7F3D2245" w14:textId="7E39FEEF" w:rsidR="00F635DB" w:rsidRDefault="00F635DB" w:rsidP="00F635DB">
      <w:r>
        <w:t>M. </w:t>
      </w:r>
      <w:r w:rsidR="00855694" w:rsidRPr="009071AC">
        <w:t>Casimir s</w:t>
      </w:r>
      <w:r>
        <w:t>’</w:t>
      </w:r>
      <w:r w:rsidR="00855694" w:rsidRPr="009071AC">
        <w:t>approcha</w:t>
      </w:r>
      <w:r>
        <w:t>.</w:t>
      </w:r>
    </w:p>
    <w:p w14:paraId="526A00CF" w14:textId="28629EC7" w:rsidR="00F635DB" w:rsidRDefault="00F635DB" w:rsidP="00F635DB">
      <w:r>
        <w:t>— </w:t>
      </w:r>
      <w:r w:rsidR="00855694" w:rsidRPr="009071AC">
        <w:t xml:space="preserve">Elle doit être dans la poche de </w:t>
      </w:r>
      <w:r>
        <w:t>M. </w:t>
      </w:r>
      <w:r w:rsidR="00855694" w:rsidRPr="009071AC">
        <w:t>le comte</w:t>
      </w:r>
      <w:r>
        <w:t xml:space="preserve">, </w:t>
      </w:r>
      <w:r w:rsidR="00855694" w:rsidRPr="009071AC">
        <w:t>et si mademoiselle permet</w:t>
      </w:r>
      <w:r>
        <w:t>…</w:t>
      </w:r>
    </w:p>
    <w:p w14:paraId="73697EC7" w14:textId="77777777" w:rsidR="00F635DB" w:rsidRDefault="00855694" w:rsidP="00F635DB">
      <w:r w:rsidRPr="009071AC">
        <w:t>Mais elle</w:t>
      </w:r>
      <w:r w:rsidR="00F635DB">
        <w:t xml:space="preserve">, </w:t>
      </w:r>
      <w:r w:rsidRPr="009071AC">
        <w:t>reculant</w:t>
      </w:r>
      <w:r w:rsidR="00F635DB">
        <w:t xml:space="preserve">, </w:t>
      </w:r>
      <w:r w:rsidRPr="009071AC">
        <w:t>les bras étendus comme pour défendre le meuble</w:t>
      </w:r>
      <w:r w:rsidR="00F635DB">
        <w:t> :</w:t>
      </w:r>
    </w:p>
    <w:p w14:paraId="54EB065F" w14:textId="77777777" w:rsidR="00F635DB" w:rsidRDefault="00F635DB" w:rsidP="00F635DB">
      <w:r>
        <w:t>— </w:t>
      </w:r>
      <w:r w:rsidR="00855694" w:rsidRPr="009071AC">
        <w:t>Non</w:t>
      </w:r>
      <w:r>
        <w:t xml:space="preserve">, </w:t>
      </w:r>
      <w:r w:rsidR="00855694" w:rsidRPr="009071AC">
        <w:t>s</w:t>
      </w:r>
      <w:r>
        <w:t>’</w:t>
      </w:r>
      <w:r w:rsidR="00855694" w:rsidRPr="009071AC">
        <w:t>écria-t-elle</w:t>
      </w:r>
      <w:r>
        <w:t xml:space="preserve">, </w:t>
      </w:r>
      <w:r w:rsidR="00855694" w:rsidRPr="009071AC">
        <w:t>non</w:t>
      </w:r>
      <w:r>
        <w:t xml:space="preserve">, </w:t>
      </w:r>
      <w:r w:rsidR="00855694" w:rsidRPr="009071AC">
        <w:t>on ne touchera pas au secrétaire</w:t>
      </w:r>
      <w:r>
        <w:t xml:space="preserve">, </w:t>
      </w:r>
      <w:r w:rsidR="00855694" w:rsidRPr="009071AC">
        <w:t>je ne le veux pas</w:t>
      </w:r>
      <w:r>
        <w:t>…</w:t>
      </w:r>
    </w:p>
    <w:p w14:paraId="238F9DD8" w14:textId="77777777" w:rsidR="00F635DB" w:rsidRDefault="00F635DB" w:rsidP="00F635DB">
      <w:r>
        <w:t>— </w:t>
      </w:r>
      <w:r w:rsidR="00855694" w:rsidRPr="009071AC">
        <w:t>Cependant</w:t>
      </w:r>
      <w:r>
        <w:t xml:space="preserve">, </w:t>
      </w:r>
      <w:r w:rsidR="00855694" w:rsidRPr="009071AC">
        <w:t>mademoiselle</w:t>
      </w:r>
      <w:r>
        <w:t xml:space="preserve">, </w:t>
      </w:r>
      <w:r w:rsidR="00855694" w:rsidRPr="009071AC">
        <w:t>insista le docteur</w:t>
      </w:r>
      <w:r>
        <w:t xml:space="preserve">, </w:t>
      </w:r>
      <w:r w:rsidR="00855694" w:rsidRPr="009071AC">
        <w:t>monsieur votre père</w:t>
      </w:r>
      <w:r>
        <w:t>…</w:t>
      </w:r>
    </w:p>
    <w:p w14:paraId="4211D874" w14:textId="32ECAE05" w:rsidR="00F635DB" w:rsidRDefault="00F635DB" w:rsidP="00F635DB">
      <w:r>
        <w:t>— </w:t>
      </w:r>
      <w:r w:rsidR="00855694" w:rsidRPr="009071AC">
        <w:t>Eh</w:t>
      </w:r>
      <w:r>
        <w:t xml:space="preserve"> ! </w:t>
      </w:r>
      <w:r w:rsidR="00855694" w:rsidRPr="009071AC">
        <w:t>monsieur</w:t>
      </w:r>
      <w:r>
        <w:t>, M. </w:t>
      </w:r>
      <w:r w:rsidR="00855694" w:rsidRPr="009071AC">
        <w:t xml:space="preserve">le comte de </w:t>
      </w:r>
      <w:proofErr w:type="spellStart"/>
      <w:r w:rsidR="00855694" w:rsidRPr="009071AC">
        <w:t>Chalusse</w:t>
      </w:r>
      <w:proofErr w:type="spellEnd"/>
      <w:r w:rsidR="00855694" w:rsidRPr="009071AC">
        <w:t xml:space="preserve"> n</w:t>
      </w:r>
      <w:r>
        <w:t>’</w:t>
      </w:r>
      <w:r w:rsidR="00855694" w:rsidRPr="009071AC">
        <w:t>est pas mon père</w:t>
      </w:r>
      <w:r>
        <w:t> !</w:t>
      </w:r>
    </w:p>
    <w:p w14:paraId="28D47A0D" w14:textId="49BF8865" w:rsidR="00F635DB" w:rsidRDefault="00855694" w:rsidP="00F635DB">
      <w:r w:rsidRPr="009071AC">
        <w:t xml:space="preserve">Jamais homme ne fut décontenancé autant que le docteur </w:t>
      </w:r>
      <w:proofErr w:type="spellStart"/>
      <w:r w:rsidRPr="009071AC">
        <w:t>Jodon</w:t>
      </w:r>
      <w:proofErr w:type="spellEnd"/>
      <w:r w:rsidRPr="009071AC">
        <w:t xml:space="preserve"> par la soudaine violence de </w:t>
      </w:r>
      <w:r w:rsidR="00F635DB">
        <w:t>M</w:t>
      </w:r>
      <w:r w:rsidR="00F635DB" w:rsidRPr="00F635DB">
        <w:rPr>
          <w:vertAlign w:val="superscript"/>
        </w:rPr>
        <w:t>lle</w:t>
      </w:r>
      <w:r w:rsidR="00F635DB">
        <w:t> </w:t>
      </w:r>
      <w:r w:rsidRPr="009071AC">
        <w:t>Marguerite</w:t>
      </w:r>
      <w:r w:rsidR="00F635DB">
        <w:t>.</w:t>
      </w:r>
    </w:p>
    <w:p w14:paraId="1412331A" w14:textId="77777777" w:rsidR="00F635DB" w:rsidRDefault="00F635DB" w:rsidP="00F635DB">
      <w:r>
        <w:t>— </w:t>
      </w:r>
      <w:r w:rsidR="00855694" w:rsidRPr="009071AC">
        <w:t>Ah</w:t>
      </w:r>
      <w:r>
        <w:t xml:space="preserve"> !… </w:t>
      </w:r>
      <w:r w:rsidR="00855694" w:rsidRPr="009071AC">
        <w:t>fit-il</w:t>
      </w:r>
      <w:r>
        <w:t xml:space="preserve">, </w:t>
      </w:r>
      <w:r w:rsidR="00855694" w:rsidRPr="009071AC">
        <w:t>sur trois tons différents</w:t>
      </w:r>
      <w:r>
        <w:t xml:space="preserve">, </w:t>
      </w:r>
      <w:r w:rsidR="00855694" w:rsidRPr="009071AC">
        <w:t>ah</w:t>
      </w:r>
      <w:r>
        <w:t xml:space="preserve"> !… </w:t>
      </w:r>
      <w:r w:rsidR="00855694" w:rsidRPr="009071AC">
        <w:t>ah</w:t>
      </w:r>
      <w:r>
        <w:t> !…</w:t>
      </w:r>
    </w:p>
    <w:p w14:paraId="2522F922" w14:textId="77777777" w:rsidR="00F635DB" w:rsidRDefault="00855694" w:rsidP="00F635DB">
      <w:r w:rsidRPr="009071AC">
        <w:lastRenderedPageBreak/>
        <w:t>En moins d</w:t>
      </w:r>
      <w:r w:rsidR="00F635DB">
        <w:t>’</w:t>
      </w:r>
      <w:r w:rsidRPr="009071AC">
        <w:t>une seconde</w:t>
      </w:r>
      <w:r w:rsidR="00F635DB">
        <w:t xml:space="preserve">, </w:t>
      </w:r>
      <w:r w:rsidRPr="009071AC">
        <w:t>mille idées</w:t>
      </w:r>
      <w:r w:rsidR="00F635DB">
        <w:t xml:space="preserve">, </w:t>
      </w:r>
      <w:r w:rsidRPr="009071AC">
        <w:t>mille suppositions bizarres et contradictoires traversèrent son esprit</w:t>
      </w:r>
      <w:r w:rsidR="00F635DB">
        <w:t>.</w:t>
      </w:r>
    </w:p>
    <w:p w14:paraId="595CF0AA" w14:textId="2944550F" w:rsidR="00F635DB" w:rsidRDefault="00855694" w:rsidP="00F635DB">
      <w:r w:rsidRPr="009071AC">
        <w:t>Qui donc était cette jeune fille</w:t>
      </w:r>
      <w:r w:rsidR="00F635DB">
        <w:t xml:space="preserve">, </w:t>
      </w:r>
      <w:r w:rsidRPr="009071AC">
        <w:t>qui n</w:t>
      </w:r>
      <w:r w:rsidR="00F635DB">
        <w:t>’</w:t>
      </w:r>
      <w:r w:rsidRPr="009071AC">
        <w:t xml:space="preserve">était pas </w:t>
      </w:r>
      <w:r w:rsidR="00F635DB">
        <w:t>M</w:t>
      </w:r>
      <w:r w:rsidR="00F635DB" w:rsidRPr="00F635DB">
        <w:rPr>
          <w:vertAlign w:val="superscript"/>
        </w:rPr>
        <w:t>lle</w:t>
      </w:r>
      <w:r w:rsidR="00F635DB">
        <w:t> de </w:t>
      </w:r>
      <w:proofErr w:type="spellStart"/>
      <w:r w:rsidRPr="009071AC">
        <w:t>Chalusse</w:t>
      </w:r>
      <w:proofErr w:type="spellEnd"/>
      <w:r w:rsidR="00F635DB">
        <w:t xml:space="preserve"> ?… </w:t>
      </w:r>
      <w:r w:rsidRPr="009071AC">
        <w:t>À quel titre habitait-elle l</w:t>
      </w:r>
      <w:r w:rsidR="00F635DB">
        <w:t>’</w:t>
      </w:r>
      <w:r w:rsidRPr="009071AC">
        <w:t>hôtel</w:t>
      </w:r>
      <w:r w:rsidR="00F635DB">
        <w:t xml:space="preserve"> ?… </w:t>
      </w:r>
      <w:r w:rsidRPr="009071AC">
        <w:t>Comment y régnait-elle en souveraine</w:t>
      </w:r>
      <w:r w:rsidR="00F635DB">
        <w:t> ?…</w:t>
      </w:r>
    </w:p>
    <w:p w14:paraId="01E03B5C" w14:textId="77777777" w:rsidR="00F635DB" w:rsidRDefault="00855694" w:rsidP="00F635DB">
      <w:r w:rsidRPr="009071AC">
        <w:t>Puis encore</w:t>
      </w:r>
      <w:r w:rsidR="00F635DB">
        <w:t xml:space="preserve">, </w:t>
      </w:r>
      <w:r w:rsidRPr="009071AC">
        <w:t>pourquoi cette explosion d</w:t>
      </w:r>
      <w:r w:rsidR="00F635DB">
        <w:t>’</w:t>
      </w:r>
      <w:r w:rsidRPr="009071AC">
        <w:t>énergie à propos d</w:t>
      </w:r>
      <w:r w:rsidR="00F635DB">
        <w:t>’</w:t>
      </w:r>
      <w:r w:rsidRPr="009071AC">
        <w:t>une demande bien naturelle et en apparence insignifiante</w:t>
      </w:r>
      <w:r w:rsidR="00F635DB">
        <w:t> ?…</w:t>
      </w:r>
    </w:p>
    <w:p w14:paraId="69C87FC4" w14:textId="77777777" w:rsidR="00F635DB" w:rsidRDefault="00855694" w:rsidP="00F635DB">
      <w:r w:rsidRPr="009071AC">
        <w:t>Mais déjà elle avait repris son sang-froid</w:t>
      </w:r>
      <w:r w:rsidR="00F635DB">
        <w:t xml:space="preserve">, </w:t>
      </w:r>
      <w:r w:rsidRPr="009071AC">
        <w:t>et à son attitude</w:t>
      </w:r>
      <w:r w:rsidR="00F635DB">
        <w:t xml:space="preserve">, </w:t>
      </w:r>
      <w:r w:rsidRPr="009071AC">
        <w:t>il était aisé de deviner qu</w:t>
      </w:r>
      <w:r w:rsidR="00F635DB">
        <w:t>’</w:t>
      </w:r>
      <w:r w:rsidRPr="009071AC">
        <w:t>elle cherchait quelque expédient pour conjurer un péril entrevu</w:t>
      </w:r>
      <w:r w:rsidR="00F635DB">
        <w:t xml:space="preserve">. </w:t>
      </w:r>
      <w:r w:rsidRPr="009071AC">
        <w:t>Elle en trouva un</w:t>
      </w:r>
      <w:r w:rsidR="00F635DB">
        <w:t>.</w:t>
      </w:r>
    </w:p>
    <w:p w14:paraId="13D5FA7D" w14:textId="33DE8694" w:rsidR="00F635DB" w:rsidRDefault="00F635DB" w:rsidP="00F635DB">
      <w:r>
        <w:t>— </w:t>
      </w:r>
      <w:r w:rsidR="00855694" w:rsidRPr="009071AC">
        <w:t>Casimir</w:t>
      </w:r>
      <w:r>
        <w:t xml:space="preserve">, </w:t>
      </w:r>
      <w:r w:rsidR="00855694" w:rsidRPr="009071AC">
        <w:t>commanda-t-elle</w:t>
      </w:r>
      <w:r>
        <w:t xml:space="preserve">, </w:t>
      </w:r>
      <w:r w:rsidR="00855694" w:rsidRPr="009071AC">
        <w:t xml:space="preserve">cherchez dans les poches de </w:t>
      </w:r>
      <w:r>
        <w:t>M. de </w:t>
      </w:r>
      <w:proofErr w:type="spellStart"/>
      <w:r w:rsidR="00855694" w:rsidRPr="009071AC">
        <w:t>Chalusse</w:t>
      </w:r>
      <w:proofErr w:type="spellEnd"/>
      <w:r w:rsidR="00855694" w:rsidRPr="009071AC">
        <w:t xml:space="preserve"> la clef de son secrétaire</w:t>
      </w:r>
      <w:r>
        <w:t>.</w:t>
      </w:r>
    </w:p>
    <w:p w14:paraId="3494DE36" w14:textId="77777777" w:rsidR="00F635DB" w:rsidRDefault="00855694" w:rsidP="00F635DB">
      <w:r w:rsidRPr="009071AC">
        <w:t>Tout ébahi de ce qu</w:t>
      </w:r>
      <w:r w:rsidR="00F635DB">
        <w:t>’</w:t>
      </w:r>
      <w:r w:rsidRPr="009071AC">
        <w:t>il jugeait un nouveau caprice</w:t>
      </w:r>
      <w:r w:rsidR="00F635DB">
        <w:t xml:space="preserve">, </w:t>
      </w:r>
      <w:r w:rsidRPr="009071AC">
        <w:t>le valet de chambre obéit</w:t>
      </w:r>
      <w:r w:rsidR="00F635DB">
        <w:t>.</w:t>
      </w:r>
    </w:p>
    <w:p w14:paraId="60F1CD8B" w14:textId="77777777" w:rsidR="00F635DB" w:rsidRDefault="00855694" w:rsidP="00F635DB">
      <w:r w:rsidRPr="009071AC">
        <w:t>Il fouilla les vêtements épars sur le tapis</w:t>
      </w:r>
      <w:r w:rsidR="00F635DB">
        <w:t xml:space="preserve">, </w:t>
      </w:r>
      <w:r w:rsidRPr="009071AC">
        <w:t>et de la poche du gilet retira une clef</w:t>
      </w:r>
      <w:r w:rsidR="00F635DB">
        <w:t>.</w:t>
      </w:r>
    </w:p>
    <w:p w14:paraId="0F1A14DA" w14:textId="77777777" w:rsidR="00F635DB" w:rsidRDefault="00855694" w:rsidP="00F635DB">
      <w:r w:rsidRPr="009071AC">
        <w:t>Elle était fort petite</w:t>
      </w:r>
      <w:r w:rsidR="00F635DB">
        <w:t xml:space="preserve">, </w:t>
      </w:r>
      <w:r w:rsidRPr="009071AC">
        <w:t>ouvragée et découpée comme toutes les clefs des serrures de sûreté</w:t>
      </w:r>
      <w:r w:rsidR="00F635DB">
        <w:t>.</w:t>
      </w:r>
    </w:p>
    <w:p w14:paraId="401283CD" w14:textId="4D8D1FB6" w:rsidR="00F635DB" w:rsidRDefault="00F635DB" w:rsidP="00F635DB">
      <w:r>
        <w:t>M</w:t>
      </w:r>
      <w:r w:rsidRPr="00F635DB">
        <w:rPr>
          <w:vertAlign w:val="superscript"/>
        </w:rPr>
        <w:t>lle</w:t>
      </w:r>
      <w:r>
        <w:t> </w:t>
      </w:r>
      <w:r w:rsidR="00855694" w:rsidRPr="009071AC">
        <w:t>Marguerite la prit</w:t>
      </w:r>
      <w:r>
        <w:t xml:space="preserve">, </w:t>
      </w:r>
      <w:r w:rsidR="00855694" w:rsidRPr="009071AC">
        <w:t>en disant d</w:t>
      </w:r>
      <w:r>
        <w:t>’</w:t>
      </w:r>
      <w:r w:rsidR="00855694" w:rsidRPr="009071AC">
        <w:t>un ton bref</w:t>
      </w:r>
      <w:r>
        <w:t> :</w:t>
      </w:r>
    </w:p>
    <w:p w14:paraId="283A6F57" w14:textId="77777777" w:rsidR="00F635DB" w:rsidRDefault="00F635DB" w:rsidP="00F635DB">
      <w:r>
        <w:t>— </w:t>
      </w:r>
      <w:r w:rsidR="00855694" w:rsidRPr="009071AC">
        <w:t>Un marteau</w:t>
      </w:r>
      <w:r>
        <w:t>.</w:t>
      </w:r>
    </w:p>
    <w:p w14:paraId="523A310E" w14:textId="77777777" w:rsidR="00F635DB" w:rsidRDefault="00855694" w:rsidP="00F635DB">
      <w:r w:rsidRPr="009071AC">
        <w:t>On lui en apporta un</w:t>
      </w:r>
      <w:r w:rsidR="00F635DB">
        <w:t>.</w:t>
      </w:r>
    </w:p>
    <w:p w14:paraId="3F58D6E3" w14:textId="77777777" w:rsidR="00F635DB" w:rsidRDefault="00855694" w:rsidP="00F635DB">
      <w:r w:rsidRPr="009071AC">
        <w:t>Aussitôt</w:t>
      </w:r>
      <w:r w:rsidR="00F635DB">
        <w:t xml:space="preserve">, </w:t>
      </w:r>
      <w:r w:rsidRPr="009071AC">
        <w:t>à la stupeur profonde du médecin</w:t>
      </w:r>
      <w:r w:rsidR="00F635DB">
        <w:t xml:space="preserve">, </w:t>
      </w:r>
      <w:r w:rsidRPr="009071AC">
        <w:t>elle s</w:t>
      </w:r>
      <w:r w:rsidR="00F635DB">
        <w:t>’</w:t>
      </w:r>
      <w:r w:rsidRPr="009071AC">
        <w:t>agenouilla devant la cheminée</w:t>
      </w:r>
      <w:r w:rsidR="00F635DB">
        <w:t xml:space="preserve">, </w:t>
      </w:r>
      <w:r w:rsidRPr="009071AC">
        <w:t>posa à faux la clef sur un des chenets de fer forgé</w:t>
      </w:r>
      <w:r w:rsidR="00F635DB">
        <w:t xml:space="preserve">, </w:t>
      </w:r>
      <w:r w:rsidRPr="009071AC">
        <w:t>et d</w:t>
      </w:r>
      <w:r w:rsidR="00F635DB">
        <w:t>’</w:t>
      </w:r>
      <w:r w:rsidRPr="009071AC">
        <w:t>un coup sec du marteau</w:t>
      </w:r>
      <w:r w:rsidR="00F635DB">
        <w:t xml:space="preserve">, </w:t>
      </w:r>
      <w:r w:rsidRPr="009071AC">
        <w:t>la fit voler en éclats</w:t>
      </w:r>
      <w:r w:rsidR="00F635DB">
        <w:t>.</w:t>
      </w:r>
    </w:p>
    <w:p w14:paraId="6BEB385A" w14:textId="77777777" w:rsidR="00F635DB" w:rsidRDefault="00F635DB" w:rsidP="00F635DB">
      <w:r>
        <w:lastRenderedPageBreak/>
        <w:t>— </w:t>
      </w:r>
      <w:r w:rsidR="00855694" w:rsidRPr="009071AC">
        <w:t>Comme cela</w:t>
      </w:r>
      <w:r>
        <w:t xml:space="preserve">, </w:t>
      </w:r>
      <w:r w:rsidR="00855694" w:rsidRPr="009071AC">
        <w:t>prononça-t-elle</w:t>
      </w:r>
      <w:r>
        <w:t xml:space="preserve">, </w:t>
      </w:r>
      <w:r w:rsidR="00855694" w:rsidRPr="009071AC">
        <w:t>en se relevant</w:t>
      </w:r>
      <w:r>
        <w:t xml:space="preserve">, </w:t>
      </w:r>
      <w:r w:rsidR="00855694" w:rsidRPr="009071AC">
        <w:t>je serai tranquille</w:t>
      </w:r>
      <w:r>
        <w:t>.</w:t>
      </w:r>
    </w:p>
    <w:p w14:paraId="0BD628FB" w14:textId="77777777" w:rsidR="00F635DB" w:rsidRDefault="00855694" w:rsidP="00F635DB">
      <w:r w:rsidRPr="009071AC">
        <w:t>On la regardait</w:t>
      </w:r>
      <w:r w:rsidR="00F635DB">
        <w:t xml:space="preserve">, </w:t>
      </w:r>
      <w:r w:rsidRPr="009071AC">
        <w:t>elle crut devoir justifier jusqu</w:t>
      </w:r>
      <w:r w:rsidR="00F635DB">
        <w:t>’</w:t>
      </w:r>
      <w:r w:rsidRPr="009071AC">
        <w:t>à un certain point sa conduite</w:t>
      </w:r>
      <w:r w:rsidR="00F635DB">
        <w:t>.</w:t>
      </w:r>
    </w:p>
    <w:p w14:paraId="33E37298" w14:textId="2547FB99" w:rsidR="00F635DB" w:rsidRDefault="00F635DB" w:rsidP="00F635DB">
      <w:r>
        <w:t>— </w:t>
      </w:r>
      <w:r w:rsidR="00855694" w:rsidRPr="009071AC">
        <w:t>Je suis certaine</w:t>
      </w:r>
      <w:r>
        <w:t xml:space="preserve">, </w:t>
      </w:r>
      <w:r w:rsidR="00855694" w:rsidRPr="009071AC">
        <w:t>dit-elle aux gens</w:t>
      </w:r>
      <w:r>
        <w:t xml:space="preserve">, </w:t>
      </w:r>
      <w:r w:rsidR="00855694" w:rsidRPr="009071AC">
        <w:t xml:space="preserve">que </w:t>
      </w:r>
      <w:r>
        <w:t>M. de </w:t>
      </w:r>
      <w:proofErr w:type="spellStart"/>
      <w:r w:rsidR="00855694" w:rsidRPr="009071AC">
        <w:t>Chalusse</w:t>
      </w:r>
      <w:proofErr w:type="spellEnd"/>
      <w:r w:rsidR="00855694" w:rsidRPr="009071AC">
        <w:t xml:space="preserve"> approuvera ma détermination</w:t>
      </w:r>
      <w:r>
        <w:t xml:space="preserve">. </w:t>
      </w:r>
      <w:r w:rsidR="00855694" w:rsidRPr="009071AC">
        <w:t>Quand il sera rétabli</w:t>
      </w:r>
      <w:r>
        <w:t xml:space="preserve">, </w:t>
      </w:r>
      <w:r w:rsidR="00855694" w:rsidRPr="009071AC">
        <w:t>il fera faire une autre clef</w:t>
      </w:r>
      <w:r>
        <w:t>.</w:t>
      </w:r>
    </w:p>
    <w:p w14:paraId="738BDF52" w14:textId="77777777" w:rsidR="00F635DB" w:rsidRDefault="00855694" w:rsidP="00F635DB">
      <w:r w:rsidRPr="009071AC">
        <w:t>L</w:t>
      </w:r>
      <w:r w:rsidR="00F635DB">
        <w:t>’</w:t>
      </w:r>
      <w:r w:rsidRPr="009071AC">
        <w:t>explication était superflue</w:t>
      </w:r>
      <w:r w:rsidR="00F635DB">
        <w:t xml:space="preserve">. </w:t>
      </w:r>
      <w:r w:rsidRPr="009071AC">
        <w:t>Il n</w:t>
      </w:r>
      <w:r w:rsidR="00F635DB">
        <w:t>’</w:t>
      </w:r>
      <w:r w:rsidRPr="009071AC">
        <w:t>était pas un domestique qui ne crût deviner quel mobile l</w:t>
      </w:r>
      <w:r w:rsidR="00F635DB">
        <w:t>’</w:t>
      </w:r>
      <w:r w:rsidRPr="009071AC">
        <w:t>avait guidée</w:t>
      </w:r>
      <w:r w:rsidR="00F635DB">
        <w:t xml:space="preserve">, </w:t>
      </w:r>
      <w:r w:rsidRPr="009071AC">
        <w:t>pas un qui ne se dît à part soi</w:t>
      </w:r>
      <w:r w:rsidR="00F635DB">
        <w:t> :</w:t>
      </w:r>
    </w:p>
    <w:p w14:paraId="12CFD0E3" w14:textId="77777777" w:rsidR="00F635DB" w:rsidRDefault="00F635DB" w:rsidP="00F635DB">
      <w:r>
        <w:t>— </w:t>
      </w:r>
      <w:r w:rsidR="00855694" w:rsidRPr="009071AC">
        <w:t>Mademoiselle a raison</w:t>
      </w:r>
      <w:r>
        <w:t xml:space="preserve">… </w:t>
      </w:r>
      <w:r w:rsidR="00855694" w:rsidRPr="009071AC">
        <w:t>Est-ce qu</w:t>
      </w:r>
      <w:r>
        <w:t>’</w:t>
      </w:r>
      <w:r w:rsidR="00855694" w:rsidRPr="009071AC">
        <w:t>on touche jamais au secrétaire d</w:t>
      </w:r>
      <w:r>
        <w:t>’</w:t>
      </w:r>
      <w:r w:rsidR="00855694" w:rsidRPr="009071AC">
        <w:t>un mourant</w:t>
      </w:r>
      <w:r>
        <w:t xml:space="preserve"> ! </w:t>
      </w:r>
      <w:r w:rsidR="00855694" w:rsidRPr="009071AC">
        <w:t>Qui sait ce qu</w:t>
      </w:r>
      <w:r>
        <w:t>’</w:t>
      </w:r>
      <w:r w:rsidR="00855694" w:rsidRPr="009071AC">
        <w:t>il y a de millions dans celui-ci</w:t>
      </w:r>
      <w:r>
        <w:t xml:space="preserve"> ?… </w:t>
      </w:r>
      <w:r w:rsidR="00855694" w:rsidRPr="009071AC">
        <w:t>S</w:t>
      </w:r>
      <w:r>
        <w:t>’</w:t>
      </w:r>
      <w:r w:rsidR="00855694" w:rsidRPr="009071AC">
        <w:t>il y manquait quelque chose</w:t>
      </w:r>
      <w:r>
        <w:t xml:space="preserve">, </w:t>
      </w:r>
      <w:r w:rsidR="00855694" w:rsidRPr="009071AC">
        <w:t>on accuserait tout le monde</w:t>
      </w:r>
      <w:r>
        <w:t xml:space="preserve">… </w:t>
      </w:r>
      <w:r w:rsidR="00855694" w:rsidRPr="009071AC">
        <w:t>La clef brisée</w:t>
      </w:r>
      <w:r>
        <w:t xml:space="preserve">, </w:t>
      </w:r>
      <w:r w:rsidR="00855694" w:rsidRPr="009071AC">
        <w:t>il n</w:t>
      </w:r>
      <w:r>
        <w:t>’</w:t>
      </w:r>
      <w:r w:rsidR="00855694" w:rsidRPr="009071AC">
        <w:t>y aura pas de soupçon possible</w:t>
      </w:r>
      <w:r>
        <w:t>.</w:t>
      </w:r>
    </w:p>
    <w:p w14:paraId="4CD9D10A" w14:textId="77777777" w:rsidR="00F635DB" w:rsidRDefault="00855694" w:rsidP="00F635DB">
      <w:r w:rsidRPr="009071AC">
        <w:t>Mais le docteur se livrait à de bien autres conjectures</w:t>
      </w:r>
      <w:r w:rsidR="00F635DB">
        <w:t>.</w:t>
      </w:r>
    </w:p>
    <w:p w14:paraId="27F129B5" w14:textId="77777777" w:rsidR="00F635DB" w:rsidRDefault="00F635DB" w:rsidP="00F635DB">
      <w:r>
        <w:t>— </w:t>
      </w:r>
      <w:r w:rsidR="00855694" w:rsidRPr="009071AC">
        <w:t>Que peut-il bien y avoir dans ce secrétaire qu</w:t>
      </w:r>
      <w:r>
        <w:t>’</w:t>
      </w:r>
      <w:r w:rsidR="00855694" w:rsidRPr="009071AC">
        <w:t>elle ne veut pas qu</w:t>
      </w:r>
      <w:r>
        <w:t>’</w:t>
      </w:r>
      <w:r w:rsidR="00855694" w:rsidRPr="009071AC">
        <w:t>on voie</w:t>
      </w:r>
      <w:r>
        <w:t xml:space="preserve">, </w:t>
      </w:r>
      <w:r w:rsidR="00855694" w:rsidRPr="009071AC">
        <w:t>pensait-il</w:t>
      </w:r>
      <w:r>
        <w:t>.</w:t>
      </w:r>
    </w:p>
    <w:p w14:paraId="61271979" w14:textId="77777777" w:rsidR="00F635DB" w:rsidRDefault="00855694" w:rsidP="00F635DB">
      <w:r w:rsidRPr="009071AC">
        <w:t>Cependant</w:t>
      </w:r>
      <w:r w:rsidR="00F635DB">
        <w:t xml:space="preserve">, </w:t>
      </w:r>
      <w:r w:rsidRPr="009071AC">
        <w:t>il n</w:t>
      </w:r>
      <w:r w:rsidR="00F635DB">
        <w:t>’</w:t>
      </w:r>
      <w:r w:rsidRPr="009071AC">
        <w:t>avait plus de raison de prolonger sa visite</w:t>
      </w:r>
      <w:r w:rsidR="00F635DB">
        <w:t>.</w:t>
      </w:r>
    </w:p>
    <w:p w14:paraId="5E9368B7" w14:textId="77777777" w:rsidR="00F635DB" w:rsidRDefault="00855694" w:rsidP="00F635DB">
      <w:r w:rsidRPr="009071AC">
        <w:t>Une fois encore</w:t>
      </w:r>
      <w:r w:rsidR="00F635DB">
        <w:t xml:space="preserve">, </w:t>
      </w:r>
      <w:r w:rsidRPr="009071AC">
        <w:t>il examina le malade</w:t>
      </w:r>
      <w:r w:rsidR="00F635DB">
        <w:t xml:space="preserve">, </w:t>
      </w:r>
      <w:r w:rsidRPr="009071AC">
        <w:t>dont la situation restait la même</w:t>
      </w:r>
      <w:r w:rsidR="00F635DB">
        <w:t xml:space="preserve">, </w:t>
      </w:r>
      <w:r w:rsidRPr="009071AC">
        <w:t>et après avoir expliqué ce qu</w:t>
      </w:r>
      <w:r w:rsidR="00F635DB">
        <w:t>’</w:t>
      </w:r>
      <w:r w:rsidRPr="009071AC">
        <w:t>il y avait à faire en son absence</w:t>
      </w:r>
      <w:r w:rsidR="00F635DB">
        <w:t xml:space="preserve">, </w:t>
      </w:r>
      <w:r w:rsidRPr="009071AC">
        <w:t>il déclara qu</w:t>
      </w:r>
      <w:r w:rsidR="00F635DB">
        <w:t>’</w:t>
      </w:r>
      <w:r w:rsidRPr="009071AC">
        <w:t>il allait se retirer</w:t>
      </w:r>
      <w:r w:rsidR="00F635DB">
        <w:t xml:space="preserve">, </w:t>
      </w:r>
      <w:r w:rsidRPr="009071AC">
        <w:t>pressé qu</w:t>
      </w:r>
      <w:r w:rsidR="00F635DB">
        <w:t>’</w:t>
      </w:r>
      <w:r w:rsidRPr="009071AC">
        <w:t>il était par quantité de visites urgentes</w:t>
      </w:r>
      <w:r w:rsidR="00F635DB">
        <w:t xml:space="preserve">, </w:t>
      </w:r>
      <w:r w:rsidRPr="009071AC">
        <w:t>ajoutant qu</w:t>
      </w:r>
      <w:r w:rsidR="00F635DB">
        <w:t>’</w:t>
      </w:r>
      <w:r w:rsidRPr="009071AC">
        <w:t>il reviendrait vers minuit</w:t>
      </w:r>
      <w:r w:rsidR="00F635DB">
        <w:t>.</w:t>
      </w:r>
    </w:p>
    <w:p w14:paraId="21E2431C" w14:textId="6CF29FE1" w:rsidR="00F635DB" w:rsidRDefault="00F635DB" w:rsidP="00F635DB">
      <w:r>
        <w:t>— M</w:t>
      </w:r>
      <w:r w:rsidRPr="00F635DB">
        <w:rPr>
          <w:vertAlign w:val="superscript"/>
        </w:rPr>
        <w:t>me</w:t>
      </w:r>
      <w:r>
        <w:t> </w:t>
      </w:r>
      <w:r w:rsidR="00855694" w:rsidRPr="009071AC">
        <w:t>Léon et moi</w:t>
      </w:r>
      <w:r>
        <w:t xml:space="preserve">, </w:t>
      </w:r>
      <w:r w:rsidR="00855694" w:rsidRPr="009071AC">
        <w:t xml:space="preserve">veillerons </w:t>
      </w:r>
      <w:r>
        <w:t>M. de </w:t>
      </w:r>
      <w:proofErr w:type="spellStart"/>
      <w:r w:rsidR="00855694" w:rsidRPr="009071AC">
        <w:t>Chalusse</w:t>
      </w:r>
      <w:proofErr w:type="spellEnd"/>
      <w:r>
        <w:t xml:space="preserve">, </w:t>
      </w:r>
      <w:r w:rsidR="00855694" w:rsidRPr="009071AC">
        <w:t xml:space="preserve">répondit </w:t>
      </w:r>
      <w:r>
        <w:t>M</w:t>
      </w:r>
      <w:r w:rsidRPr="00F635DB">
        <w:rPr>
          <w:vertAlign w:val="superscript"/>
        </w:rPr>
        <w:t>lle</w:t>
      </w:r>
      <w:r>
        <w:t> </w:t>
      </w:r>
      <w:r w:rsidR="00855694" w:rsidRPr="009071AC">
        <w:t>Marguerite</w:t>
      </w:r>
      <w:r>
        <w:t xml:space="preserve">, </w:t>
      </w:r>
      <w:r w:rsidR="00855694" w:rsidRPr="009071AC">
        <w:t>ainsi</w:t>
      </w:r>
      <w:r>
        <w:t xml:space="preserve">, </w:t>
      </w:r>
      <w:r w:rsidR="00855694" w:rsidRPr="009071AC">
        <w:t>monsieur</w:t>
      </w:r>
      <w:r>
        <w:t xml:space="preserve">, </w:t>
      </w:r>
      <w:r w:rsidR="00855694" w:rsidRPr="009071AC">
        <w:t>vos prescriptions seront suivies à la lettre</w:t>
      </w:r>
      <w:r>
        <w:t xml:space="preserve">. </w:t>
      </w:r>
      <w:r w:rsidR="00855694" w:rsidRPr="009071AC">
        <w:t>Seulement</w:t>
      </w:r>
      <w:r>
        <w:t xml:space="preserve">… </w:t>
      </w:r>
      <w:r w:rsidR="00855694" w:rsidRPr="009071AC">
        <w:t>vous ne trouverez pas mauvais</w:t>
      </w:r>
      <w:r>
        <w:t xml:space="preserve">, </w:t>
      </w:r>
      <w:r w:rsidR="00855694" w:rsidRPr="009071AC">
        <w:lastRenderedPageBreak/>
        <w:t>je l</w:t>
      </w:r>
      <w:r>
        <w:t>’</w:t>
      </w:r>
      <w:r w:rsidR="00855694" w:rsidRPr="009071AC">
        <w:t>espère</w:t>
      </w:r>
      <w:r>
        <w:t xml:space="preserve">, </w:t>
      </w:r>
      <w:r w:rsidR="00855694" w:rsidRPr="009071AC">
        <w:t xml:space="preserve">que je fasse prier le médecin de </w:t>
      </w:r>
      <w:r>
        <w:t>M. </w:t>
      </w:r>
      <w:r w:rsidR="00855694" w:rsidRPr="009071AC">
        <w:t>le comte de venir vous prêter le concours de ses lumières</w:t>
      </w:r>
      <w:r>
        <w:t>…</w:t>
      </w:r>
    </w:p>
    <w:p w14:paraId="15C359B6" w14:textId="6C071FAC" w:rsidR="00F635DB" w:rsidRDefault="00F635DB" w:rsidP="00F635DB">
      <w:r>
        <w:t>M. </w:t>
      </w:r>
      <w:proofErr w:type="spellStart"/>
      <w:r w:rsidR="00855694" w:rsidRPr="009071AC">
        <w:t>Jodon</w:t>
      </w:r>
      <w:proofErr w:type="spellEnd"/>
      <w:r w:rsidR="00855694" w:rsidRPr="009071AC">
        <w:t xml:space="preserve"> trouvait cela très-mauvais</w:t>
      </w:r>
      <w:r>
        <w:t xml:space="preserve">, </w:t>
      </w:r>
      <w:r w:rsidR="00855694" w:rsidRPr="009071AC">
        <w:t>au contraire</w:t>
      </w:r>
      <w:r>
        <w:t xml:space="preserve">, </w:t>
      </w:r>
      <w:r w:rsidR="00855694" w:rsidRPr="009071AC">
        <w:t>d</w:t>
      </w:r>
      <w:r>
        <w:t>’</w:t>
      </w:r>
      <w:r w:rsidR="00855694" w:rsidRPr="009071AC">
        <w:t>autant plus mauvais que dix fois pareille mésaventure lui était arrivée dans ce quartier aristocratique</w:t>
      </w:r>
      <w:r>
        <w:t xml:space="preserve">. </w:t>
      </w:r>
      <w:r w:rsidR="00855694" w:rsidRPr="009071AC">
        <w:t>Survenait-il un accident</w:t>
      </w:r>
      <w:r>
        <w:t xml:space="preserve">, </w:t>
      </w:r>
      <w:r w:rsidR="00855694" w:rsidRPr="009071AC">
        <w:t>on l</w:t>
      </w:r>
      <w:r>
        <w:t>’</w:t>
      </w:r>
      <w:r w:rsidR="00855694" w:rsidRPr="009071AC">
        <w:t>appelait</w:t>
      </w:r>
      <w:r>
        <w:t xml:space="preserve">, </w:t>
      </w:r>
      <w:r w:rsidR="00855694" w:rsidRPr="009071AC">
        <w:t>parce qu</w:t>
      </w:r>
      <w:r>
        <w:t>’</w:t>
      </w:r>
      <w:r w:rsidR="00855694" w:rsidRPr="009071AC">
        <w:t>on l</w:t>
      </w:r>
      <w:r>
        <w:t>’</w:t>
      </w:r>
      <w:r w:rsidR="00855694" w:rsidRPr="009071AC">
        <w:t>avait là</w:t>
      </w:r>
      <w:r>
        <w:t xml:space="preserve">, </w:t>
      </w:r>
      <w:r w:rsidR="00855694" w:rsidRPr="009071AC">
        <w:t>sous la main</w:t>
      </w:r>
      <w:r>
        <w:t xml:space="preserve"> ; </w:t>
      </w:r>
      <w:r w:rsidR="00855694" w:rsidRPr="009071AC">
        <w:t>il donnait les premiers soins</w:t>
      </w:r>
      <w:r>
        <w:t xml:space="preserve">, </w:t>
      </w:r>
      <w:r w:rsidR="00855694" w:rsidRPr="009071AC">
        <w:t>il se flattait d</w:t>
      </w:r>
      <w:r>
        <w:t>’</w:t>
      </w:r>
      <w:r w:rsidR="00855694" w:rsidRPr="009071AC">
        <w:t>avoir conquis un client</w:t>
      </w:r>
      <w:r>
        <w:t xml:space="preserve">, </w:t>
      </w:r>
      <w:r w:rsidR="00855694" w:rsidRPr="009071AC">
        <w:t>et pas du tout</w:t>
      </w:r>
      <w:r>
        <w:t xml:space="preserve">, </w:t>
      </w:r>
      <w:r w:rsidR="00855694" w:rsidRPr="009071AC">
        <w:t>quand il se représentait</w:t>
      </w:r>
      <w:r>
        <w:t xml:space="preserve">, </w:t>
      </w:r>
      <w:r w:rsidR="00855694" w:rsidRPr="009071AC">
        <w:t>il trouvait quelque docteur illustre</w:t>
      </w:r>
      <w:r>
        <w:t xml:space="preserve">, </w:t>
      </w:r>
      <w:r w:rsidR="00855694" w:rsidRPr="009071AC">
        <w:t>venu de loin en voiture</w:t>
      </w:r>
      <w:r>
        <w:t>…</w:t>
      </w:r>
    </w:p>
    <w:p w14:paraId="20417FE7" w14:textId="77777777" w:rsidR="00F635DB" w:rsidRDefault="00855694" w:rsidP="00F635DB">
      <w:r w:rsidRPr="009071AC">
        <w:t>S</w:t>
      </w:r>
      <w:r w:rsidR="00F635DB">
        <w:t>’</w:t>
      </w:r>
      <w:r w:rsidRPr="009071AC">
        <w:t>attendant à quelque chose de ce genre</w:t>
      </w:r>
      <w:r w:rsidR="00F635DB">
        <w:t xml:space="preserve">, </w:t>
      </w:r>
      <w:r w:rsidRPr="009071AC">
        <w:t>il sut cacher son dépit</w:t>
      </w:r>
      <w:r w:rsidR="00F635DB">
        <w:t>.</w:t>
      </w:r>
    </w:p>
    <w:p w14:paraId="746F8A1D" w14:textId="77777777" w:rsidR="00F635DB" w:rsidRDefault="00F635DB" w:rsidP="00F635DB">
      <w:r>
        <w:t>— </w:t>
      </w:r>
      <w:r w:rsidR="00855694" w:rsidRPr="009071AC">
        <w:t>À votre place</w:t>
      </w:r>
      <w:r>
        <w:t xml:space="preserve">, </w:t>
      </w:r>
      <w:r w:rsidR="00855694" w:rsidRPr="009071AC">
        <w:t>mademoiselle</w:t>
      </w:r>
      <w:r>
        <w:t xml:space="preserve">, </w:t>
      </w:r>
      <w:r w:rsidR="00855694" w:rsidRPr="009071AC">
        <w:t>répondit-il</w:t>
      </w:r>
      <w:r>
        <w:t xml:space="preserve">, </w:t>
      </w:r>
      <w:r w:rsidR="00855694" w:rsidRPr="009071AC">
        <w:t>j</w:t>
      </w:r>
      <w:r>
        <w:t>’</w:t>
      </w:r>
      <w:r w:rsidR="00855694" w:rsidRPr="009071AC">
        <w:t>agirais comme vous</w:t>
      </w:r>
      <w:r>
        <w:t xml:space="preserve">… </w:t>
      </w:r>
      <w:r w:rsidR="00855694" w:rsidRPr="009071AC">
        <w:t>Si même vous jugez inutile que je me dérange</w:t>
      </w:r>
      <w:r>
        <w:t>…</w:t>
      </w:r>
    </w:p>
    <w:p w14:paraId="3BE35E90" w14:textId="77777777" w:rsidR="00F635DB" w:rsidRDefault="00F635DB" w:rsidP="00F635DB">
      <w:r>
        <w:t>— </w:t>
      </w:r>
      <w:r w:rsidR="00855694" w:rsidRPr="009071AC">
        <w:t>Oh</w:t>
      </w:r>
      <w:r>
        <w:t xml:space="preserve"> ! </w:t>
      </w:r>
      <w:r w:rsidR="00855694" w:rsidRPr="009071AC">
        <w:t>monsieur</w:t>
      </w:r>
      <w:r>
        <w:t xml:space="preserve">, </w:t>
      </w:r>
      <w:r w:rsidR="00855694" w:rsidRPr="009071AC">
        <w:t>je compte sur vous au contraire</w:t>
      </w:r>
      <w:r>
        <w:t>.</w:t>
      </w:r>
    </w:p>
    <w:p w14:paraId="18885A2F" w14:textId="77777777" w:rsidR="00F635DB" w:rsidRDefault="00F635DB" w:rsidP="00F635DB">
      <w:r>
        <w:t>— </w:t>
      </w:r>
      <w:r w:rsidR="00855694" w:rsidRPr="009071AC">
        <w:t>En ce cas</w:t>
      </w:r>
      <w:r>
        <w:t xml:space="preserve">, </w:t>
      </w:r>
      <w:r w:rsidR="00855694" w:rsidRPr="009071AC">
        <w:t>très-bien</w:t>
      </w:r>
      <w:r>
        <w:t>…</w:t>
      </w:r>
    </w:p>
    <w:p w14:paraId="76CE372E" w14:textId="7B1CC554" w:rsidR="00F635DB" w:rsidRDefault="00855694" w:rsidP="00F635DB">
      <w:r w:rsidRPr="009071AC">
        <w:t>Il salua</w:t>
      </w:r>
      <w:r w:rsidR="00F635DB">
        <w:t xml:space="preserve"> ; </w:t>
      </w:r>
      <w:r w:rsidRPr="009071AC">
        <w:t>il se retirait</w:t>
      </w:r>
      <w:r w:rsidR="00F635DB">
        <w:t>, M</w:t>
      </w:r>
      <w:r w:rsidR="00F635DB" w:rsidRPr="00F635DB">
        <w:rPr>
          <w:vertAlign w:val="superscript"/>
        </w:rPr>
        <w:t>lle</w:t>
      </w:r>
      <w:r w:rsidR="00F635DB">
        <w:t> </w:t>
      </w:r>
      <w:r w:rsidRPr="009071AC">
        <w:t>Marguerite le suivit sur le palier</w:t>
      </w:r>
      <w:r w:rsidR="00F635DB">
        <w:t>.</w:t>
      </w:r>
    </w:p>
    <w:p w14:paraId="72EE7AF6" w14:textId="467DB15A" w:rsidR="00F635DB" w:rsidRDefault="00F635DB" w:rsidP="00F635DB">
      <w:r>
        <w:t>— </w:t>
      </w:r>
      <w:r w:rsidR="00855694" w:rsidRPr="009071AC">
        <w:t>Vous savez</w:t>
      </w:r>
      <w:r>
        <w:t xml:space="preserve">, </w:t>
      </w:r>
      <w:r w:rsidR="00855694" w:rsidRPr="009071AC">
        <w:t>monsieur</w:t>
      </w:r>
      <w:r>
        <w:t xml:space="preserve">, </w:t>
      </w:r>
      <w:r w:rsidR="00855694" w:rsidRPr="009071AC">
        <w:t>lui dit-elle bas et très-vite</w:t>
      </w:r>
      <w:r>
        <w:t xml:space="preserve">, </w:t>
      </w:r>
      <w:r w:rsidR="00855694" w:rsidRPr="009071AC">
        <w:t xml:space="preserve">que je ne suis pas la fille de </w:t>
      </w:r>
      <w:r>
        <w:t>M. de </w:t>
      </w:r>
      <w:proofErr w:type="spellStart"/>
      <w:r w:rsidR="00855694" w:rsidRPr="009071AC">
        <w:t>Chalusse</w:t>
      </w:r>
      <w:proofErr w:type="spellEnd"/>
      <w:r>
        <w:t xml:space="preserve">… </w:t>
      </w:r>
      <w:r w:rsidR="00855694" w:rsidRPr="009071AC">
        <w:t>Vous pouvez donc m</w:t>
      </w:r>
      <w:r>
        <w:t>’</w:t>
      </w:r>
      <w:r w:rsidR="00855694" w:rsidRPr="009071AC">
        <w:t>avouer la vérité</w:t>
      </w:r>
      <w:r>
        <w:t xml:space="preserve"> : </w:t>
      </w:r>
      <w:r w:rsidR="00855694" w:rsidRPr="009071AC">
        <w:t>son état est-il désespéré</w:t>
      </w:r>
      <w:r>
        <w:t> ?</w:t>
      </w:r>
    </w:p>
    <w:p w14:paraId="352473F5" w14:textId="77777777" w:rsidR="00F635DB" w:rsidRDefault="00F635DB" w:rsidP="00F635DB">
      <w:r>
        <w:t>— </w:t>
      </w:r>
      <w:r w:rsidR="00855694" w:rsidRPr="009071AC">
        <w:t>Alarmant</w:t>
      </w:r>
      <w:r>
        <w:t xml:space="preserve">, </w:t>
      </w:r>
      <w:r w:rsidR="00855694" w:rsidRPr="009071AC">
        <w:t>oui</w:t>
      </w:r>
      <w:r>
        <w:t xml:space="preserve"> ; </w:t>
      </w:r>
      <w:r w:rsidR="00855694" w:rsidRPr="009071AC">
        <w:t>désespéré</w:t>
      </w:r>
      <w:r>
        <w:t xml:space="preserve">, </w:t>
      </w:r>
      <w:r w:rsidR="00855694" w:rsidRPr="009071AC">
        <w:t>non</w:t>
      </w:r>
      <w:r>
        <w:t>.</w:t>
      </w:r>
    </w:p>
    <w:p w14:paraId="476CE722" w14:textId="77777777" w:rsidR="00F635DB" w:rsidRDefault="00F635DB" w:rsidP="00F635DB">
      <w:r>
        <w:t>— </w:t>
      </w:r>
      <w:r w:rsidR="00855694" w:rsidRPr="009071AC">
        <w:t>Cependant</w:t>
      </w:r>
      <w:r>
        <w:t xml:space="preserve">, </w:t>
      </w:r>
      <w:r w:rsidR="00855694" w:rsidRPr="009071AC">
        <w:t>monsieur</w:t>
      </w:r>
      <w:r>
        <w:t xml:space="preserve">, </w:t>
      </w:r>
      <w:r w:rsidR="00855694" w:rsidRPr="009071AC">
        <w:t>cette insensibilité effrayante</w:t>
      </w:r>
      <w:r>
        <w:t>…</w:t>
      </w:r>
    </w:p>
    <w:p w14:paraId="6C9A691A" w14:textId="77777777" w:rsidR="00F635DB" w:rsidRDefault="00F635DB" w:rsidP="00F635DB">
      <w:r>
        <w:t>— </w:t>
      </w:r>
      <w:r w:rsidR="00855694" w:rsidRPr="009071AC">
        <w:t>Est une des suites fréquentes de</w:t>
      </w:r>
      <w:r>
        <w:t xml:space="preserve">… </w:t>
      </w:r>
      <w:r w:rsidR="00855694" w:rsidRPr="009071AC">
        <w:t>l</w:t>
      </w:r>
      <w:r>
        <w:t>’</w:t>
      </w:r>
      <w:r w:rsidR="00855694" w:rsidRPr="009071AC">
        <w:t>accident dont il a été victime</w:t>
      </w:r>
      <w:r>
        <w:t xml:space="preserve">. </w:t>
      </w:r>
      <w:r w:rsidR="00855694" w:rsidRPr="009071AC">
        <w:t>Si nous le sauvons</w:t>
      </w:r>
      <w:r>
        <w:t xml:space="preserve">, </w:t>
      </w:r>
      <w:r w:rsidR="00855694" w:rsidRPr="009071AC">
        <w:t>la paralysie disparaîtra peu à peu</w:t>
      </w:r>
      <w:r>
        <w:t xml:space="preserve">, </w:t>
      </w:r>
      <w:r w:rsidR="00855694" w:rsidRPr="009071AC">
        <w:t>la faculté de mouvement reviendra progressivement</w:t>
      </w:r>
      <w:r>
        <w:t>.</w:t>
      </w:r>
    </w:p>
    <w:p w14:paraId="0CCF023A" w14:textId="19A15CF1" w:rsidR="00F635DB" w:rsidRDefault="00F635DB" w:rsidP="00F635DB">
      <w:r>
        <w:t>M</w:t>
      </w:r>
      <w:r w:rsidRPr="00F635DB">
        <w:rPr>
          <w:vertAlign w:val="superscript"/>
        </w:rPr>
        <w:t>lle</w:t>
      </w:r>
      <w:r>
        <w:t> </w:t>
      </w:r>
      <w:r w:rsidR="00855694" w:rsidRPr="009071AC">
        <w:t>Marguerite écoutait</w:t>
      </w:r>
      <w:r>
        <w:t xml:space="preserve">, </w:t>
      </w:r>
      <w:r w:rsidR="00855694" w:rsidRPr="009071AC">
        <w:t>pâle</w:t>
      </w:r>
      <w:r>
        <w:t xml:space="preserve">, </w:t>
      </w:r>
      <w:r w:rsidR="00855694" w:rsidRPr="009071AC">
        <w:t>émue</w:t>
      </w:r>
      <w:r>
        <w:t xml:space="preserve">, </w:t>
      </w:r>
      <w:r w:rsidR="00855694" w:rsidRPr="009071AC">
        <w:t>embarrassée</w:t>
      </w:r>
      <w:r>
        <w:t>…</w:t>
      </w:r>
    </w:p>
    <w:p w14:paraId="001DAE66" w14:textId="77777777" w:rsidR="00F635DB" w:rsidRDefault="00855694" w:rsidP="00F635DB">
      <w:r w:rsidRPr="009071AC">
        <w:lastRenderedPageBreak/>
        <w:t>Il était évident qu</w:t>
      </w:r>
      <w:r w:rsidR="00F635DB">
        <w:t>’</w:t>
      </w:r>
      <w:r w:rsidRPr="009071AC">
        <w:t>elle avait sur les lèvres une question qu</w:t>
      </w:r>
      <w:r w:rsidR="00F635DB">
        <w:t>’</w:t>
      </w:r>
      <w:r w:rsidRPr="009071AC">
        <w:t>il lui coûtait horriblement d</w:t>
      </w:r>
      <w:r w:rsidR="00F635DB">
        <w:t>’</w:t>
      </w:r>
      <w:r w:rsidRPr="009071AC">
        <w:t>adresser</w:t>
      </w:r>
      <w:r w:rsidR="00F635DB">
        <w:t xml:space="preserve">. </w:t>
      </w:r>
      <w:r w:rsidRPr="009071AC">
        <w:t>Enfin</w:t>
      </w:r>
      <w:r w:rsidR="00F635DB">
        <w:t xml:space="preserve">, </w:t>
      </w:r>
      <w:r w:rsidRPr="009071AC">
        <w:t>s</w:t>
      </w:r>
      <w:r w:rsidR="00F635DB">
        <w:t>’</w:t>
      </w:r>
      <w:r w:rsidRPr="009071AC">
        <w:t>armant de courage</w:t>
      </w:r>
      <w:r w:rsidR="00F635DB">
        <w:t> :</w:t>
      </w:r>
    </w:p>
    <w:p w14:paraId="6BE7FA90" w14:textId="0E6C409C" w:rsidR="00F635DB" w:rsidRDefault="00F635DB" w:rsidP="00F635DB">
      <w:r>
        <w:t>— </w:t>
      </w:r>
      <w:r w:rsidR="00855694" w:rsidRPr="009071AC">
        <w:t xml:space="preserve">Et si </w:t>
      </w:r>
      <w:r>
        <w:t>M. de </w:t>
      </w:r>
      <w:proofErr w:type="spellStart"/>
      <w:r w:rsidR="00855694" w:rsidRPr="009071AC">
        <w:t>Chalusse</w:t>
      </w:r>
      <w:proofErr w:type="spellEnd"/>
      <w:r w:rsidR="00855694" w:rsidRPr="009071AC">
        <w:t xml:space="preserve"> ne doit pas être sauvé</w:t>
      </w:r>
      <w:r>
        <w:t xml:space="preserve">, </w:t>
      </w:r>
      <w:r w:rsidR="00855694" w:rsidRPr="009071AC">
        <w:t>balbutia-t-elle</w:t>
      </w:r>
      <w:r>
        <w:t xml:space="preserve">, </w:t>
      </w:r>
      <w:proofErr w:type="spellStart"/>
      <w:r w:rsidR="00855694" w:rsidRPr="009071AC">
        <w:t>mourra-t-il</w:t>
      </w:r>
      <w:proofErr w:type="spellEnd"/>
      <w:r w:rsidR="00855694" w:rsidRPr="009071AC">
        <w:t xml:space="preserve"> sans reprendre connaissance</w:t>
      </w:r>
      <w:r>
        <w:t xml:space="preserve">… </w:t>
      </w:r>
      <w:r w:rsidR="00855694" w:rsidRPr="009071AC">
        <w:t>sans prononcer une parole</w:t>
      </w:r>
      <w:r>
        <w:t> ?…</w:t>
      </w:r>
    </w:p>
    <w:p w14:paraId="1A883940" w14:textId="52C84BEE" w:rsidR="00F635DB" w:rsidRDefault="00F635DB" w:rsidP="00F635DB">
      <w:r>
        <w:t>— </w:t>
      </w:r>
      <w:r w:rsidR="00855694" w:rsidRPr="009071AC">
        <w:t>Je ne puis rien affirmer</w:t>
      </w:r>
      <w:r>
        <w:t xml:space="preserve">, </w:t>
      </w:r>
      <w:r w:rsidR="00855694" w:rsidRPr="009071AC">
        <w:t>mademoiselle</w:t>
      </w:r>
      <w:r>
        <w:t xml:space="preserve">… </w:t>
      </w:r>
      <w:r w:rsidR="00855694" w:rsidRPr="009071AC">
        <w:t>l</w:t>
      </w:r>
      <w:r>
        <w:t>’</w:t>
      </w:r>
      <w:r w:rsidR="00855694" w:rsidRPr="009071AC">
        <w:t xml:space="preserve">affection de </w:t>
      </w:r>
      <w:r>
        <w:t>M. de </w:t>
      </w:r>
      <w:proofErr w:type="spellStart"/>
      <w:r w:rsidR="00855694" w:rsidRPr="009071AC">
        <w:t>Chalusse</w:t>
      </w:r>
      <w:proofErr w:type="spellEnd"/>
      <w:r w:rsidR="00855694" w:rsidRPr="009071AC">
        <w:t xml:space="preserve"> est de celles qui déconcertent toutes les hypothèses de la science</w:t>
      </w:r>
      <w:r>
        <w:t>.</w:t>
      </w:r>
    </w:p>
    <w:p w14:paraId="2F55B399" w14:textId="071B046E" w:rsidR="00F635DB" w:rsidRDefault="00855694" w:rsidP="00F635DB">
      <w:r w:rsidRPr="009071AC">
        <w:t>Elle remercia tristement</w:t>
      </w:r>
      <w:r w:rsidR="00F635DB">
        <w:t xml:space="preserve">, </w:t>
      </w:r>
      <w:r w:rsidRPr="009071AC">
        <w:t xml:space="preserve">fit appeler </w:t>
      </w:r>
      <w:r w:rsidR="00F635DB">
        <w:t>M</w:t>
      </w:r>
      <w:r w:rsidR="00F635DB" w:rsidRPr="00F635DB">
        <w:rPr>
          <w:vertAlign w:val="superscript"/>
        </w:rPr>
        <w:t>me</w:t>
      </w:r>
      <w:r w:rsidR="00F635DB">
        <w:t> </w:t>
      </w:r>
      <w:r w:rsidRPr="009071AC">
        <w:t>Léon et regagna la chambre du comte</w:t>
      </w:r>
      <w:r w:rsidR="00F635DB">
        <w:t>.</w:t>
      </w:r>
    </w:p>
    <w:p w14:paraId="3FF1FB1E" w14:textId="77777777" w:rsidR="00F635DB" w:rsidRDefault="00855694" w:rsidP="00F635DB">
      <w:r w:rsidRPr="009071AC">
        <w:t>Quant au docteur</w:t>
      </w:r>
      <w:r w:rsidR="00F635DB">
        <w:t xml:space="preserve">, </w:t>
      </w:r>
      <w:r w:rsidRPr="009071AC">
        <w:t>tout en descendant l</w:t>
      </w:r>
      <w:r w:rsidR="00F635DB">
        <w:t>’</w:t>
      </w:r>
      <w:r w:rsidRPr="009071AC">
        <w:t>escalier</w:t>
      </w:r>
      <w:r w:rsidR="00F635DB">
        <w:t xml:space="preserve">, </w:t>
      </w:r>
      <w:r w:rsidRPr="009071AC">
        <w:t>il se disait</w:t>
      </w:r>
      <w:r w:rsidR="00F635DB">
        <w:t> :</w:t>
      </w:r>
    </w:p>
    <w:p w14:paraId="2434EAF0" w14:textId="77777777" w:rsidR="00F635DB" w:rsidRDefault="00F635DB" w:rsidP="00F635DB">
      <w:r>
        <w:t>— </w:t>
      </w:r>
      <w:r w:rsidR="00855694" w:rsidRPr="009071AC">
        <w:t>Singulière fille</w:t>
      </w:r>
      <w:r>
        <w:t xml:space="preserve"> !… </w:t>
      </w:r>
      <w:r w:rsidR="00855694" w:rsidRPr="009071AC">
        <w:t>A-t-elle peur que le comte ne reprenne connaissance</w:t>
      </w:r>
      <w:r>
        <w:t xml:space="preserve"> ?… </w:t>
      </w:r>
      <w:r w:rsidR="00855694" w:rsidRPr="009071AC">
        <w:t>Souhaite-t-elle au contraire qu</w:t>
      </w:r>
      <w:r>
        <w:t>’</w:t>
      </w:r>
      <w:r w:rsidR="00855694" w:rsidRPr="009071AC">
        <w:t>il puisse parler</w:t>
      </w:r>
      <w:r>
        <w:t xml:space="preserve"> ?… </w:t>
      </w:r>
      <w:r w:rsidR="00855694" w:rsidRPr="009071AC">
        <w:t>N</w:t>
      </w:r>
      <w:r>
        <w:t>’</w:t>
      </w:r>
      <w:r w:rsidR="00855694" w:rsidRPr="009071AC">
        <w:t>y a-t-il qu</w:t>
      </w:r>
      <w:r>
        <w:t>’</w:t>
      </w:r>
      <w:r w:rsidR="00855694" w:rsidRPr="009071AC">
        <w:t>une question de testament là-dessous</w:t>
      </w:r>
      <w:r>
        <w:t xml:space="preserve"> ?… </w:t>
      </w:r>
      <w:r w:rsidR="00855694" w:rsidRPr="009071AC">
        <w:t>Y a-t-il autre chose</w:t>
      </w:r>
      <w:r>
        <w:t xml:space="preserve"> ? </w:t>
      </w:r>
      <w:r w:rsidR="00855694" w:rsidRPr="009071AC">
        <w:t>C</w:t>
      </w:r>
      <w:r>
        <w:t>’</w:t>
      </w:r>
      <w:r w:rsidR="00855694" w:rsidRPr="009071AC">
        <w:t>est à s</w:t>
      </w:r>
      <w:r>
        <w:t>’</w:t>
      </w:r>
      <w:r w:rsidR="00855694" w:rsidRPr="009071AC">
        <w:t>y perdre</w:t>
      </w:r>
      <w:r>
        <w:t>…</w:t>
      </w:r>
    </w:p>
    <w:p w14:paraId="4B4C312F" w14:textId="77777777" w:rsidR="00F635DB" w:rsidRDefault="00855694" w:rsidP="00F635DB">
      <w:r w:rsidRPr="009071AC">
        <w:t>L</w:t>
      </w:r>
      <w:r w:rsidR="00F635DB">
        <w:t>’</w:t>
      </w:r>
      <w:r w:rsidRPr="009071AC">
        <w:t>effort de sa méditation était si intense</w:t>
      </w:r>
      <w:r w:rsidR="00F635DB">
        <w:t xml:space="preserve">, </w:t>
      </w:r>
      <w:r w:rsidRPr="009071AC">
        <w:t>qu</w:t>
      </w:r>
      <w:r w:rsidR="00F635DB">
        <w:t>’</w:t>
      </w:r>
      <w:r w:rsidRPr="009071AC">
        <w:t>il oubliait jusqu</w:t>
      </w:r>
      <w:r w:rsidR="00F635DB">
        <w:t>’</w:t>
      </w:r>
      <w:r w:rsidRPr="009071AC">
        <w:t>à l</w:t>
      </w:r>
      <w:r w:rsidR="00F635DB">
        <w:t>’</w:t>
      </w:r>
      <w:r w:rsidRPr="009071AC">
        <w:t>endroit où il se trouvait</w:t>
      </w:r>
      <w:r w:rsidR="00F635DB">
        <w:t xml:space="preserve">, </w:t>
      </w:r>
      <w:r w:rsidRPr="009071AC">
        <w:t>et il s</w:t>
      </w:r>
      <w:r w:rsidR="00F635DB">
        <w:t>’</w:t>
      </w:r>
      <w:r w:rsidRPr="009071AC">
        <w:t>arrêtait presque à chaque marche</w:t>
      </w:r>
      <w:r w:rsidR="00F635DB">
        <w:t xml:space="preserve">. </w:t>
      </w:r>
      <w:r w:rsidRPr="009071AC">
        <w:t>Il fallut</w:t>
      </w:r>
      <w:r w:rsidR="00F635DB">
        <w:t xml:space="preserve">, </w:t>
      </w:r>
      <w:r w:rsidRPr="009071AC">
        <w:t>pour le rappeler à la réalité</w:t>
      </w:r>
      <w:r w:rsidR="00F635DB">
        <w:t xml:space="preserve">, </w:t>
      </w:r>
      <w:r w:rsidRPr="009071AC">
        <w:t>l</w:t>
      </w:r>
      <w:r w:rsidR="00F635DB">
        <w:t>’</w:t>
      </w:r>
      <w:r w:rsidRPr="009071AC">
        <w:t>air frais de la cour</w:t>
      </w:r>
      <w:r w:rsidR="00F635DB">
        <w:t xml:space="preserve"> ; </w:t>
      </w:r>
      <w:r w:rsidRPr="009071AC">
        <w:t>mais aussi sa nature de charlatan reprit immédiatement le dessus</w:t>
      </w:r>
      <w:r w:rsidR="00F635DB">
        <w:t>.</w:t>
      </w:r>
    </w:p>
    <w:p w14:paraId="56324DCC" w14:textId="287EA93D" w:rsidR="00F635DB" w:rsidRDefault="00F635DB" w:rsidP="00F635DB">
      <w:r>
        <w:t>— </w:t>
      </w:r>
      <w:r w:rsidR="00855694" w:rsidRPr="009071AC">
        <w:t>Mon ami</w:t>
      </w:r>
      <w:r>
        <w:t xml:space="preserve">, </w:t>
      </w:r>
      <w:r w:rsidR="00855694" w:rsidRPr="009071AC">
        <w:t xml:space="preserve">ordonna-t-il à </w:t>
      </w:r>
      <w:r>
        <w:t>M. </w:t>
      </w:r>
      <w:r w:rsidR="00855694" w:rsidRPr="009071AC">
        <w:t>Casimir qui l</w:t>
      </w:r>
      <w:r>
        <w:t>’</w:t>
      </w:r>
      <w:r w:rsidR="00855694" w:rsidRPr="009071AC">
        <w:t>éclairait</w:t>
      </w:r>
      <w:r>
        <w:t xml:space="preserve">, </w:t>
      </w:r>
      <w:r w:rsidR="00855694" w:rsidRPr="009071AC">
        <w:t>vous allez</w:t>
      </w:r>
      <w:r>
        <w:t xml:space="preserve">, </w:t>
      </w:r>
      <w:r w:rsidR="00855694" w:rsidRPr="009071AC">
        <w:t>à l</w:t>
      </w:r>
      <w:r>
        <w:t>’</w:t>
      </w:r>
      <w:r w:rsidR="00855694" w:rsidRPr="009071AC">
        <w:t>instant</w:t>
      </w:r>
      <w:r>
        <w:t xml:space="preserve">, </w:t>
      </w:r>
      <w:r w:rsidR="00855694" w:rsidRPr="009071AC">
        <w:t>faire répandre de la paille dans la rue pour amortir le fracas des voitures</w:t>
      </w:r>
      <w:r>
        <w:t xml:space="preserve">… </w:t>
      </w:r>
      <w:r w:rsidR="00855694" w:rsidRPr="009071AC">
        <w:t>Demain vous préviendrez le commissaire de police</w:t>
      </w:r>
      <w:r>
        <w:t>.</w:t>
      </w:r>
    </w:p>
    <w:p w14:paraId="2E4A9A4C" w14:textId="77777777" w:rsidR="00F635DB" w:rsidRDefault="00855694" w:rsidP="00F635DB">
      <w:r w:rsidRPr="009071AC">
        <w:t>Dix minutes après</w:t>
      </w:r>
      <w:r w:rsidR="00F635DB">
        <w:t xml:space="preserve">, </w:t>
      </w:r>
      <w:r w:rsidRPr="009071AC">
        <w:t>en effet</w:t>
      </w:r>
      <w:r w:rsidR="00F635DB">
        <w:t xml:space="preserve">, </w:t>
      </w:r>
      <w:r w:rsidRPr="009071AC">
        <w:t>il y avait un pied de paille sur la chaussée</w:t>
      </w:r>
      <w:r w:rsidR="00F635DB">
        <w:t xml:space="preserve">, </w:t>
      </w:r>
      <w:r w:rsidRPr="009071AC">
        <w:t>et les passants</w:t>
      </w:r>
      <w:r w:rsidR="00F635DB">
        <w:t xml:space="preserve">, </w:t>
      </w:r>
      <w:r w:rsidRPr="009071AC">
        <w:t>involontairement</w:t>
      </w:r>
      <w:r w:rsidR="00F635DB">
        <w:t xml:space="preserve">, </w:t>
      </w:r>
      <w:r w:rsidRPr="009071AC">
        <w:t xml:space="preserve">ralentissaient </w:t>
      </w:r>
      <w:r w:rsidRPr="009071AC">
        <w:lastRenderedPageBreak/>
        <w:t>le pas</w:t>
      </w:r>
      <w:r w:rsidR="00F635DB">
        <w:t xml:space="preserve">, </w:t>
      </w:r>
      <w:r w:rsidRPr="009071AC">
        <w:t>chacun sachant à Paris ce que signifie cette lugubre litière étalée devant une maison</w:t>
      </w:r>
      <w:r w:rsidR="00F635DB">
        <w:t>.</w:t>
      </w:r>
    </w:p>
    <w:p w14:paraId="5BD7FC20" w14:textId="18B9C269" w:rsidR="00F635DB" w:rsidRDefault="00F635DB" w:rsidP="00F635DB">
      <w:r>
        <w:t>M. </w:t>
      </w:r>
      <w:r w:rsidR="00855694" w:rsidRPr="009071AC">
        <w:t>Casimir qui avait surveillé l</w:t>
      </w:r>
      <w:r>
        <w:t>’</w:t>
      </w:r>
      <w:r w:rsidR="00855694" w:rsidRPr="009071AC">
        <w:t>opération exécutée par les palefreniers</w:t>
      </w:r>
      <w:r>
        <w:t xml:space="preserve">, </w:t>
      </w:r>
      <w:r w:rsidR="00855694" w:rsidRPr="009071AC">
        <w:t>s</w:t>
      </w:r>
      <w:r>
        <w:t>’</w:t>
      </w:r>
      <w:r w:rsidR="00855694" w:rsidRPr="009071AC">
        <w:t>apprêtait à rentrer quand un tout jeune homme</w:t>
      </w:r>
      <w:r>
        <w:t xml:space="preserve">, </w:t>
      </w:r>
      <w:r w:rsidR="00855694" w:rsidRPr="009071AC">
        <w:t>qui depuis plus d</w:t>
      </w:r>
      <w:r>
        <w:t>’</w:t>
      </w:r>
      <w:r w:rsidR="00855694" w:rsidRPr="009071AC">
        <w:t>une heure se promenait devant la maison</w:t>
      </w:r>
      <w:r>
        <w:t xml:space="preserve">, </w:t>
      </w:r>
      <w:r w:rsidR="00855694" w:rsidRPr="009071AC">
        <w:t>s</w:t>
      </w:r>
      <w:r>
        <w:t>’</w:t>
      </w:r>
      <w:r w:rsidR="00855694" w:rsidRPr="009071AC">
        <w:t>avança rapidement vers lui</w:t>
      </w:r>
      <w:r>
        <w:t>.</w:t>
      </w:r>
    </w:p>
    <w:p w14:paraId="2483F575" w14:textId="77777777" w:rsidR="00F635DB" w:rsidRDefault="00855694" w:rsidP="00F635DB">
      <w:r w:rsidRPr="009071AC">
        <w:t>Il n</w:t>
      </w:r>
      <w:r w:rsidR="00F635DB">
        <w:t>’</w:t>
      </w:r>
      <w:r w:rsidRPr="009071AC">
        <w:t>avait pas encore un poil de barbe</w:t>
      </w:r>
      <w:r w:rsidR="00F635DB">
        <w:t xml:space="preserve">, </w:t>
      </w:r>
      <w:r w:rsidRPr="009071AC">
        <w:t>ce garçon</w:t>
      </w:r>
      <w:r w:rsidR="00F635DB">
        <w:t xml:space="preserve">, </w:t>
      </w:r>
      <w:r w:rsidRPr="009071AC">
        <w:t>et il avait le teint plombé et des rides comme un vieux buveur d</w:t>
      </w:r>
      <w:r w:rsidR="00F635DB">
        <w:t>’</w:t>
      </w:r>
      <w:r w:rsidRPr="009071AC">
        <w:t>eau-de-vie</w:t>
      </w:r>
      <w:r w:rsidR="00F635DB">
        <w:t xml:space="preserve">. </w:t>
      </w:r>
      <w:r w:rsidRPr="009071AC">
        <w:t>Il avait l</w:t>
      </w:r>
      <w:r w:rsidR="00F635DB">
        <w:t>’</w:t>
      </w:r>
      <w:r w:rsidRPr="009071AC">
        <w:t>air intelligent et encore plus impudent</w:t>
      </w:r>
      <w:r w:rsidR="00F635DB">
        <w:t xml:space="preserve"> ; </w:t>
      </w:r>
      <w:r w:rsidRPr="009071AC">
        <w:t>une audace inquiétante pétillait dans ses yeux</w:t>
      </w:r>
      <w:r w:rsidR="00F635DB">
        <w:t xml:space="preserve">. </w:t>
      </w:r>
      <w:r w:rsidRPr="009071AC">
        <w:t>Bien des cordes manquaient à sa voix éraillée</w:t>
      </w:r>
      <w:r w:rsidR="00F635DB">
        <w:t xml:space="preserve">, </w:t>
      </w:r>
      <w:r w:rsidRPr="009071AC">
        <w:t>et son accent traînard était le plus pur qu</w:t>
      </w:r>
      <w:r w:rsidR="00F635DB">
        <w:t>’</w:t>
      </w:r>
      <w:r w:rsidRPr="009071AC">
        <w:t>il y ait aux barrières</w:t>
      </w:r>
      <w:r w:rsidR="00F635DB">
        <w:t>.</w:t>
      </w:r>
    </w:p>
    <w:p w14:paraId="5604687D" w14:textId="77777777" w:rsidR="00F635DB" w:rsidRDefault="00855694" w:rsidP="00F635DB">
      <w:r w:rsidRPr="009071AC">
        <w:t>Son costume délabré était celui de ces pauvres diables à qui les huissiers de Paris</w:t>
      </w:r>
      <w:r w:rsidR="00F635DB">
        <w:t xml:space="preserve">, </w:t>
      </w:r>
      <w:r w:rsidRPr="009071AC">
        <w:t>qui gagnent cinquante mille francs par an</w:t>
      </w:r>
      <w:r w:rsidR="00F635DB">
        <w:t xml:space="preserve">, </w:t>
      </w:r>
      <w:r w:rsidRPr="009071AC">
        <w:t>abandonnent généreusement cinquante francs par mois en échange de la plus écœurante besogne</w:t>
      </w:r>
      <w:r w:rsidR="00F635DB">
        <w:t>.</w:t>
      </w:r>
    </w:p>
    <w:p w14:paraId="0C24014C" w14:textId="7B1FD23F" w:rsidR="00F635DB" w:rsidRDefault="00F635DB" w:rsidP="00F635DB">
      <w:r>
        <w:t>— </w:t>
      </w:r>
      <w:r w:rsidR="00855694" w:rsidRPr="009071AC">
        <w:t>Qu</w:t>
      </w:r>
      <w:r>
        <w:t>’</w:t>
      </w:r>
      <w:r w:rsidR="00855694" w:rsidRPr="009071AC">
        <w:t>est-ce que vous voulez</w:t>
      </w:r>
      <w:r>
        <w:t xml:space="preserve"> ? </w:t>
      </w:r>
      <w:r w:rsidR="00855694" w:rsidRPr="009071AC">
        <w:t xml:space="preserve">demanda </w:t>
      </w:r>
      <w:r>
        <w:t>M. </w:t>
      </w:r>
      <w:r w:rsidR="00855694" w:rsidRPr="009071AC">
        <w:t>Casimir</w:t>
      </w:r>
      <w:r>
        <w:t>.</w:t>
      </w:r>
    </w:p>
    <w:p w14:paraId="65ABF115" w14:textId="77777777" w:rsidR="00F635DB" w:rsidRDefault="00855694" w:rsidP="00F635DB">
      <w:r w:rsidRPr="009071AC">
        <w:t>L</w:t>
      </w:r>
      <w:r w:rsidR="00F635DB">
        <w:t>’</w:t>
      </w:r>
      <w:r w:rsidRPr="009071AC">
        <w:t>autre salua humblement</w:t>
      </w:r>
      <w:r w:rsidR="00F635DB">
        <w:t xml:space="preserve">, </w:t>
      </w:r>
      <w:r w:rsidRPr="009071AC">
        <w:t>en disant</w:t>
      </w:r>
      <w:r w:rsidR="00F635DB">
        <w:t> :</w:t>
      </w:r>
    </w:p>
    <w:p w14:paraId="667BA952" w14:textId="1E7099A0" w:rsidR="00F635DB" w:rsidRDefault="00F635DB" w:rsidP="00F635DB">
      <w:r>
        <w:t>— </w:t>
      </w:r>
      <w:r w:rsidR="00855694" w:rsidRPr="009071AC">
        <w:t>Comment</w:t>
      </w:r>
      <w:r>
        <w:t xml:space="preserve">, </w:t>
      </w:r>
      <w:r w:rsidR="00855694" w:rsidRPr="009071AC">
        <w:t>m</w:t>
      </w:r>
      <w:r>
        <w:t>’</w:t>
      </w:r>
      <w:proofErr w:type="spellStart"/>
      <w:r w:rsidR="00855694" w:rsidRPr="009071AC">
        <w:t>sieu</w:t>
      </w:r>
      <w:proofErr w:type="spellEnd"/>
      <w:r>
        <w:t xml:space="preserve">, </w:t>
      </w:r>
      <w:r w:rsidR="00855694" w:rsidRPr="009071AC">
        <w:t>vous ne me reconnaissez pas</w:t>
      </w:r>
      <w:r>
        <w:t xml:space="preserve"> ?… </w:t>
      </w:r>
      <w:r w:rsidR="00855694" w:rsidRPr="009071AC">
        <w:t>Toto</w:t>
      </w:r>
      <w:r>
        <w:t xml:space="preserve">… </w:t>
      </w:r>
      <w:r w:rsidR="00855694" w:rsidRPr="009071AC">
        <w:t>pardon</w:t>
      </w:r>
      <w:r>
        <w:t xml:space="preserve"> ! </w:t>
      </w:r>
      <w:r w:rsidR="00855694" w:rsidRPr="009071AC">
        <w:t>Victor Chupin</w:t>
      </w:r>
      <w:r>
        <w:t xml:space="preserve">, </w:t>
      </w:r>
      <w:r w:rsidR="00855694" w:rsidRPr="009071AC">
        <w:t xml:space="preserve">employé chez </w:t>
      </w:r>
      <w:r>
        <w:t>M. </w:t>
      </w:r>
      <w:r w:rsidR="00855694" w:rsidRPr="009071AC">
        <w:t>Isidore Fortunat</w:t>
      </w:r>
      <w:r>
        <w:t>.</w:t>
      </w:r>
    </w:p>
    <w:p w14:paraId="0AF31C08" w14:textId="77777777" w:rsidR="00F635DB" w:rsidRDefault="00F635DB" w:rsidP="00F635DB">
      <w:r>
        <w:t>— </w:t>
      </w:r>
      <w:r w:rsidR="00855694" w:rsidRPr="009071AC">
        <w:t>Tiens</w:t>
      </w:r>
      <w:r>
        <w:t xml:space="preserve"> !… </w:t>
      </w:r>
      <w:r w:rsidR="00855694" w:rsidRPr="009071AC">
        <w:t>c</w:t>
      </w:r>
      <w:r>
        <w:t>’</w:t>
      </w:r>
      <w:r w:rsidR="00855694" w:rsidRPr="009071AC">
        <w:t>est ma foi vrai</w:t>
      </w:r>
      <w:r>
        <w:t> !</w:t>
      </w:r>
    </w:p>
    <w:p w14:paraId="779CADFC" w14:textId="77777777" w:rsidR="00F635DB" w:rsidRDefault="00F635DB" w:rsidP="00F635DB">
      <w:r>
        <w:t>— </w:t>
      </w:r>
      <w:r w:rsidR="00855694" w:rsidRPr="009071AC">
        <w:t>Je venais</w:t>
      </w:r>
      <w:r>
        <w:t xml:space="preserve">, </w:t>
      </w:r>
      <w:r w:rsidR="00855694" w:rsidRPr="009071AC">
        <w:t>m</w:t>
      </w:r>
      <w:r>
        <w:t>’</w:t>
      </w:r>
      <w:proofErr w:type="spellStart"/>
      <w:r w:rsidR="00855694" w:rsidRPr="009071AC">
        <w:t>sieu</w:t>
      </w:r>
      <w:proofErr w:type="spellEnd"/>
      <w:r>
        <w:t xml:space="preserve">, </w:t>
      </w:r>
      <w:r w:rsidR="00855694" w:rsidRPr="009071AC">
        <w:t>de la part du patron</w:t>
      </w:r>
      <w:r>
        <w:t xml:space="preserve">, </w:t>
      </w:r>
      <w:r w:rsidR="00855694" w:rsidRPr="009071AC">
        <w:t>vous demander si vous avez enfin obtenu les renseignements que vous espériez</w:t>
      </w:r>
      <w:r>
        <w:t xml:space="preserve"> ; </w:t>
      </w:r>
      <w:r w:rsidR="00855694" w:rsidRPr="009071AC">
        <w:t>mais</w:t>
      </w:r>
      <w:r>
        <w:t xml:space="preserve">, </w:t>
      </w:r>
      <w:r w:rsidR="00855694" w:rsidRPr="009071AC">
        <w:t>voyant qu</w:t>
      </w:r>
      <w:r>
        <w:t>’</w:t>
      </w:r>
      <w:r w:rsidR="00855694" w:rsidRPr="009071AC">
        <w:t>il y a du nouveau chez vous</w:t>
      </w:r>
      <w:r>
        <w:t xml:space="preserve">, </w:t>
      </w:r>
      <w:r w:rsidR="00855694" w:rsidRPr="009071AC">
        <w:t>je n</w:t>
      </w:r>
      <w:r>
        <w:t>’</w:t>
      </w:r>
      <w:r w:rsidR="00855694" w:rsidRPr="009071AC">
        <w:t>ai pas osé entrer</w:t>
      </w:r>
      <w:r>
        <w:t xml:space="preserve">, </w:t>
      </w:r>
      <w:r w:rsidR="00855694" w:rsidRPr="009071AC">
        <w:t>j</w:t>
      </w:r>
      <w:r>
        <w:t>’</w:t>
      </w:r>
      <w:r w:rsidR="00855694" w:rsidRPr="009071AC">
        <w:t>ai préféré vous guetter</w:t>
      </w:r>
      <w:r>
        <w:t>…</w:t>
      </w:r>
    </w:p>
    <w:p w14:paraId="2FB09342" w14:textId="2F2DB912" w:rsidR="00F635DB" w:rsidRDefault="00F635DB" w:rsidP="00F635DB">
      <w:r>
        <w:t>— </w:t>
      </w:r>
      <w:r w:rsidR="00855694" w:rsidRPr="009071AC">
        <w:t>Et bien vous avez fait</w:t>
      </w:r>
      <w:r>
        <w:t xml:space="preserve">, </w:t>
      </w:r>
      <w:r w:rsidR="00855694" w:rsidRPr="009071AC">
        <w:t>mon garçon</w:t>
      </w:r>
      <w:r>
        <w:t xml:space="preserve">. </w:t>
      </w:r>
      <w:r w:rsidR="00855694" w:rsidRPr="009071AC">
        <w:t>Des renseignements</w:t>
      </w:r>
      <w:r>
        <w:t xml:space="preserve">, </w:t>
      </w:r>
      <w:r w:rsidR="00855694" w:rsidRPr="009071AC">
        <w:t>je n</w:t>
      </w:r>
      <w:r>
        <w:t>’</w:t>
      </w:r>
      <w:r w:rsidR="00855694" w:rsidRPr="009071AC">
        <w:t>en ai pas</w:t>
      </w:r>
      <w:r>
        <w:t xml:space="preserve">… </w:t>
      </w:r>
      <w:r w:rsidR="00855694" w:rsidRPr="009071AC">
        <w:t>Ah</w:t>
      </w:r>
      <w:r>
        <w:t xml:space="preserve"> ! </w:t>
      </w:r>
      <w:r w:rsidR="00855694" w:rsidRPr="009071AC">
        <w:t>si</w:t>
      </w:r>
      <w:r>
        <w:t xml:space="preserve"> ! </w:t>
      </w:r>
      <w:r w:rsidR="00855694" w:rsidRPr="009071AC">
        <w:t xml:space="preserve">Le marquis de </w:t>
      </w:r>
      <w:proofErr w:type="spellStart"/>
      <w:r w:rsidR="00855694" w:rsidRPr="009071AC">
        <w:t>Valorsay</w:t>
      </w:r>
      <w:proofErr w:type="spellEnd"/>
      <w:r w:rsidR="00855694" w:rsidRPr="009071AC">
        <w:t xml:space="preserve"> est </w:t>
      </w:r>
      <w:r w:rsidR="00855694" w:rsidRPr="009071AC">
        <w:lastRenderedPageBreak/>
        <w:t xml:space="preserve">resté hier deux heures enfermé avec </w:t>
      </w:r>
      <w:r>
        <w:t>M. </w:t>
      </w:r>
      <w:r w:rsidR="00855694" w:rsidRPr="009071AC">
        <w:t>le comte</w:t>
      </w:r>
      <w:r>
        <w:t xml:space="preserve">… </w:t>
      </w:r>
      <w:r w:rsidR="00855694" w:rsidRPr="009071AC">
        <w:t>Mais à quoi bon</w:t>
      </w:r>
      <w:r>
        <w:t> !… M. </w:t>
      </w:r>
      <w:r w:rsidR="00855694" w:rsidRPr="009071AC">
        <w:t>le comte a eu un accident et il ne passera pas la nuit</w:t>
      </w:r>
      <w:r>
        <w:t>.</w:t>
      </w:r>
    </w:p>
    <w:p w14:paraId="4B2074B2" w14:textId="77777777" w:rsidR="00F635DB" w:rsidRDefault="00855694" w:rsidP="00F635DB">
      <w:r w:rsidRPr="009071AC">
        <w:t>Victor Chupin eut un terrible soubresaut</w:t>
      </w:r>
      <w:r w:rsidR="00F635DB">
        <w:t>.</w:t>
      </w:r>
    </w:p>
    <w:p w14:paraId="5567BE0F" w14:textId="77777777" w:rsidR="00F635DB" w:rsidRDefault="00F635DB" w:rsidP="00F635DB">
      <w:r>
        <w:t>— </w:t>
      </w:r>
      <w:r w:rsidR="00855694" w:rsidRPr="009071AC">
        <w:t>Pas possible</w:t>
      </w:r>
      <w:r>
        <w:t xml:space="preserve"> !… </w:t>
      </w:r>
      <w:r w:rsidR="00855694" w:rsidRPr="009071AC">
        <w:t>s</w:t>
      </w:r>
      <w:r>
        <w:t>’</w:t>
      </w:r>
      <w:r w:rsidR="00855694" w:rsidRPr="009071AC">
        <w:t>écria-t-il</w:t>
      </w:r>
      <w:r>
        <w:t xml:space="preserve">. </w:t>
      </w:r>
      <w:r w:rsidR="00855694" w:rsidRPr="009071AC">
        <w:t>C</w:t>
      </w:r>
      <w:r>
        <w:t>’</w:t>
      </w:r>
      <w:r w:rsidR="00855694" w:rsidRPr="009071AC">
        <w:t>est donc pour lui qu</w:t>
      </w:r>
      <w:r>
        <w:t>’</w:t>
      </w:r>
      <w:r w:rsidR="00855694" w:rsidRPr="009071AC">
        <w:t>on a vidé les paillasses dans la rue</w:t>
      </w:r>
      <w:r>
        <w:t> ?</w:t>
      </w:r>
    </w:p>
    <w:p w14:paraId="16AAB88C" w14:textId="77777777" w:rsidR="00F635DB" w:rsidRDefault="00F635DB" w:rsidP="00F635DB">
      <w:r>
        <w:t>— </w:t>
      </w:r>
      <w:r w:rsidR="00855694" w:rsidRPr="009071AC">
        <w:t>C</w:t>
      </w:r>
      <w:r>
        <w:t>’</w:t>
      </w:r>
      <w:r w:rsidR="00855694" w:rsidRPr="009071AC">
        <w:t>est pour lui</w:t>
      </w:r>
      <w:r>
        <w:t>.</w:t>
      </w:r>
    </w:p>
    <w:p w14:paraId="152EB5DB" w14:textId="77777777" w:rsidR="00F635DB" w:rsidRDefault="00F635DB" w:rsidP="00F635DB">
      <w:r>
        <w:t>— </w:t>
      </w:r>
      <w:r w:rsidR="00855694" w:rsidRPr="009071AC">
        <w:t>A-t-il de la chance</w:t>
      </w:r>
      <w:r>
        <w:t xml:space="preserve">, </w:t>
      </w:r>
      <w:r w:rsidR="00855694" w:rsidRPr="009071AC">
        <w:t>cet homme-là</w:t>
      </w:r>
      <w:r>
        <w:t xml:space="preserve"> !… </w:t>
      </w:r>
      <w:r w:rsidR="00855694" w:rsidRPr="009071AC">
        <w:t>Ce n</w:t>
      </w:r>
      <w:r>
        <w:t>’</w:t>
      </w:r>
      <w:r w:rsidR="00855694" w:rsidRPr="009071AC">
        <w:t>est pas pour moi qu</w:t>
      </w:r>
      <w:r>
        <w:t>’</w:t>
      </w:r>
      <w:r w:rsidR="00855694" w:rsidRPr="009071AC">
        <w:t>on ferait des frais pareils</w:t>
      </w:r>
      <w:r>
        <w:t xml:space="preserve"> ! </w:t>
      </w:r>
      <w:r w:rsidR="00855694" w:rsidRPr="009071AC">
        <w:t>C</w:t>
      </w:r>
      <w:r>
        <w:t>’</w:t>
      </w:r>
      <w:r w:rsidR="00855694" w:rsidRPr="009071AC">
        <w:t>est égal</w:t>
      </w:r>
      <w:r>
        <w:t xml:space="preserve">, </w:t>
      </w:r>
      <w:r w:rsidR="00855694" w:rsidRPr="009071AC">
        <w:t>j</w:t>
      </w:r>
      <w:r>
        <w:t>’</w:t>
      </w:r>
      <w:r w:rsidR="00855694" w:rsidRPr="009071AC">
        <w:t>ai comme une idée que le patron ne va pas casser ses bretelles de rire quand je vais lui dire ça</w:t>
      </w:r>
      <w:r>
        <w:t xml:space="preserve">. </w:t>
      </w:r>
      <w:r w:rsidR="00855694" w:rsidRPr="009071AC">
        <w:t>Enfin</w:t>
      </w:r>
      <w:r>
        <w:t xml:space="preserve">, </w:t>
      </w:r>
      <w:r w:rsidR="00855694" w:rsidRPr="009071AC">
        <w:t>merci tout de même</w:t>
      </w:r>
      <w:r>
        <w:t xml:space="preserve">, </w:t>
      </w:r>
      <w:r w:rsidR="00855694" w:rsidRPr="009071AC">
        <w:t>m</w:t>
      </w:r>
      <w:r>
        <w:t>’</w:t>
      </w:r>
      <w:proofErr w:type="spellStart"/>
      <w:r w:rsidR="00855694" w:rsidRPr="009071AC">
        <w:t>sieu</w:t>
      </w:r>
      <w:proofErr w:type="spellEnd"/>
      <w:r>
        <w:t xml:space="preserve">, </w:t>
      </w:r>
      <w:r w:rsidR="00855694" w:rsidRPr="009071AC">
        <w:t>et au revoir</w:t>
      </w:r>
      <w:r>
        <w:t>…</w:t>
      </w:r>
    </w:p>
    <w:p w14:paraId="656EAFC2" w14:textId="77777777" w:rsidR="00F635DB" w:rsidRDefault="00855694" w:rsidP="00F635DB">
      <w:r w:rsidRPr="009071AC">
        <w:t>Il s</w:t>
      </w:r>
      <w:r w:rsidR="00F635DB">
        <w:t>’</w:t>
      </w:r>
      <w:r w:rsidRPr="009071AC">
        <w:t>éloignait</w:t>
      </w:r>
      <w:r w:rsidR="00F635DB">
        <w:t xml:space="preserve">, </w:t>
      </w:r>
      <w:r w:rsidRPr="009071AC">
        <w:t>une idée soudaine le ramena</w:t>
      </w:r>
      <w:r w:rsidR="00F635DB">
        <w:t>.</w:t>
      </w:r>
    </w:p>
    <w:p w14:paraId="2089E02D" w14:textId="77777777" w:rsidR="00F635DB" w:rsidRDefault="00F635DB" w:rsidP="00F635DB">
      <w:r>
        <w:t>— </w:t>
      </w:r>
      <w:r w:rsidR="00855694" w:rsidRPr="009071AC">
        <w:t>Excusez</w:t>
      </w:r>
      <w:r>
        <w:t xml:space="preserve">, </w:t>
      </w:r>
      <w:r w:rsidR="00855694" w:rsidRPr="009071AC">
        <w:t>fit-il avec une prestigieuse volubilité</w:t>
      </w:r>
      <w:r>
        <w:t xml:space="preserve">, </w:t>
      </w:r>
      <w:r w:rsidR="00855694" w:rsidRPr="009071AC">
        <w:t>je suis si ahuri que j</w:t>
      </w:r>
      <w:r>
        <w:t>’</w:t>
      </w:r>
      <w:r w:rsidR="00855694" w:rsidRPr="009071AC">
        <w:t>oubliais mes affaires</w:t>
      </w:r>
      <w:r>
        <w:t xml:space="preserve">… </w:t>
      </w:r>
      <w:r w:rsidR="00855694" w:rsidRPr="009071AC">
        <w:t>Dites-donc</w:t>
      </w:r>
      <w:r>
        <w:t xml:space="preserve">, </w:t>
      </w:r>
      <w:r w:rsidR="00855694" w:rsidRPr="009071AC">
        <w:t>m</w:t>
      </w:r>
      <w:r>
        <w:t>’</w:t>
      </w:r>
      <w:proofErr w:type="spellStart"/>
      <w:r w:rsidR="00855694" w:rsidRPr="009071AC">
        <w:t>sieu</w:t>
      </w:r>
      <w:proofErr w:type="spellEnd"/>
      <w:r>
        <w:t xml:space="preserve">, </w:t>
      </w:r>
      <w:r w:rsidR="00855694" w:rsidRPr="009071AC">
        <w:t>quand le comte sera mort</w:t>
      </w:r>
      <w:r>
        <w:t xml:space="preserve">, </w:t>
      </w:r>
      <w:r w:rsidR="00855694" w:rsidRPr="009071AC">
        <w:t>c</w:t>
      </w:r>
      <w:r>
        <w:t>’</w:t>
      </w:r>
      <w:r w:rsidR="00855694" w:rsidRPr="009071AC">
        <w:t>est vous</w:t>
      </w:r>
      <w:r>
        <w:t xml:space="preserve">, </w:t>
      </w:r>
      <w:r w:rsidR="00855694" w:rsidRPr="009071AC">
        <w:t>n</w:t>
      </w:r>
      <w:r>
        <w:t>’</w:t>
      </w:r>
      <w:r w:rsidR="00855694" w:rsidRPr="009071AC">
        <w:t>est-ce pas qui commanderez le service</w:t>
      </w:r>
      <w:r>
        <w:t xml:space="preserve">… </w:t>
      </w:r>
      <w:r w:rsidR="00855694" w:rsidRPr="009071AC">
        <w:t>Eh bien</w:t>
      </w:r>
      <w:r>
        <w:t xml:space="preserve"> ! </w:t>
      </w:r>
      <w:r w:rsidR="00855694" w:rsidRPr="009071AC">
        <w:t>là</w:t>
      </w:r>
      <w:r>
        <w:t xml:space="preserve">, </w:t>
      </w:r>
      <w:r w:rsidR="00855694" w:rsidRPr="009071AC">
        <w:t>un conseil</w:t>
      </w:r>
      <w:r>
        <w:t xml:space="preserve">, </w:t>
      </w:r>
      <w:r w:rsidR="00855694" w:rsidRPr="009071AC">
        <w:t>n</w:t>
      </w:r>
      <w:r>
        <w:t>’</w:t>
      </w:r>
      <w:r w:rsidR="00855694" w:rsidRPr="009071AC">
        <w:t>allez pas aux pompes funèbres</w:t>
      </w:r>
      <w:r>
        <w:t xml:space="preserve">, </w:t>
      </w:r>
      <w:r w:rsidR="00855694" w:rsidRPr="009071AC">
        <w:t>venez chez nous</w:t>
      </w:r>
      <w:r>
        <w:t xml:space="preserve">, </w:t>
      </w:r>
      <w:r w:rsidR="00855694" w:rsidRPr="009071AC">
        <w:t>tenez</w:t>
      </w:r>
      <w:r>
        <w:t xml:space="preserve">, </w:t>
      </w:r>
      <w:r w:rsidR="00855694" w:rsidRPr="009071AC">
        <w:t>voilà l</w:t>
      </w:r>
      <w:r>
        <w:t>’</w:t>
      </w:r>
      <w:r w:rsidR="00855694" w:rsidRPr="009071AC">
        <w:t>adresse</w:t>
      </w:r>
      <w:r>
        <w:t xml:space="preserve"> – </w:t>
      </w:r>
      <w:r w:rsidR="00855694" w:rsidRPr="009071AC">
        <w:t>il tendait une carte</w:t>
      </w:r>
      <w:r>
        <w:t xml:space="preserve"> – </w:t>
      </w:r>
      <w:r w:rsidR="00855694" w:rsidRPr="009071AC">
        <w:t>nous traiterons pour vous avec les pompes</w:t>
      </w:r>
      <w:r>
        <w:t xml:space="preserve">, </w:t>
      </w:r>
      <w:r w:rsidR="00855694" w:rsidRPr="009071AC">
        <w:t>et nous nous chargerons de toutes les démarches</w:t>
      </w:r>
      <w:r>
        <w:t xml:space="preserve">. </w:t>
      </w:r>
      <w:r w:rsidR="00855694" w:rsidRPr="009071AC">
        <w:t>Ce sera plus beau et meilleur marché</w:t>
      </w:r>
      <w:r>
        <w:t xml:space="preserve">, </w:t>
      </w:r>
      <w:r w:rsidR="00855694" w:rsidRPr="009071AC">
        <w:t>par le moyen de certaines combinaisons de tarif</w:t>
      </w:r>
      <w:r>
        <w:t xml:space="preserve">… </w:t>
      </w:r>
      <w:r w:rsidR="00855694" w:rsidRPr="009071AC">
        <w:t>Tout</w:t>
      </w:r>
      <w:r>
        <w:t xml:space="preserve">, </w:t>
      </w:r>
      <w:r w:rsidR="00855694" w:rsidRPr="009071AC">
        <w:t>jusqu</w:t>
      </w:r>
      <w:r>
        <w:t>’</w:t>
      </w:r>
      <w:r w:rsidR="00855694" w:rsidRPr="009071AC">
        <w:t>au dernier pompon</w:t>
      </w:r>
      <w:r>
        <w:t xml:space="preserve">, </w:t>
      </w:r>
      <w:r w:rsidR="00855694" w:rsidRPr="009071AC">
        <w:t>est garanti sur facture</w:t>
      </w:r>
      <w:r>
        <w:t xml:space="preserve">, </w:t>
      </w:r>
      <w:r w:rsidR="00855694" w:rsidRPr="009071AC">
        <w:t>on peut vérifier pendant la cérémonie</w:t>
      </w:r>
      <w:r>
        <w:t xml:space="preserve">, </w:t>
      </w:r>
      <w:r w:rsidR="00855694" w:rsidRPr="009071AC">
        <w:t>on ne paye qu</w:t>
      </w:r>
      <w:r>
        <w:t>’</w:t>
      </w:r>
      <w:r w:rsidR="00855694" w:rsidRPr="009071AC">
        <w:t>après livraison</w:t>
      </w:r>
      <w:r>
        <w:t xml:space="preserve">… </w:t>
      </w:r>
      <w:r w:rsidR="00855694" w:rsidRPr="009071AC">
        <w:t>Hein</w:t>
      </w:r>
      <w:r>
        <w:t xml:space="preserve"> ! </w:t>
      </w:r>
      <w:r w:rsidR="00855694" w:rsidRPr="009071AC">
        <w:t>c</w:t>
      </w:r>
      <w:r>
        <w:t>’</w:t>
      </w:r>
      <w:r w:rsidR="00855694" w:rsidRPr="009071AC">
        <w:t>est dit</w:t>
      </w:r>
      <w:r>
        <w:t>.</w:t>
      </w:r>
    </w:p>
    <w:p w14:paraId="4B4CF5B2" w14:textId="77777777" w:rsidR="00F635DB" w:rsidRDefault="00855694" w:rsidP="00F635DB">
      <w:r w:rsidRPr="009071AC">
        <w:t>Mais le valet haussait les épaules</w:t>
      </w:r>
      <w:r w:rsidR="00F635DB">
        <w:t>.</w:t>
      </w:r>
    </w:p>
    <w:p w14:paraId="0FAAA8B0" w14:textId="77777777" w:rsidR="00F635DB" w:rsidRDefault="00F635DB" w:rsidP="00F635DB">
      <w:r>
        <w:t>— </w:t>
      </w:r>
      <w:proofErr w:type="spellStart"/>
      <w:r w:rsidR="00855694" w:rsidRPr="009071AC">
        <w:t>Bast</w:t>
      </w:r>
      <w:proofErr w:type="spellEnd"/>
      <w:r>
        <w:t xml:space="preserve"> ! </w:t>
      </w:r>
      <w:r w:rsidR="00855694" w:rsidRPr="009071AC">
        <w:t>fit-il négligemment</w:t>
      </w:r>
      <w:r>
        <w:t xml:space="preserve">, </w:t>
      </w:r>
      <w:r w:rsidR="00855694" w:rsidRPr="009071AC">
        <w:t>à quoi bon</w:t>
      </w:r>
      <w:r>
        <w:t> !</w:t>
      </w:r>
    </w:p>
    <w:p w14:paraId="696594D3" w14:textId="77777777" w:rsidR="00F635DB" w:rsidRDefault="00F635DB" w:rsidP="00F635DB">
      <w:r>
        <w:lastRenderedPageBreak/>
        <w:t>— </w:t>
      </w:r>
      <w:r w:rsidR="00855694" w:rsidRPr="009071AC">
        <w:t>Comment</w:t>
      </w:r>
      <w:r>
        <w:t xml:space="preserve"> !… </w:t>
      </w:r>
      <w:r w:rsidR="00855694" w:rsidRPr="009071AC">
        <w:t>Vous ne savez donc pas que sur un service de première il y aurait peut-être deux cents francs de commission que nous partagerions</w:t>
      </w:r>
      <w:r>
        <w:t> ?…</w:t>
      </w:r>
    </w:p>
    <w:p w14:paraId="3F7B5B2E" w14:textId="10412C38" w:rsidR="00F635DB" w:rsidRDefault="00F635DB" w:rsidP="00F635DB">
      <w:r>
        <w:t>— </w:t>
      </w:r>
      <w:r w:rsidR="00855694" w:rsidRPr="009071AC">
        <w:t>Diable</w:t>
      </w:r>
      <w:r>
        <w:t xml:space="preserve"> !… </w:t>
      </w:r>
      <w:r w:rsidR="00855694" w:rsidRPr="009071AC">
        <w:t>c</w:t>
      </w:r>
      <w:r>
        <w:t>’</w:t>
      </w:r>
      <w:r w:rsidR="00855694" w:rsidRPr="009071AC">
        <w:t>est à regarder</w:t>
      </w:r>
      <w:r>
        <w:t xml:space="preserve">. </w:t>
      </w:r>
      <w:r w:rsidR="00855694" w:rsidRPr="009071AC">
        <w:t>Passez-moi votre carte et comptez sur moi</w:t>
      </w:r>
      <w:r>
        <w:t xml:space="preserve">. </w:t>
      </w:r>
      <w:r w:rsidR="00855694" w:rsidRPr="009071AC">
        <w:t xml:space="preserve">Mes civilités à </w:t>
      </w:r>
      <w:r>
        <w:t>M. </w:t>
      </w:r>
      <w:r w:rsidR="00855694" w:rsidRPr="009071AC">
        <w:t>Fortunat</w:t>
      </w:r>
      <w:r>
        <w:t xml:space="preserve">, </w:t>
      </w:r>
      <w:r w:rsidR="00855694" w:rsidRPr="009071AC">
        <w:t>n</w:t>
      </w:r>
      <w:r>
        <w:t>’</w:t>
      </w:r>
      <w:r w:rsidR="00855694" w:rsidRPr="009071AC">
        <w:t>est-ce pas</w:t>
      </w:r>
      <w:r>
        <w:t>…</w:t>
      </w:r>
    </w:p>
    <w:p w14:paraId="2B5B10A0" w14:textId="77777777" w:rsidR="00F635DB" w:rsidRDefault="00855694" w:rsidP="00F635DB">
      <w:r w:rsidRPr="009071AC">
        <w:t>Et il rentra</w:t>
      </w:r>
      <w:r w:rsidR="00F635DB">
        <w:t>.</w:t>
      </w:r>
    </w:p>
    <w:p w14:paraId="21542D83" w14:textId="77777777" w:rsidR="00F635DB" w:rsidRDefault="00855694" w:rsidP="00F635DB">
      <w:r w:rsidRPr="009071AC">
        <w:t>Resté seul</w:t>
      </w:r>
      <w:r w:rsidR="00F635DB">
        <w:t xml:space="preserve">, </w:t>
      </w:r>
      <w:r w:rsidRPr="009071AC">
        <w:t>Victor Chupin tira de sa poche et consulta une grosse montre d</w:t>
      </w:r>
      <w:r w:rsidR="00F635DB">
        <w:t>’</w:t>
      </w:r>
      <w:r w:rsidRPr="009071AC">
        <w:t>argent</w:t>
      </w:r>
      <w:r w:rsidR="00F635DB">
        <w:t>.</w:t>
      </w:r>
    </w:p>
    <w:p w14:paraId="288B3385" w14:textId="77777777" w:rsidR="00F635DB" w:rsidRDefault="00F635DB" w:rsidP="00F635DB">
      <w:r>
        <w:t>— </w:t>
      </w:r>
      <w:r w:rsidR="00855694" w:rsidRPr="009071AC">
        <w:t>Huit heures moins cinq</w:t>
      </w:r>
      <w:r>
        <w:t xml:space="preserve">, </w:t>
      </w:r>
      <w:r w:rsidR="00855694" w:rsidRPr="009071AC">
        <w:t>grommela-t-il</w:t>
      </w:r>
      <w:r>
        <w:t xml:space="preserve">, </w:t>
      </w:r>
      <w:r w:rsidR="00855694" w:rsidRPr="009071AC">
        <w:t>et le patron m</w:t>
      </w:r>
      <w:r>
        <w:t>’</w:t>
      </w:r>
      <w:r w:rsidR="00855694" w:rsidRPr="009071AC">
        <w:t>attend à huit heures</w:t>
      </w:r>
      <w:r>
        <w:t xml:space="preserve">… </w:t>
      </w:r>
      <w:r w:rsidR="00855694" w:rsidRPr="009071AC">
        <w:t>je n</w:t>
      </w:r>
      <w:r>
        <w:t>’</w:t>
      </w:r>
      <w:r w:rsidR="00855694" w:rsidRPr="009071AC">
        <w:t>ai qu</w:t>
      </w:r>
      <w:r>
        <w:t>’</w:t>
      </w:r>
      <w:r w:rsidR="00855694" w:rsidRPr="009071AC">
        <w:t>à jouer des jambes</w:t>
      </w:r>
      <w:r>
        <w:t>.</w:t>
      </w:r>
    </w:p>
    <w:p w14:paraId="5DE2B914" w14:textId="3562C0CC" w:rsidR="00855694" w:rsidRPr="009071AC" w:rsidRDefault="00855694" w:rsidP="00F635DB">
      <w:pPr>
        <w:pStyle w:val="Titre1"/>
      </w:pPr>
      <w:bookmarkStart w:id="2" w:name="_Toc202021400"/>
      <w:r w:rsidRPr="009071AC">
        <w:lastRenderedPageBreak/>
        <w:t>II</w:t>
      </w:r>
      <w:bookmarkEnd w:id="2"/>
      <w:r w:rsidRPr="009071AC">
        <w:br/>
      </w:r>
    </w:p>
    <w:p w14:paraId="326D9CE0" w14:textId="470F9AA9" w:rsidR="00F635DB" w:rsidRDefault="00855694" w:rsidP="00F635DB">
      <w:r w:rsidRPr="009071AC">
        <w:t>C</w:t>
      </w:r>
      <w:r w:rsidR="00F635DB">
        <w:t>’</w:t>
      </w:r>
      <w:r w:rsidRPr="009071AC">
        <w:t>est place de la Bourse</w:t>
      </w:r>
      <w:r w:rsidR="00F635DB">
        <w:t xml:space="preserve">, </w:t>
      </w:r>
      <w:r w:rsidRPr="009071AC">
        <w:t>n</w:t>
      </w:r>
      <w:r w:rsidR="00F635DB">
        <w:t>° </w:t>
      </w:r>
      <w:r w:rsidR="00F635DB" w:rsidRPr="009071AC">
        <w:t>2</w:t>
      </w:r>
      <w:r w:rsidRPr="009071AC">
        <w:t>7</w:t>
      </w:r>
      <w:r w:rsidR="00F635DB">
        <w:t xml:space="preserve">, </w:t>
      </w:r>
      <w:r w:rsidRPr="009071AC">
        <w:t>au troisième au-dessus de l</w:t>
      </w:r>
      <w:r w:rsidR="00F635DB">
        <w:t>’</w:t>
      </w:r>
      <w:r w:rsidRPr="009071AC">
        <w:t>entresol</w:t>
      </w:r>
      <w:r w:rsidR="00F635DB">
        <w:t xml:space="preserve">, </w:t>
      </w:r>
      <w:r w:rsidRPr="009071AC">
        <w:t xml:space="preserve">que demeurait </w:t>
      </w:r>
      <w:r w:rsidR="00F635DB">
        <w:t>M. </w:t>
      </w:r>
      <w:r w:rsidRPr="009071AC">
        <w:t>Isidore Fortunat</w:t>
      </w:r>
      <w:r w:rsidR="00F635DB">
        <w:t>.</w:t>
      </w:r>
    </w:p>
    <w:p w14:paraId="43357703" w14:textId="77777777" w:rsidR="00F635DB" w:rsidRDefault="00855694" w:rsidP="00F635DB">
      <w:r w:rsidRPr="009071AC">
        <w:t>Il avait là un appartement honorable</w:t>
      </w:r>
      <w:r w:rsidR="00F635DB">
        <w:t xml:space="preserve"> : </w:t>
      </w:r>
      <w:r w:rsidRPr="009071AC">
        <w:t>salon</w:t>
      </w:r>
      <w:r w:rsidR="00F635DB">
        <w:t xml:space="preserve">, </w:t>
      </w:r>
      <w:r w:rsidRPr="009071AC">
        <w:t>salle à manger</w:t>
      </w:r>
      <w:r w:rsidR="00F635DB">
        <w:t xml:space="preserve">, </w:t>
      </w:r>
      <w:r w:rsidRPr="009071AC">
        <w:t>chambre à coucher</w:t>
      </w:r>
      <w:r w:rsidR="00F635DB">
        <w:t xml:space="preserve">, </w:t>
      </w:r>
      <w:r w:rsidRPr="009071AC">
        <w:t>une vaste pièce où deux employés écrivaient à la journée</w:t>
      </w:r>
      <w:r w:rsidR="00F635DB">
        <w:t xml:space="preserve"> ; </w:t>
      </w:r>
      <w:r w:rsidRPr="009071AC">
        <w:t>enfin</w:t>
      </w:r>
      <w:r w:rsidR="00F635DB">
        <w:t xml:space="preserve">, </w:t>
      </w:r>
      <w:r w:rsidRPr="009071AC">
        <w:t>un beau cabinet de travail</w:t>
      </w:r>
      <w:r w:rsidR="00F635DB">
        <w:t xml:space="preserve">, </w:t>
      </w:r>
      <w:r w:rsidRPr="009071AC">
        <w:t>sanctuaire de sa pensée et de ses méditations</w:t>
      </w:r>
      <w:r w:rsidR="00F635DB">
        <w:t>.</w:t>
      </w:r>
    </w:p>
    <w:p w14:paraId="6E2E321F" w14:textId="77777777" w:rsidR="00F635DB" w:rsidRDefault="00855694" w:rsidP="00F635DB">
      <w:r w:rsidRPr="009071AC">
        <w:t xml:space="preserve">Le tout ne lui coûtait que </w:t>
      </w:r>
      <w:r w:rsidR="00F635DB" w:rsidRPr="009071AC">
        <w:t>6</w:t>
      </w:r>
      <w:r w:rsidR="00F635DB">
        <w:t>,</w:t>
      </w:r>
      <w:r w:rsidR="00F635DB" w:rsidRPr="009071AC">
        <w:t>0</w:t>
      </w:r>
      <w:r w:rsidRPr="009071AC">
        <w:t>00 francs par an</w:t>
      </w:r>
      <w:r w:rsidR="00F635DB">
        <w:t xml:space="preserve"> ; </w:t>
      </w:r>
      <w:r w:rsidRPr="009071AC">
        <w:t>une bagatelle</w:t>
      </w:r>
      <w:r w:rsidR="00F635DB">
        <w:t xml:space="preserve">, </w:t>
      </w:r>
      <w:r w:rsidRPr="009071AC">
        <w:t>au prix où sont les loyers</w:t>
      </w:r>
      <w:r w:rsidR="00F635DB">
        <w:t>.</w:t>
      </w:r>
    </w:p>
    <w:p w14:paraId="7AE711F5" w14:textId="77777777" w:rsidR="00F635DB" w:rsidRDefault="00855694" w:rsidP="00F635DB">
      <w:r w:rsidRPr="009071AC">
        <w:t>Et encore</w:t>
      </w:r>
      <w:r w:rsidR="00F635DB">
        <w:t xml:space="preserve">, </w:t>
      </w:r>
      <w:proofErr w:type="spellStart"/>
      <w:r w:rsidRPr="009071AC">
        <w:t>par dessus</w:t>
      </w:r>
      <w:proofErr w:type="spellEnd"/>
      <w:r w:rsidRPr="009071AC">
        <w:t xml:space="preserve"> le marché</w:t>
      </w:r>
      <w:r w:rsidR="00F635DB">
        <w:t xml:space="preserve">, </w:t>
      </w:r>
      <w:r w:rsidRPr="009071AC">
        <w:t>son bail lui donnait droit à un trou de dix pieds carrés sous les combles</w:t>
      </w:r>
      <w:r w:rsidR="00F635DB">
        <w:t>.</w:t>
      </w:r>
    </w:p>
    <w:p w14:paraId="2078F756" w14:textId="466A1EF6" w:rsidR="00F635DB" w:rsidRDefault="00855694" w:rsidP="00F635DB">
      <w:r w:rsidRPr="009071AC">
        <w:t>Il y logeait sa domestique</w:t>
      </w:r>
      <w:r w:rsidR="00F635DB">
        <w:t>, M</w:t>
      </w:r>
      <w:r w:rsidR="00F635DB" w:rsidRPr="00F635DB">
        <w:rPr>
          <w:vertAlign w:val="superscript"/>
        </w:rPr>
        <w:t>me</w:t>
      </w:r>
      <w:r w:rsidR="00F635DB">
        <w:t> </w:t>
      </w:r>
      <w:proofErr w:type="spellStart"/>
      <w:r w:rsidRPr="009071AC">
        <w:t>Dodelin</w:t>
      </w:r>
      <w:proofErr w:type="spellEnd"/>
      <w:r w:rsidR="00F635DB">
        <w:t xml:space="preserve">, </w:t>
      </w:r>
      <w:r w:rsidRPr="009071AC">
        <w:t>une personne de quarante-six ans</w:t>
      </w:r>
      <w:r w:rsidR="00F635DB">
        <w:t xml:space="preserve">, </w:t>
      </w:r>
      <w:r w:rsidRPr="009071AC">
        <w:t>qui avait eu des malheurs</w:t>
      </w:r>
      <w:r w:rsidR="00F635DB">
        <w:t xml:space="preserve">, </w:t>
      </w:r>
      <w:r w:rsidRPr="009071AC">
        <w:t>et qui faisait sa cuisine</w:t>
      </w:r>
      <w:r w:rsidR="00F635DB">
        <w:t xml:space="preserve">, </w:t>
      </w:r>
      <w:r w:rsidRPr="009071AC">
        <w:t>car il mangeait</w:t>
      </w:r>
      <w:r w:rsidR="00F635DB">
        <w:t xml:space="preserve">, </w:t>
      </w:r>
      <w:r w:rsidRPr="009071AC">
        <w:t>chez lui</w:t>
      </w:r>
      <w:r w:rsidR="00F635DB">
        <w:t xml:space="preserve">, </w:t>
      </w:r>
      <w:r w:rsidRPr="009071AC">
        <w:t>bien que célibataire</w:t>
      </w:r>
      <w:r w:rsidR="00F635DB">
        <w:t>.</w:t>
      </w:r>
    </w:p>
    <w:p w14:paraId="56322FD5" w14:textId="58D62F7E" w:rsidR="00F635DB" w:rsidRDefault="00855694" w:rsidP="00F635DB">
      <w:r w:rsidRPr="009071AC">
        <w:t>Fixé dans le quartier depuis cinq ans</w:t>
      </w:r>
      <w:r w:rsidR="00F635DB">
        <w:t>, M. </w:t>
      </w:r>
      <w:r w:rsidRPr="009071AC">
        <w:t>Fortunat y était très-connu</w:t>
      </w:r>
      <w:r w:rsidR="00F635DB">
        <w:t>.</w:t>
      </w:r>
    </w:p>
    <w:p w14:paraId="6E17A6D4" w14:textId="77777777" w:rsidR="00F635DB" w:rsidRDefault="00855694" w:rsidP="00F635DB">
      <w:r w:rsidRPr="009071AC">
        <w:t>Payant exactement son terme</w:t>
      </w:r>
      <w:r w:rsidR="00F635DB">
        <w:t xml:space="preserve">, </w:t>
      </w:r>
      <w:r w:rsidRPr="009071AC">
        <w:t>ses contributions et ses fournisseurs</w:t>
      </w:r>
      <w:r w:rsidR="00F635DB">
        <w:t xml:space="preserve">, </w:t>
      </w:r>
      <w:r w:rsidRPr="009071AC">
        <w:t>il y était considéré</w:t>
      </w:r>
      <w:r w:rsidR="00F635DB">
        <w:t>.</w:t>
      </w:r>
    </w:p>
    <w:p w14:paraId="5C7D2221" w14:textId="77777777" w:rsidR="00F635DB" w:rsidRDefault="00855694" w:rsidP="00F635DB">
      <w:r w:rsidRPr="009071AC">
        <w:t>À Paris</w:t>
      </w:r>
      <w:r w:rsidR="00F635DB">
        <w:t xml:space="preserve">, </w:t>
      </w:r>
      <w:r w:rsidRPr="009071AC">
        <w:t>la considération ne fait pas crédit</w:t>
      </w:r>
      <w:r w:rsidR="00F635DB">
        <w:t xml:space="preserve"> ; </w:t>
      </w:r>
      <w:r w:rsidRPr="009071AC">
        <w:t>mais elle ne demande jamais aux pièces de cent sous leur certificat d</w:t>
      </w:r>
      <w:r w:rsidR="00F635DB">
        <w:t>’</w:t>
      </w:r>
      <w:r w:rsidRPr="009071AC">
        <w:t>origine</w:t>
      </w:r>
      <w:r w:rsidR="00F635DB">
        <w:t xml:space="preserve"> : </w:t>
      </w:r>
      <w:r w:rsidRPr="009071AC">
        <w:t>elles sonnent</w:t>
      </w:r>
      <w:r w:rsidR="00F635DB">
        <w:t xml:space="preserve">, </w:t>
      </w:r>
      <w:r w:rsidRPr="009071AC">
        <w:t>il suffit</w:t>
      </w:r>
      <w:r w:rsidR="00F635DB">
        <w:t>.</w:t>
      </w:r>
    </w:p>
    <w:p w14:paraId="77D3717F" w14:textId="2044EC70" w:rsidR="00F635DB" w:rsidRDefault="00855694" w:rsidP="00F635DB">
      <w:r w:rsidRPr="009071AC">
        <w:t>D</w:t>
      </w:r>
      <w:r w:rsidR="00F635DB">
        <w:t>’</w:t>
      </w:r>
      <w:r w:rsidRPr="009071AC">
        <w:t>ailleurs</w:t>
      </w:r>
      <w:r w:rsidR="00F635DB">
        <w:t xml:space="preserve">, </w:t>
      </w:r>
      <w:r w:rsidRPr="009071AC">
        <w:t>on savait très-bien d</w:t>
      </w:r>
      <w:r w:rsidR="00F635DB">
        <w:t>’</w:t>
      </w:r>
      <w:r w:rsidRPr="009071AC">
        <w:t xml:space="preserve">où </w:t>
      </w:r>
      <w:r w:rsidR="00F635DB">
        <w:t>M. </w:t>
      </w:r>
      <w:r w:rsidRPr="009071AC">
        <w:t>Isidore Fortunat tirait les siennes</w:t>
      </w:r>
      <w:r w:rsidR="00F635DB">
        <w:t xml:space="preserve">. </w:t>
      </w:r>
      <w:r w:rsidRPr="009071AC">
        <w:t>Ses revenus avaient une enseigne</w:t>
      </w:r>
      <w:r w:rsidR="00F635DB">
        <w:t>.</w:t>
      </w:r>
    </w:p>
    <w:p w14:paraId="353DDDB3" w14:textId="77777777" w:rsidR="00F635DB" w:rsidRDefault="00855694" w:rsidP="00F635DB">
      <w:r w:rsidRPr="009071AC">
        <w:t>Il s</w:t>
      </w:r>
      <w:r w:rsidR="00F635DB">
        <w:t>’</w:t>
      </w:r>
      <w:r w:rsidRPr="009071AC">
        <w:t>occupait d</w:t>
      </w:r>
      <w:r w:rsidR="00F635DB">
        <w:t>’</w:t>
      </w:r>
      <w:r w:rsidRPr="009071AC">
        <w:t>affaires litigieuses et de recouvrements</w:t>
      </w:r>
      <w:r w:rsidR="00F635DB">
        <w:t>.</w:t>
      </w:r>
    </w:p>
    <w:p w14:paraId="39D52C12" w14:textId="77777777" w:rsidR="00F635DB" w:rsidRDefault="00855694" w:rsidP="00F635DB">
      <w:r w:rsidRPr="009071AC">
        <w:lastRenderedPageBreak/>
        <w:t>C</w:t>
      </w:r>
      <w:r w:rsidR="00F635DB">
        <w:t>’</w:t>
      </w:r>
      <w:r w:rsidRPr="009071AC">
        <w:t>était écrit à sa porte</w:t>
      </w:r>
      <w:r w:rsidR="00F635DB">
        <w:t xml:space="preserve">, </w:t>
      </w:r>
      <w:r w:rsidRPr="009071AC">
        <w:t>en toutes lettres</w:t>
      </w:r>
      <w:r w:rsidR="00F635DB">
        <w:t xml:space="preserve">, </w:t>
      </w:r>
      <w:r w:rsidRPr="009071AC">
        <w:t>sur un élégant écusson de cuivre</w:t>
      </w:r>
      <w:r w:rsidR="00F635DB">
        <w:t>.</w:t>
      </w:r>
    </w:p>
    <w:p w14:paraId="5A56BA93" w14:textId="77777777" w:rsidR="00F635DB" w:rsidRDefault="00855694" w:rsidP="00F635DB">
      <w:r w:rsidRPr="009071AC">
        <w:t>Même il devait être</w:t>
      </w:r>
      <w:r w:rsidR="00F635DB">
        <w:t xml:space="preserve">, </w:t>
      </w:r>
      <w:r w:rsidRPr="009071AC">
        <w:t>estimait-on</w:t>
      </w:r>
      <w:r w:rsidR="00F635DB">
        <w:t xml:space="preserve">, </w:t>
      </w:r>
      <w:r w:rsidRPr="009071AC">
        <w:t>très-bien dans ses affaires</w:t>
      </w:r>
      <w:r w:rsidR="00F635DB">
        <w:t xml:space="preserve">. </w:t>
      </w:r>
      <w:r w:rsidRPr="009071AC">
        <w:t>Il occupait six employés tant au dehors qu</w:t>
      </w:r>
      <w:r w:rsidR="00F635DB">
        <w:t>’</w:t>
      </w:r>
      <w:r w:rsidRPr="009071AC">
        <w:t>à l</w:t>
      </w:r>
      <w:r w:rsidR="00F635DB">
        <w:t>’</w:t>
      </w:r>
      <w:r w:rsidRPr="009071AC">
        <w:t>intérieur</w:t>
      </w:r>
      <w:r w:rsidR="00F635DB">
        <w:t xml:space="preserve">. </w:t>
      </w:r>
      <w:r w:rsidRPr="009071AC">
        <w:t>Les clients affluaient si bien chez lui que le concierge</w:t>
      </w:r>
      <w:r w:rsidR="00F635DB">
        <w:t xml:space="preserve">, </w:t>
      </w:r>
      <w:r w:rsidRPr="009071AC">
        <w:t>par certains jours</w:t>
      </w:r>
      <w:r w:rsidR="00F635DB">
        <w:t xml:space="preserve">, </w:t>
      </w:r>
      <w:r w:rsidRPr="009071AC">
        <w:t>s</w:t>
      </w:r>
      <w:r w:rsidR="00F635DB">
        <w:t>’</w:t>
      </w:r>
      <w:r w:rsidRPr="009071AC">
        <w:t>en plaignait</w:t>
      </w:r>
      <w:r w:rsidR="00F635DB">
        <w:t xml:space="preserve">, </w:t>
      </w:r>
      <w:r w:rsidRPr="009071AC">
        <w:t>disant que c</w:t>
      </w:r>
      <w:r w:rsidR="00F635DB">
        <w:t>’</w:t>
      </w:r>
      <w:r w:rsidRPr="009071AC">
        <w:t>était pis qu</w:t>
      </w:r>
      <w:r w:rsidR="00F635DB">
        <w:t>’</w:t>
      </w:r>
      <w:r w:rsidRPr="009071AC">
        <w:t>une procession et que</w:t>
      </w:r>
      <w:r w:rsidR="00F635DB">
        <w:t xml:space="preserve">, </w:t>
      </w:r>
      <w:r w:rsidRPr="009071AC">
        <w:t>même</w:t>
      </w:r>
      <w:r w:rsidR="00F635DB">
        <w:t xml:space="preserve">, </w:t>
      </w:r>
      <w:r w:rsidRPr="009071AC">
        <w:t>les escaliers de l</w:t>
      </w:r>
      <w:r w:rsidR="00F635DB">
        <w:t>’</w:t>
      </w:r>
      <w:r w:rsidRPr="009071AC">
        <w:t>immeuble en étaient dégradés</w:t>
      </w:r>
      <w:r w:rsidR="00F635DB">
        <w:t>.</w:t>
      </w:r>
    </w:p>
    <w:p w14:paraId="63495863" w14:textId="77777777" w:rsidR="00F635DB" w:rsidRDefault="00855694" w:rsidP="00F635DB">
      <w:r w:rsidRPr="009071AC">
        <w:t>Demander plus ou seulement autre chose à un voisin</w:t>
      </w:r>
      <w:r w:rsidR="00F635DB">
        <w:t xml:space="preserve">, </w:t>
      </w:r>
      <w:r w:rsidRPr="009071AC">
        <w:t>avant de lui accorder toute son estime</w:t>
      </w:r>
      <w:r w:rsidR="00F635DB">
        <w:t xml:space="preserve">, </w:t>
      </w:r>
      <w:r w:rsidRPr="009071AC">
        <w:t>serait véritablement de l</w:t>
      </w:r>
      <w:r w:rsidR="00F635DB">
        <w:t>’</w:t>
      </w:r>
      <w:r w:rsidRPr="009071AC">
        <w:t>inquisition</w:t>
      </w:r>
      <w:r w:rsidR="00F635DB">
        <w:t>.</w:t>
      </w:r>
    </w:p>
    <w:p w14:paraId="553D9EED" w14:textId="2489F267" w:rsidR="00F635DB" w:rsidRDefault="00855694" w:rsidP="00F635DB">
      <w:r w:rsidRPr="009071AC">
        <w:t>Il faut ajouter</w:t>
      </w:r>
      <w:r w:rsidR="00F635DB">
        <w:t xml:space="preserve">, </w:t>
      </w:r>
      <w:r w:rsidRPr="009071AC">
        <w:t>pour être juste</w:t>
      </w:r>
      <w:r w:rsidR="00F635DB">
        <w:t xml:space="preserve">, </w:t>
      </w:r>
      <w:r w:rsidRPr="009071AC">
        <w:t>que l</w:t>
      </w:r>
      <w:r w:rsidR="00F635DB">
        <w:t>’</w:t>
      </w:r>
      <w:r w:rsidRPr="009071AC">
        <w:t>extérieur</w:t>
      </w:r>
      <w:r w:rsidR="00F635DB">
        <w:t xml:space="preserve">, </w:t>
      </w:r>
      <w:r w:rsidRPr="009071AC">
        <w:t xml:space="preserve">la conduite et les manières de </w:t>
      </w:r>
      <w:r w:rsidR="00F635DB">
        <w:t>M. </w:t>
      </w:r>
      <w:r w:rsidRPr="009071AC">
        <w:t>Fortunat étaient de nature à lui concilier les plus difficiles sympathies</w:t>
      </w:r>
      <w:r w:rsidR="00F635DB">
        <w:t>.</w:t>
      </w:r>
    </w:p>
    <w:p w14:paraId="7804AF6F" w14:textId="77777777" w:rsidR="00F635DB" w:rsidRDefault="00855694" w:rsidP="00F635DB">
      <w:r w:rsidRPr="009071AC">
        <w:t>C</w:t>
      </w:r>
      <w:r w:rsidR="00F635DB">
        <w:t>’</w:t>
      </w:r>
      <w:r w:rsidRPr="009071AC">
        <w:t>était un homme de trente-huit ans</w:t>
      </w:r>
      <w:r w:rsidR="00F635DB">
        <w:t xml:space="preserve">, </w:t>
      </w:r>
      <w:r w:rsidRPr="009071AC">
        <w:t>méthodique et doux</w:t>
      </w:r>
      <w:r w:rsidR="00F635DB">
        <w:t xml:space="preserve">, </w:t>
      </w:r>
      <w:r w:rsidRPr="009071AC">
        <w:t>instruit</w:t>
      </w:r>
      <w:r w:rsidR="00F635DB">
        <w:t xml:space="preserve">, </w:t>
      </w:r>
      <w:r w:rsidRPr="009071AC">
        <w:t>causeur agréable</w:t>
      </w:r>
      <w:r w:rsidR="00F635DB">
        <w:t xml:space="preserve">, </w:t>
      </w:r>
      <w:r w:rsidRPr="009071AC">
        <w:t>fort bien de sa personne</w:t>
      </w:r>
      <w:r w:rsidR="00F635DB">
        <w:t xml:space="preserve">, </w:t>
      </w:r>
      <w:r w:rsidRPr="009071AC">
        <w:t>et toujours mis avec une sorte de recherche du meilleur goût</w:t>
      </w:r>
      <w:r w:rsidR="00F635DB">
        <w:t xml:space="preserve">. </w:t>
      </w:r>
      <w:r w:rsidRPr="009071AC">
        <w:t>On l</w:t>
      </w:r>
      <w:r w:rsidR="00F635DB">
        <w:t>’</w:t>
      </w:r>
      <w:r w:rsidRPr="009071AC">
        <w:t>accusait d</w:t>
      </w:r>
      <w:r w:rsidR="00F635DB">
        <w:t>’</w:t>
      </w:r>
      <w:r w:rsidRPr="009071AC">
        <w:t>être</w:t>
      </w:r>
      <w:r w:rsidR="00F635DB">
        <w:t xml:space="preserve">, </w:t>
      </w:r>
      <w:r w:rsidRPr="009071AC">
        <w:t>en affaires</w:t>
      </w:r>
      <w:r w:rsidR="00F635DB">
        <w:t xml:space="preserve">, </w:t>
      </w:r>
      <w:r w:rsidRPr="009071AC">
        <w:t>poli</w:t>
      </w:r>
      <w:r w:rsidR="00F635DB">
        <w:t xml:space="preserve">, </w:t>
      </w:r>
      <w:r w:rsidRPr="009071AC">
        <w:t>dur et froid comme une dalle de la Morgue</w:t>
      </w:r>
      <w:r w:rsidR="00F635DB">
        <w:t xml:space="preserve">, </w:t>
      </w:r>
      <w:r w:rsidRPr="009071AC">
        <w:t>mais chacun entend les affaires à sa guise</w:t>
      </w:r>
      <w:r w:rsidR="00F635DB">
        <w:t>.</w:t>
      </w:r>
    </w:p>
    <w:p w14:paraId="190E590B" w14:textId="77777777" w:rsidR="00F635DB" w:rsidRDefault="00855694" w:rsidP="00F635DB">
      <w:r w:rsidRPr="009071AC">
        <w:t>Ce qui est sûr</w:t>
      </w:r>
      <w:r w:rsidR="00F635DB">
        <w:t xml:space="preserve">, </w:t>
      </w:r>
      <w:r w:rsidRPr="009071AC">
        <w:t>c</w:t>
      </w:r>
      <w:r w:rsidR="00F635DB">
        <w:t>’</w:t>
      </w:r>
      <w:r w:rsidRPr="009071AC">
        <w:t>est qu</w:t>
      </w:r>
      <w:r w:rsidR="00F635DB">
        <w:t>’</w:t>
      </w:r>
      <w:r w:rsidRPr="009071AC">
        <w:t>il n</w:t>
      </w:r>
      <w:r w:rsidR="00F635DB">
        <w:t>’</w:t>
      </w:r>
      <w:r w:rsidRPr="009071AC">
        <w:t>allait jamais au café</w:t>
      </w:r>
      <w:r w:rsidR="00F635DB">
        <w:t xml:space="preserve">. </w:t>
      </w:r>
      <w:r w:rsidRPr="009071AC">
        <w:t>S</w:t>
      </w:r>
      <w:r w:rsidR="00F635DB">
        <w:t>’</w:t>
      </w:r>
      <w:r w:rsidRPr="009071AC">
        <w:t>il sortait après son dîner</w:t>
      </w:r>
      <w:r w:rsidR="00F635DB">
        <w:t xml:space="preserve">, </w:t>
      </w:r>
      <w:r w:rsidRPr="009071AC">
        <w:t>c</w:t>
      </w:r>
      <w:r w:rsidR="00F635DB">
        <w:t>’</w:t>
      </w:r>
      <w:r w:rsidRPr="009071AC">
        <w:t>était pour passer la soirée chez quelque riche négociant du voisinage</w:t>
      </w:r>
      <w:r w:rsidR="00F635DB">
        <w:t xml:space="preserve">. </w:t>
      </w:r>
      <w:r w:rsidRPr="009071AC">
        <w:t>Il détestait l</w:t>
      </w:r>
      <w:r w:rsidR="00F635DB">
        <w:t>’</w:t>
      </w:r>
      <w:r w:rsidRPr="009071AC">
        <w:t>odeur du tabac et inclinait vers la dévotion</w:t>
      </w:r>
      <w:r w:rsidR="00F635DB">
        <w:t xml:space="preserve">, </w:t>
      </w:r>
      <w:r w:rsidRPr="009071AC">
        <w:t>ne manquant jamais la messe de huit heures le dimanche</w:t>
      </w:r>
      <w:r w:rsidR="00F635DB">
        <w:t>.</w:t>
      </w:r>
    </w:p>
    <w:p w14:paraId="3B5ECB50" w14:textId="77777777" w:rsidR="00F635DB" w:rsidRDefault="00855694" w:rsidP="00F635DB">
      <w:r w:rsidRPr="009071AC">
        <w:t>Sa gouvernante le soupçonnait de velléités matrimoniales</w:t>
      </w:r>
      <w:r w:rsidR="00F635DB">
        <w:t xml:space="preserve">. </w:t>
      </w:r>
      <w:r w:rsidRPr="009071AC">
        <w:t>Peut-être avait-elle raison</w:t>
      </w:r>
      <w:r w:rsidR="00F635DB">
        <w:t>.</w:t>
      </w:r>
    </w:p>
    <w:p w14:paraId="2DBC1954" w14:textId="392FCA8F" w:rsidR="00F635DB" w:rsidRDefault="00855694" w:rsidP="00F635DB">
      <w:r w:rsidRPr="009071AC">
        <w:t>Quoi qu</w:t>
      </w:r>
      <w:r w:rsidR="00F635DB">
        <w:t>’</w:t>
      </w:r>
      <w:r w:rsidRPr="009071AC">
        <w:t>il en soit</w:t>
      </w:r>
      <w:r w:rsidR="00F635DB">
        <w:t>, M. </w:t>
      </w:r>
      <w:r w:rsidRPr="009071AC">
        <w:t>Isidore Fortunat finissait de dîner</w:t>
      </w:r>
      <w:r w:rsidR="00F635DB">
        <w:t xml:space="preserve">, </w:t>
      </w:r>
      <w:r w:rsidRPr="009071AC">
        <w:t>seul comme de coutume</w:t>
      </w:r>
      <w:r w:rsidR="00F635DB">
        <w:t xml:space="preserve">, </w:t>
      </w:r>
      <w:r w:rsidRPr="009071AC">
        <w:t xml:space="preserve">et il savourait à petites gorgées une </w:t>
      </w:r>
      <w:r w:rsidRPr="009071AC">
        <w:lastRenderedPageBreak/>
        <w:t>tasse d</w:t>
      </w:r>
      <w:r w:rsidR="00F635DB">
        <w:t>’</w:t>
      </w:r>
      <w:r w:rsidRPr="009071AC">
        <w:t>excellent thé</w:t>
      </w:r>
      <w:r w:rsidR="00F635DB">
        <w:t xml:space="preserve">, </w:t>
      </w:r>
      <w:r w:rsidRPr="009071AC">
        <w:t>quand le timbre de l</w:t>
      </w:r>
      <w:r w:rsidR="00F635DB">
        <w:t>’</w:t>
      </w:r>
      <w:r w:rsidRPr="009071AC">
        <w:t>antichambre lui annonça un visiteur</w:t>
      </w:r>
      <w:r w:rsidR="00F635DB">
        <w:t>.</w:t>
      </w:r>
    </w:p>
    <w:p w14:paraId="271CF13E" w14:textId="271DDD1F" w:rsidR="00F635DB" w:rsidRDefault="00F635DB" w:rsidP="00F635DB">
      <w:r>
        <w:t>M</w:t>
      </w:r>
      <w:r w:rsidRPr="00F635DB">
        <w:rPr>
          <w:vertAlign w:val="superscript"/>
        </w:rPr>
        <w:t>me</w:t>
      </w:r>
      <w:r>
        <w:t> </w:t>
      </w:r>
      <w:proofErr w:type="spellStart"/>
      <w:r w:rsidR="00855694" w:rsidRPr="009071AC">
        <w:t>Dodelin</w:t>
      </w:r>
      <w:proofErr w:type="spellEnd"/>
      <w:r w:rsidR="00855694" w:rsidRPr="009071AC">
        <w:t xml:space="preserve"> se hâta d</w:t>
      </w:r>
      <w:r>
        <w:t>’</w:t>
      </w:r>
      <w:r w:rsidR="00855694" w:rsidRPr="009071AC">
        <w:t>aller ouvrir</w:t>
      </w:r>
      <w:r>
        <w:t xml:space="preserve">, </w:t>
      </w:r>
      <w:r w:rsidR="00855694" w:rsidRPr="009071AC">
        <w:t>et Victor Chupin parut</w:t>
      </w:r>
      <w:r>
        <w:t xml:space="preserve">, </w:t>
      </w:r>
      <w:r w:rsidR="00855694" w:rsidRPr="009071AC">
        <w:t>tout essoufflé de la course qu</w:t>
      </w:r>
      <w:r>
        <w:t>’</w:t>
      </w:r>
      <w:r w:rsidR="00855694" w:rsidRPr="009071AC">
        <w:t>il venait de fournir</w:t>
      </w:r>
      <w:r>
        <w:t>.</w:t>
      </w:r>
    </w:p>
    <w:p w14:paraId="1B8C0C55" w14:textId="77777777" w:rsidR="00F635DB" w:rsidRDefault="00855694" w:rsidP="00F635DB">
      <w:r w:rsidRPr="009071AC">
        <w:t>Il n</w:t>
      </w:r>
      <w:r w:rsidR="00F635DB">
        <w:t>’</w:t>
      </w:r>
      <w:r w:rsidRPr="009071AC">
        <w:t>avait pas mis vingt-cinq minutes à franchir la distance qui sépare la rue de Courcelles de la place de la Bourse</w:t>
      </w:r>
      <w:r w:rsidR="00F635DB">
        <w:t>.</w:t>
      </w:r>
    </w:p>
    <w:p w14:paraId="3866FB94" w14:textId="728593E8" w:rsidR="00F635DB" w:rsidRDefault="00F635DB" w:rsidP="00F635DB">
      <w:r>
        <w:t>— </w:t>
      </w:r>
      <w:r w:rsidR="00855694" w:rsidRPr="009071AC">
        <w:t>Vous êtes en retard</w:t>
      </w:r>
      <w:r>
        <w:t xml:space="preserve">, </w:t>
      </w:r>
      <w:r w:rsidR="00855694" w:rsidRPr="009071AC">
        <w:t>Victor</w:t>
      </w:r>
      <w:r>
        <w:t xml:space="preserve">, </w:t>
      </w:r>
      <w:r w:rsidR="00855694" w:rsidRPr="009071AC">
        <w:t xml:space="preserve">lui dit doucement </w:t>
      </w:r>
      <w:r>
        <w:t>M. </w:t>
      </w:r>
      <w:r w:rsidR="00855694" w:rsidRPr="009071AC">
        <w:t>Fortunat</w:t>
      </w:r>
      <w:r>
        <w:t>.</w:t>
      </w:r>
    </w:p>
    <w:p w14:paraId="3E2314B7" w14:textId="77777777" w:rsidR="00F635DB" w:rsidRDefault="00F635DB" w:rsidP="00F635DB">
      <w:r>
        <w:t>— </w:t>
      </w:r>
      <w:r w:rsidR="00855694" w:rsidRPr="009071AC">
        <w:t>C</w:t>
      </w:r>
      <w:r>
        <w:t>’</w:t>
      </w:r>
      <w:r w:rsidR="00855694" w:rsidRPr="009071AC">
        <w:t>est vrai</w:t>
      </w:r>
      <w:r>
        <w:t xml:space="preserve">, </w:t>
      </w:r>
      <w:r w:rsidR="00855694" w:rsidRPr="009071AC">
        <w:t>m</w:t>
      </w:r>
      <w:r>
        <w:t>’</w:t>
      </w:r>
      <w:proofErr w:type="spellStart"/>
      <w:r w:rsidR="00855694" w:rsidRPr="009071AC">
        <w:t>sieu</w:t>
      </w:r>
      <w:proofErr w:type="spellEnd"/>
      <w:r>
        <w:t xml:space="preserve">, </w:t>
      </w:r>
      <w:r w:rsidR="00855694" w:rsidRPr="009071AC">
        <w:t>mais ce n</w:t>
      </w:r>
      <w:r>
        <w:t>’</w:t>
      </w:r>
      <w:r w:rsidR="00855694" w:rsidRPr="009071AC">
        <w:t>est pas ma faute</w:t>
      </w:r>
      <w:r>
        <w:t xml:space="preserve">, </w:t>
      </w:r>
      <w:r w:rsidR="00855694" w:rsidRPr="009071AC">
        <w:t>allez</w:t>
      </w:r>
      <w:r>
        <w:t xml:space="preserve"> ! </w:t>
      </w:r>
      <w:r w:rsidR="00855694" w:rsidRPr="009071AC">
        <w:t>Tout est sens dessus dessous</w:t>
      </w:r>
      <w:r>
        <w:t xml:space="preserve">, </w:t>
      </w:r>
      <w:r w:rsidR="00855694" w:rsidRPr="009071AC">
        <w:t>là-bas</w:t>
      </w:r>
      <w:r>
        <w:t xml:space="preserve">, </w:t>
      </w:r>
      <w:r w:rsidR="00855694" w:rsidRPr="009071AC">
        <w:t>et j</w:t>
      </w:r>
      <w:r>
        <w:t>’</w:t>
      </w:r>
      <w:r w:rsidR="00855694" w:rsidRPr="009071AC">
        <w:t>ai été obligé de faire le pied de grue</w:t>
      </w:r>
      <w:r>
        <w:t>…</w:t>
      </w:r>
    </w:p>
    <w:p w14:paraId="0DE063CD" w14:textId="77777777" w:rsidR="00F635DB" w:rsidRDefault="00F635DB" w:rsidP="00F635DB">
      <w:r>
        <w:t>— </w:t>
      </w:r>
      <w:r w:rsidR="00855694" w:rsidRPr="009071AC">
        <w:t>Comment cela</w:t>
      </w:r>
      <w:r>
        <w:t xml:space="preserve"> ? </w:t>
      </w:r>
      <w:r w:rsidR="00855694" w:rsidRPr="009071AC">
        <w:t>Pourquoi</w:t>
      </w:r>
      <w:r>
        <w:t> ?</w:t>
      </w:r>
    </w:p>
    <w:p w14:paraId="5890A544" w14:textId="77777777" w:rsidR="00F635DB" w:rsidRDefault="00F635DB" w:rsidP="00F635DB">
      <w:r>
        <w:t>— </w:t>
      </w:r>
      <w:r w:rsidR="00855694" w:rsidRPr="009071AC">
        <w:t>Ah</w:t>
      </w:r>
      <w:r>
        <w:t xml:space="preserve"> ! </w:t>
      </w:r>
      <w:r w:rsidR="00855694" w:rsidRPr="009071AC">
        <w:t>voilà</w:t>
      </w:r>
      <w:r>
        <w:t xml:space="preserve"> !… </w:t>
      </w:r>
      <w:r w:rsidR="00855694" w:rsidRPr="009071AC">
        <w:t xml:space="preserve">Le comte de </w:t>
      </w:r>
      <w:proofErr w:type="spellStart"/>
      <w:r w:rsidR="00855694" w:rsidRPr="009071AC">
        <w:t>Chalusse</w:t>
      </w:r>
      <w:proofErr w:type="spellEnd"/>
      <w:r w:rsidR="00855694" w:rsidRPr="009071AC">
        <w:t xml:space="preserve"> a eu un coup de sang ce soir</w:t>
      </w:r>
      <w:r>
        <w:t xml:space="preserve">, </w:t>
      </w:r>
      <w:r w:rsidR="00855694" w:rsidRPr="009071AC">
        <w:t>et à l</w:t>
      </w:r>
      <w:r>
        <w:t>’</w:t>
      </w:r>
      <w:r w:rsidR="00855694" w:rsidRPr="009071AC">
        <w:t>heure qu</w:t>
      </w:r>
      <w:r>
        <w:t>’</w:t>
      </w:r>
      <w:r w:rsidR="00855694" w:rsidRPr="009071AC">
        <w:t xml:space="preserve">il </w:t>
      </w:r>
      <w:proofErr w:type="spellStart"/>
      <w:r w:rsidR="00855694" w:rsidRPr="009071AC">
        <w:t>est il</w:t>
      </w:r>
      <w:proofErr w:type="spellEnd"/>
      <w:r w:rsidR="00855694" w:rsidRPr="009071AC">
        <w:t xml:space="preserve"> doit être mort</w:t>
      </w:r>
      <w:r>
        <w:t>…</w:t>
      </w:r>
    </w:p>
    <w:p w14:paraId="4D224C60" w14:textId="4380F944" w:rsidR="00F635DB" w:rsidRDefault="00855694" w:rsidP="00F635DB">
      <w:r w:rsidRPr="009071AC">
        <w:t>Brusquement</w:t>
      </w:r>
      <w:r w:rsidR="00F635DB">
        <w:t xml:space="preserve">, </w:t>
      </w:r>
      <w:r w:rsidRPr="009071AC">
        <w:t>tout d</w:t>
      </w:r>
      <w:r w:rsidR="00F635DB">
        <w:t>’</w:t>
      </w:r>
      <w:r w:rsidRPr="009071AC">
        <w:t>une pièce</w:t>
      </w:r>
      <w:r w:rsidR="00F635DB">
        <w:t>, M. </w:t>
      </w:r>
      <w:r w:rsidRPr="009071AC">
        <w:t>Fortunat se dressa</w:t>
      </w:r>
      <w:r w:rsidR="00F635DB">
        <w:t xml:space="preserve">. </w:t>
      </w:r>
      <w:r w:rsidRPr="009071AC">
        <w:t>Il était devenu livide</w:t>
      </w:r>
      <w:r w:rsidR="00F635DB">
        <w:t xml:space="preserve">, </w:t>
      </w:r>
      <w:r w:rsidRPr="009071AC">
        <w:t>ses lèvres tremblaient</w:t>
      </w:r>
      <w:r w:rsidR="00F635DB">
        <w:t>.</w:t>
      </w:r>
    </w:p>
    <w:p w14:paraId="132D0B1B" w14:textId="77777777" w:rsidR="00F635DB" w:rsidRDefault="00F635DB" w:rsidP="00F635DB">
      <w:r>
        <w:t>— </w:t>
      </w:r>
      <w:r w:rsidR="00855694" w:rsidRPr="009071AC">
        <w:t>Un coup de sang</w:t>
      </w:r>
      <w:r>
        <w:t xml:space="preserve">, </w:t>
      </w:r>
      <w:r w:rsidR="00855694" w:rsidRPr="009071AC">
        <w:t>fit-il d</w:t>
      </w:r>
      <w:r>
        <w:t>’</w:t>
      </w:r>
      <w:r w:rsidR="00855694" w:rsidRPr="009071AC">
        <w:t>une voix étouffée</w:t>
      </w:r>
      <w:r>
        <w:t xml:space="preserve">, </w:t>
      </w:r>
      <w:r w:rsidR="00855694" w:rsidRPr="009071AC">
        <w:t>je suis volé</w:t>
      </w:r>
      <w:r>
        <w:t> !…</w:t>
      </w:r>
    </w:p>
    <w:p w14:paraId="7342AE53" w14:textId="4CE7587F" w:rsidR="00F635DB" w:rsidRDefault="00855694" w:rsidP="00F635DB">
      <w:r w:rsidRPr="009071AC">
        <w:t>Et</w:t>
      </w:r>
      <w:r w:rsidR="00F635DB">
        <w:t xml:space="preserve">, </w:t>
      </w:r>
      <w:r w:rsidRPr="009071AC">
        <w:t xml:space="preserve">redoutant la curiosité de </w:t>
      </w:r>
      <w:r w:rsidR="00F635DB">
        <w:t>M</w:t>
      </w:r>
      <w:r w:rsidR="00F635DB" w:rsidRPr="00F635DB">
        <w:rPr>
          <w:vertAlign w:val="superscript"/>
        </w:rPr>
        <w:t>me</w:t>
      </w:r>
      <w:r w:rsidR="00F635DB">
        <w:t> </w:t>
      </w:r>
      <w:proofErr w:type="spellStart"/>
      <w:r w:rsidRPr="009071AC">
        <w:t>Dodelin</w:t>
      </w:r>
      <w:proofErr w:type="spellEnd"/>
      <w:r w:rsidR="00F635DB">
        <w:t xml:space="preserve">, </w:t>
      </w:r>
      <w:r w:rsidRPr="009071AC">
        <w:t>il saisit la lampe et se précipita vers son cabinet de travail</w:t>
      </w:r>
      <w:r w:rsidR="00F635DB">
        <w:t xml:space="preserve">, </w:t>
      </w:r>
      <w:r w:rsidRPr="009071AC">
        <w:t>en criant à Chupin</w:t>
      </w:r>
      <w:r w:rsidR="00F635DB">
        <w:t> :</w:t>
      </w:r>
    </w:p>
    <w:p w14:paraId="42EEA3A7" w14:textId="77777777" w:rsidR="00F635DB" w:rsidRDefault="00F635DB" w:rsidP="00F635DB">
      <w:r>
        <w:t>— </w:t>
      </w:r>
      <w:r w:rsidR="00855694" w:rsidRPr="009071AC">
        <w:t>Suivez-moi</w:t>
      </w:r>
      <w:r>
        <w:t> !</w:t>
      </w:r>
    </w:p>
    <w:p w14:paraId="727569C3" w14:textId="77777777" w:rsidR="00F635DB" w:rsidRDefault="00855694" w:rsidP="00F635DB">
      <w:r w:rsidRPr="009071AC">
        <w:t>Chupin suivit sans souffler mot</w:t>
      </w:r>
      <w:r w:rsidR="00F635DB">
        <w:t xml:space="preserve">, </w:t>
      </w:r>
      <w:r w:rsidRPr="009071AC">
        <w:t>en garçon intelligent qui sait se monter au niveau des situations les plus graves</w:t>
      </w:r>
      <w:r w:rsidR="00F635DB">
        <w:t xml:space="preserve">. </w:t>
      </w:r>
      <w:r w:rsidRPr="009071AC">
        <w:t>On ne le recevait pas habituellement dans ce cabinet de travail</w:t>
      </w:r>
      <w:r w:rsidR="00F635DB">
        <w:t xml:space="preserve">, </w:t>
      </w:r>
      <w:r w:rsidRPr="009071AC">
        <w:t>dont un magnifique tapis recouvrait le parquet</w:t>
      </w:r>
      <w:r w:rsidR="00F635DB">
        <w:t xml:space="preserve">. </w:t>
      </w:r>
      <w:r w:rsidRPr="009071AC">
        <w:t>Aussi</w:t>
      </w:r>
      <w:r w:rsidR="00F635DB">
        <w:t xml:space="preserve">, </w:t>
      </w:r>
      <w:r w:rsidRPr="009071AC">
        <w:t xml:space="preserve">après avoir </w:t>
      </w:r>
      <w:r w:rsidRPr="009071AC">
        <w:lastRenderedPageBreak/>
        <w:t>soigneusement refermé la porte</w:t>
      </w:r>
      <w:r w:rsidR="00F635DB">
        <w:t xml:space="preserve">, </w:t>
      </w:r>
      <w:r w:rsidRPr="009071AC">
        <w:t>resta-t-il debout tout contre</w:t>
      </w:r>
      <w:r w:rsidR="00F635DB">
        <w:t xml:space="preserve">, </w:t>
      </w:r>
      <w:r w:rsidRPr="009071AC">
        <w:t>respectueusement</w:t>
      </w:r>
      <w:r w:rsidR="00F635DB">
        <w:t xml:space="preserve">, </w:t>
      </w:r>
      <w:r w:rsidRPr="009071AC">
        <w:t>son chapeau à la main</w:t>
      </w:r>
      <w:r w:rsidR="00F635DB">
        <w:t>.</w:t>
      </w:r>
    </w:p>
    <w:p w14:paraId="21534089" w14:textId="5CA4AE36" w:rsidR="00F635DB" w:rsidRDefault="00855694" w:rsidP="00F635DB">
      <w:r w:rsidRPr="009071AC">
        <w:t xml:space="preserve">Mais </w:t>
      </w:r>
      <w:r w:rsidR="00F635DB">
        <w:t>M. </w:t>
      </w:r>
      <w:r w:rsidRPr="009071AC">
        <w:t>Fortunat ne semblait pas s</w:t>
      </w:r>
      <w:r w:rsidR="00F635DB">
        <w:t>’</w:t>
      </w:r>
      <w:r w:rsidRPr="009071AC">
        <w:t>apercevoir de sa présence</w:t>
      </w:r>
      <w:r w:rsidR="00F635DB">
        <w:t>.</w:t>
      </w:r>
    </w:p>
    <w:p w14:paraId="4905E957" w14:textId="77777777" w:rsidR="00F635DB" w:rsidRDefault="00855694" w:rsidP="00F635DB">
      <w:r w:rsidRPr="009071AC">
        <w:t>Ayant posé la lampe sur la cheminée</w:t>
      </w:r>
      <w:r w:rsidR="00F635DB">
        <w:t xml:space="preserve">, </w:t>
      </w:r>
      <w:r w:rsidRPr="009071AC">
        <w:t>il tournait furieusement autour de son cabinet</w:t>
      </w:r>
      <w:r w:rsidR="00F635DB">
        <w:t xml:space="preserve">, </w:t>
      </w:r>
      <w:r w:rsidRPr="009071AC">
        <w:t>comme une bête fauve qui</w:t>
      </w:r>
      <w:r w:rsidR="00F635DB">
        <w:t xml:space="preserve">, </w:t>
      </w:r>
      <w:r w:rsidRPr="009071AC">
        <w:t>enfermée</w:t>
      </w:r>
      <w:r w:rsidR="00F635DB">
        <w:t xml:space="preserve">, </w:t>
      </w:r>
      <w:r w:rsidRPr="009071AC">
        <w:t>cherche une issue pour fuir</w:t>
      </w:r>
      <w:r w:rsidR="00F635DB">
        <w:t>.</w:t>
      </w:r>
    </w:p>
    <w:p w14:paraId="52764AE4" w14:textId="77777777" w:rsidR="00F635DB" w:rsidRDefault="00F635DB" w:rsidP="00F635DB">
      <w:r>
        <w:t>— </w:t>
      </w:r>
      <w:r w:rsidR="00855694" w:rsidRPr="009071AC">
        <w:t>Si le comte est mort</w:t>
      </w:r>
      <w:r>
        <w:t xml:space="preserve">, </w:t>
      </w:r>
      <w:r w:rsidR="00855694" w:rsidRPr="009071AC">
        <w:t>disait-il</w:t>
      </w:r>
      <w:r>
        <w:t xml:space="preserve">, </w:t>
      </w:r>
      <w:r w:rsidR="00855694" w:rsidRPr="009071AC">
        <w:t xml:space="preserve">le marquis de </w:t>
      </w:r>
      <w:proofErr w:type="spellStart"/>
      <w:r w:rsidR="00855694" w:rsidRPr="009071AC">
        <w:t>Valorsay</w:t>
      </w:r>
      <w:proofErr w:type="spellEnd"/>
      <w:r w:rsidR="00855694" w:rsidRPr="009071AC">
        <w:t xml:space="preserve"> est perdu</w:t>
      </w:r>
      <w:r>
        <w:t xml:space="preserve"> !… </w:t>
      </w:r>
      <w:r w:rsidR="00855694" w:rsidRPr="009071AC">
        <w:t>Adieu les millions</w:t>
      </w:r>
      <w:r>
        <w:t> !</w:t>
      </w:r>
    </w:p>
    <w:p w14:paraId="3FD0B13C" w14:textId="77777777" w:rsidR="00F635DB" w:rsidRDefault="00855694" w:rsidP="00F635DB">
      <w:r w:rsidRPr="009071AC">
        <w:t>Le coup était si cruel</w:t>
      </w:r>
      <w:r w:rsidR="00F635DB">
        <w:t xml:space="preserve">, </w:t>
      </w:r>
      <w:r w:rsidRPr="009071AC">
        <w:t>si inattendu surtout</w:t>
      </w:r>
      <w:r w:rsidR="00F635DB">
        <w:t xml:space="preserve">, </w:t>
      </w:r>
      <w:r w:rsidRPr="009071AC">
        <w:t>qu</w:t>
      </w:r>
      <w:r w:rsidR="00F635DB">
        <w:t>’</w:t>
      </w:r>
      <w:r w:rsidRPr="009071AC">
        <w:t>il ne pouvait pas</w:t>
      </w:r>
      <w:r w:rsidR="00F635DB">
        <w:t xml:space="preserve">, </w:t>
      </w:r>
      <w:r w:rsidRPr="009071AC">
        <w:t>qu</w:t>
      </w:r>
      <w:r w:rsidR="00F635DB">
        <w:t>’</w:t>
      </w:r>
      <w:r w:rsidRPr="009071AC">
        <w:t>il ne voulait pas en admettre la réalité</w:t>
      </w:r>
      <w:r w:rsidR="00F635DB">
        <w:t>.</w:t>
      </w:r>
    </w:p>
    <w:p w14:paraId="6D49CA17" w14:textId="77777777" w:rsidR="00F635DB" w:rsidRDefault="00855694" w:rsidP="00F635DB">
      <w:r w:rsidRPr="009071AC">
        <w:t>Il marcha droit sur Chupin</w:t>
      </w:r>
      <w:r w:rsidR="00F635DB">
        <w:t xml:space="preserve">, </w:t>
      </w:r>
      <w:r w:rsidRPr="009071AC">
        <w:t>et le secouant par le collet</w:t>
      </w:r>
      <w:r w:rsidR="00F635DB">
        <w:t xml:space="preserve">, </w:t>
      </w:r>
      <w:r w:rsidRPr="009071AC">
        <w:t>comme si le pauvre garçon eût pu faire que ce qui était ne fût pas</w:t>
      </w:r>
      <w:r w:rsidR="00F635DB">
        <w:t> :</w:t>
      </w:r>
    </w:p>
    <w:p w14:paraId="5E4798A5" w14:textId="77777777" w:rsidR="00F635DB" w:rsidRDefault="00F635DB" w:rsidP="00F635DB">
      <w:r>
        <w:t>— </w:t>
      </w:r>
      <w:r w:rsidR="00855694" w:rsidRPr="009071AC">
        <w:t>Ce n</w:t>
      </w:r>
      <w:r>
        <w:t>’</w:t>
      </w:r>
      <w:r w:rsidR="00855694" w:rsidRPr="009071AC">
        <w:t>est pas possible</w:t>
      </w:r>
      <w:r>
        <w:t xml:space="preserve">, </w:t>
      </w:r>
      <w:r w:rsidR="00855694" w:rsidRPr="009071AC">
        <w:t>lui dit-il</w:t>
      </w:r>
      <w:r>
        <w:t xml:space="preserve">, </w:t>
      </w:r>
      <w:r w:rsidR="00855694" w:rsidRPr="009071AC">
        <w:t>le comte n</w:t>
      </w:r>
      <w:r>
        <w:t>’</w:t>
      </w:r>
      <w:r w:rsidR="00855694" w:rsidRPr="009071AC">
        <w:t>est pas mort</w:t>
      </w:r>
      <w:r>
        <w:t xml:space="preserve">… </w:t>
      </w:r>
      <w:r w:rsidR="00855694" w:rsidRPr="009071AC">
        <w:t>Tu te trompes ou on t</w:t>
      </w:r>
      <w:r>
        <w:t>’</w:t>
      </w:r>
      <w:r w:rsidR="00855694" w:rsidRPr="009071AC">
        <w:t>a trompé</w:t>
      </w:r>
      <w:r>
        <w:t xml:space="preserve">… </w:t>
      </w:r>
      <w:r w:rsidR="00855694" w:rsidRPr="009071AC">
        <w:t>Tu auras mal compris</w:t>
      </w:r>
      <w:r>
        <w:t xml:space="preserve">… </w:t>
      </w:r>
      <w:r w:rsidR="00855694" w:rsidRPr="009071AC">
        <w:t>Tu n</w:t>
      </w:r>
      <w:r>
        <w:t>’</w:t>
      </w:r>
      <w:r w:rsidR="00855694" w:rsidRPr="009071AC">
        <w:t>as peut-être voulu qu</w:t>
      </w:r>
      <w:r>
        <w:t>’</w:t>
      </w:r>
      <w:r w:rsidR="00855694" w:rsidRPr="009071AC">
        <w:t>excuser ton inexactitude</w:t>
      </w:r>
      <w:r>
        <w:t xml:space="preserve">. </w:t>
      </w:r>
      <w:r w:rsidR="00855694" w:rsidRPr="009071AC">
        <w:t>Voyons</w:t>
      </w:r>
      <w:r>
        <w:t xml:space="preserve">, </w:t>
      </w:r>
      <w:r w:rsidR="00855694" w:rsidRPr="009071AC">
        <w:t>parle</w:t>
      </w:r>
      <w:r>
        <w:t xml:space="preserve">, </w:t>
      </w:r>
      <w:r w:rsidR="00855694" w:rsidRPr="009071AC">
        <w:t>réponds</w:t>
      </w:r>
      <w:r>
        <w:t xml:space="preserve">, </w:t>
      </w:r>
      <w:r w:rsidR="00855694" w:rsidRPr="009071AC">
        <w:t>dis quelque chose</w:t>
      </w:r>
      <w:r>
        <w:t>.</w:t>
      </w:r>
    </w:p>
    <w:p w14:paraId="585BC36F" w14:textId="77777777" w:rsidR="00F635DB" w:rsidRDefault="00855694" w:rsidP="00F635DB">
      <w:r w:rsidRPr="009071AC">
        <w:t>Quoique d</w:t>
      </w:r>
      <w:r w:rsidR="00F635DB">
        <w:t>’</w:t>
      </w:r>
      <w:r w:rsidRPr="009071AC">
        <w:t>un naturel peu impressionnable</w:t>
      </w:r>
      <w:r w:rsidR="00F635DB">
        <w:t xml:space="preserve">, </w:t>
      </w:r>
      <w:r w:rsidRPr="009071AC">
        <w:t>Chupin était presque effrayé de l</w:t>
      </w:r>
      <w:r w:rsidR="00F635DB">
        <w:t>’</w:t>
      </w:r>
      <w:r w:rsidRPr="009071AC">
        <w:t>agitation convulsive de son patron</w:t>
      </w:r>
      <w:r w:rsidR="00F635DB">
        <w:t>.</w:t>
      </w:r>
    </w:p>
    <w:p w14:paraId="742B21C9" w14:textId="77777777" w:rsidR="00F635DB" w:rsidRDefault="00F635DB" w:rsidP="00F635DB">
      <w:r>
        <w:t>— </w:t>
      </w:r>
      <w:r w:rsidR="00855694" w:rsidRPr="009071AC">
        <w:t>Je vous ai répété</w:t>
      </w:r>
      <w:r>
        <w:t xml:space="preserve">, </w:t>
      </w:r>
      <w:r w:rsidR="00855694" w:rsidRPr="009071AC">
        <w:t>m</w:t>
      </w:r>
      <w:r>
        <w:t>’</w:t>
      </w:r>
      <w:proofErr w:type="spellStart"/>
      <w:r w:rsidR="00855694" w:rsidRPr="009071AC">
        <w:t>sieu</w:t>
      </w:r>
      <w:proofErr w:type="spellEnd"/>
      <w:r>
        <w:t xml:space="preserve">, </w:t>
      </w:r>
      <w:r w:rsidR="00855694" w:rsidRPr="009071AC">
        <w:t>fit-il</w:t>
      </w:r>
      <w:r>
        <w:t xml:space="preserve">, </w:t>
      </w:r>
      <w:r w:rsidR="00855694" w:rsidRPr="009071AC">
        <w:t>ce que m</w:t>
      </w:r>
      <w:r>
        <w:t>’</w:t>
      </w:r>
      <w:r w:rsidR="00855694" w:rsidRPr="009071AC">
        <w:t>a dit m</w:t>
      </w:r>
      <w:r>
        <w:t>’</w:t>
      </w:r>
      <w:proofErr w:type="spellStart"/>
      <w:r w:rsidR="00855694" w:rsidRPr="009071AC">
        <w:t>sieu</w:t>
      </w:r>
      <w:proofErr w:type="spellEnd"/>
      <w:r w:rsidR="00855694" w:rsidRPr="009071AC">
        <w:t xml:space="preserve"> Casimir</w:t>
      </w:r>
      <w:r>
        <w:t>…</w:t>
      </w:r>
    </w:p>
    <w:p w14:paraId="0A716108" w14:textId="32481969" w:rsidR="00F635DB" w:rsidRDefault="00855694" w:rsidP="00F635DB">
      <w:r w:rsidRPr="009071AC">
        <w:t>Il voulait donner des détails</w:t>
      </w:r>
      <w:r w:rsidR="00F635DB">
        <w:t xml:space="preserve">, </w:t>
      </w:r>
      <w:r w:rsidRPr="009071AC">
        <w:t xml:space="preserve">mais déjà </w:t>
      </w:r>
      <w:r w:rsidR="00F635DB">
        <w:t>M. </w:t>
      </w:r>
      <w:r w:rsidRPr="009071AC">
        <w:t>Fortunat avait repris sa promenade furibonde exhalant sa douleur en phrases haletantes</w:t>
      </w:r>
      <w:r w:rsidR="00F635DB">
        <w:t>.</w:t>
      </w:r>
    </w:p>
    <w:p w14:paraId="43843414" w14:textId="77777777" w:rsidR="00F635DB" w:rsidRDefault="00F635DB" w:rsidP="00F635DB">
      <w:r>
        <w:t>— </w:t>
      </w:r>
      <w:r w:rsidR="00855694" w:rsidRPr="009071AC">
        <w:t>C</w:t>
      </w:r>
      <w:r>
        <w:t>’</w:t>
      </w:r>
      <w:r w:rsidR="00855694" w:rsidRPr="009071AC">
        <w:t>est quarante mille francs que je perds</w:t>
      </w:r>
      <w:r>
        <w:t xml:space="preserve">, </w:t>
      </w:r>
      <w:r w:rsidR="00855694" w:rsidRPr="009071AC">
        <w:t>disait-il</w:t>
      </w:r>
      <w:r>
        <w:t xml:space="preserve">. </w:t>
      </w:r>
      <w:r w:rsidR="00855694" w:rsidRPr="009071AC">
        <w:t>Quarante mille francs espèces</w:t>
      </w:r>
      <w:r>
        <w:t xml:space="preserve">, </w:t>
      </w:r>
      <w:r w:rsidR="00855694" w:rsidRPr="009071AC">
        <w:t>comptés là</w:t>
      </w:r>
      <w:r>
        <w:t xml:space="preserve">, </w:t>
      </w:r>
      <w:r w:rsidR="00855694" w:rsidRPr="009071AC">
        <w:t xml:space="preserve">sur le coin de mon </w:t>
      </w:r>
      <w:r w:rsidR="00855694" w:rsidRPr="009071AC">
        <w:lastRenderedPageBreak/>
        <w:t>bureau</w:t>
      </w:r>
      <w:r>
        <w:t xml:space="preserve">, </w:t>
      </w:r>
      <w:r w:rsidR="00855694" w:rsidRPr="009071AC">
        <w:t>je les vois encore</w:t>
      </w:r>
      <w:r>
        <w:t xml:space="preserve">, </w:t>
      </w:r>
      <w:r w:rsidR="00855694" w:rsidRPr="009071AC">
        <w:t xml:space="preserve">et remis de la main à la main au marquis de </w:t>
      </w:r>
      <w:proofErr w:type="spellStart"/>
      <w:r w:rsidR="00855694" w:rsidRPr="009071AC">
        <w:t>Valorsay</w:t>
      </w:r>
      <w:proofErr w:type="spellEnd"/>
      <w:r w:rsidR="00855694" w:rsidRPr="009071AC">
        <w:t xml:space="preserve"> en échange de sa signature</w:t>
      </w:r>
      <w:r>
        <w:t xml:space="preserve">… </w:t>
      </w:r>
      <w:r w:rsidR="00855694" w:rsidRPr="009071AC">
        <w:t>Mes économies de dix-huit mois</w:t>
      </w:r>
      <w:r>
        <w:t xml:space="preserve">, </w:t>
      </w:r>
      <w:r w:rsidR="00855694" w:rsidRPr="009071AC">
        <w:t>deux mille livres de rentes à cinq</w:t>
      </w:r>
      <w:r>
        <w:t xml:space="preserve"> !… </w:t>
      </w:r>
      <w:r w:rsidR="00855694" w:rsidRPr="009071AC">
        <w:t>Et il me reste une obligation sous seing privé</w:t>
      </w:r>
      <w:r>
        <w:t xml:space="preserve">, </w:t>
      </w:r>
      <w:r w:rsidR="00855694" w:rsidRPr="009071AC">
        <w:t>un chiffon</w:t>
      </w:r>
      <w:r>
        <w:t xml:space="preserve"> !… </w:t>
      </w:r>
      <w:r w:rsidR="00855694" w:rsidRPr="009071AC">
        <w:t>Misérable marquis</w:t>
      </w:r>
      <w:r>
        <w:t xml:space="preserve"> ! </w:t>
      </w:r>
      <w:r w:rsidR="00855694" w:rsidRPr="009071AC">
        <w:t>Et il doit venir ce soir encore</w:t>
      </w:r>
      <w:r>
        <w:t xml:space="preserve">, </w:t>
      </w:r>
      <w:r w:rsidR="00855694" w:rsidRPr="009071AC">
        <w:t>je l</w:t>
      </w:r>
      <w:r>
        <w:t>’</w:t>
      </w:r>
      <w:r w:rsidR="00855694" w:rsidRPr="009071AC">
        <w:t>attends</w:t>
      </w:r>
      <w:r>
        <w:t xml:space="preserve">… </w:t>
      </w:r>
      <w:r w:rsidR="00855694" w:rsidRPr="009071AC">
        <w:t>Je devais lui remettre encore dix mille francs</w:t>
      </w:r>
      <w:r>
        <w:t xml:space="preserve">… </w:t>
      </w:r>
      <w:r w:rsidR="00855694" w:rsidRPr="009071AC">
        <w:t>Ils sont là</w:t>
      </w:r>
      <w:r>
        <w:t xml:space="preserve">, </w:t>
      </w:r>
      <w:r w:rsidR="00855694" w:rsidRPr="009071AC">
        <w:t>en or</w:t>
      </w:r>
      <w:r>
        <w:t xml:space="preserve">, </w:t>
      </w:r>
      <w:r w:rsidR="00855694" w:rsidRPr="009071AC">
        <w:t>dans mon tiroir</w:t>
      </w:r>
      <w:r>
        <w:t xml:space="preserve">… </w:t>
      </w:r>
      <w:r w:rsidR="00855694" w:rsidRPr="009071AC">
        <w:t>Mais qu</w:t>
      </w:r>
      <w:r>
        <w:t>’</w:t>
      </w:r>
      <w:r w:rsidR="00855694" w:rsidRPr="009071AC">
        <w:t>il vienne</w:t>
      </w:r>
      <w:r>
        <w:t xml:space="preserve">, </w:t>
      </w:r>
      <w:r w:rsidR="00855694" w:rsidRPr="009071AC">
        <w:t>le misérable</w:t>
      </w:r>
      <w:r>
        <w:t xml:space="preserve">, </w:t>
      </w:r>
      <w:r w:rsidR="00855694" w:rsidRPr="009071AC">
        <w:t>qu</w:t>
      </w:r>
      <w:r>
        <w:t>’</w:t>
      </w:r>
      <w:r w:rsidR="00855694" w:rsidRPr="009071AC">
        <w:t>il vienne</w:t>
      </w:r>
      <w:r>
        <w:t> !…</w:t>
      </w:r>
    </w:p>
    <w:p w14:paraId="33B520EC" w14:textId="77777777" w:rsidR="00F635DB" w:rsidRDefault="00855694" w:rsidP="00F635DB">
      <w:r w:rsidRPr="009071AC">
        <w:t>La colère amenait l</w:t>
      </w:r>
      <w:r w:rsidR="00F635DB">
        <w:t>’</w:t>
      </w:r>
      <w:r w:rsidRPr="009071AC">
        <w:t>écume à ses lèvres</w:t>
      </w:r>
      <w:r w:rsidR="00F635DB">
        <w:t xml:space="preserve">. </w:t>
      </w:r>
      <w:r w:rsidRPr="009071AC">
        <w:t>Qui eût vu son œil à ce moment ne se fût plus fié de la vie à son apparence débonnaire et à sa politesse onctueuse</w:t>
      </w:r>
      <w:r w:rsidR="00F635DB">
        <w:t>.</w:t>
      </w:r>
    </w:p>
    <w:p w14:paraId="52067DD8" w14:textId="77777777" w:rsidR="00F635DB" w:rsidRDefault="00F635DB" w:rsidP="00F635DB">
      <w:r>
        <w:t>— </w:t>
      </w:r>
      <w:r w:rsidR="00855694" w:rsidRPr="009071AC">
        <w:t>Et cependant</w:t>
      </w:r>
      <w:r>
        <w:t xml:space="preserve">, </w:t>
      </w:r>
      <w:r w:rsidR="00855694" w:rsidRPr="009071AC">
        <w:t>poursuivait-il</w:t>
      </w:r>
      <w:r>
        <w:t xml:space="preserve">, </w:t>
      </w:r>
      <w:r w:rsidR="00855694" w:rsidRPr="009071AC">
        <w:t>le marquis n</w:t>
      </w:r>
      <w:r>
        <w:t>’</w:t>
      </w:r>
      <w:r w:rsidR="00855694" w:rsidRPr="009071AC">
        <w:t xml:space="preserve">est pour rien </w:t>
      </w:r>
      <w:proofErr w:type="spellStart"/>
      <w:r w:rsidR="00855694" w:rsidRPr="009071AC">
        <w:t>là dedans</w:t>
      </w:r>
      <w:proofErr w:type="spellEnd"/>
      <w:r>
        <w:t xml:space="preserve">… </w:t>
      </w:r>
      <w:r w:rsidR="00855694" w:rsidRPr="009071AC">
        <w:t>Il perd autant que moi</w:t>
      </w:r>
      <w:r>
        <w:t xml:space="preserve">, </w:t>
      </w:r>
      <w:r w:rsidR="00855694" w:rsidRPr="009071AC">
        <w:t>plus que moi</w:t>
      </w:r>
      <w:r>
        <w:t xml:space="preserve">, </w:t>
      </w:r>
      <w:r w:rsidR="00855694" w:rsidRPr="009071AC">
        <w:t>même</w:t>
      </w:r>
      <w:r>
        <w:t xml:space="preserve"> !… </w:t>
      </w:r>
      <w:r w:rsidR="00855694" w:rsidRPr="009071AC">
        <w:t>Une affaire sûre</w:t>
      </w:r>
      <w:r>
        <w:t xml:space="preserve"> !… </w:t>
      </w:r>
      <w:r w:rsidR="00855694" w:rsidRPr="009071AC">
        <w:t>De l</w:t>
      </w:r>
      <w:r>
        <w:t>’</w:t>
      </w:r>
      <w:r w:rsidR="00855694" w:rsidRPr="009071AC">
        <w:t>or en barre</w:t>
      </w:r>
      <w:r>
        <w:t xml:space="preserve"> !… </w:t>
      </w:r>
      <w:r w:rsidR="00855694" w:rsidRPr="009071AC">
        <w:t>À quelle spéculation se fier</w:t>
      </w:r>
      <w:r>
        <w:t xml:space="preserve">, </w:t>
      </w:r>
      <w:r w:rsidR="00855694" w:rsidRPr="009071AC">
        <w:t>après cela</w:t>
      </w:r>
      <w:r>
        <w:t xml:space="preserve"> !… </w:t>
      </w:r>
      <w:r w:rsidR="00855694" w:rsidRPr="009071AC">
        <w:t>Il faut pourtant placer son argent quelque part</w:t>
      </w:r>
      <w:r>
        <w:t xml:space="preserve"> ; </w:t>
      </w:r>
      <w:r w:rsidR="00855694" w:rsidRPr="009071AC">
        <w:t>on ne peut pas l</w:t>
      </w:r>
      <w:r>
        <w:t>’</w:t>
      </w:r>
      <w:r w:rsidR="00855694" w:rsidRPr="009071AC">
        <w:t>enterrer dans sa cave</w:t>
      </w:r>
      <w:r>
        <w:t> !…</w:t>
      </w:r>
    </w:p>
    <w:p w14:paraId="292817FB" w14:textId="77777777" w:rsidR="00F635DB" w:rsidRDefault="00855694" w:rsidP="00F635DB">
      <w:r w:rsidRPr="009071AC">
        <w:t>Chupin écoutait d</w:t>
      </w:r>
      <w:r w:rsidR="00F635DB">
        <w:t>’</w:t>
      </w:r>
      <w:r w:rsidRPr="009071AC">
        <w:t>un air désolé</w:t>
      </w:r>
      <w:r w:rsidR="00F635DB">
        <w:t xml:space="preserve">, </w:t>
      </w:r>
      <w:r w:rsidRPr="009071AC">
        <w:t>mais sa mine piteuse n</w:t>
      </w:r>
      <w:r w:rsidR="00F635DB">
        <w:t>’</w:t>
      </w:r>
      <w:r w:rsidRPr="009071AC">
        <w:t>était que pure flatterie</w:t>
      </w:r>
      <w:r w:rsidR="00F635DB">
        <w:t xml:space="preserve">. </w:t>
      </w:r>
      <w:r w:rsidRPr="009071AC">
        <w:t>Intérieurement</w:t>
      </w:r>
      <w:r w:rsidR="00F635DB">
        <w:t xml:space="preserve">, </w:t>
      </w:r>
      <w:r w:rsidRPr="009071AC">
        <w:t>il jubilait</w:t>
      </w:r>
      <w:r w:rsidR="00F635DB">
        <w:t xml:space="preserve">, </w:t>
      </w:r>
      <w:r w:rsidRPr="009071AC">
        <w:t>son intérêt en cette circonstance était précisément l</w:t>
      </w:r>
      <w:r w:rsidR="00F635DB">
        <w:t>’</w:t>
      </w:r>
      <w:r w:rsidRPr="009071AC">
        <w:t>opposé de celui</w:t>
      </w:r>
      <w:r w:rsidR="00F635DB">
        <w:t xml:space="preserve">, </w:t>
      </w:r>
      <w:r w:rsidRPr="009071AC">
        <w:t>de son patron</w:t>
      </w:r>
      <w:r w:rsidR="00F635DB">
        <w:t>.</w:t>
      </w:r>
    </w:p>
    <w:p w14:paraId="08631151" w14:textId="0A3CEB57" w:rsidR="00F635DB" w:rsidRDefault="00855694" w:rsidP="00F635DB">
      <w:r w:rsidRPr="009071AC">
        <w:t xml:space="preserve">Si </w:t>
      </w:r>
      <w:r w:rsidR="00F635DB">
        <w:t>M. </w:t>
      </w:r>
      <w:r w:rsidRPr="009071AC">
        <w:t xml:space="preserve">Fortunat perdait quarante mille francs à la mort du comte de </w:t>
      </w:r>
      <w:proofErr w:type="spellStart"/>
      <w:r w:rsidRPr="009071AC">
        <w:t>Chalusse</w:t>
      </w:r>
      <w:proofErr w:type="spellEnd"/>
      <w:r w:rsidR="00F635DB">
        <w:t xml:space="preserve">, </w:t>
      </w:r>
      <w:r w:rsidRPr="009071AC">
        <w:t>Chupin</w:t>
      </w:r>
      <w:r w:rsidR="00F635DB">
        <w:t xml:space="preserve">, </w:t>
      </w:r>
      <w:r w:rsidRPr="009071AC">
        <w:t>lui</w:t>
      </w:r>
      <w:r w:rsidR="00F635DB">
        <w:t xml:space="preserve">, </w:t>
      </w:r>
      <w:r w:rsidRPr="009071AC">
        <w:t>comptait gagner cent francs sur le service</w:t>
      </w:r>
      <w:r w:rsidR="00F635DB">
        <w:t xml:space="preserve">, </w:t>
      </w:r>
      <w:r w:rsidRPr="009071AC">
        <w:t>cent beaux francs</w:t>
      </w:r>
      <w:r w:rsidR="00F635DB">
        <w:t xml:space="preserve">, </w:t>
      </w:r>
      <w:r w:rsidRPr="009071AC">
        <w:t>cinq francs de rentes</w:t>
      </w:r>
      <w:r w:rsidR="00F635DB">
        <w:t xml:space="preserve">, </w:t>
      </w:r>
      <w:r w:rsidRPr="009071AC">
        <w:t xml:space="preserve">que lui compterait la compagnie de funérailles pour laquelle il </w:t>
      </w:r>
      <w:r w:rsidR="00F635DB">
        <w:t>« </w:t>
      </w:r>
      <w:r w:rsidRPr="009071AC">
        <w:t>faisait la place</w:t>
      </w:r>
      <w:r w:rsidR="00F635DB">
        <w:t> »</w:t>
      </w:r>
      <w:r w:rsidRPr="009071AC">
        <w:t xml:space="preserve"> à l</w:t>
      </w:r>
      <w:r w:rsidR="00F635DB">
        <w:t>’</w:t>
      </w:r>
      <w:r w:rsidRPr="009071AC">
        <w:t>occasion</w:t>
      </w:r>
      <w:r w:rsidR="00F635DB">
        <w:t>.</w:t>
      </w:r>
    </w:p>
    <w:p w14:paraId="0DAD224D" w14:textId="1F6630CF" w:rsidR="00F635DB" w:rsidRDefault="00F635DB" w:rsidP="00F635DB">
      <w:r>
        <w:t>— </w:t>
      </w:r>
      <w:r w:rsidR="00855694" w:rsidRPr="009071AC">
        <w:t>Si encore il y avait un testament</w:t>
      </w:r>
      <w:r>
        <w:t xml:space="preserve">, </w:t>
      </w:r>
      <w:r w:rsidR="00855694" w:rsidRPr="009071AC">
        <w:t xml:space="preserve">continuait </w:t>
      </w:r>
      <w:r>
        <w:t>M. </w:t>
      </w:r>
      <w:r w:rsidR="00855694" w:rsidRPr="009071AC">
        <w:t>Fortunat</w:t>
      </w:r>
      <w:r>
        <w:t xml:space="preserve">. </w:t>
      </w:r>
      <w:r w:rsidR="00855694" w:rsidRPr="009071AC">
        <w:t>Mais non</w:t>
      </w:r>
      <w:r>
        <w:t xml:space="preserve">, </w:t>
      </w:r>
      <w:r w:rsidR="00855694" w:rsidRPr="009071AC">
        <w:t>on n</w:t>
      </w:r>
      <w:r>
        <w:t>’</w:t>
      </w:r>
      <w:r w:rsidR="00855694" w:rsidRPr="009071AC">
        <w:t>en trouvera pas</w:t>
      </w:r>
      <w:r>
        <w:t xml:space="preserve">, </w:t>
      </w:r>
      <w:r w:rsidR="00855694" w:rsidRPr="009071AC">
        <w:t>j</w:t>
      </w:r>
      <w:r>
        <w:t>’</w:t>
      </w:r>
      <w:r w:rsidR="00855694" w:rsidRPr="009071AC">
        <w:t>en suis sûr</w:t>
      </w:r>
      <w:r>
        <w:t xml:space="preserve">. </w:t>
      </w:r>
      <w:r w:rsidR="00855694" w:rsidRPr="009071AC">
        <w:t>Un pauvre diable qui n</w:t>
      </w:r>
      <w:r>
        <w:t>’</w:t>
      </w:r>
      <w:r w:rsidR="00855694" w:rsidRPr="009071AC">
        <w:t>a que quatre sous prend ses précautions</w:t>
      </w:r>
      <w:r>
        <w:t xml:space="preserve">, </w:t>
      </w:r>
      <w:r w:rsidR="00855694" w:rsidRPr="009071AC">
        <w:t>lui</w:t>
      </w:r>
      <w:r>
        <w:t xml:space="preserve"> ! </w:t>
      </w:r>
      <w:r w:rsidR="00855694" w:rsidRPr="009071AC">
        <w:t>Il songe qu</w:t>
      </w:r>
      <w:r>
        <w:t>’</w:t>
      </w:r>
      <w:r w:rsidR="00855694" w:rsidRPr="009071AC">
        <w:t>un omnibus peut l</w:t>
      </w:r>
      <w:r>
        <w:t>’</w:t>
      </w:r>
      <w:r w:rsidR="00855694" w:rsidRPr="009071AC">
        <w:t>écraser dans la rue</w:t>
      </w:r>
      <w:r>
        <w:t xml:space="preserve">, </w:t>
      </w:r>
      <w:r w:rsidR="00855694" w:rsidRPr="009071AC">
        <w:t>et à tout hasard il écrit et signe ses dernières volontés</w:t>
      </w:r>
      <w:r>
        <w:t xml:space="preserve">… </w:t>
      </w:r>
      <w:r w:rsidR="00855694" w:rsidRPr="009071AC">
        <w:t xml:space="preserve">Les millionnaires </w:t>
      </w:r>
      <w:r w:rsidR="00855694" w:rsidRPr="009071AC">
        <w:lastRenderedPageBreak/>
        <w:t>n</w:t>
      </w:r>
      <w:r>
        <w:t>’</w:t>
      </w:r>
      <w:r w:rsidR="00855694" w:rsidRPr="009071AC">
        <w:t>ont pas de ces idées</w:t>
      </w:r>
      <w:r>
        <w:t xml:space="preserve"> ; </w:t>
      </w:r>
      <w:r w:rsidR="00855694" w:rsidRPr="009071AC">
        <w:t>ils se croient immortels</w:t>
      </w:r>
      <w:r>
        <w:t xml:space="preserve">, </w:t>
      </w:r>
      <w:r w:rsidR="00855694" w:rsidRPr="009071AC">
        <w:t>ma parole d</w:t>
      </w:r>
      <w:r>
        <w:t>’</w:t>
      </w:r>
      <w:r w:rsidR="00855694" w:rsidRPr="009071AC">
        <w:t>honneur</w:t>
      </w:r>
      <w:r>
        <w:t> !…</w:t>
      </w:r>
    </w:p>
    <w:p w14:paraId="7737FD23" w14:textId="77777777" w:rsidR="00F635DB" w:rsidRDefault="00855694" w:rsidP="00F635DB">
      <w:r w:rsidRPr="009071AC">
        <w:t>Il s</w:t>
      </w:r>
      <w:r w:rsidR="00F635DB">
        <w:t>’</w:t>
      </w:r>
      <w:r w:rsidRPr="009071AC">
        <w:t>arrêta</w:t>
      </w:r>
      <w:r w:rsidR="00F635DB">
        <w:t xml:space="preserve">, </w:t>
      </w:r>
      <w:r w:rsidRPr="009071AC">
        <w:t>réfléchissant</w:t>
      </w:r>
      <w:r w:rsidR="00F635DB">
        <w:t xml:space="preserve">, </w:t>
      </w:r>
      <w:r w:rsidRPr="009071AC">
        <w:t>car il commençait à pouvoir réfléchir</w:t>
      </w:r>
      <w:r w:rsidR="00F635DB">
        <w:t xml:space="preserve">. </w:t>
      </w:r>
      <w:r w:rsidRPr="009071AC">
        <w:t>Son exaltation s</w:t>
      </w:r>
      <w:r w:rsidR="00F635DB">
        <w:t>’</w:t>
      </w:r>
      <w:r w:rsidRPr="009071AC">
        <w:t>était vite usée</w:t>
      </w:r>
      <w:r w:rsidR="00F635DB">
        <w:t xml:space="preserve">, </w:t>
      </w:r>
      <w:r w:rsidRPr="009071AC">
        <w:t>par la violence même</w:t>
      </w:r>
      <w:r w:rsidR="00F635DB">
        <w:t>.</w:t>
      </w:r>
    </w:p>
    <w:p w14:paraId="5AC5E87A" w14:textId="2370A68E" w:rsidR="00F635DB" w:rsidRDefault="00F635DB" w:rsidP="00F635DB">
      <w:r>
        <w:t>— </w:t>
      </w:r>
      <w:r w:rsidR="00855694" w:rsidRPr="009071AC">
        <w:t>Enfin</w:t>
      </w:r>
      <w:r>
        <w:t xml:space="preserve">, </w:t>
      </w:r>
      <w:r w:rsidR="00855694" w:rsidRPr="009071AC">
        <w:t>reprit-il plus lentement</w:t>
      </w:r>
      <w:r>
        <w:t xml:space="preserve">, </w:t>
      </w:r>
      <w:r w:rsidR="00855694" w:rsidRPr="009071AC">
        <w:t>et d</w:t>
      </w:r>
      <w:r>
        <w:t>’</w:t>
      </w:r>
      <w:r w:rsidR="00855694" w:rsidRPr="009071AC">
        <w:t>une voix plus posée</w:t>
      </w:r>
      <w:r>
        <w:t xml:space="preserve">, </w:t>
      </w:r>
      <w:r w:rsidR="00855694" w:rsidRPr="009071AC">
        <w:t>que le comte ait ou non pris ses dispositions dernières</w:t>
      </w:r>
      <w:r>
        <w:t xml:space="preserve">, </w:t>
      </w:r>
      <w:r w:rsidR="00855694" w:rsidRPr="009071AC">
        <w:t xml:space="preserve">le </w:t>
      </w:r>
      <w:proofErr w:type="spellStart"/>
      <w:r w:rsidR="00855694" w:rsidRPr="009071AC">
        <w:t>Valorsay</w:t>
      </w:r>
      <w:proofErr w:type="spellEnd"/>
      <w:r w:rsidR="00855694" w:rsidRPr="009071AC">
        <w:t xml:space="preserve"> peut faire son deuil des millions de </w:t>
      </w:r>
      <w:proofErr w:type="spellStart"/>
      <w:r w:rsidR="00855694" w:rsidRPr="009071AC">
        <w:t>Chalusse</w:t>
      </w:r>
      <w:proofErr w:type="spellEnd"/>
      <w:r>
        <w:t xml:space="preserve">. </w:t>
      </w:r>
      <w:r w:rsidR="00855694" w:rsidRPr="009071AC">
        <w:t>S</w:t>
      </w:r>
      <w:r>
        <w:t>’</w:t>
      </w:r>
      <w:r w:rsidR="00855694" w:rsidRPr="009071AC">
        <w:t>il n</w:t>
      </w:r>
      <w:r>
        <w:t>’</w:t>
      </w:r>
      <w:r w:rsidR="00855694" w:rsidRPr="009071AC">
        <w:t>y a pas de testament</w:t>
      </w:r>
      <w:r>
        <w:t>, M</w:t>
      </w:r>
      <w:r w:rsidRPr="00F635DB">
        <w:rPr>
          <w:vertAlign w:val="superscript"/>
        </w:rPr>
        <w:t>lle</w:t>
      </w:r>
      <w:r>
        <w:t> </w:t>
      </w:r>
      <w:r w:rsidR="00855694" w:rsidRPr="009071AC">
        <w:t>Marguerite n</w:t>
      </w:r>
      <w:r>
        <w:t>’</w:t>
      </w:r>
      <w:r w:rsidR="00855694" w:rsidRPr="009071AC">
        <w:t>a plus un sou</w:t>
      </w:r>
      <w:r>
        <w:t xml:space="preserve">… </w:t>
      </w:r>
      <w:r w:rsidR="00855694" w:rsidRPr="009071AC">
        <w:t>donc</w:t>
      </w:r>
      <w:r>
        <w:t xml:space="preserve">, </w:t>
      </w:r>
      <w:r w:rsidR="00855694" w:rsidRPr="009071AC">
        <w:t>bonsoir</w:t>
      </w:r>
      <w:r>
        <w:t xml:space="preserve">. </w:t>
      </w:r>
      <w:r w:rsidR="00855694" w:rsidRPr="009071AC">
        <w:t>S</w:t>
      </w:r>
      <w:r>
        <w:t>’</w:t>
      </w:r>
      <w:r w:rsidR="00855694" w:rsidRPr="009071AC">
        <w:t>il y en a un</w:t>
      </w:r>
      <w:r>
        <w:t xml:space="preserve">, </w:t>
      </w:r>
      <w:r w:rsidR="00855694" w:rsidRPr="009071AC">
        <w:t>cette diablesse de fille</w:t>
      </w:r>
      <w:r>
        <w:t xml:space="preserve">, </w:t>
      </w:r>
      <w:r w:rsidR="00855694" w:rsidRPr="009071AC">
        <w:t>devenue tout à coup libre et riche</w:t>
      </w:r>
      <w:r>
        <w:t xml:space="preserve">, </w:t>
      </w:r>
      <w:r w:rsidR="00855694" w:rsidRPr="009071AC">
        <w:t>ne manquera pas d</w:t>
      </w:r>
      <w:r>
        <w:t>’</w:t>
      </w:r>
      <w:r w:rsidR="00855694" w:rsidRPr="009071AC">
        <w:t xml:space="preserve">envoyer promener </w:t>
      </w:r>
      <w:proofErr w:type="spellStart"/>
      <w:r w:rsidR="00855694" w:rsidRPr="009071AC">
        <w:t>mons</w:t>
      </w:r>
      <w:proofErr w:type="spellEnd"/>
      <w:r w:rsidR="00855694" w:rsidRPr="009071AC">
        <w:t xml:space="preserve"> </w:t>
      </w:r>
      <w:proofErr w:type="spellStart"/>
      <w:r w:rsidR="00855694" w:rsidRPr="009071AC">
        <w:t>Valorsay</w:t>
      </w:r>
      <w:proofErr w:type="spellEnd"/>
      <w:r>
        <w:t xml:space="preserve">, </w:t>
      </w:r>
      <w:r w:rsidR="00855694" w:rsidRPr="009071AC">
        <w:t>surtout si elle en aime un autre</w:t>
      </w:r>
      <w:r>
        <w:t xml:space="preserve">, </w:t>
      </w:r>
      <w:r w:rsidR="00855694" w:rsidRPr="009071AC">
        <w:t>ainsi qu</w:t>
      </w:r>
      <w:r>
        <w:t>’</w:t>
      </w:r>
      <w:r w:rsidR="00855694" w:rsidRPr="009071AC">
        <w:t>il l</w:t>
      </w:r>
      <w:r>
        <w:t>’</w:t>
      </w:r>
      <w:r w:rsidR="00855694" w:rsidRPr="009071AC">
        <w:t>affirme</w:t>
      </w:r>
      <w:r>
        <w:t xml:space="preserve">… </w:t>
      </w:r>
      <w:r w:rsidR="00855694" w:rsidRPr="009071AC">
        <w:t>et en ce cas</w:t>
      </w:r>
      <w:r>
        <w:t xml:space="preserve">, </w:t>
      </w:r>
      <w:r w:rsidR="00855694" w:rsidRPr="009071AC">
        <w:t>bonsoir encore</w:t>
      </w:r>
      <w:r>
        <w:t>.</w:t>
      </w:r>
    </w:p>
    <w:p w14:paraId="10FC3755" w14:textId="639EFD01" w:rsidR="00F635DB" w:rsidRDefault="00F635DB" w:rsidP="00F635DB">
      <w:r>
        <w:t>M. </w:t>
      </w:r>
      <w:r w:rsidR="00855694" w:rsidRPr="009071AC">
        <w:t>Fortunat avait tiré son mouchoir</w:t>
      </w:r>
      <w:r>
        <w:t xml:space="preserve">, </w:t>
      </w:r>
      <w:r w:rsidR="00855694" w:rsidRPr="009071AC">
        <w:t>et debout devant la glace</w:t>
      </w:r>
      <w:r>
        <w:t xml:space="preserve">, </w:t>
      </w:r>
      <w:r w:rsidR="00855694" w:rsidRPr="009071AC">
        <w:t>il tamponnait la sueur de son front et remettait en ordre sa chevelure</w:t>
      </w:r>
      <w:r>
        <w:t>.</w:t>
      </w:r>
    </w:p>
    <w:p w14:paraId="4FCDBA62" w14:textId="77777777" w:rsidR="00F635DB" w:rsidRDefault="00855694" w:rsidP="00F635DB">
      <w:r w:rsidRPr="009071AC">
        <w:t>Il était de ceux qu</w:t>
      </w:r>
      <w:r w:rsidR="00F635DB">
        <w:t>’</w:t>
      </w:r>
      <w:r w:rsidRPr="009071AC">
        <w:t>une catastrophe étourdit</w:t>
      </w:r>
      <w:r w:rsidR="00F635DB">
        <w:t xml:space="preserve">, </w:t>
      </w:r>
      <w:r w:rsidRPr="009071AC">
        <w:t>mais n</w:t>
      </w:r>
      <w:r w:rsidR="00F635DB">
        <w:t>’</w:t>
      </w:r>
      <w:r w:rsidRPr="009071AC">
        <w:t>abat pas</w:t>
      </w:r>
      <w:r w:rsidR="00F635DB">
        <w:t>.</w:t>
      </w:r>
    </w:p>
    <w:p w14:paraId="5AEBD41E" w14:textId="77777777" w:rsidR="00F635DB" w:rsidRDefault="00855694" w:rsidP="00F635DB">
      <w:r w:rsidRPr="009071AC">
        <w:t>Il s</w:t>
      </w:r>
      <w:r w:rsidR="00F635DB">
        <w:t>’</w:t>
      </w:r>
      <w:r w:rsidRPr="009071AC">
        <w:t>emportait</w:t>
      </w:r>
      <w:r w:rsidR="00F635DB">
        <w:t xml:space="preserve">, </w:t>
      </w:r>
      <w:r w:rsidRPr="009071AC">
        <w:t>tempêtait</w:t>
      </w:r>
      <w:r w:rsidR="00F635DB">
        <w:t xml:space="preserve">, </w:t>
      </w:r>
      <w:r w:rsidRPr="009071AC">
        <w:t>poussait des cris d</w:t>
      </w:r>
      <w:r w:rsidR="00F635DB">
        <w:t>’</w:t>
      </w:r>
      <w:r w:rsidRPr="009071AC">
        <w:t>aigle</w:t>
      </w:r>
      <w:r w:rsidR="00F635DB">
        <w:t xml:space="preserve">, </w:t>
      </w:r>
      <w:r w:rsidRPr="009071AC">
        <w:t>mais il savait à la fin prendre bravement son parti</w:t>
      </w:r>
      <w:r w:rsidR="00F635DB">
        <w:t>.</w:t>
      </w:r>
    </w:p>
    <w:p w14:paraId="31E265EA" w14:textId="77777777" w:rsidR="00F635DB" w:rsidRDefault="00F635DB" w:rsidP="00F635DB">
      <w:r>
        <w:t>— </w:t>
      </w:r>
      <w:r w:rsidR="00855694" w:rsidRPr="009071AC">
        <w:t>Conclusion</w:t>
      </w:r>
      <w:r>
        <w:t xml:space="preserve">, </w:t>
      </w:r>
      <w:r w:rsidR="00855694" w:rsidRPr="009071AC">
        <w:t>murmura-t-il</w:t>
      </w:r>
      <w:r>
        <w:t xml:space="preserve">, </w:t>
      </w:r>
      <w:r w:rsidR="00855694" w:rsidRPr="009071AC">
        <w:t>je n</w:t>
      </w:r>
      <w:r>
        <w:t>’</w:t>
      </w:r>
      <w:r w:rsidR="00855694" w:rsidRPr="009071AC">
        <w:t>ai qu</w:t>
      </w:r>
      <w:r>
        <w:t>’</w:t>
      </w:r>
      <w:r w:rsidR="00855694" w:rsidRPr="009071AC">
        <w:t>à passer mes quarante mille francs par profits et pertes</w:t>
      </w:r>
      <w:r>
        <w:t xml:space="preserve">. </w:t>
      </w:r>
      <w:r w:rsidR="00855694" w:rsidRPr="009071AC">
        <w:t>Reste à savoir s</w:t>
      </w:r>
      <w:r>
        <w:t>’</w:t>
      </w:r>
      <w:r w:rsidR="00855694" w:rsidRPr="009071AC">
        <w:t>il n</w:t>
      </w:r>
      <w:r>
        <w:t>’</w:t>
      </w:r>
      <w:r w:rsidR="00855694" w:rsidRPr="009071AC">
        <w:t>y aurait pas moyen de les reprendre d</w:t>
      </w:r>
      <w:r>
        <w:t>’</w:t>
      </w:r>
      <w:r w:rsidR="00855694" w:rsidRPr="009071AC">
        <w:t>un autre côté sur la même affaire</w:t>
      </w:r>
      <w:r>
        <w:t>.</w:t>
      </w:r>
    </w:p>
    <w:p w14:paraId="413975CD" w14:textId="77777777" w:rsidR="00F635DB" w:rsidRDefault="00855694" w:rsidP="00F635DB">
      <w:r w:rsidRPr="009071AC">
        <w:t>Il était redevenu maître de soi</w:t>
      </w:r>
      <w:r w:rsidR="00F635DB">
        <w:t xml:space="preserve">, </w:t>
      </w:r>
      <w:r w:rsidRPr="009071AC">
        <w:t>il se sentait le plein et libre exercice de toutes ses facultés</w:t>
      </w:r>
      <w:r w:rsidR="00F635DB">
        <w:t xml:space="preserve">. </w:t>
      </w:r>
      <w:r w:rsidRPr="009071AC">
        <w:t>Jamais son intelligence n</w:t>
      </w:r>
      <w:r w:rsidR="00F635DB">
        <w:t>’</w:t>
      </w:r>
      <w:r w:rsidRPr="009071AC">
        <w:t>avait été plus lucide</w:t>
      </w:r>
      <w:r w:rsidR="00F635DB">
        <w:t>.</w:t>
      </w:r>
    </w:p>
    <w:p w14:paraId="5B59554A" w14:textId="77777777" w:rsidR="00F635DB" w:rsidRDefault="00855694" w:rsidP="00F635DB">
      <w:r w:rsidRPr="009071AC">
        <w:t>Il s</w:t>
      </w:r>
      <w:r w:rsidR="00F635DB">
        <w:t>’</w:t>
      </w:r>
      <w:r w:rsidRPr="009071AC">
        <w:t>assit devant son bureau</w:t>
      </w:r>
      <w:r w:rsidR="00F635DB">
        <w:t xml:space="preserve">, </w:t>
      </w:r>
      <w:r w:rsidRPr="009071AC">
        <w:t>les coudes sur la tablette</w:t>
      </w:r>
      <w:r w:rsidR="00F635DB">
        <w:t xml:space="preserve">, </w:t>
      </w:r>
      <w:r w:rsidRPr="009071AC">
        <w:t>le front entre ses mains</w:t>
      </w:r>
      <w:r w:rsidR="00F635DB">
        <w:t xml:space="preserve">, </w:t>
      </w:r>
      <w:r w:rsidRPr="009071AC">
        <w:t>et il demeura immobile</w:t>
      </w:r>
      <w:r w:rsidR="00F635DB">
        <w:t xml:space="preserve">, </w:t>
      </w:r>
      <w:r w:rsidRPr="009071AC">
        <w:t>le corps anéanti</w:t>
      </w:r>
      <w:r w:rsidR="00F635DB">
        <w:t xml:space="preserve">, </w:t>
      </w:r>
      <w:r w:rsidRPr="009071AC">
        <w:t>pour ainsi dire</w:t>
      </w:r>
      <w:r w:rsidR="00F635DB">
        <w:t xml:space="preserve">, </w:t>
      </w:r>
      <w:r w:rsidRPr="009071AC">
        <w:t>par l</w:t>
      </w:r>
      <w:r w:rsidR="00F635DB">
        <w:t>’</w:t>
      </w:r>
      <w:r w:rsidRPr="009071AC">
        <w:t>effort exorbitant de la pensée</w:t>
      </w:r>
      <w:r w:rsidR="00F635DB">
        <w:t>.</w:t>
      </w:r>
    </w:p>
    <w:p w14:paraId="1984AAB1" w14:textId="77777777" w:rsidR="00F635DB" w:rsidRDefault="00855694" w:rsidP="00F635DB">
      <w:r w:rsidRPr="009071AC">
        <w:lastRenderedPageBreak/>
        <w:t>Mais il y avait du triomphe dans son geste</w:t>
      </w:r>
      <w:r w:rsidR="00F635DB">
        <w:t xml:space="preserve">, </w:t>
      </w:r>
      <w:r w:rsidRPr="009071AC">
        <w:t>quand il se redressa au bout de cinq minutes</w:t>
      </w:r>
      <w:r w:rsidR="00F635DB">
        <w:t>.</w:t>
      </w:r>
    </w:p>
    <w:p w14:paraId="1BB9D0E6" w14:textId="77777777" w:rsidR="00F635DB" w:rsidRDefault="00F635DB" w:rsidP="00F635DB">
      <w:r>
        <w:t>— </w:t>
      </w:r>
      <w:r w:rsidR="00855694" w:rsidRPr="009071AC">
        <w:t>J</w:t>
      </w:r>
      <w:r>
        <w:t>’</w:t>
      </w:r>
      <w:r w:rsidR="00855694" w:rsidRPr="009071AC">
        <w:t>ai trouvé</w:t>
      </w:r>
      <w:r>
        <w:t xml:space="preserve">, </w:t>
      </w:r>
      <w:r w:rsidR="00855694" w:rsidRPr="009071AC">
        <w:t>murmura-t-il</w:t>
      </w:r>
      <w:r>
        <w:t xml:space="preserve">, </w:t>
      </w:r>
      <w:r w:rsidR="00855694" w:rsidRPr="009071AC">
        <w:t>si bas que Chupin ne put l</w:t>
      </w:r>
      <w:r>
        <w:t>’</w:t>
      </w:r>
      <w:r w:rsidR="00855694" w:rsidRPr="009071AC">
        <w:t>entendre</w:t>
      </w:r>
      <w:r>
        <w:t xml:space="preserve">… </w:t>
      </w:r>
      <w:r w:rsidR="00855694" w:rsidRPr="009071AC">
        <w:t>Étais-je simple</w:t>
      </w:r>
      <w:r>
        <w:t xml:space="preserve"> !… </w:t>
      </w:r>
      <w:r w:rsidR="00855694" w:rsidRPr="009071AC">
        <w:t>S</w:t>
      </w:r>
      <w:r>
        <w:t>’</w:t>
      </w:r>
      <w:r w:rsidR="00855694" w:rsidRPr="009071AC">
        <w:t>il n</w:t>
      </w:r>
      <w:r>
        <w:t>’</w:t>
      </w:r>
      <w:r w:rsidR="00855694" w:rsidRPr="009071AC">
        <w:t>y a pas de testament</w:t>
      </w:r>
      <w:r>
        <w:t xml:space="preserve">, </w:t>
      </w:r>
      <w:r w:rsidR="00855694" w:rsidRPr="009071AC">
        <w:t>le quart des millions est à moi</w:t>
      </w:r>
      <w:r>
        <w:t xml:space="preserve"> !… </w:t>
      </w:r>
      <w:r w:rsidR="00855694" w:rsidRPr="009071AC">
        <w:t>Ah</w:t>
      </w:r>
      <w:r>
        <w:t xml:space="preserve"> ! </w:t>
      </w:r>
      <w:r w:rsidR="00855694" w:rsidRPr="009071AC">
        <w:t>quand on connaît bien son terrain</w:t>
      </w:r>
      <w:r>
        <w:t xml:space="preserve">, </w:t>
      </w:r>
      <w:r w:rsidR="00855694" w:rsidRPr="009071AC">
        <w:t>on n</w:t>
      </w:r>
      <w:r>
        <w:t>’</w:t>
      </w:r>
      <w:r w:rsidR="00855694" w:rsidRPr="009071AC">
        <w:t>a jamais perdu la bataille</w:t>
      </w:r>
      <w:r>
        <w:t>.</w:t>
      </w:r>
    </w:p>
    <w:p w14:paraId="2093A1BC" w14:textId="77777777" w:rsidR="00F635DB" w:rsidRDefault="00855694" w:rsidP="00F635DB">
      <w:r w:rsidRPr="009071AC">
        <w:t>Il est de fait que ses yeux trahissaient l</w:t>
      </w:r>
      <w:r w:rsidR="00F635DB">
        <w:t>’</w:t>
      </w:r>
      <w:r w:rsidRPr="009071AC">
        <w:t>imperturbable audace du général qui se résout à un changement de front sous le feu même de l</w:t>
      </w:r>
      <w:r w:rsidR="00F635DB">
        <w:t>’</w:t>
      </w:r>
      <w:r w:rsidRPr="009071AC">
        <w:t>ennemi</w:t>
      </w:r>
      <w:r w:rsidR="00F635DB">
        <w:t>.</w:t>
      </w:r>
    </w:p>
    <w:p w14:paraId="3BD55EBD" w14:textId="77777777" w:rsidR="00F635DB" w:rsidRDefault="00F635DB" w:rsidP="00F635DB">
      <w:r>
        <w:t>— </w:t>
      </w:r>
      <w:r w:rsidR="00855694" w:rsidRPr="009071AC">
        <w:t>Mais il s</w:t>
      </w:r>
      <w:r>
        <w:t>’</w:t>
      </w:r>
      <w:r w:rsidR="00855694" w:rsidRPr="009071AC">
        <w:t>agit d</w:t>
      </w:r>
      <w:r>
        <w:t>’</w:t>
      </w:r>
      <w:r w:rsidR="00855694" w:rsidRPr="009071AC">
        <w:t>aller vite</w:t>
      </w:r>
      <w:r>
        <w:t xml:space="preserve">, </w:t>
      </w:r>
      <w:r w:rsidR="00855694" w:rsidRPr="009071AC">
        <w:t>ajouta-t-il</w:t>
      </w:r>
      <w:r>
        <w:t xml:space="preserve">, </w:t>
      </w:r>
      <w:r w:rsidR="00855694" w:rsidRPr="009071AC">
        <w:t>très-vite</w:t>
      </w:r>
      <w:r>
        <w:t>…</w:t>
      </w:r>
    </w:p>
    <w:p w14:paraId="38560C80" w14:textId="77777777" w:rsidR="00F635DB" w:rsidRDefault="00855694" w:rsidP="00F635DB">
      <w:r w:rsidRPr="009071AC">
        <w:t>Il se leva</w:t>
      </w:r>
      <w:r w:rsidR="00F635DB">
        <w:t xml:space="preserve">, </w:t>
      </w:r>
      <w:r w:rsidRPr="009071AC">
        <w:t>et regardant la pendule</w:t>
      </w:r>
      <w:r w:rsidR="00F635DB">
        <w:t> :</w:t>
      </w:r>
    </w:p>
    <w:p w14:paraId="6CE53473" w14:textId="77777777" w:rsidR="00F635DB" w:rsidRDefault="00F635DB" w:rsidP="00F635DB">
      <w:r>
        <w:t>— </w:t>
      </w:r>
      <w:r w:rsidR="00855694" w:rsidRPr="009071AC">
        <w:t>Neuf heures</w:t>
      </w:r>
      <w:r>
        <w:t xml:space="preserve"> ! </w:t>
      </w:r>
      <w:r w:rsidR="00855694" w:rsidRPr="009071AC">
        <w:t>dit-il</w:t>
      </w:r>
      <w:r>
        <w:t xml:space="preserve">. </w:t>
      </w:r>
      <w:r w:rsidR="00855694" w:rsidRPr="009071AC">
        <w:t>Je puis entrer en campagne ce soir même</w:t>
      </w:r>
      <w:r>
        <w:t>.</w:t>
      </w:r>
    </w:p>
    <w:p w14:paraId="712DA143" w14:textId="77777777" w:rsidR="00F635DB" w:rsidRDefault="00855694" w:rsidP="00F635DB">
      <w:r w:rsidRPr="009071AC">
        <w:t>Immobile dans son coin</w:t>
      </w:r>
      <w:r w:rsidR="00F635DB">
        <w:t xml:space="preserve">, </w:t>
      </w:r>
      <w:r w:rsidRPr="009071AC">
        <w:t>Chupin gardait toujours son attitude contrite</w:t>
      </w:r>
      <w:r w:rsidR="00F635DB">
        <w:t xml:space="preserve">, </w:t>
      </w:r>
      <w:r w:rsidRPr="009071AC">
        <w:t>mais la curiosité l</w:t>
      </w:r>
      <w:r w:rsidR="00F635DB">
        <w:t>’</w:t>
      </w:r>
      <w:r w:rsidRPr="009071AC">
        <w:t>oppressait au point de gêner sa respiration</w:t>
      </w:r>
      <w:r w:rsidR="00F635DB">
        <w:t>.</w:t>
      </w:r>
    </w:p>
    <w:p w14:paraId="06B8B32F" w14:textId="77777777" w:rsidR="00F635DB" w:rsidRDefault="00855694" w:rsidP="00F635DB">
      <w:r w:rsidRPr="009071AC">
        <w:t>Il baissait le nez</w:t>
      </w:r>
      <w:r w:rsidR="00F635DB">
        <w:t xml:space="preserve">, </w:t>
      </w:r>
      <w:r w:rsidRPr="009071AC">
        <w:t>mais il ouvrait tant qu</w:t>
      </w:r>
      <w:r w:rsidR="00F635DB">
        <w:t>’</w:t>
      </w:r>
      <w:r w:rsidRPr="009071AC">
        <w:t>il pouvait les oreilles</w:t>
      </w:r>
      <w:r w:rsidR="00F635DB">
        <w:t xml:space="preserve">, </w:t>
      </w:r>
      <w:r w:rsidRPr="009071AC">
        <w:t>et épiait d</w:t>
      </w:r>
      <w:r w:rsidR="00F635DB">
        <w:t>’</w:t>
      </w:r>
      <w:r w:rsidRPr="009071AC">
        <w:t>un air sournois les moindres mouvements de son patron</w:t>
      </w:r>
      <w:r w:rsidR="00F635DB">
        <w:t>.</w:t>
      </w:r>
    </w:p>
    <w:p w14:paraId="1111F3DC" w14:textId="3B53C011" w:rsidR="00F635DB" w:rsidRDefault="00855694" w:rsidP="00F635DB">
      <w:r w:rsidRPr="009071AC">
        <w:t>Prompt à agir</w:t>
      </w:r>
      <w:r w:rsidR="00F635DB">
        <w:t xml:space="preserve">, </w:t>
      </w:r>
      <w:r w:rsidRPr="009071AC">
        <w:t>une fois sa résolution arrêtée</w:t>
      </w:r>
      <w:r w:rsidR="00F635DB">
        <w:t>, M. </w:t>
      </w:r>
      <w:r w:rsidRPr="009071AC">
        <w:t>Fortunat venait de sortir d</w:t>
      </w:r>
      <w:r w:rsidR="00F635DB">
        <w:t>’</w:t>
      </w:r>
      <w:r w:rsidRPr="009071AC">
        <w:t>un tiroir un volumineux dossier</w:t>
      </w:r>
      <w:r w:rsidR="00F635DB">
        <w:t xml:space="preserve">, </w:t>
      </w:r>
      <w:r w:rsidRPr="009071AC">
        <w:t>tout gonflé de grosses d</w:t>
      </w:r>
      <w:r w:rsidR="00F635DB">
        <w:t>’</w:t>
      </w:r>
      <w:r w:rsidRPr="009071AC">
        <w:t>actes</w:t>
      </w:r>
      <w:r w:rsidR="00F635DB">
        <w:t xml:space="preserve">, </w:t>
      </w:r>
      <w:r w:rsidRPr="009071AC">
        <w:t>de lettres</w:t>
      </w:r>
      <w:r w:rsidR="00F635DB">
        <w:t xml:space="preserve">, </w:t>
      </w:r>
      <w:r w:rsidRPr="009071AC">
        <w:t>de reçus</w:t>
      </w:r>
      <w:r w:rsidR="00F635DB">
        <w:t xml:space="preserve">, </w:t>
      </w:r>
      <w:r w:rsidRPr="009071AC">
        <w:t>de factures</w:t>
      </w:r>
      <w:r w:rsidR="00F635DB">
        <w:t xml:space="preserve">, </w:t>
      </w:r>
      <w:r w:rsidRPr="009071AC">
        <w:t>de titres de propriété et de vieux parchemins</w:t>
      </w:r>
      <w:r w:rsidR="00F635DB">
        <w:t>.</w:t>
      </w:r>
    </w:p>
    <w:p w14:paraId="3A70D83D" w14:textId="77777777" w:rsidR="00F635DB" w:rsidRDefault="00F635DB" w:rsidP="00F635DB">
      <w:r>
        <w:t>— </w:t>
      </w:r>
      <w:r w:rsidR="00855694" w:rsidRPr="009071AC">
        <w:t>Là</w:t>
      </w:r>
      <w:r>
        <w:t xml:space="preserve">, </w:t>
      </w:r>
      <w:r w:rsidR="00855694" w:rsidRPr="009071AC">
        <w:t>certainement</w:t>
      </w:r>
      <w:r>
        <w:t xml:space="preserve">, </w:t>
      </w:r>
      <w:r w:rsidR="00855694" w:rsidRPr="009071AC">
        <w:t>est le prétexte qu</w:t>
      </w:r>
      <w:r>
        <w:t>’</w:t>
      </w:r>
      <w:r w:rsidR="00855694" w:rsidRPr="009071AC">
        <w:t>il me faut</w:t>
      </w:r>
      <w:r>
        <w:t xml:space="preserve">, </w:t>
      </w:r>
      <w:r w:rsidR="00855694" w:rsidRPr="009071AC">
        <w:t>murmurait-il tout en remuant cette masse de paperasses</w:t>
      </w:r>
      <w:r>
        <w:t>.</w:t>
      </w:r>
    </w:p>
    <w:p w14:paraId="10092D17" w14:textId="77777777" w:rsidR="00F635DB" w:rsidRDefault="00855694" w:rsidP="00F635DB">
      <w:r w:rsidRPr="009071AC">
        <w:lastRenderedPageBreak/>
        <w:t>Mais il ne trouva pas tout d</w:t>
      </w:r>
      <w:r w:rsidR="00F635DB">
        <w:t>’</w:t>
      </w:r>
      <w:r w:rsidRPr="009071AC">
        <w:t>abord ce qu</w:t>
      </w:r>
      <w:r w:rsidR="00F635DB">
        <w:t>’</w:t>
      </w:r>
      <w:r w:rsidRPr="009071AC">
        <w:t>il cherchait</w:t>
      </w:r>
      <w:r w:rsidR="00F635DB">
        <w:t xml:space="preserve">. </w:t>
      </w:r>
      <w:r w:rsidRPr="009071AC">
        <w:t>L</w:t>
      </w:r>
      <w:r w:rsidR="00F635DB">
        <w:t>’</w:t>
      </w:r>
      <w:r w:rsidRPr="009071AC">
        <w:t>impatience le gagnait</w:t>
      </w:r>
      <w:r w:rsidR="00F635DB">
        <w:t xml:space="preserve">, </w:t>
      </w:r>
      <w:r w:rsidRPr="009071AC">
        <w:t>on le voyait à sa précipitation fébrile</w:t>
      </w:r>
      <w:r w:rsidR="00F635DB">
        <w:t xml:space="preserve">, </w:t>
      </w:r>
      <w:r w:rsidRPr="009071AC">
        <w:t>quand il s</w:t>
      </w:r>
      <w:r w:rsidR="00F635DB">
        <w:t>’</w:t>
      </w:r>
      <w:r w:rsidRPr="009071AC">
        <w:t>arrêta en poussant un soupir de satisfaction</w:t>
      </w:r>
      <w:r w:rsidR="00F635DB">
        <w:t>.</w:t>
      </w:r>
    </w:p>
    <w:p w14:paraId="4509CDA8" w14:textId="77777777" w:rsidR="00F635DB" w:rsidRDefault="00F635DB" w:rsidP="00F635DB">
      <w:r>
        <w:t>— </w:t>
      </w:r>
      <w:r w:rsidR="00855694" w:rsidRPr="009071AC">
        <w:t>Enfin</w:t>
      </w:r>
      <w:r>
        <w:t> !…</w:t>
      </w:r>
    </w:p>
    <w:p w14:paraId="7FC26D21" w14:textId="77777777" w:rsidR="00F635DB" w:rsidRDefault="00855694" w:rsidP="00F635DB">
      <w:r w:rsidRPr="009071AC">
        <w:t>Il venait de mettre la main sur un vieux billet à ordre crasseux et fripé</w:t>
      </w:r>
      <w:r w:rsidR="00F635DB">
        <w:t xml:space="preserve">, </w:t>
      </w:r>
      <w:r w:rsidRPr="009071AC">
        <w:t>fixé par une épingle à un exploit d</w:t>
      </w:r>
      <w:r w:rsidR="00F635DB">
        <w:t>’</w:t>
      </w:r>
      <w:r w:rsidRPr="009071AC">
        <w:t>huissier</w:t>
      </w:r>
      <w:r w:rsidR="00F635DB">
        <w:t xml:space="preserve">, </w:t>
      </w:r>
      <w:r w:rsidRPr="009071AC">
        <w:t>ce qui indiquait qu</w:t>
      </w:r>
      <w:r w:rsidR="00F635DB">
        <w:t>’</w:t>
      </w:r>
      <w:r w:rsidRPr="009071AC">
        <w:t>il n</w:t>
      </w:r>
      <w:r w:rsidR="00F635DB">
        <w:t>’</w:t>
      </w:r>
      <w:r w:rsidRPr="009071AC">
        <w:t>avait pas été payé à l</w:t>
      </w:r>
      <w:r w:rsidR="00F635DB">
        <w:t>’</w:t>
      </w:r>
      <w:r w:rsidRPr="009071AC">
        <w:t>échéance</w:t>
      </w:r>
      <w:r w:rsidR="00F635DB">
        <w:t>.</w:t>
      </w:r>
    </w:p>
    <w:p w14:paraId="48915DF1" w14:textId="633F8E21" w:rsidR="00F635DB" w:rsidRDefault="00855694" w:rsidP="00F635DB">
      <w:r w:rsidRPr="009071AC">
        <w:t>Ce billet</w:t>
      </w:r>
      <w:r w:rsidR="00F635DB">
        <w:t>, M. </w:t>
      </w:r>
      <w:r w:rsidRPr="009071AC">
        <w:t>Fortunat l</w:t>
      </w:r>
      <w:r w:rsidR="00F635DB">
        <w:t>’</w:t>
      </w:r>
      <w:r w:rsidRPr="009071AC">
        <w:t>agita en l</w:t>
      </w:r>
      <w:r w:rsidR="00F635DB">
        <w:t>’</w:t>
      </w:r>
      <w:r w:rsidRPr="009071AC">
        <w:t>air</w:t>
      </w:r>
      <w:r w:rsidR="00F635DB">
        <w:t xml:space="preserve">, </w:t>
      </w:r>
      <w:r w:rsidRPr="009071AC">
        <w:t>au-dessus de sa tête</w:t>
      </w:r>
      <w:r w:rsidR="00F635DB">
        <w:t xml:space="preserve">, </w:t>
      </w:r>
      <w:r w:rsidRPr="009071AC">
        <w:t>et le fit claquer en disant d</w:t>
      </w:r>
      <w:r w:rsidR="00F635DB">
        <w:t>’</w:t>
      </w:r>
      <w:r w:rsidRPr="009071AC">
        <w:t>un air satisfait</w:t>
      </w:r>
      <w:r w:rsidR="00F635DB">
        <w:t> :</w:t>
      </w:r>
    </w:p>
    <w:p w14:paraId="716E5612" w14:textId="77777777" w:rsidR="00F635DB" w:rsidRDefault="00F635DB" w:rsidP="00F635DB">
      <w:r>
        <w:t>— </w:t>
      </w:r>
      <w:r w:rsidR="00855694" w:rsidRPr="009071AC">
        <w:t>C</w:t>
      </w:r>
      <w:r>
        <w:t>’</w:t>
      </w:r>
      <w:r w:rsidR="00855694" w:rsidRPr="009071AC">
        <w:t>est là que je dois frapper</w:t>
      </w:r>
      <w:r>
        <w:t xml:space="preserve">… </w:t>
      </w:r>
      <w:r w:rsidR="00855694" w:rsidRPr="009071AC">
        <w:t>C</w:t>
      </w:r>
      <w:r>
        <w:t>’</w:t>
      </w:r>
      <w:r w:rsidR="00855694" w:rsidRPr="009071AC">
        <w:t>est là</w:t>
      </w:r>
      <w:r>
        <w:t xml:space="preserve">, </w:t>
      </w:r>
      <w:r w:rsidR="00855694" w:rsidRPr="009071AC">
        <w:t>si Casimir ne s</w:t>
      </w:r>
      <w:r>
        <w:t>’</w:t>
      </w:r>
      <w:r w:rsidR="00855694" w:rsidRPr="009071AC">
        <w:t>est pas trompé</w:t>
      </w:r>
      <w:r>
        <w:t xml:space="preserve">, </w:t>
      </w:r>
      <w:r w:rsidR="00855694" w:rsidRPr="009071AC">
        <w:t>que je trouverai les renseignements qui me sont indispensables</w:t>
      </w:r>
      <w:r>
        <w:t>.</w:t>
      </w:r>
    </w:p>
    <w:p w14:paraId="74121336" w14:textId="77777777" w:rsidR="00F635DB" w:rsidRDefault="00855694" w:rsidP="00F635DB">
      <w:r w:rsidRPr="009071AC">
        <w:t>Il était si pressé qu</w:t>
      </w:r>
      <w:r w:rsidR="00F635DB">
        <w:t>’</w:t>
      </w:r>
      <w:r w:rsidRPr="009071AC">
        <w:t>il ne prit pas la peine de remettre le dossier en ordre</w:t>
      </w:r>
      <w:r w:rsidR="00F635DB">
        <w:t xml:space="preserve">. </w:t>
      </w:r>
      <w:r w:rsidRPr="009071AC">
        <w:t>Il le jeta dans le tiroir où il l</w:t>
      </w:r>
      <w:r w:rsidR="00F635DB">
        <w:t>’</w:t>
      </w:r>
      <w:r w:rsidRPr="009071AC">
        <w:t>avait pris</w:t>
      </w:r>
      <w:r w:rsidR="00F635DB">
        <w:t xml:space="preserve">, </w:t>
      </w:r>
      <w:r w:rsidRPr="009071AC">
        <w:t>et s</w:t>
      </w:r>
      <w:r w:rsidR="00F635DB">
        <w:t>’</w:t>
      </w:r>
      <w:r w:rsidRPr="009071AC">
        <w:t>approchant de Chupin</w:t>
      </w:r>
      <w:r w:rsidR="00F635DB">
        <w:t> :</w:t>
      </w:r>
    </w:p>
    <w:p w14:paraId="3A8BAF35" w14:textId="77777777" w:rsidR="00F635DB" w:rsidRDefault="00F635DB" w:rsidP="00F635DB">
      <w:r>
        <w:t>— </w:t>
      </w:r>
      <w:r w:rsidR="00855694" w:rsidRPr="009071AC">
        <w:t>C</w:t>
      </w:r>
      <w:r>
        <w:t>’</w:t>
      </w:r>
      <w:r w:rsidR="00855694" w:rsidRPr="009071AC">
        <w:t>est vous</w:t>
      </w:r>
      <w:r>
        <w:t xml:space="preserve">, </w:t>
      </w:r>
      <w:r w:rsidR="00855694" w:rsidRPr="009071AC">
        <w:t>n</w:t>
      </w:r>
      <w:r>
        <w:t>’</w:t>
      </w:r>
      <w:r w:rsidR="00855694" w:rsidRPr="009071AC">
        <w:t>est-ce pas</w:t>
      </w:r>
      <w:r>
        <w:t xml:space="preserve">, </w:t>
      </w:r>
      <w:r w:rsidR="00855694" w:rsidRPr="009071AC">
        <w:t>Victor</w:t>
      </w:r>
      <w:r>
        <w:t xml:space="preserve">, </w:t>
      </w:r>
      <w:r w:rsidR="00855694" w:rsidRPr="009071AC">
        <w:t>demanda-t-il</w:t>
      </w:r>
      <w:r>
        <w:t xml:space="preserve">, </w:t>
      </w:r>
      <w:r w:rsidR="00855694" w:rsidRPr="009071AC">
        <w:t xml:space="preserve">qui avez pris des renseignements sur la solvabilité des époux </w:t>
      </w:r>
      <w:proofErr w:type="spellStart"/>
      <w:r w:rsidR="00855694" w:rsidRPr="009071AC">
        <w:t>Vantrasson</w:t>
      </w:r>
      <w:proofErr w:type="spellEnd"/>
      <w:r>
        <w:t xml:space="preserve">, </w:t>
      </w:r>
      <w:r w:rsidR="00855694" w:rsidRPr="009071AC">
        <w:t>des gens qui tiennent un hôtel garni</w:t>
      </w:r>
      <w:r>
        <w:t> ?…</w:t>
      </w:r>
    </w:p>
    <w:p w14:paraId="2E552AC6" w14:textId="77777777" w:rsidR="00F635DB" w:rsidRDefault="00F635DB" w:rsidP="00F635DB">
      <w:r>
        <w:t>— </w:t>
      </w:r>
      <w:r w:rsidR="00855694" w:rsidRPr="009071AC">
        <w:t>Oui</w:t>
      </w:r>
      <w:r>
        <w:t xml:space="preserve">, </w:t>
      </w:r>
      <w:r w:rsidR="00855694" w:rsidRPr="009071AC">
        <w:t>m</w:t>
      </w:r>
      <w:r>
        <w:t>’</w:t>
      </w:r>
      <w:proofErr w:type="spellStart"/>
      <w:r w:rsidR="00855694" w:rsidRPr="009071AC">
        <w:t>sieu</w:t>
      </w:r>
      <w:proofErr w:type="spellEnd"/>
      <w:r>
        <w:t xml:space="preserve">, </w:t>
      </w:r>
      <w:r w:rsidR="00855694" w:rsidRPr="009071AC">
        <w:t>mais je vous ai rendu la réponse</w:t>
      </w:r>
      <w:r>
        <w:t xml:space="preserve"> : </w:t>
      </w:r>
      <w:r w:rsidR="00855694" w:rsidRPr="009071AC">
        <w:t>rien à espérer</w:t>
      </w:r>
      <w:r>
        <w:t>…</w:t>
      </w:r>
    </w:p>
    <w:p w14:paraId="5FAAE8B4" w14:textId="77777777" w:rsidR="00F635DB" w:rsidRDefault="00F635DB" w:rsidP="00F635DB">
      <w:r>
        <w:t>— </w:t>
      </w:r>
      <w:r w:rsidR="00855694" w:rsidRPr="009071AC">
        <w:t>Je sais</w:t>
      </w:r>
      <w:r>
        <w:t xml:space="preserve"> ; </w:t>
      </w:r>
      <w:r w:rsidR="00855694" w:rsidRPr="009071AC">
        <w:t>il ne s</w:t>
      </w:r>
      <w:r>
        <w:t>’</w:t>
      </w:r>
      <w:r w:rsidR="00855694" w:rsidRPr="009071AC">
        <w:t>agit pas de cela</w:t>
      </w:r>
      <w:r>
        <w:t xml:space="preserve">. </w:t>
      </w:r>
      <w:r w:rsidR="00855694" w:rsidRPr="009071AC">
        <w:t>Vous rappelez-vous leur adresse</w:t>
      </w:r>
      <w:r>
        <w:t> ?</w:t>
      </w:r>
    </w:p>
    <w:p w14:paraId="4668604F" w14:textId="77777777" w:rsidR="00F635DB" w:rsidRDefault="00F635DB" w:rsidP="00F635DB">
      <w:r>
        <w:t>— </w:t>
      </w:r>
      <w:r w:rsidR="00855694" w:rsidRPr="009071AC">
        <w:t>Très-bien</w:t>
      </w:r>
      <w:r>
        <w:t xml:space="preserve">. </w:t>
      </w:r>
      <w:r w:rsidR="00855694" w:rsidRPr="009071AC">
        <w:t>Ils demeurent maintenant sur la route d</w:t>
      </w:r>
      <w:r>
        <w:t>’</w:t>
      </w:r>
      <w:r w:rsidR="00855694" w:rsidRPr="009071AC">
        <w:t>Asnières</w:t>
      </w:r>
      <w:r>
        <w:t xml:space="preserve">, </w:t>
      </w:r>
      <w:r w:rsidR="00855694" w:rsidRPr="009071AC">
        <w:t>après les fortifications</w:t>
      </w:r>
      <w:r>
        <w:t xml:space="preserve">, </w:t>
      </w:r>
      <w:r w:rsidR="00855694" w:rsidRPr="009071AC">
        <w:t>à droite</w:t>
      </w:r>
      <w:r>
        <w:t>…</w:t>
      </w:r>
    </w:p>
    <w:p w14:paraId="15548110" w14:textId="77777777" w:rsidR="00F635DB" w:rsidRDefault="00F635DB" w:rsidP="00F635DB">
      <w:r>
        <w:t>— </w:t>
      </w:r>
      <w:r w:rsidR="00855694" w:rsidRPr="009071AC">
        <w:t>À quel numéro</w:t>
      </w:r>
      <w:r>
        <w:t> ?…</w:t>
      </w:r>
    </w:p>
    <w:p w14:paraId="1324956A" w14:textId="77777777" w:rsidR="00F635DB" w:rsidRDefault="00855694" w:rsidP="00F635DB">
      <w:r w:rsidRPr="009071AC">
        <w:lastRenderedPageBreak/>
        <w:t>Chupin hésita</w:t>
      </w:r>
      <w:r w:rsidR="00F635DB">
        <w:t xml:space="preserve">, </w:t>
      </w:r>
      <w:r w:rsidRPr="009071AC">
        <w:t>chercha</w:t>
      </w:r>
      <w:r w:rsidR="00F635DB">
        <w:t xml:space="preserve">, </w:t>
      </w:r>
      <w:r w:rsidRPr="009071AC">
        <w:t>et ne trouvant pas se mit à se gratter furieusement la tête</w:t>
      </w:r>
      <w:r w:rsidR="00F635DB">
        <w:t xml:space="preserve">, </w:t>
      </w:r>
      <w:r w:rsidRPr="009071AC">
        <w:t>ce qui était un moyen à lui de rappeler sa mémoire au devoir</w:t>
      </w:r>
      <w:r w:rsidR="00F635DB">
        <w:t xml:space="preserve">, </w:t>
      </w:r>
      <w:r w:rsidRPr="009071AC">
        <w:t>quand elle le trahissait</w:t>
      </w:r>
      <w:r w:rsidR="00F635DB">
        <w:t>.</w:t>
      </w:r>
    </w:p>
    <w:p w14:paraId="6863E818" w14:textId="77777777" w:rsidR="00F635DB" w:rsidRDefault="00F635DB" w:rsidP="00F635DB">
      <w:r>
        <w:t>— </w:t>
      </w:r>
      <w:r w:rsidR="00855694" w:rsidRPr="009071AC">
        <w:t>Attendez-donc</w:t>
      </w:r>
      <w:r>
        <w:t xml:space="preserve">, </w:t>
      </w:r>
      <w:r w:rsidR="00855694" w:rsidRPr="009071AC">
        <w:t>m</w:t>
      </w:r>
      <w:r>
        <w:t>’</w:t>
      </w:r>
      <w:proofErr w:type="spellStart"/>
      <w:r w:rsidR="00855694" w:rsidRPr="009071AC">
        <w:t>sieu</w:t>
      </w:r>
      <w:proofErr w:type="spellEnd"/>
      <w:r>
        <w:t xml:space="preserve">, </w:t>
      </w:r>
      <w:r w:rsidR="00855694" w:rsidRPr="009071AC">
        <w:t>dit-il en ânonnant</w:t>
      </w:r>
      <w:r>
        <w:t xml:space="preserve"> ; </w:t>
      </w:r>
      <w:r w:rsidR="00855694" w:rsidRPr="009071AC">
        <w:t>ils demeurent au 18 ou au 46</w:t>
      </w:r>
      <w:r>
        <w:t xml:space="preserve">, </w:t>
      </w:r>
      <w:r w:rsidR="00855694" w:rsidRPr="009071AC">
        <w:t>c</w:t>
      </w:r>
      <w:r>
        <w:t>’</w:t>
      </w:r>
      <w:r w:rsidR="00855694" w:rsidRPr="009071AC">
        <w:t>est-à-dire</w:t>
      </w:r>
      <w:r>
        <w:t>…</w:t>
      </w:r>
    </w:p>
    <w:p w14:paraId="36109FF6" w14:textId="646FBAE9" w:rsidR="00F635DB" w:rsidRDefault="00F635DB" w:rsidP="00F635DB">
      <w:r>
        <w:t>— </w:t>
      </w:r>
      <w:r w:rsidR="00855694" w:rsidRPr="009071AC">
        <w:t>Ne cherchez pas</w:t>
      </w:r>
      <w:r>
        <w:t xml:space="preserve">, </w:t>
      </w:r>
      <w:r w:rsidR="00855694" w:rsidRPr="009071AC">
        <w:t xml:space="preserve">interrompit </w:t>
      </w:r>
      <w:r>
        <w:t>M. </w:t>
      </w:r>
      <w:r w:rsidR="00855694" w:rsidRPr="009071AC">
        <w:t>Fortunat</w:t>
      </w:r>
      <w:r>
        <w:t xml:space="preserve">. </w:t>
      </w:r>
      <w:r w:rsidR="00855694" w:rsidRPr="009071AC">
        <w:t xml:space="preserve">Si je vous envoyais chez </w:t>
      </w:r>
      <w:proofErr w:type="spellStart"/>
      <w:r w:rsidR="00855694" w:rsidRPr="009071AC">
        <w:t>Vantrasson</w:t>
      </w:r>
      <w:proofErr w:type="spellEnd"/>
      <w:r>
        <w:t xml:space="preserve">, </w:t>
      </w:r>
      <w:r w:rsidR="00855694" w:rsidRPr="009071AC">
        <w:t>sauriez-vous y aller</w:t>
      </w:r>
      <w:r>
        <w:t> ?…</w:t>
      </w:r>
    </w:p>
    <w:p w14:paraId="353CE642" w14:textId="77777777" w:rsidR="00F635DB" w:rsidRDefault="00F635DB" w:rsidP="00F635DB">
      <w:r>
        <w:t>— </w:t>
      </w:r>
      <w:r w:rsidR="00855694" w:rsidRPr="009071AC">
        <w:t>Oh</w:t>
      </w:r>
      <w:r>
        <w:t xml:space="preserve"> !… </w:t>
      </w:r>
      <w:r w:rsidR="00855694" w:rsidRPr="009071AC">
        <w:t>pour cela</w:t>
      </w:r>
      <w:r>
        <w:t xml:space="preserve">, </w:t>
      </w:r>
      <w:r w:rsidR="00855694" w:rsidRPr="009071AC">
        <w:t>oui</w:t>
      </w:r>
      <w:r>
        <w:t xml:space="preserve">, </w:t>
      </w:r>
      <w:r w:rsidR="00855694" w:rsidRPr="009071AC">
        <w:t>m</w:t>
      </w:r>
      <w:r>
        <w:t>’</w:t>
      </w:r>
      <w:proofErr w:type="spellStart"/>
      <w:r w:rsidR="00855694" w:rsidRPr="009071AC">
        <w:t>sieu</w:t>
      </w:r>
      <w:proofErr w:type="spellEnd"/>
      <w:r>
        <w:t xml:space="preserve">, </w:t>
      </w:r>
      <w:r w:rsidR="00855694" w:rsidRPr="009071AC">
        <w:t>et tout droit</w:t>
      </w:r>
      <w:r>
        <w:t xml:space="preserve">, </w:t>
      </w:r>
      <w:r w:rsidR="00855694" w:rsidRPr="009071AC">
        <w:t>les yeux bandés</w:t>
      </w:r>
      <w:r>
        <w:t xml:space="preserve">… </w:t>
      </w:r>
      <w:r w:rsidR="00855694" w:rsidRPr="009071AC">
        <w:t>Je vois la maison d</w:t>
      </w:r>
      <w:r>
        <w:t>’</w:t>
      </w:r>
      <w:r w:rsidR="00855694" w:rsidRPr="009071AC">
        <w:t>ici</w:t>
      </w:r>
      <w:r>
        <w:t xml:space="preserve">, </w:t>
      </w:r>
      <w:r w:rsidR="00855694" w:rsidRPr="009071AC">
        <w:t>une grande baraque toute disloquée</w:t>
      </w:r>
      <w:r>
        <w:t xml:space="preserve">… </w:t>
      </w:r>
      <w:r w:rsidR="00855694" w:rsidRPr="009071AC">
        <w:t>Il y a un terrain vague à côté</w:t>
      </w:r>
      <w:r>
        <w:t xml:space="preserve">, </w:t>
      </w:r>
      <w:r w:rsidR="00855694" w:rsidRPr="009071AC">
        <w:t>et derrière un maraîcher</w:t>
      </w:r>
      <w:r>
        <w:t>…</w:t>
      </w:r>
    </w:p>
    <w:p w14:paraId="2B8F0B77" w14:textId="77777777" w:rsidR="00F635DB" w:rsidRDefault="00F635DB" w:rsidP="00F635DB">
      <w:r>
        <w:t>— </w:t>
      </w:r>
      <w:r w:rsidR="00855694" w:rsidRPr="009071AC">
        <w:t>C</w:t>
      </w:r>
      <w:r>
        <w:t>’</w:t>
      </w:r>
      <w:r w:rsidR="00855694" w:rsidRPr="009071AC">
        <w:t>est bien</w:t>
      </w:r>
      <w:r>
        <w:t xml:space="preserve"> !… </w:t>
      </w:r>
      <w:r w:rsidR="00855694" w:rsidRPr="009071AC">
        <w:t>Vous allez m</w:t>
      </w:r>
      <w:r>
        <w:t>’</w:t>
      </w:r>
      <w:r w:rsidR="00855694" w:rsidRPr="009071AC">
        <w:t>y conduire</w:t>
      </w:r>
      <w:r>
        <w:t>.</w:t>
      </w:r>
    </w:p>
    <w:p w14:paraId="0641BE5A" w14:textId="77777777" w:rsidR="00F635DB" w:rsidRDefault="00855694" w:rsidP="00F635DB">
      <w:r w:rsidRPr="009071AC">
        <w:t>L</w:t>
      </w:r>
      <w:r w:rsidR="00F635DB">
        <w:t>’</w:t>
      </w:r>
      <w:r w:rsidRPr="009071AC">
        <w:t>étrangeté de la proposition parut confondre Chupin</w:t>
      </w:r>
      <w:r w:rsidR="00F635DB">
        <w:t>.</w:t>
      </w:r>
    </w:p>
    <w:p w14:paraId="0E0DAB77" w14:textId="77777777" w:rsidR="00F635DB" w:rsidRDefault="00F635DB" w:rsidP="00F635DB">
      <w:r>
        <w:t>— </w:t>
      </w:r>
      <w:r w:rsidR="00855694" w:rsidRPr="009071AC">
        <w:t>Comment</w:t>
      </w:r>
      <w:r>
        <w:t xml:space="preserve">, </w:t>
      </w:r>
      <w:r w:rsidR="00855694" w:rsidRPr="009071AC">
        <w:t>m</w:t>
      </w:r>
      <w:r>
        <w:t>’</w:t>
      </w:r>
      <w:proofErr w:type="spellStart"/>
      <w:r w:rsidR="00855694" w:rsidRPr="009071AC">
        <w:t>sieu</w:t>
      </w:r>
      <w:proofErr w:type="spellEnd"/>
      <w:r>
        <w:t xml:space="preserve">, </w:t>
      </w:r>
      <w:r w:rsidR="00855694" w:rsidRPr="009071AC">
        <w:t>fit-il</w:t>
      </w:r>
      <w:r>
        <w:t xml:space="preserve">, </w:t>
      </w:r>
      <w:r w:rsidR="00855694" w:rsidRPr="009071AC">
        <w:t>vous voulez aller là</w:t>
      </w:r>
      <w:r>
        <w:t xml:space="preserve">, </w:t>
      </w:r>
      <w:r w:rsidR="00855694" w:rsidRPr="009071AC">
        <w:t>à cette heure</w:t>
      </w:r>
      <w:r>
        <w:t>…</w:t>
      </w:r>
    </w:p>
    <w:p w14:paraId="35B0F6AA" w14:textId="77777777" w:rsidR="00F635DB" w:rsidRDefault="00F635DB" w:rsidP="00F635DB">
      <w:r>
        <w:t>— </w:t>
      </w:r>
      <w:r w:rsidR="00855694" w:rsidRPr="009071AC">
        <w:t>Pourquoi pas</w:t>
      </w:r>
      <w:r>
        <w:t xml:space="preserve">. </w:t>
      </w:r>
      <w:r w:rsidR="00855694" w:rsidRPr="009071AC">
        <w:t>Trouverons-nous l</w:t>
      </w:r>
      <w:r>
        <w:t>’</w:t>
      </w:r>
      <w:r w:rsidR="00855694" w:rsidRPr="009071AC">
        <w:t>établissement fermé</w:t>
      </w:r>
      <w:r>
        <w:t> ?</w:t>
      </w:r>
    </w:p>
    <w:p w14:paraId="7DC36557" w14:textId="77777777" w:rsidR="00F635DB" w:rsidRDefault="00F635DB" w:rsidP="00F635DB">
      <w:r>
        <w:t>— </w:t>
      </w:r>
      <w:r w:rsidR="00855694" w:rsidRPr="009071AC">
        <w:t>Non</w:t>
      </w:r>
      <w:r>
        <w:t xml:space="preserve">, </w:t>
      </w:r>
      <w:r w:rsidR="00855694" w:rsidRPr="009071AC">
        <w:t>m</w:t>
      </w:r>
      <w:r>
        <w:t>’</w:t>
      </w:r>
      <w:proofErr w:type="spellStart"/>
      <w:r w:rsidR="00855694" w:rsidRPr="009071AC">
        <w:t>sieu</w:t>
      </w:r>
      <w:proofErr w:type="spellEnd"/>
      <w:r>
        <w:t xml:space="preserve">, </w:t>
      </w:r>
      <w:r w:rsidR="00855694" w:rsidRPr="009071AC">
        <w:t>bien certainement</w:t>
      </w:r>
      <w:r>
        <w:t xml:space="preserve">. </w:t>
      </w:r>
      <w:proofErr w:type="spellStart"/>
      <w:r w:rsidR="00855694" w:rsidRPr="009071AC">
        <w:t>Vantrasson</w:t>
      </w:r>
      <w:proofErr w:type="spellEnd"/>
      <w:r>
        <w:t xml:space="preserve">, </w:t>
      </w:r>
      <w:r w:rsidR="00855694" w:rsidRPr="009071AC">
        <w:t>outre qu</w:t>
      </w:r>
      <w:r>
        <w:t>’</w:t>
      </w:r>
      <w:r w:rsidR="00855694" w:rsidRPr="009071AC">
        <w:t>il tient un hôtel</w:t>
      </w:r>
      <w:r>
        <w:t xml:space="preserve">, </w:t>
      </w:r>
      <w:r w:rsidR="00855694" w:rsidRPr="009071AC">
        <w:t>est épicier et vend à boire</w:t>
      </w:r>
      <w:r>
        <w:t xml:space="preserve">… </w:t>
      </w:r>
      <w:r w:rsidR="00855694" w:rsidRPr="009071AC">
        <w:t>Il reste donc ouvert au moins jusqu</w:t>
      </w:r>
      <w:r>
        <w:t>’</w:t>
      </w:r>
      <w:r w:rsidR="00855694" w:rsidRPr="009071AC">
        <w:t>à onze heures</w:t>
      </w:r>
      <w:r>
        <w:t xml:space="preserve">. </w:t>
      </w:r>
      <w:r w:rsidR="00855694" w:rsidRPr="009071AC">
        <w:t>Seulement cet homme-là est à ce qu</w:t>
      </w:r>
      <w:r>
        <w:t>’</w:t>
      </w:r>
      <w:r w:rsidR="00855694" w:rsidRPr="009071AC">
        <w:t>il paraît un particulier qui n</w:t>
      </w:r>
      <w:r>
        <w:t>’</w:t>
      </w:r>
      <w:r w:rsidR="00855694" w:rsidRPr="009071AC">
        <w:t>aime pas à être dérangé entre ses repas</w:t>
      </w:r>
      <w:r>
        <w:t xml:space="preserve">… </w:t>
      </w:r>
      <w:r w:rsidR="00855694" w:rsidRPr="009071AC">
        <w:t>Si c</w:t>
      </w:r>
      <w:r>
        <w:t>’</w:t>
      </w:r>
      <w:r w:rsidR="00855694" w:rsidRPr="009071AC">
        <w:t>est pour lui présenter un billet que vous voulez aller chez lui</w:t>
      </w:r>
      <w:r>
        <w:t xml:space="preserve">… </w:t>
      </w:r>
      <w:r w:rsidR="00855694" w:rsidRPr="009071AC">
        <w:t>il est peut-être un peu tard</w:t>
      </w:r>
      <w:r>
        <w:t xml:space="preserve">. </w:t>
      </w:r>
      <w:r w:rsidR="00855694" w:rsidRPr="009071AC">
        <w:t>À votre place</w:t>
      </w:r>
      <w:r>
        <w:t xml:space="preserve">, </w:t>
      </w:r>
      <w:r w:rsidR="00855694" w:rsidRPr="009071AC">
        <w:t>m</w:t>
      </w:r>
      <w:r>
        <w:t>’</w:t>
      </w:r>
      <w:proofErr w:type="spellStart"/>
      <w:r w:rsidR="00855694" w:rsidRPr="009071AC">
        <w:t>sieu</w:t>
      </w:r>
      <w:proofErr w:type="spellEnd"/>
      <w:r>
        <w:t xml:space="preserve">, </w:t>
      </w:r>
      <w:r w:rsidR="00855694" w:rsidRPr="009071AC">
        <w:t>j</w:t>
      </w:r>
      <w:r>
        <w:t>’</w:t>
      </w:r>
      <w:r w:rsidR="00855694" w:rsidRPr="009071AC">
        <w:t>attendrais à demain</w:t>
      </w:r>
      <w:r>
        <w:t xml:space="preserve">… </w:t>
      </w:r>
      <w:r w:rsidR="00855694" w:rsidRPr="009071AC">
        <w:t>Il pleut et il n</w:t>
      </w:r>
      <w:r>
        <w:t>’</w:t>
      </w:r>
      <w:r w:rsidR="00855694" w:rsidRPr="009071AC">
        <w:t>y a pas un chat dehors</w:t>
      </w:r>
      <w:r>
        <w:t xml:space="preserve">… </w:t>
      </w:r>
      <w:r w:rsidR="00855694" w:rsidRPr="009071AC">
        <w:t>C</w:t>
      </w:r>
      <w:r>
        <w:t>’</w:t>
      </w:r>
      <w:r w:rsidR="00855694" w:rsidRPr="009071AC">
        <w:t>est isolé comme tout</w:t>
      </w:r>
      <w:r>
        <w:t xml:space="preserve">, </w:t>
      </w:r>
      <w:r w:rsidR="00855694" w:rsidRPr="009071AC">
        <w:t>là-bas</w:t>
      </w:r>
      <w:r>
        <w:t xml:space="preserve">, </w:t>
      </w:r>
      <w:r w:rsidR="00855694" w:rsidRPr="009071AC">
        <w:t>et dame</w:t>
      </w:r>
      <w:r>
        <w:t xml:space="preserve">, </w:t>
      </w:r>
      <w:r w:rsidR="00855694" w:rsidRPr="009071AC">
        <w:t>dans ce cas-là</w:t>
      </w:r>
      <w:r>
        <w:t xml:space="preserve"> ; </w:t>
      </w:r>
      <w:r w:rsidR="00855694" w:rsidRPr="009071AC">
        <w:t>on paye ses billets avec la monnaie qu</w:t>
      </w:r>
      <w:r>
        <w:t>’</w:t>
      </w:r>
      <w:r w:rsidR="00855694" w:rsidRPr="009071AC">
        <w:t>on a sous la main</w:t>
      </w:r>
      <w:r>
        <w:t xml:space="preserve">… </w:t>
      </w:r>
      <w:r w:rsidR="00855694" w:rsidRPr="009071AC">
        <w:t>avec une trique</w:t>
      </w:r>
      <w:r>
        <w:t xml:space="preserve">, </w:t>
      </w:r>
      <w:r w:rsidR="00855694" w:rsidRPr="009071AC">
        <w:t>par exemple</w:t>
      </w:r>
      <w:r>
        <w:t>.</w:t>
      </w:r>
    </w:p>
    <w:p w14:paraId="2AF57454" w14:textId="77777777" w:rsidR="00F635DB" w:rsidRDefault="00F635DB" w:rsidP="00F635DB">
      <w:r>
        <w:t>— </w:t>
      </w:r>
      <w:r w:rsidR="00855694" w:rsidRPr="009071AC">
        <w:t>Auriez-vous peur</w:t>
      </w:r>
      <w:r>
        <w:t> ?</w:t>
      </w:r>
    </w:p>
    <w:p w14:paraId="352971B1" w14:textId="77777777" w:rsidR="00F635DB" w:rsidRDefault="00855694" w:rsidP="00F635DB">
      <w:r w:rsidRPr="009071AC">
        <w:lastRenderedPageBreak/>
        <w:t>Ce doute n</w:t>
      </w:r>
      <w:r w:rsidR="00F635DB">
        <w:t>’</w:t>
      </w:r>
      <w:r w:rsidRPr="009071AC">
        <w:t>offensa pas Chupin</w:t>
      </w:r>
      <w:r w:rsidR="00F635DB">
        <w:t xml:space="preserve">, </w:t>
      </w:r>
      <w:r w:rsidRPr="009071AC">
        <w:t>tant il lui parut grotesque</w:t>
      </w:r>
      <w:r w:rsidR="00F635DB">
        <w:t xml:space="preserve">, </w:t>
      </w:r>
      <w:r w:rsidRPr="009071AC">
        <w:t>et</w:t>
      </w:r>
      <w:r w:rsidR="00F635DB">
        <w:t xml:space="preserve">, </w:t>
      </w:r>
      <w:r w:rsidRPr="009071AC">
        <w:t>pour toute réponse</w:t>
      </w:r>
      <w:r w:rsidR="00F635DB">
        <w:t xml:space="preserve">, </w:t>
      </w:r>
      <w:r w:rsidRPr="009071AC">
        <w:t>il haussa dédaigneusement les épaules</w:t>
      </w:r>
      <w:r w:rsidR="00F635DB">
        <w:t>.</w:t>
      </w:r>
    </w:p>
    <w:p w14:paraId="73FBC23E" w14:textId="35624DC2" w:rsidR="00F635DB" w:rsidRDefault="00F635DB" w:rsidP="00F635DB">
      <w:r>
        <w:t>— </w:t>
      </w:r>
      <w:r w:rsidR="00855694" w:rsidRPr="009071AC">
        <w:t>Alors</w:t>
      </w:r>
      <w:r>
        <w:t xml:space="preserve">, </w:t>
      </w:r>
      <w:r w:rsidR="00855694" w:rsidRPr="009071AC">
        <w:t>nous allons partir</w:t>
      </w:r>
      <w:r>
        <w:t xml:space="preserve">, </w:t>
      </w:r>
      <w:r w:rsidR="00855694" w:rsidRPr="009071AC">
        <w:t xml:space="preserve">reprit </w:t>
      </w:r>
      <w:r>
        <w:t>M. </w:t>
      </w:r>
      <w:r w:rsidR="00855694" w:rsidRPr="009071AC">
        <w:t>Fortunat</w:t>
      </w:r>
      <w:r>
        <w:t xml:space="preserve">. </w:t>
      </w:r>
      <w:r w:rsidR="00855694" w:rsidRPr="009071AC">
        <w:t>Pendant que je m</w:t>
      </w:r>
      <w:r>
        <w:t>’</w:t>
      </w:r>
      <w:r w:rsidR="00855694" w:rsidRPr="009071AC">
        <w:t>apprête</w:t>
      </w:r>
      <w:r>
        <w:t xml:space="preserve">, </w:t>
      </w:r>
      <w:r w:rsidR="00855694" w:rsidRPr="009071AC">
        <w:t>descendez chercher une voiture</w:t>
      </w:r>
      <w:r>
        <w:t xml:space="preserve">, </w:t>
      </w:r>
      <w:r w:rsidR="00855694" w:rsidRPr="009071AC">
        <w:t>et tâchez qu</w:t>
      </w:r>
      <w:r>
        <w:t>’</w:t>
      </w:r>
      <w:r w:rsidR="00855694" w:rsidRPr="009071AC">
        <w:t>elle ait un bon cheval</w:t>
      </w:r>
      <w:r>
        <w:t>.</w:t>
      </w:r>
    </w:p>
    <w:p w14:paraId="6A65B075" w14:textId="77777777" w:rsidR="00F635DB" w:rsidRDefault="00855694" w:rsidP="00F635DB">
      <w:r w:rsidRPr="009071AC">
        <w:t>Chupin fila comme l</w:t>
      </w:r>
      <w:r w:rsidR="00F635DB">
        <w:t>’</w:t>
      </w:r>
      <w:r w:rsidRPr="009071AC">
        <w:t>éclair et dégringola l</w:t>
      </w:r>
      <w:r w:rsidR="00F635DB">
        <w:t>’</w:t>
      </w:r>
      <w:r w:rsidRPr="009071AC">
        <w:t>escalier comme l</w:t>
      </w:r>
      <w:r w:rsidR="00F635DB">
        <w:t>’</w:t>
      </w:r>
      <w:r w:rsidRPr="009071AC">
        <w:t>orage</w:t>
      </w:r>
      <w:r w:rsidR="00F635DB">
        <w:t xml:space="preserve">. </w:t>
      </w:r>
      <w:r w:rsidRPr="009071AC">
        <w:t>À deux pas de la maison</w:t>
      </w:r>
      <w:r w:rsidR="00F635DB">
        <w:t xml:space="preserve">, </w:t>
      </w:r>
      <w:r w:rsidRPr="009071AC">
        <w:t>il y avait une station de fiacres</w:t>
      </w:r>
      <w:r w:rsidR="00F635DB">
        <w:t xml:space="preserve">, </w:t>
      </w:r>
      <w:r w:rsidRPr="009071AC">
        <w:t>mais il préféra courir rue Feydeau</w:t>
      </w:r>
      <w:r w:rsidR="00F635DB">
        <w:t xml:space="preserve">, </w:t>
      </w:r>
      <w:r w:rsidRPr="009071AC">
        <w:t>où il connaissait une remise</w:t>
      </w:r>
      <w:r w:rsidR="00F635DB">
        <w:t>.</w:t>
      </w:r>
    </w:p>
    <w:p w14:paraId="652BE37E" w14:textId="77777777" w:rsidR="00F635DB" w:rsidRDefault="00F635DB" w:rsidP="00F635DB">
      <w:r>
        <w:t>— </w:t>
      </w:r>
      <w:r w:rsidR="00855694" w:rsidRPr="009071AC">
        <w:t>Une voiture</w:t>
      </w:r>
      <w:r>
        <w:t xml:space="preserve">, </w:t>
      </w:r>
      <w:r w:rsidR="00855694" w:rsidRPr="009071AC">
        <w:t>bourgeois</w:t>
      </w:r>
      <w:r>
        <w:t xml:space="preserve"> !… </w:t>
      </w:r>
      <w:r w:rsidR="00855694" w:rsidRPr="009071AC">
        <w:t>proposèrent les cochers en le voyant approcher</w:t>
      </w:r>
      <w:r>
        <w:t>.</w:t>
      </w:r>
    </w:p>
    <w:p w14:paraId="5FBE5417" w14:textId="77777777" w:rsidR="00F635DB" w:rsidRDefault="00855694" w:rsidP="00F635DB">
      <w:r w:rsidRPr="009071AC">
        <w:t>Il ne répondit pas</w:t>
      </w:r>
      <w:r w:rsidR="00F635DB">
        <w:t xml:space="preserve">, </w:t>
      </w:r>
      <w:r w:rsidRPr="009071AC">
        <w:t>mais se mit à examiner chaque cheval d</w:t>
      </w:r>
      <w:r w:rsidR="00F635DB">
        <w:t>’</w:t>
      </w:r>
      <w:r w:rsidRPr="009071AC">
        <w:t>un air capable</w:t>
      </w:r>
      <w:r w:rsidR="00F635DB">
        <w:t xml:space="preserve">, </w:t>
      </w:r>
      <w:r w:rsidRPr="009071AC">
        <w:t>en homme qui bien souvent a utilisé le loisir de ses matinées au service des maquignons du Marché aux chevaux</w:t>
      </w:r>
      <w:r w:rsidR="00F635DB">
        <w:t>.</w:t>
      </w:r>
    </w:p>
    <w:p w14:paraId="3C9E4794" w14:textId="77777777" w:rsidR="00F635DB" w:rsidRDefault="00855694" w:rsidP="00F635DB">
      <w:r w:rsidRPr="009071AC">
        <w:t>Une des bêtes lui convint</w:t>
      </w:r>
      <w:r w:rsidR="00F635DB">
        <w:t xml:space="preserve">. </w:t>
      </w:r>
      <w:r w:rsidRPr="009071AC">
        <w:t>Il fit signe au cocher et s</w:t>
      </w:r>
      <w:r w:rsidR="00F635DB">
        <w:t>’</w:t>
      </w:r>
      <w:r w:rsidRPr="009071AC">
        <w:t>approchant du bureau de la remise où une femme lisait</w:t>
      </w:r>
      <w:r w:rsidR="00F635DB">
        <w:t> :</w:t>
      </w:r>
    </w:p>
    <w:p w14:paraId="1716A4C8" w14:textId="77777777" w:rsidR="00F635DB" w:rsidRDefault="00F635DB" w:rsidP="00F635DB">
      <w:r>
        <w:t>— </w:t>
      </w:r>
      <w:r w:rsidR="00855694" w:rsidRPr="009071AC">
        <w:t>Mes cinq sous</w:t>
      </w:r>
      <w:r>
        <w:t xml:space="preserve">, </w:t>
      </w:r>
      <w:r w:rsidR="00855694" w:rsidRPr="009071AC">
        <w:t>bourgeoise</w:t>
      </w:r>
      <w:r>
        <w:t xml:space="preserve"> ! </w:t>
      </w:r>
      <w:r w:rsidR="00855694" w:rsidRPr="009071AC">
        <w:t>réclama-t-il</w:t>
      </w:r>
      <w:r>
        <w:t>.</w:t>
      </w:r>
    </w:p>
    <w:p w14:paraId="06FD1B99" w14:textId="77777777" w:rsidR="00F635DB" w:rsidRDefault="00855694" w:rsidP="00F635DB">
      <w:r w:rsidRPr="009071AC">
        <w:t>La femme le toisa</w:t>
      </w:r>
      <w:r w:rsidR="00F635DB">
        <w:t xml:space="preserve">. </w:t>
      </w:r>
      <w:r w:rsidRPr="009071AC">
        <w:t>Beaucoup d</w:t>
      </w:r>
      <w:r w:rsidR="00F635DB">
        <w:t>’</w:t>
      </w:r>
      <w:r w:rsidRPr="009071AC">
        <w:t>établissements donnent vingt-cinq centimes à tout domestique qui vient chercher une voiture pour son maître</w:t>
      </w:r>
      <w:r w:rsidR="00F635DB">
        <w:t xml:space="preserve">, </w:t>
      </w:r>
      <w:r w:rsidRPr="009071AC">
        <w:t>et cette petite prime retient la clientèle</w:t>
      </w:r>
      <w:r w:rsidR="00F635DB">
        <w:t xml:space="preserve">. </w:t>
      </w:r>
      <w:r w:rsidRPr="009071AC">
        <w:t>Mais la buraliste</w:t>
      </w:r>
      <w:r w:rsidR="00F635DB">
        <w:t xml:space="preserve">, </w:t>
      </w:r>
      <w:r w:rsidRPr="009071AC">
        <w:t>qui voyait bien que Chupin n</w:t>
      </w:r>
      <w:r w:rsidR="00F635DB">
        <w:t>’</w:t>
      </w:r>
      <w:r w:rsidRPr="009071AC">
        <w:t>était pas un domestique</w:t>
      </w:r>
      <w:r w:rsidR="00F635DB">
        <w:t xml:space="preserve">, </w:t>
      </w:r>
      <w:r w:rsidRPr="009071AC">
        <w:t>hésitait</w:t>
      </w:r>
      <w:r w:rsidR="00F635DB">
        <w:t xml:space="preserve">. </w:t>
      </w:r>
      <w:r w:rsidRPr="009071AC">
        <w:t>Lui se fâcha</w:t>
      </w:r>
      <w:r w:rsidR="00F635DB">
        <w:t>.</w:t>
      </w:r>
    </w:p>
    <w:p w14:paraId="41FF850F" w14:textId="77777777" w:rsidR="00F635DB" w:rsidRDefault="00F635DB" w:rsidP="00F635DB">
      <w:r>
        <w:t>— </w:t>
      </w:r>
      <w:r w:rsidR="00855694" w:rsidRPr="009071AC">
        <w:t>Prenez garde de déchirer votre poche</w:t>
      </w:r>
      <w:r>
        <w:t xml:space="preserve"> ! </w:t>
      </w:r>
      <w:r w:rsidR="00855694" w:rsidRPr="009071AC">
        <w:t>fit-il</w:t>
      </w:r>
      <w:r>
        <w:t xml:space="preserve">. </w:t>
      </w:r>
      <w:r w:rsidR="00855694" w:rsidRPr="009071AC">
        <w:t>Moi je vais à la concurrence</w:t>
      </w:r>
      <w:r>
        <w:t xml:space="preserve">, </w:t>
      </w:r>
      <w:r w:rsidR="00855694" w:rsidRPr="009071AC">
        <w:t>sur la place</w:t>
      </w:r>
      <w:r>
        <w:t>…</w:t>
      </w:r>
    </w:p>
    <w:p w14:paraId="5D401FE4" w14:textId="77777777" w:rsidR="00F635DB" w:rsidRDefault="00855694" w:rsidP="00F635DB">
      <w:r w:rsidRPr="009071AC">
        <w:t>Éclairée par l</w:t>
      </w:r>
      <w:r w:rsidR="00F635DB">
        <w:t>’</w:t>
      </w:r>
      <w:r w:rsidRPr="009071AC">
        <w:t>accent de Chupin</w:t>
      </w:r>
      <w:r w:rsidR="00F635DB">
        <w:t xml:space="preserve">, </w:t>
      </w:r>
      <w:r w:rsidRPr="009071AC">
        <w:t>la femme lui remit cinq sous qu</w:t>
      </w:r>
      <w:r w:rsidR="00F635DB">
        <w:t>’</w:t>
      </w:r>
      <w:r w:rsidRPr="009071AC">
        <w:t>il empocha avec une grimace de satisfaction</w:t>
      </w:r>
      <w:r w:rsidR="00F635DB">
        <w:t xml:space="preserve">. </w:t>
      </w:r>
      <w:r w:rsidRPr="009071AC">
        <w:t xml:space="preserve">Ils </w:t>
      </w:r>
      <w:r w:rsidRPr="009071AC">
        <w:lastRenderedPageBreak/>
        <w:t>étaient bien à lui</w:t>
      </w:r>
      <w:r w:rsidR="00F635DB">
        <w:t xml:space="preserve">, </w:t>
      </w:r>
      <w:r w:rsidRPr="009071AC">
        <w:t>et légitimement</w:t>
      </w:r>
      <w:r w:rsidR="00F635DB">
        <w:t xml:space="preserve">, </w:t>
      </w:r>
      <w:r w:rsidRPr="009071AC">
        <w:t>puisqu</w:t>
      </w:r>
      <w:r w:rsidR="00F635DB">
        <w:t>’</w:t>
      </w:r>
      <w:r w:rsidRPr="009071AC">
        <w:t>il avait pris la peine de les gagner</w:t>
      </w:r>
      <w:r w:rsidR="00F635DB">
        <w:t>.</w:t>
      </w:r>
    </w:p>
    <w:p w14:paraId="29278498" w14:textId="77777777" w:rsidR="00F635DB" w:rsidRDefault="00855694" w:rsidP="00F635DB">
      <w:r w:rsidRPr="009071AC">
        <w:t>Mais lorsqu</w:t>
      </w:r>
      <w:r w:rsidR="00F635DB">
        <w:t>’</w:t>
      </w:r>
      <w:r w:rsidRPr="009071AC">
        <w:t>il rentra dans le cabinet de son patron</w:t>
      </w:r>
      <w:r w:rsidR="00F635DB">
        <w:t xml:space="preserve">, </w:t>
      </w:r>
      <w:r w:rsidRPr="009071AC">
        <w:t>pour lui annoncer que la voiture attendait à la porte</w:t>
      </w:r>
      <w:r w:rsidR="00F635DB">
        <w:t xml:space="preserve">, </w:t>
      </w:r>
      <w:r w:rsidRPr="009071AC">
        <w:t>il faillit tomber de son haut</w:t>
      </w:r>
      <w:r w:rsidR="00F635DB">
        <w:t>.</w:t>
      </w:r>
    </w:p>
    <w:p w14:paraId="36C09E05" w14:textId="1E8EF233" w:rsidR="00F635DB" w:rsidRDefault="00F635DB" w:rsidP="00F635DB">
      <w:r>
        <w:t>M. </w:t>
      </w:r>
      <w:r w:rsidR="00855694" w:rsidRPr="009071AC">
        <w:t>Fortunat avait profité de l</w:t>
      </w:r>
      <w:r>
        <w:t>’</w:t>
      </w:r>
      <w:r w:rsidR="00855694" w:rsidRPr="009071AC">
        <w:t>absence de son employé</w:t>
      </w:r>
      <w:r>
        <w:t xml:space="preserve">, </w:t>
      </w:r>
      <w:r w:rsidR="00855694" w:rsidRPr="009071AC">
        <w:t>non pour se déguiser</w:t>
      </w:r>
      <w:r>
        <w:t xml:space="preserve">, </w:t>
      </w:r>
      <w:r w:rsidR="00855694" w:rsidRPr="009071AC">
        <w:t>ce serait trop dire</w:t>
      </w:r>
      <w:r>
        <w:t xml:space="preserve">, </w:t>
      </w:r>
      <w:r w:rsidR="00855694" w:rsidRPr="009071AC">
        <w:t>mais pour</w:t>
      </w:r>
      <w:r>
        <w:t xml:space="preserve">… </w:t>
      </w:r>
      <w:r w:rsidR="00855694" w:rsidRPr="009071AC">
        <w:t>modifier adroitement son extérieur</w:t>
      </w:r>
      <w:r>
        <w:t>.</w:t>
      </w:r>
    </w:p>
    <w:p w14:paraId="08C2954B" w14:textId="77777777" w:rsidR="00F635DB" w:rsidRDefault="00855694" w:rsidP="00F635DB">
      <w:r w:rsidRPr="009071AC">
        <w:t>Il avait revêtu une vieille redingote toute luisante d</w:t>
      </w:r>
      <w:r w:rsidR="00F635DB">
        <w:t>’</w:t>
      </w:r>
      <w:r w:rsidRPr="009071AC">
        <w:t>usure et de crasse</w:t>
      </w:r>
      <w:r w:rsidR="00F635DB">
        <w:t xml:space="preserve">, </w:t>
      </w:r>
      <w:r w:rsidRPr="009071AC">
        <w:t>si longue qu</w:t>
      </w:r>
      <w:r w:rsidR="00F635DB">
        <w:t>’</w:t>
      </w:r>
      <w:r w:rsidRPr="009071AC">
        <w:t>elle cachait ses genoux</w:t>
      </w:r>
      <w:r w:rsidR="00F635DB">
        <w:t xml:space="preserve">, </w:t>
      </w:r>
      <w:r w:rsidRPr="009071AC">
        <w:t>il avait passé des bottes outrageusement déformées et s</w:t>
      </w:r>
      <w:r w:rsidR="00F635DB">
        <w:t>’</w:t>
      </w:r>
      <w:r w:rsidRPr="009071AC">
        <w:t>était coiffé d</w:t>
      </w:r>
      <w:r w:rsidR="00F635DB">
        <w:t>’</w:t>
      </w:r>
      <w:r w:rsidRPr="009071AC">
        <w:t>un de ces chapeaux que dédaignent les chiffonniers</w:t>
      </w:r>
      <w:r w:rsidR="00F635DB">
        <w:t xml:space="preserve">. </w:t>
      </w:r>
      <w:r w:rsidRPr="009071AC">
        <w:t>Autour du cou</w:t>
      </w:r>
      <w:r w:rsidR="00F635DB">
        <w:t xml:space="preserve">, </w:t>
      </w:r>
      <w:r w:rsidRPr="009071AC">
        <w:t>à la place de son élégante cravate de satin</w:t>
      </w:r>
      <w:r w:rsidR="00F635DB">
        <w:t xml:space="preserve">, </w:t>
      </w:r>
      <w:r w:rsidRPr="009071AC">
        <w:t>il avait noué un foulard à carreaux tout effiloqué</w:t>
      </w:r>
      <w:r w:rsidR="00F635DB">
        <w:t>.</w:t>
      </w:r>
    </w:p>
    <w:p w14:paraId="32658D59" w14:textId="77777777" w:rsidR="00F635DB" w:rsidRDefault="00855694" w:rsidP="00F635DB">
      <w:r w:rsidRPr="009071AC">
        <w:t>Du Fortunat prospère</w:t>
      </w:r>
      <w:r w:rsidR="00F635DB">
        <w:t xml:space="preserve">, </w:t>
      </w:r>
      <w:r w:rsidRPr="009071AC">
        <w:t>avantageusement connu place de la Bourse</w:t>
      </w:r>
      <w:r w:rsidR="00F635DB">
        <w:t xml:space="preserve">, </w:t>
      </w:r>
      <w:r w:rsidRPr="009071AC">
        <w:t>rien ne restait que le visage et les mains</w:t>
      </w:r>
      <w:r w:rsidR="00F635DB">
        <w:t xml:space="preserve">. </w:t>
      </w:r>
      <w:r w:rsidRPr="009071AC">
        <w:t>Un autre Fortunat se révélait</w:t>
      </w:r>
      <w:r w:rsidR="00F635DB">
        <w:t xml:space="preserve">, </w:t>
      </w:r>
      <w:r w:rsidRPr="009071AC">
        <w:t>plus que besogneux</w:t>
      </w:r>
      <w:r w:rsidR="00F635DB">
        <w:t xml:space="preserve">, </w:t>
      </w:r>
      <w:r w:rsidRPr="009071AC">
        <w:t>misérable</w:t>
      </w:r>
      <w:r w:rsidR="00F635DB">
        <w:t xml:space="preserve">, </w:t>
      </w:r>
      <w:r w:rsidRPr="009071AC">
        <w:t>famélique</w:t>
      </w:r>
      <w:r w:rsidR="00F635DB">
        <w:t xml:space="preserve">, </w:t>
      </w:r>
      <w:r w:rsidRPr="009071AC">
        <w:t>crevant de faim</w:t>
      </w:r>
      <w:r w:rsidR="00F635DB">
        <w:t xml:space="preserve">, </w:t>
      </w:r>
      <w:r w:rsidRPr="009071AC">
        <w:t>prêt à tout</w:t>
      </w:r>
      <w:r w:rsidR="00F635DB">
        <w:t>.</w:t>
      </w:r>
    </w:p>
    <w:p w14:paraId="13831A8F" w14:textId="77777777" w:rsidR="00F635DB" w:rsidRDefault="00855694" w:rsidP="00F635DB">
      <w:r w:rsidRPr="009071AC">
        <w:t>Et sous cette défroque</w:t>
      </w:r>
      <w:r w:rsidR="00F635DB">
        <w:t xml:space="preserve">, </w:t>
      </w:r>
      <w:r w:rsidRPr="009071AC">
        <w:t>il semblait à l</w:t>
      </w:r>
      <w:r w:rsidR="00F635DB">
        <w:t>’</w:t>
      </w:r>
      <w:r w:rsidRPr="009071AC">
        <w:t>aise</w:t>
      </w:r>
      <w:r w:rsidR="00F635DB">
        <w:t xml:space="preserve">, </w:t>
      </w:r>
      <w:r w:rsidRPr="009071AC">
        <w:t>elle lui allait</w:t>
      </w:r>
      <w:r w:rsidR="00F635DB">
        <w:t xml:space="preserve">, </w:t>
      </w:r>
      <w:r w:rsidRPr="009071AC">
        <w:t>elle était assouplie à ses mouvements comme s</w:t>
      </w:r>
      <w:r w:rsidR="00F635DB">
        <w:t>’</w:t>
      </w:r>
      <w:r w:rsidRPr="009071AC">
        <w:t>il l</w:t>
      </w:r>
      <w:r w:rsidR="00F635DB">
        <w:t>’</w:t>
      </w:r>
      <w:r w:rsidRPr="009071AC">
        <w:t>eût longtemps portée</w:t>
      </w:r>
      <w:r w:rsidR="00F635DB">
        <w:t xml:space="preserve">. </w:t>
      </w:r>
      <w:r w:rsidRPr="009071AC">
        <w:t>Le papillon était redevenu chenille</w:t>
      </w:r>
      <w:r w:rsidR="00F635DB">
        <w:t>.</w:t>
      </w:r>
    </w:p>
    <w:p w14:paraId="08D2968D" w14:textId="77777777" w:rsidR="00F635DB" w:rsidRDefault="00855694" w:rsidP="00F635DB">
      <w:r w:rsidRPr="009071AC">
        <w:t>Un sourire approbateur de Chupin dut le payer de ses peines</w:t>
      </w:r>
      <w:r w:rsidR="00F635DB">
        <w:t xml:space="preserve">. </w:t>
      </w:r>
      <w:r w:rsidRPr="009071AC">
        <w:t>Chupin approuvant</w:t>
      </w:r>
      <w:r w:rsidR="00F635DB">
        <w:t xml:space="preserve">, </w:t>
      </w:r>
      <w:r w:rsidRPr="009071AC">
        <w:t xml:space="preserve">il était sûr que </w:t>
      </w:r>
      <w:proofErr w:type="spellStart"/>
      <w:r w:rsidRPr="009071AC">
        <w:t>Vantrasson</w:t>
      </w:r>
      <w:proofErr w:type="spellEnd"/>
      <w:r w:rsidRPr="009071AC">
        <w:t xml:space="preserve"> le prendrait pour ce qu</w:t>
      </w:r>
      <w:r w:rsidR="00F635DB">
        <w:t>’</w:t>
      </w:r>
      <w:r w:rsidRPr="009071AC">
        <w:t>il voulait paraître</w:t>
      </w:r>
      <w:r w:rsidR="00F635DB">
        <w:t xml:space="preserve">, </w:t>
      </w:r>
      <w:r w:rsidRPr="009071AC">
        <w:t>un pauvre diable agissant pour le compte d</w:t>
      </w:r>
      <w:r w:rsidR="00F635DB">
        <w:t>’</w:t>
      </w:r>
      <w:r w:rsidRPr="009071AC">
        <w:t>autrui</w:t>
      </w:r>
      <w:r w:rsidR="00F635DB">
        <w:t>.</w:t>
      </w:r>
    </w:p>
    <w:p w14:paraId="4B3637C0" w14:textId="77777777" w:rsidR="00F635DB" w:rsidRDefault="00F635DB" w:rsidP="00F635DB">
      <w:r>
        <w:t>— </w:t>
      </w:r>
      <w:r w:rsidR="00855694" w:rsidRPr="009071AC">
        <w:t>Partons</w:t>
      </w:r>
      <w:r>
        <w:t xml:space="preserve">, </w:t>
      </w:r>
      <w:r w:rsidR="00855694" w:rsidRPr="009071AC">
        <w:t>dit-il</w:t>
      </w:r>
      <w:r>
        <w:t>.</w:t>
      </w:r>
    </w:p>
    <w:p w14:paraId="46F3C2E7" w14:textId="4D4683AD" w:rsidR="00F635DB" w:rsidRDefault="00855694" w:rsidP="00F635DB">
      <w:r w:rsidRPr="009071AC">
        <w:t>Mais au moment de sortir</w:t>
      </w:r>
      <w:r w:rsidR="00F635DB">
        <w:t xml:space="preserve">, </w:t>
      </w:r>
      <w:r w:rsidRPr="009071AC">
        <w:t>dans l</w:t>
      </w:r>
      <w:r w:rsidR="00F635DB">
        <w:t>’</w:t>
      </w:r>
      <w:r w:rsidRPr="009071AC">
        <w:t>antichambre</w:t>
      </w:r>
      <w:r w:rsidR="00F635DB">
        <w:t xml:space="preserve">, </w:t>
      </w:r>
      <w:r w:rsidRPr="009071AC">
        <w:t>il se rappela certain ordre de la plus grande importance qu</w:t>
      </w:r>
      <w:r w:rsidR="00F635DB">
        <w:t>’</w:t>
      </w:r>
      <w:r w:rsidRPr="009071AC">
        <w:t xml:space="preserve">il avait à </w:t>
      </w:r>
      <w:r w:rsidRPr="009071AC">
        <w:lastRenderedPageBreak/>
        <w:t>donner</w:t>
      </w:r>
      <w:r w:rsidR="00F635DB">
        <w:t xml:space="preserve">. </w:t>
      </w:r>
      <w:r w:rsidRPr="009071AC">
        <w:t xml:space="preserve">Il appela </w:t>
      </w:r>
      <w:r w:rsidR="00F635DB">
        <w:t>M</w:t>
      </w:r>
      <w:r w:rsidR="00F635DB" w:rsidRPr="00F635DB">
        <w:rPr>
          <w:vertAlign w:val="superscript"/>
        </w:rPr>
        <w:t>me</w:t>
      </w:r>
      <w:r w:rsidR="00F635DB">
        <w:t> </w:t>
      </w:r>
      <w:proofErr w:type="spellStart"/>
      <w:r w:rsidRPr="009071AC">
        <w:t>Dodelin</w:t>
      </w:r>
      <w:proofErr w:type="spellEnd"/>
      <w:r w:rsidR="00F635DB">
        <w:t xml:space="preserve">, </w:t>
      </w:r>
      <w:r w:rsidRPr="009071AC">
        <w:t>et sans se soucier des grands yeux qu</w:t>
      </w:r>
      <w:r w:rsidR="00F635DB">
        <w:t>’</w:t>
      </w:r>
      <w:r w:rsidRPr="009071AC">
        <w:t>elle ouvrait en le voyant ainsi vêtu</w:t>
      </w:r>
      <w:r w:rsidR="00F635DB">
        <w:t> :</w:t>
      </w:r>
    </w:p>
    <w:p w14:paraId="710B6D02" w14:textId="0EF6290B" w:rsidR="00F635DB" w:rsidRDefault="00F635DB" w:rsidP="00F635DB">
      <w:r>
        <w:t>— </w:t>
      </w:r>
      <w:r w:rsidR="00855694" w:rsidRPr="009071AC">
        <w:t xml:space="preserve">Si </w:t>
      </w:r>
      <w:r>
        <w:t>M. </w:t>
      </w:r>
      <w:r w:rsidR="00855694" w:rsidRPr="009071AC">
        <w:t xml:space="preserve">le marquis de </w:t>
      </w:r>
      <w:proofErr w:type="spellStart"/>
      <w:r w:rsidR="00855694" w:rsidRPr="009071AC">
        <w:t>Valorsay</w:t>
      </w:r>
      <w:proofErr w:type="spellEnd"/>
      <w:r w:rsidR="00855694" w:rsidRPr="009071AC">
        <w:t xml:space="preserve"> vient</w:t>
      </w:r>
      <w:r>
        <w:t xml:space="preserve">, </w:t>
      </w:r>
      <w:r w:rsidR="00855694" w:rsidRPr="009071AC">
        <w:t>lui dit-il</w:t>
      </w:r>
      <w:r>
        <w:t xml:space="preserve">… </w:t>
      </w:r>
      <w:r w:rsidR="00855694" w:rsidRPr="009071AC">
        <w:t>et il viendra</w:t>
      </w:r>
      <w:r>
        <w:t xml:space="preserve">, </w:t>
      </w:r>
      <w:r w:rsidR="00855694" w:rsidRPr="009071AC">
        <w:t>priez-le de m</w:t>
      </w:r>
      <w:r>
        <w:t>’</w:t>
      </w:r>
      <w:r w:rsidR="00855694" w:rsidRPr="009071AC">
        <w:t>attendre</w:t>
      </w:r>
      <w:r>
        <w:t xml:space="preserve">, </w:t>
      </w:r>
      <w:r w:rsidR="00855694" w:rsidRPr="009071AC">
        <w:t>je serai de retour avant minuit</w:t>
      </w:r>
      <w:r>
        <w:t xml:space="preserve">… </w:t>
      </w:r>
      <w:r w:rsidR="00855694" w:rsidRPr="009071AC">
        <w:t>Vous ne le ferez pas entrer dans mon cabinet</w:t>
      </w:r>
      <w:r>
        <w:t xml:space="preserve">… </w:t>
      </w:r>
      <w:r w:rsidR="00855694" w:rsidRPr="009071AC">
        <w:t>il attendra dans le salon</w:t>
      </w:r>
      <w:r>
        <w:t>.</w:t>
      </w:r>
    </w:p>
    <w:p w14:paraId="6A298AF3" w14:textId="22BA7DC5" w:rsidR="00F635DB" w:rsidRDefault="00855694" w:rsidP="00F635DB">
      <w:r w:rsidRPr="009071AC">
        <w:t>Cette dernière recommandation était au moins inutile</w:t>
      </w:r>
      <w:r w:rsidR="00F635DB">
        <w:t> ; M. </w:t>
      </w:r>
      <w:r w:rsidRPr="009071AC">
        <w:t>Fortunat ayant fermé son cabinet à double tour</w:t>
      </w:r>
      <w:r w:rsidR="00F635DB">
        <w:t xml:space="preserve">, </w:t>
      </w:r>
      <w:r w:rsidRPr="009071AC">
        <w:t>et mis soigneusement la clef dans sa poche</w:t>
      </w:r>
      <w:r w:rsidR="00F635DB">
        <w:t xml:space="preserve">. </w:t>
      </w:r>
      <w:r w:rsidRPr="009071AC">
        <w:t>Peut-être était-ce de sa part une distraction</w:t>
      </w:r>
      <w:r w:rsidR="00F635DB">
        <w:t>.</w:t>
      </w:r>
    </w:p>
    <w:p w14:paraId="4C990481" w14:textId="77777777" w:rsidR="00F635DB" w:rsidRDefault="00855694" w:rsidP="00F635DB">
      <w:r w:rsidRPr="009071AC">
        <w:t>Il paraissait d</w:t>
      </w:r>
      <w:r w:rsidR="00F635DB">
        <w:t>’</w:t>
      </w:r>
      <w:r w:rsidRPr="009071AC">
        <w:t>ailleurs avoir oublié complètement et sa colère et sa perte</w:t>
      </w:r>
      <w:r w:rsidR="00F635DB">
        <w:t xml:space="preserve">. </w:t>
      </w:r>
      <w:r w:rsidRPr="009071AC">
        <w:t>Il était d</w:t>
      </w:r>
      <w:r w:rsidR="00F635DB">
        <w:t>’</w:t>
      </w:r>
      <w:r w:rsidRPr="009071AC">
        <w:t>excellente humeur</w:t>
      </w:r>
      <w:r w:rsidR="00F635DB">
        <w:t xml:space="preserve">, </w:t>
      </w:r>
      <w:r w:rsidRPr="009071AC">
        <w:t>comme un homme qui part pour une partie où il compte prendre du plaisir</w:t>
      </w:r>
      <w:r w:rsidR="00F635DB">
        <w:t>.</w:t>
      </w:r>
    </w:p>
    <w:p w14:paraId="535D553A" w14:textId="77777777" w:rsidR="00F635DB" w:rsidRDefault="00855694" w:rsidP="00F635DB">
      <w:r w:rsidRPr="009071AC">
        <w:t>Même</w:t>
      </w:r>
      <w:r w:rsidR="00F635DB">
        <w:t xml:space="preserve">, </w:t>
      </w:r>
      <w:r w:rsidRPr="009071AC">
        <w:t>Chupin ayant fait mine de monter sur le siège</w:t>
      </w:r>
      <w:r w:rsidR="00F635DB">
        <w:t xml:space="preserve">, </w:t>
      </w:r>
      <w:r w:rsidRPr="009071AC">
        <w:t>il s</w:t>
      </w:r>
      <w:r w:rsidR="00F635DB">
        <w:t>’</w:t>
      </w:r>
      <w:r w:rsidRPr="009071AC">
        <w:t>y opposa et lui commanda de prendre place dans la voiture</w:t>
      </w:r>
      <w:r w:rsidR="00F635DB">
        <w:t xml:space="preserve">, </w:t>
      </w:r>
      <w:r w:rsidRPr="009071AC">
        <w:t>à côté de lui</w:t>
      </w:r>
      <w:r w:rsidR="00F635DB">
        <w:t>…</w:t>
      </w:r>
    </w:p>
    <w:p w14:paraId="6DEBDFC4" w14:textId="7602F579" w:rsidR="00F635DB" w:rsidRDefault="00855694" w:rsidP="00F635DB">
      <w:r w:rsidRPr="009071AC">
        <w:t>Le trajet dura peu</w:t>
      </w:r>
      <w:r w:rsidR="00F635DB">
        <w:t xml:space="preserve">. </w:t>
      </w:r>
      <w:r w:rsidRPr="009071AC">
        <w:t>Le cheval était bon</w:t>
      </w:r>
      <w:r w:rsidR="00F635DB">
        <w:t xml:space="preserve">, </w:t>
      </w:r>
      <w:r w:rsidRPr="009071AC">
        <w:t>le cocher avait été stimulé par la promesse d</w:t>
      </w:r>
      <w:r w:rsidR="00F635DB">
        <w:t>’</w:t>
      </w:r>
      <w:r w:rsidRPr="009071AC">
        <w:t>un magnifique pourboire</w:t>
      </w:r>
      <w:r w:rsidR="00F635DB">
        <w:t> ; M. </w:t>
      </w:r>
      <w:r w:rsidRPr="009071AC">
        <w:t>Fortunat et son employé furent conduits en moins de quarante minutes à la porte d</w:t>
      </w:r>
      <w:r w:rsidR="00F635DB">
        <w:t>’</w:t>
      </w:r>
      <w:r w:rsidRPr="009071AC">
        <w:t>Asnières</w:t>
      </w:r>
      <w:r w:rsidR="00F635DB">
        <w:t>.</w:t>
      </w:r>
    </w:p>
    <w:p w14:paraId="170E1A7E" w14:textId="77777777" w:rsidR="00F635DB" w:rsidRDefault="00855694" w:rsidP="00F635DB">
      <w:r w:rsidRPr="009071AC">
        <w:t>Ainsi qu</w:t>
      </w:r>
      <w:r w:rsidR="00F635DB">
        <w:t>’</w:t>
      </w:r>
      <w:r w:rsidRPr="009071AC">
        <w:t>il en avait reçu l</w:t>
      </w:r>
      <w:r w:rsidR="00F635DB">
        <w:t>’</w:t>
      </w:r>
      <w:r w:rsidRPr="009071AC">
        <w:t>ordre au départ</w:t>
      </w:r>
      <w:r w:rsidR="00F635DB">
        <w:t xml:space="preserve">, </w:t>
      </w:r>
      <w:r w:rsidRPr="009071AC">
        <w:t>le cocher s</w:t>
      </w:r>
      <w:r w:rsidR="00F635DB">
        <w:t>’</w:t>
      </w:r>
      <w:r w:rsidRPr="009071AC">
        <w:t>arrêta hors des fortifications</w:t>
      </w:r>
      <w:r w:rsidR="00F635DB">
        <w:t xml:space="preserve">, </w:t>
      </w:r>
      <w:r w:rsidRPr="009071AC">
        <w:t>à droite de la route</w:t>
      </w:r>
      <w:r w:rsidR="00F635DB">
        <w:t xml:space="preserve">, </w:t>
      </w:r>
      <w:r w:rsidRPr="009071AC">
        <w:t>à cent pas environ de la grille de l</w:t>
      </w:r>
      <w:r w:rsidR="00F635DB">
        <w:t>’</w:t>
      </w:r>
      <w:r w:rsidRPr="009071AC">
        <w:t>octroi</w:t>
      </w:r>
      <w:r w:rsidR="00F635DB">
        <w:t>.</w:t>
      </w:r>
    </w:p>
    <w:p w14:paraId="117E7691" w14:textId="77777777" w:rsidR="00F635DB" w:rsidRDefault="00F635DB" w:rsidP="00F635DB">
      <w:r>
        <w:t>— </w:t>
      </w:r>
      <w:r w:rsidR="00855694" w:rsidRPr="009071AC">
        <w:t>Eh bien</w:t>
      </w:r>
      <w:r>
        <w:t xml:space="preserve"> !… </w:t>
      </w:r>
      <w:r w:rsidR="00855694" w:rsidRPr="009071AC">
        <w:t>bourgeois</w:t>
      </w:r>
      <w:r>
        <w:t xml:space="preserve">, </w:t>
      </w:r>
      <w:r w:rsidR="00855694" w:rsidRPr="009071AC">
        <w:t>demanda-t-il en ouvrant la portière</w:t>
      </w:r>
      <w:r>
        <w:t xml:space="preserve">, </w:t>
      </w:r>
      <w:r w:rsidR="00855694" w:rsidRPr="009071AC">
        <w:t>vous ai-je bien menés</w:t>
      </w:r>
      <w:r>
        <w:t xml:space="preserve">, </w:t>
      </w:r>
      <w:r w:rsidR="00855694" w:rsidRPr="009071AC">
        <w:t>êtes-vous contents</w:t>
      </w:r>
      <w:r>
        <w:t> ?…</w:t>
      </w:r>
    </w:p>
    <w:p w14:paraId="39C97DE1" w14:textId="34294A18" w:rsidR="00F635DB" w:rsidRDefault="00F635DB" w:rsidP="00F635DB">
      <w:r>
        <w:t>— </w:t>
      </w:r>
      <w:r w:rsidR="00855694" w:rsidRPr="009071AC">
        <w:t>Très-contents</w:t>
      </w:r>
      <w:r>
        <w:t xml:space="preserve">, </w:t>
      </w:r>
      <w:r w:rsidR="00855694" w:rsidRPr="009071AC">
        <w:t xml:space="preserve">répondit </w:t>
      </w:r>
      <w:r>
        <w:t>M. </w:t>
      </w:r>
      <w:r w:rsidR="00855694" w:rsidRPr="009071AC">
        <w:t>Fortunat</w:t>
      </w:r>
      <w:r>
        <w:t xml:space="preserve">, </w:t>
      </w:r>
      <w:r w:rsidR="00855694" w:rsidRPr="009071AC">
        <w:t>que Chupin aidait à mettre pied à terre</w:t>
      </w:r>
      <w:r>
        <w:t xml:space="preserve">, </w:t>
      </w:r>
      <w:r w:rsidR="00855694" w:rsidRPr="009071AC">
        <w:t>voilà le pourboire gagné</w:t>
      </w:r>
      <w:r>
        <w:t xml:space="preserve">. </w:t>
      </w:r>
      <w:r w:rsidR="00855694" w:rsidRPr="009071AC">
        <w:lastRenderedPageBreak/>
        <w:t>Maintenant il ne s</w:t>
      </w:r>
      <w:r>
        <w:t>’</w:t>
      </w:r>
      <w:r w:rsidR="00855694" w:rsidRPr="009071AC">
        <w:t>agit plus que de nous attendre</w:t>
      </w:r>
      <w:r>
        <w:t xml:space="preserve">… </w:t>
      </w:r>
      <w:r w:rsidR="00855694" w:rsidRPr="009071AC">
        <w:t>Vous ne bougerez pas d</w:t>
      </w:r>
      <w:r>
        <w:t>’</w:t>
      </w:r>
      <w:r w:rsidR="00855694" w:rsidRPr="009071AC">
        <w:t>ici</w:t>
      </w:r>
      <w:r>
        <w:t xml:space="preserve">, </w:t>
      </w:r>
      <w:r w:rsidR="00855694" w:rsidRPr="009071AC">
        <w:t>n</w:t>
      </w:r>
      <w:r>
        <w:t>’</w:t>
      </w:r>
      <w:r w:rsidR="00855694" w:rsidRPr="009071AC">
        <w:t>est-ce pas</w:t>
      </w:r>
      <w:r>
        <w:t> ?…</w:t>
      </w:r>
    </w:p>
    <w:p w14:paraId="46E1FF04" w14:textId="77777777" w:rsidR="00F635DB" w:rsidRDefault="00855694" w:rsidP="00F635DB">
      <w:r w:rsidRPr="009071AC">
        <w:t>Mais le cocher branla la tête</w:t>
      </w:r>
      <w:r w:rsidR="00F635DB">
        <w:t> :</w:t>
      </w:r>
    </w:p>
    <w:p w14:paraId="314AF234" w14:textId="77777777" w:rsidR="00F635DB" w:rsidRDefault="00F635DB" w:rsidP="00F635DB">
      <w:r>
        <w:t>— </w:t>
      </w:r>
      <w:r w:rsidR="00855694" w:rsidRPr="009071AC">
        <w:t>Excusez-moi</w:t>
      </w:r>
      <w:r>
        <w:t xml:space="preserve">, </w:t>
      </w:r>
      <w:r w:rsidR="00855694" w:rsidRPr="009071AC">
        <w:t>fit-il</w:t>
      </w:r>
      <w:r>
        <w:t xml:space="preserve">, </w:t>
      </w:r>
      <w:r w:rsidR="00855694" w:rsidRPr="009071AC">
        <w:t>si cela vous était égal</w:t>
      </w:r>
      <w:r>
        <w:t xml:space="preserve">, </w:t>
      </w:r>
      <w:r w:rsidR="00855694" w:rsidRPr="009071AC">
        <w:t>j</w:t>
      </w:r>
      <w:r>
        <w:t>’</w:t>
      </w:r>
      <w:r w:rsidR="00855694" w:rsidRPr="009071AC">
        <w:t>irais stationner devant l</w:t>
      </w:r>
      <w:r>
        <w:t>’</w:t>
      </w:r>
      <w:r w:rsidR="00855694" w:rsidRPr="009071AC">
        <w:t>octroi</w:t>
      </w:r>
      <w:r>
        <w:t xml:space="preserve">… </w:t>
      </w:r>
      <w:r w:rsidR="00855694" w:rsidRPr="009071AC">
        <w:t>Ici</w:t>
      </w:r>
      <w:r>
        <w:t xml:space="preserve">, </w:t>
      </w:r>
      <w:r w:rsidR="00855694" w:rsidRPr="009071AC">
        <w:t>voyez-vous</w:t>
      </w:r>
      <w:r>
        <w:t xml:space="preserve">, </w:t>
      </w:r>
      <w:proofErr w:type="gramStart"/>
      <w:r w:rsidR="00855694" w:rsidRPr="009071AC">
        <w:t>j</w:t>
      </w:r>
      <w:r>
        <w:t>’</w:t>
      </w:r>
      <w:r w:rsidR="00855694" w:rsidRPr="009071AC">
        <w:t>aurais peur</w:t>
      </w:r>
      <w:proofErr w:type="gramEnd"/>
      <w:r w:rsidR="00855694" w:rsidRPr="009071AC">
        <w:t xml:space="preserve"> de m</w:t>
      </w:r>
      <w:r>
        <w:t>’</w:t>
      </w:r>
      <w:r w:rsidR="00855694" w:rsidRPr="009071AC">
        <w:t>endormir</w:t>
      </w:r>
      <w:r>
        <w:t xml:space="preserve">… </w:t>
      </w:r>
      <w:r w:rsidR="00855694" w:rsidRPr="009071AC">
        <w:t>tandis que là-bas</w:t>
      </w:r>
      <w:r>
        <w:t>…</w:t>
      </w:r>
    </w:p>
    <w:p w14:paraId="18B62B48" w14:textId="77777777" w:rsidR="00F635DB" w:rsidRDefault="00F635DB" w:rsidP="00F635DB">
      <w:r>
        <w:t>— </w:t>
      </w:r>
      <w:r w:rsidR="00855694" w:rsidRPr="009071AC">
        <w:t>Soit</w:t>
      </w:r>
      <w:r>
        <w:t xml:space="preserve">, </w:t>
      </w:r>
      <w:r w:rsidR="00855694" w:rsidRPr="009071AC">
        <w:t>allez</w:t>
      </w:r>
      <w:r>
        <w:t>.</w:t>
      </w:r>
    </w:p>
    <w:p w14:paraId="6952C0E6" w14:textId="05F270B0" w:rsidR="00F635DB" w:rsidRDefault="00855694" w:rsidP="00F635DB">
      <w:r w:rsidRPr="009071AC">
        <w:t xml:space="preserve">Cette seule précaution du cocher devait prouver à </w:t>
      </w:r>
      <w:r w:rsidR="00F635DB">
        <w:t>M. </w:t>
      </w:r>
      <w:r w:rsidRPr="009071AC">
        <w:t>Fortunat que Chupin ne lui avait pas exagéré la mauvaise réputation de cette partie de Paris</w:t>
      </w:r>
      <w:r w:rsidR="00F635DB">
        <w:t>.</w:t>
      </w:r>
    </w:p>
    <w:p w14:paraId="10AE2072" w14:textId="77777777" w:rsidR="00F635DB" w:rsidRDefault="00855694" w:rsidP="00F635DB">
      <w:r w:rsidRPr="009071AC">
        <w:t>Et</w:t>
      </w:r>
      <w:r w:rsidR="00F635DB">
        <w:t xml:space="preserve">, </w:t>
      </w:r>
      <w:r w:rsidRPr="009071AC">
        <w:t>dans le fait</w:t>
      </w:r>
      <w:r w:rsidR="00F635DB">
        <w:t xml:space="preserve">, </w:t>
      </w:r>
      <w:r w:rsidRPr="009071AC">
        <w:t>rien de moins rassurant que l</w:t>
      </w:r>
      <w:r w:rsidR="00F635DB">
        <w:t>’</w:t>
      </w:r>
      <w:r w:rsidRPr="009071AC">
        <w:t>aspect de cette large route</w:t>
      </w:r>
      <w:r w:rsidR="00F635DB">
        <w:t xml:space="preserve">, </w:t>
      </w:r>
      <w:r w:rsidRPr="009071AC">
        <w:t>déserte à cette heure</w:t>
      </w:r>
      <w:r w:rsidR="00F635DB">
        <w:t xml:space="preserve">, </w:t>
      </w:r>
      <w:r w:rsidRPr="009071AC">
        <w:t>par cette nuit noire</w:t>
      </w:r>
      <w:r w:rsidR="00F635DB">
        <w:t xml:space="preserve">, </w:t>
      </w:r>
      <w:r w:rsidRPr="009071AC">
        <w:t>avec le temps qu</w:t>
      </w:r>
      <w:r w:rsidR="00F635DB">
        <w:t>’</w:t>
      </w:r>
      <w:r w:rsidRPr="009071AC">
        <w:t>il faisait</w:t>
      </w:r>
      <w:r w:rsidR="00F635DB">
        <w:t xml:space="preserve">. </w:t>
      </w:r>
      <w:r w:rsidRPr="009071AC">
        <w:t>La pluie avait cessé</w:t>
      </w:r>
      <w:r w:rsidR="00F635DB">
        <w:t xml:space="preserve">, </w:t>
      </w:r>
      <w:r w:rsidRPr="009071AC">
        <w:t>mais la bourrasque redoublait de violence</w:t>
      </w:r>
      <w:r w:rsidR="00F635DB">
        <w:t xml:space="preserve">, </w:t>
      </w:r>
      <w:r w:rsidRPr="009071AC">
        <w:t>tordant les arbres</w:t>
      </w:r>
      <w:r w:rsidR="00F635DB">
        <w:t xml:space="preserve">, </w:t>
      </w:r>
      <w:r w:rsidRPr="009071AC">
        <w:t>arrachant les ardoises des toits</w:t>
      </w:r>
      <w:r w:rsidR="00F635DB">
        <w:t xml:space="preserve">, </w:t>
      </w:r>
      <w:r w:rsidRPr="009071AC">
        <w:t>secouant si furieusement les réverbères que le gaz s</w:t>
      </w:r>
      <w:r w:rsidR="00F635DB">
        <w:t>’</w:t>
      </w:r>
      <w:r w:rsidRPr="009071AC">
        <w:t>éteignait</w:t>
      </w:r>
      <w:r w:rsidR="00F635DB">
        <w:t xml:space="preserve">. </w:t>
      </w:r>
      <w:r w:rsidRPr="009071AC">
        <w:t>On ne voyait pas où poser le pied</w:t>
      </w:r>
      <w:r w:rsidR="00F635DB">
        <w:t xml:space="preserve">, </w:t>
      </w:r>
      <w:r w:rsidRPr="009071AC">
        <w:t>et il y avait de la boue jusqu</w:t>
      </w:r>
      <w:r w:rsidR="00F635DB">
        <w:t>’</w:t>
      </w:r>
      <w:r w:rsidRPr="009071AC">
        <w:t>à la cheville</w:t>
      </w:r>
      <w:r w:rsidR="00F635DB">
        <w:t xml:space="preserve">. </w:t>
      </w:r>
      <w:r w:rsidRPr="009071AC">
        <w:t>Et personne</w:t>
      </w:r>
      <w:r w:rsidR="00F635DB">
        <w:t xml:space="preserve">, </w:t>
      </w:r>
      <w:r w:rsidRPr="009071AC">
        <w:t>pas une âme</w:t>
      </w:r>
      <w:r w:rsidR="00F635DB">
        <w:t xml:space="preserve">… </w:t>
      </w:r>
      <w:r w:rsidRPr="009071AC">
        <w:t>À peine une voiture de loin en loin</w:t>
      </w:r>
      <w:r w:rsidR="00F635DB">
        <w:t xml:space="preserve">, </w:t>
      </w:r>
      <w:r w:rsidRPr="009071AC">
        <w:t>qui passait au galop</w:t>
      </w:r>
      <w:r w:rsidR="00F635DB">
        <w:t>.</w:t>
      </w:r>
    </w:p>
    <w:p w14:paraId="6763C05C" w14:textId="7C3BF5E9" w:rsidR="00F635DB" w:rsidRDefault="00F635DB" w:rsidP="00F635DB">
      <w:r>
        <w:t>— </w:t>
      </w:r>
      <w:r w:rsidR="00855694" w:rsidRPr="009071AC">
        <w:t>Eh bien</w:t>
      </w:r>
      <w:r>
        <w:t xml:space="preserve"> !… </w:t>
      </w:r>
      <w:r w:rsidR="00855694" w:rsidRPr="009071AC">
        <w:t xml:space="preserve">demandait de dix pas en dix pas </w:t>
      </w:r>
      <w:r>
        <w:t>M. </w:t>
      </w:r>
      <w:r w:rsidR="00855694" w:rsidRPr="009071AC">
        <w:t>Fortunat</w:t>
      </w:r>
      <w:r>
        <w:t xml:space="preserve">, </w:t>
      </w:r>
      <w:r w:rsidR="00855694" w:rsidRPr="009071AC">
        <w:t>arrivons-nous</w:t>
      </w:r>
      <w:r>
        <w:t> ?…</w:t>
      </w:r>
    </w:p>
    <w:p w14:paraId="7D32858B" w14:textId="77777777" w:rsidR="00F635DB" w:rsidRDefault="00F635DB" w:rsidP="00F635DB">
      <w:r>
        <w:t>— </w:t>
      </w:r>
      <w:r w:rsidR="00855694" w:rsidRPr="009071AC">
        <w:t>Nous approchons</w:t>
      </w:r>
      <w:r>
        <w:t xml:space="preserve">, </w:t>
      </w:r>
      <w:r w:rsidR="00855694" w:rsidRPr="009071AC">
        <w:t>m</w:t>
      </w:r>
      <w:r>
        <w:t>’</w:t>
      </w:r>
      <w:proofErr w:type="spellStart"/>
      <w:r w:rsidR="00855694" w:rsidRPr="009071AC">
        <w:t>sieu</w:t>
      </w:r>
      <w:proofErr w:type="spellEnd"/>
      <w:r>
        <w:t>.</w:t>
      </w:r>
    </w:p>
    <w:p w14:paraId="4CABB978" w14:textId="77777777" w:rsidR="00F635DB" w:rsidRDefault="00855694" w:rsidP="00F635DB">
      <w:r w:rsidRPr="009071AC">
        <w:t>Chupin disait cela</w:t>
      </w:r>
      <w:r w:rsidR="00F635DB">
        <w:t xml:space="preserve">, </w:t>
      </w:r>
      <w:r w:rsidRPr="009071AC">
        <w:t>mais la vérité est qu</w:t>
      </w:r>
      <w:r w:rsidR="00F635DB">
        <w:t>’</w:t>
      </w:r>
      <w:r w:rsidRPr="009071AC">
        <w:t>il n</w:t>
      </w:r>
      <w:r w:rsidR="00F635DB">
        <w:t>’</w:t>
      </w:r>
      <w:r w:rsidRPr="009071AC">
        <w:t>en savait rien</w:t>
      </w:r>
      <w:r w:rsidR="00F635DB">
        <w:t xml:space="preserve">. </w:t>
      </w:r>
      <w:r w:rsidRPr="009071AC">
        <w:t>Il cherchait à s</w:t>
      </w:r>
      <w:r w:rsidR="00F635DB">
        <w:t>’</w:t>
      </w:r>
      <w:r w:rsidRPr="009071AC">
        <w:t>orienter et n</w:t>
      </w:r>
      <w:r w:rsidR="00F635DB">
        <w:t>’</w:t>
      </w:r>
      <w:r w:rsidRPr="009071AC">
        <w:t>y réussissait pas</w:t>
      </w:r>
      <w:r w:rsidR="00F635DB">
        <w:t xml:space="preserve">. </w:t>
      </w:r>
      <w:r w:rsidRPr="009071AC">
        <w:t>Les maisons devenaient rares</w:t>
      </w:r>
      <w:r w:rsidR="00F635DB">
        <w:t xml:space="preserve">, </w:t>
      </w:r>
      <w:r w:rsidRPr="009071AC">
        <w:t>les terrains vagues plus nombreux</w:t>
      </w:r>
      <w:r w:rsidR="00F635DB">
        <w:t xml:space="preserve">, </w:t>
      </w:r>
      <w:r w:rsidRPr="009071AC">
        <w:t>à peine par ci par là apercevait-on quelque lumière</w:t>
      </w:r>
      <w:r w:rsidR="00F635DB">
        <w:t>.</w:t>
      </w:r>
    </w:p>
    <w:p w14:paraId="094CC207" w14:textId="77777777" w:rsidR="00F635DB" w:rsidRDefault="00855694" w:rsidP="00F635DB">
      <w:r w:rsidRPr="009071AC">
        <w:t>Enfin</w:t>
      </w:r>
      <w:r w:rsidR="00F635DB">
        <w:t xml:space="preserve">, </w:t>
      </w:r>
      <w:r w:rsidRPr="009071AC">
        <w:t>après un quart d</w:t>
      </w:r>
      <w:r w:rsidR="00F635DB">
        <w:t>’</w:t>
      </w:r>
      <w:r w:rsidRPr="009071AC">
        <w:t>heure d</w:t>
      </w:r>
      <w:r w:rsidR="00F635DB">
        <w:t>’</w:t>
      </w:r>
      <w:r w:rsidRPr="009071AC">
        <w:t>une marche pénible</w:t>
      </w:r>
      <w:r w:rsidR="00F635DB">
        <w:t xml:space="preserve">, </w:t>
      </w:r>
      <w:r w:rsidRPr="009071AC">
        <w:t>Chupin eut une exclamation de joie</w:t>
      </w:r>
      <w:r w:rsidR="00F635DB">
        <w:t>.</w:t>
      </w:r>
    </w:p>
    <w:p w14:paraId="2FEDE4C8" w14:textId="77777777" w:rsidR="00F635DB" w:rsidRDefault="00F635DB" w:rsidP="00F635DB">
      <w:r>
        <w:lastRenderedPageBreak/>
        <w:t>— </w:t>
      </w:r>
      <w:r w:rsidR="00855694" w:rsidRPr="009071AC">
        <w:t>Je me reconnais</w:t>
      </w:r>
      <w:r>
        <w:t xml:space="preserve">, </w:t>
      </w:r>
      <w:r w:rsidR="00855694" w:rsidRPr="009071AC">
        <w:t>m</w:t>
      </w:r>
      <w:r>
        <w:t>’</w:t>
      </w:r>
      <w:proofErr w:type="spellStart"/>
      <w:r w:rsidR="00855694" w:rsidRPr="009071AC">
        <w:t>sieu</w:t>
      </w:r>
      <w:proofErr w:type="spellEnd"/>
      <w:r>
        <w:t xml:space="preserve">, </w:t>
      </w:r>
      <w:r w:rsidR="00855694" w:rsidRPr="009071AC">
        <w:t>s</w:t>
      </w:r>
      <w:r>
        <w:t>’</w:t>
      </w:r>
      <w:r w:rsidR="00855694" w:rsidRPr="009071AC">
        <w:t>écria-t-il</w:t>
      </w:r>
      <w:r>
        <w:t xml:space="preserve">, </w:t>
      </w:r>
      <w:r w:rsidR="00855694" w:rsidRPr="009071AC">
        <w:t>nous y voilà</w:t>
      </w:r>
      <w:r>
        <w:t xml:space="preserve">, </w:t>
      </w:r>
      <w:r w:rsidR="00855694" w:rsidRPr="009071AC">
        <w:t>regardez</w:t>
      </w:r>
      <w:r>
        <w:t> !…</w:t>
      </w:r>
    </w:p>
    <w:p w14:paraId="345223AC" w14:textId="77777777" w:rsidR="00F635DB" w:rsidRDefault="00855694" w:rsidP="00F635DB">
      <w:r w:rsidRPr="009071AC">
        <w:t>Dans l</w:t>
      </w:r>
      <w:r w:rsidR="00F635DB">
        <w:t>’</w:t>
      </w:r>
      <w:r w:rsidRPr="009071AC">
        <w:t>ombre</w:t>
      </w:r>
      <w:r w:rsidR="00F635DB">
        <w:t xml:space="preserve">, </w:t>
      </w:r>
      <w:r w:rsidRPr="009071AC">
        <w:t>une immense maison de cinq étages se dressait</w:t>
      </w:r>
      <w:r w:rsidR="00F635DB">
        <w:t xml:space="preserve">, </w:t>
      </w:r>
      <w:r w:rsidRPr="009071AC">
        <w:t>solitaire</w:t>
      </w:r>
      <w:r w:rsidR="00F635DB">
        <w:t xml:space="preserve">, </w:t>
      </w:r>
      <w:r w:rsidRPr="009071AC">
        <w:t>délabrée</w:t>
      </w:r>
      <w:r w:rsidR="00F635DB">
        <w:t xml:space="preserve">, </w:t>
      </w:r>
      <w:r w:rsidRPr="009071AC">
        <w:t>sinistre</w:t>
      </w:r>
      <w:r w:rsidR="00F635DB">
        <w:t>.</w:t>
      </w:r>
    </w:p>
    <w:p w14:paraId="06A0BA93" w14:textId="77777777" w:rsidR="00F635DB" w:rsidRDefault="00855694" w:rsidP="00F635DB">
      <w:r w:rsidRPr="009071AC">
        <w:t>Elle tombait en ruines</w:t>
      </w:r>
      <w:r w:rsidR="00F635DB">
        <w:t xml:space="preserve">, </w:t>
      </w:r>
      <w:r w:rsidRPr="009071AC">
        <w:t>des lézardes la sillonnaient</w:t>
      </w:r>
      <w:r w:rsidR="00F635DB">
        <w:t xml:space="preserve">, </w:t>
      </w:r>
      <w:r w:rsidRPr="009071AC">
        <w:t>et cependant elle n</w:t>
      </w:r>
      <w:r w:rsidR="00F635DB">
        <w:t>’</w:t>
      </w:r>
      <w:r w:rsidRPr="009071AC">
        <w:t>était pas complètement terminée</w:t>
      </w:r>
      <w:r w:rsidR="00F635DB">
        <w:t xml:space="preserve">. </w:t>
      </w:r>
      <w:r w:rsidRPr="009071AC">
        <w:t>Il était clair</w:t>
      </w:r>
      <w:r w:rsidR="00F635DB">
        <w:t xml:space="preserve">, </w:t>
      </w:r>
      <w:r w:rsidRPr="009071AC">
        <w:t>que le spéculateur qui l</w:t>
      </w:r>
      <w:r w:rsidR="00F635DB">
        <w:t>’</w:t>
      </w:r>
      <w:r w:rsidRPr="009071AC">
        <w:t>avait entreprise n</w:t>
      </w:r>
      <w:r w:rsidR="00F635DB">
        <w:t>’</w:t>
      </w:r>
      <w:r w:rsidRPr="009071AC">
        <w:t>avait pas eu les reins assez solides pour l</w:t>
      </w:r>
      <w:r w:rsidR="00F635DB">
        <w:t>’</w:t>
      </w:r>
      <w:r w:rsidRPr="009071AC">
        <w:t>achever</w:t>
      </w:r>
      <w:r w:rsidR="00F635DB">
        <w:t>.</w:t>
      </w:r>
    </w:p>
    <w:p w14:paraId="402BB996" w14:textId="77777777" w:rsidR="00F635DB" w:rsidRDefault="00855694" w:rsidP="00F635DB">
      <w:r w:rsidRPr="009071AC">
        <w:t>À voir seulement combien étaient nombreuses et rapprochées les fenêtres de la façade</w:t>
      </w:r>
      <w:r w:rsidR="00F635DB">
        <w:t xml:space="preserve">, </w:t>
      </w:r>
      <w:r w:rsidRPr="009071AC">
        <w:t>on devinait pour quelle destination elle avait été construite</w:t>
      </w:r>
      <w:r w:rsidR="00F635DB">
        <w:t xml:space="preserve">. </w:t>
      </w:r>
      <w:r w:rsidRPr="009071AC">
        <w:t>Et afin que nul ne l</w:t>
      </w:r>
      <w:r w:rsidR="00F635DB">
        <w:t>’</w:t>
      </w:r>
      <w:r w:rsidRPr="009071AC">
        <w:t>ignorât</w:t>
      </w:r>
      <w:r w:rsidR="00F635DB">
        <w:t xml:space="preserve">, </w:t>
      </w:r>
      <w:r w:rsidRPr="009071AC">
        <w:t>entre le troisième et le quatrième étage</w:t>
      </w:r>
      <w:r w:rsidR="00F635DB">
        <w:t xml:space="preserve">, </w:t>
      </w:r>
      <w:r w:rsidRPr="009071AC">
        <w:t>on lisait en énormes lettres de trois pieds</w:t>
      </w:r>
      <w:r w:rsidR="00F635DB">
        <w:t xml:space="preserve"> : </w:t>
      </w:r>
      <w:r w:rsidRPr="009071AC">
        <w:rPr>
          <w:i/>
        </w:rPr>
        <w:t>Garni modèle</w:t>
      </w:r>
      <w:r w:rsidR="00F635DB">
        <w:t>.</w:t>
      </w:r>
    </w:p>
    <w:p w14:paraId="64DAA45C" w14:textId="77777777" w:rsidR="00F635DB" w:rsidRDefault="00855694" w:rsidP="00F635DB">
      <w:r w:rsidRPr="009071AC">
        <w:t>Garni modèle</w:t>
      </w:r>
      <w:r w:rsidR="00F635DB">
        <w:t xml:space="preserve"> !… </w:t>
      </w:r>
      <w:r w:rsidRPr="009071AC">
        <w:t>On comprend tout de suite</w:t>
      </w:r>
      <w:r w:rsidR="00F635DB">
        <w:t xml:space="preserve"> : </w:t>
      </w:r>
      <w:r w:rsidRPr="009071AC">
        <w:t>beaucoup de chambres</w:t>
      </w:r>
      <w:r w:rsidR="00F635DB">
        <w:t xml:space="preserve">, </w:t>
      </w:r>
      <w:r w:rsidRPr="009071AC">
        <w:t>toutes petites</w:t>
      </w:r>
      <w:r w:rsidR="00F635DB">
        <w:t xml:space="preserve">, </w:t>
      </w:r>
      <w:r w:rsidRPr="009071AC">
        <w:t>bien incommodes</w:t>
      </w:r>
      <w:r w:rsidR="00F635DB">
        <w:t xml:space="preserve">, </w:t>
      </w:r>
      <w:r w:rsidRPr="009071AC">
        <w:t>louées un prix exorbitant</w:t>
      </w:r>
      <w:r w:rsidR="00F635DB">
        <w:t>.</w:t>
      </w:r>
    </w:p>
    <w:p w14:paraId="642F97E6" w14:textId="31B8DBFE" w:rsidR="00F635DB" w:rsidRDefault="00855694" w:rsidP="00F635DB">
      <w:r w:rsidRPr="009071AC">
        <w:t>Seulement la mémoire de Victor Chupin l</w:t>
      </w:r>
      <w:r w:rsidR="00F635DB">
        <w:t>’</w:t>
      </w:r>
      <w:r w:rsidRPr="009071AC">
        <w:t>avait mal servi</w:t>
      </w:r>
      <w:r w:rsidR="00F635DB">
        <w:t xml:space="preserve">. </w:t>
      </w:r>
      <w:r w:rsidRPr="009071AC">
        <w:t>Cet établissement ne se trouvait pas à droite de la route</w:t>
      </w:r>
      <w:r w:rsidR="00F635DB">
        <w:t xml:space="preserve">, </w:t>
      </w:r>
      <w:r w:rsidRPr="009071AC">
        <w:t>mais à gauche</w:t>
      </w:r>
      <w:r w:rsidR="00F635DB">
        <w:t>. M. </w:t>
      </w:r>
      <w:r w:rsidRPr="009071AC">
        <w:t>Fortunat et lui durent traverser la chaussée</w:t>
      </w:r>
      <w:r w:rsidR="00F635DB">
        <w:t xml:space="preserve">, </w:t>
      </w:r>
      <w:r w:rsidRPr="009071AC">
        <w:t>une rivière de boue</w:t>
      </w:r>
      <w:r w:rsidR="00F635DB">
        <w:t>.</w:t>
      </w:r>
    </w:p>
    <w:p w14:paraId="796C8ADB" w14:textId="77777777" w:rsidR="00F635DB" w:rsidRDefault="00855694" w:rsidP="00F635DB">
      <w:r w:rsidRPr="009071AC">
        <w:t>Leurs yeux s</w:t>
      </w:r>
      <w:r w:rsidR="00F635DB">
        <w:t>’</w:t>
      </w:r>
      <w:r w:rsidRPr="009071AC">
        <w:t>étaient accoutumés à l</w:t>
      </w:r>
      <w:r w:rsidR="00F635DB">
        <w:t>’</w:t>
      </w:r>
      <w:r w:rsidRPr="009071AC">
        <w:t>obscurité</w:t>
      </w:r>
      <w:r w:rsidR="00F635DB">
        <w:t xml:space="preserve">, </w:t>
      </w:r>
      <w:r w:rsidRPr="009071AC">
        <w:t>ils approchaient</w:t>
      </w:r>
      <w:r w:rsidR="00F635DB">
        <w:t xml:space="preserve">, </w:t>
      </w:r>
      <w:r w:rsidRPr="009071AC">
        <w:t>ils pouvaient observer certains détails</w:t>
      </w:r>
      <w:r w:rsidR="00F635DB">
        <w:t>.</w:t>
      </w:r>
    </w:p>
    <w:p w14:paraId="34FDDC73" w14:textId="77777777" w:rsidR="00F635DB" w:rsidRDefault="00855694" w:rsidP="00F635DB">
      <w:r w:rsidRPr="009071AC">
        <w:t>Le rez-de-chaussée du garni modèle était divisé en deux boutiques</w:t>
      </w:r>
      <w:r w:rsidR="00F635DB">
        <w:t xml:space="preserve">. </w:t>
      </w:r>
      <w:r w:rsidRPr="009071AC">
        <w:t>L</w:t>
      </w:r>
      <w:r w:rsidR="00F635DB">
        <w:t>’</w:t>
      </w:r>
      <w:r w:rsidRPr="009071AC">
        <w:t>une était fermée</w:t>
      </w:r>
      <w:r w:rsidR="00F635DB">
        <w:t xml:space="preserve">. </w:t>
      </w:r>
      <w:r w:rsidRPr="009071AC">
        <w:t>L</w:t>
      </w:r>
      <w:r w:rsidR="00F635DB">
        <w:t>’</w:t>
      </w:r>
      <w:r w:rsidRPr="009071AC">
        <w:t>autre restait ouverte</w:t>
      </w:r>
      <w:r w:rsidR="00F635DB">
        <w:t xml:space="preserve">, </w:t>
      </w:r>
      <w:r w:rsidRPr="009071AC">
        <w:t>et une lumière pâle filtrait à travers des rideaux rouges malpropres</w:t>
      </w:r>
      <w:r w:rsidR="00F635DB">
        <w:t>.</w:t>
      </w:r>
    </w:p>
    <w:p w14:paraId="180A6F45" w14:textId="77777777" w:rsidR="00F635DB" w:rsidRDefault="00855694" w:rsidP="00F635DB">
      <w:r w:rsidRPr="009071AC">
        <w:t>Au-dessus de cette seconde boutique</w:t>
      </w:r>
      <w:r w:rsidR="00F635DB">
        <w:t xml:space="preserve">, </w:t>
      </w:r>
      <w:r w:rsidRPr="009071AC">
        <w:t>une enseigne portait le nom du boutiquier</w:t>
      </w:r>
      <w:r w:rsidR="00F635DB">
        <w:t xml:space="preserve"> : </w:t>
      </w:r>
      <w:proofErr w:type="spellStart"/>
      <w:r w:rsidRPr="009071AC">
        <w:t>Vantrasson</w:t>
      </w:r>
      <w:proofErr w:type="spellEnd"/>
      <w:r w:rsidR="00F635DB">
        <w:t xml:space="preserve">. </w:t>
      </w:r>
      <w:r w:rsidRPr="009071AC">
        <w:t>Et de chaque côté du nom</w:t>
      </w:r>
      <w:r w:rsidR="00F635DB">
        <w:t xml:space="preserve">, </w:t>
      </w:r>
      <w:r w:rsidRPr="009071AC">
        <w:t>il y avait en lettres plus petites</w:t>
      </w:r>
      <w:r w:rsidR="00F635DB">
        <w:t xml:space="preserve"> : </w:t>
      </w:r>
      <w:r w:rsidRPr="009071AC">
        <w:t>Épicerie et comestibles</w:t>
      </w:r>
      <w:r w:rsidR="00F635DB">
        <w:t xml:space="preserve"> – </w:t>
      </w:r>
      <w:r w:rsidRPr="009071AC">
        <w:t>Vins fins et étrangers</w:t>
      </w:r>
      <w:r w:rsidR="00F635DB">
        <w:t>.</w:t>
      </w:r>
    </w:p>
    <w:p w14:paraId="4528B7C3" w14:textId="77777777" w:rsidR="00F635DB" w:rsidRDefault="00855694" w:rsidP="00F635DB">
      <w:r w:rsidRPr="009071AC">
        <w:lastRenderedPageBreak/>
        <w:t xml:space="preserve">Quels clients pouvaient venir </w:t>
      </w:r>
      <w:proofErr w:type="spellStart"/>
      <w:r w:rsidRPr="009071AC">
        <w:t>là</w:t>
      </w:r>
      <w:proofErr w:type="spellEnd"/>
      <w:r w:rsidRPr="009071AC">
        <w:t xml:space="preserve"> chercher quelque chose à manger ou demander à boire</w:t>
      </w:r>
      <w:r w:rsidR="00F635DB">
        <w:t xml:space="preserve">, </w:t>
      </w:r>
      <w:r w:rsidRPr="009071AC">
        <w:t>et que leur servait-on</w:t>
      </w:r>
      <w:r w:rsidR="00F635DB">
        <w:t xml:space="preserve"> ?… </w:t>
      </w:r>
      <w:r w:rsidRPr="009071AC">
        <w:t>Cela effrayait Chupin lui-même</w:t>
      </w:r>
      <w:r w:rsidR="00F635DB">
        <w:t xml:space="preserve">. </w:t>
      </w:r>
      <w:r w:rsidRPr="009071AC">
        <w:t>Tout en ce taudis était à l</w:t>
      </w:r>
      <w:r w:rsidR="00F635DB">
        <w:t>’</w:t>
      </w:r>
      <w:r w:rsidRPr="009071AC">
        <w:t>abandon et repoussant de malpropreté</w:t>
      </w:r>
      <w:r w:rsidR="00F635DB">
        <w:t xml:space="preserve">, </w:t>
      </w:r>
      <w:r w:rsidRPr="009071AC">
        <w:t>tout dénonçait la misère et la plus basse crapule</w:t>
      </w:r>
      <w:r w:rsidR="00F635DB">
        <w:t>.</w:t>
      </w:r>
    </w:p>
    <w:p w14:paraId="1A905C05" w14:textId="71E8D8AE" w:rsidR="00F635DB" w:rsidRDefault="00F635DB" w:rsidP="00F635DB">
      <w:r>
        <w:t>M. </w:t>
      </w:r>
      <w:r w:rsidR="00855694" w:rsidRPr="009071AC">
        <w:t>Fortunat ne reculait certes pas</w:t>
      </w:r>
      <w:r>
        <w:t xml:space="preserve"> ; </w:t>
      </w:r>
      <w:r w:rsidR="00855694" w:rsidRPr="009071AC">
        <w:t>mais ayant de pénétrer dans ce repaire</w:t>
      </w:r>
      <w:r>
        <w:t xml:space="preserve">, </w:t>
      </w:r>
      <w:r w:rsidR="00855694" w:rsidRPr="009071AC">
        <w:t>il n</w:t>
      </w:r>
      <w:r>
        <w:t>’</w:t>
      </w:r>
      <w:r w:rsidR="00855694" w:rsidRPr="009071AC">
        <w:t>était pas fâché d</w:t>
      </w:r>
      <w:r>
        <w:t>’</w:t>
      </w:r>
      <w:r w:rsidR="00855694" w:rsidRPr="009071AC">
        <w:t>en explorer l</w:t>
      </w:r>
      <w:r>
        <w:t>’</w:t>
      </w:r>
      <w:r w:rsidR="00855694" w:rsidRPr="009071AC">
        <w:t>intérieur</w:t>
      </w:r>
      <w:r>
        <w:t xml:space="preserve">. </w:t>
      </w:r>
      <w:r w:rsidR="00855694" w:rsidRPr="009071AC">
        <w:t>Il s</w:t>
      </w:r>
      <w:r>
        <w:t>’</w:t>
      </w:r>
      <w:r w:rsidR="00855694" w:rsidRPr="009071AC">
        <w:t>avança avec la plus prudente circonspection</w:t>
      </w:r>
      <w:r>
        <w:t xml:space="preserve">, </w:t>
      </w:r>
      <w:r w:rsidR="00855694" w:rsidRPr="009071AC">
        <w:t>et colla son œil contre le vitrage</w:t>
      </w:r>
      <w:r>
        <w:t xml:space="preserve">, </w:t>
      </w:r>
      <w:r w:rsidR="00855694" w:rsidRPr="009071AC">
        <w:t>à un endroit où les rideaux rouges avaient une large déchirure</w:t>
      </w:r>
      <w:r>
        <w:t>.</w:t>
      </w:r>
    </w:p>
    <w:p w14:paraId="016AF0C2" w14:textId="77777777" w:rsidR="00F635DB" w:rsidRDefault="00855694" w:rsidP="00F635DB">
      <w:r w:rsidRPr="009071AC">
        <w:t>Au comptoir</w:t>
      </w:r>
      <w:r w:rsidR="00F635DB">
        <w:t xml:space="preserve">, </w:t>
      </w:r>
      <w:r w:rsidRPr="009071AC">
        <w:t>une femme d</w:t>
      </w:r>
      <w:r w:rsidR="00F635DB">
        <w:t>’</w:t>
      </w:r>
      <w:r w:rsidRPr="009071AC">
        <w:t>une cinquantaine d</w:t>
      </w:r>
      <w:r w:rsidR="00F635DB">
        <w:t>’</w:t>
      </w:r>
      <w:r w:rsidRPr="009071AC">
        <w:t>années était assise</w:t>
      </w:r>
      <w:r w:rsidR="00F635DB">
        <w:t xml:space="preserve">, </w:t>
      </w:r>
      <w:r w:rsidRPr="009071AC">
        <w:t>reprisant un jupon sordide</w:t>
      </w:r>
      <w:r w:rsidR="00F635DB">
        <w:t xml:space="preserve">, </w:t>
      </w:r>
      <w:r w:rsidRPr="009071AC">
        <w:t>à la lueur d</w:t>
      </w:r>
      <w:r w:rsidR="00F635DB">
        <w:t>’</w:t>
      </w:r>
      <w:r w:rsidRPr="009071AC">
        <w:t>une lampe fumeuse</w:t>
      </w:r>
      <w:r w:rsidR="00F635DB">
        <w:t>.</w:t>
      </w:r>
    </w:p>
    <w:p w14:paraId="4CE201E4" w14:textId="77777777" w:rsidR="00F635DB" w:rsidRDefault="00855694" w:rsidP="00F635DB">
      <w:r w:rsidRPr="009071AC">
        <w:t>Elle était grosse</w:t>
      </w:r>
      <w:r w:rsidR="00F635DB">
        <w:t xml:space="preserve">, </w:t>
      </w:r>
      <w:r w:rsidRPr="009071AC">
        <w:t>courte</w:t>
      </w:r>
      <w:r w:rsidR="00F635DB">
        <w:t xml:space="preserve">, </w:t>
      </w:r>
      <w:r w:rsidRPr="009071AC">
        <w:t>ramassée</w:t>
      </w:r>
      <w:r w:rsidR="00F635DB">
        <w:t xml:space="preserve">, </w:t>
      </w:r>
      <w:r w:rsidRPr="009071AC">
        <w:t>surchargée et bouffie d</w:t>
      </w:r>
      <w:r w:rsidR="00F635DB">
        <w:t>’</w:t>
      </w:r>
      <w:r w:rsidRPr="009071AC">
        <w:t>une graisse malsaine</w:t>
      </w:r>
      <w:r w:rsidR="00F635DB">
        <w:t xml:space="preserve">, </w:t>
      </w:r>
      <w:r w:rsidRPr="009071AC">
        <w:t>et blême</w:t>
      </w:r>
      <w:r w:rsidR="00F635DB">
        <w:t xml:space="preserve">, </w:t>
      </w:r>
      <w:r w:rsidRPr="009071AC">
        <w:t>avec cela</w:t>
      </w:r>
      <w:r w:rsidR="00F635DB">
        <w:t xml:space="preserve">, </w:t>
      </w:r>
      <w:r w:rsidRPr="009071AC">
        <w:t>comme si ses veines eussent charrié du fiel au lieu de sang</w:t>
      </w:r>
      <w:r w:rsidR="00F635DB">
        <w:t xml:space="preserve">. </w:t>
      </w:r>
      <w:r w:rsidRPr="009071AC">
        <w:t>Sa face plate</w:t>
      </w:r>
      <w:r w:rsidR="00F635DB">
        <w:t xml:space="preserve">, </w:t>
      </w:r>
      <w:r w:rsidRPr="009071AC">
        <w:t>ses pommettes saillantes</w:t>
      </w:r>
      <w:r w:rsidR="00F635DB">
        <w:t xml:space="preserve">, </w:t>
      </w:r>
      <w:r w:rsidRPr="009071AC">
        <w:t>son front fuyant et ses lèvres minces lui donnaient une inquiétante expression de méchanceté et de ruse</w:t>
      </w:r>
      <w:r w:rsidR="00F635DB">
        <w:t>.</w:t>
      </w:r>
    </w:p>
    <w:p w14:paraId="6DA3A78C" w14:textId="77777777" w:rsidR="00F635DB" w:rsidRDefault="00855694" w:rsidP="00F635DB">
      <w:r w:rsidRPr="009071AC">
        <w:t>Au fond de la boutique</w:t>
      </w:r>
      <w:r w:rsidR="00F635DB">
        <w:t xml:space="preserve">, </w:t>
      </w:r>
      <w:r w:rsidRPr="009071AC">
        <w:t>dans la pénombre</w:t>
      </w:r>
      <w:r w:rsidR="00F635DB">
        <w:t xml:space="preserve">, </w:t>
      </w:r>
      <w:r w:rsidRPr="009071AC">
        <w:t>on distinguait la silhouette d</w:t>
      </w:r>
      <w:r w:rsidR="00F635DB">
        <w:t>’</w:t>
      </w:r>
      <w:r w:rsidRPr="009071AC">
        <w:t>un homme assis sur un escabeau</w:t>
      </w:r>
      <w:r w:rsidR="00F635DB">
        <w:t xml:space="preserve">, </w:t>
      </w:r>
      <w:r w:rsidRPr="009071AC">
        <w:t>qui dormait</w:t>
      </w:r>
      <w:r w:rsidR="00F635DB">
        <w:t xml:space="preserve">, </w:t>
      </w:r>
      <w:r w:rsidRPr="009071AC">
        <w:t>les bras arrondis</w:t>
      </w:r>
      <w:r w:rsidR="00F635DB">
        <w:t xml:space="preserve">, </w:t>
      </w:r>
      <w:r w:rsidRPr="009071AC">
        <w:t>sur une table</w:t>
      </w:r>
      <w:r w:rsidR="00F635DB">
        <w:t xml:space="preserve">, </w:t>
      </w:r>
      <w:r w:rsidRPr="009071AC">
        <w:t>la tête appuyée sur ses bras</w:t>
      </w:r>
      <w:r w:rsidR="00F635DB">
        <w:t>.</w:t>
      </w:r>
    </w:p>
    <w:p w14:paraId="024A4760" w14:textId="77777777" w:rsidR="00F635DB" w:rsidRDefault="00F635DB" w:rsidP="00F635DB">
      <w:r>
        <w:t>— </w:t>
      </w:r>
      <w:r w:rsidR="00855694" w:rsidRPr="009071AC">
        <w:t>Quelle chance</w:t>
      </w:r>
      <w:r>
        <w:t xml:space="preserve"> !… </w:t>
      </w:r>
      <w:r w:rsidR="00855694" w:rsidRPr="009071AC">
        <w:t>souffla Chupin à l</w:t>
      </w:r>
      <w:r>
        <w:t>’</w:t>
      </w:r>
      <w:r w:rsidR="00855694" w:rsidRPr="009071AC">
        <w:t>oreille de son patron</w:t>
      </w:r>
      <w:r>
        <w:t xml:space="preserve">, </w:t>
      </w:r>
      <w:r w:rsidR="00855694" w:rsidRPr="009071AC">
        <w:t>pas une pratique dans la case</w:t>
      </w:r>
      <w:r>
        <w:t xml:space="preserve">, </w:t>
      </w:r>
      <w:proofErr w:type="spellStart"/>
      <w:r w:rsidR="00855694" w:rsidRPr="009071AC">
        <w:t>Vantrasson</w:t>
      </w:r>
      <w:proofErr w:type="spellEnd"/>
      <w:r w:rsidR="00855694" w:rsidRPr="009071AC">
        <w:t xml:space="preserve"> et sa femme sont seuls</w:t>
      </w:r>
      <w:r>
        <w:t>.</w:t>
      </w:r>
    </w:p>
    <w:p w14:paraId="131200F8" w14:textId="45478939" w:rsidR="00F635DB" w:rsidRDefault="00855694" w:rsidP="00F635DB">
      <w:r w:rsidRPr="009071AC">
        <w:t xml:space="preserve">Il est sûr que cette circonstance ne déplut pas à </w:t>
      </w:r>
      <w:r w:rsidR="00F635DB">
        <w:t>M. </w:t>
      </w:r>
      <w:r w:rsidRPr="009071AC">
        <w:t>Fortunat</w:t>
      </w:r>
      <w:r w:rsidR="00F635DB">
        <w:t>.</w:t>
      </w:r>
    </w:p>
    <w:p w14:paraId="293818CB" w14:textId="77777777" w:rsidR="00F635DB" w:rsidRDefault="00F635DB" w:rsidP="00F635DB">
      <w:r>
        <w:t>— </w:t>
      </w:r>
      <w:r w:rsidR="00855694" w:rsidRPr="009071AC">
        <w:t>Ainsi</w:t>
      </w:r>
      <w:r>
        <w:t xml:space="preserve">, </w:t>
      </w:r>
      <w:r w:rsidR="00855694" w:rsidRPr="009071AC">
        <w:t>m</w:t>
      </w:r>
      <w:r>
        <w:t>’</w:t>
      </w:r>
      <w:proofErr w:type="spellStart"/>
      <w:r w:rsidR="00855694" w:rsidRPr="009071AC">
        <w:t>sieu</w:t>
      </w:r>
      <w:proofErr w:type="spellEnd"/>
      <w:r>
        <w:t xml:space="preserve">, </w:t>
      </w:r>
      <w:r w:rsidR="00855694" w:rsidRPr="009071AC">
        <w:t>continua l</w:t>
      </w:r>
      <w:r>
        <w:t>’</w:t>
      </w:r>
      <w:r w:rsidR="00855694" w:rsidRPr="009071AC">
        <w:t>autre</w:t>
      </w:r>
      <w:r>
        <w:t xml:space="preserve">, </w:t>
      </w:r>
      <w:r w:rsidR="00855694" w:rsidRPr="009071AC">
        <w:t>n</w:t>
      </w:r>
      <w:r>
        <w:t>’</w:t>
      </w:r>
      <w:r w:rsidR="00855694" w:rsidRPr="009071AC">
        <w:t>ayez pas peur</w:t>
      </w:r>
      <w:r>
        <w:t xml:space="preserve">… </w:t>
      </w:r>
      <w:r w:rsidR="00855694" w:rsidRPr="009071AC">
        <w:t>Je reste ici et je veille au grain</w:t>
      </w:r>
      <w:r>
        <w:t xml:space="preserve">, </w:t>
      </w:r>
      <w:r w:rsidR="00855694" w:rsidRPr="009071AC">
        <w:t>vous pouvez entrer</w:t>
      </w:r>
      <w:r>
        <w:t>.</w:t>
      </w:r>
    </w:p>
    <w:p w14:paraId="14C53634" w14:textId="77777777" w:rsidR="00F635DB" w:rsidRDefault="00855694" w:rsidP="00F635DB">
      <w:r w:rsidRPr="009071AC">
        <w:lastRenderedPageBreak/>
        <w:t>Il entra</w:t>
      </w:r>
      <w:r w:rsidR="00F635DB">
        <w:t xml:space="preserve">, </w:t>
      </w:r>
      <w:r w:rsidRPr="009071AC">
        <w:t>et au bruit de la porte</w:t>
      </w:r>
      <w:r w:rsidR="00F635DB">
        <w:t xml:space="preserve">, </w:t>
      </w:r>
      <w:r w:rsidRPr="009071AC">
        <w:t>la grosse femme posa son ouvrage</w:t>
      </w:r>
      <w:r w:rsidR="00F635DB">
        <w:t>.</w:t>
      </w:r>
    </w:p>
    <w:p w14:paraId="2D15DDE9" w14:textId="77777777" w:rsidR="00F635DB" w:rsidRDefault="00F635DB" w:rsidP="00F635DB">
      <w:r>
        <w:t>— </w:t>
      </w:r>
      <w:r w:rsidR="00855694" w:rsidRPr="009071AC">
        <w:t>Que faut-il servir à Monsieur</w:t>
      </w:r>
      <w:r>
        <w:t xml:space="preserve"> ? </w:t>
      </w:r>
      <w:r w:rsidR="00855694" w:rsidRPr="009071AC">
        <w:t>demanda-t-elle d</w:t>
      </w:r>
      <w:r>
        <w:t>’</w:t>
      </w:r>
      <w:r w:rsidR="00855694" w:rsidRPr="009071AC">
        <w:t>une voix douceâtre</w:t>
      </w:r>
      <w:r>
        <w:t>.</w:t>
      </w:r>
    </w:p>
    <w:p w14:paraId="7C41C99E" w14:textId="096DE44A" w:rsidR="00F635DB" w:rsidRDefault="00F635DB" w:rsidP="00F635DB">
      <w:r>
        <w:t>M. </w:t>
      </w:r>
      <w:r w:rsidR="00855694" w:rsidRPr="009071AC">
        <w:t>Fortunat ne répondit pas tout d</w:t>
      </w:r>
      <w:r>
        <w:t>’</w:t>
      </w:r>
      <w:r w:rsidR="00855694" w:rsidRPr="009071AC">
        <w:t>abord</w:t>
      </w:r>
      <w:r>
        <w:t xml:space="preserve">. </w:t>
      </w:r>
      <w:r w:rsidR="00855694" w:rsidRPr="009071AC">
        <w:t>Il lira de sa poche le billet dont il s</w:t>
      </w:r>
      <w:r>
        <w:t>’</w:t>
      </w:r>
      <w:r w:rsidR="00855694" w:rsidRPr="009071AC">
        <w:t>était muni et le montra en disant</w:t>
      </w:r>
      <w:r>
        <w:t> :</w:t>
      </w:r>
    </w:p>
    <w:p w14:paraId="7FFFDD66" w14:textId="77777777" w:rsidR="00F635DB" w:rsidRDefault="00F635DB" w:rsidP="00F635DB">
      <w:r>
        <w:t>— </w:t>
      </w:r>
      <w:r w:rsidR="00855694" w:rsidRPr="009071AC">
        <w:t>Je suis clerc d</w:t>
      </w:r>
      <w:r>
        <w:t>’</w:t>
      </w:r>
      <w:r w:rsidR="00855694" w:rsidRPr="009071AC">
        <w:t>huissier et je viens pour toucher ce petit effet</w:t>
      </w:r>
      <w:r>
        <w:t xml:space="preserve">, </w:t>
      </w:r>
      <w:r w:rsidR="00855694" w:rsidRPr="009071AC">
        <w:t>583 francs</w:t>
      </w:r>
      <w:r>
        <w:t xml:space="preserve">, </w:t>
      </w:r>
      <w:r w:rsidR="00855694" w:rsidRPr="009071AC">
        <w:t>cause valeur en marchandises</w:t>
      </w:r>
      <w:r>
        <w:t xml:space="preserve">, </w:t>
      </w:r>
      <w:r w:rsidR="00855694" w:rsidRPr="009071AC">
        <w:t xml:space="preserve">signé </w:t>
      </w:r>
      <w:proofErr w:type="spellStart"/>
      <w:r w:rsidR="00855694" w:rsidRPr="009071AC">
        <w:t>Vantrasson</w:t>
      </w:r>
      <w:proofErr w:type="spellEnd"/>
      <w:r>
        <w:t xml:space="preserve">, </w:t>
      </w:r>
      <w:r w:rsidR="00855694" w:rsidRPr="009071AC">
        <w:t xml:space="preserve">ordre </w:t>
      </w:r>
      <w:proofErr w:type="spellStart"/>
      <w:r w:rsidR="00855694" w:rsidRPr="009071AC">
        <w:t>Barutin</w:t>
      </w:r>
      <w:proofErr w:type="spellEnd"/>
      <w:r>
        <w:t>…</w:t>
      </w:r>
    </w:p>
    <w:p w14:paraId="6DB45415" w14:textId="77777777" w:rsidR="00F635DB" w:rsidRDefault="00F635DB" w:rsidP="00F635DB">
      <w:r>
        <w:t>— </w:t>
      </w:r>
      <w:r w:rsidR="00855694" w:rsidRPr="009071AC">
        <w:t>Un effet</w:t>
      </w:r>
      <w:r>
        <w:t xml:space="preserve"> !… </w:t>
      </w:r>
      <w:r w:rsidR="00855694" w:rsidRPr="009071AC">
        <w:t>fit la femme</w:t>
      </w:r>
      <w:r>
        <w:t xml:space="preserve">, </w:t>
      </w:r>
      <w:r w:rsidR="00855694" w:rsidRPr="009071AC">
        <w:t>dont la voix s</w:t>
      </w:r>
      <w:r>
        <w:t>’</w:t>
      </w:r>
      <w:r w:rsidR="00855694" w:rsidRPr="009071AC">
        <w:t>aigrit soudain</w:t>
      </w:r>
      <w:r>
        <w:t xml:space="preserve">, </w:t>
      </w:r>
      <w:r w:rsidR="00855694" w:rsidRPr="009071AC">
        <w:t>c</w:t>
      </w:r>
      <w:r>
        <w:t>’</w:t>
      </w:r>
      <w:r w:rsidR="00855694" w:rsidRPr="009071AC">
        <w:t>est trop fort</w:t>
      </w:r>
      <w:r>
        <w:t xml:space="preserve"> !… </w:t>
      </w:r>
      <w:proofErr w:type="spellStart"/>
      <w:r w:rsidR="00855694" w:rsidRPr="009071AC">
        <w:t>Vantrasson</w:t>
      </w:r>
      <w:proofErr w:type="spellEnd"/>
      <w:r>
        <w:t xml:space="preserve">, </w:t>
      </w:r>
      <w:r w:rsidR="00855694" w:rsidRPr="009071AC">
        <w:t>réveille-toi un peu et viens voir ici</w:t>
      </w:r>
      <w:r>
        <w:t>.</w:t>
      </w:r>
    </w:p>
    <w:p w14:paraId="4236EF56" w14:textId="77777777" w:rsidR="00F635DB" w:rsidRDefault="00855694" w:rsidP="00F635DB">
      <w:r w:rsidRPr="009071AC">
        <w:t>Cet appel était superflu</w:t>
      </w:r>
      <w:r w:rsidR="00F635DB">
        <w:t>.</w:t>
      </w:r>
    </w:p>
    <w:p w14:paraId="212371C7" w14:textId="77777777" w:rsidR="00F635DB" w:rsidRDefault="00855694" w:rsidP="00F635DB">
      <w:r w:rsidRPr="009071AC">
        <w:t xml:space="preserve">Au mot de </w:t>
      </w:r>
      <w:r w:rsidR="00F635DB">
        <w:t>« </w:t>
      </w:r>
      <w:r w:rsidRPr="009071AC">
        <w:t>billet</w:t>
      </w:r>
      <w:r w:rsidR="00F635DB">
        <w:t>, »</w:t>
      </w:r>
      <w:r w:rsidRPr="009071AC">
        <w:t xml:space="preserve"> l</w:t>
      </w:r>
      <w:r w:rsidR="00F635DB">
        <w:t>’</w:t>
      </w:r>
      <w:r w:rsidRPr="009071AC">
        <w:t>homme avait redressé la tête</w:t>
      </w:r>
      <w:r w:rsidR="00F635DB">
        <w:t xml:space="preserve"> ; </w:t>
      </w:r>
      <w:r w:rsidRPr="009071AC">
        <w:t xml:space="preserve">au nom de </w:t>
      </w:r>
      <w:proofErr w:type="spellStart"/>
      <w:r w:rsidRPr="009071AC">
        <w:t>Barutin</w:t>
      </w:r>
      <w:proofErr w:type="spellEnd"/>
      <w:r w:rsidRPr="009071AC">
        <w:t xml:space="preserve"> il se leva et s</w:t>
      </w:r>
      <w:r w:rsidR="00F635DB">
        <w:t>’</w:t>
      </w:r>
      <w:r w:rsidRPr="009071AC">
        <w:t>approcha d</w:t>
      </w:r>
      <w:r w:rsidR="00F635DB">
        <w:t>’</w:t>
      </w:r>
      <w:r w:rsidRPr="009071AC">
        <w:t>un pas lourd et chancelant</w:t>
      </w:r>
      <w:r w:rsidR="00F635DB">
        <w:t xml:space="preserve">, </w:t>
      </w:r>
      <w:r w:rsidRPr="009071AC">
        <w:t>comme s</w:t>
      </w:r>
      <w:r w:rsidR="00F635DB">
        <w:t>’</w:t>
      </w:r>
      <w:r w:rsidRPr="009071AC">
        <w:t>il eût eu dans les jambes un reste d</w:t>
      </w:r>
      <w:r w:rsidR="00F635DB">
        <w:t>’</w:t>
      </w:r>
      <w:r w:rsidRPr="009071AC">
        <w:t>ivresse</w:t>
      </w:r>
      <w:r w:rsidR="00F635DB">
        <w:t>.</w:t>
      </w:r>
    </w:p>
    <w:p w14:paraId="4B921396" w14:textId="77777777" w:rsidR="00F635DB" w:rsidRDefault="00855694" w:rsidP="00F635DB">
      <w:r w:rsidRPr="009071AC">
        <w:t>Il était plus jeune que sa femme</w:t>
      </w:r>
      <w:r w:rsidR="00F635DB">
        <w:t xml:space="preserve">, </w:t>
      </w:r>
      <w:r w:rsidRPr="009071AC">
        <w:t>grand</w:t>
      </w:r>
      <w:r w:rsidR="00F635DB">
        <w:t xml:space="preserve">, </w:t>
      </w:r>
      <w:r w:rsidRPr="009071AC">
        <w:t>large</w:t>
      </w:r>
      <w:r w:rsidR="00F635DB">
        <w:t xml:space="preserve">, </w:t>
      </w:r>
      <w:r w:rsidRPr="009071AC">
        <w:t>véritablement athlétique</w:t>
      </w:r>
      <w:r w:rsidR="00F635DB">
        <w:t xml:space="preserve">. </w:t>
      </w:r>
      <w:r w:rsidRPr="009071AC">
        <w:t>Ses traits ne manquaient pas de régularité</w:t>
      </w:r>
      <w:r w:rsidR="00F635DB">
        <w:t xml:space="preserve">, </w:t>
      </w:r>
      <w:r w:rsidRPr="009071AC">
        <w:t>mais l</w:t>
      </w:r>
      <w:r w:rsidR="00F635DB">
        <w:t>’</w:t>
      </w:r>
      <w:r w:rsidRPr="009071AC">
        <w:t>alcool</w:t>
      </w:r>
      <w:r w:rsidR="00F635DB">
        <w:t xml:space="preserve">, </w:t>
      </w:r>
      <w:r w:rsidRPr="009071AC">
        <w:t>la ribote</w:t>
      </w:r>
      <w:r w:rsidR="00F635DB">
        <w:t xml:space="preserve">, </w:t>
      </w:r>
      <w:r w:rsidRPr="009071AC">
        <w:t>toutes sortes d</w:t>
      </w:r>
      <w:r w:rsidR="00F635DB">
        <w:t>’</w:t>
      </w:r>
      <w:r w:rsidRPr="009071AC">
        <w:t>ignobles excès les avaient ravagés</w:t>
      </w:r>
      <w:r w:rsidR="00F635DB">
        <w:t xml:space="preserve">, </w:t>
      </w:r>
      <w:r w:rsidRPr="009071AC">
        <w:t>et sa physionomie n</w:t>
      </w:r>
      <w:r w:rsidR="00F635DB">
        <w:t>’</w:t>
      </w:r>
      <w:r w:rsidRPr="009071AC">
        <w:t>exprimait plus rien qu</w:t>
      </w:r>
      <w:r w:rsidR="00F635DB">
        <w:t>’</w:t>
      </w:r>
      <w:r w:rsidRPr="009071AC">
        <w:t>un abrutissement farouche</w:t>
      </w:r>
      <w:r w:rsidR="00F635DB">
        <w:t>.</w:t>
      </w:r>
    </w:p>
    <w:p w14:paraId="10839907" w14:textId="1CD5FDF0" w:rsidR="00F635DB" w:rsidRDefault="00F635DB" w:rsidP="00F635DB">
      <w:r>
        <w:t>— </w:t>
      </w:r>
      <w:r w:rsidR="00855694" w:rsidRPr="009071AC">
        <w:t>Qu</w:t>
      </w:r>
      <w:r>
        <w:t>’</w:t>
      </w:r>
      <w:r w:rsidR="00855694" w:rsidRPr="009071AC">
        <w:t>est-ce que vous me chantez donc</w:t>
      </w:r>
      <w:r>
        <w:t xml:space="preserve">, </w:t>
      </w:r>
      <w:r w:rsidR="00855694" w:rsidRPr="009071AC">
        <w:t>vous</w:t>
      </w:r>
      <w:r>
        <w:t xml:space="preserve">… </w:t>
      </w:r>
      <w:r w:rsidR="00855694" w:rsidRPr="009071AC">
        <w:t>dit-il d</w:t>
      </w:r>
      <w:r>
        <w:t>’</w:t>
      </w:r>
      <w:r w:rsidR="00855694" w:rsidRPr="009071AC">
        <w:t xml:space="preserve">une voix rauque à </w:t>
      </w:r>
      <w:r>
        <w:t>M. </w:t>
      </w:r>
      <w:r w:rsidR="00855694" w:rsidRPr="009071AC">
        <w:t>Fortunat</w:t>
      </w:r>
      <w:r>
        <w:t xml:space="preserve">. </w:t>
      </w:r>
      <w:r w:rsidR="00855694" w:rsidRPr="009071AC">
        <w:t>Est-ce pour vous moquer des gens que vous venez leur demander de l</w:t>
      </w:r>
      <w:r>
        <w:t>’</w:t>
      </w:r>
      <w:r w:rsidR="00855694" w:rsidRPr="009071AC">
        <w:t>argent un 1</w:t>
      </w:r>
      <w:r w:rsidRPr="009071AC">
        <w:t>5</w:t>
      </w:r>
      <w:r>
        <w:t> </w:t>
      </w:r>
      <w:r w:rsidRPr="009071AC">
        <w:t>octobre</w:t>
      </w:r>
      <w:r>
        <w:t xml:space="preserve">, </w:t>
      </w:r>
      <w:r w:rsidR="00855694" w:rsidRPr="009071AC">
        <w:t>jour de terme</w:t>
      </w:r>
      <w:r>
        <w:t xml:space="preserve"> ?… </w:t>
      </w:r>
      <w:r w:rsidR="00855694" w:rsidRPr="009071AC">
        <w:t>Où avez-vous vu qu</w:t>
      </w:r>
      <w:r>
        <w:t>’</w:t>
      </w:r>
      <w:r w:rsidR="00855694" w:rsidRPr="009071AC">
        <w:t>il reste de l</w:t>
      </w:r>
      <w:r>
        <w:t>’</w:t>
      </w:r>
      <w:r w:rsidR="00855694" w:rsidRPr="009071AC">
        <w:t>argent quand le propriétaire a passé avec son sac</w:t>
      </w:r>
      <w:r>
        <w:t xml:space="preserve"> ?… </w:t>
      </w:r>
      <w:r w:rsidR="00855694" w:rsidRPr="009071AC">
        <w:t>Qu</w:t>
      </w:r>
      <w:r>
        <w:t>’</w:t>
      </w:r>
      <w:r w:rsidR="00855694" w:rsidRPr="009071AC">
        <w:t>est-ce que ce billet</w:t>
      </w:r>
      <w:r>
        <w:t xml:space="preserve">, </w:t>
      </w:r>
      <w:r w:rsidR="00855694" w:rsidRPr="009071AC">
        <w:t>d</w:t>
      </w:r>
      <w:r>
        <w:t>’</w:t>
      </w:r>
      <w:r w:rsidR="00855694" w:rsidRPr="009071AC">
        <w:t>ailleurs</w:t>
      </w:r>
      <w:r>
        <w:t xml:space="preserve"> ?… </w:t>
      </w:r>
      <w:r w:rsidR="00855694" w:rsidRPr="009071AC">
        <w:t>Donnez</w:t>
      </w:r>
      <w:proofErr w:type="spellStart"/>
      <w:r w:rsidR="00855694" w:rsidRPr="009071AC">
        <w:t>-le moi</w:t>
      </w:r>
      <w:proofErr w:type="spellEnd"/>
      <w:r>
        <w:t xml:space="preserve">, </w:t>
      </w:r>
      <w:r w:rsidR="00855694" w:rsidRPr="009071AC">
        <w:t>que je l</w:t>
      </w:r>
      <w:r>
        <w:t>’</w:t>
      </w:r>
      <w:r w:rsidR="00855694" w:rsidRPr="009071AC">
        <w:t>examine</w:t>
      </w:r>
      <w:r>
        <w:t>.</w:t>
      </w:r>
    </w:p>
    <w:p w14:paraId="4124C35B" w14:textId="1789562F" w:rsidR="00F635DB" w:rsidRDefault="00F635DB" w:rsidP="00F635DB">
      <w:r>
        <w:lastRenderedPageBreak/>
        <w:t>M. </w:t>
      </w:r>
      <w:r w:rsidR="00855694" w:rsidRPr="009071AC">
        <w:t>Fortunat ne commit pas cette imprudence</w:t>
      </w:r>
      <w:r>
        <w:t xml:space="preserve">. </w:t>
      </w:r>
      <w:r w:rsidR="00855694" w:rsidRPr="009071AC">
        <w:t>Il présenta simplement le billet d</w:t>
      </w:r>
      <w:r>
        <w:t>’</w:t>
      </w:r>
      <w:r w:rsidR="00855694" w:rsidRPr="009071AC">
        <w:t>un peu loin</w:t>
      </w:r>
      <w:r>
        <w:t xml:space="preserve">, </w:t>
      </w:r>
      <w:r w:rsidR="00855694" w:rsidRPr="009071AC">
        <w:t>et ensuite le lut</w:t>
      </w:r>
      <w:r>
        <w:t xml:space="preserve">. </w:t>
      </w:r>
      <w:r w:rsidR="00855694" w:rsidRPr="009071AC">
        <w:t>Lorsqu</w:t>
      </w:r>
      <w:r>
        <w:t>’</w:t>
      </w:r>
      <w:r w:rsidR="00855694" w:rsidRPr="009071AC">
        <w:t>il eut terminé</w:t>
      </w:r>
      <w:r>
        <w:t> :</w:t>
      </w:r>
    </w:p>
    <w:p w14:paraId="2B74746C" w14:textId="77777777" w:rsidR="00F635DB" w:rsidRDefault="00F635DB" w:rsidP="00F635DB">
      <w:r>
        <w:t>— </w:t>
      </w:r>
      <w:r w:rsidR="00855694" w:rsidRPr="009071AC">
        <w:t>Ce billet est échu depuis dix-huit mois</w:t>
      </w:r>
      <w:r>
        <w:t xml:space="preserve">, </w:t>
      </w:r>
      <w:r w:rsidR="00855694" w:rsidRPr="009071AC">
        <w:t xml:space="preserve">déclara froidement </w:t>
      </w:r>
      <w:proofErr w:type="spellStart"/>
      <w:r w:rsidR="00855694" w:rsidRPr="009071AC">
        <w:t>Vantrasson</w:t>
      </w:r>
      <w:proofErr w:type="spellEnd"/>
      <w:r>
        <w:t xml:space="preserve">, </w:t>
      </w:r>
      <w:r w:rsidR="00855694" w:rsidRPr="009071AC">
        <w:t>il ne vaut plus rien</w:t>
      </w:r>
      <w:r>
        <w:t>…</w:t>
      </w:r>
    </w:p>
    <w:p w14:paraId="6766EAAF" w14:textId="77777777" w:rsidR="00F635DB" w:rsidRDefault="00F635DB" w:rsidP="00F635DB">
      <w:r>
        <w:t>— </w:t>
      </w:r>
      <w:r w:rsidR="00855694" w:rsidRPr="009071AC">
        <w:t>Erreur</w:t>
      </w:r>
      <w:r>
        <w:t xml:space="preserve"> !… </w:t>
      </w:r>
      <w:r w:rsidR="00855694" w:rsidRPr="009071AC">
        <w:t>un billet à ordre est valable cinq ans à compter du jour du protêt</w:t>
      </w:r>
      <w:r>
        <w:t>.</w:t>
      </w:r>
    </w:p>
    <w:p w14:paraId="0AD7B9D3" w14:textId="77777777" w:rsidR="00F635DB" w:rsidRDefault="00F635DB" w:rsidP="00F635DB">
      <w:r>
        <w:t>— </w:t>
      </w:r>
      <w:r w:rsidR="00855694" w:rsidRPr="009071AC">
        <w:t>C</w:t>
      </w:r>
      <w:r>
        <w:t>’</w:t>
      </w:r>
      <w:r w:rsidR="00855694" w:rsidRPr="009071AC">
        <w:t>est possible</w:t>
      </w:r>
      <w:r>
        <w:t xml:space="preserve">. </w:t>
      </w:r>
      <w:r w:rsidR="00855694" w:rsidRPr="009071AC">
        <w:t xml:space="preserve">Mais comme </w:t>
      </w:r>
      <w:proofErr w:type="spellStart"/>
      <w:r w:rsidR="00855694" w:rsidRPr="009071AC">
        <w:t>Barutin</w:t>
      </w:r>
      <w:proofErr w:type="spellEnd"/>
      <w:r w:rsidR="00855694" w:rsidRPr="009071AC">
        <w:t xml:space="preserve"> a fait faillite</w:t>
      </w:r>
      <w:r>
        <w:t xml:space="preserve">, </w:t>
      </w:r>
      <w:r w:rsidR="00855694" w:rsidRPr="009071AC">
        <w:t>comme il a filé et qu</w:t>
      </w:r>
      <w:r>
        <w:t>’</w:t>
      </w:r>
      <w:r w:rsidR="00855694" w:rsidRPr="009071AC">
        <w:t>on ne sait plus où il est</w:t>
      </w:r>
      <w:r>
        <w:t xml:space="preserve">, </w:t>
      </w:r>
      <w:r w:rsidR="00855694" w:rsidRPr="009071AC">
        <w:t>je suis quitte</w:t>
      </w:r>
      <w:r>
        <w:t>…</w:t>
      </w:r>
    </w:p>
    <w:p w14:paraId="5A7B239C" w14:textId="77777777" w:rsidR="00F635DB" w:rsidRDefault="00F635DB" w:rsidP="00F635DB">
      <w:r>
        <w:t>— </w:t>
      </w:r>
      <w:r w:rsidR="00855694" w:rsidRPr="009071AC">
        <w:t>Autre erreur</w:t>
      </w:r>
      <w:r>
        <w:t xml:space="preserve"> ! </w:t>
      </w:r>
      <w:r w:rsidR="00855694" w:rsidRPr="009071AC">
        <w:t xml:space="preserve">Vous devez ces 583 francs à celui qui a acheté votre billet à la vente de </w:t>
      </w:r>
      <w:proofErr w:type="spellStart"/>
      <w:r w:rsidR="00855694" w:rsidRPr="009071AC">
        <w:t>Barutin</w:t>
      </w:r>
      <w:proofErr w:type="spellEnd"/>
      <w:r w:rsidR="00855694" w:rsidRPr="009071AC">
        <w:t xml:space="preserve"> et qui a donné à mon patron l</w:t>
      </w:r>
      <w:r>
        <w:t>’</w:t>
      </w:r>
      <w:r w:rsidR="00855694" w:rsidRPr="009071AC">
        <w:t>ordre de poursuivre</w:t>
      </w:r>
      <w:r>
        <w:t>…</w:t>
      </w:r>
    </w:p>
    <w:p w14:paraId="6AA9E665" w14:textId="77777777" w:rsidR="00F635DB" w:rsidRDefault="00855694" w:rsidP="00F635DB">
      <w:r w:rsidRPr="009071AC">
        <w:t xml:space="preserve">Le sang commençait à monter aux oreilles de </w:t>
      </w:r>
      <w:proofErr w:type="spellStart"/>
      <w:r w:rsidRPr="009071AC">
        <w:t>Vantrasson</w:t>
      </w:r>
      <w:proofErr w:type="spellEnd"/>
      <w:r w:rsidR="00F635DB">
        <w:t>.</w:t>
      </w:r>
    </w:p>
    <w:p w14:paraId="66CCF3B6" w14:textId="77777777" w:rsidR="00F635DB" w:rsidRDefault="00F635DB" w:rsidP="00F635DB">
      <w:r>
        <w:t>— </w:t>
      </w:r>
      <w:r w:rsidR="00855694" w:rsidRPr="009071AC">
        <w:t>Et après</w:t>
      </w:r>
      <w:r>
        <w:t xml:space="preserve"> !… </w:t>
      </w:r>
      <w:r w:rsidR="00855694" w:rsidRPr="009071AC">
        <w:t>Croyez-vous donc qu</w:t>
      </w:r>
      <w:r>
        <w:t>’</w:t>
      </w:r>
      <w:r w:rsidR="00855694" w:rsidRPr="009071AC">
        <w:t>on ne m</w:t>
      </w:r>
      <w:r>
        <w:t>’</w:t>
      </w:r>
      <w:r w:rsidR="00855694" w:rsidRPr="009071AC">
        <w:t>a jamais poursuivi</w:t>
      </w:r>
      <w:r>
        <w:t xml:space="preserve"> !… </w:t>
      </w:r>
      <w:r w:rsidR="00855694" w:rsidRPr="009071AC">
        <w:t>Où il n</w:t>
      </w:r>
      <w:r>
        <w:t>’</w:t>
      </w:r>
      <w:r w:rsidR="00855694" w:rsidRPr="009071AC">
        <w:t>y a rien le roi perd ses droits</w:t>
      </w:r>
      <w:r>
        <w:t xml:space="preserve">, </w:t>
      </w:r>
      <w:r w:rsidR="00855694" w:rsidRPr="009071AC">
        <w:t>et moi je n</w:t>
      </w:r>
      <w:r>
        <w:t>’</w:t>
      </w:r>
      <w:r w:rsidR="00855694" w:rsidRPr="009071AC">
        <w:t>ai rien</w:t>
      </w:r>
      <w:r>
        <w:t xml:space="preserve">… </w:t>
      </w:r>
      <w:r w:rsidR="00855694" w:rsidRPr="009071AC">
        <w:t>Les meubles du garni que je tiens sont au revendeur et tout ce qui est dans ma boutique ne vaut pas cent écus</w:t>
      </w:r>
      <w:r>
        <w:t xml:space="preserve">… </w:t>
      </w:r>
      <w:r w:rsidR="00855694" w:rsidRPr="009071AC">
        <w:t>Quand votre patron verra que je ne vaux pas les frais</w:t>
      </w:r>
      <w:r>
        <w:t xml:space="preserve">, </w:t>
      </w:r>
      <w:r w:rsidR="00855694" w:rsidRPr="009071AC">
        <w:t>il me laissera tranquille</w:t>
      </w:r>
      <w:r>
        <w:t xml:space="preserve">… </w:t>
      </w:r>
      <w:r w:rsidR="00855694" w:rsidRPr="009071AC">
        <w:t>On ne peut rien contre un homme comme moi</w:t>
      </w:r>
      <w:r>
        <w:t>.</w:t>
      </w:r>
    </w:p>
    <w:p w14:paraId="42430492" w14:textId="77777777" w:rsidR="00F635DB" w:rsidRDefault="00F635DB" w:rsidP="00F635DB">
      <w:r>
        <w:t>— </w:t>
      </w:r>
      <w:r w:rsidR="00855694" w:rsidRPr="009071AC">
        <w:t>Vous croyez cela</w:t>
      </w:r>
      <w:r>
        <w:t> ?</w:t>
      </w:r>
    </w:p>
    <w:p w14:paraId="1AAF82C6" w14:textId="77777777" w:rsidR="00F635DB" w:rsidRDefault="00F635DB" w:rsidP="00F635DB">
      <w:r>
        <w:t>— </w:t>
      </w:r>
      <w:r w:rsidR="00855694" w:rsidRPr="009071AC">
        <w:t>J</w:t>
      </w:r>
      <w:r>
        <w:t>’</w:t>
      </w:r>
      <w:r w:rsidR="00855694" w:rsidRPr="009071AC">
        <w:t>en suis sûr</w:t>
      </w:r>
      <w:r>
        <w:t>.</w:t>
      </w:r>
    </w:p>
    <w:p w14:paraId="4CDFC8B9" w14:textId="77777777" w:rsidR="00F635DB" w:rsidRDefault="00F635DB" w:rsidP="00F635DB">
      <w:r>
        <w:t>— </w:t>
      </w:r>
      <w:r w:rsidR="00855694" w:rsidRPr="009071AC">
        <w:t>Malheureusement vous vous trompez encore</w:t>
      </w:r>
      <w:r>
        <w:t xml:space="preserve">, </w:t>
      </w:r>
      <w:r w:rsidR="00855694" w:rsidRPr="009071AC">
        <w:t>parce que celui qui a votre billet ne tient pas à rentrer dans son argent</w:t>
      </w:r>
      <w:r>
        <w:t xml:space="preserve"> ; </w:t>
      </w:r>
      <w:r w:rsidR="00855694" w:rsidRPr="009071AC">
        <w:t>il en mettra du sien au contraire</w:t>
      </w:r>
      <w:r>
        <w:t xml:space="preserve">, </w:t>
      </w:r>
      <w:r w:rsidR="00855694" w:rsidRPr="009071AC">
        <w:t>pour vous faire de la peine</w:t>
      </w:r>
      <w:r>
        <w:t>…</w:t>
      </w:r>
    </w:p>
    <w:p w14:paraId="4916CBBD" w14:textId="696CD80A" w:rsidR="00F635DB" w:rsidRDefault="00855694" w:rsidP="00F635DB">
      <w:r w:rsidRPr="009071AC">
        <w:lastRenderedPageBreak/>
        <w:t>Et là-dessus</w:t>
      </w:r>
      <w:r w:rsidR="00F635DB">
        <w:t>, M. </w:t>
      </w:r>
      <w:r w:rsidRPr="009071AC">
        <w:t>Fortunat se mit à tracer l</w:t>
      </w:r>
      <w:r w:rsidR="00F635DB">
        <w:t>’</w:t>
      </w:r>
      <w:r w:rsidRPr="009071AC">
        <w:t>épouvantable tableau d</w:t>
      </w:r>
      <w:r w:rsidR="00F635DB">
        <w:t>’</w:t>
      </w:r>
      <w:r w:rsidRPr="009071AC">
        <w:t>un pauvre débiteur poursuivi par un créancier-riche</w:t>
      </w:r>
      <w:r w:rsidR="00F635DB">
        <w:t xml:space="preserve">, </w:t>
      </w:r>
      <w:r w:rsidRPr="009071AC">
        <w:t>qui le traque</w:t>
      </w:r>
      <w:r w:rsidR="00F635DB">
        <w:t xml:space="preserve">, </w:t>
      </w:r>
      <w:r w:rsidRPr="009071AC">
        <w:t>qui le harcèle</w:t>
      </w:r>
      <w:r w:rsidR="00F635DB">
        <w:t xml:space="preserve">, </w:t>
      </w:r>
      <w:r w:rsidRPr="009071AC">
        <w:t>qui le poursuit partout</w:t>
      </w:r>
      <w:r w:rsidR="00F635DB">
        <w:t xml:space="preserve">, </w:t>
      </w:r>
      <w:r w:rsidRPr="009071AC">
        <w:t>qui le fait saisir dès qu</w:t>
      </w:r>
      <w:r w:rsidR="00F635DB">
        <w:t>’</w:t>
      </w:r>
      <w:r w:rsidRPr="009071AC">
        <w:t>il a seulement un vêtement de rechange</w:t>
      </w:r>
      <w:r w:rsidR="00F635DB">
        <w:t>…</w:t>
      </w:r>
    </w:p>
    <w:p w14:paraId="40E2E4DD" w14:textId="77777777" w:rsidR="00F635DB" w:rsidRDefault="00855694" w:rsidP="00F635DB">
      <w:proofErr w:type="spellStart"/>
      <w:r w:rsidRPr="009071AC">
        <w:t>Vantrasson</w:t>
      </w:r>
      <w:proofErr w:type="spellEnd"/>
      <w:r w:rsidRPr="009071AC">
        <w:t xml:space="preserve"> roulait des yeux terribles et brandissait ses redoutables poings</w:t>
      </w:r>
      <w:r w:rsidR="00F635DB">
        <w:t xml:space="preserve">, </w:t>
      </w:r>
      <w:r w:rsidRPr="009071AC">
        <w:t>mais sa femme était visiblement très-effrayée</w:t>
      </w:r>
      <w:r w:rsidR="00F635DB">
        <w:t>.</w:t>
      </w:r>
    </w:p>
    <w:p w14:paraId="5C6A0C2D" w14:textId="77777777" w:rsidR="00F635DB" w:rsidRDefault="00855694" w:rsidP="00F635DB">
      <w:r w:rsidRPr="009071AC">
        <w:t>Bientôt elle n</w:t>
      </w:r>
      <w:r w:rsidR="00F635DB">
        <w:t>’</w:t>
      </w:r>
      <w:r w:rsidRPr="009071AC">
        <w:t>y tint plus</w:t>
      </w:r>
      <w:r w:rsidR="00F635DB">
        <w:t xml:space="preserve">, </w:t>
      </w:r>
      <w:r w:rsidRPr="009071AC">
        <w:t>et se levant brusquement</w:t>
      </w:r>
      <w:r w:rsidR="00F635DB">
        <w:t xml:space="preserve">, </w:t>
      </w:r>
      <w:r w:rsidRPr="009071AC">
        <w:t>elle entraîna son mari vers le fond de la boutique</w:t>
      </w:r>
      <w:r w:rsidR="00F635DB">
        <w:t xml:space="preserve">, </w:t>
      </w:r>
      <w:r w:rsidRPr="009071AC">
        <w:t>en lui disant</w:t>
      </w:r>
      <w:r w:rsidR="00F635DB">
        <w:t> :</w:t>
      </w:r>
    </w:p>
    <w:p w14:paraId="2BBE7A9F" w14:textId="77777777" w:rsidR="00F635DB" w:rsidRDefault="00F635DB" w:rsidP="00F635DB">
      <w:r>
        <w:t>— </w:t>
      </w:r>
      <w:r w:rsidR="00855694" w:rsidRPr="009071AC">
        <w:t>Viens</w:t>
      </w:r>
      <w:r>
        <w:t xml:space="preserve">, </w:t>
      </w:r>
      <w:r w:rsidR="00855694" w:rsidRPr="009071AC">
        <w:t>il faut que je te parle</w:t>
      </w:r>
      <w:r>
        <w:t>.</w:t>
      </w:r>
    </w:p>
    <w:p w14:paraId="67FE0607" w14:textId="77777777" w:rsidR="00F635DB" w:rsidRDefault="00855694" w:rsidP="00F635DB">
      <w:r w:rsidRPr="009071AC">
        <w:t>Il la suivit</w:t>
      </w:r>
      <w:r w:rsidR="00F635DB">
        <w:t xml:space="preserve">, </w:t>
      </w:r>
      <w:r w:rsidRPr="009071AC">
        <w:t>et ils restèrent deux ou trois minutes à délibérer tout bas</w:t>
      </w:r>
      <w:r w:rsidR="00F635DB">
        <w:t xml:space="preserve">, </w:t>
      </w:r>
      <w:r w:rsidRPr="009071AC">
        <w:t>avec force gestes</w:t>
      </w:r>
      <w:r w:rsidR="00F635DB">
        <w:t xml:space="preserve">. </w:t>
      </w:r>
      <w:r w:rsidRPr="009071AC">
        <w:t>Quand ils revinrent</w:t>
      </w:r>
      <w:r w:rsidR="00F635DB">
        <w:t xml:space="preserve">, </w:t>
      </w:r>
      <w:r w:rsidRPr="009071AC">
        <w:t>ce fut la femme qui porta la parole</w:t>
      </w:r>
      <w:r w:rsidR="00F635DB">
        <w:t>.</w:t>
      </w:r>
    </w:p>
    <w:p w14:paraId="2F00CDAA" w14:textId="5C2AED19" w:rsidR="00F635DB" w:rsidRDefault="00F635DB" w:rsidP="00F635DB">
      <w:r>
        <w:t>— </w:t>
      </w:r>
      <w:r w:rsidR="00855694" w:rsidRPr="009071AC">
        <w:t>Hélas</w:t>
      </w:r>
      <w:r>
        <w:t xml:space="preserve"> ! </w:t>
      </w:r>
      <w:r w:rsidR="00855694" w:rsidRPr="009071AC">
        <w:t>monsieur</w:t>
      </w:r>
      <w:r>
        <w:t xml:space="preserve">… </w:t>
      </w:r>
      <w:r w:rsidR="00855694" w:rsidRPr="009071AC">
        <w:t xml:space="preserve">dit-elle à </w:t>
      </w:r>
      <w:r>
        <w:t>M. </w:t>
      </w:r>
      <w:r w:rsidR="00855694" w:rsidRPr="009071AC">
        <w:t>Fortunat</w:t>
      </w:r>
      <w:r>
        <w:t xml:space="preserve">, </w:t>
      </w:r>
      <w:r w:rsidR="00855694" w:rsidRPr="009071AC">
        <w:t>nous sommes sans argent en ce moment</w:t>
      </w:r>
      <w:r>
        <w:t xml:space="preserve">, </w:t>
      </w:r>
      <w:r w:rsidR="00855694" w:rsidRPr="009071AC">
        <w:t>les affaires vont mal</w:t>
      </w:r>
      <w:r>
        <w:t xml:space="preserve">, </w:t>
      </w:r>
      <w:r w:rsidR="00855694" w:rsidRPr="009071AC">
        <w:t>si on nous poursuit</w:t>
      </w:r>
      <w:r>
        <w:t xml:space="preserve">, </w:t>
      </w:r>
      <w:r w:rsidR="00855694" w:rsidRPr="009071AC">
        <w:t>nous sommes perdus</w:t>
      </w:r>
      <w:r>
        <w:t xml:space="preserve">… </w:t>
      </w:r>
      <w:r w:rsidR="00855694" w:rsidRPr="009071AC">
        <w:t>Comment faire</w:t>
      </w:r>
      <w:r>
        <w:t xml:space="preserve"> ?… </w:t>
      </w:r>
      <w:r w:rsidR="00855694" w:rsidRPr="009071AC">
        <w:t>Vous avez l</w:t>
      </w:r>
      <w:r>
        <w:t>’</w:t>
      </w:r>
      <w:r w:rsidR="00855694" w:rsidRPr="009071AC">
        <w:t>air d</w:t>
      </w:r>
      <w:r>
        <w:t>’</w:t>
      </w:r>
      <w:r w:rsidR="00855694" w:rsidRPr="009071AC">
        <w:t>un bon homme</w:t>
      </w:r>
      <w:r>
        <w:t xml:space="preserve">, </w:t>
      </w:r>
      <w:r w:rsidR="00855694" w:rsidRPr="009071AC">
        <w:t>donnez-nous un conseil</w:t>
      </w:r>
      <w:r>
        <w:t>.</w:t>
      </w:r>
    </w:p>
    <w:p w14:paraId="1930E8B5" w14:textId="4CDE2995" w:rsidR="00F635DB" w:rsidRDefault="00F635DB" w:rsidP="00F635DB">
      <w:r>
        <w:t>M. </w:t>
      </w:r>
      <w:r w:rsidR="00855694" w:rsidRPr="009071AC">
        <w:t>Fortunat se tut</w:t>
      </w:r>
      <w:r>
        <w:t xml:space="preserve">, </w:t>
      </w:r>
      <w:r w:rsidR="00855694" w:rsidRPr="009071AC">
        <w:t>paraissant réfléchir</w:t>
      </w:r>
      <w:r>
        <w:t xml:space="preserve">, </w:t>
      </w:r>
      <w:r w:rsidR="00855694" w:rsidRPr="009071AC">
        <w:t>puis tout à coup</w:t>
      </w:r>
      <w:r>
        <w:t> :</w:t>
      </w:r>
    </w:p>
    <w:p w14:paraId="46DBF8B8" w14:textId="4CDEC4CE" w:rsidR="00F635DB" w:rsidRDefault="00F635DB" w:rsidP="00F635DB">
      <w:r>
        <w:t>— </w:t>
      </w:r>
      <w:r w:rsidR="00855694" w:rsidRPr="009071AC">
        <w:t>Ma foi</w:t>
      </w:r>
      <w:r>
        <w:t xml:space="preserve"> !… </w:t>
      </w:r>
      <w:r w:rsidR="00855694" w:rsidRPr="009071AC">
        <w:t>s</w:t>
      </w:r>
      <w:r>
        <w:t>’</w:t>
      </w:r>
      <w:r w:rsidR="00855694" w:rsidRPr="009071AC">
        <w:t>écria-t-il</w:t>
      </w:r>
      <w:r>
        <w:t xml:space="preserve">, </w:t>
      </w:r>
      <w:r w:rsidR="00855694" w:rsidRPr="009071AC">
        <w:t>tant pis</w:t>
      </w:r>
      <w:r>
        <w:t xml:space="preserve"> !… </w:t>
      </w:r>
      <w:r w:rsidR="00855694" w:rsidRPr="009071AC">
        <w:t>Il faut s</w:t>
      </w:r>
      <w:r>
        <w:t>’</w:t>
      </w:r>
      <w:proofErr w:type="spellStart"/>
      <w:r w:rsidR="00855694" w:rsidRPr="009071AC">
        <w:t>entr</w:t>
      </w:r>
      <w:r>
        <w:t>’</w:t>
      </w:r>
      <w:r w:rsidR="00855694" w:rsidRPr="009071AC">
        <w:t>aider</w:t>
      </w:r>
      <w:proofErr w:type="spellEnd"/>
      <w:r w:rsidR="00855694" w:rsidRPr="009071AC">
        <w:t xml:space="preserve"> entre malheureux</w:t>
      </w:r>
      <w:r>
        <w:t xml:space="preserve">, </w:t>
      </w:r>
      <w:r w:rsidR="00855694" w:rsidRPr="009071AC">
        <w:t>et je vais vous dire la vérité vraie</w:t>
      </w:r>
      <w:r>
        <w:t xml:space="preserve">. </w:t>
      </w:r>
      <w:r w:rsidR="00855694" w:rsidRPr="009071AC">
        <w:t>Mon patron</w:t>
      </w:r>
      <w:r>
        <w:t xml:space="preserve">, </w:t>
      </w:r>
      <w:r w:rsidR="00855694" w:rsidRPr="009071AC">
        <w:t>qui n</w:t>
      </w:r>
      <w:r>
        <w:t>’</w:t>
      </w:r>
      <w:r w:rsidR="00855694" w:rsidRPr="009071AC">
        <w:t>est pas un méchant</w:t>
      </w:r>
      <w:r>
        <w:t xml:space="preserve">, </w:t>
      </w:r>
      <w:r w:rsidR="00855694" w:rsidRPr="009071AC">
        <w:t>n</w:t>
      </w:r>
      <w:r>
        <w:t>’</w:t>
      </w:r>
      <w:r w:rsidR="00855694" w:rsidRPr="009071AC">
        <w:t>a pas envie de se mêler d</w:t>
      </w:r>
      <w:r>
        <w:t>’</w:t>
      </w:r>
      <w:r w:rsidR="00855694" w:rsidRPr="009071AC">
        <w:t>une vengeance</w:t>
      </w:r>
      <w:r>
        <w:t xml:space="preserve">… </w:t>
      </w:r>
      <w:r w:rsidR="00855694" w:rsidRPr="009071AC">
        <w:t>C</w:t>
      </w:r>
      <w:r>
        <w:t>’</w:t>
      </w:r>
      <w:r w:rsidR="00855694" w:rsidRPr="009071AC">
        <w:t>est pourquoi il m</w:t>
      </w:r>
      <w:r>
        <w:t>’</w:t>
      </w:r>
      <w:r w:rsidR="00855694" w:rsidRPr="009071AC">
        <w:t>a dit</w:t>
      </w:r>
      <w:r>
        <w:t> : « </w:t>
      </w:r>
      <w:r w:rsidR="00855694" w:rsidRPr="009071AC">
        <w:t xml:space="preserve">Voyez ces </w:t>
      </w:r>
      <w:proofErr w:type="spellStart"/>
      <w:r w:rsidR="00855694" w:rsidRPr="009071AC">
        <w:t>Vantrasson</w:t>
      </w:r>
      <w:proofErr w:type="spellEnd"/>
      <w:r>
        <w:t xml:space="preserve">, </w:t>
      </w:r>
      <w:r w:rsidR="00855694" w:rsidRPr="009071AC">
        <w:t>et s</w:t>
      </w:r>
      <w:r>
        <w:t>’</w:t>
      </w:r>
      <w:r w:rsidR="00855694" w:rsidRPr="009071AC">
        <w:t>ils vous font l</w:t>
      </w:r>
      <w:r>
        <w:t>’</w:t>
      </w:r>
      <w:r w:rsidR="00855694" w:rsidRPr="009071AC">
        <w:t>effet de braves gens</w:t>
      </w:r>
      <w:r>
        <w:t xml:space="preserve">, </w:t>
      </w:r>
      <w:r w:rsidR="00855694" w:rsidRPr="009071AC">
        <w:t>proposez-leur un arrangement</w:t>
      </w:r>
      <w:r>
        <w:t xml:space="preserve">… </w:t>
      </w:r>
      <w:r w:rsidR="00855694" w:rsidRPr="009071AC">
        <w:t>S</w:t>
      </w:r>
      <w:r>
        <w:t>’</w:t>
      </w:r>
      <w:r w:rsidR="00855694" w:rsidRPr="009071AC">
        <w:t>ils l</w:t>
      </w:r>
      <w:r>
        <w:t>’</w:t>
      </w:r>
      <w:r w:rsidR="00855694" w:rsidRPr="009071AC">
        <w:t>acceptent</w:t>
      </w:r>
      <w:r>
        <w:t xml:space="preserve">, </w:t>
      </w:r>
      <w:r w:rsidR="00855694" w:rsidRPr="009071AC">
        <w:t>il faudra bien que leur créancier s</w:t>
      </w:r>
      <w:r>
        <w:t>’</w:t>
      </w:r>
      <w:r w:rsidR="00855694" w:rsidRPr="009071AC">
        <w:t>en contente</w:t>
      </w:r>
      <w:r>
        <w:t>. »</w:t>
      </w:r>
    </w:p>
    <w:p w14:paraId="5D792D80" w14:textId="77777777" w:rsidR="00F635DB" w:rsidRDefault="00F635DB" w:rsidP="00F635DB">
      <w:r>
        <w:t>— </w:t>
      </w:r>
      <w:r w:rsidR="00855694" w:rsidRPr="009071AC">
        <w:t>Et quel est cet arrangement</w:t>
      </w:r>
      <w:r>
        <w:t> ?</w:t>
      </w:r>
    </w:p>
    <w:p w14:paraId="25528C62" w14:textId="77777777" w:rsidR="00F635DB" w:rsidRDefault="00F635DB" w:rsidP="00F635DB">
      <w:r>
        <w:t>— </w:t>
      </w:r>
      <w:r w:rsidR="00855694" w:rsidRPr="009071AC">
        <w:t>Le voici</w:t>
      </w:r>
      <w:r>
        <w:t xml:space="preserve"> : </w:t>
      </w:r>
      <w:r w:rsidR="00855694" w:rsidRPr="009071AC">
        <w:t>Vous allez m</w:t>
      </w:r>
      <w:r>
        <w:t>’</w:t>
      </w:r>
      <w:r w:rsidR="00855694" w:rsidRPr="009071AC">
        <w:t>écrire sur une feuille de papier de 50 centimes une reconnaissance de la somme</w:t>
      </w:r>
      <w:r>
        <w:t xml:space="preserve">, </w:t>
      </w:r>
      <w:r w:rsidR="00855694" w:rsidRPr="009071AC">
        <w:t xml:space="preserve">avec </w:t>
      </w:r>
      <w:r w:rsidR="00855694" w:rsidRPr="009071AC">
        <w:lastRenderedPageBreak/>
        <w:t>engagement de verser tous les mois un à-compte et</w:t>
      </w:r>
      <w:r>
        <w:t xml:space="preserve">, </w:t>
      </w:r>
      <w:r w:rsidR="00855694" w:rsidRPr="009071AC">
        <w:t>en échange</w:t>
      </w:r>
      <w:r>
        <w:t xml:space="preserve">, </w:t>
      </w:r>
      <w:r w:rsidR="00855694" w:rsidRPr="009071AC">
        <w:t>je vous rendrai ce billet</w:t>
      </w:r>
      <w:r>
        <w:t>.</w:t>
      </w:r>
    </w:p>
    <w:p w14:paraId="387BECF4" w14:textId="77777777" w:rsidR="00F635DB" w:rsidRDefault="00855694" w:rsidP="00F635DB">
      <w:r w:rsidRPr="009071AC">
        <w:t>Les deux époux se consultèrent du regard</w:t>
      </w:r>
      <w:r w:rsidR="00F635DB">
        <w:t xml:space="preserve">, </w:t>
      </w:r>
      <w:r w:rsidRPr="009071AC">
        <w:t>et ce fut la femme qui dit</w:t>
      </w:r>
      <w:r w:rsidR="00F635DB">
        <w:t> :</w:t>
      </w:r>
    </w:p>
    <w:p w14:paraId="3D6B01F1" w14:textId="77777777" w:rsidR="00F635DB" w:rsidRDefault="00F635DB" w:rsidP="00F635DB">
      <w:r>
        <w:t>— </w:t>
      </w:r>
      <w:r w:rsidR="00855694" w:rsidRPr="009071AC">
        <w:t>Nous acceptons</w:t>
      </w:r>
      <w:r>
        <w:t>.</w:t>
      </w:r>
    </w:p>
    <w:p w14:paraId="36732778" w14:textId="77777777" w:rsidR="00F635DB" w:rsidRDefault="00855694" w:rsidP="00F635DB">
      <w:r w:rsidRPr="009071AC">
        <w:t>Mais il fallait une feuille de papier timbré</w:t>
      </w:r>
      <w:r w:rsidR="00F635DB">
        <w:t xml:space="preserve">, </w:t>
      </w:r>
      <w:r w:rsidRPr="009071AC">
        <w:t>et le soi-disant clerc d</w:t>
      </w:r>
      <w:r w:rsidR="00F635DB">
        <w:t>’</w:t>
      </w:r>
      <w:r w:rsidRPr="009071AC">
        <w:t>huissier n</w:t>
      </w:r>
      <w:r w:rsidR="00F635DB">
        <w:t>’</w:t>
      </w:r>
      <w:r w:rsidRPr="009071AC">
        <w:t>en avait pas</w:t>
      </w:r>
      <w:r w:rsidR="00F635DB">
        <w:t xml:space="preserve">. </w:t>
      </w:r>
      <w:r w:rsidRPr="009071AC">
        <w:t>Cette circonstance sembla le refroidir et on eût juré qu</w:t>
      </w:r>
      <w:r w:rsidR="00F635DB">
        <w:t>’</w:t>
      </w:r>
      <w:r w:rsidRPr="009071AC">
        <w:t>il regrettait la concession</w:t>
      </w:r>
      <w:r w:rsidR="00F635DB">
        <w:t>.</w:t>
      </w:r>
    </w:p>
    <w:p w14:paraId="651AFFE4" w14:textId="68314591" w:rsidR="00F635DB" w:rsidRDefault="00855694" w:rsidP="00F635DB">
      <w:r w:rsidRPr="009071AC">
        <w:t>Songeait-il donc à la retirer</w:t>
      </w:r>
      <w:r w:rsidR="00F635DB">
        <w:t> ? M</w:t>
      </w:r>
      <w:r w:rsidR="00F635DB" w:rsidRPr="00F635DB">
        <w:rPr>
          <w:vertAlign w:val="superscript"/>
        </w:rPr>
        <w:t>me</w:t>
      </w:r>
      <w:r w:rsidR="00F635DB">
        <w:t> </w:t>
      </w:r>
      <w:proofErr w:type="spellStart"/>
      <w:r w:rsidRPr="009071AC">
        <w:t>Vantrasson</w:t>
      </w:r>
      <w:proofErr w:type="spellEnd"/>
      <w:r w:rsidRPr="009071AC">
        <w:t xml:space="preserve"> en frémit</w:t>
      </w:r>
      <w:r w:rsidR="00F635DB">
        <w:t xml:space="preserve"> ; </w:t>
      </w:r>
      <w:r w:rsidRPr="009071AC">
        <w:t>aussi s</w:t>
      </w:r>
      <w:r w:rsidR="00F635DB">
        <w:t>’</w:t>
      </w:r>
      <w:r w:rsidRPr="009071AC">
        <w:t>adressant vivement à son mari</w:t>
      </w:r>
      <w:r w:rsidR="00F635DB">
        <w:t> :</w:t>
      </w:r>
    </w:p>
    <w:p w14:paraId="0C4FE2DC" w14:textId="77777777" w:rsidR="00F635DB" w:rsidRDefault="00F635DB" w:rsidP="00F635DB">
      <w:r>
        <w:t>— </w:t>
      </w:r>
      <w:r w:rsidR="00855694" w:rsidRPr="009071AC">
        <w:t>Cours vite rue de Lévis</w:t>
      </w:r>
      <w:r>
        <w:t xml:space="preserve">, </w:t>
      </w:r>
      <w:r w:rsidR="00855694" w:rsidRPr="009071AC">
        <w:t>lui dit-elle</w:t>
      </w:r>
      <w:r>
        <w:t xml:space="preserve">, </w:t>
      </w:r>
      <w:r w:rsidR="00855694" w:rsidRPr="009071AC">
        <w:t>au bureau de tabac</w:t>
      </w:r>
      <w:r>
        <w:t xml:space="preserve">, </w:t>
      </w:r>
      <w:r w:rsidR="00855694" w:rsidRPr="009071AC">
        <w:t>tu trouveras notre affaire</w:t>
      </w:r>
      <w:r>
        <w:t> !…</w:t>
      </w:r>
    </w:p>
    <w:p w14:paraId="03DE74C9" w14:textId="240D14C5" w:rsidR="00F635DB" w:rsidRDefault="00855694" w:rsidP="00F635DB">
      <w:r w:rsidRPr="009071AC">
        <w:t xml:space="preserve">Il sortit de son pas pesant et </w:t>
      </w:r>
      <w:r w:rsidR="00F635DB">
        <w:t>M. </w:t>
      </w:r>
      <w:r w:rsidRPr="009071AC">
        <w:t>Fortunat respira</w:t>
      </w:r>
      <w:r w:rsidR="00F635DB">
        <w:t>.</w:t>
      </w:r>
    </w:p>
    <w:p w14:paraId="2352D867" w14:textId="77777777" w:rsidR="00F635DB" w:rsidRDefault="00855694" w:rsidP="00F635DB">
      <w:r w:rsidRPr="009071AC">
        <w:t>Certes</w:t>
      </w:r>
      <w:r w:rsidR="00F635DB">
        <w:t xml:space="preserve">, </w:t>
      </w:r>
      <w:r w:rsidRPr="009071AC">
        <w:t>il avait montré un joli sang-froid durant cette scène</w:t>
      </w:r>
      <w:r w:rsidR="00F635DB">
        <w:t xml:space="preserve">, </w:t>
      </w:r>
      <w:r w:rsidRPr="009071AC">
        <w:t xml:space="preserve">mais il lui avait semblé voir </w:t>
      </w:r>
      <w:proofErr w:type="spellStart"/>
      <w:r w:rsidRPr="009071AC">
        <w:t>Vantrasson</w:t>
      </w:r>
      <w:proofErr w:type="spellEnd"/>
      <w:r w:rsidRPr="009071AC">
        <w:t xml:space="preserve"> se précipiter sur lui</w:t>
      </w:r>
      <w:r w:rsidR="00F635DB">
        <w:t xml:space="preserve">, </w:t>
      </w:r>
      <w:r w:rsidRPr="009071AC">
        <w:t>le broyer entre ses mains larges comme des éclanches de mouton</w:t>
      </w:r>
      <w:r w:rsidR="00F635DB">
        <w:t xml:space="preserve">, </w:t>
      </w:r>
      <w:r w:rsidRPr="009071AC">
        <w:t>s</w:t>
      </w:r>
      <w:r w:rsidR="00F635DB">
        <w:t>’</w:t>
      </w:r>
      <w:r w:rsidRPr="009071AC">
        <w:t>emparer du billet</w:t>
      </w:r>
      <w:r w:rsidR="00F635DB">
        <w:t xml:space="preserve">, </w:t>
      </w:r>
      <w:r w:rsidRPr="009071AC">
        <w:t>le brûler et le jeter sur la chaussée</w:t>
      </w:r>
      <w:r w:rsidR="00F635DB">
        <w:t xml:space="preserve">, </w:t>
      </w:r>
      <w:r w:rsidRPr="009071AC">
        <w:t>lui Fortunat</w:t>
      </w:r>
      <w:r w:rsidR="00F635DB">
        <w:t xml:space="preserve">, </w:t>
      </w:r>
      <w:r w:rsidRPr="009071AC">
        <w:t>inerte et aux trois quarts mort</w:t>
      </w:r>
      <w:r w:rsidR="00F635DB">
        <w:t>.</w:t>
      </w:r>
    </w:p>
    <w:p w14:paraId="2F4D50FC" w14:textId="1E79808C" w:rsidR="00F635DB" w:rsidRDefault="00855694" w:rsidP="00F635DB">
      <w:r w:rsidRPr="009071AC">
        <w:t>Mais maintenant le danger était passé</w:t>
      </w:r>
      <w:r w:rsidR="00F635DB">
        <w:t xml:space="preserve">, </w:t>
      </w:r>
      <w:r w:rsidRPr="009071AC">
        <w:t xml:space="preserve">et même </w:t>
      </w:r>
      <w:r w:rsidR="00F635DB">
        <w:t>M</w:t>
      </w:r>
      <w:r w:rsidR="00F635DB" w:rsidRPr="00F635DB">
        <w:rPr>
          <w:vertAlign w:val="superscript"/>
        </w:rPr>
        <w:t>me</w:t>
      </w:r>
      <w:r w:rsidR="00F635DB">
        <w:t> </w:t>
      </w:r>
      <w:proofErr w:type="spellStart"/>
      <w:r w:rsidRPr="009071AC">
        <w:t>Vantrasson</w:t>
      </w:r>
      <w:proofErr w:type="spellEnd"/>
      <w:r w:rsidR="00F635DB">
        <w:t xml:space="preserve">, </w:t>
      </w:r>
      <w:r w:rsidRPr="009071AC">
        <w:t>qui craignait qu</w:t>
      </w:r>
      <w:r w:rsidR="00F635DB">
        <w:t>’</w:t>
      </w:r>
      <w:r w:rsidRPr="009071AC">
        <w:t>il ne trouvât le temps long</w:t>
      </w:r>
      <w:r w:rsidR="00F635DB">
        <w:t xml:space="preserve">, </w:t>
      </w:r>
      <w:r w:rsidRPr="009071AC">
        <w:t>s</w:t>
      </w:r>
      <w:r w:rsidR="00F635DB">
        <w:t>’</w:t>
      </w:r>
      <w:r w:rsidRPr="009071AC">
        <w:t>empressait autour de lui</w:t>
      </w:r>
      <w:r w:rsidR="00F635DB">
        <w:t>.</w:t>
      </w:r>
    </w:p>
    <w:p w14:paraId="66379027" w14:textId="77777777" w:rsidR="00F635DB" w:rsidRDefault="00855694" w:rsidP="00F635DB">
      <w:r w:rsidRPr="009071AC">
        <w:t>Elle lui avait avancé la chaise la plus intacte du taudis</w:t>
      </w:r>
      <w:r w:rsidR="00F635DB">
        <w:t xml:space="preserve">, </w:t>
      </w:r>
      <w:r w:rsidRPr="009071AC">
        <w:t>elle voulait absolument qu</w:t>
      </w:r>
      <w:r w:rsidR="00F635DB">
        <w:t>’</w:t>
      </w:r>
      <w:r w:rsidRPr="009071AC">
        <w:t>il acceptât quelque chose</w:t>
      </w:r>
      <w:r w:rsidR="00F635DB">
        <w:t xml:space="preserve">, </w:t>
      </w:r>
      <w:r w:rsidRPr="009071AC">
        <w:t>un petit verre de doux</w:t>
      </w:r>
      <w:r w:rsidR="00F635DB">
        <w:t xml:space="preserve">, </w:t>
      </w:r>
      <w:r w:rsidRPr="009071AC">
        <w:t>à tout le moins</w:t>
      </w:r>
      <w:r w:rsidR="00F635DB">
        <w:t>.</w:t>
      </w:r>
    </w:p>
    <w:p w14:paraId="73415E33" w14:textId="77777777" w:rsidR="00F635DB" w:rsidRDefault="00855694" w:rsidP="00F635DB">
      <w:r w:rsidRPr="009071AC">
        <w:t>Et tout en cherchant parmi les bouteilles</w:t>
      </w:r>
      <w:r w:rsidR="00F635DB">
        <w:t xml:space="preserve">, </w:t>
      </w:r>
      <w:r w:rsidRPr="009071AC">
        <w:t>elle le remerciait et geignait alternativement</w:t>
      </w:r>
      <w:r w:rsidR="00F635DB">
        <w:t xml:space="preserve">, </w:t>
      </w:r>
      <w:r w:rsidRPr="009071AC">
        <w:t>disant qu</w:t>
      </w:r>
      <w:r w:rsidR="00F635DB">
        <w:t>’</w:t>
      </w:r>
      <w:r w:rsidRPr="009071AC">
        <w:t>elle était bien à plaindre</w:t>
      </w:r>
      <w:r w:rsidR="00F635DB">
        <w:t xml:space="preserve">, </w:t>
      </w:r>
      <w:r w:rsidRPr="009071AC">
        <w:t>ayant connu des jours meilleurs</w:t>
      </w:r>
      <w:r w:rsidR="00F635DB">
        <w:t xml:space="preserve">, </w:t>
      </w:r>
      <w:r w:rsidRPr="009071AC">
        <w:t>mais qu</w:t>
      </w:r>
      <w:r w:rsidR="00F635DB">
        <w:t>’</w:t>
      </w:r>
      <w:r w:rsidRPr="009071AC">
        <w:t xml:space="preserve">il y avait </w:t>
      </w:r>
      <w:r w:rsidRPr="009071AC">
        <w:lastRenderedPageBreak/>
        <w:t>comme un sort sur elle depuis son mariage</w:t>
      </w:r>
      <w:r w:rsidR="00F635DB">
        <w:t xml:space="preserve">, </w:t>
      </w:r>
      <w:r w:rsidRPr="009071AC">
        <w:t>et que jamais elle n</w:t>
      </w:r>
      <w:r w:rsidR="00F635DB">
        <w:t>’</w:t>
      </w:r>
      <w:r w:rsidRPr="009071AC">
        <w:t>eût pu soupçonner qu</w:t>
      </w:r>
      <w:r w:rsidR="00F635DB">
        <w:t>’</w:t>
      </w:r>
      <w:r w:rsidRPr="009071AC">
        <w:t xml:space="preserve">elle finirait par tant de misères au temps où elle était si heureuse chez le comte de </w:t>
      </w:r>
      <w:proofErr w:type="spellStart"/>
      <w:r w:rsidRPr="009071AC">
        <w:t>Chalusse</w:t>
      </w:r>
      <w:proofErr w:type="spellEnd"/>
      <w:r w:rsidR="00F635DB">
        <w:t>.</w:t>
      </w:r>
    </w:p>
    <w:p w14:paraId="62B3D0F5" w14:textId="227919EE" w:rsidR="00F635DB" w:rsidRDefault="00F635DB" w:rsidP="00F635DB">
      <w:r>
        <w:t>M. </w:t>
      </w:r>
      <w:r w:rsidR="00855694" w:rsidRPr="009071AC">
        <w:t>Fortunat écoutait</w:t>
      </w:r>
      <w:r>
        <w:t xml:space="preserve">, </w:t>
      </w:r>
      <w:r w:rsidR="00855694" w:rsidRPr="009071AC">
        <w:t>voilant sous un air d</w:t>
      </w:r>
      <w:r>
        <w:t>’</w:t>
      </w:r>
      <w:r w:rsidR="00855694" w:rsidRPr="009071AC">
        <w:t>intérêt admirablement joué la satisfaction profonde qu</w:t>
      </w:r>
      <w:r>
        <w:t>’</w:t>
      </w:r>
      <w:r w:rsidR="00855694" w:rsidRPr="009071AC">
        <w:t>il ressentait</w:t>
      </w:r>
      <w:r>
        <w:t xml:space="preserve">. </w:t>
      </w:r>
      <w:r w:rsidR="00855694" w:rsidRPr="009071AC">
        <w:t>Venu sans plan bien arrêté</w:t>
      </w:r>
      <w:r>
        <w:t xml:space="preserve">, </w:t>
      </w:r>
      <w:r w:rsidR="00855694" w:rsidRPr="009071AC">
        <w:t>les événements l</w:t>
      </w:r>
      <w:r>
        <w:t>’</w:t>
      </w:r>
      <w:r w:rsidR="00855694" w:rsidRPr="009071AC">
        <w:t>avaient servi mille fois mieux qu</w:t>
      </w:r>
      <w:r>
        <w:t>’</w:t>
      </w:r>
      <w:r w:rsidR="00855694" w:rsidRPr="009071AC">
        <w:t>il ne pouvait raisonnablement l</w:t>
      </w:r>
      <w:r>
        <w:t>’</w:t>
      </w:r>
      <w:r w:rsidR="00855694" w:rsidRPr="009071AC">
        <w:t>espérer</w:t>
      </w:r>
      <w:r>
        <w:t>.</w:t>
      </w:r>
    </w:p>
    <w:p w14:paraId="4A354EA5" w14:textId="77777777" w:rsidR="00F635DB" w:rsidRDefault="00855694" w:rsidP="00F635DB">
      <w:r w:rsidRPr="009071AC">
        <w:t>Il conservait un moyen d</w:t>
      </w:r>
      <w:r w:rsidR="00F635DB">
        <w:t>’</w:t>
      </w:r>
      <w:r w:rsidRPr="009071AC">
        <w:t xml:space="preserve">action sur les époux </w:t>
      </w:r>
      <w:proofErr w:type="spellStart"/>
      <w:r w:rsidRPr="009071AC">
        <w:t>Vantrasson</w:t>
      </w:r>
      <w:proofErr w:type="spellEnd"/>
      <w:r w:rsidR="00F635DB">
        <w:t xml:space="preserve">, </w:t>
      </w:r>
      <w:r w:rsidRPr="009071AC">
        <w:t>il avait capté leur confiance</w:t>
      </w:r>
      <w:r w:rsidR="00F635DB">
        <w:t xml:space="preserve"> ; </w:t>
      </w:r>
      <w:r w:rsidRPr="009071AC">
        <w:t>il venait d</w:t>
      </w:r>
      <w:r w:rsidR="00F635DB">
        <w:t>’</w:t>
      </w:r>
      <w:r w:rsidRPr="009071AC">
        <w:t>obtenir adroitement un tête-à-tête avec la femme</w:t>
      </w:r>
      <w:r w:rsidR="00F635DB">
        <w:t xml:space="preserve">, </w:t>
      </w:r>
      <w:r w:rsidRPr="009071AC">
        <w:t>et pour comble</w:t>
      </w:r>
      <w:r w:rsidR="00F635DB">
        <w:t xml:space="preserve">, </w:t>
      </w:r>
      <w:r w:rsidRPr="009071AC">
        <w:t>cette femme venait d</w:t>
      </w:r>
      <w:r w:rsidR="00F635DB">
        <w:t>’</w:t>
      </w:r>
      <w:r w:rsidRPr="009071AC">
        <w:t>elle-même et tout naturellement au-devant des questions qu</w:t>
      </w:r>
      <w:r w:rsidR="00F635DB">
        <w:t>’</w:t>
      </w:r>
      <w:r w:rsidRPr="009071AC">
        <w:t>il se proposait de lui adresser</w:t>
      </w:r>
      <w:r w:rsidR="00F635DB">
        <w:t>.</w:t>
      </w:r>
    </w:p>
    <w:p w14:paraId="5D07C455" w14:textId="77777777" w:rsidR="00F635DB" w:rsidRDefault="00F635DB" w:rsidP="00F635DB">
      <w:r>
        <w:t>— </w:t>
      </w:r>
      <w:r w:rsidR="00855694" w:rsidRPr="009071AC">
        <w:t>Ah</w:t>
      </w:r>
      <w:r>
        <w:t xml:space="preserve"> !… </w:t>
      </w:r>
      <w:r w:rsidR="00855694" w:rsidRPr="009071AC">
        <w:t xml:space="preserve">que ne suis-je encore au service du comte de </w:t>
      </w:r>
      <w:proofErr w:type="spellStart"/>
      <w:r w:rsidR="00855694" w:rsidRPr="009071AC">
        <w:t>Chalusse</w:t>
      </w:r>
      <w:proofErr w:type="spellEnd"/>
      <w:r>
        <w:t xml:space="preserve"> ! </w:t>
      </w:r>
      <w:r w:rsidR="00855694" w:rsidRPr="009071AC">
        <w:t>disait-elle</w:t>
      </w:r>
      <w:r>
        <w:t xml:space="preserve">… </w:t>
      </w:r>
      <w:r w:rsidR="00855694" w:rsidRPr="009071AC">
        <w:t>Six cents francs de gages</w:t>
      </w:r>
      <w:r>
        <w:t xml:space="preserve">, </w:t>
      </w:r>
      <w:r w:rsidR="00855694" w:rsidRPr="009071AC">
        <w:t>autant en cadeaux</w:t>
      </w:r>
      <w:r>
        <w:t xml:space="preserve">, </w:t>
      </w:r>
      <w:r w:rsidR="00855694" w:rsidRPr="009071AC">
        <w:t>le double en profits</w:t>
      </w:r>
      <w:r>
        <w:t xml:space="preserve"> !… </w:t>
      </w:r>
      <w:r w:rsidR="00855694" w:rsidRPr="009071AC">
        <w:t>C</w:t>
      </w:r>
      <w:r>
        <w:t>’</w:t>
      </w:r>
      <w:r w:rsidR="00855694" w:rsidRPr="009071AC">
        <w:t>était le bon temps</w:t>
      </w:r>
      <w:r>
        <w:t xml:space="preserve"> ! </w:t>
      </w:r>
      <w:r w:rsidR="00855694" w:rsidRPr="009071AC">
        <w:t>Mais voilà</w:t>
      </w:r>
      <w:r>
        <w:t xml:space="preserve"> !… </w:t>
      </w:r>
      <w:r w:rsidR="00855694" w:rsidRPr="009071AC">
        <w:t>On n</w:t>
      </w:r>
      <w:r>
        <w:t>’</w:t>
      </w:r>
      <w:r w:rsidR="00855694" w:rsidRPr="009071AC">
        <w:t>est jamais content de son sort</w:t>
      </w:r>
      <w:r>
        <w:t xml:space="preserve">. </w:t>
      </w:r>
      <w:r w:rsidR="00855694" w:rsidRPr="009071AC">
        <w:t>Et ensuite</w:t>
      </w:r>
      <w:r>
        <w:t xml:space="preserve">, </w:t>
      </w:r>
      <w:r w:rsidR="00855694" w:rsidRPr="009071AC">
        <w:t>dame</w:t>
      </w:r>
      <w:r>
        <w:t xml:space="preserve">, </w:t>
      </w:r>
      <w:r w:rsidR="00855694" w:rsidRPr="009071AC">
        <w:t>on a un cœur</w:t>
      </w:r>
      <w:r>
        <w:t>…</w:t>
      </w:r>
    </w:p>
    <w:p w14:paraId="47758D9D" w14:textId="77777777" w:rsidR="00F635DB" w:rsidRDefault="00855694" w:rsidP="00F635DB">
      <w:r w:rsidRPr="009071AC">
        <w:t>Elle n</w:t>
      </w:r>
      <w:r w:rsidR="00F635DB">
        <w:t>’</w:t>
      </w:r>
      <w:r w:rsidRPr="009071AC">
        <w:t xml:space="preserve">avait pu trouver ce </w:t>
      </w:r>
      <w:r w:rsidR="00F635DB">
        <w:t>« </w:t>
      </w:r>
      <w:r w:rsidRPr="009071AC">
        <w:t>quelque chose de doux</w:t>
      </w:r>
      <w:r w:rsidR="00F635DB">
        <w:t> »</w:t>
      </w:r>
      <w:r w:rsidRPr="009071AC">
        <w:t xml:space="preserve"> qu</w:t>
      </w:r>
      <w:r w:rsidR="00F635DB">
        <w:t>’</w:t>
      </w:r>
      <w:r w:rsidRPr="009071AC">
        <w:t>elle avait offert à son hôte</w:t>
      </w:r>
      <w:r w:rsidR="00F635DB">
        <w:t xml:space="preserve">, </w:t>
      </w:r>
      <w:r w:rsidRPr="009071AC">
        <w:t>elle le remplaça par un mélange de cassis et d</w:t>
      </w:r>
      <w:r w:rsidR="00F635DB">
        <w:t>’</w:t>
      </w:r>
      <w:r w:rsidRPr="009071AC">
        <w:t>eau-de-vie</w:t>
      </w:r>
      <w:r w:rsidR="00F635DB">
        <w:t xml:space="preserve">, </w:t>
      </w:r>
      <w:r w:rsidRPr="009071AC">
        <w:t>dont elle emplit plus qu</w:t>
      </w:r>
      <w:r w:rsidR="00F635DB">
        <w:t>’</w:t>
      </w:r>
      <w:r w:rsidRPr="009071AC">
        <w:t>à demi deux grands verres qu</w:t>
      </w:r>
      <w:r w:rsidR="00F635DB">
        <w:t>’</w:t>
      </w:r>
      <w:r w:rsidRPr="009071AC">
        <w:t>elle posa sur le comptoir</w:t>
      </w:r>
      <w:r w:rsidR="00F635DB">
        <w:t>.</w:t>
      </w:r>
    </w:p>
    <w:p w14:paraId="7371CA69" w14:textId="77777777" w:rsidR="00F635DB" w:rsidRDefault="00F635DB" w:rsidP="00F635DB">
      <w:r>
        <w:t>— </w:t>
      </w:r>
      <w:r w:rsidR="00855694" w:rsidRPr="009071AC">
        <w:t>Un soir</w:t>
      </w:r>
      <w:r>
        <w:t xml:space="preserve">, </w:t>
      </w:r>
      <w:r w:rsidR="00855694" w:rsidRPr="009071AC">
        <w:t>pour mon malheur</w:t>
      </w:r>
      <w:r>
        <w:t xml:space="preserve">, </w:t>
      </w:r>
      <w:r w:rsidR="00855694" w:rsidRPr="009071AC">
        <w:t>continuait-elle</w:t>
      </w:r>
      <w:r>
        <w:t xml:space="preserve">, </w:t>
      </w:r>
      <w:r w:rsidR="00855694" w:rsidRPr="009071AC">
        <w:t xml:space="preserve">je rencontrai </w:t>
      </w:r>
      <w:proofErr w:type="spellStart"/>
      <w:r w:rsidR="00855694" w:rsidRPr="009071AC">
        <w:t>Vantrasson</w:t>
      </w:r>
      <w:proofErr w:type="spellEnd"/>
      <w:r w:rsidR="00855694" w:rsidRPr="009071AC">
        <w:t xml:space="preserve"> au bal de la Redoute</w:t>
      </w:r>
      <w:r>
        <w:t xml:space="preserve">… </w:t>
      </w:r>
      <w:r w:rsidR="00855694" w:rsidRPr="009071AC">
        <w:t>C</w:t>
      </w:r>
      <w:r>
        <w:t>’</w:t>
      </w:r>
      <w:r w:rsidR="00855694" w:rsidRPr="009071AC">
        <w:t>était un 13</w:t>
      </w:r>
      <w:r>
        <w:t xml:space="preserve">, </w:t>
      </w:r>
      <w:r w:rsidR="00855694" w:rsidRPr="009071AC">
        <w:t>j</w:t>
      </w:r>
      <w:r>
        <w:t>’</w:t>
      </w:r>
      <w:r w:rsidR="00855694" w:rsidRPr="009071AC">
        <w:t>aurais dû me défier</w:t>
      </w:r>
      <w:r>
        <w:t xml:space="preserve"> !… </w:t>
      </w:r>
      <w:r w:rsidR="00855694" w:rsidRPr="009071AC">
        <w:t>mais non</w:t>
      </w:r>
      <w:r>
        <w:t xml:space="preserve">, </w:t>
      </w:r>
      <w:r w:rsidR="00855694" w:rsidRPr="009071AC">
        <w:t>pas moyen</w:t>
      </w:r>
      <w:r>
        <w:t xml:space="preserve"> !… </w:t>
      </w:r>
      <w:r w:rsidR="00855694" w:rsidRPr="009071AC">
        <w:t>Ah</w:t>
      </w:r>
      <w:r>
        <w:t xml:space="preserve"> !… </w:t>
      </w:r>
      <w:r w:rsidR="00855694" w:rsidRPr="009071AC">
        <w:t>c</w:t>
      </w:r>
      <w:r>
        <w:t>’</w:t>
      </w:r>
      <w:r w:rsidR="00855694" w:rsidRPr="009071AC">
        <w:t>est qu</w:t>
      </w:r>
      <w:r>
        <w:t>’</w:t>
      </w:r>
      <w:r w:rsidR="00855694" w:rsidRPr="009071AC">
        <w:t>il fallait le voir</w:t>
      </w:r>
      <w:r>
        <w:t xml:space="preserve">, </w:t>
      </w:r>
      <w:r w:rsidR="00855694" w:rsidRPr="009071AC">
        <w:t>à l</w:t>
      </w:r>
      <w:r>
        <w:t>’</w:t>
      </w:r>
      <w:r w:rsidR="00855694" w:rsidRPr="009071AC">
        <w:t>époque</w:t>
      </w:r>
      <w:r>
        <w:t xml:space="preserve">, </w:t>
      </w:r>
      <w:r w:rsidR="00855694" w:rsidRPr="009071AC">
        <w:t>en grand uniforme</w:t>
      </w:r>
      <w:r>
        <w:t xml:space="preserve">. </w:t>
      </w:r>
      <w:r w:rsidR="00855694" w:rsidRPr="009071AC">
        <w:t>Il était dans les gardes de Paris</w:t>
      </w:r>
      <w:r>
        <w:t xml:space="preserve">, </w:t>
      </w:r>
      <w:r w:rsidR="00855694" w:rsidRPr="009071AC">
        <w:t>toutes les femmes en étaient folles</w:t>
      </w:r>
      <w:r>
        <w:t xml:space="preserve">… </w:t>
      </w:r>
      <w:r w:rsidR="00855694" w:rsidRPr="009071AC">
        <w:t>La tête me tourna</w:t>
      </w:r>
      <w:r>
        <w:t>…</w:t>
      </w:r>
    </w:p>
    <w:p w14:paraId="1090C043" w14:textId="77777777" w:rsidR="00F635DB" w:rsidRDefault="00855694" w:rsidP="00F635DB">
      <w:r w:rsidRPr="009071AC">
        <w:t>Et son accent</w:t>
      </w:r>
      <w:r w:rsidR="00F635DB">
        <w:t xml:space="preserve">, </w:t>
      </w:r>
      <w:r w:rsidRPr="009071AC">
        <w:t>son geste</w:t>
      </w:r>
      <w:r w:rsidR="00F635DB">
        <w:t xml:space="preserve">, </w:t>
      </w:r>
      <w:r w:rsidRPr="009071AC">
        <w:t>le pincement de ses lèvres plates trahissaient d</w:t>
      </w:r>
      <w:r w:rsidR="00F635DB">
        <w:t>’</w:t>
      </w:r>
      <w:r w:rsidRPr="009071AC">
        <w:t>amères déceptions et de stériles regrets</w:t>
      </w:r>
      <w:r w:rsidR="00F635DB">
        <w:t>.</w:t>
      </w:r>
    </w:p>
    <w:p w14:paraId="7109166C" w14:textId="77777777" w:rsidR="00F635DB" w:rsidRDefault="00F635DB" w:rsidP="00F635DB">
      <w:r>
        <w:lastRenderedPageBreak/>
        <w:t>— </w:t>
      </w:r>
      <w:r w:rsidR="00855694" w:rsidRPr="009071AC">
        <w:t>Ah</w:t>
      </w:r>
      <w:r>
        <w:t xml:space="preserve"> ! </w:t>
      </w:r>
      <w:r w:rsidR="00855694" w:rsidRPr="009071AC">
        <w:t>ces beaux hommes</w:t>
      </w:r>
      <w:r>
        <w:t xml:space="preserve"> !… </w:t>
      </w:r>
      <w:r w:rsidR="00855694" w:rsidRPr="009071AC">
        <w:t>poursuivit-elle</w:t>
      </w:r>
      <w:r>
        <w:t xml:space="preserve">, </w:t>
      </w:r>
      <w:r w:rsidR="00855694" w:rsidRPr="009071AC">
        <w:t>ne m</w:t>
      </w:r>
      <w:r>
        <w:t>’</w:t>
      </w:r>
      <w:r w:rsidR="00855694" w:rsidRPr="009071AC">
        <w:t>en parlez pas</w:t>
      </w:r>
      <w:r>
        <w:t xml:space="preserve">… </w:t>
      </w:r>
      <w:r w:rsidR="00855694" w:rsidRPr="009071AC">
        <w:t>Celui-là avait flairé mes économies</w:t>
      </w:r>
      <w:r>
        <w:t xml:space="preserve">. </w:t>
      </w:r>
      <w:r w:rsidR="00855694" w:rsidRPr="009071AC">
        <w:t>J</w:t>
      </w:r>
      <w:r>
        <w:t>’</w:t>
      </w:r>
      <w:r w:rsidR="00855694" w:rsidRPr="009071AC">
        <w:t>avais dix-neuf mille francs</w:t>
      </w:r>
      <w:r>
        <w:t xml:space="preserve"> ; </w:t>
      </w:r>
      <w:r w:rsidR="00855694" w:rsidRPr="009071AC">
        <w:t>il me proposa de devenir sa femme</w:t>
      </w:r>
      <w:r>
        <w:t xml:space="preserve">, </w:t>
      </w:r>
      <w:r w:rsidR="00855694" w:rsidRPr="009071AC">
        <w:t>et moi</w:t>
      </w:r>
      <w:r>
        <w:t xml:space="preserve">, </w:t>
      </w:r>
      <w:r w:rsidR="00855694" w:rsidRPr="009071AC">
        <w:t>bête</w:t>
      </w:r>
      <w:r>
        <w:t xml:space="preserve">, </w:t>
      </w:r>
      <w:r w:rsidR="00855694" w:rsidRPr="009071AC">
        <w:t>j</w:t>
      </w:r>
      <w:r>
        <w:t>’</w:t>
      </w:r>
      <w:r w:rsidR="00855694" w:rsidRPr="009071AC">
        <w:t>acceptai</w:t>
      </w:r>
      <w:r>
        <w:t xml:space="preserve">… </w:t>
      </w:r>
      <w:r w:rsidR="00855694" w:rsidRPr="009071AC">
        <w:t>Oui</w:t>
      </w:r>
      <w:r>
        <w:t xml:space="preserve">, </w:t>
      </w:r>
      <w:r w:rsidR="00855694" w:rsidRPr="009071AC">
        <w:t>bête</w:t>
      </w:r>
      <w:r>
        <w:t xml:space="preserve">, </w:t>
      </w:r>
      <w:r w:rsidR="00855694" w:rsidRPr="009071AC">
        <w:t>car j</w:t>
      </w:r>
      <w:r>
        <w:t>’</w:t>
      </w:r>
      <w:r w:rsidR="00855694" w:rsidRPr="009071AC">
        <w:t>avais quarante ans et lui trente</w:t>
      </w:r>
      <w:r>
        <w:t xml:space="preserve">, </w:t>
      </w:r>
      <w:r w:rsidR="00855694" w:rsidRPr="009071AC">
        <w:t>et j</w:t>
      </w:r>
      <w:r>
        <w:t>’</w:t>
      </w:r>
      <w:r w:rsidR="00855694" w:rsidRPr="009071AC">
        <w:t>aurais dû comprendre que c</w:t>
      </w:r>
      <w:r>
        <w:t>’</w:t>
      </w:r>
      <w:r w:rsidR="00855694" w:rsidRPr="009071AC">
        <w:t>était à mon argent qu</w:t>
      </w:r>
      <w:r>
        <w:t>’</w:t>
      </w:r>
      <w:r w:rsidR="00855694" w:rsidRPr="009071AC">
        <w:t>il en voulait</w:t>
      </w:r>
      <w:r>
        <w:t xml:space="preserve">, </w:t>
      </w:r>
      <w:r w:rsidR="00855694" w:rsidRPr="009071AC">
        <w:t>et non à ma personne</w:t>
      </w:r>
      <w:r>
        <w:t xml:space="preserve">… </w:t>
      </w:r>
      <w:r w:rsidR="00855694" w:rsidRPr="009071AC">
        <w:t>Enfin je quittai ma place</w:t>
      </w:r>
      <w:r>
        <w:t xml:space="preserve">, </w:t>
      </w:r>
      <w:r w:rsidR="00855694" w:rsidRPr="009071AC">
        <w:t>et même je lui payai un remplaçant pour l</w:t>
      </w:r>
      <w:r>
        <w:t>’</w:t>
      </w:r>
      <w:r w:rsidR="00855694" w:rsidRPr="009071AC">
        <w:t>avoir tout à moi</w:t>
      </w:r>
      <w:r>
        <w:t>.</w:t>
      </w:r>
    </w:p>
    <w:p w14:paraId="29F22959" w14:textId="77777777" w:rsidR="00F635DB" w:rsidRDefault="00855694" w:rsidP="00F635DB">
      <w:r w:rsidRPr="009071AC">
        <w:t>Elle se montait peu à peu</w:t>
      </w:r>
      <w:r w:rsidR="00F635DB">
        <w:t xml:space="preserve">, </w:t>
      </w:r>
      <w:r w:rsidRPr="009071AC">
        <w:t>en se rappelant sa confiance et sa crédulité passées</w:t>
      </w:r>
      <w:r w:rsidR="00F635DB">
        <w:t xml:space="preserve">, </w:t>
      </w:r>
      <w:r w:rsidRPr="009071AC">
        <w:t>et d</w:t>
      </w:r>
      <w:r w:rsidR="00F635DB">
        <w:t>’</w:t>
      </w:r>
      <w:r w:rsidRPr="009071AC">
        <w:t>un geste tragique</w:t>
      </w:r>
      <w:r w:rsidR="00F635DB">
        <w:t xml:space="preserve">, </w:t>
      </w:r>
      <w:r w:rsidRPr="009071AC">
        <w:t>comme si elle eût espéré écarter des souvenirs trop cruels</w:t>
      </w:r>
      <w:r w:rsidR="00F635DB">
        <w:t xml:space="preserve">, </w:t>
      </w:r>
      <w:r w:rsidRPr="009071AC">
        <w:t>elle saisit son verre et le vida d</w:t>
      </w:r>
      <w:r w:rsidR="00F635DB">
        <w:t>’</w:t>
      </w:r>
      <w:r w:rsidRPr="009071AC">
        <w:t>un trait</w:t>
      </w:r>
      <w:r w:rsidR="00F635DB">
        <w:t xml:space="preserve">, </w:t>
      </w:r>
      <w:r w:rsidRPr="009071AC">
        <w:t>non sans avoir dit préalablement à son hôte</w:t>
      </w:r>
      <w:r w:rsidR="00F635DB">
        <w:t> :</w:t>
      </w:r>
    </w:p>
    <w:p w14:paraId="23EA787F" w14:textId="77777777" w:rsidR="00F635DB" w:rsidRDefault="00F635DB" w:rsidP="00F635DB">
      <w:r>
        <w:t>— </w:t>
      </w:r>
      <w:r w:rsidR="00855694" w:rsidRPr="009071AC">
        <w:t>À la vôtre</w:t>
      </w:r>
      <w:r>
        <w:t> !…</w:t>
      </w:r>
    </w:p>
    <w:p w14:paraId="03E37FC4" w14:textId="77777777" w:rsidR="00F635DB" w:rsidRDefault="00855694" w:rsidP="00F635DB">
      <w:r w:rsidRPr="009071AC">
        <w:t>Chupin qui n</w:t>
      </w:r>
      <w:r w:rsidR="00F635DB">
        <w:t>’</w:t>
      </w:r>
      <w:r w:rsidRPr="009071AC">
        <w:t xml:space="preserve">avait pas quitté la devanture du </w:t>
      </w:r>
      <w:r w:rsidR="00F635DB">
        <w:t>« </w:t>
      </w:r>
      <w:r w:rsidRPr="009071AC">
        <w:t>Garni modèle</w:t>
      </w:r>
      <w:r w:rsidR="00F635DB">
        <w:t>, »</w:t>
      </w:r>
      <w:r w:rsidRPr="009071AC">
        <w:t xml:space="preserve"> sentit en lui un tressaillement d</w:t>
      </w:r>
      <w:r w:rsidR="00F635DB">
        <w:t>’</w:t>
      </w:r>
      <w:r w:rsidRPr="009071AC">
        <w:t>envie</w:t>
      </w:r>
      <w:r w:rsidR="00F635DB">
        <w:t xml:space="preserve">, </w:t>
      </w:r>
      <w:r w:rsidRPr="009071AC">
        <w:t>et sa langue gourmande erra sur ses lèvres</w:t>
      </w:r>
      <w:r w:rsidR="00F635DB">
        <w:t>.</w:t>
      </w:r>
    </w:p>
    <w:p w14:paraId="7E1DC79E" w14:textId="77777777" w:rsidR="00F635DB" w:rsidRDefault="00F635DB" w:rsidP="00F635DB">
      <w:r>
        <w:t>— </w:t>
      </w:r>
      <w:r w:rsidR="00855694" w:rsidRPr="009071AC">
        <w:t xml:space="preserve">Un </w:t>
      </w:r>
      <w:r>
        <w:t>« </w:t>
      </w:r>
      <w:r w:rsidR="00855694" w:rsidRPr="009071AC">
        <w:t>mêlé cassis</w:t>
      </w:r>
      <w:r>
        <w:t> ! »</w:t>
      </w:r>
      <w:r w:rsidR="00855694" w:rsidRPr="009071AC">
        <w:t xml:space="preserve"> grommela-t-il</w:t>
      </w:r>
      <w:r>
        <w:t xml:space="preserve">. </w:t>
      </w:r>
      <w:r w:rsidR="00855694" w:rsidRPr="009071AC">
        <w:t>Ce ne serait pas de refus</w:t>
      </w:r>
      <w:r>
        <w:t>…</w:t>
      </w:r>
    </w:p>
    <w:p w14:paraId="62968785" w14:textId="0C4D498D" w:rsidR="00F635DB" w:rsidRDefault="00855694" w:rsidP="00F635DB">
      <w:r w:rsidRPr="009071AC">
        <w:t xml:space="preserve">Cette combinaison de choix avait un peu remis le cœur de </w:t>
      </w:r>
      <w:r w:rsidR="00F635DB">
        <w:t>M</w:t>
      </w:r>
      <w:r w:rsidR="00F635DB" w:rsidRPr="00F635DB">
        <w:rPr>
          <w:vertAlign w:val="superscript"/>
        </w:rPr>
        <w:t>me</w:t>
      </w:r>
      <w:r w:rsidR="00F635DB">
        <w:t> </w:t>
      </w:r>
      <w:proofErr w:type="spellStart"/>
      <w:r w:rsidRPr="009071AC">
        <w:t>Vantrasson</w:t>
      </w:r>
      <w:proofErr w:type="spellEnd"/>
      <w:r w:rsidR="00F635DB">
        <w:t xml:space="preserve">, </w:t>
      </w:r>
      <w:r w:rsidRPr="009071AC">
        <w:t>et plus vivement</w:t>
      </w:r>
      <w:r w:rsidR="00F635DB">
        <w:t xml:space="preserve">, </w:t>
      </w:r>
      <w:r w:rsidRPr="009071AC">
        <w:t>elle reprit</w:t>
      </w:r>
      <w:r w:rsidR="00F635DB">
        <w:t> :</w:t>
      </w:r>
    </w:p>
    <w:p w14:paraId="18720117" w14:textId="77777777" w:rsidR="00F635DB" w:rsidRDefault="00F635DB" w:rsidP="00F635DB">
      <w:r>
        <w:t>— </w:t>
      </w:r>
      <w:r w:rsidR="00855694" w:rsidRPr="009071AC">
        <w:t>Dans les commencements</w:t>
      </w:r>
      <w:r>
        <w:t xml:space="preserve">, </w:t>
      </w:r>
      <w:r w:rsidR="00855694" w:rsidRPr="009071AC">
        <w:t>tout alla bien</w:t>
      </w:r>
      <w:r>
        <w:t xml:space="preserve">… </w:t>
      </w:r>
      <w:r w:rsidR="00855694" w:rsidRPr="009071AC">
        <w:t>Nous avions acheté</w:t>
      </w:r>
      <w:r>
        <w:t xml:space="preserve">, </w:t>
      </w:r>
      <w:r w:rsidR="00855694" w:rsidRPr="009071AC">
        <w:t>avec mes économies</w:t>
      </w:r>
      <w:r>
        <w:t xml:space="preserve">, </w:t>
      </w:r>
      <w:r w:rsidR="00855694" w:rsidRPr="009071AC">
        <w:t>un établissement</w:t>
      </w:r>
      <w:r>
        <w:t xml:space="preserve">, </w:t>
      </w:r>
      <w:r w:rsidR="00855694" w:rsidRPr="009071AC">
        <w:t>l</w:t>
      </w:r>
      <w:r>
        <w:t>’</w:t>
      </w:r>
      <w:r w:rsidR="00855694" w:rsidRPr="009071AC">
        <w:t xml:space="preserve">hôtel des </w:t>
      </w:r>
      <w:proofErr w:type="spellStart"/>
      <w:r w:rsidR="00855694" w:rsidRPr="009071AC">
        <w:t>Espagnes</w:t>
      </w:r>
      <w:proofErr w:type="spellEnd"/>
      <w:r w:rsidR="00855694" w:rsidRPr="009071AC">
        <w:t xml:space="preserve"> et de Nantua</w:t>
      </w:r>
      <w:r>
        <w:t xml:space="preserve">, </w:t>
      </w:r>
      <w:r w:rsidR="00855694" w:rsidRPr="009071AC">
        <w:t>rue Notre-Dame-des-Victoires</w:t>
      </w:r>
      <w:r>
        <w:t xml:space="preserve">, </w:t>
      </w:r>
      <w:r w:rsidR="00855694" w:rsidRPr="009071AC">
        <w:t>et les affaires marchaient</w:t>
      </w:r>
      <w:r>
        <w:t xml:space="preserve">. </w:t>
      </w:r>
      <w:r w:rsidR="00855694" w:rsidRPr="009071AC">
        <w:t>Jamais une chambre de libre</w:t>
      </w:r>
      <w:r>
        <w:t xml:space="preserve">. </w:t>
      </w:r>
      <w:r w:rsidR="00855694" w:rsidRPr="009071AC">
        <w:t>Mais qui a bu boira</w:t>
      </w:r>
      <w:r>
        <w:t xml:space="preserve">, </w:t>
      </w:r>
      <w:r w:rsidR="00855694" w:rsidRPr="009071AC">
        <w:t>n</w:t>
      </w:r>
      <w:r>
        <w:t>’</w:t>
      </w:r>
      <w:r w:rsidR="00855694" w:rsidRPr="009071AC">
        <w:t>est-ce pas</w:t>
      </w:r>
      <w:r>
        <w:t xml:space="preserve">, </w:t>
      </w:r>
      <w:r w:rsidR="00855694" w:rsidRPr="009071AC">
        <w:t>monsieur</w:t>
      </w:r>
      <w:r>
        <w:t xml:space="preserve"> ? </w:t>
      </w:r>
      <w:proofErr w:type="spellStart"/>
      <w:r w:rsidR="00855694" w:rsidRPr="009071AC">
        <w:t>Vantrasson</w:t>
      </w:r>
      <w:proofErr w:type="spellEnd"/>
      <w:r w:rsidR="00855694" w:rsidRPr="009071AC">
        <w:t xml:space="preserve"> aimait à lever le coude</w:t>
      </w:r>
      <w:r>
        <w:t xml:space="preserve">. </w:t>
      </w:r>
      <w:r w:rsidR="00855694" w:rsidRPr="009071AC">
        <w:t>Il s</w:t>
      </w:r>
      <w:r>
        <w:t>’</w:t>
      </w:r>
      <w:r w:rsidR="00855694" w:rsidRPr="009071AC">
        <w:t>était retenu le premier mois</w:t>
      </w:r>
      <w:r>
        <w:t xml:space="preserve"> ; </w:t>
      </w:r>
      <w:r w:rsidR="00855694" w:rsidRPr="009071AC">
        <w:t>petit à petit il reprit ses habitudes</w:t>
      </w:r>
      <w:r>
        <w:t xml:space="preserve">. </w:t>
      </w:r>
      <w:r w:rsidR="00855694" w:rsidRPr="009071AC">
        <w:t>Il se mettait dans des états à ne plus pouvoir seulement dire</w:t>
      </w:r>
      <w:r>
        <w:t xml:space="preserve"> : </w:t>
      </w:r>
      <w:r w:rsidR="00855694" w:rsidRPr="009071AC">
        <w:t>pain</w:t>
      </w:r>
      <w:r>
        <w:t xml:space="preserve">. </w:t>
      </w:r>
      <w:r w:rsidR="00855694" w:rsidRPr="009071AC">
        <w:t>Et si ce n</w:t>
      </w:r>
      <w:r>
        <w:t>’</w:t>
      </w:r>
      <w:r w:rsidR="00855694" w:rsidRPr="009071AC">
        <w:t>eût été que cela</w:t>
      </w:r>
      <w:r>
        <w:t xml:space="preserve">, </w:t>
      </w:r>
      <w:r w:rsidR="00855694" w:rsidRPr="009071AC">
        <w:t>encore</w:t>
      </w:r>
      <w:r>
        <w:t xml:space="preserve"> !… </w:t>
      </w:r>
      <w:r w:rsidR="00855694" w:rsidRPr="009071AC">
        <w:lastRenderedPageBreak/>
        <w:t>Le malheur est qu</w:t>
      </w:r>
      <w:r>
        <w:t>’</w:t>
      </w:r>
      <w:r w:rsidR="00855694" w:rsidRPr="009071AC">
        <w:t>il était trop bel homme pour rester un bon mari</w:t>
      </w:r>
      <w:r>
        <w:t xml:space="preserve"> ; </w:t>
      </w:r>
      <w:r w:rsidR="00855694" w:rsidRPr="009071AC">
        <w:t>il y a tant de gourgandines</w:t>
      </w:r>
      <w:r>
        <w:t> !…</w:t>
      </w:r>
    </w:p>
    <w:p w14:paraId="74572E0D" w14:textId="77777777" w:rsidR="00F635DB" w:rsidRDefault="00855694" w:rsidP="00F635DB">
      <w:r w:rsidRPr="009071AC">
        <w:t>Un soir</w:t>
      </w:r>
      <w:r w:rsidR="00F635DB">
        <w:t xml:space="preserve">, </w:t>
      </w:r>
      <w:r w:rsidRPr="009071AC">
        <w:t>il ne rentra pas</w:t>
      </w:r>
      <w:r w:rsidR="00F635DB">
        <w:t xml:space="preserve">. </w:t>
      </w:r>
      <w:r w:rsidRPr="009071AC">
        <w:t>Le lendemain</w:t>
      </w:r>
      <w:r w:rsidR="00F635DB">
        <w:t xml:space="preserve">, </w:t>
      </w:r>
      <w:r w:rsidRPr="009071AC">
        <w:t>comme je lui adressais quelques reproches</w:t>
      </w:r>
      <w:r w:rsidR="00F635DB">
        <w:t xml:space="preserve">, </w:t>
      </w:r>
      <w:r w:rsidRPr="009071AC">
        <w:t>oh</w:t>
      </w:r>
      <w:r w:rsidR="00F635DB">
        <w:t xml:space="preserve"> ! </w:t>
      </w:r>
      <w:r w:rsidRPr="009071AC">
        <w:t>bien doucement</w:t>
      </w:r>
      <w:r w:rsidR="00F635DB">
        <w:t xml:space="preserve">… </w:t>
      </w:r>
      <w:r w:rsidRPr="009071AC">
        <w:t>il me répondit par un juron et une gifle</w:t>
      </w:r>
      <w:r w:rsidR="00F635DB">
        <w:t xml:space="preserve">. </w:t>
      </w:r>
      <w:r w:rsidRPr="009071AC">
        <w:t>Tout fut fini</w:t>
      </w:r>
      <w:r w:rsidR="00F635DB">
        <w:t xml:space="preserve">… </w:t>
      </w:r>
      <w:r w:rsidRPr="009071AC">
        <w:t>Monsieur déclara qu</w:t>
      </w:r>
      <w:r w:rsidR="00F635DB">
        <w:t>’</w:t>
      </w:r>
      <w:r w:rsidRPr="009071AC">
        <w:t>il était le maître et ne se gêna plus</w:t>
      </w:r>
      <w:r w:rsidR="00F635DB">
        <w:t xml:space="preserve">… </w:t>
      </w:r>
      <w:r w:rsidRPr="009071AC">
        <w:t>Il buvait et il emportait le vin de la cave</w:t>
      </w:r>
      <w:r w:rsidR="00F635DB">
        <w:t xml:space="preserve">, </w:t>
      </w:r>
      <w:r w:rsidRPr="009071AC">
        <w:t>il prenait tout l</w:t>
      </w:r>
      <w:r w:rsidR="00F635DB">
        <w:t>’</w:t>
      </w:r>
      <w:r w:rsidRPr="009071AC">
        <w:t>argent</w:t>
      </w:r>
      <w:r w:rsidR="00F635DB">
        <w:t xml:space="preserve">, </w:t>
      </w:r>
      <w:r w:rsidRPr="009071AC">
        <w:t>il restait des semaines entières dehors</w:t>
      </w:r>
      <w:r w:rsidR="00F635DB">
        <w:t xml:space="preserve">, </w:t>
      </w:r>
      <w:r w:rsidRPr="009071AC">
        <w:t>et si je me plaignais</w:t>
      </w:r>
      <w:r w:rsidR="00F635DB">
        <w:t xml:space="preserve">… </w:t>
      </w:r>
      <w:r w:rsidRPr="009071AC">
        <w:t>des coups</w:t>
      </w:r>
      <w:r w:rsidR="00F635DB">
        <w:t> !</w:t>
      </w:r>
    </w:p>
    <w:p w14:paraId="2E948230" w14:textId="77777777" w:rsidR="00F635DB" w:rsidRDefault="00855694" w:rsidP="00F635DB">
      <w:r w:rsidRPr="009071AC">
        <w:t>Sa voix s</w:t>
      </w:r>
      <w:r w:rsidR="00F635DB">
        <w:t>’</w:t>
      </w:r>
      <w:r w:rsidRPr="009071AC">
        <w:t>enrouait et</w:t>
      </w:r>
      <w:r w:rsidR="00F635DB">
        <w:t xml:space="preserve">, </w:t>
      </w:r>
      <w:r w:rsidRPr="009071AC">
        <w:t>même</w:t>
      </w:r>
      <w:r w:rsidR="00F635DB">
        <w:t xml:space="preserve">, </w:t>
      </w:r>
      <w:r w:rsidRPr="009071AC">
        <w:t>une larme lui vint au coin de l</w:t>
      </w:r>
      <w:r w:rsidR="00F635DB">
        <w:t>’</w:t>
      </w:r>
      <w:r w:rsidRPr="009071AC">
        <w:t>œil</w:t>
      </w:r>
      <w:r w:rsidR="00F635DB">
        <w:t xml:space="preserve">, </w:t>
      </w:r>
      <w:r w:rsidRPr="009071AC">
        <w:t>qu</w:t>
      </w:r>
      <w:r w:rsidR="00F635DB">
        <w:t>’</w:t>
      </w:r>
      <w:r w:rsidRPr="009071AC">
        <w:t>elle essuya du revers de sa main</w:t>
      </w:r>
      <w:r w:rsidR="00F635DB">
        <w:t>.</w:t>
      </w:r>
    </w:p>
    <w:p w14:paraId="1EFD2D52" w14:textId="77777777" w:rsidR="00F635DB" w:rsidRDefault="00F635DB" w:rsidP="00F635DB">
      <w:r>
        <w:t>— </w:t>
      </w:r>
      <w:proofErr w:type="spellStart"/>
      <w:r w:rsidR="00855694" w:rsidRPr="009071AC">
        <w:t>Vantrasson</w:t>
      </w:r>
      <w:proofErr w:type="spellEnd"/>
      <w:r w:rsidR="00855694" w:rsidRPr="009071AC">
        <w:t xml:space="preserve"> était toujours en ribote</w:t>
      </w:r>
      <w:r>
        <w:t xml:space="preserve">, </w:t>
      </w:r>
      <w:r w:rsidR="00855694" w:rsidRPr="009071AC">
        <w:t>continua-t-elle</w:t>
      </w:r>
      <w:r>
        <w:t xml:space="preserve">, </w:t>
      </w:r>
      <w:r w:rsidR="00855694" w:rsidRPr="009071AC">
        <w:t>moi je passais mes journées à pleurer toutes les larmes de mon pauvre corps</w:t>
      </w:r>
      <w:r>
        <w:t xml:space="preserve">… </w:t>
      </w:r>
      <w:r w:rsidR="00855694" w:rsidRPr="009071AC">
        <w:t>L</w:t>
      </w:r>
      <w:r>
        <w:t>’</w:t>
      </w:r>
      <w:r w:rsidR="00855694" w:rsidRPr="009071AC">
        <w:t>hôtel se mit à dépérir et bientôt nous n</w:t>
      </w:r>
      <w:r>
        <w:t>’</w:t>
      </w:r>
      <w:r w:rsidR="00855694" w:rsidRPr="009071AC">
        <w:t>eûmes plus personne</w:t>
      </w:r>
      <w:r>
        <w:t xml:space="preserve">… </w:t>
      </w:r>
      <w:r w:rsidR="00855694" w:rsidRPr="009071AC">
        <w:t>Il fallait vendre</w:t>
      </w:r>
      <w:r>
        <w:t xml:space="preserve">. </w:t>
      </w:r>
      <w:r w:rsidR="00855694" w:rsidRPr="009071AC">
        <w:t>Nous vendons et nous achetons un petit café</w:t>
      </w:r>
      <w:r>
        <w:t xml:space="preserve">… </w:t>
      </w:r>
      <w:r w:rsidR="00855694" w:rsidRPr="009071AC">
        <w:t>Au bout d</w:t>
      </w:r>
      <w:r>
        <w:t>’</w:t>
      </w:r>
      <w:r w:rsidR="00855694" w:rsidRPr="009071AC">
        <w:t>un an on nous mettait en faillite</w:t>
      </w:r>
      <w:r>
        <w:t xml:space="preserve">. </w:t>
      </w:r>
      <w:r w:rsidR="00855694" w:rsidRPr="009071AC">
        <w:t>Par bonheur j</w:t>
      </w:r>
      <w:r>
        <w:t>’</w:t>
      </w:r>
      <w:r w:rsidR="00855694" w:rsidRPr="009071AC">
        <w:t>avais quelques sous de côté</w:t>
      </w:r>
      <w:r>
        <w:t xml:space="preserve"> ; </w:t>
      </w:r>
      <w:r w:rsidR="00855694" w:rsidRPr="009071AC">
        <w:t>je prends à mon nom un fonds d</w:t>
      </w:r>
      <w:r>
        <w:t>’</w:t>
      </w:r>
      <w:r w:rsidR="00855694" w:rsidRPr="009071AC">
        <w:t>épicerie</w:t>
      </w:r>
      <w:r>
        <w:t xml:space="preserve">… </w:t>
      </w:r>
      <w:r w:rsidR="00855694" w:rsidRPr="009071AC">
        <w:t>en moins de six mois le fonds était mangé</w:t>
      </w:r>
      <w:r>
        <w:t xml:space="preserve">. </w:t>
      </w:r>
      <w:r w:rsidR="00855694" w:rsidRPr="009071AC">
        <w:t>Nous voilà sur le pavé</w:t>
      </w:r>
      <w:r>
        <w:t xml:space="preserve"> ; </w:t>
      </w:r>
      <w:r w:rsidR="00855694" w:rsidRPr="009071AC">
        <w:t>que faire</w:t>
      </w:r>
      <w:r>
        <w:t xml:space="preserve"> ?… </w:t>
      </w:r>
      <w:proofErr w:type="spellStart"/>
      <w:r w:rsidR="00855694" w:rsidRPr="009071AC">
        <w:t>Vantrasson</w:t>
      </w:r>
      <w:proofErr w:type="spellEnd"/>
      <w:r w:rsidR="00855694" w:rsidRPr="009071AC">
        <w:t xml:space="preserve"> buvait plus que jamais</w:t>
      </w:r>
      <w:r>
        <w:t xml:space="preserve">, </w:t>
      </w:r>
      <w:r w:rsidR="00855694" w:rsidRPr="009071AC">
        <w:t>il me demandait de l</w:t>
      </w:r>
      <w:r>
        <w:t>’</w:t>
      </w:r>
      <w:r w:rsidR="00855694" w:rsidRPr="009071AC">
        <w:t>argent quand il savait bien que je n</w:t>
      </w:r>
      <w:r>
        <w:t>’</w:t>
      </w:r>
      <w:r w:rsidR="00855694" w:rsidRPr="009071AC">
        <w:t>en avais pas</w:t>
      </w:r>
      <w:r>
        <w:t xml:space="preserve">, </w:t>
      </w:r>
      <w:r w:rsidR="00855694" w:rsidRPr="009071AC">
        <w:t>et plus que jamais il me battait</w:t>
      </w:r>
      <w:r>
        <w:t xml:space="preserve">… </w:t>
      </w:r>
      <w:r w:rsidR="00855694" w:rsidRPr="009071AC">
        <w:t>Alors</w:t>
      </w:r>
      <w:r>
        <w:t xml:space="preserve">, </w:t>
      </w:r>
      <w:r w:rsidR="00855694" w:rsidRPr="009071AC">
        <w:t>moi</w:t>
      </w:r>
      <w:r>
        <w:t xml:space="preserve">, </w:t>
      </w:r>
      <w:r w:rsidR="00855694" w:rsidRPr="009071AC">
        <w:t>à mon tour</w:t>
      </w:r>
      <w:r>
        <w:t xml:space="preserve">, </w:t>
      </w:r>
      <w:r w:rsidR="00855694" w:rsidRPr="009071AC">
        <w:t>j</w:t>
      </w:r>
      <w:r>
        <w:t>’</w:t>
      </w:r>
      <w:r w:rsidR="00855694" w:rsidRPr="009071AC">
        <w:t>ai perdu courage</w:t>
      </w:r>
      <w:r>
        <w:t xml:space="preserve">… </w:t>
      </w:r>
      <w:r w:rsidR="00855694" w:rsidRPr="009071AC">
        <w:t>Il faut pourtant vivre</w:t>
      </w:r>
      <w:r>
        <w:t xml:space="preserve"> !… </w:t>
      </w:r>
      <w:r w:rsidR="00855694" w:rsidRPr="009071AC">
        <w:t>Non</w:t>
      </w:r>
      <w:r>
        <w:t xml:space="preserve">, </w:t>
      </w:r>
      <w:r w:rsidR="00855694" w:rsidRPr="009071AC">
        <w:t>vous ne me croiriez pas si je vous contais comment nous vivons depuis quatre ans</w:t>
      </w:r>
      <w:r>
        <w:t>…</w:t>
      </w:r>
    </w:p>
    <w:p w14:paraId="7EA5733D" w14:textId="77777777" w:rsidR="00F635DB" w:rsidRDefault="00855694" w:rsidP="00F635DB">
      <w:r w:rsidRPr="009071AC">
        <w:t>Mais elle ne le dit pas</w:t>
      </w:r>
      <w:r w:rsidR="00F635DB">
        <w:t xml:space="preserve">, </w:t>
      </w:r>
      <w:r w:rsidRPr="009071AC">
        <w:t>et se contenta d</w:t>
      </w:r>
      <w:r w:rsidR="00F635DB">
        <w:t>’</w:t>
      </w:r>
      <w:r w:rsidRPr="009071AC">
        <w:t>ajouter</w:t>
      </w:r>
      <w:r w:rsidR="00F635DB">
        <w:t> :</w:t>
      </w:r>
    </w:p>
    <w:p w14:paraId="1B6C41A4" w14:textId="77777777" w:rsidR="00F635DB" w:rsidRDefault="00F635DB" w:rsidP="00F635DB">
      <w:r>
        <w:t>— </w:t>
      </w:r>
      <w:r w:rsidR="00855694" w:rsidRPr="009071AC">
        <w:t>Quand on commence à tomber</w:t>
      </w:r>
      <w:r>
        <w:t xml:space="preserve">, </w:t>
      </w:r>
      <w:r w:rsidR="00855694" w:rsidRPr="009071AC">
        <w:t>on ne s</w:t>
      </w:r>
      <w:r>
        <w:t>’</w:t>
      </w:r>
      <w:r w:rsidR="00855694" w:rsidRPr="009071AC">
        <w:t>arrête plus</w:t>
      </w:r>
      <w:r>
        <w:t xml:space="preserve">, </w:t>
      </w:r>
      <w:r w:rsidR="00855694" w:rsidRPr="009071AC">
        <w:t>on roule de plus bas en plus bas</w:t>
      </w:r>
      <w:r>
        <w:t xml:space="preserve">, </w:t>
      </w:r>
      <w:r w:rsidR="00855694" w:rsidRPr="009071AC">
        <w:t>toujours</w:t>
      </w:r>
      <w:r>
        <w:t xml:space="preserve">, </w:t>
      </w:r>
      <w:r w:rsidR="00855694" w:rsidRPr="009071AC">
        <w:t>jusqu</w:t>
      </w:r>
      <w:r>
        <w:t>’</w:t>
      </w:r>
      <w:r w:rsidR="00855694" w:rsidRPr="009071AC">
        <w:t>au fin fond</w:t>
      </w:r>
      <w:r>
        <w:t xml:space="preserve">, </w:t>
      </w:r>
      <w:r w:rsidR="00855694" w:rsidRPr="009071AC">
        <w:t>comme nous</w:t>
      </w:r>
      <w:r>
        <w:t xml:space="preserve">… </w:t>
      </w:r>
      <w:r w:rsidR="00855694" w:rsidRPr="009071AC">
        <w:t>Ici</w:t>
      </w:r>
      <w:r>
        <w:t xml:space="preserve">, </w:t>
      </w:r>
      <w:r w:rsidR="00855694" w:rsidRPr="009071AC">
        <w:t>nous nous sommes établis on ne sait pas comment</w:t>
      </w:r>
      <w:r>
        <w:t xml:space="preserve"> ; </w:t>
      </w:r>
      <w:r w:rsidR="00855694" w:rsidRPr="009071AC">
        <w:t>nous payons notre loyer à la semaine</w:t>
      </w:r>
      <w:r>
        <w:t xml:space="preserve">, </w:t>
      </w:r>
      <w:r w:rsidR="00855694" w:rsidRPr="009071AC">
        <w:t>et si on nous met dehors</w:t>
      </w:r>
      <w:r>
        <w:t xml:space="preserve">, </w:t>
      </w:r>
      <w:r w:rsidR="00855694" w:rsidRPr="009071AC">
        <w:t>je ne vois plus qu</w:t>
      </w:r>
      <w:r>
        <w:t>’</w:t>
      </w:r>
      <w:r w:rsidR="00855694" w:rsidRPr="009071AC">
        <w:t>un refuge</w:t>
      </w:r>
      <w:r>
        <w:t xml:space="preserve"> : </w:t>
      </w:r>
      <w:r w:rsidR="00855694" w:rsidRPr="009071AC">
        <w:t>la rivière</w:t>
      </w:r>
      <w:r>
        <w:t>…</w:t>
      </w:r>
    </w:p>
    <w:p w14:paraId="76F9B265" w14:textId="495C4FE2" w:rsidR="00F635DB" w:rsidRDefault="00F635DB" w:rsidP="00F635DB">
      <w:r>
        <w:lastRenderedPageBreak/>
        <w:t>— </w:t>
      </w:r>
      <w:r w:rsidR="00855694" w:rsidRPr="009071AC">
        <w:t>À votre place</w:t>
      </w:r>
      <w:r>
        <w:t xml:space="preserve">, </w:t>
      </w:r>
      <w:r w:rsidR="00855694" w:rsidRPr="009071AC">
        <w:t xml:space="preserve">hasarda </w:t>
      </w:r>
      <w:r>
        <w:t>M. </w:t>
      </w:r>
      <w:r w:rsidR="00855694" w:rsidRPr="009071AC">
        <w:t>Fortunat</w:t>
      </w:r>
      <w:r>
        <w:t xml:space="preserve">, </w:t>
      </w:r>
      <w:r w:rsidR="00855694" w:rsidRPr="009071AC">
        <w:t>j</w:t>
      </w:r>
      <w:r>
        <w:t>’</w:t>
      </w:r>
      <w:r w:rsidR="00855694" w:rsidRPr="009071AC">
        <w:t>aurais quitté mon mari</w:t>
      </w:r>
      <w:r>
        <w:t>…</w:t>
      </w:r>
    </w:p>
    <w:p w14:paraId="32BC156C" w14:textId="77777777" w:rsidR="00F635DB" w:rsidRDefault="00F635DB" w:rsidP="00F635DB">
      <w:r>
        <w:t>— </w:t>
      </w:r>
      <w:r w:rsidR="00855694" w:rsidRPr="009071AC">
        <w:t>Oui</w:t>
      </w:r>
      <w:r>
        <w:t xml:space="preserve">… </w:t>
      </w:r>
      <w:r w:rsidR="00855694" w:rsidRPr="009071AC">
        <w:t>je sais bien</w:t>
      </w:r>
      <w:r>
        <w:t xml:space="preserve"> !… </w:t>
      </w:r>
      <w:r w:rsidR="00855694" w:rsidRPr="009071AC">
        <w:t>On me l</w:t>
      </w:r>
      <w:r>
        <w:t>’</w:t>
      </w:r>
      <w:r w:rsidR="00855694" w:rsidRPr="009071AC">
        <w:t>a conseillé</w:t>
      </w:r>
      <w:r>
        <w:t xml:space="preserve">, </w:t>
      </w:r>
      <w:r w:rsidR="00855694" w:rsidRPr="009071AC">
        <w:t>et même</w:t>
      </w:r>
      <w:r>
        <w:t xml:space="preserve">… </w:t>
      </w:r>
      <w:r w:rsidR="00855694" w:rsidRPr="009071AC">
        <w:t>j</w:t>
      </w:r>
      <w:r>
        <w:t>’</w:t>
      </w:r>
      <w:r w:rsidR="00855694" w:rsidRPr="009071AC">
        <w:t>ai essayé</w:t>
      </w:r>
      <w:r>
        <w:t xml:space="preserve">… </w:t>
      </w:r>
      <w:r w:rsidR="00855694" w:rsidRPr="009071AC">
        <w:t>Trois ou quatre fois je me suis sauvée</w:t>
      </w:r>
      <w:r>
        <w:t xml:space="preserve">, </w:t>
      </w:r>
      <w:r w:rsidR="00855694" w:rsidRPr="009071AC">
        <w:t>et toujours je suis revenue</w:t>
      </w:r>
      <w:r>
        <w:t xml:space="preserve">… </w:t>
      </w:r>
      <w:r w:rsidR="00855694" w:rsidRPr="009071AC">
        <w:t>c</w:t>
      </w:r>
      <w:r>
        <w:t>’</w:t>
      </w:r>
      <w:r w:rsidR="00855694" w:rsidRPr="009071AC">
        <w:t>était plus fort que moi</w:t>
      </w:r>
      <w:r>
        <w:t xml:space="preserve">. </w:t>
      </w:r>
      <w:r w:rsidR="00855694" w:rsidRPr="009071AC">
        <w:t>D</w:t>
      </w:r>
      <w:r>
        <w:t>’</w:t>
      </w:r>
      <w:r w:rsidR="00855694" w:rsidRPr="009071AC">
        <w:t>ailleurs</w:t>
      </w:r>
      <w:r>
        <w:t xml:space="preserve">, </w:t>
      </w:r>
      <w:r w:rsidR="00855694" w:rsidRPr="009071AC">
        <w:t>je suis sa femme</w:t>
      </w:r>
      <w:r>
        <w:t xml:space="preserve">, </w:t>
      </w:r>
      <w:r w:rsidR="00855694" w:rsidRPr="009071AC">
        <w:t>n</w:t>
      </w:r>
      <w:r>
        <w:t>’</w:t>
      </w:r>
      <w:r w:rsidR="00855694" w:rsidRPr="009071AC">
        <w:t>est-ce pas</w:t>
      </w:r>
      <w:r>
        <w:t xml:space="preserve"> ; </w:t>
      </w:r>
      <w:r w:rsidR="00855694" w:rsidRPr="009071AC">
        <w:t>je l</w:t>
      </w:r>
      <w:r>
        <w:t>’</w:t>
      </w:r>
      <w:r w:rsidR="00855694" w:rsidRPr="009071AC">
        <w:t>ai bien payé</w:t>
      </w:r>
      <w:r>
        <w:t xml:space="preserve">, </w:t>
      </w:r>
      <w:r w:rsidR="00855694" w:rsidRPr="009071AC">
        <w:t>il est à moi</w:t>
      </w:r>
      <w:r>
        <w:t xml:space="preserve">, </w:t>
      </w:r>
      <w:r w:rsidR="00855694" w:rsidRPr="009071AC">
        <w:t>je ne veux pas qu</w:t>
      </w:r>
      <w:r>
        <w:t>’</w:t>
      </w:r>
      <w:r w:rsidR="00855694" w:rsidRPr="009071AC">
        <w:t>il soit à une autre</w:t>
      </w:r>
      <w:r>
        <w:t xml:space="preserve">… </w:t>
      </w:r>
      <w:r w:rsidR="00855694" w:rsidRPr="009071AC">
        <w:t>Il me roue de coups</w:t>
      </w:r>
      <w:r>
        <w:t xml:space="preserve">, </w:t>
      </w:r>
      <w:r w:rsidR="00855694" w:rsidRPr="009071AC">
        <w:t>je le méprise</w:t>
      </w:r>
      <w:r>
        <w:t xml:space="preserve">, </w:t>
      </w:r>
      <w:r w:rsidR="00855694" w:rsidRPr="009071AC">
        <w:t>je le haïs</w:t>
      </w:r>
      <w:r>
        <w:t xml:space="preserve">, </w:t>
      </w:r>
      <w:r w:rsidR="00855694" w:rsidRPr="009071AC">
        <w:t>et cependant</w:t>
      </w:r>
      <w:r>
        <w:t>…</w:t>
      </w:r>
    </w:p>
    <w:p w14:paraId="20F702E1" w14:textId="77777777" w:rsidR="00F635DB" w:rsidRDefault="00855694" w:rsidP="00F635DB">
      <w:r w:rsidRPr="009071AC">
        <w:t>Elle se versa un demi-verre d</w:t>
      </w:r>
      <w:r w:rsidR="00F635DB">
        <w:t>’</w:t>
      </w:r>
      <w:r w:rsidRPr="009071AC">
        <w:t>eau-de-vie</w:t>
      </w:r>
      <w:r w:rsidR="00F635DB">
        <w:t xml:space="preserve">, </w:t>
      </w:r>
      <w:r w:rsidRPr="009071AC">
        <w:t>et l</w:t>
      </w:r>
      <w:r w:rsidR="00F635DB">
        <w:t>’</w:t>
      </w:r>
      <w:r w:rsidRPr="009071AC">
        <w:t>avala en disant avec un geste de rage</w:t>
      </w:r>
      <w:r w:rsidR="00F635DB">
        <w:t> :</w:t>
      </w:r>
    </w:p>
    <w:p w14:paraId="1ADCC50D" w14:textId="77777777" w:rsidR="00F635DB" w:rsidRDefault="00F635DB" w:rsidP="00F635DB">
      <w:r>
        <w:t>— </w:t>
      </w:r>
      <w:r w:rsidR="00855694" w:rsidRPr="009071AC">
        <w:t>Il me le faut</w:t>
      </w:r>
      <w:r>
        <w:t xml:space="preserve">, </w:t>
      </w:r>
      <w:r w:rsidR="00855694" w:rsidRPr="009071AC">
        <w:t>quoi</w:t>
      </w:r>
      <w:r>
        <w:t xml:space="preserve"> !… </w:t>
      </w:r>
      <w:r w:rsidR="00855694" w:rsidRPr="009071AC">
        <w:t>C</w:t>
      </w:r>
      <w:r>
        <w:t>’</w:t>
      </w:r>
      <w:r w:rsidR="00855694" w:rsidRPr="009071AC">
        <w:t>est la fatalité qui le veut</w:t>
      </w:r>
      <w:r>
        <w:t xml:space="preserve">. </w:t>
      </w:r>
      <w:r w:rsidR="00855694" w:rsidRPr="009071AC">
        <w:t>Et ce sera comme cela jusqu</w:t>
      </w:r>
      <w:r>
        <w:t>’</w:t>
      </w:r>
      <w:r w:rsidR="00855694" w:rsidRPr="009071AC">
        <w:t>à la fin</w:t>
      </w:r>
      <w:r>
        <w:t xml:space="preserve">, </w:t>
      </w:r>
      <w:r w:rsidR="00855694" w:rsidRPr="009071AC">
        <w:t>jusqu</w:t>
      </w:r>
      <w:r>
        <w:t>’</w:t>
      </w:r>
      <w:r w:rsidR="00855694" w:rsidRPr="009071AC">
        <w:t>à ce qu</w:t>
      </w:r>
      <w:r>
        <w:t>’</w:t>
      </w:r>
      <w:r w:rsidR="00855694" w:rsidRPr="009071AC">
        <w:t>il crève</w:t>
      </w:r>
      <w:r>
        <w:t xml:space="preserve">… </w:t>
      </w:r>
      <w:r w:rsidR="00855694" w:rsidRPr="009071AC">
        <w:t>ou moi</w:t>
      </w:r>
      <w:r>
        <w:t> !…</w:t>
      </w:r>
    </w:p>
    <w:p w14:paraId="2F8146C8" w14:textId="1E1A2EF4" w:rsidR="00F635DB" w:rsidRDefault="00F635DB" w:rsidP="00F635DB">
      <w:r>
        <w:t>M. </w:t>
      </w:r>
      <w:r w:rsidR="00855694" w:rsidRPr="009071AC">
        <w:t>Fortunat avait pris une physionomie de circonstance</w:t>
      </w:r>
      <w:r>
        <w:t xml:space="preserve">, </w:t>
      </w:r>
      <w:r w:rsidR="00855694" w:rsidRPr="009071AC">
        <w:t>on l</w:t>
      </w:r>
      <w:r>
        <w:t>’</w:t>
      </w:r>
      <w:r w:rsidR="00855694" w:rsidRPr="009071AC">
        <w:t>eût dit intéressé et attendri au plus haut degré</w:t>
      </w:r>
      <w:r>
        <w:t xml:space="preserve"> ; </w:t>
      </w:r>
      <w:r w:rsidR="00855694" w:rsidRPr="009071AC">
        <w:t>au fond il se désolait</w:t>
      </w:r>
      <w:r>
        <w:t>.</w:t>
      </w:r>
    </w:p>
    <w:p w14:paraId="4A9DEA1A" w14:textId="77777777" w:rsidR="00F635DB" w:rsidRDefault="00855694" w:rsidP="00F635DB">
      <w:r w:rsidRPr="009071AC">
        <w:t>Le temps se passait et la conversation de plus en plus s</w:t>
      </w:r>
      <w:r w:rsidR="00F635DB">
        <w:t>’</w:t>
      </w:r>
      <w:r w:rsidRPr="009071AC">
        <w:t>écartait de son but</w:t>
      </w:r>
      <w:r w:rsidR="00F635DB">
        <w:t xml:space="preserve">. </w:t>
      </w:r>
      <w:r w:rsidRPr="009071AC">
        <w:t>Heureusement une occasion se présenta de la ramener</w:t>
      </w:r>
      <w:r w:rsidR="00F635DB">
        <w:t>.</w:t>
      </w:r>
    </w:p>
    <w:p w14:paraId="31483C89" w14:textId="17957FEA" w:rsidR="00F635DB" w:rsidRDefault="00F635DB" w:rsidP="00F635DB">
      <w:r>
        <w:t>— </w:t>
      </w:r>
      <w:r w:rsidR="00855694" w:rsidRPr="009071AC">
        <w:t>Je m</w:t>
      </w:r>
      <w:r>
        <w:t>’</w:t>
      </w:r>
      <w:r w:rsidR="00855694" w:rsidRPr="009071AC">
        <w:t>étonne</w:t>
      </w:r>
      <w:r>
        <w:t xml:space="preserve">, </w:t>
      </w:r>
      <w:r w:rsidR="00855694" w:rsidRPr="009071AC">
        <w:t>madame</w:t>
      </w:r>
      <w:r>
        <w:t xml:space="preserve">, </w:t>
      </w:r>
      <w:r w:rsidR="00855694" w:rsidRPr="009071AC">
        <w:t>fit-il</w:t>
      </w:r>
      <w:r>
        <w:t xml:space="preserve">, </w:t>
      </w:r>
      <w:r w:rsidR="00855694" w:rsidRPr="009071AC">
        <w:t>que vous ne vous adressiez pas à votre ancien maître</w:t>
      </w:r>
      <w:r>
        <w:t>, M. </w:t>
      </w:r>
      <w:r w:rsidR="00855694" w:rsidRPr="009071AC">
        <w:t xml:space="preserve">le comte de </w:t>
      </w:r>
      <w:proofErr w:type="spellStart"/>
      <w:r w:rsidR="00855694" w:rsidRPr="009071AC">
        <w:t>Chalusse</w:t>
      </w:r>
      <w:proofErr w:type="spellEnd"/>
      <w:r>
        <w:t>.</w:t>
      </w:r>
    </w:p>
    <w:p w14:paraId="3013005E" w14:textId="77777777" w:rsidR="00F635DB" w:rsidRDefault="00F635DB" w:rsidP="00F635DB">
      <w:r>
        <w:t>— </w:t>
      </w:r>
      <w:r w:rsidR="00855694" w:rsidRPr="009071AC">
        <w:t>Hélas</w:t>
      </w:r>
      <w:r>
        <w:t xml:space="preserve"> !… </w:t>
      </w:r>
      <w:r w:rsidR="00855694" w:rsidRPr="009071AC">
        <w:t>je me suis adressée à lui</w:t>
      </w:r>
      <w:r>
        <w:t xml:space="preserve">, </w:t>
      </w:r>
      <w:r w:rsidR="00855694" w:rsidRPr="009071AC">
        <w:t>monsieur</w:t>
      </w:r>
      <w:r>
        <w:t xml:space="preserve">, </w:t>
      </w:r>
      <w:r w:rsidR="00855694" w:rsidRPr="009071AC">
        <w:t>et plusieurs fois</w:t>
      </w:r>
      <w:r>
        <w:t>…</w:t>
      </w:r>
    </w:p>
    <w:p w14:paraId="398E8C83" w14:textId="77777777" w:rsidR="00F635DB" w:rsidRDefault="00F635DB" w:rsidP="00F635DB">
      <w:r>
        <w:t>— </w:t>
      </w:r>
      <w:r w:rsidR="00855694" w:rsidRPr="009071AC">
        <w:t>En ce cas</w:t>
      </w:r>
      <w:r>
        <w:t>…</w:t>
      </w:r>
    </w:p>
    <w:p w14:paraId="2C0096CA" w14:textId="77777777" w:rsidR="00F635DB" w:rsidRDefault="00F635DB" w:rsidP="00F635DB">
      <w:r>
        <w:t>— </w:t>
      </w:r>
      <w:r w:rsidR="00855694" w:rsidRPr="009071AC">
        <w:t>La première fois</w:t>
      </w:r>
      <w:r>
        <w:t xml:space="preserve">, </w:t>
      </w:r>
      <w:r w:rsidR="00855694" w:rsidRPr="009071AC">
        <w:t>il m</w:t>
      </w:r>
      <w:r>
        <w:t>’</w:t>
      </w:r>
      <w:r w:rsidR="00855694" w:rsidRPr="009071AC">
        <w:t>a reçue</w:t>
      </w:r>
      <w:r>
        <w:t xml:space="preserve">, </w:t>
      </w:r>
      <w:r w:rsidR="00855694" w:rsidRPr="009071AC">
        <w:t>je lui ai dit mon malheur et il m</w:t>
      </w:r>
      <w:r>
        <w:t>’</w:t>
      </w:r>
      <w:r w:rsidR="00855694" w:rsidRPr="009071AC">
        <w:t>a mis cinq billets de mille francs dans la main</w:t>
      </w:r>
      <w:r>
        <w:t>.</w:t>
      </w:r>
    </w:p>
    <w:p w14:paraId="40BF1CBB" w14:textId="37E04445" w:rsidR="00F635DB" w:rsidRDefault="00F635DB" w:rsidP="00F635DB">
      <w:r>
        <w:t>M. </w:t>
      </w:r>
      <w:r w:rsidR="00855694" w:rsidRPr="009071AC">
        <w:t>Fortunat leva les bras au ciel</w:t>
      </w:r>
      <w:r>
        <w:t>.</w:t>
      </w:r>
    </w:p>
    <w:p w14:paraId="5BA2BEEE" w14:textId="77777777" w:rsidR="00F635DB" w:rsidRDefault="00F635DB" w:rsidP="00F635DB">
      <w:r>
        <w:lastRenderedPageBreak/>
        <w:t>— </w:t>
      </w:r>
      <w:r w:rsidR="00855694" w:rsidRPr="009071AC">
        <w:t>Cinq mille francs</w:t>
      </w:r>
      <w:r>
        <w:t xml:space="preserve"> !… </w:t>
      </w:r>
      <w:r w:rsidR="00855694" w:rsidRPr="009071AC">
        <w:t>répéta-t-il d</w:t>
      </w:r>
      <w:r>
        <w:t>’</w:t>
      </w:r>
      <w:r w:rsidR="00855694" w:rsidRPr="009071AC">
        <w:t>un ton d</w:t>
      </w:r>
      <w:r>
        <w:t>’</w:t>
      </w:r>
      <w:r w:rsidR="00855694" w:rsidRPr="009071AC">
        <w:t>admiration sans bornes</w:t>
      </w:r>
      <w:r>
        <w:t xml:space="preserve"> ; </w:t>
      </w:r>
      <w:r w:rsidR="00855694" w:rsidRPr="009071AC">
        <w:t>il est donc bien riche</w:t>
      </w:r>
      <w:r>
        <w:t xml:space="preserve">, </w:t>
      </w:r>
      <w:r w:rsidR="00855694" w:rsidRPr="009071AC">
        <w:t>ce comte</w:t>
      </w:r>
      <w:r>
        <w:t> !…</w:t>
      </w:r>
    </w:p>
    <w:p w14:paraId="09EA82D2" w14:textId="77777777" w:rsidR="00F635DB" w:rsidRDefault="00F635DB" w:rsidP="00F635DB">
      <w:r>
        <w:t>— </w:t>
      </w:r>
      <w:r w:rsidR="00855694" w:rsidRPr="009071AC">
        <w:t>Si riche</w:t>
      </w:r>
      <w:r>
        <w:t xml:space="preserve">, </w:t>
      </w:r>
      <w:r w:rsidR="00855694" w:rsidRPr="009071AC">
        <w:t>monsieur</w:t>
      </w:r>
      <w:r>
        <w:t xml:space="preserve">, </w:t>
      </w:r>
      <w:r w:rsidR="00855694" w:rsidRPr="009071AC">
        <w:t>qu</w:t>
      </w:r>
      <w:r>
        <w:t>’</w:t>
      </w:r>
      <w:r w:rsidR="00855694" w:rsidRPr="009071AC">
        <w:t>il ne connaît pas sa fortune</w:t>
      </w:r>
      <w:r>
        <w:t xml:space="preserve">… </w:t>
      </w:r>
      <w:r w:rsidR="00855694" w:rsidRPr="009071AC">
        <w:t>Il a qui sait combien de maisons sur le pavé de Paris</w:t>
      </w:r>
      <w:r>
        <w:t xml:space="preserve">, </w:t>
      </w:r>
      <w:r w:rsidR="00855694" w:rsidRPr="009071AC">
        <w:t>et de tous côtés des châteaux</w:t>
      </w:r>
      <w:r>
        <w:t xml:space="preserve">, </w:t>
      </w:r>
      <w:r w:rsidR="00855694" w:rsidRPr="009071AC">
        <w:t>des villages entiers</w:t>
      </w:r>
      <w:r>
        <w:t xml:space="preserve">, </w:t>
      </w:r>
      <w:r w:rsidR="00855694" w:rsidRPr="009071AC">
        <w:t>des forêts</w:t>
      </w:r>
      <w:r>
        <w:t xml:space="preserve">… </w:t>
      </w:r>
      <w:r w:rsidR="00855694" w:rsidRPr="009071AC">
        <w:t>enfin</w:t>
      </w:r>
      <w:r>
        <w:t xml:space="preserve">, </w:t>
      </w:r>
      <w:r w:rsidR="00855694" w:rsidRPr="009071AC">
        <w:t>de l</w:t>
      </w:r>
      <w:r>
        <w:t>’</w:t>
      </w:r>
      <w:r w:rsidR="00855694" w:rsidRPr="009071AC">
        <w:t>or à remuer à la pelle</w:t>
      </w:r>
      <w:r>
        <w:t>.</w:t>
      </w:r>
    </w:p>
    <w:p w14:paraId="73558EFE" w14:textId="77777777" w:rsidR="00F635DB" w:rsidRDefault="00855694" w:rsidP="00F635DB">
      <w:r w:rsidRPr="009071AC">
        <w:t>Le soi-disant clerc d</w:t>
      </w:r>
      <w:r w:rsidR="00F635DB">
        <w:t>’</w:t>
      </w:r>
      <w:r w:rsidRPr="009071AC">
        <w:t>huissier fermait les yeux comme s</w:t>
      </w:r>
      <w:r w:rsidR="00F635DB">
        <w:t>’</w:t>
      </w:r>
      <w:r w:rsidRPr="009071AC">
        <w:t>il eût été ébloui</w:t>
      </w:r>
      <w:r w:rsidR="00F635DB">
        <w:t>.</w:t>
      </w:r>
    </w:p>
    <w:p w14:paraId="370F161C" w14:textId="04F91828" w:rsidR="00F635DB" w:rsidRDefault="00F635DB" w:rsidP="00F635DB">
      <w:r>
        <w:t>— </w:t>
      </w:r>
      <w:r w:rsidR="00855694" w:rsidRPr="009071AC">
        <w:t xml:space="preserve">La seconde fois que je me suis présentée chez </w:t>
      </w:r>
      <w:r>
        <w:t>M. </w:t>
      </w:r>
      <w:r w:rsidR="00855694" w:rsidRPr="009071AC">
        <w:t>le comte</w:t>
      </w:r>
      <w:r>
        <w:t xml:space="preserve">, </w:t>
      </w:r>
      <w:r w:rsidR="00855694" w:rsidRPr="009071AC">
        <w:t xml:space="preserve">reprit </w:t>
      </w:r>
      <w:r>
        <w:t>M</w:t>
      </w:r>
      <w:r w:rsidRPr="00F635DB">
        <w:rPr>
          <w:vertAlign w:val="superscript"/>
        </w:rPr>
        <w:t>me</w:t>
      </w:r>
      <w:r>
        <w:t> </w:t>
      </w:r>
      <w:proofErr w:type="spellStart"/>
      <w:r w:rsidR="00855694" w:rsidRPr="009071AC">
        <w:t>Vantrasson</w:t>
      </w:r>
      <w:proofErr w:type="spellEnd"/>
      <w:r>
        <w:t xml:space="preserve">, </w:t>
      </w:r>
      <w:r w:rsidR="00855694" w:rsidRPr="009071AC">
        <w:t>je ne l</w:t>
      </w:r>
      <w:r>
        <w:t>’</w:t>
      </w:r>
      <w:r w:rsidR="00855694" w:rsidRPr="009071AC">
        <w:t>ai pas vu</w:t>
      </w:r>
      <w:r>
        <w:t xml:space="preserve">, </w:t>
      </w:r>
      <w:r w:rsidR="00855694" w:rsidRPr="009071AC">
        <w:t>mais il m</w:t>
      </w:r>
      <w:r>
        <w:t>’</w:t>
      </w:r>
      <w:r w:rsidR="00855694" w:rsidRPr="009071AC">
        <w:t>a fait remettre mille francs</w:t>
      </w:r>
      <w:r>
        <w:t xml:space="preserve">. </w:t>
      </w:r>
      <w:r w:rsidR="00855694" w:rsidRPr="009071AC">
        <w:t>La troisième et la quatrième fois</w:t>
      </w:r>
      <w:r>
        <w:t xml:space="preserve">, </w:t>
      </w:r>
      <w:r w:rsidR="00855694" w:rsidRPr="009071AC">
        <w:t>on m</w:t>
      </w:r>
      <w:r>
        <w:t>’</w:t>
      </w:r>
      <w:r w:rsidR="00855694" w:rsidRPr="009071AC">
        <w:t>a donné vingt francs à la porte</w:t>
      </w:r>
      <w:r>
        <w:t xml:space="preserve">, </w:t>
      </w:r>
      <w:r w:rsidR="00855694" w:rsidRPr="009071AC">
        <w:t xml:space="preserve">en me disant que </w:t>
      </w:r>
      <w:r>
        <w:t>M. </w:t>
      </w:r>
      <w:r w:rsidR="00855694" w:rsidRPr="009071AC">
        <w:t>le comte était en voyage</w:t>
      </w:r>
      <w:r>
        <w:t xml:space="preserve">… </w:t>
      </w:r>
      <w:r w:rsidR="00855694" w:rsidRPr="009071AC">
        <w:t>J</w:t>
      </w:r>
      <w:r>
        <w:t>’</w:t>
      </w:r>
      <w:r w:rsidR="00855694" w:rsidRPr="009071AC">
        <w:t>ai compris que c</w:t>
      </w:r>
      <w:r>
        <w:t>’</w:t>
      </w:r>
      <w:r w:rsidR="00855694" w:rsidRPr="009071AC">
        <w:t>était fini</w:t>
      </w:r>
      <w:r>
        <w:t xml:space="preserve">. </w:t>
      </w:r>
      <w:r w:rsidR="00855694" w:rsidRPr="009071AC">
        <w:t>D</w:t>
      </w:r>
      <w:r>
        <w:t>’</w:t>
      </w:r>
      <w:r w:rsidR="00855694" w:rsidRPr="009071AC">
        <w:t>ailleurs</w:t>
      </w:r>
      <w:r>
        <w:t xml:space="preserve">, </w:t>
      </w:r>
      <w:r w:rsidR="00855694" w:rsidRPr="009071AC">
        <w:t>tous les domestiques étaient changés</w:t>
      </w:r>
      <w:r>
        <w:t xml:space="preserve">. </w:t>
      </w:r>
      <w:r w:rsidR="00855694" w:rsidRPr="009071AC">
        <w:t>Un beau matin</w:t>
      </w:r>
      <w:r>
        <w:t xml:space="preserve">, </w:t>
      </w:r>
      <w:r w:rsidR="00855694" w:rsidRPr="009071AC">
        <w:t>sans qu</w:t>
      </w:r>
      <w:r>
        <w:t>’</w:t>
      </w:r>
      <w:r w:rsidR="00855694" w:rsidRPr="009071AC">
        <w:t>on ait su pourquoi</w:t>
      </w:r>
      <w:r>
        <w:t>, M. de </w:t>
      </w:r>
      <w:proofErr w:type="spellStart"/>
      <w:r w:rsidR="00855694" w:rsidRPr="009071AC">
        <w:t>Chalusse</w:t>
      </w:r>
      <w:proofErr w:type="spellEnd"/>
      <w:r w:rsidR="00855694" w:rsidRPr="009071AC">
        <w:t xml:space="preserve"> a fait maison nette</w:t>
      </w:r>
      <w:r>
        <w:t xml:space="preserve">, </w:t>
      </w:r>
      <w:r w:rsidR="00855694" w:rsidRPr="009071AC">
        <w:t>à ce qu</w:t>
      </w:r>
      <w:r>
        <w:t>’</w:t>
      </w:r>
      <w:r w:rsidR="00855694" w:rsidRPr="009071AC">
        <w:t>on m</w:t>
      </w:r>
      <w:r>
        <w:t>’</w:t>
      </w:r>
      <w:r w:rsidR="00855694" w:rsidRPr="009071AC">
        <w:t>a dit</w:t>
      </w:r>
      <w:r>
        <w:t xml:space="preserve">, </w:t>
      </w:r>
      <w:r w:rsidR="00855694" w:rsidRPr="009071AC">
        <w:t>il a renvoyé jusqu</w:t>
      </w:r>
      <w:r>
        <w:t>’</w:t>
      </w:r>
      <w:r w:rsidR="00855694" w:rsidRPr="009071AC">
        <w:t>au concierge et remplacé même la femme de charge</w:t>
      </w:r>
      <w:r>
        <w:t>.</w:t>
      </w:r>
    </w:p>
    <w:p w14:paraId="3CBBADB0" w14:textId="77777777" w:rsidR="00F635DB" w:rsidRDefault="00F635DB" w:rsidP="00F635DB">
      <w:r>
        <w:t>— </w:t>
      </w:r>
      <w:r w:rsidR="00855694" w:rsidRPr="009071AC">
        <w:t>Pourquoi ne pas vous adresser à sa femme</w:t>
      </w:r>
      <w:r>
        <w:t> ?</w:t>
      </w:r>
    </w:p>
    <w:p w14:paraId="1DCE78A1" w14:textId="2E0A6F42" w:rsidR="00F635DB" w:rsidRDefault="00F635DB" w:rsidP="00F635DB">
      <w:r>
        <w:t>— M. de </w:t>
      </w:r>
      <w:proofErr w:type="spellStart"/>
      <w:r w:rsidR="00855694" w:rsidRPr="009071AC">
        <w:t>Chalusse</w:t>
      </w:r>
      <w:proofErr w:type="spellEnd"/>
      <w:r w:rsidR="00855694" w:rsidRPr="009071AC">
        <w:t xml:space="preserve"> n</w:t>
      </w:r>
      <w:r>
        <w:t>’</w:t>
      </w:r>
      <w:r w:rsidR="00855694" w:rsidRPr="009071AC">
        <w:t>est pas marié</w:t>
      </w:r>
      <w:r>
        <w:t xml:space="preserve">… </w:t>
      </w:r>
      <w:r w:rsidR="00855694" w:rsidRPr="009071AC">
        <w:t>Il ne l</w:t>
      </w:r>
      <w:r>
        <w:t>’</w:t>
      </w:r>
      <w:r w:rsidR="00855694" w:rsidRPr="009071AC">
        <w:t>a jamais été</w:t>
      </w:r>
      <w:r>
        <w:t>.</w:t>
      </w:r>
    </w:p>
    <w:p w14:paraId="4E1CC2F1" w14:textId="394648A1" w:rsidR="00F635DB" w:rsidRDefault="00855694" w:rsidP="00F635DB">
      <w:r w:rsidRPr="009071AC">
        <w:t>Au ton de son hôte</w:t>
      </w:r>
      <w:r w:rsidR="00F635DB">
        <w:t>, M</w:t>
      </w:r>
      <w:r w:rsidR="00F635DB" w:rsidRPr="00F635DB">
        <w:rPr>
          <w:vertAlign w:val="superscript"/>
        </w:rPr>
        <w:t>me</w:t>
      </w:r>
      <w:r w:rsidR="00F635DB">
        <w:t> </w:t>
      </w:r>
      <w:proofErr w:type="spellStart"/>
      <w:r w:rsidRPr="009071AC">
        <w:t>Vantrasson</w:t>
      </w:r>
      <w:proofErr w:type="spellEnd"/>
      <w:r w:rsidRPr="009071AC">
        <w:t xml:space="preserve"> devait croire que</w:t>
      </w:r>
      <w:r w:rsidR="00F635DB">
        <w:t xml:space="preserve">, </w:t>
      </w:r>
      <w:r w:rsidRPr="009071AC">
        <w:t>saisi de pitié</w:t>
      </w:r>
      <w:r w:rsidR="00F635DB">
        <w:t xml:space="preserve">, </w:t>
      </w:r>
      <w:r w:rsidRPr="009071AC">
        <w:t>il se creusait la cervelle à lui chercher quelque expédient utile</w:t>
      </w:r>
      <w:r w:rsidR="00F635DB">
        <w:t>…</w:t>
      </w:r>
    </w:p>
    <w:p w14:paraId="11299ACD" w14:textId="77777777" w:rsidR="00F635DB" w:rsidRDefault="00F635DB" w:rsidP="00F635DB">
      <w:r>
        <w:t>— </w:t>
      </w:r>
      <w:r w:rsidR="00855694" w:rsidRPr="009071AC">
        <w:t>Moi</w:t>
      </w:r>
      <w:r>
        <w:t xml:space="preserve">, </w:t>
      </w:r>
      <w:r w:rsidR="00855694" w:rsidRPr="009071AC">
        <w:t>fit-il</w:t>
      </w:r>
      <w:r>
        <w:t xml:space="preserve">, </w:t>
      </w:r>
      <w:r w:rsidR="00855694" w:rsidRPr="009071AC">
        <w:t>je tâcherais d</w:t>
      </w:r>
      <w:r>
        <w:t>’</w:t>
      </w:r>
      <w:r w:rsidR="00855694" w:rsidRPr="009071AC">
        <w:t>intéresser à mon malheur la famille</w:t>
      </w:r>
      <w:r>
        <w:t xml:space="preserve">, </w:t>
      </w:r>
      <w:r w:rsidR="00855694" w:rsidRPr="009071AC">
        <w:t>les parents</w:t>
      </w:r>
      <w:r>
        <w:t>…</w:t>
      </w:r>
    </w:p>
    <w:p w14:paraId="0396950C" w14:textId="1E45C545" w:rsidR="00F635DB" w:rsidRDefault="00F635DB" w:rsidP="00F635DB">
      <w:r>
        <w:t>— M. </w:t>
      </w:r>
      <w:r w:rsidR="00855694" w:rsidRPr="009071AC">
        <w:t>le comte n</w:t>
      </w:r>
      <w:r>
        <w:t>’</w:t>
      </w:r>
      <w:r w:rsidR="00855694" w:rsidRPr="009071AC">
        <w:t>a pas de parents</w:t>
      </w:r>
      <w:r>
        <w:t>.</w:t>
      </w:r>
    </w:p>
    <w:p w14:paraId="3D3C7249" w14:textId="77777777" w:rsidR="00F635DB" w:rsidRDefault="00F635DB" w:rsidP="00F635DB">
      <w:r>
        <w:t>— </w:t>
      </w:r>
      <w:r w:rsidR="00855694" w:rsidRPr="009071AC">
        <w:t>Pas possible</w:t>
      </w:r>
      <w:r>
        <w:t> !…</w:t>
      </w:r>
    </w:p>
    <w:p w14:paraId="3F518876" w14:textId="77777777" w:rsidR="00F635DB" w:rsidRDefault="00F635DB" w:rsidP="00F635DB">
      <w:r>
        <w:lastRenderedPageBreak/>
        <w:t>— </w:t>
      </w:r>
      <w:r w:rsidR="00855694" w:rsidRPr="009071AC">
        <w:t>Ah</w:t>
      </w:r>
      <w:r>
        <w:t xml:space="preserve"> ! </w:t>
      </w:r>
      <w:r w:rsidR="00855694" w:rsidRPr="009071AC">
        <w:t>il n</w:t>
      </w:r>
      <w:r>
        <w:t>’</w:t>
      </w:r>
      <w:r w:rsidR="00855694" w:rsidRPr="009071AC">
        <w:t>y a pas à dire</w:t>
      </w:r>
      <w:r>
        <w:t xml:space="preserve">, </w:t>
      </w:r>
      <w:r w:rsidR="00855694" w:rsidRPr="009071AC">
        <w:t>c</w:t>
      </w:r>
      <w:r>
        <w:t>’</w:t>
      </w:r>
      <w:r w:rsidR="00855694" w:rsidRPr="009071AC">
        <w:t>est comme cela</w:t>
      </w:r>
      <w:r>
        <w:t xml:space="preserve">. </w:t>
      </w:r>
      <w:r w:rsidR="00855694" w:rsidRPr="009071AC">
        <w:t>Pendant dix ans que j</w:t>
      </w:r>
      <w:r>
        <w:t>’</w:t>
      </w:r>
      <w:r w:rsidR="00855694" w:rsidRPr="009071AC">
        <w:t>ai été à son service</w:t>
      </w:r>
      <w:r>
        <w:t xml:space="preserve">, </w:t>
      </w:r>
      <w:r w:rsidR="00855694" w:rsidRPr="009071AC">
        <w:t>je lui ai entendu répéter plus de dix fois qu</w:t>
      </w:r>
      <w:r>
        <w:t>’</w:t>
      </w:r>
      <w:r w:rsidR="00855694" w:rsidRPr="009071AC">
        <w:t>il est seul au monde de sa famille</w:t>
      </w:r>
      <w:r>
        <w:t xml:space="preserve">, </w:t>
      </w:r>
      <w:r w:rsidR="00855694" w:rsidRPr="009071AC">
        <w:t>le dernier de tous</w:t>
      </w:r>
      <w:r>
        <w:t xml:space="preserve">… </w:t>
      </w:r>
      <w:r w:rsidR="00855694" w:rsidRPr="009071AC">
        <w:t>Et même</w:t>
      </w:r>
      <w:r>
        <w:t xml:space="preserve">, </w:t>
      </w:r>
      <w:r w:rsidR="00855694" w:rsidRPr="009071AC">
        <w:t>on prétend que c</w:t>
      </w:r>
      <w:r>
        <w:t>’</w:t>
      </w:r>
      <w:r w:rsidR="00855694" w:rsidRPr="009071AC">
        <w:t>est pour cela qu</w:t>
      </w:r>
      <w:r>
        <w:t>’</w:t>
      </w:r>
      <w:r w:rsidR="00855694" w:rsidRPr="009071AC">
        <w:t>il est si riche</w:t>
      </w:r>
      <w:r>
        <w:t>.</w:t>
      </w:r>
    </w:p>
    <w:p w14:paraId="5EF1F4E1" w14:textId="24624510" w:rsidR="00F635DB" w:rsidRDefault="00855694" w:rsidP="00F635DB">
      <w:r w:rsidRPr="009071AC">
        <w:t>Désormais</w:t>
      </w:r>
      <w:r w:rsidR="00F635DB">
        <w:t xml:space="preserve">, </w:t>
      </w:r>
      <w:r w:rsidRPr="009071AC">
        <w:t>l</w:t>
      </w:r>
      <w:r w:rsidR="00F635DB">
        <w:t>’</w:t>
      </w:r>
      <w:r w:rsidRPr="009071AC">
        <w:t xml:space="preserve">attention de </w:t>
      </w:r>
      <w:r w:rsidR="00F635DB">
        <w:t>M. </w:t>
      </w:r>
      <w:r w:rsidRPr="009071AC">
        <w:t>Fortunat n</w:t>
      </w:r>
      <w:r w:rsidR="00F635DB">
        <w:t>’</w:t>
      </w:r>
      <w:r w:rsidRPr="009071AC">
        <w:t>était plus simulée</w:t>
      </w:r>
      <w:r w:rsidR="00F635DB">
        <w:t xml:space="preserve"> : </w:t>
      </w:r>
      <w:r w:rsidRPr="009071AC">
        <w:t>il abordait la question sérieuse et réelle de sa visite</w:t>
      </w:r>
      <w:r w:rsidR="00F635DB">
        <w:t>.</w:t>
      </w:r>
    </w:p>
    <w:p w14:paraId="20F4BACE" w14:textId="77777777" w:rsidR="00F635DB" w:rsidRDefault="00F635DB" w:rsidP="00F635DB">
      <w:r>
        <w:t>— </w:t>
      </w:r>
      <w:r w:rsidR="00855694" w:rsidRPr="009071AC">
        <w:t>Pas de famille</w:t>
      </w:r>
      <w:r>
        <w:t xml:space="preserve">… </w:t>
      </w:r>
      <w:r w:rsidR="00855694" w:rsidRPr="009071AC">
        <w:t>murmura-t-il</w:t>
      </w:r>
      <w:r>
        <w:t xml:space="preserve">. </w:t>
      </w:r>
      <w:r w:rsidR="00855694" w:rsidRPr="009071AC">
        <w:t xml:space="preserve">Qui donc héritera des millions du comte de </w:t>
      </w:r>
      <w:proofErr w:type="spellStart"/>
      <w:r w:rsidR="00855694" w:rsidRPr="009071AC">
        <w:t>Chalusse</w:t>
      </w:r>
      <w:proofErr w:type="spellEnd"/>
      <w:r w:rsidR="00855694" w:rsidRPr="009071AC">
        <w:t xml:space="preserve"> quand il mourra</w:t>
      </w:r>
      <w:r>
        <w:t> ?</w:t>
      </w:r>
    </w:p>
    <w:p w14:paraId="49412980" w14:textId="77777777" w:rsidR="00F635DB" w:rsidRDefault="00855694" w:rsidP="00F635DB">
      <w:r w:rsidRPr="009071AC">
        <w:t xml:space="preserve">La </w:t>
      </w:r>
      <w:proofErr w:type="spellStart"/>
      <w:r w:rsidRPr="009071AC">
        <w:t>Vantrasson</w:t>
      </w:r>
      <w:proofErr w:type="spellEnd"/>
      <w:r w:rsidRPr="009071AC">
        <w:t xml:space="preserve"> eut un geste d</w:t>
      </w:r>
      <w:r w:rsidR="00F635DB">
        <w:t>’</w:t>
      </w:r>
      <w:r w:rsidRPr="009071AC">
        <w:t>ignorance</w:t>
      </w:r>
      <w:r w:rsidR="00F635DB">
        <w:t>.</w:t>
      </w:r>
    </w:p>
    <w:p w14:paraId="6B89493A" w14:textId="77777777" w:rsidR="00F635DB" w:rsidRDefault="00F635DB" w:rsidP="00F635DB">
      <w:r>
        <w:t>— </w:t>
      </w:r>
      <w:r w:rsidR="00855694" w:rsidRPr="009071AC">
        <w:t>Qui sait</w:t>
      </w:r>
      <w:r>
        <w:t xml:space="preserve"> ?… </w:t>
      </w:r>
      <w:r w:rsidR="00855694" w:rsidRPr="009071AC">
        <w:t>répondit-elle</w:t>
      </w:r>
      <w:r>
        <w:t xml:space="preserve">. </w:t>
      </w:r>
      <w:r w:rsidR="00855694" w:rsidRPr="009071AC">
        <w:t>Tout ira au gouvernement</w:t>
      </w:r>
      <w:r>
        <w:t xml:space="preserve">, </w:t>
      </w:r>
      <w:r w:rsidR="00855694" w:rsidRPr="009071AC">
        <w:t>sans doute</w:t>
      </w:r>
      <w:r>
        <w:t xml:space="preserve">, </w:t>
      </w:r>
      <w:r w:rsidR="00855694" w:rsidRPr="009071AC">
        <w:t>à moins que</w:t>
      </w:r>
      <w:r>
        <w:t xml:space="preserve">… </w:t>
      </w:r>
      <w:r w:rsidR="00855694" w:rsidRPr="009071AC">
        <w:t>Mais non</w:t>
      </w:r>
      <w:r>
        <w:t xml:space="preserve">, </w:t>
      </w:r>
      <w:r w:rsidR="00855694" w:rsidRPr="009071AC">
        <w:t>c</w:t>
      </w:r>
      <w:r>
        <w:t>’</w:t>
      </w:r>
      <w:r w:rsidR="00855694" w:rsidRPr="009071AC">
        <w:t>est impossible</w:t>
      </w:r>
      <w:r>
        <w:t> !</w:t>
      </w:r>
    </w:p>
    <w:p w14:paraId="676D1586" w14:textId="77777777" w:rsidR="00F635DB" w:rsidRDefault="00F635DB" w:rsidP="00F635DB">
      <w:r>
        <w:t>— </w:t>
      </w:r>
      <w:r w:rsidR="00855694" w:rsidRPr="009071AC">
        <w:t>Quoi</w:t>
      </w:r>
      <w:r>
        <w:t> ?…</w:t>
      </w:r>
    </w:p>
    <w:p w14:paraId="4582A598" w14:textId="5ADE6523" w:rsidR="00F635DB" w:rsidRDefault="00F635DB" w:rsidP="00F635DB">
      <w:r>
        <w:t>— </w:t>
      </w:r>
      <w:r w:rsidR="00855694" w:rsidRPr="009071AC">
        <w:t>Rien</w:t>
      </w:r>
      <w:r>
        <w:t xml:space="preserve">… </w:t>
      </w:r>
      <w:r w:rsidR="00855694" w:rsidRPr="009071AC">
        <w:t xml:space="preserve">Je pensais à la sœur de </w:t>
      </w:r>
      <w:r>
        <w:t>M. </w:t>
      </w:r>
      <w:r w:rsidR="00855694" w:rsidRPr="009071AC">
        <w:t>le comte</w:t>
      </w:r>
      <w:r>
        <w:t>, M</w:t>
      </w:r>
      <w:r w:rsidRPr="00F635DB">
        <w:rPr>
          <w:vertAlign w:val="superscript"/>
        </w:rPr>
        <w:t>lle</w:t>
      </w:r>
      <w:r>
        <w:t> </w:t>
      </w:r>
      <w:r w:rsidR="00855694" w:rsidRPr="009071AC">
        <w:t>Hermine</w:t>
      </w:r>
      <w:r>
        <w:t>.</w:t>
      </w:r>
    </w:p>
    <w:p w14:paraId="64EBE85E" w14:textId="77777777" w:rsidR="00F635DB" w:rsidRDefault="00F635DB" w:rsidP="00F635DB">
      <w:r>
        <w:t>— </w:t>
      </w:r>
      <w:r w:rsidR="00855694" w:rsidRPr="009071AC">
        <w:t>Sa sœur</w:t>
      </w:r>
      <w:r>
        <w:t xml:space="preserve"> !… </w:t>
      </w:r>
      <w:r w:rsidR="00855694" w:rsidRPr="009071AC">
        <w:t>vous disiez qu</w:t>
      </w:r>
      <w:r>
        <w:t>’</w:t>
      </w:r>
      <w:r w:rsidR="00855694" w:rsidRPr="009071AC">
        <w:t>il n</w:t>
      </w:r>
      <w:r>
        <w:t>’</w:t>
      </w:r>
      <w:r w:rsidR="00855694" w:rsidRPr="009071AC">
        <w:t>a plus un seul parent</w:t>
      </w:r>
      <w:r>
        <w:t>.</w:t>
      </w:r>
    </w:p>
    <w:p w14:paraId="75553B4B" w14:textId="77777777" w:rsidR="00F635DB" w:rsidRDefault="00F635DB" w:rsidP="00F635DB">
      <w:r>
        <w:t>— </w:t>
      </w:r>
      <w:r w:rsidR="00855694" w:rsidRPr="009071AC">
        <w:t>C</w:t>
      </w:r>
      <w:r>
        <w:t>’</w:t>
      </w:r>
      <w:r w:rsidR="00855694" w:rsidRPr="009071AC">
        <w:t>est que c</w:t>
      </w:r>
      <w:r>
        <w:t>’</w:t>
      </w:r>
      <w:r w:rsidR="00855694" w:rsidRPr="009071AC">
        <w:t>est tout comme</w:t>
      </w:r>
      <w:r>
        <w:t xml:space="preserve">… </w:t>
      </w:r>
      <w:r w:rsidR="00855694" w:rsidRPr="009071AC">
        <w:t>Et d</w:t>
      </w:r>
      <w:r>
        <w:t>’</w:t>
      </w:r>
      <w:r w:rsidR="00855694" w:rsidRPr="009071AC">
        <w:t>ailleurs</w:t>
      </w:r>
      <w:r>
        <w:t xml:space="preserve">, </w:t>
      </w:r>
      <w:r w:rsidR="00855694" w:rsidRPr="009071AC">
        <w:t>qu</w:t>
      </w:r>
      <w:r>
        <w:t>’</w:t>
      </w:r>
      <w:r w:rsidR="00855694" w:rsidRPr="009071AC">
        <w:t>est-elle devenue</w:t>
      </w:r>
      <w:r>
        <w:t xml:space="preserve">, </w:t>
      </w:r>
      <w:r w:rsidR="00855694" w:rsidRPr="009071AC">
        <w:t>la pauvre créature</w:t>
      </w:r>
      <w:r>
        <w:t xml:space="preserve"> ?… </w:t>
      </w:r>
      <w:r w:rsidR="00855694" w:rsidRPr="009071AC">
        <w:t>Les uns assuraient qu</w:t>
      </w:r>
      <w:r>
        <w:t>’</w:t>
      </w:r>
      <w:r w:rsidR="00855694" w:rsidRPr="009071AC">
        <w:t>elle s</w:t>
      </w:r>
      <w:r>
        <w:t>’</w:t>
      </w:r>
      <w:r w:rsidR="00855694" w:rsidRPr="009071AC">
        <w:t>était mariée</w:t>
      </w:r>
      <w:r>
        <w:t xml:space="preserve">, </w:t>
      </w:r>
      <w:r w:rsidR="00855694" w:rsidRPr="009071AC">
        <w:t>et les autres qu</w:t>
      </w:r>
      <w:r>
        <w:t>’</w:t>
      </w:r>
      <w:r w:rsidR="00855694" w:rsidRPr="009071AC">
        <w:t>elle était morte</w:t>
      </w:r>
      <w:r>
        <w:t xml:space="preserve">… </w:t>
      </w:r>
      <w:r w:rsidR="00855694" w:rsidRPr="009071AC">
        <w:t>C</w:t>
      </w:r>
      <w:r>
        <w:t>’</w:t>
      </w:r>
      <w:r w:rsidR="00855694" w:rsidRPr="009071AC">
        <w:t>est tout une histoire</w:t>
      </w:r>
      <w:r>
        <w:t>.</w:t>
      </w:r>
    </w:p>
    <w:p w14:paraId="198F1654" w14:textId="0BFAE24B" w:rsidR="00F635DB" w:rsidRDefault="00855694" w:rsidP="00F635DB">
      <w:r w:rsidRPr="009071AC">
        <w:t>Littéralement</w:t>
      </w:r>
      <w:r w:rsidR="00F635DB">
        <w:t>, M. </w:t>
      </w:r>
      <w:r w:rsidRPr="009071AC">
        <w:t>Isidore Fortunat était sur le gril</w:t>
      </w:r>
      <w:r w:rsidR="00F635DB">
        <w:t xml:space="preserve">. </w:t>
      </w:r>
      <w:r w:rsidRPr="009071AC">
        <w:t>Et pour comble</w:t>
      </w:r>
      <w:r w:rsidR="00F635DB">
        <w:t xml:space="preserve">, </w:t>
      </w:r>
      <w:r w:rsidRPr="009071AC">
        <w:t>il n</w:t>
      </w:r>
      <w:r w:rsidR="00F635DB">
        <w:t>’</w:t>
      </w:r>
      <w:r w:rsidRPr="009071AC">
        <w:t>osait interroger directement ni même laisser paraître son anxieuse curiosité</w:t>
      </w:r>
      <w:r w:rsidR="00F635DB">
        <w:t xml:space="preserve">, </w:t>
      </w:r>
      <w:r w:rsidRPr="009071AC">
        <w:t>dans la crainte d</w:t>
      </w:r>
      <w:r w:rsidR="00F635DB">
        <w:t>’</w:t>
      </w:r>
      <w:r w:rsidRPr="009071AC">
        <w:t xml:space="preserve">effaroucher la femme </w:t>
      </w:r>
      <w:proofErr w:type="spellStart"/>
      <w:r w:rsidRPr="009071AC">
        <w:t>Vantrasson</w:t>
      </w:r>
      <w:proofErr w:type="spellEnd"/>
      <w:r w:rsidR="00F635DB">
        <w:t>.</w:t>
      </w:r>
    </w:p>
    <w:p w14:paraId="5452BB7C" w14:textId="77777777" w:rsidR="00F635DB" w:rsidRDefault="00F635DB" w:rsidP="00F635DB">
      <w:r>
        <w:t>— </w:t>
      </w:r>
      <w:r w:rsidR="00855694" w:rsidRPr="009071AC">
        <w:t>Attendez donc</w:t>
      </w:r>
      <w:r>
        <w:t xml:space="preserve">, </w:t>
      </w:r>
      <w:r w:rsidR="00855694" w:rsidRPr="009071AC">
        <w:t>fit-il</w:t>
      </w:r>
      <w:r>
        <w:t xml:space="preserve">, </w:t>
      </w:r>
      <w:r w:rsidR="00855694" w:rsidRPr="009071AC">
        <w:t>je crois</w:t>
      </w:r>
      <w:r>
        <w:t xml:space="preserve">… </w:t>
      </w:r>
      <w:r w:rsidR="00855694" w:rsidRPr="009071AC">
        <w:t>il me semble que j</w:t>
      </w:r>
      <w:r>
        <w:t>’</w:t>
      </w:r>
      <w:r w:rsidR="00855694" w:rsidRPr="009071AC">
        <w:t>ai entendu raconter</w:t>
      </w:r>
      <w:r>
        <w:t xml:space="preserve">… </w:t>
      </w:r>
      <w:r w:rsidR="00855694" w:rsidRPr="009071AC">
        <w:t>ou que j</w:t>
      </w:r>
      <w:r>
        <w:t>’</w:t>
      </w:r>
      <w:r w:rsidR="00855694" w:rsidRPr="009071AC">
        <w:t>ai lu</w:t>
      </w:r>
      <w:r>
        <w:t xml:space="preserve"> – </w:t>
      </w:r>
      <w:r w:rsidR="00855694" w:rsidRPr="009071AC">
        <w:t>je n</w:t>
      </w:r>
      <w:r>
        <w:t>’</w:t>
      </w:r>
      <w:r w:rsidR="00855694" w:rsidRPr="009071AC">
        <w:t>e sais pas au juste</w:t>
      </w:r>
      <w:r>
        <w:t xml:space="preserve"> – </w:t>
      </w:r>
      <w:r w:rsidR="00855694" w:rsidRPr="009071AC">
        <w:lastRenderedPageBreak/>
        <w:t>une histoire</w:t>
      </w:r>
      <w:r>
        <w:t xml:space="preserve">, </w:t>
      </w:r>
      <w:r w:rsidR="00855694" w:rsidRPr="009071AC">
        <w:t>au sujet d</w:t>
      </w:r>
      <w:r>
        <w:t>’</w:t>
      </w:r>
      <w:r w:rsidR="00855694" w:rsidRPr="009071AC">
        <w:t xml:space="preserve">une demoiselle de </w:t>
      </w:r>
      <w:proofErr w:type="spellStart"/>
      <w:r w:rsidR="00855694" w:rsidRPr="009071AC">
        <w:t>Chalusse</w:t>
      </w:r>
      <w:proofErr w:type="spellEnd"/>
      <w:r>
        <w:t xml:space="preserve">. </w:t>
      </w:r>
      <w:r w:rsidR="00855694" w:rsidRPr="009071AC">
        <w:t>C</w:t>
      </w:r>
      <w:r>
        <w:t>’</w:t>
      </w:r>
      <w:r w:rsidR="00855694" w:rsidRPr="009071AC">
        <w:t>était terrible</w:t>
      </w:r>
      <w:r>
        <w:t xml:space="preserve">, </w:t>
      </w:r>
      <w:r w:rsidR="00855694" w:rsidRPr="009071AC">
        <w:t>n</w:t>
      </w:r>
      <w:r>
        <w:t>’</w:t>
      </w:r>
      <w:r w:rsidR="00855694" w:rsidRPr="009071AC">
        <w:t>est-ce pas</w:t>
      </w:r>
      <w:r>
        <w:t> ?</w:t>
      </w:r>
    </w:p>
    <w:p w14:paraId="70BD5EEF" w14:textId="77777777" w:rsidR="00F635DB" w:rsidRDefault="00F635DB" w:rsidP="00F635DB">
      <w:r>
        <w:t>— </w:t>
      </w:r>
      <w:r w:rsidR="00855694" w:rsidRPr="009071AC">
        <w:t>Oui</w:t>
      </w:r>
      <w:r>
        <w:t xml:space="preserve">, </w:t>
      </w:r>
      <w:r w:rsidR="00855694" w:rsidRPr="009071AC">
        <w:t>terrible</w:t>
      </w:r>
      <w:r>
        <w:t xml:space="preserve">, </w:t>
      </w:r>
      <w:r w:rsidR="00855694" w:rsidRPr="009071AC">
        <w:t>en effet</w:t>
      </w:r>
      <w:r>
        <w:t xml:space="preserve">… </w:t>
      </w:r>
      <w:r w:rsidR="00855694" w:rsidRPr="009071AC">
        <w:t>Mais je vous parle de longtemps</w:t>
      </w:r>
      <w:r>
        <w:t xml:space="preserve">… </w:t>
      </w:r>
      <w:r w:rsidR="00855694" w:rsidRPr="009071AC">
        <w:t>de vingt-cinq ou vingt-six ans au moins</w:t>
      </w:r>
      <w:r>
        <w:t xml:space="preserve">… </w:t>
      </w:r>
      <w:r w:rsidR="00855694" w:rsidRPr="009071AC">
        <w:t>j</w:t>
      </w:r>
      <w:r>
        <w:t>’</w:t>
      </w:r>
      <w:r w:rsidR="00855694" w:rsidRPr="009071AC">
        <w:t>étais encore dans mon pays</w:t>
      </w:r>
      <w:r>
        <w:t xml:space="preserve">, </w:t>
      </w:r>
      <w:r w:rsidR="00855694" w:rsidRPr="009071AC">
        <w:t>à Besançon</w:t>
      </w:r>
      <w:r>
        <w:t xml:space="preserve">… </w:t>
      </w:r>
      <w:r w:rsidR="00855694" w:rsidRPr="009071AC">
        <w:t>Seulement</w:t>
      </w:r>
      <w:r>
        <w:t xml:space="preserve">, </w:t>
      </w:r>
      <w:r w:rsidR="00855694" w:rsidRPr="009071AC">
        <w:t>personne n</w:t>
      </w:r>
      <w:r>
        <w:t>’</w:t>
      </w:r>
      <w:r w:rsidR="00855694" w:rsidRPr="009071AC">
        <w:t>a connu au juste la vérité</w:t>
      </w:r>
      <w:r>
        <w:t>.</w:t>
      </w:r>
    </w:p>
    <w:p w14:paraId="2B866BAD" w14:textId="77777777" w:rsidR="00F635DB" w:rsidRDefault="00F635DB" w:rsidP="00F635DB">
      <w:r>
        <w:t>— </w:t>
      </w:r>
      <w:r w:rsidR="00855694" w:rsidRPr="009071AC">
        <w:t>Comment</w:t>
      </w:r>
      <w:r>
        <w:t xml:space="preserve"> ! </w:t>
      </w:r>
      <w:r w:rsidR="00855694" w:rsidRPr="009071AC">
        <w:t>pas même vous</w:t>
      </w:r>
      <w:r>
        <w:t> ?…</w:t>
      </w:r>
    </w:p>
    <w:p w14:paraId="73367BA4" w14:textId="7B3CAF24" w:rsidR="00F635DB" w:rsidRDefault="00F635DB" w:rsidP="00F635DB">
      <w:r>
        <w:t>— </w:t>
      </w:r>
      <w:r w:rsidR="00855694" w:rsidRPr="009071AC">
        <w:t>Oh</w:t>
      </w:r>
      <w:r>
        <w:t xml:space="preserve"> !… </w:t>
      </w:r>
      <w:r w:rsidR="00855694" w:rsidRPr="009071AC">
        <w:t>moi</w:t>
      </w:r>
      <w:r>
        <w:t xml:space="preserve">, </w:t>
      </w:r>
      <w:r w:rsidR="00855694" w:rsidRPr="009071AC">
        <w:t>c</w:t>
      </w:r>
      <w:r>
        <w:t>’</w:t>
      </w:r>
      <w:r w:rsidR="00855694" w:rsidRPr="009071AC">
        <w:t>est différent</w:t>
      </w:r>
      <w:r>
        <w:t xml:space="preserve">. </w:t>
      </w:r>
      <w:r w:rsidR="00855694" w:rsidRPr="009071AC">
        <w:t xml:space="preserve">Quand je suis entrée chez </w:t>
      </w:r>
      <w:r>
        <w:t>M. de </w:t>
      </w:r>
      <w:proofErr w:type="spellStart"/>
      <w:r w:rsidR="00855694" w:rsidRPr="009071AC">
        <w:t>Chalusse</w:t>
      </w:r>
      <w:proofErr w:type="spellEnd"/>
      <w:r>
        <w:t xml:space="preserve">, </w:t>
      </w:r>
      <w:r w:rsidR="00855694" w:rsidRPr="009071AC">
        <w:t>six ans plus tard</w:t>
      </w:r>
      <w:r>
        <w:t xml:space="preserve">, </w:t>
      </w:r>
      <w:r w:rsidR="00855694" w:rsidRPr="009071AC">
        <w:t>il avait encore à son service un vieux jardinier qui avait tout su et qui m</w:t>
      </w:r>
      <w:r>
        <w:t>’</w:t>
      </w:r>
      <w:r w:rsidR="00855694" w:rsidRPr="009071AC">
        <w:t>a tout conté</w:t>
      </w:r>
      <w:r>
        <w:t xml:space="preserve">, </w:t>
      </w:r>
      <w:r w:rsidR="00855694" w:rsidRPr="009071AC">
        <w:t>en me faisant jurer de n</w:t>
      </w:r>
      <w:r>
        <w:t>’</w:t>
      </w:r>
      <w:r w:rsidR="00855694" w:rsidRPr="009071AC">
        <w:t>en jamais parler</w:t>
      </w:r>
      <w:r>
        <w:t xml:space="preserve">, </w:t>
      </w:r>
      <w:r w:rsidR="00855694" w:rsidRPr="009071AC">
        <w:t>bien entendu</w:t>
      </w:r>
      <w:r>
        <w:t>.</w:t>
      </w:r>
    </w:p>
    <w:p w14:paraId="7B8CCE9D" w14:textId="77777777" w:rsidR="00F635DB" w:rsidRDefault="00855694" w:rsidP="00F635DB">
      <w:r w:rsidRPr="009071AC">
        <w:t>Prodigue de détails tant qu</w:t>
      </w:r>
      <w:r w:rsidR="00F635DB">
        <w:t>’</w:t>
      </w:r>
      <w:r w:rsidRPr="009071AC">
        <w:t>il s</w:t>
      </w:r>
      <w:r w:rsidR="00F635DB">
        <w:t>’</w:t>
      </w:r>
      <w:r w:rsidRPr="009071AC">
        <w:t>était agi d</w:t>
      </w:r>
      <w:r w:rsidR="00F635DB">
        <w:t>’</w:t>
      </w:r>
      <w:r w:rsidRPr="009071AC">
        <w:t>elle ou de son mari</w:t>
      </w:r>
      <w:r w:rsidR="00F635DB">
        <w:t xml:space="preserve">, </w:t>
      </w:r>
      <w:r w:rsidRPr="009071AC">
        <w:t xml:space="preserve">la </w:t>
      </w:r>
      <w:proofErr w:type="spellStart"/>
      <w:r w:rsidRPr="009071AC">
        <w:t>Vantrasson</w:t>
      </w:r>
      <w:proofErr w:type="spellEnd"/>
      <w:r w:rsidRPr="009071AC">
        <w:t xml:space="preserve"> allait-elle se tenir sur la réserve</w:t>
      </w:r>
      <w:r w:rsidR="00F635DB">
        <w:t xml:space="preserve">, </w:t>
      </w:r>
      <w:r w:rsidRPr="009071AC">
        <w:t>maintenant qu</w:t>
      </w:r>
      <w:r w:rsidR="00F635DB">
        <w:t>’</w:t>
      </w:r>
      <w:r w:rsidRPr="009071AC">
        <w:t>il s</w:t>
      </w:r>
      <w:r w:rsidR="00F635DB">
        <w:t>’</w:t>
      </w:r>
      <w:r w:rsidRPr="009071AC">
        <w:t xml:space="preserve">agissait de la famille de </w:t>
      </w:r>
      <w:proofErr w:type="spellStart"/>
      <w:r w:rsidRPr="009071AC">
        <w:t>Chalusse</w:t>
      </w:r>
      <w:proofErr w:type="spellEnd"/>
      <w:r w:rsidR="00F635DB">
        <w:t> ?</w:t>
      </w:r>
    </w:p>
    <w:p w14:paraId="0BB2575B" w14:textId="33FB4A3F" w:rsidR="00F635DB" w:rsidRDefault="00855694" w:rsidP="00F635DB">
      <w:r w:rsidRPr="009071AC">
        <w:t>On devait l</w:t>
      </w:r>
      <w:r w:rsidR="00F635DB">
        <w:t>’</w:t>
      </w:r>
      <w:r w:rsidRPr="009071AC">
        <w:t>appréhender</w:t>
      </w:r>
      <w:r w:rsidR="00F635DB">
        <w:t xml:space="preserve">, </w:t>
      </w:r>
      <w:r w:rsidRPr="009071AC">
        <w:t>à voir sa mine pincée</w:t>
      </w:r>
      <w:r w:rsidR="00F635DB">
        <w:t xml:space="preserve">, </w:t>
      </w:r>
      <w:r w:rsidRPr="009071AC">
        <w:t xml:space="preserve">et </w:t>
      </w:r>
      <w:r w:rsidR="00F635DB">
        <w:t>M. </w:t>
      </w:r>
      <w:r w:rsidRPr="009071AC">
        <w:t>Fortunat en frémit</w:t>
      </w:r>
      <w:r w:rsidR="00F635DB">
        <w:t xml:space="preserve">, </w:t>
      </w:r>
      <w:r w:rsidRPr="009071AC">
        <w:t>maudissant en lui-même cette discrétion intempestive</w:t>
      </w:r>
      <w:r w:rsidR="00F635DB">
        <w:t>.</w:t>
      </w:r>
    </w:p>
    <w:p w14:paraId="1ECC058A" w14:textId="77777777" w:rsidR="00F635DB" w:rsidRDefault="00855694" w:rsidP="00F635DB">
      <w:r w:rsidRPr="009071AC">
        <w:t>Mais on ne le prenait pas sans vert</w:t>
      </w:r>
      <w:r w:rsidR="00F635DB">
        <w:t xml:space="preserve">, </w:t>
      </w:r>
      <w:r w:rsidRPr="009071AC">
        <w:t>et quand il se mêlait d</w:t>
      </w:r>
      <w:r w:rsidR="00F635DB">
        <w:t>’</w:t>
      </w:r>
      <w:r w:rsidRPr="009071AC">
        <w:t>un interrogatoire</w:t>
      </w:r>
      <w:r w:rsidR="00F635DB">
        <w:t xml:space="preserve">, </w:t>
      </w:r>
      <w:r w:rsidRPr="009071AC">
        <w:t>il avait pour délier les langues des finesses qu</w:t>
      </w:r>
      <w:r w:rsidR="00F635DB">
        <w:t>’</w:t>
      </w:r>
      <w:r w:rsidRPr="009071AC">
        <w:t>un juge d</w:t>
      </w:r>
      <w:r w:rsidR="00F635DB">
        <w:t>’</w:t>
      </w:r>
      <w:r w:rsidRPr="009071AC">
        <w:t>instruction lui eût enviées</w:t>
      </w:r>
      <w:r w:rsidR="00F635DB">
        <w:t>.</w:t>
      </w:r>
    </w:p>
    <w:p w14:paraId="74E72CB1" w14:textId="77777777" w:rsidR="00F635DB" w:rsidRDefault="00855694" w:rsidP="00F635DB">
      <w:r w:rsidRPr="009071AC">
        <w:t xml:space="preserve">Bien loin donc de paraître attacher la moindre importance au récit de la patronne du </w:t>
      </w:r>
      <w:r w:rsidR="00F635DB">
        <w:t>« </w:t>
      </w:r>
      <w:r w:rsidRPr="009071AC">
        <w:t>garni modèle</w:t>
      </w:r>
      <w:r w:rsidR="00F635DB">
        <w:t>, »</w:t>
      </w:r>
      <w:r w:rsidRPr="009071AC">
        <w:t xml:space="preserve"> il se dressa d</w:t>
      </w:r>
      <w:r w:rsidR="00F635DB">
        <w:t>’</w:t>
      </w:r>
      <w:r w:rsidRPr="009071AC">
        <w:t>un air effaré</w:t>
      </w:r>
      <w:r w:rsidR="00F635DB">
        <w:t xml:space="preserve">, </w:t>
      </w:r>
      <w:r w:rsidRPr="009071AC">
        <w:t>en homme qui soudain s</w:t>
      </w:r>
      <w:r w:rsidR="00F635DB">
        <w:t>’</w:t>
      </w:r>
      <w:r w:rsidRPr="009071AC">
        <w:t>aperçoit qu</w:t>
      </w:r>
      <w:r w:rsidR="00F635DB">
        <w:t>’</w:t>
      </w:r>
      <w:r w:rsidRPr="009071AC">
        <w:t>il s</w:t>
      </w:r>
      <w:r w:rsidR="00F635DB">
        <w:t>’</w:t>
      </w:r>
      <w:r w:rsidRPr="009071AC">
        <w:t>est oublié</w:t>
      </w:r>
      <w:r w:rsidR="00F635DB">
        <w:t>.</w:t>
      </w:r>
    </w:p>
    <w:p w14:paraId="1F4F0155" w14:textId="77777777" w:rsidR="00F635DB" w:rsidRDefault="00F635DB" w:rsidP="00F635DB">
      <w:r>
        <w:t>— </w:t>
      </w:r>
      <w:r w:rsidR="00855694" w:rsidRPr="009071AC">
        <w:t>Sapristi</w:t>
      </w:r>
      <w:r>
        <w:t xml:space="preserve"> !… </w:t>
      </w:r>
      <w:r w:rsidR="00855694" w:rsidRPr="009071AC">
        <w:t>s</w:t>
      </w:r>
      <w:r>
        <w:t>’</w:t>
      </w:r>
      <w:r w:rsidR="00855694" w:rsidRPr="009071AC">
        <w:t>écria-t-il</w:t>
      </w:r>
      <w:r>
        <w:t xml:space="preserve">, </w:t>
      </w:r>
      <w:r w:rsidR="00855694" w:rsidRPr="009071AC">
        <w:t>nous sommes là que nous bavardons et le temps passe</w:t>
      </w:r>
      <w:r>
        <w:t xml:space="preserve">… </w:t>
      </w:r>
      <w:r w:rsidR="00855694" w:rsidRPr="009071AC">
        <w:t>Impossible d</w:t>
      </w:r>
      <w:r>
        <w:t>’</w:t>
      </w:r>
      <w:r w:rsidR="00855694" w:rsidRPr="009071AC">
        <w:t>attendre votre mari</w:t>
      </w:r>
      <w:r>
        <w:t xml:space="preserve"> ! </w:t>
      </w:r>
      <w:r w:rsidR="00855694" w:rsidRPr="009071AC">
        <w:t>Si je restais davantage</w:t>
      </w:r>
      <w:r>
        <w:t xml:space="preserve">, </w:t>
      </w:r>
      <w:r w:rsidR="00855694" w:rsidRPr="009071AC">
        <w:t>je ne trouverais plus d</w:t>
      </w:r>
      <w:r>
        <w:t>’</w:t>
      </w:r>
      <w:r w:rsidR="00855694" w:rsidRPr="009071AC">
        <w:t>omnibus et je demeure de l</w:t>
      </w:r>
      <w:r>
        <w:t>’</w:t>
      </w:r>
      <w:r w:rsidR="00855694" w:rsidRPr="009071AC">
        <w:t>autre côté de l</w:t>
      </w:r>
      <w:r>
        <w:t>’</w:t>
      </w:r>
      <w:r w:rsidR="00855694" w:rsidRPr="009071AC">
        <w:t>eau</w:t>
      </w:r>
      <w:r>
        <w:t xml:space="preserve">, </w:t>
      </w:r>
      <w:r w:rsidR="00855694" w:rsidRPr="009071AC">
        <w:t>derrière le Luxembourg</w:t>
      </w:r>
      <w:r>
        <w:t>.</w:t>
      </w:r>
    </w:p>
    <w:p w14:paraId="66D8D2E3" w14:textId="77777777" w:rsidR="00F635DB" w:rsidRDefault="00F635DB" w:rsidP="00F635DB">
      <w:r>
        <w:lastRenderedPageBreak/>
        <w:t>— </w:t>
      </w:r>
      <w:r w:rsidR="00855694" w:rsidRPr="009071AC">
        <w:t>Et notre arrangement</w:t>
      </w:r>
      <w:r>
        <w:t xml:space="preserve">, </w:t>
      </w:r>
      <w:r w:rsidR="00855694" w:rsidRPr="009071AC">
        <w:t>monsieur</w:t>
      </w:r>
      <w:r>
        <w:t>…</w:t>
      </w:r>
    </w:p>
    <w:p w14:paraId="71FDE2A2" w14:textId="77777777" w:rsidR="00F635DB" w:rsidRDefault="00F635DB" w:rsidP="00F635DB">
      <w:r>
        <w:t>— </w:t>
      </w:r>
      <w:r w:rsidR="00855694" w:rsidRPr="009071AC">
        <w:t>Ah</w:t>
      </w:r>
      <w:r>
        <w:t xml:space="preserve"> !… </w:t>
      </w:r>
      <w:r w:rsidR="00855694" w:rsidRPr="009071AC">
        <w:t>tant pis</w:t>
      </w:r>
      <w:r>
        <w:t xml:space="preserve">, </w:t>
      </w:r>
      <w:r w:rsidR="00855694" w:rsidRPr="009071AC">
        <w:t>nous le rédigerons une autre fois</w:t>
      </w:r>
      <w:r>
        <w:t xml:space="preserve">… </w:t>
      </w:r>
      <w:r w:rsidR="00855694" w:rsidRPr="009071AC">
        <w:t>Je repasserai où on vous enverra un de mes collègues</w:t>
      </w:r>
      <w:r>
        <w:t>.</w:t>
      </w:r>
    </w:p>
    <w:p w14:paraId="0D8DD0D6" w14:textId="77777777" w:rsidR="00F635DB" w:rsidRDefault="00855694" w:rsidP="00F635DB">
      <w:r w:rsidRPr="009071AC">
        <w:t xml:space="preserve">Ce fut au tour de la </w:t>
      </w:r>
      <w:proofErr w:type="spellStart"/>
      <w:r w:rsidRPr="009071AC">
        <w:t>Vantrasson</w:t>
      </w:r>
      <w:proofErr w:type="spellEnd"/>
      <w:r w:rsidRPr="009071AC">
        <w:t xml:space="preserve"> de trembler</w:t>
      </w:r>
      <w:r w:rsidR="00F635DB">
        <w:t>.</w:t>
      </w:r>
    </w:p>
    <w:p w14:paraId="252346AA" w14:textId="77777777" w:rsidR="00F635DB" w:rsidRDefault="00855694" w:rsidP="00F635DB">
      <w:r w:rsidRPr="009071AC">
        <w:t>Elle pensa que si elle laissait s</w:t>
      </w:r>
      <w:r w:rsidR="00F635DB">
        <w:t>’</w:t>
      </w:r>
      <w:r w:rsidRPr="009071AC">
        <w:t>éloigner ce soi-disant clerc d</w:t>
      </w:r>
      <w:r w:rsidR="00F635DB">
        <w:t>’</w:t>
      </w:r>
      <w:r w:rsidRPr="009071AC">
        <w:t>huissier</w:t>
      </w:r>
      <w:r w:rsidR="00F635DB">
        <w:t xml:space="preserve">, </w:t>
      </w:r>
      <w:r w:rsidRPr="009071AC">
        <w:t>c</w:t>
      </w:r>
      <w:r w:rsidR="00F635DB">
        <w:t>’</w:t>
      </w:r>
      <w:r w:rsidRPr="009071AC">
        <w:t>en était peut-être fait de la transaction</w:t>
      </w:r>
      <w:r w:rsidR="00F635DB">
        <w:t xml:space="preserve">. </w:t>
      </w:r>
      <w:r w:rsidRPr="009071AC">
        <w:t>Un autre serait-il aussi accommodant</w:t>
      </w:r>
      <w:r w:rsidR="00F635DB">
        <w:t xml:space="preserve"> ?… </w:t>
      </w:r>
      <w:r w:rsidRPr="009071AC">
        <w:t>Et lui-même conserverait-il ses bonnes dispositions</w:t>
      </w:r>
      <w:r w:rsidR="00F635DB">
        <w:t> ?…</w:t>
      </w:r>
    </w:p>
    <w:p w14:paraId="15ADBD29" w14:textId="77777777" w:rsidR="00F635DB" w:rsidRDefault="00F635DB" w:rsidP="00F635DB">
      <w:r>
        <w:t>— </w:t>
      </w:r>
      <w:r w:rsidR="00855694" w:rsidRPr="009071AC">
        <w:t>Encore une petite minute</w:t>
      </w:r>
      <w:r>
        <w:t xml:space="preserve">, </w:t>
      </w:r>
      <w:r w:rsidR="00855694" w:rsidRPr="009071AC">
        <w:t>monsieur</w:t>
      </w:r>
      <w:r>
        <w:t xml:space="preserve">, </w:t>
      </w:r>
      <w:r w:rsidR="00855694" w:rsidRPr="009071AC">
        <w:t>insista-t-elle</w:t>
      </w:r>
      <w:r>
        <w:t xml:space="preserve">, </w:t>
      </w:r>
      <w:r w:rsidR="00855694" w:rsidRPr="009071AC">
        <w:t>mon mari ne saurait tarder et le dernier omnibus ne part qu</w:t>
      </w:r>
      <w:r>
        <w:t>’</w:t>
      </w:r>
      <w:r w:rsidR="00855694" w:rsidRPr="009071AC">
        <w:t>à minuit de la rue de Lévis</w:t>
      </w:r>
      <w:r>
        <w:t>…</w:t>
      </w:r>
    </w:p>
    <w:p w14:paraId="0E375A2C" w14:textId="77777777" w:rsidR="00F635DB" w:rsidRDefault="00F635DB" w:rsidP="00F635DB">
      <w:r>
        <w:t>— </w:t>
      </w:r>
      <w:r w:rsidR="00855694" w:rsidRPr="009071AC">
        <w:t>Je ne dis pas non</w:t>
      </w:r>
      <w:r>
        <w:t xml:space="preserve">, </w:t>
      </w:r>
      <w:r w:rsidR="00855694" w:rsidRPr="009071AC">
        <w:t>mais le quartier est si désert</w:t>
      </w:r>
      <w:r>
        <w:t>…</w:t>
      </w:r>
    </w:p>
    <w:p w14:paraId="7CBFB74D" w14:textId="77777777" w:rsidR="00F635DB" w:rsidRDefault="00F635DB" w:rsidP="00F635DB">
      <w:r>
        <w:t>— </w:t>
      </w:r>
      <w:proofErr w:type="spellStart"/>
      <w:r w:rsidR="00855694" w:rsidRPr="009071AC">
        <w:t>Vantrasson</w:t>
      </w:r>
      <w:proofErr w:type="spellEnd"/>
      <w:r w:rsidR="00855694" w:rsidRPr="009071AC">
        <w:t xml:space="preserve"> vous accompagnera</w:t>
      </w:r>
      <w:r>
        <w:t>…</w:t>
      </w:r>
    </w:p>
    <w:p w14:paraId="1C356B71" w14:textId="77777777" w:rsidR="00F635DB" w:rsidRDefault="00855694" w:rsidP="00F635DB">
      <w:r w:rsidRPr="009071AC">
        <w:t>Et</w:t>
      </w:r>
      <w:r w:rsidR="00F635DB">
        <w:t xml:space="preserve">, </w:t>
      </w:r>
      <w:r w:rsidRPr="009071AC">
        <w:t>résolue de le retenir à tout prix</w:t>
      </w:r>
      <w:r w:rsidR="00F635DB">
        <w:t xml:space="preserve">, </w:t>
      </w:r>
      <w:r w:rsidRPr="009071AC">
        <w:t xml:space="preserve">elle lui versa un nouveau verre de </w:t>
      </w:r>
      <w:r w:rsidR="00F635DB">
        <w:t>« </w:t>
      </w:r>
      <w:r w:rsidRPr="009071AC">
        <w:t>mêlé cassis</w:t>
      </w:r>
      <w:r w:rsidR="00F635DB">
        <w:t> »</w:t>
      </w:r>
      <w:r w:rsidRPr="009071AC">
        <w:t xml:space="preserve"> en disant</w:t>
      </w:r>
      <w:r w:rsidR="00F635DB">
        <w:t> :</w:t>
      </w:r>
    </w:p>
    <w:p w14:paraId="4A44D726" w14:textId="5F35B55D" w:rsidR="00F635DB" w:rsidRDefault="00F635DB" w:rsidP="00F635DB">
      <w:r>
        <w:t>— </w:t>
      </w:r>
      <w:r w:rsidR="00855694" w:rsidRPr="009071AC">
        <w:t>Où en étions-nous donc</w:t>
      </w:r>
      <w:r>
        <w:t xml:space="preserve"> ?… </w:t>
      </w:r>
      <w:r w:rsidR="00855694" w:rsidRPr="009071AC">
        <w:t>Ah</w:t>
      </w:r>
      <w:r>
        <w:t xml:space="preserve"> ! </w:t>
      </w:r>
      <w:r w:rsidR="00855694" w:rsidRPr="009071AC">
        <w:t>j</w:t>
      </w:r>
      <w:r>
        <w:t>’</w:t>
      </w:r>
      <w:r w:rsidR="00855694" w:rsidRPr="009071AC">
        <w:t xml:space="preserve">étais en train </w:t>
      </w:r>
      <w:proofErr w:type="spellStart"/>
      <w:r w:rsidR="00855694" w:rsidRPr="009071AC">
        <w:t>de vous</w:t>
      </w:r>
      <w:proofErr w:type="spellEnd"/>
      <w:r w:rsidR="00855694" w:rsidRPr="009071AC">
        <w:t xml:space="preserve"> conter l</w:t>
      </w:r>
      <w:r>
        <w:t>’</w:t>
      </w:r>
      <w:r w:rsidR="00855694" w:rsidRPr="009071AC">
        <w:t xml:space="preserve">histoire de </w:t>
      </w:r>
      <w:r>
        <w:t>M</w:t>
      </w:r>
      <w:r w:rsidRPr="00F635DB">
        <w:rPr>
          <w:vertAlign w:val="superscript"/>
        </w:rPr>
        <w:t>lle</w:t>
      </w:r>
      <w:r>
        <w:t> </w:t>
      </w:r>
      <w:r w:rsidR="00855694" w:rsidRPr="009071AC">
        <w:t>Hermine</w:t>
      </w:r>
      <w:r>
        <w:t>.</w:t>
      </w:r>
    </w:p>
    <w:p w14:paraId="3D37BA85" w14:textId="4CB9B26A" w:rsidR="00F635DB" w:rsidRDefault="00855694" w:rsidP="00F635DB">
      <w:r w:rsidRPr="009071AC">
        <w:t>Cachant la joie de son succès sous un air de résignation</w:t>
      </w:r>
      <w:r w:rsidR="00F635DB">
        <w:t>, M. </w:t>
      </w:r>
      <w:r w:rsidRPr="009071AC">
        <w:t>Fortunat se rassit</w:t>
      </w:r>
      <w:r w:rsidR="00F635DB">
        <w:t xml:space="preserve">, </w:t>
      </w:r>
      <w:r w:rsidRPr="009071AC">
        <w:t>au grand désespoir de Chupin qui commençait à trouver sa faction au dehors terriblement longue</w:t>
      </w:r>
      <w:r w:rsidR="00F635DB">
        <w:t>.</w:t>
      </w:r>
    </w:p>
    <w:p w14:paraId="4D403367" w14:textId="77777777" w:rsidR="00F635DB" w:rsidRDefault="00F635DB" w:rsidP="00F635DB">
      <w:r>
        <w:t>— </w:t>
      </w:r>
      <w:r w:rsidR="00855694" w:rsidRPr="009071AC">
        <w:t>C</w:t>
      </w:r>
      <w:r>
        <w:t>’</w:t>
      </w:r>
      <w:r w:rsidR="00855694" w:rsidRPr="009071AC">
        <w:t>est pour vous dire</w:t>
      </w:r>
      <w:r>
        <w:t xml:space="preserve">, </w:t>
      </w:r>
      <w:r w:rsidR="00855694" w:rsidRPr="009071AC">
        <w:t xml:space="preserve">poursuivit la </w:t>
      </w:r>
      <w:proofErr w:type="spellStart"/>
      <w:r w:rsidR="00855694" w:rsidRPr="009071AC">
        <w:t>Vantrasson</w:t>
      </w:r>
      <w:proofErr w:type="spellEnd"/>
      <w:r>
        <w:t xml:space="preserve">, </w:t>
      </w:r>
      <w:r w:rsidR="00855694" w:rsidRPr="009071AC">
        <w:t>qu</w:t>
      </w:r>
      <w:r>
        <w:t>’</w:t>
      </w:r>
      <w:r w:rsidR="00855694" w:rsidRPr="009071AC">
        <w:t>en ce temps-là</w:t>
      </w:r>
      <w:r>
        <w:t xml:space="preserve">, </w:t>
      </w:r>
      <w:r w:rsidR="00855694" w:rsidRPr="009071AC">
        <w:t>il y a vingt-six ans</w:t>
      </w:r>
      <w:r>
        <w:t xml:space="preserve">, </w:t>
      </w:r>
      <w:r w:rsidR="00855694" w:rsidRPr="009071AC">
        <w:t xml:space="preserve">les </w:t>
      </w:r>
      <w:proofErr w:type="spellStart"/>
      <w:r w:rsidR="00855694" w:rsidRPr="009071AC">
        <w:t>Chalusse</w:t>
      </w:r>
      <w:proofErr w:type="spellEnd"/>
      <w:r w:rsidR="00855694" w:rsidRPr="009071AC">
        <w:t xml:space="preserve"> habitaient rue Saint-Dominique un hôtel superbe</w:t>
      </w:r>
      <w:r>
        <w:t xml:space="preserve">, </w:t>
      </w:r>
      <w:r w:rsidR="00855694" w:rsidRPr="009071AC">
        <w:t>où il y avait un jardin qui n</w:t>
      </w:r>
      <w:r>
        <w:t>’</w:t>
      </w:r>
      <w:r w:rsidR="00855694" w:rsidRPr="009071AC">
        <w:t>en finissait plus</w:t>
      </w:r>
      <w:r>
        <w:t xml:space="preserve">, </w:t>
      </w:r>
      <w:r w:rsidR="00855694" w:rsidRPr="009071AC">
        <w:t>tout planté d</w:t>
      </w:r>
      <w:r>
        <w:t>’</w:t>
      </w:r>
      <w:r w:rsidR="00855694" w:rsidRPr="009071AC">
        <w:t>arbres comme les Tuileries</w:t>
      </w:r>
      <w:r>
        <w:t>.</w:t>
      </w:r>
    </w:p>
    <w:p w14:paraId="42D7936A" w14:textId="2F09B47F" w:rsidR="00F635DB" w:rsidRDefault="00F635DB" w:rsidP="00F635DB">
      <w:r>
        <w:t>M</w:t>
      </w:r>
      <w:r w:rsidRPr="00F635DB">
        <w:rPr>
          <w:vertAlign w:val="superscript"/>
        </w:rPr>
        <w:t>lle</w:t>
      </w:r>
      <w:r>
        <w:t> </w:t>
      </w:r>
      <w:r w:rsidR="00855694" w:rsidRPr="009071AC">
        <w:t>Hermine</w:t>
      </w:r>
      <w:r>
        <w:t xml:space="preserve">, </w:t>
      </w:r>
      <w:r w:rsidR="00855694" w:rsidRPr="009071AC">
        <w:t>qui avait alors dix-huit ou dix-neuf ans</w:t>
      </w:r>
      <w:r>
        <w:t xml:space="preserve">, </w:t>
      </w:r>
      <w:r w:rsidR="00855694" w:rsidRPr="009071AC">
        <w:t>était</w:t>
      </w:r>
      <w:r>
        <w:t xml:space="preserve">, </w:t>
      </w:r>
      <w:r w:rsidR="00855694" w:rsidRPr="009071AC">
        <w:t>à ce qu</w:t>
      </w:r>
      <w:r>
        <w:t>’</w:t>
      </w:r>
      <w:r w:rsidR="00855694" w:rsidRPr="009071AC">
        <w:t>il paraît</w:t>
      </w:r>
      <w:r>
        <w:t xml:space="preserve">, </w:t>
      </w:r>
      <w:r w:rsidR="00855694" w:rsidRPr="009071AC">
        <w:t>la plus belle jeunesse qui se puisse voir</w:t>
      </w:r>
      <w:r>
        <w:t xml:space="preserve">, </w:t>
      </w:r>
      <w:r w:rsidR="00855694" w:rsidRPr="009071AC">
        <w:lastRenderedPageBreak/>
        <w:t>blanche comme le lait</w:t>
      </w:r>
      <w:r>
        <w:t xml:space="preserve">, </w:t>
      </w:r>
      <w:r w:rsidR="00855694" w:rsidRPr="009071AC">
        <w:t>blonde comme l</w:t>
      </w:r>
      <w:r>
        <w:t>’</w:t>
      </w:r>
      <w:r w:rsidR="00855694" w:rsidRPr="009071AC">
        <w:t>or</w:t>
      </w:r>
      <w:r>
        <w:t xml:space="preserve">, </w:t>
      </w:r>
      <w:r w:rsidR="00855694" w:rsidRPr="009071AC">
        <w:t>avec des yeux couleur des bluets</w:t>
      </w:r>
      <w:r>
        <w:t>…</w:t>
      </w:r>
    </w:p>
    <w:p w14:paraId="0753097C" w14:textId="77777777" w:rsidR="00F635DB" w:rsidRDefault="00855694" w:rsidP="00F635DB">
      <w:r w:rsidRPr="009071AC">
        <w:t>Elle était très-bonne et très-généreuse</w:t>
      </w:r>
      <w:r w:rsidR="00F635DB">
        <w:t xml:space="preserve">, </w:t>
      </w:r>
      <w:r w:rsidRPr="009071AC">
        <w:t>à ce qu</w:t>
      </w:r>
      <w:r w:rsidR="00F635DB">
        <w:t>’</w:t>
      </w:r>
      <w:r w:rsidRPr="009071AC">
        <w:t>on prétend</w:t>
      </w:r>
      <w:r w:rsidR="00F635DB">
        <w:t xml:space="preserve">, </w:t>
      </w:r>
      <w:r w:rsidRPr="009071AC">
        <w:t>seulement</w:t>
      </w:r>
      <w:r w:rsidR="00F635DB">
        <w:t xml:space="preserve">, </w:t>
      </w:r>
      <w:r w:rsidRPr="009071AC">
        <w:t>dame</w:t>
      </w:r>
      <w:r w:rsidR="00F635DB">
        <w:t xml:space="preserve"> !… </w:t>
      </w:r>
      <w:r w:rsidRPr="009071AC">
        <w:t>elle était comme ils sont tous dans cette famille</w:t>
      </w:r>
      <w:r w:rsidR="00F635DB">
        <w:t xml:space="preserve">, </w:t>
      </w:r>
      <w:r w:rsidRPr="009071AC">
        <w:t>haute comme les nues</w:t>
      </w:r>
      <w:r w:rsidR="00F635DB">
        <w:t xml:space="preserve">, </w:t>
      </w:r>
      <w:r w:rsidRPr="009071AC">
        <w:t>froide</w:t>
      </w:r>
      <w:r w:rsidR="00F635DB">
        <w:t xml:space="preserve">, </w:t>
      </w:r>
      <w:r w:rsidRPr="009071AC">
        <w:t>un peu en dessous</w:t>
      </w:r>
      <w:r w:rsidR="00F635DB">
        <w:t xml:space="preserve">, </w:t>
      </w:r>
      <w:r w:rsidRPr="009071AC">
        <w:t>et entêtée</w:t>
      </w:r>
      <w:r w:rsidR="00F635DB">
        <w:t xml:space="preserve">… </w:t>
      </w:r>
      <w:r w:rsidRPr="009071AC">
        <w:t>Oh</w:t>
      </w:r>
      <w:r w:rsidR="00F635DB">
        <w:t xml:space="preserve"> ! </w:t>
      </w:r>
      <w:r w:rsidRPr="009071AC">
        <w:t>mais entêtée à se laisser brûler à petit feu plutôt que de céder</w:t>
      </w:r>
      <w:r w:rsidR="00F635DB">
        <w:t xml:space="preserve">… </w:t>
      </w:r>
      <w:r w:rsidRPr="009071AC">
        <w:t>Du reste</w:t>
      </w:r>
      <w:r w:rsidR="00F635DB">
        <w:t xml:space="preserve">, </w:t>
      </w:r>
      <w:r w:rsidRPr="009071AC">
        <w:t>c</w:t>
      </w:r>
      <w:r w:rsidR="00F635DB">
        <w:t>’</w:t>
      </w:r>
      <w:r w:rsidRPr="009071AC">
        <w:t xml:space="preserve">est tout le caractère du comte de </w:t>
      </w:r>
      <w:proofErr w:type="spellStart"/>
      <w:r w:rsidRPr="009071AC">
        <w:t>Chalusse</w:t>
      </w:r>
      <w:proofErr w:type="spellEnd"/>
      <w:r w:rsidR="00F635DB">
        <w:t xml:space="preserve">, </w:t>
      </w:r>
      <w:r w:rsidRPr="009071AC">
        <w:t>j</w:t>
      </w:r>
      <w:r w:rsidR="00F635DB">
        <w:t>’</w:t>
      </w:r>
      <w:r w:rsidRPr="009071AC">
        <w:t>en sais quelque chose</w:t>
      </w:r>
      <w:r w:rsidR="00F635DB">
        <w:t xml:space="preserve">, </w:t>
      </w:r>
      <w:r w:rsidRPr="009071AC">
        <w:t>moi qui l</w:t>
      </w:r>
      <w:r w:rsidR="00F635DB">
        <w:t>’</w:t>
      </w:r>
      <w:r w:rsidRPr="009071AC">
        <w:t>ai servi</w:t>
      </w:r>
      <w:r w:rsidR="00F635DB">
        <w:t xml:space="preserve">, </w:t>
      </w:r>
      <w:r w:rsidRPr="009071AC">
        <w:t>et même</w:t>
      </w:r>
      <w:r w:rsidR="00F635DB">
        <w:t>…</w:t>
      </w:r>
    </w:p>
    <w:p w14:paraId="5D3C13EA" w14:textId="619D6708" w:rsidR="00F635DB" w:rsidRDefault="00F635DB" w:rsidP="00F635DB">
      <w:r>
        <w:t>— </w:t>
      </w:r>
      <w:r w:rsidR="00855694" w:rsidRPr="009071AC">
        <w:t>Pardon</w:t>
      </w:r>
      <w:r>
        <w:t xml:space="preserve">, </w:t>
      </w:r>
      <w:r w:rsidR="00855694" w:rsidRPr="009071AC">
        <w:t xml:space="preserve">interrompit </w:t>
      </w:r>
      <w:r>
        <w:t>M. </w:t>
      </w:r>
      <w:r w:rsidR="00855694" w:rsidRPr="009071AC">
        <w:t>Fortunat qui était résolu à empêcher les digressions</w:t>
      </w:r>
      <w:r>
        <w:t xml:space="preserve">, </w:t>
      </w:r>
      <w:r w:rsidR="00855694" w:rsidRPr="009071AC">
        <w:t xml:space="preserve">et </w:t>
      </w:r>
      <w:r>
        <w:t>M</w:t>
      </w:r>
      <w:r w:rsidRPr="00F635DB">
        <w:rPr>
          <w:vertAlign w:val="superscript"/>
        </w:rPr>
        <w:t>lle</w:t>
      </w:r>
      <w:r>
        <w:t> </w:t>
      </w:r>
      <w:r w:rsidR="00855694" w:rsidRPr="009071AC">
        <w:t>Hermine</w:t>
      </w:r>
      <w:r>
        <w:t> ?</w:t>
      </w:r>
    </w:p>
    <w:p w14:paraId="53E7DEFA" w14:textId="1BB478C9" w:rsidR="00F635DB" w:rsidRDefault="00F635DB" w:rsidP="00F635DB">
      <w:r>
        <w:t>— </w:t>
      </w:r>
      <w:r w:rsidR="00855694" w:rsidRPr="009071AC">
        <w:t>J</w:t>
      </w:r>
      <w:r>
        <w:t>’</w:t>
      </w:r>
      <w:r w:rsidR="00855694" w:rsidRPr="009071AC">
        <w:t>y reviens</w:t>
      </w:r>
      <w:r>
        <w:t xml:space="preserve">. </w:t>
      </w:r>
      <w:r w:rsidR="00855694" w:rsidRPr="009071AC">
        <w:t>Quoiqu</w:t>
      </w:r>
      <w:r>
        <w:t>’</w:t>
      </w:r>
      <w:r w:rsidR="00855694" w:rsidRPr="009071AC">
        <w:t>elle fût très-belle et immensément riche</w:t>
      </w:r>
      <w:r>
        <w:t xml:space="preserve">, </w:t>
      </w:r>
      <w:r w:rsidR="00855694" w:rsidRPr="009071AC">
        <w:t>personne ne lui faisait la cour</w:t>
      </w:r>
      <w:r>
        <w:t xml:space="preserve">… </w:t>
      </w:r>
      <w:r w:rsidR="00855694" w:rsidRPr="009071AC">
        <w:t>Il était archiconnu qu</w:t>
      </w:r>
      <w:r>
        <w:t>’</w:t>
      </w:r>
      <w:r w:rsidR="00855694" w:rsidRPr="009071AC">
        <w:t>elle devait épouser un marquis dont le père était un ami du sien</w:t>
      </w:r>
      <w:r>
        <w:t xml:space="preserve">. </w:t>
      </w:r>
      <w:r w:rsidR="00855694" w:rsidRPr="009071AC">
        <w:t>Les parents avaient arrangé cela entre eux</w:t>
      </w:r>
      <w:r>
        <w:t xml:space="preserve">, </w:t>
      </w:r>
      <w:r w:rsidR="00855694" w:rsidRPr="009071AC">
        <w:t>et rien ne manquait à l</w:t>
      </w:r>
      <w:r>
        <w:t>’</w:t>
      </w:r>
      <w:r w:rsidR="00855694" w:rsidRPr="009071AC">
        <w:t>arrangement que le consentement de la fille</w:t>
      </w:r>
      <w:r>
        <w:t>… M</w:t>
      </w:r>
      <w:r w:rsidRPr="00F635DB">
        <w:rPr>
          <w:vertAlign w:val="superscript"/>
        </w:rPr>
        <w:t>lle</w:t>
      </w:r>
      <w:r>
        <w:t> </w:t>
      </w:r>
      <w:r w:rsidR="00855694" w:rsidRPr="009071AC">
        <w:t>Hermine ne voulait absolument pas entendre parler de son prétendu</w:t>
      </w:r>
      <w:r>
        <w:t>.</w:t>
      </w:r>
    </w:p>
    <w:p w14:paraId="2790D3F0" w14:textId="77777777" w:rsidR="00F635DB" w:rsidRDefault="00855694" w:rsidP="00F635DB">
      <w:r w:rsidRPr="009071AC">
        <w:t>On avait fait tout au monde pour la décider à ce mariage</w:t>
      </w:r>
      <w:r w:rsidR="00F635DB">
        <w:t xml:space="preserve">, </w:t>
      </w:r>
      <w:r w:rsidRPr="009071AC">
        <w:t>on l</w:t>
      </w:r>
      <w:r w:rsidR="00F635DB">
        <w:t>’</w:t>
      </w:r>
      <w:r w:rsidRPr="009071AC">
        <w:t>avait morigénée</w:t>
      </w:r>
      <w:r w:rsidR="00F635DB">
        <w:t xml:space="preserve">, </w:t>
      </w:r>
      <w:r w:rsidRPr="009071AC">
        <w:t>priée</w:t>
      </w:r>
      <w:r w:rsidR="00F635DB">
        <w:t xml:space="preserve">, </w:t>
      </w:r>
      <w:r w:rsidRPr="009071AC">
        <w:t>menacée</w:t>
      </w:r>
      <w:r w:rsidR="00F635DB">
        <w:t xml:space="preserve">… </w:t>
      </w:r>
      <w:r w:rsidRPr="009071AC">
        <w:t>Ah bien</w:t>
      </w:r>
      <w:r w:rsidR="00F635DB">
        <w:t xml:space="preserve"> ! </w:t>
      </w:r>
      <w:r w:rsidRPr="009071AC">
        <w:t>oui</w:t>
      </w:r>
      <w:r w:rsidR="00F635DB">
        <w:t xml:space="preserve"> !… </w:t>
      </w:r>
      <w:r w:rsidRPr="009071AC">
        <w:t>Autant parler à une pierre</w:t>
      </w:r>
      <w:r w:rsidR="00F635DB">
        <w:t xml:space="preserve">. </w:t>
      </w:r>
      <w:r w:rsidRPr="009071AC">
        <w:t>Quand on lui demandait pourquoi elle refusait le marquis</w:t>
      </w:r>
      <w:r w:rsidR="00F635DB">
        <w:t xml:space="preserve">, </w:t>
      </w:r>
      <w:r w:rsidRPr="009071AC">
        <w:t>elle répondait</w:t>
      </w:r>
      <w:r w:rsidR="00F635DB">
        <w:t xml:space="preserve"> : </w:t>
      </w:r>
      <w:r w:rsidRPr="009071AC">
        <w:t>parce que</w:t>
      </w:r>
      <w:r w:rsidR="00F635DB">
        <w:t xml:space="preserve">… </w:t>
      </w:r>
      <w:r w:rsidRPr="009071AC">
        <w:t>Et c</w:t>
      </w:r>
      <w:r w:rsidR="00F635DB">
        <w:t>’</w:t>
      </w:r>
      <w:r w:rsidRPr="009071AC">
        <w:t>était tout</w:t>
      </w:r>
      <w:r w:rsidR="00F635DB">
        <w:t>.</w:t>
      </w:r>
    </w:p>
    <w:p w14:paraId="20F6C821" w14:textId="77777777" w:rsidR="00F635DB" w:rsidRDefault="00855694" w:rsidP="00F635DB">
      <w:r w:rsidRPr="009071AC">
        <w:t>Même</w:t>
      </w:r>
      <w:r w:rsidR="00F635DB">
        <w:t xml:space="preserve">, </w:t>
      </w:r>
      <w:r w:rsidRPr="009071AC">
        <w:t>elle avait fini par déclarer que si on s</w:t>
      </w:r>
      <w:r w:rsidR="00F635DB">
        <w:t>’</w:t>
      </w:r>
      <w:r w:rsidRPr="009071AC">
        <w:t>obstinait à la tourmenter elle quitterait l</w:t>
      </w:r>
      <w:r w:rsidR="00F635DB">
        <w:t>’</w:t>
      </w:r>
      <w:r w:rsidRPr="009071AC">
        <w:t>hôtel et se réfugierait dans quelque couvent</w:t>
      </w:r>
      <w:r w:rsidR="00F635DB">
        <w:t>.</w:t>
      </w:r>
    </w:p>
    <w:p w14:paraId="5C08CD89" w14:textId="77777777" w:rsidR="00F635DB" w:rsidRDefault="00855694" w:rsidP="00F635DB">
      <w:r w:rsidRPr="009071AC">
        <w:t>Tout cela</w:t>
      </w:r>
      <w:r w:rsidR="00F635DB">
        <w:t xml:space="preserve">, </w:t>
      </w:r>
      <w:r w:rsidRPr="009071AC">
        <w:t>ce n</w:t>
      </w:r>
      <w:r w:rsidR="00F635DB">
        <w:t>’</w:t>
      </w:r>
      <w:r w:rsidRPr="009071AC">
        <w:t>était que des raisons</w:t>
      </w:r>
      <w:r w:rsidR="00F635DB">
        <w:t xml:space="preserve">. </w:t>
      </w:r>
      <w:r w:rsidRPr="009071AC">
        <w:t>Il n</w:t>
      </w:r>
      <w:r w:rsidR="00F635DB">
        <w:t>’</w:t>
      </w:r>
      <w:r w:rsidRPr="009071AC">
        <w:t>est pas naturel qu</w:t>
      </w:r>
      <w:r w:rsidR="00F635DB">
        <w:t>’</w:t>
      </w:r>
      <w:r w:rsidRPr="009071AC">
        <w:t>une jeune fille refuse un mari qui est jeune</w:t>
      </w:r>
      <w:r w:rsidR="00F635DB">
        <w:t xml:space="preserve">, </w:t>
      </w:r>
      <w:r w:rsidRPr="009071AC">
        <w:t>joli garçon et marquis</w:t>
      </w:r>
      <w:r w:rsidR="00F635DB">
        <w:t>…</w:t>
      </w:r>
    </w:p>
    <w:p w14:paraId="242533B8" w14:textId="2202D9AB" w:rsidR="00F635DB" w:rsidRDefault="00855694" w:rsidP="00F635DB">
      <w:r w:rsidRPr="009071AC">
        <w:lastRenderedPageBreak/>
        <w:t>On se douta qu</w:t>
      </w:r>
      <w:r w:rsidR="00F635DB">
        <w:t>’</w:t>
      </w:r>
      <w:r w:rsidRPr="009071AC">
        <w:t>il y avait quelque chose sous jeu</w:t>
      </w:r>
      <w:r w:rsidR="00F635DB">
        <w:t xml:space="preserve">, </w:t>
      </w:r>
      <w:r w:rsidRPr="009071AC">
        <w:t xml:space="preserve">que </w:t>
      </w:r>
      <w:r w:rsidR="00F635DB">
        <w:t>M</w:t>
      </w:r>
      <w:r w:rsidR="00F635DB" w:rsidRPr="00F635DB">
        <w:rPr>
          <w:vertAlign w:val="superscript"/>
        </w:rPr>
        <w:t>lle</w:t>
      </w:r>
      <w:r w:rsidR="00F635DB">
        <w:t> </w:t>
      </w:r>
      <w:r w:rsidRPr="009071AC">
        <w:t>Hermine ne voulait pas avouer</w:t>
      </w:r>
      <w:r w:rsidR="00F635DB">
        <w:t xml:space="preserve">, </w:t>
      </w:r>
      <w:r w:rsidRPr="009071AC">
        <w:t xml:space="preserve">et </w:t>
      </w:r>
      <w:r w:rsidR="00F635DB">
        <w:t>M. </w:t>
      </w:r>
      <w:r w:rsidRPr="009071AC">
        <w:t>Raymond jura qu</w:t>
      </w:r>
      <w:r w:rsidR="00F635DB">
        <w:t>’</w:t>
      </w:r>
      <w:r w:rsidRPr="009071AC">
        <w:t>il allait surveiller sa sœur</w:t>
      </w:r>
      <w:r w:rsidR="00F635DB">
        <w:t xml:space="preserve">, </w:t>
      </w:r>
      <w:r w:rsidRPr="009071AC">
        <w:t>et qu</w:t>
      </w:r>
      <w:r w:rsidR="00F635DB">
        <w:t>’</w:t>
      </w:r>
      <w:r w:rsidRPr="009071AC">
        <w:t>il saurait bien découvrir le fond de sa pensée</w:t>
      </w:r>
      <w:r w:rsidR="00F635DB">
        <w:t>…</w:t>
      </w:r>
    </w:p>
    <w:p w14:paraId="5B6A2CE3" w14:textId="7ED4A87A" w:rsidR="00F635DB" w:rsidRDefault="00F635DB" w:rsidP="00F635DB">
      <w:r>
        <w:t>— M. </w:t>
      </w:r>
      <w:r w:rsidR="00855694" w:rsidRPr="009071AC">
        <w:t xml:space="preserve">Raymond est le comte de </w:t>
      </w:r>
      <w:proofErr w:type="spellStart"/>
      <w:r w:rsidR="00855694" w:rsidRPr="009071AC">
        <w:t>Chalusse</w:t>
      </w:r>
      <w:proofErr w:type="spellEnd"/>
      <w:r w:rsidR="00855694" w:rsidRPr="009071AC">
        <w:t xml:space="preserve"> actuel</w:t>
      </w:r>
      <w:r>
        <w:t xml:space="preserve">, </w:t>
      </w:r>
      <w:r w:rsidR="00855694" w:rsidRPr="009071AC">
        <w:t>n</w:t>
      </w:r>
      <w:r>
        <w:t>’</w:t>
      </w:r>
      <w:r w:rsidR="00855694" w:rsidRPr="009071AC">
        <w:t>est-ce pas</w:t>
      </w:r>
      <w:r>
        <w:t xml:space="preserve"> ? </w:t>
      </w:r>
      <w:r w:rsidR="00855694" w:rsidRPr="009071AC">
        <w:t xml:space="preserve">demanda </w:t>
      </w:r>
      <w:r>
        <w:t>M. </w:t>
      </w:r>
      <w:r w:rsidR="00855694" w:rsidRPr="009071AC">
        <w:t>Fortunat</w:t>
      </w:r>
      <w:r>
        <w:t>.</w:t>
      </w:r>
    </w:p>
    <w:p w14:paraId="6D982C3F" w14:textId="77777777" w:rsidR="00F635DB" w:rsidRDefault="00F635DB" w:rsidP="00F635DB">
      <w:r>
        <w:t>— </w:t>
      </w:r>
      <w:r w:rsidR="00855694" w:rsidRPr="009071AC">
        <w:t>Oui</w:t>
      </w:r>
      <w:r>
        <w:t xml:space="preserve">, </w:t>
      </w:r>
      <w:r w:rsidR="00855694" w:rsidRPr="009071AC">
        <w:t>monsieur</w:t>
      </w:r>
      <w:r>
        <w:t xml:space="preserve">… </w:t>
      </w:r>
      <w:r w:rsidR="00855694" w:rsidRPr="009071AC">
        <w:t>Donc</w:t>
      </w:r>
      <w:r>
        <w:t xml:space="preserve">, </w:t>
      </w:r>
      <w:r w:rsidR="00855694" w:rsidRPr="009071AC">
        <w:t>les choses en étaient là</w:t>
      </w:r>
      <w:r>
        <w:t xml:space="preserve">, </w:t>
      </w:r>
      <w:r w:rsidR="00855694" w:rsidRPr="009071AC">
        <w:t>quand</w:t>
      </w:r>
      <w:r>
        <w:t xml:space="preserve">, </w:t>
      </w:r>
      <w:r w:rsidR="00855694" w:rsidRPr="009071AC">
        <w:t>une nuit</w:t>
      </w:r>
      <w:r>
        <w:t xml:space="preserve">, </w:t>
      </w:r>
      <w:r w:rsidR="00855694" w:rsidRPr="009071AC">
        <w:t>le jardinier crut entendre un bruit terrible dans un pavillon qui était au bout du jardin</w:t>
      </w:r>
      <w:r>
        <w:t>…</w:t>
      </w:r>
    </w:p>
    <w:p w14:paraId="7D533B5C" w14:textId="77777777" w:rsidR="00F635DB" w:rsidRDefault="00855694" w:rsidP="00F635DB">
      <w:r w:rsidRPr="009071AC">
        <w:t>Il était très-vaste</w:t>
      </w:r>
      <w:r w:rsidR="00F635DB">
        <w:t xml:space="preserve">, </w:t>
      </w:r>
      <w:r w:rsidRPr="009071AC">
        <w:t>ce pavillon</w:t>
      </w:r>
      <w:r w:rsidR="00F635DB">
        <w:t xml:space="preserve">, </w:t>
      </w:r>
      <w:r w:rsidRPr="009071AC">
        <w:t>je l</w:t>
      </w:r>
      <w:r w:rsidR="00F635DB">
        <w:t>’</w:t>
      </w:r>
      <w:r w:rsidRPr="009071AC">
        <w:t>ai visité</w:t>
      </w:r>
      <w:r w:rsidR="00F635DB">
        <w:t xml:space="preserve">. </w:t>
      </w:r>
      <w:r w:rsidRPr="009071AC">
        <w:t>Il s</w:t>
      </w:r>
      <w:r w:rsidR="00F635DB">
        <w:t>’</w:t>
      </w:r>
      <w:r w:rsidRPr="009071AC">
        <w:t>y trouvait un salon</w:t>
      </w:r>
      <w:r w:rsidR="00F635DB">
        <w:t xml:space="preserve">, </w:t>
      </w:r>
      <w:r w:rsidRPr="009071AC">
        <w:t>une salle de billard</w:t>
      </w:r>
      <w:r w:rsidR="00F635DB">
        <w:t xml:space="preserve">, </w:t>
      </w:r>
      <w:r w:rsidRPr="009071AC">
        <w:t>une grande salle pour faire des armes</w:t>
      </w:r>
      <w:r w:rsidR="00F635DB">
        <w:t>…</w:t>
      </w:r>
    </w:p>
    <w:p w14:paraId="4D618692" w14:textId="77777777" w:rsidR="00F635DB" w:rsidRDefault="00855694" w:rsidP="00F635DB">
      <w:r w:rsidRPr="009071AC">
        <w:t>Naturellement</w:t>
      </w:r>
      <w:r w:rsidR="00F635DB">
        <w:t xml:space="preserve">, </w:t>
      </w:r>
      <w:r w:rsidRPr="009071AC">
        <w:t>le jardinier se lève pour voir ce qui arrive</w:t>
      </w:r>
      <w:r w:rsidR="00F635DB">
        <w:t xml:space="preserve">. </w:t>
      </w:r>
      <w:r w:rsidRPr="009071AC">
        <w:t>Juste comme il sort</w:t>
      </w:r>
      <w:r w:rsidR="00F635DB">
        <w:t xml:space="preserve">, </w:t>
      </w:r>
      <w:r w:rsidRPr="009071AC">
        <w:t>deux ombres passent tout près de lui et disparaissent sous les arbres</w:t>
      </w:r>
      <w:r w:rsidR="00F635DB">
        <w:t xml:space="preserve">… </w:t>
      </w:r>
      <w:r w:rsidRPr="009071AC">
        <w:t>Il court après</w:t>
      </w:r>
      <w:r w:rsidR="00F635DB">
        <w:t xml:space="preserve">… </w:t>
      </w:r>
      <w:r w:rsidRPr="009071AC">
        <w:t>rien</w:t>
      </w:r>
      <w:r w:rsidR="00F635DB">
        <w:t xml:space="preserve">… </w:t>
      </w:r>
      <w:r w:rsidRPr="009071AC">
        <w:t>Les ombres avaient filé par la petite porte du jardin</w:t>
      </w:r>
      <w:r w:rsidR="00F635DB">
        <w:t>.</w:t>
      </w:r>
    </w:p>
    <w:p w14:paraId="5A4FCCC1" w14:textId="77777777" w:rsidR="00F635DB" w:rsidRDefault="00855694" w:rsidP="00F635DB">
      <w:r w:rsidRPr="009071AC">
        <w:t>Dix fois</w:t>
      </w:r>
      <w:r w:rsidR="00F635DB">
        <w:t xml:space="preserve">, </w:t>
      </w:r>
      <w:r w:rsidRPr="009071AC">
        <w:t>en me contant cela</w:t>
      </w:r>
      <w:r w:rsidR="00F635DB">
        <w:t xml:space="preserve">, </w:t>
      </w:r>
      <w:r w:rsidRPr="009071AC">
        <w:t>le jardinier m</w:t>
      </w:r>
      <w:r w:rsidR="00F635DB">
        <w:t>’</w:t>
      </w:r>
      <w:r w:rsidRPr="009071AC">
        <w:t>a dit qu</w:t>
      </w:r>
      <w:r w:rsidR="00F635DB">
        <w:t>’</w:t>
      </w:r>
      <w:r w:rsidRPr="009071AC">
        <w:t>il avait cru avoir affaire à des domestiques sortant en cachette</w:t>
      </w:r>
      <w:r w:rsidR="00F635DB">
        <w:t xml:space="preserve">, </w:t>
      </w:r>
      <w:r w:rsidRPr="009071AC">
        <w:t>et que pour cette raison il ne donna pas l</w:t>
      </w:r>
      <w:r w:rsidR="00F635DB">
        <w:t>’</w:t>
      </w:r>
      <w:r w:rsidRPr="009071AC">
        <w:t>éveil</w:t>
      </w:r>
      <w:r w:rsidR="00F635DB">
        <w:t>.</w:t>
      </w:r>
    </w:p>
    <w:p w14:paraId="3391574C" w14:textId="77777777" w:rsidR="00F635DB" w:rsidRDefault="00855694" w:rsidP="00F635DB">
      <w:r w:rsidRPr="009071AC">
        <w:t>Il fit le tour du pavillon cependant</w:t>
      </w:r>
      <w:r w:rsidR="00F635DB">
        <w:t xml:space="preserve">, </w:t>
      </w:r>
      <w:r w:rsidRPr="009071AC">
        <w:t>n</w:t>
      </w:r>
      <w:r w:rsidR="00F635DB">
        <w:t>’</w:t>
      </w:r>
      <w:r w:rsidRPr="009071AC">
        <w:t>y vit pas de lumière</w:t>
      </w:r>
      <w:r w:rsidR="00F635DB">
        <w:t xml:space="preserve">, </w:t>
      </w:r>
      <w:r w:rsidRPr="009071AC">
        <w:t>et tranquillisé</w:t>
      </w:r>
      <w:r w:rsidR="00F635DB">
        <w:t xml:space="preserve">, </w:t>
      </w:r>
      <w:r w:rsidRPr="009071AC">
        <w:t>il retourna se coucher</w:t>
      </w:r>
      <w:r w:rsidR="00F635DB">
        <w:t>…</w:t>
      </w:r>
    </w:p>
    <w:p w14:paraId="3B75B1F0" w14:textId="29D811DF" w:rsidR="00F635DB" w:rsidRDefault="00F635DB" w:rsidP="00F635DB">
      <w:r>
        <w:t>— </w:t>
      </w:r>
      <w:r w:rsidR="00855694" w:rsidRPr="009071AC">
        <w:t>Et c</w:t>
      </w:r>
      <w:r>
        <w:t>’</w:t>
      </w:r>
      <w:r w:rsidR="00855694" w:rsidRPr="009071AC">
        <w:t xml:space="preserve">était </w:t>
      </w:r>
      <w:r>
        <w:t>M</w:t>
      </w:r>
      <w:r w:rsidRPr="00F635DB">
        <w:rPr>
          <w:vertAlign w:val="superscript"/>
        </w:rPr>
        <w:t>lle</w:t>
      </w:r>
      <w:r>
        <w:t> </w:t>
      </w:r>
      <w:r w:rsidR="00855694" w:rsidRPr="009071AC">
        <w:t>Hermine qui s</w:t>
      </w:r>
      <w:r>
        <w:t>’</w:t>
      </w:r>
      <w:r w:rsidR="00855694" w:rsidRPr="009071AC">
        <w:t>enfuyait avec un amoureux</w:t>
      </w:r>
      <w:r>
        <w:t xml:space="preserve">, </w:t>
      </w:r>
      <w:r w:rsidR="00855694" w:rsidRPr="009071AC">
        <w:t xml:space="preserve">fit </w:t>
      </w:r>
      <w:r>
        <w:t>M. </w:t>
      </w:r>
      <w:r w:rsidR="00855694" w:rsidRPr="009071AC">
        <w:t>Fortunat</w:t>
      </w:r>
      <w:r>
        <w:t>…</w:t>
      </w:r>
    </w:p>
    <w:p w14:paraId="5C8E8818" w14:textId="15224FDC" w:rsidR="00F635DB" w:rsidRDefault="00F635DB" w:rsidP="00F635DB">
      <w:r>
        <w:t>M</w:t>
      </w:r>
      <w:r w:rsidRPr="00F635DB">
        <w:rPr>
          <w:vertAlign w:val="superscript"/>
        </w:rPr>
        <w:t>me</w:t>
      </w:r>
      <w:r>
        <w:t> </w:t>
      </w:r>
      <w:proofErr w:type="spellStart"/>
      <w:r w:rsidR="00855694" w:rsidRPr="009071AC">
        <w:t>Vantrasson</w:t>
      </w:r>
      <w:proofErr w:type="spellEnd"/>
      <w:r w:rsidR="00855694" w:rsidRPr="009071AC">
        <w:t xml:space="preserve"> eut l</w:t>
      </w:r>
      <w:r>
        <w:t>’</w:t>
      </w:r>
      <w:r w:rsidR="00855694" w:rsidRPr="009071AC">
        <w:t>air dépité d</w:t>
      </w:r>
      <w:r>
        <w:t>’</w:t>
      </w:r>
      <w:r w:rsidR="00855694" w:rsidRPr="009071AC">
        <w:t>un acteur qui se voit couper un effet</w:t>
      </w:r>
      <w:r>
        <w:t>.</w:t>
      </w:r>
    </w:p>
    <w:p w14:paraId="408EE3A7" w14:textId="77777777" w:rsidR="00F635DB" w:rsidRDefault="00F635DB" w:rsidP="00F635DB">
      <w:r>
        <w:t>— </w:t>
      </w:r>
      <w:r w:rsidR="00855694" w:rsidRPr="009071AC">
        <w:t>Attendez donc</w:t>
      </w:r>
      <w:r>
        <w:t xml:space="preserve">, </w:t>
      </w:r>
      <w:r w:rsidR="00855694" w:rsidRPr="009071AC">
        <w:t>répondit-elle</w:t>
      </w:r>
      <w:r>
        <w:t xml:space="preserve">, </w:t>
      </w:r>
      <w:r w:rsidR="00855694" w:rsidRPr="009071AC">
        <w:t>vous allez voir</w:t>
      </w:r>
      <w:r>
        <w:t> :</w:t>
      </w:r>
    </w:p>
    <w:p w14:paraId="24230E4B" w14:textId="5F4C57EC" w:rsidR="00F635DB" w:rsidRDefault="00855694" w:rsidP="00F635DB">
      <w:r w:rsidRPr="009071AC">
        <w:lastRenderedPageBreak/>
        <w:t>La nuit se passe</w:t>
      </w:r>
      <w:r w:rsidR="00F635DB">
        <w:t xml:space="preserve">, </w:t>
      </w:r>
      <w:r w:rsidRPr="009071AC">
        <w:t>le matin arrive</w:t>
      </w:r>
      <w:r w:rsidR="00F635DB">
        <w:t xml:space="preserve">, </w:t>
      </w:r>
      <w:r w:rsidRPr="009071AC">
        <w:t>puis l</w:t>
      </w:r>
      <w:r w:rsidR="00F635DB">
        <w:t>’</w:t>
      </w:r>
      <w:r w:rsidRPr="009071AC">
        <w:t>heure du déjeuner</w:t>
      </w:r>
      <w:r w:rsidR="00F635DB">
        <w:t xml:space="preserve">… </w:t>
      </w:r>
      <w:r w:rsidRPr="009071AC">
        <w:t xml:space="preserve">on ne voit pas paraître </w:t>
      </w:r>
      <w:r w:rsidR="00F635DB">
        <w:t>M</w:t>
      </w:r>
      <w:r w:rsidR="00F635DB" w:rsidRPr="00F635DB">
        <w:rPr>
          <w:vertAlign w:val="superscript"/>
        </w:rPr>
        <w:t>lle</w:t>
      </w:r>
      <w:r w:rsidR="00F635DB">
        <w:t> </w:t>
      </w:r>
      <w:r w:rsidRPr="009071AC">
        <w:t>Hermine</w:t>
      </w:r>
      <w:r w:rsidR="00F635DB">
        <w:t xml:space="preserve">. </w:t>
      </w:r>
      <w:r w:rsidRPr="009071AC">
        <w:t>On va frapper à sa porte</w:t>
      </w:r>
      <w:r w:rsidR="00F635DB">
        <w:t xml:space="preserve">… </w:t>
      </w:r>
      <w:r w:rsidRPr="009071AC">
        <w:t>pas de réponse</w:t>
      </w:r>
      <w:r w:rsidR="00F635DB">
        <w:t xml:space="preserve">. </w:t>
      </w:r>
      <w:r w:rsidRPr="009071AC">
        <w:t>On ouvre</w:t>
      </w:r>
      <w:r w:rsidR="00F635DB">
        <w:t xml:space="preserve">… </w:t>
      </w:r>
      <w:r w:rsidRPr="009071AC">
        <w:t>Elle n</w:t>
      </w:r>
      <w:r w:rsidR="00F635DB">
        <w:t>’</w:t>
      </w:r>
      <w:r w:rsidRPr="009071AC">
        <w:t>était pas dans sa chambre</w:t>
      </w:r>
      <w:r w:rsidR="00F635DB">
        <w:t xml:space="preserve">, </w:t>
      </w:r>
      <w:r w:rsidRPr="009071AC">
        <w:t>et même le lit n</w:t>
      </w:r>
      <w:r w:rsidR="00F635DB">
        <w:t>’</w:t>
      </w:r>
      <w:r w:rsidRPr="009071AC">
        <w:t>était pas défait</w:t>
      </w:r>
      <w:r w:rsidR="00F635DB">
        <w:t>…</w:t>
      </w:r>
    </w:p>
    <w:p w14:paraId="3778894A" w14:textId="77777777" w:rsidR="00F635DB" w:rsidRDefault="00855694" w:rsidP="00F635DB">
      <w:r w:rsidRPr="009071AC">
        <w:t>Qu</w:t>
      </w:r>
      <w:r w:rsidR="00F635DB">
        <w:t>’</w:t>
      </w:r>
      <w:r w:rsidRPr="009071AC">
        <w:t>est-ce que cela veut dire</w:t>
      </w:r>
      <w:r w:rsidR="00F635DB">
        <w:t xml:space="preserve"> ?… </w:t>
      </w:r>
      <w:r w:rsidRPr="009071AC">
        <w:t>Voilà toute la maison en l</w:t>
      </w:r>
      <w:r w:rsidR="00F635DB">
        <w:t>’</w:t>
      </w:r>
      <w:r w:rsidRPr="009071AC">
        <w:t>air</w:t>
      </w:r>
      <w:r w:rsidR="00F635DB">
        <w:t xml:space="preserve"> : </w:t>
      </w:r>
      <w:r w:rsidRPr="009071AC">
        <w:t>la mère qui se désole</w:t>
      </w:r>
      <w:r w:rsidR="00F635DB">
        <w:t xml:space="preserve">, </w:t>
      </w:r>
      <w:r w:rsidRPr="009071AC">
        <w:t>le père qui est fou de colère et de douleur</w:t>
      </w:r>
      <w:r w:rsidR="00F635DB">
        <w:t>…</w:t>
      </w:r>
    </w:p>
    <w:p w14:paraId="3F29EF93" w14:textId="397208DC" w:rsidR="00F635DB" w:rsidRDefault="00855694" w:rsidP="00F635DB">
      <w:r w:rsidRPr="009071AC">
        <w:t>Comme de juste</w:t>
      </w:r>
      <w:r w:rsidR="00F635DB">
        <w:t xml:space="preserve">, </w:t>
      </w:r>
      <w:r w:rsidRPr="009071AC">
        <w:t xml:space="preserve">on songe au frère de </w:t>
      </w:r>
      <w:r w:rsidR="00F635DB">
        <w:t>M</w:t>
      </w:r>
      <w:r w:rsidR="00F635DB" w:rsidRPr="00F635DB">
        <w:rPr>
          <w:vertAlign w:val="superscript"/>
        </w:rPr>
        <w:t>lle</w:t>
      </w:r>
      <w:r w:rsidR="00F635DB">
        <w:t> </w:t>
      </w:r>
      <w:r w:rsidRPr="009071AC">
        <w:t>Hermine</w:t>
      </w:r>
      <w:r w:rsidR="00F635DB">
        <w:t xml:space="preserve">, </w:t>
      </w:r>
      <w:r w:rsidRPr="009071AC">
        <w:t>et on monte le chercher</w:t>
      </w:r>
      <w:r w:rsidR="00F635DB">
        <w:t xml:space="preserve">… </w:t>
      </w:r>
      <w:r w:rsidRPr="009071AC">
        <w:t>Il n</w:t>
      </w:r>
      <w:r w:rsidR="00F635DB">
        <w:t>’</w:t>
      </w:r>
      <w:r w:rsidRPr="009071AC">
        <w:t>était pas chez lui</w:t>
      </w:r>
      <w:r w:rsidR="00F635DB">
        <w:t xml:space="preserve">, </w:t>
      </w:r>
      <w:r w:rsidRPr="009071AC">
        <w:t>et son lit n</w:t>
      </w:r>
      <w:r w:rsidR="00F635DB">
        <w:t>’</w:t>
      </w:r>
      <w:r w:rsidRPr="009071AC">
        <w:t>était pas défait non plus</w:t>
      </w:r>
      <w:r w:rsidR="00F635DB">
        <w:t>.</w:t>
      </w:r>
    </w:p>
    <w:p w14:paraId="0070D841" w14:textId="77777777" w:rsidR="00F635DB" w:rsidRDefault="00855694" w:rsidP="00F635DB">
      <w:r w:rsidRPr="009071AC">
        <w:t>Tout le monde perdait la tête</w:t>
      </w:r>
      <w:r w:rsidR="00F635DB">
        <w:t xml:space="preserve">, </w:t>
      </w:r>
      <w:r w:rsidRPr="009071AC">
        <w:t>quand le jardinier eut l</w:t>
      </w:r>
      <w:r w:rsidR="00F635DB">
        <w:t>’</w:t>
      </w:r>
      <w:r w:rsidRPr="009071AC">
        <w:t>idée de raconter l</w:t>
      </w:r>
      <w:r w:rsidR="00F635DB">
        <w:t>’</w:t>
      </w:r>
      <w:r w:rsidRPr="009071AC">
        <w:t>aventure de la nuit</w:t>
      </w:r>
      <w:r w:rsidR="00F635DB">
        <w:t>.</w:t>
      </w:r>
    </w:p>
    <w:p w14:paraId="16E0EB1A" w14:textId="15F7F36E" w:rsidR="00F635DB" w:rsidRDefault="00855694" w:rsidP="00F635DB">
      <w:r w:rsidRPr="009071AC">
        <w:t>On court au pavillon</w:t>
      </w:r>
      <w:r w:rsidR="00F635DB">
        <w:t xml:space="preserve">, </w:t>
      </w:r>
      <w:r w:rsidRPr="009071AC">
        <w:t>et que voit-on</w:t>
      </w:r>
      <w:r w:rsidR="00F635DB">
        <w:t> ?… M. </w:t>
      </w:r>
      <w:r w:rsidRPr="009071AC">
        <w:t>Raymond étendu à terre sur le dos</w:t>
      </w:r>
      <w:r w:rsidR="00F635DB">
        <w:t xml:space="preserve">, </w:t>
      </w:r>
      <w:r w:rsidRPr="009071AC">
        <w:t>baigné dans son sang</w:t>
      </w:r>
      <w:r w:rsidR="00F635DB">
        <w:t xml:space="preserve">, </w:t>
      </w:r>
      <w:r w:rsidRPr="009071AC">
        <w:t>roide</w:t>
      </w:r>
      <w:r w:rsidR="00F635DB">
        <w:t xml:space="preserve">, </w:t>
      </w:r>
      <w:r w:rsidRPr="009071AC">
        <w:t>froid</w:t>
      </w:r>
      <w:r w:rsidR="00F635DB">
        <w:t xml:space="preserve">, </w:t>
      </w:r>
      <w:r w:rsidRPr="009071AC">
        <w:t>immobile</w:t>
      </w:r>
      <w:r w:rsidR="00F635DB">
        <w:t xml:space="preserve">… </w:t>
      </w:r>
      <w:r w:rsidRPr="009071AC">
        <w:t>comme mort</w:t>
      </w:r>
      <w:r w:rsidR="00F635DB">
        <w:t xml:space="preserve">, </w:t>
      </w:r>
      <w:r w:rsidRPr="009071AC">
        <w:t>enfin</w:t>
      </w:r>
      <w:r w:rsidR="00F635DB">
        <w:t xml:space="preserve"> ! </w:t>
      </w:r>
      <w:r w:rsidRPr="009071AC">
        <w:t>Une de ses mains serrait encore une épée</w:t>
      </w:r>
      <w:r w:rsidR="00F635DB">
        <w:t>…</w:t>
      </w:r>
    </w:p>
    <w:p w14:paraId="3FE8CBF7" w14:textId="77777777" w:rsidR="00F635DB" w:rsidRDefault="00855694" w:rsidP="00F635DB">
      <w:r w:rsidRPr="009071AC">
        <w:t>On le relève</w:t>
      </w:r>
      <w:r w:rsidR="00F635DB">
        <w:t xml:space="preserve">, </w:t>
      </w:r>
      <w:r w:rsidRPr="009071AC">
        <w:t>on le porte dans son lit</w:t>
      </w:r>
      <w:r w:rsidR="00F635DB">
        <w:t xml:space="preserve">, </w:t>
      </w:r>
      <w:r w:rsidRPr="009071AC">
        <w:t>on envoie chercher un médecin</w:t>
      </w:r>
      <w:r w:rsidR="00F635DB">
        <w:t xml:space="preserve">… </w:t>
      </w:r>
      <w:r w:rsidRPr="009071AC">
        <w:t>Il avait reçu deux coups d</w:t>
      </w:r>
      <w:r w:rsidR="00F635DB">
        <w:t>’</w:t>
      </w:r>
      <w:r w:rsidRPr="009071AC">
        <w:t>épée</w:t>
      </w:r>
      <w:r w:rsidR="00F635DB">
        <w:t xml:space="preserve">, </w:t>
      </w:r>
      <w:r w:rsidRPr="009071AC">
        <w:t>un à la gorge</w:t>
      </w:r>
      <w:r w:rsidR="00F635DB">
        <w:t xml:space="preserve">, </w:t>
      </w:r>
      <w:r w:rsidRPr="009071AC">
        <w:t>l</w:t>
      </w:r>
      <w:r w:rsidR="00F635DB">
        <w:t>’</w:t>
      </w:r>
      <w:r w:rsidRPr="009071AC">
        <w:t>autre en pleine poitrine</w:t>
      </w:r>
      <w:r w:rsidR="00F635DB">
        <w:t xml:space="preserve">… </w:t>
      </w:r>
      <w:r w:rsidRPr="009071AC">
        <w:t>Pendant plus d</w:t>
      </w:r>
      <w:r w:rsidR="00F635DB">
        <w:t>’</w:t>
      </w:r>
      <w:r w:rsidRPr="009071AC">
        <w:t>un mois il resta entre la vie et la mort</w:t>
      </w:r>
      <w:r w:rsidR="00F635DB">
        <w:t xml:space="preserve"> ; </w:t>
      </w:r>
      <w:r w:rsidRPr="009071AC">
        <w:t>et ce n</w:t>
      </w:r>
      <w:r w:rsidR="00F635DB">
        <w:t>’</w:t>
      </w:r>
      <w:r w:rsidRPr="009071AC">
        <w:t>est qu</w:t>
      </w:r>
      <w:r w:rsidR="00F635DB">
        <w:t>’</w:t>
      </w:r>
      <w:r w:rsidRPr="009071AC">
        <w:t>au bout de six semaines qu</w:t>
      </w:r>
      <w:r w:rsidR="00F635DB">
        <w:t>’</w:t>
      </w:r>
      <w:r w:rsidRPr="009071AC">
        <w:t>il eut la force de raconter ce qui était arrivé</w:t>
      </w:r>
      <w:r w:rsidR="00F635DB">
        <w:t>.</w:t>
      </w:r>
    </w:p>
    <w:p w14:paraId="65E4E57E" w14:textId="0ED1F604" w:rsidR="00F635DB" w:rsidRDefault="00855694" w:rsidP="00F635DB">
      <w:r w:rsidRPr="009071AC">
        <w:t>Il fumait un cigare à sa fenêtre</w:t>
      </w:r>
      <w:r w:rsidR="00F635DB">
        <w:t xml:space="preserve">, </w:t>
      </w:r>
      <w:r w:rsidRPr="009071AC">
        <w:t>quand il lui avait semblé distinguer une femme dans le jardin</w:t>
      </w:r>
      <w:r w:rsidR="00F635DB">
        <w:t xml:space="preserve">. </w:t>
      </w:r>
      <w:r w:rsidRPr="009071AC">
        <w:t>Tout préoccupé de l</w:t>
      </w:r>
      <w:r w:rsidR="00F635DB">
        <w:t>’</w:t>
      </w:r>
      <w:r w:rsidRPr="009071AC">
        <w:t>idée de sa sœur</w:t>
      </w:r>
      <w:r w:rsidR="00F635DB">
        <w:t xml:space="preserve">, </w:t>
      </w:r>
      <w:r w:rsidRPr="009071AC">
        <w:t>il était descendu à la hâte</w:t>
      </w:r>
      <w:r w:rsidR="00F635DB">
        <w:t xml:space="preserve">, </w:t>
      </w:r>
      <w:r w:rsidRPr="009071AC">
        <w:t>s</w:t>
      </w:r>
      <w:r w:rsidR="00F635DB">
        <w:t>’</w:t>
      </w:r>
      <w:r w:rsidRPr="009071AC">
        <w:t>était glissé jusqu</w:t>
      </w:r>
      <w:r w:rsidR="00F635DB">
        <w:t>’</w:t>
      </w:r>
      <w:r w:rsidRPr="009071AC">
        <w:t>au pavillon</w:t>
      </w:r>
      <w:r w:rsidR="00F635DB">
        <w:t xml:space="preserve">, </w:t>
      </w:r>
      <w:r w:rsidRPr="009071AC">
        <w:t>et là</w:t>
      </w:r>
      <w:r w:rsidR="00F635DB">
        <w:t xml:space="preserve">, </w:t>
      </w:r>
      <w:r w:rsidRPr="009071AC">
        <w:t xml:space="preserve">il avait trouvé près de </w:t>
      </w:r>
      <w:r w:rsidR="00F635DB">
        <w:t>M</w:t>
      </w:r>
      <w:r w:rsidR="00F635DB" w:rsidRPr="00F635DB">
        <w:rPr>
          <w:vertAlign w:val="superscript"/>
        </w:rPr>
        <w:t>lle</w:t>
      </w:r>
      <w:r w:rsidR="00F635DB">
        <w:t> </w:t>
      </w:r>
      <w:r w:rsidRPr="009071AC">
        <w:t>Hermine un jeune homme qui lui était absolument inconnu</w:t>
      </w:r>
      <w:r w:rsidR="00F635DB">
        <w:t>.</w:t>
      </w:r>
    </w:p>
    <w:p w14:paraId="047271FF" w14:textId="77777777" w:rsidR="00F635DB" w:rsidRDefault="00855694" w:rsidP="00F635DB">
      <w:r w:rsidRPr="009071AC">
        <w:t>Il pouvait le tuer</w:t>
      </w:r>
      <w:r w:rsidR="00F635DB">
        <w:t xml:space="preserve">, </w:t>
      </w:r>
      <w:r w:rsidRPr="009071AC">
        <w:t>n</w:t>
      </w:r>
      <w:r w:rsidR="00F635DB">
        <w:t>’</w:t>
      </w:r>
      <w:r w:rsidRPr="009071AC">
        <w:t>est-ce pas</w:t>
      </w:r>
      <w:r w:rsidR="00F635DB">
        <w:t xml:space="preserve">, </w:t>
      </w:r>
      <w:r w:rsidRPr="009071AC">
        <w:t>et il ne lui eût rien été fait</w:t>
      </w:r>
      <w:r w:rsidR="00F635DB">
        <w:t xml:space="preserve">. </w:t>
      </w:r>
      <w:r w:rsidRPr="009071AC">
        <w:t>Au lieu de cela</w:t>
      </w:r>
      <w:r w:rsidR="00F635DB">
        <w:t xml:space="preserve">, </w:t>
      </w:r>
      <w:r w:rsidRPr="009071AC">
        <w:t>il lui déclara qu</w:t>
      </w:r>
      <w:r w:rsidR="00F635DB">
        <w:t>’</w:t>
      </w:r>
      <w:r w:rsidRPr="009071AC">
        <w:t>ils allaient se battre à l</w:t>
      </w:r>
      <w:r w:rsidR="00F635DB">
        <w:t>’</w:t>
      </w:r>
      <w:r w:rsidRPr="009071AC">
        <w:t>épée</w:t>
      </w:r>
      <w:r w:rsidR="00F635DB">
        <w:t xml:space="preserve">… </w:t>
      </w:r>
      <w:r w:rsidRPr="009071AC">
        <w:lastRenderedPageBreak/>
        <w:t>Ils avaient des armes sous la main</w:t>
      </w:r>
      <w:r w:rsidR="00F635DB">
        <w:t xml:space="preserve">, </w:t>
      </w:r>
      <w:r w:rsidRPr="009071AC">
        <w:t>ils se battirent</w:t>
      </w:r>
      <w:r w:rsidR="00F635DB">
        <w:t xml:space="preserve">… </w:t>
      </w:r>
      <w:r w:rsidRPr="009071AC">
        <w:t>il fut blessé deux fois coup sur coup et tomba</w:t>
      </w:r>
      <w:r w:rsidR="00F635DB">
        <w:t>…</w:t>
      </w:r>
    </w:p>
    <w:p w14:paraId="540A16EC" w14:textId="230BA1DD" w:rsidR="00F635DB" w:rsidRDefault="00855694" w:rsidP="00F635DB">
      <w:r w:rsidRPr="009071AC">
        <w:t>Et l</w:t>
      </w:r>
      <w:r w:rsidR="00F635DB">
        <w:t>’</w:t>
      </w:r>
      <w:r w:rsidRPr="009071AC">
        <w:t>autre</w:t>
      </w:r>
      <w:r w:rsidR="00F635DB">
        <w:t xml:space="preserve">, </w:t>
      </w:r>
      <w:r w:rsidRPr="009071AC">
        <w:t>croyant l</w:t>
      </w:r>
      <w:r w:rsidR="00F635DB">
        <w:t>’</w:t>
      </w:r>
      <w:r w:rsidRPr="009071AC">
        <w:t>avoir tué</w:t>
      </w:r>
      <w:r w:rsidR="00F635DB">
        <w:t xml:space="preserve">, </w:t>
      </w:r>
      <w:r w:rsidRPr="009071AC">
        <w:t>s</w:t>
      </w:r>
      <w:r w:rsidR="00F635DB">
        <w:t>’</w:t>
      </w:r>
      <w:r w:rsidRPr="009071AC">
        <w:t>enfuit</w:t>
      </w:r>
      <w:r w:rsidR="00F635DB">
        <w:t xml:space="preserve">, </w:t>
      </w:r>
      <w:r w:rsidRPr="009071AC">
        <w:t xml:space="preserve">entraînant </w:t>
      </w:r>
      <w:r w:rsidR="00F635DB">
        <w:t>M</w:t>
      </w:r>
      <w:r w:rsidR="00F635DB" w:rsidRPr="00F635DB">
        <w:rPr>
          <w:vertAlign w:val="superscript"/>
        </w:rPr>
        <w:t>lle</w:t>
      </w:r>
      <w:r w:rsidR="00F635DB">
        <w:t> </w:t>
      </w:r>
      <w:r w:rsidRPr="009071AC">
        <w:t>Hermine</w:t>
      </w:r>
      <w:r w:rsidR="00F635DB">
        <w:t>…</w:t>
      </w:r>
    </w:p>
    <w:p w14:paraId="0007CB64" w14:textId="5517A802" w:rsidR="00F635DB" w:rsidRDefault="00F635DB" w:rsidP="00F635DB">
      <w:r>
        <w:t>M</w:t>
      </w:r>
      <w:r w:rsidRPr="00F635DB">
        <w:rPr>
          <w:vertAlign w:val="superscript"/>
        </w:rPr>
        <w:t>me</w:t>
      </w:r>
      <w:r>
        <w:t> </w:t>
      </w:r>
      <w:proofErr w:type="spellStart"/>
      <w:r w:rsidR="00855694" w:rsidRPr="009071AC">
        <w:t>Vantrasson</w:t>
      </w:r>
      <w:proofErr w:type="spellEnd"/>
      <w:r w:rsidR="00855694" w:rsidRPr="009071AC">
        <w:t xml:space="preserve"> eût bien voulu reprendre haleine</w:t>
      </w:r>
      <w:r>
        <w:t xml:space="preserve">, </w:t>
      </w:r>
      <w:r w:rsidR="00855694" w:rsidRPr="009071AC">
        <w:t>et sans doute</w:t>
      </w:r>
      <w:r>
        <w:t xml:space="preserve">, </w:t>
      </w:r>
      <w:r w:rsidR="00855694" w:rsidRPr="009071AC">
        <w:t>par la même occasion se rafraîchir un peu</w:t>
      </w:r>
      <w:r>
        <w:t xml:space="preserve"> ; </w:t>
      </w:r>
      <w:r w:rsidR="00855694" w:rsidRPr="009071AC">
        <w:t xml:space="preserve">mais </w:t>
      </w:r>
      <w:r>
        <w:t>M. </w:t>
      </w:r>
      <w:r w:rsidR="00855694" w:rsidRPr="009071AC">
        <w:t>Fortunat était pressé</w:t>
      </w:r>
      <w:r>
        <w:t xml:space="preserve"> ; </w:t>
      </w:r>
      <w:proofErr w:type="spellStart"/>
      <w:r w:rsidR="00855694" w:rsidRPr="009071AC">
        <w:t>Vantrasson</w:t>
      </w:r>
      <w:proofErr w:type="spellEnd"/>
      <w:r w:rsidR="00855694" w:rsidRPr="009071AC">
        <w:t xml:space="preserve"> pouvait rentrer d</w:t>
      </w:r>
      <w:r>
        <w:t>’</w:t>
      </w:r>
      <w:r w:rsidR="00855694" w:rsidRPr="009071AC">
        <w:t>une minute à l</w:t>
      </w:r>
      <w:r>
        <w:t>’</w:t>
      </w:r>
      <w:r w:rsidR="00855694" w:rsidRPr="009071AC">
        <w:t>autre</w:t>
      </w:r>
      <w:r>
        <w:t>.</w:t>
      </w:r>
    </w:p>
    <w:p w14:paraId="4D6538AC" w14:textId="77777777" w:rsidR="00F635DB" w:rsidRDefault="00F635DB" w:rsidP="00F635DB">
      <w:r>
        <w:t>— </w:t>
      </w:r>
      <w:r w:rsidR="00855694" w:rsidRPr="009071AC">
        <w:t>Et ensuite</w:t>
      </w:r>
      <w:r>
        <w:t xml:space="preserve"> ?… </w:t>
      </w:r>
      <w:r w:rsidR="00855694" w:rsidRPr="009071AC">
        <w:t>demanda-t-il</w:t>
      </w:r>
      <w:r>
        <w:t>.</w:t>
      </w:r>
    </w:p>
    <w:p w14:paraId="79D503C7" w14:textId="2035FC66" w:rsidR="00F635DB" w:rsidRDefault="00F635DB" w:rsidP="00F635DB">
      <w:r>
        <w:t>— </w:t>
      </w:r>
      <w:r w:rsidR="00855694" w:rsidRPr="009071AC">
        <w:t>Ensuite</w:t>
      </w:r>
      <w:r>
        <w:t xml:space="preserve">, </w:t>
      </w:r>
      <w:r w:rsidR="00855694" w:rsidRPr="009071AC">
        <w:t>dame</w:t>
      </w:r>
      <w:r>
        <w:t> !… M. </w:t>
      </w:r>
      <w:r w:rsidR="00855694" w:rsidRPr="009071AC">
        <w:t>Raymond se rétablit</w:t>
      </w:r>
      <w:r>
        <w:t xml:space="preserve">, </w:t>
      </w:r>
      <w:r w:rsidR="00855694" w:rsidRPr="009071AC">
        <w:t>et trois mois après il était sur pied</w:t>
      </w:r>
      <w:r>
        <w:t xml:space="preserve">. </w:t>
      </w:r>
      <w:r w:rsidR="00855694" w:rsidRPr="009071AC">
        <w:t>Mais les parents</w:t>
      </w:r>
      <w:r>
        <w:t xml:space="preserve">, </w:t>
      </w:r>
      <w:r w:rsidR="00855694" w:rsidRPr="009071AC">
        <w:t>qui étaient vieux</w:t>
      </w:r>
      <w:r>
        <w:t xml:space="preserve">, </w:t>
      </w:r>
      <w:r w:rsidR="00855694" w:rsidRPr="009071AC">
        <w:t>avaient reçu un coup dans le cœur</w:t>
      </w:r>
      <w:r>
        <w:t xml:space="preserve">. </w:t>
      </w:r>
      <w:r w:rsidR="00855694" w:rsidRPr="009071AC">
        <w:t>Ils ne se remirent pas</w:t>
      </w:r>
      <w:r>
        <w:t xml:space="preserve">, </w:t>
      </w:r>
      <w:r w:rsidR="00855694" w:rsidRPr="009071AC">
        <w:t>eux</w:t>
      </w:r>
      <w:r>
        <w:t xml:space="preserve">. </w:t>
      </w:r>
      <w:r w:rsidR="00855694" w:rsidRPr="009071AC">
        <w:t>Peut-être se disaient-ils que c</w:t>
      </w:r>
      <w:r>
        <w:t>’</w:t>
      </w:r>
      <w:r w:rsidR="00855694" w:rsidRPr="009071AC">
        <w:t>était leur dureté et leur entêtement qui avaient causé la perte de leur fille</w:t>
      </w:r>
      <w:r>
        <w:t xml:space="preserve">… </w:t>
      </w:r>
      <w:r w:rsidR="00855694" w:rsidRPr="009071AC">
        <w:t>c</w:t>
      </w:r>
      <w:r>
        <w:t>’</w:t>
      </w:r>
      <w:r w:rsidR="00855694" w:rsidRPr="009071AC">
        <w:t>est un dur remords</w:t>
      </w:r>
      <w:r>
        <w:t xml:space="preserve">, </w:t>
      </w:r>
      <w:r w:rsidR="00855694" w:rsidRPr="009071AC">
        <w:t>ça</w:t>
      </w:r>
      <w:r>
        <w:t xml:space="preserve">. </w:t>
      </w:r>
      <w:r w:rsidR="00855694" w:rsidRPr="009071AC">
        <w:t>Ils allèrent dépérissant de jour en jour</w:t>
      </w:r>
      <w:r>
        <w:t xml:space="preserve">, </w:t>
      </w:r>
      <w:r w:rsidR="00855694" w:rsidRPr="009071AC">
        <w:t>à vue d</w:t>
      </w:r>
      <w:r>
        <w:t>’</w:t>
      </w:r>
      <w:r w:rsidR="00855694" w:rsidRPr="009071AC">
        <w:t>œil</w:t>
      </w:r>
      <w:r>
        <w:t xml:space="preserve">, </w:t>
      </w:r>
      <w:r w:rsidR="00855694" w:rsidRPr="009071AC">
        <w:t>et l</w:t>
      </w:r>
      <w:r>
        <w:t>’</w:t>
      </w:r>
      <w:r w:rsidR="00855694" w:rsidRPr="009071AC">
        <w:t>année suivante on les porta au cimetière à deux mois de distance</w:t>
      </w:r>
      <w:r>
        <w:t>…</w:t>
      </w:r>
    </w:p>
    <w:p w14:paraId="7ECECD9B" w14:textId="77777777" w:rsidR="00F635DB" w:rsidRDefault="00855694" w:rsidP="00F635DB">
      <w:r w:rsidRPr="009071AC">
        <w:t>Le soi-disant clerc d</w:t>
      </w:r>
      <w:r w:rsidR="00F635DB">
        <w:t>’</w:t>
      </w:r>
      <w:r w:rsidRPr="009071AC">
        <w:t>huissier ne songeait plus à l</w:t>
      </w:r>
      <w:r w:rsidR="00F635DB">
        <w:t>’</w:t>
      </w:r>
      <w:r w:rsidRPr="009071AC">
        <w:t>omnibus</w:t>
      </w:r>
      <w:r w:rsidR="00F635DB">
        <w:t xml:space="preserve">, </w:t>
      </w:r>
      <w:r w:rsidRPr="009071AC">
        <w:t>désormais</w:t>
      </w:r>
      <w:r w:rsidR="00F635DB">
        <w:t xml:space="preserve">, </w:t>
      </w:r>
      <w:r w:rsidRPr="009071AC">
        <w:t>c</w:t>
      </w:r>
      <w:r w:rsidR="00F635DB">
        <w:t>’</w:t>
      </w:r>
      <w:r w:rsidRPr="009071AC">
        <w:t>était bien évident</w:t>
      </w:r>
      <w:r w:rsidR="00F635DB">
        <w:t xml:space="preserve">, </w:t>
      </w:r>
      <w:r w:rsidRPr="009071AC">
        <w:t>et l</w:t>
      </w:r>
      <w:r w:rsidR="00F635DB">
        <w:t>’</w:t>
      </w:r>
      <w:r w:rsidRPr="009071AC">
        <w:t xml:space="preserve">hôtesse du </w:t>
      </w:r>
      <w:r w:rsidR="00F635DB">
        <w:t>« </w:t>
      </w:r>
      <w:r w:rsidRPr="009071AC">
        <w:t>garni modèle</w:t>
      </w:r>
      <w:r w:rsidR="00F635DB">
        <w:t> »</w:t>
      </w:r>
      <w:r w:rsidRPr="009071AC">
        <w:t xml:space="preserve"> devait être en même temps rassurée et flattée</w:t>
      </w:r>
      <w:r w:rsidR="00F635DB">
        <w:t>.</w:t>
      </w:r>
    </w:p>
    <w:p w14:paraId="06E88DFF" w14:textId="64C8072E" w:rsidR="00F635DB" w:rsidRDefault="00F635DB" w:rsidP="00F635DB">
      <w:r>
        <w:t>— </w:t>
      </w:r>
      <w:r w:rsidR="00855694" w:rsidRPr="009071AC">
        <w:t xml:space="preserve">Et </w:t>
      </w:r>
      <w:r>
        <w:t>M</w:t>
      </w:r>
      <w:r w:rsidRPr="00F635DB">
        <w:rPr>
          <w:vertAlign w:val="superscript"/>
        </w:rPr>
        <w:t>lle</w:t>
      </w:r>
      <w:r>
        <w:t> </w:t>
      </w:r>
      <w:r w:rsidR="00855694" w:rsidRPr="009071AC">
        <w:t>Hermine</w:t>
      </w:r>
      <w:r>
        <w:t xml:space="preserve"> ?… </w:t>
      </w:r>
      <w:r w:rsidR="00855694" w:rsidRPr="009071AC">
        <w:t>interrogea-t-il</w:t>
      </w:r>
      <w:r>
        <w:t>.</w:t>
      </w:r>
    </w:p>
    <w:p w14:paraId="5DD8E03A" w14:textId="77777777" w:rsidR="00F635DB" w:rsidRDefault="00F635DB" w:rsidP="00F635DB">
      <w:r>
        <w:t>— </w:t>
      </w:r>
      <w:r w:rsidR="00855694" w:rsidRPr="009071AC">
        <w:t>Hélas</w:t>
      </w:r>
      <w:r>
        <w:t xml:space="preserve"> ! </w:t>
      </w:r>
      <w:r w:rsidR="00855694" w:rsidRPr="009071AC">
        <w:t>monsieur</w:t>
      </w:r>
      <w:r>
        <w:t xml:space="preserve">, </w:t>
      </w:r>
      <w:r w:rsidR="00855694" w:rsidRPr="009071AC">
        <w:t>jamais on n</w:t>
      </w:r>
      <w:r>
        <w:t>’</w:t>
      </w:r>
      <w:r w:rsidR="00855694" w:rsidRPr="009071AC">
        <w:t>a su où elle avait passé</w:t>
      </w:r>
      <w:r>
        <w:t xml:space="preserve">, </w:t>
      </w:r>
      <w:r w:rsidR="00855694" w:rsidRPr="009071AC">
        <w:t>ni où elle est allée</w:t>
      </w:r>
      <w:r>
        <w:t xml:space="preserve">, </w:t>
      </w:r>
      <w:r w:rsidR="00855694" w:rsidRPr="009071AC">
        <w:t>ni ce qu</w:t>
      </w:r>
      <w:r>
        <w:t>’</w:t>
      </w:r>
      <w:r w:rsidR="00855694" w:rsidRPr="009071AC">
        <w:t>elle est devenue</w:t>
      </w:r>
      <w:r>
        <w:t>…</w:t>
      </w:r>
    </w:p>
    <w:p w14:paraId="149376E0" w14:textId="77777777" w:rsidR="00F635DB" w:rsidRDefault="00F635DB" w:rsidP="00F635DB">
      <w:r>
        <w:t>— </w:t>
      </w:r>
      <w:r w:rsidR="00855694" w:rsidRPr="009071AC">
        <w:t>On ne l</w:t>
      </w:r>
      <w:r>
        <w:t>’</w:t>
      </w:r>
      <w:r w:rsidR="00855694" w:rsidRPr="009071AC">
        <w:t>a donc pas cherchée</w:t>
      </w:r>
      <w:r>
        <w:t> !…</w:t>
      </w:r>
    </w:p>
    <w:p w14:paraId="6A4467FE" w14:textId="02CEB97A" w:rsidR="00F635DB" w:rsidRDefault="00F635DB" w:rsidP="00F635DB">
      <w:r>
        <w:t>— </w:t>
      </w:r>
      <w:r w:rsidR="00855694" w:rsidRPr="009071AC">
        <w:t>Oh</w:t>
      </w:r>
      <w:r>
        <w:t xml:space="preserve"> ! </w:t>
      </w:r>
      <w:r w:rsidR="00855694" w:rsidRPr="009071AC">
        <w:t>monsieur</w:t>
      </w:r>
      <w:r>
        <w:t xml:space="preserve">, </w:t>
      </w:r>
      <w:r w:rsidR="00855694" w:rsidRPr="009071AC">
        <w:t>ne dites pas cela</w:t>
      </w:r>
      <w:r>
        <w:t xml:space="preserve">. </w:t>
      </w:r>
      <w:r w:rsidR="00855694" w:rsidRPr="009071AC">
        <w:t>C</w:t>
      </w:r>
      <w:r>
        <w:t>’</w:t>
      </w:r>
      <w:r w:rsidR="00855694" w:rsidRPr="009071AC">
        <w:t xml:space="preserve">est-à-dire que pendant je ne sais combien de temps </w:t>
      </w:r>
      <w:r>
        <w:t>M</w:t>
      </w:r>
      <w:r w:rsidRPr="00F635DB">
        <w:rPr>
          <w:vertAlign w:val="superscript"/>
        </w:rPr>
        <w:t>lle</w:t>
      </w:r>
      <w:r>
        <w:t> </w:t>
      </w:r>
      <w:r w:rsidR="00855694" w:rsidRPr="009071AC">
        <w:t>Hermine a eu après elle tout ce qu</w:t>
      </w:r>
      <w:r>
        <w:t>’</w:t>
      </w:r>
      <w:r w:rsidR="00855694" w:rsidRPr="009071AC">
        <w:t>il y a d</w:t>
      </w:r>
      <w:r>
        <w:t>’</w:t>
      </w:r>
      <w:r w:rsidR="00855694" w:rsidRPr="009071AC">
        <w:t>agents de police en France et à l</w:t>
      </w:r>
      <w:r>
        <w:t>’</w:t>
      </w:r>
      <w:r w:rsidR="00855694" w:rsidRPr="009071AC">
        <w:t>étranger</w:t>
      </w:r>
      <w:r>
        <w:t xml:space="preserve">… </w:t>
      </w:r>
      <w:r w:rsidR="00855694" w:rsidRPr="009071AC">
        <w:t>Pas un n</w:t>
      </w:r>
      <w:r>
        <w:t>’</w:t>
      </w:r>
      <w:r w:rsidR="00855694" w:rsidRPr="009071AC">
        <w:t>a réussi à retrouver seulement sa trace</w:t>
      </w:r>
      <w:r>
        <w:t xml:space="preserve">. </w:t>
      </w:r>
      <w:r>
        <w:lastRenderedPageBreak/>
        <w:t>M. </w:t>
      </w:r>
      <w:r w:rsidR="00855694" w:rsidRPr="009071AC">
        <w:t>Raymond</w:t>
      </w:r>
      <w:r>
        <w:t xml:space="preserve">, </w:t>
      </w:r>
      <w:r w:rsidR="00855694" w:rsidRPr="009071AC">
        <w:t xml:space="preserve">devenu comte de </w:t>
      </w:r>
      <w:proofErr w:type="spellStart"/>
      <w:r w:rsidR="00855694" w:rsidRPr="009071AC">
        <w:t>Chalusse</w:t>
      </w:r>
      <w:proofErr w:type="spellEnd"/>
      <w:r>
        <w:t xml:space="preserve">, </w:t>
      </w:r>
      <w:r w:rsidR="00855694" w:rsidRPr="009071AC">
        <w:t>avait promis une somme énorme à qui retrouverait l</w:t>
      </w:r>
      <w:r>
        <w:t>’</w:t>
      </w:r>
      <w:r w:rsidR="00855694" w:rsidRPr="009071AC">
        <w:t>homme qui avait séduit sa sœur</w:t>
      </w:r>
      <w:r>
        <w:t xml:space="preserve">. </w:t>
      </w:r>
      <w:r w:rsidR="00855694" w:rsidRPr="009071AC">
        <w:t>Il voulait le tuer</w:t>
      </w:r>
      <w:r>
        <w:t xml:space="preserve">. </w:t>
      </w:r>
      <w:r w:rsidR="00855694" w:rsidRPr="009071AC">
        <w:t>Lui-même l</w:t>
      </w:r>
      <w:r>
        <w:t>’</w:t>
      </w:r>
      <w:r w:rsidR="00855694" w:rsidRPr="009071AC">
        <w:t>a cherché pendant des années</w:t>
      </w:r>
      <w:r>
        <w:t xml:space="preserve">, </w:t>
      </w:r>
      <w:r w:rsidR="00855694" w:rsidRPr="009071AC">
        <w:t>inutilement</w:t>
      </w:r>
      <w:r>
        <w:t>.</w:t>
      </w:r>
    </w:p>
    <w:p w14:paraId="57B5210C" w14:textId="77777777" w:rsidR="00F635DB" w:rsidRDefault="00F635DB" w:rsidP="00F635DB">
      <w:r>
        <w:t>— </w:t>
      </w:r>
      <w:r w:rsidR="00855694" w:rsidRPr="009071AC">
        <w:t>Ainsi</w:t>
      </w:r>
      <w:r>
        <w:t xml:space="preserve">, </w:t>
      </w:r>
      <w:r w:rsidR="00855694" w:rsidRPr="009071AC">
        <w:t>jamais on n</w:t>
      </w:r>
      <w:r>
        <w:t>’</w:t>
      </w:r>
      <w:r w:rsidR="00855694" w:rsidRPr="009071AC">
        <w:t>a eu de nouvelles de cette malheureuse</w:t>
      </w:r>
      <w:r>
        <w:t> ?</w:t>
      </w:r>
    </w:p>
    <w:p w14:paraId="5170AF45" w14:textId="77777777" w:rsidR="00F635DB" w:rsidRDefault="00F635DB" w:rsidP="00F635DB">
      <w:r>
        <w:t>— </w:t>
      </w:r>
      <w:r w:rsidR="00855694" w:rsidRPr="009071AC">
        <w:t>Jamais</w:t>
      </w:r>
      <w:r>
        <w:t xml:space="preserve"> !… </w:t>
      </w:r>
      <w:r w:rsidR="00855694" w:rsidRPr="009071AC">
        <w:t>c</w:t>
      </w:r>
      <w:r>
        <w:t>’</w:t>
      </w:r>
      <w:r w:rsidR="00855694" w:rsidRPr="009071AC">
        <w:t>est-à-dire si</w:t>
      </w:r>
      <w:r>
        <w:t xml:space="preserve">, </w:t>
      </w:r>
      <w:r w:rsidR="00855694" w:rsidRPr="009071AC">
        <w:t>deux fois</w:t>
      </w:r>
      <w:r>
        <w:t xml:space="preserve">… </w:t>
      </w:r>
      <w:r w:rsidR="00855694" w:rsidRPr="009071AC">
        <w:t>à ce qu</w:t>
      </w:r>
      <w:r>
        <w:t>’</w:t>
      </w:r>
      <w:r w:rsidR="00855694" w:rsidRPr="009071AC">
        <w:t>on m</w:t>
      </w:r>
      <w:r>
        <w:t>’</w:t>
      </w:r>
      <w:r w:rsidR="00855694" w:rsidRPr="009071AC">
        <w:t>a dit</w:t>
      </w:r>
      <w:r>
        <w:t xml:space="preserve">, </w:t>
      </w:r>
      <w:r w:rsidR="00855694" w:rsidRPr="009071AC">
        <w:t>vous comprenez</w:t>
      </w:r>
      <w:r>
        <w:t xml:space="preserve">. </w:t>
      </w:r>
      <w:r w:rsidR="00855694" w:rsidRPr="009071AC">
        <w:t>Il paraîtrait que le lendemain même de l</w:t>
      </w:r>
      <w:r>
        <w:t>’</w:t>
      </w:r>
      <w:r w:rsidR="00855694" w:rsidRPr="009071AC">
        <w:t>affaire</w:t>
      </w:r>
      <w:r>
        <w:t xml:space="preserve">, </w:t>
      </w:r>
      <w:r w:rsidR="00855694" w:rsidRPr="009071AC">
        <w:t>ses parents ont reçu d</w:t>
      </w:r>
      <w:r>
        <w:t>’</w:t>
      </w:r>
      <w:r w:rsidR="00855694" w:rsidRPr="009071AC">
        <w:t>elle une lettre où elle leur demandait pardon</w:t>
      </w:r>
      <w:r>
        <w:t xml:space="preserve">. </w:t>
      </w:r>
      <w:r w:rsidR="00855694" w:rsidRPr="009071AC">
        <w:t>Cinq ou six mois plus tard</w:t>
      </w:r>
      <w:r>
        <w:t xml:space="preserve">, </w:t>
      </w:r>
      <w:r w:rsidR="00855694" w:rsidRPr="009071AC">
        <w:t>elle a écrit de nouveau pour dire qu</w:t>
      </w:r>
      <w:r>
        <w:t>’</w:t>
      </w:r>
      <w:r w:rsidR="00855694" w:rsidRPr="009071AC">
        <w:t>elle savait que son frère n</w:t>
      </w:r>
      <w:r>
        <w:t>’</w:t>
      </w:r>
      <w:r w:rsidR="00855694" w:rsidRPr="009071AC">
        <w:t>était pas mort</w:t>
      </w:r>
      <w:r>
        <w:t xml:space="preserve">. </w:t>
      </w:r>
      <w:r w:rsidR="00855694" w:rsidRPr="009071AC">
        <w:t>Elle s</w:t>
      </w:r>
      <w:r>
        <w:t>’</w:t>
      </w:r>
      <w:r w:rsidR="00855694" w:rsidRPr="009071AC">
        <w:t>excusait encore et s</w:t>
      </w:r>
      <w:r>
        <w:t>’</w:t>
      </w:r>
      <w:r w:rsidR="00855694" w:rsidRPr="009071AC">
        <w:t>accusait</w:t>
      </w:r>
      <w:r>
        <w:t xml:space="preserve">, </w:t>
      </w:r>
      <w:r w:rsidR="00855694" w:rsidRPr="009071AC">
        <w:t>disant qu</w:t>
      </w:r>
      <w:r>
        <w:t>’</w:t>
      </w:r>
      <w:r w:rsidR="00855694" w:rsidRPr="009071AC">
        <w:t>elle n</w:t>
      </w:r>
      <w:r>
        <w:t>’</w:t>
      </w:r>
      <w:r w:rsidR="00855694" w:rsidRPr="009071AC">
        <w:t>était qu</w:t>
      </w:r>
      <w:r>
        <w:t>’</w:t>
      </w:r>
      <w:r w:rsidR="00855694" w:rsidRPr="009071AC">
        <w:t>une malheureuse</w:t>
      </w:r>
      <w:r>
        <w:t xml:space="preserve">, </w:t>
      </w:r>
      <w:r w:rsidR="00855694" w:rsidRPr="009071AC">
        <w:t>qu</w:t>
      </w:r>
      <w:r>
        <w:t>’</w:t>
      </w:r>
      <w:r w:rsidR="00855694" w:rsidRPr="009071AC">
        <w:t>elle avait été folle</w:t>
      </w:r>
      <w:r>
        <w:t xml:space="preserve">, </w:t>
      </w:r>
      <w:r w:rsidR="00855694" w:rsidRPr="009071AC">
        <w:t>mais que déjà le châtiment était venu</w:t>
      </w:r>
      <w:r>
        <w:t xml:space="preserve">, </w:t>
      </w:r>
      <w:r w:rsidR="00855694" w:rsidRPr="009071AC">
        <w:t>et qu</w:t>
      </w:r>
      <w:r>
        <w:t>’</w:t>
      </w:r>
      <w:r w:rsidR="00855694" w:rsidRPr="009071AC">
        <w:t>il était terrible</w:t>
      </w:r>
      <w:r>
        <w:t xml:space="preserve">… </w:t>
      </w:r>
      <w:r w:rsidR="00855694" w:rsidRPr="009071AC">
        <w:t>Elle ajoutait que tout était brisé entre elle et les siens</w:t>
      </w:r>
      <w:r>
        <w:t xml:space="preserve">, </w:t>
      </w:r>
      <w:r w:rsidR="00855694" w:rsidRPr="009071AC">
        <w:t>que jamais on n</w:t>
      </w:r>
      <w:r>
        <w:t>’</w:t>
      </w:r>
      <w:r w:rsidR="00855694" w:rsidRPr="009071AC">
        <w:t>entendrait parler d</w:t>
      </w:r>
      <w:r>
        <w:t>’</w:t>
      </w:r>
      <w:r w:rsidR="00855694" w:rsidRPr="009071AC">
        <w:t>elle</w:t>
      </w:r>
      <w:r>
        <w:t xml:space="preserve">, </w:t>
      </w:r>
      <w:r w:rsidR="00855694" w:rsidRPr="009071AC">
        <w:t>et qu</w:t>
      </w:r>
      <w:r>
        <w:t>’</w:t>
      </w:r>
      <w:r w:rsidR="00855694" w:rsidRPr="009071AC">
        <w:t>elle souhaiterait être oubliée comme si elle n</w:t>
      </w:r>
      <w:r>
        <w:t>’</w:t>
      </w:r>
      <w:r w:rsidR="00855694" w:rsidRPr="009071AC">
        <w:t>eût pas existé</w:t>
      </w:r>
      <w:r>
        <w:t xml:space="preserve">… </w:t>
      </w:r>
      <w:r w:rsidR="00855694" w:rsidRPr="009071AC">
        <w:t>Elle allait jusqu</w:t>
      </w:r>
      <w:r>
        <w:t>’</w:t>
      </w:r>
      <w:r w:rsidR="00855694" w:rsidRPr="009071AC">
        <w:t>à dire que ses enfants ne sauraient pas son nom</w:t>
      </w:r>
      <w:r>
        <w:t xml:space="preserve">, </w:t>
      </w:r>
      <w:r w:rsidR="00855694" w:rsidRPr="009071AC">
        <w:t>et qu</w:t>
      </w:r>
      <w:r>
        <w:t>’</w:t>
      </w:r>
      <w:r w:rsidR="00855694" w:rsidRPr="009071AC">
        <w:t xml:space="preserve">elle se condamnait à ne jamais prononcer de sa vie le nom de </w:t>
      </w:r>
      <w:proofErr w:type="spellStart"/>
      <w:r w:rsidR="00855694" w:rsidRPr="009071AC">
        <w:t>Chalusse</w:t>
      </w:r>
      <w:proofErr w:type="spellEnd"/>
      <w:r w:rsidR="00855694" w:rsidRPr="009071AC">
        <w:t xml:space="preserve"> dont elle était la honte</w:t>
      </w:r>
      <w:r>
        <w:t>…</w:t>
      </w:r>
    </w:p>
    <w:p w14:paraId="15B9405B" w14:textId="77777777" w:rsidR="00F635DB" w:rsidRDefault="00855694" w:rsidP="00F635DB">
      <w:r w:rsidRPr="009071AC">
        <w:t>C</w:t>
      </w:r>
      <w:r w:rsidR="00F635DB">
        <w:t>’</w:t>
      </w:r>
      <w:r w:rsidRPr="009071AC">
        <w:t>était là l</w:t>
      </w:r>
      <w:r w:rsidR="00F635DB">
        <w:t>’</w:t>
      </w:r>
      <w:r w:rsidRPr="009071AC">
        <w:t>éternelle et lamentable histoire de la fille séduite</w:t>
      </w:r>
      <w:r w:rsidR="00F635DB">
        <w:t xml:space="preserve">, </w:t>
      </w:r>
      <w:r w:rsidRPr="009071AC">
        <w:t>payant de son bonheur et de sa vie une minute de vertige</w:t>
      </w:r>
      <w:r w:rsidR="00F635DB">
        <w:t>.</w:t>
      </w:r>
    </w:p>
    <w:p w14:paraId="6FBF50B7" w14:textId="77777777" w:rsidR="00F635DB" w:rsidRDefault="00855694" w:rsidP="00F635DB">
      <w:r w:rsidRPr="009071AC">
        <w:t>Drame terrible sans doute</w:t>
      </w:r>
      <w:r w:rsidR="00F635DB">
        <w:t xml:space="preserve">, </w:t>
      </w:r>
      <w:r w:rsidRPr="009071AC">
        <w:t>mais banal comme la vie de tous les jours</w:t>
      </w:r>
      <w:r w:rsidR="00F635DB">
        <w:t xml:space="preserve">, </w:t>
      </w:r>
      <w:r w:rsidRPr="009071AC">
        <w:t xml:space="preserve">et dont la vulgarité semblait plus désolante encore dans la bouche de cette mégère du </w:t>
      </w:r>
      <w:r w:rsidR="00F635DB">
        <w:t>« </w:t>
      </w:r>
      <w:r w:rsidRPr="009071AC">
        <w:t>garni-modèle</w:t>
      </w:r>
      <w:r w:rsidR="00F635DB">
        <w:t>, »</w:t>
      </w:r>
      <w:r w:rsidRPr="009071AC">
        <w:t xml:space="preserve"> qui</w:t>
      </w:r>
      <w:r w:rsidR="00F635DB">
        <w:t xml:space="preserve">, </w:t>
      </w:r>
      <w:r w:rsidRPr="009071AC">
        <w:t>elle aussi</w:t>
      </w:r>
      <w:r w:rsidR="00F635DB">
        <w:t xml:space="preserve">, </w:t>
      </w:r>
      <w:r w:rsidRPr="009071AC">
        <w:t>à l</w:t>
      </w:r>
      <w:r w:rsidR="00F635DB">
        <w:t>’</w:t>
      </w:r>
      <w:r w:rsidRPr="009071AC">
        <w:t>entendre</w:t>
      </w:r>
      <w:r w:rsidR="00F635DB">
        <w:t xml:space="preserve">, </w:t>
      </w:r>
      <w:r w:rsidRPr="009071AC">
        <w:t>avait été trompée</w:t>
      </w:r>
      <w:r w:rsidR="00F635DB">
        <w:t>.</w:t>
      </w:r>
    </w:p>
    <w:p w14:paraId="20BA3EA3" w14:textId="226BCB91" w:rsidR="00F635DB" w:rsidRDefault="00855694" w:rsidP="00F635DB">
      <w:r w:rsidRPr="009071AC">
        <w:t>Aussi</w:t>
      </w:r>
      <w:r w:rsidR="00F635DB">
        <w:t xml:space="preserve">, </w:t>
      </w:r>
      <w:r w:rsidRPr="009071AC">
        <w:t xml:space="preserve">qui eût connu </w:t>
      </w:r>
      <w:r w:rsidR="00F635DB">
        <w:t>M. </w:t>
      </w:r>
      <w:r w:rsidRPr="009071AC">
        <w:t>Isidore Fortunat</w:t>
      </w:r>
      <w:r w:rsidR="00F635DB">
        <w:t xml:space="preserve">, </w:t>
      </w:r>
      <w:r w:rsidRPr="009071AC">
        <w:t>eût été bien intrigué de le voir si ému pour si peu</w:t>
      </w:r>
      <w:r w:rsidR="00F635DB">
        <w:t xml:space="preserve">, </w:t>
      </w:r>
      <w:r w:rsidRPr="009071AC">
        <w:t>lui</w:t>
      </w:r>
      <w:r w:rsidR="00F635DB">
        <w:t xml:space="preserve">, </w:t>
      </w:r>
      <w:r w:rsidRPr="009071AC">
        <w:t>l</w:t>
      </w:r>
      <w:r w:rsidR="00F635DB">
        <w:t>’</w:t>
      </w:r>
      <w:r w:rsidRPr="009071AC">
        <w:t xml:space="preserve">homme positif par </w:t>
      </w:r>
      <w:r w:rsidRPr="009071AC">
        <w:lastRenderedPageBreak/>
        <w:t>excellence</w:t>
      </w:r>
      <w:r w:rsidR="00F635DB">
        <w:t xml:space="preserve">, </w:t>
      </w:r>
      <w:r w:rsidRPr="009071AC">
        <w:t>cuirassé</w:t>
      </w:r>
      <w:r w:rsidR="00F635DB">
        <w:t xml:space="preserve"> – </w:t>
      </w:r>
      <w:r w:rsidRPr="009071AC">
        <w:t>il s</w:t>
      </w:r>
      <w:r w:rsidR="00F635DB">
        <w:t>’</w:t>
      </w:r>
      <w:r w:rsidRPr="009071AC">
        <w:t>en vantait</w:t>
      </w:r>
      <w:r w:rsidR="00F635DB">
        <w:t xml:space="preserve"> – </w:t>
      </w:r>
      <w:r w:rsidRPr="009071AC">
        <w:t>contre toutes les surprises de la sensibilité</w:t>
      </w:r>
      <w:r w:rsidR="00F635DB">
        <w:t>.</w:t>
      </w:r>
    </w:p>
    <w:p w14:paraId="73248F44" w14:textId="77777777" w:rsidR="00F635DB" w:rsidRDefault="00F635DB" w:rsidP="00F635DB">
      <w:r>
        <w:t>— </w:t>
      </w:r>
      <w:r w:rsidR="00855694" w:rsidRPr="009071AC">
        <w:t>Pauvre fille</w:t>
      </w:r>
      <w:r>
        <w:t xml:space="preserve"> !… </w:t>
      </w:r>
      <w:r w:rsidR="00855694" w:rsidRPr="009071AC">
        <w:t>fit-il</w:t>
      </w:r>
      <w:r>
        <w:t xml:space="preserve">, </w:t>
      </w:r>
      <w:r w:rsidR="00855694" w:rsidRPr="009071AC">
        <w:t>pour dire quelque chose</w:t>
      </w:r>
      <w:r>
        <w:t>.</w:t>
      </w:r>
    </w:p>
    <w:p w14:paraId="776B4AD3" w14:textId="77777777" w:rsidR="00F635DB" w:rsidRDefault="00855694" w:rsidP="00F635DB">
      <w:r w:rsidRPr="009071AC">
        <w:t>Puis</w:t>
      </w:r>
      <w:r w:rsidR="00F635DB">
        <w:t xml:space="preserve">, </w:t>
      </w:r>
      <w:r w:rsidRPr="009071AC">
        <w:t>d</w:t>
      </w:r>
      <w:r w:rsidR="00F635DB">
        <w:t>’</w:t>
      </w:r>
      <w:r w:rsidRPr="009071AC">
        <w:t>un ton d</w:t>
      </w:r>
      <w:r w:rsidR="00F635DB">
        <w:t>’</w:t>
      </w:r>
      <w:r w:rsidRPr="009071AC">
        <w:t>insouciance</w:t>
      </w:r>
      <w:r w:rsidR="00F635DB">
        <w:t xml:space="preserve">, </w:t>
      </w:r>
      <w:r w:rsidRPr="009071AC">
        <w:t>précisément assez mal simulé pour trahir une anxiété extraordinaire</w:t>
      </w:r>
      <w:r w:rsidR="00F635DB">
        <w:t> :</w:t>
      </w:r>
    </w:p>
    <w:p w14:paraId="4793D071" w14:textId="3F862ED0" w:rsidR="00F635DB" w:rsidRDefault="00F635DB" w:rsidP="00F635DB">
      <w:r>
        <w:t>— </w:t>
      </w:r>
      <w:r w:rsidR="00855694" w:rsidRPr="009071AC">
        <w:t>A-t-on su</w:t>
      </w:r>
      <w:r>
        <w:t xml:space="preserve">, </w:t>
      </w:r>
      <w:r w:rsidR="00855694" w:rsidRPr="009071AC">
        <w:t>du moins</w:t>
      </w:r>
      <w:r>
        <w:t xml:space="preserve">, </w:t>
      </w:r>
      <w:r w:rsidR="00855694" w:rsidRPr="009071AC">
        <w:t>demanda-t-il</w:t>
      </w:r>
      <w:r>
        <w:t xml:space="preserve">, </w:t>
      </w:r>
      <w:r w:rsidR="00855694" w:rsidRPr="009071AC">
        <w:t xml:space="preserve">qui était le misérable qui avait enlevé </w:t>
      </w:r>
      <w:r>
        <w:t>M</w:t>
      </w:r>
      <w:r w:rsidRPr="00F635DB">
        <w:rPr>
          <w:vertAlign w:val="superscript"/>
        </w:rPr>
        <w:t>lle</w:t>
      </w:r>
      <w:r>
        <w:t> de </w:t>
      </w:r>
      <w:proofErr w:type="spellStart"/>
      <w:r w:rsidR="00855694" w:rsidRPr="009071AC">
        <w:t>Chalusse</w:t>
      </w:r>
      <w:proofErr w:type="spellEnd"/>
      <w:r>
        <w:t> ?</w:t>
      </w:r>
    </w:p>
    <w:p w14:paraId="6577072D" w14:textId="54AD0FA7" w:rsidR="00F635DB" w:rsidRDefault="00F635DB" w:rsidP="00F635DB">
      <w:r>
        <w:t>— </w:t>
      </w:r>
      <w:r w:rsidR="00855694" w:rsidRPr="009071AC">
        <w:t>Jamais</w:t>
      </w:r>
      <w:r>
        <w:t xml:space="preserve">. </w:t>
      </w:r>
      <w:r w:rsidR="00855694" w:rsidRPr="009071AC">
        <w:t>Qui il était</w:t>
      </w:r>
      <w:r>
        <w:t xml:space="preserve">, </w:t>
      </w:r>
      <w:r w:rsidR="00855694" w:rsidRPr="009071AC">
        <w:t>ce qu</w:t>
      </w:r>
      <w:r>
        <w:t>’</w:t>
      </w:r>
      <w:r w:rsidR="00855694" w:rsidRPr="009071AC">
        <w:t>il faisait</w:t>
      </w:r>
      <w:r>
        <w:t xml:space="preserve">, </w:t>
      </w:r>
      <w:r w:rsidR="00855694" w:rsidRPr="009071AC">
        <w:t>d</w:t>
      </w:r>
      <w:r>
        <w:t>’</w:t>
      </w:r>
      <w:r w:rsidR="00855694" w:rsidRPr="009071AC">
        <w:t>où il venait</w:t>
      </w:r>
      <w:r>
        <w:t xml:space="preserve">, </w:t>
      </w:r>
      <w:r w:rsidR="00855694" w:rsidRPr="009071AC">
        <w:t>s</w:t>
      </w:r>
      <w:r>
        <w:t>’</w:t>
      </w:r>
      <w:r w:rsidR="00855694" w:rsidRPr="009071AC">
        <w:t>il était vieux ou jeune</w:t>
      </w:r>
      <w:r>
        <w:t xml:space="preserve">, </w:t>
      </w:r>
      <w:r w:rsidR="00855694" w:rsidRPr="009071AC">
        <w:t xml:space="preserve">comment il avait connu </w:t>
      </w:r>
      <w:r>
        <w:t>M</w:t>
      </w:r>
      <w:r w:rsidRPr="00F635DB">
        <w:rPr>
          <w:vertAlign w:val="superscript"/>
        </w:rPr>
        <w:t>lle</w:t>
      </w:r>
      <w:r>
        <w:t> </w:t>
      </w:r>
      <w:r w:rsidR="00855694" w:rsidRPr="009071AC">
        <w:t>Hermine</w:t>
      </w:r>
      <w:r>
        <w:t xml:space="preserve">… </w:t>
      </w:r>
      <w:r w:rsidR="00855694" w:rsidRPr="009071AC">
        <w:t>autant de mystères</w:t>
      </w:r>
      <w:r>
        <w:t xml:space="preserve">. </w:t>
      </w:r>
      <w:r w:rsidR="00855694" w:rsidRPr="009071AC">
        <w:t>Le bruit a bien couru</w:t>
      </w:r>
      <w:r>
        <w:t xml:space="preserve">, </w:t>
      </w:r>
      <w:r w:rsidR="00855694" w:rsidRPr="009071AC">
        <w:t>dans le temps</w:t>
      </w:r>
      <w:r>
        <w:t xml:space="preserve">, </w:t>
      </w:r>
      <w:r w:rsidR="00855694" w:rsidRPr="009071AC">
        <w:t>qu</w:t>
      </w:r>
      <w:r>
        <w:t>’</w:t>
      </w:r>
      <w:r w:rsidR="00855694" w:rsidRPr="009071AC">
        <w:t>il était étranger</w:t>
      </w:r>
      <w:r>
        <w:t xml:space="preserve">, </w:t>
      </w:r>
      <w:r w:rsidR="00855694" w:rsidRPr="009071AC">
        <w:t>Américain</w:t>
      </w:r>
      <w:r>
        <w:t xml:space="preserve">, </w:t>
      </w:r>
      <w:r w:rsidR="00855694" w:rsidRPr="009071AC">
        <w:t>je crois</w:t>
      </w:r>
      <w:r>
        <w:t xml:space="preserve">, </w:t>
      </w:r>
      <w:r w:rsidR="00855694" w:rsidRPr="009071AC">
        <w:t>et capitaine de navire</w:t>
      </w:r>
      <w:r>
        <w:t xml:space="preserve">, </w:t>
      </w:r>
      <w:r w:rsidR="00855694" w:rsidRPr="009071AC">
        <w:t>mais ce n</w:t>
      </w:r>
      <w:r>
        <w:t>’</w:t>
      </w:r>
      <w:r w:rsidR="00855694" w:rsidRPr="009071AC">
        <w:t>était qu</w:t>
      </w:r>
      <w:r>
        <w:t>’</w:t>
      </w:r>
      <w:r w:rsidR="00855694" w:rsidRPr="009071AC">
        <w:t>un bruit</w:t>
      </w:r>
      <w:r>
        <w:t xml:space="preserve">. </w:t>
      </w:r>
      <w:r w:rsidR="00855694" w:rsidRPr="009071AC">
        <w:t>La vérité est qu</w:t>
      </w:r>
      <w:r>
        <w:t>’</w:t>
      </w:r>
      <w:r w:rsidR="00855694" w:rsidRPr="009071AC">
        <w:t>on n</w:t>
      </w:r>
      <w:r>
        <w:t>’</w:t>
      </w:r>
      <w:r w:rsidR="00855694" w:rsidRPr="009071AC">
        <w:t>a seulement pas pu découvrir son nom</w:t>
      </w:r>
      <w:r>
        <w:t>.</w:t>
      </w:r>
    </w:p>
    <w:p w14:paraId="22B15CF1" w14:textId="77777777" w:rsidR="00F635DB" w:rsidRDefault="00F635DB" w:rsidP="00F635DB">
      <w:r>
        <w:t>— </w:t>
      </w:r>
      <w:r w:rsidR="00855694" w:rsidRPr="009071AC">
        <w:t>Quoi</w:t>
      </w:r>
      <w:r>
        <w:t xml:space="preserve"> !… </w:t>
      </w:r>
      <w:r w:rsidR="00855694" w:rsidRPr="009071AC">
        <w:t>pas son nom</w:t>
      </w:r>
      <w:r>
        <w:t> !…</w:t>
      </w:r>
    </w:p>
    <w:p w14:paraId="0E029B73" w14:textId="77777777" w:rsidR="00F635DB" w:rsidRDefault="00F635DB" w:rsidP="00F635DB">
      <w:r>
        <w:t>— </w:t>
      </w:r>
      <w:r w:rsidR="00855694" w:rsidRPr="009071AC">
        <w:t>Pas même</w:t>
      </w:r>
      <w:r>
        <w:t>.</w:t>
      </w:r>
    </w:p>
    <w:p w14:paraId="7924672F" w14:textId="27AE51B3" w:rsidR="00F635DB" w:rsidRDefault="00855694" w:rsidP="00F635DB">
      <w:r w:rsidRPr="009071AC">
        <w:t>Incapable de maîtriser son trouble</w:t>
      </w:r>
      <w:r w:rsidR="00F635DB">
        <w:t>, M. </w:t>
      </w:r>
      <w:r w:rsidRPr="009071AC">
        <w:t>Fortunat eut du moins la présence d</w:t>
      </w:r>
      <w:r w:rsidR="00F635DB">
        <w:t>’</w:t>
      </w:r>
      <w:r w:rsidRPr="009071AC">
        <w:t>esprit de se lever</w:t>
      </w:r>
      <w:r w:rsidR="00F635DB">
        <w:t xml:space="preserve">, </w:t>
      </w:r>
      <w:r w:rsidRPr="009071AC">
        <w:t>et</w:t>
      </w:r>
      <w:r w:rsidR="00F635DB">
        <w:t xml:space="preserve">, </w:t>
      </w:r>
      <w:r w:rsidRPr="009071AC">
        <w:t>grâce à ce mouvement</w:t>
      </w:r>
      <w:r w:rsidR="00F635DB">
        <w:t xml:space="preserve">, </w:t>
      </w:r>
      <w:r w:rsidRPr="009071AC">
        <w:t>son visage se trouva dans l</w:t>
      </w:r>
      <w:r w:rsidR="00F635DB">
        <w:t>’</w:t>
      </w:r>
      <w:r w:rsidRPr="009071AC">
        <w:t>ombre</w:t>
      </w:r>
      <w:r w:rsidR="00F635DB">
        <w:t>.</w:t>
      </w:r>
    </w:p>
    <w:p w14:paraId="433C611F" w14:textId="77777777" w:rsidR="00F635DB" w:rsidRDefault="00855694" w:rsidP="00F635DB">
      <w:r w:rsidRPr="009071AC">
        <w:t>Mais il avait eu une exclamation sourde et un geste d</w:t>
      </w:r>
      <w:r w:rsidR="00F635DB">
        <w:t>’</w:t>
      </w:r>
      <w:r w:rsidRPr="009071AC">
        <w:t>affreux découragement qui n</w:t>
      </w:r>
      <w:r w:rsidR="00F635DB">
        <w:t>’</w:t>
      </w:r>
      <w:r w:rsidRPr="009071AC">
        <w:t xml:space="preserve">échappèrent pas à la </w:t>
      </w:r>
      <w:proofErr w:type="spellStart"/>
      <w:r w:rsidRPr="009071AC">
        <w:t>Vantrasson</w:t>
      </w:r>
      <w:proofErr w:type="spellEnd"/>
      <w:r w:rsidR="00F635DB">
        <w:t>.</w:t>
      </w:r>
    </w:p>
    <w:p w14:paraId="463CA3C4" w14:textId="77777777" w:rsidR="00F635DB" w:rsidRDefault="00855694" w:rsidP="00F635DB">
      <w:r w:rsidRPr="009071AC">
        <w:t>Elle en fut toute saisie</w:t>
      </w:r>
      <w:r w:rsidR="00F635DB">
        <w:t xml:space="preserve">, </w:t>
      </w:r>
      <w:r w:rsidRPr="009071AC">
        <w:t>et de ce moment ne cessa d</w:t>
      </w:r>
      <w:r w:rsidR="00F635DB">
        <w:t>’</w:t>
      </w:r>
      <w:r w:rsidRPr="009071AC">
        <w:t>observer avec la plus attentive défiance</w:t>
      </w:r>
      <w:r w:rsidR="00F635DB">
        <w:t xml:space="preserve">, </w:t>
      </w:r>
      <w:r w:rsidRPr="009071AC">
        <w:t>le soi-disant clerc d</w:t>
      </w:r>
      <w:r w:rsidR="00F635DB">
        <w:t>’</w:t>
      </w:r>
      <w:r w:rsidRPr="009071AC">
        <w:t>huissier</w:t>
      </w:r>
      <w:r w:rsidR="00F635DB">
        <w:t>.</w:t>
      </w:r>
    </w:p>
    <w:p w14:paraId="421686F7" w14:textId="77777777" w:rsidR="00F635DB" w:rsidRDefault="00855694" w:rsidP="00F635DB">
      <w:r w:rsidRPr="009071AC">
        <w:t>Il n</w:t>
      </w:r>
      <w:r w:rsidR="00F635DB">
        <w:t>’</w:t>
      </w:r>
      <w:r w:rsidRPr="009071AC">
        <w:t>avait pas tardé à se rasseoir sur sa chaise</w:t>
      </w:r>
      <w:r w:rsidR="00F635DB">
        <w:t xml:space="preserve">, </w:t>
      </w:r>
      <w:r w:rsidRPr="009071AC">
        <w:t>près du comptoir</w:t>
      </w:r>
      <w:r w:rsidR="00F635DB">
        <w:t xml:space="preserve">, </w:t>
      </w:r>
      <w:r w:rsidRPr="009071AC">
        <w:t>un peu pâle encore</w:t>
      </w:r>
      <w:r w:rsidR="00F635DB">
        <w:t xml:space="preserve">, </w:t>
      </w:r>
      <w:r w:rsidRPr="009071AC">
        <w:t>mais fort calme en apparence</w:t>
      </w:r>
      <w:r w:rsidR="00F635DB">
        <w:t>.</w:t>
      </w:r>
    </w:p>
    <w:p w14:paraId="619432BE" w14:textId="77777777" w:rsidR="00F635DB" w:rsidRDefault="00855694" w:rsidP="00F635DB">
      <w:r w:rsidRPr="009071AC">
        <w:lastRenderedPageBreak/>
        <w:t>Deux questions encore lui paraissaient indispensables</w:t>
      </w:r>
      <w:r w:rsidR="00F635DB">
        <w:t xml:space="preserve">, </w:t>
      </w:r>
      <w:r w:rsidRPr="009071AC">
        <w:t>de l</w:t>
      </w:r>
      <w:r w:rsidR="00F635DB">
        <w:t>’</w:t>
      </w:r>
      <w:r w:rsidRPr="009071AC">
        <w:t>une d</w:t>
      </w:r>
      <w:r w:rsidR="00F635DB">
        <w:t>’</w:t>
      </w:r>
      <w:r w:rsidRPr="009071AC">
        <w:t>elles la lumière pouvait jaillir</w:t>
      </w:r>
      <w:r w:rsidR="00F635DB">
        <w:t xml:space="preserve">, </w:t>
      </w:r>
      <w:r w:rsidRPr="009071AC">
        <w:t>et il venait de prendre le parti de les adresser au risque de se trahir</w:t>
      </w:r>
      <w:r w:rsidR="00F635DB">
        <w:t>.</w:t>
      </w:r>
    </w:p>
    <w:p w14:paraId="74874391" w14:textId="77777777" w:rsidR="00F635DB" w:rsidRDefault="00855694" w:rsidP="00F635DB">
      <w:r w:rsidRPr="009071AC">
        <w:t>Que lui importait son rôle</w:t>
      </w:r>
      <w:r w:rsidR="00F635DB">
        <w:t xml:space="preserve">, </w:t>
      </w:r>
      <w:r w:rsidRPr="009071AC">
        <w:t>maintenant</w:t>
      </w:r>
      <w:r w:rsidR="00F635DB">
        <w:t xml:space="preserve">… </w:t>
      </w:r>
      <w:r w:rsidRPr="009071AC">
        <w:t>Ne possédait-il pas des renseignements qu</w:t>
      </w:r>
      <w:r w:rsidR="00F635DB">
        <w:t>’</w:t>
      </w:r>
      <w:r w:rsidRPr="009071AC">
        <w:t>il avait tout lieu de croire sincères</w:t>
      </w:r>
      <w:r w:rsidR="00F635DB">
        <w:t> !</w:t>
      </w:r>
    </w:p>
    <w:p w14:paraId="76F2EC65" w14:textId="77777777" w:rsidR="00F635DB" w:rsidRDefault="00F635DB" w:rsidP="00F635DB">
      <w:r>
        <w:t>— </w:t>
      </w:r>
      <w:r w:rsidR="00855694" w:rsidRPr="009071AC">
        <w:t>Je ne saurais vous dire</w:t>
      </w:r>
      <w:r>
        <w:t xml:space="preserve">, </w:t>
      </w:r>
      <w:r w:rsidR="00855694" w:rsidRPr="009071AC">
        <w:t>chère madame</w:t>
      </w:r>
      <w:r>
        <w:t xml:space="preserve">, </w:t>
      </w:r>
      <w:r w:rsidR="00855694" w:rsidRPr="009071AC">
        <w:t>commença-t-il</w:t>
      </w:r>
      <w:r>
        <w:t xml:space="preserve">, </w:t>
      </w:r>
      <w:r w:rsidR="00855694" w:rsidRPr="009071AC">
        <w:t>d</w:t>
      </w:r>
      <w:r>
        <w:t>’</w:t>
      </w:r>
      <w:r w:rsidR="00855694" w:rsidRPr="009071AC">
        <w:t>un ton bref</w:t>
      </w:r>
      <w:r>
        <w:t xml:space="preserve">, </w:t>
      </w:r>
      <w:r w:rsidR="00855694" w:rsidRPr="009071AC">
        <w:t>combien votre récit m</w:t>
      </w:r>
      <w:r>
        <w:t>’</w:t>
      </w:r>
      <w:r w:rsidR="00855694" w:rsidRPr="009071AC">
        <w:t>a intéressé</w:t>
      </w:r>
      <w:r>
        <w:t xml:space="preserve">… </w:t>
      </w:r>
      <w:r w:rsidR="00855694" w:rsidRPr="009071AC">
        <w:t>Maintenant</w:t>
      </w:r>
      <w:r>
        <w:t xml:space="preserve">, </w:t>
      </w:r>
      <w:r w:rsidR="00855694" w:rsidRPr="009071AC">
        <w:t>je puis vous l</w:t>
      </w:r>
      <w:r>
        <w:t>’</w:t>
      </w:r>
      <w:r w:rsidR="00855694" w:rsidRPr="009071AC">
        <w:t>avouer</w:t>
      </w:r>
      <w:r>
        <w:t xml:space="preserve"> : </w:t>
      </w:r>
      <w:r w:rsidR="00855694" w:rsidRPr="009071AC">
        <w:t xml:space="preserve">je connais un peu le comte de </w:t>
      </w:r>
      <w:proofErr w:type="spellStart"/>
      <w:r w:rsidR="00855694" w:rsidRPr="009071AC">
        <w:t>Chalusse</w:t>
      </w:r>
      <w:proofErr w:type="spellEnd"/>
      <w:r w:rsidR="00855694" w:rsidRPr="009071AC">
        <w:t xml:space="preserve"> et je suis allé assez souvent chez lui</w:t>
      </w:r>
      <w:r>
        <w:t xml:space="preserve">, </w:t>
      </w:r>
      <w:r w:rsidR="00855694" w:rsidRPr="009071AC">
        <w:t>rue de Courcelles</w:t>
      </w:r>
      <w:r>
        <w:t xml:space="preserve">, </w:t>
      </w:r>
      <w:r w:rsidR="00855694" w:rsidRPr="009071AC">
        <w:t>où il demeure actuellement</w:t>
      </w:r>
      <w:r>
        <w:t>…</w:t>
      </w:r>
    </w:p>
    <w:p w14:paraId="713736B3" w14:textId="2001A26A" w:rsidR="00F635DB" w:rsidRDefault="00F635DB" w:rsidP="00F635DB">
      <w:r>
        <w:t>— </w:t>
      </w:r>
      <w:r w:rsidR="00855694" w:rsidRPr="009071AC">
        <w:t>Vous</w:t>
      </w:r>
      <w:r>
        <w:t xml:space="preserve"> !… </w:t>
      </w:r>
      <w:r w:rsidR="00855694" w:rsidRPr="009071AC">
        <w:t>fit la femme</w:t>
      </w:r>
      <w:r>
        <w:t xml:space="preserve">, </w:t>
      </w:r>
      <w:r w:rsidR="00855694" w:rsidRPr="009071AC">
        <w:t>en inventoriant d</w:t>
      </w:r>
      <w:r>
        <w:t>’</w:t>
      </w:r>
      <w:r w:rsidR="00855694" w:rsidRPr="009071AC">
        <w:t>un coup d</w:t>
      </w:r>
      <w:r>
        <w:t>’</w:t>
      </w:r>
      <w:r w:rsidR="00855694" w:rsidRPr="009071AC">
        <w:t xml:space="preserve">œil la toilette de </w:t>
      </w:r>
      <w:r>
        <w:t>M. </w:t>
      </w:r>
      <w:r w:rsidR="00855694" w:rsidRPr="009071AC">
        <w:t>Fortunat</w:t>
      </w:r>
      <w:r>
        <w:t>.</w:t>
      </w:r>
    </w:p>
    <w:p w14:paraId="501CF887" w14:textId="4BDC1C7E" w:rsidR="00F635DB" w:rsidRDefault="00F635DB" w:rsidP="00F635DB">
      <w:r>
        <w:t>— </w:t>
      </w:r>
      <w:r w:rsidR="00855694" w:rsidRPr="009071AC">
        <w:t>Mon Dieu</w:t>
      </w:r>
      <w:r>
        <w:t xml:space="preserve"> ! </w:t>
      </w:r>
      <w:r w:rsidR="00855694" w:rsidRPr="009071AC">
        <w:t>oui</w:t>
      </w:r>
      <w:r>
        <w:t xml:space="preserve">, </w:t>
      </w:r>
      <w:r w:rsidR="00855694" w:rsidRPr="009071AC">
        <w:t>moi</w:t>
      </w:r>
      <w:r>
        <w:t xml:space="preserve"> !… </w:t>
      </w:r>
      <w:r w:rsidR="00855694" w:rsidRPr="009071AC">
        <w:t>De la part de mon patron</w:t>
      </w:r>
      <w:r>
        <w:t xml:space="preserve">, </w:t>
      </w:r>
      <w:r w:rsidR="00855694" w:rsidRPr="009071AC">
        <w:t>bien entendu</w:t>
      </w:r>
      <w:r>
        <w:t xml:space="preserve">… </w:t>
      </w:r>
      <w:r w:rsidR="00855694" w:rsidRPr="009071AC">
        <w:t>Donc</w:t>
      </w:r>
      <w:r>
        <w:t xml:space="preserve">, </w:t>
      </w:r>
      <w:r w:rsidR="00855694" w:rsidRPr="009071AC">
        <w:t>toutes les fois que j</w:t>
      </w:r>
      <w:r>
        <w:t>’</w:t>
      </w:r>
      <w:r w:rsidR="00855694" w:rsidRPr="009071AC">
        <w:t xml:space="preserve">ai visité </w:t>
      </w:r>
      <w:r>
        <w:t>M. de </w:t>
      </w:r>
      <w:proofErr w:type="spellStart"/>
      <w:r w:rsidR="00855694" w:rsidRPr="009071AC">
        <w:t>Chalusse</w:t>
      </w:r>
      <w:proofErr w:type="spellEnd"/>
      <w:r>
        <w:t xml:space="preserve">, </w:t>
      </w:r>
      <w:r w:rsidR="00855694" w:rsidRPr="009071AC">
        <w:t>j</w:t>
      </w:r>
      <w:r>
        <w:t>’</w:t>
      </w:r>
      <w:r w:rsidR="00855694" w:rsidRPr="009071AC">
        <w:t>ai vu chez lui une jeune demoiselle que je prenais pour sa fille</w:t>
      </w:r>
      <w:r>
        <w:t xml:space="preserve">… </w:t>
      </w:r>
      <w:r w:rsidR="00855694" w:rsidRPr="009071AC">
        <w:t>Je me trompais</w:t>
      </w:r>
      <w:r>
        <w:t xml:space="preserve">, </w:t>
      </w:r>
      <w:r w:rsidR="00855694" w:rsidRPr="009071AC">
        <w:t>probablement</w:t>
      </w:r>
      <w:r>
        <w:t xml:space="preserve">, </w:t>
      </w:r>
      <w:r w:rsidR="00855694" w:rsidRPr="009071AC">
        <w:t>puisqu</w:t>
      </w:r>
      <w:r>
        <w:t>’</w:t>
      </w:r>
      <w:r w:rsidR="00855694" w:rsidRPr="009071AC">
        <w:t>il n</w:t>
      </w:r>
      <w:r>
        <w:t>’</w:t>
      </w:r>
      <w:r w:rsidR="00855694" w:rsidRPr="009071AC">
        <w:t>est pas marié</w:t>
      </w:r>
      <w:r>
        <w:t>…</w:t>
      </w:r>
    </w:p>
    <w:p w14:paraId="4C8DE417" w14:textId="6E3A5D5F" w:rsidR="00F635DB" w:rsidRDefault="00855694" w:rsidP="00F635DB">
      <w:r w:rsidRPr="009071AC">
        <w:t>Il s</w:t>
      </w:r>
      <w:r w:rsidR="00F635DB">
        <w:t>’</w:t>
      </w:r>
      <w:r w:rsidRPr="009071AC">
        <w:t>arrêta</w:t>
      </w:r>
      <w:r w:rsidR="00F635DB">
        <w:t xml:space="preserve">. </w:t>
      </w:r>
      <w:r w:rsidRPr="009071AC">
        <w:t>La stupeur et la colère semblaient près de suffoquer l</w:t>
      </w:r>
      <w:r w:rsidR="00F635DB">
        <w:t>’</w:t>
      </w:r>
      <w:r w:rsidRPr="009071AC">
        <w:t xml:space="preserve">hôtesse du </w:t>
      </w:r>
      <w:r w:rsidR="00F635DB">
        <w:t>« </w:t>
      </w:r>
      <w:r w:rsidRPr="009071AC">
        <w:t>garni modèle</w:t>
      </w:r>
      <w:r w:rsidR="00F635DB">
        <w:t>. »</w:t>
      </w:r>
    </w:p>
    <w:p w14:paraId="2FF937AC" w14:textId="1D9E5934" w:rsidR="00F635DB" w:rsidRDefault="00855694" w:rsidP="00F635DB">
      <w:r w:rsidRPr="009071AC">
        <w:t>Sans deviner le comment ni le pourquoi</w:t>
      </w:r>
      <w:r w:rsidR="00F635DB">
        <w:t xml:space="preserve">, </w:t>
      </w:r>
      <w:r w:rsidRPr="009071AC">
        <w:t>elle comprenait</w:t>
      </w:r>
      <w:r w:rsidR="00F635DB">
        <w:t xml:space="preserve">, </w:t>
      </w:r>
      <w:r w:rsidRPr="009071AC">
        <w:t>à n</w:t>
      </w:r>
      <w:r w:rsidR="00F635DB">
        <w:t>’</w:t>
      </w:r>
      <w:r w:rsidRPr="009071AC">
        <w:t>en point douter</w:t>
      </w:r>
      <w:r w:rsidR="00F635DB">
        <w:t xml:space="preserve">, </w:t>
      </w:r>
      <w:r w:rsidRPr="009071AC">
        <w:t>qu</w:t>
      </w:r>
      <w:r w:rsidR="00F635DB">
        <w:t>’</w:t>
      </w:r>
      <w:r w:rsidRPr="009071AC">
        <w:t>elle venait d</w:t>
      </w:r>
      <w:r w:rsidR="00F635DB">
        <w:t>’</w:t>
      </w:r>
      <w:r w:rsidRPr="009071AC">
        <w:t>être jouée</w:t>
      </w:r>
      <w:r w:rsidR="00F635DB">
        <w:t xml:space="preserve">, </w:t>
      </w:r>
      <w:r w:rsidRPr="009071AC">
        <w:t xml:space="preserve">et si elle eût suivi son premier mouvement elle eût sauté sur </w:t>
      </w:r>
      <w:r w:rsidR="00F635DB">
        <w:t>M. </w:t>
      </w:r>
      <w:r w:rsidRPr="009071AC">
        <w:t>Isidore Fortunat</w:t>
      </w:r>
      <w:r w:rsidR="00F635DB">
        <w:t>.</w:t>
      </w:r>
    </w:p>
    <w:p w14:paraId="646AF05C" w14:textId="77777777" w:rsidR="00F635DB" w:rsidRDefault="00855694" w:rsidP="00F635DB">
      <w:r w:rsidRPr="009071AC">
        <w:t>Si elle se contint</w:t>
      </w:r>
      <w:r w:rsidR="00F635DB">
        <w:t xml:space="preserve">, </w:t>
      </w:r>
      <w:r w:rsidRPr="009071AC">
        <w:t>si elle fit effort sur elle-même</w:t>
      </w:r>
      <w:r w:rsidR="00F635DB">
        <w:t xml:space="preserve">, </w:t>
      </w:r>
      <w:r w:rsidRPr="009071AC">
        <w:t>c</w:t>
      </w:r>
      <w:r w:rsidR="00F635DB">
        <w:t>’</w:t>
      </w:r>
      <w:r w:rsidRPr="009071AC">
        <w:t>est qu</w:t>
      </w:r>
      <w:r w:rsidR="00F635DB">
        <w:t>’</w:t>
      </w:r>
      <w:r w:rsidRPr="009071AC">
        <w:t>elle lui réservait mieux</w:t>
      </w:r>
      <w:r w:rsidR="00F635DB">
        <w:t>.</w:t>
      </w:r>
    </w:p>
    <w:p w14:paraId="47F36B46" w14:textId="0E4C17AD" w:rsidR="00F635DB" w:rsidRDefault="00F635DB" w:rsidP="00F635DB">
      <w:r>
        <w:t>— </w:t>
      </w:r>
      <w:r w:rsidR="00855694" w:rsidRPr="009071AC">
        <w:t xml:space="preserve">Une jeune demoiselle chez </w:t>
      </w:r>
      <w:r>
        <w:t>M. </w:t>
      </w:r>
      <w:r w:rsidR="00855694" w:rsidRPr="009071AC">
        <w:t>le comte</w:t>
      </w:r>
      <w:r>
        <w:t xml:space="preserve">, </w:t>
      </w:r>
      <w:r w:rsidR="00855694" w:rsidRPr="009071AC">
        <w:t>grommela-t-elle</w:t>
      </w:r>
      <w:r>
        <w:t xml:space="preserve">, </w:t>
      </w:r>
      <w:r w:rsidR="00855694" w:rsidRPr="009071AC">
        <w:t>ce n</w:t>
      </w:r>
      <w:r>
        <w:t>’</w:t>
      </w:r>
      <w:r w:rsidR="00855694" w:rsidRPr="009071AC">
        <w:t>est pas croyable</w:t>
      </w:r>
      <w:r>
        <w:t xml:space="preserve">, </w:t>
      </w:r>
      <w:r w:rsidR="00855694" w:rsidRPr="009071AC">
        <w:t>je ne l</w:t>
      </w:r>
      <w:r>
        <w:t>’</w:t>
      </w:r>
      <w:r w:rsidR="00855694" w:rsidRPr="009071AC">
        <w:t>ai jamais aperçue</w:t>
      </w:r>
      <w:r>
        <w:t xml:space="preserve">, </w:t>
      </w:r>
      <w:r w:rsidR="00855694" w:rsidRPr="009071AC">
        <w:t>je n</w:t>
      </w:r>
      <w:r>
        <w:t>’</w:t>
      </w:r>
      <w:r w:rsidR="00855694" w:rsidRPr="009071AC">
        <w:t>en ai jamais entendu parler</w:t>
      </w:r>
      <w:r>
        <w:t xml:space="preserve">… </w:t>
      </w:r>
      <w:r w:rsidR="00855694" w:rsidRPr="009071AC">
        <w:t>Depuis quand y est-elle</w:t>
      </w:r>
      <w:r>
        <w:t> ?</w:t>
      </w:r>
    </w:p>
    <w:p w14:paraId="70D39B2B" w14:textId="77777777" w:rsidR="00F635DB" w:rsidRDefault="00F635DB" w:rsidP="00F635DB">
      <w:r>
        <w:lastRenderedPageBreak/>
        <w:t>— </w:t>
      </w:r>
      <w:r w:rsidR="00855694" w:rsidRPr="009071AC">
        <w:t>Depuis six ou sept mois</w:t>
      </w:r>
      <w:r>
        <w:t>.</w:t>
      </w:r>
    </w:p>
    <w:p w14:paraId="485CB2FC" w14:textId="4238E0BB" w:rsidR="00F635DB" w:rsidRDefault="00F635DB" w:rsidP="00F635DB">
      <w:r>
        <w:t>— </w:t>
      </w:r>
      <w:r w:rsidR="00855694" w:rsidRPr="009071AC">
        <w:t>Si c</w:t>
      </w:r>
      <w:r>
        <w:t>’</w:t>
      </w:r>
      <w:r w:rsidR="00855694" w:rsidRPr="009071AC">
        <w:t>est ainsi</w:t>
      </w:r>
      <w:r>
        <w:t xml:space="preserve">, </w:t>
      </w:r>
      <w:r w:rsidR="00855694" w:rsidRPr="009071AC">
        <w:t>je ne dis pas absolument non</w:t>
      </w:r>
      <w:r>
        <w:t xml:space="preserve">. </w:t>
      </w:r>
      <w:r w:rsidR="00855694" w:rsidRPr="009071AC">
        <w:t>Voici tantôt deux ans que je n</w:t>
      </w:r>
      <w:r>
        <w:t>’</w:t>
      </w:r>
      <w:r w:rsidR="00855694" w:rsidRPr="009071AC">
        <w:t xml:space="preserve">ai mis les pieds chez </w:t>
      </w:r>
      <w:r>
        <w:t>M. </w:t>
      </w:r>
      <w:r w:rsidR="00855694" w:rsidRPr="009071AC">
        <w:t>le comte</w:t>
      </w:r>
      <w:r>
        <w:t>…</w:t>
      </w:r>
    </w:p>
    <w:p w14:paraId="0FD30906" w14:textId="6AD577B3" w:rsidR="00F635DB" w:rsidRDefault="00F635DB" w:rsidP="00F635DB">
      <w:r>
        <w:t>— </w:t>
      </w:r>
      <w:r w:rsidR="00855694" w:rsidRPr="009071AC">
        <w:t>C</w:t>
      </w:r>
      <w:r>
        <w:t>’</w:t>
      </w:r>
      <w:r w:rsidR="00855694" w:rsidRPr="009071AC">
        <w:t>est que j</w:t>
      </w:r>
      <w:r>
        <w:t>’</w:t>
      </w:r>
      <w:r w:rsidR="00855694" w:rsidRPr="009071AC">
        <w:t>ai une idée</w:t>
      </w:r>
      <w:r>
        <w:t xml:space="preserve">, </w:t>
      </w:r>
      <w:r w:rsidR="00855694" w:rsidRPr="009071AC">
        <w:t>moi</w:t>
      </w:r>
      <w:r>
        <w:t xml:space="preserve">. </w:t>
      </w:r>
      <w:r w:rsidR="00855694" w:rsidRPr="009071AC">
        <w:t xml:space="preserve">Cette jeune personne ne serait-elle pas la nièce de </w:t>
      </w:r>
      <w:r>
        <w:t>M. de </w:t>
      </w:r>
      <w:proofErr w:type="spellStart"/>
      <w:r w:rsidR="00855694" w:rsidRPr="009071AC">
        <w:t>Chalusse</w:t>
      </w:r>
      <w:proofErr w:type="spellEnd"/>
      <w:r>
        <w:t xml:space="preserve">, </w:t>
      </w:r>
      <w:r w:rsidR="00855694" w:rsidRPr="009071AC">
        <w:t xml:space="preserve">la fille de </w:t>
      </w:r>
      <w:r>
        <w:t>M</w:t>
      </w:r>
      <w:r w:rsidRPr="00F635DB">
        <w:rPr>
          <w:vertAlign w:val="superscript"/>
        </w:rPr>
        <w:t>lle</w:t>
      </w:r>
      <w:r>
        <w:t> </w:t>
      </w:r>
      <w:r w:rsidR="00855694" w:rsidRPr="009071AC">
        <w:t>Hermine</w:t>
      </w:r>
      <w:r>
        <w:t> ?…</w:t>
      </w:r>
    </w:p>
    <w:p w14:paraId="66B052DB" w14:textId="196475C8" w:rsidR="00F635DB" w:rsidRDefault="00F635DB" w:rsidP="00F635DB">
      <w:r>
        <w:t>M</w:t>
      </w:r>
      <w:r w:rsidRPr="00F635DB">
        <w:rPr>
          <w:vertAlign w:val="superscript"/>
        </w:rPr>
        <w:t>me</w:t>
      </w:r>
      <w:r>
        <w:t> </w:t>
      </w:r>
      <w:proofErr w:type="spellStart"/>
      <w:r w:rsidR="00855694" w:rsidRPr="009071AC">
        <w:t>Vantrasson</w:t>
      </w:r>
      <w:proofErr w:type="spellEnd"/>
      <w:r w:rsidR="00855694" w:rsidRPr="009071AC">
        <w:t xml:space="preserve"> secoua la tête</w:t>
      </w:r>
      <w:r>
        <w:t>.</w:t>
      </w:r>
    </w:p>
    <w:p w14:paraId="3E0110DD" w14:textId="4B416F5A" w:rsidR="00F635DB" w:rsidRDefault="00F635DB" w:rsidP="00F635DB">
      <w:r>
        <w:t>— </w:t>
      </w:r>
      <w:r w:rsidR="00855694" w:rsidRPr="009071AC">
        <w:t>Rayez cela de vos papiers</w:t>
      </w:r>
      <w:r>
        <w:t xml:space="preserve">, </w:t>
      </w:r>
      <w:r w:rsidR="00855694" w:rsidRPr="009071AC">
        <w:t>prononça-t-elle</w:t>
      </w:r>
      <w:r>
        <w:t>. M. </w:t>
      </w:r>
      <w:r w:rsidR="00855694" w:rsidRPr="009071AC">
        <w:t>le comte a dit que sa sœur était morte pour lui la nuit où elle s</w:t>
      </w:r>
      <w:r>
        <w:t>’</w:t>
      </w:r>
      <w:r w:rsidR="00855694" w:rsidRPr="009071AC">
        <w:t>est enfuie</w:t>
      </w:r>
      <w:r>
        <w:t>…</w:t>
      </w:r>
    </w:p>
    <w:p w14:paraId="350687A0" w14:textId="77777777" w:rsidR="00F635DB" w:rsidRDefault="00F635DB" w:rsidP="00F635DB">
      <w:r>
        <w:t>— </w:t>
      </w:r>
      <w:r w:rsidR="00855694" w:rsidRPr="009071AC">
        <w:t>Qui donc serait cette jeune fille</w:t>
      </w:r>
      <w:r>
        <w:t xml:space="preserve">, </w:t>
      </w:r>
      <w:r w:rsidR="00855694" w:rsidRPr="009071AC">
        <w:t>alors</w:t>
      </w:r>
      <w:r>
        <w:t> ?</w:t>
      </w:r>
    </w:p>
    <w:p w14:paraId="1B3C8094" w14:textId="77777777" w:rsidR="00F635DB" w:rsidRDefault="00F635DB" w:rsidP="00F635DB">
      <w:r>
        <w:t>— </w:t>
      </w:r>
      <w:r w:rsidR="00855694" w:rsidRPr="009071AC">
        <w:t>Dame</w:t>
      </w:r>
      <w:r>
        <w:t xml:space="preserve"> !… </w:t>
      </w:r>
      <w:r w:rsidR="00855694" w:rsidRPr="009071AC">
        <w:t>je ne sais pas</w:t>
      </w:r>
      <w:r>
        <w:t xml:space="preserve">, </w:t>
      </w:r>
      <w:r w:rsidR="00855694" w:rsidRPr="009071AC">
        <w:t>moi</w:t>
      </w:r>
      <w:r>
        <w:t xml:space="preserve">. </w:t>
      </w:r>
      <w:r w:rsidR="00855694" w:rsidRPr="009071AC">
        <w:t>Comment est-elle</w:t>
      </w:r>
      <w:r>
        <w:t> ?</w:t>
      </w:r>
    </w:p>
    <w:p w14:paraId="32CC0651" w14:textId="77777777" w:rsidR="00F635DB" w:rsidRDefault="00F635DB" w:rsidP="00F635DB">
      <w:r>
        <w:t>— </w:t>
      </w:r>
      <w:r w:rsidR="00855694" w:rsidRPr="009071AC">
        <w:t>Assez grande</w:t>
      </w:r>
      <w:r>
        <w:t xml:space="preserve">, </w:t>
      </w:r>
      <w:r w:rsidR="00855694" w:rsidRPr="009071AC">
        <w:t>brune</w:t>
      </w:r>
      <w:r>
        <w:t>.</w:t>
      </w:r>
    </w:p>
    <w:p w14:paraId="21584F6B" w14:textId="77777777" w:rsidR="00F635DB" w:rsidRDefault="00F635DB" w:rsidP="00F635DB">
      <w:r>
        <w:t>— </w:t>
      </w:r>
      <w:r w:rsidR="00855694" w:rsidRPr="009071AC">
        <w:t>Son âge</w:t>
      </w:r>
      <w:r>
        <w:t> ?</w:t>
      </w:r>
    </w:p>
    <w:p w14:paraId="0B6EABBF" w14:textId="77777777" w:rsidR="00F635DB" w:rsidRDefault="00F635DB" w:rsidP="00F635DB">
      <w:r>
        <w:t>— </w:t>
      </w:r>
      <w:r w:rsidR="00855694" w:rsidRPr="009071AC">
        <w:t>Dix-huit ou dix-neuf ans</w:t>
      </w:r>
      <w:r>
        <w:t>.</w:t>
      </w:r>
    </w:p>
    <w:p w14:paraId="604BE843" w14:textId="77777777" w:rsidR="00F635DB" w:rsidRDefault="00855694" w:rsidP="00F635DB">
      <w:r w:rsidRPr="009071AC">
        <w:t>La mégère se livra</w:t>
      </w:r>
      <w:r w:rsidR="00F635DB">
        <w:t xml:space="preserve">, </w:t>
      </w:r>
      <w:r w:rsidRPr="009071AC">
        <w:t>sur ses doigts</w:t>
      </w:r>
      <w:r w:rsidR="00F635DB">
        <w:t xml:space="preserve">, </w:t>
      </w:r>
      <w:r w:rsidRPr="009071AC">
        <w:t>à un rapide calcul</w:t>
      </w:r>
      <w:r w:rsidR="00F635DB">
        <w:t>.</w:t>
      </w:r>
    </w:p>
    <w:p w14:paraId="1AB83D5D" w14:textId="77777777" w:rsidR="00F635DB" w:rsidRDefault="00F635DB" w:rsidP="00F635DB">
      <w:r>
        <w:t>— </w:t>
      </w:r>
      <w:r w:rsidR="00855694" w:rsidRPr="009071AC">
        <w:t>Neuf et quatre treize</w:t>
      </w:r>
      <w:r>
        <w:t xml:space="preserve">, </w:t>
      </w:r>
      <w:r w:rsidR="00855694" w:rsidRPr="009071AC">
        <w:t>grommelait-elle</w:t>
      </w:r>
      <w:r>
        <w:t xml:space="preserve">, </w:t>
      </w:r>
      <w:r w:rsidR="00855694" w:rsidRPr="009071AC">
        <w:t>et cinq dix-huit</w:t>
      </w:r>
      <w:r>
        <w:t xml:space="preserve">… </w:t>
      </w:r>
      <w:r w:rsidR="00855694" w:rsidRPr="009071AC">
        <w:t>Eh</w:t>
      </w:r>
      <w:r>
        <w:t xml:space="preserve"> ! </w:t>
      </w:r>
      <w:r w:rsidR="00855694" w:rsidRPr="009071AC">
        <w:t>eh</w:t>
      </w:r>
      <w:r>
        <w:t xml:space="preserve"> !… </w:t>
      </w:r>
      <w:r w:rsidR="00855694" w:rsidRPr="009071AC">
        <w:t>pourquoi pas</w:t>
      </w:r>
      <w:r>
        <w:t xml:space="preserve"> !… </w:t>
      </w:r>
      <w:r w:rsidR="00855694" w:rsidRPr="009071AC">
        <w:t>Il faudra que j</w:t>
      </w:r>
      <w:r>
        <w:t>’</w:t>
      </w:r>
      <w:r w:rsidR="00855694" w:rsidRPr="009071AC">
        <w:t>aille voir cela</w:t>
      </w:r>
      <w:r>
        <w:t>.</w:t>
      </w:r>
    </w:p>
    <w:p w14:paraId="6A567BA1" w14:textId="77777777" w:rsidR="00F635DB" w:rsidRDefault="00F635DB" w:rsidP="00F635DB">
      <w:r>
        <w:t>— </w:t>
      </w:r>
      <w:r w:rsidR="00855694" w:rsidRPr="009071AC">
        <w:t>Plaît-il</w:t>
      </w:r>
      <w:r>
        <w:t> ?…</w:t>
      </w:r>
    </w:p>
    <w:p w14:paraId="1613CB3C" w14:textId="77777777" w:rsidR="00F635DB" w:rsidRDefault="00F635DB" w:rsidP="00F635DB">
      <w:r>
        <w:t>— </w:t>
      </w:r>
      <w:r w:rsidR="00855694" w:rsidRPr="009071AC">
        <w:t>Rien</w:t>
      </w:r>
      <w:r>
        <w:t xml:space="preserve">… </w:t>
      </w:r>
      <w:r w:rsidR="00855694" w:rsidRPr="009071AC">
        <w:t>c</w:t>
      </w:r>
      <w:r>
        <w:t>’</w:t>
      </w:r>
      <w:r w:rsidR="00855694" w:rsidRPr="009071AC">
        <w:t>est une réflexion que je fais à part moi</w:t>
      </w:r>
      <w:r>
        <w:t xml:space="preserve">. </w:t>
      </w:r>
      <w:r w:rsidR="00855694" w:rsidRPr="009071AC">
        <w:t>Savez-vous son nom</w:t>
      </w:r>
      <w:r>
        <w:t xml:space="preserve">, </w:t>
      </w:r>
      <w:r w:rsidR="00855694" w:rsidRPr="009071AC">
        <w:t>à cette demoiselle</w:t>
      </w:r>
      <w:r>
        <w:t> ?</w:t>
      </w:r>
    </w:p>
    <w:p w14:paraId="12D2F1A8" w14:textId="77777777" w:rsidR="00F635DB" w:rsidRDefault="00F635DB" w:rsidP="00F635DB">
      <w:r>
        <w:t>— </w:t>
      </w:r>
      <w:r w:rsidR="00855694" w:rsidRPr="009071AC">
        <w:t>Marguerite</w:t>
      </w:r>
      <w:r>
        <w:t>.</w:t>
      </w:r>
    </w:p>
    <w:p w14:paraId="68A0B20E" w14:textId="77777777" w:rsidR="00F635DB" w:rsidRDefault="00855694" w:rsidP="00F635DB">
      <w:r w:rsidRPr="009071AC">
        <w:t xml:space="preserve">Le visage de la </w:t>
      </w:r>
      <w:proofErr w:type="spellStart"/>
      <w:r w:rsidRPr="009071AC">
        <w:t>Vantrasson</w:t>
      </w:r>
      <w:proofErr w:type="spellEnd"/>
      <w:r w:rsidRPr="009071AC">
        <w:t xml:space="preserve"> se rembrunit</w:t>
      </w:r>
      <w:r w:rsidR="00F635DB">
        <w:t>.</w:t>
      </w:r>
    </w:p>
    <w:p w14:paraId="3F9E7C14" w14:textId="77777777" w:rsidR="00F635DB" w:rsidRDefault="00F635DB" w:rsidP="00F635DB">
      <w:r>
        <w:lastRenderedPageBreak/>
        <w:t>— </w:t>
      </w:r>
      <w:r w:rsidR="00855694" w:rsidRPr="009071AC">
        <w:t>Non</w:t>
      </w:r>
      <w:r>
        <w:t xml:space="preserve">… </w:t>
      </w:r>
      <w:r w:rsidR="00855694" w:rsidRPr="009071AC">
        <w:t>ce n</w:t>
      </w:r>
      <w:r>
        <w:t>’</w:t>
      </w:r>
      <w:r w:rsidR="00855694" w:rsidRPr="009071AC">
        <w:t>est pas cela</w:t>
      </w:r>
      <w:r>
        <w:t xml:space="preserve">, </w:t>
      </w:r>
      <w:r w:rsidR="00855694" w:rsidRPr="009071AC">
        <w:t>murmura-t-elle d</w:t>
      </w:r>
      <w:r>
        <w:t>’</w:t>
      </w:r>
      <w:r w:rsidR="00855694" w:rsidRPr="009071AC">
        <w:t>une voix à peine distincte</w:t>
      </w:r>
      <w:r>
        <w:t>.</w:t>
      </w:r>
    </w:p>
    <w:p w14:paraId="448AFCE4" w14:textId="13CF52AD" w:rsidR="00F635DB" w:rsidRDefault="00F635DB" w:rsidP="00F635DB">
      <w:r>
        <w:t>M. </w:t>
      </w:r>
      <w:r w:rsidR="00855694" w:rsidRPr="009071AC">
        <w:t>Fortunat était sur des charbons ardents</w:t>
      </w:r>
      <w:r>
        <w:t xml:space="preserve">. </w:t>
      </w:r>
      <w:r w:rsidR="00855694" w:rsidRPr="009071AC">
        <w:t>Il était clair que cette affreuse créature</w:t>
      </w:r>
      <w:r>
        <w:t xml:space="preserve">, </w:t>
      </w:r>
      <w:r w:rsidR="00855694" w:rsidRPr="009071AC">
        <w:t>si elle ne savait rien de précis</w:t>
      </w:r>
      <w:r>
        <w:t xml:space="preserve">, </w:t>
      </w:r>
      <w:r w:rsidR="00855694" w:rsidRPr="009071AC">
        <w:t>avait au moins une idée</w:t>
      </w:r>
      <w:r>
        <w:t xml:space="preserve">, </w:t>
      </w:r>
      <w:r w:rsidR="00855694" w:rsidRPr="009071AC">
        <w:t>des soupçons vagues</w:t>
      </w:r>
      <w:r>
        <w:t xml:space="preserve">. </w:t>
      </w:r>
      <w:r w:rsidR="00855694" w:rsidRPr="009071AC">
        <w:t>Comment la faire parler</w:t>
      </w:r>
      <w:r>
        <w:t xml:space="preserve">, </w:t>
      </w:r>
      <w:r w:rsidR="00855694" w:rsidRPr="009071AC">
        <w:t>maintenant qu</w:t>
      </w:r>
      <w:r>
        <w:t>’</w:t>
      </w:r>
      <w:r w:rsidR="00855694" w:rsidRPr="009071AC">
        <w:t>elle était sur ses gardes</w:t>
      </w:r>
      <w:r>
        <w:t> ?</w:t>
      </w:r>
    </w:p>
    <w:p w14:paraId="692C68B4" w14:textId="77777777" w:rsidR="00F635DB" w:rsidRDefault="00855694" w:rsidP="00F635DB">
      <w:r w:rsidRPr="009071AC">
        <w:t>Il n</w:t>
      </w:r>
      <w:r w:rsidR="00F635DB">
        <w:t>’</w:t>
      </w:r>
      <w:r w:rsidRPr="009071AC">
        <w:t>eut pas le loisir de chercher un expédient</w:t>
      </w:r>
      <w:r w:rsidR="00F635DB">
        <w:t xml:space="preserve"> ; </w:t>
      </w:r>
      <w:r w:rsidRPr="009071AC">
        <w:t>la porte du taudis s</w:t>
      </w:r>
      <w:r w:rsidR="00F635DB">
        <w:t>’</w:t>
      </w:r>
      <w:r w:rsidRPr="009071AC">
        <w:t>ouvrit</w:t>
      </w:r>
      <w:r w:rsidR="00F635DB">
        <w:t xml:space="preserve">, </w:t>
      </w:r>
      <w:r w:rsidRPr="009071AC">
        <w:t>et le maître</w:t>
      </w:r>
      <w:r w:rsidR="00F635DB">
        <w:t xml:space="preserve">, </w:t>
      </w:r>
      <w:proofErr w:type="spellStart"/>
      <w:r w:rsidRPr="009071AC">
        <w:t>Vantrasson</w:t>
      </w:r>
      <w:proofErr w:type="spellEnd"/>
      <w:r w:rsidRPr="009071AC">
        <w:t xml:space="preserve"> en personne</w:t>
      </w:r>
      <w:r w:rsidR="00F635DB">
        <w:t xml:space="preserve">, </w:t>
      </w:r>
      <w:r w:rsidRPr="009071AC">
        <w:t>parut sur le seuil</w:t>
      </w:r>
      <w:r w:rsidR="00F635DB">
        <w:t>.</w:t>
      </w:r>
    </w:p>
    <w:p w14:paraId="575F6E47" w14:textId="77777777" w:rsidR="00F635DB" w:rsidRDefault="00855694" w:rsidP="00F635DB">
      <w:r w:rsidRPr="009071AC">
        <w:t>Parti aviné</w:t>
      </w:r>
      <w:r w:rsidR="00F635DB">
        <w:t xml:space="preserve">, </w:t>
      </w:r>
      <w:r w:rsidRPr="009071AC">
        <w:t>il revenait ivre</w:t>
      </w:r>
      <w:r w:rsidR="00F635DB">
        <w:t xml:space="preserve"> ; </w:t>
      </w:r>
      <w:r w:rsidRPr="009071AC">
        <w:t>sorti d</w:t>
      </w:r>
      <w:r w:rsidR="00F635DB">
        <w:t>’</w:t>
      </w:r>
      <w:r w:rsidRPr="009071AC">
        <w:t>un pas lourd</w:t>
      </w:r>
      <w:r w:rsidR="00F635DB">
        <w:t xml:space="preserve">, </w:t>
      </w:r>
      <w:r w:rsidRPr="009071AC">
        <w:t>il rentrait titubant</w:t>
      </w:r>
      <w:r w:rsidR="00F635DB">
        <w:t>.</w:t>
      </w:r>
    </w:p>
    <w:p w14:paraId="0E5C2B2B" w14:textId="77777777" w:rsidR="00F635DB" w:rsidRDefault="00F635DB" w:rsidP="00F635DB">
      <w:r>
        <w:t>— </w:t>
      </w:r>
      <w:r w:rsidR="00855694" w:rsidRPr="009071AC">
        <w:t>Ah</w:t>
      </w:r>
      <w:r>
        <w:t xml:space="preserve"> !… </w:t>
      </w:r>
      <w:r w:rsidR="00855694" w:rsidRPr="009071AC">
        <w:t>scélérat</w:t>
      </w:r>
      <w:r>
        <w:t xml:space="preserve"> ! </w:t>
      </w:r>
      <w:r w:rsidR="00855694" w:rsidRPr="009071AC">
        <w:t>glapit la mégère</w:t>
      </w:r>
      <w:r>
        <w:t xml:space="preserve">, </w:t>
      </w:r>
      <w:r w:rsidR="00855694" w:rsidRPr="009071AC">
        <w:t>brigand</w:t>
      </w:r>
      <w:r>
        <w:t xml:space="preserve"> !… </w:t>
      </w:r>
      <w:r w:rsidR="00855694" w:rsidRPr="009071AC">
        <w:t>tu as bu</w:t>
      </w:r>
      <w:r>
        <w:t>.</w:t>
      </w:r>
    </w:p>
    <w:p w14:paraId="2DA5F285" w14:textId="77777777" w:rsidR="00F635DB" w:rsidRDefault="00855694" w:rsidP="00F635DB">
      <w:r w:rsidRPr="009071AC">
        <w:t>Il réussit à se maintenir en équilibre</w:t>
      </w:r>
      <w:r w:rsidR="00F635DB">
        <w:t xml:space="preserve">, </w:t>
      </w:r>
      <w:r w:rsidRPr="009071AC">
        <w:t>et toisant sa femme avec ce flegme particulier aux ivrognes</w:t>
      </w:r>
      <w:r w:rsidR="00F635DB">
        <w:t> :</w:t>
      </w:r>
    </w:p>
    <w:p w14:paraId="3AA97C56" w14:textId="77777777" w:rsidR="00F635DB" w:rsidRDefault="00F635DB" w:rsidP="00F635DB">
      <w:r>
        <w:t>— </w:t>
      </w:r>
      <w:r w:rsidR="00855694" w:rsidRPr="009071AC">
        <w:t>Eh bien</w:t>
      </w:r>
      <w:r>
        <w:t xml:space="preserve"> !… </w:t>
      </w:r>
      <w:r w:rsidR="00855694" w:rsidRPr="009071AC">
        <w:t>après</w:t>
      </w:r>
      <w:r>
        <w:t xml:space="preserve"> !… </w:t>
      </w:r>
      <w:r w:rsidR="00855694" w:rsidRPr="009071AC">
        <w:t>fit-il</w:t>
      </w:r>
      <w:r>
        <w:t xml:space="preserve">. </w:t>
      </w:r>
      <w:r w:rsidR="00855694" w:rsidRPr="009071AC">
        <w:t>On ne peut donc plus rire avec les amis</w:t>
      </w:r>
      <w:r>
        <w:t xml:space="preserve"> ?… </w:t>
      </w:r>
      <w:r w:rsidR="00855694" w:rsidRPr="009071AC">
        <w:t>J</w:t>
      </w:r>
      <w:r>
        <w:t>’</w:t>
      </w:r>
      <w:r w:rsidR="00855694" w:rsidRPr="009071AC">
        <w:t>en ai rencontré deux qui avaient touché leur quinzaine</w:t>
      </w:r>
      <w:r>
        <w:t xml:space="preserve">, </w:t>
      </w:r>
      <w:r w:rsidR="00855694" w:rsidRPr="009071AC">
        <w:t>fallait-il refuser une politesse</w:t>
      </w:r>
      <w:r>
        <w:t> ?</w:t>
      </w:r>
    </w:p>
    <w:p w14:paraId="7A10110C" w14:textId="77777777" w:rsidR="00F635DB" w:rsidRDefault="00F635DB" w:rsidP="00F635DB">
      <w:r>
        <w:t>— </w:t>
      </w:r>
      <w:r w:rsidR="00855694" w:rsidRPr="009071AC">
        <w:t>Tu ne peux plus te tenir debout</w:t>
      </w:r>
      <w:r>
        <w:t>.</w:t>
      </w:r>
    </w:p>
    <w:p w14:paraId="01E6D2A8" w14:textId="77777777" w:rsidR="00F635DB" w:rsidRDefault="00F635DB" w:rsidP="00F635DB">
      <w:r>
        <w:t>— </w:t>
      </w:r>
      <w:r w:rsidR="00855694" w:rsidRPr="009071AC">
        <w:t>Ça</w:t>
      </w:r>
      <w:r>
        <w:t xml:space="preserve">, </w:t>
      </w:r>
      <w:r w:rsidR="00855694" w:rsidRPr="009071AC">
        <w:t>c</w:t>
      </w:r>
      <w:r>
        <w:t>’</w:t>
      </w:r>
      <w:r w:rsidR="00855694" w:rsidRPr="009071AC">
        <w:t>est vrai</w:t>
      </w:r>
      <w:r>
        <w:t xml:space="preserve"> ! </w:t>
      </w:r>
      <w:r w:rsidR="00855694" w:rsidRPr="009071AC">
        <w:t>répondit-il</w:t>
      </w:r>
      <w:r>
        <w:t>.</w:t>
      </w:r>
    </w:p>
    <w:p w14:paraId="2A5F464F" w14:textId="77777777" w:rsidR="00F635DB" w:rsidRDefault="00855694" w:rsidP="00F635DB">
      <w:r w:rsidRPr="009071AC">
        <w:t>Et pour le prouver</w:t>
      </w:r>
      <w:r w:rsidR="00F635DB">
        <w:t xml:space="preserve">, </w:t>
      </w:r>
      <w:r w:rsidRPr="009071AC">
        <w:t>il se laissa choir sur une chaise</w:t>
      </w:r>
      <w:r w:rsidR="00F635DB">
        <w:t>.</w:t>
      </w:r>
    </w:p>
    <w:p w14:paraId="72E363BC" w14:textId="006C15BB" w:rsidR="00F635DB" w:rsidRDefault="00855694" w:rsidP="00F635DB">
      <w:r w:rsidRPr="009071AC">
        <w:t xml:space="preserve">Quelles menaces mâchonnait la </w:t>
      </w:r>
      <w:proofErr w:type="spellStart"/>
      <w:r w:rsidRPr="009071AC">
        <w:t>Vantrasson</w:t>
      </w:r>
      <w:proofErr w:type="spellEnd"/>
      <w:r w:rsidR="00F635DB">
        <w:t> ? M. </w:t>
      </w:r>
      <w:r w:rsidRPr="009071AC">
        <w:t xml:space="preserve">Fortunat ne distingua guère que les mots de </w:t>
      </w:r>
      <w:r w:rsidR="00F635DB">
        <w:t>« </w:t>
      </w:r>
      <w:r w:rsidRPr="009071AC">
        <w:t>volée</w:t>
      </w:r>
      <w:r w:rsidR="00F635DB">
        <w:t> »</w:t>
      </w:r>
      <w:r w:rsidRPr="009071AC">
        <w:t xml:space="preserve"> et de </w:t>
      </w:r>
      <w:r w:rsidR="00F635DB">
        <w:t>« </w:t>
      </w:r>
      <w:r w:rsidRPr="009071AC">
        <w:t>mouchard</w:t>
      </w:r>
      <w:r w:rsidR="00F635DB">
        <w:t>. »</w:t>
      </w:r>
      <w:r w:rsidRPr="009071AC">
        <w:t xml:space="preserve"> Mais aux regards qu</w:t>
      </w:r>
      <w:r w:rsidR="00F635DB">
        <w:t>’</w:t>
      </w:r>
      <w:r w:rsidRPr="009071AC">
        <w:t>elle adressait alternativement à son mari et à lui</w:t>
      </w:r>
      <w:r w:rsidR="00F635DB">
        <w:t xml:space="preserve">, </w:t>
      </w:r>
      <w:r w:rsidRPr="009071AC">
        <w:t>il ne pouvait guère se méprendre</w:t>
      </w:r>
      <w:r w:rsidR="00F635DB">
        <w:t>.</w:t>
      </w:r>
    </w:p>
    <w:p w14:paraId="2677C43D" w14:textId="24191FBD" w:rsidR="00F635DB" w:rsidRDefault="00F635DB" w:rsidP="00F635DB">
      <w:r>
        <w:t>« </w:t>
      </w:r>
      <w:r w:rsidR="00855694" w:rsidRPr="009071AC">
        <w:t>Tu as du bonheur</w:t>
      </w:r>
      <w:r>
        <w:t xml:space="preserve">, </w:t>
      </w:r>
      <w:r w:rsidR="00855694" w:rsidRPr="009071AC">
        <w:t>toi</w:t>
      </w:r>
      <w:r>
        <w:t xml:space="preserve">, </w:t>
      </w:r>
      <w:r w:rsidR="00855694" w:rsidRPr="009071AC">
        <w:t>disaient clairement ces regards</w:t>
      </w:r>
      <w:r>
        <w:t xml:space="preserve">, </w:t>
      </w:r>
      <w:r w:rsidR="00855694" w:rsidRPr="009071AC">
        <w:t>que mon mari soit en cet état</w:t>
      </w:r>
      <w:r>
        <w:t xml:space="preserve">, </w:t>
      </w:r>
      <w:r w:rsidR="00855694" w:rsidRPr="009071AC">
        <w:t>on se serait expliqué</w:t>
      </w:r>
      <w:r>
        <w:t xml:space="preserve">, </w:t>
      </w:r>
      <w:r w:rsidR="00855694" w:rsidRPr="009071AC">
        <w:t>sans cela</w:t>
      </w:r>
      <w:r>
        <w:t xml:space="preserve">, </w:t>
      </w:r>
      <w:r w:rsidR="00855694" w:rsidRPr="009071AC">
        <w:t>et on aurait vu</w:t>
      </w:r>
      <w:r>
        <w:t>… »</w:t>
      </w:r>
    </w:p>
    <w:p w14:paraId="0309A79E" w14:textId="77777777" w:rsidR="00F635DB" w:rsidRDefault="00F635DB" w:rsidP="00F635DB">
      <w:r>
        <w:lastRenderedPageBreak/>
        <w:t>— </w:t>
      </w:r>
      <w:r w:rsidR="00855694" w:rsidRPr="009071AC">
        <w:t>Je l</w:t>
      </w:r>
      <w:r>
        <w:t>’</w:t>
      </w:r>
      <w:r w:rsidR="00855694" w:rsidRPr="009071AC">
        <w:t>échappe belle</w:t>
      </w:r>
      <w:r>
        <w:t xml:space="preserve"> ! </w:t>
      </w:r>
      <w:r w:rsidR="00855694" w:rsidRPr="009071AC">
        <w:t>pensa le faux clerc</w:t>
      </w:r>
      <w:r>
        <w:t>.</w:t>
      </w:r>
    </w:p>
    <w:p w14:paraId="7B812B28" w14:textId="77777777" w:rsidR="00F635DB" w:rsidRDefault="00855694" w:rsidP="00F635DB">
      <w:r w:rsidRPr="009071AC">
        <w:t>Mais il n</w:t>
      </w:r>
      <w:r w:rsidR="00F635DB">
        <w:t>’</w:t>
      </w:r>
      <w:r w:rsidRPr="009071AC">
        <w:t>y avait rien à craindre</w:t>
      </w:r>
      <w:r w:rsidR="00F635DB">
        <w:t xml:space="preserve">, </w:t>
      </w:r>
      <w:r w:rsidRPr="009071AC">
        <w:t>c</w:t>
      </w:r>
      <w:r w:rsidR="00F635DB">
        <w:t>’</w:t>
      </w:r>
      <w:r w:rsidRPr="009071AC">
        <w:t>était le cas de se montrer brave</w:t>
      </w:r>
      <w:r w:rsidR="00F635DB">
        <w:t>.</w:t>
      </w:r>
    </w:p>
    <w:p w14:paraId="2A7A633D" w14:textId="77777777" w:rsidR="00F635DB" w:rsidRDefault="00F635DB" w:rsidP="00F635DB">
      <w:r>
        <w:t>— </w:t>
      </w:r>
      <w:r w:rsidR="00855694" w:rsidRPr="009071AC">
        <w:t>Laissez donc votre homme tranquille</w:t>
      </w:r>
      <w:r>
        <w:t xml:space="preserve">, </w:t>
      </w:r>
      <w:r w:rsidR="00855694" w:rsidRPr="009071AC">
        <w:t>dit-il</w:t>
      </w:r>
      <w:r>
        <w:t xml:space="preserve">. </w:t>
      </w:r>
      <w:r w:rsidR="00855694" w:rsidRPr="009071AC">
        <w:t>S</w:t>
      </w:r>
      <w:r>
        <w:t>’</w:t>
      </w:r>
      <w:r w:rsidR="00855694" w:rsidRPr="009071AC">
        <w:t>il a seulement rapporté le papier timbré qu</w:t>
      </w:r>
      <w:r>
        <w:t>’</w:t>
      </w:r>
      <w:r w:rsidR="00855694" w:rsidRPr="009071AC">
        <w:t>il était allé chercher</w:t>
      </w:r>
      <w:r>
        <w:t xml:space="preserve">, </w:t>
      </w:r>
      <w:r w:rsidR="00855694" w:rsidRPr="009071AC">
        <w:t>je n</w:t>
      </w:r>
      <w:r>
        <w:t>’</w:t>
      </w:r>
      <w:r w:rsidR="00855694" w:rsidRPr="009071AC">
        <w:t>aurai pas perdu ma soirée pour vous obliger</w:t>
      </w:r>
      <w:r>
        <w:t>.</w:t>
      </w:r>
    </w:p>
    <w:p w14:paraId="458E4DF6" w14:textId="51564D53" w:rsidR="00F635DB" w:rsidRDefault="00855694" w:rsidP="00F635DB">
      <w:proofErr w:type="spellStart"/>
      <w:r w:rsidRPr="009071AC">
        <w:t>Vantrasson</w:t>
      </w:r>
      <w:proofErr w:type="spellEnd"/>
      <w:r w:rsidRPr="009071AC">
        <w:t xml:space="preserve"> rapportait</w:t>
      </w:r>
      <w:r w:rsidR="00F635DB">
        <w:t xml:space="preserve">, </w:t>
      </w:r>
      <w:r w:rsidRPr="009071AC">
        <w:t>non pas une feuille</w:t>
      </w:r>
      <w:r w:rsidR="00F635DB">
        <w:t xml:space="preserve">, </w:t>
      </w:r>
      <w:r w:rsidRPr="009071AC">
        <w:t>mais deux</w:t>
      </w:r>
      <w:r w:rsidR="00F635DB">
        <w:t xml:space="preserve">. </w:t>
      </w:r>
      <w:r w:rsidRPr="009071AC">
        <w:t>Une idée d</w:t>
      </w:r>
      <w:r w:rsidR="00F635DB">
        <w:t>’</w:t>
      </w:r>
      <w:r w:rsidRPr="009071AC">
        <w:t>ivrogne</w:t>
      </w:r>
      <w:r w:rsidR="00F635DB">
        <w:t xml:space="preserve">. </w:t>
      </w:r>
      <w:r w:rsidRPr="009071AC">
        <w:t>On trouva une mauvaise plume et de l</w:t>
      </w:r>
      <w:r w:rsidR="00F635DB">
        <w:t>’</w:t>
      </w:r>
      <w:r w:rsidRPr="009071AC">
        <w:t>encre boueuse</w:t>
      </w:r>
      <w:r w:rsidR="00F635DB">
        <w:t xml:space="preserve">, </w:t>
      </w:r>
      <w:r w:rsidRPr="009071AC">
        <w:t xml:space="preserve">et </w:t>
      </w:r>
      <w:r w:rsidR="00F635DB">
        <w:t>M. </w:t>
      </w:r>
      <w:r w:rsidRPr="009071AC">
        <w:t>Fortunat se mit à rédiger une reconnaissance</w:t>
      </w:r>
      <w:r w:rsidR="00F635DB">
        <w:t xml:space="preserve">, </w:t>
      </w:r>
      <w:r w:rsidRPr="009071AC">
        <w:t>selon les conventions arrêtées</w:t>
      </w:r>
      <w:r w:rsidR="00F635DB">
        <w:t xml:space="preserve">. </w:t>
      </w:r>
      <w:r w:rsidRPr="009071AC">
        <w:t>Mais il fallait écrire le nom du créancier dont il avait parlé</w:t>
      </w:r>
      <w:r w:rsidR="00F635DB">
        <w:t xml:space="preserve">, </w:t>
      </w:r>
      <w:r w:rsidRPr="009071AC">
        <w:t>il ne voulait pas mettre le sien</w:t>
      </w:r>
      <w:r w:rsidR="00F635DB">
        <w:t xml:space="preserve">, </w:t>
      </w:r>
      <w:r w:rsidRPr="009071AC">
        <w:t>il mit celui de Chupin</w:t>
      </w:r>
      <w:r w:rsidR="00F635DB">
        <w:t xml:space="preserve"> (</w:t>
      </w:r>
      <w:r w:rsidRPr="009071AC">
        <w:t>Victor</w:t>
      </w:r>
      <w:r w:rsidR="00F635DB">
        <w:t xml:space="preserve">), </w:t>
      </w:r>
      <w:r w:rsidRPr="009071AC">
        <w:t>lequel</w:t>
      </w:r>
      <w:r w:rsidR="00F635DB">
        <w:t xml:space="preserve">, </w:t>
      </w:r>
      <w:r w:rsidRPr="009071AC">
        <w:t>en ce moment</w:t>
      </w:r>
      <w:r w:rsidR="00F635DB">
        <w:t xml:space="preserve">, </w:t>
      </w:r>
      <w:r w:rsidRPr="009071AC">
        <w:t>mouillé et transi à la porte</w:t>
      </w:r>
      <w:r w:rsidR="00F635DB">
        <w:t xml:space="preserve">, </w:t>
      </w:r>
      <w:r w:rsidRPr="009071AC">
        <w:t>ne se doutait guère du mauvais tour qu</w:t>
      </w:r>
      <w:r w:rsidR="00F635DB">
        <w:t>’</w:t>
      </w:r>
      <w:r w:rsidRPr="009071AC">
        <w:t>on lui jouait</w:t>
      </w:r>
      <w:r w:rsidR="00F635DB">
        <w:t>.</w:t>
      </w:r>
    </w:p>
    <w:p w14:paraId="79E4E9D0" w14:textId="77777777" w:rsidR="00F635DB" w:rsidRDefault="00F635DB" w:rsidP="00F635DB">
      <w:r>
        <w:t>— </w:t>
      </w:r>
      <w:r w:rsidR="00855694" w:rsidRPr="009071AC">
        <w:t>Chupin</w:t>
      </w:r>
      <w:r>
        <w:t xml:space="preserve"> !… </w:t>
      </w:r>
      <w:r w:rsidR="00855694" w:rsidRPr="009071AC">
        <w:t>répétait l</w:t>
      </w:r>
      <w:r>
        <w:t>’</w:t>
      </w:r>
      <w:r w:rsidR="00855694" w:rsidRPr="009071AC">
        <w:t xml:space="preserve">hôtesse du </w:t>
      </w:r>
      <w:r>
        <w:t>« </w:t>
      </w:r>
      <w:r w:rsidR="00855694" w:rsidRPr="009071AC">
        <w:t>garni modèle</w:t>
      </w:r>
      <w:r>
        <w:t>, »</w:t>
      </w:r>
      <w:r w:rsidR="00855694" w:rsidRPr="009071AC">
        <w:t xml:space="preserve"> afin de bien graver ce nom dans sa mémoire</w:t>
      </w:r>
      <w:r>
        <w:t xml:space="preserve">… </w:t>
      </w:r>
      <w:r w:rsidR="00855694" w:rsidRPr="009071AC">
        <w:t>Victor Chupin</w:t>
      </w:r>
      <w:r>
        <w:t xml:space="preserve"> !… </w:t>
      </w:r>
      <w:r w:rsidR="00855694" w:rsidRPr="009071AC">
        <w:t>On le verra</w:t>
      </w:r>
      <w:r>
        <w:t xml:space="preserve">, </w:t>
      </w:r>
      <w:r w:rsidR="00855694" w:rsidRPr="009071AC">
        <w:t>celui-là</w:t>
      </w:r>
      <w:r>
        <w:t>…</w:t>
      </w:r>
    </w:p>
    <w:p w14:paraId="145D80B2" w14:textId="77777777" w:rsidR="00F635DB" w:rsidRDefault="00855694" w:rsidP="00F635DB">
      <w:r w:rsidRPr="009071AC">
        <w:t>L</w:t>
      </w:r>
      <w:r w:rsidR="00F635DB">
        <w:t>’</w:t>
      </w:r>
      <w:r w:rsidRPr="009071AC">
        <w:t>acte rédigé</w:t>
      </w:r>
      <w:r w:rsidR="00F635DB">
        <w:t xml:space="preserve">, </w:t>
      </w:r>
      <w:r w:rsidRPr="009071AC">
        <w:t xml:space="preserve">il fallut réveiller </w:t>
      </w:r>
      <w:proofErr w:type="spellStart"/>
      <w:r w:rsidRPr="009071AC">
        <w:t>Vantrasson</w:t>
      </w:r>
      <w:proofErr w:type="spellEnd"/>
      <w:r w:rsidRPr="009071AC">
        <w:t xml:space="preserve"> pour le signer</w:t>
      </w:r>
      <w:r w:rsidR="00F635DB">
        <w:t>.</w:t>
      </w:r>
    </w:p>
    <w:p w14:paraId="554779B9" w14:textId="77777777" w:rsidR="00F635DB" w:rsidRDefault="00855694" w:rsidP="00F635DB">
      <w:r w:rsidRPr="009071AC">
        <w:t>Il s</w:t>
      </w:r>
      <w:r w:rsidR="00F635DB">
        <w:t>’</w:t>
      </w:r>
      <w:r w:rsidRPr="009071AC">
        <w:t>y prêta de bonne grâce</w:t>
      </w:r>
      <w:r w:rsidR="00F635DB">
        <w:t xml:space="preserve">, </w:t>
      </w:r>
      <w:r w:rsidRPr="009071AC">
        <w:t>et la femme apposa sa signature près de celle de son mari</w:t>
      </w:r>
      <w:r w:rsidR="00F635DB">
        <w:t>.</w:t>
      </w:r>
    </w:p>
    <w:p w14:paraId="01B487A5" w14:textId="3A66A0DC" w:rsidR="00F635DB" w:rsidRDefault="00855694" w:rsidP="00F635DB">
      <w:r w:rsidRPr="009071AC">
        <w:t>Alors</w:t>
      </w:r>
      <w:r w:rsidR="00F635DB">
        <w:t>, M. </w:t>
      </w:r>
      <w:r w:rsidRPr="009071AC">
        <w:t>Fortunat remit en échange le billet qui lui avait servi de prétexte</w:t>
      </w:r>
      <w:r w:rsidR="00F635DB">
        <w:t>.</w:t>
      </w:r>
    </w:p>
    <w:p w14:paraId="5BD3E37C" w14:textId="77777777" w:rsidR="00F635DB" w:rsidRDefault="00F635DB" w:rsidP="00F635DB">
      <w:r>
        <w:t>— </w:t>
      </w:r>
      <w:r w:rsidR="00855694" w:rsidRPr="009071AC">
        <w:t>Et surtout</w:t>
      </w:r>
      <w:r>
        <w:t xml:space="preserve">, </w:t>
      </w:r>
      <w:r w:rsidR="00855694" w:rsidRPr="009071AC">
        <w:t>recommanda-t-il encore</w:t>
      </w:r>
      <w:r>
        <w:t xml:space="preserve">, </w:t>
      </w:r>
      <w:r w:rsidR="00855694" w:rsidRPr="009071AC">
        <w:t>en ouvrant la porte pour se retirer</w:t>
      </w:r>
      <w:r>
        <w:t xml:space="preserve">, </w:t>
      </w:r>
      <w:r w:rsidR="00855694" w:rsidRPr="009071AC">
        <w:t>surtout n</w:t>
      </w:r>
      <w:r>
        <w:t>’</w:t>
      </w:r>
      <w:r w:rsidR="00855694" w:rsidRPr="009071AC">
        <w:t>oubliez pas l</w:t>
      </w:r>
      <w:r>
        <w:t>’</w:t>
      </w:r>
      <w:proofErr w:type="spellStart"/>
      <w:r w:rsidR="00855694" w:rsidRPr="009071AC">
        <w:t>à</w:t>
      </w:r>
      <w:proofErr w:type="spellEnd"/>
      <w:r w:rsidR="00855694" w:rsidRPr="009071AC">
        <w:t>-compte à verser tous les mois</w:t>
      </w:r>
      <w:r>
        <w:t>…</w:t>
      </w:r>
    </w:p>
    <w:p w14:paraId="08AD3F6B" w14:textId="77777777" w:rsidR="00F635DB" w:rsidRDefault="00F635DB" w:rsidP="00F635DB">
      <w:r>
        <w:t>— </w:t>
      </w:r>
      <w:r w:rsidR="00855694" w:rsidRPr="009071AC">
        <w:t>Oui</w:t>
      </w:r>
      <w:r>
        <w:t xml:space="preserve">, </w:t>
      </w:r>
      <w:r w:rsidR="00855694" w:rsidRPr="009071AC">
        <w:t>va</w:t>
      </w:r>
      <w:r>
        <w:t xml:space="preserve"> !… </w:t>
      </w:r>
      <w:r w:rsidR="00855694" w:rsidRPr="009071AC">
        <w:t>compte là-dessus</w:t>
      </w:r>
      <w:r>
        <w:t xml:space="preserve"> !… </w:t>
      </w:r>
      <w:r w:rsidR="00855694" w:rsidRPr="009071AC">
        <w:t xml:space="preserve">grogna la </w:t>
      </w:r>
      <w:proofErr w:type="spellStart"/>
      <w:r w:rsidR="00855694" w:rsidRPr="009071AC">
        <w:t>Vantrasson</w:t>
      </w:r>
      <w:proofErr w:type="spellEnd"/>
      <w:r>
        <w:t>.</w:t>
      </w:r>
    </w:p>
    <w:p w14:paraId="6ED403D5" w14:textId="77777777" w:rsidR="00F635DB" w:rsidRDefault="00855694" w:rsidP="00F635DB">
      <w:r w:rsidRPr="009071AC">
        <w:lastRenderedPageBreak/>
        <w:t>Il n</w:t>
      </w:r>
      <w:r w:rsidR="00F635DB">
        <w:t>’</w:t>
      </w:r>
      <w:r w:rsidRPr="009071AC">
        <w:t>entendit pas cela</w:t>
      </w:r>
      <w:r w:rsidR="00F635DB">
        <w:t xml:space="preserve">. </w:t>
      </w:r>
      <w:r w:rsidRPr="009071AC">
        <w:t>Il n</w:t>
      </w:r>
      <w:r w:rsidR="00F635DB">
        <w:t>’</w:t>
      </w:r>
      <w:r w:rsidRPr="009071AC">
        <w:t>entendit pas davantage Chupin qui l</w:t>
      </w:r>
      <w:r w:rsidR="00F635DB">
        <w:t>’</w:t>
      </w:r>
      <w:r w:rsidRPr="009071AC">
        <w:t>avait rejoint</w:t>
      </w:r>
      <w:r w:rsidR="00F635DB">
        <w:t xml:space="preserve">, </w:t>
      </w:r>
      <w:r w:rsidRPr="009071AC">
        <w:t>qui marchait à ses côtés</w:t>
      </w:r>
      <w:r w:rsidR="00F635DB">
        <w:t xml:space="preserve">, </w:t>
      </w:r>
      <w:r w:rsidRPr="009071AC">
        <w:t>et qui lui disait</w:t>
      </w:r>
      <w:r w:rsidR="00F635DB">
        <w:t> :</w:t>
      </w:r>
    </w:p>
    <w:p w14:paraId="6AD07939" w14:textId="77777777" w:rsidR="00F635DB" w:rsidRDefault="00F635DB" w:rsidP="00F635DB">
      <w:r>
        <w:t>— </w:t>
      </w:r>
      <w:r w:rsidR="00855694" w:rsidRPr="009071AC">
        <w:t>Enfin</w:t>
      </w:r>
      <w:r>
        <w:t xml:space="preserve">, </w:t>
      </w:r>
      <w:r w:rsidR="00855694" w:rsidRPr="009071AC">
        <w:t>vous voilà</w:t>
      </w:r>
      <w:r>
        <w:t xml:space="preserve">, </w:t>
      </w:r>
      <w:r w:rsidR="00855694" w:rsidRPr="009071AC">
        <w:t>m</w:t>
      </w:r>
      <w:r>
        <w:t>’</w:t>
      </w:r>
      <w:proofErr w:type="spellStart"/>
      <w:r w:rsidR="00855694" w:rsidRPr="009071AC">
        <w:t>sieu</w:t>
      </w:r>
      <w:proofErr w:type="spellEnd"/>
      <w:r>
        <w:t xml:space="preserve"> !… </w:t>
      </w:r>
      <w:r w:rsidR="00855694" w:rsidRPr="009071AC">
        <w:t>Je pensais que vous aviez signé un bail dans cette baraque</w:t>
      </w:r>
      <w:r>
        <w:t xml:space="preserve">… </w:t>
      </w:r>
      <w:r w:rsidR="00855694" w:rsidRPr="009071AC">
        <w:t>la prochaine fois</w:t>
      </w:r>
      <w:r>
        <w:t xml:space="preserve">, </w:t>
      </w:r>
      <w:r w:rsidR="00855694" w:rsidRPr="009071AC">
        <w:t>j</w:t>
      </w:r>
      <w:r>
        <w:t>’</w:t>
      </w:r>
      <w:r w:rsidR="00855694" w:rsidRPr="009071AC">
        <w:t>apporterai une chaufferette</w:t>
      </w:r>
      <w:r>
        <w:t>…</w:t>
      </w:r>
    </w:p>
    <w:p w14:paraId="2E0DB2CF" w14:textId="46F012DB" w:rsidR="00F635DB" w:rsidRDefault="00855694" w:rsidP="00F635DB">
      <w:r w:rsidRPr="009071AC">
        <w:t>Une de ces préoccupations despotiques</w:t>
      </w:r>
      <w:r w:rsidR="00F635DB">
        <w:t xml:space="preserve">, </w:t>
      </w:r>
      <w:r w:rsidRPr="009071AC">
        <w:t>que connaissent les chercheurs obstinés</w:t>
      </w:r>
      <w:r w:rsidR="00F635DB">
        <w:t xml:space="preserve">, </w:t>
      </w:r>
      <w:r w:rsidRPr="009071AC">
        <w:t>s</w:t>
      </w:r>
      <w:r w:rsidR="00F635DB">
        <w:t>’</w:t>
      </w:r>
      <w:r w:rsidRPr="009071AC">
        <w:t xml:space="preserve">était emparée de </w:t>
      </w:r>
      <w:r w:rsidR="00F635DB">
        <w:t>M. </w:t>
      </w:r>
      <w:r w:rsidRPr="009071AC">
        <w:t>Fortunat</w:t>
      </w:r>
      <w:r w:rsidR="00F635DB">
        <w:t xml:space="preserve">, </w:t>
      </w:r>
      <w:r w:rsidRPr="009071AC">
        <w:t>et supprimait</w:t>
      </w:r>
      <w:r w:rsidR="00F635DB">
        <w:t xml:space="preserve">, </w:t>
      </w:r>
      <w:r w:rsidRPr="009071AC">
        <w:t>pour lui</w:t>
      </w:r>
      <w:r w:rsidR="00F635DB">
        <w:t xml:space="preserve">, </w:t>
      </w:r>
      <w:r w:rsidRPr="009071AC">
        <w:t>les circonstances extérieures</w:t>
      </w:r>
      <w:r w:rsidR="00F635DB">
        <w:t xml:space="preserve">. </w:t>
      </w:r>
      <w:r w:rsidRPr="009071AC">
        <w:t>Venu le cœur bondissant d</w:t>
      </w:r>
      <w:r w:rsidR="00F635DB">
        <w:t>’</w:t>
      </w:r>
      <w:r w:rsidRPr="009071AC">
        <w:t>espérances</w:t>
      </w:r>
      <w:r w:rsidR="00F635DB">
        <w:t xml:space="preserve">, </w:t>
      </w:r>
      <w:r w:rsidRPr="009071AC">
        <w:t>il se retirait désespéré</w:t>
      </w:r>
      <w:r w:rsidR="00F635DB">
        <w:t xml:space="preserve">. </w:t>
      </w:r>
      <w:r w:rsidRPr="009071AC">
        <w:t>Et sans souci de l</w:t>
      </w:r>
      <w:r w:rsidR="00F635DB">
        <w:t>’</w:t>
      </w:r>
      <w:r w:rsidRPr="009071AC">
        <w:t>obscurité</w:t>
      </w:r>
      <w:r w:rsidR="00F635DB">
        <w:t xml:space="preserve">, </w:t>
      </w:r>
      <w:r w:rsidRPr="009071AC">
        <w:t>de la boue</w:t>
      </w:r>
      <w:r w:rsidR="00F635DB">
        <w:t xml:space="preserve">, </w:t>
      </w:r>
      <w:r w:rsidRPr="009071AC">
        <w:t>de la pluie qui recommençait</w:t>
      </w:r>
      <w:r w:rsidR="00F635DB">
        <w:t xml:space="preserve">, </w:t>
      </w:r>
      <w:r w:rsidRPr="009071AC">
        <w:t>il allait au milieu de la chaussée</w:t>
      </w:r>
      <w:r w:rsidR="00F635DB">
        <w:t>…</w:t>
      </w:r>
    </w:p>
    <w:p w14:paraId="10403670" w14:textId="77777777" w:rsidR="00F635DB" w:rsidRDefault="00855694" w:rsidP="00F635DB">
      <w:r w:rsidRPr="009071AC">
        <w:t>Il fallut que Chupin l</w:t>
      </w:r>
      <w:r w:rsidR="00F635DB">
        <w:t>’</w:t>
      </w:r>
      <w:r w:rsidRPr="009071AC">
        <w:t>arrêtât à la barrière</w:t>
      </w:r>
      <w:r w:rsidR="00F635DB">
        <w:t xml:space="preserve">, </w:t>
      </w:r>
      <w:r w:rsidRPr="009071AC">
        <w:t>et lui rappelât qu</w:t>
      </w:r>
      <w:r w:rsidR="00F635DB">
        <w:t>’</w:t>
      </w:r>
      <w:r w:rsidRPr="009071AC">
        <w:t>une voiture les attendait</w:t>
      </w:r>
      <w:r w:rsidR="00F635DB">
        <w:t>…</w:t>
      </w:r>
    </w:p>
    <w:p w14:paraId="4A066898" w14:textId="77777777" w:rsidR="00F635DB" w:rsidRDefault="00F635DB" w:rsidP="00F635DB">
      <w:r>
        <w:t>— </w:t>
      </w:r>
      <w:r w:rsidR="00855694" w:rsidRPr="009071AC">
        <w:t>C</w:t>
      </w:r>
      <w:r>
        <w:t>’</w:t>
      </w:r>
      <w:r w:rsidR="00855694" w:rsidRPr="009071AC">
        <w:t>est juste</w:t>
      </w:r>
      <w:r>
        <w:t xml:space="preserve">… </w:t>
      </w:r>
      <w:r w:rsidR="00855694" w:rsidRPr="009071AC">
        <w:t>fit-il</w:t>
      </w:r>
      <w:r>
        <w:t>.</w:t>
      </w:r>
    </w:p>
    <w:p w14:paraId="3120E85B" w14:textId="77777777" w:rsidR="00F635DB" w:rsidRDefault="00855694" w:rsidP="00F635DB">
      <w:r w:rsidRPr="009071AC">
        <w:t>Il monta</w:t>
      </w:r>
      <w:r w:rsidR="00F635DB">
        <w:t xml:space="preserve">, </w:t>
      </w:r>
      <w:r w:rsidRPr="009071AC">
        <w:t>mais sans s</w:t>
      </w:r>
      <w:r w:rsidR="00F635DB">
        <w:t>’</w:t>
      </w:r>
      <w:r w:rsidRPr="009071AC">
        <w:t>en apercevoir</w:t>
      </w:r>
      <w:r w:rsidR="00F635DB">
        <w:t xml:space="preserve">, </w:t>
      </w:r>
      <w:r w:rsidRPr="009071AC">
        <w:t>assurément</w:t>
      </w:r>
      <w:r w:rsidR="00F635DB">
        <w:t xml:space="preserve">. </w:t>
      </w:r>
      <w:r w:rsidRPr="009071AC">
        <w:t>Et tout le long du chemin</w:t>
      </w:r>
      <w:r w:rsidR="00F635DB">
        <w:t xml:space="preserve">, </w:t>
      </w:r>
      <w:r w:rsidRPr="009071AC">
        <w:t>sa pensée débordant de son cerveau</w:t>
      </w:r>
      <w:r w:rsidR="00F635DB">
        <w:t xml:space="preserve">, </w:t>
      </w:r>
      <w:r w:rsidRPr="009071AC">
        <w:t>comme le liquide d</w:t>
      </w:r>
      <w:r w:rsidR="00F635DB">
        <w:t>’</w:t>
      </w:r>
      <w:r w:rsidRPr="009071AC">
        <w:t>un vase trop étroit</w:t>
      </w:r>
      <w:r w:rsidR="00F635DB">
        <w:t xml:space="preserve">, </w:t>
      </w:r>
      <w:r w:rsidRPr="009071AC">
        <w:t>se répandit en un monologue dont Chupin</w:t>
      </w:r>
      <w:r w:rsidR="00F635DB">
        <w:t xml:space="preserve">, </w:t>
      </w:r>
      <w:r w:rsidRPr="009071AC">
        <w:t>par instants</w:t>
      </w:r>
      <w:r w:rsidR="00F635DB">
        <w:t xml:space="preserve">, </w:t>
      </w:r>
      <w:r w:rsidRPr="009071AC">
        <w:t>attrapait quelques bribes</w:t>
      </w:r>
      <w:r w:rsidR="00F635DB">
        <w:t>.</w:t>
      </w:r>
    </w:p>
    <w:p w14:paraId="591DB42C" w14:textId="77777777" w:rsidR="00F635DB" w:rsidRDefault="00F635DB" w:rsidP="00F635DB">
      <w:r>
        <w:t>— </w:t>
      </w:r>
      <w:r w:rsidR="00855694" w:rsidRPr="009071AC">
        <w:t>Quelle affaire</w:t>
      </w:r>
      <w:r>
        <w:t xml:space="preserve"> !… </w:t>
      </w:r>
      <w:r w:rsidR="00855694" w:rsidRPr="009071AC">
        <w:t>murmurait-il</w:t>
      </w:r>
      <w:r>
        <w:t xml:space="preserve">, </w:t>
      </w:r>
      <w:r w:rsidR="00855694" w:rsidRPr="009071AC">
        <w:t>quelle affaire</w:t>
      </w:r>
      <w:r>
        <w:t xml:space="preserve"> !… </w:t>
      </w:r>
      <w:r w:rsidR="00855694" w:rsidRPr="009071AC">
        <w:t>J</w:t>
      </w:r>
      <w:r>
        <w:t>’</w:t>
      </w:r>
      <w:r w:rsidR="00855694" w:rsidRPr="009071AC">
        <w:t>en ai bien débrouillé depuis sept ans</w:t>
      </w:r>
      <w:r>
        <w:t xml:space="preserve">, </w:t>
      </w:r>
      <w:r w:rsidR="00855694" w:rsidRPr="009071AC">
        <w:t>mais jamais de si obscure</w:t>
      </w:r>
      <w:r>
        <w:t xml:space="preserve">… </w:t>
      </w:r>
      <w:r w:rsidR="00855694" w:rsidRPr="009071AC">
        <w:t>Ah</w:t>
      </w:r>
      <w:r>
        <w:t xml:space="preserve"> ! </w:t>
      </w:r>
      <w:r w:rsidR="00855694" w:rsidRPr="009071AC">
        <w:t>mes quarante mille francs sont bien aventurés</w:t>
      </w:r>
      <w:r>
        <w:t xml:space="preserve">. </w:t>
      </w:r>
      <w:r w:rsidR="00855694" w:rsidRPr="009071AC">
        <w:t>Certes</w:t>
      </w:r>
      <w:r>
        <w:t xml:space="preserve"> ! </w:t>
      </w:r>
      <w:r w:rsidR="00855694" w:rsidRPr="009071AC">
        <w:t>j</w:t>
      </w:r>
      <w:r>
        <w:t>’</w:t>
      </w:r>
      <w:r w:rsidR="00855694" w:rsidRPr="009071AC">
        <w:t>en ai bien déniché</w:t>
      </w:r>
      <w:r>
        <w:t xml:space="preserve">, </w:t>
      </w:r>
      <w:r w:rsidR="00855694" w:rsidRPr="009071AC">
        <w:t>de ces héritiers</w:t>
      </w:r>
      <w:r>
        <w:t xml:space="preserve">, </w:t>
      </w:r>
      <w:r w:rsidR="00855694" w:rsidRPr="009071AC">
        <w:t>dont on ne soupçonnait même pas l</w:t>
      </w:r>
      <w:r>
        <w:t>’</w:t>
      </w:r>
      <w:r w:rsidR="00855694" w:rsidRPr="009071AC">
        <w:t>existence</w:t>
      </w:r>
      <w:r>
        <w:t xml:space="preserve">, </w:t>
      </w:r>
      <w:r w:rsidR="00855694" w:rsidRPr="009071AC">
        <w:t>mais du moins j</w:t>
      </w:r>
      <w:r>
        <w:t>’</w:t>
      </w:r>
      <w:r w:rsidR="00855694" w:rsidRPr="009071AC">
        <w:t>avais quelque indice pour me guider</w:t>
      </w:r>
      <w:r>
        <w:t xml:space="preserve">… </w:t>
      </w:r>
      <w:r w:rsidR="00855694" w:rsidRPr="009071AC">
        <w:t>Ici</w:t>
      </w:r>
      <w:r>
        <w:t xml:space="preserve">, </w:t>
      </w:r>
      <w:r w:rsidR="00855694" w:rsidRPr="009071AC">
        <w:t>rien</w:t>
      </w:r>
      <w:r>
        <w:t xml:space="preserve">, </w:t>
      </w:r>
      <w:r w:rsidR="00855694" w:rsidRPr="009071AC">
        <w:t>pas une lueur</w:t>
      </w:r>
      <w:r>
        <w:t xml:space="preserve">… </w:t>
      </w:r>
      <w:r w:rsidR="00855694" w:rsidRPr="009071AC">
        <w:t>les ténèbres partout</w:t>
      </w:r>
      <w:r>
        <w:t xml:space="preserve">. </w:t>
      </w:r>
      <w:r w:rsidR="00855694" w:rsidRPr="009071AC">
        <w:t>Si je trouvais</w:t>
      </w:r>
      <w:r>
        <w:t xml:space="preserve">, </w:t>
      </w:r>
      <w:r w:rsidR="00855694" w:rsidRPr="009071AC">
        <w:t>cependant</w:t>
      </w:r>
      <w:r>
        <w:t xml:space="preserve"> !… </w:t>
      </w:r>
      <w:r w:rsidR="00855694" w:rsidRPr="009071AC">
        <w:t>Mais comment chercher des gens dont j</w:t>
      </w:r>
      <w:r>
        <w:t>’</w:t>
      </w:r>
      <w:r w:rsidR="00855694" w:rsidRPr="009071AC">
        <w:t>ignore même le nom</w:t>
      </w:r>
      <w:r>
        <w:t xml:space="preserve">, </w:t>
      </w:r>
      <w:r w:rsidR="00855694" w:rsidRPr="009071AC">
        <w:t>des gens qui ont su échapper à toutes les investigations de la police</w:t>
      </w:r>
      <w:r>
        <w:t xml:space="preserve"> !… </w:t>
      </w:r>
      <w:r w:rsidR="00855694" w:rsidRPr="009071AC">
        <w:t>Et où les chercher</w:t>
      </w:r>
      <w:r>
        <w:t xml:space="preserve"> ?… </w:t>
      </w:r>
      <w:r w:rsidR="00855694" w:rsidRPr="009071AC">
        <w:t>En Europe</w:t>
      </w:r>
      <w:r>
        <w:t xml:space="preserve">, </w:t>
      </w:r>
      <w:r w:rsidR="00855694" w:rsidRPr="009071AC">
        <w:t>en Amérique</w:t>
      </w:r>
      <w:r>
        <w:t xml:space="preserve"> ?… </w:t>
      </w:r>
      <w:r w:rsidR="00855694" w:rsidRPr="009071AC">
        <w:t>C</w:t>
      </w:r>
      <w:r>
        <w:t>’</w:t>
      </w:r>
      <w:r w:rsidR="00855694" w:rsidRPr="009071AC">
        <w:t>est à devenir fou</w:t>
      </w:r>
      <w:r>
        <w:t xml:space="preserve"> !… </w:t>
      </w:r>
      <w:r w:rsidR="00855694" w:rsidRPr="009071AC">
        <w:t xml:space="preserve">À qui donc iront tous les millions du comte de </w:t>
      </w:r>
      <w:proofErr w:type="spellStart"/>
      <w:r w:rsidR="00855694" w:rsidRPr="009071AC">
        <w:t>Chalusse</w:t>
      </w:r>
      <w:proofErr w:type="spellEnd"/>
      <w:r>
        <w:t> !…</w:t>
      </w:r>
    </w:p>
    <w:p w14:paraId="08EAB24A" w14:textId="208F93B6" w:rsidR="00F635DB" w:rsidRDefault="00855694" w:rsidP="00F635DB">
      <w:r w:rsidRPr="009071AC">
        <w:lastRenderedPageBreak/>
        <w:t>L</w:t>
      </w:r>
      <w:r w:rsidR="00F635DB">
        <w:t>’</w:t>
      </w:r>
      <w:r w:rsidRPr="009071AC">
        <w:t xml:space="preserve">arrêt brusque de la voiture sur la place de la Bourse rappela cependant </w:t>
      </w:r>
      <w:r w:rsidR="00F635DB">
        <w:t>M. </w:t>
      </w:r>
      <w:r w:rsidRPr="009071AC">
        <w:t>Fortunat au sentiment de la réalité</w:t>
      </w:r>
      <w:r w:rsidR="00F635DB">
        <w:t>.</w:t>
      </w:r>
    </w:p>
    <w:p w14:paraId="0F9B7163" w14:textId="77777777" w:rsidR="00F635DB" w:rsidRDefault="00F635DB" w:rsidP="00F635DB">
      <w:r>
        <w:t>— </w:t>
      </w:r>
      <w:r w:rsidR="00855694" w:rsidRPr="009071AC">
        <w:t>Voici vingt francs</w:t>
      </w:r>
      <w:r>
        <w:t xml:space="preserve">, </w:t>
      </w:r>
      <w:r w:rsidR="00855694" w:rsidRPr="009071AC">
        <w:t>Victor</w:t>
      </w:r>
      <w:r>
        <w:t xml:space="preserve">, </w:t>
      </w:r>
      <w:r w:rsidR="00855694" w:rsidRPr="009071AC">
        <w:t>dit-il à Chupin</w:t>
      </w:r>
      <w:r>
        <w:t xml:space="preserve">, </w:t>
      </w:r>
      <w:r w:rsidR="00855694" w:rsidRPr="009071AC">
        <w:t>payez le cocher</w:t>
      </w:r>
      <w:r>
        <w:t xml:space="preserve">, </w:t>
      </w:r>
      <w:r w:rsidR="00855694" w:rsidRPr="009071AC">
        <w:t>vous garderez le reste</w:t>
      </w:r>
      <w:r>
        <w:t>.</w:t>
      </w:r>
    </w:p>
    <w:p w14:paraId="606296E3" w14:textId="77777777" w:rsidR="00F635DB" w:rsidRDefault="00855694" w:rsidP="00F635DB">
      <w:r w:rsidRPr="009071AC">
        <w:t>Ayant dit</w:t>
      </w:r>
      <w:r w:rsidR="00F635DB">
        <w:t xml:space="preserve">, </w:t>
      </w:r>
      <w:r w:rsidRPr="009071AC">
        <w:t>il sauta lestement à terre</w:t>
      </w:r>
      <w:r w:rsidR="00F635DB">
        <w:t>.</w:t>
      </w:r>
    </w:p>
    <w:p w14:paraId="5568F242" w14:textId="77777777" w:rsidR="00F635DB" w:rsidRDefault="00855694" w:rsidP="00F635DB">
      <w:r w:rsidRPr="009071AC">
        <w:t>Devant sa maison</w:t>
      </w:r>
      <w:r w:rsidR="00F635DB">
        <w:t xml:space="preserve">, </w:t>
      </w:r>
      <w:r w:rsidRPr="009071AC">
        <w:t>un coupé de maître</w:t>
      </w:r>
      <w:r w:rsidR="00F635DB">
        <w:t xml:space="preserve">, </w:t>
      </w:r>
      <w:r w:rsidRPr="009071AC">
        <w:t>attelé de deux chevaux de prix stationnait</w:t>
      </w:r>
      <w:r w:rsidR="00F635DB">
        <w:t>.</w:t>
      </w:r>
    </w:p>
    <w:p w14:paraId="6C9DB6CD" w14:textId="26C37A2B" w:rsidR="00F635DB" w:rsidRDefault="00F635DB" w:rsidP="00F635DB">
      <w:r>
        <w:t>— </w:t>
      </w:r>
      <w:r w:rsidR="00855694" w:rsidRPr="009071AC">
        <w:t>L</w:t>
      </w:r>
      <w:r>
        <w:t>’</w:t>
      </w:r>
      <w:r w:rsidR="00855694" w:rsidRPr="009071AC">
        <w:t xml:space="preserve">équipage du marquis de </w:t>
      </w:r>
      <w:proofErr w:type="spellStart"/>
      <w:r w:rsidR="00855694" w:rsidRPr="009071AC">
        <w:t>Valorsay</w:t>
      </w:r>
      <w:proofErr w:type="spellEnd"/>
      <w:r>
        <w:t xml:space="preserve"> !… </w:t>
      </w:r>
      <w:r w:rsidR="00855694" w:rsidRPr="009071AC">
        <w:t xml:space="preserve">grommela </w:t>
      </w:r>
      <w:r>
        <w:t>M. </w:t>
      </w:r>
      <w:r w:rsidR="00855694" w:rsidRPr="009071AC">
        <w:t>Fortunat</w:t>
      </w:r>
      <w:r>
        <w:t xml:space="preserve">. </w:t>
      </w:r>
      <w:r w:rsidR="00855694" w:rsidRPr="009071AC">
        <w:t>Il a été patient</w:t>
      </w:r>
      <w:r>
        <w:t xml:space="preserve"> ; </w:t>
      </w:r>
      <w:r w:rsidR="00855694" w:rsidRPr="009071AC">
        <w:t>il m</w:t>
      </w:r>
      <w:r>
        <w:t>’</w:t>
      </w:r>
      <w:r w:rsidR="00855694" w:rsidRPr="009071AC">
        <w:t>a attendu</w:t>
      </w:r>
      <w:r>
        <w:t xml:space="preserve">, </w:t>
      </w:r>
      <w:r w:rsidR="00855694" w:rsidRPr="009071AC">
        <w:t>ou plutôt il a attendu mes dix mille francs</w:t>
      </w:r>
      <w:r>
        <w:t xml:space="preserve">… </w:t>
      </w:r>
      <w:r w:rsidR="00855694" w:rsidRPr="009071AC">
        <w:t>Nous allons bien voir</w:t>
      </w:r>
      <w:r>
        <w:t> !…</w:t>
      </w:r>
    </w:p>
    <w:p w14:paraId="514E1333" w14:textId="3622B59A" w:rsidR="00855694" w:rsidRPr="009071AC" w:rsidRDefault="00855694" w:rsidP="00F635DB">
      <w:pPr>
        <w:pStyle w:val="Titre1"/>
      </w:pPr>
      <w:bookmarkStart w:id="3" w:name="_Toc202021401"/>
      <w:r w:rsidRPr="009071AC">
        <w:lastRenderedPageBreak/>
        <w:t>III</w:t>
      </w:r>
      <w:bookmarkEnd w:id="3"/>
      <w:r w:rsidRPr="009071AC">
        <w:br/>
      </w:r>
    </w:p>
    <w:p w14:paraId="498962DB" w14:textId="131D7D12" w:rsidR="00F635DB" w:rsidRDefault="00F635DB" w:rsidP="00F635DB">
      <w:r>
        <w:t>M. </w:t>
      </w:r>
      <w:r w:rsidR="00855694" w:rsidRPr="009071AC">
        <w:t xml:space="preserve">Fortunat venait à peine de partir pour son expédition au </w:t>
      </w:r>
      <w:r>
        <w:t>« </w:t>
      </w:r>
      <w:r w:rsidR="00855694" w:rsidRPr="009071AC">
        <w:t>garni modèle</w:t>
      </w:r>
      <w:r>
        <w:t>, »</w:t>
      </w:r>
      <w:r w:rsidR="00855694" w:rsidRPr="009071AC">
        <w:t xml:space="preserve"> lorsque le marquis de </w:t>
      </w:r>
      <w:proofErr w:type="spellStart"/>
      <w:r w:rsidR="00855694" w:rsidRPr="009071AC">
        <w:t>Valorsay</w:t>
      </w:r>
      <w:proofErr w:type="spellEnd"/>
      <w:r w:rsidR="00855694" w:rsidRPr="009071AC">
        <w:t xml:space="preserve"> s</w:t>
      </w:r>
      <w:r>
        <w:t>’</w:t>
      </w:r>
      <w:r w:rsidR="00855694" w:rsidRPr="009071AC">
        <w:t>était présenté chez lui</w:t>
      </w:r>
      <w:r>
        <w:t>.</w:t>
      </w:r>
    </w:p>
    <w:p w14:paraId="0D274AE2" w14:textId="77777777" w:rsidR="00F635DB" w:rsidRDefault="00F635DB" w:rsidP="00F635DB">
      <w:r>
        <w:t>— </w:t>
      </w:r>
      <w:r w:rsidR="00855694" w:rsidRPr="009071AC">
        <w:t>Monsieur est sorti</w:t>
      </w:r>
      <w:r>
        <w:t xml:space="preserve">, </w:t>
      </w:r>
      <w:r w:rsidR="00855694" w:rsidRPr="009071AC">
        <w:t xml:space="preserve">répondit la </w:t>
      </w:r>
      <w:proofErr w:type="spellStart"/>
      <w:r w:rsidR="00855694" w:rsidRPr="009071AC">
        <w:t>Dodelin</w:t>
      </w:r>
      <w:proofErr w:type="spellEnd"/>
      <w:r>
        <w:t xml:space="preserve">, </w:t>
      </w:r>
      <w:r w:rsidR="00855694" w:rsidRPr="009071AC">
        <w:t>qui était allée ouvrir</w:t>
      </w:r>
      <w:r>
        <w:t>.</w:t>
      </w:r>
    </w:p>
    <w:p w14:paraId="6E59DA18" w14:textId="77777777" w:rsidR="00F635DB" w:rsidRDefault="00F635DB" w:rsidP="00F635DB">
      <w:r>
        <w:t>— </w:t>
      </w:r>
      <w:r w:rsidR="00855694" w:rsidRPr="009071AC">
        <w:t>Vous devez vous tromper</w:t>
      </w:r>
      <w:r>
        <w:t xml:space="preserve">, </w:t>
      </w:r>
      <w:r w:rsidR="00855694" w:rsidRPr="009071AC">
        <w:t>ma bonne</w:t>
      </w:r>
      <w:r>
        <w:t>…</w:t>
      </w:r>
    </w:p>
    <w:p w14:paraId="03577EC0" w14:textId="77777777" w:rsidR="00F635DB" w:rsidRDefault="00F635DB" w:rsidP="00F635DB">
      <w:r>
        <w:t>— </w:t>
      </w:r>
      <w:r w:rsidR="00855694" w:rsidRPr="009071AC">
        <w:t>Oh</w:t>
      </w:r>
      <w:r>
        <w:t xml:space="preserve"> ! </w:t>
      </w:r>
      <w:r w:rsidR="00855694" w:rsidRPr="009071AC">
        <w:t>non</w:t>
      </w:r>
      <w:r>
        <w:t xml:space="preserve">… </w:t>
      </w:r>
      <w:r w:rsidR="00855694" w:rsidRPr="009071AC">
        <w:t>Et même Monsieur a dit que vous l</w:t>
      </w:r>
      <w:r>
        <w:t>’</w:t>
      </w:r>
      <w:r w:rsidR="00855694" w:rsidRPr="009071AC">
        <w:t>espériez</w:t>
      </w:r>
      <w:r>
        <w:t>.</w:t>
      </w:r>
    </w:p>
    <w:p w14:paraId="597E5521" w14:textId="77777777" w:rsidR="00F635DB" w:rsidRDefault="00F635DB" w:rsidP="00F635DB">
      <w:r>
        <w:t>— </w:t>
      </w:r>
      <w:r w:rsidR="00855694" w:rsidRPr="009071AC">
        <w:t>Allons</w:t>
      </w:r>
      <w:r>
        <w:t xml:space="preserve">, </w:t>
      </w:r>
      <w:r w:rsidR="00855694" w:rsidRPr="009071AC">
        <w:t>soit</w:t>
      </w:r>
      <w:r>
        <w:t>…</w:t>
      </w:r>
    </w:p>
    <w:p w14:paraId="0D267F9B" w14:textId="77777777" w:rsidR="00F635DB" w:rsidRDefault="00855694" w:rsidP="00F635DB">
      <w:r w:rsidRPr="009071AC">
        <w:t>Fidèle aux ordres qu</w:t>
      </w:r>
      <w:r w:rsidR="00F635DB">
        <w:t>’</w:t>
      </w:r>
      <w:r w:rsidRPr="009071AC">
        <w:t>elle avait reçus</w:t>
      </w:r>
      <w:r w:rsidR="00F635DB">
        <w:t xml:space="preserve">, </w:t>
      </w:r>
      <w:r w:rsidRPr="009071AC">
        <w:t>la servante conduisit le visiteur dans le salon</w:t>
      </w:r>
      <w:r w:rsidR="00F635DB">
        <w:t xml:space="preserve">, </w:t>
      </w:r>
      <w:r w:rsidRPr="009071AC">
        <w:t>alluma les bougies d</w:t>
      </w:r>
      <w:r w:rsidR="00F635DB">
        <w:t>’</w:t>
      </w:r>
      <w:r w:rsidRPr="009071AC">
        <w:t>un candélabre et se retira</w:t>
      </w:r>
      <w:r w:rsidR="00F635DB">
        <w:t>.</w:t>
      </w:r>
    </w:p>
    <w:p w14:paraId="4F95FBD5" w14:textId="77777777" w:rsidR="00F635DB" w:rsidRDefault="00F635DB" w:rsidP="00F635DB">
      <w:r>
        <w:t>— </w:t>
      </w:r>
      <w:r w:rsidR="00855694" w:rsidRPr="009071AC">
        <w:t>C</w:t>
      </w:r>
      <w:r>
        <w:t>’</w:t>
      </w:r>
      <w:r w:rsidR="00855694" w:rsidRPr="009071AC">
        <w:t>est prodigieux</w:t>
      </w:r>
      <w:r>
        <w:t xml:space="preserve"> ! </w:t>
      </w:r>
      <w:r w:rsidR="00855694" w:rsidRPr="009071AC">
        <w:t>grommelait le marquis</w:t>
      </w:r>
      <w:r>
        <w:t xml:space="preserve">, </w:t>
      </w:r>
      <w:proofErr w:type="spellStart"/>
      <w:r w:rsidR="00855694" w:rsidRPr="009071AC">
        <w:t>mons</w:t>
      </w:r>
      <w:proofErr w:type="spellEnd"/>
      <w:r w:rsidR="00855694" w:rsidRPr="009071AC">
        <w:t xml:space="preserve"> Fortunat se fait désirer</w:t>
      </w:r>
      <w:r>
        <w:t xml:space="preserve">, </w:t>
      </w:r>
      <w:proofErr w:type="spellStart"/>
      <w:r w:rsidR="00855694" w:rsidRPr="009071AC">
        <w:t>mons</w:t>
      </w:r>
      <w:proofErr w:type="spellEnd"/>
      <w:r w:rsidR="00855694" w:rsidRPr="009071AC">
        <w:t xml:space="preserve"> Fortunat se fait attendre</w:t>
      </w:r>
      <w:r>
        <w:t xml:space="preserve"> !… </w:t>
      </w:r>
      <w:r w:rsidR="00855694" w:rsidRPr="009071AC">
        <w:t>Enfin</w:t>
      </w:r>
      <w:r>
        <w:t>…</w:t>
      </w:r>
    </w:p>
    <w:p w14:paraId="1DCCE151" w14:textId="77777777" w:rsidR="00F635DB" w:rsidRDefault="00855694" w:rsidP="00F635DB">
      <w:r w:rsidRPr="009071AC">
        <w:t>Il sortit un journal de sa poche</w:t>
      </w:r>
      <w:r w:rsidR="00F635DB">
        <w:t xml:space="preserve">, </w:t>
      </w:r>
      <w:r w:rsidRPr="009071AC">
        <w:t>s</w:t>
      </w:r>
      <w:r w:rsidR="00F635DB">
        <w:t>’</w:t>
      </w:r>
      <w:r w:rsidRPr="009071AC">
        <w:t>allongea sur un fauteuil</w:t>
      </w:r>
      <w:r w:rsidR="00F635DB">
        <w:t xml:space="preserve">… </w:t>
      </w:r>
      <w:r w:rsidRPr="009071AC">
        <w:t>et attendit</w:t>
      </w:r>
      <w:r w:rsidR="00F635DB">
        <w:t>.</w:t>
      </w:r>
    </w:p>
    <w:p w14:paraId="2A95833C" w14:textId="47EB0287" w:rsidR="00F635DB" w:rsidRDefault="00855694" w:rsidP="00F635DB">
      <w:r w:rsidRPr="009071AC">
        <w:t>Par son nom</w:t>
      </w:r>
      <w:r w:rsidR="00F635DB">
        <w:t xml:space="preserve">, </w:t>
      </w:r>
      <w:r w:rsidRPr="009071AC">
        <w:t>sa fortune</w:t>
      </w:r>
      <w:r w:rsidR="00F635DB">
        <w:t xml:space="preserve">, </w:t>
      </w:r>
      <w:r w:rsidRPr="009071AC">
        <w:t>ses habitudes et ses goûts</w:t>
      </w:r>
      <w:r w:rsidR="00F635DB">
        <w:t xml:space="preserve">, </w:t>
      </w:r>
      <w:r w:rsidRPr="009071AC">
        <w:t xml:space="preserve">le marquis de </w:t>
      </w:r>
      <w:proofErr w:type="spellStart"/>
      <w:r w:rsidRPr="009071AC">
        <w:t>Valorsay</w:t>
      </w:r>
      <w:proofErr w:type="spellEnd"/>
      <w:r w:rsidRPr="009071AC">
        <w:t xml:space="preserve"> appartenait à cette aristocratie</w:t>
      </w:r>
      <w:r w:rsidR="00F635DB">
        <w:t xml:space="preserve"> – </w:t>
      </w:r>
      <w:r w:rsidRPr="009071AC">
        <w:t>non sans alliage</w:t>
      </w:r>
      <w:r w:rsidR="00F635DB">
        <w:t xml:space="preserve"> – </w:t>
      </w:r>
      <w:r w:rsidRPr="009071AC">
        <w:t>du plaisir et de la vanité</w:t>
      </w:r>
      <w:r w:rsidR="00F635DB">
        <w:t xml:space="preserve">, </w:t>
      </w:r>
      <w:r w:rsidRPr="009071AC">
        <w:t>qui pour exprimer des mœurs nouvelles a créé un vocable nouveau</w:t>
      </w:r>
      <w:r w:rsidR="00F635DB">
        <w:t> : « </w:t>
      </w:r>
      <w:r w:rsidRPr="009071AC">
        <w:t>la haute vie</w:t>
      </w:r>
      <w:r w:rsidR="00F635DB">
        <w:t>. »</w:t>
      </w:r>
    </w:p>
    <w:p w14:paraId="2CA7976C" w14:textId="77777777" w:rsidR="00F635DB" w:rsidRDefault="00855694" w:rsidP="00F635DB">
      <w:r w:rsidRPr="009071AC">
        <w:t>Le cercle</w:t>
      </w:r>
      <w:r w:rsidR="00F635DB">
        <w:t xml:space="preserve">, </w:t>
      </w:r>
      <w:r w:rsidRPr="009071AC">
        <w:t>le bois</w:t>
      </w:r>
      <w:r w:rsidR="00F635DB">
        <w:t xml:space="preserve">, </w:t>
      </w:r>
      <w:r w:rsidRPr="009071AC">
        <w:t>les courses</w:t>
      </w:r>
      <w:r w:rsidR="00F635DB">
        <w:t xml:space="preserve">, </w:t>
      </w:r>
      <w:r w:rsidRPr="009071AC">
        <w:t>les premières représentations</w:t>
      </w:r>
      <w:r w:rsidR="00F635DB">
        <w:t xml:space="preserve">, </w:t>
      </w:r>
      <w:r w:rsidRPr="009071AC">
        <w:t>la chasse en automne</w:t>
      </w:r>
      <w:r w:rsidR="00F635DB">
        <w:t xml:space="preserve">, </w:t>
      </w:r>
      <w:r w:rsidRPr="009071AC">
        <w:t>l</w:t>
      </w:r>
      <w:r w:rsidR="00F635DB">
        <w:t>’</w:t>
      </w:r>
      <w:r w:rsidRPr="009071AC">
        <w:t>été les eaux</w:t>
      </w:r>
      <w:r w:rsidR="00F635DB">
        <w:t xml:space="preserve">, </w:t>
      </w:r>
      <w:r w:rsidRPr="009071AC">
        <w:t>une maîtresse</w:t>
      </w:r>
      <w:r w:rsidR="00F635DB">
        <w:t xml:space="preserve">, </w:t>
      </w:r>
      <w:r w:rsidRPr="009071AC">
        <w:t>son tailleur</w:t>
      </w:r>
      <w:r w:rsidR="00F635DB">
        <w:t xml:space="preserve">, </w:t>
      </w:r>
      <w:r w:rsidRPr="009071AC">
        <w:t>ses relations du monde</w:t>
      </w:r>
      <w:r w:rsidR="00F635DB">
        <w:t xml:space="preserve">, </w:t>
      </w:r>
      <w:r w:rsidRPr="009071AC">
        <w:t xml:space="preserve">ses chevaux emplissaient les journées du marquis de </w:t>
      </w:r>
      <w:proofErr w:type="spellStart"/>
      <w:r w:rsidRPr="009071AC">
        <w:t>Valorsay</w:t>
      </w:r>
      <w:proofErr w:type="spellEnd"/>
      <w:r w:rsidRPr="009071AC">
        <w:t xml:space="preserve"> de leurs frivoles soucis</w:t>
      </w:r>
      <w:r w:rsidR="00F635DB">
        <w:t>.</w:t>
      </w:r>
    </w:p>
    <w:p w14:paraId="379517FB" w14:textId="77777777" w:rsidR="00F635DB" w:rsidRDefault="00855694" w:rsidP="00F635DB">
      <w:r w:rsidRPr="009071AC">
        <w:lastRenderedPageBreak/>
        <w:t>Courir en personne un steeple-chase lui paraissait une prouesse digne de ses aïeux</w:t>
      </w:r>
      <w:r w:rsidR="00F635DB">
        <w:t xml:space="preserve">. </w:t>
      </w:r>
      <w:r w:rsidRPr="009071AC">
        <w:t>Et quand il passait et repassait devant les tribunes</w:t>
      </w:r>
      <w:r w:rsidR="00F635DB">
        <w:t xml:space="preserve">, </w:t>
      </w:r>
      <w:r w:rsidRPr="009071AC">
        <w:t>en tenue de jockey</w:t>
      </w:r>
      <w:r w:rsidR="00F635DB">
        <w:t xml:space="preserve">, </w:t>
      </w:r>
      <w:r w:rsidRPr="009071AC">
        <w:t xml:space="preserve">avec ses bottes à revers et sa casaque </w:t>
      </w:r>
      <w:proofErr w:type="spellStart"/>
      <w:r w:rsidRPr="009071AC">
        <w:t>amaranthe</w:t>
      </w:r>
      <w:proofErr w:type="spellEnd"/>
      <w:r w:rsidR="00F635DB">
        <w:t xml:space="preserve">, </w:t>
      </w:r>
      <w:r w:rsidRPr="009071AC">
        <w:t>il croyait lire l</w:t>
      </w:r>
      <w:r w:rsidR="00F635DB">
        <w:t>’</w:t>
      </w:r>
      <w:r w:rsidRPr="009071AC">
        <w:t>admiration dans tous les yeux</w:t>
      </w:r>
      <w:r w:rsidR="00F635DB">
        <w:t>.</w:t>
      </w:r>
    </w:p>
    <w:p w14:paraId="56458250" w14:textId="77777777" w:rsidR="00F635DB" w:rsidRDefault="00855694" w:rsidP="00F635DB">
      <w:r w:rsidRPr="009071AC">
        <w:t>C</w:t>
      </w:r>
      <w:r w:rsidR="00F635DB">
        <w:t>’</w:t>
      </w:r>
      <w:r w:rsidRPr="009071AC">
        <w:t>était là comme le fond banal de son existence</w:t>
      </w:r>
      <w:r w:rsidR="00F635DB">
        <w:t xml:space="preserve">, </w:t>
      </w:r>
      <w:r w:rsidRPr="009071AC">
        <w:t>d</w:t>
      </w:r>
      <w:r w:rsidR="00F635DB">
        <w:t>’</w:t>
      </w:r>
      <w:r w:rsidRPr="009071AC">
        <w:t>où se détachaient quelques épisodes saillants</w:t>
      </w:r>
      <w:r w:rsidR="00F635DB">
        <w:t xml:space="preserve"> : </w:t>
      </w:r>
      <w:r w:rsidRPr="009071AC">
        <w:t>deux duels</w:t>
      </w:r>
      <w:r w:rsidR="00F635DB">
        <w:t xml:space="preserve">, </w:t>
      </w:r>
      <w:r w:rsidRPr="009071AC">
        <w:t>une femme enlevée</w:t>
      </w:r>
      <w:r w:rsidR="00F635DB">
        <w:t xml:space="preserve">, </w:t>
      </w:r>
      <w:r w:rsidRPr="009071AC">
        <w:t>une séance de vingt-six heures au jeu</w:t>
      </w:r>
      <w:r w:rsidR="00F635DB">
        <w:t xml:space="preserve">, </w:t>
      </w:r>
      <w:r w:rsidRPr="009071AC">
        <w:t>une chute à la Marche</w:t>
      </w:r>
      <w:r w:rsidR="00F635DB">
        <w:t xml:space="preserve">, </w:t>
      </w:r>
      <w:r w:rsidRPr="009071AC">
        <w:t>qui mit ses jours en danger</w:t>
      </w:r>
      <w:r w:rsidR="00F635DB">
        <w:t>.</w:t>
      </w:r>
    </w:p>
    <w:p w14:paraId="2E4142B2" w14:textId="77777777" w:rsidR="00F635DB" w:rsidRDefault="00855694" w:rsidP="00F635DB">
      <w:r w:rsidRPr="009071AC">
        <w:t>Tant d</w:t>
      </w:r>
      <w:r w:rsidR="00F635DB">
        <w:t>’</w:t>
      </w:r>
      <w:r w:rsidRPr="009071AC">
        <w:t>avantages le rehaussaient considérablement dans l</w:t>
      </w:r>
      <w:r w:rsidR="00F635DB">
        <w:t>’</w:t>
      </w:r>
      <w:r w:rsidRPr="009071AC">
        <w:t>estime de ses amis</w:t>
      </w:r>
      <w:r w:rsidR="00F635DB">
        <w:t xml:space="preserve">, </w:t>
      </w:r>
      <w:r w:rsidRPr="009071AC">
        <w:t>et lui avaient valu une célébrité dont il n</w:t>
      </w:r>
      <w:r w:rsidR="00F635DB">
        <w:t>’</w:t>
      </w:r>
      <w:r w:rsidRPr="009071AC">
        <w:t>était pas médiocrement fier</w:t>
      </w:r>
      <w:r w:rsidR="00F635DB">
        <w:t>.</w:t>
      </w:r>
    </w:p>
    <w:p w14:paraId="72F43FE3" w14:textId="43A50F1A" w:rsidR="00F635DB" w:rsidRDefault="00855694" w:rsidP="00F635DB">
      <w:r w:rsidRPr="009071AC">
        <w:t>Les chroniqueurs usaient et abusaient de ses initiales</w:t>
      </w:r>
      <w:r w:rsidR="00F635DB">
        <w:t xml:space="preserve">, </w:t>
      </w:r>
      <w:r w:rsidRPr="009071AC">
        <w:t>et dès qu</w:t>
      </w:r>
      <w:r w:rsidR="00F635DB">
        <w:t>’</w:t>
      </w:r>
      <w:r w:rsidRPr="009071AC">
        <w:t>il quittait Paris</w:t>
      </w:r>
      <w:r w:rsidR="00F635DB">
        <w:t xml:space="preserve">, </w:t>
      </w:r>
      <w:r w:rsidRPr="009071AC">
        <w:t>les journaux du sport ne manquaient jamais de signaler son départ</w:t>
      </w:r>
      <w:r w:rsidR="00F635DB">
        <w:t xml:space="preserve">, </w:t>
      </w:r>
      <w:r w:rsidRPr="009071AC">
        <w:t>à l</w:t>
      </w:r>
      <w:r w:rsidR="00F635DB">
        <w:t>’</w:t>
      </w:r>
      <w:r w:rsidRPr="009071AC">
        <w:t xml:space="preserve">article </w:t>
      </w:r>
      <w:r w:rsidR="00F635DB">
        <w:t>« </w:t>
      </w:r>
      <w:r w:rsidRPr="009071AC">
        <w:t>Villégiatures et déplacements</w:t>
      </w:r>
      <w:r w:rsidR="00F635DB">
        <w:t>. »</w:t>
      </w:r>
    </w:p>
    <w:p w14:paraId="10D88340" w14:textId="5E0E2CEE" w:rsidR="00F635DB" w:rsidRDefault="00855694" w:rsidP="00F635DB">
      <w:r w:rsidRPr="009071AC">
        <w:t>Le malheur est que cette vie d</w:t>
      </w:r>
      <w:r w:rsidR="00F635DB">
        <w:t>’</w:t>
      </w:r>
      <w:r w:rsidRPr="009071AC">
        <w:t>oisiveté affairée a ses fatigues et ses accidents</w:t>
      </w:r>
      <w:r w:rsidR="00F635DB">
        <w:t>. M. de </w:t>
      </w:r>
      <w:proofErr w:type="spellStart"/>
      <w:r w:rsidRPr="009071AC">
        <w:t>Valorsay</w:t>
      </w:r>
      <w:proofErr w:type="spellEnd"/>
      <w:r w:rsidRPr="009071AC">
        <w:t xml:space="preserve"> en était la preuve vivante</w:t>
      </w:r>
      <w:r w:rsidR="00F635DB">
        <w:t>.</w:t>
      </w:r>
    </w:p>
    <w:p w14:paraId="1001F91C" w14:textId="77777777" w:rsidR="00F635DB" w:rsidRDefault="00855694" w:rsidP="00F635DB">
      <w:r w:rsidRPr="009071AC">
        <w:t>Il n</w:t>
      </w:r>
      <w:r w:rsidR="00F635DB">
        <w:t>’</w:t>
      </w:r>
      <w:r w:rsidRPr="009071AC">
        <w:t>avait que trente-trois ans</w:t>
      </w:r>
      <w:r w:rsidR="00F635DB">
        <w:t xml:space="preserve">, </w:t>
      </w:r>
      <w:r w:rsidRPr="009071AC">
        <w:t>et il en paraissait pour le moins quarante</w:t>
      </w:r>
      <w:r w:rsidR="00F635DB">
        <w:t xml:space="preserve">, </w:t>
      </w:r>
      <w:r w:rsidRPr="009071AC">
        <w:t>en dépit de soins excessifs</w:t>
      </w:r>
      <w:r w:rsidR="00F635DB">
        <w:t xml:space="preserve">. </w:t>
      </w:r>
      <w:r w:rsidRPr="009071AC">
        <w:t>Les rides lui venaient</w:t>
      </w:r>
      <w:r w:rsidR="00F635DB">
        <w:t xml:space="preserve">, </w:t>
      </w:r>
      <w:r w:rsidRPr="009071AC">
        <w:t>et tout l</w:t>
      </w:r>
      <w:r w:rsidR="00F635DB">
        <w:t>’</w:t>
      </w:r>
      <w:r w:rsidRPr="009071AC">
        <w:t>art de son valet de chambre ne dissimulait qu</w:t>
      </w:r>
      <w:r w:rsidR="00F635DB">
        <w:t>’</w:t>
      </w:r>
      <w:r w:rsidRPr="009071AC">
        <w:t xml:space="preserve">à </w:t>
      </w:r>
      <w:proofErr w:type="spellStart"/>
      <w:r w:rsidRPr="009071AC">
        <w:t>grand</w:t>
      </w:r>
      <w:r w:rsidR="00F635DB">
        <w:t>’</w:t>
      </w:r>
      <w:r w:rsidRPr="009071AC">
        <w:t>peine</w:t>
      </w:r>
      <w:proofErr w:type="spellEnd"/>
      <w:r w:rsidRPr="009071AC">
        <w:t xml:space="preserve"> et mal les places vides de son crâne</w:t>
      </w:r>
      <w:r w:rsidR="00F635DB">
        <w:t xml:space="preserve">. </w:t>
      </w:r>
      <w:r w:rsidRPr="009071AC">
        <w:t>De sa chute à la Marche</w:t>
      </w:r>
      <w:r w:rsidR="00F635DB">
        <w:t xml:space="preserve">, </w:t>
      </w:r>
      <w:r w:rsidRPr="009071AC">
        <w:t>il lui était resté à la jambe droite une certaine roideur qui tournait à la claudication dès que le temps se mettait à la pluie</w:t>
      </w:r>
      <w:r w:rsidR="00F635DB">
        <w:t>.</w:t>
      </w:r>
    </w:p>
    <w:p w14:paraId="3FB9A333" w14:textId="77777777" w:rsidR="00F635DB" w:rsidRDefault="00855694" w:rsidP="00F635DB">
      <w:r w:rsidRPr="009071AC">
        <w:t>Toute sa personne</w:t>
      </w:r>
      <w:r w:rsidR="00F635DB">
        <w:t xml:space="preserve">, </w:t>
      </w:r>
      <w:r w:rsidRPr="009071AC">
        <w:t>enfin</w:t>
      </w:r>
      <w:r w:rsidR="00F635DB">
        <w:t xml:space="preserve">, </w:t>
      </w:r>
      <w:r w:rsidRPr="009071AC">
        <w:t>annonçait une lassitude prématurée</w:t>
      </w:r>
      <w:r w:rsidR="00F635DB">
        <w:t xml:space="preserve">, </w:t>
      </w:r>
      <w:r w:rsidRPr="009071AC">
        <w:t>de même que ses yeux</w:t>
      </w:r>
      <w:r w:rsidR="00F635DB">
        <w:t xml:space="preserve">, </w:t>
      </w:r>
      <w:r w:rsidRPr="009071AC">
        <w:t>lorsqu</w:t>
      </w:r>
      <w:r w:rsidR="00F635DB">
        <w:t>’</w:t>
      </w:r>
      <w:r w:rsidRPr="009071AC">
        <w:t>il cessait de les surveiller</w:t>
      </w:r>
      <w:r w:rsidR="00F635DB">
        <w:t xml:space="preserve">, </w:t>
      </w:r>
      <w:r w:rsidRPr="009071AC">
        <w:t>trahissaient le dégoût de tout</w:t>
      </w:r>
      <w:r w:rsidR="00F635DB">
        <w:t xml:space="preserve">, </w:t>
      </w:r>
      <w:r w:rsidRPr="009071AC">
        <w:t>l</w:t>
      </w:r>
      <w:r w:rsidR="00F635DB">
        <w:t>’</w:t>
      </w:r>
      <w:r w:rsidRPr="009071AC">
        <w:t>abus</w:t>
      </w:r>
      <w:r w:rsidR="00F635DB">
        <w:t xml:space="preserve">, </w:t>
      </w:r>
      <w:r w:rsidRPr="009071AC">
        <w:t>la satiété</w:t>
      </w:r>
      <w:r w:rsidR="00F635DB">
        <w:t>.</w:t>
      </w:r>
    </w:p>
    <w:p w14:paraId="3152920F" w14:textId="77777777" w:rsidR="00F635DB" w:rsidRDefault="00855694" w:rsidP="00F635DB">
      <w:r w:rsidRPr="009071AC">
        <w:lastRenderedPageBreak/>
        <w:t>Il avait encore grand air malgré cela</w:t>
      </w:r>
      <w:r w:rsidR="00F635DB">
        <w:t xml:space="preserve">, </w:t>
      </w:r>
      <w:r w:rsidRPr="009071AC">
        <w:t>une distinction innée que rien n</w:t>
      </w:r>
      <w:r w:rsidR="00F635DB">
        <w:t>’</w:t>
      </w:r>
      <w:r w:rsidRPr="009071AC">
        <w:t>avait altéré</w:t>
      </w:r>
      <w:r w:rsidR="00F635DB">
        <w:t xml:space="preserve">, </w:t>
      </w:r>
      <w:r w:rsidRPr="009071AC">
        <w:t>et ces façons hautaines qui annoncent l</w:t>
      </w:r>
      <w:r w:rsidR="00F635DB">
        <w:t>’</w:t>
      </w:r>
      <w:r w:rsidRPr="009071AC">
        <w:t>estime exagérée de soi et l</w:t>
      </w:r>
      <w:r w:rsidR="00F635DB">
        <w:t>’</w:t>
      </w:r>
      <w:r w:rsidRPr="009071AC">
        <w:t>habitude de commander des inférieurs</w:t>
      </w:r>
      <w:r w:rsidR="00F635DB">
        <w:t>…</w:t>
      </w:r>
    </w:p>
    <w:p w14:paraId="4B615A1F" w14:textId="23BFCC3F" w:rsidR="00F635DB" w:rsidRDefault="00855694" w:rsidP="00F635DB">
      <w:r w:rsidRPr="009071AC">
        <w:t xml:space="preserve">Onze heures sonnèrent à la pendule du salon de </w:t>
      </w:r>
      <w:r w:rsidR="00F635DB">
        <w:t>M. </w:t>
      </w:r>
      <w:r w:rsidRPr="009071AC">
        <w:t>Fortunat</w:t>
      </w:r>
      <w:r w:rsidR="00F635DB">
        <w:t xml:space="preserve"> ; </w:t>
      </w:r>
      <w:r w:rsidRPr="009071AC">
        <w:t xml:space="preserve">le marquis de </w:t>
      </w:r>
      <w:proofErr w:type="spellStart"/>
      <w:r w:rsidRPr="009071AC">
        <w:t>Valorsay</w:t>
      </w:r>
      <w:proofErr w:type="spellEnd"/>
      <w:r w:rsidRPr="009071AC">
        <w:t xml:space="preserve"> se dressa en jurant</w:t>
      </w:r>
      <w:r w:rsidR="00F635DB">
        <w:t>.</w:t>
      </w:r>
    </w:p>
    <w:p w14:paraId="40E4E490" w14:textId="77777777" w:rsidR="00F635DB" w:rsidRDefault="00F635DB" w:rsidP="00F635DB">
      <w:r>
        <w:t>— </w:t>
      </w:r>
      <w:r w:rsidR="00855694" w:rsidRPr="009071AC">
        <w:t>Ceci devient trop fort</w:t>
      </w:r>
      <w:r>
        <w:t xml:space="preserve"> ! </w:t>
      </w:r>
      <w:r w:rsidR="00855694" w:rsidRPr="009071AC">
        <w:t>grommela-t-il</w:t>
      </w:r>
      <w:r>
        <w:t xml:space="preserve">. </w:t>
      </w:r>
      <w:r w:rsidR="00855694" w:rsidRPr="009071AC">
        <w:t>Ce drôle se moque de moi</w:t>
      </w:r>
      <w:r>
        <w:t xml:space="preserve">, </w:t>
      </w:r>
      <w:r w:rsidR="00855694" w:rsidRPr="009071AC">
        <w:t>décidément</w:t>
      </w:r>
      <w:r>
        <w:t>.</w:t>
      </w:r>
    </w:p>
    <w:p w14:paraId="1DB1B254" w14:textId="77777777" w:rsidR="00F635DB" w:rsidRDefault="00855694" w:rsidP="00F635DB">
      <w:r w:rsidRPr="009071AC">
        <w:t>Il cherchait des yeux une sonnette</w:t>
      </w:r>
      <w:r w:rsidR="00F635DB">
        <w:t xml:space="preserve">, </w:t>
      </w:r>
      <w:r w:rsidRPr="009071AC">
        <w:t>il n</w:t>
      </w:r>
      <w:r w:rsidR="00F635DB">
        <w:t>’</w:t>
      </w:r>
      <w:r w:rsidRPr="009071AC">
        <w:t>en aperçut pas</w:t>
      </w:r>
      <w:r w:rsidR="00F635DB">
        <w:t xml:space="preserve">, </w:t>
      </w:r>
      <w:r w:rsidRPr="009071AC">
        <w:t>et il en fut réduit</w:t>
      </w:r>
      <w:r w:rsidR="00F635DB">
        <w:t xml:space="preserve">, </w:t>
      </w:r>
      <w:r w:rsidRPr="009071AC">
        <w:t>lui</w:t>
      </w:r>
      <w:r w:rsidR="00F635DB">
        <w:t xml:space="preserve">, </w:t>
      </w:r>
      <w:r w:rsidRPr="009071AC">
        <w:t>à entrebâiller une porte et à appeler</w:t>
      </w:r>
      <w:r w:rsidR="00F635DB">
        <w:t>.</w:t>
      </w:r>
    </w:p>
    <w:p w14:paraId="0343E7A8" w14:textId="77777777" w:rsidR="00F635DB" w:rsidRDefault="00855694" w:rsidP="00F635DB">
      <w:r w:rsidRPr="009071AC">
        <w:t xml:space="preserve">La </w:t>
      </w:r>
      <w:proofErr w:type="spellStart"/>
      <w:r w:rsidRPr="009071AC">
        <w:t>Dodelin</w:t>
      </w:r>
      <w:proofErr w:type="spellEnd"/>
      <w:r w:rsidRPr="009071AC">
        <w:t xml:space="preserve"> parut</w:t>
      </w:r>
      <w:r w:rsidR="00F635DB">
        <w:t>.</w:t>
      </w:r>
    </w:p>
    <w:p w14:paraId="217F9198" w14:textId="77777777" w:rsidR="00F635DB" w:rsidRDefault="00F635DB" w:rsidP="00F635DB">
      <w:r>
        <w:t>— </w:t>
      </w:r>
      <w:r w:rsidR="00855694" w:rsidRPr="009071AC">
        <w:t>Monsieur a dit qu</w:t>
      </w:r>
      <w:r>
        <w:t>’</w:t>
      </w:r>
      <w:r w:rsidR="00855694" w:rsidRPr="009071AC">
        <w:t>il serait ici à minuit</w:t>
      </w:r>
      <w:r>
        <w:t xml:space="preserve">, </w:t>
      </w:r>
      <w:r w:rsidR="00855694" w:rsidRPr="009071AC">
        <w:t>répondit-elle à toutes les questions du marquis</w:t>
      </w:r>
      <w:r>
        <w:t xml:space="preserve">, </w:t>
      </w:r>
      <w:r w:rsidR="00855694" w:rsidRPr="009071AC">
        <w:t>donc il y sera</w:t>
      </w:r>
      <w:r>
        <w:t xml:space="preserve">… </w:t>
      </w:r>
      <w:r w:rsidR="00855694" w:rsidRPr="009071AC">
        <w:t>Il n</w:t>
      </w:r>
      <w:r>
        <w:t>’</w:t>
      </w:r>
      <w:r w:rsidR="00855694" w:rsidRPr="009071AC">
        <w:t>a pas son pareil pour l</w:t>
      </w:r>
      <w:r>
        <w:t>’</w:t>
      </w:r>
      <w:r w:rsidR="00855694" w:rsidRPr="009071AC">
        <w:t>exactitude</w:t>
      </w:r>
      <w:r>
        <w:t xml:space="preserve">. </w:t>
      </w:r>
      <w:r w:rsidR="00855694" w:rsidRPr="009071AC">
        <w:t>Que monsieur patiente encore un petit moment</w:t>
      </w:r>
      <w:r>
        <w:t>.</w:t>
      </w:r>
    </w:p>
    <w:p w14:paraId="672B7483" w14:textId="77777777" w:rsidR="00F635DB" w:rsidRDefault="00F635DB" w:rsidP="00F635DB">
      <w:r>
        <w:t>— </w:t>
      </w:r>
      <w:r w:rsidR="00855694" w:rsidRPr="009071AC">
        <w:t>Soit</w:t>
      </w:r>
      <w:r>
        <w:t xml:space="preserve">, </w:t>
      </w:r>
      <w:r w:rsidR="00855694" w:rsidRPr="009071AC">
        <w:t>patientons</w:t>
      </w:r>
      <w:r>
        <w:t xml:space="preserve">, </w:t>
      </w:r>
      <w:r w:rsidR="00855694" w:rsidRPr="009071AC">
        <w:t>mais alors</w:t>
      </w:r>
      <w:r>
        <w:t xml:space="preserve">, </w:t>
      </w:r>
      <w:r w:rsidR="00855694" w:rsidRPr="009071AC">
        <w:t>ma bonne</w:t>
      </w:r>
      <w:r>
        <w:t xml:space="preserve">, </w:t>
      </w:r>
      <w:r w:rsidR="00855694" w:rsidRPr="009071AC">
        <w:t>allumez-moi du feu</w:t>
      </w:r>
      <w:r>
        <w:t xml:space="preserve">, </w:t>
      </w:r>
      <w:r w:rsidR="00855694" w:rsidRPr="009071AC">
        <w:t>j</w:t>
      </w:r>
      <w:r>
        <w:t>’</w:t>
      </w:r>
      <w:r w:rsidR="00855694" w:rsidRPr="009071AC">
        <w:t>ai les pieds gelés</w:t>
      </w:r>
      <w:r>
        <w:t> !…</w:t>
      </w:r>
    </w:p>
    <w:p w14:paraId="6DEA82B8" w14:textId="526B8177" w:rsidR="00F635DB" w:rsidRDefault="00855694" w:rsidP="00F635DB">
      <w:r w:rsidRPr="009071AC">
        <w:t xml:space="preserve">Il est de fait que le salon de </w:t>
      </w:r>
      <w:r w:rsidR="00F635DB">
        <w:t>M. </w:t>
      </w:r>
      <w:r w:rsidRPr="009071AC">
        <w:t>Fortunat</w:t>
      </w:r>
      <w:r w:rsidR="00F635DB">
        <w:t xml:space="preserve">, </w:t>
      </w:r>
      <w:r w:rsidRPr="009071AC">
        <w:t>presque toujours fermé</w:t>
      </w:r>
      <w:r w:rsidR="00F635DB">
        <w:t xml:space="preserve">, </w:t>
      </w:r>
      <w:r w:rsidRPr="009071AC">
        <w:t>était humide et froid comme une glacière</w:t>
      </w:r>
      <w:r w:rsidR="00F635DB">
        <w:t xml:space="preserve">. </w:t>
      </w:r>
      <w:r w:rsidRPr="009071AC">
        <w:t>Et pour comble</w:t>
      </w:r>
      <w:r w:rsidR="00F635DB">
        <w:t>, M. de </w:t>
      </w:r>
      <w:proofErr w:type="spellStart"/>
      <w:r w:rsidRPr="009071AC">
        <w:t>Valorsay</w:t>
      </w:r>
      <w:proofErr w:type="spellEnd"/>
      <w:r w:rsidRPr="009071AC">
        <w:t xml:space="preserve"> était en habit</w:t>
      </w:r>
      <w:r w:rsidR="00F635DB">
        <w:t xml:space="preserve">, </w:t>
      </w:r>
      <w:r w:rsidRPr="009071AC">
        <w:t>avec un pardessus très-léger</w:t>
      </w:r>
      <w:r w:rsidR="00F635DB">
        <w:t>.</w:t>
      </w:r>
    </w:p>
    <w:p w14:paraId="6AE080BA" w14:textId="77777777" w:rsidR="00F635DB" w:rsidRDefault="00855694" w:rsidP="00F635DB">
      <w:r w:rsidRPr="009071AC">
        <w:t>La servante hésita</w:t>
      </w:r>
      <w:r w:rsidR="00F635DB">
        <w:t xml:space="preserve">, </w:t>
      </w:r>
      <w:r w:rsidRPr="009071AC">
        <w:t>une seconde</w:t>
      </w:r>
      <w:r w:rsidR="00F635DB">
        <w:t xml:space="preserve">, </w:t>
      </w:r>
      <w:r w:rsidRPr="009071AC">
        <w:t>trouvant que ce visiteur était bien sans gêne</w:t>
      </w:r>
      <w:r w:rsidR="00F635DB">
        <w:t xml:space="preserve">, </w:t>
      </w:r>
      <w:r w:rsidRPr="009071AC">
        <w:t>et agissait comme chez lui</w:t>
      </w:r>
      <w:r w:rsidR="00F635DB">
        <w:t xml:space="preserve">. </w:t>
      </w:r>
      <w:r w:rsidRPr="009071AC">
        <w:t>Pourtant elle obéit</w:t>
      </w:r>
      <w:r w:rsidR="00F635DB">
        <w:t>.</w:t>
      </w:r>
    </w:p>
    <w:p w14:paraId="33241DC7" w14:textId="77777777" w:rsidR="00F635DB" w:rsidRDefault="00F635DB" w:rsidP="00F635DB">
      <w:r>
        <w:t>— </w:t>
      </w:r>
      <w:r w:rsidR="00855694" w:rsidRPr="009071AC">
        <w:t>Évidemment</w:t>
      </w:r>
      <w:r>
        <w:t xml:space="preserve">, </w:t>
      </w:r>
      <w:r w:rsidR="00855694" w:rsidRPr="009071AC">
        <w:t>pensait le marquis</w:t>
      </w:r>
      <w:r>
        <w:t xml:space="preserve">, </w:t>
      </w:r>
      <w:r w:rsidR="00855694" w:rsidRPr="009071AC">
        <w:t>je devrais me retirer</w:t>
      </w:r>
      <w:r>
        <w:t xml:space="preserve">, </w:t>
      </w:r>
      <w:r w:rsidR="00855694" w:rsidRPr="009071AC">
        <w:t>oui</w:t>
      </w:r>
      <w:r>
        <w:t xml:space="preserve">, </w:t>
      </w:r>
      <w:r w:rsidR="00855694" w:rsidRPr="009071AC">
        <w:t>je le devrais</w:t>
      </w:r>
      <w:r>
        <w:t>…</w:t>
      </w:r>
    </w:p>
    <w:p w14:paraId="422ED2EA" w14:textId="77777777" w:rsidR="00F635DB" w:rsidRDefault="00855694" w:rsidP="00F635DB">
      <w:r w:rsidRPr="009071AC">
        <w:lastRenderedPageBreak/>
        <w:t>Il resta cependant</w:t>
      </w:r>
      <w:r w:rsidR="00F635DB">
        <w:t xml:space="preserve">. </w:t>
      </w:r>
      <w:r w:rsidRPr="009071AC">
        <w:t>La nécessité mâta les révoltes de son orgueil</w:t>
      </w:r>
      <w:r w:rsidR="00F635DB">
        <w:t>.</w:t>
      </w:r>
    </w:p>
    <w:p w14:paraId="4B7AB8E5" w14:textId="55CECBFB" w:rsidR="00F635DB" w:rsidRDefault="00855694" w:rsidP="00F635DB">
      <w:r w:rsidRPr="009071AC">
        <w:t>Orphelin de bonne heure</w:t>
      </w:r>
      <w:r w:rsidR="00F635DB">
        <w:t xml:space="preserve">, </w:t>
      </w:r>
      <w:r w:rsidRPr="009071AC">
        <w:t>maître sans contrôle à vingt-trois ans d</w:t>
      </w:r>
      <w:r w:rsidR="00F635DB">
        <w:t>’</w:t>
      </w:r>
      <w:r w:rsidRPr="009071AC">
        <w:t>un patrimoine immense</w:t>
      </w:r>
      <w:r w:rsidR="00F635DB">
        <w:t>, M. de </w:t>
      </w:r>
      <w:proofErr w:type="spellStart"/>
      <w:r w:rsidRPr="009071AC">
        <w:t>Valorsay</w:t>
      </w:r>
      <w:proofErr w:type="spellEnd"/>
      <w:r w:rsidRPr="009071AC">
        <w:t xml:space="preserve"> était entré dans la vie comme un affamé dans une salle à manger</w:t>
      </w:r>
      <w:r w:rsidR="00F635DB">
        <w:t>.</w:t>
      </w:r>
    </w:p>
    <w:p w14:paraId="221B2C31" w14:textId="77777777" w:rsidR="00F635DB" w:rsidRDefault="00855694" w:rsidP="00F635DB">
      <w:r w:rsidRPr="009071AC">
        <w:t>Son nom lui donnant droit à une bonne place</w:t>
      </w:r>
      <w:r w:rsidR="00F635DB">
        <w:t xml:space="preserve">, </w:t>
      </w:r>
      <w:r w:rsidRPr="009071AC">
        <w:t>il s</w:t>
      </w:r>
      <w:r w:rsidR="00F635DB">
        <w:t>’</w:t>
      </w:r>
      <w:r w:rsidRPr="009071AC">
        <w:t>installa</w:t>
      </w:r>
      <w:r w:rsidR="00F635DB">
        <w:t xml:space="preserve">, </w:t>
      </w:r>
      <w:r w:rsidRPr="009071AC">
        <w:t>les deux coudes sur la table</w:t>
      </w:r>
      <w:r w:rsidR="00F635DB">
        <w:t xml:space="preserve">, </w:t>
      </w:r>
      <w:r w:rsidRPr="009071AC">
        <w:t>sans demander combien coûtait le banquet</w:t>
      </w:r>
      <w:r w:rsidR="00F635DB">
        <w:t>.</w:t>
      </w:r>
    </w:p>
    <w:p w14:paraId="1700D2E3" w14:textId="77777777" w:rsidR="00F635DB" w:rsidRDefault="00855694" w:rsidP="00F635DB">
      <w:r w:rsidRPr="009071AC">
        <w:t>C</w:t>
      </w:r>
      <w:r w:rsidR="00F635DB">
        <w:t>’</w:t>
      </w:r>
      <w:r w:rsidRPr="009071AC">
        <w:t>était cher</w:t>
      </w:r>
      <w:r w:rsidR="00F635DB">
        <w:t xml:space="preserve"> ; </w:t>
      </w:r>
      <w:r w:rsidRPr="009071AC">
        <w:t>il s</w:t>
      </w:r>
      <w:r w:rsidR="00F635DB">
        <w:t>’</w:t>
      </w:r>
      <w:r w:rsidRPr="009071AC">
        <w:t>en aperçut à la fin de la première année en constatant qu</w:t>
      </w:r>
      <w:r w:rsidR="00F635DB">
        <w:t>’</w:t>
      </w:r>
      <w:r w:rsidRPr="009071AC">
        <w:t>il avait de beaucoup dépassé ses revenus</w:t>
      </w:r>
      <w:r w:rsidR="00F635DB">
        <w:t>.</w:t>
      </w:r>
    </w:p>
    <w:p w14:paraId="4715BD47" w14:textId="77777777" w:rsidR="00F635DB" w:rsidRDefault="00855694" w:rsidP="00F635DB">
      <w:r w:rsidRPr="009071AC">
        <w:t>Il était clair que s</w:t>
      </w:r>
      <w:r w:rsidR="00F635DB">
        <w:t>’</w:t>
      </w:r>
      <w:r w:rsidRPr="009071AC">
        <w:t>il continuait ainsi</w:t>
      </w:r>
      <w:r w:rsidR="00F635DB">
        <w:t xml:space="preserve">, </w:t>
      </w:r>
      <w:r w:rsidRPr="009071AC">
        <w:t>chaque année creuserait un abîme où s</w:t>
      </w:r>
      <w:r w:rsidR="00F635DB">
        <w:t>’</w:t>
      </w:r>
      <w:r w:rsidRPr="009071AC">
        <w:t>engloutirait à la fin toute la fortune que lui avait laissée son père</w:t>
      </w:r>
      <w:r w:rsidR="00F635DB">
        <w:t xml:space="preserve">, </w:t>
      </w:r>
      <w:r w:rsidRPr="009071AC">
        <w:t>plus de cent soixante mille livres de rente</w:t>
      </w:r>
      <w:r w:rsidR="00F635DB">
        <w:t xml:space="preserve">. </w:t>
      </w:r>
      <w:r w:rsidRPr="009071AC">
        <w:t>Mais il avait bien le temps</w:t>
      </w:r>
      <w:r w:rsidR="00F635DB">
        <w:t xml:space="preserve">, </w:t>
      </w:r>
      <w:r w:rsidRPr="009071AC">
        <w:t>vraiment</w:t>
      </w:r>
      <w:r w:rsidR="00F635DB">
        <w:t xml:space="preserve">, </w:t>
      </w:r>
      <w:r w:rsidRPr="009071AC">
        <w:t>de songer à ces choses lointaines et mesquines</w:t>
      </w:r>
      <w:r w:rsidR="00F635DB">
        <w:t xml:space="preserve"> ! </w:t>
      </w:r>
      <w:r w:rsidRPr="009071AC">
        <w:t>Et d</w:t>
      </w:r>
      <w:r w:rsidR="00F635DB">
        <w:t>’</w:t>
      </w:r>
      <w:r w:rsidRPr="009071AC">
        <w:t>ailleurs il avait eu tant de succès et de satisfactions de tout genre</w:t>
      </w:r>
      <w:r w:rsidR="00F635DB">
        <w:t xml:space="preserve">, </w:t>
      </w:r>
      <w:r w:rsidRPr="009071AC">
        <w:t>pour son argent</w:t>
      </w:r>
      <w:r w:rsidR="00F635DB">
        <w:t xml:space="preserve">, </w:t>
      </w:r>
      <w:r w:rsidRPr="009071AC">
        <w:t>qu</w:t>
      </w:r>
      <w:r w:rsidR="00F635DB">
        <w:t>’</w:t>
      </w:r>
      <w:r w:rsidRPr="009071AC">
        <w:t>il ne le regrettait pas</w:t>
      </w:r>
      <w:r w:rsidR="00F635DB">
        <w:t>.</w:t>
      </w:r>
    </w:p>
    <w:p w14:paraId="4ECD46E9" w14:textId="77777777" w:rsidR="00F635DB" w:rsidRDefault="00855694" w:rsidP="00F635DB">
      <w:r w:rsidRPr="009071AC">
        <w:t>Il possédait des propriétés princières</w:t>
      </w:r>
      <w:r w:rsidR="00F635DB">
        <w:t xml:space="preserve">, </w:t>
      </w:r>
      <w:r w:rsidRPr="009071AC">
        <w:t>il trouva des prêteurs qui furent trop heureux de lui offrir tout ce qu</w:t>
      </w:r>
      <w:r w:rsidR="00F635DB">
        <w:t>’</w:t>
      </w:r>
      <w:r w:rsidRPr="009071AC">
        <w:t>ils avaient de capitaux</w:t>
      </w:r>
      <w:r w:rsidR="00F635DB">
        <w:t xml:space="preserve">, </w:t>
      </w:r>
      <w:r w:rsidRPr="009071AC">
        <w:t>contre bonne hypothèque</w:t>
      </w:r>
      <w:r w:rsidR="00F635DB">
        <w:t xml:space="preserve">, </w:t>
      </w:r>
      <w:r w:rsidRPr="009071AC">
        <w:t>bien entendu</w:t>
      </w:r>
      <w:r w:rsidR="00F635DB">
        <w:t>.</w:t>
      </w:r>
    </w:p>
    <w:p w14:paraId="3A349C28" w14:textId="77777777" w:rsidR="00F635DB" w:rsidRDefault="00855694" w:rsidP="00F635DB">
      <w:r w:rsidRPr="009071AC">
        <w:t>Il emprunta timidement d</w:t>
      </w:r>
      <w:r w:rsidR="00F635DB">
        <w:t>’</w:t>
      </w:r>
      <w:r w:rsidRPr="009071AC">
        <w:t>abord</w:t>
      </w:r>
      <w:r w:rsidR="00F635DB">
        <w:t xml:space="preserve">, </w:t>
      </w:r>
      <w:r w:rsidRPr="009071AC">
        <w:t>puis plus hardiment</w:t>
      </w:r>
      <w:r w:rsidR="00F635DB">
        <w:t xml:space="preserve">, </w:t>
      </w:r>
      <w:r w:rsidRPr="009071AC">
        <w:t>lorsqu</w:t>
      </w:r>
      <w:r w:rsidR="00F635DB">
        <w:t>’</w:t>
      </w:r>
      <w:r w:rsidRPr="009071AC">
        <w:t>il reconnut combien peu de chose est une hypothèque</w:t>
      </w:r>
      <w:r w:rsidR="00F635DB">
        <w:t xml:space="preserve">. </w:t>
      </w:r>
      <w:r w:rsidRPr="009071AC">
        <w:t>On n</w:t>
      </w:r>
      <w:r w:rsidR="00F635DB">
        <w:t>’</w:t>
      </w:r>
      <w:r w:rsidRPr="009071AC">
        <w:t>en est ni plus ni moins le maître chez soi</w:t>
      </w:r>
      <w:r w:rsidR="00F635DB">
        <w:t>.</w:t>
      </w:r>
    </w:p>
    <w:p w14:paraId="2AF6E843" w14:textId="77777777" w:rsidR="00F635DB" w:rsidRDefault="00855694" w:rsidP="00F635DB">
      <w:r w:rsidRPr="009071AC">
        <w:t>D</w:t>
      </w:r>
      <w:r w:rsidR="00F635DB">
        <w:t>’</w:t>
      </w:r>
      <w:r w:rsidRPr="009071AC">
        <w:t>ailleurs</w:t>
      </w:r>
      <w:r w:rsidR="00F635DB">
        <w:t xml:space="preserve">, </w:t>
      </w:r>
      <w:r w:rsidRPr="009071AC">
        <w:t>ses besoins grandissaient incessamment comme sa vanité</w:t>
      </w:r>
      <w:r w:rsidR="00F635DB">
        <w:t>.</w:t>
      </w:r>
    </w:p>
    <w:p w14:paraId="75974FEC" w14:textId="77777777" w:rsidR="00F635DB" w:rsidRDefault="00855694" w:rsidP="00F635DB">
      <w:r w:rsidRPr="009071AC">
        <w:t>Placé à une certaine hauteur dans l</w:t>
      </w:r>
      <w:r w:rsidR="00F635DB">
        <w:t>’</w:t>
      </w:r>
      <w:r w:rsidRPr="009071AC">
        <w:t>opinion de son monde</w:t>
      </w:r>
      <w:r w:rsidR="00F635DB">
        <w:t xml:space="preserve">, </w:t>
      </w:r>
      <w:r w:rsidRPr="009071AC">
        <w:t>il ne voulait pas déchoir et ce lui était une raison de faire une certaine folie chaque année</w:t>
      </w:r>
      <w:r w:rsidR="00F635DB">
        <w:t xml:space="preserve">, </w:t>
      </w:r>
      <w:r w:rsidRPr="009071AC">
        <w:t>parce qu</w:t>
      </w:r>
      <w:r w:rsidR="00F635DB">
        <w:t>’</w:t>
      </w:r>
      <w:r w:rsidRPr="009071AC">
        <w:t>il l</w:t>
      </w:r>
      <w:r w:rsidR="00F635DB">
        <w:t>’</w:t>
      </w:r>
      <w:r w:rsidRPr="009071AC">
        <w:t>avait faite l</w:t>
      </w:r>
      <w:r w:rsidR="00F635DB">
        <w:t>’</w:t>
      </w:r>
      <w:r w:rsidRPr="009071AC">
        <w:t>année précédente</w:t>
      </w:r>
      <w:r w:rsidR="00F635DB">
        <w:t>.</w:t>
      </w:r>
    </w:p>
    <w:p w14:paraId="2362FC5A" w14:textId="77777777" w:rsidR="00F635DB" w:rsidRDefault="00855694" w:rsidP="00F635DB">
      <w:r w:rsidRPr="009071AC">
        <w:lastRenderedPageBreak/>
        <w:t>Son écurie seule lui coûtait plus de cinquante mille francs par an</w:t>
      </w:r>
      <w:r w:rsidR="00F635DB">
        <w:t>.</w:t>
      </w:r>
    </w:p>
    <w:p w14:paraId="3C969AD0" w14:textId="77777777" w:rsidR="00F635DB" w:rsidRDefault="00855694" w:rsidP="00F635DB">
      <w:r w:rsidRPr="009071AC">
        <w:t>D</w:t>
      </w:r>
      <w:r w:rsidR="00F635DB">
        <w:t>’</w:t>
      </w:r>
      <w:r w:rsidRPr="009071AC">
        <w:t>intérêts</w:t>
      </w:r>
      <w:r w:rsidR="00F635DB">
        <w:t xml:space="preserve">, </w:t>
      </w:r>
      <w:r w:rsidRPr="009071AC">
        <w:t>il n</w:t>
      </w:r>
      <w:r w:rsidR="00F635DB">
        <w:t>’</w:t>
      </w:r>
      <w:r w:rsidRPr="009071AC">
        <w:t>en payait pas</w:t>
      </w:r>
      <w:r w:rsidR="00F635DB">
        <w:t xml:space="preserve"> ; </w:t>
      </w:r>
      <w:r w:rsidRPr="009071AC">
        <w:t>on ne les lui réclamait pas</w:t>
      </w:r>
      <w:r w:rsidR="00F635DB">
        <w:t xml:space="preserve"> ; </w:t>
      </w:r>
      <w:r w:rsidRPr="009071AC">
        <w:t>il oubliait sans doute qu</w:t>
      </w:r>
      <w:r w:rsidR="00F635DB">
        <w:t>’</w:t>
      </w:r>
      <w:r w:rsidRPr="009071AC">
        <w:t>ils s</w:t>
      </w:r>
      <w:r w:rsidR="00F635DB">
        <w:t>’</w:t>
      </w:r>
      <w:r w:rsidRPr="009071AC">
        <w:t>accumulaient lentement</w:t>
      </w:r>
      <w:r w:rsidR="00F635DB">
        <w:t xml:space="preserve">, </w:t>
      </w:r>
      <w:r w:rsidRPr="009071AC">
        <w:t>mais continuellement</w:t>
      </w:r>
      <w:r w:rsidR="00F635DB">
        <w:t xml:space="preserve"> ; </w:t>
      </w:r>
      <w:r w:rsidRPr="009071AC">
        <w:t>qu</w:t>
      </w:r>
      <w:r w:rsidR="00F635DB">
        <w:t>’</w:t>
      </w:r>
      <w:r w:rsidRPr="009071AC">
        <w:t>ils s</w:t>
      </w:r>
      <w:r w:rsidR="00F635DB">
        <w:t>’</w:t>
      </w:r>
      <w:r w:rsidRPr="009071AC">
        <w:t>enflaient à chaque échéance</w:t>
      </w:r>
      <w:r w:rsidR="00F635DB">
        <w:t xml:space="preserve">, </w:t>
      </w:r>
      <w:r w:rsidRPr="009071AC">
        <w:t>qu</w:t>
      </w:r>
      <w:r w:rsidR="00F635DB">
        <w:t>’</w:t>
      </w:r>
      <w:r w:rsidRPr="009071AC">
        <w:t>ils produisaient eux-mêmes</w:t>
      </w:r>
      <w:r w:rsidR="00F635DB">
        <w:t xml:space="preserve">, </w:t>
      </w:r>
      <w:r w:rsidRPr="009071AC">
        <w:t>et qu</w:t>
      </w:r>
      <w:r w:rsidR="00F635DB">
        <w:t>’</w:t>
      </w:r>
      <w:r w:rsidRPr="009071AC">
        <w:t>au bout d</w:t>
      </w:r>
      <w:r w:rsidR="00F635DB">
        <w:t>’</w:t>
      </w:r>
      <w:r w:rsidRPr="009071AC">
        <w:t>un certain nombre d</w:t>
      </w:r>
      <w:r w:rsidR="00F635DB">
        <w:t>’</w:t>
      </w:r>
      <w:r w:rsidRPr="009071AC">
        <w:t>années le capital de sa dette serait doublé</w:t>
      </w:r>
      <w:r w:rsidR="00F635DB">
        <w:t>.</w:t>
      </w:r>
    </w:p>
    <w:p w14:paraId="2B6CD4B8" w14:textId="77777777" w:rsidR="00F635DB" w:rsidRDefault="00855694" w:rsidP="00F635DB">
      <w:r w:rsidRPr="009071AC">
        <w:t>Sur la fin</w:t>
      </w:r>
      <w:r w:rsidR="00F635DB">
        <w:t xml:space="preserve">, </w:t>
      </w:r>
      <w:r w:rsidRPr="009071AC">
        <w:t>il ne comptait même plus</w:t>
      </w:r>
      <w:r w:rsidR="00F635DB">
        <w:t xml:space="preserve">. </w:t>
      </w:r>
      <w:r w:rsidRPr="009071AC">
        <w:t>Il ignorait absolument où en étaient ses affaires</w:t>
      </w:r>
      <w:r w:rsidR="00F635DB">
        <w:t xml:space="preserve">. </w:t>
      </w:r>
      <w:r w:rsidRPr="009071AC">
        <w:t>Il en était arrivé à se croire des ressources inépuisables</w:t>
      </w:r>
      <w:r w:rsidR="00F635DB">
        <w:t>.</w:t>
      </w:r>
    </w:p>
    <w:p w14:paraId="1511440B" w14:textId="77777777" w:rsidR="00F635DB" w:rsidRDefault="00855694" w:rsidP="00F635DB">
      <w:r w:rsidRPr="009071AC">
        <w:t>Il le crut jusqu</w:t>
      </w:r>
      <w:r w:rsidR="00F635DB">
        <w:t>’</w:t>
      </w:r>
      <w:r w:rsidRPr="009071AC">
        <w:t>au jour où étant allé chez son notaire chercher des fonds</w:t>
      </w:r>
      <w:r w:rsidR="00F635DB">
        <w:t xml:space="preserve">, </w:t>
      </w:r>
      <w:r w:rsidRPr="009071AC">
        <w:t>ce notaire lui répondit froidement</w:t>
      </w:r>
      <w:r w:rsidR="00F635DB">
        <w:t> :</w:t>
      </w:r>
    </w:p>
    <w:p w14:paraId="17FCD93C" w14:textId="77777777" w:rsidR="00F635DB" w:rsidRDefault="00F635DB" w:rsidP="00F635DB">
      <w:r>
        <w:t>— </w:t>
      </w:r>
      <w:r w:rsidR="00855694" w:rsidRPr="009071AC">
        <w:t>Vous me demandiez cent mille francs</w:t>
      </w:r>
      <w:r>
        <w:t xml:space="preserve">, </w:t>
      </w:r>
      <w:r w:rsidR="00855694" w:rsidRPr="009071AC">
        <w:t>monsieur le marquis</w:t>
      </w:r>
      <w:r>
        <w:t xml:space="preserve">, </w:t>
      </w:r>
      <w:r w:rsidR="00855694" w:rsidRPr="009071AC">
        <w:t>je n</w:t>
      </w:r>
      <w:r>
        <w:t>’</w:t>
      </w:r>
      <w:r w:rsidR="00855694" w:rsidRPr="009071AC">
        <w:t>ai pu vous en procurer que cinquante mille</w:t>
      </w:r>
      <w:r>
        <w:t xml:space="preserve">… </w:t>
      </w:r>
      <w:r w:rsidR="00855694" w:rsidRPr="009071AC">
        <w:t>les voici</w:t>
      </w:r>
      <w:r>
        <w:t xml:space="preserve">. </w:t>
      </w:r>
      <w:r w:rsidR="00855694" w:rsidRPr="009071AC">
        <w:t>Et n</w:t>
      </w:r>
      <w:r>
        <w:t>’</w:t>
      </w:r>
      <w:r w:rsidR="00855694" w:rsidRPr="009071AC">
        <w:t>espérez plus rien</w:t>
      </w:r>
      <w:r>
        <w:t xml:space="preserve">. </w:t>
      </w:r>
      <w:r w:rsidR="00855694" w:rsidRPr="009071AC">
        <w:t>Tous vos immeubles sont grevés au-delà de leur valeur</w:t>
      </w:r>
      <w:r>
        <w:t xml:space="preserve">… </w:t>
      </w:r>
      <w:r w:rsidR="00855694" w:rsidRPr="009071AC">
        <w:t>ainsi c</w:t>
      </w:r>
      <w:r>
        <w:t>’</w:t>
      </w:r>
      <w:r w:rsidR="00855694" w:rsidRPr="009071AC">
        <w:t>est fini</w:t>
      </w:r>
      <w:r>
        <w:t xml:space="preserve">. </w:t>
      </w:r>
      <w:r w:rsidR="00855694" w:rsidRPr="009071AC">
        <w:t>Vos créanciers vous laisseront sans doute tranquille un an encore</w:t>
      </w:r>
      <w:r>
        <w:t xml:space="preserve">, </w:t>
      </w:r>
      <w:r w:rsidR="00855694" w:rsidRPr="009071AC">
        <w:t>c</w:t>
      </w:r>
      <w:r>
        <w:t>’</w:t>
      </w:r>
      <w:r w:rsidR="00855694" w:rsidRPr="009071AC">
        <w:t>est leur intérêt</w:t>
      </w:r>
      <w:r>
        <w:t xml:space="preserve"> ; </w:t>
      </w:r>
      <w:r w:rsidR="00855694" w:rsidRPr="009071AC">
        <w:t>mais ce délai écoulé</w:t>
      </w:r>
      <w:r>
        <w:t xml:space="preserve">, </w:t>
      </w:r>
      <w:r w:rsidR="00855694" w:rsidRPr="009071AC">
        <w:t>ils vous exproprieront</w:t>
      </w:r>
      <w:r>
        <w:t xml:space="preserve">, </w:t>
      </w:r>
      <w:r w:rsidR="00855694" w:rsidRPr="009071AC">
        <w:t>c</w:t>
      </w:r>
      <w:r>
        <w:t>’</w:t>
      </w:r>
      <w:r w:rsidR="00855694" w:rsidRPr="009071AC">
        <w:t>est leur droit</w:t>
      </w:r>
      <w:r>
        <w:t>.</w:t>
      </w:r>
    </w:p>
    <w:p w14:paraId="12420562" w14:textId="77777777" w:rsidR="00F635DB" w:rsidRDefault="00855694" w:rsidP="00F635DB">
      <w:r w:rsidRPr="009071AC">
        <w:t>Il eut un sourire discret</w:t>
      </w:r>
      <w:r w:rsidR="00F635DB">
        <w:t xml:space="preserve">, </w:t>
      </w:r>
      <w:r w:rsidRPr="009071AC">
        <w:t>un sourire d</w:t>
      </w:r>
      <w:r w:rsidR="00F635DB">
        <w:t>’</w:t>
      </w:r>
      <w:r w:rsidRPr="009071AC">
        <w:t>officier ministériel</w:t>
      </w:r>
      <w:r w:rsidR="00F635DB">
        <w:t xml:space="preserve">, </w:t>
      </w:r>
      <w:r w:rsidRPr="009071AC">
        <w:t>et ajouta</w:t>
      </w:r>
      <w:r w:rsidR="00F635DB">
        <w:t> :</w:t>
      </w:r>
    </w:p>
    <w:p w14:paraId="52727DFD" w14:textId="77777777" w:rsidR="00F635DB" w:rsidRDefault="00F635DB" w:rsidP="00F635DB">
      <w:r>
        <w:t>— </w:t>
      </w:r>
      <w:r w:rsidR="00855694" w:rsidRPr="009071AC">
        <w:t>Moi</w:t>
      </w:r>
      <w:r>
        <w:t xml:space="preserve">, </w:t>
      </w:r>
      <w:r w:rsidR="00855694" w:rsidRPr="009071AC">
        <w:t>à votre place</w:t>
      </w:r>
      <w:r>
        <w:t xml:space="preserve">, </w:t>
      </w:r>
      <w:r w:rsidR="00855694" w:rsidRPr="009071AC">
        <w:t>monsieur le marquis</w:t>
      </w:r>
      <w:r>
        <w:t xml:space="preserve">, </w:t>
      </w:r>
      <w:r w:rsidR="00855694" w:rsidRPr="009071AC">
        <w:t>je mettrais à profit cette année de répit</w:t>
      </w:r>
      <w:r>
        <w:t xml:space="preserve">. </w:t>
      </w:r>
      <w:r w:rsidR="00855694" w:rsidRPr="009071AC">
        <w:t>Vous comprenez sans doute ce que je veux dire</w:t>
      </w:r>
      <w:r>
        <w:t xml:space="preserve"> ?… </w:t>
      </w:r>
      <w:r w:rsidR="00855694" w:rsidRPr="009071AC">
        <w:t>J</w:t>
      </w:r>
      <w:r>
        <w:t>’</w:t>
      </w:r>
      <w:r w:rsidR="00855694" w:rsidRPr="009071AC">
        <w:t>ai bien l</w:t>
      </w:r>
      <w:r>
        <w:t>’</w:t>
      </w:r>
      <w:r w:rsidR="00855694" w:rsidRPr="009071AC">
        <w:t>honneur de vous saluer</w:t>
      </w:r>
      <w:r>
        <w:t>.</w:t>
      </w:r>
    </w:p>
    <w:p w14:paraId="0DA4F1CD" w14:textId="77777777" w:rsidR="00F635DB" w:rsidRDefault="00855694" w:rsidP="00F635DB">
      <w:r w:rsidRPr="009071AC">
        <w:t>Quel réveil</w:t>
      </w:r>
      <w:r w:rsidR="00F635DB">
        <w:t xml:space="preserve"> !… </w:t>
      </w:r>
      <w:r w:rsidRPr="009071AC">
        <w:t>après un rêve splendide de plus de dix années</w:t>
      </w:r>
      <w:r w:rsidR="00F635DB">
        <w:t> !…</w:t>
      </w:r>
    </w:p>
    <w:p w14:paraId="379D9012" w14:textId="78ED90F6" w:rsidR="00F635DB" w:rsidRDefault="00F635DB" w:rsidP="00F635DB">
      <w:r>
        <w:t>M. de </w:t>
      </w:r>
      <w:proofErr w:type="spellStart"/>
      <w:r w:rsidR="00855694" w:rsidRPr="009071AC">
        <w:t>Valorsay</w:t>
      </w:r>
      <w:proofErr w:type="spellEnd"/>
      <w:r w:rsidR="00855694" w:rsidRPr="009071AC">
        <w:t xml:space="preserve"> en demeura comme écrasé</w:t>
      </w:r>
      <w:r>
        <w:t xml:space="preserve">, </w:t>
      </w:r>
      <w:r w:rsidR="00855694" w:rsidRPr="009071AC">
        <w:t>et pendant deux jours il resta enfermé chez lui</w:t>
      </w:r>
      <w:r>
        <w:t xml:space="preserve">, </w:t>
      </w:r>
      <w:r w:rsidR="00855694" w:rsidRPr="009071AC">
        <w:t>refusant obstinément de recevoir personne</w:t>
      </w:r>
      <w:r>
        <w:t>.</w:t>
      </w:r>
    </w:p>
    <w:p w14:paraId="2B36566E" w14:textId="644B739B" w:rsidR="00F635DB" w:rsidRDefault="00F635DB" w:rsidP="00F635DB">
      <w:r>
        <w:lastRenderedPageBreak/>
        <w:t>— M. </w:t>
      </w:r>
      <w:r w:rsidR="00855694" w:rsidRPr="009071AC">
        <w:t>le marquis est malade</w:t>
      </w:r>
      <w:r>
        <w:t xml:space="preserve"> !… </w:t>
      </w:r>
      <w:r w:rsidR="00855694" w:rsidRPr="009071AC">
        <w:t>répondait son valet de chambre aux visiteurs</w:t>
      </w:r>
      <w:r>
        <w:t>.</w:t>
      </w:r>
    </w:p>
    <w:p w14:paraId="03E6B92B" w14:textId="77777777" w:rsidR="00F635DB" w:rsidRDefault="00855694" w:rsidP="00F635DB">
      <w:r w:rsidRPr="009071AC">
        <w:t>Il lui avait fallu ce temps pour se remettre</w:t>
      </w:r>
      <w:r w:rsidR="00F635DB">
        <w:t xml:space="preserve">, </w:t>
      </w:r>
      <w:r w:rsidRPr="009071AC">
        <w:t>pour en venir surtout à oser envisager bien en face et froidement sa situation</w:t>
      </w:r>
      <w:r w:rsidR="00F635DB">
        <w:t>.</w:t>
      </w:r>
    </w:p>
    <w:p w14:paraId="3439DA09" w14:textId="77777777" w:rsidR="00F635DB" w:rsidRDefault="00855694" w:rsidP="00F635DB">
      <w:r w:rsidRPr="009071AC">
        <w:t>Elle était épouvantable</w:t>
      </w:r>
      <w:r w:rsidR="00F635DB">
        <w:t xml:space="preserve">, </w:t>
      </w:r>
      <w:r w:rsidRPr="009071AC">
        <w:t>car sa ruine était complète</w:t>
      </w:r>
      <w:r w:rsidR="00F635DB">
        <w:t xml:space="preserve">, </w:t>
      </w:r>
      <w:r w:rsidRPr="009071AC">
        <w:t>absolue</w:t>
      </w:r>
      <w:r w:rsidR="00F635DB">
        <w:t xml:space="preserve">. </w:t>
      </w:r>
      <w:r w:rsidRPr="009071AC">
        <w:t>Pas une épave ne devait échapper au désastre</w:t>
      </w:r>
      <w:r w:rsidR="00F635DB">
        <w:t xml:space="preserve">. </w:t>
      </w:r>
      <w:r w:rsidRPr="009071AC">
        <w:t>Que devenir</w:t>
      </w:r>
      <w:r w:rsidR="00F635DB">
        <w:t xml:space="preserve"> ? </w:t>
      </w:r>
      <w:r w:rsidRPr="009071AC">
        <w:t>Que faire</w:t>
      </w:r>
      <w:r w:rsidR="00F635DB">
        <w:t> ?</w:t>
      </w:r>
    </w:p>
    <w:p w14:paraId="64472197" w14:textId="77777777" w:rsidR="00F635DB" w:rsidRDefault="00855694" w:rsidP="00F635DB">
      <w:r w:rsidRPr="009071AC">
        <w:t>Il avait beau se tâter</w:t>
      </w:r>
      <w:r w:rsidR="00F635DB">
        <w:t xml:space="preserve">, </w:t>
      </w:r>
      <w:r w:rsidRPr="009071AC">
        <w:t>il se trouvait incapable de rien entreprendre</w:t>
      </w:r>
      <w:r w:rsidR="00F635DB">
        <w:t xml:space="preserve">, </w:t>
      </w:r>
      <w:r w:rsidRPr="009071AC">
        <w:t>de rien sentir</w:t>
      </w:r>
      <w:r w:rsidR="00F635DB">
        <w:t xml:space="preserve">. </w:t>
      </w:r>
      <w:r w:rsidRPr="009071AC">
        <w:t>Tout ce que la nature lui avait départi d</w:t>
      </w:r>
      <w:r w:rsidR="00F635DB">
        <w:t>’</w:t>
      </w:r>
      <w:r w:rsidRPr="009071AC">
        <w:t>énergie</w:t>
      </w:r>
      <w:r w:rsidR="00F635DB">
        <w:t xml:space="preserve">, </w:t>
      </w:r>
      <w:r w:rsidRPr="009071AC">
        <w:t>il l</w:t>
      </w:r>
      <w:r w:rsidR="00F635DB">
        <w:t>’</w:t>
      </w:r>
      <w:r w:rsidRPr="009071AC">
        <w:t>avait gaspillé au service de sa vanité</w:t>
      </w:r>
      <w:r w:rsidR="00F635DB">
        <w:t xml:space="preserve">. </w:t>
      </w:r>
      <w:r w:rsidRPr="009071AC">
        <w:t>Plus jeune</w:t>
      </w:r>
      <w:r w:rsidR="00F635DB">
        <w:t xml:space="preserve">, </w:t>
      </w:r>
      <w:r w:rsidRPr="009071AC">
        <w:t>il eût pu se faire soldat</w:t>
      </w:r>
      <w:r w:rsidR="00F635DB">
        <w:t xml:space="preserve">, </w:t>
      </w:r>
      <w:r w:rsidRPr="009071AC">
        <w:t>il n</w:t>
      </w:r>
      <w:r w:rsidR="00F635DB">
        <w:t>’</w:t>
      </w:r>
      <w:r w:rsidRPr="009071AC">
        <w:t>eût pas été le premier</w:t>
      </w:r>
      <w:r w:rsidR="00F635DB">
        <w:t xml:space="preserve">, </w:t>
      </w:r>
      <w:r w:rsidRPr="009071AC">
        <w:t>il serait allé en Afrique</w:t>
      </w:r>
      <w:r w:rsidR="00F635DB">
        <w:t xml:space="preserve">… </w:t>
      </w:r>
      <w:r w:rsidRPr="009071AC">
        <w:t>mais il n</w:t>
      </w:r>
      <w:r w:rsidR="00F635DB">
        <w:t>’</w:t>
      </w:r>
      <w:r w:rsidRPr="009071AC">
        <w:t>avait même pas cette ressource</w:t>
      </w:r>
      <w:r w:rsidR="00F635DB">
        <w:t>.</w:t>
      </w:r>
    </w:p>
    <w:p w14:paraId="1A42AEFE" w14:textId="77777777" w:rsidR="00F635DB" w:rsidRDefault="00855694" w:rsidP="00F635DB">
      <w:r w:rsidRPr="009071AC">
        <w:t>C</w:t>
      </w:r>
      <w:r w:rsidR="00F635DB">
        <w:t>’</w:t>
      </w:r>
      <w:r w:rsidRPr="009071AC">
        <w:t>est alors que le sourire de son notaire</w:t>
      </w:r>
      <w:r w:rsidR="00F635DB">
        <w:t xml:space="preserve">, </w:t>
      </w:r>
      <w:r w:rsidRPr="009071AC">
        <w:t>comme une lueur dans les ténèbres</w:t>
      </w:r>
      <w:r w:rsidR="00F635DB">
        <w:t xml:space="preserve">, </w:t>
      </w:r>
      <w:r w:rsidRPr="009071AC">
        <w:t>lui revint à la mémoire</w:t>
      </w:r>
      <w:r w:rsidR="00F635DB">
        <w:t>.</w:t>
      </w:r>
    </w:p>
    <w:p w14:paraId="32A1B24D" w14:textId="77777777" w:rsidR="00F635DB" w:rsidRDefault="00F635DB" w:rsidP="00F635DB">
      <w:r>
        <w:t>— </w:t>
      </w:r>
      <w:r w:rsidR="00855694" w:rsidRPr="009071AC">
        <w:t>Décidément</w:t>
      </w:r>
      <w:r>
        <w:t xml:space="preserve">, </w:t>
      </w:r>
      <w:r w:rsidR="00855694" w:rsidRPr="009071AC">
        <w:t>murmura-t-il</w:t>
      </w:r>
      <w:r>
        <w:t xml:space="preserve">, </w:t>
      </w:r>
      <w:r w:rsidR="00855694" w:rsidRPr="009071AC">
        <w:t>son conseil était bon</w:t>
      </w:r>
      <w:r>
        <w:t xml:space="preserve">… </w:t>
      </w:r>
      <w:r w:rsidR="00855694" w:rsidRPr="009071AC">
        <w:t>Tout n</w:t>
      </w:r>
      <w:r>
        <w:t>’</w:t>
      </w:r>
      <w:r w:rsidR="00855694" w:rsidRPr="009071AC">
        <w:t>est pas perdu et une issue nous reste encore</w:t>
      </w:r>
      <w:r>
        <w:t xml:space="preserve"> : </w:t>
      </w:r>
      <w:r w:rsidR="00855694" w:rsidRPr="009071AC">
        <w:t>un mariage</w:t>
      </w:r>
      <w:r>
        <w:t>.</w:t>
      </w:r>
    </w:p>
    <w:p w14:paraId="7D02654E" w14:textId="77777777" w:rsidR="00F635DB" w:rsidRDefault="00855694" w:rsidP="00F635DB">
      <w:r w:rsidRPr="009071AC">
        <w:t>Pourquoi ne se marierait-il pas</w:t>
      </w:r>
      <w:r w:rsidR="00F635DB">
        <w:t xml:space="preserve">, </w:t>
      </w:r>
      <w:r w:rsidRPr="009071AC">
        <w:t>en effet</w:t>
      </w:r>
      <w:r w:rsidR="00F635DB">
        <w:t xml:space="preserve">, </w:t>
      </w:r>
      <w:r w:rsidRPr="009071AC">
        <w:t>et richement</w:t>
      </w:r>
      <w:r w:rsidR="00F635DB">
        <w:t xml:space="preserve">. </w:t>
      </w:r>
      <w:r w:rsidRPr="009071AC">
        <w:t>Rien n</w:t>
      </w:r>
      <w:r w:rsidR="00F635DB">
        <w:t>’</w:t>
      </w:r>
      <w:r w:rsidRPr="009071AC">
        <w:t>avait transpiré de son désastre</w:t>
      </w:r>
      <w:r w:rsidR="00F635DB">
        <w:t xml:space="preserve">, </w:t>
      </w:r>
      <w:r w:rsidRPr="009071AC">
        <w:t>et il avait encore pour un an tous les prestiges de la fortune</w:t>
      </w:r>
      <w:r w:rsidR="00F635DB">
        <w:t>.</w:t>
      </w:r>
    </w:p>
    <w:p w14:paraId="64300551" w14:textId="77777777" w:rsidR="00F635DB" w:rsidRDefault="00855694" w:rsidP="00F635DB">
      <w:r w:rsidRPr="009071AC">
        <w:t>Son nom seul était un apport considérable</w:t>
      </w:r>
      <w:r w:rsidR="00F635DB">
        <w:t xml:space="preserve">. </w:t>
      </w:r>
      <w:r w:rsidRPr="009071AC">
        <w:t>Ce serait bien le diable s</w:t>
      </w:r>
      <w:r w:rsidR="00F635DB">
        <w:t>’</w:t>
      </w:r>
      <w:r w:rsidRPr="009071AC">
        <w:t>il ne découvrait pas dans la banque ou dans le haut commerce quelque héritière dévorée de l</w:t>
      </w:r>
      <w:r w:rsidR="00F635DB">
        <w:t>’</w:t>
      </w:r>
      <w:r w:rsidRPr="009071AC">
        <w:t>ambition d</w:t>
      </w:r>
      <w:r w:rsidR="00F635DB">
        <w:t>’</w:t>
      </w:r>
      <w:r w:rsidRPr="009071AC">
        <w:t>avoir sur ses voitures une couronne de marquise</w:t>
      </w:r>
      <w:r w:rsidR="00F635DB">
        <w:t>.</w:t>
      </w:r>
    </w:p>
    <w:p w14:paraId="01B63186" w14:textId="27A21A46" w:rsidR="00F635DB" w:rsidRDefault="00855694" w:rsidP="00F635DB">
      <w:r w:rsidRPr="009071AC">
        <w:t>Ce parti arrêté et mûri</w:t>
      </w:r>
      <w:r w:rsidR="00F635DB">
        <w:t>, M. de </w:t>
      </w:r>
      <w:proofErr w:type="spellStart"/>
      <w:r w:rsidRPr="009071AC">
        <w:t>Valorsay</w:t>
      </w:r>
      <w:proofErr w:type="spellEnd"/>
      <w:r w:rsidRPr="009071AC">
        <w:t xml:space="preserve"> s</w:t>
      </w:r>
      <w:r w:rsidR="00F635DB">
        <w:t>’</w:t>
      </w:r>
      <w:r w:rsidRPr="009071AC">
        <w:t>était mis en quête</w:t>
      </w:r>
      <w:r w:rsidR="00F635DB">
        <w:t xml:space="preserve">, </w:t>
      </w:r>
      <w:r w:rsidRPr="009071AC">
        <w:t>et bientôt il crut avoir trouvé</w:t>
      </w:r>
      <w:r w:rsidR="00F635DB">
        <w:t>.</w:t>
      </w:r>
    </w:p>
    <w:p w14:paraId="3E96FDAD" w14:textId="165C82A3" w:rsidR="00F635DB" w:rsidRDefault="00855694" w:rsidP="00F635DB">
      <w:r w:rsidRPr="009071AC">
        <w:lastRenderedPageBreak/>
        <w:t>Mais ce n</w:t>
      </w:r>
      <w:r w:rsidR="00F635DB">
        <w:t>’</w:t>
      </w:r>
      <w:r w:rsidRPr="009071AC">
        <w:t>était pas tout</w:t>
      </w:r>
      <w:r w:rsidR="00F635DB">
        <w:t xml:space="preserve">. </w:t>
      </w:r>
      <w:r w:rsidRPr="009071AC">
        <w:t>Les donneurs de grosses dots sont défiants</w:t>
      </w:r>
      <w:r w:rsidR="00F635DB">
        <w:t xml:space="preserve">, </w:t>
      </w:r>
      <w:r w:rsidRPr="009071AC">
        <w:t>ils aiment à voir clair dans la situation des épouseurs qui se présentent</w:t>
      </w:r>
      <w:r w:rsidR="00F635DB">
        <w:t xml:space="preserve">, </w:t>
      </w:r>
      <w:r w:rsidRPr="009071AC">
        <w:t>ils vont aux informations</w:t>
      </w:r>
      <w:r w:rsidR="00F635DB">
        <w:t xml:space="preserve">, </w:t>
      </w:r>
      <w:r w:rsidRPr="009071AC">
        <w:t>quelquefois</w:t>
      </w:r>
      <w:r w:rsidR="00F635DB">
        <w:t xml:space="preserve">. </w:t>
      </w:r>
      <w:r w:rsidRPr="009071AC">
        <w:t>Avant de s</w:t>
      </w:r>
      <w:r w:rsidR="00F635DB">
        <w:t>’</w:t>
      </w:r>
      <w:r w:rsidRPr="009071AC">
        <w:t>engager</w:t>
      </w:r>
      <w:r w:rsidR="00F635DB">
        <w:t>, M. de </w:t>
      </w:r>
      <w:proofErr w:type="spellStart"/>
      <w:r w:rsidRPr="009071AC">
        <w:t>Valorsay</w:t>
      </w:r>
      <w:proofErr w:type="spellEnd"/>
      <w:r w:rsidRPr="009071AC">
        <w:t xml:space="preserve"> comprit qu</w:t>
      </w:r>
      <w:r w:rsidR="00F635DB">
        <w:t>’</w:t>
      </w:r>
      <w:r w:rsidRPr="009071AC">
        <w:t>un homme d</w:t>
      </w:r>
      <w:r w:rsidR="00F635DB">
        <w:t>’</w:t>
      </w:r>
      <w:r w:rsidRPr="009071AC">
        <w:t>affaires intelligent et dévoué lui devenait indispensable</w:t>
      </w:r>
      <w:r w:rsidR="00F635DB">
        <w:t>.</w:t>
      </w:r>
    </w:p>
    <w:p w14:paraId="1C132C4C" w14:textId="77777777" w:rsidR="00F635DB" w:rsidRDefault="00855694" w:rsidP="00F635DB">
      <w:r w:rsidRPr="009071AC">
        <w:t>N</w:t>
      </w:r>
      <w:r w:rsidR="00F635DB">
        <w:t>’</w:t>
      </w:r>
      <w:r w:rsidRPr="009071AC">
        <w:t>allait-il pas falloir tenir les créanciers en haleine</w:t>
      </w:r>
      <w:r w:rsidR="00F635DB">
        <w:t xml:space="preserve">, </w:t>
      </w:r>
      <w:r w:rsidRPr="009071AC">
        <w:t>leur imposer silence</w:t>
      </w:r>
      <w:r w:rsidR="00F635DB">
        <w:t xml:space="preserve">, </w:t>
      </w:r>
      <w:r w:rsidRPr="009071AC">
        <w:t>obtenir d</w:t>
      </w:r>
      <w:r w:rsidR="00F635DB">
        <w:t>’</w:t>
      </w:r>
      <w:r w:rsidRPr="009071AC">
        <w:t>eux des concessions</w:t>
      </w:r>
      <w:r w:rsidR="00F635DB">
        <w:t xml:space="preserve">, </w:t>
      </w:r>
      <w:r w:rsidRPr="009071AC">
        <w:t>les intéresser en un mot au succès</w:t>
      </w:r>
      <w:r w:rsidR="00F635DB">
        <w:t> ?…</w:t>
      </w:r>
    </w:p>
    <w:p w14:paraId="11531029" w14:textId="528FEF04" w:rsidR="00F635DB" w:rsidRDefault="00855694" w:rsidP="00F635DB">
      <w:r w:rsidRPr="009071AC">
        <w:t>C</w:t>
      </w:r>
      <w:r w:rsidR="00F635DB">
        <w:t>’</w:t>
      </w:r>
      <w:r w:rsidRPr="009071AC">
        <w:t xml:space="preserve">est avec ces idées que </w:t>
      </w:r>
      <w:r w:rsidR="00F635DB">
        <w:t>M. de </w:t>
      </w:r>
      <w:proofErr w:type="spellStart"/>
      <w:r w:rsidRPr="009071AC">
        <w:t>Valorsay</w:t>
      </w:r>
      <w:proofErr w:type="spellEnd"/>
      <w:r w:rsidRPr="009071AC">
        <w:t xml:space="preserve"> se rendit chez son notaire</w:t>
      </w:r>
      <w:r w:rsidR="00F635DB">
        <w:t xml:space="preserve">, </w:t>
      </w:r>
      <w:r w:rsidRPr="009071AC">
        <w:t>espérant peut-être son concours</w:t>
      </w:r>
      <w:r w:rsidR="00F635DB">
        <w:t>.</w:t>
      </w:r>
    </w:p>
    <w:p w14:paraId="1C32FD5B" w14:textId="77777777" w:rsidR="00F635DB" w:rsidRDefault="00855694" w:rsidP="00F635DB">
      <w:r w:rsidRPr="009071AC">
        <w:t>Il le refusa net</w:t>
      </w:r>
      <w:r w:rsidR="00F635DB">
        <w:t xml:space="preserve">, </w:t>
      </w:r>
      <w:r w:rsidRPr="009071AC">
        <w:t>d</w:t>
      </w:r>
      <w:r w:rsidR="00F635DB">
        <w:t>’</w:t>
      </w:r>
      <w:r w:rsidRPr="009071AC">
        <w:t>un ton rogue</w:t>
      </w:r>
      <w:r w:rsidR="00F635DB">
        <w:t xml:space="preserve">, </w:t>
      </w:r>
      <w:r w:rsidRPr="009071AC">
        <w:t>déclarant qu</w:t>
      </w:r>
      <w:r w:rsidR="00F635DB">
        <w:t>’</w:t>
      </w:r>
      <w:r w:rsidRPr="009071AC">
        <w:t>il ne pouvait se mêler de tels tripotages</w:t>
      </w:r>
      <w:r w:rsidR="00F635DB">
        <w:t xml:space="preserve">, </w:t>
      </w:r>
      <w:r w:rsidRPr="009071AC">
        <w:t>et que les lui proposer était presque une insulte</w:t>
      </w:r>
      <w:r w:rsidR="00F635DB">
        <w:t xml:space="preserve">. </w:t>
      </w:r>
      <w:r w:rsidRPr="009071AC">
        <w:t>Puis</w:t>
      </w:r>
      <w:r w:rsidR="00F635DB">
        <w:t xml:space="preserve">, </w:t>
      </w:r>
      <w:r w:rsidRPr="009071AC">
        <w:t>touché sans doute du désespoir de son client</w:t>
      </w:r>
      <w:r w:rsidR="00F635DB">
        <w:t>.</w:t>
      </w:r>
    </w:p>
    <w:p w14:paraId="6A5EE462" w14:textId="66D4E8F3" w:rsidR="00F635DB" w:rsidRDefault="00F635DB" w:rsidP="00F635DB">
      <w:r>
        <w:t>— </w:t>
      </w:r>
      <w:r w:rsidR="00855694" w:rsidRPr="009071AC">
        <w:t>Mais je puis</w:t>
      </w:r>
      <w:r>
        <w:t xml:space="preserve">, </w:t>
      </w:r>
      <w:r w:rsidR="00855694" w:rsidRPr="009071AC">
        <w:t>ajouta-t-il</w:t>
      </w:r>
      <w:r>
        <w:t xml:space="preserve">, </w:t>
      </w:r>
      <w:r w:rsidR="00855694" w:rsidRPr="009071AC">
        <w:t>vous indiquer l</w:t>
      </w:r>
      <w:r>
        <w:t>’</w:t>
      </w:r>
      <w:r w:rsidR="00855694" w:rsidRPr="009071AC">
        <w:t>homme qu</w:t>
      </w:r>
      <w:r>
        <w:t>’</w:t>
      </w:r>
      <w:r w:rsidR="00855694" w:rsidRPr="009071AC">
        <w:t>il vous faut</w:t>
      </w:r>
      <w:r>
        <w:t xml:space="preserve">… </w:t>
      </w:r>
      <w:r w:rsidR="00855694" w:rsidRPr="009071AC">
        <w:t xml:space="preserve">Allez trouver </w:t>
      </w:r>
      <w:r>
        <w:t>M. </w:t>
      </w:r>
      <w:r w:rsidR="00855694" w:rsidRPr="009071AC">
        <w:t>Isidore Fortunat</w:t>
      </w:r>
      <w:r>
        <w:t xml:space="preserve">, </w:t>
      </w:r>
      <w:r w:rsidR="00855694" w:rsidRPr="009071AC">
        <w:t>27</w:t>
      </w:r>
      <w:r>
        <w:t xml:space="preserve">, </w:t>
      </w:r>
      <w:r w:rsidR="00855694" w:rsidRPr="009071AC">
        <w:t>place de la Bourse</w:t>
      </w:r>
      <w:r>
        <w:t xml:space="preserve"> ; </w:t>
      </w:r>
      <w:r w:rsidR="00855694" w:rsidRPr="009071AC">
        <w:t>si vous parvenez à l</w:t>
      </w:r>
      <w:r>
        <w:t>’</w:t>
      </w:r>
      <w:r w:rsidR="00855694" w:rsidRPr="009071AC">
        <w:t>intéresser à votre mariage</w:t>
      </w:r>
      <w:r>
        <w:t xml:space="preserve">, </w:t>
      </w:r>
      <w:r w:rsidR="00855694" w:rsidRPr="009071AC">
        <w:t>il est fait</w:t>
      </w:r>
      <w:r>
        <w:t>.</w:t>
      </w:r>
    </w:p>
    <w:p w14:paraId="3F14C6FE" w14:textId="1EE71AFC" w:rsidR="00F635DB" w:rsidRDefault="00855694" w:rsidP="00F635DB">
      <w:r w:rsidRPr="009071AC">
        <w:t>Voilà</w:t>
      </w:r>
      <w:r w:rsidR="00F635DB">
        <w:t xml:space="preserve">, </w:t>
      </w:r>
      <w:r w:rsidRPr="009071AC">
        <w:t>en gros</w:t>
      </w:r>
      <w:r w:rsidR="00F635DB">
        <w:t xml:space="preserve">, </w:t>
      </w:r>
      <w:r w:rsidRPr="009071AC">
        <w:t xml:space="preserve">comment et à la suite de quelles circonstances le brillant marquis de </w:t>
      </w:r>
      <w:proofErr w:type="spellStart"/>
      <w:r w:rsidRPr="009071AC">
        <w:t>Valorsay</w:t>
      </w:r>
      <w:proofErr w:type="spellEnd"/>
      <w:r w:rsidRPr="009071AC">
        <w:t xml:space="preserve"> était </w:t>
      </w:r>
      <w:r w:rsidR="00AA4829">
        <w:t>entré</w:t>
      </w:r>
      <w:r w:rsidR="00AA4829" w:rsidRPr="009071AC">
        <w:t xml:space="preserve"> </w:t>
      </w:r>
      <w:r w:rsidRPr="009071AC">
        <w:t xml:space="preserve">en relations avec </w:t>
      </w:r>
      <w:r w:rsidR="00F635DB">
        <w:t>M. </w:t>
      </w:r>
      <w:r w:rsidRPr="009071AC">
        <w:t>Isidore Fortunat</w:t>
      </w:r>
      <w:r w:rsidR="00F635DB">
        <w:t>.</w:t>
      </w:r>
    </w:p>
    <w:p w14:paraId="203FFF70" w14:textId="77777777" w:rsidR="00F635DB" w:rsidRDefault="00855694" w:rsidP="00F635DB">
      <w:r w:rsidRPr="009071AC">
        <w:t>D</w:t>
      </w:r>
      <w:r w:rsidR="00F635DB">
        <w:t>’</w:t>
      </w:r>
      <w:r w:rsidRPr="009071AC">
        <w:t>un coup d</w:t>
      </w:r>
      <w:r w:rsidR="00F635DB">
        <w:t>’</w:t>
      </w:r>
      <w:r w:rsidRPr="009071AC">
        <w:t>œil perspicace</w:t>
      </w:r>
      <w:r w:rsidR="00F635DB">
        <w:t xml:space="preserve">, </w:t>
      </w:r>
      <w:r w:rsidRPr="009071AC">
        <w:t>dès la première visite</w:t>
      </w:r>
      <w:r w:rsidR="00F635DB">
        <w:t xml:space="preserve">, </w:t>
      </w:r>
      <w:r w:rsidRPr="009071AC">
        <w:t>il jaugea l</w:t>
      </w:r>
      <w:r w:rsidR="00F635DB">
        <w:t>’</w:t>
      </w:r>
      <w:r w:rsidRPr="009071AC">
        <w:t>homme</w:t>
      </w:r>
      <w:r w:rsidR="00F635DB">
        <w:t xml:space="preserve">. </w:t>
      </w:r>
      <w:r w:rsidRPr="009071AC">
        <w:t>Il le vit tel qu</w:t>
      </w:r>
      <w:r w:rsidR="00F635DB">
        <w:t>’</w:t>
      </w:r>
      <w:r w:rsidRPr="009071AC">
        <w:t>il le souhaitait</w:t>
      </w:r>
      <w:r w:rsidR="00F635DB">
        <w:t xml:space="preserve">, </w:t>
      </w:r>
      <w:r w:rsidRPr="009071AC">
        <w:t xml:space="preserve">prudent et hardi </w:t>
      </w:r>
      <w:proofErr w:type="spellStart"/>
      <w:r w:rsidRPr="009071AC">
        <w:t>tout</w:t>
      </w:r>
      <w:proofErr w:type="spellEnd"/>
      <w:r w:rsidRPr="009071AC">
        <w:t xml:space="preserve"> ensemble</w:t>
      </w:r>
      <w:r w:rsidR="00F635DB">
        <w:t xml:space="preserve">, </w:t>
      </w:r>
      <w:r w:rsidRPr="009071AC">
        <w:t>fertile en expédients</w:t>
      </w:r>
      <w:r w:rsidR="00F635DB">
        <w:t xml:space="preserve">, </w:t>
      </w:r>
      <w:r w:rsidRPr="009071AC">
        <w:t>passé maître dans l</w:t>
      </w:r>
      <w:r w:rsidR="00F635DB">
        <w:t>’</w:t>
      </w:r>
      <w:r w:rsidRPr="009071AC">
        <w:t>art de glisser sans accroc entre les mailles de la loi</w:t>
      </w:r>
      <w:r w:rsidR="00F635DB">
        <w:t xml:space="preserve">, </w:t>
      </w:r>
      <w:r w:rsidRPr="009071AC">
        <w:t>avide enfin</w:t>
      </w:r>
      <w:r w:rsidR="00F635DB">
        <w:t xml:space="preserve">, </w:t>
      </w:r>
      <w:r w:rsidRPr="009071AC">
        <w:t>et peu tourmenté de scrupules</w:t>
      </w:r>
      <w:r w:rsidR="00F635DB">
        <w:t>.</w:t>
      </w:r>
    </w:p>
    <w:p w14:paraId="293A4E58" w14:textId="77777777" w:rsidR="00F635DB" w:rsidRDefault="00855694" w:rsidP="00F635DB">
      <w:r w:rsidRPr="009071AC">
        <w:t>Avec un tel conseiller</w:t>
      </w:r>
      <w:r w:rsidR="00F635DB">
        <w:t xml:space="preserve">, </w:t>
      </w:r>
      <w:r w:rsidRPr="009071AC">
        <w:t>masquer six mois un désastre et duper le beau-père le plus défiant devait n</w:t>
      </w:r>
      <w:r w:rsidR="00F635DB">
        <w:t>’</w:t>
      </w:r>
      <w:r w:rsidRPr="009071AC">
        <w:t>être qu</w:t>
      </w:r>
      <w:r w:rsidR="00F635DB">
        <w:t>’</w:t>
      </w:r>
      <w:r w:rsidRPr="009071AC">
        <w:t>un jeu</w:t>
      </w:r>
      <w:r w:rsidR="00F635DB">
        <w:t>.</w:t>
      </w:r>
    </w:p>
    <w:p w14:paraId="69C242FF" w14:textId="568AF105" w:rsidR="00F635DB" w:rsidRDefault="00855694" w:rsidP="00F635DB">
      <w:r w:rsidRPr="009071AC">
        <w:lastRenderedPageBreak/>
        <w:t>Aussi</w:t>
      </w:r>
      <w:r w:rsidR="00F635DB">
        <w:t>, M. de </w:t>
      </w:r>
      <w:proofErr w:type="spellStart"/>
      <w:r w:rsidRPr="009071AC">
        <w:t>Valorsay</w:t>
      </w:r>
      <w:proofErr w:type="spellEnd"/>
      <w:r w:rsidRPr="009071AC">
        <w:t xml:space="preserve"> n</w:t>
      </w:r>
      <w:r w:rsidR="00F635DB">
        <w:t>’</w:t>
      </w:r>
      <w:r w:rsidRPr="009071AC">
        <w:t>eut-il pas une minute d</w:t>
      </w:r>
      <w:r w:rsidR="00F635DB">
        <w:t>’</w:t>
      </w:r>
      <w:r w:rsidRPr="009071AC">
        <w:t>indécision</w:t>
      </w:r>
      <w:r w:rsidR="00F635DB">
        <w:t xml:space="preserve">. </w:t>
      </w:r>
      <w:r w:rsidRPr="009071AC">
        <w:t>Il exposa franchement sa situation financière et ses espérances matrimoniales</w:t>
      </w:r>
      <w:r w:rsidR="00F635DB">
        <w:t xml:space="preserve">, </w:t>
      </w:r>
      <w:r w:rsidRPr="009071AC">
        <w:t>et conclut en promettant tant pour cent sur la dot</w:t>
      </w:r>
      <w:r w:rsidR="00F635DB">
        <w:t xml:space="preserve">, </w:t>
      </w:r>
      <w:r w:rsidRPr="009071AC">
        <w:t>le lendemain de son mariage</w:t>
      </w:r>
      <w:r w:rsidR="00F635DB">
        <w:t>.</w:t>
      </w:r>
    </w:p>
    <w:p w14:paraId="4426322A" w14:textId="1E9B8DA8" w:rsidR="00F635DB" w:rsidRDefault="00855694" w:rsidP="00F635DB">
      <w:r w:rsidRPr="009071AC">
        <w:t>Séance tenante</w:t>
      </w:r>
      <w:r w:rsidR="00F635DB">
        <w:t xml:space="preserve">, </w:t>
      </w:r>
      <w:r w:rsidRPr="009071AC">
        <w:t>un traité fut signé</w:t>
      </w:r>
      <w:r w:rsidR="00F635DB">
        <w:t xml:space="preserve">, </w:t>
      </w:r>
      <w:r w:rsidRPr="009071AC">
        <w:t xml:space="preserve">et dès le lendemain </w:t>
      </w:r>
      <w:r w:rsidR="00F635DB">
        <w:t>M. </w:t>
      </w:r>
      <w:r w:rsidRPr="009071AC">
        <w:t>Fortunat prenait en main les intérêts de l</w:t>
      </w:r>
      <w:r w:rsidR="00F635DB">
        <w:t>’</w:t>
      </w:r>
      <w:r w:rsidRPr="009071AC">
        <w:t>honorable gentilhomme</w:t>
      </w:r>
      <w:r w:rsidR="00F635DB">
        <w:t>.</w:t>
      </w:r>
    </w:p>
    <w:p w14:paraId="4A678F65" w14:textId="77777777" w:rsidR="00F635DB" w:rsidRDefault="00855694" w:rsidP="00F635DB">
      <w:r w:rsidRPr="009071AC">
        <w:t>De quel cœur il s</w:t>
      </w:r>
      <w:r w:rsidR="00F635DB">
        <w:t>’</w:t>
      </w:r>
      <w:r w:rsidRPr="009071AC">
        <w:t>y donna</w:t>
      </w:r>
      <w:r w:rsidR="00F635DB">
        <w:t xml:space="preserve">, </w:t>
      </w:r>
      <w:r w:rsidRPr="009071AC">
        <w:t>et avec quelle foi au succès</w:t>
      </w:r>
      <w:r w:rsidR="00F635DB">
        <w:t xml:space="preserve"> ! </w:t>
      </w:r>
      <w:r w:rsidRPr="009071AC">
        <w:t>un seul fait le dit</w:t>
      </w:r>
      <w:r w:rsidR="00F635DB">
        <w:t xml:space="preserve"> : </w:t>
      </w:r>
      <w:r w:rsidRPr="009071AC">
        <w:t>Il avait avancé</w:t>
      </w:r>
      <w:r w:rsidR="00F635DB">
        <w:t xml:space="preserve">, </w:t>
      </w:r>
      <w:r w:rsidRPr="009071AC">
        <w:t>de sa poche</w:t>
      </w:r>
      <w:r w:rsidR="00F635DB">
        <w:t xml:space="preserve">, </w:t>
      </w:r>
      <w:r w:rsidRPr="009071AC">
        <w:t>quarante mille francs à son client</w:t>
      </w:r>
      <w:r w:rsidR="00F635DB">
        <w:t>.</w:t>
      </w:r>
    </w:p>
    <w:p w14:paraId="2A9C1CD7" w14:textId="77777777" w:rsidR="00F635DB" w:rsidRDefault="00855694" w:rsidP="00F635DB">
      <w:r w:rsidRPr="009071AC">
        <w:t>Après cela</w:t>
      </w:r>
      <w:r w:rsidR="00F635DB">
        <w:t xml:space="preserve">, </w:t>
      </w:r>
      <w:r w:rsidRPr="009071AC">
        <w:t>le marquis eût eu mauvaise grâce à n</w:t>
      </w:r>
      <w:r w:rsidR="00F635DB">
        <w:t>’</w:t>
      </w:r>
      <w:r w:rsidRPr="009071AC">
        <w:t>être pas satisfait de son conseiller</w:t>
      </w:r>
      <w:r w:rsidR="00F635DB">
        <w:t xml:space="preserve">. </w:t>
      </w:r>
      <w:r w:rsidRPr="009071AC">
        <w:t>Il en était d</w:t>
      </w:r>
      <w:r w:rsidR="00F635DB">
        <w:t>’</w:t>
      </w:r>
      <w:r w:rsidRPr="009071AC">
        <w:t>autant plus enchanté que cet habile homme</w:t>
      </w:r>
      <w:r w:rsidR="00F635DB">
        <w:t xml:space="preserve">, </w:t>
      </w:r>
      <w:r w:rsidRPr="009071AC">
        <w:t>en toute occasion</w:t>
      </w:r>
      <w:r w:rsidR="00F635DB">
        <w:t xml:space="preserve">, </w:t>
      </w:r>
      <w:r w:rsidRPr="009071AC">
        <w:t>lui témoignait une déférence respectueuse jusqu</w:t>
      </w:r>
      <w:r w:rsidR="00F635DB">
        <w:t>’</w:t>
      </w:r>
      <w:r w:rsidRPr="009071AC">
        <w:t>à la servilité</w:t>
      </w:r>
      <w:r w:rsidR="00F635DB">
        <w:t>.</w:t>
      </w:r>
    </w:p>
    <w:p w14:paraId="43B91C93" w14:textId="4A71C576" w:rsidR="00F635DB" w:rsidRDefault="00855694" w:rsidP="00F635DB">
      <w:r w:rsidRPr="009071AC">
        <w:t xml:space="preserve">Aux yeux de </w:t>
      </w:r>
      <w:r w:rsidR="00F635DB">
        <w:t>M. de </w:t>
      </w:r>
      <w:proofErr w:type="spellStart"/>
      <w:r w:rsidRPr="009071AC">
        <w:t>Valorsay</w:t>
      </w:r>
      <w:proofErr w:type="spellEnd"/>
      <w:r w:rsidR="00F635DB">
        <w:t xml:space="preserve">, </w:t>
      </w:r>
      <w:r w:rsidRPr="009071AC">
        <w:t>ce point était capital</w:t>
      </w:r>
      <w:r w:rsidR="00F635DB">
        <w:t xml:space="preserve">, </w:t>
      </w:r>
      <w:r w:rsidRPr="009071AC">
        <w:t>car il devenait plus arrogant et plus susceptible</w:t>
      </w:r>
      <w:r w:rsidR="00F635DB">
        <w:t xml:space="preserve">, </w:t>
      </w:r>
      <w:r w:rsidRPr="009071AC">
        <w:t>à mesure qu</w:t>
      </w:r>
      <w:r w:rsidR="00F635DB">
        <w:t>’</w:t>
      </w:r>
      <w:r w:rsidRPr="009071AC">
        <w:t>il avait moins le droit de l</w:t>
      </w:r>
      <w:r w:rsidR="00F635DB">
        <w:t>’</w:t>
      </w:r>
      <w:r w:rsidRPr="009071AC">
        <w:t>être</w:t>
      </w:r>
      <w:r w:rsidR="00F635DB">
        <w:t>.</w:t>
      </w:r>
    </w:p>
    <w:p w14:paraId="5B9892CF" w14:textId="77777777" w:rsidR="00F635DB" w:rsidRDefault="00855694" w:rsidP="00F635DB">
      <w:r w:rsidRPr="009071AC">
        <w:t>Honteux au-dedans de lui-même et profondément humilié des tripotages avilissants auxquels il descendait</w:t>
      </w:r>
      <w:r w:rsidR="00F635DB">
        <w:t xml:space="preserve">, </w:t>
      </w:r>
      <w:r w:rsidRPr="009071AC">
        <w:t>il s</w:t>
      </w:r>
      <w:r w:rsidR="00F635DB">
        <w:t>’</w:t>
      </w:r>
      <w:r w:rsidRPr="009071AC">
        <w:t>en vengeait en accablant son complice de sa supériorité imaginaire et de ses dédains de grand seigneur</w:t>
      </w:r>
      <w:r w:rsidR="00F635DB">
        <w:t>.</w:t>
      </w:r>
    </w:p>
    <w:p w14:paraId="13E48A7C" w14:textId="2F89FC16" w:rsidR="00F635DB" w:rsidRDefault="00855694" w:rsidP="00F635DB">
      <w:r w:rsidRPr="009071AC">
        <w:t>Selon son humeur</w:t>
      </w:r>
      <w:r w:rsidR="00F635DB">
        <w:t xml:space="preserve">, </w:t>
      </w:r>
      <w:r w:rsidRPr="009071AC">
        <w:t>bonne ou mauvaise</w:t>
      </w:r>
      <w:r w:rsidR="00F635DB">
        <w:t xml:space="preserve">, </w:t>
      </w:r>
      <w:r w:rsidRPr="009071AC">
        <w:t>il l</w:t>
      </w:r>
      <w:r w:rsidR="00F635DB">
        <w:t>’</w:t>
      </w:r>
      <w:r w:rsidRPr="009071AC">
        <w:t xml:space="preserve">appelait </w:t>
      </w:r>
      <w:r w:rsidR="00F635DB">
        <w:t>« </w:t>
      </w:r>
      <w:r w:rsidRPr="009071AC">
        <w:t>Cher Arabe</w:t>
      </w:r>
      <w:r w:rsidR="00F635DB">
        <w:t>, »</w:t>
      </w:r>
      <w:r w:rsidRPr="009071AC">
        <w:t xml:space="preserve"> ou </w:t>
      </w:r>
      <w:r w:rsidR="00F635DB">
        <w:t>« </w:t>
      </w:r>
      <w:r w:rsidRPr="009071AC">
        <w:t>Mons Fortunat</w:t>
      </w:r>
      <w:r w:rsidR="00F635DB">
        <w:t> »</w:t>
      </w:r>
      <w:r w:rsidRPr="009071AC">
        <w:t xml:space="preserve"> et le plus souvent </w:t>
      </w:r>
      <w:r w:rsidR="00F635DB">
        <w:t>« </w:t>
      </w:r>
      <w:r w:rsidRPr="009071AC">
        <w:t>Maître Vingt-pour-Cent</w:t>
      </w:r>
      <w:r w:rsidR="00F635DB">
        <w:t>. »</w:t>
      </w:r>
    </w:p>
    <w:p w14:paraId="7D0E2F60" w14:textId="77777777" w:rsidR="00F635DB" w:rsidRDefault="00855694" w:rsidP="00F635DB">
      <w:r w:rsidRPr="009071AC">
        <w:t>Et l</w:t>
      </w:r>
      <w:r w:rsidR="00F635DB">
        <w:t>’</w:t>
      </w:r>
      <w:r w:rsidRPr="009071AC">
        <w:t>autre n</w:t>
      </w:r>
      <w:r w:rsidR="00F635DB">
        <w:t>’</w:t>
      </w:r>
      <w:r w:rsidRPr="009071AC">
        <w:t>en gardait pas moins son sourire obséquieux sur les lèvres</w:t>
      </w:r>
      <w:r w:rsidR="00F635DB">
        <w:t xml:space="preserve">, </w:t>
      </w:r>
      <w:r w:rsidRPr="009071AC">
        <w:t>bien capable</w:t>
      </w:r>
      <w:r w:rsidR="00F635DB">
        <w:t xml:space="preserve">, </w:t>
      </w:r>
      <w:r w:rsidRPr="009071AC">
        <w:t>par exemple</w:t>
      </w:r>
      <w:r w:rsidR="00F635DB">
        <w:t xml:space="preserve">, </w:t>
      </w:r>
      <w:r w:rsidRPr="009071AC">
        <w:t>de porter tout cela sur sa note de frais à l</w:t>
      </w:r>
      <w:r w:rsidR="00F635DB">
        <w:t>’</w:t>
      </w:r>
      <w:r w:rsidRPr="009071AC">
        <w:t xml:space="preserve">article </w:t>
      </w:r>
      <w:r w:rsidR="00F635DB">
        <w:t>« </w:t>
      </w:r>
      <w:r w:rsidRPr="009071AC">
        <w:t>divers</w:t>
      </w:r>
      <w:r w:rsidR="00F635DB">
        <w:t> ».</w:t>
      </w:r>
    </w:p>
    <w:p w14:paraId="3C8DE5FB" w14:textId="7B3C55B3" w:rsidR="00F635DB" w:rsidRDefault="00855694" w:rsidP="00F635DB">
      <w:r w:rsidRPr="009071AC">
        <w:t xml:space="preserve">Mais précisément la constante soumission de </w:t>
      </w:r>
      <w:r w:rsidR="00F635DB">
        <w:t>M. </w:t>
      </w:r>
      <w:r w:rsidRPr="009071AC">
        <w:t>Fortunat faisait paraître son absence plus extraordinaire</w:t>
      </w:r>
      <w:r w:rsidR="00F635DB">
        <w:t xml:space="preserve">. </w:t>
      </w:r>
      <w:r w:rsidRPr="009071AC">
        <w:t xml:space="preserve">Un tel </w:t>
      </w:r>
      <w:r w:rsidRPr="009071AC">
        <w:lastRenderedPageBreak/>
        <w:t>oubli des plus vulgaires convenances ne se concevait pas de la part d</w:t>
      </w:r>
      <w:r w:rsidR="00F635DB">
        <w:t>’</w:t>
      </w:r>
      <w:r w:rsidRPr="009071AC">
        <w:t>un homme si poli</w:t>
      </w:r>
      <w:r w:rsidR="00F635DB">
        <w:t>.</w:t>
      </w:r>
    </w:p>
    <w:p w14:paraId="1EE089E3" w14:textId="77777777" w:rsidR="00F635DB" w:rsidRDefault="00855694" w:rsidP="00F635DB">
      <w:r w:rsidRPr="009071AC">
        <w:t xml:space="preserve">De sorte que peu à peu le marquis de </w:t>
      </w:r>
      <w:proofErr w:type="spellStart"/>
      <w:r w:rsidRPr="009071AC">
        <w:t>Valorsay</w:t>
      </w:r>
      <w:proofErr w:type="spellEnd"/>
      <w:r w:rsidRPr="009071AC">
        <w:t xml:space="preserve"> passait de la colère à l</w:t>
      </w:r>
      <w:r w:rsidR="00F635DB">
        <w:t>’</w:t>
      </w:r>
      <w:r w:rsidRPr="009071AC">
        <w:t>inquiétude</w:t>
      </w:r>
      <w:r w:rsidR="00F635DB">
        <w:t>.</w:t>
      </w:r>
    </w:p>
    <w:p w14:paraId="243161D2" w14:textId="77777777" w:rsidR="00F635DB" w:rsidRDefault="00F635DB" w:rsidP="00F635DB">
      <w:r>
        <w:t>— </w:t>
      </w:r>
      <w:r w:rsidR="00855694" w:rsidRPr="009071AC">
        <w:t>Serait-il survenu quelque chose</w:t>
      </w:r>
      <w:r>
        <w:t xml:space="preserve"> ?… </w:t>
      </w:r>
      <w:r w:rsidR="00855694" w:rsidRPr="009071AC">
        <w:t>pensait-il</w:t>
      </w:r>
      <w:r>
        <w:t>.</w:t>
      </w:r>
    </w:p>
    <w:p w14:paraId="49A8F9F7" w14:textId="77777777" w:rsidR="00F635DB" w:rsidRDefault="00855694" w:rsidP="00F635DB">
      <w:r w:rsidRPr="009071AC">
        <w:t>C</w:t>
      </w:r>
      <w:r w:rsidR="00F635DB">
        <w:t>’</w:t>
      </w:r>
      <w:r w:rsidRPr="009071AC">
        <w:t>est que les aiguilles de la pendule marchaient toujours</w:t>
      </w:r>
      <w:r w:rsidR="00F635DB">
        <w:t xml:space="preserve">… </w:t>
      </w:r>
      <w:r w:rsidRPr="009071AC">
        <w:t>minuit était sonné depuis un moment déjà</w:t>
      </w:r>
      <w:r w:rsidR="00F635DB">
        <w:t>.</w:t>
      </w:r>
    </w:p>
    <w:p w14:paraId="415D47E4" w14:textId="77777777" w:rsidR="00F635DB" w:rsidRDefault="00855694" w:rsidP="00F635DB">
      <w:r w:rsidRPr="009071AC">
        <w:t>Le marquis délibérait s</w:t>
      </w:r>
      <w:r w:rsidR="00F635DB">
        <w:t>’</w:t>
      </w:r>
      <w:r w:rsidRPr="009071AC">
        <w:t>il se retirerait ou non à la demie</w:t>
      </w:r>
      <w:r w:rsidR="00F635DB">
        <w:t xml:space="preserve">, </w:t>
      </w:r>
      <w:r w:rsidRPr="009071AC">
        <w:t>quand il entendit le grincement d</w:t>
      </w:r>
      <w:r w:rsidR="00F635DB">
        <w:t>’</w:t>
      </w:r>
      <w:r w:rsidRPr="009071AC">
        <w:t>une clef dans la serrure de la porte extérieure</w:t>
      </w:r>
      <w:r w:rsidR="00F635DB">
        <w:t xml:space="preserve">, </w:t>
      </w:r>
      <w:r w:rsidRPr="009071AC">
        <w:t>puis des pas rapides dans le corridor</w:t>
      </w:r>
      <w:r w:rsidR="00F635DB">
        <w:t>.</w:t>
      </w:r>
    </w:p>
    <w:p w14:paraId="1CBA38F8" w14:textId="77777777" w:rsidR="00F635DB" w:rsidRDefault="00F635DB" w:rsidP="00F635DB">
      <w:r>
        <w:t>— </w:t>
      </w:r>
      <w:r w:rsidR="00855694" w:rsidRPr="009071AC">
        <w:t>Enfin</w:t>
      </w:r>
      <w:r>
        <w:t xml:space="preserve"> !… </w:t>
      </w:r>
      <w:r w:rsidR="00855694" w:rsidRPr="009071AC">
        <w:t>le voici</w:t>
      </w:r>
      <w:r>
        <w:t xml:space="preserve"> ! </w:t>
      </w:r>
      <w:r w:rsidR="00855694" w:rsidRPr="009071AC">
        <w:t>murmura-t-il</w:t>
      </w:r>
      <w:r>
        <w:t xml:space="preserve">, </w:t>
      </w:r>
      <w:r w:rsidR="00855694" w:rsidRPr="009071AC">
        <w:t>avec un soupir de satisfaction</w:t>
      </w:r>
      <w:r>
        <w:t>.</w:t>
      </w:r>
    </w:p>
    <w:p w14:paraId="38E6024F" w14:textId="77777777" w:rsidR="00F635DB" w:rsidRDefault="00855694" w:rsidP="00F635DB">
      <w:r w:rsidRPr="009071AC">
        <w:t>Il s</w:t>
      </w:r>
      <w:r w:rsidR="00F635DB">
        <w:t>’</w:t>
      </w:r>
      <w:r w:rsidRPr="009071AC">
        <w:t>attendait à le voir paraître aussitôt</w:t>
      </w:r>
      <w:r w:rsidR="00F635DB">
        <w:t xml:space="preserve">, </w:t>
      </w:r>
      <w:r w:rsidRPr="009071AC">
        <w:t>mais point</w:t>
      </w:r>
      <w:r w:rsidR="00F635DB">
        <w:t>.</w:t>
      </w:r>
    </w:p>
    <w:p w14:paraId="170604E9" w14:textId="17C0270C" w:rsidR="00F635DB" w:rsidRDefault="00855694" w:rsidP="00F635DB">
      <w:r w:rsidRPr="009071AC">
        <w:t>Peu soucieux de s</w:t>
      </w:r>
      <w:r w:rsidR="00F635DB">
        <w:t>’</w:t>
      </w:r>
      <w:r w:rsidRPr="009071AC">
        <w:t>exhiber sous le costume qu</w:t>
      </w:r>
      <w:r w:rsidR="00F635DB">
        <w:t>’</w:t>
      </w:r>
      <w:r w:rsidRPr="009071AC">
        <w:t>il avait endossé pour suivre Chupin</w:t>
      </w:r>
      <w:r w:rsidR="00F635DB">
        <w:t>, M. </w:t>
      </w:r>
      <w:r w:rsidRPr="009071AC">
        <w:t>Fortunat avait couru à sa chambre à coucher reprendre ses vêtements ordinaires</w:t>
      </w:r>
      <w:r w:rsidR="00F635DB">
        <w:t xml:space="preserve">. </w:t>
      </w:r>
      <w:r w:rsidRPr="009071AC">
        <w:t>Il avait besoin</w:t>
      </w:r>
      <w:r w:rsidR="00F635DB">
        <w:t xml:space="preserve">, </w:t>
      </w:r>
      <w:r w:rsidRPr="009071AC">
        <w:t>en outre</w:t>
      </w:r>
      <w:r w:rsidR="00F635DB">
        <w:t xml:space="preserve">, </w:t>
      </w:r>
      <w:r w:rsidRPr="009071AC">
        <w:t>de songer à la conduite à tenir et à ce qu</w:t>
      </w:r>
      <w:r w:rsidR="00F635DB">
        <w:t>’</w:t>
      </w:r>
      <w:r w:rsidRPr="009071AC">
        <w:t>il dirait</w:t>
      </w:r>
      <w:r w:rsidR="00F635DB">
        <w:t>.</w:t>
      </w:r>
    </w:p>
    <w:p w14:paraId="10C65B2C" w14:textId="60BAC14B" w:rsidR="00F635DB" w:rsidRDefault="00855694" w:rsidP="00F635DB">
      <w:r w:rsidRPr="009071AC">
        <w:t xml:space="preserve">Si </w:t>
      </w:r>
      <w:r w:rsidR="00F635DB">
        <w:t>M. de </w:t>
      </w:r>
      <w:proofErr w:type="spellStart"/>
      <w:r w:rsidRPr="009071AC">
        <w:t>Valorsay</w:t>
      </w:r>
      <w:proofErr w:type="spellEnd"/>
      <w:r w:rsidR="00F635DB">
        <w:t xml:space="preserve">, </w:t>
      </w:r>
      <w:r w:rsidRPr="009071AC">
        <w:t>comme c</w:t>
      </w:r>
      <w:r w:rsidR="00F635DB">
        <w:t>’</w:t>
      </w:r>
      <w:r w:rsidRPr="009071AC">
        <w:t>était probable</w:t>
      </w:r>
      <w:r w:rsidR="00F635DB">
        <w:t xml:space="preserve">, </w:t>
      </w:r>
      <w:r w:rsidRPr="009071AC">
        <w:t>ignorait l</w:t>
      </w:r>
      <w:r w:rsidR="00F635DB">
        <w:t>’</w:t>
      </w:r>
      <w:r w:rsidRPr="009071AC">
        <w:t xml:space="preserve">accident du comte de </w:t>
      </w:r>
      <w:proofErr w:type="spellStart"/>
      <w:r w:rsidRPr="009071AC">
        <w:t>Chalusse</w:t>
      </w:r>
      <w:proofErr w:type="spellEnd"/>
      <w:r w:rsidR="00F635DB">
        <w:t xml:space="preserve">, </w:t>
      </w:r>
      <w:r w:rsidRPr="009071AC">
        <w:t>fallait-il le lui apprendre</w:t>
      </w:r>
      <w:r w:rsidR="00F635DB">
        <w:t> ? M. </w:t>
      </w:r>
      <w:r w:rsidRPr="009071AC">
        <w:t>Fortunat se dit que non</w:t>
      </w:r>
      <w:r w:rsidR="00F635DB">
        <w:t xml:space="preserve">, </w:t>
      </w:r>
      <w:r w:rsidRPr="009071AC">
        <w:t>prévoyant avec raison que cela soulèverait une discussion capable d</w:t>
      </w:r>
      <w:r w:rsidR="00F635DB">
        <w:t>’</w:t>
      </w:r>
      <w:r w:rsidRPr="009071AC">
        <w:t>amener une rupture</w:t>
      </w:r>
      <w:r w:rsidR="00F635DB">
        <w:t xml:space="preserve">. </w:t>
      </w:r>
      <w:r w:rsidRPr="009071AC">
        <w:t>Or</w:t>
      </w:r>
      <w:r w:rsidR="00F635DB">
        <w:t xml:space="preserve">, </w:t>
      </w:r>
      <w:r w:rsidRPr="009071AC">
        <w:t>il ne voulait rompre qu</w:t>
      </w:r>
      <w:r w:rsidR="00F635DB">
        <w:t>’</w:t>
      </w:r>
      <w:r w:rsidRPr="009071AC">
        <w:t>à bon escient</w:t>
      </w:r>
      <w:r w:rsidR="00F635DB">
        <w:t xml:space="preserve">, </w:t>
      </w:r>
      <w:r w:rsidRPr="009071AC">
        <w:t>et seulement quand il serait bien sûr de la mort du comte</w:t>
      </w:r>
      <w:r w:rsidR="00F635DB">
        <w:t xml:space="preserve">. </w:t>
      </w:r>
      <w:r w:rsidRPr="009071AC">
        <w:t>De son côté</w:t>
      </w:r>
      <w:r w:rsidR="00F635DB">
        <w:t>, M. de </w:t>
      </w:r>
      <w:proofErr w:type="spellStart"/>
      <w:r w:rsidRPr="009071AC">
        <w:t>Valorsay</w:t>
      </w:r>
      <w:proofErr w:type="spellEnd"/>
      <w:r w:rsidRPr="009071AC">
        <w:t xml:space="preserve"> réfléchissait</w:t>
      </w:r>
      <w:r w:rsidR="00F635DB">
        <w:t xml:space="preserve"> – </w:t>
      </w:r>
      <w:r w:rsidRPr="009071AC">
        <w:t>un peu tard</w:t>
      </w:r>
      <w:r w:rsidR="00F635DB">
        <w:t xml:space="preserve"> – </w:t>
      </w:r>
      <w:r w:rsidRPr="009071AC">
        <w:t>qu</w:t>
      </w:r>
      <w:r w:rsidR="00F635DB">
        <w:t>’</w:t>
      </w:r>
      <w:r w:rsidRPr="009071AC">
        <w:t>il avait eu bien tort de patienter pendant trois mortelles heures</w:t>
      </w:r>
      <w:r w:rsidR="00F635DB">
        <w:t>.</w:t>
      </w:r>
    </w:p>
    <w:p w14:paraId="53C1496A" w14:textId="726457FB" w:rsidR="00F635DB" w:rsidRDefault="00855694" w:rsidP="00F635DB">
      <w:r w:rsidRPr="009071AC">
        <w:t>Était-ce digne de lui</w:t>
      </w:r>
      <w:r w:rsidR="00F635DB">
        <w:t xml:space="preserve"> ?… </w:t>
      </w:r>
      <w:r w:rsidRPr="009071AC">
        <w:t>Ne s</w:t>
      </w:r>
      <w:r w:rsidR="00F635DB">
        <w:t>’</w:t>
      </w:r>
      <w:r w:rsidRPr="009071AC">
        <w:t>était-il pas manqué gravement à lui-même</w:t>
      </w:r>
      <w:r w:rsidR="00F635DB">
        <w:t xml:space="preserve"> ?… </w:t>
      </w:r>
      <w:r w:rsidRPr="009071AC">
        <w:t>Puis encore</w:t>
      </w:r>
      <w:r w:rsidR="00F635DB">
        <w:t>, M. </w:t>
      </w:r>
      <w:r w:rsidRPr="009071AC">
        <w:t>Fortunat ne mesurerait-</w:t>
      </w:r>
      <w:r w:rsidRPr="009071AC">
        <w:lastRenderedPageBreak/>
        <w:t>il pas à cette circonstance qui était un aveu</w:t>
      </w:r>
      <w:r w:rsidR="00F635DB">
        <w:t xml:space="preserve">, </w:t>
      </w:r>
      <w:r w:rsidRPr="009071AC">
        <w:t>l</w:t>
      </w:r>
      <w:r w:rsidR="00F635DB">
        <w:t>’</w:t>
      </w:r>
      <w:r w:rsidRPr="009071AC">
        <w:t>importance de ses services et l</w:t>
      </w:r>
      <w:r w:rsidR="00F635DB">
        <w:t>’</w:t>
      </w:r>
      <w:r w:rsidRPr="009071AC">
        <w:t>urgence des besoins de son client</w:t>
      </w:r>
      <w:r w:rsidR="00F635DB">
        <w:t xml:space="preserve"> ?… </w:t>
      </w:r>
      <w:r w:rsidRPr="009071AC">
        <w:t>N</w:t>
      </w:r>
      <w:r w:rsidR="00F635DB">
        <w:t>’</w:t>
      </w:r>
      <w:r w:rsidRPr="009071AC">
        <w:t>en deviendrait-il pas plus exigeant et plus dur</w:t>
      </w:r>
      <w:r w:rsidR="00F635DB">
        <w:t> ?</w:t>
      </w:r>
    </w:p>
    <w:p w14:paraId="241CD063" w14:textId="77777777" w:rsidR="00F635DB" w:rsidRDefault="00855694" w:rsidP="00F635DB">
      <w:r w:rsidRPr="009071AC">
        <w:t>Très-certainement</w:t>
      </w:r>
      <w:r w:rsidR="00F635DB">
        <w:t xml:space="preserve">, </w:t>
      </w:r>
      <w:r w:rsidRPr="009071AC">
        <w:t>si le marquis eût pu s</w:t>
      </w:r>
      <w:r w:rsidR="00F635DB">
        <w:t>’</w:t>
      </w:r>
      <w:r w:rsidRPr="009071AC">
        <w:t>esquiver sans bruit</w:t>
      </w:r>
      <w:r w:rsidR="00F635DB">
        <w:t xml:space="preserve">, </w:t>
      </w:r>
      <w:r w:rsidRPr="009071AC">
        <w:t>il l</w:t>
      </w:r>
      <w:r w:rsidR="00F635DB">
        <w:t>’</w:t>
      </w:r>
      <w:r w:rsidRPr="009071AC">
        <w:t>eût fait</w:t>
      </w:r>
      <w:r w:rsidR="00F635DB">
        <w:t xml:space="preserve">. </w:t>
      </w:r>
      <w:r w:rsidRPr="009071AC">
        <w:t>Mais c</w:t>
      </w:r>
      <w:r w:rsidR="00F635DB">
        <w:t>’</w:t>
      </w:r>
      <w:r w:rsidRPr="009071AC">
        <w:t>était impossible</w:t>
      </w:r>
      <w:r w:rsidR="00F635DB">
        <w:t xml:space="preserve">. </w:t>
      </w:r>
      <w:r w:rsidRPr="009071AC">
        <w:t>Alors</w:t>
      </w:r>
      <w:r w:rsidR="00F635DB">
        <w:t xml:space="preserve">, </w:t>
      </w:r>
      <w:r w:rsidRPr="009071AC">
        <w:t>il eut recours à un stratagème qui lui parut sauver sa dignité compromise</w:t>
      </w:r>
      <w:r w:rsidR="00F635DB">
        <w:t>.</w:t>
      </w:r>
    </w:p>
    <w:p w14:paraId="5D2D787E" w14:textId="77777777" w:rsidR="00F635DB" w:rsidRDefault="00855694" w:rsidP="00F635DB">
      <w:r w:rsidRPr="009071AC">
        <w:t>Il se tassa dans son fauteuil</w:t>
      </w:r>
      <w:r w:rsidR="00F635DB">
        <w:t xml:space="preserve">, </w:t>
      </w:r>
      <w:r w:rsidRPr="009071AC">
        <w:t>ferma les yeux et parut dormir</w:t>
      </w:r>
      <w:r w:rsidR="00F635DB">
        <w:t>.</w:t>
      </w:r>
    </w:p>
    <w:p w14:paraId="71CEDC18" w14:textId="4983112B" w:rsidR="00F635DB" w:rsidRDefault="00855694" w:rsidP="00F635DB">
      <w:r w:rsidRPr="009071AC">
        <w:t xml:space="preserve">Et quand </w:t>
      </w:r>
      <w:r w:rsidR="00F635DB">
        <w:t>M. </w:t>
      </w:r>
      <w:r w:rsidRPr="009071AC">
        <w:t>Fortunat entra dans le salon</w:t>
      </w:r>
      <w:r w:rsidR="00F635DB">
        <w:t xml:space="preserve">, </w:t>
      </w:r>
      <w:r w:rsidRPr="009071AC">
        <w:t>il se dressa brusquement</w:t>
      </w:r>
      <w:r w:rsidR="00F635DB">
        <w:t xml:space="preserve">, </w:t>
      </w:r>
      <w:r w:rsidRPr="009071AC">
        <w:t>comme un homme réveillé en sursaut</w:t>
      </w:r>
      <w:r w:rsidR="00F635DB">
        <w:t xml:space="preserve">, </w:t>
      </w:r>
      <w:r w:rsidRPr="009071AC">
        <w:t>se frottant les yeux en disant</w:t>
      </w:r>
      <w:r w:rsidR="00F635DB">
        <w:t> :</w:t>
      </w:r>
    </w:p>
    <w:p w14:paraId="1CC3D8E6" w14:textId="77777777" w:rsidR="00F635DB" w:rsidRDefault="00F635DB" w:rsidP="00F635DB">
      <w:r>
        <w:t>— </w:t>
      </w:r>
      <w:r w:rsidR="00855694" w:rsidRPr="009071AC">
        <w:t>Hein</w:t>
      </w:r>
      <w:r>
        <w:t xml:space="preserve"> !… </w:t>
      </w:r>
      <w:r w:rsidR="00855694" w:rsidRPr="009071AC">
        <w:t>qu</w:t>
      </w:r>
      <w:r>
        <w:t>’</w:t>
      </w:r>
      <w:r w:rsidR="00855694" w:rsidRPr="009071AC">
        <w:t>est-ce que c</w:t>
      </w:r>
      <w:r>
        <w:t>’</w:t>
      </w:r>
      <w:r w:rsidR="00855694" w:rsidRPr="009071AC">
        <w:t>est</w:t>
      </w:r>
      <w:r>
        <w:t xml:space="preserve"> ?… </w:t>
      </w:r>
      <w:r w:rsidR="00855694" w:rsidRPr="009071AC">
        <w:t>Par ma foi</w:t>
      </w:r>
      <w:r>
        <w:t xml:space="preserve"> !… </w:t>
      </w:r>
      <w:r w:rsidR="00855694" w:rsidRPr="009071AC">
        <w:t>je m</w:t>
      </w:r>
      <w:r>
        <w:t>’</w:t>
      </w:r>
      <w:r w:rsidR="00855694" w:rsidRPr="009071AC">
        <w:t>étais bel et bien endormi</w:t>
      </w:r>
      <w:r>
        <w:t>.</w:t>
      </w:r>
    </w:p>
    <w:p w14:paraId="503F5689" w14:textId="77777777" w:rsidR="00F635DB" w:rsidRDefault="00855694" w:rsidP="00F635DB">
      <w:r w:rsidRPr="009071AC">
        <w:t>Mais l</w:t>
      </w:r>
      <w:r w:rsidR="00F635DB">
        <w:t>’</w:t>
      </w:r>
      <w:r w:rsidRPr="009071AC">
        <w:t>autre ne fut pas dupe</w:t>
      </w:r>
      <w:r w:rsidR="00F635DB">
        <w:t>.</w:t>
      </w:r>
    </w:p>
    <w:p w14:paraId="57BAE2AA" w14:textId="77777777" w:rsidR="00F635DB" w:rsidRDefault="00855694" w:rsidP="00F635DB">
      <w:r w:rsidRPr="009071AC">
        <w:t>Il avait fort bien remarqué à terre un journal qui</w:t>
      </w:r>
      <w:r w:rsidR="00F635DB">
        <w:t xml:space="preserve">, </w:t>
      </w:r>
      <w:r w:rsidRPr="009071AC">
        <w:t>tout froissé et tout déchiré</w:t>
      </w:r>
      <w:r w:rsidR="00F635DB">
        <w:t xml:space="preserve">, </w:t>
      </w:r>
      <w:r w:rsidRPr="009071AC">
        <w:t>trahissait la colère d</w:t>
      </w:r>
      <w:r w:rsidR="00F635DB">
        <w:t>’</w:t>
      </w:r>
      <w:r w:rsidRPr="009071AC">
        <w:t>une longue attente</w:t>
      </w:r>
      <w:r w:rsidR="00F635DB">
        <w:t>.</w:t>
      </w:r>
    </w:p>
    <w:p w14:paraId="2144F4C4" w14:textId="77777777" w:rsidR="00F635DB" w:rsidRDefault="00F635DB" w:rsidP="00F635DB">
      <w:r>
        <w:t>— </w:t>
      </w:r>
      <w:r w:rsidR="00855694" w:rsidRPr="009071AC">
        <w:t>Ah ça</w:t>
      </w:r>
      <w:r>
        <w:t xml:space="preserve"> ! </w:t>
      </w:r>
      <w:r w:rsidR="00855694" w:rsidRPr="009071AC">
        <w:t>continuait le marquis</w:t>
      </w:r>
      <w:r>
        <w:t xml:space="preserve">, </w:t>
      </w:r>
      <w:r w:rsidR="00855694" w:rsidRPr="009071AC">
        <w:t>quelle heure est-il</w:t>
      </w:r>
      <w:r>
        <w:t xml:space="preserve"> ?… </w:t>
      </w:r>
      <w:r w:rsidR="00855694" w:rsidRPr="009071AC">
        <w:t>Minuit et demi</w:t>
      </w:r>
      <w:r>
        <w:t xml:space="preserve"> !… </w:t>
      </w:r>
      <w:r w:rsidR="00855694" w:rsidRPr="009071AC">
        <w:t>Et c</w:t>
      </w:r>
      <w:r>
        <w:t>’</w:t>
      </w:r>
      <w:r w:rsidR="00855694" w:rsidRPr="009071AC">
        <w:t>est maintenant que vous arrivez à un rendez-vous assigné pour dix heures</w:t>
      </w:r>
      <w:r>
        <w:t xml:space="preserve"> !… </w:t>
      </w:r>
      <w:r w:rsidR="00855694" w:rsidRPr="009071AC">
        <w:t>Ceci passe la permission</w:t>
      </w:r>
      <w:r>
        <w:t xml:space="preserve">, </w:t>
      </w:r>
      <w:proofErr w:type="spellStart"/>
      <w:r w:rsidR="00855694" w:rsidRPr="009071AC">
        <w:t>mons</w:t>
      </w:r>
      <w:proofErr w:type="spellEnd"/>
      <w:r w:rsidR="00855694" w:rsidRPr="009071AC">
        <w:t xml:space="preserve"> Fortunat</w:t>
      </w:r>
      <w:r>
        <w:t xml:space="preserve">, </w:t>
      </w:r>
      <w:r w:rsidR="00855694" w:rsidRPr="009071AC">
        <w:t>et vous en prenez par trop à votre aise avec moi</w:t>
      </w:r>
      <w:r>
        <w:t xml:space="preserve"> ! </w:t>
      </w:r>
      <w:r w:rsidR="00855694" w:rsidRPr="009071AC">
        <w:t>Savez-vous que ma voiture est en bas</w:t>
      </w:r>
      <w:r>
        <w:t xml:space="preserve">, </w:t>
      </w:r>
      <w:r w:rsidR="00855694" w:rsidRPr="009071AC">
        <w:t>par le temps qu</w:t>
      </w:r>
      <w:r>
        <w:t>’</w:t>
      </w:r>
      <w:r w:rsidR="00855694" w:rsidRPr="009071AC">
        <w:t>il fait</w:t>
      </w:r>
      <w:r>
        <w:t xml:space="preserve">, </w:t>
      </w:r>
      <w:r w:rsidR="00855694" w:rsidRPr="009071AC">
        <w:t>depuis neuf heures et demie</w:t>
      </w:r>
      <w:r>
        <w:t xml:space="preserve">, </w:t>
      </w:r>
      <w:r w:rsidR="00855694" w:rsidRPr="009071AC">
        <w:t>et que mes chevaux en ont peut-être attrapé une fluxion de poitrine</w:t>
      </w:r>
      <w:r>
        <w:t xml:space="preserve"> !… </w:t>
      </w:r>
      <w:r w:rsidR="00855694" w:rsidRPr="009071AC">
        <w:t>Un attelage de six cents louis</w:t>
      </w:r>
      <w:r>
        <w:t> !…</w:t>
      </w:r>
    </w:p>
    <w:p w14:paraId="4BE45D10" w14:textId="7978AFDF" w:rsidR="00F635DB" w:rsidRDefault="00F635DB" w:rsidP="00F635DB">
      <w:r>
        <w:t>M. </w:t>
      </w:r>
      <w:r w:rsidR="00855694" w:rsidRPr="009071AC">
        <w:t>Fortunat tendait à cet orage un dos plein d</w:t>
      </w:r>
      <w:r>
        <w:t>’</w:t>
      </w:r>
      <w:r w:rsidR="00855694" w:rsidRPr="009071AC">
        <w:t>humilité</w:t>
      </w:r>
      <w:r>
        <w:t>.</w:t>
      </w:r>
    </w:p>
    <w:p w14:paraId="45E5B5FE" w14:textId="77777777" w:rsidR="00F635DB" w:rsidRDefault="00F635DB" w:rsidP="00F635DB">
      <w:r>
        <w:lastRenderedPageBreak/>
        <w:t>— </w:t>
      </w:r>
      <w:r w:rsidR="00855694" w:rsidRPr="009071AC">
        <w:t>Il faut m</w:t>
      </w:r>
      <w:r>
        <w:t>’</w:t>
      </w:r>
      <w:r w:rsidR="00855694" w:rsidRPr="009071AC">
        <w:t>excuser</w:t>
      </w:r>
      <w:r>
        <w:t xml:space="preserve">, </w:t>
      </w:r>
      <w:r w:rsidR="00855694" w:rsidRPr="009071AC">
        <w:t>monsieur le marquis</w:t>
      </w:r>
      <w:r>
        <w:t xml:space="preserve">, </w:t>
      </w:r>
      <w:r w:rsidR="00855694" w:rsidRPr="009071AC">
        <w:t>fit-il</w:t>
      </w:r>
      <w:r>
        <w:t xml:space="preserve">. </w:t>
      </w:r>
      <w:r w:rsidR="00855694" w:rsidRPr="009071AC">
        <w:t>Si je suis resté dehors si tard</w:t>
      </w:r>
      <w:r>
        <w:t xml:space="preserve">, </w:t>
      </w:r>
      <w:r w:rsidR="00855694" w:rsidRPr="009071AC">
        <w:t>contre mes habitudes</w:t>
      </w:r>
      <w:r>
        <w:t xml:space="preserve">, </w:t>
      </w:r>
      <w:r w:rsidR="00855694" w:rsidRPr="009071AC">
        <w:t>c</w:t>
      </w:r>
      <w:r>
        <w:t>’</w:t>
      </w:r>
      <w:r w:rsidR="00855694" w:rsidRPr="009071AC">
        <w:t>est uniquement pour vos affaires</w:t>
      </w:r>
      <w:r>
        <w:t>.</w:t>
      </w:r>
    </w:p>
    <w:p w14:paraId="108CEF16" w14:textId="77777777" w:rsidR="00F635DB" w:rsidRDefault="00F635DB" w:rsidP="00F635DB">
      <w:r>
        <w:t>— </w:t>
      </w:r>
      <w:r w:rsidR="00855694" w:rsidRPr="009071AC">
        <w:t>Pardieu</w:t>
      </w:r>
      <w:r>
        <w:t xml:space="preserve"> !… </w:t>
      </w:r>
      <w:r w:rsidR="00855694" w:rsidRPr="009071AC">
        <w:t>il ne manquerait plus que c</w:t>
      </w:r>
      <w:r>
        <w:t>’</w:t>
      </w:r>
      <w:r w:rsidR="00855694" w:rsidRPr="009071AC">
        <w:t>eût été pour les vôtres</w:t>
      </w:r>
      <w:r>
        <w:t> !</w:t>
      </w:r>
    </w:p>
    <w:p w14:paraId="2D8C8420" w14:textId="77777777" w:rsidR="00F635DB" w:rsidRDefault="00855694" w:rsidP="00F635DB">
      <w:r w:rsidRPr="009071AC">
        <w:t>Et satisfait de cette plaisanterie</w:t>
      </w:r>
      <w:r w:rsidR="00F635DB">
        <w:t xml:space="preserve">, </w:t>
      </w:r>
      <w:r w:rsidRPr="009071AC">
        <w:t>il ajouta</w:t>
      </w:r>
      <w:r w:rsidR="00F635DB">
        <w:t> :</w:t>
      </w:r>
    </w:p>
    <w:p w14:paraId="0C5175F5" w14:textId="77777777" w:rsidR="00F635DB" w:rsidRDefault="00F635DB" w:rsidP="00F635DB">
      <w:r>
        <w:t>— </w:t>
      </w:r>
      <w:r w:rsidR="00855694" w:rsidRPr="009071AC">
        <w:t>Eh bien</w:t>
      </w:r>
      <w:r>
        <w:t xml:space="preserve"> !… </w:t>
      </w:r>
      <w:r w:rsidR="00855694" w:rsidRPr="009071AC">
        <w:t>où en sommes-nous</w:t>
      </w:r>
      <w:r>
        <w:t> ?</w:t>
      </w:r>
    </w:p>
    <w:p w14:paraId="6C69B33E" w14:textId="77777777" w:rsidR="00F635DB" w:rsidRDefault="00F635DB" w:rsidP="00F635DB">
      <w:r>
        <w:t>— </w:t>
      </w:r>
      <w:r w:rsidR="00855694" w:rsidRPr="009071AC">
        <w:t>De mon côté tout marche à souhait</w:t>
      </w:r>
      <w:r>
        <w:t>.</w:t>
      </w:r>
    </w:p>
    <w:p w14:paraId="7518FD29" w14:textId="77777777" w:rsidR="00F635DB" w:rsidRDefault="00855694" w:rsidP="00F635DB">
      <w:r w:rsidRPr="009071AC">
        <w:t>Le marquis avait repris sa place au coin de la cheminée et tisonnait le feu d</w:t>
      </w:r>
      <w:r w:rsidR="00F635DB">
        <w:t>’</w:t>
      </w:r>
      <w:r w:rsidRPr="009071AC">
        <w:t>un air d</w:t>
      </w:r>
      <w:r w:rsidR="00F635DB">
        <w:t>’</w:t>
      </w:r>
      <w:r w:rsidRPr="009071AC">
        <w:t>insouciance très-noble à coup sûr</w:t>
      </w:r>
      <w:r w:rsidR="00F635DB">
        <w:t xml:space="preserve">, </w:t>
      </w:r>
      <w:r w:rsidRPr="009071AC">
        <w:t>mais assez mal joué</w:t>
      </w:r>
      <w:r w:rsidR="00F635DB">
        <w:t>.</w:t>
      </w:r>
    </w:p>
    <w:p w14:paraId="6C63E400" w14:textId="77777777" w:rsidR="00F635DB" w:rsidRDefault="00F635DB" w:rsidP="00F635DB">
      <w:r>
        <w:t>— </w:t>
      </w:r>
      <w:r w:rsidR="00855694" w:rsidRPr="009071AC">
        <w:t>Je vous écoute</w:t>
      </w:r>
      <w:r>
        <w:t xml:space="preserve">… </w:t>
      </w:r>
      <w:r w:rsidR="00855694" w:rsidRPr="009071AC">
        <w:t>dit-il simplement</w:t>
      </w:r>
      <w:r>
        <w:t>.</w:t>
      </w:r>
    </w:p>
    <w:p w14:paraId="4FCF6066" w14:textId="5DA004E1" w:rsidR="00F635DB" w:rsidRDefault="00F635DB" w:rsidP="00F635DB">
      <w:r>
        <w:t>— </w:t>
      </w:r>
      <w:r w:rsidR="00855694" w:rsidRPr="009071AC">
        <w:t>En ce cas</w:t>
      </w:r>
      <w:r>
        <w:t xml:space="preserve">, </w:t>
      </w:r>
      <w:r w:rsidR="00855694" w:rsidRPr="009071AC">
        <w:t>monsieur le marquis</w:t>
      </w:r>
      <w:r>
        <w:t xml:space="preserve">, </w:t>
      </w:r>
      <w:r w:rsidR="00855694" w:rsidRPr="009071AC">
        <w:t xml:space="preserve">répondit </w:t>
      </w:r>
      <w:r>
        <w:t>M. </w:t>
      </w:r>
      <w:r w:rsidR="00855694" w:rsidRPr="009071AC">
        <w:t>Fortunat</w:t>
      </w:r>
      <w:r>
        <w:t xml:space="preserve">, </w:t>
      </w:r>
      <w:r w:rsidR="00855694" w:rsidRPr="009071AC">
        <w:t>voici le fait en deux mots sans détails</w:t>
      </w:r>
      <w:r>
        <w:t xml:space="preserve">. </w:t>
      </w:r>
      <w:r w:rsidR="00855694" w:rsidRPr="009071AC">
        <w:t>Grâce à un expédient imaginé par moi</w:t>
      </w:r>
      <w:r>
        <w:t xml:space="preserve">, </w:t>
      </w:r>
      <w:r w:rsidR="00855694" w:rsidRPr="009071AC">
        <w:t xml:space="preserve">nous obtiendrons pour vingt-quatre heures la </w:t>
      </w:r>
      <w:proofErr w:type="spellStart"/>
      <w:r w:rsidR="00855694" w:rsidRPr="009071AC">
        <w:t>main-levée</w:t>
      </w:r>
      <w:proofErr w:type="spellEnd"/>
      <w:r w:rsidR="00855694" w:rsidRPr="009071AC">
        <w:t xml:space="preserve"> de toutes les inscriptions qui grèvent vos biens</w:t>
      </w:r>
      <w:r>
        <w:t xml:space="preserve">… </w:t>
      </w:r>
      <w:r w:rsidR="00855694" w:rsidRPr="009071AC">
        <w:t>Nous prendrons adroitement nos mesures</w:t>
      </w:r>
      <w:r>
        <w:t xml:space="preserve">, </w:t>
      </w:r>
      <w:r w:rsidR="00855694" w:rsidRPr="009071AC">
        <w:t>et ce jour-là même</w:t>
      </w:r>
      <w:r>
        <w:t xml:space="preserve">, </w:t>
      </w:r>
      <w:r w:rsidR="00855694" w:rsidRPr="009071AC">
        <w:t>nous demanderons un état au conservateur</w:t>
      </w:r>
      <w:r>
        <w:t xml:space="preserve">… </w:t>
      </w:r>
      <w:r w:rsidR="00855694" w:rsidRPr="009071AC">
        <w:t>Cet état</w:t>
      </w:r>
      <w:r>
        <w:t xml:space="preserve">, </w:t>
      </w:r>
      <w:r w:rsidR="00855694" w:rsidRPr="009071AC">
        <w:t>naturellement</w:t>
      </w:r>
      <w:r>
        <w:t xml:space="preserve">, </w:t>
      </w:r>
      <w:r w:rsidR="00855694" w:rsidRPr="009071AC">
        <w:t>certifiera que vos propriétés sont libres d</w:t>
      </w:r>
      <w:r>
        <w:t>’</w:t>
      </w:r>
      <w:r w:rsidR="00855694" w:rsidRPr="009071AC">
        <w:t>hypothèques</w:t>
      </w:r>
      <w:r>
        <w:t xml:space="preserve">, </w:t>
      </w:r>
      <w:r w:rsidR="00855694" w:rsidRPr="009071AC">
        <w:t xml:space="preserve">vous le montrerez à </w:t>
      </w:r>
      <w:r>
        <w:t>M. de </w:t>
      </w:r>
      <w:proofErr w:type="spellStart"/>
      <w:r w:rsidR="00855694" w:rsidRPr="009071AC">
        <w:t>Chalusse</w:t>
      </w:r>
      <w:proofErr w:type="spellEnd"/>
      <w:r w:rsidR="00855694" w:rsidRPr="009071AC">
        <w:t xml:space="preserve"> et tous ses doutes</w:t>
      </w:r>
      <w:r>
        <w:t xml:space="preserve">, </w:t>
      </w:r>
      <w:r w:rsidR="00855694" w:rsidRPr="009071AC">
        <w:t>s</w:t>
      </w:r>
      <w:r>
        <w:t>’</w:t>
      </w:r>
      <w:r w:rsidR="00855694" w:rsidRPr="009071AC">
        <w:t>il en a</w:t>
      </w:r>
      <w:r>
        <w:t xml:space="preserve">, </w:t>
      </w:r>
      <w:r w:rsidR="00855694" w:rsidRPr="009071AC">
        <w:t>seront levés</w:t>
      </w:r>
      <w:r>
        <w:t xml:space="preserve">… </w:t>
      </w:r>
      <w:r w:rsidR="00855694" w:rsidRPr="009071AC">
        <w:t>L</w:t>
      </w:r>
      <w:r>
        <w:t>’</w:t>
      </w:r>
      <w:r w:rsidR="00855694" w:rsidRPr="009071AC">
        <w:t>expédient</w:t>
      </w:r>
      <w:r>
        <w:t xml:space="preserve">, </w:t>
      </w:r>
      <w:r w:rsidR="00855694" w:rsidRPr="009071AC">
        <w:t>du reste</w:t>
      </w:r>
      <w:r>
        <w:t xml:space="preserve">, </w:t>
      </w:r>
      <w:r w:rsidR="00855694" w:rsidRPr="009071AC">
        <w:t>est simple</w:t>
      </w:r>
      <w:r>
        <w:t xml:space="preserve"> ; </w:t>
      </w:r>
      <w:r w:rsidR="00855694" w:rsidRPr="009071AC">
        <w:t>le difficile était de trouver les fonds</w:t>
      </w:r>
      <w:r>
        <w:t xml:space="preserve">, </w:t>
      </w:r>
      <w:r w:rsidR="00855694" w:rsidRPr="009071AC">
        <w:t>mais je les aurai chez un coulissier de mes amis</w:t>
      </w:r>
      <w:r>
        <w:t xml:space="preserve">. </w:t>
      </w:r>
      <w:r w:rsidR="00855694" w:rsidRPr="009071AC">
        <w:t>Tous vos créanciers</w:t>
      </w:r>
      <w:r>
        <w:t xml:space="preserve">, </w:t>
      </w:r>
      <w:r w:rsidR="00855694" w:rsidRPr="009071AC">
        <w:t>sauf deux</w:t>
      </w:r>
      <w:r>
        <w:t xml:space="preserve">, </w:t>
      </w:r>
      <w:r w:rsidR="00855694" w:rsidRPr="009071AC">
        <w:t>se prêtent admirablement à cette petite manœuvre</w:t>
      </w:r>
      <w:r>
        <w:t xml:space="preserve">, </w:t>
      </w:r>
      <w:r w:rsidR="00855694" w:rsidRPr="009071AC">
        <w:t>j</w:t>
      </w:r>
      <w:r>
        <w:t>’</w:t>
      </w:r>
      <w:r w:rsidR="00855694" w:rsidRPr="009071AC">
        <w:t>ai leur consentement</w:t>
      </w:r>
      <w:r>
        <w:t xml:space="preserve">. </w:t>
      </w:r>
      <w:r w:rsidR="00855694" w:rsidRPr="009071AC">
        <w:t>Par exemple</w:t>
      </w:r>
      <w:r>
        <w:t xml:space="preserve">, </w:t>
      </w:r>
      <w:r w:rsidR="00855694" w:rsidRPr="009071AC">
        <w:t>ce sera cher</w:t>
      </w:r>
      <w:r>
        <w:t xml:space="preserve"> : </w:t>
      </w:r>
      <w:r w:rsidR="00855694" w:rsidRPr="009071AC">
        <w:t>il vous en coûtera vingt-six mille francs environ de commission et de frais</w:t>
      </w:r>
      <w:r>
        <w:t>.</w:t>
      </w:r>
    </w:p>
    <w:p w14:paraId="034012B9" w14:textId="090AAF55" w:rsidR="00F635DB" w:rsidRDefault="00F635DB" w:rsidP="00F635DB">
      <w:r>
        <w:t>M. de </w:t>
      </w:r>
      <w:proofErr w:type="spellStart"/>
      <w:r w:rsidR="00855694" w:rsidRPr="009071AC">
        <w:t>Valorsay</w:t>
      </w:r>
      <w:proofErr w:type="spellEnd"/>
      <w:r w:rsidR="00855694" w:rsidRPr="009071AC">
        <w:t xml:space="preserve"> eut un mouvement de joie si vif</w:t>
      </w:r>
      <w:r>
        <w:t xml:space="preserve">, </w:t>
      </w:r>
      <w:r w:rsidR="00855694" w:rsidRPr="009071AC">
        <w:t>qu</w:t>
      </w:r>
      <w:r>
        <w:t>’</w:t>
      </w:r>
      <w:r w:rsidR="00855694" w:rsidRPr="009071AC">
        <w:t>il ne put s</w:t>
      </w:r>
      <w:r>
        <w:t>’</w:t>
      </w:r>
      <w:r w:rsidR="00855694" w:rsidRPr="009071AC">
        <w:t>empêcher de battre des mains</w:t>
      </w:r>
      <w:r>
        <w:t>.</w:t>
      </w:r>
    </w:p>
    <w:p w14:paraId="42483FCF" w14:textId="21664803" w:rsidR="00F635DB" w:rsidRDefault="00F635DB" w:rsidP="00F635DB">
      <w:r>
        <w:lastRenderedPageBreak/>
        <w:t>— </w:t>
      </w:r>
      <w:r w:rsidR="00855694" w:rsidRPr="009071AC">
        <w:t>Alors</w:t>
      </w:r>
      <w:r>
        <w:t xml:space="preserve">, </w:t>
      </w:r>
      <w:r w:rsidR="00855694" w:rsidRPr="009071AC">
        <w:t>l</w:t>
      </w:r>
      <w:r>
        <w:t>’</w:t>
      </w:r>
      <w:r w:rsidR="00855694" w:rsidRPr="009071AC">
        <w:t>affaire est dans le sac</w:t>
      </w:r>
      <w:r>
        <w:t xml:space="preserve"> !… </w:t>
      </w:r>
      <w:r w:rsidR="00855694" w:rsidRPr="009071AC">
        <w:t>s</w:t>
      </w:r>
      <w:r>
        <w:t>’</w:t>
      </w:r>
      <w:r w:rsidR="00855694" w:rsidRPr="009071AC">
        <w:t>écria-t-il</w:t>
      </w:r>
      <w:r>
        <w:t xml:space="preserve">. </w:t>
      </w:r>
      <w:r w:rsidR="00855694" w:rsidRPr="009071AC">
        <w:t xml:space="preserve">Avant un mois </w:t>
      </w:r>
      <w:r>
        <w:t>M</w:t>
      </w:r>
      <w:r w:rsidRPr="00F635DB">
        <w:rPr>
          <w:vertAlign w:val="superscript"/>
        </w:rPr>
        <w:t>lle</w:t>
      </w:r>
      <w:r>
        <w:t> </w:t>
      </w:r>
      <w:r w:rsidR="00855694" w:rsidRPr="009071AC">
        <w:t xml:space="preserve">Marguerite sera marquise de </w:t>
      </w:r>
      <w:proofErr w:type="spellStart"/>
      <w:r w:rsidR="00855694" w:rsidRPr="009071AC">
        <w:t>Valorsay</w:t>
      </w:r>
      <w:proofErr w:type="spellEnd"/>
      <w:r w:rsidR="00855694" w:rsidRPr="009071AC">
        <w:t xml:space="preserve"> et j</w:t>
      </w:r>
      <w:r>
        <w:t>’</w:t>
      </w:r>
      <w:r w:rsidR="00855694" w:rsidRPr="009071AC">
        <w:t>aurai de nouveau cent mille livres de rentes</w:t>
      </w:r>
      <w:r>
        <w:t>…</w:t>
      </w:r>
    </w:p>
    <w:p w14:paraId="5DDF1C1E" w14:textId="0255BA26" w:rsidR="00F635DB" w:rsidRDefault="00855694" w:rsidP="00F635DB">
      <w:r w:rsidRPr="009071AC">
        <w:t>Puis</w:t>
      </w:r>
      <w:r w:rsidR="00F635DB">
        <w:t xml:space="preserve">, </w:t>
      </w:r>
      <w:r w:rsidRPr="009071AC">
        <w:t xml:space="preserve">ayant surpris le geste de </w:t>
      </w:r>
      <w:r w:rsidR="00F635DB">
        <w:t>M. </w:t>
      </w:r>
      <w:r w:rsidRPr="009071AC">
        <w:t>Fortunat qui n</w:t>
      </w:r>
      <w:r w:rsidR="00F635DB">
        <w:t>’</w:t>
      </w:r>
      <w:r w:rsidRPr="009071AC">
        <w:t>avait pu se retenir de hocher gravement la tête</w:t>
      </w:r>
      <w:r w:rsidR="00F635DB">
        <w:t> :</w:t>
      </w:r>
    </w:p>
    <w:p w14:paraId="531A1B6F" w14:textId="77777777" w:rsidR="00F635DB" w:rsidRDefault="00F635DB" w:rsidP="00F635DB">
      <w:r>
        <w:t>— </w:t>
      </w:r>
      <w:r w:rsidR="00855694" w:rsidRPr="009071AC">
        <w:t>Ah</w:t>
      </w:r>
      <w:r>
        <w:t xml:space="preserve"> ! </w:t>
      </w:r>
      <w:r w:rsidR="00855694" w:rsidRPr="009071AC">
        <w:t>vous doutez</w:t>
      </w:r>
      <w:r>
        <w:t xml:space="preserve"> !… </w:t>
      </w:r>
      <w:r w:rsidR="00855694" w:rsidRPr="009071AC">
        <w:t>reprit-il</w:t>
      </w:r>
      <w:r>
        <w:t xml:space="preserve">. </w:t>
      </w:r>
      <w:r w:rsidR="00855694" w:rsidRPr="009071AC">
        <w:t>Eh bien</w:t>
      </w:r>
      <w:r>
        <w:t xml:space="preserve"> ! </w:t>
      </w:r>
      <w:r w:rsidR="00855694" w:rsidRPr="009071AC">
        <w:t>à votre tour écoutez-moi</w:t>
      </w:r>
      <w:r>
        <w:t xml:space="preserve">. </w:t>
      </w:r>
      <w:r w:rsidR="00855694" w:rsidRPr="009071AC">
        <w:t>Hier</w:t>
      </w:r>
      <w:r>
        <w:t xml:space="preserve">, </w:t>
      </w:r>
      <w:r w:rsidR="00855694" w:rsidRPr="009071AC">
        <w:t>j</w:t>
      </w:r>
      <w:r>
        <w:t>’</w:t>
      </w:r>
      <w:r w:rsidR="00855694" w:rsidRPr="009071AC">
        <w:t xml:space="preserve">ai eu une conférence de deux heures avec le comte de </w:t>
      </w:r>
      <w:proofErr w:type="spellStart"/>
      <w:r w:rsidR="00855694" w:rsidRPr="009071AC">
        <w:t>Chalusse</w:t>
      </w:r>
      <w:proofErr w:type="spellEnd"/>
      <w:r>
        <w:t xml:space="preserve">, </w:t>
      </w:r>
      <w:r w:rsidR="00855694" w:rsidRPr="009071AC">
        <w:t>et tout a été convenu et arrêté</w:t>
      </w:r>
      <w:r>
        <w:t>…</w:t>
      </w:r>
    </w:p>
    <w:p w14:paraId="02E0F66E" w14:textId="77777777" w:rsidR="00F635DB" w:rsidRDefault="00855694" w:rsidP="00F635DB">
      <w:r w:rsidRPr="009071AC">
        <w:t>Nous avons échangé notre parole</w:t>
      </w:r>
      <w:r w:rsidR="00F635DB">
        <w:t xml:space="preserve">, </w:t>
      </w:r>
      <w:r w:rsidRPr="009071AC">
        <w:t>maître Vingt-pour-Cent</w:t>
      </w:r>
      <w:r w:rsidR="00F635DB">
        <w:t>.</w:t>
      </w:r>
    </w:p>
    <w:p w14:paraId="2AFF5E3A" w14:textId="53EFFA24" w:rsidR="00F635DB" w:rsidRDefault="00855694" w:rsidP="00F635DB">
      <w:r w:rsidRPr="009071AC">
        <w:t>Le comte fait royalement les choses</w:t>
      </w:r>
      <w:r w:rsidR="00F635DB">
        <w:t xml:space="preserve">, </w:t>
      </w:r>
      <w:r w:rsidRPr="009071AC">
        <w:t xml:space="preserve">il donne à </w:t>
      </w:r>
      <w:r w:rsidR="00F635DB">
        <w:t>M</w:t>
      </w:r>
      <w:r w:rsidR="00F635DB" w:rsidRPr="00F635DB">
        <w:rPr>
          <w:vertAlign w:val="superscript"/>
        </w:rPr>
        <w:t>lle</w:t>
      </w:r>
      <w:r w:rsidR="00F635DB">
        <w:t> </w:t>
      </w:r>
      <w:r w:rsidRPr="009071AC">
        <w:t>Marguerite deux millions</w:t>
      </w:r>
      <w:r w:rsidR="00F635DB">
        <w:t>.</w:t>
      </w:r>
    </w:p>
    <w:p w14:paraId="0F294A15" w14:textId="77777777" w:rsidR="00F635DB" w:rsidRDefault="00F635DB" w:rsidP="00F635DB">
      <w:r>
        <w:t>— </w:t>
      </w:r>
      <w:r w:rsidR="00855694" w:rsidRPr="009071AC">
        <w:t>Deux millions</w:t>
      </w:r>
      <w:r>
        <w:t xml:space="preserve"> ! </w:t>
      </w:r>
      <w:r w:rsidR="00855694" w:rsidRPr="009071AC">
        <w:t>fit l</w:t>
      </w:r>
      <w:r>
        <w:t>’</w:t>
      </w:r>
      <w:r w:rsidR="00855694" w:rsidRPr="009071AC">
        <w:t>autre comme un écho</w:t>
      </w:r>
      <w:r>
        <w:t>.</w:t>
      </w:r>
    </w:p>
    <w:p w14:paraId="6284A302" w14:textId="77777777" w:rsidR="00F635DB" w:rsidRDefault="00F635DB" w:rsidP="00F635DB">
      <w:r>
        <w:t>— </w:t>
      </w:r>
      <w:r w:rsidR="00855694" w:rsidRPr="009071AC">
        <w:t>Oui</w:t>
      </w:r>
      <w:r>
        <w:t xml:space="preserve">, </w:t>
      </w:r>
      <w:r w:rsidR="00855694" w:rsidRPr="009071AC">
        <w:t>cher Arabe</w:t>
      </w:r>
      <w:r>
        <w:t xml:space="preserve">, </w:t>
      </w:r>
      <w:r w:rsidR="00855694" w:rsidRPr="009071AC">
        <w:t>ni plus ni moins</w:t>
      </w:r>
      <w:r>
        <w:t xml:space="preserve">… </w:t>
      </w:r>
      <w:r w:rsidR="00855694" w:rsidRPr="009071AC">
        <w:t>Seulement</w:t>
      </w:r>
      <w:r>
        <w:t xml:space="preserve">, </w:t>
      </w:r>
      <w:r w:rsidR="00855694" w:rsidRPr="009071AC">
        <w:t>pour des raisons particulières et qu</w:t>
      </w:r>
      <w:r>
        <w:t>’</w:t>
      </w:r>
      <w:r w:rsidR="00855694" w:rsidRPr="009071AC">
        <w:t>il ne m</w:t>
      </w:r>
      <w:r>
        <w:t>’</w:t>
      </w:r>
      <w:r w:rsidR="00855694" w:rsidRPr="009071AC">
        <w:t>a pas dites</w:t>
      </w:r>
      <w:r>
        <w:t xml:space="preserve">, </w:t>
      </w:r>
      <w:r w:rsidR="00855694" w:rsidRPr="009071AC">
        <w:t>le comte tient à ce qu</w:t>
      </w:r>
      <w:r>
        <w:t>’</w:t>
      </w:r>
      <w:r w:rsidR="00855694" w:rsidRPr="009071AC">
        <w:t>il ne soit porté que deux cent mille francs au contrat</w:t>
      </w:r>
      <w:r>
        <w:t xml:space="preserve">. </w:t>
      </w:r>
      <w:r w:rsidR="00855694" w:rsidRPr="009071AC">
        <w:t>Le reste</w:t>
      </w:r>
      <w:r>
        <w:t xml:space="preserve"> – </w:t>
      </w:r>
      <w:r w:rsidR="00855694" w:rsidRPr="009071AC">
        <w:t>dix-huit cent mille livres</w:t>
      </w:r>
      <w:r>
        <w:t xml:space="preserve">, </w:t>
      </w:r>
      <w:r w:rsidR="00855694" w:rsidRPr="009071AC">
        <w:t>s</w:t>
      </w:r>
      <w:r>
        <w:t>’</w:t>
      </w:r>
      <w:r w:rsidR="00855694" w:rsidRPr="009071AC">
        <w:t>il vous plaît</w:t>
      </w:r>
      <w:r>
        <w:t xml:space="preserve"> – </w:t>
      </w:r>
      <w:r w:rsidR="00855694" w:rsidRPr="009071AC">
        <w:t>me sera remis de la main à la main</w:t>
      </w:r>
      <w:r>
        <w:t xml:space="preserve">, </w:t>
      </w:r>
      <w:r w:rsidR="00855694" w:rsidRPr="009071AC">
        <w:t>sans reçu</w:t>
      </w:r>
      <w:r>
        <w:t xml:space="preserve">, </w:t>
      </w:r>
      <w:r w:rsidR="00855694" w:rsidRPr="009071AC">
        <w:t>avant la mairie</w:t>
      </w:r>
      <w:r>
        <w:t xml:space="preserve">. </w:t>
      </w:r>
      <w:r w:rsidR="00855694" w:rsidRPr="009071AC">
        <w:t>Ma parole d</w:t>
      </w:r>
      <w:r>
        <w:t>’</w:t>
      </w:r>
      <w:r w:rsidR="00855694" w:rsidRPr="009071AC">
        <w:t>honneur</w:t>
      </w:r>
      <w:r>
        <w:t xml:space="preserve">, </w:t>
      </w:r>
      <w:r w:rsidR="00855694" w:rsidRPr="009071AC">
        <w:t>je trouve cela charmant</w:t>
      </w:r>
      <w:r>
        <w:t xml:space="preserve">… </w:t>
      </w:r>
      <w:r w:rsidR="00855694" w:rsidRPr="009071AC">
        <w:t>et vous</w:t>
      </w:r>
      <w:r>
        <w:t> ?</w:t>
      </w:r>
    </w:p>
    <w:p w14:paraId="4B46B8F4" w14:textId="4A5D2B66" w:rsidR="00F635DB" w:rsidRDefault="00F635DB" w:rsidP="00F635DB">
      <w:r>
        <w:t>M. </w:t>
      </w:r>
      <w:r w:rsidR="00855694" w:rsidRPr="009071AC">
        <w:t>Fortunat ne répondit pas</w:t>
      </w:r>
      <w:r>
        <w:t xml:space="preserve">. </w:t>
      </w:r>
      <w:r w:rsidR="00855694" w:rsidRPr="009071AC">
        <w:t xml:space="preserve">La gaieté expansive de </w:t>
      </w:r>
      <w:r>
        <w:t>M. de </w:t>
      </w:r>
      <w:proofErr w:type="spellStart"/>
      <w:r w:rsidR="00855694" w:rsidRPr="009071AC">
        <w:t>Valorsay</w:t>
      </w:r>
      <w:proofErr w:type="spellEnd"/>
      <w:r>
        <w:t xml:space="preserve">, </w:t>
      </w:r>
      <w:r w:rsidR="00855694" w:rsidRPr="009071AC">
        <w:t>loin de le dérider</w:t>
      </w:r>
      <w:r>
        <w:t xml:space="preserve">, </w:t>
      </w:r>
      <w:r w:rsidR="00855694" w:rsidRPr="009071AC">
        <w:t>l</w:t>
      </w:r>
      <w:r>
        <w:t>’</w:t>
      </w:r>
      <w:r w:rsidR="00855694" w:rsidRPr="009071AC">
        <w:t>attristait</w:t>
      </w:r>
      <w:r>
        <w:t>.</w:t>
      </w:r>
    </w:p>
    <w:p w14:paraId="6927A61F" w14:textId="6D197125" w:rsidR="00F635DB" w:rsidRDefault="00F635DB" w:rsidP="00F635DB">
      <w:r>
        <w:t>— </w:t>
      </w:r>
      <w:r w:rsidR="00855694" w:rsidRPr="009071AC">
        <w:t>Toi</w:t>
      </w:r>
      <w:r>
        <w:t xml:space="preserve">, </w:t>
      </w:r>
      <w:r w:rsidR="00855694" w:rsidRPr="009071AC">
        <w:t>pensait-il</w:t>
      </w:r>
      <w:r>
        <w:t xml:space="preserve">, </w:t>
      </w:r>
      <w:r w:rsidR="00855694" w:rsidRPr="009071AC">
        <w:t>tu chanterais moins haut</w:t>
      </w:r>
      <w:r>
        <w:t xml:space="preserve">, </w:t>
      </w:r>
      <w:r w:rsidR="00855694" w:rsidRPr="009071AC">
        <w:t>si tu savais qu</w:t>
      </w:r>
      <w:r>
        <w:t>’</w:t>
      </w:r>
      <w:r w:rsidR="00855694" w:rsidRPr="009071AC">
        <w:t>à l</w:t>
      </w:r>
      <w:r>
        <w:t>’</w:t>
      </w:r>
      <w:r w:rsidR="00855694" w:rsidRPr="009071AC">
        <w:t>heure qu</w:t>
      </w:r>
      <w:r>
        <w:t>’</w:t>
      </w:r>
      <w:r w:rsidR="00855694" w:rsidRPr="009071AC">
        <w:t>il est le comte a peut-être rendu l</w:t>
      </w:r>
      <w:r>
        <w:t>’</w:t>
      </w:r>
      <w:r w:rsidR="00855694" w:rsidRPr="009071AC">
        <w:t xml:space="preserve">âme et que très-probablement </w:t>
      </w:r>
      <w:r>
        <w:t>M</w:t>
      </w:r>
      <w:r w:rsidRPr="00F635DB">
        <w:rPr>
          <w:vertAlign w:val="superscript"/>
        </w:rPr>
        <w:t>lle</w:t>
      </w:r>
      <w:r>
        <w:t> </w:t>
      </w:r>
      <w:r w:rsidR="00855694" w:rsidRPr="009071AC">
        <w:t>Marguerite n</w:t>
      </w:r>
      <w:r>
        <w:t>’</w:t>
      </w:r>
      <w:r w:rsidR="00855694" w:rsidRPr="009071AC">
        <w:t>a plus que ses beaux yeux pour pleurer ses millions</w:t>
      </w:r>
      <w:r>
        <w:t>…</w:t>
      </w:r>
    </w:p>
    <w:p w14:paraId="3D5BFD6C" w14:textId="60A69C37" w:rsidR="00F635DB" w:rsidRDefault="00855694" w:rsidP="00F635DB">
      <w:r w:rsidRPr="009071AC">
        <w:t>Mais le brillant gentilhomme ne soupçonnait pas cela</w:t>
      </w:r>
      <w:r w:rsidR="00F635DB">
        <w:t xml:space="preserve">, </w:t>
      </w:r>
      <w:r w:rsidRPr="009071AC">
        <w:t>car il continuait</w:t>
      </w:r>
      <w:r w:rsidR="00F635DB">
        <w:t xml:space="preserve">, </w:t>
      </w:r>
      <w:r w:rsidRPr="009071AC">
        <w:t>répondant plutôt aux objections de son esprit qu</w:t>
      </w:r>
      <w:r w:rsidR="00F635DB">
        <w:t>’</w:t>
      </w:r>
      <w:r w:rsidRPr="009071AC">
        <w:t xml:space="preserve">à </w:t>
      </w:r>
      <w:r w:rsidR="00F635DB">
        <w:t>M. </w:t>
      </w:r>
      <w:r w:rsidRPr="009071AC">
        <w:t>Fortunat</w:t>
      </w:r>
      <w:r w:rsidR="00F635DB">
        <w:t> :</w:t>
      </w:r>
    </w:p>
    <w:p w14:paraId="1D425C98" w14:textId="77777777" w:rsidR="00F635DB" w:rsidRDefault="00F635DB" w:rsidP="00F635DB">
      <w:r>
        <w:lastRenderedPageBreak/>
        <w:t>— </w:t>
      </w:r>
      <w:r w:rsidR="00855694" w:rsidRPr="009071AC">
        <w:t>Vous me direz peut-être qu</w:t>
      </w:r>
      <w:r>
        <w:t>’</w:t>
      </w:r>
      <w:r w:rsidR="00855694" w:rsidRPr="009071AC">
        <w:t>il est singulier que moi</w:t>
      </w:r>
      <w:r>
        <w:t xml:space="preserve">, </w:t>
      </w:r>
      <w:r w:rsidR="00855694" w:rsidRPr="009071AC">
        <w:t xml:space="preserve">Ange-Marie-Robert </w:t>
      </w:r>
      <w:proofErr w:type="spellStart"/>
      <w:r w:rsidR="00855694" w:rsidRPr="009071AC">
        <w:t>Dalbon</w:t>
      </w:r>
      <w:proofErr w:type="spellEnd"/>
      <w:r>
        <w:t xml:space="preserve">, </w:t>
      </w:r>
      <w:r w:rsidR="00855694" w:rsidRPr="009071AC">
        <w:t xml:space="preserve">marquis de </w:t>
      </w:r>
      <w:proofErr w:type="spellStart"/>
      <w:r w:rsidR="00855694" w:rsidRPr="009071AC">
        <w:t>Valorsay</w:t>
      </w:r>
      <w:proofErr w:type="spellEnd"/>
      <w:r>
        <w:t xml:space="preserve">, </w:t>
      </w:r>
      <w:r w:rsidR="00855694" w:rsidRPr="009071AC">
        <w:t>j</w:t>
      </w:r>
      <w:r>
        <w:t>’</w:t>
      </w:r>
      <w:r w:rsidR="00855694" w:rsidRPr="009071AC">
        <w:t>épouse une fille qui ne connaît ni père ni mère et qui s</w:t>
      </w:r>
      <w:r>
        <w:t>’</w:t>
      </w:r>
      <w:r w:rsidR="00855694" w:rsidRPr="009071AC">
        <w:t>appelle Marguerite tout court</w:t>
      </w:r>
      <w:r>
        <w:t xml:space="preserve">… </w:t>
      </w:r>
      <w:r w:rsidR="00855694" w:rsidRPr="009071AC">
        <w:t>De ce côté-là</w:t>
      </w:r>
      <w:r>
        <w:t xml:space="preserve">, </w:t>
      </w:r>
      <w:r w:rsidR="00855694" w:rsidRPr="009071AC">
        <w:t>c</w:t>
      </w:r>
      <w:r>
        <w:t>’</w:t>
      </w:r>
      <w:r w:rsidR="00855694" w:rsidRPr="009071AC">
        <w:t>est vrai</w:t>
      </w:r>
      <w:r>
        <w:t xml:space="preserve">, </w:t>
      </w:r>
      <w:r w:rsidR="00855694" w:rsidRPr="009071AC">
        <w:t>l</w:t>
      </w:r>
      <w:r>
        <w:t>’</w:t>
      </w:r>
      <w:r w:rsidR="00855694" w:rsidRPr="009071AC">
        <w:t>union n</w:t>
      </w:r>
      <w:r>
        <w:t>’</w:t>
      </w:r>
      <w:r w:rsidR="00855694" w:rsidRPr="009071AC">
        <w:t>est pas positivement brillante</w:t>
      </w:r>
      <w:r>
        <w:t xml:space="preserve">. </w:t>
      </w:r>
      <w:r w:rsidR="00855694" w:rsidRPr="009071AC">
        <w:t>Enfin</w:t>
      </w:r>
      <w:r>
        <w:t xml:space="preserve">, </w:t>
      </w:r>
      <w:r w:rsidR="00855694" w:rsidRPr="009071AC">
        <w:t>comme il sera notoire qu</w:t>
      </w:r>
      <w:r>
        <w:t>’</w:t>
      </w:r>
      <w:r w:rsidR="00855694" w:rsidRPr="009071AC">
        <w:t>elle n</w:t>
      </w:r>
      <w:r>
        <w:t>’</w:t>
      </w:r>
      <w:r w:rsidR="00855694" w:rsidRPr="009071AC">
        <w:t>a eu en dot que 20</w:t>
      </w:r>
      <w:r w:rsidRPr="009071AC">
        <w:t>0</w:t>
      </w:r>
      <w:r>
        <w:t>,</w:t>
      </w:r>
      <w:r w:rsidRPr="009071AC">
        <w:t>0</w:t>
      </w:r>
      <w:r w:rsidR="00855694" w:rsidRPr="009071AC">
        <w:t>00 francs</w:t>
      </w:r>
      <w:r>
        <w:t xml:space="preserve">, </w:t>
      </w:r>
      <w:r w:rsidR="00855694" w:rsidRPr="009071AC">
        <w:t>on ne m</w:t>
      </w:r>
      <w:r>
        <w:t>’</w:t>
      </w:r>
      <w:r w:rsidR="00855694" w:rsidRPr="009071AC">
        <w:t>accusera pas d</w:t>
      </w:r>
      <w:r>
        <w:t>’</w:t>
      </w:r>
      <w:r w:rsidR="00855694" w:rsidRPr="009071AC">
        <w:t>avoir battu monnaie avec mon nom</w:t>
      </w:r>
      <w:r>
        <w:t xml:space="preserve">… </w:t>
      </w:r>
      <w:r w:rsidR="00855694" w:rsidRPr="009071AC">
        <w:t>J</w:t>
      </w:r>
      <w:r>
        <w:t>’</w:t>
      </w:r>
      <w:r w:rsidR="00855694" w:rsidRPr="009071AC">
        <w:t>aurai l</w:t>
      </w:r>
      <w:r>
        <w:t>’</w:t>
      </w:r>
      <w:r w:rsidR="00855694" w:rsidRPr="009071AC">
        <w:t>air</w:t>
      </w:r>
      <w:r>
        <w:t xml:space="preserve">, </w:t>
      </w:r>
      <w:r w:rsidR="00855694" w:rsidRPr="009071AC">
        <w:t>tout au contraire</w:t>
      </w:r>
      <w:r>
        <w:t xml:space="preserve">, </w:t>
      </w:r>
      <w:r w:rsidR="00855694" w:rsidRPr="009071AC">
        <w:t>d</w:t>
      </w:r>
      <w:r>
        <w:t>’</w:t>
      </w:r>
      <w:r w:rsidR="00855694" w:rsidRPr="009071AC">
        <w:t>avoir fait un mariage d</w:t>
      </w:r>
      <w:r>
        <w:t>’</w:t>
      </w:r>
      <w:r w:rsidR="00855694" w:rsidRPr="009071AC">
        <w:t>amour</w:t>
      </w:r>
      <w:r>
        <w:t xml:space="preserve">… </w:t>
      </w:r>
      <w:r w:rsidR="00855694" w:rsidRPr="009071AC">
        <w:t>cela me rajeunira</w:t>
      </w:r>
      <w:r>
        <w:t>.</w:t>
      </w:r>
    </w:p>
    <w:p w14:paraId="59E76166" w14:textId="5BD759FA" w:rsidR="00F635DB" w:rsidRDefault="00855694" w:rsidP="00F635DB">
      <w:r w:rsidRPr="009071AC">
        <w:t>Cependant il s</w:t>
      </w:r>
      <w:r w:rsidR="00F635DB">
        <w:t>’</w:t>
      </w:r>
      <w:r w:rsidRPr="009071AC">
        <w:t>interrompit</w:t>
      </w:r>
      <w:r w:rsidR="00F635DB">
        <w:t xml:space="preserve">, </w:t>
      </w:r>
      <w:r w:rsidRPr="009071AC">
        <w:t xml:space="preserve">irrité de la froideur obstinée de </w:t>
      </w:r>
      <w:r w:rsidR="00F635DB">
        <w:t>M. </w:t>
      </w:r>
      <w:r w:rsidRPr="009071AC">
        <w:t>Fortunat</w:t>
      </w:r>
      <w:r w:rsidR="00F635DB">
        <w:t>.</w:t>
      </w:r>
    </w:p>
    <w:p w14:paraId="6B98D065" w14:textId="77777777" w:rsidR="00F635DB" w:rsidRDefault="00F635DB" w:rsidP="00F635DB">
      <w:r>
        <w:t>— </w:t>
      </w:r>
      <w:r w:rsidR="00855694" w:rsidRPr="009071AC">
        <w:t>Savez-vous</w:t>
      </w:r>
      <w:r>
        <w:t xml:space="preserve">, </w:t>
      </w:r>
      <w:r w:rsidR="00855694" w:rsidRPr="009071AC">
        <w:t>maître Vingt-pour-Cent</w:t>
      </w:r>
      <w:r>
        <w:t xml:space="preserve">, </w:t>
      </w:r>
      <w:r w:rsidR="00855694" w:rsidRPr="009071AC">
        <w:t>dit-il</w:t>
      </w:r>
      <w:r>
        <w:t xml:space="preserve">, </w:t>
      </w:r>
      <w:r w:rsidR="00855694" w:rsidRPr="009071AC">
        <w:t>qu</w:t>
      </w:r>
      <w:r>
        <w:t>’</w:t>
      </w:r>
      <w:r w:rsidR="00855694" w:rsidRPr="009071AC">
        <w:t>à voir votre mine allongée</w:t>
      </w:r>
      <w:r>
        <w:t xml:space="preserve">, </w:t>
      </w:r>
      <w:r w:rsidR="00855694" w:rsidRPr="009071AC">
        <w:t>on jurerait que vous doutez du succès</w:t>
      </w:r>
      <w:r>
        <w:t>.</w:t>
      </w:r>
    </w:p>
    <w:p w14:paraId="192504CF" w14:textId="77777777" w:rsidR="00F635DB" w:rsidRDefault="00F635DB" w:rsidP="00F635DB">
      <w:r>
        <w:t>— </w:t>
      </w:r>
      <w:r w:rsidR="00855694" w:rsidRPr="009071AC">
        <w:t>Il faut toujours douter</w:t>
      </w:r>
      <w:r>
        <w:t xml:space="preserve">… </w:t>
      </w:r>
      <w:r w:rsidR="00855694" w:rsidRPr="009071AC">
        <w:t>répondit philosophiquement l</w:t>
      </w:r>
      <w:r>
        <w:t>’</w:t>
      </w:r>
      <w:r w:rsidR="00855694" w:rsidRPr="009071AC">
        <w:t>homme d</w:t>
      </w:r>
      <w:r>
        <w:t>’</w:t>
      </w:r>
      <w:r w:rsidR="00855694" w:rsidRPr="009071AC">
        <w:t>affaires</w:t>
      </w:r>
      <w:r>
        <w:t>.</w:t>
      </w:r>
    </w:p>
    <w:p w14:paraId="08ACB45F" w14:textId="77777777" w:rsidR="00F635DB" w:rsidRDefault="00855694" w:rsidP="00F635DB">
      <w:r w:rsidRPr="009071AC">
        <w:t>Le marquis haussa les épaules</w:t>
      </w:r>
      <w:r w:rsidR="00F635DB">
        <w:t>.</w:t>
      </w:r>
    </w:p>
    <w:p w14:paraId="11AAAECC" w14:textId="77777777" w:rsidR="00F635DB" w:rsidRDefault="00F635DB" w:rsidP="00F635DB">
      <w:r>
        <w:t>— </w:t>
      </w:r>
      <w:r w:rsidR="00855694" w:rsidRPr="009071AC">
        <w:t>Même quand on a triomphé de tous les obstacles</w:t>
      </w:r>
      <w:r>
        <w:t xml:space="preserve"> ? </w:t>
      </w:r>
      <w:r w:rsidR="00855694" w:rsidRPr="009071AC">
        <w:t>demanda-t-il d</w:t>
      </w:r>
      <w:r>
        <w:t>’</w:t>
      </w:r>
      <w:r w:rsidR="00855694" w:rsidRPr="009071AC">
        <w:t>un ton goguenard</w:t>
      </w:r>
      <w:r>
        <w:t>.</w:t>
      </w:r>
    </w:p>
    <w:p w14:paraId="1CBF7691" w14:textId="77777777" w:rsidR="00F635DB" w:rsidRDefault="00F635DB" w:rsidP="00F635DB">
      <w:r>
        <w:t>— </w:t>
      </w:r>
      <w:r w:rsidR="00855694" w:rsidRPr="009071AC">
        <w:t>Mon Dieu</w:t>
      </w:r>
      <w:r>
        <w:t xml:space="preserve">, </w:t>
      </w:r>
      <w:r w:rsidR="00855694" w:rsidRPr="009071AC">
        <w:t>oui</w:t>
      </w:r>
      <w:r>
        <w:t>.</w:t>
      </w:r>
    </w:p>
    <w:p w14:paraId="0CBB7EEB" w14:textId="77777777" w:rsidR="00F635DB" w:rsidRDefault="00F635DB" w:rsidP="00F635DB">
      <w:r>
        <w:t>— </w:t>
      </w:r>
      <w:r w:rsidR="00855694" w:rsidRPr="009071AC">
        <w:t>Que manque-t-il</w:t>
      </w:r>
      <w:r>
        <w:t xml:space="preserve">, </w:t>
      </w:r>
      <w:r w:rsidR="00855694" w:rsidRPr="009071AC">
        <w:t>cependant</w:t>
      </w:r>
      <w:r>
        <w:t xml:space="preserve">, </w:t>
      </w:r>
      <w:r w:rsidR="00855694" w:rsidRPr="009071AC">
        <w:t>pour que ce mariage soit autant dire conclu</w:t>
      </w:r>
      <w:r>
        <w:t> ?…</w:t>
      </w:r>
    </w:p>
    <w:p w14:paraId="03935D45" w14:textId="23DAF20B" w:rsidR="00F635DB" w:rsidRDefault="00F635DB" w:rsidP="00F635DB">
      <w:r>
        <w:t>— </w:t>
      </w:r>
      <w:r w:rsidR="00855694" w:rsidRPr="009071AC">
        <w:t xml:space="preserve">Le consentement de </w:t>
      </w:r>
      <w:r>
        <w:t>M</w:t>
      </w:r>
      <w:r w:rsidRPr="00F635DB">
        <w:rPr>
          <w:vertAlign w:val="superscript"/>
        </w:rPr>
        <w:t>lle</w:t>
      </w:r>
      <w:r>
        <w:t> </w:t>
      </w:r>
      <w:r w:rsidR="00855694" w:rsidRPr="009071AC">
        <w:t>Marguerite</w:t>
      </w:r>
      <w:r>
        <w:t xml:space="preserve">, </w:t>
      </w:r>
      <w:r w:rsidR="00855694" w:rsidRPr="009071AC">
        <w:t>monsieur le marquis</w:t>
      </w:r>
      <w:r>
        <w:t>.</w:t>
      </w:r>
    </w:p>
    <w:p w14:paraId="5ABE1426" w14:textId="631CB711" w:rsidR="00F635DB" w:rsidRDefault="00855694" w:rsidP="00F635DB">
      <w:r w:rsidRPr="009071AC">
        <w:t>Ce fut comme une douche d</w:t>
      </w:r>
      <w:r w:rsidR="00F635DB">
        <w:t>’</w:t>
      </w:r>
      <w:r w:rsidRPr="009071AC">
        <w:t xml:space="preserve">eau glacée tombant sur la joie de </w:t>
      </w:r>
      <w:r w:rsidR="00F635DB">
        <w:t>M. de </w:t>
      </w:r>
      <w:proofErr w:type="spellStart"/>
      <w:r w:rsidRPr="009071AC">
        <w:t>Valorsay</w:t>
      </w:r>
      <w:proofErr w:type="spellEnd"/>
      <w:r w:rsidR="00F635DB">
        <w:t xml:space="preserve">. </w:t>
      </w:r>
      <w:r w:rsidRPr="009071AC">
        <w:t>Un frisson nerveux le secoua</w:t>
      </w:r>
      <w:r w:rsidR="00F635DB">
        <w:t xml:space="preserve">, </w:t>
      </w:r>
      <w:r w:rsidRPr="009071AC">
        <w:t>il devint livide</w:t>
      </w:r>
      <w:r w:rsidR="00F635DB">
        <w:t xml:space="preserve">, </w:t>
      </w:r>
      <w:r w:rsidRPr="009071AC">
        <w:t>et d</w:t>
      </w:r>
      <w:r w:rsidR="00F635DB">
        <w:t>’</w:t>
      </w:r>
      <w:r w:rsidRPr="009071AC">
        <w:t>une voix sourde</w:t>
      </w:r>
      <w:r w:rsidR="00F635DB">
        <w:t> :</w:t>
      </w:r>
    </w:p>
    <w:p w14:paraId="360F0A5E" w14:textId="77777777" w:rsidR="00F635DB" w:rsidRDefault="00F635DB" w:rsidP="00F635DB">
      <w:r>
        <w:t>— </w:t>
      </w:r>
      <w:r w:rsidR="00855694" w:rsidRPr="009071AC">
        <w:t>Je l</w:t>
      </w:r>
      <w:r>
        <w:t>’</w:t>
      </w:r>
      <w:r w:rsidR="00855694" w:rsidRPr="009071AC">
        <w:t>aurai</w:t>
      </w:r>
      <w:r>
        <w:t xml:space="preserve">, </w:t>
      </w:r>
      <w:r w:rsidR="00855694" w:rsidRPr="009071AC">
        <w:t>répondit-il</w:t>
      </w:r>
      <w:r>
        <w:t xml:space="preserve">, </w:t>
      </w:r>
      <w:r w:rsidR="00855694" w:rsidRPr="009071AC">
        <w:t>j</w:t>
      </w:r>
      <w:r>
        <w:t>’</w:t>
      </w:r>
      <w:r w:rsidR="00855694" w:rsidRPr="009071AC">
        <w:t>en suis sûr maintenant</w:t>
      </w:r>
      <w:r>
        <w:t>.</w:t>
      </w:r>
    </w:p>
    <w:p w14:paraId="734AC3BD" w14:textId="10BA5330" w:rsidR="00F635DB" w:rsidRDefault="00855694" w:rsidP="00F635DB">
      <w:r w:rsidRPr="009071AC">
        <w:lastRenderedPageBreak/>
        <w:t xml:space="preserve">On ne pouvait pas dire que </w:t>
      </w:r>
      <w:r w:rsidR="00F635DB">
        <w:t>M. </w:t>
      </w:r>
      <w:r w:rsidRPr="009071AC">
        <w:t>Fortunat fût en colère</w:t>
      </w:r>
      <w:r w:rsidR="00F635DB">
        <w:t xml:space="preserve">. </w:t>
      </w:r>
      <w:r w:rsidRPr="009071AC">
        <w:t>Ces gens froids et lisses comme une pièce de cent sous n</w:t>
      </w:r>
      <w:r w:rsidR="00F635DB">
        <w:t>’</w:t>
      </w:r>
      <w:r w:rsidRPr="009071AC">
        <w:t>ont point de passions inutiles</w:t>
      </w:r>
      <w:r w:rsidR="00F635DB">
        <w:t xml:space="preserve">. </w:t>
      </w:r>
      <w:r w:rsidRPr="009071AC">
        <w:t>Mais il était singulièrement agacé d</w:t>
      </w:r>
      <w:r w:rsidR="00F635DB">
        <w:t>’</w:t>
      </w:r>
      <w:r w:rsidRPr="009071AC">
        <w:t>entendre son client sonner sottement les fanfares de la victoire</w:t>
      </w:r>
      <w:r w:rsidR="00F635DB">
        <w:t xml:space="preserve">, </w:t>
      </w:r>
      <w:r w:rsidRPr="009071AC">
        <w:t>pendant qu</w:t>
      </w:r>
      <w:r w:rsidR="00F635DB">
        <w:t>’</w:t>
      </w:r>
      <w:r w:rsidRPr="009071AC">
        <w:t>il était réduit</w:t>
      </w:r>
      <w:r w:rsidR="00F635DB">
        <w:t xml:space="preserve">, </w:t>
      </w:r>
      <w:r w:rsidRPr="009071AC">
        <w:t>lui</w:t>
      </w:r>
      <w:r w:rsidR="00F635DB">
        <w:t xml:space="preserve">, </w:t>
      </w:r>
      <w:r w:rsidRPr="009071AC">
        <w:t>à dissimuler au fond de son cœur le deuil douloureux de ses 4</w:t>
      </w:r>
      <w:r w:rsidR="00F635DB" w:rsidRPr="009071AC">
        <w:t>0</w:t>
      </w:r>
      <w:r w:rsidR="00F635DB">
        <w:t>,</w:t>
      </w:r>
      <w:r w:rsidR="00F635DB" w:rsidRPr="009071AC">
        <w:t>0</w:t>
      </w:r>
      <w:r w:rsidRPr="009071AC">
        <w:t>00 francs</w:t>
      </w:r>
      <w:r w:rsidR="00F635DB">
        <w:t>.</w:t>
      </w:r>
    </w:p>
    <w:p w14:paraId="4D6BF309" w14:textId="77777777" w:rsidR="00F635DB" w:rsidRDefault="00855694" w:rsidP="00F635DB">
      <w:r w:rsidRPr="009071AC">
        <w:t>Aussi</w:t>
      </w:r>
      <w:r w:rsidR="00F635DB">
        <w:t xml:space="preserve">, </w:t>
      </w:r>
      <w:r w:rsidRPr="009071AC">
        <w:t>loin d</w:t>
      </w:r>
      <w:r w:rsidR="00F635DB">
        <w:t>’</w:t>
      </w:r>
      <w:r w:rsidRPr="009071AC">
        <w:t>être touché de l</w:t>
      </w:r>
      <w:r w:rsidR="00F635DB">
        <w:t>’</w:t>
      </w:r>
      <w:r w:rsidRPr="009071AC">
        <w:t>émotion du marquis</w:t>
      </w:r>
      <w:r w:rsidR="00F635DB">
        <w:t xml:space="preserve">, </w:t>
      </w:r>
      <w:r w:rsidRPr="009071AC">
        <w:t>se complut-il à retourner le poignard dans la blessure qu</w:t>
      </w:r>
      <w:r w:rsidR="00F635DB">
        <w:t>’</w:t>
      </w:r>
      <w:r w:rsidRPr="009071AC">
        <w:t>il avait faite</w:t>
      </w:r>
      <w:r w:rsidR="00F635DB">
        <w:t>.</w:t>
      </w:r>
    </w:p>
    <w:p w14:paraId="547B6FC4" w14:textId="77777777" w:rsidR="00F635DB" w:rsidRDefault="00F635DB" w:rsidP="00F635DB">
      <w:r>
        <w:t>— </w:t>
      </w:r>
      <w:r w:rsidR="00855694" w:rsidRPr="009071AC">
        <w:t>Il faut me pardonner ma défiance</w:t>
      </w:r>
      <w:r>
        <w:t xml:space="preserve">, </w:t>
      </w:r>
      <w:r w:rsidR="00855694" w:rsidRPr="009071AC">
        <w:t>dit-il</w:t>
      </w:r>
      <w:r>
        <w:t xml:space="preserve">. </w:t>
      </w:r>
      <w:r w:rsidR="00855694" w:rsidRPr="009071AC">
        <w:t>Elle vient de ce que je me rappelle parfaitement ce que vous me disiez il y a huit jours</w:t>
      </w:r>
      <w:r>
        <w:t>.</w:t>
      </w:r>
    </w:p>
    <w:p w14:paraId="045F37AE" w14:textId="77777777" w:rsidR="00F635DB" w:rsidRDefault="00F635DB" w:rsidP="00F635DB">
      <w:r>
        <w:t>— </w:t>
      </w:r>
      <w:r w:rsidR="00855694" w:rsidRPr="009071AC">
        <w:t>Que vous disais-je</w:t>
      </w:r>
      <w:r>
        <w:t> ?</w:t>
      </w:r>
    </w:p>
    <w:p w14:paraId="7ED2D987" w14:textId="604B708E" w:rsidR="00F635DB" w:rsidRDefault="00F635DB" w:rsidP="00F635DB">
      <w:r>
        <w:t>— </w:t>
      </w:r>
      <w:r w:rsidR="00855694" w:rsidRPr="009071AC">
        <w:t xml:space="preserve">Que vous soupçonniez </w:t>
      </w:r>
      <w:r>
        <w:t>M</w:t>
      </w:r>
      <w:r w:rsidRPr="00F635DB">
        <w:rPr>
          <w:vertAlign w:val="superscript"/>
        </w:rPr>
        <w:t>lle</w:t>
      </w:r>
      <w:r>
        <w:t> </w:t>
      </w:r>
      <w:r w:rsidR="00855694" w:rsidRPr="009071AC">
        <w:t>Marguerite d</w:t>
      </w:r>
      <w:r>
        <w:t>’</w:t>
      </w:r>
      <w:r w:rsidR="00855694" w:rsidRPr="009071AC">
        <w:t>une</w:t>
      </w:r>
      <w:r>
        <w:t xml:space="preserve">… </w:t>
      </w:r>
      <w:r w:rsidR="00855694" w:rsidRPr="009071AC">
        <w:t>Comment dois-je m</w:t>
      </w:r>
      <w:r>
        <w:t>’</w:t>
      </w:r>
      <w:r w:rsidR="00855694" w:rsidRPr="009071AC">
        <w:t>exprimer</w:t>
      </w:r>
      <w:r>
        <w:t xml:space="preserve"> ?… </w:t>
      </w:r>
      <w:r w:rsidR="00855694" w:rsidRPr="009071AC">
        <w:t>D</w:t>
      </w:r>
      <w:r>
        <w:t>’</w:t>
      </w:r>
      <w:r w:rsidR="00855694" w:rsidRPr="009071AC">
        <w:t>une</w:t>
      </w:r>
      <w:r>
        <w:t xml:space="preserve">… </w:t>
      </w:r>
      <w:r w:rsidR="00855694" w:rsidRPr="009071AC">
        <w:t>préférence secrète pour quelqu</w:t>
      </w:r>
      <w:r>
        <w:t>’</w:t>
      </w:r>
      <w:r w:rsidR="00855694" w:rsidRPr="009071AC">
        <w:t>un</w:t>
      </w:r>
      <w:r>
        <w:t>.</w:t>
      </w:r>
    </w:p>
    <w:p w14:paraId="06AC9518" w14:textId="77777777" w:rsidR="00F635DB" w:rsidRDefault="00855694" w:rsidP="00F635DB">
      <w:r w:rsidRPr="009071AC">
        <w:t>À l</w:t>
      </w:r>
      <w:r w:rsidR="00F635DB">
        <w:t>’</w:t>
      </w:r>
      <w:r w:rsidRPr="009071AC">
        <w:t>enthousiasme du marquis</w:t>
      </w:r>
      <w:r w:rsidR="00F635DB">
        <w:t xml:space="preserve">, </w:t>
      </w:r>
      <w:r w:rsidRPr="009071AC">
        <w:t>le plus sombre abattement avait succédé</w:t>
      </w:r>
      <w:r w:rsidR="00F635DB">
        <w:t xml:space="preserve">. </w:t>
      </w:r>
      <w:r w:rsidRPr="009071AC">
        <w:t>Il était manifeste qu</w:t>
      </w:r>
      <w:r w:rsidR="00F635DB">
        <w:t>’</w:t>
      </w:r>
      <w:r w:rsidRPr="009071AC">
        <w:t>il subissait la plus cruelle torture</w:t>
      </w:r>
      <w:r w:rsidR="00F635DB">
        <w:t>.</w:t>
      </w:r>
    </w:p>
    <w:p w14:paraId="2BE6FE90" w14:textId="77777777" w:rsidR="00F635DB" w:rsidRDefault="00F635DB" w:rsidP="00F635DB">
      <w:r>
        <w:t>— </w:t>
      </w:r>
      <w:r w:rsidR="00855694" w:rsidRPr="009071AC">
        <w:t>J</w:t>
      </w:r>
      <w:r>
        <w:t>’</w:t>
      </w:r>
      <w:r w:rsidR="00855694" w:rsidRPr="009071AC">
        <w:t>ai eu plus que des soupçons</w:t>
      </w:r>
      <w:r>
        <w:t xml:space="preserve">, </w:t>
      </w:r>
      <w:r w:rsidR="00855694" w:rsidRPr="009071AC">
        <w:t>dit-il</w:t>
      </w:r>
      <w:r>
        <w:t>.</w:t>
      </w:r>
    </w:p>
    <w:p w14:paraId="16FFCB84" w14:textId="77777777" w:rsidR="00F635DB" w:rsidRDefault="00F635DB" w:rsidP="00F635DB">
      <w:r>
        <w:t>— </w:t>
      </w:r>
      <w:r w:rsidR="00855694" w:rsidRPr="009071AC">
        <w:t>Ah</w:t>
      </w:r>
      <w:r>
        <w:t> !</w:t>
      </w:r>
    </w:p>
    <w:p w14:paraId="2531DC03" w14:textId="029A0A0E" w:rsidR="00F635DB" w:rsidRDefault="00F635DB" w:rsidP="00F635DB">
      <w:r>
        <w:t>— </w:t>
      </w:r>
      <w:r w:rsidR="00855694" w:rsidRPr="009071AC">
        <w:t>J</w:t>
      </w:r>
      <w:r>
        <w:t>’</w:t>
      </w:r>
      <w:r w:rsidR="00855694" w:rsidRPr="009071AC">
        <w:t>ai eu une certitude</w:t>
      </w:r>
      <w:r>
        <w:t xml:space="preserve">, </w:t>
      </w:r>
      <w:r w:rsidR="00855694" w:rsidRPr="009071AC">
        <w:t xml:space="preserve">grâce à la femme de charge du comte de </w:t>
      </w:r>
      <w:proofErr w:type="spellStart"/>
      <w:r w:rsidR="00855694" w:rsidRPr="009071AC">
        <w:t>Chalusse</w:t>
      </w:r>
      <w:proofErr w:type="spellEnd"/>
      <w:r>
        <w:t>, M</w:t>
      </w:r>
      <w:r w:rsidRPr="00F635DB">
        <w:rPr>
          <w:vertAlign w:val="superscript"/>
        </w:rPr>
        <w:t>me</w:t>
      </w:r>
      <w:r>
        <w:t> </w:t>
      </w:r>
      <w:r w:rsidR="00855694" w:rsidRPr="009071AC">
        <w:t>Léon</w:t>
      </w:r>
      <w:r>
        <w:t xml:space="preserve">, </w:t>
      </w:r>
      <w:r w:rsidR="00855694" w:rsidRPr="009071AC">
        <w:t>une vieille misérable que j</w:t>
      </w:r>
      <w:r>
        <w:t>’</w:t>
      </w:r>
      <w:r w:rsidR="00855694" w:rsidRPr="009071AC">
        <w:t>ai su mettre dans mes intérêts</w:t>
      </w:r>
      <w:r>
        <w:t xml:space="preserve">. </w:t>
      </w:r>
      <w:r w:rsidR="00855694" w:rsidRPr="009071AC">
        <w:t xml:space="preserve">Elle a épié </w:t>
      </w:r>
      <w:r>
        <w:t>M</w:t>
      </w:r>
      <w:r w:rsidRPr="00F635DB">
        <w:rPr>
          <w:vertAlign w:val="superscript"/>
        </w:rPr>
        <w:t>lle</w:t>
      </w:r>
      <w:r>
        <w:t> </w:t>
      </w:r>
      <w:r w:rsidR="00855694" w:rsidRPr="009071AC">
        <w:t>Marguerite et surpris une lettre qui lui était adressée</w:t>
      </w:r>
      <w:r>
        <w:t>…</w:t>
      </w:r>
    </w:p>
    <w:p w14:paraId="0FC7D52C" w14:textId="77777777" w:rsidR="00F635DB" w:rsidRDefault="00F635DB" w:rsidP="00F635DB">
      <w:r>
        <w:t>— </w:t>
      </w:r>
      <w:r w:rsidR="00855694" w:rsidRPr="009071AC">
        <w:t>Oh</w:t>
      </w:r>
      <w:r>
        <w:t xml:space="preserve"> ! </w:t>
      </w:r>
      <w:r w:rsidR="00855694" w:rsidRPr="009071AC">
        <w:t>oh</w:t>
      </w:r>
      <w:r>
        <w:t> !…</w:t>
      </w:r>
    </w:p>
    <w:p w14:paraId="2489C6A1" w14:textId="207A6408" w:rsidR="00F635DB" w:rsidRDefault="00F635DB" w:rsidP="00F635DB">
      <w:r>
        <w:lastRenderedPageBreak/>
        <w:t>— </w:t>
      </w:r>
      <w:r w:rsidR="00855694" w:rsidRPr="009071AC">
        <w:t>Certes</w:t>
      </w:r>
      <w:r>
        <w:t xml:space="preserve"> ! </w:t>
      </w:r>
      <w:r w:rsidR="00855694" w:rsidRPr="009071AC">
        <w:t>il ne s</w:t>
      </w:r>
      <w:r>
        <w:t>’</w:t>
      </w:r>
      <w:r w:rsidR="00855694" w:rsidRPr="009071AC">
        <w:t xml:space="preserve">est rien passé dont </w:t>
      </w:r>
      <w:r>
        <w:t>M</w:t>
      </w:r>
      <w:r w:rsidRPr="00F635DB">
        <w:rPr>
          <w:vertAlign w:val="superscript"/>
        </w:rPr>
        <w:t>lle</w:t>
      </w:r>
      <w:r>
        <w:t> </w:t>
      </w:r>
      <w:r w:rsidR="00855694" w:rsidRPr="009071AC">
        <w:t>Marguerite ait à rougir</w:t>
      </w:r>
      <w:r>
        <w:t xml:space="preserve"> ; </w:t>
      </w:r>
      <w:r w:rsidR="00855694" w:rsidRPr="009071AC">
        <w:t>la lettre que j</w:t>
      </w:r>
      <w:r>
        <w:t>’</w:t>
      </w:r>
      <w:r w:rsidR="00855694" w:rsidRPr="009071AC">
        <w:t>ai tenue entre mes mains en était la preuve éclatante</w:t>
      </w:r>
      <w:r>
        <w:t xml:space="preserve">. </w:t>
      </w:r>
      <w:r w:rsidR="00855694" w:rsidRPr="009071AC">
        <w:t>Elle pourrait avouer hautement les sentiments qu</w:t>
      </w:r>
      <w:r>
        <w:t>’</w:t>
      </w:r>
      <w:r w:rsidR="00855694" w:rsidRPr="009071AC">
        <w:t>elle inspire et que sans doute elle éprouve</w:t>
      </w:r>
      <w:r>
        <w:t xml:space="preserve">. </w:t>
      </w:r>
      <w:r w:rsidR="00855694" w:rsidRPr="009071AC">
        <w:t>Cependant</w:t>
      </w:r>
      <w:r>
        <w:t>…</w:t>
      </w:r>
    </w:p>
    <w:p w14:paraId="125B687A" w14:textId="029A8FC8" w:rsidR="00F635DB" w:rsidRDefault="00855694" w:rsidP="00F635DB">
      <w:r w:rsidRPr="009071AC">
        <w:t xml:space="preserve">Le regard de </w:t>
      </w:r>
      <w:r w:rsidR="00F635DB">
        <w:t>M. </w:t>
      </w:r>
      <w:r w:rsidRPr="009071AC">
        <w:t>Fortunat devenait insupportable de fixité</w:t>
      </w:r>
      <w:r w:rsidR="00F635DB">
        <w:t>.</w:t>
      </w:r>
    </w:p>
    <w:p w14:paraId="10124E8E" w14:textId="77777777" w:rsidR="00F635DB" w:rsidRDefault="00F635DB" w:rsidP="00F635DB">
      <w:r>
        <w:t>— </w:t>
      </w:r>
      <w:r w:rsidR="00855694" w:rsidRPr="009071AC">
        <w:t>Vous voyez donc bien que j</w:t>
      </w:r>
      <w:r>
        <w:t>’</w:t>
      </w:r>
      <w:r w:rsidR="00855694" w:rsidRPr="009071AC">
        <w:t>ai raison de craindre</w:t>
      </w:r>
      <w:r>
        <w:t xml:space="preserve">… </w:t>
      </w:r>
      <w:r w:rsidR="00855694" w:rsidRPr="009071AC">
        <w:t>fit-il</w:t>
      </w:r>
      <w:r>
        <w:t>.</w:t>
      </w:r>
    </w:p>
    <w:p w14:paraId="570E93EE" w14:textId="4A63FA9A" w:rsidR="00F635DB" w:rsidRDefault="00855694" w:rsidP="00F635DB">
      <w:r w:rsidRPr="009071AC">
        <w:t>Exaspéré</w:t>
      </w:r>
      <w:r w:rsidR="00F635DB">
        <w:t xml:space="preserve">, </w:t>
      </w:r>
      <w:r w:rsidRPr="009071AC">
        <w:t>hors de lui</w:t>
      </w:r>
      <w:r w:rsidR="00F635DB">
        <w:t>, M. de </w:t>
      </w:r>
      <w:proofErr w:type="spellStart"/>
      <w:r w:rsidRPr="009071AC">
        <w:t>Valorsay</w:t>
      </w:r>
      <w:proofErr w:type="spellEnd"/>
      <w:r w:rsidRPr="009071AC">
        <w:t xml:space="preserve"> se leva si violemment</w:t>
      </w:r>
      <w:r w:rsidR="00F635DB">
        <w:t xml:space="preserve">, </w:t>
      </w:r>
      <w:r w:rsidRPr="009071AC">
        <w:t>que son fauteuil en fut renversé</w:t>
      </w:r>
      <w:r w:rsidR="00F635DB">
        <w:t>.</w:t>
      </w:r>
    </w:p>
    <w:p w14:paraId="7AA76ADD" w14:textId="1B4499BB" w:rsidR="00F635DB" w:rsidRDefault="00F635DB" w:rsidP="00F635DB">
      <w:r>
        <w:t>— </w:t>
      </w:r>
      <w:r w:rsidR="00855694" w:rsidRPr="009071AC">
        <w:t>Eh bien</w:t>
      </w:r>
      <w:r>
        <w:t xml:space="preserve"> !… </w:t>
      </w:r>
      <w:r w:rsidR="00855694" w:rsidRPr="009071AC">
        <w:t>non</w:t>
      </w:r>
      <w:r>
        <w:t xml:space="preserve"> ! </w:t>
      </w:r>
      <w:r w:rsidR="00855694" w:rsidRPr="009071AC">
        <w:t>s</w:t>
      </w:r>
      <w:r>
        <w:t>’</w:t>
      </w:r>
      <w:r w:rsidR="00855694" w:rsidRPr="009071AC">
        <w:t>écria-t-il</w:t>
      </w:r>
      <w:r>
        <w:t xml:space="preserve">, </w:t>
      </w:r>
      <w:r w:rsidR="00855694" w:rsidRPr="009071AC">
        <w:t>mille fois non</w:t>
      </w:r>
      <w:r>
        <w:t xml:space="preserve"> ! </w:t>
      </w:r>
      <w:r w:rsidR="00855694" w:rsidRPr="009071AC">
        <w:t>Vous avez tort</w:t>
      </w:r>
      <w:r>
        <w:t xml:space="preserve">… </w:t>
      </w:r>
      <w:r w:rsidR="00855694" w:rsidRPr="009071AC">
        <w:t>parce qu</w:t>
      </w:r>
      <w:r>
        <w:t>’</w:t>
      </w:r>
      <w:r w:rsidR="00855694" w:rsidRPr="009071AC">
        <w:t>à l</w:t>
      </w:r>
      <w:r>
        <w:t>’</w:t>
      </w:r>
      <w:r w:rsidR="00855694" w:rsidRPr="009071AC">
        <w:t>heure qu</w:t>
      </w:r>
      <w:r>
        <w:t>’</w:t>
      </w:r>
      <w:r w:rsidR="00855694" w:rsidRPr="009071AC">
        <w:t>il est</w:t>
      </w:r>
      <w:r>
        <w:t xml:space="preserve">, </w:t>
      </w:r>
      <w:r w:rsidR="00855694" w:rsidRPr="009071AC">
        <w:t>l</w:t>
      </w:r>
      <w:r>
        <w:t>’</w:t>
      </w:r>
      <w:r w:rsidR="00855694" w:rsidRPr="009071AC">
        <w:t>homme qu</w:t>
      </w:r>
      <w:r>
        <w:t>’</w:t>
      </w:r>
      <w:r w:rsidR="00855694" w:rsidRPr="009071AC">
        <w:t xml:space="preserve">avait distingué </w:t>
      </w:r>
      <w:r>
        <w:t>M</w:t>
      </w:r>
      <w:r w:rsidRPr="00F635DB">
        <w:rPr>
          <w:vertAlign w:val="superscript"/>
        </w:rPr>
        <w:t>lle</w:t>
      </w:r>
      <w:r>
        <w:t> </w:t>
      </w:r>
      <w:r w:rsidR="00855694" w:rsidRPr="009071AC">
        <w:t>Marguerite est perdu</w:t>
      </w:r>
      <w:r>
        <w:t xml:space="preserve">… </w:t>
      </w:r>
      <w:r w:rsidR="00855694" w:rsidRPr="009071AC">
        <w:t>Ah</w:t>
      </w:r>
      <w:r>
        <w:t xml:space="preserve"> ! </w:t>
      </w:r>
      <w:r w:rsidR="00855694" w:rsidRPr="009071AC">
        <w:t>c</w:t>
      </w:r>
      <w:r>
        <w:t>’</w:t>
      </w:r>
      <w:r w:rsidR="00855694" w:rsidRPr="009071AC">
        <w:t>est ainsi</w:t>
      </w:r>
      <w:r>
        <w:t xml:space="preserve">. </w:t>
      </w:r>
      <w:r w:rsidR="00855694" w:rsidRPr="009071AC">
        <w:t>Pendant que nous sommes ici</w:t>
      </w:r>
      <w:r>
        <w:t xml:space="preserve">, </w:t>
      </w:r>
      <w:r w:rsidR="00855694" w:rsidRPr="009071AC">
        <w:t>en ce moment même</w:t>
      </w:r>
      <w:r>
        <w:t xml:space="preserve">, </w:t>
      </w:r>
      <w:r w:rsidR="00855694" w:rsidRPr="009071AC">
        <w:t>il se perd irrémissiblement</w:t>
      </w:r>
      <w:r>
        <w:t xml:space="preserve">, </w:t>
      </w:r>
      <w:r w:rsidR="00855694" w:rsidRPr="009071AC">
        <w:t>sans retour</w:t>
      </w:r>
      <w:r>
        <w:t xml:space="preserve">… </w:t>
      </w:r>
      <w:r w:rsidR="00855694" w:rsidRPr="009071AC">
        <w:t>Entre lui et la femme que je veux épouser</w:t>
      </w:r>
      <w:r>
        <w:t xml:space="preserve">, </w:t>
      </w:r>
      <w:r w:rsidR="00855694" w:rsidRPr="009071AC">
        <w:t>que j</w:t>
      </w:r>
      <w:r>
        <w:t>’</w:t>
      </w:r>
      <w:r w:rsidR="00855694" w:rsidRPr="009071AC">
        <w:t>épouserai</w:t>
      </w:r>
      <w:r>
        <w:t xml:space="preserve">, </w:t>
      </w:r>
      <w:r w:rsidR="00855694" w:rsidRPr="009071AC">
        <w:t>j</w:t>
      </w:r>
      <w:r>
        <w:t>’</w:t>
      </w:r>
      <w:r w:rsidR="00855694" w:rsidRPr="009071AC">
        <w:t>ai creusé un abîme si profond que le plus immense amour ne le comblerait pas</w:t>
      </w:r>
      <w:r>
        <w:t xml:space="preserve">. </w:t>
      </w:r>
      <w:r w:rsidR="00855694" w:rsidRPr="009071AC">
        <w:t>C</w:t>
      </w:r>
      <w:r>
        <w:t>’</w:t>
      </w:r>
      <w:r w:rsidR="00855694" w:rsidRPr="009071AC">
        <w:t>est mieux et pis que si je l</w:t>
      </w:r>
      <w:r>
        <w:t>’</w:t>
      </w:r>
      <w:r w:rsidR="00855694" w:rsidRPr="009071AC">
        <w:t>avais tué</w:t>
      </w:r>
      <w:r>
        <w:t xml:space="preserve">… </w:t>
      </w:r>
      <w:r w:rsidR="00855694" w:rsidRPr="009071AC">
        <w:t>Mort</w:t>
      </w:r>
      <w:r>
        <w:t xml:space="preserve">, </w:t>
      </w:r>
      <w:r w:rsidR="00855694" w:rsidRPr="009071AC">
        <w:t>on le pleurerait peut-être</w:t>
      </w:r>
      <w:r>
        <w:t xml:space="preserve">… </w:t>
      </w:r>
      <w:r w:rsidR="00855694" w:rsidRPr="009071AC">
        <w:t>Tandis que maintenant</w:t>
      </w:r>
      <w:r>
        <w:t xml:space="preserve">, </w:t>
      </w:r>
      <w:r w:rsidR="00855694" w:rsidRPr="009071AC">
        <w:t>la dernière des filles et la plus avilie se détournera de lui</w:t>
      </w:r>
      <w:r>
        <w:t xml:space="preserve">, </w:t>
      </w:r>
      <w:r w:rsidR="00855694" w:rsidRPr="009071AC">
        <w:t>ou l</w:t>
      </w:r>
      <w:r>
        <w:t>’</w:t>
      </w:r>
      <w:r w:rsidR="00855694" w:rsidRPr="009071AC">
        <w:t>aimant</w:t>
      </w:r>
      <w:r>
        <w:t xml:space="preserve">, </w:t>
      </w:r>
      <w:r w:rsidR="00855694" w:rsidRPr="009071AC">
        <w:t>n</w:t>
      </w:r>
      <w:r>
        <w:t>’</w:t>
      </w:r>
      <w:r w:rsidR="00855694" w:rsidRPr="009071AC">
        <w:t>osera l</w:t>
      </w:r>
      <w:r>
        <w:t>’</w:t>
      </w:r>
      <w:r w:rsidR="00855694" w:rsidRPr="009071AC">
        <w:t>avouer</w:t>
      </w:r>
      <w:r>
        <w:t>.</w:t>
      </w:r>
    </w:p>
    <w:p w14:paraId="4F5C34EA" w14:textId="77777777" w:rsidR="00F635DB" w:rsidRDefault="00855694" w:rsidP="00F635DB">
      <w:r w:rsidRPr="009071AC">
        <w:t>L</w:t>
      </w:r>
      <w:r w:rsidR="00F635DB">
        <w:t>’</w:t>
      </w:r>
      <w:r w:rsidRPr="009071AC">
        <w:t>impassible homme d</w:t>
      </w:r>
      <w:r w:rsidR="00F635DB">
        <w:t>’</w:t>
      </w:r>
      <w:r w:rsidRPr="009071AC">
        <w:t>affaires parut troublé</w:t>
      </w:r>
      <w:r w:rsidR="00F635DB">
        <w:t>.</w:t>
      </w:r>
    </w:p>
    <w:p w14:paraId="49A3A3C4" w14:textId="77777777" w:rsidR="00F635DB" w:rsidRDefault="00F635DB" w:rsidP="00F635DB">
      <w:r>
        <w:t>— </w:t>
      </w:r>
      <w:r w:rsidR="00855694" w:rsidRPr="009071AC">
        <w:t>Auriez-vous donc</w:t>
      </w:r>
      <w:r>
        <w:t xml:space="preserve">, </w:t>
      </w:r>
      <w:r w:rsidR="00855694" w:rsidRPr="009071AC">
        <w:t>balbutia-t-il</w:t>
      </w:r>
      <w:r>
        <w:t xml:space="preserve">, </w:t>
      </w:r>
      <w:r w:rsidR="00855694" w:rsidRPr="009071AC">
        <w:t>mis à exécution le projet</w:t>
      </w:r>
      <w:r>
        <w:t xml:space="preserve">… </w:t>
      </w:r>
      <w:r w:rsidR="00855694" w:rsidRPr="009071AC">
        <w:t>le plan dont vous m</w:t>
      </w:r>
      <w:r>
        <w:t>’</w:t>
      </w:r>
      <w:r w:rsidR="00855694" w:rsidRPr="009071AC">
        <w:t>avez entretenu en l</w:t>
      </w:r>
      <w:r>
        <w:t>’</w:t>
      </w:r>
      <w:r w:rsidR="00855694" w:rsidRPr="009071AC">
        <w:t>air</w:t>
      </w:r>
      <w:r>
        <w:t xml:space="preserve">… </w:t>
      </w:r>
      <w:r w:rsidR="00855694" w:rsidRPr="009071AC">
        <w:t>et que je prenais</w:t>
      </w:r>
      <w:r>
        <w:t xml:space="preserve">, </w:t>
      </w:r>
      <w:r w:rsidR="00855694" w:rsidRPr="009071AC">
        <w:t>moi</w:t>
      </w:r>
      <w:r>
        <w:t xml:space="preserve">, </w:t>
      </w:r>
      <w:r w:rsidR="00855694" w:rsidRPr="009071AC">
        <w:t>pour une fanfaronnade</w:t>
      </w:r>
      <w:r>
        <w:t xml:space="preserve">, </w:t>
      </w:r>
      <w:r w:rsidR="00855694" w:rsidRPr="009071AC">
        <w:t>pour une plaisanterie</w:t>
      </w:r>
      <w:r>
        <w:t> ?…</w:t>
      </w:r>
    </w:p>
    <w:p w14:paraId="7C8A7DB5" w14:textId="77777777" w:rsidR="00F635DB" w:rsidRDefault="00855694" w:rsidP="00F635DB">
      <w:r w:rsidRPr="009071AC">
        <w:t>Le marquis abaissa lentement la tête</w:t>
      </w:r>
      <w:r w:rsidR="00F635DB">
        <w:t>.</w:t>
      </w:r>
    </w:p>
    <w:p w14:paraId="35C32394" w14:textId="77777777" w:rsidR="00F635DB" w:rsidRDefault="00F635DB" w:rsidP="00F635DB">
      <w:r>
        <w:t>— </w:t>
      </w:r>
      <w:r w:rsidR="00855694" w:rsidRPr="009071AC">
        <w:t>Oui</w:t>
      </w:r>
      <w:r>
        <w:t> !…</w:t>
      </w:r>
    </w:p>
    <w:p w14:paraId="0D8AB6C5" w14:textId="77777777" w:rsidR="00F635DB" w:rsidRDefault="00855694" w:rsidP="00F635DB">
      <w:r w:rsidRPr="009071AC">
        <w:lastRenderedPageBreak/>
        <w:t>L</w:t>
      </w:r>
      <w:r w:rsidR="00F635DB">
        <w:t>’</w:t>
      </w:r>
      <w:r w:rsidRPr="009071AC">
        <w:t>autre demeura un moment comme pétrifié</w:t>
      </w:r>
      <w:r w:rsidR="00F635DB">
        <w:t xml:space="preserve"> ; </w:t>
      </w:r>
      <w:r w:rsidRPr="009071AC">
        <w:t>puis tout à coup</w:t>
      </w:r>
      <w:r w:rsidR="00F635DB">
        <w:t> :</w:t>
      </w:r>
    </w:p>
    <w:p w14:paraId="11EB7521" w14:textId="77777777" w:rsidR="00F635DB" w:rsidRDefault="00F635DB" w:rsidP="00F635DB">
      <w:r>
        <w:t>— </w:t>
      </w:r>
      <w:r w:rsidR="00855694" w:rsidRPr="009071AC">
        <w:t>Quoi</w:t>
      </w:r>
      <w:r>
        <w:t xml:space="preserve"> !… </w:t>
      </w:r>
      <w:r w:rsidR="00855694" w:rsidRPr="009071AC">
        <w:t>vous avez fait cela</w:t>
      </w:r>
      <w:r>
        <w:t xml:space="preserve">, </w:t>
      </w:r>
      <w:r w:rsidR="00855694" w:rsidRPr="009071AC">
        <w:t>dit-il</w:t>
      </w:r>
      <w:r>
        <w:t xml:space="preserve">, </w:t>
      </w:r>
      <w:r w:rsidR="00855694" w:rsidRPr="009071AC">
        <w:t>vous</w:t>
      </w:r>
      <w:r>
        <w:t xml:space="preserve">… </w:t>
      </w:r>
      <w:r w:rsidR="00855694" w:rsidRPr="009071AC">
        <w:t>un gentilhomme</w:t>
      </w:r>
      <w:r>
        <w:t> !…</w:t>
      </w:r>
    </w:p>
    <w:p w14:paraId="417092F6" w14:textId="0B7A080E" w:rsidR="00F635DB" w:rsidRDefault="00855694" w:rsidP="00F635DB">
      <w:r w:rsidRPr="009071AC">
        <w:t>En proie à une agitation convulsive</w:t>
      </w:r>
      <w:r w:rsidR="00F635DB">
        <w:t>, M. de </w:t>
      </w:r>
      <w:proofErr w:type="spellStart"/>
      <w:r w:rsidRPr="009071AC">
        <w:t>Valorsay</w:t>
      </w:r>
      <w:proofErr w:type="spellEnd"/>
      <w:r w:rsidRPr="009071AC">
        <w:t xml:space="preserve"> marchait au hasard dans le salon</w:t>
      </w:r>
      <w:r w:rsidR="00F635DB">
        <w:t xml:space="preserve">… </w:t>
      </w:r>
      <w:r w:rsidRPr="009071AC">
        <w:t>S</w:t>
      </w:r>
      <w:r w:rsidR="00F635DB">
        <w:t>’</w:t>
      </w:r>
      <w:r w:rsidRPr="009071AC">
        <w:t>il eût aperçu son visage dans une glace</w:t>
      </w:r>
      <w:r w:rsidR="00F635DB">
        <w:t xml:space="preserve">, </w:t>
      </w:r>
      <w:r w:rsidRPr="009071AC">
        <w:t>il se fût fait peur</w:t>
      </w:r>
      <w:r w:rsidR="00F635DB">
        <w:t>.</w:t>
      </w:r>
    </w:p>
    <w:p w14:paraId="4AA5A6F7" w14:textId="6435D2F8" w:rsidR="00F635DB" w:rsidRDefault="00F635DB" w:rsidP="00F635DB">
      <w:r>
        <w:t>— </w:t>
      </w:r>
      <w:r w:rsidR="00855694" w:rsidRPr="009071AC">
        <w:t>Un gentilhomme</w:t>
      </w:r>
      <w:r>
        <w:t xml:space="preserve"> ! </w:t>
      </w:r>
      <w:r w:rsidR="00855694" w:rsidRPr="009071AC">
        <w:t>répétait-il avec l</w:t>
      </w:r>
      <w:r>
        <w:t>’</w:t>
      </w:r>
      <w:r w:rsidR="00855694" w:rsidRPr="009071AC">
        <w:t>accent d</w:t>
      </w:r>
      <w:r>
        <w:t>’</w:t>
      </w:r>
      <w:r w:rsidR="00855694" w:rsidRPr="009071AC">
        <w:t>une rage contenue</w:t>
      </w:r>
      <w:r>
        <w:t xml:space="preserve">, </w:t>
      </w:r>
      <w:r w:rsidR="00855694" w:rsidRPr="009071AC">
        <w:t>un gentilhomme</w:t>
      </w:r>
      <w:r>
        <w:t xml:space="preserve"> !… </w:t>
      </w:r>
      <w:r w:rsidR="00855694" w:rsidRPr="009071AC">
        <w:t>Les gens</w:t>
      </w:r>
      <w:r>
        <w:t xml:space="preserve">, </w:t>
      </w:r>
      <w:r w:rsidR="00855694" w:rsidRPr="009071AC">
        <w:t>n</w:t>
      </w:r>
      <w:r>
        <w:t>’</w:t>
      </w:r>
      <w:r w:rsidR="00855694" w:rsidRPr="009071AC">
        <w:t>ont que ce mot à la bouche</w:t>
      </w:r>
      <w:r>
        <w:t xml:space="preserve">, </w:t>
      </w:r>
      <w:r w:rsidR="00855694" w:rsidRPr="009071AC">
        <w:t>maintenant</w:t>
      </w:r>
      <w:r>
        <w:t xml:space="preserve">… </w:t>
      </w:r>
      <w:r w:rsidR="00855694" w:rsidRPr="009071AC">
        <w:t>Qu</w:t>
      </w:r>
      <w:r>
        <w:t>’</w:t>
      </w:r>
      <w:r w:rsidR="00855694" w:rsidRPr="009071AC">
        <w:t>entendez-vous donc par un gentilhomme</w:t>
      </w:r>
      <w:r>
        <w:t xml:space="preserve">, </w:t>
      </w:r>
      <w:r w:rsidR="00855694" w:rsidRPr="009071AC">
        <w:t>s</w:t>
      </w:r>
      <w:r>
        <w:t>’</w:t>
      </w:r>
      <w:r w:rsidR="00855694" w:rsidRPr="009071AC">
        <w:t>il vous plaît</w:t>
      </w:r>
      <w:r>
        <w:t xml:space="preserve">, </w:t>
      </w:r>
      <w:proofErr w:type="spellStart"/>
      <w:r w:rsidR="00855694" w:rsidRPr="009071AC">
        <w:t>mons</w:t>
      </w:r>
      <w:proofErr w:type="spellEnd"/>
      <w:r w:rsidR="00855694" w:rsidRPr="009071AC">
        <w:t xml:space="preserve"> Fortunat</w:t>
      </w:r>
      <w:r>
        <w:t xml:space="preserve"> !… </w:t>
      </w:r>
      <w:r w:rsidR="00855694" w:rsidRPr="009071AC">
        <w:t>Ne serait-ce pas par hasard un personnage héroïque et idiot qui traverse la vie d</w:t>
      </w:r>
      <w:r>
        <w:t>’</w:t>
      </w:r>
      <w:r w:rsidR="00855694" w:rsidRPr="009071AC">
        <w:t>un pas grave</w:t>
      </w:r>
      <w:r>
        <w:t xml:space="preserve">, </w:t>
      </w:r>
      <w:r w:rsidR="00855694" w:rsidRPr="009071AC">
        <w:t>mélancoliquement drapé dans ses principes</w:t>
      </w:r>
      <w:r>
        <w:t xml:space="preserve">, </w:t>
      </w:r>
      <w:r w:rsidR="00855694" w:rsidRPr="009071AC">
        <w:t>stoïque autant que Job et résigné comme un martyr</w:t>
      </w:r>
      <w:r>
        <w:t xml:space="preserve">… </w:t>
      </w:r>
      <w:r w:rsidR="00855694" w:rsidRPr="009071AC">
        <w:t>une manière de Don Quichotte moral prêchant l</w:t>
      </w:r>
      <w:r>
        <w:t>’</w:t>
      </w:r>
      <w:r w:rsidR="00855694" w:rsidRPr="009071AC">
        <w:t>austère vertu et la pratiquant</w:t>
      </w:r>
      <w:r>
        <w:t xml:space="preserve"> ?… </w:t>
      </w:r>
      <w:r w:rsidR="00855694" w:rsidRPr="009071AC">
        <w:t>Le malheur est que les grands sentiments sont hors de prix</w:t>
      </w:r>
      <w:r>
        <w:t xml:space="preserve">, </w:t>
      </w:r>
      <w:r w:rsidR="00855694" w:rsidRPr="009071AC">
        <w:t>et je suis ruiné</w:t>
      </w:r>
      <w:r>
        <w:t xml:space="preserve">… </w:t>
      </w:r>
      <w:r w:rsidR="00855694" w:rsidRPr="009071AC">
        <w:t>D</w:t>
      </w:r>
      <w:r>
        <w:t>’</w:t>
      </w:r>
      <w:r w:rsidR="00855694" w:rsidRPr="009071AC">
        <w:t>ailleurs</w:t>
      </w:r>
      <w:r>
        <w:t xml:space="preserve">, </w:t>
      </w:r>
      <w:r w:rsidR="00855694" w:rsidRPr="009071AC">
        <w:t>les miroirs de chevalerie sont cassés</w:t>
      </w:r>
      <w:r>
        <w:t xml:space="preserve">, </w:t>
      </w:r>
      <w:r w:rsidR="00855694" w:rsidRPr="009071AC">
        <w:t>je vous en préviens</w:t>
      </w:r>
      <w:r>
        <w:t xml:space="preserve">… </w:t>
      </w:r>
      <w:r w:rsidR="00855694" w:rsidRPr="009071AC">
        <w:t>Moi je ne suis pas un saint</w:t>
      </w:r>
      <w:r>
        <w:t xml:space="preserve">, </w:t>
      </w:r>
      <w:r w:rsidR="00855694" w:rsidRPr="009071AC">
        <w:t>j</w:t>
      </w:r>
      <w:r>
        <w:t>’</w:t>
      </w:r>
      <w:r w:rsidR="00855694" w:rsidRPr="009071AC">
        <w:t>aime la vie et tout ce qui la fait belle et facile</w:t>
      </w:r>
      <w:r>
        <w:t xml:space="preserve"> : </w:t>
      </w:r>
      <w:r w:rsidR="00855694" w:rsidRPr="009071AC">
        <w:t>les femmes</w:t>
      </w:r>
      <w:r>
        <w:t xml:space="preserve">, </w:t>
      </w:r>
      <w:r w:rsidR="00855694" w:rsidRPr="009071AC">
        <w:t>le jeu</w:t>
      </w:r>
      <w:r>
        <w:t xml:space="preserve">, </w:t>
      </w:r>
      <w:r w:rsidR="00855694" w:rsidRPr="009071AC">
        <w:t>le luxe</w:t>
      </w:r>
      <w:r>
        <w:t xml:space="preserve">, </w:t>
      </w:r>
      <w:r w:rsidR="00855694" w:rsidRPr="009071AC">
        <w:t>les chevaux</w:t>
      </w:r>
      <w:r>
        <w:t xml:space="preserve">… </w:t>
      </w:r>
      <w:r w:rsidR="00855694" w:rsidRPr="009071AC">
        <w:t>et pour me procurer tout cela</w:t>
      </w:r>
      <w:r>
        <w:t xml:space="preserve">, </w:t>
      </w:r>
      <w:r w:rsidR="00855694" w:rsidRPr="009071AC">
        <w:t>comme je suis de mon temps</w:t>
      </w:r>
      <w:r>
        <w:t xml:space="preserve">, </w:t>
      </w:r>
      <w:r w:rsidR="00855694" w:rsidRPr="009071AC">
        <w:t>je me bats avec les armes de mon temps</w:t>
      </w:r>
      <w:r>
        <w:t xml:space="preserve">… </w:t>
      </w:r>
      <w:r w:rsidR="00855694" w:rsidRPr="009071AC">
        <w:t>Être honnête est superbe</w:t>
      </w:r>
      <w:r>
        <w:t xml:space="preserve">, </w:t>
      </w:r>
      <w:r w:rsidR="00855694" w:rsidRPr="009071AC">
        <w:t>mais tant qu</w:t>
      </w:r>
      <w:r>
        <w:t>’</w:t>
      </w:r>
      <w:r w:rsidR="00855694" w:rsidRPr="009071AC">
        <w:t>à ne l</w:t>
      </w:r>
      <w:r>
        <w:t>’</w:t>
      </w:r>
      <w:r w:rsidR="00855694" w:rsidRPr="009071AC">
        <w:t>être pas</w:t>
      </w:r>
      <w:r>
        <w:t xml:space="preserve">, </w:t>
      </w:r>
      <w:r w:rsidR="00855694" w:rsidRPr="009071AC">
        <w:t>je préfère une énorme infamie qui me donnera cent mille livres de rentes à cent mille petites gredineries à vingt sous pièce</w:t>
      </w:r>
      <w:r>
        <w:t xml:space="preserve">… </w:t>
      </w:r>
      <w:r w:rsidR="00855694" w:rsidRPr="009071AC">
        <w:t>le garçon me gêne</w:t>
      </w:r>
      <w:r>
        <w:t xml:space="preserve">, </w:t>
      </w:r>
      <w:r w:rsidR="00855694" w:rsidRPr="009071AC">
        <w:t>je le supprime</w:t>
      </w:r>
      <w:r>
        <w:t xml:space="preserve">… </w:t>
      </w:r>
      <w:r w:rsidR="00855694" w:rsidRPr="009071AC">
        <w:t>tant pis pour lui</w:t>
      </w:r>
      <w:r>
        <w:t xml:space="preserve">, </w:t>
      </w:r>
      <w:r w:rsidR="00855694" w:rsidRPr="009071AC">
        <w:t>pourquoi se trouve-t-il là</w:t>
      </w:r>
      <w:r>
        <w:t xml:space="preserve"> !… </w:t>
      </w:r>
      <w:r w:rsidR="00855694" w:rsidRPr="009071AC">
        <w:t>Si j</w:t>
      </w:r>
      <w:r>
        <w:t>’</w:t>
      </w:r>
      <w:r w:rsidR="00855694" w:rsidRPr="009071AC">
        <w:t>avais pu le mener sur le terrain</w:t>
      </w:r>
      <w:r>
        <w:t xml:space="preserve">, </w:t>
      </w:r>
      <w:r w:rsidR="00855694" w:rsidRPr="009071AC">
        <w:t>en plein soleil</w:t>
      </w:r>
      <w:r>
        <w:t xml:space="preserve">, </w:t>
      </w:r>
      <w:r w:rsidR="00855694" w:rsidRPr="009071AC">
        <w:t>je l</w:t>
      </w:r>
      <w:r>
        <w:t>’</w:t>
      </w:r>
      <w:r w:rsidR="00855694" w:rsidRPr="009071AC">
        <w:t>aurais expédié dans les règles</w:t>
      </w:r>
      <w:r>
        <w:t xml:space="preserve">, </w:t>
      </w:r>
      <w:r w:rsidR="00855694" w:rsidRPr="009071AC">
        <w:t>par devant témoins</w:t>
      </w:r>
      <w:r>
        <w:t xml:space="preserve">… </w:t>
      </w:r>
      <w:r w:rsidR="00855694" w:rsidRPr="009071AC">
        <w:t>mais agir ainsi</w:t>
      </w:r>
      <w:r>
        <w:t xml:space="preserve">, </w:t>
      </w:r>
      <w:r w:rsidR="00855694" w:rsidRPr="009071AC">
        <w:t>c</w:t>
      </w:r>
      <w:r>
        <w:t>’</w:t>
      </w:r>
      <w:r w:rsidR="00855694" w:rsidRPr="009071AC">
        <w:t xml:space="preserve">eût été renoncer à </w:t>
      </w:r>
      <w:r>
        <w:t>M</w:t>
      </w:r>
      <w:r w:rsidRPr="00F635DB">
        <w:rPr>
          <w:vertAlign w:val="superscript"/>
        </w:rPr>
        <w:t>lle</w:t>
      </w:r>
      <w:r>
        <w:t> </w:t>
      </w:r>
      <w:r w:rsidR="00855694" w:rsidRPr="009071AC">
        <w:t>Marguerite</w:t>
      </w:r>
      <w:r>
        <w:t xml:space="preserve">… </w:t>
      </w:r>
      <w:r w:rsidR="00855694" w:rsidRPr="009071AC">
        <w:t>J</w:t>
      </w:r>
      <w:r>
        <w:t>’</w:t>
      </w:r>
      <w:r w:rsidR="00855694" w:rsidRPr="009071AC">
        <w:t>ai dû chercher autre chose</w:t>
      </w:r>
      <w:r>
        <w:t xml:space="preserve">… </w:t>
      </w:r>
      <w:r w:rsidR="00855694" w:rsidRPr="009071AC">
        <w:t>Je n</w:t>
      </w:r>
      <w:r>
        <w:t>’</w:t>
      </w:r>
      <w:r w:rsidR="00855694" w:rsidRPr="009071AC">
        <w:t>avais pas le choix des moyens</w:t>
      </w:r>
      <w:r>
        <w:t xml:space="preserve">, </w:t>
      </w:r>
      <w:r w:rsidR="00855694" w:rsidRPr="009071AC">
        <w:t>n</w:t>
      </w:r>
      <w:r>
        <w:t>’</w:t>
      </w:r>
      <w:r w:rsidR="00855694" w:rsidRPr="009071AC">
        <w:t>est-ce pas</w:t>
      </w:r>
      <w:r>
        <w:t xml:space="preserve"> ?… </w:t>
      </w:r>
      <w:r w:rsidR="00855694" w:rsidRPr="009071AC">
        <w:t>L</w:t>
      </w:r>
      <w:r>
        <w:t>’</w:t>
      </w:r>
      <w:r w:rsidR="00855694" w:rsidRPr="009071AC">
        <w:t xml:space="preserve">homme </w:t>
      </w:r>
      <w:r w:rsidR="00855694" w:rsidRPr="009071AC">
        <w:lastRenderedPageBreak/>
        <w:t>qui se noie et qui en est à sa dernière gorgée ne repousse pas une planche de salut</w:t>
      </w:r>
      <w:r>
        <w:t xml:space="preserve">, </w:t>
      </w:r>
      <w:r w:rsidR="00855694" w:rsidRPr="009071AC">
        <w:t>parce qu</w:t>
      </w:r>
      <w:r>
        <w:t>’</w:t>
      </w:r>
      <w:r w:rsidR="00855694" w:rsidRPr="009071AC">
        <w:t>elle est malpropre</w:t>
      </w:r>
      <w:r>
        <w:t>…</w:t>
      </w:r>
    </w:p>
    <w:p w14:paraId="2623E0C5" w14:textId="77777777" w:rsidR="00F635DB" w:rsidRDefault="00855694" w:rsidP="00F635DB">
      <w:r w:rsidRPr="009071AC">
        <w:t>Il eut un geste plus violent encore que ses paroles</w:t>
      </w:r>
      <w:r w:rsidR="00F635DB">
        <w:t xml:space="preserve">, </w:t>
      </w:r>
      <w:r w:rsidRPr="009071AC">
        <w:t>et se jeta sur un canapé</w:t>
      </w:r>
      <w:r w:rsidR="00F635DB">
        <w:t xml:space="preserve">, </w:t>
      </w:r>
      <w:r w:rsidRPr="009071AC">
        <w:t>prenant son front entre ses mains</w:t>
      </w:r>
      <w:r w:rsidR="00F635DB">
        <w:t xml:space="preserve">, </w:t>
      </w:r>
      <w:r w:rsidRPr="009071AC">
        <w:t>comme s</w:t>
      </w:r>
      <w:r w:rsidR="00F635DB">
        <w:t>’</w:t>
      </w:r>
      <w:r w:rsidRPr="009071AC">
        <w:t>il l</w:t>
      </w:r>
      <w:r w:rsidR="00F635DB">
        <w:t>’</w:t>
      </w:r>
      <w:r w:rsidRPr="009071AC">
        <w:t>eût senti près d</w:t>
      </w:r>
      <w:r w:rsidR="00F635DB">
        <w:t>’</w:t>
      </w:r>
      <w:r w:rsidRPr="009071AC">
        <w:t>éclater</w:t>
      </w:r>
      <w:r w:rsidR="00F635DB">
        <w:t>.</w:t>
      </w:r>
    </w:p>
    <w:p w14:paraId="51AA3003" w14:textId="77777777" w:rsidR="00F635DB" w:rsidRDefault="00855694" w:rsidP="00F635DB">
      <w:r w:rsidRPr="009071AC">
        <w:t>La colère l</w:t>
      </w:r>
      <w:r w:rsidR="00F635DB">
        <w:t>’</w:t>
      </w:r>
      <w:r w:rsidRPr="009071AC">
        <w:t>étouffait</w:t>
      </w:r>
      <w:r w:rsidR="00F635DB">
        <w:t xml:space="preserve">, </w:t>
      </w:r>
      <w:r w:rsidRPr="009071AC">
        <w:t>et plus encore quelque chose qu</w:t>
      </w:r>
      <w:r w:rsidR="00F635DB">
        <w:t>’</w:t>
      </w:r>
      <w:r w:rsidRPr="009071AC">
        <w:t>il ne s</w:t>
      </w:r>
      <w:r w:rsidR="00F635DB">
        <w:t>’</w:t>
      </w:r>
      <w:r w:rsidRPr="009071AC">
        <w:t>avouait pas</w:t>
      </w:r>
      <w:r w:rsidR="00F635DB">
        <w:t xml:space="preserve">, </w:t>
      </w:r>
      <w:r w:rsidRPr="009071AC">
        <w:t>le soulèvement de sa conscience et la révolte de ses derniers instincts d</w:t>
      </w:r>
      <w:r w:rsidR="00F635DB">
        <w:t>’</w:t>
      </w:r>
      <w:r w:rsidRPr="009071AC">
        <w:t>honnêteté</w:t>
      </w:r>
      <w:r w:rsidR="00F635DB">
        <w:t>.</w:t>
      </w:r>
    </w:p>
    <w:p w14:paraId="7FDABFE9" w14:textId="77777777" w:rsidR="00F635DB" w:rsidRDefault="00855694" w:rsidP="00F635DB">
      <w:r w:rsidRPr="009071AC">
        <w:t>Assurément il avait peu de préjugés</w:t>
      </w:r>
      <w:r w:rsidR="00F635DB">
        <w:t xml:space="preserve">, </w:t>
      </w:r>
      <w:r w:rsidRPr="009071AC">
        <w:t>et depuis longtemps il s</w:t>
      </w:r>
      <w:r w:rsidR="00F635DB">
        <w:t>’</w:t>
      </w:r>
      <w:r w:rsidRPr="009071AC">
        <w:t>était mis au-dessus des préceptes de la morale vulgaire qu</w:t>
      </w:r>
      <w:r w:rsidR="00F635DB">
        <w:t>’</w:t>
      </w:r>
      <w:r w:rsidRPr="009071AC">
        <w:t>il traitait de doctrine d</w:t>
      </w:r>
      <w:r w:rsidR="00F635DB">
        <w:t>’</w:t>
      </w:r>
      <w:r w:rsidRPr="009071AC">
        <w:t>abrutissement</w:t>
      </w:r>
      <w:r w:rsidR="00F635DB">
        <w:t xml:space="preserve">. </w:t>
      </w:r>
      <w:r w:rsidRPr="009071AC">
        <w:t>Mais du moins</w:t>
      </w:r>
      <w:r w:rsidR="00F635DB">
        <w:t xml:space="preserve">, </w:t>
      </w:r>
      <w:r w:rsidRPr="009071AC">
        <w:t>jusqu</w:t>
      </w:r>
      <w:r w:rsidR="00F635DB">
        <w:t>’</w:t>
      </w:r>
      <w:r w:rsidRPr="009071AC">
        <w:t>à ce jour</w:t>
      </w:r>
      <w:r w:rsidR="00F635DB">
        <w:t xml:space="preserve">, </w:t>
      </w:r>
      <w:r w:rsidRPr="009071AC">
        <w:t>jamais il n</w:t>
      </w:r>
      <w:r w:rsidR="00F635DB">
        <w:t>’</w:t>
      </w:r>
      <w:r w:rsidRPr="009071AC">
        <w:t>avait formellement violé aucun article du code des gens d</w:t>
      </w:r>
      <w:r w:rsidR="00F635DB">
        <w:t>’</w:t>
      </w:r>
      <w:r w:rsidRPr="009071AC">
        <w:t>honneur</w:t>
      </w:r>
      <w:r w:rsidR="00F635DB">
        <w:t xml:space="preserve">. </w:t>
      </w:r>
      <w:r w:rsidRPr="009071AC">
        <w:t>Tandis que cette fois</w:t>
      </w:r>
      <w:r w:rsidR="00F635DB">
        <w:t>…</w:t>
      </w:r>
    </w:p>
    <w:p w14:paraId="78AA4B4E" w14:textId="3A43EB3C" w:rsidR="00F635DB" w:rsidRDefault="00F635DB" w:rsidP="00F635DB">
      <w:r>
        <w:t>— </w:t>
      </w:r>
      <w:r w:rsidR="00855694" w:rsidRPr="009071AC">
        <w:t>C</w:t>
      </w:r>
      <w:r>
        <w:t>’</w:t>
      </w:r>
      <w:r w:rsidR="00855694" w:rsidRPr="009071AC">
        <w:t>est une abominable action que vous venez de commettre</w:t>
      </w:r>
      <w:r>
        <w:t xml:space="preserve">, </w:t>
      </w:r>
      <w:r w:rsidR="00855694" w:rsidRPr="009071AC">
        <w:t>monsieur le marquis</w:t>
      </w:r>
      <w:r>
        <w:t xml:space="preserve">, </w:t>
      </w:r>
      <w:r w:rsidR="00855694" w:rsidRPr="009071AC">
        <w:t xml:space="preserve">prononça froidement </w:t>
      </w:r>
      <w:r>
        <w:t>M. </w:t>
      </w:r>
      <w:r w:rsidR="00855694" w:rsidRPr="009071AC">
        <w:t>Fortunat</w:t>
      </w:r>
      <w:r>
        <w:t>…</w:t>
      </w:r>
    </w:p>
    <w:p w14:paraId="09C8ED66" w14:textId="77777777" w:rsidR="00F635DB" w:rsidRDefault="00F635DB" w:rsidP="00F635DB">
      <w:r>
        <w:t>— </w:t>
      </w:r>
      <w:r w:rsidR="00855694" w:rsidRPr="009071AC">
        <w:t>Oh</w:t>
      </w:r>
      <w:r>
        <w:t xml:space="preserve"> !… </w:t>
      </w:r>
      <w:r w:rsidR="00855694" w:rsidRPr="009071AC">
        <w:t>pas de morale</w:t>
      </w:r>
      <w:r>
        <w:t>.</w:t>
      </w:r>
    </w:p>
    <w:p w14:paraId="72E505CB" w14:textId="77777777" w:rsidR="00F635DB" w:rsidRDefault="00F635DB" w:rsidP="00F635DB">
      <w:r>
        <w:t>— </w:t>
      </w:r>
      <w:r w:rsidR="00855694" w:rsidRPr="009071AC">
        <w:t>Cela ne fait jamais mal</w:t>
      </w:r>
      <w:r>
        <w:t>.</w:t>
      </w:r>
    </w:p>
    <w:p w14:paraId="6FABDB6C" w14:textId="77777777" w:rsidR="00F635DB" w:rsidRDefault="00855694" w:rsidP="00F635DB">
      <w:r w:rsidRPr="009071AC">
        <w:t>Le marquis haussa les épaules</w:t>
      </w:r>
      <w:r w:rsidR="00F635DB">
        <w:t xml:space="preserve">, </w:t>
      </w:r>
      <w:r w:rsidRPr="009071AC">
        <w:t>et d</w:t>
      </w:r>
      <w:r w:rsidR="00F635DB">
        <w:t>’</w:t>
      </w:r>
      <w:r w:rsidRPr="009071AC">
        <w:t>un ton d</w:t>
      </w:r>
      <w:r w:rsidR="00F635DB">
        <w:t>’</w:t>
      </w:r>
      <w:r w:rsidRPr="009071AC">
        <w:t>amère gouaillerie</w:t>
      </w:r>
      <w:r w:rsidR="00F635DB">
        <w:t> :</w:t>
      </w:r>
    </w:p>
    <w:p w14:paraId="3930AFD3" w14:textId="1B48910D" w:rsidR="00F635DB" w:rsidRDefault="00F635DB" w:rsidP="00F635DB">
      <w:r>
        <w:t>— </w:t>
      </w:r>
      <w:r w:rsidR="00855694" w:rsidRPr="009071AC">
        <w:t>Voyons</w:t>
      </w:r>
      <w:r>
        <w:t xml:space="preserve">, </w:t>
      </w:r>
      <w:proofErr w:type="spellStart"/>
      <w:r w:rsidR="00855694" w:rsidRPr="009071AC">
        <w:t>mons</w:t>
      </w:r>
      <w:proofErr w:type="spellEnd"/>
      <w:r w:rsidR="00855694" w:rsidRPr="009071AC">
        <w:t xml:space="preserve"> Fortunat</w:t>
      </w:r>
      <w:r>
        <w:t xml:space="preserve">, </w:t>
      </w:r>
      <w:r w:rsidR="00855694" w:rsidRPr="009071AC">
        <w:t>dit-il</w:t>
      </w:r>
      <w:r>
        <w:t xml:space="preserve">, </w:t>
      </w:r>
      <w:r w:rsidR="00855694" w:rsidRPr="009071AC">
        <w:t>tenez-vous énormément à perdre les 4</w:t>
      </w:r>
      <w:r w:rsidRPr="009071AC">
        <w:t>0</w:t>
      </w:r>
      <w:r>
        <w:t>,</w:t>
      </w:r>
      <w:r w:rsidRPr="009071AC">
        <w:t>0</w:t>
      </w:r>
      <w:r w:rsidR="00855694" w:rsidRPr="009071AC">
        <w:t>00 francs que vous m</w:t>
      </w:r>
      <w:r>
        <w:t>’</w:t>
      </w:r>
      <w:r w:rsidR="00855694" w:rsidRPr="009071AC">
        <w:t>avez avancés</w:t>
      </w:r>
      <w:r>
        <w:t xml:space="preserve"> ?… </w:t>
      </w:r>
      <w:r w:rsidR="00855694" w:rsidRPr="009071AC">
        <w:t>C</w:t>
      </w:r>
      <w:r>
        <w:t>’</w:t>
      </w:r>
      <w:r w:rsidR="00855694" w:rsidRPr="009071AC">
        <w:t>est facile</w:t>
      </w:r>
      <w:r>
        <w:t xml:space="preserve">. </w:t>
      </w:r>
      <w:r w:rsidR="00855694" w:rsidRPr="009071AC">
        <w:t>Courez chez la d</w:t>
      </w:r>
      <w:r>
        <w:t>’</w:t>
      </w:r>
      <w:r w:rsidR="00855694" w:rsidRPr="009071AC">
        <w:t>Argelès</w:t>
      </w:r>
      <w:r>
        <w:t xml:space="preserve">, </w:t>
      </w:r>
      <w:r w:rsidR="00855694" w:rsidRPr="009071AC">
        <w:t xml:space="preserve">demandez </w:t>
      </w:r>
      <w:r>
        <w:t>M. de </w:t>
      </w:r>
      <w:proofErr w:type="spellStart"/>
      <w:r w:rsidR="00855694" w:rsidRPr="009071AC">
        <w:t>Coralth</w:t>
      </w:r>
      <w:proofErr w:type="spellEnd"/>
      <w:r>
        <w:t xml:space="preserve">, </w:t>
      </w:r>
      <w:r w:rsidR="00855694" w:rsidRPr="009071AC">
        <w:t>donnez-lui contre-ordre de ma part</w:t>
      </w:r>
      <w:r>
        <w:t xml:space="preserve">, </w:t>
      </w:r>
      <w:r w:rsidR="00855694" w:rsidRPr="009071AC">
        <w:t>et l</w:t>
      </w:r>
      <w:r>
        <w:t>’</w:t>
      </w:r>
      <w:r w:rsidR="00855694" w:rsidRPr="009071AC">
        <w:t>autre sera sauvé</w:t>
      </w:r>
      <w:r>
        <w:t xml:space="preserve">, </w:t>
      </w:r>
      <w:r w:rsidR="00855694" w:rsidRPr="009071AC">
        <w:t xml:space="preserve">et il épousera les millions de </w:t>
      </w:r>
      <w:r>
        <w:t>M</w:t>
      </w:r>
      <w:r w:rsidRPr="00F635DB">
        <w:rPr>
          <w:vertAlign w:val="superscript"/>
        </w:rPr>
        <w:t>lle</w:t>
      </w:r>
      <w:r>
        <w:t> </w:t>
      </w:r>
      <w:r w:rsidR="00855694" w:rsidRPr="009071AC">
        <w:t>Marguerite</w:t>
      </w:r>
      <w:r>
        <w:t>.</w:t>
      </w:r>
    </w:p>
    <w:p w14:paraId="7A22795E" w14:textId="55F7C9FB" w:rsidR="00F635DB" w:rsidRDefault="00F635DB" w:rsidP="00F635DB">
      <w:r>
        <w:t>M. </w:t>
      </w:r>
      <w:r w:rsidR="00855694" w:rsidRPr="009071AC">
        <w:t>Fortunat se tut</w:t>
      </w:r>
      <w:r>
        <w:t>.</w:t>
      </w:r>
    </w:p>
    <w:p w14:paraId="4CA007DB" w14:textId="25D4951C" w:rsidR="00F635DB" w:rsidRDefault="00855694" w:rsidP="00F635DB">
      <w:r w:rsidRPr="009071AC">
        <w:lastRenderedPageBreak/>
        <w:t>Il ne pouvait pas dire au marquis</w:t>
      </w:r>
      <w:r w:rsidR="00F635DB">
        <w:t> : « </w:t>
      </w:r>
      <w:r w:rsidRPr="009071AC">
        <w:t>Eh</w:t>
      </w:r>
      <w:r w:rsidR="00F635DB">
        <w:t xml:space="preserve"> ! </w:t>
      </w:r>
      <w:r w:rsidRPr="009071AC">
        <w:t>ils sont perdus</w:t>
      </w:r>
      <w:r w:rsidR="00F635DB">
        <w:t xml:space="preserve">, </w:t>
      </w:r>
      <w:r w:rsidRPr="009071AC">
        <w:t>mes 4</w:t>
      </w:r>
      <w:r w:rsidR="00F635DB" w:rsidRPr="009071AC">
        <w:t>0</w:t>
      </w:r>
      <w:r w:rsidR="00F635DB">
        <w:t>,</w:t>
      </w:r>
      <w:r w:rsidR="00F635DB" w:rsidRPr="009071AC">
        <w:t>0</w:t>
      </w:r>
      <w:r w:rsidRPr="009071AC">
        <w:t>00 francs</w:t>
      </w:r>
      <w:r w:rsidR="00F635DB">
        <w:t xml:space="preserve">, </w:t>
      </w:r>
      <w:r w:rsidRPr="009071AC">
        <w:t>je ne le sais que trop</w:t>
      </w:r>
      <w:r w:rsidR="00F635DB">
        <w:t>… M</w:t>
      </w:r>
      <w:r w:rsidR="00F635DB" w:rsidRPr="00F635DB">
        <w:rPr>
          <w:vertAlign w:val="superscript"/>
        </w:rPr>
        <w:t>lle</w:t>
      </w:r>
      <w:r w:rsidR="00F635DB">
        <w:t> </w:t>
      </w:r>
      <w:r w:rsidRPr="009071AC">
        <w:t>Marguerite n</w:t>
      </w:r>
      <w:r w:rsidR="00F635DB">
        <w:t>’</w:t>
      </w:r>
      <w:r w:rsidRPr="009071AC">
        <w:t>a plus de millions et vous avez commis un crime inutile</w:t>
      </w:r>
      <w:r w:rsidR="00F635DB">
        <w:t>… »</w:t>
      </w:r>
    </w:p>
    <w:p w14:paraId="1A759808" w14:textId="77777777" w:rsidR="00F635DB" w:rsidRDefault="00855694" w:rsidP="00F635DB">
      <w:r w:rsidRPr="009071AC">
        <w:t>C</w:t>
      </w:r>
      <w:r w:rsidR="00F635DB">
        <w:t>’</w:t>
      </w:r>
      <w:r w:rsidRPr="009071AC">
        <w:t>était cependant cette conviction qui lui donnait son bel accent d</w:t>
      </w:r>
      <w:r w:rsidR="00F635DB">
        <w:t>’</w:t>
      </w:r>
      <w:r w:rsidRPr="009071AC">
        <w:t>honnêteté effarouchée</w:t>
      </w:r>
      <w:r w:rsidR="00F635DB">
        <w:t xml:space="preserve">. </w:t>
      </w:r>
      <w:r w:rsidRPr="009071AC">
        <w:t>Il se passait le luxe d</w:t>
      </w:r>
      <w:r w:rsidR="00F635DB">
        <w:t>’</w:t>
      </w:r>
      <w:r w:rsidRPr="009071AC">
        <w:t>un peu de vertu pour l</w:t>
      </w:r>
      <w:r w:rsidR="00F635DB">
        <w:t>’</w:t>
      </w:r>
      <w:r w:rsidRPr="009071AC">
        <w:t>argent qu</w:t>
      </w:r>
      <w:r w:rsidR="00F635DB">
        <w:t>’</w:t>
      </w:r>
      <w:r w:rsidRPr="009071AC">
        <w:t>il perdait</w:t>
      </w:r>
      <w:r w:rsidR="00F635DB">
        <w:t>.</w:t>
      </w:r>
    </w:p>
    <w:p w14:paraId="005C75D2" w14:textId="77777777" w:rsidR="00F635DB" w:rsidRDefault="00855694" w:rsidP="00F635DB">
      <w:r w:rsidRPr="009071AC">
        <w:t>Eût-il parlé comme il venait de le faire</w:t>
      </w:r>
      <w:r w:rsidR="00F635DB">
        <w:t xml:space="preserve">, </w:t>
      </w:r>
      <w:r w:rsidRPr="009071AC">
        <w:t>s</w:t>
      </w:r>
      <w:r w:rsidR="00F635DB">
        <w:t>’</w:t>
      </w:r>
      <w:r w:rsidRPr="009071AC">
        <w:t>il eût conservé beaucoup d</w:t>
      </w:r>
      <w:r w:rsidR="00F635DB">
        <w:t>’</w:t>
      </w:r>
      <w:r w:rsidRPr="009071AC">
        <w:t>espoir</w:t>
      </w:r>
      <w:r w:rsidR="00F635DB">
        <w:t xml:space="preserve"> ? </w:t>
      </w:r>
      <w:r w:rsidRPr="009071AC">
        <w:t>C</w:t>
      </w:r>
      <w:r w:rsidR="00F635DB">
        <w:t>’</w:t>
      </w:r>
      <w:r w:rsidRPr="009071AC">
        <w:t>est au moins douteux</w:t>
      </w:r>
      <w:r w:rsidR="00F635DB">
        <w:t>.</w:t>
      </w:r>
    </w:p>
    <w:p w14:paraId="5B9CAEE3" w14:textId="6174730A" w:rsidR="00F635DB" w:rsidRDefault="00855694" w:rsidP="00F635DB">
      <w:r w:rsidRPr="009071AC">
        <w:t>Quoi qu</w:t>
      </w:r>
      <w:r w:rsidR="00F635DB">
        <w:t>’</w:t>
      </w:r>
      <w:r w:rsidRPr="009071AC">
        <w:t>il en soit</w:t>
      </w:r>
      <w:r w:rsidR="00F635DB">
        <w:t xml:space="preserve">, </w:t>
      </w:r>
      <w:r w:rsidRPr="009071AC">
        <w:t xml:space="preserve">il faut rendre à </w:t>
      </w:r>
      <w:r w:rsidR="00F635DB">
        <w:t>M. </w:t>
      </w:r>
      <w:r w:rsidRPr="009071AC">
        <w:t>Fortunat cette justice que très-réellement et très-sincèrement il était révolté de ce qu</w:t>
      </w:r>
      <w:r w:rsidR="00F635DB">
        <w:t>’</w:t>
      </w:r>
      <w:r w:rsidRPr="009071AC">
        <w:t>il avait appelé une abominable action</w:t>
      </w:r>
      <w:r w:rsidR="00F635DB">
        <w:t>.</w:t>
      </w:r>
    </w:p>
    <w:p w14:paraId="601A1D24" w14:textId="77777777" w:rsidR="00F635DB" w:rsidRDefault="00855694" w:rsidP="00F635DB">
      <w:r w:rsidRPr="009071AC">
        <w:t>D</w:t>
      </w:r>
      <w:r w:rsidR="00F635DB">
        <w:t>’</w:t>
      </w:r>
      <w:r w:rsidRPr="009071AC">
        <w:t>abord</w:t>
      </w:r>
      <w:r w:rsidR="00F635DB">
        <w:t xml:space="preserve">, </w:t>
      </w:r>
      <w:r w:rsidRPr="009071AC">
        <w:t>c</w:t>
      </w:r>
      <w:r w:rsidR="00F635DB">
        <w:t>’</w:t>
      </w:r>
      <w:r w:rsidRPr="009071AC">
        <w:t>était un acte brutal et violent</w:t>
      </w:r>
      <w:r w:rsidR="00F635DB">
        <w:t xml:space="preserve">, </w:t>
      </w:r>
      <w:r w:rsidRPr="009071AC">
        <w:t>et il tenait</w:t>
      </w:r>
      <w:r w:rsidR="00F635DB">
        <w:t xml:space="preserve">, </w:t>
      </w:r>
      <w:r w:rsidRPr="009071AC">
        <w:t>lui</w:t>
      </w:r>
      <w:r w:rsidR="00F635DB">
        <w:t xml:space="preserve">, </w:t>
      </w:r>
      <w:r w:rsidRPr="009071AC">
        <w:t>pour les moyens doux</w:t>
      </w:r>
      <w:r w:rsidR="00F635DB">
        <w:t xml:space="preserve">. </w:t>
      </w:r>
      <w:r w:rsidRPr="009071AC">
        <w:t>En second lieu</w:t>
      </w:r>
      <w:r w:rsidR="00F635DB">
        <w:t xml:space="preserve">, </w:t>
      </w:r>
      <w:r w:rsidRPr="009071AC">
        <w:t>cela sortait absolument du cercle de ses opérations</w:t>
      </w:r>
      <w:r w:rsidR="00F635DB">
        <w:t xml:space="preserve">. </w:t>
      </w:r>
      <w:r w:rsidRPr="009071AC">
        <w:t>Autant de raisons pour mépriser le marquis et s</w:t>
      </w:r>
      <w:r w:rsidR="00F635DB">
        <w:t>’</w:t>
      </w:r>
      <w:r w:rsidRPr="009071AC">
        <w:t>estimer meilleur en se comparant à lui</w:t>
      </w:r>
      <w:r w:rsidR="00F635DB">
        <w:t xml:space="preserve">. </w:t>
      </w:r>
      <w:r w:rsidRPr="009071AC">
        <w:t>Cela arrive journellement et c</w:t>
      </w:r>
      <w:r w:rsidR="00F635DB">
        <w:t>’</w:t>
      </w:r>
      <w:r w:rsidRPr="009071AC">
        <w:t>est même une joie de ce monde d</w:t>
      </w:r>
      <w:r w:rsidR="00F635DB">
        <w:t>’</w:t>
      </w:r>
      <w:r w:rsidRPr="009071AC">
        <w:t>entendre les coquins se juger entre eux</w:t>
      </w:r>
      <w:r w:rsidR="00F635DB">
        <w:t xml:space="preserve">. </w:t>
      </w:r>
      <w:r w:rsidRPr="009071AC">
        <w:t>Il faut voir comme celui qui dépouille les gens à la Bourse traite celui qui détrousse sur les grands chemins</w:t>
      </w:r>
      <w:r w:rsidR="00F635DB">
        <w:t xml:space="preserve">… </w:t>
      </w:r>
      <w:r w:rsidRPr="009071AC">
        <w:t>et réciproquement</w:t>
      </w:r>
      <w:r w:rsidR="00F635DB">
        <w:t>.</w:t>
      </w:r>
    </w:p>
    <w:p w14:paraId="052D9134" w14:textId="77777777" w:rsidR="00F635DB" w:rsidRDefault="00855694" w:rsidP="00F635DB">
      <w:r w:rsidRPr="009071AC">
        <w:t>Cependant</w:t>
      </w:r>
      <w:r w:rsidR="00F635DB">
        <w:t xml:space="preserve">, </w:t>
      </w:r>
      <w:r w:rsidRPr="009071AC">
        <w:t>grâce à un énergique effort de volonté</w:t>
      </w:r>
      <w:r w:rsidR="00F635DB">
        <w:t xml:space="preserve">, </w:t>
      </w:r>
      <w:r w:rsidRPr="009071AC">
        <w:t xml:space="preserve">le marquis de </w:t>
      </w:r>
      <w:proofErr w:type="spellStart"/>
      <w:r w:rsidRPr="009071AC">
        <w:t>Valorsay</w:t>
      </w:r>
      <w:proofErr w:type="spellEnd"/>
      <w:r w:rsidRPr="009071AC">
        <w:t xml:space="preserve"> avait repris son attitude hautaine</w:t>
      </w:r>
      <w:r w:rsidR="00F635DB">
        <w:t xml:space="preserve">, </w:t>
      </w:r>
      <w:r w:rsidRPr="009071AC">
        <w:t>et d</w:t>
      </w:r>
      <w:r w:rsidR="00F635DB">
        <w:t>’</w:t>
      </w:r>
      <w:r w:rsidRPr="009071AC">
        <w:t>un geste familier il ramenait aux places vides ce qui lui restait de cheveux</w:t>
      </w:r>
      <w:r w:rsidR="00F635DB">
        <w:t>.</w:t>
      </w:r>
    </w:p>
    <w:p w14:paraId="5DEC9FA6" w14:textId="77777777" w:rsidR="00F635DB" w:rsidRDefault="00855694" w:rsidP="00F635DB">
      <w:r w:rsidRPr="009071AC">
        <w:t>Bientôt il se leva</w:t>
      </w:r>
      <w:r w:rsidR="00F635DB">
        <w:t>.</w:t>
      </w:r>
    </w:p>
    <w:p w14:paraId="26155D82" w14:textId="77777777" w:rsidR="00F635DB" w:rsidRDefault="00F635DB" w:rsidP="00F635DB">
      <w:r>
        <w:t>— </w:t>
      </w:r>
      <w:r w:rsidR="00855694" w:rsidRPr="009071AC">
        <w:t>Tout cela</w:t>
      </w:r>
      <w:r>
        <w:t xml:space="preserve">, </w:t>
      </w:r>
      <w:r w:rsidR="00855694" w:rsidRPr="009071AC">
        <w:t>dit-il</w:t>
      </w:r>
      <w:r>
        <w:t xml:space="preserve">, </w:t>
      </w:r>
      <w:r w:rsidR="00855694" w:rsidRPr="009071AC">
        <w:t>est bel et bien</w:t>
      </w:r>
      <w:r>
        <w:t xml:space="preserve"> ; </w:t>
      </w:r>
      <w:r w:rsidR="00855694" w:rsidRPr="009071AC">
        <w:t>je n</w:t>
      </w:r>
      <w:r>
        <w:t>’</w:t>
      </w:r>
      <w:r w:rsidR="00855694" w:rsidRPr="009071AC">
        <w:t>en suis pas moins pressé de connaître le résultat de ma petite combinaison</w:t>
      </w:r>
      <w:r>
        <w:t xml:space="preserve">… </w:t>
      </w:r>
      <w:r w:rsidR="00855694" w:rsidRPr="009071AC">
        <w:t>C</w:t>
      </w:r>
      <w:r>
        <w:t>’</w:t>
      </w:r>
      <w:r w:rsidR="00855694" w:rsidRPr="009071AC">
        <w:t>est pourquoi</w:t>
      </w:r>
      <w:r>
        <w:t xml:space="preserve">, </w:t>
      </w:r>
      <w:proofErr w:type="spellStart"/>
      <w:r w:rsidR="00855694" w:rsidRPr="009071AC">
        <w:t>mons</w:t>
      </w:r>
      <w:proofErr w:type="spellEnd"/>
      <w:r w:rsidR="00855694" w:rsidRPr="009071AC">
        <w:t xml:space="preserve"> Fortunat</w:t>
      </w:r>
      <w:r>
        <w:t xml:space="preserve">, </w:t>
      </w:r>
      <w:r w:rsidR="00855694" w:rsidRPr="009071AC">
        <w:t>vous allez me compter les cinq cents louis que vous avez à me remettre</w:t>
      </w:r>
      <w:r>
        <w:t xml:space="preserve">… </w:t>
      </w:r>
      <w:r w:rsidR="00855694" w:rsidRPr="009071AC">
        <w:t>et après</w:t>
      </w:r>
      <w:r>
        <w:t xml:space="preserve">, </w:t>
      </w:r>
      <w:r w:rsidR="00855694" w:rsidRPr="009071AC">
        <w:t>bonne nuit</w:t>
      </w:r>
      <w:r>
        <w:t> !</w:t>
      </w:r>
    </w:p>
    <w:p w14:paraId="4D96F4FE" w14:textId="77777777" w:rsidR="00F635DB" w:rsidRDefault="00855694" w:rsidP="00F635DB">
      <w:r w:rsidRPr="009071AC">
        <w:lastRenderedPageBreak/>
        <w:t>Cette mise en demeure</w:t>
      </w:r>
      <w:r w:rsidR="00F635DB">
        <w:t xml:space="preserve">, </w:t>
      </w:r>
      <w:r w:rsidRPr="009071AC">
        <w:t>l</w:t>
      </w:r>
      <w:r w:rsidR="00F635DB">
        <w:t>’</w:t>
      </w:r>
      <w:r w:rsidRPr="009071AC">
        <w:t>homme d</w:t>
      </w:r>
      <w:r w:rsidR="00F635DB">
        <w:t>’</w:t>
      </w:r>
      <w:r w:rsidRPr="009071AC">
        <w:t>affaires l</w:t>
      </w:r>
      <w:r w:rsidR="00F635DB">
        <w:t>’</w:t>
      </w:r>
      <w:r w:rsidRPr="009071AC">
        <w:t>attendait</w:t>
      </w:r>
      <w:r w:rsidR="00F635DB">
        <w:t xml:space="preserve">, </w:t>
      </w:r>
      <w:r w:rsidRPr="009071AC">
        <w:t>et cependant il tressaillit</w:t>
      </w:r>
      <w:r w:rsidR="00F635DB">
        <w:t>.</w:t>
      </w:r>
    </w:p>
    <w:p w14:paraId="73DC0CE1" w14:textId="70012865" w:rsidR="00F635DB" w:rsidRDefault="00F635DB" w:rsidP="00F635DB">
      <w:r>
        <w:t>— </w:t>
      </w:r>
      <w:r w:rsidR="00855694" w:rsidRPr="009071AC">
        <w:t>Vous me voyez désolé</w:t>
      </w:r>
      <w:r>
        <w:t xml:space="preserve">, </w:t>
      </w:r>
      <w:r w:rsidR="00855694" w:rsidRPr="009071AC">
        <w:t>monsieur le marquis</w:t>
      </w:r>
      <w:r>
        <w:t xml:space="preserve">, </w:t>
      </w:r>
      <w:r w:rsidR="00855694" w:rsidRPr="009071AC">
        <w:t>répondit-il avec un sourire piteux</w:t>
      </w:r>
      <w:r>
        <w:t xml:space="preserve">… </w:t>
      </w:r>
      <w:r w:rsidR="00855694" w:rsidRPr="009071AC">
        <w:t>c</w:t>
      </w:r>
      <w:r>
        <w:t>’</w:t>
      </w:r>
      <w:r w:rsidR="00855694" w:rsidRPr="009071AC">
        <w:t>est pour cela même que je suis resté si tard dehors</w:t>
      </w:r>
      <w:r>
        <w:t xml:space="preserve">, </w:t>
      </w:r>
      <w:r w:rsidR="00855694" w:rsidRPr="009071AC">
        <w:t>contrairement à toutes mes habitudes</w:t>
      </w:r>
      <w:r>
        <w:t xml:space="preserve">… </w:t>
      </w:r>
      <w:r w:rsidR="00855694" w:rsidRPr="009071AC">
        <w:t>J</w:t>
      </w:r>
      <w:r>
        <w:t>’</w:t>
      </w:r>
      <w:r w:rsidR="00855694" w:rsidRPr="009071AC">
        <w:t>espérais trouver un banquier qui m</w:t>
      </w:r>
      <w:r>
        <w:t>’</w:t>
      </w:r>
      <w:r w:rsidR="00855694" w:rsidRPr="009071AC">
        <w:t>a obligé jadis</w:t>
      </w:r>
      <w:r>
        <w:t>, M. </w:t>
      </w:r>
      <w:r w:rsidR="00855694" w:rsidRPr="009071AC">
        <w:t xml:space="preserve">Prosper </w:t>
      </w:r>
      <w:proofErr w:type="spellStart"/>
      <w:r w:rsidR="00855694" w:rsidRPr="009071AC">
        <w:t>Bertomy</w:t>
      </w:r>
      <w:proofErr w:type="spellEnd"/>
      <w:r>
        <w:t xml:space="preserve">… </w:t>
      </w:r>
      <w:r w:rsidR="00855694" w:rsidRPr="009071AC">
        <w:t>vous savez</w:t>
      </w:r>
      <w:r>
        <w:t xml:space="preserve">, </w:t>
      </w:r>
      <w:r w:rsidR="00855694" w:rsidRPr="009071AC">
        <w:t xml:space="preserve">qui a épousé la nièce de </w:t>
      </w:r>
      <w:r>
        <w:t>M. </w:t>
      </w:r>
      <w:r w:rsidR="00855694" w:rsidRPr="009071AC">
        <w:t>André Fauvel</w:t>
      </w:r>
      <w:r>
        <w:t>…</w:t>
      </w:r>
    </w:p>
    <w:p w14:paraId="482BF65F" w14:textId="77777777" w:rsidR="00F635DB" w:rsidRDefault="00F635DB" w:rsidP="00F635DB">
      <w:r>
        <w:t>— </w:t>
      </w:r>
      <w:r w:rsidR="00855694" w:rsidRPr="009071AC">
        <w:t>Au fait</w:t>
      </w:r>
      <w:r>
        <w:t xml:space="preserve">… </w:t>
      </w:r>
      <w:r w:rsidR="00855694" w:rsidRPr="009071AC">
        <w:t>s</w:t>
      </w:r>
      <w:r>
        <w:t>’</w:t>
      </w:r>
      <w:r w:rsidR="00855694" w:rsidRPr="009071AC">
        <w:t>il vous plaît</w:t>
      </w:r>
      <w:r>
        <w:t>.</w:t>
      </w:r>
    </w:p>
    <w:p w14:paraId="21409EEA" w14:textId="77777777" w:rsidR="00F635DB" w:rsidRDefault="00F635DB" w:rsidP="00F635DB">
      <w:r>
        <w:t>— </w:t>
      </w:r>
      <w:r w:rsidR="00855694" w:rsidRPr="009071AC">
        <w:t>Eh bien</w:t>
      </w:r>
      <w:r>
        <w:t xml:space="preserve"> !… </w:t>
      </w:r>
      <w:r w:rsidR="00855694" w:rsidRPr="009071AC">
        <w:t>impossible de me procurer ces malheureux dix mille francs</w:t>
      </w:r>
      <w:r>
        <w:t>.</w:t>
      </w:r>
    </w:p>
    <w:p w14:paraId="474C6DB1" w14:textId="77777777" w:rsidR="00F635DB" w:rsidRDefault="00855694" w:rsidP="00F635DB">
      <w:r w:rsidRPr="009071AC">
        <w:t>De pâle qu</w:t>
      </w:r>
      <w:r w:rsidR="00F635DB">
        <w:t>’</w:t>
      </w:r>
      <w:r w:rsidRPr="009071AC">
        <w:t>il était</w:t>
      </w:r>
      <w:r w:rsidR="00F635DB">
        <w:t xml:space="preserve">, </w:t>
      </w:r>
      <w:r w:rsidRPr="009071AC">
        <w:t>le marquis devint cramoisi</w:t>
      </w:r>
      <w:r w:rsidR="00F635DB">
        <w:t>.</w:t>
      </w:r>
    </w:p>
    <w:p w14:paraId="08716A67" w14:textId="77777777" w:rsidR="00F635DB" w:rsidRDefault="00F635DB" w:rsidP="00F635DB">
      <w:r>
        <w:t>— </w:t>
      </w:r>
      <w:r w:rsidR="00855694" w:rsidRPr="009071AC">
        <w:t>C</w:t>
      </w:r>
      <w:r>
        <w:t>’</w:t>
      </w:r>
      <w:r w:rsidR="00855694" w:rsidRPr="009071AC">
        <w:t>est une plaisanterie</w:t>
      </w:r>
      <w:r>
        <w:t xml:space="preserve">, </w:t>
      </w:r>
      <w:r w:rsidR="00855694" w:rsidRPr="009071AC">
        <w:t>j</w:t>
      </w:r>
      <w:r>
        <w:t>’</w:t>
      </w:r>
      <w:r w:rsidR="00855694" w:rsidRPr="009071AC">
        <w:t>imagine</w:t>
      </w:r>
      <w:r>
        <w:t xml:space="preserve">… </w:t>
      </w:r>
      <w:r w:rsidR="00855694" w:rsidRPr="009071AC">
        <w:t>fit-il</w:t>
      </w:r>
      <w:r>
        <w:t>.</w:t>
      </w:r>
    </w:p>
    <w:p w14:paraId="1653F940" w14:textId="77777777" w:rsidR="00F635DB" w:rsidRDefault="00F635DB" w:rsidP="00F635DB">
      <w:r>
        <w:t>— </w:t>
      </w:r>
      <w:r w:rsidR="00855694" w:rsidRPr="009071AC">
        <w:t>Hélas</w:t>
      </w:r>
      <w:r>
        <w:t xml:space="preserve"> !… </w:t>
      </w:r>
      <w:r w:rsidR="00855694" w:rsidRPr="009071AC">
        <w:t>non</w:t>
      </w:r>
      <w:r>
        <w:t xml:space="preserve">, </w:t>
      </w:r>
      <w:r w:rsidR="00855694" w:rsidRPr="009071AC">
        <w:t>malheureusement</w:t>
      </w:r>
      <w:r>
        <w:t>.</w:t>
      </w:r>
    </w:p>
    <w:p w14:paraId="113D3183" w14:textId="77777777" w:rsidR="00F635DB" w:rsidRDefault="00855694" w:rsidP="00F635DB">
      <w:r w:rsidRPr="009071AC">
        <w:t>Il y eut une minute de silence pendant laquelle le marquis évalua mentalement les conséquences de ce manque de parole</w:t>
      </w:r>
      <w:r w:rsidR="00F635DB">
        <w:t xml:space="preserve">, </w:t>
      </w:r>
      <w:r w:rsidRPr="009071AC">
        <w:t>et sans doute il les trouva fort graves</w:t>
      </w:r>
      <w:r w:rsidR="00F635DB">
        <w:t xml:space="preserve">, </w:t>
      </w:r>
      <w:r w:rsidRPr="009071AC">
        <w:t>car c</w:t>
      </w:r>
      <w:r w:rsidR="00F635DB">
        <w:t>’</w:t>
      </w:r>
      <w:r w:rsidRPr="009071AC">
        <w:t>est d</w:t>
      </w:r>
      <w:r w:rsidR="00F635DB">
        <w:t>’</w:t>
      </w:r>
      <w:r w:rsidRPr="009071AC">
        <w:t>un ton presque menaçant qu</w:t>
      </w:r>
      <w:r w:rsidR="00F635DB">
        <w:t>’</w:t>
      </w:r>
      <w:r w:rsidRPr="009071AC">
        <w:t>il dit</w:t>
      </w:r>
      <w:r w:rsidR="00F635DB">
        <w:t> :</w:t>
      </w:r>
    </w:p>
    <w:p w14:paraId="09CC9F05" w14:textId="77777777" w:rsidR="00F635DB" w:rsidRDefault="00F635DB" w:rsidP="00F635DB">
      <w:r>
        <w:t>— </w:t>
      </w:r>
      <w:r w:rsidR="00855694" w:rsidRPr="009071AC">
        <w:t>Vous savez cependant qu</w:t>
      </w:r>
      <w:r>
        <w:t>’</w:t>
      </w:r>
      <w:r w:rsidR="00855694" w:rsidRPr="009071AC">
        <w:t>il me faut cet argent aujourd</w:t>
      </w:r>
      <w:r>
        <w:t>’</w:t>
      </w:r>
      <w:r w:rsidR="00855694" w:rsidRPr="009071AC">
        <w:t>hui</w:t>
      </w:r>
      <w:r>
        <w:t xml:space="preserve">… </w:t>
      </w:r>
      <w:r w:rsidR="00855694" w:rsidRPr="009071AC">
        <w:t>il me le faut</w:t>
      </w:r>
      <w:r>
        <w:t>.</w:t>
      </w:r>
    </w:p>
    <w:p w14:paraId="5435149B" w14:textId="423203FA" w:rsidR="00F635DB" w:rsidRDefault="00855694" w:rsidP="00F635DB">
      <w:r w:rsidRPr="009071AC">
        <w:t xml:space="preserve">Assurément </w:t>
      </w:r>
      <w:r w:rsidR="00F635DB">
        <w:t>M. </w:t>
      </w:r>
      <w:r w:rsidRPr="009071AC">
        <w:t>Fortunat se fût laissé arracher un bon lambeau de chair plutôt que cette somme</w:t>
      </w:r>
      <w:r w:rsidR="00F635DB">
        <w:t>.</w:t>
      </w:r>
    </w:p>
    <w:p w14:paraId="0A65C930" w14:textId="5CB3A3AA" w:rsidR="00F635DB" w:rsidRDefault="00855694" w:rsidP="00F635DB">
      <w:r w:rsidRPr="009071AC">
        <w:t>Mais</w:t>
      </w:r>
      <w:r w:rsidR="00F635DB">
        <w:t xml:space="preserve">, </w:t>
      </w:r>
      <w:r w:rsidRPr="009071AC">
        <w:t>d</w:t>
      </w:r>
      <w:r w:rsidR="00F635DB">
        <w:t>’</w:t>
      </w:r>
      <w:r w:rsidRPr="009071AC">
        <w:t>un autre côté</w:t>
      </w:r>
      <w:r w:rsidR="00F635DB">
        <w:t xml:space="preserve">, </w:t>
      </w:r>
      <w:r w:rsidRPr="009071AC">
        <w:t>il tenait à rester en bons termes avec le marquis jusqu</w:t>
      </w:r>
      <w:r w:rsidR="00F635DB">
        <w:t>’</w:t>
      </w:r>
      <w:r w:rsidRPr="009071AC">
        <w:t>à plus ample informé</w:t>
      </w:r>
      <w:r w:rsidR="00F635DB">
        <w:t xml:space="preserve">. </w:t>
      </w:r>
      <w:r w:rsidRPr="009071AC">
        <w:t xml:space="preserve">On lui avait dit que le comte de </w:t>
      </w:r>
      <w:proofErr w:type="spellStart"/>
      <w:r w:rsidRPr="009071AC">
        <w:t>Chalusse</w:t>
      </w:r>
      <w:proofErr w:type="spellEnd"/>
      <w:r w:rsidRPr="009071AC">
        <w:t xml:space="preserve"> était à la mort</w:t>
      </w:r>
      <w:r w:rsidR="00F635DB">
        <w:t xml:space="preserve">… </w:t>
      </w:r>
      <w:r w:rsidRPr="009071AC">
        <w:t>mais on revient de loin</w:t>
      </w:r>
      <w:r w:rsidR="00F635DB">
        <w:t xml:space="preserve">, </w:t>
      </w:r>
      <w:r w:rsidRPr="009071AC">
        <w:t>il pouvait se remettre</w:t>
      </w:r>
      <w:r w:rsidR="00F635DB">
        <w:t xml:space="preserve">, </w:t>
      </w:r>
      <w:r w:rsidRPr="009071AC">
        <w:t xml:space="preserve">et alors </w:t>
      </w:r>
      <w:r w:rsidR="00F635DB">
        <w:t>M. de </w:t>
      </w:r>
      <w:proofErr w:type="spellStart"/>
      <w:r w:rsidRPr="009071AC">
        <w:t>Valorsay</w:t>
      </w:r>
      <w:proofErr w:type="spellEnd"/>
      <w:r w:rsidRPr="009071AC">
        <w:t xml:space="preserve"> redevenait une valeur de premier ordre</w:t>
      </w:r>
      <w:r w:rsidR="00F635DB">
        <w:t>.</w:t>
      </w:r>
    </w:p>
    <w:p w14:paraId="2DB96EDA" w14:textId="77777777" w:rsidR="00F635DB" w:rsidRDefault="00855694" w:rsidP="00F635DB">
      <w:r w:rsidRPr="009071AC">
        <w:lastRenderedPageBreak/>
        <w:t>Ayant donc à ménager la chèvre et le chou</w:t>
      </w:r>
      <w:r w:rsidR="00F635DB">
        <w:t xml:space="preserve">, </w:t>
      </w:r>
      <w:r w:rsidRPr="009071AC">
        <w:t>à sauver la caisse et à garder le client</w:t>
      </w:r>
      <w:r w:rsidR="00F635DB">
        <w:t xml:space="preserve">, </w:t>
      </w:r>
      <w:r w:rsidRPr="009071AC">
        <w:t>son embarras était extrême</w:t>
      </w:r>
      <w:r w:rsidR="00F635DB">
        <w:t>.</w:t>
      </w:r>
    </w:p>
    <w:p w14:paraId="177F83D9" w14:textId="77777777" w:rsidR="00F635DB" w:rsidRDefault="00F635DB" w:rsidP="00F635DB">
      <w:r>
        <w:t>— </w:t>
      </w:r>
      <w:r w:rsidR="00855694" w:rsidRPr="009071AC">
        <w:t>Ces choses-là n</w:t>
      </w:r>
      <w:r>
        <w:t>’</w:t>
      </w:r>
      <w:r w:rsidR="00855694" w:rsidRPr="009071AC">
        <w:t>arrivent qu</w:t>
      </w:r>
      <w:r>
        <w:t>’</w:t>
      </w:r>
      <w:r w:rsidR="00855694" w:rsidRPr="009071AC">
        <w:t>à moi</w:t>
      </w:r>
      <w:r>
        <w:t xml:space="preserve">, </w:t>
      </w:r>
      <w:r w:rsidR="00855694" w:rsidRPr="009071AC">
        <w:t>disait-il</w:t>
      </w:r>
      <w:r>
        <w:t xml:space="preserve">, </w:t>
      </w:r>
      <w:r w:rsidR="00855694" w:rsidRPr="009071AC">
        <w:t>je comptais sur une rentrée</w:t>
      </w:r>
      <w:r>
        <w:t>…</w:t>
      </w:r>
    </w:p>
    <w:p w14:paraId="037A2915" w14:textId="77777777" w:rsidR="00F635DB" w:rsidRDefault="00855694" w:rsidP="00F635DB">
      <w:r w:rsidRPr="009071AC">
        <w:t>Puis</w:t>
      </w:r>
      <w:r w:rsidR="00F635DB">
        <w:t xml:space="preserve">, </w:t>
      </w:r>
      <w:r w:rsidRPr="009071AC">
        <w:t>soudain</w:t>
      </w:r>
      <w:r w:rsidR="00F635DB">
        <w:t xml:space="preserve">, </w:t>
      </w:r>
      <w:r w:rsidRPr="009071AC">
        <w:t>se frappant le front</w:t>
      </w:r>
      <w:r w:rsidR="00F635DB">
        <w:t> :</w:t>
      </w:r>
    </w:p>
    <w:p w14:paraId="4E5FCAA6" w14:textId="77777777" w:rsidR="00F635DB" w:rsidRDefault="00F635DB" w:rsidP="00F635DB">
      <w:r>
        <w:t>— </w:t>
      </w:r>
      <w:r w:rsidR="00855694" w:rsidRPr="009071AC">
        <w:t>Mais dans le fait</w:t>
      </w:r>
      <w:r>
        <w:t xml:space="preserve">, </w:t>
      </w:r>
      <w:r w:rsidR="00855694" w:rsidRPr="009071AC">
        <w:t>s</w:t>
      </w:r>
      <w:r>
        <w:t>’</w:t>
      </w:r>
      <w:r w:rsidR="00855694" w:rsidRPr="009071AC">
        <w:t>écria-t-il</w:t>
      </w:r>
      <w:r>
        <w:t xml:space="preserve">, </w:t>
      </w:r>
      <w:r w:rsidR="00855694" w:rsidRPr="009071AC">
        <w:t>pourquoi</w:t>
      </w:r>
      <w:r>
        <w:t xml:space="preserve">, </w:t>
      </w:r>
      <w:r w:rsidR="00855694" w:rsidRPr="009071AC">
        <w:t>monsieur le marquis</w:t>
      </w:r>
      <w:r>
        <w:t xml:space="preserve">, </w:t>
      </w:r>
      <w:r w:rsidR="00855694" w:rsidRPr="009071AC">
        <w:t>ne demanderiez-vous pas cette somme à un de vos amis</w:t>
      </w:r>
      <w:r>
        <w:t xml:space="preserve">… </w:t>
      </w:r>
      <w:r w:rsidR="00855694" w:rsidRPr="009071AC">
        <w:t xml:space="preserve">au duc de </w:t>
      </w:r>
      <w:proofErr w:type="spellStart"/>
      <w:r w:rsidR="00855694" w:rsidRPr="009071AC">
        <w:t>Champdoce</w:t>
      </w:r>
      <w:proofErr w:type="spellEnd"/>
      <w:r w:rsidR="00855694" w:rsidRPr="009071AC">
        <w:t xml:space="preserve"> ou au comte de Commarin</w:t>
      </w:r>
      <w:r>
        <w:t xml:space="preserve">… </w:t>
      </w:r>
      <w:r w:rsidR="00855694" w:rsidRPr="009071AC">
        <w:t>c</w:t>
      </w:r>
      <w:r>
        <w:t>’</w:t>
      </w:r>
      <w:r w:rsidR="00855694" w:rsidRPr="009071AC">
        <w:t>est une idée</w:t>
      </w:r>
      <w:r>
        <w:t xml:space="preserve">, </w:t>
      </w:r>
      <w:r w:rsidR="00855694" w:rsidRPr="009071AC">
        <w:t>cela</w:t>
      </w:r>
      <w:r>
        <w:t> !…</w:t>
      </w:r>
    </w:p>
    <w:p w14:paraId="0AD13C87" w14:textId="3116BAFA" w:rsidR="00F635DB" w:rsidRDefault="00F635DB" w:rsidP="00F635DB">
      <w:r>
        <w:t>M. de </w:t>
      </w:r>
      <w:proofErr w:type="spellStart"/>
      <w:r w:rsidR="00855694" w:rsidRPr="009071AC">
        <w:t>Valorsay</w:t>
      </w:r>
      <w:proofErr w:type="spellEnd"/>
      <w:r w:rsidR="00855694" w:rsidRPr="009071AC">
        <w:t xml:space="preserve"> n</w:t>
      </w:r>
      <w:r>
        <w:t>’</w:t>
      </w:r>
      <w:r w:rsidR="00855694" w:rsidRPr="009071AC">
        <w:t>était rien moins que naïf</w:t>
      </w:r>
      <w:r>
        <w:t>.</w:t>
      </w:r>
    </w:p>
    <w:p w14:paraId="13D73F50" w14:textId="18C6C2B6" w:rsidR="00F635DB" w:rsidRDefault="00855694" w:rsidP="00F635DB">
      <w:r w:rsidRPr="009071AC">
        <w:t>Sa pénétration naturelle s</w:t>
      </w:r>
      <w:r w:rsidR="00F635DB">
        <w:t>’</w:t>
      </w:r>
      <w:r w:rsidRPr="009071AC">
        <w:t>était singulièrement aiguisée</w:t>
      </w:r>
      <w:r w:rsidR="00F635DB">
        <w:t xml:space="preserve">, </w:t>
      </w:r>
      <w:r w:rsidRPr="009071AC">
        <w:t>depuis qu</w:t>
      </w:r>
      <w:r w:rsidR="00F635DB">
        <w:t>’</w:t>
      </w:r>
      <w:r w:rsidRPr="009071AC">
        <w:t>il était journellement aux prises avec les difficultés de la gêne</w:t>
      </w:r>
      <w:r w:rsidR="00F635DB">
        <w:t xml:space="preserve">, </w:t>
      </w:r>
      <w:r w:rsidRPr="009071AC">
        <w:t>depuis qu</w:t>
      </w:r>
      <w:r w:rsidR="00F635DB">
        <w:t>’</w:t>
      </w:r>
      <w:r w:rsidRPr="009071AC">
        <w:t>il luttait pour défendre sa peau</w:t>
      </w:r>
      <w:r w:rsidR="00F635DB">
        <w:t xml:space="preserve">, </w:t>
      </w:r>
      <w:r w:rsidRPr="009071AC">
        <w:t>selon sa triviale mais énergique expression</w:t>
      </w:r>
      <w:r w:rsidR="00F635DB">
        <w:t xml:space="preserve">. </w:t>
      </w:r>
      <w:r w:rsidRPr="009071AC">
        <w:t>L</w:t>
      </w:r>
      <w:r w:rsidR="00F635DB">
        <w:t>’</w:t>
      </w:r>
      <w:r w:rsidRPr="009071AC">
        <w:t xml:space="preserve">extrême embarras de </w:t>
      </w:r>
      <w:r w:rsidR="00F635DB">
        <w:t>M. </w:t>
      </w:r>
      <w:r w:rsidRPr="009071AC">
        <w:t>Fortunat ne lui avait pas échappé</w:t>
      </w:r>
      <w:r w:rsidR="00F635DB">
        <w:t xml:space="preserve"> ; </w:t>
      </w:r>
      <w:r w:rsidRPr="009071AC">
        <w:t>ce dernier trait fit éclore en lui un essaim de soupçons</w:t>
      </w:r>
      <w:r w:rsidR="00F635DB">
        <w:t>.</w:t>
      </w:r>
    </w:p>
    <w:p w14:paraId="1C0A8351" w14:textId="59E19B4A" w:rsidR="00F635DB" w:rsidRDefault="00F635DB" w:rsidP="00F635DB">
      <w:r>
        <w:t>— </w:t>
      </w:r>
      <w:r w:rsidR="00855694" w:rsidRPr="009071AC">
        <w:t>Comment</w:t>
      </w:r>
      <w:r>
        <w:t xml:space="preserve"> !… </w:t>
      </w:r>
      <w:r w:rsidR="00855694" w:rsidRPr="009071AC">
        <w:t>fit-il lentement et d</w:t>
      </w:r>
      <w:r>
        <w:t>’</w:t>
      </w:r>
      <w:r w:rsidR="00855694" w:rsidRPr="009071AC">
        <w:t>un ton de défiance</w:t>
      </w:r>
      <w:r>
        <w:t xml:space="preserve">, </w:t>
      </w:r>
      <w:r w:rsidR="00855694" w:rsidRPr="009071AC">
        <w:t>c</w:t>
      </w:r>
      <w:r>
        <w:t>’</w:t>
      </w:r>
      <w:r w:rsidR="00855694" w:rsidRPr="009071AC">
        <w:t>est vous qui me donnez ce conseil</w:t>
      </w:r>
      <w:r>
        <w:t xml:space="preserve">, </w:t>
      </w:r>
      <w:r w:rsidR="00855694" w:rsidRPr="009071AC">
        <w:t>maître Vingt-pour-Cent</w:t>
      </w:r>
      <w:r>
        <w:t xml:space="preserve"> !!… </w:t>
      </w:r>
      <w:r w:rsidR="00855694" w:rsidRPr="009071AC">
        <w:t>C</w:t>
      </w:r>
      <w:r>
        <w:t>’</w:t>
      </w:r>
      <w:r w:rsidR="00855694" w:rsidRPr="009071AC">
        <w:t>est prodigieux</w:t>
      </w:r>
      <w:r>
        <w:t xml:space="preserve"> !… </w:t>
      </w:r>
      <w:r w:rsidR="00855694" w:rsidRPr="009071AC">
        <w:t>Depuis quand vos opinions se sont-elles à ce point modifiées</w:t>
      </w:r>
      <w:r>
        <w:t>…</w:t>
      </w:r>
    </w:p>
    <w:p w14:paraId="277262C6" w14:textId="77777777" w:rsidR="00F635DB" w:rsidRDefault="00F635DB" w:rsidP="00F635DB">
      <w:r>
        <w:t>— </w:t>
      </w:r>
      <w:r w:rsidR="00855694" w:rsidRPr="009071AC">
        <w:t>Mes opinions</w:t>
      </w:r>
      <w:r>
        <w:t> ?…</w:t>
      </w:r>
    </w:p>
    <w:p w14:paraId="29286FE5" w14:textId="2302FA42" w:rsidR="00F635DB" w:rsidRDefault="00F635DB" w:rsidP="00F635DB">
      <w:r>
        <w:t>— </w:t>
      </w:r>
      <w:r w:rsidR="00855694" w:rsidRPr="009071AC">
        <w:t>Mais oui</w:t>
      </w:r>
      <w:r>
        <w:t xml:space="preserve"> !… </w:t>
      </w:r>
      <w:r w:rsidR="00855694" w:rsidRPr="009071AC">
        <w:t>N</w:t>
      </w:r>
      <w:r>
        <w:t>’</w:t>
      </w:r>
      <w:r w:rsidR="00855694" w:rsidRPr="009071AC">
        <w:t>est-ce pas vous</w:t>
      </w:r>
      <w:r>
        <w:t xml:space="preserve">, </w:t>
      </w:r>
      <w:r w:rsidR="00855694" w:rsidRPr="009071AC">
        <w:t>qui à nos premières entrevues me disiez</w:t>
      </w:r>
      <w:r>
        <w:t> : « </w:t>
      </w:r>
      <w:r w:rsidR="00855694" w:rsidRPr="009071AC">
        <w:t>Ce qui vous sauvera</w:t>
      </w:r>
      <w:r>
        <w:t xml:space="preserve">, </w:t>
      </w:r>
      <w:r w:rsidR="00855694" w:rsidRPr="009071AC">
        <w:t>c</w:t>
      </w:r>
      <w:r>
        <w:t>’</w:t>
      </w:r>
      <w:r w:rsidR="00855694" w:rsidRPr="009071AC">
        <w:t>est que vous n</w:t>
      </w:r>
      <w:r>
        <w:t>’</w:t>
      </w:r>
      <w:r w:rsidR="00855694" w:rsidRPr="009071AC">
        <w:t>avez</w:t>
      </w:r>
      <w:r>
        <w:t xml:space="preserve">, </w:t>
      </w:r>
      <w:r w:rsidR="00855694" w:rsidRPr="009071AC">
        <w:t>de votre vie</w:t>
      </w:r>
      <w:r>
        <w:t xml:space="preserve">, </w:t>
      </w:r>
      <w:r w:rsidR="00855694" w:rsidRPr="009071AC">
        <w:t>emprunté un louis à un ami</w:t>
      </w:r>
      <w:r>
        <w:t xml:space="preserve">… </w:t>
      </w:r>
      <w:r w:rsidR="00855694" w:rsidRPr="009071AC">
        <w:t>Un créancier ordinaire prend de gros intérêts</w:t>
      </w:r>
      <w:r>
        <w:t xml:space="preserve">, </w:t>
      </w:r>
      <w:r w:rsidR="00855694" w:rsidRPr="009071AC">
        <w:t>et une fois payé se tait</w:t>
      </w:r>
      <w:r>
        <w:t xml:space="preserve">… </w:t>
      </w:r>
      <w:r w:rsidR="00855694" w:rsidRPr="009071AC">
        <w:t>Un ami n</w:t>
      </w:r>
      <w:r>
        <w:t>’</w:t>
      </w:r>
      <w:r w:rsidR="00855694" w:rsidRPr="009071AC">
        <w:t>est satisfait que le jour où toute la terre sait qu</w:t>
      </w:r>
      <w:r>
        <w:t>’</w:t>
      </w:r>
      <w:r w:rsidR="00855694" w:rsidRPr="009071AC">
        <w:t xml:space="preserve">il vous </w:t>
      </w:r>
      <w:r w:rsidR="00ED5069">
        <w:t>a</w:t>
      </w:r>
      <w:r w:rsidR="00ED5069" w:rsidRPr="009071AC">
        <w:t xml:space="preserve"> </w:t>
      </w:r>
      <w:r w:rsidR="00855694" w:rsidRPr="009071AC">
        <w:t>généreusement obligé</w:t>
      </w:r>
      <w:r>
        <w:t xml:space="preserve">… </w:t>
      </w:r>
      <w:r w:rsidR="00855694" w:rsidRPr="009071AC">
        <w:t>Mieux vaut un usurier</w:t>
      </w:r>
      <w:r>
        <w:t>. »</w:t>
      </w:r>
      <w:r w:rsidR="00855694" w:rsidRPr="009071AC">
        <w:t xml:space="preserve"> Je trouvais cela très-sensé</w:t>
      </w:r>
      <w:r>
        <w:t xml:space="preserve">, </w:t>
      </w:r>
      <w:r w:rsidR="00855694" w:rsidRPr="009071AC">
        <w:t>ma foi</w:t>
      </w:r>
      <w:r>
        <w:t xml:space="preserve"> ! </w:t>
      </w:r>
      <w:r w:rsidR="00855694" w:rsidRPr="009071AC">
        <w:t>et j</w:t>
      </w:r>
      <w:r>
        <w:t>’</w:t>
      </w:r>
      <w:r w:rsidR="00855694" w:rsidRPr="009071AC">
        <w:t>étais encore de votre avis</w:t>
      </w:r>
      <w:r>
        <w:t xml:space="preserve">, </w:t>
      </w:r>
      <w:r w:rsidR="00855694" w:rsidRPr="009071AC">
        <w:t>quand vous ajoutiez</w:t>
      </w:r>
      <w:r>
        <w:t> : « </w:t>
      </w:r>
      <w:r w:rsidR="00855694" w:rsidRPr="009071AC">
        <w:t>Donc</w:t>
      </w:r>
      <w:r>
        <w:t xml:space="preserve">, </w:t>
      </w:r>
      <w:r w:rsidR="00855694" w:rsidRPr="009071AC">
        <w:t>monsieur le marquis</w:t>
      </w:r>
      <w:r>
        <w:t xml:space="preserve">, </w:t>
      </w:r>
      <w:r w:rsidR="00855694" w:rsidRPr="009071AC">
        <w:t xml:space="preserve">pas </w:t>
      </w:r>
      <w:r w:rsidR="00855694" w:rsidRPr="009071AC">
        <w:lastRenderedPageBreak/>
        <w:t>d</w:t>
      </w:r>
      <w:r>
        <w:t>’</w:t>
      </w:r>
      <w:r w:rsidR="00855694" w:rsidRPr="009071AC">
        <w:t>emprunt de ce genre jusqu</w:t>
      </w:r>
      <w:r>
        <w:t>’</w:t>
      </w:r>
      <w:r w:rsidR="00855694" w:rsidRPr="009071AC">
        <w:t>à votre mariage</w:t>
      </w:r>
      <w:r>
        <w:t xml:space="preserve">, </w:t>
      </w:r>
      <w:r w:rsidR="00855694" w:rsidRPr="009071AC">
        <w:t>sous aucun prétexte</w:t>
      </w:r>
      <w:r>
        <w:t xml:space="preserve">… </w:t>
      </w:r>
      <w:proofErr w:type="spellStart"/>
      <w:r w:rsidR="00855694" w:rsidRPr="009071AC">
        <w:t>Passez-vous</w:t>
      </w:r>
      <w:proofErr w:type="spellEnd"/>
      <w:r w:rsidR="00855694" w:rsidRPr="009071AC">
        <w:t xml:space="preserve"> de manger plutôt</w:t>
      </w:r>
      <w:r>
        <w:t xml:space="preserve">. </w:t>
      </w:r>
      <w:r w:rsidR="00855694" w:rsidRPr="009071AC">
        <w:t>Vous avez encore crédit sur rue</w:t>
      </w:r>
      <w:r>
        <w:t xml:space="preserve">, </w:t>
      </w:r>
      <w:r w:rsidR="00855694" w:rsidRPr="009071AC">
        <w:t>mais le sol est miné</w:t>
      </w:r>
      <w:r>
        <w:t xml:space="preserve">… </w:t>
      </w:r>
      <w:r w:rsidR="00855694" w:rsidRPr="009071AC">
        <w:t>L</w:t>
      </w:r>
      <w:r>
        <w:t>’</w:t>
      </w:r>
      <w:r w:rsidR="00855694" w:rsidRPr="009071AC">
        <w:t>indiscrétion d</w:t>
      </w:r>
      <w:r>
        <w:t>’</w:t>
      </w:r>
      <w:r w:rsidR="00855694" w:rsidRPr="009071AC">
        <w:t>un ami disant</w:t>
      </w:r>
      <w:r>
        <w:t xml:space="preserve"> : </w:t>
      </w:r>
      <w:r w:rsidR="00855694" w:rsidRPr="009071AC">
        <w:t xml:space="preserve">Je crois </w:t>
      </w:r>
      <w:proofErr w:type="spellStart"/>
      <w:r w:rsidR="00855694" w:rsidRPr="009071AC">
        <w:t>Valorsay</w:t>
      </w:r>
      <w:proofErr w:type="spellEnd"/>
      <w:r w:rsidR="00855694" w:rsidRPr="009071AC">
        <w:t xml:space="preserve"> gêné</w:t>
      </w:r>
      <w:r>
        <w:t xml:space="preserve">… </w:t>
      </w:r>
      <w:r w:rsidR="00855694" w:rsidRPr="009071AC">
        <w:t>peut mettre le feu à la mine</w:t>
      </w:r>
      <w:r>
        <w:t xml:space="preserve">, </w:t>
      </w:r>
      <w:r w:rsidR="00855694" w:rsidRPr="009071AC">
        <w:t>et vous sautez</w:t>
      </w:r>
      <w:r>
        <w:t> ! »</w:t>
      </w:r>
    </w:p>
    <w:p w14:paraId="4DA6F23C" w14:textId="56F89F1D" w:rsidR="00F635DB" w:rsidRDefault="00855694" w:rsidP="00F635DB">
      <w:r w:rsidRPr="009071AC">
        <w:t>En vérité</w:t>
      </w:r>
      <w:r w:rsidR="00F635DB">
        <w:t xml:space="preserve">, </w:t>
      </w:r>
      <w:r w:rsidRPr="009071AC">
        <w:t xml:space="preserve">le malaise de </w:t>
      </w:r>
      <w:r w:rsidR="00F635DB">
        <w:t>M. </w:t>
      </w:r>
      <w:r w:rsidRPr="009071AC">
        <w:t>Fortunat était pénible à voir</w:t>
      </w:r>
      <w:r w:rsidR="00F635DB">
        <w:t>.</w:t>
      </w:r>
    </w:p>
    <w:p w14:paraId="799F1AA6" w14:textId="77777777" w:rsidR="00F635DB" w:rsidRDefault="00855694" w:rsidP="00F635DB">
      <w:r w:rsidRPr="009071AC">
        <w:t>Ce n</w:t>
      </w:r>
      <w:r w:rsidR="00F635DB">
        <w:t>’</w:t>
      </w:r>
      <w:r w:rsidRPr="009071AC">
        <w:t>est pas qu</w:t>
      </w:r>
      <w:r w:rsidR="00F635DB">
        <w:t>’</w:t>
      </w:r>
      <w:r w:rsidRPr="009071AC">
        <w:t>il manquât d</w:t>
      </w:r>
      <w:r w:rsidR="00F635DB">
        <w:t>’</w:t>
      </w:r>
      <w:r w:rsidRPr="009071AC">
        <w:t>audace</w:t>
      </w:r>
      <w:r w:rsidR="00F635DB">
        <w:t xml:space="preserve">, </w:t>
      </w:r>
      <w:r w:rsidRPr="009071AC">
        <w:t>mais les événements de la soirée avaient ébranlé son aplomb</w:t>
      </w:r>
      <w:r w:rsidR="00F635DB">
        <w:t>.</w:t>
      </w:r>
    </w:p>
    <w:p w14:paraId="6DB0E00B" w14:textId="77777777" w:rsidR="00F635DB" w:rsidRDefault="00855694" w:rsidP="00F635DB">
      <w:r w:rsidRPr="009071AC">
        <w:t>Imperturbable quand il avait en main les intérêts d</w:t>
      </w:r>
      <w:r w:rsidR="00F635DB">
        <w:t>’</w:t>
      </w:r>
      <w:r w:rsidRPr="009071AC">
        <w:t>autrui</w:t>
      </w:r>
      <w:r w:rsidR="00F635DB">
        <w:t xml:space="preserve">, </w:t>
      </w:r>
      <w:r w:rsidRPr="009071AC">
        <w:t>il se trouvait tout désorienté d</w:t>
      </w:r>
      <w:r w:rsidR="00F635DB">
        <w:t>’</w:t>
      </w:r>
      <w:r w:rsidRPr="009071AC">
        <w:t>avoir à manier les siens propres</w:t>
      </w:r>
      <w:r w:rsidR="00F635DB">
        <w:t xml:space="preserve">. </w:t>
      </w:r>
      <w:r w:rsidRPr="009071AC">
        <w:t>L</w:t>
      </w:r>
      <w:r w:rsidR="00F635DB">
        <w:t>’</w:t>
      </w:r>
      <w:r w:rsidRPr="009071AC">
        <w:t>espoir du gain et le chagrin de la perte</w:t>
      </w:r>
      <w:r w:rsidR="00F635DB">
        <w:t xml:space="preserve">, </w:t>
      </w:r>
      <w:r w:rsidRPr="009071AC">
        <w:t>lui enlevaient sa lucidité</w:t>
      </w:r>
      <w:r w:rsidR="00F635DB">
        <w:t>.</w:t>
      </w:r>
    </w:p>
    <w:p w14:paraId="6DDDEBCA" w14:textId="77777777" w:rsidR="00F635DB" w:rsidRDefault="00855694" w:rsidP="00F635DB">
      <w:r w:rsidRPr="009071AC">
        <w:t>Il était comme ces professeurs de jeu</w:t>
      </w:r>
      <w:r w:rsidR="00F635DB">
        <w:t xml:space="preserve">, </w:t>
      </w:r>
      <w:r w:rsidRPr="009071AC">
        <w:t>plus froids que la glace en théorie</w:t>
      </w:r>
      <w:r w:rsidR="00F635DB">
        <w:t xml:space="preserve">, </w:t>
      </w:r>
      <w:r w:rsidRPr="009071AC">
        <w:t>conseillers excellents des joueurs aventureux</w:t>
      </w:r>
      <w:r w:rsidR="00F635DB">
        <w:t xml:space="preserve">, </w:t>
      </w:r>
      <w:r w:rsidRPr="009071AC">
        <w:t>qui</w:t>
      </w:r>
      <w:r w:rsidR="00F635DB">
        <w:t xml:space="preserve">, </w:t>
      </w:r>
      <w:r w:rsidRPr="009071AC">
        <w:t>dès qu</w:t>
      </w:r>
      <w:r w:rsidR="00F635DB">
        <w:t>’</w:t>
      </w:r>
      <w:r w:rsidRPr="009071AC">
        <w:t>ils touchent aux cartes pour leur compte perdent la tête</w:t>
      </w:r>
      <w:r w:rsidR="00F635DB">
        <w:t xml:space="preserve">, </w:t>
      </w:r>
      <w:r w:rsidRPr="009071AC">
        <w:t xml:space="preserve">ou </w:t>
      </w:r>
      <w:r w:rsidR="00F635DB">
        <w:t>« </w:t>
      </w:r>
      <w:r w:rsidRPr="009071AC">
        <w:t>s</w:t>
      </w:r>
      <w:r w:rsidR="00F635DB">
        <w:t>’</w:t>
      </w:r>
      <w:r w:rsidRPr="009071AC">
        <w:t>emballent</w:t>
      </w:r>
      <w:r w:rsidR="00F635DB">
        <w:t>, »</w:t>
      </w:r>
      <w:r w:rsidRPr="009071AC">
        <w:t xml:space="preserve"> pour parler l</w:t>
      </w:r>
      <w:r w:rsidR="00F635DB">
        <w:t>’</w:t>
      </w:r>
      <w:r w:rsidRPr="009071AC">
        <w:t>argot du tapis vert</w:t>
      </w:r>
      <w:r w:rsidR="00F635DB">
        <w:t>.</w:t>
      </w:r>
    </w:p>
    <w:p w14:paraId="557F78AF" w14:textId="77777777" w:rsidR="00F635DB" w:rsidRDefault="00855694" w:rsidP="00F635DB">
      <w:r w:rsidRPr="009071AC">
        <w:t>Sentant bien qu</w:t>
      </w:r>
      <w:r w:rsidR="00F635DB">
        <w:t>’</w:t>
      </w:r>
      <w:r w:rsidRPr="009071AC">
        <w:t>il venait de commettre une maladresse insigne</w:t>
      </w:r>
      <w:r w:rsidR="00F635DB">
        <w:t xml:space="preserve">, </w:t>
      </w:r>
      <w:r w:rsidRPr="009071AC">
        <w:t>il se creusait la tête à chercher comment la réparer</w:t>
      </w:r>
      <w:r w:rsidR="00F635DB">
        <w:t xml:space="preserve">, </w:t>
      </w:r>
      <w:r w:rsidRPr="009071AC">
        <w:t>ne trouvait pas</w:t>
      </w:r>
      <w:r w:rsidR="00F635DB">
        <w:t xml:space="preserve">, </w:t>
      </w:r>
      <w:r w:rsidRPr="009071AC">
        <w:t>et sa gaucherie en redoublait</w:t>
      </w:r>
      <w:r w:rsidR="00F635DB">
        <w:t>.</w:t>
      </w:r>
    </w:p>
    <w:p w14:paraId="09E4D226" w14:textId="07D6F45A" w:rsidR="00F635DB" w:rsidRDefault="00F635DB" w:rsidP="00F635DB">
      <w:r>
        <w:t>— </w:t>
      </w:r>
      <w:r w:rsidR="00855694" w:rsidRPr="009071AC">
        <w:t>M</w:t>
      </w:r>
      <w:r>
        <w:t>’</w:t>
      </w:r>
      <w:r w:rsidR="00855694" w:rsidRPr="009071AC">
        <w:t>avez-vous</w:t>
      </w:r>
      <w:r>
        <w:t xml:space="preserve">, </w:t>
      </w:r>
      <w:r w:rsidR="00855694" w:rsidRPr="009071AC">
        <w:t>oui ou non</w:t>
      </w:r>
      <w:r>
        <w:t xml:space="preserve">, </w:t>
      </w:r>
      <w:r w:rsidR="00855694" w:rsidRPr="009071AC">
        <w:t>tenu ce langage</w:t>
      </w:r>
      <w:r>
        <w:t xml:space="preserve">, </w:t>
      </w:r>
      <w:r w:rsidR="00855694" w:rsidRPr="009071AC">
        <w:t xml:space="preserve">insista </w:t>
      </w:r>
      <w:r>
        <w:t>M. de </w:t>
      </w:r>
      <w:proofErr w:type="spellStart"/>
      <w:r w:rsidR="00855694" w:rsidRPr="009071AC">
        <w:t>Valorsay</w:t>
      </w:r>
      <w:proofErr w:type="spellEnd"/>
      <w:r>
        <w:t xml:space="preserve">… </w:t>
      </w:r>
      <w:r w:rsidR="00855694" w:rsidRPr="009071AC">
        <w:t>Qu</w:t>
      </w:r>
      <w:r>
        <w:t>’</w:t>
      </w:r>
      <w:r w:rsidR="00855694" w:rsidRPr="009071AC">
        <w:t>avez-vous à répondre</w:t>
      </w:r>
      <w:r>
        <w:t> ?</w:t>
      </w:r>
    </w:p>
    <w:p w14:paraId="0E34E64C" w14:textId="77777777" w:rsidR="00F635DB" w:rsidRDefault="00F635DB" w:rsidP="00F635DB">
      <w:r>
        <w:t>— </w:t>
      </w:r>
      <w:r w:rsidR="00855694" w:rsidRPr="009071AC">
        <w:t>Les circonstances</w:t>
      </w:r>
      <w:r>
        <w:t>…</w:t>
      </w:r>
    </w:p>
    <w:p w14:paraId="54FB9563" w14:textId="77777777" w:rsidR="00F635DB" w:rsidRDefault="00F635DB" w:rsidP="00F635DB">
      <w:r>
        <w:t>— </w:t>
      </w:r>
      <w:r w:rsidR="00855694" w:rsidRPr="009071AC">
        <w:t>Lesquelles</w:t>
      </w:r>
      <w:r>
        <w:t> ?…</w:t>
      </w:r>
    </w:p>
    <w:p w14:paraId="350A5A7D" w14:textId="77777777" w:rsidR="00F635DB" w:rsidRDefault="00F635DB" w:rsidP="00F635DB">
      <w:r>
        <w:t>— </w:t>
      </w:r>
      <w:r w:rsidR="00855694" w:rsidRPr="009071AC">
        <w:t>Dame</w:t>
      </w:r>
      <w:r>
        <w:t xml:space="preserve"> ! </w:t>
      </w:r>
      <w:r w:rsidR="00855694" w:rsidRPr="009071AC">
        <w:t>des besoins urgents</w:t>
      </w:r>
      <w:r>
        <w:t xml:space="preserve">… </w:t>
      </w:r>
      <w:r w:rsidR="00855694" w:rsidRPr="009071AC">
        <w:t>Il n</w:t>
      </w:r>
      <w:r>
        <w:t>’</w:t>
      </w:r>
      <w:r w:rsidR="00855694" w:rsidRPr="009071AC">
        <w:t>est pas de règle sans exception</w:t>
      </w:r>
      <w:r>
        <w:t xml:space="preserve">… </w:t>
      </w:r>
      <w:r w:rsidR="00855694" w:rsidRPr="009071AC">
        <w:t>Je ne prévoyais pas que vous iriez si vite</w:t>
      </w:r>
      <w:r>
        <w:t xml:space="preserve">… </w:t>
      </w:r>
      <w:r w:rsidR="00855694" w:rsidRPr="009071AC">
        <w:t>Voilà quarante mille francs que je vous avance en cinq mois</w:t>
      </w:r>
      <w:r>
        <w:t xml:space="preserve">… </w:t>
      </w:r>
      <w:r w:rsidR="00855694" w:rsidRPr="009071AC">
        <w:t>c</w:t>
      </w:r>
      <w:r>
        <w:t>’</w:t>
      </w:r>
      <w:r w:rsidR="00855694" w:rsidRPr="009071AC">
        <w:t xml:space="preserve">est </w:t>
      </w:r>
      <w:r w:rsidR="00855694" w:rsidRPr="009071AC">
        <w:lastRenderedPageBreak/>
        <w:t>énorme</w:t>
      </w:r>
      <w:r>
        <w:t xml:space="preserve">… </w:t>
      </w:r>
      <w:r w:rsidR="00855694" w:rsidRPr="009071AC">
        <w:t>À votre place je me serais restreint</w:t>
      </w:r>
      <w:r>
        <w:t xml:space="preserve">, </w:t>
      </w:r>
      <w:r w:rsidR="00855694" w:rsidRPr="009071AC">
        <w:t>j</w:t>
      </w:r>
      <w:r>
        <w:t>’</w:t>
      </w:r>
      <w:r w:rsidR="00855694" w:rsidRPr="009071AC">
        <w:t>aurais économisé</w:t>
      </w:r>
      <w:r>
        <w:t>…</w:t>
      </w:r>
    </w:p>
    <w:p w14:paraId="11D65B3D" w14:textId="3E0A9D5D" w:rsidR="00F635DB" w:rsidRDefault="00855694" w:rsidP="00F635DB">
      <w:r w:rsidRPr="009071AC">
        <w:t>Il s</w:t>
      </w:r>
      <w:r w:rsidR="00F635DB">
        <w:t>’</w:t>
      </w:r>
      <w:r w:rsidRPr="009071AC">
        <w:t>arrêta</w:t>
      </w:r>
      <w:r w:rsidR="00F635DB">
        <w:t xml:space="preserve">, </w:t>
      </w:r>
      <w:r w:rsidRPr="009071AC">
        <w:t>il fut contraint de s</w:t>
      </w:r>
      <w:r w:rsidR="00F635DB">
        <w:t>’</w:t>
      </w:r>
      <w:r w:rsidRPr="009071AC">
        <w:t>arrêter par le regard perspicace et terrible dont l</w:t>
      </w:r>
      <w:r w:rsidR="00F635DB">
        <w:t>’</w:t>
      </w:r>
      <w:r w:rsidRPr="009071AC">
        <w:t xml:space="preserve">enveloppa </w:t>
      </w:r>
      <w:r w:rsidR="00F635DB">
        <w:t>M. de </w:t>
      </w:r>
      <w:proofErr w:type="spellStart"/>
      <w:r w:rsidRPr="009071AC">
        <w:t>Valorsay</w:t>
      </w:r>
      <w:proofErr w:type="spellEnd"/>
      <w:r w:rsidR="00F635DB">
        <w:t>.</w:t>
      </w:r>
    </w:p>
    <w:p w14:paraId="5B2F6235" w14:textId="77777777" w:rsidR="00F635DB" w:rsidRDefault="00855694" w:rsidP="00F635DB">
      <w:r w:rsidRPr="009071AC">
        <w:t>Il était furieux contre lui-même</w:t>
      </w:r>
      <w:r w:rsidR="00F635DB">
        <w:t>… – « </w:t>
      </w:r>
      <w:r w:rsidRPr="009071AC">
        <w:t>Je deviens stupide</w:t>
      </w:r>
      <w:r w:rsidR="00F635DB">
        <w:t>, »</w:t>
      </w:r>
      <w:r w:rsidRPr="009071AC">
        <w:t xml:space="preserve"> pensait-il</w:t>
      </w:r>
      <w:r w:rsidR="00F635DB">
        <w:t>.</w:t>
      </w:r>
    </w:p>
    <w:p w14:paraId="3C6777B2" w14:textId="0FE4E1FD" w:rsidR="00F635DB" w:rsidRDefault="00F635DB" w:rsidP="00F635DB">
      <w:r>
        <w:t>— </w:t>
      </w:r>
      <w:r w:rsidR="00855694" w:rsidRPr="009071AC">
        <w:t>Encore un sage conseil</w:t>
      </w:r>
      <w:r>
        <w:t xml:space="preserve">, </w:t>
      </w:r>
      <w:r w:rsidR="00855694" w:rsidRPr="009071AC">
        <w:t>reprit ironiquement le gentilhomme ruiné</w:t>
      </w:r>
      <w:r>
        <w:t xml:space="preserve">… </w:t>
      </w:r>
      <w:r w:rsidR="00855694" w:rsidRPr="009071AC">
        <w:t>Que ne m</w:t>
      </w:r>
      <w:r>
        <w:t>’</w:t>
      </w:r>
      <w:r w:rsidR="00855694" w:rsidRPr="009071AC">
        <w:t>engagez-vous</w:t>
      </w:r>
      <w:r>
        <w:t xml:space="preserve">, </w:t>
      </w:r>
      <w:r w:rsidR="00855694" w:rsidRPr="009071AC">
        <w:t>pendant que vous y êtes</w:t>
      </w:r>
      <w:r>
        <w:t xml:space="preserve">, </w:t>
      </w:r>
      <w:r w:rsidR="00855694" w:rsidRPr="009071AC">
        <w:t>à vendre chevaux et voitures</w:t>
      </w:r>
      <w:r>
        <w:t xml:space="preserve">, </w:t>
      </w:r>
      <w:r w:rsidR="00855694" w:rsidRPr="009071AC">
        <w:t>et à aller m</w:t>
      </w:r>
      <w:r>
        <w:t>’</w:t>
      </w:r>
      <w:r w:rsidR="00855694" w:rsidRPr="009071AC">
        <w:t>établir rue Amelot</w:t>
      </w:r>
      <w:r>
        <w:t xml:space="preserve">, </w:t>
      </w:r>
      <w:r w:rsidR="00855694" w:rsidRPr="009071AC">
        <w:t xml:space="preserve">au </w:t>
      </w:r>
      <w:r w:rsidRPr="009071AC">
        <w:t>4</w:t>
      </w:r>
      <w:r w:rsidRPr="00F635DB">
        <w:rPr>
          <w:vertAlign w:val="superscript"/>
        </w:rPr>
        <w:t>e</w:t>
      </w:r>
      <w:r w:rsidR="00855694" w:rsidRPr="009071AC">
        <w:t xml:space="preserve"> sur la cour</w:t>
      </w:r>
      <w:r>
        <w:t xml:space="preserve">… </w:t>
      </w:r>
      <w:r w:rsidR="00855694" w:rsidRPr="009071AC">
        <w:t>Cela semblerait bien naturel</w:t>
      </w:r>
      <w:r>
        <w:t xml:space="preserve">, </w:t>
      </w:r>
      <w:r w:rsidR="00855694" w:rsidRPr="009071AC">
        <w:t>n</w:t>
      </w:r>
      <w:r>
        <w:t>’</w:t>
      </w:r>
      <w:r w:rsidR="00855694" w:rsidRPr="009071AC">
        <w:t>est-ce pas</w:t>
      </w:r>
      <w:r>
        <w:t xml:space="preserve">, </w:t>
      </w:r>
      <w:r w:rsidR="00855694" w:rsidRPr="009071AC">
        <w:t xml:space="preserve">et inspirerait à </w:t>
      </w:r>
      <w:r>
        <w:t>M. de </w:t>
      </w:r>
      <w:proofErr w:type="spellStart"/>
      <w:r w:rsidR="00855694" w:rsidRPr="009071AC">
        <w:t>Chalusse</w:t>
      </w:r>
      <w:proofErr w:type="spellEnd"/>
      <w:r w:rsidR="00855694" w:rsidRPr="009071AC">
        <w:t xml:space="preserve"> une confiance sans bornes</w:t>
      </w:r>
      <w:r>
        <w:t> ?…</w:t>
      </w:r>
    </w:p>
    <w:p w14:paraId="716B6D08" w14:textId="77777777" w:rsidR="00F635DB" w:rsidRDefault="00F635DB" w:rsidP="00F635DB">
      <w:r>
        <w:t>— </w:t>
      </w:r>
      <w:r w:rsidR="00855694" w:rsidRPr="009071AC">
        <w:t>On peut</w:t>
      </w:r>
      <w:r>
        <w:t xml:space="preserve">, </w:t>
      </w:r>
      <w:r w:rsidR="00855694" w:rsidRPr="009071AC">
        <w:t>sans en arriver là</w:t>
      </w:r>
      <w:r>
        <w:t>…</w:t>
      </w:r>
    </w:p>
    <w:p w14:paraId="36924E7A" w14:textId="77777777" w:rsidR="00F635DB" w:rsidRDefault="00F635DB" w:rsidP="00F635DB">
      <w:r>
        <w:t>— </w:t>
      </w:r>
      <w:r w:rsidR="00855694" w:rsidRPr="009071AC">
        <w:t>Ah</w:t>
      </w:r>
      <w:r>
        <w:t xml:space="preserve"> ! </w:t>
      </w:r>
      <w:r w:rsidR="00855694" w:rsidRPr="009071AC">
        <w:t>taisez-vous</w:t>
      </w:r>
      <w:r>
        <w:t xml:space="preserve">, </w:t>
      </w:r>
      <w:r w:rsidR="00855694" w:rsidRPr="009071AC">
        <w:t>interrompit violemment le marquis</w:t>
      </w:r>
      <w:r>
        <w:t xml:space="preserve">, </w:t>
      </w:r>
      <w:r w:rsidR="00855694" w:rsidRPr="009071AC">
        <w:t>car mieux qu</w:t>
      </w:r>
      <w:r>
        <w:t>’</w:t>
      </w:r>
      <w:r w:rsidR="00855694" w:rsidRPr="009071AC">
        <w:t>un autre vous savez que je suis condamné au luxe</w:t>
      </w:r>
      <w:r>
        <w:t xml:space="preserve">… </w:t>
      </w:r>
      <w:r w:rsidR="00855694" w:rsidRPr="009071AC">
        <w:t>Vous savez aussi que je suis condamné aux apparences quand la réalité n</w:t>
      </w:r>
      <w:r>
        <w:t>’</w:t>
      </w:r>
      <w:r w:rsidR="00855694" w:rsidRPr="009071AC">
        <w:t>est plus</w:t>
      </w:r>
      <w:r>
        <w:t xml:space="preserve"> !… </w:t>
      </w:r>
      <w:r w:rsidR="00855694" w:rsidRPr="009071AC">
        <w:t>Le salut est à ce prix</w:t>
      </w:r>
      <w:r>
        <w:t xml:space="preserve">. </w:t>
      </w:r>
      <w:r w:rsidR="00855694" w:rsidRPr="009071AC">
        <w:t>J</w:t>
      </w:r>
      <w:r>
        <w:t>’</w:t>
      </w:r>
      <w:r w:rsidR="00855694" w:rsidRPr="009071AC">
        <w:t>ai joué</w:t>
      </w:r>
      <w:r>
        <w:t xml:space="preserve">, </w:t>
      </w:r>
      <w:r w:rsidR="00855694" w:rsidRPr="009071AC">
        <w:t>soupé</w:t>
      </w:r>
      <w:r>
        <w:t xml:space="preserve">, </w:t>
      </w:r>
      <w:r w:rsidR="00855694" w:rsidRPr="009071AC">
        <w:t>fait courir</w:t>
      </w:r>
      <w:r>
        <w:t xml:space="preserve">… </w:t>
      </w:r>
      <w:r w:rsidR="00855694" w:rsidRPr="009071AC">
        <w:t>il faut que je continue</w:t>
      </w:r>
      <w:r>
        <w:t xml:space="preserve">. </w:t>
      </w:r>
      <w:r w:rsidR="00855694" w:rsidRPr="009071AC">
        <w:t>J</w:t>
      </w:r>
      <w:r>
        <w:t>’</w:t>
      </w:r>
      <w:r w:rsidR="00855694" w:rsidRPr="009071AC">
        <w:t>en suis venu à exécrer Ninette Simplon</w:t>
      </w:r>
      <w:r>
        <w:t xml:space="preserve">, </w:t>
      </w:r>
      <w:r w:rsidR="00855694" w:rsidRPr="009071AC">
        <w:t>pour qui j</w:t>
      </w:r>
      <w:r>
        <w:t>’</w:t>
      </w:r>
      <w:r w:rsidR="00855694" w:rsidRPr="009071AC">
        <w:t>ai fait des folies</w:t>
      </w:r>
      <w:r>
        <w:t xml:space="preserve">, </w:t>
      </w:r>
      <w:r w:rsidR="00855694" w:rsidRPr="009071AC">
        <w:t>et je la garde</w:t>
      </w:r>
      <w:r>
        <w:t xml:space="preserve">… </w:t>
      </w:r>
      <w:r w:rsidR="00855694" w:rsidRPr="009071AC">
        <w:t>c</w:t>
      </w:r>
      <w:r>
        <w:t>’</w:t>
      </w:r>
      <w:r w:rsidR="00855694" w:rsidRPr="009071AC">
        <w:t>est une enseigne</w:t>
      </w:r>
      <w:r>
        <w:t xml:space="preserve">… </w:t>
      </w:r>
      <w:r w:rsidR="00855694" w:rsidRPr="009071AC">
        <w:t>J</w:t>
      </w:r>
      <w:r>
        <w:t>’</w:t>
      </w:r>
      <w:r w:rsidR="00855694" w:rsidRPr="009071AC">
        <w:t>ai jeté les billets de mille francs par la fenêtre</w:t>
      </w:r>
      <w:r>
        <w:t xml:space="preserve">, </w:t>
      </w:r>
      <w:r w:rsidR="00855694" w:rsidRPr="009071AC">
        <w:t>je n</w:t>
      </w:r>
      <w:r>
        <w:t>’</w:t>
      </w:r>
      <w:r w:rsidR="00855694" w:rsidRPr="009071AC">
        <w:t>ai pas le droit de n</w:t>
      </w:r>
      <w:r>
        <w:t>’</w:t>
      </w:r>
      <w:r w:rsidR="00855694" w:rsidRPr="009071AC">
        <w:t>en pas jeter</w:t>
      </w:r>
      <w:r>
        <w:t xml:space="preserve">… </w:t>
      </w:r>
      <w:r w:rsidR="00855694" w:rsidRPr="009071AC">
        <w:t>et cependant je n</w:t>
      </w:r>
      <w:r>
        <w:t>’</w:t>
      </w:r>
      <w:r w:rsidR="00855694" w:rsidRPr="009071AC">
        <w:t>en ai plus</w:t>
      </w:r>
      <w:r>
        <w:t xml:space="preserve">… </w:t>
      </w:r>
      <w:r w:rsidR="00855694" w:rsidRPr="009071AC">
        <w:t>Que dirait-on si je m</w:t>
      </w:r>
      <w:r>
        <w:t>’</w:t>
      </w:r>
      <w:r w:rsidR="00855694" w:rsidRPr="009071AC">
        <w:t>arrêtais</w:t>
      </w:r>
      <w:r>
        <w:t xml:space="preserve"> ? « – </w:t>
      </w:r>
      <w:proofErr w:type="spellStart"/>
      <w:r w:rsidR="00855694" w:rsidRPr="009071AC">
        <w:t>Valorsay</w:t>
      </w:r>
      <w:proofErr w:type="spellEnd"/>
      <w:r w:rsidR="00855694" w:rsidRPr="009071AC">
        <w:t xml:space="preserve"> a fait le plongeon</w:t>
      </w:r>
      <w:r>
        <w:t> ! »</w:t>
      </w:r>
      <w:r w:rsidR="00855694" w:rsidRPr="009071AC">
        <w:t xml:space="preserve"> Alors</w:t>
      </w:r>
      <w:r>
        <w:t xml:space="preserve">, </w:t>
      </w:r>
      <w:r w:rsidR="00855694" w:rsidRPr="009071AC">
        <w:t>adieu les héritières</w:t>
      </w:r>
      <w:r>
        <w:t xml:space="preserve">… </w:t>
      </w:r>
      <w:r w:rsidR="00855694" w:rsidRPr="009071AC">
        <w:t>Et je reste souriant</w:t>
      </w:r>
      <w:r>
        <w:t xml:space="preserve"> : </w:t>
      </w:r>
      <w:r w:rsidR="00855694" w:rsidRPr="009071AC">
        <w:t>c</w:t>
      </w:r>
      <w:r>
        <w:t>’</w:t>
      </w:r>
      <w:r w:rsidR="00855694" w:rsidRPr="009071AC">
        <w:t>est dans le rôle</w:t>
      </w:r>
      <w:r>
        <w:t xml:space="preserve">… </w:t>
      </w:r>
      <w:r w:rsidR="00855694" w:rsidRPr="009071AC">
        <w:t>Que penseraient mes domestiques</w:t>
      </w:r>
      <w:r>
        <w:t xml:space="preserve">, </w:t>
      </w:r>
      <w:r w:rsidR="00855694" w:rsidRPr="009071AC">
        <w:t>vingt espions que je paye</w:t>
      </w:r>
      <w:r>
        <w:t xml:space="preserve">, </w:t>
      </w:r>
      <w:r w:rsidR="00855694" w:rsidRPr="009071AC">
        <w:t>s</w:t>
      </w:r>
      <w:r>
        <w:t>’</w:t>
      </w:r>
      <w:r w:rsidR="00855694" w:rsidRPr="009071AC">
        <w:t>ils me voyaient soucieux</w:t>
      </w:r>
      <w:r>
        <w:t> ?…</w:t>
      </w:r>
    </w:p>
    <w:p w14:paraId="21FAB90B" w14:textId="77777777" w:rsidR="00F635DB" w:rsidRDefault="00855694" w:rsidP="00F635DB">
      <w:r w:rsidRPr="009071AC">
        <w:t>Savez-vous</w:t>
      </w:r>
      <w:r w:rsidR="00F635DB">
        <w:t xml:space="preserve">, </w:t>
      </w:r>
      <w:proofErr w:type="spellStart"/>
      <w:r w:rsidRPr="009071AC">
        <w:t>mons</w:t>
      </w:r>
      <w:proofErr w:type="spellEnd"/>
      <w:r w:rsidRPr="009071AC">
        <w:t xml:space="preserve"> Fortunat</w:t>
      </w:r>
      <w:r w:rsidR="00F635DB">
        <w:t xml:space="preserve">, </w:t>
      </w:r>
      <w:r w:rsidRPr="009071AC">
        <w:t>que j</w:t>
      </w:r>
      <w:r w:rsidR="00F635DB">
        <w:t>’</w:t>
      </w:r>
      <w:r w:rsidRPr="009071AC">
        <w:t>en ai été réduit à dîner à crédit à mon cercle</w:t>
      </w:r>
      <w:r w:rsidR="00F635DB">
        <w:t xml:space="preserve">, </w:t>
      </w:r>
      <w:r w:rsidRPr="009071AC">
        <w:t>parce que j</w:t>
      </w:r>
      <w:r w:rsidR="00F635DB">
        <w:t>’</w:t>
      </w:r>
      <w:r w:rsidRPr="009071AC">
        <w:t>avais payé</w:t>
      </w:r>
      <w:r w:rsidR="00F635DB">
        <w:t xml:space="preserve">, </w:t>
      </w:r>
      <w:r w:rsidRPr="009071AC">
        <w:t>le matin</w:t>
      </w:r>
      <w:r w:rsidR="00F635DB">
        <w:t xml:space="preserve">, </w:t>
      </w:r>
      <w:r w:rsidRPr="009071AC">
        <w:t>la provende du mois de mes chevaux</w:t>
      </w:r>
      <w:r w:rsidR="00F635DB">
        <w:t> ?…</w:t>
      </w:r>
    </w:p>
    <w:p w14:paraId="63F23BFA" w14:textId="77777777" w:rsidR="00F635DB" w:rsidRDefault="00855694" w:rsidP="00F635DB">
      <w:r w:rsidRPr="009071AC">
        <w:lastRenderedPageBreak/>
        <w:t>Certes</w:t>
      </w:r>
      <w:r w:rsidR="00F635DB">
        <w:t xml:space="preserve">, </w:t>
      </w:r>
      <w:r w:rsidRPr="009071AC">
        <w:t>j</w:t>
      </w:r>
      <w:r w:rsidR="00F635DB">
        <w:t>’</w:t>
      </w:r>
      <w:r w:rsidRPr="009071AC">
        <w:t>ai chez moi des objets du plus grand prix</w:t>
      </w:r>
      <w:r w:rsidR="00F635DB">
        <w:t xml:space="preserve">… </w:t>
      </w:r>
      <w:r w:rsidRPr="009071AC">
        <w:t>je ne puis m</w:t>
      </w:r>
      <w:r w:rsidR="00F635DB">
        <w:t>’</w:t>
      </w:r>
      <w:r w:rsidRPr="009071AC">
        <w:t>en défaire</w:t>
      </w:r>
      <w:r w:rsidR="00F635DB">
        <w:t xml:space="preserve">, </w:t>
      </w:r>
      <w:r w:rsidRPr="009071AC">
        <w:t>cela se verrait et ils font partie de mon étalage</w:t>
      </w:r>
      <w:r w:rsidR="00F635DB">
        <w:t xml:space="preserve">… </w:t>
      </w:r>
      <w:r w:rsidRPr="009071AC">
        <w:t>Un cabotin ne vend pas ses costumes parce qu</w:t>
      </w:r>
      <w:r w:rsidR="00F635DB">
        <w:t>’</w:t>
      </w:r>
      <w:r w:rsidRPr="009071AC">
        <w:t>il a faim</w:t>
      </w:r>
      <w:r w:rsidR="00F635DB">
        <w:t xml:space="preserve">… </w:t>
      </w:r>
      <w:r w:rsidRPr="009071AC">
        <w:t>il se passe de manger</w:t>
      </w:r>
      <w:r w:rsidR="00F635DB">
        <w:t xml:space="preserve">… </w:t>
      </w:r>
      <w:r w:rsidRPr="009071AC">
        <w:t>et l</w:t>
      </w:r>
      <w:r w:rsidR="00F635DB">
        <w:t>’</w:t>
      </w:r>
      <w:r w:rsidRPr="009071AC">
        <w:t>heure de la représentation venue</w:t>
      </w:r>
      <w:r w:rsidR="00F635DB">
        <w:t xml:space="preserve">, </w:t>
      </w:r>
      <w:r w:rsidRPr="009071AC">
        <w:t>il endosse ses habits de velours et de satin</w:t>
      </w:r>
      <w:r w:rsidR="00F635DB">
        <w:t xml:space="preserve">, </w:t>
      </w:r>
      <w:r w:rsidRPr="009071AC">
        <w:t>et l</w:t>
      </w:r>
      <w:r w:rsidR="00F635DB">
        <w:t>’</w:t>
      </w:r>
      <w:r w:rsidRPr="009071AC">
        <w:t>estomac creux</w:t>
      </w:r>
      <w:r w:rsidR="00F635DB">
        <w:t xml:space="preserve">, </w:t>
      </w:r>
      <w:r w:rsidRPr="009071AC">
        <w:t>il chante les délices de la bonne chère et l</w:t>
      </w:r>
      <w:r w:rsidR="00F635DB">
        <w:t>’</w:t>
      </w:r>
      <w:r w:rsidRPr="009071AC">
        <w:t>ivresse des vieux vins</w:t>
      </w:r>
      <w:r w:rsidR="00F635DB">
        <w:t>…</w:t>
      </w:r>
    </w:p>
    <w:p w14:paraId="4871238A" w14:textId="77777777" w:rsidR="00F635DB" w:rsidRDefault="00855694" w:rsidP="00F635DB">
      <w:r w:rsidRPr="009071AC">
        <w:t>Voilà ce que je fais</w:t>
      </w:r>
      <w:r w:rsidR="00F635DB">
        <w:t xml:space="preserve">, </w:t>
      </w:r>
      <w:r w:rsidRPr="009071AC">
        <w:t>moi</w:t>
      </w:r>
      <w:r w:rsidR="00F635DB">
        <w:t xml:space="preserve">, </w:t>
      </w:r>
      <w:r w:rsidRPr="009071AC">
        <w:t xml:space="preserve">Robert </w:t>
      </w:r>
      <w:proofErr w:type="spellStart"/>
      <w:r w:rsidRPr="009071AC">
        <w:t>Dalbon</w:t>
      </w:r>
      <w:proofErr w:type="spellEnd"/>
      <w:r w:rsidR="00F635DB">
        <w:t xml:space="preserve">, </w:t>
      </w:r>
      <w:r w:rsidRPr="009071AC">
        <w:t xml:space="preserve">marquis de </w:t>
      </w:r>
      <w:proofErr w:type="spellStart"/>
      <w:r w:rsidRPr="009071AC">
        <w:t>Valorsay</w:t>
      </w:r>
      <w:proofErr w:type="spellEnd"/>
      <w:r w:rsidR="00F635DB">
        <w:t> !…</w:t>
      </w:r>
    </w:p>
    <w:p w14:paraId="7665F8FF" w14:textId="77777777" w:rsidR="00F635DB" w:rsidRDefault="00855694" w:rsidP="00F635DB">
      <w:r w:rsidRPr="009071AC">
        <w:t>Aux dernières courses de Vincennes</w:t>
      </w:r>
      <w:r w:rsidR="00F635DB">
        <w:t xml:space="preserve">, </w:t>
      </w:r>
      <w:r w:rsidRPr="009071AC">
        <w:t>il y a quinze jours</w:t>
      </w:r>
      <w:r w:rsidR="00F635DB">
        <w:t xml:space="preserve">, </w:t>
      </w:r>
      <w:r w:rsidRPr="009071AC">
        <w:t>j</w:t>
      </w:r>
      <w:r w:rsidR="00F635DB">
        <w:t>’</w:t>
      </w:r>
      <w:r w:rsidRPr="009071AC">
        <w:t>avais fait atteler à la Daumont</w:t>
      </w:r>
      <w:r w:rsidR="00F635DB">
        <w:t xml:space="preserve">, </w:t>
      </w:r>
      <w:r w:rsidRPr="009071AC">
        <w:t>et mes quatre chevaux soulevaient tout le long du boulevard comme une poussière d</w:t>
      </w:r>
      <w:r w:rsidR="00F635DB">
        <w:t>’</w:t>
      </w:r>
      <w:r w:rsidRPr="009071AC">
        <w:t>envie</w:t>
      </w:r>
      <w:r w:rsidR="00F635DB">
        <w:t>…</w:t>
      </w:r>
    </w:p>
    <w:p w14:paraId="5E36DDA0" w14:textId="376D47BD" w:rsidR="00F635DB" w:rsidRDefault="00855694" w:rsidP="00F635DB">
      <w:r w:rsidRPr="009071AC">
        <w:t>J</w:t>
      </w:r>
      <w:r w:rsidR="00F635DB">
        <w:t>’</w:t>
      </w:r>
      <w:r w:rsidRPr="009071AC">
        <w:t>ai entendu un ouvrier qui disait</w:t>
      </w:r>
      <w:r w:rsidR="00F635DB">
        <w:t> : « </w:t>
      </w:r>
      <w:r w:rsidRPr="009071AC">
        <w:t>Sont-ils heureux</w:t>
      </w:r>
      <w:r w:rsidR="00F635DB">
        <w:t xml:space="preserve">, </w:t>
      </w:r>
      <w:r w:rsidRPr="009071AC">
        <w:t>ces riches</w:t>
      </w:r>
      <w:r w:rsidR="00F635DB">
        <w:t> ! »</w:t>
      </w:r>
    </w:p>
    <w:p w14:paraId="599DA656" w14:textId="77777777" w:rsidR="00F635DB" w:rsidRDefault="00855694" w:rsidP="00F635DB">
      <w:r w:rsidRPr="009071AC">
        <w:t>Heureux</w:t>
      </w:r>
      <w:r w:rsidR="00F635DB">
        <w:t xml:space="preserve">, </w:t>
      </w:r>
      <w:r w:rsidRPr="009071AC">
        <w:t>moi</w:t>
      </w:r>
      <w:r w:rsidR="00F635DB">
        <w:t xml:space="preserve"> !… </w:t>
      </w:r>
      <w:r w:rsidRPr="009071AC">
        <w:t>J</w:t>
      </w:r>
      <w:r w:rsidR="00F635DB">
        <w:t>’</w:t>
      </w:r>
      <w:r w:rsidRPr="009071AC">
        <w:t>enviais son sort</w:t>
      </w:r>
      <w:r w:rsidR="00F635DB">
        <w:t xml:space="preserve">… </w:t>
      </w:r>
      <w:r w:rsidRPr="009071AC">
        <w:t>Il était sûr</w:t>
      </w:r>
      <w:r w:rsidR="00F635DB">
        <w:t xml:space="preserve">, </w:t>
      </w:r>
      <w:r w:rsidRPr="009071AC">
        <w:t>lui</w:t>
      </w:r>
      <w:r w:rsidR="00F635DB">
        <w:t xml:space="preserve">, </w:t>
      </w:r>
      <w:r w:rsidRPr="009071AC">
        <w:t>que le lendemain serait pour lui semblable à la veille</w:t>
      </w:r>
      <w:r w:rsidR="00F635DB">
        <w:t>…</w:t>
      </w:r>
    </w:p>
    <w:p w14:paraId="6145855B" w14:textId="77777777" w:rsidR="00F635DB" w:rsidRDefault="00855694" w:rsidP="00F635DB">
      <w:r w:rsidRPr="009071AC">
        <w:t>Moi</w:t>
      </w:r>
      <w:r w:rsidR="00F635DB">
        <w:t xml:space="preserve">, </w:t>
      </w:r>
      <w:r w:rsidRPr="009071AC">
        <w:t>ce jour-là</w:t>
      </w:r>
      <w:r w:rsidR="00F635DB">
        <w:t xml:space="preserve">, </w:t>
      </w:r>
      <w:r w:rsidRPr="009071AC">
        <w:t>j</w:t>
      </w:r>
      <w:r w:rsidR="00F635DB">
        <w:t>’</w:t>
      </w:r>
      <w:r w:rsidRPr="009071AC">
        <w:t>avais en poche et pour toute fortune un louis</w:t>
      </w:r>
      <w:r w:rsidR="00F635DB">
        <w:t xml:space="preserve">, </w:t>
      </w:r>
      <w:r w:rsidRPr="009071AC">
        <w:t>épave du baccarat de la veille</w:t>
      </w:r>
      <w:r w:rsidR="00F635DB">
        <w:t xml:space="preserve">… </w:t>
      </w:r>
      <w:r w:rsidRPr="009071AC">
        <w:t>Dans l</w:t>
      </w:r>
      <w:r w:rsidR="00F635DB">
        <w:t>’</w:t>
      </w:r>
      <w:r w:rsidRPr="009071AC">
        <w:t>enceinte du pesage</w:t>
      </w:r>
      <w:r w:rsidR="00F635DB">
        <w:t xml:space="preserve">, </w:t>
      </w:r>
      <w:r w:rsidRPr="009071AC">
        <w:t>Isabelle m</w:t>
      </w:r>
      <w:r w:rsidR="00F635DB">
        <w:t>’</w:t>
      </w:r>
      <w:r w:rsidRPr="009071AC">
        <w:t>a passé une rose à la boutonnière</w:t>
      </w:r>
      <w:r w:rsidR="00F635DB">
        <w:t xml:space="preserve">… </w:t>
      </w:r>
      <w:r w:rsidRPr="009071AC">
        <w:t>je lui ai donné mon louis</w:t>
      </w:r>
      <w:r w:rsidR="00F635DB">
        <w:t xml:space="preserve">… </w:t>
      </w:r>
      <w:r w:rsidRPr="009071AC">
        <w:t>J</w:t>
      </w:r>
      <w:r w:rsidR="00F635DB">
        <w:t>’</w:t>
      </w:r>
      <w:r w:rsidRPr="009071AC">
        <w:t>avais envie de l</w:t>
      </w:r>
      <w:r w:rsidR="00F635DB">
        <w:t>’</w:t>
      </w:r>
      <w:r w:rsidRPr="009071AC">
        <w:t>étrangler</w:t>
      </w:r>
      <w:r w:rsidR="00F635DB">
        <w:t> !…</w:t>
      </w:r>
    </w:p>
    <w:p w14:paraId="5540E592" w14:textId="51D0A844" w:rsidR="00F635DB" w:rsidRDefault="00855694" w:rsidP="00F635DB">
      <w:r w:rsidRPr="009071AC">
        <w:t>Il s</w:t>
      </w:r>
      <w:r w:rsidR="00F635DB">
        <w:t>’</w:t>
      </w:r>
      <w:r w:rsidRPr="009071AC">
        <w:t>interrompit</w:t>
      </w:r>
      <w:r w:rsidR="00F635DB">
        <w:t xml:space="preserve">, </w:t>
      </w:r>
      <w:r w:rsidRPr="009071AC">
        <w:t>ivre de colère</w:t>
      </w:r>
      <w:r w:rsidR="00F635DB">
        <w:t xml:space="preserve">, </w:t>
      </w:r>
      <w:r w:rsidRPr="009071AC">
        <w:t>et</w:t>
      </w:r>
      <w:r w:rsidR="00F635DB">
        <w:t xml:space="preserve">, </w:t>
      </w:r>
      <w:r w:rsidRPr="009071AC">
        <w:t xml:space="preserve">marchant sur </w:t>
      </w:r>
      <w:r w:rsidR="00F635DB">
        <w:t>M. </w:t>
      </w:r>
      <w:r w:rsidRPr="009071AC">
        <w:t>Isidore Fortunat</w:t>
      </w:r>
      <w:r w:rsidR="00F635DB">
        <w:t xml:space="preserve">, </w:t>
      </w:r>
      <w:r w:rsidRPr="009071AC">
        <w:t>le fit reculer jusqu</w:t>
      </w:r>
      <w:r w:rsidR="00F635DB">
        <w:t>’</w:t>
      </w:r>
      <w:r w:rsidRPr="009071AC">
        <w:t>au fin fond d</w:t>
      </w:r>
      <w:r w:rsidR="00F635DB">
        <w:t>’</w:t>
      </w:r>
      <w:r w:rsidRPr="009071AC">
        <w:t>une embrasure</w:t>
      </w:r>
      <w:r w:rsidR="00F635DB">
        <w:t>.</w:t>
      </w:r>
    </w:p>
    <w:p w14:paraId="55EAE030" w14:textId="77777777" w:rsidR="00F635DB" w:rsidRDefault="00855694" w:rsidP="00F635DB">
      <w:r w:rsidRPr="009071AC">
        <w:t xml:space="preserve">Une </w:t>
      </w:r>
      <w:proofErr w:type="spellStart"/>
      <w:r w:rsidRPr="009071AC">
        <w:t>fois là</w:t>
      </w:r>
      <w:proofErr w:type="spellEnd"/>
      <w:r w:rsidR="00F635DB">
        <w:t> :</w:t>
      </w:r>
    </w:p>
    <w:p w14:paraId="6B210E0D" w14:textId="77777777" w:rsidR="00F635DB" w:rsidRDefault="00F635DB" w:rsidP="00F635DB">
      <w:r>
        <w:t>— </w:t>
      </w:r>
      <w:r w:rsidR="00855694" w:rsidRPr="009071AC">
        <w:t>Et voici huit mois</w:t>
      </w:r>
      <w:r>
        <w:t xml:space="preserve">, </w:t>
      </w:r>
      <w:r w:rsidR="00855694" w:rsidRPr="009071AC">
        <w:t>poursuivit-il</w:t>
      </w:r>
      <w:r>
        <w:t xml:space="preserve">, </w:t>
      </w:r>
      <w:r w:rsidR="00855694" w:rsidRPr="009071AC">
        <w:t>que dure cette vie enragée</w:t>
      </w:r>
      <w:r>
        <w:t xml:space="preserve"> !… </w:t>
      </w:r>
      <w:r w:rsidR="00855694" w:rsidRPr="009071AC">
        <w:t>Huit mois dont chaque minute a été une atroce douleur</w:t>
      </w:r>
      <w:r>
        <w:t xml:space="preserve">… </w:t>
      </w:r>
      <w:r w:rsidR="00855694" w:rsidRPr="009071AC">
        <w:t>Ah</w:t>
      </w:r>
      <w:r>
        <w:t xml:space="preserve"> !… </w:t>
      </w:r>
      <w:r w:rsidR="00855694" w:rsidRPr="009071AC">
        <w:t>mieux vaudrait la misère</w:t>
      </w:r>
      <w:r>
        <w:t xml:space="preserve">, </w:t>
      </w:r>
      <w:r w:rsidR="00855694" w:rsidRPr="009071AC">
        <w:t>le bagne</w:t>
      </w:r>
      <w:r>
        <w:t xml:space="preserve">, </w:t>
      </w:r>
      <w:r w:rsidR="00855694" w:rsidRPr="009071AC">
        <w:t>l</w:t>
      </w:r>
      <w:r>
        <w:t>’</w:t>
      </w:r>
      <w:r w:rsidR="00855694" w:rsidRPr="009071AC">
        <w:t>infamie</w:t>
      </w:r>
      <w:r>
        <w:t xml:space="preserve"> !… </w:t>
      </w:r>
      <w:r w:rsidR="00855694" w:rsidRPr="009071AC">
        <w:t>Et quand je touche au but</w:t>
      </w:r>
      <w:r>
        <w:t xml:space="preserve">, </w:t>
      </w:r>
      <w:r w:rsidR="00855694" w:rsidRPr="009071AC">
        <w:t>vous</w:t>
      </w:r>
      <w:r>
        <w:t xml:space="preserve">, </w:t>
      </w:r>
      <w:r w:rsidR="00855694" w:rsidRPr="009071AC">
        <w:t>je ne sais par quel caprice ni par quelle trahison</w:t>
      </w:r>
      <w:r>
        <w:t xml:space="preserve">, </w:t>
      </w:r>
      <w:r w:rsidR="00855694" w:rsidRPr="009071AC">
        <w:t>vous rendriez inutile tout ce que j</w:t>
      </w:r>
      <w:r>
        <w:t>’</w:t>
      </w:r>
      <w:r w:rsidR="00855694" w:rsidRPr="009071AC">
        <w:t xml:space="preserve">ai </w:t>
      </w:r>
      <w:r w:rsidR="00855694" w:rsidRPr="009071AC">
        <w:lastRenderedPageBreak/>
        <w:t>souffert</w:t>
      </w:r>
      <w:r>
        <w:t xml:space="preserve"> !… </w:t>
      </w:r>
      <w:r w:rsidR="00855694" w:rsidRPr="009071AC">
        <w:t>Vous me feriez échouer dans le port</w:t>
      </w:r>
      <w:r>
        <w:t xml:space="preserve"> !… </w:t>
      </w:r>
      <w:r w:rsidR="00855694" w:rsidRPr="009071AC">
        <w:t>Non</w:t>
      </w:r>
      <w:r>
        <w:t xml:space="preserve"> !… </w:t>
      </w:r>
      <w:r w:rsidR="00855694" w:rsidRPr="009071AC">
        <w:t>par le saint nom de Dieu</w:t>
      </w:r>
      <w:r>
        <w:t xml:space="preserve">, </w:t>
      </w:r>
      <w:r w:rsidR="00855694" w:rsidRPr="009071AC">
        <w:t>cela ne sera pas</w:t>
      </w:r>
      <w:r>
        <w:t xml:space="preserve">, </w:t>
      </w:r>
      <w:r w:rsidR="00855694" w:rsidRPr="009071AC">
        <w:t>je t</w:t>
      </w:r>
      <w:r>
        <w:t>’</w:t>
      </w:r>
      <w:r w:rsidR="00855694" w:rsidRPr="009071AC">
        <w:t>aurai avant</w:t>
      </w:r>
      <w:r>
        <w:t xml:space="preserve">, </w:t>
      </w:r>
      <w:r w:rsidR="00855694" w:rsidRPr="009071AC">
        <w:t>misérable drôle</w:t>
      </w:r>
      <w:r>
        <w:t xml:space="preserve">, </w:t>
      </w:r>
      <w:r w:rsidR="00855694" w:rsidRPr="009071AC">
        <w:t>écrasé comme une bête venimeuse</w:t>
      </w:r>
      <w:r>
        <w:t> !…</w:t>
      </w:r>
    </w:p>
    <w:p w14:paraId="1E4FD85C" w14:textId="237C49CE" w:rsidR="00F635DB" w:rsidRDefault="00855694" w:rsidP="00F635DB">
      <w:r w:rsidRPr="009071AC">
        <w:t>Sa voix</w:t>
      </w:r>
      <w:r w:rsidR="00F635DB">
        <w:t xml:space="preserve">, </w:t>
      </w:r>
      <w:r w:rsidRPr="009071AC">
        <w:t>sur ces derniers mots</w:t>
      </w:r>
      <w:r w:rsidR="00F635DB">
        <w:t xml:space="preserve">, </w:t>
      </w:r>
      <w:r w:rsidRPr="009071AC">
        <w:t>arrivait à un tel diapason que les vitres du salon en vibraient</w:t>
      </w:r>
      <w:r w:rsidR="00F635DB">
        <w:t xml:space="preserve">, </w:t>
      </w:r>
      <w:r w:rsidRPr="009071AC">
        <w:t xml:space="preserve">et que </w:t>
      </w:r>
      <w:r w:rsidR="00F635DB">
        <w:t>M</w:t>
      </w:r>
      <w:r w:rsidR="00F635DB" w:rsidRPr="00F635DB">
        <w:rPr>
          <w:vertAlign w:val="superscript"/>
        </w:rPr>
        <w:t>me</w:t>
      </w:r>
      <w:r w:rsidR="00F635DB">
        <w:t> </w:t>
      </w:r>
      <w:proofErr w:type="spellStart"/>
      <w:r w:rsidRPr="009071AC">
        <w:t>Dodelin</w:t>
      </w:r>
      <w:proofErr w:type="spellEnd"/>
      <w:r w:rsidRPr="009071AC">
        <w:t xml:space="preserve"> en frissonna dans sa cuisine</w:t>
      </w:r>
      <w:r w:rsidR="00F635DB">
        <w:t>.</w:t>
      </w:r>
    </w:p>
    <w:p w14:paraId="4D97BC99" w14:textId="77777777" w:rsidR="00F635DB" w:rsidRDefault="00F635DB" w:rsidP="00F635DB">
      <w:r>
        <w:t>— </w:t>
      </w:r>
      <w:r w:rsidR="00855694" w:rsidRPr="009071AC">
        <w:t>Sûr</w:t>
      </w:r>
      <w:r>
        <w:t xml:space="preserve">, </w:t>
      </w:r>
      <w:r w:rsidR="00855694" w:rsidRPr="009071AC">
        <w:t>pensait-elle</w:t>
      </w:r>
      <w:r>
        <w:t xml:space="preserve">, </w:t>
      </w:r>
      <w:r w:rsidR="00855694" w:rsidRPr="009071AC">
        <w:t>on finira par faire un mauvais parti à monsieur</w:t>
      </w:r>
      <w:r>
        <w:t xml:space="preserve">, </w:t>
      </w:r>
      <w:r w:rsidR="00855694" w:rsidRPr="009071AC">
        <w:t>un de ces jours</w:t>
      </w:r>
      <w:r>
        <w:t> !…</w:t>
      </w:r>
    </w:p>
    <w:p w14:paraId="000A4014" w14:textId="7F342C07" w:rsidR="00F635DB" w:rsidRDefault="00855694" w:rsidP="00F635DB">
      <w:r w:rsidRPr="009071AC">
        <w:t>Ce n</w:t>
      </w:r>
      <w:r w:rsidR="00F635DB">
        <w:t>’</w:t>
      </w:r>
      <w:r w:rsidRPr="009071AC">
        <w:t>était pas</w:t>
      </w:r>
      <w:r w:rsidR="00F635DB">
        <w:t xml:space="preserve">, </w:t>
      </w:r>
      <w:r w:rsidRPr="009071AC">
        <w:t>il est vrai</w:t>
      </w:r>
      <w:r w:rsidR="00F635DB">
        <w:t xml:space="preserve">, </w:t>
      </w:r>
      <w:r w:rsidRPr="009071AC">
        <w:t xml:space="preserve">la première fois que </w:t>
      </w:r>
      <w:r w:rsidR="00F635DB">
        <w:t>M. </w:t>
      </w:r>
      <w:r w:rsidRPr="009071AC">
        <w:t>Fortunat se trouvait aux prises avec un client d</w:t>
      </w:r>
      <w:r w:rsidR="00F635DB">
        <w:t>’</w:t>
      </w:r>
      <w:r w:rsidRPr="009071AC">
        <w:t>un tempérament sanguin</w:t>
      </w:r>
      <w:r w:rsidR="00F635DB">
        <w:t>.</w:t>
      </w:r>
    </w:p>
    <w:p w14:paraId="1D057B2A" w14:textId="77777777" w:rsidR="00F635DB" w:rsidRDefault="00855694" w:rsidP="00F635DB">
      <w:r w:rsidRPr="009071AC">
        <w:t>Mais toujours il était sorti sain et sauf de ces mauvaises rencontres</w:t>
      </w:r>
      <w:r w:rsidR="00F635DB">
        <w:t>.</w:t>
      </w:r>
    </w:p>
    <w:p w14:paraId="736D92EE" w14:textId="2448EEFF" w:rsidR="00F635DB" w:rsidRDefault="00855694" w:rsidP="00F635DB">
      <w:r w:rsidRPr="009071AC">
        <w:t>Aussi</w:t>
      </w:r>
      <w:r w:rsidR="00F635DB">
        <w:t xml:space="preserve">, </w:t>
      </w:r>
      <w:r w:rsidRPr="009071AC">
        <w:t>était-il beaucoup moins effrayé qu</w:t>
      </w:r>
      <w:r w:rsidR="00F635DB">
        <w:t>’</w:t>
      </w:r>
      <w:r w:rsidRPr="009071AC">
        <w:t>il n</w:t>
      </w:r>
      <w:r w:rsidR="00F635DB">
        <w:t>’</w:t>
      </w:r>
      <w:r w:rsidRPr="009071AC">
        <w:t>en avait l</w:t>
      </w:r>
      <w:r w:rsidR="00F635DB">
        <w:t>’</w:t>
      </w:r>
      <w:r w:rsidRPr="009071AC">
        <w:t>air</w:t>
      </w:r>
      <w:r w:rsidR="00F635DB">
        <w:t xml:space="preserve">. </w:t>
      </w:r>
      <w:r w:rsidRPr="009071AC">
        <w:t>Et la preuve</w:t>
      </w:r>
      <w:r w:rsidR="00F635DB">
        <w:t xml:space="preserve">, </w:t>
      </w:r>
      <w:r w:rsidRPr="009071AC">
        <w:t>c</w:t>
      </w:r>
      <w:r w:rsidR="00F635DB">
        <w:t>’</w:t>
      </w:r>
      <w:r w:rsidRPr="009071AC">
        <w:t>est qu</w:t>
      </w:r>
      <w:r w:rsidR="00F635DB">
        <w:t>’</w:t>
      </w:r>
      <w:r w:rsidRPr="009071AC">
        <w:t>il avait encore assez de liberté d</w:t>
      </w:r>
      <w:r w:rsidR="00F635DB">
        <w:t>’</w:t>
      </w:r>
      <w:r w:rsidRPr="009071AC">
        <w:t>esprit pour réfléchir et calculer</w:t>
      </w:r>
      <w:r w:rsidR="00F635DB">
        <w:t xml:space="preserve">. « – </w:t>
      </w:r>
      <w:r w:rsidRPr="009071AC">
        <w:t>D</w:t>
      </w:r>
      <w:r w:rsidR="00F635DB">
        <w:t>’</w:t>
      </w:r>
      <w:r w:rsidRPr="009071AC">
        <w:t>ici quarante-huit heures</w:t>
      </w:r>
      <w:r w:rsidR="00F635DB">
        <w:t xml:space="preserve">, </w:t>
      </w:r>
      <w:r w:rsidRPr="009071AC">
        <w:t>pensait-il</w:t>
      </w:r>
      <w:r w:rsidR="00F635DB">
        <w:t xml:space="preserve">, </w:t>
      </w:r>
      <w:r w:rsidRPr="009071AC">
        <w:t>je serai fixé sur le sort du comte</w:t>
      </w:r>
      <w:r w:rsidR="00F635DB">
        <w:t xml:space="preserve">… </w:t>
      </w:r>
      <w:r w:rsidRPr="009071AC">
        <w:t>il sera mort ou en voie de rétablissement</w:t>
      </w:r>
      <w:r w:rsidR="00F635DB">
        <w:t xml:space="preserve">… </w:t>
      </w:r>
      <w:r w:rsidRPr="009071AC">
        <w:t>donc</w:t>
      </w:r>
      <w:r w:rsidR="00F635DB">
        <w:t xml:space="preserve">, </w:t>
      </w:r>
      <w:r w:rsidRPr="009071AC">
        <w:t>à promettre pour après-demain tout ce que voudra cet enragé</w:t>
      </w:r>
      <w:r w:rsidR="00F635DB">
        <w:t xml:space="preserve">, </w:t>
      </w:r>
      <w:r w:rsidRPr="009071AC">
        <w:t>je ne risque rien</w:t>
      </w:r>
      <w:r w:rsidR="00F635DB">
        <w:t>. »</w:t>
      </w:r>
    </w:p>
    <w:p w14:paraId="60FBE7A2" w14:textId="6A759FF3" w:rsidR="00F635DB" w:rsidRDefault="00855694" w:rsidP="00F635DB">
      <w:r w:rsidRPr="009071AC">
        <w:t>Et</w:t>
      </w:r>
      <w:r w:rsidR="00F635DB">
        <w:t xml:space="preserve">, </w:t>
      </w:r>
      <w:r w:rsidRPr="009071AC">
        <w:t>sur ce raisonnement</w:t>
      </w:r>
      <w:r w:rsidR="00F635DB">
        <w:t xml:space="preserve">, </w:t>
      </w:r>
      <w:r w:rsidRPr="009071AC">
        <w:t>profitant</w:t>
      </w:r>
      <w:r w:rsidR="00F635DB">
        <w:t xml:space="preserve">, </w:t>
      </w:r>
      <w:r w:rsidRPr="009071AC">
        <w:t>d</w:t>
      </w:r>
      <w:r w:rsidR="00F635DB">
        <w:t>’</w:t>
      </w:r>
      <w:r w:rsidRPr="009071AC">
        <w:t xml:space="preserve">une minute où </w:t>
      </w:r>
      <w:r w:rsidR="00F635DB">
        <w:t>M. de </w:t>
      </w:r>
      <w:proofErr w:type="spellStart"/>
      <w:r w:rsidRPr="009071AC">
        <w:t>Valorsay</w:t>
      </w:r>
      <w:proofErr w:type="spellEnd"/>
      <w:r w:rsidRPr="009071AC">
        <w:t xml:space="preserve"> reprenait haleine</w:t>
      </w:r>
      <w:r w:rsidR="00F635DB">
        <w:t> :</w:t>
      </w:r>
    </w:p>
    <w:p w14:paraId="76942A7B" w14:textId="77777777" w:rsidR="00F635DB" w:rsidRDefault="00F635DB" w:rsidP="00F635DB">
      <w:r>
        <w:t>— </w:t>
      </w:r>
      <w:r w:rsidR="00855694" w:rsidRPr="009071AC">
        <w:t>En vérité</w:t>
      </w:r>
      <w:r>
        <w:t xml:space="preserve">, </w:t>
      </w:r>
      <w:r w:rsidR="00855694" w:rsidRPr="009071AC">
        <w:t>monsieur le marquis</w:t>
      </w:r>
      <w:r>
        <w:t xml:space="preserve">, </w:t>
      </w:r>
      <w:r w:rsidR="00855694" w:rsidRPr="009071AC">
        <w:t>fit-il</w:t>
      </w:r>
      <w:r>
        <w:t xml:space="preserve">, </w:t>
      </w:r>
      <w:r w:rsidR="00855694" w:rsidRPr="009071AC">
        <w:t>je ne m</w:t>
      </w:r>
      <w:r>
        <w:t>’</w:t>
      </w:r>
      <w:r w:rsidR="00855694" w:rsidRPr="009071AC">
        <w:t>explique pas votre irritation</w:t>
      </w:r>
      <w:r>
        <w:t>…</w:t>
      </w:r>
    </w:p>
    <w:p w14:paraId="737883E2" w14:textId="77777777" w:rsidR="00F635DB" w:rsidRDefault="00F635DB" w:rsidP="00F635DB">
      <w:r>
        <w:t>— </w:t>
      </w:r>
      <w:r w:rsidR="00855694" w:rsidRPr="009071AC">
        <w:t>Comment</w:t>
      </w:r>
      <w:r>
        <w:t xml:space="preserve">, </w:t>
      </w:r>
      <w:r w:rsidR="00855694" w:rsidRPr="009071AC">
        <w:t>drôle</w:t>
      </w:r>
      <w:r>
        <w:t>…</w:t>
      </w:r>
    </w:p>
    <w:p w14:paraId="4B051593" w14:textId="77777777" w:rsidR="00F635DB" w:rsidRDefault="00F635DB" w:rsidP="00F635DB">
      <w:r>
        <w:t>— </w:t>
      </w:r>
      <w:r w:rsidR="00855694" w:rsidRPr="009071AC">
        <w:t>Pardon</w:t>
      </w:r>
      <w:r>
        <w:t xml:space="preserve"> !… </w:t>
      </w:r>
      <w:r w:rsidR="00855694" w:rsidRPr="009071AC">
        <w:t>avant de m</w:t>
      </w:r>
      <w:r>
        <w:t>’</w:t>
      </w:r>
      <w:r w:rsidR="00855694" w:rsidRPr="009071AC">
        <w:t>injurier</w:t>
      </w:r>
      <w:r>
        <w:t xml:space="preserve">, </w:t>
      </w:r>
      <w:r w:rsidR="00855694" w:rsidRPr="009071AC">
        <w:t>permettez que je m</w:t>
      </w:r>
      <w:r>
        <w:t>’</w:t>
      </w:r>
      <w:r w:rsidR="00855694" w:rsidRPr="009071AC">
        <w:t>explique</w:t>
      </w:r>
      <w:r>
        <w:t>…</w:t>
      </w:r>
    </w:p>
    <w:p w14:paraId="769AD6B6" w14:textId="77777777" w:rsidR="00F635DB" w:rsidRDefault="00F635DB" w:rsidP="00F635DB">
      <w:r>
        <w:t>— </w:t>
      </w:r>
      <w:r w:rsidR="00855694" w:rsidRPr="009071AC">
        <w:t>Pas d</w:t>
      </w:r>
      <w:r>
        <w:t>’</w:t>
      </w:r>
      <w:r w:rsidR="00855694" w:rsidRPr="009071AC">
        <w:t>explications</w:t>
      </w:r>
      <w:r>
        <w:t xml:space="preserve">… </w:t>
      </w:r>
      <w:r w:rsidR="00855694" w:rsidRPr="009071AC">
        <w:t>cinq cents louis</w:t>
      </w:r>
      <w:r>
        <w:t> !</w:t>
      </w:r>
    </w:p>
    <w:p w14:paraId="0955F614" w14:textId="77777777" w:rsidR="00F635DB" w:rsidRDefault="00F635DB" w:rsidP="00F635DB">
      <w:r>
        <w:lastRenderedPageBreak/>
        <w:t>— </w:t>
      </w:r>
      <w:r w:rsidR="00855694" w:rsidRPr="009071AC">
        <w:t>De grâce</w:t>
      </w:r>
      <w:r>
        <w:t xml:space="preserve">, </w:t>
      </w:r>
      <w:r w:rsidR="00855694" w:rsidRPr="009071AC">
        <w:t>laisse-moi achever</w:t>
      </w:r>
      <w:r>
        <w:t xml:space="preserve">… </w:t>
      </w:r>
      <w:r w:rsidR="00855694" w:rsidRPr="009071AC">
        <w:t>Oui</w:t>
      </w:r>
      <w:r>
        <w:t xml:space="preserve">, </w:t>
      </w:r>
      <w:r w:rsidR="00855694" w:rsidRPr="009071AC">
        <w:t>je sais que vous en avez un besoin urgent</w:t>
      </w:r>
      <w:r>
        <w:t xml:space="preserve">… </w:t>
      </w:r>
      <w:r w:rsidR="00855694" w:rsidRPr="009071AC">
        <w:t>non à un jour près</w:t>
      </w:r>
      <w:r>
        <w:t xml:space="preserve">, </w:t>
      </w:r>
      <w:r w:rsidR="00855694" w:rsidRPr="009071AC">
        <w:t>cependant</w:t>
      </w:r>
      <w:r>
        <w:t xml:space="preserve">… </w:t>
      </w:r>
      <w:r w:rsidR="00855694" w:rsidRPr="009071AC">
        <w:t>Aujourd</w:t>
      </w:r>
      <w:r>
        <w:t>’</w:t>
      </w:r>
      <w:r w:rsidR="00855694" w:rsidRPr="009071AC">
        <w:t>hui</w:t>
      </w:r>
      <w:r>
        <w:t xml:space="preserve">, </w:t>
      </w:r>
      <w:r w:rsidR="00855694" w:rsidRPr="009071AC">
        <w:t>je n</w:t>
      </w:r>
      <w:r>
        <w:t>’</w:t>
      </w:r>
      <w:r w:rsidR="00855694" w:rsidRPr="009071AC">
        <w:t>ai pu me les procurer</w:t>
      </w:r>
      <w:r>
        <w:t xml:space="preserve">… </w:t>
      </w:r>
      <w:r w:rsidR="00855694" w:rsidRPr="009071AC">
        <w:t>je ne puis m</w:t>
      </w:r>
      <w:r>
        <w:t>’</w:t>
      </w:r>
      <w:r w:rsidR="00855694" w:rsidRPr="009071AC">
        <w:t>engager formellement pour demain</w:t>
      </w:r>
      <w:r>
        <w:t xml:space="preserve">, </w:t>
      </w:r>
      <w:r w:rsidR="00855694" w:rsidRPr="009071AC">
        <w:t>mais après-demain</w:t>
      </w:r>
      <w:r>
        <w:t xml:space="preserve">, </w:t>
      </w:r>
      <w:r w:rsidR="00855694" w:rsidRPr="009071AC">
        <w:t>samedi</w:t>
      </w:r>
      <w:r>
        <w:t xml:space="preserve">, </w:t>
      </w:r>
      <w:r w:rsidR="00855694" w:rsidRPr="009071AC">
        <w:t>17</w:t>
      </w:r>
      <w:r>
        <w:t xml:space="preserve">, </w:t>
      </w:r>
      <w:r w:rsidR="00855694" w:rsidRPr="009071AC">
        <w:t>je les aurai assurément</w:t>
      </w:r>
      <w:r>
        <w:t>…</w:t>
      </w:r>
    </w:p>
    <w:p w14:paraId="1A706EAC" w14:textId="77777777" w:rsidR="00F635DB" w:rsidRDefault="00855694" w:rsidP="00F635DB">
      <w:r w:rsidRPr="009071AC">
        <w:t>Le marquis le regarda comme s</w:t>
      </w:r>
      <w:r w:rsidR="00F635DB">
        <w:t>’</w:t>
      </w:r>
      <w:r w:rsidRPr="009071AC">
        <w:t>il eût espéré lire jusqu</w:t>
      </w:r>
      <w:r w:rsidR="00F635DB">
        <w:t>’</w:t>
      </w:r>
      <w:r w:rsidRPr="009071AC">
        <w:t>au fond de sa pensée</w:t>
      </w:r>
      <w:r w:rsidR="00F635DB">
        <w:t>.</w:t>
      </w:r>
    </w:p>
    <w:p w14:paraId="039B222C" w14:textId="77777777" w:rsidR="00F635DB" w:rsidRDefault="00F635DB" w:rsidP="00F635DB">
      <w:r>
        <w:t>— </w:t>
      </w:r>
      <w:r w:rsidR="00855694" w:rsidRPr="009071AC">
        <w:t>Est-ce positif</w:t>
      </w:r>
      <w:r>
        <w:t xml:space="preserve">, </w:t>
      </w:r>
      <w:r w:rsidR="00855694" w:rsidRPr="009071AC">
        <w:t>au moins</w:t>
      </w:r>
      <w:r>
        <w:t xml:space="preserve"> ? </w:t>
      </w:r>
      <w:r w:rsidR="00855694" w:rsidRPr="009071AC">
        <w:t>demanda-t-il</w:t>
      </w:r>
      <w:r>
        <w:t xml:space="preserve">. </w:t>
      </w:r>
      <w:r w:rsidR="00855694" w:rsidRPr="009071AC">
        <w:t>Jouons cartes sur table</w:t>
      </w:r>
      <w:r>
        <w:t xml:space="preserve"> ; </w:t>
      </w:r>
      <w:r w:rsidR="00855694" w:rsidRPr="009071AC">
        <w:t>si vous devez me laisser dans l</w:t>
      </w:r>
      <w:r>
        <w:t>’</w:t>
      </w:r>
      <w:r w:rsidR="00855694" w:rsidRPr="009071AC">
        <w:t>embarras</w:t>
      </w:r>
      <w:r>
        <w:t xml:space="preserve">, </w:t>
      </w:r>
      <w:r w:rsidR="00855694" w:rsidRPr="009071AC">
        <w:t>avouez-le moi</w:t>
      </w:r>
      <w:r>
        <w:t>…</w:t>
      </w:r>
    </w:p>
    <w:p w14:paraId="09B74B35" w14:textId="77777777" w:rsidR="00F635DB" w:rsidRDefault="00F635DB" w:rsidP="00F635DB">
      <w:r>
        <w:t>— </w:t>
      </w:r>
      <w:r w:rsidR="00855694" w:rsidRPr="009071AC">
        <w:t>Eh</w:t>
      </w:r>
      <w:r>
        <w:t xml:space="preserve"> ! </w:t>
      </w:r>
      <w:r w:rsidR="00855694" w:rsidRPr="009071AC">
        <w:t>monsieur le marquis</w:t>
      </w:r>
      <w:r>
        <w:t xml:space="preserve">, </w:t>
      </w:r>
      <w:r w:rsidR="00855694" w:rsidRPr="009071AC">
        <w:t>ne suis-je pas intéressé à votre succès autant que vous-même</w:t>
      </w:r>
      <w:r>
        <w:t xml:space="preserve"> ?… </w:t>
      </w:r>
      <w:r w:rsidR="00855694" w:rsidRPr="009071AC">
        <w:t>N</w:t>
      </w:r>
      <w:r>
        <w:t>’</w:t>
      </w:r>
      <w:r w:rsidR="00855694" w:rsidRPr="009071AC">
        <w:t>avez-vous pas des gages de mon dévouement</w:t>
      </w:r>
      <w:r>
        <w:t>…</w:t>
      </w:r>
    </w:p>
    <w:p w14:paraId="68B6E0B5" w14:textId="77777777" w:rsidR="00F635DB" w:rsidRDefault="00F635DB" w:rsidP="00F635DB">
      <w:r>
        <w:t>— </w:t>
      </w:r>
      <w:r w:rsidR="00855694" w:rsidRPr="009071AC">
        <w:t>Alors je puis compter sur vous</w:t>
      </w:r>
      <w:r>
        <w:t> ?</w:t>
      </w:r>
    </w:p>
    <w:p w14:paraId="487CE9DD" w14:textId="77777777" w:rsidR="00F635DB" w:rsidRDefault="00F635DB" w:rsidP="00F635DB">
      <w:r>
        <w:t>— </w:t>
      </w:r>
      <w:r w:rsidR="00855694" w:rsidRPr="009071AC">
        <w:t>Absolument</w:t>
      </w:r>
      <w:r>
        <w:t>.</w:t>
      </w:r>
    </w:p>
    <w:p w14:paraId="49758639" w14:textId="1BD7FA96" w:rsidR="00F635DB" w:rsidRDefault="00855694" w:rsidP="00F635DB">
      <w:r w:rsidRPr="009071AC">
        <w:t>En voyant dans les yeux de son client un reste de doute</w:t>
      </w:r>
      <w:r w:rsidR="00F635DB">
        <w:t>, M. </w:t>
      </w:r>
      <w:r w:rsidRPr="009071AC">
        <w:t>Fortunat ajouta</w:t>
      </w:r>
      <w:r w:rsidR="00F635DB">
        <w:t> :</w:t>
      </w:r>
    </w:p>
    <w:p w14:paraId="0BF8BF42" w14:textId="77777777" w:rsidR="00F635DB" w:rsidRDefault="00F635DB" w:rsidP="00F635DB">
      <w:r>
        <w:t>— </w:t>
      </w:r>
      <w:r w:rsidR="00855694" w:rsidRPr="009071AC">
        <w:t>Vous avez ma parole</w:t>
      </w:r>
      <w:r>
        <w:t> !…</w:t>
      </w:r>
    </w:p>
    <w:p w14:paraId="570E5CD5" w14:textId="5BBA4553" w:rsidR="00F635DB" w:rsidRDefault="00855694" w:rsidP="00F635DB">
      <w:r w:rsidRPr="009071AC">
        <w:t>Trois heures sonnaient</w:t>
      </w:r>
      <w:r w:rsidR="00F635DB">
        <w:t>, M. de </w:t>
      </w:r>
      <w:proofErr w:type="spellStart"/>
      <w:r w:rsidRPr="009071AC">
        <w:t>Valorsay</w:t>
      </w:r>
      <w:proofErr w:type="spellEnd"/>
      <w:r w:rsidRPr="009071AC">
        <w:t xml:space="preserve"> prit son chapeau</w:t>
      </w:r>
      <w:r w:rsidR="00F635DB">
        <w:t xml:space="preserve">, </w:t>
      </w:r>
      <w:r w:rsidRPr="009071AC">
        <w:t>et traînant un peu la jambe</w:t>
      </w:r>
      <w:r w:rsidR="00F635DB">
        <w:t xml:space="preserve">, </w:t>
      </w:r>
      <w:r w:rsidRPr="009071AC">
        <w:t>car les émotions fortes lui produisaient l</w:t>
      </w:r>
      <w:r w:rsidR="00F635DB">
        <w:t>’</w:t>
      </w:r>
      <w:r w:rsidRPr="009071AC">
        <w:t>effet du changement de temps</w:t>
      </w:r>
      <w:r w:rsidR="00F635DB">
        <w:t xml:space="preserve">, </w:t>
      </w:r>
      <w:r w:rsidRPr="009071AC">
        <w:t>il se dirigea vers la porte</w:t>
      </w:r>
      <w:r w:rsidR="00F635DB">
        <w:t>.</w:t>
      </w:r>
    </w:p>
    <w:p w14:paraId="3869FBC6" w14:textId="3A7539EA" w:rsidR="00F635DB" w:rsidRDefault="00F635DB" w:rsidP="00F635DB">
      <w:r>
        <w:t>M. </w:t>
      </w:r>
      <w:r w:rsidR="00855694" w:rsidRPr="009071AC">
        <w:t>Fortunat</w:t>
      </w:r>
      <w:r>
        <w:t xml:space="preserve">, </w:t>
      </w:r>
      <w:r w:rsidR="00855694" w:rsidRPr="009071AC">
        <w:t>qui avait encore sur le cœur l</w:t>
      </w:r>
      <w:r>
        <w:t>’</w:t>
      </w:r>
      <w:r w:rsidR="00855694" w:rsidRPr="009071AC">
        <w:t>épithète de drôle</w:t>
      </w:r>
      <w:r>
        <w:t xml:space="preserve">, </w:t>
      </w:r>
      <w:r w:rsidR="00855694" w:rsidRPr="009071AC">
        <w:t>l</w:t>
      </w:r>
      <w:r>
        <w:t>’</w:t>
      </w:r>
      <w:r w:rsidR="00855694" w:rsidRPr="009071AC">
        <w:t>arrêta</w:t>
      </w:r>
      <w:r>
        <w:t>.</w:t>
      </w:r>
    </w:p>
    <w:p w14:paraId="17B77D0D" w14:textId="398E3E2F" w:rsidR="00F635DB" w:rsidRDefault="00F635DB" w:rsidP="00F635DB">
      <w:r>
        <w:t>— </w:t>
      </w:r>
      <w:r w:rsidR="00855694" w:rsidRPr="009071AC">
        <w:t>Est-ce que vous allez</w:t>
      </w:r>
      <w:r>
        <w:t xml:space="preserve">, </w:t>
      </w:r>
      <w:r w:rsidR="00855694" w:rsidRPr="009071AC">
        <w:t>monsieur le marquis</w:t>
      </w:r>
      <w:r>
        <w:t xml:space="preserve">, </w:t>
      </w:r>
      <w:r w:rsidR="00855694" w:rsidRPr="009071AC">
        <w:t>demanda-t-il</w:t>
      </w:r>
      <w:r>
        <w:t xml:space="preserve">, </w:t>
      </w:r>
      <w:r w:rsidR="00855694" w:rsidRPr="009071AC">
        <w:t>chez cette dame</w:t>
      </w:r>
      <w:r>
        <w:t xml:space="preserve">… </w:t>
      </w:r>
      <w:r w:rsidR="00855694" w:rsidRPr="009071AC">
        <w:t>Comment l</w:t>
      </w:r>
      <w:r>
        <w:t>’</w:t>
      </w:r>
      <w:r w:rsidR="00855694" w:rsidRPr="009071AC">
        <w:t>appelle-t-on</w:t>
      </w:r>
      <w:r>
        <w:t xml:space="preserve"> ?… </w:t>
      </w:r>
      <w:r w:rsidR="00855694" w:rsidRPr="009071AC">
        <w:t>Ah</w:t>
      </w:r>
      <w:r>
        <w:t xml:space="preserve"> ! </w:t>
      </w:r>
      <w:r>
        <w:lastRenderedPageBreak/>
        <w:t>M</w:t>
      </w:r>
      <w:r w:rsidRPr="00F635DB">
        <w:rPr>
          <w:vertAlign w:val="superscript"/>
        </w:rPr>
        <w:t>me</w:t>
      </w:r>
      <w:r>
        <w:t> </w:t>
      </w:r>
      <w:r w:rsidR="00855694" w:rsidRPr="009071AC">
        <w:t>d</w:t>
      </w:r>
      <w:r>
        <w:t>’</w:t>
      </w:r>
      <w:r w:rsidR="00855694" w:rsidRPr="009071AC">
        <w:t>Argelès</w:t>
      </w:r>
      <w:r>
        <w:t xml:space="preserve">, </w:t>
      </w:r>
      <w:r w:rsidR="00855694" w:rsidRPr="009071AC">
        <w:t xml:space="preserve">où on doit égorger le préféré de </w:t>
      </w:r>
      <w:r>
        <w:t>M</w:t>
      </w:r>
      <w:r w:rsidRPr="00F635DB">
        <w:rPr>
          <w:vertAlign w:val="superscript"/>
        </w:rPr>
        <w:t>lle</w:t>
      </w:r>
      <w:r>
        <w:t> </w:t>
      </w:r>
      <w:r w:rsidR="00855694" w:rsidRPr="009071AC">
        <w:t>Marguerite</w:t>
      </w:r>
      <w:r>
        <w:t> ?…</w:t>
      </w:r>
    </w:p>
    <w:p w14:paraId="7839489B" w14:textId="77777777" w:rsidR="00F635DB" w:rsidRDefault="00855694" w:rsidP="00F635DB">
      <w:r w:rsidRPr="009071AC">
        <w:t>Le marquis eut un haut le corps</w:t>
      </w:r>
      <w:r w:rsidR="00F635DB">
        <w:t>.</w:t>
      </w:r>
    </w:p>
    <w:p w14:paraId="3E941283" w14:textId="77777777" w:rsidR="00F635DB" w:rsidRDefault="00F635DB" w:rsidP="00F635DB">
      <w:r>
        <w:t>— </w:t>
      </w:r>
      <w:r w:rsidR="00855694" w:rsidRPr="009071AC">
        <w:t>Pour qui me prenez-vous</w:t>
      </w:r>
      <w:r>
        <w:t xml:space="preserve">, </w:t>
      </w:r>
      <w:r w:rsidR="00855694" w:rsidRPr="009071AC">
        <w:t>maître Vingt-pour-Cent</w:t>
      </w:r>
      <w:r>
        <w:t xml:space="preserve"> ? </w:t>
      </w:r>
      <w:r w:rsidR="00855694" w:rsidRPr="009071AC">
        <w:t>fit-il d</w:t>
      </w:r>
      <w:r>
        <w:t>’</w:t>
      </w:r>
      <w:r w:rsidR="00855694" w:rsidRPr="009071AC">
        <w:t>une voix rude</w:t>
      </w:r>
      <w:r>
        <w:t xml:space="preserve">. </w:t>
      </w:r>
      <w:r w:rsidR="00855694" w:rsidRPr="009071AC">
        <w:t>Il est de ces choses qu</w:t>
      </w:r>
      <w:r>
        <w:t>’</w:t>
      </w:r>
      <w:r w:rsidR="00855694" w:rsidRPr="009071AC">
        <w:t>un homme bien élevé ne fait pas lui-même</w:t>
      </w:r>
      <w:r>
        <w:t xml:space="preserve">… </w:t>
      </w:r>
      <w:r w:rsidR="00855694" w:rsidRPr="009071AC">
        <w:t>On trouve à Paris</w:t>
      </w:r>
      <w:r>
        <w:t xml:space="preserve">, </w:t>
      </w:r>
      <w:r w:rsidR="00855694" w:rsidRPr="009071AC">
        <w:t>en y mettant le prix</w:t>
      </w:r>
      <w:r>
        <w:t xml:space="preserve">, </w:t>
      </w:r>
      <w:r w:rsidR="00855694" w:rsidRPr="009071AC">
        <w:t>des gens pour toutes les besognes</w:t>
      </w:r>
      <w:r>
        <w:t>…</w:t>
      </w:r>
    </w:p>
    <w:p w14:paraId="26A761F1" w14:textId="77777777" w:rsidR="00F635DB" w:rsidRDefault="00F635DB" w:rsidP="00F635DB">
      <w:r>
        <w:t>— </w:t>
      </w:r>
      <w:r w:rsidR="00855694" w:rsidRPr="009071AC">
        <w:t>Alors</w:t>
      </w:r>
      <w:r>
        <w:t xml:space="preserve">, </w:t>
      </w:r>
      <w:r w:rsidR="00855694" w:rsidRPr="009071AC">
        <w:t>comment saurez-vous</w:t>
      </w:r>
      <w:r>
        <w:t> ?…</w:t>
      </w:r>
    </w:p>
    <w:p w14:paraId="07A6BF66" w14:textId="3C5AB210" w:rsidR="00F635DB" w:rsidRDefault="00F635DB" w:rsidP="00F635DB">
      <w:r>
        <w:t>— </w:t>
      </w:r>
      <w:r w:rsidR="00855694" w:rsidRPr="009071AC">
        <w:t>Vingt minutes après l</w:t>
      </w:r>
      <w:r>
        <w:t>’</w:t>
      </w:r>
      <w:r w:rsidR="00855694" w:rsidRPr="009071AC">
        <w:t>affaire</w:t>
      </w:r>
      <w:r>
        <w:t>, M. de </w:t>
      </w:r>
      <w:proofErr w:type="spellStart"/>
      <w:r w:rsidR="00855694" w:rsidRPr="009071AC">
        <w:t>Coralth</w:t>
      </w:r>
      <w:proofErr w:type="spellEnd"/>
      <w:r w:rsidR="00855694" w:rsidRPr="009071AC">
        <w:t xml:space="preserve"> sera chez moi</w:t>
      </w:r>
      <w:r>
        <w:t xml:space="preserve">… </w:t>
      </w:r>
      <w:r w:rsidR="00855694" w:rsidRPr="009071AC">
        <w:t>Il y est peut-être déjà</w:t>
      </w:r>
      <w:r>
        <w:t>…</w:t>
      </w:r>
    </w:p>
    <w:p w14:paraId="37E24A41" w14:textId="77777777" w:rsidR="00F635DB" w:rsidRDefault="00855694" w:rsidP="00F635DB">
      <w:r w:rsidRPr="009071AC">
        <w:t>Et ce sujet lui déplaisant plus qu</w:t>
      </w:r>
      <w:r w:rsidR="00F635DB">
        <w:t>’</w:t>
      </w:r>
      <w:r w:rsidRPr="009071AC">
        <w:t>il ne pouvait l</w:t>
      </w:r>
      <w:r w:rsidR="00F635DB">
        <w:t>’</w:t>
      </w:r>
      <w:r w:rsidRPr="009071AC">
        <w:t>exprimer</w:t>
      </w:r>
      <w:r w:rsidR="00F635DB">
        <w:t> :</w:t>
      </w:r>
    </w:p>
    <w:p w14:paraId="7295799F" w14:textId="77777777" w:rsidR="00F635DB" w:rsidRDefault="00F635DB" w:rsidP="00F635DB">
      <w:r>
        <w:t>— </w:t>
      </w:r>
      <w:r w:rsidR="00855694" w:rsidRPr="009071AC">
        <w:t>Allons</w:t>
      </w:r>
      <w:r>
        <w:t xml:space="preserve">… </w:t>
      </w:r>
      <w:proofErr w:type="spellStart"/>
      <w:r w:rsidR="00855694" w:rsidRPr="009071AC">
        <w:t>Allez vous</w:t>
      </w:r>
      <w:proofErr w:type="spellEnd"/>
      <w:r w:rsidR="00855694" w:rsidRPr="009071AC">
        <w:t xml:space="preserve"> coucher</w:t>
      </w:r>
      <w:r>
        <w:t xml:space="preserve">, </w:t>
      </w:r>
      <w:r w:rsidR="00855694" w:rsidRPr="009071AC">
        <w:t>mon cher Arabe</w:t>
      </w:r>
      <w:r>
        <w:t xml:space="preserve">, </w:t>
      </w:r>
      <w:r w:rsidR="00855694" w:rsidRPr="009071AC">
        <w:t>fit-il</w:t>
      </w:r>
      <w:r>
        <w:t xml:space="preserve">. </w:t>
      </w:r>
      <w:r w:rsidR="00855694" w:rsidRPr="009071AC">
        <w:t>Au revoir</w:t>
      </w:r>
      <w:r>
        <w:t xml:space="preserve">… </w:t>
      </w:r>
      <w:r w:rsidR="00855694" w:rsidRPr="009071AC">
        <w:t>et surtout soyez exact</w:t>
      </w:r>
      <w:r>
        <w:t>.</w:t>
      </w:r>
    </w:p>
    <w:p w14:paraId="07508096" w14:textId="77777777" w:rsidR="00F635DB" w:rsidRDefault="00F635DB" w:rsidP="00F635DB">
      <w:r>
        <w:t>— </w:t>
      </w:r>
      <w:r w:rsidR="00855694" w:rsidRPr="009071AC">
        <w:t>Mes respects</w:t>
      </w:r>
      <w:r>
        <w:t xml:space="preserve">, </w:t>
      </w:r>
      <w:r w:rsidR="00855694" w:rsidRPr="009071AC">
        <w:t>monsieur le marquis</w:t>
      </w:r>
      <w:r>
        <w:t>…</w:t>
      </w:r>
    </w:p>
    <w:p w14:paraId="5AEBE551" w14:textId="43791DFE" w:rsidR="00F635DB" w:rsidRDefault="00855694" w:rsidP="00F635DB">
      <w:r w:rsidRPr="009071AC">
        <w:t>Mais la porte refermée</w:t>
      </w:r>
      <w:r w:rsidR="00F635DB">
        <w:t xml:space="preserve">, </w:t>
      </w:r>
      <w:r w:rsidRPr="009071AC">
        <w:t xml:space="preserve">la physionomie de </w:t>
      </w:r>
      <w:r w:rsidR="00F635DB">
        <w:t>M. </w:t>
      </w:r>
      <w:r w:rsidRPr="009071AC">
        <w:t>Fortunat changea brusquement</w:t>
      </w:r>
      <w:r w:rsidR="00F635DB">
        <w:t>.</w:t>
      </w:r>
    </w:p>
    <w:p w14:paraId="133F477E" w14:textId="77777777" w:rsidR="00F635DB" w:rsidRDefault="00F635DB" w:rsidP="00F635DB">
      <w:r>
        <w:t>— </w:t>
      </w:r>
      <w:r w:rsidR="00855694" w:rsidRPr="009071AC">
        <w:t>Ah</w:t>
      </w:r>
      <w:r>
        <w:t xml:space="preserve"> !… </w:t>
      </w:r>
      <w:r w:rsidR="00855694" w:rsidRPr="009071AC">
        <w:t>tu m</w:t>
      </w:r>
      <w:r>
        <w:t>’</w:t>
      </w:r>
      <w:r w:rsidR="00855694" w:rsidRPr="009071AC">
        <w:t>insultes</w:t>
      </w:r>
      <w:r>
        <w:t xml:space="preserve">, </w:t>
      </w:r>
      <w:r w:rsidR="00855694" w:rsidRPr="009071AC">
        <w:t>fit-il d</w:t>
      </w:r>
      <w:r>
        <w:t>’</w:t>
      </w:r>
      <w:r w:rsidR="00855694" w:rsidRPr="009071AC">
        <w:t>une voix sourde</w:t>
      </w:r>
      <w:r>
        <w:t xml:space="preserve">… </w:t>
      </w:r>
      <w:r w:rsidR="00855694" w:rsidRPr="009071AC">
        <w:t>Tu me dépouilles et tu m</w:t>
      </w:r>
      <w:r>
        <w:t>’</w:t>
      </w:r>
      <w:r w:rsidR="00855694" w:rsidRPr="009071AC">
        <w:t xml:space="preserve">appelles drôle </w:t>
      </w:r>
      <w:proofErr w:type="spellStart"/>
      <w:r w:rsidR="00855694" w:rsidRPr="009071AC">
        <w:t>par dessus</w:t>
      </w:r>
      <w:proofErr w:type="spellEnd"/>
      <w:r w:rsidR="00855694" w:rsidRPr="009071AC">
        <w:t xml:space="preserve"> le marché</w:t>
      </w:r>
      <w:r>
        <w:t xml:space="preserve">… </w:t>
      </w:r>
      <w:r w:rsidR="00855694" w:rsidRPr="009071AC">
        <w:t>Tu me payeras cela</w:t>
      </w:r>
      <w:r>
        <w:t xml:space="preserve">, </w:t>
      </w:r>
      <w:r w:rsidR="00855694" w:rsidRPr="009071AC">
        <w:t>mon cher</w:t>
      </w:r>
      <w:r>
        <w:t xml:space="preserve">… </w:t>
      </w:r>
      <w:r w:rsidR="00855694" w:rsidRPr="009071AC">
        <w:t>quoi qu</w:t>
      </w:r>
      <w:r>
        <w:t>’</w:t>
      </w:r>
      <w:r w:rsidR="00855694" w:rsidRPr="009071AC">
        <w:t>il arrive</w:t>
      </w:r>
      <w:r>
        <w:t>.</w:t>
      </w:r>
    </w:p>
    <w:p w14:paraId="0413B3BE" w14:textId="26C94A97" w:rsidR="00855694" w:rsidRPr="009071AC" w:rsidRDefault="00855694" w:rsidP="00F635DB">
      <w:pPr>
        <w:pStyle w:val="Titre1"/>
      </w:pPr>
      <w:bookmarkStart w:id="4" w:name="_Toc202021402"/>
      <w:r w:rsidRPr="009071AC">
        <w:lastRenderedPageBreak/>
        <w:t>IV</w:t>
      </w:r>
      <w:bookmarkEnd w:id="4"/>
      <w:r w:rsidRPr="009071AC">
        <w:br/>
      </w:r>
    </w:p>
    <w:p w14:paraId="6DBC5436" w14:textId="77777777" w:rsidR="00F635DB" w:rsidRDefault="00855694" w:rsidP="00F635DB">
      <w:r w:rsidRPr="009071AC">
        <w:t>C</w:t>
      </w:r>
      <w:r w:rsidR="00F635DB">
        <w:t>’</w:t>
      </w:r>
      <w:r w:rsidRPr="009071AC">
        <w:t xml:space="preserve">est vainement que la loi </w:t>
      </w:r>
      <w:proofErr w:type="spellStart"/>
      <w:r w:rsidRPr="009071AC">
        <w:t>Guilloutet</w:t>
      </w:r>
      <w:proofErr w:type="spellEnd"/>
      <w:r w:rsidRPr="009071AC">
        <w:t xml:space="preserve"> prétend hérisser de tessons le mur sacré de la vie privée</w:t>
      </w:r>
      <w:r w:rsidR="00F635DB">
        <w:t xml:space="preserve">, </w:t>
      </w:r>
      <w:r w:rsidRPr="009071AC">
        <w:t>les pourvoyeurs de la curiosité parisienne ne connaissent ni obstacles ni dangers</w:t>
      </w:r>
      <w:r w:rsidR="00F635DB">
        <w:t>.</w:t>
      </w:r>
    </w:p>
    <w:p w14:paraId="6FB794C3" w14:textId="51D38EBE" w:rsidR="00F635DB" w:rsidRDefault="00855694" w:rsidP="00F635DB">
      <w:r w:rsidRPr="009071AC">
        <w:t xml:space="preserve">Grâce aux chroniques de la </w:t>
      </w:r>
      <w:r w:rsidR="00F635DB">
        <w:t>« </w:t>
      </w:r>
      <w:r w:rsidRPr="009071AC">
        <w:t>Haute vie</w:t>
      </w:r>
      <w:r w:rsidR="00F635DB">
        <w:t>, »</w:t>
      </w:r>
      <w:r w:rsidRPr="009071AC">
        <w:t xml:space="preserve"> il n</w:t>
      </w:r>
      <w:r w:rsidR="00F635DB">
        <w:t>’</w:t>
      </w:r>
      <w:r w:rsidRPr="009071AC">
        <w:t>est pas un lecteur de journaux qui ne sache que deux fois la semaine</w:t>
      </w:r>
      <w:r w:rsidR="00F635DB">
        <w:t xml:space="preserve">, – </w:t>
      </w:r>
      <w:r w:rsidRPr="009071AC">
        <w:t>le lundi et le jeudi</w:t>
      </w:r>
      <w:r w:rsidR="00F635DB">
        <w:t>, – M</w:t>
      </w:r>
      <w:r w:rsidR="00F635DB" w:rsidRPr="00F635DB">
        <w:rPr>
          <w:vertAlign w:val="superscript"/>
        </w:rPr>
        <w:t>me</w:t>
      </w:r>
      <w:r w:rsidR="00F635DB">
        <w:t> </w:t>
      </w:r>
      <w:r w:rsidRPr="009071AC">
        <w:t>Lia d</w:t>
      </w:r>
      <w:r w:rsidR="00F635DB">
        <w:t>’</w:t>
      </w:r>
      <w:r w:rsidRPr="009071AC">
        <w:t>Argelès reçoit en son charmant hôtel de la rue de Berry</w:t>
      </w:r>
      <w:r w:rsidR="00F635DB">
        <w:t>.</w:t>
      </w:r>
    </w:p>
    <w:p w14:paraId="69C0DB0D" w14:textId="77777777" w:rsidR="00F635DB" w:rsidRDefault="00855694" w:rsidP="00F635DB">
      <w:r w:rsidRPr="009071AC">
        <w:t>On s</w:t>
      </w:r>
      <w:r w:rsidR="00F635DB">
        <w:t>’</w:t>
      </w:r>
      <w:r w:rsidRPr="009071AC">
        <w:t>y amuse prodigieusement</w:t>
      </w:r>
      <w:r w:rsidR="00F635DB">
        <w:t>.</w:t>
      </w:r>
    </w:p>
    <w:p w14:paraId="7374D77F" w14:textId="77777777" w:rsidR="00F635DB" w:rsidRDefault="00855694" w:rsidP="00F635DB">
      <w:r w:rsidRPr="009071AC">
        <w:t>Rarement on danse</w:t>
      </w:r>
      <w:r w:rsidR="00F635DB">
        <w:t xml:space="preserve">, </w:t>
      </w:r>
      <w:r w:rsidRPr="009071AC">
        <w:t>mais à partir de minuit on joue</w:t>
      </w:r>
      <w:r w:rsidR="00F635DB">
        <w:t xml:space="preserve">, </w:t>
      </w:r>
      <w:r w:rsidRPr="009071AC">
        <w:t>et avant de se séparer</w:t>
      </w:r>
      <w:r w:rsidR="00F635DB">
        <w:t xml:space="preserve">, </w:t>
      </w:r>
      <w:r w:rsidRPr="009071AC">
        <w:t>on soupe</w:t>
      </w:r>
      <w:r w:rsidR="00F635DB">
        <w:t>.</w:t>
      </w:r>
    </w:p>
    <w:p w14:paraId="067EF3B9" w14:textId="77777777" w:rsidR="00F635DB" w:rsidRDefault="00855694" w:rsidP="00F635DB">
      <w:r w:rsidRPr="009071AC">
        <w:t>C</w:t>
      </w:r>
      <w:r w:rsidR="00F635DB">
        <w:t>’</w:t>
      </w:r>
      <w:r w:rsidRPr="009071AC">
        <w:t>est en sortant d</w:t>
      </w:r>
      <w:r w:rsidR="00F635DB">
        <w:t>’</w:t>
      </w:r>
      <w:r w:rsidRPr="009071AC">
        <w:t>une de ces petites fêtes</w:t>
      </w:r>
      <w:r w:rsidR="00F635DB">
        <w:t xml:space="preserve">, </w:t>
      </w:r>
      <w:r w:rsidRPr="009071AC">
        <w:t>que Jules Chazel</w:t>
      </w:r>
      <w:r w:rsidR="00F635DB">
        <w:t xml:space="preserve">, </w:t>
      </w:r>
      <w:r w:rsidRPr="009071AC">
        <w:t>ce malheureux qui était caissier chez un agent de change</w:t>
      </w:r>
      <w:r w:rsidR="00F635DB">
        <w:t xml:space="preserve">, </w:t>
      </w:r>
      <w:r w:rsidRPr="009071AC">
        <w:t>se fit sauter la cervelle</w:t>
      </w:r>
      <w:r w:rsidR="00F635DB">
        <w:t>.</w:t>
      </w:r>
    </w:p>
    <w:p w14:paraId="184879E1" w14:textId="77777777" w:rsidR="00F635DB" w:rsidRDefault="00855694" w:rsidP="00F635DB">
      <w:r w:rsidRPr="009071AC">
        <w:t>Les brillants habitués de l</w:t>
      </w:r>
      <w:r w:rsidR="00F635DB">
        <w:t>’</w:t>
      </w:r>
      <w:r w:rsidRPr="009071AC">
        <w:t>hôtel d</w:t>
      </w:r>
      <w:r w:rsidR="00F635DB">
        <w:t>’</w:t>
      </w:r>
      <w:r w:rsidRPr="009071AC">
        <w:t>Argelès jugèrent cette extrémité d</w:t>
      </w:r>
      <w:r w:rsidR="00F635DB">
        <w:t>’</w:t>
      </w:r>
      <w:r w:rsidRPr="009071AC">
        <w:t>un goût déplorable</w:t>
      </w:r>
      <w:r w:rsidR="00F635DB">
        <w:t>.</w:t>
      </w:r>
    </w:p>
    <w:p w14:paraId="39EFFA0E" w14:textId="77777777" w:rsidR="00F635DB" w:rsidRDefault="00F635DB" w:rsidP="00F635DB">
      <w:r>
        <w:t>— </w:t>
      </w:r>
      <w:r w:rsidR="00855694" w:rsidRPr="009071AC">
        <w:t>Ce garçon</w:t>
      </w:r>
      <w:r>
        <w:t xml:space="preserve">, </w:t>
      </w:r>
      <w:r w:rsidR="00855694" w:rsidRPr="009071AC">
        <w:t>décrétèrent-ils</w:t>
      </w:r>
      <w:r>
        <w:t xml:space="preserve">, </w:t>
      </w:r>
      <w:r w:rsidR="00855694" w:rsidRPr="009071AC">
        <w:t>n</w:t>
      </w:r>
      <w:r>
        <w:t>’</w:t>
      </w:r>
      <w:r w:rsidR="00855694" w:rsidRPr="009071AC">
        <w:t>était qu</w:t>
      </w:r>
      <w:r>
        <w:t>’</w:t>
      </w:r>
      <w:r w:rsidR="00855694" w:rsidRPr="009071AC">
        <w:t>un pleutre</w:t>
      </w:r>
      <w:r>
        <w:t xml:space="preserve"> !… </w:t>
      </w:r>
      <w:r w:rsidR="00855694" w:rsidRPr="009071AC">
        <w:t>À peine perdait-il mille louis</w:t>
      </w:r>
      <w:r>
        <w:t>.</w:t>
      </w:r>
    </w:p>
    <w:p w14:paraId="56CF6689" w14:textId="77777777" w:rsidR="00F635DB" w:rsidRDefault="00855694" w:rsidP="00F635DB">
      <w:r w:rsidRPr="009071AC">
        <w:t>Il n</w:t>
      </w:r>
      <w:r w:rsidR="00F635DB">
        <w:t>’</w:t>
      </w:r>
      <w:r w:rsidRPr="009071AC">
        <w:t>avait perdu que cela</w:t>
      </w:r>
      <w:r w:rsidR="00F635DB">
        <w:t xml:space="preserve">, </w:t>
      </w:r>
      <w:r w:rsidRPr="009071AC">
        <w:t>en effet</w:t>
      </w:r>
      <w:r w:rsidR="00F635DB">
        <w:t xml:space="preserve"> ; </w:t>
      </w:r>
      <w:r w:rsidRPr="009071AC">
        <w:t>une bagatelle par le temps qui court</w:t>
      </w:r>
      <w:r w:rsidR="00F635DB">
        <w:t>.</w:t>
      </w:r>
    </w:p>
    <w:p w14:paraId="4D8D114C" w14:textId="77777777" w:rsidR="00F635DB" w:rsidRDefault="00855694" w:rsidP="00F635DB">
      <w:r w:rsidRPr="009071AC">
        <w:t>Seulement</w:t>
      </w:r>
      <w:r w:rsidR="00F635DB">
        <w:t xml:space="preserve">, </w:t>
      </w:r>
      <w:r w:rsidRPr="009071AC">
        <w:t>cette somme n</w:t>
      </w:r>
      <w:r w:rsidR="00F635DB">
        <w:t>’</w:t>
      </w:r>
      <w:r w:rsidRPr="009071AC">
        <w:t>était pas à lui</w:t>
      </w:r>
      <w:r w:rsidR="00F635DB">
        <w:t xml:space="preserve">. </w:t>
      </w:r>
      <w:r w:rsidRPr="009071AC">
        <w:t>Il l</w:t>
      </w:r>
      <w:r w:rsidR="00F635DB">
        <w:t>’</w:t>
      </w:r>
      <w:r w:rsidRPr="009071AC">
        <w:t>avait prise dans la caisse qui lui était confiée</w:t>
      </w:r>
      <w:r w:rsidR="00F635DB">
        <w:t xml:space="preserve">, </w:t>
      </w:r>
      <w:r w:rsidRPr="009071AC">
        <w:t>comptant peut-être</w:t>
      </w:r>
      <w:r w:rsidR="00F635DB">
        <w:t xml:space="preserve">, </w:t>
      </w:r>
      <w:r w:rsidRPr="009071AC">
        <w:t>qui sait</w:t>
      </w:r>
      <w:r w:rsidR="00F635DB">
        <w:t xml:space="preserve"> ! </w:t>
      </w:r>
      <w:r w:rsidRPr="009071AC">
        <w:t>la doubler dans la nuit</w:t>
      </w:r>
      <w:r w:rsidR="00F635DB">
        <w:t>.</w:t>
      </w:r>
    </w:p>
    <w:p w14:paraId="463DB8F2" w14:textId="77777777" w:rsidR="00F635DB" w:rsidRDefault="00855694" w:rsidP="00F635DB">
      <w:r w:rsidRPr="009071AC">
        <w:lastRenderedPageBreak/>
        <w:t>Au matin</w:t>
      </w:r>
      <w:r w:rsidR="00F635DB">
        <w:t xml:space="preserve">, </w:t>
      </w:r>
      <w:r w:rsidRPr="009071AC">
        <w:t>quand il se trouva seul</w:t>
      </w:r>
      <w:r w:rsidR="00F635DB">
        <w:t xml:space="preserve">, </w:t>
      </w:r>
      <w:r w:rsidRPr="009071AC">
        <w:t>sans un sou</w:t>
      </w:r>
      <w:r w:rsidR="00F635DB">
        <w:t xml:space="preserve">, </w:t>
      </w:r>
      <w:r w:rsidRPr="009071AC">
        <w:t>en face du déficit</w:t>
      </w:r>
      <w:r w:rsidR="00F635DB">
        <w:t xml:space="preserve">, </w:t>
      </w:r>
      <w:r w:rsidRPr="009071AC">
        <w:t>une voix lui cria du fond de sa conscience</w:t>
      </w:r>
      <w:r w:rsidR="00F635DB">
        <w:t> : « </w:t>
      </w:r>
      <w:r w:rsidRPr="009071AC">
        <w:t>Tu es un voleur</w:t>
      </w:r>
      <w:r w:rsidR="00F635DB">
        <w:t> !… »</w:t>
      </w:r>
      <w:r w:rsidRPr="009071AC">
        <w:t xml:space="preserve"> Et il perdit la tête</w:t>
      </w:r>
      <w:r w:rsidR="00F635DB">
        <w:t>.</w:t>
      </w:r>
    </w:p>
    <w:p w14:paraId="4751AB21" w14:textId="77777777" w:rsidR="00F635DB" w:rsidRDefault="00855694" w:rsidP="00F635DB">
      <w:r w:rsidRPr="009071AC">
        <w:t>L</w:t>
      </w:r>
      <w:r w:rsidR="00F635DB">
        <w:t>’</w:t>
      </w:r>
      <w:r w:rsidRPr="009071AC">
        <w:t>aventure eut un retentissement énorme</w:t>
      </w:r>
      <w:r w:rsidR="00F635DB">
        <w:t xml:space="preserve">, </w:t>
      </w:r>
      <w:r w:rsidRPr="009071AC">
        <w:t>et même</w:t>
      </w:r>
      <w:r w:rsidR="00F635DB">
        <w:t xml:space="preserve">, </w:t>
      </w:r>
      <w:r w:rsidRPr="009071AC">
        <w:t>à l</w:t>
      </w:r>
      <w:r w:rsidR="00F635DB">
        <w:t>’</w:t>
      </w:r>
      <w:r w:rsidRPr="009071AC">
        <w:t>époque</w:t>
      </w:r>
      <w:r w:rsidR="00F635DB">
        <w:t xml:space="preserve">, </w:t>
      </w:r>
      <w:r w:rsidRPr="009071AC">
        <w:t xml:space="preserve">le </w:t>
      </w:r>
      <w:r w:rsidRPr="009071AC">
        <w:rPr>
          <w:i/>
        </w:rPr>
        <w:t>Petit Journal</w:t>
      </w:r>
      <w:r w:rsidRPr="009071AC">
        <w:t xml:space="preserve"> a raconté l</w:t>
      </w:r>
      <w:r w:rsidR="00F635DB">
        <w:t>’</w:t>
      </w:r>
      <w:r w:rsidRPr="009071AC">
        <w:t>histoire de la mère de cet infortuné</w:t>
      </w:r>
      <w:r w:rsidR="00F635DB">
        <w:t>.</w:t>
      </w:r>
    </w:p>
    <w:p w14:paraId="722F6F30" w14:textId="77777777" w:rsidR="00F635DB" w:rsidRDefault="00F635DB" w:rsidP="00F635DB">
      <w:r>
        <w:t>— </w:t>
      </w:r>
      <w:r w:rsidR="00855694" w:rsidRPr="009071AC">
        <w:t>Cette pauvre femme</w:t>
      </w:r>
      <w:r>
        <w:t xml:space="preserve">, – </w:t>
      </w:r>
      <w:r w:rsidR="00855694" w:rsidRPr="009071AC">
        <w:t>elle était veuve</w:t>
      </w:r>
      <w:r>
        <w:t xml:space="preserve"> – </w:t>
      </w:r>
      <w:r w:rsidR="00855694" w:rsidRPr="009071AC">
        <w:t>vendit tout ce qu</w:t>
      </w:r>
      <w:r>
        <w:t>’</w:t>
      </w:r>
      <w:r w:rsidR="00855694" w:rsidRPr="009071AC">
        <w:t>elle possédait</w:t>
      </w:r>
      <w:r>
        <w:t xml:space="preserve">, </w:t>
      </w:r>
      <w:r w:rsidR="00855694" w:rsidRPr="009071AC">
        <w:t>et jusqu</w:t>
      </w:r>
      <w:r>
        <w:t>’</w:t>
      </w:r>
      <w:r w:rsidR="00855694" w:rsidRPr="009071AC">
        <w:t>à son bois de lit</w:t>
      </w:r>
      <w:r>
        <w:t xml:space="preserve">, </w:t>
      </w:r>
      <w:r w:rsidR="00855694" w:rsidRPr="009071AC">
        <w:t>pour faire de l</w:t>
      </w:r>
      <w:r>
        <w:t>’</w:t>
      </w:r>
      <w:r w:rsidR="00855694" w:rsidRPr="009071AC">
        <w:t>argent</w:t>
      </w:r>
      <w:r>
        <w:t xml:space="preserve">. </w:t>
      </w:r>
      <w:r w:rsidR="00855694" w:rsidRPr="009071AC">
        <w:t>Et quand elle eut réuni vingt mille francs</w:t>
      </w:r>
      <w:r>
        <w:t xml:space="preserve">, </w:t>
      </w:r>
      <w:r w:rsidR="00855694" w:rsidRPr="009071AC">
        <w:t>la rançon de l</w:t>
      </w:r>
      <w:r>
        <w:t>’</w:t>
      </w:r>
      <w:r w:rsidR="00855694" w:rsidRPr="009071AC">
        <w:t>honneur de son fils</w:t>
      </w:r>
      <w:r>
        <w:t xml:space="preserve">, </w:t>
      </w:r>
      <w:r w:rsidR="00855694" w:rsidRPr="009071AC">
        <w:t>elle les porta à l</w:t>
      </w:r>
      <w:r>
        <w:t>’</w:t>
      </w:r>
      <w:r w:rsidR="00855694" w:rsidRPr="009071AC">
        <w:t>agent de change</w:t>
      </w:r>
      <w:r>
        <w:t>.</w:t>
      </w:r>
    </w:p>
    <w:p w14:paraId="6C1AEE88" w14:textId="77777777" w:rsidR="00F635DB" w:rsidRDefault="00855694" w:rsidP="00F635DB">
      <w:r w:rsidRPr="009071AC">
        <w:t>Lui les prit</w:t>
      </w:r>
      <w:r w:rsidR="00F635DB">
        <w:t xml:space="preserve">, </w:t>
      </w:r>
      <w:r w:rsidRPr="009071AC">
        <w:t>sans demander à cette mère si elle aurait de quoi dîner le soir</w:t>
      </w:r>
      <w:r w:rsidR="00F635DB">
        <w:t xml:space="preserve">. </w:t>
      </w:r>
      <w:r w:rsidRPr="009071AC">
        <w:t>Ce que les gentilhommes qui avaient gagné et empoché les louis de Jules Chazel trouvèrent parfaitement naturel et juste</w:t>
      </w:r>
      <w:r w:rsidR="00F635DB">
        <w:t>.</w:t>
      </w:r>
    </w:p>
    <w:p w14:paraId="3E4BFB97" w14:textId="17C709E9" w:rsidR="00F635DB" w:rsidRDefault="00855694" w:rsidP="00F635DB">
      <w:r w:rsidRPr="009071AC">
        <w:t>Il est vrai de dire que</w:t>
      </w:r>
      <w:r w:rsidR="00F635DB">
        <w:t xml:space="preserve">, </w:t>
      </w:r>
      <w:r w:rsidRPr="009071AC">
        <w:t>quarante-huit heures durant</w:t>
      </w:r>
      <w:r w:rsidR="00F635DB">
        <w:t>, M</w:t>
      </w:r>
      <w:r w:rsidR="00F635DB" w:rsidRPr="00F635DB">
        <w:rPr>
          <w:vertAlign w:val="superscript"/>
        </w:rPr>
        <w:t>me</w:t>
      </w:r>
      <w:r w:rsidR="00F635DB">
        <w:t> </w:t>
      </w:r>
      <w:r w:rsidRPr="009071AC">
        <w:t>d</w:t>
      </w:r>
      <w:r w:rsidR="00F635DB">
        <w:t>’</w:t>
      </w:r>
      <w:r w:rsidRPr="009071AC">
        <w:t>Argelès fut au désespoir</w:t>
      </w:r>
      <w:r w:rsidR="00F635DB">
        <w:t xml:space="preserve">. </w:t>
      </w:r>
      <w:r w:rsidRPr="009071AC">
        <w:t>La police avait commencé une manière d</w:t>
      </w:r>
      <w:r w:rsidR="00F635DB">
        <w:t>’</w:t>
      </w:r>
      <w:r w:rsidRPr="009071AC">
        <w:t>enquête</w:t>
      </w:r>
      <w:r w:rsidR="00F635DB">
        <w:t xml:space="preserve">, </w:t>
      </w:r>
      <w:r w:rsidRPr="009071AC">
        <w:t>et cela pouvait effaroucher ses habitués et vider son salon</w:t>
      </w:r>
      <w:r w:rsidR="00F635DB">
        <w:t>.</w:t>
      </w:r>
    </w:p>
    <w:p w14:paraId="0276FF55" w14:textId="77777777" w:rsidR="00F635DB" w:rsidRDefault="00855694" w:rsidP="00F635DB">
      <w:r w:rsidRPr="009071AC">
        <w:t>Elle dut se consoler au bruit des triomphantes réclames que lui avait valu ce suicide</w:t>
      </w:r>
      <w:r w:rsidR="00F635DB">
        <w:t xml:space="preserve">. </w:t>
      </w:r>
      <w:r w:rsidRPr="009071AC">
        <w:t>Pendant cinq jours</w:t>
      </w:r>
      <w:r w:rsidR="00F635DB">
        <w:t xml:space="preserve">, </w:t>
      </w:r>
      <w:r w:rsidRPr="009071AC">
        <w:t>Paris désœuvré ne s</w:t>
      </w:r>
      <w:r w:rsidR="00F635DB">
        <w:t>’</w:t>
      </w:r>
      <w:r w:rsidRPr="009071AC">
        <w:t>occupa que d</w:t>
      </w:r>
      <w:r w:rsidR="00F635DB">
        <w:t>’</w:t>
      </w:r>
      <w:r w:rsidRPr="009071AC">
        <w:t>elle</w:t>
      </w:r>
      <w:r w:rsidR="00F635DB">
        <w:t xml:space="preserve">, </w:t>
      </w:r>
      <w:r w:rsidRPr="009071AC">
        <w:t>et Alfred d</w:t>
      </w:r>
      <w:r w:rsidR="00F635DB">
        <w:t>’</w:t>
      </w:r>
      <w:proofErr w:type="spellStart"/>
      <w:r w:rsidRPr="009071AC">
        <w:t>Aunay</w:t>
      </w:r>
      <w:proofErr w:type="spellEnd"/>
      <w:r w:rsidRPr="009071AC">
        <w:t xml:space="preserve"> publia son portrait dans sa </w:t>
      </w:r>
      <w:r w:rsidRPr="009071AC">
        <w:rPr>
          <w:i/>
        </w:rPr>
        <w:t>Chronique illustrée</w:t>
      </w:r>
      <w:r w:rsidR="00F635DB">
        <w:t>.</w:t>
      </w:r>
    </w:p>
    <w:p w14:paraId="42B2525D" w14:textId="370D0E36" w:rsidR="00F635DB" w:rsidRDefault="00855694" w:rsidP="00F635DB">
      <w:r w:rsidRPr="009071AC">
        <w:t>Ce que pas un chroniqueur ne dit</w:t>
      </w:r>
      <w:r w:rsidR="00F635DB">
        <w:t xml:space="preserve">, </w:t>
      </w:r>
      <w:r w:rsidRPr="009071AC">
        <w:t>par exemple</w:t>
      </w:r>
      <w:r w:rsidR="00F635DB">
        <w:t xml:space="preserve">, </w:t>
      </w:r>
      <w:r w:rsidRPr="009071AC">
        <w:t>et ce</w:t>
      </w:r>
      <w:r w:rsidR="00F635DB">
        <w:t xml:space="preserve">, </w:t>
      </w:r>
      <w:r w:rsidRPr="009071AC">
        <w:t>faute de le savoir</w:t>
      </w:r>
      <w:r w:rsidR="00F635DB">
        <w:t xml:space="preserve">, </w:t>
      </w:r>
      <w:r w:rsidRPr="009071AC">
        <w:t>c</w:t>
      </w:r>
      <w:r w:rsidR="00F635DB">
        <w:t>’</w:t>
      </w:r>
      <w:r w:rsidRPr="009071AC">
        <w:t>est ce qu</w:t>
      </w:r>
      <w:r w:rsidR="00F635DB">
        <w:t>’</w:t>
      </w:r>
      <w:r w:rsidRPr="009071AC">
        <w:t xml:space="preserve">était au juste </w:t>
      </w:r>
      <w:r w:rsidR="00F635DB">
        <w:t>M</w:t>
      </w:r>
      <w:r w:rsidR="00F635DB" w:rsidRPr="00F635DB">
        <w:rPr>
          <w:vertAlign w:val="superscript"/>
        </w:rPr>
        <w:t>me</w:t>
      </w:r>
      <w:r w:rsidR="00F635DB">
        <w:t> </w:t>
      </w:r>
      <w:r w:rsidRPr="009071AC">
        <w:t>Lia d</w:t>
      </w:r>
      <w:r w:rsidR="00F635DB">
        <w:t>’</w:t>
      </w:r>
      <w:r w:rsidRPr="009071AC">
        <w:t>Argelès</w:t>
      </w:r>
      <w:r w:rsidR="00F635DB">
        <w:t>.</w:t>
      </w:r>
    </w:p>
    <w:p w14:paraId="227B5931" w14:textId="77777777" w:rsidR="00F635DB" w:rsidRDefault="00855694" w:rsidP="00F635DB">
      <w:r w:rsidRPr="009071AC">
        <w:t>Qui était-ce et d</w:t>
      </w:r>
      <w:r w:rsidR="00F635DB">
        <w:t>’</w:t>
      </w:r>
      <w:r w:rsidRPr="009071AC">
        <w:t>où venait-elle</w:t>
      </w:r>
      <w:r w:rsidR="00F635DB">
        <w:t xml:space="preserve"> ?… </w:t>
      </w:r>
      <w:r w:rsidRPr="009071AC">
        <w:t>Comment avait-elle vécu jusqu</w:t>
      </w:r>
      <w:r w:rsidR="00F635DB">
        <w:t>’</w:t>
      </w:r>
      <w:r w:rsidRPr="009071AC">
        <w:t>au jour où elle avait surgi au soleil de la galanterie</w:t>
      </w:r>
      <w:r w:rsidR="00F635DB">
        <w:t xml:space="preserve"> ?… </w:t>
      </w:r>
      <w:r w:rsidRPr="009071AC">
        <w:t>L</w:t>
      </w:r>
      <w:r w:rsidR="00F635DB">
        <w:t>’</w:t>
      </w:r>
      <w:r w:rsidRPr="009071AC">
        <w:t>hôtel de la rue de Berry lui appartenait-il</w:t>
      </w:r>
      <w:r w:rsidR="00F635DB">
        <w:t xml:space="preserve"> ?… </w:t>
      </w:r>
      <w:r w:rsidRPr="009071AC">
        <w:t>Était-elle riche comme on l</w:t>
      </w:r>
      <w:r w:rsidR="00F635DB">
        <w:t>’</w:t>
      </w:r>
      <w:r w:rsidRPr="009071AC">
        <w:t>assurait</w:t>
      </w:r>
      <w:r w:rsidR="00F635DB">
        <w:t xml:space="preserve"> ?… </w:t>
      </w:r>
      <w:r w:rsidRPr="009071AC">
        <w:t>Où avait-elle pris ses façons</w:t>
      </w:r>
      <w:r w:rsidR="00F635DB">
        <w:t xml:space="preserve">, </w:t>
      </w:r>
      <w:r w:rsidRPr="009071AC">
        <w:t>qui étaient celles d</w:t>
      </w:r>
      <w:r w:rsidR="00F635DB">
        <w:t>’</w:t>
      </w:r>
      <w:r w:rsidRPr="009071AC">
        <w:t>une femme du monde</w:t>
      </w:r>
      <w:r w:rsidR="00F635DB">
        <w:t xml:space="preserve">, </w:t>
      </w:r>
      <w:r w:rsidRPr="009071AC">
        <w:t xml:space="preserve">son </w:t>
      </w:r>
      <w:r w:rsidRPr="009071AC">
        <w:lastRenderedPageBreak/>
        <w:t>instruction qui paraissait étendue et son remarquable talent de musicienne</w:t>
      </w:r>
      <w:r w:rsidR="00F635DB">
        <w:t> ?…</w:t>
      </w:r>
    </w:p>
    <w:p w14:paraId="79B125DF" w14:textId="77777777" w:rsidR="00F635DB" w:rsidRDefault="00855694" w:rsidP="00F635DB">
      <w:r w:rsidRPr="009071AC">
        <w:t>Tout</w:t>
      </w:r>
      <w:r w:rsidR="00F635DB">
        <w:t xml:space="preserve">, </w:t>
      </w:r>
      <w:r w:rsidRPr="009071AC">
        <w:t>en elle</w:t>
      </w:r>
      <w:r w:rsidR="00F635DB">
        <w:t xml:space="preserve">, </w:t>
      </w:r>
      <w:r w:rsidRPr="009071AC">
        <w:t>était sujet de conjectures</w:t>
      </w:r>
      <w:r w:rsidR="00F635DB">
        <w:t xml:space="preserve">, </w:t>
      </w:r>
      <w:r w:rsidRPr="009071AC">
        <w:t>jusqu</w:t>
      </w:r>
      <w:r w:rsidR="00F635DB">
        <w:t>’</w:t>
      </w:r>
      <w:r w:rsidRPr="009071AC">
        <w:t>à ce nom tiré de la Bible et d</w:t>
      </w:r>
      <w:r w:rsidR="00F635DB">
        <w:t>’</w:t>
      </w:r>
      <w:r w:rsidRPr="009071AC">
        <w:t>un Guide des Pyrénées qu</w:t>
      </w:r>
      <w:r w:rsidR="00F635DB">
        <w:t>’</w:t>
      </w:r>
      <w:r w:rsidRPr="009071AC">
        <w:t>elle mettait sur ses cartes de visite</w:t>
      </w:r>
      <w:r w:rsidR="00F635DB">
        <w:t xml:space="preserve"> : </w:t>
      </w:r>
      <w:r w:rsidRPr="009071AC">
        <w:t>Lia d</w:t>
      </w:r>
      <w:r w:rsidR="00F635DB">
        <w:t>’</w:t>
      </w:r>
      <w:r w:rsidRPr="009071AC">
        <w:t>Argelès</w:t>
      </w:r>
      <w:r w:rsidR="00F635DB">
        <w:t>.</w:t>
      </w:r>
    </w:p>
    <w:p w14:paraId="4B219F6C" w14:textId="1068ACC2" w:rsidR="00F635DB" w:rsidRDefault="00855694" w:rsidP="00F635DB">
      <w:r w:rsidRPr="009071AC">
        <w:t>N</w:t>
      </w:r>
      <w:r w:rsidR="00F635DB">
        <w:t>’</w:t>
      </w:r>
      <w:r w:rsidRPr="009071AC">
        <w:t>importe</w:t>
      </w:r>
      <w:r w:rsidR="00F635DB">
        <w:t xml:space="preserve"> !… </w:t>
      </w:r>
      <w:r w:rsidRPr="009071AC">
        <w:t>on affluait chez elle</w:t>
      </w:r>
      <w:r w:rsidR="00F635DB">
        <w:t xml:space="preserve">, </w:t>
      </w:r>
      <w:r w:rsidRPr="009071AC">
        <w:t>et à l</w:t>
      </w:r>
      <w:r w:rsidR="00F635DB">
        <w:t>’</w:t>
      </w:r>
      <w:r w:rsidRPr="009071AC">
        <w:t xml:space="preserve">heure même où le marquis de </w:t>
      </w:r>
      <w:proofErr w:type="spellStart"/>
      <w:r w:rsidRPr="009071AC">
        <w:t>Valorsay</w:t>
      </w:r>
      <w:proofErr w:type="spellEnd"/>
      <w:r w:rsidRPr="009071AC">
        <w:t xml:space="preserve"> et </w:t>
      </w:r>
      <w:r w:rsidR="00F635DB">
        <w:t>M. </w:t>
      </w:r>
      <w:r w:rsidRPr="009071AC">
        <w:t>Fortunat prononçaient son nom</w:t>
      </w:r>
      <w:r w:rsidR="00F635DB">
        <w:t xml:space="preserve">, </w:t>
      </w:r>
      <w:r w:rsidRPr="009071AC">
        <w:t>il y avait dix équipages devant sa porte</w:t>
      </w:r>
      <w:r w:rsidR="00F635DB">
        <w:t xml:space="preserve">, </w:t>
      </w:r>
      <w:r w:rsidRPr="009071AC">
        <w:t>et ses salons s</w:t>
      </w:r>
      <w:r w:rsidR="00F635DB">
        <w:t>’</w:t>
      </w:r>
      <w:r w:rsidRPr="009071AC">
        <w:t>emplissaient</w:t>
      </w:r>
      <w:r w:rsidR="00F635DB">
        <w:t>.</w:t>
      </w:r>
    </w:p>
    <w:p w14:paraId="33AF729A" w14:textId="77777777" w:rsidR="00F635DB" w:rsidRDefault="00855694" w:rsidP="00F635DB">
      <w:r w:rsidRPr="009071AC">
        <w:t>Il était minuit et demi</w:t>
      </w:r>
      <w:r w:rsidR="00F635DB">
        <w:t xml:space="preserve">, </w:t>
      </w:r>
      <w:r w:rsidRPr="009071AC">
        <w:t>et la partie bi-hebdomadaire venait de s</w:t>
      </w:r>
      <w:r w:rsidR="00F635DB">
        <w:t>’</w:t>
      </w:r>
      <w:r w:rsidRPr="009071AC">
        <w:t>engager</w:t>
      </w:r>
      <w:r w:rsidR="00F635DB">
        <w:t xml:space="preserve">, </w:t>
      </w:r>
      <w:r w:rsidRPr="009071AC">
        <w:t>quand un valet de pied</w:t>
      </w:r>
      <w:r w:rsidR="00F635DB">
        <w:t xml:space="preserve">, </w:t>
      </w:r>
      <w:r w:rsidRPr="009071AC">
        <w:t>en bas de soie</w:t>
      </w:r>
      <w:r w:rsidR="00F635DB">
        <w:t xml:space="preserve">, </w:t>
      </w:r>
      <w:r w:rsidRPr="009071AC">
        <w:t>annonça coup sur coup</w:t>
      </w:r>
      <w:r w:rsidR="00F635DB">
        <w:t> :</w:t>
      </w:r>
    </w:p>
    <w:p w14:paraId="7630ED1C" w14:textId="3E7027C8" w:rsidR="00F635DB" w:rsidRDefault="00F635DB" w:rsidP="00F635DB">
      <w:r>
        <w:t>— M. </w:t>
      </w:r>
      <w:r w:rsidR="00855694" w:rsidRPr="009071AC">
        <w:t xml:space="preserve">le vicomte de </w:t>
      </w:r>
      <w:proofErr w:type="spellStart"/>
      <w:r w:rsidR="00855694" w:rsidRPr="009071AC">
        <w:t>Coralth</w:t>
      </w:r>
      <w:proofErr w:type="spellEnd"/>
      <w:r>
        <w:t> !… M. </w:t>
      </w:r>
      <w:r w:rsidR="00855694" w:rsidRPr="009071AC">
        <w:t xml:space="preserve">Pascal </w:t>
      </w:r>
      <w:proofErr w:type="spellStart"/>
      <w:r w:rsidR="00855694" w:rsidRPr="009071AC">
        <w:t>Férailleur</w:t>
      </w:r>
      <w:proofErr w:type="spellEnd"/>
      <w:r>
        <w:t> !</w:t>
      </w:r>
    </w:p>
    <w:p w14:paraId="3D26683E" w14:textId="77777777" w:rsidR="00F635DB" w:rsidRDefault="00855694" w:rsidP="00F635DB">
      <w:r w:rsidRPr="009071AC">
        <w:t>Bien peu</w:t>
      </w:r>
      <w:r w:rsidR="00F635DB">
        <w:t xml:space="preserve">, </w:t>
      </w:r>
      <w:r w:rsidRPr="009071AC">
        <w:t>parmi les joueurs</w:t>
      </w:r>
      <w:r w:rsidR="00F635DB">
        <w:t xml:space="preserve">, </w:t>
      </w:r>
      <w:r w:rsidRPr="009071AC">
        <w:t>daignèrent lever la tête</w:t>
      </w:r>
      <w:r w:rsidR="00F635DB">
        <w:t>.</w:t>
      </w:r>
    </w:p>
    <w:p w14:paraId="2FCCB036" w14:textId="77777777" w:rsidR="00F635DB" w:rsidRDefault="00855694" w:rsidP="00F635DB">
      <w:r w:rsidRPr="009071AC">
        <w:t>Un vieux grommela</w:t>
      </w:r>
      <w:r w:rsidR="00F635DB">
        <w:t> :</w:t>
      </w:r>
    </w:p>
    <w:p w14:paraId="00A51405" w14:textId="77777777" w:rsidR="00F635DB" w:rsidRDefault="00F635DB" w:rsidP="00F635DB">
      <w:r>
        <w:t>— </w:t>
      </w:r>
      <w:r w:rsidR="00855694" w:rsidRPr="009071AC">
        <w:t>Bon</w:t>
      </w:r>
      <w:r>
        <w:t xml:space="preserve"> !… </w:t>
      </w:r>
      <w:r w:rsidR="00855694" w:rsidRPr="009071AC">
        <w:t>encore deux pontes</w:t>
      </w:r>
      <w:r>
        <w:t>.</w:t>
      </w:r>
    </w:p>
    <w:p w14:paraId="3B1A2DAC" w14:textId="77777777" w:rsidR="00F635DB" w:rsidRDefault="00855694" w:rsidP="00F635DB">
      <w:r w:rsidRPr="009071AC">
        <w:t>Et quatre ou cinq jeunes gens s</w:t>
      </w:r>
      <w:r w:rsidR="00F635DB">
        <w:t>’</w:t>
      </w:r>
      <w:r w:rsidRPr="009071AC">
        <w:t>écrièrent</w:t>
      </w:r>
      <w:r w:rsidR="00F635DB">
        <w:t> :</w:t>
      </w:r>
    </w:p>
    <w:p w14:paraId="7E381E65" w14:textId="77777777" w:rsidR="00F635DB" w:rsidRDefault="00F635DB" w:rsidP="00F635DB">
      <w:r>
        <w:t>— </w:t>
      </w:r>
      <w:r w:rsidR="00855694" w:rsidRPr="009071AC">
        <w:t>Eh</w:t>
      </w:r>
      <w:r>
        <w:t xml:space="preserve"> !… </w:t>
      </w:r>
      <w:r w:rsidR="00855694" w:rsidRPr="009071AC">
        <w:t>c</w:t>
      </w:r>
      <w:r>
        <w:t>’</w:t>
      </w:r>
      <w:r w:rsidR="00855694" w:rsidRPr="009071AC">
        <w:t>est Fernand</w:t>
      </w:r>
      <w:r>
        <w:t xml:space="preserve"> !… </w:t>
      </w:r>
      <w:r w:rsidR="00855694" w:rsidRPr="009071AC">
        <w:t>bonsoir</w:t>
      </w:r>
      <w:r>
        <w:t xml:space="preserve">, </w:t>
      </w:r>
      <w:r w:rsidR="00855694" w:rsidRPr="009071AC">
        <w:t>cher</w:t>
      </w:r>
      <w:r>
        <w:t> !…</w:t>
      </w:r>
    </w:p>
    <w:p w14:paraId="0ADA1441" w14:textId="58C387AF" w:rsidR="00F635DB" w:rsidRDefault="00F635DB" w:rsidP="00F635DB">
      <w:r>
        <w:t>M. de </w:t>
      </w:r>
      <w:proofErr w:type="spellStart"/>
      <w:r w:rsidR="00855694" w:rsidRPr="009071AC">
        <w:t>Coralth</w:t>
      </w:r>
      <w:proofErr w:type="spellEnd"/>
      <w:r w:rsidR="00855694" w:rsidRPr="009071AC">
        <w:t xml:space="preserve"> était un tout jeune homme</w:t>
      </w:r>
      <w:r>
        <w:t xml:space="preserve">, </w:t>
      </w:r>
      <w:r w:rsidR="00855694" w:rsidRPr="009071AC">
        <w:t>remarquablement bien de sa personne</w:t>
      </w:r>
      <w:r>
        <w:t xml:space="preserve">, </w:t>
      </w:r>
      <w:r w:rsidR="00855694" w:rsidRPr="009071AC">
        <w:t>trop bien même</w:t>
      </w:r>
      <w:r>
        <w:t xml:space="preserve">, </w:t>
      </w:r>
      <w:r w:rsidR="00855694" w:rsidRPr="009071AC">
        <w:t>car sa beauté avait quelque chose d</w:t>
      </w:r>
      <w:r>
        <w:t>’</w:t>
      </w:r>
      <w:r w:rsidR="00855694" w:rsidRPr="009071AC">
        <w:t>inquiétant et de malsain</w:t>
      </w:r>
      <w:r>
        <w:t xml:space="preserve">. </w:t>
      </w:r>
      <w:r w:rsidR="00855694" w:rsidRPr="009071AC">
        <w:t>Il était fort blond</w:t>
      </w:r>
      <w:r>
        <w:t xml:space="preserve">, </w:t>
      </w:r>
      <w:r w:rsidR="00855694" w:rsidRPr="009071AC">
        <w:t>avec de grands yeux noirs</w:t>
      </w:r>
      <w:r>
        <w:t xml:space="preserve">, </w:t>
      </w:r>
      <w:r w:rsidR="00855694" w:rsidRPr="009071AC">
        <w:t>tendres</w:t>
      </w:r>
      <w:r>
        <w:t xml:space="preserve">, </w:t>
      </w:r>
      <w:r w:rsidR="00855694" w:rsidRPr="009071AC">
        <w:t>et les femmes devaient envier ses cheveux ondés et la pâleur unie de son teint</w:t>
      </w:r>
      <w:r>
        <w:t>.</w:t>
      </w:r>
    </w:p>
    <w:p w14:paraId="386E2B5D" w14:textId="77777777" w:rsidR="00F635DB" w:rsidRDefault="00855694" w:rsidP="00F635DB">
      <w:r w:rsidRPr="009071AC">
        <w:t>Il était mis avec une recherche rare</w:t>
      </w:r>
      <w:r w:rsidR="00F635DB">
        <w:t xml:space="preserve">, </w:t>
      </w:r>
      <w:r w:rsidRPr="009071AC">
        <w:t>avec coquetterie</w:t>
      </w:r>
      <w:r w:rsidR="00F635DB">
        <w:t xml:space="preserve">, </w:t>
      </w:r>
      <w:r w:rsidRPr="009071AC">
        <w:t>même</w:t>
      </w:r>
      <w:r w:rsidR="00F635DB">
        <w:t xml:space="preserve"> : </w:t>
      </w:r>
      <w:r w:rsidRPr="009071AC">
        <w:t>son col rabattu découvrait son cou</w:t>
      </w:r>
      <w:r w:rsidR="00F635DB">
        <w:t xml:space="preserve">, </w:t>
      </w:r>
      <w:r w:rsidRPr="009071AC">
        <w:t>et ses gants rosés collaient comme la peau sur ses mains délicates et molles</w:t>
      </w:r>
      <w:r w:rsidR="00F635DB">
        <w:t>.</w:t>
      </w:r>
    </w:p>
    <w:p w14:paraId="286A42FC" w14:textId="24B9F093" w:rsidR="00F635DB" w:rsidRDefault="00855694" w:rsidP="00F635DB">
      <w:r w:rsidRPr="009071AC">
        <w:lastRenderedPageBreak/>
        <w:t>Il salua de la tête</w:t>
      </w:r>
      <w:r w:rsidR="00F635DB">
        <w:t xml:space="preserve">, </w:t>
      </w:r>
      <w:r w:rsidRPr="009071AC">
        <w:t>familièrement</w:t>
      </w:r>
      <w:r w:rsidR="00F635DB">
        <w:t xml:space="preserve">, </w:t>
      </w:r>
      <w:r w:rsidRPr="009071AC">
        <w:t>en entrant</w:t>
      </w:r>
      <w:r w:rsidR="00F635DB">
        <w:t xml:space="preserve">, </w:t>
      </w:r>
      <w:r w:rsidRPr="009071AC">
        <w:t>et le sourire de la fatuité aux lèvres</w:t>
      </w:r>
      <w:r w:rsidR="00F635DB">
        <w:t xml:space="preserve">, </w:t>
      </w:r>
      <w:r w:rsidRPr="009071AC">
        <w:t>il s</w:t>
      </w:r>
      <w:r w:rsidR="00F635DB">
        <w:t>’</w:t>
      </w:r>
      <w:r w:rsidRPr="009071AC">
        <w:t xml:space="preserve">avança vers </w:t>
      </w:r>
      <w:r w:rsidR="00F635DB">
        <w:t>M</w:t>
      </w:r>
      <w:r w:rsidR="00F635DB" w:rsidRPr="00F635DB">
        <w:rPr>
          <w:vertAlign w:val="superscript"/>
        </w:rPr>
        <w:t>me</w:t>
      </w:r>
      <w:r w:rsidR="00F635DB">
        <w:t> </w:t>
      </w:r>
      <w:r w:rsidRPr="009071AC">
        <w:t>d</w:t>
      </w:r>
      <w:r w:rsidR="00F635DB">
        <w:t>’</w:t>
      </w:r>
      <w:r w:rsidRPr="009071AC">
        <w:t>Argelès qui</w:t>
      </w:r>
      <w:r w:rsidR="00F635DB">
        <w:t xml:space="preserve">, </w:t>
      </w:r>
      <w:r w:rsidRPr="009071AC">
        <w:t>pelotonnée sur une chaise longue</w:t>
      </w:r>
      <w:r w:rsidR="00F635DB">
        <w:t xml:space="preserve">, </w:t>
      </w:r>
      <w:r w:rsidRPr="009071AC">
        <w:t>près de la cheminée</w:t>
      </w:r>
      <w:r w:rsidR="00F635DB">
        <w:t xml:space="preserve">, </w:t>
      </w:r>
      <w:r w:rsidRPr="009071AC">
        <w:t>causait avec deux messieurs chauves à physionomie grave et distinguée</w:t>
      </w:r>
      <w:r w:rsidR="00F635DB">
        <w:t>.</w:t>
      </w:r>
    </w:p>
    <w:p w14:paraId="6C170115" w14:textId="77777777" w:rsidR="00F635DB" w:rsidRDefault="00F635DB" w:rsidP="00F635DB">
      <w:r>
        <w:t>— </w:t>
      </w:r>
      <w:r w:rsidR="00855694" w:rsidRPr="009071AC">
        <w:t>Comme vous venez tard</w:t>
      </w:r>
      <w:r>
        <w:t xml:space="preserve"> !… </w:t>
      </w:r>
      <w:r w:rsidR="00855694" w:rsidRPr="009071AC">
        <w:t>vicomte</w:t>
      </w:r>
      <w:r>
        <w:t xml:space="preserve">, </w:t>
      </w:r>
      <w:r w:rsidR="00855694" w:rsidRPr="009071AC">
        <w:t>dit-elle</w:t>
      </w:r>
      <w:r>
        <w:t xml:space="preserve">. </w:t>
      </w:r>
      <w:r w:rsidR="00855694" w:rsidRPr="009071AC">
        <w:t>Qu</w:t>
      </w:r>
      <w:r>
        <w:t>’</w:t>
      </w:r>
      <w:r w:rsidR="00855694" w:rsidRPr="009071AC">
        <w:t>avez-vous donc fait aujourd</w:t>
      </w:r>
      <w:r>
        <w:t>’</w:t>
      </w:r>
      <w:r w:rsidR="00855694" w:rsidRPr="009071AC">
        <w:t>hui</w:t>
      </w:r>
      <w:r>
        <w:t xml:space="preserve"> ? </w:t>
      </w:r>
      <w:r w:rsidR="00855694" w:rsidRPr="009071AC">
        <w:t>Il me semble vous avoir aperçu au bois</w:t>
      </w:r>
      <w:r>
        <w:t xml:space="preserve">, </w:t>
      </w:r>
      <w:r w:rsidR="00855694" w:rsidRPr="009071AC">
        <w:t xml:space="preserve">dans le dog-cart du marquis de </w:t>
      </w:r>
      <w:proofErr w:type="spellStart"/>
      <w:r w:rsidR="00855694" w:rsidRPr="009071AC">
        <w:t>Valorsay</w:t>
      </w:r>
      <w:proofErr w:type="spellEnd"/>
      <w:r>
        <w:t>…</w:t>
      </w:r>
    </w:p>
    <w:p w14:paraId="6C9A4B0A" w14:textId="7C2E3327" w:rsidR="00F635DB" w:rsidRDefault="00855694" w:rsidP="00F635DB">
      <w:r w:rsidRPr="009071AC">
        <w:t xml:space="preserve">Une rougeur légère monta aux joues de </w:t>
      </w:r>
      <w:r w:rsidR="00F635DB">
        <w:t>M. de </w:t>
      </w:r>
      <w:proofErr w:type="spellStart"/>
      <w:r w:rsidRPr="009071AC">
        <w:t>Coralth</w:t>
      </w:r>
      <w:proofErr w:type="spellEnd"/>
      <w:r w:rsidR="00F635DB">
        <w:t xml:space="preserve">, </w:t>
      </w:r>
      <w:r w:rsidRPr="009071AC">
        <w:t>et</w:t>
      </w:r>
      <w:r w:rsidR="00F635DB">
        <w:t xml:space="preserve">, </w:t>
      </w:r>
      <w:r w:rsidRPr="009071AC">
        <w:t>pour la dissimuler</w:t>
      </w:r>
      <w:r w:rsidR="00F635DB">
        <w:t xml:space="preserve">, </w:t>
      </w:r>
      <w:r w:rsidRPr="009071AC">
        <w:t>sans doute</w:t>
      </w:r>
      <w:r w:rsidR="00F635DB">
        <w:t xml:space="preserve">, </w:t>
      </w:r>
      <w:r w:rsidRPr="009071AC">
        <w:t>au lieu de répondre</w:t>
      </w:r>
      <w:r w:rsidR="00F635DB">
        <w:t xml:space="preserve">, </w:t>
      </w:r>
      <w:r w:rsidRPr="009071AC">
        <w:t>il prit la main du visiteur annoncé en même temps que lui</w:t>
      </w:r>
      <w:r w:rsidR="00F635DB">
        <w:t xml:space="preserve">, </w:t>
      </w:r>
      <w:r w:rsidRPr="009071AC">
        <w:t>et l</w:t>
      </w:r>
      <w:r w:rsidR="00F635DB">
        <w:t>’</w:t>
      </w:r>
      <w:r w:rsidRPr="009071AC">
        <w:t xml:space="preserve">attira vers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en disant</w:t>
      </w:r>
      <w:r w:rsidR="00F635DB">
        <w:t> :</w:t>
      </w:r>
    </w:p>
    <w:p w14:paraId="38285C6D" w14:textId="279B27DF" w:rsidR="00F635DB" w:rsidRDefault="00F635DB" w:rsidP="00F635DB">
      <w:r>
        <w:t>— </w:t>
      </w:r>
      <w:r w:rsidR="00855694" w:rsidRPr="009071AC">
        <w:t>Permettez-moi</w:t>
      </w:r>
      <w:r>
        <w:t xml:space="preserve">, </w:t>
      </w:r>
      <w:r w:rsidR="00855694" w:rsidRPr="009071AC">
        <w:t>chère madame</w:t>
      </w:r>
      <w:r>
        <w:t xml:space="preserve">, </w:t>
      </w:r>
      <w:r w:rsidR="00855694" w:rsidRPr="009071AC">
        <w:t>de vous présenter un de mes excellents amis</w:t>
      </w:r>
      <w:r>
        <w:t>, M. </w:t>
      </w:r>
      <w:r w:rsidR="00855694" w:rsidRPr="009071AC">
        <w:t xml:space="preserve">Pascal </w:t>
      </w:r>
      <w:proofErr w:type="spellStart"/>
      <w:r w:rsidR="00855694" w:rsidRPr="009071AC">
        <w:t>Férailleur</w:t>
      </w:r>
      <w:proofErr w:type="spellEnd"/>
      <w:r>
        <w:t xml:space="preserve">, </w:t>
      </w:r>
      <w:r w:rsidR="00855694" w:rsidRPr="009071AC">
        <w:t>un avocat dont vous entendrez parler un jour</w:t>
      </w:r>
      <w:r>
        <w:t>.</w:t>
      </w:r>
    </w:p>
    <w:p w14:paraId="500BF7D8" w14:textId="125FD40A" w:rsidR="00F635DB" w:rsidRDefault="00F635DB" w:rsidP="00F635DB">
      <w:r>
        <w:t>— </w:t>
      </w:r>
      <w:r w:rsidR="00855694" w:rsidRPr="009071AC">
        <w:t>Vos amis seront toujours les bienvenus chez moi</w:t>
      </w:r>
      <w:r>
        <w:t xml:space="preserve">, </w:t>
      </w:r>
      <w:r w:rsidR="00855694" w:rsidRPr="009071AC">
        <w:t>mon cher vicomte</w:t>
      </w:r>
      <w:r>
        <w:t xml:space="preserve">, </w:t>
      </w:r>
      <w:r w:rsidR="00855694" w:rsidRPr="009071AC">
        <w:t xml:space="preserve">répondit </w:t>
      </w:r>
      <w:r>
        <w:t>M</w:t>
      </w:r>
      <w:r w:rsidRPr="00F635DB">
        <w:rPr>
          <w:vertAlign w:val="superscript"/>
        </w:rPr>
        <w:t>me</w:t>
      </w:r>
      <w:r>
        <w:t> </w:t>
      </w:r>
      <w:r w:rsidR="00855694" w:rsidRPr="009071AC">
        <w:t>d</w:t>
      </w:r>
      <w:r>
        <w:t>’</w:t>
      </w:r>
      <w:r w:rsidR="00855694" w:rsidRPr="009071AC">
        <w:t>Argelès</w:t>
      </w:r>
      <w:r>
        <w:t>.</w:t>
      </w:r>
    </w:p>
    <w:p w14:paraId="28B86DD2" w14:textId="77777777" w:rsidR="00F635DB" w:rsidRDefault="00855694" w:rsidP="00F635DB">
      <w:r w:rsidRPr="009071AC">
        <w:t>Et avant que Pascal qui s</w:t>
      </w:r>
      <w:r w:rsidR="00F635DB">
        <w:t>’</w:t>
      </w:r>
      <w:r w:rsidRPr="009071AC">
        <w:t>inclinait se fût redressé</w:t>
      </w:r>
      <w:r w:rsidR="00F635DB">
        <w:t xml:space="preserve">, </w:t>
      </w:r>
      <w:r w:rsidRPr="009071AC">
        <w:t>elle se détourna et reprit sa conversation interrompue</w:t>
      </w:r>
      <w:r w:rsidR="00F635DB">
        <w:t>.</w:t>
      </w:r>
    </w:p>
    <w:p w14:paraId="00E93652" w14:textId="77777777" w:rsidR="00F635DB" w:rsidRDefault="00855694" w:rsidP="00F635DB">
      <w:r w:rsidRPr="009071AC">
        <w:t>Le nouveau venu</w:t>
      </w:r>
      <w:r w:rsidR="00F635DB">
        <w:t xml:space="preserve">, </w:t>
      </w:r>
      <w:r w:rsidRPr="009071AC">
        <w:t>cependant</w:t>
      </w:r>
      <w:r w:rsidR="00F635DB">
        <w:t xml:space="preserve">, </w:t>
      </w:r>
      <w:r w:rsidRPr="009071AC">
        <w:t>valait mieux et plus qu</w:t>
      </w:r>
      <w:r w:rsidR="00F635DB">
        <w:t>’</w:t>
      </w:r>
      <w:r w:rsidRPr="009071AC">
        <w:t>un regard distrait</w:t>
      </w:r>
      <w:r w:rsidR="00F635DB">
        <w:t>.</w:t>
      </w:r>
    </w:p>
    <w:p w14:paraId="5883FC6D" w14:textId="77777777" w:rsidR="00F635DB" w:rsidRDefault="00855694" w:rsidP="00F635DB">
      <w:r w:rsidRPr="009071AC">
        <w:t>C</w:t>
      </w:r>
      <w:r w:rsidR="00F635DB">
        <w:t>’</w:t>
      </w:r>
      <w:r w:rsidRPr="009071AC">
        <w:t>était un homme de vingt-cinq à vingt-six ans</w:t>
      </w:r>
      <w:r w:rsidR="00F635DB">
        <w:t xml:space="preserve">, </w:t>
      </w:r>
      <w:r w:rsidRPr="009071AC">
        <w:t>brun</w:t>
      </w:r>
      <w:r w:rsidR="00F635DB">
        <w:t xml:space="preserve">, </w:t>
      </w:r>
      <w:r w:rsidRPr="009071AC">
        <w:t>assez grand</w:t>
      </w:r>
      <w:r w:rsidR="00F635DB">
        <w:t xml:space="preserve">, </w:t>
      </w:r>
      <w:r w:rsidRPr="009071AC">
        <w:t>et dont tous les mouvements étaient empreints de cette grâce naturelle qui résulte de l</w:t>
      </w:r>
      <w:r w:rsidR="00F635DB">
        <w:t>’</w:t>
      </w:r>
      <w:r w:rsidRPr="009071AC">
        <w:t>harmonie parfaite des muscles et d</w:t>
      </w:r>
      <w:r w:rsidR="00F635DB">
        <w:t>’</w:t>
      </w:r>
      <w:r w:rsidRPr="009071AC">
        <w:t>une vigueur peu commune</w:t>
      </w:r>
      <w:r w:rsidR="00F635DB">
        <w:t>.</w:t>
      </w:r>
    </w:p>
    <w:p w14:paraId="3DB660F6" w14:textId="77777777" w:rsidR="00F635DB" w:rsidRDefault="00855694" w:rsidP="00F635DB">
      <w:r w:rsidRPr="009071AC">
        <w:t>Ses traits étaient irréguliers</w:t>
      </w:r>
      <w:r w:rsidR="00F635DB">
        <w:t xml:space="preserve">, </w:t>
      </w:r>
      <w:r w:rsidRPr="009071AC">
        <w:t>mais leur ensemble sympathique respirait l</w:t>
      </w:r>
      <w:r w:rsidR="00F635DB">
        <w:t>’</w:t>
      </w:r>
      <w:r w:rsidRPr="009071AC">
        <w:t>énergie</w:t>
      </w:r>
      <w:r w:rsidR="00F635DB">
        <w:t xml:space="preserve">, </w:t>
      </w:r>
      <w:r w:rsidRPr="009071AC">
        <w:t>la franchise et la bonté</w:t>
      </w:r>
      <w:r w:rsidR="00F635DB">
        <w:t>.</w:t>
      </w:r>
    </w:p>
    <w:p w14:paraId="187645E0" w14:textId="77777777" w:rsidR="00F635DB" w:rsidRDefault="00855694" w:rsidP="00F635DB">
      <w:r w:rsidRPr="009071AC">
        <w:lastRenderedPageBreak/>
        <w:t>L</w:t>
      </w:r>
      <w:r w:rsidR="00F635DB">
        <w:t>’</w:t>
      </w:r>
      <w:r w:rsidRPr="009071AC">
        <w:t>homme qui avait ce front intelligent et fier</w:t>
      </w:r>
      <w:r w:rsidR="00F635DB">
        <w:t xml:space="preserve">, </w:t>
      </w:r>
      <w:r w:rsidRPr="009071AC">
        <w:t>ce regard lumineux et droit</w:t>
      </w:r>
      <w:r w:rsidR="00F635DB">
        <w:t xml:space="preserve">, </w:t>
      </w:r>
      <w:r w:rsidRPr="009071AC">
        <w:t>ces lèvres rouges d</w:t>
      </w:r>
      <w:r w:rsidR="00F635DB">
        <w:t>’</w:t>
      </w:r>
      <w:r w:rsidRPr="009071AC">
        <w:t>un dessin correct et spirituel</w:t>
      </w:r>
      <w:r w:rsidR="00F635DB">
        <w:t xml:space="preserve">, </w:t>
      </w:r>
      <w:r w:rsidRPr="009071AC">
        <w:t>ne devait pas être un homme ordinaire</w:t>
      </w:r>
      <w:r w:rsidR="00F635DB">
        <w:t>.</w:t>
      </w:r>
    </w:p>
    <w:p w14:paraId="59ECDD59" w14:textId="77777777" w:rsidR="00F635DB" w:rsidRDefault="00855694" w:rsidP="00F635DB">
      <w:r w:rsidRPr="009071AC">
        <w:t>Abandonné par son introducteur</w:t>
      </w:r>
      <w:r w:rsidR="00F635DB">
        <w:t xml:space="preserve">, </w:t>
      </w:r>
      <w:r w:rsidRPr="009071AC">
        <w:t>qui distribuait de droite et de gauche des poignées de mains</w:t>
      </w:r>
      <w:r w:rsidR="00F635DB">
        <w:t xml:space="preserve">, </w:t>
      </w:r>
      <w:r w:rsidRPr="009071AC">
        <w:t>il était allé s</w:t>
      </w:r>
      <w:r w:rsidR="00F635DB">
        <w:t>’</w:t>
      </w:r>
      <w:r w:rsidRPr="009071AC">
        <w:t>asseoir sur une causeuse</w:t>
      </w:r>
      <w:r w:rsidR="00F635DB">
        <w:t xml:space="preserve">, </w:t>
      </w:r>
      <w:r w:rsidRPr="009071AC">
        <w:t>un peu dans l</w:t>
      </w:r>
      <w:r w:rsidR="00F635DB">
        <w:t>’</w:t>
      </w:r>
      <w:r w:rsidRPr="009071AC">
        <w:t>ombre</w:t>
      </w:r>
      <w:r w:rsidR="00F635DB">
        <w:t>.</w:t>
      </w:r>
    </w:p>
    <w:p w14:paraId="370F79AB" w14:textId="77777777" w:rsidR="00F635DB" w:rsidRDefault="00855694" w:rsidP="00F635DB">
      <w:r w:rsidRPr="009071AC">
        <w:t>Ce qu</w:t>
      </w:r>
      <w:r w:rsidR="00F635DB">
        <w:t>’</w:t>
      </w:r>
      <w:r w:rsidRPr="009071AC">
        <w:t>il éprouvait n</w:t>
      </w:r>
      <w:r w:rsidR="00F635DB">
        <w:t>’</w:t>
      </w:r>
      <w:r w:rsidRPr="009071AC">
        <w:t>était pas de l</w:t>
      </w:r>
      <w:r w:rsidR="00F635DB">
        <w:t>’</w:t>
      </w:r>
      <w:r w:rsidRPr="009071AC">
        <w:t>embarras</w:t>
      </w:r>
      <w:r w:rsidR="00F635DB">
        <w:t xml:space="preserve">, </w:t>
      </w:r>
      <w:r w:rsidRPr="009071AC">
        <w:t>mais cette instinctive défiance de soi dont on est saisi en pénétrant dans un milieu qui n</w:t>
      </w:r>
      <w:r w:rsidR="00F635DB">
        <w:t>’</w:t>
      </w:r>
      <w:r w:rsidRPr="009071AC">
        <w:t>est pas le sien</w:t>
      </w:r>
      <w:r w:rsidR="00F635DB">
        <w:t>.</w:t>
      </w:r>
    </w:p>
    <w:p w14:paraId="1E239374" w14:textId="77777777" w:rsidR="00F635DB" w:rsidRDefault="00855694" w:rsidP="00F635DB">
      <w:r w:rsidRPr="009071AC">
        <w:t>Aussi dissimulait-il sa curiosité tant qu</w:t>
      </w:r>
      <w:r w:rsidR="00F635DB">
        <w:t>’</w:t>
      </w:r>
      <w:r w:rsidRPr="009071AC">
        <w:t>il pouvait</w:t>
      </w:r>
      <w:r w:rsidR="00F635DB">
        <w:t xml:space="preserve">, </w:t>
      </w:r>
      <w:r w:rsidRPr="009071AC">
        <w:t>tout en regardant et en écoutant de son mieux</w:t>
      </w:r>
      <w:r w:rsidR="00F635DB">
        <w:t>.</w:t>
      </w:r>
    </w:p>
    <w:p w14:paraId="08D331FC" w14:textId="43F1300C" w:rsidR="00F635DB" w:rsidRDefault="00855694" w:rsidP="00F635DB">
      <w:r w:rsidRPr="009071AC">
        <w:t xml:space="preserve">Le salon de </w:t>
      </w:r>
      <w:r w:rsidR="00F635DB">
        <w:t>M</w:t>
      </w:r>
      <w:r w:rsidR="00F635DB" w:rsidRPr="00F635DB">
        <w:rPr>
          <w:vertAlign w:val="superscript"/>
        </w:rPr>
        <w:t>me</w:t>
      </w:r>
      <w:r w:rsidR="00F635DB">
        <w:t> </w:t>
      </w:r>
      <w:r w:rsidRPr="009071AC">
        <w:t>d</w:t>
      </w:r>
      <w:r w:rsidR="00F635DB">
        <w:t>’</w:t>
      </w:r>
      <w:r w:rsidRPr="009071AC">
        <w:t>Argelès était une sorte de galerie coupée en deux</w:t>
      </w:r>
      <w:r w:rsidR="00F635DB">
        <w:t xml:space="preserve">, </w:t>
      </w:r>
      <w:r w:rsidRPr="009071AC">
        <w:t>par une cloison mobile et des tentures</w:t>
      </w:r>
      <w:r w:rsidR="00F635DB">
        <w:t>.</w:t>
      </w:r>
    </w:p>
    <w:p w14:paraId="62E5E205" w14:textId="77777777" w:rsidR="00F635DB" w:rsidRDefault="00855694" w:rsidP="00F635DB">
      <w:r w:rsidRPr="009071AC">
        <w:t>Les soirs de bal</w:t>
      </w:r>
      <w:r w:rsidR="00F635DB">
        <w:t xml:space="preserve">, </w:t>
      </w:r>
      <w:r w:rsidRPr="009071AC">
        <w:t>on enlevait la cloison</w:t>
      </w:r>
      <w:r w:rsidR="00F635DB">
        <w:t xml:space="preserve">, </w:t>
      </w:r>
      <w:r w:rsidRPr="009071AC">
        <w:t>on la laissait les autres nuits</w:t>
      </w:r>
      <w:r w:rsidR="00F635DB">
        <w:t xml:space="preserve">, </w:t>
      </w:r>
      <w:r w:rsidRPr="009071AC">
        <w:t>et on avait ainsi deux pièces</w:t>
      </w:r>
      <w:r w:rsidR="00F635DB">
        <w:t xml:space="preserve">, </w:t>
      </w:r>
      <w:r w:rsidRPr="009071AC">
        <w:t>l</w:t>
      </w:r>
      <w:r w:rsidR="00F635DB">
        <w:t>’</w:t>
      </w:r>
      <w:r w:rsidRPr="009071AC">
        <w:t>une où on jouait</w:t>
      </w:r>
      <w:r w:rsidR="00F635DB">
        <w:t xml:space="preserve">, </w:t>
      </w:r>
      <w:r w:rsidRPr="009071AC">
        <w:t>l</w:t>
      </w:r>
      <w:r w:rsidR="00F635DB">
        <w:t>’</w:t>
      </w:r>
      <w:r w:rsidRPr="009071AC">
        <w:t>autre qui était le refuge des causeurs</w:t>
      </w:r>
      <w:r w:rsidR="00F635DB">
        <w:t>.</w:t>
      </w:r>
    </w:p>
    <w:p w14:paraId="74E20F20" w14:textId="77777777" w:rsidR="00F635DB" w:rsidRDefault="00855694" w:rsidP="00F635DB">
      <w:r w:rsidRPr="009071AC">
        <w:t>Le salon de jeu</w:t>
      </w:r>
      <w:r w:rsidR="00F635DB">
        <w:t xml:space="preserve">, </w:t>
      </w:r>
      <w:r w:rsidRPr="009071AC">
        <w:t>celui où se trouvait Pascal</w:t>
      </w:r>
      <w:r w:rsidR="00F635DB">
        <w:t xml:space="preserve">, </w:t>
      </w:r>
      <w:r w:rsidRPr="009071AC">
        <w:t>était vaste</w:t>
      </w:r>
      <w:r w:rsidR="00F635DB">
        <w:t xml:space="preserve">, </w:t>
      </w:r>
      <w:r w:rsidRPr="009071AC">
        <w:t>très-haut d</w:t>
      </w:r>
      <w:r w:rsidR="00F635DB">
        <w:t>’</w:t>
      </w:r>
      <w:r w:rsidRPr="009071AC">
        <w:t>étage et meublé avec une magnificence d</w:t>
      </w:r>
      <w:r w:rsidR="00F635DB">
        <w:t>’</w:t>
      </w:r>
      <w:r w:rsidRPr="009071AC">
        <w:t>assez bon goût</w:t>
      </w:r>
      <w:r w:rsidR="00F635DB">
        <w:t>.</w:t>
      </w:r>
    </w:p>
    <w:p w14:paraId="6E5C3385" w14:textId="77777777" w:rsidR="00F635DB" w:rsidRDefault="00855694" w:rsidP="00F635DB">
      <w:r w:rsidRPr="009071AC">
        <w:t>Le tapis n</w:t>
      </w:r>
      <w:r w:rsidR="00F635DB">
        <w:t>’</w:t>
      </w:r>
      <w:r w:rsidRPr="009071AC">
        <w:t>avait point de tons criards</w:t>
      </w:r>
      <w:r w:rsidR="00F635DB">
        <w:t xml:space="preserve">, </w:t>
      </w:r>
      <w:r w:rsidRPr="009071AC">
        <w:t>il n</w:t>
      </w:r>
      <w:r w:rsidR="00F635DB">
        <w:t>’</w:t>
      </w:r>
      <w:r w:rsidRPr="009071AC">
        <w:t>y avait pas trop d</w:t>
      </w:r>
      <w:r w:rsidR="00F635DB">
        <w:t>’</w:t>
      </w:r>
      <w:r w:rsidRPr="009071AC">
        <w:t>or aux corniches</w:t>
      </w:r>
      <w:r w:rsidR="00F635DB">
        <w:t xml:space="preserve">, </w:t>
      </w:r>
      <w:r w:rsidRPr="009071AC">
        <w:t>le sujet de la pendule était convenable</w:t>
      </w:r>
      <w:r w:rsidR="00F635DB">
        <w:t>.</w:t>
      </w:r>
    </w:p>
    <w:p w14:paraId="1EE65C19" w14:textId="77777777" w:rsidR="00F635DB" w:rsidRDefault="00855694" w:rsidP="00F635DB">
      <w:r w:rsidRPr="009071AC">
        <w:t>Ce qui jurait</w:t>
      </w:r>
      <w:r w:rsidR="00F635DB">
        <w:t xml:space="preserve">, </w:t>
      </w:r>
      <w:r w:rsidRPr="009071AC">
        <w:t>c</w:t>
      </w:r>
      <w:r w:rsidR="00F635DB">
        <w:t>’</w:t>
      </w:r>
      <w:r w:rsidRPr="009071AC">
        <w:t>était une sorte d</w:t>
      </w:r>
      <w:r w:rsidR="00F635DB">
        <w:t>’</w:t>
      </w:r>
      <w:r w:rsidRPr="009071AC">
        <w:t>abat-jour mobile</w:t>
      </w:r>
      <w:r w:rsidR="00F635DB">
        <w:t xml:space="preserve">, </w:t>
      </w:r>
      <w:r w:rsidRPr="009071AC">
        <w:t>placé fort ingénieusement au-dessus du lustre</w:t>
      </w:r>
      <w:r w:rsidR="00F635DB">
        <w:t xml:space="preserve">, </w:t>
      </w:r>
      <w:r w:rsidRPr="009071AC">
        <w:t>de façon à renvoyer sur la table de jeu toute la lumière des bougies</w:t>
      </w:r>
      <w:r w:rsidR="00F635DB">
        <w:t>.</w:t>
      </w:r>
    </w:p>
    <w:p w14:paraId="5AC07AE3" w14:textId="77777777" w:rsidR="00F635DB" w:rsidRDefault="00855694" w:rsidP="00F635DB">
      <w:r w:rsidRPr="009071AC">
        <w:t>Cette table de jeu</w:t>
      </w:r>
      <w:r w:rsidR="00F635DB">
        <w:t xml:space="preserve">, </w:t>
      </w:r>
      <w:r w:rsidRPr="009071AC">
        <w:t>elle-même</w:t>
      </w:r>
      <w:r w:rsidR="00F635DB">
        <w:t xml:space="preserve">, </w:t>
      </w:r>
      <w:r w:rsidRPr="009071AC">
        <w:t>était recouverte d</w:t>
      </w:r>
      <w:r w:rsidR="00F635DB">
        <w:t>’</w:t>
      </w:r>
      <w:r w:rsidRPr="009071AC">
        <w:t>un tapis d</w:t>
      </w:r>
      <w:r w:rsidR="00F635DB">
        <w:t>’</w:t>
      </w:r>
      <w:r w:rsidRPr="009071AC">
        <w:t>une grande richesse</w:t>
      </w:r>
      <w:r w:rsidR="00F635DB">
        <w:t xml:space="preserve">, </w:t>
      </w:r>
      <w:r w:rsidRPr="009071AC">
        <w:t>mais on n</w:t>
      </w:r>
      <w:r w:rsidR="00F635DB">
        <w:t>’</w:t>
      </w:r>
      <w:r w:rsidRPr="009071AC">
        <w:t>en apercevait que les coins</w:t>
      </w:r>
      <w:r w:rsidR="00F635DB">
        <w:t xml:space="preserve">, </w:t>
      </w:r>
      <w:r w:rsidRPr="009071AC">
        <w:t>car on avait jeté dessus un second tapis</w:t>
      </w:r>
      <w:r w:rsidR="00F635DB">
        <w:t xml:space="preserve">, </w:t>
      </w:r>
      <w:r w:rsidRPr="009071AC">
        <w:t>vert celui-là</w:t>
      </w:r>
      <w:r w:rsidR="00F635DB">
        <w:t xml:space="preserve">, </w:t>
      </w:r>
      <w:r w:rsidRPr="009071AC">
        <w:t>et tout usé</w:t>
      </w:r>
      <w:r w:rsidR="00F635DB">
        <w:t>…</w:t>
      </w:r>
    </w:p>
    <w:p w14:paraId="51AF4D39" w14:textId="281F913C" w:rsidR="00F635DB" w:rsidRDefault="00855694" w:rsidP="00F635DB">
      <w:r w:rsidRPr="009071AC">
        <w:lastRenderedPageBreak/>
        <w:t>C</w:t>
      </w:r>
      <w:r w:rsidR="00F635DB">
        <w:t>’</w:t>
      </w:r>
      <w:r w:rsidRPr="009071AC">
        <w:t xml:space="preserve">est à peine si </w:t>
      </w:r>
      <w:r w:rsidR="00F635DB">
        <w:t>M</w:t>
      </w:r>
      <w:r w:rsidR="00F635DB" w:rsidRPr="00F635DB">
        <w:rPr>
          <w:vertAlign w:val="superscript"/>
        </w:rPr>
        <w:t>me</w:t>
      </w:r>
      <w:r w:rsidR="00F635DB">
        <w:t> </w:t>
      </w:r>
      <w:r w:rsidRPr="009071AC">
        <w:t>d</w:t>
      </w:r>
      <w:r w:rsidR="00F635DB">
        <w:t>’</w:t>
      </w:r>
      <w:r w:rsidRPr="009071AC">
        <w:t>Argelès avait une cinquantaine d</w:t>
      </w:r>
      <w:r w:rsidR="00F635DB">
        <w:t>’</w:t>
      </w:r>
      <w:r w:rsidRPr="009071AC">
        <w:t>invités</w:t>
      </w:r>
      <w:r w:rsidR="00F635DB">
        <w:t xml:space="preserve">, </w:t>
      </w:r>
      <w:r w:rsidRPr="009071AC">
        <w:t>mais tous</w:t>
      </w:r>
      <w:r w:rsidR="00F635DB">
        <w:t xml:space="preserve">, </w:t>
      </w:r>
      <w:r w:rsidRPr="009071AC">
        <w:t>par leurs manières</w:t>
      </w:r>
      <w:r w:rsidR="00F635DB">
        <w:t xml:space="preserve">, </w:t>
      </w:r>
      <w:r w:rsidRPr="009071AC">
        <w:t>semblaient appartenir à la meilleure compagnie</w:t>
      </w:r>
      <w:r w:rsidR="00F635DB">
        <w:t xml:space="preserve">. </w:t>
      </w:r>
      <w:r w:rsidRPr="009071AC">
        <w:t>Ils avaient dépassé quarante ans pour la plupart</w:t>
      </w:r>
      <w:r w:rsidR="00F635DB">
        <w:t xml:space="preserve">, </w:t>
      </w:r>
      <w:r w:rsidRPr="009071AC">
        <w:t>beaucoup étaient chamarrés de décorations</w:t>
      </w:r>
      <w:r w:rsidR="00F635DB">
        <w:t xml:space="preserve">, </w:t>
      </w:r>
      <w:r w:rsidRPr="009071AC">
        <w:t>deux ou trois très-vieux étaient l</w:t>
      </w:r>
      <w:r w:rsidR="00F635DB">
        <w:t>’</w:t>
      </w:r>
      <w:r w:rsidRPr="009071AC">
        <w:t>objet d</w:t>
      </w:r>
      <w:r w:rsidR="00F635DB">
        <w:t>’</w:t>
      </w:r>
      <w:r w:rsidRPr="009071AC">
        <w:t>une certaine déférence</w:t>
      </w:r>
      <w:r w:rsidR="00F635DB">
        <w:t>.</w:t>
      </w:r>
    </w:p>
    <w:p w14:paraId="204FB4A1" w14:textId="77777777" w:rsidR="00F635DB" w:rsidRDefault="00855694" w:rsidP="00F635DB">
      <w:r w:rsidRPr="009071AC">
        <w:t>Certains noms connus que Pascal entendit prononcer</w:t>
      </w:r>
      <w:r w:rsidR="00F635DB">
        <w:t xml:space="preserve">, </w:t>
      </w:r>
      <w:r w:rsidRPr="009071AC">
        <w:t>le surprirent étrangement</w:t>
      </w:r>
      <w:r w:rsidR="00F635DB">
        <w:t>.</w:t>
      </w:r>
    </w:p>
    <w:p w14:paraId="72B8A0C0" w14:textId="77777777" w:rsidR="00F635DB" w:rsidRDefault="00F635DB" w:rsidP="00F635DB">
      <w:r>
        <w:t>— </w:t>
      </w:r>
      <w:r w:rsidR="00855694" w:rsidRPr="009071AC">
        <w:t>Comment</w:t>
      </w:r>
      <w:r>
        <w:t xml:space="preserve"> ! </w:t>
      </w:r>
      <w:r w:rsidR="00855694" w:rsidRPr="009071AC">
        <w:t>ces gens-là ici</w:t>
      </w:r>
      <w:r>
        <w:t xml:space="preserve"> ! </w:t>
      </w:r>
      <w:r w:rsidR="00855694" w:rsidRPr="009071AC">
        <w:t>se disait-il</w:t>
      </w:r>
      <w:r>
        <w:t xml:space="preserve">… </w:t>
      </w:r>
      <w:r w:rsidR="00855694" w:rsidRPr="009071AC">
        <w:t>Et moi qui m</w:t>
      </w:r>
      <w:r>
        <w:t>’</w:t>
      </w:r>
      <w:r w:rsidR="00855694" w:rsidRPr="009071AC">
        <w:t>attendais à une sorte de tripot clandestin</w:t>
      </w:r>
      <w:r>
        <w:t>…</w:t>
      </w:r>
    </w:p>
    <w:p w14:paraId="6DA3341B" w14:textId="77777777" w:rsidR="00F635DB" w:rsidRDefault="00855694" w:rsidP="00F635DB">
      <w:r w:rsidRPr="009071AC">
        <w:t>Il n</w:t>
      </w:r>
      <w:r w:rsidR="00F635DB">
        <w:t>’</w:t>
      </w:r>
      <w:r w:rsidRPr="009071AC">
        <w:t>y avait guère que sept à huit femmes</w:t>
      </w:r>
      <w:r w:rsidR="00F635DB">
        <w:t xml:space="preserve">, </w:t>
      </w:r>
      <w:r w:rsidRPr="009071AC">
        <w:t>aucune n</w:t>
      </w:r>
      <w:r w:rsidR="00F635DB">
        <w:t>’</w:t>
      </w:r>
      <w:r w:rsidRPr="009071AC">
        <w:t>était remarquable</w:t>
      </w:r>
      <w:r w:rsidR="00F635DB">
        <w:t xml:space="preserve">, </w:t>
      </w:r>
      <w:r w:rsidRPr="009071AC">
        <w:t>toutes avaient des toilettes très-riches</w:t>
      </w:r>
      <w:r w:rsidR="00F635DB">
        <w:t xml:space="preserve">, </w:t>
      </w:r>
      <w:r w:rsidRPr="009071AC">
        <w:t>d</w:t>
      </w:r>
      <w:r w:rsidR="00F635DB">
        <w:t>’</w:t>
      </w:r>
      <w:r w:rsidRPr="009071AC">
        <w:t>un goût douteux</w:t>
      </w:r>
      <w:r w:rsidR="00F635DB">
        <w:t xml:space="preserve">, </w:t>
      </w:r>
      <w:r w:rsidRPr="009071AC">
        <w:t>et des diamants</w:t>
      </w:r>
      <w:r w:rsidR="00F635DB">
        <w:t>.</w:t>
      </w:r>
    </w:p>
    <w:p w14:paraId="55EA9C48" w14:textId="77777777" w:rsidR="00F635DB" w:rsidRDefault="00855694" w:rsidP="00F635DB">
      <w:r w:rsidRPr="009071AC">
        <w:t>Pascal remarqua qu</w:t>
      </w:r>
      <w:r w:rsidR="00F635DB">
        <w:t>’</w:t>
      </w:r>
      <w:r w:rsidRPr="009071AC">
        <w:t>on les traitait avec une indifférence parfaite et qu</w:t>
      </w:r>
      <w:r w:rsidR="00F635DB">
        <w:t>’</w:t>
      </w:r>
      <w:r w:rsidRPr="009071AC">
        <w:t>on employait en leur parlant une politesse trop affectée pour n</w:t>
      </w:r>
      <w:r w:rsidR="00F635DB">
        <w:t>’</w:t>
      </w:r>
      <w:r w:rsidRPr="009071AC">
        <w:t>être pas ironique</w:t>
      </w:r>
      <w:r w:rsidR="00F635DB">
        <w:t>.</w:t>
      </w:r>
    </w:p>
    <w:p w14:paraId="06163BE3" w14:textId="77777777" w:rsidR="00F635DB" w:rsidRDefault="00855694" w:rsidP="00F635DB">
      <w:r w:rsidRPr="009071AC">
        <w:t>Vingt personnes au plus étaient assises au jeu</w:t>
      </w:r>
      <w:r w:rsidR="00F635DB">
        <w:t xml:space="preserve"> ; </w:t>
      </w:r>
      <w:r w:rsidRPr="009071AC">
        <w:t>les autres s</w:t>
      </w:r>
      <w:r w:rsidR="00F635DB">
        <w:t>’</w:t>
      </w:r>
      <w:r w:rsidRPr="009071AC">
        <w:t>étaient retirées dans le salon voisin</w:t>
      </w:r>
      <w:r w:rsidR="00F635DB">
        <w:t xml:space="preserve">, </w:t>
      </w:r>
      <w:r w:rsidRPr="009071AC">
        <w:t>se tenaient immobiles autour de la table</w:t>
      </w:r>
      <w:r w:rsidR="00F635DB">
        <w:t xml:space="preserve">, </w:t>
      </w:r>
      <w:r w:rsidRPr="009071AC">
        <w:t>ou causaient par groupes dans les coins</w:t>
      </w:r>
      <w:r w:rsidR="00F635DB">
        <w:t>.</w:t>
      </w:r>
    </w:p>
    <w:p w14:paraId="1FAD24DB" w14:textId="77777777" w:rsidR="00F635DB" w:rsidRDefault="00855694" w:rsidP="00F635DB">
      <w:r w:rsidRPr="009071AC">
        <w:t>Le surprenant</w:t>
      </w:r>
      <w:r w:rsidR="00F635DB">
        <w:t xml:space="preserve">, </w:t>
      </w:r>
      <w:r w:rsidRPr="009071AC">
        <w:t>c</w:t>
      </w:r>
      <w:r w:rsidR="00F635DB">
        <w:t>’</w:t>
      </w:r>
      <w:r w:rsidRPr="009071AC">
        <w:t>est que tout le monde parlait bas</w:t>
      </w:r>
      <w:r w:rsidR="00F635DB">
        <w:t xml:space="preserve">, </w:t>
      </w:r>
      <w:r w:rsidRPr="009071AC">
        <w:t>et il y avait comme du respect dans ce chuchotement</w:t>
      </w:r>
      <w:r w:rsidR="00F635DB">
        <w:t>.</w:t>
      </w:r>
    </w:p>
    <w:p w14:paraId="4CBACA58" w14:textId="77777777" w:rsidR="00F635DB" w:rsidRDefault="00855694" w:rsidP="00F635DB">
      <w:r w:rsidRPr="009071AC">
        <w:t>On eût dit qu</w:t>
      </w:r>
      <w:r w:rsidR="00F635DB">
        <w:t>’</w:t>
      </w:r>
      <w:r w:rsidRPr="009071AC">
        <w:t>on célébrait dans ce salon les rites bizarres de quelque culte mystérieux</w:t>
      </w:r>
      <w:r w:rsidR="00F635DB">
        <w:t xml:space="preserve">. </w:t>
      </w:r>
      <w:r w:rsidRPr="009071AC">
        <w:t>Le jeu n</w:t>
      </w:r>
      <w:r w:rsidR="00F635DB">
        <w:t>’</w:t>
      </w:r>
      <w:r w:rsidRPr="009071AC">
        <w:t>est-il pas une idolâtrie consacrée par l</w:t>
      </w:r>
      <w:r w:rsidR="00F635DB">
        <w:t>’</w:t>
      </w:r>
      <w:r w:rsidRPr="009071AC">
        <w:t>estampille du valet de trèfle</w:t>
      </w:r>
      <w:r w:rsidR="00F635DB">
        <w:t xml:space="preserve">, </w:t>
      </w:r>
      <w:r w:rsidRPr="009071AC">
        <w:t>dont les cartes sont le symbole</w:t>
      </w:r>
      <w:r w:rsidR="00F635DB">
        <w:t xml:space="preserve">, </w:t>
      </w:r>
      <w:r w:rsidRPr="009071AC">
        <w:t>qui a ses images et ses fétiches</w:t>
      </w:r>
      <w:r w:rsidR="00F635DB">
        <w:t xml:space="preserve">, </w:t>
      </w:r>
      <w:r w:rsidRPr="009071AC">
        <w:t>ses miracles</w:t>
      </w:r>
      <w:r w:rsidR="00F635DB">
        <w:t xml:space="preserve">, </w:t>
      </w:r>
      <w:r w:rsidRPr="009071AC">
        <w:t>ses fanatiques et ses martyrs</w:t>
      </w:r>
      <w:r w:rsidR="00F635DB">
        <w:t>.</w:t>
      </w:r>
    </w:p>
    <w:p w14:paraId="2D0992A4" w14:textId="77777777" w:rsidR="00F635DB" w:rsidRDefault="00855694" w:rsidP="00F635DB">
      <w:r w:rsidRPr="009071AC">
        <w:t>Et par moments</w:t>
      </w:r>
      <w:r w:rsidR="00F635DB">
        <w:t xml:space="preserve">, </w:t>
      </w:r>
      <w:r w:rsidRPr="009071AC">
        <w:t>sur cet accompagnement de chuchotements</w:t>
      </w:r>
      <w:r w:rsidR="00F635DB">
        <w:t xml:space="preserve">, </w:t>
      </w:r>
      <w:r w:rsidRPr="009071AC">
        <w:t>se détachaient</w:t>
      </w:r>
      <w:r w:rsidR="00F635DB">
        <w:t xml:space="preserve">, </w:t>
      </w:r>
      <w:r w:rsidRPr="009071AC">
        <w:t>étranges et baroques</w:t>
      </w:r>
      <w:r w:rsidR="00F635DB">
        <w:t xml:space="preserve">, </w:t>
      </w:r>
      <w:r w:rsidRPr="009071AC">
        <w:t>les exclamations des joueurs</w:t>
      </w:r>
      <w:r w:rsidR="00F635DB">
        <w:t> :</w:t>
      </w:r>
    </w:p>
    <w:p w14:paraId="5D2EE3B6" w14:textId="77777777" w:rsidR="00F635DB" w:rsidRDefault="00F635DB" w:rsidP="00F635DB">
      <w:r>
        <w:lastRenderedPageBreak/>
        <w:t>— </w:t>
      </w:r>
      <w:r w:rsidR="00855694" w:rsidRPr="009071AC">
        <w:t>Il y a vingt louis</w:t>
      </w:r>
      <w:r>
        <w:t xml:space="preserve"> !… </w:t>
      </w:r>
      <w:r w:rsidR="00855694" w:rsidRPr="009071AC">
        <w:t>Je les tiens</w:t>
      </w:r>
      <w:r>
        <w:t xml:space="preserve"> !… </w:t>
      </w:r>
      <w:r w:rsidR="00855694" w:rsidRPr="009071AC">
        <w:t>Je passe la main</w:t>
      </w:r>
      <w:r>
        <w:t xml:space="preserve"> !… </w:t>
      </w:r>
      <w:r w:rsidR="00855694" w:rsidRPr="009071AC">
        <w:t>Le jeu est fait</w:t>
      </w:r>
      <w:r>
        <w:t xml:space="preserve"> !… </w:t>
      </w:r>
      <w:r w:rsidR="00855694" w:rsidRPr="009071AC">
        <w:t>Banco</w:t>
      </w:r>
      <w:r>
        <w:t> !…</w:t>
      </w:r>
    </w:p>
    <w:p w14:paraId="13B7504E" w14:textId="77777777" w:rsidR="00F635DB" w:rsidRDefault="00F635DB" w:rsidP="00F635DB">
      <w:r>
        <w:t>— </w:t>
      </w:r>
      <w:r w:rsidR="00855694" w:rsidRPr="009071AC">
        <w:t>Quelle réunion bizarre</w:t>
      </w:r>
      <w:r>
        <w:t xml:space="preserve"> !… </w:t>
      </w:r>
      <w:r w:rsidR="00855694" w:rsidRPr="009071AC">
        <w:t xml:space="preserve">pensait Pascal </w:t>
      </w:r>
      <w:proofErr w:type="spellStart"/>
      <w:r w:rsidR="00855694" w:rsidRPr="009071AC">
        <w:t>Férailleur</w:t>
      </w:r>
      <w:proofErr w:type="spellEnd"/>
      <w:r>
        <w:t xml:space="preserve"> ; </w:t>
      </w:r>
      <w:r w:rsidR="00855694" w:rsidRPr="009071AC">
        <w:t>les singulières gens</w:t>
      </w:r>
      <w:r>
        <w:t> !…</w:t>
      </w:r>
    </w:p>
    <w:p w14:paraId="150DA956" w14:textId="77777777" w:rsidR="00F635DB" w:rsidRDefault="00855694" w:rsidP="00F635DB">
      <w:r w:rsidRPr="009071AC">
        <w:t>Et toute son attention se concentrait sur la maîtresse de la maison</w:t>
      </w:r>
      <w:r w:rsidR="00F635DB">
        <w:t xml:space="preserve">, </w:t>
      </w:r>
      <w:r w:rsidRPr="009071AC">
        <w:t>comme s</w:t>
      </w:r>
      <w:r w:rsidR="00F635DB">
        <w:t>’</w:t>
      </w:r>
      <w:r w:rsidRPr="009071AC">
        <w:t>il eût espéré surprendre sur son visage le mot d</w:t>
      </w:r>
      <w:r w:rsidR="00F635DB">
        <w:t>’</w:t>
      </w:r>
      <w:r w:rsidRPr="009071AC">
        <w:t>une énigme</w:t>
      </w:r>
      <w:r w:rsidR="00F635DB">
        <w:t>.</w:t>
      </w:r>
    </w:p>
    <w:p w14:paraId="77F0E894" w14:textId="373218E7" w:rsidR="00F635DB" w:rsidRDefault="00855694" w:rsidP="00F635DB">
      <w:r w:rsidRPr="009071AC">
        <w:t xml:space="preserve">Mais </w:t>
      </w:r>
      <w:r w:rsidR="00F635DB">
        <w:t>M</w:t>
      </w:r>
      <w:r w:rsidR="00F635DB" w:rsidRPr="00F635DB">
        <w:rPr>
          <w:vertAlign w:val="superscript"/>
        </w:rPr>
        <w:t>me</w:t>
      </w:r>
      <w:r w:rsidR="00F635DB">
        <w:t> </w:t>
      </w:r>
      <w:r w:rsidRPr="009071AC">
        <w:t>Lia d</w:t>
      </w:r>
      <w:r w:rsidR="00F635DB">
        <w:t>’</w:t>
      </w:r>
      <w:r w:rsidRPr="009071AC">
        <w:t>Argelès échappait à toute analyse</w:t>
      </w:r>
      <w:r w:rsidR="00F635DB">
        <w:t>.</w:t>
      </w:r>
    </w:p>
    <w:p w14:paraId="4B32E996" w14:textId="77777777" w:rsidR="00F635DB" w:rsidRDefault="00855694" w:rsidP="00F635DB">
      <w:r w:rsidRPr="009071AC">
        <w:t>C</w:t>
      </w:r>
      <w:r w:rsidR="00F635DB">
        <w:t>’</w:t>
      </w:r>
      <w:r w:rsidRPr="009071AC">
        <w:t>était une de ces femmes dont l</w:t>
      </w:r>
      <w:r w:rsidR="00F635DB">
        <w:t>’</w:t>
      </w:r>
      <w:r w:rsidRPr="009071AC">
        <w:t>âge douteux flotte</w:t>
      </w:r>
      <w:r w:rsidR="00F635DB">
        <w:t xml:space="preserve">, </w:t>
      </w:r>
      <w:r w:rsidRPr="009071AC">
        <w:t>selon leur disposition</w:t>
      </w:r>
      <w:r w:rsidR="00F635DB">
        <w:t xml:space="preserve">, </w:t>
      </w:r>
      <w:r w:rsidRPr="009071AC">
        <w:t>entre le 3 et le 5</w:t>
      </w:r>
      <w:r w:rsidR="00F635DB">
        <w:t xml:space="preserve">, </w:t>
      </w:r>
      <w:r w:rsidRPr="009071AC">
        <w:t>qui ne paraissent pas trente ans un soir</w:t>
      </w:r>
      <w:r w:rsidR="00F635DB">
        <w:t xml:space="preserve">, </w:t>
      </w:r>
      <w:r w:rsidRPr="009071AC">
        <w:t>et qui le lendemain en accusent plus de cinquante</w:t>
      </w:r>
      <w:r w:rsidR="00F635DB">
        <w:t>.</w:t>
      </w:r>
    </w:p>
    <w:p w14:paraId="2F592D0D" w14:textId="77777777" w:rsidR="00F635DB" w:rsidRDefault="00855694" w:rsidP="00F635DB">
      <w:r w:rsidRPr="009071AC">
        <w:t>Elle avait dû être très-belle autrefois</w:t>
      </w:r>
      <w:r w:rsidR="00F635DB">
        <w:t xml:space="preserve">, </w:t>
      </w:r>
      <w:r w:rsidRPr="009071AC">
        <w:t>et même elle était belle encore</w:t>
      </w:r>
      <w:r w:rsidR="00F635DB">
        <w:t xml:space="preserve">. </w:t>
      </w:r>
      <w:r w:rsidRPr="009071AC">
        <w:t>Seulement sa taille s</w:t>
      </w:r>
      <w:r w:rsidR="00F635DB">
        <w:t>’</w:t>
      </w:r>
      <w:r w:rsidRPr="009071AC">
        <w:t>était alourdie et ses traits délicats s</w:t>
      </w:r>
      <w:r w:rsidR="00F635DB">
        <w:t>’</w:t>
      </w:r>
      <w:r w:rsidRPr="009071AC">
        <w:t>empâtaient</w:t>
      </w:r>
      <w:r w:rsidR="00F635DB">
        <w:t>.</w:t>
      </w:r>
    </w:p>
    <w:p w14:paraId="33FD058B" w14:textId="77777777" w:rsidR="00F635DB" w:rsidRDefault="00855694" w:rsidP="00F635DB">
      <w:r w:rsidRPr="009071AC">
        <w:t>Blonde</w:t>
      </w:r>
      <w:r w:rsidR="00F635DB">
        <w:t xml:space="preserve">, </w:t>
      </w:r>
      <w:r w:rsidRPr="009071AC">
        <w:t>elle avait les yeux d</w:t>
      </w:r>
      <w:r w:rsidR="00F635DB">
        <w:t>’</w:t>
      </w:r>
      <w:r w:rsidRPr="009071AC">
        <w:t>un bleu si clair</w:t>
      </w:r>
      <w:r w:rsidR="00F635DB">
        <w:t xml:space="preserve">, </w:t>
      </w:r>
      <w:r w:rsidRPr="009071AC">
        <w:t>qu</w:t>
      </w:r>
      <w:r w:rsidR="00F635DB">
        <w:t>’</w:t>
      </w:r>
      <w:r w:rsidRPr="009071AC">
        <w:t>ils paraissaient en quelque sorte déteints</w:t>
      </w:r>
      <w:r w:rsidR="00F635DB">
        <w:t xml:space="preserve">. </w:t>
      </w:r>
      <w:r w:rsidRPr="009071AC">
        <w:t>Sa blancheur surtout frappait</w:t>
      </w:r>
      <w:r w:rsidR="00F635DB">
        <w:t xml:space="preserve">, </w:t>
      </w:r>
      <w:r w:rsidRPr="009071AC">
        <w:t>blancheur mate et molle</w:t>
      </w:r>
      <w:r w:rsidR="00F635DB">
        <w:t xml:space="preserve">, </w:t>
      </w:r>
      <w:r w:rsidRPr="009071AC">
        <w:t>trahissant l</w:t>
      </w:r>
      <w:r w:rsidR="00F635DB">
        <w:t>’</w:t>
      </w:r>
      <w:r w:rsidRPr="009071AC">
        <w:t xml:space="preserve">abus des </w:t>
      </w:r>
      <w:proofErr w:type="spellStart"/>
      <w:r w:rsidRPr="009071AC">
        <w:t>fards</w:t>
      </w:r>
      <w:proofErr w:type="spellEnd"/>
      <w:r w:rsidRPr="009071AC">
        <w:t xml:space="preserve"> et des cosmétiques</w:t>
      </w:r>
      <w:r w:rsidR="00F635DB">
        <w:t xml:space="preserve">, </w:t>
      </w:r>
      <w:r w:rsidRPr="009071AC">
        <w:t>la vie de nuit</w:t>
      </w:r>
      <w:r w:rsidR="00F635DB">
        <w:t xml:space="preserve">, </w:t>
      </w:r>
      <w:r w:rsidRPr="009071AC">
        <w:t>à la flamme des lustres</w:t>
      </w:r>
      <w:r w:rsidR="00F635DB">
        <w:t xml:space="preserve">, </w:t>
      </w:r>
      <w:r w:rsidRPr="009071AC">
        <w:t>le sommeil du jour</w:t>
      </w:r>
      <w:r w:rsidR="00F635DB">
        <w:t xml:space="preserve">, </w:t>
      </w:r>
      <w:r w:rsidRPr="009071AC">
        <w:t>les volets fermés</w:t>
      </w:r>
      <w:r w:rsidR="00F635DB">
        <w:t xml:space="preserve">, </w:t>
      </w:r>
      <w:r w:rsidRPr="009071AC">
        <w:t>enfin les bains prolongés et le constant usage de la poudre de riz</w:t>
      </w:r>
      <w:r w:rsidR="00F635DB">
        <w:t>.</w:t>
      </w:r>
    </w:p>
    <w:p w14:paraId="4D8FAE6B" w14:textId="77777777" w:rsidR="00F635DB" w:rsidRDefault="00855694" w:rsidP="00F635DB">
      <w:r w:rsidRPr="009071AC">
        <w:t>Nulle expression d</w:t>
      </w:r>
      <w:r w:rsidR="00F635DB">
        <w:t>’</w:t>
      </w:r>
      <w:r w:rsidRPr="009071AC">
        <w:t>ailleurs sur sa physionomie</w:t>
      </w:r>
      <w:r w:rsidR="00F635DB">
        <w:t xml:space="preserve">, </w:t>
      </w:r>
      <w:r w:rsidRPr="009071AC">
        <w:t>que celle d</w:t>
      </w:r>
      <w:r w:rsidR="00F635DB">
        <w:t>’</w:t>
      </w:r>
      <w:r w:rsidRPr="009071AC">
        <w:t>une banalité accueillante</w:t>
      </w:r>
      <w:r w:rsidR="00F635DB">
        <w:t xml:space="preserve">. </w:t>
      </w:r>
      <w:r w:rsidRPr="009071AC">
        <w:t>On eût dit que les muscles de son visage s</w:t>
      </w:r>
      <w:r w:rsidR="00F635DB">
        <w:t>’</w:t>
      </w:r>
      <w:r w:rsidRPr="009071AC">
        <w:t>étaient relâchés après d</w:t>
      </w:r>
      <w:r w:rsidR="00F635DB">
        <w:t>’</w:t>
      </w:r>
      <w:r w:rsidRPr="009071AC">
        <w:t>exorbitants efforts pour feindre ou dissimuler les plus violentes sensations</w:t>
      </w:r>
      <w:r w:rsidR="00F635DB">
        <w:t xml:space="preserve">. </w:t>
      </w:r>
      <w:r w:rsidRPr="009071AC">
        <w:t>Il y avait quelque chose de morne et de consterné dans l</w:t>
      </w:r>
      <w:r w:rsidR="00F635DB">
        <w:t>’</w:t>
      </w:r>
      <w:r w:rsidRPr="009071AC">
        <w:t>éternel et peut-être involontaire sourire figé sur ses lèvres</w:t>
      </w:r>
      <w:r w:rsidR="00F635DB">
        <w:t>…</w:t>
      </w:r>
    </w:p>
    <w:p w14:paraId="07A06501" w14:textId="77777777" w:rsidR="00F635DB" w:rsidRDefault="00855694" w:rsidP="00F635DB">
      <w:r w:rsidRPr="009071AC">
        <w:t>Elle portait une robe de velours sombre</w:t>
      </w:r>
      <w:r w:rsidR="00F635DB">
        <w:t xml:space="preserve">, </w:t>
      </w:r>
      <w:r w:rsidRPr="009071AC">
        <w:t>avec des crevés aux manches et au corsage</w:t>
      </w:r>
      <w:r w:rsidR="00F635DB">
        <w:t>, « </w:t>
      </w:r>
      <w:r w:rsidRPr="009071AC">
        <w:t>création nouvelle</w:t>
      </w:r>
      <w:r w:rsidR="00F635DB">
        <w:t> »</w:t>
      </w:r>
      <w:r w:rsidRPr="009071AC">
        <w:t xml:space="preserve"> du couturier Van </w:t>
      </w:r>
      <w:proofErr w:type="spellStart"/>
      <w:r w:rsidRPr="009071AC">
        <w:t>Klopen</w:t>
      </w:r>
      <w:proofErr w:type="spellEnd"/>
      <w:r w:rsidR="00F635DB">
        <w:t>…</w:t>
      </w:r>
    </w:p>
    <w:p w14:paraId="174985E7" w14:textId="3DD9A080" w:rsidR="00F635DB" w:rsidRDefault="00855694" w:rsidP="00F635DB">
      <w:r w:rsidRPr="009071AC">
        <w:lastRenderedPageBreak/>
        <w:t>Pascal en était là de ses observations</w:t>
      </w:r>
      <w:r w:rsidR="00F635DB">
        <w:t xml:space="preserve">, </w:t>
      </w:r>
      <w:r w:rsidRPr="009071AC">
        <w:t xml:space="preserve">quand </w:t>
      </w:r>
      <w:r w:rsidR="00F635DB">
        <w:t>M. de </w:t>
      </w:r>
      <w:proofErr w:type="spellStart"/>
      <w:r w:rsidRPr="009071AC">
        <w:t>Coralth</w:t>
      </w:r>
      <w:proofErr w:type="spellEnd"/>
      <w:r w:rsidR="00F635DB">
        <w:t xml:space="preserve">, </w:t>
      </w:r>
      <w:r w:rsidRPr="009071AC">
        <w:t>sa tournée finie</w:t>
      </w:r>
      <w:r w:rsidR="00F635DB">
        <w:t xml:space="preserve">, </w:t>
      </w:r>
      <w:r w:rsidRPr="009071AC">
        <w:t>vint se jeter sur la causeuse près de lui</w:t>
      </w:r>
      <w:r w:rsidR="00F635DB">
        <w:t>.</w:t>
      </w:r>
    </w:p>
    <w:p w14:paraId="5030A0D7" w14:textId="77777777" w:rsidR="00F635DB" w:rsidRDefault="00F635DB" w:rsidP="00F635DB">
      <w:r>
        <w:t>— </w:t>
      </w:r>
      <w:r w:rsidR="00855694" w:rsidRPr="009071AC">
        <w:t>Eh bien</w:t>
      </w:r>
      <w:r>
        <w:t xml:space="preserve"> ? </w:t>
      </w:r>
      <w:r w:rsidR="00855694" w:rsidRPr="009071AC">
        <w:t>demanda-t-il</w:t>
      </w:r>
      <w:r>
        <w:t>.</w:t>
      </w:r>
    </w:p>
    <w:p w14:paraId="686C56B0" w14:textId="77777777" w:rsidR="00F635DB" w:rsidRDefault="00F635DB" w:rsidP="00F635DB">
      <w:r>
        <w:t>— </w:t>
      </w:r>
      <w:r w:rsidR="00855694" w:rsidRPr="009071AC">
        <w:t>Ma foi</w:t>
      </w:r>
      <w:r>
        <w:t xml:space="preserve"> ! </w:t>
      </w:r>
      <w:r w:rsidR="00855694" w:rsidRPr="009071AC">
        <w:t>répondit l</w:t>
      </w:r>
      <w:r>
        <w:t>’</w:t>
      </w:r>
      <w:r w:rsidR="00855694" w:rsidRPr="009071AC">
        <w:t>avocat</w:t>
      </w:r>
      <w:r>
        <w:t xml:space="preserve">, </w:t>
      </w:r>
      <w:r w:rsidR="00855694" w:rsidRPr="009071AC">
        <w:t>je suis enchanté de vous avoir prié de me conduire ici</w:t>
      </w:r>
      <w:r>
        <w:t xml:space="preserve">. </w:t>
      </w:r>
      <w:r w:rsidR="00855694" w:rsidRPr="009071AC">
        <w:t>Je m</w:t>
      </w:r>
      <w:r>
        <w:t>’</w:t>
      </w:r>
      <w:r w:rsidR="00855694" w:rsidRPr="009071AC">
        <w:t>amuse prodigieusement</w:t>
      </w:r>
      <w:r>
        <w:t>…</w:t>
      </w:r>
    </w:p>
    <w:p w14:paraId="6E0ED7B8" w14:textId="77777777" w:rsidR="00F635DB" w:rsidRDefault="00F635DB" w:rsidP="00F635DB">
      <w:r>
        <w:t>— </w:t>
      </w:r>
      <w:r w:rsidR="00855694" w:rsidRPr="009071AC">
        <w:t>Allons</w:t>
      </w:r>
      <w:r>
        <w:t xml:space="preserve">, </w:t>
      </w:r>
      <w:r w:rsidR="00855694" w:rsidRPr="009071AC">
        <w:t>bon</w:t>
      </w:r>
      <w:r>
        <w:t xml:space="preserve"> ! </w:t>
      </w:r>
      <w:r w:rsidR="00855694" w:rsidRPr="009071AC">
        <w:t>voilà mon philosophe séduit</w:t>
      </w:r>
      <w:r>
        <w:t>.</w:t>
      </w:r>
    </w:p>
    <w:p w14:paraId="45D795EB" w14:textId="77777777" w:rsidR="00F635DB" w:rsidRDefault="00F635DB" w:rsidP="00F635DB">
      <w:r>
        <w:t>— </w:t>
      </w:r>
      <w:r w:rsidR="00855694" w:rsidRPr="009071AC">
        <w:t>Séduit</w:t>
      </w:r>
      <w:r>
        <w:t xml:space="preserve">, </w:t>
      </w:r>
      <w:r w:rsidR="00855694" w:rsidRPr="009071AC">
        <w:t>non</w:t>
      </w:r>
      <w:r>
        <w:t xml:space="preserve">, </w:t>
      </w:r>
      <w:r w:rsidR="00855694" w:rsidRPr="009071AC">
        <w:t>mais intéressé</w:t>
      </w:r>
      <w:r>
        <w:t xml:space="preserve">… </w:t>
      </w:r>
      <w:r w:rsidR="00855694" w:rsidRPr="009071AC">
        <w:t>Il faut tout connaître</w:t>
      </w:r>
      <w:r>
        <w:t xml:space="preserve">, </w:t>
      </w:r>
      <w:r w:rsidR="00855694" w:rsidRPr="009071AC">
        <w:t>n</w:t>
      </w:r>
      <w:r>
        <w:t>’</w:t>
      </w:r>
      <w:r w:rsidR="00855694" w:rsidRPr="009071AC">
        <w:t>est-ce pas</w:t>
      </w:r>
      <w:r>
        <w:t> ?</w:t>
      </w:r>
    </w:p>
    <w:p w14:paraId="467608E3" w14:textId="77777777" w:rsidR="00F635DB" w:rsidRDefault="00855694" w:rsidP="00F635DB">
      <w:r w:rsidRPr="009071AC">
        <w:t>Et</w:t>
      </w:r>
      <w:r w:rsidR="00F635DB">
        <w:t xml:space="preserve">, </w:t>
      </w:r>
      <w:r w:rsidRPr="009071AC">
        <w:t>du ton de bonne humeur qui lui était habituel</w:t>
      </w:r>
      <w:r w:rsidR="00F635DB">
        <w:t xml:space="preserve">, </w:t>
      </w:r>
      <w:r w:rsidRPr="009071AC">
        <w:t>il ajouta</w:t>
      </w:r>
      <w:r w:rsidR="00F635DB">
        <w:t> :</w:t>
      </w:r>
    </w:p>
    <w:p w14:paraId="5E3FF4A9" w14:textId="77777777" w:rsidR="00F635DB" w:rsidRDefault="00F635DB" w:rsidP="00F635DB">
      <w:r>
        <w:t>— </w:t>
      </w:r>
      <w:r w:rsidR="00855694" w:rsidRPr="009071AC">
        <w:t>Quant à être le sage que vous dites</w:t>
      </w:r>
      <w:r>
        <w:t xml:space="preserve">… </w:t>
      </w:r>
      <w:r w:rsidR="00855694" w:rsidRPr="009071AC">
        <w:t>point du tout</w:t>
      </w:r>
      <w:r>
        <w:t xml:space="preserve">. </w:t>
      </w:r>
      <w:r w:rsidR="00855694" w:rsidRPr="009071AC">
        <w:t>Et la preuve</w:t>
      </w:r>
      <w:r>
        <w:t xml:space="preserve">, </w:t>
      </w:r>
      <w:r w:rsidR="00855694" w:rsidRPr="009071AC">
        <w:t>c</w:t>
      </w:r>
      <w:r>
        <w:t>’</w:t>
      </w:r>
      <w:r w:rsidR="00855694" w:rsidRPr="009071AC">
        <w:t>est que je vais risquer noblement mon louis</w:t>
      </w:r>
      <w:r>
        <w:t xml:space="preserve">, </w:t>
      </w:r>
      <w:r w:rsidR="00855694" w:rsidRPr="009071AC">
        <w:t>tout comme un autre</w:t>
      </w:r>
      <w:r>
        <w:t>.</w:t>
      </w:r>
    </w:p>
    <w:p w14:paraId="6AE7C3D2" w14:textId="52755D12" w:rsidR="00F635DB" w:rsidRDefault="00F635DB" w:rsidP="00F635DB">
      <w:r>
        <w:t>M. de </w:t>
      </w:r>
      <w:proofErr w:type="spellStart"/>
      <w:r w:rsidR="00855694" w:rsidRPr="009071AC">
        <w:t>Coralth</w:t>
      </w:r>
      <w:proofErr w:type="spellEnd"/>
      <w:r w:rsidR="00855694" w:rsidRPr="009071AC">
        <w:t xml:space="preserve"> parut stupéfié</w:t>
      </w:r>
      <w:r>
        <w:t xml:space="preserve">, </w:t>
      </w:r>
      <w:r w:rsidR="00855694" w:rsidRPr="009071AC">
        <w:t>mais qui l</w:t>
      </w:r>
      <w:r>
        <w:t>’</w:t>
      </w:r>
      <w:r w:rsidR="00855694" w:rsidRPr="009071AC">
        <w:t>eût observé de près eût vu un éclair de joie traverser ses yeux</w:t>
      </w:r>
      <w:r>
        <w:t>.</w:t>
      </w:r>
    </w:p>
    <w:p w14:paraId="1BAA6AA9" w14:textId="77777777" w:rsidR="00F635DB" w:rsidRDefault="00F635DB" w:rsidP="00F635DB">
      <w:r>
        <w:t>— </w:t>
      </w:r>
      <w:r w:rsidR="00855694" w:rsidRPr="009071AC">
        <w:t>Vous allez jouer</w:t>
      </w:r>
      <w:r>
        <w:t xml:space="preserve">, </w:t>
      </w:r>
      <w:r w:rsidR="00855694" w:rsidRPr="009071AC">
        <w:t>fit-il</w:t>
      </w:r>
      <w:r>
        <w:t xml:space="preserve">, </w:t>
      </w:r>
      <w:r w:rsidR="00855694" w:rsidRPr="009071AC">
        <w:t>vous</w:t>
      </w:r>
      <w:r>
        <w:t> !…</w:t>
      </w:r>
    </w:p>
    <w:p w14:paraId="3F6F9C77" w14:textId="77777777" w:rsidR="00F635DB" w:rsidRDefault="00F635DB" w:rsidP="00F635DB">
      <w:r>
        <w:t>— </w:t>
      </w:r>
      <w:r w:rsidR="00855694" w:rsidRPr="009071AC">
        <w:t>Moi-même</w:t>
      </w:r>
      <w:r>
        <w:t xml:space="preserve"> !… </w:t>
      </w:r>
      <w:r w:rsidR="00855694" w:rsidRPr="009071AC">
        <w:t>Pourquoi non</w:t>
      </w:r>
      <w:r>
        <w:t> ?</w:t>
      </w:r>
    </w:p>
    <w:p w14:paraId="19956EE4" w14:textId="77777777" w:rsidR="00F635DB" w:rsidRDefault="00F635DB" w:rsidP="00F635DB">
      <w:r>
        <w:t>— </w:t>
      </w:r>
      <w:r w:rsidR="00855694" w:rsidRPr="009071AC">
        <w:t>Prenez garde</w:t>
      </w:r>
      <w:r>
        <w:t> !</w:t>
      </w:r>
    </w:p>
    <w:p w14:paraId="6A7A078F" w14:textId="77777777" w:rsidR="00F635DB" w:rsidRDefault="00F635DB" w:rsidP="00F635DB">
      <w:r>
        <w:t>— </w:t>
      </w:r>
      <w:r w:rsidR="00855694" w:rsidRPr="009071AC">
        <w:t>Et à quoi</w:t>
      </w:r>
      <w:r>
        <w:t xml:space="preserve">, </w:t>
      </w:r>
      <w:r w:rsidR="00855694" w:rsidRPr="009071AC">
        <w:t>grand Dieu</w:t>
      </w:r>
      <w:r>
        <w:t xml:space="preserve"> !… </w:t>
      </w:r>
      <w:r w:rsidR="00855694" w:rsidRPr="009071AC">
        <w:t>Le pis qui me puisse arriver est de perdre ce que j</w:t>
      </w:r>
      <w:r>
        <w:t>’</w:t>
      </w:r>
      <w:r w:rsidR="00855694" w:rsidRPr="009071AC">
        <w:t>ai en poche</w:t>
      </w:r>
      <w:r>
        <w:t xml:space="preserve">, </w:t>
      </w:r>
      <w:r w:rsidR="00855694" w:rsidRPr="009071AC">
        <w:t>quelque chose encore comme deux cents francs</w:t>
      </w:r>
      <w:r>
        <w:t>…</w:t>
      </w:r>
    </w:p>
    <w:p w14:paraId="78BB8EB0" w14:textId="77777777" w:rsidR="00F635DB" w:rsidRDefault="00855694" w:rsidP="00F635DB">
      <w:r w:rsidRPr="009071AC">
        <w:t>L</w:t>
      </w:r>
      <w:r w:rsidR="00F635DB">
        <w:t>’</w:t>
      </w:r>
      <w:r w:rsidRPr="009071AC">
        <w:t>autre hocha la tête d</w:t>
      </w:r>
      <w:r w:rsidR="00F635DB">
        <w:t>’</w:t>
      </w:r>
      <w:r w:rsidRPr="009071AC">
        <w:t>un air soucieux</w:t>
      </w:r>
      <w:r w:rsidR="00F635DB">
        <w:t>.</w:t>
      </w:r>
    </w:p>
    <w:p w14:paraId="0431A66B" w14:textId="77777777" w:rsidR="00F635DB" w:rsidRDefault="00F635DB" w:rsidP="00F635DB">
      <w:r>
        <w:t>— </w:t>
      </w:r>
      <w:r w:rsidR="00855694" w:rsidRPr="009071AC">
        <w:t>Ce n</w:t>
      </w:r>
      <w:r>
        <w:t>’</w:t>
      </w:r>
      <w:r w:rsidR="00855694" w:rsidRPr="009071AC">
        <w:t>est pas cela qui est à craindre</w:t>
      </w:r>
      <w:r>
        <w:t xml:space="preserve">, </w:t>
      </w:r>
      <w:r w:rsidR="00855694" w:rsidRPr="009071AC">
        <w:t>prononça-t-il</w:t>
      </w:r>
      <w:r>
        <w:t xml:space="preserve">, </w:t>
      </w:r>
      <w:r w:rsidR="00855694" w:rsidRPr="009071AC">
        <w:t>car le diable s</w:t>
      </w:r>
      <w:r>
        <w:t>’</w:t>
      </w:r>
      <w:r w:rsidR="00855694" w:rsidRPr="009071AC">
        <w:t>en mêle</w:t>
      </w:r>
      <w:r>
        <w:t xml:space="preserve">, </w:t>
      </w:r>
      <w:r w:rsidR="00855694" w:rsidRPr="009071AC">
        <w:t>et toujours</w:t>
      </w:r>
      <w:r>
        <w:t xml:space="preserve">, </w:t>
      </w:r>
      <w:r w:rsidR="00855694" w:rsidRPr="009071AC">
        <w:t>la première fois qu</w:t>
      </w:r>
      <w:r>
        <w:t>’</w:t>
      </w:r>
      <w:r w:rsidR="00855694" w:rsidRPr="009071AC">
        <w:t>on joue</w:t>
      </w:r>
      <w:r>
        <w:t xml:space="preserve">, </w:t>
      </w:r>
      <w:r w:rsidR="00855694" w:rsidRPr="009071AC">
        <w:t>on gagne</w:t>
      </w:r>
      <w:r>
        <w:t>.</w:t>
      </w:r>
    </w:p>
    <w:p w14:paraId="03B6F89F" w14:textId="77777777" w:rsidR="00F635DB" w:rsidRDefault="00F635DB" w:rsidP="00F635DB">
      <w:r>
        <w:lastRenderedPageBreak/>
        <w:t>— </w:t>
      </w:r>
      <w:r w:rsidR="00855694" w:rsidRPr="009071AC">
        <w:t>Et c</w:t>
      </w:r>
      <w:r>
        <w:t>’</w:t>
      </w:r>
      <w:r w:rsidR="00855694" w:rsidRPr="009071AC">
        <w:t>est un malheur</w:t>
      </w:r>
      <w:r>
        <w:t> ?…</w:t>
      </w:r>
    </w:p>
    <w:p w14:paraId="6BE3704B" w14:textId="77777777" w:rsidR="00F635DB" w:rsidRDefault="00F635DB" w:rsidP="00F635DB">
      <w:r>
        <w:t>— </w:t>
      </w:r>
      <w:r w:rsidR="00855694" w:rsidRPr="009071AC">
        <w:t>Oui</w:t>
      </w:r>
      <w:r>
        <w:t xml:space="preserve">, </w:t>
      </w:r>
      <w:r w:rsidR="00855694" w:rsidRPr="009071AC">
        <w:t>parce que ce premier gain est comme un irrésistible appât qui attire à la table de jeu</w:t>
      </w:r>
      <w:r>
        <w:t xml:space="preserve">… </w:t>
      </w:r>
      <w:r w:rsidR="00855694" w:rsidRPr="009071AC">
        <w:t>On y revient</w:t>
      </w:r>
      <w:r>
        <w:t xml:space="preserve">, </w:t>
      </w:r>
      <w:r w:rsidR="00855694" w:rsidRPr="009071AC">
        <w:t>on perd</w:t>
      </w:r>
      <w:r>
        <w:t xml:space="preserve">, </w:t>
      </w:r>
      <w:r w:rsidR="00855694" w:rsidRPr="009071AC">
        <w:t>on veut rattraper son argent</w:t>
      </w:r>
      <w:r>
        <w:t xml:space="preserve">… </w:t>
      </w:r>
      <w:r w:rsidR="00855694" w:rsidRPr="009071AC">
        <w:t>et c</w:t>
      </w:r>
      <w:r>
        <w:t>’</w:t>
      </w:r>
      <w:r w:rsidR="00855694" w:rsidRPr="009071AC">
        <w:t>est fini</w:t>
      </w:r>
      <w:r>
        <w:t xml:space="preserve">, </w:t>
      </w:r>
      <w:r w:rsidR="00855694" w:rsidRPr="009071AC">
        <w:t>on est joueur</w:t>
      </w:r>
      <w:r>
        <w:t>.</w:t>
      </w:r>
    </w:p>
    <w:p w14:paraId="3AA7AD40" w14:textId="77777777" w:rsidR="00F635DB" w:rsidRDefault="00855694" w:rsidP="00F635DB">
      <w:r w:rsidRPr="009071AC">
        <w:t xml:space="preserve">Pascal </w:t>
      </w:r>
      <w:proofErr w:type="spellStart"/>
      <w:r w:rsidRPr="009071AC">
        <w:t>Férailleur</w:t>
      </w:r>
      <w:proofErr w:type="spellEnd"/>
      <w:r w:rsidRPr="009071AC">
        <w:t xml:space="preserve"> avait aux lèvres le sourire de l</w:t>
      </w:r>
      <w:r w:rsidR="00F635DB">
        <w:t>’</w:t>
      </w:r>
      <w:r w:rsidRPr="009071AC">
        <w:t>homme sûr de lui</w:t>
      </w:r>
      <w:r w:rsidR="00F635DB">
        <w:t>.</w:t>
      </w:r>
    </w:p>
    <w:p w14:paraId="30F5D632" w14:textId="77777777" w:rsidR="00F635DB" w:rsidRDefault="00F635DB" w:rsidP="00F635DB">
      <w:r>
        <w:t>— </w:t>
      </w:r>
      <w:r w:rsidR="00855694" w:rsidRPr="009071AC">
        <w:t>Ma cervelle ne chavire pas si facilement</w:t>
      </w:r>
      <w:r>
        <w:t xml:space="preserve">, </w:t>
      </w:r>
      <w:r w:rsidR="00855694" w:rsidRPr="009071AC">
        <w:t>dit-il</w:t>
      </w:r>
      <w:r>
        <w:t xml:space="preserve">. </w:t>
      </w:r>
      <w:r w:rsidR="00855694" w:rsidRPr="009071AC">
        <w:t>J</w:t>
      </w:r>
      <w:r>
        <w:t>’</w:t>
      </w:r>
      <w:r w:rsidR="00855694" w:rsidRPr="009071AC">
        <w:t>ai pour la lester l</w:t>
      </w:r>
      <w:r>
        <w:t>’</w:t>
      </w:r>
      <w:r w:rsidR="00855694" w:rsidRPr="009071AC">
        <w:t>idée de mon nom et de ma fortune à faire</w:t>
      </w:r>
      <w:r>
        <w:t>…</w:t>
      </w:r>
    </w:p>
    <w:p w14:paraId="0D287CB5" w14:textId="77777777" w:rsidR="00F635DB" w:rsidRDefault="00F635DB" w:rsidP="00F635DB">
      <w:r>
        <w:t>— </w:t>
      </w:r>
      <w:r w:rsidR="00855694" w:rsidRPr="009071AC">
        <w:t>Je vous en prie</w:t>
      </w:r>
      <w:r>
        <w:t xml:space="preserve">, </w:t>
      </w:r>
      <w:r w:rsidR="00855694" w:rsidRPr="009071AC">
        <w:t>insista le vicomte</w:t>
      </w:r>
      <w:r>
        <w:t xml:space="preserve">, </w:t>
      </w:r>
      <w:r w:rsidR="00855694" w:rsidRPr="009071AC">
        <w:t>croyez-moi</w:t>
      </w:r>
      <w:r>
        <w:t xml:space="preserve"> !… </w:t>
      </w:r>
      <w:r w:rsidR="00855694" w:rsidRPr="009071AC">
        <w:t>Vous ne savez pas ce que c</w:t>
      </w:r>
      <w:r>
        <w:t>’</w:t>
      </w:r>
      <w:r w:rsidR="00855694" w:rsidRPr="009071AC">
        <w:t>est</w:t>
      </w:r>
      <w:r>
        <w:t xml:space="preserve"> ; </w:t>
      </w:r>
      <w:r w:rsidR="00855694" w:rsidRPr="009071AC">
        <w:t>les plus forts et les plus froids y ont été pris</w:t>
      </w:r>
      <w:r>
        <w:t xml:space="preserve">… </w:t>
      </w:r>
      <w:r w:rsidR="00855694" w:rsidRPr="009071AC">
        <w:t>ne jouez pas</w:t>
      </w:r>
      <w:r>
        <w:t xml:space="preserve">, </w:t>
      </w:r>
      <w:r w:rsidR="00855694" w:rsidRPr="009071AC">
        <w:t>partons</w:t>
      </w:r>
      <w:r>
        <w:t>.</w:t>
      </w:r>
    </w:p>
    <w:p w14:paraId="1ED2C4FF" w14:textId="77777777" w:rsidR="00F635DB" w:rsidRDefault="00855694" w:rsidP="00F635DB">
      <w:r w:rsidRPr="009071AC">
        <w:t>Il avait haussé la voix comme s</w:t>
      </w:r>
      <w:r w:rsidR="00F635DB">
        <w:t>’</w:t>
      </w:r>
      <w:r w:rsidRPr="009071AC">
        <w:t>il eût tenu à être entendu de deux invités</w:t>
      </w:r>
      <w:r w:rsidR="00F635DB">
        <w:t xml:space="preserve">, </w:t>
      </w:r>
      <w:r w:rsidRPr="009071AC">
        <w:t>qui venaient de se rapprocher de la causeuse</w:t>
      </w:r>
      <w:r w:rsidR="00F635DB">
        <w:t>.</w:t>
      </w:r>
    </w:p>
    <w:p w14:paraId="15F1EAE8" w14:textId="77777777" w:rsidR="00F635DB" w:rsidRDefault="00855694" w:rsidP="00F635DB">
      <w:r w:rsidRPr="009071AC">
        <w:t>Ils l</w:t>
      </w:r>
      <w:r w:rsidR="00F635DB">
        <w:t>’</w:t>
      </w:r>
      <w:r w:rsidRPr="009071AC">
        <w:t>entendirent</w:t>
      </w:r>
      <w:r w:rsidR="00F635DB">
        <w:t>.</w:t>
      </w:r>
    </w:p>
    <w:p w14:paraId="7520527A" w14:textId="77777777" w:rsidR="00F635DB" w:rsidRDefault="00F635DB" w:rsidP="00F635DB">
      <w:r>
        <w:t>— </w:t>
      </w:r>
      <w:r w:rsidR="00855694" w:rsidRPr="009071AC">
        <w:t>En croirai-je mes yeux et mes oreilles</w:t>
      </w:r>
      <w:r>
        <w:t xml:space="preserve"> ! </w:t>
      </w:r>
      <w:r w:rsidR="00855694" w:rsidRPr="009071AC">
        <w:t>s</w:t>
      </w:r>
      <w:r>
        <w:t>’</w:t>
      </w:r>
      <w:r w:rsidR="00855694" w:rsidRPr="009071AC">
        <w:t>écria l</w:t>
      </w:r>
      <w:r>
        <w:t>’</w:t>
      </w:r>
      <w:r w:rsidR="00855694" w:rsidRPr="009071AC">
        <w:t>un d</w:t>
      </w:r>
      <w:r>
        <w:t>’</w:t>
      </w:r>
      <w:r w:rsidR="00855694" w:rsidRPr="009071AC">
        <w:t>eux</w:t>
      </w:r>
      <w:r>
        <w:t xml:space="preserve">, </w:t>
      </w:r>
      <w:r w:rsidR="00855694" w:rsidRPr="009071AC">
        <w:t>qui était un homme d</w:t>
      </w:r>
      <w:r>
        <w:t>’</w:t>
      </w:r>
      <w:r w:rsidR="00855694" w:rsidRPr="009071AC">
        <w:t>un certain âge</w:t>
      </w:r>
      <w:r>
        <w:t xml:space="preserve">… </w:t>
      </w:r>
      <w:r w:rsidR="00855694" w:rsidRPr="009071AC">
        <w:t>Est-ce bien Fernand qui cherche à débaucher les amoureux de la dame de pique</w:t>
      </w:r>
      <w:r>
        <w:t> !…</w:t>
      </w:r>
    </w:p>
    <w:p w14:paraId="1A5AB8F7" w14:textId="04610709" w:rsidR="00F635DB" w:rsidRDefault="00F635DB" w:rsidP="00F635DB">
      <w:r>
        <w:t>M. de </w:t>
      </w:r>
      <w:proofErr w:type="spellStart"/>
      <w:r w:rsidR="00855694" w:rsidRPr="009071AC">
        <w:t>Coralth</w:t>
      </w:r>
      <w:proofErr w:type="spellEnd"/>
      <w:r w:rsidR="00855694" w:rsidRPr="009071AC">
        <w:t xml:space="preserve"> se retourna vivement</w:t>
      </w:r>
      <w:r>
        <w:t>.</w:t>
      </w:r>
    </w:p>
    <w:p w14:paraId="16BBC838" w14:textId="74090D93" w:rsidR="00F635DB" w:rsidRDefault="00F635DB" w:rsidP="00F635DB">
      <w:r>
        <w:t>— </w:t>
      </w:r>
      <w:r w:rsidR="00855694" w:rsidRPr="009071AC">
        <w:t>Oui</w:t>
      </w:r>
      <w:r>
        <w:t xml:space="preserve">, </w:t>
      </w:r>
      <w:r w:rsidR="00855694" w:rsidRPr="009071AC">
        <w:t>c</w:t>
      </w:r>
      <w:r>
        <w:t>’</w:t>
      </w:r>
      <w:r w:rsidR="00855694" w:rsidRPr="009071AC">
        <w:t>est moi</w:t>
      </w:r>
      <w:r>
        <w:t xml:space="preserve"> ! </w:t>
      </w:r>
      <w:r w:rsidR="00855694" w:rsidRPr="009071AC">
        <w:t>répondit-il</w:t>
      </w:r>
      <w:r>
        <w:t xml:space="preserve">. </w:t>
      </w:r>
      <w:r w:rsidR="00855694" w:rsidRPr="009071AC">
        <w:t>J</w:t>
      </w:r>
      <w:r>
        <w:t>’</w:t>
      </w:r>
      <w:r w:rsidR="00855694" w:rsidRPr="009071AC">
        <w:t>ai payé de mon patrimoine le droit de dire à un ami inexpérimenté</w:t>
      </w:r>
      <w:r>
        <w:t> : « </w:t>
      </w:r>
      <w:r w:rsidR="00855694" w:rsidRPr="009071AC">
        <w:t>Défiez-vous</w:t>
      </w:r>
      <w:r>
        <w:t xml:space="preserve">, </w:t>
      </w:r>
      <w:r w:rsidR="00855694" w:rsidRPr="009071AC">
        <w:t>ne faites pas comme moi</w:t>
      </w:r>
      <w:r>
        <w:t> ! »</w:t>
      </w:r>
    </w:p>
    <w:p w14:paraId="51E1E498" w14:textId="77777777" w:rsidR="00F635DB" w:rsidRDefault="00855694" w:rsidP="00F635DB">
      <w:r w:rsidRPr="009071AC">
        <w:t>Les meilleurs conseils</w:t>
      </w:r>
      <w:r w:rsidR="00F635DB">
        <w:t xml:space="preserve">, </w:t>
      </w:r>
      <w:r w:rsidRPr="009071AC">
        <w:t>donnés d</w:t>
      </w:r>
      <w:r w:rsidR="00F635DB">
        <w:t>’</w:t>
      </w:r>
      <w:r w:rsidRPr="009071AC">
        <w:t>une certaine façon</w:t>
      </w:r>
      <w:r w:rsidR="00F635DB">
        <w:t xml:space="preserve">, </w:t>
      </w:r>
      <w:r w:rsidRPr="009071AC">
        <w:t>ne manquent jamais de produire un effet diamétralement opposé à celui qu</w:t>
      </w:r>
      <w:r w:rsidR="00F635DB">
        <w:t>’</w:t>
      </w:r>
      <w:r w:rsidRPr="009071AC">
        <w:t>ils semblent se proposer</w:t>
      </w:r>
      <w:r w:rsidR="00F635DB">
        <w:t>.</w:t>
      </w:r>
    </w:p>
    <w:p w14:paraId="70006ACE" w14:textId="51B2BD0E" w:rsidR="00F635DB" w:rsidRDefault="00855694" w:rsidP="00F635DB">
      <w:r w:rsidRPr="009071AC">
        <w:lastRenderedPageBreak/>
        <w:t>L</w:t>
      </w:r>
      <w:r w:rsidR="00F635DB">
        <w:t>’</w:t>
      </w:r>
      <w:r w:rsidRPr="009071AC">
        <w:t xml:space="preserve">insistance de </w:t>
      </w:r>
      <w:r w:rsidR="00F635DB">
        <w:t>M. de </w:t>
      </w:r>
      <w:proofErr w:type="spellStart"/>
      <w:r w:rsidRPr="009071AC">
        <w:t>Coralth</w:t>
      </w:r>
      <w:proofErr w:type="spellEnd"/>
      <w:r w:rsidR="00F635DB">
        <w:t xml:space="preserve">, </w:t>
      </w:r>
      <w:r w:rsidRPr="009071AC">
        <w:t>l</w:t>
      </w:r>
      <w:r w:rsidR="00F635DB">
        <w:t>’</w:t>
      </w:r>
      <w:r w:rsidRPr="009071AC">
        <w:t>importance qu</w:t>
      </w:r>
      <w:r w:rsidR="00F635DB">
        <w:t>’</w:t>
      </w:r>
      <w:r w:rsidRPr="009071AC">
        <w:t>il attachait à une niaiserie</w:t>
      </w:r>
      <w:r w:rsidR="00F635DB">
        <w:t xml:space="preserve">, </w:t>
      </w:r>
      <w:r w:rsidRPr="009071AC">
        <w:t>devaient agacer l</w:t>
      </w:r>
      <w:r w:rsidR="00F635DB">
        <w:t>’</w:t>
      </w:r>
      <w:r w:rsidRPr="009071AC">
        <w:t>homme le plus patient</w:t>
      </w:r>
      <w:r w:rsidR="00F635DB">
        <w:t xml:space="preserve"> ; </w:t>
      </w:r>
      <w:r w:rsidRPr="009071AC">
        <w:t>son ton protecteur irrita décidément Pascal</w:t>
      </w:r>
      <w:r w:rsidR="00F635DB">
        <w:t>.</w:t>
      </w:r>
    </w:p>
    <w:p w14:paraId="4DD67A9C" w14:textId="77777777" w:rsidR="00F635DB" w:rsidRDefault="00F635DB" w:rsidP="00F635DB">
      <w:r>
        <w:t>— </w:t>
      </w:r>
      <w:r w:rsidR="00855694" w:rsidRPr="009071AC">
        <w:t>Vous êtes libre</w:t>
      </w:r>
      <w:r>
        <w:t xml:space="preserve">, </w:t>
      </w:r>
      <w:r w:rsidR="00855694" w:rsidRPr="009071AC">
        <w:t>mon cher</w:t>
      </w:r>
      <w:r>
        <w:t xml:space="preserve">, </w:t>
      </w:r>
      <w:r w:rsidR="00855694" w:rsidRPr="009071AC">
        <w:t>lui dit-il</w:t>
      </w:r>
      <w:r>
        <w:t xml:space="preserve">, </w:t>
      </w:r>
      <w:r w:rsidR="00855694" w:rsidRPr="009071AC">
        <w:t>mais moi</w:t>
      </w:r>
      <w:r>
        <w:t>…</w:t>
      </w:r>
    </w:p>
    <w:p w14:paraId="52D63557" w14:textId="77777777" w:rsidR="00F635DB" w:rsidRDefault="00F635DB" w:rsidP="00F635DB">
      <w:r>
        <w:t>— </w:t>
      </w:r>
      <w:r w:rsidR="00855694" w:rsidRPr="009071AC">
        <w:t>Vous y tenez</w:t>
      </w:r>
      <w:r>
        <w:t xml:space="preserve"> ?… </w:t>
      </w:r>
      <w:r w:rsidR="00855694" w:rsidRPr="009071AC">
        <w:t>interrompit le vicomte</w:t>
      </w:r>
      <w:r>
        <w:t>.</w:t>
      </w:r>
    </w:p>
    <w:p w14:paraId="05BE98A2" w14:textId="77777777" w:rsidR="00F635DB" w:rsidRDefault="00F635DB" w:rsidP="00F635DB">
      <w:r>
        <w:t>— </w:t>
      </w:r>
      <w:r w:rsidR="00855694" w:rsidRPr="009071AC">
        <w:t>Absolument</w:t>
      </w:r>
      <w:r>
        <w:t>.</w:t>
      </w:r>
    </w:p>
    <w:p w14:paraId="1536D58E" w14:textId="77777777" w:rsidR="00F635DB" w:rsidRDefault="00F635DB" w:rsidP="00F635DB">
      <w:r>
        <w:t>— </w:t>
      </w:r>
      <w:r w:rsidR="00855694" w:rsidRPr="009071AC">
        <w:t>Soit</w:t>
      </w:r>
      <w:r>
        <w:t xml:space="preserve">, </w:t>
      </w:r>
      <w:r w:rsidR="00855694" w:rsidRPr="009071AC">
        <w:t>en ce cas</w:t>
      </w:r>
      <w:r>
        <w:t xml:space="preserve">. </w:t>
      </w:r>
      <w:r w:rsidR="00855694" w:rsidRPr="009071AC">
        <w:t>Vous n</w:t>
      </w:r>
      <w:r>
        <w:t>’</w:t>
      </w:r>
      <w:r w:rsidR="00855694" w:rsidRPr="009071AC">
        <w:t>êtes plus un enfant</w:t>
      </w:r>
      <w:r>
        <w:t xml:space="preserve"> ; </w:t>
      </w:r>
      <w:r w:rsidR="00855694" w:rsidRPr="009071AC">
        <w:t>je vous ai fait toutes les objections que réclame la prudence</w:t>
      </w:r>
      <w:r>
        <w:t xml:space="preserve">… </w:t>
      </w:r>
      <w:r w:rsidR="00855694" w:rsidRPr="009071AC">
        <w:t>jouons</w:t>
      </w:r>
      <w:r>
        <w:t>.</w:t>
      </w:r>
    </w:p>
    <w:p w14:paraId="0EB5B1F9" w14:textId="49B0B48E" w:rsidR="00F635DB" w:rsidRDefault="00855694" w:rsidP="00F635DB">
      <w:r w:rsidRPr="009071AC">
        <w:t>Ils s</w:t>
      </w:r>
      <w:r w:rsidR="00F635DB">
        <w:t>’</w:t>
      </w:r>
      <w:r w:rsidRPr="009071AC">
        <w:t>approchèrent de la table</w:t>
      </w:r>
      <w:r w:rsidR="00F635DB">
        <w:t xml:space="preserve"> ; </w:t>
      </w:r>
      <w:r w:rsidRPr="009071AC">
        <w:t>on leur fit place</w:t>
      </w:r>
      <w:r w:rsidR="00F635DB">
        <w:t xml:space="preserve">, </w:t>
      </w:r>
      <w:r w:rsidRPr="009071AC">
        <w:t>et ils s</w:t>
      </w:r>
      <w:r w:rsidR="00F635DB">
        <w:t>’</w:t>
      </w:r>
      <w:r w:rsidRPr="009071AC">
        <w:t>assirent</w:t>
      </w:r>
      <w:r w:rsidR="00F635DB">
        <w:t xml:space="preserve">, </w:t>
      </w:r>
      <w:r w:rsidRPr="009071AC">
        <w:t xml:space="preserve">Pascal à la droite de </w:t>
      </w:r>
      <w:r w:rsidR="00F635DB">
        <w:t>M. </w:t>
      </w:r>
      <w:r w:rsidRPr="009071AC">
        <w:t xml:space="preserve">Fernand de </w:t>
      </w:r>
      <w:proofErr w:type="spellStart"/>
      <w:r w:rsidRPr="009071AC">
        <w:t>Coralth</w:t>
      </w:r>
      <w:proofErr w:type="spellEnd"/>
      <w:r w:rsidR="00F635DB">
        <w:t>.</w:t>
      </w:r>
    </w:p>
    <w:p w14:paraId="284530F2" w14:textId="77777777" w:rsidR="00F635DB" w:rsidRDefault="00855694" w:rsidP="00F635DB">
      <w:r w:rsidRPr="009071AC">
        <w:t>On jouait le baccarat tournant</w:t>
      </w:r>
      <w:r w:rsidR="00F635DB">
        <w:t xml:space="preserve">, </w:t>
      </w:r>
      <w:r w:rsidRPr="009071AC">
        <w:t>un jeu d</w:t>
      </w:r>
      <w:r w:rsidR="00F635DB">
        <w:t>’</w:t>
      </w:r>
      <w:r w:rsidRPr="009071AC">
        <w:t>une simplicité enfantine et terrible</w:t>
      </w:r>
      <w:r w:rsidR="00F635DB">
        <w:t xml:space="preserve">. </w:t>
      </w:r>
      <w:r w:rsidRPr="009071AC">
        <w:t>Point d</w:t>
      </w:r>
      <w:r w:rsidR="00F635DB">
        <w:t>’</w:t>
      </w:r>
      <w:r w:rsidRPr="009071AC">
        <w:t>art</w:t>
      </w:r>
      <w:r w:rsidR="00F635DB">
        <w:t xml:space="preserve">, </w:t>
      </w:r>
      <w:r w:rsidRPr="009071AC">
        <w:t>nulle combinaison</w:t>
      </w:r>
      <w:r w:rsidR="00F635DB">
        <w:t xml:space="preserve">, </w:t>
      </w:r>
      <w:r w:rsidRPr="009071AC">
        <w:t>science et calcul sont inutiles</w:t>
      </w:r>
      <w:r w:rsidR="00F635DB">
        <w:t xml:space="preserve">. </w:t>
      </w:r>
      <w:r w:rsidRPr="009071AC">
        <w:t>Le hasard décide seul et décide avec une foudroyante rapidité</w:t>
      </w:r>
      <w:r w:rsidR="00F635DB">
        <w:t>.</w:t>
      </w:r>
    </w:p>
    <w:p w14:paraId="475D0A71" w14:textId="77777777" w:rsidR="00F635DB" w:rsidRDefault="00855694" w:rsidP="00F635DB">
      <w:r w:rsidRPr="009071AC">
        <w:t>Les amateurs affirment qu</w:t>
      </w:r>
      <w:r w:rsidR="00F635DB">
        <w:t>’</w:t>
      </w:r>
      <w:r w:rsidRPr="009071AC">
        <w:t>avec beaucoup de sang-froid et une longue pratique</w:t>
      </w:r>
      <w:r w:rsidR="00F635DB">
        <w:t xml:space="preserve">, </w:t>
      </w:r>
      <w:r w:rsidRPr="009071AC">
        <w:t>on peut</w:t>
      </w:r>
      <w:r w:rsidR="00F635DB">
        <w:t xml:space="preserve">, </w:t>
      </w:r>
      <w:r w:rsidRPr="009071AC">
        <w:t>dans une certaine mesure</w:t>
      </w:r>
      <w:r w:rsidR="00F635DB">
        <w:t xml:space="preserve">, </w:t>
      </w:r>
      <w:r w:rsidRPr="009071AC">
        <w:t>lutter contre les mauvaises chances</w:t>
      </w:r>
      <w:r w:rsidR="00F635DB">
        <w:t xml:space="preserve">. </w:t>
      </w:r>
      <w:r w:rsidRPr="009071AC">
        <w:t>Peut-être ont-ils raison</w:t>
      </w:r>
      <w:r w:rsidR="00F635DB">
        <w:t>.</w:t>
      </w:r>
    </w:p>
    <w:p w14:paraId="10F13504" w14:textId="77777777" w:rsidR="00F635DB" w:rsidRDefault="00855694" w:rsidP="00F635DB">
      <w:r w:rsidRPr="009071AC">
        <w:t>Ce qui est sûr</w:t>
      </w:r>
      <w:r w:rsidR="00F635DB">
        <w:t xml:space="preserve">, </w:t>
      </w:r>
      <w:r w:rsidRPr="009071AC">
        <w:t>c</w:t>
      </w:r>
      <w:r w:rsidR="00F635DB">
        <w:t>’</w:t>
      </w:r>
      <w:r w:rsidRPr="009071AC">
        <w:t>est que cela se joue avec deux</w:t>
      </w:r>
      <w:r w:rsidR="00F635DB">
        <w:t xml:space="preserve">, </w:t>
      </w:r>
      <w:r w:rsidRPr="009071AC">
        <w:t>trois ou quatre jeux entiers</w:t>
      </w:r>
      <w:r w:rsidR="00F635DB">
        <w:t xml:space="preserve">, </w:t>
      </w:r>
      <w:r w:rsidRPr="009071AC">
        <w:t>selon le nombre des joueurs</w:t>
      </w:r>
      <w:r w:rsidR="00F635DB">
        <w:t>.</w:t>
      </w:r>
    </w:p>
    <w:p w14:paraId="56FB7C2C" w14:textId="77777777" w:rsidR="00F635DB" w:rsidRDefault="00855694" w:rsidP="00F635DB">
      <w:r w:rsidRPr="009071AC">
        <w:t>Chacun a la main à son tour</w:t>
      </w:r>
      <w:r w:rsidR="00F635DB">
        <w:t xml:space="preserve">, </w:t>
      </w:r>
      <w:r w:rsidRPr="009071AC">
        <w:t>risque ce que bon lui semble</w:t>
      </w:r>
      <w:r w:rsidR="00F635DB">
        <w:t xml:space="preserve">, </w:t>
      </w:r>
      <w:r w:rsidRPr="009071AC">
        <w:t>et quand son enjeu est tenu</w:t>
      </w:r>
      <w:r w:rsidR="00F635DB">
        <w:t xml:space="preserve">, </w:t>
      </w:r>
      <w:r w:rsidRPr="009071AC">
        <w:t>donne des cartes</w:t>
      </w:r>
      <w:r w:rsidR="00F635DB">
        <w:t xml:space="preserve">. </w:t>
      </w:r>
      <w:r w:rsidRPr="009071AC">
        <w:t>Si on gagne</w:t>
      </w:r>
      <w:r w:rsidR="00F635DB">
        <w:t xml:space="preserve">, </w:t>
      </w:r>
      <w:r w:rsidRPr="009071AC">
        <w:t>on est libre de poursuivre la veine ou de passer la main</w:t>
      </w:r>
      <w:r w:rsidR="00F635DB">
        <w:t xml:space="preserve">. </w:t>
      </w:r>
      <w:r w:rsidRPr="009071AC">
        <w:t>Quand on perd</w:t>
      </w:r>
      <w:r w:rsidR="00F635DB">
        <w:t xml:space="preserve">, </w:t>
      </w:r>
      <w:r w:rsidRPr="009071AC">
        <w:t>la main passe de droit au joueur suivant</w:t>
      </w:r>
      <w:r w:rsidR="00F635DB">
        <w:t>.</w:t>
      </w:r>
    </w:p>
    <w:p w14:paraId="4F7B6862" w14:textId="77777777" w:rsidR="00F635DB" w:rsidRDefault="00855694" w:rsidP="00F635DB">
      <w:r w:rsidRPr="009071AC">
        <w:t xml:space="preserve">Il ne fallut à Pascal </w:t>
      </w:r>
      <w:proofErr w:type="spellStart"/>
      <w:r w:rsidRPr="009071AC">
        <w:t>Férailleur</w:t>
      </w:r>
      <w:proofErr w:type="spellEnd"/>
      <w:r w:rsidRPr="009071AC">
        <w:t xml:space="preserve"> qu</w:t>
      </w:r>
      <w:r w:rsidR="00F635DB">
        <w:t>’</w:t>
      </w:r>
      <w:r w:rsidRPr="009071AC">
        <w:t>une minute pour comprendre la marche et le mécanisme du baccarat</w:t>
      </w:r>
      <w:r w:rsidR="00F635DB">
        <w:t xml:space="preserve">. </w:t>
      </w:r>
      <w:r w:rsidRPr="009071AC">
        <w:t>Déjà la main arrivait à Fernand</w:t>
      </w:r>
      <w:r w:rsidR="00F635DB">
        <w:t>.</w:t>
      </w:r>
    </w:p>
    <w:p w14:paraId="25A59349" w14:textId="4871C1DA" w:rsidR="00F635DB" w:rsidRDefault="00F635DB" w:rsidP="00F635DB">
      <w:r>
        <w:lastRenderedPageBreak/>
        <w:t>M. de </w:t>
      </w:r>
      <w:proofErr w:type="spellStart"/>
      <w:r w:rsidR="00855694" w:rsidRPr="009071AC">
        <w:t>Coralth</w:t>
      </w:r>
      <w:proofErr w:type="spellEnd"/>
      <w:r w:rsidR="00855694" w:rsidRPr="009071AC">
        <w:t xml:space="preserve"> </w:t>
      </w:r>
      <w:r>
        <w:t>« </w:t>
      </w:r>
      <w:r w:rsidR="00855694" w:rsidRPr="009071AC">
        <w:t>fit</w:t>
      </w:r>
      <w:r>
        <w:t> »</w:t>
      </w:r>
      <w:r w:rsidR="00855694" w:rsidRPr="009071AC">
        <w:t xml:space="preserve"> cent francs</w:t>
      </w:r>
      <w:r>
        <w:t xml:space="preserve">, </w:t>
      </w:r>
      <w:r w:rsidR="00855694" w:rsidRPr="009071AC">
        <w:t>donna</w:t>
      </w:r>
      <w:r>
        <w:t xml:space="preserve">, </w:t>
      </w:r>
      <w:r w:rsidR="00855694" w:rsidRPr="009071AC">
        <w:t>perdit et passa les cartes à Pascal</w:t>
      </w:r>
      <w:r>
        <w:t>.</w:t>
      </w:r>
    </w:p>
    <w:p w14:paraId="7200A216" w14:textId="77777777" w:rsidR="00F635DB" w:rsidRDefault="00855694" w:rsidP="00F635DB">
      <w:r w:rsidRPr="009071AC">
        <w:t>Hésitant tout d</w:t>
      </w:r>
      <w:r w:rsidR="00F635DB">
        <w:t>’</w:t>
      </w:r>
      <w:r w:rsidRPr="009071AC">
        <w:t>abord</w:t>
      </w:r>
      <w:r w:rsidR="00F635DB">
        <w:t xml:space="preserve">, </w:t>
      </w:r>
      <w:r w:rsidRPr="009071AC">
        <w:t>parce qu</w:t>
      </w:r>
      <w:r w:rsidR="00F635DB">
        <w:t>’</w:t>
      </w:r>
      <w:r w:rsidRPr="009071AC">
        <w:t>il faut</w:t>
      </w:r>
      <w:r w:rsidR="00F635DB">
        <w:t xml:space="preserve">, </w:t>
      </w:r>
      <w:r w:rsidRPr="009071AC">
        <w:t>comme on dit</w:t>
      </w:r>
      <w:r w:rsidR="00F635DB">
        <w:t xml:space="preserve">, </w:t>
      </w:r>
      <w:r w:rsidRPr="009071AC">
        <w:t>tâter la fortune</w:t>
      </w:r>
      <w:r w:rsidR="00F635DB">
        <w:t xml:space="preserve">, </w:t>
      </w:r>
      <w:r w:rsidRPr="009071AC">
        <w:t>le jeu</w:t>
      </w:r>
      <w:r w:rsidR="00F635DB">
        <w:t xml:space="preserve">, </w:t>
      </w:r>
      <w:r w:rsidRPr="009071AC">
        <w:t>peu à peu</w:t>
      </w:r>
      <w:r w:rsidR="00F635DB">
        <w:t xml:space="preserve">, </w:t>
      </w:r>
      <w:r w:rsidRPr="009071AC">
        <w:t>s</w:t>
      </w:r>
      <w:r w:rsidR="00F635DB">
        <w:t>’</w:t>
      </w:r>
      <w:r w:rsidRPr="009071AC">
        <w:t>était animé</w:t>
      </w:r>
      <w:r w:rsidR="00F635DB">
        <w:t xml:space="preserve">. </w:t>
      </w:r>
      <w:r w:rsidRPr="009071AC">
        <w:t>Plusieurs joueurs avaient d</w:t>
      </w:r>
      <w:r w:rsidR="00F635DB">
        <w:t>’</w:t>
      </w:r>
      <w:r w:rsidRPr="009071AC">
        <w:t>assez jolis tas d</w:t>
      </w:r>
      <w:r w:rsidR="00F635DB">
        <w:t>’</w:t>
      </w:r>
      <w:r w:rsidRPr="009071AC">
        <w:t>or devant eux</w:t>
      </w:r>
      <w:r w:rsidR="00F635DB">
        <w:t xml:space="preserve">, </w:t>
      </w:r>
      <w:r w:rsidRPr="009071AC">
        <w:t>et la grosse artillerie</w:t>
      </w:r>
      <w:r w:rsidR="00F635DB">
        <w:t xml:space="preserve"> – </w:t>
      </w:r>
      <w:r w:rsidRPr="009071AC">
        <w:t>c</w:t>
      </w:r>
      <w:r w:rsidR="00F635DB">
        <w:t>’</w:t>
      </w:r>
      <w:r w:rsidRPr="009071AC">
        <w:t>est-à-dire le billet de banque</w:t>
      </w:r>
      <w:r w:rsidR="00F635DB">
        <w:t xml:space="preserve"> – </w:t>
      </w:r>
      <w:r w:rsidRPr="009071AC">
        <w:t>commençait à donner</w:t>
      </w:r>
      <w:r w:rsidR="00F635DB">
        <w:t>.</w:t>
      </w:r>
    </w:p>
    <w:p w14:paraId="30F719A4" w14:textId="77777777" w:rsidR="00F635DB" w:rsidRDefault="00855694" w:rsidP="00F635DB">
      <w:r w:rsidRPr="009071AC">
        <w:t>Mais Pascal n</w:t>
      </w:r>
      <w:r w:rsidR="00F635DB">
        <w:t>’</w:t>
      </w:r>
      <w:r w:rsidRPr="009071AC">
        <w:t>avait pas de fausse honte</w:t>
      </w:r>
      <w:r w:rsidR="00F635DB">
        <w:t>.</w:t>
      </w:r>
    </w:p>
    <w:p w14:paraId="0CD6AEFC" w14:textId="77777777" w:rsidR="00F635DB" w:rsidRDefault="00F635DB" w:rsidP="00F635DB">
      <w:r>
        <w:t>— </w:t>
      </w:r>
      <w:r w:rsidR="00855694" w:rsidRPr="009071AC">
        <w:t xml:space="preserve">Je </w:t>
      </w:r>
      <w:r>
        <w:t>« </w:t>
      </w:r>
      <w:r w:rsidR="00855694" w:rsidRPr="009071AC">
        <w:t>fais</w:t>
      </w:r>
      <w:r>
        <w:t> »</w:t>
      </w:r>
      <w:r w:rsidR="00855694" w:rsidRPr="009071AC">
        <w:t xml:space="preserve"> un louis</w:t>
      </w:r>
      <w:r>
        <w:t xml:space="preserve"> ! </w:t>
      </w:r>
      <w:r w:rsidR="00855694" w:rsidRPr="009071AC">
        <w:t>dit-il</w:t>
      </w:r>
      <w:r>
        <w:t>.</w:t>
      </w:r>
    </w:p>
    <w:p w14:paraId="6130D868" w14:textId="77777777" w:rsidR="00F635DB" w:rsidRDefault="00855694" w:rsidP="00F635DB">
      <w:r w:rsidRPr="009071AC">
        <w:t>La mesquinerie de la somme le fit remarquer</w:t>
      </w:r>
      <w:r w:rsidR="00F635DB">
        <w:t xml:space="preserve">, </w:t>
      </w:r>
      <w:r w:rsidRPr="009071AC">
        <w:t>et de deux ou trois côtés on lui cria</w:t>
      </w:r>
      <w:r w:rsidR="00F635DB">
        <w:t> :</w:t>
      </w:r>
    </w:p>
    <w:p w14:paraId="37B5830A" w14:textId="77777777" w:rsidR="00F635DB" w:rsidRDefault="00F635DB" w:rsidP="00F635DB">
      <w:r>
        <w:t>— </w:t>
      </w:r>
      <w:r w:rsidR="00855694" w:rsidRPr="009071AC">
        <w:t>Tenu</w:t>
      </w:r>
      <w:r>
        <w:t> !…</w:t>
      </w:r>
    </w:p>
    <w:p w14:paraId="0E66F0E1" w14:textId="77777777" w:rsidR="00F635DB" w:rsidRDefault="00855694" w:rsidP="00F635DB">
      <w:r w:rsidRPr="009071AC">
        <w:t>Il donna et gagna</w:t>
      </w:r>
      <w:r w:rsidR="00F635DB">
        <w:t>.</w:t>
      </w:r>
    </w:p>
    <w:p w14:paraId="3F34E35D" w14:textId="77777777" w:rsidR="00F635DB" w:rsidRDefault="00F635DB" w:rsidP="00F635DB">
      <w:r>
        <w:t>— </w:t>
      </w:r>
      <w:r w:rsidR="00855694" w:rsidRPr="009071AC">
        <w:t>Il y a deux louis</w:t>
      </w:r>
      <w:r>
        <w:t xml:space="preserve">… </w:t>
      </w:r>
      <w:r w:rsidR="00855694" w:rsidRPr="009071AC">
        <w:t>fit-il encore</w:t>
      </w:r>
      <w:r>
        <w:t>.</w:t>
      </w:r>
    </w:p>
    <w:p w14:paraId="78AD5674" w14:textId="77777777" w:rsidR="00F635DB" w:rsidRDefault="00855694" w:rsidP="00F635DB">
      <w:r w:rsidRPr="009071AC">
        <w:t>On les tint pareillement</w:t>
      </w:r>
      <w:r w:rsidR="00F635DB">
        <w:t xml:space="preserve"> ; </w:t>
      </w:r>
      <w:r w:rsidRPr="009071AC">
        <w:t>il gagna</w:t>
      </w:r>
      <w:r w:rsidR="00F635DB">
        <w:t xml:space="preserve">, </w:t>
      </w:r>
      <w:r w:rsidRPr="009071AC">
        <w:t xml:space="preserve">et la </w:t>
      </w:r>
      <w:r w:rsidR="00F635DB">
        <w:t>« </w:t>
      </w:r>
      <w:r w:rsidRPr="009071AC">
        <w:t>portée</w:t>
      </w:r>
      <w:r w:rsidR="00F635DB">
        <w:t xml:space="preserve">, » – </w:t>
      </w:r>
      <w:r w:rsidRPr="009071AC">
        <w:t>c</w:t>
      </w:r>
      <w:r w:rsidR="00F635DB">
        <w:t>’</w:t>
      </w:r>
      <w:r w:rsidRPr="009071AC">
        <w:t>est-à-dire la série de cartes se succédant</w:t>
      </w:r>
      <w:r w:rsidR="00F635DB">
        <w:t xml:space="preserve">, – </w:t>
      </w:r>
      <w:r w:rsidRPr="009071AC">
        <w:t>lui fut si favorable</w:t>
      </w:r>
      <w:r w:rsidR="00F635DB">
        <w:t xml:space="preserve">, </w:t>
      </w:r>
      <w:r w:rsidRPr="009071AC">
        <w:t>qu</w:t>
      </w:r>
      <w:r w:rsidR="00F635DB">
        <w:t>’</w:t>
      </w:r>
      <w:r w:rsidRPr="009071AC">
        <w:t>en moins de rien il eut devant lui plus de six cents francs</w:t>
      </w:r>
      <w:r w:rsidR="00F635DB">
        <w:t>.</w:t>
      </w:r>
    </w:p>
    <w:p w14:paraId="5BCD1020" w14:textId="77777777" w:rsidR="00F635DB" w:rsidRDefault="00F635DB" w:rsidP="00F635DB">
      <w:r>
        <w:t>— </w:t>
      </w:r>
      <w:r w:rsidR="00855694" w:rsidRPr="009071AC">
        <w:t>Passez la main</w:t>
      </w:r>
      <w:r>
        <w:t xml:space="preserve">, </w:t>
      </w:r>
      <w:r w:rsidR="00855694" w:rsidRPr="009071AC">
        <w:t>lui souffla Fernand</w:t>
      </w:r>
      <w:r>
        <w:t>.</w:t>
      </w:r>
    </w:p>
    <w:p w14:paraId="7B1022C8" w14:textId="77777777" w:rsidR="00F635DB" w:rsidRDefault="00855694" w:rsidP="00F635DB">
      <w:r w:rsidRPr="009071AC">
        <w:t>Pascal suivit le conseil</w:t>
      </w:r>
      <w:r w:rsidR="00F635DB">
        <w:t>.</w:t>
      </w:r>
    </w:p>
    <w:p w14:paraId="4247691E" w14:textId="180C05FB" w:rsidR="00F635DB" w:rsidRDefault="00F635DB" w:rsidP="00F635DB">
      <w:r>
        <w:t>— </w:t>
      </w:r>
      <w:r w:rsidR="00855694" w:rsidRPr="009071AC">
        <w:t>Non que je tienne à mon gain</w:t>
      </w:r>
      <w:r>
        <w:t xml:space="preserve">, </w:t>
      </w:r>
      <w:r w:rsidR="00855694" w:rsidRPr="009071AC">
        <w:t>murmura-t-il à l</w:t>
      </w:r>
      <w:r>
        <w:t>’</w:t>
      </w:r>
      <w:r w:rsidR="00855694" w:rsidRPr="009071AC">
        <w:t xml:space="preserve">oreille de </w:t>
      </w:r>
      <w:r>
        <w:t>M. de </w:t>
      </w:r>
      <w:proofErr w:type="spellStart"/>
      <w:r w:rsidR="00855694" w:rsidRPr="009071AC">
        <w:t>Coralth</w:t>
      </w:r>
      <w:proofErr w:type="spellEnd"/>
      <w:r>
        <w:t xml:space="preserve">, </w:t>
      </w:r>
      <w:r w:rsidR="00855694" w:rsidRPr="009071AC">
        <w:t>mais parce que je vais aussi avoir de quoi jouer jusqu</w:t>
      </w:r>
      <w:r>
        <w:t>’</w:t>
      </w:r>
      <w:r w:rsidR="00855694" w:rsidRPr="009071AC">
        <w:t>à la fin sans rien risquer</w:t>
      </w:r>
      <w:r>
        <w:t>.</w:t>
      </w:r>
    </w:p>
    <w:p w14:paraId="1EC31A53" w14:textId="77777777" w:rsidR="00F635DB" w:rsidRDefault="00855694" w:rsidP="00F635DB">
      <w:r w:rsidRPr="009071AC">
        <w:t>Mais cette prévoyance devait être inutile</w:t>
      </w:r>
      <w:r w:rsidR="00F635DB">
        <w:t>.</w:t>
      </w:r>
    </w:p>
    <w:p w14:paraId="46FC6619" w14:textId="77777777" w:rsidR="00F635DB" w:rsidRDefault="00855694" w:rsidP="00F635DB">
      <w:r w:rsidRPr="009071AC">
        <w:t>La main lui étant revenue</w:t>
      </w:r>
      <w:r w:rsidR="00F635DB">
        <w:t xml:space="preserve">, </w:t>
      </w:r>
      <w:r w:rsidRPr="009071AC">
        <w:t>le hasard le servit mieux encore que la première fois</w:t>
      </w:r>
      <w:r w:rsidR="00F635DB">
        <w:t xml:space="preserve">. </w:t>
      </w:r>
      <w:r w:rsidRPr="009071AC">
        <w:t>Il partit de cent francs</w:t>
      </w:r>
      <w:r w:rsidR="00F635DB">
        <w:t xml:space="preserve">, </w:t>
      </w:r>
      <w:r w:rsidRPr="009071AC">
        <w:t xml:space="preserve">et comme il </w:t>
      </w:r>
      <w:r w:rsidRPr="009071AC">
        <w:lastRenderedPageBreak/>
        <w:t>doublait toujours</w:t>
      </w:r>
      <w:r w:rsidR="00F635DB">
        <w:t xml:space="preserve">, </w:t>
      </w:r>
      <w:r w:rsidRPr="009071AC">
        <w:t xml:space="preserve">en six coups il se trouva gagner plus de </w:t>
      </w:r>
      <w:r w:rsidR="00F635DB" w:rsidRPr="009071AC">
        <w:t>3</w:t>
      </w:r>
      <w:r w:rsidR="00F635DB">
        <w:t>,</w:t>
      </w:r>
      <w:r w:rsidR="00F635DB" w:rsidRPr="009071AC">
        <w:t>0</w:t>
      </w:r>
      <w:r w:rsidRPr="009071AC">
        <w:t>00 francs</w:t>
      </w:r>
      <w:r w:rsidR="00F635DB">
        <w:t>.</w:t>
      </w:r>
    </w:p>
    <w:p w14:paraId="150D943A" w14:textId="77777777" w:rsidR="00F635DB" w:rsidRDefault="00F635DB" w:rsidP="00F635DB">
      <w:r>
        <w:t>— </w:t>
      </w:r>
      <w:r w:rsidR="00855694" w:rsidRPr="009071AC">
        <w:t>Diable</w:t>
      </w:r>
      <w:r>
        <w:t xml:space="preserve"> !… </w:t>
      </w:r>
      <w:r w:rsidR="00855694" w:rsidRPr="009071AC">
        <w:t>Monsieur a de la chance</w:t>
      </w:r>
      <w:r>
        <w:t> !…</w:t>
      </w:r>
    </w:p>
    <w:p w14:paraId="1AC01C9C" w14:textId="77777777" w:rsidR="00F635DB" w:rsidRDefault="00F635DB" w:rsidP="00F635DB">
      <w:r>
        <w:t>— </w:t>
      </w:r>
      <w:r w:rsidR="00855694" w:rsidRPr="009071AC">
        <w:t>Parbleu</w:t>
      </w:r>
      <w:r>
        <w:t xml:space="preserve"> !… </w:t>
      </w:r>
      <w:r w:rsidR="00855694" w:rsidRPr="009071AC">
        <w:t>il joue pour la première fois</w:t>
      </w:r>
      <w:r>
        <w:t>.</w:t>
      </w:r>
    </w:p>
    <w:p w14:paraId="0C515BDA" w14:textId="77777777" w:rsidR="00F635DB" w:rsidRDefault="00F635DB" w:rsidP="00F635DB">
      <w:r>
        <w:t>— </w:t>
      </w:r>
      <w:r w:rsidR="00855694" w:rsidRPr="009071AC">
        <w:t>C</w:t>
      </w:r>
      <w:r>
        <w:t>’</w:t>
      </w:r>
      <w:r w:rsidR="00855694" w:rsidRPr="009071AC">
        <w:t>est cela</w:t>
      </w:r>
      <w:r>
        <w:t xml:space="preserve">, </w:t>
      </w:r>
      <w:r w:rsidR="00855694" w:rsidRPr="009071AC">
        <w:t>aux innocents les mains pleines</w:t>
      </w:r>
      <w:r>
        <w:t> !</w:t>
      </w:r>
    </w:p>
    <w:p w14:paraId="55A2A84E" w14:textId="77777777" w:rsidR="00F635DB" w:rsidRDefault="00855694" w:rsidP="00F635DB">
      <w:r w:rsidRPr="009071AC">
        <w:t>Ces observations qui se croisaient</w:t>
      </w:r>
      <w:r w:rsidR="00F635DB">
        <w:t xml:space="preserve">, </w:t>
      </w:r>
      <w:r w:rsidRPr="009071AC">
        <w:t>il était impossible que Pascal ne les entend</w:t>
      </w:r>
      <w:r>
        <w:t>î</w:t>
      </w:r>
      <w:r w:rsidRPr="009071AC">
        <w:t>t pas</w:t>
      </w:r>
      <w:r w:rsidR="00F635DB">
        <w:t xml:space="preserve">. </w:t>
      </w:r>
      <w:r w:rsidRPr="009071AC">
        <w:t>Le sang commençait à lui monter aux joues</w:t>
      </w:r>
      <w:r w:rsidR="00F635DB">
        <w:t xml:space="preserve">, </w:t>
      </w:r>
      <w:r w:rsidRPr="009071AC">
        <w:t>et se sentant rougir</w:t>
      </w:r>
      <w:r w:rsidR="00F635DB">
        <w:t xml:space="preserve">, </w:t>
      </w:r>
      <w:r w:rsidRPr="009071AC">
        <w:t>comme il arrive toujours</w:t>
      </w:r>
      <w:r w:rsidR="00F635DB">
        <w:t xml:space="preserve">, </w:t>
      </w:r>
      <w:r w:rsidRPr="009071AC">
        <w:t>il rougissait davantage</w:t>
      </w:r>
      <w:r w:rsidR="00F635DB">
        <w:t>.</w:t>
      </w:r>
    </w:p>
    <w:p w14:paraId="4376ABAA" w14:textId="77777777" w:rsidR="00F635DB" w:rsidRDefault="00855694" w:rsidP="00F635DB">
      <w:r w:rsidRPr="009071AC">
        <w:t>Son gain l</w:t>
      </w:r>
      <w:r w:rsidR="00F635DB">
        <w:t>’</w:t>
      </w:r>
      <w:r w:rsidRPr="009071AC">
        <w:t>embarrassait</w:t>
      </w:r>
      <w:r w:rsidR="00F635DB">
        <w:t xml:space="preserve">, </w:t>
      </w:r>
      <w:r w:rsidRPr="009071AC">
        <w:t>cela était visible</w:t>
      </w:r>
      <w:r w:rsidR="00F635DB">
        <w:t xml:space="preserve">, </w:t>
      </w:r>
      <w:r w:rsidRPr="009071AC">
        <w:t>et il jouait en désespéré</w:t>
      </w:r>
      <w:r w:rsidR="00F635DB">
        <w:t xml:space="preserve">. </w:t>
      </w:r>
      <w:r w:rsidRPr="009071AC">
        <w:t xml:space="preserve">Mais </w:t>
      </w:r>
      <w:r w:rsidR="00F635DB">
        <w:t>« </w:t>
      </w:r>
      <w:r w:rsidRPr="009071AC">
        <w:t>la veine</w:t>
      </w:r>
      <w:r w:rsidR="00F635DB">
        <w:t> »</w:t>
      </w:r>
      <w:r w:rsidRPr="009071AC">
        <w:t xml:space="preserve"> s</w:t>
      </w:r>
      <w:r w:rsidR="00F635DB">
        <w:t>’</w:t>
      </w:r>
      <w:r w:rsidRPr="009071AC">
        <w:t>acharnait après lui</w:t>
      </w:r>
      <w:r w:rsidR="00F635DB">
        <w:t xml:space="preserve">, </w:t>
      </w:r>
      <w:r w:rsidRPr="009071AC">
        <w:t xml:space="preserve">ses </w:t>
      </w:r>
      <w:r w:rsidR="00F635DB">
        <w:t>« </w:t>
      </w:r>
      <w:r w:rsidRPr="009071AC">
        <w:t>portées</w:t>
      </w:r>
      <w:r w:rsidR="00F635DB">
        <w:t> »</w:t>
      </w:r>
      <w:r w:rsidRPr="009071AC">
        <w:t xml:space="preserve"> étaient miraculeuses</w:t>
      </w:r>
      <w:r w:rsidR="00F635DB">
        <w:t xml:space="preserve">, </w:t>
      </w:r>
      <w:r w:rsidRPr="009071AC">
        <w:t>et quoi qu</w:t>
      </w:r>
      <w:r w:rsidR="00F635DB">
        <w:t>’</w:t>
      </w:r>
      <w:r w:rsidRPr="009071AC">
        <w:t>il f</w:t>
      </w:r>
      <w:r>
        <w:t>î</w:t>
      </w:r>
      <w:r w:rsidRPr="009071AC">
        <w:t>t</w:t>
      </w:r>
      <w:r w:rsidR="00F635DB">
        <w:t xml:space="preserve">, </w:t>
      </w:r>
      <w:r w:rsidRPr="009071AC">
        <w:t>il gagnait toujours</w:t>
      </w:r>
      <w:r w:rsidR="00F635DB">
        <w:t xml:space="preserve">, </w:t>
      </w:r>
      <w:r w:rsidRPr="009071AC">
        <w:t>quand même</w:t>
      </w:r>
      <w:r w:rsidR="00F635DB">
        <w:t xml:space="preserve">, </w:t>
      </w:r>
      <w:r w:rsidRPr="009071AC">
        <w:t>obstinément</w:t>
      </w:r>
      <w:r w:rsidR="00F635DB">
        <w:t>.</w:t>
      </w:r>
    </w:p>
    <w:p w14:paraId="522C04FC" w14:textId="77777777" w:rsidR="00F635DB" w:rsidRDefault="00855694" w:rsidP="00F635DB">
      <w:r w:rsidRPr="009071AC">
        <w:t>À quatre heures du matin</w:t>
      </w:r>
      <w:r w:rsidR="00F635DB">
        <w:t xml:space="preserve">, </w:t>
      </w:r>
      <w:r w:rsidRPr="009071AC">
        <w:t>il avait devant lui 3</w:t>
      </w:r>
      <w:r w:rsidR="00F635DB" w:rsidRPr="009071AC">
        <w:t>5</w:t>
      </w:r>
      <w:r w:rsidR="00F635DB">
        <w:t>,</w:t>
      </w:r>
      <w:r w:rsidR="00F635DB" w:rsidRPr="009071AC">
        <w:t>0</w:t>
      </w:r>
      <w:r w:rsidRPr="009071AC">
        <w:t>00 francs</w:t>
      </w:r>
      <w:r w:rsidR="00F635DB">
        <w:t>.</w:t>
      </w:r>
    </w:p>
    <w:p w14:paraId="01DC5749" w14:textId="77777777" w:rsidR="00F635DB" w:rsidRDefault="00855694" w:rsidP="00F635DB">
      <w:r w:rsidRPr="009071AC">
        <w:t>Depuis longtemps déjà</w:t>
      </w:r>
      <w:r w:rsidR="00F635DB">
        <w:t xml:space="preserve">, </w:t>
      </w:r>
      <w:r w:rsidRPr="009071AC">
        <w:t>on le regardait d</w:t>
      </w:r>
      <w:r w:rsidR="00F635DB">
        <w:t>’</w:t>
      </w:r>
      <w:r w:rsidRPr="009071AC">
        <w:t>un air singulier</w:t>
      </w:r>
      <w:r w:rsidR="00F635DB">
        <w:t xml:space="preserve">. </w:t>
      </w:r>
      <w:r w:rsidRPr="009071AC">
        <w:t>Des remarques aigres</w:t>
      </w:r>
      <w:r w:rsidR="00F635DB">
        <w:t xml:space="preserve">, </w:t>
      </w:r>
      <w:r w:rsidRPr="009071AC">
        <w:t>à haute voix</w:t>
      </w:r>
      <w:r w:rsidR="00F635DB">
        <w:t xml:space="preserve">, </w:t>
      </w:r>
      <w:r w:rsidRPr="009071AC">
        <w:t>on en était venu aux confidences de bouche à oreille</w:t>
      </w:r>
      <w:r w:rsidR="00F635DB">
        <w:t>.</w:t>
      </w:r>
    </w:p>
    <w:p w14:paraId="7DF1E86E" w14:textId="77777777" w:rsidR="00F635DB" w:rsidRDefault="00F635DB" w:rsidP="00F635DB">
      <w:r>
        <w:t>— </w:t>
      </w:r>
      <w:r w:rsidR="00855694" w:rsidRPr="009071AC">
        <w:t>Connaissez-vous ce monsieur</w:t>
      </w:r>
      <w:r>
        <w:t> ?</w:t>
      </w:r>
    </w:p>
    <w:p w14:paraId="6A11BDDD" w14:textId="77777777" w:rsidR="00F635DB" w:rsidRDefault="00F635DB" w:rsidP="00F635DB">
      <w:r>
        <w:t>— </w:t>
      </w:r>
      <w:r w:rsidR="00855694" w:rsidRPr="009071AC">
        <w:t>Non</w:t>
      </w:r>
      <w:r>
        <w:t xml:space="preserve"> !… </w:t>
      </w:r>
      <w:r w:rsidR="00855694" w:rsidRPr="009071AC">
        <w:t xml:space="preserve">Il a été présenté par </w:t>
      </w:r>
      <w:proofErr w:type="spellStart"/>
      <w:r w:rsidR="00855694" w:rsidRPr="009071AC">
        <w:t>Coralth</w:t>
      </w:r>
      <w:proofErr w:type="spellEnd"/>
      <w:r>
        <w:t>.</w:t>
      </w:r>
    </w:p>
    <w:p w14:paraId="329AA852" w14:textId="77777777" w:rsidR="00F635DB" w:rsidRDefault="00F635DB" w:rsidP="00F635DB">
      <w:r>
        <w:t>— </w:t>
      </w:r>
      <w:r w:rsidR="00855694" w:rsidRPr="009071AC">
        <w:t>C</w:t>
      </w:r>
      <w:r>
        <w:t>’</w:t>
      </w:r>
      <w:r w:rsidR="00855694" w:rsidRPr="009071AC">
        <w:t>est un avocat</w:t>
      </w:r>
      <w:r>
        <w:t xml:space="preserve">, </w:t>
      </w:r>
      <w:r w:rsidR="00855694" w:rsidRPr="009071AC">
        <w:t>à ce qu</w:t>
      </w:r>
      <w:r>
        <w:t>’</w:t>
      </w:r>
      <w:r w:rsidR="00855694" w:rsidRPr="009071AC">
        <w:t>on dit</w:t>
      </w:r>
      <w:r>
        <w:t>.</w:t>
      </w:r>
    </w:p>
    <w:p w14:paraId="7041ED68" w14:textId="77777777" w:rsidR="00F635DB" w:rsidRDefault="00855694" w:rsidP="00F635DB">
      <w:r w:rsidRPr="009071AC">
        <w:t>Et tous ces chuchotements</w:t>
      </w:r>
      <w:r w:rsidR="00F635DB">
        <w:t xml:space="preserve">, </w:t>
      </w:r>
      <w:r w:rsidRPr="009071AC">
        <w:t>ces doutes</w:t>
      </w:r>
      <w:r w:rsidR="00F635DB">
        <w:t xml:space="preserve">, </w:t>
      </w:r>
      <w:r w:rsidRPr="009071AC">
        <w:t>ces soupçons</w:t>
      </w:r>
      <w:r w:rsidR="00F635DB">
        <w:t xml:space="preserve">, </w:t>
      </w:r>
      <w:r w:rsidRPr="009071AC">
        <w:t>ces questions grosses d</w:t>
      </w:r>
      <w:r w:rsidR="00F635DB">
        <w:t>’</w:t>
      </w:r>
      <w:r w:rsidRPr="009071AC">
        <w:t>insinuations</w:t>
      </w:r>
      <w:r w:rsidR="00F635DB">
        <w:t xml:space="preserve">, </w:t>
      </w:r>
      <w:r w:rsidRPr="009071AC">
        <w:t>ces réponses blessantes</w:t>
      </w:r>
      <w:r w:rsidR="00F635DB">
        <w:t xml:space="preserve">, </w:t>
      </w:r>
      <w:r w:rsidRPr="009071AC">
        <w:t>formaient comme un murmure de malveillance qui bourdonnait aux oreilles de Pascal et l</w:t>
      </w:r>
      <w:r w:rsidR="00F635DB">
        <w:t>’</w:t>
      </w:r>
      <w:r w:rsidRPr="009071AC">
        <w:t>étourdissait</w:t>
      </w:r>
      <w:r w:rsidR="00F635DB">
        <w:t>.</w:t>
      </w:r>
    </w:p>
    <w:p w14:paraId="54B6D392" w14:textId="62E830B1" w:rsidR="00F635DB" w:rsidRDefault="00855694" w:rsidP="00F635DB">
      <w:r w:rsidRPr="009071AC">
        <w:lastRenderedPageBreak/>
        <w:t>Véritablement il perdait toute contenance</w:t>
      </w:r>
      <w:r w:rsidR="00F635DB">
        <w:t xml:space="preserve">, </w:t>
      </w:r>
      <w:r w:rsidRPr="009071AC">
        <w:t xml:space="preserve">lorsque </w:t>
      </w:r>
      <w:r w:rsidR="00F635DB">
        <w:t>M</w:t>
      </w:r>
      <w:r w:rsidR="00F635DB" w:rsidRPr="00F635DB">
        <w:rPr>
          <w:vertAlign w:val="superscript"/>
        </w:rPr>
        <w:t>me</w:t>
      </w:r>
      <w:r w:rsidR="00F635DB">
        <w:t> </w:t>
      </w:r>
      <w:r w:rsidRPr="009071AC">
        <w:t>d</w:t>
      </w:r>
      <w:r w:rsidR="00F635DB">
        <w:t>’</w:t>
      </w:r>
      <w:r w:rsidRPr="009071AC">
        <w:t>Argelès s</w:t>
      </w:r>
      <w:r w:rsidR="00F635DB">
        <w:t>’</w:t>
      </w:r>
      <w:r w:rsidRPr="009071AC">
        <w:t>approcha vivement de la table de jeu</w:t>
      </w:r>
      <w:r w:rsidR="00F635DB">
        <w:t>.</w:t>
      </w:r>
    </w:p>
    <w:p w14:paraId="08FCE370" w14:textId="77777777" w:rsidR="00F635DB" w:rsidRDefault="00F635DB" w:rsidP="00F635DB">
      <w:r>
        <w:t>— </w:t>
      </w:r>
      <w:r w:rsidR="00855694" w:rsidRPr="009071AC">
        <w:t>Voici trois fois</w:t>
      </w:r>
      <w:r>
        <w:t xml:space="preserve">, </w:t>
      </w:r>
      <w:r w:rsidR="00855694" w:rsidRPr="009071AC">
        <w:t>messieurs</w:t>
      </w:r>
      <w:r>
        <w:t xml:space="preserve">, </w:t>
      </w:r>
      <w:r w:rsidR="00855694" w:rsidRPr="009071AC">
        <w:t>dit-elle</w:t>
      </w:r>
      <w:r>
        <w:t xml:space="preserve">, </w:t>
      </w:r>
      <w:r w:rsidR="00855694" w:rsidRPr="009071AC">
        <w:t>qu</w:t>
      </w:r>
      <w:r>
        <w:t>’</w:t>
      </w:r>
      <w:r w:rsidR="00855694" w:rsidRPr="009071AC">
        <w:t>on nous avertit que le souper est servi</w:t>
      </w:r>
      <w:r>
        <w:t xml:space="preserve">… </w:t>
      </w:r>
      <w:r w:rsidR="00855694" w:rsidRPr="009071AC">
        <w:t>Lequel de vous m</w:t>
      </w:r>
      <w:r>
        <w:t>’</w:t>
      </w:r>
      <w:r w:rsidR="00855694" w:rsidRPr="009071AC">
        <w:t>offre son bras</w:t>
      </w:r>
      <w:r>
        <w:t> ?…</w:t>
      </w:r>
    </w:p>
    <w:p w14:paraId="775021A8" w14:textId="77777777" w:rsidR="00F635DB" w:rsidRDefault="00855694" w:rsidP="00F635DB">
      <w:r w:rsidRPr="009071AC">
        <w:t>Il y eut une certaine hésitation</w:t>
      </w:r>
      <w:r w:rsidR="00F635DB">
        <w:t xml:space="preserve">, </w:t>
      </w:r>
      <w:r w:rsidRPr="009071AC">
        <w:t>mais un vieux monsieur qui perdait beaucoup</w:t>
      </w:r>
      <w:r w:rsidR="00F635DB">
        <w:t xml:space="preserve">, </w:t>
      </w:r>
      <w:r w:rsidRPr="009071AC">
        <w:t>la leva</w:t>
      </w:r>
      <w:r w:rsidR="00F635DB">
        <w:t> :</w:t>
      </w:r>
    </w:p>
    <w:p w14:paraId="1528D14E" w14:textId="77777777" w:rsidR="00F635DB" w:rsidRDefault="00F635DB" w:rsidP="00F635DB">
      <w:r>
        <w:t>— </w:t>
      </w:r>
      <w:r w:rsidR="00855694" w:rsidRPr="009071AC">
        <w:t>Oui</w:t>
      </w:r>
      <w:r>
        <w:t xml:space="preserve">, </w:t>
      </w:r>
      <w:r w:rsidR="00855694" w:rsidRPr="009071AC">
        <w:t>soupons</w:t>
      </w:r>
      <w:r>
        <w:t xml:space="preserve"> !… </w:t>
      </w:r>
      <w:r w:rsidR="00855694" w:rsidRPr="009071AC">
        <w:t>s</w:t>
      </w:r>
      <w:r>
        <w:t>’</w:t>
      </w:r>
      <w:r w:rsidR="00855694" w:rsidRPr="009071AC">
        <w:t>écria-t-il</w:t>
      </w:r>
      <w:r>
        <w:t xml:space="preserve">, </w:t>
      </w:r>
      <w:r w:rsidR="00855694" w:rsidRPr="009071AC">
        <w:t>cela changera la veine</w:t>
      </w:r>
      <w:r>
        <w:t>.</w:t>
      </w:r>
    </w:p>
    <w:p w14:paraId="43ED00E0" w14:textId="77777777" w:rsidR="00F635DB" w:rsidRDefault="00855694" w:rsidP="00F635DB">
      <w:r w:rsidRPr="009071AC">
        <w:t>Cette considération fut décisive</w:t>
      </w:r>
      <w:r w:rsidR="00F635DB">
        <w:t xml:space="preserve"> ; </w:t>
      </w:r>
      <w:r w:rsidRPr="009071AC">
        <w:t>le salon se vida comme par enchantement</w:t>
      </w:r>
      <w:r w:rsidR="00F635DB">
        <w:t xml:space="preserve"> ; </w:t>
      </w:r>
      <w:r w:rsidRPr="009071AC">
        <w:t>il ne resta devant le tapis vert que Pascal</w:t>
      </w:r>
      <w:r w:rsidR="00F635DB">
        <w:t xml:space="preserve">, </w:t>
      </w:r>
      <w:r w:rsidRPr="009071AC">
        <w:t>lequel ne savait que faire de tout l</w:t>
      </w:r>
      <w:r w:rsidR="00F635DB">
        <w:t>’</w:t>
      </w:r>
      <w:r w:rsidRPr="009071AC">
        <w:t>or amassé devant lui</w:t>
      </w:r>
      <w:r w:rsidR="00F635DB">
        <w:t>.</w:t>
      </w:r>
    </w:p>
    <w:p w14:paraId="2DBAC537" w14:textId="41474F53" w:rsidR="00F635DB" w:rsidRDefault="00855694" w:rsidP="00F635DB">
      <w:r w:rsidRPr="009071AC">
        <w:t>Il réussit cependant à le distribuer tant bien que mal dans toutes ses poches</w:t>
      </w:r>
      <w:r w:rsidR="00F635DB">
        <w:t xml:space="preserve">, </w:t>
      </w:r>
      <w:r w:rsidRPr="009071AC">
        <w:t>et il s</w:t>
      </w:r>
      <w:r w:rsidR="00F635DB">
        <w:t>’</w:t>
      </w:r>
      <w:r w:rsidRPr="009071AC">
        <w:t>empressait de rejoindre dans la salle à manger les autres invités</w:t>
      </w:r>
      <w:r w:rsidR="00F635DB">
        <w:t xml:space="preserve">, </w:t>
      </w:r>
      <w:r w:rsidRPr="009071AC">
        <w:t xml:space="preserve">quand </w:t>
      </w:r>
      <w:r w:rsidR="00F635DB">
        <w:t>M</w:t>
      </w:r>
      <w:r w:rsidR="00F635DB" w:rsidRPr="00F635DB">
        <w:rPr>
          <w:vertAlign w:val="superscript"/>
        </w:rPr>
        <w:t>me</w:t>
      </w:r>
      <w:r w:rsidR="00F635DB">
        <w:t> </w:t>
      </w:r>
      <w:r w:rsidRPr="009071AC">
        <w:t>d</w:t>
      </w:r>
      <w:r w:rsidR="00F635DB">
        <w:t>’</w:t>
      </w:r>
      <w:r w:rsidRPr="009071AC">
        <w:t>Argelès lui barra le passage</w:t>
      </w:r>
      <w:r w:rsidR="00F635DB">
        <w:t>.</w:t>
      </w:r>
    </w:p>
    <w:p w14:paraId="54700A59" w14:textId="77777777" w:rsidR="00F635DB" w:rsidRDefault="00F635DB" w:rsidP="00F635DB">
      <w:r>
        <w:t>— </w:t>
      </w:r>
      <w:r w:rsidR="00855694" w:rsidRPr="009071AC">
        <w:t>Je vous en prie</w:t>
      </w:r>
      <w:r>
        <w:t xml:space="preserve">, </w:t>
      </w:r>
      <w:r w:rsidR="00855694" w:rsidRPr="009071AC">
        <w:t>monsieur</w:t>
      </w:r>
      <w:r>
        <w:t xml:space="preserve">, </w:t>
      </w:r>
      <w:r w:rsidR="00855694" w:rsidRPr="009071AC">
        <w:t>lui dit-elle</w:t>
      </w:r>
      <w:r>
        <w:t xml:space="preserve">… </w:t>
      </w:r>
      <w:r w:rsidR="00855694" w:rsidRPr="009071AC">
        <w:t>un mot</w:t>
      </w:r>
      <w:r>
        <w:t> !…</w:t>
      </w:r>
    </w:p>
    <w:p w14:paraId="4F13BF09" w14:textId="2A4428BF" w:rsidR="00F635DB" w:rsidRDefault="00855694" w:rsidP="00F635DB">
      <w:r w:rsidRPr="009071AC">
        <w:t xml:space="preserve">Le visage de </w:t>
      </w:r>
      <w:r w:rsidR="00F635DB">
        <w:t>M</w:t>
      </w:r>
      <w:r w:rsidR="00F635DB" w:rsidRPr="00F635DB">
        <w:rPr>
          <w:vertAlign w:val="superscript"/>
        </w:rPr>
        <w:t>me</w:t>
      </w:r>
      <w:r w:rsidR="00F635DB">
        <w:t> </w:t>
      </w:r>
      <w:r w:rsidRPr="009071AC">
        <w:t>d</w:t>
      </w:r>
      <w:r w:rsidR="00F635DB">
        <w:t>’</w:t>
      </w:r>
      <w:r w:rsidRPr="009071AC">
        <w:t>Argelès gardait toujours son étrange immobilité</w:t>
      </w:r>
      <w:r w:rsidR="00F635DB">
        <w:t xml:space="preserve"> ; </w:t>
      </w:r>
      <w:r w:rsidRPr="009071AC">
        <w:t>son éternel sourire voltigeait sur ses lèvres</w:t>
      </w:r>
      <w:r w:rsidR="00F635DB">
        <w:t>…</w:t>
      </w:r>
    </w:p>
    <w:p w14:paraId="38D9249E" w14:textId="77777777" w:rsidR="00F635DB" w:rsidRDefault="00855694" w:rsidP="00F635DB">
      <w:r w:rsidRPr="009071AC">
        <w:t>Et cependant son émotion était si manifeste que Pascal</w:t>
      </w:r>
      <w:r w:rsidR="00F635DB">
        <w:t xml:space="preserve">, </w:t>
      </w:r>
      <w:r w:rsidRPr="009071AC">
        <w:t>en dépit de son trouble</w:t>
      </w:r>
      <w:r w:rsidR="00F635DB">
        <w:t xml:space="preserve">, </w:t>
      </w:r>
      <w:r w:rsidRPr="009071AC">
        <w:t>la remarqua et s</w:t>
      </w:r>
      <w:r w:rsidR="00F635DB">
        <w:t>’</w:t>
      </w:r>
      <w:r w:rsidRPr="009071AC">
        <w:t>en étonna</w:t>
      </w:r>
      <w:r w:rsidR="00F635DB">
        <w:t>.</w:t>
      </w:r>
    </w:p>
    <w:p w14:paraId="2FCCD7F9" w14:textId="77777777" w:rsidR="00F635DB" w:rsidRDefault="00F635DB" w:rsidP="00F635DB">
      <w:r>
        <w:t>— </w:t>
      </w:r>
      <w:r w:rsidR="00855694" w:rsidRPr="009071AC">
        <w:t>Je suis à vos ordres</w:t>
      </w:r>
      <w:r>
        <w:t xml:space="preserve">, </w:t>
      </w:r>
      <w:r w:rsidR="00855694" w:rsidRPr="009071AC">
        <w:t>madame</w:t>
      </w:r>
      <w:r>
        <w:t xml:space="preserve">, </w:t>
      </w:r>
      <w:r w:rsidR="00855694" w:rsidRPr="009071AC">
        <w:t>balbutia-t-il en s</w:t>
      </w:r>
      <w:r>
        <w:t>’</w:t>
      </w:r>
      <w:r w:rsidR="00855694" w:rsidRPr="009071AC">
        <w:t>inclinant</w:t>
      </w:r>
      <w:r>
        <w:t>.</w:t>
      </w:r>
    </w:p>
    <w:p w14:paraId="197C4D87" w14:textId="77777777" w:rsidR="00F635DB" w:rsidRDefault="00855694" w:rsidP="00F635DB">
      <w:r w:rsidRPr="009071AC">
        <w:t>Aussitôt elle lui prit le bras</w:t>
      </w:r>
      <w:r w:rsidR="00F635DB">
        <w:t xml:space="preserve">, </w:t>
      </w:r>
      <w:r w:rsidRPr="009071AC">
        <w:t>et l</w:t>
      </w:r>
      <w:r w:rsidR="00F635DB">
        <w:t>’</w:t>
      </w:r>
      <w:r w:rsidRPr="009071AC">
        <w:t>entraînant vers l</w:t>
      </w:r>
      <w:r w:rsidR="00F635DB">
        <w:t>’</w:t>
      </w:r>
      <w:r w:rsidRPr="009071AC">
        <w:t>embrasure d</w:t>
      </w:r>
      <w:r w:rsidR="00F635DB">
        <w:t>’</w:t>
      </w:r>
      <w:r w:rsidRPr="009071AC">
        <w:t>une fenêtre</w:t>
      </w:r>
      <w:r w:rsidR="00F635DB">
        <w:t> :</w:t>
      </w:r>
    </w:p>
    <w:p w14:paraId="13E26ABC" w14:textId="77777777" w:rsidR="00F635DB" w:rsidRDefault="00F635DB" w:rsidP="00F635DB">
      <w:r>
        <w:t>— </w:t>
      </w:r>
      <w:r w:rsidR="00855694" w:rsidRPr="009071AC">
        <w:t>Je ne suis pas connue de vous</w:t>
      </w:r>
      <w:r>
        <w:t xml:space="preserve">, </w:t>
      </w:r>
      <w:r w:rsidR="00855694" w:rsidRPr="009071AC">
        <w:t>monsieur</w:t>
      </w:r>
      <w:r>
        <w:t xml:space="preserve">, </w:t>
      </w:r>
      <w:r w:rsidR="00855694" w:rsidRPr="009071AC">
        <w:t>dit-elle très-bas et très-vite</w:t>
      </w:r>
      <w:r>
        <w:t xml:space="preserve">, </w:t>
      </w:r>
      <w:r w:rsidR="00855694" w:rsidRPr="009071AC">
        <w:t>et pourtant j</w:t>
      </w:r>
      <w:r>
        <w:t>’</w:t>
      </w:r>
      <w:r w:rsidR="00855694" w:rsidRPr="009071AC">
        <w:t>ai à vous demander</w:t>
      </w:r>
      <w:r>
        <w:t xml:space="preserve">, </w:t>
      </w:r>
      <w:r w:rsidR="00855694" w:rsidRPr="009071AC">
        <w:t>il faut que je vous demande un grand service</w:t>
      </w:r>
      <w:r>
        <w:t>.</w:t>
      </w:r>
    </w:p>
    <w:p w14:paraId="63D7499A" w14:textId="77777777" w:rsidR="00F635DB" w:rsidRDefault="00F635DB" w:rsidP="00F635DB">
      <w:r>
        <w:lastRenderedPageBreak/>
        <w:t>— </w:t>
      </w:r>
      <w:r w:rsidR="00855694" w:rsidRPr="009071AC">
        <w:t>Parlez</w:t>
      </w:r>
      <w:r>
        <w:t xml:space="preserve">, </w:t>
      </w:r>
      <w:r w:rsidR="00855694" w:rsidRPr="009071AC">
        <w:t>madame</w:t>
      </w:r>
      <w:r>
        <w:t>.</w:t>
      </w:r>
    </w:p>
    <w:p w14:paraId="1AEE3CB1" w14:textId="77777777" w:rsidR="00F635DB" w:rsidRDefault="00855694" w:rsidP="00F635DB">
      <w:r w:rsidRPr="009071AC">
        <w:t>Elle hésita</w:t>
      </w:r>
      <w:r w:rsidR="00F635DB">
        <w:t xml:space="preserve">, </w:t>
      </w:r>
      <w:r w:rsidRPr="009071AC">
        <w:t>comme si elle eût cherché des termes pour traduire sa pensée</w:t>
      </w:r>
      <w:r w:rsidR="00F635DB">
        <w:t xml:space="preserve"> ; </w:t>
      </w:r>
      <w:r w:rsidRPr="009071AC">
        <w:t>puis d</w:t>
      </w:r>
      <w:r w:rsidR="00F635DB">
        <w:t>’</w:t>
      </w:r>
      <w:r w:rsidRPr="009071AC">
        <w:t>une voix brève elle reprit</w:t>
      </w:r>
      <w:r w:rsidR="00F635DB">
        <w:t> :</w:t>
      </w:r>
    </w:p>
    <w:p w14:paraId="169B3092" w14:textId="77777777" w:rsidR="00F635DB" w:rsidRDefault="00F635DB" w:rsidP="00F635DB">
      <w:r>
        <w:t>— </w:t>
      </w:r>
      <w:r w:rsidR="00855694" w:rsidRPr="009071AC">
        <w:t>Vous allez vous retirer à l</w:t>
      </w:r>
      <w:r>
        <w:t>’</w:t>
      </w:r>
      <w:r w:rsidR="00855694" w:rsidRPr="009071AC">
        <w:t>instant</w:t>
      </w:r>
      <w:r>
        <w:t xml:space="preserve">… </w:t>
      </w:r>
      <w:r w:rsidR="00855694" w:rsidRPr="009071AC">
        <w:t>sans rien dire à personne</w:t>
      </w:r>
      <w:r>
        <w:t xml:space="preserve">… </w:t>
      </w:r>
      <w:r w:rsidR="00855694" w:rsidRPr="009071AC">
        <w:t>pendant que les autres soupent</w:t>
      </w:r>
      <w:r>
        <w:t>.</w:t>
      </w:r>
    </w:p>
    <w:p w14:paraId="3CDF7762" w14:textId="77777777" w:rsidR="00F635DB" w:rsidRDefault="00855694" w:rsidP="00F635DB">
      <w:r w:rsidRPr="009071AC">
        <w:t>L</w:t>
      </w:r>
      <w:r w:rsidR="00F635DB">
        <w:t>’</w:t>
      </w:r>
      <w:r w:rsidRPr="009071AC">
        <w:t>étonnement de Pascal devint stupeur</w:t>
      </w:r>
      <w:r w:rsidR="00F635DB">
        <w:t>.</w:t>
      </w:r>
    </w:p>
    <w:p w14:paraId="16F5550F" w14:textId="77777777" w:rsidR="00F635DB" w:rsidRDefault="00F635DB" w:rsidP="00F635DB">
      <w:r>
        <w:t>— </w:t>
      </w:r>
      <w:r w:rsidR="00855694" w:rsidRPr="009071AC">
        <w:t>Pourquoi me retirer</w:t>
      </w:r>
      <w:r>
        <w:t xml:space="preserve"> ? </w:t>
      </w:r>
      <w:r w:rsidR="00855694" w:rsidRPr="009071AC">
        <w:t>interrogea-t-il</w:t>
      </w:r>
      <w:r>
        <w:t>.</w:t>
      </w:r>
    </w:p>
    <w:p w14:paraId="3805071E" w14:textId="77777777" w:rsidR="00F635DB" w:rsidRDefault="00F635DB" w:rsidP="00F635DB">
      <w:r>
        <w:t>— </w:t>
      </w:r>
      <w:r w:rsidR="00855694" w:rsidRPr="009071AC">
        <w:t>Parce que</w:t>
      </w:r>
      <w:r>
        <w:t xml:space="preserve">… </w:t>
      </w:r>
      <w:r w:rsidR="00855694" w:rsidRPr="009071AC">
        <w:t>mais non</w:t>
      </w:r>
      <w:r>
        <w:t xml:space="preserve">, </w:t>
      </w:r>
      <w:r w:rsidR="00855694" w:rsidRPr="009071AC">
        <w:t>je ne puis vous le dire</w:t>
      </w:r>
      <w:r>
        <w:t xml:space="preserve">. </w:t>
      </w:r>
      <w:r w:rsidR="00855694" w:rsidRPr="009071AC">
        <w:t>Supposez que c</w:t>
      </w:r>
      <w:r>
        <w:t>’</w:t>
      </w:r>
      <w:r w:rsidR="00855694" w:rsidRPr="009071AC">
        <w:t>est un caprice</w:t>
      </w:r>
      <w:r>
        <w:t xml:space="preserve">, </w:t>
      </w:r>
      <w:r w:rsidR="00855694" w:rsidRPr="009071AC">
        <w:t>c</w:t>
      </w:r>
      <w:r>
        <w:t>’</w:t>
      </w:r>
      <w:r w:rsidR="00855694" w:rsidRPr="009071AC">
        <w:t>en est un</w:t>
      </w:r>
      <w:r>
        <w:t xml:space="preserve">… </w:t>
      </w:r>
      <w:r w:rsidR="00855694" w:rsidRPr="009071AC">
        <w:t>je vous en prie</w:t>
      </w:r>
      <w:r>
        <w:t xml:space="preserve">, </w:t>
      </w:r>
      <w:r w:rsidR="00855694" w:rsidRPr="009071AC">
        <w:t>ne me refusez pas</w:t>
      </w:r>
      <w:r>
        <w:t xml:space="preserve">… </w:t>
      </w:r>
      <w:r w:rsidR="00855694" w:rsidRPr="009071AC">
        <w:t>Faites cela pour moi</w:t>
      </w:r>
      <w:r>
        <w:t xml:space="preserve">, </w:t>
      </w:r>
      <w:r w:rsidR="00855694" w:rsidRPr="009071AC">
        <w:t>et je vous en garderai une éternelle reconnaissance</w:t>
      </w:r>
      <w:r>
        <w:t>.</w:t>
      </w:r>
    </w:p>
    <w:p w14:paraId="6C3C7701" w14:textId="77777777" w:rsidR="00F635DB" w:rsidRDefault="00855694" w:rsidP="00F635DB">
      <w:r w:rsidRPr="009071AC">
        <w:t>Il y avait dans sa voix</w:t>
      </w:r>
      <w:r w:rsidR="00F635DB">
        <w:t xml:space="preserve">, </w:t>
      </w:r>
      <w:r w:rsidRPr="009071AC">
        <w:t>dans son attitude</w:t>
      </w:r>
      <w:r w:rsidR="00F635DB">
        <w:t xml:space="preserve">, </w:t>
      </w:r>
      <w:r w:rsidRPr="009071AC">
        <w:t>une telle intensité de supplication</w:t>
      </w:r>
      <w:r w:rsidR="00F635DB">
        <w:t xml:space="preserve">, </w:t>
      </w:r>
      <w:r w:rsidRPr="009071AC">
        <w:t>que Pascal en eut le cœur serrée Il sentit tressaillir et s</w:t>
      </w:r>
      <w:r w:rsidR="00F635DB">
        <w:t>’</w:t>
      </w:r>
      <w:r w:rsidRPr="009071AC">
        <w:t>agiter en lui le vague pressentiment de quelque terrible et irréparable malheur</w:t>
      </w:r>
      <w:r w:rsidR="00F635DB">
        <w:t>.</w:t>
      </w:r>
    </w:p>
    <w:p w14:paraId="4ABF4AF9" w14:textId="77777777" w:rsidR="00F635DB" w:rsidRDefault="00855694" w:rsidP="00F635DB">
      <w:r w:rsidRPr="009071AC">
        <w:t>Il branla la tête</w:t>
      </w:r>
      <w:r w:rsidR="00F635DB">
        <w:t xml:space="preserve">, </w:t>
      </w:r>
      <w:r w:rsidRPr="009071AC">
        <w:t>cependant</w:t>
      </w:r>
      <w:r w:rsidR="00F635DB">
        <w:t xml:space="preserve">, </w:t>
      </w:r>
      <w:r w:rsidRPr="009071AC">
        <w:t>d</w:t>
      </w:r>
      <w:r w:rsidR="00F635DB">
        <w:t>’</w:t>
      </w:r>
      <w:r w:rsidRPr="009071AC">
        <w:t>un air triste</w:t>
      </w:r>
      <w:r w:rsidR="00F635DB">
        <w:t xml:space="preserve"> ; </w:t>
      </w:r>
      <w:r w:rsidRPr="009071AC">
        <w:t>et d</w:t>
      </w:r>
      <w:r w:rsidR="00F635DB">
        <w:t>’</w:t>
      </w:r>
      <w:r w:rsidRPr="009071AC">
        <w:t>un ton amer</w:t>
      </w:r>
      <w:r w:rsidR="00F635DB">
        <w:t> :</w:t>
      </w:r>
    </w:p>
    <w:p w14:paraId="110412E5" w14:textId="77777777" w:rsidR="00F635DB" w:rsidRDefault="00F635DB" w:rsidP="00F635DB">
      <w:r>
        <w:t>— </w:t>
      </w:r>
      <w:r w:rsidR="00855694" w:rsidRPr="009071AC">
        <w:t>Vous ne savez sans doute pas</w:t>
      </w:r>
      <w:r>
        <w:t xml:space="preserve">, </w:t>
      </w:r>
      <w:r w:rsidR="00855694" w:rsidRPr="009071AC">
        <w:t>madame</w:t>
      </w:r>
      <w:r>
        <w:t xml:space="preserve">, </w:t>
      </w:r>
      <w:r w:rsidR="00855694" w:rsidRPr="009071AC">
        <w:t>fit-il</w:t>
      </w:r>
      <w:r>
        <w:t xml:space="preserve">, </w:t>
      </w:r>
      <w:r w:rsidR="00855694" w:rsidRPr="009071AC">
        <w:t>que je viens de gagner plus de trente mille francs</w:t>
      </w:r>
      <w:r>
        <w:t> ?</w:t>
      </w:r>
    </w:p>
    <w:p w14:paraId="3FD678BC" w14:textId="77777777" w:rsidR="00F635DB" w:rsidRDefault="00F635DB" w:rsidP="00F635DB">
      <w:r>
        <w:t>— </w:t>
      </w:r>
      <w:r w:rsidR="00855694" w:rsidRPr="009071AC">
        <w:t>Si</w:t>
      </w:r>
      <w:r>
        <w:t xml:space="preserve">… </w:t>
      </w:r>
      <w:r w:rsidR="00855694" w:rsidRPr="009071AC">
        <w:t>je le sais</w:t>
      </w:r>
      <w:r>
        <w:t xml:space="preserve">. </w:t>
      </w:r>
      <w:r w:rsidR="00855694" w:rsidRPr="009071AC">
        <w:t>Raison de plus pour mettre votre gain à l</w:t>
      </w:r>
      <w:r>
        <w:t>’</w:t>
      </w:r>
      <w:r w:rsidR="00855694" w:rsidRPr="009071AC">
        <w:t>abri d</w:t>
      </w:r>
      <w:r>
        <w:t>’</w:t>
      </w:r>
      <w:r w:rsidR="00855694" w:rsidRPr="009071AC">
        <w:t>un retour probable de fortune</w:t>
      </w:r>
      <w:r>
        <w:t xml:space="preserve">. </w:t>
      </w:r>
      <w:r w:rsidR="00855694" w:rsidRPr="009071AC">
        <w:t>On fait très-bien Charlemagne chez moi</w:t>
      </w:r>
      <w:r>
        <w:t xml:space="preserve">, </w:t>
      </w:r>
      <w:r w:rsidR="00855694" w:rsidRPr="009071AC">
        <w:t>c</w:t>
      </w:r>
      <w:r>
        <w:t>’</w:t>
      </w:r>
      <w:r w:rsidR="00855694" w:rsidRPr="009071AC">
        <w:t>est admis</w:t>
      </w:r>
      <w:r>
        <w:t xml:space="preserve">. </w:t>
      </w:r>
      <w:r w:rsidR="00855694" w:rsidRPr="009071AC">
        <w:t>L</w:t>
      </w:r>
      <w:r>
        <w:t>’</w:t>
      </w:r>
      <w:r w:rsidR="00855694" w:rsidRPr="009071AC">
        <w:t>autre nuit</w:t>
      </w:r>
      <w:r>
        <w:t xml:space="preserve">, </w:t>
      </w:r>
      <w:r w:rsidR="00855694" w:rsidRPr="009071AC">
        <w:t>le comte d</w:t>
      </w:r>
      <w:r>
        <w:t>’</w:t>
      </w:r>
      <w:proofErr w:type="spellStart"/>
      <w:r w:rsidR="00855694" w:rsidRPr="009071AC">
        <w:t>Antas</w:t>
      </w:r>
      <w:proofErr w:type="spellEnd"/>
      <w:r w:rsidR="00855694" w:rsidRPr="009071AC">
        <w:t xml:space="preserve"> s</w:t>
      </w:r>
      <w:r>
        <w:t>’</w:t>
      </w:r>
      <w:r w:rsidR="00855694" w:rsidRPr="009071AC">
        <w:t>est fort subtilement esquivé nu tête</w:t>
      </w:r>
      <w:r>
        <w:t xml:space="preserve">… </w:t>
      </w:r>
      <w:r w:rsidR="00855694" w:rsidRPr="009071AC">
        <w:t>Il emportait mille louis et laissait aux décavés son chapeau en échange</w:t>
      </w:r>
      <w:r>
        <w:t xml:space="preserve">. </w:t>
      </w:r>
      <w:r w:rsidR="00855694" w:rsidRPr="009071AC">
        <w:t>Le comte est un galant homme</w:t>
      </w:r>
      <w:r>
        <w:t xml:space="preserve">, </w:t>
      </w:r>
      <w:r w:rsidR="00855694" w:rsidRPr="009071AC">
        <w:t>et loin de le blâmer</w:t>
      </w:r>
      <w:r>
        <w:t xml:space="preserve">, </w:t>
      </w:r>
      <w:r w:rsidR="00855694" w:rsidRPr="009071AC">
        <w:t>le lendemain on a ri</w:t>
      </w:r>
      <w:r>
        <w:t xml:space="preserve">… </w:t>
      </w:r>
      <w:r w:rsidR="00855694" w:rsidRPr="009071AC">
        <w:t>Allons</w:t>
      </w:r>
      <w:r>
        <w:t xml:space="preserve">, </w:t>
      </w:r>
      <w:r w:rsidR="00855694" w:rsidRPr="009071AC">
        <w:t>vous êtes décidé</w:t>
      </w:r>
      <w:r>
        <w:t xml:space="preserve">, </w:t>
      </w:r>
      <w:r w:rsidR="00855694" w:rsidRPr="009071AC">
        <w:t>je le vois</w:t>
      </w:r>
      <w:r>
        <w:t xml:space="preserve">, </w:t>
      </w:r>
      <w:r w:rsidR="00855694" w:rsidRPr="009071AC">
        <w:t>venez</w:t>
      </w:r>
      <w:r>
        <w:t xml:space="preserve">… </w:t>
      </w:r>
      <w:r w:rsidR="00855694" w:rsidRPr="009071AC">
        <w:t>Pour plus de sûreté</w:t>
      </w:r>
      <w:r>
        <w:t xml:space="preserve">, </w:t>
      </w:r>
      <w:r w:rsidR="00855694" w:rsidRPr="009071AC">
        <w:t>je vais vous faire passer par l</w:t>
      </w:r>
      <w:r>
        <w:t>’</w:t>
      </w:r>
      <w:r w:rsidR="00855694" w:rsidRPr="009071AC">
        <w:t>escalier de service</w:t>
      </w:r>
      <w:r>
        <w:t xml:space="preserve"> ; </w:t>
      </w:r>
      <w:r w:rsidR="00855694" w:rsidRPr="009071AC">
        <w:t>personne ne vous verra</w:t>
      </w:r>
      <w:r>
        <w:t>…</w:t>
      </w:r>
    </w:p>
    <w:p w14:paraId="0E329262" w14:textId="77777777" w:rsidR="00F635DB" w:rsidRDefault="00855694" w:rsidP="00F635DB">
      <w:r w:rsidRPr="009071AC">
        <w:lastRenderedPageBreak/>
        <w:t>Pascal avait été ébranlé</w:t>
      </w:r>
      <w:r w:rsidR="00F635DB">
        <w:t xml:space="preserve">, </w:t>
      </w:r>
      <w:r w:rsidRPr="009071AC">
        <w:t>en effet</w:t>
      </w:r>
      <w:r w:rsidR="00F635DB">
        <w:t xml:space="preserve">, </w:t>
      </w:r>
      <w:r w:rsidRPr="009071AC">
        <w:t>mais cette perspective d</w:t>
      </w:r>
      <w:r w:rsidR="00F635DB">
        <w:t>’</w:t>
      </w:r>
      <w:r w:rsidRPr="009071AC">
        <w:t>évasion par un escalier de service révolta sa fierté</w:t>
      </w:r>
      <w:r w:rsidR="00F635DB">
        <w:t>.</w:t>
      </w:r>
    </w:p>
    <w:p w14:paraId="6C3C6091" w14:textId="77777777" w:rsidR="00F635DB" w:rsidRDefault="00F635DB" w:rsidP="00F635DB">
      <w:r>
        <w:t>— </w:t>
      </w:r>
      <w:r w:rsidR="00855694" w:rsidRPr="009071AC">
        <w:t>C</w:t>
      </w:r>
      <w:r>
        <w:t>’</w:t>
      </w:r>
      <w:r w:rsidR="00855694" w:rsidRPr="009071AC">
        <w:t>est à quoi je ne consentirai jamais</w:t>
      </w:r>
      <w:r>
        <w:t xml:space="preserve"> ! </w:t>
      </w:r>
      <w:r w:rsidR="00855694" w:rsidRPr="009071AC">
        <w:t>déclara-t-il</w:t>
      </w:r>
      <w:r>
        <w:t xml:space="preserve">. </w:t>
      </w:r>
      <w:r w:rsidR="00855694" w:rsidRPr="009071AC">
        <w:t>Que penserait-on de moi</w:t>
      </w:r>
      <w:r>
        <w:t xml:space="preserve"> ? </w:t>
      </w:r>
      <w:r w:rsidR="00855694" w:rsidRPr="009071AC">
        <w:t>Je dois une revanche</w:t>
      </w:r>
      <w:r>
        <w:t xml:space="preserve">, </w:t>
      </w:r>
      <w:r w:rsidR="00855694" w:rsidRPr="009071AC">
        <w:t>je la donnerai</w:t>
      </w:r>
      <w:r>
        <w:t>.</w:t>
      </w:r>
    </w:p>
    <w:p w14:paraId="4B7629A8" w14:textId="022884D6" w:rsidR="00F635DB" w:rsidRDefault="00855694" w:rsidP="00F635DB">
      <w:r w:rsidRPr="009071AC">
        <w:t xml:space="preserve">Ni </w:t>
      </w:r>
      <w:r w:rsidR="00F635DB">
        <w:t>M</w:t>
      </w:r>
      <w:r w:rsidR="00F635DB" w:rsidRPr="00F635DB">
        <w:rPr>
          <w:vertAlign w:val="superscript"/>
        </w:rPr>
        <w:t>me</w:t>
      </w:r>
      <w:r w:rsidR="00F635DB">
        <w:t> </w:t>
      </w:r>
      <w:r w:rsidRPr="009071AC">
        <w:t>d</w:t>
      </w:r>
      <w:r w:rsidR="00F635DB">
        <w:t>’</w:t>
      </w:r>
      <w:r w:rsidRPr="009071AC">
        <w:t>Argelès ni Pascal n</w:t>
      </w:r>
      <w:r w:rsidR="00F635DB">
        <w:t>’</w:t>
      </w:r>
      <w:r w:rsidRPr="009071AC">
        <w:t xml:space="preserve">avaient aperçu </w:t>
      </w:r>
      <w:r w:rsidR="00F635DB">
        <w:t>M. de </w:t>
      </w:r>
      <w:proofErr w:type="spellStart"/>
      <w:r w:rsidRPr="009071AC">
        <w:t>Coralth</w:t>
      </w:r>
      <w:proofErr w:type="spellEnd"/>
      <w:r w:rsidR="00F635DB">
        <w:t xml:space="preserve">, </w:t>
      </w:r>
      <w:r w:rsidRPr="009071AC">
        <w:t>qui s</w:t>
      </w:r>
      <w:r w:rsidR="00F635DB">
        <w:t>’</w:t>
      </w:r>
      <w:r w:rsidRPr="009071AC">
        <w:t>était avancé sur la pointe du pied</w:t>
      </w:r>
      <w:r w:rsidR="00F635DB">
        <w:t xml:space="preserve">, </w:t>
      </w:r>
      <w:r w:rsidRPr="009071AC">
        <w:t>et qui</w:t>
      </w:r>
      <w:r w:rsidR="00F635DB">
        <w:t xml:space="preserve">, </w:t>
      </w:r>
      <w:r w:rsidRPr="009071AC">
        <w:t>dissimulé derrière un rideau</w:t>
      </w:r>
      <w:r w:rsidR="00F635DB">
        <w:t xml:space="preserve">, </w:t>
      </w:r>
      <w:r w:rsidRPr="009071AC">
        <w:t>écoutait</w:t>
      </w:r>
      <w:r w:rsidR="00F635DB">
        <w:t>.</w:t>
      </w:r>
    </w:p>
    <w:p w14:paraId="3046B7AD" w14:textId="77777777" w:rsidR="00F635DB" w:rsidRDefault="00855694" w:rsidP="00F635DB">
      <w:r w:rsidRPr="009071AC">
        <w:t>À ce moment</w:t>
      </w:r>
      <w:r w:rsidR="00F635DB">
        <w:t xml:space="preserve">, </w:t>
      </w:r>
      <w:r w:rsidRPr="009071AC">
        <w:t>il se montra brusquement</w:t>
      </w:r>
      <w:r w:rsidR="00F635DB">
        <w:t>.</w:t>
      </w:r>
    </w:p>
    <w:p w14:paraId="5D4AC53D" w14:textId="77777777" w:rsidR="00F635DB" w:rsidRDefault="00F635DB" w:rsidP="00F635DB">
      <w:r>
        <w:t>— </w:t>
      </w:r>
      <w:r w:rsidR="00855694" w:rsidRPr="009071AC">
        <w:t>Parbleu</w:t>
      </w:r>
      <w:r>
        <w:t xml:space="preserve"> !… </w:t>
      </w:r>
      <w:r w:rsidR="00855694" w:rsidRPr="009071AC">
        <w:t>cher avocat</w:t>
      </w:r>
      <w:r>
        <w:t xml:space="preserve">, </w:t>
      </w:r>
      <w:r w:rsidR="00855694" w:rsidRPr="009071AC">
        <w:t>dit-il du ton le plus dégagé</w:t>
      </w:r>
      <w:r>
        <w:t xml:space="preserve">, </w:t>
      </w:r>
      <w:r w:rsidR="00855694" w:rsidRPr="009071AC">
        <w:t>j</w:t>
      </w:r>
      <w:r>
        <w:t>’</w:t>
      </w:r>
      <w:r w:rsidR="00855694" w:rsidRPr="009071AC">
        <w:t>admire vos scrupules</w:t>
      </w:r>
      <w:r>
        <w:t xml:space="preserve"> !… </w:t>
      </w:r>
      <w:r w:rsidR="00855694" w:rsidRPr="009071AC">
        <w:t>Madame a cent fois raison</w:t>
      </w:r>
      <w:r>
        <w:t xml:space="preserve">, </w:t>
      </w:r>
      <w:r w:rsidR="00855694" w:rsidRPr="009071AC">
        <w:t>levez le pied</w:t>
      </w:r>
      <w:r>
        <w:t xml:space="preserve">, </w:t>
      </w:r>
      <w:r w:rsidR="00855694" w:rsidRPr="009071AC">
        <w:t>Si j</w:t>
      </w:r>
      <w:r>
        <w:t>’</w:t>
      </w:r>
      <w:r w:rsidR="00855694" w:rsidRPr="009071AC">
        <w:t>étais à votre place</w:t>
      </w:r>
      <w:r>
        <w:t xml:space="preserve">, </w:t>
      </w:r>
      <w:r w:rsidR="00855694" w:rsidRPr="009071AC">
        <w:t>moi</w:t>
      </w:r>
      <w:r>
        <w:t xml:space="preserve">, </w:t>
      </w:r>
      <w:r w:rsidR="00855694" w:rsidRPr="009071AC">
        <w:t>si je gagnais ce que vous gagnez</w:t>
      </w:r>
      <w:r>
        <w:t xml:space="preserve">, </w:t>
      </w:r>
      <w:r w:rsidR="00855694" w:rsidRPr="009071AC">
        <w:t>au lieu de perdre mille écus</w:t>
      </w:r>
      <w:r>
        <w:t xml:space="preserve">, </w:t>
      </w:r>
      <w:r w:rsidR="00855694" w:rsidRPr="009071AC">
        <w:t>je n</w:t>
      </w:r>
      <w:r>
        <w:t>’</w:t>
      </w:r>
      <w:r w:rsidR="00855694" w:rsidRPr="009071AC">
        <w:t>hésiterais pas</w:t>
      </w:r>
      <w:r>
        <w:t xml:space="preserve">. </w:t>
      </w:r>
      <w:r w:rsidR="00855694" w:rsidRPr="009071AC">
        <w:t>Les autres penseraient tout ce qu</w:t>
      </w:r>
      <w:r>
        <w:t>’</w:t>
      </w:r>
      <w:r w:rsidR="00855694" w:rsidRPr="009071AC">
        <w:t>ils voudraient</w:t>
      </w:r>
      <w:r>
        <w:t xml:space="preserve">. </w:t>
      </w:r>
      <w:r w:rsidR="00855694" w:rsidRPr="009071AC">
        <w:t>Vous avez l</w:t>
      </w:r>
      <w:r>
        <w:t>’</w:t>
      </w:r>
      <w:r w:rsidR="00855694" w:rsidRPr="009071AC">
        <w:t>argent</w:t>
      </w:r>
      <w:r>
        <w:t xml:space="preserve">, </w:t>
      </w:r>
      <w:r w:rsidR="00855694" w:rsidRPr="009071AC">
        <w:t>c</w:t>
      </w:r>
      <w:r>
        <w:t>’</w:t>
      </w:r>
      <w:r w:rsidR="00855694" w:rsidRPr="009071AC">
        <w:t>est le principal</w:t>
      </w:r>
      <w:r>
        <w:t>…</w:t>
      </w:r>
    </w:p>
    <w:p w14:paraId="286A308E" w14:textId="77777777" w:rsidR="00F635DB" w:rsidRDefault="00855694" w:rsidP="00F635DB">
      <w:r w:rsidRPr="009071AC">
        <w:t>Pour la seconde fois</w:t>
      </w:r>
      <w:r w:rsidR="00F635DB">
        <w:t xml:space="preserve">, </w:t>
      </w:r>
      <w:r w:rsidRPr="009071AC">
        <w:t>l</w:t>
      </w:r>
      <w:r w:rsidR="00F635DB">
        <w:t>’</w:t>
      </w:r>
      <w:r w:rsidRPr="009071AC">
        <w:t>intervention du vicomte eut sur Pascal une influence décisive</w:t>
      </w:r>
      <w:r w:rsidR="00F635DB">
        <w:t>.</w:t>
      </w:r>
    </w:p>
    <w:p w14:paraId="767B4850" w14:textId="77777777" w:rsidR="00F635DB" w:rsidRDefault="00F635DB" w:rsidP="00F635DB">
      <w:r>
        <w:t>— </w:t>
      </w:r>
      <w:r w:rsidR="00855694" w:rsidRPr="009071AC">
        <w:t>Je reste</w:t>
      </w:r>
      <w:r>
        <w:t xml:space="preserve"> !… </w:t>
      </w:r>
      <w:r w:rsidR="00855694" w:rsidRPr="009071AC">
        <w:t>répéta-t-il résolument</w:t>
      </w:r>
      <w:r>
        <w:t>.</w:t>
      </w:r>
    </w:p>
    <w:p w14:paraId="6998AB73" w14:textId="0C8541C1" w:rsidR="00F635DB" w:rsidRDefault="00855694" w:rsidP="00F635DB">
      <w:r w:rsidRPr="009071AC">
        <w:t xml:space="preserve">Mais </w:t>
      </w:r>
      <w:r w:rsidR="00F635DB">
        <w:t>M</w:t>
      </w:r>
      <w:r w:rsidR="00F635DB" w:rsidRPr="00F635DB">
        <w:rPr>
          <w:vertAlign w:val="superscript"/>
        </w:rPr>
        <w:t>me</w:t>
      </w:r>
      <w:r w:rsidR="00F635DB">
        <w:t> </w:t>
      </w:r>
      <w:r w:rsidRPr="009071AC">
        <w:t>d</w:t>
      </w:r>
      <w:r w:rsidR="00F635DB">
        <w:t>’</w:t>
      </w:r>
      <w:r w:rsidRPr="009071AC">
        <w:t>Argelès s</w:t>
      </w:r>
      <w:r w:rsidR="00F635DB">
        <w:t>’</w:t>
      </w:r>
      <w:r w:rsidRPr="009071AC">
        <w:t>attachait à lui</w:t>
      </w:r>
      <w:r w:rsidR="00F635DB">
        <w:t>.</w:t>
      </w:r>
    </w:p>
    <w:p w14:paraId="219AD412" w14:textId="77777777" w:rsidR="00F635DB" w:rsidRDefault="00F635DB" w:rsidP="00F635DB">
      <w:r>
        <w:t>— </w:t>
      </w:r>
      <w:r w:rsidR="00855694" w:rsidRPr="009071AC">
        <w:t>Je vous en conjure</w:t>
      </w:r>
      <w:r>
        <w:t xml:space="preserve">, </w:t>
      </w:r>
      <w:r w:rsidR="00855694" w:rsidRPr="009071AC">
        <w:t>monsieur</w:t>
      </w:r>
      <w:r>
        <w:t xml:space="preserve">, </w:t>
      </w:r>
      <w:r w:rsidR="00855694" w:rsidRPr="009071AC">
        <w:t>disait-elle</w:t>
      </w:r>
      <w:r>
        <w:t xml:space="preserve">… </w:t>
      </w:r>
      <w:r w:rsidR="00855694" w:rsidRPr="009071AC">
        <w:t>Éloignez-vous</w:t>
      </w:r>
      <w:r>
        <w:t xml:space="preserve">, </w:t>
      </w:r>
      <w:r w:rsidR="00855694" w:rsidRPr="009071AC">
        <w:t>il en est temps encore</w:t>
      </w:r>
      <w:r>
        <w:t>…</w:t>
      </w:r>
    </w:p>
    <w:p w14:paraId="18E60A36" w14:textId="77777777" w:rsidR="00F635DB" w:rsidRDefault="00F635DB" w:rsidP="00F635DB">
      <w:r>
        <w:t>— </w:t>
      </w:r>
      <w:r w:rsidR="00855694" w:rsidRPr="009071AC">
        <w:t>Allons</w:t>
      </w:r>
      <w:r>
        <w:t xml:space="preserve"> !… </w:t>
      </w:r>
      <w:r w:rsidR="00855694" w:rsidRPr="009071AC">
        <w:t>approuva le vicomte</w:t>
      </w:r>
      <w:r>
        <w:t xml:space="preserve">, </w:t>
      </w:r>
      <w:r w:rsidR="00855694" w:rsidRPr="009071AC">
        <w:t>un bon mouvement</w:t>
      </w:r>
      <w:r>
        <w:t> !… « </w:t>
      </w:r>
      <w:r w:rsidR="00855694" w:rsidRPr="009071AC">
        <w:t>Filez à l</w:t>
      </w:r>
      <w:r>
        <w:t>’</w:t>
      </w:r>
      <w:r w:rsidR="00855694" w:rsidRPr="009071AC">
        <w:t>anglaise</w:t>
      </w:r>
      <w:r>
        <w:t> »</w:t>
      </w:r>
      <w:r w:rsidR="00855694" w:rsidRPr="009071AC">
        <w:t xml:space="preserve"> et sauvez la caisse</w:t>
      </w:r>
      <w:r>
        <w:t>.</w:t>
      </w:r>
    </w:p>
    <w:p w14:paraId="5FA9046C" w14:textId="77777777" w:rsidR="00F635DB" w:rsidRDefault="00855694" w:rsidP="00F635DB">
      <w:r w:rsidRPr="009071AC">
        <w:t>Ces derniers mots furent comme la goutte d</w:t>
      </w:r>
      <w:r w:rsidR="00F635DB">
        <w:t>’</w:t>
      </w:r>
      <w:r w:rsidRPr="009071AC">
        <w:t>eau qui fait déborder la coupe</w:t>
      </w:r>
      <w:r w:rsidR="00F635DB">
        <w:t>.</w:t>
      </w:r>
    </w:p>
    <w:p w14:paraId="28799B73" w14:textId="1C3F3C3F" w:rsidR="00F635DB" w:rsidRDefault="00855694" w:rsidP="00F635DB">
      <w:r w:rsidRPr="009071AC">
        <w:t>Rouge</w:t>
      </w:r>
      <w:r w:rsidR="00F635DB">
        <w:t xml:space="preserve">, </w:t>
      </w:r>
      <w:r w:rsidRPr="009071AC">
        <w:t>ému</w:t>
      </w:r>
      <w:r w:rsidR="00F635DB">
        <w:t xml:space="preserve">, </w:t>
      </w:r>
      <w:r w:rsidRPr="009071AC">
        <w:t>troublé</w:t>
      </w:r>
      <w:r w:rsidR="00F635DB">
        <w:t xml:space="preserve">, </w:t>
      </w:r>
      <w:r w:rsidRPr="009071AC">
        <w:t>assailli par les plus étranges idées</w:t>
      </w:r>
      <w:r w:rsidR="00F635DB">
        <w:t xml:space="preserve">, </w:t>
      </w:r>
      <w:r w:rsidRPr="009071AC">
        <w:t xml:space="preserve">Pascal écarta </w:t>
      </w:r>
      <w:r w:rsidR="00F635DB">
        <w:t>M</w:t>
      </w:r>
      <w:r w:rsidR="00F635DB" w:rsidRPr="00F635DB">
        <w:rPr>
          <w:vertAlign w:val="superscript"/>
        </w:rPr>
        <w:t>me</w:t>
      </w:r>
      <w:r w:rsidR="00F635DB">
        <w:t> </w:t>
      </w:r>
      <w:r w:rsidRPr="009071AC">
        <w:t>d</w:t>
      </w:r>
      <w:r w:rsidR="00F635DB">
        <w:t>’</w:t>
      </w:r>
      <w:r w:rsidRPr="009071AC">
        <w:t>Argelès et d</w:t>
      </w:r>
      <w:r w:rsidR="00F635DB">
        <w:t>’</w:t>
      </w:r>
      <w:r w:rsidRPr="009071AC">
        <w:t>un pas roide</w:t>
      </w:r>
      <w:r w:rsidR="00F635DB">
        <w:t xml:space="preserve">, </w:t>
      </w:r>
      <w:r w:rsidRPr="009071AC">
        <w:t>se dirigea vers la salle à manger</w:t>
      </w:r>
      <w:r w:rsidR="00F635DB">
        <w:t>.</w:t>
      </w:r>
    </w:p>
    <w:p w14:paraId="1C767CF9" w14:textId="77777777" w:rsidR="00F635DB" w:rsidRDefault="00855694" w:rsidP="00F635DB">
      <w:r w:rsidRPr="009071AC">
        <w:lastRenderedPageBreak/>
        <w:t>À son entrée</w:t>
      </w:r>
      <w:r w:rsidR="00F635DB">
        <w:t xml:space="preserve">, </w:t>
      </w:r>
      <w:r w:rsidRPr="009071AC">
        <w:t>toutes les conversations cessèrent</w:t>
      </w:r>
      <w:r w:rsidR="00F635DB">
        <w:t xml:space="preserve">. </w:t>
      </w:r>
      <w:r w:rsidRPr="009071AC">
        <w:t>Il ne put pas ne pas comprendre qu</w:t>
      </w:r>
      <w:r w:rsidR="00F635DB">
        <w:t>’</w:t>
      </w:r>
      <w:r w:rsidRPr="009071AC">
        <w:t>il venait d</w:t>
      </w:r>
      <w:r w:rsidR="00F635DB">
        <w:t>’</w:t>
      </w:r>
      <w:r w:rsidRPr="009071AC">
        <w:t>être question de lui</w:t>
      </w:r>
      <w:r w:rsidR="00F635DB">
        <w:t>.</w:t>
      </w:r>
    </w:p>
    <w:p w14:paraId="43F020FD" w14:textId="77777777" w:rsidR="00F635DB" w:rsidRDefault="00855694" w:rsidP="00F635DB">
      <w:r w:rsidRPr="009071AC">
        <w:t xml:space="preserve">Un secret instinct lui disait que tous les hommes </w:t>
      </w:r>
      <w:proofErr w:type="spellStart"/>
      <w:r w:rsidRPr="009071AC">
        <w:t>rassemblés là</w:t>
      </w:r>
      <w:proofErr w:type="spellEnd"/>
      <w:r w:rsidRPr="009071AC">
        <w:t xml:space="preserve"> étaient ses ennemis</w:t>
      </w:r>
      <w:r w:rsidR="00F635DB">
        <w:t xml:space="preserve">, </w:t>
      </w:r>
      <w:r w:rsidRPr="009071AC">
        <w:t>sans qu</w:t>
      </w:r>
      <w:r w:rsidR="00F635DB">
        <w:t>’</w:t>
      </w:r>
      <w:r w:rsidRPr="009071AC">
        <w:t>il sût pourquoi</w:t>
      </w:r>
      <w:r w:rsidR="00F635DB">
        <w:t xml:space="preserve">, </w:t>
      </w:r>
      <w:r w:rsidRPr="009071AC">
        <w:t>et qu</w:t>
      </w:r>
      <w:r w:rsidR="00F635DB">
        <w:t>’</w:t>
      </w:r>
      <w:r w:rsidRPr="009071AC">
        <w:t>ils tramaient quelque chose</w:t>
      </w:r>
      <w:r w:rsidR="00F635DB">
        <w:t>.</w:t>
      </w:r>
    </w:p>
    <w:p w14:paraId="06DD7598" w14:textId="77777777" w:rsidR="00F635DB" w:rsidRDefault="00855694" w:rsidP="00F635DB">
      <w:r w:rsidRPr="009071AC">
        <w:t>Il s</w:t>
      </w:r>
      <w:r w:rsidR="00F635DB">
        <w:t>’</w:t>
      </w:r>
      <w:r w:rsidRPr="009071AC">
        <w:t>aperçut aussi que ses moindres mouvements étaient épiés et notés</w:t>
      </w:r>
      <w:r w:rsidR="00F635DB">
        <w:t>.</w:t>
      </w:r>
    </w:p>
    <w:p w14:paraId="6B851505" w14:textId="77777777" w:rsidR="00F635DB" w:rsidRDefault="00855694" w:rsidP="00F635DB">
      <w:r w:rsidRPr="009071AC">
        <w:t>Mais il était brave</w:t>
      </w:r>
      <w:r w:rsidR="00F635DB">
        <w:t xml:space="preserve">, </w:t>
      </w:r>
      <w:r w:rsidRPr="009071AC">
        <w:t>sa conscience ne lui reprochait rien</w:t>
      </w:r>
      <w:r w:rsidR="00F635DB">
        <w:t xml:space="preserve">, </w:t>
      </w:r>
      <w:r w:rsidRPr="009071AC">
        <w:t>et il était de ceux qui plutôt que d</w:t>
      </w:r>
      <w:r w:rsidR="00F635DB">
        <w:t>’</w:t>
      </w:r>
      <w:r w:rsidRPr="009071AC">
        <w:t>attendre le danger le provoquent</w:t>
      </w:r>
      <w:r w:rsidR="00F635DB">
        <w:t>.</w:t>
      </w:r>
    </w:p>
    <w:p w14:paraId="4F5FDC03" w14:textId="77777777" w:rsidR="00F635DB" w:rsidRDefault="00855694" w:rsidP="00F635DB">
      <w:r w:rsidRPr="009071AC">
        <w:t>Il alla donc</w:t>
      </w:r>
      <w:r w:rsidR="00F635DB">
        <w:t xml:space="preserve">, </w:t>
      </w:r>
      <w:r w:rsidRPr="009071AC">
        <w:t>d</w:t>
      </w:r>
      <w:r w:rsidR="00F635DB">
        <w:t>’</w:t>
      </w:r>
      <w:r w:rsidRPr="009071AC">
        <w:t>un air de défi</w:t>
      </w:r>
      <w:r w:rsidR="00F635DB">
        <w:t xml:space="preserve">, </w:t>
      </w:r>
      <w:r w:rsidRPr="009071AC">
        <w:t>s</w:t>
      </w:r>
      <w:r w:rsidR="00F635DB">
        <w:t>’</w:t>
      </w:r>
      <w:r w:rsidRPr="009071AC">
        <w:t>asseoir près d</w:t>
      </w:r>
      <w:r w:rsidR="00F635DB">
        <w:t>’</w:t>
      </w:r>
      <w:r w:rsidRPr="009071AC">
        <w:t>une jeune femme qui avait une robe de tulle rose</w:t>
      </w:r>
      <w:r w:rsidR="00F635DB">
        <w:t xml:space="preserve">, </w:t>
      </w:r>
      <w:r w:rsidRPr="009071AC">
        <w:t>et</w:t>
      </w:r>
      <w:r w:rsidR="00F635DB">
        <w:t xml:space="preserve">, </w:t>
      </w:r>
      <w:r w:rsidRPr="009071AC">
        <w:t>d</w:t>
      </w:r>
      <w:r w:rsidR="00F635DB">
        <w:t>’</w:t>
      </w:r>
      <w:r w:rsidRPr="009071AC">
        <w:t>un ton très-élevé</w:t>
      </w:r>
      <w:r w:rsidR="00F635DB">
        <w:t xml:space="preserve">, </w:t>
      </w:r>
      <w:r w:rsidRPr="009071AC">
        <w:t>il se mit à lui débiter toutes sortes de plaisanteries</w:t>
      </w:r>
      <w:r w:rsidR="00F635DB">
        <w:t xml:space="preserve">. </w:t>
      </w:r>
      <w:r w:rsidRPr="009071AC">
        <w:t>Il avait de l</w:t>
      </w:r>
      <w:r w:rsidR="00F635DB">
        <w:t>’</w:t>
      </w:r>
      <w:r w:rsidRPr="009071AC">
        <w:t>esprit</w:t>
      </w:r>
      <w:r w:rsidR="00F635DB">
        <w:t xml:space="preserve">, </w:t>
      </w:r>
      <w:r w:rsidRPr="009071AC">
        <w:t>et du meilleur</w:t>
      </w:r>
      <w:r w:rsidR="00F635DB">
        <w:t xml:space="preserve">, </w:t>
      </w:r>
      <w:r w:rsidRPr="009071AC">
        <w:t>l</w:t>
      </w:r>
      <w:r w:rsidR="00F635DB">
        <w:t>’</w:t>
      </w:r>
      <w:r w:rsidRPr="009071AC">
        <w:t>habitude de manier la parole</w:t>
      </w:r>
      <w:r w:rsidR="00F635DB">
        <w:t xml:space="preserve"> ; </w:t>
      </w:r>
      <w:r w:rsidRPr="009071AC">
        <w:t>il fut</w:t>
      </w:r>
      <w:r w:rsidR="00F635DB">
        <w:t xml:space="preserve">, </w:t>
      </w:r>
      <w:r w:rsidRPr="009071AC">
        <w:t>durant un quart d</w:t>
      </w:r>
      <w:r w:rsidR="00F635DB">
        <w:t>’</w:t>
      </w:r>
      <w:r w:rsidRPr="009071AC">
        <w:t>heure</w:t>
      </w:r>
      <w:r w:rsidR="00F635DB">
        <w:t xml:space="preserve">, </w:t>
      </w:r>
      <w:r w:rsidRPr="009071AC">
        <w:t>étourdissant de verve</w:t>
      </w:r>
      <w:r w:rsidR="00F635DB">
        <w:t xml:space="preserve">… </w:t>
      </w:r>
      <w:r w:rsidRPr="009071AC">
        <w:t>On buvait du vin de Champagne</w:t>
      </w:r>
      <w:r w:rsidR="00F635DB">
        <w:t xml:space="preserve"> ; </w:t>
      </w:r>
      <w:r w:rsidRPr="009071AC">
        <w:t>il en avala coup sur coup quatre ou cinq verres</w:t>
      </w:r>
      <w:r w:rsidR="00F635DB">
        <w:t>.</w:t>
      </w:r>
    </w:p>
    <w:p w14:paraId="25F6BD60" w14:textId="77777777" w:rsidR="00F635DB" w:rsidRDefault="00855694" w:rsidP="00F635DB">
      <w:r w:rsidRPr="009071AC">
        <w:t>Avait-il bien la conscience de ce qu</w:t>
      </w:r>
      <w:r w:rsidR="00F635DB">
        <w:t>’</w:t>
      </w:r>
      <w:r w:rsidRPr="009071AC">
        <w:t>il faisait et disait</w:t>
      </w:r>
      <w:r w:rsidR="00F635DB">
        <w:t> ?</w:t>
      </w:r>
    </w:p>
    <w:p w14:paraId="74F16BEF" w14:textId="77777777" w:rsidR="00F635DB" w:rsidRDefault="00855694" w:rsidP="00F635DB">
      <w:r w:rsidRPr="009071AC">
        <w:t>Il a depuis déclaré que non</w:t>
      </w:r>
      <w:r w:rsidR="00F635DB">
        <w:t xml:space="preserve">, </w:t>
      </w:r>
      <w:r w:rsidRPr="009071AC">
        <w:t>qu</w:t>
      </w:r>
      <w:r w:rsidR="00F635DB">
        <w:t>’</w:t>
      </w:r>
      <w:r w:rsidRPr="009071AC">
        <w:t>il agissait sous l</w:t>
      </w:r>
      <w:r w:rsidR="00F635DB">
        <w:t>’</w:t>
      </w:r>
      <w:r w:rsidRPr="009071AC">
        <w:t>empire d</w:t>
      </w:r>
      <w:r w:rsidR="00F635DB">
        <w:t>’</w:t>
      </w:r>
      <w:r w:rsidRPr="009071AC">
        <w:t>une sorte d</w:t>
      </w:r>
      <w:r w:rsidR="00F635DB">
        <w:t>’</w:t>
      </w:r>
      <w:r w:rsidRPr="009071AC">
        <w:t>hallucination</w:t>
      </w:r>
      <w:r w:rsidR="00F635DB">
        <w:t xml:space="preserve">, </w:t>
      </w:r>
      <w:r w:rsidRPr="009071AC">
        <w:t>comme il s</w:t>
      </w:r>
      <w:r w:rsidR="00F635DB">
        <w:t>’</w:t>
      </w:r>
      <w:r w:rsidRPr="009071AC">
        <w:t>en produit après quelques aspirations de protoxyde d</w:t>
      </w:r>
      <w:r w:rsidR="00F635DB">
        <w:t>’</w:t>
      </w:r>
      <w:r w:rsidRPr="009071AC">
        <w:t>azote</w:t>
      </w:r>
      <w:r w:rsidR="00F635DB">
        <w:t>.</w:t>
      </w:r>
    </w:p>
    <w:p w14:paraId="1A5970F4" w14:textId="77777777" w:rsidR="00F635DB" w:rsidRDefault="00855694" w:rsidP="00F635DB">
      <w:r w:rsidRPr="009071AC">
        <w:t>Le souper dura peu</w:t>
      </w:r>
      <w:r w:rsidR="00F635DB">
        <w:t>.</w:t>
      </w:r>
    </w:p>
    <w:p w14:paraId="13BE7729" w14:textId="77777777" w:rsidR="00F635DB" w:rsidRDefault="00F635DB" w:rsidP="00F635DB">
      <w:r>
        <w:t>— </w:t>
      </w:r>
      <w:r w:rsidR="00855694" w:rsidRPr="009071AC">
        <w:t>Au bac</w:t>
      </w:r>
      <w:r>
        <w:t xml:space="preserve"> ! </w:t>
      </w:r>
      <w:r w:rsidR="00855694" w:rsidRPr="009071AC">
        <w:t>au bac</w:t>
      </w:r>
      <w:r>
        <w:t xml:space="preserve"> ! </w:t>
      </w:r>
      <w:r w:rsidR="00855694" w:rsidRPr="009071AC">
        <w:t>cria le vieux monsieur qui avait décidé la suspension du jeu</w:t>
      </w:r>
      <w:r>
        <w:t xml:space="preserve"> : </w:t>
      </w:r>
      <w:r w:rsidR="00855694" w:rsidRPr="009071AC">
        <w:t>nous gaspillons un temps précieux ici</w:t>
      </w:r>
      <w:r>
        <w:t> !</w:t>
      </w:r>
    </w:p>
    <w:p w14:paraId="2538EBE0" w14:textId="77777777" w:rsidR="00F635DB" w:rsidRDefault="00855694" w:rsidP="00F635DB">
      <w:r w:rsidRPr="009071AC">
        <w:t>Pascal se leva comme tout le monde et</w:t>
      </w:r>
      <w:r w:rsidR="00F635DB">
        <w:t xml:space="preserve">, </w:t>
      </w:r>
      <w:r w:rsidRPr="009071AC">
        <w:t>dans sa précipitation à passer d</w:t>
      </w:r>
      <w:r w:rsidR="00F635DB">
        <w:t>’</w:t>
      </w:r>
      <w:r w:rsidRPr="009071AC">
        <w:t>une pièce dans l</w:t>
      </w:r>
      <w:r w:rsidR="00F635DB">
        <w:t>’</w:t>
      </w:r>
      <w:r w:rsidRPr="009071AC">
        <w:t>autre</w:t>
      </w:r>
      <w:r w:rsidR="00F635DB">
        <w:t xml:space="preserve">, </w:t>
      </w:r>
      <w:r w:rsidRPr="009071AC">
        <w:t>il se trouva poussé contre deux joueurs qui causaient près de la porte</w:t>
      </w:r>
      <w:r w:rsidR="00F635DB">
        <w:t>.</w:t>
      </w:r>
    </w:p>
    <w:p w14:paraId="6EB9630D" w14:textId="77777777" w:rsidR="00F635DB" w:rsidRDefault="00F635DB" w:rsidP="00F635DB">
      <w:r>
        <w:lastRenderedPageBreak/>
        <w:t>— </w:t>
      </w:r>
      <w:r w:rsidR="00855694" w:rsidRPr="009071AC">
        <w:t>Ainsi</w:t>
      </w:r>
      <w:r>
        <w:t xml:space="preserve">, </w:t>
      </w:r>
      <w:r w:rsidR="00855694" w:rsidRPr="009071AC">
        <w:t>disait l</w:t>
      </w:r>
      <w:r>
        <w:t>’</w:t>
      </w:r>
      <w:r w:rsidR="00855694" w:rsidRPr="009071AC">
        <w:t>un</w:t>
      </w:r>
      <w:r>
        <w:t xml:space="preserve">, </w:t>
      </w:r>
      <w:r w:rsidR="00855694" w:rsidRPr="009071AC">
        <w:t>c</w:t>
      </w:r>
      <w:r>
        <w:t>’</w:t>
      </w:r>
      <w:r w:rsidR="00855694" w:rsidRPr="009071AC">
        <w:t>est bien entendu</w:t>
      </w:r>
      <w:r>
        <w:t> !</w:t>
      </w:r>
    </w:p>
    <w:p w14:paraId="5252794B" w14:textId="77777777" w:rsidR="00F635DB" w:rsidRDefault="00F635DB" w:rsidP="00F635DB">
      <w:r>
        <w:t>— </w:t>
      </w:r>
      <w:r w:rsidR="00855694" w:rsidRPr="009071AC">
        <w:t>Oui</w:t>
      </w:r>
      <w:r>
        <w:t xml:space="preserve">, </w:t>
      </w:r>
      <w:r w:rsidR="00855694" w:rsidRPr="009071AC">
        <w:t>oui</w:t>
      </w:r>
      <w:r>
        <w:t xml:space="preserve">, </w:t>
      </w:r>
      <w:r w:rsidR="00855694" w:rsidRPr="009071AC">
        <w:t>laissez-moi faire</w:t>
      </w:r>
      <w:r>
        <w:t xml:space="preserve">, </w:t>
      </w:r>
      <w:r w:rsidR="00855694" w:rsidRPr="009071AC">
        <w:t>je me charge de l</w:t>
      </w:r>
      <w:r>
        <w:t>’</w:t>
      </w:r>
      <w:r w:rsidR="00855694" w:rsidRPr="009071AC">
        <w:t>exécution</w:t>
      </w:r>
      <w:r>
        <w:t>.</w:t>
      </w:r>
    </w:p>
    <w:p w14:paraId="52A1218D" w14:textId="77777777" w:rsidR="00F635DB" w:rsidRDefault="00855694" w:rsidP="00F635DB">
      <w:r w:rsidRPr="009071AC">
        <w:t>Ce mot charria tout le sang de Pascal à son cœur</w:t>
      </w:r>
      <w:r w:rsidR="00F635DB">
        <w:t>.</w:t>
      </w:r>
    </w:p>
    <w:p w14:paraId="79A58BA8" w14:textId="77777777" w:rsidR="00F635DB" w:rsidRDefault="00F635DB" w:rsidP="00F635DB">
      <w:r>
        <w:t>— </w:t>
      </w:r>
      <w:r w:rsidR="00855694" w:rsidRPr="009071AC">
        <w:t>L</w:t>
      </w:r>
      <w:r>
        <w:t>’</w:t>
      </w:r>
      <w:r w:rsidR="00855694" w:rsidRPr="009071AC">
        <w:t>exécution de qui</w:t>
      </w:r>
      <w:r>
        <w:t xml:space="preserve"> ?… </w:t>
      </w:r>
      <w:r w:rsidR="00855694" w:rsidRPr="009071AC">
        <w:t>De moi évidemment</w:t>
      </w:r>
      <w:r>
        <w:t xml:space="preserve">. </w:t>
      </w:r>
      <w:r w:rsidR="00855694" w:rsidRPr="009071AC">
        <w:t>Qu</w:t>
      </w:r>
      <w:r>
        <w:t>’</w:t>
      </w:r>
      <w:r w:rsidR="00855694" w:rsidRPr="009071AC">
        <w:t>est-ce que cela signifie</w:t>
      </w:r>
      <w:r>
        <w:t> !…</w:t>
      </w:r>
    </w:p>
    <w:p w14:paraId="13915C3B" w14:textId="77777777" w:rsidR="00F635DB" w:rsidRDefault="00855694" w:rsidP="00F635DB">
      <w:r w:rsidRPr="009071AC">
        <w:t>Autour du tapis vert</w:t>
      </w:r>
      <w:r w:rsidR="00F635DB">
        <w:t xml:space="preserve">, </w:t>
      </w:r>
      <w:r w:rsidRPr="009071AC">
        <w:t>tous les joueurs avaient changé de place</w:t>
      </w:r>
      <w:r w:rsidR="00F635DB">
        <w:t xml:space="preserve"> – </w:t>
      </w:r>
      <w:r w:rsidRPr="009071AC">
        <w:t>cela déroute le hasard</w:t>
      </w:r>
      <w:r w:rsidR="00F635DB">
        <w:t xml:space="preserve">, </w:t>
      </w:r>
      <w:r w:rsidRPr="009071AC">
        <w:t>assure-t-on</w:t>
      </w:r>
      <w:r w:rsidR="00F635DB">
        <w:t xml:space="preserve"> – </w:t>
      </w:r>
      <w:r w:rsidRPr="009071AC">
        <w:t>et Pascal se trouva assis</w:t>
      </w:r>
      <w:r w:rsidR="00F635DB">
        <w:t xml:space="preserve">, </w:t>
      </w:r>
      <w:r w:rsidRPr="009071AC">
        <w:t>non plus à la droite de Fernand</w:t>
      </w:r>
      <w:r w:rsidR="00F635DB">
        <w:t xml:space="preserve">, </w:t>
      </w:r>
      <w:r w:rsidRPr="009071AC">
        <w:t>mais en face</w:t>
      </w:r>
      <w:r w:rsidR="00F635DB">
        <w:t xml:space="preserve">, </w:t>
      </w:r>
      <w:r w:rsidRPr="009071AC">
        <w:t>entre deux hommes de son âge</w:t>
      </w:r>
      <w:r w:rsidR="00F635DB">
        <w:t xml:space="preserve">, </w:t>
      </w:r>
      <w:r w:rsidRPr="009071AC">
        <w:t>dont l</w:t>
      </w:r>
      <w:r w:rsidR="00F635DB">
        <w:t>’</w:t>
      </w:r>
      <w:r w:rsidRPr="009071AC">
        <w:t>un était celui qui avait prononcé le mot d</w:t>
      </w:r>
      <w:r w:rsidR="00F635DB">
        <w:t>’</w:t>
      </w:r>
      <w:r w:rsidRPr="009071AC">
        <w:t>exécution</w:t>
      </w:r>
      <w:r w:rsidR="00F635DB">
        <w:t>.</w:t>
      </w:r>
    </w:p>
    <w:p w14:paraId="79D094AE" w14:textId="77777777" w:rsidR="00F635DB" w:rsidRDefault="00855694" w:rsidP="00F635DB">
      <w:r w:rsidRPr="009071AC">
        <w:t>Tous les yeux étaient fixés sur le malheureux avocat</w:t>
      </w:r>
      <w:r w:rsidR="00F635DB">
        <w:t xml:space="preserve">, </w:t>
      </w:r>
      <w:r w:rsidRPr="009071AC">
        <w:t>lorsqu</w:t>
      </w:r>
      <w:r w:rsidR="00F635DB">
        <w:t>’</w:t>
      </w:r>
      <w:r w:rsidRPr="009071AC">
        <w:t>il prit la main</w:t>
      </w:r>
      <w:r w:rsidR="00F635DB">
        <w:t xml:space="preserve">. </w:t>
      </w:r>
      <w:r w:rsidRPr="009071AC">
        <w:t>Il fit deux cents louis et les perdit</w:t>
      </w:r>
      <w:r w:rsidR="00F635DB">
        <w:t>.</w:t>
      </w:r>
    </w:p>
    <w:p w14:paraId="51994128" w14:textId="77777777" w:rsidR="00F635DB" w:rsidRDefault="00855694" w:rsidP="00F635DB">
      <w:r w:rsidRPr="009071AC">
        <w:t>Il y eut comme un ricanement autour de la table</w:t>
      </w:r>
      <w:r w:rsidR="00F635DB">
        <w:t xml:space="preserve">, </w:t>
      </w:r>
      <w:r w:rsidRPr="009071AC">
        <w:t>et un de ceux qui perdaient le plus</w:t>
      </w:r>
      <w:r w:rsidR="00F635DB">
        <w:t xml:space="preserve">, </w:t>
      </w:r>
      <w:r w:rsidRPr="009071AC">
        <w:t>dit entre haut et bas</w:t>
      </w:r>
      <w:r w:rsidR="00F635DB">
        <w:t> :</w:t>
      </w:r>
    </w:p>
    <w:p w14:paraId="71DEB47C" w14:textId="77777777" w:rsidR="00F635DB" w:rsidRDefault="00F635DB" w:rsidP="00F635DB">
      <w:r>
        <w:t>— </w:t>
      </w:r>
      <w:r w:rsidR="00855694" w:rsidRPr="009071AC">
        <w:t>Ne regardez donc pas tant Monsieur</w:t>
      </w:r>
      <w:r>
        <w:t xml:space="preserve">… </w:t>
      </w:r>
      <w:r w:rsidR="00855694" w:rsidRPr="009071AC">
        <w:t>il n</w:t>
      </w:r>
      <w:r>
        <w:t>’</w:t>
      </w:r>
      <w:r w:rsidR="00855694" w:rsidRPr="009071AC">
        <w:t>aura plus de chance</w:t>
      </w:r>
      <w:r>
        <w:t>.</w:t>
      </w:r>
    </w:p>
    <w:p w14:paraId="40F1C617" w14:textId="77777777" w:rsidR="00F635DB" w:rsidRDefault="00855694" w:rsidP="00F635DB">
      <w:r w:rsidRPr="009071AC">
        <w:t>Cette phrase ironique</w:t>
      </w:r>
      <w:r w:rsidR="00F635DB">
        <w:t xml:space="preserve">, </w:t>
      </w:r>
      <w:r w:rsidRPr="009071AC">
        <w:t>injurieuse par l</w:t>
      </w:r>
      <w:r w:rsidR="00F635DB">
        <w:t>’</w:t>
      </w:r>
      <w:r w:rsidRPr="009071AC">
        <w:t>intonation autant qu</w:t>
      </w:r>
      <w:r w:rsidR="00F635DB">
        <w:t>’</w:t>
      </w:r>
      <w:r w:rsidRPr="009071AC">
        <w:t>un soufflet</w:t>
      </w:r>
      <w:r w:rsidR="00F635DB">
        <w:t xml:space="preserve">, </w:t>
      </w:r>
      <w:r w:rsidRPr="009071AC">
        <w:t>fit éclater dans le cerveau de Pascal une épouvantable lueur</w:t>
      </w:r>
      <w:r w:rsidR="00F635DB">
        <w:t>.</w:t>
      </w:r>
    </w:p>
    <w:p w14:paraId="0F3F64E3" w14:textId="77777777" w:rsidR="00F635DB" w:rsidRDefault="00855694" w:rsidP="00F635DB">
      <w:r w:rsidRPr="009071AC">
        <w:t>Il soupçonna enfin ce qu</w:t>
      </w:r>
      <w:r w:rsidR="00F635DB">
        <w:t>’</w:t>
      </w:r>
      <w:r w:rsidRPr="009071AC">
        <w:t>un autre</w:t>
      </w:r>
      <w:r w:rsidR="00F635DB">
        <w:t xml:space="preserve">, </w:t>
      </w:r>
      <w:r w:rsidRPr="009071AC">
        <w:t>moins parfaitement honnête</w:t>
      </w:r>
      <w:r w:rsidR="00F635DB">
        <w:t xml:space="preserve">, </w:t>
      </w:r>
      <w:r w:rsidRPr="009071AC">
        <w:t>eut compris depuis longtemps déjà</w:t>
      </w:r>
      <w:r w:rsidR="00F635DB">
        <w:t xml:space="preserve">… </w:t>
      </w:r>
      <w:r w:rsidRPr="009071AC">
        <w:t>Mais il est de ces accusations dont la possibilité ne saurait entrer dans l</w:t>
      </w:r>
      <w:r w:rsidR="00F635DB">
        <w:t>’</w:t>
      </w:r>
      <w:r w:rsidRPr="009071AC">
        <w:t>entendement d</w:t>
      </w:r>
      <w:r w:rsidR="00F635DB">
        <w:t>’</w:t>
      </w:r>
      <w:r w:rsidRPr="009071AC">
        <w:t>un galant homme</w:t>
      </w:r>
      <w:r w:rsidR="00F635DB">
        <w:t>.</w:t>
      </w:r>
    </w:p>
    <w:p w14:paraId="4C7F87A0" w14:textId="77777777" w:rsidR="00F635DB" w:rsidRDefault="00855694" w:rsidP="00F635DB">
      <w:r w:rsidRPr="009071AC">
        <w:t>L</w:t>
      </w:r>
      <w:r w:rsidR="00F635DB">
        <w:t>’</w:t>
      </w:r>
      <w:r w:rsidRPr="009071AC">
        <w:t>idée lui vint de se lever</w:t>
      </w:r>
      <w:r w:rsidR="00F635DB">
        <w:t xml:space="preserve">, </w:t>
      </w:r>
      <w:r w:rsidRPr="009071AC">
        <w:t>de provoquer une explication</w:t>
      </w:r>
      <w:r w:rsidR="00F635DB">
        <w:t xml:space="preserve">, </w:t>
      </w:r>
      <w:r w:rsidRPr="009071AC">
        <w:t>mais il était anéanti et comme écrasé par l</w:t>
      </w:r>
      <w:r w:rsidR="00F635DB">
        <w:t>’</w:t>
      </w:r>
      <w:r w:rsidRPr="009071AC">
        <w:t>horreur de sa situation</w:t>
      </w:r>
      <w:r w:rsidR="00F635DB">
        <w:t xml:space="preserve">. </w:t>
      </w:r>
      <w:r w:rsidRPr="009071AC">
        <w:t>Ses oreilles tintaient</w:t>
      </w:r>
      <w:r w:rsidR="00F635DB">
        <w:t xml:space="preserve">, </w:t>
      </w:r>
      <w:r w:rsidRPr="009071AC">
        <w:t xml:space="preserve">il lui semblait que les </w:t>
      </w:r>
      <w:r w:rsidRPr="009071AC">
        <w:lastRenderedPageBreak/>
        <w:t>battements de son cœur étaient suspendus</w:t>
      </w:r>
      <w:r w:rsidR="00F635DB">
        <w:t xml:space="preserve">, </w:t>
      </w:r>
      <w:r w:rsidRPr="009071AC">
        <w:t>il éprouvait à l</w:t>
      </w:r>
      <w:r w:rsidR="00F635DB">
        <w:t>’</w:t>
      </w:r>
      <w:r w:rsidRPr="009071AC">
        <w:t>épigastre la sensation d</w:t>
      </w:r>
      <w:r w:rsidR="00F635DB">
        <w:t>’</w:t>
      </w:r>
      <w:r w:rsidRPr="009071AC">
        <w:t>un fer rouge</w:t>
      </w:r>
      <w:r w:rsidR="00F635DB">
        <w:t>…</w:t>
      </w:r>
    </w:p>
    <w:p w14:paraId="619EB9A6" w14:textId="77777777" w:rsidR="00F635DB" w:rsidRDefault="00855694" w:rsidP="00F635DB">
      <w:r w:rsidRPr="009071AC">
        <w:t>Le jeu allait son train</w:t>
      </w:r>
      <w:r w:rsidR="00F635DB">
        <w:t xml:space="preserve">, </w:t>
      </w:r>
      <w:r w:rsidRPr="009071AC">
        <w:t>mais personne n</w:t>
      </w:r>
      <w:r w:rsidR="00F635DB">
        <w:t>’</w:t>
      </w:r>
      <w:r w:rsidRPr="009071AC">
        <w:t>y était</w:t>
      </w:r>
      <w:r w:rsidR="00F635DB">
        <w:t xml:space="preserve"> ; </w:t>
      </w:r>
      <w:r w:rsidRPr="009071AC">
        <w:t>les mises restaient insignifiantes</w:t>
      </w:r>
      <w:r w:rsidR="00F635DB">
        <w:t xml:space="preserve"> ; </w:t>
      </w:r>
      <w:r w:rsidRPr="009071AC">
        <w:t>ni perte ni gain n</w:t>
      </w:r>
      <w:r w:rsidR="00F635DB">
        <w:t>’</w:t>
      </w:r>
      <w:r w:rsidRPr="009071AC">
        <w:t>arrachaient une exclamation</w:t>
      </w:r>
      <w:r w:rsidR="00F635DB">
        <w:t>.</w:t>
      </w:r>
    </w:p>
    <w:p w14:paraId="6C4F5358" w14:textId="77777777" w:rsidR="00F635DB" w:rsidRDefault="00855694" w:rsidP="00F635DB">
      <w:r w:rsidRPr="009071AC">
        <w:t>Toute l</w:t>
      </w:r>
      <w:r w:rsidR="00F635DB">
        <w:t>’</w:t>
      </w:r>
      <w:r w:rsidRPr="009071AC">
        <w:t>attention se concentrait sur Pascal</w:t>
      </w:r>
      <w:r w:rsidR="00F635DB">
        <w:t xml:space="preserve">, </w:t>
      </w:r>
      <w:r w:rsidRPr="009071AC">
        <w:t>fiévreuse</w:t>
      </w:r>
      <w:r w:rsidR="00F635DB">
        <w:t xml:space="preserve">, </w:t>
      </w:r>
      <w:r w:rsidRPr="009071AC">
        <w:t>haletante</w:t>
      </w:r>
      <w:r w:rsidR="00F635DB">
        <w:t xml:space="preserve">, </w:t>
      </w:r>
      <w:r w:rsidRPr="009071AC">
        <w:t>et lui</w:t>
      </w:r>
      <w:r w:rsidR="00F635DB">
        <w:t xml:space="preserve">, </w:t>
      </w:r>
      <w:r w:rsidRPr="009071AC">
        <w:t>d</w:t>
      </w:r>
      <w:r w:rsidR="00F635DB">
        <w:t>’</w:t>
      </w:r>
      <w:r w:rsidRPr="009071AC">
        <w:t>un œil plein d</w:t>
      </w:r>
      <w:r w:rsidR="00F635DB">
        <w:t>’</w:t>
      </w:r>
      <w:r w:rsidRPr="009071AC">
        <w:t>angoisse</w:t>
      </w:r>
      <w:r w:rsidR="00F635DB">
        <w:t xml:space="preserve">, </w:t>
      </w:r>
      <w:r w:rsidRPr="009071AC">
        <w:t>il suivait le mouvement des cartes</w:t>
      </w:r>
      <w:r w:rsidR="00F635DB">
        <w:t xml:space="preserve">, </w:t>
      </w:r>
      <w:r w:rsidRPr="009071AC">
        <w:t>qui passaient de main en main et qui allaient lui arriver</w:t>
      </w:r>
      <w:r w:rsidR="00F635DB">
        <w:t>…</w:t>
      </w:r>
    </w:p>
    <w:p w14:paraId="5C65FA41" w14:textId="77777777" w:rsidR="00F635DB" w:rsidRDefault="00855694" w:rsidP="00F635DB">
      <w:r w:rsidRPr="009071AC">
        <w:t>Quand elles lui arrivèrent</w:t>
      </w:r>
      <w:r w:rsidR="00F635DB">
        <w:t xml:space="preserve">, </w:t>
      </w:r>
      <w:r w:rsidRPr="009071AC">
        <w:t>le silence se fit</w:t>
      </w:r>
      <w:r w:rsidR="00F635DB">
        <w:t xml:space="preserve">, </w:t>
      </w:r>
      <w:r w:rsidRPr="009071AC">
        <w:t>solennel</w:t>
      </w:r>
      <w:r w:rsidR="00F635DB">
        <w:t xml:space="preserve">, </w:t>
      </w:r>
      <w:r w:rsidRPr="009071AC">
        <w:t>plein de menaces</w:t>
      </w:r>
      <w:r w:rsidR="00F635DB">
        <w:t xml:space="preserve">, </w:t>
      </w:r>
      <w:r w:rsidRPr="009071AC">
        <w:t>sinistre en quelque sorte</w:t>
      </w:r>
      <w:r w:rsidR="00F635DB">
        <w:t>.</w:t>
      </w:r>
    </w:p>
    <w:p w14:paraId="27F5FD99" w14:textId="77777777" w:rsidR="00F635DB" w:rsidRDefault="00855694" w:rsidP="00F635DB">
      <w:r w:rsidRPr="009071AC">
        <w:t>Les femmes et ceux des invités qui ne jouaient pas s</w:t>
      </w:r>
      <w:r w:rsidR="00F635DB">
        <w:t>’</w:t>
      </w:r>
      <w:r w:rsidRPr="009071AC">
        <w:t>étaient approchés et se penchaient sur la table avec une évidente anxiété</w:t>
      </w:r>
      <w:r w:rsidR="00F635DB">
        <w:t>.</w:t>
      </w:r>
    </w:p>
    <w:p w14:paraId="055C535E" w14:textId="77777777" w:rsidR="00F635DB" w:rsidRDefault="00F635DB" w:rsidP="00F635DB">
      <w:r>
        <w:t>— </w:t>
      </w:r>
      <w:r w:rsidR="00855694" w:rsidRPr="009071AC">
        <w:t>Mon Dieu</w:t>
      </w:r>
      <w:r>
        <w:t xml:space="preserve"> ! </w:t>
      </w:r>
      <w:r w:rsidR="00855694" w:rsidRPr="009071AC">
        <w:t>pensait Pascal</w:t>
      </w:r>
      <w:r>
        <w:t xml:space="preserve">, </w:t>
      </w:r>
      <w:r w:rsidR="00855694" w:rsidRPr="009071AC">
        <w:t>mon Dieu</w:t>
      </w:r>
      <w:r>
        <w:t xml:space="preserve"> ! </w:t>
      </w:r>
      <w:r w:rsidR="00855694" w:rsidRPr="009071AC">
        <w:t>faites que je perde</w:t>
      </w:r>
      <w:r>
        <w:t>.</w:t>
      </w:r>
    </w:p>
    <w:p w14:paraId="39A519DC" w14:textId="77777777" w:rsidR="00F635DB" w:rsidRDefault="00855694" w:rsidP="00F635DB">
      <w:r w:rsidRPr="009071AC">
        <w:t>Il était pâle comme la mort</w:t>
      </w:r>
      <w:r w:rsidR="00F635DB">
        <w:t xml:space="preserve">, </w:t>
      </w:r>
      <w:r w:rsidRPr="009071AC">
        <w:t>la sueur emmêlait ses cheveux et les collait le long des tempes</w:t>
      </w:r>
      <w:r w:rsidR="00F635DB">
        <w:t xml:space="preserve">, </w:t>
      </w:r>
      <w:r w:rsidRPr="009071AC">
        <w:t>ses mains tremblaient tellement qu</w:t>
      </w:r>
      <w:r w:rsidR="00F635DB">
        <w:t>’</w:t>
      </w:r>
      <w:r w:rsidRPr="009071AC">
        <w:t>à peine il pouvait tenir les cartes</w:t>
      </w:r>
      <w:r w:rsidR="00F635DB">
        <w:t>…</w:t>
      </w:r>
    </w:p>
    <w:p w14:paraId="1155A1C5" w14:textId="77777777" w:rsidR="00F635DB" w:rsidRDefault="00F635DB" w:rsidP="00F635DB">
      <w:r>
        <w:t>— </w:t>
      </w:r>
      <w:r w:rsidR="00855694" w:rsidRPr="009071AC">
        <w:t>Je fais quatre mille francs</w:t>
      </w:r>
      <w:r>
        <w:t xml:space="preserve"> ! </w:t>
      </w:r>
      <w:r w:rsidR="00855694" w:rsidRPr="009071AC">
        <w:t>balbutia-t-il enfin</w:t>
      </w:r>
      <w:r>
        <w:t>.</w:t>
      </w:r>
    </w:p>
    <w:p w14:paraId="326C24BA" w14:textId="77777777" w:rsidR="00F635DB" w:rsidRDefault="00F635DB" w:rsidP="00F635DB">
      <w:r>
        <w:t>— </w:t>
      </w:r>
      <w:r w:rsidR="00855694" w:rsidRPr="009071AC">
        <w:t>Je les tiens</w:t>
      </w:r>
      <w:r>
        <w:t xml:space="preserve"> ! </w:t>
      </w:r>
      <w:r w:rsidR="00855694" w:rsidRPr="009071AC">
        <w:t>dit une voix</w:t>
      </w:r>
      <w:r>
        <w:t>.</w:t>
      </w:r>
    </w:p>
    <w:p w14:paraId="4D5E6C60" w14:textId="77777777" w:rsidR="00F635DB" w:rsidRDefault="00855694" w:rsidP="00F635DB">
      <w:r w:rsidRPr="009071AC">
        <w:t>Hélas</w:t>
      </w:r>
      <w:r w:rsidR="00F635DB">
        <w:t xml:space="preserve"> ! </w:t>
      </w:r>
      <w:r w:rsidRPr="009071AC">
        <w:t>le vœu du malheureux ne fut pas exaucé</w:t>
      </w:r>
      <w:r w:rsidR="00F635DB">
        <w:t xml:space="preserve"> : </w:t>
      </w:r>
      <w:r w:rsidRPr="009071AC">
        <w:t>il gagna</w:t>
      </w:r>
      <w:r w:rsidR="00F635DB">
        <w:t xml:space="preserve">. </w:t>
      </w:r>
      <w:r w:rsidRPr="009071AC">
        <w:t>Et c</w:t>
      </w:r>
      <w:r w:rsidR="00F635DB">
        <w:t>’</w:t>
      </w:r>
      <w:r w:rsidRPr="009071AC">
        <w:t>est au milieu d</w:t>
      </w:r>
      <w:r w:rsidR="00F635DB">
        <w:t>’</w:t>
      </w:r>
      <w:r w:rsidRPr="009071AC">
        <w:t>une explosion de murmures qu</w:t>
      </w:r>
      <w:r w:rsidR="00F635DB">
        <w:t>’</w:t>
      </w:r>
      <w:r w:rsidRPr="009071AC">
        <w:t>il reprit</w:t>
      </w:r>
      <w:r w:rsidR="00F635DB">
        <w:t> :</w:t>
      </w:r>
    </w:p>
    <w:p w14:paraId="0B54ADCE" w14:textId="77777777" w:rsidR="00F635DB" w:rsidRDefault="00F635DB" w:rsidP="00F635DB">
      <w:r>
        <w:t>— </w:t>
      </w:r>
      <w:r w:rsidR="00855694" w:rsidRPr="009071AC">
        <w:t>Il y a huit mille francs</w:t>
      </w:r>
      <w:r>
        <w:t>…</w:t>
      </w:r>
    </w:p>
    <w:p w14:paraId="70854E6F" w14:textId="77777777" w:rsidR="00F635DB" w:rsidRDefault="00F635DB" w:rsidP="00F635DB">
      <w:r>
        <w:t>— </w:t>
      </w:r>
      <w:r w:rsidR="00855694" w:rsidRPr="009071AC">
        <w:t>Banco</w:t>
      </w:r>
      <w:r>
        <w:t> !…</w:t>
      </w:r>
    </w:p>
    <w:p w14:paraId="5025A54E" w14:textId="77777777" w:rsidR="00F635DB" w:rsidRDefault="00855694" w:rsidP="00F635DB">
      <w:r w:rsidRPr="009071AC">
        <w:lastRenderedPageBreak/>
        <w:t>Mais au moment où il donnait des cartes</w:t>
      </w:r>
      <w:r w:rsidR="00F635DB">
        <w:t xml:space="preserve">, </w:t>
      </w:r>
      <w:r w:rsidRPr="009071AC">
        <w:t>son voisin se dressa et lui saisit brutalement les poignets en criant</w:t>
      </w:r>
      <w:r w:rsidR="00F635DB">
        <w:t> :</w:t>
      </w:r>
    </w:p>
    <w:p w14:paraId="6E4BB750" w14:textId="77777777" w:rsidR="00F635DB" w:rsidRDefault="00F635DB" w:rsidP="00F635DB">
      <w:r>
        <w:t>— </w:t>
      </w:r>
      <w:r w:rsidR="00855694" w:rsidRPr="009071AC">
        <w:t>Cette fois</w:t>
      </w:r>
      <w:r>
        <w:t xml:space="preserve">, </w:t>
      </w:r>
      <w:r w:rsidR="00855694" w:rsidRPr="009071AC">
        <w:t>j</w:t>
      </w:r>
      <w:r>
        <w:t>’</w:t>
      </w:r>
      <w:r w:rsidR="00855694" w:rsidRPr="009071AC">
        <w:t>en suis sûr</w:t>
      </w:r>
      <w:r>
        <w:t xml:space="preserve">… </w:t>
      </w:r>
      <w:r w:rsidR="00855694" w:rsidRPr="009071AC">
        <w:t>vous êtes un voleur</w:t>
      </w:r>
      <w:r>
        <w:t> !…</w:t>
      </w:r>
    </w:p>
    <w:p w14:paraId="3154F9BB" w14:textId="77777777" w:rsidR="00F635DB" w:rsidRDefault="00855694" w:rsidP="00F635DB">
      <w:r w:rsidRPr="009071AC">
        <w:t>D</w:t>
      </w:r>
      <w:r w:rsidR="00F635DB">
        <w:t>’</w:t>
      </w:r>
      <w:r w:rsidRPr="009071AC">
        <w:t>un bond</w:t>
      </w:r>
      <w:r w:rsidR="00F635DB">
        <w:t xml:space="preserve">, </w:t>
      </w:r>
      <w:r w:rsidRPr="009071AC">
        <w:t>Pascal fut debout</w:t>
      </w:r>
      <w:r w:rsidR="00F635DB">
        <w:t>.</w:t>
      </w:r>
    </w:p>
    <w:p w14:paraId="458245F1" w14:textId="77777777" w:rsidR="00F635DB" w:rsidRDefault="00855694" w:rsidP="00F635DB">
      <w:r w:rsidRPr="009071AC">
        <w:t>Tant que le péril avait été vague</w:t>
      </w:r>
      <w:r w:rsidR="00F635DB">
        <w:t xml:space="preserve">, </w:t>
      </w:r>
      <w:r w:rsidRPr="009071AC">
        <w:t>indéterminé</w:t>
      </w:r>
      <w:r w:rsidR="00F635DB">
        <w:t xml:space="preserve">, </w:t>
      </w:r>
      <w:r w:rsidRPr="009071AC">
        <w:t>son énergie avait été comme paralysée</w:t>
      </w:r>
      <w:r w:rsidR="00F635DB">
        <w:t xml:space="preserve">. </w:t>
      </w:r>
      <w:r w:rsidRPr="009071AC">
        <w:t>Il la retrouva intacte quand le danger fut là</w:t>
      </w:r>
      <w:r w:rsidR="00F635DB">
        <w:t xml:space="preserve">, </w:t>
      </w:r>
      <w:r w:rsidRPr="009071AC">
        <w:t>précis</w:t>
      </w:r>
      <w:r w:rsidR="00F635DB">
        <w:t xml:space="preserve">, </w:t>
      </w:r>
      <w:r w:rsidRPr="009071AC">
        <w:t>extrême</w:t>
      </w:r>
      <w:r w:rsidR="00F635DB">
        <w:t xml:space="preserve">, </w:t>
      </w:r>
      <w:r w:rsidRPr="009071AC">
        <w:t>terrible</w:t>
      </w:r>
      <w:r w:rsidR="00F635DB">
        <w:t>.</w:t>
      </w:r>
    </w:p>
    <w:p w14:paraId="7CC88A7D" w14:textId="77777777" w:rsidR="00F635DB" w:rsidRDefault="00855694" w:rsidP="00F635DB">
      <w:r w:rsidRPr="009071AC">
        <w:t>Il repoussa l</w:t>
      </w:r>
      <w:r w:rsidR="00F635DB">
        <w:t>’</w:t>
      </w:r>
      <w:r w:rsidRPr="009071AC">
        <w:t>homme qui lui avait pris les mains</w:t>
      </w:r>
      <w:r w:rsidR="00F635DB">
        <w:t xml:space="preserve">, </w:t>
      </w:r>
      <w:r w:rsidRPr="009071AC">
        <w:t>si rudement</w:t>
      </w:r>
      <w:r w:rsidR="00F635DB">
        <w:t xml:space="preserve">, </w:t>
      </w:r>
      <w:r w:rsidRPr="009071AC">
        <w:t>qu</w:t>
      </w:r>
      <w:r w:rsidR="00F635DB">
        <w:t>’</w:t>
      </w:r>
      <w:r w:rsidRPr="009071AC">
        <w:t>il l</w:t>
      </w:r>
      <w:r w:rsidR="00F635DB">
        <w:t>’</w:t>
      </w:r>
      <w:r w:rsidRPr="009071AC">
        <w:t>envoya rouler sous un canapé</w:t>
      </w:r>
      <w:r w:rsidR="00F635DB">
        <w:t xml:space="preserve">, </w:t>
      </w:r>
      <w:r w:rsidRPr="009071AC">
        <w:t>et il se rejeta en arrière</w:t>
      </w:r>
      <w:r w:rsidR="00F635DB">
        <w:t xml:space="preserve">, </w:t>
      </w:r>
      <w:r w:rsidRPr="009071AC">
        <w:t>dans une attitude de menace et de défi</w:t>
      </w:r>
      <w:r w:rsidR="00F635DB">
        <w:t>…</w:t>
      </w:r>
    </w:p>
    <w:p w14:paraId="257967C0" w14:textId="77777777" w:rsidR="00F635DB" w:rsidRDefault="00855694" w:rsidP="00F635DB">
      <w:r w:rsidRPr="009071AC">
        <w:t>À quoi bon</w:t>
      </w:r>
      <w:r w:rsidR="00F635DB">
        <w:t xml:space="preserve"> !… </w:t>
      </w:r>
      <w:r w:rsidRPr="009071AC">
        <w:t>sept ou huit joueurs se précipitèrent sur lui comme sur un malfaiteur</w:t>
      </w:r>
      <w:r w:rsidR="00F635DB">
        <w:t>…</w:t>
      </w:r>
    </w:p>
    <w:p w14:paraId="0C39400A" w14:textId="77777777" w:rsidR="00F635DB" w:rsidRDefault="00855694" w:rsidP="00F635DB">
      <w:r w:rsidRPr="009071AC">
        <w:t>L</w:t>
      </w:r>
      <w:r w:rsidR="00F635DB">
        <w:t>’</w:t>
      </w:r>
      <w:r w:rsidRPr="009071AC">
        <w:t>autre</w:t>
      </w:r>
      <w:r w:rsidR="00F635DB">
        <w:t xml:space="preserve">, </w:t>
      </w:r>
      <w:r w:rsidRPr="009071AC">
        <w:t>cependant</w:t>
      </w:r>
      <w:r w:rsidR="00F635DB">
        <w:t xml:space="preserve">, </w:t>
      </w:r>
      <w:r w:rsidRPr="009071AC">
        <w:t>l</w:t>
      </w:r>
      <w:r w:rsidR="00F635DB">
        <w:t>’</w:t>
      </w:r>
      <w:r w:rsidRPr="009071AC">
        <w:t>homme de l</w:t>
      </w:r>
      <w:r w:rsidR="00F635DB">
        <w:t>’</w:t>
      </w:r>
      <w:r w:rsidRPr="009071AC">
        <w:t>exécution s</w:t>
      </w:r>
      <w:r w:rsidR="00F635DB">
        <w:t>’</w:t>
      </w:r>
      <w:r w:rsidRPr="009071AC">
        <w:t>était relevé</w:t>
      </w:r>
      <w:r w:rsidR="00F635DB">
        <w:t xml:space="preserve">, </w:t>
      </w:r>
      <w:r w:rsidRPr="009071AC">
        <w:t>la cravate dénouée</w:t>
      </w:r>
      <w:r w:rsidR="00F635DB">
        <w:t xml:space="preserve">, </w:t>
      </w:r>
      <w:r w:rsidRPr="009071AC">
        <w:t>les vêtements en désordre</w:t>
      </w:r>
      <w:r w:rsidR="00F635DB">
        <w:t>.</w:t>
      </w:r>
    </w:p>
    <w:p w14:paraId="2B268681" w14:textId="77777777" w:rsidR="00F635DB" w:rsidRDefault="00F635DB" w:rsidP="00F635DB">
      <w:r>
        <w:t>— </w:t>
      </w:r>
      <w:r w:rsidR="00855694" w:rsidRPr="009071AC">
        <w:t>Oui</w:t>
      </w:r>
      <w:r>
        <w:t xml:space="preserve">, </w:t>
      </w:r>
      <w:r w:rsidR="00855694" w:rsidRPr="009071AC">
        <w:t>dit-il à Pascal</w:t>
      </w:r>
      <w:r>
        <w:t xml:space="preserve">, </w:t>
      </w:r>
      <w:r w:rsidR="00855694" w:rsidRPr="009071AC">
        <w:t>vous êtes un voleur</w:t>
      </w:r>
      <w:r>
        <w:t xml:space="preserve"> !… </w:t>
      </w:r>
      <w:r w:rsidR="00855694" w:rsidRPr="009071AC">
        <w:t>Je vous ai vu glisser des cartes parmi celles que vous teniez</w:t>
      </w:r>
      <w:r>
        <w:t>…</w:t>
      </w:r>
    </w:p>
    <w:p w14:paraId="07B76421" w14:textId="77777777" w:rsidR="00F635DB" w:rsidRDefault="00F635DB" w:rsidP="00F635DB">
      <w:r>
        <w:t>— </w:t>
      </w:r>
      <w:r w:rsidR="00855694" w:rsidRPr="009071AC">
        <w:t>Misérable</w:t>
      </w:r>
      <w:r>
        <w:t xml:space="preserve"> !… </w:t>
      </w:r>
      <w:r w:rsidR="00855694" w:rsidRPr="009071AC">
        <w:t>râla Pascal</w:t>
      </w:r>
      <w:r>
        <w:t>.</w:t>
      </w:r>
    </w:p>
    <w:p w14:paraId="1DE89479" w14:textId="77777777" w:rsidR="00F635DB" w:rsidRDefault="00F635DB" w:rsidP="00F635DB">
      <w:r>
        <w:t>— </w:t>
      </w:r>
      <w:r w:rsidR="00855694" w:rsidRPr="009071AC">
        <w:t>Je vous ai vu</w:t>
      </w:r>
      <w:r>
        <w:t xml:space="preserve">… </w:t>
      </w:r>
      <w:r w:rsidR="00855694" w:rsidRPr="009071AC">
        <w:t>et je vais le prouver</w:t>
      </w:r>
      <w:r>
        <w:t>.</w:t>
      </w:r>
    </w:p>
    <w:p w14:paraId="279DD42D" w14:textId="77777777" w:rsidR="00F635DB" w:rsidRDefault="00855694" w:rsidP="00F635DB">
      <w:r w:rsidRPr="009071AC">
        <w:t>Il se retourna vers la maîtresse de la maison</w:t>
      </w:r>
      <w:r w:rsidR="00F635DB">
        <w:t xml:space="preserve">, </w:t>
      </w:r>
      <w:r w:rsidRPr="009071AC">
        <w:t>qui s</w:t>
      </w:r>
      <w:r w:rsidR="00F635DB">
        <w:t>’</w:t>
      </w:r>
      <w:r w:rsidRPr="009071AC">
        <w:t>était affaissée sur une causeuse</w:t>
      </w:r>
      <w:r w:rsidR="00F635DB">
        <w:t xml:space="preserve">, </w:t>
      </w:r>
      <w:r w:rsidRPr="009071AC">
        <w:t>et d</w:t>
      </w:r>
      <w:r w:rsidR="00F635DB">
        <w:t>’</w:t>
      </w:r>
      <w:r w:rsidRPr="009071AC">
        <w:t>une voix rauque</w:t>
      </w:r>
      <w:r w:rsidR="00F635DB">
        <w:t> :</w:t>
      </w:r>
    </w:p>
    <w:p w14:paraId="24714349" w14:textId="77777777" w:rsidR="00F635DB" w:rsidRDefault="00F635DB" w:rsidP="00F635DB">
      <w:r>
        <w:t>— </w:t>
      </w:r>
      <w:r w:rsidR="00855694" w:rsidRPr="009071AC">
        <w:t>Avec combien de jeux avons-nous joué</w:t>
      </w:r>
      <w:r>
        <w:t xml:space="preserve"> ? </w:t>
      </w:r>
      <w:r w:rsidR="00855694" w:rsidRPr="009071AC">
        <w:t>demanda-t-il</w:t>
      </w:r>
      <w:r>
        <w:t>.</w:t>
      </w:r>
    </w:p>
    <w:p w14:paraId="31AFA8A6" w14:textId="77777777" w:rsidR="00F635DB" w:rsidRDefault="00F635DB" w:rsidP="00F635DB">
      <w:r>
        <w:t>— </w:t>
      </w:r>
      <w:r w:rsidR="00855694" w:rsidRPr="009071AC">
        <w:t>Avec cinq</w:t>
      </w:r>
      <w:r>
        <w:t>…</w:t>
      </w:r>
    </w:p>
    <w:p w14:paraId="19D4A872" w14:textId="77777777" w:rsidR="00F635DB" w:rsidRDefault="00F635DB" w:rsidP="00F635DB">
      <w:r>
        <w:t>— </w:t>
      </w:r>
      <w:r w:rsidR="00855694" w:rsidRPr="009071AC">
        <w:t>Il doit donc y avoir sur la table 260 cartes</w:t>
      </w:r>
      <w:r>
        <w:t>…</w:t>
      </w:r>
    </w:p>
    <w:p w14:paraId="02E3F328" w14:textId="77777777" w:rsidR="00F635DB" w:rsidRDefault="00855694" w:rsidP="00F635DB">
      <w:r w:rsidRPr="009071AC">
        <w:lastRenderedPageBreak/>
        <w:t>Il les compta lentement</w:t>
      </w:r>
      <w:r w:rsidR="00F635DB">
        <w:t xml:space="preserve">, </w:t>
      </w:r>
      <w:r w:rsidRPr="009071AC">
        <w:t>avec le plus grand soin</w:t>
      </w:r>
      <w:r w:rsidR="00F635DB">
        <w:t xml:space="preserve">, </w:t>
      </w:r>
      <w:r w:rsidRPr="009071AC">
        <w:t>et en trouva 307</w:t>
      </w:r>
      <w:r w:rsidR="00F635DB">
        <w:t>…</w:t>
      </w:r>
    </w:p>
    <w:p w14:paraId="1342D7CD" w14:textId="77777777" w:rsidR="00F635DB" w:rsidRDefault="00F635DB" w:rsidP="00F635DB">
      <w:r>
        <w:t>— </w:t>
      </w:r>
      <w:r w:rsidR="00855694" w:rsidRPr="009071AC">
        <w:t>Eh bien</w:t>
      </w:r>
      <w:r>
        <w:t xml:space="preserve"> !… </w:t>
      </w:r>
      <w:r w:rsidR="00855694" w:rsidRPr="009071AC">
        <w:t>misérable</w:t>
      </w:r>
      <w:r>
        <w:t xml:space="preserve">, </w:t>
      </w:r>
      <w:r w:rsidR="00855694" w:rsidRPr="009071AC">
        <w:t>cria-t-il à Pascal</w:t>
      </w:r>
      <w:r>
        <w:t xml:space="preserve">, </w:t>
      </w:r>
      <w:r w:rsidR="00855694" w:rsidRPr="009071AC">
        <w:t>oseras-tu nier encore</w:t>
      </w:r>
      <w:r>
        <w:t> !…</w:t>
      </w:r>
    </w:p>
    <w:p w14:paraId="4E7359EA" w14:textId="77777777" w:rsidR="00F635DB" w:rsidRDefault="00855694" w:rsidP="00F635DB">
      <w:r w:rsidRPr="009071AC">
        <w:t>Pascal ne songeait pas à nier</w:t>
      </w:r>
      <w:r w:rsidR="00F635DB">
        <w:t>…</w:t>
      </w:r>
    </w:p>
    <w:p w14:paraId="3EAE8F7D" w14:textId="77777777" w:rsidR="00F635DB" w:rsidRDefault="00855694" w:rsidP="00F635DB">
      <w:r w:rsidRPr="009071AC">
        <w:t>Il se possédait assez pour comprendre que des paroles ne pouvaient rien contre cette preuve matérielle</w:t>
      </w:r>
      <w:r w:rsidR="00F635DB">
        <w:t xml:space="preserve">, </w:t>
      </w:r>
      <w:r w:rsidRPr="009071AC">
        <w:t>tangible</w:t>
      </w:r>
      <w:r w:rsidR="00F635DB">
        <w:t xml:space="preserve">, </w:t>
      </w:r>
      <w:r w:rsidRPr="009071AC">
        <w:t>qui l</w:t>
      </w:r>
      <w:r w:rsidR="00F635DB">
        <w:t>’</w:t>
      </w:r>
      <w:r w:rsidRPr="009071AC">
        <w:t>écrasait de son épouvantable évidence</w:t>
      </w:r>
      <w:r w:rsidR="00F635DB">
        <w:t>…</w:t>
      </w:r>
    </w:p>
    <w:p w14:paraId="6EBEC05E" w14:textId="77777777" w:rsidR="00F635DB" w:rsidRDefault="00855694" w:rsidP="00F635DB">
      <w:r w:rsidRPr="009071AC">
        <w:t>Quarante-sept cartes avaient été frauduleusement introduites dans le jeu</w:t>
      </w:r>
      <w:r w:rsidR="00F635DB">
        <w:t>.</w:t>
      </w:r>
    </w:p>
    <w:p w14:paraId="7C58FEE0" w14:textId="77777777" w:rsidR="00F635DB" w:rsidRDefault="00855694" w:rsidP="00F635DB">
      <w:r w:rsidRPr="009071AC">
        <w:t>Ce n</w:t>
      </w:r>
      <w:r w:rsidR="00F635DB">
        <w:t>’</w:t>
      </w:r>
      <w:r w:rsidRPr="009071AC">
        <w:t>était pas par lui</w:t>
      </w:r>
      <w:r w:rsidR="00F635DB">
        <w:t xml:space="preserve">, </w:t>
      </w:r>
      <w:r w:rsidRPr="009071AC">
        <w:t>certes</w:t>
      </w:r>
      <w:r w:rsidR="00F635DB">
        <w:t xml:space="preserve"> !… </w:t>
      </w:r>
      <w:r w:rsidRPr="009071AC">
        <w:t>Mais par qui donc était-ce</w:t>
      </w:r>
      <w:r w:rsidR="00F635DB">
        <w:t xml:space="preserve"> ?… </w:t>
      </w:r>
      <w:r w:rsidRPr="009071AC">
        <w:t>La chance s</w:t>
      </w:r>
      <w:r w:rsidR="00F635DB">
        <w:t>’</w:t>
      </w:r>
      <w:r w:rsidRPr="009071AC">
        <w:t>était si régulièrement répartie</w:t>
      </w:r>
      <w:r w:rsidR="00F635DB">
        <w:t xml:space="preserve">, </w:t>
      </w:r>
      <w:r w:rsidRPr="009071AC">
        <w:t>qu</w:t>
      </w:r>
      <w:r w:rsidR="00F635DB">
        <w:t>’</w:t>
      </w:r>
      <w:r w:rsidRPr="009071AC">
        <w:t>il se trouvait le seul à gagner</w:t>
      </w:r>
      <w:r w:rsidR="00F635DB">
        <w:t>…</w:t>
      </w:r>
    </w:p>
    <w:p w14:paraId="3C57F62C" w14:textId="77777777" w:rsidR="00F635DB" w:rsidRDefault="00F635DB" w:rsidP="00F635DB">
      <w:r>
        <w:t>— </w:t>
      </w:r>
      <w:r w:rsidR="00855694" w:rsidRPr="009071AC">
        <w:t>Vous verrez</w:t>
      </w:r>
      <w:r>
        <w:t xml:space="preserve">, </w:t>
      </w:r>
      <w:r w:rsidR="00855694" w:rsidRPr="009071AC">
        <w:t>fit une femme</w:t>
      </w:r>
      <w:r>
        <w:t xml:space="preserve">, </w:t>
      </w:r>
      <w:r w:rsidR="00855694" w:rsidRPr="009071AC">
        <w:t>que le lâche ne se défendra même pas</w:t>
      </w:r>
      <w:r>
        <w:t> !…</w:t>
      </w:r>
    </w:p>
    <w:p w14:paraId="2C80480E" w14:textId="77777777" w:rsidR="00F635DB" w:rsidRDefault="00855694" w:rsidP="00F635DB">
      <w:r w:rsidRPr="009071AC">
        <w:t>Il ne daigna pas tourner la tête</w:t>
      </w:r>
      <w:r w:rsidR="00F635DB">
        <w:t xml:space="preserve">… </w:t>
      </w:r>
      <w:r w:rsidRPr="009071AC">
        <w:t>que lui importait cette insulte</w:t>
      </w:r>
      <w:r w:rsidR="00F635DB">
        <w:t>.</w:t>
      </w:r>
    </w:p>
    <w:p w14:paraId="02852924" w14:textId="77777777" w:rsidR="00F635DB" w:rsidRDefault="00855694" w:rsidP="00F635DB">
      <w:r w:rsidRPr="009071AC">
        <w:t>Il se sentait</w:t>
      </w:r>
      <w:r w:rsidR="00F635DB">
        <w:t xml:space="preserve">, </w:t>
      </w:r>
      <w:r w:rsidRPr="009071AC">
        <w:t>lui</w:t>
      </w:r>
      <w:r w:rsidR="00F635DB">
        <w:t xml:space="preserve">, </w:t>
      </w:r>
      <w:r w:rsidRPr="009071AC">
        <w:t>innocent</w:t>
      </w:r>
      <w:r w:rsidR="00F635DB">
        <w:t xml:space="preserve">, </w:t>
      </w:r>
      <w:r w:rsidRPr="009071AC">
        <w:t>rouler au plus profond d</w:t>
      </w:r>
      <w:r w:rsidR="00F635DB">
        <w:t>’</w:t>
      </w:r>
      <w:r w:rsidRPr="009071AC">
        <w:t>un abîme d</w:t>
      </w:r>
      <w:r w:rsidR="00F635DB">
        <w:t>’</w:t>
      </w:r>
      <w:r w:rsidRPr="009071AC">
        <w:t>infamie</w:t>
      </w:r>
      <w:r w:rsidR="00F635DB">
        <w:t xml:space="preserve"> ; </w:t>
      </w:r>
      <w:r w:rsidRPr="009071AC">
        <w:t>il se voyait déshonoré</w:t>
      </w:r>
      <w:r w:rsidR="00F635DB">
        <w:t xml:space="preserve">, </w:t>
      </w:r>
      <w:r w:rsidRPr="009071AC">
        <w:t>flétri</w:t>
      </w:r>
      <w:r w:rsidR="00F635DB">
        <w:t xml:space="preserve">, </w:t>
      </w:r>
      <w:r w:rsidRPr="009071AC">
        <w:t>perdu</w:t>
      </w:r>
      <w:r w:rsidR="00F635DB">
        <w:t> !</w:t>
      </w:r>
    </w:p>
    <w:p w14:paraId="7F6215EA" w14:textId="77777777" w:rsidR="00F635DB" w:rsidRDefault="00855694" w:rsidP="00F635DB">
      <w:r w:rsidRPr="009071AC">
        <w:t>Et</w:t>
      </w:r>
      <w:r w:rsidR="00F635DB">
        <w:t xml:space="preserve">, </w:t>
      </w:r>
      <w:r w:rsidRPr="009071AC">
        <w:t>comprenant qu</w:t>
      </w:r>
      <w:r w:rsidR="00F635DB">
        <w:t>’</w:t>
      </w:r>
      <w:r w:rsidRPr="009071AC">
        <w:t>il fallait un fait à opposer à un fait</w:t>
      </w:r>
      <w:r w:rsidR="00F635DB">
        <w:t xml:space="preserve">, </w:t>
      </w:r>
      <w:r w:rsidRPr="009071AC">
        <w:t>il demandait à Dieu</w:t>
      </w:r>
      <w:r w:rsidR="00F635DB">
        <w:t xml:space="preserve">, </w:t>
      </w:r>
      <w:r w:rsidRPr="009071AC">
        <w:t>fût-ce au prix de la vie</w:t>
      </w:r>
      <w:r w:rsidR="00F635DB">
        <w:t xml:space="preserve">, </w:t>
      </w:r>
      <w:r w:rsidRPr="009071AC">
        <w:t>un secours</w:t>
      </w:r>
      <w:r w:rsidR="00F635DB">
        <w:t xml:space="preserve">, </w:t>
      </w:r>
      <w:r w:rsidRPr="009071AC">
        <w:t>une idée</w:t>
      </w:r>
      <w:r w:rsidR="00F635DB">
        <w:t xml:space="preserve">, </w:t>
      </w:r>
      <w:r w:rsidRPr="009071AC">
        <w:t>une inspiration</w:t>
      </w:r>
      <w:r w:rsidR="00F635DB">
        <w:t xml:space="preserve">, </w:t>
      </w:r>
      <w:r w:rsidRPr="009071AC">
        <w:t>pour démasquer le coupable</w:t>
      </w:r>
      <w:r w:rsidR="00F635DB">
        <w:t>…</w:t>
      </w:r>
    </w:p>
    <w:p w14:paraId="3618F8DA" w14:textId="77777777" w:rsidR="00F635DB" w:rsidRDefault="00855694" w:rsidP="00F635DB">
      <w:r w:rsidRPr="009071AC">
        <w:t>Ce fut un autre qui prit sa défense</w:t>
      </w:r>
      <w:r w:rsidR="00F635DB">
        <w:t>.</w:t>
      </w:r>
    </w:p>
    <w:p w14:paraId="2AC94DCF" w14:textId="2B0A7C29" w:rsidR="00F635DB" w:rsidRDefault="00855694" w:rsidP="00F635DB">
      <w:r w:rsidRPr="009071AC">
        <w:t>Avec une hardiesse dont on ne l</w:t>
      </w:r>
      <w:r w:rsidR="00F635DB">
        <w:t>’</w:t>
      </w:r>
      <w:r w:rsidRPr="009071AC">
        <w:t>eût pas soupçonné à le voir</w:t>
      </w:r>
      <w:r w:rsidR="00F635DB">
        <w:t>, M. de </w:t>
      </w:r>
      <w:proofErr w:type="spellStart"/>
      <w:r w:rsidRPr="009071AC">
        <w:t>Coralth</w:t>
      </w:r>
      <w:proofErr w:type="spellEnd"/>
      <w:r w:rsidRPr="009071AC">
        <w:t xml:space="preserve"> se plaça devant Pascal</w:t>
      </w:r>
      <w:r w:rsidR="00F635DB">
        <w:t xml:space="preserve">, </w:t>
      </w:r>
      <w:r w:rsidRPr="009071AC">
        <w:t>et d</w:t>
      </w:r>
      <w:r w:rsidR="00F635DB">
        <w:t>’</w:t>
      </w:r>
      <w:r w:rsidRPr="009071AC">
        <w:t>un ton où il y avait encore plus de défi que de douleur</w:t>
      </w:r>
      <w:r w:rsidR="00F635DB">
        <w:t> :</w:t>
      </w:r>
    </w:p>
    <w:p w14:paraId="22FC6BF7" w14:textId="77777777" w:rsidR="00F635DB" w:rsidRDefault="00F635DB" w:rsidP="00F635DB">
      <w:r>
        <w:lastRenderedPageBreak/>
        <w:t>— </w:t>
      </w:r>
      <w:r w:rsidR="00855694" w:rsidRPr="009071AC">
        <w:t>C</w:t>
      </w:r>
      <w:r>
        <w:t>’</w:t>
      </w:r>
      <w:r w:rsidR="00855694" w:rsidRPr="009071AC">
        <w:t>est une horrible méprise que vous commettez</w:t>
      </w:r>
      <w:r>
        <w:t xml:space="preserve">, </w:t>
      </w:r>
      <w:r w:rsidR="00855694" w:rsidRPr="009071AC">
        <w:t>messieurs</w:t>
      </w:r>
      <w:r>
        <w:t xml:space="preserve">, </w:t>
      </w:r>
      <w:r w:rsidR="00855694" w:rsidRPr="009071AC">
        <w:t>déclara-t-il</w:t>
      </w:r>
      <w:r>
        <w:t xml:space="preserve">. </w:t>
      </w:r>
      <w:r w:rsidR="00855694" w:rsidRPr="009071AC">
        <w:t xml:space="preserve">Pascal </w:t>
      </w:r>
      <w:proofErr w:type="spellStart"/>
      <w:r w:rsidR="00855694" w:rsidRPr="009071AC">
        <w:t>Férailleur</w:t>
      </w:r>
      <w:proofErr w:type="spellEnd"/>
      <w:r w:rsidR="00855694" w:rsidRPr="009071AC">
        <w:t xml:space="preserve"> est mon ami</w:t>
      </w:r>
      <w:r>
        <w:t xml:space="preserve">, </w:t>
      </w:r>
      <w:r w:rsidR="00855694" w:rsidRPr="009071AC">
        <w:t>et son passé répond du présent</w:t>
      </w:r>
      <w:r>
        <w:t xml:space="preserve">. </w:t>
      </w:r>
      <w:r w:rsidR="00855694" w:rsidRPr="009071AC">
        <w:t>Allez au Palais</w:t>
      </w:r>
      <w:r>
        <w:t xml:space="preserve">, </w:t>
      </w:r>
      <w:r w:rsidR="00855694" w:rsidRPr="009071AC">
        <w:t>informez-vous</w:t>
      </w:r>
      <w:r>
        <w:t xml:space="preserve">, </w:t>
      </w:r>
      <w:r w:rsidR="00855694" w:rsidRPr="009071AC">
        <w:t>et on vous dira si cet honnête homme est capable de l</w:t>
      </w:r>
      <w:r>
        <w:t>’</w:t>
      </w:r>
      <w:r w:rsidR="00855694" w:rsidRPr="009071AC">
        <w:t>ignoble action dont on l</w:t>
      </w:r>
      <w:r>
        <w:t>’</w:t>
      </w:r>
      <w:r w:rsidR="00855694" w:rsidRPr="009071AC">
        <w:t>accuse</w:t>
      </w:r>
      <w:r>
        <w:t>…</w:t>
      </w:r>
    </w:p>
    <w:p w14:paraId="09F54D75" w14:textId="77777777" w:rsidR="00F635DB" w:rsidRDefault="00855694" w:rsidP="00F635DB">
      <w:r w:rsidRPr="009071AC">
        <w:t>Personne ne répondit</w:t>
      </w:r>
      <w:r w:rsidR="00F635DB">
        <w:t>.</w:t>
      </w:r>
    </w:p>
    <w:p w14:paraId="51BB4356" w14:textId="77777777" w:rsidR="00F635DB" w:rsidRDefault="00855694" w:rsidP="00F635DB">
      <w:r w:rsidRPr="009071AC">
        <w:t>On eût dit que dans l</w:t>
      </w:r>
      <w:r w:rsidR="00F635DB">
        <w:t>’</w:t>
      </w:r>
      <w:r w:rsidRPr="009071AC">
        <w:t>opinion de chacun</w:t>
      </w:r>
      <w:r w:rsidR="00F635DB">
        <w:t xml:space="preserve">, </w:t>
      </w:r>
      <w:r w:rsidRPr="009071AC">
        <w:t>Fernand remplissait simplement un devoir auquel il lui eût été difficile de se soustraire</w:t>
      </w:r>
      <w:r w:rsidR="00F635DB">
        <w:t>…</w:t>
      </w:r>
    </w:p>
    <w:p w14:paraId="2F85F4D6" w14:textId="77777777" w:rsidR="00F635DB" w:rsidRDefault="00855694" w:rsidP="00F635DB">
      <w:r w:rsidRPr="009071AC">
        <w:t>Le vieux monsieur dont l</w:t>
      </w:r>
      <w:r w:rsidR="00F635DB">
        <w:t>’</w:t>
      </w:r>
      <w:r w:rsidRPr="009071AC">
        <w:t>opinion avait décidé la suspension et la reprise de la partie fut l</w:t>
      </w:r>
      <w:r w:rsidR="00F635DB">
        <w:t>’</w:t>
      </w:r>
      <w:r w:rsidRPr="009071AC">
        <w:t>interprète de l</w:t>
      </w:r>
      <w:r w:rsidR="00F635DB">
        <w:t>’</w:t>
      </w:r>
      <w:r w:rsidRPr="009071AC">
        <w:t>impression générale</w:t>
      </w:r>
      <w:r w:rsidR="00F635DB">
        <w:t>.</w:t>
      </w:r>
    </w:p>
    <w:p w14:paraId="6473B226" w14:textId="77777777" w:rsidR="00F635DB" w:rsidRDefault="00855694" w:rsidP="00F635DB">
      <w:r w:rsidRPr="009071AC">
        <w:t>C</w:t>
      </w:r>
      <w:r w:rsidR="00F635DB">
        <w:t>’</w:t>
      </w:r>
      <w:r w:rsidRPr="009071AC">
        <w:t>était un gros homme</w:t>
      </w:r>
      <w:r w:rsidR="00F635DB">
        <w:t xml:space="preserve">, </w:t>
      </w:r>
      <w:r w:rsidRPr="009071AC">
        <w:t>qui soufflait comme un phoque en parlant</w:t>
      </w:r>
      <w:r w:rsidR="00F635DB">
        <w:t xml:space="preserve">, </w:t>
      </w:r>
      <w:r w:rsidRPr="009071AC">
        <w:t>et qu</w:t>
      </w:r>
      <w:r w:rsidR="00F635DB">
        <w:t>’</w:t>
      </w:r>
      <w:r w:rsidRPr="009071AC">
        <w:t>on appelait le baron</w:t>
      </w:r>
      <w:r w:rsidR="00F635DB">
        <w:t>.</w:t>
      </w:r>
    </w:p>
    <w:p w14:paraId="490409C5" w14:textId="77777777" w:rsidR="00F635DB" w:rsidRDefault="00F635DB" w:rsidP="00F635DB">
      <w:r>
        <w:t>— </w:t>
      </w:r>
      <w:r w:rsidR="00855694" w:rsidRPr="009071AC">
        <w:t>C</w:t>
      </w:r>
      <w:r>
        <w:t>’</w:t>
      </w:r>
      <w:r w:rsidR="00855694" w:rsidRPr="009071AC">
        <w:t>est très-bien</w:t>
      </w:r>
      <w:r>
        <w:t xml:space="preserve">, </w:t>
      </w:r>
      <w:r w:rsidR="00855694" w:rsidRPr="009071AC">
        <w:t>ce que vous faites là</w:t>
      </w:r>
      <w:r>
        <w:t xml:space="preserve"> !… </w:t>
      </w:r>
      <w:r w:rsidR="00855694" w:rsidRPr="009071AC">
        <w:t>dit-il à Fernand</w:t>
      </w:r>
      <w:r>
        <w:t xml:space="preserve"> ; </w:t>
      </w:r>
      <w:r w:rsidR="00855694" w:rsidRPr="009071AC">
        <w:t>oui</w:t>
      </w:r>
      <w:r>
        <w:t xml:space="preserve">, </w:t>
      </w:r>
      <w:r w:rsidR="00855694" w:rsidRPr="009071AC">
        <w:t>très-bien</w:t>
      </w:r>
      <w:r>
        <w:t xml:space="preserve">, </w:t>
      </w:r>
      <w:r w:rsidR="00855694" w:rsidRPr="009071AC">
        <w:t>parole d</w:t>
      </w:r>
      <w:r>
        <w:t>’</w:t>
      </w:r>
      <w:r w:rsidR="00855694" w:rsidRPr="009071AC">
        <w:t>honneur</w:t>
      </w:r>
      <w:r>
        <w:t xml:space="preserve"> !… </w:t>
      </w:r>
      <w:r w:rsidR="00855694" w:rsidRPr="009071AC">
        <w:t>Vous voilà hors de cause</w:t>
      </w:r>
      <w:r>
        <w:t xml:space="preserve"> !… </w:t>
      </w:r>
      <w:r w:rsidR="00855694" w:rsidRPr="009071AC">
        <w:t>Que diable</w:t>
      </w:r>
      <w:r>
        <w:t xml:space="preserve"> ! </w:t>
      </w:r>
      <w:r w:rsidR="00855694" w:rsidRPr="009071AC">
        <w:t>il n</w:t>
      </w:r>
      <w:r>
        <w:t>’</w:t>
      </w:r>
      <w:r w:rsidR="00855694" w:rsidRPr="009071AC">
        <w:t>est pas d</w:t>
      </w:r>
      <w:r>
        <w:t>’</w:t>
      </w:r>
      <w:r w:rsidR="00855694" w:rsidRPr="009071AC">
        <w:t>honnête homme à l</w:t>
      </w:r>
      <w:r>
        <w:t>’</w:t>
      </w:r>
      <w:r w:rsidR="00855694" w:rsidRPr="009071AC">
        <w:t>abri de votre mésaventure</w:t>
      </w:r>
      <w:r>
        <w:t xml:space="preserve">… </w:t>
      </w:r>
      <w:r w:rsidR="00855694" w:rsidRPr="009071AC">
        <w:t>Les coquins n</w:t>
      </w:r>
      <w:r>
        <w:t>’</w:t>
      </w:r>
      <w:r w:rsidR="00855694" w:rsidRPr="009071AC">
        <w:t>ont pas de signe particulier</w:t>
      </w:r>
      <w:r>
        <w:t>…</w:t>
      </w:r>
    </w:p>
    <w:p w14:paraId="47431449" w14:textId="77777777" w:rsidR="00F635DB" w:rsidRDefault="00F635DB" w:rsidP="00F635DB">
      <w:r>
        <w:t>— </w:t>
      </w:r>
      <w:r w:rsidR="00855694" w:rsidRPr="009071AC">
        <w:t>C</w:t>
      </w:r>
      <w:r>
        <w:t>’</w:t>
      </w:r>
      <w:r w:rsidR="00855694" w:rsidRPr="009071AC">
        <w:t>est ce qu</w:t>
      </w:r>
      <w:r>
        <w:t>’</w:t>
      </w:r>
      <w:r w:rsidR="00855694" w:rsidRPr="009071AC">
        <w:t xml:space="preserve">on appelle </w:t>
      </w:r>
      <w:r>
        <w:t>« </w:t>
      </w:r>
      <w:r w:rsidR="00855694" w:rsidRPr="009071AC">
        <w:t>un impair</w:t>
      </w:r>
      <w:r>
        <w:t>, »</w:t>
      </w:r>
      <w:r w:rsidR="00855694" w:rsidRPr="009071AC">
        <w:t xml:space="preserve"> vicomte</w:t>
      </w:r>
      <w:r>
        <w:t xml:space="preserve"> ! </w:t>
      </w:r>
      <w:r w:rsidR="00855694" w:rsidRPr="009071AC">
        <w:t>dit ironiquement un jeune homme</w:t>
      </w:r>
      <w:r>
        <w:t>.</w:t>
      </w:r>
    </w:p>
    <w:p w14:paraId="5DF08AB3" w14:textId="4F6541A6" w:rsidR="00F635DB" w:rsidRDefault="00F635DB" w:rsidP="00F635DB">
      <w:r>
        <w:t>M. de </w:t>
      </w:r>
      <w:proofErr w:type="spellStart"/>
      <w:r w:rsidR="00855694" w:rsidRPr="009071AC">
        <w:t>Coralth</w:t>
      </w:r>
      <w:proofErr w:type="spellEnd"/>
      <w:r w:rsidR="00855694" w:rsidRPr="009071AC">
        <w:t xml:space="preserve"> marcha droit à celui-là</w:t>
      </w:r>
      <w:r>
        <w:t>.</w:t>
      </w:r>
    </w:p>
    <w:p w14:paraId="2B595B40" w14:textId="77777777" w:rsidR="00F635DB" w:rsidRDefault="00F635DB" w:rsidP="00F635DB">
      <w:r>
        <w:t>— </w:t>
      </w:r>
      <w:r w:rsidR="00855694" w:rsidRPr="009071AC">
        <w:t>Vous</w:t>
      </w:r>
      <w:r>
        <w:t xml:space="preserve">, </w:t>
      </w:r>
      <w:r w:rsidR="00855694" w:rsidRPr="009071AC">
        <w:t>mon cher</w:t>
      </w:r>
      <w:r>
        <w:t xml:space="preserve">, </w:t>
      </w:r>
      <w:r w:rsidR="00855694" w:rsidRPr="009071AC">
        <w:t>dit-il</w:t>
      </w:r>
      <w:r>
        <w:t xml:space="preserve">, </w:t>
      </w:r>
      <w:r w:rsidR="00855694" w:rsidRPr="009071AC">
        <w:t>vous me rendrez raison de ce mot</w:t>
      </w:r>
      <w:r>
        <w:t xml:space="preserve">, </w:t>
      </w:r>
      <w:r w:rsidR="00855694" w:rsidRPr="009071AC">
        <w:t>s</w:t>
      </w:r>
      <w:r>
        <w:t>’</w:t>
      </w:r>
      <w:r w:rsidR="00855694" w:rsidRPr="009071AC">
        <w:t>il vous plaît</w:t>
      </w:r>
      <w:r>
        <w:t>.</w:t>
      </w:r>
    </w:p>
    <w:p w14:paraId="2C40D072" w14:textId="77777777" w:rsidR="00F635DB" w:rsidRDefault="00F635DB" w:rsidP="00F635DB">
      <w:r>
        <w:t>— </w:t>
      </w:r>
      <w:r w:rsidR="00855694" w:rsidRPr="009071AC">
        <w:t>Quand vous voudrez</w:t>
      </w:r>
      <w:r>
        <w:t> !…</w:t>
      </w:r>
    </w:p>
    <w:p w14:paraId="2ADEA096" w14:textId="77777777" w:rsidR="00F635DB" w:rsidRDefault="00855694" w:rsidP="00F635DB">
      <w:r w:rsidRPr="009071AC">
        <w:t>Ils se mesuraient des yeux</w:t>
      </w:r>
      <w:r w:rsidR="00F635DB">
        <w:t xml:space="preserve">, </w:t>
      </w:r>
      <w:r w:rsidRPr="009071AC">
        <w:t>on les entraîna dans la chambre voisine</w:t>
      </w:r>
      <w:r w:rsidR="00F635DB">
        <w:t xml:space="preserve"> ; </w:t>
      </w:r>
      <w:r w:rsidRPr="009071AC">
        <w:t>chacun</w:t>
      </w:r>
      <w:r w:rsidR="00F635DB">
        <w:t xml:space="preserve">, </w:t>
      </w:r>
      <w:r w:rsidRPr="009071AC">
        <w:t>à part soi</w:t>
      </w:r>
      <w:r w:rsidR="00F635DB">
        <w:t xml:space="preserve">, </w:t>
      </w:r>
      <w:r w:rsidRPr="009071AC">
        <w:t xml:space="preserve">trouvant naturel et </w:t>
      </w:r>
      <w:r w:rsidRPr="009071AC">
        <w:lastRenderedPageBreak/>
        <w:t>même juste que le vicomte</w:t>
      </w:r>
      <w:r w:rsidR="00F635DB">
        <w:t xml:space="preserve">, </w:t>
      </w:r>
      <w:r w:rsidRPr="009071AC">
        <w:t>ayant eu un désagrément</w:t>
      </w:r>
      <w:r w:rsidR="00F635DB">
        <w:t xml:space="preserve">, </w:t>
      </w:r>
      <w:r w:rsidRPr="009071AC">
        <w:t>s</w:t>
      </w:r>
      <w:r w:rsidR="00F635DB">
        <w:t>’</w:t>
      </w:r>
      <w:r w:rsidRPr="009071AC">
        <w:t>en prit au premier venu</w:t>
      </w:r>
      <w:r w:rsidR="00F635DB">
        <w:t>…</w:t>
      </w:r>
    </w:p>
    <w:p w14:paraId="17225748" w14:textId="77777777" w:rsidR="00F635DB" w:rsidRDefault="00855694" w:rsidP="00F635DB">
      <w:r w:rsidRPr="009071AC">
        <w:t>Jusqu</w:t>
      </w:r>
      <w:r w:rsidR="00F635DB">
        <w:t>’</w:t>
      </w:r>
      <w:r w:rsidRPr="009071AC">
        <w:t>alors</w:t>
      </w:r>
      <w:r w:rsidR="00F635DB">
        <w:t xml:space="preserve">, </w:t>
      </w:r>
      <w:r w:rsidRPr="009071AC">
        <w:t>Pascal n</w:t>
      </w:r>
      <w:r w:rsidR="00F635DB">
        <w:t>’</w:t>
      </w:r>
      <w:r w:rsidRPr="009071AC">
        <w:t>avait ni desserré les lèvres</w:t>
      </w:r>
      <w:r w:rsidR="00F635DB">
        <w:t xml:space="preserve">, </w:t>
      </w:r>
      <w:r w:rsidRPr="009071AC">
        <w:t>ni même la bouche</w:t>
      </w:r>
      <w:r w:rsidR="00F635DB">
        <w:t>…</w:t>
      </w:r>
    </w:p>
    <w:p w14:paraId="5F46EFAC" w14:textId="77777777" w:rsidR="00F635DB" w:rsidRDefault="00855694" w:rsidP="00F635DB">
      <w:r w:rsidRPr="009071AC">
        <w:t>Après s</w:t>
      </w:r>
      <w:r w:rsidR="00F635DB">
        <w:t>’</w:t>
      </w:r>
      <w:r w:rsidRPr="009071AC">
        <w:t>être un moment débattu entre les mains des joueurs qui s</w:t>
      </w:r>
      <w:r w:rsidR="00F635DB">
        <w:t>’</w:t>
      </w:r>
      <w:r w:rsidRPr="009071AC">
        <w:t>étaient jetés sur lui</w:t>
      </w:r>
      <w:r w:rsidR="00F635DB">
        <w:t xml:space="preserve">, </w:t>
      </w:r>
      <w:r w:rsidRPr="009071AC">
        <w:t>il demeurait immobile</w:t>
      </w:r>
      <w:r w:rsidR="00F635DB">
        <w:t xml:space="preserve">, </w:t>
      </w:r>
      <w:r w:rsidRPr="009071AC">
        <w:t>promenant autour de lui un regard farouche</w:t>
      </w:r>
      <w:r w:rsidR="00F635DB">
        <w:t xml:space="preserve">, </w:t>
      </w:r>
      <w:r w:rsidRPr="009071AC">
        <w:t>comme s</w:t>
      </w:r>
      <w:r w:rsidR="00F635DB">
        <w:t>’</w:t>
      </w:r>
      <w:r w:rsidRPr="009071AC">
        <w:t>il eût espéré découvrir le lâche qui avait préparé le piège immonde où il était tombé</w:t>
      </w:r>
      <w:r w:rsidR="00F635DB">
        <w:t>.</w:t>
      </w:r>
    </w:p>
    <w:p w14:paraId="3610DA45" w14:textId="77777777" w:rsidR="00F635DB" w:rsidRDefault="00855694" w:rsidP="00F635DB">
      <w:r w:rsidRPr="009071AC">
        <w:t>Car il était victime d</w:t>
      </w:r>
      <w:r w:rsidR="00F635DB">
        <w:t>’</w:t>
      </w:r>
      <w:r w:rsidRPr="009071AC">
        <w:t>une atroce machination</w:t>
      </w:r>
      <w:r w:rsidR="00F635DB">
        <w:t xml:space="preserve">, </w:t>
      </w:r>
      <w:r w:rsidRPr="009071AC">
        <w:t>il n</w:t>
      </w:r>
      <w:r w:rsidR="00F635DB">
        <w:t>’</w:t>
      </w:r>
      <w:r w:rsidRPr="009071AC">
        <w:t>en pouvait douter</w:t>
      </w:r>
      <w:r w:rsidR="00F635DB">
        <w:t xml:space="preserve">, </w:t>
      </w:r>
      <w:r w:rsidRPr="009071AC">
        <w:t>encore qu</w:t>
      </w:r>
      <w:r w:rsidR="00F635DB">
        <w:t>’</w:t>
      </w:r>
      <w:r w:rsidRPr="009071AC">
        <w:t>il lui fût impossible d</w:t>
      </w:r>
      <w:r w:rsidR="00F635DB">
        <w:t>’</w:t>
      </w:r>
      <w:r w:rsidRPr="009071AC">
        <w:t>en soupçonner seulement le but</w:t>
      </w:r>
      <w:r w:rsidR="00F635DB">
        <w:t>.</w:t>
      </w:r>
    </w:p>
    <w:p w14:paraId="69FB1D37" w14:textId="77777777" w:rsidR="00F635DB" w:rsidRDefault="00855694" w:rsidP="00F635DB">
      <w:r w:rsidRPr="009071AC">
        <w:t>Tout à coup ceux qui le tenaient sentirent qu</w:t>
      </w:r>
      <w:r w:rsidR="00F635DB">
        <w:t>’</w:t>
      </w:r>
      <w:r w:rsidRPr="009071AC">
        <w:t>il tressaillait</w:t>
      </w:r>
      <w:r w:rsidR="00F635DB">
        <w:t xml:space="preserve">. </w:t>
      </w:r>
      <w:r w:rsidRPr="009071AC">
        <w:t>Il se redressa</w:t>
      </w:r>
      <w:r w:rsidR="00F635DB">
        <w:t xml:space="preserve">. </w:t>
      </w:r>
      <w:r w:rsidRPr="009071AC">
        <w:t>Il venait d</w:t>
      </w:r>
      <w:r w:rsidR="00F635DB">
        <w:t>’</w:t>
      </w:r>
      <w:r w:rsidRPr="009071AC">
        <w:t>entrevoir une lueur d</w:t>
      </w:r>
      <w:r w:rsidR="00F635DB">
        <w:t>’</w:t>
      </w:r>
      <w:r w:rsidRPr="009071AC">
        <w:t>espoir</w:t>
      </w:r>
      <w:r w:rsidR="00F635DB">
        <w:t>…</w:t>
      </w:r>
    </w:p>
    <w:p w14:paraId="5430C32A" w14:textId="77777777" w:rsidR="00F635DB" w:rsidRDefault="00F635DB" w:rsidP="00F635DB">
      <w:r>
        <w:t>— </w:t>
      </w:r>
      <w:r w:rsidR="00855694" w:rsidRPr="009071AC">
        <w:t>Me sera-t-il permis d</w:t>
      </w:r>
      <w:r>
        <w:t>’</w:t>
      </w:r>
      <w:r w:rsidR="00855694" w:rsidRPr="009071AC">
        <w:t>essayer de me justifier</w:t>
      </w:r>
      <w:r>
        <w:t xml:space="preserve"> ?… </w:t>
      </w:r>
      <w:r w:rsidR="00855694" w:rsidRPr="009071AC">
        <w:t>demanda-t-il</w:t>
      </w:r>
      <w:r>
        <w:t>.</w:t>
      </w:r>
    </w:p>
    <w:p w14:paraId="5E646C88" w14:textId="77777777" w:rsidR="00F635DB" w:rsidRDefault="00F635DB" w:rsidP="00F635DB">
      <w:r>
        <w:t>— </w:t>
      </w:r>
      <w:r w:rsidR="00855694" w:rsidRPr="009071AC">
        <w:t>Parlez</w:t>
      </w:r>
      <w:r>
        <w:t>…</w:t>
      </w:r>
    </w:p>
    <w:p w14:paraId="3A09775A" w14:textId="77777777" w:rsidR="00F635DB" w:rsidRDefault="00855694" w:rsidP="00F635DB">
      <w:r w:rsidRPr="009071AC">
        <w:t>Il eût voulu se dégager</w:t>
      </w:r>
      <w:r w:rsidR="00F635DB">
        <w:t xml:space="preserve">, </w:t>
      </w:r>
      <w:r w:rsidRPr="009071AC">
        <w:t>avoir les bras libres</w:t>
      </w:r>
      <w:r w:rsidR="00F635DB">
        <w:t xml:space="preserve"> ; </w:t>
      </w:r>
      <w:r w:rsidRPr="009071AC">
        <w:t>ceux qui le maintenaient ne lâchant point prise</w:t>
      </w:r>
      <w:r w:rsidR="00F635DB">
        <w:t xml:space="preserve">, </w:t>
      </w:r>
      <w:r w:rsidRPr="009071AC">
        <w:t>il se résigna</w:t>
      </w:r>
      <w:r w:rsidR="00F635DB">
        <w:t xml:space="preserve">, </w:t>
      </w:r>
      <w:r w:rsidRPr="009071AC">
        <w:t>et d</w:t>
      </w:r>
      <w:r w:rsidR="00F635DB">
        <w:t>’</w:t>
      </w:r>
      <w:r w:rsidRPr="009071AC">
        <w:t>une voix rauque</w:t>
      </w:r>
      <w:r w:rsidR="00F635DB">
        <w:t> :</w:t>
      </w:r>
    </w:p>
    <w:p w14:paraId="32C8D191" w14:textId="77777777" w:rsidR="00F635DB" w:rsidRDefault="00F635DB" w:rsidP="00F635DB">
      <w:r>
        <w:t>— </w:t>
      </w:r>
      <w:r w:rsidR="00855694" w:rsidRPr="009071AC">
        <w:t>Je suis innocent</w:t>
      </w:r>
      <w:r>
        <w:t xml:space="preserve"> !… </w:t>
      </w:r>
      <w:r w:rsidR="00855694" w:rsidRPr="009071AC">
        <w:t>prononça-t-il</w:t>
      </w:r>
      <w:r>
        <w:t xml:space="preserve">. </w:t>
      </w:r>
      <w:r w:rsidR="00855694" w:rsidRPr="009071AC">
        <w:t>C</w:t>
      </w:r>
      <w:r>
        <w:t>’</w:t>
      </w:r>
      <w:r w:rsidR="00855694" w:rsidRPr="009071AC">
        <w:t>est un guet-apens inouï</w:t>
      </w:r>
      <w:r>
        <w:t xml:space="preserve">… </w:t>
      </w:r>
      <w:r w:rsidR="00855694" w:rsidRPr="009071AC">
        <w:t>Quel en est l</w:t>
      </w:r>
      <w:r>
        <w:t>’</w:t>
      </w:r>
      <w:r w:rsidR="00855694" w:rsidRPr="009071AC">
        <w:t>auteur</w:t>
      </w:r>
      <w:r>
        <w:t xml:space="preserve"> ?… </w:t>
      </w:r>
      <w:r w:rsidR="00855694" w:rsidRPr="009071AC">
        <w:t>je l</w:t>
      </w:r>
      <w:r>
        <w:t>’</w:t>
      </w:r>
      <w:r w:rsidR="00855694" w:rsidRPr="009071AC">
        <w:t>ignore</w:t>
      </w:r>
      <w:r>
        <w:t xml:space="preserve">… </w:t>
      </w:r>
      <w:r w:rsidR="00855694" w:rsidRPr="009071AC">
        <w:t>Mais il est ici quelqu</w:t>
      </w:r>
      <w:r>
        <w:t>’</w:t>
      </w:r>
      <w:r w:rsidR="00855694" w:rsidRPr="009071AC">
        <w:t>un qui doit le connaître</w:t>
      </w:r>
      <w:r>
        <w:t>…</w:t>
      </w:r>
    </w:p>
    <w:p w14:paraId="252F29D7" w14:textId="77777777" w:rsidR="00F635DB" w:rsidRDefault="00855694" w:rsidP="00F635DB">
      <w:r w:rsidRPr="009071AC">
        <w:t>Des huées l</w:t>
      </w:r>
      <w:r w:rsidR="00F635DB">
        <w:t>’</w:t>
      </w:r>
      <w:r w:rsidRPr="009071AC">
        <w:t>interrompirent</w:t>
      </w:r>
      <w:r w:rsidR="00F635DB">
        <w:t>.</w:t>
      </w:r>
    </w:p>
    <w:p w14:paraId="42AAD2E2" w14:textId="6DFB5B2A" w:rsidR="00F635DB" w:rsidRDefault="00F635DB" w:rsidP="00F635DB">
      <w:r>
        <w:t>— </w:t>
      </w:r>
      <w:r w:rsidR="00855694" w:rsidRPr="009071AC">
        <w:t>Voulez-vous donc m</w:t>
      </w:r>
      <w:r>
        <w:t>’</w:t>
      </w:r>
      <w:r w:rsidR="00855694" w:rsidRPr="009071AC">
        <w:t>égorger sans m</w:t>
      </w:r>
      <w:r>
        <w:t>’</w:t>
      </w:r>
      <w:r w:rsidR="00855694" w:rsidRPr="009071AC">
        <w:t>entendre</w:t>
      </w:r>
      <w:r>
        <w:t xml:space="preserve"> !… </w:t>
      </w:r>
      <w:r w:rsidR="00855694" w:rsidRPr="009071AC">
        <w:t>reprit-il</w:t>
      </w:r>
      <w:r>
        <w:t xml:space="preserve">, </w:t>
      </w:r>
      <w:r w:rsidR="00855694" w:rsidRPr="009071AC">
        <w:t>en haussant la voix</w:t>
      </w:r>
      <w:r>
        <w:t xml:space="preserve">. </w:t>
      </w:r>
      <w:r w:rsidR="00855694" w:rsidRPr="009071AC">
        <w:t>Écoutez-moi</w:t>
      </w:r>
      <w:r>
        <w:t xml:space="preserve">… </w:t>
      </w:r>
      <w:r w:rsidR="00855694" w:rsidRPr="009071AC">
        <w:t>Il y a une heure</w:t>
      </w:r>
      <w:r>
        <w:t xml:space="preserve">… </w:t>
      </w:r>
      <w:r w:rsidR="00855694" w:rsidRPr="009071AC">
        <w:t>au moment du souper</w:t>
      </w:r>
      <w:r>
        <w:t>… M</w:t>
      </w:r>
      <w:r w:rsidRPr="00F635DB">
        <w:rPr>
          <w:vertAlign w:val="superscript"/>
        </w:rPr>
        <w:t>me</w:t>
      </w:r>
      <w:r>
        <w:t> </w:t>
      </w:r>
      <w:r w:rsidR="00855694" w:rsidRPr="009071AC">
        <w:t>d</w:t>
      </w:r>
      <w:r>
        <w:t>’</w:t>
      </w:r>
      <w:r w:rsidR="00855694" w:rsidRPr="009071AC">
        <w:t>Argelès s</w:t>
      </w:r>
      <w:r>
        <w:t>’</w:t>
      </w:r>
      <w:r w:rsidR="00855694" w:rsidRPr="009071AC">
        <w:t xml:space="preserve">est presque jetée à </w:t>
      </w:r>
      <w:r w:rsidR="00855694" w:rsidRPr="009071AC">
        <w:lastRenderedPageBreak/>
        <w:t>mes genoux en me conjurant de me retirer</w:t>
      </w:r>
      <w:r>
        <w:t xml:space="preserve">… </w:t>
      </w:r>
      <w:r w:rsidR="00855694" w:rsidRPr="009071AC">
        <w:t>Son trouble m</w:t>
      </w:r>
      <w:r>
        <w:t>’</w:t>
      </w:r>
      <w:r w:rsidR="00855694" w:rsidRPr="009071AC">
        <w:t>avait stupéfié</w:t>
      </w:r>
      <w:r>
        <w:t xml:space="preserve">… </w:t>
      </w:r>
      <w:r w:rsidR="00855694" w:rsidRPr="009071AC">
        <w:t>Maintenant</w:t>
      </w:r>
      <w:r>
        <w:t xml:space="preserve">, </w:t>
      </w:r>
      <w:r w:rsidR="00855694" w:rsidRPr="009071AC">
        <w:t>je me l</w:t>
      </w:r>
      <w:r>
        <w:t>’</w:t>
      </w:r>
      <w:r w:rsidR="00855694" w:rsidRPr="009071AC">
        <w:t>explique</w:t>
      </w:r>
      <w:r>
        <w:t>…</w:t>
      </w:r>
    </w:p>
    <w:p w14:paraId="0D654D43" w14:textId="41355F79" w:rsidR="00F635DB" w:rsidRDefault="00855694" w:rsidP="00F635DB">
      <w:r w:rsidRPr="009071AC">
        <w:t>Celui qu</w:t>
      </w:r>
      <w:r w:rsidR="00F635DB">
        <w:t>’</w:t>
      </w:r>
      <w:r w:rsidRPr="009071AC">
        <w:t xml:space="preserve">on appelait </w:t>
      </w:r>
      <w:r w:rsidR="00F635DB">
        <w:t>« </w:t>
      </w:r>
      <w:r w:rsidRPr="009071AC">
        <w:t>le baron</w:t>
      </w:r>
      <w:r w:rsidR="00F635DB">
        <w:t> »</w:t>
      </w:r>
      <w:r w:rsidRPr="009071AC">
        <w:t xml:space="preserve"> se tourna vers </w:t>
      </w:r>
      <w:r w:rsidR="00F635DB">
        <w:t>M</w:t>
      </w:r>
      <w:r w:rsidR="00F635DB" w:rsidRPr="00F635DB">
        <w:rPr>
          <w:vertAlign w:val="superscript"/>
        </w:rPr>
        <w:t>me</w:t>
      </w:r>
      <w:r w:rsidR="00F635DB">
        <w:t> </w:t>
      </w:r>
      <w:r w:rsidRPr="009071AC">
        <w:t>d</w:t>
      </w:r>
      <w:r w:rsidR="00F635DB">
        <w:t>’</w:t>
      </w:r>
      <w:r w:rsidRPr="009071AC">
        <w:t>Argelès</w:t>
      </w:r>
      <w:r w:rsidR="00F635DB">
        <w:t>.</w:t>
      </w:r>
    </w:p>
    <w:p w14:paraId="12FF0BB0" w14:textId="77777777" w:rsidR="00F635DB" w:rsidRDefault="00F635DB" w:rsidP="00F635DB">
      <w:r>
        <w:t>— </w:t>
      </w:r>
      <w:r w:rsidR="00855694" w:rsidRPr="009071AC">
        <w:t>Est-ce vrai</w:t>
      </w:r>
      <w:r>
        <w:t xml:space="preserve">, </w:t>
      </w:r>
      <w:r w:rsidR="00855694" w:rsidRPr="009071AC">
        <w:t>ce que dit cet homme</w:t>
      </w:r>
      <w:r>
        <w:t xml:space="preserve"> ? </w:t>
      </w:r>
      <w:r w:rsidR="00855694" w:rsidRPr="009071AC">
        <w:t>interrogea-t-il</w:t>
      </w:r>
      <w:r>
        <w:t>.</w:t>
      </w:r>
    </w:p>
    <w:p w14:paraId="319BBCDF" w14:textId="77777777" w:rsidR="00F635DB" w:rsidRDefault="00855694" w:rsidP="00F635DB">
      <w:r w:rsidRPr="009071AC">
        <w:t>Elle se leva toute chancelante et répondit</w:t>
      </w:r>
      <w:r w:rsidR="00F635DB">
        <w:t> :</w:t>
      </w:r>
    </w:p>
    <w:p w14:paraId="079A4A3A" w14:textId="77777777" w:rsidR="00F635DB" w:rsidRDefault="00F635DB" w:rsidP="00F635DB">
      <w:r>
        <w:t>— </w:t>
      </w:r>
      <w:r w:rsidR="00855694" w:rsidRPr="009071AC">
        <w:t>C</w:t>
      </w:r>
      <w:r>
        <w:t>’</w:t>
      </w:r>
      <w:r w:rsidR="00855694" w:rsidRPr="009071AC">
        <w:t>est vrai</w:t>
      </w:r>
      <w:r>
        <w:t>.</w:t>
      </w:r>
    </w:p>
    <w:p w14:paraId="37AA41D5" w14:textId="77777777" w:rsidR="00F635DB" w:rsidRDefault="00F635DB" w:rsidP="00F635DB">
      <w:r>
        <w:t>— </w:t>
      </w:r>
      <w:r w:rsidR="00855694" w:rsidRPr="009071AC">
        <w:t>Pourquoi insistiez-vous tant pour qu</w:t>
      </w:r>
      <w:r>
        <w:t>’</w:t>
      </w:r>
      <w:r w:rsidR="00855694" w:rsidRPr="009071AC">
        <w:t>il s</w:t>
      </w:r>
      <w:r>
        <w:t>’</w:t>
      </w:r>
      <w:r w:rsidR="00855694" w:rsidRPr="009071AC">
        <w:t>éloignât</w:t>
      </w:r>
      <w:r>
        <w:t> ?</w:t>
      </w:r>
    </w:p>
    <w:p w14:paraId="0235D311" w14:textId="77777777" w:rsidR="00F635DB" w:rsidRDefault="00F635DB" w:rsidP="00F635DB">
      <w:r>
        <w:t>— </w:t>
      </w:r>
      <w:r w:rsidR="00855694" w:rsidRPr="009071AC">
        <w:t>Je ne sais</w:t>
      </w:r>
      <w:r>
        <w:t xml:space="preserve">… </w:t>
      </w:r>
      <w:r w:rsidR="00855694" w:rsidRPr="009071AC">
        <w:t>un pressentiment</w:t>
      </w:r>
      <w:r>
        <w:t xml:space="preserve">… </w:t>
      </w:r>
      <w:r w:rsidR="00855694" w:rsidRPr="009071AC">
        <w:t>il me semblait qu</w:t>
      </w:r>
      <w:r>
        <w:t>’</w:t>
      </w:r>
      <w:r w:rsidR="00855694" w:rsidRPr="009071AC">
        <w:t>il allait arriver quelque chose</w:t>
      </w:r>
      <w:r>
        <w:t>…</w:t>
      </w:r>
    </w:p>
    <w:p w14:paraId="19A5FFC0" w14:textId="3B76AD16" w:rsidR="00F635DB" w:rsidRDefault="00855694" w:rsidP="00F635DB">
      <w:r w:rsidRPr="009071AC">
        <w:t>Les moins clairvoyants purent constater l</w:t>
      </w:r>
      <w:r w:rsidR="00F635DB">
        <w:t>’</w:t>
      </w:r>
      <w:r w:rsidRPr="009071AC">
        <w:t xml:space="preserve">hésitation douloureuse de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son impassible visage s</w:t>
      </w:r>
      <w:r w:rsidR="00F635DB">
        <w:t>’</w:t>
      </w:r>
      <w:r w:rsidRPr="009071AC">
        <w:t>était contracté</w:t>
      </w:r>
      <w:r w:rsidR="00F635DB">
        <w:t xml:space="preserve">… </w:t>
      </w:r>
      <w:r w:rsidRPr="009071AC">
        <w:t>Mais les plus perspicaces s</w:t>
      </w:r>
      <w:r w:rsidR="00F635DB">
        <w:t>’</w:t>
      </w:r>
      <w:r w:rsidRPr="009071AC">
        <w:t>y trompèrent</w:t>
      </w:r>
      <w:r w:rsidR="00F635DB">
        <w:t>.</w:t>
      </w:r>
    </w:p>
    <w:p w14:paraId="1355A781" w14:textId="77777777" w:rsidR="00F635DB" w:rsidRDefault="00855694" w:rsidP="00F635DB">
      <w:r w:rsidRPr="009071AC">
        <w:t>Ils pensèrent que s</w:t>
      </w:r>
      <w:r w:rsidR="00F635DB">
        <w:t>’</w:t>
      </w:r>
      <w:r w:rsidRPr="009071AC">
        <w:t>étant aperçue du vol elle avait voulu faire évader le voleur afin d</w:t>
      </w:r>
      <w:r w:rsidR="00F635DB">
        <w:t>’</w:t>
      </w:r>
      <w:r w:rsidRPr="009071AC">
        <w:t>éviter une scène</w:t>
      </w:r>
      <w:r w:rsidR="00F635DB">
        <w:t>…</w:t>
      </w:r>
    </w:p>
    <w:p w14:paraId="3A4FA417" w14:textId="77777777" w:rsidR="00F635DB" w:rsidRDefault="00855694" w:rsidP="00F635DB">
      <w:r w:rsidRPr="009071AC">
        <w:t>Pascal lui parut près de se trouver mal</w:t>
      </w:r>
      <w:r w:rsidR="00F635DB">
        <w:t>.</w:t>
      </w:r>
    </w:p>
    <w:p w14:paraId="48F85176" w14:textId="2A163EA3" w:rsidR="00F635DB" w:rsidRDefault="00F635DB" w:rsidP="00F635DB">
      <w:r>
        <w:t>— M. de </w:t>
      </w:r>
      <w:proofErr w:type="spellStart"/>
      <w:r w:rsidR="00855694" w:rsidRPr="009071AC">
        <w:t>Coralth</w:t>
      </w:r>
      <w:proofErr w:type="spellEnd"/>
      <w:r>
        <w:t xml:space="preserve">, </w:t>
      </w:r>
      <w:r w:rsidR="00855694" w:rsidRPr="009071AC">
        <w:t>commença-t-il</w:t>
      </w:r>
      <w:r>
        <w:t xml:space="preserve">, </w:t>
      </w:r>
      <w:r w:rsidR="00855694" w:rsidRPr="009071AC">
        <w:t>peut vous affirmer</w:t>
      </w:r>
      <w:r>
        <w:t>…</w:t>
      </w:r>
    </w:p>
    <w:p w14:paraId="0ABB37DC" w14:textId="38636F24" w:rsidR="00F635DB" w:rsidRDefault="00F635DB" w:rsidP="00F635DB">
      <w:r>
        <w:t>— </w:t>
      </w:r>
      <w:r w:rsidR="00855694" w:rsidRPr="009071AC">
        <w:t>Oh</w:t>
      </w:r>
      <w:r>
        <w:t xml:space="preserve"> ! </w:t>
      </w:r>
      <w:r w:rsidR="00855694" w:rsidRPr="009071AC">
        <w:t>assez</w:t>
      </w:r>
      <w:r>
        <w:t xml:space="preserve">, </w:t>
      </w:r>
      <w:r w:rsidR="00855694" w:rsidRPr="009071AC">
        <w:t>interrompit un joueur</w:t>
      </w:r>
      <w:r>
        <w:t xml:space="preserve">, </w:t>
      </w:r>
      <w:r w:rsidR="00855694" w:rsidRPr="009071AC">
        <w:t>j</w:t>
      </w:r>
      <w:r>
        <w:t>’</w:t>
      </w:r>
      <w:r w:rsidR="00855694" w:rsidRPr="009071AC">
        <w:t xml:space="preserve">ai entendu </w:t>
      </w:r>
      <w:r>
        <w:t>M. de </w:t>
      </w:r>
      <w:proofErr w:type="spellStart"/>
      <w:r w:rsidR="00855694" w:rsidRPr="009071AC">
        <w:t>Coralth</w:t>
      </w:r>
      <w:proofErr w:type="spellEnd"/>
      <w:r w:rsidR="00855694" w:rsidRPr="009071AC">
        <w:t xml:space="preserve"> faire tout au monde pour vous empêcher de jouer</w:t>
      </w:r>
      <w:r>
        <w:t>.</w:t>
      </w:r>
    </w:p>
    <w:p w14:paraId="728E479E" w14:textId="202B864C" w:rsidR="00F635DB" w:rsidRDefault="00855694" w:rsidP="00F635DB">
      <w:r w:rsidRPr="009071AC">
        <w:t>Ainsi</w:t>
      </w:r>
      <w:r w:rsidR="00F635DB">
        <w:t xml:space="preserve">, </w:t>
      </w:r>
      <w:r w:rsidRPr="009071AC">
        <w:t>la dernière</w:t>
      </w:r>
      <w:r w:rsidR="00F635DB">
        <w:t xml:space="preserve">, </w:t>
      </w:r>
      <w:r w:rsidRPr="009071AC">
        <w:t>l</w:t>
      </w:r>
      <w:r w:rsidR="00F635DB">
        <w:t>’</w:t>
      </w:r>
      <w:r w:rsidRPr="009071AC">
        <w:t>unique espérance de cet infortuné s</w:t>
      </w:r>
      <w:r w:rsidR="00F635DB">
        <w:t>’</w:t>
      </w:r>
      <w:r w:rsidRPr="009071AC">
        <w:t>évanouissait</w:t>
      </w:r>
      <w:r w:rsidR="00F635DB">
        <w:t xml:space="preserve">… </w:t>
      </w:r>
      <w:r w:rsidRPr="009071AC">
        <w:t>Il tenta un suprême effort</w:t>
      </w:r>
      <w:r w:rsidR="00F635DB">
        <w:t xml:space="preserve">, </w:t>
      </w:r>
      <w:r w:rsidRPr="009071AC">
        <w:t>et s</w:t>
      </w:r>
      <w:r w:rsidR="00F635DB">
        <w:t>’</w:t>
      </w:r>
      <w:r w:rsidRPr="009071AC">
        <w:t xml:space="preserve">adressant à </w:t>
      </w:r>
      <w:r w:rsidR="00F635DB">
        <w:t>M</w:t>
      </w:r>
      <w:r w:rsidR="00F635DB" w:rsidRPr="00F635DB">
        <w:rPr>
          <w:vertAlign w:val="superscript"/>
        </w:rPr>
        <w:t>me</w:t>
      </w:r>
      <w:r w:rsidR="00F635DB">
        <w:t> </w:t>
      </w:r>
      <w:r w:rsidRPr="009071AC">
        <w:t>d</w:t>
      </w:r>
      <w:r w:rsidR="00F635DB">
        <w:t>’</w:t>
      </w:r>
      <w:r w:rsidRPr="009071AC">
        <w:t>Argelès</w:t>
      </w:r>
      <w:r w:rsidR="00F635DB">
        <w:t> :</w:t>
      </w:r>
    </w:p>
    <w:p w14:paraId="5B545F93" w14:textId="77777777" w:rsidR="00F635DB" w:rsidRDefault="00F635DB" w:rsidP="00F635DB">
      <w:r>
        <w:t>— </w:t>
      </w:r>
      <w:r w:rsidR="00855694" w:rsidRPr="009071AC">
        <w:t>Madame</w:t>
      </w:r>
      <w:r>
        <w:t xml:space="preserve">, </w:t>
      </w:r>
      <w:r w:rsidR="00855694" w:rsidRPr="009071AC">
        <w:t>dit-il d</w:t>
      </w:r>
      <w:r>
        <w:t>’</w:t>
      </w:r>
      <w:r w:rsidR="00855694" w:rsidRPr="009071AC">
        <w:t>une voix tremblante d</w:t>
      </w:r>
      <w:r>
        <w:t>’</w:t>
      </w:r>
      <w:r w:rsidR="00855694" w:rsidRPr="009071AC">
        <w:t>angoisse</w:t>
      </w:r>
      <w:r>
        <w:t xml:space="preserve">, </w:t>
      </w:r>
      <w:r w:rsidR="00855694" w:rsidRPr="009071AC">
        <w:t>je vous en conjure</w:t>
      </w:r>
      <w:r>
        <w:t xml:space="preserve">… </w:t>
      </w:r>
      <w:r w:rsidR="00855694" w:rsidRPr="009071AC">
        <w:t>dites ce que vous savez</w:t>
      </w:r>
      <w:r>
        <w:t xml:space="preserve"> !… </w:t>
      </w:r>
      <w:r w:rsidR="00855694" w:rsidRPr="009071AC">
        <w:t xml:space="preserve">Laisserez-vous </w:t>
      </w:r>
      <w:r w:rsidR="00855694" w:rsidRPr="009071AC">
        <w:lastRenderedPageBreak/>
        <w:t>périr un homme d</w:t>
      </w:r>
      <w:r>
        <w:t>’</w:t>
      </w:r>
      <w:r w:rsidR="00855694" w:rsidRPr="009071AC">
        <w:t>honneur</w:t>
      </w:r>
      <w:r>
        <w:t xml:space="preserve"> !… </w:t>
      </w:r>
      <w:r w:rsidR="00855694" w:rsidRPr="009071AC">
        <w:t>Abandonnerez-vous un innocent que vous pouvez sauver d</w:t>
      </w:r>
      <w:r>
        <w:t>’</w:t>
      </w:r>
      <w:r w:rsidR="00855694" w:rsidRPr="009071AC">
        <w:t>un mot</w:t>
      </w:r>
      <w:r>
        <w:t> !…</w:t>
      </w:r>
    </w:p>
    <w:p w14:paraId="06583B61" w14:textId="77777777" w:rsidR="00F635DB" w:rsidRDefault="00F635DB" w:rsidP="00F635DB">
      <w:r>
        <w:t>— </w:t>
      </w:r>
      <w:r w:rsidR="00855694" w:rsidRPr="009071AC">
        <w:t>Hélas</w:t>
      </w:r>
      <w:r>
        <w:t xml:space="preserve"> !… </w:t>
      </w:r>
      <w:r w:rsidR="00855694" w:rsidRPr="009071AC">
        <w:t>que voulez-vous que je dise</w:t>
      </w:r>
      <w:r>
        <w:t> !</w:t>
      </w:r>
    </w:p>
    <w:p w14:paraId="21071175" w14:textId="77777777" w:rsidR="00F635DB" w:rsidRDefault="00855694" w:rsidP="00F635DB">
      <w:r w:rsidRPr="009071AC">
        <w:t>Et comme néanmoins elle balbutiait quelques explications confuses</w:t>
      </w:r>
      <w:r w:rsidR="00F635DB">
        <w:t> :</w:t>
      </w:r>
    </w:p>
    <w:p w14:paraId="4BF17558" w14:textId="77777777" w:rsidR="00F635DB" w:rsidRDefault="00F635DB" w:rsidP="00F635DB">
      <w:r>
        <w:t>— </w:t>
      </w:r>
      <w:r w:rsidR="00855694" w:rsidRPr="009071AC">
        <w:t xml:space="preserve">Mêlez-vous de la </w:t>
      </w:r>
      <w:r>
        <w:t>« </w:t>
      </w:r>
      <w:r w:rsidR="00855694" w:rsidRPr="009071AC">
        <w:t>cagnotte</w:t>
      </w:r>
      <w:r>
        <w:t>, »</w:t>
      </w:r>
      <w:r w:rsidR="00855694" w:rsidRPr="009071AC">
        <w:t xml:space="preserve"> lui dit brutalement un joueur</w:t>
      </w:r>
      <w:r>
        <w:t xml:space="preserve">, </w:t>
      </w:r>
      <w:r w:rsidR="00855694" w:rsidRPr="009071AC">
        <w:t>on y met un franc par main</w:t>
      </w:r>
      <w:r>
        <w:t xml:space="preserve">, </w:t>
      </w:r>
      <w:r w:rsidR="00855694" w:rsidRPr="009071AC">
        <w:t>n</w:t>
      </w:r>
      <w:r>
        <w:t>’</w:t>
      </w:r>
      <w:r w:rsidR="00855694" w:rsidRPr="009071AC">
        <w:t>est-ce pas</w:t>
      </w:r>
      <w:r>
        <w:t> ?…</w:t>
      </w:r>
    </w:p>
    <w:p w14:paraId="7ED3458B" w14:textId="77777777" w:rsidR="00F635DB" w:rsidRDefault="00855694" w:rsidP="00F635DB">
      <w:r w:rsidRPr="009071AC">
        <w:t>Elle se tut</w:t>
      </w:r>
      <w:r w:rsidR="00F635DB">
        <w:t xml:space="preserve">, </w:t>
      </w:r>
      <w:r w:rsidRPr="009071AC">
        <w:t>et Pascal vacilla sur ses jarrets comme après un coup de massue</w:t>
      </w:r>
      <w:r w:rsidR="00F635DB">
        <w:t>.</w:t>
      </w:r>
    </w:p>
    <w:p w14:paraId="01F2F5DA" w14:textId="77777777" w:rsidR="00F635DB" w:rsidRDefault="00F635DB" w:rsidP="00F635DB">
      <w:r>
        <w:t>— </w:t>
      </w:r>
      <w:r w:rsidR="00855694" w:rsidRPr="009071AC">
        <w:t>C</w:t>
      </w:r>
      <w:r>
        <w:t>’</w:t>
      </w:r>
      <w:r w:rsidR="00855694" w:rsidRPr="009071AC">
        <w:t>est fini</w:t>
      </w:r>
      <w:r>
        <w:t xml:space="preserve"> !… </w:t>
      </w:r>
      <w:r w:rsidR="00855694" w:rsidRPr="009071AC">
        <w:t>murmura-t-il</w:t>
      </w:r>
      <w:r>
        <w:t>.</w:t>
      </w:r>
    </w:p>
    <w:p w14:paraId="672247B3" w14:textId="77777777" w:rsidR="00F635DB" w:rsidRDefault="00855694" w:rsidP="00F635DB">
      <w:r w:rsidRPr="009071AC">
        <w:t>Personne ne l</w:t>
      </w:r>
      <w:r w:rsidR="00F635DB">
        <w:t>’</w:t>
      </w:r>
      <w:r w:rsidRPr="009071AC">
        <w:t>entendit</w:t>
      </w:r>
      <w:r w:rsidR="00F635DB">
        <w:t xml:space="preserve"> ; </w:t>
      </w:r>
      <w:r w:rsidRPr="009071AC">
        <w:t>on écoutait le baron</w:t>
      </w:r>
      <w:r w:rsidR="00F635DB">
        <w:t xml:space="preserve">, </w:t>
      </w:r>
      <w:r w:rsidRPr="009071AC">
        <w:t>lequel semblait bien mécontent</w:t>
      </w:r>
      <w:r w:rsidR="00F635DB">
        <w:t>.</w:t>
      </w:r>
    </w:p>
    <w:p w14:paraId="233F8E97" w14:textId="77777777" w:rsidR="00F635DB" w:rsidRDefault="00F635DB" w:rsidP="00F635DB">
      <w:r>
        <w:t>— </w:t>
      </w:r>
      <w:r w:rsidR="00855694" w:rsidRPr="009071AC">
        <w:t>Avec tout cela</w:t>
      </w:r>
      <w:r>
        <w:t xml:space="preserve">, </w:t>
      </w:r>
      <w:r w:rsidR="00855694" w:rsidRPr="009071AC">
        <w:t>disait-il</w:t>
      </w:r>
      <w:r>
        <w:t xml:space="preserve">, </w:t>
      </w:r>
      <w:r w:rsidR="00855694" w:rsidRPr="009071AC">
        <w:t>nous gaspillons</w:t>
      </w:r>
      <w:r>
        <w:t xml:space="preserve">, </w:t>
      </w:r>
      <w:r w:rsidR="00855694" w:rsidRPr="009071AC">
        <w:t>un temps précieux</w:t>
      </w:r>
      <w:r>
        <w:t xml:space="preserve">… </w:t>
      </w:r>
      <w:r w:rsidR="00855694" w:rsidRPr="009071AC">
        <w:t>Nous aurions fait au moins cinq tours pendant cette scène absurde</w:t>
      </w:r>
      <w:r>
        <w:t xml:space="preserve">… </w:t>
      </w:r>
      <w:r w:rsidR="00855694" w:rsidRPr="009071AC">
        <w:t>Il faut en finir</w:t>
      </w:r>
      <w:r>
        <w:t xml:space="preserve"> ! </w:t>
      </w:r>
      <w:r w:rsidR="00855694" w:rsidRPr="009071AC">
        <w:t>Qu</w:t>
      </w:r>
      <w:r>
        <w:t>’</w:t>
      </w:r>
      <w:r w:rsidR="00855694" w:rsidRPr="009071AC">
        <w:t>allons-nous faire de ce joli garçon</w:t>
      </w:r>
      <w:r>
        <w:t xml:space="preserve"> ?… </w:t>
      </w:r>
      <w:r w:rsidR="00855694" w:rsidRPr="009071AC">
        <w:t>Moi</w:t>
      </w:r>
      <w:r>
        <w:t xml:space="preserve">, </w:t>
      </w:r>
      <w:r w:rsidR="00855694" w:rsidRPr="009071AC">
        <w:t>je suis d</w:t>
      </w:r>
      <w:r>
        <w:t>’</w:t>
      </w:r>
      <w:r w:rsidR="00855694" w:rsidRPr="009071AC">
        <w:t>avis d</w:t>
      </w:r>
      <w:r>
        <w:t>’</w:t>
      </w:r>
      <w:r w:rsidR="00855694" w:rsidRPr="009071AC">
        <w:t>envoyer chercher le commissaire de police</w:t>
      </w:r>
      <w:r>
        <w:t>.</w:t>
      </w:r>
    </w:p>
    <w:p w14:paraId="4359AB90" w14:textId="77777777" w:rsidR="00F635DB" w:rsidRDefault="00855694" w:rsidP="00F635DB">
      <w:r w:rsidRPr="009071AC">
        <w:t>C</w:t>
      </w:r>
      <w:r w:rsidR="00F635DB">
        <w:t>’</w:t>
      </w:r>
      <w:r w:rsidRPr="009071AC">
        <w:t>était loin d</w:t>
      </w:r>
      <w:r w:rsidR="00F635DB">
        <w:t>’</w:t>
      </w:r>
      <w:r w:rsidRPr="009071AC">
        <w:t>être l</w:t>
      </w:r>
      <w:r w:rsidR="00F635DB">
        <w:t>’</w:t>
      </w:r>
      <w:r w:rsidRPr="009071AC">
        <w:t>avis de la majorité</w:t>
      </w:r>
      <w:r w:rsidR="00F635DB">
        <w:t xml:space="preserve">. </w:t>
      </w:r>
      <w:r w:rsidRPr="009071AC">
        <w:t>Sur ce seul nom</w:t>
      </w:r>
      <w:r w:rsidR="00F635DB">
        <w:t xml:space="preserve">, </w:t>
      </w:r>
      <w:r w:rsidRPr="009071AC">
        <w:t>quatre ou cinq femmes s</w:t>
      </w:r>
      <w:r w:rsidR="00F635DB">
        <w:t>’</w:t>
      </w:r>
      <w:r w:rsidRPr="009071AC">
        <w:t>envolèrent</w:t>
      </w:r>
      <w:r w:rsidR="00F635DB">
        <w:t xml:space="preserve">, </w:t>
      </w:r>
      <w:r w:rsidRPr="009071AC">
        <w:t>et plusieurs hommes</w:t>
      </w:r>
      <w:r w:rsidR="00F635DB">
        <w:t xml:space="preserve">, – </w:t>
      </w:r>
      <w:r w:rsidRPr="009071AC">
        <w:t>les plus haut placés de la réunion</w:t>
      </w:r>
      <w:r w:rsidR="00F635DB">
        <w:t xml:space="preserve">, – </w:t>
      </w:r>
      <w:r w:rsidRPr="009071AC">
        <w:t>se fâchèrent presque</w:t>
      </w:r>
      <w:r w:rsidR="00F635DB">
        <w:t>.</w:t>
      </w:r>
    </w:p>
    <w:p w14:paraId="3E15D140" w14:textId="77777777" w:rsidR="00F635DB" w:rsidRDefault="00F635DB" w:rsidP="00F635DB">
      <w:r>
        <w:t>— </w:t>
      </w:r>
      <w:r w:rsidR="00855694" w:rsidRPr="009071AC">
        <w:t>Devenez-vous fou</w:t>
      </w:r>
      <w:r>
        <w:t xml:space="preserve"> ! </w:t>
      </w:r>
      <w:r w:rsidR="00855694" w:rsidRPr="009071AC">
        <w:t>s</w:t>
      </w:r>
      <w:r>
        <w:t>’</w:t>
      </w:r>
      <w:r w:rsidR="00855694" w:rsidRPr="009071AC">
        <w:t>écria l</w:t>
      </w:r>
      <w:r>
        <w:t>’</w:t>
      </w:r>
      <w:r w:rsidR="00855694" w:rsidRPr="009071AC">
        <w:t>un d</w:t>
      </w:r>
      <w:r>
        <w:t>’</w:t>
      </w:r>
      <w:r w:rsidR="00855694" w:rsidRPr="009071AC">
        <w:t>eux</w:t>
      </w:r>
      <w:r>
        <w:t xml:space="preserve">. </w:t>
      </w:r>
      <w:r w:rsidR="00855694" w:rsidRPr="009071AC">
        <w:t>Nous voyez-vous tous cités en témoignage à la police correctionnelle</w:t>
      </w:r>
      <w:r>
        <w:t xml:space="preserve"> !… </w:t>
      </w:r>
      <w:r w:rsidR="00855694" w:rsidRPr="009071AC">
        <w:t>Vous avez oublié l</w:t>
      </w:r>
      <w:r>
        <w:t>’</w:t>
      </w:r>
      <w:r w:rsidR="00855694" w:rsidRPr="009071AC">
        <w:t>affaire Garcia</w:t>
      </w:r>
      <w:r>
        <w:t xml:space="preserve">, </w:t>
      </w:r>
      <w:r w:rsidR="00855694" w:rsidRPr="009071AC">
        <w:t>sans doute</w:t>
      </w:r>
      <w:r>
        <w:t xml:space="preserve">, </w:t>
      </w:r>
      <w:r w:rsidR="00855694" w:rsidRPr="009071AC">
        <w:t>et l</w:t>
      </w:r>
      <w:r>
        <w:t>’</w:t>
      </w:r>
      <w:r w:rsidR="00855694" w:rsidRPr="009071AC">
        <w:t>autre histoire chez Jenny Fancy</w:t>
      </w:r>
      <w:r>
        <w:t xml:space="preserve">… </w:t>
      </w:r>
      <w:r w:rsidR="00855694" w:rsidRPr="009071AC">
        <w:t>Le bel effet que cela fit dans le public</w:t>
      </w:r>
      <w:r>
        <w:t xml:space="preserve">, </w:t>
      </w:r>
      <w:r w:rsidR="00855694" w:rsidRPr="009071AC">
        <w:t>quand on vit je ne sais combien de grands noms mêlés à des noms d</w:t>
      </w:r>
      <w:r>
        <w:t>’</w:t>
      </w:r>
      <w:r w:rsidR="00855694" w:rsidRPr="009071AC">
        <w:t>escrocs et de filles</w:t>
      </w:r>
      <w:r>
        <w:t> !…</w:t>
      </w:r>
    </w:p>
    <w:p w14:paraId="129910F1" w14:textId="77777777" w:rsidR="00F635DB" w:rsidRDefault="00855694" w:rsidP="00F635DB">
      <w:r w:rsidRPr="009071AC">
        <w:t>Rouge naturellement</w:t>
      </w:r>
      <w:r w:rsidR="00F635DB">
        <w:t xml:space="preserve">, </w:t>
      </w:r>
      <w:r w:rsidRPr="009071AC">
        <w:t>le baron était devenu cramoisi</w:t>
      </w:r>
      <w:r w:rsidR="00F635DB">
        <w:t>.</w:t>
      </w:r>
    </w:p>
    <w:p w14:paraId="46A7D163" w14:textId="77777777" w:rsidR="00F635DB" w:rsidRDefault="00F635DB" w:rsidP="00F635DB">
      <w:r>
        <w:lastRenderedPageBreak/>
        <w:t>— </w:t>
      </w:r>
      <w:r w:rsidR="00855694" w:rsidRPr="009071AC">
        <w:t>Ainsi</w:t>
      </w:r>
      <w:r>
        <w:t xml:space="preserve">, </w:t>
      </w:r>
      <w:r w:rsidR="00855694" w:rsidRPr="009071AC">
        <w:t>interrompit-il</w:t>
      </w:r>
      <w:r>
        <w:t xml:space="preserve">, </w:t>
      </w:r>
      <w:r w:rsidR="00855694" w:rsidRPr="009071AC">
        <w:t>c</w:t>
      </w:r>
      <w:r>
        <w:t>’</w:t>
      </w:r>
      <w:r w:rsidR="00855694" w:rsidRPr="009071AC">
        <w:t>est le respect humain qui vous arrête</w:t>
      </w:r>
      <w:r>
        <w:t xml:space="preserve"> ?… </w:t>
      </w:r>
      <w:r w:rsidR="00855694" w:rsidRPr="009071AC">
        <w:t>Sacrebleu</w:t>
      </w:r>
      <w:r>
        <w:t xml:space="preserve"> ! </w:t>
      </w:r>
      <w:r w:rsidR="00855694" w:rsidRPr="009071AC">
        <w:t>on devrait bien avoir le courage de ses vices</w:t>
      </w:r>
      <w:r>
        <w:t xml:space="preserve">… </w:t>
      </w:r>
      <w:r w:rsidR="00855694" w:rsidRPr="009071AC">
        <w:t>Regardez-moi</w:t>
      </w:r>
      <w:r>
        <w:t>…</w:t>
      </w:r>
    </w:p>
    <w:p w14:paraId="5D41A825" w14:textId="77777777" w:rsidR="00F635DB" w:rsidRDefault="00855694" w:rsidP="00F635DB">
      <w:r w:rsidRPr="009071AC">
        <w:t>Célèbre par ses huit cent mille livres de rente</w:t>
      </w:r>
      <w:r w:rsidR="00F635DB">
        <w:t xml:space="preserve">, </w:t>
      </w:r>
      <w:r w:rsidRPr="009071AC">
        <w:t>par ses propriétés en Bourgogne</w:t>
      </w:r>
      <w:r w:rsidR="00F635DB">
        <w:t xml:space="preserve">, </w:t>
      </w:r>
      <w:r w:rsidRPr="009071AC">
        <w:t>par sa passion pour le jeu</w:t>
      </w:r>
      <w:r w:rsidR="00F635DB">
        <w:t xml:space="preserve">, </w:t>
      </w:r>
      <w:r w:rsidRPr="009071AC">
        <w:t>ses chevaux et son cuisinier</w:t>
      </w:r>
      <w:r w:rsidR="00F635DB">
        <w:t xml:space="preserve">, </w:t>
      </w:r>
      <w:r w:rsidRPr="009071AC">
        <w:t xml:space="preserve">le baron </w:t>
      </w:r>
      <w:proofErr w:type="gramStart"/>
      <w:r w:rsidRPr="009071AC">
        <w:t>avait</w:t>
      </w:r>
      <w:proofErr w:type="gramEnd"/>
      <w:r w:rsidRPr="009071AC">
        <w:t xml:space="preserve"> une grande influence</w:t>
      </w:r>
      <w:r w:rsidR="00F635DB">
        <w:t xml:space="preserve">. </w:t>
      </w:r>
      <w:r w:rsidRPr="009071AC">
        <w:t>Pourtant</w:t>
      </w:r>
      <w:r w:rsidR="00F635DB">
        <w:t xml:space="preserve">, </w:t>
      </w:r>
      <w:r w:rsidRPr="009071AC">
        <w:t>il ne l</w:t>
      </w:r>
      <w:r w:rsidR="00F635DB">
        <w:t>’</w:t>
      </w:r>
      <w:r w:rsidRPr="009071AC">
        <w:t>emporta pas</w:t>
      </w:r>
      <w:r w:rsidR="00F635DB">
        <w:t xml:space="preserve">, </w:t>
      </w:r>
      <w:r w:rsidRPr="009071AC">
        <w:t xml:space="preserve">et il fut décidé que </w:t>
      </w:r>
      <w:r w:rsidR="00F635DB">
        <w:t>« </w:t>
      </w:r>
      <w:r w:rsidRPr="009071AC">
        <w:t>l</w:t>
      </w:r>
      <w:r w:rsidR="00F635DB">
        <w:t>’</w:t>
      </w:r>
      <w:r w:rsidRPr="009071AC">
        <w:t>escroc</w:t>
      </w:r>
      <w:r w:rsidR="00F635DB">
        <w:t> »</w:t>
      </w:r>
      <w:r w:rsidRPr="009071AC">
        <w:t xml:space="preserve"> irait se faire pendre ailleurs</w:t>
      </w:r>
      <w:r w:rsidR="00F635DB">
        <w:t>.</w:t>
      </w:r>
    </w:p>
    <w:p w14:paraId="391F0960" w14:textId="77777777" w:rsidR="00F635DB" w:rsidRDefault="00F635DB" w:rsidP="00F635DB">
      <w:r>
        <w:t>— </w:t>
      </w:r>
      <w:r w:rsidR="00855694" w:rsidRPr="009071AC">
        <w:t>Qu</w:t>
      </w:r>
      <w:r>
        <w:t>’</w:t>
      </w:r>
      <w:r w:rsidR="00855694" w:rsidRPr="009071AC">
        <w:t>il rende au moins l</w:t>
      </w:r>
      <w:r>
        <w:t>’</w:t>
      </w:r>
      <w:r w:rsidR="00855694" w:rsidRPr="009071AC">
        <w:t>argent</w:t>
      </w:r>
      <w:r>
        <w:t xml:space="preserve">, </w:t>
      </w:r>
      <w:r w:rsidR="00855694" w:rsidRPr="009071AC">
        <w:t>grogna un perdant</w:t>
      </w:r>
      <w:r>
        <w:t xml:space="preserve">, </w:t>
      </w:r>
      <w:r w:rsidR="00855694" w:rsidRPr="009071AC">
        <w:t>qu</w:t>
      </w:r>
      <w:r>
        <w:t>’</w:t>
      </w:r>
      <w:r w:rsidR="00855694" w:rsidRPr="009071AC">
        <w:t>il dégorge</w:t>
      </w:r>
      <w:r>
        <w:t>…</w:t>
      </w:r>
    </w:p>
    <w:p w14:paraId="785CE222" w14:textId="77777777" w:rsidR="00F635DB" w:rsidRDefault="00F635DB" w:rsidP="00F635DB">
      <w:r>
        <w:t>— </w:t>
      </w:r>
      <w:r w:rsidR="00855694" w:rsidRPr="009071AC">
        <w:t>Son gain est là</w:t>
      </w:r>
      <w:r>
        <w:t xml:space="preserve">, </w:t>
      </w:r>
      <w:r w:rsidR="00855694" w:rsidRPr="009071AC">
        <w:t>sur la table</w:t>
      </w:r>
      <w:r>
        <w:t>…</w:t>
      </w:r>
    </w:p>
    <w:p w14:paraId="50D5D14D" w14:textId="77777777" w:rsidR="00F635DB" w:rsidRDefault="00F635DB" w:rsidP="00F635DB">
      <w:r>
        <w:t>— </w:t>
      </w:r>
      <w:r w:rsidR="00855694" w:rsidRPr="009071AC">
        <w:t>Croyez cela</w:t>
      </w:r>
      <w:r>
        <w:t xml:space="preserve"> ! </w:t>
      </w:r>
      <w:r w:rsidR="00855694" w:rsidRPr="009071AC">
        <w:t>fit le baron</w:t>
      </w:r>
      <w:r>
        <w:t xml:space="preserve">. </w:t>
      </w:r>
      <w:r w:rsidR="00855694" w:rsidRPr="009071AC">
        <w:t xml:space="preserve">Tous ces grecs vous ont des poches secrètes où ils </w:t>
      </w:r>
      <w:r>
        <w:t>« </w:t>
      </w:r>
      <w:r w:rsidR="00855694" w:rsidRPr="009071AC">
        <w:t>étouffent</w:t>
      </w:r>
      <w:r>
        <w:t> »</w:t>
      </w:r>
      <w:r w:rsidR="00855694" w:rsidRPr="009071AC">
        <w:t xml:space="preserve"> leur bénéfice</w:t>
      </w:r>
      <w:r>
        <w:t>…</w:t>
      </w:r>
    </w:p>
    <w:p w14:paraId="5297BC5D" w14:textId="77777777" w:rsidR="00F635DB" w:rsidRDefault="00855694" w:rsidP="00F635DB">
      <w:r w:rsidRPr="009071AC">
        <w:t>Fouillez-le</w:t>
      </w:r>
      <w:r w:rsidR="00F635DB">
        <w:t xml:space="preserve">, </w:t>
      </w:r>
      <w:r w:rsidRPr="009071AC">
        <w:t>à tout le moins</w:t>
      </w:r>
      <w:r w:rsidR="00F635DB">
        <w:t>.</w:t>
      </w:r>
    </w:p>
    <w:p w14:paraId="13D7A7F1" w14:textId="77777777" w:rsidR="00F635DB" w:rsidRDefault="00F635DB" w:rsidP="00F635DB">
      <w:r>
        <w:t>— </w:t>
      </w:r>
      <w:r w:rsidR="00855694" w:rsidRPr="009071AC">
        <w:t>C</w:t>
      </w:r>
      <w:r>
        <w:t>’</w:t>
      </w:r>
      <w:r w:rsidR="00855694" w:rsidRPr="009071AC">
        <w:t>est cela</w:t>
      </w:r>
      <w:r>
        <w:t xml:space="preserve">, </w:t>
      </w:r>
      <w:r w:rsidR="00855694" w:rsidRPr="009071AC">
        <w:t>fouillons-le</w:t>
      </w:r>
      <w:r>
        <w:t> !…</w:t>
      </w:r>
    </w:p>
    <w:p w14:paraId="2091F184" w14:textId="77777777" w:rsidR="00F635DB" w:rsidRDefault="00855694" w:rsidP="00F635DB">
      <w:r w:rsidRPr="009071AC">
        <w:t>Écrasé par une catastrophe inouïe</w:t>
      </w:r>
      <w:r w:rsidR="00F635DB">
        <w:t xml:space="preserve">, </w:t>
      </w:r>
      <w:r w:rsidRPr="009071AC">
        <w:t>incompréhensible</w:t>
      </w:r>
      <w:r w:rsidR="00F635DB">
        <w:t xml:space="preserve">, </w:t>
      </w:r>
      <w:r w:rsidRPr="009071AC">
        <w:t>imméritée</w:t>
      </w:r>
      <w:r w:rsidR="00F635DB">
        <w:t xml:space="preserve">, </w:t>
      </w:r>
      <w:r w:rsidRPr="009071AC">
        <w:t>Pascal avait fini par s</w:t>
      </w:r>
      <w:r w:rsidR="00F635DB">
        <w:t>’</w:t>
      </w:r>
      <w:r w:rsidRPr="009071AC">
        <w:t>abandonner</w:t>
      </w:r>
      <w:r w:rsidR="00F635DB">
        <w:t xml:space="preserve">, </w:t>
      </w:r>
      <w:r w:rsidRPr="009071AC">
        <w:t>il semblait à l</w:t>
      </w:r>
      <w:r w:rsidR="00F635DB">
        <w:t>’</w:t>
      </w:r>
      <w:r w:rsidRPr="009071AC">
        <w:t>agonie</w:t>
      </w:r>
      <w:r w:rsidR="00F635DB">
        <w:t>.</w:t>
      </w:r>
    </w:p>
    <w:p w14:paraId="6B63F677" w14:textId="77777777" w:rsidR="00F635DB" w:rsidRDefault="00855694" w:rsidP="00F635DB">
      <w:r w:rsidRPr="009071AC">
        <w:t>Ce cri ignoble</w:t>
      </w:r>
      <w:r w:rsidR="00F635DB">
        <w:t> : « </w:t>
      </w:r>
      <w:r w:rsidRPr="009071AC">
        <w:t>fouillons-le</w:t>
      </w:r>
      <w:r w:rsidR="00F635DB">
        <w:t> ! »</w:t>
      </w:r>
      <w:r w:rsidRPr="009071AC">
        <w:t xml:space="preserve"> alluma en lui une effroyable colère</w:t>
      </w:r>
      <w:r w:rsidR="00F635DB">
        <w:t>.</w:t>
      </w:r>
    </w:p>
    <w:p w14:paraId="2BDBD6C4" w14:textId="77777777" w:rsidR="00F635DB" w:rsidRDefault="00855694" w:rsidP="00F635DB">
      <w:r w:rsidRPr="009071AC">
        <w:t>D</w:t>
      </w:r>
      <w:r w:rsidR="00F635DB">
        <w:t>’</w:t>
      </w:r>
      <w:r w:rsidRPr="009071AC">
        <w:t>un mouvement formidable des reins et des bras</w:t>
      </w:r>
      <w:r w:rsidR="00F635DB">
        <w:t xml:space="preserve"> – </w:t>
      </w:r>
      <w:r w:rsidRPr="009071AC">
        <w:t>pareil à un lion qui secouerait des roquets pendus à sa peau</w:t>
      </w:r>
      <w:r w:rsidR="00F635DB">
        <w:t xml:space="preserve"> – </w:t>
      </w:r>
      <w:r w:rsidRPr="009071AC">
        <w:t>il se débarrassa de ceux qui le tenaient</w:t>
      </w:r>
      <w:r w:rsidR="00F635DB">
        <w:t>.</w:t>
      </w:r>
    </w:p>
    <w:p w14:paraId="23BC3AF2" w14:textId="77777777" w:rsidR="00F635DB" w:rsidRDefault="00855694" w:rsidP="00F635DB">
      <w:r w:rsidRPr="009071AC">
        <w:t>D</w:t>
      </w:r>
      <w:r w:rsidR="00F635DB">
        <w:t>’</w:t>
      </w:r>
      <w:r w:rsidRPr="009071AC">
        <w:t>un bond</w:t>
      </w:r>
      <w:r w:rsidR="00F635DB">
        <w:t xml:space="preserve">, </w:t>
      </w:r>
      <w:r w:rsidRPr="009071AC">
        <w:t>il fut à la cheminée</w:t>
      </w:r>
      <w:r w:rsidR="00F635DB">
        <w:t xml:space="preserve">, </w:t>
      </w:r>
      <w:r w:rsidRPr="009071AC">
        <w:t>et saisissant un lourd candélabre de bronze</w:t>
      </w:r>
      <w:r w:rsidR="00F635DB">
        <w:t xml:space="preserve">, </w:t>
      </w:r>
      <w:r w:rsidRPr="009071AC">
        <w:t>il le brandit comme une masse en criant</w:t>
      </w:r>
      <w:r w:rsidR="00F635DB">
        <w:t> :</w:t>
      </w:r>
    </w:p>
    <w:p w14:paraId="112199D7" w14:textId="77777777" w:rsidR="00F635DB" w:rsidRDefault="00F635DB" w:rsidP="00F635DB">
      <w:r>
        <w:t>— </w:t>
      </w:r>
      <w:r w:rsidR="00855694" w:rsidRPr="009071AC">
        <w:t>Le premier qui avance est un homme mort</w:t>
      </w:r>
      <w:r>
        <w:t> !…</w:t>
      </w:r>
    </w:p>
    <w:p w14:paraId="1098042E" w14:textId="77777777" w:rsidR="00F635DB" w:rsidRDefault="00855694" w:rsidP="00F635DB">
      <w:r w:rsidRPr="009071AC">
        <w:lastRenderedPageBreak/>
        <w:t>Il n</w:t>
      </w:r>
      <w:r w:rsidR="00F635DB">
        <w:t>’</w:t>
      </w:r>
      <w:r w:rsidRPr="009071AC">
        <w:t>y avait pas à en douter</w:t>
      </w:r>
      <w:r w:rsidR="00F635DB">
        <w:t xml:space="preserve">, </w:t>
      </w:r>
      <w:r w:rsidRPr="009071AC">
        <w:t>il était prêt à frapper</w:t>
      </w:r>
      <w:r w:rsidR="00F635DB">
        <w:t>…</w:t>
      </w:r>
    </w:p>
    <w:p w14:paraId="18679B3B" w14:textId="77777777" w:rsidR="00F635DB" w:rsidRDefault="00855694" w:rsidP="00F635DB">
      <w:r w:rsidRPr="009071AC">
        <w:t>Et une telle arme entre les mains d</w:t>
      </w:r>
      <w:r w:rsidR="00F635DB">
        <w:t>’</w:t>
      </w:r>
      <w:r w:rsidRPr="009071AC">
        <w:t>un tel homme devait être terrible</w:t>
      </w:r>
      <w:r w:rsidR="00F635DB">
        <w:t>.</w:t>
      </w:r>
    </w:p>
    <w:p w14:paraId="74AD5E9E" w14:textId="77777777" w:rsidR="00F635DB" w:rsidRDefault="00855694" w:rsidP="00F635DB">
      <w:r w:rsidRPr="009071AC">
        <w:t>Le danger parut si grand</w:t>
      </w:r>
      <w:r w:rsidR="00F635DB">
        <w:t xml:space="preserve">, </w:t>
      </w:r>
      <w:r w:rsidRPr="009071AC">
        <w:t>si pressant</w:t>
      </w:r>
      <w:r w:rsidR="00F635DB">
        <w:t xml:space="preserve">, </w:t>
      </w:r>
      <w:r w:rsidRPr="009071AC">
        <w:t>que tous les autres s</w:t>
      </w:r>
      <w:r w:rsidR="00F635DB">
        <w:t>’</w:t>
      </w:r>
      <w:r w:rsidRPr="009071AC">
        <w:t>arrêtèrent</w:t>
      </w:r>
      <w:r w:rsidR="00F635DB">
        <w:t xml:space="preserve">, </w:t>
      </w:r>
      <w:r w:rsidRPr="009071AC">
        <w:t>chacun encourageant son voisin de l</w:t>
      </w:r>
      <w:r w:rsidR="00F635DB">
        <w:t>’</w:t>
      </w:r>
      <w:r w:rsidRPr="009071AC">
        <w:t>œil</w:t>
      </w:r>
      <w:r w:rsidR="00F635DB">
        <w:t xml:space="preserve">, </w:t>
      </w:r>
      <w:r w:rsidRPr="009071AC">
        <w:t>mais nul ne se souciant d</w:t>
      </w:r>
      <w:r w:rsidR="00F635DB">
        <w:t>’</w:t>
      </w:r>
      <w:r w:rsidRPr="009071AC">
        <w:t>une lutte sans honneur dont le prix ne pouvait être que quelques billets de banque</w:t>
      </w:r>
      <w:r w:rsidR="00F635DB">
        <w:t>.</w:t>
      </w:r>
    </w:p>
    <w:p w14:paraId="24F754B6" w14:textId="77777777" w:rsidR="00F635DB" w:rsidRDefault="00F635DB" w:rsidP="00F635DB">
      <w:r>
        <w:t>— </w:t>
      </w:r>
      <w:r w:rsidR="00855694" w:rsidRPr="009071AC">
        <w:t>Rangez-vous que je sorte</w:t>
      </w:r>
      <w:r>
        <w:t xml:space="preserve"> !… </w:t>
      </w:r>
      <w:r w:rsidR="00855694" w:rsidRPr="009071AC">
        <w:t>dit Pascal</w:t>
      </w:r>
      <w:r>
        <w:t>.</w:t>
      </w:r>
    </w:p>
    <w:p w14:paraId="3799AAEE" w14:textId="77777777" w:rsidR="00F635DB" w:rsidRDefault="00855694" w:rsidP="00F635DB">
      <w:r w:rsidRPr="009071AC">
        <w:t>On hésita encore</w:t>
      </w:r>
      <w:r w:rsidR="00F635DB">
        <w:t xml:space="preserve">, </w:t>
      </w:r>
      <w:r w:rsidRPr="009071AC">
        <w:t>mais on lui fit place</w:t>
      </w:r>
      <w:r w:rsidR="00F635DB">
        <w:t>…</w:t>
      </w:r>
    </w:p>
    <w:p w14:paraId="1BA495BF" w14:textId="77777777" w:rsidR="00F635DB" w:rsidRDefault="00855694" w:rsidP="00F635DB">
      <w:r w:rsidRPr="009071AC">
        <w:t>Et</w:t>
      </w:r>
      <w:r w:rsidR="00F635DB">
        <w:t xml:space="preserve">, </w:t>
      </w:r>
      <w:r w:rsidRPr="009071AC">
        <w:t>effrayant d</w:t>
      </w:r>
      <w:r w:rsidR="00F635DB">
        <w:t>’</w:t>
      </w:r>
      <w:r w:rsidRPr="009071AC">
        <w:t>audace et d</w:t>
      </w:r>
      <w:r w:rsidR="00F635DB">
        <w:t>’</w:t>
      </w:r>
      <w:r w:rsidRPr="009071AC">
        <w:t>énergie</w:t>
      </w:r>
      <w:r w:rsidR="00F635DB">
        <w:t xml:space="preserve">, </w:t>
      </w:r>
      <w:r w:rsidRPr="009071AC">
        <w:t>il gagna la porte du salon et disparut</w:t>
      </w:r>
      <w:r w:rsidR="00F635DB">
        <w:t>.</w:t>
      </w:r>
    </w:p>
    <w:p w14:paraId="0025EDF7" w14:textId="77777777" w:rsidR="00F635DB" w:rsidRDefault="00855694" w:rsidP="00F635DB">
      <w:r w:rsidRPr="009071AC">
        <w:t>Cette superbe explosion de l</w:t>
      </w:r>
      <w:r w:rsidR="00F635DB">
        <w:t>’</w:t>
      </w:r>
      <w:r w:rsidRPr="009071AC">
        <w:t>honneur outragé</w:t>
      </w:r>
      <w:r w:rsidR="00F635DB">
        <w:t xml:space="preserve">, </w:t>
      </w:r>
      <w:r w:rsidRPr="009071AC">
        <w:t>cette énergie succédant au plus morne abattement</w:t>
      </w:r>
      <w:r w:rsidR="00F635DB">
        <w:t xml:space="preserve">, </w:t>
      </w:r>
      <w:r w:rsidRPr="009071AC">
        <w:t>ce mouvement terrible</w:t>
      </w:r>
      <w:r w:rsidR="00F635DB">
        <w:t xml:space="preserve">, </w:t>
      </w:r>
      <w:r w:rsidRPr="009071AC">
        <w:t>ces menaces</w:t>
      </w:r>
      <w:r w:rsidR="00F635DB">
        <w:t xml:space="preserve">, </w:t>
      </w:r>
      <w:r w:rsidRPr="009071AC">
        <w:t>tout cela avait été si prompt</w:t>
      </w:r>
      <w:r w:rsidR="00F635DB">
        <w:t xml:space="preserve">, </w:t>
      </w:r>
      <w:r w:rsidRPr="009071AC">
        <w:t>si foudroyant en quelque sorte</w:t>
      </w:r>
      <w:r w:rsidR="00F635DB">
        <w:t xml:space="preserve">, </w:t>
      </w:r>
      <w:r w:rsidRPr="009071AC">
        <w:t>que personne n</w:t>
      </w:r>
      <w:r w:rsidR="00F635DB">
        <w:t>’</w:t>
      </w:r>
      <w:r w:rsidRPr="009071AC">
        <w:t>avait eu seulement la pensée de couper la retraite à Pascal</w:t>
      </w:r>
      <w:r w:rsidR="00F635DB">
        <w:t>.</w:t>
      </w:r>
    </w:p>
    <w:p w14:paraId="4DAF7732" w14:textId="77777777" w:rsidR="00F635DB" w:rsidRDefault="00855694" w:rsidP="00F635DB">
      <w:r w:rsidRPr="009071AC">
        <w:t>Il avait déjà gagné la rue</w:t>
      </w:r>
      <w:r w:rsidR="00F635DB">
        <w:t xml:space="preserve">, </w:t>
      </w:r>
      <w:r w:rsidRPr="009071AC">
        <w:t>que les autres n</w:t>
      </w:r>
      <w:r w:rsidR="00F635DB">
        <w:t>’</w:t>
      </w:r>
      <w:r w:rsidRPr="009071AC">
        <w:t>étaient pas remis de leur stupeur et demeuraient à la même place</w:t>
      </w:r>
      <w:r w:rsidR="00F635DB">
        <w:t xml:space="preserve">, </w:t>
      </w:r>
      <w:r w:rsidRPr="009071AC">
        <w:t>immobiles</w:t>
      </w:r>
      <w:r w:rsidR="00F635DB">
        <w:t xml:space="preserve">, </w:t>
      </w:r>
      <w:r w:rsidRPr="009071AC">
        <w:t>muets</w:t>
      </w:r>
      <w:r w:rsidR="00F635DB">
        <w:t xml:space="preserve">, </w:t>
      </w:r>
      <w:r w:rsidRPr="009071AC">
        <w:t>béants</w:t>
      </w:r>
      <w:r w:rsidR="00F635DB">
        <w:t>…</w:t>
      </w:r>
    </w:p>
    <w:p w14:paraId="4899451D" w14:textId="77777777" w:rsidR="00F635DB" w:rsidRDefault="00855694" w:rsidP="00F635DB">
      <w:r w:rsidRPr="009071AC">
        <w:t>Ce fut une femme encore qui rompit le charme</w:t>
      </w:r>
      <w:r w:rsidR="00F635DB">
        <w:t>.</w:t>
      </w:r>
    </w:p>
    <w:p w14:paraId="21452918" w14:textId="77777777" w:rsidR="00F635DB" w:rsidRDefault="00F635DB" w:rsidP="00F635DB">
      <w:r>
        <w:t>— </w:t>
      </w:r>
      <w:r w:rsidR="00855694" w:rsidRPr="009071AC">
        <w:t>Eh bien</w:t>
      </w:r>
      <w:r>
        <w:t xml:space="preserve"> !… </w:t>
      </w:r>
      <w:r w:rsidR="00855694" w:rsidRPr="009071AC">
        <w:t>fit-elle d</w:t>
      </w:r>
      <w:r>
        <w:t>’</w:t>
      </w:r>
      <w:r w:rsidR="00855694" w:rsidRPr="009071AC">
        <w:t>un ton où perçait l</w:t>
      </w:r>
      <w:r>
        <w:t>’</w:t>
      </w:r>
      <w:r w:rsidR="00855694" w:rsidRPr="009071AC">
        <w:t>admiration</w:t>
      </w:r>
      <w:r>
        <w:t xml:space="preserve">, </w:t>
      </w:r>
      <w:r w:rsidR="00855694" w:rsidRPr="009071AC">
        <w:t>il a de l</w:t>
      </w:r>
      <w:r>
        <w:t>’</w:t>
      </w:r>
      <w:r w:rsidR="00855694" w:rsidRPr="009071AC">
        <w:t>aplomb</w:t>
      </w:r>
      <w:r>
        <w:t xml:space="preserve">, </w:t>
      </w:r>
      <w:r w:rsidR="00855694" w:rsidRPr="009071AC">
        <w:t>ce joli monsieur</w:t>
      </w:r>
      <w:r>
        <w:t> !…</w:t>
      </w:r>
    </w:p>
    <w:p w14:paraId="208C8054" w14:textId="77777777" w:rsidR="00F635DB" w:rsidRDefault="00F635DB" w:rsidP="00F635DB">
      <w:r>
        <w:t>— </w:t>
      </w:r>
      <w:r w:rsidR="00855694" w:rsidRPr="009071AC">
        <w:t>Naturellement</w:t>
      </w:r>
      <w:r>
        <w:t xml:space="preserve"> !… </w:t>
      </w:r>
      <w:r w:rsidR="00855694" w:rsidRPr="009071AC">
        <w:t>Il avait à sauver la caisse</w:t>
      </w:r>
      <w:r>
        <w:t>.</w:t>
      </w:r>
    </w:p>
    <w:p w14:paraId="0227ABFA" w14:textId="22D39B08" w:rsidR="00F635DB" w:rsidRDefault="00855694" w:rsidP="00F635DB">
      <w:r w:rsidRPr="009071AC">
        <w:t>C</w:t>
      </w:r>
      <w:r w:rsidR="00F635DB">
        <w:t>’</w:t>
      </w:r>
      <w:r w:rsidRPr="009071AC">
        <w:t>était là l</w:t>
      </w:r>
      <w:r w:rsidR="00F635DB">
        <w:t>’</w:t>
      </w:r>
      <w:r w:rsidRPr="009071AC">
        <w:t>expression même dont s</w:t>
      </w:r>
      <w:r w:rsidR="00F635DB">
        <w:t>’</w:t>
      </w:r>
      <w:r w:rsidRPr="009071AC">
        <w:t xml:space="preserve">était servi </w:t>
      </w:r>
      <w:r w:rsidR="00F635DB">
        <w:t>M. de </w:t>
      </w:r>
      <w:proofErr w:type="spellStart"/>
      <w:r w:rsidRPr="009071AC">
        <w:t>Coralth</w:t>
      </w:r>
      <w:proofErr w:type="spellEnd"/>
      <w:r w:rsidR="00F635DB">
        <w:t xml:space="preserve">, </w:t>
      </w:r>
      <w:r w:rsidRPr="009071AC">
        <w:t>et qui peut-être avait empêché Pascal de se retirer</w:t>
      </w:r>
      <w:r w:rsidR="00F635DB">
        <w:t xml:space="preserve">… </w:t>
      </w:r>
      <w:r w:rsidRPr="009071AC">
        <w:t>Tout le monde applaudit</w:t>
      </w:r>
      <w:r w:rsidR="00F635DB">
        <w:t>.</w:t>
      </w:r>
    </w:p>
    <w:p w14:paraId="7DF77A05" w14:textId="77777777" w:rsidR="00F635DB" w:rsidRDefault="00855694" w:rsidP="00F635DB">
      <w:r w:rsidRPr="009071AC">
        <w:lastRenderedPageBreak/>
        <w:t>Tout le monde</w:t>
      </w:r>
      <w:r w:rsidR="00F635DB">
        <w:t xml:space="preserve">… </w:t>
      </w:r>
      <w:r w:rsidRPr="009071AC">
        <w:t>sauf le baron</w:t>
      </w:r>
      <w:r w:rsidR="00F635DB">
        <w:t xml:space="preserve">, </w:t>
      </w:r>
      <w:r w:rsidRPr="009071AC">
        <w:t>cependant</w:t>
      </w:r>
      <w:r w:rsidR="00F635DB">
        <w:t>.</w:t>
      </w:r>
    </w:p>
    <w:p w14:paraId="1E1222F0" w14:textId="77777777" w:rsidR="00F635DB" w:rsidRDefault="00855694" w:rsidP="00F635DB">
      <w:r w:rsidRPr="009071AC">
        <w:t>Il s</w:t>
      </w:r>
      <w:r w:rsidR="00F635DB">
        <w:t>’</w:t>
      </w:r>
      <w:r w:rsidRPr="009071AC">
        <w:t>y connaissait en escrocs</w:t>
      </w:r>
      <w:r w:rsidR="00F635DB">
        <w:t xml:space="preserve">, </w:t>
      </w:r>
      <w:r w:rsidRPr="009071AC">
        <w:t>cet homme si riche que sa passion avait traîné dans tous les tripots de l</w:t>
      </w:r>
      <w:r w:rsidR="00F635DB">
        <w:t>’</w:t>
      </w:r>
      <w:r w:rsidRPr="009071AC">
        <w:t>Europe</w:t>
      </w:r>
      <w:r w:rsidR="00F635DB">
        <w:t xml:space="preserve">. </w:t>
      </w:r>
      <w:r w:rsidRPr="009071AC">
        <w:t>Il avait coudoyé les grecs de tous les étages</w:t>
      </w:r>
      <w:r w:rsidR="00F635DB">
        <w:t xml:space="preserve">, </w:t>
      </w:r>
      <w:r w:rsidRPr="009071AC">
        <w:t>ceux qui ont voiture et ceux qui n</w:t>
      </w:r>
      <w:r w:rsidR="00F635DB">
        <w:t>’</w:t>
      </w:r>
      <w:r w:rsidRPr="009071AC">
        <w:t>ont pas de bottes</w:t>
      </w:r>
      <w:r w:rsidR="00F635DB">
        <w:t>.</w:t>
      </w:r>
    </w:p>
    <w:p w14:paraId="17322836" w14:textId="77777777" w:rsidR="00F635DB" w:rsidRDefault="00855694" w:rsidP="00F635DB">
      <w:r w:rsidRPr="009071AC">
        <w:t>Il avait assisté à bien des exécutions</w:t>
      </w:r>
      <w:r w:rsidR="00F635DB">
        <w:t xml:space="preserve">. </w:t>
      </w:r>
      <w:r w:rsidRPr="009071AC">
        <w:t>Il connaissait le voleur qui avoue et se roule aux genoux de sa dupe</w:t>
      </w:r>
      <w:r w:rsidR="00F635DB">
        <w:t xml:space="preserve"> ; </w:t>
      </w:r>
      <w:r w:rsidRPr="009071AC">
        <w:t>le tricheur qui avale les billets escroqués</w:t>
      </w:r>
      <w:r w:rsidR="00F635DB">
        <w:t xml:space="preserve">, </w:t>
      </w:r>
      <w:r w:rsidRPr="009071AC">
        <w:t>le gredin qui tend le dos au bâton</w:t>
      </w:r>
      <w:r w:rsidR="00F635DB">
        <w:t xml:space="preserve">, </w:t>
      </w:r>
      <w:r w:rsidRPr="009071AC">
        <w:t>et le fripon qui lève la tête avec l</w:t>
      </w:r>
      <w:r w:rsidR="00F635DB">
        <w:t>’</w:t>
      </w:r>
      <w:r w:rsidRPr="009071AC">
        <w:t>accent indigné de l</w:t>
      </w:r>
      <w:r w:rsidR="00F635DB">
        <w:t>’</w:t>
      </w:r>
      <w:r w:rsidRPr="009071AC">
        <w:t>honnête homme</w:t>
      </w:r>
      <w:r w:rsidR="00F635DB">
        <w:t>…</w:t>
      </w:r>
    </w:p>
    <w:p w14:paraId="1E58E981" w14:textId="77777777" w:rsidR="00F635DB" w:rsidRDefault="00855694" w:rsidP="00F635DB">
      <w:r w:rsidRPr="009071AC">
        <w:t>Mais jamais</w:t>
      </w:r>
      <w:r w:rsidR="00F635DB">
        <w:t xml:space="preserve">, </w:t>
      </w:r>
      <w:r w:rsidRPr="009071AC">
        <w:t>à aucun de ces misérables le baron n</w:t>
      </w:r>
      <w:r w:rsidR="00F635DB">
        <w:t>’</w:t>
      </w:r>
      <w:r w:rsidRPr="009071AC">
        <w:t>avait vu le fier regard dont cet innocent venait de foudroyer ses accusateurs</w:t>
      </w:r>
      <w:r w:rsidR="00F635DB">
        <w:t>.</w:t>
      </w:r>
    </w:p>
    <w:p w14:paraId="08449750" w14:textId="77777777" w:rsidR="00F635DB" w:rsidRDefault="00855694" w:rsidP="00F635DB">
      <w:r w:rsidRPr="009071AC">
        <w:t>Préoccupé de cette remarque</w:t>
      </w:r>
      <w:r w:rsidR="00F635DB">
        <w:t xml:space="preserve">, </w:t>
      </w:r>
      <w:r w:rsidRPr="009071AC">
        <w:t>le baron fit signe de s</w:t>
      </w:r>
      <w:r w:rsidR="00F635DB">
        <w:t>’</w:t>
      </w:r>
      <w:r w:rsidRPr="009071AC">
        <w:t>approcher à celui des joueurs qui avait saisi les poignets de Pascal</w:t>
      </w:r>
      <w:r w:rsidR="00F635DB">
        <w:t>.</w:t>
      </w:r>
    </w:p>
    <w:p w14:paraId="6721C3B8" w14:textId="77777777" w:rsidR="00F635DB" w:rsidRDefault="00F635DB" w:rsidP="00F635DB">
      <w:r>
        <w:t>— </w:t>
      </w:r>
      <w:r w:rsidR="00855694" w:rsidRPr="009071AC">
        <w:t>Sérieusement</w:t>
      </w:r>
      <w:r>
        <w:t xml:space="preserve">, </w:t>
      </w:r>
      <w:r w:rsidR="00855694" w:rsidRPr="009071AC">
        <w:t>lui demanda-t-il</w:t>
      </w:r>
      <w:r>
        <w:t xml:space="preserve">, </w:t>
      </w:r>
      <w:r w:rsidR="00855694" w:rsidRPr="009071AC">
        <w:t>avez-vous vu ce malheureux glisser des cartes dans le jeu</w:t>
      </w:r>
      <w:r>
        <w:t> ?</w:t>
      </w:r>
    </w:p>
    <w:p w14:paraId="5CBEDD97" w14:textId="77777777" w:rsidR="00F635DB" w:rsidRDefault="00F635DB" w:rsidP="00F635DB">
      <w:r>
        <w:t>— </w:t>
      </w:r>
      <w:r w:rsidR="00855694" w:rsidRPr="009071AC">
        <w:t>Pour cela</w:t>
      </w:r>
      <w:r>
        <w:t xml:space="preserve">, </w:t>
      </w:r>
      <w:r w:rsidR="00855694" w:rsidRPr="009071AC">
        <w:t>non</w:t>
      </w:r>
      <w:r>
        <w:t xml:space="preserve">. </w:t>
      </w:r>
      <w:r w:rsidR="00855694" w:rsidRPr="009071AC">
        <w:t>Mais vous savez bien ce dont on était convenu au souper</w:t>
      </w:r>
      <w:r>
        <w:t xml:space="preserve"> ?… </w:t>
      </w:r>
      <w:r w:rsidR="00855694" w:rsidRPr="009071AC">
        <w:t>Nous étions sûrs qu</w:t>
      </w:r>
      <w:r>
        <w:t>’</w:t>
      </w:r>
      <w:r w:rsidR="00855694" w:rsidRPr="009071AC">
        <w:t>il volait</w:t>
      </w:r>
      <w:r>
        <w:t xml:space="preserve">, </w:t>
      </w:r>
      <w:r w:rsidR="00855694" w:rsidRPr="009071AC">
        <w:t>il fallait un prétexte pour compter les cartes</w:t>
      </w:r>
      <w:r>
        <w:t>.</w:t>
      </w:r>
    </w:p>
    <w:p w14:paraId="59DD8D51" w14:textId="77777777" w:rsidR="00F635DB" w:rsidRDefault="00F635DB" w:rsidP="00F635DB">
      <w:r>
        <w:t>— </w:t>
      </w:r>
      <w:r w:rsidR="00855694" w:rsidRPr="009071AC">
        <w:t>S</w:t>
      </w:r>
      <w:r>
        <w:t>’</w:t>
      </w:r>
      <w:r w:rsidR="00855694" w:rsidRPr="009071AC">
        <w:t>il n</w:t>
      </w:r>
      <w:r>
        <w:t>’</w:t>
      </w:r>
      <w:r w:rsidR="00855694" w:rsidRPr="009071AC">
        <w:t>était pas coupable</w:t>
      </w:r>
      <w:r>
        <w:t xml:space="preserve">, </w:t>
      </w:r>
      <w:r w:rsidR="00855694" w:rsidRPr="009071AC">
        <w:t>pourtant</w:t>
      </w:r>
      <w:r>
        <w:t> !</w:t>
      </w:r>
    </w:p>
    <w:p w14:paraId="7DA88AA5" w14:textId="77777777" w:rsidR="00F635DB" w:rsidRDefault="00F635DB" w:rsidP="00F635DB">
      <w:r>
        <w:t>— </w:t>
      </w:r>
      <w:r w:rsidR="00855694" w:rsidRPr="009071AC">
        <w:t>Qui donc le serait</w:t>
      </w:r>
      <w:r>
        <w:t xml:space="preserve"> ?… </w:t>
      </w:r>
      <w:r w:rsidR="00855694" w:rsidRPr="009071AC">
        <w:t>Il était le seul à gagner</w:t>
      </w:r>
      <w:r>
        <w:t>.</w:t>
      </w:r>
    </w:p>
    <w:p w14:paraId="1E430D12" w14:textId="77777777" w:rsidR="00F635DB" w:rsidRDefault="00855694" w:rsidP="00F635DB">
      <w:r w:rsidRPr="009071AC">
        <w:t>À ce terrible argument qui déjà avait écrasé Pascal</w:t>
      </w:r>
      <w:r w:rsidR="00F635DB">
        <w:t xml:space="preserve">, </w:t>
      </w:r>
      <w:r w:rsidRPr="009071AC">
        <w:t>le baron ne répondit pas</w:t>
      </w:r>
      <w:r w:rsidR="00F635DB">
        <w:t xml:space="preserve">. </w:t>
      </w:r>
      <w:r w:rsidRPr="009071AC">
        <w:t>Aussi bien</w:t>
      </w:r>
      <w:r w:rsidR="00F635DB">
        <w:t xml:space="preserve">, </w:t>
      </w:r>
      <w:r w:rsidRPr="009071AC">
        <w:t>son intervention devenait nécessaire</w:t>
      </w:r>
      <w:r w:rsidR="00F635DB">
        <w:t xml:space="preserve">. </w:t>
      </w:r>
      <w:r w:rsidRPr="009071AC">
        <w:t>On commençait à élever la voix autour du tas d</w:t>
      </w:r>
      <w:r w:rsidR="00F635DB">
        <w:t>’</w:t>
      </w:r>
      <w:r w:rsidRPr="009071AC">
        <w:t>or et de billets que Pascal avait laissé devant sa place</w:t>
      </w:r>
      <w:r w:rsidR="00F635DB">
        <w:t>.</w:t>
      </w:r>
    </w:p>
    <w:p w14:paraId="31497422" w14:textId="77777777" w:rsidR="00F635DB" w:rsidRDefault="00855694" w:rsidP="00F635DB">
      <w:r w:rsidRPr="009071AC">
        <w:lastRenderedPageBreak/>
        <w:t>On l</w:t>
      </w:r>
      <w:r w:rsidR="00F635DB">
        <w:t>’</w:t>
      </w:r>
      <w:r w:rsidRPr="009071AC">
        <w:t>avait compté</w:t>
      </w:r>
      <w:r w:rsidR="00F635DB">
        <w:t xml:space="preserve">, </w:t>
      </w:r>
      <w:r w:rsidRPr="009071AC">
        <w:t>on y avait trouvé 3</w:t>
      </w:r>
      <w:r w:rsidR="00F635DB" w:rsidRPr="009071AC">
        <w:t>6</w:t>
      </w:r>
      <w:r w:rsidR="00F635DB">
        <w:t>,</w:t>
      </w:r>
      <w:r w:rsidR="00F635DB" w:rsidRPr="009071AC">
        <w:t>3</w:t>
      </w:r>
      <w:r w:rsidRPr="009071AC">
        <w:t>20 francs</w:t>
      </w:r>
      <w:r w:rsidR="00F635DB">
        <w:t xml:space="preserve">, </w:t>
      </w:r>
      <w:r w:rsidRPr="009071AC">
        <w:t>et il s</w:t>
      </w:r>
      <w:r w:rsidR="00F635DB">
        <w:t>’</w:t>
      </w:r>
      <w:r w:rsidRPr="009071AC">
        <w:t>agissait de les répartir entre les perdants</w:t>
      </w:r>
      <w:r w:rsidR="00F635DB">
        <w:t xml:space="preserve">… </w:t>
      </w:r>
      <w:r w:rsidRPr="009071AC">
        <w:t>C</w:t>
      </w:r>
      <w:r w:rsidR="00F635DB">
        <w:t>’</w:t>
      </w:r>
      <w:r w:rsidRPr="009071AC">
        <w:t>est à ce sujet qu</w:t>
      </w:r>
      <w:r w:rsidR="00F635DB">
        <w:t>’</w:t>
      </w:r>
      <w:r w:rsidRPr="009071AC">
        <w:t>on ne s</w:t>
      </w:r>
      <w:r w:rsidR="00F635DB">
        <w:t>’</w:t>
      </w:r>
      <w:r w:rsidRPr="009071AC">
        <w:t>entendait plus</w:t>
      </w:r>
      <w:r w:rsidR="00F635DB">
        <w:t>.</w:t>
      </w:r>
    </w:p>
    <w:p w14:paraId="105CEF70" w14:textId="77777777" w:rsidR="00F635DB" w:rsidRDefault="00855694" w:rsidP="00F635DB">
      <w:r w:rsidRPr="009071AC">
        <w:t>Parmi ces joueurs</w:t>
      </w:r>
      <w:r w:rsidR="00F635DB">
        <w:t xml:space="preserve">, </w:t>
      </w:r>
      <w:r w:rsidRPr="009071AC">
        <w:t xml:space="preserve">qui tous appartenaient à la </w:t>
      </w:r>
      <w:r w:rsidR="00F635DB">
        <w:t>« </w:t>
      </w:r>
      <w:r w:rsidRPr="009071AC">
        <w:t>haute vie</w:t>
      </w:r>
      <w:r w:rsidR="00F635DB">
        <w:t>, »</w:t>
      </w:r>
      <w:r w:rsidRPr="009071AC">
        <w:t xml:space="preserve"> parmi ces juges qui voulaient l</w:t>
      </w:r>
      <w:r w:rsidR="00F635DB">
        <w:t>’</w:t>
      </w:r>
      <w:r w:rsidRPr="009071AC">
        <w:t>instant d</w:t>
      </w:r>
      <w:r w:rsidR="00F635DB">
        <w:t>’</w:t>
      </w:r>
      <w:r w:rsidRPr="009071AC">
        <w:t>avant fouiller un escroc</w:t>
      </w:r>
      <w:r w:rsidR="00F635DB">
        <w:t xml:space="preserve">, </w:t>
      </w:r>
      <w:r w:rsidRPr="009071AC">
        <w:t>plusieurs se trouvaient qui évidemment enflaient leur perte</w:t>
      </w:r>
      <w:r w:rsidR="00F635DB">
        <w:t xml:space="preserve">. </w:t>
      </w:r>
      <w:r w:rsidRPr="009071AC">
        <w:t>Cela se voit</w:t>
      </w:r>
      <w:r w:rsidR="00F635DB">
        <w:t xml:space="preserve">. </w:t>
      </w:r>
      <w:r w:rsidRPr="009071AC">
        <w:t>En additionnant le nombre des déclarations</w:t>
      </w:r>
      <w:r w:rsidR="00F635DB">
        <w:t xml:space="preserve">, </w:t>
      </w:r>
      <w:r w:rsidRPr="009071AC">
        <w:t>on arrivait au total surprenant de 9</w:t>
      </w:r>
      <w:r w:rsidR="00F635DB" w:rsidRPr="009071AC">
        <w:t>1</w:t>
      </w:r>
      <w:r w:rsidR="00F635DB">
        <w:t>,</w:t>
      </w:r>
      <w:r w:rsidR="00F635DB" w:rsidRPr="009071AC">
        <w:t>0</w:t>
      </w:r>
      <w:r w:rsidRPr="009071AC">
        <w:t>00 francs</w:t>
      </w:r>
      <w:r w:rsidR="00F635DB">
        <w:t xml:space="preserve">. </w:t>
      </w:r>
      <w:r w:rsidRPr="009071AC">
        <w:t>Le malheureux qu</w:t>
      </w:r>
      <w:r w:rsidR="00F635DB">
        <w:t>’</w:t>
      </w:r>
      <w:r w:rsidRPr="009071AC">
        <w:t>on venait de chasser avait-il emporté la différence</w:t>
      </w:r>
      <w:r w:rsidR="00F635DB">
        <w:t xml:space="preserve"> ?… </w:t>
      </w:r>
      <w:r w:rsidRPr="009071AC">
        <w:t>Ce n</w:t>
      </w:r>
      <w:r w:rsidR="00F635DB">
        <w:t>’</w:t>
      </w:r>
      <w:r w:rsidRPr="009071AC">
        <w:t>était pas admissible</w:t>
      </w:r>
      <w:r w:rsidR="00F635DB">
        <w:t>.</w:t>
      </w:r>
    </w:p>
    <w:p w14:paraId="1CA723E8" w14:textId="77777777" w:rsidR="00F635DB" w:rsidRDefault="00855694" w:rsidP="00F635DB">
      <w:r w:rsidRPr="009071AC">
        <w:t>La discussion eût donc pris une méchante tournure sans le baron</w:t>
      </w:r>
      <w:r w:rsidR="00F635DB">
        <w:t xml:space="preserve">. </w:t>
      </w:r>
      <w:r w:rsidRPr="009071AC">
        <w:t>En matière de jeu</w:t>
      </w:r>
      <w:r w:rsidR="00F635DB">
        <w:t xml:space="preserve">, </w:t>
      </w:r>
      <w:r w:rsidRPr="009071AC">
        <w:t>sa décision avait force de loi</w:t>
      </w:r>
      <w:r w:rsidR="00F635DB">
        <w:t>.</w:t>
      </w:r>
    </w:p>
    <w:p w14:paraId="0820BA48" w14:textId="77777777" w:rsidR="00F635DB" w:rsidRDefault="00855694" w:rsidP="00F635DB">
      <w:r w:rsidRPr="009071AC">
        <w:t>Il disait tranquillement</w:t>
      </w:r>
      <w:r w:rsidR="00F635DB">
        <w:t> : « </w:t>
      </w:r>
      <w:r w:rsidRPr="009071AC">
        <w:t>C</w:t>
      </w:r>
      <w:r w:rsidR="00F635DB">
        <w:t>’</w:t>
      </w:r>
      <w:r w:rsidRPr="009071AC">
        <w:t>est comme cela</w:t>
      </w:r>
      <w:r w:rsidR="00F635DB">
        <w:t> ! »</w:t>
      </w:r>
      <w:r w:rsidRPr="009071AC">
        <w:t xml:space="preserve"> et on se soumettait</w:t>
      </w:r>
      <w:r w:rsidR="00F635DB">
        <w:t>.</w:t>
      </w:r>
    </w:p>
    <w:p w14:paraId="40CC6530" w14:textId="77777777" w:rsidR="00F635DB" w:rsidRDefault="00855694" w:rsidP="00F635DB">
      <w:r w:rsidRPr="009071AC">
        <w:t>En moins de rien il eut terminé le partage et alors</w:t>
      </w:r>
      <w:r w:rsidR="00F635DB">
        <w:t xml:space="preserve">, </w:t>
      </w:r>
      <w:r w:rsidRPr="009071AC">
        <w:t>se frottant les mains</w:t>
      </w:r>
      <w:r w:rsidR="00F635DB">
        <w:t xml:space="preserve">, </w:t>
      </w:r>
      <w:r w:rsidRPr="009071AC">
        <w:t>tout heureux de voir terminée cette désagréable affaire</w:t>
      </w:r>
      <w:r w:rsidR="00F635DB">
        <w:t> :</w:t>
      </w:r>
    </w:p>
    <w:p w14:paraId="0B7873B4" w14:textId="77777777" w:rsidR="00F635DB" w:rsidRDefault="00F635DB" w:rsidP="00F635DB">
      <w:r>
        <w:t>— </w:t>
      </w:r>
      <w:r w:rsidR="00855694" w:rsidRPr="009071AC">
        <w:t>Il n</w:t>
      </w:r>
      <w:r>
        <w:t>’</w:t>
      </w:r>
      <w:r w:rsidR="00855694" w:rsidRPr="009071AC">
        <w:t>est que six heures</w:t>
      </w:r>
      <w:r>
        <w:t xml:space="preserve"> !… </w:t>
      </w:r>
      <w:r w:rsidR="00855694" w:rsidRPr="009071AC">
        <w:t>s</w:t>
      </w:r>
      <w:r>
        <w:t>’</w:t>
      </w:r>
      <w:r w:rsidR="00855694" w:rsidRPr="009071AC">
        <w:t>écria-t-il</w:t>
      </w:r>
      <w:r>
        <w:t xml:space="preserve"> ; </w:t>
      </w:r>
      <w:r w:rsidR="00855694" w:rsidRPr="009071AC">
        <w:t>nous avons encore le temps de faire deux ou trois tours</w:t>
      </w:r>
      <w:r>
        <w:t>.</w:t>
      </w:r>
    </w:p>
    <w:p w14:paraId="18621445" w14:textId="77777777" w:rsidR="00F635DB" w:rsidRDefault="00855694" w:rsidP="00F635DB">
      <w:r w:rsidRPr="009071AC">
        <w:t>Mais tous les hommes qui se trouvaient là pâles et harassés</w:t>
      </w:r>
      <w:r w:rsidR="00F635DB">
        <w:t xml:space="preserve">, </w:t>
      </w:r>
      <w:r w:rsidRPr="009071AC">
        <w:t>humiliés et honteux d</w:t>
      </w:r>
      <w:r w:rsidR="00F635DB">
        <w:t>’</w:t>
      </w:r>
      <w:r w:rsidRPr="009071AC">
        <w:t>eux-mêmes</w:t>
      </w:r>
      <w:r w:rsidR="00F635DB">
        <w:t xml:space="preserve">, </w:t>
      </w:r>
      <w:r w:rsidRPr="009071AC">
        <w:t>ne songeaient qu</w:t>
      </w:r>
      <w:r w:rsidR="00F635DB">
        <w:t>’</w:t>
      </w:r>
      <w:r w:rsidRPr="009071AC">
        <w:t>à se retirer</w:t>
      </w:r>
      <w:r w:rsidR="00F635DB">
        <w:t>.</w:t>
      </w:r>
    </w:p>
    <w:p w14:paraId="5A73DD21" w14:textId="77777777" w:rsidR="00F635DB" w:rsidRDefault="00855694" w:rsidP="00F635DB">
      <w:r w:rsidRPr="009071AC">
        <w:t>On s</w:t>
      </w:r>
      <w:r w:rsidR="00F635DB">
        <w:t>’</w:t>
      </w:r>
      <w:r w:rsidRPr="009071AC">
        <w:t>empressait au vestiaire</w:t>
      </w:r>
      <w:r w:rsidR="00F635DB">
        <w:t>.</w:t>
      </w:r>
    </w:p>
    <w:p w14:paraId="08178CFC" w14:textId="77777777" w:rsidR="00F635DB" w:rsidRDefault="00F635DB" w:rsidP="00F635DB">
      <w:r>
        <w:t>— </w:t>
      </w:r>
      <w:r w:rsidR="00855694" w:rsidRPr="009071AC">
        <w:t>Un écarté</w:t>
      </w:r>
      <w:r>
        <w:t xml:space="preserve">, </w:t>
      </w:r>
      <w:r w:rsidR="00855694" w:rsidRPr="009071AC">
        <w:t>au moins</w:t>
      </w:r>
      <w:r>
        <w:t xml:space="preserve">, </w:t>
      </w:r>
      <w:r w:rsidR="00855694" w:rsidRPr="009071AC">
        <w:t>criait le baron</w:t>
      </w:r>
      <w:r>
        <w:t xml:space="preserve">, </w:t>
      </w:r>
      <w:r w:rsidR="00855694" w:rsidRPr="009071AC">
        <w:t>un simple écarté</w:t>
      </w:r>
      <w:r>
        <w:t xml:space="preserve">, </w:t>
      </w:r>
      <w:r w:rsidR="00855694" w:rsidRPr="009071AC">
        <w:t>cent louis en cinq points</w:t>
      </w:r>
      <w:r>
        <w:t xml:space="preserve"> ! </w:t>
      </w:r>
      <w:r w:rsidR="00855694" w:rsidRPr="009071AC">
        <w:t>À qui à faire</w:t>
      </w:r>
      <w:r>
        <w:t> ?</w:t>
      </w:r>
    </w:p>
    <w:p w14:paraId="289B793C" w14:textId="3FBFDBC7" w:rsidR="00F635DB" w:rsidRDefault="00855694" w:rsidP="00F635DB">
      <w:r w:rsidRPr="009071AC">
        <w:t>Nul n</w:t>
      </w:r>
      <w:r w:rsidR="00F635DB">
        <w:t>’</w:t>
      </w:r>
      <w:r w:rsidRPr="009071AC">
        <w:t>entendit sa voix</w:t>
      </w:r>
      <w:r w:rsidR="00F635DB">
        <w:t xml:space="preserve">, </w:t>
      </w:r>
      <w:r w:rsidRPr="009071AC">
        <w:t>et désespéré il se résigna à suivre les autres</w:t>
      </w:r>
      <w:r w:rsidR="00F635DB">
        <w:t xml:space="preserve">, </w:t>
      </w:r>
      <w:r w:rsidRPr="009071AC">
        <w:t xml:space="preserve">que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debout sur le palier</w:t>
      </w:r>
      <w:r w:rsidR="00F635DB">
        <w:t xml:space="preserve">, </w:t>
      </w:r>
      <w:r w:rsidRPr="009071AC">
        <w:t>saluait à la file</w:t>
      </w:r>
      <w:r w:rsidR="00F635DB">
        <w:t>…</w:t>
      </w:r>
    </w:p>
    <w:p w14:paraId="20D5A15B" w14:textId="4E9A23DA" w:rsidR="00F635DB" w:rsidRDefault="00855694" w:rsidP="00F635DB">
      <w:r w:rsidRPr="009071AC">
        <w:lastRenderedPageBreak/>
        <w:t>Resté des derniers</w:t>
      </w:r>
      <w:r w:rsidR="00F635DB">
        <w:t>, M. de </w:t>
      </w:r>
      <w:proofErr w:type="spellStart"/>
      <w:r w:rsidRPr="009071AC">
        <w:t>Coralth</w:t>
      </w:r>
      <w:proofErr w:type="spellEnd"/>
      <w:r w:rsidRPr="009071AC">
        <w:t xml:space="preserve"> avait déjà pris la rampe et descendu deux ou trois marches</w:t>
      </w:r>
      <w:r w:rsidR="00F635DB">
        <w:t xml:space="preserve">, </w:t>
      </w:r>
      <w:r w:rsidRPr="009071AC">
        <w:t xml:space="preserve">lorsque </w:t>
      </w:r>
      <w:r w:rsidR="00F635DB">
        <w:t>M</w:t>
      </w:r>
      <w:r w:rsidR="00F635DB" w:rsidRPr="00F635DB">
        <w:rPr>
          <w:vertAlign w:val="superscript"/>
        </w:rPr>
        <w:t>me</w:t>
      </w:r>
      <w:r w:rsidR="00F635DB">
        <w:t> </w:t>
      </w:r>
      <w:r w:rsidRPr="009071AC">
        <w:t>d</w:t>
      </w:r>
      <w:r w:rsidR="00F635DB">
        <w:t>’</w:t>
      </w:r>
      <w:r w:rsidRPr="009071AC">
        <w:t>Argelès se pencha vivement vers lui</w:t>
      </w:r>
      <w:r w:rsidR="00F635DB">
        <w:t>.</w:t>
      </w:r>
    </w:p>
    <w:p w14:paraId="7D1FE8A4" w14:textId="77777777" w:rsidR="00F635DB" w:rsidRDefault="00F635DB" w:rsidP="00F635DB">
      <w:r>
        <w:t>— </w:t>
      </w:r>
      <w:r w:rsidR="00855694" w:rsidRPr="009071AC">
        <w:t>Demeurez</w:t>
      </w:r>
      <w:r>
        <w:t xml:space="preserve">, </w:t>
      </w:r>
      <w:r w:rsidR="00855694" w:rsidRPr="009071AC">
        <w:t>dit-elle</w:t>
      </w:r>
      <w:r>
        <w:t xml:space="preserve">, </w:t>
      </w:r>
      <w:r w:rsidR="00855694" w:rsidRPr="009071AC">
        <w:t>il faut que je vous parle</w:t>
      </w:r>
      <w:r>
        <w:t>.</w:t>
      </w:r>
    </w:p>
    <w:p w14:paraId="71400AA8" w14:textId="77777777" w:rsidR="00F635DB" w:rsidRDefault="00F635DB" w:rsidP="00F635DB">
      <w:r>
        <w:t>— </w:t>
      </w:r>
      <w:r w:rsidR="00855694" w:rsidRPr="009071AC">
        <w:t>Vous m</w:t>
      </w:r>
      <w:r>
        <w:t>’</w:t>
      </w:r>
      <w:r w:rsidR="00855694" w:rsidRPr="009071AC">
        <w:t>excuserez</w:t>
      </w:r>
      <w:r>
        <w:t xml:space="preserve">… </w:t>
      </w:r>
      <w:r w:rsidR="00855694" w:rsidRPr="009071AC">
        <w:t>commença-t-il</w:t>
      </w:r>
      <w:r>
        <w:t>…</w:t>
      </w:r>
    </w:p>
    <w:p w14:paraId="4ADBE783" w14:textId="15582F0B" w:rsidR="00F635DB" w:rsidRDefault="00855694" w:rsidP="00F635DB">
      <w:r w:rsidRPr="009071AC">
        <w:t>Elle l</w:t>
      </w:r>
      <w:r w:rsidR="00F635DB">
        <w:t>’</w:t>
      </w:r>
      <w:r w:rsidRPr="009071AC">
        <w:t xml:space="preserve">interrompit par un </w:t>
      </w:r>
      <w:r w:rsidR="00F635DB">
        <w:t>« </w:t>
      </w:r>
      <w:r w:rsidRPr="009071AC">
        <w:t>Restez</w:t>
      </w:r>
      <w:r w:rsidR="00F635DB">
        <w:t> ! »</w:t>
      </w:r>
      <w:r w:rsidRPr="009071AC">
        <w:t xml:space="preserve"> si impérieux</w:t>
      </w:r>
      <w:r w:rsidR="00F635DB">
        <w:t xml:space="preserve">, </w:t>
      </w:r>
      <w:r w:rsidRPr="009071AC">
        <w:t>qu</w:t>
      </w:r>
      <w:r w:rsidR="00F635DB">
        <w:t>’</w:t>
      </w:r>
      <w:r w:rsidRPr="009071AC">
        <w:t>il n</w:t>
      </w:r>
      <w:r w:rsidR="00F635DB">
        <w:t>’</w:t>
      </w:r>
      <w:r w:rsidRPr="009071AC">
        <w:t>osa pas résister</w:t>
      </w:r>
      <w:r w:rsidR="00F635DB">
        <w:t xml:space="preserve">. </w:t>
      </w:r>
      <w:r w:rsidRPr="009071AC">
        <w:t>Il remonta de l</w:t>
      </w:r>
      <w:r w:rsidR="00F635DB">
        <w:t>’</w:t>
      </w:r>
      <w:r w:rsidRPr="009071AC">
        <w:t>air d</w:t>
      </w:r>
      <w:r w:rsidR="00F635DB">
        <w:t>’</w:t>
      </w:r>
      <w:r w:rsidRPr="009071AC">
        <w:t>un homme qu</w:t>
      </w:r>
      <w:r w:rsidR="00F635DB">
        <w:t>’</w:t>
      </w:r>
      <w:r w:rsidRPr="009071AC">
        <w:t>on traîne chez le dentiste</w:t>
      </w:r>
      <w:r w:rsidR="00F635DB">
        <w:t xml:space="preserve">, </w:t>
      </w:r>
      <w:r w:rsidRPr="009071AC">
        <w:t xml:space="preserve">et sans un mot suivit </w:t>
      </w:r>
      <w:r w:rsidR="00F635DB">
        <w:t>M</w:t>
      </w:r>
      <w:r w:rsidR="00F635DB" w:rsidRPr="00F635DB">
        <w:rPr>
          <w:vertAlign w:val="superscript"/>
        </w:rPr>
        <w:t>me</w:t>
      </w:r>
      <w:r w:rsidR="00F635DB">
        <w:t> </w:t>
      </w:r>
      <w:r w:rsidRPr="009071AC">
        <w:t>d</w:t>
      </w:r>
      <w:r w:rsidR="00F635DB">
        <w:t>’</w:t>
      </w:r>
      <w:r w:rsidRPr="009071AC">
        <w:t>Argelès jusqu</w:t>
      </w:r>
      <w:r w:rsidR="00F635DB">
        <w:t>’</w:t>
      </w:r>
      <w:r w:rsidRPr="009071AC">
        <w:t>à un petit boudoir</w:t>
      </w:r>
      <w:r w:rsidR="00F635DB">
        <w:t xml:space="preserve">, </w:t>
      </w:r>
      <w:r w:rsidRPr="009071AC">
        <w:t>au fond de la galerie</w:t>
      </w:r>
      <w:r w:rsidR="00F635DB">
        <w:t>.</w:t>
      </w:r>
    </w:p>
    <w:p w14:paraId="4264EFDD" w14:textId="77777777" w:rsidR="00F635DB" w:rsidRDefault="00855694" w:rsidP="00F635DB">
      <w:r w:rsidRPr="009071AC">
        <w:t xml:space="preserve">Une </w:t>
      </w:r>
      <w:proofErr w:type="spellStart"/>
      <w:r w:rsidRPr="009071AC">
        <w:t>fois là</w:t>
      </w:r>
      <w:proofErr w:type="spellEnd"/>
      <w:r w:rsidR="00F635DB">
        <w:t xml:space="preserve">, </w:t>
      </w:r>
      <w:r w:rsidRPr="009071AC">
        <w:t>les portes fermées au verrou</w:t>
      </w:r>
      <w:r w:rsidR="00F635DB">
        <w:t> :</w:t>
      </w:r>
    </w:p>
    <w:p w14:paraId="45838E12" w14:textId="38D260F8" w:rsidR="00F635DB" w:rsidRDefault="00F635DB" w:rsidP="00F635DB">
      <w:r>
        <w:t>— </w:t>
      </w:r>
      <w:r w:rsidR="00855694" w:rsidRPr="009071AC">
        <w:t>Expliquons-nous</w:t>
      </w:r>
      <w:r>
        <w:t xml:space="preserve">… </w:t>
      </w:r>
      <w:r w:rsidR="00855694" w:rsidRPr="009071AC">
        <w:t xml:space="preserve">prononça </w:t>
      </w:r>
      <w:r>
        <w:t>M</w:t>
      </w:r>
      <w:r w:rsidRPr="00F635DB">
        <w:rPr>
          <w:vertAlign w:val="superscript"/>
        </w:rPr>
        <w:t>me</w:t>
      </w:r>
      <w:r>
        <w:t> </w:t>
      </w:r>
      <w:r w:rsidR="00855694" w:rsidRPr="009071AC">
        <w:t>d</w:t>
      </w:r>
      <w:r>
        <w:t>’</w:t>
      </w:r>
      <w:r w:rsidR="00855694" w:rsidRPr="009071AC">
        <w:t>Argelès</w:t>
      </w:r>
      <w:r>
        <w:t xml:space="preserve">. </w:t>
      </w:r>
      <w:r w:rsidR="00855694" w:rsidRPr="009071AC">
        <w:t>C</w:t>
      </w:r>
      <w:r>
        <w:t>’</w:t>
      </w:r>
      <w:r w:rsidR="00855694" w:rsidRPr="009071AC">
        <w:t>est vous qui m</w:t>
      </w:r>
      <w:r>
        <w:t>’</w:t>
      </w:r>
      <w:r w:rsidR="00855694" w:rsidRPr="009071AC">
        <w:t xml:space="preserve">avez amené ce soir </w:t>
      </w:r>
      <w:r>
        <w:t>M. </w:t>
      </w:r>
      <w:r w:rsidR="00855694" w:rsidRPr="009071AC">
        <w:t xml:space="preserve">Paul </w:t>
      </w:r>
      <w:proofErr w:type="spellStart"/>
      <w:r w:rsidR="00855694" w:rsidRPr="009071AC">
        <w:t>Férailleur</w:t>
      </w:r>
      <w:proofErr w:type="spellEnd"/>
      <w:r>
        <w:t> ?</w:t>
      </w:r>
    </w:p>
    <w:p w14:paraId="65A6A987" w14:textId="77777777" w:rsidR="00F635DB" w:rsidRDefault="00F635DB" w:rsidP="00F635DB">
      <w:r>
        <w:t>— </w:t>
      </w:r>
      <w:r w:rsidR="00855694" w:rsidRPr="009071AC">
        <w:t>Hélas</w:t>
      </w:r>
      <w:r>
        <w:t xml:space="preserve"> !… </w:t>
      </w:r>
      <w:r w:rsidR="00855694" w:rsidRPr="009071AC">
        <w:t>je ne saurais trop vous en demander pardon</w:t>
      </w:r>
      <w:r>
        <w:t xml:space="preserve">… </w:t>
      </w:r>
      <w:r w:rsidR="00855694" w:rsidRPr="009071AC">
        <w:t>Il m</w:t>
      </w:r>
      <w:r>
        <w:t>’</w:t>
      </w:r>
      <w:r w:rsidR="00855694" w:rsidRPr="009071AC">
        <w:t>en coûtera cher</w:t>
      </w:r>
      <w:r>
        <w:t xml:space="preserve">, </w:t>
      </w:r>
      <w:r w:rsidR="00855694" w:rsidRPr="009071AC">
        <w:t>peut-être</w:t>
      </w:r>
      <w:r>
        <w:t xml:space="preserve">… </w:t>
      </w:r>
      <w:r w:rsidR="00855694" w:rsidRPr="009071AC">
        <w:t xml:space="preserve">Je me bats dans deux heures avec ce petit imbécile de </w:t>
      </w:r>
      <w:proofErr w:type="spellStart"/>
      <w:r w:rsidR="00855694" w:rsidRPr="009071AC">
        <w:t>Rochecote</w:t>
      </w:r>
      <w:proofErr w:type="spellEnd"/>
      <w:r>
        <w:t>.</w:t>
      </w:r>
    </w:p>
    <w:p w14:paraId="53DE4156" w14:textId="77777777" w:rsidR="00F635DB" w:rsidRDefault="00F635DB" w:rsidP="00F635DB">
      <w:r>
        <w:t>— </w:t>
      </w:r>
      <w:r w:rsidR="00855694" w:rsidRPr="009071AC">
        <w:t>Où l</w:t>
      </w:r>
      <w:r>
        <w:t>’</w:t>
      </w:r>
      <w:r w:rsidR="00855694" w:rsidRPr="009071AC">
        <w:t>avez-vous connu</w:t>
      </w:r>
      <w:r>
        <w:t> ?…</w:t>
      </w:r>
    </w:p>
    <w:p w14:paraId="37260493" w14:textId="77777777" w:rsidR="00F635DB" w:rsidRDefault="00F635DB" w:rsidP="00F635DB">
      <w:r>
        <w:t>— </w:t>
      </w:r>
      <w:proofErr w:type="spellStart"/>
      <w:r w:rsidR="00855694" w:rsidRPr="009071AC">
        <w:t>Rochecote</w:t>
      </w:r>
      <w:proofErr w:type="spellEnd"/>
      <w:r>
        <w:t> ?</w:t>
      </w:r>
    </w:p>
    <w:p w14:paraId="7AF85F98" w14:textId="3388F3C5" w:rsidR="00F635DB" w:rsidRDefault="00855694" w:rsidP="00F635DB">
      <w:r w:rsidRPr="009071AC">
        <w:t>L</w:t>
      </w:r>
      <w:r w:rsidR="00F635DB">
        <w:t>’</w:t>
      </w:r>
      <w:r w:rsidRPr="009071AC">
        <w:t xml:space="preserve">éternel sourire de </w:t>
      </w:r>
      <w:r w:rsidR="00F635DB">
        <w:t>M</w:t>
      </w:r>
      <w:r w:rsidR="00F635DB" w:rsidRPr="00F635DB">
        <w:rPr>
          <w:vertAlign w:val="superscript"/>
        </w:rPr>
        <w:t>me</w:t>
      </w:r>
      <w:r w:rsidR="00F635DB">
        <w:t> </w:t>
      </w:r>
      <w:r w:rsidRPr="009071AC">
        <w:t>d</w:t>
      </w:r>
      <w:r w:rsidR="00F635DB">
        <w:t>’</w:t>
      </w:r>
      <w:r w:rsidRPr="009071AC">
        <w:t>Argelès avait disparu</w:t>
      </w:r>
      <w:r w:rsidR="00F635DB">
        <w:t>.</w:t>
      </w:r>
    </w:p>
    <w:p w14:paraId="1047FFF4" w14:textId="4EE066B7" w:rsidR="00F635DB" w:rsidRDefault="00F635DB" w:rsidP="00F635DB">
      <w:r>
        <w:t>— </w:t>
      </w:r>
      <w:r w:rsidR="00855694" w:rsidRPr="009071AC">
        <w:t>Je parle sérieusement</w:t>
      </w:r>
      <w:r>
        <w:t xml:space="preserve">, </w:t>
      </w:r>
      <w:r w:rsidR="00855694" w:rsidRPr="009071AC">
        <w:t>dit-elle</w:t>
      </w:r>
      <w:r>
        <w:t xml:space="preserve">, </w:t>
      </w:r>
      <w:r w:rsidR="00855694" w:rsidRPr="009071AC">
        <w:t>avec une nuance de menace</w:t>
      </w:r>
      <w:r>
        <w:t xml:space="preserve">. </w:t>
      </w:r>
      <w:r w:rsidR="00855694" w:rsidRPr="009071AC">
        <w:t xml:space="preserve">Comment avez-vous connu </w:t>
      </w:r>
      <w:r>
        <w:t>M. </w:t>
      </w:r>
      <w:proofErr w:type="spellStart"/>
      <w:r w:rsidR="00855694" w:rsidRPr="009071AC">
        <w:t>Férailleur</w:t>
      </w:r>
      <w:proofErr w:type="spellEnd"/>
      <w:r>
        <w:t> ?</w:t>
      </w:r>
    </w:p>
    <w:p w14:paraId="7E2F4C2D" w14:textId="77777777" w:rsidR="00F635DB" w:rsidRDefault="00F635DB" w:rsidP="00F635DB">
      <w:r>
        <w:t>— </w:t>
      </w:r>
      <w:r w:rsidR="00855694" w:rsidRPr="009071AC">
        <w:t>Bien simplement</w:t>
      </w:r>
      <w:r>
        <w:t xml:space="preserve">. </w:t>
      </w:r>
      <w:r w:rsidR="00855694" w:rsidRPr="009071AC">
        <w:t>Il y a sept ou huit mois</w:t>
      </w:r>
      <w:r>
        <w:t xml:space="preserve">, </w:t>
      </w:r>
      <w:r w:rsidR="00855694" w:rsidRPr="009071AC">
        <w:t>j</w:t>
      </w:r>
      <w:r>
        <w:t>’</w:t>
      </w:r>
      <w:r w:rsidR="00855694" w:rsidRPr="009071AC">
        <w:t>ai eu besoin d</w:t>
      </w:r>
      <w:r>
        <w:t>’</w:t>
      </w:r>
      <w:r w:rsidR="00855694" w:rsidRPr="009071AC">
        <w:t>un avocat</w:t>
      </w:r>
      <w:r>
        <w:t xml:space="preserve">, </w:t>
      </w:r>
      <w:r w:rsidR="00855694" w:rsidRPr="009071AC">
        <w:t>on me l</w:t>
      </w:r>
      <w:r>
        <w:t>’</w:t>
      </w:r>
      <w:r w:rsidR="00855694" w:rsidRPr="009071AC">
        <w:t>a indiqué</w:t>
      </w:r>
      <w:r>
        <w:t xml:space="preserve">, </w:t>
      </w:r>
      <w:r w:rsidR="00855694" w:rsidRPr="009071AC">
        <w:t>il a joliment plaidé mon affaire et nous avons conservé des relations</w:t>
      </w:r>
      <w:r>
        <w:t>…</w:t>
      </w:r>
    </w:p>
    <w:p w14:paraId="12EE7752" w14:textId="77777777" w:rsidR="00F635DB" w:rsidRDefault="00F635DB" w:rsidP="00F635DB">
      <w:r>
        <w:t>— </w:t>
      </w:r>
      <w:r w:rsidR="00855694" w:rsidRPr="009071AC">
        <w:t>Quelle est sa position</w:t>
      </w:r>
      <w:r>
        <w:t> ?</w:t>
      </w:r>
    </w:p>
    <w:p w14:paraId="5B25ED84" w14:textId="56D5E052" w:rsidR="00F635DB" w:rsidRDefault="00855694" w:rsidP="00F635DB">
      <w:r w:rsidRPr="009071AC">
        <w:lastRenderedPageBreak/>
        <w:t xml:space="preserve">Le visage de </w:t>
      </w:r>
      <w:r w:rsidR="00F635DB">
        <w:t>M. de </w:t>
      </w:r>
      <w:proofErr w:type="spellStart"/>
      <w:r w:rsidRPr="009071AC">
        <w:t>Coralth</w:t>
      </w:r>
      <w:proofErr w:type="spellEnd"/>
      <w:r w:rsidRPr="009071AC">
        <w:t xml:space="preserve"> ne trahissait</w:t>
      </w:r>
      <w:r w:rsidR="00F635DB">
        <w:t xml:space="preserve">, </w:t>
      </w:r>
      <w:r w:rsidRPr="009071AC">
        <w:t>en vérité</w:t>
      </w:r>
      <w:r w:rsidR="00F635DB">
        <w:t xml:space="preserve">, </w:t>
      </w:r>
      <w:r w:rsidRPr="009071AC">
        <w:t>qu</w:t>
      </w:r>
      <w:r w:rsidR="00F635DB">
        <w:t>’</w:t>
      </w:r>
      <w:r w:rsidRPr="009071AC">
        <w:t>un profond ennui et une grande envie de dormir</w:t>
      </w:r>
      <w:r w:rsidR="00F635DB">
        <w:t xml:space="preserve">. </w:t>
      </w:r>
      <w:r w:rsidRPr="009071AC">
        <w:t>Il s</w:t>
      </w:r>
      <w:r w:rsidR="00F635DB">
        <w:t>’</w:t>
      </w:r>
      <w:r w:rsidRPr="009071AC">
        <w:t>établit sur un fauteuil</w:t>
      </w:r>
      <w:r w:rsidR="00F635DB">
        <w:t xml:space="preserve">, </w:t>
      </w:r>
      <w:r w:rsidRPr="009071AC">
        <w:t>et tout en bâillant à demi</w:t>
      </w:r>
      <w:r w:rsidR="00F635DB">
        <w:t> :</w:t>
      </w:r>
    </w:p>
    <w:p w14:paraId="310516EC" w14:textId="77777777" w:rsidR="00F635DB" w:rsidRDefault="00F635DB" w:rsidP="00F635DB">
      <w:r>
        <w:t>— </w:t>
      </w:r>
      <w:r w:rsidR="00855694" w:rsidRPr="009071AC">
        <w:t>Ma foi</w:t>
      </w:r>
      <w:r>
        <w:t xml:space="preserve"> !… </w:t>
      </w:r>
      <w:r w:rsidR="00855694" w:rsidRPr="009071AC">
        <w:t>répondit-il</w:t>
      </w:r>
      <w:r>
        <w:t xml:space="preserve">, </w:t>
      </w:r>
      <w:r w:rsidR="00855694" w:rsidRPr="009071AC">
        <w:t>je l</w:t>
      </w:r>
      <w:r>
        <w:t>’</w:t>
      </w:r>
      <w:r w:rsidR="00855694" w:rsidRPr="009071AC">
        <w:t>ignore</w:t>
      </w:r>
      <w:r>
        <w:t xml:space="preserve">… </w:t>
      </w:r>
      <w:r w:rsidR="00855694" w:rsidRPr="009071AC">
        <w:t>Pascal m</w:t>
      </w:r>
      <w:r>
        <w:t>’</w:t>
      </w:r>
      <w:r w:rsidR="00855694" w:rsidRPr="009071AC">
        <w:t>avait paru le garçon le plus rangé du monde</w:t>
      </w:r>
      <w:r>
        <w:t xml:space="preserve">… </w:t>
      </w:r>
      <w:r w:rsidR="00855694" w:rsidRPr="009071AC">
        <w:t>ce qu</w:t>
      </w:r>
      <w:r>
        <w:t>’</w:t>
      </w:r>
      <w:r w:rsidR="00855694" w:rsidRPr="009071AC">
        <w:t>on appelle un sage</w:t>
      </w:r>
      <w:r>
        <w:t xml:space="preserve"> !… </w:t>
      </w:r>
      <w:r w:rsidR="00855694" w:rsidRPr="009071AC">
        <w:t>Il demeure au fin fond d</w:t>
      </w:r>
      <w:r>
        <w:t>’</w:t>
      </w:r>
      <w:r w:rsidR="00855694" w:rsidRPr="009071AC">
        <w:t>un quartier perdu</w:t>
      </w:r>
      <w:r>
        <w:t xml:space="preserve">, </w:t>
      </w:r>
      <w:r w:rsidR="00855694" w:rsidRPr="009071AC">
        <w:t>derrière le Panthéon</w:t>
      </w:r>
      <w:r>
        <w:t xml:space="preserve">, </w:t>
      </w:r>
      <w:r w:rsidR="00855694" w:rsidRPr="009071AC">
        <w:t>avec sa mère</w:t>
      </w:r>
      <w:r>
        <w:t xml:space="preserve">, </w:t>
      </w:r>
      <w:r w:rsidR="00855694" w:rsidRPr="009071AC">
        <w:t>qui est veuve</w:t>
      </w:r>
      <w:r>
        <w:t xml:space="preserve">, </w:t>
      </w:r>
      <w:r w:rsidR="00855694" w:rsidRPr="009071AC">
        <w:t>une dame bien respectable</w:t>
      </w:r>
      <w:r>
        <w:t xml:space="preserve">, </w:t>
      </w:r>
      <w:r w:rsidR="00855694" w:rsidRPr="009071AC">
        <w:t>toujours vêtue de noir</w:t>
      </w:r>
      <w:r>
        <w:t xml:space="preserve">… </w:t>
      </w:r>
      <w:r w:rsidR="00855694" w:rsidRPr="009071AC">
        <w:t>Quand elle est venue m</w:t>
      </w:r>
      <w:r>
        <w:t>’</w:t>
      </w:r>
      <w:r w:rsidR="00855694" w:rsidRPr="009071AC">
        <w:t>ouvrir la porte</w:t>
      </w:r>
      <w:r>
        <w:t xml:space="preserve">, </w:t>
      </w:r>
      <w:r w:rsidR="00855694" w:rsidRPr="009071AC">
        <w:t>la première fois</w:t>
      </w:r>
      <w:r>
        <w:t xml:space="preserve">, </w:t>
      </w:r>
      <w:r w:rsidR="00855694" w:rsidRPr="009071AC">
        <w:t>j</w:t>
      </w:r>
      <w:r>
        <w:t>’</w:t>
      </w:r>
      <w:r w:rsidR="00855694" w:rsidRPr="009071AC">
        <w:t>ai cru que c</w:t>
      </w:r>
      <w:r>
        <w:t>’</w:t>
      </w:r>
      <w:r w:rsidR="00855694" w:rsidRPr="009071AC">
        <w:t>était un portrait de famille qui s</w:t>
      </w:r>
      <w:r>
        <w:t>’</w:t>
      </w:r>
      <w:r w:rsidR="00855694" w:rsidRPr="009071AC">
        <w:t>était dérangé de son cadre pour me recevoir</w:t>
      </w:r>
      <w:r>
        <w:t xml:space="preserve">… </w:t>
      </w:r>
      <w:r w:rsidR="00855694" w:rsidRPr="009071AC">
        <w:t>Je les suppose peu aisés</w:t>
      </w:r>
      <w:r>
        <w:t xml:space="preserve">… </w:t>
      </w:r>
      <w:r w:rsidR="00855694" w:rsidRPr="009071AC">
        <w:t>Pascal passe pour un homme remarquable et on le croyait appelé à de très-grands succès au barreau</w:t>
      </w:r>
      <w:r>
        <w:t>…</w:t>
      </w:r>
    </w:p>
    <w:p w14:paraId="478F4DCE" w14:textId="77777777" w:rsidR="00F635DB" w:rsidRDefault="00F635DB" w:rsidP="00F635DB">
      <w:r>
        <w:t>— </w:t>
      </w:r>
      <w:r w:rsidR="00855694" w:rsidRPr="009071AC">
        <w:t>Tandis que maintenant</w:t>
      </w:r>
      <w:r>
        <w:t xml:space="preserve">, </w:t>
      </w:r>
      <w:r w:rsidR="00855694" w:rsidRPr="009071AC">
        <w:t>il est perdu</w:t>
      </w:r>
      <w:r>
        <w:t xml:space="preserve">, </w:t>
      </w:r>
      <w:r w:rsidR="00855694" w:rsidRPr="009071AC">
        <w:t>sa carrière est brisée</w:t>
      </w:r>
      <w:r>
        <w:t>…</w:t>
      </w:r>
    </w:p>
    <w:p w14:paraId="6575CE5D" w14:textId="77777777" w:rsidR="00F635DB" w:rsidRDefault="00F635DB" w:rsidP="00F635DB">
      <w:r>
        <w:t>— </w:t>
      </w:r>
      <w:r w:rsidR="00855694" w:rsidRPr="009071AC">
        <w:t>Assurément</w:t>
      </w:r>
      <w:r>
        <w:t xml:space="preserve"> !… </w:t>
      </w:r>
      <w:r w:rsidR="00855694" w:rsidRPr="009071AC">
        <w:t>Vous comprenez qu</w:t>
      </w:r>
      <w:r>
        <w:t>’</w:t>
      </w:r>
      <w:r w:rsidR="00855694" w:rsidRPr="009071AC">
        <w:t>avant ce soir tout Paris connaîtra la scène de cette nuit</w:t>
      </w:r>
      <w:r>
        <w:t>…</w:t>
      </w:r>
    </w:p>
    <w:p w14:paraId="444FF785" w14:textId="36588FCC" w:rsidR="00F635DB" w:rsidRDefault="00855694" w:rsidP="00F635DB">
      <w:r w:rsidRPr="009071AC">
        <w:t>Il s</w:t>
      </w:r>
      <w:r w:rsidR="00F635DB">
        <w:t>’</w:t>
      </w:r>
      <w:r w:rsidRPr="009071AC">
        <w:t>interrompit</w:t>
      </w:r>
      <w:r w:rsidR="00F635DB">
        <w:t xml:space="preserve">, </w:t>
      </w:r>
      <w:r w:rsidRPr="009071AC">
        <w:t>examinant d</w:t>
      </w:r>
      <w:r w:rsidR="00F635DB">
        <w:t>’</w:t>
      </w:r>
      <w:r w:rsidRPr="009071AC">
        <w:t xml:space="preserve">un air de surprise merveilleusement joué </w:t>
      </w:r>
      <w:r w:rsidR="00F635DB">
        <w:t>M</w:t>
      </w:r>
      <w:r w:rsidR="00F635DB" w:rsidRPr="00F635DB">
        <w:rPr>
          <w:vertAlign w:val="superscript"/>
        </w:rPr>
        <w:t>me</w:t>
      </w:r>
      <w:r w:rsidR="00F635DB">
        <w:t> </w:t>
      </w:r>
      <w:r w:rsidRPr="009071AC">
        <w:t>d</w:t>
      </w:r>
      <w:r w:rsidR="00F635DB">
        <w:t>’</w:t>
      </w:r>
      <w:r w:rsidRPr="009071AC">
        <w:t>Argelès qui s</w:t>
      </w:r>
      <w:r w:rsidR="00F635DB">
        <w:t>’</w:t>
      </w:r>
      <w:r w:rsidRPr="009071AC">
        <w:t>avançait vers lui</w:t>
      </w:r>
      <w:r w:rsidR="00F635DB">
        <w:t xml:space="preserve">, </w:t>
      </w:r>
      <w:r w:rsidRPr="009071AC">
        <w:t>essayant de l</w:t>
      </w:r>
      <w:r w:rsidR="00F635DB">
        <w:t>’</w:t>
      </w:r>
      <w:r w:rsidRPr="009071AC">
        <w:t>écraser du regard</w:t>
      </w:r>
      <w:r w:rsidR="00F635DB">
        <w:t>.</w:t>
      </w:r>
    </w:p>
    <w:p w14:paraId="46D57DF7" w14:textId="77777777" w:rsidR="00F635DB" w:rsidRDefault="00F635DB" w:rsidP="00F635DB">
      <w:r>
        <w:t>— </w:t>
      </w:r>
      <w:r w:rsidR="00855694" w:rsidRPr="009071AC">
        <w:t>Vous êtes un misérable</w:t>
      </w:r>
      <w:r>
        <w:t xml:space="preserve">, </w:t>
      </w:r>
      <w:r w:rsidR="00855694" w:rsidRPr="009071AC">
        <w:t xml:space="preserve">monsieur de </w:t>
      </w:r>
      <w:proofErr w:type="spellStart"/>
      <w:r w:rsidR="00855694" w:rsidRPr="009071AC">
        <w:t>Coralth</w:t>
      </w:r>
      <w:proofErr w:type="spellEnd"/>
      <w:r>
        <w:t xml:space="preserve"> !… </w:t>
      </w:r>
      <w:r w:rsidR="00855694" w:rsidRPr="009071AC">
        <w:t>prononça-t-elle</w:t>
      </w:r>
      <w:r>
        <w:t>.</w:t>
      </w:r>
    </w:p>
    <w:p w14:paraId="605AE7B1" w14:textId="77777777" w:rsidR="00F635DB" w:rsidRDefault="00F635DB" w:rsidP="00F635DB">
      <w:r>
        <w:t>— </w:t>
      </w:r>
      <w:r w:rsidR="00855694" w:rsidRPr="009071AC">
        <w:t>Moi</w:t>
      </w:r>
      <w:r>
        <w:t xml:space="preserve"> !… </w:t>
      </w:r>
      <w:r w:rsidR="00855694" w:rsidRPr="009071AC">
        <w:t>Et pourquoi</w:t>
      </w:r>
      <w:r>
        <w:t xml:space="preserve">, </w:t>
      </w:r>
      <w:r w:rsidR="00855694" w:rsidRPr="009071AC">
        <w:t>grand Dieu</w:t>
      </w:r>
      <w:r>
        <w:t> !</w:t>
      </w:r>
    </w:p>
    <w:p w14:paraId="7213C180" w14:textId="3A599406" w:rsidR="00F635DB" w:rsidRDefault="00F635DB" w:rsidP="00F635DB">
      <w:r>
        <w:t>— </w:t>
      </w:r>
      <w:r w:rsidR="00855694" w:rsidRPr="009071AC">
        <w:t>Parce que c</w:t>
      </w:r>
      <w:r>
        <w:t>’</w:t>
      </w:r>
      <w:r w:rsidR="00855694" w:rsidRPr="009071AC">
        <w:t xml:space="preserve">est vous qui avez glissé parmi les cartes les </w:t>
      </w:r>
      <w:r>
        <w:t>« </w:t>
      </w:r>
      <w:r w:rsidR="00855694" w:rsidRPr="009071AC">
        <w:t>portées</w:t>
      </w:r>
      <w:r>
        <w:t> »</w:t>
      </w:r>
      <w:r w:rsidR="00855694" w:rsidRPr="009071AC">
        <w:t xml:space="preserve"> qui ont fait gagner </w:t>
      </w:r>
      <w:r>
        <w:t>M. </w:t>
      </w:r>
      <w:proofErr w:type="spellStart"/>
      <w:r w:rsidR="00855694" w:rsidRPr="009071AC">
        <w:t>Férailleur</w:t>
      </w:r>
      <w:proofErr w:type="spellEnd"/>
      <w:r>
        <w:t xml:space="preserve">… </w:t>
      </w:r>
      <w:r w:rsidR="00855694" w:rsidRPr="009071AC">
        <w:t>Je vous ai vu</w:t>
      </w:r>
      <w:r>
        <w:t xml:space="preserve"> !… </w:t>
      </w:r>
      <w:r w:rsidR="00855694" w:rsidRPr="009071AC">
        <w:t>Cédant à mes prières</w:t>
      </w:r>
      <w:r>
        <w:t xml:space="preserve">, </w:t>
      </w:r>
      <w:r w:rsidR="00855694" w:rsidRPr="009071AC">
        <w:t>ce malheureux allait se retirer</w:t>
      </w:r>
      <w:r>
        <w:t xml:space="preserve"> ; </w:t>
      </w:r>
      <w:r w:rsidR="00855694" w:rsidRPr="009071AC">
        <w:t>c</w:t>
      </w:r>
      <w:r>
        <w:t>’</w:t>
      </w:r>
      <w:r w:rsidR="00855694" w:rsidRPr="009071AC">
        <w:t>est vous qui</w:t>
      </w:r>
      <w:r>
        <w:t xml:space="preserve">, </w:t>
      </w:r>
      <w:r w:rsidR="00855694" w:rsidRPr="009071AC">
        <w:t>par votre maladresse calculée</w:t>
      </w:r>
      <w:r>
        <w:t xml:space="preserve">, </w:t>
      </w:r>
      <w:r w:rsidR="00855694" w:rsidRPr="009071AC">
        <w:t>m</w:t>
      </w:r>
      <w:r>
        <w:t>’</w:t>
      </w:r>
      <w:r w:rsidR="00855694" w:rsidRPr="009071AC">
        <w:t>avez empêché de le sauver</w:t>
      </w:r>
      <w:r>
        <w:t xml:space="preserve">… </w:t>
      </w:r>
      <w:r w:rsidR="00855694" w:rsidRPr="009071AC">
        <w:t>Oh</w:t>
      </w:r>
      <w:r>
        <w:t xml:space="preserve"> ! </w:t>
      </w:r>
      <w:r w:rsidR="00855694" w:rsidRPr="009071AC">
        <w:t>ne niez pas</w:t>
      </w:r>
      <w:r>
        <w:t>…</w:t>
      </w:r>
    </w:p>
    <w:p w14:paraId="6050654B" w14:textId="77777777" w:rsidR="00F635DB" w:rsidRDefault="00855694" w:rsidP="00F635DB">
      <w:r w:rsidRPr="009071AC">
        <w:t>Il se leva</w:t>
      </w:r>
      <w:r w:rsidR="00F635DB">
        <w:t xml:space="preserve">, </w:t>
      </w:r>
      <w:r w:rsidRPr="009071AC">
        <w:t>et du plus beau sang-froid</w:t>
      </w:r>
      <w:r w:rsidR="00F635DB">
        <w:t> :</w:t>
      </w:r>
    </w:p>
    <w:p w14:paraId="5F1DD54B" w14:textId="77777777" w:rsidR="00F635DB" w:rsidRDefault="00F635DB" w:rsidP="00F635DB">
      <w:r>
        <w:lastRenderedPageBreak/>
        <w:t>— </w:t>
      </w:r>
      <w:r w:rsidR="00855694" w:rsidRPr="009071AC">
        <w:t>Je ne nie rien</w:t>
      </w:r>
      <w:r>
        <w:t xml:space="preserve">, </w:t>
      </w:r>
      <w:r w:rsidR="00855694" w:rsidRPr="009071AC">
        <w:t>chère dame</w:t>
      </w:r>
      <w:r>
        <w:t xml:space="preserve">, </w:t>
      </w:r>
      <w:r w:rsidR="00855694" w:rsidRPr="009071AC">
        <w:t>répondit-il</w:t>
      </w:r>
      <w:r>
        <w:t xml:space="preserve">… </w:t>
      </w:r>
      <w:r w:rsidR="00855694" w:rsidRPr="009071AC">
        <w:t>absolument rien</w:t>
      </w:r>
      <w:r>
        <w:t xml:space="preserve">. </w:t>
      </w:r>
      <w:r w:rsidR="00855694" w:rsidRPr="009071AC">
        <w:t>De vous à moi</w:t>
      </w:r>
      <w:r>
        <w:t xml:space="preserve">, </w:t>
      </w:r>
      <w:r w:rsidR="00855694" w:rsidRPr="009071AC">
        <w:t>bien entendu</w:t>
      </w:r>
      <w:r>
        <w:t>…</w:t>
      </w:r>
    </w:p>
    <w:p w14:paraId="2A937FDE" w14:textId="4C1D4AB2" w:rsidR="00F635DB" w:rsidRDefault="00855694" w:rsidP="00F635DB">
      <w:r w:rsidRPr="009071AC">
        <w:t>Confondue de tant d</w:t>
      </w:r>
      <w:r w:rsidR="00F635DB">
        <w:t>’</w:t>
      </w:r>
      <w:r w:rsidRPr="009071AC">
        <w:t>impudence</w:t>
      </w:r>
      <w:r w:rsidR="00F635DB">
        <w:t>, M</w:t>
      </w:r>
      <w:r w:rsidR="00F635DB" w:rsidRPr="00F635DB">
        <w:rPr>
          <w:vertAlign w:val="superscript"/>
        </w:rPr>
        <w:t>me</w:t>
      </w:r>
      <w:r w:rsidR="00F635DB">
        <w:t> </w:t>
      </w:r>
      <w:r w:rsidRPr="009071AC">
        <w:t>d</w:t>
      </w:r>
      <w:r w:rsidR="00F635DB">
        <w:t>’</w:t>
      </w:r>
      <w:r w:rsidRPr="009071AC">
        <w:t>Argelès resta un moment interdite</w:t>
      </w:r>
      <w:r w:rsidR="00F635DB">
        <w:t>.</w:t>
      </w:r>
    </w:p>
    <w:p w14:paraId="62E11861" w14:textId="77777777" w:rsidR="00F635DB" w:rsidRDefault="00F635DB" w:rsidP="00F635DB">
      <w:r>
        <w:t>— </w:t>
      </w:r>
      <w:r w:rsidR="00855694" w:rsidRPr="009071AC">
        <w:t>Vous avouez</w:t>
      </w:r>
      <w:r>
        <w:t xml:space="preserve"> !… </w:t>
      </w:r>
      <w:r w:rsidR="00855694" w:rsidRPr="009071AC">
        <w:t>fit-elle enfin</w:t>
      </w:r>
      <w:r>
        <w:t xml:space="preserve">. </w:t>
      </w:r>
      <w:r w:rsidR="00855694" w:rsidRPr="009071AC">
        <w:t>Vous osez avouer</w:t>
      </w:r>
      <w:r>
        <w:t xml:space="preserve"> !… </w:t>
      </w:r>
      <w:r w:rsidR="00855694" w:rsidRPr="009071AC">
        <w:t>Vous ne craignez donc pas que je dise hautement et à tous ce que j</w:t>
      </w:r>
      <w:r>
        <w:t>’</w:t>
      </w:r>
      <w:r w:rsidR="00855694" w:rsidRPr="009071AC">
        <w:t>ai vu</w:t>
      </w:r>
      <w:r>
        <w:t> !…</w:t>
      </w:r>
    </w:p>
    <w:p w14:paraId="40B80274" w14:textId="77777777" w:rsidR="00F635DB" w:rsidRDefault="00855694" w:rsidP="00F635DB">
      <w:r w:rsidRPr="009071AC">
        <w:t>Il haussa les épaules</w:t>
      </w:r>
      <w:r w:rsidR="00F635DB">
        <w:t>.</w:t>
      </w:r>
    </w:p>
    <w:p w14:paraId="170390F7" w14:textId="77777777" w:rsidR="00F635DB" w:rsidRDefault="00F635DB" w:rsidP="00F635DB">
      <w:r>
        <w:t>— </w:t>
      </w:r>
      <w:r w:rsidR="00855694" w:rsidRPr="009071AC">
        <w:t>On ne vous croirait pas</w:t>
      </w:r>
      <w:r>
        <w:t xml:space="preserve">… </w:t>
      </w:r>
      <w:r w:rsidR="00855694" w:rsidRPr="009071AC">
        <w:t>fit-il</w:t>
      </w:r>
      <w:r>
        <w:t>.</w:t>
      </w:r>
    </w:p>
    <w:p w14:paraId="033EAD57" w14:textId="77777777" w:rsidR="00F635DB" w:rsidRDefault="00F635DB" w:rsidP="00F635DB">
      <w:r>
        <w:t>— </w:t>
      </w:r>
      <w:r w:rsidR="00855694" w:rsidRPr="009071AC">
        <w:t>On me croirait</w:t>
      </w:r>
      <w:r>
        <w:t xml:space="preserve">, </w:t>
      </w:r>
      <w:r w:rsidR="00855694" w:rsidRPr="009071AC">
        <w:t xml:space="preserve">monsieur de </w:t>
      </w:r>
      <w:proofErr w:type="spellStart"/>
      <w:r w:rsidR="00855694" w:rsidRPr="009071AC">
        <w:t>Coralth</w:t>
      </w:r>
      <w:proofErr w:type="spellEnd"/>
      <w:r>
        <w:t xml:space="preserve">, </w:t>
      </w:r>
      <w:r w:rsidR="00855694" w:rsidRPr="009071AC">
        <w:t>parce que je donnerais des preuves</w:t>
      </w:r>
      <w:r>
        <w:t xml:space="preserve">. </w:t>
      </w:r>
      <w:r w:rsidR="00855694" w:rsidRPr="009071AC">
        <w:t>Vous avez donc oublié que je vous connais</w:t>
      </w:r>
      <w:r>
        <w:t xml:space="preserve">, </w:t>
      </w:r>
      <w:r w:rsidR="00855694" w:rsidRPr="009071AC">
        <w:t>que votre passé n</w:t>
      </w:r>
      <w:r>
        <w:t>’</w:t>
      </w:r>
      <w:r w:rsidR="00855694" w:rsidRPr="009071AC">
        <w:t>a pas de secret pour moi</w:t>
      </w:r>
      <w:r>
        <w:t xml:space="preserve">, </w:t>
      </w:r>
      <w:r w:rsidR="00855694" w:rsidRPr="009071AC">
        <w:t>que je sais qui vous êtes et quel nom déshonoré vous cachez sous votre nom et votre titre d</w:t>
      </w:r>
      <w:r>
        <w:t>’</w:t>
      </w:r>
      <w:r w:rsidR="00855694" w:rsidRPr="009071AC">
        <w:t>emprunt</w:t>
      </w:r>
      <w:r>
        <w:t xml:space="preserve"> !… </w:t>
      </w:r>
      <w:r w:rsidR="00855694" w:rsidRPr="009071AC">
        <w:t>Je puis dire</w:t>
      </w:r>
      <w:r>
        <w:t xml:space="preserve">, </w:t>
      </w:r>
      <w:r w:rsidR="00855694" w:rsidRPr="009071AC">
        <w:t>moi</w:t>
      </w:r>
      <w:r>
        <w:t xml:space="preserve">, </w:t>
      </w:r>
      <w:r w:rsidR="00855694" w:rsidRPr="009071AC">
        <w:t>comment vous vous êtes marié</w:t>
      </w:r>
      <w:r>
        <w:t xml:space="preserve">, </w:t>
      </w:r>
      <w:r w:rsidR="00855694" w:rsidRPr="009071AC">
        <w:t>comment après avoir lâchement abandonné votre femme et votre enfant</w:t>
      </w:r>
      <w:r>
        <w:t xml:space="preserve">, </w:t>
      </w:r>
      <w:r w:rsidR="00855694" w:rsidRPr="009071AC">
        <w:t>vous les laissez mourir de misère et de faim</w:t>
      </w:r>
      <w:r>
        <w:t xml:space="preserve">… </w:t>
      </w:r>
      <w:r w:rsidR="00855694" w:rsidRPr="009071AC">
        <w:t>Je puis dire d</w:t>
      </w:r>
      <w:r>
        <w:t>’</w:t>
      </w:r>
      <w:r w:rsidR="00855694" w:rsidRPr="009071AC">
        <w:t>où vous tirez les trente ou quarante mille francs que vous dépensez par an</w:t>
      </w:r>
      <w:r>
        <w:t xml:space="preserve">… </w:t>
      </w:r>
      <w:r w:rsidR="00855694" w:rsidRPr="009071AC">
        <w:t>Vous ne vous souvenez donc plus de tout ce que Rose m</w:t>
      </w:r>
      <w:r>
        <w:t>’</w:t>
      </w:r>
      <w:r w:rsidR="00855694" w:rsidRPr="009071AC">
        <w:t>a raconté</w:t>
      </w:r>
      <w:r>
        <w:t xml:space="preserve">… </w:t>
      </w:r>
      <w:r w:rsidR="00855694" w:rsidRPr="009071AC">
        <w:t>monsieur</w:t>
      </w:r>
      <w:r>
        <w:t xml:space="preserve">… </w:t>
      </w:r>
      <w:r w:rsidR="00855694" w:rsidRPr="009071AC">
        <w:t>Paul</w:t>
      </w:r>
      <w:r>
        <w:t> !…</w:t>
      </w:r>
    </w:p>
    <w:p w14:paraId="29F37A7A" w14:textId="64077AAC" w:rsidR="00F635DB" w:rsidRDefault="00855694" w:rsidP="00F635DB">
      <w:r w:rsidRPr="009071AC">
        <w:t>Elle avait frappé à la bonne place</w:t>
      </w:r>
      <w:r w:rsidR="00F635DB">
        <w:t xml:space="preserve">, </w:t>
      </w:r>
      <w:r w:rsidRPr="009071AC">
        <w:t>cette fois</w:t>
      </w:r>
      <w:r w:rsidR="00F635DB">
        <w:t xml:space="preserve">, </w:t>
      </w:r>
      <w:r w:rsidRPr="009071AC">
        <w:t xml:space="preserve">et si juste que </w:t>
      </w:r>
      <w:r w:rsidR="00F635DB">
        <w:t>M. de </w:t>
      </w:r>
      <w:proofErr w:type="spellStart"/>
      <w:r w:rsidRPr="009071AC">
        <w:t>Coralth</w:t>
      </w:r>
      <w:proofErr w:type="spellEnd"/>
      <w:r w:rsidRPr="009071AC">
        <w:t xml:space="preserve"> devint livide et eut un mouvement furieux comme pour se précipiter sur elle</w:t>
      </w:r>
      <w:r w:rsidR="00F635DB">
        <w:t>…</w:t>
      </w:r>
    </w:p>
    <w:p w14:paraId="4B018232" w14:textId="77777777" w:rsidR="00F635DB" w:rsidRDefault="00F635DB" w:rsidP="00F635DB">
      <w:r>
        <w:t>— </w:t>
      </w:r>
      <w:r w:rsidR="00855694" w:rsidRPr="009071AC">
        <w:t>Ah</w:t>
      </w:r>
      <w:r>
        <w:t xml:space="preserve"> ! </w:t>
      </w:r>
      <w:r w:rsidR="00855694" w:rsidRPr="009071AC">
        <w:t>prenez garde</w:t>
      </w:r>
      <w:r>
        <w:t xml:space="preserve"> !… </w:t>
      </w:r>
      <w:r w:rsidR="00855694" w:rsidRPr="009071AC">
        <w:t>s</w:t>
      </w:r>
      <w:r>
        <w:t>’</w:t>
      </w:r>
      <w:r w:rsidR="00855694" w:rsidRPr="009071AC">
        <w:t>écria-t-il</w:t>
      </w:r>
      <w:r>
        <w:t xml:space="preserve">, </w:t>
      </w:r>
      <w:r w:rsidR="00855694" w:rsidRPr="009071AC">
        <w:t>prenez garde</w:t>
      </w:r>
      <w:r>
        <w:t> !…</w:t>
      </w:r>
    </w:p>
    <w:p w14:paraId="778CEC4E" w14:textId="77777777" w:rsidR="00F635DB" w:rsidRDefault="00855694" w:rsidP="00F635DB">
      <w:r w:rsidRPr="009071AC">
        <w:t>Mais ce ne fut qu</w:t>
      </w:r>
      <w:r w:rsidR="00F635DB">
        <w:t>’</w:t>
      </w:r>
      <w:r w:rsidRPr="009071AC">
        <w:t>un éclair</w:t>
      </w:r>
      <w:r w:rsidR="00F635DB">
        <w:t xml:space="preserve">. </w:t>
      </w:r>
      <w:r w:rsidRPr="009071AC">
        <w:t>Il redevint impassible</w:t>
      </w:r>
      <w:r w:rsidR="00F635DB">
        <w:t xml:space="preserve">, </w:t>
      </w:r>
      <w:r w:rsidRPr="009071AC">
        <w:t>et d</w:t>
      </w:r>
      <w:r w:rsidR="00F635DB">
        <w:t>’</w:t>
      </w:r>
      <w:r w:rsidRPr="009071AC">
        <w:t>un ton de persiflage</w:t>
      </w:r>
      <w:r w:rsidR="00F635DB">
        <w:t> :</w:t>
      </w:r>
    </w:p>
    <w:p w14:paraId="18C47FC3" w14:textId="77777777" w:rsidR="00F635DB" w:rsidRDefault="00F635DB" w:rsidP="00F635DB">
      <w:r>
        <w:t>— </w:t>
      </w:r>
      <w:r w:rsidR="00855694" w:rsidRPr="009071AC">
        <w:t>Et après</w:t>
      </w:r>
      <w:r>
        <w:t xml:space="preserve"> ?… </w:t>
      </w:r>
      <w:r w:rsidR="00855694" w:rsidRPr="009071AC">
        <w:t>Pensez-vous que le monde ne soupçonne pas tout ce que vous prétendez lui révéler</w:t>
      </w:r>
      <w:r>
        <w:t xml:space="preserve"> ? </w:t>
      </w:r>
      <w:r w:rsidR="00855694" w:rsidRPr="009071AC">
        <w:t>On m</w:t>
      </w:r>
      <w:r>
        <w:t>’</w:t>
      </w:r>
      <w:r w:rsidR="00855694" w:rsidRPr="009071AC">
        <w:t>a</w:t>
      </w:r>
      <w:r>
        <w:t xml:space="preserve">, </w:t>
      </w:r>
      <w:r w:rsidR="00855694" w:rsidRPr="009071AC">
        <w:t>pardieu</w:t>
      </w:r>
      <w:r>
        <w:t xml:space="preserve">, </w:t>
      </w:r>
      <w:r w:rsidR="00855694" w:rsidRPr="009071AC">
        <w:lastRenderedPageBreak/>
        <w:t>accusé de bien d</w:t>
      </w:r>
      <w:r>
        <w:t>’</w:t>
      </w:r>
      <w:r w:rsidR="00855694" w:rsidRPr="009071AC">
        <w:t>autres-choses</w:t>
      </w:r>
      <w:r>
        <w:t xml:space="preserve"> !… </w:t>
      </w:r>
      <w:r w:rsidR="00855694" w:rsidRPr="009071AC">
        <w:t>Quand vous aurez bien crié sur les toits que je suis un aventurier</w:t>
      </w:r>
      <w:r>
        <w:t xml:space="preserve">, </w:t>
      </w:r>
      <w:r w:rsidR="00855694" w:rsidRPr="009071AC">
        <w:t>on vous rira au nez</w:t>
      </w:r>
      <w:r>
        <w:t xml:space="preserve">, </w:t>
      </w:r>
      <w:r w:rsidR="00855694" w:rsidRPr="009071AC">
        <w:t>et je n</w:t>
      </w:r>
      <w:r>
        <w:t>’</w:t>
      </w:r>
      <w:r w:rsidR="00855694" w:rsidRPr="009071AC">
        <w:t>en serai ni mieux ni plus mal vu</w:t>
      </w:r>
      <w:r>
        <w:t xml:space="preserve">… </w:t>
      </w:r>
      <w:r w:rsidR="00855694" w:rsidRPr="009071AC">
        <w:t xml:space="preserve">Ce qui écraserait dix hommes honnêtes comme Pascal </w:t>
      </w:r>
      <w:proofErr w:type="spellStart"/>
      <w:r w:rsidR="00855694" w:rsidRPr="009071AC">
        <w:t>Férailleur</w:t>
      </w:r>
      <w:proofErr w:type="spellEnd"/>
      <w:r w:rsidR="00855694" w:rsidRPr="009071AC">
        <w:t xml:space="preserve"> ne m</w:t>
      </w:r>
      <w:r>
        <w:t>’</w:t>
      </w:r>
      <w:r w:rsidR="00855694" w:rsidRPr="009071AC">
        <w:t>effleurerait même pas</w:t>
      </w:r>
      <w:r>
        <w:t xml:space="preserve">… </w:t>
      </w:r>
      <w:r w:rsidR="00855694" w:rsidRPr="009071AC">
        <w:t>Je suis dans le mouvement</w:t>
      </w:r>
      <w:r>
        <w:t xml:space="preserve">, </w:t>
      </w:r>
      <w:r w:rsidR="00855694" w:rsidRPr="009071AC">
        <w:t>moi</w:t>
      </w:r>
      <w:r>
        <w:t xml:space="preserve"> !… </w:t>
      </w:r>
      <w:r w:rsidR="00855694" w:rsidRPr="009071AC">
        <w:t>Il me faut le luxe</w:t>
      </w:r>
      <w:r>
        <w:t xml:space="preserve">, </w:t>
      </w:r>
      <w:r w:rsidR="00855694" w:rsidRPr="009071AC">
        <w:t>le plaisir</w:t>
      </w:r>
      <w:r>
        <w:t xml:space="preserve">, </w:t>
      </w:r>
      <w:r w:rsidR="00855694" w:rsidRPr="009071AC">
        <w:t>la grande vie</w:t>
      </w:r>
      <w:r>
        <w:t xml:space="preserve">, </w:t>
      </w:r>
      <w:r w:rsidR="00855694" w:rsidRPr="009071AC">
        <w:t>tout ce qui est bon et beau</w:t>
      </w:r>
      <w:r>
        <w:t xml:space="preserve">… </w:t>
      </w:r>
      <w:r w:rsidR="00855694" w:rsidRPr="009071AC">
        <w:t>et dame</w:t>
      </w:r>
      <w:r>
        <w:t xml:space="preserve"> ! </w:t>
      </w:r>
      <w:r w:rsidR="00855694" w:rsidRPr="009071AC">
        <w:t>pour me procurer tout cela</w:t>
      </w:r>
      <w:r>
        <w:t xml:space="preserve">, </w:t>
      </w:r>
      <w:r w:rsidR="00855694" w:rsidRPr="009071AC">
        <w:t>je fais de mon mieux</w:t>
      </w:r>
      <w:r>
        <w:t xml:space="preserve">… </w:t>
      </w:r>
      <w:r w:rsidR="00855694" w:rsidRPr="009071AC">
        <w:t>Assurément</w:t>
      </w:r>
      <w:r>
        <w:t xml:space="preserve">, </w:t>
      </w:r>
      <w:r w:rsidR="00855694" w:rsidRPr="009071AC">
        <w:t>je ne tire pas mes revenus de fermes en Brie</w:t>
      </w:r>
      <w:r>
        <w:t xml:space="preserve">, </w:t>
      </w:r>
      <w:r w:rsidR="00855694" w:rsidRPr="009071AC">
        <w:t>mais j</w:t>
      </w:r>
      <w:r>
        <w:t>’</w:t>
      </w:r>
      <w:r w:rsidR="00855694" w:rsidRPr="009071AC">
        <w:t>ai de l</w:t>
      </w:r>
      <w:r>
        <w:t>’</w:t>
      </w:r>
      <w:r w:rsidR="00855694" w:rsidRPr="009071AC">
        <w:t>argent</w:t>
      </w:r>
      <w:r>
        <w:t xml:space="preserve">, </w:t>
      </w:r>
      <w:r w:rsidR="00855694" w:rsidRPr="009071AC">
        <w:t>c</w:t>
      </w:r>
      <w:r>
        <w:t>’</w:t>
      </w:r>
      <w:r w:rsidR="00855694" w:rsidRPr="009071AC">
        <w:t>est l</w:t>
      </w:r>
      <w:r>
        <w:t>’</w:t>
      </w:r>
      <w:r w:rsidR="00855694" w:rsidRPr="009071AC">
        <w:t>essentiel</w:t>
      </w:r>
      <w:r>
        <w:t xml:space="preserve">… </w:t>
      </w:r>
      <w:r w:rsidR="00855694" w:rsidRPr="009071AC">
        <w:t>Ne sommes-nous pas au temps des absolutions</w:t>
      </w:r>
      <w:r>
        <w:t xml:space="preserve"> ? </w:t>
      </w:r>
      <w:r w:rsidR="00855694" w:rsidRPr="009071AC">
        <w:t>Chacun donne la sienne de crainte d</w:t>
      </w:r>
      <w:r>
        <w:t>’</w:t>
      </w:r>
      <w:r w:rsidR="00855694" w:rsidRPr="009071AC">
        <w:t>avoir besoin de celle du voisin</w:t>
      </w:r>
      <w:r>
        <w:t xml:space="preserve">. </w:t>
      </w:r>
      <w:r w:rsidR="00855694" w:rsidRPr="009071AC">
        <w:t>La vie est si dure et l</w:t>
      </w:r>
      <w:r>
        <w:t>’</w:t>
      </w:r>
      <w:r w:rsidR="00855694" w:rsidRPr="009071AC">
        <w:t>appétit si grand</w:t>
      </w:r>
      <w:r>
        <w:t xml:space="preserve">, </w:t>
      </w:r>
      <w:r w:rsidR="00855694" w:rsidRPr="009071AC">
        <w:t>que nul ne sait au juste</w:t>
      </w:r>
      <w:r>
        <w:t xml:space="preserve">, </w:t>
      </w:r>
      <w:r w:rsidR="00855694" w:rsidRPr="009071AC">
        <w:t>la veille</w:t>
      </w:r>
      <w:r>
        <w:t xml:space="preserve">, </w:t>
      </w:r>
      <w:r w:rsidR="00855694" w:rsidRPr="009071AC">
        <w:t>ce qu</w:t>
      </w:r>
      <w:r>
        <w:t>’</w:t>
      </w:r>
      <w:r w:rsidR="00855694" w:rsidRPr="009071AC">
        <w:t>il fera</w:t>
      </w:r>
      <w:r>
        <w:t xml:space="preserve">… </w:t>
      </w:r>
      <w:r w:rsidR="00855694" w:rsidRPr="009071AC">
        <w:t>ou plutôt ce qu</w:t>
      </w:r>
      <w:r>
        <w:t>’</w:t>
      </w:r>
      <w:r w:rsidR="00855694" w:rsidRPr="009071AC">
        <w:t>il ne fera pas le lendemain</w:t>
      </w:r>
      <w:r>
        <w:t xml:space="preserve">… </w:t>
      </w:r>
      <w:r w:rsidR="00855694" w:rsidRPr="009071AC">
        <w:t>Enfin</w:t>
      </w:r>
      <w:r>
        <w:t xml:space="preserve">, </w:t>
      </w:r>
      <w:r w:rsidR="00855694" w:rsidRPr="009071AC">
        <w:t>le nombre des gens à mépriser a rendu le mépris impossible</w:t>
      </w:r>
      <w:r>
        <w:t xml:space="preserve">… </w:t>
      </w:r>
      <w:r w:rsidR="00855694" w:rsidRPr="009071AC">
        <w:t>Un Parisien qui aurait l</w:t>
      </w:r>
      <w:r>
        <w:t>’</w:t>
      </w:r>
      <w:r w:rsidR="00855694" w:rsidRPr="009071AC">
        <w:t>absurde prétention de ne donner la main qu</w:t>
      </w:r>
      <w:r>
        <w:t>’</w:t>
      </w:r>
      <w:r w:rsidR="00855694" w:rsidRPr="009071AC">
        <w:t>à des irréprochables risquerait à certains jours de se promener des heures entières sur le boulevard sans trouver</w:t>
      </w:r>
      <w:r>
        <w:t xml:space="preserve">… </w:t>
      </w:r>
      <w:r w:rsidR="00855694" w:rsidRPr="009071AC">
        <w:t>l</w:t>
      </w:r>
      <w:r>
        <w:t>’</w:t>
      </w:r>
      <w:r w:rsidR="00855694" w:rsidRPr="009071AC">
        <w:t>occasion de sortir ses mains de ses poches</w:t>
      </w:r>
      <w:r>
        <w:t>.</w:t>
      </w:r>
    </w:p>
    <w:p w14:paraId="79AB0DF8" w14:textId="4E52AC74" w:rsidR="00F635DB" w:rsidRDefault="00855694" w:rsidP="00F635DB">
      <w:r w:rsidRPr="009071AC">
        <w:t>Mais c</w:t>
      </w:r>
      <w:r w:rsidR="00F635DB">
        <w:t>’</w:t>
      </w:r>
      <w:r w:rsidRPr="009071AC">
        <w:t>était là forfanterie pure</w:t>
      </w:r>
      <w:r w:rsidR="00F635DB">
        <w:t xml:space="preserve">, </w:t>
      </w:r>
      <w:r w:rsidRPr="009071AC">
        <w:t xml:space="preserve">de la part de </w:t>
      </w:r>
      <w:r w:rsidR="00F635DB">
        <w:t>M. de </w:t>
      </w:r>
      <w:proofErr w:type="spellStart"/>
      <w:r w:rsidRPr="009071AC">
        <w:t>Coralth</w:t>
      </w:r>
      <w:proofErr w:type="spellEnd"/>
      <w:r w:rsidR="00F635DB">
        <w:t xml:space="preserve">… </w:t>
      </w:r>
      <w:r w:rsidRPr="009071AC">
        <w:t>Mieux que personne il savait combien était fragile et menacée la base de sa vie fastueuse</w:t>
      </w:r>
      <w:r w:rsidR="00F635DB">
        <w:t xml:space="preserve">, </w:t>
      </w:r>
      <w:r w:rsidRPr="009071AC">
        <w:t>toute de dehors et d</w:t>
      </w:r>
      <w:r w:rsidR="00F635DB">
        <w:t>’</w:t>
      </w:r>
      <w:r w:rsidRPr="009071AC">
        <w:t>apparence</w:t>
      </w:r>
      <w:r w:rsidR="00F635DB">
        <w:t>.</w:t>
      </w:r>
    </w:p>
    <w:p w14:paraId="731D1937" w14:textId="77777777" w:rsidR="00F635DB" w:rsidRDefault="00855694" w:rsidP="00F635DB">
      <w:r w:rsidRPr="009071AC">
        <w:t>Assurément</w:t>
      </w:r>
      <w:r w:rsidR="00F635DB">
        <w:t xml:space="preserve">, </w:t>
      </w:r>
      <w:r w:rsidRPr="009071AC">
        <w:t>le monde est devenu d</w:t>
      </w:r>
      <w:r w:rsidR="00F635DB">
        <w:t>’</w:t>
      </w:r>
      <w:r w:rsidRPr="009071AC">
        <w:t>une lamentable indulgence pour les existences douteuses</w:t>
      </w:r>
      <w:r w:rsidR="00F635DB">
        <w:t xml:space="preserve">, </w:t>
      </w:r>
      <w:r w:rsidRPr="009071AC">
        <w:t>le monde ferme les yeux</w:t>
      </w:r>
      <w:r w:rsidR="00F635DB">
        <w:t xml:space="preserve"> ; </w:t>
      </w:r>
      <w:r w:rsidRPr="009071AC">
        <w:t>il ne sait pas</w:t>
      </w:r>
      <w:r w:rsidR="00F635DB">
        <w:t xml:space="preserve">, </w:t>
      </w:r>
      <w:r w:rsidRPr="009071AC">
        <w:t>il ne veut pas savoir</w:t>
      </w:r>
      <w:r w:rsidR="00F635DB">
        <w:t xml:space="preserve">… </w:t>
      </w:r>
      <w:r w:rsidRPr="009071AC">
        <w:t>Raison de plus pour se montrer impitoyable</w:t>
      </w:r>
      <w:r w:rsidR="00F635DB">
        <w:t xml:space="preserve">, </w:t>
      </w:r>
      <w:r w:rsidRPr="009071AC">
        <w:t>dès qu</w:t>
      </w:r>
      <w:r w:rsidR="00F635DB">
        <w:t>’</w:t>
      </w:r>
      <w:r w:rsidRPr="009071AC">
        <w:t>un fait précis déchire la fiction</w:t>
      </w:r>
      <w:r w:rsidR="00F635DB">
        <w:t>…</w:t>
      </w:r>
    </w:p>
    <w:p w14:paraId="191CD423" w14:textId="358FCBCD" w:rsidR="00F635DB" w:rsidRDefault="00855694" w:rsidP="00F635DB">
      <w:r w:rsidRPr="009071AC">
        <w:t>Aussi</w:t>
      </w:r>
      <w:r w:rsidR="00F635DB">
        <w:t xml:space="preserve">, </w:t>
      </w:r>
      <w:r w:rsidRPr="009071AC">
        <w:t>tout en affichant la plus impudente sécurité</w:t>
      </w:r>
      <w:r w:rsidR="00F635DB">
        <w:t>, M. de </w:t>
      </w:r>
      <w:proofErr w:type="spellStart"/>
      <w:r w:rsidRPr="009071AC">
        <w:t>Coralth</w:t>
      </w:r>
      <w:proofErr w:type="spellEnd"/>
      <w:r w:rsidRPr="009071AC">
        <w:t xml:space="preserve"> observait-il d</w:t>
      </w:r>
      <w:r w:rsidR="00F635DB">
        <w:t>’</w:t>
      </w:r>
      <w:r w:rsidRPr="009071AC">
        <w:t>un œil anxieux l</w:t>
      </w:r>
      <w:r w:rsidR="00F635DB">
        <w:t>’</w:t>
      </w:r>
      <w:r w:rsidRPr="009071AC">
        <w:t xml:space="preserve">attitude de </w:t>
      </w:r>
      <w:r w:rsidR="00F635DB">
        <w:t>M</w:t>
      </w:r>
      <w:r w:rsidR="00F635DB" w:rsidRPr="00F635DB">
        <w:rPr>
          <w:vertAlign w:val="superscript"/>
        </w:rPr>
        <w:t>me</w:t>
      </w:r>
      <w:r w:rsidR="00F635DB">
        <w:t> </w:t>
      </w:r>
      <w:r w:rsidRPr="009071AC">
        <w:t>d</w:t>
      </w:r>
      <w:r w:rsidR="00F635DB">
        <w:t>’</w:t>
      </w:r>
      <w:r w:rsidRPr="009071AC">
        <w:t>Argelès</w:t>
      </w:r>
      <w:r w:rsidR="00F635DB">
        <w:t>.</w:t>
      </w:r>
    </w:p>
    <w:p w14:paraId="49158BAB" w14:textId="77777777" w:rsidR="00F635DB" w:rsidRDefault="00855694" w:rsidP="00F635DB">
      <w:r w:rsidRPr="009071AC">
        <w:t>Et quand il la vit abasourdie de son cynisme</w:t>
      </w:r>
      <w:r w:rsidR="00F635DB">
        <w:t> :</w:t>
      </w:r>
    </w:p>
    <w:p w14:paraId="2C0CC528" w14:textId="77777777" w:rsidR="00F635DB" w:rsidRDefault="00F635DB" w:rsidP="00F635DB">
      <w:r>
        <w:lastRenderedPageBreak/>
        <w:t>— </w:t>
      </w:r>
      <w:r w:rsidR="00855694" w:rsidRPr="009071AC">
        <w:t>Du reste</w:t>
      </w:r>
      <w:r>
        <w:t xml:space="preserve">, </w:t>
      </w:r>
      <w:r w:rsidR="00855694" w:rsidRPr="009071AC">
        <w:t>reprit-il</w:t>
      </w:r>
      <w:r>
        <w:t xml:space="preserve">, </w:t>
      </w:r>
      <w:r w:rsidR="00855694" w:rsidRPr="009071AC">
        <w:t>nous gaspillons notre temps</w:t>
      </w:r>
      <w:r>
        <w:t xml:space="preserve">, </w:t>
      </w:r>
      <w:r w:rsidR="00855694" w:rsidRPr="009071AC">
        <w:t>comme dit le baron</w:t>
      </w:r>
      <w:r>
        <w:t xml:space="preserve">, </w:t>
      </w:r>
      <w:r w:rsidR="00855694" w:rsidRPr="009071AC">
        <w:t>à nous préoccuper de suppositions improbables et même impossibles</w:t>
      </w:r>
      <w:r>
        <w:t xml:space="preserve">… </w:t>
      </w:r>
      <w:r w:rsidR="00855694" w:rsidRPr="009071AC">
        <w:t>Je connais assez votre cœur et votre intelligence</w:t>
      </w:r>
      <w:r>
        <w:t xml:space="preserve">, </w:t>
      </w:r>
      <w:r w:rsidR="00855694" w:rsidRPr="009071AC">
        <w:t>chère madame</w:t>
      </w:r>
      <w:r>
        <w:t xml:space="preserve">, </w:t>
      </w:r>
      <w:r w:rsidR="00855694" w:rsidRPr="009071AC">
        <w:t>pour être parfaitement sûr que vous ne soufflerez mot</w:t>
      </w:r>
      <w:r>
        <w:t>…</w:t>
      </w:r>
    </w:p>
    <w:p w14:paraId="398709B0" w14:textId="77777777" w:rsidR="00F635DB" w:rsidRDefault="00F635DB" w:rsidP="00F635DB">
      <w:r>
        <w:t>— </w:t>
      </w:r>
      <w:r w:rsidR="00855694" w:rsidRPr="009071AC">
        <w:t>Qui donc m</w:t>
      </w:r>
      <w:r>
        <w:t>’</w:t>
      </w:r>
      <w:r w:rsidR="00855694" w:rsidRPr="009071AC">
        <w:t>en empêcherait</w:t>
      </w:r>
      <w:r>
        <w:t> ?</w:t>
      </w:r>
    </w:p>
    <w:p w14:paraId="5CB40AA3" w14:textId="77777777" w:rsidR="00F635DB" w:rsidRDefault="00F635DB" w:rsidP="00F635DB">
      <w:r>
        <w:t>— </w:t>
      </w:r>
      <w:r w:rsidR="00855694" w:rsidRPr="009071AC">
        <w:t>Moi</w:t>
      </w:r>
      <w:r>
        <w:t xml:space="preserve"> !… </w:t>
      </w:r>
      <w:r w:rsidR="00855694" w:rsidRPr="009071AC">
        <w:t>et par moi</w:t>
      </w:r>
      <w:r>
        <w:t xml:space="preserve">, </w:t>
      </w:r>
      <w:r w:rsidR="00855694" w:rsidRPr="009071AC">
        <w:t>j</w:t>
      </w:r>
      <w:r>
        <w:t>’</w:t>
      </w:r>
      <w:r w:rsidR="00855694" w:rsidRPr="009071AC">
        <w:t>entends la raison qui a glacé la vérité sur vos lèvres</w:t>
      </w:r>
      <w:r>
        <w:t xml:space="preserve">, </w:t>
      </w:r>
      <w:r w:rsidR="00855694" w:rsidRPr="009071AC">
        <w:t>quand Pascal</w:t>
      </w:r>
      <w:r>
        <w:t xml:space="preserve">, </w:t>
      </w:r>
      <w:r w:rsidR="00855694" w:rsidRPr="009071AC">
        <w:t>innocent</w:t>
      </w:r>
      <w:r>
        <w:t xml:space="preserve">, </w:t>
      </w:r>
      <w:r w:rsidR="00855694" w:rsidRPr="009071AC">
        <w:t>vous adjurait de venir à son secours</w:t>
      </w:r>
      <w:r>
        <w:t xml:space="preserve">… </w:t>
      </w:r>
      <w:r w:rsidR="00855694" w:rsidRPr="009071AC">
        <w:t>Il faut me pardonner beaucoup</w:t>
      </w:r>
      <w:r>
        <w:t xml:space="preserve">, </w:t>
      </w:r>
      <w:r w:rsidR="00855694" w:rsidRPr="009071AC">
        <w:t>chère madame</w:t>
      </w:r>
      <w:r>
        <w:t xml:space="preserve">… </w:t>
      </w:r>
      <w:r w:rsidR="00855694" w:rsidRPr="009071AC">
        <w:t>Ma mère</w:t>
      </w:r>
      <w:r>
        <w:t xml:space="preserve">, </w:t>
      </w:r>
      <w:r w:rsidR="00855694" w:rsidRPr="009071AC">
        <w:t>malheureusement</w:t>
      </w:r>
      <w:r>
        <w:t xml:space="preserve">, </w:t>
      </w:r>
      <w:r w:rsidR="00855694" w:rsidRPr="009071AC">
        <w:t>était une honnête femme qui ne m</w:t>
      </w:r>
      <w:r>
        <w:t>’</w:t>
      </w:r>
      <w:r w:rsidR="00855694" w:rsidRPr="009071AC">
        <w:t>a pas gagné de rentes</w:t>
      </w:r>
      <w:r>
        <w:t>…</w:t>
      </w:r>
    </w:p>
    <w:p w14:paraId="2D291582" w14:textId="57E95555" w:rsidR="00F635DB" w:rsidRDefault="00F635DB" w:rsidP="00F635DB">
      <w:r>
        <w:t>M</w:t>
      </w:r>
      <w:r w:rsidRPr="00F635DB">
        <w:rPr>
          <w:vertAlign w:val="superscript"/>
        </w:rPr>
        <w:t>me</w:t>
      </w:r>
      <w:r>
        <w:t> </w:t>
      </w:r>
      <w:r w:rsidR="00855694" w:rsidRPr="009071AC">
        <w:t>d</w:t>
      </w:r>
      <w:r>
        <w:t>’</w:t>
      </w:r>
      <w:r w:rsidR="00855694" w:rsidRPr="009071AC">
        <w:t>Argelès recula</w:t>
      </w:r>
      <w:r>
        <w:t xml:space="preserve">, </w:t>
      </w:r>
      <w:r w:rsidR="00855694" w:rsidRPr="009071AC">
        <w:t>comme si elle eût vu</w:t>
      </w:r>
      <w:r>
        <w:t xml:space="preserve">, </w:t>
      </w:r>
      <w:r w:rsidR="00855694" w:rsidRPr="009071AC">
        <w:t>devant elle</w:t>
      </w:r>
      <w:r>
        <w:t xml:space="preserve">, </w:t>
      </w:r>
      <w:r w:rsidR="00855694" w:rsidRPr="009071AC">
        <w:t>se dresser un reptile</w:t>
      </w:r>
      <w:r>
        <w:t>…</w:t>
      </w:r>
    </w:p>
    <w:p w14:paraId="327A690A" w14:textId="77777777" w:rsidR="00F635DB" w:rsidRDefault="00F635DB" w:rsidP="00F635DB">
      <w:r>
        <w:t>— </w:t>
      </w:r>
      <w:r w:rsidR="00855694" w:rsidRPr="009071AC">
        <w:t>Que voulez-vous dire</w:t>
      </w:r>
      <w:r>
        <w:t xml:space="preserve"> ? </w:t>
      </w:r>
      <w:r w:rsidR="00855694" w:rsidRPr="009071AC">
        <w:t>balbutia-t-elle</w:t>
      </w:r>
      <w:r>
        <w:t>.</w:t>
      </w:r>
    </w:p>
    <w:p w14:paraId="67CE0968" w14:textId="77777777" w:rsidR="00F635DB" w:rsidRDefault="00F635DB" w:rsidP="00F635DB">
      <w:r>
        <w:t>— </w:t>
      </w:r>
      <w:r w:rsidR="00855694" w:rsidRPr="009071AC">
        <w:t>Eh</w:t>
      </w:r>
      <w:r>
        <w:t xml:space="preserve"> !… </w:t>
      </w:r>
      <w:r w:rsidR="00855694" w:rsidRPr="009071AC">
        <w:t>vous le savez aussi bien que moi</w:t>
      </w:r>
      <w:r>
        <w:t> !…</w:t>
      </w:r>
    </w:p>
    <w:p w14:paraId="01E7033B" w14:textId="77777777" w:rsidR="00F635DB" w:rsidRDefault="00F635DB" w:rsidP="00F635DB">
      <w:r>
        <w:t>— </w:t>
      </w:r>
      <w:r w:rsidR="00855694" w:rsidRPr="009071AC">
        <w:t>Je ne sais rien</w:t>
      </w:r>
      <w:r>
        <w:t xml:space="preserve"> ; </w:t>
      </w:r>
      <w:r w:rsidR="00855694" w:rsidRPr="009071AC">
        <w:t>expliquez-vous</w:t>
      </w:r>
      <w:r>
        <w:t>…</w:t>
      </w:r>
    </w:p>
    <w:p w14:paraId="6C200470" w14:textId="77777777" w:rsidR="00F635DB" w:rsidRDefault="00855694" w:rsidP="00F635DB">
      <w:r w:rsidRPr="009071AC">
        <w:t>Il eut le geste impatient de l</w:t>
      </w:r>
      <w:r w:rsidR="00F635DB">
        <w:t>’</w:t>
      </w:r>
      <w:r w:rsidRPr="009071AC">
        <w:t>homme forcé de répondre à des questions oiseuses</w:t>
      </w:r>
      <w:r w:rsidR="00F635DB">
        <w:t xml:space="preserve">, </w:t>
      </w:r>
      <w:r w:rsidRPr="009071AC">
        <w:t>et d</w:t>
      </w:r>
      <w:r w:rsidR="00F635DB">
        <w:t>’</w:t>
      </w:r>
      <w:r w:rsidRPr="009071AC">
        <w:t>un air d</w:t>
      </w:r>
      <w:r w:rsidR="00F635DB">
        <w:t>’</w:t>
      </w:r>
      <w:r w:rsidRPr="009071AC">
        <w:t>hypocrite commisération</w:t>
      </w:r>
      <w:r w:rsidR="00F635DB">
        <w:t> :</w:t>
      </w:r>
    </w:p>
    <w:p w14:paraId="63C7F428" w14:textId="44477F1B" w:rsidR="00F635DB" w:rsidRDefault="00F635DB" w:rsidP="00F635DB">
      <w:r>
        <w:t>— </w:t>
      </w:r>
      <w:r w:rsidR="00855694" w:rsidRPr="009071AC">
        <w:t>Vous le voulez</w:t>
      </w:r>
      <w:r>
        <w:t xml:space="preserve">, </w:t>
      </w:r>
      <w:r w:rsidR="00855694" w:rsidRPr="009071AC">
        <w:t>dit-il</w:t>
      </w:r>
      <w:r>
        <w:t xml:space="preserve">, </w:t>
      </w:r>
      <w:r w:rsidR="00855694" w:rsidRPr="009071AC">
        <w:t>soit</w:t>
      </w:r>
      <w:r>
        <w:t xml:space="preserve">… </w:t>
      </w:r>
      <w:r w:rsidR="00855694" w:rsidRPr="009071AC">
        <w:t xml:space="preserve">Je connais </w:t>
      </w:r>
      <w:proofErr w:type="gramStart"/>
      <w:r w:rsidR="00855694" w:rsidRPr="009071AC">
        <w:t>de par le</w:t>
      </w:r>
      <w:proofErr w:type="gramEnd"/>
      <w:r w:rsidR="00855694" w:rsidRPr="009071AC">
        <w:t xml:space="preserve"> monde à Paris</w:t>
      </w:r>
      <w:r>
        <w:t xml:space="preserve">, </w:t>
      </w:r>
      <w:r w:rsidR="00855694" w:rsidRPr="009071AC">
        <w:t>rue du Helder</w:t>
      </w:r>
      <w:r>
        <w:t xml:space="preserve">, </w:t>
      </w:r>
      <w:r w:rsidR="00855694" w:rsidRPr="009071AC">
        <w:t>pour être précis</w:t>
      </w:r>
      <w:r>
        <w:t xml:space="preserve">, </w:t>
      </w:r>
      <w:r w:rsidR="00855694" w:rsidRPr="009071AC">
        <w:t>un charmant garçon dont j</w:t>
      </w:r>
      <w:r>
        <w:t>’</w:t>
      </w:r>
      <w:r w:rsidR="00855694" w:rsidRPr="009071AC">
        <w:t>ai souvent envié le sort</w:t>
      </w:r>
      <w:r>
        <w:t xml:space="preserve">. </w:t>
      </w:r>
      <w:r w:rsidR="00855694" w:rsidRPr="009071AC">
        <w:t>Rien ne lui a manqué depuis qu</w:t>
      </w:r>
      <w:r>
        <w:t>’</w:t>
      </w:r>
      <w:r w:rsidR="00855694" w:rsidRPr="009071AC">
        <w:t>il a pris la peine de naître</w:t>
      </w:r>
      <w:r>
        <w:t xml:space="preserve">… </w:t>
      </w:r>
      <w:r w:rsidR="00855694" w:rsidRPr="009071AC">
        <w:t>À Louis-le-Grand</w:t>
      </w:r>
      <w:r>
        <w:t xml:space="preserve">, </w:t>
      </w:r>
      <w:r w:rsidR="00855694" w:rsidRPr="009071AC">
        <w:t>il avait pour ses menus plaisirs trois fois autant d</w:t>
      </w:r>
      <w:r>
        <w:t>’</w:t>
      </w:r>
      <w:r w:rsidR="00855694" w:rsidRPr="009071AC">
        <w:t>argent que les plus riches élèves</w:t>
      </w:r>
      <w:r>
        <w:t xml:space="preserve">… </w:t>
      </w:r>
      <w:r w:rsidR="00855694" w:rsidRPr="009071AC">
        <w:t>Ses études terminées</w:t>
      </w:r>
      <w:r>
        <w:t xml:space="preserve">, </w:t>
      </w:r>
      <w:r w:rsidR="00855694" w:rsidRPr="009071AC">
        <w:t>un précepteur l</w:t>
      </w:r>
      <w:r>
        <w:t>’</w:t>
      </w:r>
      <w:r w:rsidR="00855694" w:rsidRPr="009071AC">
        <w:t>est venu trouver</w:t>
      </w:r>
      <w:r>
        <w:t xml:space="preserve">, </w:t>
      </w:r>
      <w:r w:rsidR="00855694" w:rsidRPr="009071AC">
        <w:t>les poches pleines d</w:t>
      </w:r>
      <w:r>
        <w:t>’</w:t>
      </w:r>
      <w:r w:rsidR="00855694" w:rsidRPr="009071AC">
        <w:t>or</w:t>
      </w:r>
      <w:r>
        <w:t xml:space="preserve">, </w:t>
      </w:r>
      <w:r w:rsidR="00855694" w:rsidRPr="009071AC">
        <w:t>pour le conduire en Italie</w:t>
      </w:r>
      <w:r>
        <w:t xml:space="preserve">, </w:t>
      </w:r>
      <w:r w:rsidR="00855694" w:rsidRPr="009071AC">
        <w:t>en Égypte</w:t>
      </w:r>
      <w:r>
        <w:t xml:space="preserve">, </w:t>
      </w:r>
      <w:r w:rsidR="00855694" w:rsidRPr="009071AC">
        <w:t>en Grèce</w:t>
      </w:r>
      <w:r>
        <w:t xml:space="preserve">… </w:t>
      </w:r>
      <w:r w:rsidR="00855694" w:rsidRPr="009071AC">
        <w:t>En ce moment</w:t>
      </w:r>
      <w:r>
        <w:t xml:space="preserve">, </w:t>
      </w:r>
      <w:r w:rsidR="00855694" w:rsidRPr="009071AC">
        <w:t>il fait son droit</w:t>
      </w:r>
      <w:r>
        <w:t xml:space="preserve">, </w:t>
      </w:r>
      <w:r w:rsidR="00855694" w:rsidRPr="009071AC">
        <w:t>et tous les trois mois</w:t>
      </w:r>
      <w:r>
        <w:t xml:space="preserve">, </w:t>
      </w:r>
      <w:r w:rsidR="00855694" w:rsidRPr="009071AC">
        <w:t>avec une invariable exactitude</w:t>
      </w:r>
      <w:r>
        <w:t xml:space="preserve">, </w:t>
      </w:r>
      <w:r w:rsidR="00855694" w:rsidRPr="009071AC">
        <w:t>une lettre de Londres lui apporte cinq mille francs</w:t>
      </w:r>
      <w:r>
        <w:t xml:space="preserve">. </w:t>
      </w:r>
      <w:r w:rsidR="00855694" w:rsidRPr="009071AC">
        <w:t>C</w:t>
      </w:r>
      <w:r>
        <w:t>’</w:t>
      </w:r>
      <w:r w:rsidR="00855694" w:rsidRPr="009071AC">
        <w:t>est d</w:t>
      </w:r>
      <w:r>
        <w:t>’</w:t>
      </w:r>
      <w:r w:rsidR="00855694" w:rsidRPr="009071AC">
        <w:t xml:space="preserve">autant plus </w:t>
      </w:r>
      <w:r w:rsidR="00855694" w:rsidRPr="009071AC">
        <w:lastRenderedPageBreak/>
        <w:t>merveilleux que ce garçon ne se connaît ni père ni mère</w:t>
      </w:r>
      <w:r>
        <w:t xml:space="preserve">… </w:t>
      </w:r>
      <w:r w:rsidR="00855694" w:rsidRPr="009071AC">
        <w:t>Il est seul ici-bas</w:t>
      </w:r>
      <w:r>
        <w:t xml:space="preserve">, </w:t>
      </w:r>
      <w:r w:rsidR="00855694" w:rsidRPr="009071AC">
        <w:t>avec ses vingt mille livres de rentes</w:t>
      </w:r>
      <w:r>
        <w:t xml:space="preserve">… </w:t>
      </w:r>
      <w:r w:rsidR="00855694" w:rsidRPr="009071AC">
        <w:t>Je l</w:t>
      </w:r>
      <w:r>
        <w:t>’</w:t>
      </w:r>
      <w:r w:rsidR="00855694" w:rsidRPr="009071AC">
        <w:t>ai entendu dire en riant que quelque bonne fée veille sur lui</w:t>
      </w:r>
      <w:r>
        <w:t xml:space="preserve">, </w:t>
      </w:r>
      <w:r w:rsidR="00855694" w:rsidRPr="009071AC">
        <w:t>mais je sais que sérieusement il se croit le fils naturel de quelque grand seigneur anglais</w:t>
      </w:r>
      <w:r>
        <w:t xml:space="preserve">… </w:t>
      </w:r>
      <w:r w:rsidR="00855694" w:rsidRPr="009071AC">
        <w:t>Parfois même</w:t>
      </w:r>
      <w:r>
        <w:t xml:space="preserve">, </w:t>
      </w:r>
      <w:r w:rsidR="00855694" w:rsidRPr="009071AC">
        <w:t>entre amis</w:t>
      </w:r>
      <w:r>
        <w:t xml:space="preserve">, </w:t>
      </w:r>
      <w:r w:rsidR="00855694" w:rsidRPr="009071AC">
        <w:t>après boire</w:t>
      </w:r>
      <w:r>
        <w:t xml:space="preserve">, </w:t>
      </w:r>
      <w:r w:rsidR="00855694" w:rsidRPr="009071AC">
        <w:t xml:space="preserve">il parle de </w:t>
      </w:r>
      <w:r w:rsidR="00BD0C8F">
        <w:t>se</w:t>
      </w:r>
      <w:r w:rsidR="00BD0C8F" w:rsidRPr="009071AC">
        <w:t xml:space="preserve"> </w:t>
      </w:r>
      <w:r w:rsidR="00855694" w:rsidRPr="009071AC">
        <w:t>mettre à la recherche de son noble père</w:t>
      </w:r>
      <w:r>
        <w:t xml:space="preserve">, </w:t>
      </w:r>
      <w:r w:rsidR="00855694" w:rsidRPr="009071AC">
        <w:t>le lord</w:t>
      </w:r>
      <w:r>
        <w:t>…</w:t>
      </w:r>
    </w:p>
    <w:p w14:paraId="45647DCA" w14:textId="36DC5000" w:rsidR="00F635DB" w:rsidRDefault="00855694" w:rsidP="00F635DB">
      <w:r w:rsidRPr="009071AC">
        <w:t>L</w:t>
      </w:r>
      <w:r w:rsidR="00F635DB">
        <w:t>’</w:t>
      </w:r>
      <w:r w:rsidRPr="009071AC">
        <w:t>effet qu</w:t>
      </w:r>
      <w:r w:rsidR="00F635DB">
        <w:t>’</w:t>
      </w:r>
      <w:r w:rsidRPr="009071AC">
        <w:t xml:space="preserve">il produisait devait rassurer </w:t>
      </w:r>
      <w:r w:rsidR="00F635DB">
        <w:t>M. de </w:t>
      </w:r>
      <w:proofErr w:type="spellStart"/>
      <w:r w:rsidRPr="009071AC">
        <w:t>Coralth</w:t>
      </w:r>
      <w:proofErr w:type="spellEnd"/>
      <w:r w:rsidR="00F635DB">
        <w:t>.</w:t>
      </w:r>
    </w:p>
    <w:p w14:paraId="4E833026" w14:textId="1E01E41D" w:rsidR="00F635DB" w:rsidRDefault="00F635DB" w:rsidP="00F635DB">
      <w:r>
        <w:t>M</w:t>
      </w:r>
      <w:r w:rsidRPr="00F635DB">
        <w:rPr>
          <w:vertAlign w:val="superscript"/>
        </w:rPr>
        <w:t>me</w:t>
      </w:r>
      <w:r>
        <w:t> </w:t>
      </w:r>
      <w:r w:rsidR="00855694" w:rsidRPr="009071AC">
        <w:t>d</w:t>
      </w:r>
      <w:r>
        <w:t>’</w:t>
      </w:r>
      <w:r w:rsidR="00855694" w:rsidRPr="009071AC">
        <w:t>Argelès</w:t>
      </w:r>
      <w:r>
        <w:t xml:space="preserve">, </w:t>
      </w:r>
      <w:r w:rsidR="00855694" w:rsidRPr="009071AC">
        <w:t>dès les premiers mots</w:t>
      </w:r>
      <w:r>
        <w:t xml:space="preserve">, </w:t>
      </w:r>
      <w:r w:rsidR="00855694" w:rsidRPr="009071AC">
        <w:t>s</w:t>
      </w:r>
      <w:r>
        <w:t>’</w:t>
      </w:r>
      <w:r w:rsidR="00855694" w:rsidRPr="009071AC">
        <w:t>était laissée tomber</w:t>
      </w:r>
      <w:r>
        <w:t xml:space="preserve">, </w:t>
      </w:r>
      <w:r w:rsidR="00855694" w:rsidRPr="009071AC">
        <w:t>comme assommée</w:t>
      </w:r>
      <w:r>
        <w:t xml:space="preserve">, </w:t>
      </w:r>
      <w:r w:rsidR="00855694" w:rsidRPr="009071AC">
        <w:t>sur une chaise longue</w:t>
      </w:r>
      <w:r>
        <w:t>.</w:t>
      </w:r>
    </w:p>
    <w:p w14:paraId="7F98EA42" w14:textId="77777777" w:rsidR="00F635DB" w:rsidRDefault="00F635DB" w:rsidP="00F635DB">
      <w:r>
        <w:t>— </w:t>
      </w:r>
      <w:r w:rsidR="00855694" w:rsidRPr="009071AC">
        <w:t>Donc</w:t>
      </w:r>
      <w:r>
        <w:t xml:space="preserve">, </w:t>
      </w:r>
      <w:r w:rsidR="00855694" w:rsidRPr="009071AC">
        <w:t>chère madame</w:t>
      </w:r>
      <w:r>
        <w:t xml:space="preserve">, </w:t>
      </w:r>
      <w:r w:rsidR="00855694" w:rsidRPr="009071AC">
        <w:t>poursuivit-il</w:t>
      </w:r>
      <w:r>
        <w:t xml:space="preserve">, </w:t>
      </w:r>
      <w:r w:rsidR="00855694" w:rsidRPr="009071AC">
        <w:t>si jamais fantaisie vous prenait de me faire de la peine</w:t>
      </w:r>
      <w:r>
        <w:t xml:space="preserve">, </w:t>
      </w:r>
      <w:r w:rsidR="00855694" w:rsidRPr="009071AC">
        <w:t>j</w:t>
      </w:r>
      <w:r>
        <w:t>’</w:t>
      </w:r>
      <w:r w:rsidR="00855694" w:rsidRPr="009071AC">
        <w:t>irais trouver ce charmant garçon</w:t>
      </w:r>
      <w:r>
        <w:t>. « </w:t>
      </w:r>
      <w:r w:rsidR="00855694" w:rsidRPr="009071AC">
        <w:t>Mon bonhomme</w:t>
      </w:r>
      <w:r>
        <w:t xml:space="preserve">, – </w:t>
      </w:r>
      <w:r w:rsidR="00855694" w:rsidRPr="009071AC">
        <w:t>lui dirais-je</w:t>
      </w:r>
      <w:r>
        <w:t xml:space="preserve">, </w:t>
      </w:r>
      <w:r w:rsidR="00855694" w:rsidRPr="009071AC">
        <w:t>vous vous abusez singulièrement</w:t>
      </w:r>
      <w:r>
        <w:t xml:space="preserve">… </w:t>
      </w:r>
      <w:r w:rsidR="00855694" w:rsidRPr="009071AC">
        <w:t>Ce n</w:t>
      </w:r>
      <w:r>
        <w:t>’</w:t>
      </w:r>
      <w:r w:rsidR="00855694" w:rsidRPr="009071AC">
        <w:t>est pas de la cassette d</w:t>
      </w:r>
      <w:r>
        <w:t>’</w:t>
      </w:r>
      <w:r w:rsidR="00855694" w:rsidRPr="009071AC">
        <w:t>un pair d</w:t>
      </w:r>
      <w:r>
        <w:t>’</w:t>
      </w:r>
      <w:r w:rsidR="00855694" w:rsidRPr="009071AC">
        <w:t>Angleterre que sortent vos revenus</w:t>
      </w:r>
      <w:r>
        <w:t xml:space="preserve">, </w:t>
      </w:r>
      <w:r w:rsidR="00855694" w:rsidRPr="009071AC">
        <w:t>mais simplement d</w:t>
      </w:r>
      <w:r>
        <w:t>’</w:t>
      </w:r>
      <w:r w:rsidR="00855694" w:rsidRPr="009071AC">
        <w:t xml:space="preserve">une bonne petite </w:t>
      </w:r>
      <w:r>
        <w:t>« </w:t>
      </w:r>
      <w:r w:rsidR="00855694" w:rsidRPr="009071AC">
        <w:t>cagnotte</w:t>
      </w:r>
      <w:r>
        <w:t> »</w:t>
      </w:r>
      <w:r w:rsidR="00855694" w:rsidRPr="009071AC">
        <w:t xml:space="preserve"> que je connais bien</w:t>
      </w:r>
      <w:r>
        <w:t xml:space="preserve">, </w:t>
      </w:r>
      <w:r w:rsidR="00855694" w:rsidRPr="009071AC">
        <w:t>pour l</w:t>
      </w:r>
      <w:r>
        <w:t>’</w:t>
      </w:r>
      <w:r w:rsidR="00855694" w:rsidRPr="009071AC">
        <w:t>avoir à l</w:t>
      </w:r>
      <w:r>
        <w:t>’</w:t>
      </w:r>
      <w:r w:rsidR="00855694" w:rsidRPr="009071AC">
        <w:t>occasion engraissée de mes vingt sous</w:t>
      </w:r>
      <w:r>
        <w:t>. »</w:t>
      </w:r>
      <w:r w:rsidR="00855694" w:rsidRPr="009071AC">
        <w:t xml:space="preserve"> Et s</w:t>
      </w:r>
      <w:r>
        <w:t>’</w:t>
      </w:r>
      <w:r w:rsidR="00855694" w:rsidRPr="009071AC">
        <w:t>il se fâchait</w:t>
      </w:r>
      <w:r>
        <w:t xml:space="preserve">, </w:t>
      </w:r>
      <w:r w:rsidR="00855694" w:rsidRPr="009071AC">
        <w:t>s</w:t>
      </w:r>
      <w:r>
        <w:t>’</w:t>
      </w:r>
      <w:r w:rsidR="00855694" w:rsidRPr="009071AC">
        <w:t>il regrettait ses illusions aristocratiques</w:t>
      </w:r>
      <w:r>
        <w:t> : « </w:t>
      </w:r>
      <w:r w:rsidR="00855694" w:rsidRPr="009071AC">
        <w:t>Vous avez tort</w:t>
      </w:r>
      <w:r>
        <w:t xml:space="preserve">, </w:t>
      </w:r>
      <w:r w:rsidR="00855694" w:rsidRPr="009071AC">
        <w:t>ajouterais-je</w:t>
      </w:r>
      <w:r>
        <w:t xml:space="preserve">, </w:t>
      </w:r>
      <w:r w:rsidR="00855694" w:rsidRPr="009071AC">
        <w:t>car si le grand seigneur s</w:t>
      </w:r>
      <w:r>
        <w:t>’</w:t>
      </w:r>
      <w:r w:rsidR="00855694" w:rsidRPr="009071AC">
        <w:t>évanouit</w:t>
      </w:r>
      <w:r>
        <w:t xml:space="preserve">, </w:t>
      </w:r>
      <w:r w:rsidR="00855694" w:rsidRPr="009071AC">
        <w:t>la bonne fée reste</w:t>
      </w:r>
      <w:r>
        <w:t xml:space="preserve">, </w:t>
      </w:r>
      <w:r w:rsidR="00855694" w:rsidRPr="009071AC">
        <w:t>laquelle n</w:t>
      </w:r>
      <w:r>
        <w:t>’</w:t>
      </w:r>
      <w:r w:rsidR="00855694" w:rsidRPr="009071AC">
        <w:t>est autre que madame votre mère</w:t>
      </w:r>
      <w:r>
        <w:t xml:space="preserve">, </w:t>
      </w:r>
      <w:r w:rsidR="00855694" w:rsidRPr="009071AC">
        <w:t>une digne personne</w:t>
      </w:r>
      <w:r>
        <w:t xml:space="preserve">, </w:t>
      </w:r>
      <w:r w:rsidR="00855694" w:rsidRPr="009071AC">
        <w:t>allez</w:t>
      </w:r>
      <w:r>
        <w:t xml:space="preserve"> ! </w:t>
      </w:r>
      <w:r w:rsidR="00855694" w:rsidRPr="009071AC">
        <w:t>à qui votre éducation et vos rentes donnent bien du tintouin</w:t>
      </w:r>
      <w:r>
        <w:t>. »</w:t>
      </w:r>
      <w:r w:rsidR="00855694" w:rsidRPr="009071AC">
        <w:t xml:space="preserve"> Et s</w:t>
      </w:r>
      <w:r>
        <w:t>’</w:t>
      </w:r>
      <w:r w:rsidR="00855694" w:rsidRPr="009071AC">
        <w:t>il doutait</w:t>
      </w:r>
      <w:r>
        <w:t xml:space="preserve">, </w:t>
      </w:r>
      <w:r w:rsidR="00855694" w:rsidRPr="009071AC">
        <w:t>je le conduirais chez sa maman</w:t>
      </w:r>
      <w:r>
        <w:t xml:space="preserve">, </w:t>
      </w:r>
      <w:r w:rsidR="00855694" w:rsidRPr="009071AC">
        <w:t>par une nuit de baccarat nerveux</w:t>
      </w:r>
      <w:r>
        <w:t xml:space="preserve">, </w:t>
      </w:r>
      <w:r w:rsidR="00855694" w:rsidRPr="009071AC">
        <w:t xml:space="preserve">et ce serait une scène de reconnaissance digne du talent de </w:t>
      </w:r>
      <w:proofErr w:type="spellStart"/>
      <w:r w:rsidR="00855694" w:rsidRPr="009071AC">
        <w:t>Fargueil</w:t>
      </w:r>
      <w:proofErr w:type="spellEnd"/>
      <w:r>
        <w:t>.</w:t>
      </w:r>
    </w:p>
    <w:p w14:paraId="01FA254B" w14:textId="5707101A" w:rsidR="00F635DB" w:rsidRDefault="00855694" w:rsidP="00F635DB">
      <w:r w:rsidRPr="009071AC">
        <w:t xml:space="preserve">Tout autre que </w:t>
      </w:r>
      <w:r w:rsidR="00F635DB">
        <w:t>M. de </w:t>
      </w:r>
      <w:proofErr w:type="spellStart"/>
      <w:r w:rsidRPr="009071AC">
        <w:t>Coralth</w:t>
      </w:r>
      <w:proofErr w:type="spellEnd"/>
      <w:r w:rsidRPr="009071AC">
        <w:t xml:space="preserve"> eût eu pitié de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Elle agonisait</w:t>
      </w:r>
      <w:r w:rsidR="00F635DB">
        <w:t>.</w:t>
      </w:r>
    </w:p>
    <w:p w14:paraId="54B47915" w14:textId="77777777" w:rsidR="00F635DB" w:rsidRDefault="00F635DB" w:rsidP="00F635DB">
      <w:r>
        <w:t>— </w:t>
      </w:r>
      <w:r w:rsidR="00855694" w:rsidRPr="009071AC">
        <w:t>Voilà donc ce que je craignais</w:t>
      </w:r>
      <w:r>
        <w:t xml:space="preserve"> !… </w:t>
      </w:r>
      <w:r w:rsidR="00855694" w:rsidRPr="009071AC">
        <w:t>gémissait-elle d</w:t>
      </w:r>
      <w:r>
        <w:t>’</w:t>
      </w:r>
      <w:r w:rsidR="00855694" w:rsidRPr="009071AC">
        <w:t>une voix à peine intelligible</w:t>
      </w:r>
      <w:r>
        <w:t>.</w:t>
      </w:r>
    </w:p>
    <w:p w14:paraId="5518798B" w14:textId="77777777" w:rsidR="00F635DB" w:rsidRDefault="00855694" w:rsidP="00F635DB">
      <w:r w:rsidRPr="009071AC">
        <w:t>Lui l</w:t>
      </w:r>
      <w:r w:rsidR="00F635DB">
        <w:t>’</w:t>
      </w:r>
      <w:r w:rsidRPr="009071AC">
        <w:t>entendit</w:t>
      </w:r>
      <w:r w:rsidR="00F635DB">
        <w:t xml:space="preserve">, </w:t>
      </w:r>
      <w:r w:rsidRPr="009071AC">
        <w:t>cependant</w:t>
      </w:r>
      <w:r w:rsidR="00F635DB">
        <w:t>.</w:t>
      </w:r>
    </w:p>
    <w:p w14:paraId="1DECB4F8" w14:textId="77777777" w:rsidR="00F635DB" w:rsidRDefault="00F635DB" w:rsidP="00F635DB">
      <w:r>
        <w:lastRenderedPageBreak/>
        <w:t>— </w:t>
      </w:r>
      <w:r w:rsidR="00855694" w:rsidRPr="009071AC">
        <w:t>Quoi</w:t>
      </w:r>
      <w:r>
        <w:t xml:space="preserve"> !… </w:t>
      </w:r>
      <w:r w:rsidR="00855694" w:rsidRPr="009071AC">
        <w:t>fit-il</w:t>
      </w:r>
      <w:r>
        <w:t xml:space="preserve">, </w:t>
      </w:r>
      <w:r w:rsidR="00855694" w:rsidRPr="009071AC">
        <w:t>du ton le plus surpris</w:t>
      </w:r>
      <w:r>
        <w:t xml:space="preserve">, </w:t>
      </w:r>
      <w:r w:rsidR="00855694" w:rsidRPr="009071AC">
        <w:t>véritablement vous doutiez</w:t>
      </w:r>
      <w:r>
        <w:t xml:space="preserve"> ?… </w:t>
      </w:r>
      <w:r w:rsidR="00855694" w:rsidRPr="009071AC">
        <w:t>Non</w:t>
      </w:r>
      <w:r>
        <w:t xml:space="preserve">, </w:t>
      </w:r>
      <w:r w:rsidR="00855694" w:rsidRPr="009071AC">
        <w:t>je ne puis l</w:t>
      </w:r>
      <w:r>
        <w:t>’</w:t>
      </w:r>
      <w:r w:rsidR="00855694" w:rsidRPr="009071AC">
        <w:t>admettre</w:t>
      </w:r>
      <w:r>
        <w:t xml:space="preserve">, </w:t>
      </w:r>
      <w:r w:rsidR="00855694" w:rsidRPr="009071AC">
        <w:t>ce serait faire injure à votre expérience</w:t>
      </w:r>
      <w:r>
        <w:t xml:space="preserve">… </w:t>
      </w:r>
      <w:r w:rsidR="00855694" w:rsidRPr="009071AC">
        <w:t>Des gens comme nous ont-ils donc besoin de se parler pour s</w:t>
      </w:r>
      <w:r>
        <w:t>’</w:t>
      </w:r>
      <w:r w:rsidR="00855694" w:rsidRPr="009071AC">
        <w:t>entendre</w:t>
      </w:r>
      <w:r>
        <w:t xml:space="preserve"> ?… </w:t>
      </w:r>
      <w:r w:rsidR="00855694" w:rsidRPr="009071AC">
        <w:t>Aurais-je jamais songé à ce que j</w:t>
      </w:r>
      <w:r>
        <w:t>’</w:t>
      </w:r>
      <w:r w:rsidR="00855694" w:rsidRPr="009071AC">
        <w:t>ai osé chez vous</w:t>
      </w:r>
      <w:r>
        <w:t xml:space="preserve">, </w:t>
      </w:r>
      <w:r w:rsidR="00855694" w:rsidRPr="009071AC">
        <w:t>si je n</w:t>
      </w:r>
      <w:r>
        <w:t>’</w:t>
      </w:r>
      <w:r w:rsidR="00855694" w:rsidRPr="009071AC">
        <w:t>avais tenu le secret de vos tendresses maternelles</w:t>
      </w:r>
      <w:r>
        <w:t xml:space="preserve">, </w:t>
      </w:r>
      <w:r w:rsidR="00855694" w:rsidRPr="009071AC">
        <w:t>de votre délicatesse et de votre dévouement</w:t>
      </w:r>
      <w:r>
        <w:t>…</w:t>
      </w:r>
    </w:p>
    <w:p w14:paraId="71B6AE15" w14:textId="77777777" w:rsidR="00F635DB" w:rsidRDefault="00855694" w:rsidP="00F635DB">
      <w:r w:rsidRPr="009071AC">
        <w:t>Elle pleurait</w:t>
      </w:r>
      <w:r w:rsidR="00F635DB">
        <w:t xml:space="preserve">… </w:t>
      </w:r>
      <w:r w:rsidRPr="009071AC">
        <w:t>de grosses larmes silencieuses roulaient le long de son visage immobile</w:t>
      </w:r>
      <w:r w:rsidR="00F635DB">
        <w:t xml:space="preserve">, </w:t>
      </w:r>
      <w:r w:rsidRPr="009071AC">
        <w:t>traçant un large sillon sur sa joue</w:t>
      </w:r>
      <w:r w:rsidR="00F635DB">
        <w:t xml:space="preserve">, </w:t>
      </w:r>
      <w:r w:rsidRPr="009071AC">
        <w:t>à travers la poudre de riz</w:t>
      </w:r>
      <w:r w:rsidR="00F635DB">
        <w:t>…</w:t>
      </w:r>
    </w:p>
    <w:p w14:paraId="4EC3083F" w14:textId="77777777" w:rsidR="00F635DB" w:rsidRDefault="00F635DB" w:rsidP="00F635DB">
      <w:r>
        <w:t>— </w:t>
      </w:r>
      <w:r w:rsidR="00855694" w:rsidRPr="009071AC">
        <w:t>Il sait tout</w:t>
      </w:r>
      <w:r>
        <w:t xml:space="preserve">, </w:t>
      </w:r>
      <w:r w:rsidR="00855694" w:rsidRPr="009071AC">
        <w:t>murmurait-elle</w:t>
      </w:r>
      <w:r>
        <w:t xml:space="preserve">, </w:t>
      </w:r>
      <w:r w:rsidR="00855694" w:rsidRPr="009071AC">
        <w:t>il sait tout</w:t>
      </w:r>
      <w:r>
        <w:t> !…</w:t>
      </w:r>
    </w:p>
    <w:p w14:paraId="0CF93EBD" w14:textId="77777777" w:rsidR="00F635DB" w:rsidRDefault="00F635DB" w:rsidP="00F635DB">
      <w:r>
        <w:t>— </w:t>
      </w:r>
      <w:r w:rsidR="00855694" w:rsidRPr="009071AC">
        <w:t>Oh</w:t>
      </w:r>
      <w:r>
        <w:t xml:space="preserve"> !… </w:t>
      </w:r>
      <w:r w:rsidR="00855694" w:rsidRPr="009071AC">
        <w:t>bien involontairement</w:t>
      </w:r>
      <w:r>
        <w:t xml:space="preserve">, </w:t>
      </w:r>
      <w:r w:rsidR="00855694" w:rsidRPr="009071AC">
        <w:t>je vous jure</w:t>
      </w:r>
      <w:r>
        <w:t xml:space="preserve">… </w:t>
      </w:r>
      <w:r w:rsidR="00855694" w:rsidRPr="009071AC">
        <w:t>N</w:t>
      </w:r>
      <w:r>
        <w:t>’</w:t>
      </w:r>
      <w:r w:rsidR="00855694" w:rsidRPr="009071AC">
        <w:t>aimant point</w:t>
      </w:r>
      <w:r>
        <w:t xml:space="preserve">, </w:t>
      </w:r>
      <w:r w:rsidR="00855694" w:rsidRPr="009071AC">
        <w:t>par caractère</w:t>
      </w:r>
      <w:r>
        <w:t xml:space="preserve">, </w:t>
      </w:r>
      <w:r w:rsidR="00855694" w:rsidRPr="009071AC">
        <w:t>qu</w:t>
      </w:r>
      <w:r>
        <w:t>’</w:t>
      </w:r>
      <w:r w:rsidR="00855694" w:rsidRPr="009071AC">
        <w:t>on fourre le nez dans mes affaires</w:t>
      </w:r>
      <w:r>
        <w:t xml:space="preserve">, </w:t>
      </w:r>
      <w:r w:rsidR="00855694" w:rsidRPr="009071AC">
        <w:t>je ne me mêle jamais de celles des autres</w:t>
      </w:r>
      <w:r>
        <w:t xml:space="preserve">… </w:t>
      </w:r>
      <w:r w:rsidR="00855694" w:rsidRPr="009071AC">
        <w:t>Le hasard a tout fait</w:t>
      </w:r>
      <w:r>
        <w:t xml:space="preserve">… </w:t>
      </w:r>
      <w:r w:rsidR="00855694" w:rsidRPr="009071AC">
        <w:t>C</w:t>
      </w:r>
      <w:r>
        <w:t>’</w:t>
      </w:r>
      <w:r w:rsidR="00855694" w:rsidRPr="009071AC">
        <w:t>était par une belle après-dînée d</w:t>
      </w:r>
      <w:r>
        <w:t>’</w:t>
      </w:r>
      <w:r w:rsidR="00855694" w:rsidRPr="009071AC">
        <w:t>avril</w:t>
      </w:r>
      <w:r>
        <w:t xml:space="preserve">, </w:t>
      </w:r>
      <w:r w:rsidR="00855694" w:rsidRPr="009071AC">
        <w:t>je venais vous chercher pour faire un tour de bois</w:t>
      </w:r>
      <w:r>
        <w:t xml:space="preserve">. </w:t>
      </w:r>
      <w:r w:rsidR="00855694" w:rsidRPr="009071AC">
        <w:t>J</w:t>
      </w:r>
      <w:r>
        <w:t>’</w:t>
      </w:r>
      <w:r w:rsidR="00855694" w:rsidRPr="009071AC">
        <w:t>entre justement dans ce boudoir où nous sommes</w:t>
      </w:r>
      <w:r>
        <w:t xml:space="preserve">, </w:t>
      </w:r>
      <w:r w:rsidR="00855694" w:rsidRPr="009071AC">
        <w:t>vous étiez en train d</w:t>
      </w:r>
      <w:r>
        <w:t>’</w:t>
      </w:r>
      <w:r w:rsidR="00855694" w:rsidRPr="009071AC">
        <w:t>écrire</w:t>
      </w:r>
      <w:r>
        <w:t xml:space="preserve">… </w:t>
      </w:r>
      <w:r w:rsidR="00855694" w:rsidRPr="009071AC">
        <w:t>Je m</w:t>
      </w:r>
      <w:r>
        <w:t>’</w:t>
      </w:r>
      <w:proofErr w:type="spellStart"/>
      <w:r w:rsidR="00855694" w:rsidRPr="009071AC">
        <w:t>asseois</w:t>
      </w:r>
      <w:proofErr w:type="spellEnd"/>
      <w:r w:rsidR="00855694" w:rsidRPr="009071AC">
        <w:t xml:space="preserve"> pour vous laisser finir</w:t>
      </w:r>
      <w:r>
        <w:t xml:space="preserve">, </w:t>
      </w:r>
      <w:r w:rsidR="00855694" w:rsidRPr="009071AC">
        <w:t>mais voilà qu</w:t>
      </w:r>
      <w:r>
        <w:t>’</w:t>
      </w:r>
      <w:r w:rsidR="00855694" w:rsidRPr="009071AC">
        <w:t>on vous appelle pour je ne sais quoi de très-pressé</w:t>
      </w:r>
      <w:r>
        <w:t xml:space="preserve">, </w:t>
      </w:r>
      <w:r w:rsidR="00855694" w:rsidRPr="009071AC">
        <w:t>et vous sortez précipitamment</w:t>
      </w:r>
      <w:r>
        <w:t xml:space="preserve">… </w:t>
      </w:r>
      <w:r w:rsidR="00855694" w:rsidRPr="009071AC">
        <w:t>Comment l</w:t>
      </w:r>
      <w:r>
        <w:t>’</w:t>
      </w:r>
      <w:r w:rsidR="00855694" w:rsidRPr="009071AC">
        <w:t>idée m</w:t>
      </w:r>
      <w:r>
        <w:t>’</w:t>
      </w:r>
      <w:r w:rsidR="00855694" w:rsidRPr="009071AC">
        <w:t>est-elle venue de m</w:t>
      </w:r>
      <w:r>
        <w:t>’</w:t>
      </w:r>
      <w:r w:rsidR="00855694" w:rsidRPr="009071AC">
        <w:t>approcher de votre table</w:t>
      </w:r>
      <w:r>
        <w:t xml:space="preserve"> ?… </w:t>
      </w:r>
      <w:r w:rsidR="00855694" w:rsidRPr="009071AC">
        <w:t>c</w:t>
      </w:r>
      <w:r>
        <w:t>’</w:t>
      </w:r>
      <w:r w:rsidR="00855694" w:rsidRPr="009071AC">
        <w:t>est ce que je ne m</w:t>
      </w:r>
      <w:r>
        <w:t>’</w:t>
      </w:r>
      <w:r w:rsidR="00855694" w:rsidRPr="009071AC">
        <w:t>explique pas</w:t>
      </w:r>
      <w:r>
        <w:t xml:space="preserve">. </w:t>
      </w:r>
      <w:r w:rsidR="00855694" w:rsidRPr="009071AC">
        <w:t>Toujours est-il que je me suis approché et que j</w:t>
      </w:r>
      <w:r>
        <w:t>’</w:t>
      </w:r>
      <w:r w:rsidR="00855694" w:rsidRPr="009071AC">
        <w:t>ai lu votre lettre interrompue</w:t>
      </w:r>
      <w:r>
        <w:t xml:space="preserve">. </w:t>
      </w:r>
      <w:r w:rsidR="00855694" w:rsidRPr="009071AC">
        <w:t>Parole d</w:t>
      </w:r>
      <w:r>
        <w:t>’</w:t>
      </w:r>
      <w:r w:rsidR="00855694" w:rsidRPr="009071AC">
        <w:t>honneur</w:t>
      </w:r>
      <w:r>
        <w:t xml:space="preserve">, </w:t>
      </w:r>
      <w:r w:rsidR="00855694" w:rsidRPr="009071AC">
        <w:t>elle m</w:t>
      </w:r>
      <w:r>
        <w:t>’</w:t>
      </w:r>
      <w:r w:rsidR="00855694" w:rsidRPr="009071AC">
        <w:t>a touché</w:t>
      </w:r>
      <w:r>
        <w:t xml:space="preserve">, </w:t>
      </w:r>
      <w:r w:rsidR="00855694" w:rsidRPr="009071AC">
        <w:t>et la preuve</w:t>
      </w:r>
      <w:r>
        <w:t xml:space="preserve">, </w:t>
      </w:r>
      <w:r w:rsidR="00855694" w:rsidRPr="009071AC">
        <w:t>c</w:t>
      </w:r>
      <w:r>
        <w:t>’</w:t>
      </w:r>
      <w:r w:rsidR="00855694" w:rsidRPr="009071AC">
        <w:t>est que je me la rappelle presque textuellement</w:t>
      </w:r>
      <w:r>
        <w:t xml:space="preserve">. </w:t>
      </w:r>
      <w:r w:rsidR="00855694" w:rsidRPr="009071AC">
        <w:t>Jugez plutôt</w:t>
      </w:r>
      <w:r>
        <w:t> :</w:t>
      </w:r>
    </w:p>
    <w:p w14:paraId="03B113C3" w14:textId="77777777" w:rsidR="00F635DB" w:rsidRDefault="00F635DB" w:rsidP="00F635DB">
      <w:r>
        <w:t>« </w:t>
      </w:r>
      <w:r w:rsidR="00855694" w:rsidRPr="009071AC">
        <w:t>Cher monsieur</w:t>
      </w:r>
      <w:r>
        <w:t xml:space="preserve">, </w:t>
      </w:r>
      <w:r w:rsidR="00855694" w:rsidRPr="009071AC">
        <w:t>écriviez-vous à votre correspondant de Londres</w:t>
      </w:r>
      <w:r>
        <w:t xml:space="preserve">, </w:t>
      </w:r>
      <w:r w:rsidR="00855694" w:rsidRPr="009071AC">
        <w:t>je vous expédie</w:t>
      </w:r>
      <w:r>
        <w:t xml:space="preserve">, </w:t>
      </w:r>
      <w:r w:rsidR="00855694" w:rsidRPr="009071AC">
        <w:t xml:space="preserve">outre les </w:t>
      </w:r>
      <w:r w:rsidRPr="009071AC">
        <w:t>3</w:t>
      </w:r>
      <w:r>
        <w:t>,</w:t>
      </w:r>
      <w:r w:rsidRPr="009071AC">
        <w:t>0</w:t>
      </w:r>
      <w:r w:rsidR="00855694" w:rsidRPr="009071AC">
        <w:t>00 francs du trimestre</w:t>
      </w:r>
      <w:r>
        <w:t xml:space="preserve">, </w:t>
      </w:r>
      <w:r w:rsidRPr="009071AC">
        <w:t>3</w:t>
      </w:r>
      <w:r>
        <w:t>,</w:t>
      </w:r>
      <w:r w:rsidRPr="009071AC">
        <w:t>0</w:t>
      </w:r>
      <w:r w:rsidR="00855694" w:rsidRPr="009071AC">
        <w:t>00 francs de supplément</w:t>
      </w:r>
      <w:r>
        <w:t xml:space="preserve">. </w:t>
      </w:r>
      <w:r w:rsidR="00855694" w:rsidRPr="009071AC">
        <w:t>Faites-les parvenir sans retard</w:t>
      </w:r>
      <w:r>
        <w:t xml:space="preserve">… </w:t>
      </w:r>
      <w:r w:rsidR="00855694" w:rsidRPr="009071AC">
        <w:t>Je crois ce malheureux enfant gêné et tourmenté par les créanciers</w:t>
      </w:r>
      <w:r>
        <w:t xml:space="preserve">… </w:t>
      </w:r>
      <w:r w:rsidR="00855694" w:rsidRPr="009071AC">
        <w:t>Hier</w:t>
      </w:r>
      <w:r>
        <w:t xml:space="preserve">, </w:t>
      </w:r>
      <w:r w:rsidR="00855694" w:rsidRPr="009071AC">
        <w:t>j</w:t>
      </w:r>
      <w:r>
        <w:t>’</w:t>
      </w:r>
      <w:r w:rsidR="00855694" w:rsidRPr="009071AC">
        <w:t>ai eu le bonheur de l</w:t>
      </w:r>
      <w:r>
        <w:t>’</w:t>
      </w:r>
      <w:r w:rsidR="00855694" w:rsidRPr="009071AC">
        <w:t>apercevoir rue du Helder</w:t>
      </w:r>
      <w:r>
        <w:t xml:space="preserve">, </w:t>
      </w:r>
      <w:r w:rsidR="00855694" w:rsidRPr="009071AC">
        <w:t>et je l</w:t>
      </w:r>
      <w:r>
        <w:t>’</w:t>
      </w:r>
      <w:r w:rsidR="00855694" w:rsidRPr="009071AC">
        <w:t>ai trouvé pâle et triste</w:t>
      </w:r>
      <w:r>
        <w:t xml:space="preserve">… </w:t>
      </w:r>
      <w:r w:rsidR="00855694" w:rsidRPr="009071AC">
        <w:t>depuis ce moment</w:t>
      </w:r>
      <w:r>
        <w:t xml:space="preserve">, </w:t>
      </w:r>
      <w:r w:rsidR="00855694" w:rsidRPr="009071AC">
        <w:t xml:space="preserve">je </w:t>
      </w:r>
      <w:r w:rsidR="00855694" w:rsidRPr="009071AC">
        <w:lastRenderedPageBreak/>
        <w:t>ne vis plus</w:t>
      </w:r>
      <w:r>
        <w:t xml:space="preserve">. </w:t>
      </w:r>
      <w:r w:rsidR="00855694" w:rsidRPr="009071AC">
        <w:t>Cependant</w:t>
      </w:r>
      <w:r>
        <w:t xml:space="preserve">, </w:t>
      </w:r>
      <w:r w:rsidR="00855694" w:rsidRPr="009071AC">
        <w:t>en même temps que cet argent</w:t>
      </w:r>
      <w:r>
        <w:t xml:space="preserve">, </w:t>
      </w:r>
      <w:r w:rsidR="00855694" w:rsidRPr="009071AC">
        <w:t>adressez-lui une lettre de paternelles remontrances</w:t>
      </w:r>
      <w:r>
        <w:t xml:space="preserve">. </w:t>
      </w:r>
      <w:r w:rsidR="00855694" w:rsidRPr="009071AC">
        <w:t>Il faut qu</w:t>
      </w:r>
      <w:r>
        <w:t>’</w:t>
      </w:r>
      <w:r w:rsidR="00855694" w:rsidRPr="009071AC">
        <w:t>il travaille et songe à se créer une position honorable</w:t>
      </w:r>
      <w:r>
        <w:t xml:space="preserve">. </w:t>
      </w:r>
      <w:r w:rsidR="00855694" w:rsidRPr="009071AC">
        <w:t>Seul</w:t>
      </w:r>
      <w:r>
        <w:t xml:space="preserve">, </w:t>
      </w:r>
      <w:r w:rsidR="00855694" w:rsidRPr="009071AC">
        <w:t>sans appui</w:t>
      </w:r>
      <w:r>
        <w:t xml:space="preserve">, </w:t>
      </w:r>
      <w:r w:rsidR="00855694" w:rsidRPr="009071AC">
        <w:t>sans famille</w:t>
      </w:r>
      <w:r>
        <w:t xml:space="preserve">, </w:t>
      </w:r>
      <w:r w:rsidR="00855694" w:rsidRPr="009071AC">
        <w:t xml:space="preserve">au milieu de ce Paris si </w:t>
      </w:r>
      <w:r>
        <w:t>« </w:t>
      </w:r>
      <w:r w:rsidR="00855694" w:rsidRPr="009071AC">
        <w:t>corrompu</w:t>
      </w:r>
      <w:r>
        <w:t xml:space="preserve">, </w:t>
      </w:r>
      <w:r w:rsidR="00855694" w:rsidRPr="009071AC">
        <w:t xml:space="preserve">quels dangers ne </w:t>
      </w:r>
      <w:proofErr w:type="spellStart"/>
      <w:r w:rsidR="00855694" w:rsidRPr="009071AC">
        <w:t>court-il</w:t>
      </w:r>
      <w:proofErr w:type="spellEnd"/>
      <w:r w:rsidR="00855694" w:rsidRPr="009071AC">
        <w:t xml:space="preserve"> pas</w:t>
      </w:r>
      <w:r>
        <w:t> !… »</w:t>
      </w:r>
      <w:r w:rsidR="00855694" w:rsidRPr="009071AC">
        <w:t xml:space="preserve"> Là</w:t>
      </w:r>
      <w:r>
        <w:t xml:space="preserve">, </w:t>
      </w:r>
      <w:r w:rsidR="00855694" w:rsidRPr="009071AC">
        <w:t>chère dame</w:t>
      </w:r>
      <w:r>
        <w:t xml:space="preserve">, </w:t>
      </w:r>
      <w:r w:rsidR="00855694" w:rsidRPr="009071AC">
        <w:t>s</w:t>
      </w:r>
      <w:r>
        <w:t>’</w:t>
      </w:r>
      <w:r w:rsidR="00855694" w:rsidRPr="009071AC">
        <w:t>arrêtait votre lettre</w:t>
      </w:r>
      <w:r>
        <w:t xml:space="preserve">. </w:t>
      </w:r>
      <w:r w:rsidR="00855694" w:rsidRPr="009071AC">
        <w:t>Mais le nom et l</w:t>
      </w:r>
      <w:r>
        <w:t>’</w:t>
      </w:r>
      <w:r w:rsidR="00855694" w:rsidRPr="009071AC">
        <w:t>adresse s</w:t>
      </w:r>
      <w:r>
        <w:t>’</w:t>
      </w:r>
      <w:r w:rsidR="00855694" w:rsidRPr="009071AC">
        <w:t>y trouvaient</w:t>
      </w:r>
      <w:r>
        <w:t xml:space="preserve">. </w:t>
      </w:r>
      <w:r w:rsidR="00855694" w:rsidRPr="009071AC">
        <w:t>C</w:t>
      </w:r>
      <w:r>
        <w:t>’</w:t>
      </w:r>
      <w:r w:rsidR="00855694" w:rsidRPr="009071AC">
        <w:t>en était assez pour comprendre</w:t>
      </w:r>
      <w:r>
        <w:t xml:space="preserve">, </w:t>
      </w:r>
      <w:r w:rsidR="00855694" w:rsidRPr="009071AC">
        <w:t>c</w:t>
      </w:r>
      <w:r>
        <w:t>’</w:t>
      </w:r>
      <w:r w:rsidR="00855694" w:rsidRPr="009071AC">
        <w:t>en était trop</w:t>
      </w:r>
      <w:r>
        <w:t xml:space="preserve">, </w:t>
      </w:r>
      <w:r w:rsidR="00855694" w:rsidRPr="009071AC">
        <w:t>avouez-le</w:t>
      </w:r>
      <w:r>
        <w:t xml:space="preserve">, </w:t>
      </w:r>
      <w:r w:rsidR="00855694" w:rsidRPr="009071AC">
        <w:t>pour ne pas émoustiller ma curiosité</w:t>
      </w:r>
      <w:r>
        <w:t xml:space="preserve">. </w:t>
      </w:r>
      <w:r w:rsidR="00855694" w:rsidRPr="009071AC">
        <w:t>Vous souvient-il de notre attitude à votre retour</w:t>
      </w:r>
      <w:r>
        <w:t xml:space="preserve"> ?… </w:t>
      </w:r>
      <w:r w:rsidR="00855694" w:rsidRPr="009071AC">
        <w:t>En vous apercevant que vous aviez oublié cette lettre commencée</w:t>
      </w:r>
      <w:r>
        <w:t xml:space="preserve">, </w:t>
      </w:r>
      <w:r w:rsidR="00855694" w:rsidRPr="009071AC">
        <w:t>vous avez pâli et m</w:t>
      </w:r>
      <w:r>
        <w:t>’</w:t>
      </w:r>
      <w:r w:rsidR="00855694" w:rsidRPr="009071AC">
        <w:t>avez regardé</w:t>
      </w:r>
      <w:r>
        <w:t>.</w:t>
      </w:r>
    </w:p>
    <w:p w14:paraId="4DAD6A47" w14:textId="50E887DD" w:rsidR="00F635DB" w:rsidRDefault="00F635DB" w:rsidP="00F635DB">
      <w:r>
        <w:t>— « </w:t>
      </w:r>
      <w:r w:rsidR="00855694" w:rsidRPr="009071AC">
        <w:t>Avez-vous lu</w:t>
      </w:r>
      <w:r>
        <w:t xml:space="preserve">, </w:t>
      </w:r>
      <w:r w:rsidR="00855694" w:rsidRPr="009071AC">
        <w:t>avez-vous compris</w:t>
      </w:r>
      <w:r>
        <w:t> ? »</w:t>
      </w:r>
      <w:r w:rsidR="00855694" w:rsidRPr="009071AC">
        <w:t xml:space="preserve"> disaient vos yeux</w:t>
      </w:r>
      <w:r>
        <w:t xml:space="preserve"> ! </w:t>
      </w:r>
      <w:r w:rsidR="00855694" w:rsidRPr="009071AC">
        <w:t>Les miens vous répondirent</w:t>
      </w:r>
      <w:r>
        <w:t> : « </w:t>
      </w:r>
      <w:r w:rsidR="00855694" w:rsidRPr="009071AC">
        <w:t>Oui</w:t>
      </w:r>
      <w:r>
        <w:t xml:space="preserve">, </w:t>
      </w:r>
      <w:r w:rsidR="00855694" w:rsidRPr="009071AC">
        <w:t>mais je me tairai</w:t>
      </w:r>
      <w:r>
        <w:t>… »</w:t>
      </w:r>
    </w:p>
    <w:p w14:paraId="010E74BB" w14:textId="173122AA" w:rsidR="00F635DB" w:rsidRDefault="00F635DB" w:rsidP="00F635DB">
      <w:r>
        <w:t>— </w:t>
      </w:r>
      <w:r w:rsidR="00855694" w:rsidRPr="009071AC">
        <w:t>Je me tairai de même</w:t>
      </w:r>
      <w:r>
        <w:t xml:space="preserve">, </w:t>
      </w:r>
      <w:r w:rsidR="00855694" w:rsidRPr="009071AC">
        <w:t xml:space="preserve">dit </w:t>
      </w:r>
      <w:r>
        <w:t>M</w:t>
      </w:r>
      <w:r w:rsidRPr="00F635DB">
        <w:rPr>
          <w:vertAlign w:val="superscript"/>
        </w:rPr>
        <w:t>me</w:t>
      </w:r>
      <w:r>
        <w:t> </w:t>
      </w:r>
      <w:r w:rsidR="00855694" w:rsidRPr="009071AC">
        <w:t>d</w:t>
      </w:r>
      <w:r>
        <w:t>’</w:t>
      </w:r>
      <w:r w:rsidR="00855694" w:rsidRPr="009071AC">
        <w:t>Argelès</w:t>
      </w:r>
      <w:r>
        <w:t>.</w:t>
      </w:r>
    </w:p>
    <w:p w14:paraId="0F947FBF" w14:textId="2E915028" w:rsidR="00F635DB" w:rsidRDefault="00F635DB" w:rsidP="00F635DB">
      <w:r>
        <w:t>M. de </w:t>
      </w:r>
      <w:proofErr w:type="spellStart"/>
      <w:r w:rsidR="00855694" w:rsidRPr="009071AC">
        <w:t>Coralth</w:t>
      </w:r>
      <w:proofErr w:type="spellEnd"/>
      <w:r w:rsidR="00855694" w:rsidRPr="009071AC">
        <w:t xml:space="preserve"> lui prit la main qu</w:t>
      </w:r>
      <w:r>
        <w:t>’</w:t>
      </w:r>
      <w:r w:rsidR="00855694" w:rsidRPr="009071AC">
        <w:t>il porta à ses lèvres</w:t>
      </w:r>
      <w:r>
        <w:t>.</w:t>
      </w:r>
    </w:p>
    <w:p w14:paraId="37FE34CF" w14:textId="77777777" w:rsidR="00F635DB" w:rsidRDefault="00F635DB" w:rsidP="00F635DB">
      <w:r>
        <w:t>— </w:t>
      </w:r>
      <w:r w:rsidR="00855694" w:rsidRPr="009071AC">
        <w:t>Je savais bien que nous nous entendrions</w:t>
      </w:r>
      <w:r>
        <w:t xml:space="preserve">, </w:t>
      </w:r>
      <w:r w:rsidR="00855694" w:rsidRPr="009071AC">
        <w:t>fit-il gravement</w:t>
      </w:r>
      <w:r>
        <w:t xml:space="preserve">… </w:t>
      </w:r>
      <w:r w:rsidR="00855694" w:rsidRPr="009071AC">
        <w:t>Je ne suis pas méchant</w:t>
      </w:r>
      <w:r>
        <w:t xml:space="preserve">, </w:t>
      </w:r>
      <w:r w:rsidR="00855694" w:rsidRPr="009071AC">
        <w:t>au fond</w:t>
      </w:r>
      <w:r>
        <w:t xml:space="preserve">, </w:t>
      </w:r>
      <w:r w:rsidR="00855694" w:rsidRPr="009071AC">
        <w:t>croyez-le bien</w:t>
      </w:r>
      <w:r>
        <w:t xml:space="preserve">, </w:t>
      </w:r>
      <w:r w:rsidR="00855694" w:rsidRPr="009071AC">
        <w:t>et si j</w:t>
      </w:r>
      <w:r>
        <w:t>’</w:t>
      </w:r>
      <w:r w:rsidR="00855694" w:rsidRPr="009071AC">
        <w:t>avais eu des rentes ou seulement une mère comme vous</w:t>
      </w:r>
      <w:r>
        <w:t>…</w:t>
      </w:r>
    </w:p>
    <w:p w14:paraId="6BF389BA" w14:textId="423FF7CF" w:rsidR="00F635DB" w:rsidRDefault="00855694" w:rsidP="00F635DB">
      <w:r w:rsidRPr="009071AC">
        <w:t>Elle détourna la tête</w:t>
      </w:r>
      <w:r w:rsidR="00F635DB">
        <w:t xml:space="preserve">, </w:t>
      </w:r>
      <w:r w:rsidRPr="009071AC">
        <w:t xml:space="preserve">craignant peut-être que </w:t>
      </w:r>
      <w:r w:rsidR="00F635DB">
        <w:t>M. de </w:t>
      </w:r>
      <w:proofErr w:type="spellStart"/>
      <w:r w:rsidRPr="009071AC">
        <w:t>Coralth</w:t>
      </w:r>
      <w:proofErr w:type="spellEnd"/>
      <w:r w:rsidRPr="009071AC">
        <w:t xml:space="preserve"> ne lût dans ses yeux ce qu</w:t>
      </w:r>
      <w:r w:rsidR="00F635DB">
        <w:t>’</w:t>
      </w:r>
      <w:r w:rsidRPr="009071AC">
        <w:t>elle pensait de lui</w:t>
      </w:r>
      <w:r w:rsidR="00F635DB">
        <w:t xml:space="preserve"> ; </w:t>
      </w:r>
      <w:r w:rsidRPr="009071AC">
        <w:t>puis</w:t>
      </w:r>
      <w:r w:rsidR="00F635DB">
        <w:t xml:space="preserve">, </w:t>
      </w:r>
      <w:r w:rsidRPr="009071AC">
        <w:t>après une pause</w:t>
      </w:r>
      <w:r w:rsidR="00F635DB">
        <w:t xml:space="preserve">, </w:t>
      </w:r>
      <w:r w:rsidRPr="009071AC">
        <w:t>et avec l</w:t>
      </w:r>
      <w:r w:rsidR="00F635DB">
        <w:t>’</w:t>
      </w:r>
      <w:r w:rsidRPr="009071AC">
        <w:t>accent de la prière</w:t>
      </w:r>
      <w:r w:rsidR="00F635DB">
        <w:t> :</w:t>
      </w:r>
    </w:p>
    <w:p w14:paraId="4AB368B7" w14:textId="77777777" w:rsidR="00F635DB" w:rsidRDefault="00F635DB" w:rsidP="00F635DB">
      <w:r>
        <w:t>— </w:t>
      </w:r>
      <w:r w:rsidR="00855694" w:rsidRPr="009071AC">
        <w:t>Maintenant que me voilà votre complice</w:t>
      </w:r>
      <w:r>
        <w:t xml:space="preserve">, </w:t>
      </w:r>
      <w:r w:rsidR="00855694" w:rsidRPr="009071AC">
        <w:t>fit-elle</w:t>
      </w:r>
      <w:r>
        <w:t xml:space="preserve">, </w:t>
      </w:r>
      <w:r w:rsidR="00855694" w:rsidRPr="009071AC">
        <w:t>laissez-moi vous supplier de tout faire pour empêcher la</w:t>
      </w:r>
      <w:r>
        <w:t xml:space="preserve">… </w:t>
      </w:r>
      <w:r w:rsidR="00855694" w:rsidRPr="009071AC">
        <w:t>scène de cette nuit de s</w:t>
      </w:r>
      <w:r>
        <w:t>’</w:t>
      </w:r>
      <w:r w:rsidR="00855694" w:rsidRPr="009071AC">
        <w:t>ébruiter</w:t>
      </w:r>
      <w:r>
        <w:t>…</w:t>
      </w:r>
    </w:p>
    <w:p w14:paraId="25CEB0F2" w14:textId="77777777" w:rsidR="00F635DB" w:rsidRDefault="00F635DB" w:rsidP="00F635DB">
      <w:r>
        <w:t>— </w:t>
      </w:r>
      <w:r w:rsidR="00855694" w:rsidRPr="009071AC">
        <w:t>Impossible</w:t>
      </w:r>
      <w:r>
        <w:t>.</w:t>
      </w:r>
    </w:p>
    <w:p w14:paraId="5AFDD403" w14:textId="61E6C62F" w:rsidR="00F635DB" w:rsidRDefault="00F635DB" w:rsidP="00F635DB">
      <w:r>
        <w:t>— </w:t>
      </w:r>
      <w:r w:rsidR="00855694" w:rsidRPr="009071AC">
        <w:t>Si ce n</w:t>
      </w:r>
      <w:r>
        <w:t>’</w:t>
      </w:r>
      <w:r w:rsidR="00855694" w:rsidRPr="009071AC">
        <w:t xml:space="preserve">est pour </w:t>
      </w:r>
      <w:r>
        <w:t>M. </w:t>
      </w:r>
      <w:proofErr w:type="spellStart"/>
      <w:r w:rsidR="00855694" w:rsidRPr="009071AC">
        <w:t>Férailleur</w:t>
      </w:r>
      <w:proofErr w:type="spellEnd"/>
      <w:r>
        <w:t xml:space="preserve">, </w:t>
      </w:r>
      <w:r w:rsidR="00855694" w:rsidRPr="009071AC">
        <w:t>que ce soit pour sa mère</w:t>
      </w:r>
      <w:r>
        <w:t xml:space="preserve">, </w:t>
      </w:r>
      <w:r w:rsidR="00855694" w:rsidRPr="009071AC">
        <w:t>du moins</w:t>
      </w:r>
      <w:r>
        <w:t xml:space="preserve">, </w:t>
      </w:r>
      <w:r w:rsidR="00855694" w:rsidRPr="009071AC">
        <w:t>cette pauvre femme veuve</w:t>
      </w:r>
      <w:r>
        <w:t>…</w:t>
      </w:r>
    </w:p>
    <w:p w14:paraId="6CA37A8B" w14:textId="77777777" w:rsidR="00F635DB" w:rsidRDefault="00F635DB" w:rsidP="00F635DB">
      <w:r>
        <w:t>— </w:t>
      </w:r>
      <w:r w:rsidR="00855694" w:rsidRPr="009071AC">
        <w:t>Il faut que Pascal disparaisse</w:t>
      </w:r>
      <w:r>
        <w:t> !</w:t>
      </w:r>
    </w:p>
    <w:p w14:paraId="7BC45BE5" w14:textId="77777777" w:rsidR="00F635DB" w:rsidRDefault="00F635DB" w:rsidP="00F635DB">
      <w:r>
        <w:lastRenderedPageBreak/>
        <w:t>— </w:t>
      </w:r>
      <w:r w:rsidR="00855694" w:rsidRPr="009071AC">
        <w:t>Comme vous dites cela</w:t>
      </w:r>
      <w:r>
        <w:t xml:space="preserve"> ! </w:t>
      </w:r>
      <w:r w:rsidR="00855694" w:rsidRPr="009071AC">
        <w:t>Vous le haïssez donc bien</w:t>
      </w:r>
      <w:r>
        <w:t xml:space="preserve"> ?… </w:t>
      </w:r>
      <w:r w:rsidR="00855694" w:rsidRPr="009071AC">
        <w:t>Que vous a-t-il fait</w:t>
      </w:r>
      <w:r>
        <w:t> ?</w:t>
      </w:r>
    </w:p>
    <w:p w14:paraId="0C929E83" w14:textId="77777777" w:rsidR="00F635DB" w:rsidRDefault="00F635DB" w:rsidP="00F635DB">
      <w:r>
        <w:t>— </w:t>
      </w:r>
      <w:r w:rsidR="00855694" w:rsidRPr="009071AC">
        <w:t>À moi personnellement</w:t>
      </w:r>
      <w:r>
        <w:t xml:space="preserve"> ?… </w:t>
      </w:r>
      <w:r w:rsidR="00855694" w:rsidRPr="009071AC">
        <w:t>Rien</w:t>
      </w:r>
      <w:r>
        <w:t xml:space="preserve">. </w:t>
      </w:r>
      <w:r w:rsidR="00855694" w:rsidRPr="009071AC">
        <w:t>Et même je me sentais pour lui une véritable sympathie</w:t>
      </w:r>
      <w:r>
        <w:t>…</w:t>
      </w:r>
    </w:p>
    <w:p w14:paraId="413BF7D7" w14:textId="23943D8C" w:rsidR="00F635DB" w:rsidRDefault="00F635DB" w:rsidP="00F635DB">
      <w:r>
        <w:t>M</w:t>
      </w:r>
      <w:r w:rsidRPr="00F635DB">
        <w:rPr>
          <w:vertAlign w:val="superscript"/>
        </w:rPr>
        <w:t>me</w:t>
      </w:r>
      <w:r>
        <w:t> </w:t>
      </w:r>
      <w:r w:rsidR="00855694" w:rsidRPr="009071AC">
        <w:t>d</w:t>
      </w:r>
      <w:r>
        <w:t>’</w:t>
      </w:r>
      <w:r w:rsidR="00855694" w:rsidRPr="009071AC">
        <w:t>Argelès fut comme pétrifiée</w:t>
      </w:r>
      <w:r>
        <w:t>.</w:t>
      </w:r>
    </w:p>
    <w:p w14:paraId="72386991" w14:textId="77777777" w:rsidR="00F635DB" w:rsidRDefault="00F635DB" w:rsidP="00F635DB">
      <w:r>
        <w:t>— </w:t>
      </w:r>
      <w:r w:rsidR="00855694" w:rsidRPr="009071AC">
        <w:t>Quoi</w:t>
      </w:r>
      <w:r>
        <w:t xml:space="preserve"> !… </w:t>
      </w:r>
      <w:r w:rsidR="00855694" w:rsidRPr="009071AC">
        <w:t>bégaya-t-elle</w:t>
      </w:r>
      <w:r>
        <w:t xml:space="preserve"> ; </w:t>
      </w:r>
      <w:r w:rsidR="00855694" w:rsidRPr="009071AC">
        <w:t>ce n</w:t>
      </w:r>
      <w:r>
        <w:t>’</w:t>
      </w:r>
      <w:r w:rsidR="00855694" w:rsidRPr="009071AC">
        <w:t>est pas</w:t>
      </w:r>
      <w:r>
        <w:t xml:space="preserve">… </w:t>
      </w:r>
      <w:r w:rsidR="00855694" w:rsidRPr="009071AC">
        <w:t>pour votre compte que vous avez</w:t>
      </w:r>
      <w:r>
        <w:t xml:space="preserve">… </w:t>
      </w:r>
      <w:r w:rsidR="00855694" w:rsidRPr="009071AC">
        <w:t>agi</w:t>
      </w:r>
      <w:r>
        <w:t>.</w:t>
      </w:r>
    </w:p>
    <w:p w14:paraId="455AB8F9" w14:textId="77777777" w:rsidR="00F635DB" w:rsidRDefault="00F635DB" w:rsidP="00F635DB">
      <w:r>
        <w:t>— </w:t>
      </w:r>
      <w:r w:rsidR="00855694" w:rsidRPr="009071AC">
        <w:t>Mon Dieu</w:t>
      </w:r>
      <w:r>
        <w:t xml:space="preserve"> !… </w:t>
      </w:r>
      <w:r w:rsidR="00855694" w:rsidRPr="009071AC">
        <w:t>non</w:t>
      </w:r>
      <w:r>
        <w:t>.</w:t>
      </w:r>
    </w:p>
    <w:p w14:paraId="2557E702" w14:textId="77777777" w:rsidR="00F635DB" w:rsidRDefault="00855694" w:rsidP="00F635DB">
      <w:r w:rsidRPr="009071AC">
        <w:t>Révoltée</w:t>
      </w:r>
      <w:r w:rsidR="00F635DB">
        <w:t xml:space="preserve">, </w:t>
      </w:r>
      <w:r w:rsidRPr="009071AC">
        <w:t>elle se redressa</w:t>
      </w:r>
      <w:r w:rsidR="00F635DB">
        <w:t xml:space="preserve">, </w:t>
      </w:r>
      <w:r w:rsidRPr="009071AC">
        <w:t>et d</w:t>
      </w:r>
      <w:r w:rsidR="00F635DB">
        <w:t>’</w:t>
      </w:r>
      <w:r w:rsidRPr="009071AC">
        <w:t>une voix où vibrait le mépris et l</w:t>
      </w:r>
      <w:r w:rsidR="00F635DB">
        <w:t>’</w:t>
      </w:r>
      <w:r w:rsidRPr="009071AC">
        <w:t>indignation</w:t>
      </w:r>
      <w:r w:rsidR="00F635DB">
        <w:t> :</w:t>
      </w:r>
    </w:p>
    <w:p w14:paraId="6E03B40F" w14:textId="77777777" w:rsidR="00F635DB" w:rsidRDefault="00F635DB" w:rsidP="00F635DB">
      <w:r>
        <w:t>— </w:t>
      </w:r>
      <w:r w:rsidR="00855694" w:rsidRPr="009071AC">
        <w:t>Ah</w:t>
      </w:r>
      <w:r>
        <w:t xml:space="preserve"> !… </w:t>
      </w:r>
      <w:r w:rsidR="00855694" w:rsidRPr="009071AC">
        <w:t>c</w:t>
      </w:r>
      <w:r>
        <w:t>’</w:t>
      </w:r>
      <w:r w:rsidR="00855694" w:rsidRPr="009071AC">
        <w:t>est encore plus infâme</w:t>
      </w:r>
      <w:r>
        <w:t xml:space="preserve">, </w:t>
      </w:r>
      <w:r w:rsidR="00855694" w:rsidRPr="009071AC">
        <w:t>s</w:t>
      </w:r>
      <w:r>
        <w:t>’</w:t>
      </w:r>
      <w:r w:rsidR="00855694" w:rsidRPr="009071AC">
        <w:t>écria-t-elle</w:t>
      </w:r>
      <w:r>
        <w:t xml:space="preserve"> ; </w:t>
      </w:r>
      <w:r w:rsidR="00855694" w:rsidRPr="009071AC">
        <w:t>c</w:t>
      </w:r>
      <w:r>
        <w:t>’</w:t>
      </w:r>
      <w:r w:rsidR="00855694" w:rsidRPr="009071AC">
        <w:t>est encore plus lâche</w:t>
      </w:r>
      <w:r>
        <w:t>…</w:t>
      </w:r>
    </w:p>
    <w:p w14:paraId="1A719F74" w14:textId="033388BE" w:rsidR="00F635DB" w:rsidRDefault="00855694" w:rsidP="00F635DB">
      <w:r w:rsidRPr="009071AC">
        <w:t>Mais elle s</w:t>
      </w:r>
      <w:r w:rsidR="00F635DB">
        <w:t>’</w:t>
      </w:r>
      <w:r w:rsidRPr="009071AC">
        <w:t>arrêta</w:t>
      </w:r>
      <w:r w:rsidR="00F635DB">
        <w:t xml:space="preserve">, </w:t>
      </w:r>
      <w:r w:rsidRPr="009071AC">
        <w:t>épouvantée de l</w:t>
      </w:r>
      <w:r w:rsidR="00F635DB">
        <w:t>’</w:t>
      </w:r>
      <w:r w:rsidRPr="009071AC">
        <w:t xml:space="preserve">éclair de menace qui traversa les yeux de </w:t>
      </w:r>
      <w:r w:rsidR="00F635DB">
        <w:t>M. de </w:t>
      </w:r>
      <w:proofErr w:type="spellStart"/>
      <w:r w:rsidRPr="009071AC">
        <w:t>Coralth</w:t>
      </w:r>
      <w:proofErr w:type="spellEnd"/>
      <w:r w:rsidR="00F635DB">
        <w:t>.</w:t>
      </w:r>
    </w:p>
    <w:p w14:paraId="359A769C" w14:textId="77777777" w:rsidR="00F635DB" w:rsidRDefault="00F635DB" w:rsidP="00F635DB">
      <w:r>
        <w:t>— </w:t>
      </w:r>
      <w:r w:rsidR="00855694" w:rsidRPr="009071AC">
        <w:t>Trêve de vérités désagréables</w:t>
      </w:r>
      <w:r>
        <w:t xml:space="preserve">, </w:t>
      </w:r>
      <w:r w:rsidR="00855694" w:rsidRPr="009071AC">
        <w:t>dit-il froidement</w:t>
      </w:r>
      <w:r>
        <w:t xml:space="preserve">. </w:t>
      </w:r>
      <w:r w:rsidR="00855694" w:rsidRPr="009071AC">
        <w:t>Si nous nous mettons à échanger l</w:t>
      </w:r>
      <w:r>
        <w:t>’</w:t>
      </w:r>
      <w:r w:rsidR="00855694" w:rsidRPr="009071AC">
        <w:t>opinion que nous avons l</w:t>
      </w:r>
      <w:r>
        <w:t>’</w:t>
      </w:r>
      <w:r w:rsidR="00855694" w:rsidRPr="009071AC">
        <w:t>un de l</w:t>
      </w:r>
      <w:r>
        <w:t>’</w:t>
      </w:r>
      <w:r w:rsidR="00855694" w:rsidRPr="009071AC">
        <w:t>autre</w:t>
      </w:r>
      <w:r>
        <w:t xml:space="preserve">, </w:t>
      </w:r>
      <w:r w:rsidR="00855694" w:rsidRPr="009071AC">
        <w:t>nous en arriverons vite à de très-vilains mots</w:t>
      </w:r>
      <w:r>
        <w:t xml:space="preserve">… </w:t>
      </w:r>
      <w:r w:rsidR="00855694" w:rsidRPr="009071AC">
        <w:t>Pensez-vous que j</w:t>
      </w:r>
      <w:r>
        <w:t>’</w:t>
      </w:r>
      <w:r w:rsidR="00855694" w:rsidRPr="009071AC">
        <w:t>aie agi pour mon plaisir</w:t>
      </w:r>
      <w:r>
        <w:t xml:space="preserve"> !… </w:t>
      </w:r>
      <w:r w:rsidR="00855694" w:rsidRPr="009071AC">
        <w:t>Jamais je n</w:t>
      </w:r>
      <w:r>
        <w:t>’</w:t>
      </w:r>
      <w:r w:rsidR="00855694" w:rsidRPr="009071AC">
        <w:t>ai tant pris sur moi qu</w:t>
      </w:r>
      <w:r>
        <w:t>’</w:t>
      </w:r>
      <w:r w:rsidR="00855694" w:rsidRPr="009071AC">
        <w:t xml:space="preserve">au moment où je glissais sur les cartes des </w:t>
      </w:r>
      <w:r>
        <w:t>« </w:t>
      </w:r>
      <w:r w:rsidR="00855694" w:rsidRPr="009071AC">
        <w:t>portées</w:t>
      </w:r>
      <w:r>
        <w:t> »</w:t>
      </w:r>
      <w:r w:rsidR="00855694" w:rsidRPr="009071AC">
        <w:t xml:space="preserve"> préparées</w:t>
      </w:r>
      <w:r>
        <w:t xml:space="preserve">. </w:t>
      </w:r>
      <w:r w:rsidR="00855694" w:rsidRPr="009071AC">
        <w:t>Si on m</w:t>
      </w:r>
      <w:r>
        <w:t>’</w:t>
      </w:r>
      <w:r w:rsidR="00855694" w:rsidRPr="009071AC">
        <w:t>eût aperçu</w:t>
      </w:r>
      <w:r>
        <w:t xml:space="preserve">, </w:t>
      </w:r>
      <w:r w:rsidR="00855694" w:rsidRPr="009071AC">
        <w:t>cependant</w:t>
      </w:r>
      <w:r>
        <w:t xml:space="preserve"> !… </w:t>
      </w:r>
      <w:r w:rsidR="00855694" w:rsidRPr="009071AC">
        <w:t>j</w:t>
      </w:r>
      <w:r>
        <w:t>’</w:t>
      </w:r>
      <w:r w:rsidR="00855694" w:rsidRPr="009071AC">
        <w:t>étais perdu</w:t>
      </w:r>
      <w:r>
        <w:t>…</w:t>
      </w:r>
    </w:p>
    <w:p w14:paraId="016F8996" w14:textId="77777777" w:rsidR="00F635DB" w:rsidRDefault="00F635DB" w:rsidP="00F635DB">
      <w:r>
        <w:t>— </w:t>
      </w:r>
      <w:r w:rsidR="00855694" w:rsidRPr="009071AC">
        <w:t>Et vous croyez que personne ne vous soupçonne</w:t>
      </w:r>
      <w:r>
        <w:t> ?…</w:t>
      </w:r>
    </w:p>
    <w:p w14:paraId="5D0637CA" w14:textId="77777777" w:rsidR="00F635DB" w:rsidRDefault="00F635DB" w:rsidP="00F635DB">
      <w:r>
        <w:t>— </w:t>
      </w:r>
      <w:r w:rsidR="00855694" w:rsidRPr="009071AC">
        <w:t>Personne</w:t>
      </w:r>
      <w:r>
        <w:t xml:space="preserve">… </w:t>
      </w:r>
      <w:r w:rsidR="00855694" w:rsidRPr="009071AC">
        <w:t>J</w:t>
      </w:r>
      <w:r>
        <w:t>’</w:t>
      </w:r>
      <w:r w:rsidR="00855694" w:rsidRPr="009071AC">
        <w:t>ai perdu plus de cent louis</w:t>
      </w:r>
      <w:r>
        <w:t xml:space="preserve">… </w:t>
      </w:r>
      <w:r w:rsidR="00855694" w:rsidRPr="009071AC">
        <w:t>Si Pascal était de notre monde</w:t>
      </w:r>
      <w:r>
        <w:t xml:space="preserve">, </w:t>
      </w:r>
      <w:r w:rsidR="00855694" w:rsidRPr="009071AC">
        <w:t>on s</w:t>
      </w:r>
      <w:r>
        <w:t>’</w:t>
      </w:r>
      <w:r w:rsidR="00855694" w:rsidRPr="009071AC">
        <w:t>inquiéterait peut-être</w:t>
      </w:r>
      <w:r>
        <w:t xml:space="preserve">, </w:t>
      </w:r>
      <w:r w:rsidR="00855694" w:rsidRPr="009071AC">
        <w:t>mais demain il sera oublié</w:t>
      </w:r>
      <w:r>
        <w:t>…</w:t>
      </w:r>
    </w:p>
    <w:p w14:paraId="0DE20FB9" w14:textId="77777777" w:rsidR="00F635DB" w:rsidRDefault="00F635DB" w:rsidP="00F635DB">
      <w:r>
        <w:t>— </w:t>
      </w:r>
      <w:r w:rsidR="00855694" w:rsidRPr="009071AC">
        <w:t>Et lui</w:t>
      </w:r>
      <w:r>
        <w:t xml:space="preserve">, </w:t>
      </w:r>
      <w:r w:rsidR="00855694" w:rsidRPr="009071AC">
        <w:t>ne se doutera-t-il de rien</w:t>
      </w:r>
      <w:r>
        <w:t> ?</w:t>
      </w:r>
    </w:p>
    <w:p w14:paraId="766C02DD" w14:textId="77777777" w:rsidR="00F635DB" w:rsidRDefault="00F635DB" w:rsidP="00F635DB">
      <w:r>
        <w:lastRenderedPageBreak/>
        <w:t>— </w:t>
      </w:r>
      <w:r w:rsidR="00855694" w:rsidRPr="009071AC">
        <w:t>Il n</w:t>
      </w:r>
      <w:r>
        <w:t>’</w:t>
      </w:r>
      <w:r w:rsidR="00855694" w:rsidRPr="009071AC">
        <w:t>aurait pas de preuves à fournir</w:t>
      </w:r>
      <w:r>
        <w:t xml:space="preserve">, </w:t>
      </w:r>
      <w:r w:rsidR="00855694" w:rsidRPr="009071AC">
        <w:t>dans tous les cas</w:t>
      </w:r>
      <w:r>
        <w:t>…</w:t>
      </w:r>
    </w:p>
    <w:p w14:paraId="06EFE3F1" w14:textId="78A673C3" w:rsidR="00F635DB" w:rsidRDefault="00F635DB" w:rsidP="00F635DB">
      <w:r>
        <w:t>M</w:t>
      </w:r>
      <w:r w:rsidRPr="00F635DB">
        <w:rPr>
          <w:vertAlign w:val="superscript"/>
        </w:rPr>
        <w:t>me</w:t>
      </w:r>
      <w:r>
        <w:t> </w:t>
      </w:r>
      <w:r w:rsidR="00855694" w:rsidRPr="009071AC">
        <w:t>d</w:t>
      </w:r>
      <w:r>
        <w:t>’</w:t>
      </w:r>
      <w:r w:rsidR="00855694" w:rsidRPr="009071AC">
        <w:t>Argelès paraissait prendre son parti de ce qui arrivait</w:t>
      </w:r>
      <w:r>
        <w:t>.</w:t>
      </w:r>
    </w:p>
    <w:p w14:paraId="233BF7AD" w14:textId="77777777" w:rsidR="00F635DB" w:rsidRDefault="00F635DB" w:rsidP="00F635DB">
      <w:r>
        <w:t>— </w:t>
      </w:r>
      <w:r w:rsidR="00855694" w:rsidRPr="009071AC">
        <w:t>J</w:t>
      </w:r>
      <w:r>
        <w:t>’</w:t>
      </w:r>
      <w:r w:rsidR="00855694" w:rsidRPr="009071AC">
        <w:t>espère au moins</w:t>
      </w:r>
      <w:r>
        <w:t xml:space="preserve">, </w:t>
      </w:r>
      <w:r w:rsidR="00855694" w:rsidRPr="009071AC">
        <w:t>dit-elle</w:t>
      </w:r>
      <w:r>
        <w:t xml:space="preserve">, </w:t>
      </w:r>
      <w:r w:rsidR="00855694" w:rsidRPr="009071AC">
        <w:t>que vous me direz qui est l</w:t>
      </w:r>
      <w:r>
        <w:t>’</w:t>
      </w:r>
      <w:r w:rsidR="00855694" w:rsidRPr="009071AC">
        <w:t>ami que vous avez obligé</w:t>
      </w:r>
      <w:r>
        <w:t>.</w:t>
      </w:r>
    </w:p>
    <w:p w14:paraId="6F22D05C" w14:textId="199AE549" w:rsidR="00F635DB" w:rsidRDefault="00F635DB" w:rsidP="00F635DB">
      <w:r>
        <w:t>— </w:t>
      </w:r>
      <w:r w:rsidR="00855694" w:rsidRPr="009071AC">
        <w:t>Pour cela</w:t>
      </w:r>
      <w:r>
        <w:t xml:space="preserve">, </w:t>
      </w:r>
      <w:r w:rsidR="00855694" w:rsidRPr="009071AC">
        <w:t>non</w:t>
      </w:r>
      <w:r>
        <w:t xml:space="preserve"> !… </w:t>
      </w:r>
      <w:r w:rsidR="00855694" w:rsidRPr="009071AC">
        <w:t xml:space="preserve">répondit </w:t>
      </w:r>
      <w:r>
        <w:t>M. de </w:t>
      </w:r>
      <w:proofErr w:type="spellStart"/>
      <w:r w:rsidR="00855694" w:rsidRPr="009071AC">
        <w:t>Coralth</w:t>
      </w:r>
      <w:proofErr w:type="spellEnd"/>
      <w:r>
        <w:t>.</w:t>
      </w:r>
    </w:p>
    <w:p w14:paraId="13C07F1E" w14:textId="77777777" w:rsidR="00F635DB" w:rsidRDefault="00855694" w:rsidP="00F635DB">
      <w:r w:rsidRPr="009071AC">
        <w:t>Et</w:t>
      </w:r>
      <w:r w:rsidR="00F635DB">
        <w:t xml:space="preserve">, </w:t>
      </w:r>
      <w:r w:rsidRPr="009071AC">
        <w:t>consultant sa montre</w:t>
      </w:r>
      <w:r w:rsidR="00F635DB">
        <w:t> :</w:t>
      </w:r>
    </w:p>
    <w:p w14:paraId="62140E5C" w14:textId="77777777" w:rsidR="00F635DB" w:rsidRDefault="00F635DB" w:rsidP="00F635DB">
      <w:r>
        <w:t>— </w:t>
      </w:r>
      <w:r w:rsidR="00855694" w:rsidRPr="009071AC">
        <w:t>Mais je m</w:t>
      </w:r>
      <w:r>
        <w:t>’</w:t>
      </w:r>
      <w:r w:rsidR="00855694" w:rsidRPr="009071AC">
        <w:t>oublie</w:t>
      </w:r>
      <w:r>
        <w:t xml:space="preserve"> ! </w:t>
      </w:r>
      <w:r w:rsidR="00855694" w:rsidRPr="009071AC">
        <w:t>s</w:t>
      </w:r>
      <w:r>
        <w:t>’</w:t>
      </w:r>
      <w:r w:rsidR="00855694" w:rsidRPr="009071AC">
        <w:t>écria-t-il</w:t>
      </w:r>
      <w:r>
        <w:t xml:space="preserve">. </w:t>
      </w:r>
      <w:r w:rsidR="00855694" w:rsidRPr="009071AC">
        <w:t>J</w:t>
      </w:r>
      <w:r>
        <w:t>’</w:t>
      </w:r>
      <w:r w:rsidR="00855694" w:rsidRPr="009071AC">
        <w:t xml:space="preserve">oublie que cet idiot de </w:t>
      </w:r>
      <w:proofErr w:type="spellStart"/>
      <w:r w:rsidR="00855694" w:rsidRPr="009071AC">
        <w:t>Rochecote</w:t>
      </w:r>
      <w:proofErr w:type="spellEnd"/>
      <w:r w:rsidR="00855694" w:rsidRPr="009071AC">
        <w:t xml:space="preserve"> attend son coup d</w:t>
      </w:r>
      <w:r>
        <w:t>’</w:t>
      </w:r>
      <w:r w:rsidR="00855694" w:rsidRPr="009071AC">
        <w:t>épée</w:t>
      </w:r>
      <w:r>
        <w:t xml:space="preserve">… </w:t>
      </w:r>
      <w:r w:rsidR="00855694" w:rsidRPr="009071AC">
        <w:t>Allez dormir</w:t>
      </w:r>
      <w:r>
        <w:t xml:space="preserve">, </w:t>
      </w:r>
      <w:r w:rsidR="00855694" w:rsidRPr="009071AC">
        <w:t>chère dame</w:t>
      </w:r>
      <w:r>
        <w:t xml:space="preserve">, </w:t>
      </w:r>
      <w:r w:rsidR="00855694" w:rsidRPr="009071AC">
        <w:t>et</w:t>
      </w:r>
      <w:r>
        <w:t xml:space="preserve">… </w:t>
      </w:r>
      <w:r w:rsidR="00855694" w:rsidRPr="009071AC">
        <w:t>au revoir</w:t>
      </w:r>
      <w:r>
        <w:t>.</w:t>
      </w:r>
    </w:p>
    <w:p w14:paraId="2C91D3EA" w14:textId="77777777" w:rsidR="00F635DB" w:rsidRDefault="00855694" w:rsidP="00F635DB">
      <w:r w:rsidRPr="009071AC">
        <w:t>Elle l</w:t>
      </w:r>
      <w:r w:rsidR="00F635DB">
        <w:t>’</w:t>
      </w:r>
      <w:r w:rsidRPr="009071AC">
        <w:t>accompagna jusque sur le palier</w:t>
      </w:r>
      <w:r w:rsidR="00F635DB">
        <w:t>.</w:t>
      </w:r>
    </w:p>
    <w:p w14:paraId="2B8BAF88" w14:textId="05845D80" w:rsidR="00F635DB" w:rsidRDefault="00F635DB" w:rsidP="00F635DB">
      <w:r>
        <w:t>— </w:t>
      </w:r>
      <w:r w:rsidR="00855694" w:rsidRPr="009071AC">
        <w:t>Il est clair</w:t>
      </w:r>
      <w:r>
        <w:t xml:space="preserve">, </w:t>
      </w:r>
      <w:r w:rsidR="00855694" w:rsidRPr="009071AC">
        <w:t>pensait-elle</w:t>
      </w:r>
      <w:r>
        <w:t xml:space="preserve">, </w:t>
      </w:r>
      <w:r w:rsidR="00855694" w:rsidRPr="009071AC">
        <w:t>qu</w:t>
      </w:r>
      <w:r>
        <w:t>’</w:t>
      </w:r>
      <w:r w:rsidR="00855694" w:rsidRPr="009071AC">
        <w:t>il va courir chez l</w:t>
      </w:r>
      <w:r>
        <w:t>’</w:t>
      </w:r>
      <w:r w:rsidR="00855694" w:rsidRPr="009071AC">
        <w:t xml:space="preserve">ennemi de </w:t>
      </w:r>
      <w:r>
        <w:t>M. </w:t>
      </w:r>
      <w:proofErr w:type="spellStart"/>
      <w:r w:rsidR="00855694" w:rsidRPr="009071AC">
        <w:t>Férailleur</w:t>
      </w:r>
      <w:proofErr w:type="spellEnd"/>
      <w:r>
        <w:t>…</w:t>
      </w:r>
    </w:p>
    <w:p w14:paraId="46AD59DA" w14:textId="77777777" w:rsidR="00F635DB" w:rsidRDefault="00855694" w:rsidP="00F635DB">
      <w:r w:rsidRPr="009071AC">
        <w:t>Et</w:t>
      </w:r>
      <w:r w:rsidR="00F635DB">
        <w:t xml:space="preserve">, </w:t>
      </w:r>
      <w:r w:rsidRPr="009071AC">
        <w:t>appelant son domestique de confiance</w:t>
      </w:r>
      <w:r w:rsidR="00F635DB">
        <w:t> :</w:t>
      </w:r>
    </w:p>
    <w:p w14:paraId="1C8158CE" w14:textId="462E465C" w:rsidR="00F635DB" w:rsidRDefault="00F635DB" w:rsidP="00F635DB">
      <w:r>
        <w:t>— </w:t>
      </w:r>
      <w:r w:rsidR="00855694" w:rsidRPr="009071AC">
        <w:t>Vite</w:t>
      </w:r>
      <w:r>
        <w:t xml:space="preserve">, </w:t>
      </w:r>
      <w:r w:rsidR="00855694" w:rsidRPr="009071AC">
        <w:t>Jobin</w:t>
      </w:r>
      <w:r>
        <w:t xml:space="preserve">, </w:t>
      </w:r>
      <w:r w:rsidR="00855694" w:rsidRPr="009071AC">
        <w:t>lui dit-elle</w:t>
      </w:r>
      <w:r>
        <w:t xml:space="preserve">, </w:t>
      </w:r>
      <w:r w:rsidR="00855694" w:rsidRPr="009071AC">
        <w:t xml:space="preserve">suivez </w:t>
      </w:r>
      <w:r>
        <w:t>M. de </w:t>
      </w:r>
      <w:proofErr w:type="spellStart"/>
      <w:r w:rsidR="00855694" w:rsidRPr="009071AC">
        <w:t>Coralth</w:t>
      </w:r>
      <w:proofErr w:type="spellEnd"/>
      <w:r>
        <w:t xml:space="preserve">, </w:t>
      </w:r>
      <w:r w:rsidR="00855694" w:rsidRPr="009071AC">
        <w:t>je veux savoir où il va</w:t>
      </w:r>
      <w:r>
        <w:t xml:space="preserve">… </w:t>
      </w:r>
      <w:r w:rsidR="00855694" w:rsidRPr="009071AC">
        <w:t>et surtout</w:t>
      </w:r>
      <w:r>
        <w:t xml:space="preserve">, </w:t>
      </w:r>
      <w:r w:rsidR="00855694" w:rsidRPr="009071AC">
        <w:t>prenez garde qu</w:t>
      </w:r>
      <w:r>
        <w:t>’</w:t>
      </w:r>
      <w:r w:rsidR="00855694" w:rsidRPr="009071AC">
        <w:t>il ne vous voie</w:t>
      </w:r>
      <w:r>
        <w:t>…</w:t>
      </w:r>
    </w:p>
    <w:p w14:paraId="36684347" w14:textId="035CDC70" w:rsidR="00855694" w:rsidRPr="009071AC" w:rsidRDefault="00855694" w:rsidP="00F635DB">
      <w:pPr>
        <w:pStyle w:val="Titre1"/>
      </w:pPr>
      <w:bookmarkStart w:id="5" w:name="_Toc202021403"/>
      <w:r w:rsidRPr="009071AC">
        <w:lastRenderedPageBreak/>
        <w:t>V</w:t>
      </w:r>
      <w:bookmarkEnd w:id="5"/>
      <w:r w:rsidRPr="009071AC">
        <w:br/>
      </w:r>
    </w:p>
    <w:p w14:paraId="0D92DE94" w14:textId="77777777" w:rsidR="00F635DB" w:rsidRDefault="00855694" w:rsidP="00F635DB">
      <w:r w:rsidRPr="009071AC">
        <w:t>S</w:t>
      </w:r>
      <w:r w:rsidR="00F635DB">
        <w:t>’</w:t>
      </w:r>
      <w:r w:rsidRPr="009071AC">
        <w:t>il est</w:t>
      </w:r>
      <w:r w:rsidR="00F635DB">
        <w:t xml:space="preserve">, </w:t>
      </w:r>
      <w:r w:rsidRPr="009071AC">
        <w:t>à Paris</w:t>
      </w:r>
      <w:r w:rsidR="00F635DB">
        <w:t xml:space="preserve">, </w:t>
      </w:r>
      <w:r w:rsidRPr="009071AC">
        <w:t>une rue paisible et silencieuse</w:t>
      </w:r>
      <w:r w:rsidR="00F635DB">
        <w:t xml:space="preserve">, </w:t>
      </w:r>
      <w:r w:rsidRPr="009071AC">
        <w:t>asile rare de l</w:t>
      </w:r>
      <w:r w:rsidR="00F635DB">
        <w:t>’</w:t>
      </w:r>
      <w:r w:rsidRPr="009071AC">
        <w:t>étude et de la méditation</w:t>
      </w:r>
      <w:r w:rsidR="00F635DB">
        <w:t xml:space="preserve">, </w:t>
      </w:r>
      <w:r w:rsidRPr="009071AC">
        <w:t>c</w:t>
      </w:r>
      <w:r w:rsidR="00F635DB">
        <w:t>’</w:t>
      </w:r>
      <w:r w:rsidRPr="009071AC">
        <w:t>est</w:t>
      </w:r>
      <w:r w:rsidR="00F635DB">
        <w:t xml:space="preserve">, </w:t>
      </w:r>
      <w:r w:rsidRPr="009071AC">
        <w:t>assurément</w:t>
      </w:r>
      <w:r w:rsidR="00F635DB">
        <w:t xml:space="preserve">, </w:t>
      </w:r>
      <w:r w:rsidRPr="009071AC">
        <w:t>cette belle et large rue d</w:t>
      </w:r>
      <w:r w:rsidR="00F635DB">
        <w:t>’</w:t>
      </w:r>
      <w:r w:rsidRPr="009071AC">
        <w:t>Ulm</w:t>
      </w:r>
      <w:r w:rsidR="00F635DB">
        <w:t xml:space="preserve">, </w:t>
      </w:r>
      <w:r w:rsidRPr="009071AC">
        <w:t>qui commence à la place du Panthéon et se termine brusquement à la rue des Feuillantines</w:t>
      </w:r>
      <w:r w:rsidR="00F635DB">
        <w:t>.</w:t>
      </w:r>
    </w:p>
    <w:p w14:paraId="5C2789A7" w14:textId="77777777" w:rsidR="00F635DB" w:rsidRDefault="00855694" w:rsidP="00F635DB">
      <w:r w:rsidRPr="009071AC">
        <w:t>Les magasins y sont peu somptueux et si rares qu</w:t>
      </w:r>
      <w:r w:rsidR="00F635DB">
        <w:t>’</w:t>
      </w:r>
      <w:r w:rsidRPr="009071AC">
        <w:t>on les compterait</w:t>
      </w:r>
      <w:r w:rsidR="00F635DB">
        <w:t>.</w:t>
      </w:r>
    </w:p>
    <w:p w14:paraId="597D5BF5" w14:textId="77777777" w:rsidR="00F635DB" w:rsidRDefault="00855694" w:rsidP="00F635DB">
      <w:r w:rsidRPr="009071AC">
        <w:t>Il y a un marchand de vin</w:t>
      </w:r>
      <w:r w:rsidR="00F635DB">
        <w:t xml:space="preserve">, </w:t>
      </w:r>
      <w:r w:rsidRPr="009071AC">
        <w:t>à gauche</w:t>
      </w:r>
      <w:r w:rsidR="00F635DB">
        <w:t xml:space="preserve">, </w:t>
      </w:r>
      <w:r w:rsidRPr="009071AC">
        <w:t>à l</w:t>
      </w:r>
      <w:r w:rsidR="00F635DB">
        <w:t>’</w:t>
      </w:r>
      <w:r w:rsidRPr="009071AC">
        <w:t>angle de la rue de la Vieille-Estrapade</w:t>
      </w:r>
      <w:r w:rsidR="00F635DB">
        <w:t xml:space="preserve"> ; </w:t>
      </w:r>
      <w:r w:rsidRPr="009071AC">
        <w:t xml:space="preserve">puis la petite boutique de </w:t>
      </w:r>
      <w:r w:rsidR="00F635DB">
        <w:t>« </w:t>
      </w:r>
      <w:r w:rsidRPr="009071AC">
        <w:t>La Jeunesse</w:t>
      </w:r>
      <w:r w:rsidR="00F635DB">
        <w:t>, »</w:t>
      </w:r>
      <w:r w:rsidRPr="009071AC">
        <w:t xml:space="preserve"> puis une blanchisseuse et un relieur</w:t>
      </w:r>
      <w:r w:rsidR="00F635DB">
        <w:t xml:space="preserve">. </w:t>
      </w:r>
      <w:r w:rsidRPr="009071AC">
        <w:t>On trouve à droite l</w:t>
      </w:r>
      <w:r w:rsidR="00F635DB">
        <w:t>’</w:t>
      </w:r>
      <w:r w:rsidRPr="009071AC">
        <w:t xml:space="preserve">imprimerie du </w:t>
      </w:r>
      <w:r w:rsidR="00F635DB">
        <w:t>« </w:t>
      </w:r>
      <w:r w:rsidRPr="009071AC">
        <w:t>Bulletin de l</w:t>
      </w:r>
      <w:r w:rsidR="00F635DB">
        <w:t>’</w:t>
      </w:r>
      <w:r w:rsidRPr="009071AC">
        <w:t>Observatoire</w:t>
      </w:r>
      <w:r w:rsidR="00F635DB">
        <w:t>, »</w:t>
      </w:r>
      <w:r w:rsidRPr="009071AC">
        <w:t xml:space="preserve"> un marchand de bois nommé Chanson</w:t>
      </w:r>
      <w:r w:rsidR="00F635DB">
        <w:t xml:space="preserve">, </w:t>
      </w:r>
      <w:r w:rsidRPr="009071AC">
        <w:t>un serrurier</w:t>
      </w:r>
      <w:r w:rsidR="00F635DB">
        <w:t xml:space="preserve">, </w:t>
      </w:r>
      <w:r w:rsidRPr="009071AC">
        <w:t>un fruitier</w:t>
      </w:r>
      <w:r w:rsidR="00F635DB">
        <w:t xml:space="preserve">, </w:t>
      </w:r>
      <w:r w:rsidRPr="009071AC">
        <w:t>un boulanger</w:t>
      </w:r>
      <w:r w:rsidR="00F635DB">
        <w:t xml:space="preserve">… </w:t>
      </w:r>
      <w:r w:rsidRPr="009071AC">
        <w:t>et c</w:t>
      </w:r>
      <w:r w:rsidR="00F635DB">
        <w:t>’</w:t>
      </w:r>
      <w:r w:rsidRPr="009071AC">
        <w:t>est quasi tout</w:t>
      </w:r>
      <w:r w:rsidR="00F635DB">
        <w:t>.</w:t>
      </w:r>
    </w:p>
    <w:p w14:paraId="0E579A0E" w14:textId="77777777" w:rsidR="00F635DB" w:rsidRDefault="00855694" w:rsidP="00F635DB">
      <w:r w:rsidRPr="009071AC">
        <w:t>Le reste de la rue est occupé par de vastes établissements à façades austères entourés de jardins</w:t>
      </w:r>
      <w:r w:rsidR="00F635DB">
        <w:t xml:space="preserve">. </w:t>
      </w:r>
      <w:r w:rsidRPr="009071AC">
        <w:t>C</w:t>
      </w:r>
      <w:r w:rsidR="00F635DB">
        <w:t>’</w:t>
      </w:r>
      <w:r w:rsidRPr="009071AC">
        <w:t xml:space="preserve">est le couvent des </w:t>
      </w:r>
      <w:r w:rsidR="00F635DB">
        <w:t>« </w:t>
      </w:r>
      <w:r w:rsidRPr="009071AC">
        <w:t>Sœurs de la Croix</w:t>
      </w:r>
      <w:r w:rsidR="00F635DB">
        <w:t>, »</w:t>
      </w:r>
      <w:r w:rsidRPr="009071AC">
        <w:t xml:space="preserve"> et ensuite la maison des </w:t>
      </w:r>
      <w:r w:rsidR="00F635DB">
        <w:t>« </w:t>
      </w:r>
      <w:r w:rsidRPr="009071AC">
        <w:t>Dames de l</w:t>
      </w:r>
      <w:r w:rsidR="00F635DB">
        <w:t>’</w:t>
      </w:r>
      <w:r w:rsidRPr="009071AC">
        <w:t>Adoration réparatrice du Sacré-Cœur</w:t>
      </w:r>
      <w:r w:rsidR="00F635DB">
        <w:t>. »</w:t>
      </w:r>
      <w:r w:rsidRPr="009071AC">
        <w:t xml:space="preserve"> Plus loin</w:t>
      </w:r>
      <w:r w:rsidR="00F635DB">
        <w:t xml:space="preserve">, </w:t>
      </w:r>
      <w:r w:rsidRPr="009071AC">
        <w:t>vers la rue des Feuillantines</w:t>
      </w:r>
      <w:r w:rsidR="00F635DB">
        <w:t xml:space="preserve">, </w:t>
      </w:r>
      <w:r w:rsidRPr="009071AC">
        <w:t>on reconnaît l</w:t>
      </w:r>
      <w:r w:rsidR="00F635DB">
        <w:t>’</w:t>
      </w:r>
      <w:r w:rsidRPr="009071AC">
        <w:t>École Normale</w:t>
      </w:r>
      <w:r w:rsidR="00F635DB">
        <w:t xml:space="preserve">, </w:t>
      </w:r>
      <w:r w:rsidRPr="009071AC">
        <w:t>et en face un dépôt de la Compagnie des Omnibus</w:t>
      </w:r>
      <w:r w:rsidR="00F635DB">
        <w:t>.</w:t>
      </w:r>
    </w:p>
    <w:p w14:paraId="781EE227" w14:textId="77777777" w:rsidR="00F635DB" w:rsidRDefault="00855694" w:rsidP="00F635DB">
      <w:r w:rsidRPr="009071AC">
        <w:t>Le jour</w:t>
      </w:r>
      <w:r w:rsidR="00F635DB">
        <w:t xml:space="preserve">, </w:t>
      </w:r>
      <w:r w:rsidRPr="009071AC">
        <w:t>on n</w:t>
      </w:r>
      <w:r w:rsidR="00F635DB">
        <w:t>’</w:t>
      </w:r>
      <w:r w:rsidRPr="009071AC">
        <w:t>y rencontre guère que des physionomies graves</w:t>
      </w:r>
      <w:r w:rsidR="00F635DB">
        <w:t xml:space="preserve"> : </w:t>
      </w:r>
      <w:r w:rsidRPr="009071AC">
        <w:t>des prêtres</w:t>
      </w:r>
      <w:r w:rsidR="00F635DB">
        <w:t xml:space="preserve">, </w:t>
      </w:r>
      <w:r w:rsidRPr="009071AC">
        <w:t>des savants</w:t>
      </w:r>
      <w:r w:rsidR="00F635DB">
        <w:t xml:space="preserve">, </w:t>
      </w:r>
      <w:r w:rsidRPr="009071AC">
        <w:t>des professeurs</w:t>
      </w:r>
      <w:r w:rsidR="00F635DB">
        <w:t xml:space="preserve">, </w:t>
      </w:r>
      <w:r w:rsidRPr="009071AC">
        <w:t>des employés des bibliothèques</w:t>
      </w:r>
      <w:r w:rsidR="00F635DB">
        <w:t xml:space="preserve">. </w:t>
      </w:r>
      <w:r w:rsidRPr="009071AC">
        <w:t>Tout le mouvement vient des chevaux du dépôt</w:t>
      </w:r>
      <w:r w:rsidR="00F635DB">
        <w:t xml:space="preserve">, </w:t>
      </w:r>
      <w:r w:rsidRPr="009071AC">
        <w:t>et si on entend quelques éclats de rire sonores</w:t>
      </w:r>
      <w:r w:rsidR="00F635DB">
        <w:t xml:space="preserve">, </w:t>
      </w:r>
      <w:r w:rsidRPr="009071AC">
        <w:t>c</w:t>
      </w:r>
      <w:r w:rsidR="00F635DB">
        <w:t>’</w:t>
      </w:r>
      <w:r w:rsidRPr="009071AC">
        <w:t>est que c</w:t>
      </w:r>
      <w:r w:rsidR="00F635DB">
        <w:t>’</w:t>
      </w:r>
      <w:r w:rsidRPr="009071AC">
        <w:t>est sortie à l</w:t>
      </w:r>
      <w:r w:rsidR="00F635DB">
        <w:t>’</w:t>
      </w:r>
      <w:r w:rsidRPr="009071AC">
        <w:t>École Normale</w:t>
      </w:r>
      <w:r w:rsidR="00F635DB">
        <w:t>.</w:t>
      </w:r>
    </w:p>
    <w:p w14:paraId="771A43E5" w14:textId="77777777" w:rsidR="00F635DB" w:rsidRDefault="00855694" w:rsidP="00F635DB">
      <w:r w:rsidRPr="009071AC">
        <w:t>La nuit venue</w:t>
      </w:r>
      <w:r w:rsidR="00F635DB">
        <w:t xml:space="preserve">, </w:t>
      </w:r>
      <w:r w:rsidRPr="009071AC">
        <w:t>on s</w:t>
      </w:r>
      <w:r w:rsidR="00F635DB">
        <w:t>’</w:t>
      </w:r>
      <w:r w:rsidRPr="009071AC">
        <w:t>y croirait à cent lieues du boulevard Montmartre et de l</w:t>
      </w:r>
      <w:r w:rsidR="00F635DB">
        <w:t>’</w:t>
      </w:r>
      <w:r w:rsidRPr="009071AC">
        <w:t>Opéra</w:t>
      </w:r>
      <w:r w:rsidR="00F635DB">
        <w:t xml:space="preserve">, </w:t>
      </w:r>
      <w:r w:rsidRPr="009071AC">
        <w:t>dans quelque bonne vieille ville de province</w:t>
      </w:r>
      <w:r w:rsidR="00F635DB">
        <w:t xml:space="preserve">, </w:t>
      </w:r>
      <w:r w:rsidRPr="009071AC">
        <w:t>à Poitiers</w:t>
      </w:r>
      <w:r w:rsidR="00F635DB">
        <w:t xml:space="preserve">, </w:t>
      </w:r>
      <w:r w:rsidRPr="009071AC">
        <w:t>par exemple</w:t>
      </w:r>
      <w:r w:rsidR="00F635DB">
        <w:t xml:space="preserve">. </w:t>
      </w:r>
      <w:r w:rsidRPr="009071AC">
        <w:t>Et c</w:t>
      </w:r>
      <w:r w:rsidR="00F635DB">
        <w:t>’</w:t>
      </w:r>
      <w:r w:rsidRPr="009071AC">
        <w:t xml:space="preserve">est à peine si en prêtant </w:t>
      </w:r>
      <w:r w:rsidRPr="009071AC">
        <w:lastRenderedPageBreak/>
        <w:t>bien l</w:t>
      </w:r>
      <w:r w:rsidR="00F635DB">
        <w:t>’</w:t>
      </w:r>
      <w:r w:rsidRPr="009071AC">
        <w:t>oreille on y recueille un écho affaibli du tapage de Paris viveur</w:t>
      </w:r>
      <w:r w:rsidR="00F635DB">
        <w:t>.</w:t>
      </w:r>
    </w:p>
    <w:p w14:paraId="64796718" w14:textId="663E05E8" w:rsidR="00F635DB" w:rsidRDefault="00855694" w:rsidP="00F635DB">
      <w:r w:rsidRPr="009071AC">
        <w:t>C</w:t>
      </w:r>
      <w:r w:rsidR="00F635DB">
        <w:t>’</w:t>
      </w:r>
      <w:r w:rsidRPr="009071AC">
        <w:t>est dans cette rue</w:t>
      </w:r>
      <w:r w:rsidR="00F635DB">
        <w:t xml:space="preserve"> – </w:t>
      </w:r>
      <w:r w:rsidRPr="009071AC">
        <w:t>au bout du monde</w:t>
      </w:r>
      <w:r w:rsidR="00F635DB">
        <w:t xml:space="preserve">, </w:t>
      </w:r>
      <w:r w:rsidRPr="009071AC">
        <w:t xml:space="preserve">disait </w:t>
      </w:r>
      <w:r w:rsidR="00F635DB">
        <w:t>M. de </w:t>
      </w:r>
      <w:proofErr w:type="spellStart"/>
      <w:r w:rsidRPr="009071AC">
        <w:t>Coralth</w:t>
      </w:r>
      <w:proofErr w:type="spellEnd"/>
      <w:r w:rsidR="00F635DB">
        <w:t xml:space="preserve"> – </w:t>
      </w:r>
      <w:r w:rsidRPr="009071AC">
        <w:t xml:space="preserve">que Pascal </w:t>
      </w:r>
      <w:proofErr w:type="spellStart"/>
      <w:r w:rsidRPr="009071AC">
        <w:t>Férailleur</w:t>
      </w:r>
      <w:proofErr w:type="spellEnd"/>
      <w:r w:rsidRPr="009071AC">
        <w:t xml:space="preserve"> demeurait avec sa mère</w:t>
      </w:r>
      <w:r w:rsidR="00F635DB">
        <w:t>.</w:t>
      </w:r>
    </w:p>
    <w:p w14:paraId="43976CBE" w14:textId="77777777" w:rsidR="00F635DB" w:rsidRDefault="00855694" w:rsidP="00F635DB">
      <w:r w:rsidRPr="009071AC">
        <w:t>Ils occupaient au second étage</w:t>
      </w:r>
      <w:r w:rsidR="00F635DB">
        <w:t xml:space="preserve">, </w:t>
      </w:r>
      <w:r w:rsidRPr="009071AC">
        <w:t>un joli appartement de cinq pièces ayant vue sur des jardins</w:t>
      </w:r>
      <w:r w:rsidR="00F635DB">
        <w:t>.</w:t>
      </w:r>
    </w:p>
    <w:p w14:paraId="0D6F5547" w14:textId="77777777" w:rsidR="00F635DB" w:rsidRDefault="00855694" w:rsidP="00F635DB">
      <w:r w:rsidRPr="009071AC">
        <w:t>Leur loyer était élevé</w:t>
      </w:r>
      <w:r w:rsidR="00F635DB">
        <w:t xml:space="preserve">. </w:t>
      </w:r>
      <w:r w:rsidRPr="009071AC">
        <w:t xml:space="preserve">Ils payaient </w:t>
      </w:r>
      <w:r w:rsidR="00F635DB" w:rsidRPr="009071AC">
        <w:t>1</w:t>
      </w:r>
      <w:r w:rsidR="00F635DB">
        <w:t>,</w:t>
      </w:r>
      <w:r w:rsidR="00F635DB" w:rsidRPr="009071AC">
        <w:t>4</w:t>
      </w:r>
      <w:r w:rsidRPr="009071AC">
        <w:t>00 francs</w:t>
      </w:r>
      <w:r w:rsidR="00F635DB">
        <w:t xml:space="preserve">. </w:t>
      </w:r>
      <w:r w:rsidRPr="009071AC">
        <w:t>Mais c</w:t>
      </w:r>
      <w:r w:rsidR="00F635DB">
        <w:t>’</w:t>
      </w:r>
      <w:r w:rsidRPr="009071AC">
        <w:t>était là un sacrifice imposé par la profession de Pascal</w:t>
      </w:r>
      <w:r w:rsidR="00F635DB">
        <w:t xml:space="preserve">. </w:t>
      </w:r>
      <w:r w:rsidRPr="009071AC">
        <w:t>Ne lui fallait-il pas un cabinet et un petit salon d</w:t>
      </w:r>
      <w:r w:rsidR="00F635DB">
        <w:t>’</w:t>
      </w:r>
      <w:r w:rsidRPr="009071AC">
        <w:t>attente pour les clients</w:t>
      </w:r>
      <w:r w:rsidR="00F635DB">
        <w:t> ?…</w:t>
      </w:r>
    </w:p>
    <w:p w14:paraId="13671814" w14:textId="77777777" w:rsidR="00F635DB" w:rsidRDefault="00855694" w:rsidP="00F635DB">
      <w:r w:rsidRPr="009071AC">
        <w:t>Pour le reste</w:t>
      </w:r>
      <w:r w:rsidR="00F635DB">
        <w:t xml:space="preserve">, </w:t>
      </w:r>
      <w:r w:rsidRPr="009071AC">
        <w:t>la vie de la mère et du fils était étroite et simple</w:t>
      </w:r>
      <w:r w:rsidR="00F635DB">
        <w:t xml:space="preserve">. </w:t>
      </w:r>
      <w:r w:rsidRPr="009071AC">
        <w:t>Tout leur service se composait d</w:t>
      </w:r>
      <w:r w:rsidR="00F635DB">
        <w:t>’</w:t>
      </w:r>
      <w:r w:rsidRPr="009071AC">
        <w:t>une femme de ménage qui venait le matin à sept heures pour le gros ouvrage</w:t>
      </w:r>
      <w:r w:rsidR="00F635DB">
        <w:t xml:space="preserve">, </w:t>
      </w:r>
      <w:r w:rsidRPr="009071AC">
        <w:t>se retirait à midi et ne revenait que le soir pour le dîner</w:t>
      </w:r>
      <w:r w:rsidR="00F635DB">
        <w:t>.</w:t>
      </w:r>
    </w:p>
    <w:p w14:paraId="03BF518A" w14:textId="537C5119"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se chargeait du reste</w:t>
      </w:r>
      <w:r>
        <w:t xml:space="preserve">, </w:t>
      </w:r>
      <w:r w:rsidR="00855694" w:rsidRPr="009071AC">
        <w:t>ne rougissant nullement d</w:t>
      </w:r>
      <w:r>
        <w:t>’</w:t>
      </w:r>
      <w:r w:rsidR="00855694" w:rsidRPr="009071AC">
        <w:t>aller ouvrir quand un client sonnait</w:t>
      </w:r>
      <w:r>
        <w:t xml:space="preserve">. </w:t>
      </w:r>
      <w:r w:rsidR="00855694" w:rsidRPr="009071AC">
        <w:t>Elle pouvait d</w:t>
      </w:r>
      <w:r>
        <w:t>’</w:t>
      </w:r>
      <w:r w:rsidR="00855694" w:rsidRPr="009071AC">
        <w:t>ailleurs le faire sans crainte de méprise</w:t>
      </w:r>
      <w:r>
        <w:t xml:space="preserve">, </w:t>
      </w:r>
      <w:r w:rsidR="00855694" w:rsidRPr="009071AC">
        <w:t>tant son extérieur digne imposait le respect</w:t>
      </w:r>
      <w:r>
        <w:t>.</w:t>
      </w:r>
    </w:p>
    <w:p w14:paraId="0B1DF7CB" w14:textId="5A962E84" w:rsidR="00F635DB" w:rsidRDefault="00855694" w:rsidP="00F635DB">
      <w:r w:rsidRPr="009071AC">
        <w:t xml:space="preserve">En la comparant à un </w:t>
      </w:r>
      <w:r w:rsidR="00F635DB">
        <w:t>« </w:t>
      </w:r>
      <w:r w:rsidRPr="009071AC">
        <w:t>portrait de famille</w:t>
      </w:r>
      <w:r w:rsidR="00F635DB">
        <w:t>, »</w:t>
      </w:r>
      <w:r w:rsidRPr="009071AC">
        <w:t xml:space="preserve"> </w:t>
      </w:r>
      <w:r w:rsidR="00F635DB">
        <w:t>M. de </w:t>
      </w:r>
      <w:proofErr w:type="spellStart"/>
      <w:r w:rsidRPr="009071AC">
        <w:t>Coralth</w:t>
      </w:r>
      <w:proofErr w:type="spellEnd"/>
      <w:r w:rsidRPr="009071AC">
        <w:t xml:space="preserve"> avait fait preuve de jugement</w:t>
      </w:r>
      <w:r w:rsidR="00F635DB">
        <w:t xml:space="preserve">. </w:t>
      </w:r>
      <w:r w:rsidRPr="009071AC">
        <w:t>Elle était telle en effet qu</w:t>
      </w:r>
      <w:r w:rsidR="00F635DB">
        <w:t>’</w:t>
      </w:r>
      <w:r w:rsidRPr="009071AC">
        <w:t>on aime à se représenter les femmes de la vieille bourgeoisie</w:t>
      </w:r>
      <w:r w:rsidR="00F635DB">
        <w:t xml:space="preserve">, </w:t>
      </w:r>
      <w:r w:rsidRPr="009071AC">
        <w:t>épouses chastes et aimantes</w:t>
      </w:r>
      <w:r w:rsidR="00F635DB">
        <w:t xml:space="preserve">, </w:t>
      </w:r>
      <w:r w:rsidRPr="009071AC">
        <w:t>mères incomparables</w:t>
      </w:r>
      <w:r w:rsidR="00F635DB">
        <w:t xml:space="preserve">, </w:t>
      </w:r>
      <w:r w:rsidRPr="009071AC">
        <w:t>qui apportaient le bonheur au foyer de l</w:t>
      </w:r>
      <w:r w:rsidR="00F635DB">
        <w:t>’</w:t>
      </w:r>
      <w:r w:rsidRPr="009071AC">
        <w:t>homme qu</w:t>
      </w:r>
      <w:r w:rsidR="00F635DB">
        <w:t>’</w:t>
      </w:r>
      <w:r w:rsidRPr="009071AC">
        <w:t>elles avaient choisi</w:t>
      </w:r>
      <w:r w:rsidR="00F635DB">
        <w:t>.</w:t>
      </w:r>
    </w:p>
    <w:p w14:paraId="049A3E9B" w14:textId="2AD3B862" w:rsidR="00F635DB" w:rsidRDefault="00855694" w:rsidP="00F635DB">
      <w:r w:rsidRPr="009071AC">
        <w:t>À cinquante ans qu</w:t>
      </w:r>
      <w:r w:rsidR="00F635DB">
        <w:t>’</w:t>
      </w:r>
      <w:r w:rsidRPr="009071AC">
        <w:t>elle venait d</w:t>
      </w:r>
      <w:r w:rsidR="00F635DB">
        <w:t>’</w:t>
      </w:r>
      <w:r w:rsidRPr="009071AC">
        <w:t>avoir</w:t>
      </w:r>
      <w:r w:rsidR="00F635DB">
        <w:t>, M</w:t>
      </w:r>
      <w:r w:rsidR="00F635DB" w:rsidRPr="00F635DB">
        <w:rPr>
          <w:vertAlign w:val="superscript"/>
        </w:rPr>
        <w:t>me</w:t>
      </w:r>
      <w:r w:rsidR="00F635DB">
        <w:t> </w:t>
      </w:r>
      <w:proofErr w:type="spellStart"/>
      <w:r w:rsidRPr="009071AC">
        <w:t>Férailleur</w:t>
      </w:r>
      <w:proofErr w:type="spellEnd"/>
      <w:r w:rsidRPr="009071AC">
        <w:t xml:space="preserve"> paraissait son âge</w:t>
      </w:r>
      <w:r w:rsidR="00F635DB">
        <w:t xml:space="preserve">. </w:t>
      </w:r>
      <w:r w:rsidRPr="009071AC">
        <w:t>Elle avait souffert</w:t>
      </w:r>
      <w:r w:rsidR="00F635DB">
        <w:t xml:space="preserve">. </w:t>
      </w:r>
      <w:r w:rsidRPr="009071AC">
        <w:t>Un observateur reconnaissait la trace des larmes au pli de ses paupières</w:t>
      </w:r>
      <w:r w:rsidR="00F635DB">
        <w:t xml:space="preserve">, </w:t>
      </w:r>
      <w:r w:rsidRPr="009071AC">
        <w:t>et ses lèvres trahissaient de cruelles douleurs héroïquement supportées</w:t>
      </w:r>
      <w:r w:rsidR="00F635DB">
        <w:t>.</w:t>
      </w:r>
    </w:p>
    <w:p w14:paraId="0A9A3F74" w14:textId="77777777" w:rsidR="00F635DB" w:rsidRDefault="00855694" w:rsidP="00F635DB">
      <w:r w:rsidRPr="009071AC">
        <w:lastRenderedPageBreak/>
        <w:t>Elle n</w:t>
      </w:r>
      <w:r w:rsidR="00F635DB">
        <w:t>’</w:t>
      </w:r>
      <w:r w:rsidRPr="009071AC">
        <w:t>était pas sévère</w:t>
      </w:r>
      <w:r w:rsidR="00F635DB">
        <w:t xml:space="preserve">, </w:t>
      </w:r>
      <w:r w:rsidRPr="009071AC">
        <w:t>cependant</w:t>
      </w:r>
      <w:r w:rsidR="00F635DB">
        <w:t xml:space="preserve">, </w:t>
      </w:r>
      <w:r w:rsidRPr="009071AC">
        <w:t>ni même trop grave</w:t>
      </w:r>
      <w:r w:rsidR="00F635DB">
        <w:t xml:space="preserve">. </w:t>
      </w:r>
      <w:r w:rsidRPr="009071AC">
        <w:t>Souvent les rares amis qu</w:t>
      </w:r>
      <w:r w:rsidR="00F635DB">
        <w:t>’</w:t>
      </w:r>
      <w:r w:rsidRPr="009071AC">
        <w:t>elle admettait à son intimité se retiraient émerveillés de son esprit</w:t>
      </w:r>
      <w:r w:rsidR="00F635DB">
        <w:t>.</w:t>
      </w:r>
    </w:p>
    <w:p w14:paraId="234CBA5D" w14:textId="77777777" w:rsidR="00F635DB" w:rsidRDefault="00855694" w:rsidP="00F635DB">
      <w:r w:rsidRPr="009071AC">
        <w:t>C</w:t>
      </w:r>
      <w:r w:rsidR="00F635DB">
        <w:t>’</w:t>
      </w:r>
      <w:r w:rsidRPr="009071AC">
        <w:t>était d</w:t>
      </w:r>
      <w:r w:rsidR="00F635DB">
        <w:t>’</w:t>
      </w:r>
      <w:r w:rsidRPr="009071AC">
        <w:t>ailleurs une de ces femmes qui n</w:t>
      </w:r>
      <w:r w:rsidR="00F635DB">
        <w:t>’</w:t>
      </w:r>
      <w:r w:rsidRPr="009071AC">
        <w:t>ont pas d</w:t>
      </w:r>
      <w:r w:rsidR="00F635DB">
        <w:t>’</w:t>
      </w:r>
      <w:r w:rsidRPr="009071AC">
        <w:t>histoire</w:t>
      </w:r>
      <w:r w:rsidR="00F635DB">
        <w:t xml:space="preserve">, </w:t>
      </w:r>
      <w:r w:rsidRPr="009071AC">
        <w:t>qui ont fait leur bonheur de ce que d</w:t>
      </w:r>
      <w:r w:rsidR="00F635DB">
        <w:t>’</w:t>
      </w:r>
      <w:r w:rsidRPr="009071AC">
        <w:t>autres appellent leur devoir</w:t>
      </w:r>
      <w:r w:rsidR="00F635DB">
        <w:t>.</w:t>
      </w:r>
    </w:p>
    <w:p w14:paraId="0B5513B4" w14:textId="77777777" w:rsidR="00F635DB" w:rsidRDefault="00855694" w:rsidP="00F635DB">
      <w:r w:rsidRPr="009071AC">
        <w:t>Une courte phrase résume sa vie</w:t>
      </w:r>
      <w:r w:rsidR="00F635DB">
        <w:t xml:space="preserve"> : </w:t>
      </w:r>
      <w:r w:rsidRPr="009071AC">
        <w:t>elle avait aimé</w:t>
      </w:r>
      <w:r w:rsidR="00F635DB">
        <w:t xml:space="preserve">, </w:t>
      </w:r>
      <w:r w:rsidRPr="009071AC">
        <w:t>elle s</w:t>
      </w:r>
      <w:r w:rsidR="00F635DB">
        <w:t>’</w:t>
      </w:r>
      <w:r w:rsidRPr="009071AC">
        <w:t>était dévouée</w:t>
      </w:r>
      <w:r w:rsidR="00F635DB">
        <w:t>.</w:t>
      </w:r>
    </w:p>
    <w:p w14:paraId="3F682C82" w14:textId="77777777" w:rsidR="00F635DB" w:rsidRDefault="00855694" w:rsidP="00F635DB">
      <w:r w:rsidRPr="009071AC">
        <w:t>Fille d</w:t>
      </w:r>
      <w:r w:rsidR="00F635DB">
        <w:t>’</w:t>
      </w:r>
      <w:r w:rsidRPr="009071AC">
        <w:t>un modeste employé des finances</w:t>
      </w:r>
      <w:r w:rsidR="00F635DB">
        <w:t xml:space="preserve">, </w:t>
      </w:r>
      <w:r w:rsidRPr="009071AC">
        <w:t>elle avait épousé</w:t>
      </w:r>
      <w:r w:rsidR="00F635DB">
        <w:t xml:space="preserve">, </w:t>
      </w:r>
      <w:r w:rsidRPr="009071AC">
        <w:t xml:space="preserve">avec </w:t>
      </w:r>
      <w:r w:rsidR="00F635DB" w:rsidRPr="009071AC">
        <w:t>3</w:t>
      </w:r>
      <w:r w:rsidR="00F635DB">
        <w:t>,</w:t>
      </w:r>
      <w:r w:rsidR="00F635DB" w:rsidRPr="009071AC">
        <w:t>0</w:t>
      </w:r>
      <w:r w:rsidRPr="009071AC">
        <w:t>00 francs de dot</w:t>
      </w:r>
      <w:r w:rsidR="00F635DB">
        <w:t xml:space="preserve">, </w:t>
      </w:r>
      <w:r w:rsidRPr="009071AC">
        <w:t>un jeune homme pauvre comme elle</w:t>
      </w:r>
      <w:r w:rsidR="00F635DB">
        <w:t xml:space="preserve">, </w:t>
      </w:r>
      <w:r w:rsidRPr="009071AC">
        <w:t>mais intelligent et laborieux</w:t>
      </w:r>
      <w:r w:rsidR="00F635DB">
        <w:t xml:space="preserve">, </w:t>
      </w:r>
      <w:r w:rsidRPr="009071AC">
        <w:t>qu</w:t>
      </w:r>
      <w:r w:rsidR="00F635DB">
        <w:t>’</w:t>
      </w:r>
      <w:r w:rsidRPr="009071AC">
        <w:t>elle aimait et qui l</w:t>
      </w:r>
      <w:r w:rsidR="00F635DB">
        <w:t>’</w:t>
      </w:r>
      <w:r w:rsidRPr="009071AC">
        <w:t>adorait</w:t>
      </w:r>
      <w:r w:rsidR="00F635DB">
        <w:t>…</w:t>
      </w:r>
    </w:p>
    <w:p w14:paraId="47D5494C" w14:textId="77777777" w:rsidR="00F635DB" w:rsidRDefault="00855694" w:rsidP="00F635DB">
      <w:r w:rsidRPr="009071AC">
        <w:t>Ce jeune homme</w:t>
      </w:r>
      <w:r w:rsidR="00F635DB">
        <w:t xml:space="preserve">, </w:t>
      </w:r>
      <w:r w:rsidRPr="009071AC">
        <w:t>en se mariant</w:t>
      </w:r>
      <w:r w:rsidR="00F635DB">
        <w:t xml:space="preserve">, </w:t>
      </w:r>
      <w:r w:rsidRPr="009071AC">
        <w:t>s</w:t>
      </w:r>
      <w:r w:rsidR="00F635DB">
        <w:t>’</w:t>
      </w:r>
      <w:r w:rsidRPr="009071AC">
        <w:t>était juré qu</w:t>
      </w:r>
      <w:r w:rsidR="00F635DB">
        <w:t>’</w:t>
      </w:r>
      <w:r w:rsidRPr="009071AC">
        <w:t>il ferait fortune</w:t>
      </w:r>
      <w:r w:rsidR="00F635DB">
        <w:t xml:space="preserve">, </w:t>
      </w:r>
      <w:r w:rsidRPr="009071AC">
        <w:t>non qu</w:t>
      </w:r>
      <w:r w:rsidR="00F635DB">
        <w:t>’</w:t>
      </w:r>
      <w:r w:rsidRPr="009071AC">
        <w:t>il tînt à l</w:t>
      </w:r>
      <w:r w:rsidR="00F635DB">
        <w:t>’</w:t>
      </w:r>
      <w:r w:rsidRPr="009071AC">
        <w:t>argent</w:t>
      </w:r>
      <w:r w:rsidR="00F635DB">
        <w:t xml:space="preserve">, </w:t>
      </w:r>
      <w:r w:rsidRPr="009071AC">
        <w:t>grand Dieu</w:t>
      </w:r>
      <w:r w:rsidR="00F635DB">
        <w:t xml:space="preserve"> !… </w:t>
      </w:r>
      <w:r w:rsidRPr="009071AC">
        <w:t>mais pour parer de toutes les superfluités de luxe son idole</w:t>
      </w:r>
      <w:r w:rsidR="00F635DB">
        <w:t xml:space="preserve">, </w:t>
      </w:r>
      <w:r w:rsidRPr="009071AC">
        <w:t>sa femme</w:t>
      </w:r>
      <w:r w:rsidR="00F635DB">
        <w:t>.</w:t>
      </w:r>
    </w:p>
    <w:p w14:paraId="5E9ADB5D" w14:textId="77777777" w:rsidR="00F635DB" w:rsidRDefault="00855694" w:rsidP="00F635DB">
      <w:r w:rsidRPr="009071AC">
        <w:t>Nul doute que son amour</w:t>
      </w:r>
      <w:r w:rsidR="00F635DB">
        <w:t xml:space="preserve">, </w:t>
      </w:r>
      <w:r w:rsidRPr="009071AC">
        <w:t>en décuplant son énergie</w:t>
      </w:r>
      <w:r w:rsidR="00F635DB">
        <w:t xml:space="preserve">, </w:t>
      </w:r>
      <w:r w:rsidRPr="009071AC">
        <w:t>n</w:t>
      </w:r>
      <w:r w:rsidR="00F635DB">
        <w:t>’</w:t>
      </w:r>
      <w:r w:rsidRPr="009071AC">
        <w:t>ait hâté son succès</w:t>
      </w:r>
      <w:r w:rsidR="00F635DB">
        <w:t>.</w:t>
      </w:r>
    </w:p>
    <w:p w14:paraId="7108A09E" w14:textId="77777777" w:rsidR="00F635DB" w:rsidRDefault="00855694" w:rsidP="00F635DB">
      <w:r w:rsidRPr="009071AC">
        <w:t>Attaché en qualité de chimiste à un grand établissement industriel</w:t>
      </w:r>
      <w:r w:rsidR="00F635DB">
        <w:t xml:space="preserve">, </w:t>
      </w:r>
      <w:r w:rsidRPr="009071AC">
        <w:t>il rendit de tels services qu</w:t>
      </w:r>
      <w:r w:rsidR="00F635DB">
        <w:t>’</w:t>
      </w:r>
      <w:r w:rsidRPr="009071AC">
        <w:t>on ne tarda pas à l</w:t>
      </w:r>
      <w:r w:rsidR="00F635DB">
        <w:t>’</w:t>
      </w:r>
      <w:r w:rsidRPr="009071AC">
        <w:t>associer pour une large part dans les bénéfices</w:t>
      </w:r>
      <w:r w:rsidR="00F635DB">
        <w:t xml:space="preserve">. </w:t>
      </w:r>
      <w:r w:rsidRPr="009071AC">
        <w:t>Son nom est inscrit au catalogue des inventeurs</w:t>
      </w:r>
      <w:r w:rsidR="00F635DB">
        <w:t xml:space="preserve">. </w:t>
      </w:r>
      <w:r w:rsidRPr="009071AC">
        <w:t>On lui doit la découverte d</w:t>
      </w:r>
      <w:r w:rsidR="00F635DB">
        <w:t>’</w:t>
      </w:r>
      <w:r w:rsidRPr="009071AC">
        <w:t>une de ces éblouissantes couleurs qu</w:t>
      </w:r>
      <w:r w:rsidR="00F635DB">
        <w:t>’</w:t>
      </w:r>
      <w:r w:rsidRPr="009071AC">
        <w:t>on extrait de la houille</w:t>
      </w:r>
      <w:r w:rsidR="00F635DB">
        <w:t>.</w:t>
      </w:r>
    </w:p>
    <w:p w14:paraId="65BCEDB1" w14:textId="77777777" w:rsidR="00F635DB" w:rsidRDefault="00855694" w:rsidP="00F635DB">
      <w:r w:rsidRPr="009071AC">
        <w:t>Au bout de dix ans</w:t>
      </w:r>
      <w:r w:rsidR="00F635DB">
        <w:t xml:space="preserve">, </w:t>
      </w:r>
      <w:r w:rsidRPr="009071AC">
        <w:t>il était riche</w:t>
      </w:r>
      <w:r w:rsidR="00F635DB">
        <w:t xml:space="preserve">, </w:t>
      </w:r>
      <w:r w:rsidRPr="009071AC">
        <w:t>il aimait sa femme comme au premier jour</w:t>
      </w:r>
      <w:r w:rsidR="00F635DB">
        <w:t xml:space="preserve">, </w:t>
      </w:r>
      <w:r w:rsidRPr="009071AC">
        <w:t>et il avait un fils</w:t>
      </w:r>
      <w:r w:rsidR="00F635DB">
        <w:t xml:space="preserve">, </w:t>
      </w:r>
      <w:r w:rsidRPr="009071AC">
        <w:t>Pascal</w:t>
      </w:r>
      <w:r w:rsidR="00F635DB">
        <w:t>…</w:t>
      </w:r>
    </w:p>
    <w:p w14:paraId="039281DA" w14:textId="77777777" w:rsidR="00F635DB" w:rsidRDefault="00855694" w:rsidP="00F635DB">
      <w:r w:rsidRPr="009071AC">
        <w:t>Malheureux homme</w:t>
      </w:r>
      <w:r w:rsidR="00F635DB">
        <w:t xml:space="preserve"> !… </w:t>
      </w:r>
      <w:r w:rsidRPr="009071AC">
        <w:t>Un jour</w:t>
      </w:r>
      <w:r w:rsidR="00F635DB">
        <w:t xml:space="preserve">, </w:t>
      </w:r>
      <w:r w:rsidRPr="009071AC">
        <w:t>en plein bonheur</w:t>
      </w:r>
      <w:r w:rsidR="00F635DB">
        <w:t xml:space="preserve">, </w:t>
      </w:r>
      <w:r w:rsidRPr="009071AC">
        <w:t>comme il cherchait une combinaison pour fixer des verts d</w:t>
      </w:r>
      <w:r w:rsidR="00F635DB">
        <w:t>’</w:t>
      </w:r>
      <w:r w:rsidRPr="009071AC">
        <w:t>une innocuité parfaite</w:t>
      </w:r>
      <w:r w:rsidR="00F635DB">
        <w:t xml:space="preserve">, </w:t>
      </w:r>
      <w:r w:rsidRPr="009071AC">
        <w:t>un mortier éclata entre ses mains et lui fit à la tête et à la poitrine d</w:t>
      </w:r>
      <w:r w:rsidR="00F635DB">
        <w:t>’</w:t>
      </w:r>
      <w:r w:rsidRPr="009071AC">
        <w:t>horribles blessures</w:t>
      </w:r>
      <w:r w:rsidR="00F635DB">
        <w:t>…</w:t>
      </w:r>
    </w:p>
    <w:p w14:paraId="6DE83AFF" w14:textId="77777777" w:rsidR="00F635DB" w:rsidRDefault="00855694" w:rsidP="00F635DB">
      <w:r w:rsidRPr="009071AC">
        <w:lastRenderedPageBreak/>
        <w:t>Et quinze jours plus tard</w:t>
      </w:r>
      <w:r w:rsidR="00F635DB">
        <w:t xml:space="preserve">, </w:t>
      </w:r>
      <w:r w:rsidRPr="009071AC">
        <w:t>il mourait</w:t>
      </w:r>
      <w:r w:rsidR="00F635DB">
        <w:t xml:space="preserve">, </w:t>
      </w:r>
      <w:r w:rsidRPr="009071AC">
        <w:t>calme en apparence</w:t>
      </w:r>
      <w:r w:rsidR="00F635DB">
        <w:t xml:space="preserve">, </w:t>
      </w:r>
      <w:r w:rsidRPr="009071AC">
        <w:t>mais l</w:t>
      </w:r>
      <w:r w:rsidR="00F635DB">
        <w:t>’</w:t>
      </w:r>
      <w:r w:rsidRPr="009071AC">
        <w:t>âme déchirée d</w:t>
      </w:r>
      <w:r w:rsidR="00F635DB">
        <w:t>’</w:t>
      </w:r>
      <w:r w:rsidRPr="009071AC">
        <w:t>horribles regrets</w:t>
      </w:r>
      <w:r w:rsidR="00F635DB">
        <w:t>…</w:t>
      </w:r>
    </w:p>
    <w:p w14:paraId="1A523919" w14:textId="77777777" w:rsidR="00F635DB" w:rsidRDefault="00855694" w:rsidP="00F635DB">
      <w:r w:rsidRPr="009071AC">
        <w:t>Ce coup fut terrible pour la malheureuse femme</w:t>
      </w:r>
      <w:r w:rsidR="00F635DB">
        <w:t xml:space="preserve">, </w:t>
      </w:r>
      <w:r w:rsidRPr="009071AC">
        <w:t>et il fallut la pensée de son fils pour la rattacher à la vie</w:t>
      </w:r>
      <w:r w:rsidR="00F635DB">
        <w:t>…</w:t>
      </w:r>
    </w:p>
    <w:p w14:paraId="47BC89D6" w14:textId="77777777" w:rsidR="00F635DB" w:rsidRDefault="00855694" w:rsidP="00F635DB">
      <w:r w:rsidRPr="009071AC">
        <w:t>Pascal devenait tout pour elle</w:t>
      </w:r>
      <w:r w:rsidR="00F635DB">
        <w:t xml:space="preserve">, </w:t>
      </w:r>
      <w:r w:rsidRPr="009071AC">
        <w:t>le présent et l</w:t>
      </w:r>
      <w:r w:rsidR="00F635DB">
        <w:t>’</w:t>
      </w:r>
      <w:r w:rsidRPr="009071AC">
        <w:t>avenir</w:t>
      </w:r>
      <w:r w:rsidR="00F635DB">
        <w:t xml:space="preserve">… </w:t>
      </w:r>
      <w:r w:rsidRPr="009071AC">
        <w:t>Elle se jura qu</w:t>
      </w:r>
      <w:r w:rsidR="00F635DB">
        <w:t>’</w:t>
      </w:r>
      <w:r w:rsidRPr="009071AC">
        <w:t>elle en ferait un homme</w:t>
      </w:r>
      <w:r w:rsidR="00F635DB">
        <w:t> !…</w:t>
      </w:r>
    </w:p>
    <w:p w14:paraId="61776ACE" w14:textId="77777777" w:rsidR="00F635DB" w:rsidRDefault="00855694" w:rsidP="00F635DB">
      <w:r w:rsidRPr="009071AC">
        <w:t>Mais hélas</w:t>
      </w:r>
      <w:r w:rsidR="00F635DB">
        <w:t xml:space="preserve"> !… </w:t>
      </w:r>
      <w:r w:rsidRPr="009071AC">
        <w:t>un malheur ne vient jamais seul</w:t>
      </w:r>
      <w:r w:rsidR="00F635DB">
        <w:t>.</w:t>
      </w:r>
    </w:p>
    <w:p w14:paraId="424AB7BF" w14:textId="77777777" w:rsidR="00F635DB" w:rsidRDefault="00855694" w:rsidP="00F635DB">
      <w:r w:rsidRPr="009071AC">
        <w:t>Un ami de son mari qui s</w:t>
      </w:r>
      <w:r w:rsidR="00F635DB">
        <w:t>’</w:t>
      </w:r>
      <w:r w:rsidRPr="009071AC">
        <w:t>était chargé d</w:t>
      </w:r>
      <w:r w:rsidR="00F635DB">
        <w:t>’</w:t>
      </w:r>
      <w:r w:rsidRPr="009071AC">
        <w:t>administrer sa fortune</w:t>
      </w:r>
      <w:r w:rsidR="00F635DB">
        <w:t xml:space="preserve">, </w:t>
      </w:r>
      <w:r w:rsidRPr="009071AC">
        <w:t>abusa lâchement de son inexpérience</w:t>
      </w:r>
      <w:r w:rsidR="00F635DB">
        <w:t xml:space="preserve">. </w:t>
      </w:r>
      <w:r w:rsidRPr="009071AC">
        <w:t>Elle s</w:t>
      </w:r>
      <w:r w:rsidR="00F635DB">
        <w:t>’</w:t>
      </w:r>
      <w:r w:rsidRPr="009071AC">
        <w:t>était endormie riche de plus de 1</w:t>
      </w:r>
      <w:r w:rsidR="00F635DB" w:rsidRPr="009071AC">
        <w:t>5</w:t>
      </w:r>
      <w:r w:rsidR="00F635DB">
        <w:t>,</w:t>
      </w:r>
      <w:r w:rsidR="00F635DB" w:rsidRPr="009071AC">
        <w:t>0</w:t>
      </w:r>
      <w:r w:rsidRPr="009071AC">
        <w:t>00 livres de rentes</w:t>
      </w:r>
      <w:r w:rsidR="00F635DB">
        <w:t xml:space="preserve">, </w:t>
      </w:r>
      <w:r w:rsidRPr="009071AC">
        <w:t>elle s</w:t>
      </w:r>
      <w:r w:rsidR="00F635DB">
        <w:t>’</w:t>
      </w:r>
      <w:r w:rsidRPr="009071AC">
        <w:t>éveilla ruinée</w:t>
      </w:r>
      <w:r w:rsidR="00F635DB">
        <w:t xml:space="preserve">… </w:t>
      </w:r>
      <w:r w:rsidRPr="009071AC">
        <w:t>ruinée à ne savoir où dîner le soir</w:t>
      </w:r>
      <w:r w:rsidR="00F635DB">
        <w:t>.</w:t>
      </w:r>
    </w:p>
    <w:p w14:paraId="5EE711FE" w14:textId="77777777" w:rsidR="00F635DB" w:rsidRDefault="00855694" w:rsidP="00F635DB">
      <w:r w:rsidRPr="009071AC">
        <w:t>Seule</w:t>
      </w:r>
      <w:r w:rsidR="00F635DB">
        <w:t xml:space="preserve">, </w:t>
      </w:r>
      <w:r w:rsidRPr="009071AC">
        <w:t>elle eût été à peine émue de cette catastrophe</w:t>
      </w:r>
      <w:r w:rsidR="00F635DB">
        <w:t>.</w:t>
      </w:r>
    </w:p>
    <w:p w14:paraId="57310F17" w14:textId="77777777" w:rsidR="00F635DB" w:rsidRDefault="00855694" w:rsidP="00F635DB">
      <w:r w:rsidRPr="009071AC">
        <w:t>Elle en fut atterrée en réfléchissant que l</w:t>
      </w:r>
      <w:r w:rsidR="00F635DB">
        <w:t>’</w:t>
      </w:r>
      <w:r w:rsidRPr="009071AC">
        <w:t>avenir de son fils était peut-être perdu</w:t>
      </w:r>
      <w:r w:rsidR="00F635DB">
        <w:t xml:space="preserve">, </w:t>
      </w:r>
      <w:r w:rsidRPr="009071AC">
        <w:t>et que</w:t>
      </w:r>
      <w:r w:rsidR="00F635DB">
        <w:t xml:space="preserve">, </w:t>
      </w:r>
      <w:r w:rsidRPr="009071AC">
        <w:t>dans tous les cas</w:t>
      </w:r>
      <w:r w:rsidR="00F635DB">
        <w:t xml:space="preserve">, </w:t>
      </w:r>
      <w:r w:rsidRPr="009071AC">
        <w:t>ce désastre le condamnait à entrer dans la vie par les portes basses et étroites de la misère</w:t>
      </w:r>
      <w:r w:rsidR="00F635DB">
        <w:t>.</w:t>
      </w:r>
    </w:p>
    <w:p w14:paraId="3D6EE9D7" w14:textId="2BEF6D26" w:rsidR="00F635DB" w:rsidRDefault="00855694" w:rsidP="00F635DB">
      <w:r w:rsidRPr="009071AC">
        <w:t xml:space="preserve">Mais </w:t>
      </w:r>
      <w:r w:rsidR="00F635DB">
        <w:t>M</w:t>
      </w:r>
      <w:r w:rsidR="00F635DB" w:rsidRPr="00F635DB">
        <w:rPr>
          <w:vertAlign w:val="superscript"/>
        </w:rPr>
        <w:t>me</w:t>
      </w:r>
      <w:r w:rsidR="00F635DB">
        <w:t> </w:t>
      </w:r>
      <w:proofErr w:type="spellStart"/>
      <w:r w:rsidRPr="009071AC">
        <w:t>Férailleur</w:t>
      </w:r>
      <w:proofErr w:type="spellEnd"/>
      <w:r w:rsidRPr="009071AC">
        <w:t xml:space="preserve"> avait le cœur trop haut et trop fier pour ne pas trouver en ce péril extrême une énergie virile</w:t>
      </w:r>
      <w:r w:rsidR="00F635DB">
        <w:t>.</w:t>
      </w:r>
    </w:p>
    <w:p w14:paraId="1FD157DB" w14:textId="77777777" w:rsidR="00F635DB" w:rsidRDefault="00855694" w:rsidP="00F635DB">
      <w:r w:rsidRPr="009071AC">
        <w:t>Elle ne perdit pas en lamentations inutiles des moments précieux</w:t>
      </w:r>
      <w:r w:rsidR="00F635DB">
        <w:t xml:space="preserve">. </w:t>
      </w:r>
      <w:r w:rsidRPr="009071AC">
        <w:t>Elle se dit qu</w:t>
      </w:r>
      <w:r w:rsidR="00F635DB">
        <w:t>’</w:t>
      </w:r>
      <w:r w:rsidRPr="009071AC">
        <w:t>elle réparerait le mal autant qu</w:t>
      </w:r>
      <w:r w:rsidR="00F635DB">
        <w:t>’</w:t>
      </w:r>
      <w:r w:rsidRPr="009071AC">
        <w:t>il était en elle</w:t>
      </w:r>
      <w:r w:rsidR="00F635DB">
        <w:t xml:space="preserve">, </w:t>
      </w:r>
      <w:r w:rsidRPr="009071AC">
        <w:t>et que</w:t>
      </w:r>
      <w:r w:rsidR="00F635DB">
        <w:t xml:space="preserve">, </w:t>
      </w:r>
      <w:r w:rsidRPr="009071AC">
        <w:t>lui fallût-il travailler de ses mains</w:t>
      </w:r>
      <w:r w:rsidR="00F635DB">
        <w:t xml:space="preserve">, </w:t>
      </w:r>
      <w:r w:rsidRPr="009071AC">
        <w:t>son fils n</w:t>
      </w:r>
      <w:r w:rsidR="00F635DB">
        <w:t>’</w:t>
      </w:r>
      <w:r w:rsidRPr="009071AC">
        <w:t>interromprait pas ses études au collège Louis-le-Grand</w:t>
      </w:r>
      <w:r w:rsidR="00F635DB">
        <w:t>.</w:t>
      </w:r>
    </w:p>
    <w:p w14:paraId="30FE87A3" w14:textId="77777777" w:rsidR="00F635DB" w:rsidRDefault="00855694" w:rsidP="00F635DB">
      <w:r w:rsidRPr="009071AC">
        <w:t>Et quand elle parlait de travailler de ses mains</w:t>
      </w:r>
      <w:r w:rsidR="00F635DB">
        <w:t xml:space="preserve">, </w:t>
      </w:r>
      <w:r w:rsidRPr="009071AC">
        <w:t>ce n</w:t>
      </w:r>
      <w:r w:rsidR="00F635DB">
        <w:t>’</w:t>
      </w:r>
      <w:r w:rsidRPr="009071AC">
        <w:t>était pas une de ces exagérations vaines de la douleur ou d</w:t>
      </w:r>
      <w:r w:rsidR="00F635DB">
        <w:t>’</w:t>
      </w:r>
      <w:r w:rsidRPr="009071AC">
        <w:t>un éclair de courage</w:t>
      </w:r>
      <w:r w:rsidR="00F635DB">
        <w:t>.</w:t>
      </w:r>
    </w:p>
    <w:p w14:paraId="18B56B22" w14:textId="77777777" w:rsidR="00F635DB" w:rsidRDefault="00855694" w:rsidP="00F635DB">
      <w:r w:rsidRPr="009071AC">
        <w:t>Elle s</w:t>
      </w:r>
      <w:r w:rsidR="00F635DB">
        <w:t>’</w:t>
      </w:r>
      <w:r w:rsidRPr="009071AC">
        <w:t>employa à faire des ménages ou à des coutures grossières jusqu</w:t>
      </w:r>
      <w:r w:rsidR="00F635DB">
        <w:t>’</w:t>
      </w:r>
      <w:r w:rsidRPr="009071AC">
        <w:t xml:space="preserve">au jour où elle put être admise en qualité de </w:t>
      </w:r>
      <w:r w:rsidRPr="009071AC">
        <w:lastRenderedPageBreak/>
        <w:t>surveillante dans l</w:t>
      </w:r>
      <w:r w:rsidR="00F635DB">
        <w:t>’</w:t>
      </w:r>
      <w:r w:rsidRPr="009071AC">
        <w:t>établissement dont son mari avait été l</w:t>
      </w:r>
      <w:r w:rsidR="00F635DB">
        <w:t>’</w:t>
      </w:r>
      <w:r w:rsidRPr="009071AC">
        <w:t>associé</w:t>
      </w:r>
      <w:r w:rsidR="00F635DB">
        <w:t>.</w:t>
      </w:r>
    </w:p>
    <w:p w14:paraId="437F92CC" w14:textId="77777777" w:rsidR="00F635DB" w:rsidRDefault="00855694" w:rsidP="00F635DB">
      <w:r w:rsidRPr="009071AC">
        <w:t>Pour obtenir cette place</w:t>
      </w:r>
      <w:r w:rsidR="00F635DB">
        <w:t xml:space="preserve">, </w:t>
      </w:r>
      <w:r w:rsidRPr="009071AC">
        <w:t>elle avait dû apprendre la tenue des livres</w:t>
      </w:r>
      <w:r w:rsidR="00F635DB">
        <w:t xml:space="preserve">, </w:t>
      </w:r>
      <w:r w:rsidRPr="009071AC">
        <w:t>mais elle s</w:t>
      </w:r>
      <w:r w:rsidR="00F635DB">
        <w:t>’</w:t>
      </w:r>
      <w:r w:rsidRPr="009071AC">
        <w:t>en trouvait amplement récompensée</w:t>
      </w:r>
      <w:r w:rsidR="00F635DB">
        <w:t xml:space="preserve">. </w:t>
      </w:r>
      <w:r w:rsidRPr="009071AC">
        <w:t>Cela lui valait dix-huit cents francs par an</w:t>
      </w:r>
      <w:r w:rsidR="00F635DB">
        <w:t xml:space="preserve">, </w:t>
      </w:r>
      <w:r w:rsidRPr="009071AC">
        <w:t>le logement et la table</w:t>
      </w:r>
      <w:r w:rsidR="00F635DB">
        <w:t>.</w:t>
      </w:r>
    </w:p>
    <w:p w14:paraId="05011429" w14:textId="77777777" w:rsidR="00F635DB" w:rsidRDefault="00855694" w:rsidP="00F635DB">
      <w:r w:rsidRPr="009071AC">
        <w:t>Dès lors</w:t>
      </w:r>
      <w:r w:rsidR="00F635DB">
        <w:t xml:space="preserve">, </w:t>
      </w:r>
      <w:r w:rsidRPr="009071AC">
        <w:t>son cœur se desserra</w:t>
      </w:r>
      <w:r w:rsidR="00F635DB">
        <w:t xml:space="preserve">. </w:t>
      </w:r>
      <w:r w:rsidRPr="009071AC">
        <w:t>Elle comprit qu</w:t>
      </w:r>
      <w:r w:rsidR="00F635DB">
        <w:t>’</w:t>
      </w:r>
      <w:r w:rsidRPr="009071AC">
        <w:t>elle mènerait à bonne fin sa lourde tâche</w:t>
      </w:r>
      <w:r w:rsidR="00F635DB">
        <w:t>.</w:t>
      </w:r>
    </w:p>
    <w:p w14:paraId="5FC05B4A" w14:textId="77777777" w:rsidR="00F635DB" w:rsidRDefault="00855694" w:rsidP="00F635DB">
      <w:r w:rsidRPr="009071AC">
        <w:t>La pension de Pascal</w:t>
      </w:r>
      <w:r w:rsidR="00F635DB">
        <w:t xml:space="preserve">, </w:t>
      </w:r>
      <w:r w:rsidRPr="009071AC">
        <w:t>qui fut désormais interne</w:t>
      </w:r>
      <w:r w:rsidR="00F635DB">
        <w:t xml:space="preserve">, </w:t>
      </w:r>
      <w:r w:rsidRPr="009071AC">
        <w:t>lui coûtait environ neuf cents francs</w:t>
      </w:r>
      <w:r w:rsidR="00F635DB">
        <w:t xml:space="preserve">, </w:t>
      </w:r>
      <w:r w:rsidRPr="009071AC">
        <w:t>tout compris</w:t>
      </w:r>
      <w:r w:rsidR="00F635DB">
        <w:t xml:space="preserve"> ; </w:t>
      </w:r>
      <w:r w:rsidRPr="009071AC">
        <w:t>elle ne dépensait pas pour elle plus de cent francs</w:t>
      </w:r>
      <w:r w:rsidR="00F635DB">
        <w:t xml:space="preserve"> ; </w:t>
      </w:r>
      <w:r w:rsidRPr="009071AC">
        <w:t>c</w:t>
      </w:r>
      <w:r w:rsidR="00F635DB">
        <w:t>’</w:t>
      </w:r>
      <w:r w:rsidRPr="009071AC">
        <w:t>était donc huit cents francs qu</w:t>
      </w:r>
      <w:r w:rsidR="00F635DB">
        <w:t>’</w:t>
      </w:r>
      <w:r w:rsidRPr="009071AC">
        <w:t>elle pouvait mettre de côté chaque année</w:t>
      </w:r>
      <w:r w:rsidR="00F635DB">
        <w:t>.</w:t>
      </w:r>
    </w:p>
    <w:p w14:paraId="197FCD8D" w14:textId="77777777" w:rsidR="00F635DB" w:rsidRDefault="00855694" w:rsidP="00F635DB">
      <w:r w:rsidRPr="009071AC">
        <w:t>Il faut reconnaître qu</w:t>
      </w:r>
      <w:r w:rsidR="00F635DB">
        <w:t>’</w:t>
      </w:r>
      <w:r w:rsidRPr="009071AC">
        <w:t>elle fut secondée par son fils au-delà de toute espérance</w:t>
      </w:r>
      <w:r w:rsidR="00F635DB">
        <w:t>.</w:t>
      </w:r>
    </w:p>
    <w:p w14:paraId="4F5E14E8" w14:textId="77777777" w:rsidR="00F635DB" w:rsidRDefault="00855694" w:rsidP="00F635DB">
      <w:r w:rsidRPr="009071AC">
        <w:t>Pascal avait douze ans le jour où sa mère lui dit d</w:t>
      </w:r>
      <w:r w:rsidR="00F635DB">
        <w:t>’</w:t>
      </w:r>
      <w:r w:rsidRPr="009071AC">
        <w:t>une voix émue</w:t>
      </w:r>
      <w:r w:rsidR="00F635DB">
        <w:t xml:space="preserve">, </w:t>
      </w:r>
      <w:r w:rsidRPr="009071AC">
        <w:t>mais ferme</w:t>
      </w:r>
      <w:r w:rsidR="00F635DB">
        <w:t> :</w:t>
      </w:r>
    </w:p>
    <w:p w14:paraId="3CA1E5E3" w14:textId="77777777" w:rsidR="00F635DB" w:rsidRDefault="00F635DB" w:rsidP="00F635DB">
      <w:r>
        <w:t>— </w:t>
      </w:r>
      <w:r w:rsidR="00855694" w:rsidRPr="009071AC">
        <w:t>Je t</w:t>
      </w:r>
      <w:r>
        <w:t>’</w:t>
      </w:r>
      <w:r w:rsidR="00855694" w:rsidRPr="009071AC">
        <w:t>ai ruiné</w:t>
      </w:r>
      <w:r>
        <w:t xml:space="preserve"> ! </w:t>
      </w:r>
      <w:r w:rsidR="00855694" w:rsidRPr="009071AC">
        <w:t>mon fils</w:t>
      </w:r>
      <w:r>
        <w:t xml:space="preserve">… </w:t>
      </w:r>
      <w:r w:rsidR="00855694" w:rsidRPr="009071AC">
        <w:t>De cette fortune si laborieusement édifiée par ton père</w:t>
      </w:r>
      <w:r>
        <w:t xml:space="preserve">, </w:t>
      </w:r>
      <w:r w:rsidR="00855694" w:rsidRPr="009071AC">
        <w:t>rien ne nous reste</w:t>
      </w:r>
      <w:r>
        <w:t xml:space="preserve">… </w:t>
      </w:r>
      <w:r w:rsidR="00855694" w:rsidRPr="009071AC">
        <w:t>Tu n</w:t>
      </w:r>
      <w:r>
        <w:t>’</w:t>
      </w:r>
      <w:r w:rsidR="00855694" w:rsidRPr="009071AC">
        <w:t>as plus désormais à compter que sur toi</w:t>
      </w:r>
      <w:r>
        <w:t xml:space="preserve">, </w:t>
      </w:r>
      <w:r w:rsidR="00855694" w:rsidRPr="009071AC">
        <w:t>mon fils</w:t>
      </w:r>
      <w:r>
        <w:t xml:space="preserve">… </w:t>
      </w:r>
      <w:r w:rsidR="00855694" w:rsidRPr="009071AC">
        <w:t>Dieu veuille que plus tard tu ne me reproches pas amèrement mon imprudence</w:t>
      </w:r>
      <w:r>
        <w:t>…</w:t>
      </w:r>
    </w:p>
    <w:p w14:paraId="68C01D5B" w14:textId="77777777" w:rsidR="00F635DB" w:rsidRDefault="00855694" w:rsidP="00F635DB">
      <w:r w:rsidRPr="009071AC">
        <w:t>L</w:t>
      </w:r>
      <w:r w:rsidR="00F635DB">
        <w:t>’</w:t>
      </w:r>
      <w:r w:rsidRPr="009071AC">
        <w:t>enfant ne se jeta pas dans ses bras</w:t>
      </w:r>
      <w:r w:rsidR="00F635DB">
        <w:t>…</w:t>
      </w:r>
    </w:p>
    <w:p w14:paraId="1C5BB8DD" w14:textId="77777777" w:rsidR="00F635DB" w:rsidRDefault="00855694" w:rsidP="00F635DB">
      <w:r w:rsidRPr="009071AC">
        <w:t>Il redressa la tête</w:t>
      </w:r>
      <w:r w:rsidR="00F635DB">
        <w:t xml:space="preserve">, </w:t>
      </w:r>
      <w:r w:rsidRPr="009071AC">
        <w:t>et d</w:t>
      </w:r>
      <w:r w:rsidR="00F635DB">
        <w:t>’</w:t>
      </w:r>
      <w:r w:rsidRPr="009071AC">
        <w:t>un air fier</w:t>
      </w:r>
      <w:r w:rsidR="00F635DB">
        <w:t> :</w:t>
      </w:r>
    </w:p>
    <w:p w14:paraId="0C42DD69" w14:textId="77777777" w:rsidR="00F635DB" w:rsidRDefault="00F635DB" w:rsidP="00F635DB">
      <w:r>
        <w:t>— </w:t>
      </w:r>
      <w:r w:rsidR="00855694" w:rsidRPr="009071AC">
        <w:t>Mère chérie</w:t>
      </w:r>
      <w:r>
        <w:t xml:space="preserve">, </w:t>
      </w:r>
      <w:r w:rsidR="00855694" w:rsidRPr="009071AC">
        <w:t>répondit-il</w:t>
      </w:r>
      <w:r>
        <w:t xml:space="preserve">, </w:t>
      </w:r>
      <w:r w:rsidR="00855694" w:rsidRPr="009071AC">
        <w:t>je t</w:t>
      </w:r>
      <w:r>
        <w:t>’</w:t>
      </w:r>
      <w:r w:rsidR="00855694" w:rsidRPr="009071AC">
        <w:t>aimerai davantage</w:t>
      </w:r>
      <w:r>
        <w:t xml:space="preserve">, </w:t>
      </w:r>
      <w:r w:rsidR="00855694" w:rsidRPr="009071AC">
        <w:t>s</w:t>
      </w:r>
      <w:r>
        <w:t>’</w:t>
      </w:r>
      <w:r w:rsidR="00855694" w:rsidRPr="009071AC">
        <w:t>il est possible</w:t>
      </w:r>
      <w:r>
        <w:t xml:space="preserve">… </w:t>
      </w:r>
      <w:r w:rsidR="00855694" w:rsidRPr="009071AC">
        <w:t>Cette fortune que mon père t</w:t>
      </w:r>
      <w:r>
        <w:t>’</w:t>
      </w:r>
      <w:r w:rsidR="00855694" w:rsidRPr="009071AC">
        <w:t>avait donnée</w:t>
      </w:r>
      <w:r>
        <w:t xml:space="preserve">, </w:t>
      </w:r>
      <w:r w:rsidR="00855694" w:rsidRPr="009071AC">
        <w:t>je te la rendrai</w:t>
      </w:r>
      <w:r>
        <w:t xml:space="preserve">… </w:t>
      </w:r>
      <w:r w:rsidR="00855694" w:rsidRPr="009071AC">
        <w:t>Je ne suis plus un collégien</w:t>
      </w:r>
      <w:r>
        <w:t xml:space="preserve">, </w:t>
      </w:r>
      <w:r w:rsidR="00855694" w:rsidRPr="009071AC">
        <w:t>je suis un homme</w:t>
      </w:r>
      <w:r>
        <w:t xml:space="preserve">… </w:t>
      </w:r>
      <w:r w:rsidR="00855694" w:rsidRPr="009071AC">
        <w:t>tu verras</w:t>
      </w:r>
      <w:r>
        <w:t>.</w:t>
      </w:r>
    </w:p>
    <w:p w14:paraId="0D50C0CD" w14:textId="77777777" w:rsidR="00F635DB" w:rsidRDefault="00855694" w:rsidP="00F635DB">
      <w:r w:rsidRPr="009071AC">
        <w:lastRenderedPageBreak/>
        <w:t>On vit</w:t>
      </w:r>
      <w:r w:rsidR="00F635DB">
        <w:t xml:space="preserve">, </w:t>
      </w:r>
      <w:r w:rsidRPr="009071AC">
        <w:t>en effet</w:t>
      </w:r>
      <w:r w:rsidR="00F635DB">
        <w:t xml:space="preserve">, </w:t>
      </w:r>
      <w:r w:rsidRPr="009071AC">
        <w:t>qu</w:t>
      </w:r>
      <w:r w:rsidR="00F635DB">
        <w:t>’</w:t>
      </w:r>
      <w:r w:rsidRPr="009071AC">
        <w:t>il avait pris un engagement sacré</w:t>
      </w:r>
      <w:r w:rsidR="00F635DB">
        <w:t>.</w:t>
      </w:r>
    </w:p>
    <w:p w14:paraId="3CBDE96F" w14:textId="77777777" w:rsidR="00F635DB" w:rsidRDefault="00855694" w:rsidP="00F635DB">
      <w:r w:rsidRPr="009071AC">
        <w:t>Abusant jusque-là d</w:t>
      </w:r>
      <w:r w:rsidR="00F635DB">
        <w:t>’</w:t>
      </w:r>
      <w:r w:rsidRPr="009071AC">
        <w:t>une remarquable intelligence et d</w:t>
      </w:r>
      <w:r w:rsidR="00F635DB">
        <w:t>’</w:t>
      </w:r>
      <w:r w:rsidRPr="009071AC">
        <w:t>une prestigieuse facilité</w:t>
      </w:r>
      <w:r w:rsidR="00F635DB">
        <w:t xml:space="preserve">, </w:t>
      </w:r>
      <w:r w:rsidRPr="009071AC">
        <w:t>il travaillait peu et seulement par accès</w:t>
      </w:r>
      <w:r w:rsidR="00F635DB">
        <w:t xml:space="preserve">, </w:t>
      </w:r>
      <w:r w:rsidRPr="009071AC">
        <w:t>au moment des compositions générales</w:t>
      </w:r>
      <w:r w:rsidR="00F635DB">
        <w:t>…</w:t>
      </w:r>
    </w:p>
    <w:p w14:paraId="12749861" w14:textId="77777777" w:rsidR="00F635DB" w:rsidRDefault="00855694" w:rsidP="00F635DB">
      <w:r w:rsidRPr="009071AC">
        <w:t>De ce moment</w:t>
      </w:r>
      <w:r w:rsidR="00F635DB">
        <w:t xml:space="preserve">, </w:t>
      </w:r>
      <w:r w:rsidRPr="009071AC">
        <w:t>il ne perdit plus une heure</w:t>
      </w:r>
      <w:r w:rsidR="00F635DB">
        <w:t xml:space="preserve">. </w:t>
      </w:r>
      <w:r w:rsidRPr="009071AC">
        <w:t>Ses allures</w:t>
      </w:r>
      <w:r w:rsidR="00F635DB">
        <w:t xml:space="preserve">, </w:t>
      </w:r>
      <w:r w:rsidRPr="009071AC">
        <w:t>comiques et touchantes à la fois</w:t>
      </w:r>
      <w:r w:rsidR="00F635DB">
        <w:t xml:space="preserve">, </w:t>
      </w:r>
      <w:r w:rsidRPr="009071AC">
        <w:t>devinrent celles d</w:t>
      </w:r>
      <w:r w:rsidR="00F635DB">
        <w:t>’</w:t>
      </w:r>
      <w:r w:rsidRPr="009071AC">
        <w:t>un chef de famille soucieux de sa responsabilité</w:t>
      </w:r>
      <w:r w:rsidR="00F635DB">
        <w:t>.</w:t>
      </w:r>
    </w:p>
    <w:p w14:paraId="7CBD73DA" w14:textId="77777777" w:rsidR="00F635DB" w:rsidRDefault="00F635DB" w:rsidP="00F635DB">
      <w:r>
        <w:t>— </w:t>
      </w:r>
      <w:r w:rsidR="00855694" w:rsidRPr="009071AC">
        <w:t>Voyez-vous</w:t>
      </w:r>
      <w:r>
        <w:t xml:space="preserve">, </w:t>
      </w:r>
      <w:r w:rsidR="00855694" w:rsidRPr="009071AC">
        <w:t>disait-il à ses camarades étonnés de sa soudaine âpreté à l</w:t>
      </w:r>
      <w:r>
        <w:t>’</w:t>
      </w:r>
      <w:r w:rsidR="00855694" w:rsidRPr="009071AC">
        <w:t>étude</w:t>
      </w:r>
      <w:r>
        <w:t xml:space="preserve">, </w:t>
      </w:r>
      <w:r w:rsidR="00855694" w:rsidRPr="009071AC">
        <w:t>je n</w:t>
      </w:r>
      <w:r>
        <w:t>’</w:t>
      </w:r>
      <w:r w:rsidR="00855694" w:rsidRPr="009071AC">
        <w:t>ai plus le loisir d</w:t>
      </w:r>
      <w:r>
        <w:t>’</w:t>
      </w:r>
      <w:r w:rsidR="00855694" w:rsidRPr="009071AC">
        <w:t>user beaucoup de culottes sur les bancs de l</w:t>
      </w:r>
      <w:r>
        <w:t>’</w:t>
      </w:r>
      <w:r w:rsidR="00855694" w:rsidRPr="009071AC">
        <w:t>Université</w:t>
      </w:r>
      <w:r>
        <w:t xml:space="preserve">, </w:t>
      </w:r>
      <w:r w:rsidR="00855694" w:rsidRPr="009071AC">
        <w:t>maintenant que ma pauvre mère les paye de son travail</w:t>
      </w:r>
      <w:r>
        <w:t> !…</w:t>
      </w:r>
    </w:p>
    <w:p w14:paraId="5B09A3D7" w14:textId="77777777" w:rsidR="00F635DB" w:rsidRDefault="00855694" w:rsidP="00F635DB">
      <w:r w:rsidRPr="009071AC">
        <w:t>Car sa bonne humeur ne fut pas altérée de ce qu</w:t>
      </w:r>
      <w:r w:rsidR="00F635DB">
        <w:t>’</w:t>
      </w:r>
      <w:r w:rsidRPr="009071AC">
        <w:t>il s</w:t>
      </w:r>
      <w:r w:rsidR="00F635DB">
        <w:t>’</w:t>
      </w:r>
      <w:r w:rsidRPr="009071AC">
        <w:t>était imposé la loi de ne jamais dépenser un sou des quelques francs affectés chaque semaine à ses menus plaisirs</w:t>
      </w:r>
      <w:r w:rsidR="00F635DB">
        <w:t>.</w:t>
      </w:r>
    </w:p>
    <w:p w14:paraId="5FB660D1" w14:textId="77777777" w:rsidR="00F635DB" w:rsidRDefault="00855694" w:rsidP="00F635DB">
      <w:r w:rsidRPr="009071AC">
        <w:t>Et avec un tact bien supérieur à son âge</w:t>
      </w:r>
      <w:r w:rsidR="00F635DB">
        <w:t xml:space="preserve">, </w:t>
      </w:r>
      <w:r w:rsidRPr="009071AC">
        <w:t>il sut porter fièrement et simplement son malheur</w:t>
      </w:r>
      <w:r w:rsidR="00F635DB">
        <w:t xml:space="preserve">, </w:t>
      </w:r>
      <w:r w:rsidRPr="009071AC">
        <w:t>évitant aussi bien l</w:t>
      </w:r>
      <w:r w:rsidR="00F635DB">
        <w:t>’</w:t>
      </w:r>
      <w:r w:rsidRPr="009071AC">
        <w:t>humilité qui a un faux air de bassesse que le ton rogue de la pauvreté envieuse</w:t>
      </w:r>
      <w:r w:rsidR="00F635DB">
        <w:t>.</w:t>
      </w:r>
    </w:p>
    <w:p w14:paraId="7788E341" w14:textId="77777777" w:rsidR="00F635DB" w:rsidRDefault="00855694" w:rsidP="00F635DB">
      <w:r w:rsidRPr="009071AC">
        <w:t>Trois ans de suite</w:t>
      </w:r>
      <w:r w:rsidR="00F635DB">
        <w:t xml:space="preserve">, </w:t>
      </w:r>
      <w:r w:rsidRPr="009071AC">
        <w:t>des prix au grand concours récompensèrent ses efforts</w:t>
      </w:r>
      <w:r w:rsidR="00F635DB">
        <w:t xml:space="preserve">. </w:t>
      </w:r>
      <w:r w:rsidRPr="009071AC">
        <w:t>Ce succès</w:t>
      </w:r>
      <w:r w:rsidR="00F635DB">
        <w:t xml:space="preserve">, </w:t>
      </w:r>
      <w:r w:rsidRPr="009071AC">
        <w:t>loin de l</w:t>
      </w:r>
      <w:r w:rsidR="00F635DB">
        <w:t>’</w:t>
      </w:r>
      <w:r w:rsidRPr="009071AC">
        <w:t>enivrer</w:t>
      </w:r>
      <w:r w:rsidR="00F635DB">
        <w:t xml:space="preserve">, </w:t>
      </w:r>
      <w:r w:rsidRPr="009071AC">
        <w:t>lui fit à peine plaisir</w:t>
      </w:r>
      <w:r w:rsidR="00F635DB">
        <w:t>.</w:t>
      </w:r>
    </w:p>
    <w:p w14:paraId="19268C55" w14:textId="77777777" w:rsidR="00F635DB" w:rsidRDefault="00F635DB" w:rsidP="00F635DB">
      <w:r>
        <w:t>— </w:t>
      </w:r>
      <w:r w:rsidR="00855694" w:rsidRPr="009071AC">
        <w:t>Ce n</w:t>
      </w:r>
      <w:r>
        <w:t>’</w:t>
      </w:r>
      <w:r w:rsidR="00855694" w:rsidRPr="009071AC">
        <w:t>est que glorieux</w:t>
      </w:r>
      <w:r>
        <w:t xml:space="preserve">, </w:t>
      </w:r>
      <w:r w:rsidR="00855694" w:rsidRPr="009071AC">
        <w:t>pensait-il</w:t>
      </w:r>
      <w:r>
        <w:t>.</w:t>
      </w:r>
    </w:p>
    <w:p w14:paraId="62CEAE45" w14:textId="77777777" w:rsidR="00F635DB" w:rsidRDefault="00855694" w:rsidP="00F635DB">
      <w:r w:rsidRPr="009071AC">
        <w:t>Sa grande</w:t>
      </w:r>
      <w:r w:rsidR="00F635DB">
        <w:t xml:space="preserve">, </w:t>
      </w:r>
      <w:r w:rsidRPr="009071AC">
        <w:t>sa première ambition était de se suffire</w:t>
      </w:r>
      <w:r w:rsidR="00F635DB">
        <w:t>.</w:t>
      </w:r>
    </w:p>
    <w:p w14:paraId="65EDA519" w14:textId="77777777" w:rsidR="00F635DB" w:rsidRDefault="00855694" w:rsidP="00F635DB">
      <w:r w:rsidRPr="009071AC">
        <w:t>Il y parvint lorsqu</w:t>
      </w:r>
      <w:r w:rsidR="00F635DB">
        <w:t>’</w:t>
      </w:r>
      <w:r w:rsidRPr="009071AC">
        <w:t>il était en rhétorique</w:t>
      </w:r>
      <w:r w:rsidR="00F635DB">
        <w:t xml:space="preserve">, </w:t>
      </w:r>
      <w:r w:rsidRPr="009071AC">
        <w:t>grâce à la bienveillance du proviseur</w:t>
      </w:r>
      <w:r w:rsidR="00F635DB">
        <w:t xml:space="preserve">, </w:t>
      </w:r>
      <w:r w:rsidRPr="009071AC">
        <w:t>en donnant des répétitions à des élèves des classes inférieures</w:t>
      </w:r>
      <w:r w:rsidR="00F635DB">
        <w:t>.</w:t>
      </w:r>
    </w:p>
    <w:p w14:paraId="00ACC0AE" w14:textId="220F5521" w:rsidR="00F635DB" w:rsidRDefault="00855694" w:rsidP="00F635DB">
      <w:r w:rsidRPr="009071AC">
        <w:lastRenderedPageBreak/>
        <w:t>Si bien qu</w:t>
      </w:r>
      <w:r w:rsidR="00F635DB">
        <w:t>’</w:t>
      </w:r>
      <w:r w:rsidRPr="009071AC">
        <w:t>un jour</w:t>
      </w:r>
      <w:r w:rsidR="00F635DB">
        <w:t>, M</w:t>
      </w:r>
      <w:r w:rsidR="00F635DB" w:rsidRPr="00F635DB">
        <w:rPr>
          <w:vertAlign w:val="superscript"/>
        </w:rPr>
        <w:t>me</w:t>
      </w:r>
      <w:r w:rsidR="00F635DB">
        <w:t> </w:t>
      </w:r>
      <w:proofErr w:type="spellStart"/>
      <w:r w:rsidRPr="009071AC">
        <w:t>Férailleur</w:t>
      </w:r>
      <w:proofErr w:type="spellEnd"/>
      <w:r w:rsidRPr="009071AC">
        <w:t xml:space="preserve"> s</w:t>
      </w:r>
      <w:r w:rsidR="00F635DB">
        <w:t>’</w:t>
      </w:r>
      <w:r w:rsidRPr="009071AC">
        <w:t>étant présentée comme d</w:t>
      </w:r>
      <w:r w:rsidR="00F635DB">
        <w:t>’</w:t>
      </w:r>
      <w:r w:rsidRPr="009071AC">
        <w:t>ordinaire à l</w:t>
      </w:r>
      <w:r w:rsidR="00F635DB">
        <w:t>’</w:t>
      </w:r>
      <w:r w:rsidRPr="009071AC">
        <w:t>économat pour régler le trimestre</w:t>
      </w:r>
      <w:r w:rsidR="00F635DB">
        <w:t xml:space="preserve">, </w:t>
      </w:r>
      <w:r w:rsidRPr="009071AC">
        <w:t>l</w:t>
      </w:r>
      <w:r w:rsidR="00F635DB">
        <w:t>’</w:t>
      </w:r>
      <w:r w:rsidRPr="009071AC">
        <w:t>économe lui répondit</w:t>
      </w:r>
      <w:r w:rsidR="00F635DB">
        <w:t> :</w:t>
      </w:r>
    </w:p>
    <w:p w14:paraId="0B209E52" w14:textId="77777777" w:rsidR="00F635DB" w:rsidRDefault="00F635DB" w:rsidP="00F635DB">
      <w:r>
        <w:t>— </w:t>
      </w:r>
      <w:r w:rsidR="00855694" w:rsidRPr="009071AC">
        <w:t>Vous ne nous devez rien</w:t>
      </w:r>
      <w:r>
        <w:t xml:space="preserve">, </w:t>
      </w:r>
      <w:r w:rsidR="00855694" w:rsidRPr="009071AC">
        <w:t>madame</w:t>
      </w:r>
      <w:r>
        <w:t xml:space="preserve"> ; </w:t>
      </w:r>
      <w:r w:rsidR="00855694" w:rsidRPr="009071AC">
        <w:t>tout a été payé par votre fils</w:t>
      </w:r>
      <w:r>
        <w:t>…</w:t>
      </w:r>
    </w:p>
    <w:p w14:paraId="5D372B26" w14:textId="77777777" w:rsidR="00F635DB" w:rsidRDefault="00855694" w:rsidP="00F635DB">
      <w:r w:rsidRPr="009071AC">
        <w:t>Elle faillit s</w:t>
      </w:r>
      <w:r w:rsidR="00F635DB">
        <w:t>’</w:t>
      </w:r>
      <w:r w:rsidRPr="009071AC">
        <w:t>évanouir</w:t>
      </w:r>
      <w:r w:rsidR="00F635DB">
        <w:t xml:space="preserve">, </w:t>
      </w:r>
      <w:r w:rsidRPr="009071AC">
        <w:t>faible devant le bonheur</w:t>
      </w:r>
      <w:r w:rsidR="00F635DB">
        <w:t xml:space="preserve">, </w:t>
      </w:r>
      <w:r w:rsidRPr="009071AC">
        <w:t>elle qui avait si courageusement supporté l</w:t>
      </w:r>
      <w:r w:rsidR="00F635DB">
        <w:t>’</w:t>
      </w:r>
      <w:r w:rsidRPr="009071AC">
        <w:t>adversité</w:t>
      </w:r>
      <w:r w:rsidR="00F635DB">
        <w:t xml:space="preserve">. </w:t>
      </w:r>
      <w:r w:rsidRPr="009071AC">
        <w:t>Elle pouvait à peine croire</w:t>
      </w:r>
      <w:r w:rsidR="00F635DB">
        <w:t xml:space="preserve">… </w:t>
      </w:r>
      <w:r w:rsidRPr="009071AC">
        <w:t>il lui fallut de longues explications</w:t>
      </w:r>
      <w:r w:rsidR="00F635DB">
        <w:t xml:space="preserve">. </w:t>
      </w:r>
      <w:r w:rsidRPr="009071AC">
        <w:t>Et alors de grosses larmes</w:t>
      </w:r>
      <w:r w:rsidR="00F635DB">
        <w:t xml:space="preserve">, </w:t>
      </w:r>
      <w:r w:rsidRPr="009071AC">
        <w:t>larmes de joie cette fois</w:t>
      </w:r>
      <w:r w:rsidR="00F635DB">
        <w:t xml:space="preserve">, </w:t>
      </w:r>
      <w:r w:rsidRPr="009071AC">
        <w:t>jaillirent de ses yeux</w:t>
      </w:r>
      <w:r w:rsidR="00F635DB">
        <w:t>.</w:t>
      </w:r>
    </w:p>
    <w:p w14:paraId="3290C23C" w14:textId="77777777" w:rsidR="00F635DB" w:rsidRDefault="00855694" w:rsidP="00F635DB">
      <w:r w:rsidRPr="009071AC">
        <w:t>C</w:t>
      </w:r>
      <w:r w:rsidR="00F635DB">
        <w:t>’</w:t>
      </w:r>
      <w:r w:rsidRPr="009071AC">
        <w:t xml:space="preserve">est ainsi que Pascal </w:t>
      </w:r>
      <w:proofErr w:type="spellStart"/>
      <w:r w:rsidRPr="009071AC">
        <w:t>Férailleur</w:t>
      </w:r>
      <w:proofErr w:type="spellEnd"/>
      <w:r w:rsidRPr="009071AC">
        <w:t xml:space="preserve"> arriva à la fin de ses études</w:t>
      </w:r>
      <w:r w:rsidR="00F635DB">
        <w:t xml:space="preserve">, </w:t>
      </w:r>
      <w:r w:rsidRPr="009071AC">
        <w:t>tout armé pour les luttes qui l</w:t>
      </w:r>
      <w:r w:rsidR="00F635DB">
        <w:t>’</w:t>
      </w:r>
      <w:r w:rsidRPr="009071AC">
        <w:t>attendaient</w:t>
      </w:r>
      <w:r w:rsidR="00F635DB">
        <w:t xml:space="preserve">, </w:t>
      </w:r>
      <w:r w:rsidRPr="009071AC">
        <w:t>et ayant</w:t>
      </w:r>
      <w:r w:rsidR="00F635DB">
        <w:t xml:space="preserve">, </w:t>
      </w:r>
      <w:r w:rsidRPr="009071AC">
        <w:t>fait ses preuves</w:t>
      </w:r>
      <w:r w:rsidR="00F635DB">
        <w:t>.</w:t>
      </w:r>
    </w:p>
    <w:p w14:paraId="7E348AAA" w14:textId="77777777" w:rsidR="00F635DB" w:rsidRDefault="00855694" w:rsidP="00F635DB">
      <w:r w:rsidRPr="009071AC">
        <w:t>Il voulait être avocat</w:t>
      </w:r>
      <w:r w:rsidR="00F635DB">
        <w:t xml:space="preserve">, </w:t>
      </w:r>
      <w:r w:rsidRPr="009071AC">
        <w:t>et c</w:t>
      </w:r>
      <w:r w:rsidR="00F635DB">
        <w:t>’</w:t>
      </w:r>
      <w:r w:rsidRPr="009071AC">
        <w:t>est là</w:t>
      </w:r>
      <w:r w:rsidR="00F635DB">
        <w:t xml:space="preserve">, </w:t>
      </w:r>
      <w:r w:rsidRPr="009071AC">
        <w:t>il ne se le dissimulait pas</w:t>
      </w:r>
      <w:r w:rsidR="00F635DB">
        <w:t xml:space="preserve">, </w:t>
      </w:r>
      <w:r w:rsidRPr="009071AC">
        <w:t>une profession presque inabordable pour les jeunes gens qui n</w:t>
      </w:r>
      <w:r w:rsidR="00F635DB">
        <w:t>’</w:t>
      </w:r>
      <w:r w:rsidRPr="009071AC">
        <w:t>ont pas de fortune</w:t>
      </w:r>
      <w:r w:rsidR="00F635DB">
        <w:t>…</w:t>
      </w:r>
    </w:p>
    <w:p w14:paraId="02B49B9B" w14:textId="77777777" w:rsidR="00F635DB" w:rsidRDefault="00855694" w:rsidP="00F635DB">
      <w:r w:rsidRPr="009071AC">
        <w:t>Mais pour qui veut fortement</w:t>
      </w:r>
      <w:r w:rsidR="00F635DB">
        <w:t xml:space="preserve">, </w:t>
      </w:r>
      <w:r w:rsidRPr="009071AC">
        <w:t>pour qui sait surtout vouloir chaque matin la même chose précisément que la veille</w:t>
      </w:r>
      <w:r w:rsidR="00F635DB">
        <w:t xml:space="preserve">, </w:t>
      </w:r>
      <w:r w:rsidRPr="009071AC">
        <w:t>il n</w:t>
      </w:r>
      <w:r w:rsidR="00F635DB">
        <w:t>’</w:t>
      </w:r>
      <w:r w:rsidRPr="009071AC">
        <w:t>est pour ainsi dire pas d</w:t>
      </w:r>
      <w:r w:rsidR="00F635DB">
        <w:t>’</w:t>
      </w:r>
      <w:r w:rsidRPr="009071AC">
        <w:t>obstacles insurmontables</w:t>
      </w:r>
      <w:r w:rsidR="00F635DB">
        <w:t>.</w:t>
      </w:r>
    </w:p>
    <w:p w14:paraId="65B17311" w14:textId="77777777" w:rsidR="00F635DB" w:rsidRDefault="00855694" w:rsidP="00F635DB">
      <w:r w:rsidRPr="009071AC">
        <w:t>Le jour où il prit sa première inscription</w:t>
      </w:r>
      <w:r w:rsidR="00F635DB">
        <w:t xml:space="preserve">, </w:t>
      </w:r>
      <w:r w:rsidRPr="009071AC">
        <w:t>Pascal entrait comme clerc surnuméraire chez un avoué</w:t>
      </w:r>
      <w:r w:rsidR="00F635DB">
        <w:t>.</w:t>
      </w:r>
    </w:p>
    <w:p w14:paraId="6100B8BE" w14:textId="77777777" w:rsidR="00F635DB" w:rsidRDefault="00855694" w:rsidP="00F635DB">
      <w:r w:rsidRPr="009071AC">
        <w:t>Cette besogne de basoche</w:t>
      </w:r>
      <w:r w:rsidR="00F635DB">
        <w:t xml:space="preserve">, </w:t>
      </w:r>
      <w:r w:rsidRPr="009071AC">
        <w:t>si fastidieuse au début</w:t>
      </w:r>
      <w:r w:rsidR="00F635DB">
        <w:t xml:space="preserve">, </w:t>
      </w:r>
      <w:r w:rsidRPr="009071AC">
        <w:t>devait lui offrir ce double avantage de le rompre aux manœuvres de la procédure et de lui fournir de quoi vivre et de quoi payer ses examens</w:t>
      </w:r>
      <w:r w:rsidR="00F635DB">
        <w:t>.</w:t>
      </w:r>
    </w:p>
    <w:p w14:paraId="17D8CE86" w14:textId="77777777" w:rsidR="00F635DB" w:rsidRDefault="00855694" w:rsidP="00F635DB">
      <w:r w:rsidRPr="009071AC">
        <w:t>Dès le milieu de la première année</w:t>
      </w:r>
      <w:r w:rsidR="00F635DB">
        <w:t xml:space="preserve">, </w:t>
      </w:r>
      <w:r w:rsidRPr="009071AC">
        <w:t>il avait 800 francs d</w:t>
      </w:r>
      <w:r w:rsidR="00F635DB">
        <w:t>’</w:t>
      </w:r>
      <w:r w:rsidRPr="009071AC">
        <w:t>appointements</w:t>
      </w:r>
      <w:r w:rsidR="00F635DB">
        <w:t xml:space="preserve">. </w:t>
      </w:r>
      <w:r w:rsidRPr="009071AC">
        <w:t xml:space="preserve">Il en obtint </w:t>
      </w:r>
      <w:r w:rsidR="00F635DB" w:rsidRPr="009071AC">
        <w:t>1</w:t>
      </w:r>
      <w:r w:rsidR="00F635DB">
        <w:t>,</w:t>
      </w:r>
      <w:r w:rsidR="00F635DB" w:rsidRPr="009071AC">
        <w:t>5</w:t>
      </w:r>
      <w:r w:rsidRPr="009071AC">
        <w:t>00 à la fin de la seconde</w:t>
      </w:r>
      <w:r w:rsidR="00F635DB">
        <w:t xml:space="preserve">. </w:t>
      </w:r>
      <w:r w:rsidRPr="009071AC">
        <w:t>Après trois ans</w:t>
      </w:r>
      <w:r w:rsidR="00F635DB">
        <w:t xml:space="preserve">, </w:t>
      </w:r>
      <w:r w:rsidRPr="009071AC">
        <w:t>et lorsqu</w:t>
      </w:r>
      <w:r w:rsidR="00F635DB">
        <w:t>’</w:t>
      </w:r>
      <w:r w:rsidRPr="009071AC">
        <w:t>il venait de passer sa thèse</w:t>
      </w:r>
      <w:r w:rsidR="00F635DB">
        <w:t xml:space="preserve">, </w:t>
      </w:r>
      <w:r w:rsidRPr="009071AC">
        <w:t>son patron l</w:t>
      </w:r>
      <w:r w:rsidR="00F635DB">
        <w:t>’</w:t>
      </w:r>
      <w:r w:rsidRPr="009071AC">
        <w:t xml:space="preserve">éleva au grade de maître clerc avec un traitement de </w:t>
      </w:r>
      <w:r w:rsidR="00F635DB" w:rsidRPr="009071AC">
        <w:t>3</w:t>
      </w:r>
      <w:r w:rsidR="00F635DB">
        <w:t>,</w:t>
      </w:r>
      <w:r w:rsidR="00F635DB" w:rsidRPr="009071AC">
        <w:t>0</w:t>
      </w:r>
      <w:r w:rsidRPr="009071AC">
        <w:t>00 francs</w:t>
      </w:r>
      <w:r w:rsidR="00F635DB">
        <w:t xml:space="preserve">, </w:t>
      </w:r>
      <w:r w:rsidRPr="009071AC">
        <w:t>qu</w:t>
      </w:r>
      <w:r w:rsidR="00F635DB">
        <w:t>’</w:t>
      </w:r>
      <w:r w:rsidRPr="009071AC">
        <w:t xml:space="preserve">il augmentait encore en préparant des </w:t>
      </w:r>
      <w:r w:rsidRPr="009071AC">
        <w:lastRenderedPageBreak/>
        <w:t>dossiers pour des avocats très-occupés</w:t>
      </w:r>
      <w:r w:rsidR="00F635DB">
        <w:t xml:space="preserve">, </w:t>
      </w:r>
      <w:r w:rsidRPr="009071AC">
        <w:t>ou en rédigeant des mémoires pour des particuliers</w:t>
      </w:r>
      <w:r w:rsidR="00F635DB">
        <w:t>…</w:t>
      </w:r>
    </w:p>
    <w:p w14:paraId="522B9179" w14:textId="77777777" w:rsidR="00F635DB" w:rsidRDefault="00855694" w:rsidP="00F635DB">
      <w:r w:rsidRPr="009071AC">
        <w:t>Certes</w:t>
      </w:r>
      <w:r w:rsidR="00F635DB">
        <w:t xml:space="preserve">, </w:t>
      </w:r>
      <w:r w:rsidRPr="009071AC">
        <w:t>en arriver là et en si peu de temps tenait presque du prodige</w:t>
      </w:r>
      <w:r w:rsidR="00F635DB">
        <w:t xml:space="preserve">, </w:t>
      </w:r>
      <w:r w:rsidRPr="009071AC">
        <w:t>et pourtant le plus difficile restait à accomplir</w:t>
      </w:r>
      <w:r w:rsidR="00F635DB">
        <w:t>.</w:t>
      </w:r>
    </w:p>
    <w:p w14:paraId="6EB94BB5" w14:textId="77777777" w:rsidR="00F635DB" w:rsidRDefault="00855694" w:rsidP="00F635DB">
      <w:r w:rsidRPr="009071AC">
        <w:t>Le périlleux était d</w:t>
      </w:r>
      <w:r w:rsidR="00F635DB">
        <w:t>’</w:t>
      </w:r>
      <w:r w:rsidRPr="009071AC">
        <w:t>abandonner une position sûre</w:t>
      </w:r>
      <w:r w:rsidR="00F635DB">
        <w:t xml:space="preserve">, </w:t>
      </w:r>
      <w:r w:rsidRPr="009071AC">
        <w:t>pour courir les hasards du barreau</w:t>
      </w:r>
      <w:r w:rsidR="00F635DB">
        <w:t>.</w:t>
      </w:r>
    </w:p>
    <w:p w14:paraId="1A7F59B1" w14:textId="77777777" w:rsidR="00F635DB" w:rsidRDefault="00855694" w:rsidP="00F635DB">
      <w:r w:rsidRPr="009071AC">
        <w:t>Décision grave à prendre</w:t>
      </w:r>
      <w:r w:rsidR="00F635DB">
        <w:t xml:space="preserve">, </w:t>
      </w:r>
      <w:r w:rsidRPr="009071AC">
        <w:t>si grave que Pascal hésita longtemps</w:t>
      </w:r>
      <w:r w:rsidR="00F635DB">
        <w:t>.</w:t>
      </w:r>
    </w:p>
    <w:p w14:paraId="039DE4F6" w14:textId="77777777" w:rsidR="00F635DB" w:rsidRDefault="00855694" w:rsidP="00F635DB">
      <w:r w:rsidRPr="009071AC">
        <w:t>Il se sentait menacé du danger que se préparent les lieutenants trop utiles à leur chef</w:t>
      </w:r>
      <w:r w:rsidR="00F635DB">
        <w:t xml:space="preserve">. </w:t>
      </w:r>
      <w:r w:rsidRPr="009071AC">
        <w:t>Son patron</w:t>
      </w:r>
      <w:r w:rsidR="00F635DB">
        <w:t xml:space="preserve">, </w:t>
      </w:r>
      <w:r w:rsidRPr="009071AC">
        <w:t>accoutumé à se décharger sur lui de ses plus lourds soucis</w:t>
      </w:r>
      <w:r w:rsidR="00F635DB">
        <w:t xml:space="preserve">, </w:t>
      </w:r>
      <w:r w:rsidRPr="009071AC">
        <w:t>lui pardonnerait-il de le quitter</w:t>
      </w:r>
      <w:r w:rsidR="00F635DB">
        <w:t> ?</w:t>
      </w:r>
    </w:p>
    <w:p w14:paraId="5C89DC40" w14:textId="77777777" w:rsidR="00F635DB" w:rsidRDefault="00855694" w:rsidP="00F635DB">
      <w:r w:rsidRPr="009071AC">
        <w:t>Or</w:t>
      </w:r>
      <w:r w:rsidR="00F635DB">
        <w:t xml:space="preserve">, </w:t>
      </w:r>
      <w:r w:rsidRPr="009071AC">
        <w:t>il était indispensable qu</w:t>
      </w:r>
      <w:r w:rsidR="00F635DB">
        <w:t>’</w:t>
      </w:r>
      <w:r w:rsidRPr="009071AC">
        <w:t>en s</w:t>
      </w:r>
      <w:r w:rsidR="00F635DB">
        <w:t>’</w:t>
      </w:r>
      <w:r w:rsidRPr="009071AC">
        <w:t>établissant il conservât les bonnes grâces de l</w:t>
      </w:r>
      <w:r w:rsidR="00F635DB">
        <w:t>’</w:t>
      </w:r>
      <w:r w:rsidRPr="009071AC">
        <w:t>avoué</w:t>
      </w:r>
      <w:r w:rsidR="00F635DB">
        <w:t xml:space="preserve">. </w:t>
      </w:r>
      <w:r w:rsidRPr="009071AC">
        <w:t>La clientèle que ne pouvait manquer de lui amener une étude où il avait régné quatre ans était la plus solide base de ses calculs d</w:t>
      </w:r>
      <w:r w:rsidR="00F635DB">
        <w:t>’</w:t>
      </w:r>
      <w:r w:rsidRPr="009071AC">
        <w:t>avenir</w:t>
      </w:r>
      <w:r w:rsidR="00F635DB">
        <w:t>.</w:t>
      </w:r>
    </w:p>
    <w:p w14:paraId="5D281030" w14:textId="77777777" w:rsidR="00F635DB" w:rsidRDefault="00855694" w:rsidP="00F635DB">
      <w:r w:rsidRPr="009071AC">
        <w:t>Il réussit à sa satisfaction</w:t>
      </w:r>
      <w:r w:rsidR="00F635DB">
        <w:t xml:space="preserve">, </w:t>
      </w:r>
      <w:r w:rsidRPr="009071AC">
        <w:t>non sans quelques tiraillements pourtant</w:t>
      </w:r>
      <w:r w:rsidR="00F635DB">
        <w:t xml:space="preserve">, </w:t>
      </w:r>
      <w:r w:rsidRPr="009071AC">
        <w:t>et en n</w:t>
      </w:r>
      <w:r w:rsidR="00F635DB">
        <w:t>’</w:t>
      </w:r>
      <w:r w:rsidRPr="009071AC">
        <w:t>employant que cette suprême finesse qui s</w:t>
      </w:r>
      <w:r w:rsidR="00F635DB">
        <w:t>’</w:t>
      </w:r>
      <w:r w:rsidRPr="009071AC">
        <w:t>appelle la franchise absolue</w:t>
      </w:r>
      <w:r w:rsidR="00F635DB">
        <w:t>.</w:t>
      </w:r>
    </w:p>
    <w:p w14:paraId="1376E245" w14:textId="77777777" w:rsidR="00F635DB" w:rsidRDefault="00855694" w:rsidP="00F635DB">
      <w:r w:rsidRPr="009071AC">
        <w:t>Il n</w:t>
      </w:r>
      <w:r w:rsidR="00F635DB">
        <w:t>’</w:t>
      </w:r>
      <w:r w:rsidRPr="009071AC">
        <w:t>y avait pas quinze jours qu</w:t>
      </w:r>
      <w:r w:rsidR="00F635DB">
        <w:t>’</w:t>
      </w:r>
      <w:r w:rsidRPr="009071AC">
        <w:t>il avait ouvert son cabinet</w:t>
      </w:r>
      <w:r w:rsidR="00F635DB">
        <w:t xml:space="preserve">, </w:t>
      </w:r>
      <w:r w:rsidRPr="009071AC">
        <w:t>que déjà sept ou huit dossiers attendaient leur tour sur son bureau</w:t>
      </w:r>
      <w:r w:rsidR="00F635DB">
        <w:t>.</w:t>
      </w:r>
    </w:p>
    <w:p w14:paraId="0A1C4F70" w14:textId="77777777" w:rsidR="00F635DB" w:rsidRDefault="00855694" w:rsidP="00F635DB">
      <w:r w:rsidRPr="009071AC">
        <w:t>Ses débuts furent de ceux qui font sourire les vieux juges et leur arrachent cette précieuse prédiction</w:t>
      </w:r>
      <w:r w:rsidR="00F635DB">
        <w:t> :</w:t>
      </w:r>
    </w:p>
    <w:p w14:paraId="1D288B26" w14:textId="77777777" w:rsidR="00F635DB" w:rsidRDefault="00F635DB" w:rsidP="00F635DB">
      <w:r>
        <w:t>— </w:t>
      </w:r>
      <w:r w:rsidR="00855694" w:rsidRPr="009071AC">
        <w:t>Voilà un garçon qui ira loin</w:t>
      </w:r>
      <w:r>
        <w:t>.</w:t>
      </w:r>
    </w:p>
    <w:p w14:paraId="344F6ECB" w14:textId="77777777" w:rsidR="00F635DB" w:rsidRDefault="00855694" w:rsidP="00F635DB">
      <w:r w:rsidRPr="009071AC">
        <w:lastRenderedPageBreak/>
        <w:t>Il n</w:t>
      </w:r>
      <w:r w:rsidR="00F635DB">
        <w:t>’</w:t>
      </w:r>
      <w:r w:rsidRPr="009071AC">
        <w:t>avait cependant pas cherché l</w:t>
      </w:r>
      <w:r w:rsidR="00F635DB">
        <w:t>’</w:t>
      </w:r>
      <w:r w:rsidRPr="009071AC">
        <w:t>éclat</w:t>
      </w:r>
      <w:r w:rsidR="00F635DB">
        <w:t xml:space="preserve">, </w:t>
      </w:r>
      <w:r w:rsidRPr="009071AC">
        <w:t>préoccupé de gagner la cause dont il était chargé bien plus que de briller aux dépens de son client</w:t>
      </w:r>
      <w:r w:rsidR="00F635DB">
        <w:t xml:space="preserve">. </w:t>
      </w:r>
      <w:r w:rsidRPr="009071AC">
        <w:t>Modestie rare et qui le servit bien</w:t>
      </w:r>
      <w:r w:rsidR="00F635DB">
        <w:t>.</w:t>
      </w:r>
    </w:p>
    <w:p w14:paraId="2F6A72A1" w14:textId="77777777" w:rsidR="00F635DB" w:rsidRDefault="00855694" w:rsidP="00F635DB">
      <w:r w:rsidRPr="009071AC">
        <w:t>Les dix premiers mois d</w:t>
      </w:r>
      <w:r w:rsidR="00F635DB">
        <w:t>’</w:t>
      </w:r>
      <w:r w:rsidRPr="009071AC">
        <w:t>exercice rapportèrent à Pascal environ huit mille francs</w:t>
      </w:r>
      <w:r w:rsidR="00F635DB">
        <w:t xml:space="preserve">, </w:t>
      </w:r>
      <w:r w:rsidRPr="009071AC">
        <w:t>absorbés en partie par les frais d</w:t>
      </w:r>
      <w:r w:rsidR="00F635DB">
        <w:t>’</w:t>
      </w:r>
      <w:r w:rsidRPr="009071AC">
        <w:t>une installation convenable</w:t>
      </w:r>
      <w:r w:rsidR="00F635DB">
        <w:t>.</w:t>
      </w:r>
    </w:p>
    <w:p w14:paraId="52CC42E9" w14:textId="77777777" w:rsidR="00F635DB" w:rsidRDefault="00855694" w:rsidP="00F635DB">
      <w:r w:rsidRPr="009071AC">
        <w:t>La seconde année</w:t>
      </w:r>
      <w:r w:rsidR="00F635DB">
        <w:t xml:space="preserve">, </w:t>
      </w:r>
      <w:r w:rsidRPr="009071AC">
        <w:t>ses honoraires augmentèrent de moitié</w:t>
      </w:r>
      <w:r w:rsidR="00F635DB">
        <w:t xml:space="preserve"> ; </w:t>
      </w:r>
      <w:r w:rsidRPr="009071AC">
        <w:t>il vit sa position s</w:t>
      </w:r>
      <w:r w:rsidR="00F635DB">
        <w:t>’</w:t>
      </w:r>
      <w:r w:rsidRPr="009071AC">
        <w:t>asseoir</w:t>
      </w:r>
      <w:r w:rsidR="00F635DB">
        <w:t xml:space="preserve">, </w:t>
      </w:r>
      <w:r w:rsidRPr="009071AC">
        <w:t>et il exigea de sa mère qu</w:t>
      </w:r>
      <w:r w:rsidR="00F635DB">
        <w:t>’</w:t>
      </w:r>
      <w:r w:rsidRPr="009071AC">
        <w:t>elle abandonnât sa fabrique</w:t>
      </w:r>
      <w:r w:rsidR="00F635DB">
        <w:t>.</w:t>
      </w:r>
    </w:p>
    <w:p w14:paraId="22F886B3" w14:textId="77777777" w:rsidR="00F635DB" w:rsidRDefault="00855694" w:rsidP="00F635DB">
      <w:r w:rsidRPr="009071AC">
        <w:t>Il lui prouva</w:t>
      </w:r>
      <w:r w:rsidR="00F635DB">
        <w:t xml:space="preserve">, </w:t>
      </w:r>
      <w:r w:rsidRPr="009071AC">
        <w:t>ce qui était exact</w:t>
      </w:r>
      <w:r w:rsidR="00F635DB">
        <w:t xml:space="preserve">, </w:t>
      </w:r>
      <w:r w:rsidRPr="009071AC">
        <w:t>qu</w:t>
      </w:r>
      <w:r w:rsidR="00F635DB">
        <w:t>’</w:t>
      </w:r>
      <w:r w:rsidRPr="009071AC">
        <w:t>elle épargnerait au-delà de ce qu</w:t>
      </w:r>
      <w:r w:rsidR="00F635DB">
        <w:t>’</w:t>
      </w:r>
      <w:r w:rsidRPr="009071AC">
        <w:t>elle gagnait en surveillant le ménage</w:t>
      </w:r>
      <w:r w:rsidR="00F635DB">
        <w:t>…</w:t>
      </w:r>
    </w:p>
    <w:p w14:paraId="42C4FB23" w14:textId="77777777" w:rsidR="00F635DB" w:rsidRDefault="00855694" w:rsidP="00F635DB">
      <w:r w:rsidRPr="009071AC">
        <w:t>De ce moment</w:t>
      </w:r>
      <w:r w:rsidR="00F635DB">
        <w:t xml:space="preserve">, </w:t>
      </w:r>
      <w:r w:rsidRPr="009071AC">
        <w:t>la mère et le fils</w:t>
      </w:r>
      <w:r w:rsidR="00F635DB">
        <w:t xml:space="preserve">, </w:t>
      </w:r>
      <w:r w:rsidRPr="009071AC">
        <w:t>ces deux êtres si vaillants et si nobles</w:t>
      </w:r>
      <w:r w:rsidR="00F635DB">
        <w:t xml:space="preserve">, </w:t>
      </w:r>
      <w:r w:rsidRPr="009071AC">
        <w:t>durent espérer que leur héroïque énergie avait désarmé la destinée</w:t>
      </w:r>
      <w:r w:rsidR="00F635DB">
        <w:t>.</w:t>
      </w:r>
    </w:p>
    <w:p w14:paraId="3F63B28D" w14:textId="77777777" w:rsidR="00F635DB" w:rsidRDefault="00855694" w:rsidP="00F635DB">
      <w:r w:rsidRPr="009071AC">
        <w:t>Les clients affluaient si bien qu</w:t>
      </w:r>
      <w:r w:rsidR="00F635DB">
        <w:t>’</w:t>
      </w:r>
      <w:r w:rsidRPr="009071AC">
        <w:t>il était décidé qu</w:t>
      </w:r>
      <w:r w:rsidR="00F635DB">
        <w:t>’</w:t>
      </w:r>
      <w:r w:rsidRPr="009071AC">
        <w:t>on se rapprocherait du centre des affaires</w:t>
      </w:r>
      <w:r w:rsidR="00F635DB">
        <w:t xml:space="preserve">, </w:t>
      </w:r>
      <w:r w:rsidRPr="009071AC">
        <w:t xml:space="preserve">le loyer </w:t>
      </w:r>
      <w:proofErr w:type="spellStart"/>
      <w:r w:rsidRPr="009071AC">
        <w:t>dût-il</w:t>
      </w:r>
      <w:proofErr w:type="spellEnd"/>
      <w:r w:rsidRPr="009071AC">
        <w:t xml:space="preserve"> en être doublé</w:t>
      </w:r>
      <w:r w:rsidR="00F635DB">
        <w:t xml:space="preserve">. </w:t>
      </w:r>
      <w:r w:rsidRPr="009071AC">
        <w:t>L</w:t>
      </w:r>
      <w:r w:rsidR="00F635DB">
        <w:t>’</w:t>
      </w:r>
      <w:r w:rsidRPr="009071AC">
        <w:t>assurance qui gagne à demi les causes venait avec la réputation</w:t>
      </w:r>
      <w:r w:rsidR="00F635DB">
        <w:t xml:space="preserve">, </w:t>
      </w:r>
      <w:r w:rsidRPr="009071AC">
        <w:t>enfin il y avait une douzaine de mille francs en lieu sûr pour parer à toutes les éventualités</w:t>
      </w:r>
      <w:r w:rsidR="00F635DB">
        <w:t>.</w:t>
      </w:r>
    </w:p>
    <w:p w14:paraId="2D38010F" w14:textId="360BD32B"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avait quitté les vêtements noirs qu</w:t>
      </w:r>
      <w:r>
        <w:t>’</w:t>
      </w:r>
      <w:r w:rsidR="00855694" w:rsidRPr="009071AC">
        <w:t>elle portait depuis la mort de son mari</w:t>
      </w:r>
      <w:r>
        <w:t xml:space="preserve">… </w:t>
      </w:r>
      <w:r w:rsidR="00855694" w:rsidRPr="009071AC">
        <w:t>Elle devait bien cela à Pascal</w:t>
      </w:r>
      <w:r>
        <w:t xml:space="preserve">. </w:t>
      </w:r>
      <w:r w:rsidR="00855694" w:rsidRPr="009071AC">
        <w:t>Et d</w:t>
      </w:r>
      <w:r>
        <w:t>’</w:t>
      </w:r>
      <w:r w:rsidR="00855694" w:rsidRPr="009071AC">
        <w:t>ailleurs</w:t>
      </w:r>
      <w:r>
        <w:t xml:space="preserve">, </w:t>
      </w:r>
      <w:r w:rsidR="00855694" w:rsidRPr="009071AC">
        <w:t>après avoir cru qu</w:t>
      </w:r>
      <w:r>
        <w:t>’</w:t>
      </w:r>
      <w:r w:rsidR="00855694" w:rsidRPr="009071AC">
        <w:t>il n</w:t>
      </w:r>
      <w:r>
        <w:t>’</w:t>
      </w:r>
      <w:r w:rsidR="00855694" w:rsidRPr="009071AC">
        <w:t>était plus de bonheur ici-bas pour elle</w:t>
      </w:r>
      <w:r>
        <w:t xml:space="preserve">, </w:t>
      </w:r>
      <w:r w:rsidR="00855694" w:rsidRPr="009071AC">
        <w:t>elle comprenait qu</w:t>
      </w:r>
      <w:r>
        <w:t>’</w:t>
      </w:r>
      <w:r w:rsidR="00855694" w:rsidRPr="009071AC">
        <w:t>elle pouvait être heureuse en son fils</w:t>
      </w:r>
      <w:r>
        <w:t>.</w:t>
      </w:r>
    </w:p>
    <w:p w14:paraId="428A6E63" w14:textId="04ACE14E" w:rsidR="00F635DB" w:rsidRDefault="00855694" w:rsidP="00F635DB">
      <w:r w:rsidRPr="009071AC">
        <w:t>Pascal n</w:t>
      </w:r>
      <w:r w:rsidR="00F635DB">
        <w:t>’</w:t>
      </w:r>
      <w:r w:rsidRPr="009071AC">
        <w:t>avait donc plus qu</w:t>
      </w:r>
      <w:r w:rsidR="00F635DB">
        <w:t>’</w:t>
      </w:r>
      <w:r w:rsidRPr="009071AC">
        <w:t>à tenir sa voile grande ouverte au vent du succès</w:t>
      </w:r>
      <w:r w:rsidR="00F635DB">
        <w:t xml:space="preserve">, </w:t>
      </w:r>
      <w:r w:rsidRPr="009071AC">
        <w:t xml:space="preserve">quand </w:t>
      </w:r>
      <w:r w:rsidR="00F635DB">
        <w:t>M. </w:t>
      </w:r>
      <w:r w:rsidRPr="009071AC">
        <w:t xml:space="preserve">Fernand de </w:t>
      </w:r>
      <w:proofErr w:type="spellStart"/>
      <w:r w:rsidRPr="009071AC">
        <w:t>Coralth</w:t>
      </w:r>
      <w:proofErr w:type="spellEnd"/>
      <w:r w:rsidRPr="009071AC">
        <w:t xml:space="preserve"> fut amené à son cabinet par une assez vilaine affaire</w:t>
      </w:r>
      <w:r w:rsidR="00F635DB">
        <w:t xml:space="preserve">, – </w:t>
      </w:r>
      <w:r w:rsidRPr="009071AC">
        <w:t>une petite opération qu</w:t>
      </w:r>
      <w:r w:rsidR="00F635DB">
        <w:t>’</w:t>
      </w:r>
      <w:r w:rsidRPr="009071AC">
        <w:t>il avait risquée et qui frisait l</w:t>
      </w:r>
      <w:r w:rsidR="00F635DB">
        <w:t>’</w:t>
      </w:r>
      <w:r w:rsidRPr="009071AC">
        <w:t>escroquerie</w:t>
      </w:r>
      <w:r w:rsidR="00F635DB">
        <w:t>.</w:t>
      </w:r>
    </w:p>
    <w:p w14:paraId="1487DC99" w14:textId="210DC9F0" w:rsidR="00F635DB" w:rsidRDefault="00855694" w:rsidP="00F635DB">
      <w:r w:rsidRPr="009071AC">
        <w:t>Chose étrange</w:t>
      </w:r>
      <w:r w:rsidR="00F635DB">
        <w:t> !… M. de </w:t>
      </w:r>
      <w:proofErr w:type="spellStart"/>
      <w:r w:rsidRPr="009071AC">
        <w:t>Coralth</w:t>
      </w:r>
      <w:proofErr w:type="spellEnd"/>
      <w:r w:rsidRPr="009071AC">
        <w:t xml:space="preserve"> ne déplut pas à Pascal</w:t>
      </w:r>
      <w:r w:rsidR="00F635DB">
        <w:t>.</w:t>
      </w:r>
    </w:p>
    <w:p w14:paraId="50745054" w14:textId="77777777" w:rsidR="00F635DB" w:rsidRDefault="00855694" w:rsidP="00F635DB">
      <w:r w:rsidRPr="009071AC">
        <w:lastRenderedPageBreak/>
        <w:t>Le travailleur honnête fut intéressé</w:t>
      </w:r>
      <w:r w:rsidR="00F635DB">
        <w:t xml:space="preserve">, </w:t>
      </w:r>
      <w:r w:rsidRPr="009071AC">
        <w:t>presque séduit par les vices brillants de l</w:t>
      </w:r>
      <w:r w:rsidR="00F635DB">
        <w:t>’</w:t>
      </w:r>
      <w:r w:rsidRPr="009071AC">
        <w:t>aventurier</w:t>
      </w:r>
      <w:r w:rsidR="00F635DB">
        <w:t xml:space="preserve">, </w:t>
      </w:r>
      <w:r w:rsidRPr="009071AC">
        <w:t>par ses côtés équivoques</w:t>
      </w:r>
      <w:r w:rsidR="00F635DB">
        <w:t xml:space="preserve">, </w:t>
      </w:r>
      <w:r w:rsidRPr="009071AC">
        <w:t>par sa hardiesse</w:t>
      </w:r>
      <w:r w:rsidR="00F635DB">
        <w:t xml:space="preserve">, </w:t>
      </w:r>
      <w:r w:rsidRPr="009071AC">
        <w:t>se fatuité</w:t>
      </w:r>
      <w:r w:rsidR="00F635DB">
        <w:t xml:space="preserve">, </w:t>
      </w:r>
      <w:r w:rsidRPr="009071AC">
        <w:t>son mirifique aplomb et son insoucieuse impudence</w:t>
      </w:r>
      <w:r w:rsidR="00F635DB">
        <w:t xml:space="preserve">. </w:t>
      </w:r>
      <w:r w:rsidRPr="009071AC">
        <w:t>Il trouva une satisfaction de curiosité à étudier de près ce produit du terreau parisien</w:t>
      </w:r>
      <w:r w:rsidR="00F635DB">
        <w:t xml:space="preserve">, </w:t>
      </w:r>
      <w:r w:rsidRPr="009071AC">
        <w:t>surprenant résumé de toutes les corruptions de l</w:t>
      </w:r>
      <w:r w:rsidR="00F635DB">
        <w:t>’</w:t>
      </w:r>
      <w:r w:rsidRPr="009071AC">
        <w:t>époque</w:t>
      </w:r>
      <w:r w:rsidR="00F635DB">
        <w:t>.</w:t>
      </w:r>
    </w:p>
    <w:p w14:paraId="752FAB28" w14:textId="4D08A146" w:rsidR="00F635DB" w:rsidRDefault="00855694" w:rsidP="00F635DB">
      <w:r w:rsidRPr="009071AC">
        <w:t xml:space="preserve">Sans doute </w:t>
      </w:r>
      <w:r w:rsidR="00F635DB">
        <w:t>M. de </w:t>
      </w:r>
      <w:proofErr w:type="spellStart"/>
      <w:r w:rsidRPr="009071AC">
        <w:t>Coralth</w:t>
      </w:r>
      <w:proofErr w:type="spellEnd"/>
      <w:r w:rsidRPr="009071AC">
        <w:t xml:space="preserve"> ne laissa voir de sa vie et de ses ressources que ce qu</w:t>
      </w:r>
      <w:r w:rsidR="00F635DB">
        <w:t>’</w:t>
      </w:r>
      <w:r w:rsidRPr="009071AC">
        <w:t>il voulut</w:t>
      </w:r>
      <w:r w:rsidR="00F635DB">
        <w:t xml:space="preserve">. </w:t>
      </w:r>
      <w:r w:rsidRPr="009071AC">
        <w:t>Pascal ne sut pas tout</w:t>
      </w:r>
      <w:r w:rsidR="00F635DB">
        <w:t xml:space="preserve">, </w:t>
      </w:r>
      <w:r w:rsidRPr="009071AC">
        <w:t>mais il en connut assez pour être bien averti de se défier d</w:t>
      </w:r>
      <w:r w:rsidR="00F635DB">
        <w:t>’</w:t>
      </w:r>
      <w:r w:rsidRPr="009071AC">
        <w:t>un garçon qui traitait plus que cavalièrement la morale</w:t>
      </w:r>
      <w:r w:rsidR="00F635DB">
        <w:t xml:space="preserve">, </w:t>
      </w:r>
      <w:r w:rsidRPr="009071AC">
        <w:t>et avait infiniment moins de scrupules que de besoins</w:t>
      </w:r>
      <w:r w:rsidR="00F635DB">
        <w:t>.</w:t>
      </w:r>
    </w:p>
    <w:p w14:paraId="0BA90476" w14:textId="77777777" w:rsidR="00F635DB" w:rsidRDefault="00855694" w:rsidP="00F635DB">
      <w:r w:rsidRPr="009071AC">
        <w:t>Ils se virent quelquefois</w:t>
      </w:r>
      <w:r w:rsidR="00F635DB">
        <w:t xml:space="preserve">, </w:t>
      </w:r>
      <w:r w:rsidRPr="009071AC">
        <w:t>et véritablement ce fut Pascal qui pria le vicomte de le conduire à quelqu</w:t>
      </w:r>
      <w:r w:rsidR="00F635DB">
        <w:t>’</w:t>
      </w:r>
      <w:r w:rsidRPr="009071AC">
        <w:t xml:space="preserve">une de ces réunions de la </w:t>
      </w:r>
      <w:r w:rsidR="00F635DB">
        <w:t>« </w:t>
      </w:r>
      <w:r w:rsidRPr="009071AC">
        <w:t>haute vie</w:t>
      </w:r>
      <w:r w:rsidR="00F635DB">
        <w:t> »</w:t>
      </w:r>
      <w:r w:rsidRPr="009071AC">
        <w:t xml:space="preserve"> dont les journaux donnaient de si alléchantes descriptions</w:t>
      </w:r>
      <w:r w:rsidR="00F635DB">
        <w:t>.</w:t>
      </w:r>
    </w:p>
    <w:p w14:paraId="63775E37" w14:textId="729637E0"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faisait une partie de boston</w:t>
      </w:r>
      <w:r>
        <w:t xml:space="preserve">, </w:t>
      </w:r>
      <w:r w:rsidR="00855694" w:rsidRPr="009071AC">
        <w:t>comme tous les jeudis</w:t>
      </w:r>
      <w:r>
        <w:t xml:space="preserve">, </w:t>
      </w:r>
      <w:r w:rsidR="00855694" w:rsidRPr="009071AC">
        <w:t>avec quelques vieux amis</w:t>
      </w:r>
      <w:r>
        <w:t xml:space="preserve">, </w:t>
      </w:r>
      <w:r w:rsidR="00855694" w:rsidRPr="009071AC">
        <w:t xml:space="preserve">le soir où </w:t>
      </w:r>
      <w:r>
        <w:t>M. de </w:t>
      </w:r>
      <w:proofErr w:type="spellStart"/>
      <w:r w:rsidR="00855694" w:rsidRPr="009071AC">
        <w:t>Coralth</w:t>
      </w:r>
      <w:proofErr w:type="spellEnd"/>
      <w:r w:rsidR="00855694" w:rsidRPr="009071AC">
        <w:t xml:space="preserve"> vint chercher son ami l</w:t>
      </w:r>
      <w:r>
        <w:t>’</w:t>
      </w:r>
      <w:r w:rsidR="00855694" w:rsidRPr="009071AC">
        <w:t xml:space="preserve">avocat pour le conduire chez </w:t>
      </w:r>
      <w:r>
        <w:t>M</w:t>
      </w:r>
      <w:r w:rsidRPr="00F635DB">
        <w:rPr>
          <w:vertAlign w:val="superscript"/>
        </w:rPr>
        <w:t>me</w:t>
      </w:r>
      <w:r>
        <w:t> </w:t>
      </w:r>
      <w:r w:rsidR="00855694" w:rsidRPr="009071AC">
        <w:t>d</w:t>
      </w:r>
      <w:r>
        <w:t>’</w:t>
      </w:r>
      <w:r w:rsidR="00855694" w:rsidRPr="009071AC">
        <w:t>Argelès</w:t>
      </w:r>
      <w:r>
        <w:t>.</w:t>
      </w:r>
    </w:p>
    <w:p w14:paraId="73047D6B" w14:textId="77777777" w:rsidR="00F635DB" w:rsidRDefault="00855694" w:rsidP="00F635DB">
      <w:r w:rsidRPr="009071AC">
        <w:t>Pascal trouva que cela tombait on ne peut mieux</w:t>
      </w:r>
      <w:r w:rsidR="00F635DB">
        <w:t xml:space="preserve">. </w:t>
      </w:r>
      <w:r w:rsidRPr="009071AC">
        <w:t>Il s</w:t>
      </w:r>
      <w:r w:rsidR="00F635DB">
        <w:t>’</w:t>
      </w:r>
      <w:r w:rsidRPr="009071AC">
        <w:t>habilla avec plus de soin qu</w:t>
      </w:r>
      <w:r w:rsidR="00F635DB">
        <w:t>’</w:t>
      </w:r>
      <w:r w:rsidRPr="009071AC">
        <w:t>à l</w:t>
      </w:r>
      <w:r w:rsidR="00F635DB">
        <w:t>’</w:t>
      </w:r>
      <w:r w:rsidRPr="009071AC">
        <w:t>ordinaire</w:t>
      </w:r>
      <w:r w:rsidR="00F635DB">
        <w:t xml:space="preserve">, </w:t>
      </w:r>
      <w:r w:rsidRPr="009071AC">
        <w:t>et</w:t>
      </w:r>
      <w:r w:rsidR="00F635DB">
        <w:t xml:space="preserve">, </w:t>
      </w:r>
      <w:r w:rsidRPr="009071AC">
        <w:t>comme toujours</w:t>
      </w:r>
      <w:r w:rsidR="00F635DB">
        <w:t xml:space="preserve">, </w:t>
      </w:r>
      <w:r w:rsidRPr="009071AC">
        <w:t>avant de sortir</w:t>
      </w:r>
      <w:r w:rsidR="00F635DB">
        <w:t xml:space="preserve">, </w:t>
      </w:r>
      <w:r w:rsidRPr="009071AC">
        <w:t>il alla embrasser sa mère</w:t>
      </w:r>
      <w:r w:rsidR="00F635DB">
        <w:t>.</w:t>
      </w:r>
    </w:p>
    <w:p w14:paraId="22F834B9" w14:textId="77777777" w:rsidR="00F635DB" w:rsidRDefault="00F635DB" w:rsidP="00F635DB">
      <w:r>
        <w:t>— </w:t>
      </w:r>
      <w:r w:rsidR="00855694" w:rsidRPr="009071AC">
        <w:t>Comme te voici paré</w:t>
      </w:r>
      <w:r>
        <w:t xml:space="preserve">, </w:t>
      </w:r>
      <w:r w:rsidR="00855694" w:rsidRPr="009071AC">
        <w:t>lui dit-elle en souriant</w:t>
      </w:r>
      <w:r>
        <w:t>.</w:t>
      </w:r>
    </w:p>
    <w:p w14:paraId="7CCC0593" w14:textId="77777777" w:rsidR="00F635DB" w:rsidRDefault="00F635DB" w:rsidP="00F635DB">
      <w:r>
        <w:t>— </w:t>
      </w:r>
      <w:r w:rsidR="00855694" w:rsidRPr="009071AC">
        <w:t>Je vais en soirée</w:t>
      </w:r>
      <w:r>
        <w:t xml:space="preserve">, </w:t>
      </w:r>
      <w:r w:rsidR="00855694" w:rsidRPr="009071AC">
        <w:t>chère mère</w:t>
      </w:r>
      <w:r>
        <w:t xml:space="preserve">, </w:t>
      </w:r>
      <w:r w:rsidR="00855694" w:rsidRPr="009071AC">
        <w:t>répondit-il</w:t>
      </w:r>
      <w:r>
        <w:t xml:space="preserve">, </w:t>
      </w:r>
      <w:r w:rsidR="00855694" w:rsidRPr="009071AC">
        <w:t>et je rentrerai probablement très-tard</w:t>
      </w:r>
      <w:r>
        <w:t xml:space="preserve">. </w:t>
      </w:r>
      <w:r w:rsidR="00855694" w:rsidRPr="009071AC">
        <w:t>Ainsi</w:t>
      </w:r>
      <w:r>
        <w:t xml:space="preserve">, </w:t>
      </w:r>
      <w:r w:rsidR="00855694" w:rsidRPr="009071AC">
        <w:t>ne m</w:t>
      </w:r>
      <w:r>
        <w:t>’</w:t>
      </w:r>
      <w:r w:rsidR="00855694" w:rsidRPr="009071AC">
        <w:t>attends pas</w:t>
      </w:r>
      <w:r>
        <w:t xml:space="preserve">, </w:t>
      </w:r>
      <w:r w:rsidR="00855694" w:rsidRPr="009071AC">
        <w:t>je t</w:t>
      </w:r>
      <w:r>
        <w:t>’</w:t>
      </w:r>
      <w:r w:rsidR="00855694" w:rsidRPr="009071AC">
        <w:t>en prie</w:t>
      </w:r>
      <w:r>
        <w:t xml:space="preserve"> ; </w:t>
      </w:r>
      <w:r w:rsidR="00855694" w:rsidRPr="009071AC">
        <w:t>promets-moi de te coucher comme à l</w:t>
      </w:r>
      <w:r>
        <w:t>’</w:t>
      </w:r>
      <w:r w:rsidR="00855694" w:rsidRPr="009071AC">
        <w:t>ordinaire</w:t>
      </w:r>
      <w:r>
        <w:t>.</w:t>
      </w:r>
    </w:p>
    <w:p w14:paraId="7D618B2A" w14:textId="77777777" w:rsidR="00F635DB" w:rsidRDefault="00F635DB" w:rsidP="00F635DB">
      <w:r>
        <w:t>— </w:t>
      </w:r>
      <w:r w:rsidR="00855694" w:rsidRPr="009071AC">
        <w:t>Tu as le passe-partout</w:t>
      </w:r>
      <w:r>
        <w:t> ?</w:t>
      </w:r>
    </w:p>
    <w:p w14:paraId="75CEA156" w14:textId="77777777" w:rsidR="00F635DB" w:rsidRDefault="00F635DB" w:rsidP="00F635DB">
      <w:r>
        <w:t>— </w:t>
      </w:r>
      <w:r w:rsidR="00855694" w:rsidRPr="009071AC">
        <w:t>Oui</w:t>
      </w:r>
      <w:r>
        <w:t xml:space="preserve">, </w:t>
      </w:r>
      <w:r w:rsidR="00855694" w:rsidRPr="009071AC">
        <w:t>mère</w:t>
      </w:r>
      <w:r>
        <w:t>.</w:t>
      </w:r>
    </w:p>
    <w:p w14:paraId="7539F3C7" w14:textId="77777777" w:rsidR="00F635DB" w:rsidRDefault="00F635DB" w:rsidP="00F635DB">
      <w:r>
        <w:lastRenderedPageBreak/>
        <w:t>— </w:t>
      </w:r>
      <w:r w:rsidR="00855694" w:rsidRPr="009071AC">
        <w:t>Eh bien</w:t>
      </w:r>
      <w:r>
        <w:t xml:space="preserve"> ! </w:t>
      </w:r>
      <w:r w:rsidR="00855694" w:rsidRPr="009071AC">
        <w:t>je ne t</w:t>
      </w:r>
      <w:r>
        <w:t>’</w:t>
      </w:r>
      <w:r w:rsidR="00855694" w:rsidRPr="009071AC">
        <w:t>attendrai pas</w:t>
      </w:r>
      <w:r>
        <w:t xml:space="preserve">… </w:t>
      </w:r>
      <w:r w:rsidR="00855694" w:rsidRPr="009071AC">
        <w:t>Tu trouveras</w:t>
      </w:r>
      <w:r>
        <w:t xml:space="preserve">, </w:t>
      </w:r>
      <w:r w:rsidR="00855694" w:rsidRPr="009071AC">
        <w:t>en entrant</w:t>
      </w:r>
      <w:r>
        <w:t xml:space="preserve">, </w:t>
      </w:r>
      <w:r w:rsidR="00855694" w:rsidRPr="009071AC">
        <w:t>ta bougie et des allumettes sur le buffet</w:t>
      </w:r>
      <w:r>
        <w:t xml:space="preserve">, </w:t>
      </w:r>
      <w:r w:rsidR="00855694" w:rsidRPr="009071AC">
        <w:t>dans l</w:t>
      </w:r>
      <w:r>
        <w:t>’</w:t>
      </w:r>
      <w:r w:rsidR="00855694" w:rsidRPr="009071AC">
        <w:t>antichambre</w:t>
      </w:r>
      <w:r>
        <w:t xml:space="preserve">… </w:t>
      </w:r>
      <w:r w:rsidR="00855694" w:rsidRPr="009071AC">
        <w:t>Et enveloppe-toi bien</w:t>
      </w:r>
      <w:r>
        <w:t xml:space="preserve">, </w:t>
      </w:r>
      <w:r w:rsidR="00855694" w:rsidRPr="009071AC">
        <w:t>car il fait très-froid</w:t>
      </w:r>
      <w:r>
        <w:t>.</w:t>
      </w:r>
    </w:p>
    <w:p w14:paraId="73709E16" w14:textId="77777777" w:rsidR="00F635DB" w:rsidRDefault="00855694" w:rsidP="00F635DB">
      <w:r w:rsidRPr="009071AC">
        <w:t>Elle tendit son front aux lèvres de son fils et gaiement ajouta</w:t>
      </w:r>
      <w:r w:rsidR="00F635DB">
        <w:t> :</w:t>
      </w:r>
    </w:p>
    <w:p w14:paraId="04E41F4B" w14:textId="77777777" w:rsidR="00F635DB" w:rsidRDefault="00F635DB" w:rsidP="00F635DB">
      <w:r>
        <w:t>— </w:t>
      </w:r>
      <w:r w:rsidR="00855694" w:rsidRPr="009071AC">
        <w:t>Et amuse-toi bien</w:t>
      </w:r>
      <w:r>
        <w:t>…</w:t>
      </w:r>
    </w:p>
    <w:p w14:paraId="6212C20B" w14:textId="4DBEF799" w:rsidR="00F635DB" w:rsidRDefault="00855694" w:rsidP="00F635DB">
      <w:r w:rsidRPr="009071AC">
        <w:t>Fidèle à sa promesse</w:t>
      </w:r>
      <w:r w:rsidR="00F635DB">
        <w:t>, M</w:t>
      </w:r>
      <w:r w:rsidR="00F635DB" w:rsidRPr="00F635DB">
        <w:rPr>
          <w:vertAlign w:val="superscript"/>
        </w:rPr>
        <w:t>me</w:t>
      </w:r>
      <w:r w:rsidR="00F635DB">
        <w:t> </w:t>
      </w:r>
      <w:proofErr w:type="spellStart"/>
      <w:r w:rsidRPr="009071AC">
        <w:t>Férailleur</w:t>
      </w:r>
      <w:proofErr w:type="spellEnd"/>
      <w:r w:rsidRPr="009071AC">
        <w:t xml:space="preserve"> se mit au lit comme tous les soirs</w:t>
      </w:r>
      <w:r w:rsidR="00F635DB">
        <w:t xml:space="preserve">, </w:t>
      </w:r>
      <w:r w:rsidRPr="009071AC">
        <w:t>mais c</w:t>
      </w:r>
      <w:r w:rsidR="00F635DB">
        <w:t>’</w:t>
      </w:r>
      <w:r w:rsidRPr="009071AC">
        <w:t>est vainement qu</w:t>
      </w:r>
      <w:r w:rsidR="00F635DB">
        <w:t>’</w:t>
      </w:r>
      <w:r w:rsidRPr="009071AC">
        <w:t>elle appela le sommeil</w:t>
      </w:r>
      <w:r w:rsidR="00F635DB">
        <w:t>.</w:t>
      </w:r>
    </w:p>
    <w:p w14:paraId="30A39CDE" w14:textId="77777777" w:rsidR="00F635DB" w:rsidRDefault="00855694" w:rsidP="00F635DB">
      <w:r w:rsidRPr="009071AC">
        <w:t>Elle n</w:t>
      </w:r>
      <w:r w:rsidR="00F635DB">
        <w:t>’</w:t>
      </w:r>
      <w:r w:rsidRPr="009071AC">
        <w:t>avait certes aucune raison de s</w:t>
      </w:r>
      <w:r w:rsidR="00F635DB">
        <w:t>’</w:t>
      </w:r>
      <w:r w:rsidRPr="009071AC">
        <w:t>inquiéter</w:t>
      </w:r>
      <w:r w:rsidR="00F635DB">
        <w:t xml:space="preserve">, </w:t>
      </w:r>
      <w:r w:rsidRPr="009071AC">
        <w:t>et cependant cette idée que son fils était dehors l</w:t>
      </w:r>
      <w:r w:rsidR="00F635DB">
        <w:t>’</w:t>
      </w:r>
      <w:r w:rsidRPr="009071AC">
        <w:t>emplissait d</w:t>
      </w:r>
      <w:r w:rsidR="00F635DB">
        <w:t>’</w:t>
      </w:r>
      <w:r w:rsidRPr="009071AC">
        <w:t>appréhensions vagues qu</w:t>
      </w:r>
      <w:r w:rsidR="00F635DB">
        <w:t>’</w:t>
      </w:r>
      <w:r w:rsidRPr="009071AC">
        <w:t>elle n</w:t>
      </w:r>
      <w:r w:rsidR="00F635DB">
        <w:t>’</w:t>
      </w:r>
      <w:r w:rsidRPr="009071AC">
        <w:t>avait jamais ressenties</w:t>
      </w:r>
      <w:r w:rsidR="00F635DB">
        <w:t>.</w:t>
      </w:r>
    </w:p>
    <w:p w14:paraId="329407F8" w14:textId="4730D5D9" w:rsidR="00F635DB" w:rsidRDefault="00855694" w:rsidP="00F635DB">
      <w:r w:rsidRPr="009071AC">
        <w:t>Peut-être cela venait-il de ce qu</w:t>
      </w:r>
      <w:r w:rsidR="00F635DB">
        <w:t>’</w:t>
      </w:r>
      <w:r w:rsidRPr="009071AC">
        <w:t>elle ignorait où était allé Pascal</w:t>
      </w:r>
      <w:r w:rsidR="00F635DB">
        <w:t xml:space="preserve">. </w:t>
      </w:r>
      <w:r w:rsidRPr="009071AC">
        <w:t xml:space="preserve">Peut-être </w:t>
      </w:r>
      <w:r w:rsidR="00F635DB">
        <w:t>M. de </w:t>
      </w:r>
      <w:proofErr w:type="spellStart"/>
      <w:r w:rsidRPr="009071AC">
        <w:t>Coralth</w:t>
      </w:r>
      <w:proofErr w:type="spellEnd"/>
      <w:r w:rsidRPr="009071AC">
        <w:t xml:space="preserve"> était-il la cause de cette agitation</w:t>
      </w:r>
      <w:r w:rsidR="00F635DB">
        <w:t>. M</w:t>
      </w:r>
      <w:r w:rsidR="00F635DB" w:rsidRPr="00F635DB">
        <w:rPr>
          <w:vertAlign w:val="superscript"/>
        </w:rPr>
        <w:t>me</w:t>
      </w:r>
      <w:r w:rsidR="00F635DB">
        <w:t> </w:t>
      </w:r>
      <w:proofErr w:type="spellStart"/>
      <w:r w:rsidRPr="009071AC">
        <w:t>Férailleur</w:t>
      </w:r>
      <w:proofErr w:type="spellEnd"/>
      <w:r w:rsidRPr="009071AC">
        <w:t xml:space="preserve"> ne pouvait souffrir le vicomte</w:t>
      </w:r>
      <w:r w:rsidR="00F635DB">
        <w:t xml:space="preserve">, </w:t>
      </w:r>
      <w:r w:rsidRPr="009071AC">
        <w:t>son instinct de femme lui disait que l</w:t>
      </w:r>
      <w:r w:rsidR="00F635DB">
        <w:t>’</w:t>
      </w:r>
      <w:r w:rsidRPr="009071AC">
        <w:t>étrange beauté de ce jeune homme avait quelque chose de malsain et qu</w:t>
      </w:r>
      <w:r w:rsidR="00F635DB">
        <w:t>’</w:t>
      </w:r>
      <w:r w:rsidRPr="009071AC">
        <w:t>il était dangereux de croire à ses témoignages d</w:t>
      </w:r>
      <w:r w:rsidR="00F635DB">
        <w:t>’</w:t>
      </w:r>
      <w:r w:rsidRPr="009071AC">
        <w:t>amitié</w:t>
      </w:r>
      <w:r w:rsidR="00F635DB">
        <w:t>.</w:t>
      </w:r>
    </w:p>
    <w:p w14:paraId="21A81332" w14:textId="77777777" w:rsidR="00F635DB" w:rsidRDefault="00855694" w:rsidP="00F635DB">
      <w:r w:rsidRPr="009071AC">
        <w:t>Successivement elle entendit frapper toutes les heures aux horloges des communautés voisines</w:t>
      </w:r>
      <w:r w:rsidR="00F635DB">
        <w:t xml:space="preserve">… </w:t>
      </w:r>
      <w:r w:rsidRPr="009071AC">
        <w:t>deux heures</w:t>
      </w:r>
      <w:r w:rsidR="00F635DB">
        <w:t xml:space="preserve">… </w:t>
      </w:r>
      <w:r w:rsidRPr="009071AC">
        <w:t>trois heures</w:t>
      </w:r>
      <w:r w:rsidR="00F635DB">
        <w:t xml:space="preserve">… </w:t>
      </w:r>
      <w:r w:rsidRPr="009071AC">
        <w:t>quatre heures</w:t>
      </w:r>
      <w:r w:rsidR="00F635DB">
        <w:t>…</w:t>
      </w:r>
    </w:p>
    <w:p w14:paraId="241D7674" w14:textId="77777777" w:rsidR="00F635DB" w:rsidRDefault="00F635DB" w:rsidP="00F635DB">
      <w:r>
        <w:t>— </w:t>
      </w:r>
      <w:r w:rsidR="00855694" w:rsidRPr="009071AC">
        <w:t>Comme Pascal rentre tard</w:t>
      </w:r>
      <w:r>
        <w:t xml:space="preserve">, </w:t>
      </w:r>
      <w:r w:rsidR="00855694" w:rsidRPr="009071AC">
        <w:t>se disait-elle</w:t>
      </w:r>
      <w:r>
        <w:t>.</w:t>
      </w:r>
    </w:p>
    <w:p w14:paraId="15D0D3A3" w14:textId="77777777" w:rsidR="00F635DB" w:rsidRDefault="00855694" w:rsidP="00F635DB">
      <w:r w:rsidRPr="009071AC">
        <w:t>Peu à peu</w:t>
      </w:r>
      <w:r w:rsidR="00F635DB">
        <w:t xml:space="preserve">, </w:t>
      </w:r>
      <w:r w:rsidRPr="009071AC">
        <w:t>un pressentiment plus douloureux que les autres traversa son esprit</w:t>
      </w:r>
      <w:r w:rsidR="00F635DB">
        <w:t xml:space="preserve">. </w:t>
      </w:r>
      <w:r w:rsidRPr="009071AC">
        <w:t>Elle sauta à terre et courut ouvrir sa fenêtre</w:t>
      </w:r>
      <w:r w:rsidR="00F635DB">
        <w:t xml:space="preserve">. </w:t>
      </w:r>
      <w:r w:rsidRPr="009071AC">
        <w:t>Il lui semblait qu</w:t>
      </w:r>
      <w:r w:rsidR="00F635DB">
        <w:t>’</w:t>
      </w:r>
      <w:r w:rsidRPr="009071AC">
        <w:t>elle avait entendu un grand cri de détresse dans la rue déserte</w:t>
      </w:r>
      <w:r w:rsidR="00F635DB">
        <w:t>…</w:t>
      </w:r>
    </w:p>
    <w:p w14:paraId="34AA9CC4" w14:textId="77777777" w:rsidR="00F635DB" w:rsidRDefault="00855694" w:rsidP="00F635DB">
      <w:r w:rsidRPr="009071AC">
        <w:t>À ce moment-là même</w:t>
      </w:r>
      <w:r w:rsidR="00F635DB">
        <w:t xml:space="preserve">, </w:t>
      </w:r>
      <w:r w:rsidRPr="009071AC">
        <w:t>minute pour minute</w:t>
      </w:r>
      <w:r w:rsidR="00F635DB">
        <w:t xml:space="preserve">, </w:t>
      </w:r>
      <w:r w:rsidRPr="009071AC">
        <w:t xml:space="preserve">le mot </w:t>
      </w:r>
      <w:r w:rsidR="00F635DB">
        <w:t>« </w:t>
      </w:r>
      <w:r w:rsidRPr="009071AC">
        <w:t>voleur</w:t>
      </w:r>
      <w:r w:rsidR="00F635DB">
        <w:t> »</w:t>
      </w:r>
      <w:r w:rsidRPr="009071AC">
        <w:t xml:space="preserve"> était jeté à la face de son fils</w:t>
      </w:r>
      <w:r w:rsidR="00F635DB">
        <w:t>.</w:t>
      </w:r>
    </w:p>
    <w:p w14:paraId="700473CA" w14:textId="77777777" w:rsidR="00F635DB" w:rsidRDefault="00855694" w:rsidP="00F635DB">
      <w:r w:rsidRPr="009071AC">
        <w:lastRenderedPageBreak/>
        <w:t>La rue était silencieuse</w:t>
      </w:r>
      <w:r w:rsidR="00F635DB">
        <w:t xml:space="preserve">… </w:t>
      </w:r>
      <w:r w:rsidRPr="009071AC">
        <w:t>elle pensa qu</w:t>
      </w:r>
      <w:r w:rsidR="00F635DB">
        <w:t>’</w:t>
      </w:r>
      <w:r w:rsidRPr="009071AC">
        <w:t>elle s</w:t>
      </w:r>
      <w:r w:rsidR="00F635DB">
        <w:t>’</w:t>
      </w:r>
      <w:r w:rsidRPr="009071AC">
        <w:t>était trompée</w:t>
      </w:r>
      <w:r w:rsidR="00F635DB">
        <w:t xml:space="preserve">, </w:t>
      </w:r>
      <w:r w:rsidRPr="009071AC">
        <w:t>elle se recoucha en se raillant de ses chimères</w:t>
      </w:r>
      <w:r w:rsidR="00F635DB">
        <w:t xml:space="preserve">, </w:t>
      </w:r>
      <w:r w:rsidRPr="009071AC">
        <w:t>et enfin s</w:t>
      </w:r>
      <w:r w:rsidR="00F635DB">
        <w:t>’</w:t>
      </w:r>
      <w:r w:rsidRPr="009071AC">
        <w:t>endormit</w:t>
      </w:r>
      <w:r w:rsidR="00F635DB">
        <w:t>…</w:t>
      </w:r>
    </w:p>
    <w:p w14:paraId="6B0C5B73" w14:textId="77777777" w:rsidR="00F635DB" w:rsidRDefault="00855694" w:rsidP="00F635DB">
      <w:r w:rsidRPr="009071AC">
        <w:t>Mais quelle ne fut pas sa terreur</w:t>
      </w:r>
      <w:r w:rsidR="00F635DB">
        <w:t xml:space="preserve">, </w:t>
      </w:r>
      <w:r w:rsidRPr="009071AC">
        <w:t>le matin</w:t>
      </w:r>
      <w:r w:rsidR="00F635DB">
        <w:t xml:space="preserve">, </w:t>
      </w:r>
      <w:r w:rsidRPr="009071AC">
        <w:t>quand</w:t>
      </w:r>
      <w:r w:rsidR="00F635DB">
        <w:t xml:space="preserve">, </w:t>
      </w:r>
      <w:r w:rsidRPr="009071AC">
        <w:t>sortant de chez elle</w:t>
      </w:r>
      <w:r w:rsidR="00F635DB">
        <w:t xml:space="preserve">, </w:t>
      </w:r>
      <w:r w:rsidRPr="009071AC">
        <w:t>au bruit de la femme de ménage</w:t>
      </w:r>
      <w:r w:rsidR="00F635DB">
        <w:t xml:space="preserve">, </w:t>
      </w:r>
      <w:r w:rsidRPr="009071AC">
        <w:t>elle aperçut sur le buffet le bougeoir de Pascal</w:t>
      </w:r>
      <w:r w:rsidR="00F635DB">
        <w:t>.</w:t>
      </w:r>
    </w:p>
    <w:p w14:paraId="0128E413" w14:textId="77777777" w:rsidR="00F635DB" w:rsidRDefault="00855694" w:rsidP="00F635DB">
      <w:r w:rsidRPr="009071AC">
        <w:t>N</w:t>
      </w:r>
      <w:r w:rsidR="00F635DB">
        <w:t>’</w:t>
      </w:r>
      <w:r w:rsidRPr="009071AC">
        <w:t>était-il donc pas rentré</w:t>
      </w:r>
      <w:r w:rsidR="00F635DB">
        <w:t xml:space="preserve"> !… </w:t>
      </w:r>
      <w:r w:rsidRPr="009071AC">
        <w:t>Elle courut à sa chambre</w:t>
      </w:r>
      <w:r w:rsidR="00F635DB">
        <w:t xml:space="preserve">… </w:t>
      </w:r>
      <w:r w:rsidRPr="009071AC">
        <w:t>personne</w:t>
      </w:r>
      <w:r w:rsidR="00F635DB">
        <w:t>.</w:t>
      </w:r>
    </w:p>
    <w:p w14:paraId="745CD662" w14:textId="77777777" w:rsidR="00F635DB" w:rsidRDefault="00855694" w:rsidP="00F635DB">
      <w:r w:rsidRPr="009071AC">
        <w:t>Et il était près de huit heures</w:t>
      </w:r>
      <w:r w:rsidR="00F635DB">
        <w:t> !…</w:t>
      </w:r>
    </w:p>
    <w:p w14:paraId="1E6018C8" w14:textId="77777777" w:rsidR="00F635DB" w:rsidRDefault="00855694" w:rsidP="00F635DB">
      <w:r w:rsidRPr="009071AC">
        <w:t>C</w:t>
      </w:r>
      <w:r w:rsidR="00F635DB">
        <w:t>’</w:t>
      </w:r>
      <w:r w:rsidRPr="009071AC">
        <w:t>était la première fois que Pascal passait la nuit dehors sans que sa mère fût prévenue</w:t>
      </w:r>
      <w:r w:rsidR="00F635DB">
        <w:t xml:space="preserve">. </w:t>
      </w:r>
      <w:r w:rsidRPr="009071AC">
        <w:t>Et de sa part</w:t>
      </w:r>
      <w:r w:rsidR="00F635DB">
        <w:t xml:space="preserve">, </w:t>
      </w:r>
      <w:r w:rsidRPr="009071AC">
        <w:t>avec son caractère</w:t>
      </w:r>
      <w:r w:rsidR="00F635DB">
        <w:t xml:space="preserve">, </w:t>
      </w:r>
      <w:r w:rsidRPr="009071AC">
        <w:t>cela annonçait quelque chose d</w:t>
      </w:r>
      <w:r w:rsidR="00F635DB">
        <w:t>’</w:t>
      </w:r>
      <w:r w:rsidRPr="009071AC">
        <w:t>extraordinaire</w:t>
      </w:r>
      <w:r w:rsidR="00F635DB">
        <w:t>.</w:t>
      </w:r>
    </w:p>
    <w:p w14:paraId="0264DC9B" w14:textId="0DB1661C" w:rsidR="00F635DB" w:rsidRDefault="00855694" w:rsidP="00F635DB">
      <w:r w:rsidRPr="009071AC">
        <w:t xml:space="preserve">En un moment </w:t>
      </w:r>
      <w:r w:rsidR="00F635DB">
        <w:t>M</w:t>
      </w:r>
      <w:r w:rsidR="00F635DB" w:rsidRPr="00F635DB">
        <w:rPr>
          <w:vertAlign w:val="superscript"/>
        </w:rPr>
        <w:t>me</w:t>
      </w:r>
      <w:r w:rsidR="00F635DB">
        <w:t> </w:t>
      </w:r>
      <w:proofErr w:type="spellStart"/>
      <w:r w:rsidRPr="009071AC">
        <w:t>Férailleur</w:t>
      </w:r>
      <w:proofErr w:type="spellEnd"/>
      <w:r w:rsidRPr="009071AC">
        <w:t xml:space="preserve"> s</w:t>
      </w:r>
      <w:r w:rsidR="00F635DB">
        <w:t>’</w:t>
      </w:r>
      <w:r w:rsidRPr="009071AC">
        <w:t>énuméra tous les dangers de Paris la nuit</w:t>
      </w:r>
      <w:r w:rsidR="00F635DB">
        <w:t xml:space="preserve">. </w:t>
      </w:r>
      <w:r w:rsidRPr="009071AC">
        <w:t>Toutes les histoires qu</w:t>
      </w:r>
      <w:r w:rsidR="00F635DB">
        <w:t>’</w:t>
      </w:r>
      <w:r w:rsidRPr="009071AC">
        <w:t>elle avait lues</w:t>
      </w:r>
      <w:r w:rsidR="00F635DB">
        <w:t xml:space="preserve">, </w:t>
      </w:r>
      <w:r w:rsidRPr="009071AC">
        <w:t>d</w:t>
      </w:r>
      <w:r w:rsidR="00F635DB">
        <w:t>’</w:t>
      </w:r>
      <w:r w:rsidRPr="009071AC">
        <w:t>hommes attirés dans des pièges</w:t>
      </w:r>
      <w:r w:rsidR="00F635DB">
        <w:t xml:space="preserve">, </w:t>
      </w:r>
      <w:r w:rsidRPr="009071AC">
        <w:t>poignardés au détour de quelque rue déserte</w:t>
      </w:r>
      <w:r w:rsidR="00F635DB">
        <w:t xml:space="preserve">, </w:t>
      </w:r>
      <w:r w:rsidRPr="009071AC">
        <w:t>jetés à la Seine en traversant un pont se représentèrent à sa mémoire</w:t>
      </w:r>
      <w:r w:rsidR="00F635DB">
        <w:t>…</w:t>
      </w:r>
    </w:p>
    <w:p w14:paraId="46E6327F" w14:textId="77777777" w:rsidR="00F635DB" w:rsidRDefault="00855694" w:rsidP="00F635DB">
      <w:r w:rsidRPr="009071AC">
        <w:t>Que faire</w:t>
      </w:r>
      <w:r w:rsidR="00F635DB">
        <w:t xml:space="preserve"> !… </w:t>
      </w:r>
      <w:r w:rsidRPr="009071AC">
        <w:t>Elle avait envie de courir à la préfecture de police et chez tous les amis de Pascal</w:t>
      </w:r>
      <w:r w:rsidR="00F635DB">
        <w:t xml:space="preserve">, </w:t>
      </w:r>
      <w:r w:rsidRPr="009071AC">
        <w:t>et d</w:t>
      </w:r>
      <w:r w:rsidR="00F635DB">
        <w:t>’</w:t>
      </w:r>
      <w:r w:rsidRPr="009071AC">
        <w:t>un autre côté elle n</w:t>
      </w:r>
      <w:r w:rsidR="00F635DB">
        <w:t>’</w:t>
      </w:r>
      <w:r w:rsidRPr="009071AC">
        <w:t>osait s</w:t>
      </w:r>
      <w:r w:rsidR="00F635DB">
        <w:t>’</w:t>
      </w:r>
      <w:r w:rsidRPr="009071AC">
        <w:t>éloigner de peur qu</w:t>
      </w:r>
      <w:r w:rsidR="00F635DB">
        <w:t>’</w:t>
      </w:r>
      <w:r w:rsidRPr="009071AC">
        <w:t>il ne rentrât en son absence</w:t>
      </w:r>
      <w:r w:rsidR="00F635DB">
        <w:t>…</w:t>
      </w:r>
    </w:p>
    <w:p w14:paraId="1E1BF8C0" w14:textId="77777777" w:rsidR="00F635DB" w:rsidRDefault="00855694" w:rsidP="00F635DB">
      <w:r w:rsidRPr="009071AC">
        <w:t>Et pendant que son désespoir flottait entre mille partis</w:t>
      </w:r>
      <w:r w:rsidR="00F635DB">
        <w:t xml:space="preserve">, </w:t>
      </w:r>
      <w:r w:rsidRPr="009071AC">
        <w:t>elle restait affaissée sur une banquette de l</w:t>
      </w:r>
      <w:r w:rsidR="00F635DB">
        <w:t>’</w:t>
      </w:r>
      <w:r w:rsidRPr="009071AC">
        <w:t>antichambre</w:t>
      </w:r>
      <w:r w:rsidR="00F635DB">
        <w:t xml:space="preserve">, </w:t>
      </w:r>
      <w:r w:rsidRPr="009071AC">
        <w:t>comptant les secondes aux battements précipités de ses tempes</w:t>
      </w:r>
      <w:r w:rsidR="00F635DB">
        <w:t xml:space="preserve">, </w:t>
      </w:r>
      <w:r w:rsidRPr="009071AC">
        <w:t>l</w:t>
      </w:r>
      <w:r w:rsidR="00F635DB">
        <w:t>’</w:t>
      </w:r>
      <w:r w:rsidRPr="009071AC">
        <w:t>oreille tendue au moindre bruit</w:t>
      </w:r>
      <w:r w:rsidR="00F635DB">
        <w:t>…</w:t>
      </w:r>
    </w:p>
    <w:p w14:paraId="776E7E98" w14:textId="77777777" w:rsidR="00F635DB" w:rsidRDefault="00855694" w:rsidP="00F635DB">
      <w:r w:rsidRPr="009071AC">
        <w:t>Enfin</w:t>
      </w:r>
      <w:r w:rsidR="00F635DB">
        <w:t xml:space="preserve">, </w:t>
      </w:r>
      <w:r w:rsidRPr="009071AC">
        <w:t>un peu après la demie de huit heures</w:t>
      </w:r>
      <w:r w:rsidR="00F635DB">
        <w:t xml:space="preserve">, </w:t>
      </w:r>
      <w:r w:rsidRPr="009071AC">
        <w:t>elle entendit dans l</w:t>
      </w:r>
      <w:r w:rsidR="00F635DB">
        <w:t>’</w:t>
      </w:r>
      <w:r w:rsidRPr="009071AC">
        <w:t>escalier un pas lourd et trébuchant comme le pas d</w:t>
      </w:r>
      <w:r w:rsidR="00F635DB">
        <w:t>’</w:t>
      </w:r>
      <w:r w:rsidRPr="009071AC">
        <w:t>un ivrogne</w:t>
      </w:r>
      <w:r w:rsidR="00F635DB">
        <w:t>…</w:t>
      </w:r>
    </w:p>
    <w:p w14:paraId="22646EDC" w14:textId="77777777" w:rsidR="00F635DB" w:rsidRDefault="00855694" w:rsidP="00F635DB">
      <w:r w:rsidRPr="009071AC">
        <w:lastRenderedPageBreak/>
        <w:t>Elle ouvrit</w:t>
      </w:r>
      <w:r w:rsidR="00F635DB">
        <w:t xml:space="preserve">, </w:t>
      </w:r>
      <w:r w:rsidRPr="009071AC">
        <w:t>c</w:t>
      </w:r>
      <w:r w:rsidR="00F635DB">
        <w:t>’</w:t>
      </w:r>
      <w:r w:rsidRPr="009071AC">
        <w:t>était son fils</w:t>
      </w:r>
      <w:r w:rsidR="00F635DB">
        <w:t xml:space="preserve">, </w:t>
      </w:r>
      <w:r w:rsidRPr="009071AC">
        <w:t>les vêtements en désordre</w:t>
      </w:r>
      <w:r w:rsidR="00F635DB">
        <w:t xml:space="preserve">, </w:t>
      </w:r>
      <w:r w:rsidRPr="009071AC">
        <w:t>sa cravate arrachée</w:t>
      </w:r>
      <w:r w:rsidR="00F635DB">
        <w:t xml:space="preserve">, </w:t>
      </w:r>
      <w:r w:rsidRPr="009071AC">
        <w:t>sa chemise déchirée</w:t>
      </w:r>
      <w:r w:rsidR="00F635DB">
        <w:t xml:space="preserve">, </w:t>
      </w:r>
      <w:r w:rsidRPr="009071AC">
        <w:t>sans pardessus</w:t>
      </w:r>
      <w:r w:rsidR="00F635DB">
        <w:t xml:space="preserve">, </w:t>
      </w:r>
      <w:r w:rsidRPr="009071AC">
        <w:t>la tête nue</w:t>
      </w:r>
      <w:r w:rsidR="00F635DB">
        <w:t>…</w:t>
      </w:r>
    </w:p>
    <w:p w14:paraId="7F80BA09" w14:textId="77777777" w:rsidR="00F635DB" w:rsidRDefault="00855694" w:rsidP="00F635DB">
      <w:r w:rsidRPr="009071AC">
        <w:t>Il était livide et ses dents claquaient</w:t>
      </w:r>
      <w:r w:rsidR="00F635DB">
        <w:t xml:space="preserve">, </w:t>
      </w:r>
      <w:r w:rsidRPr="009071AC">
        <w:t>nulle expression dans ses yeux et sur sa physionomie qu</w:t>
      </w:r>
      <w:r w:rsidR="00F635DB">
        <w:t>’</w:t>
      </w:r>
      <w:r w:rsidRPr="009071AC">
        <w:t>un affreux hébétement</w:t>
      </w:r>
      <w:r w:rsidR="00F635DB">
        <w:t>…</w:t>
      </w:r>
    </w:p>
    <w:p w14:paraId="7A7C9A63" w14:textId="77777777" w:rsidR="00F635DB" w:rsidRDefault="00F635DB" w:rsidP="00F635DB">
      <w:r>
        <w:t>— </w:t>
      </w:r>
      <w:r w:rsidR="00855694" w:rsidRPr="009071AC">
        <w:t>Pascal</w:t>
      </w:r>
      <w:r>
        <w:t xml:space="preserve">, </w:t>
      </w:r>
      <w:r w:rsidR="00855694" w:rsidRPr="009071AC">
        <w:t>que t</w:t>
      </w:r>
      <w:r>
        <w:t>’</w:t>
      </w:r>
      <w:r w:rsidR="00855694" w:rsidRPr="009071AC">
        <w:t>est-il arrivé</w:t>
      </w:r>
      <w:r>
        <w:t> ?…</w:t>
      </w:r>
    </w:p>
    <w:p w14:paraId="24475922" w14:textId="77777777" w:rsidR="00F635DB" w:rsidRDefault="00855694" w:rsidP="00F635DB">
      <w:r w:rsidRPr="009071AC">
        <w:t>Cette voix tombant sur son esprit comme un marteau sur un timbre</w:t>
      </w:r>
      <w:r w:rsidR="00F635DB">
        <w:t xml:space="preserve">, </w:t>
      </w:r>
      <w:r w:rsidRPr="009071AC">
        <w:t>le fit tressaillir de la tête aux pieds</w:t>
      </w:r>
      <w:r w:rsidR="00F635DB">
        <w:t>.</w:t>
      </w:r>
    </w:p>
    <w:p w14:paraId="274536BF" w14:textId="77777777" w:rsidR="00F635DB" w:rsidRDefault="00F635DB" w:rsidP="00F635DB">
      <w:r>
        <w:t>— </w:t>
      </w:r>
      <w:r w:rsidR="00855694" w:rsidRPr="009071AC">
        <w:t>Rien</w:t>
      </w:r>
      <w:r>
        <w:t xml:space="preserve"> !… </w:t>
      </w:r>
      <w:r w:rsidR="00855694" w:rsidRPr="009071AC">
        <w:t>bégaya-t-il</w:t>
      </w:r>
      <w:r>
        <w:t xml:space="preserve">, </w:t>
      </w:r>
      <w:r w:rsidR="00855694" w:rsidRPr="009071AC">
        <w:t>rien du tout</w:t>
      </w:r>
      <w:r>
        <w:t>.</w:t>
      </w:r>
    </w:p>
    <w:p w14:paraId="562FE1D3" w14:textId="77777777" w:rsidR="00F635DB" w:rsidRDefault="00855694" w:rsidP="00F635DB">
      <w:r w:rsidRPr="009071AC">
        <w:t>Et sa mère l</w:t>
      </w:r>
      <w:r w:rsidR="00F635DB">
        <w:t>’</w:t>
      </w:r>
      <w:r w:rsidRPr="009071AC">
        <w:t>accablant de questions</w:t>
      </w:r>
      <w:r w:rsidR="00F635DB">
        <w:t xml:space="preserve">, </w:t>
      </w:r>
      <w:r w:rsidRPr="009071AC">
        <w:t>il l</w:t>
      </w:r>
      <w:r w:rsidR="00F635DB">
        <w:t>’</w:t>
      </w:r>
      <w:r w:rsidRPr="009071AC">
        <w:t>écarta doucement et gagna sa chambre</w:t>
      </w:r>
      <w:r w:rsidR="00F635DB">
        <w:t>.</w:t>
      </w:r>
    </w:p>
    <w:p w14:paraId="778F9728" w14:textId="6B2424F9" w:rsidR="00F635DB" w:rsidRDefault="00F635DB" w:rsidP="00F635DB">
      <w:r>
        <w:t>— </w:t>
      </w:r>
      <w:r w:rsidR="00855694" w:rsidRPr="009071AC">
        <w:t>Pauvre enfant</w:t>
      </w:r>
      <w:r>
        <w:t xml:space="preserve">, </w:t>
      </w:r>
      <w:r w:rsidR="00855694" w:rsidRPr="009071AC">
        <w:t xml:space="preserve">murmura </w:t>
      </w:r>
      <w:r>
        <w:t>M</w:t>
      </w:r>
      <w:r w:rsidRPr="00F635DB">
        <w:rPr>
          <w:vertAlign w:val="superscript"/>
        </w:rPr>
        <w:t>me</w:t>
      </w:r>
      <w:r>
        <w:t> </w:t>
      </w:r>
      <w:proofErr w:type="spellStart"/>
      <w:r w:rsidR="00855694" w:rsidRPr="009071AC">
        <w:t>Férailleur</w:t>
      </w:r>
      <w:proofErr w:type="spellEnd"/>
      <w:r>
        <w:t xml:space="preserve">, </w:t>
      </w:r>
      <w:r w:rsidR="00855694" w:rsidRPr="009071AC">
        <w:t>peinée et rassurée en même temps</w:t>
      </w:r>
      <w:r>
        <w:t xml:space="preserve">, </w:t>
      </w:r>
      <w:r w:rsidR="00855694" w:rsidRPr="009071AC">
        <w:t>lui toujours si sobre</w:t>
      </w:r>
      <w:r>
        <w:t xml:space="preserve">… </w:t>
      </w:r>
      <w:r w:rsidR="00855694" w:rsidRPr="009071AC">
        <w:t>on l</w:t>
      </w:r>
      <w:r>
        <w:t>’</w:t>
      </w:r>
      <w:r w:rsidR="00855694" w:rsidRPr="009071AC">
        <w:t>aura fait boire</w:t>
      </w:r>
      <w:r>
        <w:t>.</w:t>
      </w:r>
    </w:p>
    <w:p w14:paraId="4F6322CD" w14:textId="09A3C230" w:rsidR="00F635DB" w:rsidRDefault="00855694" w:rsidP="00F635DB">
      <w:r w:rsidRPr="009071AC">
        <w:t>L</w:t>
      </w:r>
      <w:r w:rsidR="00F635DB">
        <w:t>’</w:t>
      </w:r>
      <w:r w:rsidRPr="009071AC">
        <w:t xml:space="preserve">erreur de </w:t>
      </w:r>
      <w:r w:rsidR="00F635DB">
        <w:t>M</w:t>
      </w:r>
      <w:r w:rsidR="00F635DB" w:rsidRPr="00F635DB">
        <w:rPr>
          <w:vertAlign w:val="superscript"/>
        </w:rPr>
        <w:t>me</w:t>
      </w:r>
      <w:r w:rsidR="00F635DB">
        <w:t> </w:t>
      </w:r>
      <w:proofErr w:type="spellStart"/>
      <w:r w:rsidRPr="009071AC">
        <w:t>Férailleur</w:t>
      </w:r>
      <w:proofErr w:type="spellEnd"/>
      <w:r w:rsidRPr="009071AC">
        <w:t xml:space="preserve"> était grande</w:t>
      </w:r>
      <w:r w:rsidR="00F635DB">
        <w:t xml:space="preserve">, </w:t>
      </w:r>
      <w:r w:rsidRPr="009071AC">
        <w:t>et cependant les sensations de Pascal étaient exactement celles de l</w:t>
      </w:r>
      <w:r w:rsidR="00F635DB">
        <w:t>’</w:t>
      </w:r>
      <w:r w:rsidRPr="009071AC">
        <w:t>ivresse</w:t>
      </w:r>
      <w:r w:rsidR="00F635DB">
        <w:t>.</w:t>
      </w:r>
    </w:p>
    <w:p w14:paraId="57C1859E" w14:textId="77777777" w:rsidR="00F635DB" w:rsidRDefault="00855694" w:rsidP="00F635DB">
      <w:r w:rsidRPr="009071AC">
        <w:t>Après avoir perdu pendant un temps assez long toute conscience de soi et des circonstances extérieures</w:t>
      </w:r>
      <w:r w:rsidR="00F635DB">
        <w:t xml:space="preserve">, </w:t>
      </w:r>
      <w:r w:rsidRPr="009071AC">
        <w:t>il sentait un brouillard plus épais que les vapeurs de l</w:t>
      </w:r>
      <w:r w:rsidR="00F635DB">
        <w:t>’</w:t>
      </w:r>
      <w:r w:rsidRPr="009071AC">
        <w:t>alcool envahir son cerveau</w:t>
      </w:r>
      <w:r w:rsidR="00F635DB">
        <w:t>.</w:t>
      </w:r>
    </w:p>
    <w:p w14:paraId="6570435B" w14:textId="77777777" w:rsidR="00F635DB" w:rsidRDefault="00855694" w:rsidP="00F635DB">
      <w:r w:rsidRPr="009071AC">
        <w:t>Comment il était revenu chez lui</w:t>
      </w:r>
      <w:r w:rsidR="00F635DB">
        <w:t xml:space="preserve">, </w:t>
      </w:r>
      <w:r w:rsidRPr="009071AC">
        <w:t>par quel chemin</w:t>
      </w:r>
      <w:r w:rsidR="00F635DB">
        <w:t xml:space="preserve">, </w:t>
      </w:r>
      <w:r w:rsidRPr="009071AC">
        <w:t>ce qu</w:t>
      </w:r>
      <w:r w:rsidR="00F635DB">
        <w:t>’</w:t>
      </w:r>
      <w:r w:rsidRPr="009071AC">
        <w:t>il avait fait en route</w:t>
      </w:r>
      <w:r w:rsidR="00F635DB">
        <w:t xml:space="preserve">, </w:t>
      </w:r>
      <w:r w:rsidRPr="009071AC">
        <w:t>il lui eût été impossible de le dire</w:t>
      </w:r>
      <w:r w:rsidR="00F635DB">
        <w:t>.</w:t>
      </w:r>
    </w:p>
    <w:p w14:paraId="67787D37" w14:textId="77777777" w:rsidR="00F635DB" w:rsidRDefault="00855694" w:rsidP="00F635DB">
      <w:r w:rsidRPr="009071AC">
        <w:t>Si même il était rentré</w:t>
      </w:r>
      <w:r w:rsidR="00F635DB">
        <w:t xml:space="preserve">, </w:t>
      </w:r>
      <w:r w:rsidRPr="009071AC">
        <w:t>c</w:t>
      </w:r>
      <w:r w:rsidR="00F635DB">
        <w:t>’</w:t>
      </w:r>
      <w:r w:rsidRPr="009071AC">
        <w:t>était machinalement</w:t>
      </w:r>
      <w:r w:rsidR="00F635DB">
        <w:t xml:space="preserve">, </w:t>
      </w:r>
      <w:r w:rsidRPr="009071AC">
        <w:t>par la force de l</w:t>
      </w:r>
      <w:r w:rsidR="00F635DB">
        <w:t>’</w:t>
      </w:r>
      <w:r w:rsidRPr="009071AC">
        <w:t>habitude</w:t>
      </w:r>
      <w:r w:rsidR="00F635DB">
        <w:t xml:space="preserve">, </w:t>
      </w:r>
      <w:r w:rsidRPr="009071AC">
        <w:t>cette mémoire du corps</w:t>
      </w:r>
      <w:r w:rsidR="00F635DB">
        <w:t>.</w:t>
      </w:r>
    </w:p>
    <w:p w14:paraId="09451CE7" w14:textId="77777777" w:rsidR="00F635DB" w:rsidRDefault="00855694" w:rsidP="00F635DB">
      <w:r w:rsidRPr="009071AC">
        <w:t>Il lui semblait cependant qu</w:t>
      </w:r>
      <w:r w:rsidR="00F635DB">
        <w:t>’</w:t>
      </w:r>
      <w:r w:rsidRPr="009071AC">
        <w:t>il s</w:t>
      </w:r>
      <w:r w:rsidR="00F635DB">
        <w:t>’</w:t>
      </w:r>
      <w:r w:rsidRPr="009071AC">
        <w:t>était assis sur un banc aux Champs-Élysées</w:t>
      </w:r>
      <w:r w:rsidR="00F635DB">
        <w:t xml:space="preserve">, </w:t>
      </w:r>
      <w:r w:rsidRPr="009071AC">
        <w:t>qu</w:t>
      </w:r>
      <w:r w:rsidR="00F635DB">
        <w:t>’</w:t>
      </w:r>
      <w:r w:rsidRPr="009071AC">
        <w:t>il y avait eu extrêmement froid</w:t>
      </w:r>
      <w:r w:rsidR="00F635DB">
        <w:t xml:space="preserve">, </w:t>
      </w:r>
      <w:r w:rsidRPr="009071AC">
        <w:t>et qu</w:t>
      </w:r>
      <w:r w:rsidR="00F635DB">
        <w:t>’</w:t>
      </w:r>
      <w:r w:rsidRPr="009071AC">
        <w:t xml:space="preserve">un </w:t>
      </w:r>
      <w:r w:rsidRPr="009071AC">
        <w:lastRenderedPageBreak/>
        <w:t>sergent de ville était venu le secouer</w:t>
      </w:r>
      <w:r w:rsidR="00F635DB">
        <w:t xml:space="preserve">, </w:t>
      </w:r>
      <w:r w:rsidRPr="009071AC">
        <w:t>le menaçant du poste s</w:t>
      </w:r>
      <w:r w:rsidR="00F635DB">
        <w:t>’</w:t>
      </w:r>
      <w:r w:rsidRPr="009071AC">
        <w:t>il ne se remettait pas en marche</w:t>
      </w:r>
      <w:r w:rsidR="00F635DB">
        <w:t>…</w:t>
      </w:r>
    </w:p>
    <w:p w14:paraId="330D742F" w14:textId="49ED8A93" w:rsidR="00F635DB" w:rsidRDefault="00855694" w:rsidP="00F635DB">
      <w:r w:rsidRPr="009071AC">
        <w:t>Ses derniers souvenirs précis s</w:t>
      </w:r>
      <w:r w:rsidR="00F635DB">
        <w:t>’</w:t>
      </w:r>
      <w:r w:rsidRPr="009071AC">
        <w:t>arrêtaient brusquement rue de Berry</w:t>
      </w:r>
      <w:r w:rsidR="00F635DB">
        <w:t xml:space="preserve">, </w:t>
      </w:r>
      <w:r w:rsidRPr="009071AC">
        <w:t>sur le seuil de l</w:t>
      </w:r>
      <w:r w:rsidR="00F635DB">
        <w:t>’</w:t>
      </w:r>
      <w:r w:rsidRPr="009071AC">
        <w:t xml:space="preserve">hôtel de </w:t>
      </w:r>
      <w:r w:rsidR="00F635DB">
        <w:t>M</w:t>
      </w:r>
      <w:r w:rsidR="00F635DB" w:rsidRPr="00F635DB">
        <w:rPr>
          <w:vertAlign w:val="superscript"/>
        </w:rPr>
        <w:t>me</w:t>
      </w:r>
      <w:r w:rsidR="00F635DB">
        <w:t> </w:t>
      </w:r>
      <w:r w:rsidRPr="009071AC">
        <w:t>d</w:t>
      </w:r>
      <w:r w:rsidR="00F635DB">
        <w:t>’</w:t>
      </w:r>
      <w:r w:rsidRPr="009071AC">
        <w:t>Argelès</w:t>
      </w:r>
      <w:r w:rsidR="00F635DB">
        <w:t>.</w:t>
      </w:r>
    </w:p>
    <w:p w14:paraId="71C9D4F7" w14:textId="77777777" w:rsidR="00F635DB" w:rsidRDefault="00855694" w:rsidP="00F635DB">
      <w:r w:rsidRPr="009071AC">
        <w:t>Ainsi</w:t>
      </w:r>
      <w:r w:rsidR="00F635DB">
        <w:t xml:space="preserve">, </w:t>
      </w:r>
      <w:r w:rsidRPr="009071AC">
        <w:t>il se rappelait fort bien qu</w:t>
      </w:r>
      <w:r w:rsidR="00F635DB">
        <w:t>’</w:t>
      </w:r>
      <w:r w:rsidRPr="009071AC">
        <w:t>il avait descendu l</w:t>
      </w:r>
      <w:r w:rsidR="00F635DB">
        <w:t>’</w:t>
      </w:r>
      <w:r w:rsidRPr="009071AC">
        <w:t>escalier lentement</w:t>
      </w:r>
      <w:r w:rsidR="00F635DB">
        <w:t xml:space="preserve">, </w:t>
      </w:r>
      <w:r w:rsidRPr="009071AC">
        <w:t>que les domestiques</w:t>
      </w:r>
      <w:r w:rsidR="00F635DB">
        <w:t xml:space="preserve">, </w:t>
      </w:r>
      <w:r w:rsidRPr="009071AC">
        <w:t>dans le vestibule</w:t>
      </w:r>
      <w:r w:rsidR="00F635DB">
        <w:t xml:space="preserve">, </w:t>
      </w:r>
      <w:r w:rsidRPr="009071AC">
        <w:t>s</w:t>
      </w:r>
      <w:r w:rsidR="00F635DB">
        <w:t>’</w:t>
      </w:r>
      <w:r w:rsidRPr="009071AC">
        <w:t>étaient écartés sur son passage</w:t>
      </w:r>
      <w:r w:rsidR="00F635DB">
        <w:t xml:space="preserve">, </w:t>
      </w:r>
      <w:r w:rsidRPr="009071AC">
        <w:t>et qu</w:t>
      </w:r>
      <w:r w:rsidR="00F635DB">
        <w:t>’</w:t>
      </w:r>
      <w:r w:rsidRPr="009071AC">
        <w:t>en traversant la cour il avait jeté le candélabre dont il s</w:t>
      </w:r>
      <w:r w:rsidR="00F635DB">
        <w:t>’</w:t>
      </w:r>
      <w:r w:rsidRPr="009071AC">
        <w:t>était armé</w:t>
      </w:r>
      <w:r w:rsidR="00F635DB">
        <w:t>…</w:t>
      </w:r>
    </w:p>
    <w:p w14:paraId="6E72C603" w14:textId="77777777" w:rsidR="00F635DB" w:rsidRDefault="00855694" w:rsidP="00F635DB">
      <w:r w:rsidRPr="009071AC">
        <w:t>Puis</w:t>
      </w:r>
      <w:r w:rsidR="00F635DB">
        <w:t xml:space="preserve">, </w:t>
      </w:r>
      <w:r w:rsidRPr="009071AC">
        <w:t>plus rien</w:t>
      </w:r>
      <w:r w:rsidR="00F635DB">
        <w:t>…</w:t>
      </w:r>
    </w:p>
    <w:p w14:paraId="1C6C6B2A" w14:textId="77777777" w:rsidR="00F635DB" w:rsidRDefault="00855694" w:rsidP="00F635DB">
      <w:r w:rsidRPr="009071AC">
        <w:t>Une fois dans la rue</w:t>
      </w:r>
      <w:r w:rsidR="00F635DB">
        <w:t xml:space="preserve">, </w:t>
      </w:r>
      <w:r w:rsidRPr="009071AC">
        <w:t>il avait été soudainement saisi par l</w:t>
      </w:r>
      <w:r w:rsidR="00F635DB">
        <w:t>’</w:t>
      </w:r>
      <w:r w:rsidRPr="009071AC">
        <w:t>air vif</w:t>
      </w:r>
      <w:r w:rsidR="00F635DB">
        <w:t xml:space="preserve">, </w:t>
      </w:r>
      <w:r w:rsidRPr="009071AC">
        <w:t>comme le buveur au sortir d</w:t>
      </w:r>
      <w:r w:rsidR="00F635DB">
        <w:t>’</w:t>
      </w:r>
      <w:r w:rsidRPr="009071AC">
        <w:t>une salle à manger trop chauffée</w:t>
      </w:r>
      <w:r w:rsidR="00F635DB">
        <w:t>…</w:t>
      </w:r>
    </w:p>
    <w:p w14:paraId="7754BF43" w14:textId="77777777" w:rsidR="00F635DB" w:rsidRDefault="00855694" w:rsidP="00F635DB">
      <w:r w:rsidRPr="009071AC">
        <w:t>Peut-être le champagne qu</w:t>
      </w:r>
      <w:r w:rsidR="00F635DB">
        <w:t>’</w:t>
      </w:r>
      <w:r w:rsidRPr="009071AC">
        <w:t>il avait bu avait-il contribué à ce désordre cérébral</w:t>
      </w:r>
      <w:r w:rsidR="00F635DB">
        <w:t>.</w:t>
      </w:r>
    </w:p>
    <w:p w14:paraId="21979E86" w14:textId="77777777" w:rsidR="00F635DB" w:rsidRDefault="00855694" w:rsidP="00F635DB">
      <w:r w:rsidRPr="009071AC">
        <w:t>Et en ce moment</w:t>
      </w:r>
      <w:r w:rsidR="00F635DB">
        <w:t xml:space="preserve">, </w:t>
      </w:r>
      <w:r w:rsidRPr="009071AC">
        <w:t>chez lui</w:t>
      </w:r>
      <w:r w:rsidR="00F635DB">
        <w:t xml:space="preserve">, </w:t>
      </w:r>
      <w:r w:rsidRPr="009071AC">
        <w:t>assis dans son fauteuil</w:t>
      </w:r>
      <w:r w:rsidR="00F635DB">
        <w:t xml:space="preserve">, </w:t>
      </w:r>
      <w:r w:rsidRPr="009071AC">
        <w:t>entouré d</w:t>
      </w:r>
      <w:r w:rsidR="00F635DB">
        <w:t>’</w:t>
      </w:r>
      <w:r w:rsidRPr="009071AC">
        <w:t>objets familiers</w:t>
      </w:r>
      <w:r w:rsidR="00F635DB">
        <w:t xml:space="preserve">, </w:t>
      </w:r>
      <w:r w:rsidRPr="009071AC">
        <w:t>il ne pouvait parvenir à rentrer en possession de lui-même</w:t>
      </w:r>
      <w:r w:rsidR="00F635DB">
        <w:t>.</w:t>
      </w:r>
    </w:p>
    <w:p w14:paraId="07F48855" w14:textId="77777777" w:rsidR="00F635DB" w:rsidRDefault="00855694" w:rsidP="00F635DB">
      <w:r w:rsidRPr="009071AC">
        <w:t>Sa pensée flottante</w:t>
      </w:r>
      <w:r w:rsidR="00F635DB">
        <w:t xml:space="preserve">, </w:t>
      </w:r>
      <w:r w:rsidRPr="009071AC">
        <w:t>comme le liège sur l</w:t>
      </w:r>
      <w:r w:rsidR="00F635DB">
        <w:t>’</w:t>
      </w:r>
      <w:r w:rsidRPr="009071AC">
        <w:t>eau</w:t>
      </w:r>
      <w:r w:rsidR="00F635DB">
        <w:t xml:space="preserve">, </w:t>
      </w:r>
      <w:r w:rsidRPr="009071AC">
        <w:t>se dérobait à sa volonté et lui échappait</w:t>
      </w:r>
      <w:r w:rsidR="00F635DB">
        <w:t xml:space="preserve">… </w:t>
      </w:r>
      <w:r w:rsidRPr="009071AC">
        <w:t>Un invincible engourdissement de plus en plus le dominait</w:t>
      </w:r>
      <w:r w:rsidR="00F635DB">
        <w:t>.</w:t>
      </w:r>
    </w:p>
    <w:p w14:paraId="7A5EC138" w14:textId="77777777" w:rsidR="00F635DB" w:rsidRDefault="00855694" w:rsidP="00F635DB">
      <w:r w:rsidRPr="009071AC">
        <w:t>Il eut bien juste la force de se jeter sur son lit</w:t>
      </w:r>
      <w:r w:rsidR="00F635DB">
        <w:t xml:space="preserve">, </w:t>
      </w:r>
      <w:r w:rsidRPr="009071AC">
        <w:t>et aussitôt il s</w:t>
      </w:r>
      <w:r w:rsidR="00F635DB">
        <w:t>’</w:t>
      </w:r>
      <w:r w:rsidRPr="009071AC">
        <w:t>endormit d</w:t>
      </w:r>
      <w:r w:rsidR="00F635DB">
        <w:t>’</w:t>
      </w:r>
      <w:r w:rsidRPr="009071AC">
        <w:t>un sommeil de plomb</w:t>
      </w:r>
      <w:r w:rsidR="00F635DB">
        <w:t xml:space="preserve">, </w:t>
      </w:r>
      <w:r w:rsidRPr="009071AC">
        <w:t>le sommeil des grandes crises</w:t>
      </w:r>
      <w:r w:rsidR="00F635DB">
        <w:t xml:space="preserve">, </w:t>
      </w:r>
      <w:r w:rsidRPr="009071AC">
        <w:t>qu</w:t>
      </w:r>
      <w:r w:rsidR="00F635DB">
        <w:t>’</w:t>
      </w:r>
      <w:r w:rsidRPr="009071AC">
        <w:t>on a observé même chez quelques condamnés à mort</w:t>
      </w:r>
      <w:r w:rsidR="00F635DB">
        <w:t xml:space="preserve">, </w:t>
      </w:r>
      <w:r w:rsidRPr="009071AC">
        <w:t>la veille de leur exécution</w:t>
      </w:r>
      <w:r w:rsidR="00F635DB">
        <w:t>.</w:t>
      </w:r>
    </w:p>
    <w:p w14:paraId="23576F93" w14:textId="77777777" w:rsidR="00F635DB" w:rsidRDefault="00855694" w:rsidP="00F635DB">
      <w:r w:rsidRPr="009071AC">
        <w:t>À quatre ou cinq reprises sa mère vint écouter à la porte</w:t>
      </w:r>
      <w:r w:rsidR="00F635DB">
        <w:t xml:space="preserve">, </w:t>
      </w:r>
      <w:r w:rsidRPr="009071AC">
        <w:t>une fois même elle entra</w:t>
      </w:r>
      <w:r w:rsidR="00F635DB">
        <w:t xml:space="preserve">, </w:t>
      </w:r>
      <w:r w:rsidRPr="009071AC">
        <w:t>et voyant son fils si profondément endormi</w:t>
      </w:r>
      <w:r w:rsidR="00F635DB">
        <w:t xml:space="preserve">, </w:t>
      </w:r>
      <w:r w:rsidRPr="009071AC">
        <w:t>elle ne put s</w:t>
      </w:r>
      <w:r w:rsidR="00F635DB">
        <w:t>’</w:t>
      </w:r>
      <w:r w:rsidRPr="009071AC">
        <w:t>empêcher de sourire</w:t>
      </w:r>
      <w:r w:rsidR="00F635DB">
        <w:t>.</w:t>
      </w:r>
    </w:p>
    <w:p w14:paraId="40C12BB5" w14:textId="77777777" w:rsidR="00F635DB" w:rsidRDefault="00F635DB" w:rsidP="00F635DB">
      <w:r>
        <w:lastRenderedPageBreak/>
        <w:t>— </w:t>
      </w:r>
      <w:r w:rsidR="00855694" w:rsidRPr="009071AC">
        <w:t>Pauvre Pascal</w:t>
      </w:r>
      <w:r>
        <w:t xml:space="preserve">, </w:t>
      </w:r>
      <w:r w:rsidR="00855694" w:rsidRPr="009071AC">
        <w:t>pensait-elle</w:t>
      </w:r>
      <w:r>
        <w:t xml:space="preserve">, </w:t>
      </w:r>
      <w:r w:rsidR="00855694" w:rsidRPr="009071AC">
        <w:t>il ne peut supporter d</w:t>
      </w:r>
      <w:r>
        <w:t>’</w:t>
      </w:r>
      <w:r w:rsidR="00855694" w:rsidRPr="009071AC">
        <w:t>autres excès que ceux du travail</w:t>
      </w:r>
      <w:r>
        <w:t xml:space="preserve">. </w:t>
      </w:r>
      <w:r w:rsidR="00855694" w:rsidRPr="009071AC">
        <w:t>Dieu</w:t>
      </w:r>
      <w:r>
        <w:t xml:space="preserve"> ! </w:t>
      </w:r>
      <w:r w:rsidR="00855694" w:rsidRPr="009071AC">
        <w:t>va-t-il être surpris et honteux quand il se réveillera</w:t>
      </w:r>
      <w:r>
        <w:t>…</w:t>
      </w:r>
    </w:p>
    <w:p w14:paraId="6E73AEA2" w14:textId="77777777" w:rsidR="00F635DB" w:rsidRDefault="00855694" w:rsidP="00F635DB">
      <w:r w:rsidRPr="009071AC">
        <w:t>Hélas</w:t>
      </w:r>
      <w:r w:rsidR="00F635DB">
        <w:t xml:space="preserve"> ! </w:t>
      </w:r>
      <w:r w:rsidRPr="009071AC">
        <w:t>ce n</w:t>
      </w:r>
      <w:r w:rsidR="00F635DB">
        <w:t>’</w:t>
      </w:r>
      <w:r w:rsidRPr="009071AC">
        <w:t>était pas la confusion d</w:t>
      </w:r>
      <w:r w:rsidR="00F635DB">
        <w:t>’</w:t>
      </w:r>
      <w:r w:rsidRPr="009071AC">
        <w:t>une légère faiblesse</w:t>
      </w:r>
      <w:r w:rsidR="00F635DB">
        <w:t xml:space="preserve">, </w:t>
      </w:r>
      <w:r w:rsidRPr="009071AC">
        <w:t>mais le désespoir qui attendait ce malheureux à son réveil</w:t>
      </w:r>
      <w:r w:rsidR="00F635DB">
        <w:t>…</w:t>
      </w:r>
    </w:p>
    <w:p w14:paraId="70ACE801" w14:textId="77777777" w:rsidR="00F635DB" w:rsidRDefault="00855694" w:rsidP="00F635DB">
      <w:r w:rsidRPr="009071AC">
        <w:t>D</w:t>
      </w:r>
      <w:r w:rsidR="00F635DB">
        <w:t>’</w:t>
      </w:r>
      <w:r w:rsidRPr="009071AC">
        <w:t>un seul coup</w:t>
      </w:r>
      <w:r w:rsidR="00F635DB">
        <w:t xml:space="preserve">, </w:t>
      </w:r>
      <w:r w:rsidRPr="009071AC">
        <w:t>tout d</w:t>
      </w:r>
      <w:r w:rsidR="00F635DB">
        <w:t>’</w:t>
      </w:r>
      <w:r w:rsidRPr="009071AC">
        <w:t>un bloc et comme en une vision</w:t>
      </w:r>
      <w:r w:rsidR="00F635DB">
        <w:t xml:space="preserve">, </w:t>
      </w:r>
      <w:r w:rsidRPr="009071AC">
        <w:t>son imagination lui retraça la scène de la nuit</w:t>
      </w:r>
      <w:r w:rsidR="00F635DB">
        <w:t xml:space="preserve">, </w:t>
      </w:r>
      <w:r w:rsidRPr="009071AC">
        <w:t>lui représenta le présent et lui montra l</w:t>
      </w:r>
      <w:r w:rsidR="00F635DB">
        <w:t>’</w:t>
      </w:r>
      <w:r w:rsidRPr="009071AC">
        <w:t>avenir</w:t>
      </w:r>
      <w:r w:rsidR="00F635DB">
        <w:t>…</w:t>
      </w:r>
    </w:p>
    <w:p w14:paraId="192D2749" w14:textId="77777777" w:rsidR="00F635DB" w:rsidRDefault="00855694" w:rsidP="00F635DB">
      <w:r w:rsidRPr="009071AC">
        <w:t>Sans avoir le plein et libre exercice de ses facultés</w:t>
      </w:r>
      <w:r w:rsidR="00F635DB">
        <w:t xml:space="preserve">, </w:t>
      </w:r>
      <w:r w:rsidRPr="009071AC">
        <w:t>il était du moins capable de réfléchir et de délibérer</w:t>
      </w:r>
      <w:r w:rsidR="00F635DB">
        <w:t xml:space="preserve">. </w:t>
      </w:r>
      <w:r w:rsidRPr="009071AC">
        <w:t>Il essaya d</w:t>
      </w:r>
      <w:r w:rsidR="00F635DB">
        <w:t>’</w:t>
      </w:r>
      <w:r w:rsidRPr="009071AC">
        <w:t>évaluer courageusement la situation</w:t>
      </w:r>
      <w:r w:rsidR="00F635DB">
        <w:t>.</w:t>
      </w:r>
    </w:p>
    <w:p w14:paraId="2A19E8B6" w14:textId="0183300C" w:rsidR="00F635DB" w:rsidRDefault="00855694" w:rsidP="00F635DB">
      <w:r w:rsidRPr="009071AC">
        <w:t>Tout d</w:t>
      </w:r>
      <w:r w:rsidR="00F635DB">
        <w:t>’</w:t>
      </w:r>
      <w:r w:rsidRPr="009071AC">
        <w:t>abord</w:t>
      </w:r>
      <w:r w:rsidR="00F635DB">
        <w:t xml:space="preserve">, </w:t>
      </w:r>
      <w:r w:rsidRPr="009071AC">
        <w:t>quant aux événements passés</w:t>
      </w:r>
      <w:r w:rsidR="00F635DB">
        <w:t xml:space="preserve">, </w:t>
      </w:r>
      <w:r w:rsidRPr="009071AC">
        <w:t>il n</w:t>
      </w:r>
      <w:r w:rsidR="00F635DB">
        <w:t>’</w:t>
      </w:r>
      <w:r w:rsidRPr="009071AC">
        <w:t>eut pas l</w:t>
      </w:r>
      <w:r w:rsidR="00F635DB">
        <w:t>’</w:t>
      </w:r>
      <w:r w:rsidRPr="009071AC">
        <w:t>ombre d</w:t>
      </w:r>
      <w:r w:rsidR="00F635DB">
        <w:t>’</w:t>
      </w:r>
      <w:r w:rsidRPr="009071AC">
        <w:t>un doute</w:t>
      </w:r>
      <w:r w:rsidR="00F635DB">
        <w:t xml:space="preserve">. </w:t>
      </w:r>
      <w:r w:rsidRPr="009071AC">
        <w:t>Il était</w:t>
      </w:r>
      <w:r w:rsidR="00F635DB">
        <w:t xml:space="preserve">, </w:t>
      </w:r>
      <w:r w:rsidRPr="009071AC">
        <w:t>ainsi qu</w:t>
      </w:r>
      <w:r w:rsidR="00F635DB">
        <w:t>’</w:t>
      </w:r>
      <w:r w:rsidRPr="009071AC">
        <w:t>il l</w:t>
      </w:r>
      <w:r w:rsidR="00F635DB">
        <w:t>’</w:t>
      </w:r>
      <w:r w:rsidRPr="009071AC">
        <w:t>avait dit</w:t>
      </w:r>
      <w:r w:rsidR="00F635DB">
        <w:t xml:space="preserve">, </w:t>
      </w:r>
      <w:r w:rsidRPr="009071AC">
        <w:t>tombé dans un piège ignoble</w:t>
      </w:r>
      <w:r w:rsidR="00F635DB">
        <w:t xml:space="preserve">. </w:t>
      </w:r>
      <w:r w:rsidRPr="009071AC">
        <w:t>Qui l</w:t>
      </w:r>
      <w:r w:rsidR="00F635DB">
        <w:t>’</w:t>
      </w:r>
      <w:r w:rsidRPr="009071AC">
        <w:t>y avait poussé</w:t>
      </w:r>
      <w:r w:rsidR="00F635DB">
        <w:t> ?… M. de </w:t>
      </w:r>
      <w:proofErr w:type="spellStart"/>
      <w:r w:rsidRPr="009071AC">
        <w:t>Coralth</w:t>
      </w:r>
      <w:proofErr w:type="spellEnd"/>
      <w:r w:rsidRPr="009071AC">
        <w:t xml:space="preserve"> qui</w:t>
      </w:r>
      <w:r w:rsidR="00F635DB">
        <w:t xml:space="preserve">, </w:t>
      </w:r>
      <w:r w:rsidRPr="009071AC">
        <w:t>placé à sa gauche</w:t>
      </w:r>
      <w:r w:rsidR="00F635DB">
        <w:t xml:space="preserve">, </w:t>
      </w:r>
      <w:r w:rsidRPr="009071AC">
        <w:t xml:space="preserve">avait préparé les </w:t>
      </w:r>
      <w:r w:rsidR="00F635DB">
        <w:t>« </w:t>
      </w:r>
      <w:r w:rsidRPr="009071AC">
        <w:t>mains</w:t>
      </w:r>
      <w:r w:rsidR="00F635DB">
        <w:t> »</w:t>
      </w:r>
      <w:r w:rsidRPr="009071AC">
        <w:t xml:space="preserve"> avec lesquelles il avait gagné</w:t>
      </w:r>
      <w:r w:rsidR="00F635DB">
        <w:t xml:space="preserve">. </w:t>
      </w:r>
      <w:r w:rsidRPr="009071AC">
        <w:t>Cela lui semblait évident</w:t>
      </w:r>
      <w:r w:rsidR="00F635DB">
        <w:t>.</w:t>
      </w:r>
    </w:p>
    <w:p w14:paraId="3448B050" w14:textId="48B8F222" w:rsidR="00F635DB" w:rsidRDefault="00855694" w:rsidP="00F635DB">
      <w:r w:rsidRPr="009071AC">
        <w:t xml:space="preserve">Il lui parut également prouvé que </w:t>
      </w:r>
      <w:r w:rsidR="00F635DB">
        <w:t>M</w:t>
      </w:r>
      <w:r w:rsidR="00F635DB" w:rsidRPr="00F635DB">
        <w:rPr>
          <w:vertAlign w:val="superscript"/>
        </w:rPr>
        <w:t>me</w:t>
      </w:r>
      <w:r w:rsidR="00F635DB">
        <w:t> </w:t>
      </w:r>
      <w:r w:rsidRPr="009071AC">
        <w:t>d</w:t>
      </w:r>
      <w:r w:rsidR="00F635DB">
        <w:t>’</w:t>
      </w:r>
      <w:r w:rsidRPr="009071AC">
        <w:t>Argelès connaissait le coupable</w:t>
      </w:r>
      <w:r w:rsidR="00F635DB">
        <w:t xml:space="preserve">, </w:t>
      </w:r>
      <w:r w:rsidRPr="009071AC">
        <w:t>soit qu</w:t>
      </w:r>
      <w:r w:rsidR="00F635DB">
        <w:t>’</w:t>
      </w:r>
      <w:r w:rsidRPr="009071AC">
        <w:t>elle l</w:t>
      </w:r>
      <w:r w:rsidR="00F635DB">
        <w:t>’</w:t>
      </w:r>
      <w:r w:rsidRPr="009071AC">
        <w:t>eût surpris</w:t>
      </w:r>
      <w:r w:rsidR="00F635DB">
        <w:t xml:space="preserve">, </w:t>
      </w:r>
      <w:r w:rsidRPr="009071AC">
        <w:t>soit qu</w:t>
      </w:r>
      <w:r w:rsidR="00F635DB">
        <w:t>’</w:t>
      </w:r>
      <w:r w:rsidRPr="009071AC">
        <w:t>elle eût été mise dans la confidence</w:t>
      </w:r>
      <w:r w:rsidR="00F635DB">
        <w:t>.</w:t>
      </w:r>
    </w:p>
    <w:p w14:paraId="2B1AD0A9" w14:textId="70937839" w:rsidR="00F635DB" w:rsidRDefault="00855694" w:rsidP="00F635DB">
      <w:r w:rsidRPr="009071AC">
        <w:t>Mais ce qui échappait à son intelligence</w:t>
      </w:r>
      <w:r w:rsidR="00F635DB">
        <w:t xml:space="preserve">, </w:t>
      </w:r>
      <w:r w:rsidRPr="009071AC">
        <w:t>c</w:t>
      </w:r>
      <w:r w:rsidR="00F635DB">
        <w:t>’</w:t>
      </w:r>
      <w:r w:rsidRPr="009071AC">
        <w:t xml:space="preserve">était le mobile de </w:t>
      </w:r>
      <w:r w:rsidR="00F635DB">
        <w:t>M. de </w:t>
      </w:r>
      <w:proofErr w:type="spellStart"/>
      <w:r w:rsidRPr="009071AC">
        <w:t>Coralth</w:t>
      </w:r>
      <w:proofErr w:type="spellEnd"/>
      <w:r w:rsidR="00F635DB">
        <w:t>.</w:t>
      </w:r>
    </w:p>
    <w:p w14:paraId="71E9EA63" w14:textId="77777777" w:rsidR="00F635DB" w:rsidRDefault="00855694" w:rsidP="00F635DB">
      <w:r w:rsidRPr="009071AC">
        <w:t>Quel intérêt l</w:t>
      </w:r>
      <w:r w:rsidR="00F635DB">
        <w:t>’</w:t>
      </w:r>
      <w:r w:rsidRPr="009071AC">
        <w:t>avait poussé à cette abominable action</w:t>
      </w:r>
      <w:r w:rsidR="00F635DB">
        <w:t xml:space="preserve"> ?… </w:t>
      </w:r>
      <w:r w:rsidRPr="009071AC">
        <w:t>Il fallait qu</w:t>
      </w:r>
      <w:r w:rsidR="00F635DB">
        <w:t>’</w:t>
      </w:r>
      <w:r w:rsidRPr="009071AC">
        <w:t>il fût considérable</w:t>
      </w:r>
      <w:r w:rsidR="00F635DB">
        <w:t xml:space="preserve">, </w:t>
      </w:r>
      <w:r w:rsidRPr="009071AC">
        <w:t>car enfin il s</w:t>
      </w:r>
      <w:r w:rsidR="00F635DB">
        <w:t>’</w:t>
      </w:r>
      <w:r w:rsidRPr="009071AC">
        <w:t>était exposé à être vu trichant</w:t>
      </w:r>
      <w:r w:rsidR="00F635DB">
        <w:t xml:space="preserve">, </w:t>
      </w:r>
      <w:r w:rsidRPr="009071AC">
        <w:t>et à passer à tout le moins pour un complice</w:t>
      </w:r>
      <w:r w:rsidR="00F635DB">
        <w:t>…</w:t>
      </w:r>
    </w:p>
    <w:p w14:paraId="4B39DF94" w14:textId="33B81DD4" w:rsidR="00F635DB" w:rsidRDefault="00855694" w:rsidP="00F635DB">
      <w:r w:rsidRPr="009071AC">
        <w:t>Puis encore</w:t>
      </w:r>
      <w:r w:rsidR="00F635DB">
        <w:t xml:space="preserve">, </w:t>
      </w:r>
      <w:r w:rsidRPr="009071AC">
        <w:t xml:space="preserve">quelle raison avait fermé la bouche de </w:t>
      </w:r>
      <w:r w:rsidR="00F635DB">
        <w:t>M</w:t>
      </w:r>
      <w:r w:rsidR="00F635DB" w:rsidRPr="00F635DB">
        <w:rPr>
          <w:vertAlign w:val="superscript"/>
        </w:rPr>
        <w:t>me</w:t>
      </w:r>
      <w:r w:rsidR="00F635DB">
        <w:t> </w:t>
      </w:r>
      <w:r w:rsidRPr="009071AC">
        <w:t>d</w:t>
      </w:r>
      <w:r w:rsidR="00F635DB">
        <w:t>’</w:t>
      </w:r>
      <w:r w:rsidRPr="009071AC">
        <w:t>Argelès</w:t>
      </w:r>
      <w:r w:rsidR="00F635DB">
        <w:t> ?…</w:t>
      </w:r>
    </w:p>
    <w:p w14:paraId="5667BD8E" w14:textId="77777777" w:rsidR="00F635DB" w:rsidRDefault="00855694" w:rsidP="00F635DB">
      <w:r w:rsidRPr="009071AC">
        <w:t>Mais à quoi bon ces conjectures illusoires</w:t>
      </w:r>
      <w:r w:rsidR="00F635DB">
        <w:t> !…</w:t>
      </w:r>
    </w:p>
    <w:p w14:paraId="7A625260" w14:textId="77777777" w:rsidR="00F635DB" w:rsidRDefault="00855694" w:rsidP="00F635DB">
      <w:r w:rsidRPr="009071AC">
        <w:lastRenderedPageBreak/>
        <w:t>Le fait brutal</w:t>
      </w:r>
      <w:r w:rsidR="00F635DB">
        <w:t xml:space="preserve">, </w:t>
      </w:r>
      <w:r w:rsidRPr="009071AC">
        <w:t>positif</w:t>
      </w:r>
      <w:r w:rsidR="00F635DB">
        <w:t xml:space="preserve">, </w:t>
      </w:r>
      <w:r w:rsidRPr="009071AC">
        <w:t>réel</w:t>
      </w:r>
      <w:r w:rsidR="00F635DB">
        <w:t xml:space="preserve">, </w:t>
      </w:r>
      <w:r w:rsidRPr="009071AC">
        <w:t>c</w:t>
      </w:r>
      <w:r w:rsidR="00F635DB">
        <w:t>’</w:t>
      </w:r>
      <w:r w:rsidRPr="009071AC">
        <w:t>est que l</w:t>
      </w:r>
      <w:r w:rsidR="00F635DB">
        <w:t>’</w:t>
      </w:r>
      <w:r w:rsidRPr="009071AC">
        <w:t>infamie avait réussi</w:t>
      </w:r>
      <w:r w:rsidR="00F635DB">
        <w:t xml:space="preserve">, </w:t>
      </w:r>
      <w:r w:rsidRPr="009071AC">
        <w:t>de quelque part qu</w:t>
      </w:r>
      <w:r w:rsidR="00F635DB">
        <w:t>’</w:t>
      </w:r>
      <w:r w:rsidRPr="009071AC">
        <w:t>elle partît et quel que fût son mobile</w:t>
      </w:r>
      <w:r w:rsidR="00F635DB">
        <w:t xml:space="preserve">… </w:t>
      </w:r>
      <w:r w:rsidRPr="009071AC">
        <w:t>Et Pascal était déshonoré</w:t>
      </w:r>
      <w:r w:rsidR="00F635DB">
        <w:t>.</w:t>
      </w:r>
    </w:p>
    <w:p w14:paraId="604BCBC4" w14:textId="77777777" w:rsidR="00F635DB" w:rsidRDefault="00855694" w:rsidP="00F635DB">
      <w:r w:rsidRPr="009071AC">
        <w:t>Il était l</w:t>
      </w:r>
      <w:r w:rsidR="00F635DB">
        <w:t>’</w:t>
      </w:r>
      <w:r w:rsidRPr="009071AC">
        <w:t>honnêteté même</w:t>
      </w:r>
      <w:r w:rsidR="00F635DB">
        <w:t xml:space="preserve">, </w:t>
      </w:r>
      <w:r w:rsidRPr="009071AC">
        <w:t>et cependant il était accusé</w:t>
      </w:r>
      <w:r w:rsidR="00F635DB">
        <w:t xml:space="preserve">, </w:t>
      </w:r>
      <w:r w:rsidRPr="009071AC">
        <w:t>plus que cela</w:t>
      </w:r>
      <w:r w:rsidR="00F635DB">
        <w:t xml:space="preserve">, </w:t>
      </w:r>
      <w:r w:rsidRPr="009071AC">
        <w:t>convaincu d</w:t>
      </w:r>
      <w:r w:rsidR="00F635DB">
        <w:t>’</w:t>
      </w:r>
      <w:r w:rsidRPr="009071AC">
        <w:t>avoir volé au jeu</w:t>
      </w:r>
      <w:r w:rsidR="00F635DB">
        <w:t>.</w:t>
      </w:r>
    </w:p>
    <w:p w14:paraId="47897E23" w14:textId="77777777" w:rsidR="00F635DB" w:rsidRDefault="00855694" w:rsidP="00F635DB">
      <w:r w:rsidRPr="009071AC">
        <w:t>Il était innocent</w:t>
      </w:r>
      <w:r w:rsidR="00F635DB">
        <w:t xml:space="preserve">, </w:t>
      </w:r>
      <w:r w:rsidRPr="009071AC">
        <w:t>et il n</w:t>
      </w:r>
      <w:r w:rsidR="00F635DB">
        <w:t>’</w:t>
      </w:r>
      <w:r w:rsidRPr="009071AC">
        <w:t>apercevait</w:t>
      </w:r>
      <w:r w:rsidR="00F635DB">
        <w:t xml:space="preserve">, </w:t>
      </w:r>
      <w:r w:rsidRPr="009071AC">
        <w:t>pas de preuves à donner de son innocence</w:t>
      </w:r>
      <w:r w:rsidR="00F635DB">
        <w:t xml:space="preserve">. </w:t>
      </w:r>
      <w:r w:rsidRPr="009071AC">
        <w:t>Il connaissait le coupable</w:t>
      </w:r>
      <w:r w:rsidR="00F635DB">
        <w:t xml:space="preserve">, </w:t>
      </w:r>
      <w:r w:rsidRPr="009071AC">
        <w:t>et il ne voyait aucun moyen de le démasquer</w:t>
      </w:r>
      <w:r w:rsidR="00F635DB">
        <w:t xml:space="preserve">, </w:t>
      </w:r>
      <w:r w:rsidRPr="009071AC">
        <w:t>ni même de l</w:t>
      </w:r>
      <w:r w:rsidR="00F635DB">
        <w:t>’</w:t>
      </w:r>
      <w:r w:rsidRPr="009071AC">
        <w:t>accuser</w:t>
      </w:r>
      <w:r w:rsidR="00F635DB">
        <w:t>…</w:t>
      </w:r>
    </w:p>
    <w:p w14:paraId="4E5BA979" w14:textId="77777777" w:rsidR="00F635DB" w:rsidRDefault="00855694" w:rsidP="00F635DB">
      <w:r w:rsidRPr="009071AC">
        <w:t>Quoi qu</w:t>
      </w:r>
      <w:r w:rsidR="00F635DB">
        <w:t>’</w:t>
      </w:r>
      <w:r w:rsidRPr="009071AC">
        <w:t>il f</w:t>
      </w:r>
      <w:r>
        <w:t>î</w:t>
      </w:r>
      <w:r w:rsidRPr="009071AC">
        <w:t>t</w:t>
      </w:r>
      <w:r w:rsidR="00F635DB">
        <w:t xml:space="preserve">, </w:t>
      </w:r>
      <w:r w:rsidRPr="009071AC">
        <w:t>cette calomnie atroce</w:t>
      </w:r>
      <w:r w:rsidR="00F635DB">
        <w:t xml:space="preserve">, </w:t>
      </w:r>
      <w:r w:rsidRPr="009071AC">
        <w:t>inouïe</w:t>
      </w:r>
      <w:r w:rsidR="00F635DB">
        <w:t xml:space="preserve">, </w:t>
      </w:r>
      <w:r w:rsidRPr="009071AC">
        <w:t>incompréhensible l</w:t>
      </w:r>
      <w:r w:rsidR="00F635DB">
        <w:t>’</w:t>
      </w:r>
      <w:r w:rsidRPr="009071AC">
        <w:t>écrasait</w:t>
      </w:r>
      <w:r w:rsidR="00F635DB">
        <w:t xml:space="preserve"> ; </w:t>
      </w:r>
      <w:r w:rsidRPr="009071AC">
        <w:t>le barreau lui était fermé</w:t>
      </w:r>
      <w:r w:rsidR="00F635DB">
        <w:t xml:space="preserve">, </w:t>
      </w:r>
      <w:r w:rsidRPr="009071AC">
        <w:t>sa carrière était brisée</w:t>
      </w:r>
      <w:r w:rsidR="00F635DB">
        <w:t>…</w:t>
      </w:r>
    </w:p>
    <w:p w14:paraId="5A25CFD1" w14:textId="77777777" w:rsidR="00F635DB" w:rsidRDefault="00855694" w:rsidP="00F635DB">
      <w:r w:rsidRPr="009071AC">
        <w:t>À cette horrible conviction que l</w:t>
      </w:r>
      <w:r w:rsidR="00F635DB">
        <w:t>’</w:t>
      </w:r>
      <w:r w:rsidRPr="009071AC">
        <w:t>abîme était sans issue</w:t>
      </w:r>
      <w:r w:rsidR="00F635DB">
        <w:t xml:space="preserve">, </w:t>
      </w:r>
      <w:r w:rsidRPr="009071AC">
        <w:t>il sentit vaciller sa raison</w:t>
      </w:r>
      <w:r w:rsidR="00F635DB">
        <w:t xml:space="preserve">… </w:t>
      </w:r>
      <w:r w:rsidRPr="009071AC">
        <w:t>il sentit qu</w:t>
      </w:r>
      <w:r w:rsidR="00F635DB">
        <w:t>’</w:t>
      </w:r>
      <w:r w:rsidRPr="009071AC">
        <w:t>il devenait incapable de rien décider et qu</w:t>
      </w:r>
      <w:r w:rsidR="00F635DB">
        <w:t>’</w:t>
      </w:r>
      <w:r w:rsidRPr="009071AC">
        <w:t>il lui fallait les conseils d</w:t>
      </w:r>
      <w:r w:rsidR="00F635DB">
        <w:t>’</w:t>
      </w:r>
      <w:r w:rsidRPr="009071AC">
        <w:t>un ami</w:t>
      </w:r>
      <w:r w:rsidR="00F635DB">
        <w:t>.</w:t>
      </w:r>
    </w:p>
    <w:p w14:paraId="2EFCEA21" w14:textId="77777777" w:rsidR="00F635DB" w:rsidRDefault="00855694" w:rsidP="00F635DB">
      <w:r w:rsidRPr="009071AC">
        <w:t>Plein de cette idée</w:t>
      </w:r>
      <w:r w:rsidR="00F635DB">
        <w:t xml:space="preserve">, </w:t>
      </w:r>
      <w:r w:rsidRPr="009071AC">
        <w:t>il se hâta de changer de vêtements et s</w:t>
      </w:r>
      <w:r w:rsidR="00F635DB">
        <w:t>’</w:t>
      </w:r>
      <w:r w:rsidRPr="009071AC">
        <w:t>élança hors de sa chambre</w:t>
      </w:r>
      <w:r w:rsidR="00F635DB">
        <w:t>…</w:t>
      </w:r>
    </w:p>
    <w:p w14:paraId="47129B96" w14:textId="77777777" w:rsidR="00F635DB" w:rsidRDefault="00855694" w:rsidP="00F635DB">
      <w:r w:rsidRPr="009071AC">
        <w:t>Sa mère le guettait</w:t>
      </w:r>
      <w:r w:rsidR="00F635DB">
        <w:t xml:space="preserve">, </w:t>
      </w:r>
      <w:r w:rsidRPr="009071AC">
        <w:t>disposée à le railler doucement</w:t>
      </w:r>
      <w:r w:rsidR="00F635DB">
        <w:t xml:space="preserve">, </w:t>
      </w:r>
      <w:r w:rsidRPr="009071AC">
        <w:t>mais d</w:t>
      </w:r>
      <w:r w:rsidR="00F635DB">
        <w:t>’</w:t>
      </w:r>
      <w:r w:rsidRPr="009071AC">
        <w:t>un seul coup d</w:t>
      </w:r>
      <w:r w:rsidR="00F635DB">
        <w:t>’</w:t>
      </w:r>
      <w:r w:rsidRPr="009071AC">
        <w:t>œil elle vit bien qu</w:t>
      </w:r>
      <w:r w:rsidR="00F635DB">
        <w:t>’</w:t>
      </w:r>
      <w:r w:rsidRPr="009071AC">
        <w:t>il était survenu quelque chose de terrible</w:t>
      </w:r>
      <w:r w:rsidR="00F635DB">
        <w:t xml:space="preserve">, </w:t>
      </w:r>
      <w:r w:rsidRPr="009071AC">
        <w:t>et que le malheur était sur la maison</w:t>
      </w:r>
      <w:r w:rsidR="00F635DB">
        <w:t>…</w:t>
      </w:r>
    </w:p>
    <w:p w14:paraId="63B40E16" w14:textId="77777777" w:rsidR="00F635DB" w:rsidRDefault="00F635DB" w:rsidP="00F635DB">
      <w:r>
        <w:t>— </w:t>
      </w:r>
      <w:r w:rsidR="00855694" w:rsidRPr="009071AC">
        <w:t>Pascal</w:t>
      </w:r>
      <w:r>
        <w:t xml:space="preserve">, </w:t>
      </w:r>
      <w:r w:rsidR="00855694" w:rsidRPr="009071AC">
        <w:t>s</w:t>
      </w:r>
      <w:r>
        <w:t>’</w:t>
      </w:r>
      <w:r w:rsidR="00855694" w:rsidRPr="009071AC">
        <w:t>écria-t-elle</w:t>
      </w:r>
      <w:r>
        <w:t xml:space="preserve">, </w:t>
      </w:r>
      <w:r w:rsidR="00855694" w:rsidRPr="009071AC">
        <w:t>au nom du ciel</w:t>
      </w:r>
      <w:r>
        <w:t xml:space="preserve"> ! </w:t>
      </w:r>
      <w:r w:rsidR="00855694" w:rsidRPr="009071AC">
        <w:t>que t</w:t>
      </w:r>
      <w:r>
        <w:t>’</w:t>
      </w:r>
      <w:r w:rsidR="00855694" w:rsidRPr="009071AC">
        <w:t>arrive-t-il</w:t>
      </w:r>
      <w:r>
        <w:t> ?</w:t>
      </w:r>
    </w:p>
    <w:p w14:paraId="7EB026E0" w14:textId="77777777" w:rsidR="00F635DB" w:rsidRDefault="00F635DB" w:rsidP="00F635DB">
      <w:r>
        <w:t>— </w:t>
      </w:r>
      <w:r w:rsidR="00855694" w:rsidRPr="009071AC">
        <w:t>Une contrariété</w:t>
      </w:r>
      <w:r>
        <w:t xml:space="preserve">, </w:t>
      </w:r>
      <w:r w:rsidR="00855694" w:rsidRPr="009071AC">
        <w:t>la moindre des choses</w:t>
      </w:r>
      <w:r>
        <w:t>.</w:t>
      </w:r>
    </w:p>
    <w:p w14:paraId="412956F2" w14:textId="77777777" w:rsidR="00F635DB" w:rsidRDefault="00F635DB" w:rsidP="00F635DB">
      <w:r>
        <w:t>— </w:t>
      </w:r>
      <w:r w:rsidR="00855694" w:rsidRPr="009071AC">
        <w:t>Où vas-tu</w:t>
      </w:r>
      <w:r>
        <w:t> ?…</w:t>
      </w:r>
    </w:p>
    <w:p w14:paraId="1F13A359" w14:textId="77777777" w:rsidR="00F635DB" w:rsidRDefault="00F635DB" w:rsidP="00F635DB">
      <w:r>
        <w:t>— </w:t>
      </w:r>
      <w:r w:rsidR="00855694" w:rsidRPr="009071AC">
        <w:t>Au Palais</w:t>
      </w:r>
      <w:r>
        <w:t>…</w:t>
      </w:r>
    </w:p>
    <w:p w14:paraId="5490AD2C" w14:textId="77777777" w:rsidR="00F635DB" w:rsidRDefault="00855694" w:rsidP="00F635DB">
      <w:r w:rsidRPr="009071AC">
        <w:t>C</w:t>
      </w:r>
      <w:r w:rsidR="00F635DB">
        <w:t>’</w:t>
      </w:r>
      <w:r w:rsidRPr="009071AC">
        <w:t>est au Palais qu</w:t>
      </w:r>
      <w:r w:rsidR="00F635DB">
        <w:t>’</w:t>
      </w:r>
      <w:r w:rsidRPr="009071AC">
        <w:t>il se rendait</w:t>
      </w:r>
      <w:r w:rsidR="00F635DB">
        <w:t xml:space="preserve">, </w:t>
      </w:r>
      <w:r w:rsidRPr="009071AC">
        <w:t>en effet</w:t>
      </w:r>
      <w:r w:rsidR="00F635DB">
        <w:t xml:space="preserve">, </w:t>
      </w:r>
      <w:r w:rsidRPr="009071AC">
        <w:t>espérant y rencontrer son plus intime ami</w:t>
      </w:r>
      <w:r w:rsidR="00F635DB">
        <w:t>.</w:t>
      </w:r>
    </w:p>
    <w:p w14:paraId="1BEEB6DA" w14:textId="77777777" w:rsidR="00F635DB" w:rsidRDefault="00855694" w:rsidP="00F635DB">
      <w:r w:rsidRPr="009071AC">
        <w:lastRenderedPageBreak/>
        <w:t>Contre son habitude</w:t>
      </w:r>
      <w:r w:rsidR="00F635DB">
        <w:t xml:space="preserve">, </w:t>
      </w:r>
      <w:r w:rsidRPr="009071AC">
        <w:t>il prit le petit escalier de droite</w:t>
      </w:r>
      <w:r w:rsidR="00F635DB">
        <w:t xml:space="preserve">, </w:t>
      </w:r>
      <w:r w:rsidRPr="009071AC">
        <w:t>au bas duquel se trouve le bureau des amendes</w:t>
      </w:r>
      <w:r w:rsidR="00F635DB">
        <w:t xml:space="preserve">, </w:t>
      </w:r>
      <w:r w:rsidRPr="009071AC">
        <w:t>et qui débouche dans la salle des Pas-Perdus</w:t>
      </w:r>
      <w:r w:rsidR="00F635DB">
        <w:t>.</w:t>
      </w:r>
    </w:p>
    <w:p w14:paraId="2FAD92A0" w14:textId="77777777" w:rsidR="00F635DB" w:rsidRDefault="00855694" w:rsidP="00F635DB">
      <w:r w:rsidRPr="009071AC">
        <w:t>Au milieu de la salle</w:t>
      </w:r>
      <w:r w:rsidR="00F635DB">
        <w:t xml:space="preserve">, </w:t>
      </w:r>
      <w:r w:rsidRPr="009071AC">
        <w:t>des avocats en robe causaient</w:t>
      </w:r>
      <w:r w:rsidR="00F635DB">
        <w:t xml:space="preserve">… </w:t>
      </w:r>
      <w:r w:rsidRPr="009071AC">
        <w:t>Ils semblèrent stupéfaits en apercevant Pascal</w:t>
      </w:r>
      <w:r w:rsidR="00F635DB">
        <w:t xml:space="preserve">, </w:t>
      </w:r>
      <w:r w:rsidRPr="009071AC">
        <w:t>et se turent</w:t>
      </w:r>
      <w:r w:rsidR="00F635DB">
        <w:t xml:space="preserve">… </w:t>
      </w:r>
      <w:r w:rsidRPr="009071AC">
        <w:t>Les visages devinrent sérieux</w:t>
      </w:r>
      <w:r w:rsidR="00F635DB">
        <w:t xml:space="preserve">, </w:t>
      </w:r>
      <w:r w:rsidRPr="009071AC">
        <w:t>les têtes se détournèrent avec un visible dégoût</w:t>
      </w:r>
      <w:r w:rsidR="00F635DB">
        <w:t>.</w:t>
      </w:r>
    </w:p>
    <w:p w14:paraId="7013089E" w14:textId="77777777" w:rsidR="00F635DB" w:rsidRDefault="00855694" w:rsidP="00F635DB">
      <w:r w:rsidRPr="009071AC">
        <w:t>Le malheureux comprit</w:t>
      </w:r>
      <w:r w:rsidR="00F635DB">
        <w:t xml:space="preserve">. </w:t>
      </w:r>
      <w:r w:rsidRPr="009071AC">
        <w:t>Il se frappa le front d</w:t>
      </w:r>
      <w:r w:rsidR="00F635DB">
        <w:t>’</w:t>
      </w:r>
      <w:r w:rsidRPr="009071AC">
        <w:t>un geste de fou</w:t>
      </w:r>
      <w:r w:rsidR="00F635DB">
        <w:t xml:space="preserve">, </w:t>
      </w:r>
      <w:r w:rsidRPr="009071AC">
        <w:t>en s</w:t>
      </w:r>
      <w:r w:rsidR="00F635DB">
        <w:t>’</w:t>
      </w:r>
      <w:r w:rsidRPr="009071AC">
        <w:t>écriant</w:t>
      </w:r>
      <w:r w:rsidR="00F635DB">
        <w:t> :</w:t>
      </w:r>
    </w:p>
    <w:p w14:paraId="69F8C98E" w14:textId="77777777" w:rsidR="00F635DB" w:rsidRDefault="00F635DB" w:rsidP="00F635DB">
      <w:r>
        <w:t>— </w:t>
      </w:r>
      <w:r w:rsidR="00855694" w:rsidRPr="009071AC">
        <w:t>Déjà</w:t>
      </w:r>
      <w:r>
        <w:t xml:space="preserve"> !… </w:t>
      </w:r>
      <w:r w:rsidR="00855694" w:rsidRPr="009071AC">
        <w:t>déjà</w:t>
      </w:r>
      <w:r>
        <w:t> !…</w:t>
      </w:r>
    </w:p>
    <w:p w14:paraId="609104D8" w14:textId="77777777" w:rsidR="00F635DB" w:rsidRDefault="00855694" w:rsidP="00F635DB">
      <w:r w:rsidRPr="009071AC">
        <w:t>Et il passa</w:t>
      </w:r>
      <w:r w:rsidR="00F635DB">
        <w:t xml:space="preserve">. </w:t>
      </w:r>
      <w:r w:rsidRPr="009071AC">
        <w:t>Il n</w:t>
      </w:r>
      <w:r w:rsidR="00F635DB">
        <w:t>’</w:t>
      </w:r>
      <w:r w:rsidRPr="009071AC">
        <w:t>avait pas aperçu son ami dans le groupe</w:t>
      </w:r>
      <w:r w:rsidR="00F635DB">
        <w:t xml:space="preserve">, </w:t>
      </w:r>
      <w:r w:rsidRPr="009071AC">
        <w:t>et il courait à la petite salle des conférences</w:t>
      </w:r>
      <w:r w:rsidR="00F635DB">
        <w:t>…</w:t>
      </w:r>
    </w:p>
    <w:p w14:paraId="10A2ED7C" w14:textId="77777777" w:rsidR="00F635DB" w:rsidRDefault="00855694" w:rsidP="00F635DB">
      <w:r w:rsidRPr="009071AC">
        <w:t>Cinq avocats s</w:t>
      </w:r>
      <w:r w:rsidR="00F635DB">
        <w:t>’</w:t>
      </w:r>
      <w:r w:rsidRPr="009071AC">
        <w:t>y trouvaient</w:t>
      </w:r>
      <w:r w:rsidR="00F635DB">
        <w:t xml:space="preserve">. </w:t>
      </w:r>
      <w:r w:rsidRPr="009071AC">
        <w:t>Dès que Pascal entra</w:t>
      </w:r>
      <w:r w:rsidR="00F635DB">
        <w:t xml:space="preserve">, </w:t>
      </w:r>
      <w:r w:rsidRPr="009071AC">
        <w:t>deux s</w:t>
      </w:r>
      <w:r w:rsidR="00F635DB">
        <w:t>’</w:t>
      </w:r>
      <w:r w:rsidRPr="009071AC">
        <w:t>esquivèrent</w:t>
      </w:r>
      <w:r w:rsidR="00F635DB">
        <w:t xml:space="preserve">, </w:t>
      </w:r>
      <w:r w:rsidRPr="009071AC">
        <w:t>et les deux autres affectèrent de donner toute leur attention à un dossier ouvert sur la table</w:t>
      </w:r>
      <w:r w:rsidR="00F635DB">
        <w:t>.</w:t>
      </w:r>
    </w:p>
    <w:p w14:paraId="45EDC508" w14:textId="77777777" w:rsidR="00F635DB" w:rsidRDefault="00855694" w:rsidP="00F635DB">
      <w:r w:rsidRPr="009071AC">
        <w:t>Le cinquième</w:t>
      </w:r>
      <w:r w:rsidR="00F635DB">
        <w:t xml:space="preserve">, </w:t>
      </w:r>
      <w:r w:rsidRPr="009071AC">
        <w:t>qui ne bougea pas</w:t>
      </w:r>
      <w:r w:rsidR="00F635DB">
        <w:t xml:space="preserve">, </w:t>
      </w:r>
      <w:r w:rsidRPr="009071AC">
        <w:t>n</w:t>
      </w:r>
      <w:r w:rsidR="00F635DB">
        <w:t>’</w:t>
      </w:r>
      <w:r w:rsidRPr="009071AC">
        <w:t>était point l</w:t>
      </w:r>
      <w:r w:rsidR="00F635DB">
        <w:t>’</w:t>
      </w:r>
      <w:r w:rsidRPr="009071AC">
        <w:t>ami cherché</w:t>
      </w:r>
      <w:r w:rsidR="00F635DB">
        <w:t xml:space="preserve">, </w:t>
      </w:r>
      <w:r w:rsidRPr="009071AC">
        <w:t>mais c</w:t>
      </w:r>
      <w:r w:rsidR="00F635DB">
        <w:t>’</w:t>
      </w:r>
      <w:r w:rsidRPr="009071AC">
        <w:t xml:space="preserve">était un ancien camarade de Louis-le-Grand nommé </w:t>
      </w:r>
      <w:proofErr w:type="spellStart"/>
      <w:r w:rsidRPr="009071AC">
        <w:t>Dartelle</w:t>
      </w:r>
      <w:proofErr w:type="spellEnd"/>
      <w:r w:rsidR="00F635DB">
        <w:t xml:space="preserve">. </w:t>
      </w:r>
      <w:r w:rsidRPr="009071AC">
        <w:t>Pascal marcha droit à lui</w:t>
      </w:r>
      <w:r w:rsidR="00F635DB">
        <w:t>.</w:t>
      </w:r>
    </w:p>
    <w:p w14:paraId="7462C094" w14:textId="77777777" w:rsidR="00F635DB" w:rsidRDefault="00F635DB" w:rsidP="00F635DB">
      <w:r>
        <w:t>— </w:t>
      </w:r>
      <w:r w:rsidR="00855694" w:rsidRPr="009071AC">
        <w:t>Eh bien</w:t>
      </w:r>
      <w:r>
        <w:t xml:space="preserve"> ?… </w:t>
      </w:r>
      <w:r w:rsidR="00855694" w:rsidRPr="009071AC">
        <w:t>demanda-t-il</w:t>
      </w:r>
      <w:r>
        <w:t>.</w:t>
      </w:r>
    </w:p>
    <w:p w14:paraId="37F0406D" w14:textId="77777777" w:rsidR="00F635DB" w:rsidRDefault="00855694" w:rsidP="00F635DB">
      <w:proofErr w:type="spellStart"/>
      <w:r w:rsidRPr="009071AC">
        <w:t>Dartelle</w:t>
      </w:r>
      <w:proofErr w:type="spellEnd"/>
      <w:r w:rsidRPr="009071AC">
        <w:t xml:space="preserve"> lui tendit un </w:t>
      </w:r>
      <w:r w:rsidRPr="009071AC">
        <w:rPr>
          <w:i/>
        </w:rPr>
        <w:t>Figaro</w:t>
      </w:r>
      <w:r w:rsidRPr="009071AC">
        <w:t xml:space="preserve"> humide encore de la presse</w:t>
      </w:r>
      <w:r w:rsidR="00F635DB">
        <w:t xml:space="preserve">, </w:t>
      </w:r>
      <w:r w:rsidRPr="009071AC">
        <w:t>et cependant froissé comme s</w:t>
      </w:r>
      <w:r w:rsidR="00F635DB">
        <w:t>’</w:t>
      </w:r>
      <w:r w:rsidRPr="009071AC">
        <w:t>il eût passé en plus de cent mains</w:t>
      </w:r>
      <w:r w:rsidR="00F635DB">
        <w:t>.</w:t>
      </w:r>
    </w:p>
    <w:p w14:paraId="5412932E" w14:textId="77777777" w:rsidR="00F635DB" w:rsidRDefault="00F635DB" w:rsidP="00F635DB">
      <w:r>
        <w:t>— </w:t>
      </w:r>
      <w:r w:rsidR="00855694" w:rsidRPr="009071AC">
        <w:t>Lis</w:t>
      </w:r>
      <w:r>
        <w:t> !</w:t>
      </w:r>
    </w:p>
    <w:p w14:paraId="4498CFAA" w14:textId="77777777" w:rsidR="00F635DB" w:rsidRDefault="00855694" w:rsidP="00F635DB">
      <w:r w:rsidRPr="009071AC">
        <w:t>Pascal lut</w:t>
      </w:r>
      <w:r w:rsidR="00F635DB">
        <w:t> :</w:t>
      </w:r>
    </w:p>
    <w:p w14:paraId="44D39CE7" w14:textId="446D912F" w:rsidR="00F635DB" w:rsidRDefault="00F635DB" w:rsidP="00F635DB">
      <w:r>
        <w:t>« </w:t>
      </w:r>
      <w:r w:rsidR="00855694" w:rsidRPr="009071AC">
        <w:t>Grand émoi et scandale énorme cette nuit</w:t>
      </w:r>
      <w:r>
        <w:t xml:space="preserve">, </w:t>
      </w:r>
      <w:r w:rsidR="00855694" w:rsidRPr="009071AC">
        <w:t>à l</w:t>
      </w:r>
      <w:r>
        <w:t>’</w:t>
      </w:r>
      <w:r w:rsidR="00855694" w:rsidRPr="009071AC">
        <w:t xml:space="preserve">hôtel de </w:t>
      </w:r>
      <w:r>
        <w:t>M</w:t>
      </w:r>
      <w:r w:rsidRPr="00F635DB">
        <w:rPr>
          <w:vertAlign w:val="superscript"/>
        </w:rPr>
        <w:t>me</w:t>
      </w:r>
      <w:r>
        <w:t> </w:t>
      </w:r>
      <w:r w:rsidR="00855694" w:rsidRPr="009071AC">
        <w:t>d</w:t>
      </w:r>
      <w:r>
        <w:t>’</w:t>
      </w:r>
      <w:r w:rsidR="00855694" w:rsidRPr="009071AC">
        <w:t>A</w:t>
      </w:r>
      <w:r>
        <w:t xml:space="preserve">…, </w:t>
      </w:r>
      <w:r w:rsidR="00855694" w:rsidRPr="009071AC">
        <w:t>une vieille étoile de première grandeur</w:t>
      </w:r>
      <w:r>
        <w:t>.</w:t>
      </w:r>
    </w:p>
    <w:p w14:paraId="2F4F7C0E" w14:textId="01850C64" w:rsidR="00F635DB" w:rsidRDefault="00F635DB" w:rsidP="00F635DB">
      <w:r>
        <w:lastRenderedPageBreak/>
        <w:t>« </w:t>
      </w:r>
      <w:r w:rsidR="00855694" w:rsidRPr="009071AC">
        <w:t>Une vingtaine de gentilshommes haut titrés et très rentés s</w:t>
      </w:r>
      <w:r>
        <w:t>’</w:t>
      </w:r>
      <w:r w:rsidR="00855694" w:rsidRPr="009071AC">
        <w:t>entretenaient en joie et santé</w:t>
      </w:r>
      <w:r>
        <w:t xml:space="preserve">, </w:t>
      </w:r>
      <w:r w:rsidR="00855694" w:rsidRPr="009071AC">
        <w:t>grâce aux émotions d</w:t>
      </w:r>
      <w:r>
        <w:t>’</w:t>
      </w:r>
      <w:r w:rsidR="00855694" w:rsidRPr="009071AC">
        <w:t>un bac des plus corsés</w:t>
      </w:r>
      <w:r>
        <w:t xml:space="preserve">, </w:t>
      </w:r>
      <w:r w:rsidR="00855694" w:rsidRPr="009071AC">
        <w:t xml:space="preserve">quand on crut remarquer que </w:t>
      </w:r>
      <w:r>
        <w:t>M. </w:t>
      </w:r>
      <w:r w:rsidR="00855694" w:rsidRPr="009071AC">
        <w:t>X</w:t>
      </w:r>
      <w:r>
        <w:t xml:space="preserve">… </w:t>
      </w:r>
      <w:r w:rsidR="00855694" w:rsidRPr="009071AC">
        <w:t>gagnait extraordinairement</w:t>
      </w:r>
      <w:r>
        <w:t>.</w:t>
      </w:r>
    </w:p>
    <w:p w14:paraId="7E004CF7" w14:textId="77777777" w:rsidR="00F635DB" w:rsidRDefault="00F635DB" w:rsidP="00F635DB">
      <w:r>
        <w:t>« </w:t>
      </w:r>
      <w:r w:rsidR="00855694" w:rsidRPr="009071AC">
        <w:t>Surveillé</w:t>
      </w:r>
      <w:r>
        <w:t xml:space="preserve">, </w:t>
      </w:r>
      <w:r w:rsidR="00855694" w:rsidRPr="009071AC">
        <w:t>ledit X</w:t>
      </w:r>
      <w:r>
        <w:t xml:space="preserve">… </w:t>
      </w:r>
      <w:r w:rsidR="00855694" w:rsidRPr="009071AC">
        <w:t>fut pris la main dans le sac</w:t>
      </w:r>
      <w:r>
        <w:t xml:space="preserve">, </w:t>
      </w:r>
      <w:r w:rsidR="00855694" w:rsidRPr="009071AC">
        <w:t>au moment où avec une rare dextérité il coulait parmi les cartes une triomphante portée</w:t>
      </w:r>
      <w:r>
        <w:t>.</w:t>
      </w:r>
    </w:p>
    <w:p w14:paraId="44BAB343" w14:textId="77777777" w:rsidR="00F635DB" w:rsidRDefault="00F635DB" w:rsidP="00F635DB">
      <w:r>
        <w:t>« </w:t>
      </w:r>
      <w:r w:rsidR="00855694" w:rsidRPr="009071AC">
        <w:t>Accablé par l</w:t>
      </w:r>
      <w:r>
        <w:t>’</w:t>
      </w:r>
      <w:r w:rsidR="00855694" w:rsidRPr="009071AC">
        <w:t>évidence</w:t>
      </w:r>
      <w:r>
        <w:t xml:space="preserve">, </w:t>
      </w:r>
      <w:r w:rsidR="00855694" w:rsidRPr="009071AC">
        <w:t>il se laissa fouiller et rendit sans trop de mauvaise grâce le fruit du travail de ses mains</w:t>
      </w:r>
      <w:r>
        <w:t xml:space="preserve">, </w:t>
      </w:r>
      <w:r w:rsidR="00855694" w:rsidRPr="009071AC">
        <w:t>deux mille louis environ</w:t>
      </w:r>
      <w:r>
        <w:t>.</w:t>
      </w:r>
    </w:p>
    <w:p w14:paraId="31141FBB" w14:textId="6EC8F80B" w:rsidR="00F635DB" w:rsidRDefault="00F635DB" w:rsidP="00F635DB">
      <w:r>
        <w:t>« </w:t>
      </w:r>
      <w:r w:rsidR="00855694" w:rsidRPr="009071AC">
        <w:t>L</w:t>
      </w:r>
      <w:r>
        <w:t>’</w:t>
      </w:r>
      <w:r w:rsidR="00855694" w:rsidRPr="009071AC">
        <w:t>étrange de ce scandale</w:t>
      </w:r>
      <w:r>
        <w:t xml:space="preserve">, </w:t>
      </w:r>
      <w:r w:rsidR="00855694" w:rsidRPr="009071AC">
        <w:t>c</w:t>
      </w:r>
      <w:r>
        <w:t>’</w:t>
      </w:r>
      <w:r w:rsidR="00855694" w:rsidRPr="009071AC">
        <w:t xml:space="preserve">est que </w:t>
      </w:r>
      <w:r>
        <w:t>M. </w:t>
      </w:r>
      <w:r w:rsidR="00855694" w:rsidRPr="009071AC">
        <w:t>X</w:t>
      </w:r>
      <w:r>
        <w:t xml:space="preserve">…, </w:t>
      </w:r>
      <w:r w:rsidR="00855694" w:rsidRPr="009071AC">
        <w:t>qui est avocat</w:t>
      </w:r>
      <w:r>
        <w:t xml:space="preserve">, </w:t>
      </w:r>
      <w:r w:rsidR="00855694" w:rsidRPr="009071AC">
        <w:t>jouit au Palais d</w:t>
      </w:r>
      <w:r>
        <w:t>’</w:t>
      </w:r>
      <w:r w:rsidR="00855694" w:rsidRPr="009071AC">
        <w:t>une grande réputation d</w:t>
      </w:r>
      <w:r>
        <w:t>’</w:t>
      </w:r>
      <w:r w:rsidR="00855694" w:rsidRPr="009071AC">
        <w:t>austérité et d</w:t>
      </w:r>
      <w:r>
        <w:t>’</w:t>
      </w:r>
      <w:r w:rsidR="00855694" w:rsidRPr="009071AC">
        <w:t>intégrité</w:t>
      </w:r>
      <w:r>
        <w:t xml:space="preserve">. </w:t>
      </w:r>
      <w:r w:rsidR="00855694" w:rsidRPr="009071AC">
        <w:t>Et malheureusement cette</w:t>
      </w:r>
      <w:r>
        <w:t xml:space="preserve">… </w:t>
      </w:r>
      <w:r w:rsidR="00855694" w:rsidRPr="009071AC">
        <w:t>espièglerie ne saurait être attribuée à une minute de vertige</w:t>
      </w:r>
      <w:r>
        <w:t xml:space="preserve">, </w:t>
      </w:r>
      <w:r w:rsidR="00855694" w:rsidRPr="009071AC">
        <w:t>le fait des cartes préparées constitue une préméditation au premier chef</w:t>
      </w:r>
      <w:r>
        <w:t>.</w:t>
      </w:r>
    </w:p>
    <w:p w14:paraId="24025339" w14:textId="497BE52F" w:rsidR="00855694" w:rsidRPr="00F635DB" w:rsidRDefault="00855694" w:rsidP="00F635DB">
      <w:pPr>
        <w:keepNext/>
        <w:ind w:firstLine="0"/>
        <w:jc w:val="center"/>
      </w:pPr>
      <w:r w:rsidRPr="00F635DB">
        <w:t>*</w:t>
      </w:r>
    </w:p>
    <w:p w14:paraId="09093E90" w14:textId="77777777" w:rsidR="00F635DB" w:rsidRDefault="00855694" w:rsidP="00F635DB">
      <w:pPr>
        <w:ind w:firstLine="0"/>
        <w:jc w:val="center"/>
      </w:pPr>
      <w:r w:rsidRPr="00F635DB">
        <w:t>* *</w:t>
      </w:r>
    </w:p>
    <w:p w14:paraId="0C65B348" w14:textId="6EADF433" w:rsidR="00F635DB" w:rsidRDefault="00F635DB" w:rsidP="00F635DB">
      <w:r>
        <w:t>« </w:t>
      </w:r>
      <w:r w:rsidR="00855694" w:rsidRPr="009071AC">
        <w:t>Un qui n</w:t>
      </w:r>
      <w:r>
        <w:t>’</w:t>
      </w:r>
      <w:r w:rsidR="00855694" w:rsidRPr="009071AC">
        <w:t>était pas content</w:t>
      </w:r>
      <w:r>
        <w:t xml:space="preserve">, </w:t>
      </w:r>
      <w:r w:rsidR="00855694" w:rsidRPr="009071AC">
        <w:t>c</w:t>
      </w:r>
      <w:r>
        <w:t>’</w:t>
      </w:r>
      <w:r w:rsidR="00855694" w:rsidRPr="009071AC">
        <w:t>était le vicomte de C</w:t>
      </w:r>
      <w:r>
        <w:t xml:space="preserve">…, </w:t>
      </w:r>
      <w:r w:rsidR="00855694" w:rsidRPr="009071AC">
        <w:t xml:space="preserve">qui avait présenté </w:t>
      </w:r>
      <w:r>
        <w:t>M. </w:t>
      </w:r>
      <w:r w:rsidR="00855694" w:rsidRPr="009071AC">
        <w:t>X</w:t>
      </w:r>
      <w:r>
        <w:t xml:space="preserve">… </w:t>
      </w:r>
      <w:r w:rsidR="00855694" w:rsidRPr="009071AC">
        <w:t xml:space="preserve">Aussi a-t-il relevé trop vivement un propos inoffensif de </w:t>
      </w:r>
      <w:r>
        <w:t>M. de </w:t>
      </w:r>
      <w:r w:rsidR="00855694" w:rsidRPr="009071AC">
        <w:t>R</w:t>
      </w:r>
      <w:r>
        <w:t xml:space="preserve">… </w:t>
      </w:r>
      <w:r w:rsidR="00855694" w:rsidRPr="009071AC">
        <w:t>Au petit jour</w:t>
      </w:r>
      <w:r>
        <w:t xml:space="preserve">, </w:t>
      </w:r>
      <w:r w:rsidR="00855694" w:rsidRPr="009071AC">
        <w:t xml:space="preserve">ces messieurs parlaient de croiser le </w:t>
      </w:r>
      <w:r w:rsidR="00855694" w:rsidRPr="009071AC">
        <w:rPr>
          <w:i/>
        </w:rPr>
        <w:t>fer ailleurs</w:t>
      </w:r>
      <w:r>
        <w:t>.</w:t>
      </w:r>
    </w:p>
    <w:p w14:paraId="547BDF7C" w14:textId="6C1212BC" w:rsidR="00E04F0D" w:rsidRPr="00F635DB" w:rsidRDefault="00E04F0D" w:rsidP="00F635DB">
      <w:pPr>
        <w:keepNext/>
        <w:ind w:firstLine="0"/>
        <w:jc w:val="center"/>
      </w:pPr>
      <w:r w:rsidRPr="00F635DB">
        <w:t>*</w:t>
      </w:r>
    </w:p>
    <w:p w14:paraId="4DA7930C" w14:textId="77777777" w:rsidR="00F635DB" w:rsidRDefault="00E04F0D" w:rsidP="00F635DB">
      <w:pPr>
        <w:ind w:firstLine="0"/>
        <w:jc w:val="center"/>
      </w:pPr>
      <w:r w:rsidRPr="00F635DB">
        <w:t>* *</w:t>
      </w:r>
    </w:p>
    <w:p w14:paraId="7907707D" w14:textId="4588A403" w:rsidR="00F635DB" w:rsidRDefault="00F635DB" w:rsidP="00F635DB">
      <w:r>
        <w:t>« </w:t>
      </w:r>
      <w:r w:rsidR="00855694" w:rsidRPr="009071AC">
        <w:t>DERNIÈRES NOUVELLES</w:t>
      </w:r>
      <w:r>
        <w:t xml:space="preserve">. – </w:t>
      </w:r>
      <w:r w:rsidR="00855694" w:rsidRPr="009071AC">
        <w:t>Nous apprenons</w:t>
      </w:r>
      <w:r>
        <w:t xml:space="preserve">, </w:t>
      </w:r>
      <w:r w:rsidR="00855694" w:rsidRPr="009071AC">
        <w:t>au moment de mettre sous presse</w:t>
      </w:r>
      <w:r>
        <w:t xml:space="preserve">, </w:t>
      </w:r>
      <w:r w:rsidR="00855694" w:rsidRPr="009071AC">
        <w:t>qu</w:t>
      </w:r>
      <w:r>
        <w:t>’</w:t>
      </w:r>
      <w:r w:rsidR="00855694" w:rsidRPr="009071AC">
        <w:t xml:space="preserve">une rencontre a eu lieu entre </w:t>
      </w:r>
      <w:r>
        <w:t>M. de </w:t>
      </w:r>
      <w:r w:rsidR="00855694" w:rsidRPr="009071AC">
        <w:t>R</w:t>
      </w:r>
      <w:r>
        <w:t xml:space="preserve">… </w:t>
      </w:r>
      <w:r w:rsidR="00855694" w:rsidRPr="009071AC">
        <w:t>et de C</w:t>
      </w:r>
      <w:r>
        <w:t>… M. de </w:t>
      </w:r>
      <w:r w:rsidR="00855694" w:rsidRPr="009071AC">
        <w:t>R</w:t>
      </w:r>
      <w:r>
        <w:t xml:space="preserve">…, </w:t>
      </w:r>
      <w:r w:rsidR="00855694" w:rsidRPr="009071AC">
        <w:t>a reçu un coup d</w:t>
      </w:r>
      <w:r>
        <w:t>’</w:t>
      </w:r>
      <w:r w:rsidR="00855694" w:rsidRPr="009071AC">
        <w:t>épée au côté</w:t>
      </w:r>
      <w:r>
        <w:t xml:space="preserve">, </w:t>
      </w:r>
      <w:r w:rsidR="00855694" w:rsidRPr="009071AC">
        <w:t>mais son état n</w:t>
      </w:r>
      <w:r>
        <w:t>’</w:t>
      </w:r>
      <w:r w:rsidR="00855694" w:rsidRPr="009071AC">
        <w:t>inspire aucune inquiétude</w:t>
      </w:r>
      <w:r>
        <w:t>… »</w:t>
      </w:r>
    </w:p>
    <w:p w14:paraId="4D198E13" w14:textId="77777777" w:rsidR="00F635DB" w:rsidRDefault="00855694" w:rsidP="00F635DB">
      <w:r w:rsidRPr="009071AC">
        <w:lastRenderedPageBreak/>
        <w:t>Le journal s</w:t>
      </w:r>
      <w:r w:rsidR="00F635DB">
        <w:t>’</w:t>
      </w:r>
      <w:r w:rsidRPr="009071AC">
        <w:t>échappa des mains de Pascal</w:t>
      </w:r>
      <w:r w:rsidR="00F635DB">
        <w:t xml:space="preserve">. </w:t>
      </w:r>
      <w:r w:rsidRPr="009071AC">
        <w:t>Son visage était plus décomposé que s</w:t>
      </w:r>
      <w:r w:rsidR="00F635DB">
        <w:t>’</w:t>
      </w:r>
      <w:r w:rsidRPr="009071AC">
        <w:t>il eût vidé une coupe de poison</w:t>
      </w:r>
      <w:r w:rsidR="00F635DB">
        <w:t>.</w:t>
      </w:r>
    </w:p>
    <w:p w14:paraId="1EC7A055" w14:textId="77777777" w:rsidR="00F635DB" w:rsidRDefault="00F635DB" w:rsidP="00F635DB">
      <w:r>
        <w:t>— </w:t>
      </w:r>
      <w:r w:rsidR="00855694" w:rsidRPr="009071AC">
        <w:t>C</w:t>
      </w:r>
      <w:r>
        <w:t>’</w:t>
      </w:r>
      <w:r w:rsidR="00855694" w:rsidRPr="009071AC">
        <w:t>est une infâme calomnie</w:t>
      </w:r>
      <w:r>
        <w:t xml:space="preserve">, </w:t>
      </w:r>
      <w:r w:rsidR="00855694" w:rsidRPr="009071AC">
        <w:t>fit-il d</w:t>
      </w:r>
      <w:r>
        <w:t>’</w:t>
      </w:r>
      <w:r w:rsidR="00855694" w:rsidRPr="009071AC">
        <w:t>une voix étranglée</w:t>
      </w:r>
      <w:r>
        <w:t xml:space="preserve">, </w:t>
      </w:r>
      <w:r w:rsidR="00855694" w:rsidRPr="009071AC">
        <w:t>je suis innocent</w:t>
      </w:r>
      <w:r>
        <w:t xml:space="preserve">, </w:t>
      </w:r>
      <w:r w:rsidR="00855694" w:rsidRPr="009071AC">
        <w:t>je le jure sur l</w:t>
      </w:r>
      <w:r>
        <w:t>’</w:t>
      </w:r>
      <w:r w:rsidR="00855694" w:rsidRPr="009071AC">
        <w:t>honneur</w:t>
      </w:r>
      <w:r>
        <w:t> !…</w:t>
      </w:r>
    </w:p>
    <w:p w14:paraId="2A0D941B" w14:textId="77777777" w:rsidR="00F635DB" w:rsidRDefault="00855694" w:rsidP="00F635DB">
      <w:r w:rsidRPr="009071AC">
        <w:t>L</w:t>
      </w:r>
      <w:r w:rsidR="00F635DB">
        <w:t>’</w:t>
      </w:r>
      <w:r w:rsidRPr="009071AC">
        <w:t>autre détourna la tête</w:t>
      </w:r>
      <w:r w:rsidR="00F635DB">
        <w:t xml:space="preserve">, </w:t>
      </w:r>
      <w:r w:rsidRPr="009071AC">
        <w:t>mais non si vivement que Pascal ne pût lire dans ses yeux l</w:t>
      </w:r>
      <w:r w:rsidR="00F635DB">
        <w:t>’</w:t>
      </w:r>
      <w:r w:rsidRPr="009071AC">
        <w:t>expression d</w:t>
      </w:r>
      <w:r w:rsidR="00F635DB">
        <w:t>’</w:t>
      </w:r>
      <w:r w:rsidRPr="009071AC">
        <w:t>un atroce mépris</w:t>
      </w:r>
      <w:r w:rsidR="00F635DB">
        <w:t>.</w:t>
      </w:r>
    </w:p>
    <w:p w14:paraId="66E9B15B" w14:textId="77777777" w:rsidR="00F635DB" w:rsidRDefault="00855694" w:rsidP="00F635DB">
      <w:r w:rsidRPr="009071AC">
        <w:t>Alors il se sentit condamné</w:t>
      </w:r>
      <w:r w:rsidR="00F635DB">
        <w:t xml:space="preserve">, </w:t>
      </w:r>
      <w:r w:rsidRPr="009071AC">
        <w:t>il eut le sentiment de l</w:t>
      </w:r>
      <w:r w:rsidR="00F635DB">
        <w:t>’</w:t>
      </w:r>
      <w:r w:rsidRPr="009071AC">
        <w:t>irrévocable</w:t>
      </w:r>
      <w:r w:rsidR="00F635DB">
        <w:t xml:space="preserve">, </w:t>
      </w:r>
      <w:r w:rsidRPr="009071AC">
        <w:t>il jugea qu</w:t>
      </w:r>
      <w:r w:rsidR="00F635DB">
        <w:t>’</w:t>
      </w:r>
      <w:r w:rsidRPr="009071AC">
        <w:t>il n</w:t>
      </w:r>
      <w:r w:rsidR="00F635DB">
        <w:t>’</w:t>
      </w:r>
      <w:r w:rsidRPr="009071AC">
        <w:t>était plus d</w:t>
      </w:r>
      <w:r w:rsidR="00F635DB">
        <w:t>’</w:t>
      </w:r>
      <w:r w:rsidRPr="009071AC">
        <w:t>espoir</w:t>
      </w:r>
      <w:r w:rsidR="00F635DB">
        <w:t>.</w:t>
      </w:r>
    </w:p>
    <w:p w14:paraId="4B8F527A" w14:textId="77777777" w:rsidR="00F635DB" w:rsidRDefault="00F635DB" w:rsidP="00F635DB">
      <w:r>
        <w:t>— </w:t>
      </w:r>
      <w:r w:rsidR="00855694" w:rsidRPr="009071AC">
        <w:t>Je sais ce qui me reste à faire</w:t>
      </w:r>
      <w:r>
        <w:t xml:space="preserve"> !… </w:t>
      </w:r>
      <w:r w:rsidR="00855694" w:rsidRPr="009071AC">
        <w:t>murmura-t-il</w:t>
      </w:r>
      <w:r>
        <w:t>.</w:t>
      </w:r>
    </w:p>
    <w:p w14:paraId="67909AC5" w14:textId="77777777" w:rsidR="00F635DB" w:rsidRDefault="00855694" w:rsidP="00F635DB">
      <w:proofErr w:type="spellStart"/>
      <w:r w:rsidRPr="009071AC">
        <w:t>Dartelle</w:t>
      </w:r>
      <w:proofErr w:type="spellEnd"/>
      <w:r w:rsidRPr="009071AC">
        <w:t xml:space="preserve"> aussitôt se retourna</w:t>
      </w:r>
      <w:r w:rsidR="00F635DB">
        <w:t xml:space="preserve"> ; </w:t>
      </w:r>
      <w:r w:rsidRPr="009071AC">
        <w:t>des larmes brillaient entre ses cils</w:t>
      </w:r>
      <w:r w:rsidR="00F635DB">
        <w:t>.</w:t>
      </w:r>
    </w:p>
    <w:p w14:paraId="3D1D85B6" w14:textId="77777777" w:rsidR="00F635DB" w:rsidRDefault="00855694" w:rsidP="00F635DB">
      <w:r w:rsidRPr="009071AC">
        <w:t>Il prit les mains de Pascal et les serra avec une douloureuse effusion</w:t>
      </w:r>
      <w:r w:rsidR="00F635DB">
        <w:t xml:space="preserve">, </w:t>
      </w:r>
      <w:r w:rsidRPr="009071AC">
        <w:t>comme on fait à un ami qui va mourir</w:t>
      </w:r>
      <w:r w:rsidR="00F635DB">
        <w:t>…</w:t>
      </w:r>
    </w:p>
    <w:p w14:paraId="6E41C9BF" w14:textId="77777777" w:rsidR="00F635DB" w:rsidRDefault="00F635DB" w:rsidP="00F635DB">
      <w:r>
        <w:t>— </w:t>
      </w:r>
      <w:r w:rsidR="00855694" w:rsidRPr="009071AC">
        <w:t>Courage</w:t>
      </w:r>
      <w:r>
        <w:t xml:space="preserve"> !… </w:t>
      </w:r>
      <w:r w:rsidR="00855694" w:rsidRPr="009071AC">
        <w:t>murmura-t-il</w:t>
      </w:r>
      <w:r>
        <w:t>.</w:t>
      </w:r>
    </w:p>
    <w:p w14:paraId="3C1F7DB2" w14:textId="77777777" w:rsidR="00F635DB" w:rsidRDefault="00855694" w:rsidP="00F635DB">
      <w:r w:rsidRPr="009071AC">
        <w:t>Pascal sortit comme un fou</w:t>
      </w:r>
      <w:r w:rsidR="00F635DB">
        <w:t>.</w:t>
      </w:r>
    </w:p>
    <w:p w14:paraId="0D003DF0" w14:textId="77777777" w:rsidR="00F635DB" w:rsidRDefault="00F635DB" w:rsidP="00F635DB">
      <w:r>
        <w:t>— </w:t>
      </w:r>
      <w:r w:rsidR="00855694" w:rsidRPr="009071AC">
        <w:t>C</w:t>
      </w:r>
      <w:r>
        <w:t>’</w:t>
      </w:r>
      <w:r w:rsidR="00855694" w:rsidRPr="009071AC">
        <w:t>est cela</w:t>
      </w:r>
      <w:r>
        <w:t xml:space="preserve">, </w:t>
      </w:r>
      <w:r w:rsidR="00855694" w:rsidRPr="009071AC">
        <w:t>se répétait-il</w:t>
      </w:r>
      <w:r>
        <w:t xml:space="preserve">, </w:t>
      </w:r>
      <w:r w:rsidR="00855694" w:rsidRPr="009071AC">
        <w:t>en courant le long du boulevard Saint-Michel</w:t>
      </w:r>
      <w:r>
        <w:t xml:space="preserve">, </w:t>
      </w:r>
      <w:r w:rsidR="00855694" w:rsidRPr="009071AC">
        <w:t>il n</w:t>
      </w:r>
      <w:r>
        <w:t>’</w:t>
      </w:r>
      <w:r w:rsidR="00855694" w:rsidRPr="009071AC">
        <w:t>y a plus que cela</w:t>
      </w:r>
      <w:r>
        <w:t>.</w:t>
      </w:r>
    </w:p>
    <w:p w14:paraId="18380A3A" w14:textId="77777777" w:rsidR="00F635DB" w:rsidRDefault="00855694" w:rsidP="00F635DB">
      <w:r w:rsidRPr="009071AC">
        <w:t>Arrivé chez lui</w:t>
      </w:r>
      <w:r w:rsidR="00F635DB">
        <w:t xml:space="preserve">, </w:t>
      </w:r>
      <w:r w:rsidRPr="009071AC">
        <w:t>il s</w:t>
      </w:r>
      <w:r w:rsidR="00F635DB">
        <w:t>’</w:t>
      </w:r>
      <w:r w:rsidRPr="009071AC">
        <w:t>enferma à double tour dans son cabinet</w:t>
      </w:r>
      <w:r w:rsidR="00F635DB">
        <w:t xml:space="preserve">, </w:t>
      </w:r>
      <w:r w:rsidRPr="009071AC">
        <w:t>et écrivit deux lettres</w:t>
      </w:r>
      <w:r w:rsidR="00F635DB">
        <w:t xml:space="preserve">, </w:t>
      </w:r>
      <w:r w:rsidRPr="009071AC">
        <w:t>l</w:t>
      </w:r>
      <w:r w:rsidR="00F635DB">
        <w:t>’</w:t>
      </w:r>
      <w:r w:rsidRPr="009071AC">
        <w:t>une à sa mère</w:t>
      </w:r>
      <w:r w:rsidR="00F635DB">
        <w:t xml:space="preserve">, </w:t>
      </w:r>
      <w:r w:rsidRPr="009071AC">
        <w:t>l</w:t>
      </w:r>
      <w:r w:rsidR="00F635DB">
        <w:t>’</w:t>
      </w:r>
      <w:r w:rsidRPr="009071AC">
        <w:t>autre au bâtonnier de l</w:t>
      </w:r>
      <w:r w:rsidR="00F635DB">
        <w:t>’</w:t>
      </w:r>
      <w:r w:rsidRPr="009071AC">
        <w:t>ordre des avocats</w:t>
      </w:r>
      <w:r w:rsidR="00F635DB">
        <w:t>…</w:t>
      </w:r>
    </w:p>
    <w:p w14:paraId="7C76889C" w14:textId="77777777" w:rsidR="00F635DB" w:rsidRDefault="00855694" w:rsidP="00F635DB">
      <w:r w:rsidRPr="009071AC">
        <w:t>Après un moment de réflexion</w:t>
      </w:r>
      <w:r w:rsidR="00F635DB">
        <w:t xml:space="preserve">, </w:t>
      </w:r>
      <w:r w:rsidRPr="009071AC">
        <w:t>il en commença une troisième</w:t>
      </w:r>
      <w:r w:rsidR="00F635DB">
        <w:t xml:space="preserve">, </w:t>
      </w:r>
      <w:r w:rsidRPr="009071AC">
        <w:t>mais il la déchira en menus morceaux avant de l</w:t>
      </w:r>
      <w:r w:rsidR="00F635DB">
        <w:t>’</w:t>
      </w:r>
      <w:r w:rsidRPr="009071AC">
        <w:t>avoir achevée</w:t>
      </w:r>
      <w:r w:rsidR="00F635DB">
        <w:t>.</w:t>
      </w:r>
    </w:p>
    <w:p w14:paraId="0E60AAAE" w14:textId="77777777" w:rsidR="00F635DB" w:rsidRDefault="00855694" w:rsidP="00F635DB">
      <w:r w:rsidRPr="009071AC">
        <w:t>Et alors</w:t>
      </w:r>
      <w:r w:rsidR="00F635DB">
        <w:t xml:space="preserve">, </w:t>
      </w:r>
      <w:r w:rsidRPr="009071AC">
        <w:t>avec cette précision rapide du parti pris</w:t>
      </w:r>
      <w:r w:rsidR="00F635DB">
        <w:t xml:space="preserve">, </w:t>
      </w:r>
      <w:r w:rsidRPr="009071AC">
        <w:t>il tira d</w:t>
      </w:r>
      <w:r w:rsidR="00F635DB">
        <w:t>’</w:t>
      </w:r>
      <w:r w:rsidRPr="009071AC">
        <w:t>un tiroir de son bureau un revolver et une boîte de cartouches</w:t>
      </w:r>
      <w:r w:rsidR="00F635DB">
        <w:t>.</w:t>
      </w:r>
    </w:p>
    <w:p w14:paraId="39392064" w14:textId="77777777" w:rsidR="00F635DB" w:rsidRDefault="00F635DB" w:rsidP="00F635DB">
      <w:r>
        <w:lastRenderedPageBreak/>
        <w:t>— </w:t>
      </w:r>
      <w:r w:rsidR="00855694" w:rsidRPr="009071AC">
        <w:t>Pauvre mère</w:t>
      </w:r>
      <w:r>
        <w:t xml:space="preserve"> ! </w:t>
      </w:r>
      <w:r w:rsidR="00855694" w:rsidRPr="009071AC">
        <w:t>murmurait-il</w:t>
      </w:r>
      <w:r>
        <w:t xml:space="preserve">, </w:t>
      </w:r>
      <w:r w:rsidR="00855694" w:rsidRPr="009071AC">
        <w:t>elle en mourra</w:t>
      </w:r>
      <w:r>
        <w:t xml:space="preserve">… </w:t>
      </w:r>
      <w:r w:rsidR="00855694" w:rsidRPr="009071AC">
        <w:t>mais elle mourrait de l</w:t>
      </w:r>
      <w:r>
        <w:t>’</w:t>
      </w:r>
      <w:r w:rsidR="00855694" w:rsidRPr="009071AC">
        <w:t>autre chose aussi</w:t>
      </w:r>
      <w:r>
        <w:t xml:space="preserve">… </w:t>
      </w:r>
      <w:r w:rsidR="00855694" w:rsidRPr="009071AC">
        <w:t>Mieux vaut abréger l</w:t>
      </w:r>
      <w:r>
        <w:t>’</w:t>
      </w:r>
      <w:r w:rsidR="00855694" w:rsidRPr="009071AC">
        <w:t>agonie</w:t>
      </w:r>
      <w:r>
        <w:t>.</w:t>
      </w:r>
    </w:p>
    <w:p w14:paraId="10AA7E95" w14:textId="77777777" w:rsidR="00F635DB" w:rsidRDefault="00855694" w:rsidP="00F635DB">
      <w:r w:rsidRPr="009071AC">
        <w:t>Ce que Pascal ne pouvait soupçonner</w:t>
      </w:r>
      <w:r w:rsidR="00F635DB">
        <w:t xml:space="preserve">, </w:t>
      </w:r>
      <w:r w:rsidRPr="009071AC">
        <w:t>c</w:t>
      </w:r>
      <w:r w:rsidR="00F635DB">
        <w:t>’</w:t>
      </w:r>
      <w:r w:rsidRPr="009071AC">
        <w:t>est qu</w:t>
      </w:r>
      <w:r w:rsidR="00F635DB">
        <w:t>’</w:t>
      </w:r>
      <w:r w:rsidRPr="009071AC">
        <w:t>en ce moment suprême</w:t>
      </w:r>
      <w:r w:rsidR="00F635DB">
        <w:t xml:space="preserve">, </w:t>
      </w:r>
      <w:r w:rsidRPr="009071AC">
        <w:t>pas un de ses gestes</w:t>
      </w:r>
      <w:r w:rsidR="00F635DB">
        <w:t xml:space="preserve">, </w:t>
      </w:r>
      <w:r w:rsidRPr="009071AC">
        <w:t>pas un des tressaillements de son visage n</w:t>
      </w:r>
      <w:r w:rsidR="00F635DB">
        <w:t>’</w:t>
      </w:r>
      <w:r w:rsidRPr="009071AC">
        <w:t>échappaient à cette mère dont il balbutiait le nom</w:t>
      </w:r>
      <w:r w:rsidR="00F635DB">
        <w:t>.</w:t>
      </w:r>
    </w:p>
    <w:p w14:paraId="1F40B6B3" w14:textId="77777777" w:rsidR="00F635DB" w:rsidRDefault="00855694" w:rsidP="00F635DB">
      <w:r w:rsidRPr="009071AC">
        <w:t>Depuis que son fils l</w:t>
      </w:r>
      <w:r w:rsidR="00F635DB">
        <w:t>’</w:t>
      </w:r>
      <w:r w:rsidRPr="009071AC">
        <w:t>avait quittée pour courir au Palais</w:t>
      </w:r>
      <w:r w:rsidR="00F635DB">
        <w:t xml:space="preserve">, </w:t>
      </w:r>
      <w:r w:rsidRPr="009071AC">
        <w:t>la pauvre femme ne vivait plus</w:t>
      </w:r>
      <w:r w:rsidR="00F635DB">
        <w:t xml:space="preserve">, </w:t>
      </w:r>
      <w:r w:rsidRPr="009071AC">
        <w:t>écrasée qu</w:t>
      </w:r>
      <w:r w:rsidR="00F635DB">
        <w:t>’</w:t>
      </w:r>
      <w:r w:rsidRPr="009071AC">
        <w:t>elle était par la certitude de quelque grand malheur</w:t>
      </w:r>
      <w:r w:rsidR="00F635DB">
        <w:t>.</w:t>
      </w:r>
    </w:p>
    <w:p w14:paraId="749D4BB7" w14:textId="77777777" w:rsidR="00F635DB" w:rsidRDefault="00855694" w:rsidP="00F635DB">
      <w:r w:rsidRPr="009071AC">
        <w:t>Quand elle entendit Pascal rentrer et s</w:t>
      </w:r>
      <w:r w:rsidR="00F635DB">
        <w:t>’</w:t>
      </w:r>
      <w:r w:rsidRPr="009071AC">
        <w:t>enfermer dans son cabinet</w:t>
      </w:r>
      <w:r w:rsidR="00F635DB">
        <w:t xml:space="preserve">, </w:t>
      </w:r>
      <w:r w:rsidRPr="009071AC">
        <w:t>ce qu</w:t>
      </w:r>
      <w:r w:rsidR="00F635DB">
        <w:t>’</w:t>
      </w:r>
      <w:r w:rsidRPr="009071AC">
        <w:t>il ne faisait jamais</w:t>
      </w:r>
      <w:r w:rsidR="00F635DB">
        <w:t xml:space="preserve">, </w:t>
      </w:r>
      <w:r w:rsidRPr="009071AC">
        <w:t>un pressentiment sinistre comme un glas de mort traversa son esprit</w:t>
      </w:r>
      <w:r w:rsidR="00F635DB">
        <w:t>.</w:t>
      </w:r>
    </w:p>
    <w:p w14:paraId="1E52A399" w14:textId="77777777" w:rsidR="00F635DB" w:rsidRDefault="00855694" w:rsidP="00F635DB">
      <w:r w:rsidRPr="009071AC">
        <w:t>Emportée par un mouvement instinctif</w:t>
      </w:r>
      <w:r w:rsidR="00F635DB">
        <w:t xml:space="preserve">, </w:t>
      </w:r>
      <w:r w:rsidRPr="009071AC">
        <w:t>elle courut à la porte qui donnait de la chambre dans le cabinet de son fils</w:t>
      </w:r>
      <w:r w:rsidR="00F635DB">
        <w:t xml:space="preserve">, </w:t>
      </w:r>
      <w:r w:rsidRPr="009071AC">
        <w:t>et dont les panneaux supérieurs étaient remplacés par des glaces</w:t>
      </w:r>
      <w:r w:rsidR="00F635DB">
        <w:t>.</w:t>
      </w:r>
    </w:p>
    <w:p w14:paraId="327B0274" w14:textId="77777777" w:rsidR="00F635DB" w:rsidRDefault="00855694" w:rsidP="00F635DB">
      <w:r w:rsidRPr="009071AC">
        <w:t>Le verre était dépoli en grande partie par des dessins</w:t>
      </w:r>
      <w:r w:rsidR="00F635DB">
        <w:t xml:space="preserve"> ; </w:t>
      </w:r>
      <w:r w:rsidRPr="009071AC">
        <w:t>néanmoins</w:t>
      </w:r>
      <w:r w:rsidR="00F635DB">
        <w:t xml:space="preserve">, </w:t>
      </w:r>
      <w:r w:rsidRPr="009071AC">
        <w:t>avec un peu d</w:t>
      </w:r>
      <w:r w:rsidR="00F635DB">
        <w:t>’</w:t>
      </w:r>
      <w:r w:rsidRPr="009071AC">
        <w:t>application</w:t>
      </w:r>
      <w:r w:rsidR="00F635DB">
        <w:t xml:space="preserve">, </w:t>
      </w:r>
      <w:r w:rsidRPr="009071AC">
        <w:t>on distinguait d</w:t>
      </w:r>
      <w:r w:rsidR="00F635DB">
        <w:t>’</w:t>
      </w:r>
      <w:r w:rsidRPr="009071AC">
        <w:t>une pièce ce qui se passait dans l</w:t>
      </w:r>
      <w:r w:rsidR="00F635DB">
        <w:t>’</w:t>
      </w:r>
      <w:r w:rsidRPr="009071AC">
        <w:t>autre</w:t>
      </w:r>
      <w:r w:rsidR="00F635DB">
        <w:t>.</w:t>
      </w:r>
    </w:p>
    <w:p w14:paraId="623DD885" w14:textId="0F1D54EA" w:rsidR="00F635DB" w:rsidRDefault="00855694" w:rsidP="00F635DB">
      <w:r w:rsidRPr="009071AC">
        <w:t>Voyant Pascal s</w:t>
      </w:r>
      <w:r w:rsidR="00F635DB">
        <w:t>’</w:t>
      </w:r>
      <w:r w:rsidRPr="009071AC">
        <w:t>asseoir à son bureau et se mettre à écrire</w:t>
      </w:r>
      <w:r w:rsidR="00F635DB">
        <w:t>, M</w:t>
      </w:r>
      <w:r w:rsidR="00F635DB" w:rsidRPr="00F635DB">
        <w:rPr>
          <w:vertAlign w:val="superscript"/>
        </w:rPr>
        <w:t>me</w:t>
      </w:r>
      <w:r w:rsidR="00F635DB">
        <w:t> </w:t>
      </w:r>
      <w:proofErr w:type="spellStart"/>
      <w:r w:rsidRPr="009071AC">
        <w:t>Férailleur</w:t>
      </w:r>
      <w:proofErr w:type="spellEnd"/>
      <w:r w:rsidRPr="009071AC">
        <w:t xml:space="preserve"> s</w:t>
      </w:r>
      <w:r w:rsidR="00F635DB">
        <w:t>’</w:t>
      </w:r>
      <w:r w:rsidRPr="009071AC">
        <w:t>était sentie un peu rassurée</w:t>
      </w:r>
      <w:r w:rsidR="00F635DB">
        <w:t xml:space="preserve">, </w:t>
      </w:r>
      <w:r w:rsidRPr="009071AC">
        <w:t>et même elle eut envie de s</w:t>
      </w:r>
      <w:r w:rsidR="00F635DB">
        <w:t>’</w:t>
      </w:r>
      <w:r w:rsidRPr="009071AC">
        <w:t>éloigner</w:t>
      </w:r>
      <w:r w:rsidR="00F635DB">
        <w:t xml:space="preserve">. </w:t>
      </w:r>
      <w:r w:rsidRPr="009071AC">
        <w:t>Un sentiment indéfinissable</w:t>
      </w:r>
      <w:r w:rsidR="00F635DB">
        <w:t xml:space="preserve">, </w:t>
      </w:r>
      <w:r w:rsidRPr="009071AC">
        <w:t>plus fort que la volonté et le raisonnement</w:t>
      </w:r>
      <w:r w:rsidR="00F635DB">
        <w:t xml:space="preserve">, </w:t>
      </w:r>
      <w:r w:rsidRPr="009071AC">
        <w:t>la cloua à sa place</w:t>
      </w:r>
      <w:r w:rsidR="00F635DB">
        <w:t>…</w:t>
      </w:r>
    </w:p>
    <w:p w14:paraId="47C323EB" w14:textId="77777777" w:rsidR="00F635DB" w:rsidRDefault="00855694" w:rsidP="00F635DB">
      <w:r w:rsidRPr="009071AC">
        <w:t>Peu d</w:t>
      </w:r>
      <w:r w:rsidR="00F635DB">
        <w:t>’</w:t>
      </w:r>
      <w:r w:rsidRPr="009071AC">
        <w:t>instants après elle vit un revolver aux mains de son fils</w:t>
      </w:r>
      <w:r w:rsidR="00F635DB">
        <w:t xml:space="preserve">, </w:t>
      </w:r>
      <w:r w:rsidRPr="009071AC">
        <w:t>et alors elle comprit</w:t>
      </w:r>
      <w:r w:rsidR="00F635DB">
        <w:t xml:space="preserve">. </w:t>
      </w:r>
      <w:r w:rsidRPr="009071AC">
        <w:t>Tout son sang se glaça dans ses veines</w:t>
      </w:r>
      <w:r w:rsidR="00F635DB">
        <w:t xml:space="preserve">, </w:t>
      </w:r>
      <w:r w:rsidRPr="009071AC">
        <w:t>et cependant elle eut sur elle-même assez de puissance pour retenir un cri de terreur</w:t>
      </w:r>
      <w:r w:rsidR="00F635DB">
        <w:t>.</w:t>
      </w:r>
    </w:p>
    <w:p w14:paraId="22E25F84" w14:textId="77777777" w:rsidR="00F635DB" w:rsidRDefault="00855694" w:rsidP="00F635DB">
      <w:r w:rsidRPr="009071AC">
        <w:t>C</w:t>
      </w:r>
      <w:r w:rsidR="00F635DB">
        <w:t>’</w:t>
      </w:r>
      <w:r w:rsidRPr="009071AC">
        <w:t>est que le danger était extrême</w:t>
      </w:r>
      <w:r w:rsidR="00F635DB">
        <w:t xml:space="preserve">, </w:t>
      </w:r>
      <w:r w:rsidRPr="009071AC">
        <w:t>imminent</w:t>
      </w:r>
      <w:r w:rsidR="00F635DB">
        <w:t xml:space="preserve">, </w:t>
      </w:r>
      <w:r w:rsidRPr="009071AC">
        <w:t>terrible</w:t>
      </w:r>
      <w:r w:rsidR="00F635DB">
        <w:t xml:space="preserve"> ; </w:t>
      </w:r>
      <w:r w:rsidRPr="009071AC">
        <w:t>elle le sentait</w:t>
      </w:r>
      <w:r w:rsidR="00F635DB">
        <w:t>…</w:t>
      </w:r>
    </w:p>
    <w:p w14:paraId="31ABDE5A" w14:textId="77777777" w:rsidR="00F635DB" w:rsidRDefault="00855694" w:rsidP="00F635DB">
      <w:r w:rsidRPr="009071AC">
        <w:lastRenderedPageBreak/>
        <w:t>Son cœur</w:t>
      </w:r>
      <w:r w:rsidR="00F635DB">
        <w:t xml:space="preserve">, </w:t>
      </w:r>
      <w:r w:rsidRPr="009071AC">
        <w:t>à défaut de sa raison égarée</w:t>
      </w:r>
      <w:r w:rsidR="00F635DB">
        <w:t xml:space="preserve">, </w:t>
      </w:r>
      <w:r w:rsidRPr="009071AC">
        <w:t>lui disait que la vie de son fils dépendait de la plus insignifiante circonstance</w:t>
      </w:r>
      <w:r w:rsidR="00F635DB">
        <w:t xml:space="preserve">… </w:t>
      </w:r>
      <w:r w:rsidRPr="009071AC">
        <w:t>Le bruit le plus léger</w:t>
      </w:r>
      <w:r w:rsidR="00F635DB">
        <w:t xml:space="preserve">, </w:t>
      </w:r>
      <w:r w:rsidRPr="009071AC">
        <w:t>un mot</w:t>
      </w:r>
      <w:r w:rsidR="00F635DB">
        <w:t xml:space="preserve">, </w:t>
      </w:r>
      <w:r w:rsidRPr="009071AC">
        <w:t>un coup frappé à la porte</w:t>
      </w:r>
      <w:r w:rsidR="00F635DB">
        <w:t xml:space="preserve">, </w:t>
      </w:r>
      <w:r w:rsidRPr="009071AC">
        <w:t>pouvaient précipiter la fatale résolution de l</w:t>
      </w:r>
      <w:r w:rsidR="00F635DB">
        <w:t>’</w:t>
      </w:r>
      <w:r w:rsidRPr="009071AC">
        <w:t>infortuné</w:t>
      </w:r>
      <w:r w:rsidR="00F635DB">
        <w:t>.</w:t>
      </w:r>
    </w:p>
    <w:p w14:paraId="5FC13749" w14:textId="77777777" w:rsidR="00F635DB" w:rsidRDefault="00855694" w:rsidP="00F635DB">
      <w:r w:rsidRPr="009071AC">
        <w:t>Une inspiration du ciel éclaira la pauvre mère</w:t>
      </w:r>
      <w:r w:rsidR="00F635DB">
        <w:t>.</w:t>
      </w:r>
    </w:p>
    <w:p w14:paraId="5CB5F64B" w14:textId="40E397E7" w:rsidR="00F635DB" w:rsidRDefault="00855694" w:rsidP="00F635DB">
      <w:r w:rsidRPr="009071AC">
        <w:t>La porte était à deux battants</w:t>
      </w:r>
      <w:r w:rsidR="00F635DB">
        <w:t xml:space="preserve">, </w:t>
      </w:r>
      <w:r w:rsidRPr="009071AC">
        <w:t xml:space="preserve">et les barres se trouvaient du côté de </w:t>
      </w:r>
      <w:r w:rsidR="00F635DB">
        <w:t>M</w:t>
      </w:r>
      <w:r w:rsidR="00F635DB" w:rsidRPr="00F635DB">
        <w:rPr>
          <w:vertAlign w:val="superscript"/>
        </w:rPr>
        <w:t>me</w:t>
      </w:r>
      <w:r w:rsidR="00F635DB">
        <w:t> </w:t>
      </w:r>
      <w:proofErr w:type="spellStart"/>
      <w:r w:rsidRPr="009071AC">
        <w:t>Férailleur</w:t>
      </w:r>
      <w:proofErr w:type="spellEnd"/>
      <w:r w:rsidR="00F635DB">
        <w:t xml:space="preserve">. </w:t>
      </w:r>
      <w:r w:rsidRPr="009071AC">
        <w:t>Elle les tira avec précaution</w:t>
      </w:r>
      <w:r w:rsidR="00F635DB">
        <w:t xml:space="preserve">, </w:t>
      </w:r>
      <w:r w:rsidRPr="009071AC">
        <w:t>puis brusquement</w:t>
      </w:r>
      <w:r w:rsidR="00F635DB">
        <w:t xml:space="preserve">, </w:t>
      </w:r>
      <w:r w:rsidRPr="009071AC">
        <w:t>d</w:t>
      </w:r>
      <w:r w:rsidR="00F635DB">
        <w:t>’</w:t>
      </w:r>
      <w:r w:rsidRPr="009071AC">
        <w:t>un seul coup</w:t>
      </w:r>
      <w:r w:rsidR="00F635DB">
        <w:t xml:space="preserve">, </w:t>
      </w:r>
      <w:r w:rsidRPr="009071AC">
        <w:t>elle poussa la porte</w:t>
      </w:r>
      <w:r w:rsidR="00F635DB">
        <w:t xml:space="preserve">, </w:t>
      </w:r>
      <w:r w:rsidRPr="009071AC">
        <w:t>se précipita dans le cabinet</w:t>
      </w:r>
      <w:r w:rsidR="00F635DB">
        <w:t xml:space="preserve">, </w:t>
      </w:r>
      <w:r w:rsidRPr="009071AC">
        <w:t>et bondit jusqu</w:t>
      </w:r>
      <w:r w:rsidR="00F635DB">
        <w:t>’</w:t>
      </w:r>
      <w:r w:rsidRPr="009071AC">
        <w:t>à son fils</w:t>
      </w:r>
      <w:r w:rsidR="00F635DB">
        <w:t xml:space="preserve">, </w:t>
      </w:r>
      <w:r w:rsidRPr="009071AC">
        <w:t>qu</w:t>
      </w:r>
      <w:r w:rsidR="00F635DB">
        <w:t>’</w:t>
      </w:r>
      <w:r w:rsidRPr="009071AC">
        <w:t>elle entoura de ses bras</w:t>
      </w:r>
      <w:r w:rsidR="00F635DB">
        <w:t>…</w:t>
      </w:r>
    </w:p>
    <w:p w14:paraId="33714AC0" w14:textId="77777777" w:rsidR="00F635DB" w:rsidRDefault="00F635DB" w:rsidP="00F635DB">
      <w:r>
        <w:t>— </w:t>
      </w:r>
      <w:r w:rsidR="00855694" w:rsidRPr="009071AC">
        <w:t>Pascal</w:t>
      </w:r>
      <w:r>
        <w:t xml:space="preserve"> !… </w:t>
      </w:r>
      <w:r w:rsidR="00855694" w:rsidRPr="009071AC">
        <w:t>malheureux</w:t>
      </w:r>
      <w:r>
        <w:t xml:space="preserve"> !… </w:t>
      </w:r>
      <w:r w:rsidR="00855694" w:rsidRPr="009071AC">
        <w:t>Qu</w:t>
      </w:r>
      <w:r>
        <w:t>’</w:t>
      </w:r>
      <w:r w:rsidR="00855694" w:rsidRPr="009071AC">
        <w:t>allais-tu faire</w:t>
      </w:r>
      <w:r>
        <w:t> !…</w:t>
      </w:r>
    </w:p>
    <w:p w14:paraId="6140F441" w14:textId="77777777" w:rsidR="00F635DB" w:rsidRDefault="00855694" w:rsidP="00F635DB">
      <w:r w:rsidRPr="009071AC">
        <w:t>Lui fut si surpris que son arme lui échappa et qu</w:t>
      </w:r>
      <w:r w:rsidR="00F635DB">
        <w:t>’</w:t>
      </w:r>
      <w:r w:rsidRPr="009071AC">
        <w:t>il s</w:t>
      </w:r>
      <w:r w:rsidR="00F635DB">
        <w:t>’</w:t>
      </w:r>
      <w:r w:rsidRPr="009071AC">
        <w:t>affaissa sur son fauteuil</w:t>
      </w:r>
      <w:r w:rsidR="00F635DB">
        <w:t xml:space="preserve">… </w:t>
      </w:r>
      <w:r w:rsidRPr="009071AC">
        <w:t>L</w:t>
      </w:r>
      <w:r w:rsidR="00F635DB">
        <w:t>’</w:t>
      </w:r>
      <w:r w:rsidRPr="009071AC">
        <w:t>idée ne lui venait pas de nier</w:t>
      </w:r>
      <w:r w:rsidR="00F635DB">
        <w:t xml:space="preserve">, </w:t>
      </w:r>
      <w:r w:rsidRPr="009071AC">
        <w:t>et d</w:t>
      </w:r>
      <w:r w:rsidR="00F635DB">
        <w:t>’</w:t>
      </w:r>
      <w:r w:rsidRPr="009071AC">
        <w:t>ailleurs prononcer une parole lui eût été impossible</w:t>
      </w:r>
      <w:r w:rsidR="00F635DB">
        <w:t>.</w:t>
      </w:r>
    </w:p>
    <w:p w14:paraId="2BBAC1F7" w14:textId="77777777" w:rsidR="00F635DB" w:rsidRDefault="00855694" w:rsidP="00F635DB">
      <w:r w:rsidRPr="009071AC">
        <w:t>Mais il y avait sur son bureau</w:t>
      </w:r>
      <w:r w:rsidR="00F635DB">
        <w:t xml:space="preserve">, </w:t>
      </w:r>
      <w:r w:rsidRPr="009071AC">
        <w:t>adressée à sa mère</w:t>
      </w:r>
      <w:r w:rsidR="00F635DB">
        <w:t xml:space="preserve">, </w:t>
      </w:r>
      <w:r w:rsidRPr="009071AC">
        <w:t>une lettre qui devait parler de lui</w:t>
      </w:r>
      <w:r w:rsidR="00F635DB">
        <w:t>.</w:t>
      </w:r>
    </w:p>
    <w:p w14:paraId="1677985F" w14:textId="01DF8EAA"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la prit</w:t>
      </w:r>
      <w:r>
        <w:t xml:space="preserve">, </w:t>
      </w:r>
      <w:r w:rsidR="00855694" w:rsidRPr="009071AC">
        <w:t>brisa le cachet et lut</w:t>
      </w:r>
      <w:r>
        <w:t> :</w:t>
      </w:r>
    </w:p>
    <w:p w14:paraId="15DA4FDE" w14:textId="36AFEF2E" w:rsidR="00F635DB" w:rsidRDefault="00F635DB" w:rsidP="00F635DB">
      <w:r>
        <w:t>« </w:t>
      </w:r>
      <w:r w:rsidR="00855694" w:rsidRPr="009071AC">
        <w:t>Pardonne-moi</w:t>
      </w:r>
      <w:r>
        <w:t xml:space="preserve">… </w:t>
      </w:r>
      <w:r w:rsidR="00855694" w:rsidRPr="009071AC">
        <w:t>je vais mourir</w:t>
      </w:r>
      <w:r>
        <w:t xml:space="preserve">, </w:t>
      </w:r>
      <w:r w:rsidR="00855694" w:rsidRPr="009071AC">
        <w:t>il le faut</w:t>
      </w:r>
      <w:r>
        <w:t xml:space="preserve"> ; </w:t>
      </w:r>
      <w:r w:rsidR="00855694" w:rsidRPr="009071AC">
        <w:t>je ne saurais me résigner à vivre déshonoré et je le suis</w:t>
      </w:r>
      <w:r>
        <w:t>… »</w:t>
      </w:r>
    </w:p>
    <w:p w14:paraId="4C6591A1" w14:textId="77777777" w:rsidR="00F635DB" w:rsidRDefault="00F635DB" w:rsidP="00F635DB">
      <w:r>
        <w:t>— </w:t>
      </w:r>
      <w:r w:rsidR="00855694" w:rsidRPr="009071AC">
        <w:t>Déshonoré</w:t>
      </w:r>
      <w:r>
        <w:t xml:space="preserve"> !… </w:t>
      </w:r>
      <w:r w:rsidR="00855694" w:rsidRPr="009071AC">
        <w:t>toi</w:t>
      </w:r>
      <w:r>
        <w:t xml:space="preserve"> !… </w:t>
      </w:r>
      <w:r w:rsidR="00855694" w:rsidRPr="009071AC">
        <w:t>s</w:t>
      </w:r>
      <w:r>
        <w:t>’</w:t>
      </w:r>
      <w:r w:rsidR="00855694" w:rsidRPr="009071AC">
        <w:t>écria la malheureuse mère</w:t>
      </w:r>
      <w:r>
        <w:t xml:space="preserve">. </w:t>
      </w:r>
      <w:r w:rsidR="00855694" w:rsidRPr="009071AC">
        <w:t>Qu</w:t>
      </w:r>
      <w:r>
        <w:t>’</w:t>
      </w:r>
      <w:r w:rsidR="00855694" w:rsidRPr="009071AC">
        <w:t>est-ce que cela signifie</w:t>
      </w:r>
      <w:r>
        <w:t xml:space="preserve">, </w:t>
      </w:r>
      <w:r w:rsidR="00855694" w:rsidRPr="009071AC">
        <w:t>mon Dieu</w:t>
      </w:r>
      <w:r>
        <w:t xml:space="preserve"> !… </w:t>
      </w:r>
      <w:r w:rsidR="00855694" w:rsidRPr="009071AC">
        <w:t>Parle</w:t>
      </w:r>
      <w:r>
        <w:t xml:space="preserve">, </w:t>
      </w:r>
      <w:r w:rsidR="00855694" w:rsidRPr="009071AC">
        <w:t>je t</w:t>
      </w:r>
      <w:r>
        <w:t>’</w:t>
      </w:r>
      <w:r w:rsidR="00855694" w:rsidRPr="009071AC">
        <w:t>en conjure</w:t>
      </w:r>
      <w:r>
        <w:t xml:space="preserve">, </w:t>
      </w:r>
      <w:r w:rsidR="00855694" w:rsidRPr="009071AC">
        <w:t>dis-moi tout</w:t>
      </w:r>
      <w:r>
        <w:t xml:space="preserve">, </w:t>
      </w:r>
      <w:r w:rsidR="00855694" w:rsidRPr="009071AC">
        <w:t>il le faut</w:t>
      </w:r>
      <w:r>
        <w:t xml:space="preserve">, </w:t>
      </w:r>
      <w:r w:rsidR="00855694" w:rsidRPr="009071AC">
        <w:t>je te l</w:t>
      </w:r>
      <w:r>
        <w:t>’</w:t>
      </w:r>
      <w:r w:rsidR="00855694" w:rsidRPr="009071AC">
        <w:t>ordonne</w:t>
      </w:r>
      <w:r>
        <w:t xml:space="preserve">… </w:t>
      </w:r>
      <w:r w:rsidR="00855694" w:rsidRPr="009071AC">
        <w:t>je le veux</w:t>
      </w:r>
      <w:r>
        <w:t> !</w:t>
      </w:r>
    </w:p>
    <w:p w14:paraId="1ECE6C64" w14:textId="77777777" w:rsidR="00F635DB" w:rsidRDefault="00855694" w:rsidP="00F635DB">
      <w:r w:rsidRPr="009071AC">
        <w:t>Peu à peu</w:t>
      </w:r>
      <w:r w:rsidR="00F635DB">
        <w:t xml:space="preserve">, </w:t>
      </w:r>
      <w:r w:rsidRPr="009071AC">
        <w:t>il se remettait à ces accents si tendres et si impérieux à la fois</w:t>
      </w:r>
      <w:r w:rsidR="00F635DB">
        <w:t xml:space="preserve">, </w:t>
      </w:r>
      <w:r w:rsidRPr="009071AC">
        <w:t>et d</w:t>
      </w:r>
      <w:r w:rsidR="00F635DB">
        <w:t>’</w:t>
      </w:r>
      <w:r w:rsidRPr="009071AC">
        <w:t>une voix morne</w:t>
      </w:r>
      <w:r w:rsidR="00F635DB">
        <w:t xml:space="preserve">, </w:t>
      </w:r>
      <w:r w:rsidRPr="009071AC">
        <w:t>il raconta la terrifiante succession des événements qui l</w:t>
      </w:r>
      <w:r w:rsidR="00F635DB">
        <w:t>’</w:t>
      </w:r>
      <w:r w:rsidRPr="009071AC">
        <w:t>accablaient</w:t>
      </w:r>
      <w:r w:rsidR="00F635DB">
        <w:t>.</w:t>
      </w:r>
    </w:p>
    <w:p w14:paraId="3E69DCD0" w14:textId="77777777" w:rsidR="00F635DB" w:rsidRDefault="00855694" w:rsidP="00F635DB">
      <w:r w:rsidRPr="009071AC">
        <w:t>Il n</w:t>
      </w:r>
      <w:r w:rsidR="00F635DB">
        <w:t>’</w:t>
      </w:r>
      <w:r w:rsidRPr="009071AC">
        <w:t>omettait pas un détail</w:t>
      </w:r>
      <w:r w:rsidR="00F635DB">
        <w:t xml:space="preserve">, </w:t>
      </w:r>
      <w:r w:rsidRPr="009071AC">
        <w:t>exagérant</w:t>
      </w:r>
      <w:r w:rsidR="00F635DB">
        <w:t xml:space="preserve">, </w:t>
      </w:r>
      <w:r w:rsidRPr="009071AC">
        <w:t>s</w:t>
      </w:r>
      <w:r w:rsidR="00F635DB">
        <w:t>’</w:t>
      </w:r>
      <w:r w:rsidRPr="009071AC">
        <w:t>il est possible</w:t>
      </w:r>
      <w:r w:rsidR="00F635DB">
        <w:t xml:space="preserve">, </w:t>
      </w:r>
      <w:r w:rsidRPr="009071AC">
        <w:t>plutôt que palliant l</w:t>
      </w:r>
      <w:r w:rsidR="00F635DB">
        <w:t>’</w:t>
      </w:r>
      <w:r w:rsidRPr="009071AC">
        <w:t>horreur de sa situation</w:t>
      </w:r>
      <w:r w:rsidR="00F635DB">
        <w:t xml:space="preserve">. </w:t>
      </w:r>
      <w:r w:rsidRPr="009071AC">
        <w:t>Soit qu</w:t>
      </w:r>
      <w:r w:rsidR="00F635DB">
        <w:t>’</w:t>
      </w:r>
      <w:r w:rsidRPr="009071AC">
        <w:t xml:space="preserve">il ressentît </w:t>
      </w:r>
      <w:r w:rsidRPr="009071AC">
        <w:lastRenderedPageBreak/>
        <w:t>une atroce satisfaction à se prouver à lui-même que tout était désespéré</w:t>
      </w:r>
      <w:r w:rsidR="00F635DB">
        <w:t xml:space="preserve">, </w:t>
      </w:r>
      <w:r w:rsidRPr="009071AC">
        <w:t>soit qu</w:t>
      </w:r>
      <w:r w:rsidR="00F635DB">
        <w:t>’</w:t>
      </w:r>
      <w:r w:rsidRPr="009071AC">
        <w:t>il crût pouvoir amener sa mère à lui dire</w:t>
      </w:r>
      <w:r w:rsidR="00F635DB">
        <w:t> :</w:t>
      </w:r>
    </w:p>
    <w:p w14:paraId="4EB555D9" w14:textId="77777777" w:rsidR="00F635DB" w:rsidRDefault="00F635DB" w:rsidP="00F635DB">
      <w:r>
        <w:t>— </w:t>
      </w:r>
      <w:r w:rsidR="00855694" w:rsidRPr="009071AC">
        <w:t>Oui</w:t>
      </w:r>
      <w:r>
        <w:t xml:space="preserve">, </w:t>
      </w:r>
      <w:r w:rsidR="00855694" w:rsidRPr="009071AC">
        <w:t>tu as raison</w:t>
      </w:r>
      <w:r>
        <w:t xml:space="preserve">, </w:t>
      </w:r>
      <w:r w:rsidR="00855694" w:rsidRPr="009071AC">
        <w:t>et la mort est ton seul refuge</w:t>
      </w:r>
      <w:r>
        <w:t>…</w:t>
      </w:r>
    </w:p>
    <w:p w14:paraId="503A5E30" w14:textId="77777777" w:rsidR="00F635DB" w:rsidRDefault="00855694" w:rsidP="00F635DB">
      <w:r w:rsidRPr="009071AC">
        <w:t>Elle l</w:t>
      </w:r>
      <w:r w:rsidR="00F635DB">
        <w:t>’</w:t>
      </w:r>
      <w:r w:rsidRPr="009071AC">
        <w:t>écoutait pétrifiée</w:t>
      </w:r>
      <w:r w:rsidR="00F635DB">
        <w:t xml:space="preserve">, </w:t>
      </w:r>
      <w:r w:rsidRPr="009071AC">
        <w:t>la pupille dilatée par la stupeur et l</w:t>
      </w:r>
      <w:r w:rsidR="00F635DB">
        <w:t>’</w:t>
      </w:r>
      <w:r w:rsidRPr="009071AC">
        <w:t>épouvante</w:t>
      </w:r>
      <w:r w:rsidR="00F635DB">
        <w:t xml:space="preserve">, </w:t>
      </w:r>
      <w:r w:rsidRPr="009071AC">
        <w:t>incertaine si elle veillait ou si elle était le jouet de quelque épouvantable cauchemar</w:t>
      </w:r>
      <w:r w:rsidR="00F635DB">
        <w:t xml:space="preserve">. </w:t>
      </w:r>
      <w:r w:rsidRPr="009071AC">
        <w:t>Car c</w:t>
      </w:r>
      <w:r w:rsidR="00F635DB">
        <w:t>’</w:t>
      </w:r>
      <w:r w:rsidRPr="009071AC">
        <w:t>était là une de ces catastrophes inouïes qui s</w:t>
      </w:r>
      <w:r w:rsidR="00F635DB">
        <w:t>’</w:t>
      </w:r>
      <w:r w:rsidRPr="009071AC">
        <w:t>écartent tellement du cercle des prévisions et des probabilités</w:t>
      </w:r>
      <w:r w:rsidR="00F635DB">
        <w:t xml:space="preserve">, </w:t>
      </w:r>
      <w:r w:rsidRPr="009071AC">
        <w:t>que son entendement pouvait à peine la concevoir et l</w:t>
      </w:r>
      <w:r w:rsidR="00F635DB">
        <w:t>’</w:t>
      </w:r>
      <w:r w:rsidRPr="009071AC">
        <w:t>admettre</w:t>
      </w:r>
      <w:r w:rsidR="00F635DB">
        <w:t>.</w:t>
      </w:r>
    </w:p>
    <w:p w14:paraId="21CE0762" w14:textId="77777777" w:rsidR="00F635DB" w:rsidRDefault="00855694" w:rsidP="00F635DB">
      <w:r w:rsidRPr="009071AC">
        <w:t>Mais elle ne doutait pas</w:t>
      </w:r>
      <w:r w:rsidR="00F635DB">
        <w:t xml:space="preserve">, </w:t>
      </w:r>
      <w:r w:rsidRPr="009071AC">
        <w:t>elle</w:t>
      </w:r>
      <w:r w:rsidR="00F635DB">
        <w:t xml:space="preserve">, </w:t>
      </w:r>
      <w:r w:rsidRPr="009071AC">
        <w:t>si les amis avaient douté</w:t>
      </w:r>
      <w:r w:rsidR="00F635DB">
        <w:t>.</w:t>
      </w:r>
    </w:p>
    <w:p w14:paraId="640AC248" w14:textId="77777777" w:rsidR="00F635DB" w:rsidRDefault="00855694" w:rsidP="00F635DB">
      <w:r w:rsidRPr="009071AC">
        <w:t>C</w:t>
      </w:r>
      <w:r w:rsidR="00F635DB">
        <w:t>’</w:t>
      </w:r>
      <w:r w:rsidRPr="009071AC">
        <w:t>est si son fils lui eût dit qu</w:t>
      </w:r>
      <w:r w:rsidR="00F635DB">
        <w:t>’</w:t>
      </w:r>
      <w:r w:rsidRPr="009071AC">
        <w:t>il avait volé au jeu</w:t>
      </w:r>
      <w:r w:rsidR="00F635DB">
        <w:t xml:space="preserve">, </w:t>
      </w:r>
      <w:r w:rsidRPr="009071AC">
        <w:t>qu</w:t>
      </w:r>
      <w:r w:rsidR="00F635DB">
        <w:t>’</w:t>
      </w:r>
      <w:r w:rsidRPr="009071AC">
        <w:t>elle eût refusé de le croire</w:t>
      </w:r>
      <w:r w:rsidR="00F635DB">
        <w:t>.</w:t>
      </w:r>
    </w:p>
    <w:p w14:paraId="315F8908" w14:textId="77777777" w:rsidR="00F635DB" w:rsidRDefault="00855694" w:rsidP="00F635DB">
      <w:r w:rsidRPr="009071AC">
        <w:t>Lorsqu</w:t>
      </w:r>
      <w:r w:rsidR="00F635DB">
        <w:t>’</w:t>
      </w:r>
      <w:r w:rsidRPr="009071AC">
        <w:t>il eut terminé</w:t>
      </w:r>
      <w:r w:rsidR="00F635DB">
        <w:t> :</w:t>
      </w:r>
    </w:p>
    <w:p w14:paraId="08DA1690" w14:textId="77777777" w:rsidR="00F635DB" w:rsidRDefault="00F635DB" w:rsidP="00F635DB">
      <w:r>
        <w:t>— </w:t>
      </w:r>
      <w:r w:rsidR="00855694" w:rsidRPr="009071AC">
        <w:t>Et tu voulais te tuer</w:t>
      </w:r>
      <w:r>
        <w:t xml:space="preserve"> !… </w:t>
      </w:r>
      <w:r w:rsidR="00855694" w:rsidRPr="009071AC">
        <w:t>s</w:t>
      </w:r>
      <w:r>
        <w:t>’</w:t>
      </w:r>
      <w:r w:rsidR="00855694" w:rsidRPr="009071AC">
        <w:t>écria-t-elle</w:t>
      </w:r>
      <w:r>
        <w:t xml:space="preserve">. </w:t>
      </w:r>
      <w:r w:rsidR="00855694" w:rsidRPr="009071AC">
        <w:t>Tu n</w:t>
      </w:r>
      <w:r>
        <w:t>’</w:t>
      </w:r>
      <w:r w:rsidR="00855694" w:rsidRPr="009071AC">
        <w:t>as donc pas songé</w:t>
      </w:r>
      <w:r>
        <w:t xml:space="preserve">, </w:t>
      </w:r>
      <w:r w:rsidR="00855694" w:rsidRPr="009071AC">
        <w:t>insensé</w:t>
      </w:r>
      <w:r>
        <w:t xml:space="preserve">, </w:t>
      </w:r>
      <w:r w:rsidR="00855694" w:rsidRPr="009071AC">
        <w:t>que ta mort donnerait à tout jamais raison à la calomnie</w:t>
      </w:r>
      <w:r>
        <w:t> !</w:t>
      </w:r>
    </w:p>
    <w:p w14:paraId="6B3DB817" w14:textId="77777777" w:rsidR="00F635DB" w:rsidRDefault="00855694" w:rsidP="00F635DB">
      <w:r w:rsidRPr="009071AC">
        <w:t>L</w:t>
      </w:r>
      <w:r w:rsidR="00F635DB">
        <w:t>’</w:t>
      </w:r>
      <w:r w:rsidRPr="009071AC">
        <w:t>admirable</w:t>
      </w:r>
      <w:r w:rsidR="00F635DB">
        <w:t xml:space="preserve">, </w:t>
      </w:r>
      <w:r w:rsidRPr="009071AC">
        <w:t>le sublime instinct de la mère venait de lui dicter la raison la plus victorieuse qui pût déterminer Pascal à vivre</w:t>
      </w:r>
      <w:r w:rsidR="00F635DB">
        <w:t>.</w:t>
      </w:r>
    </w:p>
    <w:p w14:paraId="695B8F7A" w14:textId="77777777" w:rsidR="00F635DB" w:rsidRDefault="00F635DB" w:rsidP="00F635DB">
      <w:r>
        <w:t>— </w:t>
      </w:r>
      <w:r w:rsidR="00855694" w:rsidRPr="009071AC">
        <w:t>Tu ne t</w:t>
      </w:r>
      <w:r>
        <w:t>’</w:t>
      </w:r>
      <w:r w:rsidR="00855694" w:rsidRPr="009071AC">
        <w:t>es donc pas dit</w:t>
      </w:r>
      <w:r>
        <w:t xml:space="preserve">, </w:t>
      </w:r>
      <w:r w:rsidR="00855694" w:rsidRPr="009071AC">
        <w:t>poursuivit-elle</w:t>
      </w:r>
      <w:r>
        <w:t xml:space="preserve">, </w:t>
      </w:r>
      <w:r w:rsidR="00855694" w:rsidRPr="009071AC">
        <w:t>que c</w:t>
      </w:r>
      <w:r>
        <w:t>’</w:t>
      </w:r>
      <w:r w:rsidR="00855694" w:rsidRPr="009071AC">
        <w:t>était manquer de courage</w:t>
      </w:r>
      <w:r>
        <w:t xml:space="preserve">, </w:t>
      </w:r>
      <w:r w:rsidR="00855694" w:rsidRPr="009071AC">
        <w:t>et que pour échapper aux souffrances présentes</w:t>
      </w:r>
      <w:r>
        <w:t xml:space="preserve">, </w:t>
      </w:r>
      <w:r w:rsidR="00855694" w:rsidRPr="009071AC">
        <w:t>tu allais ternir ton nom d</w:t>
      </w:r>
      <w:r>
        <w:t>’</w:t>
      </w:r>
      <w:r w:rsidR="00855694" w:rsidRPr="009071AC">
        <w:t>une éternelle flétrissure</w:t>
      </w:r>
      <w:r>
        <w:t xml:space="preserve"> ?… </w:t>
      </w:r>
      <w:r w:rsidR="00855694" w:rsidRPr="009071AC">
        <w:t>Cela t</w:t>
      </w:r>
      <w:r>
        <w:t>’</w:t>
      </w:r>
      <w:r w:rsidR="00855694" w:rsidRPr="009071AC">
        <w:t>eût arrêté</w:t>
      </w:r>
      <w:r>
        <w:t xml:space="preserve">, </w:t>
      </w:r>
      <w:r w:rsidR="00855694" w:rsidRPr="009071AC">
        <w:t>mon fils</w:t>
      </w:r>
      <w:r>
        <w:t xml:space="preserve">. </w:t>
      </w:r>
      <w:r w:rsidR="00855694" w:rsidRPr="009071AC">
        <w:t>Un nom est un dépôt sacré dont on n</w:t>
      </w:r>
      <w:r>
        <w:t>’</w:t>
      </w:r>
      <w:r w:rsidR="00855694" w:rsidRPr="009071AC">
        <w:t>a pas le droit de disposer ainsi</w:t>
      </w:r>
      <w:r>
        <w:t xml:space="preserve">… </w:t>
      </w:r>
      <w:r w:rsidR="00855694" w:rsidRPr="009071AC">
        <w:t>Ton père te l</w:t>
      </w:r>
      <w:r>
        <w:t>’</w:t>
      </w:r>
      <w:r w:rsidR="00855694" w:rsidRPr="009071AC">
        <w:t>a légué pur et honnête</w:t>
      </w:r>
      <w:r>
        <w:t xml:space="preserve">, </w:t>
      </w:r>
      <w:r w:rsidR="00855694" w:rsidRPr="009071AC">
        <w:t>tel tu dois le conserver</w:t>
      </w:r>
      <w:r>
        <w:t xml:space="preserve">… </w:t>
      </w:r>
      <w:r w:rsidR="00855694" w:rsidRPr="009071AC">
        <w:t>On essaie de le couvrir d</w:t>
      </w:r>
      <w:r>
        <w:t>’</w:t>
      </w:r>
      <w:r w:rsidR="00855694" w:rsidRPr="009071AC">
        <w:t>opprobre</w:t>
      </w:r>
      <w:r>
        <w:t xml:space="preserve">, </w:t>
      </w:r>
      <w:r w:rsidR="00855694" w:rsidRPr="009071AC">
        <w:t>tu dois vivre pour le défendre</w:t>
      </w:r>
      <w:r>
        <w:t> !…</w:t>
      </w:r>
    </w:p>
    <w:p w14:paraId="1806EA82" w14:textId="77777777" w:rsidR="00F635DB" w:rsidRDefault="00855694" w:rsidP="00F635DB">
      <w:r w:rsidRPr="009071AC">
        <w:t>Il baissa la tête</w:t>
      </w:r>
      <w:r w:rsidR="00F635DB">
        <w:t xml:space="preserve">, </w:t>
      </w:r>
      <w:r w:rsidRPr="009071AC">
        <w:t>et d</w:t>
      </w:r>
      <w:r w:rsidR="00F635DB">
        <w:t>’</w:t>
      </w:r>
      <w:r w:rsidRPr="009071AC">
        <w:t>un ton de lamentable découragement</w:t>
      </w:r>
      <w:r w:rsidR="00F635DB">
        <w:t> :</w:t>
      </w:r>
    </w:p>
    <w:p w14:paraId="4BAB31C0" w14:textId="77777777" w:rsidR="00F635DB" w:rsidRDefault="00F635DB" w:rsidP="00F635DB">
      <w:r>
        <w:lastRenderedPageBreak/>
        <w:t>— </w:t>
      </w:r>
      <w:r w:rsidR="00855694" w:rsidRPr="009071AC">
        <w:t>Que puis-je faire</w:t>
      </w:r>
      <w:r>
        <w:t xml:space="preserve"> ! </w:t>
      </w:r>
      <w:r w:rsidR="00855694" w:rsidRPr="009071AC">
        <w:t>balbutia-t-il</w:t>
      </w:r>
      <w:r>
        <w:t xml:space="preserve">. </w:t>
      </w:r>
      <w:r w:rsidR="00855694" w:rsidRPr="009071AC">
        <w:t>Comment démêler une trame ourdie avec une si infernale habileté</w:t>
      </w:r>
      <w:r>
        <w:t xml:space="preserve"> ?… </w:t>
      </w:r>
      <w:r w:rsidR="00855694" w:rsidRPr="009071AC">
        <w:t>Sur le moment</w:t>
      </w:r>
      <w:r>
        <w:t xml:space="preserve">, </w:t>
      </w:r>
      <w:r w:rsidR="00855694" w:rsidRPr="009071AC">
        <w:t>si j</w:t>
      </w:r>
      <w:r>
        <w:t>’</w:t>
      </w:r>
      <w:r w:rsidR="00855694" w:rsidRPr="009071AC">
        <w:t>avais eu mon sang-froid</w:t>
      </w:r>
      <w:r>
        <w:t xml:space="preserve">, </w:t>
      </w:r>
      <w:r w:rsidR="00855694" w:rsidRPr="009071AC">
        <w:t>je pouvais peut-être me défendre et me justifier</w:t>
      </w:r>
      <w:r>
        <w:t xml:space="preserve">. </w:t>
      </w:r>
      <w:r w:rsidR="00855694" w:rsidRPr="009071AC">
        <w:t>Maintenant le mal est irréparable</w:t>
      </w:r>
      <w:r>
        <w:t xml:space="preserve">… </w:t>
      </w:r>
      <w:r w:rsidR="00855694" w:rsidRPr="009071AC">
        <w:t>Comment démasquer le traître</w:t>
      </w:r>
      <w:r>
        <w:t xml:space="preserve">, </w:t>
      </w:r>
      <w:r w:rsidR="00855694" w:rsidRPr="009071AC">
        <w:t>et quelles preuves de son infamie lui jeter à la face</w:t>
      </w:r>
      <w:r>
        <w:t>…</w:t>
      </w:r>
    </w:p>
    <w:p w14:paraId="03E85DB8" w14:textId="2660BD7D" w:rsidR="00F635DB" w:rsidRDefault="00F635DB" w:rsidP="00F635DB">
      <w:r>
        <w:t>— </w:t>
      </w:r>
      <w:r w:rsidR="00855694" w:rsidRPr="009071AC">
        <w:t>Encore faudrait-il lutter avant de s</w:t>
      </w:r>
      <w:r>
        <w:t>’</w:t>
      </w:r>
      <w:r w:rsidR="00855694" w:rsidRPr="009071AC">
        <w:t>avouer vaincu</w:t>
      </w:r>
      <w:r>
        <w:t xml:space="preserve">, </w:t>
      </w:r>
      <w:r w:rsidR="00855694" w:rsidRPr="009071AC">
        <w:t xml:space="preserve">interrompit sévèrement </w:t>
      </w:r>
      <w:r>
        <w:t>M</w:t>
      </w:r>
      <w:r w:rsidRPr="00F635DB">
        <w:rPr>
          <w:vertAlign w:val="superscript"/>
        </w:rPr>
        <w:t>me</w:t>
      </w:r>
      <w:r>
        <w:t> </w:t>
      </w:r>
      <w:proofErr w:type="spellStart"/>
      <w:r w:rsidR="00855694" w:rsidRPr="009071AC">
        <w:t>Férailleur</w:t>
      </w:r>
      <w:proofErr w:type="spellEnd"/>
      <w:r>
        <w:t xml:space="preserve">… </w:t>
      </w:r>
      <w:r w:rsidR="00855694" w:rsidRPr="009071AC">
        <w:t>On ne déserte pas une tâche parce qu</w:t>
      </w:r>
      <w:r>
        <w:t>’</w:t>
      </w:r>
      <w:r w:rsidR="00855694" w:rsidRPr="009071AC">
        <w:t>elle est trop rude</w:t>
      </w:r>
      <w:r>
        <w:t xml:space="preserve"> : </w:t>
      </w:r>
      <w:r w:rsidR="00855694" w:rsidRPr="009071AC">
        <w:t>on l</w:t>
      </w:r>
      <w:r>
        <w:t>’</w:t>
      </w:r>
      <w:r w:rsidR="00855694" w:rsidRPr="009071AC">
        <w:t>accepte</w:t>
      </w:r>
      <w:r>
        <w:t xml:space="preserve">, </w:t>
      </w:r>
      <w:r w:rsidR="00855694" w:rsidRPr="009071AC">
        <w:t>et si on meurt à la peine</w:t>
      </w:r>
      <w:r>
        <w:t xml:space="preserve">, </w:t>
      </w:r>
      <w:r w:rsidR="00855694" w:rsidRPr="009071AC">
        <w:t>on meurt du moins avec la conscience d</w:t>
      </w:r>
      <w:r>
        <w:t>’</w:t>
      </w:r>
      <w:r w:rsidR="00855694" w:rsidRPr="009071AC">
        <w:t>avoir fait son devoir</w:t>
      </w:r>
      <w:r>
        <w:t>.</w:t>
      </w:r>
    </w:p>
    <w:p w14:paraId="745B1867" w14:textId="77777777" w:rsidR="00F635DB" w:rsidRDefault="00F635DB" w:rsidP="00F635DB">
      <w:r>
        <w:t>— </w:t>
      </w:r>
      <w:r w:rsidR="00855694" w:rsidRPr="009071AC">
        <w:t>Ma mère</w:t>
      </w:r>
      <w:r>
        <w:t> !…</w:t>
      </w:r>
    </w:p>
    <w:p w14:paraId="3083723D" w14:textId="77777777" w:rsidR="00F635DB" w:rsidRDefault="00F635DB" w:rsidP="00F635DB">
      <w:r>
        <w:t>— </w:t>
      </w:r>
      <w:r w:rsidR="00855694" w:rsidRPr="009071AC">
        <w:t>Je te dois la vérité</w:t>
      </w:r>
      <w:r>
        <w:t xml:space="preserve">, </w:t>
      </w:r>
      <w:r w:rsidR="00855694" w:rsidRPr="009071AC">
        <w:t>mon fils</w:t>
      </w:r>
      <w:r>
        <w:t xml:space="preserve"> !… </w:t>
      </w:r>
      <w:r w:rsidR="00855694" w:rsidRPr="009071AC">
        <w:t>Manquerais-tu donc d</w:t>
      </w:r>
      <w:r>
        <w:t>’</w:t>
      </w:r>
      <w:r w:rsidR="00855694" w:rsidRPr="009071AC">
        <w:t>énergie</w:t>
      </w:r>
      <w:r>
        <w:t xml:space="preserve"> !… </w:t>
      </w:r>
      <w:r w:rsidR="00855694" w:rsidRPr="009071AC">
        <w:t>Allons</w:t>
      </w:r>
      <w:r>
        <w:t xml:space="preserve">, </w:t>
      </w:r>
      <w:r w:rsidR="00855694" w:rsidRPr="009071AC">
        <w:t>debout</w:t>
      </w:r>
      <w:r>
        <w:t xml:space="preserve">, </w:t>
      </w:r>
      <w:r w:rsidR="00855694" w:rsidRPr="009071AC">
        <w:t>et redresse la tête</w:t>
      </w:r>
      <w:r>
        <w:t xml:space="preserve">… </w:t>
      </w:r>
      <w:r w:rsidR="00855694" w:rsidRPr="009071AC">
        <w:t>Me laisseras-tu combattre seule</w:t>
      </w:r>
      <w:r>
        <w:t xml:space="preserve"> !… </w:t>
      </w:r>
      <w:r w:rsidR="00855694" w:rsidRPr="009071AC">
        <w:t>car je combattrai</w:t>
      </w:r>
      <w:r>
        <w:t xml:space="preserve">, </w:t>
      </w:r>
      <w:r w:rsidR="00855694" w:rsidRPr="009071AC">
        <w:t>moi</w:t>
      </w:r>
      <w:r>
        <w:t> !</w:t>
      </w:r>
    </w:p>
    <w:p w14:paraId="65FCFB18" w14:textId="4E2F50D2" w:rsidR="00F635DB" w:rsidRDefault="00855694" w:rsidP="00F635DB">
      <w:r w:rsidRPr="009071AC">
        <w:t>Sans mot dire</w:t>
      </w:r>
      <w:r w:rsidR="00F635DB">
        <w:t xml:space="preserve">, </w:t>
      </w:r>
      <w:r w:rsidRPr="009071AC">
        <w:t xml:space="preserve">Pascal saisit les mains de </w:t>
      </w:r>
      <w:r w:rsidR="00F635DB">
        <w:t>M</w:t>
      </w:r>
      <w:r w:rsidR="00F635DB" w:rsidRPr="00F635DB">
        <w:rPr>
          <w:vertAlign w:val="superscript"/>
        </w:rPr>
        <w:t>me</w:t>
      </w:r>
      <w:r w:rsidR="00F635DB">
        <w:t> </w:t>
      </w:r>
      <w:proofErr w:type="spellStart"/>
      <w:r w:rsidRPr="009071AC">
        <w:t>Férailleur</w:t>
      </w:r>
      <w:proofErr w:type="spellEnd"/>
      <w:r w:rsidRPr="009071AC">
        <w:t xml:space="preserve"> et les porta à ses lèvres</w:t>
      </w:r>
      <w:r w:rsidR="00F635DB">
        <w:t xml:space="preserve">. </w:t>
      </w:r>
      <w:r w:rsidRPr="009071AC">
        <w:t>Son visage était inondé de larmes</w:t>
      </w:r>
      <w:r w:rsidR="00F635DB">
        <w:t xml:space="preserve">. </w:t>
      </w:r>
      <w:r w:rsidRPr="009071AC">
        <w:t>Ses nerfs tendus outre mesure se détendaient sous ces effluves de la tendresse et du dévouement maternels</w:t>
      </w:r>
      <w:r w:rsidR="00F635DB">
        <w:t xml:space="preserve">. </w:t>
      </w:r>
      <w:r w:rsidRPr="009071AC">
        <w:t>La raison</w:t>
      </w:r>
      <w:r w:rsidR="00F635DB">
        <w:t xml:space="preserve">, </w:t>
      </w:r>
      <w:r w:rsidRPr="009071AC">
        <w:t>d</w:t>
      </w:r>
      <w:r w:rsidR="00F635DB">
        <w:t>’</w:t>
      </w:r>
      <w:r w:rsidRPr="009071AC">
        <w:t>ailleurs</w:t>
      </w:r>
      <w:r w:rsidR="00F635DB">
        <w:t xml:space="preserve">, </w:t>
      </w:r>
      <w:r w:rsidRPr="009071AC">
        <w:t>reprenait son empire</w:t>
      </w:r>
      <w:r w:rsidR="00F635DB">
        <w:t xml:space="preserve">, </w:t>
      </w:r>
      <w:r w:rsidRPr="009071AC">
        <w:t>et les généreux accents de sa mère trouvaient leur écho en lui</w:t>
      </w:r>
      <w:r w:rsidR="00F635DB">
        <w:t xml:space="preserve">. </w:t>
      </w:r>
      <w:r w:rsidRPr="009071AC">
        <w:t>Il eût</w:t>
      </w:r>
      <w:r w:rsidR="00F635DB">
        <w:t xml:space="preserve">, </w:t>
      </w:r>
      <w:r w:rsidRPr="009071AC">
        <w:t>à cette heure</w:t>
      </w:r>
      <w:r w:rsidR="00F635DB">
        <w:t xml:space="preserve">, </w:t>
      </w:r>
      <w:r w:rsidRPr="009071AC">
        <w:t>repoussé le suicide comme un acte de démence ou une lâcheté</w:t>
      </w:r>
      <w:r w:rsidR="00F635DB">
        <w:t>…</w:t>
      </w:r>
    </w:p>
    <w:p w14:paraId="7FF1D15E" w14:textId="3B48476D" w:rsidR="00F635DB" w:rsidRDefault="00855694" w:rsidP="00F635DB">
      <w:r w:rsidRPr="009071AC">
        <w:t>Désormais</w:t>
      </w:r>
      <w:r w:rsidR="00F635DB">
        <w:t>, M</w:t>
      </w:r>
      <w:r w:rsidR="00F635DB" w:rsidRPr="00F635DB">
        <w:rPr>
          <w:vertAlign w:val="superscript"/>
        </w:rPr>
        <w:t>me</w:t>
      </w:r>
      <w:r w:rsidR="00F635DB">
        <w:t> </w:t>
      </w:r>
      <w:proofErr w:type="spellStart"/>
      <w:r w:rsidRPr="009071AC">
        <w:t>Férailleur</w:t>
      </w:r>
      <w:proofErr w:type="spellEnd"/>
      <w:r w:rsidRPr="009071AC">
        <w:t xml:space="preserve"> était sûre de la victoire</w:t>
      </w:r>
      <w:r w:rsidR="00F635DB">
        <w:t xml:space="preserve"> ; </w:t>
      </w:r>
      <w:r w:rsidRPr="009071AC">
        <w:t>mais cette certitude ne lui suffisait pas</w:t>
      </w:r>
      <w:r w:rsidR="00F635DB">
        <w:t xml:space="preserve">, </w:t>
      </w:r>
      <w:r w:rsidRPr="009071AC">
        <w:t>elle voulait engager Pascal</w:t>
      </w:r>
      <w:r w:rsidR="00F635DB">
        <w:t>.</w:t>
      </w:r>
    </w:p>
    <w:p w14:paraId="62515D08" w14:textId="3BEC502E" w:rsidR="00F635DB" w:rsidRDefault="00F635DB" w:rsidP="00F635DB">
      <w:r>
        <w:t>— </w:t>
      </w:r>
      <w:r w:rsidR="00855694" w:rsidRPr="009071AC">
        <w:t>Il est évident</w:t>
      </w:r>
      <w:r>
        <w:t xml:space="preserve">, </w:t>
      </w:r>
      <w:r w:rsidR="00855694" w:rsidRPr="009071AC">
        <w:t>poursuivit-elle</w:t>
      </w:r>
      <w:r>
        <w:t xml:space="preserve">, </w:t>
      </w:r>
      <w:r w:rsidR="00855694" w:rsidRPr="009071AC">
        <w:t xml:space="preserve">que </w:t>
      </w:r>
      <w:r>
        <w:t>M. de </w:t>
      </w:r>
      <w:proofErr w:type="spellStart"/>
      <w:r w:rsidR="00855694" w:rsidRPr="009071AC">
        <w:t>Coralth</w:t>
      </w:r>
      <w:proofErr w:type="spellEnd"/>
      <w:r w:rsidR="00855694" w:rsidRPr="009071AC">
        <w:t xml:space="preserve"> est l</w:t>
      </w:r>
      <w:r>
        <w:t>’</w:t>
      </w:r>
      <w:r w:rsidR="00855694" w:rsidRPr="009071AC">
        <w:t>artisan de ce crime abominable</w:t>
      </w:r>
      <w:r>
        <w:t xml:space="preserve">… </w:t>
      </w:r>
      <w:r w:rsidR="00855694" w:rsidRPr="009071AC">
        <w:t>Mais quel intérêt y avait-il</w:t>
      </w:r>
      <w:r>
        <w:t xml:space="preserve"> ?… </w:t>
      </w:r>
      <w:r w:rsidR="00855694" w:rsidRPr="009071AC">
        <w:t>Voyons</w:t>
      </w:r>
      <w:r>
        <w:t xml:space="preserve">, </w:t>
      </w:r>
      <w:r w:rsidR="00855694" w:rsidRPr="009071AC">
        <w:t>Pascal</w:t>
      </w:r>
      <w:r>
        <w:t xml:space="preserve">, </w:t>
      </w:r>
      <w:r w:rsidR="00855694" w:rsidRPr="009071AC">
        <w:t>avait-il quelque raison de te craindre</w:t>
      </w:r>
      <w:r>
        <w:t xml:space="preserve"> ?… </w:t>
      </w:r>
      <w:r w:rsidR="00855694" w:rsidRPr="009071AC">
        <w:t>T</w:t>
      </w:r>
      <w:r>
        <w:t>’</w:t>
      </w:r>
      <w:r w:rsidR="00855694" w:rsidRPr="009071AC">
        <w:t>avait-il confié ou avait-il surpris un secret qui l</w:t>
      </w:r>
      <w:r>
        <w:t>’</w:t>
      </w:r>
      <w:r w:rsidR="00855694" w:rsidRPr="009071AC">
        <w:t>eût perdu si tu l</w:t>
      </w:r>
      <w:r>
        <w:t>’</w:t>
      </w:r>
      <w:r w:rsidR="00855694" w:rsidRPr="009071AC">
        <w:t>avais divulgué</w:t>
      </w:r>
      <w:r>
        <w:t> ?…</w:t>
      </w:r>
    </w:p>
    <w:p w14:paraId="2F512720" w14:textId="77777777" w:rsidR="00F635DB" w:rsidRDefault="00F635DB" w:rsidP="00F635DB">
      <w:r>
        <w:lastRenderedPageBreak/>
        <w:t>— </w:t>
      </w:r>
      <w:r w:rsidR="00855694" w:rsidRPr="009071AC">
        <w:t>Non</w:t>
      </w:r>
      <w:r>
        <w:t xml:space="preserve">, </w:t>
      </w:r>
      <w:r w:rsidR="00855694" w:rsidRPr="009071AC">
        <w:t>ma mère</w:t>
      </w:r>
      <w:r>
        <w:t>.</w:t>
      </w:r>
    </w:p>
    <w:p w14:paraId="34A5A3A6" w14:textId="77777777" w:rsidR="00F635DB" w:rsidRDefault="00F635DB" w:rsidP="00F635DB">
      <w:r>
        <w:t>— </w:t>
      </w:r>
      <w:r w:rsidR="00855694" w:rsidRPr="009071AC">
        <w:t>Alors il n</w:t>
      </w:r>
      <w:r>
        <w:t>’</w:t>
      </w:r>
      <w:r w:rsidR="00855694" w:rsidRPr="009071AC">
        <w:t>aura été que le vil instrument d</w:t>
      </w:r>
      <w:r>
        <w:t>’</w:t>
      </w:r>
      <w:r w:rsidR="00855694" w:rsidRPr="009071AC">
        <w:t>un autre aussi misérable que lui</w:t>
      </w:r>
      <w:r>
        <w:t xml:space="preserve"> !… </w:t>
      </w:r>
      <w:r w:rsidR="00855694" w:rsidRPr="009071AC">
        <w:t>Rappelle bien tes souvenirs</w:t>
      </w:r>
      <w:r>
        <w:t xml:space="preserve">, </w:t>
      </w:r>
      <w:r w:rsidR="00855694" w:rsidRPr="009071AC">
        <w:t>mon fils</w:t>
      </w:r>
      <w:r>
        <w:t xml:space="preserve">, </w:t>
      </w:r>
      <w:r w:rsidR="00855694" w:rsidRPr="009071AC">
        <w:t>n</w:t>
      </w:r>
      <w:r>
        <w:t>’</w:t>
      </w:r>
      <w:r w:rsidR="00855694" w:rsidRPr="009071AC">
        <w:t>as-tu blessé aucun de ses amis</w:t>
      </w:r>
      <w:r>
        <w:t xml:space="preserve"> ? </w:t>
      </w:r>
      <w:r w:rsidR="00855694" w:rsidRPr="009071AC">
        <w:t>Es-tu sûr de ne faire obstacle à personne de son monde</w:t>
      </w:r>
      <w:r>
        <w:t xml:space="preserve"> ?… </w:t>
      </w:r>
      <w:r w:rsidR="00855694" w:rsidRPr="009071AC">
        <w:t>Réfléchis</w:t>
      </w:r>
      <w:r>
        <w:t xml:space="preserve">… </w:t>
      </w:r>
      <w:r w:rsidR="00855694" w:rsidRPr="009071AC">
        <w:t>Votre profession a ses périls et on s</w:t>
      </w:r>
      <w:r>
        <w:t>’</w:t>
      </w:r>
      <w:r w:rsidR="00855694" w:rsidRPr="009071AC">
        <w:t>y prépare des ennemis cruels</w:t>
      </w:r>
      <w:r>
        <w:t xml:space="preserve">. </w:t>
      </w:r>
      <w:r w:rsidR="00855694" w:rsidRPr="009071AC">
        <w:t>Il est de ces causes scandaleuses où un avocat est forcé de déchirer cruellement la vanité de ses adversaires</w:t>
      </w:r>
      <w:r>
        <w:t>…</w:t>
      </w:r>
    </w:p>
    <w:p w14:paraId="4EACDFC4" w14:textId="77777777" w:rsidR="00F635DB" w:rsidRDefault="00855694" w:rsidP="00F635DB">
      <w:r w:rsidRPr="009071AC">
        <w:t>Pascal tressaillit</w:t>
      </w:r>
      <w:r w:rsidR="00F635DB">
        <w:t>.</w:t>
      </w:r>
    </w:p>
    <w:p w14:paraId="077DE98C" w14:textId="77777777" w:rsidR="00F635DB" w:rsidRDefault="00855694" w:rsidP="00F635DB">
      <w:r w:rsidRPr="009071AC">
        <w:t>Il lui semblait qu</w:t>
      </w:r>
      <w:r w:rsidR="00F635DB">
        <w:t>’</w:t>
      </w:r>
      <w:r w:rsidRPr="009071AC">
        <w:t>une lueur s</w:t>
      </w:r>
      <w:r w:rsidR="00F635DB">
        <w:t>’</w:t>
      </w:r>
      <w:r w:rsidRPr="009071AC">
        <w:t>allumait au milieu des ténèbres</w:t>
      </w:r>
      <w:r w:rsidR="00F635DB">
        <w:t xml:space="preserve">, </w:t>
      </w:r>
      <w:r w:rsidRPr="009071AC">
        <w:t>chétive et confuse</w:t>
      </w:r>
      <w:r w:rsidR="00F635DB">
        <w:t xml:space="preserve">, </w:t>
      </w:r>
      <w:r w:rsidRPr="009071AC">
        <w:t>il est vrai</w:t>
      </w:r>
      <w:r w:rsidR="00F635DB">
        <w:t xml:space="preserve">, </w:t>
      </w:r>
      <w:r w:rsidRPr="009071AC">
        <w:t>mais enfin une lueur</w:t>
      </w:r>
      <w:r w:rsidR="00F635DB">
        <w:t>.</w:t>
      </w:r>
    </w:p>
    <w:p w14:paraId="25B448C7" w14:textId="77777777" w:rsidR="00F635DB" w:rsidRDefault="00F635DB" w:rsidP="00F635DB">
      <w:r>
        <w:t>— </w:t>
      </w:r>
      <w:r w:rsidR="00855694" w:rsidRPr="009071AC">
        <w:t>Qui sait</w:t>
      </w:r>
      <w:r>
        <w:t xml:space="preserve"> !… </w:t>
      </w:r>
      <w:r w:rsidR="00855694" w:rsidRPr="009071AC">
        <w:t>murmura-t-il</w:t>
      </w:r>
      <w:r>
        <w:t xml:space="preserve">, </w:t>
      </w:r>
      <w:r w:rsidR="00855694" w:rsidRPr="009071AC">
        <w:t>qui sait</w:t>
      </w:r>
      <w:r>
        <w:t> !…</w:t>
      </w:r>
    </w:p>
    <w:p w14:paraId="35936A4A" w14:textId="31F0E56E"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réfléchissait</w:t>
      </w:r>
      <w:r>
        <w:t xml:space="preserve">, </w:t>
      </w:r>
      <w:r w:rsidR="00855694" w:rsidRPr="009071AC">
        <w:t>et l</w:t>
      </w:r>
      <w:r>
        <w:t>’</w:t>
      </w:r>
      <w:r w:rsidR="00855694" w:rsidRPr="009071AC">
        <w:t>effort de ses réflexions ou leur nature faisait monter le rouge à son front</w:t>
      </w:r>
      <w:r>
        <w:t>.</w:t>
      </w:r>
    </w:p>
    <w:p w14:paraId="7CBFF1C6" w14:textId="77777777" w:rsidR="00F635DB" w:rsidRDefault="00F635DB" w:rsidP="00F635DB">
      <w:r>
        <w:t>— </w:t>
      </w:r>
      <w:r w:rsidR="00855694" w:rsidRPr="009071AC">
        <w:t>Il est des circonstances</w:t>
      </w:r>
      <w:r>
        <w:t xml:space="preserve">, </w:t>
      </w:r>
      <w:r w:rsidR="00855694" w:rsidRPr="009071AC">
        <w:t>reprit-elle</w:t>
      </w:r>
      <w:r>
        <w:t xml:space="preserve">, </w:t>
      </w:r>
      <w:r w:rsidR="00855694" w:rsidRPr="009071AC">
        <w:t>où une mère doit savoir franchir les bornes de</w:t>
      </w:r>
      <w:r>
        <w:t xml:space="preserve">… </w:t>
      </w:r>
      <w:r w:rsidR="00855694" w:rsidRPr="009071AC">
        <w:t>l</w:t>
      </w:r>
      <w:r>
        <w:t>’</w:t>
      </w:r>
      <w:r w:rsidR="00855694" w:rsidRPr="009071AC">
        <w:t>austère pudeur</w:t>
      </w:r>
      <w:r>
        <w:t xml:space="preserve">… </w:t>
      </w:r>
      <w:r w:rsidR="00855694" w:rsidRPr="009071AC">
        <w:t>Si tu avais une maîtresse</w:t>
      </w:r>
      <w:r>
        <w:t xml:space="preserve">, </w:t>
      </w:r>
      <w:r w:rsidR="00855694" w:rsidRPr="009071AC">
        <w:t>mon fils</w:t>
      </w:r>
      <w:r>
        <w:t>…</w:t>
      </w:r>
    </w:p>
    <w:p w14:paraId="425D45E5" w14:textId="77777777" w:rsidR="00F635DB" w:rsidRDefault="00F635DB" w:rsidP="00F635DB">
      <w:r>
        <w:t>— </w:t>
      </w:r>
      <w:r w:rsidR="00855694" w:rsidRPr="009071AC">
        <w:t>Je n</w:t>
      </w:r>
      <w:r>
        <w:t>’</w:t>
      </w:r>
      <w:r w:rsidR="00855694" w:rsidRPr="009071AC">
        <w:t>en ai pas</w:t>
      </w:r>
      <w:r>
        <w:t xml:space="preserve">, </w:t>
      </w:r>
      <w:r w:rsidR="00855694" w:rsidRPr="009071AC">
        <w:t>interrompit-il</w:t>
      </w:r>
      <w:r>
        <w:t>.</w:t>
      </w:r>
    </w:p>
    <w:p w14:paraId="70065653" w14:textId="77777777" w:rsidR="00F635DB" w:rsidRDefault="00855694" w:rsidP="00F635DB">
      <w:r w:rsidRPr="009071AC">
        <w:t>Il était devenu pourpre</w:t>
      </w:r>
      <w:r w:rsidR="00F635DB">
        <w:t xml:space="preserve">, </w:t>
      </w:r>
      <w:r w:rsidRPr="009071AC">
        <w:t>et après une courte hésitation il ajouta</w:t>
      </w:r>
      <w:r w:rsidR="00F635DB">
        <w:t> :</w:t>
      </w:r>
    </w:p>
    <w:p w14:paraId="01BB40EC" w14:textId="77777777" w:rsidR="00F635DB" w:rsidRDefault="00F635DB" w:rsidP="00F635DB">
      <w:r>
        <w:t>— </w:t>
      </w:r>
      <w:r w:rsidR="00855694" w:rsidRPr="009071AC">
        <w:t>Mais j</w:t>
      </w:r>
      <w:r>
        <w:t>’</w:t>
      </w:r>
      <w:r w:rsidR="00855694" w:rsidRPr="009071AC">
        <w:t>aime du plus profond et du plus saint amour une jeune fille</w:t>
      </w:r>
      <w:r>
        <w:t xml:space="preserve">, </w:t>
      </w:r>
      <w:r w:rsidR="00855694" w:rsidRPr="009071AC">
        <w:t>la plus belle et la plus chaste qui soit au monde</w:t>
      </w:r>
      <w:r>
        <w:t xml:space="preserve">… </w:t>
      </w:r>
      <w:r w:rsidR="00855694" w:rsidRPr="009071AC">
        <w:t>et qui par l</w:t>
      </w:r>
      <w:r>
        <w:t>’</w:t>
      </w:r>
      <w:r w:rsidR="00855694" w:rsidRPr="009071AC">
        <w:t>intelligence et par le cœur est digne de toi</w:t>
      </w:r>
      <w:r>
        <w:t xml:space="preserve">, </w:t>
      </w:r>
      <w:r w:rsidR="00855694" w:rsidRPr="009071AC">
        <w:t>ma mère</w:t>
      </w:r>
      <w:r>
        <w:t>…</w:t>
      </w:r>
    </w:p>
    <w:p w14:paraId="7853766B" w14:textId="77777777" w:rsidR="00F635DB" w:rsidRDefault="00855694" w:rsidP="00F635DB">
      <w:r w:rsidRPr="009071AC">
        <w:t>Elle hochait gravement la tête</w:t>
      </w:r>
      <w:r w:rsidR="00F635DB">
        <w:t xml:space="preserve">, </w:t>
      </w:r>
      <w:r w:rsidRPr="009071AC">
        <w:t>comme si elle se fût attendue à trouver une femme au fond de ce mystère d</w:t>
      </w:r>
      <w:r w:rsidR="00F635DB">
        <w:t>’</w:t>
      </w:r>
      <w:r w:rsidRPr="009071AC">
        <w:t>iniquité</w:t>
      </w:r>
      <w:r w:rsidR="00F635DB">
        <w:t xml:space="preserve">. </w:t>
      </w:r>
      <w:r w:rsidRPr="009071AC">
        <w:t>Elle demanda</w:t>
      </w:r>
      <w:r w:rsidR="00F635DB">
        <w:t> :</w:t>
      </w:r>
    </w:p>
    <w:p w14:paraId="63D6CDCF" w14:textId="77777777" w:rsidR="00F635DB" w:rsidRDefault="00F635DB" w:rsidP="00F635DB">
      <w:r>
        <w:lastRenderedPageBreak/>
        <w:t>— </w:t>
      </w:r>
      <w:r w:rsidR="00855694" w:rsidRPr="009071AC">
        <w:t>Et qui est cette jeune fille</w:t>
      </w:r>
      <w:r>
        <w:t xml:space="preserve"> ? </w:t>
      </w:r>
      <w:r w:rsidR="00855694" w:rsidRPr="009071AC">
        <w:t>Comment s</w:t>
      </w:r>
      <w:r>
        <w:t>’</w:t>
      </w:r>
      <w:r w:rsidR="00855694" w:rsidRPr="009071AC">
        <w:t>appelle-t-elle</w:t>
      </w:r>
      <w:r>
        <w:t> ?</w:t>
      </w:r>
    </w:p>
    <w:p w14:paraId="6E1D2F7E" w14:textId="77777777" w:rsidR="00F635DB" w:rsidRDefault="00F635DB" w:rsidP="00F635DB">
      <w:r>
        <w:t>— </w:t>
      </w:r>
      <w:r w:rsidR="00855694" w:rsidRPr="009071AC">
        <w:t>Marguerite</w:t>
      </w:r>
      <w:r>
        <w:t>…</w:t>
      </w:r>
    </w:p>
    <w:p w14:paraId="429ECE6F" w14:textId="77777777" w:rsidR="00F635DB" w:rsidRDefault="00F635DB" w:rsidP="00F635DB">
      <w:r>
        <w:t>— </w:t>
      </w:r>
      <w:r w:rsidR="00855694" w:rsidRPr="009071AC">
        <w:t>Marguerite qui</w:t>
      </w:r>
      <w:r>
        <w:t> ?</w:t>
      </w:r>
    </w:p>
    <w:p w14:paraId="11AC8151" w14:textId="77777777" w:rsidR="00F635DB" w:rsidRDefault="00855694" w:rsidP="00F635DB">
      <w:r w:rsidRPr="009071AC">
        <w:t>L</w:t>
      </w:r>
      <w:r w:rsidR="00F635DB">
        <w:t>’</w:t>
      </w:r>
      <w:r w:rsidRPr="009071AC">
        <w:t>embarras de Pascal redoubla</w:t>
      </w:r>
      <w:r w:rsidR="00F635DB">
        <w:t>.</w:t>
      </w:r>
    </w:p>
    <w:p w14:paraId="1D17BD0F" w14:textId="125F840F" w:rsidR="00F635DB" w:rsidRDefault="00F635DB" w:rsidP="00F635DB">
      <w:r>
        <w:t>— </w:t>
      </w:r>
      <w:r w:rsidR="00855694" w:rsidRPr="009071AC">
        <w:t>Elle n</w:t>
      </w:r>
      <w:r>
        <w:t>’</w:t>
      </w:r>
      <w:r w:rsidR="00855694" w:rsidRPr="009071AC">
        <w:t>a pas d</w:t>
      </w:r>
      <w:r>
        <w:t>’</w:t>
      </w:r>
      <w:r w:rsidR="00855694" w:rsidRPr="009071AC">
        <w:t>autre nom</w:t>
      </w:r>
      <w:r>
        <w:t xml:space="preserve">, </w:t>
      </w:r>
      <w:r w:rsidR="00855694" w:rsidRPr="009071AC">
        <w:t>répondit-il très-vite</w:t>
      </w:r>
      <w:r>
        <w:t xml:space="preserve">, </w:t>
      </w:r>
      <w:r w:rsidR="00855694" w:rsidRPr="009071AC">
        <w:t>et elle ne connaît pas ses parents</w:t>
      </w:r>
      <w:r>
        <w:t xml:space="preserve">… </w:t>
      </w:r>
      <w:r w:rsidR="00855694" w:rsidRPr="009071AC">
        <w:t>Elle demeurait dans notre rue</w:t>
      </w:r>
      <w:r>
        <w:t xml:space="preserve">, </w:t>
      </w:r>
      <w:r w:rsidR="00855694" w:rsidRPr="009071AC">
        <w:t>autrefois</w:t>
      </w:r>
      <w:r>
        <w:t xml:space="preserve">, </w:t>
      </w:r>
      <w:r w:rsidR="00855694" w:rsidRPr="009071AC">
        <w:t>avec sa gouvernante</w:t>
      </w:r>
      <w:r>
        <w:t>, M</w:t>
      </w:r>
      <w:r w:rsidRPr="00F635DB">
        <w:rPr>
          <w:vertAlign w:val="superscript"/>
        </w:rPr>
        <w:t>me</w:t>
      </w:r>
      <w:r>
        <w:t> </w:t>
      </w:r>
      <w:r w:rsidR="00855694" w:rsidRPr="009071AC">
        <w:t>Léon</w:t>
      </w:r>
      <w:r>
        <w:t xml:space="preserve">, </w:t>
      </w:r>
      <w:r w:rsidR="00855694" w:rsidRPr="009071AC">
        <w:t>et une vieille domestique</w:t>
      </w:r>
      <w:r>
        <w:t xml:space="preserve">… </w:t>
      </w:r>
      <w:r w:rsidR="00855694" w:rsidRPr="009071AC">
        <w:t>C</w:t>
      </w:r>
      <w:r>
        <w:t>’</w:t>
      </w:r>
      <w:r w:rsidR="00855694" w:rsidRPr="009071AC">
        <w:t>est là que je l</w:t>
      </w:r>
      <w:r>
        <w:t>’</w:t>
      </w:r>
      <w:r w:rsidR="00855694" w:rsidRPr="009071AC">
        <w:t>ai aperçue pour la première fois</w:t>
      </w:r>
      <w:r>
        <w:t xml:space="preserve">… </w:t>
      </w:r>
      <w:r w:rsidR="00855694" w:rsidRPr="009071AC">
        <w:t>Elle habite maintenant l</w:t>
      </w:r>
      <w:r>
        <w:t>’</w:t>
      </w:r>
      <w:r w:rsidR="00855694" w:rsidRPr="009071AC">
        <w:t xml:space="preserve">hôtel du comte de </w:t>
      </w:r>
      <w:proofErr w:type="spellStart"/>
      <w:r w:rsidR="00855694" w:rsidRPr="009071AC">
        <w:t>Chalusse</w:t>
      </w:r>
      <w:proofErr w:type="spellEnd"/>
      <w:r>
        <w:t xml:space="preserve">, </w:t>
      </w:r>
      <w:r w:rsidR="00855694" w:rsidRPr="009071AC">
        <w:t>rue de Courcelles</w:t>
      </w:r>
      <w:r>
        <w:t>…</w:t>
      </w:r>
    </w:p>
    <w:p w14:paraId="0AC78CFA" w14:textId="77777777" w:rsidR="00F635DB" w:rsidRDefault="00F635DB" w:rsidP="00F635DB">
      <w:r>
        <w:t>— </w:t>
      </w:r>
      <w:r w:rsidR="00855694" w:rsidRPr="009071AC">
        <w:t>À quel titre</w:t>
      </w:r>
      <w:r>
        <w:t> ?</w:t>
      </w:r>
    </w:p>
    <w:p w14:paraId="2CDE148A" w14:textId="110900D3" w:rsidR="00F635DB" w:rsidRDefault="00F635DB" w:rsidP="00F635DB">
      <w:r>
        <w:t>— </w:t>
      </w:r>
      <w:r w:rsidR="00855694" w:rsidRPr="009071AC">
        <w:t>C</w:t>
      </w:r>
      <w:r>
        <w:t>’</w:t>
      </w:r>
      <w:r w:rsidR="00855694" w:rsidRPr="009071AC">
        <w:t>est le comte qui a pris soin d</w:t>
      </w:r>
      <w:r>
        <w:t>’</w:t>
      </w:r>
      <w:r w:rsidR="00855694" w:rsidRPr="009071AC">
        <w:t>elle</w:t>
      </w:r>
      <w:r>
        <w:t xml:space="preserve">… </w:t>
      </w:r>
      <w:r w:rsidR="00855694" w:rsidRPr="009071AC">
        <w:t>c</w:t>
      </w:r>
      <w:r>
        <w:t>’</w:t>
      </w:r>
      <w:r w:rsidR="00855694" w:rsidRPr="009071AC">
        <w:t>est à lui qu</w:t>
      </w:r>
      <w:r>
        <w:t>’</w:t>
      </w:r>
      <w:r w:rsidR="00855694" w:rsidRPr="009071AC">
        <w:t>elle doit son éducation</w:t>
      </w:r>
      <w:r>
        <w:t xml:space="preserve">… </w:t>
      </w:r>
      <w:r w:rsidR="00855694" w:rsidRPr="009071AC">
        <w:t>Il est comme son tuteur</w:t>
      </w:r>
      <w:r>
        <w:t xml:space="preserve">… </w:t>
      </w:r>
      <w:r w:rsidR="00855694" w:rsidRPr="009071AC">
        <w:t>et sans que jamais elle m</w:t>
      </w:r>
      <w:r>
        <w:t>’</w:t>
      </w:r>
      <w:r w:rsidR="00855694" w:rsidRPr="009071AC">
        <w:t>ait rien dit à ce sujet</w:t>
      </w:r>
      <w:r>
        <w:t xml:space="preserve">, </w:t>
      </w:r>
      <w:r w:rsidR="00855694" w:rsidRPr="009071AC">
        <w:t xml:space="preserve">je suppose que </w:t>
      </w:r>
      <w:r>
        <w:t>M. de </w:t>
      </w:r>
      <w:proofErr w:type="spellStart"/>
      <w:r w:rsidR="00855694" w:rsidRPr="009071AC">
        <w:t>Chalusse</w:t>
      </w:r>
      <w:proofErr w:type="spellEnd"/>
      <w:r w:rsidR="00855694" w:rsidRPr="009071AC">
        <w:t xml:space="preserve"> est son père</w:t>
      </w:r>
      <w:r>
        <w:t>…</w:t>
      </w:r>
    </w:p>
    <w:p w14:paraId="0A107234" w14:textId="77777777" w:rsidR="00F635DB" w:rsidRDefault="00F635DB" w:rsidP="00F635DB">
      <w:r>
        <w:t>— </w:t>
      </w:r>
      <w:r w:rsidR="00855694" w:rsidRPr="009071AC">
        <w:t>Et cette jeune fille t</w:t>
      </w:r>
      <w:r>
        <w:t>’</w:t>
      </w:r>
      <w:r w:rsidR="00855694" w:rsidRPr="009071AC">
        <w:t>aime</w:t>
      </w:r>
      <w:r>
        <w:t xml:space="preserve">, </w:t>
      </w:r>
      <w:r w:rsidR="00855694" w:rsidRPr="009071AC">
        <w:t>Pascal</w:t>
      </w:r>
      <w:r>
        <w:t> ?…</w:t>
      </w:r>
    </w:p>
    <w:p w14:paraId="164B64B3" w14:textId="77777777" w:rsidR="00F635DB" w:rsidRDefault="00F635DB" w:rsidP="00F635DB">
      <w:r>
        <w:t>— </w:t>
      </w:r>
      <w:r w:rsidR="00855694" w:rsidRPr="009071AC">
        <w:t>Je le crois</w:t>
      </w:r>
      <w:r>
        <w:t xml:space="preserve">, </w:t>
      </w:r>
      <w:r w:rsidR="00855694" w:rsidRPr="009071AC">
        <w:t>ma mère</w:t>
      </w:r>
      <w:r>
        <w:t xml:space="preserve">… </w:t>
      </w:r>
      <w:r w:rsidR="00855694" w:rsidRPr="009071AC">
        <w:t>Elle m</w:t>
      </w:r>
      <w:r>
        <w:t>’</w:t>
      </w:r>
      <w:r w:rsidR="00855694" w:rsidRPr="009071AC">
        <w:t>a juré qu</w:t>
      </w:r>
      <w:r>
        <w:t>’</w:t>
      </w:r>
      <w:r w:rsidR="00855694" w:rsidRPr="009071AC">
        <w:t>elle n</w:t>
      </w:r>
      <w:r>
        <w:t>’</w:t>
      </w:r>
      <w:r w:rsidR="00855694" w:rsidRPr="009071AC">
        <w:t>aurait jamais d</w:t>
      </w:r>
      <w:r>
        <w:t>’</w:t>
      </w:r>
      <w:r w:rsidR="00855694" w:rsidRPr="009071AC">
        <w:t>autre mari que moi</w:t>
      </w:r>
      <w:r>
        <w:t>.</w:t>
      </w:r>
    </w:p>
    <w:p w14:paraId="20B526E0" w14:textId="77777777" w:rsidR="00F635DB" w:rsidRDefault="00F635DB" w:rsidP="00F635DB">
      <w:r>
        <w:t>— </w:t>
      </w:r>
      <w:r w:rsidR="00855694" w:rsidRPr="009071AC">
        <w:t>Et le comte</w:t>
      </w:r>
      <w:r>
        <w:t> ?…</w:t>
      </w:r>
    </w:p>
    <w:p w14:paraId="229B95FC" w14:textId="129F56B7" w:rsidR="00F635DB" w:rsidRDefault="00F635DB" w:rsidP="00F635DB">
      <w:r>
        <w:t>— </w:t>
      </w:r>
      <w:r w:rsidR="00855694" w:rsidRPr="009071AC">
        <w:t>Il ne sait</w:t>
      </w:r>
      <w:r>
        <w:t xml:space="preserve">, </w:t>
      </w:r>
      <w:r w:rsidR="00855694" w:rsidRPr="009071AC">
        <w:t>il ne soupçonne rien</w:t>
      </w:r>
      <w:r>
        <w:t xml:space="preserve">… </w:t>
      </w:r>
      <w:r w:rsidR="00855694" w:rsidRPr="009071AC">
        <w:t>De jour en jour je remettais à tout te dire et à te prier d</w:t>
      </w:r>
      <w:r>
        <w:t>’</w:t>
      </w:r>
      <w:r w:rsidR="00855694" w:rsidRPr="009071AC">
        <w:t xml:space="preserve">aller trouver </w:t>
      </w:r>
      <w:r>
        <w:t>M. de </w:t>
      </w:r>
      <w:proofErr w:type="spellStart"/>
      <w:r w:rsidR="00855694" w:rsidRPr="009071AC">
        <w:t>Chalusse</w:t>
      </w:r>
      <w:proofErr w:type="spellEnd"/>
      <w:r>
        <w:t xml:space="preserve">… </w:t>
      </w:r>
      <w:r w:rsidR="00855694" w:rsidRPr="009071AC">
        <w:t>Ma position est si modeste encore</w:t>
      </w:r>
      <w:r>
        <w:t xml:space="preserve">… </w:t>
      </w:r>
      <w:r w:rsidR="00855694" w:rsidRPr="009071AC">
        <w:t>Le comte est immensément riche</w:t>
      </w:r>
      <w:r>
        <w:t xml:space="preserve">, </w:t>
      </w:r>
      <w:r w:rsidR="00855694" w:rsidRPr="009071AC">
        <w:t>il a l</w:t>
      </w:r>
      <w:r>
        <w:t>’</w:t>
      </w:r>
      <w:r w:rsidR="00855694" w:rsidRPr="009071AC">
        <w:t>intention de donner à Marguerite une dot énorme</w:t>
      </w:r>
      <w:r>
        <w:t xml:space="preserve">, </w:t>
      </w:r>
      <w:r w:rsidR="00855694" w:rsidRPr="009071AC">
        <w:t>deux millions</w:t>
      </w:r>
      <w:r>
        <w:t xml:space="preserve">, </w:t>
      </w:r>
      <w:r w:rsidR="00855694" w:rsidRPr="009071AC">
        <w:t>je crois</w:t>
      </w:r>
      <w:r>
        <w:t>…</w:t>
      </w:r>
    </w:p>
    <w:p w14:paraId="30695681" w14:textId="019621A0"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l</w:t>
      </w:r>
      <w:r>
        <w:t>’</w:t>
      </w:r>
      <w:r w:rsidR="00855694" w:rsidRPr="009071AC">
        <w:t>interrompit d</w:t>
      </w:r>
      <w:r>
        <w:t>’</w:t>
      </w:r>
      <w:r w:rsidR="00855694" w:rsidRPr="009071AC">
        <w:t>un geste</w:t>
      </w:r>
      <w:r>
        <w:t>.</w:t>
      </w:r>
    </w:p>
    <w:p w14:paraId="2D7D4B76" w14:textId="77777777" w:rsidR="00F635DB" w:rsidRDefault="00F635DB" w:rsidP="00F635DB">
      <w:r>
        <w:lastRenderedPageBreak/>
        <w:t>— </w:t>
      </w:r>
      <w:r w:rsidR="00855694" w:rsidRPr="009071AC">
        <w:t>Ne cherche plus</w:t>
      </w:r>
      <w:r>
        <w:t xml:space="preserve">, </w:t>
      </w:r>
      <w:r w:rsidR="00855694" w:rsidRPr="009071AC">
        <w:t>prononça-t-elle</w:t>
      </w:r>
      <w:r>
        <w:t xml:space="preserve">, </w:t>
      </w:r>
      <w:r w:rsidR="00855694" w:rsidRPr="009071AC">
        <w:t>voilà d</w:t>
      </w:r>
      <w:r>
        <w:t>’</w:t>
      </w:r>
      <w:r w:rsidR="00855694" w:rsidRPr="009071AC">
        <w:t>où part le coup</w:t>
      </w:r>
      <w:r>
        <w:t>.</w:t>
      </w:r>
    </w:p>
    <w:p w14:paraId="281D5439" w14:textId="77777777" w:rsidR="00F635DB" w:rsidRDefault="00855694" w:rsidP="00F635DB">
      <w:r w:rsidRPr="009071AC">
        <w:t>Pascal se dressa en pied</w:t>
      </w:r>
      <w:r w:rsidR="00F635DB">
        <w:t xml:space="preserve">, </w:t>
      </w:r>
      <w:r w:rsidRPr="009071AC">
        <w:t>les joues pourpres</w:t>
      </w:r>
      <w:r w:rsidR="00F635DB">
        <w:t xml:space="preserve">, </w:t>
      </w:r>
      <w:r w:rsidRPr="009071AC">
        <w:t>l</w:t>
      </w:r>
      <w:r w:rsidR="00F635DB">
        <w:t>’</w:t>
      </w:r>
      <w:r w:rsidRPr="009071AC">
        <w:t>œil en feu</w:t>
      </w:r>
      <w:r w:rsidR="00F635DB">
        <w:t xml:space="preserve">, </w:t>
      </w:r>
      <w:r w:rsidRPr="009071AC">
        <w:t>la lèvre frémissante</w:t>
      </w:r>
      <w:r w:rsidR="00F635DB">
        <w:t>.</w:t>
      </w:r>
    </w:p>
    <w:p w14:paraId="6F5FE4D3" w14:textId="77777777" w:rsidR="00F635DB" w:rsidRDefault="00855694" w:rsidP="00F635DB">
      <w:r w:rsidRPr="009071AC">
        <w:t>Il lui semblait qu</w:t>
      </w:r>
      <w:r w:rsidR="00F635DB">
        <w:t>’</w:t>
      </w:r>
      <w:r w:rsidRPr="009071AC">
        <w:t>un éclair déchirant les ténèbres venait d</w:t>
      </w:r>
      <w:r w:rsidR="00F635DB">
        <w:t>’</w:t>
      </w:r>
      <w:r w:rsidRPr="009071AC">
        <w:t>illuminer les profondeurs du gouffre où on l</w:t>
      </w:r>
      <w:r w:rsidR="00F635DB">
        <w:t>’</w:t>
      </w:r>
      <w:r w:rsidRPr="009071AC">
        <w:t>avait précipité</w:t>
      </w:r>
      <w:r w:rsidR="00F635DB">
        <w:t>.</w:t>
      </w:r>
    </w:p>
    <w:p w14:paraId="70B7ACDC" w14:textId="77777777" w:rsidR="00F635DB" w:rsidRDefault="00F635DB" w:rsidP="00F635DB">
      <w:r>
        <w:t>— </w:t>
      </w:r>
      <w:r w:rsidR="00855694" w:rsidRPr="009071AC">
        <w:t>Si cela était</w:t>
      </w:r>
      <w:r>
        <w:t xml:space="preserve">, </w:t>
      </w:r>
      <w:r w:rsidR="00855694" w:rsidRPr="009071AC">
        <w:t>cependant</w:t>
      </w:r>
      <w:r>
        <w:t xml:space="preserve">, </w:t>
      </w:r>
      <w:r w:rsidR="00855694" w:rsidRPr="009071AC">
        <w:t>s</w:t>
      </w:r>
      <w:r>
        <w:t>’</w:t>
      </w:r>
      <w:r w:rsidR="00855694" w:rsidRPr="009071AC">
        <w:t>écria-t-il</w:t>
      </w:r>
      <w:r>
        <w:t xml:space="preserve">, </w:t>
      </w:r>
      <w:r w:rsidR="00855694" w:rsidRPr="009071AC">
        <w:t>si cela était</w:t>
      </w:r>
      <w:r>
        <w:t xml:space="preserve"> !… </w:t>
      </w:r>
      <w:r w:rsidR="00855694" w:rsidRPr="009071AC">
        <w:t xml:space="preserve">Cette fortune immense du comte de </w:t>
      </w:r>
      <w:proofErr w:type="spellStart"/>
      <w:r w:rsidR="00855694" w:rsidRPr="009071AC">
        <w:t>Chalusse</w:t>
      </w:r>
      <w:proofErr w:type="spellEnd"/>
      <w:r w:rsidR="00855694" w:rsidRPr="009071AC">
        <w:t xml:space="preserve"> peut avoir tenté quelque misérable</w:t>
      </w:r>
      <w:r>
        <w:t xml:space="preserve">… </w:t>
      </w:r>
      <w:r w:rsidR="00855694" w:rsidRPr="009071AC">
        <w:t>Qui me dit qu</w:t>
      </w:r>
      <w:r>
        <w:t>’</w:t>
      </w:r>
      <w:r w:rsidR="00855694" w:rsidRPr="009071AC">
        <w:t>on n</w:t>
      </w:r>
      <w:r>
        <w:t>’</w:t>
      </w:r>
      <w:r w:rsidR="00855694" w:rsidRPr="009071AC">
        <w:t>a pas épié Marguerite et qu</w:t>
      </w:r>
      <w:r>
        <w:t>’</w:t>
      </w:r>
      <w:r w:rsidR="00855694" w:rsidRPr="009071AC">
        <w:t>on n</w:t>
      </w:r>
      <w:r>
        <w:t>’</w:t>
      </w:r>
      <w:r w:rsidR="00855694" w:rsidRPr="009071AC">
        <w:t>a pas découvert que je suis un obstacle</w:t>
      </w:r>
      <w:r>
        <w:t xml:space="preserve"> !… </w:t>
      </w:r>
      <w:r w:rsidR="00855694" w:rsidRPr="009071AC">
        <w:t>Ne sais-je pas quelles convoitises terribles allument les reflets des millions</w:t>
      </w:r>
      <w:r>
        <w:t>…</w:t>
      </w:r>
    </w:p>
    <w:p w14:paraId="38378A72" w14:textId="77777777" w:rsidR="00F635DB" w:rsidRDefault="00855694" w:rsidP="00F635DB">
      <w:r w:rsidRPr="009071AC">
        <w:t>Mieux que personne</w:t>
      </w:r>
      <w:r w:rsidR="00F635DB">
        <w:t xml:space="preserve">, </w:t>
      </w:r>
      <w:r w:rsidRPr="009071AC">
        <w:t>en effet</w:t>
      </w:r>
      <w:r w:rsidR="00F635DB">
        <w:t xml:space="preserve">, </w:t>
      </w:r>
      <w:r w:rsidRPr="009071AC">
        <w:t>il pouvait connaître les effroyables expédients de la cupidité</w:t>
      </w:r>
      <w:r w:rsidR="00F635DB">
        <w:t xml:space="preserve">. </w:t>
      </w:r>
      <w:r w:rsidRPr="009071AC">
        <w:t>Sa vie avait toujours été calme et unie</w:t>
      </w:r>
      <w:r w:rsidR="00F635DB">
        <w:t xml:space="preserve">, </w:t>
      </w:r>
      <w:r w:rsidRPr="009071AC">
        <w:t>mais on n</w:t>
      </w:r>
      <w:r w:rsidR="00F635DB">
        <w:t>’</w:t>
      </w:r>
      <w:r w:rsidRPr="009071AC">
        <w:t>est pas impunément quatre ans maître-clerc d</w:t>
      </w:r>
      <w:r w:rsidR="00F635DB">
        <w:t>’</w:t>
      </w:r>
      <w:r w:rsidRPr="009071AC">
        <w:t>avoué</w:t>
      </w:r>
      <w:r w:rsidR="00F635DB">
        <w:t xml:space="preserve">. </w:t>
      </w:r>
      <w:r w:rsidRPr="009071AC">
        <w:t>La triste expérience du monde chasse vite les illusions</w:t>
      </w:r>
      <w:r w:rsidR="00F635DB">
        <w:t xml:space="preserve">, </w:t>
      </w:r>
      <w:r w:rsidRPr="009071AC">
        <w:t>en ces études où affluent fatalement</w:t>
      </w:r>
      <w:r w:rsidR="00F635DB">
        <w:t xml:space="preserve">, </w:t>
      </w:r>
      <w:r w:rsidRPr="009071AC">
        <w:t>comme le linge sale aux lavoirs publics</w:t>
      </w:r>
      <w:r w:rsidR="00F635DB">
        <w:t xml:space="preserve">, </w:t>
      </w:r>
      <w:r w:rsidRPr="009071AC">
        <w:t>les infamies de détail</w:t>
      </w:r>
      <w:r w:rsidR="00F635DB">
        <w:t xml:space="preserve">, </w:t>
      </w:r>
      <w:r w:rsidRPr="009071AC">
        <w:t>les bassesses des intérêts en conflit</w:t>
      </w:r>
      <w:r w:rsidR="00F635DB">
        <w:t xml:space="preserve">, </w:t>
      </w:r>
      <w:r w:rsidRPr="009071AC">
        <w:t>toutes les iniquités et les scélératesses de la vie intime</w:t>
      </w:r>
      <w:r w:rsidR="00F635DB">
        <w:t xml:space="preserve">, </w:t>
      </w:r>
      <w:r w:rsidRPr="009071AC">
        <w:t>qui échappent à la cour d</w:t>
      </w:r>
      <w:r w:rsidR="00F635DB">
        <w:t>’</w:t>
      </w:r>
      <w:r w:rsidRPr="009071AC">
        <w:t>assises et à la police correctionnelle</w:t>
      </w:r>
      <w:r w:rsidR="00F635DB">
        <w:t>.</w:t>
      </w:r>
    </w:p>
    <w:p w14:paraId="7D8103BA" w14:textId="5104F79A" w:rsidR="00F635DB" w:rsidRDefault="00F635DB" w:rsidP="00F635DB">
      <w:r>
        <w:t>— </w:t>
      </w:r>
      <w:r w:rsidR="00855694" w:rsidRPr="009071AC">
        <w:t>Crois-moi</w:t>
      </w:r>
      <w:r>
        <w:t xml:space="preserve">, </w:t>
      </w:r>
      <w:r w:rsidR="00855694" w:rsidRPr="009071AC">
        <w:t xml:space="preserve">insista </w:t>
      </w:r>
      <w:r>
        <w:t>M</w:t>
      </w:r>
      <w:r w:rsidRPr="00F635DB">
        <w:rPr>
          <w:vertAlign w:val="superscript"/>
        </w:rPr>
        <w:t>me</w:t>
      </w:r>
      <w:r>
        <w:t> </w:t>
      </w:r>
      <w:proofErr w:type="spellStart"/>
      <w:r w:rsidR="00855694" w:rsidRPr="009071AC">
        <w:t>Férailleur</w:t>
      </w:r>
      <w:proofErr w:type="spellEnd"/>
      <w:r>
        <w:t xml:space="preserve">, </w:t>
      </w:r>
      <w:r w:rsidR="00855694" w:rsidRPr="009071AC">
        <w:t>quelque chose en moi-même me dit que je ne me trompe pas</w:t>
      </w:r>
      <w:r>
        <w:t xml:space="preserve">… </w:t>
      </w:r>
      <w:r w:rsidR="00855694" w:rsidRPr="009071AC">
        <w:t>Je n</w:t>
      </w:r>
      <w:r>
        <w:t>’</w:t>
      </w:r>
      <w:r w:rsidR="00855694" w:rsidRPr="009071AC">
        <w:t>ai aucune preuve</w:t>
      </w:r>
      <w:r>
        <w:t xml:space="preserve"> ; </w:t>
      </w:r>
      <w:r w:rsidR="00855694" w:rsidRPr="009071AC">
        <w:t>et cependant je suis sûre</w:t>
      </w:r>
      <w:r>
        <w:t>…</w:t>
      </w:r>
    </w:p>
    <w:p w14:paraId="0F32CC07" w14:textId="77777777" w:rsidR="00F635DB" w:rsidRDefault="00855694" w:rsidP="00F635DB">
      <w:r w:rsidRPr="009071AC">
        <w:t>Lui</w:t>
      </w:r>
      <w:r w:rsidR="00F635DB">
        <w:t xml:space="preserve">, </w:t>
      </w:r>
      <w:r w:rsidRPr="009071AC">
        <w:t>réfléchissait</w:t>
      </w:r>
      <w:r w:rsidR="00F635DB">
        <w:t>.</w:t>
      </w:r>
    </w:p>
    <w:p w14:paraId="5B8B3CBE" w14:textId="5BE2B00D" w:rsidR="00F635DB" w:rsidRDefault="00F635DB" w:rsidP="00F635DB">
      <w:r>
        <w:t>— </w:t>
      </w:r>
      <w:r w:rsidR="00855694" w:rsidRPr="009071AC">
        <w:t>Et</w:t>
      </w:r>
      <w:r>
        <w:t xml:space="preserve">, </w:t>
      </w:r>
      <w:r w:rsidR="00855694" w:rsidRPr="009071AC">
        <w:t>avec cela</w:t>
      </w:r>
      <w:r>
        <w:t xml:space="preserve">, </w:t>
      </w:r>
      <w:r w:rsidR="00855694" w:rsidRPr="009071AC">
        <w:t>reprit-il</w:t>
      </w:r>
      <w:r>
        <w:t xml:space="preserve">, </w:t>
      </w:r>
      <w:r w:rsidR="00855694" w:rsidRPr="009071AC">
        <w:t>quelle coïncidence étrange</w:t>
      </w:r>
      <w:r>
        <w:t xml:space="preserve"> !… </w:t>
      </w:r>
      <w:r w:rsidR="00855694" w:rsidRPr="009071AC">
        <w:t>Sais-tu ce qui est arrivé la dernière fois que je lui ai parlé</w:t>
      </w:r>
      <w:r>
        <w:t xml:space="preserve">, </w:t>
      </w:r>
      <w:r w:rsidR="00855694" w:rsidRPr="009071AC">
        <w:t>à ma chère Marguerite</w:t>
      </w:r>
      <w:r>
        <w:t xml:space="preserve">… </w:t>
      </w:r>
      <w:r w:rsidR="00855694" w:rsidRPr="009071AC">
        <w:t>il y a eu hier huit jours</w:t>
      </w:r>
      <w:r>
        <w:t xml:space="preserve">. </w:t>
      </w:r>
      <w:r w:rsidR="00855694" w:rsidRPr="009071AC">
        <w:t>Elle était si triste et si visiblement agitée que j</w:t>
      </w:r>
      <w:r>
        <w:t>’</w:t>
      </w:r>
      <w:r w:rsidR="00855694" w:rsidRPr="009071AC">
        <w:t>en ai été effrayé</w:t>
      </w:r>
      <w:r>
        <w:t xml:space="preserve">… </w:t>
      </w:r>
      <w:r w:rsidR="00855694" w:rsidRPr="009071AC">
        <w:t>Je l</w:t>
      </w:r>
      <w:r>
        <w:t>’</w:t>
      </w:r>
      <w:r w:rsidR="00855694" w:rsidRPr="009071AC">
        <w:t xml:space="preserve">ai </w:t>
      </w:r>
      <w:r w:rsidR="00855694" w:rsidRPr="009071AC">
        <w:lastRenderedPageBreak/>
        <w:t>interrogée</w:t>
      </w:r>
      <w:r>
        <w:t xml:space="preserve">, </w:t>
      </w:r>
      <w:r w:rsidR="00855694" w:rsidRPr="009071AC">
        <w:t>elle n</w:t>
      </w:r>
      <w:r>
        <w:t>’</w:t>
      </w:r>
      <w:r w:rsidR="00855694" w:rsidRPr="009071AC">
        <w:t>a pas voulu</w:t>
      </w:r>
      <w:r>
        <w:t xml:space="preserve">, </w:t>
      </w:r>
      <w:r w:rsidR="00855694" w:rsidRPr="009071AC">
        <w:t>tout d</w:t>
      </w:r>
      <w:r>
        <w:t>’</w:t>
      </w:r>
      <w:r w:rsidR="00855694" w:rsidRPr="009071AC">
        <w:t>abord</w:t>
      </w:r>
      <w:r>
        <w:t xml:space="preserve">, </w:t>
      </w:r>
      <w:r w:rsidR="00855694" w:rsidRPr="009071AC">
        <w:t>répondre à mes questions</w:t>
      </w:r>
      <w:r>
        <w:t xml:space="preserve">, </w:t>
      </w:r>
      <w:r w:rsidR="00855694" w:rsidRPr="009071AC">
        <w:t>puis comme j</w:t>
      </w:r>
      <w:r>
        <w:t>’</w:t>
      </w:r>
      <w:r w:rsidR="00855694" w:rsidRPr="009071AC">
        <w:t>insistais</w:t>
      </w:r>
      <w:r>
        <w:t> : « </w:t>
      </w:r>
      <w:r w:rsidR="00855694" w:rsidRPr="009071AC">
        <w:t>Eh bien</w:t>
      </w:r>
      <w:r>
        <w:t xml:space="preserve"> !… </w:t>
      </w:r>
      <w:r w:rsidR="00855694" w:rsidRPr="009071AC">
        <w:t>m</w:t>
      </w:r>
      <w:r>
        <w:t>’</w:t>
      </w:r>
      <w:r w:rsidR="00855694" w:rsidRPr="009071AC">
        <w:t>a-t-elle dit</w:t>
      </w:r>
      <w:r>
        <w:t xml:space="preserve">, </w:t>
      </w:r>
      <w:r w:rsidR="00855694" w:rsidRPr="009071AC">
        <w:t>je tremble qu</w:t>
      </w:r>
      <w:r>
        <w:t>’</w:t>
      </w:r>
      <w:r w:rsidR="00855694" w:rsidRPr="009071AC">
        <w:t>il n</w:t>
      </w:r>
      <w:r>
        <w:t>’</w:t>
      </w:r>
      <w:r w:rsidR="00855694" w:rsidRPr="009071AC">
        <w:t>y ait quelque projet de mariage pour moi</w:t>
      </w:r>
      <w:r>
        <w:t>… M. de </w:t>
      </w:r>
      <w:proofErr w:type="spellStart"/>
      <w:r w:rsidR="00855694" w:rsidRPr="009071AC">
        <w:t>Chalusse</w:t>
      </w:r>
      <w:proofErr w:type="spellEnd"/>
      <w:r w:rsidR="00855694" w:rsidRPr="009071AC">
        <w:t xml:space="preserve"> ne m</w:t>
      </w:r>
      <w:r>
        <w:t>’</w:t>
      </w:r>
      <w:r w:rsidR="00855694" w:rsidRPr="009071AC">
        <w:t>en a pas touché un mot</w:t>
      </w:r>
      <w:r>
        <w:t xml:space="preserve">, </w:t>
      </w:r>
      <w:r w:rsidR="00855694" w:rsidRPr="009071AC">
        <w:t>mais depuis quelque temps il s</w:t>
      </w:r>
      <w:r>
        <w:t>’</w:t>
      </w:r>
      <w:r w:rsidR="00855694" w:rsidRPr="009071AC">
        <w:t>enferme souvent et reste de longues heures en conférence avec un jeune homme</w:t>
      </w:r>
      <w:r>
        <w:t xml:space="preserve">, </w:t>
      </w:r>
      <w:r w:rsidR="00855694" w:rsidRPr="009071AC">
        <w:t>dont le père lui a rendu un grand service autrefois</w:t>
      </w:r>
      <w:r>
        <w:t xml:space="preserve">… </w:t>
      </w:r>
      <w:r w:rsidR="00855694" w:rsidRPr="009071AC">
        <w:t>Et ce jeune homme</w:t>
      </w:r>
      <w:r>
        <w:t xml:space="preserve">, </w:t>
      </w:r>
      <w:r w:rsidR="00855694" w:rsidRPr="009071AC">
        <w:t>toutes les fois que je me trouve avec lui</w:t>
      </w:r>
      <w:r>
        <w:t xml:space="preserve">, </w:t>
      </w:r>
      <w:r w:rsidR="00855694" w:rsidRPr="009071AC">
        <w:t>me regarde d</w:t>
      </w:r>
      <w:r>
        <w:t>’</w:t>
      </w:r>
      <w:r w:rsidR="00855694" w:rsidRPr="009071AC">
        <w:t>un air singulier</w:t>
      </w:r>
      <w:r>
        <w:t> !… »</w:t>
      </w:r>
    </w:p>
    <w:p w14:paraId="20AAF3B8" w14:textId="77777777" w:rsidR="00F635DB" w:rsidRDefault="00F635DB" w:rsidP="00F635DB">
      <w:r>
        <w:t>— </w:t>
      </w:r>
      <w:r w:rsidR="00855694" w:rsidRPr="009071AC">
        <w:t>Son nom</w:t>
      </w:r>
      <w:r>
        <w:t> ?…</w:t>
      </w:r>
    </w:p>
    <w:p w14:paraId="1D6AA132" w14:textId="77777777" w:rsidR="00F635DB" w:rsidRDefault="00F635DB" w:rsidP="00F635DB">
      <w:r>
        <w:t>— </w:t>
      </w:r>
      <w:r w:rsidR="00855694" w:rsidRPr="009071AC">
        <w:t>Je l</w:t>
      </w:r>
      <w:r>
        <w:t>’</w:t>
      </w:r>
      <w:r w:rsidR="00855694" w:rsidRPr="009071AC">
        <w:t>ignore</w:t>
      </w:r>
      <w:r>
        <w:t xml:space="preserve">… </w:t>
      </w:r>
      <w:r w:rsidR="00855694" w:rsidRPr="009071AC">
        <w:t>Elle ne l</w:t>
      </w:r>
      <w:r>
        <w:t>’</w:t>
      </w:r>
      <w:r w:rsidR="00855694" w:rsidRPr="009071AC">
        <w:t>a pas prononcé</w:t>
      </w:r>
      <w:r>
        <w:t xml:space="preserve">, </w:t>
      </w:r>
      <w:r w:rsidR="00855694" w:rsidRPr="009071AC">
        <w:t>et moi</w:t>
      </w:r>
      <w:r>
        <w:t xml:space="preserve">, </w:t>
      </w:r>
      <w:r w:rsidR="00855694" w:rsidRPr="009071AC">
        <w:t>dans le trouble où m</w:t>
      </w:r>
      <w:r>
        <w:t>’</w:t>
      </w:r>
      <w:r w:rsidR="00855694" w:rsidRPr="009071AC">
        <w:t>avait jeté ce qu</w:t>
      </w:r>
      <w:r>
        <w:t>’</w:t>
      </w:r>
      <w:r w:rsidR="00855694" w:rsidRPr="009071AC">
        <w:t>elle m</w:t>
      </w:r>
      <w:r>
        <w:t>’</w:t>
      </w:r>
      <w:r w:rsidR="00855694" w:rsidRPr="009071AC">
        <w:t>apprenait</w:t>
      </w:r>
      <w:r>
        <w:t xml:space="preserve">, </w:t>
      </w:r>
      <w:r w:rsidR="00855694" w:rsidRPr="009071AC">
        <w:t>je ne lui ai pas demandé</w:t>
      </w:r>
      <w:r>
        <w:t xml:space="preserve">… </w:t>
      </w:r>
      <w:r w:rsidR="00855694" w:rsidRPr="009071AC">
        <w:t>Mais elle me le dira</w:t>
      </w:r>
      <w:r>
        <w:t xml:space="preserve">… </w:t>
      </w:r>
      <w:r w:rsidR="00855694" w:rsidRPr="009071AC">
        <w:t>Ce soir même</w:t>
      </w:r>
      <w:r>
        <w:t xml:space="preserve">, </w:t>
      </w:r>
      <w:r w:rsidR="00855694" w:rsidRPr="009071AC">
        <w:t>si je ne puis arriver jusqu</w:t>
      </w:r>
      <w:r>
        <w:t>’</w:t>
      </w:r>
      <w:r w:rsidR="00855694" w:rsidRPr="009071AC">
        <w:t>à elle</w:t>
      </w:r>
      <w:r>
        <w:t xml:space="preserve">, </w:t>
      </w:r>
      <w:r w:rsidR="00855694" w:rsidRPr="009071AC">
        <w:t>je lui ferai parvenir une lettre</w:t>
      </w:r>
      <w:r>
        <w:t xml:space="preserve">… </w:t>
      </w:r>
      <w:r w:rsidR="00855694" w:rsidRPr="009071AC">
        <w:t>Si ce que nous soupçonnons est vrai</w:t>
      </w:r>
      <w:r>
        <w:t xml:space="preserve">, </w:t>
      </w:r>
      <w:r w:rsidR="00855694" w:rsidRPr="009071AC">
        <w:t>le secret est aux mains de trois personnes</w:t>
      </w:r>
      <w:r>
        <w:t xml:space="preserve">… </w:t>
      </w:r>
      <w:r w:rsidR="00855694" w:rsidRPr="009071AC">
        <w:t>Dès lors</w:t>
      </w:r>
      <w:r>
        <w:t xml:space="preserve">, </w:t>
      </w:r>
      <w:r w:rsidR="00855694" w:rsidRPr="009071AC">
        <w:t>ce n</w:t>
      </w:r>
      <w:r>
        <w:t>’</w:t>
      </w:r>
      <w:r w:rsidR="00855694" w:rsidRPr="009071AC">
        <w:t>est plus un secret</w:t>
      </w:r>
      <w:r>
        <w:t>…</w:t>
      </w:r>
    </w:p>
    <w:p w14:paraId="613CBC6A" w14:textId="77777777" w:rsidR="00F635DB" w:rsidRDefault="00855694" w:rsidP="00F635DB">
      <w:r w:rsidRPr="009071AC">
        <w:t>Il s</w:t>
      </w:r>
      <w:r w:rsidR="00F635DB">
        <w:t>’</w:t>
      </w:r>
      <w:r w:rsidRPr="009071AC">
        <w:t>interrompit</w:t>
      </w:r>
      <w:r w:rsidR="00F635DB">
        <w:t xml:space="preserve">, </w:t>
      </w:r>
      <w:r w:rsidRPr="009071AC">
        <w:t>prêtant l</w:t>
      </w:r>
      <w:r w:rsidR="00F635DB">
        <w:t>’</w:t>
      </w:r>
      <w:r w:rsidRPr="009071AC">
        <w:t>oreille</w:t>
      </w:r>
      <w:r w:rsidR="00F635DB">
        <w:t xml:space="preserve"> ; </w:t>
      </w:r>
      <w:r w:rsidRPr="009071AC">
        <w:t>on entendait</w:t>
      </w:r>
      <w:r w:rsidR="00F635DB">
        <w:t xml:space="preserve">, </w:t>
      </w:r>
      <w:r w:rsidRPr="009071AC">
        <w:t>dans l</w:t>
      </w:r>
      <w:r w:rsidR="00F635DB">
        <w:t>’</w:t>
      </w:r>
      <w:r w:rsidRPr="009071AC">
        <w:t>antichambre</w:t>
      </w:r>
      <w:r w:rsidR="00F635DB">
        <w:t xml:space="preserve">, </w:t>
      </w:r>
      <w:r w:rsidRPr="009071AC">
        <w:t>comme une altercation entre la femme de ménage et quelque visiteur</w:t>
      </w:r>
      <w:r w:rsidR="00F635DB">
        <w:t>.</w:t>
      </w:r>
    </w:p>
    <w:p w14:paraId="2BABF2FB" w14:textId="77777777" w:rsidR="00F635DB" w:rsidRDefault="00F635DB" w:rsidP="00F635DB">
      <w:r>
        <w:t>— </w:t>
      </w:r>
      <w:r w:rsidR="00855694" w:rsidRPr="009071AC">
        <w:t>Je vous dis qu</w:t>
      </w:r>
      <w:r>
        <w:t>’</w:t>
      </w:r>
      <w:r w:rsidR="00855694" w:rsidRPr="009071AC">
        <w:t>il y est</w:t>
      </w:r>
      <w:r>
        <w:t xml:space="preserve">, </w:t>
      </w:r>
      <w:r w:rsidR="00855694" w:rsidRPr="009071AC">
        <w:t>morbleu</w:t>
      </w:r>
      <w:r>
        <w:t xml:space="preserve"> !… </w:t>
      </w:r>
      <w:r w:rsidR="00855694" w:rsidRPr="009071AC">
        <w:t>disait une grosse voix essoufflée</w:t>
      </w:r>
      <w:r>
        <w:t xml:space="preserve">, </w:t>
      </w:r>
      <w:r w:rsidR="00855694" w:rsidRPr="009071AC">
        <w:t>et il faut que je le voie et que je lui parle</w:t>
      </w:r>
      <w:r>
        <w:t xml:space="preserve"> ! </w:t>
      </w:r>
      <w:r w:rsidR="00855694" w:rsidRPr="009071AC">
        <w:t>Il s</w:t>
      </w:r>
      <w:r>
        <w:t>’</w:t>
      </w:r>
      <w:r w:rsidR="00855694" w:rsidRPr="009071AC">
        <w:t>agit d</w:t>
      </w:r>
      <w:r>
        <w:t>’</w:t>
      </w:r>
      <w:r w:rsidR="00855694" w:rsidRPr="009071AC">
        <w:t>une affaire si urgente que j</w:t>
      </w:r>
      <w:r>
        <w:t>’</w:t>
      </w:r>
      <w:r w:rsidR="00855694" w:rsidRPr="009071AC">
        <w:t>ai campé là une partie de bouillotte au moment le plus vif</w:t>
      </w:r>
      <w:r>
        <w:t>…</w:t>
      </w:r>
    </w:p>
    <w:p w14:paraId="409E988C" w14:textId="77777777" w:rsidR="00F635DB" w:rsidRDefault="00F635DB" w:rsidP="00F635DB">
      <w:r>
        <w:t>— </w:t>
      </w:r>
      <w:r w:rsidR="00855694" w:rsidRPr="009071AC">
        <w:t>Je vous assure</w:t>
      </w:r>
      <w:r>
        <w:t xml:space="preserve">, </w:t>
      </w:r>
      <w:r w:rsidR="00855694" w:rsidRPr="009071AC">
        <w:t>monsieur</w:t>
      </w:r>
      <w:r>
        <w:t xml:space="preserve">, </w:t>
      </w:r>
      <w:r w:rsidR="00855694" w:rsidRPr="009071AC">
        <w:t>que monsieur est sorti</w:t>
      </w:r>
      <w:r>
        <w:t>.</w:t>
      </w:r>
    </w:p>
    <w:p w14:paraId="3496187F" w14:textId="77777777" w:rsidR="00F635DB" w:rsidRDefault="00F635DB" w:rsidP="00F635DB">
      <w:r>
        <w:t>— </w:t>
      </w:r>
      <w:r w:rsidR="00855694" w:rsidRPr="009071AC">
        <w:t>Eh bien</w:t>
      </w:r>
      <w:r>
        <w:t xml:space="preserve"> ! </w:t>
      </w:r>
      <w:r w:rsidR="00855694" w:rsidRPr="009071AC">
        <w:t>j</w:t>
      </w:r>
      <w:r>
        <w:t>’</w:t>
      </w:r>
      <w:r w:rsidR="00855694" w:rsidRPr="009071AC">
        <w:t>attendrai</w:t>
      </w:r>
      <w:r>
        <w:t xml:space="preserve">… </w:t>
      </w:r>
      <w:r w:rsidR="00855694" w:rsidRPr="009071AC">
        <w:t>Conduisez-moi à une pièce où je puisse m</w:t>
      </w:r>
      <w:r>
        <w:t>’</w:t>
      </w:r>
      <w:r w:rsidR="00855694" w:rsidRPr="009071AC">
        <w:t>asseoir</w:t>
      </w:r>
      <w:r>
        <w:t>.</w:t>
      </w:r>
    </w:p>
    <w:p w14:paraId="3153ADCA" w14:textId="16865209" w:rsidR="00F635DB" w:rsidRDefault="00855694" w:rsidP="00F635DB">
      <w:r w:rsidRPr="009071AC">
        <w:t>Pascal avait pâli</w:t>
      </w:r>
      <w:r w:rsidR="00F635DB">
        <w:t xml:space="preserve">. </w:t>
      </w:r>
      <w:r w:rsidRPr="009071AC">
        <w:t>Il reconnaissait la voix du joueur qui</w:t>
      </w:r>
      <w:r w:rsidR="00F635DB">
        <w:t xml:space="preserve">, </w:t>
      </w:r>
      <w:r w:rsidRPr="009071AC">
        <w:t xml:space="preserve">chez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avait conseillé de le fouiller</w:t>
      </w:r>
      <w:r w:rsidR="00F635DB">
        <w:t>.</w:t>
      </w:r>
    </w:p>
    <w:p w14:paraId="720813EF" w14:textId="77777777" w:rsidR="00F635DB" w:rsidRDefault="00855694" w:rsidP="00F635DB">
      <w:r w:rsidRPr="009071AC">
        <w:lastRenderedPageBreak/>
        <w:t>N</w:t>
      </w:r>
      <w:r w:rsidR="00F635DB">
        <w:t>’</w:t>
      </w:r>
      <w:r w:rsidRPr="009071AC">
        <w:t>importe</w:t>
      </w:r>
      <w:r w:rsidR="00F635DB">
        <w:t xml:space="preserve">, </w:t>
      </w:r>
      <w:r w:rsidRPr="009071AC">
        <w:t>il ouvrit</w:t>
      </w:r>
      <w:r w:rsidR="00F635DB">
        <w:t xml:space="preserve">, </w:t>
      </w:r>
      <w:r w:rsidRPr="009071AC">
        <w:t>et un gros homme à face plus large qu</w:t>
      </w:r>
      <w:r w:rsidR="00F635DB">
        <w:t>’</w:t>
      </w:r>
      <w:r w:rsidRPr="009071AC">
        <w:t>un mascaron</w:t>
      </w:r>
      <w:r w:rsidR="00F635DB">
        <w:t xml:space="preserve">, </w:t>
      </w:r>
      <w:r w:rsidRPr="009071AC">
        <w:t>soufflant comme une locomotive</w:t>
      </w:r>
      <w:r w:rsidR="00F635DB">
        <w:t xml:space="preserve">, </w:t>
      </w:r>
      <w:r w:rsidRPr="009071AC">
        <w:t>s</w:t>
      </w:r>
      <w:r w:rsidR="00F635DB">
        <w:t>’</w:t>
      </w:r>
      <w:r w:rsidRPr="009071AC">
        <w:t>avança avec ce sans-gêne des gens qui se croient tout permis parce qu</w:t>
      </w:r>
      <w:r w:rsidR="00F635DB">
        <w:t>’</w:t>
      </w:r>
      <w:r w:rsidRPr="009071AC">
        <w:t>ils ont beaucoup d</w:t>
      </w:r>
      <w:r w:rsidR="00F635DB">
        <w:t>’</w:t>
      </w:r>
      <w:r w:rsidRPr="009071AC">
        <w:t>argent</w:t>
      </w:r>
      <w:r w:rsidR="00F635DB">
        <w:t>.</w:t>
      </w:r>
    </w:p>
    <w:p w14:paraId="6198EB0E" w14:textId="77777777" w:rsidR="00F635DB" w:rsidRDefault="00F635DB" w:rsidP="00F635DB">
      <w:r>
        <w:t>— </w:t>
      </w:r>
      <w:r w:rsidR="00855694" w:rsidRPr="009071AC">
        <w:t>Parbleu</w:t>
      </w:r>
      <w:r>
        <w:t xml:space="preserve"> !… </w:t>
      </w:r>
      <w:r w:rsidR="00855694" w:rsidRPr="009071AC">
        <w:t>s</w:t>
      </w:r>
      <w:r>
        <w:t>’</w:t>
      </w:r>
      <w:r w:rsidR="00855694" w:rsidRPr="009071AC">
        <w:t>écria-t-il</w:t>
      </w:r>
      <w:r>
        <w:t xml:space="preserve">, </w:t>
      </w:r>
      <w:r w:rsidR="00855694" w:rsidRPr="009071AC">
        <w:t>je savais bien qu</w:t>
      </w:r>
      <w:r>
        <w:t>’</w:t>
      </w:r>
      <w:r w:rsidR="00855694" w:rsidRPr="009071AC">
        <w:t>il y était</w:t>
      </w:r>
      <w:r>
        <w:t xml:space="preserve"> !… </w:t>
      </w:r>
      <w:r w:rsidR="00855694" w:rsidRPr="009071AC">
        <w:t>Vous me reconnaissez</w:t>
      </w:r>
      <w:r>
        <w:t xml:space="preserve">, </w:t>
      </w:r>
      <w:r w:rsidR="00855694" w:rsidRPr="009071AC">
        <w:t>n</w:t>
      </w:r>
      <w:r>
        <w:t>’</w:t>
      </w:r>
      <w:r w:rsidR="00855694" w:rsidRPr="009071AC">
        <w:t>est-ce pas</w:t>
      </w:r>
      <w:r>
        <w:t xml:space="preserve">, </w:t>
      </w:r>
      <w:r w:rsidR="00855694" w:rsidRPr="009071AC">
        <w:t>cher monsieur</w:t>
      </w:r>
      <w:r>
        <w:t xml:space="preserve">… </w:t>
      </w:r>
      <w:r w:rsidR="00855694" w:rsidRPr="009071AC">
        <w:t xml:space="preserve">le baron </w:t>
      </w:r>
      <w:proofErr w:type="spellStart"/>
      <w:r w:rsidR="00855694" w:rsidRPr="009071AC">
        <w:t>Trigault</w:t>
      </w:r>
      <w:proofErr w:type="spellEnd"/>
      <w:r>
        <w:t xml:space="preserve">. </w:t>
      </w:r>
      <w:r w:rsidR="00855694" w:rsidRPr="009071AC">
        <w:t>Je venais pour</w:t>
      </w:r>
      <w:r>
        <w:t>…</w:t>
      </w:r>
    </w:p>
    <w:p w14:paraId="0316E2E7" w14:textId="6F609BAB" w:rsidR="00F635DB" w:rsidRDefault="00855694" w:rsidP="00F635DB">
      <w:r w:rsidRPr="009071AC">
        <w:t>Les mots expirèrent sur ses lèvres</w:t>
      </w:r>
      <w:r w:rsidR="00F635DB">
        <w:t xml:space="preserve">, </w:t>
      </w:r>
      <w:r w:rsidRPr="009071AC">
        <w:t>et il parut aussi embarrassé que s</w:t>
      </w:r>
      <w:r w:rsidR="00F635DB">
        <w:t>’</w:t>
      </w:r>
      <w:r w:rsidRPr="009071AC">
        <w:t>il n</w:t>
      </w:r>
      <w:r w:rsidR="00F635DB">
        <w:t>’</w:t>
      </w:r>
      <w:r w:rsidRPr="009071AC">
        <w:t>eût pas eu huit cent mille livres de rente</w:t>
      </w:r>
      <w:r w:rsidR="00F635DB">
        <w:t xml:space="preserve">… </w:t>
      </w:r>
      <w:r w:rsidRPr="009071AC">
        <w:t>Il venait d</w:t>
      </w:r>
      <w:r w:rsidR="00F635DB">
        <w:t>’</w:t>
      </w:r>
      <w:r w:rsidRPr="009071AC">
        <w:t xml:space="preserve">apercevoir </w:t>
      </w:r>
      <w:r w:rsidR="00F635DB">
        <w:t>M</w:t>
      </w:r>
      <w:r w:rsidR="00F635DB" w:rsidRPr="00F635DB">
        <w:rPr>
          <w:vertAlign w:val="superscript"/>
        </w:rPr>
        <w:t>me</w:t>
      </w:r>
      <w:r w:rsidR="00F635DB">
        <w:t> </w:t>
      </w:r>
      <w:proofErr w:type="spellStart"/>
      <w:r w:rsidRPr="009071AC">
        <w:t>Férailleur</w:t>
      </w:r>
      <w:proofErr w:type="spellEnd"/>
      <w:r w:rsidR="00F635DB">
        <w:t>.</w:t>
      </w:r>
    </w:p>
    <w:p w14:paraId="71B0AD07" w14:textId="77777777" w:rsidR="00F635DB" w:rsidRDefault="00855694" w:rsidP="00F635DB">
      <w:r w:rsidRPr="009071AC">
        <w:t>Il la salua</w:t>
      </w:r>
      <w:r w:rsidR="00F635DB">
        <w:t xml:space="preserve">, </w:t>
      </w:r>
      <w:r w:rsidRPr="009071AC">
        <w:t>et adressant un geste d</w:t>
      </w:r>
      <w:r w:rsidR="00F635DB">
        <w:t>’</w:t>
      </w:r>
      <w:r w:rsidRPr="009071AC">
        <w:t>intelligence à Pascal</w:t>
      </w:r>
      <w:r w:rsidR="00F635DB">
        <w:t> :</w:t>
      </w:r>
    </w:p>
    <w:p w14:paraId="479A0EE1" w14:textId="77777777" w:rsidR="00F635DB" w:rsidRDefault="00F635DB" w:rsidP="00F635DB">
      <w:r>
        <w:t>— </w:t>
      </w:r>
      <w:r w:rsidR="00855694" w:rsidRPr="009071AC">
        <w:t>Je voudrais vous entretenir en particulier</w:t>
      </w:r>
      <w:r>
        <w:t xml:space="preserve">, </w:t>
      </w:r>
      <w:r w:rsidR="00855694" w:rsidRPr="009071AC">
        <w:t>dit-il</w:t>
      </w:r>
      <w:r>
        <w:t xml:space="preserve">… </w:t>
      </w:r>
      <w:r w:rsidR="00855694" w:rsidRPr="009071AC">
        <w:t>pour ce que vous savez</w:t>
      </w:r>
      <w:r>
        <w:t>.</w:t>
      </w:r>
    </w:p>
    <w:p w14:paraId="4CCFF410" w14:textId="77777777" w:rsidR="00F635DB" w:rsidRDefault="00855694" w:rsidP="00F635DB">
      <w:r w:rsidRPr="009071AC">
        <w:t>Si grand que fût l</w:t>
      </w:r>
      <w:r w:rsidR="00F635DB">
        <w:t>’</w:t>
      </w:r>
      <w:r w:rsidRPr="009071AC">
        <w:t>étonnement de Pascal</w:t>
      </w:r>
      <w:r w:rsidR="00F635DB">
        <w:t xml:space="preserve">, </w:t>
      </w:r>
      <w:r w:rsidRPr="009071AC">
        <w:t>il n</w:t>
      </w:r>
      <w:r w:rsidR="00F635DB">
        <w:t>’</w:t>
      </w:r>
      <w:r w:rsidRPr="009071AC">
        <w:t>en avait rien paru sur sa physionomie</w:t>
      </w:r>
      <w:r w:rsidR="00F635DB">
        <w:t>.</w:t>
      </w:r>
    </w:p>
    <w:p w14:paraId="17CA3471" w14:textId="77777777" w:rsidR="00F635DB" w:rsidRDefault="00F635DB" w:rsidP="00F635DB">
      <w:r>
        <w:t>— </w:t>
      </w:r>
      <w:r w:rsidR="00855694" w:rsidRPr="009071AC">
        <w:t>Vous pouvez parler devant ma mère</w:t>
      </w:r>
      <w:r>
        <w:t xml:space="preserve">, </w:t>
      </w:r>
      <w:r w:rsidR="00855694" w:rsidRPr="009071AC">
        <w:t>monsieur</w:t>
      </w:r>
      <w:r>
        <w:t xml:space="preserve">, </w:t>
      </w:r>
      <w:r w:rsidR="00855694" w:rsidRPr="009071AC">
        <w:t>répondit-il d</w:t>
      </w:r>
      <w:r>
        <w:t>’</w:t>
      </w:r>
      <w:r w:rsidR="00855694" w:rsidRPr="009071AC">
        <w:t>un ton froid et même hostile</w:t>
      </w:r>
      <w:r>
        <w:t xml:space="preserve">… </w:t>
      </w:r>
      <w:r w:rsidR="00855694" w:rsidRPr="009071AC">
        <w:t>elle sait tout</w:t>
      </w:r>
      <w:r>
        <w:t>.</w:t>
      </w:r>
    </w:p>
    <w:p w14:paraId="20CC500A" w14:textId="77777777" w:rsidR="00F635DB" w:rsidRDefault="00855694" w:rsidP="00F635DB">
      <w:r w:rsidRPr="009071AC">
        <w:t>La surprise du baron se traduisit par une grimace qui</w:t>
      </w:r>
      <w:r w:rsidR="00F635DB">
        <w:t xml:space="preserve">, </w:t>
      </w:r>
      <w:r w:rsidRPr="009071AC">
        <w:t>chez lui</w:t>
      </w:r>
      <w:r w:rsidR="00F635DB">
        <w:t xml:space="preserve">, </w:t>
      </w:r>
      <w:r w:rsidRPr="009071AC">
        <w:t>était un tic</w:t>
      </w:r>
      <w:r w:rsidR="00F635DB">
        <w:t>.</w:t>
      </w:r>
    </w:p>
    <w:p w14:paraId="555FB726" w14:textId="77777777" w:rsidR="00F635DB" w:rsidRDefault="00F635DB" w:rsidP="00F635DB">
      <w:r>
        <w:t>— </w:t>
      </w:r>
      <w:r w:rsidR="00855694" w:rsidRPr="009071AC">
        <w:t>Ah</w:t>
      </w:r>
      <w:r>
        <w:t xml:space="preserve"> !… </w:t>
      </w:r>
      <w:r w:rsidR="00855694" w:rsidRPr="009071AC">
        <w:t>fit-il sur trois tons différents</w:t>
      </w:r>
      <w:r>
        <w:t xml:space="preserve">, </w:t>
      </w:r>
      <w:r w:rsidR="00855694" w:rsidRPr="009071AC">
        <w:t>ah</w:t>
      </w:r>
      <w:r>
        <w:t xml:space="preserve"> !… </w:t>
      </w:r>
      <w:r w:rsidR="00855694" w:rsidRPr="009071AC">
        <w:t>ah</w:t>
      </w:r>
      <w:r>
        <w:t> !…</w:t>
      </w:r>
    </w:p>
    <w:p w14:paraId="6EB9E31C" w14:textId="77777777" w:rsidR="00F635DB" w:rsidRDefault="00855694" w:rsidP="00F635DB">
      <w:r w:rsidRPr="009071AC">
        <w:t>Et comme on ne lui offrait pas de siège</w:t>
      </w:r>
      <w:r w:rsidR="00F635DB">
        <w:t xml:space="preserve">, </w:t>
      </w:r>
      <w:r w:rsidRPr="009071AC">
        <w:t>il s</w:t>
      </w:r>
      <w:r w:rsidR="00F635DB">
        <w:t>’</w:t>
      </w:r>
      <w:r w:rsidRPr="009071AC">
        <w:t>avança un fauteuil et s</w:t>
      </w:r>
      <w:r w:rsidR="00F635DB">
        <w:t>’</w:t>
      </w:r>
      <w:r w:rsidRPr="009071AC">
        <w:t>y laissa tomber lourdement en disant</w:t>
      </w:r>
      <w:r w:rsidR="00F635DB">
        <w:t> :</w:t>
      </w:r>
    </w:p>
    <w:p w14:paraId="0345C82F" w14:textId="77777777" w:rsidR="00F635DB" w:rsidRDefault="00F635DB" w:rsidP="00F635DB">
      <w:r>
        <w:t>— </w:t>
      </w:r>
      <w:r w:rsidR="00855694" w:rsidRPr="009071AC">
        <w:t>Vous permettez</w:t>
      </w:r>
      <w:r>
        <w:t xml:space="preserve">, </w:t>
      </w:r>
      <w:r w:rsidR="00855694" w:rsidRPr="009071AC">
        <w:t>n</w:t>
      </w:r>
      <w:r>
        <w:t>’</w:t>
      </w:r>
      <w:r w:rsidR="00855694" w:rsidRPr="009071AC">
        <w:t>est-ce pas</w:t>
      </w:r>
      <w:r>
        <w:t xml:space="preserve">… </w:t>
      </w:r>
      <w:r w:rsidR="00855694" w:rsidRPr="009071AC">
        <w:t>Ces diables d</w:t>
      </w:r>
      <w:r>
        <w:t>’</w:t>
      </w:r>
      <w:r w:rsidR="00855694" w:rsidRPr="009071AC">
        <w:t>escaliers me mettent dans un état</w:t>
      </w:r>
      <w:r>
        <w:t> !</w:t>
      </w:r>
    </w:p>
    <w:p w14:paraId="2D0E0B3F" w14:textId="77777777" w:rsidR="00F635DB" w:rsidRDefault="00855694" w:rsidP="00F635DB">
      <w:r w:rsidRPr="009071AC">
        <w:t>Sous ses massives apparences</w:t>
      </w:r>
      <w:r w:rsidR="00F635DB">
        <w:t xml:space="preserve">, </w:t>
      </w:r>
      <w:r w:rsidRPr="009071AC">
        <w:t>cet opulent et corpulent personnage dissimulait une clairvoyance très-exercée et l</w:t>
      </w:r>
      <w:r w:rsidR="00F635DB">
        <w:t>’</w:t>
      </w:r>
      <w:r w:rsidRPr="009071AC">
        <w:t>esprit le plus délié</w:t>
      </w:r>
      <w:r w:rsidR="00F635DB">
        <w:t>.</w:t>
      </w:r>
    </w:p>
    <w:p w14:paraId="2FAECC6E" w14:textId="77777777" w:rsidR="00F635DB" w:rsidRDefault="00855694" w:rsidP="00F635DB">
      <w:r w:rsidRPr="009071AC">
        <w:lastRenderedPageBreak/>
        <w:t>D</w:t>
      </w:r>
      <w:r w:rsidR="00F635DB">
        <w:t>’</w:t>
      </w:r>
      <w:r w:rsidRPr="009071AC">
        <w:t>un coup d</w:t>
      </w:r>
      <w:r w:rsidR="00F635DB">
        <w:t>’</w:t>
      </w:r>
      <w:r w:rsidRPr="009071AC">
        <w:t>œil alerte</w:t>
      </w:r>
      <w:r w:rsidR="00F635DB">
        <w:t xml:space="preserve">, </w:t>
      </w:r>
      <w:r w:rsidRPr="009071AC">
        <w:t>tout en semblant reprendre haleine</w:t>
      </w:r>
      <w:r w:rsidR="00F635DB">
        <w:t xml:space="preserve">, </w:t>
      </w:r>
      <w:r w:rsidRPr="009071AC">
        <w:t>il étudiait le cabinet et ses hôtes</w:t>
      </w:r>
      <w:r w:rsidR="00F635DB">
        <w:t>.</w:t>
      </w:r>
    </w:p>
    <w:p w14:paraId="0048B747" w14:textId="62DF2D5B" w:rsidR="00F635DB" w:rsidRDefault="00855694" w:rsidP="00F635DB">
      <w:r w:rsidRPr="009071AC">
        <w:t>À terre étaient un revolver et une lettre froissée</w:t>
      </w:r>
      <w:r w:rsidR="00F635DB">
        <w:t xml:space="preserve">, </w:t>
      </w:r>
      <w:r w:rsidRPr="009071AC">
        <w:t xml:space="preserve">et des larmes brillaient encore dans les yeux de </w:t>
      </w:r>
      <w:r w:rsidR="00F635DB">
        <w:t>M</w:t>
      </w:r>
      <w:r w:rsidR="00F635DB" w:rsidRPr="00F635DB">
        <w:rPr>
          <w:vertAlign w:val="superscript"/>
        </w:rPr>
        <w:t>me</w:t>
      </w:r>
      <w:r w:rsidR="00F635DB">
        <w:t> </w:t>
      </w:r>
      <w:proofErr w:type="spellStart"/>
      <w:r w:rsidRPr="009071AC">
        <w:t>Férailleur</w:t>
      </w:r>
      <w:proofErr w:type="spellEnd"/>
      <w:r w:rsidRPr="009071AC">
        <w:t xml:space="preserve"> et de son fils</w:t>
      </w:r>
      <w:r w:rsidR="00F635DB">
        <w:t xml:space="preserve">. </w:t>
      </w:r>
      <w:r w:rsidRPr="009071AC">
        <w:t>Il n</w:t>
      </w:r>
      <w:r w:rsidR="00F635DB">
        <w:t>’</w:t>
      </w:r>
      <w:r w:rsidRPr="009071AC">
        <w:t>en fallait pas plus à un observateur</w:t>
      </w:r>
      <w:r w:rsidR="00F635DB">
        <w:t>…</w:t>
      </w:r>
    </w:p>
    <w:p w14:paraId="5B3B4C67" w14:textId="77777777" w:rsidR="00F635DB" w:rsidRDefault="00F635DB" w:rsidP="00F635DB">
      <w:r>
        <w:t>— </w:t>
      </w:r>
      <w:r w:rsidR="00855694" w:rsidRPr="009071AC">
        <w:t>Je ne vous cacherai pas</w:t>
      </w:r>
      <w:r>
        <w:t xml:space="preserve">, </w:t>
      </w:r>
      <w:r w:rsidR="00855694" w:rsidRPr="009071AC">
        <w:t>cher monsieur</w:t>
      </w:r>
      <w:r>
        <w:t xml:space="preserve">, </w:t>
      </w:r>
      <w:r w:rsidR="00855694" w:rsidRPr="009071AC">
        <w:t>commença-t-il</w:t>
      </w:r>
      <w:r>
        <w:t xml:space="preserve">, </w:t>
      </w:r>
      <w:r w:rsidR="00855694" w:rsidRPr="009071AC">
        <w:t>que je suis amené chez vous par un scrupule de conscience</w:t>
      </w:r>
      <w:r>
        <w:t>…</w:t>
      </w:r>
    </w:p>
    <w:p w14:paraId="44700193" w14:textId="77777777" w:rsidR="00F635DB" w:rsidRDefault="00855694" w:rsidP="00F635DB">
      <w:r w:rsidRPr="009071AC">
        <w:t>Et se méprenant à un geste de Pascal</w:t>
      </w:r>
      <w:r w:rsidR="00F635DB">
        <w:t> :</w:t>
      </w:r>
    </w:p>
    <w:p w14:paraId="4F4308CA" w14:textId="77777777" w:rsidR="00F635DB" w:rsidRDefault="00F635DB" w:rsidP="00F635DB">
      <w:r>
        <w:t>— </w:t>
      </w:r>
      <w:r w:rsidR="00855694" w:rsidRPr="009071AC">
        <w:t>Je dis bien</w:t>
      </w:r>
      <w:r>
        <w:t xml:space="preserve"> : </w:t>
      </w:r>
      <w:r w:rsidR="00855694" w:rsidRPr="009071AC">
        <w:t>scrupule</w:t>
      </w:r>
      <w:r>
        <w:t xml:space="preserve">, </w:t>
      </w:r>
      <w:r w:rsidR="00855694" w:rsidRPr="009071AC">
        <w:t>insista-t-il</w:t>
      </w:r>
      <w:r>
        <w:t xml:space="preserve">… </w:t>
      </w:r>
      <w:r w:rsidR="00855694" w:rsidRPr="009071AC">
        <w:t>j</w:t>
      </w:r>
      <w:r>
        <w:t>’</w:t>
      </w:r>
      <w:r w:rsidR="00855694" w:rsidRPr="009071AC">
        <w:t>en ai quelquefois</w:t>
      </w:r>
      <w:r>
        <w:t xml:space="preserve">. </w:t>
      </w:r>
      <w:r w:rsidR="00855694" w:rsidRPr="009071AC">
        <w:t>Votre sortie</w:t>
      </w:r>
      <w:r>
        <w:t xml:space="preserve">, </w:t>
      </w:r>
      <w:r w:rsidR="00855694" w:rsidRPr="009071AC">
        <w:t>ce matin</w:t>
      </w:r>
      <w:r>
        <w:t xml:space="preserve">, </w:t>
      </w:r>
      <w:r w:rsidR="00855694" w:rsidRPr="009071AC">
        <w:t>après la scène</w:t>
      </w:r>
      <w:r>
        <w:t xml:space="preserve">… </w:t>
      </w:r>
      <w:r w:rsidR="00855694" w:rsidRPr="009071AC">
        <w:t>déplorable</w:t>
      </w:r>
      <w:r>
        <w:t xml:space="preserve">, </w:t>
      </w:r>
      <w:r w:rsidR="00855694" w:rsidRPr="009071AC">
        <w:t>a fait naître en moi toutes sortes de doutes taquins</w:t>
      </w:r>
      <w:r>
        <w:t xml:space="preserve">… </w:t>
      </w:r>
      <w:r w:rsidR="00855694" w:rsidRPr="009071AC">
        <w:t>Doucement</w:t>
      </w:r>
      <w:r>
        <w:t xml:space="preserve">, </w:t>
      </w:r>
      <w:r w:rsidR="00855694" w:rsidRPr="009071AC">
        <w:t>me suis-je dit</w:t>
      </w:r>
      <w:r>
        <w:t xml:space="preserve">, </w:t>
      </w:r>
      <w:r w:rsidR="00855694" w:rsidRPr="009071AC">
        <w:t>nous avons été peut-être un peu prompts</w:t>
      </w:r>
      <w:r>
        <w:t xml:space="preserve">… </w:t>
      </w:r>
      <w:r w:rsidR="00855694" w:rsidRPr="009071AC">
        <w:t>Ce jeune homme pourrait bien n</w:t>
      </w:r>
      <w:r>
        <w:t>’</w:t>
      </w:r>
      <w:r w:rsidR="00855694" w:rsidRPr="009071AC">
        <w:t>être pas coupable</w:t>
      </w:r>
      <w:r>
        <w:t>.</w:t>
      </w:r>
    </w:p>
    <w:p w14:paraId="1391E879" w14:textId="77777777" w:rsidR="00F635DB" w:rsidRDefault="00F635DB" w:rsidP="00F635DB">
      <w:r>
        <w:t>— </w:t>
      </w:r>
      <w:r w:rsidR="00855694" w:rsidRPr="009071AC">
        <w:t>Monsieur</w:t>
      </w:r>
      <w:r>
        <w:t xml:space="preserve"> ! </w:t>
      </w:r>
      <w:r w:rsidR="00855694" w:rsidRPr="009071AC">
        <w:t>interrompit Pascal d</w:t>
      </w:r>
      <w:r>
        <w:t>’</w:t>
      </w:r>
      <w:r w:rsidR="00855694" w:rsidRPr="009071AC">
        <w:t>un ton menaçant</w:t>
      </w:r>
      <w:r>
        <w:t>.</w:t>
      </w:r>
    </w:p>
    <w:p w14:paraId="3894C82D" w14:textId="11ADFB24" w:rsidR="00F635DB" w:rsidRDefault="00F635DB" w:rsidP="00F635DB">
      <w:r>
        <w:t>— </w:t>
      </w:r>
      <w:r w:rsidR="00855694" w:rsidRPr="009071AC">
        <w:t>Pardon</w:t>
      </w:r>
      <w:r>
        <w:t xml:space="preserve">… </w:t>
      </w:r>
      <w:r w:rsidR="00855694" w:rsidRPr="009071AC">
        <w:t>laissez-moi finir</w:t>
      </w:r>
      <w:r>
        <w:t xml:space="preserve">. </w:t>
      </w:r>
      <w:r w:rsidR="00855694" w:rsidRPr="009071AC">
        <w:t>La réflexion</w:t>
      </w:r>
      <w:r>
        <w:t xml:space="preserve">, </w:t>
      </w:r>
      <w:r w:rsidR="00855694" w:rsidRPr="009071AC">
        <w:t>je dois l</w:t>
      </w:r>
      <w:r>
        <w:t>’</w:t>
      </w:r>
      <w:r w:rsidR="00855694" w:rsidRPr="009071AC">
        <w:t>avouer</w:t>
      </w:r>
      <w:r>
        <w:t xml:space="preserve">, </w:t>
      </w:r>
      <w:r w:rsidR="00855694" w:rsidRPr="009071AC">
        <w:t>n</w:t>
      </w:r>
      <w:r>
        <w:t>’</w:t>
      </w:r>
      <w:r w:rsidR="00855694" w:rsidRPr="009071AC">
        <w:t>a fait que confirmer ma première impression et augmenter mes doutes</w:t>
      </w:r>
      <w:r>
        <w:t xml:space="preserve">… </w:t>
      </w:r>
      <w:r w:rsidR="00855694" w:rsidRPr="009071AC">
        <w:t>Diable</w:t>
      </w:r>
      <w:r>
        <w:t xml:space="preserve"> ! </w:t>
      </w:r>
      <w:r w:rsidR="00855694" w:rsidRPr="009071AC">
        <w:t>me suis-je dit encore</w:t>
      </w:r>
      <w:r>
        <w:t xml:space="preserve">, </w:t>
      </w:r>
      <w:r w:rsidR="00855694" w:rsidRPr="009071AC">
        <w:t>si ce jeune homme est innocent</w:t>
      </w:r>
      <w:r>
        <w:t xml:space="preserve">, </w:t>
      </w:r>
      <w:r w:rsidR="00855694" w:rsidRPr="009071AC">
        <w:t xml:space="preserve">le coupable est un des habitués de </w:t>
      </w:r>
      <w:r>
        <w:t>M</w:t>
      </w:r>
      <w:r w:rsidRPr="00F635DB">
        <w:rPr>
          <w:vertAlign w:val="superscript"/>
        </w:rPr>
        <w:t>me</w:t>
      </w:r>
      <w:r>
        <w:t> </w:t>
      </w:r>
      <w:r w:rsidR="00855694" w:rsidRPr="009071AC">
        <w:t>d</w:t>
      </w:r>
      <w:r>
        <w:t>’</w:t>
      </w:r>
      <w:r w:rsidR="00855694" w:rsidRPr="009071AC">
        <w:t>Argelès</w:t>
      </w:r>
      <w:r>
        <w:t xml:space="preserve">, </w:t>
      </w:r>
      <w:r w:rsidR="00855694" w:rsidRPr="009071AC">
        <w:t>c</w:t>
      </w:r>
      <w:r>
        <w:t>’</w:t>
      </w:r>
      <w:r w:rsidR="00855694" w:rsidRPr="009071AC">
        <w:t>est-à-dire un homme avec qui je joue deux fois par semaine</w:t>
      </w:r>
      <w:r>
        <w:t xml:space="preserve">, </w:t>
      </w:r>
      <w:r w:rsidR="00855694" w:rsidRPr="009071AC">
        <w:t>avec qui je jouerai lundi prochain</w:t>
      </w:r>
      <w:r>
        <w:t xml:space="preserve">… </w:t>
      </w:r>
      <w:r w:rsidR="00855694" w:rsidRPr="009071AC">
        <w:t>c</w:t>
      </w:r>
      <w:r>
        <w:t>’</w:t>
      </w:r>
      <w:r w:rsidR="00855694" w:rsidRPr="009071AC">
        <w:t>est grave cela</w:t>
      </w:r>
      <w:r>
        <w:t xml:space="preserve">. </w:t>
      </w:r>
      <w:r w:rsidR="00855694" w:rsidRPr="009071AC">
        <w:t>Et là-dessus l</w:t>
      </w:r>
      <w:r>
        <w:t>’</w:t>
      </w:r>
      <w:r w:rsidR="00855694" w:rsidRPr="009071AC">
        <w:t>inquiétude m</w:t>
      </w:r>
      <w:r>
        <w:t>’</w:t>
      </w:r>
      <w:r w:rsidR="00855694" w:rsidRPr="009071AC">
        <w:t>a pris et me voici</w:t>
      </w:r>
      <w:r>
        <w:t>…</w:t>
      </w:r>
    </w:p>
    <w:p w14:paraId="5477F76A" w14:textId="77777777" w:rsidR="00F635DB" w:rsidRDefault="00855694" w:rsidP="00F635DB">
      <w:r w:rsidRPr="009071AC">
        <w:t>La raison saugrenue que le baron donnait de sa visite était-elle la vraie</w:t>
      </w:r>
      <w:r w:rsidR="00F635DB">
        <w:t xml:space="preserve"> ? </w:t>
      </w:r>
      <w:r w:rsidRPr="009071AC">
        <w:t>C</w:t>
      </w:r>
      <w:r w:rsidR="00F635DB">
        <w:t>’</w:t>
      </w:r>
      <w:r w:rsidRPr="009071AC">
        <w:t>est ce qu</w:t>
      </w:r>
      <w:r w:rsidR="00F635DB">
        <w:t>’</w:t>
      </w:r>
      <w:r w:rsidRPr="009071AC">
        <w:t>il était assez difficile de discerner</w:t>
      </w:r>
      <w:r w:rsidR="00F635DB">
        <w:t>.</w:t>
      </w:r>
    </w:p>
    <w:p w14:paraId="6426CCB4" w14:textId="77777777" w:rsidR="00F635DB" w:rsidRDefault="00F635DB" w:rsidP="00F635DB">
      <w:r>
        <w:t>— </w:t>
      </w:r>
      <w:r w:rsidR="00855694" w:rsidRPr="009071AC">
        <w:t>Je suis venu</w:t>
      </w:r>
      <w:r>
        <w:t xml:space="preserve">, </w:t>
      </w:r>
      <w:r w:rsidR="00855694" w:rsidRPr="009071AC">
        <w:t>continuait-il</w:t>
      </w:r>
      <w:r>
        <w:t xml:space="preserve">, </w:t>
      </w:r>
      <w:r w:rsidR="00855694" w:rsidRPr="009071AC">
        <w:t>en me disant que bien certainement l</w:t>
      </w:r>
      <w:r>
        <w:t>’</w:t>
      </w:r>
      <w:r w:rsidR="00855694" w:rsidRPr="009071AC">
        <w:t>inspection seule de votre intérieur m</w:t>
      </w:r>
      <w:r>
        <w:t>’</w:t>
      </w:r>
      <w:r w:rsidR="00855694" w:rsidRPr="009071AC">
        <w:t>apprendrait quelque chose</w:t>
      </w:r>
      <w:r>
        <w:t xml:space="preserve">… </w:t>
      </w:r>
      <w:r w:rsidR="00855694" w:rsidRPr="009071AC">
        <w:t>Et maintenant que j</w:t>
      </w:r>
      <w:r>
        <w:t>’</w:t>
      </w:r>
      <w:r w:rsidR="00855694" w:rsidRPr="009071AC">
        <w:t>ai vu</w:t>
      </w:r>
      <w:r>
        <w:t xml:space="preserve">, </w:t>
      </w:r>
      <w:r w:rsidR="00855694" w:rsidRPr="009071AC">
        <w:t>je jurerais que vous êtes tombé dans un abominable guet-apens</w:t>
      </w:r>
      <w:r>
        <w:t>.</w:t>
      </w:r>
    </w:p>
    <w:p w14:paraId="5D339921" w14:textId="77777777" w:rsidR="00F635DB" w:rsidRDefault="00855694" w:rsidP="00F635DB">
      <w:r w:rsidRPr="009071AC">
        <w:lastRenderedPageBreak/>
        <w:t>Il se moucha là-dessus</w:t>
      </w:r>
      <w:r w:rsidR="00F635DB">
        <w:t xml:space="preserve">, </w:t>
      </w:r>
      <w:r w:rsidRPr="009071AC">
        <w:t>bruyamment</w:t>
      </w:r>
      <w:r w:rsidR="00F635DB">
        <w:t xml:space="preserve">, </w:t>
      </w:r>
      <w:r w:rsidRPr="009071AC">
        <w:t>ce qui ne l</w:t>
      </w:r>
      <w:r w:rsidR="00F635DB">
        <w:t>’</w:t>
      </w:r>
      <w:r w:rsidRPr="009071AC">
        <w:t>empêcha nullement d</w:t>
      </w:r>
      <w:r w:rsidR="00F635DB">
        <w:t>’</w:t>
      </w:r>
      <w:r w:rsidRPr="009071AC">
        <w:t>observer le jeu muet de Pascal et de sa mère</w:t>
      </w:r>
      <w:r w:rsidR="00F635DB">
        <w:t>.</w:t>
      </w:r>
    </w:p>
    <w:p w14:paraId="0437346C" w14:textId="77777777" w:rsidR="00F635DB" w:rsidRDefault="00855694" w:rsidP="00F635DB">
      <w:r w:rsidRPr="009071AC">
        <w:t>Ils étaient stupéfaits</w:t>
      </w:r>
      <w:r w:rsidR="00F635DB">
        <w:t xml:space="preserve"> ; </w:t>
      </w:r>
      <w:r w:rsidRPr="009071AC">
        <w:t>heureux intérieurement de cette déclaration</w:t>
      </w:r>
      <w:r w:rsidR="00F635DB">
        <w:t xml:space="preserve">, </w:t>
      </w:r>
      <w:r w:rsidRPr="009071AC">
        <w:t>mais en même temps pleins de défiance</w:t>
      </w:r>
      <w:r w:rsidR="00F635DB">
        <w:t xml:space="preserve">. </w:t>
      </w:r>
      <w:r w:rsidRPr="009071AC">
        <w:t>Il n</w:t>
      </w:r>
      <w:r w:rsidR="00F635DB">
        <w:t>’</w:t>
      </w:r>
      <w:r w:rsidRPr="009071AC">
        <w:t>est pas naturel qu</w:t>
      </w:r>
      <w:r w:rsidR="00F635DB">
        <w:t>’</w:t>
      </w:r>
      <w:r w:rsidRPr="009071AC">
        <w:t>on s</w:t>
      </w:r>
      <w:r w:rsidR="00F635DB">
        <w:t>’</w:t>
      </w:r>
      <w:r w:rsidRPr="009071AC">
        <w:t>intéresse ainsi à un malheureux</w:t>
      </w:r>
      <w:r w:rsidR="00F635DB">
        <w:t xml:space="preserve">, </w:t>
      </w:r>
      <w:r w:rsidRPr="009071AC">
        <w:t>si on n</w:t>
      </w:r>
      <w:r w:rsidR="00F635DB">
        <w:t>’</w:t>
      </w:r>
      <w:r w:rsidRPr="009071AC">
        <w:t>y a pas un intérêt quelconque</w:t>
      </w:r>
      <w:r w:rsidR="00F635DB">
        <w:t xml:space="preserve">. </w:t>
      </w:r>
      <w:r w:rsidRPr="009071AC">
        <w:t>Quel pouvait être celui de ce singulier visiteur</w:t>
      </w:r>
      <w:r w:rsidR="00F635DB">
        <w:t> ?</w:t>
      </w:r>
    </w:p>
    <w:p w14:paraId="182DC57A" w14:textId="77777777" w:rsidR="00F635DB" w:rsidRDefault="00855694" w:rsidP="00F635DB">
      <w:r w:rsidRPr="009071AC">
        <w:t>Mais lui ne paraissait aucunement déconcerté de la réserve glaciale qui l</w:t>
      </w:r>
      <w:r w:rsidR="00F635DB">
        <w:t>’</w:t>
      </w:r>
      <w:r w:rsidRPr="009071AC">
        <w:t>accueillait</w:t>
      </w:r>
      <w:r w:rsidR="00F635DB">
        <w:t>.</w:t>
      </w:r>
    </w:p>
    <w:p w14:paraId="51D28B7A" w14:textId="77777777" w:rsidR="00F635DB" w:rsidRDefault="00F635DB" w:rsidP="00F635DB">
      <w:r>
        <w:t>— </w:t>
      </w:r>
      <w:r w:rsidR="00855694" w:rsidRPr="009071AC">
        <w:t>Il est clair</w:t>
      </w:r>
      <w:r>
        <w:t xml:space="preserve">, </w:t>
      </w:r>
      <w:r w:rsidR="00855694" w:rsidRPr="009071AC">
        <w:t>reprit-il</w:t>
      </w:r>
      <w:r>
        <w:t xml:space="preserve">, </w:t>
      </w:r>
      <w:r w:rsidR="00855694" w:rsidRPr="009071AC">
        <w:t>que vous gênez quelqu</w:t>
      </w:r>
      <w:r>
        <w:t>’</w:t>
      </w:r>
      <w:r w:rsidR="00855694" w:rsidRPr="009071AC">
        <w:t>un</w:t>
      </w:r>
      <w:r>
        <w:t xml:space="preserve">, </w:t>
      </w:r>
      <w:r w:rsidR="00855694" w:rsidRPr="009071AC">
        <w:t>et que ce quelqu</w:t>
      </w:r>
      <w:r>
        <w:t>’</w:t>
      </w:r>
      <w:r w:rsidR="00855694" w:rsidRPr="009071AC">
        <w:t>un a imaginé ce moyeu de se défaire de vous</w:t>
      </w:r>
      <w:r>
        <w:t xml:space="preserve">. </w:t>
      </w:r>
      <w:r w:rsidR="00855694" w:rsidRPr="009071AC">
        <w:t>C</w:t>
      </w:r>
      <w:r>
        <w:t>’</w:t>
      </w:r>
      <w:r w:rsidR="00855694" w:rsidRPr="009071AC">
        <w:t>est plus sûr qu</w:t>
      </w:r>
      <w:r>
        <w:t>’</w:t>
      </w:r>
      <w:r w:rsidR="00855694" w:rsidRPr="009071AC">
        <w:t>un coup de couteau</w:t>
      </w:r>
      <w:r>
        <w:t xml:space="preserve">. </w:t>
      </w:r>
      <w:r w:rsidR="00855694" w:rsidRPr="009071AC">
        <w:t>L</w:t>
      </w:r>
      <w:r>
        <w:t>’</w:t>
      </w:r>
      <w:r w:rsidR="00855694" w:rsidRPr="009071AC">
        <w:t>intention m</w:t>
      </w:r>
      <w:r>
        <w:t>’</w:t>
      </w:r>
      <w:r w:rsidR="00855694" w:rsidRPr="009071AC">
        <w:t>a sauté aux yeux en lisant dans le journal le paragraphe qui vous concerne</w:t>
      </w:r>
      <w:r>
        <w:t xml:space="preserve">. </w:t>
      </w:r>
      <w:r w:rsidR="00855694" w:rsidRPr="009071AC">
        <w:t>L</w:t>
      </w:r>
      <w:r>
        <w:t>’</w:t>
      </w:r>
      <w:r w:rsidR="00855694" w:rsidRPr="009071AC">
        <w:t>avez-vous lu</w:t>
      </w:r>
      <w:r>
        <w:t xml:space="preserve"> ?… </w:t>
      </w:r>
      <w:r w:rsidR="00855694" w:rsidRPr="009071AC">
        <w:t>Oui</w:t>
      </w:r>
      <w:r>
        <w:t xml:space="preserve">. </w:t>
      </w:r>
      <w:r w:rsidR="00855694" w:rsidRPr="009071AC">
        <w:t>Eh bien</w:t>
      </w:r>
      <w:r>
        <w:t xml:space="preserve"> ! </w:t>
      </w:r>
      <w:r w:rsidR="00855694" w:rsidRPr="009071AC">
        <w:t>que vous en semble</w:t>
      </w:r>
      <w:r>
        <w:t xml:space="preserve"> ? </w:t>
      </w:r>
      <w:r w:rsidR="00855694" w:rsidRPr="009071AC">
        <w:t>Moi</w:t>
      </w:r>
      <w:r>
        <w:t xml:space="preserve">, </w:t>
      </w:r>
      <w:r w:rsidR="00855694" w:rsidRPr="009071AC">
        <w:t>je jurerais que l</w:t>
      </w:r>
      <w:r>
        <w:t>’</w:t>
      </w:r>
      <w:r w:rsidR="00855694" w:rsidRPr="009071AC">
        <w:t>article a été rédigé sur une note fournie par votre ennemi</w:t>
      </w:r>
      <w:r>
        <w:t xml:space="preserve">… </w:t>
      </w:r>
      <w:r w:rsidR="00855694" w:rsidRPr="009071AC">
        <w:t>Il y a plus</w:t>
      </w:r>
      <w:r>
        <w:t xml:space="preserve">, </w:t>
      </w:r>
      <w:r w:rsidR="00855694" w:rsidRPr="009071AC">
        <w:t>les détails sont inexacts</w:t>
      </w:r>
      <w:r>
        <w:t xml:space="preserve">. </w:t>
      </w:r>
      <w:r w:rsidR="00855694" w:rsidRPr="009071AC">
        <w:t>Et comme en définitive c</w:t>
      </w:r>
      <w:r>
        <w:t>’</w:t>
      </w:r>
      <w:r w:rsidR="00855694" w:rsidRPr="009071AC">
        <w:t>est assez de signer ses méfaits sans endosser les mauvaises actions des autres</w:t>
      </w:r>
      <w:r>
        <w:t xml:space="preserve">, </w:t>
      </w:r>
      <w:r w:rsidR="00855694" w:rsidRPr="009071AC">
        <w:t>je vais écrire un mot de rectification</w:t>
      </w:r>
      <w:r>
        <w:t xml:space="preserve">, </w:t>
      </w:r>
      <w:r w:rsidR="00855694" w:rsidRPr="009071AC">
        <w:t>que je porterai moi-même</w:t>
      </w:r>
      <w:r>
        <w:t>…</w:t>
      </w:r>
    </w:p>
    <w:p w14:paraId="79118B6A" w14:textId="77777777" w:rsidR="00F635DB" w:rsidRDefault="00855694" w:rsidP="00F635DB">
      <w:r w:rsidRPr="009071AC">
        <w:t>Il dit</w:t>
      </w:r>
      <w:r w:rsidR="00F635DB">
        <w:t xml:space="preserve">, </w:t>
      </w:r>
      <w:r w:rsidRPr="009071AC">
        <w:t>et transportant son énorme personne devant le bureau de Paul</w:t>
      </w:r>
      <w:r w:rsidR="00F635DB">
        <w:t xml:space="preserve">, </w:t>
      </w:r>
      <w:r w:rsidRPr="009071AC">
        <w:t>il écrivit</w:t>
      </w:r>
      <w:r w:rsidR="00F635DB">
        <w:t> :</w:t>
      </w:r>
    </w:p>
    <w:p w14:paraId="76DC262C" w14:textId="77777777" w:rsidR="00F635DB" w:rsidRDefault="00F635DB" w:rsidP="00F635DB">
      <w:r>
        <w:t>« </w:t>
      </w:r>
      <w:r w:rsidR="00855694" w:rsidRPr="009071AC">
        <w:t>Monsieur le directeur</w:t>
      </w:r>
      <w:r>
        <w:t>,</w:t>
      </w:r>
    </w:p>
    <w:p w14:paraId="0DCCBB38" w14:textId="7B02E3B7" w:rsidR="00F635DB" w:rsidRDefault="00F635DB" w:rsidP="00F635DB">
      <w:r>
        <w:t>« </w:t>
      </w:r>
      <w:r w:rsidR="00855694" w:rsidRPr="009071AC">
        <w:t>Témoin de la scène de l</w:t>
      </w:r>
      <w:r>
        <w:t>’</w:t>
      </w:r>
      <w:r w:rsidR="00855694" w:rsidRPr="009071AC">
        <w:t>autre soir à l</w:t>
      </w:r>
      <w:r>
        <w:t>’</w:t>
      </w:r>
      <w:r w:rsidR="00855694" w:rsidRPr="009071AC">
        <w:t>hôtel d</w:t>
      </w:r>
      <w:r>
        <w:t>’</w:t>
      </w:r>
      <w:r w:rsidR="00855694" w:rsidRPr="009071AC">
        <w:t>A</w:t>
      </w:r>
      <w:r>
        <w:t xml:space="preserve">…, </w:t>
      </w:r>
      <w:r w:rsidR="00855694" w:rsidRPr="009071AC">
        <w:t>permettez-moi une importante rectification</w:t>
      </w:r>
      <w:r>
        <w:t xml:space="preserve">. </w:t>
      </w:r>
      <w:r w:rsidR="00855694" w:rsidRPr="009071AC">
        <w:t>Il n</w:t>
      </w:r>
      <w:r>
        <w:t>’</w:t>
      </w:r>
      <w:r w:rsidR="00855694" w:rsidRPr="009071AC">
        <w:t>est que trop vrai que des portées ont été glissées parmi les cartes</w:t>
      </w:r>
      <w:r>
        <w:t xml:space="preserve">, </w:t>
      </w:r>
      <w:r w:rsidR="00855694" w:rsidRPr="009071AC">
        <w:t>mais qu</w:t>
      </w:r>
      <w:r>
        <w:t>’</w:t>
      </w:r>
      <w:r w:rsidR="00855694" w:rsidRPr="009071AC">
        <w:t>elles l</w:t>
      </w:r>
      <w:r>
        <w:t>’</w:t>
      </w:r>
      <w:r w:rsidR="00855694" w:rsidRPr="009071AC">
        <w:t xml:space="preserve">aient été par </w:t>
      </w:r>
      <w:r>
        <w:t>M. </w:t>
      </w:r>
      <w:r w:rsidR="00855694" w:rsidRPr="009071AC">
        <w:t>X</w:t>
      </w:r>
      <w:r>
        <w:t xml:space="preserve">… </w:t>
      </w:r>
      <w:r w:rsidR="00855694" w:rsidRPr="009071AC">
        <w:t>c</w:t>
      </w:r>
      <w:r>
        <w:t>’</w:t>
      </w:r>
      <w:r w:rsidR="00855694" w:rsidRPr="009071AC">
        <w:t>est ce qui n</w:t>
      </w:r>
      <w:r>
        <w:t>’</w:t>
      </w:r>
      <w:r w:rsidR="00855694" w:rsidRPr="009071AC">
        <w:t>est pas prouvé</w:t>
      </w:r>
      <w:r>
        <w:t xml:space="preserve">, </w:t>
      </w:r>
      <w:r w:rsidR="00855694" w:rsidRPr="009071AC">
        <w:t>car on ne l</w:t>
      </w:r>
      <w:r>
        <w:t>’</w:t>
      </w:r>
      <w:r w:rsidR="00855694" w:rsidRPr="009071AC">
        <w:t>a pas VU</w:t>
      </w:r>
      <w:r>
        <w:t>.</w:t>
      </w:r>
    </w:p>
    <w:p w14:paraId="17A54E94" w14:textId="77777777" w:rsidR="00F635DB" w:rsidRDefault="00F635DB" w:rsidP="00F635DB">
      <w:r>
        <w:t>« </w:t>
      </w:r>
      <w:r w:rsidR="00855694" w:rsidRPr="009071AC">
        <w:t>Je sais que les apparences sont contre lui</w:t>
      </w:r>
      <w:r>
        <w:t xml:space="preserve"> ; </w:t>
      </w:r>
      <w:r w:rsidR="00855694" w:rsidRPr="009071AC">
        <w:t>je ne lui en garde pas moins toute mon estime</w:t>
      </w:r>
      <w:r>
        <w:t>.</w:t>
      </w:r>
    </w:p>
    <w:p w14:paraId="60177759" w14:textId="02371ECD" w:rsidR="00F635DB" w:rsidRDefault="00F635DB" w:rsidP="00F635DB">
      <w:pPr>
        <w:jc w:val="right"/>
      </w:pPr>
      <w:r>
        <w:lastRenderedPageBreak/>
        <w:t>« </w:t>
      </w:r>
      <w:r w:rsidR="00855694" w:rsidRPr="00F635DB">
        <w:t>B</w:t>
      </w:r>
      <w:r w:rsidR="00855694" w:rsidRPr="00F635DB">
        <w:rPr>
          <w:szCs w:val="32"/>
        </w:rPr>
        <w:t>ARON</w:t>
      </w:r>
      <w:r w:rsidR="00855694" w:rsidRPr="00F635DB">
        <w:t xml:space="preserve"> </w:t>
      </w:r>
      <w:proofErr w:type="spellStart"/>
      <w:r w:rsidR="00855694" w:rsidRPr="00F635DB">
        <w:t>T</w:t>
      </w:r>
      <w:r w:rsidR="00855694" w:rsidRPr="00F635DB">
        <w:rPr>
          <w:szCs w:val="32"/>
        </w:rPr>
        <w:t>RIGAULT</w:t>
      </w:r>
      <w:proofErr w:type="spellEnd"/>
      <w:r>
        <w:t>. »</w:t>
      </w:r>
    </w:p>
    <w:p w14:paraId="750EC596" w14:textId="426DD16E" w:rsidR="00F635DB" w:rsidRDefault="00855694" w:rsidP="00F635DB">
      <w:r w:rsidRPr="009071AC">
        <w:t>Pendant ce temps</w:t>
      </w:r>
      <w:r w:rsidR="00F635DB">
        <w:t>, M</w:t>
      </w:r>
      <w:r w:rsidR="00F635DB" w:rsidRPr="00F635DB">
        <w:rPr>
          <w:vertAlign w:val="superscript"/>
        </w:rPr>
        <w:t>me</w:t>
      </w:r>
      <w:r w:rsidR="00F635DB">
        <w:t> </w:t>
      </w:r>
      <w:proofErr w:type="spellStart"/>
      <w:r w:rsidRPr="009071AC">
        <w:t>Férailleur</w:t>
      </w:r>
      <w:proofErr w:type="spellEnd"/>
      <w:r w:rsidRPr="009071AC">
        <w:t xml:space="preserve"> et son fils se consultaient du regard</w:t>
      </w:r>
      <w:r w:rsidR="00F635DB">
        <w:t xml:space="preserve">. </w:t>
      </w:r>
      <w:r w:rsidRPr="009071AC">
        <w:t>Leur impression était la même</w:t>
      </w:r>
      <w:r w:rsidR="00F635DB">
        <w:t xml:space="preserve">. </w:t>
      </w:r>
      <w:r w:rsidRPr="009071AC">
        <w:t>Celui-là ne pouvait être un ennemi</w:t>
      </w:r>
      <w:r w:rsidR="00F635DB">
        <w:t>.</w:t>
      </w:r>
    </w:p>
    <w:p w14:paraId="06501C11" w14:textId="77777777" w:rsidR="00F635DB" w:rsidRDefault="00855694" w:rsidP="00F635DB">
      <w:r w:rsidRPr="009071AC">
        <w:t>Lors donc que le baron eut lu à haute voix sa lettre</w:t>
      </w:r>
      <w:r w:rsidR="00F635DB">
        <w:t> :</w:t>
      </w:r>
    </w:p>
    <w:p w14:paraId="3195CC17" w14:textId="77777777" w:rsidR="00F635DB" w:rsidRDefault="00F635DB" w:rsidP="00F635DB">
      <w:r>
        <w:t>— </w:t>
      </w:r>
      <w:r w:rsidR="00855694" w:rsidRPr="009071AC">
        <w:t>Je ne saurais vous exprimer toute ma reconnaissance</w:t>
      </w:r>
      <w:r>
        <w:t xml:space="preserve">, </w:t>
      </w:r>
      <w:r w:rsidR="00855694" w:rsidRPr="009071AC">
        <w:t>monsieur</w:t>
      </w:r>
      <w:r>
        <w:t xml:space="preserve">, </w:t>
      </w:r>
      <w:r w:rsidR="00855694" w:rsidRPr="009071AC">
        <w:t>prononça Pascal</w:t>
      </w:r>
      <w:r>
        <w:t xml:space="preserve">, </w:t>
      </w:r>
      <w:r w:rsidR="00855694" w:rsidRPr="009071AC">
        <w:t>mais puisque vraiment vous voulez me servir</w:t>
      </w:r>
      <w:r>
        <w:t xml:space="preserve">, </w:t>
      </w:r>
      <w:r w:rsidR="00855694" w:rsidRPr="009071AC">
        <w:t>de grâce n</w:t>
      </w:r>
      <w:r>
        <w:t>’</w:t>
      </w:r>
      <w:r w:rsidR="00855694" w:rsidRPr="009071AC">
        <w:t>envoyez pas cette note</w:t>
      </w:r>
      <w:r>
        <w:t xml:space="preserve">… </w:t>
      </w:r>
      <w:r w:rsidR="00855694" w:rsidRPr="009071AC">
        <w:t>Elle vous attirerait peut-être des ennuis</w:t>
      </w:r>
      <w:r>
        <w:t xml:space="preserve">, </w:t>
      </w:r>
      <w:r w:rsidR="00855694" w:rsidRPr="009071AC">
        <w:t>et je n</w:t>
      </w:r>
      <w:r>
        <w:t>’</w:t>
      </w:r>
      <w:r w:rsidR="00855694" w:rsidRPr="009071AC">
        <w:t>en serais pas moins obligé de renoncer à l</w:t>
      </w:r>
      <w:r>
        <w:t>’</w:t>
      </w:r>
      <w:r w:rsidR="00855694" w:rsidRPr="009071AC">
        <w:t>exercice de ma profession</w:t>
      </w:r>
      <w:r>
        <w:t xml:space="preserve">… </w:t>
      </w:r>
      <w:r w:rsidR="00855694" w:rsidRPr="009071AC">
        <w:t>et je voudrais surtout être oublié</w:t>
      </w:r>
      <w:r>
        <w:t>…</w:t>
      </w:r>
    </w:p>
    <w:p w14:paraId="13730F81" w14:textId="77777777" w:rsidR="00F635DB" w:rsidRDefault="00F635DB" w:rsidP="00F635DB">
      <w:r>
        <w:t>— </w:t>
      </w:r>
      <w:r w:rsidR="00855694" w:rsidRPr="009071AC">
        <w:t>Soit</w:t>
      </w:r>
      <w:r>
        <w:t xml:space="preserve">… </w:t>
      </w:r>
      <w:r w:rsidR="00855694" w:rsidRPr="009071AC">
        <w:t>je vous comprends</w:t>
      </w:r>
      <w:r>
        <w:t xml:space="preserve">… </w:t>
      </w:r>
      <w:r w:rsidR="00855694" w:rsidRPr="009071AC">
        <w:t>vous espérez atteindre le traître et vous craignez de lui donner l</w:t>
      </w:r>
      <w:r>
        <w:t>’</w:t>
      </w:r>
      <w:r w:rsidR="00855694" w:rsidRPr="009071AC">
        <w:t>éveil</w:t>
      </w:r>
      <w:r>
        <w:t xml:space="preserve">… </w:t>
      </w:r>
      <w:r w:rsidR="00855694" w:rsidRPr="009071AC">
        <w:t>j</w:t>
      </w:r>
      <w:r>
        <w:t>’</w:t>
      </w:r>
      <w:r w:rsidR="00855694" w:rsidRPr="009071AC">
        <w:t>approuve votre prudence</w:t>
      </w:r>
      <w:r>
        <w:t xml:space="preserve">. </w:t>
      </w:r>
      <w:r w:rsidR="00855694" w:rsidRPr="009071AC">
        <w:t>Mais gardez toujours ma déclaration</w:t>
      </w:r>
      <w:r>
        <w:t xml:space="preserve">. </w:t>
      </w:r>
      <w:r w:rsidR="00855694" w:rsidRPr="009071AC">
        <w:t>Et si jamais il vous faut un coup d</w:t>
      </w:r>
      <w:r>
        <w:t>’</w:t>
      </w:r>
      <w:r w:rsidR="00855694" w:rsidRPr="009071AC">
        <w:t>épaule venez sonner à ma porte</w:t>
      </w:r>
      <w:r>
        <w:t xml:space="preserve">. </w:t>
      </w:r>
      <w:r w:rsidR="00855694" w:rsidRPr="009071AC">
        <w:t>Et rappelez-vous que le jour où vous aurez des preuves</w:t>
      </w:r>
      <w:r>
        <w:t xml:space="preserve">, </w:t>
      </w:r>
      <w:r w:rsidR="00855694" w:rsidRPr="009071AC">
        <w:t>je vous fournirai le moyen de rendre votre justification plus éclatante que l</w:t>
      </w:r>
      <w:r>
        <w:t>’</w:t>
      </w:r>
      <w:r w:rsidR="00855694" w:rsidRPr="009071AC">
        <w:t>affront</w:t>
      </w:r>
      <w:r>
        <w:t>…</w:t>
      </w:r>
    </w:p>
    <w:p w14:paraId="230DFF79" w14:textId="77777777" w:rsidR="00F635DB" w:rsidRDefault="00855694" w:rsidP="00F635DB">
      <w:r w:rsidRPr="009071AC">
        <w:t>Il s</w:t>
      </w:r>
      <w:r w:rsidR="00F635DB">
        <w:t>’</w:t>
      </w:r>
      <w:r w:rsidRPr="009071AC">
        <w:t>apprêtait à se retirer</w:t>
      </w:r>
      <w:r w:rsidR="00F635DB">
        <w:t xml:space="preserve">, </w:t>
      </w:r>
      <w:r w:rsidRPr="009071AC">
        <w:t>mais avant de passer la porte</w:t>
      </w:r>
      <w:r w:rsidR="00F635DB">
        <w:t> :</w:t>
      </w:r>
    </w:p>
    <w:p w14:paraId="27AA4F6B" w14:textId="77777777" w:rsidR="00F635DB" w:rsidRDefault="00F635DB" w:rsidP="00F635DB">
      <w:r>
        <w:t>— </w:t>
      </w:r>
      <w:r w:rsidR="00855694" w:rsidRPr="009071AC">
        <w:t>À l</w:t>
      </w:r>
      <w:r>
        <w:t>’</w:t>
      </w:r>
      <w:r w:rsidR="00855694" w:rsidRPr="009071AC">
        <w:t>avenir</w:t>
      </w:r>
      <w:r>
        <w:t xml:space="preserve">, </w:t>
      </w:r>
      <w:r w:rsidR="00855694" w:rsidRPr="009071AC">
        <w:t>ajouta-t-il</w:t>
      </w:r>
      <w:r>
        <w:t xml:space="preserve">, </w:t>
      </w:r>
      <w:r w:rsidR="00855694" w:rsidRPr="009071AC">
        <w:t>je surveillerai les doigts du joueur placé à ma gauche</w:t>
      </w:r>
      <w:r>
        <w:t xml:space="preserve">… </w:t>
      </w:r>
      <w:r w:rsidR="00855694" w:rsidRPr="009071AC">
        <w:t>Et à votre place</w:t>
      </w:r>
      <w:r>
        <w:t xml:space="preserve">, </w:t>
      </w:r>
      <w:r w:rsidR="00855694" w:rsidRPr="009071AC">
        <w:t>je tâcherais de me procurer la note qui a servi pour l</w:t>
      </w:r>
      <w:r>
        <w:t>’</w:t>
      </w:r>
      <w:r w:rsidR="00855694" w:rsidRPr="009071AC">
        <w:t>article</w:t>
      </w:r>
      <w:r>
        <w:t xml:space="preserve">… </w:t>
      </w:r>
      <w:r w:rsidR="00855694" w:rsidRPr="009071AC">
        <w:t>On ne sait pas tout le parti qu</w:t>
      </w:r>
      <w:r>
        <w:t>’</w:t>
      </w:r>
      <w:r w:rsidR="00855694" w:rsidRPr="009071AC">
        <w:t>on peut tirer</w:t>
      </w:r>
      <w:r>
        <w:t xml:space="preserve">, </w:t>
      </w:r>
      <w:r w:rsidR="00855694" w:rsidRPr="009071AC">
        <w:t>à un moment donné</w:t>
      </w:r>
      <w:r>
        <w:t xml:space="preserve">, </w:t>
      </w:r>
      <w:r w:rsidR="00855694" w:rsidRPr="009071AC">
        <w:t>d</w:t>
      </w:r>
      <w:r>
        <w:t>’</w:t>
      </w:r>
      <w:r w:rsidR="00855694" w:rsidRPr="009071AC">
        <w:t>une page d</w:t>
      </w:r>
      <w:r>
        <w:t>’</w:t>
      </w:r>
      <w:r w:rsidR="00855694" w:rsidRPr="009071AC">
        <w:t>écriture</w:t>
      </w:r>
      <w:r>
        <w:t>…</w:t>
      </w:r>
    </w:p>
    <w:p w14:paraId="0BED6A74" w14:textId="57B5F4FA" w:rsidR="00F635DB" w:rsidRDefault="00855694" w:rsidP="00F635DB">
      <w:r w:rsidRPr="009071AC">
        <w:t>Le baron sorti</w:t>
      </w:r>
      <w:r w:rsidR="00F635DB">
        <w:t>, M</w:t>
      </w:r>
      <w:r w:rsidR="00F635DB" w:rsidRPr="00F635DB">
        <w:rPr>
          <w:vertAlign w:val="superscript"/>
        </w:rPr>
        <w:t>me</w:t>
      </w:r>
      <w:r w:rsidR="00F635DB">
        <w:t> </w:t>
      </w:r>
      <w:proofErr w:type="spellStart"/>
      <w:r w:rsidRPr="009071AC">
        <w:t>Férailleur</w:t>
      </w:r>
      <w:proofErr w:type="spellEnd"/>
      <w:r w:rsidRPr="009071AC">
        <w:t xml:space="preserve"> se leva</w:t>
      </w:r>
      <w:r w:rsidR="00F635DB">
        <w:t>.</w:t>
      </w:r>
    </w:p>
    <w:p w14:paraId="28390A4B" w14:textId="730CEE1A" w:rsidR="00F635DB" w:rsidRDefault="00F635DB" w:rsidP="00F635DB">
      <w:r>
        <w:t>— </w:t>
      </w:r>
      <w:r w:rsidR="00855694" w:rsidRPr="009071AC">
        <w:t>Pascal</w:t>
      </w:r>
      <w:r>
        <w:t xml:space="preserve">, </w:t>
      </w:r>
      <w:r w:rsidR="00855694" w:rsidRPr="009071AC">
        <w:t>s</w:t>
      </w:r>
      <w:r>
        <w:t>’</w:t>
      </w:r>
      <w:r w:rsidR="00855694" w:rsidRPr="009071AC">
        <w:t>écria-t-elle</w:t>
      </w:r>
      <w:r>
        <w:t xml:space="preserve">, </w:t>
      </w:r>
      <w:r w:rsidR="00855694" w:rsidRPr="009071AC">
        <w:t>cet homme sait quelque chose et tes ennemis sont les siens</w:t>
      </w:r>
      <w:r>
        <w:t xml:space="preserve">, </w:t>
      </w:r>
      <w:r w:rsidR="00855694" w:rsidRPr="009071AC">
        <w:t>je l</w:t>
      </w:r>
      <w:r>
        <w:t>’</w:t>
      </w:r>
      <w:r w:rsidR="00855694" w:rsidRPr="009071AC">
        <w:t>ai lu dans ses yeux</w:t>
      </w:r>
      <w:r>
        <w:t xml:space="preserve">… </w:t>
      </w:r>
      <w:r w:rsidR="00855694" w:rsidRPr="009071AC">
        <w:t>Il t</w:t>
      </w:r>
      <w:r>
        <w:t>’</w:t>
      </w:r>
      <w:r w:rsidR="00855694" w:rsidRPr="009071AC">
        <w:t xml:space="preserve">a clairement dénoncé </w:t>
      </w:r>
      <w:r>
        <w:t>M. de </w:t>
      </w:r>
      <w:proofErr w:type="spellStart"/>
      <w:r w:rsidR="00855694" w:rsidRPr="009071AC">
        <w:t>Coralth</w:t>
      </w:r>
      <w:proofErr w:type="spellEnd"/>
      <w:r>
        <w:t>…</w:t>
      </w:r>
    </w:p>
    <w:p w14:paraId="2CB8DA6D" w14:textId="77777777" w:rsidR="00F635DB" w:rsidRDefault="00F635DB" w:rsidP="00F635DB">
      <w:r>
        <w:lastRenderedPageBreak/>
        <w:t>— </w:t>
      </w:r>
      <w:r w:rsidR="00855694" w:rsidRPr="009071AC">
        <w:t>J</w:t>
      </w:r>
      <w:r>
        <w:t>’</w:t>
      </w:r>
      <w:r w:rsidR="00855694" w:rsidRPr="009071AC">
        <w:t>ai entendu</w:t>
      </w:r>
      <w:r>
        <w:t xml:space="preserve">, </w:t>
      </w:r>
      <w:r w:rsidR="00855694" w:rsidRPr="009071AC">
        <w:t>ma mère</w:t>
      </w:r>
      <w:r>
        <w:t xml:space="preserve">, </w:t>
      </w:r>
      <w:r w:rsidR="00855694" w:rsidRPr="009071AC">
        <w:t>et mon parti est pris</w:t>
      </w:r>
      <w:r>
        <w:t xml:space="preserve">… </w:t>
      </w:r>
      <w:r w:rsidR="00855694" w:rsidRPr="009071AC">
        <w:t>Je dois disparaître</w:t>
      </w:r>
      <w:r>
        <w:t xml:space="preserve">… </w:t>
      </w:r>
      <w:r w:rsidR="00855694" w:rsidRPr="009071AC">
        <w:t>De ce moment</w:t>
      </w:r>
      <w:r>
        <w:t xml:space="preserve">, </w:t>
      </w:r>
      <w:r w:rsidR="00855694" w:rsidRPr="009071AC">
        <w:t xml:space="preserve">Pascal </w:t>
      </w:r>
      <w:proofErr w:type="spellStart"/>
      <w:r w:rsidR="00855694" w:rsidRPr="009071AC">
        <w:t>Férailleur</w:t>
      </w:r>
      <w:proofErr w:type="spellEnd"/>
      <w:r w:rsidR="00855694" w:rsidRPr="009071AC">
        <w:t xml:space="preserve"> n</w:t>
      </w:r>
      <w:r>
        <w:t>’</w:t>
      </w:r>
      <w:r w:rsidR="00855694" w:rsidRPr="009071AC">
        <w:t>existe plus</w:t>
      </w:r>
      <w:r>
        <w:t>…</w:t>
      </w:r>
    </w:p>
    <w:p w14:paraId="02853CDE" w14:textId="77777777" w:rsidR="00F635DB" w:rsidRDefault="00F635DB" w:rsidP="00F635DB">
      <w:pPr>
        <w:ind w:firstLine="0"/>
        <w:jc w:val="center"/>
      </w:pPr>
      <w:r>
        <w:t>……………</w:t>
      </w:r>
    </w:p>
    <w:p w14:paraId="6A4BC7FC" w14:textId="0923EBAE" w:rsidR="00F635DB" w:rsidRDefault="00855694" w:rsidP="00F635DB">
      <w:r w:rsidRPr="009071AC">
        <w:t>Le soir même</w:t>
      </w:r>
      <w:r w:rsidR="00F635DB">
        <w:t xml:space="preserve">, </w:t>
      </w:r>
      <w:r w:rsidRPr="009071AC">
        <w:t xml:space="preserve">deux grandes voitures de déménagement stationnaient devant la maison où demeurait </w:t>
      </w:r>
      <w:r w:rsidR="00F635DB">
        <w:t>M</w:t>
      </w:r>
      <w:r w:rsidR="00F635DB" w:rsidRPr="00F635DB">
        <w:rPr>
          <w:vertAlign w:val="superscript"/>
        </w:rPr>
        <w:t>me</w:t>
      </w:r>
      <w:r w:rsidR="00F635DB">
        <w:t> </w:t>
      </w:r>
      <w:proofErr w:type="spellStart"/>
      <w:r w:rsidRPr="009071AC">
        <w:t>Férailleur</w:t>
      </w:r>
      <w:proofErr w:type="spellEnd"/>
      <w:r w:rsidR="00F635DB">
        <w:t>.</w:t>
      </w:r>
    </w:p>
    <w:p w14:paraId="651F171F" w14:textId="77777777" w:rsidR="00F635DB" w:rsidRDefault="00855694" w:rsidP="00F635DB">
      <w:r w:rsidRPr="009071AC">
        <w:t>Elle venait de vendre son mobilier en bloc à un marchand de meubles</w:t>
      </w:r>
      <w:r w:rsidR="00F635DB">
        <w:t xml:space="preserve">, </w:t>
      </w:r>
      <w:r w:rsidRPr="009071AC">
        <w:t>afin de rejoindre son fils</w:t>
      </w:r>
      <w:r w:rsidR="00F635DB">
        <w:t xml:space="preserve">, </w:t>
      </w:r>
      <w:r w:rsidRPr="009071AC">
        <w:t>parti</w:t>
      </w:r>
      <w:r w:rsidR="00F635DB">
        <w:t xml:space="preserve">, </w:t>
      </w:r>
      <w:r w:rsidRPr="009071AC">
        <w:t>disait-elle</w:t>
      </w:r>
      <w:r w:rsidR="00F635DB">
        <w:t xml:space="preserve">, </w:t>
      </w:r>
      <w:r w:rsidRPr="009071AC">
        <w:t>pour l</w:t>
      </w:r>
      <w:r w:rsidR="00F635DB">
        <w:t>’</w:t>
      </w:r>
      <w:r w:rsidRPr="009071AC">
        <w:t>Amérique</w:t>
      </w:r>
      <w:r w:rsidR="00F635DB">
        <w:t>.</w:t>
      </w:r>
    </w:p>
    <w:p w14:paraId="593103D9" w14:textId="78440920" w:rsidR="00F635DB" w:rsidRDefault="00855694" w:rsidP="00F635DB">
      <w:pPr>
        <w:pStyle w:val="Titre1"/>
      </w:pPr>
      <w:bookmarkStart w:id="6" w:name="_Toc202021404"/>
      <w:r w:rsidRPr="009071AC">
        <w:lastRenderedPageBreak/>
        <w:t>VI</w:t>
      </w:r>
      <w:bookmarkEnd w:id="6"/>
      <w:r w:rsidRPr="009071AC">
        <w:br/>
      </w:r>
    </w:p>
    <w:p w14:paraId="2979DD3D" w14:textId="77777777" w:rsidR="00F635DB" w:rsidRDefault="00F635DB" w:rsidP="00F635DB">
      <w:r>
        <w:t>— </w:t>
      </w:r>
      <w:r w:rsidR="00855694" w:rsidRPr="009071AC">
        <w:t>On m</w:t>
      </w:r>
      <w:r>
        <w:t>’</w:t>
      </w:r>
      <w:r w:rsidR="00855694" w:rsidRPr="009071AC">
        <w:t>attend</w:t>
      </w:r>
      <w:r>
        <w:t xml:space="preserve">… </w:t>
      </w:r>
      <w:r w:rsidR="00855694" w:rsidRPr="009071AC">
        <w:t>Je repasserai vers minuit</w:t>
      </w:r>
      <w:r>
        <w:t xml:space="preserve">… </w:t>
      </w:r>
      <w:r w:rsidR="00855694" w:rsidRPr="009071AC">
        <w:t>J</w:t>
      </w:r>
      <w:r>
        <w:t>’</w:t>
      </w:r>
      <w:r w:rsidR="00855694" w:rsidRPr="009071AC">
        <w:t>ai encore à faire quantité de visites urgentes</w:t>
      </w:r>
      <w:r>
        <w:t>…</w:t>
      </w:r>
    </w:p>
    <w:p w14:paraId="1CD2D382" w14:textId="4A982D7E" w:rsidR="00F635DB" w:rsidRDefault="00855694" w:rsidP="00F635DB">
      <w:r w:rsidRPr="009071AC">
        <w:t>Voilà ce qu</w:t>
      </w:r>
      <w:r w:rsidR="00F635DB">
        <w:t>’</w:t>
      </w:r>
      <w:r w:rsidRPr="009071AC">
        <w:t xml:space="preserve">avait dit à </w:t>
      </w:r>
      <w:r w:rsidR="00F635DB">
        <w:t>M</w:t>
      </w:r>
      <w:r w:rsidR="00F635DB" w:rsidRPr="00F635DB">
        <w:rPr>
          <w:vertAlign w:val="superscript"/>
        </w:rPr>
        <w:t>lle</w:t>
      </w:r>
      <w:r w:rsidR="00F635DB">
        <w:t> </w:t>
      </w:r>
      <w:r w:rsidRPr="009071AC">
        <w:t xml:space="preserve">Marguerite le docteur </w:t>
      </w:r>
      <w:proofErr w:type="spellStart"/>
      <w:r w:rsidRPr="009071AC">
        <w:t>Jodon</w:t>
      </w:r>
      <w:proofErr w:type="spellEnd"/>
      <w:r w:rsidR="00F635DB">
        <w:t>.</w:t>
      </w:r>
    </w:p>
    <w:p w14:paraId="740EC8A0" w14:textId="01998D84" w:rsidR="00F635DB" w:rsidRDefault="00855694" w:rsidP="00F635DB">
      <w:r w:rsidRPr="009071AC">
        <w:t>Le fait est qu</w:t>
      </w:r>
      <w:r w:rsidR="00F635DB">
        <w:t>’</w:t>
      </w:r>
      <w:r w:rsidRPr="009071AC">
        <w:t>en sortant de l</w:t>
      </w:r>
      <w:r w:rsidR="00F635DB">
        <w:t>’</w:t>
      </w:r>
      <w:r w:rsidRPr="009071AC">
        <w:t xml:space="preserve">hôtel de </w:t>
      </w:r>
      <w:proofErr w:type="spellStart"/>
      <w:r w:rsidRPr="009071AC">
        <w:t>Chalusse</w:t>
      </w:r>
      <w:proofErr w:type="spellEnd"/>
      <w:r w:rsidR="00F635DB">
        <w:t xml:space="preserve">, </w:t>
      </w:r>
      <w:r w:rsidRPr="009071AC">
        <w:t>après s</w:t>
      </w:r>
      <w:r w:rsidR="00F635DB">
        <w:t>’</w:t>
      </w:r>
      <w:r w:rsidRPr="009071AC">
        <w:t xml:space="preserve">être assuré que </w:t>
      </w:r>
      <w:r w:rsidR="00F635DB">
        <w:t>M. </w:t>
      </w:r>
      <w:r w:rsidRPr="009071AC">
        <w:t>Casimir faisait répandre de la paille sur la chaussée</w:t>
      </w:r>
      <w:r w:rsidR="00F635DB">
        <w:t xml:space="preserve">, </w:t>
      </w:r>
      <w:r w:rsidRPr="009071AC">
        <w:t>le docteur reprit tout bonnement le chemin de son logis</w:t>
      </w:r>
      <w:r w:rsidR="00F635DB">
        <w:t>.</w:t>
      </w:r>
    </w:p>
    <w:p w14:paraId="3357DFC0" w14:textId="77777777" w:rsidR="00F635DB" w:rsidRDefault="00855694" w:rsidP="00F635DB">
      <w:r w:rsidRPr="009071AC">
        <w:t>C</w:t>
      </w:r>
      <w:r w:rsidR="00F635DB">
        <w:t>’</w:t>
      </w:r>
      <w:r w:rsidRPr="009071AC">
        <w:t>est que s</w:t>
      </w:r>
      <w:r w:rsidR="00F635DB">
        <w:t>’</w:t>
      </w:r>
      <w:r w:rsidRPr="009071AC">
        <w:t>il était dans son rôle de paraître accablé de malades</w:t>
      </w:r>
      <w:r w:rsidR="00F635DB">
        <w:t xml:space="preserve">, </w:t>
      </w:r>
      <w:r w:rsidRPr="009071AC">
        <w:t>ces fameuses visites n</w:t>
      </w:r>
      <w:r w:rsidR="00F635DB">
        <w:t>’</w:t>
      </w:r>
      <w:r w:rsidRPr="009071AC">
        <w:t>existaient encore que dans le lointain de ses espérances</w:t>
      </w:r>
      <w:r w:rsidR="00F635DB">
        <w:t>.</w:t>
      </w:r>
    </w:p>
    <w:p w14:paraId="358EE2C6" w14:textId="77777777" w:rsidR="00F635DB" w:rsidRDefault="00855694" w:rsidP="00F635DB">
      <w:r w:rsidRPr="009071AC">
        <w:t>Son seul et unique client</w:t>
      </w:r>
      <w:r w:rsidR="00F635DB">
        <w:t xml:space="preserve">, </w:t>
      </w:r>
      <w:r w:rsidRPr="009071AC">
        <w:t>depuis le commencement de la semaine</w:t>
      </w:r>
      <w:r w:rsidR="00F635DB">
        <w:t xml:space="preserve">, </w:t>
      </w:r>
      <w:r w:rsidRPr="009071AC">
        <w:t>était un vieux portier de la rue de la Pépinière</w:t>
      </w:r>
      <w:r w:rsidR="00F635DB">
        <w:t xml:space="preserve">, </w:t>
      </w:r>
      <w:r w:rsidRPr="009071AC">
        <w:t>qu</w:t>
      </w:r>
      <w:r w:rsidR="00F635DB">
        <w:t>’</w:t>
      </w:r>
      <w:r w:rsidRPr="009071AC">
        <w:t>il visitait deux fois par jour</w:t>
      </w:r>
      <w:r w:rsidR="00F635DB">
        <w:t xml:space="preserve">, </w:t>
      </w:r>
      <w:r w:rsidRPr="009071AC">
        <w:t>faute de mieux</w:t>
      </w:r>
      <w:r w:rsidR="00F635DB">
        <w:t>.</w:t>
      </w:r>
    </w:p>
    <w:p w14:paraId="6E507DAC" w14:textId="77777777" w:rsidR="00F635DB" w:rsidRDefault="00855694" w:rsidP="00F635DB">
      <w:r w:rsidRPr="009071AC">
        <w:t>Le reste de son temps</w:t>
      </w:r>
      <w:r w:rsidR="00F635DB">
        <w:t xml:space="preserve">, </w:t>
      </w:r>
      <w:r w:rsidRPr="009071AC">
        <w:t>il le passait à attendre la clientèle qui ne venait pas</w:t>
      </w:r>
      <w:r w:rsidR="00F635DB">
        <w:t xml:space="preserve">, </w:t>
      </w:r>
      <w:r w:rsidRPr="009071AC">
        <w:t>et à maudire la médecine</w:t>
      </w:r>
      <w:r w:rsidR="00F635DB">
        <w:t xml:space="preserve">, </w:t>
      </w:r>
      <w:r w:rsidRPr="009071AC">
        <w:t>une profession perdue</w:t>
      </w:r>
      <w:r w:rsidR="00F635DB">
        <w:t xml:space="preserve">, </w:t>
      </w:r>
      <w:r w:rsidRPr="009071AC">
        <w:t>déclarait-il</w:t>
      </w:r>
      <w:r w:rsidR="00F635DB">
        <w:t xml:space="preserve">, </w:t>
      </w:r>
      <w:r w:rsidRPr="009071AC">
        <w:t>ruinée par la concurrence</w:t>
      </w:r>
      <w:r w:rsidR="00F635DB">
        <w:t xml:space="preserve">, </w:t>
      </w:r>
      <w:r w:rsidRPr="009071AC">
        <w:t>et</w:t>
      </w:r>
      <w:r w:rsidR="00F635DB">
        <w:t xml:space="preserve">, </w:t>
      </w:r>
      <w:r w:rsidRPr="009071AC">
        <w:t>pour comble</w:t>
      </w:r>
      <w:r w:rsidR="00F635DB">
        <w:t xml:space="preserve">, </w:t>
      </w:r>
      <w:r w:rsidRPr="009071AC">
        <w:t>embarrassée par la sotte obligation d</w:t>
      </w:r>
      <w:r w:rsidR="00F635DB">
        <w:t>’</w:t>
      </w:r>
      <w:r w:rsidRPr="009071AC">
        <w:t>un décorum qui paralyse l</w:t>
      </w:r>
      <w:r w:rsidR="00F635DB">
        <w:t>’</w:t>
      </w:r>
      <w:r w:rsidRPr="009071AC">
        <w:t>initiative individuelle</w:t>
      </w:r>
      <w:r w:rsidR="00F635DB">
        <w:t>.</w:t>
      </w:r>
    </w:p>
    <w:p w14:paraId="02C96AF8" w14:textId="77777777" w:rsidR="00F635DB" w:rsidRDefault="00855694" w:rsidP="00F635DB">
      <w:r w:rsidRPr="009071AC">
        <w:t>S</w:t>
      </w:r>
      <w:r w:rsidR="00F635DB">
        <w:t>’</w:t>
      </w:r>
      <w:r w:rsidRPr="009071AC">
        <w:t>il eût consacré à l</w:t>
      </w:r>
      <w:r w:rsidR="00F635DB">
        <w:t>’</w:t>
      </w:r>
      <w:r w:rsidRPr="009071AC">
        <w:t>étude la moitié seulement des heures qu</w:t>
      </w:r>
      <w:r w:rsidR="00F635DB">
        <w:t>’</w:t>
      </w:r>
      <w:r w:rsidRPr="009071AC">
        <w:t>il consumait en malédictions et en combinaisons également stériles</w:t>
      </w:r>
      <w:r w:rsidR="00F635DB">
        <w:t xml:space="preserve">, </w:t>
      </w:r>
      <w:r w:rsidRPr="009071AC">
        <w:t xml:space="preserve">le docteur </w:t>
      </w:r>
      <w:proofErr w:type="spellStart"/>
      <w:r w:rsidRPr="009071AC">
        <w:t>Jodon</w:t>
      </w:r>
      <w:proofErr w:type="spellEnd"/>
      <w:r w:rsidRPr="009071AC">
        <w:t xml:space="preserve"> eût peut-être haussé son mérite</w:t>
      </w:r>
      <w:r w:rsidR="00F635DB">
        <w:t xml:space="preserve">, </w:t>
      </w:r>
      <w:r w:rsidRPr="009071AC">
        <w:t>qui était médiocre</w:t>
      </w:r>
      <w:r w:rsidR="00F635DB">
        <w:t xml:space="preserve">, </w:t>
      </w:r>
      <w:r w:rsidRPr="009071AC">
        <w:t>au niveau de ses ambitions</w:t>
      </w:r>
      <w:r w:rsidR="00F635DB">
        <w:t xml:space="preserve">, </w:t>
      </w:r>
      <w:r w:rsidRPr="009071AC">
        <w:t>qui étaient immenses</w:t>
      </w:r>
      <w:r w:rsidR="00F635DB">
        <w:t>.</w:t>
      </w:r>
    </w:p>
    <w:p w14:paraId="5C4357E9" w14:textId="77777777" w:rsidR="00F635DB" w:rsidRDefault="00855694" w:rsidP="00F635DB">
      <w:r w:rsidRPr="009071AC">
        <w:t>Mais</w:t>
      </w:r>
      <w:r w:rsidR="00F635DB">
        <w:t xml:space="preserve">, </w:t>
      </w:r>
      <w:r w:rsidRPr="009071AC">
        <w:t>ni le travail</w:t>
      </w:r>
      <w:r w:rsidR="00F635DB">
        <w:t xml:space="preserve">, </w:t>
      </w:r>
      <w:r w:rsidRPr="009071AC">
        <w:t>ni la patience</w:t>
      </w:r>
      <w:r w:rsidR="00F635DB">
        <w:t xml:space="preserve">, </w:t>
      </w:r>
      <w:r w:rsidRPr="009071AC">
        <w:t>n</w:t>
      </w:r>
      <w:r w:rsidR="00F635DB">
        <w:t>’</w:t>
      </w:r>
      <w:r w:rsidRPr="009071AC">
        <w:t>entraient dans son système</w:t>
      </w:r>
      <w:r w:rsidR="00F635DB">
        <w:t>.</w:t>
      </w:r>
    </w:p>
    <w:p w14:paraId="260CF24B" w14:textId="77777777" w:rsidR="00F635DB" w:rsidRDefault="00855694" w:rsidP="00F635DB">
      <w:r w:rsidRPr="009071AC">
        <w:lastRenderedPageBreak/>
        <w:t>Il était de son époque et prétendait arriver très-vite</w:t>
      </w:r>
      <w:r w:rsidR="00F635DB">
        <w:t xml:space="preserve">, </w:t>
      </w:r>
      <w:r w:rsidRPr="009071AC">
        <w:t>très-haut et sans peine</w:t>
      </w:r>
      <w:r w:rsidR="00F635DB">
        <w:t xml:space="preserve">. </w:t>
      </w:r>
      <w:r w:rsidRPr="009071AC">
        <w:t>Une certaine tenue</w:t>
      </w:r>
      <w:r w:rsidR="00F635DB">
        <w:t xml:space="preserve">, </w:t>
      </w:r>
      <w:r w:rsidRPr="009071AC">
        <w:t>de l</w:t>
      </w:r>
      <w:r w:rsidR="00F635DB">
        <w:t>’</w:t>
      </w:r>
      <w:r w:rsidRPr="009071AC">
        <w:t>aplomb</w:t>
      </w:r>
      <w:r w:rsidR="00F635DB">
        <w:t xml:space="preserve">, </w:t>
      </w:r>
      <w:r w:rsidRPr="009071AC">
        <w:t>quelque chance et beaucoup de réclames devaient</w:t>
      </w:r>
      <w:r w:rsidR="00F635DB">
        <w:t xml:space="preserve">, </w:t>
      </w:r>
      <w:r w:rsidRPr="009071AC">
        <w:t>paraît-il</w:t>
      </w:r>
      <w:r w:rsidR="00F635DB">
        <w:t xml:space="preserve">, </w:t>
      </w:r>
      <w:r w:rsidRPr="009071AC">
        <w:t>suffire</w:t>
      </w:r>
      <w:r w:rsidR="00F635DB">
        <w:t>.</w:t>
      </w:r>
    </w:p>
    <w:p w14:paraId="7E3A7245" w14:textId="77777777" w:rsidR="00F635DB" w:rsidRDefault="00855694" w:rsidP="00F635DB">
      <w:r w:rsidRPr="009071AC">
        <w:t>C</w:t>
      </w:r>
      <w:r w:rsidR="00F635DB">
        <w:t>’</w:t>
      </w:r>
      <w:r w:rsidRPr="009071AC">
        <w:t>est avec cette conviction qu</w:t>
      </w:r>
      <w:r w:rsidR="00F635DB">
        <w:t>’</w:t>
      </w:r>
      <w:r w:rsidRPr="009071AC">
        <w:t>il était venu se fixer rue de Courcelles</w:t>
      </w:r>
      <w:r w:rsidR="00F635DB">
        <w:t xml:space="preserve">, </w:t>
      </w:r>
      <w:r w:rsidRPr="009071AC">
        <w:t>au centre d</w:t>
      </w:r>
      <w:r w:rsidR="00F635DB">
        <w:t>’</w:t>
      </w:r>
      <w:r w:rsidRPr="009071AC">
        <w:t>un quartier opulent</w:t>
      </w:r>
      <w:r w:rsidR="00F635DB">
        <w:t xml:space="preserve">, </w:t>
      </w:r>
      <w:r w:rsidRPr="009071AC">
        <w:t>dont les malades pauvres ont la ressource des consultations gratuites de l</w:t>
      </w:r>
      <w:r w:rsidR="00F635DB">
        <w:t>’</w:t>
      </w:r>
      <w:r w:rsidRPr="009071AC">
        <w:t>hôpital Beaujon</w:t>
      </w:r>
      <w:r w:rsidR="00F635DB">
        <w:t>.</w:t>
      </w:r>
    </w:p>
    <w:p w14:paraId="3A91B9EA" w14:textId="77777777" w:rsidR="00F635DB" w:rsidRDefault="00855694" w:rsidP="00F635DB">
      <w:r w:rsidRPr="009071AC">
        <w:t>Mais les événements avaient trompé son attente</w:t>
      </w:r>
      <w:r w:rsidR="00F635DB">
        <w:t>.</w:t>
      </w:r>
    </w:p>
    <w:p w14:paraId="32F7267E" w14:textId="77777777" w:rsidR="00F635DB" w:rsidRDefault="00855694" w:rsidP="00F635DB">
      <w:r w:rsidRPr="009071AC">
        <w:t>Peu à peu</w:t>
      </w:r>
      <w:r w:rsidR="00F635DB">
        <w:t xml:space="preserve">, </w:t>
      </w:r>
      <w:r w:rsidRPr="009071AC">
        <w:t>en dépit d</w:t>
      </w:r>
      <w:r w:rsidR="00F635DB">
        <w:t>’</w:t>
      </w:r>
      <w:r w:rsidRPr="009071AC">
        <w:t>atroces privations héroïquement dissimulées</w:t>
      </w:r>
      <w:r w:rsidR="00F635DB">
        <w:t xml:space="preserve">, </w:t>
      </w:r>
      <w:r w:rsidRPr="009071AC">
        <w:t>il voyait s</w:t>
      </w:r>
      <w:r w:rsidR="00F635DB">
        <w:t>’</w:t>
      </w:r>
      <w:r w:rsidRPr="009071AC">
        <w:t>épuiser le petit capital qui constituait toute sa fortune</w:t>
      </w:r>
      <w:r w:rsidR="00F635DB">
        <w:t xml:space="preserve">, </w:t>
      </w:r>
      <w:r w:rsidRPr="009071AC">
        <w:t>une vingtaine de mille francs</w:t>
      </w:r>
      <w:r w:rsidR="00F635DB">
        <w:t xml:space="preserve">, </w:t>
      </w:r>
      <w:r w:rsidRPr="009071AC">
        <w:t>faible mise pour des prétentions si hautes</w:t>
      </w:r>
      <w:r w:rsidR="00F635DB">
        <w:t>.</w:t>
      </w:r>
    </w:p>
    <w:p w14:paraId="01AA70A6" w14:textId="77777777" w:rsidR="00F635DB" w:rsidRDefault="00855694" w:rsidP="00F635DB">
      <w:r w:rsidRPr="009071AC">
        <w:t>Il avait encore payé son terme le matin même</w:t>
      </w:r>
      <w:r w:rsidR="00F635DB">
        <w:t xml:space="preserve">, </w:t>
      </w:r>
      <w:r w:rsidRPr="009071AC">
        <w:t>mais il pouvait déjà calculer l</w:t>
      </w:r>
      <w:r w:rsidR="00F635DB">
        <w:t>’</w:t>
      </w:r>
      <w:r w:rsidRPr="009071AC">
        <w:t>époque prochaine où il n</w:t>
      </w:r>
      <w:r w:rsidR="00F635DB">
        <w:t>’</w:t>
      </w:r>
      <w:r w:rsidRPr="009071AC">
        <w:t>aurait plus de quoi le payer</w:t>
      </w:r>
      <w:r w:rsidR="00F635DB">
        <w:t>…</w:t>
      </w:r>
    </w:p>
    <w:p w14:paraId="3FF13826" w14:textId="77777777" w:rsidR="00F635DB" w:rsidRDefault="00855694" w:rsidP="00F635DB">
      <w:r w:rsidRPr="009071AC">
        <w:t>Que ferait-il alors</w:t>
      </w:r>
      <w:r w:rsidR="00F635DB">
        <w:t> ?</w:t>
      </w:r>
    </w:p>
    <w:p w14:paraId="44075732" w14:textId="77777777" w:rsidR="00F635DB" w:rsidRDefault="00855694" w:rsidP="00F635DB">
      <w:r w:rsidRPr="009071AC">
        <w:t>Quand il songeait à cela</w:t>
      </w:r>
      <w:r w:rsidR="00F635DB">
        <w:t xml:space="preserve">, </w:t>
      </w:r>
      <w:r w:rsidRPr="009071AC">
        <w:t>et c</w:t>
      </w:r>
      <w:r w:rsidR="00F635DB">
        <w:t>’</w:t>
      </w:r>
      <w:r w:rsidRPr="009071AC">
        <w:t>était presque son unique pensée</w:t>
      </w:r>
      <w:r w:rsidR="00F635DB">
        <w:t xml:space="preserve">, </w:t>
      </w:r>
      <w:r w:rsidRPr="009071AC">
        <w:t>il sentait s</w:t>
      </w:r>
      <w:r w:rsidR="00F635DB">
        <w:t>’</w:t>
      </w:r>
      <w:r w:rsidRPr="009071AC">
        <w:t>allumer en lui des colères et des haines furibondes</w:t>
      </w:r>
      <w:r w:rsidR="00F635DB">
        <w:t>…</w:t>
      </w:r>
    </w:p>
    <w:p w14:paraId="324058E7" w14:textId="77777777" w:rsidR="00F635DB" w:rsidRDefault="00855694" w:rsidP="00F635DB">
      <w:r w:rsidRPr="009071AC">
        <w:t>C</w:t>
      </w:r>
      <w:r w:rsidR="00F635DB">
        <w:t>’</w:t>
      </w:r>
      <w:r w:rsidRPr="009071AC">
        <w:t>est qu</w:t>
      </w:r>
      <w:r w:rsidR="00F635DB">
        <w:t>’</w:t>
      </w:r>
      <w:r w:rsidRPr="009071AC">
        <w:t>il ne s</w:t>
      </w:r>
      <w:r w:rsidR="00F635DB">
        <w:t>’</w:t>
      </w:r>
      <w:r w:rsidRPr="009071AC">
        <w:t>en prenait pas à lui de ses mécomptes</w:t>
      </w:r>
      <w:r w:rsidR="00F635DB">
        <w:t>.</w:t>
      </w:r>
    </w:p>
    <w:p w14:paraId="21871A12" w14:textId="77777777" w:rsidR="00F635DB" w:rsidRDefault="00855694" w:rsidP="00F635DB">
      <w:r w:rsidRPr="009071AC">
        <w:t>À l</w:t>
      </w:r>
      <w:r w:rsidR="00F635DB">
        <w:t>’</w:t>
      </w:r>
      <w:r w:rsidRPr="009071AC">
        <w:t>exemple des ambitieux déçus</w:t>
      </w:r>
      <w:r w:rsidR="00F635DB">
        <w:t xml:space="preserve">, </w:t>
      </w:r>
      <w:r w:rsidRPr="009071AC">
        <w:t>il accusait les hommes et les choses</w:t>
      </w:r>
      <w:r w:rsidR="00F635DB">
        <w:t xml:space="preserve">, </w:t>
      </w:r>
      <w:r w:rsidRPr="009071AC">
        <w:t>les événements</w:t>
      </w:r>
      <w:r w:rsidR="00F635DB">
        <w:t xml:space="preserve">, </w:t>
      </w:r>
      <w:r w:rsidRPr="009071AC">
        <w:t>des envieux et des ennemis que certes il n</w:t>
      </w:r>
      <w:r w:rsidR="00F635DB">
        <w:t>’</w:t>
      </w:r>
      <w:r w:rsidRPr="009071AC">
        <w:t>avait pas</w:t>
      </w:r>
      <w:r w:rsidR="00F635DB">
        <w:t>.</w:t>
      </w:r>
    </w:p>
    <w:p w14:paraId="300363A5" w14:textId="77777777" w:rsidR="00F635DB" w:rsidRDefault="00855694" w:rsidP="00F635DB">
      <w:r w:rsidRPr="009071AC">
        <w:t>Par certains jours</w:t>
      </w:r>
      <w:r w:rsidR="00F635DB">
        <w:t xml:space="preserve">, </w:t>
      </w:r>
      <w:r w:rsidRPr="009071AC">
        <w:t>il eût été capable de tout pour arriver à l</w:t>
      </w:r>
      <w:r w:rsidR="00F635DB">
        <w:t>’</w:t>
      </w:r>
      <w:r w:rsidRPr="009071AC">
        <w:t>assouvissement de ses ambitions</w:t>
      </w:r>
      <w:r w:rsidR="00F635DB">
        <w:t xml:space="preserve">. </w:t>
      </w:r>
      <w:r w:rsidRPr="009071AC">
        <w:t>Car il avait tout souhaité</w:t>
      </w:r>
      <w:r w:rsidR="00F635DB">
        <w:t xml:space="preserve">, </w:t>
      </w:r>
      <w:r w:rsidRPr="009071AC">
        <w:t>tout envié</w:t>
      </w:r>
      <w:r w:rsidR="00F635DB">
        <w:t xml:space="preserve">, </w:t>
      </w:r>
      <w:r w:rsidRPr="009071AC">
        <w:t>tout espéré</w:t>
      </w:r>
      <w:r w:rsidR="00F635DB">
        <w:t xml:space="preserve">, </w:t>
      </w:r>
      <w:r w:rsidRPr="009071AC">
        <w:t>et les privations</w:t>
      </w:r>
      <w:r w:rsidR="00F635DB">
        <w:t xml:space="preserve">, </w:t>
      </w:r>
      <w:r w:rsidRPr="009071AC">
        <w:t>à la longue</w:t>
      </w:r>
      <w:r w:rsidR="00F635DB">
        <w:t xml:space="preserve">, </w:t>
      </w:r>
      <w:r w:rsidRPr="009071AC">
        <w:t>avaient été comme de l</w:t>
      </w:r>
      <w:r w:rsidR="00F635DB">
        <w:t>’</w:t>
      </w:r>
      <w:r w:rsidRPr="009071AC">
        <w:t>huile jetée sur la flamme des convoitises qui incendiaient son cerveau</w:t>
      </w:r>
      <w:r w:rsidR="00F635DB">
        <w:t>.</w:t>
      </w:r>
    </w:p>
    <w:p w14:paraId="180A52DF" w14:textId="77777777" w:rsidR="00F635DB" w:rsidRDefault="00855694" w:rsidP="00F635DB">
      <w:r w:rsidRPr="009071AC">
        <w:lastRenderedPageBreak/>
        <w:t>Plus calme</w:t>
      </w:r>
      <w:r w:rsidR="00F635DB">
        <w:t xml:space="preserve">, </w:t>
      </w:r>
      <w:r w:rsidRPr="009071AC">
        <w:t>à d</w:t>
      </w:r>
      <w:r w:rsidR="00F635DB">
        <w:t>’</w:t>
      </w:r>
      <w:r w:rsidRPr="009071AC">
        <w:t>autres moments</w:t>
      </w:r>
      <w:r w:rsidR="00F635DB">
        <w:t xml:space="preserve">, </w:t>
      </w:r>
      <w:r w:rsidRPr="009071AC">
        <w:t>il se demandait à quelle porte de la fortune frapper</w:t>
      </w:r>
      <w:r w:rsidR="00F635DB">
        <w:t xml:space="preserve">, </w:t>
      </w:r>
      <w:r w:rsidRPr="009071AC">
        <w:t>pour qu</w:t>
      </w:r>
      <w:r w:rsidR="00F635DB">
        <w:t>’</w:t>
      </w:r>
      <w:r w:rsidRPr="009071AC">
        <w:t>elle ouvrît plus vite à son impatience fiévreuse</w:t>
      </w:r>
      <w:r w:rsidR="00F635DB">
        <w:t>.</w:t>
      </w:r>
    </w:p>
    <w:p w14:paraId="7FF8D514" w14:textId="77777777" w:rsidR="00F635DB" w:rsidRDefault="00855694" w:rsidP="00F635DB">
      <w:r w:rsidRPr="009071AC">
        <w:t>Il avait songé à s</w:t>
      </w:r>
      <w:r w:rsidR="00F635DB">
        <w:t>’</w:t>
      </w:r>
      <w:r w:rsidRPr="009071AC">
        <w:t>improviser dentiste</w:t>
      </w:r>
      <w:r w:rsidR="00F635DB">
        <w:t xml:space="preserve">, </w:t>
      </w:r>
      <w:r w:rsidRPr="009071AC">
        <w:t>ou à chercher un bailleur de fonds pour la vente de quelqu</w:t>
      </w:r>
      <w:r w:rsidR="00F635DB">
        <w:t>’</w:t>
      </w:r>
      <w:r w:rsidRPr="009071AC">
        <w:t>un de ces spécifiques dont le brevet assure cent mille livres de rentes</w:t>
      </w:r>
      <w:r w:rsidR="00F635DB">
        <w:t>.</w:t>
      </w:r>
    </w:p>
    <w:p w14:paraId="6A576E1D" w14:textId="77777777" w:rsidR="00F635DB" w:rsidRDefault="00855694" w:rsidP="00F635DB">
      <w:r w:rsidRPr="009071AC">
        <w:t>Il avait rêvé l</w:t>
      </w:r>
      <w:r w:rsidR="00F635DB">
        <w:t>’</w:t>
      </w:r>
      <w:r w:rsidRPr="009071AC">
        <w:t>établissement d</w:t>
      </w:r>
      <w:r w:rsidR="00F635DB">
        <w:t>’</w:t>
      </w:r>
      <w:r w:rsidRPr="009071AC">
        <w:t>une pharmacie monstre</w:t>
      </w:r>
      <w:r w:rsidR="00F635DB">
        <w:t xml:space="preserve">, </w:t>
      </w:r>
      <w:r w:rsidRPr="009071AC">
        <w:t>la création d</w:t>
      </w:r>
      <w:r w:rsidR="00F635DB">
        <w:t>’</w:t>
      </w:r>
      <w:r w:rsidRPr="009071AC">
        <w:t>une maison de santé ou encore l</w:t>
      </w:r>
      <w:r w:rsidR="00F635DB">
        <w:t>’</w:t>
      </w:r>
      <w:r w:rsidRPr="009071AC">
        <w:t>exploitation lucrative de quelque remède nouveau</w:t>
      </w:r>
      <w:r w:rsidR="00F635DB">
        <w:t>.</w:t>
      </w:r>
    </w:p>
    <w:p w14:paraId="1F50669F" w14:textId="77777777" w:rsidR="00F635DB" w:rsidRDefault="00855694" w:rsidP="00F635DB">
      <w:r w:rsidRPr="009071AC">
        <w:t>Mais pour tout cela il fallait de l</w:t>
      </w:r>
      <w:r w:rsidR="00F635DB">
        <w:t>’</w:t>
      </w:r>
      <w:r w:rsidRPr="009071AC">
        <w:t>argent</w:t>
      </w:r>
      <w:r w:rsidR="00F635DB">
        <w:t xml:space="preserve">, </w:t>
      </w:r>
      <w:r w:rsidRPr="009071AC">
        <w:t>beaucoup d</w:t>
      </w:r>
      <w:r w:rsidR="00F635DB">
        <w:t>’</w:t>
      </w:r>
      <w:r w:rsidRPr="009071AC">
        <w:t>argent</w:t>
      </w:r>
      <w:r w:rsidR="00F635DB">
        <w:t xml:space="preserve">, </w:t>
      </w:r>
      <w:r w:rsidRPr="009071AC">
        <w:t>et il n</w:t>
      </w:r>
      <w:r w:rsidR="00F635DB">
        <w:t>’</w:t>
      </w:r>
      <w:r w:rsidRPr="009071AC">
        <w:t>en avait plus</w:t>
      </w:r>
      <w:r w:rsidR="00F635DB">
        <w:t xml:space="preserve">. </w:t>
      </w:r>
      <w:r w:rsidRPr="009071AC">
        <w:t>L</w:t>
      </w:r>
      <w:r w:rsidR="00F635DB">
        <w:t>’</w:t>
      </w:r>
      <w:r w:rsidRPr="009071AC">
        <w:t>heure venait de prendre un parti</w:t>
      </w:r>
      <w:r w:rsidR="00F635DB">
        <w:t xml:space="preserve">, </w:t>
      </w:r>
      <w:r w:rsidRPr="009071AC">
        <w:t>il ne pouvait plus tenir</w:t>
      </w:r>
      <w:r w:rsidR="00F635DB">
        <w:t>…</w:t>
      </w:r>
    </w:p>
    <w:p w14:paraId="6FEFAA07" w14:textId="77777777" w:rsidR="00F635DB" w:rsidRDefault="00855694" w:rsidP="00F635DB">
      <w:r w:rsidRPr="009071AC">
        <w:t>Sa troisième année d</w:t>
      </w:r>
      <w:r w:rsidR="00F635DB">
        <w:t>’</w:t>
      </w:r>
      <w:r w:rsidRPr="009071AC">
        <w:t>exercice</w:t>
      </w:r>
      <w:r w:rsidR="00F635DB">
        <w:t xml:space="preserve">, </w:t>
      </w:r>
      <w:r w:rsidRPr="009071AC">
        <w:t>rue de Courcelles</w:t>
      </w:r>
      <w:r w:rsidR="00F635DB">
        <w:t xml:space="preserve">, </w:t>
      </w:r>
      <w:r w:rsidRPr="009071AC">
        <w:t>lui avait à peine rapporté de quoi payer son domestique</w:t>
      </w:r>
      <w:r w:rsidR="00F635DB">
        <w:t xml:space="preserve">… </w:t>
      </w:r>
      <w:r w:rsidRPr="009071AC">
        <w:t>Car il avait un domestique</w:t>
      </w:r>
      <w:r w:rsidR="00F635DB">
        <w:t xml:space="preserve">, </w:t>
      </w:r>
      <w:r w:rsidRPr="009071AC">
        <w:t>cela pose</w:t>
      </w:r>
      <w:r w:rsidR="00F635DB">
        <w:t>.</w:t>
      </w:r>
    </w:p>
    <w:p w14:paraId="2B02D1DE" w14:textId="77777777" w:rsidR="00F635DB" w:rsidRDefault="00855694" w:rsidP="00F635DB">
      <w:r w:rsidRPr="009071AC">
        <w:t>Il avait un valet de chambre par la même raison qu</w:t>
      </w:r>
      <w:r w:rsidR="00F635DB">
        <w:t>’</w:t>
      </w:r>
      <w:r w:rsidRPr="009071AC">
        <w:t>il avait un appartement</w:t>
      </w:r>
      <w:r w:rsidR="00F635DB">
        <w:t xml:space="preserve">, </w:t>
      </w:r>
      <w:r w:rsidRPr="009071AC">
        <w:t>c</w:t>
      </w:r>
      <w:r w:rsidR="00F635DB">
        <w:t>’</w:t>
      </w:r>
      <w:r w:rsidRPr="009071AC">
        <w:t>est-à-dire l</w:t>
      </w:r>
      <w:r w:rsidR="00F635DB">
        <w:t>’</w:t>
      </w:r>
      <w:r w:rsidRPr="009071AC">
        <w:t>apparence d</w:t>
      </w:r>
      <w:r w:rsidR="00F635DB">
        <w:t>’</w:t>
      </w:r>
      <w:r w:rsidRPr="009071AC">
        <w:t>un appartement somptueux</w:t>
      </w:r>
      <w:r w:rsidR="00F635DB">
        <w:t>.</w:t>
      </w:r>
    </w:p>
    <w:p w14:paraId="1939CA38" w14:textId="77777777" w:rsidR="00F635DB" w:rsidRDefault="00855694" w:rsidP="00F635DB">
      <w:r w:rsidRPr="009071AC">
        <w:t>Fidèle à son système</w:t>
      </w:r>
      <w:r w:rsidR="00F635DB">
        <w:t xml:space="preserve"> – </w:t>
      </w:r>
      <w:r w:rsidRPr="009071AC">
        <w:t>celui de son maître</w:t>
      </w:r>
      <w:r w:rsidR="00F635DB">
        <w:t xml:space="preserve"> – </w:t>
      </w:r>
      <w:r w:rsidRPr="009071AC">
        <w:t>il y avait tout sacrifié aux dehors</w:t>
      </w:r>
      <w:r w:rsidR="00F635DB">
        <w:t xml:space="preserve">, </w:t>
      </w:r>
      <w:r w:rsidRPr="009071AC">
        <w:t>à l</w:t>
      </w:r>
      <w:r w:rsidR="00F635DB">
        <w:t>’</w:t>
      </w:r>
      <w:r w:rsidRPr="009071AC">
        <w:t>étalage</w:t>
      </w:r>
      <w:r w:rsidR="00F635DB">
        <w:t xml:space="preserve">, </w:t>
      </w:r>
      <w:r w:rsidRPr="009071AC">
        <w:t>à la montre</w:t>
      </w:r>
      <w:r w:rsidR="00F635DB">
        <w:t xml:space="preserve">, </w:t>
      </w:r>
      <w:r w:rsidRPr="009071AC">
        <w:t>à</w:t>
      </w:r>
      <w:r w:rsidR="00F635DB">
        <w:t xml:space="preserve">, </w:t>
      </w:r>
      <w:r w:rsidRPr="009071AC">
        <w:t>ce qui se voit et reluit</w:t>
      </w:r>
      <w:r w:rsidR="00F635DB">
        <w:t>…</w:t>
      </w:r>
    </w:p>
    <w:p w14:paraId="41DB1DCC" w14:textId="77777777" w:rsidR="00F635DB" w:rsidRDefault="00855694" w:rsidP="00F635DB">
      <w:r w:rsidRPr="009071AC">
        <w:t>Un luxe criard et de mauvais goût y faisait cligner les yeux</w:t>
      </w:r>
      <w:r w:rsidR="00F635DB">
        <w:t xml:space="preserve">. </w:t>
      </w:r>
      <w:r w:rsidRPr="009071AC">
        <w:t>Ce n</w:t>
      </w:r>
      <w:r w:rsidR="00F635DB">
        <w:t>’</w:t>
      </w:r>
      <w:r w:rsidRPr="009071AC">
        <w:t>était que tapis et tentures</w:t>
      </w:r>
      <w:r w:rsidR="00F635DB">
        <w:t xml:space="preserve">, </w:t>
      </w:r>
      <w:r w:rsidRPr="009071AC">
        <w:t>dorures au plafond</w:t>
      </w:r>
      <w:r w:rsidR="00F635DB">
        <w:t xml:space="preserve">, </w:t>
      </w:r>
      <w:r w:rsidRPr="009071AC">
        <w:t>objets d</w:t>
      </w:r>
      <w:r w:rsidR="00F635DB">
        <w:t>’</w:t>
      </w:r>
      <w:r w:rsidRPr="009071AC">
        <w:t>art et consoles chargées d</w:t>
      </w:r>
      <w:r w:rsidR="00F635DB">
        <w:t>’</w:t>
      </w:r>
      <w:r w:rsidRPr="009071AC">
        <w:t>ornements</w:t>
      </w:r>
      <w:r w:rsidR="00F635DB">
        <w:t>.</w:t>
      </w:r>
    </w:p>
    <w:p w14:paraId="086B7E88" w14:textId="77777777" w:rsidR="00F635DB" w:rsidRDefault="00855694" w:rsidP="00F635DB">
      <w:r w:rsidRPr="009071AC">
        <w:t>Il est sûr qu</w:t>
      </w:r>
      <w:r w:rsidR="00F635DB">
        <w:t>’</w:t>
      </w:r>
      <w:r w:rsidRPr="009071AC">
        <w:t>un paysan arrivant de son village eût été ébloui</w:t>
      </w:r>
      <w:r w:rsidR="00F635DB">
        <w:t>.</w:t>
      </w:r>
    </w:p>
    <w:p w14:paraId="587A4E93" w14:textId="77777777" w:rsidR="00F635DB" w:rsidRDefault="00855694" w:rsidP="00F635DB">
      <w:r w:rsidRPr="009071AC">
        <w:t>Mais il fallait se garder d</w:t>
      </w:r>
      <w:r w:rsidR="00F635DB">
        <w:t>’</w:t>
      </w:r>
      <w:r w:rsidRPr="009071AC">
        <w:t>examiner de trop près</w:t>
      </w:r>
      <w:r w:rsidR="00F635DB">
        <w:t>.</w:t>
      </w:r>
    </w:p>
    <w:p w14:paraId="1D5A0DF1" w14:textId="77777777" w:rsidR="00F635DB" w:rsidRDefault="00855694" w:rsidP="00F635DB">
      <w:r w:rsidRPr="009071AC">
        <w:lastRenderedPageBreak/>
        <w:t>Il y avait plus de coton que de soie dans le velours des meubles</w:t>
      </w:r>
      <w:r w:rsidR="00F635DB">
        <w:t xml:space="preserve">, </w:t>
      </w:r>
      <w:r w:rsidRPr="009071AC">
        <w:t>et qui eût été toucher certaines statues</w:t>
      </w:r>
      <w:r w:rsidR="00F635DB">
        <w:t xml:space="preserve">, </w:t>
      </w:r>
      <w:r w:rsidRPr="009071AC">
        <w:t>haut huchées sur leur socle</w:t>
      </w:r>
      <w:r w:rsidR="00F635DB">
        <w:t xml:space="preserve">, </w:t>
      </w:r>
      <w:r w:rsidRPr="009071AC">
        <w:t>eût reconnu du plâtre</w:t>
      </w:r>
      <w:r w:rsidR="00F635DB">
        <w:t xml:space="preserve">, </w:t>
      </w:r>
      <w:r w:rsidRPr="009071AC">
        <w:t>sous une couche de peinture verte frottée de limaille de cuivre</w:t>
      </w:r>
      <w:r w:rsidR="00F635DB">
        <w:t>.</w:t>
      </w:r>
    </w:p>
    <w:p w14:paraId="7941B07E" w14:textId="77777777" w:rsidR="00F635DB" w:rsidRDefault="00855694" w:rsidP="00F635DB">
      <w:r w:rsidRPr="009071AC">
        <w:t>Ce plâtre</w:t>
      </w:r>
      <w:r w:rsidR="00F635DB">
        <w:t xml:space="preserve">, </w:t>
      </w:r>
      <w:r w:rsidRPr="009071AC">
        <w:t>jouant le bronze</w:t>
      </w:r>
      <w:r w:rsidR="00F635DB">
        <w:t xml:space="preserve">, </w:t>
      </w:r>
      <w:r w:rsidRPr="009071AC">
        <w:t>c</w:t>
      </w:r>
      <w:r w:rsidR="00F635DB">
        <w:t>’</w:t>
      </w:r>
      <w:r w:rsidRPr="009071AC">
        <w:t>était tout l</w:t>
      </w:r>
      <w:r w:rsidR="00F635DB">
        <w:t>’</w:t>
      </w:r>
      <w:r w:rsidRPr="009071AC">
        <w:t>homme</w:t>
      </w:r>
      <w:r w:rsidR="00F635DB">
        <w:t xml:space="preserve">, </w:t>
      </w:r>
      <w:r w:rsidRPr="009071AC">
        <w:t>son système</w:t>
      </w:r>
      <w:r w:rsidR="00F635DB">
        <w:t xml:space="preserve">… </w:t>
      </w:r>
      <w:r w:rsidRPr="009071AC">
        <w:t>et notre siècle</w:t>
      </w:r>
      <w:r w:rsidR="00F635DB">
        <w:t>…</w:t>
      </w:r>
    </w:p>
    <w:p w14:paraId="30F300B5" w14:textId="77777777" w:rsidR="00F635DB" w:rsidRDefault="00855694" w:rsidP="00F635DB">
      <w:r w:rsidRPr="009071AC">
        <w:t>Quand il rentra chez lui</w:t>
      </w:r>
      <w:r w:rsidR="00F635DB">
        <w:t xml:space="preserve">, </w:t>
      </w:r>
      <w:r w:rsidRPr="009071AC">
        <w:t xml:space="preserve">la première question du docteur </w:t>
      </w:r>
      <w:proofErr w:type="spellStart"/>
      <w:r w:rsidRPr="009071AC">
        <w:t>Jodon</w:t>
      </w:r>
      <w:proofErr w:type="spellEnd"/>
      <w:r w:rsidRPr="009071AC">
        <w:t xml:space="preserve"> à son domestique fut comme toujours</w:t>
      </w:r>
      <w:r w:rsidR="00F635DB">
        <w:t> :</w:t>
      </w:r>
    </w:p>
    <w:p w14:paraId="3E1F25BE" w14:textId="77777777" w:rsidR="00F635DB" w:rsidRDefault="00F635DB" w:rsidP="00F635DB">
      <w:r>
        <w:t>— </w:t>
      </w:r>
      <w:r w:rsidR="00855694" w:rsidRPr="009071AC">
        <w:t>Il n</w:t>
      </w:r>
      <w:r>
        <w:t>’</w:t>
      </w:r>
      <w:r w:rsidR="00855694" w:rsidRPr="009071AC">
        <w:t>est venu personne</w:t>
      </w:r>
      <w:r>
        <w:t> ?</w:t>
      </w:r>
    </w:p>
    <w:p w14:paraId="7C697836" w14:textId="77777777" w:rsidR="00F635DB" w:rsidRDefault="00F635DB" w:rsidP="00F635DB">
      <w:r>
        <w:t>— </w:t>
      </w:r>
      <w:r w:rsidR="00855694" w:rsidRPr="009071AC">
        <w:t>Personne</w:t>
      </w:r>
      <w:r>
        <w:t>.</w:t>
      </w:r>
    </w:p>
    <w:p w14:paraId="262B6E1C" w14:textId="77777777" w:rsidR="00F635DB" w:rsidRDefault="00855694" w:rsidP="00F635DB">
      <w:r w:rsidRPr="009071AC">
        <w:t>Le docteur soupira et</w:t>
      </w:r>
      <w:r w:rsidR="00F635DB">
        <w:t xml:space="preserve">, </w:t>
      </w:r>
      <w:r w:rsidRPr="009071AC">
        <w:t>traversant son superbe salon d</w:t>
      </w:r>
      <w:r w:rsidR="00F635DB">
        <w:t>’</w:t>
      </w:r>
      <w:r w:rsidRPr="009071AC">
        <w:t>attente</w:t>
      </w:r>
      <w:r w:rsidR="00F635DB">
        <w:t xml:space="preserve">, </w:t>
      </w:r>
      <w:r w:rsidRPr="009071AC">
        <w:t>il alla s</w:t>
      </w:r>
      <w:r w:rsidR="00F635DB">
        <w:t>’</w:t>
      </w:r>
      <w:r w:rsidRPr="009071AC">
        <w:t>asseoir dans son cabinet de consultations</w:t>
      </w:r>
      <w:r w:rsidR="00F635DB">
        <w:t xml:space="preserve">, </w:t>
      </w:r>
      <w:r w:rsidRPr="009071AC">
        <w:t>au coin d</w:t>
      </w:r>
      <w:r w:rsidR="00F635DB">
        <w:t>’</w:t>
      </w:r>
      <w:r w:rsidRPr="009071AC">
        <w:t>un feu plus que modeste</w:t>
      </w:r>
      <w:r w:rsidR="00F635DB">
        <w:t>.</w:t>
      </w:r>
    </w:p>
    <w:p w14:paraId="0E9BA9B4" w14:textId="77777777" w:rsidR="00F635DB" w:rsidRDefault="00855694" w:rsidP="00F635DB">
      <w:r w:rsidRPr="009071AC">
        <w:t>Il était plus préoccupé encore que de coutume</w:t>
      </w:r>
      <w:r w:rsidR="00F635DB">
        <w:t xml:space="preserve">. </w:t>
      </w:r>
      <w:r w:rsidRPr="009071AC">
        <w:t xml:space="preserve">La scène dont il avait été témoin chez le comte de </w:t>
      </w:r>
      <w:proofErr w:type="spellStart"/>
      <w:r w:rsidRPr="009071AC">
        <w:t>Chalusse</w:t>
      </w:r>
      <w:proofErr w:type="spellEnd"/>
      <w:r w:rsidRPr="009071AC">
        <w:t xml:space="preserve"> se représentait à sa mémoire avec une vivacité singulière</w:t>
      </w:r>
      <w:r w:rsidR="00F635DB">
        <w:t xml:space="preserve">, </w:t>
      </w:r>
      <w:r w:rsidRPr="009071AC">
        <w:t>et il la tournait et retournait dans sa pensée</w:t>
      </w:r>
      <w:r w:rsidR="00F635DB">
        <w:t xml:space="preserve">, </w:t>
      </w:r>
      <w:r w:rsidRPr="009071AC">
        <w:t>cherchant s</w:t>
      </w:r>
      <w:r w:rsidR="00F635DB">
        <w:t>’</w:t>
      </w:r>
      <w:r w:rsidRPr="009071AC">
        <w:t>il n</w:t>
      </w:r>
      <w:r w:rsidR="00F635DB">
        <w:t>’</w:t>
      </w:r>
      <w:r w:rsidRPr="009071AC">
        <w:t>y aurait pas quelque parti à tirer du mystère qu</w:t>
      </w:r>
      <w:r w:rsidR="00F635DB">
        <w:t>’</w:t>
      </w:r>
      <w:r w:rsidRPr="009071AC">
        <w:t>il soupçonnait</w:t>
      </w:r>
      <w:r w:rsidR="00F635DB">
        <w:t>.</w:t>
      </w:r>
    </w:p>
    <w:p w14:paraId="55225A15" w14:textId="77777777" w:rsidR="00F635DB" w:rsidRDefault="00855694" w:rsidP="00F635DB">
      <w:r w:rsidRPr="009071AC">
        <w:t>Car plus que jamais il croyait à un mystère</w:t>
      </w:r>
      <w:r w:rsidR="00F635DB">
        <w:t xml:space="preserve">, </w:t>
      </w:r>
      <w:r w:rsidRPr="009071AC">
        <w:t>porté</w:t>
      </w:r>
      <w:r w:rsidR="00F635DB">
        <w:t xml:space="preserve">, </w:t>
      </w:r>
      <w:r w:rsidRPr="009071AC">
        <w:t>à imaginer l</w:t>
      </w:r>
      <w:r w:rsidR="00F635DB">
        <w:t>’</w:t>
      </w:r>
      <w:r w:rsidRPr="009071AC">
        <w:t>impossible</w:t>
      </w:r>
      <w:r w:rsidR="00F635DB">
        <w:t xml:space="preserve">, </w:t>
      </w:r>
      <w:r w:rsidRPr="009071AC">
        <w:t>comme tous les gens à qui les événements ordinaires réussissent mal</w:t>
      </w:r>
      <w:r w:rsidR="00F635DB">
        <w:t>…</w:t>
      </w:r>
    </w:p>
    <w:p w14:paraId="2997E140" w14:textId="77777777" w:rsidR="00F635DB" w:rsidRDefault="00855694" w:rsidP="00F635DB">
      <w:r w:rsidRPr="009071AC">
        <w:t>Il se torturait l</w:t>
      </w:r>
      <w:r w:rsidR="00F635DB">
        <w:t>’</w:t>
      </w:r>
      <w:r w:rsidRPr="009071AC">
        <w:t>esprit depuis une heure</w:t>
      </w:r>
      <w:r w:rsidR="00F635DB">
        <w:t xml:space="preserve">, </w:t>
      </w:r>
      <w:r w:rsidRPr="009071AC">
        <w:t>quand le timbre de la porte d</w:t>
      </w:r>
      <w:r w:rsidR="00F635DB">
        <w:t>’</w:t>
      </w:r>
      <w:r w:rsidRPr="009071AC">
        <w:t>entrée l</w:t>
      </w:r>
      <w:r w:rsidR="00F635DB">
        <w:t>’</w:t>
      </w:r>
      <w:r w:rsidRPr="009071AC">
        <w:t>arracha à ses méditations</w:t>
      </w:r>
      <w:r w:rsidR="00F635DB">
        <w:t>.</w:t>
      </w:r>
    </w:p>
    <w:p w14:paraId="6E2387FE" w14:textId="77777777" w:rsidR="00F635DB" w:rsidRDefault="00855694" w:rsidP="00F635DB">
      <w:r w:rsidRPr="009071AC">
        <w:t>À cette heure</w:t>
      </w:r>
      <w:r w:rsidR="00F635DB">
        <w:t xml:space="preserve">, </w:t>
      </w:r>
      <w:r w:rsidRPr="009071AC">
        <w:t>qui pouvait venir</w:t>
      </w:r>
      <w:r w:rsidR="00F635DB">
        <w:t> ?…</w:t>
      </w:r>
    </w:p>
    <w:p w14:paraId="7C404439" w14:textId="77777777" w:rsidR="00F635DB" w:rsidRDefault="00855694" w:rsidP="00F635DB">
      <w:r w:rsidRPr="009071AC">
        <w:t>Bientôt son domestique parut</w:t>
      </w:r>
      <w:r w:rsidR="00F635DB">
        <w:t xml:space="preserve">, </w:t>
      </w:r>
      <w:r w:rsidRPr="009071AC">
        <w:t>lui annonçant qu</w:t>
      </w:r>
      <w:r w:rsidR="00F635DB">
        <w:t>’</w:t>
      </w:r>
      <w:r w:rsidRPr="009071AC">
        <w:t>il y avait dans le salon d</w:t>
      </w:r>
      <w:r w:rsidR="00F635DB">
        <w:t>’</w:t>
      </w:r>
      <w:r w:rsidRPr="009071AC">
        <w:t>attente une dame qui se disait très-pressée</w:t>
      </w:r>
      <w:r w:rsidR="00F635DB">
        <w:t>…</w:t>
      </w:r>
    </w:p>
    <w:p w14:paraId="5F98B44B" w14:textId="77777777" w:rsidR="00F635DB" w:rsidRDefault="00F635DB" w:rsidP="00F635DB">
      <w:r>
        <w:t>— </w:t>
      </w:r>
      <w:r w:rsidR="00855694" w:rsidRPr="009071AC">
        <w:t>C</w:t>
      </w:r>
      <w:r>
        <w:t>’</w:t>
      </w:r>
      <w:r w:rsidR="00855694" w:rsidRPr="009071AC">
        <w:t>est bien</w:t>
      </w:r>
      <w:r>
        <w:t xml:space="preserve">, </w:t>
      </w:r>
      <w:r w:rsidR="00855694" w:rsidRPr="009071AC">
        <w:t>fit-il</w:t>
      </w:r>
      <w:r>
        <w:t xml:space="preserve">… </w:t>
      </w:r>
      <w:r w:rsidR="00855694" w:rsidRPr="009071AC">
        <w:t>qu</w:t>
      </w:r>
      <w:r>
        <w:t>’</w:t>
      </w:r>
      <w:r w:rsidR="00855694" w:rsidRPr="009071AC">
        <w:t>elle attende un moment</w:t>
      </w:r>
      <w:r>
        <w:t>.</w:t>
      </w:r>
    </w:p>
    <w:p w14:paraId="1D8DF1F8" w14:textId="77777777" w:rsidR="00F635DB" w:rsidRDefault="00855694" w:rsidP="00F635DB">
      <w:r w:rsidRPr="009071AC">
        <w:lastRenderedPageBreak/>
        <w:t>Car il avait du moins ce mérite de ne jamais se départir de son programme</w:t>
      </w:r>
      <w:r w:rsidR="00F635DB">
        <w:t xml:space="preserve">. </w:t>
      </w:r>
      <w:r w:rsidRPr="009071AC">
        <w:t>En aucune circonstance il n</w:t>
      </w:r>
      <w:r w:rsidR="00F635DB">
        <w:t>’</w:t>
      </w:r>
      <w:r w:rsidRPr="009071AC">
        <w:t>admettait un client immédiatement</w:t>
      </w:r>
      <w:r w:rsidR="00F635DB">
        <w:t xml:space="preserve"> ; </w:t>
      </w:r>
      <w:r w:rsidRPr="009071AC">
        <w:t>il voulait qu</w:t>
      </w:r>
      <w:r w:rsidR="00F635DB">
        <w:t>’</w:t>
      </w:r>
      <w:r w:rsidRPr="009071AC">
        <w:t>on attendît</w:t>
      </w:r>
      <w:r w:rsidR="00F635DB">
        <w:t xml:space="preserve">, </w:t>
      </w:r>
      <w:r w:rsidRPr="009071AC">
        <w:t>qu</w:t>
      </w:r>
      <w:r w:rsidR="00F635DB">
        <w:t>’</w:t>
      </w:r>
      <w:r w:rsidRPr="009071AC">
        <w:t>on eût le temps de réfléchir aux avantages qu</w:t>
      </w:r>
      <w:r w:rsidR="00F635DB">
        <w:t>’</w:t>
      </w:r>
      <w:r w:rsidRPr="009071AC">
        <w:t>il y a de s</w:t>
      </w:r>
      <w:r w:rsidR="00F635DB">
        <w:t>’</w:t>
      </w:r>
      <w:r w:rsidRPr="009071AC">
        <w:t>adresser à un docteur très-occupé et qui a la vogue</w:t>
      </w:r>
      <w:r w:rsidR="00F635DB">
        <w:t>…</w:t>
      </w:r>
    </w:p>
    <w:p w14:paraId="33AF091B" w14:textId="77777777" w:rsidR="00F635DB" w:rsidRDefault="00855694" w:rsidP="00F635DB">
      <w:r w:rsidRPr="009071AC">
        <w:t>Au bout de dix minutes seulement il ouvrit</w:t>
      </w:r>
      <w:r w:rsidR="00F635DB">
        <w:t xml:space="preserve">, </w:t>
      </w:r>
      <w:r w:rsidRPr="009071AC">
        <w:t>et une grosse dame s</w:t>
      </w:r>
      <w:r w:rsidR="00F635DB">
        <w:t>’</w:t>
      </w:r>
      <w:r w:rsidRPr="009071AC">
        <w:t>avança vivement en relevant le voile qui cachait son visage</w:t>
      </w:r>
      <w:r w:rsidR="00F635DB">
        <w:t>.</w:t>
      </w:r>
    </w:p>
    <w:p w14:paraId="7329C436" w14:textId="77777777" w:rsidR="00F635DB" w:rsidRDefault="00855694" w:rsidP="00F635DB">
      <w:r w:rsidRPr="009071AC">
        <w:t>Elle devait avoir dépassé quarante-cinq ans</w:t>
      </w:r>
      <w:r w:rsidR="00F635DB">
        <w:t xml:space="preserve">, </w:t>
      </w:r>
      <w:r w:rsidRPr="009071AC">
        <w:t>et si elle avait été belle autrefois</w:t>
      </w:r>
      <w:r w:rsidR="00F635DB">
        <w:t xml:space="preserve">, </w:t>
      </w:r>
      <w:r w:rsidRPr="009071AC">
        <w:t>il n</w:t>
      </w:r>
      <w:r w:rsidR="00F635DB">
        <w:t>’</w:t>
      </w:r>
      <w:r w:rsidRPr="009071AC">
        <w:t>y paraissait plus guère</w:t>
      </w:r>
      <w:r w:rsidR="00F635DB">
        <w:t xml:space="preserve">. </w:t>
      </w:r>
      <w:r w:rsidRPr="009071AC">
        <w:t>Elle avait des cheveux bruns grisonnants</w:t>
      </w:r>
      <w:r w:rsidR="00F635DB">
        <w:t xml:space="preserve">, </w:t>
      </w:r>
      <w:r w:rsidRPr="009071AC">
        <w:t>rudes et épais</w:t>
      </w:r>
      <w:r w:rsidR="00F635DB">
        <w:t xml:space="preserve">, </w:t>
      </w:r>
      <w:r w:rsidRPr="009071AC">
        <w:t>plantés très-bas sur le front</w:t>
      </w:r>
      <w:r w:rsidR="00F635DB">
        <w:t xml:space="preserve">, </w:t>
      </w:r>
      <w:r w:rsidRPr="009071AC">
        <w:t>le nez épaté</w:t>
      </w:r>
      <w:r w:rsidR="00F635DB">
        <w:t xml:space="preserve">, </w:t>
      </w:r>
      <w:r w:rsidRPr="009071AC">
        <w:t>de grosses lèvres bonasses et des yeux ternes sans expression</w:t>
      </w:r>
      <w:r w:rsidR="00F635DB">
        <w:t>.</w:t>
      </w:r>
    </w:p>
    <w:p w14:paraId="1111E537" w14:textId="77777777" w:rsidR="00F635DB" w:rsidRDefault="00855694" w:rsidP="00F635DB">
      <w:r w:rsidRPr="009071AC">
        <w:t>De toute sa personne s</w:t>
      </w:r>
      <w:r w:rsidR="00F635DB">
        <w:t>’</w:t>
      </w:r>
      <w:r w:rsidRPr="009071AC">
        <w:t>exhalait comme un parfum de mansuétude et de tristesse</w:t>
      </w:r>
      <w:r w:rsidR="00F635DB">
        <w:t xml:space="preserve">, </w:t>
      </w:r>
      <w:r w:rsidRPr="009071AC">
        <w:t>avec une nuance de dévotion</w:t>
      </w:r>
      <w:r w:rsidR="00F635DB">
        <w:t>.</w:t>
      </w:r>
    </w:p>
    <w:p w14:paraId="04E2DC96" w14:textId="77777777" w:rsidR="00F635DB" w:rsidRDefault="00855694" w:rsidP="00F635DB">
      <w:r w:rsidRPr="009071AC">
        <w:t>Mais</w:t>
      </w:r>
      <w:r w:rsidR="00F635DB">
        <w:t xml:space="preserve">, </w:t>
      </w:r>
      <w:r w:rsidRPr="009071AC">
        <w:t>en ce moment</w:t>
      </w:r>
      <w:r w:rsidR="00F635DB">
        <w:t xml:space="preserve">, </w:t>
      </w:r>
      <w:r w:rsidRPr="009071AC">
        <w:t>elle paraissait fort troublée</w:t>
      </w:r>
      <w:r w:rsidR="00F635DB">
        <w:t>.</w:t>
      </w:r>
    </w:p>
    <w:p w14:paraId="2609D294" w14:textId="77777777" w:rsidR="00F635DB" w:rsidRDefault="00855694" w:rsidP="00F635DB">
      <w:r w:rsidRPr="009071AC">
        <w:t>Elle s</w:t>
      </w:r>
      <w:r w:rsidR="00F635DB">
        <w:t>’</w:t>
      </w:r>
      <w:r w:rsidRPr="009071AC">
        <w:t>assit sur l</w:t>
      </w:r>
      <w:r w:rsidR="00F635DB">
        <w:t>’</w:t>
      </w:r>
      <w:r w:rsidRPr="009071AC">
        <w:t>invitation du docteur</w:t>
      </w:r>
      <w:r w:rsidR="00F635DB">
        <w:t xml:space="preserve">, </w:t>
      </w:r>
      <w:r w:rsidRPr="009071AC">
        <w:t>et sans attendre ses questions</w:t>
      </w:r>
      <w:r w:rsidR="00F635DB">
        <w:t> :</w:t>
      </w:r>
    </w:p>
    <w:p w14:paraId="72BC1A9A" w14:textId="1B3641BB" w:rsidR="00F635DB" w:rsidRDefault="00F635DB" w:rsidP="00F635DB">
      <w:r>
        <w:t>— </w:t>
      </w:r>
      <w:r w:rsidR="00855694" w:rsidRPr="009071AC">
        <w:t>Je dois vous dire tout d</w:t>
      </w:r>
      <w:r>
        <w:t>’</w:t>
      </w:r>
      <w:r w:rsidR="00855694" w:rsidRPr="009071AC">
        <w:t>abord</w:t>
      </w:r>
      <w:r>
        <w:t xml:space="preserve">, </w:t>
      </w:r>
      <w:r w:rsidR="00855694" w:rsidRPr="009071AC">
        <w:t>monsieur</w:t>
      </w:r>
      <w:r>
        <w:t xml:space="preserve">, </w:t>
      </w:r>
      <w:r w:rsidR="00855694" w:rsidRPr="009071AC">
        <w:t>commença-t-elle</w:t>
      </w:r>
      <w:r>
        <w:t xml:space="preserve">, </w:t>
      </w:r>
      <w:r w:rsidR="00855694" w:rsidRPr="009071AC">
        <w:t>que je suis la</w:t>
      </w:r>
      <w:r>
        <w:t xml:space="preserve">… </w:t>
      </w:r>
      <w:r w:rsidR="00855694" w:rsidRPr="009071AC">
        <w:t xml:space="preserve">dame de confiance de </w:t>
      </w:r>
      <w:r>
        <w:t>M. </w:t>
      </w:r>
      <w:r w:rsidR="00855694" w:rsidRPr="009071AC">
        <w:t xml:space="preserve">le comte de </w:t>
      </w:r>
      <w:proofErr w:type="spellStart"/>
      <w:r w:rsidR="00855694" w:rsidRPr="009071AC">
        <w:t>Chalusse</w:t>
      </w:r>
      <w:proofErr w:type="spellEnd"/>
      <w:r>
        <w:t>…</w:t>
      </w:r>
    </w:p>
    <w:p w14:paraId="2C8F76FC" w14:textId="77777777" w:rsidR="00F635DB" w:rsidRDefault="00855694" w:rsidP="00F635DB">
      <w:r w:rsidRPr="009071AC">
        <w:t>Si maître qu</w:t>
      </w:r>
      <w:r w:rsidR="00F635DB">
        <w:t>’</w:t>
      </w:r>
      <w:r w:rsidRPr="009071AC">
        <w:t>il fût du secret de ses impressions</w:t>
      </w:r>
      <w:r w:rsidR="00F635DB">
        <w:t xml:space="preserve">, </w:t>
      </w:r>
      <w:r w:rsidRPr="009071AC">
        <w:t>le docteur bondit</w:t>
      </w:r>
      <w:r w:rsidR="00F635DB">
        <w:t>.</w:t>
      </w:r>
    </w:p>
    <w:p w14:paraId="6EB9CBB7" w14:textId="151E74D8" w:rsidR="00F635DB" w:rsidRDefault="00F635DB" w:rsidP="00F635DB">
      <w:r>
        <w:t>— M</w:t>
      </w:r>
      <w:r w:rsidRPr="00F635DB">
        <w:rPr>
          <w:vertAlign w:val="superscript"/>
        </w:rPr>
        <w:t>me</w:t>
      </w:r>
      <w:r>
        <w:t> </w:t>
      </w:r>
      <w:r w:rsidR="00855694" w:rsidRPr="009071AC">
        <w:t>Léon</w:t>
      </w:r>
      <w:r>
        <w:t xml:space="preserve"> ?… </w:t>
      </w:r>
      <w:r w:rsidR="00855694" w:rsidRPr="009071AC">
        <w:t>fit-il d</w:t>
      </w:r>
      <w:r>
        <w:t>’</w:t>
      </w:r>
      <w:r w:rsidR="00855694" w:rsidRPr="009071AC">
        <w:t>un ton d</w:t>
      </w:r>
      <w:r>
        <w:t>’</w:t>
      </w:r>
      <w:r w:rsidR="00855694" w:rsidRPr="009071AC">
        <w:t>immense surprise</w:t>
      </w:r>
      <w:r>
        <w:t>.</w:t>
      </w:r>
    </w:p>
    <w:p w14:paraId="05BAEBA3" w14:textId="77777777" w:rsidR="00F635DB" w:rsidRDefault="00855694" w:rsidP="00F635DB">
      <w:r w:rsidRPr="009071AC">
        <w:t>Elle s</w:t>
      </w:r>
      <w:r w:rsidR="00F635DB">
        <w:t>’</w:t>
      </w:r>
      <w:r w:rsidRPr="009071AC">
        <w:t>inclina en pinçant ses grosses lèvres</w:t>
      </w:r>
      <w:r w:rsidR="00F635DB">
        <w:t>.</w:t>
      </w:r>
    </w:p>
    <w:p w14:paraId="4E691DB0" w14:textId="77777777" w:rsidR="00F635DB" w:rsidRDefault="00F635DB" w:rsidP="00F635DB">
      <w:r>
        <w:t>— </w:t>
      </w:r>
      <w:r w:rsidR="00855694" w:rsidRPr="009071AC">
        <w:t>C</w:t>
      </w:r>
      <w:r>
        <w:t>’</w:t>
      </w:r>
      <w:r w:rsidR="00855694" w:rsidRPr="009071AC">
        <w:t>est ainsi qu</w:t>
      </w:r>
      <w:r>
        <w:t>’</w:t>
      </w:r>
      <w:r w:rsidR="00855694" w:rsidRPr="009071AC">
        <w:t>on m</w:t>
      </w:r>
      <w:r>
        <w:t>’</w:t>
      </w:r>
      <w:r w:rsidR="00855694" w:rsidRPr="009071AC">
        <w:t>appelle</w:t>
      </w:r>
      <w:r>
        <w:t xml:space="preserve">, </w:t>
      </w:r>
      <w:r w:rsidR="00855694" w:rsidRPr="009071AC">
        <w:t>oui</w:t>
      </w:r>
      <w:r>
        <w:t xml:space="preserve">, </w:t>
      </w:r>
      <w:r w:rsidR="00855694" w:rsidRPr="009071AC">
        <w:t>monsieur</w:t>
      </w:r>
      <w:r>
        <w:t xml:space="preserve">… </w:t>
      </w:r>
      <w:r w:rsidR="00855694" w:rsidRPr="009071AC">
        <w:t>Mais ce n</w:t>
      </w:r>
      <w:r>
        <w:t>’</w:t>
      </w:r>
      <w:r w:rsidR="00855694" w:rsidRPr="009071AC">
        <w:t>est là qu</w:t>
      </w:r>
      <w:r>
        <w:t>’</w:t>
      </w:r>
      <w:r w:rsidR="00855694" w:rsidRPr="009071AC">
        <w:t>un prénom</w:t>
      </w:r>
      <w:r>
        <w:t xml:space="preserve">… </w:t>
      </w:r>
      <w:r w:rsidR="00855694" w:rsidRPr="009071AC">
        <w:t xml:space="preserve">Le nom que je porte jurerait trop avec </w:t>
      </w:r>
      <w:r w:rsidR="00855694" w:rsidRPr="009071AC">
        <w:lastRenderedPageBreak/>
        <w:t>ma condition présente</w:t>
      </w:r>
      <w:r>
        <w:t xml:space="preserve">… </w:t>
      </w:r>
      <w:r w:rsidR="00855694" w:rsidRPr="009071AC">
        <w:t>Les revers de fortune ne sont pas rares à notre époque</w:t>
      </w:r>
      <w:r>
        <w:t xml:space="preserve">… </w:t>
      </w:r>
      <w:r w:rsidR="00855694" w:rsidRPr="009071AC">
        <w:t>et il en est de tels que sans la religion qui console</w:t>
      </w:r>
      <w:r>
        <w:t xml:space="preserve">, </w:t>
      </w:r>
      <w:r w:rsidR="00855694" w:rsidRPr="009071AC">
        <w:t>on n</w:t>
      </w:r>
      <w:r>
        <w:t>’</w:t>
      </w:r>
      <w:r w:rsidR="00855694" w:rsidRPr="009071AC">
        <w:t>aurait pas la force de les supporter</w:t>
      </w:r>
      <w:r>
        <w:t>…</w:t>
      </w:r>
    </w:p>
    <w:p w14:paraId="1A3B4DAC" w14:textId="77777777" w:rsidR="00F635DB" w:rsidRDefault="00855694" w:rsidP="00F635DB">
      <w:r w:rsidRPr="009071AC">
        <w:t>Le médecin concentrait sur cette visiteuse toute sa pénétration</w:t>
      </w:r>
      <w:r w:rsidR="00F635DB">
        <w:t>.</w:t>
      </w:r>
    </w:p>
    <w:p w14:paraId="0424FB0A" w14:textId="77777777" w:rsidR="00F635DB" w:rsidRDefault="00F635DB" w:rsidP="00F635DB">
      <w:r>
        <w:t>— </w:t>
      </w:r>
      <w:r w:rsidR="00855694" w:rsidRPr="009071AC">
        <w:t>Que peut-elle me vouloir</w:t>
      </w:r>
      <w:r>
        <w:t xml:space="preserve"> ? </w:t>
      </w:r>
      <w:r w:rsidR="00855694" w:rsidRPr="009071AC">
        <w:t>pensait-il</w:t>
      </w:r>
      <w:r>
        <w:t>.</w:t>
      </w:r>
    </w:p>
    <w:p w14:paraId="5E8B1930" w14:textId="77777777" w:rsidR="00F635DB" w:rsidRDefault="00855694" w:rsidP="00F635DB">
      <w:r w:rsidRPr="009071AC">
        <w:t>Elle</w:t>
      </w:r>
      <w:r w:rsidR="00F635DB">
        <w:t xml:space="preserve">, </w:t>
      </w:r>
      <w:r w:rsidRPr="009071AC">
        <w:t>cependant</w:t>
      </w:r>
      <w:r w:rsidR="00F635DB">
        <w:t xml:space="preserve">, </w:t>
      </w:r>
      <w:r w:rsidRPr="009071AC">
        <w:t>poursuivait</w:t>
      </w:r>
      <w:r w:rsidR="00F635DB">
        <w:t> :</w:t>
      </w:r>
    </w:p>
    <w:p w14:paraId="7F5F4D71" w14:textId="4358D14A" w:rsidR="00F635DB" w:rsidRDefault="00F635DB" w:rsidP="00F635DB">
      <w:r>
        <w:t>— </w:t>
      </w:r>
      <w:r w:rsidR="00855694" w:rsidRPr="009071AC">
        <w:t>J</w:t>
      </w:r>
      <w:r>
        <w:t>’</w:t>
      </w:r>
      <w:r w:rsidR="00855694" w:rsidRPr="009071AC">
        <w:t>allais me trouver sans ressources</w:t>
      </w:r>
      <w:r>
        <w:t xml:space="preserve">, </w:t>
      </w:r>
      <w:r w:rsidR="00855694" w:rsidRPr="009071AC">
        <w:t xml:space="preserve">quand </w:t>
      </w:r>
      <w:r>
        <w:t>M. de </w:t>
      </w:r>
      <w:proofErr w:type="spellStart"/>
      <w:r w:rsidR="00855694" w:rsidRPr="009071AC">
        <w:t>Chalusse</w:t>
      </w:r>
      <w:proofErr w:type="spellEnd"/>
      <w:r>
        <w:t xml:space="preserve">, </w:t>
      </w:r>
      <w:r w:rsidR="00855694" w:rsidRPr="009071AC">
        <w:t>un ami de ma famille</w:t>
      </w:r>
      <w:r>
        <w:t xml:space="preserve">, </w:t>
      </w:r>
      <w:r w:rsidR="00855694" w:rsidRPr="009071AC">
        <w:t>me supplia de surveiller l</w:t>
      </w:r>
      <w:r>
        <w:t>’</w:t>
      </w:r>
      <w:r w:rsidR="00855694" w:rsidRPr="009071AC">
        <w:t>éducation d</w:t>
      </w:r>
      <w:r>
        <w:t>’</w:t>
      </w:r>
      <w:r w:rsidR="00855694" w:rsidRPr="009071AC">
        <w:t>une jeune personne à laquelle il s</w:t>
      </w:r>
      <w:r>
        <w:t>’</w:t>
      </w:r>
      <w:r w:rsidR="00855694" w:rsidRPr="009071AC">
        <w:t>intéressait</w:t>
      </w:r>
      <w:r>
        <w:t>, M</w:t>
      </w:r>
      <w:r w:rsidRPr="00F635DB">
        <w:rPr>
          <w:vertAlign w:val="superscript"/>
        </w:rPr>
        <w:t>lle</w:t>
      </w:r>
      <w:r>
        <w:t> </w:t>
      </w:r>
      <w:r w:rsidR="00855694" w:rsidRPr="009071AC">
        <w:t>Marguerite</w:t>
      </w:r>
      <w:r>
        <w:t xml:space="preserve">… </w:t>
      </w:r>
      <w:r w:rsidR="00855694" w:rsidRPr="009071AC">
        <w:t>J</w:t>
      </w:r>
      <w:r>
        <w:t>’</w:t>
      </w:r>
      <w:r w:rsidR="00855694" w:rsidRPr="009071AC">
        <w:t>acceptai et j</w:t>
      </w:r>
      <w:r>
        <w:t>’</w:t>
      </w:r>
      <w:r w:rsidR="00855694" w:rsidRPr="009071AC">
        <w:t>en remercie Dieu tous les jours</w:t>
      </w:r>
      <w:r>
        <w:t xml:space="preserve">, </w:t>
      </w:r>
      <w:r w:rsidR="00855694" w:rsidRPr="009071AC">
        <w:t>car si j</w:t>
      </w:r>
      <w:r>
        <w:t>’</w:t>
      </w:r>
      <w:r w:rsidR="00855694" w:rsidRPr="009071AC">
        <w:t>ai pour cette chère enfant l</w:t>
      </w:r>
      <w:r>
        <w:t>’</w:t>
      </w:r>
      <w:r w:rsidR="00855694" w:rsidRPr="009071AC">
        <w:t>affection d</w:t>
      </w:r>
      <w:r>
        <w:t>’</w:t>
      </w:r>
      <w:r w:rsidR="00855694" w:rsidRPr="009071AC">
        <w:t>une mère</w:t>
      </w:r>
      <w:r>
        <w:t xml:space="preserve">, </w:t>
      </w:r>
      <w:r w:rsidR="00855694" w:rsidRPr="009071AC">
        <w:t>elle a pour moi les tendresses d</w:t>
      </w:r>
      <w:r>
        <w:t>’</w:t>
      </w:r>
      <w:r w:rsidR="00855694" w:rsidRPr="009071AC">
        <w:t>une fille</w:t>
      </w:r>
      <w:r>
        <w:t>…</w:t>
      </w:r>
    </w:p>
    <w:p w14:paraId="38FFC1A2" w14:textId="77777777" w:rsidR="00F635DB" w:rsidRDefault="00855694" w:rsidP="00F635DB">
      <w:r w:rsidRPr="009071AC">
        <w:t>Et à l</w:t>
      </w:r>
      <w:r w:rsidR="00F635DB">
        <w:t>’</w:t>
      </w:r>
      <w:r w:rsidRPr="009071AC">
        <w:t>appui de son dire</w:t>
      </w:r>
      <w:r w:rsidR="00F635DB">
        <w:t xml:space="preserve">, </w:t>
      </w:r>
      <w:r w:rsidRPr="009071AC">
        <w:t>elle sortit un mouchoir de sa poche et réussit à se tirer une larme des yeux</w:t>
      </w:r>
      <w:r w:rsidR="00F635DB">
        <w:t>.</w:t>
      </w:r>
    </w:p>
    <w:p w14:paraId="0C6498D4" w14:textId="648E8766" w:rsidR="00F635DB" w:rsidRDefault="00F635DB" w:rsidP="00F635DB">
      <w:r>
        <w:t>— </w:t>
      </w:r>
      <w:r w:rsidR="00855694" w:rsidRPr="009071AC">
        <w:t>Après cela</w:t>
      </w:r>
      <w:r>
        <w:t xml:space="preserve">, </w:t>
      </w:r>
      <w:r w:rsidR="00855694" w:rsidRPr="009071AC">
        <w:t>docteur</w:t>
      </w:r>
      <w:r>
        <w:t xml:space="preserve">, </w:t>
      </w:r>
      <w:r w:rsidR="00855694" w:rsidRPr="009071AC">
        <w:t>continua-t-elle</w:t>
      </w:r>
      <w:r>
        <w:t xml:space="preserve">, </w:t>
      </w:r>
      <w:r w:rsidR="00855694" w:rsidRPr="009071AC">
        <w:t>vous devez comprendre que l</w:t>
      </w:r>
      <w:r>
        <w:t>’</w:t>
      </w:r>
      <w:r w:rsidR="00855694" w:rsidRPr="009071AC">
        <w:t>intérêt de ma bien-aimée Marguerite m</w:t>
      </w:r>
      <w:r>
        <w:t>’</w:t>
      </w:r>
      <w:r w:rsidR="00855694" w:rsidRPr="009071AC">
        <w:t>amène près de vous</w:t>
      </w:r>
      <w:r>
        <w:t xml:space="preserve">… </w:t>
      </w:r>
      <w:r w:rsidR="00855694" w:rsidRPr="009071AC">
        <w:t>J</w:t>
      </w:r>
      <w:r>
        <w:t>’</w:t>
      </w:r>
      <w:r w:rsidR="00855694" w:rsidRPr="009071AC">
        <w:t xml:space="preserve">étais enfermée dans ma chambre quand on a rapporté </w:t>
      </w:r>
      <w:r>
        <w:t>M. de </w:t>
      </w:r>
      <w:proofErr w:type="spellStart"/>
      <w:r w:rsidR="00855694" w:rsidRPr="009071AC">
        <w:t>Chalusse</w:t>
      </w:r>
      <w:proofErr w:type="spellEnd"/>
      <w:r>
        <w:t xml:space="preserve">, </w:t>
      </w:r>
      <w:r w:rsidR="00855694" w:rsidRPr="009071AC">
        <w:t>et je n</w:t>
      </w:r>
      <w:r>
        <w:t>’</w:t>
      </w:r>
      <w:r w:rsidR="00855694" w:rsidRPr="009071AC">
        <w:t>ai été prévenue du malheur qu</w:t>
      </w:r>
      <w:r>
        <w:t>’</w:t>
      </w:r>
      <w:r w:rsidR="00855694" w:rsidRPr="009071AC">
        <w:t>après votre départ</w:t>
      </w:r>
      <w:r>
        <w:t xml:space="preserve">. </w:t>
      </w:r>
      <w:r w:rsidR="00855694" w:rsidRPr="009071AC">
        <w:t>J</w:t>
      </w:r>
      <w:r>
        <w:t>’</w:t>
      </w:r>
      <w:r w:rsidR="00855694" w:rsidRPr="009071AC">
        <w:t>aurais pu</w:t>
      </w:r>
      <w:r>
        <w:t xml:space="preserve">, </w:t>
      </w:r>
      <w:r w:rsidR="00855694" w:rsidRPr="009071AC">
        <w:t>penserez-vous</w:t>
      </w:r>
      <w:r>
        <w:t xml:space="preserve">, </w:t>
      </w:r>
      <w:r w:rsidR="00855694" w:rsidRPr="009071AC">
        <w:t>attendre votre prochaine visite</w:t>
      </w:r>
      <w:r>
        <w:t xml:space="preserve">, </w:t>
      </w:r>
      <w:r w:rsidR="00855694" w:rsidRPr="009071AC">
        <w:t>mais je n</w:t>
      </w:r>
      <w:r>
        <w:t>’</w:t>
      </w:r>
      <w:r w:rsidR="00855694" w:rsidRPr="009071AC">
        <w:t>ai pas eu cette patience</w:t>
      </w:r>
      <w:r>
        <w:t xml:space="preserve">… </w:t>
      </w:r>
      <w:r w:rsidR="00855694" w:rsidRPr="009071AC">
        <w:t>On ne sait pas se résigner aux tourments de l</w:t>
      </w:r>
      <w:r>
        <w:t>’</w:t>
      </w:r>
      <w:r w:rsidR="00855694" w:rsidRPr="009071AC">
        <w:t>incertitude</w:t>
      </w:r>
      <w:r>
        <w:t xml:space="preserve">, </w:t>
      </w:r>
      <w:r w:rsidR="00855694" w:rsidRPr="009071AC">
        <w:t>quand il s</w:t>
      </w:r>
      <w:r>
        <w:t>’</w:t>
      </w:r>
      <w:r w:rsidR="00855694" w:rsidRPr="009071AC">
        <w:t>agit de l</w:t>
      </w:r>
      <w:r>
        <w:t>’</w:t>
      </w:r>
      <w:r w:rsidR="00855694" w:rsidRPr="009071AC">
        <w:t>avenir d</w:t>
      </w:r>
      <w:r>
        <w:t>’</w:t>
      </w:r>
      <w:r w:rsidR="00855694" w:rsidRPr="009071AC">
        <w:t>une fille chérie</w:t>
      </w:r>
      <w:r>
        <w:t xml:space="preserve"> !… </w:t>
      </w:r>
      <w:r w:rsidR="00855694" w:rsidRPr="009071AC">
        <w:t>Et me voici</w:t>
      </w:r>
      <w:r>
        <w:t>.</w:t>
      </w:r>
    </w:p>
    <w:p w14:paraId="7C8F74D4" w14:textId="77777777" w:rsidR="00F635DB" w:rsidRDefault="00855694" w:rsidP="00F635DB">
      <w:r w:rsidRPr="009071AC">
        <w:t>Elle reprit haleine et ajouta</w:t>
      </w:r>
      <w:r w:rsidR="00F635DB">
        <w:t> :</w:t>
      </w:r>
    </w:p>
    <w:p w14:paraId="5FFF851F" w14:textId="58F3EE5C" w:rsidR="00F635DB" w:rsidRDefault="00F635DB" w:rsidP="00F635DB">
      <w:r>
        <w:t>— </w:t>
      </w:r>
      <w:r w:rsidR="00855694" w:rsidRPr="009071AC">
        <w:t>Je suis venue</w:t>
      </w:r>
      <w:r>
        <w:t xml:space="preserve">, </w:t>
      </w:r>
      <w:r w:rsidR="00855694" w:rsidRPr="009071AC">
        <w:t>monsieur</w:t>
      </w:r>
      <w:r>
        <w:t xml:space="preserve">, </w:t>
      </w:r>
      <w:r w:rsidR="00855694" w:rsidRPr="009071AC">
        <w:t>vous demander l</w:t>
      </w:r>
      <w:r>
        <w:t>’</w:t>
      </w:r>
      <w:r w:rsidR="00855694" w:rsidRPr="009071AC">
        <w:t xml:space="preserve">exacte vérité sur la situation de </w:t>
      </w:r>
      <w:r>
        <w:t>M. </w:t>
      </w:r>
      <w:r w:rsidR="00855694" w:rsidRPr="009071AC">
        <w:t xml:space="preserve">le comte de </w:t>
      </w:r>
      <w:proofErr w:type="spellStart"/>
      <w:r w:rsidR="00855694" w:rsidRPr="009071AC">
        <w:t>Chalusse</w:t>
      </w:r>
      <w:proofErr w:type="spellEnd"/>
      <w:r>
        <w:t>.</w:t>
      </w:r>
    </w:p>
    <w:p w14:paraId="4CAB3DDD" w14:textId="77777777" w:rsidR="00F635DB" w:rsidRDefault="00855694" w:rsidP="00F635DB">
      <w:r w:rsidRPr="009071AC">
        <w:t>Véritablement le docteur s</w:t>
      </w:r>
      <w:r w:rsidR="00F635DB">
        <w:t>’</w:t>
      </w:r>
      <w:r w:rsidRPr="009071AC">
        <w:t>attendait à autre chose</w:t>
      </w:r>
      <w:r w:rsidR="00F635DB">
        <w:t xml:space="preserve">. </w:t>
      </w:r>
      <w:r w:rsidRPr="009071AC">
        <w:t>C</w:t>
      </w:r>
      <w:r w:rsidR="00F635DB">
        <w:t>’</w:t>
      </w:r>
      <w:r w:rsidRPr="009071AC">
        <w:t>est cependant de son ton le plus doctoral qu</w:t>
      </w:r>
      <w:r w:rsidR="00F635DB">
        <w:t>’</w:t>
      </w:r>
      <w:r w:rsidRPr="009071AC">
        <w:t>il répondit</w:t>
      </w:r>
      <w:r w:rsidR="00F635DB">
        <w:t> :</w:t>
      </w:r>
    </w:p>
    <w:p w14:paraId="6D758CCA" w14:textId="77777777" w:rsidR="00F635DB" w:rsidRDefault="00F635DB" w:rsidP="00F635DB">
      <w:r>
        <w:lastRenderedPageBreak/>
        <w:t>— </w:t>
      </w:r>
      <w:r w:rsidR="00855694" w:rsidRPr="009071AC">
        <w:t>À vous</w:t>
      </w:r>
      <w:r>
        <w:t xml:space="preserve">, </w:t>
      </w:r>
      <w:r w:rsidR="00855694" w:rsidRPr="009071AC">
        <w:t>madame</w:t>
      </w:r>
      <w:r>
        <w:t xml:space="preserve">, </w:t>
      </w:r>
      <w:r w:rsidR="00855694" w:rsidRPr="009071AC">
        <w:t>je dirai qu</w:t>
      </w:r>
      <w:r>
        <w:t>’</w:t>
      </w:r>
      <w:r w:rsidR="00855694" w:rsidRPr="009071AC">
        <w:t>il laisse peu d</w:t>
      </w:r>
      <w:r>
        <w:t>’</w:t>
      </w:r>
      <w:r w:rsidR="00855694" w:rsidRPr="009071AC">
        <w:t>espoir</w:t>
      </w:r>
      <w:r>
        <w:t xml:space="preserve">, </w:t>
      </w:r>
      <w:r w:rsidR="00855694" w:rsidRPr="009071AC">
        <w:t xml:space="preserve">et que je crois à une terminaison fatale avant </w:t>
      </w:r>
      <w:proofErr w:type="spellStart"/>
      <w:r w:rsidR="00855694" w:rsidRPr="009071AC">
        <w:t>vingt quatre</w:t>
      </w:r>
      <w:proofErr w:type="spellEnd"/>
      <w:r w:rsidR="00855694" w:rsidRPr="009071AC">
        <w:t xml:space="preserve"> heures</w:t>
      </w:r>
      <w:r>
        <w:t xml:space="preserve">, </w:t>
      </w:r>
      <w:r w:rsidR="00855694" w:rsidRPr="009071AC">
        <w:t>sans que le malade reprenne connaissance</w:t>
      </w:r>
      <w:r>
        <w:t>.</w:t>
      </w:r>
    </w:p>
    <w:p w14:paraId="10031462" w14:textId="77777777" w:rsidR="00F635DB" w:rsidRDefault="00855694" w:rsidP="00F635DB">
      <w:r w:rsidRPr="009071AC">
        <w:t>La femme de confiance pâlit</w:t>
      </w:r>
      <w:r w:rsidR="00F635DB">
        <w:t>.</w:t>
      </w:r>
    </w:p>
    <w:p w14:paraId="499893CA" w14:textId="77777777" w:rsidR="00F635DB" w:rsidRDefault="00F635DB" w:rsidP="00F635DB">
      <w:r>
        <w:t>— </w:t>
      </w:r>
      <w:r w:rsidR="00855694" w:rsidRPr="009071AC">
        <w:t>Alors</w:t>
      </w:r>
      <w:r>
        <w:t xml:space="preserve">, </w:t>
      </w:r>
      <w:r w:rsidR="00855694" w:rsidRPr="009071AC">
        <w:t>c</w:t>
      </w:r>
      <w:r>
        <w:t>’</w:t>
      </w:r>
      <w:r w:rsidR="00855694" w:rsidRPr="009071AC">
        <w:t>est fini</w:t>
      </w:r>
      <w:r>
        <w:t xml:space="preserve">, </w:t>
      </w:r>
      <w:r w:rsidR="00855694" w:rsidRPr="009071AC">
        <w:t>balbutia-t-elle</w:t>
      </w:r>
      <w:r>
        <w:t xml:space="preserve">, </w:t>
      </w:r>
      <w:r w:rsidR="00855694" w:rsidRPr="009071AC">
        <w:t>tout est fini</w:t>
      </w:r>
      <w:r>
        <w:t> !…</w:t>
      </w:r>
    </w:p>
    <w:p w14:paraId="7BF0DBC3" w14:textId="77777777" w:rsidR="00F635DB" w:rsidRDefault="00855694" w:rsidP="00F635DB">
      <w:r w:rsidRPr="009071AC">
        <w:t>Et incapable d</w:t>
      </w:r>
      <w:r w:rsidR="00F635DB">
        <w:t>’</w:t>
      </w:r>
      <w:r w:rsidRPr="009071AC">
        <w:t>articuler une syllabe de plus</w:t>
      </w:r>
      <w:r w:rsidR="00F635DB">
        <w:t xml:space="preserve">, </w:t>
      </w:r>
      <w:r w:rsidRPr="009071AC">
        <w:t>elle salua le docteur de la tête</w:t>
      </w:r>
      <w:r w:rsidR="00F635DB">
        <w:t xml:space="preserve">, </w:t>
      </w:r>
      <w:r w:rsidRPr="009071AC">
        <w:t>et brusquement se retira</w:t>
      </w:r>
      <w:r w:rsidR="00F635DB">
        <w:t>…</w:t>
      </w:r>
    </w:p>
    <w:p w14:paraId="43CBA992" w14:textId="77777777" w:rsidR="00F635DB" w:rsidRDefault="00855694" w:rsidP="00F635DB">
      <w:r w:rsidRPr="009071AC">
        <w:t>Debout devant sa cheminée</w:t>
      </w:r>
      <w:r w:rsidR="00F635DB">
        <w:t xml:space="preserve">, </w:t>
      </w:r>
      <w:r w:rsidRPr="009071AC">
        <w:t>l</w:t>
      </w:r>
      <w:r w:rsidR="00F635DB">
        <w:t>’</w:t>
      </w:r>
      <w:r w:rsidRPr="009071AC">
        <w:t>œil fixe</w:t>
      </w:r>
      <w:r w:rsidR="00F635DB">
        <w:t xml:space="preserve">, </w:t>
      </w:r>
      <w:r w:rsidRPr="009071AC">
        <w:t>la bouche entr</w:t>
      </w:r>
      <w:r w:rsidR="00F635DB">
        <w:t>’</w:t>
      </w:r>
      <w:r w:rsidRPr="009071AC">
        <w:t>ouverte</w:t>
      </w:r>
      <w:r w:rsidR="00F635DB">
        <w:t xml:space="preserve">, </w:t>
      </w:r>
      <w:r w:rsidRPr="009071AC">
        <w:t>le bras arrondi pour un geste interrompu</w:t>
      </w:r>
      <w:r w:rsidR="00F635DB">
        <w:t xml:space="preserve">, </w:t>
      </w:r>
      <w:r w:rsidRPr="009071AC">
        <w:t>le docteur demeurait immobile</w:t>
      </w:r>
      <w:r w:rsidR="00F635DB">
        <w:t xml:space="preserve">, </w:t>
      </w:r>
      <w:r w:rsidRPr="009071AC">
        <w:t>décontenancé</w:t>
      </w:r>
      <w:r w:rsidR="00F635DB">
        <w:t xml:space="preserve">, </w:t>
      </w:r>
      <w:r w:rsidRPr="009071AC">
        <w:t>pantois</w:t>
      </w:r>
      <w:r w:rsidR="00F635DB">
        <w:t>…</w:t>
      </w:r>
    </w:p>
    <w:p w14:paraId="4E00564B" w14:textId="77777777" w:rsidR="00F635DB" w:rsidRDefault="00855694" w:rsidP="00F635DB">
      <w:r w:rsidRPr="009071AC">
        <w:t>Il fallut pour le remettre le claquement de la porte extérieure se refermant sur la dame de confiance</w:t>
      </w:r>
      <w:r w:rsidR="00F635DB">
        <w:t>.</w:t>
      </w:r>
    </w:p>
    <w:p w14:paraId="318E158A" w14:textId="77777777" w:rsidR="00F635DB" w:rsidRDefault="00855694" w:rsidP="00F635DB">
      <w:r w:rsidRPr="009071AC">
        <w:t>À ce bruit</w:t>
      </w:r>
      <w:r w:rsidR="00F635DB">
        <w:t xml:space="preserve">, </w:t>
      </w:r>
      <w:r w:rsidRPr="009071AC">
        <w:t>il bondit</w:t>
      </w:r>
      <w:r w:rsidR="00F635DB">
        <w:t>.</w:t>
      </w:r>
    </w:p>
    <w:p w14:paraId="687CB582" w14:textId="77777777" w:rsidR="00F635DB" w:rsidRDefault="00F635DB" w:rsidP="00F635DB">
      <w:r>
        <w:t>— </w:t>
      </w:r>
      <w:r w:rsidR="00855694" w:rsidRPr="009071AC">
        <w:t>Ah ça</w:t>
      </w:r>
      <w:r>
        <w:t xml:space="preserve"> ! </w:t>
      </w:r>
      <w:r w:rsidR="00855694" w:rsidRPr="009071AC">
        <w:t>s</w:t>
      </w:r>
      <w:r>
        <w:t>’</w:t>
      </w:r>
      <w:r w:rsidR="00855694" w:rsidRPr="009071AC">
        <w:t>écria-t-il en jurant</w:t>
      </w:r>
      <w:r>
        <w:t xml:space="preserve">, </w:t>
      </w:r>
      <w:r w:rsidR="00855694" w:rsidRPr="009071AC">
        <w:t>elle se moque de moi</w:t>
      </w:r>
      <w:r>
        <w:t xml:space="preserve">, </w:t>
      </w:r>
      <w:r w:rsidR="00855694" w:rsidRPr="009071AC">
        <w:t>cette vieille</w:t>
      </w:r>
      <w:r>
        <w:t> !…</w:t>
      </w:r>
    </w:p>
    <w:p w14:paraId="6B80FE9E" w14:textId="7319B708" w:rsidR="00F635DB" w:rsidRDefault="00855694" w:rsidP="00F635DB">
      <w:r w:rsidRPr="009071AC">
        <w:t>Et aussitôt</w:t>
      </w:r>
      <w:r w:rsidR="00F635DB">
        <w:t xml:space="preserve">, </w:t>
      </w:r>
      <w:r w:rsidRPr="009071AC">
        <w:t>emporté par un mouvement irréfléchi</w:t>
      </w:r>
      <w:r w:rsidR="00F635DB">
        <w:t xml:space="preserve">, </w:t>
      </w:r>
      <w:r w:rsidRPr="009071AC">
        <w:t>il sauta sur son chapeau</w:t>
      </w:r>
      <w:r w:rsidR="00F635DB">
        <w:t xml:space="preserve">, </w:t>
      </w:r>
      <w:r w:rsidRPr="009071AC">
        <w:t>l</w:t>
      </w:r>
      <w:r w:rsidR="00F635DB">
        <w:t>’</w:t>
      </w:r>
      <w:r w:rsidRPr="009071AC">
        <w:t>enfonça sur sa tête et s</w:t>
      </w:r>
      <w:r w:rsidR="00F635DB">
        <w:t>’</w:t>
      </w:r>
      <w:r w:rsidRPr="009071AC">
        <w:t xml:space="preserve">élança sur les traces de </w:t>
      </w:r>
      <w:r w:rsidR="00F635DB">
        <w:t>M</w:t>
      </w:r>
      <w:r w:rsidR="00F635DB" w:rsidRPr="00F635DB">
        <w:rPr>
          <w:vertAlign w:val="superscript"/>
        </w:rPr>
        <w:t>me</w:t>
      </w:r>
      <w:r w:rsidR="00F635DB">
        <w:t> </w:t>
      </w:r>
      <w:r w:rsidRPr="009071AC">
        <w:t>Léon</w:t>
      </w:r>
      <w:r w:rsidR="00F635DB">
        <w:t>.</w:t>
      </w:r>
    </w:p>
    <w:p w14:paraId="0D48BFD6" w14:textId="77777777" w:rsidR="00F635DB" w:rsidRDefault="00855694" w:rsidP="00F635DB">
      <w:r w:rsidRPr="009071AC">
        <w:t>Mais elle avait de l</w:t>
      </w:r>
      <w:r w:rsidR="00F635DB">
        <w:t>’</w:t>
      </w:r>
      <w:r w:rsidRPr="009071AC">
        <w:t>avance</w:t>
      </w:r>
      <w:r w:rsidR="00F635DB">
        <w:t xml:space="preserve">, </w:t>
      </w:r>
      <w:r w:rsidRPr="009071AC">
        <w:t>et une fois dans la rue c</w:t>
      </w:r>
      <w:r w:rsidR="00F635DB">
        <w:t>’</w:t>
      </w:r>
      <w:r w:rsidRPr="009071AC">
        <w:t>est à peine si le docteur la reconnut à la lueur d</w:t>
      </w:r>
      <w:r w:rsidR="00F635DB">
        <w:t>’</w:t>
      </w:r>
      <w:r w:rsidRPr="009071AC">
        <w:t>un bec de gaz</w:t>
      </w:r>
      <w:r w:rsidR="00F635DB">
        <w:t xml:space="preserve">, </w:t>
      </w:r>
      <w:r w:rsidRPr="009071AC">
        <w:t>cinquante pas plus loin</w:t>
      </w:r>
      <w:r w:rsidR="00F635DB">
        <w:t xml:space="preserve">, </w:t>
      </w:r>
      <w:r w:rsidRPr="009071AC">
        <w:t>sur le trottoir désert</w:t>
      </w:r>
      <w:r w:rsidR="00F635DB">
        <w:t>.</w:t>
      </w:r>
    </w:p>
    <w:p w14:paraId="441C597D" w14:textId="77777777" w:rsidR="00F635DB" w:rsidRDefault="00855694" w:rsidP="00F635DB">
      <w:r w:rsidRPr="009071AC">
        <w:t>Elle marchait très-vite</w:t>
      </w:r>
      <w:r w:rsidR="00F635DB">
        <w:t xml:space="preserve">, </w:t>
      </w:r>
      <w:r w:rsidRPr="009071AC">
        <w:t>mais en forçant le pas il eût pu la rejoindre</w:t>
      </w:r>
      <w:r w:rsidR="00F635DB">
        <w:t>.</w:t>
      </w:r>
    </w:p>
    <w:p w14:paraId="75F4BBCA" w14:textId="77777777" w:rsidR="00F635DB" w:rsidRDefault="00855694" w:rsidP="00F635DB">
      <w:r w:rsidRPr="009071AC">
        <w:t>Il s</w:t>
      </w:r>
      <w:r w:rsidR="00F635DB">
        <w:t>’</w:t>
      </w:r>
      <w:r w:rsidRPr="009071AC">
        <w:t>en garda</w:t>
      </w:r>
      <w:r w:rsidR="00F635DB">
        <w:t xml:space="preserve">, </w:t>
      </w:r>
      <w:r w:rsidRPr="009071AC">
        <w:t>cependant</w:t>
      </w:r>
      <w:r w:rsidR="00F635DB">
        <w:t xml:space="preserve">, </w:t>
      </w:r>
      <w:r w:rsidRPr="009071AC">
        <w:t>ayant eu le loisir de songer qu</w:t>
      </w:r>
      <w:r w:rsidR="00F635DB">
        <w:t>’</w:t>
      </w:r>
      <w:r w:rsidRPr="009071AC">
        <w:t>il ne saurait sous quel prétexte honnête colorer une démarche si insolite</w:t>
      </w:r>
      <w:r w:rsidR="00F635DB">
        <w:t xml:space="preserve">, </w:t>
      </w:r>
      <w:r w:rsidRPr="009071AC">
        <w:t>et il se contenta de la suivre à distance avec précaution</w:t>
      </w:r>
      <w:r w:rsidR="00F635DB">
        <w:t>.</w:t>
      </w:r>
    </w:p>
    <w:p w14:paraId="32F976BA" w14:textId="77777777" w:rsidR="00F635DB" w:rsidRDefault="00855694" w:rsidP="00F635DB">
      <w:r w:rsidRPr="009071AC">
        <w:lastRenderedPageBreak/>
        <w:t>Tout à coup</w:t>
      </w:r>
      <w:r w:rsidR="00F635DB">
        <w:t xml:space="preserve">, </w:t>
      </w:r>
      <w:r w:rsidRPr="009071AC">
        <w:t>elle s</w:t>
      </w:r>
      <w:r w:rsidR="00F635DB">
        <w:t>’</w:t>
      </w:r>
      <w:r w:rsidRPr="009071AC">
        <w:t>arrêta court</w:t>
      </w:r>
      <w:r w:rsidR="00F635DB">
        <w:t>.</w:t>
      </w:r>
    </w:p>
    <w:p w14:paraId="3C123A17" w14:textId="77777777" w:rsidR="00F635DB" w:rsidRDefault="00855694" w:rsidP="00F635DB">
      <w:r w:rsidRPr="009071AC">
        <w:t>C</w:t>
      </w:r>
      <w:r w:rsidR="00F635DB">
        <w:t>’</w:t>
      </w:r>
      <w:r w:rsidRPr="009071AC">
        <w:t>était devant la boutique d</w:t>
      </w:r>
      <w:r w:rsidR="00F635DB">
        <w:t>’</w:t>
      </w:r>
      <w:r w:rsidRPr="009071AC">
        <w:t>un épicier où il y avait une boîte aux lettres</w:t>
      </w:r>
      <w:r w:rsidR="00F635DB">
        <w:t xml:space="preserve">. </w:t>
      </w:r>
      <w:r w:rsidRPr="009071AC">
        <w:t>La boutique était fermée mais on avait ménagé dans le volet une ouverture par où passait le conduit en zinc de la boîte</w:t>
      </w:r>
      <w:r w:rsidR="00F635DB">
        <w:t>.</w:t>
      </w:r>
    </w:p>
    <w:p w14:paraId="3FEDDB66" w14:textId="67788AEF" w:rsidR="00F635DB" w:rsidRDefault="00F635DB" w:rsidP="00F635DB">
      <w:r>
        <w:t>M</w:t>
      </w:r>
      <w:r w:rsidRPr="00F635DB">
        <w:rPr>
          <w:vertAlign w:val="superscript"/>
        </w:rPr>
        <w:t>me</w:t>
      </w:r>
      <w:r>
        <w:t> </w:t>
      </w:r>
      <w:r w:rsidR="00855694" w:rsidRPr="009071AC">
        <w:t>Léon hésitait visiblement</w:t>
      </w:r>
      <w:r>
        <w:t xml:space="preserve">… </w:t>
      </w:r>
      <w:r w:rsidR="00855694" w:rsidRPr="009071AC">
        <w:t>Elle balançait</w:t>
      </w:r>
      <w:r>
        <w:t xml:space="preserve">, </w:t>
      </w:r>
      <w:r w:rsidR="00855694" w:rsidRPr="009071AC">
        <w:t>comme on fait toujours</w:t>
      </w:r>
      <w:r>
        <w:t xml:space="preserve">, </w:t>
      </w:r>
      <w:r w:rsidR="00855694" w:rsidRPr="009071AC">
        <w:t>au moment de hasarder un acte décisif dont on est maître encore</w:t>
      </w:r>
      <w:r>
        <w:t xml:space="preserve">, </w:t>
      </w:r>
      <w:r w:rsidR="00855694" w:rsidRPr="009071AC">
        <w:t>et sur lequel il n</w:t>
      </w:r>
      <w:r>
        <w:t>’</w:t>
      </w:r>
      <w:r w:rsidR="00855694" w:rsidRPr="009071AC">
        <w:t>y aura plus à revenir quelles qu</w:t>
      </w:r>
      <w:r>
        <w:t>’</w:t>
      </w:r>
      <w:r w:rsidR="00855694" w:rsidRPr="009071AC">
        <w:t>en puissent être les conséquences</w:t>
      </w:r>
      <w:r>
        <w:t>.</w:t>
      </w:r>
    </w:p>
    <w:p w14:paraId="50A1A9DB" w14:textId="77777777" w:rsidR="00F635DB" w:rsidRDefault="00855694" w:rsidP="00F635DB">
      <w:r w:rsidRPr="009071AC">
        <w:t>Un observateur ne restera jamais vingt minutes devant un bureau de poste sans être témoin de cette pantomime expressive de l</w:t>
      </w:r>
      <w:r w:rsidR="00F635DB">
        <w:t>’</w:t>
      </w:r>
      <w:r w:rsidRPr="009071AC">
        <w:t>irrésolution</w:t>
      </w:r>
      <w:r w:rsidR="00F635DB">
        <w:t>…</w:t>
      </w:r>
    </w:p>
    <w:p w14:paraId="4694CD98" w14:textId="2306A2D6" w:rsidR="00F635DB" w:rsidRDefault="00855694" w:rsidP="00F635DB">
      <w:r w:rsidRPr="009071AC">
        <w:t>Enfin</w:t>
      </w:r>
      <w:r w:rsidR="00F635DB">
        <w:t xml:space="preserve">, </w:t>
      </w:r>
      <w:r w:rsidRPr="009071AC">
        <w:t>la femme de confiance eut un mouvement d</w:t>
      </w:r>
      <w:r w:rsidR="00F635DB">
        <w:t>’</w:t>
      </w:r>
      <w:r w:rsidRPr="009071AC">
        <w:t>épaules qui traduisait éloquemment le résultat de ses délibérations intérieures</w:t>
      </w:r>
      <w:r w:rsidR="00F635DB">
        <w:t> : « </w:t>
      </w:r>
      <w:r w:rsidRPr="009071AC">
        <w:t>Advienne que pourra</w:t>
      </w:r>
      <w:r w:rsidR="00F635DB">
        <w:t> !… »</w:t>
      </w:r>
    </w:p>
    <w:p w14:paraId="051DA452" w14:textId="77777777" w:rsidR="00F635DB" w:rsidRDefault="00855694" w:rsidP="00F635DB">
      <w:r w:rsidRPr="009071AC">
        <w:t>Et tirant vivement une lettre de son corsage</w:t>
      </w:r>
      <w:r w:rsidR="00F635DB">
        <w:t xml:space="preserve">, </w:t>
      </w:r>
      <w:r w:rsidRPr="009071AC">
        <w:t>elle la jeta dans la boîte et poursuivit son chemin avec plus de hâte encore</w:t>
      </w:r>
      <w:r w:rsidR="00F635DB">
        <w:t>.</w:t>
      </w:r>
    </w:p>
    <w:p w14:paraId="6B8E49D0" w14:textId="77777777" w:rsidR="00F635DB" w:rsidRDefault="00F635DB" w:rsidP="00F635DB">
      <w:r>
        <w:t>— </w:t>
      </w:r>
      <w:r w:rsidR="00855694" w:rsidRPr="009071AC">
        <w:t>Pas de doute possible</w:t>
      </w:r>
      <w:r>
        <w:t xml:space="preserve">, </w:t>
      </w:r>
      <w:r w:rsidR="00855694" w:rsidRPr="009071AC">
        <w:t>pensa le docteur</w:t>
      </w:r>
      <w:r>
        <w:t xml:space="preserve">, </w:t>
      </w:r>
      <w:r w:rsidR="00855694" w:rsidRPr="009071AC">
        <w:t>c</w:t>
      </w:r>
      <w:r>
        <w:t>’</w:t>
      </w:r>
      <w:r w:rsidR="00855694" w:rsidRPr="009071AC">
        <w:t>est ma réponse qui détermine l</w:t>
      </w:r>
      <w:r>
        <w:t>’</w:t>
      </w:r>
      <w:r w:rsidR="00855694" w:rsidRPr="009071AC">
        <w:t>envoi de cette missive préparée à l</w:t>
      </w:r>
      <w:r>
        <w:t>’</w:t>
      </w:r>
      <w:r w:rsidR="00855694" w:rsidRPr="009071AC">
        <w:t>avance</w:t>
      </w:r>
      <w:r>
        <w:t>.</w:t>
      </w:r>
    </w:p>
    <w:p w14:paraId="7A93AAA5" w14:textId="77777777" w:rsidR="00F635DB" w:rsidRDefault="00855694" w:rsidP="00F635DB">
      <w:r w:rsidRPr="009071AC">
        <w:t>Il n</w:t>
      </w:r>
      <w:r w:rsidR="00F635DB">
        <w:t>’</w:t>
      </w:r>
      <w:r w:rsidRPr="009071AC">
        <w:t>était pas riche</w:t>
      </w:r>
      <w:r w:rsidR="00F635DB">
        <w:t xml:space="preserve">, </w:t>
      </w:r>
      <w:r w:rsidRPr="009071AC">
        <w:t>il tenait aux maigres ressources qui lui restaient comme le joueur décavé à son dernier louis</w:t>
      </w:r>
      <w:r w:rsidR="00F635DB">
        <w:t xml:space="preserve">, – </w:t>
      </w:r>
      <w:r w:rsidRPr="009071AC">
        <w:t>ce louis qui peut et qui doit faire sauter la banque</w:t>
      </w:r>
      <w:r w:rsidR="00F635DB">
        <w:t xml:space="preserve">, – </w:t>
      </w:r>
      <w:r w:rsidRPr="009071AC">
        <w:t>et cependant il eût donné de bon cœur un billet de cent francs pour connaître le contenu de cette lettre</w:t>
      </w:r>
      <w:r w:rsidR="00F635DB">
        <w:t xml:space="preserve">, </w:t>
      </w:r>
      <w:r w:rsidRPr="009071AC">
        <w:t>ou seulement le nom du destinataire</w:t>
      </w:r>
      <w:r w:rsidR="00F635DB">
        <w:t>.</w:t>
      </w:r>
    </w:p>
    <w:p w14:paraId="28069E16" w14:textId="24BFC135" w:rsidR="00F635DB" w:rsidRDefault="00855694" w:rsidP="00F635DB">
      <w:r w:rsidRPr="009071AC">
        <w:t>Mais il touchait au terme de sa poursuite</w:t>
      </w:r>
      <w:r w:rsidR="00F635DB">
        <w:t>. M</w:t>
      </w:r>
      <w:r w:rsidR="00F635DB" w:rsidRPr="00F635DB">
        <w:rPr>
          <w:vertAlign w:val="superscript"/>
        </w:rPr>
        <w:t>me</w:t>
      </w:r>
      <w:r w:rsidR="00F635DB">
        <w:t> </w:t>
      </w:r>
      <w:r w:rsidRPr="009071AC">
        <w:t>Léon arrivait à l</w:t>
      </w:r>
      <w:r w:rsidR="00F635DB">
        <w:t>’</w:t>
      </w:r>
      <w:r w:rsidRPr="009071AC">
        <w:t xml:space="preserve">hôtel de </w:t>
      </w:r>
      <w:proofErr w:type="spellStart"/>
      <w:r w:rsidRPr="009071AC">
        <w:t>Chalusse</w:t>
      </w:r>
      <w:proofErr w:type="spellEnd"/>
      <w:r w:rsidR="00F635DB">
        <w:t xml:space="preserve">, </w:t>
      </w:r>
      <w:r w:rsidRPr="009071AC">
        <w:t>elle y entra</w:t>
      </w:r>
      <w:r w:rsidR="00F635DB">
        <w:t>…</w:t>
      </w:r>
    </w:p>
    <w:p w14:paraId="0557F376" w14:textId="77777777" w:rsidR="00F635DB" w:rsidRDefault="00855694" w:rsidP="00F635DB">
      <w:r w:rsidRPr="009071AC">
        <w:lastRenderedPageBreak/>
        <w:t>Devait-il l</w:t>
      </w:r>
      <w:r w:rsidR="00F635DB">
        <w:t>’</w:t>
      </w:r>
      <w:r w:rsidRPr="009071AC">
        <w:t>y suivre</w:t>
      </w:r>
      <w:r w:rsidR="00F635DB">
        <w:t xml:space="preserve"> ?… </w:t>
      </w:r>
      <w:r w:rsidRPr="009071AC">
        <w:t>La curiosité poignait le docteur à ce point qu</w:t>
      </w:r>
      <w:r w:rsidR="00F635DB">
        <w:t>’</w:t>
      </w:r>
      <w:r w:rsidRPr="009071AC">
        <w:t>il en eut l</w:t>
      </w:r>
      <w:r w:rsidR="00F635DB">
        <w:t>’</w:t>
      </w:r>
      <w:r w:rsidRPr="009071AC">
        <w:t>idée</w:t>
      </w:r>
      <w:r w:rsidR="00F635DB">
        <w:t xml:space="preserve">, </w:t>
      </w:r>
      <w:r w:rsidRPr="009071AC">
        <w:t>et qu</w:t>
      </w:r>
      <w:r w:rsidR="00F635DB">
        <w:t>’</w:t>
      </w:r>
      <w:r w:rsidRPr="009071AC">
        <w:t>il eut besoin d</w:t>
      </w:r>
      <w:r w:rsidR="00F635DB">
        <w:t>’</w:t>
      </w:r>
      <w:r w:rsidRPr="009071AC">
        <w:t>un héroïque effort de volonté pour y résister</w:t>
      </w:r>
      <w:r w:rsidR="00F635DB">
        <w:t>.</w:t>
      </w:r>
    </w:p>
    <w:p w14:paraId="679FAA0F" w14:textId="77777777" w:rsidR="00F635DB" w:rsidRDefault="00855694" w:rsidP="00F635DB">
      <w:r w:rsidRPr="009071AC">
        <w:t>Une lueur de sens commun qui veillait encore dans sa cervelle bouleversée lui démontra que se représenter avant l</w:t>
      </w:r>
      <w:r w:rsidR="00F635DB">
        <w:t>’</w:t>
      </w:r>
      <w:r w:rsidRPr="009071AC">
        <w:t>heure qu</w:t>
      </w:r>
      <w:r w:rsidR="00F635DB">
        <w:t>’</w:t>
      </w:r>
      <w:r w:rsidRPr="009071AC">
        <w:t>il avait indiquée serait une insigne maladresse</w:t>
      </w:r>
      <w:r w:rsidR="00F635DB">
        <w:t xml:space="preserve">. </w:t>
      </w:r>
      <w:r w:rsidRPr="009071AC">
        <w:t>Déjà</w:t>
      </w:r>
      <w:r w:rsidR="00F635DB">
        <w:t xml:space="preserve">, </w:t>
      </w:r>
      <w:r w:rsidRPr="009071AC">
        <w:t>dans cette soirée</w:t>
      </w:r>
      <w:r w:rsidR="00F635DB">
        <w:t xml:space="preserve">, </w:t>
      </w:r>
      <w:r w:rsidRPr="009071AC">
        <w:t>sa conduite n</w:t>
      </w:r>
      <w:r w:rsidR="00F635DB">
        <w:t>’</w:t>
      </w:r>
      <w:r w:rsidRPr="009071AC">
        <w:t>avait été que trop extraordinaire</w:t>
      </w:r>
      <w:r w:rsidR="00F635DB">
        <w:t xml:space="preserve">, </w:t>
      </w:r>
      <w:r w:rsidRPr="009071AC">
        <w:t>et bien plus celle d</w:t>
      </w:r>
      <w:r w:rsidR="00F635DB">
        <w:t>’</w:t>
      </w:r>
      <w:r w:rsidRPr="009071AC">
        <w:t>un juge que celle d</w:t>
      </w:r>
      <w:r w:rsidR="00F635DB">
        <w:t>’</w:t>
      </w:r>
      <w:r w:rsidRPr="009071AC">
        <w:t>un médecin</w:t>
      </w:r>
      <w:r w:rsidR="00F635DB">
        <w:t xml:space="preserve">. </w:t>
      </w:r>
      <w:r w:rsidRPr="009071AC">
        <w:t>Il comprenait que ce n</w:t>
      </w:r>
      <w:r w:rsidR="00F635DB">
        <w:t>’</w:t>
      </w:r>
      <w:r w:rsidRPr="009071AC">
        <w:t>est pas un bon moyen d</w:t>
      </w:r>
      <w:r w:rsidR="00F635DB">
        <w:t>’</w:t>
      </w:r>
      <w:r w:rsidRPr="009071AC">
        <w:t>être choisi pour confident que de s</w:t>
      </w:r>
      <w:r w:rsidR="00F635DB">
        <w:t>’</w:t>
      </w:r>
      <w:r w:rsidRPr="009071AC">
        <w:t>immiscer presque de force dans les affaires des gens</w:t>
      </w:r>
      <w:r w:rsidR="00F635DB">
        <w:t>.</w:t>
      </w:r>
    </w:p>
    <w:p w14:paraId="41958721" w14:textId="77777777" w:rsidR="00F635DB" w:rsidRDefault="00855694" w:rsidP="00F635DB">
      <w:r w:rsidRPr="009071AC">
        <w:t>Il rebroussa donc chemin</w:t>
      </w:r>
      <w:r w:rsidR="00F635DB">
        <w:t xml:space="preserve">, </w:t>
      </w:r>
      <w:r w:rsidRPr="009071AC">
        <w:t>tout pensif et aussi mécontent de lui que possible</w:t>
      </w:r>
      <w:r w:rsidR="00F635DB">
        <w:t>.</w:t>
      </w:r>
    </w:p>
    <w:p w14:paraId="32D6FDAB" w14:textId="77777777" w:rsidR="00F635DB" w:rsidRDefault="00F635DB" w:rsidP="00F635DB">
      <w:r>
        <w:t>— </w:t>
      </w:r>
      <w:r w:rsidR="00855694" w:rsidRPr="009071AC">
        <w:t>Quel imbécile je suis</w:t>
      </w:r>
      <w:r>
        <w:t xml:space="preserve"> ! </w:t>
      </w:r>
      <w:r w:rsidR="00855694" w:rsidRPr="009071AC">
        <w:t>grommelait-il</w:t>
      </w:r>
      <w:r>
        <w:t xml:space="preserve">. </w:t>
      </w:r>
      <w:r w:rsidR="00855694" w:rsidRPr="009071AC">
        <w:t>Si j</w:t>
      </w:r>
      <w:r>
        <w:t>’</w:t>
      </w:r>
      <w:r w:rsidR="00855694" w:rsidRPr="009071AC">
        <w:t>avais tenu cette vieille en suspens au lieu de lui dire brutalement la vérité</w:t>
      </w:r>
      <w:r>
        <w:t xml:space="preserve">, </w:t>
      </w:r>
      <w:r w:rsidR="00855694" w:rsidRPr="009071AC">
        <w:t>je saurais maintenant le but réel de sa visite</w:t>
      </w:r>
      <w:r>
        <w:t xml:space="preserve">… </w:t>
      </w:r>
      <w:r w:rsidR="00855694" w:rsidRPr="009071AC">
        <w:t>Car elle avait un but</w:t>
      </w:r>
      <w:r>
        <w:t xml:space="preserve">… </w:t>
      </w:r>
      <w:r w:rsidR="00855694" w:rsidRPr="009071AC">
        <w:t>Mais lequel</w:t>
      </w:r>
      <w:r>
        <w:t> ?…</w:t>
      </w:r>
    </w:p>
    <w:p w14:paraId="13F3D1D6" w14:textId="77777777" w:rsidR="00F635DB" w:rsidRDefault="00855694" w:rsidP="00F635DB">
      <w:r w:rsidRPr="009071AC">
        <w:t>C</w:t>
      </w:r>
      <w:r w:rsidR="00F635DB">
        <w:t>’</w:t>
      </w:r>
      <w:r w:rsidRPr="009071AC">
        <w:t>est à le chercher que le docteur consuma les deux heures qui le séparaient du moment de la seconde visite</w:t>
      </w:r>
      <w:r w:rsidR="00F635DB">
        <w:t>.</w:t>
      </w:r>
    </w:p>
    <w:p w14:paraId="3C07CC5C" w14:textId="77777777" w:rsidR="00F635DB" w:rsidRDefault="00855694" w:rsidP="00F635DB">
      <w:r w:rsidRPr="009071AC">
        <w:t>Mais il avait beau parcourir le champ sans limites des probabilités même improbables</w:t>
      </w:r>
      <w:r w:rsidR="00F635DB">
        <w:t xml:space="preserve">, </w:t>
      </w:r>
      <w:r w:rsidRPr="009071AC">
        <w:t>il n</w:t>
      </w:r>
      <w:r w:rsidR="00F635DB">
        <w:t>’</w:t>
      </w:r>
      <w:r w:rsidRPr="009071AC">
        <w:t>imaginait rien qui le satisfit</w:t>
      </w:r>
      <w:r w:rsidR="00F635DB">
        <w:t>.</w:t>
      </w:r>
    </w:p>
    <w:p w14:paraId="7DBD1583" w14:textId="3CD3E53F" w:rsidR="00F635DB" w:rsidRDefault="00855694" w:rsidP="00F635DB">
      <w:r w:rsidRPr="009071AC">
        <w:t>Une seule circonstance lui semblait indiscutable</w:t>
      </w:r>
      <w:r w:rsidR="00F635DB">
        <w:t xml:space="preserve"> : </w:t>
      </w:r>
      <w:r w:rsidRPr="009071AC">
        <w:t>c</w:t>
      </w:r>
      <w:r w:rsidR="00F635DB">
        <w:t>’</w:t>
      </w:r>
      <w:r w:rsidRPr="009071AC">
        <w:t xml:space="preserve">est que </w:t>
      </w:r>
      <w:r w:rsidR="00F635DB">
        <w:t>M</w:t>
      </w:r>
      <w:r w:rsidR="00F635DB" w:rsidRPr="00F635DB">
        <w:rPr>
          <w:vertAlign w:val="superscript"/>
        </w:rPr>
        <w:t>me</w:t>
      </w:r>
      <w:r w:rsidR="00F635DB">
        <w:t> </w:t>
      </w:r>
      <w:r w:rsidRPr="009071AC">
        <w:t xml:space="preserve">Léon et </w:t>
      </w:r>
      <w:r w:rsidR="00F635DB">
        <w:t>M</w:t>
      </w:r>
      <w:r w:rsidR="00F635DB" w:rsidRPr="00F635DB">
        <w:rPr>
          <w:vertAlign w:val="superscript"/>
        </w:rPr>
        <w:t>lle</w:t>
      </w:r>
      <w:r w:rsidR="00F635DB">
        <w:t> </w:t>
      </w:r>
      <w:r w:rsidRPr="009071AC">
        <w:t>Marguerite attachaient une importance égale à cette question de savoir si</w:t>
      </w:r>
      <w:r w:rsidR="00F635DB">
        <w:t xml:space="preserve">, </w:t>
      </w:r>
      <w:r w:rsidRPr="009071AC">
        <w:t>oui ou non</w:t>
      </w:r>
      <w:r w:rsidR="00F635DB">
        <w:t xml:space="preserve">, </w:t>
      </w:r>
      <w:r w:rsidRPr="009071AC">
        <w:t>le comte reprendrait connaissance</w:t>
      </w:r>
      <w:r w:rsidR="00F635DB">
        <w:t>.</w:t>
      </w:r>
    </w:p>
    <w:p w14:paraId="490ACCB4" w14:textId="77777777" w:rsidR="00F635DB" w:rsidRDefault="00855694" w:rsidP="00F635DB">
      <w:r w:rsidRPr="009071AC">
        <w:t>Quant à l</w:t>
      </w:r>
      <w:r w:rsidR="00F635DB">
        <w:t>’</w:t>
      </w:r>
      <w:r w:rsidRPr="009071AC">
        <w:t>intérêt des deux femmes sur ce point</w:t>
      </w:r>
      <w:r w:rsidR="00F635DB">
        <w:t xml:space="preserve">, </w:t>
      </w:r>
      <w:r w:rsidRPr="009071AC">
        <w:t>le docteur estimait qu</w:t>
      </w:r>
      <w:r w:rsidR="00F635DB">
        <w:t>’</w:t>
      </w:r>
      <w:r w:rsidRPr="009071AC">
        <w:t>il n</w:t>
      </w:r>
      <w:r w:rsidR="00F635DB">
        <w:t>’</w:t>
      </w:r>
      <w:r w:rsidRPr="009071AC">
        <w:t>était pas le même</w:t>
      </w:r>
      <w:r w:rsidR="00F635DB">
        <w:t xml:space="preserve">, </w:t>
      </w:r>
      <w:r w:rsidRPr="009071AC">
        <w:t>qu</w:t>
      </w:r>
      <w:r w:rsidR="00F635DB">
        <w:t>’</w:t>
      </w:r>
      <w:r w:rsidRPr="009071AC">
        <w:t xml:space="preserve">un secret désaccord </w:t>
      </w:r>
      <w:r w:rsidRPr="009071AC">
        <w:lastRenderedPageBreak/>
        <w:t>existait entre elles</w:t>
      </w:r>
      <w:r w:rsidR="00F635DB">
        <w:t xml:space="preserve">, </w:t>
      </w:r>
      <w:r w:rsidRPr="009071AC">
        <w:t>et que même la femme de confiance avait dû venir le trouver en cachette</w:t>
      </w:r>
      <w:r w:rsidR="00F635DB">
        <w:t>.</w:t>
      </w:r>
    </w:p>
    <w:p w14:paraId="66BC2A33" w14:textId="6EA1FFD0" w:rsidR="00F635DB" w:rsidRDefault="00855694" w:rsidP="00F635DB">
      <w:r w:rsidRPr="009071AC">
        <w:t>Car il n</w:t>
      </w:r>
      <w:r w:rsidR="00F635DB">
        <w:t>’</w:t>
      </w:r>
      <w:r w:rsidRPr="009071AC">
        <w:t>était dupe qu</w:t>
      </w:r>
      <w:r w:rsidR="00F635DB">
        <w:t>’</w:t>
      </w:r>
      <w:r w:rsidRPr="009071AC">
        <w:t xml:space="preserve">à demi de </w:t>
      </w:r>
      <w:r w:rsidR="00F635DB">
        <w:t>M</w:t>
      </w:r>
      <w:r w:rsidR="00F635DB" w:rsidRPr="00F635DB">
        <w:rPr>
          <w:vertAlign w:val="superscript"/>
        </w:rPr>
        <w:t>me</w:t>
      </w:r>
      <w:r w:rsidR="00F635DB">
        <w:t> </w:t>
      </w:r>
      <w:r w:rsidRPr="009071AC">
        <w:t>Léon et de ses protestations de tendresse à l</w:t>
      </w:r>
      <w:r w:rsidR="00F635DB">
        <w:t>’</w:t>
      </w:r>
      <w:r w:rsidRPr="009071AC">
        <w:t xml:space="preserve">endroit de </w:t>
      </w:r>
      <w:r w:rsidR="00F635DB">
        <w:t>M</w:t>
      </w:r>
      <w:r w:rsidR="00F635DB" w:rsidRPr="00F635DB">
        <w:rPr>
          <w:vertAlign w:val="superscript"/>
        </w:rPr>
        <w:t>lle</w:t>
      </w:r>
      <w:r w:rsidR="00F635DB">
        <w:t> </w:t>
      </w:r>
      <w:r w:rsidRPr="009071AC">
        <w:t>Marguerite</w:t>
      </w:r>
      <w:r w:rsidR="00F635DB">
        <w:t>.</w:t>
      </w:r>
    </w:p>
    <w:p w14:paraId="6B01D9A6" w14:textId="77777777" w:rsidR="00F635DB" w:rsidRDefault="00855694" w:rsidP="00F635DB">
      <w:r w:rsidRPr="009071AC">
        <w:t>L</w:t>
      </w:r>
      <w:r w:rsidR="00F635DB">
        <w:t>’</w:t>
      </w:r>
      <w:r w:rsidRPr="009071AC">
        <w:t>entrée de cette respectable personne</w:t>
      </w:r>
      <w:r w:rsidR="00F635DB">
        <w:t xml:space="preserve">, </w:t>
      </w:r>
      <w:r w:rsidRPr="009071AC">
        <w:t>ses façons onctueuses</w:t>
      </w:r>
      <w:r w:rsidR="00F635DB">
        <w:t xml:space="preserve">, </w:t>
      </w:r>
      <w:r w:rsidRPr="009071AC">
        <w:t>son accent de résignation dévote</w:t>
      </w:r>
      <w:r w:rsidR="00F635DB">
        <w:t xml:space="preserve">, </w:t>
      </w:r>
      <w:r w:rsidRPr="009071AC">
        <w:t>cette allusion à un grand nom qu</w:t>
      </w:r>
      <w:r w:rsidR="00F635DB">
        <w:t>’</w:t>
      </w:r>
      <w:r w:rsidRPr="009071AC">
        <w:t>elle aurait le droit de porter</w:t>
      </w:r>
      <w:r w:rsidR="00F635DB">
        <w:t xml:space="preserve">, </w:t>
      </w:r>
      <w:r w:rsidRPr="009071AC">
        <w:t>tout cela était bien calculé pour en imposer</w:t>
      </w:r>
      <w:r w:rsidR="00F635DB">
        <w:t xml:space="preserve"> ; </w:t>
      </w:r>
      <w:r w:rsidRPr="009071AC">
        <w:t>mais elle s</w:t>
      </w:r>
      <w:r w:rsidR="00F635DB">
        <w:t>’</w:t>
      </w:r>
      <w:r w:rsidRPr="009071AC">
        <w:t>était trop découverte sur la fin pour qu</w:t>
      </w:r>
      <w:r w:rsidR="00F635DB">
        <w:t>’</w:t>
      </w:r>
      <w:r w:rsidRPr="009071AC">
        <w:t>on ne se défiât pas</w:t>
      </w:r>
      <w:r w:rsidR="00F635DB">
        <w:t>.</w:t>
      </w:r>
    </w:p>
    <w:p w14:paraId="5DB745F9" w14:textId="77777777" w:rsidR="00F635DB" w:rsidRDefault="00855694" w:rsidP="00F635DB">
      <w:r w:rsidRPr="009071AC">
        <w:t xml:space="preserve">Le docteur </w:t>
      </w:r>
      <w:proofErr w:type="spellStart"/>
      <w:r w:rsidRPr="009071AC">
        <w:t>Jodon</w:t>
      </w:r>
      <w:proofErr w:type="spellEnd"/>
      <w:r w:rsidRPr="009071AC">
        <w:t xml:space="preserve"> ne s</w:t>
      </w:r>
      <w:r w:rsidR="00F635DB">
        <w:t>’</w:t>
      </w:r>
      <w:r w:rsidRPr="009071AC">
        <w:t>était pas senti le courage de regagner son superbe appartement</w:t>
      </w:r>
      <w:r w:rsidR="00F635DB">
        <w:t xml:space="preserve">, </w:t>
      </w:r>
      <w:r w:rsidRPr="009071AC">
        <w:t>et c</w:t>
      </w:r>
      <w:r w:rsidR="00F635DB">
        <w:t>’</w:t>
      </w:r>
      <w:r w:rsidRPr="009071AC">
        <w:t>est dans un petit café qu</w:t>
      </w:r>
      <w:r w:rsidR="00F635DB">
        <w:t>’</w:t>
      </w:r>
      <w:r w:rsidRPr="009071AC">
        <w:t>il réfléchissait ainsi</w:t>
      </w:r>
      <w:r w:rsidR="00F635DB">
        <w:t xml:space="preserve">, </w:t>
      </w:r>
      <w:r w:rsidRPr="009071AC">
        <w:t>tout en buvant dans un verre fabriqué en Bavière</w:t>
      </w:r>
      <w:r w:rsidR="00F635DB">
        <w:t xml:space="preserve">, </w:t>
      </w:r>
      <w:r w:rsidRPr="009071AC">
        <w:t>d</w:t>
      </w:r>
      <w:r w:rsidR="00F635DB">
        <w:t>’</w:t>
      </w:r>
      <w:r w:rsidRPr="009071AC">
        <w:t>exécrable bière brassée à Paris</w:t>
      </w:r>
      <w:r w:rsidR="00F635DB">
        <w:t>…</w:t>
      </w:r>
    </w:p>
    <w:p w14:paraId="4DAE3569" w14:textId="77777777" w:rsidR="00F635DB" w:rsidRDefault="00855694" w:rsidP="00F635DB">
      <w:r w:rsidRPr="009071AC">
        <w:t>Enfin</w:t>
      </w:r>
      <w:r w:rsidR="00F635DB">
        <w:t xml:space="preserve">, </w:t>
      </w:r>
      <w:r w:rsidRPr="009071AC">
        <w:t>minuit sonna</w:t>
      </w:r>
      <w:r w:rsidR="00F635DB">
        <w:t xml:space="preserve">… </w:t>
      </w:r>
      <w:r w:rsidRPr="009071AC">
        <w:t>c</w:t>
      </w:r>
      <w:r w:rsidR="00F635DB">
        <w:t>’</w:t>
      </w:r>
      <w:r w:rsidRPr="009071AC">
        <w:t>était l</w:t>
      </w:r>
      <w:r w:rsidR="00F635DB">
        <w:t>’</w:t>
      </w:r>
      <w:r w:rsidRPr="009071AC">
        <w:t>heure</w:t>
      </w:r>
      <w:r w:rsidR="00F635DB">
        <w:t>.</w:t>
      </w:r>
    </w:p>
    <w:p w14:paraId="5681CB67" w14:textId="77777777" w:rsidR="00F635DB" w:rsidRDefault="00855694" w:rsidP="00F635DB">
      <w:r w:rsidRPr="009071AC">
        <w:t>Cependant</w:t>
      </w:r>
      <w:r w:rsidR="00F635DB">
        <w:t xml:space="preserve">, </w:t>
      </w:r>
      <w:r w:rsidRPr="009071AC">
        <w:t>le docteur ne se leva pas</w:t>
      </w:r>
      <w:r w:rsidR="00F635DB">
        <w:t xml:space="preserve">. </w:t>
      </w:r>
      <w:r w:rsidRPr="009071AC">
        <w:t>S</w:t>
      </w:r>
      <w:r w:rsidR="00F635DB">
        <w:t>’</w:t>
      </w:r>
      <w:r w:rsidRPr="009071AC">
        <w:t>étant résigné à attendre</w:t>
      </w:r>
      <w:r w:rsidR="00F635DB">
        <w:t xml:space="preserve">, </w:t>
      </w:r>
      <w:r w:rsidRPr="009071AC">
        <w:t>il voulait</w:t>
      </w:r>
      <w:r w:rsidR="00F635DB">
        <w:t xml:space="preserve">, </w:t>
      </w:r>
      <w:r w:rsidRPr="009071AC">
        <w:t>en revanche</w:t>
      </w:r>
      <w:r w:rsidR="00F635DB">
        <w:t xml:space="preserve">, </w:t>
      </w:r>
      <w:r w:rsidRPr="009071AC">
        <w:t>qu</w:t>
      </w:r>
      <w:r w:rsidR="00F635DB">
        <w:t>’</w:t>
      </w:r>
      <w:r w:rsidRPr="009071AC">
        <w:t>on l</w:t>
      </w:r>
      <w:r w:rsidR="00F635DB">
        <w:t>’</w:t>
      </w:r>
      <w:r w:rsidRPr="009071AC">
        <w:t>attendit</w:t>
      </w:r>
      <w:r w:rsidR="00F635DB">
        <w:t>…</w:t>
      </w:r>
    </w:p>
    <w:p w14:paraId="5B6AB89A" w14:textId="77777777" w:rsidR="00F635DB" w:rsidRDefault="00855694" w:rsidP="00F635DB">
      <w:r w:rsidRPr="009071AC">
        <w:t>C</w:t>
      </w:r>
      <w:r w:rsidR="00F635DB">
        <w:t>’</w:t>
      </w:r>
      <w:r w:rsidRPr="009071AC">
        <w:t>est donc seulement quand le café fut fermé qu</w:t>
      </w:r>
      <w:r w:rsidR="00F635DB">
        <w:t>’</w:t>
      </w:r>
      <w:r w:rsidRPr="009071AC">
        <w:t>il remonta la rue de Courcelles</w:t>
      </w:r>
      <w:r w:rsidR="00F635DB">
        <w:t>…</w:t>
      </w:r>
    </w:p>
    <w:p w14:paraId="29A02CCC" w14:textId="35E09CFF" w:rsidR="00F635DB" w:rsidRDefault="00F635DB" w:rsidP="00F635DB">
      <w:r>
        <w:t>M</w:t>
      </w:r>
      <w:r w:rsidRPr="00F635DB">
        <w:rPr>
          <w:vertAlign w:val="superscript"/>
        </w:rPr>
        <w:t>me</w:t>
      </w:r>
      <w:r>
        <w:t> </w:t>
      </w:r>
      <w:r w:rsidR="00855694" w:rsidRPr="009071AC">
        <w:t>Léon</w:t>
      </w:r>
      <w:r>
        <w:t xml:space="preserve">, </w:t>
      </w:r>
      <w:r w:rsidR="00855694" w:rsidRPr="009071AC">
        <w:t>sans doute</w:t>
      </w:r>
      <w:r>
        <w:t xml:space="preserve">, </w:t>
      </w:r>
      <w:r w:rsidR="00855694" w:rsidRPr="009071AC">
        <w:t>avait laissé la porte de l</w:t>
      </w:r>
      <w:r>
        <w:t>’</w:t>
      </w:r>
      <w:r w:rsidR="00855694" w:rsidRPr="009071AC">
        <w:t xml:space="preserve">hôtel de </w:t>
      </w:r>
      <w:proofErr w:type="spellStart"/>
      <w:r w:rsidR="00855694" w:rsidRPr="009071AC">
        <w:t>Chalusse</w:t>
      </w:r>
      <w:proofErr w:type="spellEnd"/>
      <w:r w:rsidR="00855694" w:rsidRPr="009071AC">
        <w:t xml:space="preserve"> entrebâillée</w:t>
      </w:r>
      <w:r>
        <w:t xml:space="preserve">, </w:t>
      </w:r>
      <w:r w:rsidR="00855694" w:rsidRPr="009071AC">
        <w:t>le docteur n</w:t>
      </w:r>
      <w:r>
        <w:t>’</w:t>
      </w:r>
      <w:r w:rsidR="00855694" w:rsidRPr="009071AC">
        <w:t>eut qu</w:t>
      </w:r>
      <w:r>
        <w:t>’</w:t>
      </w:r>
      <w:r w:rsidR="00855694" w:rsidRPr="009071AC">
        <w:t>à la pousser et il se trouva dans la cour</w:t>
      </w:r>
      <w:r>
        <w:t>…</w:t>
      </w:r>
    </w:p>
    <w:p w14:paraId="2F654375" w14:textId="77777777" w:rsidR="00F635DB" w:rsidRDefault="00855694" w:rsidP="00F635DB">
      <w:r w:rsidRPr="009071AC">
        <w:t>Comme au commencement de la soirée</w:t>
      </w:r>
      <w:r w:rsidR="00F635DB">
        <w:t xml:space="preserve">, </w:t>
      </w:r>
      <w:r w:rsidRPr="009071AC">
        <w:t>les domestiques étaient réunis chez le concierge</w:t>
      </w:r>
      <w:r w:rsidR="00F635DB">
        <w:t xml:space="preserve">. </w:t>
      </w:r>
      <w:r w:rsidRPr="009071AC">
        <w:t>Mais la jubilation de la médisance qui s</w:t>
      </w:r>
      <w:r w:rsidR="00F635DB">
        <w:t>’</w:t>
      </w:r>
      <w:r w:rsidRPr="009071AC">
        <w:t>en donne à cœur joie avait fait place</w:t>
      </w:r>
      <w:r w:rsidR="00F635DB">
        <w:t xml:space="preserve">, </w:t>
      </w:r>
      <w:r w:rsidRPr="009071AC">
        <w:t>sur leur physionomie</w:t>
      </w:r>
      <w:r w:rsidR="00F635DB">
        <w:t xml:space="preserve">, </w:t>
      </w:r>
      <w:r w:rsidRPr="009071AC">
        <w:t>à l</w:t>
      </w:r>
      <w:r w:rsidR="00F635DB">
        <w:t>’</w:t>
      </w:r>
      <w:r w:rsidRPr="009071AC">
        <w:t>inquiétude de l</w:t>
      </w:r>
      <w:r w:rsidR="00F635DB">
        <w:t>’</w:t>
      </w:r>
      <w:r w:rsidRPr="009071AC">
        <w:t>avenir compromis</w:t>
      </w:r>
      <w:r w:rsidR="00F635DB">
        <w:t>.</w:t>
      </w:r>
    </w:p>
    <w:p w14:paraId="6E299C52" w14:textId="5CBA911D" w:rsidR="00F635DB" w:rsidRDefault="00855694" w:rsidP="00F635DB">
      <w:r w:rsidRPr="009071AC">
        <w:t>On les apercevait</w:t>
      </w:r>
      <w:r w:rsidR="00F635DB">
        <w:t xml:space="preserve">, </w:t>
      </w:r>
      <w:r w:rsidRPr="009071AC">
        <w:t>à travers les vitres</w:t>
      </w:r>
      <w:r w:rsidR="00F635DB">
        <w:t xml:space="preserve">, </w:t>
      </w:r>
      <w:r w:rsidRPr="009071AC">
        <w:t>debout dans la loge</w:t>
      </w:r>
      <w:r w:rsidR="00F635DB">
        <w:t xml:space="preserve">, </w:t>
      </w:r>
      <w:r w:rsidRPr="009071AC">
        <w:t>absorbés par l</w:t>
      </w:r>
      <w:r w:rsidR="00F635DB">
        <w:t>’</w:t>
      </w:r>
      <w:r w:rsidRPr="009071AC">
        <w:t>intérêt d</w:t>
      </w:r>
      <w:r w:rsidR="00F635DB">
        <w:t>’</w:t>
      </w:r>
      <w:r w:rsidRPr="009071AC">
        <w:t>une discussion qui s</w:t>
      </w:r>
      <w:r w:rsidR="00F635DB">
        <w:t>’</w:t>
      </w:r>
      <w:r w:rsidRPr="009071AC">
        <w:t xml:space="preserve">agitait entre les </w:t>
      </w:r>
      <w:r w:rsidRPr="009071AC">
        <w:lastRenderedPageBreak/>
        <w:t>deux hommes les plus importants de la réunion</w:t>
      </w:r>
      <w:r w:rsidR="00F635DB">
        <w:t> : M. </w:t>
      </w:r>
      <w:proofErr w:type="spellStart"/>
      <w:r w:rsidRPr="009071AC">
        <w:t>Bourigeau</w:t>
      </w:r>
      <w:proofErr w:type="spellEnd"/>
      <w:r w:rsidR="00F635DB">
        <w:t xml:space="preserve">, </w:t>
      </w:r>
      <w:r w:rsidRPr="009071AC">
        <w:t>le concierge</w:t>
      </w:r>
      <w:r w:rsidR="00F635DB">
        <w:t xml:space="preserve">, </w:t>
      </w:r>
      <w:r w:rsidRPr="009071AC">
        <w:t xml:space="preserve">et </w:t>
      </w:r>
      <w:r w:rsidR="00F635DB">
        <w:t>M. </w:t>
      </w:r>
      <w:r w:rsidRPr="009071AC">
        <w:t>Casimir</w:t>
      </w:r>
      <w:r w:rsidR="00F635DB">
        <w:t xml:space="preserve">, </w:t>
      </w:r>
      <w:r w:rsidRPr="009071AC">
        <w:t>le valet de chambre</w:t>
      </w:r>
      <w:r w:rsidR="00F635DB">
        <w:t>.</w:t>
      </w:r>
    </w:p>
    <w:p w14:paraId="4C66A1BF" w14:textId="77777777" w:rsidR="00F635DB" w:rsidRDefault="00855694" w:rsidP="00F635DB">
      <w:r w:rsidRPr="009071AC">
        <w:t>Et si le docteur eût prêté l</w:t>
      </w:r>
      <w:r w:rsidR="00F635DB">
        <w:t>’</w:t>
      </w:r>
      <w:r w:rsidRPr="009071AC">
        <w:t>oreille</w:t>
      </w:r>
      <w:r w:rsidR="00F635DB">
        <w:t xml:space="preserve">, </w:t>
      </w:r>
      <w:r w:rsidRPr="009071AC">
        <w:t>ses illusions singulières eussent été quelque peu entamées</w:t>
      </w:r>
      <w:r w:rsidR="00F635DB">
        <w:t xml:space="preserve">, </w:t>
      </w:r>
      <w:r w:rsidRPr="009071AC">
        <w:t>car à chaque moment revenaient les mots de gages et de legs particuliers</w:t>
      </w:r>
      <w:r w:rsidR="00F635DB">
        <w:t xml:space="preserve">, </w:t>
      </w:r>
      <w:r w:rsidRPr="009071AC">
        <w:t>de rémunération de loyaux services et de rentes viagères</w:t>
      </w:r>
      <w:r w:rsidR="00F635DB">
        <w:t>…</w:t>
      </w:r>
    </w:p>
    <w:p w14:paraId="00770D4A" w14:textId="3C9C2604" w:rsidR="00F635DB" w:rsidRDefault="00855694" w:rsidP="00F635DB">
      <w:r w:rsidRPr="009071AC">
        <w:t xml:space="preserve">Mais </w:t>
      </w:r>
      <w:r w:rsidR="00F635DB">
        <w:t>M. </w:t>
      </w:r>
      <w:proofErr w:type="spellStart"/>
      <w:r w:rsidRPr="009071AC">
        <w:t>Jodon</w:t>
      </w:r>
      <w:proofErr w:type="spellEnd"/>
      <w:r w:rsidRPr="009071AC">
        <w:t xml:space="preserve"> n</w:t>
      </w:r>
      <w:r w:rsidR="00F635DB">
        <w:t>’</w:t>
      </w:r>
      <w:r w:rsidRPr="009071AC">
        <w:t>écouta pas</w:t>
      </w:r>
      <w:r w:rsidR="00F635DB">
        <w:t>.</w:t>
      </w:r>
    </w:p>
    <w:p w14:paraId="7225F710" w14:textId="77777777" w:rsidR="00F635DB" w:rsidRDefault="00855694" w:rsidP="00F635DB">
      <w:r w:rsidRPr="009071AC">
        <w:t>Pensant qu</w:t>
      </w:r>
      <w:r w:rsidR="00F635DB">
        <w:t>’</w:t>
      </w:r>
      <w:r w:rsidRPr="009071AC">
        <w:t>il rencontrerait quelque valet à l</w:t>
      </w:r>
      <w:r w:rsidR="00F635DB">
        <w:t>’</w:t>
      </w:r>
      <w:r w:rsidRPr="009071AC">
        <w:t>intérieur</w:t>
      </w:r>
      <w:r w:rsidR="00F635DB">
        <w:t xml:space="preserve">, </w:t>
      </w:r>
      <w:r w:rsidRPr="009071AC">
        <w:t>il entra dans l</w:t>
      </w:r>
      <w:r w:rsidR="00F635DB">
        <w:t>’</w:t>
      </w:r>
      <w:r w:rsidRPr="009071AC">
        <w:t>hôtel</w:t>
      </w:r>
      <w:r w:rsidR="00F635DB">
        <w:t>.</w:t>
      </w:r>
    </w:p>
    <w:p w14:paraId="2807B2CE" w14:textId="77777777" w:rsidR="00F635DB" w:rsidRDefault="00855694" w:rsidP="00F635DB">
      <w:r w:rsidRPr="009071AC">
        <w:t>Mais rien ne pouvait annoncer sa présence</w:t>
      </w:r>
      <w:r w:rsidR="00F635DB">
        <w:t xml:space="preserve">, </w:t>
      </w:r>
      <w:r w:rsidRPr="009071AC">
        <w:t>les portes se refermaient sans bruit</w:t>
      </w:r>
      <w:r w:rsidR="00F635DB">
        <w:t xml:space="preserve">, </w:t>
      </w:r>
      <w:r w:rsidRPr="009071AC">
        <w:t>l</w:t>
      </w:r>
      <w:r w:rsidR="00F635DB">
        <w:t>’</w:t>
      </w:r>
      <w:r w:rsidRPr="009071AC">
        <w:t>épais tapis qui couvrait le marbre de l</w:t>
      </w:r>
      <w:r w:rsidR="00F635DB">
        <w:t>’</w:t>
      </w:r>
      <w:r w:rsidRPr="009071AC">
        <w:t>escalier étouffait le bruit de ses pas</w:t>
      </w:r>
      <w:r w:rsidR="00F635DB">
        <w:t xml:space="preserve">, </w:t>
      </w:r>
      <w:r w:rsidRPr="009071AC">
        <w:t>et il arriva au palier du premier étage sans avoir aperçu personne</w:t>
      </w:r>
      <w:r w:rsidR="00F635DB">
        <w:t>…</w:t>
      </w:r>
    </w:p>
    <w:p w14:paraId="61ADB9F1" w14:textId="0BD21028" w:rsidR="00F635DB" w:rsidRDefault="00855694" w:rsidP="00F635DB">
      <w:r w:rsidRPr="009071AC">
        <w:t xml:space="preserve">La porte de la chambre de </w:t>
      </w:r>
      <w:r w:rsidR="00F635DB">
        <w:t>M. de </w:t>
      </w:r>
      <w:proofErr w:type="spellStart"/>
      <w:r w:rsidRPr="009071AC">
        <w:t>Chalusse</w:t>
      </w:r>
      <w:proofErr w:type="spellEnd"/>
      <w:r w:rsidRPr="009071AC">
        <w:t xml:space="preserve"> était ouverte et elle se trouvait assez vivement éclairée par un grand feu clair et par une grosse lampe posée sur le coin de la cheminée</w:t>
      </w:r>
      <w:r w:rsidR="00F635DB">
        <w:t>…</w:t>
      </w:r>
    </w:p>
    <w:p w14:paraId="3B84DEC0" w14:textId="77777777" w:rsidR="00F635DB" w:rsidRDefault="00855694" w:rsidP="00F635DB">
      <w:r w:rsidRPr="009071AC">
        <w:t>Instinctivement le docteur s</w:t>
      </w:r>
      <w:r w:rsidR="00F635DB">
        <w:t>’</w:t>
      </w:r>
      <w:r w:rsidRPr="009071AC">
        <w:t>arrêta</w:t>
      </w:r>
      <w:r w:rsidR="00F635DB">
        <w:t xml:space="preserve">, </w:t>
      </w:r>
      <w:r w:rsidRPr="009071AC">
        <w:t>regardant</w:t>
      </w:r>
      <w:r w:rsidR="00F635DB">
        <w:t>…</w:t>
      </w:r>
    </w:p>
    <w:p w14:paraId="1A067B32" w14:textId="77777777" w:rsidR="00F635DB" w:rsidRDefault="00855694" w:rsidP="00F635DB">
      <w:r w:rsidRPr="009071AC">
        <w:t>Nul changement n</w:t>
      </w:r>
      <w:r w:rsidR="00F635DB">
        <w:t>’</w:t>
      </w:r>
      <w:r w:rsidRPr="009071AC">
        <w:t>était survenu depuis sa visite</w:t>
      </w:r>
      <w:r w:rsidR="00F635DB">
        <w:t xml:space="preserve">. </w:t>
      </w:r>
      <w:r w:rsidRPr="009071AC">
        <w:t>Le comte gisait toujours immobile</w:t>
      </w:r>
      <w:r w:rsidR="00F635DB">
        <w:t xml:space="preserve">, </w:t>
      </w:r>
      <w:r w:rsidRPr="009071AC">
        <w:t>très-haussé sur ses oreillers</w:t>
      </w:r>
      <w:r w:rsidR="00F635DB">
        <w:t xml:space="preserve">, </w:t>
      </w:r>
      <w:r w:rsidRPr="009071AC">
        <w:t>la face tuméfiée</w:t>
      </w:r>
      <w:r w:rsidR="00F635DB">
        <w:t xml:space="preserve">, </w:t>
      </w:r>
      <w:r w:rsidRPr="009071AC">
        <w:t>les paupières fermées</w:t>
      </w:r>
      <w:r w:rsidR="00F635DB">
        <w:t xml:space="preserve">, </w:t>
      </w:r>
      <w:r w:rsidRPr="009071AC">
        <w:t>respirant encore pourtant</w:t>
      </w:r>
      <w:r w:rsidR="00F635DB">
        <w:t xml:space="preserve">, </w:t>
      </w:r>
      <w:r w:rsidRPr="009071AC">
        <w:t>ainsi que l</w:t>
      </w:r>
      <w:r w:rsidR="00F635DB">
        <w:t>’</w:t>
      </w:r>
      <w:r w:rsidRPr="009071AC">
        <w:t>indiquait le mouvement inégal du drap sur sa poitrine</w:t>
      </w:r>
      <w:r w:rsidR="00F635DB">
        <w:t>.</w:t>
      </w:r>
    </w:p>
    <w:p w14:paraId="71611A50" w14:textId="0E56E3E1" w:rsidR="00F635DB" w:rsidRDefault="00855694" w:rsidP="00F635DB">
      <w:r w:rsidRPr="009071AC">
        <w:t>Seules</w:t>
      </w:r>
      <w:r w:rsidR="00F635DB">
        <w:t>, M</w:t>
      </w:r>
      <w:r w:rsidR="00F635DB" w:rsidRPr="00F635DB">
        <w:rPr>
          <w:vertAlign w:val="superscript"/>
        </w:rPr>
        <w:t>me</w:t>
      </w:r>
      <w:r w:rsidR="00F635DB">
        <w:t> </w:t>
      </w:r>
      <w:r w:rsidRPr="009071AC">
        <w:t xml:space="preserve">Léon et </w:t>
      </w:r>
      <w:r w:rsidR="00F635DB">
        <w:t>M</w:t>
      </w:r>
      <w:r w:rsidR="00F635DB" w:rsidRPr="00F635DB">
        <w:rPr>
          <w:vertAlign w:val="superscript"/>
        </w:rPr>
        <w:t>lle</w:t>
      </w:r>
      <w:r w:rsidR="00F635DB">
        <w:t> </w:t>
      </w:r>
      <w:r w:rsidRPr="009071AC">
        <w:t>Marguerite le veillaient</w:t>
      </w:r>
      <w:r w:rsidR="00F635DB">
        <w:t>.</w:t>
      </w:r>
    </w:p>
    <w:p w14:paraId="4045C232" w14:textId="77777777" w:rsidR="00F635DB" w:rsidRDefault="00855694" w:rsidP="00F635DB">
      <w:r w:rsidRPr="009071AC">
        <w:t>La femme de charge</w:t>
      </w:r>
      <w:r w:rsidR="00F635DB">
        <w:t xml:space="preserve">, </w:t>
      </w:r>
      <w:r w:rsidRPr="009071AC">
        <w:t>un peu dans l</w:t>
      </w:r>
      <w:r w:rsidR="00F635DB">
        <w:t>’</w:t>
      </w:r>
      <w:r w:rsidRPr="009071AC">
        <w:t>ombre</w:t>
      </w:r>
      <w:r w:rsidR="00F635DB">
        <w:t xml:space="preserve">, </w:t>
      </w:r>
      <w:r w:rsidRPr="009071AC">
        <w:t>était affaissée sur un fauteuil</w:t>
      </w:r>
      <w:r w:rsidR="00F635DB">
        <w:t xml:space="preserve">, </w:t>
      </w:r>
      <w:r w:rsidRPr="009071AC">
        <w:t>et</w:t>
      </w:r>
      <w:r w:rsidR="00F635DB">
        <w:t xml:space="preserve">, </w:t>
      </w:r>
      <w:r w:rsidRPr="009071AC">
        <w:t>les mains croisées sur le ventre</w:t>
      </w:r>
      <w:r w:rsidR="00F635DB">
        <w:t xml:space="preserve">, </w:t>
      </w:r>
      <w:r w:rsidRPr="009071AC">
        <w:t>les lèvres crispées</w:t>
      </w:r>
      <w:r w:rsidR="00F635DB">
        <w:t xml:space="preserve">, </w:t>
      </w:r>
      <w:r w:rsidRPr="009071AC">
        <w:t>elle semblait suivre de l</w:t>
      </w:r>
      <w:r w:rsidR="00F635DB">
        <w:t>’</w:t>
      </w:r>
      <w:r w:rsidRPr="009071AC">
        <w:t>œil</w:t>
      </w:r>
      <w:r w:rsidR="00F635DB">
        <w:t xml:space="preserve">, </w:t>
      </w:r>
      <w:r w:rsidRPr="009071AC">
        <w:t>dans le vide</w:t>
      </w:r>
      <w:r w:rsidR="00F635DB">
        <w:t xml:space="preserve">, </w:t>
      </w:r>
      <w:r w:rsidRPr="009071AC">
        <w:t>quelque difficile combinaison</w:t>
      </w:r>
      <w:r w:rsidR="00F635DB">
        <w:t>.</w:t>
      </w:r>
    </w:p>
    <w:p w14:paraId="2D718BAA" w14:textId="67CBF3B4" w:rsidR="00F635DB" w:rsidRDefault="00855694" w:rsidP="00F635DB">
      <w:r w:rsidRPr="009071AC">
        <w:lastRenderedPageBreak/>
        <w:t>Pâle</w:t>
      </w:r>
      <w:r w:rsidR="00F635DB">
        <w:t xml:space="preserve">, </w:t>
      </w:r>
      <w:r w:rsidRPr="009071AC">
        <w:t>mais calme maintenant</w:t>
      </w:r>
      <w:r w:rsidR="00F635DB">
        <w:t xml:space="preserve">, </w:t>
      </w:r>
      <w:r w:rsidRPr="009071AC">
        <w:t>plus imposante et plus belle avec ses cheveux en désordre</w:t>
      </w:r>
      <w:r w:rsidR="00F635DB">
        <w:t>, M</w:t>
      </w:r>
      <w:r w:rsidR="00F635DB" w:rsidRPr="00F635DB">
        <w:rPr>
          <w:vertAlign w:val="superscript"/>
        </w:rPr>
        <w:t>lle</w:t>
      </w:r>
      <w:r w:rsidR="00F635DB">
        <w:t> </w:t>
      </w:r>
      <w:r w:rsidRPr="009071AC">
        <w:t>Marguerite s</w:t>
      </w:r>
      <w:r w:rsidR="00F635DB">
        <w:t>’</w:t>
      </w:r>
      <w:r w:rsidRPr="009071AC">
        <w:t>appuyait aux montants du lit</w:t>
      </w:r>
      <w:r w:rsidR="00F635DB">
        <w:t xml:space="preserve">, </w:t>
      </w:r>
      <w:r w:rsidRPr="009071AC">
        <w:t xml:space="preserve">épiant sur le visage de </w:t>
      </w:r>
      <w:r w:rsidR="00F635DB">
        <w:t>M. de </w:t>
      </w:r>
      <w:proofErr w:type="spellStart"/>
      <w:r w:rsidRPr="009071AC">
        <w:t>Chalusse</w:t>
      </w:r>
      <w:proofErr w:type="spellEnd"/>
      <w:r w:rsidRPr="009071AC">
        <w:t xml:space="preserve"> le réveil de la vie et de l</w:t>
      </w:r>
      <w:r w:rsidR="00F635DB">
        <w:t>’</w:t>
      </w:r>
      <w:r w:rsidRPr="009071AC">
        <w:t>intelligence</w:t>
      </w:r>
      <w:r w:rsidR="00F635DB">
        <w:t>.</w:t>
      </w:r>
    </w:p>
    <w:p w14:paraId="5BBA50B2" w14:textId="77777777" w:rsidR="00F635DB" w:rsidRDefault="00855694" w:rsidP="00F635DB">
      <w:r w:rsidRPr="009071AC">
        <w:t>Un peu honteux de son indiscrétion</w:t>
      </w:r>
      <w:r w:rsidR="00F635DB">
        <w:t xml:space="preserve">, </w:t>
      </w:r>
      <w:r w:rsidRPr="009071AC">
        <w:t>le docteur redescendit à reculons sept ou huit marches</w:t>
      </w:r>
      <w:r w:rsidR="00F635DB">
        <w:t xml:space="preserve">, </w:t>
      </w:r>
      <w:r w:rsidRPr="009071AC">
        <w:t>qu</w:t>
      </w:r>
      <w:r w:rsidR="00F635DB">
        <w:t>’</w:t>
      </w:r>
      <w:r w:rsidRPr="009071AC">
        <w:t>il remonta en toussant</w:t>
      </w:r>
      <w:r w:rsidR="00F635DB">
        <w:t xml:space="preserve">, </w:t>
      </w:r>
      <w:r w:rsidRPr="009071AC">
        <w:t>pour s</w:t>
      </w:r>
      <w:r w:rsidR="00F635DB">
        <w:t>’</w:t>
      </w:r>
      <w:r w:rsidRPr="009071AC">
        <w:t>annoncer</w:t>
      </w:r>
      <w:r w:rsidR="00F635DB">
        <w:t>…</w:t>
      </w:r>
    </w:p>
    <w:p w14:paraId="1D0E329E" w14:textId="15A92E5A" w:rsidR="00F635DB" w:rsidRDefault="00855694" w:rsidP="00F635DB">
      <w:r w:rsidRPr="009071AC">
        <w:t>Il fut entendu</w:t>
      </w:r>
      <w:r w:rsidR="00F635DB">
        <w:t xml:space="preserve">, </w:t>
      </w:r>
      <w:r w:rsidRPr="009071AC">
        <w:t xml:space="preserve">car </w:t>
      </w:r>
      <w:r w:rsidR="00F635DB">
        <w:t>M</w:t>
      </w:r>
      <w:r w:rsidR="00F635DB" w:rsidRPr="00F635DB">
        <w:rPr>
          <w:vertAlign w:val="superscript"/>
        </w:rPr>
        <w:t>lle</w:t>
      </w:r>
      <w:r w:rsidR="00F635DB">
        <w:t> </w:t>
      </w:r>
      <w:r w:rsidRPr="009071AC">
        <w:t>Marguerite vint au-devant de lui jusqu</w:t>
      </w:r>
      <w:r w:rsidR="00F635DB">
        <w:t>’</w:t>
      </w:r>
      <w:r w:rsidRPr="009071AC">
        <w:t>à la porte</w:t>
      </w:r>
      <w:r w:rsidR="00F635DB">
        <w:t>.</w:t>
      </w:r>
    </w:p>
    <w:p w14:paraId="79B6E262" w14:textId="77777777" w:rsidR="00F635DB" w:rsidRDefault="00F635DB" w:rsidP="00F635DB">
      <w:r>
        <w:t>— </w:t>
      </w:r>
      <w:r w:rsidR="00855694" w:rsidRPr="009071AC">
        <w:t>Eh bien</w:t>
      </w:r>
      <w:r>
        <w:t xml:space="preserve"> ? </w:t>
      </w:r>
      <w:r w:rsidR="00855694" w:rsidRPr="009071AC">
        <w:t>demanda-t-il</w:t>
      </w:r>
      <w:r>
        <w:t>.</w:t>
      </w:r>
    </w:p>
    <w:p w14:paraId="44CAE864" w14:textId="77777777" w:rsidR="00F635DB" w:rsidRDefault="00F635DB" w:rsidP="00F635DB">
      <w:r>
        <w:t>— </w:t>
      </w:r>
      <w:r w:rsidR="00855694" w:rsidRPr="009071AC">
        <w:t>Hélas</w:t>
      </w:r>
      <w:r>
        <w:t> !</w:t>
      </w:r>
    </w:p>
    <w:p w14:paraId="7FC85B10" w14:textId="70A35806" w:rsidR="00F635DB" w:rsidRDefault="00855694" w:rsidP="00F635DB">
      <w:r w:rsidRPr="009071AC">
        <w:t>Il s</w:t>
      </w:r>
      <w:r w:rsidR="00F635DB">
        <w:t>’</w:t>
      </w:r>
      <w:r w:rsidRPr="009071AC">
        <w:t>avança vers le lit</w:t>
      </w:r>
      <w:r w:rsidR="00F635DB">
        <w:t xml:space="preserve"> ; </w:t>
      </w:r>
      <w:r w:rsidRPr="009071AC">
        <w:t>mais</w:t>
      </w:r>
      <w:r w:rsidR="00F635DB">
        <w:t xml:space="preserve">, </w:t>
      </w:r>
      <w:r w:rsidRPr="009071AC">
        <w:t>sans lui laisser le temps d</w:t>
      </w:r>
      <w:r w:rsidR="00F635DB">
        <w:t>’</w:t>
      </w:r>
      <w:r w:rsidRPr="009071AC">
        <w:t>examiner le moribond</w:t>
      </w:r>
      <w:r w:rsidR="00F635DB">
        <w:t>, M</w:t>
      </w:r>
      <w:r w:rsidR="00F635DB" w:rsidRPr="00F635DB">
        <w:rPr>
          <w:vertAlign w:val="superscript"/>
        </w:rPr>
        <w:t>lle</w:t>
      </w:r>
      <w:r w:rsidR="00F635DB">
        <w:t> </w:t>
      </w:r>
      <w:r w:rsidRPr="009071AC">
        <w:t>Marguerite lui tendit une feuille de papier</w:t>
      </w:r>
      <w:r w:rsidR="00F635DB">
        <w:t>.</w:t>
      </w:r>
    </w:p>
    <w:p w14:paraId="5E44E0D1" w14:textId="6E33647F" w:rsidR="00F635DB" w:rsidRDefault="00F635DB" w:rsidP="00F635DB">
      <w:r>
        <w:t>— </w:t>
      </w:r>
      <w:r w:rsidR="00855694" w:rsidRPr="009071AC">
        <w:t xml:space="preserve">Le médecin ordinaire de </w:t>
      </w:r>
      <w:r>
        <w:t>M. de </w:t>
      </w:r>
      <w:proofErr w:type="spellStart"/>
      <w:r w:rsidR="00855694" w:rsidRPr="009071AC">
        <w:t>Chalusse</w:t>
      </w:r>
      <w:proofErr w:type="spellEnd"/>
      <w:r w:rsidR="00855694" w:rsidRPr="009071AC">
        <w:t xml:space="preserve"> est venu en votre absence</w:t>
      </w:r>
      <w:r>
        <w:t xml:space="preserve">, </w:t>
      </w:r>
      <w:r w:rsidR="00855694" w:rsidRPr="009071AC">
        <w:t>monsieur</w:t>
      </w:r>
      <w:r>
        <w:t xml:space="preserve">, </w:t>
      </w:r>
      <w:r w:rsidR="00855694" w:rsidRPr="009071AC">
        <w:t>dit-elle</w:t>
      </w:r>
      <w:r>
        <w:t xml:space="preserve">, </w:t>
      </w:r>
      <w:r w:rsidR="00855694" w:rsidRPr="009071AC">
        <w:t>et voici son ordonnance</w:t>
      </w:r>
      <w:r>
        <w:t xml:space="preserve">… </w:t>
      </w:r>
      <w:r w:rsidR="00855694" w:rsidRPr="009071AC">
        <w:t>C</w:t>
      </w:r>
      <w:r>
        <w:t>’</w:t>
      </w:r>
      <w:r w:rsidR="00855694" w:rsidRPr="009071AC">
        <w:t>est une potion qu</w:t>
      </w:r>
      <w:r>
        <w:t>’</w:t>
      </w:r>
      <w:r w:rsidR="00855694" w:rsidRPr="009071AC">
        <w:t>il a prescrite</w:t>
      </w:r>
      <w:r>
        <w:t xml:space="preserve">, </w:t>
      </w:r>
      <w:r w:rsidR="00855694" w:rsidRPr="009071AC">
        <w:t xml:space="preserve">dont on a fait glisser quelques gouttes entre les lèvres de </w:t>
      </w:r>
      <w:r>
        <w:t>M. de </w:t>
      </w:r>
      <w:proofErr w:type="spellStart"/>
      <w:r w:rsidR="00855694" w:rsidRPr="009071AC">
        <w:t>Chalusse</w:t>
      </w:r>
      <w:proofErr w:type="spellEnd"/>
      <w:r>
        <w:t>.</w:t>
      </w:r>
    </w:p>
    <w:p w14:paraId="0A2AA06A" w14:textId="77777777" w:rsidR="00F635DB" w:rsidRDefault="00855694" w:rsidP="00F635DB">
      <w:r w:rsidRPr="009071AC">
        <w:t>L</w:t>
      </w:r>
      <w:r w:rsidR="00F635DB">
        <w:t>’</w:t>
      </w:r>
      <w:r w:rsidRPr="009071AC">
        <w:t>autre</w:t>
      </w:r>
      <w:r w:rsidR="00F635DB">
        <w:t xml:space="preserve">, </w:t>
      </w:r>
      <w:r w:rsidRPr="009071AC">
        <w:t>qui s</w:t>
      </w:r>
      <w:r w:rsidR="00F635DB">
        <w:t>’</w:t>
      </w:r>
      <w:r w:rsidRPr="009071AC">
        <w:t>attendait à ce coup</w:t>
      </w:r>
      <w:r w:rsidR="00F635DB">
        <w:t xml:space="preserve">, </w:t>
      </w:r>
      <w:r w:rsidRPr="009071AC">
        <w:t>s</w:t>
      </w:r>
      <w:r w:rsidR="00F635DB">
        <w:t>’</w:t>
      </w:r>
      <w:r w:rsidRPr="009071AC">
        <w:t>inclina froidement</w:t>
      </w:r>
      <w:r w:rsidR="00F635DB">
        <w:t>.</w:t>
      </w:r>
    </w:p>
    <w:p w14:paraId="098910D9" w14:textId="0FB3F1D5" w:rsidR="00F635DB" w:rsidRDefault="00F635DB" w:rsidP="00F635DB">
      <w:r>
        <w:t>— </w:t>
      </w:r>
      <w:r w:rsidR="00855694" w:rsidRPr="009071AC">
        <w:t>Je dois ajouter</w:t>
      </w:r>
      <w:r>
        <w:t xml:space="preserve">, </w:t>
      </w:r>
      <w:r w:rsidR="00855694" w:rsidRPr="009071AC">
        <w:t xml:space="preserve">poursuivit </w:t>
      </w:r>
      <w:r>
        <w:t>M</w:t>
      </w:r>
      <w:r w:rsidRPr="00F635DB">
        <w:rPr>
          <w:vertAlign w:val="superscript"/>
        </w:rPr>
        <w:t>lle</w:t>
      </w:r>
      <w:r>
        <w:t> </w:t>
      </w:r>
      <w:r w:rsidR="00855694" w:rsidRPr="009071AC">
        <w:t>Marguerite</w:t>
      </w:r>
      <w:r>
        <w:t xml:space="preserve">, </w:t>
      </w:r>
      <w:r w:rsidR="00855694" w:rsidRPr="009071AC">
        <w:t>que le docteur a approuvé tout ce qui avait été fait</w:t>
      </w:r>
      <w:r>
        <w:t xml:space="preserve">, </w:t>
      </w:r>
      <w:r w:rsidR="00855694" w:rsidRPr="009071AC">
        <w:t>et qu</w:t>
      </w:r>
      <w:r>
        <w:t>’</w:t>
      </w:r>
      <w:r w:rsidR="00855694" w:rsidRPr="009071AC">
        <w:t>il vous prie</w:t>
      </w:r>
      <w:r>
        <w:t xml:space="preserve">, </w:t>
      </w:r>
      <w:r w:rsidR="00855694" w:rsidRPr="009071AC">
        <w:t>et que je vous prie de lui continuer le secours de vos lumières</w:t>
      </w:r>
      <w:r>
        <w:t>…</w:t>
      </w:r>
    </w:p>
    <w:p w14:paraId="4DF0341F" w14:textId="77777777" w:rsidR="00F635DB" w:rsidRDefault="00855694" w:rsidP="00F635DB">
      <w:r w:rsidRPr="009071AC">
        <w:t>Malheureusement toutes les lumières de la Faculté n</w:t>
      </w:r>
      <w:r w:rsidR="00F635DB">
        <w:t>’</w:t>
      </w:r>
      <w:r w:rsidRPr="009071AC">
        <w:t>y pouvaient rien</w:t>
      </w:r>
      <w:r w:rsidR="00F635DB">
        <w:t>.</w:t>
      </w:r>
    </w:p>
    <w:p w14:paraId="5DDB0743" w14:textId="77777777" w:rsidR="00F635DB" w:rsidRDefault="00855694" w:rsidP="00F635DB">
      <w:r w:rsidRPr="009071AC">
        <w:t>Et après un nouvel examen</w:t>
      </w:r>
      <w:r w:rsidR="00F635DB">
        <w:t xml:space="preserve">, </w:t>
      </w:r>
      <w:r w:rsidRPr="009071AC">
        <w:t xml:space="preserve">le docteur </w:t>
      </w:r>
      <w:proofErr w:type="spellStart"/>
      <w:r w:rsidRPr="009071AC">
        <w:t>Jodon</w:t>
      </w:r>
      <w:proofErr w:type="spellEnd"/>
      <w:r w:rsidRPr="009071AC">
        <w:t xml:space="preserve"> se borna à dire qu</w:t>
      </w:r>
      <w:r w:rsidR="00F635DB">
        <w:t>’</w:t>
      </w:r>
      <w:r w:rsidRPr="009071AC">
        <w:t>il fallait laisser agir la nature</w:t>
      </w:r>
      <w:r w:rsidR="00F635DB">
        <w:t xml:space="preserve">, </w:t>
      </w:r>
      <w:r w:rsidRPr="009071AC">
        <w:t>mais qu</w:t>
      </w:r>
      <w:r w:rsidR="00F635DB">
        <w:t>’</w:t>
      </w:r>
      <w:r w:rsidRPr="009071AC">
        <w:t>on vint le prévenir au moindre mouvement du malade</w:t>
      </w:r>
      <w:r w:rsidR="00F635DB">
        <w:t>…</w:t>
      </w:r>
    </w:p>
    <w:p w14:paraId="781215DA" w14:textId="77777777" w:rsidR="00F635DB" w:rsidRDefault="00F635DB" w:rsidP="00F635DB">
      <w:r>
        <w:lastRenderedPageBreak/>
        <w:t>— </w:t>
      </w:r>
      <w:r w:rsidR="00855694" w:rsidRPr="009071AC">
        <w:t>Et même</w:t>
      </w:r>
      <w:r>
        <w:t xml:space="preserve">, </w:t>
      </w:r>
      <w:r w:rsidR="00855694" w:rsidRPr="009071AC">
        <w:t>ajouta-t-il</w:t>
      </w:r>
      <w:r>
        <w:t xml:space="preserve">, </w:t>
      </w:r>
      <w:r w:rsidR="00855694" w:rsidRPr="009071AC">
        <w:t>je préviendrai mon valet de chambre pour qu</w:t>
      </w:r>
      <w:r>
        <w:t>’</w:t>
      </w:r>
      <w:r w:rsidR="00855694" w:rsidRPr="009071AC">
        <w:t>il n</w:t>
      </w:r>
      <w:r>
        <w:t>’</w:t>
      </w:r>
      <w:r w:rsidR="00855694" w:rsidRPr="009071AC">
        <w:t>hésite pas à m</w:t>
      </w:r>
      <w:r>
        <w:t>’</w:t>
      </w:r>
      <w:r w:rsidR="00855694" w:rsidRPr="009071AC">
        <w:t>éveiller</w:t>
      </w:r>
      <w:r>
        <w:t>…</w:t>
      </w:r>
    </w:p>
    <w:p w14:paraId="0B72A61F" w14:textId="1AE78C0F" w:rsidR="00F635DB" w:rsidRDefault="00855694" w:rsidP="00F635DB">
      <w:r w:rsidRPr="009071AC">
        <w:t xml:space="preserve">Il prenait congé lorsque </w:t>
      </w:r>
      <w:r w:rsidR="00F635DB">
        <w:t>M</w:t>
      </w:r>
      <w:r w:rsidR="00F635DB" w:rsidRPr="00F635DB">
        <w:rPr>
          <w:vertAlign w:val="superscript"/>
        </w:rPr>
        <w:t>me</w:t>
      </w:r>
      <w:r w:rsidR="00F635DB">
        <w:t> </w:t>
      </w:r>
      <w:r w:rsidRPr="009071AC">
        <w:t>Léon lui barra presque le passage</w:t>
      </w:r>
      <w:r w:rsidR="00F635DB">
        <w:t>.</w:t>
      </w:r>
    </w:p>
    <w:p w14:paraId="7DC82176" w14:textId="3D634896" w:rsidR="00F635DB" w:rsidRDefault="00F635DB" w:rsidP="00F635DB">
      <w:r>
        <w:t>— </w:t>
      </w:r>
      <w:r w:rsidR="00855694" w:rsidRPr="009071AC">
        <w:t>N</w:t>
      </w:r>
      <w:r>
        <w:t>’</w:t>
      </w:r>
      <w:r w:rsidR="00855694" w:rsidRPr="009071AC">
        <w:t>est-il pas vrai</w:t>
      </w:r>
      <w:r>
        <w:t xml:space="preserve">, </w:t>
      </w:r>
      <w:r w:rsidR="00855694" w:rsidRPr="009071AC">
        <w:t>monsieur le docteur</w:t>
      </w:r>
      <w:r>
        <w:t xml:space="preserve">, </w:t>
      </w:r>
      <w:r w:rsidR="00855694" w:rsidRPr="009071AC">
        <w:t>demanda-t-elle</w:t>
      </w:r>
      <w:r>
        <w:t xml:space="preserve">, </w:t>
      </w:r>
      <w:r w:rsidR="00855694" w:rsidRPr="009071AC">
        <w:t>qu</w:t>
      </w:r>
      <w:r>
        <w:t>’</w:t>
      </w:r>
      <w:r w:rsidR="00855694" w:rsidRPr="009071AC">
        <w:t xml:space="preserve">une seule personne attentive suffit pour veiller </w:t>
      </w:r>
      <w:r>
        <w:t>M. </w:t>
      </w:r>
      <w:r w:rsidR="00855694" w:rsidRPr="009071AC">
        <w:t>le comte</w:t>
      </w:r>
      <w:r>
        <w:t> ?…</w:t>
      </w:r>
    </w:p>
    <w:p w14:paraId="22217D92" w14:textId="77777777" w:rsidR="00F635DB" w:rsidRDefault="00F635DB" w:rsidP="00F635DB">
      <w:r>
        <w:t>— </w:t>
      </w:r>
      <w:r w:rsidR="00855694" w:rsidRPr="009071AC">
        <w:t>Assurément</w:t>
      </w:r>
      <w:r>
        <w:t>…</w:t>
      </w:r>
    </w:p>
    <w:p w14:paraId="6361A0ED" w14:textId="68E89393" w:rsidR="00F635DB" w:rsidRDefault="00855694" w:rsidP="00F635DB">
      <w:r w:rsidRPr="009071AC">
        <w:t xml:space="preserve">La femme de charge se retourna vers </w:t>
      </w:r>
      <w:r w:rsidR="00F635DB">
        <w:t>M</w:t>
      </w:r>
      <w:r w:rsidR="00F635DB" w:rsidRPr="00F635DB">
        <w:rPr>
          <w:vertAlign w:val="superscript"/>
        </w:rPr>
        <w:t>lle</w:t>
      </w:r>
      <w:r w:rsidR="00F635DB">
        <w:t> </w:t>
      </w:r>
      <w:r w:rsidRPr="009071AC">
        <w:t>Marguerite</w:t>
      </w:r>
      <w:r w:rsidR="00F635DB">
        <w:t>.</w:t>
      </w:r>
    </w:p>
    <w:p w14:paraId="25B02258" w14:textId="77777777" w:rsidR="00F635DB" w:rsidRDefault="00F635DB" w:rsidP="00F635DB">
      <w:r>
        <w:t>— </w:t>
      </w:r>
      <w:r w:rsidR="00855694" w:rsidRPr="009071AC">
        <w:t>Eh bien</w:t>
      </w:r>
      <w:r>
        <w:t xml:space="preserve"> !… </w:t>
      </w:r>
      <w:r w:rsidR="00855694" w:rsidRPr="009071AC">
        <w:t>chère demoiselle</w:t>
      </w:r>
      <w:r>
        <w:t xml:space="preserve">, </w:t>
      </w:r>
      <w:r w:rsidR="00855694" w:rsidRPr="009071AC">
        <w:t>que vous disais-je</w:t>
      </w:r>
      <w:r>
        <w:t xml:space="preserve"> !… </w:t>
      </w:r>
      <w:r w:rsidR="00855694" w:rsidRPr="009071AC">
        <w:t>Croyez-moi</w:t>
      </w:r>
      <w:r>
        <w:t xml:space="preserve">, </w:t>
      </w:r>
      <w:r w:rsidR="00855694" w:rsidRPr="009071AC">
        <w:t>consentez à prendre un peu de repos</w:t>
      </w:r>
      <w:r>
        <w:t xml:space="preserve">… </w:t>
      </w:r>
      <w:r w:rsidR="00855694" w:rsidRPr="009071AC">
        <w:t>Veiller</w:t>
      </w:r>
      <w:r>
        <w:t xml:space="preserve">, </w:t>
      </w:r>
      <w:r w:rsidR="00855694" w:rsidRPr="009071AC">
        <w:t>voyez-vous</w:t>
      </w:r>
      <w:r>
        <w:t xml:space="preserve">, </w:t>
      </w:r>
      <w:r w:rsidR="00855694" w:rsidRPr="009071AC">
        <w:t>n</w:t>
      </w:r>
      <w:r>
        <w:t>’</w:t>
      </w:r>
      <w:r w:rsidR="00855694" w:rsidRPr="009071AC">
        <w:t>est pas de votre âge</w:t>
      </w:r>
      <w:r>
        <w:t>…</w:t>
      </w:r>
    </w:p>
    <w:p w14:paraId="4A2BC99F" w14:textId="77777777" w:rsidR="00F635DB" w:rsidRDefault="00F635DB" w:rsidP="00F635DB">
      <w:r>
        <w:t>— </w:t>
      </w:r>
      <w:r w:rsidR="00855694" w:rsidRPr="009071AC">
        <w:t>Il est inutile d</w:t>
      </w:r>
      <w:r>
        <w:t>’</w:t>
      </w:r>
      <w:r w:rsidR="00855694" w:rsidRPr="009071AC">
        <w:t>insister</w:t>
      </w:r>
      <w:r>
        <w:t xml:space="preserve">, </w:t>
      </w:r>
      <w:r w:rsidR="00855694" w:rsidRPr="009071AC">
        <w:t>interrompit résolument la jeune fille</w:t>
      </w:r>
      <w:r>
        <w:t xml:space="preserve">… </w:t>
      </w:r>
      <w:r w:rsidR="00855694" w:rsidRPr="009071AC">
        <w:t>Je veillerai</w:t>
      </w:r>
      <w:r>
        <w:t>.</w:t>
      </w:r>
    </w:p>
    <w:p w14:paraId="6DB728F6" w14:textId="77777777" w:rsidR="00F635DB" w:rsidRDefault="00855694" w:rsidP="00F635DB">
      <w:r w:rsidRPr="009071AC">
        <w:t>L</w:t>
      </w:r>
      <w:r w:rsidR="00F635DB">
        <w:t>’</w:t>
      </w:r>
      <w:r w:rsidRPr="009071AC">
        <w:t>autre se tut</w:t>
      </w:r>
      <w:r w:rsidR="00F635DB">
        <w:t xml:space="preserve">, </w:t>
      </w:r>
      <w:r w:rsidRPr="009071AC">
        <w:t>mais il sembla au docteur qu</w:t>
      </w:r>
      <w:r w:rsidR="00F635DB">
        <w:t>’</w:t>
      </w:r>
      <w:r w:rsidRPr="009071AC">
        <w:t>elles avaient échangé de singuliers regards</w:t>
      </w:r>
      <w:r w:rsidR="00F635DB">
        <w:t>.</w:t>
      </w:r>
    </w:p>
    <w:p w14:paraId="18A3A0F2" w14:textId="77777777" w:rsidR="00F635DB" w:rsidRDefault="00F635DB" w:rsidP="00F635DB">
      <w:r>
        <w:t>— </w:t>
      </w:r>
      <w:r w:rsidR="00855694" w:rsidRPr="009071AC">
        <w:t>Diable</w:t>
      </w:r>
      <w:r>
        <w:t xml:space="preserve"> !… </w:t>
      </w:r>
      <w:r w:rsidR="00855694" w:rsidRPr="009071AC">
        <w:t>pensait-il en se retirant</w:t>
      </w:r>
      <w:r>
        <w:t xml:space="preserve">, </w:t>
      </w:r>
      <w:r w:rsidR="00855694" w:rsidRPr="009071AC">
        <w:t>on dirait qu</w:t>
      </w:r>
      <w:r>
        <w:t>’</w:t>
      </w:r>
      <w:r w:rsidR="00855694" w:rsidRPr="009071AC">
        <w:t>elles se défient l</w:t>
      </w:r>
      <w:r>
        <w:t>’</w:t>
      </w:r>
      <w:r w:rsidR="00855694" w:rsidRPr="009071AC">
        <w:t>une de l</w:t>
      </w:r>
      <w:r>
        <w:t>’</w:t>
      </w:r>
      <w:r w:rsidR="00855694" w:rsidRPr="009071AC">
        <w:t>autre</w:t>
      </w:r>
      <w:r>
        <w:t>…</w:t>
      </w:r>
    </w:p>
    <w:p w14:paraId="450B95CE" w14:textId="57514D8C" w:rsidR="00F635DB" w:rsidRDefault="00855694" w:rsidP="00F635DB">
      <w:r w:rsidRPr="009071AC">
        <w:t>Peut-être le docteur avait-il raison</w:t>
      </w:r>
      <w:r w:rsidR="00F635DB">
        <w:t xml:space="preserve">. </w:t>
      </w:r>
      <w:r w:rsidRPr="009071AC">
        <w:t>Le sûr</w:t>
      </w:r>
      <w:r w:rsidR="00F635DB">
        <w:t xml:space="preserve">, </w:t>
      </w:r>
      <w:r w:rsidRPr="009071AC">
        <w:t>c</w:t>
      </w:r>
      <w:r w:rsidR="00F635DB">
        <w:t>’</w:t>
      </w:r>
      <w:r w:rsidRPr="009071AC">
        <w:t>est qu</w:t>
      </w:r>
      <w:r w:rsidR="00F635DB">
        <w:t>’</w:t>
      </w:r>
      <w:r w:rsidRPr="009071AC">
        <w:t>il n</w:t>
      </w:r>
      <w:r w:rsidR="00F635DB">
        <w:t>’</w:t>
      </w:r>
      <w:r w:rsidRPr="009071AC">
        <w:t>avait pas tourné les talons</w:t>
      </w:r>
      <w:r w:rsidR="00F635DB">
        <w:t xml:space="preserve">, </w:t>
      </w:r>
      <w:r w:rsidRPr="009071AC">
        <w:t xml:space="preserve">que déjà </w:t>
      </w:r>
      <w:r w:rsidR="00F635DB">
        <w:t>M</w:t>
      </w:r>
      <w:r w:rsidR="00F635DB" w:rsidRPr="00F635DB">
        <w:rPr>
          <w:vertAlign w:val="superscript"/>
        </w:rPr>
        <w:t>me</w:t>
      </w:r>
      <w:r w:rsidR="00F635DB">
        <w:t> </w:t>
      </w:r>
      <w:r w:rsidRPr="009071AC">
        <w:t xml:space="preserve">Léon pressait une fois encore sa </w:t>
      </w:r>
      <w:r w:rsidR="00F635DB">
        <w:t>« </w:t>
      </w:r>
      <w:r w:rsidRPr="009071AC">
        <w:t>chère demoiselle</w:t>
      </w:r>
      <w:r w:rsidR="00F635DB">
        <w:t> »</w:t>
      </w:r>
      <w:r w:rsidRPr="009071AC">
        <w:t xml:space="preserve"> de se coucher au moins quelques heures</w:t>
      </w:r>
      <w:r w:rsidR="00F635DB">
        <w:t>.</w:t>
      </w:r>
    </w:p>
    <w:p w14:paraId="6346CC7A" w14:textId="77777777" w:rsidR="00F635DB" w:rsidRDefault="00855694" w:rsidP="00F635DB">
      <w:r w:rsidRPr="009071AC">
        <w:t>Elle l</w:t>
      </w:r>
      <w:r w:rsidR="00F635DB">
        <w:t>’</w:t>
      </w:r>
      <w:r w:rsidRPr="009071AC">
        <w:t>en conjurait au nom de sa santé altérée par l</w:t>
      </w:r>
      <w:r w:rsidR="00F635DB">
        <w:t>’</w:t>
      </w:r>
      <w:r w:rsidRPr="009071AC">
        <w:t>émotion ainsi qu</w:t>
      </w:r>
      <w:r w:rsidR="00F635DB">
        <w:t>’</w:t>
      </w:r>
      <w:r w:rsidRPr="009071AC">
        <w:t>on ne le voyait que trop aux marbrures de ses joues et au cercle bleuâtre qui allait s</w:t>
      </w:r>
      <w:r w:rsidR="00F635DB">
        <w:t>’</w:t>
      </w:r>
      <w:r w:rsidRPr="009071AC">
        <w:t>élargissant autour de ses yeux</w:t>
      </w:r>
      <w:r w:rsidR="00F635DB">
        <w:t>…</w:t>
      </w:r>
    </w:p>
    <w:p w14:paraId="03C52CD9" w14:textId="77777777" w:rsidR="00F635DB" w:rsidRDefault="00F635DB" w:rsidP="00F635DB">
      <w:r>
        <w:lastRenderedPageBreak/>
        <w:t>— </w:t>
      </w:r>
      <w:r w:rsidR="00855694" w:rsidRPr="009071AC">
        <w:t>Que craignez-vous</w:t>
      </w:r>
      <w:r>
        <w:t xml:space="preserve">, </w:t>
      </w:r>
      <w:r w:rsidR="00855694" w:rsidRPr="009071AC">
        <w:t>insistait-elle</w:t>
      </w:r>
      <w:r>
        <w:t xml:space="preserve">, </w:t>
      </w:r>
      <w:r w:rsidR="00855694" w:rsidRPr="009071AC">
        <w:t>de sa voix onctueuse</w:t>
      </w:r>
      <w:r>
        <w:t xml:space="preserve"> ; </w:t>
      </w:r>
      <w:r w:rsidR="00855694" w:rsidRPr="009071AC">
        <w:t>ne serai-je pas là</w:t>
      </w:r>
      <w:r>
        <w:t xml:space="preserve"> ! </w:t>
      </w:r>
      <w:r w:rsidR="00855694" w:rsidRPr="009071AC">
        <w:t>Supposez-vous votre vieille Léon capable de s</w:t>
      </w:r>
      <w:r>
        <w:t>’</w:t>
      </w:r>
      <w:r w:rsidR="00855694" w:rsidRPr="009071AC">
        <w:t>endormir quand votre avenir dépend d</w:t>
      </w:r>
      <w:r>
        <w:t>’</w:t>
      </w:r>
      <w:r w:rsidR="00855694" w:rsidRPr="009071AC">
        <w:t>un mot de ce pauvre homme qui est là</w:t>
      </w:r>
      <w:r>
        <w:t>…</w:t>
      </w:r>
    </w:p>
    <w:p w14:paraId="0E24153A" w14:textId="77777777" w:rsidR="00F635DB" w:rsidRDefault="00F635DB" w:rsidP="00F635DB">
      <w:r>
        <w:t>— </w:t>
      </w:r>
      <w:r w:rsidR="00855694" w:rsidRPr="009071AC">
        <w:t>De grâce</w:t>
      </w:r>
      <w:r>
        <w:t xml:space="preserve">… </w:t>
      </w:r>
      <w:r w:rsidR="00855694" w:rsidRPr="009071AC">
        <w:t>cessez</w:t>
      </w:r>
      <w:r>
        <w:t>…</w:t>
      </w:r>
    </w:p>
    <w:p w14:paraId="06330D71" w14:textId="77777777" w:rsidR="00F635DB" w:rsidRDefault="00F635DB" w:rsidP="00F635DB">
      <w:r>
        <w:t>— </w:t>
      </w:r>
      <w:r w:rsidR="00855694" w:rsidRPr="009071AC">
        <w:t>Non</w:t>
      </w:r>
      <w:r>
        <w:t xml:space="preserve">, </w:t>
      </w:r>
      <w:r w:rsidR="00855694" w:rsidRPr="009071AC">
        <w:t>chère demoiselle bien aimée</w:t>
      </w:r>
      <w:r>
        <w:t xml:space="preserve">, </w:t>
      </w:r>
      <w:r w:rsidR="00855694" w:rsidRPr="009071AC">
        <w:t>mon dévouement me commande</w:t>
      </w:r>
      <w:r>
        <w:t>…</w:t>
      </w:r>
    </w:p>
    <w:p w14:paraId="1DC72E66" w14:textId="7B13A51B" w:rsidR="00F635DB" w:rsidRDefault="00F635DB" w:rsidP="00F635DB">
      <w:r>
        <w:t>— </w:t>
      </w:r>
      <w:r w:rsidR="00855694" w:rsidRPr="009071AC">
        <w:t>Oh</w:t>
      </w:r>
      <w:r>
        <w:t xml:space="preserve"> ?… </w:t>
      </w:r>
      <w:r w:rsidR="00855694" w:rsidRPr="009071AC">
        <w:t>Assez</w:t>
      </w:r>
      <w:r>
        <w:t xml:space="preserve"> !… </w:t>
      </w:r>
      <w:r w:rsidR="00855694" w:rsidRPr="009071AC">
        <w:t xml:space="preserve">interrompit </w:t>
      </w:r>
      <w:r>
        <w:t>M</w:t>
      </w:r>
      <w:r w:rsidRPr="00F635DB">
        <w:rPr>
          <w:vertAlign w:val="superscript"/>
        </w:rPr>
        <w:t>lle</w:t>
      </w:r>
      <w:r>
        <w:t> </w:t>
      </w:r>
      <w:r w:rsidR="00855694" w:rsidRPr="009071AC">
        <w:t>Marguerite</w:t>
      </w:r>
      <w:r>
        <w:t xml:space="preserve"> ; </w:t>
      </w:r>
      <w:r w:rsidR="00855694" w:rsidRPr="009071AC">
        <w:t>assez</w:t>
      </w:r>
      <w:r>
        <w:t xml:space="preserve">, </w:t>
      </w:r>
      <w:r w:rsidR="00855694" w:rsidRPr="009071AC">
        <w:t>Léon</w:t>
      </w:r>
      <w:r>
        <w:t> !…</w:t>
      </w:r>
    </w:p>
    <w:p w14:paraId="5B9FA1FE" w14:textId="77777777" w:rsidR="00F635DB" w:rsidRDefault="00855694" w:rsidP="00F635DB">
      <w:r w:rsidRPr="009071AC">
        <w:t>Le ton annonçait une volonté si forte que la vieille se résigna</w:t>
      </w:r>
      <w:r w:rsidR="00F635DB">
        <w:t xml:space="preserve">, </w:t>
      </w:r>
      <w:r w:rsidRPr="009071AC">
        <w:t>non sans un gros soupir</w:t>
      </w:r>
      <w:r w:rsidR="00F635DB">
        <w:t xml:space="preserve">, </w:t>
      </w:r>
      <w:r w:rsidRPr="009071AC">
        <w:t>par exemple</w:t>
      </w:r>
      <w:r w:rsidR="00F635DB">
        <w:t xml:space="preserve">, </w:t>
      </w:r>
      <w:r w:rsidRPr="009071AC">
        <w:t>non sans un regard au ciel pour le prendre à témoin de la pureté de ses intentions et de l</w:t>
      </w:r>
      <w:r w:rsidR="00F635DB">
        <w:t>’</w:t>
      </w:r>
      <w:r w:rsidRPr="009071AC">
        <w:t>inutilité de ses efforts</w:t>
      </w:r>
      <w:r w:rsidR="00F635DB">
        <w:t>.</w:t>
      </w:r>
    </w:p>
    <w:p w14:paraId="74E6108C" w14:textId="77777777" w:rsidR="00F635DB" w:rsidRDefault="00F635DB" w:rsidP="00F635DB">
      <w:r>
        <w:t>— </w:t>
      </w:r>
      <w:r w:rsidR="00855694" w:rsidRPr="009071AC">
        <w:t>Du moins</w:t>
      </w:r>
      <w:r>
        <w:t xml:space="preserve">, </w:t>
      </w:r>
      <w:r w:rsidR="00855694" w:rsidRPr="009071AC">
        <w:t>chère demoiselle</w:t>
      </w:r>
      <w:r>
        <w:t xml:space="preserve">, </w:t>
      </w:r>
      <w:r w:rsidR="00855694" w:rsidRPr="009071AC">
        <w:t>reprit-elle</w:t>
      </w:r>
      <w:r>
        <w:t xml:space="preserve">, </w:t>
      </w:r>
      <w:r w:rsidR="00855694" w:rsidRPr="009071AC">
        <w:t>couvrez-vous bien</w:t>
      </w:r>
      <w:r>
        <w:t xml:space="preserve">… </w:t>
      </w:r>
      <w:r w:rsidR="00855694" w:rsidRPr="009071AC">
        <w:t>Voulez-vous que j</w:t>
      </w:r>
      <w:r>
        <w:t>’</w:t>
      </w:r>
      <w:r w:rsidR="00855694" w:rsidRPr="009071AC">
        <w:t>aille vous chercher votre gros châle de voyage</w:t>
      </w:r>
      <w:r>
        <w:t>…</w:t>
      </w:r>
    </w:p>
    <w:p w14:paraId="14CE2E8B" w14:textId="77777777" w:rsidR="00F635DB" w:rsidRDefault="00F635DB" w:rsidP="00F635DB">
      <w:r>
        <w:t>— </w:t>
      </w:r>
      <w:r w:rsidR="00855694" w:rsidRPr="009071AC">
        <w:t>Merci</w:t>
      </w:r>
      <w:r>
        <w:t xml:space="preserve">, </w:t>
      </w:r>
      <w:r w:rsidR="00855694" w:rsidRPr="009071AC">
        <w:t>ma chère Léon</w:t>
      </w:r>
      <w:r>
        <w:t xml:space="preserve">… </w:t>
      </w:r>
      <w:r w:rsidR="00855694" w:rsidRPr="009071AC">
        <w:t>Annette me l</w:t>
      </w:r>
      <w:r>
        <w:t>’</w:t>
      </w:r>
      <w:r w:rsidR="00855694" w:rsidRPr="009071AC">
        <w:t>apportera</w:t>
      </w:r>
      <w:r>
        <w:t>.</w:t>
      </w:r>
    </w:p>
    <w:p w14:paraId="53308960" w14:textId="77777777" w:rsidR="00F635DB" w:rsidRDefault="00F635DB" w:rsidP="00F635DB">
      <w:r>
        <w:t>— </w:t>
      </w:r>
      <w:r w:rsidR="00855694" w:rsidRPr="009071AC">
        <w:t>Oui</w:t>
      </w:r>
      <w:r>
        <w:t xml:space="preserve">, </w:t>
      </w:r>
      <w:r w:rsidR="00855694" w:rsidRPr="009071AC">
        <w:t>je vous en prie</w:t>
      </w:r>
      <w:r>
        <w:t xml:space="preserve">… </w:t>
      </w:r>
      <w:r w:rsidR="00855694" w:rsidRPr="009071AC">
        <w:t>Du reste</w:t>
      </w:r>
      <w:r>
        <w:t xml:space="preserve">, </w:t>
      </w:r>
      <w:r w:rsidR="00855694" w:rsidRPr="009071AC">
        <w:t>nous n</w:t>
      </w:r>
      <w:r>
        <w:t>’</w:t>
      </w:r>
      <w:r w:rsidR="00855694" w:rsidRPr="009071AC">
        <w:t>allons pas veiller seules</w:t>
      </w:r>
      <w:r>
        <w:t xml:space="preserve">, </w:t>
      </w:r>
      <w:r w:rsidR="00855694" w:rsidRPr="009071AC">
        <w:t>n</w:t>
      </w:r>
      <w:r>
        <w:t>’</w:t>
      </w:r>
      <w:r w:rsidR="00855694" w:rsidRPr="009071AC">
        <w:t>est-ce pas</w:t>
      </w:r>
      <w:r>
        <w:t xml:space="preserve"> ? </w:t>
      </w:r>
      <w:r w:rsidR="00855694" w:rsidRPr="009071AC">
        <w:t>Comment ferions-nous si nous avions besoin de quelque chose</w:t>
      </w:r>
      <w:r>
        <w:t> ?</w:t>
      </w:r>
    </w:p>
    <w:p w14:paraId="5BEDBE62" w14:textId="77777777" w:rsidR="00F635DB" w:rsidRDefault="00F635DB" w:rsidP="00F635DB">
      <w:r>
        <w:t>— </w:t>
      </w:r>
      <w:r w:rsidR="00855694" w:rsidRPr="009071AC">
        <w:t>Je vais appeler</w:t>
      </w:r>
      <w:r>
        <w:t xml:space="preserve">, </w:t>
      </w:r>
      <w:r w:rsidR="00855694" w:rsidRPr="009071AC">
        <w:t>dit la jeune fille</w:t>
      </w:r>
      <w:r>
        <w:t>.</w:t>
      </w:r>
    </w:p>
    <w:p w14:paraId="0344671C" w14:textId="77777777" w:rsidR="00F635DB" w:rsidRDefault="00855694" w:rsidP="00F635DB">
      <w:r w:rsidRPr="009071AC">
        <w:t>C</w:t>
      </w:r>
      <w:r w:rsidR="00F635DB">
        <w:t>’</w:t>
      </w:r>
      <w:r w:rsidRPr="009071AC">
        <w:t>était inutile</w:t>
      </w:r>
      <w:r w:rsidR="00F635DB">
        <w:t xml:space="preserve">. </w:t>
      </w:r>
      <w:r w:rsidRPr="009071AC">
        <w:t xml:space="preserve">La sortie du docteur </w:t>
      </w:r>
      <w:proofErr w:type="spellStart"/>
      <w:r w:rsidRPr="009071AC">
        <w:t>Jodon</w:t>
      </w:r>
      <w:proofErr w:type="spellEnd"/>
      <w:r w:rsidRPr="009071AC">
        <w:t xml:space="preserve"> avait brusquement mis fin à la conférence des domestiques</w:t>
      </w:r>
      <w:r w:rsidR="00F635DB">
        <w:t xml:space="preserve">, </w:t>
      </w:r>
      <w:r w:rsidRPr="009071AC">
        <w:t>et tous maintenant étaient sur le palier</w:t>
      </w:r>
      <w:r w:rsidR="00F635DB">
        <w:t xml:space="preserve">, </w:t>
      </w:r>
      <w:r w:rsidRPr="009071AC">
        <w:t>inquiets</w:t>
      </w:r>
      <w:r w:rsidR="00F635DB">
        <w:t xml:space="preserve">, </w:t>
      </w:r>
      <w:r w:rsidRPr="009071AC">
        <w:t>retenant leur haleine</w:t>
      </w:r>
      <w:r w:rsidR="00F635DB">
        <w:t xml:space="preserve">, </w:t>
      </w:r>
      <w:r w:rsidRPr="009071AC">
        <w:t>tendant le cou vers la chambre entr</w:t>
      </w:r>
      <w:r w:rsidR="00F635DB">
        <w:t>’</w:t>
      </w:r>
      <w:r w:rsidRPr="009071AC">
        <w:t>ouverte</w:t>
      </w:r>
      <w:r w:rsidR="00F635DB">
        <w:t>.</w:t>
      </w:r>
    </w:p>
    <w:p w14:paraId="5B9C66C3" w14:textId="56D1A8E8" w:rsidR="00F635DB" w:rsidRDefault="00F635DB" w:rsidP="00F635DB">
      <w:r>
        <w:t>M</w:t>
      </w:r>
      <w:r w:rsidRPr="00F635DB">
        <w:rPr>
          <w:vertAlign w:val="superscript"/>
        </w:rPr>
        <w:t>lle</w:t>
      </w:r>
      <w:r>
        <w:t> </w:t>
      </w:r>
      <w:r w:rsidR="00855694" w:rsidRPr="009071AC">
        <w:t>Marguerite s</w:t>
      </w:r>
      <w:r>
        <w:t>’</w:t>
      </w:r>
      <w:r w:rsidR="00855694" w:rsidRPr="009071AC">
        <w:t>avança vers eux</w:t>
      </w:r>
      <w:r>
        <w:t>.</w:t>
      </w:r>
    </w:p>
    <w:p w14:paraId="3A715FA3" w14:textId="4574BC03" w:rsidR="00F635DB" w:rsidRDefault="00F635DB" w:rsidP="00F635DB">
      <w:r>
        <w:lastRenderedPageBreak/>
        <w:t>— M</w:t>
      </w:r>
      <w:r w:rsidRPr="00F635DB">
        <w:rPr>
          <w:vertAlign w:val="superscript"/>
        </w:rPr>
        <w:t>me</w:t>
      </w:r>
      <w:r>
        <w:t> </w:t>
      </w:r>
      <w:r w:rsidR="00855694" w:rsidRPr="009071AC">
        <w:t xml:space="preserve">Léon et moi resterons près de </w:t>
      </w:r>
      <w:r>
        <w:t>M. </w:t>
      </w:r>
      <w:r w:rsidR="00855694" w:rsidRPr="009071AC">
        <w:t>le comte</w:t>
      </w:r>
      <w:r>
        <w:t xml:space="preserve">, </w:t>
      </w:r>
      <w:r w:rsidR="00855694" w:rsidRPr="009071AC">
        <w:t>dit-elle</w:t>
      </w:r>
      <w:r>
        <w:t xml:space="preserve">. </w:t>
      </w:r>
      <w:r w:rsidR="00855694" w:rsidRPr="009071AC">
        <w:t>Annette</w:t>
      </w:r>
      <w:r>
        <w:t xml:space="preserve">, – </w:t>
      </w:r>
      <w:r w:rsidR="00855694" w:rsidRPr="009071AC">
        <w:t>c</w:t>
      </w:r>
      <w:r>
        <w:t>’</w:t>
      </w:r>
      <w:r w:rsidR="00855694" w:rsidRPr="009071AC">
        <w:t>était celle de ses femmes qu</w:t>
      </w:r>
      <w:r>
        <w:t>’</w:t>
      </w:r>
      <w:r w:rsidR="00855694" w:rsidRPr="009071AC">
        <w:t>elle préférait</w:t>
      </w:r>
      <w:r>
        <w:t xml:space="preserve">, – </w:t>
      </w:r>
      <w:r w:rsidR="00855694" w:rsidRPr="009071AC">
        <w:t>Casimir et un valet de pied passeront la nuit dans le petit salon à côté</w:t>
      </w:r>
      <w:r>
        <w:t xml:space="preserve">. </w:t>
      </w:r>
      <w:r w:rsidR="00855694" w:rsidRPr="009071AC">
        <w:t>Les autres peuvent se retirer</w:t>
      </w:r>
      <w:r>
        <w:t>.</w:t>
      </w:r>
    </w:p>
    <w:p w14:paraId="77950964" w14:textId="77777777" w:rsidR="00F635DB" w:rsidRDefault="00855694" w:rsidP="00F635DB">
      <w:r w:rsidRPr="009071AC">
        <w:t>Ils se retirèrent</w:t>
      </w:r>
      <w:r w:rsidR="00F635DB">
        <w:t xml:space="preserve">, </w:t>
      </w:r>
      <w:r w:rsidRPr="009071AC">
        <w:t>en effet</w:t>
      </w:r>
      <w:r w:rsidR="00F635DB">
        <w:t xml:space="preserve">. </w:t>
      </w:r>
      <w:r w:rsidRPr="009071AC">
        <w:t>Deux heures sonnaient à l</w:t>
      </w:r>
      <w:r w:rsidR="00F635DB">
        <w:t>’</w:t>
      </w:r>
      <w:r w:rsidRPr="009071AC">
        <w:t>horloge de Beaujon</w:t>
      </w:r>
      <w:r w:rsidR="00F635DB">
        <w:t xml:space="preserve">. </w:t>
      </w:r>
      <w:r w:rsidRPr="009071AC">
        <w:t>Le silence se fit</w:t>
      </w:r>
      <w:r w:rsidR="00F635DB">
        <w:t xml:space="preserve">, </w:t>
      </w:r>
      <w:r w:rsidRPr="009071AC">
        <w:t>solennel</w:t>
      </w:r>
      <w:r w:rsidR="00F635DB">
        <w:t xml:space="preserve">, </w:t>
      </w:r>
      <w:r w:rsidRPr="009071AC">
        <w:t>terrible</w:t>
      </w:r>
      <w:r w:rsidR="00F635DB">
        <w:t xml:space="preserve"> : </w:t>
      </w:r>
      <w:r w:rsidRPr="009071AC">
        <w:t>uniquement troublé par le râle du moribond et l</w:t>
      </w:r>
      <w:r w:rsidR="00F635DB">
        <w:t>’</w:t>
      </w:r>
      <w:r w:rsidRPr="009071AC">
        <w:t xml:space="preserve">implacable </w:t>
      </w:r>
      <w:proofErr w:type="spellStart"/>
      <w:r w:rsidRPr="009071AC">
        <w:t>tic tac</w:t>
      </w:r>
      <w:proofErr w:type="spellEnd"/>
      <w:r w:rsidRPr="009071AC">
        <w:t xml:space="preserve"> de la pendule battant les secondes qui lui restaient à vivre</w:t>
      </w:r>
      <w:r w:rsidR="00F635DB">
        <w:t>.</w:t>
      </w:r>
    </w:p>
    <w:p w14:paraId="3F7C4339" w14:textId="77777777" w:rsidR="00F635DB" w:rsidRDefault="00855694" w:rsidP="00F635DB">
      <w:r w:rsidRPr="009071AC">
        <w:t>Nul bruit de Paris n</w:t>
      </w:r>
      <w:r w:rsidR="00F635DB">
        <w:t>’</w:t>
      </w:r>
      <w:r w:rsidRPr="009071AC">
        <w:t>arrivait en cette demeure princière</w:t>
      </w:r>
      <w:r w:rsidR="00F635DB">
        <w:t xml:space="preserve">, </w:t>
      </w:r>
      <w:r w:rsidRPr="009071AC">
        <w:t>isolée entre une vaste cour et un jardin grand comme un parc</w:t>
      </w:r>
      <w:r w:rsidR="00F635DB">
        <w:t xml:space="preserve">. </w:t>
      </w:r>
      <w:r w:rsidRPr="009071AC">
        <w:t>Et la paille répandue dans la rue assourdissait le roulement des rares voitures remontant la rue de Courcelles</w:t>
      </w:r>
      <w:r w:rsidR="00F635DB">
        <w:t>…</w:t>
      </w:r>
    </w:p>
    <w:p w14:paraId="2E7C816D" w14:textId="6F083EF5" w:rsidR="00F635DB" w:rsidRDefault="00F635DB" w:rsidP="00F635DB">
      <w:r>
        <w:t>M</w:t>
      </w:r>
      <w:r w:rsidRPr="00F635DB">
        <w:rPr>
          <w:vertAlign w:val="superscript"/>
        </w:rPr>
        <w:t>me</w:t>
      </w:r>
      <w:r>
        <w:t> </w:t>
      </w:r>
      <w:r w:rsidR="00855694" w:rsidRPr="009071AC">
        <w:t>Léon avait repris sa place dans son fauteuil</w:t>
      </w:r>
      <w:r>
        <w:t xml:space="preserve">, </w:t>
      </w:r>
      <w:r w:rsidR="00855694" w:rsidRPr="009071AC">
        <w:t>bien douillettement enveloppée dans une chaude couverture</w:t>
      </w:r>
      <w:r>
        <w:t xml:space="preserve">, </w:t>
      </w:r>
      <w:r w:rsidR="00855694" w:rsidRPr="009071AC">
        <w:t>et tout en ayant l</w:t>
      </w:r>
      <w:r>
        <w:t>’</w:t>
      </w:r>
      <w:r w:rsidR="00855694" w:rsidRPr="009071AC">
        <w:t>air de lire son livre d</w:t>
      </w:r>
      <w:r>
        <w:t>’</w:t>
      </w:r>
      <w:r w:rsidR="00855694" w:rsidRPr="009071AC">
        <w:t>heures</w:t>
      </w:r>
      <w:r>
        <w:t xml:space="preserve">, </w:t>
      </w:r>
      <w:r w:rsidR="00855694" w:rsidRPr="009071AC">
        <w:t xml:space="preserve">elle observait tous les mouvements de sa </w:t>
      </w:r>
      <w:r>
        <w:t>« </w:t>
      </w:r>
      <w:r w:rsidR="00855694" w:rsidRPr="009071AC">
        <w:t>chère demoiselle</w:t>
      </w:r>
      <w:r>
        <w:t>, »</w:t>
      </w:r>
      <w:r w:rsidR="00855694" w:rsidRPr="009071AC">
        <w:t xml:space="preserve"> comme s</w:t>
      </w:r>
      <w:r>
        <w:t>’</w:t>
      </w:r>
      <w:r w:rsidR="00855694" w:rsidRPr="009071AC">
        <w:t>ils eussent pu lui livrer le secret de ses pensées</w:t>
      </w:r>
      <w:r>
        <w:t>…</w:t>
      </w:r>
    </w:p>
    <w:p w14:paraId="709979EC" w14:textId="0FF13C36" w:rsidR="00F635DB" w:rsidRDefault="00F635DB" w:rsidP="00F635DB">
      <w:r>
        <w:t>M</w:t>
      </w:r>
      <w:r w:rsidRPr="00F635DB">
        <w:rPr>
          <w:vertAlign w:val="superscript"/>
        </w:rPr>
        <w:t>lle</w:t>
      </w:r>
      <w:r>
        <w:t> </w:t>
      </w:r>
      <w:r w:rsidR="00855694" w:rsidRPr="009071AC">
        <w:t>Marguerite ne soupçonnait pas cet affectueux espionnage</w:t>
      </w:r>
      <w:r>
        <w:t xml:space="preserve">. </w:t>
      </w:r>
      <w:r w:rsidR="00855694" w:rsidRPr="009071AC">
        <w:t>Que lui eût importé</w:t>
      </w:r>
      <w:r>
        <w:t xml:space="preserve">, </w:t>
      </w:r>
      <w:r w:rsidR="00855694" w:rsidRPr="009071AC">
        <w:t>d</w:t>
      </w:r>
      <w:r>
        <w:t>’</w:t>
      </w:r>
      <w:r w:rsidR="00855694" w:rsidRPr="009071AC">
        <w:t>ailleurs</w:t>
      </w:r>
      <w:r>
        <w:t xml:space="preserve"> !… </w:t>
      </w:r>
      <w:r w:rsidR="00855694" w:rsidRPr="009071AC">
        <w:t>Elle avait roulé une chaise basse près du lit</w:t>
      </w:r>
      <w:r>
        <w:t xml:space="preserve">, </w:t>
      </w:r>
      <w:r w:rsidR="00855694" w:rsidRPr="009071AC">
        <w:t>s</w:t>
      </w:r>
      <w:r>
        <w:t>’</w:t>
      </w:r>
      <w:r w:rsidR="00855694" w:rsidRPr="009071AC">
        <w:t>y était assise</w:t>
      </w:r>
      <w:r>
        <w:t xml:space="preserve">, </w:t>
      </w:r>
      <w:r w:rsidR="00855694" w:rsidRPr="009071AC">
        <w:t xml:space="preserve">et son regard était comme rivé sur </w:t>
      </w:r>
      <w:r>
        <w:t>M. de </w:t>
      </w:r>
      <w:proofErr w:type="spellStart"/>
      <w:r w:rsidR="00855694" w:rsidRPr="009071AC">
        <w:t>Chalusse</w:t>
      </w:r>
      <w:proofErr w:type="spellEnd"/>
      <w:r>
        <w:t>…</w:t>
      </w:r>
    </w:p>
    <w:p w14:paraId="24B3B1F9" w14:textId="7D4D0B6F" w:rsidR="00F635DB" w:rsidRDefault="00855694" w:rsidP="00F635DB">
      <w:r w:rsidRPr="009071AC">
        <w:t>À deux ou trois reprises</w:t>
      </w:r>
      <w:r w:rsidR="00F635DB">
        <w:t xml:space="preserve">, </w:t>
      </w:r>
      <w:r w:rsidRPr="009071AC">
        <w:t>en commençant</w:t>
      </w:r>
      <w:r w:rsidR="00F635DB">
        <w:t xml:space="preserve">, </w:t>
      </w:r>
      <w:r w:rsidRPr="009071AC">
        <w:t>elle tressaillit</w:t>
      </w:r>
      <w:r w:rsidR="00F635DB">
        <w:t xml:space="preserve">, </w:t>
      </w:r>
      <w:r w:rsidRPr="009071AC">
        <w:t xml:space="preserve">et une fois même elle avait dit à </w:t>
      </w:r>
      <w:r w:rsidR="00F635DB">
        <w:t>M</w:t>
      </w:r>
      <w:r w:rsidR="00F635DB" w:rsidRPr="00F635DB">
        <w:rPr>
          <w:vertAlign w:val="superscript"/>
        </w:rPr>
        <w:t>me</w:t>
      </w:r>
      <w:r w:rsidR="00F635DB">
        <w:t> </w:t>
      </w:r>
      <w:r w:rsidRPr="009071AC">
        <w:t>Léon</w:t>
      </w:r>
      <w:r w:rsidR="00F635DB">
        <w:t> :</w:t>
      </w:r>
    </w:p>
    <w:p w14:paraId="78089383" w14:textId="77777777" w:rsidR="00F635DB" w:rsidRDefault="00F635DB" w:rsidP="00F635DB">
      <w:r>
        <w:t>— </w:t>
      </w:r>
      <w:r w:rsidR="00855694" w:rsidRPr="009071AC">
        <w:t>Venez</w:t>
      </w:r>
      <w:r>
        <w:t xml:space="preserve">… </w:t>
      </w:r>
      <w:r w:rsidR="00855694" w:rsidRPr="009071AC">
        <w:t>venez voir</w:t>
      </w:r>
      <w:r>
        <w:t>.</w:t>
      </w:r>
    </w:p>
    <w:p w14:paraId="0C4E1B05" w14:textId="77777777" w:rsidR="00F635DB" w:rsidRDefault="00855694" w:rsidP="00F635DB">
      <w:r w:rsidRPr="009071AC">
        <w:t>Il lui avait semblé que l</w:t>
      </w:r>
      <w:r w:rsidR="00F635DB">
        <w:t>’</w:t>
      </w:r>
      <w:r w:rsidRPr="009071AC">
        <w:t>immobile visage du comte bougeait</w:t>
      </w:r>
      <w:r w:rsidR="00F635DB">
        <w:t xml:space="preserve">. </w:t>
      </w:r>
      <w:r w:rsidRPr="009071AC">
        <w:t>Mais c</w:t>
      </w:r>
      <w:r w:rsidR="00F635DB">
        <w:t>’</w:t>
      </w:r>
      <w:r w:rsidRPr="009071AC">
        <w:t>était une illusion</w:t>
      </w:r>
      <w:r w:rsidR="00F635DB">
        <w:t xml:space="preserve">, </w:t>
      </w:r>
      <w:r w:rsidRPr="009071AC">
        <w:t>elle avait été trompée par les reflets que promenait autour de la chambre la flamme capricieuse du foyer</w:t>
      </w:r>
      <w:r w:rsidR="00F635DB">
        <w:t>…</w:t>
      </w:r>
    </w:p>
    <w:p w14:paraId="65E78D92" w14:textId="77777777" w:rsidR="00F635DB" w:rsidRDefault="00855694" w:rsidP="00F635DB">
      <w:r w:rsidRPr="009071AC">
        <w:lastRenderedPageBreak/>
        <w:t>Et la nuit avançait</w:t>
      </w:r>
      <w:r w:rsidR="00F635DB">
        <w:t xml:space="preserve">… </w:t>
      </w:r>
      <w:r w:rsidRPr="009071AC">
        <w:t>La femme de charge</w:t>
      </w:r>
      <w:r w:rsidR="00F635DB">
        <w:t xml:space="preserve">, </w:t>
      </w:r>
      <w:r w:rsidRPr="009071AC">
        <w:t>à la longue</w:t>
      </w:r>
      <w:r w:rsidR="00F635DB">
        <w:t xml:space="preserve">, </w:t>
      </w:r>
      <w:r w:rsidRPr="009071AC">
        <w:t>s</w:t>
      </w:r>
      <w:r w:rsidR="00F635DB">
        <w:t>’</w:t>
      </w:r>
      <w:r w:rsidRPr="009071AC">
        <w:t>était fatiguée d</w:t>
      </w:r>
      <w:r w:rsidR="00F635DB">
        <w:t>’</w:t>
      </w:r>
      <w:r w:rsidRPr="009071AC">
        <w:t>une observation stérile</w:t>
      </w:r>
      <w:r w:rsidR="00F635DB">
        <w:t xml:space="preserve"> ; </w:t>
      </w:r>
      <w:r w:rsidRPr="009071AC">
        <w:t>insensiblement</w:t>
      </w:r>
      <w:r w:rsidR="00F635DB">
        <w:t xml:space="preserve">, </w:t>
      </w:r>
      <w:r w:rsidRPr="009071AC">
        <w:t>elle avait baissé le menton</w:t>
      </w:r>
      <w:r w:rsidR="00F635DB">
        <w:t xml:space="preserve">, </w:t>
      </w:r>
      <w:r w:rsidRPr="009071AC">
        <w:t>son livre lui avait échappé</w:t>
      </w:r>
      <w:r w:rsidR="00F635DB">
        <w:t xml:space="preserve">, </w:t>
      </w:r>
      <w:r w:rsidRPr="009071AC">
        <w:t>et enfin elle s</w:t>
      </w:r>
      <w:r w:rsidR="00F635DB">
        <w:t>’</w:t>
      </w:r>
      <w:r w:rsidRPr="009071AC">
        <w:t>était mise à ronfler</w:t>
      </w:r>
      <w:r w:rsidR="00F635DB">
        <w:t>.</w:t>
      </w:r>
    </w:p>
    <w:p w14:paraId="4C39D7C4" w14:textId="22F6E8C8" w:rsidR="00F635DB" w:rsidRDefault="00F635DB" w:rsidP="00F635DB">
      <w:r>
        <w:t>M</w:t>
      </w:r>
      <w:r w:rsidRPr="00F635DB">
        <w:rPr>
          <w:vertAlign w:val="superscript"/>
        </w:rPr>
        <w:t>lle</w:t>
      </w:r>
      <w:r>
        <w:t> </w:t>
      </w:r>
      <w:r w:rsidR="00855694" w:rsidRPr="009071AC">
        <w:t>Marguerite ne s</w:t>
      </w:r>
      <w:r>
        <w:t>’</w:t>
      </w:r>
      <w:r w:rsidR="00855694" w:rsidRPr="009071AC">
        <w:t>en apercevait même pas</w:t>
      </w:r>
      <w:r>
        <w:t xml:space="preserve">, </w:t>
      </w:r>
      <w:r w:rsidR="00855694" w:rsidRPr="009071AC">
        <w:t>perdue qu</w:t>
      </w:r>
      <w:r>
        <w:t>’</w:t>
      </w:r>
      <w:r w:rsidR="00855694" w:rsidRPr="009071AC">
        <w:t>elle était dans une contemplation qui</w:t>
      </w:r>
      <w:r>
        <w:t xml:space="preserve">, </w:t>
      </w:r>
      <w:r w:rsidR="00855694" w:rsidRPr="009071AC">
        <w:t>à force d</w:t>
      </w:r>
      <w:r>
        <w:t>’</w:t>
      </w:r>
      <w:r w:rsidR="00855694" w:rsidRPr="009071AC">
        <w:t>être profonde</w:t>
      </w:r>
      <w:r>
        <w:t xml:space="preserve">, </w:t>
      </w:r>
      <w:r w:rsidR="00855694" w:rsidRPr="009071AC">
        <w:t>cessait d</w:t>
      </w:r>
      <w:r>
        <w:t>’</w:t>
      </w:r>
      <w:r w:rsidR="00855694" w:rsidRPr="009071AC">
        <w:t>être douloureuse</w:t>
      </w:r>
      <w:r>
        <w:t>.</w:t>
      </w:r>
    </w:p>
    <w:p w14:paraId="33A3FFCF" w14:textId="77777777" w:rsidR="00F635DB" w:rsidRDefault="00855694" w:rsidP="00F635DB">
      <w:r w:rsidRPr="009071AC">
        <w:t>Peut-être se disait-elle qu</w:t>
      </w:r>
      <w:r w:rsidR="00F635DB">
        <w:t>’</w:t>
      </w:r>
      <w:r w:rsidRPr="009071AC">
        <w:t>elle veillait la veillée funèbre de son bonheur</w:t>
      </w:r>
      <w:r w:rsidR="00F635DB">
        <w:t xml:space="preserve">, </w:t>
      </w:r>
      <w:r w:rsidRPr="009071AC">
        <w:t>et qu</w:t>
      </w:r>
      <w:r w:rsidR="00F635DB">
        <w:t>’</w:t>
      </w:r>
      <w:r w:rsidRPr="009071AC">
        <w:t>avec le dernier soupir de ce mourant allaient s</w:t>
      </w:r>
      <w:r w:rsidR="00F635DB">
        <w:t>’</w:t>
      </w:r>
      <w:r w:rsidRPr="009071AC">
        <w:t>envoler tous ses rêves de jeune fille et ses chères espérances</w:t>
      </w:r>
      <w:r w:rsidR="00F635DB">
        <w:t>.</w:t>
      </w:r>
    </w:p>
    <w:p w14:paraId="168573A2" w14:textId="621751A5" w:rsidR="00F635DB" w:rsidRDefault="00855694" w:rsidP="00F635DB">
      <w:r w:rsidRPr="009071AC">
        <w:t>Sans doute</w:t>
      </w:r>
      <w:r w:rsidR="00F635DB">
        <w:t xml:space="preserve">, </w:t>
      </w:r>
      <w:r w:rsidRPr="009071AC">
        <w:t>aussi</w:t>
      </w:r>
      <w:r w:rsidR="00F635DB">
        <w:t xml:space="preserve">, </w:t>
      </w:r>
      <w:r w:rsidRPr="009071AC">
        <w:t>sa pensée s</w:t>
      </w:r>
      <w:r w:rsidR="00F635DB">
        <w:t>’</w:t>
      </w:r>
      <w:r w:rsidRPr="009071AC">
        <w:t>envolait vers cet autre à qui elle avait promis sa vie</w:t>
      </w:r>
      <w:r w:rsidR="00F635DB">
        <w:t xml:space="preserve">, </w:t>
      </w:r>
      <w:r w:rsidRPr="009071AC">
        <w:t>vers Pascal</w:t>
      </w:r>
      <w:r w:rsidR="00F635DB">
        <w:t xml:space="preserve">, </w:t>
      </w:r>
      <w:r w:rsidRPr="009071AC">
        <w:t>vers ce malheureux dont</w:t>
      </w:r>
      <w:r w:rsidR="00F635DB">
        <w:t xml:space="preserve">, </w:t>
      </w:r>
      <w:r w:rsidRPr="009071AC">
        <w:t>en ce moment même</w:t>
      </w:r>
      <w:r w:rsidR="00F635DB">
        <w:t xml:space="preserve">, </w:t>
      </w:r>
      <w:r w:rsidRPr="009071AC">
        <w:t>on volait l</w:t>
      </w:r>
      <w:r w:rsidR="00F635DB">
        <w:t>’</w:t>
      </w:r>
      <w:r w:rsidRPr="009071AC">
        <w:t xml:space="preserve">honneur dans un tripot de la </w:t>
      </w:r>
      <w:r w:rsidR="00F635DB">
        <w:t>« </w:t>
      </w:r>
      <w:r w:rsidRPr="009071AC">
        <w:t>haute vie</w:t>
      </w:r>
      <w:r w:rsidR="00F635DB">
        <w:t>. »</w:t>
      </w:r>
    </w:p>
    <w:p w14:paraId="59D17153" w14:textId="77777777" w:rsidR="00F635DB" w:rsidRDefault="00855694" w:rsidP="00F635DB">
      <w:r w:rsidRPr="009071AC">
        <w:t>Cependant</w:t>
      </w:r>
      <w:r w:rsidR="00F635DB">
        <w:t xml:space="preserve">, </w:t>
      </w:r>
      <w:r w:rsidRPr="009071AC">
        <w:t>vers cinq heures</w:t>
      </w:r>
      <w:r w:rsidR="00F635DB">
        <w:t xml:space="preserve">, </w:t>
      </w:r>
      <w:r w:rsidRPr="009071AC">
        <w:t>l</w:t>
      </w:r>
      <w:r w:rsidR="00F635DB">
        <w:t>’</w:t>
      </w:r>
      <w:r w:rsidRPr="009071AC">
        <w:t>atmosphère devenait lourde</w:t>
      </w:r>
      <w:r w:rsidR="00F635DB">
        <w:t xml:space="preserve">, </w:t>
      </w:r>
      <w:r w:rsidRPr="009071AC">
        <w:t>et la pauvre jeune fille se sentait défaillir</w:t>
      </w:r>
      <w:r w:rsidR="00F635DB">
        <w:t xml:space="preserve">… </w:t>
      </w:r>
      <w:r w:rsidRPr="009071AC">
        <w:t>Elle ouvrit une fenêtre pour respirer un peu d</w:t>
      </w:r>
      <w:r w:rsidR="00F635DB">
        <w:t>’</w:t>
      </w:r>
      <w:r w:rsidRPr="009071AC">
        <w:t>air pur</w:t>
      </w:r>
      <w:r w:rsidR="00F635DB">
        <w:t>.</w:t>
      </w:r>
    </w:p>
    <w:p w14:paraId="2C5E7A2F" w14:textId="7EF3DF1E" w:rsidR="00F635DB" w:rsidRDefault="00855694" w:rsidP="00F635DB">
      <w:r w:rsidRPr="009071AC">
        <w:t xml:space="preserve">Le bruit tira </w:t>
      </w:r>
      <w:r w:rsidR="00F635DB">
        <w:t>M</w:t>
      </w:r>
      <w:r w:rsidR="00F635DB" w:rsidRPr="00F635DB">
        <w:rPr>
          <w:vertAlign w:val="superscript"/>
        </w:rPr>
        <w:t>me</w:t>
      </w:r>
      <w:r w:rsidR="00F635DB">
        <w:t> </w:t>
      </w:r>
      <w:r w:rsidRPr="009071AC">
        <w:t>Léon de son assoupissement</w:t>
      </w:r>
      <w:r w:rsidR="00F635DB">
        <w:t xml:space="preserve"> ; </w:t>
      </w:r>
      <w:r w:rsidRPr="009071AC">
        <w:t>elle se souleva en s</w:t>
      </w:r>
      <w:r w:rsidR="00F635DB">
        <w:t>’</w:t>
      </w:r>
      <w:r w:rsidRPr="009071AC">
        <w:t>étirant</w:t>
      </w:r>
      <w:r w:rsidR="00F635DB">
        <w:t xml:space="preserve">, </w:t>
      </w:r>
      <w:r w:rsidRPr="009071AC">
        <w:t>la figure renfrognée</w:t>
      </w:r>
      <w:r w:rsidR="00F635DB">
        <w:t xml:space="preserve">, </w:t>
      </w:r>
      <w:r w:rsidRPr="009071AC">
        <w:t>protestant qu</w:t>
      </w:r>
      <w:r w:rsidR="00F635DB">
        <w:t>’</w:t>
      </w:r>
      <w:r w:rsidRPr="009071AC">
        <w:t>elle se sentait très-souffrante</w:t>
      </w:r>
      <w:r w:rsidR="00F635DB">
        <w:t xml:space="preserve">, </w:t>
      </w:r>
      <w:r w:rsidRPr="009071AC">
        <w:t>et que si elle ne se sustentait un peu elle se trouverait mal</w:t>
      </w:r>
      <w:r w:rsidR="00F635DB">
        <w:t>.</w:t>
      </w:r>
    </w:p>
    <w:p w14:paraId="7F53D9C4" w14:textId="0B1CEAF6" w:rsidR="00F635DB" w:rsidRDefault="00855694" w:rsidP="00F635DB">
      <w:r w:rsidRPr="009071AC">
        <w:t xml:space="preserve">Il fallut appeler </w:t>
      </w:r>
      <w:r w:rsidR="00F635DB">
        <w:t>M. </w:t>
      </w:r>
      <w:r w:rsidRPr="009071AC">
        <w:t>Casimir</w:t>
      </w:r>
      <w:r w:rsidR="00F635DB">
        <w:t xml:space="preserve">, </w:t>
      </w:r>
      <w:r w:rsidRPr="009071AC">
        <w:t>qui lui monta un verre de vin de malaga</w:t>
      </w:r>
      <w:r w:rsidR="00F635DB">
        <w:t xml:space="preserve">, </w:t>
      </w:r>
      <w:r w:rsidRPr="009071AC">
        <w:t>où elle trempa quelques biscuits</w:t>
      </w:r>
      <w:r w:rsidR="00F635DB">
        <w:t>.</w:t>
      </w:r>
    </w:p>
    <w:p w14:paraId="09A856EA" w14:textId="77777777" w:rsidR="00F635DB" w:rsidRDefault="00F635DB" w:rsidP="00F635DB">
      <w:r>
        <w:t>— </w:t>
      </w:r>
      <w:r w:rsidR="00855694" w:rsidRPr="009071AC">
        <w:t>Cela va mieux</w:t>
      </w:r>
      <w:r>
        <w:t xml:space="preserve"> !… </w:t>
      </w:r>
      <w:r w:rsidR="00855694" w:rsidRPr="009071AC">
        <w:t>murmura-t-elle ensuite</w:t>
      </w:r>
      <w:r>
        <w:t xml:space="preserve">. </w:t>
      </w:r>
      <w:r w:rsidR="00855694" w:rsidRPr="009071AC">
        <w:t>Ma trop grande sensibilité me tuera</w:t>
      </w:r>
      <w:r>
        <w:t>…</w:t>
      </w:r>
    </w:p>
    <w:p w14:paraId="171059AE" w14:textId="77777777" w:rsidR="00F635DB" w:rsidRDefault="00855694" w:rsidP="00F635DB">
      <w:r w:rsidRPr="009071AC">
        <w:t>Et elle reprit son somme</w:t>
      </w:r>
      <w:r w:rsidR="00F635DB">
        <w:t>.</w:t>
      </w:r>
    </w:p>
    <w:p w14:paraId="5250B0E3" w14:textId="7AF7DE3E" w:rsidR="00F635DB" w:rsidRDefault="00855694" w:rsidP="00F635DB">
      <w:r w:rsidRPr="009071AC">
        <w:lastRenderedPageBreak/>
        <w:t>De même</w:t>
      </w:r>
      <w:r w:rsidR="00F635DB">
        <w:t>, M</w:t>
      </w:r>
      <w:r w:rsidR="00F635DB" w:rsidRPr="00F635DB">
        <w:rPr>
          <w:vertAlign w:val="superscript"/>
        </w:rPr>
        <w:t>lle</w:t>
      </w:r>
      <w:r w:rsidR="00F635DB">
        <w:t> </w:t>
      </w:r>
      <w:r w:rsidRPr="009071AC">
        <w:t>Marguerite était revenue sur sa chaise</w:t>
      </w:r>
      <w:r w:rsidR="00F635DB">
        <w:t xml:space="preserve"> ; </w:t>
      </w:r>
      <w:r w:rsidRPr="009071AC">
        <w:t>mais ses idées se brouillaient dans sa tête</w:t>
      </w:r>
      <w:r w:rsidR="00F635DB">
        <w:t xml:space="preserve">, </w:t>
      </w:r>
      <w:r w:rsidRPr="009071AC">
        <w:t>ses paupières devenaient lourdes</w:t>
      </w:r>
      <w:r w:rsidR="00F635DB">
        <w:t xml:space="preserve">… </w:t>
      </w:r>
      <w:r w:rsidRPr="009071AC">
        <w:t>était-ce donc le sommeil</w:t>
      </w:r>
      <w:r w:rsidR="00F635DB">
        <w:t xml:space="preserve"> ? </w:t>
      </w:r>
      <w:r w:rsidRPr="009071AC">
        <w:t>Elle lutta</w:t>
      </w:r>
      <w:r w:rsidR="00F635DB">
        <w:t xml:space="preserve">, </w:t>
      </w:r>
      <w:r w:rsidRPr="009071AC">
        <w:t>mais elle aussi finit par s</w:t>
      </w:r>
      <w:r w:rsidR="00F635DB">
        <w:t>’</w:t>
      </w:r>
      <w:r w:rsidRPr="009071AC">
        <w:t xml:space="preserve">endormir le front appuyé sur le lit de </w:t>
      </w:r>
      <w:r w:rsidR="00F635DB">
        <w:t>M. de </w:t>
      </w:r>
      <w:proofErr w:type="spellStart"/>
      <w:r w:rsidRPr="009071AC">
        <w:t>Chalusse</w:t>
      </w:r>
      <w:proofErr w:type="spellEnd"/>
      <w:r w:rsidR="00F635DB">
        <w:t>.</w:t>
      </w:r>
    </w:p>
    <w:p w14:paraId="755FE0DB" w14:textId="77777777" w:rsidR="00F635DB" w:rsidRDefault="00855694" w:rsidP="00F635DB">
      <w:r w:rsidRPr="009071AC">
        <w:t>Il faisait jour quand une sensation étrange et terrible la réveilla</w:t>
      </w:r>
      <w:r w:rsidR="00F635DB">
        <w:t>.</w:t>
      </w:r>
    </w:p>
    <w:p w14:paraId="571D275D" w14:textId="77777777" w:rsidR="00F635DB" w:rsidRDefault="00855694" w:rsidP="00F635DB">
      <w:r w:rsidRPr="009071AC">
        <w:t>Il lui semblait qu</w:t>
      </w:r>
      <w:r w:rsidR="00F635DB">
        <w:t>’</w:t>
      </w:r>
      <w:r w:rsidRPr="009071AC">
        <w:t>une main froide comme la mort passait et repassait doucement sur sa tête</w:t>
      </w:r>
      <w:r w:rsidR="00F635DB">
        <w:t xml:space="preserve">, </w:t>
      </w:r>
      <w:r w:rsidRPr="009071AC">
        <w:t>maniant ses cheveux avec une sorte de tendresse</w:t>
      </w:r>
      <w:r w:rsidR="00F635DB">
        <w:t>…</w:t>
      </w:r>
    </w:p>
    <w:p w14:paraId="73FC9D6E" w14:textId="77777777" w:rsidR="00F635DB" w:rsidRDefault="00855694" w:rsidP="00F635DB">
      <w:r w:rsidRPr="009071AC">
        <w:t>Terrifiée</w:t>
      </w:r>
      <w:r w:rsidR="00F635DB">
        <w:t xml:space="preserve">, </w:t>
      </w:r>
      <w:r w:rsidRPr="009071AC">
        <w:t>elle se dressa</w:t>
      </w:r>
      <w:r w:rsidR="00F635DB">
        <w:t>.</w:t>
      </w:r>
    </w:p>
    <w:p w14:paraId="07EA7F99" w14:textId="77777777" w:rsidR="00F635DB" w:rsidRDefault="00855694" w:rsidP="00F635DB">
      <w:r w:rsidRPr="009071AC">
        <w:t>Le moribond revenait à lui</w:t>
      </w:r>
      <w:r w:rsidR="00F635DB">
        <w:t xml:space="preserve">… </w:t>
      </w:r>
      <w:r w:rsidRPr="009071AC">
        <w:t>ses yeux étaient ouverts</w:t>
      </w:r>
      <w:r w:rsidR="00F635DB">
        <w:t>…</w:t>
      </w:r>
    </w:p>
    <w:p w14:paraId="578273BC" w14:textId="77777777" w:rsidR="00F635DB" w:rsidRDefault="00855694" w:rsidP="00F635DB">
      <w:r w:rsidRPr="009071AC">
        <w:t>Son bras droit s</w:t>
      </w:r>
      <w:r w:rsidR="00F635DB">
        <w:t>’</w:t>
      </w:r>
      <w:r w:rsidRPr="009071AC">
        <w:t>agitait péniblement sur le lit</w:t>
      </w:r>
      <w:r w:rsidR="00F635DB">
        <w:t>.</w:t>
      </w:r>
    </w:p>
    <w:p w14:paraId="61EB60FB" w14:textId="2B63E51B" w:rsidR="00F635DB" w:rsidRDefault="00F635DB" w:rsidP="00F635DB">
      <w:r>
        <w:t>— </w:t>
      </w:r>
      <w:r w:rsidR="00855694" w:rsidRPr="009071AC">
        <w:t>À moi</w:t>
      </w:r>
      <w:r>
        <w:t xml:space="preserve"> !… </w:t>
      </w:r>
      <w:r w:rsidR="00855694" w:rsidRPr="009071AC">
        <w:t>s</w:t>
      </w:r>
      <w:r>
        <w:t>’</w:t>
      </w:r>
      <w:r w:rsidR="00855694" w:rsidRPr="009071AC">
        <w:t xml:space="preserve">écria </w:t>
      </w:r>
      <w:r>
        <w:t>M</w:t>
      </w:r>
      <w:r w:rsidRPr="00F635DB">
        <w:rPr>
          <w:vertAlign w:val="superscript"/>
        </w:rPr>
        <w:t>lle</w:t>
      </w:r>
      <w:r>
        <w:t> </w:t>
      </w:r>
      <w:r w:rsidR="00855694" w:rsidRPr="009071AC">
        <w:t>Marguerite</w:t>
      </w:r>
      <w:r>
        <w:t xml:space="preserve">, </w:t>
      </w:r>
      <w:r w:rsidR="00855694" w:rsidRPr="009071AC">
        <w:t>au secours</w:t>
      </w:r>
      <w:r>
        <w:t> !…</w:t>
      </w:r>
    </w:p>
    <w:p w14:paraId="41C3F277" w14:textId="77777777" w:rsidR="00F635DB" w:rsidRDefault="00855694" w:rsidP="00F635DB">
      <w:r w:rsidRPr="009071AC">
        <w:t>Et tirant à le briser le cordon de la sonnette</w:t>
      </w:r>
      <w:r w:rsidR="00F635DB">
        <w:t> :</w:t>
      </w:r>
    </w:p>
    <w:p w14:paraId="5BC68F53" w14:textId="0E1C9991" w:rsidR="00F635DB" w:rsidRDefault="00F635DB" w:rsidP="00F635DB">
      <w:r>
        <w:t>— </w:t>
      </w:r>
      <w:r w:rsidR="00855694" w:rsidRPr="009071AC">
        <w:t>Courez</w:t>
      </w:r>
      <w:r>
        <w:t xml:space="preserve">, </w:t>
      </w:r>
      <w:r w:rsidR="00855694" w:rsidRPr="009071AC">
        <w:t>dit-elle aux domestiques qui parurent</w:t>
      </w:r>
      <w:r>
        <w:t xml:space="preserve">, </w:t>
      </w:r>
      <w:r w:rsidR="00855694" w:rsidRPr="009071AC">
        <w:t>courez chercher ce médecin qui demeure ici près</w:t>
      </w:r>
      <w:r>
        <w:t xml:space="preserve">… </w:t>
      </w:r>
      <w:r w:rsidR="00855694" w:rsidRPr="009071AC">
        <w:t>vite</w:t>
      </w:r>
      <w:r>
        <w:t>… M. </w:t>
      </w:r>
      <w:r w:rsidR="00855694" w:rsidRPr="009071AC">
        <w:t>le comte a repris connaissance</w:t>
      </w:r>
      <w:r>
        <w:t>…</w:t>
      </w:r>
    </w:p>
    <w:p w14:paraId="0DBFB648" w14:textId="77777777" w:rsidR="00F635DB" w:rsidRDefault="00855694" w:rsidP="00F635DB">
      <w:r w:rsidRPr="009071AC">
        <w:t>En un moment</w:t>
      </w:r>
      <w:r w:rsidR="00F635DB">
        <w:t xml:space="preserve">, </w:t>
      </w:r>
      <w:r w:rsidRPr="009071AC">
        <w:t>la chambre du malade avait été envahie par les gens</w:t>
      </w:r>
      <w:r w:rsidR="00F635DB">
        <w:t xml:space="preserve">, </w:t>
      </w:r>
      <w:r w:rsidRPr="009071AC">
        <w:t>mais la jeune fille ne s</w:t>
      </w:r>
      <w:r w:rsidR="00F635DB">
        <w:t>’</w:t>
      </w:r>
      <w:r w:rsidRPr="009071AC">
        <w:t>en apercevait pas</w:t>
      </w:r>
      <w:r w:rsidR="00F635DB">
        <w:t>…</w:t>
      </w:r>
    </w:p>
    <w:p w14:paraId="1008118B" w14:textId="7E5CEAFF" w:rsidR="00F635DB" w:rsidRDefault="00855694" w:rsidP="00F635DB">
      <w:r w:rsidRPr="009071AC">
        <w:t>Elle s</w:t>
      </w:r>
      <w:r w:rsidR="00F635DB">
        <w:t>’</w:t>
      </w:r>
      <w:r w:rsidRPr="009071AC">
        <w:t xml:space="preserve">approcha de </w:t>
      </w:r>
      <w:r w:rsidR="00F635DB">
        <w:t>M. de </w:t>
      </w:r>
      <w:proofErr w:type="spellStart"/>
      <w:r w:rsidRPr="009071AC">
        <w:t>Chalusse</w:t>
      </w:r>
      <w:proofErr w:type="spellEnd"/>
      <w:r w:rsidR="00F635DB">
        <w:t xml:space="preserve">, </w:t>
      </w:r>
      <w:r w:rsidRPr="009071AC">
        <w:t>et lui prenant la main</w:t>
      </w:r>
      <w:r w:rsidR="00F635DB">
        <w:t> :</w:t>
      </w:r>
    </w:p>
    <w:p w14:paraId="28BA183C" w14:textId="77777777" w:rsidR="00F635DB" w:rsidRDefault="00F635DB" w:rsidP="00F635DB">
      <w:r>
        <w:t>— </w:t>
      </w:r>
      <w:r w:rsidR="00855694" w:rsidRPr="009071AC">
        <w:t>Vous m</w:t>
      </w:r>
      <w:r>
        <w:t>’</w:t>
      </w:r>
      <w:r w:rsidR="00855694" w:rsidRPr="009071AC">
        <w:t>entendez</w:t>
      </w:r>
      <w:r>
        <w:t xml:space="preserve">, </w:t>
      </w:r>
      <w:r w:rsidR="00855694" w:rsidRPr="009071AC">
        <w:t>n</w:t>
      </w:r>
      <w:r>
        <w:t>’</w:t>
      </w:r>
      <w:r w:rsidR="00855694" w:rsidRPr="009071AC">
        <w:t>est-ce pas</w:t>
      </w:r>
      <w:r>
        <w:t xml:space="preserve">, </w:t>
      </w:r>
      <w:r w:rsidR="00855694" w:rsidRPr="009071AC">
        <w:t>monsieur</w:t>
      </w:r>
      <w:r>
        <w:t xml:space="preserve">, </w:t>
      </w:r>
      <w:r w:rsidR="00855694" w:rsidRPr="009071AC">
        <w:t>demanda-t-elle</w:t>
      </w:r>
      <w:r>
        <w:t xml:space="preserve">, </w:t>
      </w:r>
      <w:r w:rsidR="00855694" w:rsidRPr="009071AC">
        <w:t>vous me comprenez</w:t>
      </w:r>
      <w:r>
        <w:t> ?…</w:t>
      </w:r>
    </w:p>
    <w:p w14:paraId="75FB7013" w14:textId="77777777" w:rsidR="00F635DB" w:rsidRDefault="00855694" w:rsidP="00F635DB">
      <w:r w:rsidRPr="009071AC">
        <w:t>Ses lèvres remuèrent</w:t>
      </w:r>
      <w:r w:rsidR="00F635DB">
        <w:t xml:space="preserve">, </w:t>
      </w:r>
      <w:r w:rsidRPr="009071AC">
        <w:t>mais il ne sortit de sa gorge qu</w:t>
      </w:r>
      <w:r w:rsidR="00F635DB">
        <w:t>’</w:t>
      </w:r>
      <w:r w:rsidRPr="009071AC">
        <w:t>une sorte de râle sourd</w:t>
      </w:r>
      <w:r w:rsidR="00F635DB">
        <w:t xml:space="preserve">, </w:t>
      </w:r>
      <w:r w:rsidRPr="009071AC">
        <w:t>absolument inintelligible</w:t>
      </w:r>
      <w:r w:rsidR="00F635DB">
        <w:t>.</w:t>
      </w:r>
    </w:p>
    <w:p w14:paraId="1B2CC4B3" w14:textId="77777777" w:rsidR="00F635DB" w:rsidRDefault="00855694" w:rsidP="00F635DB">
      <w:r w:rsidRPr="009071AC">
        <w:lastRenderedPageBreak/>
        <w:t>Cependant il comprenait</w:t>
      </w:r>
      <w:r w:rsidR="00F635DB">
        <w:t xml:space="preserve">, </w:t>
      </w:r>
      <w:r w:rsidRPr="009071AC">
        <w:t>et tout le monde le vit bien aux gestes qu</w:t>
      </w:r>
      <w:r w:rsidR="00F635DB">
        <w:t>’</w:t>
      </w:r>
      <w:r w:rsidRPr="009071AC">
        <w:t>il faisait</w:t>
      </w:r>
      <w:r w:rsidR="00F635DB">
        <w:t xml:space="preserve">, </w:t>
      </w:r>
      <w:r w:rsidRPr="009071AC">
        <w:t>gestes désespérés et pénibles</w:t>
      </w:r>
      <w:r w:rsidR="00F635DB">
        <w:t xml:space="preserve">, </w:t>
      </w:r>
      <w:r w:rsidRPr="009071AC">
        <w:t>car la paralysie ne lâchait pas sa proie</w:t>
      </w:r>
      <w:r w:rsidR="00F635DB">
        <w:t xml:space="preserve">, </w:t>
      </w:r>
      <w:r w:rsidRPr="009071AC">
        <w:t>et c</w:t>
      </w:r>
      <w:r w:rsidR="00F635DB">
        <w:t>’</w:t>
      </w:r>
      <w:r w:rsidRPr="009071AC">
        <w:t>est à peine et bien peu s</w:t>
      </w:r>
      <w:r w:rsidR="00F635DB">
        <w:t>’</w:t>
      </w:r>
      <w:r w:rsidRPr="009071AC">
        <w:t>il pouvait bouger le bras droit</w:t>
      </w:r>
      <w:r w:rsidR="00F635DB">
        <w:t>.</w:t>
      </w:r>
    </w:p>
    <w:p w14:paraId="7844B57C" w14:textId="77777777" w:rsidR="00F635DB" w:rsidRDefault="00855694" w:rsidP="00F635DB">
      <w:r w:rsidRPr="009071AC">
        <w:t>Évidemment</w:t>
      </w:r>
      <w:r w:rsidR="00F635DB">
        <w:t xml:space="preserve">, </w:t>
      </w:r>
      <w:r w:rsidRPr="009071AC">
        <w:t>il souhaitait quelque chose</w:t>
      </w:r>
      <w:r w:rsidR="00F635DB">
        <w:t xml:space="preserve">. </w:t>
      </w:r>
      <w:r w:rsidRPr="009071AC">
        <w:t>Mais quoi</w:t>
      </w:r>
      <w:r w:rsidR="00F635DB">
        <w:t> ?…</w:t>
      </w:r>
    </w:p>
    <w:p w14:paraId="578B8F11" w14:textId="77777777" w:rsidR="00F635DB" w:rsidRDefault="00855694" w:rsidP="00F635DB">
      <w:r w:rsidRPr="009071AC">
        <w:t>On lui nomma tout ce qu</w:t>
      </w:r>
      <w:r w:rsidR="00F635DB">
        <w:t>’</w:t>
      </w:r>
      <w:r w:rsidRPr="009071AC">
        <w:t>il y avait dans la chambre</w:t>
      </w:r>
      <w:r w:rsidR="00F635DB">
        <w:t xml:space="preserve">, </w:t>
      </w:r>
      <w:r w:rsidRPr="009071AC">
        <w:t>tout ce qu</w:t>
      </w:r>
      <w:r w:rsidR="00F635DB">
        <w:t>’</w:t>
      </w:r>
      <w:r w:rsidRPr="009071AC">
        <w:t>on put imaginer</w:t>
      </w:r>
      <w:r w:rsidR="00F635DB">
        <w:t>…</w:t>
      </w:r>
    </w:p>
    <w:p w14:paraId="334B0DF3" w14:textId="77777777" w:rsidR="00F635DB" w:rsidRDefault="00855694" w:rsidP="00F635DB">
      <w:r w:rsidRPr="009071AC">
        <w:t>On ne trouvait pas</w:t>
      </w:r>
      <w:r w:rsidR="00F635DB">
        <w:t xml:space="preserve">, </w:t>
      </w:r>
      <w:r w:rsidRPr="009071AC">
        <w:t>quand la femme de charge se frappa subitement le front</w:t>
      </w:r>
      <w:r w:rsidR="00F635DB">
        <w:t>.</w:t>
      </w:r>
    </w:p>
    <w:p w14:paraId="299BA75A" w14:textId="77777777" w:rsidR="00F635DB" w:rsidRDefault="00F635DB" w:rsidP="00F635DB">
      <w:r>
        <w:t>— </w:t>
      </w:r>
      <w:r w:rsidR="00855694" w:rsidRPr="009071AC">
        <w:t>J</w:t>
      </w:r>
      <w:r>
        <w:t>’</w:t>
      </w:r>
      <w:r w:rsidR="00855694" w:rsidRPr="009071AC">
        <w:t>y suis</w:t>
      </w:r>
      <w:r>
        <w:t xml:space="preserve"> !… </w:t>
      </w:r>
      <w:r w:rsidR="00855694" w:rsidRPr="009071AC">
        <w:t>fit-elle</w:t>
      </w:r>
      <w:r>
        <w:t xml:space="preserve">. </w:t>
      </w:r>
      <w:r w:rsidR="00855694" w:rsidRPr="009071AC">
        <w:t>Il veut écrire</w:t>
      </w:r>
      <w:r>
        <w:t>.</w:t>
      </w:r>
    </w:p>
    <w:p w14:paraId="0B0EB569" w14:textId="77777777" w:rsidR="00F635DB" w:rsidRDefault="00855694" w:rsidP="00F635DB">
      <w:r w:rsidRPr="009071AC">
        <w:t>C</w:t>
      </w:r>
      <w:r w:rsidR="00F635DB">
        <w:t>’</w:t>
      </w:r>
      <w:r w:rsidRPr="009071AC">
        <w:t>était bien cela</w:t>
      </w:r>
      <w:r w:rsidR="00F635DB">
        <w:t>.</w:t>
      </w:r>
    </w:p>
    <w:p w14:paraId="42DDCCE6" w14:textId="338E4A35" w:rsidR="00F635DB" w:rsidRDefault="00855694" w:rsidP="00F635DB">
      <w:r w:rsidRPr="009071AC">
        <w:t>De la main qui avait quelque liberté</w:t>
      </w:r>
      <w:r w:rsidR="00F635DB">
        <w:t xml:space="preserve">, </w:t>
      </w:r>
      <w:r w:rsidRPr="009071AC">
        <w:t>du râle qui était toute sa voix</w:t>
      </w:r>
      <w:r w:rsidR="00F635DB">
        <w:t>, M. de </w:t>
      </w:r>
      <w:proofErr w:type="spellStart"/>
      <w:r w:rsidRPr="009071AC">
        <w:t>Chalusse</w:t>
      </w:r>
      <w:proofErr w:type="spellEnd"/>
      <w:r w:rsidRPr="009071AC">
        <w:t xml:space="preserve"> fit</w:t>
      </w:r>
      <w:r w:rsidR="00F635DB">
        <w:t> : « </w:t>
      </w:r>
      <w:r w:rsidRPr="009071AC">
        <w:t>Oui</w:t>
      </w:r>
      <w:r w:rsidR="00F635DB">
        <w:t xml:space="preserve">, </w:t>
      </w:r>
      <w:r w:rsidRPr="009071AC">
        <w:t>oui</w:t>
      </w:r>
      <w:r w:rsidR="00F635DB">
        <w:t> ! »</w:t>
      </w:r>
      <w:r w:rsidRPr="009071AC">
        <w:t xml:space="preserve"> et même ses yeux se tournèrent vers </w:t>
      </w:r>
      <w:r w:rsidR="00F635DB">
        <w:t>M</w:t>
      </w:r>
      <w:r w:rsidR="00F635DB" w:rsidRPr="00F635DB">
        <w:rPr>
          <w:vertAlign w:val="superscript"/>
        </w:rPr>
        <w:t>me</w:t>
      </w:r>
      <w:r w:rsidR="00F635DB">
        <w:t> </w:t>
      </w:r>
      <w:r w:rsidRPr="009071AC">
        <w:t>Léon avec une expression non douteuse de joie et de reconnaissance</w:t>
      </w:r>
      <w:r w:rsidR="00F635DB">
        <w:t>.</w:t>
      </w:r>
    </w:p>
    <w:p w14:paraId="747E1416" w14:textId="77777777" w:rsidR="00F635DB" w:rsidRDefault="00855694" w:rsidP="00F635DB">
      <w:r w:rsidRPr="009071AC">
        <w:t>Déjà on l</w:t>
      </w:r>
      <w:r w:rsidR="00F635DB">
        <w:t>’</w:t>
      </w:r>
      <w:r w:rsidRPr="009071AC">
        <w:t>avait soulevé sur son oreiller</w:t>
      </w:r>
      <w:r w:rsidR="00F635DB">
        <w:t xml:space="preserve">, </w:t>
      </w:r>
      <w:r w:rsidRPr="009071AC">
        <w:t>et on lui avait apporté une sorte de petit pupitre</w:t>
      </w:r>
      <w:r w:rsidR="00F635DB">
        <w:t xml:space="preserve">, </w:t>
      </w:r>
      <w:r w:rsidRPr="009071AC">
        <w:t>du papier et une plume trempée d</w:t>
      </w:r>
      <w:r w:rsidR="00F635DB">
        <w:t>’</w:t>
      </w:r>
      <w:r w:rsidRPr="009071AC">
        <w:t>encre</w:t>
      </w:r>
      <w:r w:rsidR="00F635DB">
        <w:t>…</w:t>
      </w:r>
    </w:p>
    <w:p w14:paraId="5096FC1A" w14:textId="77777777" w:rsidR="00F635DB" w:rsidRDefault="00855694" w:rsidP="00F635DB">
      <w:r w:rsidRPr="009071AC">
        <w:t>Mais il avait trop</w:t>
      </w:r>
      <w:r w:rsidR="00F635DB">
        <w:t xml:space="preserve">, </w:t>
      </w:r>
      <w:r w:rsidRPr="009071AC">
        <w:t>on avait trop présumé ses forces</w:t>
      </w:r>
      <w:r w:rsidR="00F635DB">
        <w:t xml:space="preserve">. </w:t>
      </w:r>
      <w:r w:rsidRPr="009071AC">
        <w:t>Il remuait la main</w:t>
      </w:r>
      <w:r w:rsidR="00F635DB">
        <w:t xml:space="preserve">, </w:t>
      </w:r>
      <w:r w:rsidRPr="009071AC">
        <w:t>mais il n</w:t>
      </w:r>
      <w:r w:rsidR="00F635DB">
        <w:t>’</w:t>
      </w:r>
      <w:r w:rsidRPr="009071AC">
        <w:t>en pouvait régler le mouvement</w:t>
      </w:r>
      <w:r w:rsidR="00F635DB">
        <w:t>.</w:t>
      </w:r>
    </w:p>
    <w:p w14:paraId="32803A44" w14:textId="77777777" w:rsidR="00F635DB" w:rsidRDefault="00855694" w:rsidP="00F635DB">
      <w:r w:rsidRPr="009071AC">
        <w:t>Après de prodigieux efforts et mortellement douloureux</w:t>
      </w:r>
      <w:r w:rsidR="00F635DB">
        <w:t xml:space="preserve">, </w:t>
      </w:r>
      <w:r w:rsidRPr="009071AC">
        <w:t>il ne réussit qu</w:t>
      </w:r>
      <w:r w:rsidR="00F635DB">
        <w:t>’</w:t>
      </w:r>
      <w:r w:rsidRPr="009071AC">
        <w:t>à tracer quelque chose d</w:t>
      </w:r>
      <w:r w:rsidR="00F635DB">
        <w:t>’</w:t>
      </w:r>
      <w:r w:rsidRPr="009071AC">
        <w:t>informe et de complètement indéchiffrable</w:t>
      </w:r>
      <w:r w:rsidR="00F635DB">
        <w:t xml:space="preserve">. </w:t>
      </w:r>
      <w:r w:rsidRPr="009071AC">
        <w:t>À peine des quelques lignes qu</w:t>
      </w:r>
      <w:r w:rsidR="00F635DB">
        <w:t>’</w:t>
      </w:r>
      <w:r w:rsidRPr="009071AC">
        <w:t>il avait voulu écrire</w:t>
      </w:r>
      <w:r w:rsidR="00F635DB">
        <w:t xml:space="preserve">, </w:t>
      </w:r>
      <w:r w:rsidRPr="009071AC">
        <w:t>distinguait-on ces quelques mots</w:t>
      </w:r>
      <w:r w:rsidR="00F635DB">
        <w:t xml:space="preserve"> : « … </w:t>
      </w:r>
      <w:r w:rsidRPr="009071AC">
        <w:t>toute ma fortune</w:t>
      </w:r>
      <w:r w:rsidR="00F635DB">
        <w:t xml:space="preserve">… </w:t>
      </w:r>
      <w:r w:rsidRPr="009071AC">
        <w:t>donne</w:t>
      </w:r>
      <w:r w:rsidR="00F635DB">
        <w:t xml:space="preserve">… </w:t>
      </w:r>
      <w:r w:rsidRPr="009071AC">
        <w:t>amis</w:t>
      </w:r>
      <w:r w:rsidR="00F635DB">
        <w:t xml:space="preserve">… </w:t>
      </w:r>
      <w:r w:rsidRPr="009071AC">
        <w:t>contre</w:t>
      </w:r>
      <w:r w:rsidR="00F635DB">
        <w:t>… »</w:t>
      </w:r>
      <w:r w:rsidRPr="009071AC">
        <w:t xml:space="preserve"> Cela ne signifiait rien</w:t>
      </w:r>
      <w:r w:rsidR="00F635DB">
        <w:t>.</w:t>
      </w:r>
    </w:p>
    <w:p w14:paraId="737F090E" w14:textId="77777777" w:rsidR="00F635DB" w:rsidRDefault="00855694" w:rsidP="00F635DB">
      <w:r w:rsidRPr="009071AC">
        <w:lastRenderedPageBreak/>
        <w:t>Désespéré</w:t>
      </w:r>
      <w:r w:rsidR="00F635DB">
        <w:t xml:space="preserve">, </w:t>
      </w:r>
      <w:r w:rsidRPr="009071AC">
        <w:t>il lâcha la plume</w:t>
      </w:r>
      <w:r w:rsidR="00F635DB">
        <w:t xml:space="preserve">, </w:t>
      </w:r>
      <w:r w:rsidRPr="009071AC">
        <w:t>et son regard et sa main indiquèrent la partie de la chambre qui faisait face à son lit</w:t>
      </w:r>
      <w:r w:rsidR="00F635DB">
        <w:t>…</w:t>
      </w:r>
    </w:p>
    <w:p w14:paraId="5CB2CE5F" w14:textId="5ED06733" w:rsidR="00F635DB" w:rsidRDefault="00F635DB" w:rsidP="00F635DB">
      <w:r>
        <w:t>— M. </w:t>
      </w:r>
      <w:r w:rsidR="00855694" w:rsidRPr="009071AC">
        <w:t>le comte en veut à son secrétaire</w:t>
      </w:r>
      <w:r>
        <w:t xml:space="preserve">, </w:t>
      </w:r>
      <w:r w:rsidR="00855694" w:rsidRPr="009071AC">
        <w:t xml:space="preserve">fit </w:t>
      </w:r>
      <w:r>
        <w:t>M. </w:t>
      </w:r>
      <w:r w:rsidR="00855694" w:rsidRPr="009071AC">
        <w:t>Casimir</w:t>
      </w:r>
      <w:r>
        <w:t>.</w:t>
      </w:r>
    </w:p>
    <w:p w14:paraId="756FCD36" w14:textId="77777777" w:rsidR="00F635DB" w:rsidRDefault="00F635DB" w:rsidP="00F635DB">
      <w:r>
        <w:t>— </w:t>
      </w:r>
      <w:r w:rsidR="00855694" w:rsidRPr="009071AC">
        <w:t>Oui</w:t>
      </w:r>
      <w:r>
        <w:t xml:space="preserve"> !… </w:t>
      </w:r>
      <w:r w:rsidR="00855694" w:rsidRPr="009071AC">
        <w:t>oui</w:t>
      </w:r>
      <w:r>
        <w:t xml:space="preserve"> !… </w:t>
      </w:r>
      <w:r w:rsidR="00855694" w:rsidRPr="009071AC">
        <w:t>répondit le râle du moribond</w:t>
      </w:r>
      <w:r>
        <w:t>.</w:t>
      </w:r>
    </w:p>
    <w:p w14:paraId="41A644F9" w14:textId="254271EC" w:rsidR="00F635DB" w:rsidRDefault="00F635DB" w:rsidP="00F635DB">
      <w:r>
        <w:t>— M. </w:t>
      </w:r>
      <w:r w:rsidR="00855694" w:rsidRPr="009071AC">
        <w:t>le comte désire peut-être qu</w:t>
      </w:r>
      <w:r>
        <w:t>’</w:t>
      </w:r>
      <w:r w:rsidR="00855694" w:rsidRPr="009071AC">
        <w:t>on l</w:t>
      </w:r>
      <w:r>
        <w:t>’</w:t>
      </w:r>
      <w:r w:rsidR="00855694" w:rsidRPr="009071AC">
        <w:t>ouvre</w:t>
      </w:r>
      <w:r>
        <w:t> ?…</w:t>
      </w:r>
    </w:p>
    <w:p w14:paraId="75588645" w14:textId="77777777" w:rsidR="00F635DB" w:rsidRDefault="00F635DB" w:rsidP="00F635DB">
      <w:r>
        <w:t>— </w:t>
      </w:r>
      <w:r w:rsidR="00855694" w:rsidRPr="009071AC">
        <w:t>Oui</w:t>
      </w:r>
      <w:r>
        <w:t xml:space="preserve">, </w:t>
      </w:r>
      <w:r w:rsidR="00855694" w:rsidRPr="009071AC">
        <w:t>oui</w:t>
      </w:r>
      <w:r>
        <w:t> !…</w:t>
      </w:r>
    </w:p>
    <w:p w14:paraId="619A51D9" w14:textId="12735AE5" w:rsidR="00F635DB" w:rsidRDefault="00F635DB" w:rsidP="00F635DB">
      <w:r>
        <w:t>M</w:t>
      </w:r>
      <w:r w:rsidRPr="00F635DB">
        <w:rPr>
          <w:vertAlign w:val="superscript"/>
        </w:rPr>
        <w:t>lle</w:t>
      </w:r>
      <w:r>
        <w:t> </w:t>
      </w:r>
      <w:r w:rsidR="00855694" w:rsidRPr="009071AC">
        <w:t>Marguerite eut un geste désespéré</w:t>
      </w:r>
      <w:r>
        <w:t>.</w:t>
      </w:r>
    </w:p>
    <w:p w14:paraId="380D5A51" w14:textId="77777777" w:rsidR="00F635DB" w:rsidRDefault="00F635DB" w:rsidP="00F635DB">
      <w:r>
        <w:t>— </w:t>
      </w:r>
      <w:r w:rsidR="00855694" w:rsidRPr="009071AC">
        <w:t>Mon Dieu</w:t>
      </w:r>
      <w:r>
        <w:t xml:space="preserve"> ! </w:t>
      </w:r>
      <w:r w:rsidR="00855694" w:rsidRPr="009071AC">
        <w:t>s</w:t>
      </w:r>
      <w:r>
        <w:t>’</w:t>
      </w:r>
      <w:r w:rsidR="00855694" w:rsidRPr="009071AC">
        <w:t>écria-t-elle</w:t>
      </w:r>
      <w:r>
        <w:t xml:space="preserve">, </w:t>
      </w:r>
      <w:r w:rsidR="00855694" w:rsidRPr="009071AC">
        <w:t>qu</w:t>
      </w:r>
      <w:r>
        <w:t>’</w:t>
      </w:r>
      <w:r w:rsidR="00855694" w:rsidRPr="009071AC">
        <w:t>ai-je fait</w:t>
      </w:r>
      <w:r>
        <w:t xml:space="preserve"> ! </w:t>
      </w:r>
      <w:r w:rsidR="00855694" w:rsidRPr="009071AC">
        <w:t>J</w:t>
      </w:r>
      <w:r>
        <w:t>’</w:t>
      </w:r>
      <w:r w:rsidR="00855694" w:rsidRPr="009071AC">
        <w:t>ai brisé la clef</w:t>
      </w:r>
      <w:r>
        <w:t xml:space="preserve">… </w:t>
      </w:r>
      <w:r w:rsidR="00855694" w:rsidRPr="009071AC">
        <w:t>J</w:t>
      </w:r>
      <w:r>
        <w:t>’</w:t>
      </w:r>
      <w:r w:rsidR="00855694" w:rsidRPr="009071AC">
        <w:t xml:space="preserve">ai </w:t>
      </w:r>
      <w:proofErr w:type="gramStart"/>
      <w:r w:rsidR="00855694" w:rsidRPr="009071AC">
        <w:t>eu peur de</w:t>
      </w:r>
      <w:proofErr w:type="gramEnd"/>
      <w:r w:rsidR="00855694" w:rsidRPr="009071AC">
        <w:t xml:space="preserve"> notre responsabilité à tous</w:t>
      </w:r>
      <w:r>
        <w:t xml:space="preserve">, </w:t>
      </w:r>
      <w:r w:rsidR="00855694" w:rsidRPr="009071AC">
        <w:t>en songeant aux énormes valeurs enfermées dans ce meuble</w:t>
      </w:r>
      <w:r>
        <w:t>…</w:t>
      </w:r>
    </w:p>
    <w:p w14:paraId="2CDA530C" w14:textId="77777777" w:rsidR="00F635DB" w:rsidRDefault="00855694" w:rsidP="00F635DB">
      <w:r w:rsidRPr="009071AC">
        <w:t>L</w:t>
      </w:r>
      <w:r w:rsidR="00F635DB">
        <w:t>’</w:t>
      </w:r>
      <w:r w:rsidRPr="009071AC">
        <w:t>expression des yeux du comte était devenue effrayante</w:t>
      </w:r>
      <w:r w:rsidR="00F635DB">
        <w:t>…</w:t>
      </w:r>
    </w:p>
    <w:p w14:paraId="700D6B93" w14:textId="77777777" w:rsidR="00F635DB" w:rsidRDefault="00855694" w:rsidP="00F635DB">
      <w:r w:rsidRPr="009071AC">
        <w:t>C</w:t>
      </w:r>
      <w:r w:rsidR="00F635DB">
        <w:t>’</w:t>
      </w:r>
      <w:r w:rsidRPr="009071AC">
        <w:t>était le découragement absolu</w:t>
      </w:r>
      <w:r w:rsidR="00F635DB">
        <w:t xml:space="preserve">, </w:t>
      </w:r>
      <w:r w:rsidRPr="009071AC">
        <w:t>une douleur atroce</w:t>
      </w:r>
      <w:r w:rsidR="00F635DB">
        <w:t xml:space="preserve">, </w:t>
      </w:r>
      <w:r w:rsidRPr="009071AC">
        <w:t>le désespoir le plus horrible</w:t>
      </w:r>
      <w:r w:rsidR="00F635DB">
        <w:t>.</w:t>
      </w:r>
    </w:p>
    <w:p w14:paraId="6152DB59" w14:textId="77777777" w:rsidR="00F635DB" w:rsidRDefault="00855694" w:rsidP="00F635DB">
      <w:r w:rsidRPr="009071AC">
        <w:t>L</w:t>
      </w:r>
      <w:r w:rsidR="00F635DB">
        <w:t>’</w:t>
      </w:r>
      <w:r w:rsidRPr="009071AC">
        <w:t>âme se débattait dans un corps qui n</w:t>
      </w:r>
      <w:r w:rsidR="00F635DB">
        <w:t>’</w:t>
      </w:r>
      <w:r w:rsidRPr="009071AC">
        <w:t>existait plus</w:t>
      </w:r>
      <w:r w:rsidR="00F635DB">
        <w:t xml:space="preserve">, </w:t>
      </w:r>
      <w:r w:rsidRPr="009071AC">
        <w:t>qui lui échappait</w:t>
      </w:r>
      <w:r w:rsidR="00F635DB">
        <w:t xml:space="preserve">. </w:t>
      </w:r>
      <w:r w:rsidRPr="009071AC">
        <w:t>L</w:t>
      </w:r>
      <w:r w:rsidR="00F635DB">
        <w:t>’</w:t>
      </w:r>
      <w:r w:rsidRPr="009071AC">
        <w:t>intelligence</w:t>
      </w:r>
      <w:r w:rsidR="00F635DB">
        <w:t xml:space="preserve">, </w:t>
      </w:r>
      <w:r w:rsidRPr="009071AC">
        <w:t>la pensée</w:t>
      </w:r>
      <w:r w:rsidR="00F635DB">
        <w:t xml:space="preserve">, </w:t>
      </w:r>
      <w:r w:rsidRPr="009071AC">
        <w:t>la volonté étaient enchaînées dans un cadavre qu</w:t>
      </w:r>
      <w:r w:rsidR="00F635DB">
        <w:t>’</w:t>
      </w:r>
      <w:r w:rsidRPr="009071AC">
        <w:t>elles ne pouvaient galvaniser</w:t>
      </w:r>
      <w:r w:rsidR="00F635DB">
        <w:t>.</w:t>
      </w:r>
    </w:p>
    <w:p w14:paraId="52DB1C7D" w14:textId="77777777" w:rsidR="00F635DB" w:rsidRDefault="00855694" w:rsidP="00F635DB">
      <w:r w:rsidRPr="009071AC">
        <w:t>L</w:t>
      </w:r>
      <w:r w:rsidR="00F635DB">
        <w:t>’</w:t>
      </w:r>
      <w:r w:rsidRPr="009071AC">
        <w:t>épouvantable sentiment de son impuissance se traduisit par une convulsion de rage frénétique</w:t>
      </w:r>
      <w:r w:rsidR="00F635DB">
        <w:t xml:space="preserve">, </w:t>
      </w:r>
      <w:r w:rsidRPr="009071AC">
        <w:t>sa main se crispa</w:t>
      </w:r>
      <w:r w:rsidR="00F635DB">
        <w:t xml:space="preserve">, </w:t>
      </w:r>
      <w:r w:rsidRPr="009071AC">
        <w:t>les veines de son cou se gonflèrent</w:t>
      </w:r>
      <w:r w:rsidR="00F635DB">
        <w:t xml:space="preserve">, </w:t>
      </w:r>
      <w:r w:rsidRPr="009071AC">
        <w:t>ses yeux sortirent presque de leur orbite</w:t>
      </w:r>
      <w:r w:rsidR="00F635DB">
        <w:t xml:space="preserve">, </w:t>
      </w:r>
      <w:r w:rsidRPr="009071AC">
        <w:t>et d</w:t>
      </w:r>
      <w:r w:rsidR="00F635DB">
        <w:t>’</w:t>
      </w:r>
      <w:r w:rsidRPr="009071AC">
        <w:t>une voix rauque</w:t>
      </w:r>
      <w:r w:rsidR="00F635DB">
        <w:t xml:space="preserve">, </w:t>
      </w:r>
      <w:r w:rsidRPr="009071AC">
        <w:t>qui n</w:t>
      </w:r>
      <w:r w:rsidR="00F635DB">
        <w:t>’</w:t>
      </w:r>
      <w:r w:rsidRPr="009071AC">
        <w:t>avait rien d</w:t>
      </w:r>
      <w:r w:rsidR="00F635DB">
        <w:t>’</w:t>
      </w:r>
      <w:r w:rsidRPr="009071AC">
        <w:t>humain</w:t>
      </w:r>
      <w:r w:rsidR="00F635DB">
        <w:t> :</w:t>
      </w:r>
    </w:p>
    <w:p w14:paraId="5E9B80CE" w14:textId="77777777" w:rsidR="00F635DB" w:rsidRDefault="00F635DB" w:rsidP="00F635DB">
      <w:r>
        <w:t>— </w:t>
      </w:r>
      <w:r w:rsidR="00855694" w:rsidRPr="009071AC">
        <w:t>Marguerite</w:t>
      </w:r>
      <w:r>
        <w:t xml:space="preserve"> !… </w:t>
      </w:r>
      <w:r w:rsidR="00855694" w:rsidRPr="009071AC">
        <w:t>râla-t-il</w:t>
      </w:r>
      <w:r>
        <w:t xml:space="preserve">, </w:t>
      </w:r>
      <w:r w:rsidR="00855694" w:rsidRPr="009071AC">
        <w:t>dépouillée</w:t>
      </w:r>
      <w:r>
        <w:t xml:space="preserve"> !… </w:t>
      </w:r>
      <w:r w:rsidR="00855694" w:rsidRPr="009071AC">
        <w:t>prends garde</w:t>
      </w:r>
      <w:r>
        <w:t xml:space="preserve"> !… </w:t>
      </w:r>
      <w:r w:rsidR="00855694" w:rsidRPr="009071AC">
        <w:t>ta mère</w:t>
      </w:r>
      <w:r>
        <w:t> !…</w:t>
      </w:r>
    </w:p>
    <w:p w14:paraId="0DD8EC0C" w14:textId="77777777" w:rsidR="00F635DB" w:rsidRDefault="00855694" w:rsidP="00F635DB">
      <w:r w:rsidRPr="009071AC">
        <w:t>Et ce fut tout</w:t>
      </w:r>
      <w:r w:rsidR="00F635DB">
        <w:t xml:space="preserve">… </w:t>
      </w:r>
      <w:r w:rsidRPr="009071AC">
        <w:t>comme si cet effort suprême eût brisé le dernier lien qui retenait encore l</w:t>
      </w:r>
      <w:r w:rsidR="00F635DB">
        <w:t>’</w:t>
      </w:r>
      <w:r w:rsidRPr="009071AC">
        <w:t>âme près de s</w:t>
      </w:r>
      <w:r w:rsidR="00F635DB">
        <w:t>’</w:t>
      </w:r>
      <w:r w:rsidRPr="009071AC">
        <w:t>envoler</w:t>
      </w:r>
      <w:r w:rsidR="00F635DB">
        <w:t> !…</w:t>
      </w:r>
    </w:p>
    <w:p w14:paraId="317EDF68" w14:textId="4636ACDE" w:rsidR="00F635DB" w:rsidRDefault="00F635DB" w:rsidP="00F635DB">
      <w:r>
        <w:lastRenderedPageBreak/>
        <w:t>— </w:t>
      </w:r>
      <w:r w:rsidR="00855694" w:rsidRPr="009071AC">
        <w:t>Un prêtre</w:t>
      </w:r>
      <w:r>
        <w:t xml:space="preserve"> !… </w:t>
      </w:r>
      <w:r w:rsidR="00855694" w:rsidRPr="009071AC">
        <w:t xml:space="preserve">cria </w:t>
      </w:r>
      <w:r>
        <w:t>M</w:t>
      </w:r>
      <w:r w:rsidRPr="00F635DB">
        <w:rPr>
          <w:vertAlign w:val="superscript"/>
        </w:rPr>
        <w:t>me</w:t>
      </w:r>
      <w:r>
        <w:t> </w:t>
      </w:r>
      <w:r w:rsidR="00855694" w:rsidRPr="009071AC">
        <w:t>Léon d</w:t>
      </w:r>
      <w:r>
        <w:t>’</w:t>
      </w:r>
      <w:r w:rsidR="00855694" w:rsidRPr="009071AC">
        <w:t>une voix lamentable</w:t>
      </w:r>
      <w:r>
        <w:t xml:space="preserve">, </w:t>
      </w:r>
      <w:r w:rsidR="00855694" w:rsidRPr="009071AC">
        <w:t>un prêtre</w:t>
      </w:r>
      <w:r>
        <w:t xml:space="preserve">, </w:t>
      </w:r>
      <w:r w:rsidR="00855694" w:rsidRPr="009071AC">
        <w:t>au nom du ciel</w:t>
      </w:r>
      <w:r>
        <w:t>…</w:t>
      </w:r>
    </w:p>
    <w:p w14:paraId="1095A497" w14:textId="3F63245A" w:rsidR="00F635DB" w:rsidRDefault="00F635DB" w:rsidP="00F635DB">
      <w:r>
        <w:t>— </w:t>
      </w:r>
      <w:r w:rsidR="00855694" w:rsidRPr="009071AC">
        <w:t>Un notaire plutôt</w:t>
      </w:r>
      <w:r>
        <w:t xml:space="preserve">, </w:t>
      </w:r>
      <w:r w:rsidR="00855694" w:rsidRPr="009071AC">
        <w:t xml:space="preserve">opina </w:t>
      </w:r>
      <w:r>
        <w:t>M. </w:t>
      </w:r>
      <w:r w:rsidR="00855694" w:rsidRPr="009071AC">
        <w:t>Casimir</w:t>
      </w:r>
      <w:r>
        <w:t xml:space="preserve">, </w:t>
      </w:r>
      <w:r w:rsidR="00855694" w:rsidRPr="009071AC">
        <w:t>vous voyez bien qu</w:t>
      </w:r>
      <w:r>
        <w:t>’</w:t>
      </w:r>
      <w:r w:rsidR="00855694" w:rsidRPr="009071AC">
        <w:t>il voudrait tester</w:t>
      </w:r>
      <w:r>
        <w:t>…</w:t>
      </w:r>
    </w:p>
    <w:p w14:paraId="11C7CD3E" w14:textId="77777777" w:rsidR="00F635DB" w:rsidRDefault="00855694" w:rsidP="00F635DB">
      <w:r w:rsidRPr="009071AC">
        <w:t>Ce fut le médecin qui parut pâle</w:t>
      </w:r>
      <w:r w:rsidR="00F635DB">
        <w:t xml:space="preserve">, </w:t>
      </w:r>
      <w:r w:rsidRPr="009071AC">
        <w:t>tout effaré</w:t>
      </w:r>
      <w:r w:rsidR="00F635DB">
        <w:t>…</w:t>
      </w:r>
    </w:p>
    <w:p w14:paraId="226CBBDD" w14:textId="77777777" w:rsidR="00F635DB" w:rsidRDefault="00855694" w:rsidP="00F635DB">
      <w:r w:rsidRPr="009071AC">
        <w:t>Il marcha au lit</w:t>
      </w:r>
      <w:r w:rsidR="00F635DB">
        <w:t xml:space="preserve">, </w:t>
      </w:r>
      <w:r w:rsidRPr="009071AC">
        <w:t>n</w:t>
      </w:r>
      <w:r w:rsidR="00F635DB">
        <w:t>’</w:t>
      </w:r>
      <w:r w:rsidRPr="009071AC">
        <w:t>y jeta qu</w:t>
      </w:r>
      <w:r w:rsidR="00F635DB">
        <w:t>’</w:t>
      </w:r>
      <w:r w:rsidRPr="009071AC">
        <w:t>un coup d</w:t>
      </w:r>
      <w:r w:rsidR="00F635DB">
        <w:t>’</w:t>
      </w:r>
      <w:r w:rsidRPr="009071AC">
        <w:t>œil</w:t>
      </w:r>
      <w:r w:rsidR="00F635DB">
        <w:t xml:space="preserve">, </w:t>
      </w:r>
      <w:r w:rsidRPr="009071AC">
        <w:t>et d</w:t>
      </w:r>
      <w:r w:rsidR="00F635DB">
        <w:t>’</w:t>
      </w:r>
      <w:r w:rsidRPr="009071AC">
        <w:t>une voix grave</w:t>
      </w:r>
      <w:r w:rsidR="00F635DB">
        <w:t> :</w:t>
      </w:r>
    </w:p>
    <w:p w14:paraId="1A6548F6" w14:textId="77777777" w:rsidR="00F635DB" w:rsidRDefault="00F635DB" w:rsidP="00F635DB">
      <w:r>
        <w:t>— </w:t>
      </w:r>
      <w:r w:rsidR="00855694" w:rsidRPr="009071AC">
        <w:t xml:space="preserve">Le comte de </w:t>
      </w:r>
      <w:proofErr w:type="spellStart"/>
      <w:r w:rsidR="00855694" w:rsidRPr="009071AC">
        <w:t>Chalusse</w:t>
      </w:r>
      <w:proofErr w:type="spellEnd"/>
      <w:r w:rsidR="00855694" w:rsidRPr="009071AC">
        <w:t xml:space="preserve"> est mort</w:t>
      </w:r>
      <w:r>
        <w:t xml:space="preserve">… </w:t>
      </w:r>
      <w:r w:rsidR="00855694" w:rsidRPr="009071AC">
        <w:t>prononça-t-il</w:t>
      </w:r>
      <w:r>
        <w:t>.</w:t>
      </w:r>
    </w:p>
    <w:p w14:paraId="134119D8" w14:textId="77777777" w:rsidR="00F635DB" w:rsidRDefault="00855694" w:rsidP="00F635DB">
      <w:r w:rsidRPr="009071AC">
        <w:t>Il y eut une minute de stupeur</w:t>
      </w:r>
      <w:r w:rsidR="00F635DB">
        <w:t>.</w:t>
      </w:r>
    </w:p>
    <w:p w14:paraId="02B5C06A" w14:textId="77777777" w:rsidR="00F635DB" w:rsidRDefault="00855694" w:rsidP="00F635DB">
      <w:r w:rsidRPr="009071AC">
        <w:t>De cette stupeur profonde qui se dégage de la mort</w:t>
      </w:r>
      <w:r w:rsidR="00F635DB">
        <w:t xml:space="preserve">, </w:t>
      </w:r>
      <w:r w:rsidRPr="009071AC">
        <w:t>quand elle est soudaine surtout</w:t>
      </w:r>
      <w:r w:rsidR="00F635DB">
        <w:t xml:space="preserve">, </w:t>
      </w:r>
      <w:r w:rsidRPr="009071AC">
        <w:t>et pour ainsi dire inattendue</w:t>
      </w:r>
      <w:r w:rsidR="00F635DB">
        <w:t>.</w:t>
      </w:r>
    </w:p>
    <w:p w14:paraId="40D3457B" w14:textId="77777777" w:rsidR="00F635DB" w:rsidRDefault="00855694" w:rsidP="00F635DB">
      <w:r w:rsidRPr="009071AC">
        <w:t>Sentiment mêlé de doute</w:t>
      </w:r>
      <w:r w:rsidR="00F635DB">
        <w:t xml:space="preserve">, </w:t>
      </w:r>
      <w:r w:rsidRPr="009071AC">
        <w:t>d</w:t>
      </w:r>
      <w:r w:rsidR="00F635DB">
        <w:t>’</w:t>
      </w:r>
      <w:r w:rsidRPr="009071AC">
        <w:t>égoïsme et d</w:t>
      </w:r>
      <w:r w:rsidR="00F635DB">
        <w:t>’</w:t>
      </w:r>
      <w:r w:rsidRPr="009071AC">
        <w:t>épouvante</w:t>
      </w:r>
      <w:r w:rsidR="00F635DB">
        <w:t xml:space="preserve">. </w:t>
      </w:r>
      <w:r w:rsidRPr="009071AC">
        <w:t>Cette furtive survenue du néant force chacun à un retour sur soi que précise cette phrase populaire</w:t>
      </w:r>
      <w:r w:rsidR="00F635DB">
        <w:t> :</w:t>
      </w:r>
    </w:p>
    <w:p w14:paraId="2CBF6AA1" w14:textId="11A34D25" w:rsidR="00F635DB" w:rsidRDefault="00F635DB" w:rsidP="00F635DB">
      <w:r>
        <w:t>« </w:t>
      </w:r>
      <w:r w:rsidR="00855694" w:rsidRPr="009071AC">
        <w:t>Ce que c</w:t>
      </w:r>
      <w:r>
        <w:t>’</w:t>
      </w:r>
      <w:r w:rsidR="00855694" w:rsidRPr="009071AC">
        <w:t>est que de nous</w:t>
      </w:r>
      <w:r>
        <w:t> ! »</w:t>
      </w:r>
    </w:p>
    <w:p w14:paraId="768449E4" w14:textId="77777777" w:rsidR="00F635DB" w:rsidRDefault="00F635DB" w:rsidP="00F635DB">
      <w:r>
        <w:t>— </w:t>
      </w:r>
      <w:r w:rsidR="00855694" w:rsidRPr="009071AC">
        <w:t>Oui</w:t>
      </w:r>
      <w:r>
        <w:t xml:space="preserve">, </w:t>
      </w:r>
      <w:r w:rsidR="00855694" w:rsidRPr="009071AC">
        <w:t>c</w:t>
      </w:r>
      <w:r>
        <w:t>’</w:t>
      </w:r>
      <w:r w:rsidR="00855694" w:rsidRPr="009071AC">
        <w:t>est fini</w:t>
      </w:r>
      <w:r>
        <w:t xml:space="preserve">, </w:t>
      </w:r>
      <w:r w:rsidR="00855694" w:rsidRPr="009071AC">
        <w:t>murmurait le docteur</w:t>
      </w:r>
      <w:r>
        <w:t xml:space="preserve">, </w:t>
      </w:r>
      <w:r w:rsidR="00855694" w:rsidRPr="009071AC">
        <w:t>bien fini</w:t>
      </w:r>
      <w:r>
        <w:t> !…</w:t>
      </w:r>
    </w:p>
    <w:p w14:paraId="2760F698" w14:textId="7AD0ECDE" w:rsidR="00F635DB" w:rsidRDefault="00855694" w:rsidP="00F635DB">
      <w:r w:rsidRPr="009071AC">
        <w:t>Et comme il était familiarisé avec ces scènes funèbres</w:t>
      </w:r>
      <w:r w:rsidR="00F635DB">
        <w:t xml:space="preserve">, </w:t>
      </w:r>
      <w:r w:rsidRPr="009071AC">
        <w:t>lui</w:t>
      </w:r>
      <w:r w:rsidR="00F635DB">
        <w:t xml:space="preserve">, </w:t>
      </w:r>
      <w:r w:rsidRPr="009071AC">
        <w:t>comme il avait tout son sang-froid</w:t>
      </w:r>
      <w:r w:rsidR="00F635DB">
        <w:t xml:space="preserve">, </w:t>
      </w:r>
      <w:r w:rsidRPr="009071AC">
        <w:t>il étudiait sournoisement l</w:t>
      </w:r>
      <w:r w:rsidR="00F635DB">
        <w:t>’</w:t>
      </w:r>
      <w:r w:rsidRPr="009071AC">
        <w:t xml:space="preserve">attitude de </w:t>
      </w:r>
      <w:r w:rsidR="00F635DB">
        <w:t>M</w:t>
      </w:r>
      <w:r w:rsidR="00F635DB" w:rsidRPr="00F635DB">
        <w:rPr>
          <w:vertAlign w:val="superscript"/>
        </w:rPr>
        <w:t>lle</w:t>
      </w:r>
      <w:r w:rsidR="00F635DB">
        <w:t> </w:t>
      </w:r>
      <w:r w:rsidRPr="009071AC">
        <w:t>Marguerite</w:t>
      </w:r>
      <w:r w:rsidR="00F635DB">
        <w:t>.</w:t>
      </w:r>
    </w:p>
    <w:p w14:paraId="4747866E" w14:textId="77777777" w:rsidR="00F635DB" w:rsidRDefault="00855694" w:rsidP="00F635DB">
      <w:r w:rsidRPr="009071AC">
        <w:t>Elle semblait foudroyée</w:t>
      </w:r>
      <w:r w:rsidR="00F635DB">
        <w:t xml:space="preserve">, </w:t>
      </w:r>
      <w:r w:rsidRPr="009071AC">
        <w:t>ou plutôt pétrifiée</w:t>
      </w:r>
      <w:r w:rsidR="00F635DB">
        <w:t>…</w:t>
      </w:r>
    </w:p>
    <w:p w14:paraId="0D3D1005" w14:textId="135E9FB2" w:rsidR="00F635DB" w:rsidRDefault="00855694" w:rsidP="00F635DB">
      <w:r w:rsidRPr="009071AC">
        <w:t>L</w:t>
      </w:r>
      <w:r w:rsidR="00F635DB">
        <w:t>’</w:t>
      </w:r>
      <w:r w:rsidRPr="009071AC">
        <w:t>œil fixe et sec</w:t>
      </w:r>
      <w:r w:rsidR="00F635DB">
        <w:t xml:space="preserve">, </w:t>
      </w:r>
      <w:r w:rsidRPr="009071AC">
        <w:t>le visage contracté</w:t>
      </w:r>
      <w:r w:rsidR="00F635DB">
        <w:t xml:space="preserve">, </w:t>
      </w:r>
      <w:r w:rsidRPr="009071AC">
        <w:t>elle restait en place</w:t>
      </w:r>
      <w:r w:rsidR="00F635DB">
        <w:t xml:space="preserve">, </w:t>
      </w:r>
      <w:r w:rsidRPr="009071AC">
        <w:t xml:space="preserve">le cou tendu vers le cadavre de </w:t>
      </w:r>
      <w:r w:rsidR="00F635DB">
        <w:t>M. de </w:t>
      </w:r>
      <w:proofErr w:type="spellStart"/>
      <w:r w:rsidRPr="009071AC">
        <w:t>Chalusse</w:t>
      </w:r>
      <w:proofErr w:type="spellEnd"/>
      <w:r w:rsidR="00F635DB">
        <w:t xml:space="preserve">, </w:t>
      </w:r>
      <w:r w:rsidRPr="009071AC">
        <w:t>comme si elle eût attendu un miracle</w:t>
      </w:r>
      <w:r w:rsidR="00F635DB">
        <w:t xml:space="preserve">, </w:t>
      </w:r>
      <w:r w:rsidRPr="009071AC">
        <w:t>comme si elle eût encore espéré entendre sortir de sa bouche à jamais glacée le secret qu</w:t>
      </w:r>
      <w:r w:rsidR="00F635DB">
        <w:t>’</w:t>
      </w:r>
      <w:r w:rsidRPr="009071AC">
        <w:t>il n</w:t>
      </w:r>
      <w:r w:rsidR="00F635DB">
        <w:t>’</w:t>
      </w:r>
      <w:r w:rsidRPr="009071AC">
        <w:t>avait pu dire et qu</w:t>
      </w:r>
      <w:r w:rsidR="00F635DB">
        <w:t>’</w:t>
      </w:r>
      <w:r w:rsidRPr="009071AC">
        <w:t>il emportait dans la tombe</w:t>
      </w:r>
      <w:r w:rsidR="00F635DB">
        <w:t>.</w:t>
      </w:r>
    </w:p>
    <w:p w14:paraId="59C56F49" w14:textId="77777777" w:rsidR="00F635DB" w:rsidRDefault="00855694" w:rsidP="00F635DB">
      <w:r w:rsidRPr="009071AC">
        <w:t>Le médecin fut d</w:t>
      </w:r>
      <w:r w:rsidR="00F635DB">
        <w:t>’</w:t>
      </w:r>
      <w:r w:rsidRPr="009071AC">
        <w:t>ailleurs le seul à remarquer cela</w:t>
      </w:r>
      <w:r w:rsidR="00F635DB">
        <w:t>.</w:t>
      </w:r>
    </w:p>
    <w:p w14:paraId="0BCBD76C" w14:textId="77777777" w:rsidR="00F635DB" w:rsidRDefault="00855694" w:rsidP="00F635DB">
      <w:r w:rsidRPr="009071AC">
        <w:lastRenderedPageBreak/>
        <w:t>Les autres</w:t>
      </w:r>
      <w:r w:rsidR="00F635DB">
        <w:t xml:space="preserve">, </w:t>
      </w:r>
      <w:r w:rsidRPr="009071AC">
        <w:t>pâles et consternés</w:t>
      </w:r>
      <w:r w:rsidR="00F635DB">
        <w:t xml:space="preserve">, </w:t>
      </w:r>
      <w:r w:rsidRPr="009071AC">
        <w:t>échangeaient des regards de détresse</w:t>
      </w:r>
      <w:r w:rsidR="00F635DB">
        <w:t xml:space="preserve">… </w:t>
      </w:r>
      <w:r w:rsidRPr="009071AC">
        <w:t>Les femmes s</w:t>
      </w:r>
      <w:r w:rsidR="00F635DB">
        <w:t>’</w:t>
      </w:r>
      <w:r w:rsidRPr="009071AC">
        <w:t>étaient laissées glisser à genoux et pleuraient</w:t>
      </w:r>
      <w:r w:rsidR="00F635DB">
        <w:t xml:space="preserve">, </w:t>
      </w:r>
      <w:r w:rsidRPr="009071AC">
        <w:t>tout en bégayant des prières</w:t>
      </w:r>
      <w:r w:rsidR="00F635DB">
        <w:t>.</w:t>
      </w:r>
    </w:p>
    <w:p w14:paraId="6A9F6244" w14:textId="4D3552DB" w:rsidR="00F635DB" w:rsidRDefault="00855694" w:rsidP="00F635DB">
      <w:r w:rsidRPr="009071AC">
        <w:t xml:space="preserve">Mais plus haut que toutes les autres sanglotait </w:t>
      </w:r>
      <w:r w:rsidR="00F635DB">
        <w:t>M</w:t>
      </w:r>
      <w:r w:rsidR="00F635DB" w:rsidRPr="00F635DB">
        <w:rPr>
          <w:vertAlign w:val="superscript"/>
        </w:rPr>
        <w:t>me</w:t>
      </w:r>
      <w:r w:rsidR="00F635DB">
        <w:t> </w:t>
      </w:r>
      <w:r w:rsidRPr="009071AC">
        <w:t>Léon</w:t>
      </w:r>
      <w:r w:rsidR="00F635DB">
        <w:t>.</w:t>
      </w:r>
    </w:p>
    <w:p w14:paraId="62235002" w14:textId="49CB9E56" w:rsidR="00F635DB" w:rsidRDefault="00855694" w:rsidP="00F635DB">
      <w:r w:rsidRPr="009071AC">
        <w:t>Ce furent d</w:t>
      </w:r>
      <w:r w:rsidR="00F635DB">
        <w:t>’</w:t>
      </w:r>
      <w:r w:rsidRPr="009071AC">
        <w:t>abord des gémissements inarticulés</w:t>
      </w:r>
      <w:r w:rsidR="00F635DB">
        <w:t xml:space="preserve">, </w:t>
      </w:r>
      <w:r w:rsidRPr="009071AC">
        <w:t xml:space="preserve">puis tout à coup elle se jeta sur </w:t>
      </w:r>
      <w:r w:rsidR="00F635DB">
        <w:t>M</w:t>
      </w:r>
      <w:r w:rsidR="00F635DB" w:rsidRPr="00F635DB">
        <w:rPr>
          <w:vertAlign w:val="superscript"/>
        </w:rPr>
        <w:t>lle</w:t>
      </w:r>
      <w:r w:rsidR="00F635DB">
        <w:t> </w:t>
      </w:r>
      <w:r w:rsidRPr="009071AC">
        <w:t>Marguerite</w:t>
      </w:r>
      <w:r w:rsidR="00F635DB">
        <w:t xml:space="preserve">, </w:t>
      </w:r>
      <w:r w:rsidRPr="009071AC">
        <w:t>et se mit à la presser entre ses bras en criant</w:t>
      </w:r>
      <w:r w:rsidR="00F635DB">
        <w:t> :</w:t>
      </w:r>
    </w:p>
    <w:p w14:paraId="32292C6B" w14:textId="77777777" w:rsidR="00F635DB" w:rsidRDefault="00F635DB" w:rsidP="00F635DB">
      <w:r>
        <w:t>— </w:t>
      </w:r>
      <w:r w:rsidR="00855694" w:rsidRPr="009071AC">
        <w:t>Quel malheur</w:t>
      </w:r>
      <w:r>
        <w:t xml:space="preserve"> ! </w:t>
      </w:r>
      <w:r w:rsidR="00855694" w:rsidRPr="009071AC">
        <w:t>Chère enfant adorée</w:t>
      </w:r>
      <w:r>
        <w:t xml:space="preserve">, </w:t>
      </w:r>
      <w:r w:rsidR="00855694" w:rsidRPr="009071AC">
        <w:t>quelle perte</w:t>
      </w:r>
      <w:r>
        <w:t> !</w:t>
      </w:r>
    </w:p>
    <w:p w14:paraId="585850EE" w14:textId="77777777" w:rsidR="00F635DB" w:rsidRDefault="00855694" w:rsidP="00F635DB">
      <w:r w:rsidRPr="009071AC">
        <w:t>Absolument incapable de prononcer une parole</w:t>
      </w:r>
      <w:r w:rsidR="00F635DB">
        <w:t xml:space="preserve">, </w:t>
      </w:r>
      <w:r w:rsidRPr="009071AC">
        <w:t>la pauvre jeune fille repoussait doucement la femme de charge et essayait de se dégager</w:t>
      </w:r>
      <w:r w:rsidR="00F635DB">
        <w:t xml:space="preserve">… </w:t>
      </w:r>
      <w:r w:rsidRPr="009071AC">
        <w:t>Mais l</w:t>
      </w:r>
      <w:r w:rsidR="00F635DB">
        <w:t>’</w:t>
      </w:r>
      <w:r w:rsidRPr="009071AC">
        <w:t>autre s</w:t>
      </w:r>
      <w:r w:rsidR="00F635DB">
        <w:t>’</w:t>
      </w:r>
      <w:r w:rsidRPr="009071AC">
        <w:t>obstinait et poursuivait</w:t>
      </w:r>
      <w:r w:rsidR="00F635DB">
        <w:t> :</w:t>
      </w:r>
    </w:p>
    <w:p w14:paraId="6F1626E2" w14:textId="77777777" w:rsidR="00F635DB" w:rsidRDefault="00F635DB" w:rsidP="00F635DB">
      <w:r>
        <w:t>— </w:t>
      </w:r>
      <w:r w:rsidR="00855694" w:rsidRPr="009071AC">
        <w:t>Pleurez</w:t>
      </w:r>
      <w:r>
        <w:t xml:space="preserve">, </w:t>
      </w:r>
      <w:r w:rsidR="00855694" w:rsidRPr="009071AC">
        <w:t>chère demoiselle</w:t>
      </w:r>
      <w:r>
        <w:t xml:space="preserve">, </w:t>
      </w:r>
      <w:r w:rsidR="00855694" w:rsidRPr="009071AC">
        <w:t>pleurez</w:t>
      </w:r>
      <w:r>
        <w:t xml:space="preserve">… </w:t>
      </w:r>
      <w:r w:rsidR="00855694" w:rsidRPr="009071AC">
        <w:t>N</w:t>
      </w:r>
      <w:r>
        <w:t>’</w:t>
      </w:r>
      <w:r w:rsidR="00855694" w:rsidRPr="009071AC">
        <w:t>enfermez pas ainsi votre douleur en vous-même</w:t>
      </w:r>
      <w:r>
        <w:t>…</w:t>
      </w:r>
    </w:p>
    <w:p w14:paraId="5C8ABDD3" w14:textId="77777777" w:rsidR="00F635DB" w:rsidRDefault="00855694" w:rsidP="00F635DB">
      <w:r w:rsidRPr="009071AC">
        <w:t>Elle-même l</w:t>
      </w:r>
      <w:r w:rsidR="00F635DB">
        <w:t>’</w:t>
      </w:r>
      <w:r w:rsidRPr="009071AC">
        <w:t>enfermait si peu que le docteur lui en fit un peu impérieusement la remarque</w:t>
      </w:r>
      <w:r w:rsidR="00F635DB">
        <w:t xml:space="preserve">. </w:t>
      </w:r>
      <w:r w:rsidRPr="009071AC">
        <w:t>Alors</w:t>
      </w:r>
      <w:r w:rsidR="00F635DB">
        <w:t xml:space="preserve">, </w:t>
      </w:r>
      <w:r w:rsidRPr="009071AC">
        <w:t>elle parut se faire une violence extraordinaire</w:t>
      </w:r>
      <w:r w:rsidR="00F635DB">
        <w:t xml:space="preserve">, </w:t>
      </w:r>
      <w:r w:rsidRPr="009071AC">
        <w:t>et tout en se tamponnant les yeux avec son mouchoir</w:t>
      </w:r>
      <w:r w:rsidR="00F635DB">
        <w:t xml:space="preserve">, </w:t>
      </w:r>
      <w:r w:rsidRPr="009071AC">
        <w:t>elle poursuivit d</w:t>
      </w:r>
      <w:r w:rsidR="00F635DB">
        <w:t>’</w:t>
      </w:r>
      <w:r w:rsidRPr="009071AC">
        <w:t>une voix entrecoupée et convulsive</w:t>
      </w:r>
      <w:r w:rsidR="00F635DB">
        <w:t> :</w:t>
      </w:r>
    </w:p>
    <w:p w14:paraId="2D4C936C" w14:textId="77777777" w:rsidR="00F635DB" w:rsidRDefault="00F635DB" w:rsidP="00F635DB">
      <w:r>
        <w:t>— </w:t>
      </w:r>
      <w:r w:rsidR="00855694" w:rsidRPr="009071AC">
        <w:t>Oui</w:t>
      </w:r>
      <w:r>
        <w:t xml:space="preserve">, </w:t>
      </w:r>
      <w:r w:rsidR="00855694" w:rsidRPr="009071AC">
        <w:t>docteur</w:t>
      </w:r>
      <w:r>
        <w:t xml:space="preserve">, </w:t>
      </w:r>
      <w:r w:rsidR="00855694" w:rsidRPr="009071AC">
        <w:t>oui</w:t>
      </w:r>
      <w:r>
        <w:t xml:space="preserve">, </w:t>
      </w:r>
      <w:r w:rsidR="00855694" w:rsidRPr="009071AC">
        <w:t>vous avez raison</w:t>
      </w:r>
      <w:r>
        <w:t xml:space="preserve">… </w:t>
      </w:r>
      <w:r w:rsidR="00855694" w:rsidRPr="009071AC">
        <w:t>je saurai me modérer</w:t>
      </w:r>
      <w:r>
        <w:t xml:space="preserve">… </w:t>
      </w:r>
      <w:r w:rsidR="00855694" w:rsidRPr="009071AC">
        <w:t>Mais</w:t>
      </w:r>
      <w:r>
        <w:t xml:space="preserve">, </w:t>
      </w:r>
      <w:r w:rsidR="00855694" w:rsidRPr="009071AC">
        <w:t>au nom de votre mère</w:t>
      </w:r>
      <w:r>
        <w:t xml:space="preserve">, </w:t>
      </w:r>
      <w:r w:rsidR="00855694" w:rsidRPr="009071AC">
        <w:t>docteur</w:t>
      </w:r>
      <w:r>
        <w:t xml:space="preserve">, </w:t>
      </w:r>
      <w:r w:rsidR="00855694" w:rsidRPr="009071AC">
        <w:t>arrachez ma bien-aimée Marguerite à ce spectacle trop cruel pour son jeune cœur</w:t>
      </w:r>
      <w:r>
        <w:t xml:space="preserve">… </w:t>
      </w:r>
      <w:r w:rsidR="00855694" w:rsidRPr="009071AC">
        <w:t>Qu</w:t>
      </w:r>
      <w:r>
        <w:t>’</w:t>
      </w:r>
      <w:r w:rsidR="00855694" w:rsidRPr="009071AC">
        <w:t>elle se retire dans sa chambre</w:t>
      </w:r>
      <w:r>
        <w:t xml:space="preserve">, </w:t>
      </w:r>
      <w:r w:rsidR="00855694" w:rsidRPr="009071AC">
        <w:t>prier Dieu de lui envoyer des forces pour supporter le coup qui la frappe</w:t>
      </w:r>
      <w:r>
        <w:t>…</w:t>
      </w:r>
    </w:p>
    <w:p w14:paraId="077C1E67" w14:textId="5F34A334" w:rsidR="00F635DB" w:rsidRDefault="00855694" w:rsidP="00F635DB">
      <w:r w:rsidRPr="009071AC">
        <w:t>Certes</w:t>
      </w:r>
      <w:r w:rsidR="00F635DB">
        <w:t xml:space="preserve">, </w:t>
      </w:r>
      <w:r w:rsidRPr="009071AC">
        <w:t>la malheureuse enfant ne songeait pas à se retirer</w:t>
      </w:r>
      <w:r w:rsidR="00F635DB">
        <w:t xml:space="preserve"> ; </w:t>
      </w:r>
      <w:r w:rsidRPr="009071AC">
        <w:t>mais avant qu</w:t>
      </w:r>
      <w:r w:rsidR="00F635DB">
        <w:t>’</w:t>
      </w:r>
      <w:r w:rsidRPr="009071AC">
        <w:t>elle eût pu manifester son intention</w:t>
      </w:r>
      <w:r w:rsidR="00F635DB">
        <w:t>, M. </w:t>
      </w:r>
      <w:r w:rsidRPr="009071AC">
        <w:t>Casimir s</w:t>
      </w:r>
      <w:r w:rsidR="00F635DB">
        <w:t>’</w:t>
      </w:r>
      <w:r w:rsidRPr="009071AC">
        <w:t>avança</w:t>
      </w:r>
      <w:r w:rsidR="00F635DB">
        <w:t>.</w:t>
      </w:r>
    </w:p>
    <w:p w14:paraId="04975BAE" w14:textId="77777777" w:rsidR="00F635DB" w:rsidRDefault="00F635DB" w:rsidP="00F635DB">
      <w:r>
        <w:lastRenderedPageBreak/>
        <w:t>— </w:t>
      </w:r>
      <w:r w:rsidR="00855694" w:rsidRPr="009071AC">
        <w:t>Je crois</w:t>
      </w:r>
      <w:r>
        <w:t xml:space="preserve">, </w:t>
      </w:r>
      <w:r w:rsidR="00855694" w:rsidRPr="009071AC">
        <w:t>opina-t-il d</w:t>
      </w:r>
      <w:r>
        <w:t>’</w:t>
      </w:r>
      <w:r w:rsidR="00855694" w:rsidRPr="009071AC">
        <w:t>un ton sec</w:t>
      </w:r>
      <w:r>
        <w:t xml:space="preserve">, </w:t>
      </w:r>
      <w:r w:rsidR="00855694" w:rsidRPr="009071AC">
        <w:t>que mademoiselle fera mieux de rester ici</w:t>
      </w:r>
      <w:r>
        <w:t>…</w:t>
      </w:r>
    </w:p>
    <w:p w14:paraId="776195B6" w14:textId="1A941186" w:rsidR="00F635DB" w:rsidRDefault="00F635DB" w:rsidP="00F635DB">
      <w:r>
        <w:t>— </w:t>
      </w:r>
      <w:r w:rsidR="00855694" w:rsidRPr="009071AC">
        <w:t>Hein</w:t>
      </w:r>
      <w:r>
        <w:t xml:space="preserve"> ! </w:t>
      </w:r>
      <w:r w:rsidR="00855694" w:rsidRPr="009071AC">
        <w:t xml:space="preserve">fit </w:t>
      </w:r>
      <w:r>
        <w:t>M</w:t>
      </w:r>
      <w:r w:rsidRPr="00F635DB">
        <w:rPr>
          <w:vertAlign w:val="superscript"/>
        </w:rPr>
        <w:t>me</w:t>
      </w:r>
      <w:r>
        <w:t> </w:t>
      </w:r>
      <w:r w:rsidR="00855694" w:rsidRPr="009071AC">
        <w:t>Léon</w:t>
      </w:r>
      <w:r>
        <w:t xml:space="preserve">, </w:t>
      </w:r>
      <w:r w:rsidR="00855694" w:rsidRPr="009071AC">
        <w:t>se redressant soudain</w:t>
      </w:r>
      <w:r>
        <w:t xml:space="preserve">, </w:t>
      </w:r>
      <w:r w:rsidR="00855694" w:rsidRPr="009071AC">
        <w:t>et pourquoi</w:t>
      </w:r>
      <w:r>
        <w:t xml:space="preserve">, </w:t>
      </w:r>
      <w:r w:rsidR="00855694" w:rsidRPr="009071AC">
        <w:t>s</w:t>
      </w:r>
      <w:r>
        <w:t>’</w:t>
      </w:r>
      <w:r w:rsidR="00855694" w:rsidRPr="009071AC">
        <w:t>il vous plaît</w:t>
      </w:r>
      <w:r>
        <w:t>…</w:t>
      </w:r>
    </w:p>
    <w:p w14:paraId="623F633F" w14:textId="77777777" w:rsidR="00F635DB" w:rsidRDefault="00F635DB" w:rsidP="00F635DB">
      <w:r>
        <w:t>— </w:t>
      </w:r>
      <w:r w:rsidR="00855694" w:rsidRPr="009071AC">
        <w:t>Parce que</w:t>
      </w:r>
      <w:r>
        <w:t xml:space="preserve">… </w:t>
      </w:r>
      <w:r w:rsidR="00855694" w:rsidRPr="009071AC">
        <w:t>parce que</w:t>
      </w:r>
      <w:r>
        <w:t>…</w:t>
      </w:r>
    </w:p>
    <w:p w14:paraId="0E360CF4" w14:textId="77777777" w:rsidR="00F635DB" w:rsidRDefault="00855694" w:rsidP="00F635DB">
      <w:r w:rsidRPr="009071AC">
        <w:t>La colère avait séché les pleurs de la femme de charge</w:t>
      </w:r>
      <w:r w:rsidR="00F635DB">
        <w:t>.</w:t>
      </w:r>
    </w:p>
    <w:p w14:paraId="4EDBF643" w14:textId="77777777" w:rsidR="00F635DB" w:rsidRDefault="00F635DB" w:rsidP="00F635DB">
      <w:r>
        <w:t>— </w:t>
      </w:r>
      <w:r w:rsidR="00855694" w:rsidRPr="009071AC">
        <w:t>Qu</w:t>
      </w:r>
      <w:r>
        <w:t>’</w:t>
      </w:r>
      <w:r w:rsidR="00855694" w:rsidRPr="009071AC">
        <w:t>est-ce que cela signifie</w:t>
      </w:r>
      <w:r>
        <w:t xml:space="preserve">, </w:t>
      </w:r>
      <w:r w:rsidR="00855694" w:rsidRPr="009071AC">
        <w:t>dit-elle</w:t>
      </w:r>
      <w:r>
        <w:t xml:space="preserve">, </w:t>
      </w:r>
      <w:r w:rsidR="00855694" w:rsidRPr="009071AC">
        <w:t>prétendriez-vous empêcher mademoiselle de faire ce que bon lui semble chez elle</w:t>
      </w:r>
      <w:r>
        <w:t>…</w:t>
      </w:r>
    </w:p>
    <w:p w14:paraId="2FEB0344" w14:textId="40C74BC3" w:rsidR="00F635DB" w:rsidRDefault="00F635DB" w:rsidP="00F635DB">
      <w:r>
        <w:t>M. </w:t>
      </w:r>
      <w:r w:rsidR="00855694" w:rsidRPr="009071AC">
        <w:t>Casimir se permit un sifflement qui</w:t>
      </w:r>
      <w:r>
        <w:t xml:space="preserve">, </w:t>
      </w:r>
      <w:r w:rsidR="00855694" w:rsidRPr="009071AC">
        <w:t>la veille</w:t>
      </w:r>
      <w:r>
        <w:t xml:space="preserve">, </w:t>
      </w:r>
      <w:r w:rsidR="00855694" w:rsidRPr="009071AC">
        <w:t>eût fait tomber sur sa joue la main de l</w:t>
      </w:r>
      <w:r>
        <w:t>’</w:t>
      </w:r>
      <w:r w:rsidR="00855694" w:rsidRPr="009071AC">
        <w:t>homme étendu là</w:t>
      </w:r>
      <w:r>
        <w:t xml:space="preserve">, </w:t>
      </w:r>
      <w:r w:rsidR="00855694" w:rsidRPr="009071AC">
        <w:t>à trois pas</w:t>
      </w:r>
      <w:r>
        <w:t>.</w:t>
      </w:r>
    </w:p>
    <w:p w14:paraId="39D5B8E5" w14:textId="77777777" w:rsidR="00F635DB" w:rsidRDefault="00F635DB" w:rsidP="00F635DB">
      <w:r>
        <w:t>— </w:t>
      </w:r>
      <w:r w:rsidR="00855694" w:rsidRPr="009071AC">
        <w:t>Chez elle</w:t>
      </w:r>
      <w:r>
        <w:t xml:space="preserve">, </w:t>
      </w:r>
      <w:r w:rsidR="00855694" w:rsidRPr="009071AC">
        <w:t>répondit-il</w:t>
      </w:r>
      <w:r>
        <w:t xml:space="preserve">, </w:t>
      </w:r>
      <w:r w:rsidR="00855694" w:rsidRPr="009071AC">
        <w:t>chez elle</w:t>
      </w:r>
      <w:r>
        <w:t xml:space="preserve"> !… </w:t>
      </w:r>
      <w:r w:rsidR="00855694" w:rsidRPr="009071AC">
        <w:t>Hier</w:t>
      </w:r>
      <w:r>
        <w:t xml:space="preserve">… </w:t>
      </w:r>
      <w:r w:rsidR="00855694" w:rsidRPr="009071AC">
        <w:t>je ne dis pas</w:t>
      </w:r>
      <w:r>
        <w:t xml:space="preserve"> ! </w:t>
      </w:r>
      <w:r w:rsidR="00855694" w:rsidRPr="009071AC">
        <w:t>ce matin</w:t>
      </w:r>
      <w:r>
        <w:t xml:space="preserve">, </w:t>
      </w:r>
      <w:r w:rsidR="00855694" w:rsidRPr="009071AC">
        <w:t>c</w:t>
      </w:r>
      <w:r>
        <w:t>’</w:t>
      </w:r>
      <w:r w:rsidR="00855694" w:rsidRPr="009071AC">
        <w:t>est une autre paire de manches</w:t>
      </w:r>
      <w:r>
        <w:t xml:space="preserve">… </w:t>
      </w:r>
      <w:r w:rsidR="00855694" w:rsidRPr="009071AC">
        <w:t>Est-elle parente du comte</w:t>
      </w:r>
      <w:r>
        <w:t xml:space="preserve"> ? </w:t>
      </w:r>
      <w:r w:rsidR="00855694" w:rsidRPr="009071AC">
        <w:t>Non</w:t>
      </w:r>
      <w:r>
        <w:t xml:space="preserve">, </w:t>
      </w:r>
      <w:r w:rsidR="00855694" w:rsidRPr="009071AC">
        <w:t>n</w:t>
      </w:r>
      <w:r>
        <w:t>’</w:t>
      </w:r>
      <w:r w:rsidR="00855694" w:rsidRPr="009071AC">
        <w:t>est-ce pas</w:t>
      </w:r>
      <w:r>
        <w:t xml:space="preserve">. </w:t>
      </w:r>
      <w:r w:rsidR="00855694" w:rsidRPr="009071AC">
        <w:t>Que me chantez-vous donc</w:t>
      </w:r>
      <w:r>
        <w:t xml:space="preserve"> ?… </w:t>
      </w:r>
      <w:r w:rsidR="00855694" w:rsidRPr="009071AC">
        <w:t>Nous sommes tous égaux ici</w:t>
      </w:r>
      <w:r>
        <w:t>.</w:t>
      </w:r>
    </w:p>
    <w:p w14:paraId="756BD93F" w14:textId="77777777" w:rsidR="00F635DB" w:rsidRDefault="00855694" w:rsidP="00F635DB">
      <w:r w:rsidRPr="009071AC">
        <w:t>Son accent goguenard avait un tel degré d</w:t>
      </w:r>
      <w:r w:rsidR="00F635DB">
        <w:t>’</w:t>
      </w:r>
      <w:r w:rsidRPr="009071AC">
        <w:t>impudence</w:t>
      </w:r>
      <w:r w:rsidR="00F635DB">
        <w:t xml:space="preserve">, </w:t>
      </w:r>
      <w:r w:rsidRPr="009071AC">
        <w:t>il dissimulait si peu toutes sortes de honteuses et viles réticences</w:t>
      </w:r>
      <w:r w:rsidR="00F635DB">
        <w:t xml:space="preserve">, </w:t>
      </w:r>
      <w:r w:rsidRPr="009071AC">
        <w:t>que le docteur en fut indigné</w:t>
      </w:r>
      <w:r w:rsidR="00F635DB">
        <w:t>.</w:t>
      </w:r>
    </w:p>
    <w:p w14:paraId="7F302E7A" w14:textId="77777777" w:rsidR="00F635DB" w:rsidRDefault="00F635DB" w:rsidP="00F635DB">
      <w:r>
        <w:t>— </w:t>
      </w:r>
      <w:r w:rsidR="00855694" w:rsidRPr="009071AC">
        <w:t>Drôle</w:t>
      </w:r>
      <w:r>
        <w:t xml:space="preserve"> !… </w:t>
      </w:r>
      <w:r w:rsidR="00855694" w:rsidRPr="009071AC">
        <w:t>fit-il</w:t>
      </w:r>
      <w:r>
        <w:t>.</w:t>
      </w:r>
    </w:p>
    <w:p w14:paraId="5BE6C1C4" w14:textId="77777777" w:rsidR="00F635DB" w:rsidRDefault="00855694" w:rsidP="00F635DB">
      <w:r w:rsidRPr="009071AC">
        <w:t>Mais l</w:t>
      </w:r>
      <w:r w:rsidR="00F635DB">
        <w:t>’</w:t>
      </w:r>
      <w:r w:rsidRPr="009071AC">
        <w:t>autre se rebiffa d</w:t>
      </w:r>
      <w:r w:rsidR="00F635DB">
        <w:t>’</w:t>
      </w:r>
      <w:r w:rsidRPr="009071AC">
        <w:t>un air qui prouvait bien qu</w:t>
      </w:r>
      <w:r w:rsidR="00F635DB">
        <w:t>’</w:t>
      </w:r>
      <w:r w:rsidRPr="009071AC">
        <w:t>il connaissait le domestique du médecin</w:t>
      </w:r>
      <w:r w:rsidR="00F635DB">
        <w:t xml:space="preserve">, </w:t>
      </w:r>
      <w:r w:rsidRPr="009071AC">
        <w:t>et</w:t>
      </w:r>
      <w:r w:rsidR="00F635DB">
        <w:t xml:space="preserve">, </w:t>
      </w:r>
      <w:proofErr w:type="gramStart"/>
      <w:r w:rsidRPr="009071AC">
        <w:t>par contre</w:t>
      </w:r>
      <w:proofErr w:type="gramEnd"/>
      <w:r w:rsidR="00F635DB">
        <w:t xml:space="preserve">, </w:t>
      </w:r>
      <w:r w:rsidRPr="009071AC">
        <w:t>tous les secrets de son intérieur</w:t>
      </w:r>
      <w:r w:rsidR="00F635DB">
        <w:t>.</w:t>
      </w:r>
    </w:p>
    <w:p w14:paraId="440998B3" w14:textId="77777777" w:rsidR="00F635DB" w:rsidRDefault="00F635DB" w:rsidP="00F635DB">
      <w:r>
        <w:t>— </w:t>
      </w:r>
      <w:r w:rsidR="00855694" w:rsidRPr="009071AC">
        <w:t>Appelez drôle votre valet de chambre</w:t>
      </w:r>
      <w:r>
        <w:t xml:space="preserve">, </w:t>
      </w:r>
      <w:r w:rsidR="00855694" w:rsidRPr="009071AC">
        <w:t>si cela lui convient</w:t>
      </w:r>
      <w:r>
        <w:t xml:space="preserve">, </w:t>
      </w:r>
      <w:r w:rsidR="00855694" w:rsidRPr="009071AC">
        <w:t>riposta-t-il</w:t>
      </w:r>
      <w:r>
        <w:t xml:space="preserve"> ; </w:t>
      </w:r>
      <w:r w:rsidR="00855694" w:rsidRPr="009071AC">
        <w:t>moi</w:t>
      </w:r>
      <w:r>
        <w:t xml:space="preserve">, </w:t>
      </w:r>
      <w:r w:rsidR="00855694" w:rsidRPr="009071AC">
        <w:t>cela ne me va pas</w:t>
      </w:r>
      <w:r>
        <w:t xml:space="preserve">, </w:t>
      </w:r>
      <w:r w:rsidR="00855694" w:rsidRPr="009071AC">
        <w:t>monsieur le médecin</w:t>
      </w:r>
      <w:r>
        <w:t xml:space="preserve">… </w:t>
      </w:r>
      <w:r w:rsidR="00855694" w:rsidRPr="009071AC">
        <w:t>Votre besogne est terminée ici</w:t>
      </w:r>
      <w:r>
        <w:t xml:space="preserve">, </w:t>
      </w:r>
      <w:r w:rsidR="00855694" w:rsidRPr="009071AC">
        <w:t>n</w:t>
      </w:r>
      <w:r>
        <w:t>’</w:t>
      </w:r>
      <w:r w:rsidR="00855694" w:rsidRPr="009071AC">
        <w:t>est-ce pas</w:t>
      </w:r>
      <w:r>
        <w:t xml:space="preserve"> ?… </w:t>
      </w:r>
      <w:r w:rsidR="00855694" w:rsidRPr="009071AC">
        <w:t xml:space="preserve">Laissez-nous donc arranger nos affaires </w:t>
      </w:r>
      <w:proofErr w:type="spellStart"/>
      <w:r w:rsidR="00855694" w:rsidRPr="009071AC">
        <w:t>nous mêmes</w:t>
      </w:r>
      <w:proofErr w:type="spellEnd"/>
      <w:r>
        <w:t xml:space="preserve">… </w:t>
      </w:r>
      <w:r w:rsidR="00855694" w:rsidRPr="009071AC">
        <w:t>Je sais ce que je dis</w:t>
      </w:r>
      <w:r>
        <w:t xml:space="preserve">, </w:t>
      </w:r>
      <w:r w:rsidR="00855694" w:rsidRPr="009071AC">
        <w:t>Dieu merci</w:t>
      </w:r>
      <w:r>
        <w:t xml:space="preserve"> !… </w:t>
      </w:r>
      <w:r w:rsidR="00855694" w:rsidRPr="009071AC">
        <w:t>On connaît les précautions qu</w:t>
      </w:r>
      <w:r>
        <w:t>’</w:t>
      </w:r>
      <w:r w:rsidR="00855694" w:rsidRPr="009071AC">
        <w:t xml:space="preserve">il faut </w:t>
      </w:r>
      <w:r w:rsidR="00855694" w:rsidRPr="009071AC">
        <w:lastRenderedPageBreak/>
        <w:t>prendre dans une maison mortuaire</w:t>
      </w:r>
      <w:r>
        <w:t xml:space="preserve">, </w:t>
      </w:r>
      <w:r w:rsidR="00855694" w:rsidRPr="009071AC">
        <w:t>pleine de richesses de la cave au grenier</w:t>
      </w:r>
      <w:r>
        <w:t xml:space="preserve">, </w:t>
      </w:r>
      <w:proofErr w:type="spellStart"/>
      <w:r w:rsidR="00855694" w:rsidRPr="009071AC">
        <w:t>quand</w:t>
      </w:r>
      <w:proofErr w:type="spellEnd"/>
      <w:r w:rsidR="00855694" w:rsidRPr="009071AC">
        <w:t xml:space="preserve"> au lieu de parents il s</w:t>
      </w:r>
      <w:r>
        <w:t>’</w:t>
      </w:r>
      <w:r w:rsidR="00855694" w:rsidRPr="009071AC">
        <w:t>y trouve des</w:t>
      </w:r>
      <w:r>
        <w:t xml:space="preserve">… </w:t>
      </w:r>
      <w:r w:rsidR="00855694" w:rsidRPr="009071AC">
        <w:t>personnes qui</w:t>
      </w:r>
      <w:r>
        <w:t xml:space="preserve">… </w:t>
      </w:r>
      <w:r w:rsidR="00855694" w:rsidRPr="009071AC">
        <w:t>y sont</w:t>
      </w:r>
      <w:r>
        <w:t xml:space="preserve">… </w:t>
      </w:r>
      <w:r w:rsidR="00855694" w:rsidRPr="009071AC">
        <w:t>sans qu</w:t>
      </w:r>
      <w:r>
        <w:t>’</w:t>
      </w:r>
      <w:r w:rsidR="00855694" w:rsidRPr="009071AC">
        <w:t>on sache ni pourquoi ni comment</w:t>
      </w:r>
      <w:r>
        <w:t xml:space="preserve">… </w:t>
      </w:r>
      <w:r w:rsidR="00855694" w:rsidRPr="009071AC">
        <w:t>À qui s</w:t>
      </w:r>
      <w:r>
        <w:t>’</w:t>
      </w:r>
      <w:r w:rsidR="00855694" w:rsidRPr="009071AC">
        <w:t>en prendrait-on</w:t>
      </w:r>
      <w:r>
        <w:t xml:space="preserve">, </w:t>
      </w:r>
      <w:r w:rsidR="00855694" w:rsidRPr="009071AC">
        <w:t>s</w:t>
      </w:r>
      <w:r>
        <w:t>’</w:t>
      </w:r>
      <w:r w:rsidR="00855694" w:rsidRPr="009071AC">
        <w:t>il manquait des valeurs</w:t>
      </w:r>
      <w:r>
        <w:t xml:space="preserve"> ?… </w:t>
      </w:r>
      <w:r w:rsidR="00855694" w:rsidRPr="009071AC">
        <w:t>Aux pauvres domestiques</w:t>
      </w:r>
      <w:r>
        <w:t xml:space="preserve">, </w:t>
      </w:r>
      <w:r w:rsidR="00855694" w:rsidRPr="009071AC">
        <w:t>comme toujours</w:t>
      </w:r>
      <w:r>
        <w:t xml:space="preserve">… </w:t>
      </w:r>
      <w:r w:rsidR="00855694" w:rsidRPr="009071AC">
        <w:t>Ah</w:t>
      </w:r>
      <w:r>
        <w:t xml:space="preserve"> ! </w:t>
      </w:r>
      <w:r w:rsidR="00855694" w:rsidRPr="009071AC">
        <w:t>ils ont bon dos</w:t>
      </w:r>
      <w:r>
        <w:t xml:space="preserve">, </w:t>
      </w:r>
      <w:r w:rsidR="00855694" w:rsidRPr="009071AC">
        <w:t>eux</w:t>
      </w:r>
      <w:r>
        <w:t xml:space="preserve"> !… </w:t>
      </w:r>
      <w:r w:rsidR="00855694" w:rsidRPr="009071AC">
        <w:t>on fouillerait leurs malles</w:t>
      </w:r>
      <w:r>
        <w:t xml:space="preserve">, </w:t>
      </w:r>
      <w:r w:rsidR="00855694" w:rsidRPr="009071AC">
        <w:t>on n</w:t>
      </w:r>
      <w:r>
        <w:t>’</w:t>
      </w:r>
      <w:r w:rsidR="00855694" w:rsidRPr="009071AC">
        <w:t>y trouverait rien</w:t>
      </w:r>
      <w:r>
        <w:t xml:space="preserve">, </w:t>
      </w:r>
      <w:r w:rsidR="00855694" w:rsidRPr="009071AC">
        <w:t>et tout de même on les enverrait en prison</w:t>
      </w:r>
      <w:r>
        <w:t xml:space="preserve">… </w:t>
      </w:r>
      <w:r w:rsidR="00855694" w:rsidRPr="009071AC">
        <w:t>Les autres</w:t>
      </w:r>
      <w:r>
        <w:t xml:space="preserve">, </w:t>
      </w:r>
      <w:r w:rsidR="00855694" w:rsidRPr="009071AC">
        <w:t>pendant ce temps</w:t>
      </w:r>
      <w:r>
        <w:t xml:space="preserve">, </w:t>
      </w:r>
      <w:r w:rsidR="00855694" w:rsidRPr="009071AC">
        <w:t>s</w:t>
      </w:r>
      <w:r>
        <w:t>’</w:t>
      </w:r>
      <w:r w:rsidR="00855694" w:rsidRPr="009071AC">
        <w:t>en iraient avec leur butin</w:t>
      </w:r>
      <w:r>
        <w:t xml:space="preserve">… </w:t>
      </w:r>
      <w:r w:rsidR="00855694" w:rsidRPr="009071AC">
        <w:t>Pas de ça</w:t>
      </w:r>
      <w:r>
        <w:t xml:space="preserve">, </w:t>
      </w:r>
      <w:r w:rsidR="00855694" w:rsidRPr="009071AC">
        <w:t>Lisette</w:t>
      </w:r>
      <w:r>
        <w:t xml:space="preserve"> !… </w:t>
      </w:r>
      <w:r w:rsidR="00855694" w:rsidRPr="009071AC">
        <w:t>Personne ne bougera d</w:t>
      </w:r>
      <w:r>
        <w:t>’</w:t>
      </w:r>
      <w:r w:rsidR="00855694" w:rsidRPr="009071AC">
        <w:t>ici avant l</w:t>
      </w:r>
      <w:r>
        <w:t>’</w:t>
      </w:r>
      <w:r w:rsidR="00855694" w:rsidRPr="009071AC">
        <w:t>arrivée de la justice</w:t>
      </w:r>
      <w:r>
        <w:t>…</w:t>
      </w:r>
    </w:p>
    <w:p w14:paraId="4472AF3C" w14:textId="1B32738F" w:rsidR="00F635DB" w:rsidRDefault="00F635DB" w:rsidP="00F635DB">
      <w:r>
        <w:t>M</w:t>
      </w:r>
      <w:r w:rsidRPr="00F635DB">
        <w:rPr>
          <w:vertAlign w:val="superscript"/>
        </w:rPr>
        <w:t>me</w:t>
      </w:r>
      <w:r>
        <w:t> </w:t>
      </w:r>
      <w:r w:rsidR="00855694" w:rsidRPr="009071AC">
        <w:t>Léon écumait de colère</w:t>
      </w:r>
      <w:r>
        <w:t>.</w:t>
      </w:r>
    </w:p>
    <w:p w14:paraId="2AA43C3C" w14:textId="05C345EC" w:rsidR="00F635DB" w:rsidRDefault="00F635DB" w:rsidP="00F635DB">
      <w:r>
        <w:t>— </w:t>
      </w:r>
      <w:r w:rsidR="00855694" w:rsidRPr="009071AC">
        <w:t>C</w:t>
      </w:r>
      <w:r>
        <w:t>’</w:t>
      </w:r>
      <w:r w:rsidR="00855694" w:rsidRPr="009071AC">
        <w:t>est bien</w:t>
      </w:r>
      <w:r>
        <w:t xml:space="preserve"> !… </w:t>
      </w:r>
      <w:r w:rsidR="00855694" w:rsidRPr="009071AC">
        <w:t>interrompit-elle</w:t>
      </w:r>
      <w:r>
        <w:t xml:space="preserve">, </w:t>
      </w:r>
      <w:r w:rsidR="00855694" w:rsidRPr="009071AC">
        <w:t>je vais faire prévenir l</w:t>
      </w:r>
      <w:r>
        <w:t>’</w:t>
      </w:r>
      <w:r w:rsidR="00855694" w:rsidRPr="009071AC">
        <w:t xml:space="preserve">ami intime de </w:t>
      </w:r>
      <w:r>
        <w:t>M. de </w:t>
      </w:r>
      <w:proofErr w:type="spellStart"/>
      <w:r w:rsidR="00855694" w:rsidRPr="009071AC">
        <w:t>Chalusse</w:t>
      </w:r>
      <w:proofErr w:type="spellEnd"/>
      <w:r>
        <w:t xml:space="preserve">, </w:t>
      </w:r>
      <w:r w:rsidR="00855694" w:rsidRPr="009071AC">
        <w:t>le général</w:t>
      </w:r>
      <w:r>
        <w:t>…</w:t>
      </w:r>
    </w:p>
    <w:p w14:paraId="2A35AFD4" w14:textId="77777777" w:rsidR="00F635DB" w:rsidRDefault="00F635DB" w:rsidP="00F635DB">
      <w:r>
        <w:t>— </w:t>
      </w:r>
      <w:r w:rsidR="00855694" w:rsidRPr="009071AC">
        <w:t>Eh</w:t>
      </w:r>
      <w:r>
        <w:t xml:space="preserve"> !… </w:t>
      </w:r>
      <w:r w:rsidR="00855694" w:rsidRPr="009071AC">
        <w:t>je me moque bien de votre général</w:t>
      </w:r>
      <w:r>
        <w:t>…</w:t>
      </w:r>
    </w:p>
    <w:p w14:paraId="6C1D2AAF" w14:textId="77777777" w:rsidR="00F635DB" w:rsidRDefault="00F635DB" w:rsidP="00F635DB">
      <w:r>
        <w:t>— </w:t>
      </w:r>
      <w:r w:rsidR="00855694" w:rsidRPr="009071AC">
        <w:t>Malhonnête</w:t>
      </w:r>
      <w:r>
        <w:t> !…</w:t>
      </w:r>
    </w:p>
    <w:p w14:paraId="0927B14E" w14:textId="18516D54" w:rsidR="00F635DB" w:rsidRDefault="00855694" w:rsidP="00F635DB">
      <w:r w:rsidRPr="009071AC">
        <w:t>L</w:t>
      </w:r>
      <w:r w:rsidR="00F635DB">
        <w:t>’</w:t>
      </w:r>
      <w:r w:rsidRPr="009071AC">
        <w:t xml:space="preserve">intervention de </w:t>
      </w:r>
      <w:r w:rsidR="00F635DB">
        <w:t>M</w:t>
      </w:r>
      <w:r w:rsidR="00F635DB" w:rsidRPr="00F635DB">
        <w:rPr>
          <w:vertAlign w:val="superscript"/>
        </w:rPr>
        <w:t>lle</w:t>
      </w:r>
      <w:r w:rsidR="00F635DB">
        <w:t> </w:t>
      </w:r>
      <w:r w:rsidRPr="009071AC">
        <w:t>Marguerite l</w:t>
      </w:r>
      <w:r w:rsidR="00F635DB">
        <w:t>’</w:t>
      </w:r>
      <w:r w:rsidRPr="009071AC">
        <w:t>arrêta</w:t>
      </w:r>
      <w:r w:rsidR="00F635DB">
        <w:t>.</w:t>
      </w:r>
    </w:p>
    <w:p w14:paraId="205438EF" w14:textId="77777777" w:rsidR="00F635DB" w:rsidRDefault="00855694" w:rsidP="00F635DB">
      <w:r w:rsidRPr="009071AC">
        <w:t>Le bruit toujours croissant de cette indécente discussion avait tiré la malheureuse jeune fille de son anéantissement</w:t>
      </w:r>
      <w:r w:rsidR="00F635DB">
        <w:t>.</w:t>
      </w:r>
    </w:p>
    <w:p w14:paraId="077D5F80" w14:textId="77777777" w:rsidR="00F635DB" w:rsidRDefault="00855694" w:rsidP="00F635DB">
      <w:r w:rsidRPr="009071AC">
        <w:t>L</w:t>
      </w:r>
      <w:r w:rsidR="00F635DB">
        <w:t>’</w:t>
      </w:r>
      <w:r w:rsidRPr="009071AC">
        <w:t>insolence du valet se vengeant lâchement de ses bassesses de la veille</w:t>
      </w:r>
      <w:r w:rsidR="00F635DB">
        <w:t xml:space="preserve">, </w:t>
      </w:r>
      <w:r w:rsidRPr="009071AC">
        <w:t>avait fait monter le rouge à son front</w:t>
      </w:r>
      <w:r w:rsidR="00F635DB">
        <w:t xml:space="preserve">, </w:t>
      </w:r>
      <w:r w:rsidRPr="009071AC">
        <w:t>et elle s</w:t>
      </w:r>
      <w:r w:rsidR="00F635DB">
        <w:t>’</w:t>
      </w:r>
      <w:r w:rsidRPr="009071AC">
        <w:t>avançait d</w:t>
      </w:r>
      <w:r w:rsidR="00F635DB">
        <w:t>’</w:t>
      </w:r>
      <w:r w:rsidRPr="009071AC">
        <w:t>un pas roide</w:t>
      </w:r>
      <w:r w:rsidR="00F635DB">
        <w:t>.</w:t>
      </w:r>
    </w:p>
    <w:p w14:paraId="04046DE2" w14:textId="77777777" w:rsidR="00F635DB" w:rsidRDefault="00F635DB" w:rsidP="00F635DB">
      <w:r>
        <w:t>— </w:t>
      </w:r>
      <w:r w:rsidR="00855694" w:rsidRPr="009071AC">
        <w:t>Vous oubliez</w:t>
      </w:r>
      <w:r>
        <w:t xml:space="preserve">, </w:t>
      </w:r>
      <w:r w:rsidR="00855694" w:rsidRPr="009071AC">
        <w:t>prononça-t-elle</w:t>
      </w:r>
      <w:r>
        <w:t xml:space="preserve">, </w:t>
      </w:r>
      <w:r w:rsidR="00855694" w:rsidRPr="009071AC">
        <w:t>qu</w:t>
      </w:r>
      <w:r>
        <w:t>’</w:t>
      </w:r>
      <w:r w:rsidR="00855694" w:rsidRPr="009071AC">
        <w:t>on n</w:t>
      </w:r>
      <w:r>
        <w:t>’</w:t>
      </w:r>
      <w:r w:rsidR="00855694" w:rsidRPr="009071AC">
        <w:t>élève pas la voix dans la chambre d</w:t>
      </w:r>
      <w:r>
        <w:t>’</w:t>
      </w:r>
      <w:r w:rsidR="00855694" w:rsidRPr="009071AC">
        <w:t>un mort</w:t>
      </w:r>
      <w:r>
        <w:t> !</w:t>
      </w:r>
    </w:p>
    <w:p w14:paraId="22ABCB45" w14:textId="5FF5E8D3" w:rsidR="00F635DB" w:rsidRDefault="00855694" w:rsidP="00F635DB">
      <w:r w:rsidRPr="009071AC">
        <w:t>Cela fut si bien dit</w:t>
      </w:r>
      <w:r w:rsidR="00F635DB">
        <w:t xml:space="preserve">, </w:t>
      </w:r>
      <w:r w:rsidRPr="009071AC">
        <w:t>et avec un tel accent de majesté hautaine</w:t>
      </w:r>
      <w:r w:rsidR="00F635DB">
        <w:t xml:space="preserve">, </w:t>
      </w:r>
      <w:r w:rsidRPr="009071AC">
        <w:t xml:space="preserve">que </w:t>
      </w:r>
      <w:r w:rsidR="00F635DB">
        <w:t>M. </w:t>
      </w:r>
      <w:r w:rsidRPr="009071AC">
        <w:t>Casimir en demeura écrasé</w:t>
      </w:r>
      <w:r w:rsidR="00F635DB">
        <w:t>.</w:t>
      </w:r>
    </w:p>
    <w:p w14:paraId="619DE114" w14:textId="77777777" w:rsidR="00F635DB" w:rsidRDefault="00855694" w:rsidP="00F635DB">
      <w:r w:rsidRPr="009071AC">
        <w:t>Du doigt elle lui montra la porte</w:t>
      </w:r>
      <w:r w:rsidR="00F635DB">
        <w:t xml:space="preserve">, </w:t>
      </w:r>
      <w:r w:rsidRPr="009071AC">
        <w:t>et froidement</w:t>
      </w:r>
      <w:r w:rsidR="00F635DB">
        <w:t> :</w:t>
      </w:r>
    </w:p>
    <w:p w14:paraId="609C3321" w14:textId="77777777" w:rsidR="00F635DB" w:rsidRDefault="00F635DB" w:rsidP="00F635DB">
      <w:r>
        <w:lastRenderedPageBreak/>
        <w:t>— </w:t>
      </w:r>
      <w:r w:rsidR="00855694" w:rsidRPr="009071AC">
        <w:t>Allez chercher le juge de paix</w:t>
      </w:r>
      <w:r>
        <w:t xml:space="preserve">, </w:t>
      </w:r>
      <w:r w:rsidR="00855694" w:rsidRPr="009071AC">
        <w:t>commanda-t-elle</w:t>
      </w:r>
      <w:r>
        <w:t xml:space="preserve">… </w:t>
      </w:r>
      <w:r w:rsidR="00855694" w:rsidRPr="009071AC">
        <w:t>Vous ne remettrez les pieds ici qu</w:t>
      </w:r>
      <w:r>
        <w:t>’</w:t>
      </w:r>
      <w:r w:rsidR="00855694" w:rsidRPr="009071AC">
        <w:t>avec lui</w:t>
      </w:r>
      <w:r>
        <w:t>…</w:t>
      </w:r>
    </w:p>
    <w:p w14:paraId="50C80CDB" w14:textId="77777777" w:rsidR="00F635DB" w:rsidRDefault="00855694" w:rsidP="00F635DB">
      <w:r w:rsidRPr="009071AC">
        <w:t>Il s</w:t>
      </w:r>
      <w:r w:rsidR="00F635DB">
        <w:t>’</w:t>
      </w:r>
      <w:r w:rsidRPr="009071AC">
        <w:t>inclina</w:t>
      </w:r>
      <w:r w:rsidR="00F635DB">
        <w:t xml:space="preserve">, </w:t>
      </w:r>
      <w:r w:rsidRPr="009071AC">
        <w:t>balbutiant quelques excuses confuses et sortit</w:t>
      </w:r>
      <w:r w:rsidR="00F635DB">
        <w:t>…</w:t>
      </w:r>
    </w:p>
    <w:p w14:paraId="52C39415" w14:textId="77777777" w:rsidR="00F635DB" w:rsidRDefault="00F635DB" w:rsidP="00F635DB">
      <w:r>
        <w:t>— </w:t>
      </w:r>
      <w:r w:rsidR="00855694" w:rsidRPr="009071AC">
        <w:t>C</w:t>
      </w:r>
      <w:r>
        <w:t>’</w:t>
      </w:r>
      <w:r w:rsidR="00855694" w:rsidRPr="009071AC">
        <w:t>est encore elle qui est la plus raisonnable</w:t>
      </w:r>
      <w:r>
        <w:t xml:space="preserve">, </w:t>
      </w:r>
      <w:r w:rsidR="00855694" w:rsidRPr="009071AC">
        <w:t>grommelait-il</w:t>
      </w:r>
      <w:r>
        <w:t xml:space="preserve">… </w:t>
      </w:r>
      <w:r w:rsidR="00855694" w:rsidRPr="009071AC">
        <w:t>Ah</w:t>
      </w:r>
      <w:r>
        <w:t xml:space="preserve"> ! </w:t>
      </w:r>
      <w:r w:rsidR="00855694" w:rsidRPr="009071AC">
        <w:t>mais oui</w:t>
      </w:r>
      <w:r>
        <w:t xml:space="preserve">, </w:t>
      </w:r>
      <w:r w:rsidR="00855694" w:rsidRPr="009071AC">
        <w:t>on mettra les scellés</w:t>
      </w:r>
      <w:r>
        <w:t xml:space="preserve"> ; </w:t>
      </w:r>
      <w:r w:rsidR="00855694" w:rsidRPr="009071AC">
        <w:t>ah</w:t>
      </w:r>
      <w:r>
        <w:t xml:space="preserve"> ! </w:t>
      </w:r>
      <w:r w:rsidR="00855694" w:rsidRPr="009071AC">
        <w:t>Mais oui</w:t>
      </w:r>
      <w:r>
        <w:t>…</w:t>
      </w:r>
    </w:p>
    <w:p w14:paraId="1B1A4A16" w14:textId="1596F838" w:rsidR="00F635DB" w:rsidRDefault="00855694" w:rsidP="00F635DB">
      <w:r w:rsidRPr="009071AC">
        <w:t>Quand il entra dans le pavillon du concierge</w:t>
      </w:r>
      <w:r w:rsidR="00F635DB">
        <w:t>, M. </w:t>
      </w:r>
      <w:proofErr w:type="spellStart"/>
      <w:r w:rsidRPr="009071AC">
        <w:t>Bourigeau</w:t>
      </w:r>
      <w:proofErr w:type="spellEnd"/>
      <w:r w:rsidRPr="009071AC">
        <w:t xml:space="preserve"> se levait</w:t>
      </w:r>
      <w:r w:rsidR="00F635DB">
        <w:t xml:space="preserve">, </w:t>
      </w:r>
      <w:r w:rsidRPr="009071AC">
        <w:t>ayant dormi sa grasse nuit pendant que sa femme veillait</w:t>
      </w:r>
      <w:r w:rsidR="00F635DB">
        <w:t>.</w:t>
      </w:r>
    </w:p>
    <w:p w14:paraId="3AC8B3D2" w14:textId="02A9EAEF" w:rsidR="00F635DB" w:rsidRDefault="00F635DB" w:rsidP="00F635DB">
      <w:r>
        <w:t>— </w:t>
      </w:r>
      <w:r w:rsidR="00855694" w:rsidRPr="009071AC">
        <w:t>Vite</w:t>
      </w:r>
      <w:r>
        <w:t xml:space="preserve"> !… </w:t>
      </w:r>
      <w:r w:rsidR="00855694" w:rsidRPr="009071AC">
        <w:t xml:space="preserve">lui dit </w:t>
      </w:r>
      <w:r>
        <w:t>M. </w:t>
      </w:r>
      <w:r w:rsidR="00855694" w:rsidRPr="009071AC">
        <w:t>Casimir</w:t>
      </w:r>
      <w:r>
        <w:t xml:space="preserve">, </w:t>
      </w:r>
      <w:r w:rsidR="00855694" w:rsidRPr="009071AC">
        <w:t>finissez de vous habiller pour courir chez le juge de paix</w:t>
      </w:r>
      <w:r>
        <w:t xml:space="preserve">… </w:t>
      </w:r>
      <w:r w:rsidR="00855694" w:rsidRPr="009071AC">
        <w:t>il nous le faut</w:t>
      </w:r>
      <w:r>
        <w:t xml:space="preserve">… </w:t>
      </w:r>
      <w:r w:rsidR="00855694" w:rsidRPr="009071AC">
        <w:t>Tout est réglé là-haut</w:t>
      </w:r>
      <w:r>
        <w:t xml:space="preserve">, </w:t>
      </w:r>
      <w:r w:rsidR="00855694" w:rsidRPr="009071AC">
        <w:t>et je viens de vous secouer la demoiselle d</w:t>
      </w:r>
      <w:r>
        <w:t>’</w:t>
      </w:r>
      <w:r w:rsidR="00855694" w:rsidRPr="009071AC">
        <w:t>une belle façon</w:t>
      </w:r>
      <w:r>
        <w:t>…</w:t>
      </w:r>
    </w:p>
    <w:p w14:paraId="6DB7484E" w14:textId="77777777" w:rsidR="00F635DB" w:rsidRDefault="00855694" w:rsidP="00F635DB">
      <w:r w:rsidRPr="009071AC">
        <w:t>Le concierge parut atterré</w:t>
      </w:r>
      <w:r w:rsidR="00F635DB">
        <w:t>.</w:t>
      </w:r>
    </w:p>
    <w:p w14:paraId="4A34D8B6" w14:textId="77777777" w:rsidR="00F635DB" w:rsidRDefault="00F635DB" w:rsidP="00F635DB">
      <w:r>
        <w:t>— </w:t>
      </w:r>
      <w:r w:rsidR="00855694" w:rsidRPr="009071AC">
        <w:t>Cristi</w:t>
      </w:r>
      <w:r>
        <w:t xml:space="preserve"> ! </w:t>
      </w:r>
      <w:r w:rsidR="00855694" w:rsidRPr="009071AC">
        <w:t>balbutiait-il</w:t>
      </w:r>
      <w:r>
        <w:t xml:space="preserve">, </w:t>
      </w:r>
      <w:r w:rsidR="00855694" w:rsidRPr="009071AC">
        <w:t>en voilà un de désagrément</w:t>
      </w:r>
      <w:r>
        <w:t> !…</w:t>
      </w:r>
    </w:p>
    <w:p w14:paraId="5AD614E0" w14:textId="77777777" w:rsidR="00F635DB" w:rsidRDefault="00F635DB" w:rsidP="00F635DB">
      <w:r>
        <w:t>— </w:t>
      </w:r>
      <w:r w:rsidR="00855694" w:rsidRPr="009071AC">
        <w:t>À qui le dites-vous</w:t>
      </w:r>
      <w:r>
        <w:t xml:space="preserve"> ! </w:t>
      </w:r>
      <w:r w:rsidR="00855694" w:rsidRPr="009071AC">
        <w:t>c</w:t>
      </w:r>
      <w:r>
        <w:t>’</w:t>
      </w:r>
      <w:r w:rsidR="00855694" w:rsidRPr="009071AC">
        <w:t>est la seconde fois que pareille chose m</w:t>
      </w:r>
      <w:r>
        <w:t>’</w:t>
      </w:r>
      <w:r w:rsidR="00855694" w:rsidRPr="009071AC">
        <w:t>arrive</w:t>
      </w:r>
      <w:r>
        <w:t xml:space="preserve">. </w:t>
      </w:r>
      <w:r w:rsidR="00855694" w:rsidRPr="009071AC">
        <w:t>C</w:t>
      </w:r>
      <w:r>
        <w:t>’</w:t>
      </w:r>
      <w:r w:rsidR="00855694" w:rsidRPr="009071AC">
        <w:t>est à donner l</w:t>
      </w:r>
      <w:r>
        <w:t>’</w:t>
      </w:r>
      <w:r w:rsidR="00855694" w:rsidRPr="009071AC">
        <w:t>idée d</w:t>
      </w:r>
      <w:r>
        <w:t>’</w:t>
      </w:r>
      <w:r w:rsidR="00855694" w:rsidRPr="009071AC">
        <w:t>essayer la chose</w:t>
      </w:r>
      <w:r>
        <w:t xml:space="preserve">, </w:t>
      </w:r>
      <w:r w:rsidR="00855694" w:rsidRPr="009071AC">
        <w:t>que me disait un garçon que je connais</w:t>
      </w:r>
      <w:r>
        <w:t xml:space="preserve">, </w:t>
      </w:r>
      <w:r w:rsidR="00855694" w:rsidRPr="009071AC">
        <w:t>un nommé Chupin</w:t>
      </w:r>
      <w:r>
        <w:t xml:space="preserve">, </w:t>
      </w:r>
      <w:r w:rsidR="00855694" w:rsidRPr="009071AC">
        <w:t>qui est dans les affaires et plein de malice</w:t>
      </w:r>
      <w:r>
        <w:t>. « </w:t>
      </w:r>
      <w:r w:rsidR="00855694" w:rsidRPr="009071AC">
        <w:t>Voyez-vous</w:t>
      </w:r>
      <w:r>
        <w:t xml:space="preserve">, </w:t>
      </w:r>
      <w:r w:rsidR="00855694" w:rsidRPr="009071AC">
        <w:t>me disait-il</w:t>
      </w:r>
      <w:r>
        <w:t xml:space="preserve">, </w:t>
      </w:r>
      <w:r w:rsidR="00855694" w:rsidRPr="009071AC">
        <w:t>si j</w:t>
      </w:r>
      <w:r>
        <w:t>’</w:t>
      </w:r>
      <w:r w:rsidR="00855694" w:rsidRPr="009071AC">
        <w:t>étais domestique</w:t>
      </w:r>
      <w:r>
        <w:t xml:space="preserve">, </w:t>
      </w:r>
      <w:r w:rsidR="00855694" w:rsidRPr="009071AC">
        <w:t>avant d</w:t>
      </w:r>
      <w:r>
        <w:t>’</w:t>
      </w:r>
      <w:r w:rsidR="00855694" w:rsidRPr="009071AC">
        <w:t>entrer chez un patron</w:t>
      </w:r>
      <w:r>
        <w:t xml:space="preserve">, </w:t>
      </w:r>
      <w:r w:rsidR="00855694" w:rsidRPr="009071AC">
        <w:t>je le ferais assurer aux assurances sur la vie</w:t>
      </w:r>
      <w:r>
        <w:t xml:space="preserve">, </w:t>
      </w:r>
      <w:r w:rsidR="00855694" w:rsidRPr="009071AC">
        <w:t>de sorte que s</w:t>
      </w:r>
      <w:r>
        <w:t>’</w:t>
      </w:r>
      <w:r w:rsidR="00855694" w:rsidRPr="009071AC">
        <w:t>il tournait de l</w:t>
      </w:r>
      <w:r>
        <w:t>’</w:t>
      </w:r>
      <w:r w:rsidR="00855694" w:rsidRPr="009071AC">
        <w:t>œil</w:t>
      </w:r>
      <w:r>
        <w:t xml:space="preserve">, </w:t>
      </w:r>
      <w:r w:rsidR="00855694" w:rsidRPr="009071AC">
        <w:t>je toucherais une bonne somme</w:t>
      </w:r>
      <w:r>
        <w:t>. »</w:t>
      </w:r>
      <w:r w:rsidR="00855694" w:rsidRPr="009071AC">
        <w:t xml:space="preserve"> Mais habillez-vous donc</w:t>
      </w:r>
      <w:r>
        <w:t xml:space="preserve">, </w:t>
      </w:r>
      <w:r w:rsidR="00855694" w:rsidRPr="009071AC">
        <w:t xml:space="preserve">père </w:t>
      </w:r>
      <w:proofErr w:type="spellStart"/>
      <w:r w:rsidR="00855694" w:rsidRPr="009071AC">
        <w:t>Bourigeau</w:t>
      </w:r>
      <w:proofErr w:type="spellEnd"/>
      <w:r>
        <w:t>…</w:t>
      </w:r>
    </w:p>
    <w:p w14:paraId="2B42F06B" w14:textId="77777777" w:rsidR="00F635DB" w:rsidRDefault="00F635DB" w:rsidP="00F635DB">
      <w:r>
        <w:t>— </w:t>
      </w:r>
      <w:r w:rsidR="00855694" w:rsidRPr="009071AC">
        <w:t>Fameuse</w:t>
      </w:r>
      <w:r>
        <w:t xml:space="preserve">, </w:t>
      </w:r>
      <w:r w:rsidR="00855694" w:rsidRPr="009071AC">
        <w:t>l</w:t>
      </w:r>
      <w:r>
        <w:t>’</w:t>
      </w:r>
      <w:r w:rsidR="00855694" w:rsidRPr="009071AC">
        <w:t>idée</w:t>
      </w:r>
      <w:r>
        <w:t xml:space="preserve">, </w:t>
      </w:r>
      <w:r w:rsidR="00855694" w:rsidRPr="009071AC">
        <w:t>grommela le concierge</w:t>
      </w:r>
      <w:r>
        <w:t xml:space="preserve">, </w:t>
      </w:r>
      <w:r w:rsidR="00855694" w:rsidRPr="009071AC">
        <w:t>mais pas pratique</w:t>
      </w:r>
      <w:r>
        <w:t>…</w:t>
      </w:r>
    </w:p>
    <w:p w14:paraId="3007CC44" w14:textId="77777777" w:rsidR="00F635DB" w:rsidRDefault="00F635DB" w:rsidP="00F635DB">
      <w:r>
        <w:t>— </w:t>
      </w:r>
      <w:proofErr w:type="spellStart"/>
      <w:r w:rsidR="00855694" w:rsidRPr="009071AC">
        <w:t>Bast</w:t>
      </w:r>
      <w:proofErr w:type="spellEnd"/>
      <w:r>
        <w:t xml:space="preserve"> !… </w:t>
      </w:r>
      <w:r w:rsidR="00855694" w:rsidRPr="009071AC">
        <w:t>qui sait</w:t>
      </w:r>
      <w:r>
        <w:t xml:space="preserve"> ?… </w:t>
      </w:r>
      <w:r w:rsidR="00855694" w:rsidRPr="009071AC">
        <w:t>En attendant</w:t>
      </w:r>
      <w:r>
        <w:t xml:space="preserve">, </w:t>
      </w:r>
      <w:r w:rsidR="00855694" w:rsidRPr="009071AC">
        <w:t>je suis joliment vexé</w:t>
      </w:r>
      <w:r>
        <w:t xml:space="preserve">… </w:t>
      </w:r>
      <w:r w:rsidR="00855694" w:rsidRPr="009071AC">
        <w:t>Le comte m</w:t>
      </w:r>
      <w:r>
        <w:t>’</w:t>
      </w:r>
      <w:r w:rsidR="00855694" w:rsidRPr="009071AC">
        <w:t>allait énormément</w:t>
      </w:r>
      <w:r>
        <w:t xml:space="preserve">, </w:t>
      </w:r>
      <w:r w:rsidR="00855694" w:rsidRPr="009071AC">
        <w:t>je l</w:t>
      </w:r>
      <w:r>
        <w:t>’</w:t>
      </w:r>
      <w:r w:rsidR="00855694" w:rsidRPr="009071AC">
        <w:t>avais dressé à mes habitudes</w:t>
      </w:r>
      <w:r>
        <w:t xml:space="preserve">… </w:t>
      </w:r>
      <w:r w:rsidR="00855694" w:rsidRPr="009071AC">
        <w:t>et puis patatras</w:t>
      </w:r>
      <w:r>
        <w:t xml:space="preserve"> !… </w:t>
      </w:r>
      <w:r w:rsidR="00855694" w:rsidRPr="009071AC">
        <w:t>C</w:t>
      </w:r>
      <w:r>
        <w:t>’</w:t>
      </w:r>
      <w:r w:rsidR="00855694" w:rsidRPr="009071AC">
        <w:t>est une éducation à refaire</w:t>
      </w:r>
      <w:r>
        <w:t>.</w:t>
      </w:r>
    </w:p>
    <w:p w14:paraId="07EE68BC" w14:textId="4C1F64CE" w:rsidR="00F635DB" w:rsidRDefault="00F635DB" w:rsidP="00F635DB">
      <w:r>
        <w:lastRenderedPageBreak/>
        <w:t>M. </w:t>
      </w:r>
      <w:proofErr w:type="spellStart"/>
      <w:r w:rsidR="00855694" w:rsidRPr="009071AC">
        <w:t>Bourigeau</w:t>
      </w:r>
      <w:proofErr w:type="spellEnd"/>
      <w:r w:rsidR="00855694" w:rsidRPr="009071AC">
        <w:t xml:space="preserve"> n</w:t>
      </w:r>
      <w:r>
        <w:t>’</w:t>
      </w:r>
      <w:r w:rsidR="00855694" w:rsidRPr="009071AC">
        <w:t>était pas à la hauteur de cette sereine philosophie</w:t>
      </w:r>
      <w:r>
        <w:t xml:space="preserve">, </w:t>
      </w:r>
      <w:r w:rsidR="00855694" w:rsidRPr="009071AC">
        <w:t>et tout en endossant son pardessus</w:t>
      </w:r>
      <w:r>
        <w:t xml:space="preserve">, </w:t>
      </w:r>
      <w:r w:rsidR="00855694" w:rsidRPr="009071AC">
        <w:t>il geignait</w:t>
      </w:r>
      <w:r>
        <w:t> :</w:t>
      </w:r>
    </w:p>
    <w:p w14:paraId="5F79C413" w14:textId="77777777" w:rsidR="00F635DB" w:rsidRDefault="00F635DB" w:rsidP="00F635DB">
      <w:r>
        <w:t>— </w:t>
      </w:r>
      <w:r w:rsidR="00855694" w:rsidRPr="009071AC">
        <w:t>Ah</w:t>
      </w:r>
      <w:r>
        <w:t xml:space="preserve"> ! </w:t>
      </w:r>
      <w:r w:rsidR="00855694" w:rsidRPr="009071AC">
        <w:t>vous n</w:t>
      </w:r>
      <w:r>
        <w:t>’</w:t>
      </w:r>
      <w:r w:rsidR="00855694" w:rsidRPr="009071AC">
        <w:t>êtes pas embarrassé</w:t>
      </w:r>
      <w:r>
        <w:t xml:space="preserve">, </w:t>
      </w:r>
      <w:r w:rsidR="00855694" w:rsidRPr="009071AC">
        <w:t>vous</w:t>
      </w:r>
      <w:r>
        <w:t xml:space="preserve">, </w:t>
      </w:r>
      <w:r w:rsidR="00855694" w:rsidRPr="009071AC">
        <w:t>Casimir</w:t>
      </w:r>
      <w:r>
        <w:t xml:space="preserve"> ; </w:t>
      </w:r>
      <w:r w:rsidR="00855694" w:rsidRPr="009071AC">
        <w:t>vous n</w:t>
      </w:r>
      <w:r>
        <w:t>’</w:t>
      </w:r>
      <w:r w:rsidR="00855694" w:rsidRPr="009071AC">
        <w:t>avez que votre corps à placer</w:t>
      </w:r>
      <w:r>
        <w:t xml:space="preserve">… </w:t>
      </w:r>
      <w:r w:rsidR="00855694" w:rsidRPr="009071AC">
        <w:t>J</w:t>
      </w:r>
      <w:r>
        <w:t>’</w:t>
      </w:r>
      <w:r w:rsidR="00855694" w:rsidRPr="009071AC">
        <w:t>ai mes meubles</w:t>
      </w:r>
      <w:r>
        <w:t xml:space="preserve">, </w:t>
      </w:r>
      <w:r w:rsidR="00855694" w:rsidRPr="009071AC">
        <w:t>moi</w:t>
      </w:r>
      <w:r>
        <w:t xml:space="preserve">… </w:t>
      </w:r>
      <w:r w:rsidR="00855694" w:rsidRPr="009071AC">
        <w:t>et si je ne trouve pas une porte de deux pièces</w:t>
      </w:r>
      <w:r>
        <w:t xml:space="preserve">, </w:t>
      </w:r>
      <w:r w:rsidR="00855694" w:rsidRPr="009071AC">
        <w:t>il faudra que j</w:t>
      </w:r>
      <w:r>
        <w:t>’</w:t>
      </w:r>
      <w:r w:rsidR="00855694" w:rsidRPr="009071AC">
        <w:t>en vende une partie</w:t>
      </w:r>
      <w:r>
        <w:t xml:space="preserve">… </w:t>
      </w:r>
      <w:r w:rsidR="00855694" w:rsidRPr="009071AC">
        <w:t>Quel guignon</w:t>
      </w:r>
      <w:r>
        <w:t> !…</w:t>
      </w:r>
    </w:p>
    <w:p w14:paraId="5DE82990" w14:textId="05A9B0D3" w:rsidR="00F635DB" w:rsidRDefault="00855694" w:rsidP="00F635DB">
      <w:r w:rsidRPr="009071AC">
        <w:t>Cependant il était prêt</w:t>
      </w:r>
      <w:r w:rsidR="00F635DB">
        <w:t xml:space="preserve">, </w:t>
      </w:r>
      <w:r w:rsidRPr="009071AC">
        <w:t>il partit</w:t>
      </w:r>
      <w:r w:rsidR="00F635DB">
        <w:t xml:space="preserve">, </w:t>
      </w:r>
      <w:r w:rsidRPr="009071AC">
        <w:t xml:space="preserve">et </w:t>
      </w:r>
      <w:r w:rsidR="00F635DB">
        <w:t>M. </w:t>
      </w:r>
      <w:r w:rsidRPr="009071AC">
        <w:t>Casimir</w:t>
      </w:r>
      <w:r w:rsidR="00F635DB">
        <w:t xml:space="preserve">, </w:t>
      </w:r>
      <w:r w:rsidRPr="009071AC">
        <w:t>qui n</w:t>
      </w:r>
      <w:r w:rsidR="00F635DB">
        <w:t>’</w:t>
      </w:r>
      <w:r w:rsidRPr="009071AC">
        <w:t>osait remonter</w:t>
      </w:r>
      <w:r w:rsidR="00F635DB">
        <w:t xml:space="preserve">, </w:t>
      </w:r>
      <w:r w:rsidRPr="009071AC">
        <w:t>se mit à faire les cent pas devant le pavillon</w:t>
      </w:r>
      <w:r w:rsidR="00F635DB">
        <w:t>.</w:t>
      </w:r>
    </w:p>
    <w:p w14:paraId="4DDFD509" w14:textId="77777777" w:rsidR="00F635DB" w:rsidRDefault="00855694" w:rsidP="00F635DB">
      <w:r w:rsidRPr="009071AC">
        <w:t>Il avait bien fait trente tours</w:t>
      </w:r>
      <w:r w:rsidR="00F635DB">
        <w:t xml:space="preserve">, </w:t>
      </w:r>
      <w:r w:rsidRPr="009071AC">
        <w:t>et commençait à s</w:t>
      </w:r>
      <w:r w:rsidR="00F635DB">
        <w:t>’</w:t>
      </w:r>
      <w:r w:rsidRPr="009071AC">
        <w:t>impatienter</w:t>
      </w:r>
      <w:r w:rsidR="00F635DB">
        <w:t xml:space="preserve">, </w:t>
      </w:r>
      <w:r w:rsidRPr="009071AC">
        <w:t>quand il aperçut</w:t>
      </w:r>
      <w:r w:rsidR="00F635DB">
        <w:t xml:space="preserve">, </w:t>
      </w:r>
      <w:r w:rsidRPr="009071AC">
        <w:t>se glissant par l</w:t>
      </w:r>
      <w:r w:rsidR="00F635DB">
        <w:t>’</w:t>
      </w:r>
      <w:r w:rsidRPr="009071AC">
        <w:t>entrebâillure de la grande porte</w:t>
      </w:r>
      <w:r w:rsidR="00F635DB">
        <w:t xml:space="preserve">, </w:t>
      </w:r>
      <w:r w:rsidRPr="009071AC">
        <w:t>une tête éveillée et futée comme celle d</w:t>
      </w:r>
      <w:r w:rsidR="00F635DB">
        <w:t>’</w:t>
      </w:r>
      <w:r w:rsidRPr="009071AC">
        <w:t>une belette explorant avant de sortir l</w:t>
      </w:r>
      <w:r w:rsidR="00F635DB">
        <w:t>’</w:t>
      </w:r>
      <w:r w:rsidRPr="009071AC">
        <w:t>alentour de son trou</w:t>
      </w:r>
      <w:r w:rsidR="00F635DB">
        <w:t>.</w:t>
      </w:r>
    </w:p>
    <w:p w14:paraId="5A2CAEF5" w14:textId="77777777" w:rsidR="00F635DB" w:rsidRDefault="00F635DB" w:rsidP="00F635DB">
      <w:r>
        <w:t>— </w:t>
      </w:r>
      <w:r w:rsidR="00855694" w:rsidRPr="009071AC">
        <w:t>Eh</w:t>
      </w:r>
      <w:r>
        <w:t xml:space="preserve"> !… </w:t>
      </w:r>
      <w:r w:rsidR="00855694" w:rsidRPr="009071AC">
        <w:t>c</w:t>
      </w:r>
      <w:r>
        <w:t>’</w:t>
      </w:r>
      <w:r w:rsidR="00855694" w:rsidRPr="009071AC">
        <w:t>est Victor Chupin</w:t>
      </w:r>
      <w:r>
        <w:t xml:space="preserve">, </w:t>
      </w:r>
      <w:r w:rsidR="00855694" w:rsidRPr="009071AC">
        <w:t>fit-il en s</w:t>
      </w:r>
      <w:r>
        <w:t>’</w:t>
      </w:r>
      <w:r w:rsidR="00855694" w:rsidRPr="009071AC">
        <w:t>avançant</w:t>
      </w:r>
      <w:r>
        <w:t xml:space="preserve">, </w:t>
      </w:r>
      <w:r w:rsidR="00855694" w:rsidRPr="009071AC">
        <w:t>mais sortons</w:t>
      </w:r>
      <w:r>
        <w:t xml:space="preserve">, </w:t>
      </w:r>
      <w:r w:rsidR="00855694" w:rsidRPr="009071AC">
        <w:t>sortons</w:t>
      </w:r>
      <w:r>
        <w:t>…</w:t>
      </w:r>
    </w:p>
    <w:p w14:paraId="7280C4FE" w14:textId="77777777" w:rsidR="00F635DB" w:rsidRDefault="00855694" w:rsidP="00F635DB">
      <w:r w:rsidRPr="009071AC">
        <w:t>Et une fois dans la rue</w:t>
      </w:r>
      <w:r w:rsidR="00F635DB">
        <w:t> :</w:t>
      </w:r>
    </w:p>
    <w:p w14:paraId="43082305" w14:textId="77777777" w:rsidR="00F635DB" w:rsidRDefault="00F635DB" w:rsidP="00F635DB">
      <w:r>
        <w:t>— </w:t>
      </w:r>
      <w:r w:rsidR="00855694" w:rsidRPr="009071AC">
        <w:t>Vous tombez comme marée en carême</w:t>
      </w:r>
      <w:r>
        <w:t xml:space="preserve">, </w:t>
      </w:r>
      <w:r w:rsidR="00855694" w:rsidRPr="009071AC">
        <w:t>poursuivit-il</w:t>
      </w:r>
      <w:r>
        <w:t xml:space="preserve">, </w:t>
      </w:r>
      <w:r w:rsidR="00855694" w:rsidRPr="009071AC">
        <w:t>n</w:t>
      </w:r>
      <w:r>
        <w:t xml:space="preserve">, </w:t>
      </w:r>
      <w:r w:rsidR="00855694" w:rsidRPr="009071AC">
        <w:t>i</w:t>
      </w:r>
      <w:r>
        <w:t xml:space="preserve">, </w:t>
      </w:r>
      <w:r w:rsidR="00855694" w:rsidRPr="009071AC">
        <w:t>ni</w:t>
      </w:r>
      <w:r>
        <w:t xml:space="preserve">, </w:t>
      </w:r>
      <w:r w:rsidR="00855694" w:rsidRPr="009071AC">
        <w:t>c</w:t>
      </w:r>
      <w:r>
        <w:t>’</w:t>
      </w:r>
      <w:r w:rsidR="00855694" w:rsidRPr="009071AC">
        <w:t>est fini</w:t>
      </w:r>
      <w:r>
        <w:t>.</w:t>
      </w:r>
    </w:p>
    <w:p w14:paraId="31918B07" w14:textId="77777777" w:rsidR="00F635DB" w:rsidRDefault="00855694" w:rsidP="00F635DB">
      <w:r w:rsidRPr="009071AC">
        <w:t>Chupin bondit</w:t>
      </w:r>
      <w:r w:rsidR="00F635DB">
        <w:t>.</w:t>
      </w:r>
    </w:p>
    <w:p w14:paraId="1065727B" w14:textId="77777777" w:rsidR="00F635DB" w:rsidRDefault="00F635DB" w:rsidP="00F635DB">
      <w:r>
        <w:t>— </w:t>
      </w:r>
      <w:r w:rsidR="00855694" w:rsidRPr="009071AC">
        <w:t>Alors notre affaire tient</w:t>
      </w:r>
      <w:r>
        <w:t xml:space="preserve">, </w:t>
      </w:r>
      <w:r w:rsidR="00855694" w:rsidRPr="009071AC">
        <w:t>fit-il vivement</w:t>
      </w:r>
      <w:r>
        <w:t xml:space="preserve"> ; </w:t>
      </w:r>
      <w:r w:rsidR="00855694" w:rsidRPr="009071AC">
        <w:t>vous savez</w:t>
      </w:r>
      <w:r>
        <w:t xml:space="preserve">, </w:t>
      </w:r>
      <w:r w:rsidR="00855694" w:rsidRPr="009071AC">
        <w:t>pour les funérailles</w:t>
      </w:r>
      <w:r>
        <w:t xml:space="preserve">. </w:t>
      </w:r>
      <w:r w:rsidR="00855694" w:rsidRPr="009071AC">
        <w:t>Le premier commis de notre administration est prévenu</w:t>
      </w:r>
      <w:r>
        <w:t>.</w:t>
      </w:r>
    </w:p>
    <w:p w14:paraId="65BAC406" w14:textId="77777777" w:rsidR="00F635DB" w:rsidRDefault="00F635DB" w:rsidP="00F635DB">
      <w:r>
        <w:t>— </w:t>
      </w:r>
      <w:r w:rsidR="00855694" w:rsidRPr="009071AC">
        <w:t>Diable</w:t>
      </w:r>
      <w:r>
        <w:t xml:space="preserve"> ! </w:t>
      </w:r>
      <w:r w:rsidR="00855694" w:rsidRPr="009071AC">
        <w:t>c</w:t>
      </w:r>
      <w:r>
        <w:t>’</w:t>
      </w:r>
      <w:r w:rsidR="00855694" w:rsidRPr="009071AC">
        <w:t>est que je ne sais si je serai le maître</w:t>
      </w:r>
      <w:r>
        <w:t xml:space="preserve">… </w:t>
      </w:r>
      <w:r w:rsidR="00855694" w:rsidRPr="009071AC">
        <w:t>Enfin</w:t>
      </w:r>
      <w:r>
        <w:t xml:space="preserve">, </w:t>
      </w:r>
      <w:r w:rsidR="00855694" w:rsidRPr="009071AC">
        <w:t>repassez toujours sur les trois heures</w:t>
      </w:r>
      <w:r>
        <w:t>.</w:t>
      </w:r>
    </w:p>
    <w:p w14:paraId="7AB5B506" w14:textId="77777777" w:rsidR="00F635DB" w:rsidRDefault="00F635DB" w:rsidP="00F635DB">
      <w:r>
        <w:t>— </w:t>
      </w:r>
      <w:r w:rsidR="00855694" w:rsidRPr="009071AC">
        <w:t>C</w:t>
      </w:r>
      <w:r>
        <w:t>’</w:t>
      </w:r>
      <w:r w:rsidR="00855694" w:rsidRPr="009071AC">
        <w:t>est bon</w:t>
      </w:r>
      <w:r>
        <w:t xml:space="preserve">, </w:t>
      </w:r>
      <w:r w:rsidR="00855694" w:rsidRPr="009071AC">
        <w:t>on y sera</w:t>
      </w:r>
      <w:r>
        <w:t xml:space="preserve">, </w:t>
      </w:r>
      <w:r w:rsidR="00855694" w:rsidRPr="009071AC">
        <w:t>m</w:t>
      </w:r>
      <w:r>
        <w:t>’</w:t>
      </w:r>
      <w:proofErr w:type="spellStart"/>
      <w:r w:rsidR="00855694" w:rsidRPr="009071AC">
        <w:t>sieu</w:t>
      </w:r>
      <w:proofErr w:type="spellEnd"/>
      <w:r>
        <w:t xml:space="preserve">, </w:t>
      </w:r>
      <w:r w:rsidR="00855694" w:rsidRPr="009071AC">
        <w:t>et vous savez</w:t>
      </w:r>
      <w:r>
        <w:t xml:space="preserve">… </w:t>
      </w:r>
      <w:r w:rsidR="00855694" w:rsidRPr="009071AC">
        <w:t>défiez-vous de la concurrence</w:t>
      </w:r>
      <w:r>
        <w:t>.</w:t>
      </w:r>
    </w:p>
    <w:p w14:paraId="09BD8A99" w14:textId="1721020F" w:rsidR="00F635DB" w:rsidRDefault="00855694" w:rsidP="00F635DB">
      <w:r w:rsidRPr="009071AC">
        <w:t xml:space="preserve">Mais </w:t>
      </w:r>
      <w:r w:rsidR="00F635DB">
        <w:t>M. </w:t>
      </w:r>
      <w:r w:rsidRPr="009071AC">
        <w:t>Casimir était préoccupé</w:t>
      </w:r>
      <w:r w:rsidR="00F635DB">
        <w:t>.</w:t>
      </w:r>
    </w:p>
    <w:p w14:paraId="49412326" w14:textId="309DA75A" w:rsidR="00F635DB" w:rsidRDefault="00F635DB" w:rsidP="00F635DB">
      <w:r>
        <w:lastRenderedPageBreak/>
        <w:t>— </w:t>
      </w:r>
      <w:r w:rsidR="00855694" w:rsidRPr="009071AC">
        <w:t xml:space="preserve">Et </w:t>
      </w:r>
      <w:r>
        <w:t>M. </w:t>
      </w:r>
      <w:r w:rsidR="00855694" w:rsidRPr="009071AC">
        <w:t>Fortunat</w:t>
      </w:r>
      <w:r>
        <w:t xml:space="preserve"> ? </w:t>
      </w:r>
      <w:r w:rsidR="00855694" w:rsidRPr="009071AC">
        <w:t>demanda-t-il</w:t>
      </w:r>
      <w:r>
        <w:t>.</w:t>
      </w:r>
    </w:p>
    <w:p w14:paraId="6C064883" w14:textId="77777777" w:rsidR="00F635DB" w:rsidRDefault="00F635DB" w:rsidP="00F635DB">
      <w:r>
        <w:t>— </w:t>
      </w:r>
      <w:r w:rsidR="00855694" w:rsidRPr="009071AC">
        <w:t>Dame</w:t>
      </w:r>
      <w:r>
        <w:t xml:space="preserve"> !… </w:t>
      </w:r>
      <w:r w:rsidR="00855694" w:rsidRPr="009071AC">
        <w:t>je vous l</w:t>
      </w:r>
      <w:r>
        <w:t>’</w:t>
      </w:r>
      <w:r w:rsidR="00855694" w:rsidRPr="009071AC">
        <w:t>avais dit</w:t>
      </w:r>
      <w:r>
        <w:t xml:space="preserve">, </w:t>
      </w:r>
      <w:r w:rsidR="00855694" w:rsidRPr="009071AC">
        <w:t>m</w:t>
      </w:r>
      <w:r>
        <w:t>’</w:t>
      </w:r>
      <w:proofErr w:type="spellStart"/>
      <w:r w:rsidR="00855694" w:rsidRPr="009071AC">
        <w:t>sieu</w:t>
      </w:r>
      <w:proofErr w:type="spellEnd"/>
      <w:r>
        <w:t xml:space="preserve">, </w:t>
      </w:r>
      <w:r w:rsidR="00855694" w:rsidRPr="009071AC">
        <w:t>il a reçu ce qui s</w:t>
      </w:r>
      <w:r>
        <w:t>’</w:t>
      </w:r>
      <w:r w:rsidR="00855694" w:rsidRPr="009071AC">
        <w:t>appelle un fier coup</w:t>
      </w:r>
      <w:r>
        <w:t xml:space="preserve">, </w:t>
      </w:r>
      <w:r w:rsidR="00855694" w:rsidRPr="009071AC">
        <w:t>hier soir</w:t>
      </w:r>
      <w:r>
        <w:t xml:space="preserve">… </w:t>
      </w:r>
      <w:proofErr w:type="spellStart"/>
      <w:r w:rsidR="00855694" w:rsidRPr="009071AC">
        <w:t>V</w:t>
      </w:r>
      <w:r>
        <w:t>’</w:t>
      </w:r>
      <w:r w:rsidR="00855694" w:rsidRPr="009071AC">
        <w:t>lan</w:t>
      </w:r>
      <w:proofErr w:type="spellEnd"/>
      <w:r w:rsidR="00855694" w:rsidRPr="009071AC">
        <w:t xml:space="preserve"> sur l</w:t>
      </w:r>
      <w:r>
        <w:t>’</w:t>
      </w:r>
      <w:r w:rsidR="00855694" w:rsidRPr="009071AC">
        <w:t>œil</w:t>
      </w:r>
      <w:r>
        <w:t xml:space="preserve"> ! </w:t>
      </w:r>
      <w:r w:rsidR="00855694" w:rsidRPr="009071AC">
        <w:t>Mais il s</w:t>
      </w:r>
      <w:r>
        <w:t>’</w:t>
      </w:r>
      <w:r w:rsidR="00855694" w:rsidRPr="009071AC">
        <w:t>est mis des compresses</w:t>
      </w:r>
      <w:r>
        <w:t xml:space="preserve">, </w:t>
      </w:r>
      <w:r w:rsidR="00855694" w:rsidRPr="009071AC">
        <w:t>cette nuit</w:t>
      </w:r>
      <w:r>
        <w:t xml:space="preserve">, </w:t>
      </w:r>
      <w:r w:rsidR="00855694" w:rsidRPr="009071AC">
        <w:t>et ce matin</w:t>
      </w:r>
      <w:r>
        <w:t xml:space="preserve">, </w:t>
      </w:r>
      <w:r w:rsidR="00855694" w:rsidRPr="009071AC">
        <w:t>ça va mieux</w:t>
      </w:r>
      <w:r>
        <w:t xml:space="preserve">… </w:t>
      </w:r>
      <w:r w:rsidR="00855694" w:rsidRPr="009071AC">
        <w:t>Même il m</w:t>
      </w:r>
      <w:r>
        <w:t>’</w:t>
      </w:r>
      <w:r w:rsidR="00855694" w:rsidRPr="009071AC">
        <w:t>a chargé de vous dire qu</w:t>
      </w:r>
      <w:r>
        <w:t>’</w:t>
      </w:r>
      <w:r w:rsidR="00855694" w:rsidRPr="009071AC">
        <w:t>il vous attendrait de midi à une heure</w:t>
      </w:r>
      <w:r>
        <w:t xml:space="preserve">, </w:t>
      </w:r>
      <w:r w:rsidR="00855694" w:rsidRPr="009071AC">
        <w:t>où vous savez</w:t>
      </w:r>
      <w:r>
        <w:t>…</w:t>
      </w:r>
    </w:p>
    <w:p w14:paraId="78F6EE98" w14:textId="77777777" w:rsidR="00F635DB" w:rsidRDefault="00F635DB" w:rsidP="00F635DB">
      <w:r>
        <w:t>— </w:t>
      </w:r>
      <w:r w:rsidR="00855694" w:rsidRPr="009071AC">
        <w:t>Je tâcherai d</w:t>
      </w:r>
      <w:r>
        <w:t>’</w:t>
      </w:r>
      <w:r w:rsidR="00855694" w:rsidRPr="009071AC">
        <w:t>y aller</w:t>
      </w:r>
      <w:r>
        <w:t xml:space="preserve">, </w:t>
      </w:r>
      <w:r w:rsidR="00855694" w:rsidRPr="009071AC">
        <w:t>quoique</w:t>
      </w:r>
      <w:r>
        <w:t xml:space="preserve">… </w:t>
      </w:r>
      <w:r w:rsidR="00855694" w:rsidRPr="009071AC">
        <w:t>Ah</w:t>
      </w:r>
      <w:r>
        <w:t xml:space="preserve"> ! </w:t>
      </w:r>
      <w:r w:rsidR="00855694" w:rsidRPr="009071AC">
        <w:t>si</w:t>
      </w:r>
      <w:r>
        <w:t xml:space="preserve">, </w:t>
      </w:r>
      <w:r w:rsidR="00855694" w:rsidRPr="009071AC">
        <w:t>pourtant</w:t>
      </w:r>
      <w:r>
        <w:t xml:space="preserve">. </w:t>
      </w:r>
      <w:r w:rsidR="00855694" w:rsidRPr="009071AC">
        <w:t>Je lui montrerai la lettre qui a causé l</w:t>
      </w:r>
      <w:r>
        <w:t>’</w:t>
      </w:r>
      <w:r w:rsidR="00855694" w:rsidRPr="009071AC">
        <w:t>attaque</w:t>
      </w:r>
      <w:r>
        <w:t xml:space="preserve">… </w:t>
      </w:r>
      <w:r w:rsidR="00855694" w:rsidRPr="009071AC">
        <w:t>Car je l</w:t>
      </w:r>
      <w:r>
        <w:t>’</w:t>
      </w:r>
      <w:r w:rsidR="00855694" w:rsidRPr="009071AC">
        <w:t>ai telle que le comte l</w:t>
      </w:r>
      <w:r>
        <w:t>’</w:t>
      </w:r>
      <w:r w:rsidR="00855694" w:rsidRPr="009071AC">
        <w:t>a recollée après l</w:t>
      </w:r>
      <w:r>
        <w:t>’</w:t>
      </w:r>
      <w:r w:rsidR="00855694" w:rsidRPr="009071AC">
        <w:t>avoir déchirée en menus morceaux</w:t>
      </w:r>
      <w:r>
        <w:t xml:space="preserve">… </w:t>
      </w:r>
      <w:r w:rsidR="00855694" w:rsidRPr="009071AC">
        <w:t>et j</w:t>
      </w:r>
      <w:r>
        <w:t>’</w:t>
      </w:r>
      <w:r w:rsidR="00855694" w:rsidRPr="009071AC">
        <w:t>ai même retrouvé sept ou huit morceaux que ni le comte</w:t>
      </w:r>
      <w:r>
        <w:t xml:space="preserve">, </w:t>
      </w:r>
      <w:r w:rsidR="00855694" w:rsidRPr="009071AC">
        <w:t>ni mademoiselle n</w:t>
      </w:r>
      <w:r>
        <w:t>’</w:t>
      </w:r>
      <w:r w:rsidR="00855694" w:rsidRPr="009071AC">
        <w:t>avaient su voir</w:t>
      </w:r>
      <w:r>
        <w:t xml:space="preserve">. </w:t>
      </w:r>
      <w:r w:rsidR="00855694" w:rsidRPr="009071AC">
        <w:t>C</w:t>
      </w:r>
      <w:r>
        <w:t>’</w:t>
      </w:r>
      <w:r w:rsidR="00855694" w:rsidRPr="009071AC">
        <w:t>est très-curieux</w:t>
      </w:r>
      <w:r>
        <w:t xml:space="preserve">, </w:t>
      </w:r>
      <w:r w:rsidR="00855694" w:rsidRPr="009071AC">
        <w:t>parole sacrée</w:t>
      </w:r>
      <w:r>
        <w:t> !</w:t>
      </w:r>
    </w:p>
    <w:p w14:paraId="1C7475A4" w14:textId="77777777" w:rsidR="00F635DB" w:rsidRDefault="00855694" w:rsidP="00F635DB">
      <w:r w:rsidRPr="009071AC">
        <w:t>Chupin le regardait d</w:t>
      </w:r>
      <w:r w:rsidR="00F635DB">
        <w:t>’</w:t>
      </w:r>
      <w:r w:rsidRPr="009071AC">
        <w:t>un air d</w:t>
      </w:r>
      <w:r w:rsidR="00F635DB">
        <w:t>’</w:t>
      </w:r>
      <w:r w:rsidRPr="009071AC">
        <w:t>admiration ébahie</w:t>
      </w:r>
      <w:r w:rsidR="00F635DB">
        <w:t>.</w:t>
      </w:r>
    </w:p>
    <w:p w14:paraId="20220E29" w14:textId="77777777" w:rsidR="00F635DB" w:rsidRDefault="00F635DB" w:rsidP="00F635DB">
      <w:r>
        <w:t>— </w:t>
      </w:r>
      <w:r w:rsidR="00855694" w:rsidRPr="009071AC">
        <w:t>Mon Dieu</w:t>
      </w:r>
      <w:r>
        <w:t xml:space="preserve"> !… </w:t>
      </w:r>
      <w:r w:rsidR="00855694" w:rsidRPr="009071AC">
        <w:t>fit-il</w:t>
      </w:r>
      <w:r>
        <w:t xml:space="preserve">, </w:t>
      </w:r>
      <w:r w:rsidR="00855694" w:rsidRPr="009071AC">
        <w:t>que je voudrais donc être riche</w:t>
      </w:r>
      <w:r>
        <w:t xml:space="preserve">, </w:t>
      </w:r>
      <w:r w:rsidR="00855694" w:rsidRPr="009071AC">
        <w:t>m</w:t>
      </w:r>
      <w:r>
        <w:t>’</w:t>
      </w:r>
      <w:proofErr w:type="spellStart"/>
      <w:r w:rsidR="00855694" w:rsidRPr="009071AC">
        <w:t>sieu</w:t>
      </w:r>
      <w:proofErr w:type="spellEnd"/>
      <w:r>
        <w:t xml:space="preserve">, </w:t>
      </w:r>
      <w:r w:rsidR="00855694" w:rsidRPr="009071AC">
        <w:t>pour avoir un valet de chambre comme vous</w:t>
      </w:r>
      <w:r>
        <w:t> !…</w:t>
      </w:r>
    </w:p>
    <w:p w14:paraId="1177BD42" w14:textId="77777777" w:rsidR="00F635DB" w:rsidRDefault="00855694" w:rsidP="00F635DB">
      <w:r w:rsidRPr="009071AC">
        <w:t>L</w:t>
      </w:r>
      <w:r w:rsidR="00F635DB">
        <w:t>’</w:t>
      </w:r>
      <w:r w:rsidRPr="009071AC">
        <w:t>autre daigna sourire</w:t>
      </w:r>
      <w:r w:rsidR="00F635DB">
        <w:t xml:space="preserve">… </w:t>
      </w:r>
      <w:r w:rsidRPr="009071AC">
        <w:t>Puis tout à coup</w:t>
      </w:r>
      <w:r w:rsidR="00F635DB">
        <w:t> :</w:t>
      </w:r>
    </w:p>
    <w:p w14:paraId="710C687C" w14:textId="77777777" w:rsidR="00F635DB" w:rsidRDefault="00F635DB" w:rsidP="00F635DB">
      <w:r>
        <w:t>— </w:t>
      </w:r>
      <w:r w:rsidR="00855694" w:rsidRPr="009071AC">
        <w:t>À tantôt</w:t>
      </w:r>
      <w:r>
        <w:t xml:space="preserve">, </w:t>
      </w:r>
      <w:r w:rsidR="00855694" w:rsidRPr="009071AC">
        <w:t>fit-il vivement</w:t>
      </w:r>
      <w:r>
        <w:t xml:space="preserve">, </w:t>
      </w:r>
      <w:r w:rsidR="00855694" w:rsidRPr="009071AC">
        <w:t>j</w:t>
      </w:r>
      <w:r>
        <w:t>’</w:t>
      </w:r>
      <w:r w:rsidR="00855694" w:rsidRPr="009071AC">
        <w:t xml:space="preserve">aperçois là-bas </w:t>
      </w:r>
      <w:proofErr w:type="spellStart"/>
      <w:r w:rsidR="00855694" w:rsidRPr="009071AC">
        <w:t>Bourigeau</w:t>
      </w:r>
      <w:proofErr w:type="spellEnd"/>
      <w:r w:rsidR="00855694" w:rsidRPr="009071AC">
        <w:t xml:space="preserve"> qui ramène le juge de paix</w:t>
      </w:r>
      <w:r>
        <w:t> !</w:t>
      </w:r>
    </w:p>
    <w:p w14:paraId="79865ADB" w14:textId="39A4598E" w:rsidR="00855694" w:rsidRPr="009071AC" w:rsidRDefault="00855694" w:rsidP="00F635DB">
      <w:pPr>
        <w:pStyle w:val="Titre1"/>
      </w:pPr>
      <w:bookmarkStart w:id="7" w:name="_Toc202021405"/>
      <w:r w:rsidRPr="009071AC">
        <w:lastRenderedPageBreak/>
        <w:t>VII</w:t>
      </w:r>
      <w:bookmarkEnd w:id="7"/>
      <w:r w:rsidRPr="009071AC">
        <w:br/>
      </w:r>
    </w:p>
    <w:p w14:paraId="4BD08C29" w14:textId="77777777" w:rsidR="00F635DB" w:rsidRDefault="00855694" w:rsidP="00F635DB">
      <w:r w:rsidRPr="009071AC">
        <w:t>Celui qui arrivait à l</w:t>
      </w:r>
      <w:r w:rsidR="00F635DB">
        <w:t>’</w:t>
      </w:r>
      <w:r w:rsidRPr="009071AC">
        <w:t xml:space="preserve">hôtel de </w:t>
      </w:r>
      <w:proofErr w:type="spellStart"/>
      <w:r w:rsidRPr="009071AC">
        <w:t>Chalusse</w:t>
      </w:r>
      <w:proofErr w:type="spellEnd"/>
      <w:r w:rsidRPr="009071AC">
        <w:t xml:space="preserve"> réalisait d</w:t>
      </w:r>
      <w:r w:rsidR="00F635DB">
        <w:t>’</w:t>
      </w:r>
      <w:r w:rsidRPr="009071AC">
        <w:t>une façon saisissante toutes les idées qu</w:t>
      </w:r>
      <w:r w:rsidR="00F635DB">
        <w:t>’</w:t>
      </w:r>
      <w:r w:rsidRPr="009071AC">
        <w:t>éveille ce titre simple et grand de Juge de Paix</w:t>
      </w:r>
      <w:r w:rsidR="00F635DB">
        <w:t>.</w:t>
      </w:r>
    </w:p>
    <w:p w14:paraId="36334094" w14:textId="77777777" w:rsidR="00F635DB" w:rsidRDefault="00855694" w:rsidP="00F635DB">
      <w:r w:rsidRPr="009071AC">
        <w:t>Il était bien tel qu</w:t>
      </w:r>
      <w:r w:rsidR="00F635DB">
        <w:t>’</w:t>
      </w:r>
      <w:r w:rsidRPr="009071AC">
        <w:t>on aime à se représenter le magistrat de la famille et de la conciliation</w:t>
      </w:r>
      <w:r w:rsidR="00F635DB">
        <w:t xml:space="preserve">, </w:t>
      </w:r>
      <w:r w:rsidRPr="009071AC">
        <w:t>l</w:t>
      </w:r>
      <w:r w:rsidR="00F635DB">
        <w:t>’</w:t>
      </w:r>
      <w:r w:rsidRPr="009071AC">
        <w:t>incorruptible gardien des intérêts de l</w:t>
      </w:r>
      <w:r w:rsidR="00F635DB">
        <w:t>’</w:t>
      </w:r>
      <w:r w:rsidRPr="009071AC">
        <w:t>absent</w:t>
      </w:r>
      <w:r w:rsidR="00F635DB">
        <w:t xml:space="preserve">, </w:t>
      </w:r>
      <w:r w:rsidRPr="009071AC">
        <w:t>du petit et du faible</w:t>
      </w:r>
      <w:r w:rsidR="00F635DB">
        <w:t xml:space="preserve">, </w:t>
      </w:r>
      <w:r w:rsidRPr="009071AC">
        <w:t>l</w:t>
      </w:r>
      <w:r w:rsidR="00F635DB">
        <w:t>’</w:t>
      </w:r>
      <w:r w:rsidRPr="009071AC">
        <w:t>arbitre délicat et prudent des douloureux débats entre proches</w:t>
      </w:r>
      <w:r w:rsidR="00F635DB">
        <w:t xml:space="preserve">, </w:t>
      </w:r>
      <w:r w:rsidRPr="009071AC">
        <w:t>l</w:t>
      </w:r>
      <w:r w:rsidR="00F635DB">
        <w:t>’</w:t>
      </w:r>
      <w:r w:rsidRPr="009071AC">
        <w:t>homme d</w:t>
      </w:r>
      <w:r w:rsidR="00F635DB">
        <w:t>’</w:t>
      </w:r>
      <w:r w:rsidRPr="009071AC">
        <w:t>expérience et de bien que dépeignait Thouret du haut de la tribune</w:t>
      </w:r>
      <w:r w:rsidR="00F635DB">
        <w:t xml:space="preserve">, </w:t>
      </w:r>
      <w:r w:rsidRPr="009071AC">
        <w:t>le sage dont la paternelle justice se passe d</w:t>
      </w:r>
      <w:r w:rsidR="00F635DB">
        <w:t>’</w:t>
      </w:r>
      <w:r w:rsidRPr="009071AC">
        <w:t>appareil</w:t>
      </w:r>
      <w:r w:rsidR="00F635DB">
        <w:t xml:space="preserve">, </w:t>
      </w:r>
      <w:r w:rsidRPr="009071AC">
        <w:t>et que la loi autorise à donner audience au coin de son foyer</w:t>
      </w:r>
      <w:r w:rsidR="00F635DB">
        <w:t xml:space="preserve">, </w:t>
      </w:r>
      <w:r w:rsidRPr="009071AC">
        <w:t>en sa maison</w:t>
      </w:r>
      <w:r w:rsidR="00F635DB">
        <w:t xml:space="preserve">, </w:t>
      </w:r>
      <w:r w:rsidRPr="009071AC">
        <w:t>pourvu que les portes en restent ouvertes</w:t>
      </w:r>
      <w:r w:rsidR="00F635DB">
        <w:t>.</w:t>
      </w:r>
    </w:p>
    <w:p w14:paraId="4F92A967" w14:textId="77777777" w:rsidR="00F635DB" w:rsidRDefault="00855694" w:rsidP="00F635DB">
      <w:r w:rsidRPr="009071AC">
        <w:t>C</w:t>
      </w:r>
      <w:r w:rsidR="00F635DB">
        <w:t>’</w:t>
      </w:r>
      <w:r w:rsidRPr="009071AC">
        <w:t>était un homme qui avait dépassé la cinquantaine</w:t>
      </w:r>
      <w:r w:rsidR="00F635DB">
        <w:t xml:space="preserve">, </w:t>
      </w:r>
      <w:r w:rsidRPr="009071AC">
        <w:t>maigre</w:t>
      </w:r>
      <w:r w:rsidR="00F635DB">
        <w:t xml:space="preserve">, </w:t>
      </w:r>
      <w:r w:rsidRPr="009071AC">
        <w:t>assez grand</w:t>
      </w:r>
      <w:r w:rsidR="00F635DB">
        <w:t xml:space="preserve">, </w:t>
      </w:r>
      <w:r w:rsidRPr="009071AC">
        <w:t>un peu voûté</w:t>
      </w:r>
      <w:r w:rsidR="00F635DB">
        <w:t xml:space="preserve">, </w:t>
      </w:r>
      <w:r w:rsidRPr="009071AC">
        <w:t>vêtu selon une mode vieillie</w:t>
      </w:r>
      <w:r w:rsidR="00F635DB">
        <w:t xml:space="preserve">, </w:t>
      </w:r>
      <w:r w:rsidRPr="009071AC">
        <w:t>mais non antique ni ridicule</w:t>
      </w:r>
      <w:r w:rsidR="00F635DB">
        <w:t>.</w:t>
      </w:r>
    </w:p>
    <w:p w14:paraId="7D729EEA" w14:textId="77777777" w:rsidR="00F635DB" w:rsidRDefault="00855694" w:rsidP="00F635DB">
      <w:r w:rsidRPr="009071AC">
        <w:t>L</w:t>
      </w:r>
      <w:r w:rsidR="00F635DB">
        <w:t>’</w:t>
      </w:r>
      <w:r w:rsidRPr="009071AC">
        <w:t>expression de sa physionomie était la douceur poussée jusqu</w:t>
      </w:r>
      <w:r w:rsidR="00F635DB">
        <w:t>’</w:t>
      </w:r>
      <w:r w:rsidRPr="009071AC">
        <w:t>à la débonnaireté</w:t>
      </w:r>
      <w:r w:rsidR="00F635DB">
        <w:t xml:space="preserve">. </w:t>
      </w:r>
      <w:r w:rsidRPr="009071AC">
        <w:t>Mais on eût eu tort de s</w:t>
      </w:r>
      <w:r w:rsidR="00F635DB">
        <w:t>’</w:t>
      </w:r>
      <w:r w:rsidRPr="009071AC">
        <w:t>y fier</w:t>
      </w:r>
      <w:r w:rsidR="00F635DB">
        <w:t xml:space="preserve"> ; </w:t>
      </w:r>
      <w:r w:rsidRPr="009071AC">
        <w:t>on le comprenait à son regard vif et tranchant</w:t>
      </w:r>
      <w:r w:rsidR="00F635DB">
        <w:t xml:space="preserve">, </w:t>
      </w:r>
      <w:r w:rsidRPr="009071AC">
        <w:t>un regard exercé à pénétrer jusqu</w:t>
      </w:r>
      <w:r w:rsidR="00F635DB">
        <w:t>’</w:t>
      </w:r>
      <w:r w:rsidRPr="009071AC">
        <w:t>au fond des consciences pour y faire tressaillir la vérité</w:t>
      </w:r>
      <w:r w:rsidR="00F635DB">
        <w:t>.</w:t>
      </w:r>
    </w:p>
    <w:p w14:paraId="1DAC84AE" w14:textId="77777777" w:rsidR="00F635DB" w:rsidRDefault="00855694" w:rsidP="00F635DB">
      <w:r w:rsidRPr="009071AC">
        <w:t>Du reste</w:t>
      </w:r>
      <w:r w:rsidR="00F635DB">
        <w:t xml:space="preserve">, </w:t>
      </w:r>
      <w:r w:rsidRPr="009071AC">
        <w:t>comme tous les hommes accoutumés à délibérer intérieurement en public</w:t>
      </w:r>
      <w:r w:rsidR="00F635DB">
        <w:t xml:space="preserve">, </w:t>
      </w:r>
      <w:r w:rsidRPr="009071AC">
        <w:t>il s</w:t>
      </w:r>
      <w:r w:rsidR="00F635DB">
        <w:t>’</w:t>
      </w:r>
      <w:r w:rsidRPr="009071AC">
        <w:t>était fait un masque immobile</w:t>
      </w:r>
      <w:r w:rsidR="00F635DB">
        <w:t xml:space="preserve">. </w:t>
      </w:r>
      <w:r w:rsidRPr="009071AC">
        <w:t>Il pouvait tout entendre et tout voir</w:t>
      </w:r>
      <w:r w:rsidR="00F635DB">
        <w:t xml:space="preserve">, </w:t>
      </w:r>
      <w:r w:rsidRPr="009071AC">
        <w:t>tout soupçonner et tout comprendre</w:t>
      </w:r>
      <w:r w:rsidR="00F635DB">
        <w:t xml:space="preserve">, </w:t>
      </w:r>
      <w:r w:rsidRPr="009071AC">
        <w:t>sans qu</w:t>
      </w:r>
      <w:r w:rsidR="00F635DB">
        <w:t>’</w:t>
      </w:r>
      <w:r w:rsidRPr="009071AC">
        <w:t>un muscle de son visage bougeât</w:t>
      </w:r>
      <w:r w:rsidR="00F635DB">
        <w:t>…</w:t>
      </w:r>
    </w:p>
    <w:p w14:paraId="6151CF0B" w14:textId="77777777" w:rsidR="00F635DB" w:rsidRDefault="00855694" w:rsidP="00F635DB">
      <w:r w:rsidRPr="009071AC">
        <w:t>Et cependant les habitués de son prétoire</w:t>
      </w:r>
      <w:r w:rsidR="00F635DB">
        <w:t xml:space="preserve">, </w:t>
      </w:r>
      <w:r w:rsidRPr="009071AC">
        <w:t>les agréés de ses audiences</w:t>
      </w:r>
      <w:r w:rsidR="00F635DB">
        <w:t xml:space="preserve">, </w:t>
      </w:r>
      <w:r w:rsidRPr="009071AC">
        <w:t>son greffier même</w:t>
      </w:r>
      <w:r w:rsidR="00F635DB">
        <w:t xml:space="preserve">, </w:t>
      </w:r>
      <w:r w:rsidRPr="009071AC">
        <w:t>prétendaient distinguer toutes ses impressions</w:t>
      </w:r>
      <w:r w:rsidR="00F635DB">
        <w:t>.</w:t>
      </w:r>
    </w:p>
    <w:p w14:paraId="5B951126" w14:textId="77777777" w:rsidR="00F635DB" w:rsidRDefault="00855694" w:rsidP="00F635DB">
      <w:r w:rsidRPr="009071AC">
        <w:lastRenderedPageBreak/>
        <w:t>Une bague ayant une fort belle pierre</w:t>
      </w:r>
      <w:r w:rsidR="00F635DB">
        <w:t xml:space="preserve">, </w:t>
      </w:r>
      <w:r w:rsidRPr="009071AC">
        <w:t>que le juge portait au doigt</w:t>
      </w:r>
      <w:r w:rsidR="00F635DB">
        <w:t xml:space="preserve">, </w:t>
      </w:r>
      <w:r w:rsidRPr="009071AC">
        <w:t>servait aux autres de baromètre</w:t>
      </w:r>
      <w:r w:rsidR="00F635DB">
        <w:t>…</w:t>
      </w:r>
    </w:p>
    <w:p w14:paraId="55B3E845" w14:textId="77777777" w:rsidR="00F635DB" w:rsidRDefault="00855694" w:rsidP="00F635DB">
      <w:r w:rsidRPr="009071AC">
        <w:t>Un cas difficile</w:t>
      </w:r>
      <w:r w:rsidR="00F635DB">
        <w:t xml:space="preserve">, </w:t>
      </w:r>
      <w:r w:rsidRPr="009071AC">
        <w:t>embarrassant pour sa conscience</w:t>
      </w:r>
      <w:r w:rsidR="00F635DB">
        <w:t xml:space="preserve">, </w:t>
      </w:r>
      <w:r w:rsidRPr="009071AC">
        <w:t>se présentait-il</w:t>
      </w:r>
      <w:r w:rsidR="00F635DB">
        <w:t xml:space="preserve"> ? </w:t>
      </w:r>
      <w:r w:rsidRPr="009071AC">
        <w:t>Ses yeux s</w:t>
      </w:r>
      <w:r w:rsidR="00F635DB">
        <w:t>’</w:t>
      </w:r>
      <w:r w:rsidRPr="009071AC">
        <w:t>attachaient obstinément à sa bague</w:t>
      </w:r>
      <w:r w:rsidR="00F635DB">
        <w:t xml:space="preserve">. </w:t>
      </w:r>
      <w:r w:rsidRPr="009071AC">
        <w:t>Satisfait</w:t>
      </w:r>
      <w:r w:rsidR="00F635DB">
        <w:t xml:space="preserve">, </w:t>
      </w:r>
      <w:r w:rsidRPr="009071AC">
        <w:t>il la remontait et la faisait jouer entre la première et la seconde phalange</w:t>
      </w:r>
      <w:r w:rsidR="00F635DB">
        <w:t xml:space="preserve">. </w:t>
      </w:r>
      <w:r w:rsidRPr="009071AC">
        <w:t>Mécontent</w:t>
      </w:r>
      <w:r w:rsidR="00F635DB">
        <w:t xml:space="preserve">, </w:t>
      </w:r>
      <w:r w:rsidRPr="009071AC">
        <w:t>il tournait brusquement le chaton en dedans</w:t>
      </w:r>
      <w:r w:rsidR="00F635DB">
        <w:t>…</w:t>
      </w:r>
    </w:p>
    <w:p w14:paraId="177082FD" w14:textId="041F86BE" w:rsidR="00F635DB" w:rsidRDefault="00855694" w:rsidP="00F635DB">
      <w:r w:rsidRPr="009071AC">
        <w:t>Quoiqu</w:t>
      </w:r>
      <w:r w:rsidR="00F635DB">
        <w:t>’</w:t>
      </w:r>
      <w:r w:rsidRPr="009071AC">
        <w:t>il en soit</w:t>
      </w:r>
      <w:r w:rsidR="00F635DB">
        <w:t xml:space="preserve">, </w:t>
      </w:r>
      <w:r w:rsidRPr="009071AC">
        <w:t xml:space="preserve">il était assez imposant en sa simplicité pour intimider </w:t>
      </w:r>
      <w:r w:rsidR="00F635DB">
        <w:t>M. </w:t>
      </w:r>
      <w:r w:rsidRPr="009071AC">
        <w:t>Casimir</w:t>
      </w:r>
      <w:r w:rsidR="00F635DB">
        <w:t>.</w:t>
      </w:r>
    </w:p>
    <w:p w14:paraId="794FD244" w14:textId="77777777" w:rsidR="00F635DB" w:rsidRDefault="00855694" w:rsidP="00F635DB">
      <w:r w:rsidRPr="009071AC">
        <w:t>Le fier valet de chambre s</w:t>
      </w:r>
      <w:r w:rsidR="00F635DB">
        <w:t>’</w:t>
      </w:r>
      <w:r w:rsidRPr="009071AC">
        <w:t>inclina</w:t>
      </w:r>
      <w:r w:rsidR="00F635DB">
        <w:t xml:space="preserve">, </w:t>
      </w:r>
      <w:r w:rsidRPr="009071AC">
        <w:t>dès qu</w:t>
      </w:r>
      <w:r w:rsidR="00F635DB">
        <w:t>’</w:t>
      </w:r>
      <w:r w:rsidRPr="009071AC">
        <w:t>il le vit à cinq pas</w:t>
      </w:r>
      <w:r w:rsidR="00F635DB">
        <w:t xml:space="preserve">, </w:t>
      </w:r>
      <w:r w:rsidRPr="009071AC">
        <w:t>et l</w:t>
      </w:r>
      <w:r w:rsidR="00F635DB">
        <w:t>’</w:t>
      </w:r>
      <w:r w:rsidRPr="009071AC">
        <w:t>échine en cerceau</w:t>
      </w:r>
      <w:r w:rsidR="00F635DB">
        <w:t xml:space="preserve">, </w:t>
      </w:r>
      <w:r w:rsidRPr="009071AC">
        <w:t>la bouche en cœur</w:t>
      </w:r>
      <w:r w:rsidR="00F635DB">
        <w:t xml:space="preserve">, </w:t>
      </w:r>
      <w:r w:rsidRPr="009071AC">
        <w:t>de sa voix la plus obséquieuse</w:t>
      </w:r>
      <w:r w:rsidR="00F635DB">
        <w:t> :</w:t>
      </w:r>
    </w:p>
    <w:p w14:paraId="3E5DF472" w14:textId="0F8DD1BB" w:rsidR="00F635DB" w:rsidRDefault="00F635DB" w:rsidP="00F635DB">
      <w:r>
        <w:t>— </w:t>
      </w:r>
      <w:r w:rsidR="00855694" w:rsidRPr="009071AC">
        <w:t>C</w:t>
      </w:r>
      <w:r>
        <w:t>’</w:t>
      </w:r>
      <w:r w:rsidR="00855694" w:rsidRPr="009071AC">
        <w:t>est moi</w:t>
      </w:r>
      <w:r>
        <w:t xml:space="preserve">, </w:t>
      </w:r>
      <w:r w:rsidR="00855694" w:rsidRPr="009071AC">
        <w:t>dit-il</w:t>
      </w:r>
      <w:r>
        <w:t xml:space="preserve">, </w:t>
      </w:r>
      <w:r w:rsidR="00855694" w:rsidRPr="009071AC">
        <w:t xml:space="preserve">qui me suis permis de faire appeler </w:t>
      </w:r>
      <w:r>
        <w:t>M. </w:t>
      </w:r>
      <w:r w:rsidR="00855694" w:rsidRPr="009071AC">
        <w:t>le juge</w:t>
      </w:r>
      <w:r>
        <w:t>…</w:t>
      </w:r>
    </w:p>
    <w:p w14:paraId="445F388E" w14:textId="77777777" w:rsidR="00F635DB" w:rsidRDefault="00F635DB" w:rsidP="00F635DB">
      <w:r>
        <w:t>— </w:t>
      </w:r>
      <w:r w:rsidR="00855694" w:rsidRPr="009071AC">
        <w:t>Ah</w:t>
      </w:r>
      <w:r>
        <w:t> !…</w:t>
      </w:r>
    </w:p>
    <w:p w14:paraId="4D21DE23" w14:textId="5E290EA0" w:rsidR="00F635DB" w:rsidRDefault="00855694" w:rsidP="00F635DB">
      <w:r w:rsidRPr="009071AC">
        <w:t>Déjà le magistrat en savait sur l</w:t>
      </w:r>
      <w:r w:rsidR="00F635DB">
        <w:t>’</w:t>
      </w:r>
      <w:r w:rsidRPr="009071AC">
        <w:t xml:space="preserve">hôtel de </w:t>
      </w:r>
      <w:proofErr w:type="spellStart"/>
      <w:r w:rsidRPr="009071AC">
        <w:t>Chalusse</w:t>
      </w:r>
      <w:proofErr w:type="spellEnd"/>
      <w:r w:rsidRPr="009071AC">
        <w:t xml:space="preserve"> et sur les événements de la veille et de la matinée</w:t>
      </w:r>
      <w:r w:rsidR="00F635DB">
        <w:t xml:space="preserve">, </w:t>
      </w:r>
      <w:r w:rsidRPr="009071AC">
        <w:t xml:space="preserve">tout autant que </w:t>
      </w:r>
      <w:r w:rsidR="00F635DB">
        <w:t>M. </w:t>
      </w:r>
      <w:r w:rsidRPr="009071AC">
        <w:t>Casimir lui-même</w:t>
      </w:r>
      <w:r w:rsidR="00F635DB">
        <w:t>…</w:t>
      </w:r>
    </w:p>
    <w:p w14:paraId="5285C1F9" w14:textId="77777777" w:rsidR="00F635DB" w:rsidRDefault="00855694" w:rsidP="00F635DB">
      <w:r w:rsidRPr="009071AC">
        <w:t>Le long de la route</w:t>
      </w:r>
      <w:r w:rsidR="00F635DB">
        <w:t xml:space="preserve">, </w:t>
      </w:r>
      <w:r w:rsidRPr="009071AC">
        <w:t>avec une douzaine seulement de questions bénignes</w:t>
      </w:r>
      <w:r w:rsidR="00F635DB">
        <w:t xml:space="preserve">, </w:t>
      </w:r>
      <w:r w:rsidRPr="009071AC">
        <w:t xml:space="preserve">il avait retourné comme un gant le sieur </w:t>
      </w:r>
      <w:proofErr w:type="spellStart"/>
      <w:r w:rsidRPr="009071AC">
        <w:t>Bourigeau</w:t>
      </w:r>
      <w:proofErr w:type="spellEnd"/>
      <w:r w:rsidR="00F635DB">
        <w:t>.</w:t>
      </w:r>
    </w:p>
    <w:p w14:paraId="7976501D" w14:textId="1EA47856" w:rsidR="00F635DB" w:rsidRDefault="00F635DB" w:rsidP="00F635DB">
      <w:r>
        <w:t>— </w:t>
      </w:r>
      <w:r w:rsidR="00855694" w:rsidRPr="009071AC">
        <w:t>Si Monsieur veut</w:t>
      </w:r>
      <w:r>
        <w:t xml:space="preserve">, </w:t>
      </w:r>
      <w:r w:rsidR="00855694" w:rsidRPr="009071AC">
        <w:t xml:space="preserve">poursuivit </w:t>
      </w:r>
      <w:r>
        <w:t>M. </w:t>
      </w:r>
      <w:r w:rsidR="00855694" w:rsidRPr="009071AC">
        <w:t>Casimir</w:t>
      </w:r>
      <w:r>
        <w:t xml:space="preserve">, </w:t>
      </w:r>
      <w:r w:rsidR="00855694" w:rsidRPr="009071AC">
        <w:t>je puis lui expliquer</w:t>
      </w:r>
      <w:r>
        <w:t>…</w:t>
      </w:r>
    </w:p>
    <w:p w14:paraId="67F70960" w14:textId="77777777" w:rsidR="00F635DB" w:rsidRDefault="00F635DB" w:rsidP="00F635DB">
      <w:r>
        <w:t>— </w:t>
      </w:r>
      <w:r w:rsidR="00855694" w:rsidRPr="009071AC">
        <w:t>Rien</w:t>
      </w:r>
      <w:r>
        <w:t xml:space="preserve">… </w:t>
      </w:r>
      <w:r w:rsidR="00855694" w:rsidRPr="009071AC">
        <w:t>inutile</w:t>
      </w:r>
      <w:r>
        <w:t xml:space="preserve"> !… </w:t>
      </w:r>
      <w:r w:rsidR="00855694" w:rsidRPr="009071AC">
        <w:t>Conduisez-nous</w:t>
      </w:r>
      <w:r>
        <w:t>…</w:t>
      </w:r>
    </w:p>
    <w:p w14:paraId="39E62BC3" w14:textId="77777777" w:rsidR="00F635DB" w:rsidRDefault="00855694" w:rsidP="00F635DB">
      <w:r w:rsidRPr="009071AC">
        <w:t xml:space="preserve">Ce </w:t>
      </w:r>
      <w:r w:rsidR="00F635DB">
        <w:t>« </w:t>
      </w:r>
      <w:r w:rsidRPr="009071AC">
        <w:t>nous</w:t>
      </w:r>
      <w:r w:rsidR="00F635DB">
        <w:t> »</w:t>
      </w:r>
      <w:r w:rsidRPr="009071AC">
        <w:t xml:space="preserve"> étonna le valet de chambre</w:t>
      </w:r>
      <w:r w:rsidR="00F635DB">
        <w:t xml:space="preserve">, </w:t>
      </w:r>
      <w:r w:rsidRPr="009071AC">
        <w:t>mais il en eut l</w:t>
      </w:r>
      <w:r w:rsidR="00F635DB">
        <w:t>’</w:t>
      </w:r>
      <w:r w:rsidRPr="009071AC">
        <w:t>explication au perron</w:t>
      </w:r>
      <w:r w:rsidR="00F635DB">
        <w:t>.</w:t>
      </w:r>
    </w:p>
    <w:p w14:paraId="31C0044E" w14:textId="77777777" w:rsidR="00F635DB" w:rsidRDefault="00855694" w:rsidP="00F635DB">
      <w:r w:rsidRPr="009071AC">
        <w:lastRenderedPageBreak/>
        <w:t>Là</w:t>
      </w:r>
      <w:r w:rsidR="00F635DB">
        <w:t xml:space="preserve">, </w:t>
      </w:r>
      <w:r w:rsidRPr="009071AC">
        <w:t>seulement</w:t>
      </w:r>
      <w:r w:rsidR="00F635DB">
        <w:t xml:space="preserve">, </w:t>
      </w:r>
      <w:r w:rsidRPr="009071AC">
        <w:t>il remarqua un personnage à mine florissante et hilare</w:t>
      </w:r>
      <w:r w:rsidR="00F635DB">
        <w:t xml:space="preserve">, </w:t>
      </w:r>
      <w:r w:rsidRPr="009071AC">
        <w:t>qui marchait dans l</w:t>
      </w:r>
      <w:r w:rsidR="00F635DB">
        <w:t>’</w:t>
      </w:r>
      <w:r w:rsidRPr="009071AC">
        <w:t>ombre du juge de paix</w:t>
      </w:r>
      <w:r w:rsidR="00F635DB">
        <w:t xml:space="preserve">, </w:t>
      </w:r>
      <w:r w:rsidRPr="009071AC">
        <w:t>portant sous le bras un gros portefeuille de chagrin noir où on lisait en lettres d</w:t>
      </w:r>
      <w:r w:rsidR="00F635DB">
        <w:t>’</w:t>
      </w:r>
      <w:r w:rsidRPr="009071AC">
        <w:t>or</w:t>
      </w:r>
      <w:r w:rsidR="00F635DB">
        <w:t xml:space="preserve"> : </w:t>
      </w:r>
      <w:r w:rsidRPr="009071AC">
        <w:rPr>
          <w:i/>
        </w:rPr>
        <w:t>Greffe</w:t>
      </w:r>
      <w:r w:rsidR="00F635DB">
        <w:t>.</w:t>
      </w:r>
    </w:p>
    <w:p w14:paraId="6484894A" w14:textId="77777777" w:rsidR="00F635DB" w:rsidRDefault="00855694" w:rsidP="00F635DB">
      <w:r w:rsidRPr="009071AC">
        <w:t>Ce personnage était le greffier</w:t>
      </w:r>
      <w:r w:rsidR="00F635DB">
        <w:t>.</w:t>
      </w:r>
    </w:p>
    <w:p w14:paraId="7CA6AC43" w14:textId="44FEC8AB" w:rsidR="00F635DB" w:rsidRDefault="00855694" w:rsidP="00F635DB">
      <w:r w:rsidRPr="009071AC">
        <w:t>Il paraissait d</w:t>
      </w:r>
      <w:r w:rsidR="00F635DB">
        <w:t>’</w:t>
      </w:r>
      <w:r w:rsidRPr="009071AC">
        <w:t>ailleurs aussi satisfait de son emploi que de soi</w:t>
      </w:r>
      <w:r w:rsidR="00F635DB">
        <w:t xml:space="preserve">, </w:t>
      </w:r>
      <w:r w:rsidRPr="009071AC">
        <w:t xml:space="preserve">et tout en suivant </w:t>
      </w:r>
      <w:r w:rsidR="00F635DB">
        <w:t>M. </w:t>
      </w:r>
      <w:r w:rsidRPr="009071AC">
        <w:t>Casimir</w:t>
      </w:r>
      <w:r w:rsidR="00F635DB">
        <w:t xml:space="preserve">, </w:t>
      </w:r>
      <w:r w:rsidRPr="009071AC">
        <w:t>il examinait d</w:t>
      </w:r>
      <w:r w:rsidR="00F635DB">
        <w:t>’</w:t>
      </w:r>
      <w:r w:rsidRPr="009071AC">
        <w:t>un œil d</w:t>
      </w:r>
      <w:r w:rsidR="00F635DB">
        <w:t>’</w:t>
      </w:r>
      <w:r w:rsidRPr="009071AC">
        <w:t>huissier priseur les splendeurs de l</w:t>
      </w:r>
      <w:r w:rsidR="00F635DB">
        <w:t>’</w:t>
      </w:r>
      <w:r w:rsidRPr="009071AC">
        <w:t xml:space="preserve">hôtel de </w:t>
      </w:r>
      <w:proofErr w:type="spellStart"/>
      <w:r w:rsidRPr="009071AC">
        <w:t>Chalusse</w:t>
      </w:r>
      <w:proofErr w:type="spellEnd"/>
      <w:r w:rsidR="00F635DB">
        <w:t xml:space="preserve">, </w:t>
      </w:r>
      <w:r w:rsidRPr="009071AC">
        <w:t>les mosaïques du vestibule</w:t>
      </w:r>
      <w:r w:rsidR="00F635DB">
        <w:t xml:space="preserve">, </w:t>
      </w:r>
      <w:r w:rsidRPr="009071AC">
        <w:t>les marbres</w:t>
      </w:r>
      <w:r w:rsidR="00F635DB">
        <w:t xml:space="preserve">, </w:t>
      </w:r>
      <w:r w:rsidRPr="009071AC">
        <w:t>les fresques des murailles</w:t>
      </w:r>
      <w:r w:rsidR="00F635DB">
        <w:t>.</w:t>
      </w:r>
    </w:p>
    <w:p w14:paraId="1F9E5FC2" w14:textId="77777777" w:rsidR="00F635DB" w:rsidRDefault="00855694" w:rsidP="00F635DB">
      <w:r w:rsidRPr="009071AC">
        <w:t>Peut-être supputait-il ce qu</w:t>
      </w:r>
      <w:r w:rsidR="00F635DB">
        <w:t>’</w:t>
      </w:r>
      <w:r w:rsidRPr="009071AC">
        <w:t>il eût fallu d</w:t>
      </w:r>
      <w:r w:rsidR="00F635DB">
        <w:t>’</w:t>
      </w:r>
      <w:r w:rsidRPr="009071AC">
        <w:t>années des appointements d</w:t>
      </w:r>
      <w:r w:rsidR="00F635DB">
        <w:t>’</w:t>
      </w:r>
      <w:r w:rsidRPr="009071AC">
        <w:t>un greffier réunis au maigre traitement d</w:t>
      </w:r>
      <w:r w:rsidR="00F635DB">
        <w:t>’</w:t>
      </w:r>
      <w:r w:rsidRPr="009071AC">
        <w:t>un juge</w:t>
      </w:r>
      <w:r w:rsidR="00F635DB">
        <w:t xml:space="preserve">, </w:t>
      </w:r>
      <w:r w:rsidRPr="009071AC">
        <w:t>pour payer les magnificences</w:t>
      </w:r>
      <w:r w:rsidR="00F635DB">
        <w:t xml:space="preserve">, </w:t>
      </w:r>
      <w:r w:rsidRPr="009071AC">
        <w:t>de ce seul escalier</w:t>
      </w:r>
      <w:r w:rsidR="00F635DB">
        <w:t>.</w:t>
      </w:r>
    </w:p>
    <w:p w14:paraId="4EA71856" w14:textId="48C389C1" w:rsidR="00F635DB" w:rsidRDefault="00855694" w:rsidP="00F635DB">
      <w:r w:rsidRPr="009071AC">
        <w:t xml:space="preserve">Sur le seuil de la chambre de </w:t>
      </w:r>
      <w:r w:rsidR="00F635DB">
        <w:t>M. de </w:t>
      </w:r>
      <w:proofErr w:type="spellStart"/>
      <w:r w:rsidRPr="009071AC">
        <w:t>Chalusse</w:t>
      </w:r>
      <w:proofErr w:type="spellEnd"/>
      <w:r w:rsidR="00F635DB">
        <w:t xml:space="preserve">, </w:t>
      </w:r>
      <w:r w:rsidRPr="009071AC">
        <w:t>le magistrat s</w:t>
      </w:r>
      <w:r w:rsidR="00F635DB">
        <w:t>’</w:t>
      </w:r>
      <w:r w:rsidRPr="009071AC">
        <w:t>arrêta</w:t>
      </w:r>
      <w:r w:rsidR="00F635DB">
        <w:t>.</w:t>
      </w:r>
    </w:p>
    <w:p w14:paraId="4BB4D48D" w14:textId="6681262D" w:rsidR="00F635DB" w:rsidRDefault="00855694" w:rsidP="00F635DB">
      <w:r w:rsidRPr="009071AC">
        <w:t>Il y avait eu du changement</w:t>
      </w:r>
      <w:r w:rsidR="00F635DB">
        <w:t xml:space="preserve">, </w:t>
      </w:r>
      <w:r w:rsidRPr="009071AC">
        <w:t>en l</w:t>
      </w:r>
      <w:r w:rsidR="00F635DB">
        <w:t>’</w:t>
      </w:r>
      <w:r w:rsidRPr="009071AC">
        <w:t xml:space="preserve">absence de </w:t>
      </w:r>
      <w:r w:rsidR="00F635DB">
        <w:t>M. </w:t>
      </w:r>
      <w:r w:rsidRPr="009071AC">
        <w:t>Casimir</w:t>
      </w:r>
      <w:r w:rsidR="00F635DB">
        <w:t xml:space="preserve">. </w:t>
      </w:r>
      <w:r w:rsidRPr="009071AC">
        <w:t>D</w:t>
      </w:r>
      <w:r w:rsidR="00F635DB">
        <w:t>’</w:t>
      </w:r>
      <w:r w:rsidRPr="009071AC">
        <w:t>abord le docteur s</w:t>
      </w:r>
      <w:r w:rsidR="00F635DB">
        <w:t>’</w:t>
      </w:r>
      <w:r w:rsidRPr="009071AC">
        <w:t>était retiré</w:t>
      </w:r>
      <w:r w:rsidR="00F635DB">
        <w:t xml:space="preserve">. </w:t>
      </w:r>
      <w:r w:rsidRPr="009071AC">
        <w:t>Ensuite</w:t>
      </w:r>
      <w:r w:rsidR="00F635DB">
        <w:t xml:space="preserve">, </w:t>
      </w:r>
      <w:r w:rsidRPr="009071AC">
        <w:t>le lit avait été disposé en lit de parade</w:t>
      </w:r>
      <w:r w:rsidR="00F635DB">
        <w:t xml:space="preserve">, </w:t>
      </w:r>
      <w:r w:rsidRPr="009071AC">
        <w:t>et au chevet</w:t>
      </w:r>
      <w:r w:rsidR="00F635DB">
        <w:t xml:space="preserve">, </w:t>
      </w:r>
      <w:r w:rsidRPr="009071AC">
        <w:t>sur une table recouverte d</w:t>
      </w:r>
      <w:r w:rsidR="00F635DB">
        <w:t>’</w:t>
      </w:r>
      <w:r w:rsidRPr="009071AC">
        <w:t>une serviette blanche</w:t>
      </w:r>
      <w:r w:rsidR="00F635DB">
        <w:t xml:space="preserve">, </w:t>
      </w:r>
      <w:r w:rsidRPr="009071AC">
        <w:t>des bougies brûlaient dans de grands flambeaux d</w:t>
      </w:r>
      <w:r w:rsidR="00F635DB">
        <w:t>’</w:t>
      </w:r>
      <w:r w:rsidRPr="009071AC">
        <w:t>argent</w:t>
      </w:r>
      <w:r w:rsidR="00F635DB">
        <w:t>.</w:t>
      </w:r>
    </w:p>
    <w:p w14:paraId="1E6FE2C3" w14:textId="24BAB88E" w:rsidR="00F635DB" w:rsidRDefault="00855694" w:rsidP="00F635DB">
      <w:r w:rsidRPr="009071AC">
        <w:t>De plus</w:t>
      </w:r>
      <w:r w:rsidR="00F635DB">
        <w:t>, M</w:t>
      </w:r>
      <w:r w:rsidR="00F635DB" w:rsidRPr="00F635DB">
        <w:rPr>
          <w:vertAlign w:val="superscript"/>
        </w:rPr>
        <w:t>me</w:t>
      </w:r>
      <w:r w:rsidR="00F635DB">
        <w:t> </w:t>
      </w:r>
      <w:r w:rsidRPr="009071AC">
        <w:t>Léon était montée chez elle</w:t>
      </w:r>
      <w:r w:rsidR="00F635DB">
        <w:t xml:space="preserve">, </w:t>
      </w:r>
      <w:r w:rsidRPr="009071AC">
        <w:t>sous l</w:t>
      </w:r>
      <w:r w:rsidR="00F635DB">
        <w:t>’</w:t>
      </w:r>
      <w:r w:rsidRPr="009071AC">
        <w:t>escorte de deux domestiques</w:t>
      </w:r>
      <w:r w:rsidR="00F635DB">
        <w:t xml:space="preserve">, </w:t>
      </w:r>
      <w:r w:rsidRPr="009071AC">
        <w:t>et elle en avait</w:t>
      </w:r>
      <w:r w:rsidR="00F635DB">
        <w:t xml:space="preserve">, </w:t>
      </w:r>
      <w:r w:rsidRPr="009071AC">
        <w:t>descendu de l</w:t>
      </w:r>
      <w:r w:rsidR="00F635DB">
        <w:t>’</w:t>
      </w:r>
      <w:r w:rsidRPr="009071AC">
        <w:t>eau bénite dans une coupe de porcelaine</w:t>
      </w:r>
      <w:r w:rsidR="00F635DB">
        <w:t xml:space="preserve">, </w:t>
      </w:r>
      <w:r w:rsidRPr="009071AC">
        <w:t>et un rameau desséché</w:t>
      </w:r>
      <w:r w:rsidR="00F635DB">
        <w:t xml:space="preserve">. </w:t>
      </w:r>
      <w:r w:rsidRPr="009071AC">
        <w:t>Elle psalmodiait les prières des morts</w:t>
      </w:r>
      <w:r w:rsidR="00F635DB">
        <w:t xml:space="preserve">, </w:t>
      </w:r>
      <w:r w:rsidRPr="009071AC">
        <w:t>et de temps à autre s</w:t>
      </w:r>
      <w:r w:rsidR="00F635DB">
        <w:t>’</w:t>
      </w:r>
      <w:r w:rsidRPr="009071AC">
        <w:t>interrompait pour tremper sa branche de buis dans l</w:t>
      </w:r>
      <w:r w:rsidR="00F635DB">
        <w:t>’</w:t>
      </w:r>
      <w:r w:rsidRPr="009071AC">
        <w:t>eau et asperger le lit</w:t>
      </w:r>
      <w:r w:rsidR="00F635DB">
        <w:t>.</w:t>
      </w:r>
    </w:p>
    <w:p w14:paraId="550A69AD" w14:textId="77777777" w:rsidR="00F635DB" w:rsidRDefault="00855694" w:rsidP="00F635DB">
      <w:r w:rsidRPr="009071AC">
        <w:t>Les deux fenêtres avaient été entr</w:t>
      </w:r>
      <w:r w:rsidR="00F635DB">
        <w:t>’</w:t>
      </w:r>
      <w:r w:rsidRPr="009071AC">
        <w:t>ouvertes malgré le froid</w:t>
      </w:r>
      <w:r w:rsidR="00F635DB">
        <w:t xml:space="preserve">, </w:t>
      </w:r>
      <w:r w:rsidRPr="009071AC">
        <w:t>et devant la cheminée</w:t>
      </w:r>
      <w:r w:rsidR="00F635DB">
        <w:t xml:space="preserve">, </w:t>
      </w:r>
      <w:r w:rsidRPr="009071AC">
        <w:t>sur le marbre</w:t>
      </w:r>
      <w:r w:rsidR="00F635DB">
        <w:t xml:space="preserve">, </w:t>
      </w:r>
      <w:r w:rsidRPr="009071AC">
        <w:t xml:space="preserve">on avait placé un réchaud plein de braise où un domestique jetait </w:t>
      </w:r>
      <w:r w:rsidRPr="009071AC">
        <w:lastRenderedPageBreak/>
        <w:t>alternativement du vinaigre et du sucre en poudre</w:t>
      </w:r>
      <w:r w:rsidR="00F635DB">
        <w:t xml:space="preserve">, </w:t>
      </w:r>
      <w:r w:rsidRPr="009071AC">
        <w:t>dont la fumée montait en épaisses spirales et emplissait la chambre</w:t>
      </w:r>
      <w:r w:rsidR="00F635DB">
        <w:t>.</w:t>
      </w:r>
    </w:p>
    <w:p w14:paraId="0701BD37" w14:textId="77777777" w:rsidR="00F635DB" w:rsidRDefault="00855694" w:rsidP="00F635DB">
      <w:r w:rsidRPr="009071AC">
        <w:t>À la vue du juge de paix tout le monde s</w:t>
      </w:r>
      <w:r w:rsidR="00F635DB">
        <w:t>’</w:t>
      </w:r>
      <w:r w:rsidRPr="009071AC">
        <w:t>était levé</w:t>
      </w:r>
      <w:r w:rsidR="00F635DB">
        <w:t xml:space="preserve">… </w:t>
      </w:r>
      <w:r w:rsidRPr="009071AC">
        <w:t>Lui</w:t>
      </w:r>
      <w:r w:rsidR="00F635DB">
        <w:t xml:space="preserve">, </w:t>
      </w:r>
      <w:r w:rsidRPr="009071AC">
        <w:t>après un assez long examen</w:t>
      </w:r>
      <w:r w:rsidR="00F635DB">
        <w:t xml:space="preserve">, </w:t>
      </w:r>
      <w:r w:rsidRPr="009071AC">
        <w:t>se découvrit respectueusement et entra</w:t>
      </w:r>
      <w:r w:rsidR="00F635DB">
        <w:t>.</w:t>
      </w:r>
    </w:p>
    <w:p w14:paraId="58AE5474" w14:textId="77777777" w:rsidR="00F635DB" w:rsidRDefault="00F635DB" w:rsidP="00F635DB">
      <w:r>
        <w:t>— </w:t>
      </w:r>
      <w:r w:rsidR="00855694" w:rsidRPr="009071AC">
        <w:t>Pourquoi tant de monde ici</w:t>
      </w:r>
      <w:r>
        <w:t xml:space="preserve"> ? </w:t>
      </w:r>
      <w:r w:rsidR="00855694" w:rsidRPr="009071AC">
        <w:t>demanda-t-il</w:t>
      </w:r>
      <w:r>
        <w:t>.</w:t>
      </w:r>
    </w:p>
    <w:p w14:paraId="720A9AE8" w14:textId="0C47A24C" w:rsidR="00F635DB" w:rsidRDefault="00F635DB" w:rsidP="00F635DB">
      <w:r>
        <w:t>— </w:t>
      </w:r>
      <w:r w:rsidR="00855694" w:rsidRPr="009071AC">
        <w:t>C</w:t>
      </w:r>
      <w:r>
        <w:t>’</w:t>
      </w:r>
      <w:r w:rsidR="00855694" w:rsidRPr="009071AC">
        <w:t>est moi qui ai eu cette idée</w:t>
      </w:r>
      <w:r>
        <w:t xml:space="preserve">, </w:t>
      </w:r>
      <w:r w:rsidR="00855694" w:rsidRPr="009071AC">
        <w:t xml:space="preserve">répondit </w:t>
      </w:r>
      <w:r>
        <w:t>M. </w:t>
      </w:r>
      <w:r w:rsidR="00855694" w:rsidRPr="009071AC">
        <w:t>Casimir</w:t>
      </w:r>
      <w:r>
        <w:t xml:space="preserve">, </w:t>
      </w:r>
      <w:r w:rsidR="00855694" w:rsidRPr="009071AC">
        <w:t>parce que</w:t>
      </w:r>
      <w:r>
        <w:t>…</w:t>
      </w:r>
    </w:p>
    <w:p w14:paraId="53C22562" w14:textId="77777777" w:rsidR="00F635DB" w:rsidRDefault="00F635DB" w:rsidP="00F635DB">
      <w:r>
        <w:t>— </w:t>
      </w:r>
      <w:r w:rsidR="00855694" w:rsidRPr="009071AC">
        <w:t>Vous êtes</w:t>
      </w:r>
      <w:r>
        <w:t xml:space="preserve">… </w:t>
      </w:r>
      <w:r w:rsidR="00855694" w:rsidRPr="009071AC">
        <w:t>défiant</w:t>
      </w:r>
      <w:r>
        <w:t xml:space="preserve">, </w:t>
      </w:r>
      <w:r w:rsidR="00855694" w:rsidRPr="009071AC">
        <w:t>interrompit le magistrat</w:t>
      </w:r>
      <w:r>
        <w:t>…</w:t>
      </w:r>
    </w:p>
    <w:p w14:paraId="3F9622D1" w14:textId="77777777" w:rsidR="00F635DB" w:rsidRDefault="00855694" w:rsidP="00F635DB">
      <w:r w:rsidRPr="009071AC">
        <w:t>Déjà le greffier avait tiré de sa serviette des plumes et du papier</w:t>
      </w:r>
      <w:r w:rsidR="00F635DB">
        <w:t xml:space="preserve">, </w:t>
      </w:r>
      <w:r w:rsidRPr="009071AC">
        <w:t>et il relisait l</w:t>
      </w:r>
      <w:r w:rsidR="00F635DB">
        <w:t>’</w:t>
      </w:r>
      <w:r w:rsidRPr="009071AC">
        <w:t>ordonnance rendue par le juge en son cabinet</w:t>
      </w:r>
      <w:r w:rsidR="00F635DB">
        <w:t xml:space="preserve">, </w:t>
      </w:r>
      <w:r w:rsidRPr="009071AC">
        <w:t xml:space="preserve">sur la requête du sieur </w:t>
      </w:r>
      <w:proofErr w:type="spellStart"/>
      <w:r w:rsidRPr="009071AC">
        <w:t>Bourigeau</w:t>
      </w:r>
      <w:proofErr w:type="spellEnd"/>
      <w:r w:rsidR="00F635DB">
        <w:t xml:space="preserve">, </w:t>
      </w:r>
      <w:r w:rsidRPr="009071AC">
        <w:t>et en vertu de laquelle il allait être procédé à l</w:t>
      </w:r>
      <w:r w:rsidR="00F635DB">
        <w:t>’</w:t>
      </w:r>
      <w:r w:rsidRPr="009071AC">
        <w:t>apposition des scellés</w:t>
      </w:r>
      <w:r w:rsidR="00F635DB">
        <w:t>…</w:t>
      </w:r>
    </w:p>
    <w:p w14:paraId="2947F0C0" w14:textId="2D3FCA16" w:rsidR="00F635DB" w:rsidRDefault="00855694" w:rsidP="00F635DB">
      <w:r w:rsidRPr="009071AC">
        <w:t>Les yeux du juge</w:t>
      </w:r>
      <w:r w:rsidR="00F635DB">
        <w:t xml:space="preserve">, </w:t>
      </w:r>
      <w:r w:rsidRPr="009071AC">
        <w:t>depuis son entrée</w:t>
      </w:r>
      <w:r w:rsidR="00F635DB">
        <w:t xml:space="preserve">, </w:t>
      </w:r>
      <w:r w:rsidRPr="009071AC">
        <w:t xml:space="preserve">ne quittaient pas </w:t>
      </w:r>
      <w:r w:rsidR="00F635DB">
        <w:t>M</w:t>
      </w:r>
      <w:r w:rsidR="00F635DB" w:rsidRPr="00F635DB">
        <w:rPr>
          <w:vertAlign w:val="superscript"/>
        </w:rPr>
        <w:t>lle</w:t>
      </w:r>
      <w:r w:rsidR="00F635DB">
        <w:t> </w:t>
      </w:r>
      <w:r w:rsidRPr="009071AC">
        <w:t>Marguerite</w:t>
      </w:r>
      <w:r w:rsidR="00F635DB">
        <w:t xml:space="preserve">, </w:t>
      </w:r>
      <w:r w:rsidRPr="009071AC">
        <w:t>qui pâle</w:t>
      </w:r>
      <w:r w:rsidR="00F635DB">
        <w:t xml:space="preserve">, </w:t>
      </w:r>
      <w:r w:rsidRPr="009071AC">
        <w:t>les yeux rouges</w:t>
      </w:r>
      <w:r w:rsidR="00F635DB">
        <w:t xml:space="preserve">, </w:t>
      </w:r>
      <w:r w:rsidRPr="009071AC">
        <w:t>se tenait debout près de la cheminée</w:t>
      </w:r>
      <w:r w:rsidR="00F635DB">
        <w:t>.</w:t>
      </w:r>
    </w:p>
    <w:p w14:paraId="38C1D0FB" w14:textId="77777777" w:rsidR="00F635DB" w:rsidRDefault="00855694" w:rsidP="00F635DB">
      <w:r w:rsidRPr="009071AC">
        <w:t>Enfin</w:t>
      </w:r>
      <w:r w:rsidR="00F635DB">
        <w:t xml:space="preserve">, </w:t>
      </w:r>
      <w:r w:rsidRPr="009071AC">
        <w:t>il s</w:t>
      </w:r>
      <w:r w:rsidR="00F635DB">
        <w:t>’</w:t>
      </w:r>
      <w:r w:rsidRPr="009071AC">
        <w:t>avança vers elle</w:t>
      </w:r>
      <w:r w:rsidR="00F635DB">
        <w:t xml:space="preserve">, </w:t>
      </w:r>
      <w:r w:rsidRPr="009071AC">
        <w:t>et d</w:t>
      </w:r>
      <w:r w:rsidR="00F635DB">
        <w:t>’</w:t>
      </w:r>
      <w:r w:rsidRPr="009071AC">
        <w:t>un ton où éclatait une pitié profonde</w:t>
      </w:r>
      <w:r w:rsidR="00F635DB">
        <w:t> :</w:t>
      </w:r>
    </w:p>
    <w:p w14:paraId="5141FD6B" w14:textId="6CF28920" w:rsidR="00F635DB" w:rsidRDefault="00F635DB" w:rsidP="00F635DB">
      <w:r>
        <w:t>— </w:t>
      </w:r>
      <w:r w:rsidR="00855694" w:rsidRPr="009071AC">
        <w:t xml:space="preserve">Vous êtes </w:t>
      </w:r>
      <w:r>
        <w:t>M</w:t>
      </w:r>
      <w:r w:rsidRPr="00F635DB">
        <w:rPr>
          <w:vertAlign w:val="superscript"/>
        </w:rPr>
        <w:t>lle</w:t>
      </w:r>
      <w:r>
        <w:t> </w:t>
      </w:r>
      <w:r w:rsidR="00855694" w:rsidRPr="009071AC">
        <w:t>Marguerite</w:t>
      </w:r>
      <w:r>
        <w:t xml:space="preserve"> ?… </w:t>
      </w:r>
      <w:r w:rsidR="00855694" w:rsidRPr="009071AC">
        <w:t>demanda-t-il</w:t>
      </w:r>
      <w:r>
        <w:t>.</w:t>
      </w:r>
    </w:p>
    <w:p w14:paraId="0888373D" w14:textId="77777777" w:rsidR="00F635DB" w:rsidRDefault="00855694" w:rsidP="00F635DB">
      <w:r w:rsidRPr="009071AC">
        <w:t>Elle leva sur lui son beau regard clair</w:t>
      </w:r>
      <w:r w:rsidR="00F635DB">
        <w:t xml:space="preserve">, </w:t>
      </w:r>
      <w:r w:rsidRPr="009071AC">
        <w:t>plus beau à travers les larmes qui tremblaient à ses cils</w:t>
      </w:r>
      <w:r w:rsidR="00F635DB">
        <w:t xml:space="preserve">, </w:t>
      </w:r>
      <w:r w:rsidRPr="009071AC">
        <w:t>et d</w:t>
      </w:r>
      <w:r w:rsidR="00F635DB">
        <w:t>’</w:t>
      </w:r>
      <w:r w:rsidRPr="009071AC">
        <w:t>une voix altérée elle répondit</w:t>
      </w:r>
      <w:r w:rsidR="00F635DB">
        <w:t xml:space="preserve"> : </w:t>
      </w:r>
      <w:r w:rsidRPr="009071AC">
        <w:t>Oui</w:t>
      </w:r>
      <w:r w:rsidR="00F635DB">
        <w:t xml:space="preserve">, </w:t>
      </w:r>
      <w:r w:rsidRPr="009071AC">
        <w:t>monsieur</w:t>
      </w:r>
      <w:r w:rsidR="00F635DB">
        <w:t>.</w:t>
      </w:r>
    </w:p>
    <w:p w14:paraId="7B4A975E" w14:textId="6BA823F0" w:rsidR="00F635DB" w:rsidRDefault="00F635DB" w:rsidP="00F635DB">
      <w:r>
        <w:t>— </w:t>
      </w:r>
      <w:r w:rsidR="00855694" w:rsidRPr="009071AC">
        <w:t>Êtes-vous parente</w:t>
      </w:r>
      <w:r>
        <w:t xml:space="preserve">, </w:t>
      </w:r>
      <w:r w:rsidR="00855694" w:rsidRPr="009071AC">
        <w:t>mademoiselle</w:t>
      </w:r>
      <w:r>
        <w:t xml:space="preserve">… </w:t>
      </w:r>
      <w:r w:rsidR="00855694" w:rsidRPr="009071AC">
        <w:t>à un degré quelconque</w:t>
      </w:r>
      <w:r>
        <w:t xml:space="preserve">, </w:t>
      </w:r>
      <w:r w:rsidR="00855694" w:rsidRPr="009071AC">
        <w:t xml:space="preserve">de </w:t>
      </w:r>
      <w:r>
        <w:t>M. </w:t>
      </w:r>
      <w:r w:rsidR="00855694" w:rsidRPr="009071AC">
        <w:t xml:space="preserve">le comte de </w:t>
      </w:r>
      <w:proofErr w:type="spellStart"/>
      <w:r w:rsidR="00855694" w:rsidRPr="009071AC">
        <w:t>Chalusse</w:t>
      </w:r>
      <w:proofErr w:type="spellEnd"/>
      <w:r>
        <w:t xml:space="preserve"> ?… </w:t>
      </w:r>
      <w:r w:rsidR="00855694" w:rsidRPr="009071AC">
        <w:t>avez-vous quelques droits à sa succession</w:t>
      </w:r>
      <w:r>
        <w:t> ?…</w:t>
      </w:r>
    </w:p>
    <w:p w14:paraId="016359E5" w14:textId="77777777" w:rsidR="00F635DB" w:rsidRDefault="00F635DB" w:rsidP="00F635DB">
      <w:r>
        <w:t>— </w:t>
      </w:r>
      <w:r w:rsidR="00855694" w:rsidRPr="009071AC">
        <w:t>Non</w:t>
      </w:r>
      <w:r>
        <w:t xml:space="preserve">, </w:t>
      </w:r>
      <w:r w:rsidR="00855694" w:rsidRPr="009071AC">
        <w:t>monsieur</w:t>
      </w:r>
      <w:r>
        <w:t>…</w:t>
      </w:r>
    </w:p>
    <w:p w14:paraId="4BDC4E8E" w14:textId="63586C84" w:rsidR="00F635DB" w:rsidRDefault="00F635DB" w:rsidP="00F635DB">
      <w:r>
        <w:lastRenderedPageBreak/>
        <w:t>— </w:t>
      </w:r>
      <w:r w:rsidR="00855694" w:rsidRPr="009071AC">
        <w:t>Excusez-moi</w:t>
      </w:r>
      <w:r>
        <w:t xml:space="preserve">, </w:t>
      </w:r>
      <w:r w:rsidR="00855694" w:rsidRPr="009071AC">
        <w:t>mademoiselle</w:t>
      </w:r>
      <w:r>
        <w:t xml:space="preserve">, </w:t>
      </w:r>
      <w:r w:rsidR="00855694" w:rsidRPr="009071AC">
        <w:t>mais ces questions sont indispensables</w:t>
      </w:r>
      <w:r>
        <w:t xml:space="preserve">… </w:t>
      </w:r>
      <w:r w:rsidR="00855694" w:rsidRPr="009071AC">
        <w:t xml:space="preserve">Qui vous a confiée à </w:t>
      </w:r>
      <w:r>
        <w:t>M. de </w:t>
      </w:r>
      <w:proofErr w:type="spellStart"/>
      <w:r w:rsidR="00855694" w:rsidRPr="009071AC">
        <w:t>Chalusse</w:t>
      </w:r>
      <w:proofErr w:type="spellEnd"/>
      <w:r>
        <w:t xml:space="preserve">, </w:t>
      </w:r>
      <w:r w:rsidR="00855694" w:rsidRPr="009071AC">
        <w:t>et à quel titre</w:t>
      </w:r>
      <w:r>
        <w:t xml:space="preserve"> ?… </w:t>
      </w:r>
      <w:r w:rsidR="00855694" w:rsidRPr="009071AC">
        <w:t>Votre père</w:t>
      </w:r>
      <w:r>
        <w:t xml:space="preserve">… </w:t>
      </w:r>
      <w:r w:rsidR="00855694" w:rsidRPr="009071AC">
        <w:t>votre mère</w:t>
      </w:r>
      <w:r>
        <w:t> ?…</w:t>
      </w:r>
    </w:p>
    <w:p w14:paraId="6D6E93FC" w14:textId="77777777" w:rsidR="00F635DB" w:rsidRDefault="00F635DB" w:rsidP="00F635DB">
      <w:r>
        <w:t>— </w:t>
      </w:r>
      <w:r w:rsidR="00855694" w:rsidRPr="009071AC">
        <w:t>Je n</w:t>
      </w:r>
      <w:r>
        <w:t>’</w:t>
      </w:r>
      <w:r w:rsidR="00855694" w:rsidRPr="009071AC">
        <w:t>ai ni père ni mère</w:t>
      </w:r>
      <w:r>
        <w:t xml:space="preserve">, </w:t>
      </w:r>
      <w:r w:rsidR="00855694" w:rsidRPr="009071AC">
        <w:t>monsieur</w:t>
      </w:r>
      <w:r>
        <w:t xml:space="preserve">, </w:t>
      </w:r>
      <w:r w:rsidR="00855694" w:rsidRPr="009071AC">
        <w:t>je suis seule au monde</w:t>
      </w:r>
      <w:r>
        <w:t xml:space="preserve"> !… </w:t>
      </w:r>
      <w:r w:rsidR="00855694" w:rsidRPr="009071AC">
        <w:t>Seule</w:t>
      </w:r>
      <w:r>
        <w:t>…</w:t>
      </w:r>
    </w:p>
    <w:p w14:paraId="3F32CCF3" w14:textId="77777777" w:rsidR="00F635DB" w:rsidRDefault="00855694" w:rsidP="00F635DB">
      <w:r w:rsidRPr="009071AC">
        <w:t>Lentement</w:t>
      </w:r>
      <w:r w:rsidR="00F635DB">
        <w:t xml:space="preserve">, </w:t>
      </w:r>
      <w:r w:rsidRPr="009071AC">
        <w:t>le perspicace regard du juge fit le tour de la chambre</w:t>
      </w:r>
      <w:r w:rsidR="00F635DB">
        <w:t>.</w:t>
      </w:r>
    </w:p>
    <w:p w14:paraId="20C0C2BC" w14:textId="77777777" w:rsidR="00F635DB" w:rsidRDefault="00F635DB" w:rsidP="00F635DB">
      <w:r>
        <w:t>— </w:t>
      </w:r>
      <w:r w:rsidR="00855694" w:rsidRPr="009071AC">
        <w:t>Alors</w:t>
      </w:r>
      <w:r>
        <w:t xml:space="preserve">… </w:t>
      </w:r>
      <w:r w:rsidR="00855694" w:rsidRPr="009071AC">
        <w:t>je comprends</w:t>
      </w:r>
      <w:r>
        <w:t xml:space="preserve">, </w:t>
      </w:r>
      <w:r w:rsidR="00855694" w:rsidRPr="009071AC">
        <w:t>fit-il</w:t>
      </w:r>
      <w:r>
        <w:t xml:space="preserve">. </w:t>
      </w:r>
      <w:r w:rsidR="00855694" w:rsidRPr="009071AC">
        <w:t>On aura profité de votre isolement</w:t>
      </w:r>
      <w:r>
        <w:t xml:space="preserve">, </w:t>
      </w:r>
      <w:r w:rsidR="00855694" w:rsidRPr="009071AC">
        <w:t>pour vous manquer</w:t>
      </w:r>
      <w:r>
        <w:t xml:space="preserve">… </w:t>
      </w:r>
      <w:r w:rsidR="00855694" w:rsidRPr="009071AC">
        <w:t>pour vous outrager</w:t>
      </w:r>
      <w:r>
        <w:t xml:space="preserve">, </w:t>
      </w:r>
      <w:r w:rsidR="00855694" w:rsidRPr="009071AC">
        <w:t>peut-être</w:t>
      </w:r>
      <w:r>
        <w:t> !…</w:t>
      </w:r>
    </w:p>
    <w:p w14:paraId="518711E2" w14:textId="1E3C4F67" w:rsidR="00F635DB" w:rsidRDefault="00855694" w:rsidP="00F635DB">
      <w:r w:rsidRPr="009071AC">
        <w:t>Toutes les têtes se baissèrent</w:t>
      </w:r>
      <w:r w:rsidR="00F635DB">
        <w:t xml:space="preserve">, </w:t>
      </w:r>
      <w:r w:rsidRPr="009071AC">
        <w:t xml:space="preserve">et </w:t>
      </w:r>
      <w:r w:rsidR="00F635DB">
        <w:t>M. </w:t>
      </w:r>
      <w:r w:rsidRPr="009071AC">
        <w:t>Casimir regretta de n</w:t>
      </w:r>
      <w:r w:rsidR="00F635DB">
        <w:t>’</w:t>
      </w:r>
      <w:r w:rsidRPr="009071AC">
        <w:t>être pas resté dans la cour</w:t>
      </w:r>
      <w:r w:rsidR="00F635DB">
        <w:t>.</w:t>
      </w:r>
    </w:p>
    <w:p w14:paraId="52D5EFC4" w14:textId="4F3ADF80" w:rsidR="00F635DB" w:rsidRDefault="00F635DB" w:rsidP="00F635DB">
      <w:r>
        <w:t>M</w:t>
      </w:r>
      <w:r w:rsidRPr="00F635DB">
        <w:rPr>
          <w:vertAlign w:val="superscript"/>
        </w:rPr>
        <w:t>lle</w:t>
      </w:r>
      <w:r>
        <w:t> </w:t>
      </w:r>
      <w:r w:rsidR="00855694" w:rsidRPr="009071AC">
        <w:t>Marguerite</w:t>
      </w:r>
      <w:r>
        <w:t xml:space="preserve">, </w:t>
      </w:r>
      <w:r w:rsidR="00855694" w:rsidRPr="009071AC">
        <w:t>elle</w:t>
      </w:r>
      <w:r>
        <w:t xml:space="preserve">, </w:t>
      </w:r>
      <w:r w:rsidR="00855694" w:rsidRPr="009071AC">
        <w:t>contemplait le magistrat d</w:t>
      </w:r>
      <w:r>
        <w:t>’</w:t>
      </w:r>
      <w:r w:rsidR="00855694" w:rsidRPr="009071AC">
        <w:t>un air étonné</w:t>
      </w:r>
      <w:r>
        <w:t xml:space="preserve">, </w:t>
      </w:r>
      <w:r w:rsidR="00855694" w:rsidRPr="009071AC">
        <w:t>ne concevant pas sa clairvoyance</w:t>
      </w:r>
      <w:r>
        <w:t xml:space="preserve">. </w:t>
      </w:r>
      <w:r w:rsidR="00855694" w:rsidRPr="009071AC">
        <w:t xml:space="preserve">Elle ignorait son entretien avec le sieur </w:t>
      </w:r>
      <w:proofErr w:type="spellStart"/>
      <w:r w:rsidR="00855694" w:rsidRPr="009071AC">
        <w:t>Bourigeau</w:t>
      </w:r>
      <w:proofErr w:type="spellEnd"/>
      <w:r w:rsidR="00855694" w:rsidRPr="009071AC">
        <w:t xml:space="preserve"> et ne savait pas qu</w:t>
      </w:r>
      <w:r>
        <w:t>’</w:t>
      </w:r>
      <w:r w:rsidR="00855694" w:rsidRPr="009071AC">
        <w:t>à travers les contes ridicules et les allégations mensongères du portier il avait discerné en partie la vérité</w:t>
      </w:r>
      <w:r>
        <w:t>.</w:t>
      </w:r>
    </w:p>
    <w:p w14:paraId="0C9F98A4" w14:textId="77777777" w:rsidR="00F635DB" w:rsidRDefault="00F635DB" w:rsidP="00F635DB">
      <w:r>
        <w:t>— </w:t>
      </w:r>
      <w:r w:rsidR="00855694" w:rsidRPr="009071AC">
        <w:t>J</w:t>
      </w:r>
      <w:r>
        <w:t>’</w:t>
      </w:r>
      <w:r w:rsidR="00855694" w:rsidRPr="009071AC">
        <w:t>aurai l</w:t>
      </w:r>
      <w:r>
        <w:t>’</w:t>
      </w:r>
      <w:r w:rsidR="00855694" w:rsidRPr="009071AC">
        <w:t>honneur</w:t>
      </w:r>
      <w:r>
        <w:t xml:space="preserve">, </w:t>
      </w:r>
      <w:r w:rsidR="00855694" w:rsidRPr="009071AC">
        <w:t>mademoiselle</w:t>
      </w:r>
      <w:r>
        <w:t xml:space="preserve">, </w:t>
      </w:r>
      <w:r w:rsidR="00855694" w:rsidRPr="009071AC">
        <w:t>reprit-il</w:t>
      </w:r>
      <w:r>
        <w:t xml:space="preserve">, </w:t>
      </w:r>
      <w:r w:rsidR="00855694" w:rsidRPr="009071AC">
        <w:t>de vous demander tout à l</w:t>
      </w:r>
      <w:r>
        <w:t>’</w:t>
      </w:r>
      <w:r w:rsidR="00855694" w:rsidRPr="009071AC">
        <w:t>heure un moment d</w:t>
      </w:r>
      <w:r>
        <w:t>’</w:t>
      </w:r>
      <w:r w:rsidR="00855694" w:rsidRPr="009071AC">
        <w:t>entretien</w:t>
      </w:r>
      <w:r>
        <w:t xml:space="preserve">… </w:t>
      </w:r>
      <w:r w:rsidR="00855694" w:rsidRPr="009071AC">
        <w:t>Mais</w:t>
      </w:r>
      <w:r>
        <w:t xml:space="preserve">, </w:t>
      </w:r>
      <w:r w:rsidR="00855694" w:rsidRPr="009071AC">
        <w:t>avant</w:t>
      </w:r>
      <w:r>
        <w:t xml:space="preserve">, </w:t>
      </w:r>
      <w:r w:rsidR="00855694" w:rsidRPr="009071AC">
        <w:t>une question encore</w:t>
      </w:r>
      <w:r>
        <w:t xml:space="preserve"> : </w:t>
      </w:r>
      <w:r w:rsidR="00855694" w:rsidRPr="009071AC">
        <w:t xml:space="preserve">Le comte de </w:t>
      </w:r>
      <w:proofErr w:type="spellStart"/>
      <w:r w:rsidR="00855694" w:rsidRPr="009071AC">
        <w:t>Chalusse</w:t>
      </w:r>
      <w:proofErr w:type="spellEnd"/>
      <w:r w:rsidR="00855694" w:rsidRPr="009071AC">
        <w:t xml:space="preserve"> avait pour vous</w:t>
      </w:r>
      <w:r>
        <w:t xml:space="preserve">, </w:t>
      </w:r>
      <w:r w:rsidR="00855694" w:rsidRPr="009071AC">
        <w:t>m</w:t>
      </w:r>
      <w:r>
        <w:t>’</w:t>
      </w:r>
      <w:r w:rsidR="00855694" w:rsidRPr="009071AC">
        <w:t>a-t-on dit</w:t>
      </w:r>
      <w:r>
        <w:t xml:space="preserve">, </w:t>
      </w:r>
      <w:r w:rsidR="00855694" w:rsidRPr="009071AC">
        <w:t>l</w:t>
      </w:r>
      <w:r>
        <w:t>’</w:t>
      </w:r>
      <w:r w:rsidR="00855694" w:rsidRPr="009071AC">
        <w:t>affection la plus vive</w:t>
      </w:r>
      <w:r>
        <w:t xml:space="preserve">. </w:t>
      </w:r>
      <w:r w:rsidR="00855694" w:rsidRPr="009071AC">
        <w:t>Êtes-vous sûre qu</w:t>
      </w:r>
      <w:r>
        <w:t>’</w:t>
      </w:r>
      <w:r w:rsidR="00855694" w:rsidRPr="009071AC">
        <w:t>il ne se soit pas préoccupé de votre avenir</w:t>
      </w:r>
      <w:r>
        <w:t xml:space="preserve"> ?… </w:t>
      </w:r>
      <w:r w:rsidR="00855694" w:rsidRPr="009071AC">
        <w:t>Êtes-vous sûre qu</w:t>
      </w:r>
      <w:r>
        <w:t>’</w:t>
      </w:r>
      <w:r w:rsidR="00855694" w:rsidRPr="009071AC">
        <w:t>il ne laisse pas de testament</w:t>
      </w:r>
      <w:r>
        <w:t> ?</w:t>
      </w:r>
    </w:p>
    <w:p w14:paraId="27C36A11" w14:textId="77777777" w:rsidR="00F635DB" w:rsidRDefault="00855694" w:rsidP="00F635DB">
      <w:r w:rsidRPr="009071AC">
        <w:t>La jeune fille hocha la tête</w:t>
      </w:r>
      <w:r w:rsidR="00F635DB">
        <w:t>.</w:t>
      </w:r>
    </w:p>
    <w:p w14:paraId="48AE1ED6" w14:textId="77777777" w:rsidR="00F635DB" w:rsidRDefault="00F635DB" w:rsidP="00F635DB">
      <w:r>
        <w:t>— </w:t>
      </w:r>
      <w:r w:rsidR="00855694" w:rsidRPr="009071AC">
        <w:t>Il en avait fait un autrefois en ma faveur</w:t>
      </w:r>
      <w:r>
        <w:t xml:space="preserve">, </w:t>
      </w:r>
      <w:r w:rsidR="00855694" w:rsidRPr="009071AC">
        <w:t>répondit-elle</w:t>
      </w:r>
      <w:r>
        <w:t xml:space="preserve">… </w:t>
      </w:r>
      <w:r w:rsidR="00855694" w:rsidRPr="009071AC">
        <w:t>Je l</w:t>
      </w:r>
      <w:r>
        <w:t>’</w:t>
      </w:r>
      <w:r w:rsidR="00855694" w:rsidRPr="009071AC">
        <w:t>ai vu</w:t>
      </w:r>
      <w:r>
        <w:t xml:space="preserve">… </w:t>
      </w:r>
      <w:r w:rsidR="00855694" w:rsidRPr="009071AC">
        <w:t>il me l</w:t>
      </w:r>
      <w:r>
        <w:t>’</w:t>
      </w:r>
      <w:r w:rsidR="00855694" w:rsidRPr="009071AC">
        <w:t>a donné à lire</w:t>
      </w:r>
      <w:r>
        <w:t xml:space="preserve">… </w:t>
      </w:r>
      <w:r w:rsidR="00855694" w:rsidRPr="009071AC">
        <w:t>Mais il a été déchiré quinze jours après mon installation ici</w:t>
      </w:r>
      <w:r>
        <w:t xml:space="preserve">, </w:t>
      </w:r>
      <w:r w:rsidR="00855694" w:rsidRPr="009071AC">
        <w:t>et sur ma prière</w:t>
      </w:r>
      <w:r>
        <w:t>…</w:t>
      </w:r>
    </w:p>
    <w:p w14:paraId="25E6FF25" w14:textId="1BFC643A" w:rsidR="00F635DB" w:rsidRDefault="00855694" w:rsidP="00F635DB">
      <w:r w:rsidRPr="009071AC">
        <w:lastRenderedPageBreak/>
        <w:t>Depuis un moment</w:t>
      </w:r>
      <w:r w:rsidR="00F635DB">
        <w:t>, M</w:t>
      </w:r>
      <w:r w:rsidR="00F635DB" w:rsidRPr="00F635DB">
        <w:rPr>
          <w:vertAlign w:val="superscript"/>
        </w:rPr>
        <w:t>me</w:t>
      </w:r>
      <w:r w:rsidR="00F635DB">
        <w:t> </w:t>
      </w:r>
      <w:r w:rsidRPr="009071AC">
        <w:t>Léon sentait sa langue se sécher dans sa bouche</w:t>
      </w:r>
      <w:r w:rsidR="00F635DB">
        <w:t>.</w:t>
      </w:r>
    </w:p>
    <w:p w14:paraId="37715A55" w14:textId="77777777" w:rsidR="00F635DB" w:rsidRDefault="00855694" w:rsidP="00F635DB">
      <w:r w:rsidRPr="009071AC">
        <w:t>Aussi</w:t>
      </w:r>
      <w:r w:rsidR="00F635DB">
        <w:t xml:space="preserve">, </w:t>
      </w:r>
      <w:r w:rsidRPr="009071AC">
        <w:t>triomphant de l</w:t>
      </w:r>
      <w:r w:rsidR="00F635DB">
        <w:t>’</w:t>
      </w:r>
      <w:r w:rsidRPr="009071AC">
        <w:t>appréhension que lui causait le magistrat</w:t>
      </w:r>
      <w:r w:rsidR="00F635DB">
        <w:t xml:space="preserve">, </w:t>
      </w:r>
      <w:r w:rsidRPr="009071AC">
        <w:t>se décida-t-elle à s</w:t>
      </w:r>
      <w:r w:rsidR="00F635DB">
        <w:t>’</w:t>
      </w:r>
      <w:r w:rsidRPr="009071AC">
        <w:t>approcher</w:t>
      </w:r>
      <w:r w:rsidR="00F635DB">
        <w:t>.</w:t>
      </w:r>
    </w:p>
    <w:p w14:paraId="1B5221BA" w14:textId="58092DE0" w:rsidR="00F635DB" w:rsidRDefault="00F635DB" w:rsidP="00F635DB">
      <w:r>
        <w:t>— </w:t>
      </w:r>
      <w:r w:rsidR="00855694" w:rsidRPr="009071AC">
        <w:t>Comment pouvez-vous dire cela</w:t>
      </w:r>
      <w:r>
        <w:t xml:space="preserve"> ! </w:t>
      </w:r>
      <w:r w:rsidR="00855694" w:rsidRPr="009071AC">
        <w:t>chère demoiselle</w:t>
      </w:r>
      <w:r>
        <w:t xml:space="preserve">, </w:t>
      </w:r>
      <w:r w:rsidR="00855694" w:rsidRPr="009071AC">
        <w:t>s</w:t>
      </w:r>
      <w:r>
        <w:t>’</w:t>
      </w:r>
      <w:r w:rsidR="00855694" w:rsidRPr="009071AC">
        <w:t>écria-t-elle</w:t>
      </w:r>
      <w:r>
        <w:t xml:space="preserve">. </w:t>
      </w:r>
      <w:r w:rsidR="00855694" w:rsidRPr="009071AC">
        <w:t xml:space="preserve">Ne savez-vous pas combien </w:t>
      </w:r>
      <w:r>
        <w:t>M. </w:t>
      </w:r>
      <w:r w:rsidR="00855694" w:rsidRPr="009071AC">
        <w:t>le comte</w:t>
      </w:r>
      <w:r>
        <w:t xml:space="preserve">, </w:t>
      </w:r>
      <w:r w:rsidR="00855694" w:rsidRPr="009071AC">
        <w:t>Dieu ait son âme</w:t>
      </w:r>
      <w:r>
        <w:t xml:space="preserve"> ! </w:t>
      </w:r>
      <w:r w:rsidR="00855694" w:rsidRPr="009071AC">
        <w:t>était un homme inquiet</w:t>
      </w:r>
      <w:r>
        <w:t xml:space="preserve">. </w:t>
      </w:r>
      <w:r w:rsidR="00855694" w:rsidRPr="009071AC">
        <w:t>Je parierais</w:t>
      </w:r>
      <w:r>
        <w:t xml:space="preserve">, </w:t>
      </w:r>
      <w:r w:rsidR="00855694" w:rsidRPr="009071AC">
        <w:t>voyez-vous</w:t>
      </w:r>
      <w:r>
        <w:t xml:space="preserve">, </w:t>
      </w:r>
      <w:r w:rsidR="00855694" w:rsidRPr="009071AC">
        <w:t>qu</w:t>
      </w:r>
      <w:r>
        <w:t>’</w:t>
      </w:r>
      <w:r w:rsidR="00855694" w:rsidRPr="009071AC">
        <w:t>il y a un bout de testament quelque part</w:t>
      </w:r>
      <w:r>
        <w:t>.</w:t>
      </w:r>
    </w:p>
    <w:p w14:paraId="36F205F1" w14:textId="77777777" w:rsidR="00F635DB" w:rsidRDefault="00855694" w:rsidP="00F635DB">
      <w:r w:rsidRPr="009071AC">
        <w:t>L</w:t>
      </w:r>
      <w:r w:rsidR="00F635DB">
        <w:t>’</w:t>
      </w:r>
      <w:r w:rsidRPr="009071AC">
        <w:t>œil du juge ne quittait plus le chaton de sa bague</w:t>
      </w:r>
      <w:r w:rsidR="00F635DB">
        <w:t>.</w:t>
      </w:r>
    </w:p>
    <w:p w14:paraId="4B7A8AB1" w14:textId="77777777" w:rsidR="00F635DB" w:rsidRDefault="00F635DB" w:rsidP="00F635DB">
      <w:r>
        <w:t>— </w:t>
      </w:r>
      <w:r w:rsidR="00855694" w:rsidRPr="009071AC">
        <w:t>On peut toujours chercher avant d</w:t>
      </w:r>
      <w:r>
        <w:t>’</w:t>
      </w:r>
      <w:r w:rsidR="00855694" w:rsidRPr="009071AC">
        <w:t>apposer les scellés</w:t>
      </w:r>
      <w:r>
        <w:t xml:space="preserve">… </w:t>
      </w:r>
      <w:r w:rsidR="00855694" w:rsidRPr="009071AC">
        <w:t>Vous avez qualité pour me requérir</w:t>
      </w:r>
      <w:r>
        <w:t xml:space="preserve">… </w:t>
      </w:r>
      <w:r w:rsidR="00855694" w:rsidRPr="009071AC">
        <w:t>ainsi</w:t>
      </w:r>
      <w:r>
        <w:t xml:space="preserve">, </w:t>
      </w:r>
      <w:r w:rsidR="00855694" w:rsidRPr="009071AC">
        <w:t>si vous le voulez</w:t>
      </w:r>
      <w:r>
        <w:t> ?</w:t>
      </w:r>
    </w:p>
    <w:p w14:paraId="02C0E4DB" w14:textId="77777777" w:rsidR="00F635DB" w:rsidRDefault="00855694" w:rsidP="00F635DB">
      <w:r w:rsidRPr="009071AC">
        <w:t>Elle ne répondit pas</w:t>
      </w:r>
      <w:r w:rsidR="00F635DB">
        <w:t>.</w:t>
      </w:r>
    </w:p>
    <w:p w14:paraId="6AB7B8F5" w14:textId="310BA978" w:rsidR="00F635DB" w:rsidRDefault="00F635DB" w:rsidP="00F635DB">
      <w:r>
        <w:t>— </w:t>
      </w:r>
      <w:r w:rsidR="00855694" w:rsidRPr="009071AC">
        <w:t>Oh</w:t>
      </w:r>
      <w:r>
        <w:t xml:space="preserve"> ! </w:t>
      </w:r>
      <w:r w:rsidR="00855694" w:rsidRPr="009071AC">
        <w:t>oui</w:t>
      </w:r>
      <w:r>
        <w:t xml:space="preserve">… </w:t>
      </w:r>
      <w:r w:rsidR="00855694" w:rsidRPr="009071AC">
        <w:t xml:space="preserve">insista </w:t>
      </w:r>
      <w:r>
        <w:t>M</w:t>
      </w:r>
      <w:r w:rsidRPr="00F635DB">
        <w:rPr>
          <w:vertAlign w:val="superscript"/>
        </w:rPr>
        <w:t>me</w:t>
      </w:r>
      <w:r>
        <w:t> </w:t>
      </w:r>
      <w:r w:rsidR="00855694" w:rsidRPr="009071AC">
        <w:t>Léon</w:t>
      </w:r>
      <w:r>
        <w:t xml:space="preserve">, </w:t>
      </w:r>
      <w:r w:rsidR="00855694" w:rsidRPr="009071AC">
        <w:t>je vous en prie</w:t>
      </w:r>
      <w:r>
        <w:t xml:space="preserve">, </w:t>
      </w:r>
      <w:r w:rsidR="00855694" w:rsidRPr="009071AC">
        <w:t>monsieur</w:t>
      </w:r>
      <w:r>
        <w:t xml:space="preserve">, </w:t>
      </w:r>
      <w:r w:rsidR="00855694" w:rsidRPr="009071AC">
        <w:t>cherchez</w:t>
      </w:r>
      <w:r>
        <w:t>…</w:t>
      </w:r>
    </w:p>
    <w:p w14:paraId="112C6407" w14:textId="77777777" w:rsidR="00F635DB" w:rsidRDefault="00F635DB" w:rsidP="00F635DB">
      <w:r>
        <w:t>— </w:t>
      </w:r>
      <w:r w:rsidR="00855694" w:rsidRPr="009071AC">
        <w:t>Mais où serait ce testament</w:t>
      </w:r>
      <w:r>
        <w:t> ?…</w:t>
      </w:r>
    </w:p>
    <w:p w14:paraId="557D4988" w14:textId="5B6E938B" w:rsidR="00F635DB" w:rsidRDefault="00F635DB" w:rsidP="00F635DB">
      <w:r>
        <w:t>— </w:t>
      </w:r>
      <w:r w:rsidR="00855694" w:rsidRPr="009071AC">
        <w:t>Ici</w:t>
      </w:r>
      <w:r>
        <w:t xml:space="preserve">, </w:t>
      </w:r>
      <w:r w:rsidR="00855694" w:rsidRPr="009071AC">
        <w:t>pour sûr</w:t>
      </w:r>
      <w:r>
        <w:t xml:space="preserve">, </w:t>
      </w:r>
      <w:r w:rsidR="00855694" w:rsidRPr="009071AC">
        <w:t>dans ce secrétaire</w:t>
      </w:r>
      <w:r>
        <w:t xml:space="preserve">, </w:t>
      </w:r>
      <w:r w:rsidR="00855694" w:rsidRPr="009071AC">
        <w:t xml:space="preserve">ou dans un des meubles du cabinet de défunt </w:t>
      </w:r>
      <w:r>
        <w:t>M. </w:t>
      </w:r>
      <w:r w:rsidR="00855694" w:rsidRPr="009071AC">
        <w:t>le comte</w:t>
      </w:r>
      <w:r>
        <w:t>.</w:t>
      </w:r>
    </w:p>
    <w:p w14:paraId="7DDCD823" w14:textId="77777777" w:rsidR="00F635DB" w:rsidRDefault="00855694" w:rsidP="00F635DB">
      <w:r w:rsidRPr="009071AC">
        <w:t>Le juge de paix connaissait l</w:t>
      </w:r>
      <w:r w:rsidR="00F635DB">
        <w:t>’</w:t>
      </w:r>
      <w:r w:rsidRPr="009071AC">
        <w:t>histoire de la clef</w:t>
      </w:r>
      <w:r w:rsidR="00F635DB">
        <w:t xml:space="preserve">, </w:t>
      </w:r>
      <w:r w:rsidRPr="009071AC">
        <w:t>mais peu importe</w:t>
      </w:r>
      <w:r w:rsidR="00F635DB">
        <w:t>.</w:t>
      </w:r>
    </w:p>
    <w:p w14:paraId="2A77F76A" w14:textId="77777777" w:rsidR="00F635DB" w:rsidRDefault="00F635DB" w:rsidP="00F635DB">
      <w:r>
        <w:t>— </w:t>
      </w:r>
      <w:r w:rsidR="00855694" w:rsidRPr="009071AC">
        <w:t>Où est la clef de ce secrétaire</w:t>
      </w:r>
      <w:r>
        <w:t xml:space="preserve"> ? </w:t>
      </w:r>
      <w:r w:rsidR="00855694" w:rsidRPr="009071AC">
        <w:t>demanda-t-il</w:t>
      </w:r>
      <w:r>
        <w:t>.</w:t>
      </w:r>
    </w:p>
    <w:p w14:paraId="694C5688" w14:textId="67EE775C" w:rsidR="00F635DB" w:rsidRDefault="00F635DB" w:rsidP="00F635DB">
      <w:r>
        <w:t>— </w:t>
      </w:r>
      <w:r w:rsidR="00855694" w:rsidRPr="009071AC">
        <w:t>Hélas</w:t>
      </w:r>
      <w:r>
        <w:t xml:space="preserve"> !… </w:t>
      </w:r>
      <w:r w:rsidR="00855694" w:rsidRPr="009071AC">
        <w:t>monsieur</w:t>
      </w:r>
      <w:r>
        <w:t xml:space="preserve">, </w:t>
      </w:r>
      <w:r w:rsidR="00855694" w:rsidRPr="009071AC">
        <w:t xml:space="preserve">répondit </w:t>
      </w:r>
      <w:r>
        <w:t>M</w:t>
      </w:r>
      <w:r w:rsidRPr="00F635DB">
        <w:rPr>
          <w:vertAlign w:val="superscript"/>
        </w:rPr>
        <w:t>lle</w:t>
      </w:r>
      <w:r>
        <w:t> </w:t>
      </w:r>
      <w:r w:rsidR="00855694" w:rsidRPr="009071AC">
        <w:t>Marguerite</w:t>
      </w:r>
      <w:r>
        <w:t xml:space="preserve">, </w:t>
      </w:r>
      <w:r w:rsidR="00855694" w:rsidRPr="009071AC">
        <w:t>je l</w:t>
      </w:r>
      <w:r>
        <w:t>’</w:t>
      </w:r>
      <w:r w:rsidR="00855694" w:rsidRPr="009071AC">
        <w:t xml:space="preserve">ai brisée hier soir quand on a rapporté </w:t>
      </w:r>
      <w:r>
        <w:t>M. de </w:t>
      </w:r>
      <w:proofErr w:type="spellStart"/>
      <w:r w:rsidR="00855694" w:rsidRPr="009071AC">
        <w:t>Chalusse</w:t>
      </w:r>
      <w:proofErr w:type="spellEnd"/>
      <w:r w:rsidR="00855694" w:rsidRPr="009071AC">
        <w:t xml:space="preserve"> mourant</w:t>
      </w:r>
      <w:r>
        <w:t xml:space="preserve">. </w:t>
      </w:r>
      <w:r w:rsidR="00855694" w:rsidRPr="009071AC">
        <w:t>Pourquoi</w:t>
      </w:r>
      <w:r>
        <w:t xml:space="preserve"> ?… </w:t>
      </w:r>
      <w:r w:rsidR="00855694" w:rsidRPr="009071AC">
        <w:t>vous devez le comprendre</w:t>
      </w:r>
      <w:r>
        <w:t xml:space="preserve">… </w:t>
      </w:r>
      <w:r w:rsidR="00855694" w:rsidRPr="009071AC">
        <w:t>J</w:t>
      </w:r>
      <w:r>
        <w:t>’</w:t>
      </w:r>
      <w:r w:rsidR="00855694" w:rsidRPr="009071AC">
        <w:t>espérais éviter ce qui est néanmoins arrivé</w:t>
      </w:r>
      <w:r>
        <w:t xml:space="preserve">… </w:t>
      </w:r>
      <w:r w:rsidR="00855694" w:rsidRPr="009071AC">
        <w:t>Puis</w:t>
      </w:r>
      <w:r>
        <w:t xml:space="preserve">, </w:t>
      </w:r>
      <w:r w:rsidR="00855694" w:rsidRPr="009071AC">
        <w:t>je savais que dans ce secrétaire se trouve une forte somme en or</w:t>
      </w:r>
      <w:r>
        <w:t xml:space="preserve">, </w:t>
      </w:r>
      <w:r w:rsidR="00855694" w:rsidRPr="009071AC">
        <w:t xml:space="preserve">et plus de deux millions </w:t>
      </w:r>
      <w:r w:rsidR="00855694" w:rsidRPr="009071AC">
        <w:lastRenderedPageBreak/>
        <w:t>en billets de banque et en valeurs au porteur</w:t>
      </w:r>
      <w:r>
        <w:t xml:space="preserve">… </w:t>
      </w:r>
      <w:r w:rsidR="00855694" w:rsidRPr="009071AC">
        <w:t>Cela tenait toute la tablette supérieure</w:t>
      </w:r>
      <w:r>
        <w:t>.</w:t>
      </w:r>
    </w:p>
    <w:p w14:paraId="188BC9B9" w14:textId="77777777" w:rsidR="00F635DB" w:rsidRDefault="00855694" w:rsidP="00F635DB">
      <w:r w:rsidRPr="009071AC">
        <w:t>Deux millions</w:t>
      </w:r>
      <w:r w:rsidR="00F635DB">
        <w:t xml:space="preserve">… </w:t>
      </w:r>
      <w:r w:rsidRPr="009071AC">
        <w:t>là</w:t>
      </w:r>
      <w:r w:rsidR="00F635DB">
        <w:t xml:space="preserve"> !… </w:t>
      </w:r>
      <w:r w:rsidRPr="009071AC">
        <w:t>Tous les assistants eurent un éblouissement</w:t>
      </w:r>
      <w:r w:rsidR="00F635DB">
        <w:t xml:space="preserve">. </w:t>
      </w:r>
      <w:r w:rsidRPr="009071AC">
        <w:t>Le greffier en laissa tomber un pâté sur son papier</w:t>
      </w:r>
      <w:r w:rsidR="00F635DB">
        <w:t xml:space="preserve">. </w:t>
      </w:r>
      <w:r w:rsidRPr="009071AC">
        <w:t>Deux millions</w:t>
      </w:r>
      <w:r w:rsidR="00F635DB">
        <w:t> !…</w:t>
      </w:r>
    </w:p>
    <w:p w14:paraId="6BDB5786" w14:textId="77777777" w:rsidR="00F635DB" w:rsidRDefault="00855694" w:rsidP="00F635DB">
      <w:r w:rsidRPr="009071AC">
        <w:t>Évidemment le magistrat délibérait</w:t>
      </w:r>
      <w:r w:rsidR="00F635DB">
        <w:t>.</w:t>
      </w:r>
    </w:p>
    <w:p w14:paraId="65866F77" w14:textId="77777777" w:rsidR="00F635DB" w:rsidRDefault="00F635DB" w:rsidP="00F635DB">
      <w:r>
        <w:t>— </w:t>
      </w:r>
      <w:r w:rsidR="00855694" w:rsidRPr="009071AC">
        <w:t>Hum</w:t>
      </w:r>
      <w:r>
        <w:t xml:space="preserve"> !… </w:t>
      </w:r>
      <w:r w:rsidR="00855694" w:rsidRPr="009071AC">
        <w:t>murmurait-il</w:t>
      </w:r>
      <w:r>
        <w:t xml:space="preserve">, </w:t>
      </w:r>
      <w:r w:rsidR="00855694" w:rsidRPr="009071AC">
        <w:t>porte close</w:t>
      </w:r>
      <w:r>
        <w:t xml:space="preserve">… </w:t>
      </w:r>
      <w:r w:rsidR="00855694" w:rsidRPr="009071AC">
        <w:t>il y aurait peut-être lieu à référé</w:t>
      </w:r>
      <w:r>
        <w:t xml:space="preserve">… </w:t>
      </w:r>
      <w:r w:rsidR="00855694" w:rsidRPr="009071AC">
        <w:t>D</w:t>
      </w:r>
      <w:r>
        <w:t>’</w:t>
      </w:r>
      <w:r w:rsidR="00855694" w:rsidRPr="009071AC">
        <w:t>un autre côté</w:t>
      </w:r>
      <w:r>
        <w:t xml:space="preserve"> ; </w:t>
      </w:r>
      <w:r w:rsidR="00855694" w:rsidRPr="009071AC">
        <w:t>il y a certainement urgence</w:t>
      </w:r>
      <w:r>
        <w:t xml:space="preserve">… </w:t>
      </w:r>
      <w:r w:rsidR="00855694" w:rsidRPr="009071AC">
        <w:t>Ma foi</w:t>
      </w:r>
      <w:r>
        <w:t xml:space="preserve"> !… </w:t>
      </w:r>
      <w:r w:rsidR="00855694" w:rsidRPr="009071AC">
        <w:t>je vais toujours statuer par provision</w:t>
      </w:r>
      <w:r>
        <w:t>.</w:t>
      </w:r>
    </w:p>
    <w:p w14:paraId="4F1EAB20" w14:textId="77777777" w:rsidR="00F635DB" w:rsidRDefault="00855694" w:rsidP="00F635DB">
      <w:r w:rsidRPr="009071AC">
        <w:t>Et se décidant</w:t>
      </w:r>
      <w:r w:rsidR="00F635DB">
        <w:t> :</w:t>
      </w:r>
    </w:p>
    <w:p w14:paraId="6A8EF5EA" w14:textId="77777777" w:rsidR="00F635DB" w:rsidRDefault="00F635DB" w:rsidP="00F635DB">
      <w:r>
        <w:t>— </w:t>
      </w:r>
      <w:r w:rsidR="00855694" w:rsidRPr="009071AC">
        <w:t>Qu</w:t>
      </w:r>
      <w:r>
        <w:t>’</w:t>
      </w:r>
      <w:r w:rsidR="00855694" w:rsidRPr="009071AC">
        <w:t>on aille quérir un serrurier</w:t>
      </w:r>
      <w:r>
        <w:t xml:space="preserve">, </w:t>
      </w:r>
      <w:r w:rsidR="00855694" w:rsidRPr="009071AC">
        <w:t>dit-il</w:t>
      </w:r>
      <w:r>
        <w:t>…</w:t>
      </w:r>
    </w:p>
    <w:p w14:paraId="19F7A3EB" w14:textId="77777777" w:rsidR="00F635DB" w:rsidRDefault="00855694" w:rsidP="00F635DB">
      <w:r w:rsidRPr="009071AC">
        <w:t>On partit</w:t>
      </w:r>
      <w:r w:rsidR="00F635DB">
        <w:t xml:space="preserve">, </w:t>
      </w:r>
      <w:r w:rsidRPr="009071AC">
        <w:t>et en attendant</w:t>
      </w:r>
      <w:r w:rsidR="00F635DB">
        <w:t xml:space="preserve">, </w:t>
      </w:r>
      <w:r w:rsidRPr="009071AC">
        <w:t>il alla s</w:t>
      </w:r>
      <w:r w:rsidR="00F635DB">
        <w:t>’</w:t>
      </w:r>
      <w:r w:rsidRPr="009071AC">
        <w:t>asseoir près du greffier</w:t>
      </w:r>
      <w:r w:rsidR="00F635DB">
        <w:t xml:space="preserve">, </w:t>
      </w:r>
      <w:r w:rsidRPr="009071AC">
        <w:t>lui expliquant comment il faudrait relater l</w:t>
      </w:r>
      <w:r w:rsidR="00F635DB">
        <w:t>’</w:t>
      </w:r>
      <w:r w:rsidRPr="009071AC">
        <w:t>incident au procès-verbal</w:t>
      </w:r>
      <w:r w:rsidR="00F635DB">
        <w:t>.</w:t>
      </w:r>
    </w:p>
    <w:p w14:paraId="6E44FA6A" w14:textId="77777777" w:rsidR="00F635DB" w:rsidRDefault="00855694" w:rsidP="00F635DB">
      <w:r w:rsidRPr="009071AC">
        <w:t>Enfin</w:t>
      </w:r>
      <w:r w:rsidR="00F635DB">
        <w:t xml:space="preserve">, </w:t>
      </w:r>
      <w:r w:rsidRPr="009071AC">
        <w:t>l</w:t>
      </w:r>
      <w:r w:rsidR="00F635DB">
        <w:t>’</w:t>
      </w:r>
      <w:r w:rsidRPr="009071AC">
        <w:t>ouvrier parut</w:t>
      </w:r>
      <w:r w:rsidR="00F635DB">
        <w:t xml:space="preserve">, </w:t>
      </w:r>
      <w:r w:rsidRPr="009071AC">
        <w:t>sa trousse de cuir pendue à l</w:t>
      </w:r>
      <w:r w:rsidR="00F635DB">
        <w:t>’</w:t>
      </w:r>
      <w:r w:rsidRPr="009071AC">
        <w:t>épaule</w:t>
      </w:r>
      <w:r w:rsidR="00F635DB">
        <w:t xml:space="preserve">, </w:t>
      </w:r>
      <w:r w:rsidRPr="009071AC">
        <w:t>et aussitôt il se mit à l</w:t>
      </w:r>
      <w:r w:rsidR="00F635DB">
        <w:t>’</w:t>
      </w:r>
      <w:r w:rsidRPr="009071AC">
        <w:t>œuvre</w:t>
      </w:r>
      <w:r w:rsidR="00F635DB">
        <w:t>.</w:t>
      </w:r>
    </w:p>
    <w:p w14:paraId="40073440" w14:textId="77777777" w:rsidR="00F635DB" w:rsidRDefault="00855694" w:rsidP="00F635DB">
      <w:r w:rsidRPr="009071AC">
        <w:t>Ce fut long</w:t>
      </w:r>
      <w:r w:rsidR="00F635DB">
        <w:t xml:space="preserve">, </w:t>
      </w:r>
      <w:r w:rsidRPr="009071AC">
        <w:t>ses crochets ne mordaient pas</w:t>
      </w:r>
      <w:r w:rsidR="00F635DB">
        <w:t xml:space="preserve">, </w:t>
      </w:r>
      <w:r w:rsidRPr="009071AC">
        <w:t>et il parlait de scier le pêne</w:t>
      </w:r>
      <w:r w:rsidR="00F635DB">
        <w:t xml:space="preserve">, </w:t>
      </w:r>
      <w:r w:rsidRPr="009071AC">
        <w:t>quand tout à coup il trouva le joint et l</w:t>
      </w:r>
      <w:r w:rsidR="00F635DB">
        <w:t>’</w:t>
      </w:r>
      <w:r w:rsidRPr="009071AC">
        <w:t>abattant tomba</w:t>
      </w:r>
      <w:r w:rsidR="00F635DB">
        <w:t>…</w:t>
      </w:r>
    </w:p>
    <w:p w14:paraId="2A11C4A4" w14:textId="77777777" w:rsidR="00F635DB" w:rsidRDefault="00855694" w:rsidP="00F635DB">
      <w:r w:rsidRPr="009071AC">
        <w:t>Le secrétaire était vide</w:t>
      </w:r>
      <w:r w:rsidR="00F635DB">
        <w:t xml:space="preserve">, </w:t>
      </w:r>
      <w:r w:rsidRPr="009071AC">
        <w:t>il n</w:t>
      </w:r>
      <w:r w:rsidR="00F635DB">
        <w:t>’</w:t>
      </w:r>
      <w:r w:rsidRPr="009071AC">
        <w:t>y avait sur la tablette que quelques papiers et un flacon bouché à l</w:t>
      </w:r>
      <w:r w:rsidR="00F635DB">
        <w:t>’</w:t>
      </w:r>
      <w:r w:rsidRPr="009071AC">
        <w:t>émeri</w:t>
      </w:r>
      <w:r w:rsidR="00F635DB">
        <w:t xml:space="preserve">, </w:t>
      </w:r>
      <w:r w:rsidRPr="009071AC">
        <w:t>aux trois-quarts plein d</w:t>
      </w:r>
      <w:r w:rsidR="00F635DB">
        <w:t>’</w:t>
      </w:r>
      <w:r w:rsidRPr="009071AC">
        <w:t>une liqueur rouge</w:t>
      </w:r>
      <w:r w:rsidR="00F635DB">
        <w:t>…</w:t>
      </w:r>
    </w:p>
    <w:p w14:paraId="65A1AD87" w14:textId="6127DFAE" w:rsidR="00F635DB" w:rsidRDefault="00855694" w:rsidP="00F635DB">
      <w:r w:rsidRPr="009071AC">
        <w:t xml:space="preserve">Le cadavre de </w:t>
      </w:r>
      <w:r w:rsidR="00F635DB">
        <w:t>M. de </w:t>
      </w:r>
      <w:proofErr w:type="spellStart"/>
      <w:r w:rsidRPr="009071AC">
        <w:t>Chalusse</w:t>
      </w:r>
      <w:proofErr w:type="spellEnd"/>
      <w:r w:rsidRPr="009071AC">
        <w:t xml:space="preserve"> secouant son linceul et se dressant</w:t>
      </w:r>
      <w:r w:rsidR="00F635DB">
        <w:t xml:space="preserve">, </w:t>
      </w:r>
      <w:r w:rsidRPr="009071AC">
        <w:t>eût à peine produit une plus formidable impression</w:t>
      </w:r>
      <w:r w:rsidR="00F635DB">
        <w:t>…</w:t>
      </w:r>
    </w:p>
    <w:p w14:paraId="1C44B839" w14:textId="77777777" w:rsidR="00F635DB" w:rsidRDefault="00855694" w:rsidP="00F635DB">
      <w:r w:rsidRPr="009071AC">
        <w:t>Un même frisson de peur secoua tous les gens rassemblés dans cette chambre</w:t>
      </w:r>
      <w:r w:rsidR="00F635DB">
        <w:t>…</w:t>
      </w:r>
    </w:p>
    <w:p w14:paraId="502A8AF8" w14:textId="77777777" w:rsidR="00F635DB" w:rsidRDefault="00855694" w:rsidP="00F635DB">
      <w:r w:rsidRPr="009071AC">
        <w:lastRenderedPageBreak/>
        <w:t>Le secrétaire était vide</w:t>
      </w:r>
      <w:r w:rsidR="00F635DB">
        <w:t xml:space="preserve">. </w:t>
      </w:r>
      <w:r w:rsidRPr="009071AC">
        <w:t>Une fortune énorme avait disparu</w:t>
      </w:r>
      <w:r w:rsidR="00F635DB">
        <w:t xml:space="preserve">. </w:t>
      </w:r>
      <w:r w:rsidRPr="009071AC">
        <w:t>Les mêmes soupçons allaient peser sur tous</w:t>
      </w:r>
      <w:r w:rsidR="00F635DB">
        <w:t xml:space="preserve">… </w:t>
      </w:r>
      <w:r w:rsidRPr="009071AC">
        <w:t>Et chacun</w:t>
      </w:r>
      <w:r w:rsidR="00F635DB">
        <w:t xml:space="preserve">, </w:t>
      </w:r>
      <w:r w:rsidRPr="009071AC">
        <w:t>déjà se voyait arrêté</w:t>
      </w:r>
      <w:r w:rsidR="00F635DB">
        <w:t xml:space="preserve">, </w:t>
      </w:r>
      <w:r w:rsidRPr="009071AC">
        <w:t>emprisonné</w:t>
      </w:r>
      <w:r w:rsidR="00F635DB">
        <w:t xml:space="preserve">, </w:t>
      </w:r>
      <w:r w:rsidRPr="009071AC">
        <w:t>traîné devant les tribunaux</w:t>
      </w:r>
      <w:r w:rsidR="00F635DB">
        <w:t>…</w:t>
      </w:r>
    </w:p>
    <w:p w14:paraId="37699B42" w14:textId="77777777" w:rsidR="00F635DB" w:rsidRDefault="00855694" w:rsidP="00F635DB">
      <w:r w:rsidRPr="009071AC">
        <w:t>Puis</w:t>
      </w:r>
      <w:r w:rsidR="00F635DB">
        <w:t xml:space="preserve">, </w:t>
      </w:r>
      <w:r w:rsidRPr="009071AC">
        <w:t>au premier moment d</w:t>
      </w:r>
      <w:r w:rsidR="00F635DB">
        <w:t>’</w:t>
      </w:r>
      <w:r w:rsidRPr="009071AC">
        <w:t>effarement la colère succédant</w:t>
      </w:r>
      <w:r w:rsidR="00F635DB">
        <w:t xml:space="preserve">, </w:t>
      </w:r>
      <w:r w:rsidRPr="009071AC">
        <w:t>une furieuse clameur s</w:t>
      </w:r>
      <w:r w:rsidR="00F635DB">
        <w:t>’</w:t>
      </w:r>
      <w:r w:rsidRPr="009071AC">
        <w:t>éleva</w:t>
      </w:r>
      <w:r w:rsidR="00F635DB">
        <w:t>.</w:t>
      </w:r>
    </w:p>
    <w:p w14:paraId="6D94E51A" w14:textId="77777777" w:rsidR="00F635DB" w:rsidRDefault="00F635DB" w:rsidP="00F635DB">
      <w:r>
        <w:t>— </w:t>
      </w:r>
      <w:r w:rsidR="00855694" w:rsidRPr="009071AC">
        <w:t>Un vol a été commis</w:t>
      </w:r>
      <w:r>
        <w:t xml:space="preserve"> ! </w:t>
      </w:r>
      <w:r w:rsidR="00855694" w:rsidRPr="009071AC">
        <w:t>criaient-ils tous ensemble</w:t>
      </w:r>
      <w:r>
        <w:t xml:space="preserve">. </w:t>
      </w:r>
      <w:r w:rsidR="00855694" w:rsidRPr="009071AC">
        <w:t>Mademoiselle a eu la clef à sa disposition</w:t>
      </w:r>
      <w:r>
        <w:t xml:space="preserve">… </w:t>
      </w:r>
      <w:r w:rsidR="00855694" w:rsidRPr="009071AC">
        <w:t>Il ne faut pas qu</w:t>
      </w:r>
      <w:r>
        <w:t>’</w:t>
      </w:r>
      <w:r w:rsidR="00855694" w:rsidRPr="009071AC">
        <w:t>on accuse des innocents</w:t>
      </w:r>
      <w:r>
        <w:t> !…</w:t>
      </w:r>
    </w:p>
    <w:p w14:paraId="3F4EE8F5" w14:textId="77777777" w:rsidR="00F635DB" w:rsidRDefault="00855694" w:rsidP="00F635DB">
      <w:r w:rsidRPr="009071AC">
        <w:t>Si émouvante que fût cette scène</w:t>
      </w:r>
      <w:r w:rsidR="00F635DB">
        <w:t xml:space="preserve">, </w:t>
      </w:r>
      <w:r w:rsidRPr="009071AC">
        <w:t>elle n</w:t>
      </w:r>
      <w:r w:rsidR="00F635DB">
        <w:t>’</w:t>
      </w:r>
      <w:r w:rsidRPr="009071AC">
        <w:t>était pas capable d</w:t>
      </w:r>
      <w:r w:rsidR="00F635DB">
        <w:t>’</w:t>
      </w:r>
      <w:r w:rsidRPr="009071AC">
        <w:t>altérer l</w:t>
      </w:r>
      <w:r w:rsidR="00F635DB">
        <w:t>’</w:t>
      </w:r>
      <w:r w:rsidRPr="009071AC">
        <w:t>impassible sang-froid du magistrat</w:t>
      </w:r>
      <w:r w:rsidR="00F635DB">
        <w:t xml:space="preserve">. </w:t>
      </w:r>
      <w:r w:rsidRPr="009071AC">
        <w:t>Il en avait vu d</w:t>
      </w:r>
      <w:r w:rsidR="00F635DB">
        <w:t>’</w:t>
      </w:r>
      <w:r w:rsidRPr="009071AC">
        <w:t>autres</w:t>
      </w:r>
      <w:r w:rsidR="00F635DB">
        <w:t xml:space="preserve">, </w:t>
      </w:r>
      <w:r w:rsidRPr="009071AC">
        <w:t>lui qui</w:t>
      </w:r>
      <w:r w:rsidR="00F635DB">
        <w:t xml:space="preserve">, </w:t>
      </w:r>
      <w:r w:rsidRPr="009071AC">
        <w:t>vingt fois dans sa vie</w:t>
      </w:r>
      <w:r w:rsidR="00F635DB">
        <w:t xml:space="preserve">, </w:t>
      </w:r>
      <w:r w:rsidRPr="009071AC">
        <w:t>avait dû se jeter entre des héritiers</w:t>
      </w:r>
      <w:r w:rsidR="00F635DB">
        <w:t xml:space="preserve">, </w:t>
      </w:r>
      <w:r w:rsidRPr="009071AC">
        <w:t>entre des enfants prêts à en venir aux mains devant le cadavre non encore refroidi de leur père</w:t>
      </w:r>
      <w:r w:rsidR="00F635DB">
        <w:t>…</w:t>
      </w:r>
    </w:p>
    <w:p w14:paraId="628BED84" w14:textId="77777777" w:rsidR="00F635DB" w:rsidRDefault="00F635DB" w:rsidP="00F635DB">
      <w:r>
        <w:t>— </w:t>
      </w:r>
      <w:r w:rsidR="00855694" w:rsidRPr="009071AC">
        <w:t>Silence</w:t>
      </w:r>
      <w:r>
        <w:t xml:space="preserve"> ! </w:t>
      </w:r>
      <w:r w:rsidR="00855694" w:rsidRPr="009071AC">
        <w:t>prononça-t-il</w:t>
      </w:r>
      <w:r>
        <w:t>.</w:t>
      </w:r>
    </w:p>
    <w:p w14:paraId="4EF2AD38" w14:textId="77777777" w:rsidR="00F635DB" w:rsidRDefault="00855694" w:rsidP="00F635DB">
      <w:r w:rsidRPr="009071AC">
        <w:t>Et comme le tumulte ne cessait pas</w:t>
      </w:r>
      <w:r w:rsidR="00F635DB">
        <w:t xml:space="preserve">, </w:t>
      </w:r>
      <w:r w:rsidRPr="009071AC">
        <w:t>comme on continuait à crier</w:t>
      </w:r>
      <w:r w:rsidR="00F635DB">
        <w:t> :</w:t>
      </w:r>
    </w:p>
    <w:p w14:paraId="5330CD03" w14:textId="77777777" w:rsidR="00F635DB" w:rsidRDefault="00F635DB" w:rsidP="00F635DB">
      <w:r>
        <w:t>— </w:t>
      </w:r>
      <w:r w:rsidR="00855694" w:rsidRPr="009071AC">
        <w:t>Il faut que les voleurs se retrouvent</w:t>
      </w:r>
      <w:r>
        <w:t xml:space="preserve">… </w:t>
      </w:r>
      <w:r w:rsidR="00855694" w:rsidRPr="009071AC">
        <w:t>nous saurons bien découvrir le coupable</w:t>
      </w:r>
      <w:r>
        <w:t>…</w:t>
      </w:r>
    </w:p>
    <w:p w14:paraId="34616859" w14:textId="77777777" w:rsidR="00F635DB" w:rsidRDefault="00855694" w:rsidP="00F635DB">
      <w:r w:rsidRPr="009071AC">
        <w:t>Le juge</w:t>
      </w:r>
      <w:r w:rsidR="00F635DB">
        <w:t xml:space="preserve">, </w:t>
      </w:r>
      <w:r w:rsidRPr="009071AC">
        <w:t>d</w:t>
      </w:r>
      <w:r w:rsidR="00F635DB">
        <w:t>’</w:t>
      </w:r>
      <w:r w:rsidRPr="009071AC">
        <w:t>une voix forte dit</w:t>
      </w:r>
      <w:r w:rsidR="00F635DB">
        <w:t> :</w:t>
      </w:r>
    </w:p>
    <w:p w14:paraId="790DA0BF" w14:textId="77777777" w:rsidR="00F635DB" w:rsidRDefault="00F635DB" w:rsidP="00F635DB">
      <w:r>
        <w:t>— </w:t>
      </w:r>
      <w:r w:rsidR="00855694" w:rsidRPr="009071AC">
        <w:t>Un mot de plus et je fais évacuer la chambre</w:t>
      </w:r>
      <w:r>
        <w:t>.</w:t>
      </w:r>
    </w:p>
    <w:p w14:paraId="230AA5E2" w14:textId="6FA2DFAA" w:rsidR="00F635DB" w:rsidRDefault="00855694" w:rsidP="00F635DB">
      <w:r w:rsidRPr="009071AC">
        <w:t>On se tut</w:t>
      </w:r>
      <w:r w:rsidR="00F635DB">
        <w:t xml:space="preserve">, </w:t>
      </w:r>
      <w:r w:rsidRPr="009071AC">
        <w:t>avec un sourd grondement</w:t>
      </w:r>
      <w:r w:rsidR="00F635DB">
        <w:t xml:space="preserve"> ; </w:t>
      </w:r>
      <w:r w:rsidRPr="009071AC">
        <w:t>mais les regards et les gestes avaient une éloquence à laquelle il était impossible de se méprendre</w:t>
      </w:r>
      <w:r w:rsidR="00F635DB">
        <w:t xml:space="preserve">. </w:t>
      </w:r>
      <w:r w:rsidRPr="009071AC">
        <w:t xml:space="preserve">Tous les yeux étaient rivés sur </w:t>
      </w:r>
      <w:r w:rsidR="00F635DB">
        <w:t>M</w:t>
      </w:r>
      <w:r w:rsidR="00F635DB" w:rsidRPr="00F635DB">
        <w:rPr>
          <w:vertAlign w:val="superscript"/>
        </w:rPr>
        <w:t>lle</w:t>
      </w:r>
      <w:r w:rsidR="00F635DB">
        <w:t> </w:t>
      </w:r>
      <w:r w:rsidRPr="009071AC">
        <w:t>Marguerite avec une expression farouche où se confondaient la haine présente et les rancunes du passé</w:t>
      </w:r>
      <w:r w:rsidR="00F635DB">
        <w:t>…</w:t>
      </w:r>
    </w:p>
    <w:p w14:paraId="5EB1DA15" w14:textId="77777777" w:rsidR="00F635DB" w:rsidRDefault="00855694" w:rsidP="00F635DB">
      <w:r w:rsidRPr="009071AC">
        <w:lastRenderedPageBreak/>
        <w:t>Elle ne le voyait que trop</w:t>
      </w:r>
      <w:r w:rsidR="00F635DB">
        <w:t xml:space="preserve">, </w:t>
      </w:r>
      <w:r w:rsidRPr="009071AC">
        <w:t>l</w:t>
      </w:r>
      <w:r w:rsidR="00F635DB">
        <w:t>’</w:t>
      </w:r>
      <w:r w:rsidRPr="009071AC">
        <w:t>infortunée</w:t>
      </w:r>
      <w:r w:rsidR="00F635DB">
        <w:t xml:space="preserve">, </w:t>
      </w:r>
      <w:r w:rsidRPr="009071AC">
        <w:t>mais sublime d</w:t>
      </w:r>
      <w:r w:rsidR="00F635DB">
        <w:t>’</w:t>
      </w:r>
      <w:r w:rsidRPr="009071AC">
        <w:t>énergie</w:t>
      </w:r>
      <w:r w:rsidR="00F635DB">
        <w:t xml:space="preserve">, </w:t>
      </w:r>
      <w:r w:rsidRPr="009071AC">
        <w:t>elle demeurait le front haut en face de cet orage</w:t>
      </w:r>
      <w:r w:rsidR="00F635DB">
        <w:t xml:space="preserve">, </w:t>
      </w:r>
      <w:r w:rsidRPr="009071AC">
        <w:t>dédaignant de répondre à de si viles imputations</w:t>
      </w:r>
      <w:r w:rsidR="00F635DB">
        <w:t>.</w:t>
      </w:r>
    </w:p>
    <w:p w14:paraId="2063D77B" w14:textId="77777777" w:rsidR="00F635DB" w:rsidRDefault="00855694" w:rsidP="00F635DB">
      <w:r w:rsidRPr="009071AC">
        <w:t>Mais elle avait là</w:t>
      </w:r>
      <w:r w:rsidR="00F635DB">
        <w:t xml:space="preserve">, </w:t>
      </w:r>
      <w:r w:rsidRPr="009071AC">
        <w:t>près d</w:t>
      </w:r>
      <w:r w:rsidR="00F635DB">
        <w:t>’</w:t>
      </w:r>
      <w:r w:rsidRPr="009071AC">
        <w:t>elle</w:t>
      </w:r>
      <w:r w:rsidR="00F635DB">
        <w:t xml:space="preserve">, </w:t>
      </w:r>
      <w:r w:rsidRPr="009071AC">
        <w:t>un protecteur</w:t>
      </w:r>
      <w:r w:rsidR="00F635DB">
        <w:t xml:space="preserve"> : </w:t>
      </w:r>
      <w:r w:rsidRPr="009071AC">
        <w:t>le juge</w:t>
      </w:r>
      <w:r w:rsidR="00F635DB">
        <w:t>.</w:t>
      </w:r>
    </w:p>
    <w:p w14:paraId="2214397D" w14:textId="1640D9A7" w:rsidR="00F635DB" w:rsidRDefault="00F635DB" w:rsidP="00F635DB">
      <w:r>
        <w:t>— </w:t>
      </w:r>
      <w:r w:rsidR="00855694" w:rsidRPr="009071AC">
        <w:t>Si des valeurs ont été détournées de la succession</w:t>
      </w:r>
      <w:r>
        <w:t xml:space="preserve">, </w:t>
      </w:r>
      <w:r w:rsidR="00855694" w:rsidRPr="009071AC">
        <w:t>reprit-il</w:t>
      </w:r>
      <w:r>
        <w:t xml:space="preserve">, </w:t>
      </w:r>
      <w:r w:rsidR="00855694" w:rsidRPr="009071AC">
        <w:t>le coupable sera recherché et découvert</w:t>
      </w:r>
      <w:r>
        <w:t xml:space="preserve">… </w:t>
      </w:r>
      <w:r w:rsidR="00855694" w:rsidRPr="009071AC">
        <w:t>Cependant il faut s</w:t>
      </w:r>
      <w:r>
        <w:t>’</w:t>
      </w:r>
      <w:r w:rsidR="00855694" w:rsidRPr="009071AC">
        <w:t>expliquer</w:t>
      </w:r>
      <w:r>
        <w:t xml:space="preserve"> : </w:t>
      </w:r>
      <w:r w:rsidR="00855694" w:rsidRPr="009071AC">
        <w:t xml:space="preserve">qui a dit que </w:t>
      </w:r>
      <w:r>
        <w:t>M</w:t>
      </w:r>
      <w:r w:rsidRPr="00F635DB">
        <w:rPr>
          <w:vertAlign w:val="superscript"/>
        </w:rPr>
        <w:t>lle</w:t>
      </w:r>
      <w:r>
        <w:t> </w:t>
      </w:r>
      <w:r w:rsidR="00855694" w:rsidRPr="009071AC">
        <w:t>Marguerite a eu à sa disposition la clef du secrétaire</w:t>
      </w:r>
      <w:r>
        <w:t> ?…</w:t>
      </w:r>
    </w:p>
    <w:p w14:paraId="5C4A2EEE" w14:textId="36A60C20" w:rsidR="00F635DB" w:rsidRDefault="00F635DB" w:rsidP="00F635DB">
      <w:r>
        <w:t>— </w:t>
      </w:r>
      <w:r w:rsidR="00855694" w:rsidRPr="009071AC">
        <w:t>Moi</w:t>
      </w:r>
      <w:r>
        <w:t xml:space="preserve"> !… </w:t>
      </w:r>
      <w:r w:rsidR="00855694" w:rsidRPr="009071AC">
        <w:t>répondit un valet de pied</w:t>
      </w:r>
      <w:r>
        <w:t xml:space="preserve">. </w:t>
      </w:r>
      <w:r w:rsidR="00855694" w:rsidRPr="009071AC">
        <w:t>J</w:t>
      </w:r>
      <w:r>
        <w:t>’</w:t>
      </w:r>
      <w:r w:rsidR="00855694" w:rsidRPr="009071AC">
        <w:t>étais dans la salle à manger hier matin</w:t>
      </w:r>
      <w:r>
        <w:t xml:space="preserve">, </w:t>
      </w:r>
      <w:r w:rsidR="00855694" w:rsidRPr="009071AC">
        <w:t xml:space="preserve">quand </w:t>
      </w:r>
      <w:r>
        <w:t>M. </w:t>
      </w:r>
      <w:r w:rsidR="00855694" w:rsidRPr="009071AC">
        <w:t>le comte la lui a remise</w:t>
      </w:r>
      <w:r>
        <w:t>.</w:t>
      </w:r>
    </w:p>
    <w:p w14:paraId="3D5BD86F" w14:textId="77777777" w:rsidR="00F635DB" w:rsidRDefault="00F635DB" w:rsidP="00F635DB">
      <w:r>
        <w:t>— </w:t>
      </w:r>
      <w:r w:rsidR="00855694" w:rsidRPr="009071AC">
        <w:t>Pourquoi la lui confiait-il</w:t>
      </w:r>
      <w:r>
        <w:t> ?</w:t>
      </w:r>
    </w:p>
    <w:p w14:paraId="7AE7E85B" w14:textId="77777777" w:rsidR="00F635DB" w:rsidRDefault="00F635DB" w:rsidP="00F635DB">
      <w:r>
        <w:t>— </w:t>
      </w:r>
      <w:r w:rsidR="00855694" w:rsidRPr="009071AC">
        <w:t>Pour venir chercher cette fiole</w:t>
      </w:r>
      <w:r>
        <w:t xml:space="preserve">, </w:t>
      </w:r>
      <w:r w:rsidR="00855694" w:rsidRPr="009071AC">
        <w:t>qui est là</w:t>
      </w:r>
      <w:r>
        <w:t xml:space="preserve">, </w:t>
      </w:r>
      <w:r w:rsidR="00855694" w:rsidRPr="009071AC">
        <w:t>je la reconnais</w:t>
      </w:r>
      <w:r>
        <w:t xml:space="preserve">, </w:t>
      </w:r>
      <w:r w:rsidR="00855694" w:rsidRPr="009071AC">
        <w:t>et qu</w:t>
      </w:r>
      <w:r>
        <w:t>’</w:t>
      </w:r>
      <w:r w:rsidR="00855694" w:rsidRPr="009071AC">
        <w:t>elle lui a descendue</w:t>
      </w:r>
      <w:r>
        <w:t>.</w:t>
      </w:r>
    </w:p>
    <w:p w14:paraId="33E65706" w14:textId="77777777" w:rsidR="00F635DB" w:rsidRDefault="00F635DB" w:rsidP="00F635DB">
      <w:r>
        <w:t>— </w:t>
      </w:r>
      <w:r w:rsidR="00855694" w:rsidRPr="009071AC">
        <w:t>Lui a-t-elle rendu la clef</w:t>
      </w:r>
      <w:r>
        <w:t> ?</w:t>
      </w:r>
    </w:p>
    <w:p w14:paraId="2D06EA01" w14:textId="77777777" w:rsidR="00F635DB" w:rsidRDefault="00F635DB" w:rsidP="00F635DB">
      <w:r>
        <w:t>— </w:t>
      </w:r>
      <w:r w:rsidR="00855694" w:rsidRPr="009071AC">
        <w:t>Oui</w:t>
      </w:r>
      <w:r>
        <w:t xml:space="preserve">, </w:t>
      </w:r>
      <w:r w:rsidR="00855694" w:rsidRPr="009071AC">
        <w:t>monsieur</w:t>
      </w:r>
      <w:r>
        <w:t xml:space="preserve">, </w:t>
      </w:r>
      <w:r w:rsidR="00855694" w:rsidRPr="009071AC">
        <w:t>en même temps que la fiole</w:t>
      </w:r>
      <w:r>
        <w:t xml:space="preserve">, </w:t>
      </w:r>
      <w:r w:rsidR="00855694" w:rsidRPr="009071AC">
        <w:t>et il l</w:t>
      </w:r>
      <w:r>
        <w:t>’</w:t>
      </w:r>
      <w:r w:rsidR="00855694" w:rsidRPr="009071AC">
        <w:t>a mise dans sa poche</w:t>
      </w:r>
      <w:r>
        <w:t>.</w:t>
      </w:r>
    </w:p>
    <w:p w14:paraId="64F2599C" w14:textId="77777777" w:rsidR="00F635DB" w:rsidRDefault="00855694" w:rsidP="00F635DB">
      <w:r w:rsidRPr="009071AC">
        <w:t>Le magistrat désigna du doigt le flacon déposé sur la tablette</w:t>
      </w:r>
      <w:r w:rsidR="00F635DB">
        <w:t>.</w:t>
      </w:r>
    </w:p>
    <w:p w14:paraId="6D77DF89" w14:textId="77777777" w:rsidR="00F635DB" w:rsidRDefault="00F635DB" w:rsidP="00F635DB">
      <w:r>
        <w:t>— </w:t>
      </w:r>
      <w:r w:rsidR="00855694" w:rsidRPr="009071AC">
        <w:t>C</w:t>
      </w:r>
      <w:r>
        <w:t>’</w:t>
      </w:r>
      <w:r w:rsidR="00855694" w:rsidRPr="009071AC">
        <w:t>est donc le comte qui l</w:t>
      </w:r>
      <w:r>
        <w:t>’</w:t>
      </w:r>
      <w:r w:rsidR="00855694" w:rsidRPr="009071AC">
        <w:t>a rapporté là</w:t>
      </w:r>
      <w:r>
        <w:t xml:space="preserve">, </w:t>
      </w:r>
      <w:r w:rsidR="00855694" w:rsidRPr="009071AC">
        <w:t>dit-il</w:t>
      </w:r>
      <w:r>
        <w:t xml:space="preserve">, </w:t>
      </w:r>
      <w:r w:rsidR="00855694" w:rsidRPr="009071AC">
        <w:t>cela ressort des explications</w:t>
      </w:r>
      <w:r>
        <w:t xml:space="preserve">. </w:t>
      </w:r>
      <w:r w:rsidR="00855694" w:rsidRPr="009071AC">
        <w:t>Donc</w:t>
      </w:r>
      <w:r>
        <w:t xml:space="preserve">, </w:t>
      </w:r>
      <w:r w:rsidR="00855694" w:rsidRPr="009071AC">
        <w:t>si on eût enlevé les valeurs</w:t>
      </w:r>
      <w:r>
        <w:t xml:space="preserve">, </w:t>
      </w:r>
      <w:r w:rsidR="00855694" w:rsidRPr="009071AC">
        <w:t>en faisant la commission</w:t>
      </w:r>
      <w:r>
        <w:t xml:space="preserve">, </w:t>
      </w:r>
      <w:r w:rsidR="00855694" w:rsidRPr="009071AC">
        <w:t>il s</w:t>
      </w:r>
      <w:r>
        <w:t>’</w:t>
      </w:r>
      <w:r w:rsidR="00855694" w:rsidRPr="009071AC">
        <w:t>en fût aperçu</w:t>
      </w:r>
      <w:r>
        <w:t>.</w:t>
      </w:r>
    </w:p>
    <w:p w14:paraId="40BBABC7" w14:textId="77777777" w:rsidR="00F635DB" w:rsidRDefault="00855694" w:rsidP="00F635DB">
      <w:r w:rsidRPr="009071AC">
        <w:t>Il n</w:t>
      </w:r>
      <w:r w:rsidR="00F635DB">
        <w:t>’</w:t>
      </w:r>
      <w:r w:rsidRPr="009071AC">
        <w:t>y avait rien à répondre à cette objection si simple</w:t>
      </w:r>
      <w:r w:rsidR="00F635DB">
        <w:t xml:space="preserve">, </w:t>
      </w:r>
      <w:r w:rsidRPr="009071AC">
        <w:t>qui était en même temps une éclatante justification</w:t>
      </w:r>
      <w:r w:rsidR="00F635DB">
        <w:t>.</w:t>
      </w:r>
    </w:p>
    <w:p w14:paraId="44EF064F" w14:textId="77777777" w:rsidR="00F635DB" w:rsidRDefault="00F635DB" w:rsidP="00F635DB">
      <w:r>
        <w:t>— </w:t>
      </w:r>
      <w:r w:rsidR="00855694" w:rsidRPr="009071AC">
        <w:t>Et d</w:t>
      </w:r>
      <w:r>
        <w:t>’</w:t>
      </w:r>
      <w:r w:rsidR="00855694" w:rsidRPr="009071AC">
        <w:t>ailleurs</w:t>
      </w:r>
      <w:r>
        <w:t xml:space="preserve">, </w:t>
      </w:r>
      <w:r w:rsidR="00855694" w:rsidRPr="009071AC">
        <w:t>poursuivit le juge</w:t>
      </w:r>
      <w:r>
        <w:t xml:space="preserve">, </w:t>
      </w:r>
      <w:r w:rsidR="00855694" w:rsidRPr="009071AC">
        <w:t>qui vous a révélé qu</w:t>
      </w:r>
      <w:r>
        <w:t>’</w:t>
      </w:r>
      <w:r w:rsidR="00855694" w:rsidRPr="009071AC">
        <w:t>une somme immense se trouvait dans le secrétaire</w:t>
      </w:r>
      <w:r>
        <w:t xml:space="preserve"> ?… </w:t>
      </w:r>
      <w:r w:rsidR="00855694" w:rsidRPr="009071AC">
        <w:t>Le saviez-vous</w:t>
      </w:r>
      <w:r>
        <w:t xml:space="preserve"> ?… </w:t>
      </w:r>
      <w:r w:rsidR="00855694" w:rsidRPr="009071AC">
        <w:t>Qui de vous le savait</w:t>
      </w:r>
      <w:r>
        <w:t> ?…</w:t>
      </w:r>
    </w:p>
    <w:p w14:paraId="2CCC3765" w14:textId="2340C2CF" w:rsidR="00F635DB" w:rsidRDefault="00855694" w:rsidP="00F635DB">
      <w:r w:rsidRPr="009071AC">
        <w:lastRenderedPageBreak/>
        <w:t>Personne ne répondit</w:t>
      </w:r>
      <w:r w:rsidR="00F635DB">
        <w:t xml:space="preserve">, </w:t>
      </w:r>
      <w:r w:rsidRPr="009071AC">
        <w:t>et</w:t>
      </w:r>
      <w:r w:rsidR="00F635DB">
        <w:t xml:space="preserve">, </w:t>
      </w:r>
      <w:r w:rsidRPr="009071AC">
        <w:t xml:space="preserve">sans paraître remarquer les regards de reconnaissance que lui adressait </w:t>
      </w:r>
      <w:r w:rsidR="00F635DB">
        <w:t>M</w:t>
      </w:r>
      <w:r w:rsidR="00F635DB" w:rsidRPr="00F635DB">
        <w:rPr>
          <w:vertAlign w:val="superscript"/>
        </w:rPr>
        <w:t>lle</w:t>
      </w:r>
      <w:r w:rsidR="00F635DB">
        <w:t> </w:t>
      </w:r>
      <w:r w:rsidRPr="009071AC">
        <w:t>Marguerite</w:t>
      </w:r>
      <w:r w:rsidR="00F635DB">
        <w:t xml:space="preserve">, </w:t>
      </w:r>
      <w:r w:rsidRPr="009071AC">
        <w:t>il dit encore d</w:t>
      </w:r>
      <w:r w:rsidR="00F635DB">
        <w:t>’</w:t>
      </w:r>
      <w:r w:rsidRPr="009071AC">
        <w:t>un ton sévère</w:t>
      </w:r>
      <w:r w:rsidR="00F635DB">
        <w:t> :</w:t>
      </w:r>
    </w:p>
    <w:p w14:paraId="1355C8B9" w14:textId="77777777" w:rsidR="00F635DB" w:rsidRDefault="00F635DB" w:rsidP="00F635DB">
      <w:r>
        <w:t>— </w:t>
      </w:r>
      <w:r w:rsidR="00855694" w:rsidRPr="009071AC">
        <w:t>Ce n</w:t>
      </w:r>
      <w:r>
        <w:t>’</w:t>
      </w:r>
      <w:r w:rsidR="00855694" w:rsidRPr="009071AC">
        <w:t>est pas une preuve d</w:t>
      </w:r>
      <w:r>
        <w:t>’</w:t>
      </w:r>
      <w:r w:rsidR="00855694" w:rsidRPr="009071AC">
        <w:t>honnêteté</w:t>
      </w:r>
      <w:r>
        <w:t xml:space="preserve">, </w:t>
      </w:r>
      <w:r w:rsidR="00855694" w:rsidRPr="009071AC">
        <w:t>que de se montrer si accessible que cela aux plus vagues soupçons</w:t>
      </w:r>
      <w:r>
        <w:t xml:space="preserve">… </w:t>
      </w:r>
      <w:r w:rsidR="00855694" w:rsidRPr="009071AC">
        <w:t>N</w:t>
      </w:r>
      <w:r>
        <w:t>’</w:t>
      </w:r>
      <w:r w:rsidR="00855694" w:rsidRPr="009071AC">
        <w:t>était-il pas plus simple de réfléchir que le défunt peut avoir changé ses valeurs de place</w:t>
      </w:r>
      <w:r>
        <w:t xml:space="preserve">, </w:t>
      </w:r>
      <w:r w:rsidR="00855694" w:rsidRPr="009071AC">
        <w:t>et qu</w:t>
      </w:r>
      <w:r>
        <w:t>’</w:t>
      </w:r>
      <w:r w:rsidR="00855694" w:rsidRPr="009071AC">
        <w:t>elles se retrouveront</w:t>
      </w:r>
      <w:r>
        <w:t> !</w:t>
      </w:r>
    </w:p>
    <w:p w14:paraId="348CC77D" w14:textId="77777777" w:rsidR="00F635DB" w:rsidRDefault="00855694" w:rsidP="00F635DB">
      <w:r w:rsidRPr="009071AC">
        <w:t>Moins que le juge encore</w:t>
      </w:r>
      <w:r w:rsidR="00F635DB">
        <w:t xml:space="preserve">, </w:t>
      </w:r>
      <w:r w:rsidRPr="009071AC">
        <w:t>le greffier avait été ému</w:t>
      </w:r>
      <w:r w:rsidR="00F635DB">
        <w:t>.</w:t>
      </w:r>
    </w:p>
    <w:p w14:paraId="4D80272F" w14:textId="77777777" w:rsidR="00F635DB" w:rsidRDefault="00855694" w:rsidP="00F635DB">
      <w:r w:rsidRPr="009071AC">
        <w:t>Lui aussi</w:t>
      </w:r>
      <w:r w:rsidR="00F635DB">
        <w:t xml:space="preserve">, </w:t>
      </w:r>
      <w:r w:rsidRPr="009071AC">
        <w:t>il était blasé</w:t>
      </w:r>
      <w:r w:rsidR="00F635DB">
        <w:t xml:space="preserve">, </w:t>
      </w:r>
      <w:r w:rsidRPr="009071AC">
        <w:t>et jusqu</w:t>
      </w:r>
      <w:r w:rsidR="00F635DB">
        <w:t>’</w:t>
      </w:r>
      <w:r w:rsidRPr="009071AC">
        <w:t>à l</w:t>
      </w:r>
      <w:r w:rsidR="00F635DB">
        <w:t>’</w:t>
      </w:r>
      <w:r w:rsidRPr="009071AC">
        <w:t>écœurement</w:t>
      </w:r>
      <w:r w:rsidR="00F635DB">
        <w:t xml:space="preserve">, </w:t>
      </w:r>
      <w:r w:rsidRPr="009071AC">
        <w:t>sur ces drames effroyables et honteux qui se jouent au chevet des morts</w:t>
      </w:r>
      <w:r w:rsidR="00F635DB">
        <w:t xml:space="preserve">. </w:t>
      </w:r>
      <w:r w:rsidRPr="009071AC">
        <w:t>S</w:t>
      </w:r>
      <w:r w:rsidR="00F635DB">
        <w:t>’</w:t>
      </w:r>
      <w:r w:rsidRPr="009071AC">
        <w:t>il avait accordé un coup d</w:t>
      </w:r>
      <w:r w:rsidR="00F635DB">
        <w:t>’</w:t>
      </w:r>
      <w:r w:rsidRPr="009071AC">
        <w:t>œil au secrétaire</w:t>
      </w:r>
      <w:r w:rsidR="00F635DB">
        <w:t xml:space="preserve">, </w:t>
      </w:r>
      <w:r w:rsidRPr="009071AC">
        <w:t>c</w:t>
      </w:r>
      <w:r w:rsidR="00F635DB">
        <w:t>’</w:t>
      </w:r>
      <w:r w:rsidRPr="009071AC">
        <w:t>est qu</w:t>
      </w:r>
      <w:r w:rsidR="00F635DB">
        <w:t>’</w:t>
      </w:r>
      <w:r w:rsidRPr="009071AC">
        <w:t>il lui avait paru curieux de juger en quel étroit espace peuvent tenir deux millions</w:t>
      </w:r>
      <w:r w:rsidR="00F635DB">
        <w:t xml:space="preserve">. </w:t>
      </w:r>
      <w:r w:rsidRPr="009071AC">
        <w:t>Et aussitôt après</w:t>
      </w:r>
      <w:r w:rsidR="00F635DB">
        <w:t xml:space="preserve">, </w:t>
      </w:r>
      <w:r w:rsidRPr="009071AC">
        <w:t>il s</w:t>
      </w:r>
      <w:r w:rsidR="00F635DB">
        <w:t>’</w:t>
      </w:r>
      <w:r w:rsidRPr="009071AC">
        <w:t>était mis à supputer combien d</w:t>
      </w:r>
      <w:r w:rsidR="00F635DB">
        <w:t>’</w:t>
      </w:r>
      <w:r w:rsidRPr="009071AC">
        <w:t>années il lui faudrait rester titulaire d</w:t>
      </w:r>
      <w:r w:rsidR="00F635DB">
        <w:t>’</w:t>
      </w:r>
      <w:r w:rsidRPr="009071AC">
        <w:t>un greffe de justice de paix avant de réunir ce fantastique capital</w:t>
      </w:r>
      <w:r w:rsidR="00F635DB">
        <w:t>.</w:t>
      </w:r>
    </w:p>
    <w:p w14:paraId="75634D66" w14:textId="31DDDC30" w:rsidR="00F635DB" w:rsidRDefault="00855694" w:rsidP="00F635DB">
      <w:r w:rsidRPr="009071AC">
        <w:t>Entendant le juge déclarer qu</w:t>
      </w:r>
      <w:r w:rsidR="00F635DB">
        <w:t>’</w:t>
      </w:r>
      <w:r w:rsidRPr="009071AC">
        <w:t xml:space="preserve">il allait poursuivre la recherche du testament annoncé par </w:t>
      </w:r>
      <w:r w:rsidR="00F635DB">
        <w:t>M</w:t>
      </w:r>
      <w:r w:rsidR="00F635DB" w:rsidRPr="00F635DB">
        <w:rPr>
          <w:vertAlign w:val="superscript"/>
        </w:rPr>
        <w:t>me</w:t>
      </w:r>
      <w:r w:rsidR="00F635DB">
        <w:t> </w:t>
      </w:r>
      <w:r w:rsidRPr="009071AC">
        <w:t>Léon</w:t>
      </w:r>
      <w:r w:rsidR="00F635DB">
        <w:t xml:space="preserve">, </w:t>
      </w:r>
      <w:r w:rsidRPr="009071AC">
        <w:t>et en même temps des valeurs</w:t>
      </w:r>
      <w:r w:rsidR="00F635DB">
        <w:t xml:space="preserve">, </w:t>
      </w:r>
      <w:r w:rsidRPr="009071AC">
        <w:t>il abandonna son calcul</w:t>
      </w:r>
      <w:r w:rsidR="00F635DB">
        <w:t>.</w:t>
      </w:r>
    </w:p>
    <w:p w14:paraId="15AA683A" w14:textId="77777777" w:rsidR="00F635DB" w:rsidRDefault="00F635DB" w:rsidP="00F635DB">
      <w:r>
        <w:t>— </w:t>
      </w:r>
      <w:r w:rsidR="00855694" w:rsidRPr="009071AC">
        <w:t>Alors</w:t>
      </w:r>
      <w:r>
        <w:t xml:space="preserve">, </w:t>
      </w:r>
      <w:r w:rsidR="00855694" w:rsidRPr="009071AC">
        <w:t>monsieur</w:t>
      </w:r>
      <w:r>
        <w:t xml:space="preserve">, </w:t>
      </w:r>
      <w:r w:rsidR="00855694" w:rsidRPr="009071AC">
        <w:t>demanda-t-il</w:t>
      </w:r>
      <w:r>
        <w:t xml:space="preserve">, </w:t>
      </w:r>
      <w:r w:rsidR="00855694" w:rsidRPr="009071AC">
        <w:t>je puis commencer ma rédaction</w:t>
      </w:r>
      <w:r>
        <w:t> ?</w:t>
      </w:r>
    </w:p>
    <w:p w14:paraId="07FC8C6A" w14:textId="77777777" w:rsidR="00F635DB" w:rsidRDefault="00F635DB" w:rsidP="00F635DB">
      <w:r>
        <w:t>— </w:t>
      </w:r>
      <w:r w:rsidR="00855694" w:rsidRPr="009071AC">
        <w:t>Oui</w:t>
      </w:r>
      <w:r>
        <w:t xml:space="preserve">, </w:t>
      </w:r>
      <w:r w:rsidR="00855694" w:rsidRPr="009071AC">
        <w:t>répondit le juge</w:t>
      </w:r>
      <w:r>
        <w:t xml:space="preserve">, </w:t>
      </w:r>
      <w:r w:rsidR="00855694" w:rsidRPr="009071AC">
        <w:t>écrivez</w:t>
      </w:r>
      <w:r>
        <w:t>.</w:t>
      </w:r>
    </w:p>
    <w:p w14:paraId="608F1440" w14:textId="77777777" w:rsidR="00F635DB" w:rsidRDefault="00855694" w:rsidP="00F635DB">
      <w:r w:rsidRPr="009071AC">
        <w:t>Et d</w:t>
      </w:r>
      <w:r w:rsidR="00F635DB">
        <w:t>’</w:t>
      </w:r>
      <w:r w:rsidRPr="009071AC">
        <w:t>une voix sans inflexions</w:t>
      </w:r>
      <w:r w:rsidR="00F635DB">
        <w:t xml:space="preserve">, </w:t>
      </w:r>
      <w:r w:rsidRPr="009071AC">
        <w:t>il se mit à dicter</w:t>
      </w:r>
      <w:r w:rsidR="00F635DB">
        <w:t xml:space="preserve">, </w:t>
      </w:r>
      <w:r w:rsidRPr="009071AC">
        <w:t>encore que l</w:t>
      </w:r>
      <w:r w:rsidR="00F635DB">
        <w:t>’</w:t>
      </w:r>
      <w:r w:rsidRPr="009071AC">
        <w:t>autre n</w:t>
      </w:r>
      <w:r w:rsidR="00F635DB">
        <w:t>’</w:t>
      </w:r>
      <w:r w:rsidRPr="009071AC">
        <w:t>en eût pas besoin</w:t>
      </w:r>
      <w:r w:rsidR="00F635DB">
        <w:t xml:space="preserve">, </w:t>
      </w:r>
      <w:r w:rsidRPr="009071AC">
        <w:t>les formules consacrées</w:t>
      </w:r>
      <w:r w:rsidR="00F635DB">
        <w:t> :</w:t>
      </w:r>
    </w:p>
    <w:p w14:paraId="2756EB2A" w14:textId="0FAAF564" w:rsidR="00F635DB" w:rsidRDefault="00F635DB" w:rsidP="00F635DB">
      <w:r>
        <w:t>« </w:t>
      </w:r>
      <w:r w:rsidR="00855694" w:rsidRPr="009071AC">
        <w:t>Et le 1</w:t>
      </w:r>
      <w:r w:rsidRPr="009071AC">
        <w:t>6</w:t>
      </w:r>
      <w:r>
        <w:t> </w:t>
      </w:r>
      <w:r w:rsidRPr="009071AC">
        <w:t>octobre</w:t>
      </w:r>
      <w:r w:rsidR="00855694" w:rsidRPr="009071AC">
        <w:t xml:space="preserve"> 186</w:t>
      </w:r>
      <w:r>
        <w:t xml:space="preserve">…, </w:t>
      </w:r>
      <w:r w:rsidR="00855694" w:rsidRPr="009071AC">
        <w:t>à neuf heures du matin</w:t>
      </w:r>
      <w:r>
        <w:t> ;</w:t>
      </w:r>
    </w:p>
    <w:p w14:paraId="296C2558" w14:textId="77777777" w:rsidR="00F635DB" w:rsidRDefault="00F635DB" w:rsidP="00F635DB">
      <w:r>
        <w:t>« </w:t>
      </w:r>
      <w:r w:rsidR="00855694" w:rsidRPr="009071AC">
        <w:t>En exécution de notre ordonnance qui précède</w:t>
      </w:r>
      <w:r>
        <w:t xml:space="preserve">, </w:t>
      </w:r>
      <w:r w:rsidR="00855694" w:rsidRPr="009071AC">
        <w:t>rendue à la requête des gens au service de défunt Louis-Henri-Raymond de Durtal</w:t>
      </w:r>
      <w:r>
        <w:t xml:space="preserve">, </w:t>
      </w:r>
      <w:r w:rsidR="00855694" w:rsidRPr="009071AC">
        <w:t xml:space="preserve">comte de </w:t>
      </w:r>
      <w:proofErr w:type="spellStart"/>
      <w:r w:rsidR="00855694" w:rsidRPr="009071AC">
        <w:t>Chalusse</w:t>
      </w:r>
      <w:proofErr w:type="spellEnd"/>
      <w:r>
        <w:t xml:space="preserve">, </w:t>
      </w:r>
      <w:r w:rsidR="00855694" w:rsidRPr="009071AC">
        <w:t>dans l</w:t>
      </w:r>
      <w:r>
        <w:t>’</w:t>
      </w:r>
      <w:r w:rsidR="00855694" w:rsidRPr="009071AC">
        <w:t>intérêt des héritiers présomptifs absents et de tous autres qu</w:t>
      </w:r>
      <w:r>
        <w:t>’</w:t>
      </w:r>
      <w:r w:rsidR="00855694" w:rsidRPr="009071AC">
        <w:t>il appartiendra</w:t>
      </w:r>
      <w:r>
        <w:t xml:space="preserve">, </w:t>
      </w:r>
      <w:r w:rsidR="00855694" w:rsidRPr="009071AC">
        <w:lastRenderedPageBreak/>
        <w:t>vu les articles 819</w:t>
      </w:r>
      <w:r>
        <w:t xml:space="preserve"> (</w:t>
      </w:r>
      <w:r w:rsidR="00855694" w:rsidRPr="009071AC">
        <w:t>Code Napoléon</w:t>
      </w:r>
      <w:r>
        <w:t xml:space="preserve">) </w:t>
      </w:r>
      <w:r w:rsidR="00855694" w:rsidRPr="009071AC">
        <w:t>et 909</w:t>
      </w:r>
      <w:r>
        <w:t xml:space="preserve"> (</w:t>
      </w:r>
      <w:r w:rsidR="00855694" w:rsidRPr="009071AC">
        <w:t>Code de procédure</w:t>
      </w:r>
      <w:r>
        <w:t>) ;</w:t>
      </w:r>
    </w:p>
    <w:p w14:paraId="498764FE" w14:textId="05E41371" w:rsidR="00F635DB" w:rsidRDefault="00F635DB" w:rsidP="00F635DB">
      <w:r>
        <w:t>« </w:t>
      </w:r>
      <w:r w:rsidR="00855694" w:rsidRPr="009071AC">
        <w:t>Nous</w:t>
      </w:r>
      <w:r>
        <w:t xml:space="preserve">, </w:t>
      </w:r>
      <w:r w:rsidR="00AC54D2">
        <w:t>juge</w:t>
      </w:r>
      <w:r w:rsidR="00AC54D2" w:rsidRPr="009071AC">
        <w:t xml:space="preserve"> </w:t>
      </w:r>
      <w:r w:rsidR="00855694" w:rsidRPr="009071AC">
        <w:t>de paix susdit</w:t>
      </w:r>
      <w:r>
        <w:t xml:space="preserve">, </w:t>
      </w:r>
      <w:r w:rsidR="00855694" w:rsidRPr="009071AC">
        <w:t>assisté du greffier</w:t>
      </w:r>
      <w:r>
        <w:t>,</w:t>
      </w:r>
    </w:p>
    <w:p w14:paraId="5614BFBA" w14:textId="77777777" w:rsidR="00F635DB" w:rsidRDefault="00F635DB" w:rsidP="00F635DB">
      <w:r>
        <w:t>« </w:t>
      </w:r>
      <w:r w:rsidR="00855694" w:rsidRPr="009071AC">
        <w:t>Nous sommes transportés en la demeure dudit défunt</w:t>
      </w:r>
      <w:r>
        <w:t xml:space="preserve">, </w:t>
      </w:r>
      <w:r w:rsidR="00855694" w:rsidRPr="009071AC">
        <w:t>rue de Courcelles</w:t>
      </w:r>
      <w:r>
        <w:t xml:space="preserve">, </w:t>
      </w:r>
      <w:r w:rsidR="00855694" w:rsidRPr="009071AC">
        <w:t>où</w:t>
      </w:r>
      <w:r>
        <w:t xml:space="preserve">, </w:t>
      </w:r>
      <w:r w:rsidR="00855694" w:rsidRPr="009071AC">
        <w:t>étant arrivés et entrés</w:t>
      </w:r>
      <w:r>
        <w:t xml:space="preserve">, </w:t>
      </w:r>
      <w:r w:rsidR="00855694" w:rsidRPr="009071AC">
        <w:t>dans une chambre à coucher</w:t>
      </w:r>
      <w:r>
        <w:t xml:space="preserve">, </w:t>
      </w:r>
      <w:r w:rsidR="00855694" w:rsidRPr="009071AC">
        <w:t>éclairée sur la cour par deux fenêtres au midi</w:t>
      </w:r>
      <w:r>
        <w:t xml:space="preserve">, </w:t>
      </w:r>
      <w:r w:rsidR="00855694" w:rsidRPr="009071AC">
        <w:t>nous avons trouvé le corps dudit défunt gisant sur son lit</w:t>
      </w:r>
      <w:r>
        <w:t xml:space="preserve">, </w:t>
      </w:r>
      <w:r w:rsidR="00855694" w:rsidRPr="009071AC">
        <w:t>recouvert d</w:t>
      </w:r>
      <w:r>
        <w:t>’</w:t>
      </w:r>
      <w:r w:rsidR="00855694" w:rsidRPr="009071AC">
        <w:t>un drap</w:t>
      </w:r>
      <w:r>
        <w:t>…</w:t>
      </w:r>
    </w:p>
    <w:p w14:paraId="62139129" w14:textId="6A3A351E" w:rsidR="00F635DB" w:rsidRDefault="00F635DB" w:rsidP="00F635DB">
      <w:r>
        <w:t>« </w:t>
      </w:r>
      <w:r w:rsidR="00855694" w:rsidRPr="009071AC">
        <w:t>Dans cette chambre étaient présents</w:t>
      </w:r>
      <w:r>
        <w:t>… »</w:t>
      </w:r>
    </w:p>
    <w:p w14:paraId="6BF881D5" w14:textId="77777777" w:rsidR="00F635DB" w:rsidRDefault="00855694" w:rsidP="00F635DB">
      <w:r w:rsidRPr="009071AC">
        <w:t>Il s</w:t>
      </w:r>
      <w:r w:rsidR="00F635DB">
        <w:t>’</w:t>
      </w:r>
      <w:r w:rsidRPr="009071AC">
        <w:t>interrompit</w:t>
      </w:r>
      <w:r w:rsidR="00F635DB">
        <w:t xml:space="preserve">, </w:t>
      </w:r>
      <w:r w:rsidRPr="009071AC">
        <w:t>et s</w:t>
      </w:r>
      <w:r w:rsidR="00F635DB">
        <w:t>’</w:t>
      </w:r>
      <w:r w:rsidRPr="009071AC">
        <w:t>adressant au greffier</w:t>
      </w:r>
      <w:r w:rsidR="00F635DB">
        <w:t> :</w:t>
      </w:r>
    </w:p>
    <w:p w14:paraId="1FAB6528" w14:textId="77777777" w:rsidR="00F635DB" w:rsidRDefault="00F635DB" w:rsidP="00F635DB">
      <w:r>
        <w:t>— </w:t>
      </w:r>
      <w:r w:rsidR="00855694" w:rsidRPr="009071AC">
        <w:t>Prenez les noms de tout le monde</w:t>
      </w:r>
      <w:r>
        <w:t xml:space="preserve">, </w:t>
      </w:r>
      <w:r w:rsidR="00855694" w:rsidRPr="009071AC">
        <w:t>dit-il</w:t>
      </w:r>
      <w:r>
        <w:t xml:space="preserve">, </w:t>
      </w:r>
      <w:r w:rsidR="00855694" w:rsidRPr="009071AC">
        <w:t>ce sera long</w:t>
      </w:r>
      <w:r>
        <w:t xml:space="preserve">, </w:t>
      </w:r>
      <w:r w:rsidR="00855694" w:rsidRPr="009071AC">
        <w:t>et je vais pendant ce temps continuer les perquisitions</w:t>
      </w:r>
      <w:r>
        <w:t>.</w:t>
      </w:r>
    </w:p>
    <w:p w14:paraId="7C4F93E6" w14:textId="77777777" w:rsidR="00F635DB" w:rsidRDefault="00855694" w:rsidP="00F635DB">
      <w:r w:rsidRPr="009071AC">
        <w:t>On n</w:t>
      </w:r>
      <w:r w:rsidR="00F635DB">
        <w:t>’</w:t>
      </w:r>
      <w:r w:rsidRPr="009071AC">
        <w:t>avait</w:t>
      </w:r>
      <w:r w:rsidR="00F635DB">
        <w:t xml:space="preserve">, </w:t>
      </w:r>
      <w:r w:rsidRPr="009071AC">
        <w:t>en effet</w:t>
      </w:r>
      <w:r w:rsidR="00F635DB">
        <w:t xml:space="preserve">, </w:t>
      </w:r>
      <w:r w:rsidRPr="009071AC">
        <w:t>en vue que la tablette du secrétaire</w:t>
      </w:r>
      <w:r w:rsidR="00F635DB">
        <w:t xml:space="preserve">, </w:t>
      </w:r>
      <w:r w:rsidRPr="009071AC">
        <w:t>et les tiroirs restaient à examiner</w:t>
      </w:r>
      <w:r w:rsidR="00F635DB">
        <w:t>.</w:t>
      </w:r>
    </w:p>
    <w:p w14:paraId="0F07DF29" w14:textId="7D4EF624" w:rsidR="00F635DB" w:rsidRDefault="00855694" w:rsidP="00F635DB">
      <w:r w:rsidRPr="009071AC">
        <w:t>Dès le premier qu</w:t>
      </w:r>
      <w:r w:rsidR="00F635DB">
        <w:t>’</w:t>
      </w:r>
      <w:r w:rsidRPr="009071AC">
        <w:t>il ouvrit</w:t>
      </w:r>
      <w:r w:rsidR="00F635DB">
        <w:t xml:space="preserve">, </w:t>
      </w:r>
      <w:r w:rsidRPr="009071AC">
        <w:t>le juge put reconnaître l</w:t>
      </w:r>
      <w:r w:rsidR="00F635DB">
        <w:t>’</w:t>
      </w:r>
      <w:r w:rsidRPr="009071AC">
        <w:t xml:space="preserve">exactitude des renseignements qui lui avaient été fournis par </w:t>
      </w:r>
      <w:r w:rsidR="00F635DB">
        <w:t>M</w:t>
      </w:r>
      <w:r w:rsidR="00F635DB" w:rsidRPr="00F635DB">
        <w:rPr>
          <w:vertAlign w:val="superscript"/>
        </w:rPr>
        <w:t>lle</w:t>
      </w:r>
      <w:r w:rsidR="00F635DB">
        <w:t> </w:t>
      </w:r>
      <w:r w:rsidRPr="009071AC">
        <w:t>Marguerite</w:t>
      </w:r>
      <w:r w:rsidR="00F635DB">
        <w:t>.</w:t>
      </w:r>
    </w:p>
    <w:p w14:paraId="3A02C6A0" w14:textId="59492945" w:rsidR="00F635DB" w:rsidRDefault="00855694" w:rsidP="00F635DB">
      <w:r w:rsidRPr="009071AC">
        <w:t>Il y prit connaissance de la grosse d</w:t>
      </w:r>
      <w:r w:rsidR="00F635DB">
        <w:t>’</w:t>
      </w:r>
      <w:r w:rsidRPr="009071AC">
        <w:t>un acte</w:t>
      </w:r>
      <w:r w:rsidR="00F635DB">
        <w:t xml:space="preserve">, </w:t>
      </w:r>
      <w:r w:rsidRPr="009071AC">
        <w:t xml:space="preserve">lequel établissait que </w:t>
      </w:r>
      <w:r w:rsidR="00F635DB">
        <w:t>M. de </w:t>
      </w:r>
      <w:proofErr w:type="spellStart"/>
      <w:r w:rsidRPr="009071AC">
        <w:t>Chalusse</w:t>
      </w:r>
      <w:proofErr w:type="spellEnd"/>
      <w:r w:rsidR="00F635DB">
        <w:t xml:space="preserve">, </w:t>
      </w:r>
      <w:r w:rsidRPr="009071AC">
        <w:t>avait emprunté au Crédit</w:t>
      </w:r>
      <w:r w:rsidR="00F635DB">
        <w:t xml:space="preserve">, </w:t>
      </w:r>
      <w:r w:rsidRPr="009071AC">
        <w:t>foncier huit cent cinquante mille francs</w:t>
      </w:r>
      <w:r w:rsidR="00F635DB">
        <w:t xml:space="preserve">. </w:t>
      </w:r>
      <w:r w:rsidRPr="009071AC">
        <w:t>Cette somme lui avait été versée le samedi qui avait précédé sa mort</w:t>
      </w:r>
      <w:r w:rsidR="00F635DB">
        <w:t>.</w:t>
      </w:r>
    </w:p>
    <w:p w14:paraId="27A80570" w14:textId="3C08D5E7" w:rsidR="00F635DB" w:rsidRDefault="00855694" w:rsidP="00F635DB">
      <w:r w:rsidRPr="009071AC">
        <w:t>Au-dessous de cet acte</w:t>
      </w:r>
      <w:r w:rsidR="00F635DB">
        <w:t xml:space="preserve">, </w:t>
      </w:r>
      <w:r w:rsidRPr="009071AC">
        <w:t>était un bordereau d</w:t>
      </w:r>
      <w:r w:rsidR="00F635DB">
        <w:t>’</w:t>
      </w:r>
      <w:r w:rsidRPr="009071AC">
        <w:t>agent de change</w:t>
      </w:r>
      <w:r w:rsidR="00F635DB">
        <w:t xml:space="preserve">, </w:t>
      </w:r>
      <w:r w:rsidRPr="009071AC">
        <w:t>signé Pellé</w:t>
      </w:r>
      <w:r w:rsidR="00F635DB">
        <w:t xml:space="preserve">, </w:t>
      </w:r>
      <w:r w:rsidRPr="009071AC">
        <w:t>constatant que le comte avait fait vendre à la Bourse des titres de plusieurs sortes</w:t>
      </w:r>
      <w:r w:rsidR="00F635DB">
        <w:t xml:space="preserve">, </w:t>
      </w:r>
      <w:r w:rsidRPr="009071AC">
        <w:t>rentes et actions</w:t>
      </w:r>
      <w:r w:rsidR="00F635DB">
        <w:t xml:space="preserve">, </w:t>
      </w:r>
      <w:r w:rsidRPr="009071AC">
        <w:t>dont le montant s</w:t>
      </w:r>
      <w:r w:rsidR="00F635DB">
        <w:t>’</w:t>
      </w:r>
      <w:r w:rsidRPr="009071AC">
        <w:t>était élevé à quatorze cent vingt-trois mille francs</w:t>
      </w:r>
      <w:r w:rsidR="00F635DB">
        <w:t xml:space="preserve">, </w:t>
      </w:r>
      <w:r w:rsidRPr="009071AC">
        <w:t>qui lui avaient été remis l</w:t>
      </w:r>
      <w:r w:rsidR="00F635DB">
        <w:t>’</w:t>
      </w:r>
      <w:r w:rsidRPr="009071AC">
        <w:t>avant-veille</w:t>
      </w:r>
      <w:r w:rsidR="00F635DB">
        <w:t xml:space="preserve">, </w:t>
      </w:r>
      <w:r w:rsidRPr="009071AC">
        <w:t>c</w:t>
      </w:r>
      <w:r w:rsidR="00F635DB">
        <w:t>’</w:t>
      </w:r>
      <w:r w:rsidRPr="009071AC">
        <w:t>est-à-dire le mardi</w:t>
      </w:r>
      <w:r w:rsidR="00F635DB">
        <w:t xml:space="preserve">, </w:t>
      </w:r>
      <w:r w:rsidRPr="009071AC">
        <w:t>partie en billets de banque</w:t>
      </w:r>
      <w:r w:rsidR="00F635DB">
        <w:t xml:space="preserve">, </w:t>
      </w:r>
      <w:r w:rsidRPr="009071AC">
        <w:t xml:space="preserve">et partie en bons sur </w:t>
      </w:r>
      <w:r w:rsidR="00F635DB">
        <w:t>« </w:t>
      </w:r>
      <w:r w:rsidRPr="009071AC">
        <w:t>divers</w:t>
      </w:r>
      <w:r w:rsidR="00F635DB">
        <w:t>. »</w:t>
      </w:r>
    </w:p>
    <w:p w14:paraId="4045DDA7" w14:textId="1CC2054B" w:rsidR="00F635DB" w:rsidRDefault="00855694" w:rsidP="00F635DB">
      <w:r w:rsidRPr="009071AC">
        <w:lastRenderedPageBreak/>
        <w:t>C</w:t>
      </w:r>
      <w:r w:rsidR="00F635DB">
        <w:t>’</w:t>
      </w:r>
      <w:r w:rsidRPr="009071AC">
        <w:t xml:space="preserve">était donc une somme totale de deux millions deux cent soixante-treize mille francs que </w:t>
      </w:r>
      <w:r w:rsidR="00F635DB">
        <w:t>M. de </w:t>
      </w:r>
      <w:proofErr w:type="spellStart"/>
      <w:r w:rsidRPr="009071AC">
        <w:t>Chalusse</w:t>
      </w:r>
      <w:proofErr w:type="spellEnd"/>
      <w:r w:rsidRPr="009071AC">
        <w:t xml:space="preserve"> avait reçue depuis six jours</w:t>
      </w:r>
      <w:r w:rsidR="00F635DB">
        <w:t>…</w:t>
      </w:r>
    </w:p>
    <w:p w14:paraId="0711BBCA" w14:textId="77777777" w:rsidR="00F635DB" w:rsidRDefault="00855694" w:rsidP="00F635DB">
      <w:r w:rsidRPr="009071AC">
        <w:t>Dans un tiroir qu</w:t>
      </w:r>
      <w:r w:rsidR="00F635DB">
        <w:t>’</w:t>
      </w:r>
      <w:r w:rsidRPr="009071AC">
        <w:t>on ouvrit ensuite</w:t>
      </w:r>
      <w:r w:rsidR="00F635DB">
        <w:t xml:space="preserve">, </w:t>
      </w:r>
      <w:r w:rsidRPr="009071AC">
        <w:t>on ne découvrit rien que des titres de propriété</w:t>
      </w:r>
      <w:r w:rsidR="00F635DB">
        <w:t xml:space="preserve">, </w:t>
      </w:r>
      <w:r w:rsidRPr="009071AC">
        <w:t>des baux et des liasses d</w:t>
      </w:r>
      <w:r w:rsidR="00F635DB">
        <w:t>’</w:t>
      </w:r>
      <w:r w:rsidRPr="009071AC">
        <w:t>actions qui attestaient que la rumeur publique avait diminué plutôt qu</w:t>
      </w:r>
      <w:r w:rsidR="00F635DB">
        <w:t>’</w:t>
      </w:r>
      <w:r w:rsidRPr="009071AC">
        <w:t>exagéré les immenses revenus du comte</w:t>
      </w:r>
      <w:r w:rsidR="00F635DB">
        <w:t xml:space="preserve">, </w:t>
      </w:r>
      <w:r w:rsidRPr="009071AC">
        <w:t>mais qui rendaient difficile à expliquer l</w:t>
      </w:r>
      <w:r w:rsidR="00F635DB">
        <w:t>’</w:t>
      </w:r>
      <w:r w:rsidRPr="009071AC">
        <w:t>emprunt qu</w:t>
      </w:r>
      <w:r w:rsidR="00F635DB">
        <w:t>’</w:t>
      </w:r>
      <w:r w:rsidRPr="009071AC">
        <w:t>il avait contracté</w:t>
      </w:r>
      <w:r w:rsidR="00F635DB">
        <w:t>.</w:t>
      </w:r>
    </w:p>
    <w:p w14:paraId="01642DD1" w14:textId="77777777" w:rsidR="00F635DB" w:rsidRDefault="00855694" w:rsidP="00F635DB">
      <w:r w:rsidRPr="009071AC">
        <w:t>Un dernier tiroir renfermait vingt-huit mille francs en rouleaux de pièces de vingt francs</w:t>
      </w:r>
      <w:r w:rsidR="00F635DB">
        <w:t>.</w:t>
      </w:r>
    </w:p>
    <w:p w14:paraId="22598B5C" w14:textId="77777777" w:rsidR="00F635DB" w:rsidRDefault="00855694" w:rsidP="00F635DB">
      <w:r w:rsidRPr="009071AC">
        <w:t>Enfin</w:t>
      </w:r>
      <w:r w:rsidR="00F635DB">
        <w:t xml:space="preserve">, </w:t>
      </w:r>
      <w:r w:rsidRPr="009071AC">
        <w:t>dans une cachette</w:t>
      </w:r>
      <w:r w:rsidR="00F635DB">
        <w:t xml:space="preserve">, </w:t>
      </w:r>
      <w:r w:rsidRPr="009071AC">
        <w:t>pratiquée entre les compartiments et dont le magistrat sut faire jouer le secret</w:t>
      </w:r>
      <w:r w:rsidR="00F635DB">
        <w:t xml:space="preserve">, </w:t>
      </w:r>
      <w:r w:rsidRPr="009071AC">
        <w:t>il trouva un paquet de lettres jaunies</w:t>
      </w:r>
      <w:r w:rsidR="00F635DB">
        <w:t xml:space="preserve">, </w:t>
      </w:r>
      <w:r w:rsidRPr="009071AC">
        <w:t>liées par un large velours bleu</w:t>
      </w:r>
      <w:r w:rsidR="00F635DB">
        <w:t xml:space="preserve">, </w:t>
      </w:r>
      <w:r w:rsidRPr="009071AC">
        <w:t>trois ou quatre bouquets desséchés</w:t>
      </w:r>
      <w:r w:rsidR="00F635DB">
        <w:t xml:space="preserve">, </w:t>
      </w:r>
      <w:r w:rsidRPr="009071AC">
        <w:t>et un gant de femme qui avait été porté par une main d</w:t>
      </w:r>
      <w:r w:rsidR="00F635DB">
        <w:t>’</w:t>
      </w:r>
      <w:r w:rsidRPr="009071AC">
        <w:t>une merveilleuse petitesse</w:t>
      </w:r>
      <w:r w:rsidR="00F635DB">
        <w:t>.</w:t>
      </w:r>
    </w:p>
    <w:p w14:paraId="2FF1C0E0" w14:textId="77777777" w:rsidR="00F635DB" w:rsidRDefault="00855694" w:rsidP="00F635DB">
      <w:r w:rsidRPr="009071AC">
        <w:t>C</w:t>
      </w:r>
      <w:r w:rsidR="00F635DB">
        <w:t>’</w:t>
      </w:r>
      <w:r w:rsidRPr="009071AC">
        <w:t>étaient là</w:t>
      </w:r>
      <w:r w:rsidR="00F635DB">
        <w:t xml:space="preserve">, </w:t>
      </w:r>
      <w:r w:rsidRPr="009071AC">
        <w:t>évidemment</w:t>
      </w:r>
      <w:r w:rsidR="00F635DB">
        <w:t xml:space="preserve">, </w:t>
      </w:r>
      <w:r w:rsidRPr="009071AC">
        <w:t>les froides reliques de quelque grand amour éteint depuis bien des années</w:t>
      </w:r>
      <w:r w:rsidR="00F635DB">
        <w:t xml:space="preserve">, </w:t>
      </w:r>
      <w:r w:rsidRPr="009071AC">
        <w:t>et le magistrat les examina un moment avec un soupir</w:t>
      </w:r>
      <w:r w:rsidR="00F635DB">
        <w:t>…</w:t>
      </w:r>
    </w:p>
    <w:p w14:paraId="3E74EDE0" w14:textId="6B82971C" w:rsidR="00F635DB" w:rsidRDefault="00855694" w:rsidP="00F635DB">
      <w:r w:rsidRPr="009071AC">
        <w:t>Même son attention l</w:t>
      </w:r>
      <w:r w:rsidR="00F635DB">
        <w:t>’</w:t>
      </w:r>
      <w:r w:rsidRPr="009071AC">
        <w:t xml:space="preserve">empêcha de remarquer le trouble de </w:t>
      </w:r>
      <w:r w:rsidR="00F635DB">
        <w:t>M</w:t>
      </w:r>
      <w:r w:rsidR="00F635DB" w:rsidRPr="00F635DB">
        <w:rPr>
          <w:vertAlign w:val="superscript"/>
        </w:rPr>
        <w:t>lle</w:t>
      </w:r>
      <w:r w:rsidR="00F635DB">
        <w:t> </w:t>
      </w:r>
      <w:r w:rsidRPr="009071AC">
        <w:t>Marguerite</w:t>
      </w:r>
      <w:r w:rsidR="00F635DB">
        <w:t xml:space="preserve">… </w:t>
      </w:r>
      <w:r w:rsidRPr="009071AC">
        <w:t>À la vue de ces souvenirs du passé du comte</w:t>
      </w:r>
      <w:r w:rsidR="00F635DB">
        <w:t xml:space="preserve">, </w:t>
      </w:r>
      <w:r w:rsidRPr="009071AC">
        <w:t>soudainement exhumés</w:t>
      </w:r>
      <w:r w:rsidR="00F635DB">
        <w:t xml:space="preserve">, </w:t>
      </w:r>
      <w:r w:rsidRPr="009071AC">
        <w:t>elle avait été près de défaillir</w:t>
      </w:r>
      <w:r w:rsidR="00F635DB">
        <w:t>…</w:t>
      </w:r>
    </w:p>
    <w:p w14:paraId="1094ECE5" w14:textId="77777777" w:rsidR="00F635DB" w:rsidRDefault="00855694" w:rsidP="00F635DB">
      <w:r w:rsidRPr="009071AC">
        <w:t>Cependant l</w:t>
      </w:r>
      <w:r w:rsidR="00F635DB">
        <w:t>’</w:t>
      </w:r>
      <w:r w:rsidRPr="009071AC">
        <w:t>examen du secrétaire était terminé</w:t>
      </w:r>
      <w:r w:rsidR="00F635DB">
        <w:t xml:space="preserve">, </w:t>
      </w:r>
      <w:r w:rsidRPr="009071AC">
        <w:t>et le greffier avait enregistré le nom et les prénoms de tous les domestiques</w:t>
      </w:r>
      <w:r w:rsidR="00F635DB">
        <w:t>.</w:t>
      </w:r>
    </w:p>
    <w:p w14:paraId="0174EC5E" w14:textId="77777777" w:rsidR="00F635DB" w:rsidRDefault="00F635DB" w:rsidP="00F635DB">
      <w:r>
        <w:t>— </w:t>
      </w:r>
      <w:r w:rsidR="00855694" w:rsidRPr="009071AC">
        <w:t>Je vais</w:t>
      </w:r>
      <w:r>
        <w:t xml:space="preserve">, </w:t>
      </w:r>
      <w:r w:rsidR="00855694" w:rsidRPr="009071AC">
        <w:t>reprit à haute voix le juge</w:t>
      </w:r>
      <w:r>
        <w:t xml:space="preserve">, </w:t>
      </w:r>
      <w:r w:rsidR="00855694" w:rsidRPr="009071AC">
        <w:t>procéder à l</w:t>
      </w:r>
      <w:r>
        <w:t>’</w:t>
      </w:r>
      <w:r w:rsidR="00855694" w:rsidRPr="009071AC">
        <w:t>apposition des scellés</w:t>
      </w:r>
      <w:r>
        <w:t xml:space="preserve">… </w:t>
      </w:r>
      <w:r w:rsidR="00855694" w:rsidRPr="009071AC">
        <w:t>Mais avant je distrairai une portion de l</w:t>
      </w:r>
      <w:r>
        <w:t>’</w:t>
      </w:r>
      <w:r w:rsidR="00855694" w:rsidRPr="009071AC">
        <w:t>argent qui se trouve dans ce meuble</w:t>
      </w:r>
      <w:r>
        <w:t xml:space="preserve">, </w:t>
      </w:r>
      <w:r w:rsidR="00855694" w:rsidRPr="009071AC">
        <w:t>pour les dépenses de l</w:t>
      </w:r>
      <w:r>
        <w:t>’</w:t>
      </w:r>
      <w:r w:rsidR="00855694" w:rsidRPr="009071AC">
        <w:t>hôtel</w:t>
      </w:r>
      <w:r>
        <w:t xml:space="preserve">, </w:t>
      </w:r>
      <w:r w:rsidR="00855694" w:rsidRPr="009071AC">
        <w:t>jusqu</w:t>
      </w:r>
      <w:r>
        <w:t>’</w:t>
      </w:r>
      <w:r w:rsidR="00855694" w:rsidRPr="009071AC">
        <w:t>à ce que le tribunal ait statué</w:t>
      </w:r>
      <w:r>
        <w:t xml:space="preserve">. </w:t>
      </w:r>
      <w:r w:rsidR="00855694" w:rsidRPr="009071AC">
        <w:t>Qui s</w:t>
      </w:r>
      <w:r>
        <w:t>’</w:t>
      </w:r>
      <w:r w:rsidR="00855694" w:rsidRPr="009071AC">
        <w:t>en chargera</w:t>
      </w:r>
      <w:r>
        <w:t> ?</w:t>
      </w:r>
    </w:p>
    <w:p w14:paraId="75BCBF74" w14:textId="79EC0BEF" w:rsidR="00F635DB" w:rsidRDefault="00F635DB" w:rsidP="00F635DB">
      <w:r>
        <w:lastRenderedPageBreak/>
        <w:t>— </w:t>
      </w:r>
      <w:r w:rsidR="00855694" w:rsidRPr="009071AC">
        <w:t>Oh</w:t>
      </w:r>
      <w:r>
        <w:t xml:space="preserve"> ! </w:t>
      </w:r>
      <w:r w:rsidR="00855694" w:rsidRPr="009071AC">
        <w:t>pas moi</w:t>
      </w:r>
      <w:r>
        <w:t xml:space="preserve">… </w:t>
      </w:r>
      <w:r w:rsidR="00855694" w:rsidRPr="009071AC">
        <w:t>s</w:t>
      </w:r>
      <w:r>
        <w:t>’</w:t>
      </w:r>
      <w:r w:rsidR="00855694" w:rsidRPr="009071AC">
        <w:t xml:space="preserve">écria </w:t>
      </w:r>
      <w:r>
        <w:t>M</w:t>
      </w:r>
      <w:r w:rsidRPr="00F635DB">
        <w:rPr>
          <w:vertAlign w:val="superscript"/>
        </w:rPr>
        <w:t>me</w:t>
      </w:r>
      <w:r>
        <w:t> </w:t>
      </w:r>
      <w:r w:rsidR="00855694" w:rsidRPr="009071AC">
        <w:t>Léon</w:t>
      </w:r>
      <w:r>
        <w:t>.</w:t>
      </w:r>
    </w:p>
    <w:p w14:paraId="43578D8B" w14:textId="78507827" w:rsidR="00F635DB" w:rsidRDefault="00F635DB" w:rsidP="00F635DB">
      <w:r>
        <w:t>— </w:t>
      </w:r>
      <w:r w:rsidR="00855694" w:rsidRPr="009071AC">
        <w:t>Je m</w:t>
      </w:r>
      <w:r>
        <w:t>’</w:t>
      </w:r>
      <w:r w:rsidR="00855694" w:rsidRPr="009071AC">
        <w:t>en chargerai volontiers</w:t>
      </w:r>
      <w:r>
        <w:t xml:space="preserve">, </w:t>
      </w:r>
      <w:r w:rsidR="00855694" w:rsidRPr="009071AC">
        <w:t xml:space="preserve">fit </w:t>
      </w:r>
      <w:r>
        <w:t>M. </w:t>
      </w:r>
      <w:r w:rsidR="00855694" w:rsidRPr="009071AC">
        <w:t>Casimir</w:t>
      </w:r>
      <w:r>
        <w:t>.</w:t>
      </w:r>
    </w:p>
    <w:p w14:paraId="2B45C852" w14:textId="77777777" w:rsidR="00F635DB" w:rsidRDefault="00F635DB" w:rsidP="00F635DB">
      <w:r>
        <w:t>— </w:t>
      </w:r>
      <w:r w:rsidR="00855694" w:rsidRPr="009071AC">
        <w:t>Voici donc huit mille francs</w:t>
      </w:r>
      <w:r>
        <w:t xml:space="preserve">, </w:t>
      </w:r>
      <w:r w:rsidR="00855694" w:rsidRPr="009071AC">
        <w:t>dont vous aurez à rendre compte</w:t>
      </w:r>
      <w:r>
        <w:t>…</w:t>
      </w:r>
    </w:p>
    <w:p w14:paraId="64BF9319" w14:textId="20EA0AF4" w:rsidR="00F635DB" w:rsidRDefault="00F635DB" w:rsidP="00F635DB">
      <w:r>
        <w:t>M. </w:t>
      </w:r>
      <w:r w:rsidR="00855694" w:rsidRPr="009071AC">
        <w:t>Casimir</w:t>
      </w:r>
      <w:r>
        <w:t xml:space="preserve">, </w:t>
      </w:r>
      <w:r w:rsidR="00855694" w:rsidRPr="009071AC">
        <w:t>homme prudent</w:t>
      </w:r>
      <w:r>
        <w:t xml:space="preserve">, </w:t>
      </w:r>
      <w:r w:rsidR="00855694" w:rsidRPr="009071AC">
        <w:t>vérifia les rouleaux</w:t>
      </w:r>
      <w:r>
        <w:t xml:space="preserve">, </w:t>
      </w:r>
      <w:r w:rsidR="00855694" w:rsidRPr="009071AC">
        <w:t>et quand il eut fini</w:t>
      </w:r>
      <w:r>
        <w:t> :</w:t>
      </w:r>
    </w:p>
    <w:p w14:paraId="212B4AB5" w14:textId="65916348" w:rsidR="00F635DB" w:rsidRDefault="00F635DB" w:rsidP="00F635DB">
      <w:r>
        <w:t>— </w:t>
      </w:r>
      <w:r w:rsidR="00855694" w:rsidRPr="009071AC">
        <w:t>Qui donc</w:t>
      </w:r>
      <w:r>
        <w:t xml:space="preserve">, </w:t>
      </w:r>
      <w:r w:rsidR="00855694" w:rsidRPr="009071AC">
        <w:t>monsieur</w:t>
      </w:r>
      <w:r>
        <w:t xml:space="preserve">, </w:t>
      </w:r>
      <w:r w:rsidR="00855694" w:rsidRPr="009071AC">
        <w:t>demanda-t-il</w:t>
      </w:r>
      <w:r>
        <w:t xml:space="preserve">, </w:t>
      </w:r>
      <w:r w:rsidR="00855694" w:rsidRPr="009071AC">
        <w:t>s</w:t>
      </w:r>
      <w:r>
        <w:t>’</w:t>
      </w:r>
      <w:r w:rsidR="00855694" w:rsidRPr="009071AC">
        <w:t xml:space="preserve">occupera des obsèques de feu </w:t>
      </w:r>
      <w:r>
        <w:t>M. </w:t>
      </w:r>
      <w:r w:rsidR="00855694" w:rsidRPr="009071AC">
        <w:t>le comte</w:t>
      </w:r>
      <w:r>
        <w:t> ?</w:t>
      </w:r>
    </w:p>
    <w:p w14:paraId="188CC976" w14:textId="77777777" w:rsidR="00F635DB" w:rsidRDefault="00F635DB" w:rsidP="00F635DB">
      <w:r>
        <w:t>— </w:t>
      </w:r>
      <w:r w:rsidR="00855694" w:rsidRPr="009071AC">
        <w:t>Vous</w:t>
      </w:r>
      <w:r>
        <w:t xml:space="preserve">… </w:t>
      </w:r>
      <w:r w:rsidR="00855694" w:rsidRPr="009071AC">
        <w:t>et sans perdre une minute</w:t>
      </w:r>
      <w:r>
        <w:t>.</w:t>
      </w:r>
    </w:p>
    <w:p w14:paraId="28366EC5" w14:textId="691344F8" w:rsidR="00F635DB" w:rsidRDefault="00855694" w:rsidP="00F635DB">
      <w:r w:rsidRPr="009071AC">
        <w:t>Fier de son importance nouvelle</w:t>
      </w:r>
      <w:r w:rsidR="00F635DB">
        <w:t xml:space="preserve">, </w:t>
      </w:r>
      <w:r w:rsidRPr="009071AC">
        <w:t>le valet de chambre se hâta de sortir</w:t>
      </w:r>
      <w:r w:rsidR="00F635DB">
        <w:t xml:space="preserve">, </w:t>
      </w:r>
      <w:r w:rsidRPr="009071AC">
        <w:t>un peu consolé par l</w:t>
      </w:r>
      <w:r w:rsidR="00F635DB">
        <w:t>’</w:t>
      </w:r>
      <w:r w:rsidRPr="009071AC">
        <w:t>idée qu</w:t>
      </w:r>
      <w:r w:rsidR="00F635DB">
        <w:t>’</w:t>
      </w:r>
      <w:r w:rsidRPr="009071AC">
        <w:t xml:space="preserve">il allait déjeuner avec </w:t>
      </w:r>
      <w:r w:rsidR="00F635DB">
        <w:t>M. </w:t>
      </w:r>
      <w:r w:rsidRPr="009071AC">
        <w:t>Isidore Fortunat</w:t>
      </w:r>
      <w:r w:rsidR="00F635DB">
        <w:t xml:space="preserve">, </w:t>
      </w:r>
      <w:r w:rsidRPr="009071AC">
        <w:t>et qu</w:t>
      </w:r>
      <w:r w:rsidR="00F635DB">
        <w:t>’</w:t>
      </w:r>
      <w:r w:rsidRPr="009071AC">
        <w:t>ensuite il partagerait une grasse commission avec Victor</w:t>
      </w:r>
      <w:r w:rsidR="00F635DB">
        <w:t xml:space="preserve">. </w:t>
      </w:r>
      <w:r w:rsidRPr="009071AC">
        <w:t>Chupin</w:t>
      </w:r>
      <w:r w:rsidR="00F635DB">
        <w:t>.</w:t>
      </w:r>
    </w:p>
    <w:p w14:paraId="12D03F08" w14:textId="77777777" w:rsidR="00F635DB" w:rsidRDefault="00855694" w:rsidP="00F635DB">
      <w:r w:rsidRPr="009071AC">
        <w:t>Déjà le juge avait repris sa dictée</w:t>
      </w:r>
      <w:r w:rsidR="00F635DB">
        <w:t> :</w:t>
      </w:r>
    </w:p>
    <w:p w14:paraId="0627F111" w14:textId="77777777" w:rsidR="00F635DB" w:rsidRDefault="00F635DB" w:rsidP="00F635DB">
      <w:r>
        <w:t>« </w:t>
      </w:r>
      <w:r w:rsidR="00855694" w:rsidRPr="009071AC">
        <w:t>Et à l</w:t>
      </w:r>
      <w:r>
        <w:t>’</w:t>
      </w:r>
      <w:r w:rsidR="00855694" w:rsidRPr="009071AC">
        <w:t>instant</w:t>
      </w:r>
      <w:r>
        <w:t xml:space="preserve">, </w:t>
      </w:r>
      <w:r w:rsidR="00855694" w:rsidRPr="009071AC">
        <w:t>nous avons successivement apposé des scellés aux deux bouts de bandes de rubans de fil blanc</w:t>
      </w:r>
      <w:r>
        <w:t xml:space="preserve">, </w:t>
      </w:r>
      <w:r w:rsidR="00855694" w:rsidRPr="009071AC">
        <w:t>scellés en cire rouge ardente</w:t>
      </w:r>
      <w:r>
        <w:t xml:space="preserve">, </w:t>
      </w:r>
      <w:r w:rsidR="00855694" w:rsidRPr="009071AC">
        <w:t>empreints du sceau de notre justice de paix</w:t>
      </w:r>
      <w:r>
        <w:t xml:space="preserve">, </w:t>
      </w:r>
      <w:r w:rsidR="00855694" w:rsidRPr="009071AC">
        <w:t>savoir</w:t>
      </w:r>
      <w:r>
        <w:t> :</w:t>
      </w:r>
    </w:p>
    <w:p w14:paraId="56751BC4" w14:textId="77777777" w:rsidR="00F635DB" w:rsidRDefault="00F635DB" w:rsidP="00F635DB">
      <w:pPr>
        <w:ind w:firstLine="0"/>
        <w:jc w:val="center"/>
      </w:pPr>
      <w:r>
        <w:t>« </w:t>
      </w:r>
      <w:r w:rsidR="00855694" w:rsidRPr="00F635DB">
        <w:t>DANS LA CHAMBRE SUS-DÉSIGNÉE DU DÉFUNT</w:t>
      </w:r>
      <w:r>
        <w:t> :</w:t>
      </w:r>
    </w:p>
    <w:p w14:paraId="445CEC0A" w14:textId="4557DAE3" w:rsidR="00F635DB" w:rsidRDefault="00F635DB" w:rsidP="00F635DB">
      <w:r>
        <w:t>« </w:t>
      </w:r>
      <w:r w:rsidR="00855694" w:rsidRPr="009071AC">
        <w:t>1</w:t>
      </w:r>
      <w:r w:rsidR="00855694" w:rsidRPr="009071AC">
        <w:rPr>
          <w:vertAlign w:val="superscript"/>
        </w:rPr>
        <w:t>o</w:t>
      </w:r>
      <w:r w:rsidR="00855694" w:rsidRPr="009071AC">
        <w:t xml:space="preserve"> Une bande de ruban couvrant l</w:t>
      </w:r>
      <w:r>
        <w:t>’</w:t>
      </w:r>
      <w:r w:rsidR="00855694" w:rsidRPr="009071AC">
        <w:t>entrée de la serrure d</w:t>
      </w:r>
      <w:r>
        <w:t>’</w:t>
      </w:r>
      <w:r w:rsidR="00855694" w:rsidRPr="009071AC">
        <w:t>un secrétaire</w:t>
      </w:r>
      <w:r>
        <w:t xml:space="preserve">, </w:t>
      </w:r>
      <w:r w:rsidR="00855694" w:rsidRPr="009071AC">
        <w:t>ouvert par un serrurier requis par nous</w:t>
      </w:r>
      <w:r>
        <w:t xml:space="preserve">, </w:t>
      </w:r>
      <w:r w:rsidR="00855694" w:rsidRPr="009071AC">
        <w:t>et refermée par ledit</w:t>
      </w:r>
      <w:r>
        <w:t>… »</w:t>
      </w:r>
    </w:p>
    <w:p w14:paraId="3D0F3963" w14:textId="77777777" w:rsidR="00F635DB" w:rsidRDefault="00855694" w:rsidP="00F635DB">
      <w:r w:rsidRPr="009071AC">
        <w:t>Et ainsi</w:t>
      </w:r>
      <w:r w:rsidR="00F635DB">
        <w:t xml:space="preserve">, </w:t>
      </w:r>
      <w:r w:rsidRPr="009071AC">
        <w:t>le magistrat et son greffier poursuivaient de meuble en meuble</w:t>
      </w:r>
      <w:r w:rsidR="00F635DB">
        <w:t xml:space="preserve">, </w:t>
      </w:r>
      <w:r w:rsidRPr="009071AC">
        <w:t>décrivant l</w:t>
      </w:r>
      <w:r w:rsidR="00F635DB">
        <w:t>’</w:t>
      </w:r>
      <w:r w:rsidRPr="009071AC">
        <w:t>opération au procès-verbal</w:t>
      </w:r>
      <w:r w:rsidR="00F635DB">
        <w:t xml:space="preserve">, </w:t>
      </w:r>
      <w:r w:rsidRPr="009071AC">
        <w:t>à mesure qu</w:t>
      </w:r>
      <w:r w:rsidR="00F635DB">
        <w:t>’</w:t>
      </w:r>
      <w:r w:rsidRPr="009071AC">
        <w:t>elle s</w:t>
      </w:r>
      <w:r w:rsidR="00F635DB">
        <w:t>’</w:t>
      </w:r>
      <w:r w:rsidRPr="009071AC">
        <w:t>accomplissait</w:t>
      </w:r>
      <w:r w:rsidR="00F635DB">
        <w:t>.</w:t>
      </w:r>
    </w:p>
    <w:p w14:paraId="4656B7D5" w14:textId="77777777" w:rsidR="00F635DB" w:rsidRDefault="00855694" w:rsidP="00F635DB">
      <w:r w:rsidRPr="009071AC">
        <w:lastRenderedPageBreak/>
        <w:t>De la chambre à coucher du comte</w:t>
      </w:r>
      <w:r w:rsidR="00F635DB">
        <w:t xml:space="preserve">, </w:t>
      </w:r>
      <w:r w:rsidRPr="009071AC">
        <w:t>ils étaient passés dans son cabinet de travail</w:t>
      </w:r>
      <w:r w:rsidR="00F635DB">
        <w:t>.</w:t>
      </w:r>
    </w:p>
    <w:p w14:paraId="6A6DD77E" w14:textId="5A828833" w:rsidR="00F635DB" w:rsidRDefault="00855694" w:rsidP="00F635DB">
      <w:r w:rsidRPr="009071AC">
        <w:t xml:space="preserve">Et </w:t>
      </w:r>
      <w:r w:rsidR="00F635DB">
        <w:t>M</w:t>
      </w:r>
      <w:r w:rsidR="00F635DB" w:rsidRPr="00F635DB">
        <w:rPr>
          <w:vertAlign w:val="superscript"/>
        </w:rPr>
        <w:t>lle</w:t>
      </w:r>
      <w:r w:rsidR="00F635DB">
        <w:t> </w:t>
      </w:r>
      <w:r w:rsidRPr="009071AC">
        <w:t xml:space="preserve">Marguerite et </w:t>
      </w:r>
      <w:r w:rsidR="00F635DB">
        <w:t>M</w:t>
      </w:r>
      <w:r w:rsidR="00F635DB" w:rsidRPr="00F635DB">
        <w:rPr>
          <w:vertAlign w:val="superscript"/>
        </w:rPr>
        <w:t>me</w:t>
      </w:r>
      <w:r w:rsidR="00F635DB">
        <w:t> </w:t>
      </w:r>
      <w:r w:rsidRPr="009071AC">
        <w:t>Léon suivaient</w:t>
      </w:r>
      <w:r w:rsidR="00F635DB">
        <w:t xml:space="preserve">, </w:t>
      </w:r>
      <w:r w:rsidRPr="009071AC">
        <w:t>et aussi les domestiques</w:t>
      </w:r>
      <w:r w:rsidR="00F635DB">
        <w:t xml:space="preserve">, </w:t>
      </w:r>
      <w:r w:rsidRPr="009071AC">
        <w:t>étonnés d</w:t>
      </w:r>
      <w:r w:rsidR="00F635DB">
        <w:t>’</w:t>
      </w:r>
      <w:r w:rsidRPr="009071AC">
        <w:t>abord</w:t>
      </w:r>
      <w:r w:rsidR="00F635DB">
        <w:t xml:space="preserve">, </w:t>
      </w:r>
      <w:r w:rsidRPr="009071AC">
        <w:t>puis émus</w:t>
      </w:r>
      <w:r w:rsidR="00F635DB">
        <w:t xml:space="preserve">, </w:t>
      </w:r>
      <w:r w:rsidRPr="009071AC">
        <w:t>de ces tristes et nécessaires formalités</w:t>
      </w:r>
      <w:r w:rsidR="00F635DB">
        <w:t xml:space="preserve">, </w:t>
      </w:r>
      <w:r w:rsidRPr="009071AC">
        <w:t>glacés de voir ainsi fouillée jusqu</w:t>
      </w:r>
      <w:r w:rsidR="00F635DB">
        <w:t>’</w:t>
      </w:r>
      <w:r w:rsidRPr="009071AC">
        <w:t>en ses recoins intimes et sacrés</w:t>
      </w:r>
      <w:r w:rsidR="00F635DB">
        <w:t xml:space="preserve">, </w:t>
      </w:r>
      <w:r w:rsidRPr="009071AC">
        <w:t>l</w:t>
      </w:r>
      <w:r w:rsidR="00F635DB">
        <w:t>’</w:t>
      </w:r>
      <w:r w:rsidRPr="009071AC">
        <w:t>existence de l</w:t>
      </w:r>
      <w:r w:rsidR="00F635DB">
        <w:t>’</w:t>
      </w:r>
      <w:r w:rsidRPr="009071AC">
        <w:t>homme qui avait été le maître en cette princière demeure</w:t>
      </w:r>
      <w:r w:rsidR="00F635DB">
        <w:t xml:space="preserve">, </w:t>
      </w:r>
      <w:r w:rsidRPr="009071AC">
        <w:t>et dont le corps était encore là</w:t>
      </w:r>
      <w:r w:rsidR="00F635DB">
        <w:t xml:space="preserve">… </w:t>
      </w:r>
      <w:r w:rsidRPr="009071AC">
        <w:t>car ces perquisitions ont quelque chose de plus cruel encore que l</w:t>
      </w:r>
      <w:r w:rsidR="00F635DB">
        <w:t>’</w:t>
      </w:r>
      <w:r w:rsidRPr="009071AC">
        <w:t>autopsie pratiquée par les chirurgiens</w:t>
      </w:r>
      <w:r w:rsidR="00F635DB">
        <w:t xml:space="preserve">. </w:t>
      </w:r>
      <w:r w:rsidRPr="009071AC">
        <w:t>Le cadavre est insensible</w:t>
      </w:r>
      <w:r w:rsidR="00F635DB">
        <w:t xml:space="preserve">, </w:t>
      </w:r>
      <w:r w:rsidRPr="009071AC">
        <w:t>on le sait bien</w:t>
      </w:r>
      <w:r w:rsidR="00F635DB">
        <w:t xml:space="preserve">, </w:t>
      </w:r>
      <w:r w:rsidRPr="009071AC">
        <w:t>tandis qu</w:t>
      </w:r>
      <w:r w:rsidR="00F635DB">
        <w:t>’</w:t>
      </w:r>
      <w:r w:rsidRPr="009071AC">
        <w:t>on se demande si la pensée ne palpite pas longtemps encore là où elle a vécu</w:t>
      </w:r>
      <w:r w:rsidR="00F635DB">
        <w:t>.</w:t>
      </w:r>
    </w:p>
    <w:p w14:paraId="400F2C8C" w14:textId="11C036FF" w:rsidR="00F635DB" w:rsidRDefault="00855694" w:rsidP="00F635DB">
      <w:r w:rsidRPr="009071AC">
        <w:t>À midi</w:t>
      </w:r>
      <w:r w:rsidR="00F635DB">
        <w:t xml:space="preserve">, </w:t>
      </w:r>
      <w:r w:rsidRPr="009071AC">
        <w:t xml:space="preserve">tous les meubles avaient été fouillés où on pouvait supposer que </w:t>
      </w:r>
      <w:r w:rsidR="00F635DB">
        <w:t>M. de </w:t>
      </w:r>
      <w:proofErr w:type="spellStart"/>
      <w:r w:rsidRPr="009071AC">
        <w:t>Chalusse</w:t>
      </w:r>
      <w:proofErr w:type="spellEnd"/>
      <w:r w:rsidRPr="009071AC">
        <w:t xml:space="preserve"> avait déposé ses valeurs ou un testament</w:t>
      </w:r>
      <w:r w:rsidR="00F635DB">
        <w:t xml:space="preserve">, </w:t>
      </w:r>
      <w:r w:rsidRPr="009071AC">
        <w:t>et on n</w:t>
      </w:r>
      <w:r w:rsidR="00F635DB">
        <w:t>’</w:t>
      </w:r>
      <w:r w:rsidRPr="009071AC">
        <w:t>avait rien trouvé</w:t>
      </w:r>
      <w:r w:rsidR="00F635DB">
        <w:t xml:space="preserve">… </w:t>
      </w:r>
      <w:r w:rsidRPr="009071AC">
        <w:t>rien</w:t>
      </w:r>
      <w:r w:rsidR="00F635DB">
        <w:t xml:space="preserve">… </w:t>
      </w:r>
      <w:r w:rsidRPr="009071AC">
        <w:t>rien</w:t>
      </w:r>
      <w:r w:rsidR="00F635DB">
        <w:t>…</w:t>
      </w:r>
    </w:p>
    <w:p w14:paraId="4F2136C5" w14:textId="77777777" w:rsidR="00F635DB" w:rsidRDefault="00855694" w:rsidP="00F635DB">
      <w:r w:rsidRPr="009071AC">
        <w:t>Le magistrat</w:t>
      </w:r>
      <w:r w:rsidR="00F635DB">
        <w:t xml:space="preserve">, </w:t>
      </w:r>
      <w:r w:rsidRPr="009071AC">
        <w:t>jusqu</w:t>
      </w:r>
      <w:r w:rsidR="00F635DB">
        <w:t>’</w:t>
      </w:r>
      <w:r w:rsidRPr="009071AC">
        <w:t>à ce moment</w:t>
      </w:r>
      <w:r w:rsidR="00F635DB">
        <w:t xml:space="preserve">, </w:t>
      </w:r>
      <w:r w:rsidRPr="009071AC">
        <w:t>avait procédé avec cette âpre impatience qui</w:t>
      </w:r>
      <w:r w:rsidR="00F635DB">
        <w:t xml:space="preserve">, </w:t>
      </w:r>
      <w:r w:rsidRPr="009071AC">
        <w:t>pendant les longues perquisitions</w:t>
      </w:r>
      <w:r w:rsidR="00F635DB">
        <w:t xml:space="preserve">, </w:t>
      </w:r>
      <w:r w:rsidRPr="009071AC">
        <w:t>gagne les esprits les plus froids</w:t>
      </w:r>
      <w:r w:rsidR="00F635DB">
        <w:t>.</w:t>
      </w:r>
    </w:p>
    <w:p w14:paraId="31DD23DA" w14:textId="77777777" w:rsidR="00F635DB" w:rsidRDefault="00855694" w:rsidP="00F635DB">
      <w:r w:rsidRPr="009071AC">
        <w:t>Il avait mis à tout bouleverser une précipitation nerveuse</w:t>
      </w:r>
      <w:r w:rsidR="00F635DB">
        <w:t xml:space="preserve">, </w:t>
      </w:r>
      <w:r w:rsidRPr="009071AC">
        <w:t>résultant de cette conviction que les objets qu</w:t>
      </w:r>
      <w:r w:rsidR="00F635DB">
        <w:t>’</w:t>
      </w:r>
      <w:r w:rsidRPr="009071AC">
        <w:t>il recherchait étaient là</w:t>
      </w:r>
      <w:r w:rsidR="00F635DB">
        <w:t xml:space="preserve">, </w:t>
      </w:r>
      <w:r w:rsidRPr="009071AC">
        <w:t>à sa portée</w:t>
      </w:r>
      <w:r w:rsidR="00F635DB">
        <w:t xml:space="preserve">, </w:t>
      </w:r>
      <w:r w:rsidRPr="009071AC">
        <w:t>sous sa main</w:t>
      </w:r>
      <w:r w:rsidR="00F635DB">
        <w:t xml:space="preserve">, </w:t>
      </w:r>
      <w:r w:rsidRPr="009071AC">
        <w:t>lui crevant pour ainsi dire les yeux</w:t>
      </w:r>
      <w:r w:rsidR="00F635DB">
        <w:t>.</w:t>
      </w:r>
    </w:p>
    <w:p w14:paraId="43627037" w14:textId="77777777" w:rsidR="00F635DB" w:rsidRDefault="00855694" w:rsidP="00F635DB">
      <w:r w:rsidRPr="009071AC">
        <w:t>Car il était plus que persuadé</w:t>
      </w:r>
      <w:r w:rsidR="00F635DB">
        <w:t xml:space="preserve">, </w:t>
      </w:r>
      <w:r w:rsidRPr="009071AC">
        <w:t>il était sûr</w:t>
      </w:r>
      <w:r w:rsidR="00F635DB">
        <w:t xml:space="preserve"> – </w:t>
      </w:r>
      <w:r w:rsidRPr="009071AC">
        <w:t>ou sa pratique des hommes n</w:t>
      </w:r>
      <w:r w:rsidR="00F635DB">
        <w:t>’</w:t>
      </w:r>
      <w:r w:rsidRPr="009071AC">
        <w:t>eût pas été l</w:t>
      </w:r>
      <w:r w:rsidR="00F635DB">
        <w:t>’</w:t>
      </w:r>
      <w:r w:rsidRPr="009071AC">
        <w:t>expérience</w:t>
      </w:r>
      <w:r w:rsidR="00F635DB">
        <w:t xml:space="preserve"> – </w:t>
      </w:r>
      <w:r w:rsidRPr="009071AC">
        <w:t xml:space="preserve">il eût juré que le comte de </w:t>
      </w:r>
      <w:proofErr w:type="spellStart"/>
      <w:r w:rsidRPr="009071AC">
        <w:t>Chalusse</w:t>
      </w:r>
      <w:proofErr w:type="spellEnd"/>
      <w:r w:rsidRPr="009071AC">
        <w:t xml:space="preserve"> avait pris toutes les dispositions naturellement indiquées aux vieillards isolés</w:t>
      </w:r>
      <w:r w:rsidR="00F635DB">
        <w:t xml:space="preserve">, </w:t>
      </w:r>
      <w:r w:rsidRPr="009071AC">
        <w:t>qui n</w:t>
      </w:r>
      <w:r w:rsidR="00F635DB">
        <w:t>’</w:t>
      </w:r>
      <w:r w:rsidRPr="009071AC">
        <w:t>ont point de parents habiles à recueillir leur succession</w:t>
      </w:r>
      <w:r w:rsidR="00F635DB">
        <w:t xml:space="preserve">, </w:t>
      </w:r>
      <w:r w:rsidRPr="009071AC">
        <w:t>et qui ont placé leur affection et l</w:t>
      </w:r>
      <w:r w:rsidR="00F635DB">
        <w:t>’</w:t>
      </w:r>
      <w:r w:rsidRPr="009071AC">
        <w:t>intérêt de leur vie hors de la famille légitime</w:t>
      </w:r>
      <w:r w:rsidR="00F635DB">
        <w:t>…</w:t>
      </w:r>
    </w:p>
    <w:p w14:paraId="3A89BA52" w14:textId="77777777" w:rsidR="00F635DB" w:rsidRDefault="00855694" w:rsidP="00F635DB">
      <w:r w:rsidRPr="009071AC">
        <w:t>Et lorsqu</w:t>
      </w:r>
      <w:r w:rsidR="00F635DB">
        <w:t>’</w:t>
      </w:r>
      <w:r w:rsidRPr="009071AC">
        <w:t>il dut s</w:t>
      </w:r>
      <w:r w:rsidR="00F635DB">
        <w:t>’</w:t>
      </w:r>
      <w:r w:rsidRPr="009071AC">
        <w:t>arrêter</w:t>
      </w:r>
      <w:r w:rsidR="00F635DB">
        <w:t xml:space="preserve">, </w:t>
      </w:r>
      <w:r w:rsidRPr="009071AC">
        <w:t>quand il fut à bout d</w:t>
      </w:r>
      <w:r w:rsidR="00F635DB">
        <w:t>’</w:t>
      </w:r>
      <w:r w:rsidRPr="009071AC">
        <w:t>investigations</w:t>
      </w:r>
      <w:r w:rsidR="00F635DB">
        <w:t xml:space="preserve">, </w:t>
      </w:r>
      <w:r w:rsidRPr="009071AC">
        <w:t xml:space="preserve">son geste fut celui de la colère bien plus que celui du </w:t>
      </w:r>
      <w:r w:rsidRPr="009071AC">
        <w:lastRenderedPageBreak/>
        <w:t>découragement</w:t>
      </w:r>
      <w:r w:rsidR="00F635DB">
        <w:t xml:space="preserve"> ; </w:t>
      </w:r>
      <w:r w:rsidRPr="009071AC">
        <w:t>l</w:t>
      </w:r>
      <w:r w:rsidR="00F635DB">
        <w:t>’</w:t>
      </w:r>
      <w:r w:rsidRPr="009071AC">
        <w:t>évidence apparente n</w:t>
      </w:r>
      <w:r w:rsidR="00F635DB">
        <w:t>’</w:t>
      </w:r>
      <w:r w:rsidRPr="009071AC">
        <w:t>ébranlant nullement son opinion</w:t>
      </w:r>
      <w:r w:rsidR="00F635DB">
        <w:t>.</w:t>
      </w:r>
    </w:p>
    <w:p w14:paraId="181EBC79" w14:textId="77777777" w:rsidR="00F635DB" w:rsidRDefault="00855694" w:rsidP="00F635DB">
      <w:r w:rsidRPr="009071AC">
        <w:t>Aussi</w:t>
      </w:r>
      <w:r w:rsidR="00F635DB">
        <w:t xml:space="preserve">, </w:t>
      </w:r>
      <w:r w:rsidRPr="009071AC">
        <w:t>restait-il immobile</w:t>
      </w:r>
      <w:r w:rsidR="00F635DB">
        <w:t xml:space="preserve">, </w:t>
      </w:r>
      <w:r w:rsidRPr="009071AC">
        <w:t>l</w:t>
      </w:r>
      <w:r w:rsidR="00F635DB">
        <w:t>’</w:t>
      </w:r>
      <w:r w:rsidRPr="009071AC">
        <w:t>œil arrêté sur le chaton de sa bague</w:t>
      </w:r>
      <w:r w:rsidR="00F635DB">
        <w:t xml:space="preserve">, </w:t>
      </w:r>
      <w:r w:rsidRPr="009071AC">
        <w:t>comme s</w:t>
      </w:r>
      <w:r w:rsidR="00F635DB">
        <w:t>’</w:t>
      </w:r>
      <w:r w:rsidRPr="009071AC">
        <w:t>il en eût attendu quelque miraculeuse inspiration</w:t>
      </w:r>
      <w:r w:rsidR="00F635DB">
        <w:t xml:space="preserve">, </w:t>
      </w:r>
      <w:r w:rsidRPr="009071AC">
        <w:t>lui révélant le secret d</w:t>
      </w:r>
      <w:r w:rsidR="00F635DB">
        <w:t>’</w:t>
      </w:r>
      <w:r w:rsidRPr="009071AC">
        <w:t>une cache ignorée de tous</w:t>
      </w:r>
      <w:r w:rsidR="00F635DB">
        <w:t>.</w:t>
      </w:r>
    </w:p>
    <w:p w14:paraId="72040125" w14:textId="77777777" w:rsidR="00F635DB" w:rsidRDefault="00F635DB" w:rsidP="00F635DB">
      <w:r>
        <w:t>— </w:t>
      </w:r>
      <w:r w:rsidR="00855694" w:rsidRPr="009071AC">
        <w:t>Car le comte n</w:t>
      </w:r>
      <w:r>
        <w:t>’</w:t>
      </w:r>
      <w:r w:rsidR="00855694" w:rsidRPr="009071AC">
        <w:t>est ici coupable que de trop de précautions</w:t>
      </w:r>
      <w:r>
        <w:t xml:space="preserve">, </w:t>
      </w:r>
      <w:r w:rsidR="00855694" w:rsidRPr="009071AC">
        <w:t>grommelait-il entre haut et bas</w:t>
      </w:r>
      <w:r>
        <w:t xml:space="preserve">, </w:t>
      </w:r>
      <w:r w:rsidR="00855694" w:rsidRPr="009071AC">
        <w:t>j</w:t>
      </w:r>
      <w:r>
        <w:t>’</w:t>
      </w:r>
      <w:r w:rsidR="00855694" w:rsidRPr="009071AC">
        <w:t>en mettrais un doigt au feu</w:t>
      </w:r>
      <w:r>
        <w:t xml:space="preserve">… </w:t>
      </w:r>
      <w:r w:rsidR="00855694" w:rsidRPr="009071AC">
        <w:t>Cela se voit souvent et était dans la nature de l</w:t>
      </w:r>
      <w:r>
        <w:t>’</w:t>
      </w:r>
      <w:r w:rsidR="00855694" w:rsidRPr="009071AC">
        <w:t>homme</w:t>
      </w:r>
      <w:r>
        <w:t xml:space="preserve">, </w:t>
      </w:r>
      <w:r w:rsidR="00855694" w:rsidRPr="009071AC">
        <w:t>d</w:t>
      </w:r>
      <w:r>
        <w:t>’</w:t>
      </w:r>
      <w:r w:rsidR="00855694" w:rsidRPr="009071AC">
        <w:t>après ce que j</w:t>
      </w:r>
      <w:r>
        <w:t>’</w:t>
      </w:r>
      <w:r w:rsidR="00855694" w:rsidRPr="009071AC">
        <w:t>en sais</w:t>
      </w:r>
      <w:r>
        <w:t>…</w:t>
      </w:r>
    </w:p>
    <w:p w14:paraId="660A85DD" w14:textId="199AC704" w:rsidR="00F635DB" w:rsidRDefault="00F635DB" w:rsidP="00F635DB">
      <w:r>
        <w:t>M</w:t>
      </w:r>
      <w:r w:rsidRPr="00F635DB">
        <w:rPr>
          <w:vertAlign w:val="superscript"/>
        </w:rPr>
        <w:t>me</w:t>
      </w:r>
      <w:r>
        <w:t> </w:t>
      </w:r>
      <w:r w:rsidR="00855694" w:rsidRPr="009071AC">
        <w:t>Léon leva les bras au ciel</w:t>
      </w:r>
      <w:r>
        <w:t>.</w:t>
      </w:r>
    </w:p>
    <w:p w14:paraId="6FEA8A0A" w14:textId="77777777" w:rsidR="00F635DB" w:rsidRDefault="00F635DB" w:rsidP="00F635DB">
      <w:r>
        <w:t>— </w:t>
      </w:r>
      <w:r w:rsidR="00855694" w:rsidRPr="009071AC">
        <w:t>Ah</w:t>
      </w:r>
      <w:r>
        <w:t xml:space="preserve"> ! </w:t>
      </w:r>
      <w:r w:rsidR="00855694" w:rsidRPr="009071AC">
        <w:t>oui</w:t>
      </w:r>
      <w:r>
        <w:t xml:space="preserve">, </w:t>
      </w:r>
      <w:r w:rsidR="00855694" w:rsidRPr="009071AC">
        <w:t>c</w:t>
      </w:r>
      <w:r>
        <w:t>’</w:t>
      </w:r>
      <w:r w:rsidR="00855694" w:rsidRPr="009071AC">
        <w:t>était bien dans sa nature</w:t>
      </w:r>
      <w:r>
        <w:t xml:space="preserve">, </w:t>
      </w:r>
      <w:r w:rsidR="00855694" w:rsidRPr="009071AC">
        <w:t>approuva-t-elle</w:t>
      </w:r>
      <w:r>
        <w:t xml:space="preserve">. </w:t>
      </w:r>
      <w:r w:rsidR="00855694" w:rsidRPr="009071AC">
        <w:t>Jamais</w:t>
      </w:r>
      <w:r>
        <w:t xml:space="preserve">, </w:t>
      </w:r>
      <w:r w:rsidR="00855694" w:rsidRPr="009071AC">
        <w:t>du grand jamais il ne se vit personne de si méfiant sous le soleil</w:t>
      </w:r>
      <w:r>
        <w:t xml:space="preserve">… </w:t>
      </w:r>
      <w:r w:rsidR="00855694" w:rsidRPr="009071AC">
        <w:t>non pour l</w:t>
      </w:r>
      <w:r>
        <w:t>’</w:t>
      </w:r>
      <w:r w:rsidR="00855694" w:rsidRPr="009071AC">
        <w:t>argent</w:t>
      </w:r>
      <w:r>
        <w:t xml:space="preserve">, </w:t>
      </w:r>
      <w:r w:rsidR="00855694" w:rsidRPr="009071AC">
        <w:t>grand Dieu</w:t>
      </w:r>
      <w:r>
        <w:t xml:space="preserve"> !… </w:t>
      </w:r>
      <w:r w:rsidR="00855694" w:rsidRPr="009071AC">
        <w:t>car il en laissait traîner partout</w:t>
      </w:r>
      <w:r>
        <w:t xml:space="preserve">, </w:t>
      </w:r>
      <w:r w:rsidR="00855694" w:rsidRPr="009071AC">
        <w:t>mais pour les papiers</w:t>
      </w:r>
      <w:r>
        <w:t xml:space="preserve">… </w:t>
      </w:r>
      <w:r w:rsidR="00855694" w:rsidRPr="009071AC">
        <w:t>Il tenait les siens sous trois tours de clef</w:t>
      </w:r>
      <w:r>
        <w:t xml:space="preserve">, </w:t>
      </w:r>
      <w:r w:rsidR="00855694" w:rsidRPr="009071AC">
        <w:t>comme s</w:t>
      </w:r>
      <w:r>
        <w:t>’</w:t>
      </w:r>
      <w:r w:rsidR="00855694" w:rsidRPr="009071AC">
        <w:t>il eût craint qu</w:t>
      </w:r>
      <w:r>
        <w:t>’</w:t>
      </w:r>
      <w:r w:rsidR="00855694" w:rsidRPr="009071AC">
        <w:t>il ne s</w:t>
      </w:r>
      <w:r>
        <w:t>’</w:t>
      </w:r>
      <w:r w:rsidR="00855694" w:rsidRPr="009071AC">
        <w:t>en évaporât quelque secret terrible</w:t>
      </w:r>
      <w:r>
        <w:t xml:space="preserve">… </w:t>
      </w:r>
      <w:r w:rsidR="00855694" w:rsidRPr="009071AC">
        <w:t>c</w:t>
      </w:r>
      <w:r>
        <w:t>’</w:t>
      </w:r>
      <w:r w:rsidR="00855694" w:rsidRPr="009071AC">
        <w:t>était une manie</w:t>
      </w:r>
      <w:r>
        <w:t xml:space="preserve">. </w:t>
      </w:r>
      <w:r w:rsidR="00855694" w:rsidRPr="009071AC">
        <w:t>Dès qu</w:t>
      </w:r>
      <w:r>
        <w:t>’</w:t>
      </w:r>
      <w:r w:rsidR="00855694" w:rsidRPr="009071AC">
        <w:t>il avait seulement une lettre à écrire</w:t>
      </w:r>
      <w:r>
        <w:t xml:space="preserve">, </w:t>
      </w:r>
      <w:r w:rsidR="00855694" w:rsidRPr="009071AC">
        <w:t>il se barricadait comme pour commettre un crime</w:t>
      </w:r>
      <w:r>
        <w:t xml:space="preserve">… </w:t>
      </w:r>
      <w:r w:rsidR="00855694" w:rsidRPr="009071AC">
        <w:t>Que de fois je l</w:t>
      </w:r>
      <w:r>
        <w:t>’</w:t>
      </w:r>
      <w:r w:rsidR="00855694" w:rsidRPr="009071AC">
        <w:t>ai vu</w:t>
      </w:r>
      <w:r>
        <w:t xml:space="preserve">, </w:t>
      </w:r>
      <w:r w:rsidR="00855694" w:rsidRPr="009071AC">
        <w:t>moi qui vous parle</w:t>
      </w:r>
      <w:r>
        <w:t xml:space="preserve">, </w:t>
      </w:r>
      <w:r w:rsidR="00855694" w:rsidRPr="009071AC">
        <w:t>que de fois</w:t>
      </w:r>
      <w:r>
        <w:t>…</w:t>
      </w:r>
    </w:p>
    <w:p w14:paraId="0F11F16F" w14:textId="77777777" w:rsidR="00F635DB" w:rsidRDefault="00855694" w:rsidP="00F635DB">
      <w:r w:rsidRPr="009071AC">
        <w:t>Le reste expira dans son gosier</w:t>
      </w:r>
      <w:r w:rsidR="00F635DB">
        <w:t xml:space="preserve">, </w:t>
      </w:r>
      <w:r w:rsidRPr="009071AC">
        <w:t>encore qu</w:t>
      </w:r>
      <w:r w:rsidR="00F635DB">
        <w:t>’</w:t>
      </w:r>
      <w:r w:rsidRPr="009071AC">
        <w:t>elle restât béante</w:t>
      </w:r>
      <w:r w:rsidR="00F635DB">
        <w:t xml:space="preserve">, </w:t>
      </w:r>
      <w:r w:rsidRPr="009071AC">
        <w:t>l</w:t>
      </w:r>
      <w:r w:rsidR="00F635DB">
        <w:t>’</w:t>
      </w:r>
      <w:r w:rsidRPr="009071AC">
        <w:t>œil écarquillé</w:t>
      </w:r>
      <w:r w:rsidR="00F635DB">
        <w:t xml:space="preserve">, </w:t>
      </w:r>
      <w:proofErr w:type="gramStart"/>
      <w:r w:rsidRPr="009071AC">
        <w:t>toute</w:t>
      </w:r>
      <w:proofErr w:type="gramEnd"/>
      <w:r w:rsidRPr="009071AC">
        <w:t xml:space="preserve"> abasourdie</w:t>
      </w:r>
      <w:r w:rsidR="00F635DB">
        <w:t xml:space="preserve">, </w:t>
      </w:r>
      <w:r w:rsidRPr="009071AC">
        <w:t>comme une personne qui a failli mettre le pied dans quelque grand trou</w:t>
      </w:r>
      <w:r w:rsidR="00F635DB">
        <w:t>…</w:t>
      </w:r>
    </w:p>
    <w:p w14:paraId="30BCD7EF" w14:textId="77777777" w:rsidR="00F635DB" w:rsidRDefault="00855694" w:rsidP="00F635DB">
      <w:r w:rsidRPr="009071AC">
        <w:t>Un mot de plus</w:t>
      </w:r>
      <w:r w:rsidR="00F635DB">
        <w:t xml:space="preserve">, </w:t>
      </w:r>
      <w:r w:rsidRPr="009071AC">
        <w:t>et tout doucement</w:t>
      </w:r>
      <w:r w:rsidR="00F635DB">
        <w:t xml:space="preserve">, </w:t>
      </w:r>
      <w:r w:rsidRPr="009071AC">
        <w:t>sans s</w:t>
      </w:r>
      <w:r w:rsidR="00F635DB">
        <w:t>’</w:t>
      </w:r>
      <w:r w:rsidRPr="009071AC">
        <w:t>en apercevoir</w:t>
      </w:r>
      <w:r w:rsidR="00F635DB">
        <w:t xml:space="preserve">, </w:t>
      </w:r>
      <w:r w:rsidRPr="009071AC">
        <w:t>elle allait confesser une de ses manies les plus chères</w:t>
      </w:r>
      <w:r w:rsidR="00F635DB">
        <w:t xml:space="preserve">, </w:t>
      </w:r>
      <w:r w:rsidRPr="009071AC">
        <w:t>qui était d</w:t>
      </w:r>
      <w:r w:rsidR="00F635DB">
        <w:t>’</w:t>
      </w:r>
      <w:r w:rsidRPr="009071AC">
        <w:t>écouter et de regarder aux serrures des portes qui lui étaient fermées</w:t>
      </w:r>
      <w:r w:rsidR="00F635DB">
        <w:t>…</w:t>
      </w:r>
    </w:p>
    <w:p w14:paraId="49BFE295" w14:textId="77777777" w:rsidR="00F635DB" w:rsidRDefault="00855694" w:rsidP="00F635DB">
      <w:r w:rsidRPr="009071AC">
        <w:t>Du moins crut-elle que cette légère intempérance d</w:t>
      </w:r>
      <w:r w:rsidR="00F635DB">
        <w:t>’</w:t>
      </w:r>
      <w:r w:rsidRPr="009071AC">
        <w:t>une langue trop prompte</w:t>
      </w:r>
      <w:r w:rsidR="00F635DB">
        <w:t xml:space="preserve">, </w:t>
      </w:r>
      <w:r w:rsidRPr="009071AC">
        <w:t>avait échappé au juge de paix</w:t>
      </w:r>
      <w:r w:rsidR="00F635DB">
        <w:t>.</w:t>
      </w:r>
    </w:p>
    <w:p w14:paraId="5D4F7C1A" w14:textId="59C8F2A8" w:rsidR="00F635DB" w:rsidRDefault="00855694" w:rsidP="00F635DB">
      <w:r w:rsidRPr="009071AC">
        <w:lastRenderedPageBreak/>
        <w:t>Il ne paraissait s</w:t>
      </w:r>
      <w:r w:rsidR="00F635DB">
        <w:t>’</w:t>
      </w:r>
      <w:r w:rsidRPr="009071AC">
        <w:t xml:space="preserve">inquiéter que de </w:t>
      </w:r>
      <w:r w:rsidR="00F635DB">
        <w:t>M</w:t>
      </w:r>
      <w:r w:rsidR="00F635DB" w:rsidRPr="00F635DB">
        <w:rPr>
          <w:vertAlign w:val="superscript"/>
        </w:rPr>
        <w:t>lle</w:t>
      </w:r>
      <w:r w:rsidR="00F635DB">
        <w:t> </w:t>
      </w:r>
      <w:r w:rsidRPr="009071AC">
        <w:t>Marguerite</w:t>
      </w:r>
      <w:r w:rsidR="00F635DB">
        <w:t xml:space="preserve">, </w:t>
      </w:r>
      <w:r w:rsidRPr="009071AC">
        <w:t>laquelle</w:t>
      </w:r>
      <w:r w:rsidR="00F635DB">
        <w:t xml:space="preserve">, </w:t>
      </w:r>
      <w:r w:rsidRPr="009071AC">
        <w:t>en apparence</w:t>
      </w:r>
      <w:r w:rsidR="00F635DB">
        <w:t xml:space="preserve">, </w:t>
      </w:r>
      <w:r w:rsidRPr="009071AC">
        <w:t>sinon en réalité</w:t>
      </w:r>
      <w:r w:rsidR="00F635DB">
        <w:t xml:space="preserve">, </w:t>
      </w:r>
      <w:r w:rsidRPr="009071AC">
        <w:t>avait repris cette réserve un peu froide et la résignation attristée qui lui étaient habituelles</w:t>
      </w:r>
      <w:r w:rsidR="00F635DB">
        <w:t>.</w:t>
      </w:r>
    </w:p>
    <w:p w14:paraId="6694B1FC" w14:textId="77777777" w:rsidR="00F635DB" w:rsidRDefault="00F635DB" w:rsidP="00F635DB">
      <w:r>
        <w:t>— </w:t>
      </w:r>
      <w:r w:rsidR="00855694" w:rsidRPr="009071AC">
        <w:t>Vous le voyez</w:t>
      </w:r>
      <w:r>
        <w:t xml:space="preserve">, </w:t>
      </w:r>
      <w:r w:rsidR="00855694" w:rsidRPr="009071AC">
        <w:t>mademoiselle</w:t>
      </w:r>
      <w:r>
        <w:t xml:space="preserve">, </w:t>
      </w:r>
      <w:r w:rsidR="00855694" w:rsidRPr="009071AC">
        <w:t>lui disait-il</w:t>
      </w:r>
      <w:r>
        <w:t xml:space="preserve">, </w:t>
      </w:r>
      <w:r w:rsidR="00855694" w:rsidRPr="009071AC">
        <w:t>j</w:t>
      </w:r>
      <w:r>
        <w:t>’</w:t>
      </w:r>
      <w:r w:rsidR="00855694" w:rsidRPr="009071AC">
        <w:t>ai fait tout ce qui était en mon pouvoir</w:t>
      </w:r>
      <w:r>
        <w:t xml:space="preserve">… </w:t>
      </w:r>
      <w:r w:rsidR="00855694" w:rsidRPr="009071AC">
        <w:t>Désormais</w:t>
      </w:r>
      <w:r>
        <w:t xml:space="preserve">, </w:t>
      </w:r>
      <w:r w:rsidR="00855694" w:rsidRPr="009071AC">
        <w:t>il faut nous en remettre au hasard des perquisitions et de l</w:t>
      </w:r>
      <w:r>
        <w:t>’</w:t>
      </w:r>
      <w:r w:rsidR="00855694" w:rsidRPr="009071AC">
        <w:t>inventaire</w:t>
      </w:r>
      <w:r>
        <w:t xml:space="preserve">… </w:t>
      </w:r>
      <w:r w:rsidR="00855694" w:rsidRPr="009071AC">
        <w:t>Qui sait quelles surprises nous réserve l</w:t>
      </w:r>
      <w:r>
        <w:t>’</w:t>
      </w:r>
      <w:r w:rsidR="00855694" w:rsidRPr="009071AC">
        <w:t>exploration de cet immense hôtel</w:t>
      </w:r>
      <w:r>
        <w:t xml:space="preserve">, </w:t>
      </w:r>
      <w:r w:rsidR="00855694" w:rsidRPr="009071AC">
        <w:t>dont nous n</w:t>
      </w:r>
      <w:r>
        <w:t>’</w:t>
      </w:r>
      <w:r w:rsidR="00855694" w:rsidRPr="009071AC">
        <w:t>avons encore visité que trois pièces</w:t>
      </w:r>
      <w:r>
        <w:t>.</w:t>
      </w:r>
    </w:p>
    <w:p w14:paraId="64B39609" w14:textId="77777777" w:rsidR="00F635DB" w:rsidRDefault="00855694" w:rsidP="00F635DB">
      <w:r w:rsidRPr="009071AC">
        <w:t>Elle secoua la tête d</w:t>
      </w:r>
      <w:r w:rsidR="00F635DB">
        <w:t>’</w:t>
      </w:r>
      <w:r w:rsidRPr="009071AC">
        <w:t>un geste doux</w:t>
      </w:r>
      <w:r w:rsidR="00F635DB">
        <w:t>.</w:t>
      </w:r>
    </w:p>
    <w:p w14:paraId="1C480850" w14:textId="77777777" w:rsidR="00F635DB" w:rsidRDefault="00F635DB" w:rsidP="00F635DB">
      <w:r>
        <w:t>— </w:t>
      </w:r>
      <w:r w:rsidR="00855694" w:rsidRPr="009071AC">
        <w:t>Je n</w:t>
      </w:r>
      <w:r>
        <w:t>’</w:t>
      </w:r>
      <w:r w:rsidR="00855694" w:rsidRPr="009071AC">
        <w:t>aurai jamais assez de reconnaissance</w:t>
      </w:r>
      <w:r>
        <w:t xml:space="preserve">, </w:t>
      </w:r>
      <w:r w:rsidR="00855694" w:rsidRPr="009071AC">
        <w:t>monsieur</w:t>
      </w:r>
      <w:r>
        <w:t xml:space="preserve">, </w:t>
      </w:r>
      <w:r w:rsidR="00855694" w:rsidRPr="009071AC">
        <w:t>répondit-elle</w:t>
      </w:r>
      <w:r>
        <w:t xml:space="preserve">, </w:t>
      </w:r>
      <w:r w:rsidR="00855694" w:rsidRPr="009071AC">
        <w:t>pour le service immense que vous venez de me rendre</w:t>
      </w:r>
      <w:r>
        <w:t xml:space="preserve">, </w:t>
      </w:r>
      <w:r w:rsidR="00855694" w:rsidRPr="009071AC">
        <w:t>en anéantissant une infâme accusation</w:t>
      </w:r>
      <w:r>
        <w:t xml:space="preserve">… </w:t>
      </w:r>
      <w:r w:rsidR="00855694" w:rsidRPr="009071AC">
        <w:t>Mais pour ce qui est du reste</w:t>
      </w:r>
      <w:r>
        <w:t xml:space="preserve">, </w:t>
      </w:r>
      <w:r w:rsidR="00855694" w:rsidRPr="009071AC">
        <w:t>je n</w:t>
      </w:r>
      <w:r>
        <w:t>’</w:t>
      </w:r>
      <w:r w:rsidR="00855694" w:rsidRPr="009071AC">
        <w:t>ai jamais rien attendu</w:t>
      </w:r>
      <w:r>
        <w:t xml:space="preserve">… </w:t>
      </w:r>
      <w:r w:rsidR="00855694" w:rsidRPr="009071AC">
        <w:t>et je n</w:t>
      </w:r>
      <w:r>
        <w:t>’</w:t>
      </w:r>
      <w:r w:rsidR="00855694" w:rsidRPr="009071AC">
        <w:t>attends rien</w:t>
      </w:r>
      <w:r>
        <w:t>.</w:t>
      </w:r>
    </w:p>
    <w:p w14:paraId="771A3E87" w14:textId="77777777" w:rsidR="00F635DB" w:rsidRDefault="00855694" w:rsidP="00F635DB">
      <w:r w:rsidRPr="009071AC">
        <w:t>Ce qu</w:t>
      </w:r>
      <w:r w:rsidR="00F635DB">
        <w:t>’</w:t>
      </w:r>
      <w:r w:rsidRPr="009071AC">
        <w:t>elle disait</w:t>
      </w:r>
      <w:r w:rsidR="00F635DB">
        <w:t xml:space="preserve">, </w:t>
      </w:r>
      <w:r w:rsidRPr="009071AC">
        <w:t>elle le pensait</w:t>
      </w:r>
      <w:r w:rsidR="00F635DB">
        <w:t xml:space="preserve"> ; </w:t>
      </w:r>
      <w:r w:rsidRPr="009071AC">
        <w:t>son accent le disait si bien</w:t>
      </w:r>
      <w:r w:rsidR="00F635DB">
        <w:t xml:space="preserve">, </w:t>
      </w:r>
      <w:r w:rsidRPr="009071AC">
        <w:t>que le magistrat en fut surpris et un peu troublé</w:t>
      </w:r>
      <w:r w:rsidR="00F635DB">
        <w:t>.</w:t>
      </w:r>
    </w:p>
    <w:p w14:paraId="07D8BBD5" w14:textId="77777777" w:rsidR="00F635DB" w:rsidRDefault="00F635DB" w:rsidP="00F635DB">
      <w:r>
        <w:t>— </w:t>
      </w:r>
      <w:r w:rsidR="00855694" w:rsidRPr="009071AC">
        <w:t>Allons</w:t>
      </w:r>
      <w:r>
        <w:t xml:space="preserve">, </w:t>
      </w:r>
      <w:r w:rsidR="00855694" w:rsidRPr="009071AC">
        <w:t>allons</w:t>
      </w:r>
      <w:r>
        <w:t xml:space="preserve"> !… </w:t>
      </w:r>
      <w:r w:rsidR="00855694" w:rsidRPr="009071AC">
        <w:t>jeune fille</w:t>
      </w:r>
      <w:r>
        <w:t xml:space="preserve">, </w:t>
      </w:r>
      <w:r w:rsidR="00855694" w:rsidRPr="009071AC">
        <w:t>prononça-t-il avec une bonhomie paternelle dont il n</w:t>
      </w:r>
      <w:r>
        <w:t>’</w:t>
      </w:r>
      <w:r w:rsidR="00855694" w:rsidRPr="009071AC">
        <w:t>abusait guère</w:t>
      </w:r>
      <w:r>
        <w:t xml:space="preserve">, </w:t>
      </w:r>
      <w:r w:rsidR="00855694" w:rsidRPr="009071AC">
        <w:t>il ne faut pas comme cela jeter le manche après la cognée</w:t>
      </w:r>
      <w:r>
        <w:t xml:space="preserve">… </w:t>
      </w:r>
      <w:r w:rsidR="00855694" w:rsidRPr="009071AC">
        <w:t>À moins toutefois</w:t>
      </w:r>
      <w:r>
        <w:t xml:space="preserve"> – </w:t>
      </w:r>
      <w:r w:rsidR="00855694" w:rsidRPr="009071AC">
        <w:t>et il la fixait</w:t>
      </w:r>
      <w:r>
        <w:t xml:space="preserve"> – </w:t>
      </w:r>
      <w:r w:rsidR="00855694" w:rsidRPr="009071AC">
        <w:t>que vous n</w:t>
      </w:r>
      <w:r>
        <w:t>’</w:t>
      </w:r>
      <w:r w:rsidR="00855694" w:rsidRPr="009071AC">
        <w:t>ayez pour parler comme vous le faites</w:t>
      </w:r>
      <w:r>
        <w:t xml:space="preserve">, </w:t>
      </w:r>
      <w:r w:rsidR="00855694" w:rsidRPr="009071AC">
        <w:t>certaines raisons qui</w:t>
      </w:r>
      <w:r>
        <w:t xml:space="preserve">… </w:t>
      </w:r>
      <w:r w:rsidR="00855694" w:rsidRPr="009071AC">
        <w:t>Mais il suffit</w:t>
      </w:r>
      <w:r>
        <w:t xml:space="preserve">, </w:t>
      </w:r>
      <w:r w:rsidR="00855694" w:rsidRPr="009071AC">
        <w:t>me voilà libre pour une heure</w:t>
      </w:r>
      <w:r>
        <w:t xml:space="preserve">, </w:t>
      </w:r>
      <w:r w:rsidR="00855694" w:rsidRPr="009071AC">
        <w:t>et nous allons causer comme un père et une fille</w:t>
      </w:r>
      <w:r>
        <w:t>.</w:t>
      </w:r>
    </w:p>
    <w:p w14:paraId="47B25785" w14:textId="77777777" w:rsidR="00F635DB" w:rsidRDefault="00855694" w:rsidP="00F635DB">
      <w:r w:rsidRPr="009071AC">
        <w:t>Sur ces mots</w:t>
      </w:r>
      <w:r w:rsidR="00F635DB">
        <w:t xml:space="preserve">, </w:t>
      </w:r>
      <w:r w:rsidRPr="009071AC">
        <w:t>le greffier se dressa</w:t>
      </w:r>
      <w:r w:rsidR="00F635DB">
        <w:t>.</w:t>
      </w:r>
    </w:p>
    <w:p w14:paraId="2FEFFE18" w14:textId="77777777" w:rsidR="00F635DB" w:rsidRDefault="00855694" w:rsidP="00F635DB">
      <w:r w:rsidRPr="009071AC">
        <w:t>Depuis un moment déjà un nuage était descendu sur sa figure joviale</w:t>
      </w:r>
      <w:r w:rsidR="00F635DB">
        <w:t xml:space="preserve">, </w:t>
      </w:r>
      <w:r w:rsidRPr="009071AC">
        <w:t>et il agitait impatiemment un gros trousseau de clefs</w:t>
      </w:r>
      <w:r w:rsidR="00F635DB">
        <w:t xml:space="preserve"> – </w:t>
      </w:r>
      <w:r w:rsidRPr="009071AC">
        <w:t>car la clef de chaque serrure</w:t>
      </w:r>
      <w:r w:rsidR="00F635DB">
        <w:t xml:space="preserve">, </w:t>
      </w:r>
      <w:r w:rsidRPr="009071AC">
        <w:t>à l</w:t>
      </w:r>
      <w:r w:rsidR="00F635DB">
        <w:t>’</w:t>
      </w:r>
      <w:r w:rsidRPr="009071AC">
        <w:t>apposition des scellés</w:t>
      </w:r>
      <w:r w:rsidR="00F635DB">
        <w:t xml:space="preserve">, </w:t>
      </w:r>
      <w:r w:rsidRPr="009071AC">
        <w:lastRenderedPageBreak/>
        <w:t>est confiée au greffier</w:t>
      </w:r>
      <w:r w:rsidR="00F635DB">
        <w:t xml:space="preserve">, </w:t>
      </w:r>
      <w:r w:rsidRPr="009071AC">
        <w:t>à charge par lui de la représenter lors de la levée desdits scellés</w:t>
      </w:r>
      <w:r w:rsidR="00F635DB">
        <w:t>.</w:t>
      </w:r>
    </w:p>
    <w:p w14:paraId="34FEF77E" w14:textId="77777777" w:rsidR="00F635DB" w:rsidRDefault="00F635DB" w:rsidP="00F635DB">
      <w:r>
        <w:t>— </w:t>
      </w:r>
      <w:r w:rsidR="00855694" w:rsidRPr="009071AC">
        <w:t>Je vous entends</w:t>
      </w:r>
      <w:r>
        <w:t xml:space="preserve">, </w:t>
      </w:r>
      <w:r w:rsidR="00855694" w:rsidRPr="009071AC">
        <w:t>fit le juge</w:t>
      </w:r>
      <w:r>
        <w:t xml:space="preserve">. </w:t>
      </w:r>
      <w:r w:rsidR="00855694" w:rsidRPr="009071AC">
        <w:t>Votre estomac</w:t>
      </w:r>
      <w:r>
        <w:t xml:space="preserve">, </w:t>
      </w:r>
      <w:r w:rsidR="00855694" w:rsidRPr="009071AC">
        <w:t>moins complaisant que le mien</w:t>
      </w:r>
      <w:r>
        <w:t xml:space="preserve">, </w:t>
      </w:r>
      <w:r w:rsidR="00855694" w:rsidRPr="009071AC">
        <w:t>ne se contente pas</w:t>
      </w:r>
      <w:r>
        <w:t xml:space="preserve">, </w:t>
      </w:r>
      <w:r w:rsidR="00855694" w:rsidRPr="009071AC">
        <w:t>jusqu</w:t>
      </w:r>
      <w:r>
        <w:t>’</w:t>
      </w:r>
      <w:r w:rsidR="00855694" w:rsidRPr="009071AC">
        <w:t>à l</w:t>
      </w:r>
      <w:r>
        <w:t>’</w:t>
      </w:r>
      <w:r w:rsidR="00855694" w:rsidRPr="009071AC">
        <w:t>heure du dîner</w:t>
      </w:r>
      <w:r>
        <w:t xml:space="preserve">, </w:t>
      </w:r>
      <w:r w:rsidR="00855694" w:rsidRPr="009071AC">
        <w:t>d</w:t>
      </w:r>
      <w:r>
        <w:t>’</w:t>
      </w:r>
      <w:r w:rsidR="00855694" w:rsidRPr="009071AC">
        <w:t>une tasse de chocolat</w:t>
      </w:r>
      <w:r>
        <w:t xml:space="preserve">… </w:t>
      </w:r>
      <w:r w:rsidR="00855694" w:rsidRPr="009071AC">
        <w:t>Allez déjeuner et passez au greffe en y allant</w:t>
      </w:r>
      <w:r>
        <w:t xml:space="preserve"> ; </w:t>
      </w:r>
      <w:r w:rsidR="00855694" w:rsidRPr="009071AC">
        <w:t>à votre retour vous me trouverez ici</w:t>
      </w:r>
      <w:r>
        <w:t xml:space="preserve">… </w:t>
      </w:r>
      <w:r w:rsidR="00855694" w:rsidRPr="009071AC">
        <w:t>Vous pouvez clore la vacation et faire signer</w:t>
      </w:r>
      <w:r>
        <w:t>.</w:t>
      </w:r>
    </w:p>
    <w:p w14:paraId="4C48DE98" w14:textId="77777777" w:rsidR="00F635DB" w:rsidRDefault="00855694" w:rsidP="00F635DB">
      <w:r w:rsidRPr="009071AC">
        <w:t>Elle était toute close</w:t>
      </w:r>
      <w:r w:rsidR="00F635DB">
        <w:t xml:space="preserve">, </w:t>
      </w:r>
      <w:r w:rsidRPr="009071AC">
        <w:t>et</w:t>
      </w:r>
      <w:r w:rsidR="00F635DB">
        <w:t xml:space="preserve">, </w:t>
      </w:r>
      <w:r w:rsidRPr="009071AC">
        <w:t>pressé par la faim</w:t>
      </w:r>
      <w:r w:rsidR="00F635DB">
        <w:t xml:space="preserve">, </w:t>
      </w:r>
      <w:r w:rsidRPr="009071AC">
        <w:t>le greffier se mit à en bredouiller la formule si rapidement</w:t>
      </w:r>
      <w:r w:rsidR="00F635DB">
        <w:t xml:space="preserve">, </w:t>
      </w:r>
      <w:r w:rsidRPr="009071AC">
        <w:t>que bien habile on eût été de comprendre ce qu</w:t>
      </w:r>
      <w:r w:rsidR="00F635DB">
        <w:t>’</w:t>
      </w:r>
      <w:r w:rsidRPr="009071AC">
        <w:t>il disait</w:t>
      </w:r>
      <w:r w:rsidR="00F635DB">
        <w:t> :</w:t>
      </w:r>
    </w:p>
    <w:p w14:paraId="5DBA0D97" w14:textId="3469720B" w:rsidR="00F635DB" w:rsidRDefault="00F635DB" w:rsidP="00F635DB">
      <w:r>
        <w:t>« </w:t>
      </w:r>
      <w:r w:rsidR="00855694" w:rsidRPr="009071AC">
        <w:t>Et il a été vaqué</w:t>
      </w:r>
      <w:r>
        <w:t xml:space="preserve">, </w:t>
      </w:r>
      <w:r w:rsidR="00855694" w:rsidRPr="009071AC">
        <w:t>tant à la rédaction de l</w:t>
      </w:r>
      <w:r>
        <w:t>’</w:t>
      </w:r>
      <w:r w:rsidR="00855694" w:rsidRPr="009071AC">
        <w:t>intitulé du présent procès-verbal qu</w:t>
      </w:r>
      <w:r>
        <w:t>’</w:t>
      </w:r>
      <w:r w:rsidR="00855694" w:rsidRPr="009071AC">
        <w:t>à l</w:t>
      </w:r>
      <w:r>
        <w:t>’</w:t>
      </w:r>
      <w:r w:rsidR="00855694" w:rsidRPr="009071AC">
        <w:t>inventaire des objets en évidence et à l</w:t>
      </w:r>
      <w:r>
        <w:t>’</w:t>
      </w:r>
      <w:r w:rsidR="00855694" w:rsidRPr="009071AC">
        <w:t>apposition des scellés</w:t>
      </w:r>
      <w:r>
        <w:t xml:space="preserve">, </w:t>
      </w:r>
      <w:r w:rsidR="00855694" w:rsidRPr="009071AC">
        <w:t>comme il est décrit ci-dessus</w:t>
      </w:r>
      <w:r>
        <w:t xml:space="preserve">, </w:t>
      </w:r>
      <w:r w:rsidR="00855694" w:rsidRPr="009071AC">
        <w:t>de neuf heures du malin jusqu</w:t>
      </w:r>
      <w:r>
        <w:t>’</w:t>
      </w:r>
      <w:r w:rsidR="00855694" w:rsidRPr="009071AC">
        <w:t>à midi</w:t>
      </w:r>
      <w:r>
        <w:t xml:space="preserve">, </w:t>
      </w:r>
      <w:r w:rsidR="00855694" w:rsidRPr="009071AC">
        <w:t>par simple vacation</w:t>
      </w:r>
      <w:r>
        <w:t>… »</w:t>
      </w:r>
    </w:p>
    <w:p w14:paraId="171F184D" w14:textId="77777777" w:rsidR="00F635DB" w:rsidRDefault="00855694" w:rsidP="00F635DB">
      <w:r w:rsidRPr="009071AC">
        <w:t>Puis il appela tous les noms qu</w:t>
      </w:r>
      <w:r w:rsidR="00F635DB">
        <w:t>’</w:t>
      </w:r>
      <w:r w:rsidRPr="009071AC">
        <w:t>il avait inscrits à l</w:t>
      </w:r>
      <w:r w:rsidR="00F635DB">
        <w:t>’</w:t>
      </w:r>
      <w:r w:rsidRPr="009071AC">
        <w:t>intitulé</w:t>
      </w:r>
      <w:r w:rsidR="00F635DB">
        <w:t xml:space="preserve">, </w:t>
      </w:r>
      <w:r w:rsidRPr="009071AC">
        <w:t>et chacun des domestiques s</w:t>
      </w:r>
      <w:r w:rsidR="00F635DB">
        <w:t>’</w:t>
      </w:r>
      <w:r w:rsidRPr="009071AC">
        <w:t>avança à son tour</w:t>
      </w:r>
      <w:r w:rsidR="00F635DB">
        <w:t xml:space="preserve">, </w:t>
      </w:r>
      <w:r w:rsidRPr="009071AC">
        <w:t>signa son nom ou fit sa croix et se retira</w:t>
      </w:r>
      <w:r w:rsidR="00F635DB">
        <w:t>…</w:t>
      </w:r>
    </w:p>
    <w:p w14:paraId="11721F10" w14:textId="0F1720C2" w:rsidR="00F635DB" w:rsidRDefault="00F635DB" w:rsidP="00F635DB">
      <w:r>
        <w:t>M</w:t>
      </w:r>
      <w:r w:rsidRPr="00F635DB">
        <w:rPr>
          <w:vertAlign w:val="superscript"/>
        </w:rPr>
        <w:t>me</w:t>
      </w:r>
      <w:r>
        <w:t> </w:t>
      </w:r>
      <w:r w:rsidR="00855694" w:rsidRPr="009071AC">
        <w:t>Léon elle-même comprit bien à la physionomie du juge</w:t>
      </w:r>
      <w:r>
        <w:t xml:space="preserve">, </w:t>
      </w:r>
      <w:r w:rsidR="00855694" w:rsidRPr="009071AC">
        <w:t>qu</w:t>
      </w:r>
      <w:r>
        <w:t>’</w:t>
      </w:r>
      <w:r w:rsidR="00855694" w:rsidRPr="009071AC">
        <w:t>on la ferait sortir</w:t>
      </w:r>
      <w:r>
        <w:t xml:space="preserve">, </w:t>
      </w:r>
      <w:r w:rsidR="00855694" w:rsidRPr="009071AC">
        <w:t>elle aussi</w:t>
      </w:r>
      <w:r>
        <w:t xml:space="preserve">, </w:t>
      </w:r>
      <w:r w:rsidR="00855694" w:rsidRPr="009071AC">
        <w:t>et elle en prenait son parti à regret</w:t>
      </w:r>
      <w:r>
        <w:t xml:space="preserve">, </w:t>
      </w:r>
      <w:r w:rsidR="00855694" w:rsidRPr="009071AC">
        <w:t xml:space="preserve">quand </w:t>
      </w:r>
      <w:r>
        <w:t>M</w:t>
      </w:r>
      <w:r w:rsidRPr="00F635DB">
        <w:rPr>
          <w:vertAlign w:val="superscript"/>
        </w:rPr>
        <w:t>lle</w:t>
      </w:r>
      <w:r>
        <w:t> </w:t>
      </w:r>
      <w:r w:rsidR="00855694" w:rsidRPr="009071AC">
        <w:t>Marguerite l</w:t>
      </w:r>
      <w:r>
        <w:t>’</w:t>
      </w:r>
      <w:r w:rsidR="00855694" w:rsidRPr="009071AC">
        <w:t>arrêta en lui demandant</w:t>
      </w:r>
      <w:r>
        <w:t> :</w:t>
      </w:r>
    </w:p>
    <w:p w14:paraId="42F526FA" w14:textId="77777777" w:rsidR="00F635DB" w:rsidRDefault="00F635DB" w:rsidP="00F635DB">
      <w:r>
        <w:t>— </w:t>
      </w:r>
      <w:r w:rsidR="00855694" w:rsidRPr="009071AC">
        <w:t>Vous êtes bien sûre qu</w:t>
      </w:r>
      <w:r>
        <w:t>’</w:t>
      </w:r>
      <w:r w:rsidR="00855694" w:rsidRPr="009071AC">
        <w:t>il n</w:t>
      </w:r>
      <w:r>
        <w:t>’</w:t>
      </w:r>
      <w:r w:rsidR="00855694" w:rsidRPr="009071AC">
        <w:t>est rien venu pour moi</w:t>
      </w:r>
      <w:r>
        <w:t xml:space="preserve">, </w:t>
      </w:r>
      <w:r w:rsidR="00855694" w:rsidRPr="009071AC">
        <w:t>aujourd</w:t>
      </w:r>
      <w:r>
        <w:t>’</w:t>
      </w:r>
      <w:r w:rsidR="00855694" w:rsidRPr="009071AC">
        <w:t>hui</w:t>
      </w:r>
      <w:r>
        <w:t> ?</w:t>
      </w:r>
    </w:p>
    <w:p w14:paraId="5C29BE56" w14:textId="77777777" w:rsidR="00F635DB" w:rsidRDefault="00F635DB" w:rsidP="00F635DB">
      <w:r>
        <w:t>— </w:t>
      </w:r>
      <w:r w:rsidR="00855694" w:rsidRPr="009071AC">
        <w:t>Rien</w:t>
      </w:r>
      <w:r>
        <w:t xml:space="preserve">, </w:t>
      </w:r>
      <w:r w:rsidR="00855694" w:rsidRPr="009071AC">
        <w:t>mademoiselle</w:t>
      </w:r>
      <w:r>
        <w:t xml:space="preserve">, </w:t>
      </w:r>
      <w:r w:rsidR="00855694" w:rsidRPr="009071AC">
        <w:t>je suis descendue en personne m</w:t>
      </w:r>
      <w:r>
        <w:t>’</w:t>
      </w:r>
      <w:r w:rsidR="00855694" w:rsidRPr="009071AC">
        <w:t>en assurer chez le concierge</w:t>
      </w:r>
      <w:r>
        <w:t>.</w:t>
      </w:r>
    </w:p>
    <w:p w14:paraId="357B2EB1" w14:textId="77777777" w:rsidR="00F635DB" w:rsidRDefault="00F635DB" w:rsidP="00F635DB">
      <w:r>
        <w:t>— </w:t>
      </w:r>
      <w:r w:rsidR="00855694" w:rsidRPr="009071AC">
        <w:t>Vous avez bien mis ma lettre à la poste</w:t>
      </w:r>
      <w:r>
        <w:t xml:space="preserve">, </w:t>
      </w:r>
      <w:r w:rsidR="00855694" w:rsidRPr="009071AC">
        <w:t>hier soir</w:t>
      </w:r>
      <w:r>
        <w:t> ?</w:t>
      </w:r>
    </w:p>
    <w:p w14:paraId="0D568268" w14:textId="77777777" w:rsidR="00F635DB" w:rsidRDefault="00F635DB" w:rsidP="00F635DB">
      <w:r>
        <w:t>— </w:t>
      </w:r>
      <w:r w:rsidR="00855694" w:rsidRPr="009071AC">
        <w:t>Oh</w:t>
      </w:r>
      <w:r>
        <w:t xml:space="preserve"> !… </w:t>
      </w:r>
      <w:r w:rsidR="00855694" w:rsidRPr="009071AC">
        <w:t>chère demoiselle</w:t>
      </w:r>
      <w:r>
        <w:t xml:space="preserve">, </w:t>
      </w:r>
      <w:r w:rsidR="00855694" w:rsidRPr="009071AC">
        <w:t>pouvez-vous en douter</w:t>
      </w:r>
      <w:r>
        <w:t>…</w:t>
      </w:r>
    </w:p>
    <w:p w14:paraId="7B9232B9" w14:textId="77777777" w:rsidR="00F635DB" w:rsidRDefault="00855694" w:rsidP="00F635DB">
      <w:r w:rsidRPr="009071AC">
        <w:lastRenderedPageBreak/>
        <w:t>La jeune fille étouffa un soupir</w:t>
      </w:r>
      <w:r w:rsidR="00F635DB">
        <w:t xml:space="preserve">, </w:t>
      </w:r>
      <w:r w:rsidRPr="009071AC">
        <w:t>et plus vivement</w:t>
      </w:r>
      <w:r w:rsidR="00F635DB">
        <w:t xml:space="preserve">, </w:t>
      </w:r>
      <w:r w:rsidRPr="009071AC">
        <w:t>ce qui signifiait le congé</w:t>
      </w:r>
      <w:r w:rsidR="00F635DB">
        <w:t> :</w:t>
      </w:r>
    </w:p>
    <w:p w14:paraId="4747A282" w14:textId="2F47F8DC" w:rsidR="00F635DB" w:rsidRDefault="00F635DB" w:rsidP="00F635DB">
      <w:r>
        <w:t>— </w:t>
      </w:r>
      <w:r w:rsidR="00855694" w:rsidRPr="009071AC">
        <w:t xml:space="preserve">Il faut faire prier </w:t>
      </w:r>
      <w:r>
        <w:t>M. de </w:t>
      </w:r>
      <w:proofErr w:type="spellStart"/>
      <w:r w:rsidR="00855694" w:rsidRPr="009071AC">
        <w:t>Fondège</w:t>
      </w:r>
      <w:proofErr w:type="spellEnd"/>
      <w:r w:rsidR="00855694" w:rsidRPr="009071AC">
        <w:t xml:space="preserve"> de venir</w:t>
      </w:r>
      <w:r>
        <w:t xml:space="preserve">, </w:t>
      </w:r>
      <w:r w:rsidR="00855694" w:rsidRPr="009071AC">
        <w:t>dit-elle</w:t>
      </w:r>
      <w:r>
        <w:t>.</w:t>
      </w:r>
    </w:p>
    <w:p w14:paraId="7C0D7C48" w14:textId="77777777" w:rsidR="00F635DB" w:rsidRDefault="00F635DB" w:rsidP="00F635DB">
      <w:r>
        <w:t>— </w:t>
      </w:r>
      <w:r w:rsidR="00855694" w:rsidRPr="009071AC">
        <w:t>Le général</w:t>
      </w:r>
      <w:r>
        <w:t> ?</w:t>
      </w:r>
    </w:p>
    <w:p w14:paraId="59563F2C" w14:textId="77777777" w:rsidR="00F635DB" w:rsidRDefault="00F635DB" w:rsidP="00F635DB">
      <w:r>
        <w:t>— </w:t>
      </w:r>
      <w:r w:rsidR="00855694" w:rsidRPr="009071AC">
        <w:t>Oui</w:t>
      </w:r>
      <w:r>
        <w:t>.</w:t>
      </w:r>
    </w:p>
    <w:p w14:paraId="267391DE" w14:textId="77777777" w:rsidR="00F635DB" w:rsidRDefault="00F635DB" w:rsidP="00F635DB">
      <w:r>
        <w:t>— </w:t>
      </w:r>
      <w:r w:rsidR="00855694" w:rsidRPr="009071AC">
        <w:t>Je vais envoyer chez lui à l</w:t>
      </w:r>
      <w:r>
        <w:t>’</w:t>
      </w:r>
      <w:r w:rsidR="00855694" w:rsidRPr="009071AC">
        <w:t>instant</w:t>
      </w:r>
      <w:r>
        <w:t xml:space="preserve">, </w:t>
      </w:r>
      <w:r w:rsidR="00855694" w:rsidRPr="009071AC">
        <w:t>fit la femme de charge</w:t>
      </w:r>
      <w:r>
        <w:t>.</w:t>
      </w:r>
    </w:p>
    <w:p w14:paraId="04D0AF94" w14:textId="77777777" w:rsidR="00F635DB" w:rsidRDefault="00855694" w:rsidP="00F635DB">
      <w:r w:rsidRPr="009071AC">
        <w:t>Et elle sortit refermant la porte avec une visible humeur</w:t>
      </w:r>
      <w:r w:rsidR="00F635DB">
        <w:t>.</w:t>
      </w:r>
    </w:p>
    <w:p w14:paraId="382EE045" w14:textId="3AAFC977" w:rsidR="00855694" w:rsidRPr="009071AC" w:rsidRDefault="00855694" w:rsidP="00F635DB">
      <w:pPr>
        <w:pStyle w:val="Titre1"/>
      </w:pPr>
      <w:bookmarkStart w:id="8" w:name="_Toc202021406"/>
      <w:r w:rsidRPr="009071AC">
        <w:lastRenderedPageBreak/>
        <w:t>VIII</w:t>
      </w:r>
      <w:bookmarkEnd w:id="8"/>
      <w:r w:rsidRPr="009071AC">
        <w:br/>
      </w:r>
    </w:p>
    <w:p w14:paraId="4303149B" w14:textId="4472AA70" w:rsidR="00F635DB" w:rsidRDefault="00855694" w:rsidP="00F635DB">
      <w:r w:rsidRPr="009071AC">
        <w:t xml:space="preserve">Enfin le juge de paix et </w:t>
      </w:r>
      <w:r w:rsidR="00F635DB">
        <w:t>M</w:t>
      </w:r>
      <w:r w:rsidR="00F635DB" w:rsidRPr="00F635DB">
        <w:rPr>
          <w:vertAlign w:val="superscript"/>
        </w:rPr>
        <w:t>lle</w:t>
      </w:r>
      <w:r w:rsidR="00F635DB">
        <w:t> </w:t>
      </w:r>
      <w:r w:rsidRPr="009071AC">
        <w:t xml:space="preserve">Marguerite se trouvaient seuls dans le Cabinet de travail de </w:t>
      </w:r>
      <w:r w:rsidR="00F635DB">
        <w:t>M. de </w:t>
      </w:r>
      <w:proofErr w:type="spellStart"/>
      <w:r w:rsidRPr="009071AC">
        <w:t>Chalusse</w:t>
      </w:r>
      <w:proofErr w:type="spellEnd"/>
      <w:r w:rsidR="00F635DB">
        <w:t>.</w:t>
      </w:r>
    </w:p>
    <w:p w14:paraId="2303A814" w14:textId="77777777" w:rsidR="00F635DB" w:rsidRDefault="00855694" w:rsidP="00F635DB">
      <w:r w:rsidRPr="009071AC">
        <w:t>Cette pièce</w:t>
      </w:r>
      <w:r w:rsidR="00F635DB">
        <w:t xml:space="preserve">, </w:t>
      </w:r>
      <w:r w:rsidRPr="009071AC">
        <w:t>que le comte</w:t>
      </w:r>
      <w:r w:rsidR="00F635DB">
        <w:t xml:space="preserve">, </w:t>
      </w:r>
      <w:r w:rsidRPr="009071AC">
        <w:t>en son vivant</w:t>
      </w:r>
      <w:r w:rsidR="00F635DB">
        <w:t xml:space="preserve">, </w:t>
      </w:r>
      <w:r w:rsidRPr="009071AC">
        <w:t>affectionnait entre toutes</w:t>
      </w:r>
      <w:r w:rsidR="00F635DB">
        <w:t xml:space="preserve">, </w:t>
      </w:r>
      <w:r w:rsidRPr="009071AC">
        <w:t>était magnifique et sombre</w:t>
      </w:r>
      <w:r w:rsidR="00F635DB">
        <w:t xml:space="preserve">, </w:t>
      </w:r>
      <w:r w:rsidRPr="009071AC">
        <w:t>avec ses hautes tentures et ses meubles de bois noir ouvragés de fer</w:t>
      </w:r>
      <w:r w:rsidR="00F635DB">
        <w:t>.</w:t>
      </w:r>
    </w:p>
    <w:p w14:paraId="5237A2C2" w14:textId="77777777" w:rsidR="00F635DB" w:rsidRDefault="00855694" w:rsidP="00F635DB">
      <w:r w:rsidRPr="009071AC">
        <w:t>Mais en ce moment elle empruntait aux circonstances quelque chose de solennel et de lugubre</w:t>
      </w:r>
      <w:r w:rsidR="00F635DB">
        <w:t xml:space="preserve">. </w:t>
      </w:r>
      <w:r w:rsidRPr="009071AC">
        <w:t>On se sentait froid à voir tous ces papiers bouleversés sur le bureau</w:t>
      </w:r>
      <w:r w:rsidR="00F635DB">
        <w:t xml:space="preserve">, </w:t>
      </w:r>
      <w:r w:rsidRPr="009071AC">
        <w:t>et ces bandes de ruban de fil blanc appliquées devant toutes les serrures</w:t>
      </w:r>
      <w:r w:rsidR="00F635DB">
        <w:t xml:space="preserve">, </w:t>
      </w:r>
      <w:r w:rsidRPr="009071AC">
        <w:t>sur les bahuts</w:t>
      </w:r>
      <w:r w:rsidR="00F635DB">
        <w:t xml:space="preserve">, </w:t>
      </w:r>
      <w:r w:rsidRPr="009071AC">
        <w:t>sur les bibliothèques et jusque sur les placards</w:t>
      </w:r>
      <w:r w:rsidR="00F635DB">
        <w:t>.</w:t>
      </w:r>
    </w:p>
    <w:p w14:paraId="2FDAAC27" w14:textId="50127D84" w:rsidR="00F635DB" w:rsidRDefault="00855694" w:rsidP="00F635DB">
      <w:r w:rsidRPr="009071AC">
        <w:t>Le magistrat s</w:t>
      </w:r>
      <w:r w:rsidR="00F635DB">
        <w:t>’</w:t>
      </w:r>
      <w:r w:rsidRPr="009071AC">
        <w:t xml:space="preserve">était assis dans le fauteuil de </w:t>
      </w:r>
      <w:r w:rsidR="00F635DB">
        <w:t>M. de </w:t>
      </w:r>
      <w:proofErr w:type="spellStart"/>
      <w:r w:rsidRPr="009071AC">
        <w:t>Chalusse</w:t>
      </w:r>
      <w:proofErr w:type="spellEnd"/>
      <w:r w:rsidR="00F635DB">
        <w:t xml:space="preserve">, </w:t>
      </w:r>
      <w:r w:rsidRPr="009071AC">
        <w:t>à demi retourné vers le centre de la pièce</w:t>
      </w:r>
      <w:r w:rsidR="00F635DB">
        <w:t xml:space="preserve">, </w:t>
      </w:r>
      <w:r w:rsidRPr="009071AC">
        <w:t>et la jeune fille avait pris place sur une chaise à haut dossier sculpté</w:t>
      </w:r>
      <w:r w:rsidR="00F635DB">
        <w:t xml:space="preserve">, </w:t>
      </w:r>
      <w:r w:rsidRPr="009071AC">
        <w:t>la tête en pleine lumière</w:t>
      </w:r>
      <w:r w:rsidR="00F635DB">
        <w:t>.</w:t>
      </w:r>
    </w:p>
    <w:p w14:paraId="0C1C74FE" w14:textId="77777777" w:rsidR="00F635DB" w:rsidRDefault="00855694" w:rsidP="00F635DB">
      <w:r w:rsidRPr="009071AC">
        <w:t>Pendant un bon moment</w:t>
      </w:r>
      <w:r w:rsidR="00F635DB">
        <w:t xml:space="preserve">, </w:t>
      </w:r>
      <w:r w:rsidRPr="009071AC">
        <w:t>ils restèrent en face l</w:t>
      </w:r>
      <w:r w:rsidR="00F635DB">
        <w:t>’</w:t>
      </w:r>
      <w:r w:rsidRPr="009071AC">
        <w:t>un de l</w:t>
      </w:r>
      <w:r w:rsidR="00F635DB">
        <w:t>’</w:t>
      </w:r>
      <w:r w:rsidRPr="009071AC">
        <w:t>autre</w:t>
      </w:r>
      <w:r w:rsidR="00F635DB">
        <w:t xml:space="preserve">, </w:t>
      </w:r>
      <w:r w:rsidRPr="009071AC">
        <w:t>silencieux</w:t>
      </w:r>
      <w:r w:rsidR="00F635DB">
        <w:t>.</w:t>
      </w:r>
    </w:p>
    <w:p w14:paraId="15E37E49" w14:textId="7B1A9159" w:rsidR="00F635DB" w:rsidRDefault="00855694" w:rsidP="00F635DB">
      <w:r w:rsidRPr="009071AC">
        <w:t>Le juge préparait ce qu</w:t>
      </w:r>
      <w:r w:rsidR="00F635DB">
        <w:t>’</w:t>
      </w:r>
      <w:r w:rsidRPr="009071AC">
        <w:t>il avait à demander</w:t>
      </w:r>
      <w:r w:rsidR="00F635DB">
        <w:t xml:space="preserve">. </w:t>
      </w:r>
      <w:r w:rsidRPr="009071AC">
        <w:t xml:space="preserve">Ayant compris la réserve presque sauvage de </w:t>
      </w:r>
      <w:r w:rsidR="00F635DB">
        <w:t>M</w:t>
      </w:r>
      <w:r w:rsidR="00F635DB" w:rsidRPr="00F635DB">
        <w:rPr>
          <w:vertAlign w:val="superscript"/>
        </w:rPr>
        <w:t>lle</w:t>
      </w:r>
      <w:r w:rsidR="00F635DB">
        <w:t> </w:t>
      </w:r>
      <w:r w:rsidRPr="009071AC">
        <w:t>Marguerite</w:t>
      </w:r>
      <w:r w:rsidR="00F635DB">
        <w:t xml:space="preserve">, </w:t>
      </w:r>
      <w:r w:rsidRPr="009071AC">
        <w:t>il réfléchissait que s</w:t>
      </w:r>
      <w:r w:rsidR="00F635DB">
        <w:t>’</w:t>
      </w:r>
      <w:r w:rsidRPr="009071AC">
        <w:t>il effarouchait ce caractère si fier</w:t>
      </w:r>
      <w:r w:rsidR="00F635DB">
        <w:t xml:space="preserve">, </w:t>
      </w:r>
      <w:r w:rsidRPr="009071AC">
        <w:t>il n</w:t>
      </w:r>
      <w:r w:rsidR="00F635DB">
        <w:t>’</w:t>
      </w:r>
      <w:r w:rsidRPr="009071AC">
        <w:t>en tirerait rien et par suite ne pourrait la servir comme il le souhaitait</w:t>
      </w:r>
      <w:r w:rsidR="00F635DB">
        <w:t>.</w:t>
      </w:r>
    </w:p>
    <w:p w14:paraId="1DC9C8D7" w14:textId="77777777" w:rsidR="00F635DB" w:rsidRDefault="00855694" w:rsidP="00F635DB">
      <w:r w:rsidRPr="009071AC">
        <w:t>Et il le souhaitait presque passionnément</w:t>
      </w:r>
      <w:r w:rsidR="00F635DB">
        <w:t xml:space="preserve">, </w:t>
      </w:r>
      <w:r w:rsidRPr="009071AC">
        <w:t>se sentant attiré vers elle par une inexplicable sympathie</w:t>
      </w:r>
      <w:r w:rsidR="00F635DB">
        <w:t xml:space="preserve">, </w:t>
      </w:r>
      <w:r w:rsidRPr="009071AC">
        <w:t>où il y avait à la fois</w:t>
      </w:r>
      <w:r w:rsidR="00F635DB">
        <w:t xml:space="preserve">, </w:t>
      </w:r>
      <w:r w:rsidRPr="009071AC">
        <w:t>bien qu</w:t>
      </w:r>
      <w:r w:rsidR="00F635DB">
        <w:t>’</w:t>
      </w:r>
      <w:r w:rsidRPr="009071AC">
        <w:t>il ne la connût que depuis quelques heures</w:t>
      </w:r>
      <w:r w:rsidR="00F635DB">
        <w:t xml:space="preserve">, </w:t>
      </w:r>
      <w:r w:rsidRPr="009071AC">
        <w:t>de l</w:t>
      </w:r>
      <w:r w:rsidR="00F635DB">
        <w:t>’</w:t>
      </w:r>
      <w:r w:rsidRPr="009071AC">
        <w:t>estime</w:t>
      </w:r>
      <w:r w:rsidR="00F635DB">
        <w:t xml:space="preserve">, </w:t>
      </w:r>
      <w:r w:rsidRPr="009071AC">
        <w:t>du respect et de l</w:t>
      </w:r>
      <w:r w:rsidR="00F635DB">
        <w:t>’</w:t>
      </w:r>
      <w:r w:rsidRPr="009071AC">
        <w:t>admiration</w:t>
      </w:r>
      <w:r w:rsidR="00F635DB">
        <w:t>.</w:t>
      </w:r>
    </w:p>
    <w:p w14:paraId="3D6BDEC3" w14:textId="77777777" w:rsidR="00F635DB" w:rsidRDefault="00855694" w:rsidP="00F635DB">
      <w:r w:rsidRPr="009071AC">
        <w:t>Cependant il fallait commencer</w:t>
      </w:r>
      <w:r w:rsidR="00F635DB">
        <w:t>.</w:t>
      </w:r>
    </w:p>
    <w:p w14:paraId="353D0DB2" w14:textId="77777777" w:rsidR="00F635DB" w:rsidRDefault="00F635DB" w:rsidP="00F635DB">
      <w:r>
        <w:lastRenderedPageBreak/>
        <w:t>— </w:t>
      </w:r>
      <w:r w:rsidR="00855694" w:rsidRPr="009071AC">
        <w:t>Mademoiselle</w:t>
      </w:r>
      <w:r>
        <w:t xml:space="preserve">, </w:t>
      </w:r>
      <w:r w:rsidR="00855694" w:rsidRPr="009071AC">
        <w:t>dit-il</w:t>
      </w:r>
      <w:r>
        <w:t xml:space="preserve">, </w:t>
      </w:r>
      <w:r w:rsidR="00855694" w:rsidRPr="009071AC">
        <w:t>je me suis abstenu de vous questionner devant vos gens</w:t>
      </w:r>
      <w:r>
        <w:t xml:space="preserve">… </w:t>
      </w:r>
      <w:r w:rsidR="00855694" w:rsidRPr="009071AC">
        <w:t>et si en ce moment je me permets de le faire</w:t>
      </w:r>
      <w:r>
        <w:t xml:space="preserve">, </w:t>
      </w:r>
      <w:r w:rsidR="00855694" w:rsidRPr="009071AC">
        <w:t>c</w:t>
      </w:r>
      <w:r>
        <w:t>’</w:t>
      </w:r>
      <w:r w:rsidR="00855694" w:rsidRPr="009071AC">
        <w:t>est</w:t>
      </w:r>
      <w:r>
        <w:t xml:space="preserve">, </w:t>
      </w:r>
      <w:r w:rsidR="00855694" w:rsidRPr="009071AC">
        <w:t>sachez-le bien</w:t>
      </w:r>
      <w:r>
        <w:t xml:space="preserve">, </w:t>
      </w:r>
      <w:r w:rsidR="00855694" w:rsidRPr="009071AC">
        <w:t>sans qualité</w:t>
      </w:r>
      <w:r>
        <w:t xml:space="preserve">, </w:t>
      </w:r>
      <w:r w:rsidR="00855694" w:rsidRPr="009071AC">
        <w:t>et vous êtes libre de ne pas me répondre</w:t>
      </w:r>
      <w:r>
        <w:t xml:space="preserve">… </w:t>
      </w:r>
      <w:r w:rsidR="00855694" w:rsidRPr="009071AC">
        <w:t>Mais vous êtes jeune</w:t>
      </w:r>
      <w:r>
        <w:t xml:space="preserve">, </w:t>
      </w:r>
      <w:r w:rsidR="00855694" w:rsidRPr="009071AC">
        <w:t>et je suis un vieillard</w:t>
      </w:r>
      <w:r>
        <w:t xml:space="preserve"> ; </w:t>
      </w:r>
      <w:r w:rsidR="00855694" w:rsidRPr="009071AC">
        <w:t>mais mon devoir</w:t>
      </w:r>
      <w:r>
        <w:t xml:space="preserve">, </w:t>
      </w:r>
      <w:r w:rsidR="00855694" w:rsidRPr="009071AC">
        <w:t>quand mon cœur ne m</w:t>
      </w:r>
      <w:r>
        <w:t>’</w:t>
      </w:r>
      <w:r w:rsidR="00855694" w:rsidRPr="009071AC">
        <w:t>y porterait pas</w:t>
      </w:r>
      <w:r>
        <w:t xml:space="preserve">, </w:t>
      </w:r>
      <w:r w:rsidR="00855694" w:rsidRPr="009071AC">
        <w:t>est de vous offrir l</w:t>
      </w:r>
      <w:r>
        <w:t>’</w:t>
      </w:r>
      <w:r w:rsidR="00855694" w:rsidRPr="009071AC">
        <w:t>appui de mon expérience</w:t>
      </w:r>
      <w:r>
        <w:t>…</w:t>
      </w:r>
    </w:p>
    <w:p w14:paraId="68A30CA3" w14:textId="77777777" w:rsidR="00F635DB" w:rsidRDefault="00F635DB" w:rsidP="00F635DB">
      <w:r>
        <w:t>— </w:t>
      </w:r>
      <w:r w:rsidR="00855694" w:rsidRPr="009071AC">
        <w:t>Parlez</w:t>
      </w:r>
      <w:r>
        <w:t xml:space="preserve">, </w:t>
      </w:r>
      <w:r w:rsidR="00855694" w:rsidRPr="009071AC">
        <w:t>monsieur</w:t>
      </w:r>
      <w:r>
        <w:t xml:space="preserve">… </w:t>
      </w:r>
      <w:r w:rsidR="00855694" w:rsidRPr="009071AC">
        <w:t>interrompit la jeune fille</w:t>
      </w:r>
      <w:r>
        <w:t xml:space="preserve"> ; </w:t>
      </w:r>
      <w:r w:rsidR="00855694" w:rsidRPr="009071AC">
        <w:t>je répondrai franchement à vos questions</w:t>
      </w:r>
      <w:r>
        <w:t xml:space="preserve">… </w:t>
      </w:r>
      <w:r w:rsidR="00855694" w:rsidRPr="009071AC">
        <w:t>ou je me tairai</w:t>
      </w:r>
      <w:r>
        <w:t>.</w:t>
      </w:r>
    </w:p>
    <w:p w14:paraId="7F45D341" w14:textId="144EAFB7" w:rsidR="00F635DB" w:rsidRDefault="00F635DB" w:rsidP="00F635DB">
      <w:r>
        <w:t>— </w:t>
      </w:r>
      <w:r w:rsidR="00855694" w:rsidRPr="009071AC">
        <w:t>Je reprends donc</w:t>
      </w:r>
      <w:r>
        <w:t xml:space="preserve">, </w:t>
      </w:r>
      <w:r w:rsidR="00855694" w:rsidRPr="009071AC">
        <w:t>fit-il</w:t>
      </w:r>
      <w:r>
        <w:t xml:space="preserve">. </w:t>
      </w:r>
      <w:r w:rsidR="00855694" w:rsidRPr="009071AC">
        <w:t>On m</w:t>
      </w:r>
      <w:r>
        <w:t>’</w:t>
      </w:r>
      <w:r w:rsidR="00855694" w:rsidRPr="009071AC">
        <w:t xml:space="preserve">a affirmé que </w:t>
      </w:r>
      <w:r>
        <w:t>M. de </w:t>
      </w:r>
      <w:proofErr w:type="spellStart"/>
      <w:r w:rsidR="00855694" w:rsidRPr="009071AC">
        <w:t>Chalusse</w:t>
      </w:r>
      <w:proofErr w:type="spellEnd"/>
      <w:r w:rsidR="00855694" w:rsidRPr="009071AC">
        <w:t xml:space="preserve"> n</w:t>
      </w:r>
      <w:r>
        <w:t>’</w:t>
      </w:r>
      <w:r w:rsidR="00855694" w:rsidRPr="009071AC">
        <w:t>a aucun parent à quelque degré que ce soit</w:t>
      </w:r>
      <w:r>
        <w:t xml:space="preserve">… </w:t>
      </w:r>
      <w:r w:rsidR="00855694" w:rsidRPr="009071AC">
        <w:t>Est-ce exact</w:t>
      </w:r>
      <w:r>
        <w:t> ?</w:t>
      </w:r>
    </w:p>
    <w:p w14:paraId="37C93243" w14:textId="47F0FCBC" w:rsidR="00F635DB" w:rsidRDefault="00F635DB" w:rsidP="00F635DB">
      <w:r>
        <w:t>— </w:t>
      </w:r>
      <w:r w:rsidR="00855694" w:rsidRPr="009071AC">
        <w:t>En effet</w:t>
      </w:r>
      <w:r>
        <w:t xml:space="preserve">, </w:t>
      </w:r>
      <w:r w:rsidR="00855694" w:rsidRPr="009071AC">
        <w:t>oui</w:t>
      </w:r>
      <w:r>
        <w:t xml:space="preserve">, </w:t>
      </w:r>
      <w:r w:rsidR="00855694" w:rsidRPr="009071AC">
        <w:t>monsieur</w:t>
      </w:r>
      <w:r>
        <w:t xml:space="preserve">… </w:t>
      </w:r>
      <w:r w:rsidR="00855694" w:rsidRPr="009071AC">
        <w:t>Mais j</w:t>
      </w:r>
      <w:r>
        <w:t>’</w:t>
      </w:r>
      <w:r w:rsidR="00855694" w:rsidRPr="009071AC">
        <w:t xml:space="preserve">ai aussi entendu dire à </w:t>
      </w:r>
      <w:r>
        <w:t>M. </w:t>
      </w:r>
      <w:r w:rsidR="00855694" w:rsidRPr="009071AC">
        <w:t>le comte</w:t>
      </w:r>
      <w:r>
        <w:t xml:space="preserve">, </w:t>
      </w:r>
      <w:r w:rsidR="00855694" w:rsidRPr="009071AC">
        <w:t>qu</w:t>
      </w:r>
      <w:r>
        <w:t>’</w:t>
      </w:r>
      <w:r w:rsidR="00855694" w:rsidRPr="009071AC">
        <w:t>une sœur à lui</w:t>
      </w:r>
      <w:r>
        <w:t>, M</w:t>
      </w:r>
      <w:r w:rsidRPr="00F635DB">
        <w:rPr>
          <w:vertAlign w:val="superscript"/>
        </w:rPr>
        <w:t>lle</w:t>
      </w:r>
      <w:r>
        <w:t> </w:t>
      </w:r>
      <w:r w:rsidR="00855694" w:rsidRPr="009071AC">
        <w:t xml:space="preserve">Hermine de </w:t>
      </w:r>
      <w:proofErr w:type="spellStart"/>
      <w:r w:rsidR="00855694" w:rsidRPr="009071AC">
        <w:t>Chalusse</w:t>
      </w:r>
      <w:proofErr w:type="spellEnd"/>
      <w:r>
        <w:t xml:space="preserve">, </w:t>
      </w:r>
      <w:r w:rsidR="00855694" w:rsidRPr="009071AC">
        <w:t>s</w:t>
      </w:r>
      <w:r>
        <w:t>’</w:t>
      </w:r>
      <w:r w:rsidR="00855694" w:rsidRPr="009071AC">
        <w:t>est enfuie de la maison paternelle</w:t>
      </w:r>
      <w:r>
        <w:t xml:space="preserve">, </w:t>
      </w:r>
      <w:r w:rsidR="00855694" w:rsidRPr="009071AC">
        <w:t>quand elle avait mon âge</w:t>
      </w:r>
      <w:r>
        <w:t xml:space="preserve">, </w:t>
      </w:r>
      <w:r w:rsidR="00855694" w:rsidRPr="009071AC">
        <w:t>il y a de cela vingt-cinq ou trente ans</w:t>
      </w:r>
      <w:r>
        <w:t xml:space="preserve">… </w:t>
      </w:r>
      <w:r w:rsidR="00855694" w:rsidRPr="009071AC">
        <w:t>et jamais elle n</w:t>
      </w:r>
      <w:r>
        <w:t>’</w:t>
      </w:r>
      <w:r w:rsidR="00855694" w:rsidRPr="009071AC">
        <w:t>a reçu la part qui lui revenait dans l</w:t>
      </w:r>
      <w:r>
        <w:t>’</w:t>
      </w:r>
      <w:r w:rsidR="00855694" w:rsidRPr="009071AC">
        <w:t>énorme fortune de ses parents</w:t>
      </w:r>
      <w:r>
        <w:t>…</w:t>
      </w:r>
    </w:p>
    <w:p w14:paraId="798415E5" w14:textId="77777777" w:rsidR="00F635DB" w:rsidRDefault="00F635DB" w:rsidP="00F635DB">
      <w:r>
        <w:t>— </w:t>
      </w:r>
      <w:r w:rsidR="00855694" w:rsidRPr="009071AC">
        <w:t>Et cette sœur n</w:t>
      </w:r>
      <w:r>
        <w:t>’</w:t>
      </w:r>
      <w:r w:rsidR="00855694" w:rsidRPr="009071AC">
        <w:t>a jamais donné signe de vie</w:t>
      </w:r>
      <w:r>
        <w:t> ?…</w:t>
      </w:r>
    </w:p>
    <w:p w14:paraId="157CE16A" w14:textId="0A5B9005" w:rsidR="00F635DB" w:rsidRDefault="00F635DB" w:rsidP="00F635DB">
      <w:r>
        <w:t>— </w:t>
      </w:r>
      <w:r w:rsidR="00855694" w:rsidRPr="009071AC">
        <w:t>Jamais</w:t>
      </w:r>
      <w:r>
        <w:t xml:space="preserve"> !… </w:t>
      </w:r>
      <w:r w:rsidR="00855694" w:rsidRPr="009071AC">
        <w:t>Quoique cependant</w:t>
      </w:r>
      <w:r>
        <w:t xml:space="preserve">… </w:t>
      </w:r>
      <w:r w:rsidR="00855694" w:rsidRPr="009071AC">
        <w:t>tenez</w:t>
      </w:r>
      <w:r>
        <w:t xml:space="preserve">, </w:t>
      </w:r>
      <w:r w:rsidR="00855694" w:rsidRPr="009071AC">
        <w:t>monsieur</w:t>
      </w:r>
      <w:r>
        <w:t xml:space="preserve">, </w:t>
      </w:r>
      <w:r w:rsidR="00855694" w:rsidRPr="009071AC">
        <w:t>je vous ai promis d</w:t>
      </w:r>
      <w:r>
        <w:t>’</w:t>
      </w:r>
      <w:r w:rsidR="00855694" w:rsidRPr="009071AC">
        <w:t>être franche</w:t>
      </w:r>
      <w:r>
        <w:t xml:space="preserve">… </w:t>
      </w:r>
      <w:r w:rsidR="00855694" w:rsidRPr="009071AC">
        <w:t xml:space="preserve">Cette lettre reçue hier par </w:t>
      </w:r>
      <w:r>
        <w:t>M. de </w:t>
      </w:r>
      <w:proofErr w:type="spellStart"/>
      <w:r w:rsidR="00855694" w:rsidRPr="009071AC">
        <w:t>Chalusse</w:t>
      </w:r>
      <w:proofErr w:type="spellEnd"/>
      <w:r>
        <w:t xml:space="preserve">, </w:t>
      </w:r>
      <w:r w:rsidR="00855694" w:rsidRPr="009071AC">
        <w:t>qui a déterminé sa mort</w:t>
      </w:r>
      <w:r>
        <w:t xml:space="preserve">… </w:t>
      </w:r>
      <w:r w:rsidR="00855694" w:rsidRPr="009071AC">
        <w:t>Eh bien</w:t>
      </w:r>
      <w:r>
        <w:t xml:space="preserve"> ! </w:t>
      </w:r>
      <w:r w:rsidR="00855694" w:rsidRPr="009071AC">
        <w:t>j</w:t>
      </w:r>
      <w:r>
        <w:t>’</w:t>
      </w:r>
      <w:r w:rsidR="00855694" w:rsidRPr="009071AC">
        <w:t>ai le pressentiment qu</w:t>
      </w:r>
      <w:r>
        <w:t>’</w:t>
      </w:r>
      <w:r w:rsidR="00855694" w:rsidRPr="009071AC">
        <w:t>elle venait de cette sœur</w:t>
      </w:r>
      <w:r>
        <w:t xml:space="preserve">… </w:t>
      </w:r>
      <w:r w:rsidR="00855694" w:rsidRPr="009071AC">
        <w:t>Elle ne peut avoir été écrite que par elle ou</w:t>
      </w:r>
      <w:r>
        <w:t xml:space="preserve">… </w:t>
      </w:r>
      <w:r w:rsidR="00855694" w:rsidRPr="009071AC">
        <w:t>par cette autre</w:t>
      </w:r>
      <w:r>
        <w:t xml:space="preserve">… </w:t>
      </w:r>
      <w:r w:rsidR="00855694" w:rsidRPr="009071AC">
        <w:t>personne dont vous avez trouvé des lettres</w:t>
      </w:r>
      <w:r>
        <w:t xml:space="preserve">… </w:t>
      </w:r>
      <w:r w:rsidR="00855694" w:rsidRPr="009071AC">
        <w:t>et des souvenirs</w:t>
      </w:r>
      <w:r>
        <w:t xml:space="preserve">… </w:t>
      </w:r>
      <w:r w:rsidR="00855694" w:rsidRPr="009071AC">
        <w:t>dans la cachette du secrétaire</w:t>
      </w:r>
      <w:r>
        <w:t>…</w:t>
      </w:r>
    </w:p>
    <w:p w14:paraId="236EF8A0" w14:textId="77777777" w:rsidR="00F635DB" w:rsidRDefault="00F635DB" w:rsidP="00F635DB">
      <w:r>
        <w:t>— </w:t>
      </w:r>
      <w:r w:rsidR="00855694" w:rsidRPr="009071AC">
        <w:t>Et</w:t>
      </w:r>
      <w:r>
        <w:t xml:space="preserve">… </w:t>
      </w:r>
      <w:r w:rsidR="00855694" w:rsidRPr="009071AC">
        <w:t>cette personne</w:t>
      </w:r>
      <w:r>
        <w:t xml:space="preserve">… </w:t>
      </w:r>
      <w:r w:rsidR="00855694" w:rsidRPr="009071AC">
        <w:t>d</w:t>
      </w:r>
      <w:r>
        <w:t>’</w:t>
      </w:r>
      <w:r w:rsidR="00855694" w:rsidRPr="009071AC">
        <w:t>après vous</w:t>
      </w:r>
      <w:r>
        <w:t xml:space="preserve">… </w:t>
      </w:r>
      <w:r w:rsidR="00855694" w:rsidRPr="009071AC">
        <w:t>qui serait-elle</w:t>
      </w:r>
      <w:r>
        <w:t> ?</w:t>
      </w:r>
    </w:p>
    <w:p w14:paraId="334E94BC" w14:textId="77777777" w:rsidR="00F635DB" w:rsidRDefault="00855694" w:rsidP="00F635DB">
      <w:r w:rsidRPr="009071AC">
        <w:t>La jeune fille ne répondant pas</w:t>
      </w:r>
      <w:r w:rsidR="00F635DB">
        <w:t xml:space="preserve">, </w:t>
      </w:r>
      <w:r w:rsidRPr="009071AC">
        <w:t>le juge n</w:t>
      </w:r>
      <w:r w:rsidR="00F635DB">
        <w:t>’</w:t>
      </w:r>
      <w:r w:rsidRPr="009071AC">
        <w:t>insista pas et continua</w:t>
      </w:r>
      <w:r w:rsidR="00F635DB">
        <w:t>.</w:t>
      </w:r>
    </w:p>
    <w:p w14:paraId="46ED7CBC" w14:textId="77777777" w:rsidR="00F635DB" w:rsidRDefault="00F635DB" w:rsidP="00F635DB">
      <w:r>
        <w:t>— </w:t>
      </w:r>
      <w:r w:rsidR="00855694" w:rsidRPr="009071AC">
        <w:t>Mais vous</w:t>
      </w:r>
      <w:r>
        <w:t xml:space="preserve">, </w:t>
      </w:r>
      <w:r w:rsidR="00855694" w:rsidRPr="009071AC">
        <w:t>mon enfant</w:t>
      </w:r>
      <w:r>
        <w:t xml:space="preserve">, </w:t>
      </w:r>
      <w:r w:rsidR="00855694" w:rsidRPr="009071AC">
        <w:t>qui êtes-vous</w:t>
      </w:r>
      <w:r>
        <w:t> ?…</w:t>
      </w:r>
    </w:p>
    <w:p w14:paraId="16787611" w14:textId="77777777" w:rsidR="00F635DB" w:rsidRDefault="00855694" w:rsidP="00F635DB">
      <w:r w:rsidRPr="009071AC">
        <w:lastRenderedPageBreak/>
        <w:t>Elle eut un geste de douloureuse résignation</w:t>
      </w:r>
      <w:r w:rsidR="00F635DB">
        <w:t xml:space="preserve">, </w:t>
      </w:r>
      <w:r w:rsidRPr="009071AC">
        <w:t>et d</w:t>
      </w:r>
      <w:r w:rsidR="00F635DB">
        <w:t>’</w:t>
      </w:r>
      <w:r w:rsidRPr="009071AC">
        <w:t>une voix troublée</w:t>
      </w:r>
      <w:r w:rsidR="00F635DB">
        <w:t> :</w:t>
      </w:r>
    </w:p>
    <w:p w14:paraId="5099E2E4" w14:textId="1A6618BB" w:rsidR="00F635DB" w:rsidRDefault="00F635DB" w:rsidP="00F635DB">
      <w:r>
        <w:t>— </w:t>
      </w:r>
      <w:r w:rsidR="00855694" w:rsidRPr="009071AC">
        <w:t>Je l</w:t>
      </w:r>
      <w:r>
        <w:t>’</w:t>
      </w:r>
      <w:r w:rsidR="00855694" w:rsidRPr="009071AC">
        <w:t>ignore</w:t>
      </w:r>
      <w:r>
        <w:t xml:space="preserve">, </w:t>
      </w:r>
      <w:r w:rsidR="00855694" w:rsidRPr="009071AC">
        <w:t>monsieur</w:t>
      </w:r>
      <w:r>
        <w:t xml:space="preserve">… </w:t>
      </w:r>
      <w:r w:rsidR="00855694" w:rsidRPr="009071AC">
        <w:t>répondit-elle</w:t>
      </w:r>
      <w:r>
        <w:t xml:space="preserve">. </w:t>
      </w:r>
      <w:r w:rsidR="00855694" w:rsidRPr="009071AC">
        <w:t xml:space="preserve">Peut-être suis-je la fille de </w:t>
      </w:r>
      <w:r>
        <w:t>M. de </w:t>
      </w:r>
      <w:proofErr w:type="spellStart"/>
      <w:r w:rsidR="00855694" w:rsidRPr="009071AC">
        <w:t>Chalusse</w:t>
      </w:r>
      <w:proofErr w:type="spellEnd"/>
      <w:r>
        <w:t xml:space="preserve">. </w:t>
      </w:r>
      <w:r w:rsidR="00855694" w:rsidRPr="009071AC">
        <w:t>Je mentirais si je disais que telle n</w:t>
      </w:r>
      <w:r>
        <w:t>’</w:t>
      </w:r>
      <w:r w:rsidR="00855694" w:rsidRPr="009071AC">
        <w:t>est pas ma conviction</w:t>
      </w:r>
      <w:r>
        <w:t xml:space="preserve">. </w:t>
      </w:r>
      <w:r w:rsidR="00855694" w:rsidRPr="009071AC">
        <w:t>Oui</w:t>
      </w:r>
      <w:r>
        <w:t xml:space="preserve">, </w:t>
      </w:r>
      <w:r w:rsidR="00855694" w:rsidRPr="009071AC">
        <w:t>je le crois</w:t>
      </w:r>
      <w:r>
        <w:t xml:space="preserve">, </w:t>
      </w:r>
      <w:r w:rsidR="00855694" w:rsidRPr="009071AC">
        <w:t>mais je n</w:t>
      </w:r>
      <w:r>
        <w:t>’</w:t>
      </w:r>
      <w:r w:rsidR="00855694" w:rsidRPr="009071AC">
        <w:t>ai jamais eu une certitude</w:t>
      </w:r>
      <w:r>
        <w:t xml:space="preserve">… </w:t>
      </w:r>
      <w:r w:rsidR="00855694" w:rsidRPr="009071AC">
        <w:t>Tour à tour</w:t>
      </w:r>
      <w:r>
        <w:t xml:space="preserve">, </w:t>
      </w:r>
      <w:r w:rsidR="00855694" w:rsidRPr="009071AC">
        <w:t>selon les circonstances</w:t>
      </w:r>
      <w:r>
        <w:t xml:space="preserve">, </w:t>
      </w:r>
      <w:r w:rsidR="00855694" w:rsidRPr="009071AC">
        <w:t>j</w:t>
      </w:r>
      <w:r>
        <w:t>’</w:t>
      </w:r>
      <w:r w:rsidR="00855694" w:rsidRPr="009071AC">
        <w:t>ai cru</w:t>
      </w:r>
      <w:r>
        <w:t xml:space="preserve">, </w:t>
      </w:r>
      <w:r w:rsidR="00855694" w:rsidRPr="009071AC">
        <w:t>puis j</w:t>
      </w:r>
      <w:r>
        <w:t>’</w:t>
      </w:r>
      <w:r w:rsidR="00855694" w:rsidRPr="009071AC">
        <w:t>ai douté</w:t>
      </w:r>
      <w:r>
        <w:t xml:space="preserve">… </w:t>
      </w:r>
      <w:r w:rsidR="00855694" w:rsidRPr="009071AC">
        <w:t>Par certains jours</w:t>
      </w:r>
      <w:r>
        <w:t xml:space="preserve">, </w:t>
      </w:r>
      <w:r w:rsidR="00855694" w:rsidRPr="009071AC">
        <w:t>je me disais</w:t>
      </w:r>
      <w:r>
        <w:t>, « </w:t>
      </w:r>
      <w:r w:rsidR="00855694" w:rsidRPr="009071AC">
        <w:t>oui</w:t>
      </w:r>
      <w:r>
        <w:t xml:space="preserve">, </w:t>
      </w:r>
      <w:r w:rsidR="00855694" w:rsidRPr="009071AC">
        <w:t>oui</w:t>
      </w:r>
      <w:r>
        <w:t xml:space="preserve"> ! »… </w:t>
      </w:r>
      <w:r w:rsidR="00855694" w:rsidRPr="009071AC">
        <w:t>et j</w:t>
      </w:r>
      <w:r>
        <w:t>’</w:t>
      </w:r>
      <w:r w:rsidR="00855694" w:rsidRPr="009071AC">
        <w:t>avais envie de me jeter à son cou</w:t>
      </w:r>
      <w:r>
        <w:t xml:space="preserve">… </w:t>
      </w:r>
      <w:r w:rsidR="00855694" w:rsidRPr="009071AC">
        <w:t>D</w:t>
      </w:r>
      <w:r>
        <w:t>’</w:t>
      </w:r>
      <w:r w:rsidR="00855694" w:rsidRPr="009071AC">
        <w:t>autres fois</w:t>
      </w:r>
      <w:r>
        <w:t xml:space="preserve">, </w:t>
      </w:r>
      <w:r w:rsidR="00855694" w:rsidRPr="009071AC">
        <w:t>je m</w:t>
      </w:r>
      <w:r>
        <w:t>’</w:t>
      </w:r>
      <w:r w:rsidR="00855694" w:rsidRPr="009071AC">
        <w:t>écriais</w:t>
      </w:r>
      <w:r>
        <w:t> : « </w:t>
      </w:r>
      <w:r w:rsidR="00855694" w:rsidRPr="009071AC">
        <w:t>non</w:t>
      </w:r>
      <w:r>
        <w:t xml:space="preserve">, </w:t>
      </w:r>
      <w:r w:rsidR="00855694" w:rsidRPr="009071AC">
        <w:t>ce n</w:t>
      </w:r>
      <w:r>
        <w:t>’</w:t>
      </w:r>
      <w:r w:rsidR="00855694" w:rsidRPr="009071AC">
        <w:t>est pas possible</w:t>
      </w:r>
      <w:r>
        <w:t xml:space="preserve"> ! »… </w:t>
      </w:r>
      <w:r w:rsidR="00855694" w:rsidRPr="009071AC">
        <w:t>et je le haïssais presque</w:t>
      </w:r>
      <w:r>
        <w:t xml:space="preserve">… </w:t>
      </w:r>
      <w:r w:rsidR="00855694" w:rsidRPr="009071AC">
        <w:t>D</w:t>
      </w:r>
      <w:r>
        <w:t>’</w:t>
      </w:r>
      <w:r w:rsidR="00855694" w:rsidRPr="009071AC">
        <w:t>ailleurs</w:t>
      </w:r>
      <w:r>
        <w:t xml:space="preserve">, </w:t>
      </w:r>
      <w:r w:rsidR="00855694" w:rsidRPr="009071AC">
        <w:t>pas un mot de lui</w:t>
      </w:r>
      <w:r>
        <w:t xml:space="preserve">, </w:t>
      </w:r>
      <w:r w:rsidR="00855694" w:rsidRPr="009071AC">
        <w:t>pas un mot positif</w:t>
      </w:r>
      <w:r>
        <w:t xml:space="preserve">, </w:t>
      </w:r>
      <w:r w:rsidR="00855694" w:rsidRPr="009071AC">
        <w:t>au moins</w:t>
      </w:r>
      <w:r>
        <w:t xml:space="preserve">… </w:t>
      </w:r>
      <w:r w:rsidR="00855694" w:rsidRPr="009071AC">
        <w:t>Lorsque je l</w:t>
      </w:r>
      <w:r>
        <w:t>’</w:t>
      </w:r>
      <w:r w:rsidR="00855694" w:rsidRPr="009071AC">
        <w:t>ai vu pour la première fois</w:t>
      </w:r>
      <w:r>
        <w:t xml:space="preserve">, </w:t>
      </w:r>
      <w:r w:rsidR="00855694" w:rsidRPr="009071AC">
        <w:t>il y a six ans</w:t>
      </w:r>
      <w:r>
        <w:t xml:space="preserve">, </w:t>
      </w:r>
      <w:r w:rsidR="00855694" w:rsidRPr="009071AC">
        <w:t>à la façon dont il m</w:t>
      </w:r>
      <w:r>
        <w:t>’</w:t>
      </w:r>
      <w:r w:rsidR="00855694" w:rsidRPr="009071AC">
        <w:t>avait défendu de l</w:t>
      </w:r>
      <w:r>
        <w:t>’</w:t>
      </w:r>
      <w:r w:rsidR="00855694" w:rsidRPr="009071AC">
        <w:t xml:space="preserve">appeler </w:t>
      </w:r>
      <w:r>
        <w:t>« </w:t>
      </w:r>
      <w:r w:rsidR="00855694" w:rsidRPr="009071AC">
        <w:t>mon père</w:t>
      </w:r>
      <w:r>
        <w:t>, »</w:t>
      </w:r>
      <w:r w:rsidR="00855694" w:rsidRPr="009071AC">
        <w:t xml:space="preserve"> j</w:t>
      </w:r>
      <w:r>
        <w:t>’</w:t>
      </w:r>
      <w:r w:rsidR="00855694" w:rsidRPr="009071AC">
        <w:t>ai compris qu</w:t>
      </w:r>
      <w:r>
        <w:t>’</w:t>
      </w:r>
      <w:r w:rsidR="00855694" w:rsidRPr="009071AC">
        <w:t>il ne me répondrait jamais</w:t>
      </w:r>
      <w:r>
        <w:t>…</w:t>
      </w:r>
    </w:p>
    <w:p w14:paraId="7A17856D" w14:textId="77777777" w:rsidR="00F635DB" w:rsidRDefault="00855694" w:rsidP="00F635DB">
      <w:r w:rsidRPr="009071AC">
        <w:t>S</w:t>
      </w:r>
      <w:r w:rsidR="00F635DB">
        <w:t>’</w:t>
      </w:r>
      <w:r w:rsidRPr="009071AC">
        <w:t>il est un homme au monde inaccessible au ridicule prurit d</w:t>
      </w:r>
      <w:r w:rsidR="00F635DB">
        <w:t>’</w:t>
      </w:r>
      <w:r w:rsidRPr="009071AC">
        <w:t>une puérile curiosité</w:t>
      </w:r>
      <w:r w:rsidR="00F635DB">
        <w:t xml:space="preserve">, </w:t>
      </w:r>
      <w:r w:rsidRPr="009071AC">
        <w:t>c</w:t>
      </w:r>
      <w:r w:rsidR="00F635DB">
        <w:t>’</w:t>
      </w:r>
      <w:r w:rsidRPr="009071AC">
        <w:t>est assurément celui que sa profession condamne à détailler les heures de sa vie au profit de son prochain</w:t>
      </w:r>
      <w:r w:rsidR="00F635DB">
        <w:t>.</w:t>
      </w:r>
    </w:p>
    <w:p w14:paraId="4292E9CF" w14:textId="77777777" w:rsidR="00F635DB" w:rsidRDefault="00855694" w:rsidP="00F635DB">
      <w:r w:rsidRPr="009071AC">
        <w:t>Tel le magistrat</w:t>
      </w:r>
      <w:r w:rsidR="00F635DB">
        <w:t xml:space="preserve"> ; </w:t>
      </w:r>
      <w:r w:rsidRPr="009071AC">
        <w:t>rivé à son fauteuil</w:t>
      </w:r>
      <w:r w:rsidR="00F635DB">
        <w:t xml:space="preserve">, </w:t>
      </w:r>
      <w:r w:rsidRPr="009071AC">
        <w:t>et contraint d</w:t>
      </w:r>
      <w:r w:rsidR="00F635DB">
        <w:t>’</w:t>
      </w:r>
      <w:r w:rsidRPr="009071AC">
        <w:t>écouter à la journée les doléances de famille</w:t>
      </w:r>
      <w:r w:rsidR="00F635DB">
        <w:t xml:space="preserve">, </w:t>
      </w:r>
      <w:r w:rsidRPr="009071AC">
        <w:t>les clabaudages du voisin</w:t>
      </w:r>
      <w:r w:rsidR="00F635DB">
        <w:t xml:space="preserve">, </w:t>
      </w:r>
      <w:r w:rsidRPr="009071AC">
        <w:t>les plaintes</w:t>
      </w:r>
      <w:r w:rsidR="00F635DB">
        <w:t xml:space="preserve">, </w:t>
      </w:r>
      <w:r w:rsidRPr="009071AC">
        <w:t>les accusations</w:t>
      </w:r>
      <w:r w:rsidR="00F635DB">
        <w:t xml:space="preserve">, </w:t>
      </w:r>
      <w:r w:rsidRPr="009071AC">
        <w:t>les récriminations bêtes</w:t>
      </w:r>
      <w:r w:rsidR="00F635DB">
        <w:t xml:space="preserve">, </w:t>
      </w:r>
      <w:r w:rsidRPr="009071AC">
        <w:t>les plus ignobles calomnies</w:t>
      </w:r>
      <w:r w:rsidR="00F635DB">
        <w:t xml:space="preserve">, </w:t>
      </w:r>
      <w:r w:rsidRPr="009071AC">
        <w:t>des histoires stupides jusqu</w:t>
      </w:r>
      <w:r w:rsidR="00F635DB">
        <w:t>’</w:t>
      </w:r>
      <w:r w:rsidRPr="009071AC">
        <w:t>à la nausée</w:t>
      </w:r>
      <w:r w:rsidR="00F635DB">
        <w:t xml:space="preserve">, </w:t>
      </w:r>
      <w:r w:rsidRPr="009071AC">
        <w:t>enfin l</w:t>
      </w:r>
      <w:r w:rsidR="00F635DB">
        <w:t>’</w:t>
      </w:r>
      <w:r w:rsidRPr="009071AC">
        <w:t>interminable et écœurante antienne des intérêts rivaux</w:t>
      </w:r>
      <w:r w:rsidR="00F635DB">
        <w:t>…</w:t>
      </w:r>
    </w:p>
    <w:p w14:paraId="0E3453CB" w14:textId="1EB37ACD" w:rsidR="00F635DB" w:rsidRDefault="00855694" w:rsidP="00F635DB">
      <w:r w:rsidRPr="009071AC">
        <w:t>Et cependant</w:t>
      </w:r>
      <w:r w:rsidR="00F635DB">
        <w:t xml:space="preserve">, </w:t>
      </w:r>
      <w:r w:rsidRPr="009071AC">
        <w:t xml:space="preserve">à entendre </w:t>
      </w:r>
      <w:r w:rsidR="00F635DB">
        <w:t>M</w:t>
      </w:r>
      <w:r w:rsidR="00F635DB" w:rsidRPr="00F635DB">
        <w:rPr>
          <w:vertAlign w:val="superscript"/>
        </w:rPr>
        <w:t>lle</w:t>
      </w:r>
      <w:r w:rsidR="00F635DB">
        <w:t> </w:t>
      </w:r>
      <w:r w:rsidRPr="009071AC">
        <w:t>Marguerite</w:t>
      </w:r>
      <w:r w:rsidR="00F635DB">
        <w:t xml:space="preserve">, </w:t>
      </w:r>
      <w:r w:rsidRPr="009071AC">
        <w:t>cette jeune fille dont l</w:t>
      </w:r>
      <w:r w:rsidR="00F635DB">
        <w:t>’</w:t>
      </w:r>
      <w:r w:rsidRPr="009071AC">
        <w:t>étrangeté l</w:t>
      </w:r>
      <w:r w:rsidR="00F635DB">
        <w:t>’</w:t>
      </w:r>
      <w:r w:rsidRPr="009071AC">
        <w:t>avait saisi</w:t>
      </w:r>
      <w:r w:rsidR="00F635DB">
        <w:t xml:space="preserve">, </w:t>
      </w:r>
      <w:r w:rsidRPr="009071AC">
        <w:t>le vieux juge de paix éprouvait cette inquiétude qu</w:t>
      </w:r>
      <w:r w:rsidR="00F635DB">
        <w:t>’</w:t>
      </w:r>
      <w:r w:rsidRPr="009071AC">
        <w:t>on ressent en face d</w:t>
      </w:r>
      <w:r w:rsidR="00F635DB">
        <w:t>’</w:t>
      </w:r>
      <w:r w:rsidRPr="009071AC">
        <w:t>un problème</w:t>
      </w:r>
      <w:r w:rsidR="00F635DB">
        <w:t>…</w:t>
      </w:r>
    </w:p>
    <w:p w14:paraId="15D28917" w14:textId="77777777" w:rsidR="00F635DB" w:rsidRDefault="00F635DB" w:rsidP="00F635DB">
      <w:r>
        <w:t>— </w:t>
      </w:r>
      <w:r w:rsidR="00855694" w:rsidRPr="009071AC">
        <w:t>Laissez-moi croire</w:t>
      </w:r>
      <w:r>
        <w:t xml:space="preserve">, </w:t>
      </w:r>
      <w:r w:rsidR="00855694" w:rsidRPr="009071AC">
        <w:t>lui dit-il</w:t>
      </w:r>
      <w:r>
        <w:t xml:space="preserve">, </w:t>
      </w:r>
      <w:r w:rsidR="00855694" w:rsidRPr="009071AC">
        <w:t>que beaucoup de circonstances décisives ont échappé à votre inexpérience et qu</w:t>
      </w:r>
      <w:r>
        <w:t>’</w:t>
      </w:r>
      <w:r w:rsidR="00855694" w:rsidRPr="009071AC">
        <w:t>à votre place</w:t>
      </w:r>
      <w:r>
        <w:t>…</w:t>
      </w:r>
    </w:p>
    <w:p w14:paraId="1D7C44BE" w14:textId="77777777" w:rsidR="00F635DB" w:rsidRDefault="00855694" w:rsidP="00F635DB">
      <w:r w:rsidRPr="009071AC">
        <w:t>Elle l</w:t>
      </w:r>
      <w:r w:rsidR="00F635DB">
        <w:t>’</w:t>
      </w:r>
      <w:r w:rsidRPr="009071AC">
        <w:t>interrompit du geste</w:t>
      </w:r>
      <w:r w:rsidR="00F635DB">
        <w:t xml:space="preserve">, </w:t>
      </w:r>
      <w:r w:rsidRPr="009071AC">
        <w:t>et tristement</w:t>
      </w:r>
      <w:r w:rsidR="00F635DB">
        <w:t> :</w:t>
      </w:r>
    </w:p>
    <w:p w14:paraId="3A7E70D7" w14:textId="77777777" w:rsidR="00F635DB" w:rsidRDefault="00F635DB" w:rsidP="00F635DB">
      <w:r>
        <w:lastRenderedPageBreak/>
        <w:t>— </w:t>
      </w:r>
      <w:r w:rsidR="00855694" w:rsidRPr="009071AC">
        <w:t>Vous vous trompez</w:t>
      </w:r>
      <w:r>
        <w:t xml:space="preserve">, </w:t>
      </w:r>
      <w:r w:rsidR="00855694" w:rsidRPr="009071AC">
        <w:t>monsieur</w:t>
      </w:r>
      <w:r>
        <w:t xml:space="preserve">, </w:t>
      </w:r>
      <w:r w:rsidR="00855694" w:rsidRPr="009071AC">
        <w:t>fit-elle</w:t>
      </w:r>
      <w:r>
        <w:t xml:space="preserve"> ; </w:t>
      </w:r>
      <w:r w:rsidR="00855694" w:rsidRPr="009071AC">
        <w:t>je ne suis pas inexpérimentée</w:t>
      </w:r>
      <w:r>
        <w:t>…</w:t>
      </w:r>
    </w:p>
    <w:p w14:paraId="7F29484F" w14:textId="77777777" w:rsidR="00F635DB" w:rsidRDefault="00855694" w:rsidP="00F635DB">
      <w:r w:rsidRPr="009071AC">
        <w:t>Lui ne put s</w:t>
      </w:r>
      <w:r w:rsidR="00F635DB">
        <w:t>’</w:t>
      </w:r>
      <w:r w:rsidRPr="009071AC">
        <w:t>empêcher de sourire de cette prétention</w:t>
      </w:r>
      <w:r w:rsidR="00F635DB">
        <w:t>…</w:t>
      </w:r>
    </w:p>
    <w:p w14:paraId="2CBE7357" w14:textId="77777777" w:rsidR="00F635DB" w:rsidRDefault="00F635DB" w:rsidP="00F635DB">
      <w:r>
        <w:t>— </w:t>
      </w:r>
      <w:r w:rsidR="00855694" w:rsidRPr="009071AC">
        <w:t>Pauvre jeune fille</w:t>
      </w:r>
      <w:r>
        <w:t xml:space="preserve">, </w:t>
      </w:r>
      <w:r w:rsidR="00855694" w:rsidRPr="009071AC">
        <w:t>prononça-t-il</w:t>
      </w:r>
      <w:r>
        <w:t xml:space="preserve">, </w:t>
      </w:r>
      <w:r w:rsidR="00855694" w:rsidRPr="009071AC">
        <w:t>quel âge avez-vous</w:t>
      </w:r>
      <w:r>
        <w:t xml:space="preserve">… </w:t>
      </w:r>
      <w:r w:rsidR="00855694" w:rsidRPr="009071AC">
        <w:t>dix-huit ans</w:t>
      </w:r>
      <w:r>
        <w:t> ?…</w:t>
      </w:r>
    </w:p>
    <w:p w14:paraId="50459B86" w14:textId="77777777" w:rsidR="00F635DB" w:rsidRDefault="00855694" w:rsidP="00F635DB">
      <w:r w:rsidRPr="009071AC">
        <w:t>Elle secoua la tête</w:t>
      </w:r>
      <w:r w:rsidR="00F635DB">
        <w:t> :</w:t>
      </w:r>
    </w:p>
    <w:p w14:paraId="67D470BF" w14:textId="77777777" w:rsidR="00F635DB" w:rsidRDefault="00F635DB" w:rsidP="00F635DB">
      <w:r>
        <w:t>— </w:t>
      </w:r>
      <w:proofErr w:type="gramStart"/>
      <w:r w:rsidR="00855694" w:rsidRPr="009071AC">
        <w:t>De par</w:t>
      </w:r>
      <w:proofErr w:type="gramEnd"/>
      <w:r w:rsidR="00855694" w:rsidRPr="009071AC">
        <w:t xml:space="preserve"> l</w:t>
      </w:r>
      <w:r>
        <w:t>’</w:t>
      </w:r>
      <w:r w:rsidR="00855694" w:rsidRPr="009071AC">
        <w:t>acte douteux qui a enregistré ma naissance</w:t>
      </w:r>
      <w:r>
        <w:t xml:space="preserve">, </w:t>
      </w:r>
      <w:r w:rsidR="00855694" w:rsidRPr="009071AC">
        <w:t>répondit-elle</w:t>
      </w:r>
      <w:r>
        <w:t xml:space="preserve">, </w:t>
      </w:r>
      <w:r w:rsidR="00855694" w:rsidRPr="009071AC">
        <w:t>je n</w:t>
      </w:r>
      <w:r>
        <w:t>’</w:t>
      </w:r>
      <w:r w:rsidR="00855694" w:rsidRPr="009071AC">
        <w:t>ai que dix-huit ans</w:t>
      </w:r>
      <w:r>
        <w:t xml:space="preserve">, </w:t>
      </w:r>
      <w:r w:rsidR="00855694" w:rsidRPr="009071AC">
        <w:t>c</w:t>
      </w:r>
      <w:r>
        <w:t>’</w:t>
      </w:r>
      <w:r w:rsidR="00855694" w:rsidRPr="009071AC">
        <w:t>est vrai</w:t>
      </w:r>
      <w:r>
        <w:t xml:space="preserve"> !… </w:t>
      </w:r>
      <w:r w:rsidR="00855694" w:rsidRPr="009071AC">
        <w:t>Mais par les souffrances endurées</w:t>
      </w:r>
      <w:r>
        <w:t xml:space="preserve">, </w:t>
      </w:r>
      <w:r w:rsidR="00855694" w:rsidRPr="009071AC">
        <w:t>peut-être suis-je plus vieille que vous</w:t>
      </w:r>
      <w:r>
        <w:t xml:space="preserve">, </w:t>
      </w:r>
      <w:r w:rsidR="00855694" w:rsidRPr="009071AC">
        <w:t>monsieur</w:t>
      </w:r>
      <w:r>
        <w:t xml:space="preserve">, </w:t>
      </w:r>
      <w:r w:rsidR="00855694" w:rsidRPr="009071AC">
        <w:t>qui avez des cheveux blancs</w:t>
      </w:r>
      <w:r>
        <w:t xml:space="preserve">… </w:t>
      </w:r>
      <w:r w:rsidR="00855694" w:rsidRPr="009071AC">
        <w:t>Les misérables ne sont jamais jeunes ils ont l</w:t>
      </w:r>
      <w:r>
        <w:t>’</w:t>
      </w:r>
      <w:r w:rsidR="00855694" w:rsidRPr="009071AC">
        <w:t>âge du malheur</w:t>
      </w:r>
      <w:r>
        <w:t xml:space="preserve">… </w:t>
      </w:r>
      <w:r w:rsidR="00855694" w:rsidRPr="009071AC">
        <w:t>Et si par expérience vous entendez le découragement</w:t>
      </w:r>
      <w:r>
        <w:t xml:space="preserve">, </w:t>
      </w:r>
      <w:r w:rsidR="00855694" w:rsidRPr="009071AC">
        <w:t>la connaissance du bien et du mal</w:t>
      </w:r>
      <w:r>
        <w:t xml:space="preserve">, </w:t>
      </w:r>
      <w:r w:rsidR="00855694" w:rsidRPr="009071AC">
        <w:t>le mépris de tout et de tous</w:t>
      </w:r>
      <w:r>
        <w:t xml:space="preserve">, </w:t>
      </w:r>
      <w:r w:rsidR="00855694" w:rsidRPr="009071AC">
        <w:t>mon expérience à moi</w:t>
      </w:r>
      <w:r>
        <w:t xml:space="preserve">, </w:t>
      </w:r>
      <w:r w:rsidR="00855694" w:rsidRPr="009071AC">
        <w:t>jeune fille</w:t>
      </w:r>
      <w:r>
        <w:t xml:space="preserve">, </w:t>
      </w:r>
      <w:r w:rsidR="00855694" w:rsidRPr="009071AC">
        <w:t>vaut la vôtre</w:t>
      </w:r>
      <w:r>
        <w:t>…</w:t>
      </w:r>
    </w:p>
    <w:p w14:paraId="10168B09" w14:textId="77777777" w:rsidR="00F635DB" w:rsidRDefault="00855694" w:rsidP="00F635DB">
      <w:r w:rsidRPr="009071AC">
        <w:t>Elle s</w:t>
      </w:r>
      <w:r w:rsidR="00F635DB">
        <w:t>’</w:t>
      </w:r>
      <w:r w:rsidRPr="009071AC">
        <w:t>arrêta</w:t>
      </w:r>
      <w:r w:rsidR="00F635DB">
        <w:t xml:space="preserve">, </w:t>
      </w:r>
      <w:r w:rsidRPr="009071AC">
        <w:t>hésitant</w:t>
      </w:r>
      <w:r w:rsidR="00F635DB">
        <w:t xml:space="preserve">, </w:t>
      </w:r>
      <w:r w:rsidRPr="009071AC">
        <w:t>puis tout à coup prenant un parti</w:t>
      </w:r>
      <w:r w:rsidR="00F635DB">
        <w:t> :</w:t>
      </w:r>
    </w:p>
    <w:p w14:paraId="012CE6C0" w14:textId="77777777" w:rsidR="00F635DB" w:rsidRDefault="00F635DB" w:rsidP="00F635DB">
      <w:r>
        <w:t>— </w:t>
      </w:r>
      <w:r w:rsidR="00855694" w:rsidRPr="009071AC">
        <w:t>Mais à quoi bon attendre vos questions</w:t>
      </w:r>
      <w:r>
        <w:t xml:space="preserve">, </w:t>
      </w:r>
      <w:r w:rsidR="00855694" w:rsidRPr="009071AC">
        <w:t>monsieur</w:t>
      </w:r>
      <w:r>
        <w:t xml:space="preserve"> ?… </w:t>
      </w:r>
      <w:r w:rsidR="00855694" w:rsidRPr="009071AC">
        <w:t>s</w:t>
      </w:r>
      <w:r>
        <w:t>’</w:t>
      </w:r>
      <w:r w:rsidR="00855694" w:rsidRPr="009071AC">
        <w:t>écria-t-elle</w:t>
      </w:r>
      <w:r>
        <w:t xml:space="preserve">. </w:t>
      </w:r>
      <w:r w:rsidR="00855694" w:rsidRPr="009071AC">
        <w:t>Cela n</w:t>
      </w:r>
      <w:r>
        <w:t>’</w:t>
      </w:r>
      <w:r w:rsidR="00855694" w:rsidRPr="009071AC">
        <w:t>est ni sincère ni digne</w:t>
      </w:r>
      <w:r>
        <w:t xml:space="preserve">. </w:t>
      </w:r>
      <w:r w:rsidR="00855694" w:rsidRPr="009071AC">
        <w:t>Est-ce que vous sauriez jamais</w:t>
      </w:r>
      <w:r>
        <w:t xml:space="preserve"> !… </w:t>
      </w:r>
      <w:r w:rsidR="00855694" w:rsidRPr="009071AC">
        <w:t>Qui réclame un conseil doit avant la franchise</w:t>
      </w:r>
      <w:r>
        <w:t xml:space="preserve">… </w:t>
      </w:r>
      <w:r w:rsidR="00855694" w:rsidRPr="009071AC">
        <w:t>Je vous parlerai comme si j</w:t>
      </w:r>
      <w:r>
        <w:t>’</w:t>
      </w:r>
      <w:r w:rsidR="00855694" w:rsidRPr="009071AC">
        <w:t>étais seule en face de moi-même</w:t>
      </w:r>
      <w:r>
        <w:t xml:space="preserve">. </w:t>
      </w:r>
      <w:r w:rsidR="00855694" w:rsidRPr="009071AC">
        <w:t>Vous saurez ce que personne n</w:t>
      </w:r>
      <w:r>
        <w:t>’</w:t>
      </w:r>
      <w:r w:rsidR="00855694" w:rsidRPr="009071AC">
        <w:t>a su</w:t>
      </w:r>
      <w:r>
        <w:t xml:space="preserve">… </w:t>
      </w:r>
      <w:r w:rsidR="00855694" w:rsidRPr="009071AC">
        <w:t>personne</w:t>
      </w:r>
      <w:r>
        <w:t xml:space="preserve">, </w:t>
      </w:r>
      <w:r w:rsidR="00855694" w:rsidRPr="009071AC">
        <w:t>pas même lui</w:t>
      </w:r>
      <w:r>
        <w:t xml:space="preserve">… </w:t>
      </w:r>
      <w:r w:rsidR="00855694" w:rsidRPr="009071AC">
        <w:t>Pascal</w:t>
      </w:r>
      <w:r>
        <w:t xml:space="preserve">. </w:t>
      </w:r>
      <w:r w:rsidR="00855694" w:rsidRPr="009071AC">
        <w:t>J</w:t>
      </w:r>
      <w:r>
        <w:t>’</w:t>
      </w:r>
      <w:r w:rsidR="00855694" w:rsidRPr="009071AC">
        <w:t>ai un passé</w:t>
      </w:r>
      <w:r>
        <w:t xml:space="preserve">, </w:t>
      </w:r>
      <w:r w:rsidR="00855694" w:rsidRPr="009071AC">
        <w:t>moi que vous avez trouvée entourée d</w:t>
      </w:r>
      <w:r>
        <w:t>’</w:t>
      </w:r>
      <w:r w:rsidR="00855694" w:rsidRPr="009071AC">
        <w:t>un luxe royal</w:t>
      </w:r>
      <w:r>
        <w:t xml:space="preserve">, </w:t>
      </w:r>
      <w:r w:rsidR="00855694" w:rsidRPr="009071AC">
        <w:t>passé de misère</w:t>
      </w:r>
      <w:r>
        <w:t xml:space="preserve">… </w:t>
      </w:r>
      <w:r w:rsidR="00855694" w:rsidRPr="009071AC">
        <w:t>Mais je n</w:t>
      </w:r>
      <w:r>
        <w:t>’</w:t>
      </w:r>
      <w:r w:rsidR="00855694" w:rsidRPr="009071AC">
        <w:t>ai rien à cacher</w:t>
      </w:r>
      <w:r>
        <w:t xml:space="preserve">, </w:t>
      </w:r>
      <w:r w:rsidR="00855694" w:rsidRPr="009071AC">
        <w:t>et si j</w:t>
      </w:r>
      <w:r>
        <w:t>’</w:t>
      </w:r>
      <w:r w:rsidR="00855694" w:rsidRPr="009071AC">
        <w:t>ai à rougir</w:t>
      </w:r>
      <w:r>
        <w:t xml:space="preserve">, </w:t>
      </w:r>
      <w:r w:rsidR="00855694" w:rsidRPr="009071AC">
        <w:t>c</w:t>
      </w:r>
      <w:r>
        <w:t>’</w:t>
      </w:r>
      <w:r w:rsidR="00855694" w:rsidRPr="009071AC">
        <w:t>est des autres</w:t>
      </w:r>
      <w:r>
        <w:t xml:space="preserve">, </w:t>
      </w:r>
      <w:r w:rsidR="00855694" w:rsidRPr="009071AC">
        <w:t>et non de moi</w:t>
      </w:r>
      <w:r>
        <w:t> !…</w:t>
      </w:r>
    </w:p>
    <w:p w14:paraId="4EA0BCEE" w14:textId="77777777" w:rsidR="00F635DB" w:rsidRDefault="00855694" w:rsidP="00F635DB">
      <w:r w:rsidRPr="009071AC">
        <w:t>Peut-être cédait-elle à un besoin d</w:t>
      </w:r>
      <w:r w:rsidR="00F635DB">
        <w:t>’</w:t>
      </w:r>
      <w:r w:rsidRPr="009071AC">
        <w:t>expansion trop fort après des années de contrainte</w:t>
      </w:r>
      <w:r w:rsidR="00F635DB">
        <w:t xml:space="preserve"> ? </w:t>
      </w:r>
      <w:r w:rsidRPr="009071AC">
        <w:t>Peut-être n</w:t>
      </w:r>
      <w:r w:rsidR="00F635DB">
        <w:t>’</w:t>
      </w:r>
      <w:r w:rsidRPr="009071AC">
        <w:t>était-elle plus sûre d</w:t>
      </w:r>
      <w:r w:rsidR="00F635DB">
        <w:t>’</w:t>
      </w:r>
      <w:r w:rsidRPr="009071AC">
        <w:t>elle-même et voulait-elle un autre témoignage que celui de sa seule conscience</w:t>
      </w:r>
      <w:r w:rsidR="00F635DB">
        <w:t xml:space="preserve">, </w:t>
      </w:r>
      <w:r w:rsidRPr="009071AC">
        <w:t>à un moment où un abîme s</w:t>
      </w:r>
      <w:r w:rsidR="00F635DB">
        <w:t>’</w:t>
      </w:r>
      <w:r w:rsidRPr="009071AC">
        <w:t>ouvrait dans sa vie</w:t>
      </w:r>
      <w:r w:rsidR="00F635DB">
        <w:t xml:space="preserve">, </w:t>
      </w:r>
      <w:r w:rsidRPr="009071AC">
        <w:t>pareil à ces précipices insondables que creusent les grandes convulsions de la nature</w:t>
      </w:r>
      <w:r w:rsidR="00F635DB">
        <w:t>…</w:t>
      </w:r>
    </w:p>
    <w:p w14:paraId="5C2BA647" w14:textId="77777777" w:rsidR="00F635DB" w:rsidRDefault="00855694" w:rsidP="00F635DB">
      <w:r w:rsidRPr="009071AC">
        <w:lastRenderedPageBreak/>
        <w:t>Trop hors d</w:t>
      </w:r>
      <w:r w:rsidR="00F635DB">
        <w:t>’</w:t>
      </w:r>
      <w:r w:rsidRPr="009071AC">
        <w:t>elle-même pour apercevoir la stupeur du juge</w:t>
      </w:r>
      <w:r w:rsidR="00F635DB">
        <w:t xml:space="preserve">, </w:t>
      </w:r>
      <w:r w:rsidRPr="009071AC">
        <w:t>ou entendre les paroles qu</w:t>
      </w:r>
      <w:r w:rsidR="00F635DB">
        <w:t>’</w:t>
      </w:r>
      <w:r w:rsidRPr="009071AC">
        <w:t>il balbutiait</w:t>
      </w:r>
      <w:r w:rsidR="00F635DB">
        <w:t xml:space="preserve">, </w:t>
      </w:r>
      <w:r w:rsidRPr="009071AC">
        <w:t>elle se leva</w:t>
      </w:r>
      <w:r w:rsidR="00F635DB">
        <w:t xml:space="preserve">, </w:t>
      </w:r>
      <w:r w:rsidRPr="009071AC">
        <w:t>passant la main sur son front</w:t>
      </w:r>
      <w:r w:rsidR="00F635DB">
        <w:t xml:space="preserve">, </w:t>
      </w:r>
      <w:r w:rsidRPr="009071AC">
        <w:t>comme pour bien rassembler ses souvenirs</w:t>
      </w:r>
      <w:r w:rsidR="00F635DB">
        <w:t xml:space="preserve">, </w:t>
      </w:r>
      <w:r w:rsidRPr="009071AC">
        <w:t>et d</w:t>
      </w:r>
      <w:r w:rsidR="00F635DB">
        <w:t>’</w:t>
      </w:r>
      <w:r w:rsidRPr="009071AC">
        <w:t>une voix brève</w:t>
      </w:r>
      <w:r w:rsidR="00F635DB">
        <w:t xml:space="preserve">, </w:t>
      </w:r>
      <w:r w:rsidRPr="009071AC">
        <w:t>elle dit</w:t>
      </w:r>
      <w:r w:rsidR="00F635DB">
        <w:t> :</w:t>
      </w:r>
    </w:p>
    <w:p w14:paraId="62C9839B" w14:textId="77777777" w:rsidR="00F635DB" w:rsidRDefault="00F635DB" w:rsidP="00F635DB">
      <w:r>
        <w:t>— </w:t>
      </w:r>
      <w:r w:rsidR="00855694" w:rsidRPr="009071AC">
        <w:t>Les premières sensations dont je me souvienne s</w:t>
      </w:r>
      <w:r>
        <w:t>’</w:t>
      </w:r>
      <w:r w:rsidR="00855694" w:rsidRPr="009071AC">
        <w:t>éveillèrent dans une cour étroite entourée de grands murs sans fenêtres</w:t>
      </w:r>
      <w:r>
        <w:t xml:space="preserve">, </w:t>
      </w:r>
      <w:r w:rsidR="00855694" w:rsidRPr="009071AC">
        <w:t>noirs</w:t>
      </w:r>
      <w:r>
        <w:t xml:space="preserve">, </w:t>
      </w:r>
      <w:r w:rsidR="00855694" w:rsidRPr="009071AC">
        <w:t>froids</w:t>
      </w:r>
      <w:r>
        <w:t xml:space="preserve">, </w:t>
      </w:r>
      <w:r w:rsidR="00855694" w:rsidRPr="009071AC">
        <w:t>et si hauts qu</w:t>
      </w:r>
      <w:r>
        <w:t>’</w:t>
      </w:r>
      <w:r w:rsidR="00855694" w:rsidRPr="009071AC">
        <w:t>à peine on en distinguait le faite</w:t>
      </w:r>
      <w:r>
        <w:t>…</w:t>
      </w:r>
    </w:p>
    <w:p w14:paraId="67A404FD" w14:textId="77777777" w:rsidR="00F635DB" w:rsidRDefault="00855694" w:rsidP="00F635DB">
      <w:r w:rsidRPr="009071AC">
        <w:t>Le soleil y venait l</w:t>
      </w:r>
      <w:r w:rsidR="00F635DB">
        <w:t>’</w:t>
      </w:r>
      <w:r w:rsidRPr="009071AC">
        <w:t>été</w:t>
      </w:r>
      <w:r w:rsidR="00F635DB">
        <w:t xml:space="preserve">, </w:t>
      </w:r>
      <w:r w:rsidRPr="009071AC">
        <w:t>vers midi</w:t>
      </w:r>
      <w:r w:rsidR="00F635DB">
        <w:t xml:space="preserve">, </w:t>
      </w:r>
      <w:r w:rsidRPr="009071AC">
        <w:t>dans un angle où il y avait un banc de pierre</w:t>
      </w:r>
      <w:r w:rsidR="00F635DB">
        <w:t xml:space="preserve"> ; </w:t>
      </w:r>
      <w:r w:rsidRPr="009071AC">
        <w:t>l</w:t>
      </w:r>
      <w:r w:rsidR="00F635DB">
        <w:t>’</w:t>
      </w:r>
      <w:r w:rsidRPr="009071AC">
        <w:t>hiver</w:t>
      </w:r>
      <w:r w:rsidR="00F635DB">
        <w:t xml:space="preserve">, </w:t>
      </w:r>
      <w:r w:rsidRPr="009071AC">
        <w:t>jamais</w:t>
      </w:r>
      <w:r w:rsidR="00F635DB">
        <w:t>…</w:t>
      </w:r>
    </w:p>
    <w:p w14:paraId="7B21B192" w14:textId="77777777" w:rsidR="00F635DB" w:rsidRDefault="00855694" w:rsidP="00F635DB">
      <w:r w:rsidRPr="009071AC">
        <w:t>Il y avait au milieu cinq ou six petits arbres</w:t>
      </w:r>
      <w:r w:rsidR="00F635DB">
        <w:t xml:space="preserve">, </w:t>
      </w:r>
      <w:r w:rsidRPr="009071AC">
        <w:t>grêles</w:t>
      </w:r>
      <w:r w:rsidR="00F635DB">
        <w:t xml:space="preserve">, </w:t>
      </w:r>
      <w:r w:rsidRPr="009071AC">
        <w:t>rongés par la mousse</w:t>
      </w:r>
      <w:r w:rsidR="00F635DB">
        <w:t xml:space="preserve">, </w:t>
      </w:r>
      <w:r w:rsidRPr="009071AC">
        <w:t>qui donnaient bien chacun une douzaine de feuilles jaunes au printemps</w:t>
      </w:r>
      <w:r w:rsidR="00F635DB">
        <w:t>…</w:t>
      </w:r>
    </w:p>
    <w:p w14:paraId="3E93E5EE" w14:textId="77777777" w:rsidR="00F635DB" w:rsidRDefault="00855694" w:rsidP="00F635DB">
      <w:r w:rsidRPr="009071AC">
        <w:t>Dans cette cour</w:t>
      </w:r>
      <w:r w:rsidR="00F635DB">
        <w:t xml:space="preserve">, </w:t>
      </w:r>
      <w:r w:rsidRPr="009071AC">
        <w:t>nous étions une trentaine de petites filles</w:t>
      </w:r>
      <w:r w:rsidR="00F635DB">
        <w:t xml:space="preserve">, </w:t>
      </w:r>
      <w:r w:rsidRPr="009071AC">
        <w:t>de trois à huit ans</w:t>
      </w:r>
      <w:r w:rsidR="00F635DB">
        <w:t xml:space="preserve">, </w:t>
      </w:r>
      <w:r w:rsidRPr="009071AC">
        <w:t>toutes vêtues pareillement d</w:t>
      </w:r>
      <w:r w:rsidR="00F635DB">
        <w:t>’</w:t>
      </w:r>
      <w:r w:rsidRPr="009071AC">
        <w:t>une robe brune</w:t>
      </w:r>
      <w:r w:rsidR="00F635DB">
        <w:t xml:space="preserve">, </w:t>
      </w:r>
      <w:r w:rsidRPr="009071AC">
        <w:t>avec un petit mouchoir bleu en pointe sur les épaules</w:t>
      </w:r>
      <w:r w:rsidR="00F635DB">
        <w:t xml:space="preserve">. </w:t>
      </w:r>
      <w:r w:rsidRPr="009071AC">
        <w:t>Nous portions un bonnet bleu les jours de semaine</w:t>
      </w:r>
      <w:r w:rsidR="00F635DB">
        <w:t xml:space="preserve">, </w:t>
      </w:r>
      <w:r w:rsidRPr="009071AC">
        <w:t>blanc le dimanche</w:t>
      </w:r>
      <w:r w:rsidR="00F635DB">
        <w:t xml:space="preserve">, </w:t>
      </w:r>
      <w:r w:rsidRPr="009071AC">
        <w:t>des bas de laine</w:t>
      </w:r>
      <w:r w:rsidR="00F635DB">
        <w:t xml:space="preserve">, </w:t>
      </w:r>
      <w:r w:rsidRPr="009071AC">
        <w:t>d</w:t>
      </w:r>
      <w:r w:rsidR="00F635DB">
        <w:t>’</w:t>
      </w:r>
      <w:r w:rsidRPr="009071AC">
        <w:t>épais souliers</w:t>
      </w:r>
      <w:r w:rsidR="00F635DB">
        <w:t xml:space="preserve">, </w:t>
      </w:r>
      <w:r w:rsidRPr="009071AC">
        <w:t>et autour du cou un étroit ruban noir où pendait une large croix d</w:t>
      </w:r>
      <w:r w:rsidR="00F635DB">
        <w:t>’</w:t>
      </w:r>
      <w:r w:rsidRPr="009071AC">
        <w:t>étain</w:t>
      </w:r>
      <w:r w:rsidR="00F635DB">
        <w:t>…</w:t>
      </w:r>
    </w:p>
    <w:p w14:paraId="599D5DE1" w14:textId="77777777" w:rsidR="00F635DB" w:rsidRDefault="00855694" w:rsidP="00F635DB">
      <w:r w:rsidRPr="009071AC">
        <w:t>Autour de nous circulaient</w:t>
      </w:r>
      <w:r w:rsidR="00F635DB">
        <w:t xml:space="preserve">, </w:t>
      </w:r>
      <w:r w:rsidRPr="009071AC">
        <w:t>silencieuses et mornes</w:t>
      </w:r>
      <w:r w:rsidR="00F635DB">
        <w:t xml:space="preserve">, </w:t>
      </w:r>
      <w:r w:rsidRPr="009071AC">
        <w:t>des bonnes sœurs</w:t>
      </w:r>
      <w:r w:rsidR="00F635DB">
        <w:t xml:space="preserve">, </w:t>
      </w:r>
      <w:r w:rsidRPr="009071AC">
        <w:t>les mains croisées dans leurs larges manches</w:t>
      </w:r>
      <w:r w:rsidR="00F635DB">
        <w:t xml:space="preserve">, </w:t>
      </w:r>
      <w:r w:rsidRPr="009071AC">
        <w:t>blêmes sous leurs coiffes</w:t>
      </w:r>
      <w:r w:rsidR="00F635DB">
        <w:t xml:space="preserve">, </w:t>
      </w:r>
      <w:r w:rsidRPr="009071AC">
        <w:t>avec leurs gros chapelets de buis chargés de médailles de cuivre</w:t>
      </w:r>
      <w:r w:rsidR="00F635DB">
        <w:t xml:space="preserve">, </w:t>
      </w:r>
      <w:r w:rsidRPr="009071AC">
        <w:t>qui sonnaient quand elles marchaient comme des chaînes de prisonniers</w:t>
      </w:r>
      <w:r w:rsidR="00F635DB">
        <w:t>…</w:t>
      </w:r>
    </w:p>
    <w:p w14:paraId="553769FE" w14:textId="77777777" w:rsidR="00F635DB" w:rsidRDefault="00855694" w:rsidP="00F635DB">
      <w:r w:rsidRPr="009071AC">
        <w:t>Sur tous les visages</w:t>
      </w:r>
      <w:r w:rsidR="00F635DB">
        <w:t xml:space="preserve">, </w:t>
      </w:r>
      <w:r w:rsidRPr="009071AC">
        <w:t>la même expression était peinte</w:t>
      </w:r>
      <w:r w:rsidR="00F635DB">
        <w:t xml:space="preserve"> : </w:t>
      </w:r>
      <w:r w:rsidRPr="009071AC">
        <w:t>une résignation banale</w:t>
      </w:r>
      <w:r w:rsidR="00F635DB">
        <w:t xml:space="preserve">, </w:t>
      </w:r>
      <w:r w:rsidRPr="009071AC">
        <w:t>une inaltérable douceur</w:t>
      </w:r>
      <w:r w:rsidR="00F635DB">
        <w:t xml:space="preserve">, </w:t>
      </w:r>
      <w:r w:rsidRPr="009071AC">
        <w:t>une patience à toute épreuve</w:t>
      </w:r>
      <w:r w:rsidR="00F635DB">
        <w:t>…</w:t>
      </w:r>
    </w:p>
    <w:p w14:paraId="349D2E56" w14:textId="77777777" w:rsidR="00F635DB" w:rsidRDefault="00855694" w:rsidP="00F635DB">
      <w:r w:rsidRPr="009071AC">
        <w:lastRenderedPageBreak/>
        <w:t>Il en était de méchantes cependant</w:t>
      </w:r>
      <w:r w:rsidR="00F635DB">
        <w:t xml:space="preserve">, </w:t>
      </w:r>
      <w:r w:rsidRPr="009071AC">
        <w:t>dont les yeux avaient des éclairs jaunes</w:t>
      </w:r>
      <w:r w:rsidR="00F635DB">
        <w:t xml:space="preserve">, </w:t>
      </w:r>
      <w:r w:rsidRPr="009071AC">
        <w:t>et qui passaient sur nous leurs colères aiguës et froides</w:t>
      </w:r>
      <w:r w:rsidR="00F635DB">
        <w:t>…</w:t>
      </w:r>
    </w:p>
    <w:p w14:paraId="6FBD367B" w14:textId="77777777" w:rsidR="00F635DB" w:rsidRDefault="00855694" w:rsidP="00F635DB">
      <w:r w:rsidRPr="009071AC">
        <w:t>Mais il en était une toute jeune et toute blonde</w:t>
      </w:r>
      <w:r w:rsidR="00F635DB">
        <w:t xml:space="preserve">, </w:t>
      </w:r>
      <w:r w:rsidRPr="009071AC">
        <w:t>qui avait l</w:t>
      </w:r>
      <w:r w:rsidR="00F635DB">
        <w:t>’</w:t>
      </w:r>
      <w:r w:rsidRPr="009071AC">
        <w:t>air si triste et si bon</w:t>
      </w:r>
      <w:r w:rsidR="00F635DB">
        <w:t xml:space="preserve">, </w:t>
      </w:r>
      <w:r w:rsidRPr="009071AC">
        <w:t>que moi</w:t>
      </w:r>
      <w:r w:rsidR="00F635DB">
        <w:t xml:space="preserve">, </w:t>
      </w:r>
      <w:r w:rsidRPr="009071AC">
        <w:t>dont l</w:t>
      </w:r>
      <w:r w:rsidR="00F635DB">
        <w:t>’</w:t>
      </w:r>
      <w:r w:rsidRPr="009071AC">
        <w:t>intelligence s</w:t>
      </w:r>
      <w:r w:rsidR="00F635DB">
        <w:t>’</w:t>
      </w:r>
      <w:r w:rsidRPr="009071AC">
        <w:t>éveillait à peine</w:t>
      </w:r>
      <w:r w:rsidR="00F635DB">
        <w:t xml:space="preserve">, </w:t>
      </w:r>
      <w:r w:rsidRPr="009071AC">
        <w:t>je comprenais qu</w:t>
      </w:r>
      <w:r w:rsidR="00F635DB">
        <w:t>’</w:t>
      </w:r>
      <w:r w:rsidRPr="009071AC">
        <w:t>il y avait dans sa vie quelque grand malheur</w:t>
      </w:r>
      <w:r w:rsidR="00F635DB">
        <w:t>.</w:t>
      </w:r>
    </w:p>
    <w:p w14:paraId="56CB4D3E" w14:textId="77777777" w:rsidR="00F635DB" w:rsidRDefault="00855694" w:rsidP="00F635DB">
      <w:r w:rsidRPr="009071AC">
        <w:t>Souvent</w:t>
      </w:r>
      <w:r w:rsidR="00F635DB">
        <w:t xml:space="preserve">, </w:t>
      </w:r>
      <w:r w:rsidRPr="009071AC">
        <w:t>aux heures de récréation</w:t>
      </w:r>
      <w:r w:rsidR="00F635DB">
        <w:t xml:space="preserve">, </w:t>
      </w:r>
      <w:r w:rsidRPr="009071AC">
        <w:t>elle me prenait sur ses genoux et me serrait entre ses bras avec une tendresse convulsive</w:t>
      </w:r>
      <w:r w:rsidR="00F635DB">
        <w:t xml:space="preserve">, </w:t>
      </w:r>
      <w:r w:rsidRPr="009071AC">
        <w:t>en répétant</w:t>
      </w:r>
      <w:r w:rsidR="00F635DB">
        <w:t> :</w:t>
      </w:r>
    </w:p>
    <w:p w14:paraId="6CE4DFB8" w14:textId="77777777" w:rsidR="00F635DB" w:rsidRDefault="00F635DB" w:rsidP="00F635DB">
      <w:r>
        <w:t>— </w:t>
      </w:r>
      <w:r w:rsidR="00855694" w:rsidRPr="009071AC">
        <w:t>Chère petite</w:t>
      </w:r>
      <w:r>
        <w:t xml:space="preserve"> !… </w:t>
      </w:r>
      <w:r w:rsidR="00855694" w:rsidRPr="009071AC">
        <w:t>chère petite</w:t>
      </w:r>
      <w:r>
        <w:t> !…</w:t>
      </w:r>
    </w:p>
    <w:p w14:paraId="585E773F" w14:textId="77777777" w:rsidR="00F635DB" w:rsidRDefault="00855694" w:rsidP="00F635DB">
      <w:r w:rsidRPr="009071AC">
        <w:t>Quelquefois ses embrassements me faisaient mal</w:t>
      </w:r>
      <w:r w:rsidR="00F635DB">
        <w:t xml:space="preserve">, </w:t>
      </w:r>
      <w:r w:rsidRPr="009071AC">
        <w:t>mais je me gardais d</w:t>
      </w:r>
      <w:r w:rsidR="00F635DB">
        <w:t>’</w:t>
      </w:r>
      <w:r w:rsidRPr="009071AC">
        <w:t>en rien laisser paraître</w:t>
      </w:r>
      <w:r w:rsidR="00F635DB">
        <w:t xml:space="preserve">, </w:t>
      </w:r>
      <w:r w:rsidRPr="009071AC">
        <w:t xml:space="preserve">tant </w:t>
      </w:r>
      <w:proofErr w:type="gramStart"/>
      <w:r w:rsidRPr="009071AC">
        <w:t>j</w:t>
      </w:r>
      <w:r w:rsidR="00F635DB">
        <w:t>’</w:t>
      </w:r>
      <w:r w:rsidRPr="009071AC">
        <w:t>avais peur</w:t>
      </w:r>
      <w:proofErr w:type="gramEnd"/>
      <w:r w:rsidRPr="009071AC">
        <w:t xml:space="preserve"> de l</w:t>
      </w:r>
      <w:r w:rsidR="00F635DB">
        <w:t>’</w:t>
      </w:r>
      <w:r w:rsidRPr="009071AC">
        <w:t>affliger davantage</w:t>
      </w:r>
      <w:r w:rsidR="00F635DB">
        <w:t xml:space="preserve">… </w:t>
      </w:r>
      <w:r w:rsidRPr="009071AC">
        <w:t>Et même</w:t>
      </w:r>
      <w:r w:rsidR="00F635DB">
        <w:t xml:space="preserve">, </w:t>
      </w:r>
      <w:r w:rsidRPr="009071AC">
        <w:t>au dedans de moi</w:t>
      </w:r>
      <w:r w:rsidR="00F635DB">
        <w:t xml:space="preserve">, </w:t>
      </w:r>
      <w:r w:rsidRPr="009071AC">
        <w:t>j</w:t>
      </w:r>
      <w:r w:rsidR="00F635DB">
        <w:t>’</w:t>
      </w:r>
      <w:r w:rsidRPr="009071AC">
        <w:t>étais contente et fière de souffrir par elle et pour elle</w:t>
      </w:r>
      <w:r w:rsidR="00F635DB">
        <w:t>…</w:t>
      </w:r>
    </w:p>
    <w:p w14:paraId="2A582157" w14:textId="77777777" w:rsidR="00F635DB" w:rsidRDefault="00855694" w:rsidP="00F635DB">
      <w:r w:rsidRPr="009071AC">
        <w:t>Pauvre sœur</w:t>
      </w:r>
      <w:r w:rsidR="00F635DB">
        <w:t xml:space="preserve"> !… </w:t>
      </w:r>
      <w:r w:rsidRPr="009071AC">
        <w:t>Je lui ai dû les seules heures heureuses de ma première enfance</w:t>
      </w:r>
      <w:r w:rsidR="00F635DB">
        <w:t xml:space="preserve">… </w:t>
      </w:r>
      <w:r w:rsidRPr="009071AC">
        <w:t>On l</w:t>
      </w:r>
      <w:r w:rsidR="00F635DB">
        <w:t>’</w:t>
      </w:r>
      <w:r w:rsidRPr="009071AC">
        <w:t>appelait la sœur Calliste</w:t>
      </w:r>
      <w:r w:rsidR="00F635DB">
        <w:t xml:space="preserve">… </w:t>
      </w:r>
      <w:r w:rsidRPr="009071AC">
        <w:t>Je ne sais ce qu</w:t>
      </w:r>
      <w:r w:rsidR="00F635DB">
        <w:t>’</w:t>
      </w:r>
      <w:r w:rsidRPr="009071AC">
        <w:t>elle est devenue</w:t>
      </w:r>
      <w:r w:rsidR="00F635DB">
        <w:t xml:space="preserve">… </w:t>
      </w:r>
      <w:r w:rsidRPr="009071AC">
        <w:t>Souvent j</w:t>
      </w:r>
      <w:r w:rsidR="00F635DB">
        <w:t>’</w:t>
      </w:r>
      <w:r w:rsidRPr="009071AC">
        <w:t>ai pensé à elle</w:t>
      </w:r>
      <w:r w:rsidR="00F635DB">
        <w:t xml:space="preserve">, </w:t>
      </w:r>
      <w:r w:rsidRPr="009071AC">
        <w:t>quand je me sentais à bout de courage</w:t>
      </w:r>
      <w:r w:rsidR="00F635DB">
        <w:t xml:space="preserve">… </w:t>
      </w:r>
      <w:r w:rsidRPr="009071AC">
        <w:t>Et aujourd</w:t>
      </w:r>
      <w:r w:rsidR="00F635DB">
        <w:t>’</w:t>
      </w:r>
      <w:r w:rsidRPr="009071AC">
        <w:t>hui encore</w:t>
      </w:r>
      <w:r w:rsidR="00F635DB">
        <w:t xml:space="preserve">, </w:t>
      </w:r>
      <w:r w:rsidRPr="009071AC">
        <w:t>je ne saurais prononcer son nom sans pleurer</w:t>
      </w:r>
      <w:r w:rsidR="00F635DB">
        <w:t>…</w:t>
      </w:r>
    </w:p>
    <w:p w14:paraId="356259A7" w14:textId="77777777" w:rsidR="00F635DB" w:rsidRDefault="00855694" w:rsidP="00F635DB">
      <w:r w:rsidRPr="009071AC">
        <w:t>Elle pleurait en effet</w:t>
      </w:r>
      <w:r w:rsidR="00F635DB">
        <w:t xml:space="preserve">, </w:t>
      </w:r>
      <w:r w:rsidRPr="009071AC">
        <w:t>et de grosses larmes roulaient le long de ses joues</w:t>
      </w:r>
      <w:r w:rsidR="00F635DB">
        <w:t xml:space="preserve">, </w:t>
      </w:r>
      <w:r w:rsidRPr="009071AC">
        <w:t>qu</w:t>
      </w:r>
      <w:r w:rsidR="00F635DB">
        <w:t>’</w:t>
      </w:r>
      <w:r w:rsidRPr="009071AC">
        <w:t>elle ne songeait pas à essuyer</w:t>
      </w:r>
      <w:r w:rsidR="00F635DB">
        <w:t>.</w:t>
      </w:r>
    </w:p>
    <w:p w14:paraId="04012E8D" w14:textId="77777777" w:rsidR="00F635DB" w:rsidRDefault="00855694" w:rsidP="00F635DB">
      <w:r w:rsidRPr="009071AC">
        <w:t>Il lui fallut un effort pour continuer</w:t>
      </w:r>
      <w:r w:rsidR="00F635DB">
        <w:t> :</w:t>
      </w:r>
    </w:p>
    <w:p w14:paraId="4F124620" w14:textId="77777777" w:rsidR="00F635DB" w:rsidRDefault="00F635DB" w:rsidP="00F635DB">
      <w:r>
        <w:t>— </w:t>
      </w:r>
      <w:r w:rsidR="00855694" w:rsidRPr="009071AC">
        <w:t>Vous avez déjà compris</w:t>
      </w:r>
      <w:r>
        <w:t xml:space="preserve">, </w:t>
      </w:r>
      <w:r w:rsidR="00855694" w:rsidRPr="009071AC">
        <w:t>monsieur</w:t>
      </w:r>
      <w:r>
        <w:t xml:space="preserve">, </w:t>
      </w:r>
      <w:r w:rsidR="00855694" w:rsidRPr="009071AC">
        <w:t>ce que je ne m</w:t>
      </w:r>
      <w:r>
        <w:t>’</w:t>
      </w:r>
      <w:r w:rsidR="00855694" w:rsidRPr="009071AC">
        <w:t>expliquai</w:t>
      </w:r>
      <w:r>
        <w:t xml:space="preserve">, </w:t>
      </w:r>
      <w:r w:rsidR="00855694" w:rsidRPr="009071AC">
        <w:t>moi</w:t>
      </w:r>
      <w:r>
        <w:t xml:space="preserve">, </w:t>
      </w:r>
      <w:r w:rsidR="00855694" w:rsidRPr="009071AC">
        <w:t>que bien plus tard</w:t>
      </w:r>
      <w:r>
        <w:t>…</w:t>
      </w:r>
    </w:p>
    <w:p w14:paraId="5C93A7D3" w14:textId="77777777" w:rsidR="00F635DB" w:rsidRDefault="00855694" w:rsidP="00F635DB">
      <w:r w:rsidRPr="009071AC">
        <w:t>J</w:t>
      </w:r>
      <w:r w:rsidR="00F635DB">
        <w:t>’</w:t>
      </w:r>
      <w:r w:rsidRPr="009071AC">
        <w:t>étais dans un hospice d</w:t>
      </w:r>
      <w:r w:rsidR="00F635DB">
        <w:t>’</w:t>
      </w:r>
      <w:r w:rsidRPr="009071AC">
        <w:t>enfants trouvés</w:t>
      </w:r>
      <w:r w:rsidR="00F635DB">
        <w:t xml:space="preserve">… </w:t>
      </w:r>
      <w:r w:rsidRPr="009071AC">
        <w:t>enfant trouvée moi-même</w:t>
      </w:r>
      <w:r w:rsidR="00F635DB">
        <w:t>.</w:t>
      </w:r>
    </w:p>
    <w:p w14:paraId="5EF74E74" w14:textId="77777777" w:rsidR="00F635DB" w:rsidRDefault="00855694" w:rsidP="00F635DB">
      <w:r w:rsidRPr="009071AC">
        <w:lastRenderedPageBreak/>
        <w:t>Je ne puis dire que rien nous y manquât</w:t>
      </w:r>
      <w:r w:rsidR="00F635DB">
        <w:t xml:space="preserve">, </w:t>
      </w:r>
      <w:r w:rsidRPr="009071AC">
        <w:t>et il y aurait ingratitude à ne pas reconnaître que les bonnes sœurs ont le génie de la charité</w:t>
      </w:r>
      <w:r w:rsidR="00F635DB">
        <w:t xml:space="preserve">… </w:t>
      </w:r>
      <w:r w:rsidRPr="009071AC">
        <w:t>Mais hélas</w:t>
      </w:r>
      <w:r w:rsidR="00F635DB">
        <w:t xml:space="preserve"> !… </w:t>
      </w:r>
      <w:r w:rsidRPr="009071AC">
        <w:t>le cœur de chacune d</w:t>
      </w:r>
      <w:r w:rsidR="00F635DB">
        <w:t>’</w:t>
      </w:r>
      <w:r w:rsidRPr="009071AC">
        <w:t>elles n</w:t>
      </w:r>
      <w:r w:rsidR="00F635DB">
        <w:t>’</w:t>
      </w:r>
      <w:r w:rsidRPr="009071AC">
        <w:t>avait qu</w:t>
      </w:r>
      <w:r w:rsidR="00F635DB">
        <w:t>’</w:t>
      </w:r>
      <w:r w:rsidRPr="009071AC">
        <w:t>une somme de tendresse à répartir entre trente pauvres petites filles</w:t>
      </w:r>
      <w:r w:rsidR="00F635DB">
        <w:t xml:space="preserve">, </w:t>
      </w:r>
      <w:r w:rsidRPr="009071AC">
        <w:t>les parts étaient bien petites</w:t>
      </w:r>
      <w:r w:rsidR="00F635DB">
        <w:t xml:space="preserve">, </w:t>
      </w:r>
      <w:r w:rsidRPr="009071AC">
        <w:t>les caresses les mêmes pour toutes</w:t>
      </w:r>
      <w:r w:rsidR="00F635DB">
        <w:t xml:space="preserve">, </w:t>
      </w:r>
      <w:r w:rsidRPr="009071AC">
        <w:t>et moi j</w:t>
      </w:r>
      <w:r w:rsidR="00F635DB">
        <w:t>’</w:t>
      </w:r>
      <w:r w:rsidRPr="009071AC">
        <w:t>aurais voulu être aimée autrement que toutes les autres</w:t>
      </w:r>
      <w:r w:rsidR="00F635DB">
        <w:t xml:space="preserve">, </w:t>
      </w:r>
      <w:r w:rsidRPr="009071AC">
        <w:t>avec des mots et des caresses pour moi seule</w:t>
      </w:r>
      <w:r w:rsidR="00F635DB">
        <w:t>.</w:t>
      </w:r>
    </w:p>
    <w:p w14:paraId="4A86A6C6" w14:textId="77777777" w:rsidR="00F635DB" w:rsidRDefault="00855694" w:rsidP="00F635DB">
      <w:r w:rsidRPr="009071AC">
        <w:t>Nous couchions dans un dortoir bien propre</w:t>
      </w:r>
      <w:r w:rsidR="00F635DB">
        <w:t xml:space="preserve">, </w:t>
      </w:r>
      <w:r w:rsidRPr="009071AC">
        <w:t>dans des lits bien blancs avec de petits rideaux de cotonnade</w:t>
      </w:r>
      <w:r w:rsidR="00F635DB">
        <w:t xml:space="preserve">… </w:t>
      </w:r>
      <w:r w:rsidRPr="009071AC">
        <w:t>au milieu du dortoir</w:t>
      </w:r>
      <w:r w:rsidR="00F635DB">
        <w:t xml:space="preserve">, </w:t>
      </w:r>
      <w:r w:rsidRPr="009071AC">
        <w:t>il y avait une bonne vierge qui semblait nous sourire à toutes</w:t>
      </w:r>
      <w:r w:rsidR="00F635DB">
        <w:t xml:space="preserve">… </w:t>
      </w:r>
      <w:r w:rsidRPr="009071AC">
        <w:t>L</w:t>
      </w:r>
      <w:r w:rsidR="00F635DB">
        <w:t>’</w:t>
      </w:r>
      <w:r w:rsidRPr="009071AC">
        <w:t>hiver</w:t>
      </w:r>
      <w:r w:rsidR="00F635DB">
        <w:t xml:space="preserve">, </w:t>
      </w:r>
      <w:r w:rsidRPr="009071AC">
        <w:t>nous avions du feu</w:t>
      </w:r>
      <w:r w:rsidR="00F635DB">
        <w:t xml:space="preserve">. </w:t>
      </w:r>
      <w:r w:rsidRPr="009071AC">
        <w:t>Nos vêtements étaient chauds et soignés</w:t>
      </w:r>
      <w:r w:rsidR="00F635DB">
        <w:t xml:space="preserve">, </w:t>
      </w:r>
      <w:r w:rsidRPr="009071AC">
        <w:t>notre nourriture était bonne</w:t>
      </w:r>
      <w:r w:rsidR="00F635DB">
        <w:t xml:space="preserve">. </w:t>
      </w:r>
      <w:r w:rsidRPr="009071AC">
        <w:t>On nous montrait à lire</w:t>
      </w:r>
      <w:r w:rsidR="00F635DB">
        <w:t xml:space="preserve">, </w:t>
      </w:r>
      <w:r w:rsidRPr="009071AC">
        <w:t>à écrire</w:t>
      </w:r>
      <w:r w:rsidR="00F635DB">
        <w:t xml:space="preserve">, </w:t>
      </w:r>
      <w:r w:rsidRPr="009071AC">
        <w:t>la couture et la broderie</w:t>
      </w:r>
      <w:r w:rsidR="00F635DB">
        <w:t>.</w:t>
      </w:r>
    </w:p>
    <w:p w14:paraId="12613E8E" w14:textId="77777777" w:rsidR="00F635DB" w:rsidRDefault="00855694" w:rsidP="00F635DB">
      <w:r w:rsidRPr="009071AC">
        <w:t>Il y avait des récréations entre tous les exercices</w:t>
      </w:r>
      <w:r w:rsidR="00F635DB">
        <w:t xml:space="preserve">, </w:t>
      </w:r>
      <w:r w:rsidRPr="009071AC">
        <w:t>on récompensait celles qui avaient été studieuses et sages</w:t>
      </w:r>
      <w:r w:rsidR="00F635DB">
        <w:t xml:space="preserve">, </w:t>
      </w:r>
      <w:r w:rsidRPr="009071AC">
        <w:t>et</w:t>
      </w:r>
      <w:r w:rsidR="00F635DB">
        <w:t xml:space="preserve">, </w:t>
      </w:r>
      <w:r w:rsidRPr="009071AC">
        <w:t>deux fois par semaine</w:t>
      </w:r>
      <w:r w:rsidR="00F635DB">
        <w:t xml:space="preserve">, </w:t>
      </w:r>
      <w:r w:rsidRPr="009071AC">
        <w:t>on nous menait promener le long des rues à la campagne</w:t>
      </w:r>
      <w:r w:rsidR="00F635DB">
        <w:t>…</w:t>
      </w:r>
    </w:p>
    <w:p w14:paraId="00A30821" w14:textId="77777777" w:rsidR="00F635DB" w:rsidRDefault="00855694" w:rsidP="00F635DB">
      <w:r w:rsidRPr="009071AC">
        <w:t>C</w:t>
      </w:r>
      <w:r w:rsidR="00F635DB">
        <w:t>’</w:t>
      </w:r>
      <w:r w:rsidRPr="009071AC">
        <w:t>est dans une de ces promenades que je sus des gens qui passaient qui nous étions et comment on nous appelle dans le peuple</w:t>
      </w:r>
      <w:r w:rsidR="00F635DB">
        <w:t>…</w:t>
      </w:r>
    </w:p>
    <w:p w14:paraId="64C0B676" w14:textId="77777777" w:rsidR="00F635DB" w:rsidRDefault="00855694" w:rsidP="00F635DB">
      <w:r w:rsidRPr="009071AC">
        <w:t>L</w:t>
      </w:r>
      <w:r w:rsidR="00F635DB">
        <w:t>’</w:t>
      </w:r>
      <w:r w:rsidRPr="009071AC">
        <w:t>après-midi</w:t>
      </w:r>
      <w:r w:rsidR="00F635DB">
        <w:t xml:space="preserve">, </w:t>
      </w:r>
      <w:r w:rsidRPr="009071AC">
        <w:t>parfois</w:t>
      </w:r>
      <w:r w:rsidR="00F635DB">
        <w:t xml:space="preserve">, </w:t>
      </w:r>
      <w:r w:rsidRPr="009071AC">
        <w:t>il venait des femmes en grande toilette</w:t>
      </w:r>
      <w:r w:rsidR="00F635DB">
        <w:t xml:space="preserve">, </w:t>
      </w:r>
      <w:r w:rsidRPr="009071AC">
        <w:t>avec leurs enfants rayonnants de santé et de bonheur</w:t>
      </w:r>
      <w:r w:rsidR="00F635DB">
        <w:t xml:space="preserve">… </w:t>
      </w:r>
      <w:r w:rsidRPr="009071AC">
        <w:t>Les bonnes sœurs nous apprenaient que c</w:t>
      </w:r>
      <w:r w:rsidR="00F635DB">
        <w:t>’</w:t>
      </w:r>
      <w:r w:rsidRPr="009071AC">
        <w:t xml:space="preserve">étaient des </w:t>
      </w:r>
      <w:r w:rsidR="00F635DB">
        <w:t>« </w:t>
      </w:r>
      <w:r w:rsidRPr="009071AC">
        <w:t>dames pieuses</w:t>
      </w:r>
      <w:r w:rsidR="00F635DB">
        <w:t> »</w:t>
      </w:r>
      <w:r w:rsidRPr="009071AC">
        <w:t xml:space="preserve"> ou des </w:t>
      </w:r>
      <w:r w:rsidR="00F635DB">
        <w:t>« </w:t>
      </w:r>
      <w:r w:rsidRPr="009071AC">
        <w:t>âmes charitables</w:t>
      </w:r>
      <w:r w:rsidR="00F635DB">
        <w:t> »</w:t>
      </w:r>
      <w:r w:rsidRPr="009071AC">
        <w:t xml:space="preserve"> qu</w:t>
      </w:r>
      <w:r w:rsidR="00F635DB">
        <w:t>’</w:t>
      </w:r>
      <w:r w:rsidRPr="009071AC">
        <w:t>il fallait aimer et respecter</w:t>
      </w:r>
      <w:r w:rsidR="00F635DB">
        <w:t xml:space="preserve">, </w:t>
      </w:r>
      <w:r w:rsidRPr="009071AC">
        <w:t>et que nous ne devions pas oublier dans nos prières</w:t>
      </w:r>
      <w:r w:rsidR="00F635DB">
        <w:t xml:space="preserve">. </w:t>
      </w:r>
      <w:r w:rsidRPr="009071AC">
        <w:t>Elles nous distribuaient des jouets et des gâteaux</w:t>
      </w:r>
      <w:r w:rsidR="00F635DB">
        <w:t>.</w:t>
      </w:r>
    </w:p>
    <w:p w14:paraId="2BAD11D7" w14:textId="77777777" w:rsidR="00F635DB" w:rsidRDefault="00855694" w:rsidP="00F635DB">
      <w:r w:rsidRPr="009071AC">
        <w:t>D</w:t>
      </w:r>
      <w:r w:rsidR="00F635DB">
        <w:t>’</w:t>
      </w:r>
      <w:r w:rsidRPr="009071AC">
        <w:t>autres fois</w:t>
      </w:r>
      <w:r w:rsidR="00F635DB">
        <w:t xml:space="preserve">, </w:t>
      </w:r>
      <w:r w:rsidRPr="009071AC">
        <w:t>arrivaient des ecclésiastiques et d</w:t>
      </w:r>
      <w:r w:rsidR="00F635DB">
        <w:t>’</w:t>
      </w:r>
      <w:r w:rsidRPr="009071AC">
        <w:t>autres messieurs très-graves</w:t>
      </w:r>
      <w:r w:rsidR="00F635DB">
        <w:t xml:space="preserve">, </w:t>
      </w:r>
      <w:r w:rsidRPr="009071AC">
        <w:t>dont l</w:t>
      </w:r>
      <w:r w:rsidR="00F635DB">
        <w:t>’</w:t>
      </w:r>
      <w:r w:rsidRPr="009071AC">
        <w:t>extérieur sévère nous faisait peur</w:t>
      </w:r>
      <w:r w:rsidR="00F635DB">
        <w:t>…</w:t>
      </w:r>
    </w:p>
    <w:p w14:paraId="66CB4685" w14:textId="77777777" w:rsidR="00F635DB" w:rsidRDefault="00855694" w:rsidP="00F635DB">
      <w:r w:rsidRPr="009071AC">
        <w:lastRenderedPageBreak/>
        <w:t>Ils regardaient partout</w:t>
      </w:r>
      <w:r w:rsidR="00F635DB">
        <w:t xml:space="preserve">, </w:t>
      </w:r>
      <w:r w:rsidRPr="009071AC">
        <w:t>s</w:t>
      </w:r>
      <w:r w:rsidR="00F635DB">
        <w:t>’</w:t>
      </w:r>
      <w:r w:rsidRPr="009071AC">
        <w:t>informaient de tout</w:t>
      </w:r>
      <w:r w:rsidR="00F635DB">
        <w:t xml:space="preserve">, </w:t>
      </w:r>
      <w:r w:rsidRPr="009071AC">
        <w:t>s</w:t>
      </w:r>
      <w:r w:rsidR="00F635DB">
        <w:t>’</w:t>
      </w:r>
      <w:r w:rsidRPr="009071AC">
        <w:t>assuraient que chaque chose était à sa place</w:t>
      </w:r>
      <w:r w:rsidR="00F635DB">
        <w:t xml:space="preserve">, </w:t>
      </w:r>
      <w:r w:rsidRPr="009071AC">
        <w:t>et même quelques-uns goûtaient notre soupe</w:t>
      </w:r>
      <w:r w:rsidR="00F635DB">
        <w:t>…</w:t>
      </w:r>
    </w:p>
    <w:p w14:paraId="59B38302" w14:textId="77777777" w:rsidR="00F635DB" w:rsidRDefault="00855694" w:rsidP="00F635DB">
      <w:r w:rsidRPr="009071AC">
        <w:t>Toujours ils étaient satisfaits</w:t>
      </w:r>
      <w:r w:rsidR="00F635DB">
        <w:t xml:space="preserve">, </w:t>
      </w:r>
      <w:r w:rsidRPr="009071AC">
        <w:t>et Madame la supérieure les reconduisait avec force révérences</w:t>
      </w:r>
      <w:r w:rsidR="00F635DB">
        <w:t xml:space="preserve">, </w:t>
      </w:r>
      <w:r w:rsidRPr="009071AC">
        <w:t>en répétant</w:t>
      </w:r>
      <w:r w:rsidR="00F635DB">
        <w:t> :</w:t>
      </w:r>
    </w:p>
    <w:p w14:paraId="15D72E1C" w14:textId="77777777" w:rsidR="00F635DB" w:rsidRDefault="00F635DB" w:rsidP="00F635DB">
      <w:r>
        <w:t>— </w:t>
      </w:r>
      <w:r w:rsidR="00855694" w:rsidRPr="009071AC">
        <w:t>Nous les aimons tant</w:t>
      </w:r>
      <w:r>
        <w:t xml:space="preserve"> !… </w:t>
      </w:r>
      <w:r w:rsidR="00855694" w:rsidRPr="009071AC">
        <w:t>ces pauvres petites</w:t>
      </w:r>
      <w:r>
        <w:t> !…</w:t>
      </w:r>
    </w:p>
    <w:p w14:paraId="4707C2C9" w14:textId="77777777" w:rsidR="00F635DB" w:rsidRDefault="00855694" w:rsidP="00F635DB">
      <w:r w:rsidRPr="009071AC">
        <w:t>Et ces messieurs disaient</w:t>
      </w:r>
      <w:r w:rsidR="00F635DB">
        <w:t> :</w:t>
      </w:r>
    </w:p>
    <w:p w14:paraId="1ABF9302" w14:textId="77777777" w:rsidR="00F635DB" w:rsidRDefault="00F635DB" w:rsidP="00F635DB">
      <w:r>
        <w:t>— </w:t>
      </w:r>
      <w:r w:rsidR="00855694" w:rsidRPr="009071AC">
        <w:t>Oui</w:t>
      </w:r>
      <w:r>
        <w:t xml:space="preserve">, </w:t>
      </w:r>
      <w:r w:rsidR="00855694" w:rsidRPr="009071AC">
        <w:t>oui</w:t>
      </w:r>
      <w:r>
        <w:t xml:space="preserve">, </w:t>
      </w:r>
      <w:r w:rsidR="00855694" w:rsidRPr="009071AC">
        <w:t>ma chère sœur</w:t>
      </w:r>
      <w:r>
        <w:t xml:space="preserve">, </w:t>
      </w:r>
      <w:r w:rsidR="00855694" w:rsidRPr="009071AC">
        <w:t>elles sont très-heureuses</w:t>
      </w:r>
      <w:r>
        <w:t>.</w:t>
      </w:r>
    </w:p>
    <w:p w14:paraId="79464CFE" w14:textId="77777777" w:rsidR="00F635DB" w:rsidRDefault="00855694" w:rsidP="00F635DB">
      <w:r w:rsidRPr="009071AC">
        <w:t>Et ils avaient raison</w:t>
      </w:r>
      <w:r w:rsidR="00F635DB">
        <w:t xml:space="preserve">. </w:t>
      </w:r>
      <w:r w:rsidRPr="009071AC">
        <w:t>Les enfants des pauvres ouvriers subissent des privations que nous ne subissions pas</w:t>
      </w:r>
      <w:r w:rsidR="00F635DB">
        <w:t xml:space="preserve">, </w:t>
      </w:r>
      <w:r w:rsidRPr="009071AC">
        <w:t>nous</w:t>
      </w:r>
      <w:r w:rsidR="00F635DB">
        <w:t xml:space="preserve">, </w:t>
      </w:r>
      <w:r w:rsidRPr="009071AC">
        <w:t>et il leur arrive de souper de pain sec</w:t>
      </w:r>
      <w:r w:rsidR="00F635DB">
        <w:t xml:space="preserve">… </w:t>
      </w:r>
      <w:r w:rsidRPr="009071AC">
        <w:t>Mais ce pain sec</w:t>
      </w:r>
      <w:r w:rsidR="00F635DB">
        <w:t xml:space="preserve">, </w:t>
      </w:r>
      <w:r w:rsidRPr="009071AC">
        <w:t>c</w:t>
      </w:r>
      <w:r w:rsidR="00F635DB">
        <w:t>’</w:t>
      </w:r>
      <w:r w:rsidRPr="009071AC">
        <w:t>est la mère qui le donne avec un baiser</w:t>
      </w:r>
      <w:r w:rsidR="00F635DB">
        <w:t>.</w:t>
      </w:r>
    </w:p>
    <w:p w14:paraId="6079B72C" w14:textId="295E9801" w:rsidR="00F635DB" w:rsidRDefault="00855694" w:rsidP="00F635DB">
      <w:r w:rsidRPr="009071AC">
        <w:t>Oppressé par un insupportable malaise</w:t>
      </w:r>
      <w:r w:rsidR="00F635DB">
        <w:t xml:space="preserve">, </w:t>
      </w:r>
      <w:r w:rsidRPr="009071AC">
        <w:t>le juge de paix ne trouvait pas une syllabe pour rendre ses impressions</w:t>
      </w:r>
      <w:r w:rsidR="00F635DB">
        <w:t xml:space="preserve">… </w:t>
      </w:r>
      <w:r w:rsidRPr="009071AC">
        <w:t>D</w:t>
      </w:r>
      <w:r w:rsidR="00F635DB">
        <w:t>’</w:t>
      </w:r>
      <w:r w:rsidRPr="009071AC">
        <w:t>ailleurs</w:t>
      </w:r>
      <w:r w:rsidR="00F635DB">
        <w:t>, M</w:t>
      </w:r>
      <w:r w:rsidR="00F635DB" w:rsidRPr="00F635DB">
        <w:rPr>
          <w:vertAlign w:val="superscript"/>
        </w:rPr>
        <w:t>lle</w:t>
      </w:r>
      <w:r w:rsidR="00F635DB">
        <w:t> </w:t>
      </w:r>
      <w:r w:rsidRPr="009071AC">
        <w:t>Marguerite ne lui en eût pas laissé le moment</w:t>
      </w:r>
      <w:r w:rsidR="00F635DB">
        <w:t xml:space="preserve">, </w:t>
      </w:r>
      <w:r w:rsidRPr="009071AC">
        <w:t>tant les souvenirs qui se représentaient à sa pensée lui faisaient la parole rapide</w:t>
      </w:r>
      <w:r w:rsidR="00F635DB">
        <w:t>.</w:t>
      </w:r>
    </w:p>
    <w:p w14:paraId="7C881FF6" w14:textId="77777777" w:rsidR="00F635DB" w:rsidRDefault="00855694" w:rsidP="00F635DB">
      <w:r w:rsidRPr="009071AC">
        <w:t>Cependant</w:t>
      </w:r>
      <w:r w:rsidR="00F635DB">
        <w:t xml:space="preserve">, </w:t>
      </w:r>
      <w:r w:rsidRPr="009071AC">
        <w:t xml:space="preserve">à ce nom de </w:t>
      </w:r>
      <w:r w:rsidR="00F635DB">
        <w:t>« </w:t>
      </w:r>
      <w:r w:rsidRPr="009071AC">
        <w:t>mère</w:t>
      </w:r>
      <w:r w:rsidR="00F635DB">
        <w:t>, »</w:t>
      </w:r>
      <w:r w:rsidRPr="009071AC">
        <w:t xml:space="preserve"> le magistrat pensait que la jeune fille allait s</w:t>
      </w:r>
      <w:r w:rsidR="00F635DB">
        <w:t>’</w:t>
      </w:r>
      <w:r w:rsidRPr="009071AC">
        <w:t>attendrir</w:t>
      </w:r>
      <w:r w:rsidR="00F635DB">
        <w:t>…</w:t>
      </w:r>
    </w:p>
    <w:p w14:paraId="4AA32945" w14:textId="77777777" w:rsidR="00F635DB" w:rsidRDefault="00855694" w:rsidP="00F635DB">
      <w:r w:rsidRPr="009071AC">
        <w:t>Il se trompait</w:t>
      </w:r>
      <w:r w:rsidR="00F635DB">
        <w:t xml:space="preserve">. </w:t>
      </w:r>
      <w:r w:rsidRPr="009071AC">
        <w:t>Sa voix devint plus sèche</w:t>
      </w:r>
      <w:r w:rsidR="00F635DB">
        <w:t xml:space="preserve">, </w:t>
      </w:r>
      <w:r w:rsidRPr="009071AC">
        <w:t>au contraire</w:t>
      </w:r>
      <w:r w:rsidR="00F635DB">
        <w:t xml:space="preserve">, </w:t>
      </w:r>
      <w:r w:rsidRPr="009071AC">
        <w:t>et il s</w:t>
      </w:r>
      <w:r w:rsidR="00F635DB">
        <w:t>’</w:t>
      </w:r>
      <w:r w:rsidRPr="009071AC">
        <w:t>alluma dans ses yeux comme un éclair de colère</w:t>
      </w:r>
      <w:r w:rsidR="00F635DB">
        <w:t>.</w:t>
      </w:r>
    </w:p>
    <w:p w14:paraId="0AF3CD42" w14:textId="77777777" w:rsidR="00F635DB" w:rsidRDefault="00F635DB" w:rsidP="00F635DB">
      <w:r>
        <w:t>— </w:t>
      </w:r>
      <w:r w:rsidR="00855694" w:rsidRPr="009071AC">
        <w:t>J</w:t>
      </w:r>
      <w:r>
        <w:t>’</w:t>
      </w:r>
      <w:r w:rsidR="00855694" w:rsidRPr="009071AC">
        <w:t>ai souffert extraordinairement dans cet hôpital</w:t>
      </w:r>
      <w:r>
        <w:t xml:space="preserve">, </w:t>
      </w:r>
      <w:r w:rsidR="00855694" w:rsidRPr="009071AC">
        <w:t>reprit-elle</w:t>
      </w:r>
      <w:r>
        <w:t>.</w:t>
      </w:r>
    </w:p>
    <w:p w14:paraId="57204835" w14:textId="77777777" w:rsidR="00F635DB" w:rsidRDefault="00855694" w:rsidP="00F635DB">
      <w:r w:rsidRPr="009071AC">
        <w:t>La sœur Calliste était partie</w:t>
      </w:r>
      <w:r w:rsidR="00F635DB">
        <w:t xml:space="preserve">, </w:t>
      </w:r>
      <w:r w:rsidRPr="009071AC">
        <w:t>et tout ce qui m</w:t>
      </w:r>
      <w:r w:rsidR="00F635DB">
        <w:t>’</w:t>
      </w:r>
      <w:r w:rsidRPr="009071AC">
        <w:t>entourait me glaçait ou me froissait</w:t>
      </w:r>
      <w:r w:rsidR="00F635DB">
        <w:t>…</w:t>
      </w:r>
    </w:p>
    <w:p w14:paraId="00EF86FA" w14:textId="77777777" w:rsidR="00F635DB" w:rsidRDefault="00855694" w:rsidP="00F635DB">
      <w:r w:rsidRPr="009071AC">
        <w:lastRenderedPageBreak/>
        <w:t>Je n</w:t>
      </w:r>
      <w:r w:rsidR="00F635DB">
        <w:t>’</w:t>
      </w:r>
      <w:r w:rsidRPr="009071AC">
        <w:t>avais que quelques bonnes heures à moi</w:t>
      </w:r>
      <w:r w:rsidR="00F635DB">
        <w:t xml:space="preserve">, </w:t>
      </w:r>
      <w:r w:rsidRPr="009071AC">
        <w:t>le dimanche</w:t>
      </w:r>
      <w:r w:rsidR="00F635DB">
        <w:t xml:space="preserve">, </w:t>
      </w:r>
      <w:r w:rsidRPr="009071AC">
        <w:t>pendant les offices de la paroisse où on nous conduisait</w:t>
      </w:r>
      <w:r w:rsidR="00F635DB">
        <w:t>.</w:t>
      </w:r>
    </w:p>
    <w:p w14:paraId="79217D93" w14:textId="77777777" w:rsidR="00F635DB" w:rsidRDefault="00855694" w:rsidP="00F635DB">
      <w:r w:rsidRPr="009071AC">
        <w:t>Quand le grand orgue ronflait</w:t>
      </w:r>
      <w:r w:rsidR="00F635DB">
        <w:t xml:space="preserve">, </w:t>
      </w:r>
      <w:r w:rsidRPr="009071AC">
        <w:t>et que</w:t>
      </w:r>
      <w:r w:rsidR="00F635DB">
        <w:t xml:space="preserve">, </w:t>
      </w:r>
      <w:r w:rsidRPr="009071AC">
        <w:t>dans le lointain du chœur</w:t>
      </w:r>
      <w:r w:rsidR="00F635DB">
        <w:t xml:space="preserve">, </w:t>
      </w:r>
      <w:r w:rsidRPr="009071AC">
        <w:t>autour de l</w:t>
      </w:r>
      <w:r w:rsidR="00F635DB">
        <w:t>’</w:t>
      </w:r>
      <w:r w:rsidRPr="009071AC">
        <w:t>autel resplendissant de lumière</w:t>
      </w:r>
      <w:r w:rsidR="00F635DB">
        <w:t xml:space="preserve">, </w:t>
      </w:r>
      <w:r w:rsidRPr="009071AC">
        <w:t>s</w:t>
      </w:r>
      <w:r w:rsidR="00F635DB">
        <w:t>’</w:t>
      </w:r>
      <w:r w:rsidRPr="009071AC">
        <w:t>agitaient les prêtres en étoles d</w:t>
      </w:r>
      <w:r w:rsidR="00F635DB">
        <w:t>’</w:t>
      </w:r>
      <w:r w:rsidRPr="009071AC">
        <w:t>or</w:t>
      </w:r>
      <w:r w:rsidR="00F635DB">
        <w:t xml:space="preserve">, </w:t>
      </w:r>
      <w:r w:rsidRPr="009071AC">
        <w:t>je clignais des yeux pour me donner des éblouissements</w:t>
      </w:r>
      <w:r w:rsidR="00F635DB">
        <w:t xml:space="preserve">… </w:t>
      </w:r>
      <w:r w:rsidRPr="009071AC">
        <w:t>J</w:t>
      </w:r>
      <w:r w:rsidR="00F635DB">
        <w:t>’</w:t>
      </w:r>
      <w:r w:rsidRPr="009071AC">
        <w:t>y réussissais</w:t>
      </w:r>
      <w:r w:rsidR="00F635DB">
        <w:t xml:space="preserve">… </w:t>
      </w:r>
      <w:r w:rsidRPr="009071AC">
        <w:t>Et alors</w:t>
      </w:r>
      <w:r w:rsidR="00F635DB">
        <w:t xml:space="preserve">, </w:t>
      </w:r>
      <w:r w:rsidRPr="009071AC">
        <w:t>il me semblait que je m</w:t>
      </w:r>
      <w:r w:rsidR="00F635DB">
        <w:t>’</w:t>
      </w:r>
      <w:r w:rsidRPr="009071AC">
        <w:t xml:space="preserve">échappais de </w:t>
      </w:r>
      <w:proofErr w:type="spellStart"/>
      <w:r w:rsidRPr="009071AC">
        <w:t>moi même</w:t>
      </w:r>
      <w:proofErr w:type="spellEnd"/>
      <w:r w:rsidR="00F635DB">
        <w:t xml:space="preserve">, </w:t>
      </w:r>
      <w:r w:rsidRPr="009071AC">
        <w:t>et que</w:t>
      </w:r>
      <w:r w:rsidR="00F635DB">
        <w:t xml:space="preserve">, </w:t>
      </w:r>
      <w:r w:rsidRPr="009071AC">
        <w:t>sur les nuages d</w:t>
      </w:r>
      <w:r w:rsidR="00F635DB">
        <w:t>’</w:t>
      </w:r>
      <w:r w:rsidRPr="009071AC">
        <w:t>encens</w:t>
      </w:r>
      <w:r w:rsidR="00F635DB">
        <w:t xml:space="preserve">, </w:t>
      </w:r>
      <w:r w:rsidRPr="009071AC">
        <w:t>je montais vers ce beau pays du ciel dont nous parlaient les sœurs</w:t>
      </w:r>
      <w:r w:rsidR="00F635DB">
        <w:t xml:space="preserve">, </w:t>
      </w:r>
      <w:r w:rsidRPr="009071AC">
        <w:t>et où il y a</w:t>
      </w:r>
      <w:r w:rsidR="00F635DB">
        <w:t xml:space="preserve">, </w:t>
      </w:r>
      <w:r w:rsidRPr="009071AC">
        <w:t>nous disaient-elles</w:t>
      </w:r>
      <w:r w:rsidR="00F635DB">
        <w:t xml:space="preserve">, </w:t>
      </w:r>
      <w:r w:rsidRPr="009071AC">
        <w:t>des mères pour toutes les petites filles</w:t>
      </w:r>
      <w:r w:rsidR="00F635DB">
        <w:t>…</w:t>
      </w:r>
    </w:p>
    <w:p w14:paraId="407782F8" w14:textId="2457C8C8" w:rsidR="00F635DB" w:rsidRDefault="00F635DB" w:rsidP="00F635DB">
      <w:r>
        <w:t>M</w:t>
      </w:r>
      <w:r w:rsidRPr="00F635DB">
        <w:rPr>
          <w:vertAlign w:val="superscript"/>
        </w:rPr>
        <w:t>lle</w:t>
      </w:r>
      <w:r>
        <w:t> </w:t>
      </w:r>
      <w:r w:rsidR="00855694" w:rsidRPr="009071AC">
        <w:t>Marguerite se recueillit quelques secondes</w:t>
      </w:r>
      <w:r>
        <w:t xml:space="preserve">, </w:t>
      </w:r>
      <w:r w:rsidR="00855694" w:rsidRPr="009071AC">
        <w:t>comme si elle eût reculé devant l</w:t>
      </w:r>
      <w:r>
        <w:t>’</w:t>
      </w:r>
      <w:r w:rsidR="00855694" w:rsidRPr="009071AC">
        <w:t>expression de sa pensée</w:t>
      </w:r>
      <w:r>
        <w:t>.</w:t>
      </w:r>
    </w:p>
    <w:p w14:paraId="3CA8CD82" w14:textId="77777777" w:rsidR="00F635DB" w:rsidRDefault="00855694" w:rsidP="00F635DB">
      <w:r w:rsidRPr="009071AC">
        <w:t>Puis se décidant</w:t>
      </w:r>
      <w:r w:rsidR="00F635DB">
        <w:t> :</w:t>
      </w:r>
    </w:p>
    <w:p w14:paraId="76AFC3F0" w14:textId="77777777" w:rsidR="00F635DB" w:rsidRDefault="00F635DB" w:rsidP="00F635DB">
      <w:r>
        <w:t>— </w:t>
      </w:r>
      <w:r w:rsidR="00855694" w:rsidRPr="009071AC">
        <w:t>Oui</w:t>
      </w:r>
      <w:r>
        <w:t xml:space="preserve">, </w:t>
      </w:r>
      <w:r w:rsidR="00855694" w:rsidRPr="009071AC">
        <w:t>répéta-t-elle</w:t>
      </w:r>
      <w:r>
        <w:t xml:space="preserve">, </w:t>
      </w:r>
      <w:r w:rsidR="00855694" w:rsidRPr="009071AC">
        <w:t>j</w:t>
      </w:r>
      <w:r>
        <w:t>’</w:t>
      </w:r>
      <w:r w:rsidR="00855694" w:rsidRPr="009071AC">
        <w:t>ai été extraordinairement malheureuse aux Enfants-Trouvés</w:t>
      </w:r>
      <w:r>
        <w:t xml:space="preserve">… </w:t>
      </w:r>
      <w:r w:rsidR="00855694" w:rsidRPr="009071AC">
        <w:t>Presque toutes mes petites camarades étaient chétives</w:t>
      </w:r>
      <w:r>
        <w:t xml:space="preserve">, </w:t>
      </w:r>
      <w:r w:rsidR="00855694" w:rsidRPr="009071AC">
        <w:t>étiolées</w:t>
      </w:r>
      <w:r>
        <w:t xml:space="preserve">, </w:t>
      </w:r>
      <w:r w:rsidR="00855694" w:rsidRPr="009071AC">
        <w:t>blêmes</w:t>
      </w:r>
      <w:r>
        <w:t xml:space="preserve">, </w:t>
      </w:r>
      <w:r w:rsidR="00855694" w:rsidRPr="009071AC">
        <w:t>rongées de toutes sortes de maladies</w:t>
      </w:r>
      <w:r>
        <w:t xml:space="preserve">, </w:t>
      </w:r>
      <w:r w:rsidR="00855694" w:rsidRPr="009071AC">
        <w:t>comme s</w:t>
      </w:r>
      <w:r>
        <w:t>’</w:t>
      </w:r>
      <w:r w:rsidR="00855694" w:rsidRPr="009071AC">
        <w:t>il n</w:t>
      </w:r>
      <w:r>
        <w:t>’</w:t>
      </w:r>
      <w:r w:rsidR="00855694" w:rsidRPr="009071AC">
        <w:t>y eût pas eu assez pour leur malheur ici-bas de l</w:t>
      </w:r>
      <w:r>
        <w:t>’</w:t>
      </w:r>
      <w:r w:rsidR="00855694" w:rsidRPr="009071AC">
        <w:t>abandon de leurs parents</w:t>
      </w:r>
      <w:r>
        <w:t>…</w:t>
      </w:r>
    </w:p>
    <w:p w14:paraId="2F3C12E0" w14:textId="77777777" w:rsidR="00F635DB" w:rsidRDefault="00855694" w:rsidP="00F635DB">
      <w:r w:rsidRPr="009071AC">
        <w:t>Eh bien</w:t>
      </w:r>
      <w:r w:rsidR="00F635DB">
        <w:t xml:space="preserve"> ! </w:t>
      </w:r>
      <w:r w:rsidRPr="009071AC">
        <w:t>monsieur</w:t>
      </w:r>
      <w:r w:rsidR="00F635DB">
        <w:t xml:space="preserve">, </w:t>
      </w:r>
      <w:r w:rsidRPr="009071AC">
        <w:t>il faut que je l</w:t>
      </w:r>
      <w:r w:rsidR="00F635DB">
        <w:t>’</w:t>
      </w:r>
      <w:r w:rsidRPr="009071AC">
        <w:t>avoue à ma honte</w:t>
      </w:r>
      <w:r w:rsidR="00F635DB">
        <w:t xml:space="preserve">, </w:t>
      </w:r>
      <w:r w:rsidRPr="009071AC">
        <w:t>ces petites infortunées m</w:t>
      </w:r>
      <w:r w:rsidR="00F635DB">
        <w:t>’</w:t>
      </w:r>
      <w:r w:rsidRPr="009071AC">
        <w:t>inspiraient une insurmontable répugnance</w:t>
      </w:r>
      <w:r w:rsidR="00F635DB">
        <w:t xml:space="preserve">, </w:t>
      </w:r>
      <w:r w:rsidRPr="009071AC">
        <w:t>un dégoût qui allait jusqu</w:t>
      </w:r>
      <w:r w:rsidR="00F635DB">
        <w:t>’</w:t>
      </w:r>
      <w:r w:rsidRPr="009071AC">
        <w:t>à l</w:t>
      </w:r>
      <w:r w:rsidR="00F635DB">
        <w:t>’</w:t>
      </w:r>
      <w:r w:rsidRPr="009071AC">
        <w:t>aversion</w:t>
      </w:r>
      <w:r w:rsidR="00F635DB">
        <w:t>.</w:t>
      </w:r>
    </w:p>
    <w:p w14:paraId="387F5C3C" w14:textId="77777777" w:rsidR="00F635DB" w:rsidRDefault="00855694" w:rsidP="00F635DB">
      <w:r w:rsidRPr="009071AC">
        <w:t>J</w:t>
      </w:r>
      <w:r w:rsidR="00F635DB">
        <w:t>’</w:t>
      </w:r>
      <w:r w:rsidRPr="009071AC">
        <w:t>aurais mieux aimé appuyer mes lèvres sur un fer rouge que sur le front de la plupart d</w:t>
      </w:r>
      <w:r w:rsidR="00F635DB">
        <w:t>’</w:t>
      </w:r>
      <w:r w:rsidRPr="009071AC">
        <w:t>entre elles</w:t>
      </w:r>
      <w:r w:rsidR="00F635DB">
        <w:t>…</w:t>
      </w:r>
    </w:p>
    <w:p w14:paraId="38006958" w14:textId="77777777" w:rsidR="00F635DB" w:rsidRDefault="00855694" w:rsidP="00F635DB">
      <w:r w:rsidRPr="009071AC">
        <w:t>Je ne raisonnais pas cela</w:t>
      </w:r>
      <w:r w:rsidR="00F635DB">
        <w:t xml:space="preserve">, </w:t>
      </w:r>
      <w:r w:rsidRPr="009071AC">
        <w:t>hélas</w:t>
      </w:r>
      <w:r w:rsidR="00F635DB">
        <w:t xml:space="preserve"> ! </w:t>
      </w:r>
      <w:r w:rsidRPr="009071AC">
        <w:t>je n</w:t>
      </w:r>
      <w:r w:rsidR="00F635DB">
        <w:t>’</w:t>
      </w:r>
      <w:r w:rsidRPr="009071AC">
        <w:t>avais que huit ou neuf ans</w:t>
      </w:r>
      <w:r w:rsidR="00F635DB">
        <w:t xml:space="preserve">, </w:t>
      </w:r>
      <w:r w:rsidRPr="009071AC">
        <w:t>mais je le sentais avec une vivacité douloureuse</w:t>
      </w:r>
      <w:r w:rsidR="00F635DB">
        <w:t>…</w:t>
      </w:r>
    </w:p>
    <w:p w14:paraId="6B534973" w14:textId="77777777" w:rsidR="00F635DB" w:rsidRDefault="00855694" w:rsidP="00F635DB">
      <w:r w:rsidRPr="009071AC">
        <w:t>Les autres s</w:t>
      </w:r>
      <w:r w:rsidR="00F635DB">
        <w:t>’</w:t>
      </w:r>
      <w:r w:rsidRPr="009071AC">
        <w:t>en étaient aperçues</w:t>
      </w:r>
      <w:r w:rsidR="00F635DB">
        <w:t xml:space="preserve">, </w:t>
      </w:r>
      <w:r w:rsidRPr="009071AC">
        <w:t>et pour se venger</w:t>
      </w:r>
      <w:r w:rsidR="00F635DB">
        <w:t xml:space="preserve">, </w:t>
      </w:r>
      <w:r w:rsidRPr="009071AC">
        <w:t>elles m</w:t>
      </w:r>
      <w:r w:rsidR="00F635DB">
        <w:t>’</w:t>
      </w:r>
      <w:r w:rsidRPr="009071AC">
        <w:t xml:space="preserve">appelaient </w:t>
      </w:r>
      <w:r w:rsidR="00F635DB">
        <w:t>« </w:t>
      </w:r>
      <w:r w:rsidRPr="009071AC">
        <w:t>la dame</w:t>
      </w:r>
      <w:r w:rsidR="00F635DB">
        <w:t>, »</w:t>
      </w:r>
      <w:r w:rsidRPr="009071AC">
        <w:t xml:space="preserve"> ironiquement</w:t>
      </w:r>
      <w:r w:rsidR="00F635DB">
        <w:t xml:space="preserve">, </w:t>
      </w:r>
      <w:r w:rsidRPr="009071AC">
        <w:t>et me laissaient à l</w:t>
      </w:r>
      <w:r w:rsidR="00F635DB">
        <w:t>’</w:t>
      </w:r>
      <w:r w:rsidRPr="009071AC">
        <w:t>écart</w:t>
      </w:r>
      <w:r w:rsidR="00F635DB">
        <w:t xml:space="preserve">. </w:t>
      </w:r>
      <w:r w:rsidRPr="009071AC">
        <w:t>Souvent aussi</w:t>
      </w:r>
      <w:r w:rsidR="00F635DB">
        <w:t xml:space="preserve">, </w:t>
      </w:r>
      <w:r w:rsidRPr="009071AC">
        <w:t>pendant les récréations</w:t>
      </w:r>
      <w:r w:rsidR="00F635DB">
        <w:t xml:space="preserve">, </w:t>
      </w:r>
      <w:r w:rsidRPr="009071AC">
        <w:t xml:space="preserve">quand les </w:t>
      </w:r>
      <w:r w:rsidRPr="009071AC">
        <w:lastRenderedPageBreak/>
        <w:t>bonnes sœurs avaient le dos tourné</w:t>
      </w:r>
      <w:r w:rsidR="00F635DB">
        <w:t xml:space="preserve">, </w:t>
      </w:r>
      <w:r w:rsidRPr="009071AC">
        <w:t>elles me battaient</w:t>
      </w:r>
      <w:r w:rsidR="00F635DB">
        <w:t xml:space="preserve">, </w:t>
      </w:r>
      <w:r w:rsidRPr="009071AC">
        <w:t>m</w:t>
      </w:r>
      <w:r w:rsidR="00F635DB">
        <w:t>’</w:t>
      </w:r>
      <w:r w:rsidRPr="009071AC">
        <w:t>égratignaient le visage ou déchiraient mes vêtements</w:t>
      </w:r>
      <w:r w:rsidR="00F635DB">
        <w:t>…</w:t>
      </w:r>
    </w:p>
    <w:p w14:paraId="28A9B7E9" w14:textId="77777777" w:rsidR="00F635DB" w:rsidRDefault="00855694" w:rsidP="00F635DB">
      <w:r w:rsidRPr="009071AC">
        <w:t>J</w:t>
      </w:r>
      <w:r w:rsidR="00F635DB">
        <w:t>’</w:t>
      </w:r>
      <w:r w:rsidRPr="009071AC">
        <w:t>endurais ces traitements sans me plaindre</w:t>
      </w:r>
      <w:r w:rsidR="00F635DB">
        <w:t xml:space="preserve">, </w:t>
      </w:r>
      <w:r w:rsidRPr="009071AC">
        <w:t>ayant comme la conscience que je les méritais</w:t>
      </w:r>
      <w:r w:rsidR="00F635DB">
        <w:t>…</w:t>
      </w:r>
    </w:p>
    <w:p w14:paraId="00856177" w14:textId="7535B690" w:rsidR="00F635DB" w:rsidRDefault="00855694" w:rsidP="00F635DB">
      <w:r w:rsidRPr="009071AC">
        <w:t>Que de réprimandes</w:t>
      </w:r>
      <w:r w:rsidR="00F635DB">
        <w:t xml:space="preserve">, </w:t>
      </w:r>
      <w:r w:rsidRPr="009071AC">
        <w:t>cependant</w:t>
      </w:r>
      <w:r w:rsidR="00F635DB">
        <w:t xml:space="preserve">, </w:t>
      </w:r>
      <w:r w:rsidRPr="009071AC">
        <w:t>elles m</w:t>
      </w:r>
      <w:r w:rsidR="00F635DB">
        <w:t>’</w:t>
      </w:r>
      <w:r w:rsidRPr="009071AC">
        <w:t>ont valu ces déchirures</w:t>
      </w:r>
      <w:r w:rsidR="00F635DB">
        <w:t xml:space="preserve"> !… </w:t>
      </w:r>
      <w:r w:rsidRPr="009071AC">
        <w:t>Que de fois j</w:t>
      </w:r>
      <w:r w:rsidR="00F635DB">
        <w:t>’</w:t>
      </w:r>
      <w:r w:rsidRPr="009071AC">
        <w:t>ai été mise au pain sec après avoir été bien grondée</w:t>
      </w:r>
      <w:r w:rsidR="00F635DB">
        <w:t xml:space="preserve">, </w:t>
      </w:r>
      <w:r w:rsidRPr="009071AC">
        <w:t xml:space="preserve">bien appelée </w:t>
      </w:r>
      <w:r w:rsidR="00F635DB">
        <w:t>« </w:t>
      </w:r>
      <w:r w:rsidRPr="009071AC">
        <w:t>petite sans soin</w:t>
      </w:r>
      <w:r w:rsidR="00F635DB">
        <w:t> »</w:t>
      </w:r>
      <w:r w:rsidRPr="009071AC">
        <w:t xml:space="preserve"> ou </w:t>
      </w:r>
      <w:r w:rsidR="00F635DB">
        <w:t>« </w:t>
      </w:r>
      <w:r w:rsidRPr="009071AC">
        <w:t>méchante brise fer</w:t>
      </w:r>
      <w:r w:rsidR="00F635DB">
        <w:t>… »</w:t>
      </w:r>
    </w:p>
    <w:p w14:paraId="5429D283" w14:textId="77777777" w:rsidR="00F635DB" w:rsidRDefault="00855694" w:rsidP="00F635DB">
      <w:r w:rsidRPr="009071AC">
        <w:t>Mais comme j</w:t>
      </w:r>
      <w:r w:rsidR="00F635DB">
        <w:t>’</w:t>
      </w:r>
      <w:r w:rsidRPr="009071AC">
        <w:t>étais soigneuse</w:t>
      </w:r>
      <w:r w:rsidR="00F635DB">
        <w:t xml:space="preserve">, </w:t>
      </w:r>
      <w:r w:rsidRPr="009071AC">
        <w:t>en définitive</w:t>
      </w:r>
      <w:r w:rsidR="00F635DB">
        <w:t xml:space="preserve">, </w:t>
      </w:r>
      <w:r w:rsidRPr="009071AC">
        <w:t>studieuse et appliquée</w:t>
      </w:r>
      <w:r w:rsidR="00F635DB">
        <w:t xml:space="preserve">, </w:t>
      </w:r>
      <w:r w:rsidRPr="009071AC">
        <w:t>comme j</w:t>
      </w:r>
      <w:r w:rsidR="00F635DB">
        <w:t>’</w:t>
      </w:r>
      <w:r w:rsidRPr="009071AC">
        <w:t>étais plus intelligente que les autres</w:t>
      </w:r>
      <w:r w:rsidR="00F635DB">
        <w:t xml:space="preserve">, </w:t>
      </w:r>
      <w:r w:rsidRPr="009071AC">
        <w:t>les bonnes sœurs m</w:t>
      </w:r>
      <w:r w:rsidR="00F635DB">
        <w:t>’</w:t>
      </w:r>
      <w:r w:rsidRPr="009071AC">
        <w:t>aimaient assez</w:t>
      </w:r>
      <w:r w:rsidR="00F635DB">
        <w:t xml:space="preserve">. </w:t>
      </w:r>
      <w:r w:rsidRPr="009071AC">
        <w:t xml:space="preserve">Elles disaient que je serais </w:t>
      </w:r>
      <w:r w:rsidR="00F635DB">
        <w:t>« </w:t>
      </w:r>
      <w:r w:rsidRPr="009071AC">
        <w:t>un bon sujet</w:t>
      </w:r>
      <w:r w:rsidR="00F635DB">
        <w:t>, »</w:t>
      </w:r>
      <w:r w:rsidRPr="009071AC">
        <w:t xml:space="preserve"> et qu</w:t>
      </w:r>
      <w:r w:rsidR="00F635DB">
        <w:t>’</w:t>
      </w:r>
      <w:r w:rsidRPr="009071AC">
        <w:t>on me trouverait une place avantageuse avec des bourgeois pieux et riches</w:t>
      </w:r>
      <w:r w:rsidR="00F635DB">
        <w:t xml:space="preserve">, </w:t>
      </w:r>
      <w:r w:rsidRPr="009071AC">
        <w:t>de ceux qui composent la clientèle des maisons religieuses</w:t>
      </w:r>
      <w:r w:rsidR="00F635DB">
        <w:t>…</w:t>
      </w:r>
    </w:p>
    <w:p w14:paraId="6CBB0B3B" w14:textId="77777777" w:rsidR="00F635DB" w:rsidRDefault="00855694" w:rsidP="00F635DB">
      <w:r w:rsidRPr="009071AC">
        <w:t>Elles ne me reprochaient que d</w:t>
      </w:r>
      <w:r w:rsidR="00F635DB">
        <w:t>’</w:t>
      </w:r>
      <w:r w:rsidRPr="009071AC">
        <w:t>être sournoise</w:t>
      </w:r>
      <w:r w:rsidR="00F635DB">
        <w:t>…</w:t>
      </w:r>
    </w:p>
    <w:p w14:paraId="5A41053D" w14:textId="77777777" w:rsidR="00F635DB" w:rsidRDefault="00855694" w:rsidP="00F635DB">
      <w:r w:rsidRPr="009071AC">
        <w:t>Je ne l</w:t>
      </w:r>
      <w:r w:rsidR="00F635DB">
        <w:t>’</w:t>
      </w:r>
      <w:r w:rsidRPr="009071AC">
        <w:t>étais pas</w:t>
      </w:r>
      <w:r w:rsidR="00F635DB">
        <w:t xml:space="preserve">, </w:t>
      </w:r>
      <w:r w:rsidRPr="009071AC">
        <w:t>cependant</w:t>
      </w:r>
      <w:r w:rsidR="00F635DB">
        <w:t xml:space="preserve">, </w:t>
      </w:r>
      <w:r w:rsidRPr="009071AC">
        <w:t>mais triste et résignée</w:t>
      </w:r>
      <w:r w:rsidR="00F635DB">
        <w:t xml:space="preserve">. </w:t>
      </w:r>
      <w:r w:rsidRPr="009071AC">
        <w:t>Tout m</w:t>
      </w:r>
      <w:r w:rsidR="00F635DB">
        <w:t>’</w:t>
      </w:r>
      <w:r w:rsidRPr="009071AC">
        <w:t>avait tellement heurtée et meurtrie autour de moi</w:t>
      </w:r>
      <w:r w:rsidR="00F635DB">
        <w:t xml:space="preserve">, </w:t>
      </w:r>
      <w:r w:rsidRPr="009071AC">
        <w:t>que je m</w:t>
      </w:r>
      <w:r w:rsidR="00F635DB">
        <w:t>’</w:t>
      </w:r>
      <w:r w:rsidRPr="009071AC">
        <w:t>étais repliée sur moi-même</w:t>
      </w:r>
      <w:r w:rsidR="00F635DB">
        <w:t xml:space="preserve">, </w:t>
      </w:r>
      <w:r w:rsidRPr="009071AC">
        <w:t>concentrée</w:t>
      </w:r>
      <w:r w:rsidR="00F635DB">
        <w:t xml:space="preserve">, </w:t>
      </w:r>
      <w:r w:rsidRPr="009071AC">
        <w:t>et qu</w:t>
      </w:r>
      <w:r w:rsidR="00F635DB">
        <w:t>’</w:t>
      </w:r>
      <w:r w:rsidRPr="009071AC">
        <w:t>en dedans de moi je faisais comme un sanctuaire inviolable pour mes pensées et mes inspirations</w:t>
      </w:r>
      <w:r w:rsidR="00F635DB">
        <w:t xml:space="preserve">… </w:t>
      </w:r>
      <w:r w:rsidRPr="009071AC">
        <w:t>Peut-être avais-je un mauvais naturel</w:t>
      </w:r>
      <w:r w:rsidR="00F635DB">
        <w:t>…</w:t>
      </w:r>
    </w:p>
    <w:p w14:paraId="4EBE21B2" w14:textId="77777777" w:rsidR="00F635DB" w:rsidRDefault="00855694" w:rsidP="00F635DB">
      <w:r w:rsidRPr="009071AC">
        <w:t>Souvent je me le suis demandé dans toute la sincérité de mon âme</w:t>
      </w:r>
      <w:r w:rsidR="00F635DB">
        <w:t xml:space="preserve">. </w:t>
      </w:r>
      <w:r w:rsidRPr="009071AC">
        <w:t>Je n</w:t>
      </w:r>
      <w:r w:rsidR="00F635DB">
        <w:t>’</w:t>
      </w:r>
      <w:r w:rsidRPr="009071AC">
        <w:t>ai pu me répondre</w:t>
      </w:r>
      <w:r w:rsidR="00F635DB">
        <w:t xml:space="preserve">, </w:t>
      </w:r>
      <w:r w:rsidRPr="009071AC">
        <w:t>parce qu</w:t>
      </w:r>
      <w:r w:rsidR="00F635DB">
        <w:t>’</w:t>
      </w:r>
      <w:r w:rsidRPr="009071AC">
        <w:t>on ne saurait être bon juge dans sa propre cause</w:t>
      </w:r>
      <w:r w:rsidR="00F635DB">
        <w:t>…</w:t>
      </w:r>
    </w:p>
    <w:p w14:paraId="29FE7B44" w14:textId="77777777" w:rsidR="00F635DB" w:rsidRDefault="00855694" w:rsidP="00F635DB">
      <w:r w:rsidRPr="009071AC">
        <w:t>Ce qui est sûr</w:t>
      </w:r>
      <w:r w:rsidR="00F635DB">
        <w:t xml:space="preserve">, </w:t>
      </w:r>
      <w:r w:rsidRPr="009071AC">
        <w:t>c</w:t>
      </w:r>
      <w:r w:rsidR="00F635DB">
        <w:t>’</w:t>
      </w:r>
      <w:r w:rsidRPr="009071AC">
        <w:t>est que toutes les actions qui laissent dans la vie des jeunes filles une traînée lumineuse</w:t>
      </w:r>
      <w:r w:rsidR="00F635DB">
        <w:t xml:space="preserve">, </w:t>
      </w:r>
      <w:r w:rsidRPr="009071AC">
        <w:t>ne me rappellent à moi que tourments et misères</w:t>
      </w:r>
      <w:r w:rsidR="00F635DB">
        <w:t xml:space="preserve">, </w:t>
      </w:r>
      <w:r w:rsidRPr="009071AC">
        <w:t>luttes désespérées</w:t>
      </w:r>
      <w:r w:rsidR="00F635DB">
        <w:t xml:space="preserve">, </w:t>
      </w:r>
      <w:r w:rsidRPr="009071AC">
        <w:t>humiliations dévorées avec rage</w:t>
      </w:r>
      <w:r w:rsidR="00F635DB">
        <w:t>.</w:t>
      </w:r>
    </w:p>
    <w:p w14:paraId="79DC7AB8" w14:textId="77777777" w:rsidR="00F635DB" w:rsidRDefault="00855694" w:rsidP="00F635DB">
      <w:r w:rsidRPr="009071AC">
        <w:lastRenderedPageBreak/>
        <w:t>J</w:t>
      </w:r>
      <w:r w:rsidR="00F635DB">
        <w:t>’</w:t>
      </w:r>
      <w:r w:rsidRPr="009071AC">
        <w:t xml:space="preserve">ai failli ne pas faire ma première communion parce que je ne voulais pas porter une certaine robe dont une </w:t>
      </w:r>
      <w:r w:rsidR="00F635DB">
        <w:t>« </w:t>
      </w:r>
      <w:r w:rsidRPr="009071AC">
        <w:t>dame bienfaitrice</w:t>
      </w:r>
      <w:r w:rsidR="00F635DB">
        <w:t> »</w:t>
      </w:r>
      <w:r w:rsidRPr="009071AC">
        <w:t xml:space="preserve"> avait fait cadeau à la communauté</w:t>
      </w:r>
      <w:r w:rsidR="00F635DB">
        <w:t xml:space="preserve">, </w:t>
      </w:r>
      <w:r w:rsidRPr="009071AC">
        <w:t>et qui venait</w:t>
      </w:r>
      <w:r w:rsidR="00F635DB">
        <w:t xml:space="preserve">, </w:t>
      </w:r>
      <w:r w:rsidRPr="009071AC">
        <w:t>je l</w:t>
      </w:r>
      <w:r w:rsidR="00F635DB">
        <w:t>’</w:t>
      </w:r>
      <w:r w:rsidRPr="009071AC">
        <w:t>avais entendu dire</w:t>
      </w:r>
      <w:r w:rsidR="00F635DB">
        <w:t xml:space="preserve">, </w:t>
      </w:r>
      <w:r w:rsidRPr="009071AC">
        <w:t>d</w:t>
      </w:r>
      <w:r w:rsidR="00F635DB">
        <w:t>’</w:t>
      </w:r>
      <w:r w:rsidRPr="009071AC">
        <w:t>une petite fille de mon âge</w:t>
      </w:r>
      <w:r w:rsidR="00F635DB">
        <w:t xml:space="preserve">, </w:t>
      </w:r>
      <w:r w:rsidRPr="009071AC">
        <w:t>qui était morte de la poitrine</w:t>
      </w:r>
      <w:r w:rsidR="00F635DB">
        <w:t>…</w:t>
      </w:r>
    </w:p>
    <w:p w14:paraId="79F101E9" w14:textId="77777777" w:rsidR="00F635DB" w:rsidRDefault="00855694" w:rsidP="00F635DB">
      <w:r w:rsidRPr="009071AC">
        <w:t>Mettre cette robe pour m</w:t>
      </w:r>
      <w:r w:rsidR="00F635DB">
        <w:t>’</w:t>
      </w:r>
      <w:r w:rsidRPr="009071AC">
        <w:t>approcher de la sainte table</w:t>
      </w:r>
      <w:r w:rsidR="00F635DB">
        <w:t xml:space="preserve">, </w:t>
      </w:r>
      <w:r w:rsidRPr="009071AC">
        <w:t>me révoltait et m</w:t>
      </w:r>
      <w:r w:rsidR="00F635DB">
        <w:t>’</w:t>
      </w:r>
      <w:r w:rsidRPr="009071AC">
        <w:t>épouvantait</w:t>
      </w:r>
      <w:r w:rsidR="00F635DB">
        <w:t xml:space="preserve">, </w:t>
      </w:r>
      <w:r w:rsidRPr="009071AC">
        <w:t>comme si on m</w:t>
      </w:r>
      <w:r w:rsidR="00F635DB">
        <w:t>’</w:t>
      </w:r>
      <w:r w:rsidRPr="009071AC">
        <w:t>eût condamnée à me draper dans un suaire</w:t>
      </w:r>
      <w:r w:rsidR="00F635DB">
        <w:t>…</w:t>
      </w:r>
    </w:p>
    <w:p w14:paraId="04817369" w14:textId="77777777" w:rsidR="00F635DB" w:rsidRDefault="00855694" w:rsidP="00F635DB">
      <w:r w:rsidRPr="009071AC">
        <w:t>Et cependant c</w:t>
      </w:r>
      <w:r w:rsidR="00F635DB">
        <w:t>’</w:t>
      </w:r>
      <w:r w:rsidRPr="009071AC">
        <w:t>était la plus belle de toutes</w:t>
      </w:r>
      <w:r w:rsidR="00F635DB">
        <w:t xml:space="preserve">, </w:t>
      </w:r>
      <w:r w:rsidRPr="009071AC">
        <w:t>en mousseline</w:t>
      </w:r>
      <w:r w:rsidR="00F635DB">
        <w:t xml:space="preserve">, </w:t>
      </w:r>
      <w:r w:rsidRPr="009071AC">
        <w:t>avec des broderies au bas</w:t>
      </w:r>
      <w:r w:rsidR="00F635DB">
        <w:t xml:space="preserve"> ; </w:t>
      </w:r>
      <w:r w:rsidRPr="009071AC">
        <w:t>elle avait été ardemment convoitée et m</w:t>
      </w:r>
      <w:r w:rsidR="00F635DB">
        <w:t>’</w:t>
      </w:r>
      <w:r w:rsidRPr="009071AC">
        <w:t>avait été adjugée à titre de récompense</w:t>
      </w:r>
      <w:r w:rsidR="00F635DB">
        <w:t>…</w:t>
      </w:r>
    </w:p>
    <w:p w14:paraId="171850F1" w14:textId="77777777" w:rsidR="00F635DB" w:rsidRDefault="00855694" w:rsidP="00F635DB">
      <w:r w:rsidRPr="009071AC">
        <w:t>Et moi</w:t>
      </w:r>
      <w:r w:rsidR="00F635DB">
        <w:t xml:space="preserve">, </w:t>
      </w:r>
      <w:r w:rsidRPr="009071AC">
        <w:t>je n</w:t>
      </w:r>
      <w:r w:rsidR="00F635DB">
        <w:t>’</w:t>
      </w:r>
      <w:r w:rsidRPr="009071AC">
        <w:t>osais avouer les motifs de mon insurmontable répugnance</w:t>
      </w:r>
      <w:r w:rsidR="00F635DB">
        <w:t xml:space="preserve">… </w:t>
      </w:r>
      <w:r w:rsidRPr="009071AC">
        <w:t>qui les eût compris</w:t>
      </w:r>
      <w:r w:rsidR="00F635DB">
        <w:t xml:space="preserve"> !… </w:t>
      </w:r>
      <w:r w:rsidRPr="009071AC">
        <w:t>Je n</w:t>
      </w:r>
      <w:r w:rsidR="00F635DB">
        <w:t>’</w:t>
      </w:r>
      <w:r w:rsidRPr="009071AC">
        <w:t>étais que trop accusée déjà de délicatesses et de fiertés ridicules dans mon humble position</w:t>
      </w:r>
      <w:r w:rsidR="00F635DB">
        <w:t>.</w:t>
      </w:r>
    </w:p>
    <w:p w14:paraId="03943193" w14:textId="77777777" w:rsidR="00F635DB" w:rsidRDefault="00855694" w:rsidP="00F635DB">
      <w:r w:rsidRPr="009071AC">
        <w:t>Tout cet orage se passa en moi</w:t>
      </w:r>
      <w:r w:rsidR="00F635DB">
        <w:t xml:space="preserve">… </w:t>
      </w:r>
      <w:r w:rsidRPr="009071AC">
        <w:t>j</w:t>
      </w:r>
      <w:r w:rsidR="00F635DB">
        <w:t>’</w:t>
      </w:r>
      <w:r w:rsidRPr="009071AC">
        <w:t>avais douze ans</w:t>
      </w:r>
      <w:r w:rsidR="00F635DB">
        <w:t xml:space="preserve">… </w:t>
      </w:r>
      <w:r w:rsidRPr="009071AC">
        <w:t>ou de moi au vieux prêtre qui nous confessait</w:t>
      </w:r>
      <w:r w:rsidR="00F635DB">
        <w:t xml:space="preserve">. </w:t>
      </w:r>
      <w:r w:rsidRPr="009071AC">
        <w:t>À lui</w:t>
      </w:r>
      <w:r w:rsidR="00F635DB">
        <w:t xml:space="preserve">, </w:t>
      </w:r>
      <w:r w:rsidRPr="009071AC">
        <w:t>j</w:t>
      </w:r>
      <w:r w:rsidR="00F635DB">
        <w:t>’</w:t>
      </w:r>
      <w:r w:rsidRPr="009071AC">
        <w:t>osai tout avouer</w:t>
      </w:r>
      <w:r w:rsidR="00F635DB">
        <w:t xml:space="preserve">, </w:t>
      </w:r>
      <w:r w:rsidRPr="009071AC">
        <w:t>et lui</w:t>
      </w:r>
      <w:r w:rsidR="00F635DB">
        <w:t xml:space="preserve">, </w:t>
      </w:r>
      <w:r w:rsidRPr="009071AC">
        <w:t>du moins</w:t>
      </w:r>
      <w:r w:rsidR="00F635DB">
        <w:t xml:space="preserve">, </w:t>
      </w:r>
      <w:r w:rsidRPr="009071AC">
        <w:t>vieillard</w:t>
      </w:r>
      <w:r w:rsidR="00F635DB">
        <w:t xml:space="preserve">, </w:t>
      </w:r>
      <w:r w:rsidRPr="009071AC">
        <w:t>mais homme</w:t>
      </w:r>
      <w:r w:rsidR="00F635DB">
        <w:t xml:space="preserve">, </w:t>
      </w:r>
      <w:r w:rsidRPr="009071AC">
        <w:t>sut me comprendre et ne me fit pas de reproches</w:t>
      </w:r>
      <w:r w:rsidR="00F635DB">
        <w:t>…</w:t>
      </w:r>
    </w:p>
    <w:p w14:paraId="6739FA07" w14:textId="77777777" w:rsidR="00F635DB" w:rsidRDefault="00F635DB" w:rsidP="00F635DB">
      <w:r>
        <w:t>— </w:t>
      </w:r>
      <w:r w:rsidR="00855694" w:rsidRPr="009071AC">
        <w:t>Vous porterez cette robe</w:t>
      </w:r>
      <w:r>
        <w:t xml:space="preserve">, </w:t>
      </w:r>
      <w:r w:rsidR="00855694" w:rsidRPr="009071AC">
        <w:t>mon enfant</w:t>
      </w:r>
      <w:r>
        <w:t xml:space="preserve">, </w:t>
      </w:r>
      <w:r w:rsidR="00855694" w:rsidRPr="009071AC">
        <w:t>me dit-il</w:t>
      </w:r>
      <w:r>
        <w:t xml:space="preserve">, </w:t>
      </w:r>
      <w:r w:rsidR="00855694" w:rsidRPr="009071AC">
        <w:t>parce qu</w:t>
      </w:r>
      <w:r>
        <w:t>’</w:t>
      </w:r>
      <w:r w:rsidR="00855694" w:rsidRPr="009071AC">
        <w:t>il faut que votre orgueil soit brisé</w:t>
      </w:r>
      <w:r>
        <w:t xml:space="preserve">. </w:t>
      </w:r>
      <w:r w:rsidR="00855694" w:rsidRPr="009071AC">
        <w:t>Allez</w:t>
      </w:r>
      <w:r>
        <w:t xml:space="preserve">… </w:t>
      </w:r>
      <w:r w:rsidR="00855694" w:rsidRPr="009071AC">
        <w:t>je ne vous imposerai pas d</w:t>
      </w:r>
      <w:r>
        <w:t>’</w:t>
      </w:r>
      <w:r w:rsidR="00855694" w:rsidRPr="009071AC">
        <w:t>autre pénitence</w:t>
      </w:r>
      <w:r>
        <w:t>.</w:t>
      </w:r>
    </w:p>
    <w:p w14:paraId="5FD0945B" w14:textId="77777777" w:rsidR="00F635DB" w:rsidRDefault="00855694" w:rsidP="00F635DB">
      <w:r w:rsidRPr="009071AC">
        <w:t>Et j</w:t>
      </w:r>
      <w:r w:rsidR="00F635DB">
        <w:t>’</w:t>
      </w:r>
      <w:r w:rsidRPr="009071AC">
        <w:t>obéis</w:t>
      </w:r>
      <w:r w:rsidR="00F635DB">
        <w:t xml:space="preserve">, </w:t>
      </w:r>
      <w:r w:rsidRPr="009071AC">
        <w:t>glacée d</w:t>
      </w:r>
      <w:r w:rsidR="00F635DB">
        <w:t>’</w:t>
      </w:r>
      <w:r w:rsidRPr="009071AC">
        <w:t>une superstitieuse terreur</w:t>
      </w:r>
      <w:r w:rsidR="00F635DB">
        <w:t xml:space="preserve">, </w:t>
      </w:r>
      <w:r w:rsidRPr="009071AC">
        <w:t>car il me semblait que ce devait être là un épouvantable présage</w:t>
      </w:r>
      <w:r w:rsidR="00F635DB">
        <w:t xml:space="preserve">, </w:t>
      </w:r>
      <w:r w:rsidRPr="009071AC">
        <w:t>qui toujours</w:t>
      </w:r>
      <w:r w:rsidR="00F635DB">
        <w:t xml:space="preserve">, </w:t>
      </w:r>
      <w:r w:rsidRPr="009071AC">
        <w:t>toute ma vie</w:t>
      </w:r>
      <w:r w:rsidR="00F635DB">
        <w:t xml:space="preserve">, </w:t>
      </w:r>
      <w:r w:rsidRPr="009071AC">
        <w:t>me porterait malheur</w:t>
      </w:r>
      <w:r w:rsidR="00F635DB">
        <w:t>…</w:t>
      </w:r>
    </w:p>
    <w:p w14:paraId="0B744D39" w14:textId="77777777" w:rsidR="00F635DB" w:rsidRDefault="00855694" w:rsidP="00F635DB">
      <w:r w:rsidRPr="009071AC">
        <w:t>Et je communiai avec la belle robe brodée de la morte</w:t>
      </w:r>
      <w:r w:rsidR="00F635DB">
        <w:t>.</w:t>
      </w:r>
    </w:p>
    <w:p w14:paraId="67FD8E2D" w14:textId="77777777" w:rsidR="00F635DB" w:rsidRDefault="00F635DB" w:rsidP="00F635DB">
      <w:pPr>
        <w:ind w:firstLine="0"/>
        <w:jc w:val="center"/>
      </w:pPr>
      <w:r>
        <w:t>……………</w:t>
      </w:r>
    </w:p>
    <w:p w14:paraId="23E63686" w14:textId="77777777" w:rsidR="00F635DB" w:rsidRDefault="00855694" w:rsidP="00F635DB">
      <w:r w:rsidRPr="009071AC">
        <w:lastRenderedPageBreak/>
        <w:t>Depuis vingt-cinq ans qu</w:t>
      </w:r>
      <w:r w:rsidR="00F635DB">
        <w:t>’</w:t>
      </w:r>
      <w:r w:rsidRPr="009071AC">
        <w:t>il rendait la justice</w:t>
      </w:r>
      <w:r w:rsidR="00F635DB">
        <w:t xml:space="preserve">, </w:t>
      </w:r>
      <w:r w:rsidRPr="009071AC">
        <w:t>le juge avait recueilli bien des aveux</w:t>
      </w:r>
      <w:r w:rsidR="00F635DB">
        <w:t xml:space="preserve">, </w:t>
      </w:r>
      <w:r w:rsidRPr="009071AC">
        <w:t>arrachés par la nécessité ou la douleur</w:t>
      </w:r>
      <w:r w:rsidR="00F635DB">
        <w:t>.</w:t>
      </w:r>
    </w:p>
    <w:p w14:paraId="481DE698" w14:textId="77777777" w:rsidR="00F635DB" w:rsidRDefault="00855694" w:rsidP="00F635DB">
      <w:r w:rsidRPr="009071AC">
        <w:t>Mais jamais il n</w:t>
      </w:r>
      <w:r w:rsidR="00F635DB">
        <w:t>’</w:t>
      </w:r>
      <w:r w:rsidRPr="009071AC">
        <w:t>avait été remué comme il l</w:t>
      </w:r>
      <w:r w:rsidR="00F635DB">
        <w:t>’</w:t>
      </w:r>
      <w:r w:rsidRPr="009071AC">
        <w:t>était en ce moment</w:t>
      </w:r>
      <w:r w:rsidR="00F635DB">
        <w:t xml:space="preserve">, </w:t>
      </w:r>
      <w:r w:rsidRPr="009071AC">
        <w:t>par des accents où vibrait la vérité de la vie vécue et soufferte</w:t>
      </w:r>
      <w:r w:rsidR="00F635DB">
        <w:t>…</w:t>
      </w:r>
    </w:p>
    <w:p w14:paraId="0C033193" w14:textId="77777777" w:rsidR="00F635DB" w:rsidRDefault="00855694" w:rsidP="00F635DB">
      <w:r w:rsidRPr="009071AC">
        <w:t>Ce n</w:t>
      </w:r>
      <w:r w:rsidR="00F635DB">
        <w:t>’</w:t>
      </w:r>
      <w:r w:rsidRPr="009071AC">
        <w:t>était plus pour lui</w:t>
      </w:r>
      <w:r w:rsidR="00F635DB">
        <w:t xml:space="preserve">, </w:t>
      </w:r>
      <w:r w:rsidRPr="009071AC">
        <w:t>pour ainsi dire</w:t>
      </w:r>
      <w:r w:rsidR="00F635DB">
        <w:t xml:space="preserve">, </w:t>
      </w:r>
      <w:r w:rsidRPr="009071AC">
        <w:t>que parlait cette jeune fille</w:t>
      </w:r>
      <w:r w:rsidR="00F635DB">
        <w:t xml:space="preserve">, </w:t>
      </w:r>
      <w:r w:rsidRPr="009071AC">
        <w:t>mais pour elle-même</w:t>
      </w:r>
      <w:r w:rsidR="00F635DB">
        <w:t xml:space="preserve">, </w:t>
      </w:r>
      <w:r w:rsidRPr="009071AC">
        <w:t>montrant son âme tout entière jusqu</w:t>
      </w:r>
      <w:r w:rsidR="00F635DB">
        <w:t>’</w:t>
      </w:r>
      <w:r w:rsidRPr="009071AC">
        <w:t>en ses plus intimes replis</w:t>
      </w:r>
      <w:r w:rsidR="00F635DB">
        <w:t xml:space="preserve">, </w:t>
      </w:r>
      <w:r w:rsidRPr="009071AC">
        <w:t>comme l</w:t>
      </w:r>
      <w:r w:rsidR="00F635DB">
        <w:t>’</w:t>
      </w:r>
      <w:r w:rsidRPr="009071AC">
        <w:t>Océan qui s</w:t>
      </w:r>
      <w:r w:rsidR="00F635DB">
        <w:t>’</w:t>
      </w:r>
      <w:r w:rsidRPr="009071AC">
        <w:t>entr</w:t>
      </w:r>
      <w:r w:rsidR="00F635DB">
        <w:t>’</w:t>
      </w:r>
      <w:r w:rsidRPr="009071AC">
        <w:t>ouvre aux jours de tempête</w:t>
      </w:r>
      <w:r w:rsidR="00F635DB">
        <w:t xml:space="preserve">, </w:t>
      </w:r>
      <w:r w:rsidRPr="009071AC">
        <w:t>laissant voir jusqu</w:t>
      </w:r>
      <w:r w:rsidR="00F635DB">
        <w:t>’</w:t>
      </w:r>
      <w:r w:rsidRPr="009071AC">
        <w:t>aux algues de ses abîmes</w:t>
      </w:r>
      <w:r w:rsidR="00F635DB">
        <w:t>…</w:t>
      </w:r>
    </w:p>
    <w:p w14:paraId="780249CD" w14:textId="77777777" w:rsidR="00F635DB" w:rsidRDefault="00855694" w:rsidP="00F635DB">
      <w:r w:rsidRPr="009071AC">
        <w:t>Cependant elle poursuivait</w:t>
      </w:r>
      <w:r w:rsidR="00F635DB">
        <w:t> :</w:t>
      </w:r>
    </w:p>
    <w:p w14:paraId="59115BB2" w14:textId="77777777" w:rsidR="00F635DB" w:rsidRDefault="00F635DB" w:rsidP="00F635DB">
      <w:r>
        <w:t>— </w:t>
      </w:r>
      <w:r w:rsidR="00855694" w:rsidRPr="009071AC">
        <w:t>Le temps des communions passa</w:t>
      </w:r>
      <w:r>
        <w:t xml:space="preserve">, </w:t>
      </w:r>
      <w:r w:rsidR="00855694" w:rsidRPr="009071AC">
        <w:t>puis celui de la confirmation</w:t>
      </w:r>
      <w:r>
        <w:t xml:space="preserve">, </w:t>
      </w:r>
      <w:r w:rsidR="00855694" w:rsidRPr="009071AC">
        <w:t>et nos journées reprirent leur morne monotonie</w:t>
      </w:r>
      <w:r>
        <w:t xml:space="preserve">, </w:t>
      </w:r>
      <w:r w:rsidR="00855694" w:rsidRPr="009071AC">
        <w:t>toujours entremêlées aux mêmes heures des mêmes lectures pieuses et des mêmes séances de travail</w:t>
      </w:r>
      <w:r>
        <w:t>.</w:t>
      </w:r>
    </w:p>
    <w:p w14:paraId="7BD5D485" w14:textId="77777777" w:rsidR="00F635DB" w:rsidRDefault="00855694" w:rsidP="00F635DB">
      <w:r w:rsidRPr="009071AC">
        <w:t>Il me semblait que j</w:t>
      </w:r>
      <w:r w:rsidR="00F635DB">
        <w:t>’</w:t>
      </w:r>
      <w:r w:rsidRPr="009071AC">
        <w:t>étouffais</w:t>
      </w:r>
      <w:r w:rsidR="00F635DB">
        <w:t xml:space="preserve">, </w:t>
      </w:r>
      <w:r w:rsidRPr="009071AC">
        <w:t>dans cette atmosphère froide</w:t>
      </w:r>
      <w:r w:rsidR="00F635DB">
        <w:t xml:space="preserve">, </w:t>
      </w:r>
      <w:r w:rsidRPr="009071AC">
        <w:t>que l</w:t>
      </w:r>
      <w:r w:rsidR="00F635DB">
        <w:t>’</w:t>
      </w:r>
      <w:r w:rsidRPr="009071AC">
        <w:t>air manquait à mes poumons</w:t>
      </w:r>
      <w:r w:rsidR="00F635DB">
        <w:t xml:space="preserve">, </w:t>
      </w:r>
      <w:r w:rsidRPr="009071AC">
        <w:t>et je me disais que tout était préférable à cette apparence de vie</w:t>
      </w:r>
      <w:r w:rsidR="00F635DB">
        <w:t xml:space="preserve">, </w:t>
      </w:r>
      <w:r w:rsidRPr="009071AC">
        <w:t>qui n</w:t>
      </w:r>
      <w:r w:rsidR="00F635DB">
        <w:t>’</w:t>
      </w:r>
      <w:r w:rsidRPr="009071AC">
        <w:t>était pas la vie</w:t>
      </w:r>
      <w:r w:rsidR="00F635DB">
        <w:t>…</w:t>
      </w:r>
    </w:p>
    <w:p w14:paraId="1EF4FCEE" w14:textId="77777777" w:rsidR="00F635DB" w:rsidRDefault="00855694" w:rsidP="00F635DB">
      <w:r w:rsidRPr="009071AC">
        <w:t xml:space="preserve">Je songeais à parler de cette </w:t>
      </w:r>
      <w:r w:rsidR="00F635DB">
        <w:t>« </w:t>
      </w:r>
      <w:r w:rsidRPr="009071AC">
        <w:t>bonne place</w:t>
      </w:r>
      <w:r w:rsidR="00F635DB">
        <w:t> »</w:t>
      </w:r>
      <w:r w:rsidRPr="009071AC">
        <w:t xml:space="preserve"> dont il avait été question pour moi</w:t>
      </w:r>
      <w:r w:rsidR="00F635DB">
        <w:t xml:space="preserve">, </w:t>
      </w:r>
      <w:r w:rsidRPr="009071AC">
        <w:t>autrefois</w:t>
      </w:r>
      <w:r w:rsidR="00F635DB">
        <w:t xml:space="preserve">, </w:t>
      </w:r>
      <w:r w:rsidRPr="009071AC">
        <w:t>quand un matin on me fit demander à l</w:t>
      </w:r>
      <w:r w:rsidR="00F635DB">
        <w:t>’</w:t>
      </w:r>
      <w:r w:rsidRPr="009071AC">
        <w:t>économat</w:t>
      </w:r>
      <w:r w:rsidR="00F635DB">
        <w:t>.</w:t>
      </w:r>
    </w:p>
    <w:p w14:paraId="5AC284AD" w14:textId="77777777" w:rsidR="00F635DB" w:rsidRDefault="00855694" w:rsidP="00F635DB">
      <w:r w:rsidRPr="009071AC">
        <w:t>Nous l</w:t>
      </w:r>
      <w:r w:rsidR="00F635DB">
        <w:t>’</w:t>
      </w:r>
      <w:r w:rsidRPr="009071AC">
        <w:t xml:space="preserve">appelions </w:t>
      </w:r>
      <w:r w:rsidR="00F635DB">
        <w:t>« </w:t>
      </w:r>
      <w:r w:rsidRPr="009071AC">
        <w:t>le bureau</w:t>
      </w:r>
      <w:r w:rsidR="00F635DB">
        <w:t>, »</w:t>
      </w:r>
      <w:r w:rsidRPr="009071AC">
        <w:t xml:space="preserve"> et c</w:t>
      </w:r>
      <w:r w:rsidR="00F635DB">
        <w:t>’</w:t>
      </w:r>
      <w:r w:rsidRPr="009071AC">
        <w:t>était pour nous un endroit plein d</w:t>
      </w:r>
      <w:r w:rsidR="00F635DB">
        <w:t>’</w:t>
      </w:r>
      <w:r w:rsidRPr="009071AC">
        <w:t>effroi et de mystère</w:t>
      </w:r>
      <w:r w:rsidR="00F635DB">
        <w:t>.</w:t>
      </w:r>
    </w:p>
    <w:p w14:paraId="15E28BB0" w14:textId="77777777" w:rsidR="00F635DB" w:rsidRDefault="00855694" w:rsidP="00F635DB">
      <w:r w:rsidRPr="009071AC">
        <w:t>Là</w:t>
      </w:r>
      <w:r w:rsidR="00F635DB">
        <w:t xml:space="preserve">, </w:t>
      </w:r>
      <w:r w:rsidRPr="009071AC">
        <w:t>hiver comme été</w:t>
      </w:r>
      <w:r w:rsidR="00F635DB">
        <w:t xml:space="preserve">, </w:t>
      </w:r>
      <w:r w:rsidRPr="009071AC">
        <w:t>du matin au soir</w:t>
      </w:r>
      <w:r w:rsidR="00F635DB">
        <w:t xml:space="preserve">, </w:t>
      </w:r>
      <w:r w:rsidRPr="009071AC">
        <w:t>dans une grande pièce carrelée</w:t>
      </w:r>
      <w:r w:rsidR="00F635DB">
        <w:t xml:space="preserve">, </w:t>
      </w:r>
      <w:r w:rsidRPr="009071AC">
        <w:t>on voyait un monsieur blême</w:t>
      </w:r>
      <w:r w:rsidR="00F635DB">
        <w:t xml:space="preserve">, </w:t>
      </w:r>
      <w:r w:rsidRPr="009071AC">
        <w:t>gras et sale</w:t>
      </w:r>
      <w:r w:rsidR="00F635DB">
        <w:t xml:space="preserve">, </w:t>
      </w:r>
      <w:r w:rsidRPr="009071AC">
        <w:t>avec des lunettes foncées</w:t>
      </w:r>
      <w:r w:rsidR="00F635DB">
        <w:t xml:space="preserve">, </w:t>
      </w:r>
      <w:r w:rsidRPr="009071AC">
        <w:t>la tête couverte d</w:t>
      </w:r>
      <w:r w:rsidR="00F635DB">
        <w:t>’</w:t>
      </w:r>
      <w:r w:rsidRPr="009071AC">
        <w:t xml:space="preserve">une calotte de </w:t>
      </w:r>
      <w:r w:rsidRPr="009071AC">
        <w:lastRenderedPageBreak/>
        <w:t>soie noire</w:t>
      </w:r>
      <w:r w:rsidR="00F635DB">
        <w:t xml:space="preserve">, </w:t>
      </w:r>
      <w:r w:rsidRPr="009071AC">
        <w:t>qui écrivait derrière une petite grille à rideaux verts</w:t>
      </w:r>
      <w:r w:rsidR="00F635DB">
        <w:t>.</w:t>
      </w:r>
    </w:p>
    <w:p w14:paraId="6A4B366B" w14:textId="77777777" w:rsidR="00F635DB" w:rsidRDefault="00855694" w:rsidP="00F635DB">
      <w:r w:rsidRPr="009071AC">
        <w:t>Là</w:t>
      </w:r>
      <w:r w:rsidR="00F635DB">
        <w:t xml:space="preserve">, </w:t>
      </w:r>
      <w:r w:rsidRPr="009071AC">
        <w:t>étaient rangés des registres où nous étions toutes inscrites et décrites</w:t>
      </w:r>
      <w:r w:rsidR="00F635DB">
        <w:t xml:space="preserve">, </w:t>
      </w:r>
      <w:r w:rsidRPr="009071AC">
        <w:t>et des cartons renfermant les objets trouvés sur nous</w:t>
      </w:r>
      <w:r w:rsidR="00F635DB">
        <w:t xml:space="preserve">, </w:t>
      </w:r>
      <w:r w:rsidRPr="009071AC">
        <w:t>soigneusement conservés pour aider à notre reconnaissance</w:t>
      </w:r>
      <w:r w:rsidR="00F635DB">
        <w:t>.</w:t>
      </w:r>
    </w:p>
    <w:p w14:paraId="073CB3D7" w14:textId="77777777" w:rsidR="00F635DB" w:rsidRDefault="00855694" w:rsidP="00F635DB">
      <w:r w:rsidRPr="009071AC">
        <w:t>Je me rendis à ce bureau le cœur palpitant</w:t>
      </w:r>
      <w:r w:rsidR="00F635DB">
        <w:t>.</w:t>
      </w:r>
    </w:p>
    <w:p w14:paraId="31DE0786" w14:textId="06E8346F" w:rsidR="00F635DB" w:rsidRDefault="00855694" w:rsidP="00F635DB">
      <w:r w:rsidRPr="009071AC">
        <w:t>J</w:t>
      </w:r>
      <w:r w:rsidR="00F635DB">
        <w:t>’</w:t>
      </w:r>
      <w:r w:rsidRPr="009071AC">
        <w:t>y trouvai</w:t>
      </w:r>
      <w:r w:rsidR="00F635DB">
        <w:t xml:space="preserve">, </w:t>
      </w:r>
      <w:r w:rsidRPr="009071AC">
        <w:t>outre le monsieur blême</w:t>
      </w:r>
      <w:r w:rsidR="00F635DB">
        <w:t>, M</w:t>
      </w:r>
      <w:r w:rsidR="00F635DB" w:rsidRPr="00F635DB">
        <w:rPr>
          <w:vertAlign w:val="superscript"/>
        </w:rPr>
        <w:t>me</w:t>
      </w:r>
      <w:r w:rsidR="00F635DB">
        <w:t> </w:t>
      </w:r>
      <w:r w:rsidRPr="009071AC">
        <w:t>la supérieure</w:t>
      </w:r>
      <w:r w:rsidR="00F635DB">
        <w:t xml:space="preserve">, </w:t>
      </w:r>
      <w:r w:rsidRPr="009071AC">
        <w:t>un petit homme malingre à l</w:t>
      </w:r>
      <w:r w:rsidR="00F635DB">
        <w:t>’</w:t>
      </w:r>
      <w:r w:rsidRPr="009071AC">
        <w:t>œil méchant</w:t>
      </w:r>
      <w:r w:rsidR="00F635DB">
        <w:t xml:space="preserve">, </w:t>
      </w:r>
      <w:r w:rsidRPr="009071AC">
        <w:t>et une grosse commère à l</w:t>
      </w:r>
      <w:r w:rsidR="00F635DB">
        <w:t>’</w:t>
      </w:r>
      <w:r w:rsidRPr="009071AC">
        <w:t>air commun et bon</w:t>
      </w:r>
      <w:r w:rsidR="00F635DB">
        <w:t>.</w:t>
      </w:r>
    </w:p>
    <w:p w14:paraId="25906D7D" w14:textId="09CF8450" w:rsidR="00F635DB" w:rsidRDefault="00855694" w:rsidP="00F635DB">
      <w:r w:rsidRPr="009071AC">
        <w:t>À l</w:t>
      </w:r>
      <w:r w:rsidR="00F635DB">
        <w:t>’</w:t>
      </w:r>
      <w:r w:rsidRPr="009071AC">
        <w:t>instant</w:t>
      </w:r>
      <w:r w:rsidR="00F635DB">
        <w:t>, M</w:t>
      </w:r>
      <w:r w:rsidR="00F635DB" w:rsidRPr="00F635DB">
        <w:rPr>
          <w:vertAlign w:val="superscript"/>
        </w:rPr>
        <w:t>me</w:t>
      </w:r>
      <w:r w:rsidR="00F635DB">
        <w:t> </w:t>
      </w:r>
      <w:r w:rsidRPr="009071AC">
        <w:t>la supérieure m</w:t>
      </w:r>
      <w:r w:rsidR="00F635DB">
        <w:t>’</w:t>
      </w:r>
      <w:r w:rsidRPr="009071AC">
        <w:t>apprit que j</w:t>
      </w:r>
      <w:r w:rsidR="00F635DB">
        <w:t>’</w:t>
      </w:r>
      <w:r w:rsidRPr="009071AC">
        <w:t xml:space="preserve">étais en présence de </w:t>
      </w:r>
      <w:r w:rsidR="00F635DB">
        <w:t>M. </w:t>
      </w:r>
      <w:r w:rsidRPr="009071AC">
        <w:t xml:space="preserve">et de </w:t>
      </w:r>
      <w:r w:rsidR="00F635DB">
        <w:t>M</w:t>
      </w:r>
      <w:r w:rsidR="00F635DB" w:rsidRPr="00F635DB">
        <w:rPr>
          <w:vertAlign w:val="superscript"/>
        </w:rPr>
        <w:t>me</w:t>
      </w:r>
      <w:r w:rsidR="00F635DB">
        <w:t> </w:t>
      </w:r>
      <w:proofErr w:type="spellStart"/>
      <w:r w:rsidRPr="009071AC">
        <w:t>Greloux</w:t>
      </w:r>
      <w:proofErr w:type="spellEnd"/>
      <w:r w:rsidR="00F635DB">
        <w:t xml:space="preserve">, </w:t>
      </w:r>
      <w:r w:rsidRPr="009071AC">
        <w:t>relieurs</w:t>
      </w:r>
      <w:r w:rsidR="00F635DB">
        <w:t xml:space="preserve">, </w:t>
      </w:r>
      <w:r w:rsidRPr="009071AC">
        <w:t>lesquels ayant besoin de deux apprenties venaient les chercher à l</w:t>
      </w:r>
      <w:r w:rsidR="00F635DB">
        <w:t>’</w:t>
      </w:r>
      <w:r w:rsidRPr="009071AC">
        <w:t>hospice</w:t>
      </w:r>
      <w:r w:rsidR="00F635DB">
        <w:t xml:space="preserve">. </w:t>
      </w:r>
      <w:r w:rsidRPr="009071AC">
        <w:t>On me demandait si je voulais être une de ces deux</w:t>
      </w:r>
      <w:r w:rsidR="00F635DB">
        <w:t>…</w:t>
      </w:r>
    </w:p>
    <w:p w14:paraId="1627AEF6" w14:textId="77777777" w:rsidR="00F635DB" w:rsidRDefault="00855694" w:rsidP="00F635DB">
      <w:r w:rsidRPr="009071AC">
        <w:t>Ah</w:t>
      </w:r>
      <w:r w:rsidR="00F635DB">
        <w:t xml:space="preserve"> !… </w:t>
      </w:r>
      <w:r w:rsidRPr="009071AC">
        <w:t>monsieur</w:t>
      </w:r>
      <w:r w:rsidR="00F635DB">
        <w:t xml:space="preserve">, </w:t>
      </w:r>
      <w:r w:rsidRPr="009071AC">
        <w:t>je crus voir les cieux s</w:t>
      </w:r>
      <w:r w:rsidR="00F635DB">
        <w:t>’</w:t>
      </w:r>
      <w:r w:rsidRPr="009071AC">
        <w:t>entr</w:t>
      </w:r>
      <w:r w:rsidR="00F635DB">
        <w:t>’</w:t>
      </w:r>
      <w:r w:rsidRPr="009071AC">
        <w:t>ouvrir</w:t>
      </w:r>
      <w:r w:rsidR="00F635DB">
        <w:t xml:space="preserve">, </w:t>
      </w:r>
      <w:r w:rsidRPr="009071AC">
        <w:t>et hardiment je répondis</w:t>
      </w:r>
      <w:r w:rsidR="00F635DB">
        <w:t> :</w:t>
      </w:r>
    </w:p>
    <w:p w14:paraId="5BF249B5" w14:textId="77777777" w:rsidR="00F635DB" w:rsidRDefault="00F635DB" w:rsidP="00F635DB">
      <w:r>
        <w:t>— </w:t>
      </w:r>
      <w:r w:rsidR="00855694" w:rsidRPr="009071AC">
        <w:t>Oui</w:t>
      </w:r>
      <w:r>
        <w:t> !…</w:t>
      </w:r>
    </w:p>
    <w:p w14:paraId="6FD65DDA" w14:textId="77777777" w:rsidR="00F635DB" w:rsidRDefault="00855694" w:rsidP="00F635DB">
      <w:r w:rsidRPr="009071AC">
        <w:t>Aussitôt le monsieur à calotte de soie sortit de derrière son grillage pour m</w:t>
      </w:r>
      <w:r w:rsidR="00F635DB">
        <w:t>’</w:t>
      </w:r>
      <w:r w:rsidRPr="009071AC">
        <w:t>expliquer longuement mes obligations et mes devoirs</w:t>
      </w:r>
      <w:r w:rsidR="00F635DB">
        <w:t xml:space="preserve">, </w:t>
      </w:r>
      <w:r w:rsidRPr="009071AC">
        <w:t>insistant et revenant sur tout ce que j</w:t>
      </w:r>
      <w:r w:rsidR="00F635DB">
        <w:t>’</w:t>
      </w:r>
      <w:r w:rsidRPr="009071AC">
        <w:t>aurais à faire pour reconnaître</w:t>
      </w:r>
      <w:r w:rsidR="00F635DB">
        <w:t xml:space="preserve">, </w:t>
      </w:r>
      <w:r w:rsidRPr="009071AC">
        <w:t>moi</w:t>
      </w:r>
      <w:r w:rsidR="00F635DB">
        <w:t xml:space="preserve">, </w:t>
      </w:r>
      <w:r w:rsidRPr="009071AC">
        <w:t>misérable enfant trouvée</w:t>
      </w:r>
      <w:r w:rsidR="00F635DB">
        <w:t xml:space="preserve">, </w:t>
      </w:r>
      <w:r w:rsidRPr="009071AC">
        <w:t>élevée par la charité publique</w:t>
      </w:r>
      <w:r w:rsidR="00F635DB">
        <w:t xml:space="preserve">, </w:t>
      </w:r>
      <w:r w:rsidRPr="009071AC">
        <w:t>la générosité de ce bon monsieur et de cette bonne dame qui voulaient bien se charger de moi et m</w:t>
      </w:r>
      <w:r w:rsidR="00F635DB">
        <w:t>’</w:t>
      </w:r>
      <w:r w:rsidRPr="009071AC">
        <w:t>employer dans leur atelier</w:t>
      </w:r>
      <w:r w:rsidR="00F635DB">
        <w:t>.</w:t>
      </w:r>
    </w:p>
    <w:p w14:paraId="37D0B602" w14:textId="77777777" w:rsidR="00F635DB" w:rsidRDefault="00855694" w:rsidP="00F635DB">
      <w:r w:rsidRPr="009071AC">
        <w:t>Je ne discernais pas clairement</w:t>
      </w:r>
      <w:r w:rsidR="00F635DB">
        <w:t xml:space="preserve">, </w:t>
      </w:r>
      <w:r w:rsidRPr="009071AC">
        <w:t>je l</w:t>
      </w:r>
      <w:r w:rsidR="00F635DB">
        <w:t>’</w:t>
      </w:r>
      <w:r w:rsidRPr="009071AC">
        <w:t>avoue</w:t>
      </w:r>
      <w:r w:rsidR="00F635DB">
        <w:t xml:space="preserve">, </w:t>
      </w:r>
      <w:r w:rsidRPr="009071AC">
        <w:t>cette grande générosité qu</w:t>
      </w:r>
      <w:r w:rsidR="00F635DB">
        <w:t>’</w:t>
      </w:r>
      <w:r w:rsidRPr="009071AC">
        <w:t>on m</w:t>
      </w:r>
      <w:r w:rsidR="00F635DB">
        <w:t>’</w:t>
      </w:r>
      <w:r w:rsidRPr="009071AC">
        <w:t>exaltait</w:t>
      </w:r>
      <w:r w:rsidR="00F635DB">
        <w:t xml:space="preserve">, </w:t>
      </w:r>
      <w:r w:rsidRPr="009071AC">
        <w:t>ni les raisons d</w:t>
      </w:r>
      <w:r w:rsidR="00F635DB">
        <w:t>’</w:t>
      </w:r>
      <w:r w:rsidRPr="009071AC">
        <w:t>une reconnaissance anticipée</w:t>
      </w:r>
      <w:r w:rsidR="00F635DB">
        <w:t>.</w:t>
      </w:r>
    </w:p>
    <w:p w14:paraId="1503E946" w14:textId="77777777" w:rsidR="00F635DB" w:rsidRDefault="00855694" w:rsidP="00F635DB">
      <w:r w:rsidRPr="009071AC">
        <w:lastRenderedPageBreak/>
        <w:t>N</w:t>
      </w:r>
      <w:r w:rsidR="00F635DB">
        <w:t>’</w:t>
      </w:r>
      <w:r w:rsidRPr="009071AC">
        <w:t>importe</w:t>
      </w:r>
      <w:r w:rsidR="00F635DB">
        <w:t xml:space="preserve"> ! </w:t>
      </w:r>
      <w:r w:rsidRPr="009071AC">
        <w:t>À toutes les conditions qui m</w:t>
      </w:r>
      <w:r w:rsidR="00F635DB">
        <w:t>’</w:t>
      </w:r>
      <w:r w:rsidRPr="009071AC">
        <w:t>étaient posées</w:t>
      </w:r>
      <w:r w:rsidR="00F635DB">
        <w:t xml:space="preserve">, </w:t>
      </w:r>
      <w:r w:rsidRPr="009071AC">
        <w:t>je répondais de si grand cœur</w:t>
      </w:r>
      <w:r w:rsidR="00F635DB">
        <w:t> : « </w:t>
      </w:r>
      <w:r w:rsidRPr="009071AC">
        <w:t>oui</w:t>
      </w:r>
      <w:r w:rsidR="00F635DB">
        <w:t xml:space="preserve">, </w:t>
      </w:r>
      <w:r w:rsidRPr="009071AC">
        <w:t>oui</w:t>
      </w:r>
      <w:r w:rsidR="00F635DB">
        <w:t xml:space="preserve">, </w:t>
      </w:r>
      <w:r w:rsidRPr="009071AC">
        <w:t>oui</w:t>
      </w:r>
      <w:r w:rsidR="00F635DB">
        <w:t> !… »</w:t>
      </w:r>
      <w:r w:rsidRPr="009071AC">
        <w:t xml:space="preserve"> que la femme du relieur en parut toute réjouie</w:t>
      </w:r>
      <w:r w:rsidR="00F635DB">
        <w:t>.</w:t>
      </w:r>
    </w:p>
    <w:p w14:paraId="20203C72" w14:textId="77777777" w:rsidR="00F635DB" w:rsidRDefault="00F635DB" w:rsidP="00F635DB">
      <w:r>
        <w:t>— </w:t>
      </w:r>
      <w:r w:rsidR="00855694" w:rsidRPr="009071AC">
        <w:t>On voit que la petite aura du goût pour la partie</w:t>
      </w:r>
      <w:r>
        <w:t xml:space="preserve">… </w:t>
      </w:r>
      <w:r w:rsidR="00855694" w:rsidRPr="009071AC">
        <w:t>dit-elle</w:t>
      </w:r>
      <w:r>
        <w:t>.</w:t>
      </w:r>
    </w:p>
    <w:p w14:paraId="2A1AE2B3" w14:textId="5C6E553E" w:rsidR="00F635DB" w:rsidRDefault="00855694" w:rsidP="00F635DB">
      <w:r w:rsidRPr="009071AC">
        <w:t>Alors</w:t>
      </w:r>
      <w:r w:rsidR="00F635DB">
        <w:t>, M</w:t>
      </w:r>
      <w:r w:rsidR="00F635DB" w:rsidRPr="00F635DB">
        <w:rPr>
          <w:vertAlign w:val="superscript"/>
        </w:rPr>
        <w:t>me</w:t>
      </w:r>
      <w:r w:rsidR="00F635DB">
        <w:t> </w:t>
      </w:r>
      <w:r w:rsidRPr="009071AC">
        <w:t>la supérieure se mit à détailler longuement à cette femme les obligations que</w:t>
      </w:r>
      <w:r w:rsidR="00F635DB">
        <w:t xml:space="preserve">, </w:t>
      </w:r>
      <w:r w:rsidRPr="009071AC">
        <w:t>de son côté</w:t>
      </w:r>
      <w:r w:rsidR="00F635DB">
        <w:t xml:space="preserve">, </w:t>
      </w:r>
      <w:r w:rsidRPr="009071AC">
        <w:t>elle contractait</w:t>
      </w:r>
      <w:r w:rsidR="00F635DB">
        <w:t xml:space="preserve">, </w:t>
      </w:r>
      <w:r w:rsidRPr="009071AC">
        <w:t>répétant à satiété que j</w:t>
      </w:r>
      <w:r w:rsidR="00F635DB">
        <w:t>’</w:t>
      </w:r>
      <w:r w:rsidRPr="009071AC">
        <w:t>étais un des meilleurs sujets de l</w:t>
      </w:r>
      <w:r w:rsidR="00F635DB">
        <w:t>’</w:t>
      </w:r>
      <w:r w:rsidRPr="009071AC">
        <w:t>hospice</w:t>
      </w:r>
      <w:r w:rsidR="00F635DB">
        <w:t xml:space="preserve">, </w:t>
      </w:r>
      <w:r w:rsidRPr="009071AC">
        <w:t>pieuse</w:t>
      </w:r>
      <w:r w:rsidR="00F635DB">
        <w:t xml:space="preserve">, </w:t>
      </w:r>
      <w:r w:rsidRPr="009071AC">
        <w:t>obéissante</w:t>
      </w:r>
      <w:r w:rsidR="00F635DB">
        <w:t xml:space="preserve">, </w:t>
      </w:r>
      <w:r w:rsidRPr="009071AC">
        <w:t>attentive</w:t>
      </w:r>
      <w:r w:rsidR="00F635DB">
        <w:t xml:space="preserve">, </w:t>
      </w:r>
      <w:r w:rsidRPr="009071AC">
        <w:t>point bavarde</w:t>
      </w:r>
      <w:r w:rsidR="00F635DB">
        <w:t xml:space="preserve">, </w:t>
      </w:r>
      <w:r w:rsidRPr="009071AC">
        <w:t>lisant et écrivant dans la perfection</w:t>
      </w:r>
      <w:r w:rsidR="00F635DB">
        <w:t xml:space="preserve">, </w:t>
      </w:r>
      <w:r w:rsidRPr="009071AC">
        <w:t>et sachant broder et coudre comme on ne coud et brode que dans les communautés religieuses</w:t>
      </w:r>
      <w:r w:rsidR="00F635DB">
        <w:t>.</w:t>
      </w:r>
    </w:p>
    <w:p w14:paraId="6103F09B" w14:textId="77777777" w:rsidR="00F635DB" w:rsidRDefault="00855694" w:rsidP="00F635DB">
      <w:r w:rsidRPr="009071AC">
        <w:t>Elle lui fit jurer de me surveiller comme sa propre fille</w:t>
      </w:r>
      <w:r w:rsidR="00F635DB">
        <w:t xml:space="preserve">, </w:t>
      </w:r>
      <w:r w:rsidRPr="009071AC">
        <w:t>de ne jamais me laisser seule</w:t>
      </w:r>
      <w:r w:rsidR="00F635DB">
        <w:t xml:space="preserve">, </w:t>
      </w:r>
      <w:r w:rsidRPr="009071AC">
        <w:t>de me conduire aux offices</w:t>
      </w:r>
      <w:r w:rsidR="00F635DB">
        <w:t xml:space="preserve">, </w:t>
      </w:r>
      <w:r w:rsidRPr="009071AC">
        <w:t>et de m</w:t>
      </w:r>
      <w:r w:rsidR="00F635DB">
        <w:t>’</w:t>
      </w:r>
      <w:r w:rsidRPr="009071AC">
        <w:t>accorder de temps en temps le dimanche une après-midi</w:t>
      </w:r>
      <w:r w:rsidR="00F635DB">
        <w:t xml:space="preserve">, </w:t>
      </w:r>
      <w:r w:rsidRPr="009071AC">
        <w:t>pour venir à l</w:t>
      </w:r>
      <w:r w:rsidR="00F635DB">
        <w:t>’</w:t>
      </w:r>
      <w:r w:rsidRPr="009071AC">
        <w:t>hospice</w:t>
      </w:r>
      <w:r w:rsidR="00F635DB">
        <w:t>.</w:t>
      </w:r>
    </w:p>
    <w:p w14:paraId="7789CAAC" w14:textId="77777777" w:rsidR="00F635DB" w:rsidRDefault="00855694" w:rsidP="00F635DB">
      <w:r w:rsidRPr="009071AC">
        <w:t>Le monsieur à lunettes</w:t>
      </w:r>
      <w:r w:rsidR="00F635DB">
        <w:t xml:space="preserve">, </w:t>
      </w:r>
      <w:r w:rsidRPr="009071AC">
        <w:t>de son côté</w:t>
      </w:r>
      <w:r w:rsidR="00F635DB">
        <w:t xml:space="preserve">, </w:t>
      </w:r>
      <w:r w:rsidRPr="009071AC">
        <w:t>rappelait au relieur les devoirs des patrons envers leurs apprentis</w:t>
      </w:r>
      <w:r w:rsidR="00F635DB">
        <w:t xml:space="preserve">. </w:t>
      </w:r>
      <w:r w:rsidRPr="009071AC">
        <w:t>Et même</w:t>
      </w:r>
      <w:r w:rsidR="00F635DB">
        <w:t xml:space="preserve">, </w:t>
      </w:r>
      <w:r w:rsidRPr="009071AC">
        <w:t>dans un casier</w:t>
      </w:r>
      <w:r w:rsidR="00F635DB">
        <w:t xml:space="preserve">, </w:t>
      </w:r>
      <w:r w:rsidRPr="009071AC">
        <w:t>derrière lui</w:t>
      </w:r>
      <w:r w:rsidR="00F635DB">
        <w:t xml:space="preserve">, </w:t>
      </w:r>
      <w:r w:rsidRPr="009071AC">
        <w:t>il prit un gros livre où il se mit à lire des passages que j</w:t>
      </w:r>
      <w:r w:rsidR="00F635DB">
        <w:t>’</w:t>
      </w:r>
      <w:r w:rsidRPr="009071AC">
        <w:t>écoutais sans les comprendre</w:t>
      </w:r>
      <w:r w:rsidR="00F635DB">
        <w:t xml:space="preserve">, </w:t>
      </w:r>
      <w:r w:rsidRPr="009071AC">
        <w:t>encore bien que je fusse sûre que c</w:t>
      </w:r>
      <w:r w:rsidR="00F635DB">
        <w:t>’</w:t>
      </w:r>
      <w:r w:rsidRPr="009071AC">
        <w:t>était du français</w:t>
      </w:r>
      <w:r w:rsidR="00F635DB">
        <w:t>.</w:t>
      </w:r>
    </w:p>
    <w:p w14:paraId="013E245E" w14:textId="77777777" w:rsidR="00F635DB" w:rsidRDefault="00855694" w:rsidP="00F635DB">
      <w:r w:rsidRPr="009071AC">
        <w:t>Enfin</w:t>
      </w:r>
      <w:r w:rsidR="00F635DB">
        <w:t xml:space="preserve">, </w:t>
      </w:r>
      <w:r w:rsidRPr="009071AC">
        <w:t>le relieur et sa femme disant</w:t>
      </w:r>
      <w:r w:rsidR="00F635DB">
        <w:t xml:space="preserve"> : </w:t>
      </w:r>
      <w:r w:rsidRPr="009071AC">
        <w:rPr>
          <w:i/>
        </w:rPr>
        <w:t>Amen</w:t>
      </w:r>
      <w:r w:rsidR="00F635DB">
        <w:t xml:space="preserve">, </w:t>
      </w:r>
      <w:r w:rsidRPr="009071AC">
        <w:t>à tout</w:t>
      </w:r>
      <w:r w:rsidR="00F635DB">
        <w:t xml:space="preserve">, </w:t>
      </w:r>
      <w:r w:rsidRPr="009071AC">
        <w:t>le monsieur blême rédigea un acte sur une feuille de papier timbré</w:t>
      </w:r>
      <w:r w:rsidR="00F635DB">
        <w:t xml:space="preserve">, </w:t>
      </w:r>
      <w:r w:rsidRPr="009071AC">
        <w:t>et ils signèrent les uns et les autres</w:t>
      </w:r>
      <w:r w:rsidR="00F635DB">
        <w:t xml:space="preserve"> ; </w:t>
      </w:r>
      <w:r w:rsidRPr="009071AC">
        <w:t>Madame la supérieure signa</w:t>
      </w:r>
      <w:r w:rsidR="00F635DB">
        <w:t xml:space="preserve">, </w:t>
      </w:r>
      <w:r w:rsidRPr="009071AC">
        <w:t>et moi de même</w:t>
      </w:r>
      <w:r w:rsidR="00F635DB">
        <w:t>…</w:t>
      </w:r>
    </w:p>
    <w:p w14:paraId="21E66DE4" w14:textId="77777777" w:rsidR="00F635DB" w:rsidRDefault="00855694" w:rsidP="00F635DB">
      <w:r w:rsidRPr="009071AC">
        <w:t>J</w:t>
      </w:r>
      <w:r w:rsidR="00F635DB">
        <w:t>’</w:t>
      </w:r>
      <w:r w:rsidRPr="009071AC">
        <w:t>appartenais à un patron</w:t>
      </w:r>
      <w:r w:rsidR="00F635DB">
        <w:t> !…</w:t>
      </w:r>
    </w:p>
    <w:p w14:paraId="0032949B" w14:textId="77777777" w:rsidR="00F635DB" w:rsidRDefault="00855694" w:rsidP="00F635DB">
      <w:r w:rsidRPr="009071AC">
        <w:t>Elle s</w:t>
      </w:r>
      <w:r w:rsidR="00F635DB">
        <w:t>’</w:t>
      </w:r>
      <w:r w:rsidRPr="009071AC">
        <w:t>arrêta</w:t>
      </w:r>
      <w:r w:rsidR="00F635DB">
        <w:t xml:space="preserve">… </w:t>
      </w:r>
      <w:r w:rsidRPr="009071AC">
        <w:t>Là finissait sa première enfance</w:t>
      </w:r>
      <w:r w:rsidR="00F635DB">
        <w:t>…</w:t>
      </w:r>
    </w:p>
    <w:p w14:paraId="3768DD4E" w14:textId="77777777" w:rsidR="00F635DB" w:rsidRDefault="00855694" w:rsidP="00F635DB">
      <w:r w:rsidRPr="009071AC">
        <w:t>Mais presque aussitôt</w:t>
      </w:r>
      <w:r w:rsidR="00F635DB">
        <w:t> :</w:t>
      </w:r>
    </w:p>
    <w:p w14:paraId="6734944D" w14:textId="77777777" w:rsidR="00F635DB" w:rsidRDefault="00F635DB" w:rsidP="00F635DB">
      <w:r>
        <w:lastRenderedPageBreak/>
        <w:t>— </w:t>
      </w:r>
      <w:r w:rsidR="00855694" w:rsidRPr="009071AC">
        <w:t>Je n</w:t>
      </w:r>
      <w:r>
        <w:t>’</w:t>
      </w:r>
      <w:r w:rsidR="00855694" w:rsidRPr="009071AC">
        <w:t>ai pas gardé mauvais souvenir de ces gens-là</w:t>
      </w:r>
      <w:r>
        <w:t xml:space="preserve">, </w:t>
      </w:r>
      <w:r w:rsidR="00855694" w:rsidRPr="009071AC">
        <w:t>reprit-elle</w:t>
      </w:r>
      <w:r>
        <w:t>…</w:t>
      </w:r>
    </w:p>
    <w:p w14:paraId="5B7C17BC" w14:textId="77777777" w:rsidR="00F635DB" w:rsidRDefault="00855694" w:rsidP="00F635DB">
      <w:r w:rsidRPr="009071AC">
        <w:t>Ils étaient peu aisés</w:t>
      </w:r>
      <w:r w:rsidR="00F635DB">
        <w:t xml:space="preserve">, </w:t>
      </w:r>
      <w:r w:rsidRPr="009071AC">
        <w:t>âpres au gain et au travail</w:t>
      </w:r>
      <w:r w:rsidR="00F635DB">
        <w:t xml:space="preserve">, </w:t>
      </w:r>
      <w:r w:rsidRPr="009071AC">
        <w:t>et s</w:t>
      </w:r>
      <w:r w:rsidR="00F635DB">
        <w:t>’</w:t>
      </w:r>
      <w:r w:rsidRPr="009071AC">
        <w:t>épuisaient à soutenir un fils au-dessus de leur condition</w:t>
      </w:r>
      <w:r w:rsidR="00F635DB">
        <w:t xml:space="preserve">… </w:t>
      </w:r>
      <w:r w:rsidRPr="009071AC">
        <w:t>Ce fils ne les aimait pas</w:t>
      </w:r>
      <w:r w:rsidR="00F635DB">
        <w:t xml:space="preserve">, </w:t>
      </w:r>
      <w:r w:rsidRPr="009071AC">
        <w:t>et pour cela</w:t>
      </w:r>
      <w:r w:rsidR="00F635DB">
        <w:t xml:space="preserve">, </w:t>
      </w:r>
      <w:r w:rsidRPr="009071AC">
        <w:t>je les plaignais</w:t>
      </w:r>
      <w:r w:rsidR="00F635DB">
        <w:t>…</w:t>
      </w:r>
    </w:p>
    <w:p w14:paraId="2E53FEB4" w14:textId="77777777" w:rsidR="00F635DB" w:rsidRDefault="00855694" w:rsidP="00F635DB">
      <w:r w:rsidRPr="009071AC">
        <w:t>L</w:t>
      </w:r>
      <w:r w:rsidR="00F635DB">
        <w:t>’</w:t>
      </w:r>
      <w:r w:rsidRPr="009071AC">
        <w:t>homme était bilieux et triste</w:t>
      </w:r>
      <w:r w:rsidR="00F635DB">
        <w:t xml:space="preserve">, </w:t>
      </w:r>
      <w:r w:rsidRPr="009071AC">
        <w:t>la femme violente comme la flamme</w:t>
      </w:r>
      <w:r w:rsidR="00F635DB">
        <w:t>…</w:t>
      </w:r>
    </w:p>
    <w:p w14:paraId="41CB927C" w14:textId="77777777" w:rsidR="00F635DB" w:rsidRDefault="00855694" w:rsidP="00F635DB">
      <w:r w:rsidRPr="009071AC">
        <w:t>Entre cette perpétuelle colère de l</w:t>
      </w:r>
      <w:r w:rsidR="00F635DB">
        <w:t>’</w:t>
      </w:r>
      <w:r w:rsidRPr="009071AC">
        <w:t>une et l</w:t>
      </w:r>
      <w:r w:rsidR="00F635DB">
        <w:t>’</w:t>
      </w:r>
      <w:r w:rsidRPr="009071AC">
        <w:t>aigreur de l</w:t>
      </w:r>
      <w:r w:rsidR="00F635DB">
        <w:t>’</w:t>
      </w:r>
      <w:r w:rsidRPr="009071AC">
        <w:t>autre</w:t>
      </w:r>
      <w:r w:rsidR="00F635DB">
        <w:t xml:space="preserve">, </w:t>
      </w:r>
      <w:r w:rsidRPr="009071AC">
        <w:t>les apprenties avaient souvent à souffrir</w:t>
      </w:r>
      <w:r w:rsidR="00F635DB">
        <w:t>…</w:t>
      </w:r>
    </w:p>
    <w:p w14:paraId="7EA4EFA1" w14:textId="39516155" w:rsidR="00F635DB" w:rsidRDefault="00855694" w:rsidP="00F635DB">
      <w:r w:rsidRPr="009071AC">
        <w:t>Heureusement</w:t>
      </w:r>
      <w:r w:rsidR="00F635DB">
        <w:t xml:space="preserve">, </w:t>
      </w:r>
      <w:r w:rsidRPr="009071AC">
        <w:t xml:space="preserve">entre les tempêtes de </w:t>
      </w:r>
      <w:r w:rsidR="00F635DB">
        <w:t>M</w:t>
      </w:r>
      <w:r w:rsidR="00F635DB" w:rsidRPr="00F635DB">
        <w:rPr>
          <w:vertAlign w:val="superscript"/>
        </w:rPr>
        <w:t>me</w:t>
      </w:r>
      <w:r w:rsidR="00F635DB">
        <w:t> </w:t>
      </w:r>
      <w:proofErr w:type="spellStart"/>
      <w:r w:rsidRPr="009071AC">
        <w:t>Greloux</w:t>
      </w:r>
      <w:proofErr w:type="spellEnd"/>
      <w:r w:rsidR="00F635DB">
        <w:t xml:space="preserve">, </w:t>
      </w:r>
      <w:r w:rsidRPr="009071AC">
        <w:t>il y avait parfois des éclaircies</w:t>
      </w:r>
      <w:r w:rsidR="00F635DB">
        <w:t>…</w:t>
      </w:r>
    </w:p>
    <w:p w14:paraId="7E3FCBAA" w14:textId="77777777" w:rsidR="00F635DB" w:rsidRDefault="00855694" w:rsidP="00F635DB">
      <w:r w:rsidRPr="009071AC">
        <w:t>Après nous avoir battues pour rien</w:t>
      </w:r>
      <w:r w:rsidR="00F635DB">
        <w:t xml:space="preserve">, </w:t>
      </w:r>
      <w:r w:rsidRPr="009071AC">
        <w:t>elle nous disait sans plus de raison</w:t>
      </w:r>
      <w:r w:rsidR="00F635DB">
        <w:t> :</w:t>
      </w:r>
    </w:p>
    <w:p w14:paraId="5AC6B652" w14:textId="77777777" w:rsidR="00F635DB" w:rsidRDefault="00F635DB" w:rsidP="00F635DB">
      <w:r>
        <w:t>— </w:t>
      </w:r>
      <w:r w:rsidR="00855694" w:rsidRPr="009071AC">
        <w:t>Allons</w:t>
      </w:r>
      <w:r>
        <w:t xml:space="preserve"> !… </w:t>
      </w:r>
      <w:r w:rsidR="00855694" w:rsidRPr="009071AC">
        <w:t>approche ton museau que je l</w:t>
      </w:r>
      <w:r>
        <w:t>’</w:t>
      </w:r>
      <w:r w:rsidR="00855694" w:rsidRPr="009071AC">
        <w:t>embrasse</w:t>
      </w:r>
      <w:r>
        <w:t xml:space="preserve">… </w:t>
      </w:r>
      <w:r w:rsidR="00855694" w:rsidRPr="009071AC">
        <w:t>et ne pleurniche plus</w:t>
      </w:r>
      <w:r>
        <w:t xml:space="preserve">… </w:t>
      </w:r>
      <w:r w:rsidR="00855694" w:rsidRPr="009071AC">
        <w:t>V</w:t>
      </w:r>
      <w:r>
        <w:t>’</w:t>
      </w:r>
      <w:r w:rsidR="00855694" w:rsidRPr="009071AC">
        <w:t xml:space="preserve">là </w:t>
      </w:r>
      <w:proofErr w:type="spellStart"/>
      <w:r w:rsidR="00855694" w:rsidRPr="009071AC">
        <w:t>quat</w:t>
      </w:r>
      <w:r>
        <w:t>’</w:t>
      </w:r>
      <w:r w:rsidR="00855694" w:rsidRPr="009071AC">
        <w:t>sous</w:t>
      </w:r>
      <w:proofErr w:type="spellEnd"/>
      <w:r w:rsidR="00855694" w:rsidRPr="009071AC">
        <w:t xml:space="preserve"> pour avoir de la galette</w:t>
      </w:r>
      <w:r>
        <w:t>.</w:t>
      </w:r>
    </w:p>
    <w:p w14:paraId="72689455" w14:textId="77777777" w:rsidR="00F635DB" w:rsidRDefault="00855694" w:rsidP="00F635DB">
      <w:r w:rsidRPr="009071AC">
        <w:t>Le juge de paix tressauta sur son fauteuil</w:t>
      </w:r>
      <w:r w:rsidR="00F635DB">
        <w:t>.</w:t>
      </w:r>
    </w:p>
    <w:p w14:paraId="36BBC3B6" w14:textId="03CA50AA" w:rsidR="00F635DB" w:rsidRDefault="00855694" w:rsidP="00F635DB">
      <w:r w:rsidRPr="009071AC">
        <w:t xml:space="preserve">Était-ce bien </w:t>
      </w:r>
      <w:r w:rsidR="00F635DB">
        <w:t>M</w:t>
      </w:r>
      <w:r w:rsidR="00F635DB" w:rsidRPr="00F635DB">
        <w:rPr>
          <w:vertAlign w:val="superscript"/>
        </w:rPr>
        <w:t>lle</w:t>
      </w:r>
      <w:r w:rsidR="00F635DB">
        <w:t> </w:t>
      </w:r>
      <w:r w:rsidRPr="009071AC">
        <w:t>Marguerite qui parlait</w:t>
      </w:r>
      <w:r w:rsidR="00F635DB">
        <w:t xml:space="preserve">, </w:t>
      </w:r>
      <w:r w:rsidRPr="009071AC">
        <w:t>cette jeune fille au maintien de reine</w:t>
      </w:r>
      <w:r w:rsidR="00F635DB">
        <w:t xml:space="preserve">, </w:t>
      </w:r>
      <w:r w:rsidRPr="009071AC">
        <w:t>dont la voix harmonieuse et pleine avait les pures sonorités du cristal</w:t>
      </w:r>
      <w:r w:rsidR="00F635DB">
        <w:t> !…</w:t>
      </w:r>
    </w:p>
    <w:p w14:paraId="7FCDE8AF" w14:textId="77777777" w:rsidR="00F635DB" w:rsidRDefault="00855694" w:rsidP="00F635DB">
      <w:r w:rsidRPr="009071AC">
        <w:t>C</w:t>
      </w:r>
      <w:r w:rsidR="00F635DB">
        <w:t>’</w:t>
      </w:r>
      <w:r w:rsidRPr="009071AC">
        <w:t>était à en douter</w:t>
      </w:r>
      <w:r w:rsidR="00F635DB">
        <w:t xml:space="preserve">, </w:t>
      </w:r>
      <w:r w:rsidRPr="009071AC">
        <w:t>tant elle rendait bien et avec une désespérante justesse d</w:t>
      </w:r>
      <w:r w:rsidR="00F635DB">
        <w:t>’</w:t>
      </w:r>
      <w:r w:rsidRPr="009071AC">
        <w:t>intonation le verbe coloré de ces braves et rudes commères qui s</w:t>
      </w:r>
      <w:r w:rsidR="00F635DB">
        <w:t>’</w:t>
      </w:r>
      <w:r w:rsidRPr="009071AC">
        <w:t>enrichissent et engraissent aux alentours du marché du Temple</w:t>
      </w:r>
      <w:r w:rsidR="00F635DB">
        <w:t xml:space="preserve">, </w:t>
      </w:r>
      <w:r w:rsidRPr="009071AC">
        <w:t>entre la rue Saint-Denis et la rue Saint-Louis</w:t>
      </w:r>
      <w:r w:rsidR="00F635DB">
        <w:t xml:space="preserve">, </w:t>
      </w:r>
      <w:r w:rsidRPr="009071AC">
        <w:t>au Marais</w:t>
      </w:r>
      <w:r w:rsidR="00F635DB">
        <w:t>…</w:t>
      </w:r>
    </w:p>
    <w:p w14:paraId="41351135" w14:textId="77777777" w:rsidR="00F635DB" w:rsidRDefault="00855694" w:rsidP="00F635DB">
      <w:r w:rsidRPr="009071AC">
        <w:t>C</w:t>
      </w:r>
      <w:r w:rsidR="00F635DB">
        <w:t>’</w:t>
      </w:r>
      <w:r w:rsidRPr="009071AC">
        <w:t>est qu</w:t>
      </w:r>
      <w:r w:rsidR="00F635DB">
        <w:t>’</w:t>
      </w:r>
      <w:r w:rsidRPr="009071AC">
        <w:t>en ce moment elle revivait son passé</w:t>
      </w:r>
      <w:r w:rsidR="00F635DB">
        <w:t xml:space="preserve">, </w:t>
      </w:r>
      <w:r w:rsidRPr="009071AC">
        <w:t>elle retrouvait entières et exactes ses sensations d</w:t>
      </w:r>
      <w:r w:rsidR="00F635DB">
        <w:t>’</w:t>
      </w:r>
      <w:r w:rsidRPr="009071AC">
        <w:t>autrefois</w:t>
      </w:r>
      <w:r w:rsidR="00F635DB">
        <w:t xml:space="preserve">, </w:t>
      </w:r>
      <w:r w:rsidRPr="009071AC">
        <w:t xml:space="preserve">et elle avait </w:t>
      </w:r>
      <w:r w:rsidRPr="009071AC">
        <w:lastRenderedPageBreak/>
        <w:t>encore dans l</w:t>
      </w:r>
      <w:r w:rsidR="00F635DB">
        <w:t>’</w:t>
      </w:r>
      <w:r w:rsidRPr="009071AC">
        <w:t>oreille</w:t>
      </w:r>
      <w:r w:rsidR="00F635DB">
        <w:t xml:space="preserve">, </w:t>
      </w:r>
      <w:r w:rsidRPr="009071AC">
        <w:t>pour ainsi dire</w:t>
      </w:r>
      <w:r w:rsidR="00F635DB">
        <w:t xml:space="preserve">, </w:t>
      </w:r>
      <w:r w:rsidRPr="009071AC">
        <w:t>la phrase et la voix de la femme du relieur</w:t>
      </w:r>
      <w:r w:rsidR="00F635DB">
        <w:t>.</w:t>
      </w:r>
    </w:p>
    <w:p w14:paraId="17C39936" w14:textId="77777777" w:rsidR="00F635DB" w:rsidRDefault="00855694" w:rsidP="00F635DB">
      <w:r w:rsidRPr="009071AC">
        <w:t>Elle ne remarqua d</w:t>
      </w:r>
      <w:r w:rsidR="00F635DB">
        <w:t>’</w:t>
      </w:r>
      <w:r w:rsidRPr="009071AC">
        <w:t>ailleurs pas le sursaut du vieux juge</w:t>
      </w:r>
      <w:r w:rsidR="00F635DB">
        <w:t>.</w:t>
      </w:r>
    </w:p>
    <w:p w14:paraId="415C1277" w14:textId="77777777" w:rsidR="00F635DB" w:rsidRDefault="00F635DB" w:rsidP="00F635DB">
      <w:r>
        <w:t>— </w:t>
      </w:r>
      <w:r w:rsidR="00855694" w:rsidRPr="009071AC">
        <w:t>J</w:t>
      </w:r>
      <w:r>
        <w:t>’</w:t>
      </w:r>
      <w:r w:rsidR="00855694" w:rsidRPr="009071AC">
        <w:t>étais hors de l</w:t>
      </w:r>
      <w:r>
        <w:t>’</w:t>
      </w:r>
      <w:r w:rsidR="00855694" w:rsidRPr="009071AC">
        <w:t>hospice</w:t>
      </w:r>
      <w:r>
        <w:t xml:space="preserve">, </w:t>
      </w:r>
      <w:r w:rsidR="00855694" w:rsidRPr="009071AC">
        <w:t>continu a-t-elle</w:t>
      </w:r>
      <w:r>
        <w:t xml:space="preserve">, </w:t>
      </w:r>
      <w:r w:rsidR="00855694" w:rsidRPr="009071AC">
        <w:t>et pour moi c</w:t>
      </w:r>
      <w:r>
        <w:t>’</w:t>
      </w:r>
      <w:r w:rsidR="00855694" w:rsidRPr="009071AC">
        <w:t>était tout</w:t>
      </w:r>
      <w:r>
        <w:t>.</w:t>
      </w:r>
    </w:p>
    <w:p w14:paraId="3C6CD195" w14:textId="77777777" w:rsidR="00F635DB" w:rsidRDefault="00855694" w:rsidP="00F635DB">
      <w:r w:rsidRPr="009071AC">
        <w:t>Il me semblait qu</w:t>
      </w:r>
      <w:r w:rsidR="00F635DB">
        <w:t>’</w:t>
      </w:r>
      <w:r w:rsidRPr="009071AC">
        <w:t>une vie nouvelle allait commencer</w:t>
      </w:r>
      <w:r w:rsidR="00F635DB">
        <w:t xml:space="preserve">, </w:t>
      </w:r>
      <w:r w:rsidRPr="009071AC">
        <w:t>toute différente de l</w:t>
      </w:r>
      <w:r w:rsidR="00F635DB">
        <w:t>’</w:t>
      </w:r>
      <w:r w:rsidRPr="009071AC">
        <w:t>ancienne</w:t>
      </w:r>
      <w:r w:rsidR="00F635DB">
        <w:t xml:space="preserve">, </w:t>
      </w:r>
      <w:r w:rsidRPr="009071AC">
        <w:t>qui n</w:t>
      </w:r>
      <w:r w:rsidR="00F635DB">
        <w:t>’</w:t>
      </w:r>
      <w:r w:rsidRPr="009071AC">
        <w:t>en aurait ni les amertumes ni les dégoûts</w:t>
      </w:r>
      <w:r w:rsidR="00F635DB">
        <w:t>.</w:t>
      </w:r>
    </w:p>
    <w:p w14:paraId="6461E4EA" w14:textId="77777777" w:rsidR="00F635DB" w:rsidRDefault="00855694" w:rsidP="00F635DB">
      <w:r w:rsidRPr="009071AC">
        <w:t>Je me disais que près de ces ouvriers laborieux et honnêtes</w:t>
      </w:r>
      <w:r w:rsidR="00F635DB">
        <w:t xml:space="preserve">, </w:t>
      </w:r>
      <w:r w:rsidRPr="009071AC">
        <w:t>je rencontrerais</w:t>
      </w:r>
      <w:r w:rsidR="00F635DB">
        <w:t xml:space="preserve">, </w:t>
      </w:r>
      <w:r w:rsidRPr="009071AC">
        <w:t>à défaut d</w:t>
      </w:r>
      <w:r w:rsidR="00F635DB">
        <w:t>’</w:t>
      </w:r>
      <w:r w:rsidRPr="009071AC">
        <w:t>une famille</w:t>
      </w:r>
      <w:r w:rsidR="00F635DB">
        <w:t xml:space="preserve">, </w:t>
      </w:r>
      <w:r w:rsidRPr="009071AC">
        <w:t>une affection moins banale que celle de la maison des enfants trouvés</w:t>
      </w:r>
      <w:r w:rsidR="00F635DB">
        <w:t xml:space="preserve">. </w:t>
      </w:r>
      <w:r w:rsidRPr="009071AC">
        <w:t>Et pour gagner leur amitié</w:t>
      </w:r>
      <w:r w:rsidR="00F635DB">
        <w:t xml:space="preserve">, </w:t>
      </w:r>
      <w:r w:rsidRPr="009071AC">
        <w:t>pour m</w:t>
      </w:r>
      <w:r w:rsidR="00F635DB">
        <w:t>’</w:t>
      </w:r>
      <w:r w:rsidRPr="009071AC">
        <w:t>en rendre digne</w:t>
      </w:r>
      <w:r w:rsidR="00F635DB">
        <w:t xml:space="preserve">, </w:t>
      </w:r>
      <w:r w:rsidRPr="009071AC">
        <w:t>il n</w:t>
      </w:r>
      <w:r w:rsidR="00F635DB">
        <w:t>’</w:t>
      </w:r>
      <w:r w:rsidRPr="009071AC">
        <w:t>était rien qui me parût au-dessus de mes forces et de ma bonne volonté</w:t>
      </w:r>
      <w:r w:rsidR="00F635DB">
        <w:t>.</w:t>
      </w:r>
    </w:p>
    <w:p w14:paraId="4BC06E26" w14:textId="77777777" w:rsidR="00F635DB" w:rsidRDefault="00855694" w:rsidP="00F635DB">
      <w:r w:rsidRPr="009071AC">
        <w:t>Eux</w:t>
      </w:r>
      <w:r w:rsidR="00F635DB">
        <w:t xml:space="preserve">, </w:t>
      </w:r>
      <w:r w:rsidRPr="009071AC">
        <w:t>sans doute</w:t>
      </w:r>
      <w:r w:rsidR="00F635DB">
        <w:t xml:space="preserve">, </w:t>
      </w:r>
      <w:r w:rsidRPr="009071AC">
        <w:t>démêlèrent mes sentiments</w:t>
      </w:r>
      <w:r w:rsidR="00F635DB">
        <w:t xml:space="preserve">, </w:t>
      </w:r>
      <w:r w:rsidRPr="009071AC">
        <w:t>et tout naturellement</w:t>
      </w:r>
      <w:r w:rsidR="00F635DB">
        <w:t xml:space="preserve">, </w:t>
      </w:r>
      <w:r w:rsidRPr="009071AC">
        <w:t>peut-être sans en avoir conscience</w:t>
      </w:r>
      <w:r w:rsidR="00F635DB">
        <w:t xml:space="preserve">, </w:t>
      </w:r>
      <w:r w:rsidRPr="009071AC">
        <w:t>ils en abusèrent avec le plus effroyable égoïsme</w:t>
      </w:r>
      <w:r w:rsidR="00F635DB">
        <w:t xml:space="preserve">… </w:t>
      </w:r>
      <w:r w:rsidRPr="009071AC">
        <w:t>Je ne leur en veux point</w:t>
      </w:r>
      <w:r w:rsidR="00F635DB">
        <w:t>.</w:t>
      </w:r>
    </w:p>
    <w:p w14:paraId="4F2F4458" w14:textId="77777777" w:rsidR="00F635DB" w:rsidRDefault="00855694" w:rsidP="00F635DB">
      <w:r w:rsidRPr="009071AC">
        <w:t>J</w:t>
      </w:r>
      <w:r w:rsidR="00F635DB">
        <w:t>’</w:t>
      </w:r>
      <w:r w:rsidRPr="009071AC">
        <w:t>étais entrée chez eux à de certaines conditions</w:t>
      </w:r>
      <w:r w:rsidR="00F635DB">
        <w:t xml:space="preserve">, </w:t>
      </w:r>
      <w:r w:rsidRPr="009071AC">
        <w:t>pour apprendre un état</w:t>
      </w:r>
      <w:r w:rsidR="00F635DB">
        <w:t xml:space="preserve">, </w:t>
      </w:r>
      <w:r w:rsidRPr="009071AC">
        <w:t>ils firent de moi peu à peu leur servante</w:t>
      </w:r>
      <w:r w:rsidR="00F635DB">
        <w:t xml:space="preserve">… </w:t>
      </w:r>
      <w:r w:rsidRPr="009071AC">
        <w:t>c</w:t>
      </w:r>
      <w:r w:rsidR="00F635DB">
        <w:t>’</w:t>
      </w:r>
      <w:r w:rsidRPr="009071AC">
        <w:t>était une notable économie</w:t>
      </w:r>
      <w:r w:rsidR="00F635DB">
        <w:t>.</w:t>
      </w:r>
    </w:p>
    <w:p w14:paraId="20D40284" w14:textId="77777777" w:rsidR="00F635DB" w:rsidRDefault="00855694" w:rsidP="00F635DB">
      <w:r w:rsidRPr="009071AC">
        <w:t>Ce que tout d</w:t>
      </w:r>
      <w:r w:rsidR="00F635DB">
        <w:t>’</w:t>
      </w:r>
      <w:r w:rsidRPr="009071AC">
        <w:t>abord j</w:t>
      </w:r>
      <w:r w:rsidR="00F635DB">
        <w:t>’</w:t>
      </w:r>
      <w:r w:rsidRPr="009071AC">
        <w:t>avais fait par complaisance</w:t>
      </w:r>
      <w:r w:rsidR="00F635DB">
        <w:t xml:space="preserve">, </w:t>
      </w:r>
      <w:r w:rsidRPr="009071AC">
        <w:t>devint insensiblement ma tâche quotidienne</w:t>
      </w:r>
      <w:r w:rsidR="00F635DB">
        <w:t xml:space="preserve">, </w:t>
      </w:r>
      <w:r w:rsidRPr="009071AC">
        <w:t>impérieusement exigée</w:t>
      </w:r>
      <w:r w:rsidR="00F635DB">
        <w:t>.</w:t>
      </w:r>
    </w:p>
    <w:p w14:paraId="1593C6AD" w14:textId="77777777" w:rsidR="00F635DB" w:rsidRDefault="00855694" w:rsidP="00F635DB">
      <w:r w:rsidRPr="009071AC">
        <w:t>Levée la première</w:t>
      </w:r>
      <w:r w:rsidR="00F635DB">
        <w:t xml:space="preserve">, </w:t>
      </w:r>
      <w:r w:rsidRPr="009071AC">
        <w:t>je devais avoir tout mis en ordre dans la maison</w:t>
      </w:r>
      <w:r w:rsidR="00F635DB">
        <w:t xml:space="preserve">, </w:t>
      </w:r>
      <w:r w:rsidRPr="009071AC">
        <w:t>quand les autres arrivaient</w:t>
      </w:r>
      <w:r w:rsidR="00F635DB">
        <w:t xml:space="preserve">, </w:t>
      </w:r>
      <w:r w:rsidRPr="009071AC">
        <w:t>les yeux encore gonflés de sommeil</w:t>
      </w:r>
      <w:r w:rsidR="00F635DB">
        <w:t>…</w:t>
      </w:r>
    </w:p>
    <w:p w14:paraId="76E810E7" w14:textId="77777777" w:rsidR="00F635DB" w:rsidRDefault="00855694" w:rsidP="00F635DB">
      <w:r w:rsidRPr="009071AC">
        <w:t>Il est vrai que mes patrons me récompensaient à leur manière</w:t>
      </w:r>
      <w:r w:rsidR="00F635DB">
        <w:t>.</w:t>
      </w:r>
    </w:p>
    <w:p w14:paraId="2AD3E416" w14:textId="77777777" w:rsidR="00F635DB" w:rsidRDefault="00855694" w:rsidP="00F635DB">
      <w:r w:rsidRPr="009071AC">
        <w:lastRenderedPageBreak/>
        <w:t>Ils m</w:t>
      </w:r>
      <w:r w:rsidR="00F635DB">
        <w:t>’</w:t>
      </w:r>
      <w:r w:rsidRPr="009071AC">
        <w:t>emmenaient à la campagne le dimanche</w:t>
      </w:r>
      <w:r w:rsidR="00F635DB">
        <w:t xml:space="preserve">, </w:t>
      </w:r>
      <w:r w:rsidRPr="009071AC">
        <w:t>pour me reposer</w:t>
      </w:r>
      <w:r w:rsidR="00F635DB">
        <w:t xml:space="preserve">, </w:t>
      </w:r>
      <w:r w:rsidRPr="009071AC">
        <w:t>disaient-ils</w:t>
      </w:r>
      <w:r w:rsidR="00F635DB">
        <w:t xml:space="preserve">, </w:t>
      </w:r>
      <w:r w:rsidRPr="009071AC">
        <w:t>de mes fatigues de la semaine</w:t>
      </w:r>
      <w:r w:rsidR="00F635DB">
        <w:t>…</w:t>
      </w:r>
    </w:p>
    <w:p w14:paraId="7CB985E8" w14:textId="77777777" w:rsidR="00F635DB" w:rsidRDefault="00855694" w:rsidP="00F635DB">
      <w:r w:rsidRPr="009071AC">
        <w:t>Et je les suivais</w:t>
      </w:r>
      <w:r w:rsidR="00F635DB">
        <w:t xml:space="preserve">, </w:t>
      </w:r>
      <w:r w:rsidRPr="009071AC">
        <w:t>le long de la route de Saint-Mandé</w:t>
      </w:r>
      <w:r w:rsidR="00F635DB">
        <w:t xml:space="preserve">, </w:t>
      </w:r>
      <w:r w:rsidRPr="009071AC">
        <w:t>dans la poussière</w:t>
      </w:r>
      <w:r w:rsidR="00F635DB">
        <w:t xml:space="preserve">, </w:t>
      </w:r>
      <w:r w:rsidRPr="009071AC">
        <w:t>sous le plein soleil</w:t>
      </w:r>
      <w:r w:rsidR="00F635DB">
        <w:t xml:space="preserve">, </w:t>
      </w:r>
      <w:r w:rsidRPr="009071AC">
        <w:t>haletante</w:t>
      </w:r>
      <w:r w:rsidR="00F635DB">
        <w:t xml:space="preserve">, </w:t>
      </w:r>
      <w:r w:rsidRPr="009071AC">
        <w:t>en sueur</w:t>
      </w:r>
      <w:r w:rsidR="00F635DB">
        <w:t xml:space="preserve">, </w:t>
      </w:r>
      <w:r w:rsidRPr="009071AC">
        <w:t>portant sur l</w:t>
      </w:r>
      <w:r w:rsidR="00F635DB">
        <w:t>’</w:t>
      </w:r>
      <w:r w:rsidRPr="009071AC">
        <w:t>épaule les parapluies en cas d</w:t>
      </w:r>
      <w:r w:rsidR="00F635DB">
        <w:t>’</w:t>
      </w:r>
      <w:r w:rsidRPr="009071AC">
        <w:t>orage</w:t>
      </w:r>
      <w:r w:rsidR="00F635DB">
        <w:t xml:space="preserve">, </w:t>
      </w:r>
      <w:r w:rsidRPr="009071AC">
        <w:t>chargée à rompre d</w:t>
      </w:r>
      <w:r w:rsidR="00F635DB">
        <w:t>’</w:t>
      </w:r>
      <w:r w:rsidRPr="009071AC">
        <w:t>un panier de provisions qu</w:t>
      </w:r>
      <w:r w:rsidR="00F635DB">
        <w:t>’</w:t>
      </w:r>
      <w:r w:rsidRPr="009071AC">
        <w:t>on mangeait sur l</w:t>
      </w:r>
      <w:r w:rsidR="00F635DB">
        <w:t>’</w:t>
      </w:r>
      <w:r w:rsidRPr="009071AC">
        <w:t>herbe</w:t>
      </w:r>
      <w:r w:rsidR="00F635DB">
        <w:t xml:space="preserve">, </w:t>
      </w:r>
      <w:r w:rsidRPr="009071AC">
        <w:t>dans le bois</w:t>
      </w:r>
      <w:r w:rsidR="00F635DB">
        <w:t xml:space="preserve">, </w:t>
      </w:r>
      <w:r w:rsidRPr="009071AC">
        <w:t>et dont on m</w:t>
      </w:r>
      <w:r w:rsidR="00F635DB">
        <w:t>’</w:t>
      </w:r>
      <w:r w:rsidRPr="009071AC">
        <w:t>abandonnait les reliefs</w:t>
      </w:r>
      <w:r w:rsidR="00F635DB">
        <w:t>.</w:t>
      </w:r>
    </w:p>
    <w:p w14:paraId="32CAE374" w14:textId="77777777" w:rsidR="00F635DB" w:rsidRDefault="00855694" w:rsidP="00F635DB">
      <w:r w:rsidRPr="009071AC">
        <w:t>Le frère de ma patronne</w:t>
      </w:r>
      <w:r w:rsidR="00F635DB">
        <w:t xml:space="preserve">, </w:t>
      </w:r>
      <w:r w:rsidRPr="009071AC">
        <w:t>assez souvent</w:t>
      </w:r>
      <w:r w:rsidR="00F635DB">
        <w:t xml:space="preserve">, </w:t>
      </w:r>
      <w:r w:rsidRPr="009071AC">
        <w:t>était de ces parties</w:t>
      </w:r>
      <w:r w:rsidR="00F635DB">
        <w:t xml:space="preserve">, </w:t>
      </w:r>
      <w:r w:rsidRPr="009071AC">
        <w:t>et son nom serait resté dans ma mémoire</w:t>
      </w:r>
      <w:r w:rsidR="00F635DB">
        <w:t xml:space="preserve">, </w:t>
      </w:r>
      <w:r w:rsidRPr="009071AC">
        <w:t>même sans sa singularité</w:t>
      </w:r>
      <w:r w:rsidR="00F635DB">
        <w:t xml:space="preserve"> : </w:t>
      </w:r>
      <w:r w:rsidRPr="009071AC">
        <w:t xml:space="preserve">il se nommait </w:t>
      </w:r>
      <w:proofErr w:type="spellStart"/>
      <w:r w:rsidRPr="009071AC">
        <w:t>Vantrasson</w:t>
      </w:r>
      <w:proofErr w:type="spellEnd"/>
      <w:r w:rsidR="00F635DB">
        <w:t>.</w:t>
      </w:r>
    </w:p>
    <w:p w14:paraId="76A2BD95" w14:textId="77777777" w:rsidR="00F635DB" w:rsidRDefault="00855694" w:rsidP="00F635DB">
      <w:r w:rsidRPr="009071AC">
        <w:t>C</w:t>
      </w:r>
      <w:r w:rsidR="00F635DB">
        <w:t>’</w:t>
      </w:r>
      <w:r w:rsidRPr="009071AC">
        <w:t>était un homme très-grand et très-robuste</w:t>
      </w:r>
      <w:r w:rsidR="00F635DB">
        <w:t xml:space="preserve">, </w:t>
      </w:r>
      <w:r w:rsidRPr="009071AC">
        <w:t>dont les yeux me faisaient trembler quand il me regardait en frisant sa grosse moustache</w:t>
      </w:r>
      <w:r w:rsidR="00F635DB">
        <w:t>.</w:t>
      </w:r>
    </w:p>
    <w:p w14:paraId="00D0D8FF" w14:textId="77777777" w:rsidR="00F635DB" w:rsidRDefault="00855694" w:rsidP="00F635DB">
      <w:r w:rsidRPr="009071AC">
        <w:t>Il était militaire</w:t>
      </w:r>
      <w:r w:rsidR="00F635DB">
        <w:t xml:space="preserve">, </w:t>
      </w:r>
      <w:r w:rsidRPr="009071AC">
        <w:t>incroyablement fier de son uniforme</w:t>
      </w:r>
      <w:r w:rsidR="00F635DB">
        <w:t xml:space="preserve">, </w:t>
      </w:r>
      <w:r w:rsidRPr="009071AC">
        <w:t>insolent</w:t>
      </w:r>
      <w:r w:rsidR="00F635DB">
        <w:t xml:space="preserve">, </w:t>
      </w:r>
      <w:r w:rsidRPr="009071AC">
        <w:t>grand parleur et toujours enchanté de soi</w:t>
      </w:r>
      <w:r w:rsidR="00F635DB">
        <w:t xml:space="preserve"> : </w:t>
      </w:r>
      <w:r w:rsidRPr="009071AC">
        <w:t>il devait se supposer irrésistible</w:t>
      </w:r>
      <w:r w:rsidR="00F635DB">
        <w:t>.</w:t>
      </w:r>
    </w:p>
    <w:p w14:paraId="06142BD8" w14:textId="77777777" w:rsidR="00F635DB" w:rsidRDefault="00855694" w:rsidP="00F635DB">
      <w:r w:rsidRPr="009071AC">
        <w:t>C</w:t>
      </w:r>
      <w:r w:rsidR="00F635DB">
        <w:t>’</w:t>
      </w:r>
      <w:r w:rsidRPr="009071AC">
        <w:t>est de la bouche de cet homme que j</w:t>
      </w:r>
      <w:r w:rsidR="00F635DB">
        <w:t>’</w:t>
      </w:r>
      <w:r w:rsidRPr="009071AC">
        <w:t>entendis le premier mot</w:t>
      </w:r>
      <w:r w:rsidR="00F635DB">
        <w:t xml:space="preserve">… </w:t>
      </w:r>
      <w:r w:rsidRPr="009071AC">
        <w:t>grossier qui offensa mon ignorance</w:t>
      </w:r>
      <w:r w:rsidR="00F635DB">
        <w:t xml:space="preserve">… </w:t>
      </w:r>
      <w:r w:rsidRPr="009071AC">
        <w:t>Ce ne devait pas être le dernier</w:t>
      </w:r>
      <w:r w:rsidR="00F635DB">
        <w:t>.</w:t>
      </w:r>
    </w:p>
    <w:p w14:paraId="67831E6A" w14:textId="13C249C6" w:rsidR="00F635DB" w:rsidRDefault="00855694" w:rsidP="00F635DB">
      <w:r w:rsidRPr="009071AC">
        <w:t xml:space="preserve">Il avait déclaré que </w:t>
      </w:r>
      <w:r w:rsidR="00F635DB">
        <w:t>« </w:t>
      </w:r>
      <w:r w:rsidRPr="009071AC">
        <w:t>la gamine</w:t>
      </w:r>
      <w:r w:rsidR="00F635DB">
        <w:t> »</w:t>
      </w:r>
      <w:r w:rsidRPr="009071AC">
        <w:t xml:space="preserve"> lui plaisait</w:t>
      </w:r>
      <w:r w:rsidR="00F635DB">
        <w:t xml:space="preserve">, </w:t>
      </w:r>
      <w:r w:rsidRPr="009071AC">
        <w:t xml:space="preserve">et je fus obligée de me plaindre à </w:t>
      </w:r>
      <w:r w:rsidR="00F635DB">
        <w:t>M</w:t>
      </w:r>
      <w:r w:rsidR="00F635DB" w:rsidRPr="00F635DB">
        <w:rPr>
          <w:vertAlign w:val="superscript"/>
        </w:rPr>
        <w:t>me</w:t>
      </w:r>
      <w:r w:rsidR="00F635DB">
        <w:t> </w:t>
      </w:r>
      <w:proofErr w:type="spellStart"/>
      <w:r w:rsidRPr="009071AC">
        <w:t>Greloux</w:t>
      </w:r>
      <w:proofErr w:type="spellEnd"/>
      <w:r w:rsidRPr="009071AC">
        <w:t xml:space="preserve"> des obsessions de son frère</w:t>
      </w:r>
      <w:r w:rsidR="00F635DB">
        <w:t xml:space="preserve">. </w:t>
      </w:r>
      <w:r w:rsidRPr="009071AC">
        <w:t>Elle se moqua de moi en disant</w:t>
      </w:r>
      <w:r w:rsidR="00F635DB">
        <w:t> :</w:t>
      </w:r>
    </w:p>
    <w:p w14:paraId="31119966" w14:textId="77777777" w:rsidR="00F635DB" w:rsidRDefault="00F635DB" w:rsidP="00F635DB">
      <w:r>
        <w:t>— </w:t>
      </w:r>
      <w:proofErr w:type="spellStart"/>
      <w:r w:rsidR="00855694" w:rsidRPr="009071AC">
        <w:t>Bast</w:t>
      </w:r>
      <w:proofErr w:type="spellEnd"/>
      <w:r>
        <w:t xml:space="preserve"> ! </w:t>
      </w:r>
      <w:r w:rsidR="00855694" w:rsidRPr="009071AC">
        <w:t>il fait son métier de joli garçon</w:t>
      </w:r>
      <w:r>
        <w:t> !</w:t>
      </w:r>
    </w:p>
    <w:p w14:paraId="48F54F02" w14:textId="77777777" w:rsidR="00F635DB" w:rsidRDefault="00855694" w:rsidP="00F635DB">
      <w:r w:rsidRPr="009071AC">
        <w:t>Oui</w:t>
      </w:r>
      <w:r w:rsidR="00F635DB">
        <w:t xml:space="preserve">, </w:t>
      </w:r>
      <w:r w:rsidRPr="009071AC">
        <w:t>voilà ce que ma patronne me répondit</w:t>
      </w:r>
      <w:r w:rsidR="00F635DB">
        <w:t>.</w:t>
      </w:r>
    </w:p>
    <w:p w14:paraId="3661AE06" w14:textId="77777777" w:rsidR="00F635DB" w:rsidRDefault="00855694" w:rsidP="00F635DB">
      <w:r w:rsidRPr="009071AC">
        <w:t>Et c</w:t>
      </w:r>
      <w:r w:rsidR="00F635DB">
        <w:t>’</w:t>
      </w:r>
      <w:r w:rsidRPr="009071AC">
        <w:t>était une honnête femme</w:t>
      </w:r>
      <w:r w:rsidR="00F635DB">
        <w:t xml:space="preserve">, </w:t>
      </w:r>
      <w:r w:rsidRPr="009071AC">
        <w:t>cependant</w:t>
      </w:r>
      <w:r w:rsidR="00F635DB">
        <w:t xml:space="preserve">, </w:t>
      </w:r>
      <w:r w:rsidRPr="009071AC">
        <w:t>une épouse dévouée</w:t>
      </w:r>
      <w:r w:rsidR="00F635DB">
        <w:t xml:space="preserve">, </w:t>
      </w:r>
      <w:r w:rsidRPr="009071AC">
        <w:t>une bonne mère</w:t>
      </w:r>
      <w:r w:rsidR="00F635DB">
        <w:t xml:space="preserve">… </w:t>
      </w:r>
      <w:r w:rsidRPr="009071AC">
        <w:t>Ah</w:t>
      </w:r>
      <w:r w:rsidR="00F635DB">
        <w:t xml:space="preserve"> ! </w:t>
      </w:r>
      <w:r w:rsidRPr="009071AC">
        <w:t>si elle eût eu une fille</w:t>
      </w:r>
      <w:r w:rsidR="00F635DB">
        <w:t xml:space="preserve"> !… </w:t>
      </w:r>
      <w:r w:rsidRPr="009071AC">
        <w:t>Mais pour une pauvre apprentie sans père ni mère</w:t>
      </w:r>
      <w:r w:rsidR="00F635DB">
        <w:t xml:space="preserve">, </w:t>
      </w:r>
      <w:r w:rsidRPr="009071AC">
        <w:t>il n</w:t>
      </w:r>
      <w:r w:rsidR="00F635DB">
        <w:t>’</w:t>
      </w:r>
      <w:r w:rsidRPr="009071AC">
        <w:t>est pas besoin de tant de façons</w:t>
      </w:r>
      <w:r w:rsidR="00F635DB">
        <w:t> !</w:t>
      </w:r>
    </w:p>
    <w:p w14:paraId="18EB0F90" w14:textId="1C0D4BA5" w:rsidR="00F635DB" w:rsidRDefault="00855694" w:rsidP="00F635DB">
      <w:r w:rsidRPr="009071AC">
        <w:lastRenderedPageBreak/>
        <w:t xml:space="preserve">Elle avait fait de belles promesses à </w:t>
      </w:r>
      <w:r w:rsidR="00F635DB">
        <w:t>M</w:t>
      </w:r>
      <w:r w:rsidR="00F635DB" w:rsidRPr="00F635DB">
        <w:rPr>
          <w:vertAlign w:val="superscript"/>
        </w:rPr>
        <w:t>me</w:t>
      </w:r>
      <w:r w:rsidR="00F635DB">
        <w:t> </w:t>
      </w:r>
      <w:r w:rsidRPr="009071AC">
        <w:t>la supérieure</w:t>
      </w:r>
      <w:r w:rsidR="00F635DB">
        <w:t xml:space="preserve">, </w:t>
      </w:r>
      <w:r w:rsidRPr="009071AC">
        <w:t>mais elle s</w:t>
      </w:r>
      <w:r w:rsidR="00F635DB">
        <w:t>’</w:t>
      </w:r>
      <w:r w:rsidRPr="009071AC">
        <w:t>en croyait quitte avec quelques phrases banales</w:t>
      </w:r>
      <w:r w:rsidR="00F635DB">
        <w:t>.</w:t>
      </w:r>
    </w:p>
    <w:p w14:paraId="5C683F69" w14:textId="77777777" w:rsidR="00F635DB" w:rsidRDefault="00F635DB" w:rsidP="00F635DB">
      <w:r>
        <w:t>— </w:t>
      </w:r>
      <w:r w:rsidR="00855694" w:rsidRPr="009071AC">
        <w:t>Et enfin</w:t>
      </w:r>
      <w:r>
        <w:t xml:space="preserve">, </w:t>
      </w:r>
      <w:proofErr w:type="spellStart"/>
      <w:r w:rsidR="00855694" w:rsidRPr="009071AC">
        <w:t>ajoutait-elle</w:t>
      </w:r>
      <w:proofErr w:type="spellEnd"/>
      <w:r w:rsidR="00855694" w:rsidRPr="009071AC">
        <w:t xml:space="preserve"> toujours</w:t>
      </w:r>
      <w:r>
        <w:t xml:space="preserve">, </w:t>
      </w:r>
      <w:r w:rsidR="00855694" w:rsidRPr="009071AC">
        <w:t>tant pis pour celles qui se laissent attraper</w:t>
      </w:r>
      <w:r>
        <w:t>.</w:t>
      </w:r>
    </w:p>
    <w:p w14:paraId="3A5992D6" w14:textId="77777777" w:rsidR="00F635DB" w:rsidRDefault="00855694" w:rsidP="00F635DB">
      <w:r w:rsidRPr="009071AC">
        <w:t>Heureusement</w:t>
      </w:r>
      <w:r w:rsidR="00F635DB">
        <w:t xml:space="preserve">, </w:t>
      </w:r>
      <w:r w:rsidRPr="009071AC">
        <w:t>j</w:t>
      </w:r>
      <w:r w:rsidR="00F635DB">
        <w:t>’</w:t>
      </w:r>
      <w:r w:rsidRPr="009071AC">
        <w:t>avais pour me garder ce même orgueil que si souvent on m</w:t>
      </w:r>
      <w:r w:rsidR="00F635DB">
        <w:t>’</w:t>
      </w:r>
      <w:r w:rsidRPr="009071AC">
        <w:t>avait reproché</w:t>
      </w:r>
      <w:r w:rsidR="00F635DB">
        <w:t xml:space="preserve">. </w:t>
      </w:r>
      <w:r w:rsidRPr="009071AC">
        <w:t>Ma condition était bien humble</w:t>
      </w:r>
      <w:r w:rsidR="00F635DB">
        <w:t xml:space="preserve">, </w:t>
      </w:r>
      <w:r w:rsidRPr="009071AC">
        <w:t>mais mon cœur était haut</w:t>
      </w:r>
      <w:r w:rsidR="00F635DB">
        <w:t xml:space="preserve">… </w:t>
      </w:r>
      <w:r w:rsidRPr="009071AC">
        <w:t>Et déjà ma personne me semblait sacrée comme un autel</w:t>
      </w:r>
      <w:r w:rsidR="00F635DB">
        <w:t>…</w:t>
      </w:r>
    </w:p>
    <w:p w14:paraId="04E161E4" w14:textId="77777777" w:rsidR="00F635DB" w:rsidRDefault="00855694" w:rsidP="00F635DB">
      <w:r w:rsidRPr="009071AC">
        <w:t>Il fut une grâce de Dieu</w:t>
      </w:r>
      <w:r w:rsidR="00F635DB">
        <w:t xml:space="preserve">, </w:t>
      </w:r>
      <w:r w:rsidRPr="009071AC">
        <w:t>cet orgueil</w:t>
      </w:r>
      <w:r w:rsidR="00F635DB">
        <w:t xml:space="preserve">, </w:t>
      </w:r>
      <w:r w:rsidRPr="009071AC">
        <w:t>car je lui dus de ne pas même être tentée</w:t>
      </w:r>
      <w:r w:rsidR="00F635DB">
        <w:t xml:space="preserve">, </w:t>
      </w:r>
      <w:r w:rsidRPr="009071AC">
        <w:t>quand autour de moi j</w:t>
      </w:r>
      <w:r w:rsidR="00F635DB">
        <w:t>’</w:t>
      </w:r>
      <w:r w:rsidRPr="009071AC">
        <w:t>en voyais tant d</w:t>
      </w:r>
      <w:r w:rsidR="00F635DB">
        <w:t>’</w:t>
      </w:r>
      <w:r w:rsidRPr="009071AC">
        <w:t>autres succomber</w:t>
      </w:r>
      <w:r w:rsidR="00F635DB">
        <w:t>…</w:t>
      </w:r>
    </w:p>
    <w:p w14:paraId="081B5738" w14:textId="77777777" w:rsidR="00F635DB" w:rsidRDefault="00855694" w:rsidP="00F635DB">
      <w:r w:rsidRPr="009071AC">
        <w:t>Je logeais</w:t>
      </w:r>
      <w:r w:rsidR="00F635DB">
        <w:t xml:space="preserve">, </w:t>
      </w:r>
      <w:r w:rsidRPr="009071AC">
        <w:t>avec les autres apprenties</w:t>
      </w:r>
      <w:r w:rsidR="00F635DB">
        <w:t xml:space="preserve">, </w:t>
      </w:r>
      <w:r w:rsidRPr="009071AC">
        <w:t>hors de l</w:t>
      </w:r>
      <w:r w:rsidR="00F635DB">
        <w:t>’</w:t>
      </w:r>
      <w:r w:rsidRPr="009071AC">
        <w:t>appartement des patrons</w:t>
      </w:r>
      <w:r w:rsidR="00F635DB">
        <w:t xml:space="preserve">, </w:t>
      </w:r>
      <w:r w:rsidRPr="009071AC">
        <w:t>sous les combles</w:t>
      </w:r>
      <w:r w:rsidR="00F635DB">
        <w:t xml:space="preserve">, </w:t>
      </w:r>
      <w:r w:rsidRPr="009071AC">
        <w:t>dans une mansarde</w:t>
      </w:r>
      <w:r w:rsidR="00F635DB">
        <w:t xml:space="preserve">… </w:t>
      </w:r>
      <w:r w:rsidRPr="009071AC">
        <w:t>C</w:t>
      </w:r>
      <w:r w:rsidR="00F635DB">
        <w:t>’</w:t>
      </w:r>
      <w:r w:rsidRPr="009071AC">
        <w:t>est-à-dire que la journée finie</w:t>
      </w:r>
      <w:r w:rsidR="00F635DB">
        <w:t xml:space="preserve">, </w:t>
      </w:r>
      <w:r w:rsidRPr="009071AC">
        <w:t>l</w:t>
      </w:r>
      <w:r w:rsidR="00F635DB">
        <w:t>’</w:t>
      </w:r>
      <w:r w:rsidRPr="009071AC">
        <w:t>atelier fermé</w:t>
      </w:r>
      <w:r w:rsidR="00F635DB">
        <w:t xml:space="preserve">, </w:t>
      </w:r>
      <w:r w:rsidRPr="009071AC">
        <w:t>nous étions libres</w:t>
      </w:r>
      <w:r w:rsidR="00F635DB">
        <w:t xml:space="preserve">, </w:t>
      </w:r>
      <w:r w:rsidRPr="009071AC">
        <w:t>abandonnées à nos seuls instincts</w:t>
      </w:r>
      <w:r w:rsidR="00F635DB">
        <w:t xml:space="preserve">, </w:t>
      </w:r>
      <w:r w:rsidRPr="009071AC">
        <w:t>livrées aux plus pernicieuses influences et aux plus détestables inspirations</w:t>
      </w:r>
      <w:r w:rsidR="00F635DB">
        <w:t>…</w:t>
      </w:r>
    </w:p>
    <w:p w14:paraId="09C6AA65" w14:textId="77777777" w:rsidR="00F635DB" w:rsidRDefault="00855694" w:rsidP="00F635DB">
      <w:r w:rsidRPr="009071AC">
        <w:t>Et ce n</w:t>
      </w:r>
      <w:r w:rsidR="00F635DB">
        <w:t>’</w:t>
      </w:r>
      <w:r w:rsidRPr="009071AC">
        <w:t>étaient ni les conseils ni les exemples mauvais qui manquaient</w:t>
      </w:r>
      <w:r w:rsidR="00F635DB">
        <w:t>.</w:t>
      </w:r>
    </w:p>
    <w:p w14:paraId="44AAF8B5" w14:textId="77777777" w:rsidR="00F635DB" w:rsidRDefault="00855694" w:rsidP="00F635DB">
      <w:r w:rsidRPr="009071AC">
        <w:t>Les ouvrières</w:t>
      </w:r>
      <w:r w:rsidR="00F635DB">
        <w:t xml:space="preserve">, </w:t>
      </w:r>
      <w:r w:rsidRPr="009071AC">
        <w:t>à l</w:t>
      </w:r>
      <w:r w:rsidR="00F635DB">
        <w:t>’</w:t>
      </w:r>
      <w:r w:rsidRPr="009071AC">
        <w:t>atelier</w:t>
      </w:r>
      <w:r w:rsidR="00F635DB">
        <w:t xml:space="preserve">, </w:t>
      </w:r>
      <w:r w:rsidRPr="009071AC">
        <w:t>ne se gênaient pas devant nous</w:t>
      </w:r>
      <w:r w:rsidR="00F635DB">
        <w:t xml:space="preserve">. </w:t>
      </w:r>
      <w:r w:rsidRPr="009071AC">
        <w:t>C</w:t>
      </w:r>
      <w:r w:rsidR="00F635DB">
        <w:t>’</w:t>
      </w:r>
      <w:r w:rsidRPr="009071AC">
        <w:t>était à qui d</w:t>
      </w:r>
      <w:r w:rsidR="00F635DB">
        <w:t>’</w:t>
      </w:r>
      <w:r w:rsidRPr="009071AC">
        <w:t xml:space="preserve">entre elles éblouirait </w:t>
      </w:r>
      <w:r w:rsidR="00F635DB">
        <w:t>« </w:t>
      </w:r>
      <w:r w:rsidRPr="009071AC">
        <w:t>les gamines</w:t>
      </w:r>
      <w:r w:rsidR="00F635DB">
        <w:t> »</w:t>
      </w:r>
      <w:r w:rsidRPr="009071AC">
        <w:t xml:space="preserve"> par les plus merveilleux récits</w:t>
      </w:r>
      <w:r w:rsidR="00F635DB">
        <w:t>.</w:t>
      </w:r>
    </w:p>
    <w:p w14:paraId="12081080" w14:textId="77777777" w:rsidR="00F635DB" w:rsidRDefault="00855694" w:rsidP="00F635DB">
      <w:r w:rsidRPr="009071AC">
        <w:t>Ce n</w:t>
      </w:r>
      <w:r w:rsidR="00F635DB">
        <w:t>’</w:t>
      </w:r>
      <w:r w:rsidRPr="009071AC">
        <w:t>était pas méchanceté de leur part</w:t>
      </w:r>
      <w:r w:rsidR="00F635DB">
        <w:t xml:space="preserve">, </w:t>
      </w:r>
      <w:r w:rsidRPr="009071AC">
        <w:t>ni calcul</w:t>
      </w:r>
      <w:r w:rsidR="00F635DB">
        <w:t xml:space="preserve">, </w:t>
      </w:r>
      <w:r w:rsidRPr="009071AC">
        <w:t>mais absence complète de sens moral</w:t>
      </w:r>
      <w:r w:rsidR="00F635DB">
        <w:t xml:space="preserve">, </w:t>
      </w:r>
      <w:r w:rsidRPr="009071AC">
        <w:t>et parfois forfanterie pure</w:t>
      </w:r>
      <w:r w:rsidR="00F635DB">
        <w:t>.</w:t>
      </w:r>
    </w:p>
    <w:p w14:paraId="3C26A2F1" w14:textId="77777777" w:rsidR="00F635DB" w:rsidRDefault="00855694" w:rsidP="00F635DB">
      <w:r w:rsidRPr="009071AC">
        <w:t>Et jamais elles n</w:t>
      </w:r>
      <w:r w:rsidR="00F635DB">
        <w:t>’</w:t>
      </w:r>
      <w:r w:rsidRPr="009071AC">
        <w:t>en avaient fini de nous énumérer ce qui</w:t>
      </w:r>
      <w:r w:rsidR="00F635DB">
        <w:t xml:space="preserve">, </w:t>
      </w:r>
      <w:r w:rsidRPr="009071AC">
        <w:t>selon elles</w:t>
      </w:r>
      <w:r w:rsidR="00F635DB">
        <w:t xml:space="preserve">, </w:t>
      </w:r>
      <w:r w:rsidRPr="009071AC">
        <w:t>faisait le bonheur de la vie</w:t>
      </w:r>
      <w:r w:rsidR="00F635DB">
        <w:t xml:space="preserve"> : </w:t>
      </w:r>
      <w:r w:rsidRPr="009071AC">
        <w:t>les parties fines au restaurant</w:t>
      </w:r>
      <w:r w:rsidR="00F635DB">
        <w:t xml:space="preserve">, </w:t>
      </w:r>
      <w:r w:rsidRPr="009071AC">
        <w:t>les promenades sur l</w:t>
      </w:r>
      <w:r w:rsidR="00F635DB">
        <w:t>’</w:t>
      </w:r>
      <w:r w:rsidRPr="009071AC">
        <w:t>eau à Joinville-le-Pont</w:t>
      </w:r>
      <w:r w:rsidR="00F635DB">
        <w:t xml:space="preserve">, </w:t>
      </w:r>
      <w:r w:rsidRPr="009071AC">
        <w:t>les bals masqués au Montparnasse ou à l</w:t>
      </w:r>
      <w:r w:rsidR="00F635DB">
        <w:t>’</w:t>
      </w:r>
      <w:r w:rsidRPr="009071AC">
        <w:t>Élysée-Montmartre</w:t>
      </w:r>
      <w:r w:rsidR="00F635DB">
        <w:t>.</w:t>
      </w:r>
    </w:p>
    <w:p w14:paraId="5F6A7065" w14:textId="77777777" w:rsidR="00F635DB" w:rsidRDefault="00855694" w:rsidP="00F635DB">
      <w:r w:rsidRPr="009071AC">
        <w:t>Ah</w:t>
      </w:r>
      <w:r w:rsidR="00F635DB">
        <w:t xml:space="preserve"> ! </w:t>
      </w:r>
      <w:r w:rsidRPr="009071AC">
        <w:t>l</w:t>
      </w:r>
      <w:r w:rsidR="00F635DB">
        <w:t>’</w:t>
      </w:r>
      <w:r w:rsidRPr="009071AC">
        <w:t>expérience vient vite dans les ateliers</w:t>
      </w:r>
      <w:r w:rsidR="00F635DB">
        <w:t> !…</w:t>
      </w:r>
    </w:p>
    <w:p w14:paraId="2BFE232F" w14:textId="77777777" w:rsidR="00F635DB" w:rsidRDefault="00855694" w:rsidP="00F635DB">
      <w:r w:rsidRPr="009071AC">
        <w:lastRenderedPageBreak/>
        <w:t>Il y en avait qui</w:t>
      </w:r>
      <w:r w:rsidR="00F635DB">
        <w:t xml:space="preserve">, </w:t>
      </w:r>
      <w:r w:rsidRPr="009071AC">
        <w:t>parties la veille avec une robe en loques et des souliers percés</w:t>
      </w:r>
      <w:r w:rsidR="00F635DB">
        <w:t xml:space="preserve">, </w:t>
      </w:r>
      <w:r w:rsidRPr="009071AC">
        <w:t>arrivaient le lendemain avec des toilettes superbes</w:t>
      </w:r>
      <w:r w:rsidR="00F635DB">
        <w:t xml:space="preserve">, </w:t>
      </w:r>
      <w:r w:rsidRPr="009071AC">
        <w:t>annonçant qu</w:t>
      </w:r>
      <w:r w:rsidR="00F635DB">
        <w:t>’</w:t>
      </w:r>
      <w:r w:rsidRPr="009071AC">
        <w:t>on pouvait les remplacer</w:t>
      </w:r>
      <w:r w:rsidR="00F635DB">
        <w:t xml:space="preserve">, </w:t>
      </w:r>
      <w:r w:rsidRPr="009071AC">
        <w:t>qu</w:t>
      </w:r>
      <w:r w:rsidR="00F635DB">
        <w:t>’</w:t>
      </w:r>
      <w:r w:rsidRPr="009071AC">
        <w:t>elles n</w:t>
      </w:r>
      <w:r w:rsidR="00F635DB">
        <w:t>’</w:t>
      </w:r>
      <w:r w:rsidRPr="009071AC">
        <w:t>étaient plus faites pour travailler</w:t>
      </w:r>
      <w:r w:rsidR="00F635DB">
        <w:t xml:space="preserve">, </w:t>
      </w:r>
      <w:r w:rsidRPr="009071AC">
        <w:t>qu</w:t>
      </w:r>
      <w:r w:rsidR="00F635DB">
        <w:t>’</w:t>
      </w:r>
      <w:r w:rsidRPr="009071AC">
        <w:t>elles allaient devenir des dames</w:t>
      </w:r>
      <w:r w:rsidR="00F635DB">
        <w:t xml:space="preserve">… </w:t>
      </w:r>
      <w:r w:rsidRPr="009071AC">
        <w:t>Elles disparaissaient radieuses</w:t>
      </w:r>
      <w:r w:rsidR="00F635DB">
        <w:t xml:space="preserve">, </w:t>
      </w:r>
      <w:r w:rsidRPr="009071AC">
        <w:t>mais souvent le mois n</w:t>
      </w:r>
      <w:r w:rsidR="00F635DB">
        <w:t>’</w:t>
      </w:r>
      <w:r w:rsidRPr="009071AC">
        <w:t>était pas écoulé qu</w:t>
      </w:r>
      <w:r w:rsidR="00F635DB">
        <w:t>’</w:t>
      </w:r>
      <w:r w:rsidRPr="009071AC">
        <w:t>on les voyait revenir maigres</w:t>
      </w:r>
      <w:r w:rsidR="00F635DB">
        <w:t xml:space="preserve">, </w:t>
      </w:r>
      <w:r w:rsidRPr="009071AC">
        <w:t>affamées</w:t>
      </w:r>
      <w:r w:rsidR="00F635DB">
        <w:t xml:space="preserve">, </w:t>
      </w:r>
      <w:r w:rsidRPr="009071AC">
        <w:t>éteintes</w:t>
      </w:r>
      <w:r w:rsidR="00F635DB">
        <w:t xml:space="preserve">, </w:t>
      </w:r>
      <w:r w:rsidRPr="009071AC">
        <w:t>sollicitant humblement un peu d</w:t>
      </w:r>
      <w:r w:rsidR="00F635DB">
        <w:t>’</w:t>
      </w:r>
      <w:r w:rsidRPr="009071AC">
        <w:t>ouvrage</w:t>
      </w:r>
      <w:r w:rsidR="00F635DB">
        <w:t>.</w:t>
      </w:r>
    </w:p>
    <w:p w14:paraId="277DACEA" w14:textId="77777777" w:rsidR="00F635DB" w:rsidRDefault="00855694" w:rsidP="00F635DB">
      <w:r w:rsidRPr="009071AC">
        <w:t>Elle se tut</w:t>
      </w:r>
      <w:r w:rsidR="00F635DB">
        <w:t xml:space="preserve">, </w:t>
      </w:r>
      <w:r w:rsidRPr="009071AC">
        <w:t>écrasée sous le poids de ses souvenirs au point d</w:t>
      </w:r>
      <w:r w:rsidR="00F635DB">
        <w:t>’</w:t>
      </w:r>
      <w:r w:rsidRPr="009071AC">
        <w:t>en perdre la conscience de la situation présente</w:t>
      </w:r>
      <w:r w:rsidR="00F635DB">
        <w:t>.</w:t>
      </w:r>
    </w:p>
    <w:p w14:paraId="314D9A4E" w14:textId="77777777" w:rsidR="00F635DB" w:rsidRDefault="00855694" w:rsidP="00F635DB">
      <w:r w:rsidRPr="009071AC">
        <w:t>Et le juge de paix</w:t>
      </w:r>
      <w:r w:rsidR="00F635DB">
        <w:t xml:space="preserve">, </w:t>
      </w:r>
      <w:r w:rsidRPr="009071AC">
        <w:t>lui aussi</w:t>
      </w:r>
      <w:r w:rsidR="00F635DB">
        <w:t xml:space="preserve">, </w:t>
      </w:r>
      <w:r w:rsidRPr="009071AC">
        <w:t>gardait le silence</w:t>
      </w:r>
      <w:r w:rsidR="00F635DB">
        <w:t xml:space="preserve">, </w:t>
      </w:r>
      <w:r w:rsidRPr="009071AC">
        <w:t>n</w:t>
      </w:r>
      <w:r w:rsidR="00F635DB">
        <w:t>’</w:t>
      </w:r>
      <w:r w:rsidRPr="009071AC">
        <w:t>osant l</w:t>
      </w:r>
      <w:r w:rsidR="00F635DB">
        <w:t>’</w:t>
      </w:r>
      <w:r w:rsidRPr="009071AC">
        <w:t>interroger</w:t>
      </w:r>
      <w:r w:rsidR="00F635DB">
        <w:t>…</w:t>
      </w:r>
    </w:p>
    <w:p w14:paraId="7C3C717C" w14:textId="77777777" w:rsidR="00F635DB" w:rsidRDefault="00855694" w:rsidP="00F635DB">
      <w:r w:rsidRPr="009071AC">
        <w:t>À quoi bon</w:t>
      </w:r>
      <w:r w:rsidR="00F635DB">
        <w:t xml:space="preserve">, </w:t>
      </w:r>
      <w:r w:rsidRPr="009071AC">
        <w:t>d</w:t>
      </w:r>
      <w:r w:rsidR="00F635DB">
        <w:t>’</w:t>
      </w:r>
      <w:r w:rsidRPr="009071AC">
        <w:t>ailleurs</w:t>
      </w:r>
      <w:r w:rsidR="00F635DB">
        <w:t>…</w:t>
      </w:r>
    </w:p>
    <w:p w14:paraId="1E86CEE6" w14:textId="77777777" w:rsidR="00F635DB" w:rsidRDefault="00855694" w:rsidP="00F635DB">
      <w:r w:rsidRPr="009071AC">
        <w:t>Que lui eût-elle appris des misères des pauvres petites ouvrières qu</w:t>
      </w:r>
      <w:r w:rsidR="00F635DB">
        <w:t>’</w:t>
      </w:r>
      <w:r w:rsidRPr="009071AC">
        <w:t>il ne connût aussi bien qu</w:t>
      </w:r>
      <w:r w:rsidR="00F635DB">
        <w:t>’</w:t>
      </w:r>
      <w:r w:rsidRPr="009071AC">
        <w:t>elle</w:t>
      </w:r>
      <w:r w:rsidR="00F635DB">
        <w:t xml:space="preserve"> ?… </w:t>
      </w:r>
      <w:r w:rsidRPr="009071AC">
        <w:t>S</w:t>
      </w:r>
      <w:r w:rsidR="00F635DB">
        <w:t>’</w:t>
      </w:r>
      <w:r w:rsidRPr="009071AC">
        <w:t>il avait à s</w:t>
      </w:r>
      <w:r w:rsidR="00F635DB">
        <w:t>’</w:t>
      </w:r>
      <w:r w:rsidRPr="009071AC">
        <w:t>étonner d</w:t>
      </w:r>
      <w:r w:rsidR="00F635DB">
        <w:t>’</w:t>
      </w:r>
      <w:r w:rsidRPr="009071AC">
        <w:t>une chose</w:t>
      </w:r>
      <w:r w:rsidR="00F635DB">
        <w:t xml:space="preserve">, </w:t>
      </w:r>
      <w:r w:rsidRPr="009071AC">
        <w:t>c</w:t>
      </w:r>
      <w:r w:rsidR="00F635DB">
        <w:t>’</w:t>
      </w:r>
      <w:r w:rsidRPr="009071AC">
        <w:t>est que cette belle jeune fille qui était là devant lui</w:t>
      </w:r>
      <w:r w:rsidR="00F635DB">
        <w:t xml:space="preserve">, </w:t>
      </w:r>
      <w:r w:rsidRPr="009071AC">
        <w:t>abandonnée</w:t>
      </w:r>
      <w:r w:rsidR="00F635DB">
        <w:t xml:space="preserve">, </w:t>
      </w:r>
      <w:r w:rsidRPr="009071AC">
        <w:t>délaissée</w:t>
      </w:r>
      <w:r w:rsidR="00F635DB">
        <w:t xml:space="preserve">, </w:t>
      </w:r>
      <w:r w:rsidRPr="009071AC">
        <w:t>eût trouvé en elle assez d</w:t>
      </w:r>
      <w:r w:rsidR="00F635DB">
        <w:t>’</w:t>
      </w:r>
      <w:r w:rsidRPr="009071AC">
        <w:t>énergie pour échapper à tous les dangers</w:t>
      </w:r>
      <w:r w:rsidR="00F635DB">
        <w:t>…</w:t>
      </w:r>
    </w:p>
    <w:p w14:paraId="2BCDFE16" w14:textId="44FC8EDF" w:rsidR="00F635DB" w:rsidRDefault="00855694" w:rsidP="00F635DB">
      <w:r w:rsidRPr="009071AC">
        <w:t>Cependant</w:t>
      </w:r>
      <w:r w:rsidR="00F635DB">
        <w:t>, M</w:t>
      </w:r>
      <w:r w:rsidR="00F635DB" w:rsidRPr="00F635DB">
        <w:rPr>
          <w:vertAlign w:val="superscript"/>
        </w:rPr>
        <w:t>lle</w:t>
      </w:r>
      <w:r w:rsidR="00F635DB">
        <w:t> </w:t>
      </w:r>
      <w:r w:rsidRPr="009071AC">
        <w:t>Marguerite ne tarda pas à se redresser</w:t>
      </w:r>
      <w:r w:rsidR="00F635DB">
        <w:t xml:space="preserve">, </w:t>
      </w:r>
      <w:r w:rsidRPr="009071AC">
        <w:t>secouant la torpeur qui l</w:t>
      </w:r>
      <w:r w:rsidR="00F635DB">
        <w:t>’</w:t>
      </w:r>
      <w:r w:rsidRPr="009071AC">
        <w:t>envahissait</w:t>
      </w:r>
      <w:r w:rsidR="00F635DB">
        <w:t>…</w:t>
      </w:r>
    </w:p>
    <w:p w14:paraId="514BF63B" w14:textId="77777777" w:rsidR="00F635DB" w:rsidRDefault="00F635DB" w:rsidP="00F635DB">
      <w:r>
        <w:t>— </w:t>
      </w:r>
      <w:r w:rsidR="00855694" w:rsidRPr="009071AC">
        <w:t>Je ne dois pas grandir mes mérites</w:t>
      </w:r>
      <w:r>
        <w:t xml:space="preserve">, </w:t>
      </w:r>
      <w:r w:rsidR="00855694" w:rsidRPr="009071AC">
        <w:t>monsieur</w:t>
      </w:r>
      <w:r>
        <w:t xml:space="preserve">, </w:t>
      </w:r>
      <w:r w:rsidR="00855694" w:rsidRPr="009071AC">
        <w:t>reprit-elle</w:t>
      </w:r>
      <w:r>
        <w:t xml:space="preserve"> ; </w:t>
      </w:r>
      <w:r w:rsidR="00855694" w:rsidRPr="009071AC">
        <w:t>outre l</w:t>
      </w:r>
      <w:r>
        <w:t>’</w:t>
      </w:r>
      <w:r w:rsidR="00855694" w:rsidRPr="009071AC">
        <w:t>orgueil</w:t>
      </w:r>
      <w:r>
        <w:t xml:space="preserve">, </w:t>
      </w:r>
      <w:r w:rsidR="00855694" w:rsidRPr="009071AC">
        <w:t>j</w:t>
      </w:r>
      <w:r>
        <w:t>’</w:t>
      </w:r>
      <w:r w:rsidR="00855694" w:rsidRPr="009071AC">
        <w:t>avais pour me soutenir un but auquel je m</w:t>
      </w:r>
      <w:r>
        <w:t>’</w:t>
      </w:r>
      <w:r w:rsidR="00855694" w:rsidRPr="009071AC">
        <w:t>étais attachée avec la ténacité du désespoir</w:t>
      </w:r>
      <w:r>
        <w:t>…</w:t>
      </w:r>
    </w:p>
    <w:p w14:paraId="1E63D7E3" w14:textId="77777777" w:rsidR="00F635DB" w:rsidRDefault="00855694" w:rsidP="00F635DB">
      <w:r w:rsidRPr="009071AC">
        <w:t>Je voulais devenir la première de mon état</w:t>
      </w:r>
      <w:r w:rsidR="00F635DB">
        <w:t xml:space="preserve">, </w:t>
      </w:r>
      <w:r w:rsidRPr="009071AC">
        <w:t>ayant reconnu que les ouvrières qui excellent sont toujours employées et chèrement payées</w:t>
      </w:r>
      <w:r w:rsidR="00F635DB">
        <w:t>.</w:t>
      </w:r>
    </w:p>
    <w:p w14:paraId="6854F7FC" w14:textId="77777777" w:rsidR="00F635DB" w:rsidRDefault="00855694" w:rsidP="00F635DB">
      <w:r w:rsidRPr="009071AC">
        <w:t>Aussi</w:t>
      </w:r>
      <w:r w:rsidR="00F635DB">
        <w:t xml:space="preserve">, </w:t>
      </w:r>
      <w:r w:rsidRPr="009071AC">
        <w:t>tout en restant la servante</w:t>
      </w:r>
      <w:r w:rsidR="00F635DB">
        <w:t xml:space="preserve">, </w:t>
      </w:r>
      <w:r w:rsidRPr="009071AC">
        <w:t>je trouvais le temps d</w:t>
      </w:r>
      <w:r w:rsidR="00F635DB">
        <w:t>’</w:t>
      </w:r>
      <w:r w:rsidRPr="009071AC">
        <w:t>apprendre assez vite et assez pour étonner mon patron lui-même</w:t>
      </w:r>
      <w:r w:rsidR="00F635DB">
        <w:t>.</w:t>
      </w:r>
    </w:p>
    <w:p w14:paraId="70110649" w14:textId="77777777" w:rsidR="00F635DB" w:rsidRDefault="00855694" w:rsidP="00F635DB">
      <w:r w:rsidRPr="009071AC">
        <w:lastRenderedPageBreak/>
        <w:t>Je savais que j</w:t>
      </w:r>
      <w:r w:rsidR="00F635DB">
        <w:t>’</w:t>
      </w:r>
      <w:r w:rsidRPr="009071AC">
        <w:t>arriverais à gagner entre cinq et six francs par jour</w:t>
      </w:r>
      <w:r w:rsidR="00F635DB">
        <w:t xml:space="preserve">, </w:t>
      </w:r>
      <w:r w:rsidRPr="009071AC">
        <w:t>et avec cela</w:t>
      </w:r>
      <w:r w:rsidR="00F635DB">
        <w:t xml:space="preserve">, </w:t>
      </w:r>
      <w:r w:rsidRPr="009071AC">
        <w:t>je m</w:t>
      </w:r>
      <w:r w:rsidR="00F635DB">
        <w:t>’</w:t>
      </w:r>
      <w:r w:rsidRPr="009071AC">
        <w:t>arrangeais dans l</w:t>
      </w:r>
      <w:r w:rsidR="00F635DB">
        <w:t>’</w:t>
      </w:r>
      <w:r w:rsidRPr="009071AC">
        <w:t>avenir une existence dont les perspectives effaçaient ce que le présent avait parfois de trop intolérable</w:t>
      </w:r>
      <w:r w:rsidR="00F635DB">
        <w:t xml:space="preserve">. </w:t>
      </w:r>
      <w:r w:rsidRPr="009071AC">
        <w:t>Pendant le dernier hiver que je passai chez mes patrons</w:t>
      </w:r>
      <w:r w:rsidR="00F635DB">
        <w:t xml:space="preserve">, </w:t>
      </w:r>
      <w:r w:rsidRPr="009071AC">
        <w:t>les commandes furent si nombreuses et si pressantes qu</w:t>
      </w:r>
      <w:r w:rsidR="00F635DB">
        <w:t>’</w:t>
      </w:r>
      <w:r w:rsidRPr="009071AC">
        <w:t>ils renoncèrent à prendre même un jour de repos par semaine</w:t>
      </w:r>
      <w:r w:rsidR="00F635DB">
        <w:t xml:space="preserve">. </w:t>
      </w:r>
      <w:r w:rsidRPr="009071AC">
        <w:t>À peine</w:t>
      </w:r>
      <w:r w:rsidR="00F635DB">
        <w:t xml:space="preserve">, </w:t>
      </w:r>
      <w:r w:rsidRPr="009071AC">
        <w:t>deux fois par mois</w:t>
      </w:r>
      <w:r w:rsidR="00F635DB">
        <w:t xml:space="preserve">, </w:t>
      </w:r>
      <w:r w:rsidRPr="009071AC">
        <w:t>consentaient-ils à m</w:t>
      </w:r>
      <w:r w:rsidR="00F635DB">
        <w:t>’</w:t>
      </w:r>
      <w:r w:rsidRPr="009071AC">
        <w:t>accorder une heure pour courir à l</w:t>
      </w:r>
      <w:r w:rsidR="00F635DB">
        <w:t>’</w:t>
      </w:r>
      <w:r w:rsidRPr="009071AC">
        <w:t>hospice rendre visite aux sœurs qui m</w:t>
      </w:r>
      <w:r w:rsidR="00F635DB">
        <w:t>’</w:t>
      </w:r>
      <w:r w:rsidRPr="009071AC">
        <w:t>avaient élevée</w:t>
      </w:r>
      <w:r w:rsidR="00F635DB">
        <w:t>.</w:t>
      </w:r>
    </w:p>
    <w:p w14:paraId="08E4B55B" w14:textId="77777777" w:rsidR="00F635DB" w:rsidRDefault="00855694" w:rsidP="00F635DB">
      <w:r w:rsidRPr="009071AC">
        <w:t>Je n</w:t>
      </w:r>
      <w:r w:rsidR="00F635DB">
        <w:t>’</w:t>
      </w:r>
      <w:r w:rsidRPr="009071AC">
        <w:t>avais jamais failli à ce devoir</w:t>
      </w:r>
      <w:r w:rsidR="00F635DB">
        <w:t xml:space="preserve">, </w:t>
      </w:r>
      <w:r w:rsidRPr="009071AC">
        <w:t>mais sur la fin il était devenu ma plus vive jouissance</w:t>
      </w:r>
      <w:r w:rsidR="00F635DB">
        <w:t>.</w:t>
      </w:r>
    </w:p>
    <w:p w14:paraId="3BA42036" w14:textId="77777777" w:rsidR="00F635DB" w:rsidRDefault="00855694" w:rsidP="00F635DB">
      <w:r w:rsidRPr="009071AC">
        <w:t>C</w:t>
      </w:r>
      <w:r w:rsidR="00F635DB">
        <w:t>’</w:t>
      </w:r>
      <w:r w:rsidRPr="009071AC">
        <w:t>est que mon patron n</w:t>
      </w:r>
      <w:r w:rsidR="00F635DB">
        <w:t>’</w:t>
      </w:r>
      <w:r w:rsidRPr="009071AC">
        <w:t>avait pu se dispenser de me payer un peu le surcroît de travail qu</w:t>
      </w:r>
      <w:r w:rsidR="00F635DB">
        <w:t>’</w:t>
      </w:r>
      <w:r w:rsidRPr="009071AC">
        <w:t>il m</w:t>
      </w:r>
      <w:r w:rsidR="00F635DB">
        <w:t>’</w:t>
      </w:r>
      <w:r w:rsidRPr="009071AC">
        <w:t>imposait</w:t>
      </w:r>
      <w:r w:rsidR="00F635DB">
        <w:t xml:space="preserve">. </w:t>
      </w:r>
      <w:r w:rsidRPr="009071AC">
        <w:t>Je disposais de quelques francs toutes les semaines</w:t>
      </w:r>
      <w:r w:rsidR="00F635DB">
        <w:t xml:space="preserve">, </w:t>
      </w:r>
      <w:r w:rsidRPr="009071AC">
        <w:t>et je les portais aux pauvres petites filles de l</w:t>
      </w:r>
      <w:r w:rsidR="00F635DB">
        <w:t>’</w:t>
      </w:r>
      <w:r w:rsidRPr="009071AC">
        <w:t>hospice</w:t>
      </w:r>
      <w:r w:rsidR="00F635DB">
        <w:t xml:space="preserve">. </w:t>
      </w:r>
      <w:r w:rsidRPr="009071AC">
        <w:t>Après avoir vécu toute ma vie de la charité publique</w:t>
      </w:r>
      <w:r w:rsidR="00F635DB">
        <w:t xml:space="preserve">, </w:t>
      </w:r>
      <w:r w:rsidRPr="009071AC">
        <w:t>je faisais l</w:t>
      </w:r>
      <w:r w:rsidR="00F635DB">
        <w:t>’</w:t>
      </w:r>
      <w:r w:rsidRPr="009071AC">
        <w:t>aumône à mon tour</w:t>
      </w:r>
      <w:r w:rsidR="00F635DB">
        <w:t xml:space="preserve">, </w:t>
      </w:r>
      <w:r w:rsidRPr="009071AC">
        <w:t>je donnais</w:t>
      </w:r>
      <w:r w:rsidR="00F635DB">
        <w:t xml:space="preserve">, </w:t>
      </w:r>
      <w:r w:rsidRPr="009071AC">
        <w:t>et cette pensée où se délectait ma vanité me grandissait à mes yeux</w:t>
      </w:r>
      <w:r w:rsidR="00F635DB">
        <w:t>…</w:t>
      </w:r>
    </w:p>
    <w:p w14:paraId="6BA136D2" w14:textId="77777777" w:rsidR="00F635DB" w:rsidRDefault="00855694" w:rsidP="00F635DB">
      <w:r w:rsidRPr="009071AC">
        <w:t>Enfin</w:t>
      </w:r>
      <w:r w:rsidR="00F635DB">
        <w:t xml:space="preserve">, </w:t>
      </w:r>
      <w:r w:rsidRPr="009071AC">
        <w:t>j</w:t>
      </w:r>
      <w:r w:rsidR="00F635DB">
        <w:t>’</w:t>
      </w:r>
      <w:r w:rsidRPr="009071AC">
        <w:t>allais avoir quinze ans</w:t>
      </w:r>
      <w:r w:rsidR="00F635DB">
        <w:t xml:space="preserve">, </w:t>
      </w:r>
      <w:r w:rsidRPr="009071AC">
        <w:t>et j</w:t>
      </w:r>
      <w:r w:rsidR="00F635DB">
        <w:t>’</w:t>
      </w:r>
      <w:r w:rsidRPr="009071AC">
        <w:t>entrevoyais le terme de mon apprentissage</w:t>
      </w:r>
      <w:r w:rsidR="00F635DB">
        <w:t xml:space="preserve">, </w:t>
      </w:r>
      <w:r w:rsidRPr="009071AC">
        <w:t>quand par une belle journée du mois de mars</w:t>
      </w:r>
      <w:r w:rsidR="00F635DB">
        <w:t xml:space="preserve">, </w:t>
      </w:r>
      <w:r w:rsidRPr="009071AC">
        <w:t>pendant que je vaquais à je ne sais quels soins du ménage</w:t>
      </w:r>
      <w:r w:rsidR="00F635DB">
        <w:t xml:space="preserve">, </w:t>
      </w:r>
      <w:r w:rsidRPr="009071AC">
        <w:t>je vis arriver à l</w:t>
      </w:r>
      <w:r w:rsidR="00F635DB">
        <w:t>’</w:t>
      </w:r>
      <w:r w:rsidRPr="009071AC">
        <w:t>atelier une des sœurs converses de l</w:t>
      </w:r>
      <w:r w:rsidR="00F635DB">
        <w:t>’</w:t>
      </w:r>
      <w:r w:rsidRPr="009071AC">
        <w:t>hôpital</w:t>
      </w:r>
      <w:r w:rsidR="00F635DB">
        <w:t>.</w:t>
      </w:r>
    </w:p>
    <w:p w14:paraId="64749259" w14:textId="77777777" w:rsidR="00F635DB" w:rsidRDefault="00855694" w:rsidP="00F635DB">
      <w:r w:rsidRPr="009071AC">
        <w:t>Elle était rouge</w:t>
      </w:r>
      <w:r w:rsidR="00F635DB">
        <w:t xml:space="preserve">, </w:t>
      </w:r>
      <w:r w:rsidRPr="009071AC">
        <w:t>tout effarée</w:t>
      </w:r>
      <w:r w:rsidR="00F635DB">
        <w:t xml:space="preserve">, </w:t>
      </w:r>
      <w:r w:rsidRPr="009071AC">
        <w:t>et si essoufflée d</w:t>
      </w:r>
      <w:r w:rsidR="00F635DB">
        <w:t>’</w:t>
      </w:r>
      <w:r w:rsidRPr="009071AC">
        <w:t>avoir monté vite l</w:t>
      </w:r>
      <w:r w:rsidR="00F635DB">
        <w:t>’</w:t>
      </w:r>
      <w:r w:rsidRPr="009071AC">
        <w:t>escalier</w:t>
      </w:r>
      <w:r w:rsidR="00F635DB">
        <w:t xml:space="preserve">, </w:t>
      </w:r>
      <w:r w:rsidRPr="009071AC">
        <w:t>que c</w:t>
      </w:r>
      <w:r w:rsidR="00F635DB">
        <w:t>’</w:t>
      </w:r>
      <w:r w:rsidRPr="009071AC">
        <w:t>est bien juste si elle put me dire</w:t>
      </w:r>
      <w:r w:rsidR="00F635DB">
        <w:t> :</w:t>
      </w:r>
    </w:p>
    <w:p w14:paraId="3848EAA4" w14:textId="77777777" w:rsidR="00F635DB" w:rsidRDefault="00F635DB" w:rsidP="00F635DB">
      <w:r>
        <w:t>— </w:t>
      </w:r>
      <w:r w:rsidR="00855694" w:rsidRPr="009071AC">
        <w:t>Vite</w:t>
      </w:r>
      <w:r>
        <w:t xml:space="preserve">, </w:t>
      </w:r>
      <w:r w:rsidR="00855694" w:rsidRPr="009071AC">
        <w:t>venez</w:t>
      </w:r>
      <w:r>
        <w:t xml:space="preserve">, </w:t>
      </w:r>
      <w:r w:rsidR="00855694" w:rsidRPr="009071AC">
        <w:t>suivez-moi</w:t>
      </w:r>
      <w:r>
        <w:t xml:space="preserve">, </w:t>
      </w:r>
      <w:r w:rsidR="00855694" w:rsidRPr="009071AC">
        <w:t>on vous attend</w:t>
      </w:r>
      <w:r>
        <w:t>.</w:t>
      </w:r>
    </w:p>
    <w:p w14:paraId="237A7B4F" w14:textId="77777777" w:rsidR="00F635DB" w:rsidRDefault="00F635DB" w:rsidP="00F635DB">
      <w:r>
        <w:t>— </w:t>
      </w:r>
      <w:r w:rsidR="00855694" w:rsidRPr="009071AC">
        <w:t>Qui</w:t>
      </w:r>
      <w:r>
        <w:t xml:space="preserve"> ?… </w:t>
      </w:r>
      <w:r w:rsidR="00855694" w:rsidRPr="009071AC">
        <w:t>Où</w:t>
      </w:r>
      <w:r>
        <w:t> ?…</w:t>
      </w:r>
    </w:p>
    <w:p w14:paraId="294A2D48" w14:textId="77777777" w:rsidR="00F635DB" w:rsidRDefault="00F635DB" w:rsidP="00F635DB">
      <w:r>
        <w:t>— </w:t>
      </w:r>
      <w:r w:rsidR="00855694" w:rsidRPr="009071AC">
        <w:t>Arrivez</w:t>
      </w:r>
      <w:r>
        <w:t xml:space="preserve">. </w:t>
      </w:r>
      <w:r w:rsidR="00855694" w:rsidRPr="009071AC">
        <w:t>Ah</w:t>
      </w:r>
      <w:r>
        <w:t xml:space="preserve"> !… </w:t>
      </w:r>
      <w:r w:rsidR="00855694" w:rsidRPr="009071AC">
        <w:t>chère petite</w:t>
      </w:r>
      <w:r>
        <w:t xml:space="preserve">, </w:t>
      </w:r>
      <w:r w:rsidR="00855694" w:rsidRPr="009071AC">
        <w:t>si vous saviez</w:t>
      </w:r>
      <w:r>
        <w:t>…</w:t>
      </w:r>
    </w:p>
    <w:p w14:paraId="34A888DF" w14:textId="77777777" w:rsidR="00F635DB" w:rsidRDefault="00855694" w:rsidP="00F635DB">
      <w:r w:rsidRPr="009071AC">
        <w:t>J</w:t>
      </w:r>
      <w:r w:rsidR="00F635DB">
        <w:t>’</w:t>
      </w:r>
      <w:r w:rsidRPr="009071AC">
        <w:t>hésitais</w:t>
      </w:r>
      <w:r w:rsidR="00F635DB">
        <w:t xml:space="preserve">, </w:t>
      </w:r>
      <w:r w:rsidRPr="009071AC">
        <w:t>ma patronne me poussa</w:t>
      </w:r>
      <w:r w:rsidR="00F635DB">
        <w:t>.</w:t>
      </w:r>
    </w:p>
    <w:p w14:paraId="16339458" w14:textId="77777777" w:rsidR="00F635DB" w:rsidRDefault="00F635DB" w:rsidP="00F635DB">
      <w:r>
        <w:lastRenderedPageBreak/>
        <w:t>— </w:t>
      </w:r>
      <w:r w:rsidR="00855694" w:rsidRPr="009071AC">
        <w:t>Va donc</w:t>
      </w:r>
      <w:r>
        <w:t xml:space="preserve">, </w:t>
      </w:r>
      <w:r w:rsidR="00855694" w:rsidRPr="009071AC">
        <w:t>petite bête</w:t>
      </w:r>
      <w:r>
        <w:t> !…</w:t>
      </w:r>
    </w:p>
    <w:p w14:paraId="3B4AE2F5" w14:textId="77777777" w:rsidR="00F635DB" w:rsidRDefault="00855694" w:rsidP="00F635DB">
      <w:r w:rsidRPr="009071AC">
        <w:t>Je suivis la converse sans songer à changer de vêtements</w:t>
      </w:r>
      <w:r w:rsidR="00F635DB">
        <w:t xml:space="preserve">, </w:t>
      </w:r>
      <w:r w:rsidRPr="009071AC">
        <w:t>sans retirer seulement le tablier de cuisine que j</w:t>
      </w:r>
      <w:r w:rsidR="00F635DB">
        <w:t>’</w:t>
      </w:r>
      <w:r w:rsidRPr="009071AC">
        <w:t>avais devant moi</w:t>
      </w:r>
      <w:r w:rsidR="00F635DB">
        <w:t>.</w:t>
      </w:r>
    </w:p>
    <w:p w14:paraId="48DE388D" w14:textId="77777777" w:rsidR="00F635DB" w:rsidRDefault="00855694" w:rsidP="00F635DB">
      <w:r w:rsidRPr="009071AC">
        <w:t>En bas</w:t>
      </w:r>
      <w:r w:rsidR="00F635DB">
        <w:t xml:space="preserve">, </w:t>
      </w:r>
      <w:r w:rsidRPr="009071AC">
        <w:t>devant la porte</w:t>
      </w:r>
      <w:r w:rsidR="00F635DB">
        <w:t xml:space="preserve">, </w:t>
      </w:r>
      <w:r w:rsidRPr="009071AC">
        <w:t>était la plus magnifique voiture que j</w:t>
      </w:r>
      <w:r w:rsidR="00F635DB">
        <w:t>’</w:t>
      </w:r>
      <w:r w:rsidRPr="009071AC">
        <w:t>eusse vue de ma vie</w:t>
      </w:r>
      <w:r w:rsidR="00F635DB">
        <w:t xml:space="preserve">… </w:t>
      </w:r>
      <w:r w:rsidRPr="009071AC">
        <w:t>Le dedans</w:t>
      </w:r>
      <w:r w:rsidR="00F635DB">
        <w:t xml:space="preserve">, </w:t>
      </w:r>
      <w:r w:rsidRPr="009071AC">
        <w:t>tout capitonné de soie claire</w:t>
      </w:r>
      <w:r w:rsidR="00F635DB">
        <w:t xml:space="preserve">, </w:t>
      </w:r>
      <w:r w:rsidRPr="009071AC">
        <w:t>me semblait si beau que je n</w:t>
      </w:r>
      <w:r w:rsidR="00F635DB">
        <w:t>’</w:t>
      </w:r>
      <w:r w:rsidRPr="009071AC">
        <w:t>osais approcher</w:t>
      </w:r>
      <w:r w:rsidR="00F635DB">
        <w:t xml:space="preserve">. </w:t>
      </w:r>
      <w:r w:rsidRPr="009071AC">
        <w:t>Un valet de pied tout chamarré d</w:t>
      </w:r>
      <w:r w:rsidR="00F635DB">
        <w:t>’</w:t>
      </w:r>
      <w:r w:rsidRPr="009071AC">
        <w:t>or qui tenait respectueusement la portière</w:t>
      </w:r>
      <w:r w:rsidR="00F635DB">
        <w:t xml:space="preserve">, </w:t>
      </w:r>
      <w:r w:rsidRPr="009071AC">
        <w:t>achevait de m</w:t>
      </w:r>
      <w:r w:rsidR="00F635DB">
        <w:t>’</w:t>
      </w:r>
      <w:r w:rsidRPr="009071AC">
        <w:t>intimider</w:t>
      </w:r>
      <w:r w:rsidR="00F635DB">
        <w:t>.</w:t>
      </w:r>
    </w:p>
    <w:p w14:paraId="0EDD459A" w14:textId="77777777" w:rsidR="00F635DB" w:rsidRDefault="00F635DB" w:rsidP="00F635DB">
      <w:r>
        <w:t>— </w:t>
      </w:r>
      <w:r w:rsidR="00855694" w:rsidRPr="009071AC">
        <w:t>Il faut cependant monter</w:t>
      </w:r>
      <w:r>
        <w:t xml:space="preserve">, </w:t>
      </w:r>
      <w:r w:rsidR="00855694" w:rsidRPr="009071AC">
        <w:t>me dit la sœur converse</w:t>
      </w:r>
      <w:r>
        <w:t xml:space="preserve">, </w:t>
      </w:r>
      <w:r w:rsidR="00855694" w:rsidRPr="009071AC">
        <w:t>c</w:t>
      </w:r>
      <w:r>
        <w:t>’</w:t>
      </w:r>
      <w:r w:rsidR="00855694" w:rsidRPr="009071AC">
        <w:t xml:space="preserve">est </w:t>
      </w:r>
      <w:proofErr w:type="spellStart"/>
      <w:r w:rsidR="00855694" w:rsidRPr="009071AC">
        <w:t>là dedans</w:t>
      </w:r>
      <w:proofErr w:type="spellEnd"/>
      <w:r w:rsidR="00855694" w:rsidRPr="009071AC">
        <w:t xml:space="preserve"> que je suis venue</w:t>
      </w:r>
      <w:r>
        <w:t>.</w:t>
      </w:r>
    </w:p>
    <w:p w14:paraId="48BA1FC3" w14:textId="77777777" w:rsidR="00F635DB" w:rsidRDefault="00855694" w:rsidP="00F635DB">
      <w:r w:rsidRPr="009071AC">
        <w:t>Je montai</w:t>
      </w:r>
      <w:r w:rsidR="00F635DB">
        <w:t xml:space="preserve">, </w:t>
      </w:r>
      <w:r w:rsidRPr="009071AC">
        <w:t>la tête absolument troublée</w:t>
      </w:r>
      <w:r w:rsidR="00F635DB">
        <w:t xml:space="preserve">, </w:t>
      </w:r>
      <w:r w:rsidRPr="009071AC">
        <w:t>et avant d</w:t>
      </w:r>
      <w:r w:rsidR="00F635DB">
        <w:t>’</w:t>
      </w:r>
      <w:r w:rsidRPr="009071AC">
        <w:t>être revenue de mon étourdissement</w:t>
      </w:r>
      <w:r w:rsidR="00F635DB">
        <w:t xml:space="preserve">, </w:t>
      </w:r>
      <w:r w:rsidRPr="009071AC">
        <w:t>j</w:t>
      </w:r>
      <w:r w:rsidR="00F635DB">
        <w:t>’</w:t>
      </w:r>
      <w:r w:rsidRPr="009071AC">
        <w:t>arrivais à l</w:t>
      </w:r>
      <w:r w:rsidR="00F635DB">
        <w:t>’</w:t>
      </w:r>
      <w:r w:rsidRPr="009071AC">
        <w:t>hospice</w:t>
      </w:r>
      <w:r w:rsidR="00F635DB">
        <w:t xml:space="preserve">, </w:t>
      </w:r>
      <w:r w:rsidRPr="009071AC">
        <w:t xml:space="preserve">dans ce </w:t>
      </w:r>
      <w:r w:rsidR="00F635DB">
        <w:t>« </w:t>
      </w:r>
      <w:r w:rsidRPr="009071AC">
        <w:t>bureau</w:t>
      </w:r>
      <w:r w:rsidR="00F635DB">
        <w:t> »</w:t>
      </w:r>
      <w:r w:rsidRPr="009071AC">
        <w:t xml:space="preserve"> où avait été rédigé mon contrat d</w:t>
      </w:r>
      <w:r w:rsidR="00F635DB">
        <w:t>’</w:t>
      </w:r>
      <w:r w:rsidRPr="009071AC">
        <w:t>apprentissage</w:t>
      </w:r>
      <w:r w:rsidR="00F635DB">
        <w:t>…</w:t>
      </w:r>
    </w:p>
    <w:p w14:paraId="5A4C3AF6" w14:textId="76E53F2F" w:rsidR="00F635DB" w:rsidRDefault="00855694" w:rsidP="00F635DB">
      <w:r w:rsidRPr="009071AC">
        <w:t>Dès que je parus</w:t>
      </w:r>
      <w:r w:rsidR="00F635DB">
        <w:t>, M</w:t>
      </w:r>
      <w:r w:rsidR="00F635DB" w:rsidRPr="00F635DB">
        <w:rPr>
          <w:vertAlign w:val="superscript"/>
        </w:rPr>
        <w:t>me</w:t>
      </w:r>
      <w:r w:rsidR="00F635DB">
        <w:t> </w:t>
      </w:r>
      <w:r w:rsidRPr="009071AC">
        <w:t>la supérieure me prit par la main</w:t>
      </w:r>
      <w:r w:rsidR="00F635DB">
        <w:t xml:space="preserve">, </w:t>
      </w:r>
      <w:r w:rsidRPr="009071AC">
        <w:t>et m</w:t>
      </w:r>
      <w:r w:rsidR="00F635DB">
        <w:t>’</w:t>
      </w:r>
      <w:r w:rsidRPr="009071AC">
        <w:t>attirant vers un homme âgé</w:t>
      </w:r>
      <w:r w:rsidR="00F635DB">
        <w:t xml:space="preserve">, </w:t>
      </w:r>
      <w:r w:rsidRPr="009071AC">
        <w:t>debout près de la fenêtre</w:t>
      </w:r>
      <w:r w:rsidR="00F635DB">
        <w:t> :</w:t>
      </w:r>
    </w:p>
    <w:p w14:paraId="52D6C6F2" w14:textId="21C008F3" w:rsidR="00F635DB" w:rsidRDefault="00F635DB" w:rsidP="00F635DB">
      <w:r>
        <w:t>— </w:t>
      </w:r>
      <w:r w:rsidR="00855694" w:rsidRPr="009071AC">
        <w:t>Marguerite</w:t>
      </w:r>
      <w:r>
        <w:t xml:space="preserve">, </w:t>
      </w:r>
      <w:r w:rsidR="00855694" w:rsidRPr="009071AC">
        <w:t>me dit-elle</w:t>
      </w:r>
      <w:r>
        <w:t xml:space="preserve">, </w:t>
      </w:r>
      <w:r w:rsidR="00855694" w:rsidRPr="009071AC">
        <w:t xml:space="preserve">saluez </w:t>
      </w:r>
      <w:r>
        <w:t>M. </w:t>
      </w:r>
      <w:r w:rsidR="00855694" w:rsidRPr="009071AC">
        <w:t xml:space="preserve">le comte de </w:t>
      </w:r>
      <w:proofErr w:type="spellStart"/>
      <w:r w:rsidR="00855694" w:rsidRPr="009071AC">
        <w:t>Chalusse</w:t>
      </w:r>
      <w:proofErr w:type="spellEnd"/>
      <w:r>
        <w:t>.</w:t>
      </w:r>
    </w:p>
    <w:p w14:paraId="453E143F" w14:textId="397EDC50" w:rsidR="00855694" w:rsidRPr="009071AC" w:rsidRDefault="00855694" w:rsidP="00F635DB">
      <w:pPr>
        <w:pStyle w:val="Titre1"/>
      </w:pPr>
      <w:bookmarkStart w:id="9" w:name="_Toc202021407"/>
      <w:r w:rsidRPr="009071AC">
        <w:lastRenderedPageBreak/>
        <w:t>IX</w:t>
      </w:r>
      <w:bookmarkEnd w:id="9"/>
      <w:r w:rsidRPr="009071AC">
        <w:br/>
      </w:r>
    </w:p>
    <w:p w14:paraId="0D8B4926" w14:textId="77777777" w:rsidR="00F635DB" w:rsidRDefault="00855694" w:rsidP="00F635DB">
      <w:r w:rsidRPr="009071AC">
        <w:t>Depuis un moment déjà</w:t>
      </w:r>
      <w:r w:rsidR="00F635DB">
        <w:t xml:space="preserve">, </w:t>
      </w:r>
      <w:r w:rsidRPr="009071AC">
        <w:t>on entendait au dehors</w:t>
      </w:r>
      <w:r w:rsidR="00F635DB">
        <w:t xml:space="preserve">, </w:t>
      </w:r>
      <w:r w:rsidRPr="009071AC">
        <w:t>dans le vestibule</w:t>
      </w:r>
      <w:r w:rsidR="00F635DB">
        <w:t xml:space="preserve">, </w:t>
      </w:r>
      <w:r w:rsidRPr="009071AC">
        <w:t>un mouvement inusité</w:t>
      </w:r>
      <w:r w:rsidR="00F635DB">
        <w:t xml:space="preserve">, </w:t>
      </w:r>
      <w:r w:rsidRPr="009071AC">
        <w:t>des pas qui allaient et venaient</w:t>
      </w:r>
      <w:r w:rsidR="00F635DB">
        <w:t xml:space="preserve">, </w:t>
      </w:r>
      <w:r w:rsidRPr="009071AC">
        <w:t>des trépignements et le murmure étouffé de voix se consultant</w:t>
      </w:r>
      <w:r w:rsidR="00F635DB">
        <w:t xml:space="preserve">. </w:t>
      </w:r>
      <w:r w:rsidRPr="009071AC">
        <w:t>Impatienté et croyant comprendre ce dont il s</w:t>
      </w:r>
      <w:r w:rsidR="00F635DB">
        <w:t>’</w:t>
      </w:r>
      <w:r w:rsidRPr="009071AC">
        <w:t>agissait</w:t>
      </w:r>
      <w:r w:rsidR="00F635DB">
        <w:t xml:space="preserve">, </w:t>
      </w:r>
      <w:r w:rsidRPr="009071AC">
        <w:t>le juge de paix se leva et courut ouvrir</w:t>
      </w:r>
      <w:r w:rsidR="00F635DB">
        <w:t>.</w:t>
      </w:r>
    </w:p>
    <w:p w14:paraId="1A75B8C9" w14:textId="77777777" w:rsidR="00F635DB" w:rsidRDefault="00855694" w:rsidP="00F635DB">
      <w:r w:rsidRPr="009071AC">
        <w:t>Il ne s</w:t>
      </w:r>
      <w:r w:rsidR="00F635DB">
        <w:t>’</w:t>
      </w:r>
      <w:r w:rsidRPr="009071AC">
        <w:t>était pas trompé</w:t>
      </w:r>
      <w:r w:rsidR="00F635DB">
        <w:t xml:space="preserve">. </w:t>
      </w:r>
      <w:r w:rsidRPr="009071AC">
        <w:t>Le greffier était revenu de déjeuner</w:t>
      </w:r>
      <w:r w:rsidR="00F635DB">
        <w:t xml:space="preserve"> ; </w:t>
      </w:r>
      <w:r w:rsidRPr="009071AC">
        <w:t>il n</w:t>
      </w:r>
      <w:r w:rsidR="00F635DB">
        <w:t>’</w:t>
      </w:r>
      <w:r w:rsidRPr="009071AC">
        <w:t>osait troubler le magistrat</w:t>
      </w:r>
      <w:r w:rsidR="00F635DB">
        <w:t xml:space="preserve">, </w:t>
      </w:r>
      <w:r w:rsidRPr="009071AC">
        <w:t>et cependant</w:t>
      </w:r>
      <w:r w:rsidR="00F635DB">
        <w:t xml:space="preserve">, </w:t>
      </w:r>
      <w:r w:rsidRPr="009071AC">
        <w:t>le temps lui paraissait long</w:t>
      </w:r>
      <w:r w:rsidR="00F635DB">
        <w:t>.</w:t>
      </w:r>
    </w:p>
    <w:p w14:paraId="50B746EA" w14:textId="77777777" w:rsidR="00F635DB" w:rsidRDefault="00F635DB" w:rsidP="00F635DB">
      <w:r>
        <w:t>— </w:t>
      </w:r>
      <w:r w:rsidR="00855694" w:rsidRPr="009071AC">
        <w:t>Ah</w:t>
      </w:r>
      <w:r>
        <w:t xml:space="preserve"> !… </w:t>
      </w:r>
      <w:r w:rsidR="00855694" w:rsidRPr="009071AC">
        <w:t>c</w:t>
      </w:r>
      <w:r>
        <w:t>’</w:t>
      </w:r>
      <w:r w:rsidR="00855694" w:rsidRPr="009071AC">
        <w:t>est vous</w:t>
      </w:r>
      <w:r>
        <w:t xml:space="preserve">, </w:t>
      </w:r>
      <w:r w:rsidR="00855694" w:rsidRPr="009071AC">
        <w:t>monsieur</w:t>
      </w:r>
      <w:r>
        <w:t xml:space="preserve">, </w:t>
      </w:r>
      <w:r w:rsidR="00855694" w:rsidRPr="009071AC">
        <w:t>fit le vieux juge</w:t>
      </w:r>
      <w:r>
        <w:t xml:space="preserve">. </w:t>
      </w:r>
      <w:r w:rsidR="00855694" w:rsidRPr="009071AC">
        <w:t>Eh bien</w:t>
      </w:r>
      <w:r>
        <w:t xml:space="preserve"> ! </w:t>
      </w:r>
      <w:r w:rsidR="00855694" w:rsidRPr="009071AC">
        <w:t>commencez l</w:t>
      </w:r>
      <w:r>
        <w:t>’</w:t>
      </w:r>
      <w:r w:rsidR="00855694" w:rsidRPr="009071AC">
        <w:t>inventaire des objets en vue</w:t>
      </w:r>
      <w:r>
        <w:t xml:space="preserve">, </w:t>
      </w:r>
      <w:r w:rsidR="00855694" w:rsidRPr="009071AC">
        <w:t>je ne tarderai pas à vous rejoindre</w:t>
      </w:r>
      <w:r>
        <w:t>.</w:t>
      </w:r>
    </w:p>
    <w:p w14:paraId="0132EB04" w14:textId="77777777" w:rsidR="00F635DB" w:rsidRDefault="00855694" w:rsidP="00F635DB">
      <w:r w:rsidRPr="009071AC">
        <w:t>Et refermant la porte</w:t>
      </w:r>
      <w:r w:rsidR="00F635DB">
        <w:t xml:space="preserve">, </w:t>
      </w:r>
      <w:r w:rsidRPr="009071AC">
        <w:t>il revint s</w:t>
      </w:r>
      <w:r w:rsidR="00F635DB">
        <w:t>’</w:t>
      </w:r>
      <w:r w:rsidRPr="009071AC">
        <w:t>asseoir</w:t>
      </w:r>
      <w:r w:rsidR="00F635DB">
        <w:t>…</w:t>
      </w:r>
    </w:p>
    <w:p w14:paraId="4647F550" w14:textId="59BA9F88" w:rsidR="00F635DB" w:rsidRDefault="00855694" w:rsidP="00F635DB">
      <w:r w:rsidRPr="009071AC">
        <w:t>C</w:t>
      </w:r>
      <w:r w:rsidR="00F635DB">
        <w:t>’</w:t>
      </w:r>
      <w:r w:rsidRPr="009071AC">
        <w:t xml:space="preserve">est à peine si </w:t>
      </w:r>
      <w:r w:rsidR="00F635DB">
        <w:t>M</w:t>
      </w:r>
      <w:r w:rsidR="00F635DB" w:rsidRPr="00F635DB">
        <w:rPr>
          <w:vertAlign w:val="superscript"/>
        </w:rPr>
        <w:t>lle</w:t>
      </w:r>
      <w:r w:rsidR="00F635DB">
        <w:t> </w:t>
      </w:r>
      <w:r w:rsidRPr="009071AC">
        <w:t>Marguerite s</w:t>
      </w:r>
      <w:r w:rsidR="00F635DB">
        <w:t>’</w:t>
      </w:r>
      <w:r w:rsidRPr="009071AC">
        <w:t>était aperçue de son mouvement</w:t>
      </w:r>
      <w:r w:rsidR="00F635DB">
        <w:t xml:space="preserve">, </w:t>
      </w:r>
      <w:r w:rsidRPr="009071AC">
        <w:t>et il n</w:t>
      </w:r>
      <w:r w:rsidR="00F635DB">
        <w:t>’</w:t>
      </w:r>
      <w:r w:rsidRPr="009071AC">
        <w:t>avait pas repris sa place que déjà elle poursuivait</w:t>
      </w:r>
      <w:r w:rsidR="00F635DB">
        <w:t> :</w:t>
      </w:r>
    </w:p>
    <w:p w14:paraId="3EF5DC7C" w14:textId="77777777" w:rsidR="00F635DB" w:rsidRDefault="00F635DB" w:rsidP="00F635DB">
      <w:r>
        <w:t>— </w:t>
      </w:r>
      <w:r w:rsidR="00855694" w:rsidRPr="009071AC">
        <w:t>De ma vie je n</w:t>
      </w:r>
      <w:r>
        <w:t>’</w:t>
      </w:r>
      <w:r w:rsidR="00855694" w:rsidRPr="009071AC">
        <w:t xml:space="preserve">avais aperçu un homme aussi imposant que le comte de </w:t>
      </w:r>
      <w:proofErr w:type="spellStart"/>
      <w:r w:rsidR="00855694" w:rsidRPr="009071AC">
        <w:t>Chalusse</w:t>
      </w:r>
      <w:proofErr w:type="spellEnd"/>
      <w:r>
        <w:t xml:space="preserve">… </w:t>
      </w:r>
      <w:r w:rsidR="00855694" w:rsidRPr="009071AC">
        <w:t>Tout en lui</w:t>
      </w:r>
      <w:r>
        <w:t xml:space="preserve">, </w:t>
      </w:r>
      <w:r w:rsidR="00855694" w:rsidRPr="009071AC">
        <w:t>son attitude</w:t>
      </w:r>
      <w:r>
        <w:t xml:space="preserve">, </w:t>
      </w:r>
      <w:r w:rsidR="00855694" w:rsidRPr="009071AC">
        <w:t>sa haute taille</w:t>
      </w:r>
      <w:r>
        <w:t xml:space="preserve">, </w:t>
      </w:r>
      <w:r w:rsidR="00855694" w:rsidRPr="009071AC">
        <w:t>la façon dont il était vêtu</w:t>
      </w:r>
      <w:r>
        <w:t xml:space="preserve">, </w:t>
      </w:r>
      <w:r w:rsidR="00855694" w:rsidRPr="009071AC">
        <w:t>son visage</w:t>
      </w:r>
      <w:r>
        <w:t xml:space="preserve">, </w:t>
      </w:r>
      <w:r w:rsidR="00855694" w:rsidRPr="009071AC">
        <w:t>son regard</w:t>
      </w:r>
      <w:r>
        <w:t xml:space="preserve">, </w:t>
      </w:r>
      <w:r w:rsidR="00855694" w:rsidRPr="009071AC">
        <w:t>devait frapper de respect et de crainte une pauvre enfant comme moi</w:t>
      </w:r>
      <w:r>
        <w:t>…</w:t>
      </w:r>
    </w:p>
    <w:p w14:paraId="35F08D50" w14:textId="77777777" w:rsidR="00F635DB" w:rsidRDefault="00855694" w:rsidP="00F635DB">
      <w:r w:rsidRPr="009071AC">
        <w:t>Et c</w:t>
      </w:r>
      <w:r w:rsidR="00F635DB">
        <w:t>’</w:t>
      </w:r>
      <w:r w:rsidRPr="009071AC">
        <w:t>est à peine si j</w:t>
      </w:r>
      <w:r w:rsidR="00F635DB">
        <w:t>’</w:t>
      </w:r>
      <w:r w:rsidRPr="009071AC">
        <w:t>eus assez de présence d</w:t>
      </w:r>
      <w:r w:rsidR="00F635DB">
        <w:t>’</w:t>
      </w:r>
      <w:r w:rsidRPr="009071AC">
        <w:t>esprit pour m</w:t>
      </w:r>
      <w:r w:rsidR="00F635DB">
        <w:t>’</w:t>
      </w:r>
      <w:r w:rsidRPr="009071AC">
        <w:t>incliner devant lui respectueusement</w:t>
      </w:r>
      <w:r w:rsidR="00F635DB">
        <w:t>.</w:t>
      </w:r>
    </w:p>
    <w:p w14:paraId="43DA91AA" w14:textId="77777777" w:rsidR="00F635DB" w:rsidRDefault="00855694" w:rsidP="00F635DB">
      <w:r w:rsidRPr="009071AC">
        <w:t>Lui me dévisagea d</w:t>
      </w:r>
      <w:r w:rsidR="00F635DB">
        <w:t>’</w:t>
      </w:r>
      <w:r w:rsidRPr="009071AC">
        <w:t>un œil indifférent</w:t>
      </w:r>
      <w:r w:rsidR="00F635DB">
        <w:t xml:space="preserve">, </w:t>
      </w:r>
      <w:r w:rsidRPr="009071AC">
        <w:t>et du bout des lèvres laissa tomber ces froides paroles</w:t>
      </w:r>
      <w:r w:rsidR="00F635DB">
        <w:t> :</w:t>
      </w:r>
    </w:p>
    <w:p w14:paraId="7B8EF94D" w14:textId="77777777" w:rsidR="00F635DB" w:rsidRDefault="00F635DB" w:rsidP="00F635DB">
      <w:r>
        <w:lastRenderedPageBreak/>
        <w:t>— </w:t>
      </w:r>
      <w:r w:rsidR="00855694" w:rsidRPr="009071AC">
        <w:t>Ah</w:t>
      </w:r>
      <w:r>
        <w:t xml:space="preserve"> !… </w:t>
      </w:r>
      <w:r w:rsidR="00855694" w:rsidRPr="009071AC">
        <w:t>c</w:t>
      </w:r>
      <w:r>
        <w:t>’</w:t>
      </w:r>
      <w:r w:rsidR="00855694" w:rsidRPr="009071AC">
        <w:t>est là cette jeune fille dont vous me parliez</w:t>
      </w:r>
      <w:r>
        <w:t> !</w:t>
      </w:r>
    </w:p>
    <w:p w14:paraId="6FD52FFD" w14:textId="078C8CF0" w:rsidR="00F635DB" w:rsidRDefault="00855694" w:rsidP="00F635DB">
      <w:r w:rsidRPr="009071AC">
        <w:t>L</w:t>
      </w:r>
      <w:r w:rsidR="00F635DB">
        <w:t>’</w:t>
      </w:r>
      <w:r w:rsidRPr="009071AC">
        <w:t>accent du comte trahissait si bien une surprise désagréable</w:t>
      </w:r>
      <w:r w:rsidR="00F635DB">
        <w:t xml:space="preserve">, </w:t>
      </w:r>
      <w:r w:rsidRPr="009071AC">
        <w:t xml:space="preserve">que </w:t>
      </w:r>
      <w:r w:rsidR="00F635DB">
        <w:t>M</w:t>
      </w:r>
      <w:r w:rsidR="00F635DB" w:rsidRPr="00F635DB">
        <w:rPr>
          <w:vertAlign w:val="superscript"/>
        </w:rPr>
        <w:t>me</w:t>
      </w:r>
      <w:r w:rsidR="00F635DB">
        <w:t> </w:t>
      </w:r>
      <w:r w:rsidRPr="009071AC">
        <w:t>la supérieure en fut frappée</w:t>
      </w:r>
      <w:r w:rsidR="00F635DB">
        <w:t>.</w:t>
      </w:r>
    </w:p>
    <w:p w14:paraId="4C084E63" w14:textId="77777777" w:rsidR="00F635DB" w:rsidRDefault="00855694" w:rsidP="00F635DB">
      <w:r w:rsidRPr="009071AC">
        <w:t>Elle me regarda et parut indignée et désolée de mon accoutrement plus que modeste</w:t>
      </w:r>
      <w:r w:rsidR="00F635DB">
        <w:t>.</w:t>
      </w:r>
    </w:p>
    <w:p w14:paraId="152D2E93" w14:textId="77777777" w:rsidR="00F635DB" w:rsidRDefault="00F635DB" w:rsidP="00F635DB">
      <w:r>
        <w:t>— </w:t>
      </w:r>
      <w:r w:rsidR="00855694" w:rsidRPr="009071AC">
        <w:t>Il est honteux</w:t>
      </w:r>
      <w:r>
        <w:t xml:space="preserve">, </w:t>
      </w:r>
      <w:r w:rsidR="00855694" w:rsidRPr="009071AC">
        <w:t>s</w:t>
      </w:r>
      <w:r>
        <w:t>’</w:t>
      </w:r>
      <w:r w:rsidR="00855694" w:rsidRPr="009071AC">
        <w:t>écria-t-elle</w:t>
      </w:r>
      <w:r>
        <w:t xml:space="preserve">, </w:t>
      </w:r>
      <w:r w:rsidR="00855694" w:rsidRPr="009071AC">
        <w:t>de laisser sortir une enfant ainsi vêtue</w:t>
      </w:r>
      <w:r>
        <w:t> !</w:t>
      </w:r>
    </w:p>
    <w:p w14:paraId="6AEB8403" w14:textId="77777777" w:rsidR="00F635DB" w:rsidRDefault="00855694" w:rsidP="00F635DB">
      <w:r w:rsidRPr="009071AC">
        <w:t>Et tout aussitôt elle m</w:t>
      </w:r>
      <w:r w:rsidR="00F635DB">
        <w:t>’</w:t>
      </w:r>
      <w:r w:rsidRPr="009071AC">
        <w:t>arracha</w:t>
      </w:r>
      <w:r w:rsidR="00F635DB">
        <w:t xml:space="preserve">, </w:t>
      </w:r>
      <w:r w:rsidRPr="009071AC">
        <w:t>plutôt qu</w:t>
      </w:r>
      <w:r w:rsidR="00F635DB">
        <w:t>’</w:t>
      </w:r>
      <w:r w:rsidRPr="009071AC">
        <w:t>elle ne dénoua mon tablier de cuisine</w:t>
      </w:r>
      <w:r w:rsidR="00F635DB">
        <w:t xml:space="preserve">, </w:t>
      </w:r>
      <w:r w:rsidRPr="009071AC">
        <w:t>et de ses propres mains se mit à relever mes cheveux</w:t>
      </w:r>
      <w:r w:rsidR="00F635DB">
        <w:t xml:space="preserve">, </w:t>
      </w:r>
      <w:r w:rsidRPr="009071AC">
        <w:t>comme pour mieux faire valoir ma personne</w:t>
      </w:r>
      <w:r w:rsidR="00F635DB">
        <w:t>.</w:t>
      </w:r>
    </w:p>
    <w:p w14:paraId="3C4092FB" w14:textId="77777777" w:rsidR="00F635DB" w:rsidRDefault="00F635DB" w:rsidP="00F635DB">
      <w:r>
        <w:t>— </w:t>
      </w:r>
      <w:r w:rsidR="00855694" w:rsidRPr="009071AC">
        <w:t>Ah</w:t>
      </w:r>
      <w:r>
        <w:t xml:space="preserve"> !… </w:t>
      </w:r>
      <w:r w:rsidR="00855694" w:rsidRPr="009071AC">
        <w:t>ces patrons</w:t>
      </w:r>
      <w:r>
        <w:t xml:space="preserve">, </w:t>
      </w:r>
      <w:r w:rsidR="00855694" w:rsidRPr="009071AC">
        <w:t>répétait-elle</w:t>
      </w:r>
      <w:r>
        <w:t xml:space="preserve">, </w:t>
      </w:r>
      <w:r w:rsidR="00855694" w:rsidRPr="009071AC">
        <w:t>les meilleurs ne valent rien</w:t>
      </w:r>
      <w:r>
        <w:t xml:space="preserve">… </w:t>
      </w:r>
      <w:r w:rsidR="00855694" w:rsidRPr="009071AC">
        <w:t>Comme ils abusent</w:t>
      </w:r>
      <w:r>
        <w:t xml:space="preserve"> !… </w:t>
      </w:r>
      <w:r w:rsidR="00855694" w:rsidRPr="009071AC">
        <w:t>Impossible de se fier à leurs promesses</w:t>
      </w:r>
      <w:r>
        <w:t xml:space="preserve">… </w:t>
      </w:r>
      <w:r w:rsidR="00855694" w:rsidRPr="009071AC">
        <w:t>On ne peut cependant pas être toujours sur leur dos</w:t>
      </w:r>
      <w:r>
        <w:t>…</w:t>
      </w:r>
    </w:p>
    <w:p w14:paraId="64586007" w14:textId="4CEEAE81" w:rsidR="00F635DB" w:rsidRDefault="00855694" w:rsidP="00F635DB">
      <w:r w:rsidRPr="009071AC">
        <w:t xml:space="preserve">Mais les efforts de </w:t>
      </w:r>
      <w:r w:rsidR="00F635DB">
        <w:t>M</w:t>
      </w:r>
      <w:r w:rsidR="00F635DB" w:rsidRPr="00F635DB">
        <w:rPr>
          <w:vertAlign w:val="superscript"/>
        </w:rPr>
        <w:t>me</w:t>
      </w:r>
      <w:r w:rsidR="00F635DB">
        <w:t> </w:t>
      </w:r>
      <w:r w:rsidRPr="009071AC">
        <w:t>la supérieure devaient être perdus</w:t>
      </w:r>
      <w:r w:rsidR="00F635DB">
        <w:t>. M. de </w:t>
      </w:r>
      <w:proofErr w:type="spellStart"/>
      <w:r w:rsidRPr="009071AC">
        <w:t>Chalusse</w:t>
      </w:r>
      <w:proofErr w:type="spellEnd"/>
      <w:r w:rsidRPr="009071AC">
        <w:t xml:space="preserve"> s</w:t>
      </w:r>
      <w:r w:rsidR="00F635DB">
        <w:t>’</w:t>
      </w:r>
      <w:r w:rsidRPr="009071AC">
        <w:t>était détourné d</w:t>
      </w:r>
      <w:r w:rsidR="00F635DB">
        <w:t>’</w:t>
      </w:r>
      <w:r w:rsidRPr="009071AC">
        <w:t>un air distrait</w:t>
      </w:r>
      <w:r w:rsidR="00F635DB">
        <w:t xml:space="preserve">, </w:t>
      </w:r>
      <w:r w:rsidRPr="009071AC">
        <w:t>et il s</w:t>
      </w:r>
      <w:r w:rsidR="00F635DB">
        <w:t>’</w:t>
      </w:r>
      <w:r w:rsidRPr="009071AC">
        <w:t>entretenait avec des messieurs qui se trouvaient là</w:t>
      </w:r>
      <w:r w:rsidR="00F635DB">
        <w:t>.</w:t>
      </w:r>
    </w:p>
    <w:p w14:paraId="2B8BE15D" w14:textId="77777777" w:rsidR="00F635DB" w:rsidRDefault="00855694" w:rsidP="00F635DB">
      <w:r w:rsidRPr="009071AC">
        <w:t>Car</w:t>
      </w:r>
      <w:r w:rsidR="00F635DB">
        <w:t xml:space="preserve">, </w:t>
      </w:r>
      <w:r w:rsidRPr="009071AC">
        <w:t>alors seulement je le remarquai</w:t>
      </w:r>
      <w:r w:rsidR="00F635DB">
        <w:t>, « </w:t>
      </w:r>
      <w:r w:rsidRPr="009071AC">
        <w:t>le bureau</w:t>
      </w:r>
      <w:r w:rsidR="00F635DB">
        <w:t> »</w:t>
      </w:r>
      <w:r w:rsidRPr="009071AC">
        <w:t xml:space="preserve"> était plein de monde</w:t>
      </w:r>
      <w:r w:rsidR="00F635DB">
        <w:t xml:space="preserve">. </w:t>
      </w:r>
      <w:r w:rsidRPr="009071AC">
        <w:t>À côté du monsieur à calotte de soie noire</w:t>
      </w:r>
      <w:r w:rsidR="00F635DB">
        <w:t xml:space="preserve">, </w:t>
      </w:r>
      <w:r w:rsidRPr="009071AC">
        <w:t>cinq ou six autres se tenaient debout</w:t>
      </w:r>
      <w:r w:rsidR="00F635DB">
        <w:t xml:space="preserve">, </w:t>
      </w:r>
      <w:r w:rsidRPr="009071AC">
        <w:t>de ceux que j</w:t>
      </w:r>
      <w:r w:rsidR="00F635DB">
        <w:t>’</w:t>
      </w:r>
      <w:r w:rsidRPr="009071AC">
        <w:t>avais vus venir assez souvent pour inspecter l</w:t>
      </w:r>
      <w:r w:rsidR="00F635DB">
        <w:t>’</w:t>
      </w:r>
      <w:r w:rsidRPr="009071AC">
        <w:t>hospice</w:t>
      </w:r>
      <w:r w:rsidR="00F635DB">
        <w:t>.</w:t>
      </w:r>
    </w:p>
    <w:p w14:paraId="41CEE37F" w14:textId="77777777" w:rsidR="00F635DB" w:rsidRDefault="00855694" w:rsidP="00F635DB">
      <w:r w:rsidRPr="009071AC">
        <w:t>De qui s</w:t>
      </w:r>
      <w:r w:rsidR="00F635DB">
        <w:t>’</w:t>
      </w:r>
      <w:r w:rsidRPr="009071AC">
        <w:t>entretenaient-ils</w:t>
      </w:r>
      <w:r w:rsidR="00F635DB">
        <w:t> ?</w:t>
      </w:r>
    </w:p>
    <w:p w14:paraId="77765D84" w14:textId="77777777" w:rsidR="00F635DB" w:rsidRDefault="00855694" w:rsidP="00F635DB">
      <w:r w:rsidRPr="009071AC">
        <w:t>De moi</w:t>
      </w:r>
      <w:r w:rsidR="00F635DB">
        <w:t xml:space="preserve">, </w:t>
      </w:r>
      <w:r w:rsidRPr="009071AC">
        <w:t>bien évidemment</w:t>
      </w:r>
      <w:r w:rsidR="00F635DB">
        <w:t xml:space="preserve">, </w:t>
      </w:r>
      <w:r w:rsidRPr="009071AC">
        <w:t>je le reconnaissais aux regards que tous m</w:t>
      </w:r>
      <w:r w:rsidR="00F635DB">
        <w:t>’</w:t>
      </w:r>
      <w:r w:rsidRPr="009071AC">
        <w:t>adressaient</w:t>
      </w:r>
      <w:r w:rsidR="00F635DB">
        <w:t xml:space="preserve">, </w:t>
      </w:r>
      <w:r w:rsidRPr="009071AC">
        <w:t>regards où il n</w:t>
      </w:r>
      <w:r w:rsidR="00F635DB">
        <w:t>’</w:t>
      </w:r>
      <w:r w:rsidRPr="009071AC">
        <w:t>y avait</w:t>
      </w:r>
      <w:r w:rsidR="00F635DB">
        <w:t xml:space="preserve">, </w:t>
      </w:r>
      <w:r w:rsidRPr="009071AC">
        <w:t>d</w:t>
      </w:r>
      <w:r w:rsidR="00F635DB">
        <w:t>’</w:t>
      </w:r>
      <w:r w:rsidRPr="009071AC">
        <w:t>ailleurs</w:t>
      </w:r>
      <w:r w:rsidR="00F635DB">
        <w:t xml:space="preserve">, </w:t>
      </w:r>
      <w:r w:rsidRPr="009071AC">
        <w:t>que bienveillance</w:t>
      </w:r>
      <w:r w:rsidR="00F635DB">
        <w:t>.</w:t>
      </w:r>
    </w:p>
    <w:p w14:paraId="627D7D25" w14:textId="358BBD09" w:rsidR="00F635DB" w:rsidRDefault="00F635DB" w:rsidP="00F635DB">
      <w:r>
        <w:lastRenderedPageBreak/>
        <w:t>M</w:t>
      </w:r>
      <w:r w:rsidRPr="00F635DB">
        <w:rPr>
          <w:vertAlign w:val="superscript"/>
        </w:rPr>
        <w:t>me</w:t>
      </w:r>
      <w:r>
        <w:t> </w:t>
      </w:r>
      <w:r w:rsidR="00855694" w:rsidRPr="009071AC">
        <w:t>la supérieure était allée se mêler à leur groupe</w:t>
      </w:r>
      <w:r>
        <w:t xml:space="preserve"> ; </w:t>
      </w:r>
      <w:r w:rsidR="00855694" w:rsidRPr="009071AC">
        <w:t>elle parlait avec une vivacité que je ne lui avais jamais vue</w:t>
      </w:r>
      <w:r>
        <w:t xml:space="preserve">, </w:t>
      </w:r>
      <w:r w:rsidR="00855694" w:rsidRPr="009071AC">
        <w:t>et moi</w:t>
      </w:r>
      <w:r>
        <w:t xml:space="preserve">, </w:t>
      </w:r>
      <w:r w:rsidR="00855694" w:rsidRPr="009071AC">
        <w:t>seule</w:t>
      </w:r>
      <w:r>
        <w:t xml:space="preserve">, </w:t>
      </w:r>
      <w:r w:rsidR="00855694" w:rsidRPr="009071AC">
        <w:t>dans mon embrasure de fenêtre</w:t>
      </w:r>
      <w:r>
        <w:t xml:space="preserve">, </w:t>
      </w:r>
      <w:r w:rsidR="00855694" w:rsidRPr="009071AC">
        <w:t>tout embarrassée de mon personnage</w:t>
      </w:r>
      <w:r>
        <w:t xml:space="preserve">, </w:t>
      </w:r>
      <w:r w:rsidR="00855694" w:rsidRPr="009071AC">
        <w:t>j</w:t>
      </w:r>
      <w:r>
        <w:t>’</w:t>
      </w:r>
      <w:r w:rsidR="00855694" w:rsidRPr="009071AC">
        <w:t>écoutais de toutes les forces de mon attention</w:t>
      </w:r>
      <w:r>
        <w:t>…</w:t>
      </w:r>
    </w:p>
    <w:p w14:paraId="57504550" w14:textId="12EE7EA7" w:rsidR="00F635DB" w:rsidRDefault="00855694" w:rsidP="00F635DB">
      <w:r w:rsidRPr="009071AC">
        <w:t>Mais j</w:t>
      </w:r>
      <w:r w:rsidR="00F635DB">
        <w:t>’</w:t>
      </w:r>
      <w:r w:rsidRPr="009071AC">
        <w:t>avais beau tendre outre mesure mon intelligence</w:t>
      </w:r>
      <w:r w:rsidR="00F635DB">
        <w:t xml:space="preserve">, </w:t>
      </w:r>
      <w:r w:rsidRPr="009071AC">
        <w:t xml:space="preserve">je ne comprenais pas </w:t>
      </w:r>
      <w:proofErr w:type="spellStart"/>
      <w:r w:rsidRPr="009071AC">
        <w:t>grand</w:t>
      </w:r>
      <w:r w:rsidR="00F635DB">
        <w:t>’</w:t>
      </w:r>
      <w:r w:rsidRPr="009071AC">
        <w:t>chose</w:t>
      </w:r>
      <w:proofErr w:type="spellEnd"/>
      <w:r w:rsidRPr="009071AC">
        <w:t xml:space="preserve"> aux phrases qui se succédaient</w:t>
      </w:r>
      <w:r w:rsidR="00F635DB">
        <w:t xml:space="preserve">, </w:t>
      </w:r>
      <w:r w:rsidRPr="009071AC">
        <w:t>non plus qu</w:t>
      </w:r>
      <w:r w:rsidR="00F635DB">
        <w:t>’</w:t>
      </w:r>
      <w:r w:rsidRPr="009071AC">
        <w:t>aux observations et aux objections</w:t>
      </w:r>
      <w:r w:rsidR="00F635DB">
        <w:t xml:space="preserve">. </w:t>
      </w:r>
      <w:r w:rsidRPr="009071AC">
        <w:t xml:space="preserve">Et à tout moment revenaient les mots de </w:t>
      </w:r>
      <w:r w:rsidR="00F635DB">
        <w:t>« </w:t>
      </w:r>
      <w:r w:rsidRPr="009071AC">
        <w:t>tutelle officieuse</w:t>
      </w:r>
      <w:r w:rsidR="00F635DB">
        <w:t xml:space="preserve">, </w:t>
      </w:r>
      <w:r w:rsidRPr="009071AC">
        <w:t>d</w:t>
      </w:r>
      <w:r w:rsidR="00F635DB">
        <w:t>’</w:t>
      </w:r>
      <w:r w:rsidRPr="009071AC">
        <w:t>adoption ultérieure</w:t>
      </w:r>
      <w:r w:rsidR="00F635DB">
        <w:t xml:space="preserve">, </w:t>
      </w:r>
      <w:r w:rsidRPr="009071AC">
        <w:t>de commission administrative</w:t>
      </w:r>
      <w:r w:rsidR="00F635DB">
        <w:t xml:space="preserve">, </w:t>
      </w:r>
      <w:r w:rsidRPr="009071AC">
        <w:t>d</w:t>
      </w:r>
      <w:r w:rsidR="00F635DB">
        <w:t>’</w:t>
      </w:r>
      <w:r w:rsidRPr="009071AC">
        <w:t>émancipation</w:t>
      </w:r>
      <w:r w:rsidR="00F635DB">
        <w:t xml:space="preserve">, </w:t>
      </w:r>
      <w:r w:rsidRPr="009071AC">
        <w:t>de dot</w:t>
      </w:r>
      <w:r w:rsidR="00F635DB">
        <w:t xml:space="preserve">, </w:t>
      </w:r>
      <w:r w:rsidRPr="009071AC">
        <w:t>de compensation</w:t>
      </w:r>
      <w:r w:rsidR="00F635DB">
        <w:t xml:space="preserve">, </w:t>
      </w:r>
      <w:r w:rsidRPr="009071AC">
        <w:t>d</w:t>
      </w:r>
      <w:r w:rsidR="00F635DB">
        <w:t>’</w:t>
      </w:r>
      <w:r w:rsidRPr="009071AC">
        <w:t>indemnité pour les aliments fournis</w:t>
      </w:r>
      <w:r w:rsidR="00F635DB">
        <w:t>… »</w:t>
      </w:r>
    </w:p>
    <w:p w14:paraId="6B93EF4C" w14:textId="77777777" w:rsidR="00F635DB" w:rsidRDefault="00855694" w:rsidP="00F635DB">
      <w:r w:rsidRPr="009071AC">
        <w:t>Un seul fait précis ressortait pour moi de tout ce que je voyais et entendais</w:t>
      </w:r>
      <w:r w:rsidR="00F635DB">
        <w:t>.</w:t>
      </w:r>
    </w:p>
    <w:p w14:paraId="0D57403A" w14:textId="086645B8" w:rsidR="00F635DB" w:rsidRDefault="00F635DB" w:rsidP="00F635DB">
      <w:r>
        <w:t>M. </w:t>
      </w:r>
      <w:r w:rsidR="00855694" w:rsidRPr="009071AC">
        <w:t xml:space="preserve">le comte de </w:t>
      </w:r>
      <w:proofErr w:type="spellStart"/>
      <w:r w:rsidR="00855694" w:rsidRPr="009071AC">
        <w:t>Chalusse</w:t>
      </w:r>
      <w:proofErr w:type="spellEnd"/>
      <w:r w:rsidR="00855694" w:rsidRPr="009071AC">
        <w:t xml:space="preserve"> demandait une certaine chose</w:t>
      </w:r>
      <w:r>
        <w:t xml:space="preserve">, </w:t>
      </w:r>
      <w:r w:rsidR="00855694" w:rsidRPr="009071AC">
        <w:t>et les messieurs</w:t>
      </w:r>
      <w:r>
        <w:t xml:space="preserve">, </w:t>
      </w:r>
      <w:r w:rsidR="00855694" w:rsidRPr="009071AC">
        <w:t>en échange</w:t>
      </w:r>
      <w:r>
        <w:t xml:space="preserve">, </w:t>
      </w:r>
      <w:r w:rsidR="00855694" w:rsidRPr="009071AC">
        <w:t>en exigeaient d</w:t>
      </w:r>
      <w:r>
        <w:t>’</w:t>
      </w:r>
      <w:r w:rsidR="00855694" w:rsidRPr="009071AC">
        <w:t>autres</w:t>
      </w:r>
      <w:r>
        <w:t xml:space="preserve">, </w:t>
      </w:r>
      <w:r w:rsidR="00855694" w:rsidRPr="009071AC">
        <w:t>et encore</w:t>
      </w:r>
      <w:r>
        <w:t xml:space="preserve">, </w:t>
      </w:r>
      <w:r w:rsidR="00855694" w:rsidRPr="009071AC">
        <w:t>et toujours davantage</w:t>
      </w:r>
      <w:r>
        <w:t xml:space="preserve">, </w:t>
      </w:r>
      <w:r w:rsidR="00855694" w:rsidRPr="009071AC">
        <w:t>à mesure qu</w:t>
      </w:r>
      <w:r>
        <w:t>’</w:t>
      </w:r>
      <w:r w:rsidR="00855694" w:rsidRPr="009071AC">
        <w:t>il répondait</w:t>
      </w:r>
      <w:r>
        <w:t> :</w:t>
      </w:r>
    </w:p>
    <w:p w14:paraId="42E4FC01" w14:textId="77777777" w:rsidR="00F635DB" w:rsidRDefault="00F635DB" w:rsidP="00F635DB">
      <w:r>
        <w:t>— </w:t>
      </w:r>
      <w:r w:rsidR="00855694" w:rsidRPr="009071AC">
        <w:t>Oui</w:t>
      </w:r>
      <w:r>
        <w:t xml:space="preserve">, </w:t>
      </w:r>
      <w:r w:rsidR="00855694" w:rsidRPr="009071AC">
        <w:t>oui</w:t>
      </w:r>
      <w:r>
        <w:t xml:space="preserve">, </w:t>
      </w:r>
      <w:r w:rsidR="00855694" w:rsidRPr="009071AC">
        <w:t>c</w:t>
      </w:r>
      <w:r>
        <w:t>’</w:t>
      </w:r>
      <w:r w:rsidR="00855694" w:rsidRPr="009071AC">
        <w:t>est accordé</w:t>
      </w:r>
      <w:r>
        <w:t xml:space="preserve">, </w:t>
      </w:r>
      <w:r w:rsidR="00855694" w:rsidRPr="009071AC">
        <w:t>c</w:t>
      </w:r>
      <w:r>
        <w:t>’</w:t>
      </w:r>
      <w:r w:rsidR="00855694" w:rsidRPr="009071AC">
        <w:t>est entendu</w:t>
      </w:r>
      <w:r>
        <w:t> !</w:t>
      </w:r>
    </w:p>
    <w:p w14:paraId="75F3C96E" w14:textId="77777777" w:rsidR="00F635DB" w:rsidRDefault="00855694" w:rsidP="00F635DB">
      <w:r w:rsidRPr="009071AC">
        <w:t>Même</w:t>
      </w:r>
      <w:r w:rsidR="00F635DB">
        <w:t xml:space="preserve">, </w:t>
      </w:r>
      <w:r w:rsidRPr="009071AC">
        <w:t>à la fin</w:t>
      </w:r>
      <w:r w:rsidR="00F635DB">
        <w:t xml:space="preserve">, </w:t>
      </w:r>
      <w:r w:rsidRPr="009071AC">
        <w:t>il me sembla qu</w:t>
      </w:r>
      <w:r w:rsidR="00F635DB">
        <w:t>’</w:t>
      </w:r>
      <w:r w:rsidRPr="009071AC">
        <w:t>il s</w:t>
      </w:r>
      <w:r w:rsidR="00F635DB">
        <w:t>’</w:t>
      </w:r>
      <w:r w:rsidRPr="009071AC">
        <w:t>impatientait</w:t>
      </w:r>
      <w:r w:rsidR="00F635DB">
        <w:t xml:space="preserve">, </w:t>
      </w:r>
      <w:r w:rsidRPr="009071AC">
        <w:t>car c</w:t>
      </w:r>
      <w:r w:rsidR="00F635DB">
        <w:t>’</w:t>
      </w:r>
      <w:r w:rsidRPr="009071AC">
        <w:t>est de la voix brève que donne l</w:t>
      </w:r>
      <w:r w:rsidR="00F635DB">
        <w:t>’</w:t>
      </w:r>
      <w:r w:rsidRPr="009071AC">
        <w:t>habitude du commandement qu</w:t>
      </w:r>
      <w:r w:rsidR="00F635DB">
        <w:t>’</w:t>
      </w:r>
      <w:r w:rsidRPr="009071AC">
        <w:t>il répondit</w:t>
      </w:r>
      <w:r w:rsidR="00F635DB">
        <w:t> :</w:t>
      </w:r>
    </w:p>
    <w:p w14:paraId="60A9407D" w14:textId="77777777" w:rsidR="00F635DB" w:rsidRDefault="00F635DB" w:rsidP="00F635DB">
      <w:r>
        <w:t>— </w:t>
      </w:r>
      <w:r w:rsidR="00855694" w:rsidRPr="009071AC">
        <w:t>Je ferai tout ce que vous voulez</w:t>
      </w:r>
      <w:r>
        <w:t xml:space="preserve">… </w:t>
      </w:r>
      <w:r w:rsidR="00855694" w:rsidRPr="009071AC">
        <w:t>Souhaitez-vous quelque chose de plus</w:t>
      </w:r>
      <w:r>
        <w:t> ?…</w:t>
      </w:r>
    </w:p>
    <w:p w14:paraId="404958FB" w14:textId="007201FE" w:rsidR="00F635DB" w:rsidRDefault="00855694" w:rsidP="00F635DB">
      <w:r w:rsidRPr="009071AC">
        <w:t>Les messieurs aussitôt se turent</w:t>
      </w:r>
      <w:r w:rsidR="00F635DB">
        <w:t xml:space="preserve">, </w:t>
      </w:r>
      <w:r w:rsidRPr="009071AC">
        <w:t xml:space="preserve">et </w:t>
      </w:r>
      <w:r w:rsidR="00F635DB">
        <w:t>M</w:t>
      </w:r>
      <w:r w:rsidR="00F635DB" w:rsidRPr="00F635DB">
        <w:rPr>
          <w:vertAlign w:val="superscript"/>
        </w:rPr>
        <w:t>me</w:t>
      </w:r>
      <w:r w:rsidR="00F635DB">
        <w:t> </w:t>
      </w:r>
      <w:r w:rsidRPr="009071AC">
        <w:t xml:space="preserve">la supérieure se mit à protester que </w:t>
      </w:r>
      <w:r w:rsidR="00F635DB">
        <w:t>M. </w:t>
      </w:r>
      <w:r w:rsidRPr="009071AC">
        <w:t>le comte était trop bon mille fois</w:t>
      </w:r>
      <w:r w:rsidR="00F635DB">
        <w:t xml:space="preserve">, </w:t>
      </w:r>
      <w:r w:rsidRPr="009071AC">
        <w:t>mais qu</w:t>
      </w:r>
      <w:r w:rsidR="00F635DB">
        <w:t>’</w:t>
      </w:r>
      <w:r w:rsidRPr="009071AC">
        <w:t>on n</w:t>
      </w:r>
      <w:r w:rsidR="00F635DB">
        <w:t>’</w:t>
      </w:r>
      <w:r w:rsidRPr="009071AC">
        <w:t>avait pas attendu moins de lui</w:t>
      </w:r>
      <w:r w:rsidR="00F635DB">
        <w:t xml:space="preserve">, </w:t>
      </w:r>
      <w:r w:rsidRPr="009071AC">
        <w:t>dernier représentant d</w:t>
      </w:r>
      <w:r w:rsidR="00F635DB">
        <w:t>’</w:t>
      </w:r>
      <w:r w:rsidRPr="009071AC">
        <w:t>une de ces grandes et anciennes familles</w:t>
      </w:r>
      <w:r w:rsidR="00F635DB">
        <w:t xml:space="preserve">, </w:t>
      </w:r>
      <w:r w:rsidRPr="009071AC">
        <w:t>où la charité est une tradition</w:t>
      </w:r>
      <w:r w:rsidR="00F635DB">
        <w:t>.</w:t>
      </w:r>
    </w:p>
    <w:p w14:paraId="411F706A" w14:textId="77777777" w:rsidR="00F635DB" w:rsidRDefault="00855694" w:rsidP="00F635DB">
      <w:r w:rsidRPr="009071AC">
        <w:lastRenderedPageBreak/>
        <w:t>Je ne saurais rendre à cette heure la surprise et l</w:t>
      </w:r>
      <w:r w:rsidR="00F635DB">
        <w:t>’</w:t>
      </w:r>
      <w:r w:rsidRPr="009071AC">
        <w:t>indignation que j</w:t>
      </w:r>
      <w:r w:rsidR="00F635DB">
        <w:t>’</w:t>
      </w:r>
      <w:r w:rsidRPr="009071AC">
        <w:t>éprouvai alors</w:t>
      </w:r>
      <w:r w:rsidR="00F635DB">
        <w:t>…</w:t>
      </w:r>
    </w:p>
    <w:p w14:paraId="1D8F9E00" w14:textId="77777777" w:rsidR="00F635DB" w:rsidRDefault="00855694" w:rsidP="00F635DB">
      <w:r w:rsidRPr="009071AC">
        <w:t>Je devinais</w:t>
      </w:r>
      <w:r w:rsidR="00F635DB">
        <w:t xml:space="preserve">, </w:t>
      </w:r>
      <w:r w:rsidRPr="009071AC">
        <w:t>je sentais</w:t>
      </w:r>
      <w:r w:rsidR="00F635DB">
        <w:t xml:space="preserve">, </w:t>
      </w:r>
      <w:r w:rsidRPr="009071AC">
        <w:t>une voix au-dedans de moi me criait que c</w:t>
      </w:r>
      <w:r w:rsidR="00F635DB">
        <w:t>’</w:t>
      </w:r>
      <w:r w:rsidRPr="009071AC">
        <w:t>était mon sort</w:t>
      </w:r>
      <w:r w:rsidR="00F635DB">
        <w:t xml:space="preserve">, </w:t>
      </w:r>
      <w:r w:rsidRPr="009071AC">
        <w:t>mon avenir</w:t>
      </w:r>
      <w:r w:rsidR="00F635DB">
        <w:t xml:space="preserve">, </w:t>
      </w:r>
      <w:r w:rsidRPr="009071AC">
        <w:t>ma vie</w:t>
      </w:r>
      <w:r w:rsidR="00F635DB">
        <w:t xml:space="preserve">, </w:t>
      </w:r>
      <w:r w:rsidRPr="009071AC">
        <w:t>qui s</w:t>
      </w:r>
      <w:r w:rsidR="00F635DB">
        <w:t>’</w:t>
      </w:r>
      <w:r w:rsidRPr="009071AC">
        <w:t>agitaient et se décidaient en ce moment</w:t>
      </w:r>
      <w:r w:rsidR="00F635DB">
        <w:t xml:space="preserve">… </w:t>
      </w:r>
      <w:r w:rsidRPr="009071AC">
        <w:t>et je n</w:t>
      </w:r>
      <w:r w:rsidR="00F635DB">
        <w:t>’</w:t>
      </w:r>
      <w:r w:rsidRPr="009071AC">
        <w:t>étais même pas consultée</w:t>
      </w:r>
      <w:r w:rsidR="00F635DB">
        <w:t>.</w:t>
      </w:r>
    </w:p>
    <w:p w14:paraId="740FC873" w14:textId="77777777" w:rsidR="00F635DB" w:rsidRDefault="00855694" w:rsidP="00F635DB">
      <w:r w:rsidRPr="009071AC">
        <w:t>On disposait de moi</w:t>
      </w:r>
      <w:r w:rsidR="00F635DB">
        <w:t xml:space="preserve">, </w:t>
      </w:r>
      <w:r w:rsidRPr="009071AC">
        <w:t>comme si on eût été sûr que je ne pouvais refuser mon assentiment après qu</w:t>
      </w:r>
      <w:r w:rsidR="00F635DB">
        <w:t>’</w:t>
      </w:r>
      <w:r w:rsidRPr="009071AC">
        <w:t>on se serait engagé pour moi</w:t>
      </w:r>
      <w:r w:rsidR="00F635DB">
        <w:t>.</w:t>
      </w:r>
    </w:p>
    <w:p w14:paraId="70D9677B" w14:textId="77777777" w:rsidR="00F635DB" w:rsidRDefault="00855694" w:rsidP="00F635DB">
      <w:r w:rsidRPr="009071AC">
        <w:t>Mon orgueil se révoltait à cette idée</w:t>
      </w:r>
      <w:r w:rsidR="00F635DB">
        <w:t xml:space="preserve">, </w:t>
      </w:r>
      <w:r w:rsidRPr="009071AC">
        <w:t>mais mon esprit ne me fournissait pas une parole pour traduire ma colère</w:t>
      </w:r>
      <w:r w:rsidR="00F635DB">
        <w:t xml:space="preserve">. </w:t>
      </w:r>
      <w:r w:rsidRPr="009071AC">
        <w:t>Rouge</w:t>
      </w:r>
      <w:r w:rsidR="00F635DB">
        <w:t xml:space="preserve">, </w:t>
      </w:r>
      <w:r w:rsidRPr="009071AC">
        <w:t>confuse</w:t>
      </w:r>
      <w:r w:rsidR="00F635DB">
        <w:t xml:space="preserve">, </w:t>
      </w:r>
      <w:r w:rsidRPr="009071AC">
        <w:t>furieuse</w:t>
      </w:r>
      <w:r w:rsidR="00F635DB">
        <w:t xml:space="preserve">, </w:t>
      </w:r>
      <w:r w:rsidRPr="009071AC">
        <w:t>je me demandais comment intervenir quand tout à coup la délibération cessa et je fus entourée de tous ces messieurs</w:t>
      </w:r>
      <w:r w:rsidR="00F635DB">
        <w:t>.</w:t>
      </w:r>
    </w:p>
    <w:p w14:paraId="118E6F1D" w14:textId="77777777" w:rsidR="00F635DB" w:rsidRDefault="00855694" w:rsidP="00F635DB">
      <w:r w:rsidRPr="009071AC">
        <w:t>L</w:t>
      </w:r>
      <w:r w:rsidR="00F635DB">
        <w:t>’</w:t>
      </w:r>
      <w:r w:rsidRPr="009071AC">
        <w:t>un d</w:t>
      </w:r>
      <w:r w:rsidR="00F635DB">
        <w:t>’</w:t>
      </w:r>
      <w:r w:rsidRPr="009071AC">
        <w:t>eux</w:t>
      </w:r>
      <w:r w:rsidR="00F635DB">
        <w:t xml:space="preserve">, </w:t>
      </w:r>
      <w:r w:rsidRPr="009071AC">
        <w:t>un petit vieux</w:t>
      </w:r>
      <w:r w:rsidR="00F635DB">
        <w:t xml:space="preserve">, </w:t>
      </w:r>
      <w:r w:rsidRPr="009071AC">
        <w:t>qui avait un sourire béat et des yeux étincelants</w:t>
      </w:r>
      <w:r w:rsidR="00F635DB">
        <w:t xml:space="preserve">, </w:t>
      </w:r>
      <w:r w:rsidRPr="009071AC">
        <w:t>me tapa doucement sur la joue en disant</w:t>
      </w:r>
      <w:r w:rsidR="00F635DB">
        <w:t> :</w:t>
      </w:r>
    </w:p>
    <w:p w14:paraId="3A6CE0A6" w14:textId="77777777" w:rsidR="00F635DB" w:rsidRDefault="00F635DB" w:rsidP="00F635DB">
      <w:r>
        <w:t>— </w:t>
      </w:r>
      <w:r w:rsidR="00855694" w:rsidRPr="009071AC">
        <w:t>Et elle est aussi sage que jolie</w:t>
      </w:r>
      <w:r>
        <w:t> !</w:t>
      </w:r>
    </w:p>
    <w:p w14:paraId="72B4A9CF" w14:textId="42247DE5" w:rsidR="00F635DB" w:rsidRDefault="00855694" w:rsidP="00F635DB">
      <w:r w:rsidRPr="009071AC">
        <w:t>Je l</w:t>
      </w:r>
      <w:r w:rsidR="00F635DB">
        <w:t>’</w:t>
      </w:r>
      <w:r w:rsidRPr="009071AC">
        <w:t>aurais battu ce petit vieux</w:t>
      </w:r>
      <w:r w:rsidR="00F635DB">
        <w:t xml:space="preserve">, </w:t>
      </w:r>
      <w:r w:rsidRPr="009071AC">
        <w:t>mais les autres approuvèrent</w:t>
      </w:r>
      <w:r w:rsidR="00F635DB">
        <w:t xml:space="preserve">, </w:t>
      </w:r>
      <w:r w:rsidRPr="009071AC">
        <w:t xml:space="preserve">sauf pourtant </w:t>
      </w:r>
      <w:r w:rsidR="00F635DB">
        <w:t>M. de </w:t>
      </w:r>
      <w:proofErr w:type="spellStart"/>
      <w:r w:rsidRPr="009071AC">
        <w:t>Chalusse</w:t>
      </w:r>
      <w:proofErr w:type="spellEnd"/>
      <w:r w:rsidR="00F635DB">
        <w:t xml:space="preserve">, </w:t>
      </w:r>
      <w:r w:rsidRPr="009071AC">
        <w:t>dont l</w:t>
      </w:r>
      <w:r w:rsidR="00F635DB">
        <w:t>’</w:t>
      </w:r>
      <w:r w:rsidRPr="009071AC">
        <w:t>attitude devenait de plus en plus glaciale</w:t>
      </w:r>
      <w:r w:rsidR="00F635DB">
        <w:t xml:space="preserve">, </w:t>
      </w:r>
      <w:r w:rsidRPr="009071AC">
        <w:t>et qui avait aux lèvres ce sourire contraint de l</w:t>
      </w:r>
      <w:r w:rsidR="00F635DB">
        <w:t>’</w:t>
      </w:r>
      <w:r w:rsidRPr="009071AC">
        <w:t>homme bien élevé résolu à ne se froisser de rien</w:t>
      </w:r>
      <w:r w:rsidR="00F635DB">
        <w:t>.</w:t>
      </w:r>
    </w:p>
    <w:p w14:paraId="08145E96" w14:textId="77777777" w:rsidR="00F635DB" w:rsidRDefault="00855694" w:rsidP="00F635DB">
      <w:r w:rsidRPr="009071AC">
        <w:t>Il me parut qu</w:t>
      </w:r>
      <w:r w:rsidR="00F635DB">
        <w:t>’</w:t>
      </w:r>
      <w:r w:rsidRPr="009071AC">
        <w:t>il souffrait</w:t>
      </w:r>
      <w:r w:rsidR="00F635DB">
        <w:t xml:space="preserve">, </w:t>
      </w:r>
      <w:r w:rsidRPr="009071AC">
        <w:t>et je sus plus tard que je ne m</w:t>
      </w:r>
      <w:r w:rsidR="00F635DB">
        <w:t>’</w:t>
      </w:r>
      <w:r w:rsidRPr="009071AC">
        <w:t>étais pas trompée</w:t>
      </w:r>
      <w:r w:rsidR="00F635DB">
        <w:t>.</w:t>
      </w:r>
    </w:p>
    <w:p w14:paraId="32B7C684" w14:textId="77777777" w:rsidR="00F635DB" w:rsidRDefault="00855694" w:rsidP="00F635DB">
      <w:r w:rsidRPr="009071AC">
        <w:t>Loin d</w:t>
      </w:r>
      <w:r w:rsidR="00F635DB">
        <w:t>’</w:t>
      </w:r>
      <w:r w:rsidRPr="009071AC">
        <w:t>imiter la familiarité du vieux monsieur</w:t>
      </w:r>
      <w:r w:rsidR="00F635DB">
        <w:t xml:space="preserve">, </w:t>
      </w:r>
      <w:r w:rsidRPr="009071AC">
        <w:t>il me salua gravement avec une sorte de respect qui me confondit</w:t>
      </w:r>
      <w:r w:rsidR="00F635DB">
        <w:t xml:space="preserve">, </w:t>
      </w:r>
      <w:r w:rsidRPr="009071AC">
        <w:t>et sortit en déclarant qu</w:t>
      </w:r>
      <w:r w:rsidR="00F635DB">
        <w:t>’</w:t>
      </w:r>
      <w:r w:rsidRPr="009071AC">
        <w:t>il reviendrait le lendemain pour en finir</w:t>
      </w:r>
      <w:r w:rsidR="00F635DB">
        <w:t>.</w:t>
      </w:r>
    </w:p>
    <w:p w14:paraId="07FC8991" w14:textId="55C3647E" w:rsidR="00F635DB" w:rsidRDefault="00855694" w:rsidP="00F635DB">
      <w:r w:rsidRPr="009071AC">
        <w:t>J</w:t>
      </w:r>
      <w:r w:rsidR="00F635DB">
        <w:t>’</w:t>
      </w:r>
      <w:r w:rsidRPr="009071AC">
        <w:t xml:space="preserve">étais enfin seule avec </w:t>
      </w:r>
      <w:r w:rsidR="00F635DB">
        <w:t>M</w:t>
      </w:r>
      <w:r w:rsidR="00F635DB" w:rsidRPr="00F635DB">
        <w:rPr>
          <w:vertAlign w:val="superscript"/>
        </w:rPr>
        <w:t>me</w:t>
      </w:r>
      <w:r w:rsidR="00F635DB">
        <w:t> </w:t>
      </w:r>
      <w:r w:rsidRPr="009071AC">
        <w:t>la supérieure</w:t>
      </w:r>
      <w:r w:rsidR="00F635DB">
        <w:t xml:space="preserve">, </w:t>
      </w:r>
      <w:r w:rsidRPr="009071AC">
        <w:t>j</w:t>
      </w:r>
      <w:r w:rsidR="00F635DB">
        <w:t>’</w:t>
      </w:r>
      <w:r w:rsidRPr="009071AC">
        <w:t>allais pouvoir l</w:t>
      </w:r>
      <w:r w:rsidR="00F635DB">
        <w:t>’</w:t>
      </w:r>
      <w:r w:rsidRPr="009071AC">
        <w:t>interroger</w:t>
      </w:r>
      <w:r w:rsidR="00F635DB">
        <w:t xml:space="preserve"> ; </w:t>
      </w:r>
      <w:r w:rsidRPr="009071AC">
        <w:t>elle ne m</w:t>
      </w:r>
      <w:r w:rsidR="00F635DB">
        <w:t>’</w:t>
      </w:r>
      <w:r w:rsidRPr="009071AC">
        <w:t>en laissa pas le temps</w:t>
      </w:r>
      <w:r w:rsidR="00F635DB">
        <w:t xml:space="preserve">, </w:t>
      </w:r>
      <w:r w:rsidRPr="009071AC">
        <w:t>et la première</w:t>
      </w:r>
      <w:r w:rsidR="00F635DB">
        <w:t xml:space="preserve">, </w:t>
      </w:r>
      <w:r w:rsidRPr="009071AC">
        <w:lastRenderedPageBreak/>
        <w:t>avec une volubilité extraordinaire</w:t>
      </w:r>
      <w:r w:rsidR="00F635DB">
        <w:t xml:space="preserve">, </w:t>
      </w:r>
      <w:r w:rsidRPr="009071AC">
        <w:t>elle se mit à m</w:t>
      </w:r>
      <w:r w:rsidR="00F635DB">
        <w:t>’</w:t>
      </w:r>
      <w:r w:rsidRPr="009071AC">
        <w:t>expliquer mon bonheur inouï</w:t>
      </w:r>
      <w:r w:rsidR="00F635DB">
        <w:t xml:space="preserve">, </w:t>
      </w:r>
      <w:r w:rsidRPr="009071AC">
        <w:t>preuve irrécusable et manifeste de la protection de la Providence</w:t>
      </w:r>
      <w:r w:rsidR="00F635DB">
        <w:t>.</w:t>
      </w:r>
    </w:p>
    <w:p w14:paraId="02073D51" w14:textId="77777777" w:rsidR="00F635DB" w:rsidRDefault="00855694" w:rsidP="00F635DB">
      <w:r w:rsidRPr="009071AC">
        <w:t>Le comte</w:t>
      </w:r>
      <w:r w:rsidR="00F635DB">
        <w:t xml:space="preserve">, </w:t>
      </w:r>
      <w:r w:rsidRPr="009071AC">
        <w:t>me dit-elle</w:t>
      </w:r>
      <w:r w:rsidR="00F635DB">
        <w:t xml:space="preserve">, </w:t>
      </w:r>
      <w:r w:rsidRPr="009071AC">
        <w:t>allait devenir mon tuteur</w:t>
      </w:r>
      <w:r w:rsidR="00F635DB">
        <w:t xml:space="preserve">, </w:t>
      </w:r>
      <w:r w:rsidRPr="009071AC">
        <w:t>il me doterait certainement</w:t>
      </w:r>
      <w:r w:rsidR="00F635DB">
        <w:t xml:space="preserve">, </w:t>
      </w:r>
      <w:r w:rsidRPr="009071AC">
        <w:t>et plus tard</w:t>
      </w:r>
      <w:r w:rsidR="00F635DB">
        <w:t xml:space="preserve">, </w:t>
      </w:r>
      <w:r w:rsidRPr="009071AC">
        <w:t>si je savais reconnaître ses bontés</w:t>
      </w:r>
      <w:r w:rsidR="00F635DB">
        <w:t xml:space="preserve">, </w:t>
      </w:r>
      <w:r w:rsidRPr="009071AC">
        <w:t>il m</w:t>
      </w:r>
      <w:r w:rsidR="00F635DB">
        <w:t>’</w:t>
      </w:r>
      <w:r w:rsidRPr="009071AC">
        <w:t>adopterait</w:t>
      </w:r>
      <w:r w:rsidR="00F635DB">
        <w:t xml:space="preserve">, </w:t>
      </w:r>
      <w:r w:rsidRPr="009071AC">
        <w:t>moi</w:t>
      </w:r>
      <w:r w:rsidR="00F635DB">
        <w:t xml:space="preserve">, </w:t>
      </w:r>
      <w:r w:rsidRPr="009071AC">
        <w:t>pauvre fille sans père ni mère</w:t>
      </w:r>
      <w:r w:rsidR="00F635DB">
        <w:t xml:space="preserve">, </w:t>
      </w:r>
      <w:r w:rsidRPr="009071AC">
        <w:t xml:space="preserve">je porterais ce grand nom de Durtal de </w:t>
      </w:r>
      <w:proofErr w:type="spellStart"/>
      <w:r w:rsidRPr="009071AC">
        <w:t>Chalusse</w:t>
      </w:r>
      <w:proofErr w:type="spellEnd"/>
      <w:r w:rsidR="00F635DB">
        <w:t xml:space="preserve">, </w:t>
      </w:r>
      <w:r w:rsidRPr="009071AC">
        <w:t>et je recueillerais une fortune immense</w:t>
      </w:r>
      <w:r w:rsidR="00F635DB">
        <w:t>…</w:t>
      </w:r>
    </w:p>
    <w:p w14:paraId="145DE1DB" w14:textId="77777777" w:rsidR="00F635DB" w:rsidRDefault="00855694" w:rsidP="00F635DB">
      <w:r w:rsidRPr="009071AC">
        <w:t>Elle ajoutait que là ne se bornait pas la bienfaisance du comte</w:t>
      </w:r>
      <w:r w:rsidR="00F635DB">
        <w:t xml:space="preserve">, </w:t>
      </w:r>
      <w:r w:rsidRPr="009071AC">
        <w:t>qu</w:t>
      </w:r>
      <w:r w:rsidR="00F635DB">
        <w:t>’</w:t>
      </w:r>
      <w:r w:rsidRPr="009071AC">
        <w:t>il consentait à rembourser tout ce que j</w:t>
      </w:r>
      <w:r w:rsidR="00F635DB">
        <w:t>’</w:t>
      </w:r>
      <w:r w:rsidRPr="009071AC">
        <w:t>avais coûté</w:t>
      </w:r>
      <w:r w:rsidR="00F635DB">
        <w:t xml:space="preserve">, </w:t>
      </w:r>
      <w:r w:rsidRPr="009071AC">
        <w:t>qu</w:t>
      </w:r>
      <w:r w:rsidR="00F635DB">
        <w:t>’</w:t>
      </w:r>
      <w:r w:rsidRPr="009071AC">
        <w:t>il se proposait de doter on ne savait combien de pauvres filles</w:t>
      </w:r>
      <w:r w:rsidR="00F635DB">
        <w:t xml:space="preserve">, </w:t>
      </w:r>
      <w:r w:rsidRPr="009071AC">
        <w:t>et qu</w:t>
      </w:r>
      <w:r w:rsidR="00F635DB">
        <w:t>’</w:t>
      </w:r>
      <w:r w:rsidRPr="009071AC">
        <w:t>enfin il avait promis des fonds pour faire bâtir une chapelle</w:t>
      </w:r>
      <w:r w:rsidR="00F635DB">
        <w:t>.</w:t>
      </w:r>
    </w:p>
    <w:p w14:paraId="69AF135A" w14:textId="77777777" w:rsidR="00F635DB" w:rsidRDefault="00855694" w:rsidP="00F635DB">
      <w:r w:rsidRPr="009071AC">
        <w:t>Comment cela était arrivé</w:t>
      </w:r>
      <w:r w:rsidR="00F635DB">
        <w:t xml:space="preserve">, </w:t>
      </w:r>
      <w:r w:rsidRPr="009071AC">
        <w:t>c</w:t>
      </w:r>
      <w:r w:rsidR="00F635DB">
        <w:t>’</w:t>
      </w:r>
      <w:r w:rsidRPr="009071AC">
        <w:t>était à n</w:t>
      </w:r>
      <w:r w:rsidR="00F635DB">
        <w:t>’</w:t>
      </w:r>
      <w:r w:rsidRPr="009071AC">
        <w:t>y pas croire</w:t>
      </w:r>
      <w:r w:rsidR="00F635DB">
        <w:t>.</w:t>
      </w:r>
    </w:p>
    <w:p w14:paraId="4726E918" w14:textId="1E733DB8" w:rsidR="00F635DB" w:rsidRDefault="00855694" w:rsidP="00F635DB">
      <w:r w:rsidRPr="009071AC">
        <w:t>Le matin même</w:t>
      </w:r>
      <w:r w:rsidR="00F635DB">
        <w:t>, M. de </w:t>
      </w:r>
      <w:proofErr w:type="spellStart"/>
      <w:r w:rsidRPr="009071AC">
        <w:t>Chalusse</w:t>
      </w:r>
      <w:proofErr w:type="spellEnd"/>
      <w:r w:rsidRPr="009071AC">
        <w:t xml:space="preserve"> s</w:t>
      </w:r>
      <w:r w:rsidR="00F635DB">
        <w:t>’</w:t>
      </w:r>
      <w:r w:rsidRPr="009071AC">
        <w:t>était présenté</w:t>
      </w:r>
      <w:r w:rsidR="00F635DB">
        <w:t xml:space="preserve">, </w:t>
      </w:r>
      <w:r w:rsidRPr="009071AC">
        <w:t>déclarant que vieux</w:t>
      </w:r>
      <w:r w:rsidR="00F635DB">
        <w:t xml:space="preserve">, </w:t>
      </w:r>
      <w:r w:rsidRPr="009071AC">
        <w:t>célibataire</w:t>
      </w:r>
      <w:r w:rsidR="00F635DB">
        <w:t xml:space="preserve">, </w:t>
      </w:r>
      <w:r w:rsidRPr="009071AC">
        <w:t>sans enfants</w:t>
      </w:r>
      <w:r w:rsidR="00F635DB">
        <w:t xml:space="preserve">, </w:t>
      </w:r>
      <w:r w:rsidRPr="009071AC">
        <w:t>sans famille</w:t>
      </w:r>
      <w:r w:rsidR="00F635DB">
        <w:t xml:space="preserve">, </w:t>
      </w:r>
      <w:r w:rsidRPr="009071AC">
        <w:t>il prétendait se charger de l</w:t>
      </w:r>
      <w:r w:rsidR="00F635DB">
        <w:t>’</w:t>
      </w:r>
      <w:r w:rsidRPr="009071AC">
        <w:t>avenir d</w:t>
      </w:r>
      <w:r w:rsidR="00F635DB">
        <w:t>’</w:t>
      </w:r>
      <w:r w:rsidRPr="009071AC">
        <w:t>une pauvre orpheline</w:t>
      </w:r>
      <w:r w:rsidR="00F635DB">
        <w:t>.</w:t>
      </w:r>
    </w:p>
    <w:p w14:paraId="4F3D9EC2" w14:textId="77777777" w:rsidR="00F635DB" w:rsidRDefault="00855694" w:rsidP="00F635DB">
      <w:r w:rsidRPr="009071AC">
        <w:t>On lui avait présenté la liste de toutes les orphelines de l</w:t>
      </w:r>
      <w:r w:rsidR="00F635DB">
        <w:t>’</w:t>
      </w:r>
      <w:r w:rsidRPr="009071AC">
        <w:t>hospice</w:t>
      </w:r>
      <w:r w:rsidR="00F635DB">
        <w:t xml:space="preserve">, </w:t>
      </w:r>
      <w:r w:rsidRPr="009071AC">
        <w:t>et c</w:t>
      </w:r>
      <w:r w:rsidR="00F635DB">
        <w:t>’</w:t>
      </w:r>
      <w:r w:rsidRPr="009071AC">
        <w:t>était moi qu</w:t>
      </w:r>
      <w:r w:rsidR="00F635DB">
        <w:t>’</w:t>
      </w:r>
      <w:r w:rsidRPr="009071AC">
        <w:t>il avait choisie</w:t>
      </w:r>
      <w:r w:rsidR="00F635DB">
        <w:t>…</w:t>
      </w:r>
    </w:p>
    <w:p w14:paraId="4BD562E7" w14:textId="580D1972" w:rsidR="00F635DB" w:rsidRDefault="00F635DB" w:rsidP="00F635DB">
      <w:r>
        <w:t>— </w:t>
      </w:r>
      <w:r w:rsidR="00855694" w:rsidRPr="009071AC">
        <w:t>Et au hasard</w:t>
      </w:r>
      <w:r>
        <w:t xml:space="preserve">, </w:t>
      </w:r>
      <w:r w:rsidR="00855694" w:rsidRPr="009071AC">
        <w:t>ma chère Marguerite</w:t>
      </w:r>
      <w:r>
        <w:t xml:space="preserve">, </w:t>
      </w:r>
      <w:r w:rsidR="00855694" w:rsidRPr="009071AC">
        <w:t xml:space="preserve">répétait </w:t>
      </w:r>
      <w:r>
        <w:t>M</w:t>
      </w:r>
      <w:r w:rsidRPr="00F635DB">
        <w:rPr>
          <w:vertAlign w:val="superscript"/>
        </w:rPr>
        <w:t>me</w:t>
      </w:r>
      <w:r>
        <w:t> </w:t>
      </w:r>
      <w:r w:rsidR="00855694" w:rsidRPr="009071AC">
        <w:t>la supérieure</w:t>
      </w:r>
      <w:r>
        <w:t xml:space="preserve"> ; </w:t>
      </w:r>
      <w:r w:rsidR="00855694" w:rsidRPr="009071AC">
        <w:t>au hasard</w:t>
      </w:r>
      <w:r>
        <w:t xml:space="preserve">… </w:t>
      </w:r>
      <w:r w:rsidR="00855694" w:rsidRPr="009071AC">
        <w:t>c</w:t>
      </w:r>
      <w:r>
        <w:t>’</w:t>
      </w:r>
      <w:r w:rsidR="00855694" w:rsidRPr="009071AC">
        <w:t>est un véritable miracle</w:t>
      </w:r>
      <w:r>
        <w:t>…</w:t>
      </w:r>
    </w:p>
    <w:p w14:paraId="3C3D6B63" w14:textId="77777777" w:rsidR="00F635DB" w:rsidRDefault="00855694" w:rsidP="00F635DB">
      <w:r w:rsidRPr="009071AC">
        <w:t>Cela me semblait tenir du miracle</w:t>
      </w:r>
      <w:r w:rsidR="00F635DB">
        <w:t xml:space="preserve">, </w:t>
      </w:r>
      <w:r w:rsidRPr="009071AC">
        <w:t>en effet</w:t>
      </w:r>
      <w:r w:rsidR="00F635DB">
        <w:t xml:space="preserve"> ; </w:t>
      </w:r>
      <w:r w:rsidRPr="009071AC">
        <w:t>mais j</w:t>
      </w:r>
      <w:r w:rsidR="00F635DB">
        <w:t>’</w:t>
      </w:r>
      <w:r w:rsidRPr="009071AC">
        <w:t>étais bien plus étourdie encore que joyeuse</w:t>
      </w:r>
      <w:r w:rsidR="00F635DB">
        <w:t>.</w:t>
      </w:r>
    </w:p>
    <w:p w14:paraId="073E9F9A" w14:textId="77777777" w:rsidR="00F635DB" w:rsidRDefault="00855694" w:rsidP="00F635DB">
      <w:r w:rsidRPr="009071AC">
        <w:t>Je sentais le vertige envahir mon cerveau</w:t>
      </w:r>
      <w:r w:rsidR="00F635DB">
        <w:t xml:space="preserve">, </w:t>
      </w:r>
      <w:r w:rsidRPr="009071AC">
        <w:t>et j</w:t>
      </w:r>
      <w:r w:rsidR="00F635DB">
        <w:t>’</w:t>
      </w:r>
      <w:r w:rsidRPr="009071AC">
        <w:t>aurais voulu demeurer seule pour me recueillir</w:t>
      </w:r>
      <w:r w:rsidR="00F635DB">
        <w:t xml:space="preserve">, </w:t>
      </w:r>
      <w:r w:rsidRPr="009071AC">
        <w:t>pour réfléchir</w:t>
      </w:r>
      <w:r w:rsidR="00F635DB">
        <w:t xml:space="preserve">, </w:t>
      </w:r>
      <w:r w:rsidRPr="009071AC">
        <w:t>car j</w:t>
      </w:r>
      <w:r w:rsidR="00F635DB">
        <w:t>’</w:t>
      </w:r>
      <w:r w:rsidRPr="009071AC">
        <w:t>étais libre</w:t>
      </w:r>
      <w:r w:rsidR="00F635DB">
        <w:t xml:space="preserve">, </w:t>
      </w:r>
      <w:r w:rsidRPr="009071AC">
        <w:t>je le savais</w:t>
      </w:r>
      <w:r w:rsidR="00F635DB">
        <w:t xml:space="preserve">, </w:t>
      </w:r>
      <w:r w:rsidRPr="009071AC">
        <w:t>de refuser ces éblouissantes perspectives</w:t>
      </w:r>
      <w:r w:rsidR="00F635DB">
        <w:t>…</w:t>
      </w:r>
    </w:p>
    <w:p w14:paraId="52372E49" w14:textId="77777777" w:rsidR="00F635DB" w:rsidRDefault="00855694" w:rsidP="00F635DB">
      <w:r w:rsidRPr="009071AC">
        <w:lastRenderedPageBreak/>
        <w:t>Timidement je demandai la permission de retourner chez mes patrons</w:t>
      </w:r>
      <w:r w:rsidR="00F635DB">
        <w:t xml:space="preserve">, </w:t>
      </w:r>
      <w:r w:rsidRPr="009071AC">
        <w:t>pour les prévenir</w:t>
      </w:r>
      <w:r w:rsidR="00F635DB">
        <w:t xml:space="preserve">, </w:t>
      </w:r>
      <w:r w:rsidRPr="009071AC">
        <w:t>pour les consulter</w:t>
      </w:r>
      <w:r w:rsidR="00F635DB">
        <w:t xml:space="preserve">… </w:t>
      </w:r>
      <w:r w:rsidRPr="009071AC">
        <w:t>Cette permission me fut refusée</w:t>
      </w:r>
      <w:r w:rsidR="00F635DB">
        <w:t>.</w:t>
      </w:r>
    </w:p>
    <w:p w14:paraId="198DBDDE" w14:textId="77777777" w:rsidR="00F635DB" w:rsidRDefault="00855694" w:rsidP="00F635DB">
      <w:r w:rsidRPr="009071AC">
        <w:t>Il me fut dit que je délibérerais et que je me déciderais seule</w:t>
      </w:r>
      <w:r w:rsidR="00F635DB">
        <w:t xml:space="preserve">, </w:t>
      </w:r>
      <w:r w:rsidRPr="009071AC">
        <w:t>et que ma résolution prise</w:t>
      </w:r>
      <w:r w:rsidR="00F635DB">
        <w:t xml:space="preserve">, </w:t>
      </w:r>
      <w:r w:rsidRPr="009071AC">
        <w:t>il n</w:t>
      </w:r>
      <w:r w:rsidR="00F635DB">
        <w:t>’</w:t>
      </w:r>
      <w:r w:rsidRPr="009071AC">
        <w:t>y aurait plus à revenir</w:t>
      </w:r>
      <w:r w:rsidR="00F635DB">
        <w:t>…</w:t>
      </w:r>
    </w:p>
    <w:p w14:paraId="097D6B3A" w14:textId="2DDF0711" w:rsidR="00F635DB" w:rsidRDefault="00855694" w:rsidP="00F635DB">
      <w:r w:rsidRPr="009071AC">
        <w:t>Je restai donc à l</w:t>
      </w:r>
      <w:r w:rsidR="00F635DB">
        <w:t>’</w:t>
      </w:r>
      <w:r w:rsidRPr="009071AC">
        <w:t>hospice</w:t>
      </w:r>
      <w:r w:rsidR="00F635DB">
        <w:t xml:space="preserve">, </w:t>
      </w:r>
      <w:r w:rsidRPr="009071AC">
        <w:t xml:space="preserve">et je dînai à la table de </w:t>
      </w:r>
      <w:r w:rsidR="00F635DB">
        <w:t>M</w:t>
      </w:r>
      <w:r w:rsidR="00F635DB" w:rsidRPr="00F635DB">
        <w:rPr>
          <w:vertAlign w:val="superscript"/>
        </w:rPr>
        <w:t>me</w:t>
      </w:r>
      <w:r w:rsidR="00F635DB">
        <w:t> </w:t>
      </w:r>
      <w:r w:rsidRPr="009071AC">
        <w:t>la supérieure</w:t>
      </w:r>
      <w:r w:rsidR="00F635DB">
        <w:t>.</w:t>
      </w:r>
    </w:p>
    <w:p w14:paraId="7E962AC5" w14:textId="77777777" w:rsidR="00F635DB" w:rsidRDefault="00855694" w:rsidP="00F635DB">
      <w:r w:rsidRPr="009071AC">
        <w:t>Pour la nuit</w:t>
      </w:r>
      <w:r w:rsidR="00F635DB">
        <w:t xml:space="preserve">, </w:t>
      </w:r>
      <w:r w:rsidRPr="009071AC">
        <w:t>on me donna la chambre d</w:t>
      </w:r>
      <w:r w:rsidR="00F635DB">
        <w:t>’</w:t>
      </w:r>
      <w:r w:rsidRPr="009071AC">
        <w:t>une sœur qui était absente</w:t>
      </w:r>
      <w:r w:rsidR="00F635DB">
        <w:t>.</w:t>
      </w:r>
    </w:p>
    <w:p w14:paraId="6049620E" w14:textId="77777777" w:rsidR="00F635DB" w:rsidRDefault="00855694" w:rsidP="00F635DB">
      <w:r w:rsidRPr="009071AC">
        <w:t>Ce qui m</w:t>
      </w:r>
      <w:r w:rsidR="00F635DB">
        <w:t>’</w:t>
      </w:r>
      <w:r w:rsidRPr="009071AC">
        <w:t>étonnait le plus</w:t>
      </w:r>
      <w:r w:rsidR="00F635DB">
        <w:t xml:space="preserve">, </w:t>
      </w:r>
      <w:r w:rsidRPr="009071AC">
        <w:t>c</w:t>
      </w:r>
      <w:r w:rsidR="00F635DB">
        <w:t>’</w:t>
      </w:r>
      <w:r w:rsidRPr="009071AC">
        <w:t>est qu</w:t>
      </w:r>
      <w:r w:rsidR="00F635DB">
        <w:t>’</w:t>
      </w:r>
      <w:r w:rsidRPr="009071AC">
        <w:t>on me traitait avec une visible déférence</w:t>
      </w:r>
      <w:r w:rsidR="00F635DB">
        <w:t xml:space="preserve">, </w:t>
      </w:r>
      <w:r w:rsidRPr="009071AC">
        <w:t>comme une personne appelée à de hautes destinées</w:t>
      </w:r>
      <w:r w:rsidR="00F635DB">
        <w:t xml:space="preserve">, </w:t>
      </w:r>
      <w:r w:rsidRPr="009071AC">
        <w:t>et dont sans doute on attendait beaucoup</w:t>
      </w:r>
      <w:r w:rsidR="00F635DB">
        <w:t>…</w:t>
      </w:r>
    </w:p>
    <w:p w14:paraId="0C4014BF" w14:textId="77777777" w:rsidR="00F635DB" w:rsidRDefault="00855694" w:rsidP="00F635DB">
      <w:r w:rsidRPr="009071AC">
        <w:t>Et cependant</w:t>
      </w:r>
      <w:r w:rsidR="00F635DB">
        <w:t xml:space="preserve">, </w:t>
      </w:r>
      <w:r w:rsidRPr="009071AC">
        <w:t>j</w:t>
      </w:r>
      <w:r w:rsidR="00F635DB">
        <w:t>’</w:t>
      </w:r>
      <w:r w:rsidRPr="009071AC">
        <w:t>hésitais à me décider</w:t>
      </w:r>
      <w:r w:rsidR="00F635DB">
        <w:t>…</w:t>
      </w:r>
    </w:p>
    <w:p w14:paraId="7716CF6F" w14:textId="77777777" w:rsidR="00F635DB" w:rsidRDefault="00855694" w:rsidP="00F635DB">
      <w:r w:rsidRPr="009071AC">
        <w:t>Mon indécision dut paraître une ridicule hypocrisie</w:t>
      </w:r>
      <w:r w:rsidR="00F635DB">
        <w:t xml:space="preserve"> ; </w:t>
      </w:r>
      <w:r w:rsidRPr="009071AC">
        <w:t>elle était sincère et réelle</w:t>
      </w:r>
      <w:r w:rsidR="00F635DB">
        <w:t>…</w:t>
      </w:r>
    </w:p>
    <w:p w14:paraId="2195C5D9" w14:textId="77777777" w:rsidR="00F635DB" w:rsidRDefault="00855694" w:rsidP="00F635DB">
      <w:r w:rsidRPr="009071AC">
        <w:t>Assurément</w:t>
      </w:r>
      <w:r w:rsidR="00F635DB">
        <w:t xml:space="preserve">, </w:t>
      </w:r>
      <w:r w:rsidRPr="009071AC">
        <w:t>je n</w:t>
      </w:r>
      <w:r w:rsidR="00F635DB">
        <w:t>’</w:t>
      </w:r>
      <w:r w:rsidRPr="009071AC">
        <w:t>avais pas à regretter beaucoup ma situation chez mes patrons</w:t>
      </w:r>
      <w:r w:rsidR="00F635DB">
        <w:t xml:space="preserve">, </w:t>
      </w:r>
      <w:r w:rsidRPr="009071AC">
        <w:t>mais enfin je la connaissais</w:t>
      </w:r>
      <w:r w:rsidR="00F635DB">
        <w:t xml:space="preserve">, </w:t>
      </w:r>
      <w:r w:rsidRPr="009071AC">
        <w:t>cette situation</w:t>
      </w:r>
      <w:r w:rsidR="00F635DB">
        <w:t xml:space="preserve"> ; </w:t>
      </w:r>
      <w:r w:rsidRPr="009071AC">
        <w:t>je l</w:t>
      </w:r>
      <w:r w:rsidR="00F635DB">
        <w:t>’</w:t>
      </w:r>
      <w:r w:rsidRPr="009071AC">
        <w:t>avais expérimentée</w:t>
      </w:r>
      <w:r w:rsidR="00F635DB">
        <w:t xml:space="preserve">, </w:t>
      </w:r>
      <w:r w:rsidRPr="009071AC">
        <w:t>le plus pénible était fait</w:t>
      </w:r>
      <w:r w:rsidR="00F635DB">
        <w:t xml:space="preserve">, </w:t>
      </w:r>
      <w:r w:rsidRPr="009071AC">
        <w:t>j</w:t>
      </w:r>
      <w:r w:rsidR="00F635DB">
        <w:t>’</w:t>
      </w:r>
      <w:r w:rsidRPr="009071AC">
        <w:t>arrivais à la fin de mon apprentissage</w:t>
      </w:r>
      <w:r w:rsidR="00F635DB">
        <w:t xml:space="preserve">, </w:t>
      </w:r>
      <w:r w:rsidRPr="009071AC">
        <w:t>j</w:t>
      </w:r>
      <w:r w:rsidR="00F635DB">
        <w:t>’</w:t>
      </w:r>
      <w:r w:rsidRPr="009071AC">
        <w:t>avais pour ainsi dire arrangé ma vie</w:t>
      </w:r>
      <w:r w:rsidR="00F635DB">
        <w:t xml:space="preserve">, </w:t>
      </w:r>
      <w:r w:rsidRPr="009071AC">
        <w:t>l</w:t>
      </w:r>
      <w:r w:rsidR="00F635DB">
        <w:t>’</w:t>
      </w:r>
      <w:r w:rsidRPr="009071AC">
        <w:t>avenir me paraissait sûr</w:t>
      </w:r>
      <w:r w:rsidR="00F635DB">
        <w:t>…</w:t>
      </w:r>
    </w:p>
    <w:p w14:paraId="1DBC036A" w14:textId="77777777" w:rsidR="00F635DB" w:rsidRDefault="00855694" w:rsidP="00F635DB">
      <w:r w:rsidRPr="009071AC">
        <w:t>L</w:t>
      </w:r>
      <w:r w:rsidR="00F635DB">
        <w:t>’</w:t>
      </w:r>
      <w:r w:rsidRPr="009071AC">
        <w:t>avenir</w:t>
      </w:r>
      <w:r w:rsidR="00F635DB">
        <w:t xml:space="preserve"> ! </w:t>
      </w:r>
      <w:r w:rsidRPr="009071AC">
        <w:t xml:space="preserve">que serait-il avec le comte de </w:t>
      </w:r>
      <w:proofErr w:type="spellStart"/>
      <w:r w:rsidRPr="009071AC">
        <w:t>Chalusse</w:t>
      </w:r>
      <w:proofErr w:type="spellEnd"/>
      <w:r w:rsidR="00F635DB">
        <w:t xml:space="preserve"> ?… </w:t>
      </w:r>
      <w:r w:rsidRPr="009071AC">
        <w:t>On me le faisait si beau</w:t>
      </w:r>
      <w:r w:rsidR="00F635DB">
        <w:t xml:space="preserve">, </w:t>
      </w:r>
      <w:r w:rsidRPr="009071AC">
        <w:t>si éblouissant</w:t>
      </w:r>
      <w:r w:rsidR="00F635DB">
        <w:t xml:space="preserve">, </w:t>
      </w:r>
      <w:r w:rsidRPr="009071AC">
        <w:t>que j</w:t>
      </w:r>
      <w:r w:rsidR="00F635DB">
        <w:t>’</w:t>
      </w:r>
      <w:r w:rsidRPr="009071AC">
        <w:t>en étais épouvantée</w:t>
      </w:r>
      <w:r w:rsidR="00F635DB">
        <w:t xml:space="preserve">. </w:t>
      </w:r>
      <w:r w:rsidRPr="009071AC">
        <w:t>Pourquoi le comte m</w:t>
      </w:r>
      <w:r w:rsidR="00F635DB">
        <w:t>’</w:t>
      </w:r>
      <w:r w:rsidRPr="009071AC">
        <w:t>avait-il choisie de préférence à toute autre</w:t>
      </w:r>
      <w:r w:rsidR="00F635DB">
        <w:t xml:space="preserve"> ?… </w:t>
      </w:r>
      <w:r w:rsidRPr="009071AC">
        <w:t>Était-ce vraiment le hasard qui avait déterminé son choix</w:t>
      </w:r>
      <w:r w:rsidR="00F635DB">
        <w:t xml:space="preserve"> ?… </w:t>
      </w:r>
      <w:r w:rsidRPr="009071AC">
        <w:t>Le miracle</w:t>
      </w:r>
      <w:r w:rsidR="00F635DB">
        <w:t xml:space="preserve">, </w:t>
      </w:r>
      <w:r w:rsidRPr="009071AC">
        <w:t>en y réfléchissant</w:t>
      </w:r>
      <w:r w:rsidR="00F635DB">
        <w:t xml:space="preserve">, </w:t>
      </w:r>
      <w:r w:rsidRPr="009071AC">
        <w:t>me paraissait préparé de longue main</w:t>
      </w:r>
      <w:r w:rsidR="00F635DB">
        <w:t xml:space="preserve">, </w:t>
      </w:r>
      <w:r w:rsidRPr="009071AC">
        <w:t>et devait</w:t>
      </w:r>
      <w:r w:rsidR="00F635DB">
        <w:t xml:space="preserve">, </w:t>
      </w:r>
      <w:r w:rsidRPr="009071AC">
        <w:t>pensais-je</w:t>
      </w:r>
      <w:r w:rsidR="00F635DB">
        <w:t xml:space="preserve">, </w:t>
      </w:r>
      <w:r w:rsidRPr="009071AC">
        <w:t>cacher quelque mystère</w:t>
      </w:r>
      <w:r w:rsidR="00F635DB">
        <w:t>…</w:t>
      </w:r>
    </w:p>
    <w:p w14:paraId="1AA701C2" w14:textId="77777777" w:rsidR="00F635DB" w:rsidRDefault="00855694" w:rsidP="00F635DB">
      <w:r w:rsidRPr="009071AC">
        <w:lastRenderedPageBreak/>
        <w:t>Enfin</w:t>
      </w:r>
      <w:r w:rsidR="00F635DB">
        <w:t xml:space="preserve">, </w:t>
      </w:r>
      <w:r w:rsidRPr="009071AC">
        <w:t>plus que tout</w:t>
      </w:r>
      <w:r w:rsidR="00F635DB">
        <w:t xml:space="preserve">, </w:t>
      </w:r>
      <w:r w:rsidRPr="009071AC">
        <w:t>l</w:t>
      </w:r>
      <w:r w:rsidR="00F635DB">
        <w:t>’</w:t>
      </w:r>
      <w:r w:rsidRPr="009071AC">
        <w:t>idée de m</w:t>
      </w:r>
      <w:r w:rsidR="00F635DB">
        <w:t>’</w:t>
      </w:r>
      <w:r w:rsidRPr="009071AC">
        <w:t>abandonner à un inconnu</w:t>
      </w:r>
      <w:r w:rsidR="00F635DB">
        <w:t xml:space="preserve">, </w:t>
      </w:r>
      <w:r w:rsidRPr="009071AC">
        <w:t>d</w:t>
      </w:r>
      <w:r w:rsidR="00F635DB">
        <w:t>’</w:t>
      </w:r>
      <w:r w:rsidRPr="009071AC">
        <w:t>abdiquer ma volonté</w:t>
      </w:r>
      <w:r w:rsidR="00F635DB">
        <w:t xml:space="preserve">, </w:t>
      </w:r>
      <w:r w:rsidRPr="009071AC">
        <w:t>de lui confier ma vie</w:t>
      </w:r>
      <w:r w:rsidR="00F635DB">
        <w:t xml:space="preserve">, </w:t>
      </w:r>
      <w:r w:rsidRPr="009071AC">
        <w:t>me répugnait</w:t>
      </w:r>
      <w:r w:rsidR="00F635DB">
        <w:t>.</w:t>
      </w:r>
    </w:p>
    <w:p w14:paraId="27B776F0" w14:textId="77777777" w:rsidR="00F635DB" w:rsidRDefault="00855694" w:rsidP="00F635DB">
      <w:r w:rsidRPr="009071AC">
        <w:t>On m</w:t>
      </w:r>
      <w:r w:rsidR="00F635DB">
        <w:t>’</w:t>
      </w:r>
      <w:r w:rsidRPr="009071AC">
        <w:t>avait accordé quarante-huit heures pour prendre un parti</w:t>
      </w:r>
      <w:r w:rsidR="00F635DB">
        <w:t xml:space="preserve"> ; </w:t>
      </w:r>
      <w:r w:rsidRPr="009071AC">
        <w:t>jusqu</w:t>
      </w:r>
      <w:r w:rsidR="00F635DB">
        <w:t>’</w:t>
      </w:r>
      <w:r w:rsidRPr="009071AC">
        <w:t>à la dernière seconde</w:t>
      </w:r>
      <w:r w:rsidR="00F635DB">
        <w:t xml:space="preserve">, </w:t>
      </w:r>
      <w:r w:rsidRPr="009071AC">
        <w:t>je demeurai en suspens</w:t>
      </w:r>
      <w:r w:rsidR="00F635DB">
        <w:t>.</w:t>
      </w:r>
    </w:p>
    <w:p w14:paraId="65A614F7" w14:textId="77777777" w:rsidR="00F635DB" w:rsidRDefault="00855694" w:rsidP="00F635DB">
      <w:r w:rsidRPr="009071AC">
        <w:t>Qui sait</w:t>
      </w:r>
      <w:r w:rsidR="00F635DB">
        <w:t xml:space="preserve"> ?… </w:t>
      </w:r>
      <w:r w:rsidRPr="009071AC">
        <w:t>C</w:t>
      </w:r>
      <w:r w:rsidR="00F635DB">
        <w:t>’</w:t>
      </w:r>
      <w:r w:rsidRPr="009071AC">
        <w:t>eût été un bonheur peut-être si j</w:t>
      </w:r>
      <w:r w:rsidR="00F635DB">
        <w:t>’</w:t>
      </w:r>
      <w:r w:rsidRPr="009071AC">
        <w:t>eusse su me résigner à l</w:t>
      </w:r>
      <w:r w:rsidR="00F635DB">
        <w:t>’</w:t>
      </w:r>
      <w:r w:rsidRPr="009071AC">
        <w:t>humilité de ma condition</w:t>
      </w:r>
      <w:r w:rsidR="00F635DB">
        <w:t xml:space="preserve">… </w:t>
      </w:r>
      <w:r w:rsidRPr="009071AC">
        <w:t>Je me serais épargné bien des souffrances que je ne pouvais même pas concevoir</w:t>
      </w:r>
      <w:r w:rsidR="00F635DB">
        <w:t>…</w:t>
      </w:r>
    </w:p>
    <w:p w14:paraId="3BD008DB" w14:textId="77777777" w:rsidR="00F635DB" w:rsidRDefault="00855694" w:rsidP="00F635DB">
      <w:r w:rsidRPr="009071AC">
        <w:t>Je n</w:t>
      </w:r>
      <w:r w:rsidR="00F635DB">
        <w:t>’</w:t>
      </w:r>
      <w:r w:rsidRPr="009071AC">
        <w:t>eus pas ce courage</w:t>
      </w:r>
      <w:r w:rsidR="00F635DB">
        <w:t xml:space="preserve">, </w:t>
      </w:r>
      <w:r w:rsidRPr="009071AC">
        <w:t>et</w:t>
      </w:r>
      <w:r w:rsidR="00F635DB">
        <w:t xml:space="preserve">, </w:t>
      </w:r>
      <w:r w:rsidRPr="009071AC">
        <w:t>le délai expiré</w:t>
      </w:r>
      <w:r w:rsidR="00F635DB">
        <w:t xml:space="preserve">, </w:t>
      </w:r>
      <w:r w:rsidRPr="009071AC">
        <w:t>je répondis que je consentais à tout</w:t>
      </w:r>
      <w:r w:rsidR="00F635DB">
        <w:t>.</w:t>
      </w:r>
    </w:p>
    <w:p w14:paraId="48058E33" w14:textId="7E57DE5A" w:rsidR="00F635DB" w:rsidRDefault="00F635DB" w:rsidP="00F635DB">
      <w:r>
        <w:t>M</w:t>
      </w:r>
      <w:r w:rsidRPr="00F635DB">
        <w:rPr>
          <w:vertAlign w:val="superscript"/>
        </w:rPr>
        <w:t>lle</w:t>
      </w:r>
      <w:r>
        <w:t> </w:t>
      </w:r>
      <w:r w:rsidR="00855694" w:rsidRPr="009071AC">
        <w:t>Marguerite se hâtait</w:t>
      </w:r>
      <w:r>
        <w:t>.</w:t>
      </w:r>
    </w:p>
    <w:p w14:paraId="131D1B37" w14:textId="77777777" w:rsidR="00F635DB" w:rsidRDefault="00855694" w:rsidP="00F635DB">
      <w:r w:rsidRPr="009071AC">
        <w:t>Après avoir trouvé une sorte de douceur triste à s</w:t>
      </w:r>
      <w:r w:rsidR="00F635DB">
        <w:t>’</w:t>
      </w:r>
      <w:r w:rsidRPr="009071AC">
        <w:t>attarder parmi les lointaines impressions de sa première enfance</w:t>
      </w:r>
      <w:r w:rsidR="00F635DB">
        <w:t xml:space="preserve">, </w:t>
      </w:r>
      <w:r w:rsidRPr="009071AC">
        <w:t>elle souffrait davantage à mesure que son récit se rapprochait du moment présent</w:t>
      </w:r>
      <w:r w:rsidR="00F635DB">
        <w:t>…</w:t>
      </w:r>
    </w:p>
    <w:p w14:paraId="2FF8C94F" w14:textId="524459D8" w:rsidR="00F635DB" w:rsidRDefault="00F635DB" w:rsidP="00F635DB">
      <w:r>
        <w:t>— </w:t>
      </w:r>
      <w:r w:rsidR="00855694" w:rsidRPr="009071AC">
        <w:t>Je vivrais des milliers d</w:t>
      </w:r>
      <w:r>
        <w:t>’</w:t>
      </w:r>
      <w:r w:rsidR="00855694" w:rsidRPr="009071AC">
        <w:t>années</w:t>
      </w:r>
      <w:r>
        <w:t xml:space="preserve">, </w:t>
      </w:r>
      <w:r w:rsidR="00855694" w:rsidRPr="009071AC">
        <w:t>reprit-elle</w:t>
      </w:r>
      <w:r>
        <w:t xml:space="preserve">, </w:t>
      </w:r>
      <w:r w:rsidR="00855694" w:rsidRPr="009071AC">
        <w:t>que je n</w:t>
      </w:r>
      <w:r>
        <w:t>’</w:t>
      </w:r>
      <w:r w:rsidR="00855694" w:rsidRPr="009071AC">
        <w:t>oublierais jamais le jour où j</w:t>
      </w:r>
      <w:r>
        <w:t>’</w:t>
      </w:r>
      <w:r w:rsidR="00855694" w:rsidRPr="009071AC">
        <w:t>abandonnai l</w:t>
      </w:r>
      <w:r>
        <w:t>’</w:t>
      </w:r>
      <w:r w:rsidR="00855694" w:rsidRPr="009071AC">
        <w:t>hospice des Enfants-Trouvés</w:t>
      </w:r>
      <w:r>
        <w:t xml:space="preserve">, </w:t>
      </w:r>
      <w:r w:rsidR="00855694" w:rsidRPr="009071AC">
        <w:t xml:space="preserve">pour devenir la pupille de </w:t>
      </w:r>
      <w:r>
        <w:t>M. de </w:t>
      </w:r>
      <w:proofErr w:type="spellStart"/>
      <w:r w:rsidR="00855694" w:rsidRPr="009071AC">
        <w:t>Chalusse</w:t>
      </w:r>
      <w:proofErr w:type="spellEnd"/>
      <w:r>
        <w:t xml:space="preserve">. </w:t>
      </w:r>
      <w:r w:rsidR="00855694" w:rsidRPr="009071AC">
        <w:t>C</w:t>
      </w:r>
      <w:r>
        <w:t>’</w:t>
      </w:r>
      <w:r w:rsidR="00855694" w:rsidRPr="009071AC">
        <w:t>était un samedi</w:t>
      </w:r>
      <w:r>
        <w:t xml:space="preserve">… </w:t>
      </w:r>
      <w:r w:rsidR="00855694" w:rsidRPr="009071AC">
        <w:t>La veille</w:t>
      </w:r>
      <w:r>
        <w:t xml:space="preserve">, </w:t>
      </w:r>
      <w:r w:rsidR="00855694" w:rsidRPr="009071AC">
        <w:t>j</w:t>
      </w:r>
      <w:r>
        <w:t>’</w:t>
      </w:r>
      <w:r w:rsidR="00855694" w:rsidRPr="009071AC">
        <w:t xml:space="preserve">avais rendu ma réponse à </w:t>
      </w:r>
      <w:r>
        <w:t>M</w:t>
      </w:r>
      <w:r w:rsidRPr="00F635DB">
        <w:rPr>
          <w:vertAlign w:val="superscript"/>
        </w:rPr>
        <w:t>me</w:t>
      </w:r>
      <w:r>
        <w:t> </w:t>
      </w:r>
      <w:r w:rsidR="00855694" w:rsidRPr="009071AC">
        <w:t>la supérieure</w:t>
      </w:r>
      <w:r>
        <w:t xml:space="preserve">. </w:t>
      </w:r>
      <w:r w:rsidR="00855694" w:rsidRPr="009071AC">
        <w:t>Dès le matin</w:t>
      </w:r>
      <w:r>
        <w:t xml:space="preserve">, </w:t>
      </w:r>
      <w:r w:rsidR="00855694" w:rsidRPr="009071AC">
        <w:t>je vis arriver mes anciens patrons</w:t>
      </w:r>
      <w:r>
        <w:t xml:space="preserve">. </w:t>
      </w:r>
      <w:r w:rsidR="00855694" w:rsidRPr="009071AC">
        <w:t>On était allé les prévenir et ils venaient me faire leurs adieux</w:t>
      </w:r>
      <w:r>
        <w:t xml:space="preserve">… </w:t>
      </w:r>
      <w:r w:rsidR="00855694" w:rsidRPr="009071AC">
        <w:t>La rupture de mon contrat d</w:t>
      </w:r>
      <w:r>
        <w:t>’</w:t>
      </w:r>
      <w:r w:rsidR="00855694" w:rsidRPr="009071AC">
        <w:t>apprentissage avait présenté quelques difficultés</w:t>
      </w:r>
      <w:r>
        <w:t xml:space="preserve">, </w:t>
      </w:r>
      <w:r w:rsidR="00855694" w:rsidRPr="009071AC">
        <w:t>mais le comte avait tout aplani avec de l</w:t>
      </w:r>
      <w:r>
        <w:t>’</w:t>
      </w:r>
      <w:r w:rsidR="00855694" w:rsidRPr="009071AC">
        <w:t>argent</w:t>
      </w:r>
      <w:r>
        <w:t>.</w:t>
      </w:r>
    </w:p>
    <w:p w14:paraId="6867BE29" w14:textId="77777777" w:rsidR="00F635DB" w:rsidRDefault="00855694" w:rsidP="00F635DB">
      <w:r w:rsidRPr="009071AC">
        <w:t>N</w:t>
      </w:r>
      <w:r w:rsidR="00F635DB">
        <w:t>’</w:t>
      </w:r>
      <w:r w:rsidRPr="009071AC">
        <w:t>importe</w:t>
      </w:r>
      <w:r w:rsidR="00F635DB">
        <w:t xml:space="preserve"> !… </w:t>
      </w:r>
      <w:r w:rsidRPr="009071AC">
        <w:t>Ils me regrettaient</w:t>
      </w:r>
      <w:r w:rsidR="00F635DB">
        <w:t xml:space="preserve">, </w:t>
      </w:r>
      <w:r w:rsidRPr="009071AC">
        <w:t>je le vis bien</w:t>
      </w:r>
      <w:r w:rsidR="00F635DB">
        <w:t xml:space="preserve">… </w:t>
      </w:r>
      <w:r w:rsidRPr="009071AC">
        <w:t>leurs yeux étaient humides</w:t>
      </w:r>
      <w:r w:rsidR="00F635DB">
        <w:t xml:space="preserve">… </w:t>
      </w:r>
      <w:r w:rsidRPr="009071AC">
        <w:t>Ils regrettaient l</w:t>
      </w:r>
      <w:r w:rsidR="00F635DB">
        <w:t>’</w:t>
      </w:r>
      <w:r w:rsidRPr="009071AC">
        <w:t>humble petite servante qui leur avait été si dévouée</w:t>
      </w:r>
      <w:r w:rsidR="00F635DB">
        <w:t>…</w:t>
      </w:r>
    </w:p>
    <w:p w14:paraId="17A55924" w14:textId="77777777" w:rsidR="00F635DB" w:rsidRDefault="00855694" w:rsidP="00F635DB">
      <w:r w:rsidRPr="009071AC">
        <w:lastRenderedPageBreak/>
        <w:t>Mais en même temps je remarquai dans leurs manières une visible contrainte</w:t>
      </w:r>
      <w:r w:rsidR="00F635DB">
        <w:t xml:space="preserve">… </w:t>
      </w:r>
      <w:r w:rsidRPr="009071AC">
        <w:t>Plus de tutoiement</w:t>
      </w:r>
      <w:r w:rsidR="00F635DB">
        <w:t xml:space="preserve">, </w:t>
      </w:r>
      <w:r w:rsidRPr="009071AC">
        <w:t>plus de voix rude</w:t>
      </w:r>
      <w:r w:rsidR="00F635DB">
        <w:t xml:space="preserve">… </w:t>
      </w:r>
      <w:r w:rsidRPr="009071AC">
        <w:t>ils me disaient</w:t>
      </w:r>
      <w:r w:rsidR="00F635DB">
        <w:t xml:space="preserve"> : </w:t>
      </w:r>
      <w:r w:rsidRPr="009071AC">
        <w:t>vous</w:t>
      </w:r>
      <w:r w:rsidR="00F635DB">
        <w:t xml:space="preserve">, </w:t>
      </w:r>
      <w:r w:rsidRPr="009071AC">
        <w:t>ils m</w:t>
      </w:r>
      <w:r w:rsidR="00F635DB">
        <w:t>’</w:t>
      </w:r>
      <w:r w:rsidRPr="009071AC">
        <w:t>appelaient</w:t>
      </w:r>
      <w:r w:rsidR="00F635DB">
        <w:t xml:space="preserve"> : </w:t>
      </w:r>
      <w:r w:rsidRPr="009071AC">
        <w:t>mademoiselle</w:t>
      </w:r>
      <w:r w:rsidR="00F635DB">
        <w:t xml:space="preserve">… </w:t>
      </w:r>
      <w:r w:rsidRPr="009071AC">
        <w:t>Pauvres gens</w:t>
      </w:r>
      <w:r w:rsidR="00F635DB">
        <w:t xml:space="preserve"> ! </w:t>
      </w:r>
      <w:r w:rsidRPr="009071AC">
        <w:t>ils s</w:t>
      </w:r>
      <w:r w:rsidR="00F635DB">
        <w:t>’</w:t>
      </w:r>
      <w:r w:rsidRPr="009071AC">
        <w:t>excusaient avec des paroles grotesques et attendrissantes d</w:t>
      </w:r>
      <w:r w:rsidR="00F635DB">
        <w:t>’</w:t>
      </w:r>
      <w:r w:rsidRPr="009071AC">
        <w:t>avoir osé accepter mes services</w:t>
      </w:r>
      <w:r w:rsidR="00F635DB">
        <w:t xml:space="preserve">, </w:t>
      </w:r>
      <w:r w:rsidRPr="009071AC">
        <w:t>déclarant en même temps qu</w:t>
      </w:r>
      <w:r w:rsidR="00F635DB">
        <w:t>’</w:t>
      </w:r>
      <w:r w:rsidRPr="009071AC">
        <w:t>ils ne me remplaceraient jamais pour le même prix</w:t>
      </w:r>
      <w:r w:rsidR="00F635DB">
        <w:t>…</w:t>
      </w:r>
    </w:p>
    <w:p w14:paraId="2CE919F2" w14:textId="77777777" w:rsidR="00F635DB" w:rsidRDefault="00855694" w:rsidP="00F635DB">
      <w:r w:rsidRPr="009071AC">
        <w:t>La femme surtout me jurait qu</w:t>
      </w:r>
      <w:r w:rsidR="00F635DB">
        <w:t>’</w:t>
      </w:r>
      <w:r w:rsidRPr="009071AC">
        <w:t>elle ne se consolerait jamais de n</w:t>
      </w:r>
      <w:r w:rsidR="00F635DB">
        <w:t>’</w:t>
      </w:r>
      <w:r w:rsidRPr="009071AC">
        <w:t>avoir pas remis vertement à sa place son frère</w:t>
      </w:r>
      <w:r w:rsidR="00F635DB">
        <w:t xml:space="preserve">, </w:t>
      </w:r>
      <w:r w:rsidRPr="009071AC">
        <w:t>un mauvais gars</w:t>
      </w:r>
      <w:r w:rsidR="00F635DB">
        <w:t xml:space="preserve">, </w:t>
      </w:r>
      <w:r w:rsidRPr="009071AC">
        <w:t>comme la suite l</w:t>
      </w:r>
      <w:r w:rsidR="00F635DB">
        <w:t>’</w:t>
      </w:r>
      <w:r w:rsidRPr="009071AC">
        <w:t>avait bien prouvé</w:t>
      </w:r>
      <w:r w:rsidR="00F635DB">
        <w:t xml:space="preserve">, </w:t>
      </w:r>
      <w:r w:rsidRPr="009071AC">
        <w:t>lorsqu</w:t>
      </w:r>
      <w:r w:rsidR="00F635DB">
        <w:t>’</w:t>
      </w:r>
      <w:r w:rsidRPr="009071AC">
        <w:t>il avait osé hausser son caprice jusqu</w:t>
      </w:r>
      <w:r w:rsidR="00F635DB">
        <w:t>’</w:t>
      </w:r>
      <w:r w:rsidRPr="009071AC">
        <w:t>à moi</w:t>
      </w:r>
      <w:r w:rsidR="00F635DB">
        <w:t>…</w:t>
      </w:r>
    </w:p>
    <w:p w14:paraId="4698357E" w14:textId="77777777" w:rsidR="00F635DB" w:rsidRDefault="00855694" w:rsidP="00F635DB">
      <w:r w:rsidRPr="009071AC">
        <w:t>Pour la première fois</w:t>
      </w:r>
      <w:r w:rsidR="00F635DB">
        <w:t xml:space="preserve">, </w:t>
      </w:r>
      <w:r w:rsidRPr="009071AC">
        <w:t>ce jour-là</w:t>
      </w:r>
      <w:r w:rsidR="00F635DB">
        <w:t xml:space="preserve">, </w:t>
      </w:r>
      <w:r w:rsidRPr="009071AC">
        <w:t>je me sentis sincèrement aimée</w:t>
      </w:r>
      <w:r w:rsidR="00F635DB">
        <w:t xml:space="preserve">, </w:t>
      </w:r>
      <w:r w:rsidRPr="009071AC">
        <w:t>si véritablement que si ma réponse n</w:t>
      </w:r>
      <w:r w:rsidR="00F635DB">
        <w:t>’</w:t>
      </w:r>
      <w:r w:rsidRPr="009071AC">
        <w:t>eût pas été donnée et signée</w:t>
      </w:r>
      <w:r w:rsidR="00F635DB">
        <w:t xml:space="preserve">, </w:t>
      </w:r>
      <w:r w:rsidRPr="009071AC">
        <w:t>je serais retournée chez ces braves relieurs</w:t>
      </w:r>
      <w:r w:rsidR="00F635DB">
        <w:t>…</w:t>
      </w:r>
    </w:p>
    <w:p w14:paraId="0537CBE1" w14:textId="77777777" w:rsidR="00F635DB" w:rsidRDefault="00855694" w:rsidP="00F635DB">
      <w:r w:rsidRPr="009071AC">
        <w:t>Mais il n</w:t>
      </w:r>
      <w:r w:rsidR="00F635DB">
        <w:t>’</w:t>
      </w:r>
      <w:r w:rsidRPr="009071AC">
        <w:t>était plus temps</w:t>
      </w:r>
      <w:r w:rsidR="00F635DB">
        <w:t>.</w:t>
      </w:r>
    </w:p>
    <w:p w14:paraId="1F97F99A" w14:textId="213EFE46" w:rsidR="00F635DB" w:rsidRDefault="00855694" w:rsidP="00F635DB">
      <w:r w:rsidRPr="009071AC">
        <w:t>Une converse vint me dire de descendre</w:t>
      </w:r>
      <w:r w:rsidR="00F635DB">
        <w:t xml:space="preserve">, </w:t>
      </w:r>
      <w:r w:rsidRPr="009071AC">
        <w:t xml:space="preserve">que </w:t>
      </w:r>
      <w:r w:rsidR="00F635DB">
        <w:t>M</w:t>
      </w:r>
      <w:r w:rsidR="00F635DB" w:rsidRPr="00F635DB">
        <w:rPr>
          <w:vertAlign w:val="superscript"/>
        </w:rPr>
        <w:t>me</w:t>
      </w:r>
      <w:r w:rsidR="00F635DB">
        <w:t> </w:t>
      </w:r>
      <w:r w:rsidRPr="009071AC">
        <w:t>la supérieure me demandait</w:t>
      </w:r>
      <w:r w:rsidR="00F635DB">
        <w:t>.</w:t>
      </w:r>
    </w:p>
    <w:p w14:paraId="0ED94C64" w14:textId="77777777" w:rsidR="00F635DB" w:rsidRDefault="00855694" w:rsidP="00F635DB">
      <w:r w:rsidRPr="009071AC">
        <w:t>Une dernière fois j</w:t>
      </w:r>
      <w:r w:rsidR="00F635DB">
        <w:t>’</w:t>
      </w:r>
      <w:r w:rsidRPr="009071AC">
        <w:t xml:space="preserve">embrassai le père et la mère </w:t>
      </w:r>
      <w:proofErr w:type="spellStart"/>
      <w:r w:rsidRPr="009071AC">
        <w:t>Greloux</w:t>
      </w:r>
      <w:proofErr w:type="spellEnd"/>
      <w:r w:rsidR="00F635DB">
        <w:t xml:space="preserve">, </w:t>
      </w:r>
      <w:r w:rsidRPr="009071AC">
        <w:t>comme nous disions à l</w:t>
      </w:r>
      <w:r w:rsidR="00F635DB">
        <w:t>’</w:t>
      </w:r>
      <w:r w:rsidRPr="009071AC">
        <w:t>atelier</w:t>
      </w:r>
      <w:r w:rsidR="00F635DB">
        <w:t xml:space="preserve">, </w:t>
      </w:r>
      <w:r w:rsidRPr="009071AC">
        <w:t>et je descendis</w:t>
      </w:r>
      <w:r w:rsidR="00F635DB">
        <w:t>.</w:t>
      </w:r>
    </w:p>
    <w:p w14:paraId="5D230A85" w14:textId="14E387BD" w:rsidR="00F635DB" w:rsidRDefault="00855694" w:rsidP="00F635DB">
      <w:r w:rsidRPr="009071AC">
        <w:t xml:space="preserve">Chez </w:t>
      </w:r>
      <w:r w:rsidR="00F635DB">
        <w:t>M</w:t>
      </w:r>
      <w:r w:rsidR="00F635DB" w:rsidRPr="00F635DB">
        <w:rPr>
          <w:vertAlign w:val="superscript"/>
        </w:rPr>
        <w:t>me</w:t>
      </w:r>
      <w:r w:rsidR="00F635DB">
        <w:t> </w:t>
      </w:r>
      <w:r w:rsidRPr="009071AC">
        <w:t>la supérieure</w:t>
      </w:r>
      <w:r w:rsidR="00F635DB">
        <w:t xml:space="preserve">, </w:t>
      </w:r>
      <w:r w:rsidRPr="009071AC">
        <w:t>une dame et deux ouvrières chargées de cartons m</w:t>
      </w:r>
      <w:r w:rsidR="00F635DB">
        <w:t>’</w:t>
      </w:r>
      <w:r w:rsidRPr="009071AC">
        <w:t>attendaient</w:t>
      </w:r>
      <w:r w:rsidR="00F635DB">
        <w:t>.</w:t>
      </w:r>
    </w:p>
    <w:p w14:paraId="4A17409D" w14:textId="40BED4A1" w:rsidR="00F635DB" w:rsidRDefault="00855694" w:rsidP="00F635DB">
      <w:r w:rsidRPr="009071AC">
        <w:t>C</w:t>
      </w:r>
      <w:r w:rsidR="00F635DB">
        <w:t>’</w:t>
      </w:r>
      <w:r w:rsidRPr="009071AC">
        <w:t>était une couturière qui arrivait avec les vêtements qui convenaient à ma nouvelle situation</w:t>
      </w:r>
      <w:r w:rsidR="00F635DB">
        <w:t xml:space="preserve">. </w:t>
      </w:r>
      <w:r w:rsidRPr="009071AC">
        <w:t>C</w:t>
      </w:r>
      <w:r w:rsidR="00F635DB">
        <w:t>’</w:t>
      </w:r>
      <w:r w:rsidRPr="009071AC">
        <w:t>était</w:t>
      </w:r>
      <w:r w:rsidR="00F635DB">
        <w:t xml:space="preserve">, </w:t>
      </w:r>
      <w:r w:rsidRPr="009071AC">
        <w:t>on me l</w:t>
      </w:r>
      <w:r w:rsidR="00F635DB">
        <w:t>’</w:t>
      </w:r>
      <w:r w:rsidRPr="009071AC">
        <w:t>apprit</w:t>
      </w:r>
      <w:r w:rsidR="00F635DB">
        <w:t xml:space="preserve">, </w:t>
      </w:r>
      <w:r w:rsidRPr="009071AC">
        <w:t xml:space="preserve">une prévenance de </w:t>
      </w:r>
      <w:r w:rsidR="00F635DB">
        <w:t>M. de </w:t>
      </w:r>
      <w:proofErr w:type="spellStart"/>
      <w:r w:rsidRPr="009071AC">
        <w:t>Chalusse</w:t>
      </w:r>
      <w:proofErr w:type="spellEnd"/>
      <w:r w:rsidR="00F635DB">
        <w:t xml:space="preserve">. </w:t>
      </w:r>
      <w:r w:rsidRPr="009071AC">
        <w:t>Ce grand seigneur pensait à tout et ne dédaignait pas</w:t>
      </w:r>
      <w:r w:rsidR="00F635DB">
        <w:t xml:space="preserve">, </w:t>
      </w:r>
      <w:r w:rsidRPr="009071AC">
        <w:t>entouré qu</w:t>
      </w:r>
      <w:r w:rsidR="00F635DB">
        <w:t>’</w:t>
      </w:r>
      <w:r w:rsidRPr="009071AC">
        <w:t>il était de trente domestiques</w:t>
      </w:r>
      <w:r w:rsidR="00F635DB">
        <w:t xml:space="preserve">, </w:t>
      </w:r>
      <w:r w:rsidRPr="009071AC">
        <w:t>de descendre aux plus minutieux détails</w:t>
      </w:r>
      <w:r w:rsidR="00F635DB">
        <w:t>…</w:t>
      </w:r>
    </w:p>
    <w:p w14:paraId="765429F4" w14:textId="7E75B9E1" w:rsidR="00F635DB" w:rsidRDefault="00855694" w:rsidP="00F635DB">
      <w:r w:rsidRPr="009071AC">
        <w:t>Donc</w:t>
      </w:r>
      <w:r w:rsidR="00F635DB">
        <w:t xml:space="preserve">, </w:t>
      </w:r>
      <w:r w:rsidRPr="009071AC">
        <w:t>pour la première fois</w:t>
      </w:r>
      <w:r w:rsidR="00F635DB">
        <w:t xml:space="preserve">, </w:t>
      </w:r>
      <w:r w:rsidRPr="009071AC">
        <w:t xml:space="preserve">je sentis sur mon épaule le frissonnement de la soie et le </w:t>
      </w:r>
      <w:r w:rsidR="00F635DB">
        <w:t>moel</w:t>
      </w:r>
      <w:r w:rsidRPr="009071AC">
        <w:t>leux du cachemire</w:t>
      </w:r>
      <w:r w:rsidR="00F635DB">
        <w:t xml:space="preserve">… </w:t>
      </w:r>
      <w:r w:rsidRPr="009071AC">
        <w:lastRenderedPageBreak/>
        <w:t>J</w:t>
      </w:r>
      <w:r w:rsidR="00F635DB">
        <w:t>’</w:t>
      </w:r>
      <w:r w:rsidRPr="009071AC">
        <w:t>essayai aussi de mettre des gants</w:t>
      </w:r>
      <w:r w:rsidR="00F635DB">
        <w:t xml:space="preserve">… </w:t>
      </w:r>
      <w:r w:rsidRPr="009071AC">
        <w:t>je dis j</w:t>
      </w:r>
      <w:r w:rsidR="00F635DB">
        <w:t>’</w:t>
      </w:r>
      <w:r w:rsidRPr="009071AC">
        <w:t>essayai</w:t>
      </w:r>
      <w:r w:rsidR="00F635DB">
        <w:t xml:space="preserve">, </w:t>
      </w:r>
      <w:r w:rsidRPr="009071AC">
        <w:t>car jamais je n</w:t>
      </w:r>
      <w:r w:rsidR="00F635DB">
        <w:t>’</w:t>
      </w:r>
      <w:r w:rsidRPr="009071AC">
        <w:t>y pus parvenir</w:t>
      </w:r>
      <w:r w:rsidR="00F635DB">
        <w:t>.</w:t>
      </w:r>
    </w:p>
    <w:p w14:paraId="79C22762" w14:textId="77777777" w:rsidR="00F635DB" w:rsidRDefault="00855694" w:rsidP="00F635DB">
      <w:r w:rsidRPr="009071AC">
        <w:t>Tout en parlant ainsi</w:t>
      </w:r>
      <w:r w:rsidR="00F635DB">
        <w:t xml:space="preserve">, </w:t>
      </w:r>
      <w:r w:rsidRPr="009071AC">
        <w:t>sans arrière-pensée de coquetterie</w:t>
      </w:r>
      <w:r w:rsidR="00F635DB">
        <w:t xml:space="preserve">, </w:t>
      </w:r>
      <w:r w:rsidRPr="009071AC">
        <w:t>certes</w:t>
      </w:r>
      <w:r w:rsidR="00F635DB">
        <w:t xml:space="preserve">, </w:t>
      </w:r>
      <w:r w:rsidRPr="009071AC">
        <w:t>la jeune fille agitait ses mains mignonnes et exquises sans exiguïté</w:t>
      </w:r>
      <w:r w:rsidR="00F635DB">
        <w:t xml:space="preserve">, </w:t>
      </w:r>
      <w:r w:rsidRPr="009071AC">
        <w:t>rondes</w:t>
      </w:r>
      <w:r w:rsidR="00F635DB">
        <w:t xml:space="preserve">, </w:t>
      </w:r>
      <w:r w:rsidRPr="009071AC">
        <w:t>pleines</w:t>
      </w:r>
      <w:r w:rsidR="00F635DB">
        <w:t xml:space="preserve">, </w:t>
      </w:r>
      <w:r w:rsidRPr="009071AC">
        <w:t>blanches</w:t>
      </w:r>
      <w:r w:rsidR="00F635DB">
        <w:t xml:space="preserve">, </w:t>
      </w:r>
      <w:r w:rsidRPr="009071AC">
        <w:t>avec des ongles qui avaient des reflets nacrés</w:t>
      </w:r>
      <w:r w:rsidR="00F635DB">
        <w:t>…</w:t>
      </w:r>
    </w:p>
    <w:p w14:paraId="19788246" w14:textId="77777777" w:rsidR="00F635DB" w:rsidRDefault="00855694" w:rsidP="00F635DB">
      <w:r w:rsidRPr="009071AC">
        <w:t>Et le juge de paix se demandait s</w:t>
      </w:r>
      <w:r w:rsidR="00F635DB">
        <w:t>’</w:t>
      </w:r>
      <w:r w:rsidRPr="009071AC">
        <w:t>il était bien possible que ces mains de duchesse</w:t>
      </w:r>
      <w:r w:rsidR="00F635DB">
        <w:t xml:space="preserve">, </w:t>
      </w:r>
      <w:r w:rsidRPr="009071AC">
        <w:t>faites pour le désespoir de la statuaire</w:t>
      </w:r>
      <w:r w:rsidR="00F635DB">
        <w:t xml:space="preserve">, </w:t>
      </w:r>
      <w:r w:rsidRPr="009071AC">
        <w:t>eussent été condamnées aux plus grossiers ouvrages</w:t>
      </w:r>
      <w:r w:rsidR="00F635DB">
        <w:t>.</w:t>
      </w:r>
    </w:p>
    <w:p w14:paraId="597F3603" w14:textId="77777777" w:rsidR="00F635DB" w:rsidRDefault="00F635DB" w:rsidP="00F635DB">
      <w:r>
        <w:t>— </w:t>
      </w:r>
      <w:r w:rsidR="00855694" w:rsidRPr="009071AC">
        <w:t>Ah</w:t>
      </w:r>
      <w:r>
        <w:t xml:space="preserve"> !… </w:t>
      </w:r>
      <w:r w:rsidR="00855694" w:rsidRPr="009071AC">
        <w:t>ma toilette ne fut pas une petite affaire</w:t>
      </w:r>
      <w:r>
        <w:t xml:space="preserve">, </w:t>
      </w:r>
      <w:r w:rsidR="00855694" w:rsidRPr="009071AC">
        <w:t>reprit-elle avec un sourire qui empruntait aux circonstances quelque chose de navrant</w:t>
      </w:r>
      <w:r>
        <w:t xml:space="preserve">. </w:t>
      </w:r>
      <w:r w:rsidR="00855694" w:rsidRPr="009071AC">
        <w:t>Toutes les bonnes sœurs réunies autour de moi mettaient à me faire belle autant de soins et de patience qu</w:t>
      </w:r>
      <w:r>
        <w:t>’</w:t>
      </w:r>
      <w:r w:rsidR="00855694" w:rsidRPr="009071AC">
        <w:t>elles en déployaient à parer</w:t>
      </w:r>
      <w:r>
        <w:t xml:space="preserve">, </w:t>
      </w:r>
      <w:r w:rsidR="00855694" w:rsidRPr="009071AC">
        <w:t>les jours de fête</w:t>
      </w:r>
      <w:r>
        <w:t xml:space="preserve">, </w:t>
      </w:r>
      <w:r w:rsidR="00855694" w:rsidRPr="009071AC">
        <w:t>la vierge de notre chapelle</w:t>
      </w:r>
      <w:r>
        <w:t>.</w:t>
      </w:r>
    </w:p>
    <w:p w14:paraId="6437452C" w14:textId="77777777" w:rsidR="00F635DB" w:rsidRDefault="00855694" w:rsidP="00F635DB">
      <w:r w:rsidRPr="009071AC">
        <w:t>Un secret instinct me disait qu</w:t>
      </w:r>
      <w:r w:rsidR="00F635DB">
        <w:t>’</w:t>
      </w:r>
      <w:r w:rsidRPr="009071AC">
        <w:t>elles se fourvoyaient</w:t>
      </w:r>
      <w:r w:rsidR="00F635DB">
        <w:t xml:space="preserve">, </w:t>
      </w:r>
      <w:r w:rsidRPr="009071AC">
        <w:t>que leur goût n</w:t>
      </w:r>
      <w:r w:rsidR="00F635DB">
        <w:t>’</w:t>
      </w:r>
      <w:r w:rsidRPr="009071AC">
        <w:t>était pas le goût</w:t>
      </w:r>
      <w:r w:rsidR="00F635DB">
        <w:t xml:space="preserve"> ; </w:t>
      </w:r>
      <w:r w:rsidRPr="009071AC">
        <w:t>qu</w:t>
      </w:r>
      <w:r w:rsidR="00F635DB">
        <w:t>’</w:t>
      </w:r>
      <w:r w:rsidRPr="009071AC">
        <w:t>elles m</w:t>
      </w:r>
      <w:r w:rsidR="00F635DB">
        <w:t>’</w:t>
      </w:r>
      <w:r w:rsidRPr="009071AC">
        <w:t>habillaient ridiculement</w:t>
      </w:r>
      <w:r w:rsidR="00F635DB">
        <w:t xml:space="preserve">… </w:t>
      </w:r>
      <w:r w:rsidRPr="009071AC">
        <w:t>n</w:t>
      </w:r>
      <w:r w:rsidR="00F635DB">
        <w:t>’</w:t>
      </w:r>
      <w:r w:rsidRPr="009071AC">
        <w:t>importe</w:t>
      </w:r>
      <w:r w:rsidR="00F635DB">
        <w:t xml:space="preserve">… </w:t>
      </w:r>
      <w:r w:rsidRPr="009071AC">
        <w:t>je les laissais se contenter sans mot dire</w:t>
      </w:r>
      <w:r w:rsidR="00F635DB">
        <w:t xml:space="preserve">. </w:t>
      </w:r>
      <w:r w:rsidRPr="009071AC">
        <w:t>J</w:t>
      </w:r>
      <w:r w:rsidR="00F635DB">
        <w:t>’</w:t>
      </w:r>
      <w:r w:rsidRPr="009071AC">
        <w:t>avais le cœur horriblement serré</w:t>
      </w:r>
      <w:r w:rsidR="00F635DB">
        <w:t xml:space="preserve">… </w:t>
      </w:r>
      <w:r w:rsidRPr="009071AC">
        <w:t>jamais attention faite pour rendre joyeuse n</w:t>
      </w:r>
      <w:r w:rsidR="00F635DB">
        <w:t>’</w:t>
      </w:r>
      <w:r w:rsidRPr="009071AC">
        <w:t>apporta tant de tristesse</w:t>
      </w:r>
      <w:r w:rsidR="00F635DB">
        <w:t>.</w:t>
      </w:r>
    </w:p>
    <w:p w14:paraId="4DD147C5" w14:textId="23199965" w:rsidR="00F635DB" w:rsidRDefault="00855694" w:rsidP="00F635DB">
      <w:r w:rsidRPr="009071AC">
        <w:t xml:space="preserve">Je croyais sentir encore sur ma main les larmes de </w:t>
      </w:r>
      <w:r w:rsidR="00F635DB">
        <w:t>M</w:t>
      </w:r>
      <w:r w:rsidR="00F635DB" w:rsidRPr="00F635DB">
        <w:rPr>
          <w:vertAlign w:val="superscript"/>
        </w:rPr>
        <w:t>me</w:t>
      </w:r>
      <w:r w:rsidR="00F635DB">
        <w:t> </w:t>
      </w:r>
      <w:proofErr w:type="spellStart"/>
      <w:r w:rsidRPr="009071AC">
        <w:t>Greloux</w:t>
      </w:r>
      <w:proofErr w:type="spellEnd"/>
      <w:r w:rsidR="00F635DB">
        <w:t xml:space="preserve">, </w:t>
      </w:r>
      <w:r w:rsidRPr="009071AC">
        <w:t>et ces parures criardes me paraissaient aussi funèbres que la dernière toilette du condamné</w:t>
      </w:r>
      <w:r w:rsidR="00F635DB">
        <w:t>…</w:t>
      </w:r>
    </w:p>
    <w:p w14:paraId="5623174A" w14:textId="5CD50BF5" w:rsidR="00F635DB" w:rsidRDefault="00855694" w:rsidP="00F635DB">
      <w:r w:rsidRPr="009071AC">
        <w:t>Enfin</w:t>
      </w:r>
      <w:r w:rsidR="00F635DB">
        <w:t xml:space="preserve">, </w:t>
      </w:r>
      <w:r w:rsidRPr="009071AC">
        <w:t>elles trouvèrent leur œuvre parfaite</w:t>
      </w:r>
      <w:r w:rsidR="00F635DB">
        <w:t xml:space="preserve">, </w:t>
      </w:r>
      <w:r w:rsidRPr="009071AC">
        <w:t>et alors j</w:t>
      </w:r>
      <w:r w:rsidR="00F635DB">
        <w:t>’</w:t>
      </w:r>
      <w:r w:rsidRPr="009071AC">
        <w:t>entendis autour de moi comme une clameur d</w:t>
      </w:r>
      <w:r w:rsidR="00F635DB">
        <w:t>’</w:t>
      </w:r>
      <w:r w:rsidRPr="009071AC">
        <w:t>admiration</w:t>
      </w:r>
      <w:r w:rsidR="00F635DB">
        <w:t xml:space="preserve">… </w:t>
      </w:r>
      <w:r w:rsidRPr="009071AC">
        <w:t>Jamais les sœurs</w:t>
      </w:r>
      <w:r w:rsidR="00F635DB">
        <w:t xml:space="preserve">, </w:t>
      </w:r>
      <w:r w:rsidRPr="009071AC">
        <w:t>à les entendre</w:t>
      </w:r>
      <w:r w:rsidR="00F635DB">
        <w:t xml:space="preserve">, </w:t>
      </w:r>
      <w:r w:rsidRPr="009071AC">
        <w:t>n</w:t>
      </w:r>
      <w:r w:rsidR="00F635DB">
        <w:t>’</w:t>
      </w:r>
      <w:r w:rsidRPr="009071AC">
        <w:t>avaient contemplé rien de si merveilleux</w:t>
      </w:r>
      <w:r w:rsidR="00F635DB">
        <w:t xml:space="preserve">… </w:t>
      </w:r>
      <w:r w:rsidRPr="009071AC">
        <w:t>Celles qui étaient à la classe ou à la couture furent mandées pour juger</w:t>
      </w:r>
      <w:r w:rsidR="00F635DB">
        <w:t xml:space="preserve">, </w:t>
      </w:r>
      <w:r w:rsidRPr="009071AC">
        <w:t>et même les plus sages d</w:t>
      </w:r>
      <w:r w:rsidR="00F635DB">
        <w:t>’</w:t>
      </w:r>
      <w:r w:rsidRPr="009071AC">
        <w:t>entre les orphelines furent admises</w:t>
      </w:r>
      <w:r w:rsidR="00F635DB">
        <w:t xml:space="preserve">… </w:t>
      </w:r>
      <w:r w:rsidRPr="009071AC">
        <w:t>Peut-être</w:t>
      </w:r>
      <w:r w:rsidR="00F635DB">
        <w:t xml:space="preserve">, </w:t>
      </w:r>
      <w:r w:rsidRPr="009071AC">
        <w:t>pour ces dernières</w:t>
      </w:r>
      <w:r w:rsidR="00F635DB">
        <w:t xml:space="preserve">, </w:t>
      </w:r>
      <w:r w:rsidRPr="009071AC">
        <w:lastRenderedPageBreak/>
        <w:t>devais-je être un exemple destiné à rendre les bons conseils palpables</w:t>
      </w:r>
      <w:r w:rsidR="00F635DB">
        <w:t xml:space="preserve">, </w:t>
      </w:r>
      <w:r w:rsidRPr="009071AC">
        <w:t xml:space="preserve">car </w:t>
      </w:r>
      <w:r w:rsidR="00F635DB">
        <w:t>M</w:t>
      </w:r>
      <w:r w:rsidR="00F635DB" w:rsidRPr="00F635DB">
        <w:rPr>
          <w:vertAlign w:val="superscript"/>
        </w:rPr>
        <w:t>me</w:t>
      </w:r>
      <w:r w:rsidR="00F635DB">
        <w:t> </w:t>
      </w:r>
      <w:r w:rsidRPr="009071AC">
        <w:t>la supérieure disait à toutes</w:t>
      </w:r>
      <w:r w:rsidR="00F635DB">
        <w:t> :</w:t>
      </w:r>
    </w:p>
    <w:p w14:paraId="35CBA9CF" w14:textId="77777777" w:rsidR="00F635DB" w:rsidRDefault="00F635DB" w:rsidP="00F635DB">
      <w:r>
        <w:t>— </w:t>
      </w:r>
      <w:r w:rsidR="00855694" w:rsidRPr="009071AC">
        <w:t>Vous voyez</w:t>
      </w:r>
      <w:r>
        <w:t xml:space="preserve">, </w:t>
      </w:r>
      <w:r w:rsidR="00855694" w:rsidRPr="009071AC">
        <w:t>mes chères filles</w:t>
      </w:r>
      <w:r>
        <w:t xml:space="preserve">, </w:t>
      </w:r>
      <w:r w:rsidR="00855694" w:rsidRPr="009071AC">
        <w:t>où mène une bonne conduite</w:t>
      </w:r>
      <w:r>
        <w:t xml:space="preserve">… </w:t>
      </w:r>
      <w:r w:rsidR="00855694" w:rsidRPr="009071AC">
        <w:t>Soyez sages autant que notre chère Marguerite</w:t>
      </w:r>
      <w:r>
        <w:t xml:space="preserve">, </w:t>
      </w:r>
      <w:r w:rsidR="00855694" w:rsidRPr="009071AC">
        <w:t>et Dieu vous récompensera comme elle</w:t>
      </w:r>
      <w:r>
        <w:t>…</w:t>
      </w:r>
    </w:p>
    <w:p w14:paraId="2904F080" w14:textId="77777777" w:rsidR="00F635DB" w:rsidRDefault="00855694" w:rsidP="00F635DB">
      <w:r w:rsidRPr="009071AC">
        <w:t>Et moi</w:t>
      </w:r>
      <w:r w:rsidR="00F635DB">
        <w:t xml:space="preserve">, </w:t>
      </w:r>
      <w:r w:rsidRPr="009071AC">
        <w:t>roide sous mes superbes atours</w:t>
      </w:r>
      <w:r w:rsidR="00F635DB">
        <w:t xml:space="preserve">, </w:t>
      </w:r>
      <w:r w:rsidRPr="009071AC">
        <w:t>plus qu</w:t>
      </w:r>
      <w:r w:rsidR="00F635DB">
        <w:t>’</w:t>
      </w:r>
      <w:r w:rsidRPr="009071AC">
        <w:t>une momie sous ses bandelettes</w:t>
      </w:r>
      <w:r w:rsidR="00F635DB">
        <w:t xml:space="preserve">, </w:t>
      </w:r>
      <w:r w:rsidRPr="009071AC">
        <w:t>les bras écartés du corps</w:t>
      </w:r>
      <w:r w:rsidR="00F635DB">
        <w:t xml:space="preserve">, </w:t>
      </w:r>
      <w:r w:rsidRPr="009071AC">
        <w:t>pâle d</w:t>
      </w:r>
      <w:r w:rsidR="00F635DB">
        <w:t>’</w:t>
      </w:r>
      <w:r w:rsidRPr="009071AC">
        <w:t>appréhension</w:t>
      </w:r>
      <w:r w:rsidR="00F635DB">
        <w:t xml:space="preserve">, </w:t>
      </w:r>
      <w:r w:rsidRPr="009071AC">
        <w:t>j</w:t>
      </w:r>
      <w:r w:rsidR="00F635DB">
        <w:t>’</w:t>
      </w:r>
      <w:r w:rsidRPr="009071AC">
        <w:t>attendais</w:t>
      </w:r>
      <w:r w:rsidR="00F635DB">
        <w:t>.</w:t>
      </w:r>
    </w:p>
    <w:p w14:paraId="2039BC13" w14:textId="55EBF17E" w:rsidR="00F635DB" w:rsidRDefault="00855694" w:rsidP="00F635DB">
      <w:r w:rsidRPr="009071AC">
        <w:t>J</w:t>
      </w:r>
      <w:r w:rsidR="00F635DB">
        <w:t>’</w:t>
      </w:r>
      <w:r w:rsidRPr="009071AC">
        <w:t xml:space="preserve">attendais </w:t>
      </w:r>
      <w:r w:rsidR="00F635DB">
        <w:t>M. de </w:t>
      </w:r>
      <w:proofErr w:type="spellStart"/>
      <w:r w:rsidRPr="009071AC">
        <w:t>Chalusse</w:t>
      </w:r>
      <w:proofErr w:type="spellEnd"/>
      <w:r w:rsidR="00F635DB">
        <w:t xml:space="preserve">, </w:t>
      </w:r>
      <w:r w:rsidRPr="009071AC">
        <w:t>qui devait venir me prendre après avoir terminé toutes les formalités qui allaient substituer son autorité à l</w:t>
      </w:r>
      <w:r w:rsidR="00F635DB">
        <w:t>’</w:t>
      </w:r>
      <w:r w:rsidRPr="009071AC">
        <w:t>autorité de la commission administrative de l</w:t>
      </w:r>
      <w:r w:rsidR="00F635DB">
        <w:t>’</w:t>
      </w:r>
      <w:r w:rsidRPr="009071AC">
        <w:t>hospice</w:t>
      </w:r>
      <w:r w:rsidR="00F635DB">
        <w:t>.</w:t>
      </w:r>
    </w:p>
    <w:p w14:paraId="7158FF82" w14:textId="534D03AC" w:rsidR="00F635DB" w:rsidRDefault="00855694" w:rsidP="00F635DB">
      <w:r w:rsidRPr="009071AC">
        <w:t>Une heure sonna</w:t>
      </w:r>
      <w:r w:rsidR="00F635DB">
        <w:t>, M. </w:t>
      </w:r>
      <w:r w:rsidRPr="009071AC">
        <w:t xml:space="preserve">le comte de </w:t>
      </w:r>
      <w:proofErr w:type="spellStart"/>
      <w:r w:rsidRPr="009071AC">
        <w:t>Chalusse</w:t>
      </w:r>
      <w:proofErr w:type="spellEnd"/>
      <w:r w:rsidRPr="009071AC">
        <w:t xml:space="preserve"> parut</w:t>
      </w:r>
      <w:r w:rsidR="00F635DB">
        <w:t>…</w:t>
      </w:r>
    </w:p>
    <w:p w14:paraId="3B973BFC" w14:textId="77777777" w:rsidR="00F635DB" w:rsidRDefault="00855694" w:rsidP="00F635DB">
      <w:r w:rsidRPr="009071AC">
        <w:t>C</w:t>
      </w:r>
      <w:r w:rsidR="00F635DB">
        <w:t>’</w:t>
      </w:r>
      <w:r w:rsidRPr="009071AC">
        <w:t>était bien lui</w:t>
      </w:r>
      <w:r w:rsidR="00F635DB">
        <w:t xml:space="preserve">, </w:t>
      </w:r>
      <w:r w:rsidRPr="009071AC">
        <w:t>tel que je l</w:t>
      </w:r>
      <w:r w:rsidR="00F635DB">
        <w:t>’</w:t>
      </w:r>
      <w:r w:rsidRPr="009071AC">
        <w:t>avais entrevu</w:t>
      </w:r>
      <w:r w:rsidR="00F635DB">
        <w:t xml:space="preserve">, </w:t>
      </w:r>
      <w:r w:rsidRPr="009071AC">
        <w:t>tel qu</w:t>
      </w:r>
      <w:r w:rsidR="00F635DB">
        <w:t>’</w:t>
      </w:r>
      <w:r w:rsidRPr="009071AC">
        <w:t>il assiégeait ma mémoire</w:t>
      </w:r>
      <w:r w:rsidR="00F635DB">
        <w:t xml:space="preserve">. </w:t>
      </w:r>
      <w:r w:rsidRPr="009071AC">
        <w:t>C</w:t>
      </w:r>
      <w:r w:rsidR="00F635DB">
        <w:t>’</w:t>
      </w:r>
      <w:r w:rsidRPr="009071AC">
        <w:t>était ce même flegme hautain qui m</w:t>
      </w:r>
      <w:r w:rsidR="00F635DB">
        <w:t>’</w:t>
      </w:r>
      <w:r w:rsidRPr="009071AC">
        <w:t>avait glacée</w:t>
      </w:r>
      <w:r w:rsidR="00F635DB">
        <w:t xml:space="preserve">, </w:t>
      </w:r>
      <w:r w:rsidRPr="009071AC">
        <w:t>ce même œil impassible</w:t>
      </w:r>
      <w:r w:rsidR="00F635DB">
        <w:t>…</w:t>
      </w:r>
    </w:p>
    <w:p w14:paraId="755E0088" w14:textId="77777777" w:rsidR="00F635DB" w:rsidRDefault="00855694" w:rsidP="00F635DB">
      <w:r w:rsidRPr="009071AC">
        <w:t>À peine daigna-t-il me regarder</w:t>
      </w:r>
      <w:r w:rsidR="00F635DB">
        <w:t xml:space="preserve">, </w:t>
      </w:r>
      <w:r w:rsidRPr="009071AC">
        <w:t>et moi</w:t>
      </w:r>
      <w:r w:rsidR="00F635DB">
        <w:t xml:space="preserve">, </w:t>
      </w:r>
      <w:r w:rsidRPr="009071AC">
        <w:t>qui l</w:t>
      </w:r>
      <w:r w:rsidR="00F635DB">
        <w:t>’</w:t>
      </w:r>
      <w:r w:rsidRPr="009071AC">
        <w:t>observais avec une anxiété poignante</w:t>
      </w:r>
      <w:r w:rsidR="00F635DB">
        <w:t xml:space="preserve">, </w:t>
      </w:r>
      <w:r w:rsidRPr="009071AC">
        <w:t>je ne pus lire sur son visage ni approbation ni blâme</w:t>
      </w:r>
      <w:r w:rsidR="00F635DB">
        <w:t>.</w:t>
      </w:r>
    </w:p>
    <w:p w14:paraId="74145679" w14:textId="112C8413" w:rsidR="00F635DB" w:rsidRDefault="00F635DB" w:rsidP="00F635DB">
      <w:r>
        <w:t>— </w:t>
      </w:r>
      <w:r w:rsidR="00855694" w:rsidRPr="009071AC">
        <w:t>Vous voyez</w:t>
      </w:r>
      <w:r>
        <w:t xml:space="preserve">, </w:t>
      </w:r>
      <w:r w:rsidR="00855694" w:rsidRPr="009071AC">
        <w:t>monsieur le comte</w:t>
      </w:r>
      <w:r>
        <w:t xml:space="preserve">, </w:t>
      </w:r>
      <w:r w:rsidR="00855694" w:rsidRPr="009071AC">
        <w:t xml:space="preserve">dit </w:t>
      </w:r>
      <w:r>
        <w:t>M</w:t>
      </w:r>
      <w:r w:rsidRPr="00F635DB">
        <w:rPr>
          <w:vertAlign w:val="superscript"/>
        </w:rPr>
        <w:t>me</w:t>
      </w:r>
      <w:r>
        <w:t> </w:t>
      </w:r>
      <w:r w:rsidR="00855694" w:rsidRPr="009071AC">
        <w:t>la supérieure en me montrant</w:t>
      </w:r>
      <w:r>
        <w:t xml:space="preserve">, </w:t>
      </w:r>
      <w:r w:rsidR="00855694" w:rsidRPr="009071AC">
        <w:t>que vos intentions ont été scrupuleusement suivies</w:t>
      </w:r>
      <w:r>
        <w:t>.</w:t>
      </w:r>
    </w:p>
    <w:p w14:paraId="63A7D04D" w14:textId="77777777" w:rsidR="00F635DB" w:rsidRDefault="00F635DB" w:rsidP="00F635DB">
      <w:r>
        <w:t>— </w:t>
      </w:r>
      <w:r w:rsidR="00855694" w:rsidRPr="009071AC">
        <w:t>Je vous en remercie</w:t>
      </w:r>
      <w:r>
        <w:t xml:space="preserve">, </w:t>
      </w:r>
      <w:r w:rsidR="00855694" w:rsidRPr="009071AC">
        <w:t>ma sœur</w:t>
      </w:r>
      <w:r>
        <w:t xml:space="preserve">, </w:t>
      </w:r>
      <w:r w:rsidR="00855694" w:rsidRPr="009071AC">
        <w:t>dit-il</w:t>
      </w:r>
      <w:r>
        <w:t xml:space="preserve">, </w:t>
      </w:r>
      <w:r w:rsidR="00855694" w:rsidRPr="009071AC">
        <w:t>et c</w:t>
      </w:r>
      <w:r>
        <w:t>’</w:t>
      </w:r>
      <w:r w:rsidR="00855694" w:rsidRPr="009071AC">
        <w:t>est à vos pauvres que je prouverai l</w:t>
      </w:r>
      <w:r>
        <w:t>’</w:t>
      </w:r>
      <w:r w:rsidR="00855694" w:rsidRPr="009071AC">
        <w:t>étendue de ma reconnaissance</w:t>
      </w:r>
      <w:r>
        <w:t>.</w:t>
      </w:r>
    </w:p>
    <w:p w14:paraId="6725CC0C" w14:textId="77777777" w:rsidR="00F635DB" w:rsidRDefault="00855694" w:rsidP="00F635DB">
      <w:r w:rsidRPr="009071AC">
        <w:t>Puis</w:t>
      </w:r>
      <w:r w:rsidR="00F635DB">
        <w:t xml:space="preserve">, </w:t>
      </w:r>
      <w:r w:rsidRPr="009071AC">
        <w:t>se retournant vers moi</w:t>
      </w:r>
      <w:r w:rsidR="00F635DB">
        <w:t> :</w:t>
      </w:r>
    </w:p>
    <w:p w14:paraId="39811495" w14:textId="77777777" w:rsidR="00F635DB" w:rsidRDefault="00F635DB" w:rsidP="00F635DB">
      <w:r>
        <w:t>— </w:t>
      </w:r>
      <w:r w:rsidR="00855694" w:rsidRPr="009071AC">
        <w:t>Marguerite</w:t>
      </w:r>
      <w:r>
        <w:t xml:space="preserve">, </w:t>
      </w:r>
      <w:r w:rsidR="00855694" w:rsidRPr="009071AC">
        <w:t>me dit-il</w:t>
      </w:r>
      <w:r>
        <w:t xml:space="preserve">, </w:t>
      </w:r>
      <w:r w:rsidR="00855694" w:rsidRPr="009071AC">
        <w:t>prenez congé de</w:t>
      </w:r>
      <w:r>
        <w:t xml:space="preserve">… </w:t>
      </w:r>
      <w:r w:rsidR="00855694" w:rsidRPr="009071AC">
        <w:t>vos mères</w:t>
      </w:r>
      <w:r>
        <w:t xml:space="preserve">, </w:t>
      </w:r>
      <w:r w:rsidR="00855694" w:rsidRPr="009071AC">
        <w:t>et dites-leur bien que vous ne les oublierez jamais</w:t>
      </w:r>
      <w:r>
        <w:t>…</w:t>
      </w:r>
    </w:p>
    <w:p w14:paraId="0AB34C13" w14:textId="77777777" w:rsidR="00F635DB" w:rsidRDefault="00855694" w:rsidP="00F635DB">
      <w:r w:rsidRPr="009071AC">
        <w:lastRenderedPageBreak/>
        <w:t>Elle s</w:t>
      </w:r>
      <w:r w:rsidR="00F635DB">
        <w:t>’</w:t>
      </w:r>
      <w:r w:rsidRPr="009071AC">
        <w:t>interrompit</w:t>
      </w:r>
      <w:r w:rsidR="00F635DB">
        <w:t xml:space="preserve">, </w:t>
      </w:r>
      <w:r w:rsidRPr="009071AC">
        <w:t>les larmes rendaient sa voix presque inintelligible</w:t>
      </w:r>
      <w:r w:rsidR="00F635DB">
        <w:t xml:space="preserve">… </w:t>
      </w:r>
      <w:r w:rsidRPr="009071AC">
        <w:t>Mais dominant aussitôt son attendrissement</w:t>
      </w:r>
      <w:r w:rsidR="00F635DB">
        <w:t> :</w:t>
      </w:r>
    </w:p>
    <w:p w14:paraId="3A3AAE17" w14:textId="77777777" w:rsidR="00F635DB" w:rsidRDefault="00F635DB" w:rsidP="00F635DB">
      <w:r>
        <w:t>— </w:t>
      </w:r>
      <w:r w:rsidR="00855694" w:rsidRPr="009071AC">
        <w:t>À ce moment seulement</w:t>
      </w:r>
      <w:r>
        <w:t xml:space="preserve">, </w:t>
      </w:r>
      <w:r w:rsidR="00855694" w:rsidRPr="009071AC">
        <w:t>monsieur</w:t>
      </w:r>
      <w:r>
        <w:t xml:space="preserve">, </w:t>
      </w:r>
      <w:r w:rsidR="00855694" w:rsidRPr="009071AC">
        <w:t>poursuivit-elle</w:t>
      </w:r>
      <w:r>
        <w:t xml:space="preserve">, </w:t>
      </w:r>
      <w:r w:rsidR="00855694" w:rsidRPr="009071AC">
        <w:t>je compris combien j</w:t>
      </w:r>
      <w:r>
        <w:t>’</w:t>
      </w:r>
      <w:r w:rsidR="00855694" w:rsidRPr="009071AC">
        <w:t>aimais ces pauvres sœurs que parfois j</w:t>
      </w:r>
      <w:r>
        <w:t>’</w:t>
      </w:r>
      <w:r w:rsidR="00855694" w:rsidRPr="009071AC">
        <w:t>avais presque maudites</w:t>
      </w:r>
      <w:r>
        <w:t xml:space="preserve">… </w:t>
      </w:r>
      <w:r w:rsidR="00855694" w:rsidRPr="009071AC">
        <w:t>Je sentis par combien d</w:t>
      </w:r>
      <w:r>
        <w:t>’</w:t>
      </w:r>
      <w:r w:rsidR="00855694" w:rsidRPr="009071AC">
        <w:t>affections je tenais à cette hospitalière maison</w:t>
      </w:r>
      <w:r>
        <w:t xml:space="preserve">, </w:t>
      </w:r>
      <w:r w:rsidR="00855694" w:rsidRPr="009071AC">
        <w:t>et toutes ces petites infortunées</w:t>
      </w:r>
      <w:r>
        <w:t xml:space="preserve">, </w:t>
      </w:r>
      <w:r w:rsidR="00855694" w:rsidRPr="009071AC">
        <w:t>mes compagnes de misère et d</w:t>
      </w:r>
      <w:r>
        <w:t>’</w:t>
      </w:r>
      <w:r w:rsidR="00855694" w:rsidRPr="009071AC">
        <w:t>abandon</w:t>
      </w:r>
      <w:r>
        <w:t>…</w:t>
      </w:r>
    </w:p>
    <w:p w14:paraId="360D3E24" w14:textId="09CE8A67" w:rsidR="00F635DB" w:rsidRDefault="00855694" w:rsidP="00F635DB">
      <w:r w:rsidRPr="009071AC">
        <w:t>Mon cœur se brisait</w:t>
      </w:r>
      <w:r w:rsidR="00F635DB">
        <w:t xml:space="preserve">, </w:t>
      </w:r>
      <w:r w:rsidRPr="009071AC">
        <w:t xml:space="preserve">et </w:t>
      </w:r>
      <w:r w:rsidR="00F635DB">
        <w:t>M</w:t>
      </w:r>
      <w:r w:rsidR="00F635DB" w:rsidRPr="00F635DB">
        <w:rPr>
          <w:vertAlign w:val="superscript"/>
        </w:rPr>
        <w:t>me</w:t>
      </w:r>
      <w:r w:rsidR="00F635DB">
        <w:t> </w:t>
      </w:r>
      <w:r w:rsidRPr="009071AC">
        <w:t>la supérieure</w:t>
      </w:r>
      <w:r w:rsidR="00F635DB">
        <w:t xml:space="preserve">, </w:t>
      </w:r>
      <w:r w:rsidRPr="009071AC">
        <w:t>toujours si impassible</w:t>
      </w:r>
      <w:r w:rsidR="00F635DB">
        <w:t xml:space="preserve">, </w:t>
      </w:r>
      <w:r w:rsidRPr="009071AC">
        <w:t>ne semblait guère moins émue que moi</w:t>
      </w:r>
      <w:r w:rsidR="00F635DB">
        <w:t xml:space="preserve">… </w:t>
      </w:r>
      <w:r w:rsidRPr="009071AC">
        <w:t>Elle l</w:t>
      </w:r>
      <w:r w:rsidR="00F635DB">
        <w:t>’</w:t>
      </w:r>
      <w:r w:rsidRPr="009071AC">
        <w:t>était</w:t>
      </w:r>
      <w:r w:rsidR="00F635DB">
        <w:t xml:space="preserve">… </w:t>
      </w:r>
      <w:r w:rsidRPr="009071AC">
        <w:t>N</w:t>
      </w:r>
      <w:r w:rsidR="00F635DB">
        <w:t>’</w:t>
      </w:r>
      <w:r w:rsidRPr="009071AC">
        <w:t>emportais-je pas</w:t>
      </w:r>
      <w:r w:rsidR="00F635DB">
        <w:t xml:space="preserve">, </w:t>
      </w:r>
      <w:r w:rsidRPr="009071AC">
        <w:t>et pour quels hasards</w:t>
      </w:r>
      <w:r w:rsidR="00F635DB">
        <w:t xml:space="preserve">, </w:t>
      </w:r>
      <w:r w:rsidRPr="009071AC">
        <w:t>cette fraction de son cœur qu</w:t>
      </w:r>
      <w:r w:rsidR="00F635DB">
        <w:t>’</w:t>
      </w:r>
      <w:r w:rsidRPr="009071AC">
        <w:t>elle m</w:t>
      </w:r>
      <w:r w:rsidR="00F635DB">
        <w:t>’</w:t>
      </w:r>
      <w:r w:rsidRPr="009071AC">
        <w:t>avait donnée</w:t>
      </w:r>
      <w:r w:rsidR="00F635DB">
        <w:t> !…</w:t>
      </w:r>
    </w:p>
    <w:p w14:paraId="1E5B869E" w14:textId="236C2BC2" w:rsidR="00F635DB" w:rsidRDefault="00855694" w:rsidP="00F635DB">
      <w:r w:rsidRPr="009071AC">
        <w:t>Enfin</w:t>
      </w:r>
      <w:r w:rsidR="00F635DB">
        <w:t>, M. de </w:t>
      </w:r>
      <w:proofErr w:type="spellStart"/>
      <w:r w:rsidRPr="009071AC">
        <w:t>Chalusse</w:t>
      </w:r>
      <w:proofErr w:type="spellEnd"/>
      <w:r w:rsidRPr="009071AC">
        <w:t xml:space="preserve"> me prit le bras et m</w:t>
      </w:r>
      <w:r w:rsidR="00F635DB">
        <w:t>’</w:t>
      </w:r>
      <w:r w:rsidRPr="009071AC">
        <w:t>entraîna</w:t>
      </w:r>
      <w:r w:rsidR="00F635DB">
        <w:t>.</w:t>
      </w:r>
    </w:p>
    <w:p w14:paraId="3F137D30" w14:textId="77777777" w:rsidR="00F635DB" w:rsidRDefault="00855694" w:rsidP="00F635DB">
      <w:r w:rsidRPr="009071AC">
        <w:t>Dans la rue</w:t>
      </w:r>
      <w:r w:rsidR="00F635DB">
        <w:t xml:space="preserve">, </w:t>
      </w:r>
      <w:r w:rsidRPr="009071AC">
        <w:t>nous attendait une voiture moins belle que celle qui était venue me prendre à mon atelier</w:t>
      </w:r>
      <w:r w:rsidR="00F635DB">
        <w:t xml:space="preserve">, </w:t>
      </w:r>
      <w:r w:rsidRPr="009071AC">
        <w:t>mais beaucoup plus vaste et chargée de malles et de coffres</w:t>
      </w:r>
      <w:r w:rsidR="00F635DB">
        <w:t>.</w:t>
      </w:r>
    </w:p>
    <w:p w14:paraId="144A7F7D" w14:textId="77777777" w:rsidR="00F635DB" w:rsidRDefault="00855694" w:rsidP="00F635DB">
      <w:r w:rsidRPr="009071AC">
        <w:t>Elle était attelée de quatre chevaux gris conduits par des postillons portant l</w:t>
      </w:r>
      <w:r w:rsidR="00F635DB">
        <w:t>’</w:t>
      </w:r>
      <w:r w:rsidRPr="009071AC">
        <w:t>uniforme de la poste de Paris</w:t>
      </w:r>
      <w:r w:rsidR="00F635DB">
        <w:t>.</w:t>
      </w:r>
    </w:p>
    <w:p w14:paraId="5275DD5F" w14:textId="70A70F83" w:rsidR="00F635DB" w:rsidRDefault="00F635DB" w:rsidP="00F635DB">
      <w:r>
        <w:t>— </w:t>
      </w:r>
      <w:r w:rsidR="00855694" w:rsidRPr="009071AC">
        <w:t>Montez</w:t>
      </w:r>
      <w:r>
        <w:t xml:space="preserve">, </w:t>
      </w:r>
      <w:r w:rsidR="00855694" w:rsidRPr="009071AC">
        <w:t>mon enfant</w:t>
      </w:r>
      <w:r>
        <w:t xml:space="preserve">, </w:t>
      </w:r>
      <w:r w:rsidR="00855694" w:rsidRPr="009071AC">
        <w:t xml:space="preserve">me dit </w:t>
      </w:r>
      <w:r>
        <w:t>M. de </w:t>
      </w:r>
      <w:proofErr w:type="spellStart"/>
      <w:r w:rsidR="00855694" w:rsidRPr="009071AC">
        <w:t>Chalusse</w:t>
      </w:r>
      <w:proofErr w:type="spellEnd"/>
      <w:r>
        <w:t>.</w:t>
      </w:r>
    </w:p>
    <w:p w14:paraId="227AE83E" w14:textId="77777777" w:rsidR="00F635DB" w:rsidRDefault="00855694" w:rsidP="00F635DB">
      <w:r w:rsidRPr="009071AC">
        <w:t>J</w:t>
      </w:r>
      <w:r w:rsidR="00F635DB">
        <w:t>’</w:t>
      </w:r>
      <w:r w:rsidRPr="009071AC">
        <w:t>obéis</w:t>
      </w:r>
      <w:r w:rsidR="00F635DB">
        <w:t xml:space="preserve">, </w:t>
      </w:r>
      <w:r w:rsidRPr="009071AC">
        <w:t>plus morte que vive</w:t>
      </w:r>
      <w:r w:rsidR="00F635DB">
        <w:t xml:space="preserve">, </w:t>
      </w:r>
      <w:r w:rsidRPr="009071AC">
        <w:t>et je me plaçai</w:t>
      </w:r>
      <w:r w:rsidR="00F635DB">
        <w:t xml:space="preserve">, </w:t>
      </w:r>
      <w:r w:rsidRPr="009071AC">
        <w:t>comme il me l</w:t>
      </w:r>
      <w:r w:rsidR="00F635DB">
        <w:t>’</w:t>
      </w:r>
      <w:r w:rsidRPr="009071AC">
        <w:t>indiquait</w:t>
      </w:r>
      <w:r w:rsidR="00F635DB">
        <w:t xml:space="preserve">, </w:t>
      </w:r>
      <w:r w:rsidRPr="009071AC">
        <w:t>sur la banquette du fond</w:t>
      </w:r>
      <w:r w:rsidR="00F635DB">
        <w:t>.</w:t>
      </w:r>
    </w:p>
    <w:p w14:paraId="224908D7" w14:textId="77777777" w:rsidR="00F635DB" w:rsidRDefault="00855694" w:rsidP="00F635DB">
      <w:r w:rsidRPr="009071AC">
        <w:t>Lui-même</w:t>
      </w:r>
      <w:r w:rsidR="00F635DB">
        <w:t xml:space="preserve">, </w:t>
      </w:r>
      <w:r w:rsidRPr="009071AC">
        <w:t>alors</w:t>
      </w:r>
      <w:r w:rsidR="00F635DB">
        <w:t xml:space="preserve">, </w:t>
      </w:r>
      <w:r w:rsidRPr="009071AC">
        <w:t>monta et se plaça en face de moi</w:t>
      </w:r>
      <w:r w:rsidR="00F635DB">
        <w:t>.</w:t>
      </w:r>
    </w:p>
    <w:p w14:paraId="761F6F92" w14:textId="77777777" w:rsidR="00F635DB" w:rsidRDefault="00855694" w:rsidP="00F635DB">
      <w:r w:rsidRPr="009071AC">
        <w:t>Ah</w:t>
      </w:r>
      <w:r w:rsidR="00F635DB">
        <w:t xml:space="preserve"> !… </w:t>
      </w:r>
      <w:r w:rsidRPr="009071AC">
        <w:t>ce fut là</w:t>
      </w:r>
      <w:r w:rsidR="00F635DB">
        <w:t xml:space="preserve">, </w:t>
      </w:r>
      <w:r w:rsidRPr="009071AC">
        <w:t>monsieur</w:t>
      </w:r>
      <w:r w:rsidR="00F635DB">
        <w:t xml:space="preserve">, </w:t>
      </w:r>
      <w:r w:rsidRPr="009071AC">
        <w:t>une de ces émotions dont la seule pensée</w:t>
      </w:r>
      <w:r w:rsidR="00F635DB">
        <w:t xml:space="preserve">, </w:t>
      </w:r>
      <w:r w:rsidRPr="009071AC">
        <w:t>bien des années après</w:t>
      </w:r>
      <w:r w:rsidR="00F635DB">
        <w:t xml:space="preserve">, </w:t>
      </w:r>
      <w:r w:rsidRPr="009071AC">
        <w:t>remue l</w:t>
      </w:r>
      <w:r w:rsidR="00F635DB">
        <w:t>’</w:t>
      </w:r>
      <w:r w:rsidRPr="009071AC">
        <w:t>âme jusqu</w:t>
      </w:r>
      <w:r w:rsidR="00F635DB">
        <w:t>’</w:t>
      </w:r>
      <w:r w:rsidRPr="009071AC">
        <w:t>en ses plus intimes profondeurs</w:t>
      </w:r>
      <w:r w:rsidR="00F635DB">
        <w:t>…</w:t>
      </w:r>
    </w:p>
    <w:p w14:paraId="671F9369" w14:textId="5C921E30" w:rsidR="00F635DB" w:rsidRDefault="00855694" w:rsidP="00F635DB">
      <w:r w:rsidRPr="009071AC">
        <w:t>Sur la porte de l</w:t>
      </w:r>
      <w:r w:rsidR="00F635DB">
        <w:t>’</w:t>
      </w:r>
      <w:r w:rsidRPr="009071AC">
        <w:t>hospice</w:t>
      </w:r>
      <w:r w:rsidR="00F635DB">
        <w:t xml:space="preserve">, </w:t>
      </w:r>
      <w:r w:rsidRPr="009071AC">
        <w:t>toutes les sœurs se pressaient</w:t>
      </w:r>
      <w:r w:rsidR="00F635DB">
        <w:t xml:space="preserve">, </w:t>
      </w:r>
      <w:r w:rsidRPr="009071AC">
        <w:t>fondant en larmes</w:t>
      </w:r>
      <w:r w:rsidR="00F635DB">
        <w:t> ; M</w:t>
      </w:r>
      <w:r w:rsidR="00F635DB" w:rsidRPr="00F635DB">
        <w:rPr>
          <w:vertAlign w:val="superscript"/>
        </w:rPr>
        <w:t>me</w:t>
      </w:r>
      <w:r w:rsidR="00F635DB">
        <w:t> </w:t>
      </w:r>
      <w:r w:rsidRPr="009071AC">
        <w:t>la supérieure même pleurait sans chercher à se cacher</w:t>
      </w:r>
      <w:r w:rsidR="00F635DB">
        <w:t>.</w:t>
      </w:r>
    </w:p>
    <w:p w14:paraId="2768BCB2" w14:textId="77777777" w:rsidR="00F635DB" w:rsidRDefault="00F635DB" w:rsidP="00F635DB">
      <w:r>
        <w:lastRenderedPageBreak/>
        <w:t>— </w:t>
      </w:r>
      <w:r w:rsidR="00855694" w:rsidRPr="009071AC">
        <w:t>Adieu</w:t>
      </w:r>
      <w:r>
        <w:t xml:space="preserve"> !… </w:t>
      </w:r>
      <w:r w:rsidR="00855694" w:rsidRPr="009071AC">
        <w:t>me criaient-elles</w:t>
      </w:r>
      <w:r>
        <w:t xml:space="preserve">, </w:t>
      </w:r>
      <w:r w:rsidR="00855694" w:rsidRPr="009071AC">
        <w:t>adieu</w:t>
      </w:r>
      <w:r>
        <w:t xml:space="preserve">, </w:t>
      </w:r>
      <w:r w:rsidR="00855694" w:rsidRPr="009071AC">
        <w:t>chère fille aimée</w:t>
      </w:r>
      <w:r>
        <w:t xml:space="preserve">, </w:t>
      </w:r>
      <w:r w:rsidR="00855694" w:rsidRPr="009071AC">
        <w:t>adieu</w:t>
      </w:r>
      <w:r>
        <w:t xml:space="preserve">, </w:t>
      </w:r>
      <w:r w:rsidR="00855694" w:rsidRPr="009071AC">
        <w:t>chère petite</w:t>
      </w:r>
      <w:r>
        <w:t xml:space="preserve">… </w:t>
      </w:r>
      <w:r w:rsidR="00855694" w:rsidRPr="009071AC">
        <w:t>souvenez-vous de vos vieilles amies</w:t>
      </w:r>
      <w:r>
        <w:t xml:space="preserve">… </w:t>
      </w:r>
      <w:r w:rsidR="00855694" w:rsidRPr="009071AC">
        <w:t>nous prierons Dieu pour votre bonheur</w:t>
      </w:r>
      <w:r>
        <w:t>.</w:t>
      </w:r>
    </w:p>
    <w:p w14:paraId="59F8039E" w14:textId="77777777" w:rsidR="00F635DB" w:rsidRDefault="00855694" w:rsidP="00F635DB">
      <w:r w:rsidRPr="009071AC">
        <w:t>Dieu ne devait pas les entendre</w:t>
      </w:r>
      <w:r w:rsidR="00F635DB">
        <w:t>.</w:t>
      </w:r>
    </w:p>
    <w:p w14:paraId="60C33FE5" w14:textId="46CAD145" w:rsidR="00F635DB" w:rsidRDefault="00855694" w:rsidP="00F635DB">
      <w:r w:rsidRPr="009071AC">
        <w:t xml:space="preserve">Sur un signe de </w:t>
      </w:r>
      <w:r w:rsidR="00F635DB">
        <w:t>M. de </w:t>
      </w:r>
      <w:proofErr w:type="spellStart"/>
      <w:r w:rsidRPr="009071AC">
        <w:t>Chalusse</w:t>
      </w:r>
      <w:proofErr w:type="spellEnd"/>
      <w:r w:rsidR="00F635DB">
        <w:t xml:space="preserve">, </w:t>
      </w:r>
      <w:r w:rsidRPr="009071AC">
        <w:t>un laquais ferma la portière</w:t>
      </w:r>
      <w:r w:rsidR="00F635DB">
        <w:t xml:space="preserve">, </w:t>
      </w:r>
      <w:r w:rsidRPr="009071AC">
        <w:t>les postillons firent claquer leur fouet et la lourde berline partit à fond de train</w:t>
      </w:r>
      <w:r w:rsidR="00F635DB">
        <w:t>.</w:t>
      </w:r>
    </w:p>
    <w:p w14:paraId="1FE5A697" w14:textId="77777777" w:rsidR="00F635DB" w:rsidRDefault="00855694" w:rsidP="00F635DB">
      <w:r w:rsidRPr="009071AC">
        <w:t>Le sort en était jeté</w:t>
      </w:r>
      <w:r w:rsidR="00F635DB">
        <w:t xml:space="preserve">… </w:t>
      </w:r>
      <w:r w:rsidRPr="009071AC">
        <w:t>Il y avait comme un abîme désormais entre moi et cet hospice</w:t>
      </w:r>
      <w:r w:rsidR="00F635DB">
        <w:t xml:space="preserve">, </w:t>
      </w:r>
      <w:r w:rsidRPr="009071AC">
        <w:t>où à peine née j</w:t>
      </w:r>
      <w:r w:rsidR="00F635DB">
        <w:t>’</w:t>
      </w:r>
      <w:r w:rsidRPr="009071AC">
        <w:t>avais été apportée à demi morte</w:t>
      </w:r>
      <w:r w:rsidR="00F635DB">
        <w:t xml:space="preserve">, </w:t>
      </w:r>
      <w:r w:rsidRPr="009071AC">
        <w:t>enveloppée de langes dont les angles chiffrés avaient été coupés</w:t>
      </w:r>
      <w:r w:rsidR="00F635DB">
        <w:t>.</w:t>
      </w:r>
    </w:p>
    <w:p w14:paraId="2AE4B345" w14:textId="25DC6CB8" w:rsidR="00F635DB" w:rsidRDefault="00855694" w:rsidP="00F635DB">
      <w:r w:rsidRPr="009071AC">
        <w:t>Je sentais que mon passé m</w:t>
      </w:r>
      <w:r w:rsidR="00F635DB">
        <w:t>’</w:t>
      </w:r>
      <w:r w:rsidRPr="009071AC">
        <w:t>échappait</w:t>
      </w:r>
      <w:r w:rsidR="00F635DB">
        <w:t xml:space="preserve">, </w:t>
      </w:r>
      <w:r w:rsidRPr="009071AC">
        <w:t>quel serait l</w:t>
      </w:r>
      <w:r w:rsidR="00F635DB">
        <w:t>’</w:t>
      </w:r>
      <w:r w:rsidRPr="009071AC">
        <w:t>avenir</w:t>
      </w:r>
      <w:r w:rsidR="00F635DB">
        <w:t xml:space="preserve"> ? </w:t>
      </w:r>
      <w:r w:rsidRPr="009071AC">
        <w:t>Mais j</w:t>
      </w:r>
      <w:r w:rsidR="00F635DB">
        <w:t>’</w:t>
      </w:r>
      <w:r w:rsidRPr="009071AC">
        <w:t>étais trop hors de moi pour réfléchir</w:t>
      </w:r>
      <w:r w:rsidR="00F635DB">
        <w:t xml:space="preserve">, </w:t>
      </w:r>
      <w:r w:rsidRPr="009071AC">
        <w:t>et blottie dans un angle de la voiture</w:t>
      </w:r>
      <w:r w:rsidR="00F635DB">
        <w:t xml:space="preserve">, </w:t>
      </w:r>
      <w:r w:rsidRPr="009071AC">
        <w:t>j</w:t>
      </w:r>
      <w:r w:rsidR="00F635DB">
        <w:t>’</w:t>
      </w:r>
      <w:r w:rsidRPr="009071AC">
        <w:t xml:space="preserve">épiais </w:t>
      </w:r>
      <w:r w:rsidR="00F635DB">
        <w:t>M. de </w:t>
      </w:r>
      <w:proofErr w:type="spellStart"/>
      <w:r w:rsidRPr="009071AC">
        <w:t>Chalusse</w:t>
      </w:r>
      <w:proofErr w:type="spellEnd"/>
      <w:r w:rsidRPr="009071AC">
        <w:t xml:space="preserve"> avec la poignante angoisse de l</w:t>
      </w:r>
      <w:r w:rsidR="00F635DB">
        <w:t>’</w:t>
      </w:r>
      <w:r w:rsidRPr="009071AC">
        <w:t>esclave qui étudie son nouveau maître</w:t>
      </w:r>
      <w:r w:rsidR="00F635DB">
        <w:t>.</w:t>
      </w:r>
    </w:p>
    <w:p w14:paraId="74E6E2CC" w14:textId="77777777" w:rsidR="00F635DB" w:rsidRDefault="00855694" w:rsidP="00F635DB">
      <w:r w:rsidRPr="009071AC">
        <w:t>Ah</w:t>
      </w:r>
      <w:r w:rsidR="00F635DB">
        <w:t xml:space="preserve"> !… </w:t>
      </w:r>
      <w:r w:rsidRPr="009071AC">
        <w:t>monsieur</w:t>
      </w:r>
      <w:r w:rsidR="00F635DB">
        <w:t xml:space="preserve">, </w:t>
      </w:r>
      <w:r w:rsidRPr="009071AC">
        <w:t>quelle stupeur tout à coup</w:t>
      </w:r>
      <w:r w:rsidR="00F635DB">
        <w:t> !…</w:t>
      </w:r>
    </w:p>
    <w:p w14:paraId="4CA65739" w14:textId="77777777" w:rsidR="00F635DB" w:rsidRDefault="00855694" w:rsidP="00F635DB">
      <w:r w:rsidRPr="009071AC">
        <w:t>La physionomie du comte changea comme s</w:t>
      </w:r>
      <w:r w:rsidR="00F635DB">
        <w:t>’</w:t>
      </w:r>
      <w:r w:rsidRPr="009071AC">
        <w:t>il eût laissé tomber un masque</w:t>
      </w:r>
      <w:r w:rsidR="00F635DB">
        <w:t xml:space="preserve">, </w:t>
      </w:r>
      <w:r w:rsidRPr="009071AC">
        <w:t>ses lèvres tremblèrent</w:t>
      </w:r>
      <w:r w:rsidR="00F635DB">
        <w:t xml:space="preserve">, </w:t>
      </w:r>
      <w:r w:rsidRPr="009071AC">
        <w:t>des éclairs de tendresse jaillirent de ses yeux et il m</w:t>
      </w:r>
      <w:r w:rsidR="00F635DB">
        <w:t>’</w:t>
      </w:r>
      <w:r w:rsidRPr="009071AC">
        <w:t>attira à lui en s</w:t>
      </w:r>
      <w:r w:rsidR="00F635DB">
        <w:t>’</w:t>
      </w:r>
      <w:r w:rsidRPr="009071AC">
        <w:t>écriant</w:t>
      </w:r>
      <w:r w:rsidR="00F635DB">
        <w:t> :</w:t>
      </w:r>
    </w:p>
    <w:p w14:paraId="075A6F97" w14:textId="77777777" w:rsidR="00F635DB" w:rsidRDefault="00F635DB" w:rsidP="00F635DB">
      <w:r>
        <w:t>— </w:t>
      </w:r>
      <w:r w:rsidR="00855694" w:rsidRPr="009071AC">
        <w:t>Oh</w:t>
      </w:r>
      <w:r>
        <w:t xml:space="preserve"> ! </w:t>
      </w:r>
      <w:r w:rsidR="00855694" w:rsidRPr="009071AC">
        <w:t>Marguerite</w:t>
      </w:r>
      <w:r>
        <w:t xml:space="preserve"> !… </w:t>
      </w:r>
      <w:r w:rsidR="00855694" w:rsidRPr="009071AC">
        <w:t>Ma Marguerite adorée</w:t>
      </w:r>
      <w:r>
        <w:t xml:space="preserve"> !… </w:t>
      </w:r>
      <w:r w:rsidR="00855694" w:rsidRPr="009071AC">
        <w:t>Enfin</w:t>
      </w:r>
      <w:r>
        <w:t xml:space="preserve">, </w:t>
      </w:r>
      <w:r w:rsidR="00855694" w:rsidRPr="009071AC">
        <w:t>enfin</w:t>
      </w:r>
      <w:r>
        <w:t> !…</w:t>
      </w:r>
    </w:p>
    <w:p w14:paraId="12F8FB6C" w14:textId="77777777" w:rsidR="00F635DB" w:rsidRDefault="00855694" w:rsidP="00F635DB">
      <w:r w:rsidRPr="009071AC">
        <w:t xml:space="preserve">Il sanglotait ce </w:t>
      </w:r>
      <w:proofErr w:type="gramStart"/>
      <w:r w:rsidRPr="009071AC">
        <w:t>vieux</w:t>
      </w:r>
      <w:proofErr w:type="gramEnd"/>
      <w:r w:rsidRPr="009071AC">
        <w:t xml:space="preserve"> homme</w:t>
      </w:r>
      <w:r w:rsidR="00F635DB">
        <w:t xml:space="preserve">, </w:t>
      </w:r>
      <w:r w:rsidRPr="009071AC">
        <w:t>que dans mon ignorance j</w:t>
      </w:r>
      <w:r w:rsidR="00F635DB">
        <w:t>’</w:t>
      </w:r>
      <w:r w:rsidRPr="009071AC">
        <w:t>avais jugé plus froid et plus insensible que le marbre</w:t>
      </w:r>
      <w:r w:rsidR="00F635DB">
        <w:t xml:space="preserve">, </w:t>
      </w:r>
      <w:r w:rsidRPr="009071AC">
        <w:t>il m</w:t>
      </w:r>
      <w:r w:rsidR="00F635DB">
        <w:t>’</w:t>
      </w:r>
      <w:r w:rsidRPr="009071AC">
        <w:t>étreignait entre ses bras</w:t>
      </w:r>
      <w:r w:rsidR="00F635DB">
        <w:t xml:space="preserve">, </w:t>
      </w:r>
      <w:r w:rsidRPr="009071AC">
        <w:t>il me meurtrissait de ses baisers</w:t>
      </w:r>
      <w:r w:rsidR="00F635DB">
        <w:t>.</w:t>
      </w:r>
    </w:p>
    <w:p w14:paraId="39C1E781" w14:textId="77777777" w:rsidR="00F635DB" w:rsidRDefault="00855694" w:rsidP="00F635DB">
      <w:r w:rsidRPr="009071AC">
        <w:t>Et moi</w:t>
      </w:r>
      <w:r w:rsidR="00F635DB">
        <w:t xml:space="preserve">, </w:t>
      </w:r>
      <w:r w:rsidRPr="009071AC">
        <w:t>je me sentais affreusement bouleversée par des sentiments étranges</w:t>
      </w:r>
      <w:r w:rsidR="00F635DB">
        <w:t xml:space="preserve">, </w:t>
      </w:r>
      <w:r w:rsidRPr="009071AC">
        <w:t>inconnus</w:t>
      </w:r>
      <w:r w:rsidR="00F635DB">
        <w:t xml:space="preserve">, </w:t>
      </w:r>
      <w:r w:rsidRPr="009071AC">
        <w:t>indéfinissables</w:t>
      </w:r>
      <w:r w:rsidR="00F635DB">
        <w:t xml:space="preserve">… </w:t>
      </w:r>
      <w:r w:rsidRPr="009071AC">
        <w:t>Mais je ne tremblais plus</w:t>
      </w:r>
      <w:r w:rsidR="00F635DB">
        <w:t>…</w:t>
      </w:r>
    </w:p>
    <w:p w14:paraId="17E00FC5" w14:textId="01C51D99" w:rsidR="00F635DB" w:rsidRDefault="00855694" w:rsidP="00F635DB">
      <w:r w:rsidRPr="009071AC">
        <w:lastRenderedPageBreak/>
        <w:t>Une voix au dedans de moi me criait que c</w:t>
      </w:r>
      <w:r w:rsidR="00F635DB">
        <w:t>’</w:t>
      </w:r>
      <w:r w:rsidRPr="009071AC">
        <w:t>était comme une chaîne mystérieuse brusquement rompue</w:t>
      </w:r>
      <w:r w:rsidR="00F635DB">
        <w:t xml:space="preserve">, </w:t>
      </w:r>
      <w:r w:rsidRPr="009071AC">
        <w:t xml:space="preserve">qui tout à coup se renouait entre </w:t>
      </w:r>
      <w:r w:rsidR="00F635DB">
        <w:t>M. de </w:t>
      </w:r>
      <w:proofErr w:type="spellStart"/>
      <w:r w:rsidRPr="009071AC">
        <w:t>Chalusse</w:t>
      </w:r>
      <w:proofErr w:type="spellEnd"/>
      <w:r w:rsidRPr="009071AC">
        <w:t xml:space="preserve"> et moi</w:t>
      </w:r>
      <w:r w:rsidR="00F635DB">
        <w:t>.</w:t>
      </w:r>
    </w:p>
    <w:p w14:paraId="1B74D5AB" w14:textId="77777777" w:rsidR="00F635DB" w:rsidRDefault="00855694" w:rsidP="00F635DB">
      <w:r w:rsidRPr="009071AC">
        <w:t>Et cependant</w:t>
      </w:r>
      <w:r w:rsidR="00F635DB">
        <w:t xml:space="preserve">, </w:t>
      </w:r>
      <w:r w:rsidRPr="009071AC">
        <w:t>je me rappelais les explications de la supérieure de l</w:t>
      </w:r>
      <w:r w:rsidR="00F635DB">
        <w:t>’</w:t>
      </w:r>
      <w:r w:rsidRPr="009071AC">
        <w:t>hospice</w:t>
      </w:r>
      <w:r w:rsidR="00F635DB">
        <w:t xml:space="preserve"> ; </w:t>
      </w:r>
      <w:r w:rsidRPr="009071AC">
        <w:t>ce miracle en ma faveur</w:t>
      </w:r>
      <w:r w:rsidR="00F635DB">
        <w:t xml:space="preserve">, </w:t>
      </w:r>
      <w:r w:rsidRPr="009071AC">
        <w:t>cette admirable intervention de la Providence</w:t>
      </w:r>
      <w:r w:rsidR="00F635DB">
        <w:t xml:space="preserve">, </w:t>
      </w:r>
      <w:r w:rsidRPr="009071AC">
        <w:t>dont elle m</w:t>
      </w:r>
      <w:r w:rsidR="00F635DB">
        <w:t>’</w:t>
      </w:r>
      <w:r w:rsidRPr="009071AC">
        <w:t>avait parlé</w:t>
      </w:r>
      <w:r w:rsidR="00F635DB">
        <w:t>.</w:t>
      </w:r>
    </w:p>
    <w:p w14:paraId="63BFDEDB" w14:textId="77777777" w:rsidR="00F635DB" w:rsidRDefault="00F635DB" w:rsidP="00F635DB">
      <w:r>
        <w:t>— </w:t>
      </w:r>
      <w:r w:rsidR="00855694" w:rsidRPr="009071AC">
        <w:t>Ce n</w:t>
      </w:r>
      <w:r>
        <w:t>’</w:t>
      </w:r>
      <w:r w:rsidR="00855694" w:rsidRPr="009071AC">
        <w:t>est donc pas le hasard</w:t>
      </w:r>
      <w:r>
        <w:t xml:space="preserve">, </w:t>
      </w:r>
      <w:r w:rsidR="00855694" w:rsidRPr="009071AC">
        <w:t>monsieur le comte</w:t>
      </w:r>
      <w:r>
        <w:t xml:space="preserve">, </w:t>
      </w:r>
      <w:r w:rsidR="00855694" w:rsidRPr="009071AC">
        <w:t>demandai-je</w:t>
      </w:r>
      <w:r>
        <w:t xml:space="preserve">, </w:t>
      </w:r>
      <w:r w:rsidR="00855694" w:rsidRPr="009071AC">
        <w:t>qui a décidé votre choix entre toutes les orphelines</w:t>
      </w:r>
      <w:r>
        <w:t> ?</w:t>
      </w:r>
    </w:p>
    <w:p w14:paraId="5E8EF17B" w14:textId="77777777" w:rsidR="00F635DB" w:rsidRDefault="00855694" w:rsidP="00F635DB">
      <w:r w:rsidRPr="009071AC">
        <w:t>Ma question parut le confondre</w:t>
      </w:r>
      <w:r w:rsidR="00F635DB">
        <w:t>.</w:t>
      </w:r>
    </w:p>
    <w:p w14:paraId="32476578" w14:textId="77777777" w:rsidR="00F635DB" w:rsidRDefault="00F635DB" w:rsidP="00F635DB">
      <w:r>
        <w:t>— </w:t>
      </w:r>
      <w:r w:rsidR="00855694" w:rsidRPr="009071AC">
        <w:t>Pauvre Marguerite</w:t>
      </w:r>
      <w:r>
        <w:t xml:space="preserve">, </w:t>
      </w:r>
      <w:r w:rsidR="00855694" w:rsidRPr="009071AC">
        <w:t>murmura-t-il</w:t>
      </w:r>
      <w:r>
        <w:t xml:space="preserve">, </w:t>
      </w:r>
      <w:r w:rsidR="00855694" w:rsidRPr="009071AC">
        <w:t>chère fille adorée</w:t>
      </w:r>
      <w:r>
        <w:t xml:space="preserve">, </w:t>
      </w:r>
      <w:r w:rsidR="00855694" w:rsidRPr="009071AC">
        <w:t>voici des années que je prépare ce hasard</w:t>
      </w:r>
      <w:r>
        <w:t> !…</w:t>
      </w:r>
    </w:p>
    <w:p w14:paraId="12A82C58" w14:textId="77777777" w:rsidR="00F635DB" w:rsidRDefault="00855694" w:rsidP="00F635DB">
      <w:r w:rsidRPr="009071AC">
        <w:t>À l</w:t>
      </w:r>
      <w:r w:rsidR="00F635DB">
        <w:t>’</w:t>
      </w:r>
      <w:r w:rsidRPr="009071AC">
        <w:t>instant même</w:t>
      </w:r>
      <w:r w:rsidR="00F635DB">
        <w:t xml:space="preserve">, </w:t>
      </w:r>
      <w:r w:rsidRPr="009071AC">
        <w:t>toutes les histoires romanesques de l</w:t>
      </w:r>
      <w:r w:rsidR="00F635DB">
        <w:t>’</w:t>
      </w:r>
      <w:r w:rsidRPr="009071AC">
        <w:t>hospice me revinrent en mémoire</w:t>
      </w:r>
      <w:r w:rsidR="00F635DB">
        <w:t>.</w:t>
      </w:r>
    </w:p>
    <w:p w14:paraId="711C4349" w14:textId="77777777" w:rsidR="00F635DB" w:rsidRDefault="00855694" w:rsidP="00F635DB">
      <w:r w:rsidRPr="009071AC">
        <w:t>Et Dieu sait s</w:t>
      </w:r>
      <w:r w:rsidR="00F635DB">
        <w:t>’</w:t>
      </w:r>
      <w:r w:rsidRPr="009071AC">
        <w:t>il s</w:t>
      </w:r>
      <w:r w:rsidR="00F635DB">
        <w:t>’</w:t>
      </w:r>
      <w:r w:rsidRPr="009071AC">
        <w:t>en raconte</w:t>
      </w:r>
      <w:r w:rsidR="00F635DB">
        <w:t xml:space="preserve">, </w:t>
      </w:r>
      <w:r w:rsidRPr="009071AC">
        <w:t>que les sœurs converses se transmettent de génération en génération</w:t>
      </w:r>
      <w:r w:rsidR="00F635DB">
        <w:t xml:space="preserve">, </w:t>
      </w:r>
      <w:r w:rsidRPr="009071AC">
        <w:t>et qui sont comme la légende d</w:t>
      </w:r>
      <w:r w:rsidR="00F635DB">
        <w:t>’</w:t>
      </w:r>
      <w:r w:rsidRPr="009071AC">
        <w:t>or des enfants trouvés</w:t>
      </w:r>
      <w:r w:rsidR="00F635DB">
        <w:t>.</w:t>
      </w:r>
    </w:p>
    <w:p w14:paraId="28C3A5BC" w14:textId="77777777" w:rsidR="00F635DB" w:rsidRDefault="00855694" w:rsidP="00F635DB">
      <w:r w:rsidRPr="009071AC">
        <w:t xml:space="preserve">Cette formule désolante </w:t>
      </w:r>
      <w:r w:rsidR="00F635DB">
        <w:t>« </w:t>
      </w:r>
      <w:r w:rsidRPr="009071AC">
        <w:t>père et mère inconnus</w:t>
      </w:r>
      <w:r w:rsidR="00F635DB">
        <w:t>, »</w:t>
      </w:r>
      <w:r w:rsidRPr="009071AC">
        <w:t xml:space="preserve"> sur un acte de naissance</w:t>
      </w:r>
      <w:r w:rsidR="00F635DB">
        <w:t xml:space="preserve">, </w:t>
      </w:r>
      <w:r w:rsidRPr="009071AC">
        <w:t>est comme une excitation aux plus dangereuses imaginations</w:t>
      </w:r>
      <w:r w:rsidR="00F635DB">
        <w:t xml:space="preserve">, </w:t>
      </w:r>
      <w:r w:rsidRPr="009071AC">
        <w:t>une porte ouverte aux espérances les plus extravagantes</w:t>
      </w:r>
      <w:r w:rsidR="00F635DB">
        <w:t>…</w:t>
      </w:r>
    </w:p>
    <w:p w14:paraId="19205B5F" w14:textId="77777777" w:rsidR="00F635DB" w:rsidRDefault="00855694" w:rsidP="00F635DB">
      <w:r w:rsidRPr="009071AC">
        <w:t xml:space="preserve">Et je me mis à fixer le comte de </w:t>
      </w:r>
      <w:proofErr w:type="spellStart"/>
      <w:r w:rsidRPr="009071AC">
        <w:t>Chalusse</w:t>
      </w:r>
      <w:proofErr w:type="spellEnd"/>
      <w:r w:rsidR="00F635DB">
        <w:t xml:space="preserve">, </w:t>
      </w:r>
      <w:r w:rsidRPr="009071AC">
        <w:t>essayant de découvrir dans ses traits quelque chose des miens</w:t>
      </w:r>
      <w:r w:rsidR="00F635DB">
        <w:t xml:space="preserve">, </w:t>
      </w:r>
      <w:r w:rsidRPr="009071AC">
        <w:t>m</w:t>
      </w:r>
      <w:r w:rsidR="00F635DB">
        <w:t>’</w:t>
      </w:r>
      <w:r w:rsidRPr="009071AC">
        <w:t>efforçant de saisir une vague ressemblance</w:t>
      </w:r>
      <w:r w:rsidR="00F635DB">
        <w:t xml:space="preserve">. </w:t>
      </w:r>
      <w:r w:rsidRPr="009071AC">
        <w:t>Lui ne paraissait pas s</w:t>
      </w:r>
      <w:r w:rsidR="00F635DB">
        <w:t>’</w:t>
      </w:r>
      <w:r w:rsidRPr="009071AC">
        <w:t>apercevoir de l</w:t>
      </w:r>
      <w:r w:rsidR="00F635DB">
        <w:t>’</w:t>
      </w:r>
      <w:r w:rsidRPr="009071AC">
        <w:t>obstination de mon regard</w:t>
      </w:r>
      <w:r w:rsidR="00F635DB">
        <w:t xml:space="preserve">, </w:t>
      </w:r>
      <w:r w:rsidRPr="009071AC">
        <w:t>et poursuivant une pensée obsédante</w:t>
      </w:r>
      <w:r w:rsidR="00F635DB">
        <w:t xml:space="preserve">, </w:t>
      </w:r>
      <w:r w:rsidRPr="009071AC">
        <w:t>il murmurait</w:t>
      </w:r>
      <w:r w:rsidR="00F635DB">
        <w:t> :</w:t>
      </w:r>
    </w:p>
    <w:p w14:paraId="75260BED" w14:textId="77777777" w:rsidR="00F635DB" w:rsidRDefault="00F635DB" w:rsidP="00F635DB">
      <w:r>
        <w:t>— </w:t>
      </w:r>
      <w:r w:rsidR="00855694" w:rsidRPr="009071AC">
        <w:t>Le hasard</w:t>
      </w:r>
      <w:r>
        <w:t xml:space="preserve"> !… </w:t>
      </w:r>
      <w:r w:rsidR="00855694" w:rsidRPr="009071AC">
        <w:t>il fallait qu</w:t>
      </w:r>
      <w:r>
        <w:t>’</w:t>
      </w:r>
      <w:r w:rsidR="00855694" w:rsidRPr="009071AC">
        <w:t>on y crût</w:t>
      </w:r>
      <w:r>
        <w:t xml:space="preserve">… </w:t>
      </w:r>
      <w:r w:rsidR="00855694" w:rsidRPr="009071AC">
        <w:t>on y a cru</w:t>
      </w:r>
      <w:r>
        <w:t xml:space="preserve">… </w:t>
      </w:r>
      <w:r w:rsidR="00855694" w:rsidRPr="009071AC">
        <w:t>Et cependant</w:t>
      </w:r>
      <w:r>
        <w:t xml:space="preserve">, </w:t>
      </w:r>
      <w:r w:rsidR="00855694" w:rsidRPr="009071AC">
        <w:t>les plus habiles chercheurs de Paris</w:t>
      </w:r>
      <w:r>
        <w:t xml:space="preserve">, </w:t>
      </w:r>
      <w:r w:rsidR="00855694" w:rsidRPr="009071AC">
        <w:t xml:space="preserve">depuis le </w:t>
      </w:r>
      <w:r w:rsidR="00855694" w:rsidRPr="009071AC">
        <w:lastRenderedPageBreak/>
        <w:t xml:space="preserve">vieux </w:t>
      </w:r>
      <w:proofErr w:type="spellStart"/>
      <w:r w:rsidR="00855694" w:rsidRPr="009071AC">
        <w:t>Tabaret</w:t>
      </w:r>
      <w:proofErr w:type="spellEnd"/>
      <w:r w:rsidR="00855694" w:rsidRPr="009071AC">
        <w:t xml:space="preserve"> jusqu</w:t>
      </w:r>
      <w:r>
        <w:t>’</w:t>
      </w:r>
      <w:r w:rsidR="00855694" w:rsidRPr="009071AC">
        <w:t>à Fortunat</w:t>
      </w:r>
      <w:r>
        <w:t xml:space="preserve">, </w:t>
      </w:r>
      <w:r w:rsidR="00855694" w:rsidRPr="009071AC">
        <w:t>le dénicheur d</w:t>
      </w:r>
      <w:r>
        <w:t>’</w:t>
      </w:r>
      <w:r w:rsidR="00855694" w:rsidRPr="009071AC">
        <w:t>héritages</w:t>
      </w:r>
      <w:r>
        <w:t xml:space="preserve">, </w:t>
      </w:r>
      <w:r w:rsidR="00855694" w:rsidRPr="009071AC">
        <w:t>les maîtres dans l</w:t>
      </w:r>
      <w:r>
        <w:t>’</w:t>
      </w:r>
      <w:r w:rsidR="00855694" w:rsidRPr="009071AC">
        <w:t>art de suivre une piste</w:t>
      </w:r>
      <w:r>
        <w:t xml:space="preserve">, </w:t>
      </w:r>
      <w:r w:rsidR="00855694" w:rsidRPr="009071AC">
        <w:t>ont épuisé leurs ressources à seconder mes recherches acharnées</w:t>
      </w:r>
      <w:r>
        <w:t> !…</w:t>
      </w:r>
    </w:p>
    <w:p w14:paraId="72E6CE64" w14:textId="77777777" w:rsidR="00F635DB" w:rsidRDefault="00855694" w:rsidP="00F635DB">
      <w:r w:rsidRPr="009071AC">
        <w:t>L</w:t>
      </w:r>
      <w:r w:rsidR="00F635DB">
        <w:t>’</w:t>
      </w:r>
      <w:r w:rsidRPr="009071AC">
        <w:t>angoisse me devenait intolérable</w:t>
      </w:r>
      <w:r w:rsidR="00F635DB">
        <w:t xml:space="preserve">, </w:t>
      </w:r>
      <w:r w:rsidRPr="009071AC">
        <w:t>aussi</w:t>
      </w:r>
      <w:r w:rsidR="00F635DB">
        <w:t xml:space="preserve">, </w:t>
      </w:r>
      <w:r w:rsidRPr="009071AC">
        <w:t>n</w:t>
      </w:r>
      <w:r w:rsidR="00F635DB">
        <w:t>’</w:t>
      </w:r>
      <w:r w:rsidRPr="009071AC">
        <w:t>y tenant plus</w:t>
      </w:r>
      <w:r w:rsidR="00F635DB">
        <w:t> :</w:t>
      </w:r>
    </w:p>
    <w:p w14:paraId="6BEA529A" w14:textId="77777777" w:rsidR="00F635DB" w:rsidRDefault="00F635DB" w:rsidP="00F635DB">
      <w:r>
        <w:t>— </w:t>
      </w:r>
      <w:r w:rsidR="00855694" w:rsidRPr="009071AC">
        <w:t>Alors</w:t>
      </w:r>
      <w:r>
        <w:t xml:space="preserve">, </w:t>
      </w:r>
      <w:r w:rsidR="00855694" w:rsidRPr="009071AC">
        <w:t>monsieur le comte</w:t>
      </w:r>
      <w:r>
        <w:t xml:space="preserve">, </w:t>
      </w:r>
      <w:r w:rsidR="00855694" w:rsidRPr="009071AC">
        <w:t>dis-je avec un horrible battement de cœur</w:t>
      </w:r>
      <w:r>
        <w:t xml:space="preserve">, </w:t>
      </w:r>
      <w:r w:rsidR="00855694" w:rsidRPr="009071AC">
        <w:t>vous êtes mon père</w:t>
      </w:r>
      <w:r>
        <w:t xml:space="preserve">, </w:t>
      </w:r>
      <w:r w:rsidR="00855694" w:rsidRPr="009071AC">
        <w:t>c</w:t>
      </w:r>
      <w:r>
        <w:t>’</w:t>
      </w:r>
      <w:r w:rsidR="00855694" w:rsidRPr="009071AC">
        <w:t>est vous</w:t>
      </w:r>
      <w:r>
        <w:t>…</w:t>
      </w:r>
    </w:p>
    <w:p w14:paraId="3590F8D5" w14:textId="77777777" w:rsidR="00F635DB" w:rsidRDefault="00855694" w:rsidP="00F635DB">
      <w:r w:rsidRPr="009071AC">
        <w:t>De la main</w:t>
      </w:r>
      <w:r w:rsidR="00F635DB">
        <w:t xml:space="preserve">, </w:t>
      </w:r>
      <w:r w:rsidRPr="009071AC">
        <w:t>il me ferma la bouche si violemment qu</w:t>
      </w:r>
      <w:r w:rsidR="00F635DB">
        <w:t>’</w:t>
      </w:r>
      <w:r w:rsidRPr="009071AC">
        <w:t>il me fit mal</w:t>
      </w:r>
      <w:r w:rsidR="00F635DB">
        <w:t xml:space="preserve">, </w:t>
      </w:r>
      <w:r w:rsidRPr="009071AC">
        <w:t>et d</w:t>
      </w:r>
      <w:r w:rsidR="00F635DB">
        <w:t>’</w:t>
      </w:r>
      <w:r w:rsidRPr="009071AC">
        <w:t>une voix sourde</w:t>
      </w:r>
      <w:r w:rsidR="00F635DB">
        <w:t> :</w:t>
      </w:r>
    </w:p>
    <w:p w14:paraId="3AFABC1D" w14:textId="77777777" w:rsidR="00F635DB" w:rsidRDefault="00F635DB" w:rsidP="00F635DB">
      <w:r>
        <w:t>— </w:t>
      </w:r>
      <w:r w:rsidR="00855694" w:rsidRPr="009071AC">
        <w:t>Imprudente</w:t>
      </w:r>
      <w:r>
        <w:t xml:space="preserve"> !… </w:t>
      </w:r>
      <w:r w:rsidR="00855694" w:rsidRPr="009071AC">
        <w:t>malheureuse enfant</w:t>
      </w:r>
      <w:r>
        <w:t xml:space="preserve">, </w:t>
      </w:r>
      <w:r w:rsidR="00855694" w:rsidRPr="009071AC">
        <w:t>balbutia-t-il</w:t>
      </w:r>
      <w:r>
        <w:t xml:space="preserve">, </w:t>
      </w:r>
      <w:r w:rsidR="00855694" w:rsidRPr="009071AC">
        <w:t xml:space="preserve">que </w:t>
      </w:r>
      <w:proofErr w:type="spellStart"/>
      <w:r w:rsidR="00855694" w:rsidRPr="009071AC">
        <w:t>venez-vous</w:t>
      </w:r>
      <w:proofErr w:type="spellEnd"/>
      <w:r w:rsidR="00855694" w:rsidRPr="009071AC">
        <w:t xml:space="preserve"> de dire</w:t>
      </w:r>
      <w:r>
        <w:t xml:space="preserve"> !… </w:t>
      </w:r>
      <w:r w:rsidR="00855694" w:rsidRPr="009071AC">
        <w:t>Oubliez jusqu</w:t>
      </w:r>
      <w:r>
        <w:t>’</w:t>
      </w:r>
      <w:r w:rsidR="00855694" w:rsidRPr="009071AC">
        <w:t>à cette funeste pensée</w:t>
      </w:r>
      <w:r>
        <w:t xml:space="preserve">… </w:t>
      </w:r>
      <w:r w:rsidR="00855694" w:rsidRPr="009071AC">
        <w:t>Ce nom de père</w:t>
      </w:r>
      <w:r>
        <w:t xml:space="preserve">, </w:t>
      </w:r>
      <w:r w:rsidR="00855694" w:rsidRPr="009071AC">
        <w:t>ne le prononcez jamais</w:t>
      </w:r>
      <w:r>
        <w:t xml:space="preserve">. </w:t>
      </w:r>
      <w:r w:rsidR="00855694" w:rsidRPr="009071AC">
        <w:t>Vous m</w:t>
      </w:r>
      <w:r>
        <w:t>’</w:t>
      </w:r>
      <w:r w:rsidR="00855694" w:rsidRPr="009071AC">
        <w:t>entendez</w:t>
      </w:r>
      <w:r>
        <w:t xml:space="preserve"> : </w:t>
      </w:r>
      <w:r w:rsidR="00855694" w:rsidRPr="009071AC">
        <w:t>jamais</w:t>
      </w:r>
      <w:r>
        <w:t xml:space="preserve"> !… </w:t>
      </w:r>
      <w:r w:rsidR="00855694" w:rsidRPr="009071AC">
        <w:t>je vous le défends</w:t>
      </w:r>
      <w:r>
        <w:t> !…</w:t>
      </w:r>
    </w:p>
    <w:p w14:paraId="2E58D013" w14:textId="77777777" w:rsidR="00F635DB" w:rsidRDefault="00855694" w:rsidP="00F635DB">
      <w:r w:rsidRPr="009071AC">
        <w:t>Il était devenu extraordinairement pâle</w:t>
      </w:r>
      <w:r w:rsidR="00F635DB">
        <w:t xml:space="preserve">, </w:t>
      </w:r>
      <w:r w:rsidRPr="009071AC">
        <w:t>et ses regards effarés erraient de tous côtés</w:t>
      </w:r>
      <w:r w:rsidR="00F635DB">
        <w:t xml:space="preserve">, </w:t>
      </w:r>
      <w:r w:rsidRPr="009071AC">
        <w:t>comme s</w:t>
      </w:r>
      <w:r w:rsidR="00F635DB">
        <w:t>’</w:t>
      </w:r>
      <w:r w:rsidRPr="009071AC">
        <w:t>il eût frémi qu</w:t>
      </w:r>
      <w:r w:rsidR="00F635DB">
        <w:t>’</w:t>
      </w:r>
      <w:r w:rsidRPr="009071AC">
        <w:t>on ne m</w:t>
      </w:r>
      <w:r w:rsidR="00F635DB">
        <w:t>’</w:t>
      </w:r>
      <w:r w:rsidRPr="009071AC">
        <w:t>eût écoutée</w:t>
      </w:r>
      <w:r w:rsidR="00F635DB">
        <w:t xml:space="preserve">, </w:t>
      </w:r>
      <w:r w:rsidRPr="009071AC">
        <w:t>comme s</w:t>
      </w:r>
      <w:r w:rsidR="00F635DB">
        <w:t>’</w:t>
      </w:r>
      <w:r w:rsidRPr="009071AC">
        <w:t>il eût oublié que nous étions seuls</w:t>
      </w:r>
      <w:r w:rsidR="00F635DB">
        <w:t xml:space="preserve">, </w:t>
      </w:r>
      <w:r w:rsidRPr="009071AC">
        <w:t>dans une voiture emportée au galop</w:t>
      </w:r>
      <w:r w:rsidR="00F635DB">
        <w:t>.</w:t>
      </w:r>
    </w:p>
    <w:p w14:paraId="657B13E6" w14:textId="4BAC2ECC" w:rsidR="00F635DB" w:rsidRDefault="00855694" w:rsidP="00F635DB">
      <w:r w:rsidRPr="009071AC">
        <w:t>Moi</w:t>
      </w:r>
      <w:r w:rsidR="00F635DB">
        <w:t xml:space="preserve">, </w:t>
      </w:r>
      <w:r w:rsidRPr="009071AC">
        <w:t>cependant</w:t>
      </w:r>
      <w:r w:rsidR="00F635DB">
        <w:t xml:space="preserve">, </w:t>
      </w:r>
      <w:r w:rsidRPr="009071AC">
        <w:t>j</w:t>
      </w:r>
      <w:r w:rsidR="00F635DB">
        <w:t>’</w:t>
      </w:r>
      <w:r w:rsidRPr="009071AC">
        <w:t>étais perdue de stupeur</w:t>
      </w:r>
      <w:r w:rsidR="00F635DB">
        <w:t xml:space="preserve">, </w:t>
      </w:r>
      <w:r w:rsidRPr="009071AC">
        <w:t xml:space="preserve">et mortellement épouvantée de ce soudain effroi que </w:t>
      </w:r>
      <w:r w:rsidR="00F635DB">
        <w:t>M. de </w:t>
      </w:r>
      <w:proofErr w:type="spellStart"/>
      <w:r w:rsidRPr="009071AC">
        <w:t>Chalusse</w:t>
      </w:r>
      <w:proofErr w:type="spellEnd"/>
      <w:r w:rsidRPr="009071AC">
        <w:t xml:space="preserve"> n</w:t>
      </w:r>
      <w:r w:rsidR="00F635DB">
        <w:t>’</w:t>
      </w:r>
      <w:r w:rsidRPr="009071AC">
        <w:t>avait pu maîtriser</w:t>
      </w:r>
      <w:r w:rsidR="00F635DB">
        <w:t>.</w:t>
      </w:r>
    </w:p>
    <w:p w14:paraId="3A1D9F4D" w14:textId="77777777" w:rsidR="00F635DB" w:rsidRDefault="00855694" w:rsidP="00F635DB">
      <w:r w:rsidRPr="009071AC">
        <w:t>Qu</w:t>
      </w:r>
      <w:r w:rsidR="00F635DB">
        <w:t>’</w:t>
      </w:r>
      <w:r w:rsidRPr="009071AC">
        <w:t>est-ce que cela signifiait</w:t>
      </w:r>
      <w:r w:rsidR="00F635DB">
        <w:t xml:space="preserve"> ? </w:t>
      </w:r>
      <w:r w:rsidRPr="009071AC">
        <w:t>Quels douloureux souvenirs</w:t>
      </w:r>
      <w:r w:rsidR="00F635DB">
        <w:t xml:space="preserve">, </w:t>
      </w:r>
      <w:r w:rsidRPr="009071AC">
        <w:t>quelles mystérieuses appréhensions avais-je fait tressaillir au fond de l</w:t>
      </w:r>
      <w:r w:rsidR="00F635DB">
        <w:t>’</w:t>
      </w:r>
      <w:r w:rsidRPr="009071AC">
        <w:t>âme de ce vieillard</w:t>
      </w:r>
      <w:r w:rsidR="00F635DB">
        <w:t xml:space="preserve">, </w:t>
      </w:r>
      <w:r w:rsidRPr="009071AC">
        <w:t>mon tuteur</w:t>
      </w:r>
      <w:r w:rsidR="00F635DB">
        <w:t xml:space="preserve">, </w:t>
      </w:r>
      <w:r w:rsidRPr="009071AC">
        <w:t>désormais</w:t>
      </w:r>
      <w:r w:rsidR="00F635DB">
        <w:t xml:space="preserve">, </w:t>
      </w:r>
      <w:r w:rsidRPr="009071AC">
        <w:t>mon maître</w:t>
      </w:r>
      <w:r w:rsidR="00F635DB">
        <w:t> !…</w:t>
      </w:r>
    </w:p>
    <w:p w14:paraId="332AE20E" w14:textId="77777777" w:rsidR="00F635DB" w:rsidRDefault="00855694" w:rsidP="00F635DB">
      <w:r w:rsidRPr="009071AC">
        <w:t>Je ne pouvais concevoir ni m</w:t>
      </w:r>
      <w:r w:rsidR="00F635DB">
        <w:t>’</w:t>
      </w:r>
      <w:r w:rsidRPr="009071AC">
        <w:t>imaginer ce qu</w:t>
      </w:r>
      <w:r w:rsidR="00F635DB">
        <w:t>’</w:t>
      </w:r>
      <w:r w:rsidRPr="009071AC">
        <w:t>il avait trouvé à ma question d</w:t>
      </w:r>
      <w:r w:rsidR="00F635DB">
        <w:t>’</w:t>
      </w:r>
      <w:r w:rsidRPr="009071AC">
        <w:t>extraordinaire et d</w:t>
      </w:r>
      <w:r w:rsidR="00F635DB">
        <w:t>’</w:t>
      </w:r>
      <w:r w:rsidRPr="009071AC">
        <w:t>inattendu</w:t>
      </w:r>
      <w:r w:rsidR="00F635DB">
        <w:t xml:space="preserve">. </w:t>
      </w:r>
      <w:r w:rsidRPr="009071AC">
        <w:t>Je la jugeai toute naturelle au contraire</w:t>
      </w:r>
      <w:r w:rsidR="00F635DB">
        <w:t xml:space="preserve">, </w:t>
      </w:r>
      <w:r w:rsidRPr="009071AC">
        <w:t>dictée par les circonstances</w:t>
      </w:r>
      <w:r w:rsidR="00F635DB">
        <w:t xml:space="preserve">, </w:t>
      </w:r>
      <w:r w:rsidRPr="009071AC">
        <w:t>imposée par la conduite et par les paroles du comte</w:t>
      </w:r>
      <w:r w:rsidR="00F635DB">
        <w:t>.</w:t>
      </w:r>
    </w:p>
    <w:p w14:paraId="1763BC10" w14:textId="77777777" w:rsidR="00F635DB" w:rsidRDefault="00855694" w:rsidP="00F635DB">
      <w:r w:rsidRPr="009071AC">
        <w:lastRenderedPageBreak/>
        <w:t>Et</w:t>
      </w:r>
      <w:r w:rsidR="00F635DB">
        <w:t xml:space="preserve">, </w:t>
      </w:r>
      <w:r w:rsidRPr="009071AC">
        <w:t>en dépit du désordre de ma pensée</w:t>
      </w:r>
      <w:r w:rsidR="00F635DB">
        <w:t xml:space="preserve">, </w:t>
      </w:r>
      <w:r w:rsidRPr="009071AC">
        <w:t>cet inexplicable murmure qu</w:t>
      </w:r>
      <w:r w:rsidR="00F635DB">
        <w:t>’</w:t>
      </w:r>
      <w:r w:rsidRPr="009071AC">
        <w:t>on appelle le pressentiment</w:t>
      </w:r>
      <w:r w:rsidR="00F635DB">
        <w:t xml:space="preserve">, </w:t>
      </w:r>
      <w:r w:rsidRPr="009071AC">
        <w:t>bourdonnait au dedans de moi</w:t>
      </w:r>
      <w:r w:rsidR="00F635DB">
        <w:t> :</w:t>
      </w:r>
    </w:p>
    <w:p w14:paraId="710E31EC" w14:textId="77777777" w:rsidR="00F635DB" w:rsidRDefault="00F635DB" w:rsidP="00F635DB">
      <w:r>
        <w:t>— </w:t>
      </w:r>
      <w:r w:rsidR="00855694" w:rsidRPr="009071AC">
        <w:t>Il t</w:t>
      </w:r>
      <w:r>
        <w:t>’</w:t>
      </w:r>
      <w:r w:rsidR="00855694" w:rsidRPr="009071AC">
        <w:t>a défendu de l</w:t>
      </w:r>
      <w:r>
        <w:t>’</w:t>
      </w:r>
      <w:r w:rsidR="00855694" w:rsidRPr="009071AC">
        <w:t>appeler ton père</w:t>
      </w:r>
      <w:r>
        <w:t xml:space="preserve">, </w:t>
      </w:r>
      <w:r w:rsidR="00855694" w:rsidRPr="009071AC">
        <w:t>il ne t</w:t>
      </w:r>
      <w:r>
        <w:t>’</w:t>
      </w:r>
      <w:r w:rsidR="00855694" w:rsidRPr="009071AC">
        <w:t>a pas dit qu</w:t>
      </w:r>
      <w:r>
        <w:t>’</w:t>
      </w:r>
      <w:r w:rsidR="00855694" w:rsidRPr="009071AC">
        <w:t>il ne l</w:t>
      </w:r>
      <w:r>
        <w:t>’</w:t>
      </w:r>
      <w:r w:rsidR="00855694" w:rsidRPr="009071AC">
        <w:t>est pas</w:t>
      </w:r>
      <w:r>
        <w:t>.</w:t>
      </w:r>
    </w:p>
    <w:p w14:paraId="74DF8201" w14:textId="494F04CB" w:rsidR="00F635DB" w:rsidRDefault="00855694" w:rsidP="00F635DB">
      <w:r w:rsidRPr="009071AC">
        <w:t>Mais je n</w:t>
      </w:r>
      <w:r w:rsidR="00F635DB">
        <w:t>’</w:t>
      </w:r>
      <w:r w:rsidRPr="009071AC">
        <w:t>eus le loisir ni de réfléchir ni d</w:t>
      </w:r>
      <w:r w:rsidR="00F635DB">
        <w:t>’</w:t>
      </w:r>
      <w:r w:rsidRPr="009071AC">
        <w:t>interroger surtout</w:t>
      </w:r>
      <w:r w:rsidR="00F635DB">
        <w:t>, M. de </w:t>
      </w:r>
      <w:proofErr w:type="spellStart"/>
      <w:r w:rsidRPr="009071AC">
        <w:t>Chalusse</w:t>
      </w:r>
      <w:proofErr w:type="spellEnd"/>
      <w:r w:rsidR="00F635DB">
        <w:t xml:space="preserve">. </w:t>
      </w:r>
      <w:r w:rsidRPr="009071AC">
        <w:t>En ce moment</w:t>
      </w:r>
      <w:r w:rsidR="00F635DB">
        <w:t xml:space="preserve">, </w:t>
      </w:r>
      <w:r w:rsidRPr="009071AC">
        <w:t>je m</w:t>
      </w:r>
      <w:r w:rsidR="00F635DB">
        <w:t>’</w:t>
      </w:r>
      <w:r w:rsidRPr="009071AC">
        <w:t>en sentais le courage</w:t>
      </w:r>
      <w:r w:rsidR="00F635DB">
        <w:t xml:space="preserve">… </w:t>
      </w:r>
      <w:r w:rsidRPr="009071AC">
        <w:t>Je ne l</w:t>
      </w:r>
      <w:r w:rsidR="00F635DB">
        <w:t>’</w:t>
      </w:r>
      <w:r w:rsidRPr="009071AC">
        <w:t>osai jamais par la suite</w:t>
      </w:r>
      <w:r w:rsidR="00F635DB">
        <w:t>.</w:t>
      </w:r>
    </w:p>
    <w:p w14:paraId="28437E25" w14:textId="77777777" w:rsidR="00F635DB" w:rsidRDefault="00855694" w:rsidP="00F635DB">
      <w:r w:rsidRPr="009071AC">
        <w:t>Notre voiture gravissait alors au grand trot la rampe roide du chemin de fer de Lyon</w:t>
      </w:r>
      <w:r w:rsidR="00F635DB">
        <w:t xml:space="preserve">. </w:t>
      </w:r>
      <w:r w:rsidRPr="009071AC">
        <w:t>Bientôt nous mîmes pied à terre dans la cour de la gare</w:t>
      </w:r>
      <w:r w:rsidR="00F635DB">
        <w:t>.</w:t>
      </w:r>
    </w:p>
    <w:p w14:paraId="1B7E00B9" w14:textId="77777777" w:rsidR="00F635DB" w:rsidRDefault="00855694" w:rsidP="00F635DB">
      <w:r w:rsidRPr="009071AC">
        <w:t>Là</w:t>
      </w:r>
      <w:r w:rsidR="00F635DB">
        <w:t xml:space="preserve">, </w:t>
      </w:r>
      <w:r w:rsidRPr="009071AC">
        <w:t>j</w:t>
      </w:r>
      <w:r w:rsidR="00F635DB">
        <w:t>’</w:t>
      </w:r>
      <w:r w:rsidRPr="009071AC">
        <w:t>eus la première notion exacte de la féerique puissance de l</w:t>
      </w:r>
      <w:r w:rsidR="00F635DB">
        <w:t>’</w:t>
      </w:r>
      <w:r w:rsidRPr="009071AC">
        <w:t>argent</w:t>
      </w:r>
      <w:r w:rsidR="00F635DB">
        <w:t xml:space="preserve">, </w:t>
      </w:r>
      <w:r w:rsidRPr="009071AC">
        <w:t>moi</w:t>
      </w:r>
      <w:r w:rsidR="00F635DB">
        <w:t xml:space="preserve">, </w:t>
      </w:r>
      <w:r w:rsidRPr="009071AC">
        <w:t>pauvre fille élevée par la charité publique</w:t>
      </w:r>
      <w:r w:rsidR="00F635DB">
        <w:t xml:space="preserve">, </w:t>
      </w:r>
      <w:r w:rsidRPr="009071AC">
        <w:t>moi qui</w:t>
      </w:r>
      <w:r w:rsidR="00F635DB">
        <w:t xml:space="preserve">, </w:t>
      </w:r>
      <w:r w:rsidRPr="009071AC">
        <w:t>depuis trois ans</w:t>
      </w:r>
      <w:r w:rsidR="00F635DB">
        <w:t xml:space="preserve">, </w:t>
      </w:r>
      <w:r w:rsidRPr="009071AC">
        <w:t>travaillais pour ma seule subsistance</w:t>
      </w:r>
      <w:r w:rsidR="00F635DB">
        <w:t>.</w:t>
      </w:r>
    </w:p>
    <w:p w14:paraId="17758899" w14:textId="45C7304C" w:rsidR="00F635DB" w:rsidRDefault="00F635DB" w:rsidP="00F635DB">
      <w:r>
        <w:t>M. de </w:t>
      </w:r>
      <w:proofErr w:type="spellStart"/>
      <w:r w:rsidR="00855694" w:rsidRPr="009071AC">
        <w:t>Chalusse</w:t>
      </w:r>
      <w:proofErr w:type="spellEnd"/>
      <w:r w:rsidR="00855694" w:rsidRPr="009071AC">
        <w:t xml:space="preserve"> était attendu par ceux de ses gens qui devaient nous accompagner</w:t>
      </w:r>
      <w:r>
        <w:t xml:space="preserve">, </w:t>
      </w:r>
      <w:r w:rsidR="00855694" w:rsidRPr="009071AC">
        <w:t>ils avaient pensé à tout</w:t>
      </w:r>
      <w:r>
        <w:t xml:space="preserve">, </w:t>
      </w:r>
      <w:r w:rsidR="00855694" w:rsidRPr="009071AC">
        <w:t>ils avaient tout prévu</w:t>
      </w:r>
      <w:r>
        <w:t>.</w:t>
      </w:r>
    </w:p>
    <w:p w14:paraId="6CA15312" w14:textId="314543AE" w:rsidR="00F635DB" w:rsidRDefault="00855694" w:rsidP="00F635DB">
      <w:r w:rsidRPr="009071AC">
        <w:t>Je n</w:t>
      </w:r>
      <w:r w:rsidR="00F635DB">
        <w:t>’</w:t>
      </w:r>
      <w:r w:rsidRPr="009071AC">
        <w:t>avais pas eu le temps de regarder autour de moi que déjà nous étions sur le quai</w:t>
      </w:r>
      <w:r w:rsidR="00F635DB">
        <w:t xml:space="preserve">, </w:t>
      </w:r>
      <w:r w:rsidRPr="009071AC">
        <w:t>devant un train prêt à partir</w:t>
      </w:r>
      <w:r w:rsidR="00F635DB">
        <w:t xml:space="preserve">. </w:t>
      </w:r>
      <w:r w:rsidRPr="009071AC">
        <w:t>En face</w:t>
      </w:r>
      <w:r w:rsidR="00F635DB">
        <w:t xml:space="preserve">, </w:t>
      </w:r>
      <w:r w:rsidRPr="009071AC">
        <w:t>sur une plate-forme</w:t>
      </w:r>
      <w:r w:rsidR="00F635DB">
        <w:t xml:space="preserve">, </w:t>
      </w:r>
      <w:r w:rsidRPr="009071AC">
        <w:t>je reconnus</w:t>
      </w:r>
      <w:r w:rsidR="00F635DB">
        <w:t xml:space="preserve">, </w:t>
      </w:r>
      <w:r w:rsidRPr="009071AC">
        <w:t>fixée et amarrée</w:t>
      </w:r>
      <w:r w:rsidR="00F635DB">
        <w:t xml:space="preserve">, </w:t>
      </w:r>
      <w:r w:rsidRPr="009071AC">
        <w:t>la berline de voyage qui nous avait amenés</w:t>
      </w:r>
      <w:r w:rsidR="00F635DB">
        <w:t xml:space="preserve">. </w:t>
      </w:r>
      <w:r w:rsidRPr="009071AC">
        <w:t>Je m</w:t>
      </w:r>
      <w:r w:rsidR="00F635DB">
        <w:t>’</w:t>
      </w:r>
      <w:r w:rsidRPr="009071AC">
        <w:t>apprêtais à y monter</w:t>
      </w:r>
      <w:r w:rsidR="00F635DB">
        <w:t xml:space="preserve">, </w:t>
      </w:r>
      <w:r w:rsidRPr="009071AC">
        <w:t>car déjà les employés criaient</w:t>
      </w:r>
      <w:r w:rsidR="00F635DB">
        <w:t> : « </w:t>
      </w:r>
      <w:r w:rsidRPr="009071AC">
        <w:t>En voiture</w:t>
      </w:r>
      <w:r w:rsidR="00F635DB">
        <w:t xml:space="preserve">, </w:t>
      </w:r>
      <w:r w:rsidRPr="009071AC">
        <w:t>messieurs les voyageurs</w:t>
      </w:r>
      <w:r w:rsidR="00F635DB">
        <w:t> ! »</w:t>
      </w:r>
      <w:r w:rsidRPr="009071AC">
        <w:t xml:space="preserve"> quand </w:t>
      </w:r>
      <w:r w:rsidR="00F635DB">
        <w:t>M. de </w:t>
      </w:r>
      <w:proofErr w:type="spellStart"/>
      <w:r w:rsidRPr="009071AC">
        <w:t>Chalusse</w:t>
      </w:r>
      <w:proofErr w:type="spellEnd"/>
      <w:r w:rsidRPr="009071AC">
        <w:t xml:space="preserve"> m</w:t>
      </w:r>
      <w:r w:rsidR="00F635DB">
        <w:t>’</w:t>
      </w:r>
      <w:r w:rsidRPr="009071AC">
        <w:t>arrêta</w:t>
      </w:r>
      <w:r w:rsidR="00F635DB">
        <w:t>.</w:t>
      </w:r>
    </w:p>
    <w:p w14:paraId="158507D9" w14:textId="77777777" w:rsidR="00F635DB" w:rsidRDefault="00F635DB" w:rsidP="00F635DB">
      <w:r>
        <w:t>— </w:t>
      </w:r>
      <w:r w:rsidR="00855694" w:rsidRPr="009071AC">
        <w:t>Pas ici</w:t>
      </w:r>
      <w:r>
        <w:t xml:space="preserve">, </w:t>
      </w:r>
      <w:r w:rsidR="00855694" w:rsidRPr="009071AC">
        <w:t>me dit-il</w:t>
      </w:r>
      <w:r>
        <w:t xml:space="preserve"> ; </w:t>
      </w:r>
      <w:r w:rsidR="00855694" w:rsidRPr="009071AC">
        <w:t>venez avec moi</w:t>
      </w:r>
      <w:r>
        <w:t>.</w:t>
      </w:r>
    </w:p>
    <w:p w14:paraId="040C2F8A" w14:textId="77777777" w:rsidR="00F635DB" w:rsidRDefault="00855694" w:rsidP="00F635DB">
      <w:r w:rsidRPr="009071AC">
        <w:t>Je le suivis</w:t>
      </w:r>
      <w:r w:rsidR="00F635DB">
        <w:t xml:space="preserve">, </w:t>
      </w:r>
      <w:r w:rsidRPr="009071AC">
        <w:t>et il me mena à un wagon magnifique</w:t>
      </w:r>
      <w:r w:rsidR="00F635DB">
        <w:t xml:space="preserve">, </w:t>
      </w:r>
      <w:r w:rsidRPr="009071AC">
        <w:t>plus grand et plus haut que tous les autres</w:t>
      </w:r>
      <w:r w:rsidR="00F635DB">
        <w:t xml:space="preserve">, </w:t>
      </w:r>
      <w:r w:rsidRPr="009071AC">
        <w:t>portant</w:t>
      </w:r>
      <w:r w:rsidR="00F635DB">
        <w:t xml:space="preserve">, </w:t>
      </w:r>
      <w:r w:rsidRPr="009071AC">
        <w:t>au centre</w:t>
      </w:r>
      <w:r w:rsidR="00F635DB">
        <w:t xml:space="preserve">, </w:t>
      </w:r>
      <w:r w:rsidRPr="009071AC">
        <w:t>en relief</w:t>
      </w:r>
      <w:r w:rsidR="00F635DB">
        <w:t xml:space="preserve">, </w:t>
      </w:r>
      <w:r w:rsidRPr="009071AC">
        <w:t xml:space="preserve">les armes des </w:t>
      </w:r>
      <w:proofErr w:type="spellStart"/>
      <w:r w:rsidRPr="009071AC">
        <w:t>Chalusse</w:t>
      </w:r>
      <w:proofErr w:type="spellEnd"/>
      <w:r w:rsidR="00F635DB">
        <w:t>.</w:t>
      </w:r>
    </w:p>
    <w:p w14:paraId="2A529ACD" w14:textId="77777777" w:rsidR="00F635DB" w:rsidRDefault="00F635DB" w:rsidP="00F635DB">
      <w:r>
        <w:lastRenderedPageBreak/>
        <w:t>— </w:t>
      </w:r>
      <w:r w:rsidR="00855694" w:rsidRPr="009071AC">
        <w:t>Voici votre voiture</w:t>
      </w:r>
      <w:r>
        <w:t xml:space="preserve">, </w:t>
      </w:r>
      <w:r w:rsidR="00855694" w:rsidRPr="009071AC">
        <w:t>chère Marguerite</w:t>
      </w:r>
      <w:r>
        <w:t xml:space="preserve">, </w:t>
      </w:r>
      <w:r w:rsidR="00855694" w:rsidRPr="009071AC">
        <w:t>me dit-il</w:t>
      </w:r>
      <w:r>
        <w:t>.</w:t>
      </w:r>
    </w:p>
    <w:p w14:paraId="09041DD7" w14:textId="77777777" w:rsidR="00F635DB" w:rsidRDefault="00855694" w:rsidP="00F635DB">
      <w:r w:rsidRPr="009071AC">
        <w:t>J</w:t>
      </w:r>
      <w:r w:rsidR="00F635DB">
        <w:t>’</w:t>
      </w:r>
      <w:r w:rsidRPr="009071AC">
        <w:t>y entrai</w:t>
      </w:r>
      <w:r w:rsidR="00F635DB">
        <w:t xml:space="preserve">. </w:t>
      </w:r>
      <w:r w:rsidRPr="009071AC">
        <w:t>La vapeur siffla</w:t>
      </w:r>
      <w:r w:rsidR="00F635DB">
        <w:t xml:space="preserve"> ; </w:t>
      </w:r>
      <w:r w:rsidRPr="009071AC">
        <w:t>le train était parti</w:t>
      </w:r>
      <w:r w:rsidR="00F635DB">
        <w:t>…</w:t>
      </w:r>
    </w:p>
    <w:p w14:paraId="6670247F" w14:textId="2B8C00A9" w:rsidR="00F635DB" w:rsidRDefault="00F635DB" w:rsidP="00F635DB">
      <w:r>
        <w:t>M</w:t>
      </w:r>
      <w:r w:rsidRPr="00F635DB">
        <w:rPr>
          <w:vertAlign w:val="superscript"/>
        </w:rPr>
        <w:t>lle</w:t>
      </w:r>
      <w:r>
        <w:t> </w:t>
      </w:r>
      <w:r w:rsidR="00855694" w:rsidRPr="009071AC">
        <w:t>Marguerite succombait de lassitude</w:t>
      </w:r>
      <w:r>
        <w:t xml:space="preserve">, </w:t>
      </w:r>
      <w:r w:rsidR="00855694" w:rsidRPr="009071AC">
        <w:t>la sueur perlait à ses tempes</w:t>
      </w:r>
      <w:r>
        <w:t xml:space="preserve">, </w:t>
      </w:r>
      <w:r w:rsidR="00855694" w:rsidRPr="009071AC">
        <w:t>sa poitrine haletait</w:t>
      </w:r>
      <w:r>
        <w:t xml:space="preserve">, </w:t>
      </w:r>
      <w:r w:rsidR="00855694" w:rsidRPr="009071AC">
        <w:t>sa voix commençait à se trahir</w:t>
      </w:r>
      <w:r>
        <w:t>…</w:t>
      </w:r>
    </w:p>
    <w:p w14:paraId="492BA2B2" w14:textId="77777777" w:rsidR="00F635DB" w:rsidRDefault="00855694" w:rsidP="00F635DB">
      <w:r w:rsidRPr="009071AC">
        <w:t>Le juge de paix s</w:t>
      </w:r>
      <w:r w:rsidR="00F635DB">
        <w:t>’</w:t>
      </w:r>
      <w:r w:rsidRPr="009071AC">
        <w:t>effraya presque</w:t>
      </w:r>
      <w:r w:rsidR="00F635DB">
        <w:t>.</w:t>
      </w:r>
    </w:p>
    <w:p w14:paraId="5CE3160E" w14:textId="77777777" w:rsidR="00F635DB" w:rsidRDefault="00F635DB" w:rsidP="00F635DB">
      <w:r>
        <w:t>— </w:t>
      </w:r>
      <w:r w:rsidR="00855694" w:rsidRPr="009071AC">
        <w:t>De grâce</w:t>
      </w:r>
      <w:r>
        <w:t xml:space="preserve">, </w:t>
      </w:r>
      <w:r w:rsidR="00855694" w:rsidRPr="009071AC">
        <w:t>mademoiselle</w:t>
      </w:r>
      <w:r>
        <w:t xml:space="preserve">, </w:t>
      </w:r>
      <w:r w:rsidR="00855694" w:rsidRPr="009071AC">
        <w:t>interrompit-il</w:t>
      </w:r>
      <w:r>
        <w:t xml:space="preserve">, </w:t>
      </w:r>
      <w:r w:rsidR="00855694" w:rsidRPr="009071AC">
        <w:t>reposez-vous</w:t>
      </w:r>
      <w:r>
        <w:t xml:space="preserve">, </w:t>
      </w:r>
      <w:r w:rsidR="00855694" w:rsidRPr="009071AC">
        <w:t>rien ne nous presse</w:t>
      </w:r>
      <w:r>
        <w:t>.</w:t>
      </w:r>
    </w:p>
    <w:p w14:paraId="26624DCA" w14:textId="77777777" w:rsidR="00F635DB" w:rsidRDefault="00855694" w:rsidP="00F635DB">
      <w:r w:rsidRPr="009071AC">
        <w:t>Mais elle</w:t>
      </w:r>
      <w:r w:rsidR="00F635DB">
        <w:t xml:space="preserve">, </w:t>
      </w:r>
      <w:r w:rsidRPr="009071AC">
        <w:t>secouant la tête</w:t>
      </w:r>
      <w:r w:rsidR="00F635DB">
        <w:t> :</w:t>
      </w:r>
    </w:p>
    <w:p w14:paraId="075BABA9" w14:textId="77777777" w:rsidR="00F635DB" w:rsidRDefault="00F635DB" w:rsidP="00F635DB">
      <w:r>
        <w:t>— </w:t>
      </w:r>
      <w:r w:rsidR="00855694" w:rsidRPr="009071AC">
        <w:t>Mieux vaut finir</w:t>
      </w:r>
      <w:r>
        <w:t xml:space="preserve">, </w:t>
      </w:r>
      <w:r w:rsidR="00855694" w:rsidRPr="009071AC">
        <w:t>fit-elle</w:t>
      </w:r>
      <w:r>
        <w:t xml:space="preserve">, </w:t>
      </w:r>
      <w:r w:rsidR="00855694" w:rsidRPr="009071AC">
        <w:t>après je n</w:t>
      </w:r>
      <w:r>
        <w:t>’</w:t>
      </w:r>
      <w:r w:rsidR="00855694" w:rsidRPr="009071AC">
        <w:t>aurais plus le courage de reprendre</w:t>
      </w:r>
      <w:r>
        <w:t>.</w:t>
      </w:r>
    </w:p>
    <w:p w14:paraId="27F7D838" w14:textId="77777777" w:rsidR="00F635DB" w:rsidRDefault="00855694" w:rsidP="00F635DB">
      <w:r w:rsidRPr="009071AC">
        <w:t>Et elle continua</w:t>
      </w:r>
      <w:r w:rsidR="00F635DB">
        <w:t> :</w:t>
      </w:r>
    </w:p>
    <w:p w14:paraId="1836329E" w14:textId="77777777" w:rsidR="00F635DB" w:rsidRDefault="00F635DB" w:rsidP="00F635DB">
      <w:r>
        <w:t>— </w:t>
      </w:r>
      <w:r w:rsidR="00855694" w:rsidRPr="009071AC">
        <w:t>Un tel voyage</w:t>
      </w:r>
      <w:r>
        <w:t xml:space="preserve">, </w:t>
      </w:r>
      <w:r w:rsidR="00855694" w:rsidRPr="009071AC">
        <w:t>pour moi qui n</w:t>
      </w:r>
      <w:r>
        <w:t>’</w:t>
      </w:r>
      <w:r w:rsidR="00855694" w:rsidRPr="009071AC">
        <w:t>étais jamais allée plus loin que Versailles</w:t>
      </w:r>
      <w:r>
        <w:t xml:space="preserve">, </w:t>
      </w:r>
      <w:r w:rsidR="00855694" w:rsidRPr="009071AC">
        <w:t>eût dû être un long enchantement</w:t>
      </w:r>
      <w:r>
        <w:t>…</w:t>
      </w:r>
    </w:p>
    <w:p w14:paraId="33612AED" w14:textId="0A00A906" w:rsidR="00F635DB" w:rsidRDefault="00855694" w:rsidP="00F635DB">
      <w:r w:rsidRPr="009071AC">
        <w:t>Notre wagon</w:t>
      </w:r>
      <w:r w:rsidR="00F635DB">
        <w:t xml:space="preserve">, </w:t>
      </w:r>
      <w:r w:rsidRPr="009071AC">
        <w:t xml:space="preserve">le wagon de </w:t>
      </w:r>
      <w:r w:rsidR="00F635DB">
        <w:t>M. de </w:t>
      </w:r>
      <w:proofErr w:type="spellStart"/>
      <w:r w:rsidRPr="009071AC">
        <w:t>Chalusse</w:t>
      </w:r>
      <w:proofErr w:type="spellEnd"/>
      <w:r w:rsidR="00F635DB">
        <w:t xml:space="preserve">, </w:t>
      </w:r>
      <w:r w:rsidRPr="009071AC">
        <w:t>était une de ces dispendieuses fantaisies que peu de millionnaires se permettent</w:t>
      </w:r>
      <w:r w:rsidR="00F635DB">
        <w:t xml:space="preserve">… </w:t>
      </w:r>
      <w:r w:rsidRPr="009071AC">
        <w:t>Il se composait d</w:t>
      </w:r>
      <w:r w:rsidR="00F635DB">
        <w:t>’</w:t>
      </w:r>
      <w:r w:rsidRPr="009071AC">
        <w:t>un salon</w:t>
      </w:r>
      <w:r w:rsidR="00F635DB">
        <w:t xml:space="preserve">, </w:t>
      </w:r>
      <w:r w:rsidRPr="009071AC">
        <w:t>qui était un chef-d</w:t>
      </w:r>
      <w:r w:rsidR="00F635DB">
        <w:t>’</w:t>
      </w:r>
      <w:r w:rsidRPr="009071AC">
        <w:t>œuvre de goût et de luxe</w:t>
      </w:r>
      <w:r w:rsidR="00F635DB">
        <w:t xml:space="preserve">, </w:t>
      </w:r>
      <w:r w:rsidRPr="009071AC">
        <w:t>et de deux compartiments</w:t>
      </w:r>
      <w:r w:rsidR="00F635DB">
        <w:t xml:space="preserve">, </w:t>
      </w:r>
      <w:r w:rsidRPr="009071AC">
        <w:t>un à chaque bout</w:t>
      </w:r>
      <w:r w:rsidR="00F635DB">
        <w:t xml:space="preserve">, </w:t>
      </w:r>
      <w:r w:rsidRPr="009071AC">
        <w:t>formant deux chambres avec leurs lits de repos</w:t>
      </w:r>
      <w:r w:rsidR="00F635DB">
        <w:t>…</w:t>
      </w:r>
    </w:p>
    <w:p w14:paraId="0EC63AF0" w14:textId="77777777" w:rsidR="00F635DB" w:rsidRDefault="00855694" w:rsidP="00F635DB">
      <w:r w:rsidRPr="009071AC">
        <w:t>Et tout cela</w:t>
      </w:r>
      <w:r w:rsidR="00F635DB">
        <w:t xml:space="preserve">, </w:t>
      </w:r>
      <w:r w:rsidRPr="009071AC">
        <w:t>le comte ne se lassait pas de me le répéter</w:t>
      </w:r>
      <w:r w:rsidR="00F635DB">
        <w:t xml:space="preserve">, </w:t>
      </w:r>
      <w:r w:rsidRPr="009071AC">
        <w:t>était à moi</w:t>
      </w:r>
      <w:r w:rsidR="00F635DB">
        <w:t xml:space="preserve">, </w:t>
      </w:r>
      <w:r w:rsidRPr="009071AC">
        <w:t>à moi seule</w:t>
      </w:r>
      <w:r w:rsidR="00F635DB">
        <w:t>…</w:t>
      </w:r>
    </w:p>
    <w:p w14:paraId="6E09D17A" w14:textId="6443EB9D" w:rsidR="00F635DB" w:rsidRDefault="00855694" w:rsidP="00F635DB">
      <w:r w:rsidRPr="009071AC">
        <w:t>C</w:t>
      </w:r>
      <w:r w:rsidR="00F635DB">
        <w:t>’</w:t>
      </w:r>
      <w:r w:rsidRPr="009071AC">
        <w:t>est appuyée sur des coussins de velours que je regardais par la portière surgir et s</w:t>
      </w:r>
      <w:r w:rsidR="00F635DB">
        <w:t>’</w:t>
      </w:r>
      <w:r w:rsidRPr="009071AC">
        <w:t>évanouir aussitôt les paysages</w:t>
      </w:r>
      <w:r w:rsidR="00F635DB">
        <w:t xml:space="preserve">… </w:t>
      </w:r>
      <w:r w:rsidRPr="009071AC">
        <w:t>Penché près de moi</w:t>
      </w:r>
      <w:r w:rsidR="00F635DB">
        <w:t>, M. de </w:t>
      </w:r>
      <w:proofErr w:type="spellStart"/>
      <w:r w:rsidRPr="009071AC">
        <w:t>Chalusse</w:t>
      </w:r>
      <w:proofErr w:type="spellEnd"/>
      <w:r w:rsidRPr="009071AC">
        <w:t xml:space="preserve"> me nommait toutes les villes et les moindres villages que nous traversions</w:t>
      </w:r>
      <w:r w:rsidR="00F635DB">
        <w:t xml:space="preserve"> : </w:t>
      </w:r>
      <w:r w:rsidRPr="009071AC">
        <w:t>Brunoy</w:t>
      </w:r>
      <w:r w:rsidR="00F635DB">
        <w:t xml:space="preserve">, </w:t>
      </w:r>
      <w:r w:rsidRPr="009071AC">
        <w:t>Melun</w:t>
      </w:r>
      <w:r w:rsidR="00F635DB">
        <w:t xml:space="preserve">, </w:t>
      </w:r>
      <w:r w:rsidRPr="009071AC">
        <w:t>Fontainebleau</w:t>
      </w:r>
      <w:r w:rsidR="00F635DB">
        <w:t xml:space="preserve">, </w:t>
      </w:r>
      <w:r w:rsidRPr="009071AC">
        <w:t>Villeneuve</w:t>
      </w:r>
      <w:r w:rsidR="00F635DB">
        <w:t xml:space="preserve">, </w:t>
      </w:r>
      <w:r w:rsidRPr="009071AC">
        <w:t>Sens</w:t>
      </w:r>
      <w:r w:rsidR="00F635DB">
        <w:t xml:space="preserve">, </w:t>
      </w:r>
      <w:r w:rsidRPr="009071AC">
        <w:t>Laroche</w:t>
      </w:r>
      <w:r w:rsidR="00F635DB">
        <w:t>…</w:t>
      </w:r>
    </w:p>
    <w:p w14:paraId="2E752453" w14:textId="77777777" w:rsidR="00F635DB" w:rsidRDefault="00855694" w:rsidP="00F635DB">
      <w:r w:rsidRPr="009071AC">
        <w:lastRenderedPageBreak/>
        <w:t>Et à toutes les stations</w:t>
      </w:r>
      <w:r w:rsidR="00F635DB">
        <w:t xml:space="preserve">, </w:t>
      </w:r>
      <w:r w:rsidRPr="009071AC">
        <w:t>dès qu</w:t>
      </w:r>
      <w:r w:rsidR="00F635DB">
        <w:t>’</w:t>
      </w:r>
      <w:r w:rsidRPr="009071AC">
        <w:t>il y avait cinq minutes d</w:t>
      </w:r>
      <w:r w:rsidR="00F635DB">
        <w:t>’</w:t>
      </w:r>
      <w:r w:rsidRPr="009071AC">
        <w:t>arrêt</w:t>
      </w:r>
      <w:r w:rsidR="00F635DB">
        <w:t xml:space="preserve">, </w:t>
      </w:r>
      <w:r w:rsidRPr="009071AC">
        <w:t>les domestiques qui voyageaient dans la berline accouraient nous demander nos ordres</w:t>
      </w:r>
      <w:r w:rsidR="00F635DB">
        <w:t>…</w:t>
      </w:r>
    </w:p>
    <w:p w14:paraId="036CE5FA" w14:textId="77777777" w:rsidR="00F635DB" w:rsidRDefault="00855694" w:rsidP="00F635DB">
      <w:r w:rsidRPr="009071AC">
        <w:t>À Lyon</w:t>
      </w:r>
      <w:r w:rsidR="00F635DB">
        <w:t xml:space="preserve">, </w:t>
      </w:r>
      <w:r w:rsidRPr="009071AC">
        <w:t>au milieu de la nuit</w:t>
      </w:r>
      <w:r w:rsidR="00F635DB">
        <w:t xml:space="preserve">, </w:t>
      </w:r>
      <w:r w:rsidRPr="009071AC">
        <w:t>un souper nous attendait</w:t>
      </w:r>
      <w:r w:rsidR="00F635DB">
        <w:t xml:space="preserve">, </w:t>
      </w:r>
      <w:r w:rsidRPr="009071AC">
        <w:t>qu</w:t>
      </w:r>
      <w:r w:rsidR="00F635DB">
        <w:t>’</w:t>
      </w:r>
      <w:r w:rsidRPr="009071AC">
        <w:t>on servit dès que nous descendîmes de wagon</w:t>
      </w:r>
      <w:r w:rsidR="00F635DB">
        <w:t xml:space="preserve">… </w:t>
      </w:r>
      <w:r w:rsidRPr="009071AC">
        <w:t>puis on nous avertit de remonter</w:t>
      </w:r>
      <w:r w:rsidR="00F635DB">
        <w:t xml:space="preserve">, </w:t>
      </w:r>
      <w:r w:rsidRPr="009071AC">
        <w:t>et le train repartit</w:t>
      </w:r>
      <w:r w:rsidR="00F635DB">
        <w:t>…</w:t>
      </w:r>
    </w:p>
    <w:p w14:paraId="61A5072E" w14:textId="77777777" w:rsidR="00F635DB" w:rsidRDefault="00855694" w:rsidP="00F635DB">
      <w:r w:rsidRPr="009071AC">
        <w:t>Quels émerveillements pour une pauvre petite ouvrière de quinze ans</w:t>
      </w:r>
      <w:r w:rsidR="00F635DB">
        <w:t xml:space="preserve">, </w:t>
      </w:r>
      <w:r w:rsidRPr="009071AC">
        <w:t>qui</w:t>
      </w:r>
      <w:r w:rsidR="00F635DB">
        <w:t xml:space="preserve">, </w:t>
      </w:r>
      <w:r w:rsidRPr="009071AC">
        <w:t>la veille encore</w:t>
      </w:r>
      <w:r w:rsidR="00F635DB">
        <w:t xml:space="preserve">, </w:t>
      </w:r>
      <w:r w:rsidRPr="009071AC">
        <w:t>bornait ses plus hautes ambitions à un gain de cinq francs par jour</w:t>
      </w:r>
      <w:r w:rsidR="00F635DB">
        <w:t xml:space="preserve"> !… </w:t>
      </w:r>
      <w:r w:rsidRPr="009071AC">
        <w:t>Quel foudroyant changement</w:t>
      </w:r>
      <w:r w:rsidR="00F635DB">
        <w:t xml:space="preserve"> !… </w:t>
      </w:r>
      <w:r w:rsidRPr="009071AC">
        <w:t>Le comte m</w:t>
      </w:r>
      <w:r w:rsidR="00F635DB">
        <w:t>’</w:t>
      </w:r>
      <w:r w:rsidRPr="009071AC">
        <w:t>avait fait me retirer dans une des chambres du wagon</w:t>
      </w:r>
      <w:r w:rsidR="00F635DB">
        <w:t xml:space="preserve">, </w:t>
      </w:r>
      <w:r w:rsidRPr="009071AC">
        <w:t>et là</w:t>
      </w:r>
      <w:r w:rsidR="00F635DB">
        <w:t xml:space="preserve">, </w:t>
      </w:r>
      <w:r w:rsidRPr="009071AC">
        <w:t>le sommeil me gagnant</w:t>
      </w:r>
      <w:r w:rsidR="00F635DB">
        <w:t xml:space="preserve">, </w:t>
      </w:r>
      <w:r w:rsidRPr="009071AC">
        <w:t>je finissais par perdre l</w:t>
      </w:r>
      <w:r w:rsidR="00F635DB">
        <w:t>’</w:t>
      </w:r>
      <w:r w:rsidRPr="009071AC">
        <w:t>exacte notion de moi</w:t>
      </w:r>
      <w:r w:rsidR="00F635DB">
        <w:t xml:space="preserve">, </w:t>
      </w:r>
      <w:r w:rsidRPr="009071AC">
        <w:t>ne sachant plus distinguer la réalité du rêve</w:t>
      </w:r>
      <w:r w:rsidR="00F635DB">
        <w:t>.</w:t>
      </w:r>
    </w:p>
    <w:p w14:paraId="1DF3E1B6" w14:textId="77777777" w:rsidR="00F635DB" w:rsidRDefault="00855694" w:rsidP="00F635DB">
      <w:r w:rsidRPr="009071AC">
        <w:t>Cependant</w:t>
      </w:r>
      <w:r w:rsidR="00F635DB">
        <w:t xml:space="preserve">, </w:t>
      </w:r>
      <w:r w:rsidRPr="009071AC">
        <w:t>une inquiétude m</w:t>
      </w:r>
      <w:r w:rsidR="00F635DB">
        <w:t>’</w:t>
      </w:r>
      <w:r w:rsidRPr="009071AC">
        <w:t>obsédait</w:t>
      </w:r>
      <w:r w:rsidR="00F635DB">
        <w:t xml:space="preserve">, </w:t>
      </w:r>
      <w:r w:rsidRPr="009071AC">
        <w:t>dominant l</w:t>
      </w:r>
      <w:r w:rsidR="00F635DB">
        <w:t>’</w:t>
      </w:r>
      <w:r w:rsidRPr="009071AC">
        <w:t>étourdissement</w:t>
      </w:r>
      <w:r w:rsidR="00F635DB">
        <w:t xml:space="preserve"> : </w:t>
      </w:r>
      <w:r w:rsidRPr="009071AC">
        <w:t>l</w:t>
      </w:r>
      <w:r w:rsidR="00F635DB">
        <w:t>’</w:t>
      </w:r>
      <w:r w:rsidRPr="009071AC">
        <w:t>incertitude de ce qui m</w:t>
      </w:r>
      <w:r w:rsidR="00F635DB">
        <w:t>’</w:t>
      </w:r>
      <w:r w:rsidRPr="009071AC">
        <w:t>attendait au bout de cette longue route</w:t>
      </w:r>
      <w:r w:rsidR="00F635DB">
        <w:t>.</w:t>
      </w:r>
    </w:p>
    <w:p w14:paraId="58181850" w14:textId="11523C39" w:rsidR="00F635DB" w:rsidRDefault="00F635DB" w:rsidP="00F635DB">
      <w:r>
        <w:t>M. de </w:t>
      </w:r>
      <w:proofErr w:type="spellStart"/>
      <w:r w:rsidR="00855694" w:rsidRPr="009071AC">
        <w:t>Chalusse</w:t>
      </w:r>
      <w:proofErr w:type="spellEnd"/>
      <w:r w:rsidR="00855694" w:rsidRPr="009071AC">
        <w:t xml:space="preserve"> restait bon et affectueux avec moi</w:t>
      </w:r>
      <w:r>
        <w:t xml:space="preserve"> ; </w:t>
      </w:r>
      <w:r w:rsidR="00855694" w:rsidRPr="009071AC">
        <w:t>mais il avait repris son flegme habituel</w:t>
      </w:r>
      <w:r>
        <w:t xml:space="preserve">, </w:t>
      </w:r>
      <w:r w:rsidR="00855694" w:rsidRPr="009071AC">
        <w:t>et mon bon sens me disait qu</w:t>
      </w:r>
      <w:r>
        <w:t>’</w:t>
      </w:r>
      <w:r w:rsidR="00855694" w:rsidRPr="009071AC">
        <w:t>à le questionner je perdrais mes peines</w:t>
      </w:r>
      <w:r>
        <w:t>.</w:t>
      </w:r>
    </w:p>
    <w:p w14:paraId="00961A58" w14:textId="2BD9CA63" w:rsidR="00F635DB" w:rsidRDefault="00855694" w:rsidP="00F635DB">
      <w:r w:rsidRPr="009071AC">
        <w:t>Enfin</w:t>
      </w:r>
      <w:r w:rsidR="00F635DB">
        <w:t xml:space="preserve">, </w:t>
      </w:r>
      <w:r w:rsidRPr="009071AC">
        <w:t>le lendemain</w:t>
      </w:r>
      <w:r w:rsidR="00F635DB">
        <w:t xml:space="preserve">, </w:t>
      </w:r>
      <w:r w:rsidRPr="009071AC">
        <w:t>après trente heures de chemin de fer</w:t>
      </w:r>
      <w:r w:rsidR="00F635DB">
        <w:t xml:space="preserve">, </w:t>
      </w:r>
      <w:r w:rsidRPr="009071AC">
        <w:t>nous remontâmes dans la berline attelée de chevaux de poste</w:t>
      </w:r>
      <w:r w:rsidR="00F635DB">
        <w:t xml:space="preserve">, </w:t>
      </w:r>
      <w:r w:rsidRPr="009071AC">
        <w:t xml:space="preserve">et peu après </w:t>
      </w:r>
      <w:r w:rsidR="00F635DB">
        <w:t>M. de </w:t>
      </w:r>
      <w:proofErr w:type="spellStart"/>
      <w:r w:rsidRPr="009071AC">
        <w:t>Chalusse</w:t>
      </w:r>
      <w:proofErr w:type="spellEnd"/>
      <w:r w:rsidRPr="009071AC">
        <w:t xml:space="preserve"> me dit</w:t>
      </w:r>
      <w:r w:rsidR="00F635DB">
        <w:t> :</w:t>
      </w:r>
    </w:p>
    <w:p w14:paraId="7635BFC0" w14:textId="77777777" w:rsidR="00F635DB" w:rsidRDefault="00F635DB" w:rsidP="00F635DB">
      <w:r>
        <w:t>— </w:t>
      </w:r>
      <w:r w:rsidR="00855694" w:rsidRPr="009071AC">
        <w:t>Voici Cannes</w:t>
      </w:r>
      <w:r>
        <w:t xml:space="preserve">… </w:t>
      </w:r>
      <w:r w:rsidR="00855694" w:rsidRPr="009071AC">
        <w:t>Nous sommes arrivés</w:t>
      </w:r>
      <w:r>
        <w:t>.</w:t>
      </w:r>
    </w:p>
    <w:p w14:paraId="2B82DDE8" w14:textId="77777777" w:rsidR="00F635DB" w:rsidRDefault="00855694" w:rsidP="00F635DB">
      <w:r w:rsidRPr="009071AC">
        <w:t>Dans cette ville</w:t>
      </w:r>
      <w:r w:rsidR="00F635DB">
        <w:t xml:space="preserve">, </w:t>
      </w:r>
      <w:r w:rsidRPr="009071AC">
        <w:t>une des plus charmantes qui se mirent aux flots bleus de la Méditerranée</w:t>
      </w:r>
      <w:r w:rsidR="00F635DB">
        <w:t xml:space="preserve">, </w:t>
      </w:r>
      <w:r w:rsidRPr="009071AC">
        <w:t>le comte possédait un véritable palais</w:t>
      </w:r>
      <w:r w:rsidR="00F635DB">
        <w:t xml:space="preserve">, </w:t>
      </w:r>
      <w:r w:rsidRPr="009071AC">
        <w:t>au milieu d</w:t>
      </w:r>
      <w:r w:rsidR="00F635DB">
        <w:t>’</w:t>
      </w:r>
      <w:r w:rsidRPr="009071AC">
        <w:t>un bois d</w:t>
      </w:r>
      <w:r w:rsidR="00F635DB">
        <w:t>’</w:t>
      </w:r>
      <w:r w:rsidRPr="009071AC">
        <w:t>orangers</w:t>
      </w:r>
      <w:r w:rsidR="00F635DB">
        <w:t xml:space="preserve">, </w:t>
      </w:r>
      <w:r w:rsidRPr="009071AC">
        <w:t>à deux pas de la mer</w:t>
      </w:r>
      <w:r w:rsidR="00F635DB">
        <w:t xml:space="preserve">, </w:t>
      </w:r>
      <w:r w:rsidRPr="009071AC">
        <w:t>en face de ces deux corbeilles de myrtes et de lauriers roses</w:t>
      </w:r>
      <w:r w:rsidR="00F635DB">
        <w:t xml:space="preserve">, </w:t>
      </w:r>
      <w:r w:rsidRPr="009071AC">
        <w:t>qu</w:t>
      </w:r>
      <w:r w:rsidR="00F635DB">
        <w:t>’</w:t>
      </w:r>
      <w:r w:rsidRPr="009071AC">
        <w:t>on appelle les îles Sainte-Marguerite</w:t>
      </w:r>
      <w:r w:rsidR="00F635DB">
        <w:t>.</w:t>
      </w:r>
    </w:p>
    <w:p w14:paraId="36EB3FBC" w14:textId="77777777" w:rsidR="00F635DB" w:rsidRDefault="00855694" w:rsidP="00F635DB">
      <w:r w:rsidRPr="009071AC">
        <w:lastRenderedPageBreak/>
        <w:t>Il se proposait d</w:t>
      </w:r>
      <w:r w:rsidR="00F635DB">
        <w:t>’</w:t>
      </w:r>
      <w:r w:rsidRPr="009071AC">
        <w:t>y passer quelques mois</w:t>
      </w:r>
      <w:r w:rsidR="00F635DB">
        <w:t xml:space="preserve">, </w:t>
      </w:r>
      <w:r w:rsidRPr="009071AC">
        <w:t>le temps qu</w:t>
      </w:r>
      <w:r w:rsidR="00F635DB">
        <w:t>’</w:t>
      </w:r>
      <w:r w:rsidRPr="009071AC">
        <w:t>il faudrait à mon apprentissage du luxe</w:t>
      </w:r>
      <w:r w:rsidR="00F635DB">
        <w:t>.</w:t>
      </w:r>
    </w:p>
    <w:p w14:paraId="5E034AA7" w14:textId="77777777" w:rsidR="00F635DB" w:rsidRDefault="00855694" w:rsidP="00F635DB">
      <w:r w:rsidRPr="009071AC">
        <w:t>C</w:t>
      </w:r>
      <w:r w:rsidR="00F635DB">
        <w:t>’</w:t>
      </w:r>
      <w:r w:rsidRPr="009071AC">
        <w:t>est que</w:t>
      </w:r>
      <w:r w:rsidR="00F635DB">
        <w:t xml:space="preserve">, </w:t>
      </w:r>
      <w:r w:rsidRPr="009071AC">
        <w:t>dans ma situation nouvelle</w:t>
      </w:r>
      <w:r w:rsidR="00F635DB">
        <w:t xml:space="preserve">, </w:t>
      </w:r>
      <w:r w:rsidRPr="009071AC">
        <w:t>j</w:t>
      </w:r>
      <w:r w:rsidR="00F635DB">
        <w:t>’</w:t>
      </w:r>
      <w:r w:rsidRPr="009071AC">
        <w:t>étais incroyablement gauche et sauvage</w:t>
      </w:r>
      <w:r w:rsidR="00F635DB">
        <w:t xml:space="preserve">, </w:t>
      </w:r>
      <w:r w:rsidRPr="009071AC">
        <w:t>d</w:t>
      </w:r>
      <w:r w:rsidR="00F635DB">
        <w:t>’</w:t>
      </w:r>
      <w:r w:rsidRPr="009071AC">
        <w:t>une timidité extraordinaire</w:t>
      </w:r>
      <w:r w:rsidR="00F635DB">
        <w:t xml:space="preserve">, </w:t>
      </w:r>
      <w:r w:rsidRPr="009071AC">
        <w:t>que redoublait mon orgueil</w:t>
      </w:r>
      <w:r w:rsidR="00F635DB">
        <w:t xml:space="preserve">, </w:t>
      </w:r>
      <w:r w:rsidRPr="009071AC">
        <w:t>et si dépaysée que j</w:t>
      </w:r>
      <w:r w:rsidR="00F635DB">
        <w:t>’</w:t>
      </w:r>
      <w:r w:rsidRPr="009071AC">
        <w:t>en étais à ne plus savoir</w:t>
      </w:r>
      <w:r w:rsidR="00F635DB">
        <w:t xml:space="preserve">, </w:t>
      </w:r>
      <w:r w:rsidRPr="009071AC">
        <w:t>pour ainsi dire</w:t>
      </w:r>
      <w:r w:rsidR="00F635DB">
        <w:t xml:space="preserve">, </w:t>
      </w:r>
      <w:r w:rsidRPr="009071AC">
        <w:t>me servir de mes mains</w:t>
      </w:r>
      <w:r w:rsidR="00F635DB">
        <w:t xml:space="preserve">, </w:t>
      </w:r>
      <w:r w:rsidRPr="009071AC">
        <w:t>ni marcher</w:t>
      </w:r>
      <w:r w:rsidR="00F635DB">
        <w:t xml:space="preserve">, </w:t>
      </w:r>
      <w:r w:rsidRPr="009071AC">
        <w:t>ni me tenir</w:t>
      </w:r>
      <w:r w:rsidR="00F635DB">
        <w:t xml:space="preserve">. </w:t>
      </w:r>
      <w:r w:rsidRPr="009071AC">
        <w:t>Tout m</w:t>
      </w:r>
      <w:r w:rsidR="00F635DB">
        <w:t>’</w:t>
      </w:r>
      <w:r w:rsidRPr="009071AC">
        <w:t>embarrassait et m</w:t>
      </w:r>
      <w:r w:rsidR="00F635DB">
        <w:t>’</w:t>
      </w:r>
      <w:r w:rsidRPr="009071AC">
        <w:t>effarouchait</w:t>
      </w:r>
      <w:r w:rsidR="00F635DB">
        <w:t xml:space="preserve">. </w:t>
      </w:r>
      <w:r w:rsidRPr="009071AC">
        <w:t>Et</w:t>
      </w:r>
      <w:r w:rsidR="00F635DB">
        <w:t xml:space="preserve">, </w:t>
      </w:r>
      <w:r w:rsidRPr="009071AC">
        <w:t>pour comble</w:t>
      </w:r>
      <w:r w:rsidR="00F635DB">
        <w:t xml:space="preserve">, </w:t>
      </w:r>
      <w:r w:rsidRPr="009071AC">
        <w:t>j</w:t>
      </w:r>
      <w:r w:rsidR="00F635DB">
        <w:t>’</w:t>
      </w:r>
      <w:r w:rsidRPr="009071AC">
        <w:t>avais conscience de mon étrangeté</w:t>
      </w:r>
      <w:r w:rsidR="00F635DB">
        <w:t xml:space="preserve">, </w:t>
      </w:r>
      <w:r w:rsidRPr="009071AC">
        <w:t>je voyais mes maladresses et que je manquais à tous les usages</w:t>
      </w:r>
      <w:r w:rsidR="00F635DB">
        <w:t xml:space="preserve">, </w:t>
      </w:r>
      <w:r w:rsidRPr="009071AC">
        <w:t>je comprenais que je ne parlais même pas la langue des gens qui m</w:t>
      </w:r>
      <w:r w:rsidR="00F635DB">
        <w:t>’</w:t>
      </w:r>
      <w:r w:rsidRPr="009071AC">
        <w:t>entouraient</w:t>
      </w:r>
      <w:r w:rsidR="00F635DB">
        <w:t>.</w:t>
      </w:r>
    </w:p>
    <w:p w14:paraId="0BC701FD" w14:textId="77777777" w:rsidR="00F635DB" w:rsidRDefault="00855694" w:rsidP="00F635DB">
      <w:r w:rsidRPr="009071AC">
        <w:t>Et cependant</w:t>
      </w:r>
      <w:r w:rsidR="00F635DB">
        <w:t xml:space="preserve">, </w:t>
      </w:r>
      <w:r w:rsidRPr="009071AC">
        <w:t>le souvenir de cette petite ville de Cannes me sera toujours cher</w:t>
      </w:r>
      <w:r w:rsidR="00F635DB">
        <w:t>.</w:t>
      </w:r>
    </w:p>
    <w:p w14:paraId="693F7FD8" w14:textId="77777777" w:rsidR="00F635DB" w:rsidRDefault="00855694" w:rsidP="00F635DB">
      <w:r w:rsidRPr="009071AC">
        <w:t>C</w:t>
      </w:r>
      <w:r w:rsidR="00F635DB">
        <w:t>’</w:t>
      </w:r>
      <w:r w:rsidRPr="009071AC">
        <w:t>est là que j</w:t>
      </w:r>
      <w:r w:rsidR="00F635DB">
        <w:t>’</w:t>
      </w:r>
      <w:r w:rsidRPr="009071AC">
        <w:t>ai entrevu pour la première fois celui qui maintenant est mon unique ami en ce monde</w:t>
      </w:r>
      <w:r w:rsidR="00F635DB">
        <w:t xml:space="preserve">. </w:t>
      </w:r>
      <w:r w:rsidRPr="009071AC">
        <w:t>Il ne m</w:t>
      </w:r>
      <w:r w:rsidR="00F635DB">
        <w:t>’</w:t>
      </w:r>
      <w:r w:rsidRPr="009071AC">
        <w:t>avait pas adressé la parole</w:t>
      </w:r>
      <w:r w:rsidR="00F635DB">
        <w:t xml:space="preserve">, </w:t>
      </w:r>
      <w:r w:rsidRPr="009071AC">
        <w:t>mais à la commotion que je ressentis là</w:t>
      </w:r>
      <w:r w:rsidR="00F635DB">
        <w:t xml:space="preserve">, </w:t>
      </w:r>
      <w:r w:rsidRPr="009071AC">
        <w:t>dans la poitrine</w:t>
      </w:r>
      <w:r w:rsidR="00F635DB">
        <w:t xml:space="preserve">, </w:t>
      </w:r>
      <w:r w:rsidRPr="009071AC">
        <w:t>quand nos yeux se rencontrèrent</w:t>
      </w:r>
      <w:r w:rsidR="00F635DB">
        <w:t xml:space="preserve">, </w:t>
      </w:r>
      <w:r w:rsidRPr="009071AC">
        <w:t>je compris qu</w:t>
      </w:r>
      <w:r w:rsidR="00F635DB">
        <w:t>’</w:t>
      </w:r>
      <w:r w:rsidRPr="009071AC">
        <w:t>il aurait sur ma vie une influence décisive</w:t>
      </w:r>
      <w:r w:rsidR="00F635DB">
        <w:t>.</w:t>
      </w:r>
    </w:p>
    <w:p w14:paraId="764E2D8A" w14:textId="77777777" w:rsidR="00F635DB" w:rsidRDefault="00855694" w:rsidP="00F635DB">
      <w:r w:rsidRPr="009071AC">
        <w:t>L</w:t>
      </w:r>
      <w:r w:rsidR="00F635DB">
        <w:t>’</w:t>
      </w:r>
      <w:r w:rsidRPr="009071AC">
        <w:t>événement m</w:t>
      </w:r>
      <w:r w:rsidR="00F635DB">
        <w:t>’</w:t>
      </w:r>
      <w:r w:rsidRPr="009071AC">
        <w:t>a prouvé que je ne m</w:t>
      </w:r>
      <w:r w:rsidR="00F635DB">
        <w:t>’</w:t>
      </w:r>
      <w:r w:rsidRPr="009071AC">
        <w:t>étais pas trompée</w:t>
      </w:r>
      <w:r w:rsidR="00F635DB">
        <w:t>.</w:t>
      </w:r>
    </w:p>
    <w:p w14:paraId="22C18BA1" w14:textId="77777777" w:rsidR="00F635DB" w:rsidRDefault="00855694" w:rsidP="00F635DB">
      <w:r w:rsidRPr="009071AC">
        <w:t>Dans le moment</w:t>
      </w:r>
      <w:r w:rsidR="00F635DB">
        <w:t xml:space="preserve">, </w:t>
      </w:r>
      <w:r w:rsidRPr="009071AC">
        <w:t>cependant</w:t>
      </w:r>
      <w:r w:rsidR="00F635DB">
        <w:t xml:space="preserve">, </w:t>
      </w:r>
      <w:r w:rsidRPr="009071AC">
        <w:t xml:space="preserve">je ne </w:t>
      </w:r>
      <w:proofErr w:type="spellStart"/>
      <w:r w:rsidRPr="009071AC">
        <w:t>sus</w:t>
      </w:r>
      <w:proofErr w:type="spellEnd"/>
      <w:r w:rsidRPr="009071AC">
        <w:t xml:space="preserve"> rien de lui</w:t>
      </w:r>
      <w:r w:rsidR="00F635DB">
        <w:t xml:space="preserve">. </w:t>
      </w:r>
      <w:r w:rsidRPr="009071AC">
        <w:t>Pour rien au monde je n</w:t>
      </w:r>
      <w:r w:rsidR="00F635DB">
        <w:t>’</w:t>
      </w:r>
      <w:r w:rsidRPr="009071AC">
        <w:t>eusse questionné</w:t>
      </w:r>
      <w:r w:rsidR="00F635DB">
        <w:t xml:space="preserve">. </w:t>
      </w:r>
      <w:r w:rsidRPr="009071AC">
        <w:t>Et c</w:t>
      </w:r>
      <w:r w:rsidR="00F635DB">
        <w:t>’</w:t>
      </w:r>
      <w:r w:rsidRPr="009071AC">
        <w:t>est par hasard que j</w:t>
      </w:r>
      <w:r w:rsidR="00F635DB">
        <w:t>’</w:t>
      </w:r>
      <w:r w:rsidRPr="009071AC">
        <w:t>appris qu</w:t>
      </w:r>
      <w:r w:rsidR="00F635DB">
        <w:t>’</w:t>
      </w:r>
      <w:r w:rsidRPr="009071AC">
        <w:t>il habitait Paris</w:t>
      </w:r>
      <w:r w:rsidR="00F635DB">
        <w:t xml:space="preserve">, </w:t>
      </w:r>
      <w:r w:rsidRPr="009071AC">
        <w:t>qu</w:t>
      </w:r>
      <w:r w:rsidR="00F635DB">
        <w:t>’</w:t>
      </w:r>
      <w:r w:rsidRPr="009071AC">
        <w:t>il était avocat</w:t>
      </w:r>
      <w:r w:rsidR="00F635DB">
        <w:t xml:space="preserve">, </w:t>
      </w:r>
      <w:r w:rsidRPr="009071AC">
        <w:t>qu</w:t>
      </w:r>
      <w:r w:rsidR="00F635DB">
        <w:t>’</w:t>
      </w:r>
      <w:r w:rsidRPr="009071AC">
        <w:t>il se nommait Pascal</w:t>
      </w:r>
      <w:r w:rsidR="00F635DB">
        <w:t xml:space="preserve">, </w:t>
      </w:r>
      <w:r w:rsidRPr="009071AC">
        <w:t>et qu</w:t>
      </w:r>
      <w:r w:rsidR="00F635DB">
        <w:t>’</w:t>
      </w:r>
      <w:r w:rsidRPr="009071AC">
        <w:t>il était venu dans le Midi pour accompagner un de ses amis malade</w:t>
      </w:r>
      <w:r w:rsidR="00F635DB">
        <w:t>…</w:t>
      </w:r>
    </w:p>
    <w:p w14:paraId="564AC7EC" w14:textId="77777777" w:rsidR="00F635DB" w:rsidRDefault="00855694" w:rsidP="00F635DB">
      <w:r w:rsidRPr="009071AC">
        <w:t>D</w:t>
      </w:r>
      <w:r w:rsidR="00F635DB">
        <w:t>’</w:t>
      </w:r>
      <w:r w:rsidRPr="009071AC">
        <w:t>un seul mot</w:t>
      </w:r>
      <w:r w:rsidR="00F635DB">
        <w:t xml:space="preserve">, </w:t>
      </w:r>
      <w:r w:rsidRPr="009071AC">
        <w:t>à cette époque</w:t>
      </w:r>
      <w:r w:rsidR="00F635DB">
        <w:t xml:space="preserve">, </w:t>
      </w:r>
      <w:r w:rsidRPr="009071AC">
        <w:t xml:space="preserve">le comte de </w:t>
      </w:r>
      <w:proofErr w:type="spellStart"/>
      <w:r w:rsidRPr="009071AC">
        <w:t>Chalusse</w:t>
      </w:r>
      <w:proofErr w:type="spellEnd"/>
      <w:r w:rsidRPr="009071AC">
        <w:t xml:space="preserve"> pouvait assurer le bonheur de ma vie et de la sienne</w:t>
      </w:r>
      <w:r w:rsidR="00F635DB">
        <w:t xml:space="preserve">… </w:t>
      </w:r>
      <w:r w:rsidRPr="009071AC">
        <w:t>ce mot</w:t>
      </w:r>
      <w:r w:rsidR="00F635DB">
        <w:t xml:space="preserve">, </w:t>
      </w:r>
      <w:r w:rsidRPr="009071AC">
        <w:t>il ne le prononça pas</w:t>
      </w:r>
      <w:r w:rsidR="00F635DB">
        <w:t>.</w:t>
      </w:r>
    </w:p>
    <w:p w14:paraId="11E81949" w14:textId="77777777" w:rsidR="00F635DB" w:rsidRDefault="00855694" w:rsidP="00F635DB">
      <w:r w:rsidRPr="009071AC">
        <w:lastRenderedPageBreak/>
        <w:t>Il fut pour moi le meilleur et le plus indulgent des pères</w:t>
      </w:r>
      <w:r w:rsidR="00F635DB">
        <w:t xml:space="preserve">, </w:t>
      </w:r>
      <w:r w:rsidRPr="009071AC">
        <w:t>et souvent j</w:t>
      </w:r>
      <w:r w:rsidR="00F635DB">
        <w:t>’</w:t>
      </w:r>
      <w:r w:rsidRPr="009071AC">
        <w:t>ai été touchée jusqu</w:t>
      </w:r>
      <w:r w:rsidR="00F635DB">
        <w:t>’</w:t>
      </w:r>
      <w:r w:rsidRPr="009071AC">
        <w:t>aux larmes de son ingénieuse tendresse</w:t>
      </w:r>
      <w:r w:rsidR="00F635DB">
        <w:t>.</w:t>
      </w:r>
    </w:p>
    <w:p w14:paraId="068096BE" w14:textId="77777777" w:rsidR="00F635DB" w:rsidRDefault="00855694" w:rsidP="00F635DB">
      <w:r w:rsidRPr="009071AC">
        <w:t>Mais s</w:t>
      </w:r>
      <w:r w:rsidR="00F635DB">
        <w:t>’</w:t>
      </w:r>
      <w:r w:rsidRPr="009071AC">
        <w:t>il était à genoux devant le moindre de mes désirs</w:t>
      </w:r>
      <w:r w:rsidR="00F635DB">
        <w:t xml:space="preserve">, </w:t>
      </w:r>
      <w:r w:rsidRPr="009071AC">
        <w:t>il ne m</w:t>
      </w:r>
      <w:r w:rsidR="00F635DB">
        <w:t>’</w:t>
      </w:r>
      <w:r w:rsidRPr="009071AC">
        <w:t>accordait pas sa confiance</w:t>
      </w:r>
      <w:r w:rsidR="00F635DB">
        <w:t>.</w:t>
      </w:r>
    </w:p>
    <w:p w14:paraId="098A3F97" w14:textId="77777777" w:rsidR="00F635DB" w:rsidRDefault="00855694" w:rsidP="00F635DB">
      <w:r w:rsidRPr="009071AC">
        <w:t>Il y avait entre nous un secret qui était comme un mur de glace</w:t>
      </w:r>
      <w:r w:rsidR="00F635DB">
        <w:t>.</w:t>
      </w:r>
    </w:p>
    <w:p w14:paraId="4389D428" w14:textId="77777777" w:rsidR="00F635DB" w:rsidRDefault="00855694" w:rsidP="00F635DB">
      <w:r w:rsidRPr="009071AC">
        <w:t>Je m</w:t>
      </w:r>
      <w:r w:rsidR="00F635DB">
        <w:t>’</w:t>
      </w:r>
      <w:r w:rsidRPr="009071AC">
        <w:t>accoutumais cependant à ma nouvelle vie</w:t>
      </w:r>
      <w:r w:rsidR="00F635DB">
        <w:t xml:space="preserve">, </w:t>
      </w:r>
      <w:r w:rsidRPr="009071AC">
        <w:t>et mon esprit reprenait son équilibre</w:t>
      </w:r>
      <w:r w:rsidR="00F635DB">
        <w:t xml:space="preserve">, </w:t>
      </w:r>
      <w:r w:rsidRPr="009071AC">
        <w:t>quand un soir</w:t>
      </w:r>
      <w:r w:rsidR="00F635DB">
        <w:t xml:space="preserve">, </w:t>
      </w:r>
      <w:r w:rsidRPr="009071AC">
        <w:t>le comte rentra plus bouleversé</w:t>
      </w:r>
      <w:r w:rsidR="00F635DB">
        <w:t xml:space="preserve">, </w:t>
      </w:r>
      <w:r w:rsidRPr="009071AC">
        <w:t>s</w:t>
      </w:r>
      <w:r w:rsidR="00F635DB">
        <w:t>’</w:t>
      </w:r>
      <w:r w:rsidRPr="009071AC">
        <w:t>il est possible</w:t>
      </w:r>
      <w:r w:rsidR="00F635DB">
        <w:t xml:space="preserve">, </w:t>
      </w:r>
      <w:r w:rsidRPr="009071AC">
        <w:t>que le jour de ma sortie de l</w:t>
      </w:r>
      <w:r w:rsidR="00F635DB">
        <w:t>’</w:t>
      </w:r>
      <w:r w:rsidRPr="009071AC">
        <w:t>hospice</w:t>
      </w:r>
      <w:r w:rsidR="00F635DB">
        <w:t xml:space="preserve">. </w:t>
      </w:r>
      <w:r w:rsidRPr="009071AC">
        <w:t>Il appela son valet de chambre</w:t>
      </w:r>
      <w:r w:rsidR="00F635DB">
        <w:t xml:space="preserve">, </w:t>
      </w:r>
      <w:r w:rsidRPr="009071AC">
        <w:t>et d</w:t>
      </w:r>
      <w:r w:rsidR="00F635DB">
        <w:t>’</w:t>
      </w:r>
      <w:r w:rsidRPr="009071AC">
        <w:t>un ton qui n</w:t>
      </w:r>
      <w:r w:rsidR="00F635DB">
        <w:t>’</w:t>
      </w:r>
      <w:r w:rsidRPr="009071AC">
        <w:t>admettait pas de réplique</w:t>
      </w:r>
      <w:r w:rsidR="00F635DB">
        <w:t> :</w:t>
      </w:r>
    </w:p>
    <w:p w14:paraId="309407A2" w14:textId="77777777" w:rsidR="00F635DB" w:rsidRDefault="00F635DB" w:rsidP="00F635DB">
      <w:r>
        <w:t>— </w:t>
      </w:r>
      <w:r w:rsidR="00855694" w:rsidRPr="009071AC">
        <w:t>Je veux partir</w:t>
      </w:r>
      <w:r>
        <w:t xml:space="preserve">, </w:t>
      </w:r>
      <w:r w:rsidR="00855694" w:rsidRPr="009071AC">
        <w:t>dit-il</w:t>
      </w:r>
      <w:r>
        <w:t xml:space="preserve">, </w:t>
      </w:r>
      <w:r w:rsidR="00855694" w:rsidRPr="009071AC">
        <w:t>je veux être parti avant une heure</w:t>
      </w:r>
      <w:r>
        <w:t xml:space="preserve">, </w:t>
      </w:r>
      <w:r w:rsidR="00855694" w:rsidRPr="009071AC">
        <w:t>procurez-vous des chevaux de poste à l</w:t>
      </w:r>
      <w:r>
        <w:t>’</w:t>
      </w:r>
      <w:r w:rsidR="00855694" w:rsidRPr="009071AC">
        <w:t>instant</w:t>
      </w:r>
      <w:r>
        <w:t>.</w:t>
      </w:r>
    </w:p>
    <w:p w14:paraId="21B42C5F" w14:textId="77777777" w:rsidR="00F635DB" w:rsidRDefault="00855694" w:rsidP="00F635DB">
      <w:r w:rsidRPr="009071AC">
        <w:t>Et comme mes yeux</w:t>
      </w:r>
      <w:r w:rsidR="00F635DB">
        <w:t xml:space="preserve">, </w:t>
      </w:r>
      <w:r w:rsidRPr="009071AC">
        <w:t>à défaut de ma bouche</w:t>
      </w:r>
      <w:r w:rsidR="00F635DB">
        <w:t xml:space="preserve">, </w:t>
      </w:r>
      <w:r w:rsidRPr="009071AC">
        <w:t>interrogeaient</w:t>
      </w:r>
      <w:r w:rsidR="00F635DB">
        <w:t> :</w:t>
      </w:r>
    </w:p>
    <w:p w14:paraId="43708EAF" w14:textId="77777777" w:rsidR="00F635DB" w:rsidRDefault="00F635DB" w:rsidP="00F635DB">
      <w:r>
        <w:t>— </w:t>
      </w:r>
      <w:r w:rsidR="00855694" w:rsidRPr="009071AC">
        <w:t>Il le faut</w:t>
      </w:r>
      <w:r>
        <w:t xml:space="preserve">, </w:t>
      </w:r>
      <w:r w:rsidR="00855694" w:rsidRPr="009071AC">
        <w:t>ajouta-t-il</w:t>
      </w:r>
      <w:r>
        <w:t xml:space="preserve">, </w:t>
      </w:r>
      <w:r w:rsidR="00855694" w:rsidRPr="009071AC">
        <w:t>hésiter serait folie</w:t>
      </w:r>
      <w:r>
        <w:t xml:space="preserve">, </w:t>
      </w:r>
      <w:r w:rsidR="00855694" w:rsidRPr="009071AC">
        <w:t>chaque minute ajoute pour ainsi dire au péril qui nous menace</w:t>
      </w:r>
      <w:r>
        <w:t>.</w:t>
      </w:r>
    </w:p>
    <w:p w14:paraId="43F15232" w14:textId="77777777" w:rsidR="00F635DB" w:rsidRDefault="00855694" w:rsidP="00F635DB">
      <w:r w:rsidRPr="009071AC">
        <w:t>J</w:t>
      </w:r>
      <w:r w:rsidR="00F635DB">
        <w:t>’</w:t>
      </w:r>
      <w:r w:rsidRPr="009071AC">
        <w:t>étais bien jeune</w:t>
      </w:r>
      <w:r w:rsidR="00F635DB">
        <w:t xml:space="preserve">, </w:t>
      </w:r>
      <w:r w:rsidRPr="009071AC">
        <w:t>monsieur</w:t>
      </w:r>
      <w:r w:rsidR="00F635DB">
        <w:t xml:space="preserve">, </w:t>
      </w:r>
      <w:r w:rsidRPr="009071AC">
        <w:t>inexpérimentée</w:t>
      </w:r>
      <w:r w:rsidR="00F635DB">
        <w:t xml:space="preserve">, </w:t>
      </w:r>
      <w:r w:rsidRPr="009071AC">
        <w:t>toute ignorante de la vie</w:t>
      </w:r>
      <w:r w:rsidR="00F635DB">
        <w:t xml:space="preserve"> ; </w:t>
      </w:r>
      <w:r w:rsidRPr="009071AC">
        <w:t>mais la souffrance</w:t>
      </w:r>
      <w:r w:rsidR="00F635DB">
        <w:t xml:space="preserve">, </w:t>
      </w:r>
      <w:r w:rsidRPr="009071AC">
        <w:t>l</w:t>
      </w:r>
      <w:r w:rsidR="00F635DB">
        <w:t>’</w:t>
      </w:r>
      <w:r w:rsidRPr="009071AC">
        <w:t>isolement</w:t>
      </w:r>
      <w:r w:rsidR="00F635DB">
        <w:t xml:space="preserve">, </w:t>
      </w:r>
      <w:r w:rsidRPr="009071AC">
        <w:t>la certitude de n</w:t>
      </w:r>
      <w:r w:rsidR="00F635DB">
        <w:t>’</w:t>
      </w:r>
      <w:r w:rsidRPr="009071AC">
        <w:t>avoir à compter que sur moi avaient donné à mon intelligence cette maturité précoce qui est le lot des enfants des pauvres</w:t>
      </w:r>
      <w:r w:rsidR="00F635DB">
        <w:t>.</w:t>
      </w:r>
    </w:p>
    <w:p w14:paraId="2798459F" w14:textId="7C5BF444" w:rsidR="00F635DB" w:rsidRDefault="00855694" w:rsidP="00F635DB">
      <w:r w:rsidRPr="009071AC">
        <w:t>Prévenue</w:t>
      </w:r>
      <w:r w:rsidR="00F635DB">
        <w:t xml:space="preserve">, </w:t>
      </w:r>
      <w:r w:rsidRPr="009071AC">
        <w:t xml:space="preserve">aussitôt admise près de </w:t>
      </w:r>
      <w:r w:rsidR="00F635DB">
        <w:t>M. de </w:t>
      </w:r>
      <w:proofErr w:type="spellStart"/>
      <w:r w:rsidRPr="009071AC">
        <w:t>Chalusse</w:t>
      </w:r>
      <w:proofErr w:type="spellEnd"/>
      <w:r w:rsidR="00F635DB">
        <w:t xml:space="preserve">, </w:t>
      </w:r>
      <w:r w:rsidRPr="009071AC">
        <w:t>qu</w:t>
      </w:r>
      <w:r w:rsidR="00F635DB">
        <w:t>’</w:t>
      </w:r>
      <w:r w:rsidRPr="009071AC">
        <w:t>il me faisait mystère d</w:t>
      </w:r>
      <w:r w:rsidR="00F635DB">
        <w:t>’</w:t>
      </w:r>
      <w:r w:rsidRPr="009071AC">
        <w:t>une certaine chose</w:t>
      </w:r>
      <w:r w:rsidR="00F635DB">
        <w:t xml:space="preserve">, </w:t>
      </w:r>
      <w:r w:rsidRPr="009071AC">
        <w:t>je m</w:t>
      </w:r>
      <w:r w:rsidR="00F635DB">
        <w:t>’</w:t>
      </w:r>
      <w:r w:rsidRPr="009071AC">
        <w:t>étais mise à l</w:t>
      </w:r>
      <w:r w:rsidR="00F635DB">
        <w:t>’</w:t>
      </w:r>
      <w:r w:rsidRPr="009071AC">
        <w:t>étudier avec cette patiente sagacité de l</w:t>
      </w:r>
      <w:r w:rsidR="00F635DB">
        <w:t>’</w:t>
      </w:r>
      <w:r w:rsidRPr="009071AC">
        <w:t>enfant</w:t>
      </w:r>
      <w:r w:rsidR="00F635DB">
        <w:t xml:space="preserve">, </w:t>
      </w:r>
      <w:r w:rsidRPr="009071AC">
        <w:t>redoutable parce qu</w:t>
      </w:r>
      <w:r w:rsidR="00F635DB">
        <w:t>’</w:t>
      </w:r>
      <w:r w:rsidRPr="009071AC">
        <w:t>on ne la soupçonne pas</w:t>
      </w:r>
      <w:r w:rsidR="00F635DB">
        <w:t xml:space="preserve">, </w:t>
      </w:r>
      <w:r w:rsidRPr="009071AC">
        <w:t>et j</w:t>
      </w:r>
      <w:r w:rsidR="00F635DB">
        <w:t>’</w:t>
      </w:r>
      <w:r w:rsidRPr="009071AC">
        <w:t>en étais arrivée à cette conviction qu</w:t>
      </w:r>
      <w:r w:rsidR="00F635DB">
        <w:t>’</w:t>
      </w:r>
      <w:r w:rsidRPr="009071AC">
        <w:t>une perpétuelle terreur troublait sa vie</w:t>
      </w:r>
      <w:r w:rsidR="00F635DB">
        <w:t>.</w:t>
      </w:r>
    </w:p>
    <w:p w14:paraId="63C6C115" w14:textId="77777777" w:rsidR="00F635DB" w:rsidRDefault="00855694" w:rsidP="00F635DB">
      <w:r w:rsidRPr="009071AC">
        <w:lastRenderedPageBreak/>
        <w:t>Était-ce donc pour lui qu</w:t>
      </w:r>
      <w:r w:rsidR="00F635DB">
        <w:t>’</w:t>
      </w:r>
      <w:r w:rsidRPr="009071AC">
        <w:t>il tremblait</w:t>
      </w:r>
      <w:r w:rsidR="00F635DB">
        <w:t xml:space="preserve">, </w:t>
      </w:r>
      <w:r w:rsidRPr="009071AC">
        <w:t>ce grand seigneur que son titre</w:t>
      </w:r>
      <w:r w:rsidR="00F635DB">
        <w:t xml:space="preserve">, </w:t>
      </w:r>
      <w:r w:rsidRPr="009071AC">
        <w:t>ses relations et sa fortune faisaient si puissant</w:t>
      </w:r>
      <w:r w:rsidR="00F635DB">
        <w:t xml:space="preserve"> ? </w:t>
      </w:r>
      <w:r w:rsidRPr="009071AC">
        <w:t>Évidemment non</w:t>
      </w:r>
      <w:r w:rsidR="00F635DB">
        <w:t xml:space="preserve">. </w:t>
      </w:r>
      <w:r w:rsidRPr="009071AC">
        <w:t>C</w:t>
      </w:r>
      <w:r w:rsidR="00F635DB">
        <w:t>’</w:t>
      </w:r>
      <w:r w:rsidRPr="009071AC">
        <w:t>était donc pour moi</w:t>
      </w:r>
      <w:r w:rsidR="00F635DB">
        <w:t xml:space="preserve"> ? </w:t>
      </w:r>
      <w:r w:rsidRPr="009071AC">
        <w:t>Sans doute</w:t>
      </w:r>
      <w:r w:rsidR="00F635DB">
        <w:t xml:space="preserve"> ! </w:t>
      </w:r>
      <w:r w:rsidRPr="009071AC">
        <w:t>Mais pourquoi</w:t>
      </w:r>
      <w:r w:rsidR="00F635DB">
        <w:t> ?…</w:t>
      </w:r>
    </w:p>
    <w:p w14:paraId="670A42F2" w14:textId="77777777" w:rsidR="00F635DB" w:rsidRDefault="00855694" w:rsidP="00F635DB">
      <w:r w:rsidRPr="009071AC">
        <w:t>Bientôt il me fut prouvé qu</w:t>
      </w:r>
      <w:r w:rsidR="00F635DB">
        <w:t>’</w:t>
      </w:r>
      <w:r w:rsidRPr="009071AC">
        <w:t>il me cachait</w:t>
      </w:r>
      <w:r w:rsidR="00F635DB">
        <w:t xml:space="preserve">, </w:t>
      </w:r>
      <w:r w:rsidRPr="009071AC">
        <w:t>ou que du moins il empêchait par tous les moyens en son pouvoir</w:t>
      </w:r>
      <w:r w:rsidR="00F635DB">
        <w:t xml:space="preserve">, </w:t>
      </w:r>
      <w:r w:rsidRPr="009071AC">
        <w:t>que ma présence près de lui ne fût connue hors d</w:t>
      </w:r>
      <w:r w:rsidR="00F635DB">
        <w:t>’</w:t>
      </w:r>
      <w:r w:rsidRPr="009071AC">
        <w:t>un cercle très-restreint</w:t>
      </w:r>
      <w:r w:rsidR="00F635DB">
        <w:t>.</w:t>
      </w:r>
    </w:p>
    <w:p w14:paraId="03191F1C" w14:textId="77777777" w:rsidR="00F635DB" w:rsidRDefault="00855694" w:rsidP="00F635DB">
      <w:r w:rsidRPr="009071AC">
        <w:t>Notre brusque départ de Cannes devait justifier toutes mes conjectures</w:t>
      </w:r>
      <w:r w:rsidR="00F635DB">
        <w:t>.</w:t>
      </w:r>
    </w:p>
    <w:p w14:paraId="0E5634CF" w14:textId="77777777" w:rsidR="00F635DB" w:rsidRDefault="00855694" w:rsidP="00F635DB">
      <w:r w:rsidRPr="009071AC">
        <w:t>Ce fut à proprement parler une fuite</w:t>
      </w:r>
      <w:r w:rsidR="00F635DB">
        <w:t>.</w:t>
      </w:r>
    </w:p>
    <w:p w14:paraId="2B1A971F" w14:textId="77777777" w:rsidR="00F635DB" w:rsidRDefault="00855694" w:rsidP="00F635DB">
      <w:r w:rsidRPr="009071AC">
        <w:t>Nous nous mîmes en route à onze heures du soir</w:t>
      </w:r>
      <w:r w:rsidR="00F635DB">
        <w:t xml:space="preserve">, </w:t>
      </w:r>
      <w:r w:rsidRPr="009071AC">
        <w:t>par une pluie battante</w:t>
      </w:r>
      <w:r w:rsidR="00F635DB">
        <w:t xml:space="preserve">, </w:t>
      </w:r>
      <w:r w:rsidRPr="009071AC">
        <w:t>avec les premiers chevaux qu</w:t>
      </w:r>
      <w:r w:rsidR="00F635DB">
        <w:t>’</w:t>
      </w:r>
      <w:r w:rsidRPr="009071AC">
        <w:t>on pût se procurer</w:t>
      </w:r>
      <w:r w:rsidR="00F635DB">
        <w:t>.</w:t>
      </w:r>
    </w:p>
    <w:p w14:paraId="2AE97165" w14:textId="76776102" w:rsidR="00F635DB" w:rsidRDefault="00855694" w:rsidP="00F635DB">
      <w:r w:rsidRPr="009071AC">
        <w:t xml:space="preserve">Le seul valet de chambre de </w:t>
      </w:r>
      <w:r w:rsidR="00F635DB">
        <w:t>M. de </w:t>
      </w:r>
      <w:proofErr w:type="spellStart"/>
      <w:r w:rsidRPr="009071AC">
        <w:t>Chalusse</w:t>
      </w:r>
      <w:proofErr w:type="spellEnd"/>
      <w:r w:rsidRPr="009071AC">
        <w:t xml:space="preserve"> nous accompagnait</w:t>
      </w:r>
      <w:r w:rsidR="00F635DB">
        <w:t xml:space="preserve"> ; </w:t>
      </w:r>
      <w:r w:rsidRPr="009071AC">
        <w:t>non Casimir</w:t>
      </w:r>
      <w:r w:rsidR="00F635DB">
        <w:t xml:space="preserve">, </w:t>
      </w:r>
      <w:r w:rsidRPr="009071AC">
        <w:t>celui qui m</w:t>
      </w:r>
      <w:r w:rsidR="00F635DB">
        <w:t>’</w:t>
      </w:r>
      <w:r w:rsidRPr="009071AC">
        <w:t>accusait</w:t>
      </w:r>
      <w:r w:rsidR="00F635DB">
        <w:t xml:space="preserve">, </w:t>
      </w:r>
      <w:r w:rsidRPr="009071AC">
        <w:t>il n</w:t>
      </w:r>
      <w:r w:rsidR="00F635DB">
        <w:t>’</w:t>
      </w:r>
      <w:r w:rsidRPr="009071AC">
        <w:t>y a qu</w:t>
      </w:r>
      <w:r w:rsidR="00F635DB">
        <w:t>’</w:t>
      </w:r>
      <w:r w:rsidRPr="009071AC">
        <w:t>un instant</w:t>
      </w:r>
      <w:r w:rsidR="00F635DB">
        <w:t xml:space="preserve">, </w:t>
      </w:r>
      <w:r w:rsidRPr="009071AC">
        <w:t>mais un autre</w:t>
      </w:r>
      <w:r w:rsidR="00F635DB">
        <w:t xml:space="preserve">, </w:t>
      </w:r>
      <w:r w:rsidRPr="009071AC">
        <w:t>un vieux et digne serviteur</w:t>
      </w:r>
      <w:r w:rsidR="00F635DB">
        <w:t xml:space="preserve">, </w:t>
      </w:r>
      <w:r w:rsidRPr="009071AC">
        <w:t>mort depuis</w:t>
      </w:r>
      <w:r w:rsidR="00F635DB">
        <w:t xml:space="preserve">, </w:t>
      </w:r>
      <w:r w:rsidRPr="009071AC">
        <w:t>malheureusement</w:t>
      </w:r>
      <w:r w:rsidR="00F635DB">
        <w:t xml:space="preserve">, </w:t>
      </w:r>
      <w:r w:rsidRPr="009071AC">
        <w:t>et qui avait toute la confiance de son maître</w:t>
      </w:r>
      <w:r w:rsidR="00F635DB">
        <w:t>.</w:t>
      </w:r>
    </w:p>
    <w:p w14:paraId="73A14121" w14:textId="77777777" w:rsidR="00F635DB" w:rsidRDefault="00855694" w:rsidP="00F635DB">
      <w:r w:rsidRPr="009071AC">
        <w:t>Les autres domestiques</w:t>
      </w:r>
      <w:r w:rsidR="00F635DB">
        <w:t xml:space="preserve">, </w:t>
      </w:r>
      <w:r w:rsidRPr="009071AC">
        <w:t>congédiés avec une gratification princière</w:t>
      </w:r>
      <w:r w:rsidR="00F635DB">
        <w:t xml:space="preserve">, </w:t>
      </w:r>
      <w:r w:rsidRPr="009071AC">
        <w:t>devaient se disperser le lendemain</w:t>
      </w:r>
      <w:r w:rsidR="00F635DB">
        <w:t>.</w:t>
      </w:r>
    </w:p>
    <w:p w14:paraId="6D49BD23" w14:textId="77777777" w:rsidR="00F635DB" w:rsidRDefault="00855694" w:rsidP="00F635DB">
      <w:r w:rsidRPr="009071AC">
        <w:t>Nous ne revenions pas sur Paris</w:t>
      </w:r>
      <w:r w:rsidR="00F635DB">
        <w:t xml:space="preserve"> ; </w:t>
      </w:r>
      <w:r w:rsidRPr="009071AC">
        <w:t>nous nous dirigions vers la frontière italienne</w:t>
      </w:r>
      <w:r w:rsidR="00F635DB">
        <w:t>.</w:t>
      </w:r>
    </w:p>
    <w:p w14:paraId="6414C680" w14:textId="77777777" w:rsidR="00F635DB" w:rsidRDefault="00855694" w:rsidP="00F635DB">
      <w:r w:rsidRPr="009071AC">
        <w:t>Il faisait encore nuit noire quand nous arrivâmes à Nice</w:t>
      </w:r>
      <w:r w:rsidR="00F635DB">
        <w:t xml:space="preserve">, </w:t>
      </w:r>
      <w:r w:rsidRPr="009071AC">
        <w:t>devenue depuis peu une ville française</w:t>
      </w:r>
      <w:r w:rsidR="00F635DB">
        <w:t xml:space="preserve">. </w:t>
      </w:r>
      <w:r w:rsidRPr="009071AC">
        <w:t>Notre voiture s</w:t>
      </w:r>
      <w:r w:rsidR="00F635DB">
        <w:t>’</w:t>
      </w:r>
      <w:r w:rsidRPr="009071AC">
        <w:t>arrêta sur le port</w:t>
      </w:r>
      <w:r w:rsidR="00F635DB">
        <w:t xml:space="preserve">, </w:t>
      </w:r>
      <w:r w:rsidRPr="009071AC">
        <w:t>le postillon détela ses chevaux</w:t>
      </w:r>
      <w:r w:rsidR="00F635DB">
        <w:t xml:space="preserve">, </w:t>
      </w:r>
      <w:r w:rsidRPr="009071AC">
        <w:t>et nous restâmes là</w:t>
      </w:r>
      <w:r w:rsidR="00F635DB">
        <w:t>…</w:t>
      </w:r>
    </w:p>
    <w:p w14:paraId="5C365018" w14:textId="21DCCDAA" w:rsidR="00F635DB" w:rsidRDefault="00855694" w:rsidP="00F635DB">
      <w:r w:rsidRPr="009071AC">
        <w:t>Le valet de chambre s</w:t>
      </w:r>
      <w:r w:rsidR="00F635DB">
        <w:t>’</w:t>
      </w:r>
      <w:r w:rsidRPr="009071AC">
        <w:t>était éloigné en courant</w:t>
      </w:r>
      <w:r w:rsidR="00F635DB">
        <w:t xml:space="preserve">. </w:t>
      </w:r>
      <w:r w:rsidRPr="009071AC">
        <w:t>Il ne reparut que deux heures plus tard</w:t>
      </w:r>
      <w:r w:rsidR="00F635DB">
        <w:t xml:space="preserve">, </w:t>
      </w:r>
      <w:r w:rsidRPr="009071AC">
        <w:t>annonçant qu</w:t>
      </w:r>
      <w:r w:rsidR="00F635DB">
        <w:t>’</w:t>
      </w:r>
      <w:r w:rsidRPr="009071AC">
        <w:t xml:space="preserve">il avait eu bien </w:t>
      </w:r>
      <w:r w:rsidRPr="009071AC">
        <w:lastRenderedPageBreak/>
        <w:t xml:space="preserve">de la peine à se procurer ce que souhaitait </w:t>
      </w:r>
      <w:r w:rsidR="00F635DB">
        <w:t>M. </w:t>
      </w:r>
      <w:r w:rsidRPr="009071AC">
        <w:t>le comte</w:t>
      </w:r>
      <w:r w:rsidR="00F635DB">
        <w:t xml:space="preserve">, </w:t>
      </w:r>
      <w:r w:rsidRPr="009071AC">
        <w:t>mais qu</w:t>
      </w:r>
      <w:r w:rsidR="00F635DB">
        <w:t>’</w:t>
      </w:r>
      <w:r w:rsidRPr="009071AC">
        <w:t>enfin</w:t>
      </w:r>
      <w:r w:rsidR="00F635DB">
        <w:t xml:space="preserve">, </w:t>
      </w:r>
      <w:r w:rsidRPr="009071AC">
        <w:t>en prodiguant l</w:t>
      </w:r>
      <w:r w:rsidR="00F635DB">
        <w:t>’</w:t>
      </w:r>
      <w:r w:rsidRPr="009071AC">
        <w:t>argent il avait levé toutes les difficultés</w:t>
      </w:r>
      <w:r w:rsidR="00F635DB">
        <w:t>.</w:t>
      </w:r>
    </w:p>
    <w:p w14:paraId="12D041B3" w14:textId="6D7D0304" w:rsidR="00F635DB" w:rsidRDefault="00855694" w:rsidP="00F635DB">
      <w:r w:rsidRPr="009071AC">
        <w:t xml:space="preserve">Ce que voulait </w:t>
      </w:r>
      <w:r w:rsidR="00F635DB">
        <w:t>M. de </w:t>
      </w:r>
      <w:proofErr w:type="spellStart"/>
      <w:r w:rsidRPr="009071AC">
        <w:t>Chalusse</w:t>
      </w:r>
      <w:proofErr w:type="spellEnd"/>
      <w:r w:rsidR="00F635DB">
        <w:t xml:space="preserve">, </w:t>
      </w:r>
      <w:r w:rsidRPr="009071AC">
        <w:t>c</w:t>
      </w:r>
      <w:r w:rsidR="00F635DB">
        <w:t>’</w:t>
      </w:r>
      <w:r w:rsidRPr="009071AC">
        <w:t>était un navire prêt à prendre la mer</w:t>
      </w:r>
      <w:r w:rsidR="00F635DB">
        <w:t xml:space="preserve">. </w:t>
      </w:r>
      <w:r w:rsidRPr="009071AC">
        <w:t>Bientôt celui qu</w:t>
      </w:r>
      <w:r w:rsidR="00F635DB">
        <w:t>’</w:t>
      </w:r>
      <w:r w:rsidRPr="009071AC">
        <w:t>avait arrêté le valet de chambre vint se ranger le long du quai</w:t>
      </w:r>
      <w:r w:rsidR="00F635DB">
        <w:t xml:space="preserve">. </w:t>
      </w:r>
      <w:r w:rsidRPr="009071AC">
        <w:t>Notre berline fut hissée sur le pont et nous mîmes à la voile</w:t>
      </w:r>
      <w:r w:rsidR="00F635DB">
        <w:t xml:space="preserve">… </w:t>
      </w:r>
      <w:r w:rsidRPr="009071AC">
        <w:t>le jour se levait</w:t>
      </w:r>
      <w:r w:rsidR="00F635DB">
        <w:t>.</w:t>
      </w:r>
    </w:p>
    <w:p w14:paraId="5B8975E7" w14:textId="77777777" w:rsidR="00F635DB" w:rsidRDefault="00855694" w:rsidP="00F635DB">
      <w:r w:rsidRPr="009071AC">
        <w:t>Le surlendemain</w:t>
      </w:r>
      <w:r w:rsidR="00F635DB">
        <w:t xml:space="preserve">, </w:t>
      </w:r>
      <w:r w:rsidRPr="009071AC">
        <w:t xml:space="preserve">nous étions à </w:t>
      </w:r>
      <w:proofErr w:type="spellStart"/>
      <w:r w:rsidRPr="009071AC">
        <w:t>Gènes</w:t>
      </w:r>
      <w:proofErr w:type="spellEnd"/>
      <w:r w:rsidR="00F635DB">
        <w:t xml:space="preserve">, </w:t>
      </w:r>
      <w:r w:rsidRPr="009071AC">
        <w:t>cachés sous un faux nom dans une hôtellerie du dernier ordre</w:t>
      </w:r>
      <w:r w:rsidR="00F635DB">
        <w:t>.</w:t>
      </w:r>
    </w:p>
    <w:p w14:paraId="301D3116" w14:textId="77777777" w:rsidR="00F635DB" w:rsidRDefault="00855694" w:rsidP="00F635DB">
      <w:r w:rsidRPr="009071AC">
        <w:t>Depuis l</w:t>
      </w:r>
      <w:r w:rsidR="00F635DB">
        <w:t>’</w:t>
      </w:r>
      <w:r w:rsidRPr="009071AC">
        <w:t>instant où le comte avait senti la mer sous ses pieds</w:t>
      </w:r>
      <w:r w:rsidR="00F635DB">
        <w:t xml:space="preserve">, </w:t>
      </w:r>
      <w:r w:rsidRPr="009071AC">
        <w:t>il m</w:t>
      </w:r>
      <w:r w:rsidR="00F635DB">
        <w:t>’</w:t>
      </w:r>
      <w:r w:rsidRPr="009071AC">
        <w:t>avait paru moins violemment agité</w:t>
      </w:r>
      <w:r w:rsidR="00F635DB">
        <w:t xml:space="preserve">, </w:t>
      </w:r>
      <w:r w:rsidRPr="009071AC">
        <w:t>mais il était loin d</w:t>
      </w:r>
      <w:r w:rsidR="00F635DB">
        <w:t>’</w:t>
      </w:r>
      <w:r w:rsidRPr="009071AC">
        <w:t>être calme</w:t>
      </w:r>
      <w:r w:rsidR="00F635DB">
        <w:t xml:space="preserve">. </w:t>
      </w:r>
      <w:r w:rsidRPr="009071AC">
        <w:t>Il tremblait d</w:t>
      </w:r>
      <w:r w:rsidR="00F635DB">
        <w:t>’</w:t>
      </w:r>
      <w:r w:rsidRPr="009071AC">
        <w:t>être poursuivi et rejoint</w:t>
      </w:r>
      <w:r w:rsidR="00F635DB">
        <w:t xml:space="preserve">, </w:t>
      </w:r>
      <w:r w:rsidRPr="009071AC">
        <w:t>les précautions dont il s</w:t>
      </w:r>
      <w:r w:rsidR="00F635DB">
        <w:t>’</w:t>
      </w:r>
      <w:r w:rsidRPr="009071AC">
        <w:t>entourait le prouvaient</w:t>
      </w:r>
      <w:r w:rsidR="00F635DB">
        <w:t xml:space="preserve">. </w:t>
      </w:r>
      <w:r w:rsidRPr="009071AC">
        <w:t>Un malfaiteur ne prend pas plus de peine pour dépister la police lancée sur ses traces</w:t>
      </w:r>
      <w:r w:rsidR="00F635DB">
        <w:t>.</w:t>
      </w:r>
    </w:p>
    <w:p w14:paraId="341FFAE9" w14:textId="714AE44C" w:rsidR="00F635DB" w:rsidRDefault="00855694" w:rsidP="00F635DB">
      <w:r w:rsidRPr="009071AC">
        <w:t>Un fait positif aussi</w:t>
      </w:r>
      <w:r w:rsidR="00F635DB">
        <w:t xml:space="preserve">, </w:t>
      </w:r>
      <w:r w:rsidRPr="009071AC">
        <w:t>c</w:t>
      </w:r>
      <w:r w:rsidR="00F635DB">
        <w:t>’</w:t>
      </w:r>
      <w:r w:rsidRPr="009071AC">
        <w:t>est que</w:t>
      </w:r>
      <w:r w:rsidR="00F635DB">
        <w:t xml:space="preserve">, </w:t>
      </w:r>
      <w:r w:rsidRPr="009071AC">
        <w:t>seule</w:t>
      </w:r>
      <w:r w:rsidR="00F635DB">
        <w:t xml:space="preserve">, </w:t>
      </w:r>
      <w:r w:rsidRPr="009071AC">
        <w:t xml:space="preserve">je causais les transes incessantes de </w:t>
      </w:r>
      <w:r w:rsidR="00F635DB">
        <w:t>M. de </w:t>
      </w:r>
      <w:proofErr w:type="spellStart"/>
      <w:r w:rsidRPr="009071AC">
        <w:t>Chalusse</w:t>
      </w:r>
      <w:proofErr w:type="spellEnd"/>
      <w:r w:rsidR="00F635DB">
        <w:t xml:space="preserve">. </w:t>
      </w:r>
      <w:r w:rsidRPr="009071AC">
        <w:t>Même</w:t>
      </w:r>
      <w:r w:rsidR="00F635DB">
        <w:t xml:space="preserve">, </w:t>
      </w:r>
      <w:r w:rsidRPr="009071AC">
        <w:t>une fois je l</w:t>
      </w:r>
      <w:r w:rsidR="00F635DB">
        <w:t>’</w:t>
      </w:r>
      <w:r w:rsidRPr="009071AC">
        <w:t>entendis délibérer avec son valet de chambre si on ne m</w:t>
      </w:r>
      <w:r w:rsidR="00F635DB">
        <w:t>’</w:t>
      </w:r>
      <w:r w:rsidRPr="009071AC">
        <w:t>habillerait pas en homme</w:t>
      </w:r>
      <w:r w:rsidR="00F635DB">
        <w:t xml:space="preserve">. </w:t>
      </w:r>
      <w:r w:rsidRPr="009071AC">
        <w:t>La difficulté de se procurer un costume empêcha surtout l</w:t>
      </w:r>
      <w:r w:rsidR="00F635DB">
        <w:t>’</w:t>
      </w:r>
      <w:r w:rsidRPr="009071AC">
        <w:t>exécution de ce projet</w:t>
      </w:r>
      <w:r w:rsidR="00F635DB">
        <w:t>.</w:t>
      </w:r>
    </w:p>
    <w:p w14:paraId="21A0A053" w14:textId="77777777" w:rsidR="00F635DB" w:rsidRDefault="00855694" w:rsidP="00F635DB">
      <w:r w:rsidRPr="009071AC">
        <w:t>Pour ne négliger aucune circonstance</w:t>
      </w:r>
      <w:r w:rsidR="00F635DB">
        <w:t xml:space="preserve">, </w:t>
      </w:r>
      <w:r w:rsidRPr="009071AC">
        <w:t>je dois dire que le domestique ne partageait pas les inquiétudes de son maître</w:t>
      </w:r>
      <w:r w:rsidR="00F635DB">
        <w:t>.</w:t>
      </w:r>
    </w:p>
    <w:p w14:paraId="0DA4B2EB" w14:textId="77777777" w:rsidR="00F635DB" w:rsidRDefault="00855694" w:rsidP="00F635DB">
      <w:r w:rsidRPr="009071AC">
        <w:t>À trois ou quatre reprises</w:t>
      </w:r>
      <w:r w:rsidR="00F635DB">
        <w:t xml:space="preserve">, </w:t>
      </w:r>
      <w:r w:rsidRPr="009071AC">
        <w:t>je l</w:t>
      </w:r>
      <w:r w:rsidR="00F635DB">
        <w:t>’</w:t>
      </w:r>
      <w:r w:rsidRPr="009071AC">
        <w:t>entendis qui disait</w:t>
      </w:r>
      <w:r w:rsidR="00F635DB">
        <w:t> :</w:t>
      </w:r>
    </w:p>
    <w:p w14:paraId="36FC389F" w14:textId="14F298B5" w:rsidR="00F635DB" w:rsidRDefault="00F635DB" w:rsidP="00F635DB">
      <w:r>
        <w:t>— M. </w:t>
      </w:r>
      <w:r w:rsidR="00855694" w:rsidRPr="009071AC">
        <w:t>le comte est trop bon de se faire ainsi du mauvais sang</w:t>
      </w:r>
      <w:r>
        <w:t xml:space="preserve">… </w:t>
      </w:r>
      <w:r w:rsidR="00855694" w:rsidRPr="009071AC">
        <w:t>Elle ne nous rattrapera pas</w:t>
      </w:r>
      <w:r>
        <w:t xml:space="preserve">… </w:t>
      </w:r>
      <w:r w:rsidR="00855694" w:rsidRPr="009071AC">
        <w:t>Nous a-t-elle seulement suivis</w:t>
      </w:r>
      <w:r>
        <w:t xml:space="preserve"> ?… </w:t>
      </w:r>
      <w:proofErr w:type="spellStart"/>
      <w:r w:rsidR="00855694" w:rsidRPr="009071AC">
        <w:t>Sait-elle</w:t>
      </w:r>
      <w:proofErr w:type="spellEnd"/>
      <w:r w:rsidR="00855694" w:rsidRPr="009071AC">
        <w:t xml:space="preserve"> même quelque chose</w:t>
      </w:r>
      <w:r>
        <w:t xml:space="preserve"> ?… </w:t>
      </w:r>
      <w:r w:rsidR="00855694" w:rsidRPr="009071AC">
        <w:t>Et</w:t>
      </w:r>
      <w:r>
        <w:t xml:space="preserve">, </w:t>
      </w:r>
      <w:r w:rsidR="00855694" w:rsidRPr="009071AC">
        <w:t>à tout mettre au pis</w:t>
      </w:r>
      <w:r>
        <w:t xml:space="preserve">, </w:t>
      </w:r>
      <w:r w:rsidR="00855694" w:rsidRPr="009071AC">
        <w:t>que peut-elle</w:t>
      </w:r>
      <w:r>
        <w:t> ?…</w:t>
      </w:r>
    </w:p>
    <w:p w14:paraId="119ED7F8" w14:textId="77777777" w:rsidR="00F635DB" w:rsidRDefault="00855694" w:rsidP="00F635DB">
      <w:r w:rsidRPr="009071AC">
        <w:t>Elle</w:t>
      </w:r>
      <w:r w:rsidR="00F635DB">
        <w:t xml:space="preserve"> !… </w:t>
      </w:r>
      <w:r w:rsidRPr="009071AC">
        <w:t>qui</w:t>
      </w:r>
      <w:r w:rsidR="00F635DB">
        <w:t xml:space="preserve">, </w:t>
      </w:r>
      <w:r w:rsidRPr="009071AC">
        <w:t>elle</w:t>
      </w:r>
      <w:r w:rsidR="00F635DB">
        <w:t xml:space="preserve"> ?… </w:t>
      </w:r>
      <w:r w:rsidRPr="009071AC">
        <w:t>Voilà ce que je m</w:t>
      </w:r>
      <w:r w:rsidR="00F635DB">
        <w:t>’</w:t>
      </w:r>
      <w:r w:rsidRPr="009071AC">
        <w:t>épuisais à chercher</w:t>
      </w:r>
      <w:r w:rsidR="00F635DB">
        <w:t>.</w:t>
      </w:r>
    </w:p>
    <w:p w14:paraId="687C93D1" w14:textId="77777777" w:rsidR="00F635DB" w:rsidRDefault="00855694" w:rsidP="00F635DB">
      <w:r w:rsidRPr="009071AC">
        <w:lastRenderedPageBreak/>
        <w:t>Je dois</w:t>
      </w:r>
      <w:r w:rsidR="00F635DB">
        <w:t xml:space="preserve">, </w:t>
      </w:r>
      <w:r w:rsidRPr="009071AC">
        <w:t>du reste</w:t>
      </w:r>
      <w:r w:rsidR="00F635DB">
        <w:t xml:space="preserve">, </w:t>
      </w:r>
      <w:r w:rsidRPr="009071AC">
        <w:t>vous l</w:t>
      </w:r>
      <w:r w:rsidR="00F635DB">
        <w:t>’</w:t>
      </w:r>
      <w:r w:rsidRPr="009071AC">
        <w:t>avouer</w:t>
      </w:r>
      <w:r w:rsidR="00F635DB">
        <w:t xml:space="preserve">, </w:t>
      </w:r>
      <w:r w:rsidRPr="009071AC">
        <w:t>monsieur</w:t>
      </w:r>
      <w:r w:rsidR="00F635DB">
        <w:t xml:space="preserve"> : </w:t>
      </w:r>
      <w:r w:rsidRPr="009071AC">
        <w:t>positive de ma nature et peu accessible aux imaginations romanesques</w:t>
      </w:r>
      <w:r w:rsidR="00F635DB">
        <w:t xml:space="preserve">, </w:t>
      </w:r>
      <w:r w:rsidRPr="009071AC">
        <w:t>je finissais par me persuader que le péril existait surtout dans l</w:t>
      </w:r>
      <w:r w:rsidR="00F635DB">
        <w:t>’</w:t>
      </w:r>
      <w:r w:rsidRPr="009071AC">
        <w:t>esprit du comte</w:t>
      </w:r>
      <w:r w:rsidR="00F635DB">
        <w:t xml:space="preserve">, </w:t>
      </w:r>
      <w:r w:rsidRPr="009071AC">
        <w:t>et qu</w:t>
      </w:r>
      <w:r w:rsidR="00F635DB">
        <w:t>’</w:t>
      </w:r>
      <w:r w:rsidRPr="009071AC">
        <w:t>il se l</w:t>
      </w:r>
      <w:r w:rsidR="00F635DB">
        <w:t>’</w:t>
      </w:r>
      <w:r w:rsidRPr="009071AC">
        <w:t>exagérait singulièrement s</w:t>
      </w:r>
      <w:r w:rsidR="00F635DB">
        <w:t>’</w:t>
      </w:r>
      <w:r w:rsidRPr="009071AC">
        <w:t>il ne le créait pas</w:t>
      </w:r>
      <w:r w:rsidR="00F635DB">
        <w:t>.</w:t>
      </w:r>
    </w:p>
    <w:p w14:paraId="3D889A58" w14:textId="77777777" w:rsidR="00F635DB" w:rsidRDefault="00855694" w:rsidP="00F635DB">
      <w:r w:rsidRPr="009071AC">
        <w:t>Il n</w:t>
      </w:r>
      <w:r w:rsidR="00F635DB">
        <w:t>’</w:t>
      </w:r>
      <w:r w:rsidRPr="009071AC">
        <w:t>en souffrait pas moins</w:t>
      </w:r>
      <w:r w:rsidR="00F635DB">
        <w:t xml:space="preserve">, </w:t>
      </w:r>
      <w:r w:rsidRPr="009071AC">
        <w:t>et la preuve c</w:t>
      </w:r>
      <w:r w:rsidR="00F635DB">
        <w:t>’</w:t>
      </w:r>
      <w:r w:rsidRPr="009071AC">
        <w:t>est que le mois qui suivit fut employé en courses haletantes d</w:t>
      </w:r>
      <w:r w:rsidR="00F635DB">
        <w:t>’</w:t>
      </w:r>
      <w:r w:rsidRPr="009071AC">
        <w:t>un bout à l</w:t>
      </w:r>
      <w:r w:rsidR="00F635DB">
        <w:t>’</w:t>
      </w:r>
      <w:r w:rsidRPr="009071AC">
        <w:t>autre de l</w:t>
      </w:r>
      <w:r w:rsidR="00F635DB">
        <w:t>’</w:t>
      </w:r>
      <w:r w:rsidRPr="009071AC">
        <w:t>Italie</w:t>
      </w:r>
      <w:r w:rsidR="00F635DB">
        <w:t>.</w:t>
      </w:r>
    </w:p>
    <w:p w14:paraId="5D608E9B" w14:textId="6B737CF6" w:rsidR="00F635DB" w:rsidRDefault="00855694" w:rsidP="00F635DB">
      <w:r w:rsidRPr="009071AC">
        <w:t xml:space="preserve">Le mois de mai finissait quand </w:t>
      </w:r>
      <w:r w:rsidR="00F635DB">
        <w:t>M. de </w:t>
      </w:r>
      <w:proofErr w:type="spellStart"/>
      <w:r w:rsidRPr="009071AC">
        <w:t>Chalusse</w:t>
      </w:r>
      <w:proofErr w:type="spellEnd"/>
      <w:r w:rsidRPr="009071AC">
        <w:t xml:space="preserve"> crut pouvoir rentrer en France</w:t>
      </w:r>
      <w:r w:rsidR="00F635DB">
        <w:t xml:space="preserve">. </w:t>
      </w:r>
      <w:r w:rsidRPr="009071AC">
        <w:t xml:space="preserve">Nous rentrâmes par le </w:t>
      </w:r>
      <w:proofErr w:type="spellStart"/>
      <w:r w:rsidRPr="009071AC">
        <w:t>Mont-Cenis</w:t>
      </w:r>
      <w:proofErr w:type="spellEnd"/>
      <w:r w:rsidR="00F635DB">
        <w:t xml:space="preserve">, </w:t>
      </w:r>
      <w:r w:rsidRPr="009071AC">
        <w:t>et tout d</w:t>
      </w:r>
      <w:r w:rsidR="00F635DB">
        <w:t>’</w:t>
      </w:r>
      <w:r w:rsidRPr="009071AC">
        <w:t>une traite nous allâmes jusqu</w:t>
      </w:r>
      <w:r w:rsidR="00F635DB">
        <w:t>’</w:t>
      </w:r>
      <w:r w:rsidRPr="009071AC">
        <w:t>à Lyon</w:t>
      </w:r>
      <w:r w:rsidR="00F635DB">
        <w:t>.</w:t>
      </w:r>
    </w:p>
    <w:p w14:paraId="628B2EC5" w14:textId="77777777" w:rsidR="00F635DB" w:rsidRDefault="00855694" w:rsidP="00F635DB">
      <w:r w:rsidRPr="009071AC">
        <w:t>C</w:t>
      </w:r>
      <w:r w:rsidR="00F635DB">
        <w:t>’</w:t>
      </w:r>
      <w:r w:rsidRPr="009071AC">
        <w:t>est là qu</w:t>
      </w:r>
      <w:r w:rsidR="00F635DB">
        <w:t>’</w:t>
      </w:r>
      <w:r w:rsidRPr="009071AC">
        <w:t>après un séjour de quarante-huit heures employées en courses</w:t>
      </w:r>
      <w:r w:rsidR="00F635DB">
        <w:t xml:space="preserve">, </w:t>
      </w:r>
      <w:r w:rsidRPr="009071AC">
        <w:t>le comte m</w:t>
      </w:r>
      <w:r w:rsidR="00F635DB">
        <w:t>’</w:t>
      </w:r>
      <w:r w:rsidRPr="009071AC">
        <w:t>apprit que nous allions nous séparer pour un temps</w:t>
      </w:r>
      <w:r w:rsidR="00F635DB">
        <w:t xml:space="preserve">, </w:t>
      </w:r>
      <w:r w:rsidRPr="009071AC">
        <w:t>que la prudence exigeait ce sacrifice</w:t>
      </w:r>
      <w:r w:rsidR="00F635DB">
        <w:t>…</w:t>
      </w:r>
    </w:p>
    <w:p w14:paraId="38FFC41D" w14:textId="77777777" w:rsidR="00F635DB" w:rsidRDefault="00855694" w:rsidP="00F635DB">
      <w:r w:rsidRPr="009071AC">
        <w:t>Et aussitôt</w:t>
      </w:r>
      <w:r w:rsidR="00F635DB">
        <w:t xml:space="preserve">, </w:t>
      </w:r>
      <w:r w:rsidRPr="009071AC">
        <w:t>sans me laisser placer une parole</w:t>
      </w:r>
      <w:r w:rsidR="00F635DB">
        <w:t xml:space="preserve">, </w:t>
      </w:r>
      <w:r w:rsidRPr="009071AC">
        <w:t>il entreprit de me démontrer les avantages de ce parti</w:t>
      </w:r>
      <w:r w:rsidR="00F635DB">
        <w:t>.</w:t>
      </w:r>
    </w:p>
    <w:p w14:paraId="4D28EF9C" w14:textId="77777777" w:rsidR="00F635DB" w:rsidRDefault="00855694" w:rsidP="00F635DB">
      <w:r w:rsidRPr="009071AC">
        <w:t>J</w:t>
      </w:r>
      <w:r w:rsidR="00F635DB">
        <w:t>’</w:t>
      </w:r>
      <w:r w:rsidRPr="009071AC">
        <w:t>étais d</w:t>
      </w:r>
      <w:r w:rsidR="00F635DB">
        <w:t>’</w:t>
      </w:r>
      <w:r w:rsidRPr="009071AC">
        <w:t>une ignorance extrême</w:t>
      </w:r>
      <w:r w:rsidR="00F635DB">
        <w:t xml:space="preserve">, </w:t>
      </w:r>
      <w:r w:rsidRPr="009071AC">
        <w:t>et il comptait que je profiterais de notre séparation pour hausser mon éducation au niveau de ma position sociale</w:t>
      </w:r>
      <w:r w:rsidR="00F635DB">
        <w:t>.</w:t>
      </w:r>
    </w:p>
    <w:p w14:paraId="758D96FE" w14:textId="77777777" w:rsidR="00F635DB" w:rsidRDefault="00855694" w:rsidP="00F635DB">
      <w:r w:rsidRPr="009071AC">
        <w:t>Il avait donc arrangé</w:t>
      </w:r>
      <w:r w:rsidR="00F635DB">
        <w:t xml:space="preserve">, </w:t>
      </w:r>
      <w:r w:rsidRPr="009071AC">
        <w:t>me dit-il</w:t>
      </w:r>
      <w:r w:rsidR="00F635DB">
        <w:t xml:space="preserve">, </w:t>
      </w:r>
      <w:r w:rsidRPr="009071AC">
        <w:t>que j</w:t>
      </w:r>
      <w:r w:rsidR="00F635DB">
        <w:t>’</w:t>
      </w:r>
      <w:r w:rsidRPr="009071AC">
        <w:t>entrerais comme pensionnaire aux dames de Sainte-Marthe</w:t>
      </w:r>
      <w:r w:rsidR="00F635DB">
        <w:t xml:space="preserve">, </w:t>
      </w:r>
      <w:r w:rsidRPr="009071AC">
        <w:t>une maison d</w:t>
      </w:r>
      <w:r w:rsidR="00F635DB">
        <w:t>’</w:t>
      </w:r>
      <w:r w:rsidRPr="009071AC">
        <w:t>éducation qui a dans le Rhône la célébrité du couvent des Oiseaux à Paris</w:t>
      </w:r>
      <w:r w:rsidR="00F635DB">
        <w:t>.</w:t>
      </w:r>
    </w:p>
    <w:p w14:paraId="4E67D67A" w14:textId="77777777" w:rsidR="00F635DB" w:rsidRDefault="00855694" w:rsidP="00F635DB">
      <w:r w:rsidRPr="009071AC">
        <w:t>Il ajouta que par prudence encore il se priverait de me venir visiter</w:t>
      </w:r>
      <w:r w:rsidR="00F635DB">
        <w:t xml:space="preserve">. </w:t>
      </w:r>
      <w:r w:rsidRPr="009071AC">
        <w:t>Il me fit jurer de ne jamais prononcer son nom</w:t>
      </w:r>
      <w:r w:rsidR="00F635DB">
        <w:t xml:space="preserve">. </w:t>
      </w:r>
      <w:r w:rsidRPr="009071AC">
        <w:t>Je devais envoyer les lettres que je lui écrirais à une adresse qu</w:t>
      </w:r>
      <w:r w:rsidR="00F635DB">
        <w:t>’</w:t>
      </w:r>
      <w:r w:rsidRPr="009071AC">
        <w:t>il me donna</w:t>
      </w:r>
      <w:r w:rsidR="00F635DB">
        <w:t xml:space="preserve">, </w:t>
      </w:r>
      <w:r w:rsidRPr="009071AC">
        <w:t>et lui-même signerait d</w:t>
      </w:r>
      <w:r w:rsidR="00F635DB">
        <w:t>’</w:t>
      </w:r>
      <w:r w:rsidRPr="009071AC">
        <w:t>un nom supposé celles qu</w:t>
      </w:r>
      <w:r w:rsidR="00F635DB">
        <w:t>’</w:t>
      </w:r>
      <w:r w:rsidRPr="009071AC">
        <w:t>il m</w:t>
      </w:r>
      <w:r w:rsidR="00F635DB">
        <w:t>’</w:t>
      </w:r>
      <w:r w:rsidRPr="009071AC">
        <w:t>adresserait</w:t>
      </w:r>
      <w:r w:rsidR="00F635DB">
        <w:t xml:space="preserve">. </w:t>
      </w:r>
      <w:r w:rsidRPr="009071AC">
        <w:t>Enfin</w:t>
      </w:r>
      <w:r w:rsidR="00F635DB">
        <w:t xml:space="preserve">, </w:t>
      </w:r>
      <w:r w:rsidRPr="009071AC">
        <w:t xml:space="preserve">il me dit encore que la </w:t>
      </w:r>
      <w:r w:rsidRPr="009071AC">
        <w:lastRenderedPageBreak/>
        <w:t>directrice de Sainte-Marthe avait son secret</w:t>
      </w:r>
      <w:r w:rsidR="00F635DB">
        <w:t xml:space="preserve">, </w:t>
      </w:r>
      <w:r w:rsidRPr="009071AC">
        <w:t>et que je pouvais me fier à elle</w:t>
      </w:r>
      <w:r w:rsidR="00F635DB">
        <w:t>…</w:t>
      </w:r>
    </w:p>
    <w:p w14:paraId="7A7CCDD3" w14:textId="77777777" w:rsidR="00F635DB" w:rsidRDefault="00855694" w:rsidP="00F635DB">
      <w:r w:rsidRPr="009071AC">
        <w:t>Il était si inquiet</w:t>
      </w:r>
      <w:r w:rsidR="00F635DB">
        <w:t xml:space="preserve">, </w:t>
      </w:r>
      <w:r w:rsidRPr="009071AC">
        <w:t>si agité</w:t>
      </w:r>
      <w:r w:rsidR="00F635DB">
        <w:t xml:space="preserve">, </w:t>
      </w:r>
      <w:r w:rsidRPr="009071AC">
        <w:t>si visiblement désespéré le jour où cette grave détermination fut prise</w:t>
      </w:r>
      <w:r w:rsidR="00F635DB">
        <w:t xml:space="preserve">, </w:t>
      </w:r>
      <w:r w:rsidRPr="009071AC">
        <w:t>que véritablement je le crus</w:t>
      </w:r>
      <w:r w:rsidR="00F635DB">
        <w:t xml:space="preserve">… </w:t>
      </w:r>
      <w:r w:rsidRPr="009071AC">
        <w:t>fou</w:t>
      </w:r>
      <w:r w:rsidR="00F635DB">
        <w:t>.</w:t>
      </w:r>
    </w:p>
    <w:p w14:paraId="5D0A5FCF" w14:textId="77777777" w:rsidR="00F635DB" w:rsidRDefault="00855694" w:rsidP="00F635DB">
      <w:r w:rsidRPr="009071AC">
        <w:t>N</w:t>
      </w:r>
      <w:r w:rsidR="00F635DB">
        <w:t>’</w:t>
      </w:r>
      <w:r w:rsidRPr="009071AC">
        <w:t>importe</w:t>
      </w:r>
      <w:r w:rsidR="00F635DB">
        <w:t xml:space="preserve">, </w:t>
      </w:r>
      <w:r w:rsidRPr="009071AC">
        <w:t>je répondis que j</w:t>
      </w:r>
      <w:r w:rsidR="00F635DB">
        <w:t>’</w:t>
      </w:r>
      <w:r w:rsidRPr="009071AC">
        <w:t>obéirais</w:t>
      </w:r>
      <w:r w:rsidR="00F635DB">
        <w:t xml:space="preserve">, </w:t>
      </w:r>
      <w:r w:rsidRPr="009071AC">
        <w:t>et la vérité est que j</w:t>
      </w:r>
      <w:r w:rsidR="00F635DB">
        <w:t>’</w:t>
      </w:r>
      <w:r w:rsidRPr="009071AC">
        <w:t>étais loin d</w:t>
      </w:r>
      <w:r w:rsidR="00F635DB">
        <w:t>’</w:t>
      </w:r>
      <w:r w:rsidRPr="009071AC">
        <w:t>être affligée</w:t>
      </w:r>
      <w:r w:rsidR="00F635DB">
        <w:t>.</w:t>
      </w:r>
    </w:p>
    <w:p w14:paraId="17569DA8" w14:textId="077CF568" w:rsidR="00F635DB" w:rsidRDefault="00855694" w:rsidP="00F635DB">
      <w:r w:rsidRPr="009071AC">
        <w:t>L</w:t>
      </w:r>
      <w:r w:rsidR="00F635DB">
        <w:t>’</w:t>
      </w:r>
      <w:r w:rsidRPr="009071AC">
        <w:t>existence</w:t>
      </w:r>
      <w:r w:rsidR="00F635DB">
        <w:t xml:space="preserve">, </w:t>
      </w:r>
      <w:r w:rsidRPr="009071AC">
        <w:t xml:space="preserve">près de </w:t>
      </w:r>
      <w:r w:rsidR="00F635DB">
        <w:t>M. de </w:t>
      </w:r>
      <w:proofErr w:type="spellStart"/>
      <w:r w:rsidRPr="009071AC">
        <w:t>Chalusse</w:t>
      </w:r>
      <w:proofErr w:type="spellEnd"/>
      <w:r w:rsidR="00F635DB">
        <w:t xml:space="preserve">, </w:t>
      </w:r>
      <w:r w:rsidRPr="009071AC">
        <w:t>était d</w:t>
      </w:r>
      <w:r w:rsidR="00F635DB">
        <w:t>’</w:t>
      </w:r>
      <w:r w:rsidRPr="009071AC">
        <w:t>une tristesse mortelle</w:t>
      </w:r>
      <w:r w:rsidR="00F635DB">
        <w:t xml:space="preserve">. </w:t>
      </w:r>
      <w:r w:rsidRPr="009071AC">
        <w:t>Je dépérissais d</w:t>
      </w:r>
      <w:r w:rsidR="00F635DB">
        <w:t>’</w:t>
      </w:r>
      <w:r w:rsidRPr="009071AC">
        <w:t>ennui</w:t>
      </w:r>
      <w:r w:rsidR="00F635DB">
        <w:t xml:space="preserve">, </w:t>
      </w:r>
      <w:r w:rsidRPr="009071AC">
        <w:t>moi toujours accoutumée au travail</w:t>
      </w:r>
      <w:r w:rsidR="00F635DB">
        <w:t xml:space="preserve">, </w:t>
      </w:r>
      <w:r w:rsidRPr="009071AC">
        <w:t>au mouvement</w:t>
      </w:r>
      <w:r w:rsidR="00F635DB">
        <w:t xml:space="preserve">, </w:t>
      </w:r>
      <w:r w:rsidRPr="009071AC">
        <w:t>au bruit</w:t>
      </w:r>
      <w:r w:rsidR="00F635DB">
        <w:t xml:space="preserve">. </w:t>
      </w:r>
      <w:r w:rsidRPr="009071AC">
        <w:t>Et je me sentais tout émue de joie</w:t>
      </w:r>
      <w:r w:rsidR="00F635DB">
        <w:t xml:space="preserve">, </w:t>
      </w:r>
      <w:r w:rsidRPr="009071AC">
        <w:t>à l</w:t>
      </w:r>
      <w:r w:rsidR="00F635DB">
        <w:t>’</w:t>
      </w:r>
      <w:r w:rsidRPr="009071AC">
        <w:t>idée que j</w:t>
      </w:r>
      <w:r w:rsidR="00F635DB">
        <w:t>’</w:t>
      </w:r>
      <w:r w:rsidRPr="009071AC">
        <w:t>allais me trouver au milieu de jeunes filles de mon âge que j</w:t>
      </w:r>
      <w:r w:rsidR="00F635DB">
        <w:t>’</w:t>
      </w:r>
      <w:r w:rsidRPr="009071AC">
        <w:t>aimerais et qui m</w:t>
      </w:r>
      <w:r w:rsidR="00F635DB">
        <w:t>’</w:t>
      </w:r>
      <w:r w:rsidRPr="009071AC">
        <w:t>aimeraient</w:t>
      </w:r>
      <w:r w:rsidR="00F635DB">
        <w:t>.</w:t>
      </w:r>
    </w:p>
    <w:p w14:paraId="7F746D3D" w14:textId="15F9A317" w:rsidR="00F635DB" w:rsidRDefault="00855694" w:rsidP="00F635DB">
      <w:r w:rsidRPr="009071AC">
        <w:t>Malheureusement</w:t>
      </w:r>
      <w:r w:rsidR="00F635DB">
        <w:t>, M. de </w:t>
      </w:r>
      <w:proofErr w:type="spellStart"/>
      <w:r w:rsidRPr="009071AC">
        <w:t>Chalusse</w:t>
      </w:r>
      <w:proofErr w:type="spellEnd"/>
      <w:r w:rsidR="00F635DB">
        <w:t xml:space="preserve">, </w:t>
      </w:r>
      <w:r w:rsidRPr="009071AC">
        <w:t>qui prévoyait tout</w:t>
      </w:r>
      <w:r w:rsidR="00F635DB">
        <w:t xml:space="preserve">, </w:t>
      </w:r>
      <w:r w:rsidRPr="009071AC">
        <w:t>avait oublié une circonstance qui devait faire des deux années que j</w:t>
      </w:r>
      <w:r w:rsidR="00F635DB">
        <w:t>’</w:t>
      </w:r>
      <w:r w:rsidRPr="009071AC">
        <w:t>ai passées à Sainte-Marthe</w:t>
      </w:r>
      <w:r w:rsidR="00F635DB">
        <w:t xml:space="preserve">, </w:t>
      </w:r>
      <w:r w:rsidRPr="009071AC">
        <w:t>une lente et cruelle agonie</w:t>
      </w:r>
      <w:r w:rsidR="00F635DB">
        <w:t>.</w:t>
      </w:r>
    </w:p>
    <w:p w14:paraId="16186242" w14:textId="77777777" w:rsidR="00F635DB" w:rsidRDefault="00855694" w:rsidP="00F635DB">
      <w:r w:rsidRPr="009071AC">
        <w:t>Je fus d</w:t>
      </w:r>
      <w:r w:rsidR="00F635DB">
        <w:t>’</w:t>
      </w:r>
      <w:r w:rsidRPr="009071AC">
        <w:t>abord amicalement accueillie de mes compagnes</w:t>
      </w:r>
      <w:r w:rsidR="00F635DB">
        <w:t xml:space="preserve">… </w:t>
      </w:r>
      <w:r w:rsidRPr="009071AC">
        <w:t xml:space="preserve">Une </w:t>
      </w:r>
      <w:r w:rsidR="00F635DB">
        <w:t>« </w:t>
      </w:r>
      <w:r w:rsidRPr="009071AC">
        <w:t>nouvelle</w:t>
      </w:r>
      <w:r w:rsidR="00F635DB">
        <w:t> »</w:t>
      </w:r>
      <w:r w:rsidRPr="009071AC">
        <w:t xml:space="preserve"> qui rompt la monotonie est toujours bien venue</w:t>
      </w:r>
      <w:r w:rsidR="00F635DB">
        <w:t xml:space="preserve">. </w:t>
      </w:r>
      <w:r w:rsidRPr="009071AC">
        <w:t>Mais on ne tarda pas à me demander comment je m</w:t>
      </w:r>
      <w:r w:rsidR="00F635DB">
        <w:t>’</w:t>
      </w:r>
      <w:r w:rsidRPr="009071AC">
        <w:t>appelais</w:t>
      </w:r>
      <w:r w:rsidR="00F635DB">
        <w:t xml:space="preserve">, </w:t>
      </w:r>
      <w:r w:rsidRPr="009071AC">
        <w:t>et je n</w:t>
      </w:r>
      <w:r w:rsidR="00F635DB">
        <w:t>’</w:t>
      </w:r>
      <w:r w:rsidRPr="009071AC">
        <w:t>avais d</w:t>
      </w:r>
      <w:r w:rsidR="00F635DB">
        <w:t>’</w:t>
      </w:r>
      <w:r w:rsidRPr="009071AC">
        <w:t>autre nom à donner que celui de Marguerite</w:t>
      </w:r>
      <w:r w:rsidR="00F635DB">
        <w:t xml:space="preserve">… </w:t>
      </w:r>
      <w:r w:rsidRPr="009071AC">
        <w:t>On s</w:t>
      </w:r>
      <w:r w:rsidR="00F635DB">
        <w:t>’</w:t>
      </w:r>
      <w:r w:rsidRPr="009071AC">
        <w:t>étonna</w:t>
      </w:r>
      <w:r w:rsidR="00F635DB">
        <w:t xml:space="preserve">, </w:t>
      </w:r>
      <w:r w:rsidRPr="009071AC">
        <w:t>on voulut savoir ce que faisaient mes parents</w:t>
      </w:r>
      <w:r w:rsidR="00F635DB">
        <w:t xml:space="preserve">… </w:t>
      </w:r>
      <w:r w:rsidRPr="009071AC">
        <w:t>je ne sais pas mentir</w:t>
      </w:r>
      <w:r w:rsidR="00F635DB">
        <w:t xml:space="preserve">, </w:t>
      </w:r>
      <w:r w:rsidRPr="009071AC">
        <w:t>j</w:t>
      </w:r>
      <w:r w:rsidR="00F635DB">
        <w:t>’</w:t>
      </w:r>
      <w:r w:rsidRPr="009071AC">
        <w:t>avouai que je ne connaissais ni mon père ni ma mère</w:t>
      </w:r>
      <w:r w:rsidR="00F635DB">
        <w:t>…</w:t>
      </w:r>
    </w:p>
    <w:p w14:paraId="45EE0D49" w14:textId="77777777" w:rsidR="00F635DB" w:rsidRDefault="00855694" w:rsidP="00F635DB">
      <w:r w:rsidRPr="009071AC">
        <w:t>Dès lors</w:t>
      </w:r>
      <w:r w:rsidR="00F635DB">
        <w:t>, « </w:t>
      </w:r>
      <w:r w:rsidRPr="009071AC">
        <w:t>la bâtarde</w:t>
      </w:r>
      <w:r w:rsidR="00F635DB">
        <w:t>, »</w:t>
      </w:r>
      <w:r w:rsidRPr="009071AC">
        <w:t xml:space="preserve"> on m</w:t>
      </w:r>
      <w:r w:rsidR="00F635DB">
        <w:t>’</w:t>
      </w:r>
      <w:r w:rsidRPr="009071AC">
        <w:t>avait surnommée ainsi</w:t>
      </w:r>
      <w:r w:rsidR="00F635DB">
        <w:t xml:space="preserve">, </w:t>
      </w:r>
      <w:r w:rsidRPr="009071AC">
        <w:t>fut reléguée à l</w:t>
      </w:r>
      <w:r w:rsidR="00F635DB">
        <w:t>’</w:t>
      </w:r>
      <w:r w:rsidRPr="009071AC">
        <w:t>écart</w:t>
      </w:r>
      <w:r w:rsidR="00F635DB">
        <w:t xml:space="preserve">… </w:t>
      </w:r>
      <w:r w:rsidRPr="009071AC">
        <w:t>On s</w:t>
      </w:r>
      <w:r w:rsidR="00F635DB">
        <w:t>’</w:t>
      </w:r>
      <w:r w:rsidRPr="009071AC">
        <w:t>éloigna de moi pendant les récréations</w:t>
      </w:r>
      <w:r w:rsidR="00F635DB">
        <w:t xml:space="preserve">… </w:t>
      </w:r>
      <w:r w:rsidRPr="009071AC">
        <w:t>Ce fut à qui ne serait pas placée près de moi à l</w:t>
      </w:r>
      <w:r w:rsidR="00F635DB">
        <w:t>’</w:t>
      </w:r>
      <w:r w:rsidRPr="009071AC">
        <w:t>étude</w:t>
      </w:r>
      <w:r w:rsidR="00F635DB">
        <w:t xml:space="preserve">… </w:t>
      </w:r>
      <w:r w:rsidRPr="009071AC">
        <w:t>à la leçon de piano</w:t>
      </w:r>
      <w:r w:rsidR="00F635DB">
        <w:t xml:space="preserve">, </w:t>
      </w:r>
      <w:r w:rsidRPr="009071AC">
        <w:t>celle qui devait jouer après moi affectait d</w:t>
      </w:r>
      <w:r w:rsidR="00F635DB">
        <w:t>’</w:t>
      </w:r>
      <w:r w:rsidRPr="009071AC">
        <w:t>essuyer soigneusement le clavier</w:t>
      </w:r>
      <w:r w:rsidR="00F635DB">
        <w:t>.</w:t>
      </w:r>
    </w:p>
    <w:p w14:paraId="53E6217C" w14:textId="00590F22" w:rsidR="00F635DB" w:rsidRDefault="00855694" w:rsidP="00F635DB">
      <w:r w:rsidRPr="009071AC">
        <w:t>Bravement</w:t>
      </w:r>
      <w:r w:rsidR="00F635DB">
        <w:t xml:space="preserve">, </w:t>
      </w:r>
      <w:r w:rsidRPr="009071AC">
        <w:t>j</w:t>
      </w:r>
      <w:r w:rsidR="00F635DB">
        <w:t>’</w:t>
      </w:r>
      <w:r w:rsidRPr="009071AC">
        <w:t>essayai de lutter contre cette réprobation injuste</w:t>
      </w:r>
      <w:r w:rsidR="00F635DB">
        <w:t xml:space="preserve">, </w:t>
      </w:r>
      <w:r w:rsidRPr="009071AC">
        <w:t>et de la vaincre</w:t>
      </w:r>
      <w:r w:rsidR="00F635DB">
        <w:t xml:space="preserve">. </w:t>
      </w:r>
      <w:r w:rsidRPr="009071AC">
        <w:t>Inutiles efforts</w:t>
      </w:r>
      <w:r w:rsidR="00F635DB">
        <w:t xml:space="preserve"> !… </w:t>
      </w:r>
      <w:r w:rsidRPr="009071AC">
        <w:t>J</w:t>
      </w:r>
      <w:r w:rsidR="00F635DB">
        <w:t>’</w:t>
      </w:r>
      <w:r w:rsidRPr="009071AC">
        <w:t xml:space="preserve">étais trop </w:t>
      </w:r>
      <w:r w:rsidRPr="009071AC">
        <w:lastRenderedPageBreak/>
        <w:t>différente de toutes ces jeunes filles</w:t>
      </w:r>
      <w:r w:rsidR="00F635DB">
        <w:t xml:space="preserve">… </w:t>
      </w:r>
      <w:r w:rsidRPr="009071AC">
        <w:t>D</w:t>
      </w:r>
      <w:r w:rsidR="00F635DB">
        <w:t>’</w:t>
      </w:r>
      <w:r w:rsidRPr="009071AC">
        <w:t>ailleurs</w:t>
      </w:r>
      <w:r w:rsidR="00F635DB">
        <w:t xml:space="preserve">, </w:t>
      </w:r>
      <w:r w:rsidRPr="009071AC">
        <w:t>j</w:t>
      </w:r>
      <w:r w:rsidR="00F635DB">
        <w:t>’</w:t>
      </w:r>
      <w:r w:rsidRPr="009071AC">
        <w:t>avis commis une imprudence énorme</w:t>
      </w:r>
      <w:r w:rsidR="00F635DB">
        <w:t xml:space="preserve">… </w:t>
      </w:r>
      <w:r w:rsidRPr="009071AC">
        <w:t>J</w:t>
      </w:r>
      <w:r w:rsidR="00F635DB">
        <w:t>’</w:t>
      </w:r>
      <w:r w:rsidRPr="009071AC">
        <w:t xml:space="preserve">avais été assez simple pour laisser voir à mes compagnes les magnifiques bijoux dont </w:t>
      </w:r>
      <w:r w:rsidR="00F635DB">
        <w:t>M. de </w:t>
      </w:r>
      <w:proofErr w:type="spellStart"/>
      <w:r w:rsidRPr="009071AC">
        <w:t>Chalusse</w:t>
      </w:r>
      <w:proofErr w:type="spellEnd"/>
      <w:r w:rsidRPr="009071AC">
        <w:t xml:space="preserve"> m</w:t>
      </w:r>
      <w:r w:rsidR="00F635DB">
        <w:t>’</w:t>
      </w:r>
      <w:r w:rsidRPr="009071AC">
        <w:t>avait comblée</w:t>
      </w:r>
      <w:r w:rsidR="00F635DB">
        <w:t xml:space="preserve">, </w:t>
      </w:r>
      <w:r w:rsidRPr="009071AC">
        <w:t>et que je ne portais jamais</w:t>
      </w:r>
      <w:r w:rsidR="00F635DB">
        <w:t xml:space="preserve">… </w:t>
      </w:r>
      <w:r w:rsidRPr="009071AC">
        <w:t>En deux occasions</w:t>
      </w:r>
      <w:r w:rsidR="00F635DB">
        <w:t xml:space="preserve">, </w:t>
      </w:r>
      <w:r w:rsidRPr="009071AC">
        <w:t>j</w:t>
      </w:r>
      <w:r w:rsidR="00F635DB">
        <w:t>’</w:t>
      </w:r>
      <w:r w:rsidRPr="009071AC">
        <w:t>avais prouvé que je disposais à moi seule de plus d</w:t>
      </w:r>
      <w:r w:rsidR="00F635DB">
        <w:t>’</w:t>
      </w:r>
      <w:r w:rsidRPr="009071AC">
        <w:t>argent que toutes les élèves ensemble</w:t>
      </w:r>
      <w:r w:rsidR="00F635DB">
        <w:t>…</w:t>
      </w:r>
    </w:p>
    <w:p w14:paraId="03AA6446" w14:textId="77777777" w:rsidR="00F635DB" w:rsidRDefault="00855694" w:rsidP="00F635DB">
      <w:r w:rsidRPr="009071AC">
        <w:t>Pauvre</w:t>
      </w:r>
      <w:r w:rsidR="00F635DB">
        <w:t xml:space="preserve">, </w:t>
      </w:r>
      <w:r w:rsidRPr="009071AC">
        <w:t>on m</w:t>
      </w:r>
      <w:r w:rsidR="00F635DB">
        <w:t>’</w:t>
      </w:r>
      <w:r w:rsidRPr="009071AC">
        <w:t>eût peut-être fait l</w:t>
      </w:r>
      <w:r w:rsidR="00F635DB">
        <w:t>’</w:t>
      </w:r>
      <w:r w:rsidRPr="009071AC">
        <w:t>aumône d</w:t>
      </w:r>
      <w:r w:rsidR="00F635DB">
        <w:t>’</w:t>
      </w:r>
      <w:r w:rsidRPr="009071AC">
        <w:t>une hypocrite pitié</w:t>
      </w:r>
      <w:r w:rsidR="00F635DB">
        <w:t xml:space="preserve">… </w:t>
      </w:r>
      <w:r w:rsidRPr="009071AC">
        <w:t>Riche</w:t>
      </w:r>
      <w:r w:rsidR="00F635DB">
        <w:t xml:space="preserve">, </w:t>
      </w:r>
      <w:r w:rsidRPr="009071AC">
        <w:t>je devins l</w:t>
      </w:r>
      <w:r w:rsidR="00F635DB">
        <w:t>’</w:t>
      </w:r>
      <w:r w:rsidRPr="009071AC">
        <w:t>ennemie</w:t>
      </w:r>
      <w:r w:rsidR="00F635DB">
        <w:t xml:space="preserve">… </w:t>
      </w:r>
      <w:r w:rsidRPr="009071AC">
        <w:t>Ce fut la guerre</w:t>
      </w:r>
      <w:r w:rsidR="00F635DB">
        <w:t xml:space="preserve">, </w:t>
      </w:r>
      <w:r w:rsidRPr="009071AC">
        <w:t>et une de ces guerres sans merci comme il s</w:t>
      </w:r>
      <w:r w:rsidR="00F635DB">
        <w:t>’</w:t>
      </w:r>
      <w:r w:rsidRPr="009071AC">
        <w:t>en voit parfois au fond des couvents</w:t>
      </w:r>
      <w:r w:rsidR="00F635DB">
        <w:t>…</w:t>
      </w:r>
    </w:p>
    <w:p w14:paraId="29CC0750" w14:textId="77777777" w:rsidR="00F635DB" w:rsidRDefault="00855694" w:rsidP="00F635DB">
      <w:r w:rsidRPr="009071AC">
        <w:t>Je vous épouvanterais</w:t>
      </w:r>
      <w:r w:rsidR="00F635DB">
        <w:t xml:space="preserve">, </w:t>
      </w:r>
      <w:r w:rsidRPr="009071AC">
        <w:t>monsieur</w:t>
      </w:r>
      <w:r w:rsidR="00F635DB">
        <w:t xml:space="preserve">, </w:t>
      </w:r>
      <w:r w:rsidRPr="009071AC">
        <w:t>si je vous disais quels raffinements de cruauté inventèrent ces filles de hobereaux pour satisfaire la haine que leur inspirait l</w:t>
      </w:r>
      <w:r w:rsidR="00F635DB">
        <w:t>’</w:t>
      </w:r>
      <w:r w:rsidRPr="009071AC">
        <w:t>intruse</w:t>
      </w:r>
      <w:r w:rsidR="00F635DB">
        <w:t>…</w:t>
      </w:r>
    </w:p>
    <w:p w14:paraId="4ABAF61A" w14:textId="77777777" w:rsidR="00F635DB" w:rsidRDefault="00855694" w:rsidP="00F635DB">
      <w:r w:rsidRPr="009071AC">
        <w:t>Je pouvais me plaindre</w:t>
      </w:r>
      <w:r w:rsidR="00F635DB">
        <w:t xml:space="preserve">… </w:t>
      </w:r>
      <w:r w:rsidRPr="009071AC">
        <w:t>je jugeais cela au-dessous de moi</w:t>
      </w:r>
      <w:r w:rsidR="00F635DB">
        <w:t>…</w:t>
      </w:r>
    </w:p>
    <w:p w14:paraId="2DA50C06" w14:textId="77777777" w:rsidR="00F635DB" w:rsidRDefault="00855694" w:rsidP="00F635DB">
      <w:r w:rsidRPr="009071AC">
        <w:t>Comme autrefois</w:t>
      </w:r>
      <w:r w:rsidR="00F635DB">
        <w:t xml:space="preserve">, </w:t>
      </w:r>
      <w:r w:rsidRPr="009071AC">
        <w:t>je renfermai en moi le secret de mes souffrances</w:t>
      </w:r>
      <w:r w:rsidR="00F635DB">
        <w:t xml:space="preserve">, </w:t>
      </w:r>
      <w:r w:rsidRPr="009071AC">
        <w:t>et je mis mon orgueil à ne montrer jamais qu</w:t>
      </w:r>
      <w:r w:rsidR="00F635DB">
        <w:t>’</w:t>
      </w:r>
      <w:r w:rsidRPr="009071AC">
        <w:t>un visage placide et souriant</w:t>
      </w:r>
      <w:r w:rsidR="00F635DB">
        <w:t xml:space="preserve">, </w:t>
      </w:r>
      <w:r w:rsidRPr="009071AC">
        <w:t>disant à mes ennemies que mon cœur planait si haut au-dessus d</w:t>
      </w:r>
      <w:r w:rsidR="00F635DB">
        <w:t>’</w:t>
      </w:r>
      <w:r w:rsidRPr="009071AC">
        <w:t>elles</w:t>
      </w:r>
      <w:r w:rsidR="00F635DB">
        <w:t xml:space="preserve">, </w:t>
      </w:r>
      <w:r w:rsidRPr="009071AC">
        <w:t>que je les défiais de l</w:t>
      </w:r>
      <w:r w:rsidR="00F635DB">
        <w:t>’</w:t>
      </w:r>
      <w:r w:rsidRPr="009071AC">
        <w:t>atteindre</w:t>
      </w:r>
      <w:r w:rsidR="00F635DB">
        <w:t>.</w:t>
      </w:r>
    </w:p>
    <w:p w14:paraId="1E916265" w14:textId="77777777" w:rsidR="00F635DB" w:rsidRDefault="00855694" w:rsidP="00F635DB">
      <w:r w:rsidRPr="009071AC">
        <w:t>Le travail fut mon refuge et ma consolation</w:t>
      </w:r>
      <w:r w:rsidR="00F635DB">
        <w:t xml:space="preserve"> ; </w:t>
      </w:r>
      <w:r w:rsidRPr="009071AC">
        <w:t>je m</w:t>
      </w:r>
      <w:r w:rsidR="00F635DB">
        <w:t>’</w:t>
      </w:r>
      <w:r w:rsidRPr="009071AC">
        <w:t>y jetai avec l</w:t>
      </w:r>
      <w:r w:rsidR="00F635DB">
        <w:t>’</w:t>
      </w:r>
      <w:r w:rsidRPr="009071AC">
        <w:t>âpreté du désespoir</w:t>
      </w:r>
      <w:r w:rsidR="00F635DB">
        <w:t>.</w:t>
      </w:r>
    </w:p>
    <w:p w14:paraId="0E942842" w14:textId="77777777" w:rsidR="00F635DB" w:rsidRDefault="00855694" w:rsidP="00F635DB">
      <w:r w:rsidRPr="009071AC">
        <w:t>Cependant je serais sans doute morte à Sainte-Marthe sans une circonstance futile</w:t>
      </w:r>
      <w:r w:rsidR="00F635DB">
        <w:t>.</w:t>
      </w:r>
    </w:p>
    <w:p w14:paraId="7B3078EF" w14:textId="77777777" w:rsidR="00F635DB" w:rsidRDefault="00855694" w:rsidP="00F635DB">
      <w:r w:rsidRPr="009071AC">
        <w:t>Un jour de composition</w:t>
      </w:r>
      <w:r w:rsidR="00F635DB">
        <w:t xml:space="preserve">, </w:t>
      </w:r>
      <w:r w:rsidRPr="009071AC">
        <w:t>j</w:t>
      </w:r>
      <w:r w:rsidR="00F635DB">
        <w:t>’</w:t>
      </w:r>
      <w:r w:rsidRPr="009071AC">
        <w:t>eus une discussion avec ma plus implacable ennemie</w:t>
      </w:r>
      <w:r w:rsidR="00F635DB">
        <w:t xml:space="preserve"> : </w:t>
      </w:r>
      <w:r w:rsidRPr="009071AC">
        <w:t xml:space="preserve">elle se nommait Anaïs de </w:t>
      </w:r>
      <w:proofErr w:type="spellStart"/>
      <w:r w:rsidRPr="009071AC">
        <w:t>Rochecote</w:t>
      </w:r>
      <w:proofErr w:type="spellEnd"/>
      <w:r w:rsidR="00F635DB">
        <w:t>.</w:t>
      </w:r>
    </w:p>
    <w:p w14:paraId="4575D7B4" w14:textId="19CA875B" w:rsidR="00F635DB" w:rsidRDefault="00855694" w:rsidP="00F635DB">
      <w:r w:rsidRPr="009071AC">
        <w:t>J</w:t>
      </w:r>
      <w:r w:rsidR="00F635DB">
        <w:t>’</w:t>
      </w:r>
      <w:r w:rsidRPr="009071AC">
        <w:t>avais mille fois raison</w:t>
      </w:r>
      <w:r w:rsidR="00F635DB">
        <w:t xml:space="preserve">, </w:t>
      </w:r>
      <w:r w:rsidRPr="009071AC">
        <w:t>je ne voulais pas céder</w:t>
      </w:r>
      <w:r w:rsidR="00F635DB">
        <w:t xml:space="preserve">, </w:t>
      </w:r>
      <w:r w:rsidR="002914B6">
        <w:t>la</w:t>
      </w:r>
      <w:r w:rsidR="002914B6" w:rsidRPr="009071AC">
        <w:t xml:space="preserve"> </w:t>
      </w:r>
      <w:r w:rsidRPr="009071AC">
        <w:t>directrice n</w:t>
      </w:r>
      <w:r w:rsidR="00F635DB">
        <w:t>’</w:t>
      </w:r>
      <w:r w:rsidRPr="009071AC">
        <w:t>osait pas me donner tort</w:t>
      </w:r>
      <w:r w:rsidR="00F635DB">
        <w:t>.</w:t>
      </w:r>
    </w:p>
    <w:p w14:paraId="5695A2C8" w14:textId="36F3CEC5" w:rsidR="00F635DB" w:rsidRDefault="00855694" w:rsidP="00F635DB">
      <w:r w:rsidRPr="009071AC">
        <w:lastRenderedPageBreak/>
        <w:t>Furieuse</w:t>
      </w:r>
      <w:r w:rsidR="00F635DB">
        <w:t xml:space="preserve">, </w:t>
      </w:r>
      <w:r w:rsidRPr="009071AC">
        <w:t>Anaïs écrivit à sa mère je ne sais quels mensonges</w:t>
      </w:r>
      <w:r w:rsidR="00F635DB">
        <w:t>. M</w:t>
      </w:r>
      <w:r w:rsidR="00F635DB" w:rsidRPr="00F635DB">
        <w:rPr>
          <w:vertAlign w:val="superscript"/>
        </w:rPr>
        <w:t>me</w:t>
      </w:r>
      <w:r w:rsidR="00F635DB">
        <w:t> de </w:t>
      </w:r>
      <w:proofErr w:type="spellStart"/>
      <w:r w:rsidRPr="009071AC">
        <w:t>Rochecote</w:t>
      </w:r>
      <w:proofErr w:type="spellEnd"/>
      <w:r w:rsidRPr="009071AC">
        <w:t xml:space="preserve"> intéressa les mères de cinq ou six élèves à la querelle de sa fille</w:t>
      </w:r>
      <w:r w:rsidR="00F635DB">
        <w:t xml:space="preserve">, </w:t>
      </w:r>
      <w:r w:rsidRPr="009071AC">
        <w:t>et un soir</w:t>
      </w:r>
      <w:r w:rsidR="00F635DB">
        <w:t xml:space="preserve">, </w:t>
      </w:r>
      <w:r w:rsidRPr="009071AC">
        <w:t>ces dames vinrent toutes ensemble</w:t>
      </w:r>
      <w:r w:rsidR="00F635DB">
        <w:t xml:space="preserve">, </w:t>
      </w:r>
      <w:r w:rsidRPr="009071AC">
        <w:t>noblement et courageusement demander</w:t>
      </w:r>
      <w:r w:rsidR="00F635DB">
        <w:t xml:space="preserve">, </w:t>
      </w:r>
      <w:r w:rsidRPr="009071AC">
        <w:t>l</w:t>
      </w:r>
      <w:r w:rsidR="00F635DB">
        <w:t>’</w:t>
      </w:r>
      <w:r w:rsidRPr="009071AC">
        <w:t xml:space="preserve">expulsion de </w:t>
      </w:r>
      <w:r w:rsidR="00F635DB">
        <w:t>« </w:t>
      </w:r>
      <w:r w:rsidRPr="009071AC">
        <w:t>la bâtarde</w:t>
      </w:r>
      <w:r w:rsidR="00F635DB">
        <w:t>. »</w:t>
      </w:r>
      <w:r w:rsidRPr="009071AC">
        <w:t xml:space="preserve"> Il était inqualifiable</w:t>
      </w:r>
      <w:r w:rsidR="00F635DB">
        <w:t xml:space="preserve">, </w:t>
      </w:r>
      <w:r w:rsidRPr="009071AC">
        <w:t>disaient-elles</w:t>
      </w:r>
      <w:r w:rsidR="00F635DB">
        <w:t xml:space="preserve">, </w:t>
      </w:r>
      <w:r w:rsidRPr="009071AC">
        <w:t>inouï</w:t>
      </w:r>
      <w:r w:rsidR="00F635DB">
        <w:t xml:space="preserve">, </w:t>
      </w:r>
      <w:r w:rsidRPr="009071AC">
        <w:t>monstrueux</w:t>
      </w:r>
      <w:r w:rsidR="00F635DB">
        <w:t xml:space="preserve">, </w:t>
      </w:r>
      <w:r w:rsidRPr="009071AC">
        <w:t>qu</w:t>
      </w:r>
      <w:r w:rsidR="00F635DB">
        <w:t>’</w:t>
      </w:r>
      <w:r w:rsidRPr="009071AC">
        <w:t>on osât admettre dans la maison d</w:t>
      </w:r>
      <w:r w:rsidR="00F635DB">
        <w:t>’</w:t>
      </w:r>
      <w:r w:rsidRPr="009071AC">
        <w:t>éducation de leurs enfants</w:t>
      </w:r>
      <w:r w:rsidR="00F635DB">
        <w:t xml:space="preserve">, </w:t>
      </w:r>
      <w:r w:rsidRPr="009071AC">
        <w:t>une fille comme moi</w:t>
      </w:r>
      <w:r w:rsidR="00F635DB">
        <w:t xml:space="preserve">, </w:t>
      </w:r>
      <w:r w:rsidRPr="009071AC">
        <w:t>sans nom</w:t>
      </w:r>
      <w:r w:rsidR="00F635DB">
        <w:t xml:space="preserve">, </w:t>
      </w:r>
      <w:r w:rsidRPr="009071AC">
        <w:t>issue on ne savait d</w:t>
      </w:r>
      <w:r w:rsidR="00F635DB">
        <w:t>’</w:t>
      </w:r>
      <w:r w:rsidRPr="009071AC">
        <w:t>où</w:t>
      </w:r>
      <w:r w:rsidR="00F635DB">
        <w:t xml:space="preserve">, </w:t>
      </w:r>
      <w:r w:rsidRPr="009071AC">
        <w:t>et qui</w:t>
      </w:r>
      <w:r w:rsidR="00F635DB">
        <w:t xml:space="preserve">, </w:t>
      </w:r>
      <w:r w:rsidRPr="009071AC">
        <w:t>pour comble</w:t>
      </w:r>
      <w:r w:rsidR="00F635DB">
        <w:t xml:space="preserve">, </w:t>
      </w:r>
      <w:r w:rsidRPr="009071AC">
        <w:t>humiliait les autres de ses richesses suspectes</w:t>
      </w:r>
      <w:r w:rsidR="00F635DB">
        <w:t>.</w:t>
      </w:r>
    </w:p>
    <w:p w14:paraId="29999729" w14:textId="77777777" w:rsidR="00F635DB" w:rsidRDefault="00855694" w:rsidP="00F635DB">
      <w:r w:rsidRPr="009071AC">
        <w:t>La directrice voulut prendre mon parti</w:t>
      </w:r>
      <w:r w:rsidR="00F635DB">
        <w:t xml:space="preserve"> ; </w:t>
      </w:r>
      <w:r w:rsidRPr="009071AC">
        <w:t>ces dames déclarèrent que si je n</w:t>
      </w:r>
      <w:r w:rsidR="00F635DB">
        <w:t>’</w:t>
      </w:r>
      <w:r w:rsidRPr="009071AC">
        <w:t>étais pas renvoyée elles retireraient leurs filles</w:t>
      </w:r>
      <w:r w:rsidR="00F635DB">
        <w:t xml:space="preserve">… </w:t>
      </w:r>
      <w:r w:rsidRPr="009071AC">
        <w:t>C</w:t>
      </w:r>
      <w:r w:rsidR="00F635DB">
        <w:t>’</w:t>
      </w:r>
      <w:r w:rsidRPr="009071AC">
        <w:t>était à prendre ou à laisser</w:t>
      </w:r>
      <w:r w:rsidR="00F635DB">
        <w:t>…</w:t>
      </w:r>
    </w:p>
    <w:p w14:paraId="77211222" w14:textId="77777777" w:rsidR="00F635DB" w:rsidRDefault="00855694" w:rsidP="00F635DB">
      <w:r w:rsidRPr="009071AC">
        <w:t>Je ne pouvais pas n</w:t>
      </w:r>
      <w:r w:rsidR="00F635DB">
        <w:t>’</w:t>
      </w:r>
      <w:r w:rsidRPr="009071AC">
        <w:t>être pas sacrifiée</w:t>
      </w:r>
      <w:r w:rsidR="00F635DB">
        <w:t>…</w:t>
      </w:r>
    </w:p>
    <w:p w14:paraId="00D0DB69" w14:textId="4BFBBA3B" w:rsidR="00F635DB" w:rsidRDefault="00855694" w:rsidP="00F635DB">
      <w:r w:rsidRPr="009071AC">
        <w:t>Prévenu par le télégraphe</w:t>
      </w:r>
      <w:r w:rsidR="00F635DB">
        <w:t>, M. de </w:t>
      </w:r>
      <w:proofErr w:type="spellStart"/>
      <w:r w:rsidRPr="009071AC">
        <w:t>Chalusse</w:t>
      </w:r>
      <w:proofErr w:type="spellEnd"/>
      <w:r w:rsidRPr="009071AC">
        <w:t xml:space="preserve"> accourut</w:t>
      </w:r>
      <w:r w:rsidR="00F635DB">
        <w:t xml:space="preserve">, </w:t>
      </w:r>
      <w:r w:rsidRPr="009071AC">
        <w:t>et le lendemain même</w:t>
      </w:r>
      <w:r w:rsidR="00F635DB">
        <w:t xml:space="preserve">, </w:t>
      </w:r>
      <w:r w:rsidRPr="009071AC">
        <w:t>je quittais Sainte-Marthe au milieu des huées</w:t>
      </w:r>
      <w:r w:rsidR="00F635DB">
        <w:t> !…</w:t>
      </w:r>
    </w:p>
    <w:p w14:paraId="7E63FDF4" w14:textId="4AC19DD5" w:rsidR="00855694" w:rsidRPr="009071AC" w:rsidRDefault="00855694" w:rsidP="00F635DB">
      <w:pPr>
        <w:pStyle w:val="Titre1"/>
      </w:pPr>
      <w:bookmarkStart w:id="10" w:name="_Toc202021408"/>
      <w:r w:rsidRPr="009071AC">
        <w:lastRenderedPageBreak/>
        <w:t>X</w:t>
      </w:r>
      <w:bookmarkEnd w:id="10"/>
      <w:r w:rsidRPr="009071AC">
        <w:br/>
      </w:r>
    </w:p>
    <w:p w14:paraId="41BCB5EC" w14:textId="668B6B04" w:rsidR="00F635DB" w:rsidRDefault="00855694" w:rsidP="00F635DB">
      <w:r w:rsidRPr="009071AC">
        <w:t>Déjà</w:t>
      </w:r>
      <w:r w:rsidR="00F635DB">
        <w:t xml:space="preserve">, </w:t>
      </w:r>
      <w:r w:rsidRPr="009071AC">
        <w:t>le matin même</w:t>
      </w:r>
      <w:r w:rsidR="00F635DB">
        <w:t xml:space="preserve">, </w:t>
      </w:r>
      <w:r w:rsidRPr="009071AC">
        <w:t xml:space="preserve">le juge de paix avait pu voir de quelle virile énergie le malheur avait trempé </w:t>
      </w:r>
      <w:r w:rsidR="00F635DB">
        <w:t>M</w:t>
      </w:r>
      <w:r w:rsidR="00F635DB" w:rsidRPr="00F635DB">
        <w:rPr>
          <w:vertAlign w:val="superscript"/>
        </w:rPr>
        <w:t>lle</w:t>
      </w:r>
      <w:r w:rsidR="00F635DB">
        <w:t> </w:t>
      </w:r>
      <w:r w:rsidRPr="009071AC">
        <w:t>Marguerite</w:t>
      </w:r>
      <w:r w:rsidR="00F635DB">
        <w:t xml:space="preserve">, </w:t>
      </w:r>
      <w:r w:rsidRPr="009071AC">
        <w:t>cette belle jeune fille si timide et si fière</w:t>
      </w:r>
      <w:r w:rsidR="00F635DB">
        <w:t>.</w:t>
      </w:r>
    </w:p>
    <w:p w14:paraId="1F88BCEE" w14:textId="77777777" w:rsidR="00F635DB" w:rsidRDefault="00855694" w:rsidP="00F635DB">
      <w:r w:rsidRPr="009071AC">
        <w:t>Il n</w:t>
      </w:r>
      <w:r w:rsidR="00F635DB">
        <w:t>’</w:t>
      </w:r>
      <w:r w:rsidRPr="009071AC">
        <w:t>en fut pas moins surpris de l</w:t>
      </w:r>
      <w:r w:rsidR="00F635DB">
        <w:t>’</w:t>
      </w:r>
      <w:r w:rsidRPr="009071AC">
        <w:t>explosion soudaine de sa haine</w:t>
      </w:r>
      <w:r w:rsidR="00F635DB">
        <w:t>.</w:t>
      </w:r>
    </w:p>
    <w:p w14:paraId="237BA511" w14:textId="77777777" w:rsidR="00F635DB" w:rsidRDefault="00855694" w:rsidP="00F635DB">
      <w:r w:rsidRPr="009071AC">
        <w:t>Car elle haïssait</w:t>
      </w:r>
      <w:r w:rsidR="00F635DB">
        <w:t xml:space="preserve">. </w:t>
      </w:r>
      <w:r w:rsidRPr="009071AC">
        <w:t>Le seul frémissement de sa voix</w:t>
      </w:r>
      <w:r w:rsidR="00F635DB">
        <w:t xml:space="preserve">, </w:t>
      </w:r>
      <w:r w:rsidRPr="009071AC">
        <w:t>en prononçant le nom d</w:t>
      </w:r>
      <w:r w:rsidR="00F635DB">
        <w:t>’</w:t>
      </w:r>
      <w:r w:rsidRPr="009071AC">
        <w:t xml:space="preserve">Anaïs de </w:t>
      </w:r>
      <w:proofErr w:type="spellStart"/>
      <w:r w:rsidRPr="009071AC">
        <w:t>Rochecote</w:t>
      </w:r>
      <w:proofErr w:type="spellEnd"/>
      <w:r w:rsidR="00F635DB">
        <w:t xml:space="preserve">, </w:t>
      </w:r>
      <w:r w:rsidRPr="009071AC">
        <w:t>disait bien qu</w:t>
      </w:r>
      <w:r w:rsidR="00F635DB">
        <w:t>’</w:t>
      </w:r>
      <w:r w:rsidRPr="009071AC">
        <w:t>elle était de ces âmes altières qui ne sauraient oublier une offense</w:t>
      </w:r>
      <w:r w:rsidR="00F635DB">
        <w:t>.</w:t>
      </w:r>
    </w:p>
    <w:p w14:paraId="76DD5B13" w14:textId="77777777" w:rsidR="00F635DB" w:rsidRDefault="00855694" w:rsidP="00F635DB">
      <w:r w:rsidRPr="009071AC">
        <w:t>Nulle trace ne restait de sa fatigue si grande</w:t>
      </w:r>
      <w:r w:rsidR="00F635DB">
        <w:t xml:space="preserve"> : </w:t>
      </w:r>
      <w:r w:rsidRPr="009071AC">
        <w:t>elle s</w:t>
      </w:r>
      <w:r w:rsidR="00F635DB">
        <w:t>’</w:t>
      </w:r>
      <w:r w:rsidRPr="009071AC">
        <w:t>était redressée</w:t>
      </w:r>
      <w:r w:rsidR="00F635DB">
        <w:t xml:space="preserve">, </w:t>
      </w:r>
      <w:r w:rsidRPr="009071AC">
        <w:t>et le souvenir de l</w:t>
      </w:r>
      <w:r w:rsidR="00F635DB">
        <w:t>’</w:t>
      </w:r>
      <w:r w:rsidRPr="009071AC">
        <w:t>odieux et lâche affront dont elle avait été victime</w:t>
      </w:r>
      <w:r w:rsidR="00F635DB">
        <w:t xml:space="preserve">, </w:t>
      </w:r>
      <w:r w:rsidRPr="009071AC">
        <w:t>empourprait sa joue et allumait des éclairs au fond de ses grands yeux noirs</w:t>
      </w:r>
      <w:r w:rsidR="00F635DB">
        <w:t>.</w:t>
      </w:r>
    </w:p>
    <w:p w14:paraId="6B834DE7" w14:textId="32FF0F8C" w:rsidR="00F635DB" w:rsidRDefault="00F635DB" w:rsidP="00F635DB">
      <w:r>
        <w:t>— </w:t>
      </w:r>
      <w:r w:rsidR="00855694" w:rsidRPr="009071AC">
        <w:t>Cette atroce humiliation n</w:t>
      </w:r>
      <w:r>
        <w:t>’</w:t>
      </w:r>
      <w:r w:rsidR="00855694" w:rsidRPr="009071AC">
        <w:t>a guère plus d</w:t>
      </w:r>
      <w:r>
        <w:t>’</w:t>
      </w:r>
      <w:r w:rsidR="00855694" w:rsidRPr="009071AC">
        <w:t>un an de date</w:t>
      </w:r>
      <w:r>
        <w:t xml:space="preserve">, </w:t>
      </w:r>
      <w:r w:rsidR="00855694" w:rsidRPr="009071AC">
        <w:t>monsieur</w:t>
      </w:r>
      <w:r>
        <w:t xml:space="preserve">, </w:t>
      </w:r>
      <w:r w:rsidR="00855694" w:rsidRPr="009071AC">
        <w:t>reprit-elle</w:t>
      </w:r>
      <w:r>
        <w:t xml:space="preserve">, </w:t>
      </w:r>
      <w:r w:rsidR="00855694" w:rsidRPr="009071AC">
        <w:t>et maintenant il me reste peu de chose à vous apprendre</w:t>
      </w:r>
      <w:r>
        <w:t xml:space="preserve">. </w:t>
      </w:r>
      <w:r w:rsidR="00855694" w:rsidRPr="009071AC">
        <w:t>Mon expulsion de Sainte-Marthe transporta d</w:t>
      </w:r>
      <w:r>
        <w:t>’</w:t>
      </w:r>
      <w:r w:rsidR="00855694" w:rsidRPr="009071AC">
        <w:t xml:space="preserve">indignation </w:t>
      </w:r>
      <w:r>
        <w:t>M. de </w:t>
      </w:r>
      <w:proofErr w:type="spellStart"/>
      <w:r w:rsidR="00855694" w:rsidRPr="009071AC">
        <w:t>Chalusse</w:t>
      </w:r>
      <w:proofErr w:type="spellEnd"/>
      <w:r>
        <w:t xml:space="preserve">. </w:t>
      </w:r>
      <w:r w:rsidR="00855694" w:rsidRPr="009071AC">
        <w:t>Il savait une chose que j</w:t>
      </w:r>
      <w:r>
        <w:t>’</w:t>
      </w:r>
      <w:r w:rsidR="00855694" w:rsidRPr="009071AC">
        <w:t>ignorais</w:t>
      </w:r>
      <w:r>
        <w:t xml:space="preserve">, </w:t>
      </w:r>
      <w:r w:rsidR="00855694" w:rsidRPr="009071AC">
        <w:t>c</w:t>
      </w:r>
      <w:r>
        <w:t>’</w:t>
      </w:r>
      <w:r w:rsidR="00855694" w:rsidRPr="009071AC">
        <w:t xml:space="preserve">est que </w:t>
      </w:r>
      <w:r>
        <w:t>M</w:t>
      </w:r>
      <w:r w:rsidRPr="00F635DB">
        <w:rPr>
          <w:vertAlign w:val="superscript"/>
        </w:rPr>
        <w:t>me</w:t>
      </w:r>
      <w:r>
        <w:t> de </w:t>
      </w:r>
      <w:proofErr w:type="spellStart"/>
      <w:r w:rsidR="00855694" w:rsidRPr="009071AC">
        <w:t>Rochecote</w:t>
      </w:r>
      <w:proofErr w:type="spellEnd"/>
      <w:r>
        <w:t xml:space="preserve">, </w:t>
      </w:r>
      <w:r w:rsidR="00855694" w:rsidRPr="009071AC">
        <w:t>cette femme si sévère et si intraitable</w:t>
      </w:r>
      <w:r>
        <w:t xml:space="preserve">, </w:t>
      </w:r>
      <w:r w:rsidR="00855694" w:rsidRPr="009071AC">
        <w:t>était absolument décriée pour ses mœurs</w:t>
      </w:r>
      <w:r>
        <w:t>…</w:t>
      </w:r>
    </w:p>
    <w:p w14:paraId="57F386E7" w14:textId="77777777" w:rsidR="00F635DB" w:rsidRDefault="00855694" w:rsidP="00F635DB">
      <w:r w:rsidRPr="009071AC">
        <w:t>La première inspiration du comte fut de lutter et de se venger</w:t>
      </w:r>
      <w:r w:rsidR="00F635DB">
        <w:t xml:space="preserve">, </w:t>
      </w:r>
      <w:r w:rsidRPr="009071AC">
        <w:t>car</w:t>
      </w:r>
      <w:r w:rsidR="00F635DB">
        <w:t xml:space="preserve">, </w:t>
      </w:r>
      <w:r w:rsidRPr="009071AC">
        <w:t>avec ses apparences glaciales</w:t>
      </w:r>
      <w:r w:rsidR="00F635DB">
        <w:t xml:space="preserve">, </w:t>
      </w:r>
      <w:r w:rsidRPr="009071AC">
        <w:t>il était la violence même</w:t>
      </w:r>
      <w:r w:rsidR="00F635DB">
        <w:t xml:space="preserve">. </w:t>
      </w:r>
      <w:r w:rsidRPr="009071AC">
        <w:t>J</w:t>
      </w:r>
      <w:r w:rsidR="00F635DB">
        <w:t>’</w:t>
      </w:r>
      <w:r w:rsidRPr="009071AC">
        <w:t>eus toutes les peines du monde à l</w:t>
      </w:r>
      <w:r w:rsidR="00F635DB">
        <w:t>’</w:t>
      </w:r>
      <w:r w:rsidRPr="009071AC">
        <w:t>empêcher d</w:t>
      </w:r>
      <w:r w:rsidR="00F635DB">
        <w:t>’</w:t>
      </w:r>
      <w:r w:rsidRPr="009071AC">
        <w:t xml:space="preserve">aller provoquer le général de </w:t>
      </w:r>
      <w:proofErr w:type="spellStart"/>
      <w:r w:rsidRPr="009071AC">
        <w:t>Rochecote</w:t>
      </w:r>
      <w:proofErr w:type="spellEnd"/>
      <w:r w:rsidR="00F635DB">
        <w:t xml:space="preserve">, </w:t>
      </w:r>
      <w:r w:rsidRPr="009071AC">
        <w:t>qui vivait encore à cette époque</w:t>
      </w:r>
      <w:r w:rsidR="00F635DB">
        <w:t>.</w:t>
      </w:r>
    </w:p>
    <w:p w14:paraId="5CEBCA57" w14:textId="77777777" w:rsidR="00F635DB" w:rsidRDefault="00855694" w:rsidP="00F635DB">
      <w:r w:rsidRPr="009071AC">
        <w:t>Cependant il importait de prendre un parti pour moi</w:t>
      </w:r>
      <w:r w:rsidR="00F635DB">
        <w:t>.</w:t>
      </w:r>
    </w:p>
    <w:p w14:paraId="0CF63B82" w14:textId="689F3DB3" w:rsidR="00F635DB" w:rsidRDefault="00F635DB" w:rsidP="00F635DB">
      <w:r>
        <w:lastRenderedPageBreak/>
        <w:t>M. de </w:t>
      </w:r>
      <w:proofErr w:type="spellStart"/>
      <w:r w:rsidR="00855694" w:rsidRPr="009071AC">
        <w:t>Chalusse</w:t>
      </w:r>
      <w:proofErr w:type="spellEnd"/>
      <w:r w:rsidR="00855694" w:rsidRPr="009071AC">
        <w:t xml:space="preserve"> me proposa de me chercher une autre maison d</w:t>
      </w:r>
      <w:r>
        <w:t>’</w:t>
      </w:r>
      <w:r w:rsidR="00855694" w:rsidRPr="009071AC">
        <w:t>éducation</w:t>
      </w:r>
      <w:r>
        <w:t xml:space="preserve">, </w:t>
      </w:r>
      <w:r w:rsidR="00855694" w:rsidRPr="009071AC">
        <w:t>me promettant</w:t>
      </w:r>
      <w:r>
        <w:t xml:space="preserve">, </w:t>
      </w:r>
      <w:r w:rsidR="00855694" w:rsidRPr="009071AC">
        <w:t>instruit qu</w:t>
      </w:r>
      <w:r>
        <w:t>’</w:t>
      </w:r>
      <w:r w:rsidR="00855694" w:rsidRPr="009071AC">
        <w:t>il était par une désolante expérience</w:t>
      </w:r>
      <w:r>
        <w:t xml:space="preserve">, </w:t>
      </w:r>
      <w:r w:rsidR="00855694" w:rsidRPr="009071AC">
        <w:t>de prendre assez de précautions pour assurer mon repos</w:t>
      </w:r>
      <w:r>
        <w:t>.</w:t>
      </w:r>
    </w:p>
    <w:p w14:paraId="39FCE3A4" w14:textId="77777777" w:rsidR="00F635DB" w:rsidRDefault="00855694" w:rsidP="00F635DB">
      <w:r w:rsidRPr="009071AC">
        <w:t>Mais je l</w:t>
      </w:r>
      <w:r w:rsidR="00F635DB">
        <w:t>’</w:t>
      </w:r>
      <w:r w:rsidRPr="009071AC">
        <w:t>interrompis</w:t>
      </w:r>
      <w:r w:rsidR="00F635DB">
        <w:t xml:space="preserve">, </w:t>
      </w:r>
      <w:r w:rsidRPr="009071AC">
        <w:t>dès les premiers mots</w:t>
      </w:r>
      <w:r w:rsidR="00F635DB">
        <w:t xml:space="preserve">, </w:t>
      </w:r>
      <w:r w:rsidRPr="009071AC">
        <w:t>pour lui dire que je rentrerais à mon atelier de reliure plutôt que de hasarder une nouvelle épreuve</w:t>
      </w:r>
      <w:r w:rsidR="00F635DB">
        <w:t xml:space="preserve">. </w:t>
      </w:r>
      <w:r w:rsidRPr="009071AC">
        <w:t>Et ce que je disais</w:t>
      </w:r>
      <w:r w:rsidR="00F635DB">
        <w:t xml:space="preserve">, </w:t>
      </w:r>
      <w:r w:rsidRPr="009071AC">
        <w:t>je le pensais</w:t>
      </w:r>
      <w:r w:rsidR="00F635DB">
        <w:t>.</w:t>
      </w:r>
    </w:p>
    <w:p w14:paraId="1A45B9DF" w14:textId="77777777" w:rsidR="00F635DB" w:rsidRDefault="00855694" w:rsidP="00F635DB">
      <w:r w:rsidRPr="009071AC">
        <w:t>Un subterfuge indigne de moi</w:t>
      </w:r>
      <w:r w:rsidR="00F635DB">
        <w:t xml:space="preserve"> – </w:t>
      </w:r>
      <w:r w:rsidRPr="009071AC">
        <w:t>une supposition de nom</w:t>
      </w:r>
      <w:r w:rsidR="00F635DB">
        <w:t xml:space="preserve">, </w:t>
      </w:r>
      <w:r w:rsidRPr="009071AC">
        <w:t>par exemple</w:t>
      </w:r>
      <w:r w:rsidR="00F635DB">
        <w:t xml:space="preserve"> – </w:t>
      </w:r>
      <w:r w:rsidRPr="009071AC">
        <w:t>pouvait seul me mettre à l</w:t>
      </w:r>
      <w:r w:rsidR="00F635DB">
        <w:t>’</w:t>
      </w:r>
      <w:r w:rsidRPr="009071AC">
        <w:t>abri des avanies de Sainte-Marthe</w:t>
      </w:r>
      <w:r w:rsidR="00F635DB">
        <w:t xml:space="preserve">. </w:t>
      </w:r>
      <w:r w:rsidRPr="009071AC">
        <w:t>Or</w:t>
      </w:r>
      <w:r w:rsidR="00F635DB">
        <w:t xml:space="preserve">, </w:t>
      </w:r>
      <w:r w:rsidRPr="009071AC">
        <w:t>je me savais incapable de soutenir un mensonge</w:t>
      </w:r>
      <w:r w:rsidR="00F635DB">
        <w:t xml:space="preserve">… </w:t>
      </w:r>
      <w:r w:rsidRPr="009071AC">
        <w:t>je sentais qu</w:t>
      </w:r>
      <w:r w:rsidR="00F635DB">
        <w:t>’</w:t>
      </w:r>
      <w:r w:rsidRPr="009071AC">
        <w:t>au premier soupçon je confesserais tout</w:t>
      </w:r>
      <w:r w:rsidR="00F635DB">
        <w:t>.</w:t>
      </w:r>
    </w:p>
    <w:p w14:paraId="748255C3" w14:textId="177F712C" w:rsidR="00F635DB" w:rsidRDefault="00855694" w:rsidP="00F635DB">
      <w:r w:rsidRPr="009071AC">
        <w:t xml:space="preserve">Ma fermeté eut cet avantage de rendre quelque résolution à </w:t>
      </w:r>
      <w:r w:rsidR="00F635DB">
        <w:t>M. de </w:t>
      </w:r>
      <w:proofErr w:type="spellStart"/>
      <w:r w:rsidRPr="009071AC">
        <w:t>Chalusse</w:t>
      </w:r>
      <w:proofErr w:type="spellEnd"/>
      <w:r w:rsidR="00F635DB">
        <w:t>.</w:t>
      </w:r>
    </w:p>
    <w:p w14:paraId="586A525A" w14:textId="77777777" w:rsidR="00F635DB" w:rsidRDefault="00855694" w:rsidP="00F635DB">
      <w:r w:rsidRPr="009071AC">
        <w:t>Il s</w:t>
      </w:r>
      <w:r w:rsidR="00F635DB">
        <w:t>’</w:t>
      </w:r>
      <w:r w:rsidRPr="009071AC">
        <w:t>écria</w:t>
      </w:r>
      <w:r w:rsidR="00F635DB">
        <w:t xml:space="preserve">, </w:t>
      </w:r>
      <w:r w:rsidRPr="009071AC">
        <w:t>en jurant</w:t>
      </w:r>
      <w:r w:rsidR="00F635DB">
        <w:t xml:space="preserve"> – </w:t>
      </w:r>
      <w:r w:rsidRPr="009071AC">
        <w:t>ce qui ne lui arrivait presque jamais</w:t>
      </w:r>
      <w:r w:rsidR="00F635DB">
        <w:t xml:space="preserve"> – </w:t>
      </w:r>
      <w:r w:rsidRPr="009071AC">
        <w:t>que j</w:t>
      </w:r>
      <w:r w:rsidR="00F635DB">
        <w:t>’</w:t>
      </w:r>
      <w:r w:rsidRPr="009071AC">
        <w:t>avais mille fois raison</w:t>
      </w:r>
      <w:r w:rsidR="00F635DB">
        <w:t xml:space="preserve">, </w:t>
      </w:r>
      <w:r w:rsidRPr="009071AC">
        <w:t>qu</w:t>
      </w:r>
      <w:r w:rsidR="00F635DB">
        <w:t>’</w:t>
      </w:r>
      <w:r w:rsidRPr="009071AC">
        <w:t>il était las</w:t>
      </w:r>
      <w:r w:rsidR="00F635DB">
        <w:t xml:space="preserve">, </w:t>
      </w:r>
      <w:r w:rsidRPr="009071AC">
        <w:t>à la fin</w:t>
      </w:r>
      <w:r w:rsidR="00F635DB">
        <w:t xml:space="preserve">, </w:t>
      </w:r>
      <w:r w:rsidRPr="009071AC">
        <w:t>de trembler et de se cacher</w:t>
      </w:r>
      <w:r w:rsidR="00F635DB">
        <w:t xml:space="preserve">, </w:t>
      </w:r>
      <w:r w:rsidRPr="009071AC">
        <w:t>et qu</w:t>
      </w:r>
      <w:r w:rsidR="00F635DB">
        <w:t>’</w:t>
      </w:r>
      <w:r w:rsidRPr="009071AC">
        <w:t>il allait prendre ses mesures pour me garder près de lui</w:t>
      </w:r>
      <w:r w:rsidR="00F635DB">
        <w:t>.</w:t>
      </w:r>
    </w:p>
    <w:p w14:paraId="73E86009" w14:textId="77777777" w:rsidR="00F635DB" w:rsidRDefault="00F635DB" w:rsidP="00F635DB">
      <w:r>
        <w:t>— </w:t>
      </w:r>
      <w:r w:rsidR="00855694" w:rsidRPr="009071AC">
        <w:t>Ainsi</w:t>
      </w:r>
      <w:r>
        <w:t xml:space="preserve">, </w:t>
      </w:r>
      <w:r w:rsidR="00855694" w:rsidRPr="009071AC">
        <w:t>conclut-il en m</w:t>
      </w:r>
      <w:r>
        <w:t>’</w:t>
      </w:r>
      <w:r w:rsidR="00855694" w:rsidRPr="009071AC">
        <w:t>embrassant</w:t>
      </w:r>
      <w:r>
        <w:t xml:space="preserve">, </w:t>
      </w:r>
      <w:r w:rsidR="00855694" w:rsidRPr="009071AC">
        <w:t>le sort en est jeté</w:t>
      </w:r>
      <w:r>
        <w:t xml:space="preserve">, </w:t>
      </w:r>
      <w:r w:rsidR="00855694" w:rsidRPr="009071AC">
        <w:t>et il arrivera ce qui pourra</w:t>
      </w:r>
      <w:r>
        <w:t> !…</w:t>
      </w:r>
    </w:p>
    <w:p w14:paraId="3DCE0303" w14:textId="77777777" w:rsidR="00F635DB" w:rsidRDefault="00855694" w:rsidP="00F635DB">
      <w:r w:rsidRPr="009071AC">
        <w:t>Mais ces mesures dont il parlait exigeaient un certain délai</w:t>
      </w:r>
      <w:r w:rsidR="00F635DB">
        <w:t xml:space="preserve">, </w:t>
      </w:r>
      <w:r w:rsidRPr="009071AC">
        <w:t>et en attendant il décida qu</w:t>
      </w:r>
      <w:r w:rsidR="00F635DB">
        <w:t>’</w:t>
      </w:r>
      <w:r w:rsidRPr="009071AC">
        <w:t>il m</w:t>
      </w:r>
      <w:r w:rsidR="00F635DB">
        <w:t>’</w:t>
      </w:r>
      <w:r w:rsidRPr="009071AC">
        <w:t>établirait à Paris</w:t>
      </w:r>
      <w:r w:rsidR="00F635DB">
        <w:t xml:space="preserve">, </w:t>
      </w:r>
      <w:r w:rsidRPr="009071AC">
        <w:t>la seule ville où on puisse échapper aux indiscrétions</w:t>
      </w:r>
      <w:r w:rsidR="00F635DB">
        <w:t>.</w:t>
      </w:r>
    </w:p>
    <w:p w14:paraId="45C2C1EF" w14:textId="77777777" w:rsidR="00F635DB" w:rsidRDefault="00855694" w:rsidP="00F635DB">
      <w:r w:rsidRPr="009071AC">
        <w:t>Il acheta donc pour moi</w:t>
      </w:r>
      <w:r w:rsidR="00F635DB">
        <w:t xml:space="preserve">, </w:t>
      </w:r>
      <w:r w:rsidRPr="009071AC">
        <w:t>non loin du Luxembourg</w:t>
      </w:r>
      <w:r w:rsidR="00F635DB">
        <w:t xml:space="preserve">, </w:t>
      </w:r>
      <w:r w:rsidRPr="009071AC">
        <w:t>une maison petite et commode</w:t>
      </w:r>
      <w:r w:rsidR="00F635DB">
        <w:t xml:space="preserve">, </w:t>
      </w:r>
      <w:r w:rsidRPr="009071AC">
        <w:t>avec un jardinet sur le devant</w:t>
      </w:r>
      <w:r w:rsidR="00F635DB">
        <w:t xml:space="preserve">, </w:t>
      </w:r>
      <w:r w:rsidRPr="009071AC">
        <w:t>et il m</w:t>
      </w:r>
      <w:r w:rsidR="00F635DB">
        <w:t>’</w:t>
      </w:r>
      <w:r w:rsidRPr="009071AC">
        <w:t>y installa avec deux vieilles bonnes et un domestique de confiance</w:t>
      </w:r>
      <w:r w:rsidR="00F635DB">
        <w:t>.</w:t>
      </w:r>
    </w:p>
    <w:p w14:paraId="40BECA37" w14:textId="718DE01B" w:rsidR="00F635DB" w:rsidRDefault="00855694" w:rsidP="00F635DB">
      <w:r w:rsidRPr="009071AC">
        <w:t>Comme il me fallait</w:t>
      </w:r>
      <w:r w:rsidR="00F635DB">
        <w:t xml:space="preserve">, </w:t>
      </w:r>
      <w:r w:rsidRPr="009071AC">
        <w:t>en outre</w:t>
      </w:r>
      <w:r w:rsidR="00F635DB">
        <w:t xml:space="preserve">, </w:t>
      </w:r>
      <w:r w:rsidRPr="009071AC">
        <w:t>un chaperon</w:t>
      </w:r>
      <w:r w:rsidR="00F635DB">
        <w:t xml:space="preserve">, </w:t>
      </w:r>
      <w:r w:rsidRPr="009071AC">
        <w:t>il se mit en quête et m</w:t>
      </w:r>
      <w:r w:rsidR="00F635DB">
        <w:t>’</w:t>
      </w:r>
      <w:r w:rsidRPr="009071AC">
        <w:t xml:space="preserve">amena </w:t>
      </w:r>
      <w:r w:rsidR="00F635DB">
        <w:t>M</w:t>
      </w:r>
      <w:r w:rsidR="00F635DB" w:rsidRPr="00F635DB">
        <w:rPr>
          <w:vertAlign w:val="superscript"/>
        </w:rPr>
        <w:t>me</w:t>
      </w:r>
      <w:r w:rsidR="00F635DB">
        <w:t> </w:t>
      </w:r>
      <w:r w:rsidRPr="009071AC">
        <w:t>Léon</w:t>
      </w:r>
      <w:r w:rsidR="00F635DB">
        <w:t>.</w:t>
      </w:r>
    </w:p>
    <w:p w14:paraId="7C9E02E5" w14:textId="1FEE2A47" w:rsidR="00F635DB" w:rsidRDefault="00855694" w:rsidP="00F635DB">
      <w:r w:rsidRPr="009071AC">
        <w:lastRenderedPageBreak/>
        <w:t>Le juge de paix</w:t>
      </w:r>
      <w:r w:rsidR="00F635DB">
        <w:t xml:space="preserve">, </w:t>
      </w:r>
      <w:r w:rsidRPr="009071AC">
        <w:t>à ce nom</w:t>
      </w:r>
      <w:r w:rsidR="00F635DB">
        <w:t xml:space="preserve">, </w:t>
      </w:r>
      <w:r w:rsidRPr="009071AC">
        <w:t>releva un peu la tête</w:t>
      </w:r>
      <w:r w:rsidR="00F635DB">
        <w:t xml:space="preserve">, </w:t>
      </w:r>
      <w:r w:rsidRPr="009071AC">
        <w:t xml:space="preserve">enveloppant </w:t>
      </w:r>
      <w:r w:rsidR="00F635DB">
        <w:t>M</w:t>
      </w:r>
      <w:r w:rsidR="00F635DB" w:rsidRPr="00F635DB">
        <w:rPr>
          <w:vertAlign w:val="superscript"/>
        </w:rPr>
        <w:t>lle</w:t>
      </w:r>
      <w:r w:rsidR="00F635DB">
        <w:t> </w:t>
      </w:r>
      <w:r w:rsidRPr="009071AC">
        <w:t>Marguerite d</w:t>
      </w:r>
      <w:r w:rsidR="00F635DB">
        <w:t>’</w:t>
      </w:r>
      <w:r w:rsidRPr="009071AC">
        <w:t>un regard perspicace</w:t>
      </w:r>
      <w:r w:rsidR="00F635DB">
        <w:t>.</w:t>
      </w:r>
    </w:p>
    <w:p w14:paraId="7D0488A5" w14:textId="77777777" w:rsidR="00F635DB" w:rsidRDefault="00855694" w:rsidP="00F635DB">
      <w:r w:rsidRPr="009071AC">
        <w:t>Il espérait que quelque chose en elle lui apprendrait ce qu</w:t>
      </w:r>
      <w:r w:rsidR="00F635DB">
        <w:t>’</w:t>
      </w:r>
      <w:r w:rsidRPr="009071AC">
        <w:t>elle pensait au juste de la femme de charge</w:t>
      </w:r>
      <w:r w:rsidR="00F635DB">
        <w:t xml:space="preserve">, </w:t>
      </w:r>
      <w:r w:rsidRPr="009071AC">
        <w:t>et quel degré de confiance elle lui accordait</w:t>
      </w:r>
      <w:r w:rsidR="00F635DB">
        <w:t>.</w:t>
      </w:r>
    </w:p>
    <w:p w14:paraId="0920655D" w14:textId="77777777" w:rsidR="00F635DB" w:rsidRDefault="00855694" w:rsidP="00F635DB">
      <w:r w:rsidRPr="009071AC">
        <w:t>Mais elle fut impénétrable</w:t>
      </w:r>
      <w:r w:rsidR="00F635DB">
        <w:t>.</w:t>
      </w:r>
    </w:p>
    <w:p w14:paraId="584F7C00" w14:textId="77777777" w:rsidR="00F635DB" w:rsidRDefault="00F635DB" w:rsidP="00F635DB">
      <w:r>
        <w:t>— </w:t>
      </w:r>
      <w:r w:rsidR="00855694" w:rsidRPr="009071AC">
        <w:t>Après tant de traverses</w:t>
      </w:r>
      <w:r>
        <w:t xml:space="preserve">, </w:t>
      </w:r>
      <w:r w:rsidR="00855694" w:rsidRPr="009071AC">
        <w:t>poursuivit-elle</w:t>
      </w:r>
      <w:r>
        <w:t xml:space="preserve">, </w:t>
      </w:r>
      <w:r w:rsidR="00855694" w:rsidRPr="009071AC">
        <w:t>j</w:t>
      </w:r>
      <w:r>
        <w:t>’</w:t>
      </w:r>
      <w:r w:rsidR="00855694" w:rsidRPr="009071AC">
        <w:t>ai pu croire un instant que la destinée se lassait</w:t>
      </w:r>
      <w:r>
        <w:t>.</w:t>
      </w:r>
    </w:p>
    <w:p w14:paraId="63CAEF31" w14:textId="77777777" w:rsidR="00F635DB" w:rsidRDefault="00855694" w:rsidP="00F635DB">
      <w:r w:rsidRPr="009071AC">
        <w:t>Oui</w:t>
      </w:r>
      <w:r w:rsidR="00F635DB">
        <w:t xml:space="preserve">, </w:t>
      </w:r>
      <w:r w:rsidRPr="009071AC">
        <w:t>je l</w:t>
      </w:r>
      <w:r w:rsidR="00F635DB">
        <w:t>’</w:t>
      </w:r>
      <w:r w:rsidRPr="009071AC">
        <w:t>ai cru</w:t>
      </w:r>
      <w:r w:rsidR="00F635DB">
        <w:t xml:space="preserve">, </w:t>
      </w:r>
      <w:r w:rsidRPr="009071AC">
        <w:t>et quoi qu</w:t>
      </w:r>
      <w:r w:rsidR="00F635DB">
        <w:t>’</w:t>
      </w:r>
      <w:r w:rsidRPr="009071AC">
        <w:t>il advienne</w:t>
      </w:r>
      <w:r w:rsidR="00F635DB">
        <w:t xml:space="preserve">, </w:t>
      </w:r>
      <w:r w:rsidRPr="009071AC">
        <w:t>les mois que j</w:t>
      </w:r>
      <w:r w:rsidR="00F635DB">
        <w:t>’</w:t>
      </w:r>
      <w:r w:rsidRPr="009071AC">
        <w:t>ai passés dans cette chère maison seront les plus heureux de ma vie</w:t>
      </w:r>
      <w:r w:rsidR="00F635DB">
        <w:t>…</w:t>
      </w:r>
    </w:p>
    <w:p w14:paraId="73132500" w14:textId="77777777" w:rsidR="00F635DB" w:rsidRDefault="00855694" w:rsidP="00F635DB">
      <w:r w:rsidRPr="009071AC">
        <w:t>Je m</w:t>
      </w:r>
      <w:r w:rsidR="00F635DB">
        <w:t>’</w:t>
      </w:r>
      <w:r w:rsidRPr="009071AC">
        <w:t>y plus tout d</w:t>
      </w:r>
      <w:r w:rsidR="00F635DB">
        <w:t>’</w:t>
      </w:r>
      <w:r w:rsidRPr="009071AC">
        <w:t>abord</w:t>
      </w:r>
      <w:r w:rsidR="00F635DB">
        <w:t xml:space="preserve"> ; </w:t>
      </w:r>
      <w:r w:rsidRPr="009071AC">
        <w:t>j</w:t>
      </w:r>
      <w:r w:rsidR="00F635DB">
        <w:t>’</w:t>
      </w:r>
      <w:r w:rsidRPr="009071AC">
        <w:t>y trouvais la solitude et la paix</w:t>
      </w:r>
      <w:r w:rsidR="00F635DB">
        <w:t>…</w:t>
      </w:r>
    </w:p>
    <w:p w14:paraId="71D0C489" w14:textId="77777777" w:rsidR="00F635DB" w:rsidRDefault="00855694" w:rsidP="00F635DB">
      <w:r w:rsidRPr="009071AC">
        <w:t>Mais quelle ne fut pas ma stupeur</w:t>
      </w:r>
      <w:r w:rsidR="00F635DB">
        <w:t xml:space="preserve">, </w:t>
      </w:r>
      <w:r w:rsidRPr="009071AC">
        <w:t>le lendemain même de mon installation</w:t>
      </w:r>
      <w:r w:rsidR="00F635DB">
        <w:t xml:space="preserve">, </w:t>
      </w:r>
      <w:r w:rsidRPr="009071AC">
        <w:t>lorsque descendant à mon petit jardin</w:t>
      </w:r>
      <w:r w:rsidR="00F635DB">
        <w:t xml:space="preserve">, </w:t>
      </w:r>
      <w:r w:rsidRPr="009071AC">
        <w:t>j</w:t>
      </w:r>
      <w:r w:rsidR="00F635DB">
        <w:t>’</w:t>
      </w:r>
      <w:r w:rsidRPr="009071AC">
        <w:t>aperçus debout</w:t>
      </w:r>
      <w:r w:rsidR="00F635DB">
        <w:t xml:space="preserve">, </w:t>
      </w:r>
      <w:r w:rsidRPr="009071AC">
        <w:t>arrêté devant la grille</w:t>
      </w:r>
      <w:r w:rsidR="00F635DB">
        <w:t xml:space="preserve">, </w:t>
      </w:r>
      <w:r w:rsidRPr="009071AC">
        <w:t>ce jeune homme que j</w:t>
      </w:r>
      <w:r w:rsidR="00F635DB">
        <w:t>’</w:t>
      </w:r>
      <w:r w:rsidRPr="009071AC">
        <w:t>avais entrevu à Cannes</w:t>
      </w:r>
      <w:r w:rsidR="00F635DB">
        <w:t xml:space="preserve">, </w:t>
      </w:r>
      <w:r w:rsidRPr="009071AC">
        <w:t>et dont la physionomie</w:t>
      </w:r>
      <w:r w:rsidR="00F635DB">
        <w:t xml:space="preserve">, </w:t>
      </w:r>
      <w:r w:rsidRPr="009071AC">
        <w:t>après plus de deux ans</w:t>
      </w:r>
      <w:r w:rsidR="00F635DB">
        <w:t xml:space="preserve">, </w:t>
      </w:r>
      <w:r w:rsidRPr="009071AC">
        <w:t>restait dans ma mémoire comme l</w:t>
      </w:r>
      <w:r w:rsidR="00F635DB">
        <w:t>’</w:t>
      </w:r>
      <w:r w:rsidRPr="009071AC">
        <w:t>expression achevée des sentiments les meilleurs et les plus nobles</w:t>
      </w:r>
      <w:r w:rsidR="00F635DB">
        <w:t>.</w:t>
      </w:r>
    </w:p>
    <w:p w14:paraId="273C517C" w14:textId="77777777" w:rsidR="00F635DB" w:rsidRDefault="00855694" w:rsidP="00F635DB">
      <w:r w:rsidRPr="009071AC">
        <w:t>J</w:t>
      </w:r>
      <w:r w:rsidR="00F635DB">
        <w:t>’</w:t>
      </w:r>
      <w:r w:rsidRPr="009071AC">
        <w:t>eus comme un éblouissement</w:t>
      </w:r>
      <w:r w:rsidR="00F635DB">
        <w:t xml:space="preserve">. </w:t>
      </w:r>
      <w:r w:rsidRPr="009071AC">
        <w:t>Quel mystérieux hasard l</w:t>
      </w:r>
      <w:r w:rsidR="00F635DB">
        <w:t>’</w:t>
      </w:r>
      <w:r w:rsidRPr="009071AC">
        <w:t>avait fait s</w:t>
      </w:r>
      <w:r w:rsidR="00F635DB">
        <w:t>’</w:t>
      </w:r>
      <w:r w:rsidRPr="009071AC">
        <w:t>arrêter là</w:t>
      </w:r>
      <w:r w:rsidR="00F635DB">
        <w:t xml:space="preserve">, </w:t>
      </w:r>
      <w:r w:rsidRPr="009071AC">
        <w:t>précisément à cette heure</w:t>
      </w:r>
      <w:r w:rsidR="00F635DB">
        <w:t> ?…</w:t>
      </w:r>
    </w:p>
    <w:p w14:paraId="5FEC20A0" w14:textId="77777777" w:rsidR="00F635DB" w:rsidRDefault="00855694" w:rsidP="00F635DB">
      <w:r w:rsidRPr="009071AC">
        <w:t>Ce qui est sûr</w:t>
      </w:r>
      <w:r w:rsidR="00F635DB">
        <w:t xml:space="preserve">, </w:t>
      </w:r>
      <w:r w:rsidRPr="009071AC">
        <w:t>c</w:t>
      </w:r>
      <w:r w:rsidR="00F635DB">
        <w:t>’</w:t>
      </w:r>
      <w:r w:rsidRPr="009071AC">
        <w:t>est qu</w:t>
      </w:r>
      <w:r w:rsidR="00F635DB">
        <w:t>’</w:t>
      </w:r>
      <w:r w:rsidRPr="009071AC">
        <w:t>il me reconnut comme je le reconnaissais</w:t>
      </w:r>
      <w:r w:rsidR="00F635DB">
        <w:t xml:space="preserve">. </w:t>
      </w:r>
      <w:r w:rsidRPr="009071AC">
        <w:t>Il me salua en souriant un peu</w:t>
      </w:r>
      <w:r w:rsidR="00F635DB">
        <w:t xml:space="preserve">, </w:t>
      </w:r>
      <w:r w:rsidRPr="009071AC">
        <w:t>et je m</w:t>
      </w:r>
      <w:r w:rsidR="00F635DB">
        <w:t>’</w:t>
      </w:r>
      <w:r w:rsidRPr="009071AC">
        <w:t>enfuis</w:t>
      </w:r>
      <w:r w:rsidR="00F635DB">
        <w:t xml:space="preserve">, </w:t>
      </w:r>
      <w:r w:rsidRPr="009071AC">
        <w:t>indignée surtout de ne me point sentir d</w:t>
      </w:r>
      <w:r w:rsidR="00F635DB">
        <w:t>’</w:t>
      </w:r>
      <w:r w:rsidRPr="009071AC">
        <w:t>indignation de son audace</w:t>
      </w:r>
      <w:r w:rsidR="00F635DB">
        <w:t>.</w:t>
      </w:r>
    </w:p>
    <w:p w14:paraId="7539C1C2" w14:textId="77777777" w:rsidR="00F635DB" w:rsidRDefault="00855694" w:rsidP="00F635DB">
      <w:r w:rsidRPr="009071AC">
        <w:t>Je fis beaucoup de projets ce jour-là</w:t>
      </w:r>
      <w:r w:rsidR="00F635DB">
        <w:t xml:space="preserve">. </w:t>
      </w:r>
      <w:r w:rsidRPr="009071AC">
        <w:t>Mais le lendemain</w:t>
      </w:r>
      <w:r w:rsidR="00F635DB">
        <w:t xml:space="preserve">, </w:t>
      </w:r>
      <w:r w:rsidRPr="009071AC">
        <w:t>à la même heure</w:t>
      </w:r>
      <w:r w:rsidR="00F635DB">
        <w:t xml:space="preserve">, </w:t>
      </w:r>
      <w:r w:rsidRPr="009071AC">
        <w:t>j</w:t>
      </w:r>
      <w:r w:rsidR="00F635DB">
        <w:t>’</w:t>
      </w:r>
      <w:r w:rsidRPr="009071AC">
        <w:t>étais cachée derrière une persienne</w:t>
      </w:r>
      <w:r w:rsidR="00F635DB">
        <w:t xml:space="preserve">, </w:t>
      </w:r>
      <w:r w:rsidRPr="009071AC">
        <w:t xml:space="preserve">et je </w:t>
      </w:r>
      <w:r w:rsidRPr="009071AC">
        <w:lastRenderedPageBreak/>
        <w:t>le vis</w:t>
      </w:r>
      <w:r w:rsidR="00F635DB">
        <w:t xml:space="preserve">, </w:t>
      </w:r>
      <w:r w:rsidRPr="009071AC">
        <w:t>comme la veille</w:t>
      </w:r>
      <w:r w:rsidR="00F635DB">
        <w:t xml:space="preserve">, </w:t>
      </w:r>
      <w:r w:rsidRPr="009071AC">
        <w:t>s</w:t>
      </w:r>
      <w:r w:rsidR="00F635DB">
        <w:t>’</w:t>
      </w:r>
      <w:r w:rsidRPr="009071AC">
        <w:t>arrêter et regarder avec une évidente anxiété</w:t>
      </w:r>
      <w:r w:rsidR="00F635DB">
        <w:t>…</w:t>
      </w:r>
    </w:p>
    <w:p w14:paraId="64220CCE" w14:textId="77777777" w:rsidR="00F635DB" w:rsidRDefault="00855694" w:rsidP="00F635DB">
      <w:r w:rsidRPr="009071AC">
        <w:t>Bientôt je sus qu</w:t>
      </w:r>
      <w:r w:rsidR="00F635DB">
        <w:t>’</w:t>
      </w:r>
      <w:r w:rsidRPr="009071AC">
        <w:t>il demeurait tout près de là</w:t>
      </w:r>
      <w:r w:rsidR="00F635DB">
        <w:t xml:space="preserve">, </w:t>
      </w:r>
      <w:r w:rsidRPr="009071AC">
        <w:t>avec sa mère</w:t>
      </w:r>
      <w:r w:rsidR="00F635DB">
        <w:t xml:space="preserve">, </w:t>
      </w:r>
      <w:r w:rsidRPr="009071AC">
        <w:t>une femme veuve</w:t>
      </w:r>
      <w:r w:rsidR="00F635DB">
        <w:t xml:space="preserve">, </w:t>
      </w:r>
      <w:r w:rsidRPr="009071AC">
        <w:t>et que chaque jour deux fois</w:t>
      </w:r>
      <w:r w:rsidR="00F635DB">
        <w:t xml:space="preserve">, </w:t>
      </w:r>
      <w:r w:rsidRPr="009071AC">
        <w:t>en allant au Palais et en revenant</w:t>
      </w:r>
      <w:r w:rsidR="00F635DB">
        <w:t xml:space="preserve">, </w:t>
      </w:r>
      <w:r w:rsidRPr="009071AC">
        <w:t>il passait devant ma maison</w:t>
      </w:r>
      <w:r w:rsidR="00F635DB">
        <w:t>.</w:t>
      </w:r>
    </w:p>
    <w:p w14:paraId="31FAA874" w14:textId="77777777" w:rsidR="00F635DB" w:rsidRDefault="00855694" w:rsidP="00F635DB">
      <w:r w:rsidRPr="009071AC">
        <w:t>Elle était devenue cramoisie</w:t>
      </w:r>
      <w:r w:rsidR="00F635DB">
        <w:t xml:space="preserve">, </w:t>
      </w:r>
      <w:r w:rsidRPr="009071AC">
        <w:t>elle baissait les yeux</w:t>
      </w:r>
      <w:r w:rsidR="00F635DB">
        <w:t xml:space="preserve">, </w:t>
      </w:r>
      <w:r w:rsidRPr="009071AC">
        <w:t>elle balbutiait</w:t>
      </w:r>
      <w:r w:rsidR="00F635DB">
        <w:t>…</w:t>
      </w:r>
    </w:p>
    <w:p w14:paraId="145E7606" w14:textId="77777777" w:rsidR="00F635DB" w:rsidRDefault="00855694" w:rsidP="00F635DB">
      <w:r w:rsidRPr="009071AC">
        <w:t>Puis</w:t>
      </w:r>
      <w:r w:rsidR="00F635DB">
        <w:t xml:space="preserve">, </w:t>
      </w:r>
      <w:r w:rsidRPr="009071AC">
        <w:t>tout à coup</w:t>
      </w:r>
      <w:r w:rsidR="00F635DB">
        <w:t xml:space="preserve">, </w:t>
      </w:r>
      <w:r w:rsidRPr="009071AC">
        <w:t>rougissant de rougir</w:t>
      </w:r>
      <w:r w:rsidR="00F635DB">
        <w:t xml:space="preserve">, </w:t>
      </w:r>
      <w:r w:rsidRPr="009071AC">
        <w:t>elle redressa le front</w:t>
      </w:r>
      <w:r w:rsidR="00F635DB">
        <w:t xml:space="preserve">, </w:t>
      </w:r>
      <w:r w:rsidRPr="009071AC">
        <w:t>et d</w:t>
      </w:r>
      <w:r w:rsidR="00F635DB">
        <w:t>’</w:t>
      </w:r>
      <w:r w:rsidRPr="009071AC">
        <w:t>une voix plus ferme</w:t>
      </w:r>
      <w:r w:rsidR="00F635DB">
        <w:t> :</w:t>
      </w:r>
    </w:p>
    <w:p w14:paraId="3B7C5E07" w14:textId="77777777" w:rsidR="00F635DB" w:rsidRDefault="00F635DB" w:rsidP="00F635DB">
      <w:r>
        <w:t>— </w:t>
      </w:r>
      <w:r w:rsidR="00855694" w:rsidRPr="009071AC">
        <w:t>Vous dirai-je</w:t>
      </w:r>
      <w:r>
        <w:t xml:space="preserve">, </w:t>
      </w:r>
      <w:r w:rsidR="00855694" w:rsidRPr="009071AC">
        <w:t>monsieur</w:t>
      </w:r>
      <w:r>
        <w:t xml:space="preserve">, </w:t>
      </w:r>
      <w:r w:rsidR="00855694" w:rsidRPr="009071AC">
        <w:t>notre simple histoire</w:t>
      </w:r>
      <w:r>
        <w:t xml:space="preserve"> ?… </w:t>
      </w:r>
      <w:r w:rsidR="00855694" w:rsidRPr="009071AC">
        <w:t>À quoi bon</w:t>
      </w:r>
      <w:r>
        <w:t xml:space="preserve"> !… </w:t>
      </w:r>
      <w:r w:rsidR="00855694" w:rsidRPr="009071AC">
        <w:t>De tout ce qui s</w:t>
      </w:r>
      <w:r>
        <w:t>’</w:t>
      </w:r>
      <w:r w:rsidR="00855694" w:rsidRPr="009071AC">
        <w:t>est passé</w:t>
      </w:r>
      <w:r>
        <w:t xml:space="preserve">, </w:t>
      </w:r>
      <w:r w:rsidR="00855694" w:rsidRPr="009071AC">
        <w:t>je n</w:t>
      </w:r>
      <w:r>
        <w:t>’</w:t>
      </w:r>
      <w:r w:rsidR="00855694" w:rsidRPr="009071AC">
        <w:t>aurais rien à cacher à ma mère</w:t>
      </w:r>
      <w:r>
        <w:t xml:space="preserve">, </w:t>
      </w:r>
      <w:r w:rsidR="00855694" w:rsidRPr="009071AC">
        <w:t>si j</w:t>
      </w:r>
      <w:r>
        <w:t>’</w:t>
      </w:r>
      <w:r w:rsidR="00855694" w:rsidRPr="009071AC">
        <w:t>avais une mère</w:t>
      </w:r>
      <w:r>
        <w:t xml:space="preserve">. </w:t>
      </w:r>
      <w:r w:rsidR="00855694" w:rsidRPr="009071AC">
        <w:t>Quelques causeries furtives</w:t>
      </w:r>
      <w:r>
        <w:t xml:space="preserve">, </w:t>
      </w:r>
      <w:r w:rsidR="00855694" w:rsidRPr="009071AC">
        <w:t>quelques lettres échangées</w:t>
      </w:r>
      <w:r>
        <w:t xml:space="preserve">, </w:t>
      </w:r>
      <w:r w:rsidR="00855694" w:rsidRPr="009071AC">
        <w:t>un serrement de main à travers la grille</w:t>
      </w:r>
      <w:r>
        <w:t xml:space="preserve">… </w:t>
      </w:r>
      <w:r w:rsidR="00855694" w:rsidRPr="009071AC">
        <w:t>et ce fut tout</w:t>
      </w:r>
      <w:r>
        <w:t>.</w:t>
      </w:r>
    </w:p>
    <w:p w14:paraId="2757DD46" w14:textId="287744C1" w:rsidR="00F635DB" w:rsidRDefault="00855694" w:rsidP="00F635DB">
      <w:r w:rsidRPr="009071AC">
        <w:t>Cependant</w:t>
      </w:r>
      <w:r w:rsidR="00F635DB">
        <w:t xml:space="preserve">, </w:t>
      </w:r>
      <w:r w:rsidRPr="009071AC">
        <w:t>j</w:t>
      </w:r>
      <w:r w:rsidR="00F635DB">
        <w:t>’</w:t>
      </w:r>
      <w:r w:rsidRPr="009071AC">
        <w:t>eus un tort grave et irréparable</w:t>
      </w:r>
      <w:r w:rsidR="00F635DB">
        <w:t xml:space="preserve">… </w:t>
      </w:r>
      <w:r w:rsidRPr="009071AC">
        <w:t>je manquai à la règle de ma vie</w:t>
      </w:r>
      <w:r w:rsidR="00F635DB">
        <w:t xml:space="preserve"> : </w:t>
      </w:r>
      <w:r w:rsidRPr="009071AC">
        <w:t>la franchise</w:t>
      </w:r>
      <w:r w:rsidR="00F635DB">
        <w:t xml:space="preserve">, </w:t>
      </w:r>
      <w:r w:rsidRPr="009071AC">
        <w:t>et j</w:t>
      </w:r>
      <w:r w:rsidR="00F635DB">
        <w:t>’</w:t>
      </w:r>
      <w:r w:rsidRPr="009071AC">
        <w:t>en suis cruellement punie</w:t>
      </w:r>
      <w:r w:rsidR="00F635DB">
        <w:t xml:space="preserve">. </w:t>
      </w:r>
      <w:r w:rsidRPr="009071AC">
        <w:t xml:space="preserve">Je ne dis rien à </w:t>
      </w:r>
      <w:r w:rsidR="00F635DB">
        <w:t>M. de </w:t>
      </w:r>
      <w:proofErr w:type="spellStart"/>
      <w:r w:rsidRPr="009071AC">
        <w:t>Chalusse</w:t>
      </w:r>
      <w:proofErr w:type="spellEnd"/>
      <w:r w:rsidR="00F635DB">
        <w:t xml:space="preserve">… </w:t>
      </w:r>
      <w:r w:rsidRPr="009071AC">
        <w:t>je n</w:t>
      </w:r>
      <w:r w:rsidR="00F635DB">
        <w:t>’</w:t>
      </w:r>
      <w:r w:rsidRPr="009071AC">
        <w:t>osai pas</w:t>
      </w:r>
      <w:r w:rsidR="00F635DB">
        <w:t>.</w:t>
      </w:r>
    </w:p>
    <w:p w14:paraId="5B061427" w14:textId="2D300C62" w:rsidR="00F635DB" w:rsidRDefault="00855694" w:rsidP="00F635DB">
      <w:r w:rsidRPr="009071AC">
        <w:t>Je souffrais de ma dissimulation</w:t>
      </w:r>
      <w:r w:rsidR="00F635DB">
        <w:t xml:space="preserve">, </w:t>
      </w:r>
      <w:r w:rsidRPr="009071AC">
        <w:t>je me jurais de tout avouer</w:t>
      </w:r>
      <w:r w:rsidR="00F635DB">
        <w:t xml:space="preserve">, </w:t>
      </w:r>
      <w:r w:rsidRPr="009071AC">
        <w:t>mais je m</w:t>
      </w:r>
      <w:r w:rsidR="00F635DB">
        <w:t>’</w:t>
      </w:r>
      <w:r w:rsidRPr="009071AC">
        <w:t>ajournais de semaine en semaine</w:t>
      </w:r>
      <w:r w:rsidR="00F635DB">
        <w:t xml:space="preserve">… </w:t>
      </w:r>
      <w:r w:rsidRPr="009071AC">
        <w:t>Chaque soir</w:t>
      </w:r>
      <w:r w:rsidR="00F635DB">
        <w:t xml:space="preserve">, </w:t>
      </w:r>
      <w:r w:rsidRPr="009071AC">
        <w:t>je me disais</w:t>
      </w:r>
      <w:r w:rsidR="00F635DB">
        <w:t> : « </w:t>
      </w:r>
      <w:r w:rsidRPr="009071AC">
        <w:t>Ce sera pour demain</w:t>
      </w:r>
      <w:r w:rsidR="00F635DB">
        <w:t>… »</w:t>
      </w:r>
      <w:r w:rsidRPr="009071AC">
        <w:t xml:space="preserve"> et le lendemain</w:t>
      </w:r>
      <w:r w:rsidR="00F635DB">
        <w:t> : « </w:t>
      </w:r>
      <w:r w:rsidRPr="009071AC">
        <w:t>Allons</w:t>
      </w:r>
      <w:r w:rsidR="00F635DB">
        <w:t xml:space="preserve">, </w:t>
      </w:r>
      <w:r w:rsidRPr="009071AC">
        <w:t>je m</w:t>
      </w:r>
      <w:r w:rsidR="00F635DB">
        <w:t>’</w:t>
      </w:r>
      <w:r w:rsidRPr="009071AC">
        <w:t>accorde encore cette journée</w:t>
      </w:r>
      <w:r w:rsidR="00F635DB">
        <w:t>… »</w:t>
      </w:r>
    </w:p>
    <w:p w14:paraId="0E900984" w14:textId="77777777" w:rsidR="00F635DB" w:rsidRDefault="00F635DB" w:rsidP="00F635DB">
      <w:r>
        <w:t>— </w:t>
      </w:r>
      <w:r w:rsidR="00855694" w:rsidRPr="009071AC">
        <w:t>C</w:t>
      </w:r>
      <w:r>
        <w:t>’</w:t>
      </w:r>
      <w:r w:rsidR="00855694" w:rsidRPr="009071AC">
        <w:t>est que je connaissais les préjugés aristocratiques du comte</w:t>
      </w:r>
      <w:r>
        <w:t xml:space="preserve">, </w:t>
      </w:r>
      <w:r w:rsidR="00855694" w:rsidRPr="009071AC">
        <w:t>je savais quels grands projets d</w:t>
      </w:r>
      <w:r>
        <w:t>’</w:t>
      </w:r>
      <w:r w:rsidR="00855694" w:rsidRPr="009071AC">
        <w:t>établissement il caressait pour moi</w:t>
      </w:r>
      <w:r>
        <w:t xml:space="preserve">, </w:t>
      </w:r>
      <w:r w:rsidR="00855694" w:rsidRPr="009071AC">
        <w:t>et il était l</w:t>
      </w:r>
      <w:r>
        <w:t>’</w:t>
      </w:r>
      <w:r w:rsidR="00855694" w:rsidRPr="009071AC">
        <w:t>arbitre de mon avenir</w:t>
      </w:r>
      <w:r>
        <w:t>.</w:t>
      </w:r>
    </w:p>
    <w:p w14:paraId="488B63BB" w14:textId="77777777" w:rsidR="00F635DB" w:rsidRDefault="00855694" w:rsidP="00F635DB">
      <w:r w:rsidRPr="009071AC">
        <w:t>Et d</w:t>
      </w:r>
      <w:r w:rsidR="00F635DB">
        <w:t>’</w:t>
      </w:r>
      <w:r w:rsidRPr="009071AC">
        <w:t>un autre côté</w:t>
      </w:r>
      <w:r w:rsidR="00F635DB">
        <w:t xml:space="preserve">, </w:t>
      </w:r>
      <w:r w:rsidRPr="009071AC">
        <w:t>Pascal ne cessait de me répéter</w:t>
      </w:r>
      <w:r w:rsidR="00F635DB">
        <w:t> :</w:t>
      </w:r>
    </w:p>
    <w:p w14:paraId="45B36F72" w14:textId="77777777" w:rsidR="00F635DB" w:rsidRDefault="00F635DB" w:rsidP="00F635DB">
      <w:r>
        <w:t>— </w:t>
      </w:r>
      <w:r w:rsidR="00855694" w:rsidRPr="009071AC">
        <w:t>De grâce</w:t>
      </w:r>
      <w:r>
        <w:t xml:space="preserve">, </w:t>
      </w:r>
      <w:r w:rsidR="00855694" w:rsidRPr="009071AC">
        <w:t>mon amie</w:t>
      </w:r>
      <w:r>
        <w:t xml:space="preserve">, </w:t>
      </w:r>
      <w:r w:rsidR="00855694" w:rsidRPr="009071AC">
        <w:t>ne parlez pas</w:t>
      </w:r>
      <w:r>
        <w:t xml:space="preserve">… </w:t>
      </w:r>
      <w:r w:rsidR="00855694" w:rsidRPr="009071AC">
        <w:t>ma position grandit</w:t>
      </w:r>
      <w:r>
        <w:t xml:space="preserve">… </w:t>
      </w:r>
      <w:r w:rsidR="00855694" w:rsidRPr="009071AC">
        <w:t>Il ne faut qu</w:t>
      </w:r>
      <w:r>
        <w:t>’</w:t>
      </w:r>
      <w:r w:rsidR="00855694" w:rsidRPr="009071AC">
        <w:t>une occasion pour la mettre en évidence</w:t>
      </w:r>
      <w:r>
        <w:t xml:space="preserve">. </w:t>
      </w:r>
      <w:r w:rsidR="00855694" w:rsidRPr="009071AC">
        <w:lastRenderedPageBreak/>
        <w:t>D</w:t>
      </w:r>
      <w:r>
        <w:t>’</w:t>
      </w:r>
      <w:r w:rsidR="00855694" w:rsidRPr="009071AC">
        <w:t>un jour à l</w:t>
      </w:r>
      <w:r>
        <w:t>’</w:t>
      </w:r>
      <w:r w:rsidR="00855694" w:rsidRPr="009071AC">
        <w:t>autre je puis être célèbre</w:t>
      </w:r>
      <w:r>
        <w:t xml:space="preserve">… </w:t>
      </w:r>
      <w:r w:rsidR="00855694" w:rsidRPr="009071AC">
        <w:t>Alors</w:t>
      </w:r>
      <w:r>
        <w:t xml:space="preserve">, </w:t>
      </w:r>
      <w:r w:rsidR="00855694" w:rsidRPr="009071AC">
        <w:t>j</w:t>
      </w:r>
      <w:r>
        <w:t>’</w:t>
      </w:r>
      <w:r w:rsidR="00855694" w:rsidRPr="009071AC">
        <w:t>irai voir votre tuteur</w:t>
      </w:r>
      <w:r>
        <w:t xml:space="preserve">. </w:t>
      </w:r>
      <w:r w:rsidR="00855694" w:rsidRPr="009071AC">
        <w:t>Mais au nom du ciel</w:t>
      </w:r>
      <w:r>
        <w:t xml:space="preserve">, </w:t>
      </w:r>
      <w:r w:rsidR="00855694" w:rsidRPr="009071AC">
        <w:t>attendez</w:t>
      </w:r>
      <w:r>
        <w:t> !</w:t>
      </w:r>
    </w:p>
    <w:p w14:paraId="69A49086" w14:textId="38E214EE" w:rsidR="00F635DB" w:rsidRDefault="00855694" w:rsidP="00F635DB">
      <w:r w:rsidRPr="009071AC">
        <w:t>Je m</w:t>
      </w:r>
      <w:r w:rsidR="00F635DB">
        <w:t>’</w:t>
      </w:r>
      <w:r w:rsidRPr="009071AC">
        <w:t>expliquais ces prières de Pascal</w:t>
      </w:r>
      <w:r w:rsidR="00F635DB">
        <w:t xml:space="preserve">. </w:t>
      </w:r>
      <w:r w:rsidRPr="009071AC">
        <w:t>Je lisais dans sa pensée que l</w:t>
      </w:r>
      <w:r w:rsidR="00F635DB">
        <w:t>’</w:t>
      </w:r>
      <w:r w:rsidRPr="009071AC">
        <w:t xml:space="preserve">immense fortune de </w:t>
      </w:r>
      <w:r w:rsidR="00F635DB">
        <w:t>M. de </w:t>
      </w:r>
      <w:proofErr w:type="spellStart"/>
      <w:r w:rsidRPr="009071AC">
        <w:t>Chalusse</w:t>
      </w:r>
      <w:proofErr w:type="spellEnd"/>
      <w:r w:rsidRPr="009071AC">
        <w:t xml:space="preserve"> l</w:t>
      </w:r>
      <w:r w:rsidR="00F635DB">
        <w:t>’</w:t>
      </w:r>
      <w:r w:rsidRPr="009071AC">
        <w:t>épouvantait et qu</w:t>
      </w:r>
      <w:r w:rsidR="00F635DB">
        <w:t>’</w:t>
      </w:r>
      <w:r w:rsidRPr="009071AC">
        <w:t xml:space="preserve">il </w:t>
      </w:r>
      <w:proofErr w:type="gramStart"/>
      <w:r w:rsidRPr="009071AC">
        <w:t>avait peur</w:t>
      </w:r>
      <w:proofErr w:type="gramEnd"/>
      <w:r w:rsidRPr="009071AC">
        <w:t xml:space="preserve"> d</w:t>
      </w:r>
      <w:r w:rsidR="00F635DB">
        <w:t>’</w:t>
      </w:r>
      <w:r w:rsidRPr="009071AC">
        <w:t>être taxé de cupidité</w:t>
      </w:r>
      <w:r w:rsidR="00F635DB">
        <w:t>…</w:t>
      </w:r>
    </w:p>
    <w:p w14:paraId="3FB5C384" w14:textId="77777777" w:rsidR="00F635DB" w:rsidRDefault="00855694" w:rsidP="00F635DB">
      <w:r w:rsidRPr="009071AC">
        <w:t>J</w:t>
      </w:r>
      <w:r w:rsidR="00F635DB">
        <w:t>’</w:t>
      </w:r>
      <w:r w:rsidRPr="009071AC">
        <w:t>attendis donc</w:t>
      </w:r>
      <w:r w:rsidR="00F635DB">
        <w:t xml:space="preserve">, </w:t>
      </w:r>
      <w:r w:rsidRPr="009071AC">
        <w:t>avec cette angoisse secrète qui poursuit jusqu</w:t>
      </w:r>
      <w:r w:rsidR="00F635DB">
        <w:t>’</w:t>
      </w:r>
      <w:r w:rsidRPr="009071AC">
        <w:t>au milieu du bonheur ceux qui ont toujours été malheureux</w:t>
      </w:r>
      <w:r w:rsidR="00F635DB">
        <w:t xml:space="preserve">… </w:t>
      </w:r>
      <w:r w:rsidRPr="009071AC">
        <w:t>Je me tus</w:t>
      </w:r>
      <w:r w:rsidR="00F635DB">
        <w:t xml:space="preserve">, </w:t>
      </w:r>
      <w:r w:rsidRPr="009071AC">
        <w:t>pleine de défiances</w:t>
      </w:r>
      <w:r w:rsidR="00F635DB">
        <w:t xml:space="preserve">, </w:t>
      </w:r>
      <w:r w:rsidRPr="009071AC">
        <w:t>me disant qu</w:t>
      </w:r>
      <w:r w:rsidR="00F635DB">
        <w:t>’</w:t>
      </w:r>
      <w:r w:rsidRPr="009071AC">
        <w:t>un si beau rêve n</w:t>
      </w:r>
      <w:r w:rsidR="00F635DB">
        <w:t>’</w:t>
      </w:r>
      <w:r w:rsidRPr="009071AC">
        <w:t>était pas fait pour moi</w:t>
      </w:r>
      <w:r w:rsidR="00F635DB">
        <w:t xml:space="preserve">, </w:t>
      </w:r>
      <w:r w:rsidRPr="009071AC">
        <w:t>et qu</w:t>
      </w:r>
      <w:r w:rsidR="00F635DB">
        <w:t>’</w:t>
      </w:r>
      <w:r w:rsidRPr="009071AC">
        <w:t>il allait s</w:t>
      </w:r>
      <w:r w:rsidR="00F635DB">
        <w:t>’</w:t>
      </w:r>
      <w:r w:rsidRPr="009071AC">
        <w:t>envoler</w:t>
      </w:r>
      <w:r w:rsidR="00F635DB">
        <w:t>.</w:t>
      </w:r>
    </w:p>
    <w:p w14:paraId="004B646D" w14:textId="77777777" w:rsidR="00F635DB" w:rsidRDefault="00855694" w:rsidP="00F635DB">
      <w:r w:rsidRPr="009071AC">
        <w:t>Il s</w:t>
      </w:r>
      <w:r w:rsidR="00F635DB">
        <w:t>’</w:t>
      </w:r>
      <w:r w:rsidRPr="009071AC">
        <w:t>envola bientôt</w:t>
      </w:r>
      <w:r w:rsidR="00F635DB">
        <w:t>.</w:t>
      </w:r>
    </w:p>
    <w:p w14:paraId="40CCD80C" w14:textId="77777777" w:rsidR="00F635DB" w:rsidRDefault="00855694" w:rsidP="00F635DB">
      <w:r w:rsidRPr="009071AC">
        <w:t>Un matin</w:t>
      </w:r>
      <w:r w:rsidR="00F635DB">
        <w:t xml:space="preserve">, </w:t>
      </w:r>
      <w:r w:rsidRPr="009071AC">
        <w:t>j</w:t>
      </w:r>
      <w:r w:rsidR="00F635DB">
        <w:t>’</w:t>
      </w:r>
      <w:r w:rsidRPr="009071AC">
        <w:t>entendis une voiture s</w:t>
      </w:r>
      <w:r w:rsidR="00F635DB">
        <w:t>’</w:t>
      </w:r>
      <w:r w:rsidRPr="009071AC">
        <w:t>arrêter à ma porte</w:t>
      </w:r>
      <w:r w:rsidR="00F635DB">
        <w:t xml:space="preserve">, </w:t>
      </w:r>
      <w:r w:rsidRPr="009071AC">
        <w:t xml:space="preserve">et peu après le comte de </w:t>
      </w:r>
      <w:proofErr w:type="spellStart"/>
      <w:r w:rsidRPr="009071AC">
        <w:t>Chalusse</w:t>
      </w:r>
      <w:proofErr w:type="spellEnd"/>
      <w:r w:rsidRPr="009071AC">
        <w:t xml:space="preserve"> parut</w:t>
      </w:r>
      <w:r w:rsidR="00F635DB">
        <w:t xml:space="preserve">, </w:t>
      </w:r>
      <w:r w:rsidRPr="009071AC">
        <w:t>plus froid et plus soucieux que de coutume</w:t>
      </w:r>
      <w:r w:rsidR="00F635DB">
        <w:t>.</w:t>
      </w:r>
    </w:p>
    <w:p w14:paraId="5E5E72F6" w14:textId="77777777" w:rsidR="00F635DB" w:rsidRDefault="00F635DB" w:rsidP="00F635DB">
      <w:r>
        <w:t>— </w:t>
      </w:r>
      <w:r w:rsidR="00855694" w:rsidRPr="009071AC">
        <w:t>Tout est prêt pour vous recevoir à l</w:t>
      </w:r>
      <w:r>
        <w:t>’</w:t>
      </w:r>
      <w:r w:rsidR="00855694" w:rsidRPr="009071AC">
        <w:t xml:space="preserve">hôtel de </w:t>
      </w:r>
      <w:proofErr w:type="spellStart"/>
      <w:r w:rsidR="00855694" w:rsidRPr="009071AC">
        <w:t>Chalusse</w:t>
      </w:r>
      <w:proofErr w:type="spellEnd"/>
      <w:r>
        <w:t xml:space="preserve">, </w:t>
      </w:r>
      <w:r w:rsidR="00855694" w:rsidRPr="009071AC">
        <w:t>Marguerite</w:t>
      </w:r>
      <w:r>
        <w:t xml:space="preserve">, </w:t>
      </w:r>
      <w:r w:rsidR="00855694" w:rsidRPr="009071AC">
        <w:t>me dit-il</w:t>
      </w:r>
      <w:r>
        <w:t xml:space="preserve">, </w:t>
      </w:r>
      <w:r w:rsidR="00855694" w:rsidRPr="009071AC">
        <w:t>venez</w:t>
      </w:r>
      <w:r>
        <w:t> !…</w:t>
      </w:r>
    </w:p>
    <w:p w14:paraId="3D0486E9" w14:textId="02B16A28" w:rsidR="00F635DB" w:rsidRDefault="00855694" w:rsidP="00F635DB">
      <w:r w:rsidRPr="009071AC">
        <w:t>Il m</w:t>
      </w:r>
      <w:r w:rsidR="00F635DB">
        <w:t>’</w:t>
      </w:r>
      <w:r w:rsidRPr="009071AC">
        <w:t>offrit cérémonieusement la main</w:t>
      </w:r>
      <w:r w:rsidR="00F635DB">
        <w:t xml:space="preserve">, </w:t>
      </w:r>
      <w:r w:rsidRPr="009071AC">
        <w:t>et je le suivis</w:t>
      </w:r>
      <w:r w:rsidR="00F635DB">
        <w:t xml:space="preserve">, </w:t>
      </w:r>
      <w:r w:rsidRPr="009071AC">
        <w:t>sans pouvoir faire avertir Pascal</w:t>
      </w:r>
      <w:r w:rsidR="00F635DB">
        <w:t xml:space="preserve">, </w:t>
      </w:r>
      <w:r w:rsidRPr="009071AC">
        <w:t>car je m</w:t>
      </w:r>
      <w:r w:rsidR="00F635DB">
        <w:t>’</w:t>
      </w:r>
      <w:r w:rsidRPr="009071AC">
        <w:t xml:space="preserve">étais toujours cachée de </w:t>
      </w:r>
      <w:r w:rsidR="00F635DB">
        <w:t>M</w:t>
      </w:r>
      <w:r w:rsidR="00F635DB" w:rsidRPr="00F635DB">
        <w:rPr>
          <w:vertAlign w:val="superscript"/>
        </w:rPr>
        <w:t>me</w:t>
      </w:r>
      <w:r w:rsidR="00F635DB">
        <w:t> </w:t>
      </w:r>
      <w:r w:rsidRPr="009071AC">
        <w:t>Léon</w:t>
      </w:r>
      <w:r w:rsidR="00F635DB">
        <w:t>…</w:t>
      </w:r>
    </w:p>
    <w:p w14:paraId="4AD65EB0" w14:textId="77777777" w:rsidR="00F635DB" w:rsidRDefault="00855694" w:rsidP="00F635DB">
      <w:r w:rsidRPr="009071AC">
        <w:t>Une chétive espérance me soutenait</w:t>
      </w:r>
      <w:r w:rsidR="00F635DB">
        <w:t>.</w:t>
      </w:r>
    </w:p>
    <w:p w14:paraId="704041DD" w14:textId="2B3795F0" w:rsidR="00F635DB" w:rsidRDefault="00855694" w:rsidP="00F635DB">
      <w:r w:rsidRPr="009071AC">
        <w:t xml:space="preserve">Je pensais que les précautions prises par </w:t>
      </w:r>
      <w:r w:rsidR="00F635DB">
        <w:t>M. de </w:t>
      </w:r>
      <w:proofErr w:type="spellStart"/>
      <w:r w:rsidRPr="009071AC">
        <w:t>Chalusse</w:t>
      </w:r>
      <w:proofErr w:type="spellEnd"/>
      <w:r w:rsidRPr="009071AC">
        <w:t xml:space="preserve"> dissiperaient un peu les ténèbres et me donneraient au moins une idée de ce vague danger dont il me menaçait toujours</w:t>
      </w:r>
      <w:r w:rsidR="00F635DB">
        <w:t xml:space="preserve">. </w:t>
      </w:r>
      <w:r w:rsidRPr="009071AC">
        <w:t>Mais non</w:t>
      </w:r>
      <w:r w:rsidR="00F635DB">
        <w:t xml:space="preserve">. </w:t>
      </w:r>
      <w:r w:rsidRPr="009071AC">
        <w:t>Il s</w:t>
      </w:r>
      <w:r w:rsidR="00F635DB">
        <w:t>’</w:t>
      </w:r>
      <w:r w:rsidRPr="009071AC">
        <w:t>était borné</w:t>
      </w:r>
      <w:r w:rsidR="00F635DB">
        <w:t xml:space="preserve">, </w:t>
      </w:r>
      <w:r w:rsidRPr="009071AC">
        <w:t>ostensiblement du moins</w:t>
      </w:r>
      <w:r w:rsidR="00F635DB">
        <w:t xml:space="preserve">, </w:t>
      </w:r>
      <w:r w:rsidRPr="009071AC">
        <w:t>à remplacer tous ses gens et à obtenir du conseil de l</w:t>
      </w:r>
      <w:r w:rsidR="00F635DB">
        <w:t>’</w:t>
      </w:r>
      <w:r w:rsidRPr="009071AC">
        <w:t>hospice mon émancipation</w:t>
      </w:r>
      <w:r w:rsidR="00F635DB">
        <w:t>…</w:t>
      </w:r>
    </w:p>
    <w:p w14:paraId="60ED6862" w14:textId="77777777" w:rsidR="00F635DB" w:rsidRDefault="00855694" w:rsidP="00F635DB">
      <w:r w:rsidRPr="009071AC">
        <w:t>Le juge de paix eut un mouvement de surprise</w:t>
      </w:r>
      <w:r w:rsidR="00F635DB">
        <w:t>.</w:t>
      </w:r>
    </w:p>
    <w:p w14:paraId="07DEB176" w14:textId="77777777" w:rsidR="00F635DB" w:rsidRDefault="00F635DB" w:rsidP="00F635DB">
      <w:r>
        <w:t>— </w:t>
      </w:r>
      <w:r w:rsidR="00855694" w:rsidRPr="009071AC">
        <w:t>Comment</w:t>
      </w:r>
      <w:r>
        <w:t xml:space="preserve"> !… </w:t>
      </w:r>
      <w:r w:rsidR="00855694" w:rsidRPr="009071AC">
        <w:t>vous êtes émancipée</w:t>
      </w:r>
      <w:r>
        <w:t xml:space="preserve">, </w:t>
      </w:r>
      <w:r w:rsidR="00855694" w:rsidRPr="009071AC">
        <w:t>fit-il</w:t>
      </w:r>
      <w:r>
        <w:t>.</w:t>
      </w:r>
    </w:p>
    <w:p w14:paraId="1CCE194C" w14:textId="77777777" w:rsidR="00F635DB" w:rsidRDefault="00F635DB" w:rsidP="00F635DB">
      <w:r>
        <w:lastRenderedPageBreak/>
        <w:t>— </w:t>
      </w:r>
      <w:r w:rsidR="00855694" w:rsidRPr="009071AC">
        <w:t>Oui</w:t>
      </w:r>
      <w:r>
        <w:t xml:space="preserve">, </w:t>
      </w:r>
      <w:r w:rsidR="00855694" w:rsidRPr="009071AC">
        <w:t>monsieur</w:t>
      </w:r>
      <w:r>
        <w:t xml:space="preserve">… </w:t>
      </w:r>
      <w:r w:rsidR="00855694" w:rsidRPr="009071AC">
        <w:t>Le comte m</w:t>
      </w:r>
      <w:r>
        <w:t>’</w:t>
      </w:r>
      <w:r w:rsidR="00855694" w:rsidRPr="009071AC">
        <w:t>a dit que ses hommes d</w:t>
      </w:r>
      <w:r>
        <w:t>’</w:t>
      </w:r>
      <w:r w:rsidR="00855694" w:rsidRPr="009071AC">
        <w:t>affaires n</w:t>
      </w:r>
      <w:r>
        <w:t>’</w:t>
      </w:r>
      <w:r w:rsidR="00855694" w:rsidRPr="009071AC">
        <w:t>avaient trouvé que ce moyen d</w:t>
      </w:r>
      <w:r>
        <w:t>’</w:t>
      </w:r>
      <w:r w:rsidR="00855694" w:rsidRPr="009071AC">
        <w:t>atteindre un certain but qui ne m</w:t>
      </w:r>
      <w:r>
        <w:t>’</w:t>
      </w:r>
      <w:r w:rsidR="00855694" w:rsidRPr="009071AC">
        <w:t>a pas été expliqué</w:t>
      </w:r>
      <w:r>
        <w:t>…</w:t>
      </w:r>
    </w:p>
    <w:p w14:paraId="786C2104" w14:textId="77777777" w:rsidR="00F635DB" w:rsidRDefault="00F635DB" w:rsidP="00F635DB">
      <w:r>
        <w:t>— </w:t>
      </w:r>
      <w:r w:rsidR="00855694" w:rsidRPr="009071AC">
        <w:t>En effet</w:t>
      </w:r>
      <w:r>
        <w:t xml:space="preserve">, </w:t>
      </w:r>
      <w:r w:rsidR="00855694" w:rsidRPr="009071AC">
        <w:t>murmura le juge</w:t>
      </w:r>
      <w:r>
        <w:t xml:space="preserve">, </w:t>
      </w:r>
      <w:r w:rsidR="00855694" w:rsidRPr="009071AC">
        <w:t>Oui</w:t>
      </w:r>
      <w:r>
        <w:t xml:space="preserve">, </w:t>
      </w:r>
      <w:r w:rsidR="00855694" w:rsidRPr="009071AC">
        <w:t>peut-être</w:t>
      </w:r>
      <w:r>
        <w:t>…</w:t>
      </w:r>
    </w:p>
    <w:p w14:paraId="73B380EA" w14:textId="2AE588FD" w:rsidR="00F635DB" w:rsidRDefault="00855694" w:rsidP="00F635DB">
      <w:r w:rsidRPr="009071AC">
        <w:t>Il s</w:t>
      </w:r>
      <w:r w:rsidR="00F635DB">
        <w:t>’</w:t>
      </w:r>
      <w:r w:rsidRPr="009071AC">
        <w:t xml:space="preserve">inclina et </w:t>
      </w:r>
      <w:r w:rsidR="00F635DB">
        <w:t>M</w:t>
      </w:r>
      <w:r w:rsidR="00F635DB" w:rsidRPr="00F635DB">
        <w:rPr>
          <w:vertAlign w:val="superscript"/>
        </w:rPr>
        <w:t>lle</w:t>
      </w:r>
      <w:r w:rsidR="00F635DB">
        <w:t> </w:t>
      </w:r>
      <w:r w:rsidRPr="009071AC">
        <w:t>Marguerite reprit</w:t>
      </w:r>
      <w:r w:rsidR="00F635DB">
        <w:t> :</w:t>
      </w:r>
    </w:p>
    <w:p w14:paraId="793ED06E" w14:textId="77777777" w:rsidR="00F635DB" w:rsidRDefault="00F635DB" w:rsidP="00F635DB">
      <w:r>
        <w:t>— </w:t>
      </w:r>
      <w:r w:rsidR="00855694" w:rsidRPr="009071AC">
        <w:t>Notre existence</w:t>
      </w:r>
      <w:r>
        <w:t xml:space="preserve">, </w:t>
      </w:r>
      <w:r w:rsidR="00855694" w:rsidRPr="009071AC">
        <w:t>dans ce grand hôtel</w:t>
      </w:r>
      <w:r>
        <w:t xml:space="preserve">, </w:t>
      </w:r>
      <w:r w:rsidR="00855694" w:rsidRPr="009071AC">
        <w:t>redevint ce qu</w:t>
      </w:r>
      <w:r>
        <w:t>’</w:t>
      </w:r>
      <w:r w:rsidR="00855694" w:rsidRPr="009071AC">
        <w:t xml:space="preserve">elle </w:t>
      </w:r>
      <w:proofErr w:type="gramStart"/>
      <w:r w:rsidR="00855694" w:rsidRPr="009071AC">
        <w:t>avait été</w:t>
      </w:r>
      <w:proofErr w:type="gramEnd"/>
      <w:r w:rsidR="00855694" w:rsidRPr="009071AC">
        <w:t xml:space="preserve"> à Cannes</w:t>
      </w:r>
      <w:r>
        <w:t xml:space="preserve">… </w:t>
      </w:r>
      <w:r w:rsidR="00855694" w:rsidRPr="009071AC">
        <w:t>plus retirée même s</w:t>
      </w:r>
      <w:r>
        <w:t>’</w:t>
      </w:r>
      <w:r w:rsidR="00855694" w:rsidRPr="009071AC">
        <w:t>il est possible</w:t>
      </w:r>
      <w:r>
        <w:t xml:space="preserve">… </w:t>
      </w:r>
      <w:r w:rsidR="00855694" w:rsidRPr="009071AC">
        <w:t>Le comte avait considérablement vieilli en trois ans</w:t>
      </w:r>
      <w:r>
        <w:t xml:space="preserve">… </w:t>
      </w:r>
      <w:r w:rsidR="00855694" w:rsidRPr="009071AC">
        <w:t>Il était visible qu</w:t>
      </w:r>
      <w:r>
        <w:t>’</w:t>
      </w:r>
      <w:r w:rsidR="00855694" w:rsidRPr="009071AC">
        <w:t xml:space="preserve">il pliait sous le </w:t>
      </w:r>
      <w:proofErr w:type="spellStart"/>
      <w:r w:rsidR="00855694" w:rsidRPr="009071AC">
        <w:t>faix</w:t>
      </w:r>
      <w:proofErr w:type="spellEnd"/>
      <w:r w:rsidR="00855694" w:rsidRPr="009071AC">
        <w:t xml:space="preserve"> de quelque mystérieux chagrin</w:t>
      </w:r>
      <w:r>
        <w:t>…</w:t>
      </w:r>
    </w:p>
    <w:p w14:paraId="16BF1CD5" w14:textId="77777777" w:rsidR="00F635DB" w:rsidRDefault="00F635DB" w:rsidP="00F635DB">
      <w:r>
        <w:t>— </w:t>
      </w:r>
      <w:r w:rsidR="00855694" w:rsidRPr="009071AC">
        <w:t>Je vous condamne à une triste jeunesse</w:t>
      </w:r>
      <w:r>
        <w:t xml:space="preserve">, </w:t>
      </w:r>
      <w:r w:rsidR="00855694" w:rsidRPr="009071AC">
        <w:t>me disait-il parfois</w:t>
      </w:r>
      <w:r>
        <w:t xml:space="preserve">, </w:t>
      </w:r>
      <w:r w:rsidR="00855694" w:rsidRPr="009071AC">
        <w:t>mais cela ne durera pas éternellement</w:t>
      </w:r>
      <w:r>
        <w:t xml:space="preserve">… </w:t>
      </w:r>
      <w:r w:rsidR="00855694" w:rsidRPr="009071AC">
        <w:t>patience</w:t>
      </w:r>
      <w:r>
        <w:t xml:space="preserve">, </w:t>
      </w:r>
      <w:r w:rsidR="00855694" w:rsidRPr="009071AC">
        <w:t>patience</w:t>
      </w:r>
      <w:r>
        <w:t> !…</w:t>
      </w:r>
    </w:p>
    <w:p w14:paraId="7441E630" w14:textId="77777777" w:rsidR="00F635DB" w:rsidRDefault="00855694" w:rsidP="00F635DB">
      <w:r w:rsidRPr="009071AC">
        <w:t>M</w:t>
      </w:r>
      <w:r w:rsidR="00F635DB">
        <w:t>’</w:t>
      </w:r>
      <w:r w:rsidRPr="009071AC">
        <w:t>aimait-il sincèrement</w:t>
      </w:r>
      <w:r w:rsidR="00F635DB">
        <w:t xml:space="preserve"> ? </w:t>
      </w:r>
      <w:r w:rsidRPr="009071AC">
        <w:t>Je le crois</w:t>
      </w:r>
      <w:r w:rsidR="00F635DB">
        <w:t xml:space="preserve">. </w:t>
      </w:r>
      <w:r w:rsidRPr="009071AC">
        <w:t>Mais son affection se traduisait d</w:t>
      </w:r>
      <w:r w:rsidR="00F635DB">
        <w:t>’</w:t>
      </w:r>
      <w:r w:rsidRPr="009071AC">
        <w:t>une façon étrange et désordonnée</w:t>
      </w:r>
      <w:r w:rsidR="00F635DB">
        <w:t xml:space="preserve">. </w:t>
      </w:r>
      <w:r w:rsidRPr="009071AC">
        <w:t>Par certains jours</w:t>
      </w:r>
      <w:r w:rsidR="00F635DB">
        <w:t xml:space="preserve">, </w:t>
      </w:r>
      <w:r w:rsidRPr="009071AC">
        <w:t>il avait dans la voix une si vive expression de tendresse</w:t>
      </w:r>
      <w:r w:rsidR="00F635DB">
        <w:t xml:space="preserve">, </w:t>
      </w:r>
      <w:r w:rsidRPr="009071AC">
        <w:t>que j</w:t>
      </w:r>
      <w:r w:rsidR="00F635DB">
        <w:t>’</w:t>
      </w:r>
      <w:r w:rsidRPr="009071AC">
        <w:t>en étais remuée</w:t>
      </w:r>
      <w:r w:rsidR="00F635DB">
        <w:t xml:space="preserve">… </w:t>
      </w:r>
      <w:r w:rsidRPr="009071AC">
        <w:t>D</w:t>
      </w:r>
      <w:r w:rsidR="00F635DB">
        <w:t>’</w:t>
      </w:r>
      <w:r w:rsidRPr="009071AC">
        <w:t>autres fois</w:t>
      </w:r>
      <w:r w:rsidR="00F635DB">
        <w:t xml:space="preserve">, </w:t>
      </w:r>
      <w:r w:rsidRPr="009071AC">
        <w:t>ses yeux chargés de haine m</w:t>
      </w:r>
      <w:r w:rsidR="00F635DB">
        <w:t>’</w:t>
      </w:r>
      <w:r w:rsidRPr="009071AC">
        <w:t>effrayaient</w:t>
      </w:r>
      <w:r w:rsidR="00F635DB">
        <w:t xml:space="preserve">. </w:t>
      </w:r>
      <w:r w:rsidRPr="009071AC">
        <w:t>Je l</w:t>
      </w:r>
      <w:r w:rsidR="00F635DB">
        <w:t>’</w:t>
      </w:r>
      <w:r w:rsidRPr="009071AC">
        <w:t>ai vu sévère avec moi jusqu</w:t>
      </w:r>
      <w:r w:rsidR="00F635DB">
        <w:t>’</w:t>
      </w:r>
      <w:r w:rsidRPr="009071AC">
        <w:t>à la brutalité</w:t>
      </w:r>
      <w:r w:rsidR="00F635DB">
        <w:t xml:space="preserve">… </w:t>
      </w:r>
      <w:r w:rsidRPr="009071AC">
        <w:t>et l</w:t>
      </w:r>
      <w:r w:rsidR="00F635DB">
        <w:t>’</w:t>
      </w:r>
      <w:r w:rsidRPr="009071AC">
        <w:t>instant d</w:t>
      </w:r>
      <w:r w:rsidR="00F635DB">
        <w:t>’</w:t>
      </w:r>
      <w:r w:rsidRPr="009071AC">
        <w:t>après il me demandait pardon</w:t>
      </w:r>
      <w:r w:rsidR="00F635DB">
        <w:t xml:space="preserve">, </w:t>
      </w:r>
      <w:r w:rsidRPr="009071AC">
        <w:t>il faisait atteler et me conduisait chez des joailliers</w:t>
      </w:r>
      <w:r w:rsidR="00F635DB">
        <w:t xml:space="preserve">, </w:t>
      </w:r>
      <w:r w:rsidRPr="009071AC">
        <w:t>où il me forçait de choisir les plus brillantes parures</w:t>
      </w:r>
      <w:r w:rsidR="00F635DB">
        <w:t xml:space="preserve">… </w:t>
      </w:r>
      <w:r w:rsidRPr="009071AC">
        <w:t>Léon prétend que j</w:t>
      </w:r>
      <w:r w:rsidR="00F635DB">
        <w:t>’</w:t>
      </w:r>
      <w:r w:rsidRPr="009071AC">
        <w:t>en ai là-haut pour plus de cent mille écus</w:t>
      </w:r>
      <w:r w:rsidR="00F635DB">
        <w:t>.</w:t>
      </w:r>
    </w:p>
    <w:p w14:paraId="7A7D7A9D" w14:textId="77777777" w:rsidR="00F635DB" w:rsidRDefault="00855694" w:rsidP="00F635DB">
      <w:r w:rsidRPr="009071AC">
        <w:t>Parfois je me suis demandée si c</w:t>
      </w:r>
      <w:r w:rsidR="00F635DB">
        <w:t>’</w:t>
      </w:r>
      <w:r w:rsidRPr="009071AC">
        <w:t>était bien à moi que s</w:t>
      </w:r>
      <w:r w:rsidR="00F635DB">
        <w:t>’</w:t>
      </w:r>
      <w:r w:rsidRPr="009071AC">
        <w:t>adressaient ces caresses et ces rigueurs</w:t>
      </w:r>
      <w:r w:rsidR="00F635DB">
        <w:t xml:space="preserve">, </w:t>
      </w:r>
      <w:r w:rsidRPr="009071AC">
        <w:t>ou si je n</w:t>
      </w:r>
      <w:r w:rsidR="00F635DB">
        <w:t>’</w:t>
      </w:r>
      <w:r w:rsidRPr="009071AC">
        <w:t>étais pour lui que l</w:t>
      </w:r>
      <w:r w:rsidR="00F635DB">
        <w:t>’</w:t>
      </w:r>
      <w:r w:rsidRPr="009071AC">
        <w:t>ombre décevante</w:t>
      </w:r>
      <w:r w:rsidR="00F635DB">
        <w:t xml:space="preserve">, </w:t>
      </w:r>
      <w:r w:rsidRPr="009071AC">
        <w:t>le spectre</w:t>
      </w:r>
      <w:r w:rsidR="00F635DB">
        <w:t xml:space="preserve">, </w:t>
      </w:r>
      <w:r w:rsidRPr="009071AC">
        <w:t>pour ainsi dire</w:t>
      </w:r>
      <w:r w:rsidR="00F635DB">
        <w:t xml:space="preserve">, </w:t>
      </w:r>
      <w:r w:rsidRPr="009071AC">
        <w:t>d</w:t>
      </w:r>
      <w:r w:rsidR="00F635DB">
        <w:t>’</w:t>
      </w:r>
      <w:r w:rsidRPr="009071AC">
        <w:t>une personne absente</w:t>
      </w:r>
      <w:r w:rsidR="00F635DB">
        <w:t>…</w:t>
      </w:r>
    </w:p>
    <w:p w14:paraId="37BCB930" w14:textId="77777777" w:rsidR="00F635DB" w:rsidRDefault="00855694" w:rsidP="00F635DB">
      <w:r w:rsidRPr="009071AC">
        <w:t>Ce qui est positif</w:t>
      </w:r>
      <w:r w:rsidR="00F635DB">
        <w:t xml:space="preserve">, </w:t>
      </w:r>
      <w:r w:rsidRPr="009071AC">
        <w:t>c</w:t>
      </w:r>
      <w:r w:rsidR="00F635DB">
        <w:t>’</w:t>
      </w:r>
      <w:r w:rsidRPr="009071AC">
        <w:t>est que souvent il me priait de m</w:t>
      </w:r>
      <w:r w:rsidR="00F635DB">
        <w:t>’</w:t>
      </w:r>
      <w:r w:rsidRPr="009071AC">
        <w:t>habiller ou de me coiffer de telle façon qu</w:t>
      </w:r>
      <w:r w:rsidR="00F635DB">
        <w:t>’</w:t>
      </w:r>
      <w:r w:rsidRPr="009071AC">
        <w:t>il m</w:t>
      </w:r>
      <w:r w:rsidR="00F635DB">
        <w:t>’</w:t>
      </w:r>
      <w:r w:rsidRPr="009071AC">
        <w:t>indiquait</w:t>
      </w:r>
      <w:r w:rsidR="00F635DB">
        <w:t xml:space="preserve">. </w:t>
      </w:r>
      <w:r w:rsidRPr="009071AC">
        <w:t xml:space="preserve">Il me </w:t>
      </w:r>
      <w:r w:rsidRPr="009071AC">
        <w:lastRenderedPageBreak/>
        <w:t>demandait de porter des robes d</w:t>
      </w:r>
      <w:r w:rsidR="00F635DB">
        <w:t>’</w:t>
      </w:r>
      <w:r w:rsidRPr="009071AC">
        <w:t>une certaine couleur ou de me servir d</w:t>
      </w:r>
      <w:r w:rsidR="00F635DB">
        <w:t>’</w:t>
      </w:r>
      <w:r w:rsidRPr="009071AC">
        <w:t>un parfum particulier qu</w:t>
      </w:r>
      <w:r w:rsidR="00F635DB">
        <w:t>’</w:t>
      </w:r>
      <w:r w:rsidRPr="009071AC">
        <w:t>il me donnait</w:t>
      </w:r>
      <w:r w:rsidR="00F635DB">
        <w:t>.</w:t>
      </w:r>
    </w:p>
    <w:p w14:paraId="09425B4A" w14:textId="77777777" w:rsidR="00F635DB" w:rsidRDefault="00855694" w:rsidP="00F635DB">
      <w:r w:rsidRPr="009071AC">
        <w:t>Vingt fois</w:t>
      </w:r>
      <w:r w:rsidR="00F635DB">
        <w:t xml:space="preserve">, </w:t>
      </w:r>
      <w:r w:rsidRPr="009071AC">
        <w:t>lorsque j</w:t>
      </w:r>
      <w:r w:rsidR="00F635DB">
        <w:t>’</w:t>
      </w:r>
      <w:r w:rsidRPr="009071AC">
        <w:t>allais et venais autour de lui</w:t>
      </w:r>
      <w:r w:rsidR="00F635DB">
        <w:t xml:space="preserve">, </w:t>
      </w:r>
      <w:r w:rsidRPr="009071AC">
        <w:t>il lui est arrivé de me crier</w:t>
      </w:r>
      <w:r w:rsidR="00F635DB">
        <w:t> :</w:t>
      </w:r>
    </w:p>
    <w:p w14:paraId="20FDDBDD" w14:textId="77777777" w:rsidR="00F635DB" w:rsidRDefault="00F635DB" w:rsidP="00F635DB">
      <w:r>
        <w:t>— </w:t>
      </w:r>
      <w:r w:rsidR="00855694" w:rsidRPr="009071AC">
        <w:t>Marguerite</w:t>
      </w:r>
      <w:r>
        <w:t xml:space="preserve"> ! </w:t>
      </w:r>
      <w:r w:rsidR="00855694" w:rsidRPr="009071AC">
        <w:t>je t</w:t>
      </w:r>
      <w:r>
        <w:t>’</w:t>
      </w:r>
      <w:r w:rsidR="00855694" w:rsidRPr="009071AC">
        <w:t>en prie</w:t>
      </w:r>
      <w:r>
        <w:t xml:space="preserve"> !… </w:t>
      </w:r>
      <w:r w:rsidR="00855694" w:rsidRPr="009071AC">
        <w:t>reste</w:t>
      </w:r>
      <w:r>
        <w:t xml:space="preserve">, </w:t>
      </w:r>
      <w:r w:rsidR="00855694" w:rsidRPr="009071AC">
        <w:t>reste comme tu es là</w:t>
      </w:r>
      <w:r>
        <w:t>…</w:t>
      </w:r>
    </w:p>
    <w:p w14:paraId="0338D7F3" w14:textId="77777777" w:rsidR="00F635DB" w:rsidRDefault="00855694" w:rsidP="00F635DB">
      <w:r w:rsidRPr="009071AC">
        <w:t>Je restais</w:t>
      </w:r>
      <w:r w:rsidR="00F635DB">
        <w:t xml:space="preserve">… </w:t>
      </w:r>
      <w:r w:rsidRPr="009071AC">
        <w:t>l</w:t>
      </w:r>
      <w:r w:rsidR="00F635DB">
        <w:t>’</w:t>
      </w:r>
      <w:r w:rsidRPr="009071AC">
        <w:t>illusion s</w:t>
      </w:r>
      <w:r w:rsidR="00F635DB">
        <w:t>’</w:t>
      </w:r>
      <w:r w:rsidRPr="009071AC">
        <w:t>évanouissait</w:t>
      </w:r>
      <w:r w:rsidR="00F635DB">
        <w:t xml:space="preserve">… </w:t>
      </w:r>
      <w:r w:rsidRPr="009071AC">
        <w:t>Bientôt il lui échappait un sanglot ou un juron</w:t>
      </w:r>
      <w:r w:rsidR="00F635DB">
        <w:t xml:space="preserve">, </w:t>
      </w:r>
      <w:r w:rsidRPr="009071AC">
        <w:t>et d</w:t>
      </w:r>
      <w:r w:rsidR="00F635DB">
        <w:t>’</w:t>
      </w:r>
      <w:r w:rsidRPr="009071AC">
        <w:t>une voix irritée il me criait</w:t>
      </w:r>
      <w:r w:rsidR="00F635DB">
        <w:t> :</w:t>
      </w:r>
    </w:p>
    <w:p w14:paraId="2D96F6B2" w14:textId="77777777" w:rsidR="00F635DB" w:rsidRDefault="00F635DB" w:rsidP="00F635DB">
      <w:r>
        <w:t>— </w:t>
      </w:r>
      <w:proofErr w:type="spellStart"/>
      <w:r w:rsidR="00855694" w:rsidRPr="009071AC">
        <w:t>Va-t-en</w:t>
      </w:r>
      <w:proofErr w:type="spellEnd"/>
      <w:r>
        <w:t> !…</w:t>
      </w:r>
    </w:p>
    <w:p w14:paraId="1BB96640" w14:textId="77777777" w:rsidR="00F635DB" w:rsidRDefault="00855694" w:rsidP="00F635DB">
      <w:r w:rsidRPr="009071AC">
        <w:t>Le juge de paix ne détachait plus les yeux de sa bague</w:t>
      </w:r>
      <w:r w:rsidR="00F635DB">
        <w:t xml:space="preserve"> ; </w:t>
      </w:r>
      <w:r w:rsidRPr="009071AC">
        <w:t>on eût dit qu</w:t>
      </w:r>
      <w:r w:rsidR="00F635DB">
        <w:t>’</w:t>
      </w:r>
      <w:r w:rsidRPr="009071AC">
        <w:t>elle le fascinait</w:t>
      </w:r>
      <w:r w:rsidR="00F635DB">
        <w:t xml:space="preserve">. </w:t>
      </w:r>
      <w:r w:rsidRPr="009071AC">
        <w:t>Son visage trahissait une commisération profonde</w:t>
      </w:r>
      <w:r w:rsidR="00F635DB">
        <w:t xml:space="preserve">, </w:t>
      </w:r>
      <w:r w:rsidRPr="009071AC">
        <w:t>et par moment il hochait la tête d</w:t>
      </w:r>
      <w:r w:rsidR="00F635DB">
        <w:t>’</w:t>
      </w:r>
      <w:r w:rsidRPr="009071AC">
        <w:t>un air soucieux</w:t>
      </w:r>
      <w:r w:rsidR="00F635DB">
        <w:t>.</w:t>
      </w:r>
    </w:p>
    <w:p w14:paraId="01D19597" w14:textId="77777777" w:rsidR="00F635DB" w:rsidRDefault="00855694" w:rsidP="00F635DB">
      <w:r w:rsidRPr="009071AC">
        <w:t>L</w:t>
      </w:r>
      <w:r w:rsidR="00F635DB">
        <w:t>’</w:t>
      </w:r>
      <w:r w:rsidRPr="009071AC">
        <w:t>idée lui venait que cette malheureuse jeune fille avait été la victime</w:t>
      </w:r>
      <w:r w:rsidR="00F635DB">
        <w:t xml:space="preserve">, </w:t>
      </w:r>
      <w:r w:rsidRPr="009071AC">
        <w:t>non d</w:t>
      </w:r>
      <w:r w:rsidR="00F635DB">
        <w:t>’</w:t>
      </w:r>
      <w:r w:rsidRPr="009071AC">
        <w:t>un fou précisément</w:t>
      </w:r>
      <w:r w:rsidR="00F635DB">
        <w:t xml:space="preserve">, </w:t>
      </w:r>
      <w:r w:rsidRPr="009071AC">
        <w:t>mais d</w:t>
      </w:r>
      <w:r w:rsidR="00F635DB">
        <w:t>’</w:t>
      </w:r>
      <w:r w:rsidRPr="009071AC">
        <w:t>un de ces maniaques redoutables qui ont juste assez de raison et de suite dans les idées pour combiner les tortures qu</w:t>
      </w:r>
      <w:r w:rsidR="00F635DB">
        <w:t>’</w:t>
      </w:r>
      <w:r w:rsidRPr="009071AC">
        <w:t>ils infligent à ceux qui les entourent</w:t>
      </w:r>
      <w:r w:rsidR="00F635DB">
        <w:t>.</w:t>
      </w:r>
    </w:p>
    <w:p w14:paraId="0701E60F" w14:textId="7124E270" w:rsidR="00F635DB" w:rsidRDefault="00855694" w:rsidP="00F635DB">
      <w:r w:rsidRPr="009071AC">
        <w:t>Plus lentement</w:t>
      </w:r>
      <w:r w:rsidR="00F635DB">
        <w:t xml:space="preserve">, </w:t>
      </w:r>
      <w:r w:rsidRPr="009071AC">
        <w:t>afin de mieux fixer l</w:t>
      </w:r>
      <w:r w:rsidR="00F635DB">
        <w:t>’</w:t>
      </w:r>
      <w:r w:rsidRPr="009071AC">
        <w:t>attention du vieux juge</w:t>
      </w:r>
      <w:r w:rsidR="00F635DB">
        <w:t>, M</w:t>
      </w:r>
      <w:r w:rsidR="00F635DB" w:rsidRPr="00F635DB">
        <w:rPr>
          <w:vertAlign w:val="superscript"/>
        </w:rPr>
        <w:t>lle</w:t>
      </w:r>
      <w:r w:rsidR="00F635DB">
        <w:t> </w:t>
      </w:r>
      <w:r w:rsidRPr="009071AC">
        <w:t>Marguerite reprit</w:t>
      </w:r>
      <w:r w:rsidR="00F635DB">
        <w:t> :</w:t>
      </w:r>
    </w:p>
    <w:p w14:paraId="2A70E347" w14:textId="5A1C2EC1" w:rsidR="00F635DB" w:rsidRDefault="00F635DB" w:rsidP="00F635DB">
      <w:r>
        <w:t>— </w:t>
      </w:r>
      <w:r w:rsidR="00855694" w:rsidRPr="009071AC">
        <w:t xml:space="preserve">Si je rappelais à </w:t>
      </w:r>
      <w:r>
        <w:t>M. de </w:t>
      </w:r>
      <w:proofErr w:type="spellStart"/>
      <w:r w:rsidR="00855694" w:rsidRPr="009071AC">
        <w:t>Chalusse</w:t>
      </w:r>
      <w:proofErr w:type="spellEnd"/>
      <w:r w:rsidR="00855694" w:rsidRPr="009071AC">
        <w:t xml:space="preserve"> une femme jadis aimée</w:t>
      </w:r>
      <w:r>
        <w:t xml:space="preserve">, </w:t>
      </w:r>
      <w:r w:rsidR="00855694" w:rsidRPr="009071AC">
        <w:t>cette femme devait être ma mère</w:t>
      </w:r>
      <w:r>
        <w:t xml:space="preserve">. </w:t>
      </w:r>
      <w:r w:rsidR="00855694" w:rsidRPr="009071AC">
        <w:t xml:space="preserve">Je dis </w:t>
      </w:r>
      <w:r>
        <w:t>« </w:t>
      </w:r>
      <w:r w:rsidR="00855694" w:rsidRPr="009071AC">
        <w:t>devait être</w:t>
      </w:r>
      <w:r>
        <w:t> »</w:t>
      </w:r>
      <w:r w:rsidR="00855694" w:rsidRPr="009071AC">
        <w:t xml:space="preserve"> parce que je ne suis pas sûre</w:t>
      </w:r>
      <w:r>
        <w:t>.</w:t>
      </w:r>
    </w:p>
    <w:p w14:paraId="74529518" w14:textId="0CB21151" w:rsidR="00F635DB" w:rsidRDefault="00855694" w:rsidP="00F635DB">
      <w:r w:rsidRPr="009071AC">
        <w:t>Saisir et suivre le fil de la vérité</w:t>
      </w:r>
      <w:r w:rsidR="00F635DB">
        <w:t xml:space="preserve">, </w:t>
      </w:r>
      <w:r w:rsidRPr="009071AC">
        <w:t xml:space="preserve">avec </w:t>
      </w:r>
      <w:r w:rsidR="00F635DB">
        <w:t>M. de </w:t>
      </w:r>
      <w:proofErr w:type="spellStart"/>
      <w:r w:rsidRPr="009071AC">
        <w:t>Chalusse</w:t>
      </w:r>
      <w:proofErr w:type="spellEnd"/>
      <w:r w:rsidR="00F635DB">
        <w:t xml:space="preserve">, </w:t>
      </w:r>
      <w:r w:rsidRPr="009071AC">
        <w:t>était presque impossible</w:t>
      </w:r>
      <w:r w:rsidR="00F635DB">
        <w:t xml:space="preserve">, </w:t>
      </w:r>
      <w:r w:rsidRPr="009071AC">
        <w:t>tant ses propos offraient de contradictions et d</w:t>
      </w:r>
      <w:r w:rsidR="00F635DB">
        <w:t>’</w:t>
      </w:r>
      <w:r w:rsidRPr="009071AC">
        <w:t>incohérences</w:t>
      </w:r>
      <w:r w:rsidR="00F635DB">
        <w:t xml:space="preserve">, </w:t>
      </w:r>
      <w:r w:rsidRPr="009071AC">
        <w:t>volontaires ou calculées</w:t>
      </w:r>
      <w:r w:rsidR="00F635DB">
        <w:t xml:space="preserve">… </w:t>
      </w:r>
      <w:r w:rsidRPr="009071AC">
        <w:t xml:space="preserve">Il semblait prendre à tâche et se faire un méchant plaisir de dérouter </w:t>
      </w:r>
      <w:r w:rsidRPr="009071AC">
        <w:lastRenderedPageBreak/>
        <w:t>et d</w:t>
      </w:r>
      <w:r w:rsidR="00F635DB">
        <w:t>’</w:t>
      </w:r>
      <w:r w:rsidRPr="009071AC">
        <w:t>égarer mes conjectures</w:t>
      </w:r>
      <w:r w:rsidR="00F635DB">
        <w:t xml:space="preserve">, </w:t>
      </w:r>
      <w:r w:rsidRPr="009071AC">
        <w:t>détruisant le matin les conjectures qu</w:t>
      </w:r>
      <w:r w:rsidR="00F635DB">
        <w:t>’</w:t>
      </w:r>
      <w:r w:rsidRPr="009071AC">
        <w:t>il avait fait naître la veille au soir</w:t>
      </w:r>
      <w:r w:rsidR="00F635DB">
        <w:t>.</w:t>
      </w:r>
    </w:p>
    <w:p w14:paraId="5B2A0C50" w14:textId="77777777" w:rsidR="00F635DB" w:rsidRDefault="00F635DB" w:rsidP="00F635DB">
      <w:r>
        <w:t>— </w:t>
      </w:r>
      <w:r w:rsidR="00855694" w:rsidRPr="009071AC">
        <w:t>C</w:t>
      </w:r>
      <w:r>
        <w:t>’</w:t>
      </w:r>
      <w:r w:rsidR="00855694" w:rsidRPr="009071AC">
        <w:t>est bien cela</w:t>
      </w:r>
      <w:r>
        <w:t xml:space="preserve">, </w:t>
      </w:r>
      <w:r w:rsidR="00855694" w:rsidRPr="009071AC">
        <w:t>murmurait le juge de paix</w:t>
      </w:r>
      <w:r>
        <w:t xml:space="preserve">, </w:t>
      </w:r>
      <w:r w:rsidR="00855694" w:rsidRPr="009071AC">
        <w:t>c</w:t>
      </w:r>
      <w:r>
        <w:t>’</w:t>
      </w:r>
      <w:r w:rsidR="00855694" w:rsidRPr="009071AC">
        <w:t>est bien cela</w:t>
      </w:r>
      <w:r>
        <w:t>…</w:t>
      </w:r>
    </w:p>
    <w:p w14:paraId="375128A6" w14:textId="2B3681BC" w:rsidR="00F635DB" w:rsidRDefault="00F635DB" w:rsidP="00F635DB">
      <w:r>
        <w:t>— </w:t>
      </w:r>
      <w:r w:rsidR="00855694" w:rsidRPr="009071AC">
        <w:t>Dieu sait</w:t>
      </w:r>
      <w:r>
        <w:t xml:space="preserve">, </w:t>
      </w:r>
      <w:r w:rsidR="00855694" w:rsidRPr="009071AC">
        <w:t>cependant</w:t>
      </w:r>
      <w:r>
        <w:t xml:space="preserve">, </w:t>
      </w:r>
      <w:r w:rsidR="00855694" w:rsidRPr="009071AC">
        <w:t>monsieur</w:t>
      </w:r>
      <w:r>
        <w:t xml:space="preserve">, </w:t>
      </w:r>
      <w:r w:rsidR="00855694" w:rsidRPr="009071AC">
        <w:t>avec quelle anxieuse sollicitude je recueillais les moindres paroles du comte</w:t>
      </w:r>
      <w:r>
        <w:t xml:space="preserve">… </w:t>
      </w:r>
      <w:r w:rsidR="00855694" w:rsidRPr="009071AC">
        <w:t>Cela ne se comprend que trop</w:t>
      </w:r>
      <w:r>
        <w:t xml:space="preserve">, </w:t>
      </w:r>
      <w:r w:rsidR="00855694" w:rsidRPr="009071AC">
        <w:t>n</w:t>
      </w:r>
      <w:r>
        <w:t>’</w:t>
      </w:r>
      <w:r w:rsidR="00855694" w:rsidRPr="009071AC">
        <w:t>est-ce pas</w:t>
      </w:r>
      <w:r>
        <w:t xml:space="preserve"> !… </w:t>
      </w:r>
      <w:r w:rsidR="00855694" w:rsidRPr="009071AC">
        <w:t>J</w:t>
      </w:r>
      <w:r>
        <w:t>’</w:t>
      </w:r>
      <w:r w:rsidR="00855694" w:rsidRPr="009071AC">
        <w:t>étais désespérée de ma situation louche et inexplicable près de lui</w:t>
      </w:r>
      <w:r>
        <w:t xml:space="preserve">… </w:t>
      </w:r>
      <w:r w:rsidR="00855694" w:rsidRPr="009071AC">
        <w:t>Que n</w:t>
      </w:r>
      <w:r>
        <w:t>’</w:t>
      </w:r>
      <w:r w:rsidR="00855694" w:rsidRPr="009071AC">
        <w:t>a-t-on pas soupçonné</w:t>
      </w:r>
      <w:r>
        <w:t xml:space="preserve"> !… </w:t>
      </w:r>
      <w:r w:rsidR="00855694" w:rsidRPr="009071AC">
        <w:t>Il avait changé tous les domestiques avant mon arrivée ici</w:t>
      </w:r>
      <w:r>
        <w:t xml:space="preserve">, </w:t>
      </w:r>
      <w:r w:rsidR="00855694" w:rsidRPr="009071AC">
        <w:t xml:space="preserve">mais il avait voulu que </w:t>
      </w:r>
      <w:r>
        <w:t>M</w:t>
      </w:r>
      <w:r w:rsidRPr="00F635DB">
        <w:rPr>
          <w:vertAlign w:val="superscript"/>
        </w:rPr>
        <w:t>me</w:t>
      </w:r>
      <w:r>
        <w:t> </w:t>
      </w:r>
      <w:r w:rsidR="00855694" w:rsidRPr="009071AC">
        <w:t>Léon me suivît</w:t>
      </w:r>
      <w:r>
        <w:t xml:space="preserve">… </w:t>
      </w:r>
      <w:r w:rsidR="00855694" w:rsidRPr="009071AC">
        <w:t>Qui sait ce qu</w:t>
      </w:r>
      <w:r>
        <w:t>’</w:t>
      </w:r>
      <w:r w:rsidR="00855694" w:rsidRPr="009071AC">
        <w:t>elle a raconté</w:t>
      </w:r>
      <w:r>
        <w:t xml:space="preserve"> !… </w:t>
      </w:r>
      <w:r w:rsidR="00855694" w:rsidRPr="009071AC">
        <w:t>Toujours est-il que</w:t>
      </w:r>
      <w:r>
        <w:t xml:space="preserve">, </w:t>
      </w:r>
      <w:r w:rsidR="00855694" w:rsidRPr="009071AC">
        <w:t>plusieurs fois</w:t>
      </w:r>
      <w:r>
        <w:t xml:space="preserve">, </w:t>
      </w:r>
      <w:r w:rsidR="00855694" w:rsidRPr="009071AC">
        <w:t>le dimanche</w:t>
      </w:r>
      <w:r>
        <w:t xml:space="preserve">, </w:t>
      </w:r>
      <w:r w:rsidR="00855694" w:rsidRPr="009071AC">
        <w:t>en me rendant à la messe</w:t>
      </w:r>
      <w:r>
        <w:t xml:space="preserve">, </w:t>
      </w:r>
      <w:r w:rsidR="00855694" w:rsidRPr="009071AC">
        <w:t>j</w:t>
      </w:r>
      <w:r>
        <w:t>’</w:t>
      </w:r>
      <w:r w:rsidR="00855694" w:rsidRPr="009071AC">
        <w:t>ai entendu sur mon passage</w:t>
      </w:r>
      <w:r>
        <w:t> : « </w:t>
      </w:r>
      <w:r w:rsidR="00855694" w:rsidRPr="009071AC">
        <w:t>Tenez</w:t>
      </w:r>
      <w:r>
        <w:t xml:space="preserve">, </w:t>
      </w:r>
      <w:r w:rsidR="00855694" w:rsidRPr="009071AC">
        <w:t xml:space="preserve">voici la maîtresse du comte de </w:t>
      </w:r>
      <w:proofErr w:type="spellStart"/>
      <w:r w:rsidR="00855694" w:rsidRPr="009071AC">
        <w:t>Chalusse</w:t>
      </w:r>
      <w:proofErr w:type="spellEnd"/>
      <w:r>
        <w:t> !… »</w:t>
      </w:r>
      <w:r w:rsidR="00855694" w:rsidRPr="009071AC">
        <w:t xml:space="preserve"> Oh</w:t>
      </w:r>
      <w:r>
        <w:t xml:space="preserve"> ! </w:t>
      </w:r>
      <w:r w:rsidR="00855694" w:rsidRPr="009071AC">
        <w:t>aucune humiliation ne m</w:t>
      </w:r>
      <w:r>
        <w:t>’</w:t>
      </w:r>
      <w:r w:rsidR="00855694" w:rsidRPr="009071AC">
        <w:t>a été épargnée</w:t>
      </w:r>
      <w:r>
        <w:t xml:space="preserve">… </w:t>
      </w:r>
      <w:r w:rsidR="00855694" w:rsidRPr="009071AC">
        <w:t>aucune</w:t>
      </w:r>
      <w:r>
        <w:t>.</w:t>
      </w:r>
    </w:p>
    <w:p w14:paraId="422A9C8C" w14:textId="77777777" w:rsidR="00F635DB" w:rsidRDefault="00855694" w:rsidP="00F635DB">
      <w:r w:rsidRPr="009071AC">
        <w:t>Il est cependant une chose qui</w:t>
      </w:r>
      <w:r w:rsidR="00F635DB">
        <w:t xml:space="preserve">, </w:t>
      </w:r>
      <w:r w:rsidRPr="009071AC">
        <w:t>pour moi</w:t>
      </w:r>
      <w:r w:rsidR="00F635DB">
        <w:t xml:space="preserve">, </w:t>
      </w:r>
      <w:r w:rsidRPr="009071AC">
        <w:t>ne présente pas l</w:t>
      </w:r>
      <w:r w:rsidR="00F635DB">
        <w:t>’</w:t>
      </w:r>
      <w:r w:rsidRPr="009071AC">
        <w:t>ombre d</w:t>
      </w:r>
      <w:r w:rsidR="00F635DB">
        <w:t>’</w:t>
      </w:r>
      <w:r w:rsidRPr="009071AC">
        <w:t>un doute</w:t>
      </w:r>
      <w:r w:rsidR="00F635DB">
        <w:t xml:space="preserve">. </w:t>
      </w:r>
      <w:r w:rsidRPr="009071AC">
        <w:t>Le comte connaissait ma mère</w:t>
      </w:r>
      <w:r w:rsidR="00F635DB">
        <w:t xml:space="preserve">. </w:t>
      </w:r>
      <w:r w:rsidRPr="009071AC">
        <w:t>Il en parlait souvent</w:t>
      </w:r>
      <w:r w:rsidR="00F635DB">
        <w:t xml:space="preserve"> : </w:t>
      </w:r>
      <w:r w:rsidRPr="009071AC">
        <w:t>tantôt avec des explosions de passion qui me faisaient croire qu</w:t>
      </w:r>
      <w:r w:rsidR="00F635DB">
        <w:t>’</w:t>
      </w:r>
      <w:r w:rsidRPr="009071AC">
        <w:t>il l</w:t>
      </w:r>
      <w:r w:rsidR="00F635DB">
        <w:t>’</w:t>
      </w:r>
      <w:r w:rsidRPr="009071AC">
        <w:t>avait adorée et qu</w:t>
      </w:r>
      <w:r w:rsidR="00F635DB">
        <w:t>’</w:t>
      </w:r>
      <w:r w:rsidRPr="009071AC">
        <w:t>il l</w:t>
      </w:r>
      <w:r w:rsidR="00F635DB">
        <w:t>’</w:t>
      </w:r>
      <w:r w:rsidRPr="009071AC">
        <w:t>aimait encore</w:t>
      </w:r>
      <w:r w:rsidR="00F635DB">
        <w:t xml:space="preserve">, </w:t>
      </w:r>
      <w:r w:rsidRPr="009071AC">
        <w:t>tantôt avec des injures et des malédictions qui me donnaient à penser qu</w:t>
      </w:r>
      <w:r w:rsidR="00F635DB">
        <w:t>’</w:t>
      </w:r>
      <w:r w:rsidRPr="009071AC">
        <w:t>il avait eu cruellement à se plaindre et à souffrir d</w:t>
      </w:r>
      <w:r w:rsidR="00F635DB">
        <w:t>’</w:t>
      </w:r>
      <w:r w:rsidRPr="009071AC">
        <w:t>elle</w:t>
      </w:r>
      <w:r w:rsidR="00F635DB">
        <w:t>.</w:t>
      </w:r>
    </w:p>
    <w:p w14:paraId="45AA45CE" w14:textId="77777777" w:rsidR="00F635DB" w:rsidRDefault="00855694" w:rsidP="00F635DB">
      <w:r w:rsidRPr="009071AC">
        <w:t>Le plus souvent il lui reprochait de m</w:t>
      </w:r>
      <w:r w:rsidR="00F635DB">
        <w:t>’</w:t>
      </w:r>
      <w:r w:rsidRPr="009071AC">
        <w:t>avoir sacrifiée sans hésitation ni remords à sa réputation</w:t>
      </w:r>
      <w:r w:rsidR="00F635DB">
        <w:t xml:space="preserve">, </w:t>
      </w:r>
      <w:r w:rsidRPr="009071AC">
        <w:t>à sa sécurité</w:t>
      </w:r>
      <w:r w:rsidR="00F635DB">
        <w:t>.</w:t>
      </w:r>
    </w:p>
    <w:p w14:paraId="5CCE22EE" w14:textId="77777777" w:rsidR="00F635DB" w:rsidRDefault="00855694" w:rsidP="00F635DB">
      <w:r w:rsidRPr="009071AC">
        <w:t>Il disait qu</w:t>
      </w:r>
      <w:r w:rsidR="00F635DB">
        <w:t>’</w:t>
      </w:r>
      <w:r w:rsidRPr="009071AC">
        <w:t>il fallait qu</w:t>
      </w:r>
      <w:r w:rsidR="00F635DB">
        <w:t>’</w:t>
      </w:r>
      <w:r w:rsidRPr="009071AC">
        <w:t>elle n</w:t>
      </w:r>
      <w:r w:rsidR="00F635DB">
        <w:t>’</w:t>
      </w:r>
      <w:r w:rsidRPr="009071AC">
        <w:t>eût pas de cœur</w:t>
      </w:r>
      <w:r w:rsidR="00F635DB">
        <w:t xml:space="preserve">, </w:t>
      </w:r>
      <w:r w:rsidRPr="009071AC">
        <w:t>et que c</w:t>
      </w:r>
      <w:r w:rsidR="00F635DB">
        <w:t>’</w:t>
      </w:r>
      <w:r w:rsidRPr="009071AC">
        <w:t>était une chose inouïe</w:t>
      </w:r>
      <w:r w:rsidR="00F635DB">
        <w:t xml:space="preserve">, </w:t>
      </w:r>
      <w:r w:rsidRPr="009071AC">
        <w:t>incompréhensible</w:t>
      </w:r>
      <w:r w:rsidR="00F635DB">
        <w:t xml:space="preserve">, </w:t>
      </w:r>
      <w:r w:rsidRPr="009071AC">
        <w:t>monstrueuse</w:t>
      </w:r>
      <w:r w:rsidR="00F635DB">
        <w:t xml:space="preserve">, </w:t>
      </w:r>
      <w:r w:rsidRPr="009071AC">
        <w:t>qu</w:t>
      </w:r>
      <w:r w:rsidR="00F635DB">
        <w:t>’</w:t>
      </w:r>
      <w:r w:rsidRPr="009071AC">
        <w:t>une femme pût jouir en paix de tous les avantages d</w:t>
      </w:r>
      <w:r w:rsidR="00F635DB">
        <w:t>’</w:t>
      </w:r>
      <w:r w:rsidRPr="009071AC">
        <w:t>une immense fortune</w:t>
      </w:r>
      <w:r w:rsidR="00F635DB">
        <w:t xml:space="preserve">, </w:t>
      </w:r>
      <w:r w:rsidRPr="009071AC">
        <w:t>pendant qu</w:t>
      </w:r>
      <w:r w:rsidR="00F635DB">
        <w:t>’</w:t>
      </w:r>
      <w:r w:rsidRPr="009071AC">
        <w:t xml:space="preserve">elle se savait </w:t>
      </w:r>
      <w:proofErr w:type="gramStart"/>
      <w:r w:rsidRPr="009071AC">
        <w:t>de par le</w:t>
      </w:r>
      <w:proofErr w:type="gramEnd"/>
      <w:r w:rsidRPr="009071AC">
        <w:t xml:space="preserve"> monde une fille</w:t>
      </w:r>
      <w:r w:rsidR="00F635DB">
        <w:t xml:space="preserve">, </w:t>
      </w:r>
      <w:r w:rsidRPr="009071AC">
        <w:t>lâchement abandonnée à tous les hasards</w:t>
      </w:r>
      <w:r w:rsidR="00F635DB">
        <w:t xml:space="preserve">, </w:t>
      </w:r>
      <w:r w:rsidRPr="009071AC">
        <w:t>misérablement livrée à toutes les horreurs de la misère</w:t>
      </w:r>
      <w:r w:rsidR="00F635DB">
        <w:t>…</w:t>
      </w:r>
    </w:p>
    <w:p w14:paraId="19CA4714" w14:textId="4044475E" w:rsidR="00F635DB" w:rsidRDefault="00855694" w:rsidP="00F635DB">
      <w:r w:rsidRPr="009071AC">
        <w:lastRenderedPageBreak/>
        <w:t>Je suis presque certaine aussi que ma mère est mariée</w:t>
      </w:r>
      <w:r w:rsidR="00F635DB">
        <w:t>… M. de </w:t>
      </w:r>
      <w:proofErr w:type="spellStart"/>
      <w:r w:rsidRPr="009071AC">
        <w:t>Chalusse</w:t>
      </w:r>
      <w:proofErr w:type="spellEnd"/>
      <w:r w:rsidRPr="009071AC">
        <w:t xml:space="preserve"> a fait plus d</w:t>
      </w:r>
      <w:r w:rsidR="00F635DB">
        <w:t>’</w:t>
      </w:r>
      <w:r w:rsidRPr="009071AC">
        <w:t>une allusion à son mari</w:t>
      </w:r>
      <w:r w:rsidR="00F635DB">
        <w:t xml:space="preserve"> ; </w:t>
      </w:r>
      <w:r w:rsidRPr="009071AC">
        <w:t>il le haïssait effroyablement</w:t>
      </w:r>
      <w:r w:rsidR="00F635DB">
        <w:t>.</w:t>
      </w:r>
    </w:p>
    <w:p w14:paraId="56659296" w14:textId="77777777" w:rsidR="00F635DB" w:rsidRDefault="00855694" w:rsidP="00F635DB">
      <w:r w:rsidRPr="009071AC">
        <w:t>Enfin</w:t>
      </w:r>
      <w:r w:rsidR="00F635DB">
        <w:t xml:space="preserve">, </w:t>
      </w:r>
      <w:r w:rsidRPr="009071AC">
        <w:t>un soir</w:t>
      </w:r>
      <w:r w:rsidR="00F635DB">
        <w:t xml:space="preserve">, </w:t>
      </w:r>
      <w:r w:rsidRPr="009071AC">
        <w:t>étant plus expansif que de coutume</w:t>
      </w:r>
      <w:r w:rsidR="00F635DB">
        <w:t xml:space="preserve">, </w:t>
      </w:r>
      <w:r w:rsidRPr="009071AC">
        <w:t>le comte me donna à entendre que le grand danger qu</w:t>
      </w:r>
      <w:r w:rsidR="00F635DB">
        <w:t>’</w:t>
      </w:r>
      <w:r w:rsidRPr="009071AC">
        <w:t>il redoutait pour moi venait de ma mère ou de son mari</w:t>
      </w:r>
      <w:r w:rsidR="00F635DB">
        <w:t xml:space="preserve">… </w:t>
      </w:r>
      <w:r w:rsidRPr="009071AC">
        <w:t>Il a essayé ensuite</w:t>
      </w:r>
      <w:r w:rsidR="00F635DB">
        <w:t xml:space="preserve">, </w:t>
      </w:r>
      <w:r w:rsidRPr="009071AC">
        <w:t>selon son habitude</w:t>
      </w:r>
      <w:r w:rsidR="00F635DB">
        <w:t xml:space="preserve">, </w:t>
      </w:r>
      <w:r w:rsidRPr="009071AC">
        <w:t>de revenir sur ses affirmations</w:t>
      </w:r>
      <w:r w:rsidR="00F635DB">
        <w:t xml:space="preserve">, </w:t>
      </w:r>
      <w:r w:rsidRPr="009071AC">
        <w:t>mais il n</w:t>
      </w:r>
      <w:r w:rsidR="00F635DB">
        <w:t>’</w:t>
      </w:r>
      <w:r w:rsidRPr="009071AC">
        <w:t>a pu m</w:t>
      </w:r>
      <w:r w:rsidR="00F635DB">
        <w:t>’</w:t>
      </w:r>
      <w:r w:rsidRPr="009071AC">
        <w:t>ôter de l</w:t>
      </w:r>
      <w:r w:rsidR="00F635DB">
        <w:t>’</w:t>
      </w:r>
      <w:r w:rsidRPr="009071AC">
        <w:t>esprit que pour cette fois il avait dit vrai</w:t>
      </w:r>
      <w:r w:rsidR="00F635DB">
        <w:t xml:space="preserve">… </w:t>
      </w:r>
      <w:r w:rsidRPr="009071AC">
        <w:t>ou à peu près</w:t>
      </w:r>
      <w:r w:rsidR="00F635DB">
        <w:t>…</w:t>
      </w:r>
    </w:p>
    <w:p w14:paraId="78BF61DA" w14:textId="7E80D52E" w:rsidR="00F635DB" w:rsidRDefault="00855694" w:rsidP="00F635DB">
      <w:r w:rsidRPr="009071AC">
        <w:t>Le juge s</w:t>
      </w:r>
      <w:r w:rsidR="00F635DB">
        <w:t>’</w:t>
      </w:r>
      <w:r w:rsidRPr="009071AC">
        <w:t>était redressé sur son fauteuil</w:t>
      </w:r>
      <w:r w:rsidR="00F635DB">
        <w:t xml:space="preserve">, </w:t>
      </w:r>
      <w:r w:rsidRPr="009071AC">
        <w:t xml:space="preserve">et il cherchait du regard les yeux de </w:t>
      </w:r>
      <w:r w:rsidR="00F635DB">
        <w:t>M</w:t>
      </w:r>
      <w:r w:rsidR="00F635DB" w:rsidRPr="00F635DB">
        <w:rPr>
          <w:vertAlign w:val="superscript"/>
        </w:rPr>
        <w:t>lle</w:t>
      </w:r>
      <w:r w:rsidR="00F635DB">
        <w:t> </w:t>
      </w:r>
      <w:r w:rsidRPr="009071AC">
        <w:t>Marguerite</w:t>
      </w:r>
      <w:r w:rsidR="00F635DB">
        <w:t>…</w:t>
      </w:r>
    </w:p>
    <w:p w14:paraId="3B0F1621" w14:textId="77777777" w:rsidR="00F635DB" w:rsidRDefault="00855694" w:rsidP="00F635DB">
      <w:r w:rsidRPr="009071AC">
        <w:t>Lorsqu</w:t>
      </w:r>
      <w:r w:rsidR="00F635DB">
        <w:t>’</w:t>
      </w:r>
      <w:r w:rsidRPr="009071AC">
        <w:t>il les eut rencontrés</w:t>
      </w:r>
      <w:r w:rsidR="00F635DB">
        <w:t> :</w:t>
      </w:r>
    </w:p>
    <w:p w14:paraId="7ECD935A" w14:textId="77777777" w:rsidR="00F635DB" w:rsidRDefault="00F635DB" w:rsidP="00F635DB">
      <w:r>
        <w:t>— </w:t>
      </w:r>
      <w:r w:rsidR="00855694" w:rsidRPr="009071AC">
        <w:t>Alors</w:t>
      </w:r>
      <w:r>
        <w:t xml:space="preserve">, </w:t>
      </w:r>
      <w:r w:rsidR="00855694" w:rsidRPr="009071AC">
        <w:t>fit-il</w:t>
      </w:r>
      <w:r>
        <w:t xml:space="preserve">, </w:t>
      </w:r>
      <w:r w:rsidR="00855694" w:rsidRPr="009071AC">
        <w:t>ces lettres que nous avons trouvées dans le secrétaire seraient de votre mère</w:t>
      </w:r>
      <w:r>
        <w:t xml:space="preserve">, </w:t>
      </w:r>
      <w:r w:rsidR="00855694" w:rsidRPr="009071AC">
        <w:t>mademoiselle</w:t>
      </w:r>
      <w:r>
        <w:t>…</w:t>
      </w:r>
    </w:p>
    <w:p w14:paraId="621D77C8" w14:textId="77777777" w:rsidR="00F635DB" w:rsidRDefault="00855694" w:rsidP="00F635DB">
      <w:r w:rsidRPr="009071AC">
        <w:t>La jeune fille rougit</w:t>
      </w:r>
      <w:r w:rsidR="00F635DB">
        <w:t xml:space="preserve">… </w:t>
      </w:r>
      <w:r w:rsidRPr="009071AC">
        <w:t>Déjà</w:t>
      </w:r>
      <w:r w:rsidR="00F635DB">
        <w:t xml:space="preserve">, </w:t>
      </w:r>
      <w:r w:rsidRPr="009071AC">
        <w:t>elle avait été interrogée au sujet de ces lettres</w:t>
      </w:r>
      <w:r w:rsidR="00F635DB">
        <w:t xml:space="preserve">, </w:t>
      </w:r>
      <w:r w:rsidRPr="009071AC">
        <w:t>et elle n</w:t>
      </w:r>
      <w:r w:rsidR="00F635DB">
        <w:t>’</w:t>
      </w:r>
      <w:r w:rsidRPr="009071AC">
        <w:t>avait pas répondu</w:t>
      </w:r>
      <w:r w:rsidR="00F635DB">
        <w:t>.</w:t>
      </w:r>
    </w:p>
    <w:p w14:paraId="6C697E2C" w14:textId="77777777" w:rsidR="00F635DB" w:rsidRDefault="00855694" w:rsidP="00F635DB">
      <w:r w:rsidRPr="009071AC">
        <w:t>Elle parut délibérer une minute</w:t>
      </w:r>
      <w:r w:rsidR="00F635DB">
        <w:t xml:space="preserve"> ; </w:t>
      </w:r>
      <w:r w:rsidRPr="009071AC">
        <w:t>puis se décidant</w:t>
      </w:r>
      <w:r w:rsidR="00F635DB">
        <w:t> :</w:t>
      </w:r>
    </w:p>
    <w:p w14:paraId="5866399B" w14:textId="77777777" w:rsidR="00F635DB" w:rsidRDefault="00F635DB" w:rsidP="00F635DB">
      <w:r>
        <w:t>— </w:t>
      </w:r>
      <w:r w:rsidR="00855694" w:rsidRPr="009071AC">
        <w:t>Votre opinion est la mienne</w:t>
      </w:r>
      <w:r>
        <w:t xml:space="preserve">, </w:t>
      </w:r>
      <w:r w:rsidR="00855694" w:rsidRPr="009071AC">
        <w:t>monsieur</w:t>
      </w:r>
      <w:r>
        <w:t xml:space="preserve">, </w:t>
      </w:r>
      <w:r w:rsidR="00855694" w:rsidRPr="009071AC">
        <w:t>prononça-t-elle</w:t>
      </w:r>
      <w:r>
        <w:t>.</w:t>
      </w:r>
    </w:p>
    <w:p w14:paraId="3B0D1680" w14:textId="77777777" w:rsidR="00F635DB" w:rsidRDefault="00855694" w:rsidP="00F635DB">
      <w:r w:rsidRPr="009071AC">
        <w:t>Et aussitôt</w:t>
      </w:r>
      <w:r w:rsidR="00F635DB">
        <w:t xml:space="preserve">, </w:t>
      </w:r>
      <w:r w:rsidRPr="009071AC">
        <w:t>comme si elle eût voulu éviter de nouvelles questions</w:t>
      </w:r>
      <w:r w:rsidR="00F635DB">
        <w:t xml:space="preserve">, </w:t>
      </w:r>
      <w:r w:rsidRPr="009071AC">
        <w:t>elle poursuivit avec une certaine volubilité</w:t>
      </w:r>
      <w:r w:rsidR="00F635DB">
        <w:t> :</w:t>
      </w:r>
    </w:p>
    <w:p w14:paraId="27C46587" w14:textId="77777777" w:rsidR="00F635DB" w:rsidRDefault="00F635DB" w:rsidP="00F635DB">
      <w:r>
        <w:t>— </w:t>
      </w:r>
      <w:r w:rsidR="00855694" w:rsidRPr="009071AC">
        <w:t>Du reste</w:t>
      </w:r>
      <w:r>
        <w:t xml:space="preserve">, </w:t>
      </w:r>
      <w:r w:rsidR="00855694" w:rsidRPr="009071AC">
        <w:t>un souci nouveau et plus pressant</w:t>
      </w:r>
      <w:r>
        <w:t xml:space="preserve">, </w:t>
      </w:r>
      <w:r w:rsidR="00855694" w:rsidRPr="009071AC">
        <w:t>la menace d</w:t>
      </w:r>
      <w:r>
        <w:t>’</w:t>
      </w:r>
      <w:r w:rsidR="00855694" w:rsidRPr="009071AC">
        <w:t>un malheur bien positif</w:t>
      </w:r>
      <w:r>
        <w:t xml:space="preserve">, </w:t>
      </w:r>
      <w:r w:rsidR="00855694" w:rsidRPr="009071AC">
        <w:t>hélas</w:t>
      </w:r>
      <w:r>
        <w:t xml:space="preserve"> ! </w:t>
      </w:r>
      <w:r w:rsidR="00855694" w:rsidRPr="009071AC">
        <w:t>vint m</w:t>
      </w:r>
      <w:r>
        <w:t>’</w:t>
      </w:r>
      <w:r w:rsidR="00855694" w:rsidRPr="009071AC">
        <w:t>arracher à cette perpétuelle préoccupation de ma naissance</w:t>
      </w:r>
      <w:r>
        <w:t>.</w:t>
      </w:r>
    </w:p>
    <w:p w14:paraId="71347790" w14:textId="77777777" w:rsidR="00F635DB" w:rsidRDefault="00855694" w:rsidP="00F635DB">
      <w:r w:rsidRPr="009071AC">
        <w:t>Il y a eu de cela un mois hier</w:t>
      </w:r>
      <w:r w:rsidR="00F635DB">
        <w:t xml:space="preserve"> ; </w:t>
      </w:r>
      <w:r w:rsidRPr="009071AC">
        <w:t>un matin</w:t>
      </w:r>
      <w:r w:rsidR="00F635DB">
        <w:t xml:space="preserve">, </w:t>
      </w:r>
      <w:r w:rsidRPr="009071AC">
        <w:t>nous déjeunions</w:t>
      </w:r>
      <w:r w:rsidR="00F635DB">
        <w:t xml:space="preserve">, </w:t>
      </w:r>
      <w:r w:rsidRPr="009071AC">
        <w:t>quand le comte m</w:t>
      </w:r>
      <w:r w:rsidR="00F635DB">
        <w:t>’</w:t>
      </w:r>
      <w:r w:rsidRPr="009071AC">
        <w:t>annonça qu</w:t>
      </w:r>
      <w:r w:rsidR="00F635DB">
        <w:t>’</w:t>
      </w:r>
      <w:r w:rsidRPr="009071AC">
        <w:t>il attendait pour dîner deux convives</w:t>
      </w:r>
      <w:r w:rsidR="00F635DB">
        <w:t>.</w:t>
      </w:r>
    </w:p>
    <w:p w14:paraId="7ED1B6D7" w14:textId="77777777" w:rsidR="00F635DB" w:rsidRDefault="00855694" w:rsidP="00F635DB">
      <w:r w:rsidRPr="009071AC">
        <w:lastRenderedPageBreak/>
        <w:t>C</w:t>
      </w:r>
      <w:r w:rsidR="00F635DB">
        <w:t>’</w:t>
      </w:r>
      <w:r w:rsidRPr="009071AC">
        <w:t>était une telle dérogation à toutes nos habitudes que je restai muette de surprise</w:t>
      </w:r>
      <w:r w:rsidR="00F635DB">
        <w:t>.</w:t>
      </w:r>
    </w:p>
    <w:p w14:paraId="5DD6A94F" w14:textId="76FCA46B" w:rsidR="00F635DB" w:rsidRDefault="00F635DB" w:rsidP="00F635DB">
      <w:r>
        <w:t>— </w:t>
      </w:r>
      <w:r w:rsidR="00855694" w:rsidRPr="009071AC">
        <w:t>Positivement</w:t>
      </w:r>
      <w:r>
        <w:t xml:space="preserve">, </w:t>
      </w:r>
      <w:r w:rsidR="00855694" w:rsidRPr="009071AC">
        <w:t>c</w:t>
      </w:r>
      <w:r>
        <w:t>’</w:t>
      </w:r>
      <w:r w:rsidR="00855694" w:rsidRPr="009071AC">
        <w:t>est extraordinaire</w:t>
      </w:r>
      <w:r>
        <w:t xml:space="preserve">, </w:t>
      </w:r>
      <w:r w:rsidR="00855694" w:rsidRPr="009071AC">
        <w:t xml:space="preserve">ajouta gaiement </w:t>
      </w:r>
      <w:r>
        <w:t>M. de </w:t>
      </w:r>
      <w:proofErr w:type="spellStart"/>
      <w:r w:rsidR="00855694" w:rsidRPr="009071AC">
        <w:t>Chalusse</w:t>
      </w:r>
      <w:proofErr w:type="spellEnd"/>
      <w:r>
        <w:t xml:space="preserve">, </w:t>
      </w:r>
      <w:r w:rsidR="00855694" w:rsidRPr="009071AC">
        <w:t>mais c</w:t>
      </w:r>
      <w:r>
        <w:t>’</w:t>
      </w:r>
      <w:r w:rsidR="00855694" w:rsidRPr="009071AC">
        <w:t>est ainsi</w:t>
      </w:r>
      <w:r>
        <w:t xml:space="preserve">… </w:t>
      </w:r>
      <w:r w:rsidR="00855694" w:rsidRPr="009071AC">
        <w:t>le loup s</w:t>
      </w:r>
      <w:r>
        <w:t>’</w:t>
      </w:r>
      <w:r w:rsidR="00855694" w:rsidRPr="009071AC">
        <w:t>humanise</w:t>
      </w:r>
      <w:r>
        <w:t xml:space="preserve">… </w:t>
      </w:r>
      <w:r w:rsidR="00855694" w:rsidRPr="009071AC">
        <w:t xml:space="preserve">nous aurons ce soir </w:t>
      </w:r>
      <w:r>
        <w:t>M. de </w:t>
      </w:r>
      <w:proofErr w:type="spellStart"/>
      <w:r w:rsidR="00855694" w:rsidRPr="009071AC">
        <w:t>Fondège</w:t>
      </w:r>
      <w:proofErr w:type="spellEnd"/>
      <w:r w:rsidR="00855694" w:rsidRPr="009071AC">
        <w:t xml:space="preserve"> et le marquis de </w:t>
      </w:r>
      <w:proofErr w:type="spellStart"/>
      <w:r w:rsidR="00855694" w:rsidRPr="009071AC">
        <w:t>Valorsay</w:t>
      </w:r>
      <w:proofErr w:type="spellEnd"/>
      <w:r>
        <w:t xml:space="preserve">… </w:t>
      </w:r>
      <w:r w:rsidR="00855694" w:rsidRPr="009071AC">
        <w:t>Ainsi</w:t>
      </w:r>
      <w:r>
        <w:t xml:space="preserve">, </w:t>
      </w:r>
      <w:r w:rsidR="00855694" w:rsidRPr="009071AC">
        <w:t>chère Marguerite</w:t>
      </w:r>
      <w:r>
        <w:t xml:space="preserve">, </w:t>
      </w:r>
      <w:r w:rsidR="00855694" w:rsidRPr="009071AC">
        <w:t>soyez belle</w:t>
      </w:r>
      <w:r>
        <w:t xml:space="preserve">, </w:t>
      </w:r>
      <w:r w:rsidR="00855694" w:rsidRPr="009071AC">
        <w:t>pour faire honneur à votre vieil ami</w:t>
      </w:r>
      <w:r>
        <w:t>.</w:t>
      </w:r>
    </w:p>
    <w:p w14:paraId="5DF63061" w14:textId="77777777" w:rsidR="00F635DB" w:rsidRDefault="00855694" w:rsidP="00F635DB">
      <w:r w:rsidRPr="009071AC">
        <w:t>À six heures</w:t>
      </w:r>
      <w:r w:rsidR="00F635DB">
        <w:t xml:space="preserve">, </w:t>
      </w:r>
      <w:r w:rsidRPr="009071AC">
        <w:t>ces deux messieurs arrivèrent ensemble</w:t>
      </w:r>
      <w:r w:rsidR="00F635DB">
        <w:t>.</w:t>
      </w:r>
    </w:p>
    <w:p w14:paraId="5E6D410C" w14:textId="6B510381" w:rsidR="00F635DB" w:rsidRDefault="00855694" w:rsidP="00F635DB">
      <w:r w:rsidRPr="009071AC">
        <w:t xml:space="preserve">Je connaissais </w:t>
      </w:r>
      <w:r w:rsidR="00F635DB">
        <w:t>M. de </w:t>
      </w:r>
      <w:proofErr w:type="spellStart"/>
      <w:r w:rsidRPr="009071AC">
        <w:t>Fondège</w:t>
      </w:r>
      <w:proofErr w:type="spellEnd"/>
      <w:r w:rsidR="00F635DB">
        <w:t>, « </w:t>
      </w:r>
      <w:r w:rsidRPr="009071AC">
        <w:t>le général</w:t>
      </w:r>
      <w:r w:rsidR="00F635DB">
        <w:t>, »</w:t>
      </w:r>
      <w:r w:rsidRPr="009071AC">
        <w:t xml:space="preserve"> comme on l</w:t>
      </w:r>
      <w:r w:rsidR="00F635DB">
        <w:t>’</w:t>
      </w:r>
      <w:r w:rsidRPr="009071AC">
        <w:t>appelle</w:t>
      </w:r>
      <w:r w:rsidR="00F635DB">
        <w:t xml:space="preserve">, </w:t>
      </w:r>
      <w:r w:rsidRPr="009071AC">
        <w:t xml:space="preserve">le seul ami de </w:t>
      </w:r>
      <w:r w:rsidR="00F635DB">
        <w:t>M. de </w:t>
      </w:r>
      <w:proofErr w:type="spellStart"/>
      <w:r w:rsidRPr="009071AC">
        <w:t>Chalusse</w:t>
      </w:r>
      <w:proofErr w:type="spellEnd"/>
      <w:r w:rsidR="00F635DB">
        <w:t xml:space="preserve"> ; </w:t>
      </w:r>
      <w:r w:rsidRPr="009071AC">
        <w:t>il venait nous visiter assez souvent</w:t>
      </w:r>
      <w:r w:rsidR="00F635DB">
        <w:t>.</w:t>
      </w:r>
    </w:p>
    <w:p w14:paraId="67AA6EE1" w14:textId="77777777" w:rsidR="00F635DB" w:rsidRDefault="00855694" w:rsidP="00F635DB">
      <w:r w:rsidRPr="009071AC">
        <w:t>Mais je n</w:t>
      </w:r>
      <w:r w:rsidR="00F635DB">
        <w:t>’</w:t>
      </w:r>
      <w:r w:rsidRPr="009071AC">
        <w:t xml:space="preserve">avais jamais aperçu le marquis de </w:t>
      </w:r>
      <w:proofErr w:type="spellStart"/>
      <w:r w:rsidRPr="009071AC">
        <w:t>Valorsay</w:t>
      </w:r>
      <w:proofErr w:type="spellEnd"/>
      <w:r w:rsidR="00F635DB">
        <w:t xml:space="preserve">, </w:t>
      </w:r>
      <w:r w:rsidRPr="009071AC">
        <w:t>et même</w:t>
      </w:r>
      <w:r w:rsidR="00F635DB">
        <w:t xml:space="preserve">, </w:t>
      </w:r>
      <w:r w:rsidRPr="009071AC">
        <w:t>j</w:t>
      </w:r>
      <w:r w:rsidR="00F635DB">
        <w:t>’</w:t>
      </w:r>
      <w:r w:rsidRPr="009071AC">
        <w:t>avais entendu prononcer son nom</w:t>
      </w:r>
      <w:r w:rsidR="00F635DB">
        <w:t xml:space="preserve">, </w:t>
      </w:r>
      <w:r w:rsidRPr="009071AC">
        <w:t>le matin</w:t>
      </w:r>
      <w:r w:rsidR="00F635DB">
        <w:t xml:space="preserve">, </w:t>
      </w:r>
      <w:r w:rsidRPr="009071AC">
        <w:t>pour la première fois</w:t>
      </w:r>
      <w:r w:rsidR="00F635DB">
        <w:t>.</w:t>
      </w:r>
    </w:p>
    <w:p w14:paraId="30D050F6" w14:textId="77777777" w:rsidR="00F635DB" w:rsidRDefault="00855694" w:rsidP="00F635DB">
      <w:r w:rsidRPr="009071AC">
        <w:t>Je ne le jugeai pas</w:t>
      </w:r>
      <w:r w:rsidR="00F635DB">
        <w:t xml:space="preserve">… </w:t>
      </w:r>
      <w:r w:rsidRPr="009071AC">
        <w:t>Il me déplut</w:t>
      </w:r>
      <w:r w:rsidR="00F635DB">
        <w:t xml:space="preserve">, </w:t>
      </w:r>
      <w:r w:rsidRPr="009071AC">
        <w:t>dès qu</w:t>
      </w:r>
      <w:r w:rsidR="00F635DB">
        <w:t>’</w:t>
      </w:r>
      <w:r w:rsidRPr="009071AC">
        <w:t>il parut</w:t>
      </w:r>
      <w:r w:rsidR="00F635DB">
        <w:t xml:space="preserve">, </w:t>
      </w:r>
      <w:r w:rsidRPr="009071AC">
        <w:t>jusqu</w:t>
      </w:r>
      <w:r w:rsidR="00F635DB">
        <w:t>’</w:t>
      </w:r>
      <w:r w:rsidRPr="009071AC">
        <w:t>à l</w:t>
      </w:r>
      <w:r w:rsidR="00F635DB">
        <w:t>’</w:t>
      </w:r>
      <w:r w:rsidRPr="009071AC">
        <w:t>aversion</w:t>
      </w:r>
      <w:r w:rsidR="00F635DB">
        <w:t>.</w:t>
      </w:r>
    </w:p>
    <w:p w14:paraId="2AED3970" w14:textId="77777777" w:rsidR="00F635DB" w:rsidRDefault="00855694" w:rsidP="00F635DB">
      <w:r w:rsidRPr="009071AC">
        <w:t>D</w:t>
      </w:r>
      <w:r w:rsidR="00F635DB">
        <w:t>’</w:t>
      </w:r>
      <w:r w:rsidRPr="009071AC">
        <w:t>abord</w:t>
      </w:r>
      <w:r w:rsidR="00F635DB">
        <w:t xml:space="preserve">, </w:t>
      </w:r>
      <w:r w:rsidRPr="009071AC">
        <w:t>il me regarda trop</w:t>
      </w:r>
      <w:r w:rsidR="00F635DB">
        <w:t xml:space="preserve">, </w:t>
      </w:r>
      <w:r w:rsidRPr="009071AC">
        <w:t>avec une insistance que ma position fausse rendait pénible</w:t>
      </w:r>
      <w:r w:rsidR="00F635DB">
        <w:t xml:space="preserve">, </w:t>
      </w:r>
      <w:r w:rsidRPr="009071AC">
        <w:t>ensuite il se montra trop prévenant</w:t>
      </w:r>
      <w:r w:rsidR="00F635DB">
        <w:t>.</w:t>
      </w:r>
    </w:p>
    <w:p w14:paraId="36AFA597" w14:textId="77777777" w:rsidR="00F635DB" w:rsidRDefault="00855694" w:rsidP="00F635DB">
      <w:r w:rsidRPr="009071AC">
        <w:t>Pendant le dîner</w:t>
      </w:r>
      <w:r w:rsidR="00F635DB">
        <w:t xml:space="preserve">, </w:t>
      </w:r>
      <w:r w:rsidRPr="009071AC">
        <w:t>il parla presque seul et uniquement pour moi</w:t>
      </w:r>
      <w:r w:rsidR="00F635DB">
        <w:t xml:space="preserve">, </w:t>
      </w:r>
      <w:r w:rsidRPr="009071AC">
        <w:t>à ce qu</w:t>
      </w:r>
      <w:r w:rsidR="00F635DB">
        <w:t>’</w:t>
      </w:r>
      <w:r w:rsidRPr="009071AC">
        <w:t>il me parut</w:t>
      </w:r>
      <w:r w:rsidR="00F635DB">
        <w:t>.</w:t>
      </w:r>
    </w:p>
    <w:p w14:paraId="71BE0A65" w14:textId="77777777" w:rsidR="00F635DB" w:rsidRDefault="00855694" w:rsidP="00F635DB">
      <w:r w:rsidRPr="009071AC">
        <w:t>Je me souviens surtout de certain tableau qu</w:t>
      </w:r>
      <w:r w:rsidR="00F635DB">
        <w:t>’</w:t>
      </w:r>
      <w:r w:rsidRPr="009071AC">
        <w:t>il nous fit de ce qu</w:t>
      </w:r>
      <w:r w:rsidR="00F635DB">
        <w:t>’</w:t>
      </w:r>
      <w:r w:rsidRPr="009071AC">
        <w:t xml:space="preserve">il appelait un </w:t>
      </w:r>
      <w:r w:rsidR="00F635DB">
        <w:t>« </w:t>
      </w:r>
      <w:r w:rsidRPr="009071AC">
        <w:t>bon ménage</w:t>
      </w:r>
      <w:r w:rsidR="00F635DB">
        <w:t>, »</w:t>
      </w:r>
      <w:r w:rsidRPr="009071AC">
        <w:t xml:space="preserve"> qui me donna des nausées</w:t>
      </w:r>
      <w:r w:rsidR="00F635DB">
        <w:t>.</w:t>
      </w:r>
    </w:p>
    <w:p w14:paraId="321CC199" w14:textId="77777777" w:rsidR="00F635DB" w:rsidRDefault="00855694" w:rsidP="00F635DB">
      <w:r w:rsidRPr="009071AC">
        <w:t>Selon lui</w:t>
      </w:r>
      <w:r w:rsidR="00F635DB">
        <w:t xml:space="preserve">, </w:t>
      </w:r>
      <w:r w:rsidRPr="009071AC">
        <w:t>un mari ne devait être que le premier ministre et l</w:t>
      </w:r>
      <w:r w:rsidR="00F635DB">
        <w:t>’</w:t>
      </w:r>
      <w:r w:rsidRPr="009071AC">
        <w:t>humble serviteur des fantaisies de sa femme</w:t>
      </w:r>
      <w:r w:rsidR="00F635DB">
        <w:t xml:space="preserve">… </w:t>
      </w:r>
      <w:r w:rsidRPr="009071AC">
        <w:t>C</w:t>
      </w:r>
      <w:r w:rsidR="00F635DB">
        <w:t>’</w:t>
      </w:r>
      <w:r w:rsidRPr="009071AC">
        <w:t>était son système</w:t>
      </w:r>
      <w:r w:rsidR="00F635DB">
        <w:t xml:space="preserve">… </w:t>
      </w:r>
      <w:r w:rsidRPr="009071AC">
        <w:t>Aussi</w:t>
      </w:r>
      <w:r w:rsidR="00F635DB">
        <w:t xml:space="preserve">, </w:t>
      </w:r>
      <w:r w:rsidRPr="009071AC">
        <w:t>comptait-il</w:t>
      </w:r>
      <w:r w:rsidR="00F635DB">
        <w:t xml:space="preserve">, </w:t>
      </w:r>
      <w:r w:rsidRPr="009071AC">
        <w:t>s</w:t>
      </w:r>
      <w:r w:rsidR="00F635DB">
        <w:t>’</w:t>
      </w:r>
      <w:r w:rsidRPr="009071AC">
        <w:t>il se mariait jamais</w:t>
      </w:r>
      <w:r w:rsidR="00F635DB">
        <w:t xml:space="preserve">, </w:t>
      </w:r>
      <w:r w:rsidRPr="009071AC">
        <w:t xml:space="preserve">donner à la marquise de </w:t>
      </w:r>
      <w:proofErr w:type="spellStart"/>
      <w:r w:rsidRPr="009071AC">
        <w:t>Valorsay</w:t>
      </w:r>
      <w:proofErr w:type="spellEnd"/>
      <w:r w:rsidRPr="009071AC">
        <w:t xml:space="preserve"> toute la liberté qu</w:t>
      </w:r>
      <w:r w:rsidR="00F635DB">
        <w:t>’</w:t>
      </w:r>
      <w:r w:rsidRPr="009071AC">
        <w:t>elle voudrait</w:t>
      </w:r>
      <w:r w:rsidR="00F635DB">
        <w:t xml:space="preserve">, </w:t>
      </w:r>
      <w:r w:rsidRPr="009071AC">
        <w:t xml:space="preserve">de </w:t>
      </w:r>
      <w:r w:rsidRPr="009071AC">
        <w:lastRenderedPageBreak/>
        <w:t>l</w:t>
      </w:r>
      <w:r w:rsidR="00F635DB">
        <w:t>’</w:t>
      </w:r>
      <w:r w:rsidRPr="009071AC">
        <w:t>argent à pleines mains</w:t>
      </w:r>
      <w:r w:rsidR="00F635DB">
        <w:t xml:space="preserve">, </w:t>
      </w:r>
      <w:r w:rsidRPr="009071AC">
        <w:t>les plus beaux équipages et les plus magnifiques diamants de Paris</w:t>
      </w:r>
      <w:r w:rsidR="00F635DB">
        <w:t xml:space="preserve">, </w:t>
      </w:r>
      <w:r w:rsidRPr="009071AC">
        <w:t>des toilettes fabuleuses</w:t>
      </w:r>
      <w:r w:rsidR="00F635DB">
        <w:t xml:space="preserve">, </w:t>
      </w:r>
      <w:r w:rsidRPr="009071AC">
        <w:t>toutes les satisfactions du luxe et de la vanité</w:t>
      </w:r>
      <w:r w:rsidR="00F635DB">
        <w:t xml:space="preserve">, </w:t>
      </w:r>
      <w:r w:rsidRPr="009071AC">
        <w:t>enfin</w:t>
      </w:r>
      <w:r w:rsidR="00F635DB">
        <w:t xml:space="preserve">, </w:t>
      </w:r>
      <w:r w:rsidRPr="009071AC">
        <w:t>une existence féerique</w:t>
      </w:r>
      <w:r w:rsidR="00F635DB">
        <w:t xml:space="preserve">, </w:t>
      </w:r>
      <w:r w:rsidRPr="009071AC">
        <w:t>un rêve</w:t>
      </w:r>
      <w:r w:rsidR="00F635DB">
        <w:t xml:space="preserve">, </w:t>
      </w:r>
      <w:r w:rsidRPr="009071AC">
        <w:t>un étourdissement</w:t>
      </w:r>
      <w:r w:rsidR="00F635DB">
        <w:t xml:space="preserve">, </w:t>
      </w:r>
      <w:r w:rsidRPr="009071AC">
        <w:t>un tourbillon</w:t>
      </w:r>
      <w:r w:rsidR="00F635DB">
        <w:t>…</w:t>
      </w:r>
    </w:p>
    <w:p w14:paraId="5829FB3E" w14:textId="77777777" w:rsidR="00F635DB" w:rsidRDefault="00F635DB" w:rsidP="00F635DB">
      <w:r>
        <w:t>— </w:t>
      </w:r>
      <w:r w:rsidR="00855694" w:rsidRPr="009071AC">
        <w:t>Avec ces idées</w:t>
      </w:r>
      <w:r>
        <w:t xml:space="preserve">, </w:t>
      </w:r>
      <w:r w:rsidR="00855694" w:rsidRPr="009071AC">
        <w:t>ajoutait-il en m</w:t>
      </w:r>
      <w:r>
        <w:t>’</w:t>
      </w:r>
      <w:r w:rsidR="00855694" w:rsidRPr="009071AC">
        <w:t>épiant du coin de l</w:t>
      </w:r>
      <w:r>
        <w:t>’</w:t>
      </w:r>
      <w:r w:rsidR="00855694" w:rsidRPr="009071AC">
        <w:t>œil</w:t>
      </w:r>
      <w:r>
        <w:t xml:space="preserve">, </w:t>
      </w:r>
      <w:r w:rsidR="00855694" w:rsidRPr="009071AC">
        <w:t>la marquise serait bien difficile si elle n</w:t>
      </w:r>
      <w:r>
        <w:t>’</w:t>
      </w:r>
      <w:r w:rsidR="00855694" w:rsidRPr="009071AC">
        <w:t>était pas ravie de son mari</w:t>
      </w:r>
      <w:r>
        <w:t>.</w:t>
      </w:r>
    </w:p>
    <w:p w14:paraId="3935B7C6" w14:textId="77777777" w:rsidR="00F635DB" w:rsidRDefault="00855694" w:rsidP="00F635DB">
      <w:r w:rsidRPr="009071AC">
        <w:t>Il m</w:t>
      </w:r>
      <w:r w:rsidR="00F635DB">
        <w:t>’</w:t>
      </w:r>
      <w:r w:rsidRPr="009071AC">
        <w:t>exaspérait</w:t>
      </w:r>
      <w:r w:rsidR="00F635DB">
        <w:t>.</w:t>
      </w:r>
    </w:p>
    <w:p w14:paraId="6662EE92" w14:textId="77777777" w:rsidR="00F635DB" w:rsidRDefault="00F635DB" w:rsidP="00F635DB">
      <w:r>
        <w:t>— </w:t>
      </w:r>
      <w:r w:rsidR="00855694" w:rsidRPr="009071AC">
        <w:t>Monsieur</w:t>
      </w:r>
      <w:r>
        <w:t xml:space="preserve">, </w:t>
      </w:r>
      <w:r w:rsidR="00855694" w:rsidRPr="009071AC">
        <w:t>dis-je d</w:t>
      </w:r>
      <w:r>
        <w:t>’</w:t>
      </w:r>
      <w:r w:rsidR="00855694" w:rsidRPr="009071AC">
        <w:t>un ton sec</w:t>
      </w:r>
      <w:r>
        <w:t xml:space="preserve">, </w:t>
      </w:r>
      <w:r w:rsidR="00855694" w:rsidRPr="009071AC">
        <w:t>la pensée seule d</w:t>
      </w:r>
      <w:r>
        <w:t>’</w:t>
      </w:r>
      <w:r w:rsidR="00855694" w:rsidRPr="009071AC">
        <w:t>un mari pareil me ferait fuir au fond du plus austère courent</w:t>
      </w:r>
      <w:r>
        <w:t>.</w:t>
      </w:r>
    </w:p>
    <w:p w14:paraId="22572509" w14:textId="10026827" w:rsidR="00F635DB" w:rsidRDefault="00855694" w:rsidP="00F635DB">
      <w:r w:rsidRPr="009071AC">
        <w:t>Il parut décontenancé</w:t>
      </w:r>
      <w:r w:rsidR="00F635DB">
        <w:t>, « </w:t>
      </w:r>
      <w:r w:rsidRPr="009071AC">
        <w:t>le général</w:t>
      </w:r>
      <w:r w:rsidR="00F635DB">
        <w:t>, »</w:t>
      </w:r>
      <w:r w:rsidRPr="009071AC">
        <w:t xml:space="preserve"> je veux dire </w:t>
      </w:r>
      <w:r w:rsidR="00F635DB">
        <w:t>M. de </w:t>
      </w:r>
      <w:proofErr w:type="spellStart"/>
      <w:r w:rsidRPr="009071AC">
        <w:t>Fondège</w:t>
      </w:r>
      <w:proofErr w:type="spellEnd"/>
      <w:r w:rsidRPr="009071AC">
        <w:t xml:space="preserve"> lui adressa un regard narquois</w:t>
      </w:r>
      <w:r w:rsidR="00F635DB">
        <w:t xml:space="preserve">, </w:t>
      </w:r>
      <w:r w:rsidRPr="009071AC">
        <w:t>et on parla d</w:t>
      </w:r>
      <w:r w:rsidR="00F635DB">
        <w:t>’</w:t>
      </w:r>
      <w:r w:rsidRPr="009071AC">
        <w:t>autre chose</w:t>
      </w:r>
      <w:r w:rsidR="00F635DB">
        <w:t>.</w:t>
      </w:r>
    </w:p>
    <w:p w14:paraId="6F91B9FC" w14:textId="221B9385" w:rsidR="00F635DB" w:rsidRDefault="00855694" w:rsidP="00F635DB">
      <w:r w:rsidRPr="009071AC">
        <w:t>Mais quand ces messieurs furent partis</w:t>
      </w:r>
      <w:r w:rsidR="00F635DB">
        <w:t>, M. de </w:t>
      </w:r>
      <w:proofErr w:type="spellStart"/>
      <w:r w:rsidRPr="009071AC">
        <w:t>Chalusse</w:t>
      </w:r>
      <w:proofErr w:type="spellEnd"/>
      <w:r w:rsidRPr="009071AC">
        <w:t xml:space="preserve"> me gronda</w:t>
      </w:r>
      <w:r w:rsidR="00F635DB">
        <w:t>.</w:t>
      </w:r>
    </w:p>
    <w:p w14:paraId="37CB9AB1" w14:textId="77777777" w:rsidR="00F635DB" w:rsidRDefault="00855694" w:rsidP="00F635DB">
      <w:r w:rsidRPr="009071AC">
        <w:t>Il me dit que ma philosophie sentimentale n</w:t>
      </w:r>
      <w:r w:rsidR="00F635DB">
        <w:t>’</w:t>
      </w:r>
      <w:r w:rsidRPr="009071AC">
        <w:t>était pas de mise dans un salon</w:t>
      </w:r>
      <w:r w:rsidR="00F635DB">
        <w:t xml:space="preserve">, </w:t>
      </w:r>
      <w:r w:rsidRPr="009071AC">
        <w:t>et que mes idées sur la vie</w:t>
      </w:r>
      <w:r w:rsidR="00F635DB">
        <w:t xml:space="preserve">, </w:t>
      </w:r>
      <w:r w:rsidRPr="009071AC">
        <w:t>le monde</w:t>
      </w:r>
      <w:r w:rsidR="00F635DB">
        <w:t xml:space="preserve">, </w:t>
      </w:r>
      <w:r w:rsidRPr="009071AC">
        <w:t>le mariage</w:t>
      </w:r>
      <w:r w:rsidR="00F635DB">
        <w:t xml:space="preserve">, </w:t>
      </w:r>
      <w:r w:rsidRPr="009071AC">
        <w:t>le devoir</w:t>
      </w:r>
      <w:r w:rsidR="00F635DB">
        <w:t xml:space="preserve">… </w:t>
      </w:r>
      <w:r w:rsidRPr="009071AC">
        <w:t>sentaient d</w:t>
      </w:r>
      <w:r w:rsidR="00F635DB">
        <w:t>’</w:t>
      </w:r>
      <w:r w:rsidRPr="009071AC">
        <w:t>une lieu</w:t>
      </w:r>
      <w:r>
        <w:t>e</w:t>
      </w:r>
      <w:r w:rsidRPr="009071AC">
        <w:t xml:space="preserve"> l</w:t>
      </w:r>
      <w:r w:rsidR="00F635DB">
        <w:t>’</w:t>
      </w:r>
      <w:r w:rsidRPr="009071AC">
        <w:t>hospice des enfants trouvés</w:t>
      </w:r>
      <w:r w:rsidR="00F635DB">
        <w:t>.</w:t>
      </w:r>
    </w:p>
    <w:p w14:paraId="5675DD84" w14:textId="77777777" w:rsidR="00F635DB" w:rsidRDefault="00855694" w:rsidP="00F635DB">
      <w:r w:rsidRPr="009071AC">
        <w:t>Et comme je répliquais</w:t>
      </w:r>
      <w:r w:rsidR="00F635DB">
        <w:t xml:space="preserve">, </w:t>
      </w:r>
      <w:r w:rsidRPr="009071AC">
        <w:t>il m</w:t>
      </w:r>
      <w:r w:rsidR="00F635DB">
        <w:t>’</w:t>
      </w:r>
      <w:r w:rsidRPr="009071AC">
        <w:t xml:space="preserve">interrompit pour entamer un éloge en règle du marquis de </w:t>
      </w:r>
      <w:proofErr w:type="spellStart"/>
      <w:r w:rsidRPr="009071AC">
        <w:t>Valorsay</w:t>
      </w:r>
      <w:proofErr w:type="spellEnd"/>
      <w:r w:rsidR="00F635DB">
        <w:t xml:space="preserve">, </w:t>
      </w:r>
      <w:r w:rsidRPr="009071AC">
        <w:t>un homme remarquable</w:t>
      </w:r>
      <w:r w:rsidR="00F635DB">
        <w:t xml:space="preserve">, </w:t>
      </w:r>
      <w:proofErr w:type="spellStart"/>
      <w:r w:rsidRPr="009071AC">
        <w:t>assurait-il</w:t>
      </w:r>
      <w:proofErr w:type="spellEnd"/>
      <w:r w:rsidR="00F635DB">
        <w:t xml:space="preserve">, </w:t>
      </w:r>
      <w:r w:rsidRPr="009071AC">
        <w:t>de grande naissance</w:t>
      </w:r>
      <w:r w:rsidR="00F635DB">
        <w:t xml:space="preserve">, </w:t>
      </w:r>
      <w:r w:rsidRPr="009071AC">
        <w:t>possédant d</w:t>
      </w:r>
      <w:r w:rsidR="00F635DB">
        <w:t>’</w:t>
      </w:r>
      <w:r w:rsidRPr="009071AC">
        <w:t>immenses propriétés libres d</w:t>
      </w:r>
      <w:r w:rsidR="00F635DB">
        <w:t>’</w:t>
      </w:r>
      <w:r w:rsidRPr="009071AC">
        <w:t>hypothèques</w:t>
      </w:r>
      <w:r w:rsidR="00F635DB">
        <w:t xml:space="preserve">, </w:t>
      </w:r>
      <w:r w:rsidRPr="009071AC">
        <w:t>spirituel</w:t>
      </w:r>
      <w:r w:rsidR="00F635DB">
        <w:t xml:space="preserve">, </w:t>
      </w:r>
      <w:r w:rsidRPr="009071AC">
        <w:t>joli garçon</w:t>
      </w:r>
      <w:r w:rsidR="00F635DB">
        <w:t xml:space="preserve">… </w:t>
      </w:r>
      <w:r w:rsidRPr="009071AC">
        <w:t>un de ces mortels privilégiés enfin que rêvent toutes les jeunes filles</w:t>
      </w:r>
      <w:r w:rsidR="00F635DB">
        <w:t>.</w:t>
      </w:r>
    </w:p>
    <w:p w14:paraId="195CCB60" w14:textId="77777777" w:rsidR="00F635DB" w:rsidRDefault="00855694" w:rsidP="00F635DB">
      <w:r w:rsidRPr="009071AC">
        <w:t>Les écailles me tombaient des yeux</w:t>
      </w:r>
      <w:r w:rsidR="00F635DB">
        <w:t>.</w:t>
      </w:r>
    </w:p>
    <w:p w14:paraId="5BE10FFF" w14:textId="225A9468" w:rsidR="00F635DB" w:rsidRDefault="00855694" w:rsidP="00F635DB">
      <w:r w:rsidRPr="009071AC">
        <w:t xml:space="preserve">Je compris que le marquis de </w:t>
      </w:r>
      <w:proofErr w:type="spellStart"/>
      <w:r w:rsidRPr="009071AC">
        <w:t>Valorsay</w:t>
      </w:r>
      <w:proofErr w:type="spellEnd"/>
      <w:r w:rsidRPr="009071AC">
        <w:t xml:space="preserve"> devait être le prétendant trié pour moi entre tous par </w:t>
      </w:r>
      <w:r w:rsidR="00F635DB">
        <w:t>M. de </w:t>
      </w:r>
      <w:proofErr w:type="spellStart"/>
      <w:r w:rsidRPr="009071AC">
        <w:t>Chalusse</w:t>
      </w:r>
      <w:proofErr w:type="spellEnd"/>
      <w:r w:rsidR="00F635DB">
        <w:t>.</w:t>
      </w:r>
    </w:p>
    <w:p w14:paraId="0ECAE5E0" w14:textId="77777777" w:rsidR="00F635DB" w:rsidRDefault="00855694" w:rsidP="00F635DB">
      <w:r w:rsidRPr="009071AC">
        <w:lastRenderedPageBreak/>
        <w:t>Alors</w:t>
      </w:r>
      <w:r w:rsidR="00F635DB">
        <w:t xml:space="preserve">, </w:t>
      </w:r>
      <w:r w:rsidRPr="009071AC">
        <w:t>je m</w:t>
      </w:r>
      <w:r w:rsidR="00F635DB">
        <w:t>’</w:t>
      </w:r>
      <w:r w:rsidRPr="009071AC">
        <w:t>expliquai son programme matrimonial</w:t>
      </w:r>
      <w:r w:rsidR="00F635DB">
        <w:t xml:space="preserve">. </w:t>
      </w:r>
      <w:r w:rsidRPr="009071AC">
        <w:t>C</w:t>
      </w:r>
      <w:r w:rsidR="00F635DB">
        <w:t>’</w:t>
      </w:r>
      <w:r w:rsidRPr="009071AC">
        <w:t>était comme une affiche à attirer la foule</w:t>
      </w:r>
      <w:r w:rsidR="00F635DB">
        <w:t>…</w:t>
      </w:r>
    </w:p>
    <w:p w14:paraId="1B030E6C" w14:textId="77777777" w:rsidR="00F635DB" w:rsidRDefault="00855694" w:rsidP="00F635DB">
      <w:r w:rsidRPr="009071AC">
        <w:t>Et je fus indignée de ce qu</w:t>
      </w:r>
      <w:r w:rsidR="00F635DB">
        <w:t>’</w:t>
      </w:r>
      <w:r w:rsidRPr="009071AC">
        <w:t>il m</w:t>
      </w:r>
      <w:r w:rsidR="00F635DB">
        <w:t>’</w:t>
      </w:r>
      <w:r w:rsidRPr="009071AC">
        <w:t>estimait si vulgaire</w:t>
      </w:r>
      <w:r w:rsidR="00F635DB">
        <w:t xml:space="preserve">, </w:t>
      </w:r>
      <w:r w:rsidRPr="009071AC">
        <w:t>que de me laisser éblouir par la grossière fantasmagorie de cette vie de plaisirs stupides qu</w:t>
      </w:r>
      <w:r w:rsidR="00F635DB">
        <w:t>’</w:t>
      </w:r>
      <w:r w:rsidRPr="009071AC">
        <w:t>il m</w:t>
      </w:r>
      <w:r w:rsidR="00F635DB">
        <w:t>’</w:t>
      </w:r>
      <w:r w:rsidRPr="009071AC">
        <w:t>avait décrite</w:t>
      </w:r>
      <w:r w:rsidR="00F635DB">
        <w:t>.</w:t>
      </w:r>
    </w:p>
    <w:p w14:paraId="2B2CBEE8" w14:textId="6D2ABC69" w:rsidR="00F635DB" w:rsidRDefault="00855694" w:rsidP="00F635DB">
      <w:r w:rsidRPr="009071AC">
        <w:t>Il m</w:t>
      </w:r>
      <w:r w:rsidR="00F635DB">
        <w:t>’</w:t>
      </w:r>
      <w:r w:rsidRPr="009071AC">
        <w:t>avait déplu</w:t>
      </w:r>
      <w:r w:rsidR="00F635DB">
        <w:t xml:space="preserve">, </w:t>
      </w:r>
      <w:r w:rsidRPr="009071AC">
        <w:t>je le méprisai pour l</w:t>
      </w:r>
      <w:r w:rsidR="00F635DB">
        <w:t>’</w:t>
      </w:r>
      <w:r w:rsidRPr="009071AC">
        <w:t>avoir vu à genoux devant l</w:t>
      </w:r>
      <w:r w:rsidR="00F635DB">
        <w:t>’</w:t>
      </w:r>
      <w:r w:rsidRPr="009071AC">
        <w:t xml:space="preserve">argent de </w:t>
      </w:r>
      <w:r w:rsidR="00F635DB">
        <w:t>M. de </w:t>
      </w:r>
      <w:proofErr w:type="spellStart"/>
      <w:r w:rsidRPr="009071AC">
        <w:t>Chalusse</w:t>
      </w:r>
      <w:proofErr w:type="spellEnd"/>
      <w:r w:rsidR="00F635DB">
        <w:t xml:space="preserve">. </w:t>
      </w:r>
      <w:r w:rsidRPr="009071AC">
        <w:t>Car il n</w:t>
      </w:r>
      <w:r w:rsidR="00F635DB">
        <w:t>’</w:t>
      </w:r>
      <w:r w:rsidRPr="009071AC">
        <w:t>y avait pas à se méprendre sur l</w:t>
      </w:r>
      <w:r w:rsidR="00F635DB">
        <w:t>’</w:t>
      </w:r>
      <w:r w:rsidRPr="009071AC">
        <w:t>ignominie du marché que cachaient ses propos légers</w:t>
      </w:r>
      <w:r w:rsidR="00F635DB">
        <w:t xml:space="preserve"> : </w:t>
      </w:r>
      <w:r w:rsidRPr="009071AC">
        <w:t>il m</w:t>
      </w:r>
      <w:r w:rsidR="00F635DB">
        <w:t>’</w:t>
      </w:r>
      <w:r w:rsidRPr="009071AC">
        <w:t>avait offert ma liberté en échange de ma dot</w:t>
      </w:r>
      <w:r w:rsidR="00F635DB">
        <w:t xml:space="preserve">. </w:t>
      </w:r>
      <w:r w:rsidRPr="009071AC">
        <w:t>Cela est admis</w:t>
      </w:r>
      <w:r w:rsidR="00F635DB">
        <w:t xml:space="preserve">, </w:t>
      </w:r>
      <w:r w:rsidRPr="009071AC">
        <w:t>m</w:t>
      </w:r>
      <w:r w:rsidR="00F635DB">
        <w:t>’</w:t>
      </w:r>
      <w:r w:rsidRPr="009071AC">
        <w:t>a-t-on dit</w:t>
      </w:r>
      <w:r w:rsidR="00F635DB">
        <w:t xml:space="preserve">. </w:t>
      </w:r>
      <w:r w:rsidRPr="009071AC">
        <w:t>Or s</w:t>
      </w:r>
      <w:r w:rsidR="00F635DB">
        <w:t>’</w:t>
      </w:r>
      <w:r w:rsidRPr="009071AC">
        <w:t>il faisait cela pour une certaine somme</w:t>
      </w:r>
      <w:r w:rsidR="00F635DB">
        <w:t xml:space="preserve">, </w:t>
      </w:r>
      <w:r w:rsidRPr="009071AC">
        <w:t>que ferait-il donc pour une somme double ou triple</w:t>
      </w:r>
      <w:r w:rsidR="00F635DB">
        <w:t>…</w:t>
      </w:r>
    </w:p>
    <w:p w14:paraId="39ACB3CD" w14:textId="77777777" w:rsidR="00F635DB" w:rsidRDefault="00855694" w:rsidP="00F635DB">
      <w:r w:rsidRPr="009071AC">
        <w:t>Voilà ce que je me disais</w:t>
      </w:r>
      <w:r w:rsidR="00F635DB">
        <w:t xml:space="preserve">, </w:t>
      </w:r>
      <w:r w:rsidRPr="009071AC">
        <w:t>me demandant toutefois si je ne m</w:t>
      </w:r>
      <w:r w:rsidR="00F635DB">
        <w:t>’</w:t>
      </w:r>
      <w:r w:rsidRPr="009071AC">
        <w:t>étais pas trompée</w:t>
      </w:r>
      <w:r w:rsidR="00F635DB">
        <w:t>.</w:t>
      </w:r>
    </w:p>
    <w:p w14:paraId="46FC67DF" w14:textId="77777777" w:rsidR="00F635DB" w:rsidRDefault="00855694" w:rsidP="00F635DB">
      <w:r w:rsidRPr="009071AC">
        <w:t>Mais non</w:t>
      </w:r>
      <w:r w:rsidR="00F635DB">
        <w:t xml:space="preserve">. </w:t>
      </w:r>
      <w:r w:rsidRPr="009071AC">
        <w:t>La suite confirma mes premiers soupçons</w:t>
      </w:r>
      <w:r w:rsidR="00F635DB">
        <w:t>.</w:t>
      </w:r>
    </w:p>
    <w:p w14:paraId="48BEB3AD" w14:textId="3EE33AA1" w:rsidR="00F635DB" w:rsidRDefault="00855694" w:rsidP="00F635DB">
      <w:r w:rsidRPr="009071AC">
        <w:t>Dès le surlendemain</w:t>
      </w:r>
      <w:r w:rsidR="00F635DB">
        <w:t xml:space="preserve">, </w:t>
      </w:r>
      <w:r w:rsidRPr="009071AC">
        <w:t xml:space="preserve">je vis arriver </w:t>
      </w:r>
      <w:r w:rsidR="00F635DB">
        <w:t>M. de </w:t>
      </w:r>
      <w:proofErr w:type="spellStart"/>
      <w:r w:rsidRPr="009071AC">
        <w:t>Valorsay</w:t>
      </w:r>
      <w:proofErr w:type="spellEnd"/>
      <w:r w:rsidR="00F635DB">
        <w:t xml:space="preserve"> ; </w:t>
      </w:r>
      <w:r w:rsidRPr="009071AC">
        <w:t>il s</w:t>
      </w:r>
      <w:r w:rsidR="00F635DB">
        <w:t>’</w:t>
      </w:r>
      <w:r w:rsidRPr="009071AC">
        <w:t>enferma avec le comte et ils restèrent plus de deux heures en conférence</w:t>
      </w:r>
      <w:r w:rsidR="00F635DB">
        <w:t>.</w:t>
      </w:r>
    </w:p>
    <w:p w14:paraId="2C0A4710" w14:textId="5D2C60B2" w:rsidR="00F635DB" w:rsidRDefault="00855694" w:rsidP="00F635DB">
      <w:r w:rsidRPr="009071AC">
        <w:t xml:space="preserve">Étant entrée chez </w:t>
      </w:r>
      <w:r w:rsidR="00F635DB">
        <w:t>M. de </w:t>
      </w:r>
      <w:proofErr w:type="spellStart"/>
      <w:r w:rsidRPr="009071AC">
        <w:t>Chalusse</w:t>
      </w:r>
      <w:proofErr w:type="spellEnd"/>
      <w:r w:rsidRPr="009071AC">
        <w:t xml:space="preserve"> après le départ du marquis</w:t>
      </w:r>
      <w:r w:rsidR="00F635DB">
        <w:t xml:space="preserve">, </w:t>
      </w:r>
      <w:r w:rsidRPr="009071AC">
        <w:t>je vis sur son bureau tous ses titres de propriétés qu</w:t>
      </w:r>
      <w:r w:rsidR="00F635DB">
        <w:t>’</w:t>
      </w:r>
      <w:r w:rsidRPr="009071AC">
        <w:t>il lui avait fallu montrer sans doute</w:t>
      </w:r>
      <w:r w:rsidR="00F635DB">
        <w:t xml:space="preserve">, </w:t>
      </w:r>
      <w:r w:rsidRPr="009071AC">
        <w:t>l</w:t>
      </w:r>
      <w:r w:rsidR="00F635DB">
        <w:t>’</w:t>
      </w:r>
      <w:r w:rsidRPr="009071AC">
        <w:t>autre voulant savoir bien au juste combien cela lui rapporterait de se marier</w:t>
      </w:r>
      <w:r w:rsidR="00F635DB">
        <w:t>.</w:t>
      </w:r>
    </w:p>
    <w:p w14:paraId="5458D36E" w14:textId="61988EB7" w:rsidR="00F635DB" w:rsidRDefault="00855694" w:rsidP="00F635DB">
      <w:r w:rsidRPr="009071AC">
        <w:t>La semaine suivante</w:t>
      </w:r>
      <w:r w:rsidR="00F635DB">
        <w:t xml:space="preserve">, </w:t>
      </w:r>
      <w:r w:rsidRPr="009071AC">
        <w:t>nouvelle conférence</w:t>
      </w:r>
      <w:r w:rsidR="00F635DB">
        <w:t xml:space="preserve">. </w:t>
      </w:r>
      <w:r w:rsidRPr="009071AC">
        <w:t>Un notaire y assista cette fois</w:t>
      </w:r>
      <w:r w:rsidR="00F635DB">
        <w:t>. M. de </w:t>
      </w:r>
      <w:proofErr w:type="spellStart"/>
      <w:r w:rsidRPr="009071AC">
        <w:t>Valorsay</w:t>
      </w:r>
      <w:proofErr w:type="spellEnd"/>
      <w:r w:rsidRPr="009071AC">
        <w:t xml:space="preserve"> prenait ses sûretés</w:t>
      </w:r>
      <w:r w:rsidR="00F635DB">
        <w:t>.</w:t>
      </w:r>
    </w:p>
    <w:p w14:paraId="08F92187" w14:textId="52D3BF67" w:rsidR="00F635DB" w:rsidRDefault="00855694" w:rsidP="00F635DB">
      <w:r w:rsidRPr="009071AC">
        <w:t>Enfin</w:t>
      </w:r>
      <w:r w:rsidR="00F635DB">
        <w:t xml:space="preserve">, </w:t>
      </w:r>
      <w:r w:rsidRPr="009071AC">
        <w:t xml:space="preserve">mes derniers doutes furent levés par </w:t>
      </w:r>
      <w:r w:rsidR="00F635DB">
        <w:t>M</w:t>
      </w:r>
      <w:r w:rsidR="00F635DB" w:rsidRPr="00F635DB">
        <w:rPr>
          <w:vertAlign w:val="superscript"/>
        </w:rPr>
        <w:t>me</w:t>
      </w:r>
      <w:r w:rsidR="00F635DB">
        <w:t> </w:t>
      </w:r>
      <w:r w:rsidRPr="009071AC">
        <w:t>Léon</w:t>
      </w:r>
      <w:r w:rsidR="00F635DB">
        <w:t xml:space="preserve">, </w:t>
      </w:r>
      <w:r w:rsidRPr="009071AC">
        <w:t>toujours bien informée</w:t>
      </w:r>
      <w:r w:rsidR="00F635DB">
        <w:t xml:space="preserve">, </w:t>
      </w:r>
      <w:r w:rsidRPr="009071AC">
        <w:t>grâce à l</w:t>
      </w:r>
      <w:r w:rsidR="00F635DB">
        <w:t>’</w:t>
      </w:r>
      <w:r w:rsidRPr="009071AC">
        <w:t>habitude qu</w:t>
      </w:r>
      <w:r w:rsidR="00F635DB">
        <w:t>’</w:t>
      </w:r>
      <w:r w:rsidRPr="009071AC">
        <w:t>elle a d</w:t>
      </w:r>
      <w:r w:rsidR="00F635DB">
        <w:t>’</w:t>
      </w:r>
      <w:r w:rsidRPr="009071AC">
        <w:t>écouter aux portes</w:t>
      </w:r>
      <w:r w:rsidR="00F635DB">
        <w:t>.</w:t>
      </w:r>
    </w:p>
    <w:p w14:paraId="73F28180" w14:textId="77777777" w:rsidR="00F635DB" w:rsidRDefault="00F635DB" w:rsidP="00F635DB">
      <w:r>
        <w:t>— </w:t>
      </w:r>
      <w:r w:rsidR="00855694" w:rsidRPr="009071AC">
        <w:t>On vous marie</w:t>
      </w:r>
      <w:r>
        <w:t xml:space="preserve">, </w:t>
      </w:r>
      <w:r w:rsidR="00855694" w:rsidRPr="009071AC">
        <w:t>me dit-elle</w:t>
      </w:r>
      <w:r>
        <w:t xml:space="preserve">, </w:t>
      </w:r>
      <w:r w:rsidR="00855694" w:rsidRPr="009071AC">
        <w:t>j</w:t>
      </w:r>
      <w:r>
        <w:t>’</w:t>
      </w:r>
      <w:r w:rsidR="00855694" w:rsidRPr="009071AC">
        <w:t>ai entendu</w:t>
      </w:r>
      <w:r>
        <w:t>.</w:t>
      </w:r>
    </w:p>
    <w:p w14:paraId="0B6B2B82" w14:textId="77777777" w:rsidR="00F635DB" w:rsidRDefault="00855694" w:rsidP="00F635DB">
      <w:r w:rsidRPr="009071AC">
        <w:lastRenderedPageBreak/>
        <w:t>Cette certitude m</w:t>
      </w:r>
      <w:r w:rsidR="00F635DB">
        <w:t>’</w:t>
      </w:r>
      <w:r w:rsidRPr="009071AC">
        <w:t>émut peu</w:t>
      </w:r>
      <w:r w:rsidR="00F635DB">
        <w:t>.</w:t>
      </w:r>
    </w:p>
    <w:p w14:paraId="66E6ABB1" w14:textId="279F1D3F" w:rsidR="00F635DB" w:rsidRDefault="00855694" w:rsidP="00F635DB">
      <w:r w:rsidRPr="009071AC">
        <w:t>J</w:t>
      </w:r>
      <w:r w:rsidR="00F635DB">
        <w:t>’</w:t>
      </w:r>
      <w:r w:rsidRPr="009071AC">
        <w:t>avais eu le temps de me recueillir et de prendre un parti</w:t>
      </w:r>
      <w:r w:rsidR="00F635DB">
        <w:t xml:space="preserve">. </w:t>
      </w:r>
      <w:r w:rsidRPr="009071AC">
        <w:t>Je suis timide</w:t>
      </w:r>
      <w:r w:rsidR="00F635DB">
        <w:t xml:space="preserve">, </w:t>
      </w:r>
      <w:r w:rsidRPr="009071AC">
        <w:t>mais je ne suis pas faible</w:t>
      </w:r>
      <w:r w:rsidR="00F635DB">
        <w:t xml:space="preserve"> ; </w:t>
      </w:r>
      <w:r w:rsidRPr="009071AC">
        <w:t>j</w:t>
      </w:r>
      <w:r w:rsidR="00F635DB">
        <w:t>’</w:t>
      </w:r>
      <w:r w:rsidRPr="009071AC">
        <w:t xml:space="preserve">étais décidée à résister à </w:t>
      </w:r>
      <w:r w:rsidR="00F635DB">
        <w:t>M. de </w:t>
      </w:r>
      <w:proofErr w:type="spellStart"/>
      <w:r w:rsidRPr="009071AC">
        <w:t>Chalusse</w:t>
      </w:r>
      <w:proofErr w:type="spellEnd"/>
      <w:r w:rsidR="00F635DB">
        <w:t xml:space="preserve">, </w:t>
      </w:r>
      <w:r w:rsidRPr="009071AC">
        <w:t>résolue</w:t>
      </w:r>
      <w:r w:rsidR="00F635DB">
        <w:t xml:space="preserve">, </w:t>
      </w:r>
      <w:r w:rsidRPr="009071AC">
        <w:t xml:space="preserve">au </w:t>
      </w:r>
      <w:proofErr w:type="spellStart"/>
      <w:r w:rsidRPr="009071AC">
        <w:t>pis aller</w:t>
      </w:r>
      <w:proofErr w:type="spellEnd"/>
      <w:r w:rsidR="00F635DB">
        <w:t xml:space="preserve">, </w:t>
      </w:r>
      <w:r w:rsidRPr="009071AC">
        <w:t>à me séparer de lui et à renoncer à toutes les espérances de fortune dont il m</w:t>
      </w:r>
      <w:r w:rsidR="00F635DB">
        <w:t>’</w:t>
      </w:r>
      <w:r w:rsidRPr="009071AC">
        <w:t>avait bercée</w:t>
      </w:r>
      <w:r w:rsidR="00F635DB">
        <w:t>.</w:t>
      </w:r>
    </w:p>
    <w:p w14:paraId="7EDB6426" w14:textId="77777777" w:rsidR="00F635DB" w:rsidRDefault="00855694" w:rsidP="00F635DB">
      <w:r w:rsidRPr="009071AC">
        <w:t>De tout ce qui se passait en moi</w:t>
      </w:r>
      <w:r w:rsidR="00F635DB">
        <w:t xml:space="preserve">, </w:t>
      </w:r>
      <w:r w:rsidRPr="009071AC">
        <w:t>de mes délibérations</w:t>
      </w:r>
      <w:r w:rsidR="00F635DB">
        <w:t xml:space="preserve">, </w:t>
      </w:r>
      <w:r w:rsidRPr="009071AC">
        <w:t>de ma résolution définitive</w:t>
      </w:r>
      <w:r w:rsidR="00F635DB">
        <w:t xml:space="preserve">, </w:t>
      </w:r>
      <w:r w:rsidRPr="009071AC">
        <w:t>je ne dis rien à Pascal</w:t>
      </w:r>
      <w:r w:rsidR="00F635DB">
        <w:t>.</w:t>
      </w:r>
    </w:p>
    <w:p w14:paraId="66A1292A" w14:textId="77777777" w:rsidR="00F635DB" w:rsidRDefault="00855694" w:rsidP="00F635DB">
      <w:r w:rsidRPr="009071AC">
        <w:t>C</w:t>
      </w:r>
      <w:r w:rsidR="00F635DB">
        <w:t>’</w:t>
      </w:r>
      <w:r w:rsidRPr="009071AC">
        <w:t>est à peine si je lui laissai entrevoir qu</w:t>
      </w:r>
      <w:r w:rsidR="00F635DB">
        <w:t>’</w:t>
      </w:r>
      <w:r w:rsidRPr="009071AC">
        <w:t>il était question d</w:t>
      </w:r>
      <w:r w:rsidR="00F635DB">
        <w:t>’</w:t>
      </w:r>
      <w:r w:rsidRPr="009071AC">
        <w:t>un mariage pour moi</w:t>
      </w:r>
      <w:r w:rsidR="00F635DB">
        <w:t>.</w:t>
      </w:r>
    </w:p>
    <w:p w14:paraId="710EBEB5" w14:textId="77777777" w:rsidR="00F635DB" w:rsidRDefault="00855694" w:rsidP="00F635DB">
      <w:r w:rsidRPr="009071AC">
        <w:t>Je ne voulais pas l</w:t>
      </w:r>
      <w:r w:rsidR="00F635DB">
        <w:t>’</w:t>
      </w:r>
      <w:r w:rsidRPr="009071AC">
        <w:t>engager par le conseil qu</w:t>
      </w:r>
      <w:r w:rsidR="00F635DB">
        <w:t>’</w:t>
      </w:r>
      <w:r w:rsidRPr="009071AC">
        <w:t>il n</w:t>
      </w:r>
      <w:r w:rsidR="00F635DB">
        <w:t>’</w:t>
      </w:r>
      <w:r w:rsidRPr="009071AC">
        <w:t>aurait pas manqué de me donner</w:t>
      </w:r>
      <w:r w:rsidR="00F635DB">
        <w:t>.</w:t>
      </w:r>
    </w:p>
    <w:p w14:paraId="52698584" w14:textId="77777777" w:rsidR="00F635DB" w:rsidRDefault="00855694" w:rsidP="00F635DB">
      <w:r w:rsidRPr="009071AC">
        <w:t>J</w:t>
      </w:r>
      <w:r w:rsidR="00F635DB">
        <w:t>’</w:t>
      </w:r>
      <w:r w:rsidRPr="009071AC">
        <w:t>avais sa parole</w:t>
      </w:r>
      <w:r w:rsidR="00F635DB">
        <w:t xml:space="preserve"> ; </w:t>
      </w:r>
      <w:r w:rsidRPr="009071AC">
        <w:t>elle suffisait à ma sécurité</w:t>
      </w:r>
      <w:r w:rsidR="00F635DB">
        <w:t>.</w:t>
      </w:r>
    </w:p>
    <w:p w14:paraId="27492CA6" w14:textId="77777777" w:rsidR="00F635DB" w:rsidRDefault="00855694" w:rsidP="00F635DB">
      <w:r w:rsidRPr="009071AC">
        <w:t>Et c</w:t>
      </w:r>
      <w:r w:rsidR="00F635DB">
        <w:t>’</w:t>
      </w:r>
      <w:r w:rsidRPr="009071AC">
        <w:t>est avec un tressaillement de joie que je me disais</w:t>
      </w:r>
      <w:r w:rsidR="00F635DB">
        <w:t> :</w:t>
      </w:r>
    </w:p>
    <w:p w14:paraId="41E56B8A" w14:textId="75B75938" w:rsidR="00F635DB" w:rsidRDefault="00F635DB" w:rsidP="00F635DB">
      <w:r>
        <w:t>— M. de </w:t>
      </w:r>
      <w:proofErr w:type="spellStart"/>
      <w:r w:rsidR="00855694" w:rsidRPr="009071AC">
        <w:t>Chalusse</w:t>
      </w:r>
      <w:proofErr w:type="spellEnd"/>
      <w:r>
        <w:t xml:space="preserve">, </w:t>
      </w:r>
      <w:r w:rsidR="00855694" w:rsidRPr="009071AC">
        <w:t>indigné de ma résistance</w:t>
      </w:r>
      <w:r>
        <w:t xml:space="preserve">, </w:t>
      </w:r>
      <w:r w:rsidR="00855694" w:rsidRPr="009071AC">
        <w:t>me chassera peut-être de son hôtel</w:t>
      </w:r>
      <w:r>
        <w:t xml:space="preserve">… </w:t>
      </w:r>
      <w:r w:rsidR="00855694" w:rsidRPr="009071AC">
        <w:t>Que m</w:t>
      </w:r>
      <w:r>
        <w:t>’</w:t>
      </w:r>
      <w:r w:rsidR="00855694" w:rsidRPr="009071AC">
        <w:t>importe</w:t>
      </w:r>
      <w:r>
        <w:t xml:space="preserve">, </w:t>
      </w:r>
      <w:r w:rsidR="00855694" w:rsidRPr="009071AC">
        <w:t>ou plutôt</w:t>
      </w:r>
      <w:r>
        <w:t xml:space="preserve">, </w:t>
      </w:r>
      <w:r w:rsidR="00855694" w:rsidRPr="009071AC">
        <w:t>tant mieux</w:t>
      </w:r>
      <w:r>
        <w:t xml:space="preserve">… </w:t>
      </w:r>
      <w:r w:rsidR="00855694" w:rsidRPr="009071AC">
        <w:t>Pascal est là</w:t>
      </w:r>
      <w:r>
        <w:t>.</w:t>
      </w:r>
    </w:p>
    <w:p w14:paraId="606AE892" w14:textId="4A15BED7" w:rsidR="00F635DB" w:rsidRDefault="00855694" w:rsidP="00F635DB">
      <w:r w:rsidRPr="009071AC">
        <w:t>Mais pour résister</w:t>
      </w:r>
      <w:r w:rsidR="00F635DB">
        <w:t xml:space="preserve">, </w:t>
      </w:r>
      <w:r w:rsidRPr="009071AC">
        <w:t>Monsieur</w:t>
      </w:r>
      <w:r w:rsidR="00F635DB">
        <w:t xml:space="preserve">, </w:t>
      </w:r>
      <w:r w:rsidRPr="009071AC">
        <w:t>il faut être attaquée</w:t>
      </w:r>
      <w:r w:rsidR="00F635DB">
        <w:t xml:space="preserve">, </w:t>
      </w:r>
      <w:r w:rsidRPr="009071AC">
        <w:t xml:space="preserve">et </w:t>
      </w:r>
      <w:r w:rsidR="00F635DB">
        <w:t>M. de </w:t>
      </w:r>
      <w:proofErr w:type="spellStart"/>
      <w:r w:rsidRPr="009071AC">
        <w:t>Chalusse</w:t>
      </w:r>
      <w:proofErr w:type="spellEnd"/>
      <w:r w:rsidRPr="009071AC">
        <w:t xml:space="preserve"> ne me parlait de rien</w:t>
      </w:r>
      <w:r w:rsidR="00F635DB">
        <w:t xml:space="preserve">, </w:t>
      </w:r>
      <w:r w:rsidRPr="009071AC">
        <w:t xml:space="preserve">soit que tout ne fût pas réglé entre lui et </w:t>
      </w:r>
      <w:r w:rsidR="00F635DB">
        <w:t>M. de </w:t>
      </w:r>
      <w:proofErr w:type="spellStart"/>
      <w:r w:rsidRPr="009071AC">
        <w:t>Valorsay</w:t>
      </w:r>
      <w:proofErr w:type="spellEnd"/>
      <w:r w:rsidR="00F635DB">
        <w:t xml:space="preserve">, </w:t>
      </w:r>
      <w:r w:rsidRPr="009071AC">
        <w:t>soit qu</w:t>
      </w:r>
      <w:r w:rsidR="00F635DB">
        <w:t>’</w:t>
      </w:r>
      <w:r w:rsidRPr="009071AC">
        <w:t>il espérât en me prenant à l</w:t>
      </w:r>
      <w:r w:rsidR="00F635DB">
        <w:t>’</w:t>
      </w:r>
      <w:r w:rsidRPr="009071AC">
        <w:t>improviste m</w:t>
      </w:r>
      <w:r w:rsidR="00F635DB">
        <w:t>’</w:t>
      </w:r>
      <w:r w:rsidRPr="009071AC">
        <w:t>ôter la faculté de délibérer</w:t>
      </w:r>
      <w:r w:rsidR="00F635DB">
        <w:t>.</w:t>
      </w:r>
    </w:p>
    <w:p w14:paraId="594C9024" w14:textId="77777777" w:rsidR="00F635DB" w:rsidRDefault="00855694" w:rsidP="00F635DB">
      <w:r w:rsidRPr="009071AC">
        <w:t>Parler la première eût été une imprudence insigne</w:t>
      </w:r>
      <w:r w:rsidR="00F635DB">
        <w:t>.</w:t>
      </w:r>
    </w:p>
    <w:p w14:paraId="3957CE98" w14:textId="77777777" w:rsidR="00F635DB" w:rsidRDefault="00855694" w:rsidP="00F635DB">
      <w:r w:rsidRPr="009071AC">
        <w:t>Je connaissais assez le comte pour savoir qu</w:t>
      </w:r>
      <w:r w:rsidR="00F635DB">
        <w:t>’</w:t>
      </w:r>
      <w:r w:rsidRPr="009071AC">
        <w:t>il était de ces hommes dont on ne doit jamais devancer les intentions</w:t>
      </w:r>
      <w:r w:rsidR="00F635DB">
        <w:t>.</w:t>
      </w:r>
    </w:p>
    <w:p w14:paraId="4AF3375F" w14:textId="240440E2" w:rsidR="00F635DB" w:rsidRDefault="00855694" w:rsidP="00F635DB">
      <w:r w:rsidRPr="009071AC">
        <w:t>J</w:t>
      </w:r>
      <w:r w:rsidR="00F635DB">
        <w:t>’</w:t>
      </w:r>
      <w:r w:rsidRPr="009071AC">
        <w:t>attendais donc</w:t>
      </w:r>
      <w:r w:rsidR="00F635DB">
        <w:t xml:space="preserve">, </w:t>
      </w:r>
      <w:r w:rsidRPr="009071AC">
        <w:t>sinon avec calme</w:t>
      </w:r>
      <w:r w:rsidR="00F635DB">
        <w:t xml:space="preserve">, </w:t>
      </w:r>
      <w:r w:rsidRPr="009071AC">
        <w:t>du moins avec résignation</w:t>
      </w:r>
      <w:r w:rsidR="00F635DB">
        <w:t xml:space="preserve">, </w:t>
      </w:r>
      <w:r w:rsidRPr="009071AC">
        <w:t>rassemblant toute mon énergie pour l</w:t>
      </w:r>
      <w:r w:rsidR="00F635DB">
        <w:t>’</w:t>
      </w:r>
      <w:r w:rsidRPr="009071AC">
        <w:t>heure décisive</w:t>
      </w:r>
      <w:r w:rsidR="00F635DB">
        <w:t xml:space="preserve">. </w:t>
      </w:r>
      <w:r w:rsidRPr="009071AC">
        <w:t>C</w:t>
      </w:r>
      <w:r w:rsidR="00F635DB">
        <w:t>’</w:t>
      </w:r>
      <w:r w:rsidRPr="009071AC">
        <w:t>est que je ne suis pas une héroïne de roman</w:t>
      </w:r>
      <w:r w:rsidR="00F635DB">
        <w:t xml:space="preserve">, </w:t>
      </w:r>
      <w:r w:rsidRPr="009071AC">
        <w:t>monsieur</w:t>
      </w:r>
      <w:r w:rsidR="00F635DB">
        <w:t xml:space="preserve">, </w:t>
      </w:r>
      <w:r w:rsidRPr="009071AC">
        <w:t xml:space="preserve">je </w:t>
      </w:r>
      <w:r w:rsidRPr="009071AC">
        <w:lastRenderedPageBreak/>
        <w:t>l</w:t>
      </w:r>
      <w:r w:rsidR="00F635DB">
        <w:t>’</w:t>
      </w:r>
      <w:r w:rsidRPr="009071AC">
        <w:t>avoue à ma honte</w:t>
      </w:r>
      <w:r w:rsidR="00F635DB">
        <w:t xml:space="preserve">… </w:t>
      </w:r>
      <w:r w:rsidRPr="009071AC">
        <w:t>Je n</w:t>
      </w:r>
      <w:r w:rsidR="00F635DB">
        <w:t>’</w:t>
      </w:r>
      <w:r w:rsidRPr="009071AC">
        <w:t>ai pas pour l</w:t>
      </w:r>
      <w:r w:rsidR="00F635DB">
        <w:t>’</w:t>
      </w:r>
      <w:r w:rsidRPr="009071AC">
        <w:t>argent tout le mépris qu</w:t>
      </w:r>
      <w:r w:rsidR="00F635DB">
        <w:t>’</w:t>
      </w:r>
      <w:r w:rsidRPr="009071AC">
        <w:t>il mérite</w:t>
      </w:r>
      <w:r w:rsidR="00F635DB">
        <w:t xml:space="preserve">… </w:t>
      </w:r>
      <w:r w:rsidRPr="009071AC">
        <w:t>J</w:t>
      </w:r>
      <w:r w:rsidR="00F635DB">
        <w:t>’</w:t>
      </w:r>
      <w:r w:rsidRPr="009071AC">
        <w:t>étais bien résolue à me marier quand même selon mon cœur</w:t>
      </w:r>
      <w:r w:rsidR="00F635DB">
        <w:t xml:space="preserve"> ; </w:t>
      </w:r>
      <w:r w:rsidRPr="009071AC">
        <w:t>mais j</w:t>
      </w:r>
      <w:r w:rsidR="00F635DB">
        <w:t>’</w:t>
      </w:r>
      <w:r w:rsidRPr="009071AC">
        <w:t>aurais désiré</w:t>
      </w:r>
      <w:r w:rsidR="00F635DB">
        <w:t xml:space="preserve">… </w:t>
      </w:r>
      <w:r w:rsidRPr="009071AC">
        <w:t xml:space="preserve">je souhaitais que </w:t>
      </w:r>
      <w:r w:rsidR="00F635DB">
        <w:t>M. de </w:t>
      </w:r>
      <w:proofErr w:type="spellStart"/>
      <w:r w:rsidRPr="009071AC">
        <w:t>Chalusse</w:t>
      </w:r>
      <w:proofErr w:type="spellEnd"/>
      <w:r w:rsidRPr="009071AC">
        <w:t xml:space="preserve"> me donnât non une fortune</w:t>
      </w:r>
      <w:r w:rsidR="00F635DB">
        <w:t xml:space="preserve">, </w:t>
      </w:r>
      <w:r w:rsidRPr="009071AC">
        <w:t>mais une modeste dot</w:t>
      </w:r>
      <w:r w:rsidR="00F635DB">
        <w:t>…</w:t>
      </w:r>
    </w:p>
    <w:p w14:paraId="6CB4E51F" w14:textId="77777777" w:rsidR="00F635DB" w:rsidRDefault="00855694" w:rsidP="00F635DB">
      <w:r w:rsidRPr="009071AC">
        <w:t>Lui cependant était devenu plus expansif</w:t>
      </w:r>
      <w:r w:rsidR="00F635DB">
        <w:t xml:space="preserve">, </w:t>
      </w:r>
      <w:r w:rsidRPr="009071AC">
        <w:t>et il me laissa voir qu</w:t>
      </w:r>
      <w:r w:rsidR="00F635DB">
        <w:t>’</w:t>
      </w:r>
      <w:r w:rsidRPr="009071AC">
        <w:t>il s</w:t>
      </w:r>
      <w:r w:rsidR="00F635DB">
        <w:t>’</w:t>
      </w:r>
      <w:r w:rsidRPr="009071AC">
        <w:t>employait à réunir le plus d</w:t>
      </w:r>
      <w:r w:rsidR="00F635DB">
        <w:t>’</w:t>
      </w:r>
      <w:r w:rsidRPr="009071AC">
        <w:t>argent comptant possible</w:t>
      </w:r>
      <w:r w:rsidR="00F635DB">
        <w:t>.</w:t>
      </w:r>
    </w:p>
    <w:p w14:paraId="4E55850D" w14:textId="122C49C8" w:rsidR="00F635DB" w:rsidRDefault="00855694" w:rsidP="00F635DB">
      <w:r w:rsidRPr="009071AC">
        <w:t>Je voyais venir fréquemment des hommes d</w:t>
      </w:r>
      <w:r w:rsidR="00F635DB">
        <w:t>’</w:t>
      </w:r>
      <w:r w:rsidRPr="009071AC">
        <w:t>affaires</w:t>
      </w:r>
      <w:r w:rsidR="00F635DB">
        <w:t xml:space="preserve">, </w:t>
      </w:r>
      <w:r w:rsidRPr="009071AC">
        <w:t>et quand ils étaient partis</w:t>
      </w:r>
      <w:r w:rsidR="00F635DB">
        <w:t>, M. de </w:t>
      </w:r>
      <w:proofErr w:type="spellStart"/>
      <w:r w:rsidRPr="009071AC">
        <w:t>Chalusse</w:t>
      </w:r>
      <w:proofErr w:type="spellEnd"/>
      <w:r w:rsidRPr="009071AC">
        <w:t xml:space="preserve"> me montrait des liasses de billets et de titres en me disant</w:t>
      </w:r>
      <w:r w:rsidR="00F635DB">
        <w:t> :</w:t>
      </w:r>
    </w:p>
    <w:p w14:paraId="000CFB67" w14:textId="77777777" w:rsidR="00F635DB" w:rsidRDefault="00F635DB" w:rsidP="00F635DB">
      <w:r>
        <w:t>— </w:t>
      </w:r>
      <w:r w:rsidR="00855694" w:rsidRPr="009071AC">
        <w:t>Vous voyez qu</w:t>
      </w:r>
      <w:r>
        <w:t>’</w:t>
      </w:r>
      <w:r w:rsidR="00855694" w:rsidRPr="009071AC">
        <w:t>on songe à votre avenir</w:t>
      </w:r>
      <w:r>
        <w:t xml:space="preserve">, </w:t>
      </w:r>
      <w:r w:rsidR="00855694" w:rsidRPr="009071AC">
        <w:t>chère Marguerite</w:t>
      </w:r>
      <w:r>
        <w:t>.</w:t>
      </w:r>
    </w:p>
    <w:p w14:paraId="07AE3BF4" w14:textId="77777777" w:rsidR="00F635DB" w:rsidRDefault="00855694" w:rsidP="00F635DB">
      <w:r w:rsidRPr="009071AC">
        <w:t>C</w:t>
      </w:r>
      <w:r w:rsidR="00F635DB">
        <w:t>’</w:t>
      </w:r>
      <w:r w:rsidRPr="009071AC">
        <w:t>est une justice à lui rendre</w:t>
      </w:r>
      <w:r w:rsidR="00F635DB">
        <w:t xml:space="preserve">, </w:t>
      </w:r>
      <w:r w:rsidRPr="009071AC">
        <w:t>maintenant qu</w:t>
      </w:r>
      <w:r w:rsidR="00F635DB">
        <w:t>’</w:t>
      </w:r>
      <w:r w:rsidRPr="009071AC">
        <w:t>il n</w:t>
      </w:r>
      <w:r w:rsidR="00F635DB">
        <w:t>’</w:t>
      </w:r>
      <w:r w:rsidRPr="009071AC">
        <w:t>est plus</w:t>
      </w:r>
      <w:r w:rsidR="00F635DB">
        <w:t xml:space="preserve">, </w:t>
      </w:r>
      <w:r w:rsidRPr="009071AC">
        <w:t>cet avenir a été la constante préoccupation des derniers mois de sa vie</w:t>
      </w:r>
      <w:r w:rsidR="00F635DB">
        <w:t>.</w:t>
      </w:r>
    </w:p>
    <w:p w14:paraId="7945DCBA" w14:textId="77777777" w:rsidR="00F635DB" w:rsidRDefault="00855694" w:rsidP="00F635DB">
      <w:r w:rsidRPr="009071AC">
        <w:t>Moins de quinze jours après s</w:t>
      </w:r>
      <w:r w:rsidR="00F635DB">
        <w:t>’</w:t>
      </w:r>
      <w:r w:rsidRPr="009071AC">
        <w:t>être chargé de moi</w:t>
      </w:r>
      <w:r w:rsidR="00F635DB">
        <w:t xml:space="preserve">, </w:t>
      </w:r>
      <w:r w:rsidRPr="009071AC">
        <w:t>il avait fait un testament par lequel il m</w:t>
      </w:r>
      <w:r w:rsidR="00F635DB">
        <w:t>’</w:t>
      </w:r>
      <w:r w:rsidRPr="009071AC">
        <w:t>adoptait et m</w:t>
      </w:r>
      <w:r w:rsidR="00F635DB">
        <w:t>’</w:t>
      </w:r>
      <w:r w:rsidRPr="009071AC">
        <w:t>instituait son unique héritière</w:t>
      </w:r>
      <w:r w:rsidR="00F635DB">
        <w:t>.</w:t>
      </w:r>
    </w:p>
    <w:p w14:paraId="777A92A9" w14:textId="174A77EA" w:rsidR="00F635DB" w:rsidRDefault="00855694" w:rsidP="00F635DB">
      <w:r w:rsidRPr="009071AC">
        <w:t>Ce testament fut déchiré</w:t>
      </w:r>
      <w:r w:rsidR="00F635DB">
        <w:t xml:space="preserve">, </w:t>
      </w:r>
      <w:r w:rsidRPr="009071AC">
        <w:t xml:space="preserve">comme </w:t>
      </w:r>
      <w:r w:rsidR="00563CB6">
        <w:t>n’</w:t>
      </w:r>
      <w:r w:rsidRPr="009071AC">
        <w:t>offrant pas assez de sécurité</w:t>
      </w:r>
      <w:r w:rsidR="00F635DB">
        <w:t xml:space="preserve">, </w:t>
      </w:r>
      <w:r w:rsidRPr="009071AC">
        <w:t>prétendait-il</w:t>
      </w:r>
      <w:r w:rsidR="00F635DB">
        <w:t xml:space="preserve">, </w:t>
      </w:r>
      <w:r w:rsidRPr="009071AC">
        <w:t>et une douzaine d</w:t>
      </w:r>
      <w:r w:rsidR="00F635DB">
        <w:t>’</w:t>
      </w:r>
      <w:r w:rsidRPr="009071AC">
        <w:t>autres eurent le même sort</w:t>
      </w:r>
      <w:r w:rsidR="00F635DB">
        <w:t>.</w:t>
      </w:r>
    </w:p>
    <w:p w14:paraId="60240DE3" w14:textId="77777777" w:rsidR="00F635DB" w:rsidRDefault="00855694" w:rsidP="00F635DB">
      <w:r w:rsidRPr="009071AC">
        <w:t>Car il s</w:t>
      </w:r>
      <w:r w:rsidR="00F635DB">
        <w:t>’</w:t>
      </w:r>
      <w:r w:rsidRPr="009071AC">
        <w:t>inquiétait continuellement de dispositions à prendre</w:t>
      </w:r>
      <w:r w:rsidR="00F635DB">
        <w:t xml:space="preserve">, </w:t>
      </w:r>
      <w:r w:rsidRPr="009071AC">
        <w:t>de dernières volontés à régler</w:t>
      </w:r>
      <w:r w:rsidR="00F635DB">
        <w:t xml:space="preserve">, </w:t>
      </w:r>
      <w:r w:rsidRPr="009071AC">
        <w:t>comme s</w:t>
      </w:r>
      <w:r w:rsidR="00F635DB">
        <w:t>’</w:t>
      </w:r>
      <w:r w:rsidRPr="009071AC">
        <w:t>il eût eu le pressentiment qu</w:t>
      </w:r>
      <w:r w:rsidR="00F635DB">
        <w:t>’</w:t>
      </w:r>
      <w:r w:rsidRPr="009071AC">
        <w:t>il mourrait d</w:t>
      </w:r>
      <w:r w:rsidR="00F635DB">
        <w:t>’</w:t>
      </w:r>
      <w:r w:rsidRPr="009071AC">
        <w:t>une mort inopinée et soudaine</w:t>
      </w:r>
      <w:r w:rsidR="00F635DB">
        <w:t>.</w:t>
      </w:r>
    </w:p>
    <w:p w14:paraId="3E676C95" w14:textId="77777777" w:rsidR="00F635DB" w:rsidRDefault="00855694" w:rsidP="00F635DB">
      <w:r w:rsidRPr="009071AC">
        <w:t>Il est vrai d</w:t>
      </w:r>
      <w:r w:rsidR="00F635DB">
        <w:t>’</w:t>
      </w:r>
      <w:r w:rsidRPr="009071AC">
        <w:t>ajouter qu</w:t>
      </w:r>
      <w:r w:rsidR="00F635DB">
        <w:t>’</w:t>
      </w:r>
      <w:r w:rsidRPr="009071AC">
        <w:t>il paraissait se soucier moins de m</w:t>
      </w:r>
      <w:r w:rsidR="00F635DB">
        <w:t>’</w:t>
      </w:r>
      <w:r w:rsidRPr="009071AC">
        <w:t>assurer toute sa fortune que de la soustraire à quelqu</w:t>
      </w:r>
      <w:r w:rsidR="00F635DB">
        <w:t>’</w:t>
      </w:r>
      <w:r w:rsidRPr="009071AC">
        <w:t>un</w:t>
      </w:r>
      <w:r w:rsidR="00F635DB">
        <w:t xml:space="preserve">. </w:t>
      </w:r>
      <w:r w:rsidRPr="009071AC">
        <w:t>Le jour où nous brulâmes ensemble son dernier testament</w:t>
      </w:r>
      <w:r w:rsidR="00F635DB">
        <w:t xml:space="preserve">, </w:t>
      </w:r>
      <w:r w:rsidRPr="009071AC">
        <w:t>il me dit</w:t>
      </w:r>
      <w:r w:rsidR="00F635DB">
        <w:t> :</w:t>
      </w:r>
    </w:p>
    <w:p w14:paraId="1F93E9E1" w14:textId="77777777" w:rsidR="00F635DB" w:rsidRDefault="00F635DB" w:rsidP="00F635DB">
      <w:r>
        <w:lastRenderedPageBreak/>
        <w:t>— </w:t>
      </w:r>
      <w:r w:rsidR="00855694" w:rsidRPr="009071AC">
        <w:t>Cet acte est inutile</w:t>
      </w:r>
      <w:r>
        <w:t xml:space="preserve">, </w:t>
      </w:r>
      <w:r w:rsidR="00855694" w:rsidRPr="009071AC">
        <w:t>on l</w:t>
      </w:r>
      <w:r>
        <w:t>’</w:t>
      </w:r>
      <w:r w:rsidR="00855694" w:rsidRPr="009071AC">
        <w:t>attaquerait et on obtiendrait probablement sa révocation</w:t>
      </w:r>
      <w:r>
        <w:t xml:space="preserve">. </w:t>
      </w:r>
      <w:r w:rsidR="00855694" w:rsidRPr="009071AC">
        <w:t>J</w:t>
      </w:r>
      <w:r>
        <w:t>’</w:t>
      </w:r>
      <w:r w:rsidR="00855694" w:rsidRPr="009071AC">
        <w:t>ai imaginé mieux</w:t>
      </w:r>
      <w:r>
        <w:t xml:space="preserve">, </w:t>
      </w:r>
      <w:r w:rsidR="00855694" w:rsidRPr="009071AC">
        <w:t>je tiens un expédient qui concilie tout</w:t>
      </w:r>
      <w:r>
        <w:t>.</w:t>
      </w:r>
    </w:p>
    <w:p w14:paraId="33D58156" w14:textId="77777777" w:rsidR="00F635DB" w:rsidRDefault="00855694" w:rsidP="00F635DB">
      <w:r w:rsidRPr="009071AC">
        <w:t>Et comme je hasardais quelques objections</w:t>
      </w:r>
      <w:r w:rsidR="00F635DB">
        <w:t xml:space="preserve">, </w:t>
      </w:r>
      <w:r w:rsidRPr="009071AC">
        <w:t>car il me répugnait d</w:t>
      </w:r>
      <w:r w:rsidR="00F635DB">
        <w:t>’</w:t>
      </w:r>
      <w:r w:rsidRPr="009071AC">
        <w:t>être l</w:t>
      </w:r>
      <w:r w:rsidR="00F635DB">
        <w:t>’</w:t>
      </w:r>
      <w:r w:rsidRPr="009071AC">
        <w:t>instrument d</w:t>
      </w:r>
      <w:r w:rsidR="00F635DB">
        <w:t>’</w:t>
      </w:r>
      <w:r w:rsidRPr="009071AC">
        <w:t>une vengeance ou d</w:t>
      </w:r>
      <w:r w:rsidR="00F635DB">
        <w:t>’</w:t>
      </w:r>
      <w:r w:rsidRPr="009071AC">
        <w:t>une injustice</w:t>
      </w:r>
      <w:r w:rsidR="00F635DB">
        <w:t xml:space="preserve">, </w:t>
      </w:r>
      <w:r w:rsidRPr="009071AC">
        <w:t>et d</w:t>
      </w:r>
      <w:r w:rsidR="00F635DB">
        <w:t>’</w:t>
      </w:r>
      <w:r w:rsidRPr="009071AC">
        <w:t>aider à dépouiller ses héritiers s</w:t>
      </w:r>
      <w:r w:rsidR="00F635DB">
        <w:t>’</w:t>
      </w:r>
      <w:r w:rsidRPr="009071AC">
        <w:t>il en avait</w:t>
      </w:r>
      <w:r w:rsidR="00F635DB">
        <w:t> :</w:t>
      </w:r>
    </w:p>
    <w:p w14:paraId="53CD720A" w14:textId="77777777" w:rsidR="00F635DB" w:rsidRDefault="00F635DB" w:rsidP="00F635DB">
      <w:r>
        <w:t>— </w:t>
      </w:r>
      <w:r w:rsidR="00855694" w:rsidRPr="009071AC">
        <w:t>Mêlez-vous de vos affaires</w:t>
      </w:r>
      <w:r>
        <w:t xml:space="preserve">, </w:t>
      </w:r>
      <w:r w:rsidR="00855694" w:rsidRPr="009071AC">
        <w:t>me dit-il brutalement</w:t>
      </w:r>
      <w:r>
        <w:t xml:space="preserve">. </w:t>
      </w:r>
      <w:r w:rsidR="00855694" w:rsidRPr="009071AC">
        <w:t>Je ménage à ceux qui guettent ma succession la surprise qu</w:t>
      </w:r>
      <w:r>
        <w:t>’</w:t>
      </w:r>
      <w:r w:rsidR="00855694" w:rsidRPr="009071AC">
        <w:t>ils méritent</w:t>
      </w:r>
      <w:r>
        <w:t xml:space="preserve">… </w:t>
      </w:r>
      <w:r w:rsidR="00855694" w:rsidRPr="009071AC">
        <w:t>Ah</w:t>
      </w:r>
      <w:r>
        <w:t xml:space="preserve"> ! </w:t>
      </w:r>
      <w:r w:rsidR="00855694" w:rsidRPr="009071AC">
        <w:t>ils convoitent mes propriétés</w:t>
      </w:r>
      <w:r>
        <w:t xml:space="preserve"> !… </w:t>
      </w:r>
      <w:r w:rsidR="00855694" w:rsidRPr="009071AC">
        <w:t>Eh bien</w:t>
      </w:r>
      <w:r>
        <w:t xml:space="preserve"> ! </w:t>
      </w:r>
      <w:r w:rsidR="00855694" w:rsidRPr="009071AC">
        <w:t>ils les auront</w:t>
      </w:r>
      <w:r>
        <w:t xml:space="preserve">, </w:t>
      </w:r>
      <w:r w:rsidR="00855694" w:rsidRPr="009071AC">
        <w:t>je les leur lèguerai</w:t>
      </w:r>
      <w:r>
        <w:t xml:space="preserve">, </w:t>
      </w:r>
      <w:r w:rsidR="00855694" w:rsidRPr="009071AC">
        <w:t>mais grevées d</w:t>
      </w:r>
      <w:r>
        <w:t>’</w:t>
      </w:r>
      <w:r w:rsidR="00855694" w:rsidRPr="009071AC">
        <w:t>hypothèques jusqu</w:t>
      </w:r>
      <w:r>
        <w:t>’</w:t>
      </w:r>
      <w:r w:rsidR="00855694" w:rsidRPr="009071AC">
        <w:t>à l</w:t>
      </w:r>
      <w:r>
        <w:t>’</w:t>
      </w:r>
      <w:r w:rsidR="00855694" w:rsidRPr="009071AC">
        <w:t>extrême limite de leur valeur</w:t>
      </w:r>
      <w:r>
        <w:t>.</w:t>
      </w:r>
    </w:p>
    <w:p w14:paraId="1703F624" w14:textId="77777777" w:rsidR="00F635DB" w:rsidRDefault="00855694" w:rsidP="00F635DB">
      <w:r w:rsidRPr="009071AC">
        <w:t>Et pour atteindre ce but</w:t>
      </w:r>
      <w:r w:rsidR="00F635DB">
        <w:t xml:space="preserve">, </w:t>
      </w:r>
      <w:r w:rsidRPr="009071AC">
        <w:t>il dénaturait sa fortune</w:t>
      </w:r>
      <w:r w:rsidR="00F635DB">
        <w:t xml:space="preserve">, </w:t>
      </w:r>
      <w:r w:rsidRPr="009071AC">
        <w:t>affirmant qu</w:t>
      </w:r>
      <w:r w:rsidR="00F635DB">
        <w:t>’</w:t>
      </w:r>
      <w:r w:rsidRPr="009071AC">
        <w:t>il ne serait tranquille que le jour où elle tiendrait tout entière dans un portefeuille qu</w:t>
      </w:r>
      <w:r w:rsidR="00F635DB">
        <w:t>’</w:t>
      </w:r>
      <w:r w:rsidRPr="009071AC">
        <w:t>il porterait toujours sur lui</w:t>
      </w:r>
      <w:r w:rsidR="00F635DB">
        <w:t>.</w:t>
      </w:r>
    </w:p>
    <w:p w14:paraId="2C26B2EB" w14:textId="3DE9E9D5" w:rsidR="00F635DB" w:rsidRDefault="00855694" w:rsidP="00F635DB">
      <w:r w:rsidRPr="009071AC">
        <w:t>De là</w:t>
      </w:r>
      <w:r w:rsidR="00F635DB">
        <w:t xml:space="preserve">, </w:t>
      </w:r>
      <w:r w:rsidRPr="009071AC">
        <w:t>monsieur</w:t>
      </w:r>
      <w:r w:rsidR="00F635DB">
        <w:t xml:space="preserve">, </w:t>
      </w:r>
      <w:r w:rsidRPr="009071AC">
        <w:t>ces immenses mouvements de capitaux</w:t>
      </w:r>
      <w:r w:rsidR="00F635DB">
        <w:t xml:space="preserve">, </w:t>
      </w:r>
      <w:r w:rsidRPr="009071AC">
        <w:t>ces ventes</w:t>
      </w:r>
      <w:r w:rsidR="00F635DB">
        <w:t xml:space="preserve">, </w:t>
      </w:r>
      <w:r w:rsidRPr="009071AC">
        <w:t>ces emprunts</w:t>
      </w:r>
      <w:r w:rsidR="00F635DB">
        <w:t xml:space="preserve">. </w:t>
      </w:r>
      <w:r w:rsidRPr="009071AC">
        <w:t xml:space="preserve">De là ces millions au porteur qui se trouvaient dans le secrétaire de </w:t>
      </w:r>
      <w:r w:rsidR="00F635DB">
        <w:t>M. de </w:t>
      </w:r>
      <w:proofErr w:type="spellStart"/>
      <w:r w:rsidRPr="009071AC">
        <w:t>Chalusse</w:t>
      </w:r>
      <w:proofErr w:type="spellEnd"/>
      <w:r w:rsidRPr="009071AC">
        <w:t xml:space="preserve"> le matin du jour où la mort l</w:t>
      </w:r>
      <w:r w:rsidR="00F635DB">
        <w:t>’</w:t>
      </w:r>
      <w:r w:rsidRPr="009071AC">
        <w:t>a surpris</w:t>
      </w:r>
      <w:r w:rsidR="00F635DB">
        <w:t>…</w:t>
      </w:r>
    </w:p>
    <w:p w14:paraId="26BA855A" w14:textId="77777777" w:rsidR="00F635DB" w:rsidRDefault="00855694" w:rsidP="00F635DB">
      <w:r w:rsidRPr="009071AC">
        <w:t>Malheureux homme</w:t>
      </w:r>
      <w:r w:rsidR="00F635DB">
        <w:t xml:space="preserve"> ! </w:t>
      </w:r>
      <w:r w:rsidRPr="009071AC">
        <w:t>De tous les projets qu</w:t>
      </w:r>
      <w:r w:rsidR="00F635DB">
        <w:t>’</w:t>
      </w:r>
      <w:r w:rsidRPr="009071AC">
        <w:t>il méditait</w:t>
      </w:r>
      <w:r w:rsidR="00F635DB">
        <w:t xml:space="preserve">, </w:t>
      </w:r>
      <w:r w:rsidRPr="009071AC">
        <w:t>aucun n</w:t>
      </w:r>
      <w:r w:rsidR="00F635DB">
        <w:t>’</w:t>
      </w:r>
      <w:r w:rsidRPr="009071AC">
        <w:t>a réussi</w:t>
      </w:r>
      <w:r w:rsidR="00F635DB">
        <w:t>.</w:t>
      </w:r>
    </w:p>
    <w:p w14:paraId="332B6F2D" w14:textId="77777777" w:rsidR="00F635DB" w:rsidRDefault="00855694" w:rsidP="00F635DB">
      <w:r w:rsidRPr="009071AC">
        <w:t>Ils peuvent venir</w:t>
      </w:r>
      <w:r w:rsidR="00F635DB">
        <w:t xml:space="preserve">, </w:t>
      </w:r>
      <w:r w:rsidRPr="009071AC">
        <w:t>ces héritiers qu</w:t>
      </w:r>
      <w:r w:rsidR="00F635DB">
        <w:t>’</w:t>
      </w:r>
      <w:r w:rsidRPr="009071AC">
        <w:t>il redoutait</w:t>
      </w:r>
      <w:r w:rsidR="00F635DB">
        <w:t xml:space="preserve">, </w:t>
      </w:r>
      <w:r w:rsidRPr="009071AC">
        <w:t>que je ne connais pas</w:t>
      </w:r>
      <w:r w:rsidR="00F635DB">
        <w:t xml:space="preserve">, </w:t>
      </w:r>
      <w:r w:rsidRPr="009071AC">
        <w:t>dont personne ne soupçonnait même l</w:t>
      </w:r>
      <w:r w:rsidR="00F635DB">
        <w:t>’</w:t>
      </w:r>
      <w:r w:rsidRPr="009071AC">
        <w:t>existence</w:t>
      </w:r>
      <w:r w:rsidR="00F635DB">
        <w:t xml:space="preserve">… </w:t>
      </w:r>
      <w:r w:rsidRPr="009071AC">
        <w:t>ils trouveront intacts les biens qu</w:t>
      </w:r>
      <w:r w:rsidR="00F635DB">
        <w:t>’</w:t>
      </w:r>
      <w:r w:rsidRPr="009071AC">
        <w:t>il prétendait leur arracher</w:t>
      </w:r>
      <w:r w:rsidR="00F635DB">
        <w:t>.</w:t>
      </w:r>
    </w:p>
    <w:p w14:paraId="68428872" w14:textId="77777777" w:rsidR="00F635DB" w:rsidRDefault="00855694" w:rsidP="00F635DB">
      <w:r w:rsidRPr="009071AC">
        <w:t>Il rêvait</w:t>
      </w:r>
      <w:r w:rsidR="00F635DB">
        <w:t xml:space="preserve">, </w:t>
      </w:r>
      <w:r w:rsidRPr="009071AC">
        <w:t>pour moi</w:t>
      </w:r>
      <w:r w:rsidR="00F635DB">
        <w:t xml:space="preserve">, </w:t>
      </w:r>
      <w:r w:rsidRPr="009071AC">
        <w:t>la situation la plus brillante</w:t>
      </w:r>
      <w:r w:rsidR="00F635DB">
        <w:t xml:space="preserve">, </w:t>
      </w:r>
      <w:r w:rsidRPr="009071AC">
        <w:t>un grand nom</w:t>
      </w:r>
      <w:r w:rsidR="00F635DB">
        <w:t xml:space="preserve">, </w:t>
      </w:r>
      <w:r w:rsidRPr="009071AC">
        <w:t>le titre de marquise</w:t>
      </w:r>
      <w:r w:rsidR="00F635DB">
        <w:t xml:space="preserve">, </w:t>
      </w:r>
      <w:r w:rsidRPr="009071AC">
        <w:t>et il n</w:t>
      </w:r>
      <w:r w:rsidR="00F635DB">
        <w:t>’</w:t>
      </w:r>
      <w:r w:rsidRPr="009071AC">
        <w:t>a pas même su préserver ma réputation des imputations les plus humiliantes</w:t>
      </w:r>
      <w:r w:rsidR="00F635DB">
        <w:t xml:space="preserve">… </w:t>
      </w:r>
      <w:r w:rsidRPr="009071AC">
        <w:t>J</w:t>
      </w:r>
      <w:r w:rsidR="00F635DB">
        <w:t>’</w:t>
      </w:r>
      <w:r w:rsidRPr="009071AC">
        <w:t>ai été accusée de vol avant que son cadavre fût seulement refroidi</w:t>
      </w:r>
      <w:r w:rsidR="00F635DB">
        <w:t>…</w:t>
      </w:r>
    </w:p>
    <w:p w14:paraId="5A87F99A" w14:textId="77777777" w:rsidR="00F635DB" w:rsidRDefault="00855694" w:rsidP="00F635DB">
      <w:r w:rsidRPr="009071AC">
        <w:lastRenderedPageBreak/>
        <w:t>Il me voulait riche</w:t>
      </w:r>
      <w:r w:rsidR="00F635DB">
        <w:t xml:space="preserve">, </w:t>
      </w:r>
      <w:r w:rsidRPr="009071AC">
        <w:t>effroyablement riche</w:t>
      </w:r>
      <w:r w:rsidR="00F635DB">
        <w:t xml:space="preserve">, </w:t>
      </w:r>
      <w:r w:rsidRPr="009071AC">
        <w:t>comme lui</w:t>
      </w:r>
      <w:r w:rsidR="00F635DB">
        <w:t xml:space="preserve">, </w:t>
      </w:r>
      <w:r w:rsidRPr="009071AC">
        <w:t>et après avoir essayé de m</w:t>
      </w:r>
      <w:r w:rsidR="00F635DB">
        <w:t>’</w:t>
      </w:r>
      <w:r w:rsidRPr="009071AC">
        <w:t>éblouir de ses millions</w:t>
      </w:r>
      <w:r w:rsidR="00F635DB">
        <w:t xml:space="preserve">, </w:t>
      </w:r>
      <w:r w:rsidRPr="009071AC">
        <w:t>il ne me laisse pas de pain</w:t>
      </w:r>
      <w:r w:rsidR="00F635DB">
        <w:t xml:space="preserve">, </w:t>
      </w:r>
      <w:r w:rsidRPr="009071AC">
        <w:t>exactement parlant</w:t>
      </w:r>
      <w:r w:rsidR="00F635DB">
        <w:t xml:space="preserve">… </w:t>
      </w:r>
      <w:r w:rsidRPr="009071AC">
        <w:t>pas de pain</w:t>
      </w:r>
      <w:r w:rsidR="00F635DB">
        <w:t>.</w:t>
      </w:r>
    </w:p>
    <w:p w14:paraId="0BBE2208" w14:textId="77777777" w:rsidR="00F635DB" w:rsidRDefault="00855694" w:rsidP="00F635DB">
      <w:r w:rsidRPr="009071AC">
        <w:t>Mon avenir le terrifiait</w:t>
      </w:r>
      <w:r w:rsidR="00F635DB">
        <w:t xml:space="preserve">, </w:t>
      </w:r>
      <w:r w:rsidRPr="009071AC">
        <w:t>et il meurt sans m</w:t>
      </w:r>
      <w:r w:rsidR="00F635DB">
        <w:t>’</w:t>
      </w:r>
      <w:r w:rsidRPr="009071AC">
        <w:t>avoir rien appris des mystérieux dangers qui me menacent</w:t>
      </w:r>
      <w:r w:rsidR="00F635DB">
        <w:t xml:space="preserve">, </w:t>
      </w:r>
      <w:r w:rsidRPr="009071AC">
        <w:t>sans avoir pu me dire si véritablement</w:t>
      </w:r>
      <w:r w:rsidR="00F635DB">
        <w:t xml:space="preserve">, </w:t>
      </w:r>
      <w:r w:rsidRPr="009071AC">
        <w:t>comme je le crois</w:t>
      </w:r>
      <w:r w:rsidR="00F635DB">
        <w:t xml:space="preserve">, </w:t>
      </w:r>
      <w:r w:rsidRPr="009071AC">
        <w:t>comme j</w:t>
      </w:r>
      <w:r w:rsidR="00F635DB">
        <w:t>’</w:t>
      </w:r>
      <w:r w:rsidRPr="009071AC">
        <w:t>en suis moralement sûre</w:t>
      </w:r>
      <w:r w:rsidR="00F635DB">
        <w:t xml:space="preserve">, </w:t>
      </w:r>
      <w:r w:rsidRPr="009071AC">
        <w:t>il était mon père</w:t>
      </w:r>
      <w:r w:rsidR="00F635DB">
        <w:t>…</w:t>
      </w:r>
    </w:p>
    <w:p w14:paraId="737B2F1C" w14:textId="77777777" w:rsidR="00F635DB" w:rsidRDefault="00855694" w:rsidP="00F635DB">
      <w:r w:rsidRPr="009071AC">
        <w:t>Il m</w:t>
      </w:r>
      <w:r w:rsidR="00F635DB">
        <w:t>’</w:t>
      </w:r>
      <w:r w:rsidRPr="009071AC">
        <w:t>a élevée malgré moi jusqu</w:t>
      </w:r>
      <w:r w:rsidR="00F635DB">
        <w:t>’</w:t>
      </w:r>
      <w:r w:rsidRPr="009071AC">
        <w:t>aux plus hautes sphères sociales</w:t>
      </w:r>
      <w:r w:rsidR="00F635DB">
        <w:t xml:space="preserve"> ; </w:t>
      </w:r>
      <w:r w:rsidRPr="009071AC">
        <w:t>il m</w:t>
      </w:r>
      <w:r w:rsidR="00F635DB">
        <w:t>’</w:t>
      </w:r>
      <w:r w:rsidRPr="009071AC">
        <w:t>a mis en main cette baguette magique qui s</w:t>
      </w:r>
      <w:r w:rsidR="00F635DB">
        <w:t>’</w:t>
      </w:r>
      <w:r w:rsidRPr="009071AC">
        <w:t>appelle l</w:t>
      </w:r>
      <w:r w:rsidR="00F635DB">
        <w:t>’</w:t>
      </w:r>
      <w:r w:rsidRPr="009071AC">
        <w:t>or</w:t>
      </w:r>
      <w:r w:rsidR="00F635DB">
        <w:t xml:space="preserve">, </w:t>
      </w:r>
      <w:r w:rsidRPr="009071AC">
        <w:t>il m</w:t>
      </w:r>
      <w:r w:rsidR="00F635DB">
        <w:t>’</w:t>
      </w:r>
      <w:r w:rsidRPr="009071AC">
        <w:t>a montré le monde à mes pieds</w:t>
      </w:r>
      <w:r w:rsidR="00F635DB">
        <w:t xml:space="preserve">… </w:t>
      </w:r>
      <w:r w:rsidRPr="009071AC">
        <w:t>et tout à coup il me laisse retomber plus bas qu</w:t>
      </w:r>
      <w:r w:rsidR="00F635DB">
        <w:t>’</w:t>
      </w:r>
      <w:r w:rsidRPr="009071AC">
        <w:t>il ne m</w:t>
      </w:r>
      <w:r w:rsidR="00F635DB">
        <w:t>’</w:t>
      </w:r>
      <w:r w:rsidRPr="009071AC">
        <w:t>avait prise</w:t>
      </w:r>
      <w:r w:rsidR="00F635DB">
        <w:t>…</w:t>
      </w:r>
    </w:p>
    <w:p w14:paraId="293787F8" w14:textId="4471B5F2" w:rsidR="00F635DB" w:rsidRDefault="00855694" w:rsidP="00F635DB">
      <w:r w:rsidRPr="009071AC">
        <w:t>Ah</w:t>
      </w:r>
      <w:r w:rsidR="00F635DB">
        <w:t> !… M. de </w:t>
      </w:r>
      <w:proofErr w:type="spellStart"/>
      <w:r w:rsidRPr="009071AC">
        <w:t>Chalusse</w:t>
      </w:r>
      <w:proofErr w:type="spellEnd"/>
      <w:r w:rsidR="00F635DB">
        <w:t xml:space="preserve">, </w:t>
      </w:r>
      <w:r w:rsidRPr="009071AC">
        <w:t>mieux eût valu me laisser à l</w:t>
      </w:r>
      <w:r w:rsidR="00F635DB">
        <w:t>’</w:t>
      </w:r>
      <w:r w:rsidRPr="009071AC">
        <w:t>hospice des enfants trouvés</w:t>
      </w:r>
      <w:r w:rsidR="00F635DB">
        <w:t xml:space="preserve">, </w:t>
      </w:r>
      <w:r w:rsidRPr="009071AC">
        <w:t>je gagnerais ma vie maintenant</w:t>
      </w:r>
      <w:r w:rsidR="00F635DB">
        <w:t>…</w:t>
      </w:r>
    </w:p>
    <w:p w14:paraId="7C066485" w14:textId="77777777" w:rsidR="00F635DB" w:rsidRDefault="00855694" w:rsidP="00F635DB">
      <w:r w:rsidRPr="009071AC">
        <w:t>Et cependant</w:t>
      </w:r>
      <w:r w:rsidR="00F635DB">
        <w:t xml:space="preserve">, </w:t>
      </w:r>
      <w:r w:rsidRPr="009071AC">
        <w:t>je vous pardonne</w:t>
      </w:r>
      <w:r w:rsidR="00F635DB">
        <w:t> !…</w:t>
      </w:r>
    </w:p>
    <w:p w14:paraId="0E241B6A" w14:textId="19B017EA" w:rsidR="00F635DB" w:rsidRDefault="00F635DB" w:rsidP="00F635DB">
      <w:r>
        <w:t>M</w:t>
      </w:r>
      <w:r w:rsidRPr="00F635DB">
        <w:rPr>
          <w:vertAlign w:val="superscript"/>
        </w:rPr>
        <w:t>lle</w:t>
      </w:r>
      <w:r>
        <w:t> </w:t>
      </w:r>
      <w:r w:rsidR="00855694" w:rsidRPr="009071AC">
        <w:t>Marguerite se recueillit un moment</w:t>
      </w:r>
      <w:r>
        <w:t xml:space="preserve">, </w:t>
      </w:r>
      <w:r w:rsidR="00855694" w:rsidRPr="009071AC">
        <w:t>cherchant dans sa mémoire si elle avait bien tout dit</w:t>
      </w:r>
      <w:r>
        <w:t xml:space="preserve">, </w:t>
      </w:r>
      <w:r w:rsidR="00855694" w:rsidRPr="009071AC">
        <w:t>si elle n</w:t>
      </w:r>
      <w:r>
        <w:t>’</w:t>
      </w:r>
      <w:r w:rsidR="00855694" w:rsidRPr="009071AC">
        <w:t>oubliait aucun détail</w:t>
      </w:r>
      <w:r>
        <w:t>…</w:t>
      </w:r>
    </w:p>
    <w:p w14:paraId="1AF4FDF8" w14:textId="77777777" w:rsidR="00F635DB" w:rsidRDefault="00855694" w:rsidP="00F635DB">
      <w:r w:rsidRPr="009071AC">
        <w:t>Ne trouvant rien</w:t>
      </w:r>
      <w:r w:rsidR="00F635DB">
        <w:t xml:space="preserve">, </w:t>
      </w:r>
      <w:r w:rsidRPr="009071AC">
        <w:t>elle s</w:t>
      </w:r>
      <w:r w:rsidR="00F635DB">
        <w:t>’</w:t>
      </w:r>
      <w:r w:rsidRPr="009071AC">
        <w:t>approcha du juge de paix jusqu</w:t>
      </w:r>
      <w:r w:rsidR="00F635DB">
        <w:t>’</w:t>
      </w:r>
      <w:r w:rsidRPr="009071AC">
        <w:t>à le toucher</w:t>
      </w:r>
      <w:r w:rsidR="00F635DB">
        <w:t xml:space="preserve">, </w:t>
      </w:r>
      <w:r w:rsidRPr="009071AC">
        <w:t>et avec une émouvante solennité</w:t>
      </w:r>
      <w:r w:rsidR="00F635DB">
        <w:t> :</w:t>
      </w:r>
    </w:p>
    <w:p w14:paraId="32E3562A" w14:textId="77777777" w:rsidR="00F635DB" w:rsidRDefault="00F635DB" w:rsidP="00F635DB">
      <w:r>
        <w:t>— </w:t>
      </w:r>
      <w:r w:rsidR="00855694" w:rsidRPr="009071AC">
        <w:t>Vous connaissez à cette heure ma vie comme moi-même</w:t>
      </w:r>
      <w:r>
        <w:t xml:space="preserve">, </w:t>
      </w:r>
      <w:r w:rsidR="00855694" w:rsidRPr="009071AC">
        <w:t>monsieur</w:t>
      </w:r>
      <w:r>
        <w:t xml:space="preserve">, </w:t>
      </w:r>
      <w:r w:rsidR="00855694" w:rsidRPr="009071AC">
        <w:t>prononça-t-elle</w:t>
      </w:r>
      <w:r>
        <w:t xml:space="preserve">… </w:t>
      </w:r>
      <w:r w:rsidR="00855694" w:rsidRPr="009071AC">
        <w:t>Vous savez ce qu</w:t>
      </w:r>
      <w:r>
        <w:t>’</w:t>
      </w:r>
      <w:r w:rsidR="00855694" w:rsidRPr="009071AC">
        <w:t>ignore encore celui qui est devenu mon unique espoir</w:t>
      </w:r>
      <w:r>
        <w:t xml:space="preserve">… </w:t>
      </w:r>
      <w:r w:rsidR="00855694" w:rsidRPr="009071AC">
        <w:t>Puisse-t-il</w:t>
      </w:r>
      <w:r>
        <w:t xml:space="preserve">, </w:t>
      </w:r>
      <w:r w:rsidR="00855694" w:rsidRPr="009071AC">
        <w:t>quand</w:t>
      </w:r>
      <w:r>
        <w:t xml:space="preserve">, </w:t>
      </w:r>
      <w:r w:rsidR="00855694" w:rsidRPr="009071AC">
        <w:t>je me montrerai à lui telle que je suis véritablement</w:t>
      </w:r>
      <w:r>
        <w:t xml:space="preserve">, </w:t>
      </w:r>
      <w:r w:rsidR="00855694" w:rsidRPr="009071AC">
        <w:t>ne pas me trouver indigne de lui</w:t>
      </w:r>
      <w:r>
        <w:t>…</w:t>
      </w:r>
    </w:p>
    <w:p w14:paraId="3B773F2A" w14:textId="77777777" w:rsidR="00F635DB" w:rsidRDefault="00855694" w:rsidP="00F635DB">
      <w:r w:rsidRPr="009071AC">
        <w:t>Le juge de paix se dressa comme mû par un ressort</w:t>
      </w:r>
      <w:r w:rsidR="00F635DB">
        <w:t>…</w:t>
      </w:r>
    </w:p>
    <w:p w14:paraId="0061FE64" w14:textId="77777777" w:rsidR="00F635DB" w:rsidRDefault="00855694" w:rsidP="00F635DB">
      <w:r w:rsidRPr="009071AC">
        <w:t>Deux grosses larmes</w:t>
      </w:r>
      <w:r w:rsidR="00F635DB">
        <w:t xml:space="preserve">, </w:t>
      </w:r>
      <w:r w:rsidRPr="009071AC">
        <w:t>les premières qu</w:t>
      </w:r>
      <w:r w:rsidR="00F635DB">
        <w:t>’</w:t>
      </w:r>
      <w:r w:rsidRPr="009071AC">
        <w:t>il versât depuis des années</w:t>
      </w:r>
      <w:r w:rsidR="00F635DB">
        <w:t xml:space="preserve">, </w:t>
      </w:r>
      <w:r w:rsidRPr="009071AC">
        <w:t>tremblèrent au bord de ses paupières et se perdirent dans les rides de son visage</w:t>
      </w:r>
      <w:r w:rsidR="00F635DB">
        <w:t>.</w:t>
      </w:r>
    </w:p>
    <w:p w14:paraId="3917C116" w14:textId="77777777" w:rsidR="00F635DB" w:rsidRDefault="00F635DB" w:rsidP="00F635DB">
      <w:r>
        <w:lastRenderedPageBreak/>
        <w:t>— </w:t>
      </w:r>
      <w:r w:rsidR="00855694" w:rsidRPr="009071AC">
        <w:t>Vous êtes une digne et noble créature</w:t>
      </w:r>
      <w:r>
        <w:t xml:space="preserve">, </w:t>
      </w:r>
      <w:r w:rsidR="00855694" w:rsidRPr="009071AC">
        <w:t>mon enfant</w:t>
      </w:r>
      <w:r>
        <w:t xml:space="preserve">, </w:t>
      </w:r>
      <w:r w:rsidR="00855694" w:rsidRPr="009071AC">
        <w:t>dit-il</w:t>
      </w:r>
      <w:r>
        <w:t xml:space="preserve">… </w:t>
      </w:r>
      <w:r w:rsidR="00855694" w:rsidRPr="009071AC">
        <w:t>Et si j</w:t>
      </w:r>
      <w:r>
        <w:t>’</w:t>
      </w:r>
      <w:r w:rsidR="00855694" w:rsidRPr="009071AC">
        <w:t>avais un fils</w:t>
      </w:r>
      <w:r>
        <w:t xml:space="preserve">, </w:t>
      </w:r>
      <w:r w:rsidR="00855694" w:rsidRPr="009071AC">
        <w:t>je m</w:t>
      </w:r>
      <w:r>
        <w:t>’</w:t>
      </w:r>
      <w:r w:rsidR="00855694" w:rsidRPr="009071AC">
        <w:t>estimerais heureux qu</w:t>
      </w:r>
      <w:r>
        <w:t>’</w:t>
      </w:r>
      <w:r w:rsidR="00855694" w:rsidRPr="009071AC">
        <w:t>il fût choisi par une femme comme vous</w:t>
      </w:r>
      <w:r>
        <w:t> !…</w:t>
      </w:r>
    </w:p>
    <w:p w14:paraId="3010A98C" w14:textId="77777777" w:rsidR="00F635DB" w:rsidRDefault="00855694" w:rsidP="00F635DB">
      <w:r w:rsidRPr="009071AC">
        <w:t>Elle le regarda d</w:t>
      </w:r>
      <w:r w:rsidR="00F635DB">
        <w:t>’</w:t>
      </w:r>
      <w:r w:rsidRPr="009071AC">
        <w:t>un air de joie délirante</w:t>
      </w:r>
      <w:r w:rsidR="00F635DB">
        <w:t xml:space="preserve">, </w:t>
      </w:r>
      <w:r w:rsidRPr="009071AC">
        <w:t>joignit les mains</w:t>
      </w:r>
      <w:r w:rsidR="00F635DB">
        <w:t xml:space="preserve">, </w:t>
      </w:r>
      <w:r w:rsidRPr="009071AC">
        <w:t>et</w:t>
      </w:r>
      <w:r w:rsidR="00F635DB">
        <w:t xml:space="preserve">, </w:t>
      </w:r>
      <w:r w:rsidRPr="009071AC">
        <w:t>à bout de forces</w:t>
      </w:r>
      <w:r w:rsidR="00F635DB">
        <w:t xml:space="preserve">, </w:t>
      </w:r>
      <w:r w:rsidRPr="009071AC">
        <w:t>s</w:t>
      </w:r>
      <w:r w:rsidR="00F635DB">
        <w:t>’</w:t>
      </w:r>
      <w:r w:rsidRPr="009071AC">
        <w:t>affaissa sur un fauteuil en murmurant</w:t>
      </w:r>
      <w:r w:rsidR="00F635DB">
        <w:t> :</w:t>
      </w:r>
    </w:p>
    <w:p w14:paraId="190624C4" w14:textId="77777777" w:rsidR="00F635DB" w:rsidRDefault="00F635DB" w:rsidP="00F635DB">
      <w:r>
        <w:t>— </w:t>
      </w:r>
      <w:r w:rsidR="00855694" w:rsidRPr="009071AC">
        <w:t>Oh</w:t>
      </w:r>
      <w:r>
        <w:t xml:space="preserve"> ! </w:t>
      </w:r>
      <w:r w:rsidR="00855694" w:rsidRPr="009071AC">
        <w:t>merci</w:t>
      </w:r>
      <w:r>
        <w:t xml:space="preserve">, </w:t>
      </w:r>
      <w:r w:rsidR="00855694" w:rsidRPr="009071AC">
        <w:t>monsieur</w:t>
      </w:r>
      <w:r>
        <w:t xml:space="preserve">, </w:t>
      </w:r>
      <w:r w:rsidR="00855694" w:rsidRPr="009071AC">
        <w:t>merci</w:t>
      </w:r>
      <w:r>
        <w:t> !…</w:t>
      </w:r>
    </w:p>
    <w:p w14:paraId="46DFE093" w14:textId="77777777" w:rsidR="00F635DB" w:rsidRDefault="00855694" w:rsidP="00F635DB">
      <w:r w:rsidRPr="009071AC">
        <w:t>C</w:t>
      </w:r>
      <w:r w:rsidR="00F635DB">
        <w:t>’</w:t>
      </w:r>
      <w:r w:rsidRPr="009071AC">
        <w:t>est qu</w:t>
      </w:r>
      <w:r w:rsidR="00F635DB">
        <w:t>’</w:t>
      </w:r>
      <w:r w:rsidRPr="009071AC">
        <w:t>elle pensait à Pascal</w:t>
      </w:r>
      <w:r w:rsidR="00F635DB">
        <w:t xml:space="preserve">… </w:t>
      </w:r>
      <w:r w:rsidRPr="009071AC">
        <w:t>C</w:t>
      </w:r>
      <w:r w:rsidR="00F635DB">
        <w:t>’</w:t>
      </w:r>
      <w:r w:rsidRPr="009071AC">
        <w:t>est qu</w:t>
      </w:r>
      <w:r w:rsidR="00F635DB">
        <w:t>’</w:t>
      </w:r>
      <w:r w:rsidRPr="009071AC">
        <w:t>elle s</w:t>
      </w:r>
      <w:r w:rsidR="00F635DB">
        <w:t>’</w:t>
      </w:r>
      <w:r w:rsidRPr="009071AC">
        <w:t>était effrayée de ses sentiments quand elle lui exposerait loyalement tout ce passé de douleurs et de misères qu</w:t>
      </w:r>
      <w:r w:rsidR="00F635DB">
        <w:t>’</w:t>
      </w:r>
      <w:r w:rsidRPr="009071AC">
        <w:t>il ne connaissait pas</w:t>
      </w:r>
      <w:r w:rsidR="00F635DB">
        <w:t>…</w:t>
      </w:r>
    </w:p>
    <w:p w14:paraId="3376CBE0" w14:textId="77777777" w:rsidR="00F635DB" w:rsidRDefault="00855694" w:rsidP="00F635DB">
      <w:r w:rsidRPr="009071AC">
        <w:t>Et après les paroles du juge de paix elle était rassurée</w:t>
      </w:r>
      <w:r w:rsidR="00F635DB">
        <w:t>.</w:t>
      </w:r>
    </w:p>
    <w:p w14:paraId="27E1D7B2" w14:textId="15B748F6" w:rsidR="00855694" w:rsidRPr="009071AC" w:rsidRDefault="00855694" w:rsidP="00F635DB">
      <w:pPr>
        <w:pStyle w:val="Titre1"/>
      </w:pPr>
      <w:bookmarkStart w:id="11" w:name="_Toc202021409"/>
      <w:r w:rsidRPr="009071AC">
        <w:lastRenderedPageBreak/>
        <w:t>XI</w:t>
      </w:r>
      <w:bookmarkEnd w:id="11"/>
      <w:r w:rsidRPr="009071AC">
        <w:br/>
      </w:r>
    </w:p>
    <w:p w14:paraId="60FBF6AA" w14:textId="77777777" w:rsidR="00F635DB" w:rsidRDefault="00855694" w:rsidP="00F635DB">
      <w:r w:rsidRPr="009071AC">
        <w:t>La demie de quatre heures sonnait</w:t>
      </w:r>
      <w:r w:rsidR="00F635DB">
        <w:t>…</w:t>
      </w:r>
    </w:p>
    <w:p w14:paraId="5DF93F10" w14:textId="77777777" w:rsidR="00F635DB" w:rsidRDefault="00855694" w:rsidP="00F635DB">
      <w:r w:rsidRPr="009071AC">
        <w:t>On entendait des pas furtifs sur le palier</w:t>
      </w:r>
      <w:r w:rsidR="00F635DB">
        <w:t xml:space="preserve">, </w:t>
      </w:r>
      <w:r w:rsidRPr="009071AC">
        <w:t>et des frôlements le long de la porte</w:t>
      </w:r>
      <w:r w:rsidR="00F635DB">
        <w:t>.</w:t>
      </w:r>
    </w:p>
    <w:p w14:paraId="006D3046" w14:textId="048F0635" w:rsidR="00F635DB" w:rsidRDefault="00855694" w:rsidP="00F635DB">
      <w:r w:rsidRPr="009071AC">
        <w:t>Les domestiques de l</w:t>
      </w:r>
      <w:r w:rsidR="00F635DB">
        <w:t>’</w:t>
      </w:r>
      <w:r w:rsidRPr="009071AC">
        <w:t xml:space="preserve">hôtel de </w:t>
      </w:r>
      <w:proofErr w:type="spellStart"/>
      <w:r w:rsidRPr="009071AC">
        <w:t>Chalusse</w:t>
      </w:r>
      <w:proofErr w:type="spellEnd"/>
      <w:r w:rsidRPr="009071AC">
        <w:t xml:space="preserve"> rôdaient autour de la pièce où étaient enfermés le juge de paix et </w:t>
      </w:r>
      <w:r w:rsidR="00F635DB">
        <w:t>M</w:t>
      </w:r>
      <w:r w:rsidR="00F635DB" w:rsidRPr="00F635DB">
        <w:rPr>
          <w:vertAlign w:val="superscript"/>
        </w:rPr>
        <w:t>lle</w:t>
      </w:r>
      <w:r w:rsidR="00F635DB">
        <w:t> </w:t>
      </w:r>
      <w:r w:rsidRPr="009071AC">
        <w:t>Marguerite</w:t>
      </w:r>
      <w:r w:rsidR="00F635DB">
        <w:t xml:space="preserve">, </w:t>
      </w:r>
      <w:r w:rsidRPr="009071AC">
        <w:t>intrigués de ne pas les voir reparaître</w:t>
      </w:r>
      <w:r w:rsidR="00F635DB">
        <w:t xml:space="preserve">, </w:t>
      </w:r>
      <w:r w:rsidRPr="009071AC">
        <w:t>se demandant ce qu</w:t>
      </w:r>
      <w:r w:rsidR="00F635DB">
        <w:t>’</w:t>
      </w:r>
      <w:r w:rsidRPr="009071AC">
        <w:t>ils pouvaient avoir à se dire pour une si longue conférence</w:t>
      </w:r>
      <w:r w:rsidR="00F635DB">
        <w:t>.</w:t>
      </w:r>
    </w:p>
    <w:p w14:paraId="2773641C" w14:textId="77777777" w:rsidR="00F635DB" w:rsidRDefault="00855694" w:rsidP="00F635DB">
      <w:r w:rsidRPr="009071AC">
        <w:t>À cette heure</w:t>
      </w:r>
      <w:r w:rsidR="00F635DB">
        <w:t xml:space="preserve">, </w:t>
      </w:r>
      <w:r w:rsidRPr="009071AC">
        <w:t>la besogne du greffier devait être fort avancée</w:t>
      </w:r>
      <w:r w:rsidR="00F635DB">
        <w:t>.</w:t>
      </w:r>
    </w:p>
    <w:p w14:paraId="3B608833" w14:textId="7556E70A" w:rsidR="00F635DB" w:rsidRDefault="00F635DB" w:rsidP="00F635DB">
      <w:r>
        <w:t>— </w:t>
      </w:r>
      <w:r w:rsidR="00855694" w:rsidRPr="009071AC">
        <w:t>Il faut que je voie où en est l</w:t>
      </w:r>
      <w:r>
        <w:t>’</w:t>
      </w:r>
      <w:r w:rsidR="00855694" w:rsidRPr="009071AC">
        <w:t>inventaire</w:t>
      </w:r>
      <w:r>
        <w:t xml:space="preserve">, </w:t>
      </w:r>
      <w:r w:rsidR="00855694" w:rsidRPr="009071AC">
        <w:t xml:space="preserve">dit le vieux juge à </w:t>
      </w:r>
      <w:r>
        <w:t>M</w:t>
      </w:r>
      <w:r w:rsidRPr="00F635DB">
        <w:rPr>
          <w:vertAlign w:val="superscript"/>
        </w:rPr>
        <w:t>lle</w:t>
      </w:r>
      <w:r>
        <w:t> </w:t>
      </w:r>
      <w:r w:rsidR="00855694" w:rsidRPr="009071AC">
        <w:t>Marguerite</w:t>
      </w:r>
      <w:r>
        <w:t xml:space="preserve">, </w:t>
      </w:r>
      <w:r w:rsidR="00855694" w:rsidRPr="009071AC">
        <w:t>excusez-moi de vous quitter une minute</w:t>
      </w:r>
      <w:r>
        <w:t xml:space="preserve">… </w:t>
      </w:r>
      <w:r w:rsidR="00855694" w:rsidRPr="009071AC">
        <w:t>je reviens</w:t>
      </w:r>
      <w:r>
        <w:t>.</w:t>
      </w:r>
    </w:p>
    <w:p w14:paraId="54209C1A" w14:textId="77777777" w:rsidR="00F635DB" w:rsidRDefault="00855694" w:rsidP="00F635DB">
      <w:r w:rsidRPr="009071AC">
        <w:t>Et il sortit</w:t>
      </w:r>
      <w:r w:rsidR="00F635DB">
        <w:t>.</w:t>
      </w:r>
    </w:p>
    <w:p w14:paraId="70117AE1" w14:textId="77777777" w:rsidR="00F635DB" w:rsidRDefault="00855694" w:rsidP="00F635DB">
      <w:r w:rsidRPr="009071AC">
        <w:t>Mais c</w:t>
      </w:r>
      <w:r w:rsidR="00F635DB">
        <w:t>’</w:t>
      </w:r>
      <w:r w:rsidRPr="009071AC">
        <w:t>était là un prétexte</w:t>
      </w:r>
      <w:r w:rsidR="00F635DB">
        <w:t xml:space="preserve">. </w:t>
      </w:r>
      <w:r w:rsidRPr="009071AC">
        <w:t>La vérité est qu</w:t>
      </w:r>
      <w:r w:rsidR="00F635DB">
        <w:t>’</w:t>
      </w:r>
      <w:r w:rsidRPr="009071AC">
        <w:t>il désirait surtout dissimuler son émotion</w:t>
      </w:r>
      <w:r w:rsidR="00F635DB">
        <w:t xml:space="preserve">. </w:t>
      </w:r>
      <w:r w:rsidRPr="009071AC">
        <w:t>Profondément remué par le récit de cette pauvre jeune fille</w:t>
      </w:r>
      <w:r w:rsidR="00F635DB">
        <w:t xml:space="preserve">, </w:t>
      </w:r>
      <w:r w:rsidRPr="009071AC">
        <w:t>il voulait se remettre</w:t>
      </w:r>
      <w:r w:rsidR="00F635DB">
        <w:t xml:space="preserve">, </w:t>
      </w:r>
      <w:r w:rsidRPr="009071AC">
        <w:t>et reprendre avec son sang-froid sa perspicacité habituelle</w:t>
      </w:r>
      <w:r w:rsidR="00F635DB">
        <w:t>.</w:t>
      </w:r>
    </w:p>
    <w:p w14:paraId="52CB4612" w14:textId="6E1A2929" w:rsidR="00F635DB" w:rsidRDefault="00855694" w:rsidP="00F635DB">
      <w:r w:rsidRPr="009071AC">
        <w:t>Et il en avait besoin</w:t>
      </w:r>
      <w:r w:rsidR="00F635DB">
        <w:t xml:space="preserve">, </w:t>
      </w:r>
      <w:r w:rsidRPr="009071AC">
        <w:t xml:space="preserve">la situation lui paraissant bien plus compliquée depuis que </w:t>
      </w:r>
      <w:r w:rsidR="00F635DB">
        <w:t>M</w:t>
      </w:r>
      <w:r w:rsidR="00F635DB" w:rsidRPr="00F635DB">
        <w:rPr>
          <w:vertAlign w:val="superscript"/>
        </w:rPr>
        <w:t>lle</w:t>
      </w:r>
      <w:r w:rsidR="00F635DB">
        <w:t> </w:t>
      </w:r>
      <w:r w:rsidRPr="009071AC">
        <w:t>Marguerite lui avait parlé de ces héritiers</w:t>
      </w:r>
      <w:r w:rsidR="00F635DB">
        <w:t xml:space="preserve">, </w:t>
      </w:r>
      <w:r w:rsidRPr="009071AC">
        <w:t>de ces ennemis mystérieux qui avaient empoisonné l</w:t>
      </w:r>
      <w:r w:rsidR="00F635DB">
        <w:t>’</w:t>
      </w:r>
      <w:r w:rsidRPr="009071AC">
        <w:t xml:space="preserve">existence de </w:t>
      </w:r>
      <w:r w:rsidR="00F635DB">
        <w:t>M. de </w:t>
      </w:r>
      <w:proofErr w:type="spellStart"/>
      <w:r w:rsidRPr="009071AC">
        <w:t>Chalusse</w:t>
      </w:r>
      <w:proofErr w:type="spellEnd"/>
      <w:r w:rsidR="00F635DB">
        <w:t>.</w:t>
      </w:r>
    </w:p>
    <w:p w14:paraId="0DCB41AA" w14:textId="77777777" w:rsidR="00F635DB" w:rsidRDefault="00855694" w:rsidP="00F635DB">
      <w:r w:rsidRPr="009071AC">
        <w:t>Il était clair que ces gens-là arrivant à la curée voudraient savoir ce qu</w:t>
      </w:r>
      <w:r w:rsidR="00F635DB">
        <w:t>’</w:t>
      </w:r>
      <w:r w:rsidRPr="009071AC">
        <w:t>étaient devenus les millions du secrétaire</w:t>
      </w:r>
      <w:r w:rsidR="00F635DB">
        <w:t>.</w:t>
      </w:r>
    </w:p>
    <w:p w14:paraId="03272924" w14:textId="79250C34" w:rsidR="00F635DB" w:rsidRDefault="00855694" w:rsidP="00F635DB">
      <w:r w:rsidRPr="009071AC">
        <w:lastRenderedPageBreak/>
        <w:t>À qui les redemanderaient-ils</w:t>
      </w:r>
      <w:r w:rsidR="00F635DB">
        <w:t xml:space="preserve"> ? </w:t>
      </w:r>
      <w:r w:rsidRPr="009071AC">
        <w:t xml:space="preserve">À </w:t>
      </w:r>
      <w:r w:rsidR="00F635DB">
        <w:t>M</w:t>
      </w:r>
      <w:r w:rsidR="00F635DB" w:rsidRPr="00F635DB">
        <w:rPr>
          <w:vertAlign w:val="superscript"/>
        </w:rPr>
        <w:t>lle</w:t>
      </w:r>
      <w:r w:rsidR="00F635DB">
        <w:t> </w:t>
      </w:r>
      <w:r w:rsidRPr="009071AC">
        <w:t>Marguerite</w:t>
      </w:r>
      <w:r w:rsidR="00F635DB">
        <w:t xml:space="preserve">, </w:t>
      </w:r>
      <w:r w:rsidRPr="009071AC">
        <w:t>bien évidemment</w:t>
      </w:r>
      <w:r w:rsidR="00F635DB">
        <w:t xml:space="preserve">. </w:t>
      </w:r>
      <w:r w:rsidRPr="009071AC">
        <w:t>Quelles tracasseries ne lui susciteraient-ils pas</w:t>
      </w:r>
      <w:r w:rsidR="00F635DB">
        <w:t> !…</w:t>
      </w:r>
    </w:p>
    <w:p w14:paraId="1840B9AC" w14:textId="77777777" w:rsidR="00F635DB" w:rsidRDefault="00855694" w:rsidP="00F635DB">
      <w:r w:rsidRPr="009071AC">
        <w:t>Ainsi pensait le vieux juge de paix tout en écoutant le rapport de son greffier</w:t>
      </w:r>
      <w:r w:rsidR="00F635DB">
        <w:t>.</w:t>
      </w:r>
    </w:p>
    <w:p w14:paraId="08B5E2F9" w14:textId="14669C06" w:rsidR="00F635DB" w:rsidRDefault="00855694" w:rsidP="00F635DB">
      <w:r w:rsidRPr="009071AC">
        <w:t>Ce n</w:t>
      </w:r>
      <w:r w:rsidR="00F635DB">
        <w:t>’</w:t>
      </w:r>
      <w:r w:rsidRPr="009071AC">
        <w:t>était pas le tout</w:t>
      </w:r>
      <w:r w:rsidR="00F635DB">
        <w:t xml:space="preserve">, </w:t>
      </w:r>
      <w:r w:rsidRPr="009071AC">
        <w:t>d</w:t>
      </w:r>
      <w:r w:rsidR="00F635DB">
        <w:t>’</w:t>
      </w:r>
      <w:r w:rsidRPr="009071AC">
        <w:t xml:space="preserve">avoir provoqué les confidences de </w:t>
      </w:r>
      <w:r w:rsidR="00F635DB">
        <w:t>M</w:t>
      </w:r>
      <w:r w:rsidR="00F635DB" w:rsidRPr="00F635DB">
        <w:rPr>
          <w:vertAlign w:val="superscript"/>
        </w:rPr>
        <w:t>lle</w:t>
      </w:r>
      <w:r w:rsidR="00F635DB">
        <w:t> </w:t>
      </w:r>
      <w:r w:rsidRPr="009071AC">
        <w:t>Marguerite</w:t>
      </w:r>
      <w:r w:rsidR="00F635DB">
        <w:t xml:space="preserve">, </w:t>
      </w:r>
      <w:r w:rsidRPr="009071AC">
        <w:t>il avait à rechercher quel parti elle pouvait tirer de son étrange et douloureuse situation</w:t>
      </w:r>
      <w:r w:rsidR="00F635DB">
        <w:t xml:space="preserve">, </w:t>
      </w:r>
      <w:r w:rsidRPr="009071AC">
        <w:t>il avait à la conseiller</w:t>
      </w:r>
      <w:r w:rsidR="00F635DB">
        <w:t xml:space="preserve">, </w:t>
      </w:r>
      <w:r w:rsidRPr="009071AC">
        <w:t>à la guider</w:t>
      </w:r>
      <w:r w:rsidR="00F635DB">
        <w:t>…</w:t>
      </w:r>
    </w:p>
    <w:p w14:paraId="2702D9A7" w14:textId="77777777" w:rsidR="00F635DB" w:rsidRDefault="00855694" w:rsidP="00F635DB">
      <w:r w:rsidRPr="009071AC">
        <w:t>Il était redevenu l</w:t>
      </w:r>
      <w:r w:rsidR="00F635DB">
        <w:t>’</w:t>
      </w:r>
      <w:r w:rsidRPr="009071AC">
        <w:t>homme impassible</w:t>
      </w:r>
      <w:r w:rsidR="00F635DB">
        <w:t xml:space="preserve">, </w:t>
      </w:r>
      <w:r w:rsidRPr="009071AC">
        <w:t>quand il reparut dans le cabinet du comte</w:t>
      </w:r>
      <w:r w:rsidR="00F635DB">
        <w:t xml:space="preserve">, </w:t>
      </w:r>
      <w:r w:rsidRPr="009071AC">
        <w:t>et il vit avec plaisir que la pauvre jeune fille avait de même repris une partie de son calme</w:t>
      </w:r>
      <w:r w:rsidR="00F635DB">
        <w:t>.</w:t>
      </w:r>
    </w:p>
    <w:p w14:paraId="34C5C540" w14:textId="77777777" w:rsidR="00F635DB" w:rsidRDefault="00F635DB" w:rsidP="00F635DB">
      <w:r>
        <w:t>— </w:t>
      </w:r>
      <w:r w:rsidR="00855694" w:rsidRPr="009071AC">
        <w:t>Maintenant</w:t>
      </w:r>
      <w:r>
        <w:t xml:space="preserve">, </w:t>
      </w:r>
      <w:r w:rsidR="00855694" w:rsidRPr="009071AC">
        <w:t>lui dit-il</w:t>
      </w:r>
      <w:r>
        <w:t xml:space="preserve">, </w:t>
      </w:r>
      <w:r w:rsidR="00855694" w:rsidRPr="009071AC">
        <w:t>causons</w:t>
      </w:r>
      <w:r>
        <w:t xml:space="preserve">… </w:t>
      </w:r>
      <w:r w:rsidR="00855694" w:rsidRPr="009071AC">
        <w:t>Je vous prouverai que votre position n</w:t>
      </w:r>
      <w:r>
        <w:t>’</w:t>
      </w:r>
      <w:r w:rsidR="00855694" w:rsidRPr="009071AC">
        <w:t>est pas si désolante que vous croyez</w:t>
      </w:r>
      <w:r>
        <w:t xml:space="preserve">… </w:t>
      </w:r>
      <w:r w:rsidR="00855694" w:rsidRPr="009071AC">
        <w:t>Mais avant de penser à l</w:t>
      </w:r>
      <w:r>
        <w:t>’</w:t>
      </w:r>
      <w:r w:rsidR="00855694" w:rsidRPr="009071AC">
        <w:t>avenir</w:t>
      </w:r>
      <w:r>
        <w:t xml:space="preserve">, </w:t>
      </w:r>
      <w:r w:rsidR="00855694" w:rsidRPr="009071AC">
        <w:t>inquiétons-nous du passé</w:t>
      </w:r>
      <w:r>
        <w:t xml:space="preserve">… </w:t>
      </w:r>
      <w:r w:rsidR="00855694" w:rsidRPr="009071AC">
        <w:t>voulez-vous</w:t>
      </w:r>
      <w:r>
        <w:t> ?</w:t>
      </w:r>
    </w:p>
    <w:p w14:paraId="3382405B" w14:textId="77777777" w:rsidR="00F635DB" w:rsidRDefault="00855694" w:rsidP="00F635DB">
      <w:r w:rsidRPr="009071AC">
        <w:t>La jeune fille s</w:t>
      </w:r>
      <w:r w:rsidR="00F635DB">
        <w:t>’</w:t>
      </w:r>
      <w:r w:rsidRPr="009071AC">
        <w:t>inclina en signe d</w:t>
      </w:r>
      <w:r w:rsidR="00F635DB">
        <w:t>’</w:t>
      </w:r>
      <w:r w:rsidRPr="009071AC">
        <w:t>acquiescement</w:t>
      </w:r>
      <w:r w:rsidR="00F635DB">
        <w:t>.</w:t>
      </w:r>
    </w:p>
    <w:p w14:paraId="3C479A66" w14:textId="7B997310" w:rsidR="00F635DB" w:rsidRDefault="00F635DB" w:rsidP="00F635DB">
      <w:r>
        <w:t>— </w:t>
      </w:r>
      <w:r w:rsidR="00855694" w:rsidRPr="009071AC">
        <w:t>Parlons d</w:t>
      </w:r>
      <w:r>
        <w:t>’</w:t>
      </w:r>
      <w:r w:rsidR="00855694" w:rsidRPr="009071AC">
        <w:t>abord</w:t>
      </w:r>
      <w:r>
        <w:t xml:space="preserve">, </w:t>
      </w:r>
      <w:r w:rsidR="00855694" w:rsidRPr="009071AC">
        <w:t>reprit le juge</w:t>
      </w:r>
      <w:r>
        <w:t xml:space="preserve">, </w:t>
      </w:r>
      <w:r w:rsidR="00855694" w:rsidRPr="009071AC">
        <w:t>des millions disparus</w:t>
      </w:r>
      <w:r>
        <w:t xml:space="preserve">… </w:t>
      </w:r>
      <w:r w:rsidR="00855694" w:rsidRPr="009071AC">
        <w:t xml:space="preserve">Ils étaient certainement dans le secrétaire quand </w:t>
      </w:r>
      <w:r>
        <w:t>M. de </w:t>
      </w:r>
      <w:proofErr w:type="spellStart"/>
      <w:r w:rsidR="00855694" w:rsidRPr="009071AC">
        <w:t>Chalusse</w:t>
      </w:r>
      <w:proofErr w:type="spellEnd"/>
      <w:r w:rsidR="00855694" w:rsidRPr="009071AC">
        <w:t xml:space="preserve"> y a remis la fiole</w:t>
      </w:r>
      <w:r>
        <w:t xml:space="preserve">, </w:t>
      </w:r>
      <w:r w:rsidR="00855694" w:rsidRPr="009071AC">
        <w:t>on ne les y retrouve plus</w:t>
      </w:r>
      <w:r>
        <w:t xml:space="preserve">… </w:t>
      </w:r>
      <w:r w:rsidR="00855694" w:rsidRPr="009071AC">
        <w:t>Donc</w:t>
      </w:r>
      <w:r>
        <w:t xml:space="preserve">, </w:t>
      </w:r>
      <w:r w:rsidR="00855694" w:rsidRPr="009071AC">
        <w:t xml:space="preserve">il faut que </w:t>
      </w:r>
      <w:r>
        <w:t>M. de </w:t>
      </w:r>
      <w:proofErr w:type="spellStart"/>
      <w:r w:rsidR="00855694" w:rsidRPr="009071AC">
        <w:t>Chalusse</w:t>
      </w:r>
      <w:proofErr w:type="spellEnd"/>
      <w:r w:rsidR="00855694" w:rsidRPr="009071AC">
        <w:t xml:space="preserve"> les ait emportés avec lui</w:t>
      </w:r>
      <w:r>
        <w:t>…</w:t>
      </w:r>
    </w:p>
    <w:p w14:paraId="3A0113FB" w14:textId="77777777" w:rsidR="00F635DB" w:rsidRDefault="00F635DB" w:rsidP="00F635DB">
      <w:r>
        <w:t>— </w:t>
      </w:r>
      <w:r w:rsidR="00855694" w:rsidRPr="009071AC">
        <w:t>C</w:t>
      </w:r>
      <w:r>
        <w:t>’</w:t>
      </w:r>
      <w:r w:rsidR="00855694" w:rsidRPr="009071AC">
        <w:t>est ce que je me suis dit</w:t>
      </w:r>
      <w:r>
        <w:t>.</w:t>
      </w:r>
    </w:p>
    <w:p w14:paraId="7EAC49AC" w14:textId="77777777" w:rsidR="00F635DB" w:rsidRDefault="00F635DB" w:rsidP="00F635DB">
      <w:r>
        <w:t>— </w:t>
      </w:r>
      <w:r w:rsidR="00855694" w:rsidRPr="009071AC">
        <w:t>Ces valeurs formaient-elles un gros volume</w:t>
      </w:r>
      <w:r>
        <w:t> ?</w:t>
      </w:r>
    </w:p>
    <w:p w14:paraId="591EA16C" w14:textId="5AD86806" w:rsidR="00F635DB" w:rsidRDefault="00F635DB" w:rsidP="00F635DB">
      <w:r>
        <w:t>— </w:t>
      </w:r>
      <w:r w:rsidR="00855694" w:rsidRPr="009071AC">
        <w:t>Assez gros</w:t>
      </w:r>
      <w:r>
        <w:t xml:space="preserve">… </w:t>
      </w:r>
      <w:r w:rsidR="00855694" w:rsidRPr="009071AC">
        <w:t xml:space="preserve">mais qui pouvait très-bien être dissimulé sous un ample pardessus comme celui que portait </w:t>
      </w:r>
      <w:r>
        <w:t>M. de </w:t>
      </w:r>
      <w:proofErr w:type="spellStart"/>
      <w:r w:rsidR="00855694" w:rsidRPr="009071AC">
        <w:t>Chalusse</w:t>
      </w:r>
      <w:proofErr w:type="spellEnd"/>
      <w:r>
        <w:t>.</w:t>
      </w:r>
    </w:p>
    <w:p w14:paraId="7BB297DA" w14:textId="77777777" w:rsidR="00F635DB" w:rsidRDefault="00F635DB" w:rsidP="00F635DB">
      <w:r>
        <w:t>— </w:t>
      </w:r>
      <w:r w:rsidR="00855694" w:rsidRPr="009071AC">
        <w:t>Très-bien</w:t>
      </w:r>
      <w:r>
        <w:t xml:space="preserve"> !… </w:t>
      </w:r>
      <w:r w:rsidR="00855694" w:rsidRPr="009071AC">
        <w:t>À quelle heure est-il sorti</w:t>
      </w:r>
      <w:r>
        <w:t> ?</w:t>
      </w:r>
    </w:p>
    <w:p w14:paraId="62B1F56B" w14:textId="77777777" w:rsidR="00F635DB" w:rsidRDefault="00F635DB" w:rsidP="00F635DB">
      <w:r>
        <w:lastRenderedPageBreak/>
        <w:t>— </w:t>
      </w:r>
      <w:r w:rsidR="00855694" w:rsidRPr="009071AC">
        <w:t>Vers cinq heures</w:t>
      </w:r>
      <w:r>
        <w:t>.</w:t>
      </w:r>
    </w:p>
    <w:p w14:paraId="6D3BFBB4" w14:textId="77777777" w:rsidR="00F635DB" w:rsidRDefault="00F635DB" w:rsidP="00F635DB">
      <w:r>
        <w:t>— </w:t>
      </w:r>
      <w:r w:rsidR="00855694" w:rsidRPr="009071AC">
        <w:t>Et on l</w:t>
      </w:r>
      <w:r>
        <w:t>’</w:t>
      </w:r>
      <w:r w:rsidR="00855694" w:rsidRPr="009071AC">
        <w:t>a rapporté</w:t>
      </w:r>
      <w:r>
        <w:t> ?</w:t>
      </w:r>
    </w:p>
    <w:p w14:paraId="36799E40" w14:textId="77777777" w:rsidR="00F635DB" w:rsidRDefault="00F635DB" w:rsidP="00F635DB">
      <w:r>
        <w:t>— </w:t>
      </w:r>
      <w:r w:rsidR="00855694" w:rsidRPr="009071AC">
        <w:t>À six heures et demie environ</w:t>
      </w:r>
      <w:r>
        <w:t>.</w:t>
      </w:r>
    </w:p>
    <w:p w14:paraId="3485A88B" w14:textId="77777777" w:rsidR="00F635DB" w:rsidRDefault="00F635DB" w:rsidP="00F635DB">
      <w:r>
        <w:t>— </w:t>
      </w:r>
      <w:r w:rsidR="00855694" w:rsidRPr="009071AC">
        <w:t>Où l</w:t>
      </w:r>
      <w:r>
        <w:t>’</w:t>
      </w:r>
      <w:r w:rsidR="00855694" w:rsidRPr="009071AC">
        <w:t>avait pris le cocher qui l</w:t>
      </w:r>
      <w:r>
        <w:t>’</w:t>
      </w:r>
      <w:r w:rsidR="00855694" w:rsidRPr="009071AC">
        <w:t>a ramené</w:t>
      </w:r>
      <w:r>
        <w:t> ?…</w:t>
      </w:r>
    </w:p>
    <w:p w14:paraId="351AB5D5" w14:textId="77777777" w:rsidR="00F635DB" w:rsidRDefault="00F635DB" w:rsidP="00F635DB">
      <w:r>
        <w:t>— </w:t>
      </w:r>
      <w:r w:rsidR="00855694" w:rsidRPr="009071AC">
        <w:t>Dans les environs de Notre-Dame-de-Lorette</w:t>
      </w:r>
      <w:r>
        <w:t xml:space="preserve">, </w:t>
      </w:r>
      <w:r w:rsidR="00855694" w:rsidRPr="009071AC">
        <w:t>à ce qu</w:t>
      </w:r>
      <w:r>
        <w:t>’</w:t>
      </w:r>
      <w:r w:rsidR="00855694" w:rsidRPr="009071AC">
        <w:t>il nous a dit</w:t>
      </w:r>
      <w:r>
        <w:t>.</w:t>
      </w:r>
    </w:p>
    <w:p w14:paraId="14246489" w14:textId="77777777" w:rsidR="00F635DB" w:rsidRDefault="00F635DB" w:rsidP="00F635DB">
      <w:r>
        <w:t>— </w:t>
      </w:r>
      <w:r w:rsidR="00855694" w:rsidRPr="009071AC">
        <w:t>A-t-on conservé le numéro de ce cocher</w:t>
      </w:r>
      <w:r>
        <w:t> ?</w:t>
      </w:r>
    </w:p>
    <w:p w14:paraId="31B859E2" w14:textId="77777777" w:rsidR="00F635DB" w:rsidRDefault="00F635DB" w:rsidP="00F635DB">
      <w:r>
        <w:t>— </w:t>
      </w:r>
      <w:r w:rsidR="00855694" w:rsidRPr="009071AC">
        <w:t>Je crois que Casimir se l</w:t>
      </w:r>
      <w:r>
        <w:t>’</w:t>
      </w:r>
      <w:r w:rsidR="00855694" w:rsidRPr="009071AC">
        <w:t>est fait remettre</w:t>
      </w:r>
      <w:r>
        <w:t>.</w:t>
      </w:r>
    </w:p>
    <w:p w14:paraId="74C64B38" w14:textId="0A94094E" w:rsidR="00F635DB" w:rsidRDefault="00855694" w:rsidP="00F635DB">
      <w:r w:rsidRPr="009071AC">
        <w:t>À qui lui eût demandé pourquoi cette sorte d</w:t>
      </w:r>
      <w:r w:rsidR="00F635DB">
        <w:t>’</w:t>
      </w:r>
      <w:r w:rsidRPr="009071AC">
        <w:t>enquête officieuse</w:t>
      </w:r>
      <w:r w:rsidR="00F635DB">
        <w:t xml:space="preserve">, </w:t>
      </w:r>
      <w:r w:rsidRPr="009071AC">
        <w:t xml:space="preserve">le juge de paix eût répondu que le seul intérêt de </w:t>
      </w:r>
      <w:r w:rsidR="00F635DB">
        <w:t>M</w:t>
      </w:r>
      <w:r w:rsidR="00F635DB" w:rsidRPr="00F635DB">
        <w:rPr>
          <w:vertAlign w:val="superscript"/>
        </w:rPr>
        <w:t>lle</w:t>
      </w:r>
      <w:r w:rsidR="00F635DB">
        <w:t> </w:t>
      </w:r>
      <w:r w:rsidRPr="009071AC">
        <w:t>Marguerite le guidait</w:t>
      </w:r>
      <w:r w:rsidR="00F635DB">
        <w:t>.</w:t>
      </w:r>
    </w:p>
    <w:p w14:paraId="28BDC462" w14:textId="77777777" w:rsidR="00F635DB" w:rsidRDefault="00855694" w:rsidP="00F635DB">
      <w:r w:rsidRPr="009071AC">
        <w:t>Rien n</w:t>
      </w:r>
      <w:r w:rsidR="00F635DB">
        <w:t>’</w:t>
      </w:r>
      <w:r w:rsidRPr="009071AC">
        <w:t>était plus vrai</w:t>
      </w:r>
      <w:r w:rsidR="00F635DB">
        <w:t xml:space="preserve">. </w:t>
      </w:r>
      <w:r w:rsidRPr="009071AC">
        <w:t>Et cependant</w:t>
      </w:r>
      <w:r w:rsidR="00F635DB">
        <w:t xml:space="preserve">, </w:t>
      </w:r>
      <w:r w:rsidRPr="009071AC">
        <w:t>sans que peut-être il s</w:t>
      </w:r>
      <w:r w:rsidR="00F635DB">
        <w:t>’</w:t>
      </w:r>
      <w:r w:rsidRPr="009071AC">
        <w:t>en rendît compte</w:t>
      </w:r>
      <w:r w:rsidR="00F635DB">
        <w:t xml:space="preserve">, </w:t>
      </w:r>
      <w:r w:rsidRPr="009071AC">
        <w:t>un autre mobile le poussait à s</w:t>
      </w:r>
      <w:r w:rsidR="00F635DB">
        <w:t>’</w:t>
      </w:r>
      <w:r w:rsidRPr="009071AC">
        <w:t>écarter un peu du cercle de ses attributions</w:t>
      </w:r>
      <w:r w:rsidR="00F635DB">
        <w:t>.</w:t>
      </w:r>
    </w:p>
    <w:p w14:paraId="5C1935E1" w14:textId="77777777" w:rsidR="00F635DB" w:rsidRDefault="00855694" w:rsidP="00F635DB">
      <w:r w:rsidRPr="009071AC">
        <w:t>Cette affaire l</w:t>
      </w:r>
      <w:r w:rsidR="00F635DB">
        <w:t>’</w:t>
      </w:r>
      <w:r w:rsidRPr="009071AC">
        <w:t>intéressait et l</w:t>
      </w:r>
      <w:r w:rsidR="00F635DB">
        <w:t>’</w:t>
      </w:r>
      <w:r w:rsidRPr="009071AC">
        <w:t>attirait par ses côtés ténébreux et inexplicables</w:t>
      </w:r>
      <w:r w:rsidR="00F635DB">
        <w:t xml:space="preserve">. </w:t>
      </w:r>
      <w:r w:rsidRPr="009071AC">
        <w:t>Elle irritait ce besoin de connaître la vérité qui est au fond de tout homme</w:t>
      </w:r>
      <w:r w:rsidR="00F635DB">
        <w:t xml:space="preserve">. </w:t>
      </w:r>
      <w:r w:rsidRPr="009071AC">
        <w:t>Elle le séduisait en lui offrant une occasion d</w:t>
      </w:r>
      <w:r w:rsidR="00F635DB">
        <w:t>’</w:t>
      </w:r>
      <w:r w:rsidRPr="009071AC">
        <w:t>exercer sa faculté maîtresse qui était la pénétration</w:t>
      </w:r>
      <w:r w:rsidR="00F635DB">
        <w:t>.</w:t>
      </w:r>
    </w:p>
    <w:p w14:paraId="5BFDC3BF" w14:textId="32115685" w:rsidR="00F635DB" w:rsidRDefault="00855694" w:rsidP="00F635DB">
      <w:r w:rsidRPr="009071AC">
        <w:t>Aussi</w:t>
      </w:r>
      <w:r w:rsidR="00F635DB">
        <w:t xml:space="preserve">, </w:t>
      </w:r>
      <w:r w:rsidRPr="009071AC">
        <w:t>se recueillait-il</w:t>
      </w:r>
      <w:r w:rsidR="00F635DB">
        <w:t xml:space="preserve">, </w:t>
      </w:r>
      <w:r w:rsidRPr="009071AC">
        <w:t xml:space="preserve">analysant les réponses de </w:t>
      </w:r>
      <w:r w:rsidR="00F635DB">
        <w:t>M</w:t>
      </w:r>
      <w:r w:rsidR="00F635DB" w:rsidRPr="00F635DB">
        <w:rPr>
          <w:vertAlign w:val="superscript"/>
        </w:rPr>
        <w:t>lle</w:t>
      </w:r>
      <w:r w:rsidR="00F635DB">
        <w:t> </w:t>
      </w:r>
      <w:r w:rsidRPr="009071AC">
        <w:t>Marguerite</w:t>
      </w:r>
      <w:r w:rsidR="00F635DB">
        <w:t xml:space="preserve">, </w:t>
      </w:r>
      <w:r w:rsidRPr="009071AC">
        <w:t>et après un moment</w:t>
      </w:r>
      <w:r w:rsidR="00F635DB">
        <w:t> :</w:t>
      </w:r>
    </w:p>
    <w:p w14:paraId="32D2C16A" w14:textId="2CECFA95" w:rsidR="00F635DB" w:rsidRDefault="00F635DB" w:rsidP="00F635DB">
      <w:r>
        <w:t>— </w:t>
      </w:r>
      <w:r w:rsidR="00855694" w:rsidRPr="009071AC">
        <w:t>Donc</w:t>
      </w:r>
      <w:r>
        <w:t xml:space="preserve">, </w:t>
      </w:r>
      <w:r w:rsidR="00855694" w:rsidRPr="009071AC">
        <w:t>fit-il</w:t>
      </w:r>
      <w:r>
        <w:t xml:space="preserve">, </w:t>
      </w:r>
      <w:r w:rsidR="00855694" w:rsidRPr="009071AC">
        <w:t>le point de départ des recherches</w:t>
      </w:r>
      <w:r>
        <w:t xml:space="preserve">, </w:t>
      </w:r>
      <w:r w:rsidR="00855694" w:rsidRPr="009071AC">
        <w:t>si recherches il y a jamais</w:t>
      </w:r>
      <w:r>
        <w:t xml:space="preserve">, </w:t>
      </w:r>
      <w:r w:rsidR="00855694" w:rsidRPr="009071AC">
        <w:t>sera celui-ci</w:t>
      </w:r>
      <w:r>
        <w:t> : M. de </w:t>
      </w:r>
      <w:proofErr w:type="spellStart"/>
      <w:r w:rsidR="00855694" w:rsidRPr="009071AC">
        <w:t>Chalusse</w:t>
      </w:r>
      <w:proofErr w:type="spellEnd"/>
      <w:r w:rsidR="00855694" w:rsidRPr="009071AC">
        <w:t xml:space="preserve"> est sorti avec deux millions</w:t>
      </w:r>
      <w:r>
        <w:t xml:space="preserve">, </w:t>
      </w:r>
      <w:r w:rsidR="00855694" w:rsidRPr="009071AC">
        <w:t>et pendant les deux heures qu</w:t>
      </w:r>
      <w:r>
        <w:t>’</w:t>
      </w:r>
      <w:r w:rsidR="00855694" w:rsidRPr="009071AC">
        <w:t>il est resté dehors</w:t>
      </w:r>
      <w:r>
        <w:t xml:space="preserve">, </w:t>
      </w:r>
      <w:r w:rsidR="00855694" w:rsidRPr="009071AC">
        <w:t>il a disposé de cette somme énorme</w:t>
      </w:r>
      <w:r>
        <w:t xml:space="preserve">… </w:t>
      </w:r>
      <w:r w:rsidR="00855694" w:rsidRPr="009071AC">
        <w:t>ou on la lui a volée</w:t>
      </w:r>
      <w:r>
        <w:t>.</w:t>
      </w:r>
    </w:p>
    <w:p w14:paraId="351317E8" w14:textId="528718C2" w:rsidR="00F635DB" w:rsidRDefault="00F635DB" w:rsidP="00F635DB">
      <w:r>
        <w:lastRenderedPageBreak/>
        <w:t>M</w:t>
      </w:r>
      <w:r w:rsidRPr="00F635DB">
        <w:rPr>
          <w:vertAlign w:val="superscript"/>
        </w:rPr>
        <w:t>lle</w:t>
      </w:r>
      <w:r>
        <w:t> </w:t>
      </w:r>
      <w:r w:rsidR="00855694" w:rsidRPr="009071AC">
        <w:t>Marguerite tressaillit</w:t>
      </w:r>
      <w:r>
        <w:t>.</w:t>
      </w:r>
    </w:p>
    <w:p w14:paraId="75F2D829" w14:textId="77777777" w:rsidR="00F635DB" w:rsidRDefault="00F635DB" w:rsidP="00F635DB">
      <w:r>
        <w:t>— </w:t>
      </w:r>
      <w:r w:rsidR="00855694" w:rsidRPr="009071AC">
        <w:t>Oh</w:t>
      </w:r>
      <w:r>
        <w:t xml:space="preserve"> ! </w:t>
      </w:r>
      <w:r w:rsidR="00855694" w:rsidRPr="009071AC">
        <w:t>volée</w:t>
      </w:r>
      <w:r>
        <w:t xml:space="preserve">… </w:t>
      </w:r>
      <w:r w:rsidR="00855694" w:rsidRPr="009071AC">
        <w:t>balbutia-t-elle</w:t>
      </w:r>
      <w:r>
        <w:t>.</w:t>
      </w:r>
    </w:p>
    <w:p w14:paraId="54142BEF" w14:textId="6C58AC28" w:rsidR="00F635DB" w:rsidRDefault="00F635DB" w:rsidP="00F635DB">
      <w:r>
        <w:t>— </w:t>
      </w:r>
      <w:r w:rsidR="00855694" w:rsidRPr="009071AC">
        <w:t>Mon Dieu</w:t>
      </w:r>
      <w:r>
        <w:t xml:space="preserve">, </w:t>
      </w:r>
      <w:r w:rsidR="00855694" w:rsidRPr="009071AC">
        <w:t>oui</w:t>
      </w:r>
      <w:r>
        <w:t xml:space="preserve">, </w:t>
      </w:r>
      <w:r w:rsidR="00855694" w:rsidRPr="009071AC">
        <w:t>mon enfant</w:t>
      </w:r>
      <w:r>
        <w:t xml:space="preserve">, </w:t>
      </w:r>
      <w:r w:rsidR="00855694" w:rsidRPr="009071AC">
        <w:t>tout est possible</w:t>
      </w:r>
      <w:r>
        <w:t xml:space="preserve">… </w:t>
      </w:r>
      <w:r w:rsidR="00855694" w:rsidRPr="009071AC">
        <w:t>il faut tout admettre</w:t>
      </w:r>
      <w:r>
        <w:t xml:space="preserve">… </w:t>
      </w:r>
      <w:r w:rsidR="00855694" w:rsidRPr="009071AC">
        <w:t>Mais poursuivons</w:t>
      </w:r>
      <w:r>
        <w:t xml:space="preserve">. </w:t>
      </w:r>
      <w:r w:rsidR="00855694" w:rsidRPr="009071AC">
        <w:t xml:space="preserve">Où se rendait </w:t>
      </w:r>
      <w:r>
        <w:t>M. de </w:t>
      </w:r>
      <w:proofErr w:type="spellStart"/>
      <w:r w:rsidR="00855694" w:rsidRPr="009071AC">
        <w:t>Chalusse</w:t>
      </w:r>
      <w:proofErr w:type="spellEnd"/>
      <w:r>
        <w:t> ?</w:t>
      </w:r>
    </w:p>
    <w:p w14:paraId="32D870FB" w14:textId="77777777" w:rsidR="00F635DB" w:rsidRDefault="00F635DB" w:rsidP="00F635DB">
      <w:r>
        <w:t>— </w:t>
      </w:r>
      <w:r w:rsidR="00855694" w:rsidRPr="009071AC">
        <w:t>Chez un homme d</w:t>
      </w:r>
      <w:r>
        <w:t>’</w:t>
      </w:r>
      <w:r w:rsidR="00855694" w:rsidRPr="009071AC">
        <w:t>affaires qui devait</w:t>
      </w:r>
      <w:r>
        <w:t xml:space="preserve">, </w:t>
      </w:r>
      <w:r w:rsidR="00855694" w:rsidRPr="009071AC">
        <w:t>pensait-il</w:t>
      </w:r>
      <w:r>
        <w:t xml:space="preserve">, </w:t>
      </w:r>
      <w:r w:rsidR="00855694" w:rsidRPr="009071AC">
        <w:t>lui procurer une adresse qui se trouvait dans la lettre déchirée par lui</w:t>
      </w:r>
      <w:r>
        <w:t>.</w:t>
      </w:r>
    </w:p>
    <w:p w14:paraId="3D0C6CA0" w14:textId="77777777" w:rsidR="00F635DB" w:rsidRDefault="00F635DB" w:rsidP="00F635DB">
      <w:r>
        <w:t>— </w:t>
      </w:r>
      <w:r w:rsidR="00855694" w:rsidRPr="009071AC">
        <w:t>Le nom de cet homme</w:t>
      </w:r>
      <w:r>
        <w:t> ?</w:t>
      </w:r>
    </w:p>
    <w:p w14:paraId="1B927D3A" w14:textId="77777777" w:rsidR="00F635DB" w:rsidRDefault="00F635DB" w:rsidP="00F635DB">
      <w:r>
        <w:t>— </w:t>
      </w:r>
      <w:r w:rsidR="00855694" w:rsidRPr="009071AC">
        <w:t>Fortunat</w:t>
      </w:r>
      <w:r>
        <w:t>…</w:t>
      </w:r>
    </w:p>
    <w:p w14:paraId="2FAD12C8" w14:textId="77777777" w:rsidR="00F635DB" w:rsidRDefault="00855694" w:rsidP="00F635DB">
      <w:r w:rsidRPr="009071AC">
        <w:t>Le magistrat écrivit ce nom sur son calepin</w:t>
      </w:r>
      <w:r w:rsidR="00F635DB">
        <w:t xml:space="preserve">, </w:t>
      </w:r>
      <w:r w:rsidRPr="009071AC">
        <w:t>puis reprenant ses questions</w:t>
      </w:r>
      <w:r w:rsidR="00F635DB">
        <w:t> :</w:t>
      </w:r>
    </w:p>
    <w:p w14:paraId="74A60CBC" w14:textId="1D9B046D" w:rsidR="00F635DB" w:rsidRDefault="00F635DB" w:rsidP="00F635DB">
      <w:r>
        <w:t>— </w:t>
      </w:r>
      <w:r w:rsidR="00855694" w:rsidRPr="009071AC">
        <w:t>Arrêtons-nous</w:t>
      </w:r>
      <w:r>
        <w:t xml:space="preserve">, </w:t>
      </w:r>
      <w:r w:rsidR="00855694" w:rsidRPr="009071AC">
        <w:t>dit-il</w:t>
      </w:r>
      <w:r>
        <w:t xml:space="preserve">, </w:t>
      </w:r>
      <w:r w:rsidR="00855694" w:rsidRPr="009071AC">
        <w:t>à cette malheureuse lettre</w:t>
      </w:r>
      <w:r>
        <w:t xml:space="preserve">, </w:t>
      </w:r>
      <w:r w:rsidR="00855694" w:rsidRPr="009071AC">
        <w:t>la cause</w:t>
      </w:r>
      <w:r>
        <w:t xml:space="preserve">, </w:t>
      </w:r>
      <w:r w:rsidR="00855694" w:rsidRPr="009071AC">
        <w:t>selon vous</w:t>
      </w:r>
      <w:r>
        <w:t xml:space="preserve">, </w:t>
      </w:r>
      <w:r w:rsidR="00855694" w:rsidRPr="009071AC">
        <w:t xml:space="preserve">de la mort de </w:t>
      </w:r>
      <w:r>
        <w:t>M. de </w:t>
      </w:r>
      <w:proofErr w:type="spellStart"/>
      <w:r w:rsidR="00855694" w:rsidRPr="009071AC">
        <w:t>Chalusse</w:t>
      </w:r>
      <w:proofErr w:type="spellEnd"/>
      <w:r>
        <w:t xml:space="preserve">. </w:t>
      </w:r>
      <w:r w:rsidR="00855694" w:rsidRPr="009071AC">
        <w:t>Que disait-elle</w:t>
      </w:r>
      <w:r>
        <w:t> ?</w:t>
      </w:r>
    </w:p>
    <w:p w14:paraId="32F2F50D" w14:textId="77777777" w:rsidR="00F635DB" w:rsidRDefault="00F635DB" w:rsidP="00F635DB">
      <w:r>
        <w:t>— </w:t>
      </w:r>
      <w:r w:rsidR="00855694" w:rsidRPr="009071AC">
        <w:t>Je l</w:t>
      </w:r>
      <w:r>
        <w:t>’</w:t>
      </w:r>
      <w:r w:rsidR="00855694" w:rsidRPr="009071AC">
        <w:t>ignore</w:t>
      </w:r>
      <w:r>
        <w:t xml:space="preserve">, </w:t>
      </w:r>
      <w:r w:rsidR="00855694" w:rsidRPr="009071AC">
        <w:t>monsieur</w:t>
      </w:r>
      <w:r>
        <w:t xml:space="preserve">. </w:t>
      </w:r>
      <w:r w:rsidR="00855694" w:rsidRPr="009071AC">
        <w:t>J</w:t>
      </w:r>
      <w:r>
        <w:t>’</w:t>
      </w:r>
      <w:r w:rsidR="00855694" w:rsidRPr="009071AC">
        <w:t>ai aidé</w:t>
      </w:r>
      <w:r>
        <w:t xml:space="preserve">, </w:t>
      </w:r>
      <w:r w:rsidR="00855694" w:rsidRPr="009071AC">
        <w:t>c</w:t>
      </w:r>
      <w:r>
        <w:t>’</w:t>
      </w:r>
      <w:r w:rsidR="00855694" w:rsidRPr="009071AC">
        <w:t>est vrai</w:t>
      </w:r>
      <w:r>
        <w:t xml:space="preserve">, </w:t>
      </w:r>
      <w:r w:rsidR="00855694" w:rsidRPr="009071AC">
        <w:t>le comte à en réunir les fragments</w:t>
      </w:r>
      <w:r>
        <w:t xml:space="preserve">, </w:t>
      </w:r>
      <w:r w:rsidR="00855694" w:rsidRPr="009071AC">
        <w:t>mais je ne l</w:t>
      </w:r>
      <w:r>
        <w:t>’</w:t>
      </w:r>
      <w:r w:rsidR="00855694" w:rsidRPr="009071AC">
        <w:t>ai pas lue</w:t>
      </w:r>
      <w:r>
        <w:t>.</w:t>
      </w:r>
    </w:p>
    <w:p w14:paraId="48322FBD" w14:textId="71DB2537" w:rsidR="00F635DB" w:rsidRDefault="00F635DB" w:rsidP="00F635DB">
      <w:r>
        <w:t>— </w:t>
      </w:r>
      <w:r w:rsidR="00855694" w:rsidRPr="009071AC">
        <w:t>Peu importe</w:t>
      </w:r>
      <w:r>
        <w:t xml:space="preserve"> !… </w:t>
      </w:r>
      <w:r w:rsidR="00855694" w:rsidRPr="009071AC">
        <w:t>L</w:t>
      </w:r>
      <w:r>
        <w:t>’</w:t>
      </w:r>
      <w:r w:rsidR="00855694" w:rsidRPr="009071AC">
        <w:t>important est de savoir qui l</w:t>
      </w:r>
      <w:r>
        <w:t>’</w:t>
      </w:r>
      <w:r w:rsidR="00855694" w:rsidRPr="009071AC">
        <w:t>a écrite</w:t>
      </w:r>
      <w:r>
        <w:t xml:space="preserve">. </w:t>
      </w:r>
      <w:r w:rsidR="00855694" w:rsidRPr="009071AC">
        <w:t>Ce ne peut être</w:t>
      </w:r>
      <w:r>
        <w:t xml:space="preserve">, </w:t>
      </w:r>
      <w:r w:rsidR="00855694" w:rsidRPr="009071AC">
        <w:t>m</w:t>
      </w:r>
      <w:r>
        <w:t>’</w:t>
      </w:r>
      <w:r w:rsidR="00855694" w:rsidRPr="009071AC">
        <w:t>avez-vous dit</w:t>
      </w:r>
      <w:r>
        <w:t xml:space="preserve">, </w:t>
      </w:r>
      <w:r w:rsidR="00855694" w:rsidRPr="009071AC">
        <w:t xml:space="preserve">que cette sœur de </w:t>
      </w:r>
      <w:r>
        <w:t>M. de </w:t>
      </w:r>
      <w:proofErr w:type="spellStart"/>
      <w:r w:rsidR="00855694" w:rsidRPr="009071AC">
        <w:t>Chalusse</w:t>
      </w:r>
      <w:proofErr w:type="spellEnd"/>
      <w:r w:rsidR="00855694" w:rsidRPr="009071AC">
        <w:t xml:space="preserve"> disparue il y a une trentaine d</w:t>
      </w:r>
      <w:r>
        <w:t>’</w:t>
      </w:r>
      <w:r w:rsidR="00855694" w:rsidRPr="009071AC">
        <w:t>années ou votre mère</w:t>
      </w:r>
      <w:r>
        <w:t>…</w:t>
      </w:r>
    </w:p>
    <w:p w14:paraId="6582A2F8" w14:textId="77777777" w:rsidR="00F635DB" w:rsidRDefault="00F635DB" w:rsidP="00F635DB">
      <w:r>
        <w:t>— </w:t>
      </w:r>
      <w:r w:rsidR="00855694" w:rsidRPr="009071AC">
        <w:t>En effet</w:t>
      </w:r>
      <w:r>
        <w:t xml:space="preserve">, </w:t>
      </w:r>
      <w:r w:rsidR="00855694" w:rsidRPr="009071AC">
        <w:t>monsieur</w:t>
      </w:r>
      <w:r>
        <w:t xml:space="preserve">, </w:t>
      </w:r>
      <w:r w:rsidR="00855694" w:rsidRPr="009071AC">
        <w:t>c</w:t>
      </w:r>
      <w:r>
        <w:t>’</w:t>
      </w:r>
      <w:r w:rsidR="00855694" w:rsidRPr="009071AC">
        <w:t>était et c</w:t>
      </w:r>
      <w:r>
        <w:t>’</w:t>
      </w:r>
      <w:r w:rsidR="00855694" w:rsidRPr="009071AC">
        <w:t>est encore mon opinion</w:t>
      </w:r>
      <w:r>
        <w:t>.</w:t>
      </w:r>
    </w:p>
    <w:p w14:paraId="6D5A7B96" w14:textId="77777777" w:rsidR="00F635DB" w:rsidRDefault="00855694" w:rsidP="00F635DB">
      <w:r w:rsidRPr="009071AC">
        <w:t>Le vieux juge</w:t>
      </w:r>
      <w:r w:rsidR="00F635DB">
        <w:t xml:space="preserve">, </w:t>
      </w:r>
      <w:r w:rsidRPr="009071AC">
        <w:t>tout en souriant</w:t>
      </w:r>
      <w:r w:rsidR="00F635DB">
        <w:t xml:space="preserve">, </w:t>
      </w:r>
      <w:r w:rsidRPr="009071AC">
        <w:t>tracassait sa bague</w:t>
      </w:r>
      <w:r w:rsidR="00F635DB">
        <w:t>.</w:t>
      </w:r>
    </w:p>
    <w:p w14:paraId="27B5D236" w14:textId="77777777" w:rsidR="00F635DB" w:rsidRDefault="00F635DB" w:rsidP="00F635DB">
      <w:r>
        <w:t>— </w:t>
      </w:r>
      <w:r w:rsidR="00855694" w:rsidRPr="009071AC">
        <w:t>Eh bien</w:t>
      </w:r>
      <w:r>
        <w:t xml:space="preserve"> !… </w:t>
      </w:r>
      <w:r w:rsidR="00855694" w:rsidRPr="009071AC">
        <w:t>moi</w:t>
      </w:r>
      <w:r>
        <w:t xml:space="preserve">, </w:t>
      </w:r>
      <w:r w:rsidR="00855694" w:rsidRPr="009071AC">
        <w:t>prononça-t-il</w:t>
      </w:r>
      <w:r>
        <w:t xml:space="preserve">, </w:t>
      </w:r>
      <w:r w:rsidR="00855694" w:rsidRPr="009071AC">
        <w:t>avant cinq minutes</w:t>
      </w:r>
      <w:r>
        <w:t xml:space="preserve">, </w:t>
      </w:r>
      <w:r w:rsidR="00855694" w:rsidRPr="009071AC">
        <w:t>je vous dirai si la lettre vient de votre mère</w:t>
      </w:r>
      <w:r>
        <w:t xml:space="preserve">… </w:t>
      </w:r>
      <w:r w:rsidR="00855694" w:rsidRPr="009071AC">
        <w:t>Oh</w:t>
      </w:r>
      <w:r>
        <w:t xml:space="preserve"> ! </w:t>
      </w:r>
      <w:r w:rsidR="00855694" w:rsidRPr="009071AC">
        <w:t xml:space="preserve">mon moyen </w:t>
      </w:r>
      <w:r w:rsidR="00855694" w:rsidRPr="009071AC">
        <w:lastRenderedPageBreak/>
        <w:t>est simple et sûr</w:t>
      </w:r>
      <w:r>
        <w:t xml:space="preserve">… </w:t>
      </w:r>
      <w:r w:rsidR="00855694" w:rsidRPr="009071AC">
        <w:t>Je vais tout bonnement comparer l</w:t>
      </w:r>
      <w:r>
        <w:t>’</w:t>
      </w:r>
      <w:r w:rsidR="00855694" w:rsidRPr="009071AC">
        <w:t>écriture à celle des lettres du secrétaire</w:t>
      </w:r>
      <w:r>
        <w:t>…</w:t>
      </w:r>
    </w:p>
    <w:p w14:paraId="218314C3" w14:textId="585E9F4D" w:rsidR="00F635DB" w:rsidRDefault="00F635DB" w:rsidP="00F635DB">
      <w:r>
        <w:t>M</w:t>
      </w:r>
      <w:r w:rsidRPr="00F635DB">
        <w:rPr>
          <w:vertAlign w:val="superscript"/>
        </w:rPr>
        <w:t>lle</w:t>
      </w:r>
      <w:r>
        <w:t> </w:t>
      </w:r>
      <w:r w:rsidR="00855694" w:rsidRPr="009071AC">
        <w:t>Marguerite se leva à demi</w:t>
      </w:r>
      <w:r>
        <w:t xml:space="preserve">, </w:t>
      </w:r>
      <w:r w:rsidR="00855694" w:rsidRPr="009071AC">
        <w:t>en s</w:t>
      </w:r>
      <w:r>
        <w:t>’</w:t>
      </w:r>
      <w:r w:rsidR="00855694" w:rsidRPr="009071AC">
        <w:t>écriant</w:t>
      </w:r>
      <w:r>
        <w:t> :</w:t>
      </w:r>
    </w:p>
    <w:p w14:paraId="3521388E" w14:textId="77777777" w:rsidR="00F635DB" w:rsidRDefault="00F635DB" w:rsidP="00F635DB">
      <w:r>
        <w:t>— </w:t>
      </w:r>
      <w:r w:rsidR="00855694" w:rsidRPr="009071AC">
        <w:t>Oh</w:t>
      </w:r>
      <w:r>
        <w:t xml:space="preserve"> !… </w:t>
      </w:r>
      <w:r w:rsidR="00855694" w:rsidRPr="009071AC">
        <w:t>quelle idée</w:t>
      </w:r>
      <w:r>
        <w:t> !…</w:t>
      </w:r>
    </w:p>
    <w:p w14:paraId="0A5AD8DB" w14:textId="77777777" w:rsidR="00F635DB" w:rsidRDefault="00855694" w:rsidP="00F635DB">
      <w:r w:rsidRPr="009071AC">
        <w:t>Mais lui</w:t>
      </w:r>
      <w:r w:rsidR="00F635DB">
        <w:t xml:space="preserve">, </w:t>
      </w:r>
      <w:r w:rsidRPr="009071AC">
        <w:t>sans paraître remarquer la surprise de la jeune fille</w:t>
      </w:r>
      <w:r w:rsidR="00F635DB">
        <w:t xml:space="preserve">, </w:t>
      </w:r>
      <w:r w:rsidRPr="009071AC">
        <w:t>ajouta d</w:t>
      </w:r>
      <w:r w:rsidR="00F635DB">
        <w:t>’</w:t>
      </w:r>
      <w:r w:rsidRPr="009071AC">
        <w:t>un ton bref</w:t>
      </w:r>
      <w:r w:rsidR="00F635DB">
        <w:t> :</w:t>
      </w:r>
    </w:p>
    <w:p w14:paraId="159185EC" w14:textId="77777777" w:rsidR="00F635DB" w:rsidRDefault="00F635DB" w:rsidP="00F635DB">
      <w:r>
        <w:t>— </w:t>
      </w:r>
      <w:r w:rsidR="00855694" w:rsidRPr="009071AC">
        <w:t>Où est cette lettre</w:t>
      </w:r>
      <w:r>
        <w:t> ?…</w:t>
      </w:r>
    </w:p>
    <w:p w14:paraId="370DA898" w14:textId="63BF4B7A" w:rsidR="00F635DB" w:rsidRDefault="00F635DB" w:rsidP="00F635DB">
      <w:r>
        <w:t>— M. de </w:t>
      </w:r>
      <w:proofErr w:type="spellStart"/>
      <w:r w:rsidR="00855694" w:rsidRPr="009071AC">
        <w:t>Chalusse</w:t>
      </w:r>
      <w:proofErr w:type="spellEnd"/>
      <w:r w:rsidR="00855694" w:rsidRPr="009071AC">
        <w:t xml:space="preserve"> doit l</w:t>
      </w:r>
      <w:r>
        <w:t>’</w:t>
      </w:r>
      <w:r w:rsidR="00855694" w:rsidRPr="009071AC">
        <w:t>avoir mise dans une de ses poches</w:t>
      </w:r>
      <w:r>
        <w:t>.</w:t>
      </w:r>
    </w:p>
    <w:p w14:paraId="64297E57" w14:textId="77777777" w:rsidR="00F635DB" w:rsidRDefault="00F635DB" w:rsidP="00F635DB">
      <w:r>
        <w:t>— </w:t>
      </w:r>
      <w:r w:rsidR="00855694" w:rsidRPr="009071AC">
        <w:t>Il faut la retrouver</w:t>
      </w:r>
      <w:r>
        <w:t xml:space="preserve">, </w:t>
      </w:r>
      <w:r w:rsidR="00855694" w:rsidRPr="009071AC">
        <w:t>mademoiselle</w:t>
      </w:r>
      <w:r>
        <w:t xml:space="preserve">… </w:t>
      </w:r>
      <w:r w:rsidR="00855694" w:rsidRPr="009071AC">
        <w:t>Dites au valet de chambre du comte de la chercher</w:t>
      </w:r>
      <w:r>
        <w:t>…</w:t>
      </w:r>
    </w:p>
    <w:p w14:paraId="1618D1D6" w14:textId="0086A4AC" w:rsidR="00F635DB" w:rsidRDefault="00855694" w:rsidP="00F635DB">
      <w:r w:rsidRPr="009071AC">
        <w:t>La jeune fille appela</w:t>
      </w:r>
      <w:r w:rsidR="00F635DB">
        <w:t xml:space="preserve">, </w:t>
      </w:r>
      <w:r w:rsidRPr="009071AC">
        <w:t xml:space="preserve">mais </w:t>
      </w:r>
      <w:r w:rsidR="00F635DB">
        <w:t>M. </w:t>
      </w:r>
      <w:r w:rsidRPr="009071AC">
        <w:t>Casimir</w:t>
      </w:r>
      <w:r w:rsidR="00F635DB">
        <w:t xml:space="preserve">, </w:t>
      </w:r>
      <w:r w:rsidRPr="009071AC">
        <w:t>tout occupé des démarches exigées par le décès et les funérailles de son maître</w:t>
      </w:r>
      <w:r w:rsidR="00F635DB">
        <w:t xml:space="preserve">, </w:t>
      </w:r>
      <w:r w:rsidRPr="009071AC">
        <w:t>était absent</w:t>
      </w:r>
      <w:r w:rsidR="00F635DB">
        <w:t xml:space="preserve">. </w:t>
      </w:r>
      <w:r w:rsidRPr="009071AC">
        <w:t xml:space="preserve">Le second valet de chambre et </w:t>
      </w:r>
      <w:r w:rsidR="00F635DB">
        <w:t>M</w:t>
      </w:r>
      <w:r w:rsidR="00F635DB" w:rsidRPr="00F635DB">
        <w:rPr>
          <w:vertAlign w:val="superscript"/>
        </w:rPr>
        <w:t>me</w:t>
      </w:r>
      <w:r w:rsidR="00F635DB">
        <w:t> </w:t>
      </w:r>
      <w:r w:rsidRPr="009071AC">
        <w:t>Léon offrirent leurs services</w:t>
      </w:r>
      <w:r w:rsidR="00F635DB">
        <w:t xml:space="preserve">, </w:t>
      </w:r>
      <w:r w:rsidRPr="009071AC">
        <w:t>et certes ils s</w:t>
      </w:r>
      <w:r w:rsidR="00F635DB">
        <w:t>’</w:t>
      </w:r>
      <w:r w:rsidRPr="009071AC">
        <w:t>employèrent avec le plus louable zèle</w:t>
      </w:r>
      <w:r w:rsidR="00F635DB">
        <w:t xml:space="preserve">… </w:t>
      </w:r>
      <w:r w:rsidRPr="009071AC">
        <w:t>Mais leurs investigations restèrent infructueuses</w:t>
      </w:r>
      <w:r w:rsidR="00F635DB">
        <w:t xml:space="preserve">, </w:t>
      </w:r>
      <w:r w:rsidRPr="009071AC">
        <w:t>la lettre ne se retrouva pas</w:t>
      </w:r>
      <w:r w:rsidR="00F635DB">
        <w:t>.</w:t>
      </w:r>
    </w:p>
    <w:p w14:paraId="3B6B33FD" w14:textId="77777777" w:rsidR="00F635DB" w:rsidRDefault="00F635DB" w:rsidP="00F635DB">
      <w:r>
        <w:t>— </w:t>
      </w:r>
      <w:r w:rsidR="00855694" w:rsidRPr="009071AC">
        <w:t>Quel malheur</w:t>
      </w:r>
      <w:r>
        <w:t xml:space="preserve"> !… </w:t>
      </w:r>
      <w:r w:rsidR="00855694" w:rsidRPr="009071AC">
        <w:t>murmurait le juge</w:t>
      </w:r>
      <w:r>
        <w:t xml:space="preserve">, </w:t>
      </w:r>
      <w:r w:rsidR="00855694" w:rsidRPr="009071AC">
        <w:t>tout en regardant retourner les poches de tous les vêtements du mort</w:t>
      </w:r>
      <w:r>
        <w:t xml:space="preserve">, </w:t>
      </w:r>
      <w:r w:rsidR="00855694" w:rsidRPr="009071AC">
        <w:t>quelle fatalité</w:t>
      </w:r>
      <w:r>
        <w:t xml:space="preserve"> ! </w:t>
      </w:r>
      <w:r w:rsidR="00855694" w:rsidRPr="009071AC">
        <w:t>Là était peut-être la clef de l</w:t>
      </w:r>
      <w:r>
        <w:t>’</w:t>
      </w:r>
      <w:r w:rsidR="00855694" w:rsidRPr="009071AC">
        <w:t>énigme</w:t>
      </w:r>
      <w:r>
        <w:t>.</w:t>
      </w:r>
    </w:p>
    <w:p w14:paraId="5E5B998D" w14:textId="77777777" w:rsidR="00F635DB" w:rsidRDefault="00855694" w:rsidP="00F635DB">
      <w:r w:rsidRPr="009071AC">
        <w:t>Force lui fut cependant de prendre son parti de cette déconvenue</w:t>
      </w:r>
      <w:r w:rsidR="00F635DB">
        <w:t>.</w:t>
      </w:r>
    </w:p>
    <w:p w14:paraId="5F166125" w14:textId="77777777" w:rsidR="00F635DB" w:rsidRDefault="00855694" w:rsidP="00F635DB">
      <w:r w:rsidRPr="009071AC">
        <w:t>Il revint s</w:t>
      </w:r>
      <w:r w:rsidR="00F635DB">
        <w:t>’</w:t>
      </w:r>
      <w:r w:rsidRPr="009071AC">
        <w:t>asseoir dans le cabinet du comte</w:t>
      </w:r>
      <w:r w:rsidR="00F635DB">
        <w:t xml:space="preserve">, </w:t>
      </w:r>
      <w:r w:rsidRPr="009071AC">
        <w:t>mais visiblement il était découragé</w:t>
      </w:r>
      <w:r w:rsidR="00F635DB">
        <w:t xml:space="preserve">, </w:t>
      </w:r>
      <w:r w:rsidRPr="009071AC">
        <w:t xml:space="preserve">et il </w:t>
      </w:r>
      <w:proofErr w:type="gramStart"/>
      <w:r w:rsidRPr="009071AC">
        <w:t>avait</w:t>
      </w:r>
      <w:proofErr w:type="gramEnd"/>
      <w:r w:rsidRPr="009071AC">
        <w:t xml:space="preserve"> retourné en dedans le chaton de sa bague</w:t>
      </w:r>
      <w:r w:rsidR="00F635DB">
        <w:t xml:space="preserve">. </w:t>
      </w:r>
      <w:r w:rsidRPr="009071AC">
        <w:t>Ce n</w:t>
      </w:r>
      <w:r w:rsidR="00F635DB">
        <w:t>’</w:t>
      </w:r>
      <w:r w:rsidRPr="009071AC">
        <w:t>est pas qu</w:t>
      </w:r>
      <w:r w:rsidR="00F635DB">
        <w:t>’</w:t>
      </w:r>
      <w:r w:rsidRPr="009071AC">
        <w:t>il estimât le problème insoluble</w:t>
      </w:r>
      <w:r w:rsidR="00F635DB">
        <w:t xml:space="preserve">, </w:t>
      </w:r>
      <w:r w:rsidRPr="009071AC">
        <w:t>loin de là</w:t>
      </w:r>
      <w:r w:rsidR="00F635DB">
        <w:t xml:space="preserve"> ; </w:t>
      </w:r>
      <w:r w:rsidRPr="009071AC">
        <w:t xml:space="preserve">seulement il reconnaissait que pour arriver à </w:t>
      </w:r>
      <w:r w:rsidRPr="009071AC">
        <w:lastRenderedPageBreak/>
        <w:t>la vérité</w:t>
      </w:r>
      <w:r w:rsidR="00F635DB">
        <w:t xml:space="preserve">, </w:t>
      </w:r>
      <w:r w:rsidRPr="009071AC">
        <w:t>il faudrait beaucoup de temps et des investigations qui n</w:t>
      </w:r>
      <w:r w:rsidR="00F635DB">
        <w:t>’</w:t>
      </w:r>
      <w:r w:rsidRPr="009071AC">
        <w:t>étaient plus de son ressort</w:t>
      </w:r>
      <w:r w:rsidR="00F635DB">
        <w:t>…</w:t>
      </w:r>
    </w:p>
    <w:p w14:paraId="3D20C5B8" w14:textId="77777777" w:rsidR="00F635DB" w:rsidRDefault="00855694" w:rsidP="00F635DB">
      <w:r w:rsidRPr="009071AC">
        <w:t>Une seule espérance immédiate lui restait</w:t>
      </w:r>
      <w:r w:rsidR="00F635DB">
        <w:t>…</w:t>
      </w:r>
    </w:p>
    <w:p w14:paraId="2437F22E" w14:textId="178E9615" w:rsidR="00F635DB" w:rsidRDefault="00855694" w:rsidP="00F635DB">
      <w:r w:rsidRPr="009071AC">
        <w:t xml:space="preserve">En étudiant les derniers mots écrits et prononcés par </w:t>
      </w:r>
      <w:r w:rsidR="00F635DB">
        <w:t>M. de </w:t>
      </w:r>
      <w:proofErr w:type="spellStart"/>
      <w:r w:rsidRPr="009071AC">
        <w:t>Chalusse</w:t>
      </w:r>
      <w:proofErr w:type="spellEnd"/>
      <w:r w:rsidR="00F635DB">
        <w:t xml:space="preserve">, </w:t>
      </w:r>
      <w:r w:rsidRPr="009071AC">
        <w:t>ne pénétrerait-il pas l</w:t>
      </w:r>
      <w:r w:rsidR="00F635DB">
        <w:t>’</w:t>
      </w:r>
      <w:r w:rsidRPr="009071AC">
        <w:t>intention qui les avait dictés</w:t>
      </w:r>
      <w:r w:rsidR="00F635DB">
        <w:t xml:space="preserve"> ?… </w:t>
      </w:r>
      <w:r w:rsidRPr="009071AC">
        <w:t>Lui</w:t>
      </w:r>
      <w:r w:rsidR="00F635DB">
        <w:t xml:space="preserve">, </w:t>
      </w:r>
      <w:r w:rsidRPr="009071AC">
        <w:t>dont l</w:t>
      </w:r>
      <w:r w:rsidR="00F635DB">
        <w:t>’</w:t>
      </w:r>
      <w:r w:rsidRPr="009071AC">
        <w:t>expérience avait aiguisé la sagacité</w:t>
      </w:r>
      <w:r w:rsidR="00F635DB">
        <w:t xml:space="preserve">, </w:t>
      </w:r>
      <w:r w:rsidRPr="009071AC">
        <w:t>ne leur découvrirait-il pas un sens qui allumerait une lueur au milieu des ténèbres</w:t>
      </w:r>
      <w:r w:rsidR="00F635DB">
        <w:t> !…</w:t>
      </w:r>
    </w:p>
    <w:p w14:paraId="26E5EB44" w14:textId="5681E149" w:rsidR="00F635DB" w:rsidRDefault="00855694" w:rsidP="00F635DB">
      <w:r w:rsidRPr="009071AC">
        <w:t xml:space="preserve">Il les demanda donc à </w:t>
      </w:r>
      <w:r w:rsidR="00F635DB">
        <w:t>M</w:t>
      </w:r>
      <w:r w:rsidR="00F635DB" w:rsidRPr="00F635DB">
        <w:rPr>
          <w:vertAlign w:val="superscript"/>
        </w:rPr>
        <w:t>lle</w:t>
      </w:r>
      <w:r w:rsidR="00F635DB">
        <w:t> </w:t>
      </w:r>
      <w:r w:rsidRPr="009071AC">
        <w:t>Marguerite</w:t>
      </w:r>
      <w:r w:rsidR="00F635DB">
        <w:t xml:space="preserve">, </w:t>
      </w:r>
      <w:r w:rsidRPr="009071AC">
        <w:t>et elle lui remit le papier où le comte avait essayé de fixer sa pensée</w:t>
      </w:r>
      <w:r w:rsidR="00F635DB">
        <w:t xml:space="preserve">, </w:t>
      </w:r>
      <w:r w:rsidRPr="009071AC">
        <w:t>et une carte où elle-même</w:t>
      </w:r>
      <w:r w:rsidR="00F635DB">
        <w:t xml:space="preserve">, </w:t>
      </w:r>
      <w:r w:rsidRPr="009071AC">
        <w:t>sur le moment</w:t>
      </w:r>
      <w:r w:rsidR="00F635DB">
        <w:t xml:space="preserve">, </w:t>
      </w:r>
      <w:r w:rsidRPr="009071AC">
        <w:t>avait écrit</w:t>
      </w:r>
      <w:r w:rsidR="00F635DB">
        <w:t xml:space="preserve">, </w:t>
      </w:r>
      <w:r w:rsidRPr="009071AC">
        <w:t>dans leur ordre</w:t>
      </w:r>
      <w:r w:rsidR="00F635DB">
        <w:t xml:space="preserve">, </w:t>
      </w:r>
      <w:r w:rsidRPr="009071AC">
        <w:t>les dernières paroles du mourant</w:t>
      </w:r>
      <w:r w:rsidR="00F635DB">
        <w:t>.</w:t>
      </w:r>
    </w:p>
    <w:p w14:paraId="77328284" w14:textId="77777777" w:rsidR="00F635DB" w:rsidRDefault="00855694" w:rsidP="00F635DB">
      <w:r w:rsidRPr="009071AC">
        <w:t>En réunissant le tout</w:t>
      </w:r>
      <w:r w:rsidR="00F635DB">
        <w:t xml:space="preserve">, </w:t>
      </w:r>
      <w:r w:rsidRPr="009071AC">
        <w:t>le juge de paix obtenait ceci</w:t>
      </w:r>
      <w:r w:rsidR="00F635DB">
        <w:t> :</w:t>
      </w:r>
    </w:p>
    <w:p w14:paraId="0A945822" w14:textId="5D7F4979" w:rsidR="00F635DB" w:rsidRDefault="00F635DB" w:rsidP="00F635DB">
      <w:r>
        <w:t xml:space="preserve">« … </w:t>
      </w:r>
      <w:r w:rsidR="00855694" w:rsidRPr="009071AC">
        <w:rPr>
          <w:i/>
        </w:rPr>
        <w:t>Toute ma fortune</w:t>
      </w:r>
      <w:r>
        <w:rPr>
          <w:i/>
        </w:rPr>
        <w:t xml:space="preserve">… </w:t>
      </w:r>
      <w:r w:rsidR="00855694" w:rsidRPr="009071AC">
        <w:rPr>
          <w:i/>
        </w:rPr>
        <w:t>donne</w:t>
      </w:r>
      <w:r>
        <w:rPr>
          <w:i/>
        </w:rPr>
        <w:t xml:space="preserve">… </w:t>
      </w:r>
      <w:r w:rsidR="00855694" w:rsidRPr="009071AC">
        <w:rPr>
          <w:i/>
        </w:rPr>
        <w:t>amis</w:t>
      </w:r>
      <w:r>
        <w:rPr>
          <w:i/>
        </w:rPr>
        <w:t xml:space="preserve">… </w:t>
      </w:r>
      <w:r w:rsidR="00855694" w:rsidRPr="009071AC">
        <w:rPr>
          <w:i/>
        </w:rPr>
        <w:t>contre</w:t>
      </w:r>
      <w:r>
        <w:rPr>
          <w:i/>
        </w:rPr>
        <w:t xml:space="preserve">… </w:t>
      </w:r>
      <w:r w:rsidR="00855694" w:rsidRPr="009071AC">
        <w:rPr>
          <w:i/>
        </w:rPr>
        <w:t>Marguerite</w:t>
      </w:r>
      <w:r>
        <w:rPr>
          <w:i/>
        </w:rPr>
        <w:t xml:space="preserve">… </w:t>
      </w:r>
      <w:r w:rsidR="00855694" w:rsidRPr="009071AC">
        <w:rPr>
          <w:i/>
        </w:rPr>
        <w:t>dépouillée</w:t>
      </w:r>
      <w:r>
        <w:rPr>
          <w:i/>
        </w:rPr>
        <w:t xml:space="preserve">… </w:t>
      </w:r>
      <w:r w:rsidR="00855694" w:rsidRPr="009071AC">
        <w:rPr>
          <w:i/>
        </w:rPr>
        <w:t>ta mère</w:t>
      </w:r>
      <w:r>
        <w:rPr>
          <w:i/>
        </w:rPr>
        <w:t xml:space="preserve">… </w:t>
      </w:r>
      <w:r w:rsidR="00855694" w:rsidRPr="009071AC">
        <w:rPr>
          <w:i/>
        </w:rPr>
        <w:t>prends garde</w:t>
      </w:r>
      <w:r>
        <w:t>… »</w:t>
      </w:r>
    </w:p>
    <w:p w14:paraId="3219CC9B" w14:textId="7A9497A1" w:rsidR="00F635DB" w:rsidRDefault="00855694" w:rsidP="00F635DB">
      <w:r w:rsidRPr="009071AC">
        <w:t xml:space="preserve">Ces douze mots incohérents trahissaient les éternelles préoccupations de </w:t>
      </w:r>
      <w:r w:rsidR="00F635DB">
        <w:t>M. de </w:t>
      </w:r>
      <w:proofErr w:type="spellStart"/>
      <w:r w:rsidRPr="009071AC">
        <w:t>Chalusse</w:t>
      </w:r>
      <w:proofErr w:type="spellEnd"/>
      <w:r w:rsidR="00F635DB">
        <w:t xml:space="preserve">. </w:t>
      </w:r>
      <w:r w:rsidRPr="009071AC">
        <w:t>On y retrouvait le souci de sa fortune et de l</w:t>
      </w:r>
      <w:r w:rsidR="00F635DB">
        <w:t>’</w:t>
      </w:r>
      <w:r w:rsidRPr="009071AC">
        <w:t>avenir de Marguerite</w:t>
      </w:r>
      <w:r w:rsidR="00F635DB">
        <w:t xml:space="preserve">, </w:t>
      </w:r>
      <w:r w:rsidRPr="009071AC">
        <w:t>et aussi la trace de l</w:t>
      </w:r>
      <w:r w:rsidR="00F635DB">
        <w:t>’</w:t>
      </w:r>
      <w:r w:rsidRPr="009071AC">
        <w:t>effroi ou de l</w:t>
      </w:r>
      <w:r w:rsidR="00F635DB">
        <w:t>’</w:t>
      </w:r>
      <w:r w:rsidRPr="009071AC">
        <w:t>aversion que lui inspirait la mère de Marguerite</w:t>
      </w:r>
      <w:r w:rsidR="00F635DB">
        <w:t>.</w:t>
      </w:r>
    </w:p>
    <w:p w14:paraId="689B4C9F" w14:textId="77777777" w:rsidR="00F635DB" w:rsidRDefault="00855694" w:rsidP="00F635DB">
      <w:r w:rsidRPr="009071AC">
        <w:t>Mais c</w:t>
      </w:r>
      <w:r w:rsidR="00F635DB">
        <w:t>’</w:t>
      </w:r>
      <w:r w:rsidRPr="009071AC">
        <w:t>était tout</w:t>
      </w:r>
      <w:r w:rsidR="00F635DB">
        <w:t xml:space="preserve">, </w:t>
      </w:r>
      <w:r w:rsidRPr="009071AC">
        <w:t>c</w:t>
      </w:r>
      <w:r w:rsidR="00F635DB">
        <w:t>’</w:t>
      </w:r>
      <w:r w:rsidRPr="009071AC">
        <w:t>est-à-dire ce n</w:t>
      </w:r>
      <w:r w:rsidR="00F635DB">
        <w:t>’</w:t>
      </w:r>
      <w:r w:rsidRPr="009071AC">
        <w:t>était rien</w:t>
      </w:r>
      <w:r w:rsidR="00F635DB">
        <w:t> !…</w:t>
      </w:r>
    </w:p>
    <w:p w14:paraId="67E17716" w14:textId="77777777" w:rsidR="00F635DB" w:rsidRDefault="00855694" w:rsidP="00F635DB">
      <w:r w:rsidRPr="009071AC">
        <w:t>Le mot</w:t>
      </w:r>
      <w:r w:rsidR="00F635DB">
        <w:t> : « </w:t>
      </w:r>
      <w:r w:rsidRPr="009071AC">
        <w:rPr>
          <w:i/>
        </w:rPr>
        <w:t>donne</w:t>
      </w:r>
      <w:r w:rsidR="00F635DB">
        <w:t> »</w:t>
      </w:r>
      <w:r w:rsidRPr="009071AC">
        <w:t xml:space="preserve"> s</w:t>
      </w:r>
      <w:r w:rsidR="00F635DB">
        <w:t>’</w:t>
      </w:r>
      <w:r w:rsidRPr="009071AC">
        <w:t>entendait</w:t>
      </w:r>
      <w:r w:rsidR="00F635DB">
        <w:t xml:space="preserve">. </w:t>
      </w:r>
      <w:r w:rsidRPr="009071AC">
        <w:t>Il était clair que le comte avait voulu écrire</w:t>
      </w:r>
      <w:r w:rsidR="00F635DB">
        <w:t> : « </w:t>
      </w:r>
      <w:r w:rsidRPr="009071AC">
        <w:t>Je donne toute ma fortune</w:t>
      </w:r>
      <w:r w:rsidR="00F635DB">
        <w:t>… »</w:t>
      </w:r>
      <w:r w:rsidRPr="009071AC">
        <w:t xml:space="preserve"> Le mot </w:t>
      </w:r>
      <w:r w:rsidR="00F635DB">
        <w:t>« </w:t>
      </w:r>
      <w:r w:rsidRPr="009071AC">
        <w:rPr>
          <w:i/>
        </w:rPr>
        <w:t>dépouillée</w:t>
      </w:r>
      <w:r w:rsidR="00F635DB">
        <w:t> »</w:t>
      </w:r>
      <w:r w:rsidRPr="009071AC">
        <w:t xml:space="preserve"> se comprenait aussi</w:t>
      </w:r>
      <w:r w:rsidR="00F635DB">
        <w:t xml:space="preserve">. </w:t>
      </w:r>
      <w:r w:rsidRPr="009071AC">
        <w:t>Il avait été évidemment arraché au moribond par cette certitude horrible que Marguerite</w:t>
      </w:r>
      <w:r w:rsidR="00F635DB">
        <w:t xml:space="preserve"> – </w:t>
      </w:r>
      <w:r w:rsidRPr="009071AC">
        <w:t>sa fille sans aucun doute</w:t>
      </w:r>
      <w:r w:rsidR="00F635DB">
        <w:t xml:space="preserve"> – </w:t>
      </w:r>
      <w:r w:rsidRPr="009071AC">
        <w:t>n</w:t>
      </w:r>
      <w:r w:rsidR="00F635DB">
        <w:t>’</w:t>
      </w:r>
      <w:r w:rsidRPr="009071AC">
        <w:t>aurait pas une pièce d</w:t>
      </w:r>
      <w:r w:rsidR="00F635DB">
        <w:t>’</w:t>
      </w:r>
      <w:r w:rsidRPr="009071AC">
        <w:t>or des millions qu</w:t>
      </w:r>
      <w:r w:rsidR="00F635DB">
        <w:t>’</w:t>
      </w:r>
      <w:r w:rsidRPr="009071AC">
        <w:t>il lui destinait</w:t>
      </w:r>
      <w:r w:rsidR="00F635DB">
        <w:t>. « </w:t>
      </w:r>
      <w:r w:rsidRPr="009071AC">
        <w:rPr>
          <w:i/>
        </w:rPr>
        <w:t>Prends garde</w:t>
      </w:r>
      <w:r w:rsidR="00F635DB">
        <w:rPr>
          <w:i/>
        </w:rPr>
        <w:t> ! »</w:t>
      </w:r>
      <w:r w:rsidRPr="009071AC">
        <w:t xml:space="preserve"> s</w:t>
      </w:r>
      <w:r w:rsidR="00F635DB">
        <w:t>’</w:t>
      </w:r>
      <w:r w:rsidRPr="009071AC">
        <w:t>expliquait seul</w:t>
      </w:r>
      <w:r w:rsidR="00F635DB">
        <w:t>.</w:t>
      </w:r>
    </w:p>
    <w:p w14:paraId="27D34A3A" w14:textId="77777777" w:rsidR="00F635DB" w:rsidRDefault="00855694" w:rsidP="00F635DB">
      <w:r w:rsidRPr="009071AC">
        <w:lastRenderedPageBreak/>
        <w:t>Mais il était deux mots qui semblaient au juge de paix absolument inexplicables</w:t>
      </w:r>
      <w:r w:rsidR="00F635DB">
        <w:t xml:space="preserve">, </w:t>
      </w:r>
      <w:r w:rsidRPr="009071AC">
        <w:t>qu</w:t>
      </w:r>
      <w:r w:rsidR="00F635DB">
        <w:t>’</w:t>
      </w:r>
      <w:r w:rsidRPr="009071AC">
        <w:t>il cherchait vainement à lier aux autres</w:t>
      </w:r>
      <w:r w:rsidR="00F635DB">
        <w:t xml:space="preserve">, </w:t>
      </w:r>
      <w:r w:rsidRPr="009071AC">
        <w:t>qu</w:t>
      </w:r>
      <w:r w:rsidR="00F635DB">
        <w:t>’</w:t>
      </w:r>
      <w:r w:rsidRPr="009071AC">
        <w:t>il ne pouvait rattacher à aucune idée probable</w:t>
      </w:r>
      <w:r w:rsidR="00F635DB">
        <w:t xml:space="preserve"> : </w:t>
      </w:r>
      <w:r w:rsidRPr="009071AC">
        <w:t xml:space="preserve">le mot </w:t>
      </w:r>
      <w:r w:rsidRPr="009071AC">
        <w:rPr>
          <w:i/>
        </w:rPr>
        <w:t>amis</w:t>
      </w:r>
      <w:r w:rsidRPr="009071AC">
        <w:t xml:space="preserve"> et le mot </w:t>
      </w:r>
      <w:r w:rsidRPr="009071AC">
        <w:rPr>
          <w:i/>
        </w:rPr>
        <w:t>contre</w:t>
      </w:r>
      <w:r w:rsidR="00F635DB">
        <w:t xml:space="preserve">. </w:t>
      </w:r>
      <w:r w:rsidRPr="009071AC">
        <w:t>Et ils se suivaient</w:t>
      </w:r>
      <w:r w:rsidR="00F635DB">
        <w:t xml:space="preserve">, </w:t>
      </w:r>
      <w:r w:rsidRPr="009071AC">
        <w:t>sur le papier</w:t>
      </w:r>
      <w:r w:rsidR="00F635DB">
        <w:t xml:space="preserve">, </w:t>
      </w:r>
      <w:r w:rsidRPr="009071AC">
        <w:t>ils étaient les plus lisibles</w:t>
      </w:r>
      <w:r w:rsidR="00F635DB">
        <w:t>…</w:t>
      </w:r>
    </w:p>
    <w:p w14:paraId="1BB5A773" w14:textId="3C47BB3F" w:rsidR="00F635DB" w:rsidRDefault="00855694" w:rsidP="00F635DB">
      <w:r w:rsidRPr="009071AC">
        <w:t>Pour la trentième fois</w:t>
      </w:r>
      <w:r w:rsidR="00F635DB">
        <w:t xml:space="preserve">, </w:t>
      </w:r>
      <w:r w:rsidRPr="009071AC">
        <w:t xml:space="preserve">le juge les répétait à </w:t>
      </w:r>
      <w:proofErr w:type="spellStart"/>
      <w:r w:rsidRPr="009071AC">
        <w:t>demi-voix</w:t>
      </w:r>
      <w:proofErr w:type="spellEnd"/>
      <w:r w:rsidRPr="009071AC">
        <w:t xml:space="preserve"> quand on frappa discrètement à la porte</w:t>
      </w:r>
      <w:r w:rsidR="00F635DB">
        <w:t xml:space="preserve"> ; </w:t>
      </w:r>
      <w:r w:rsidRPr="009071AC">
        <w:t xml:space="preserve">presque aussitôt </w:t>
      </w:r>
      <w:r w:rsidR="00F635DB">
        <w:t>M</w:t>
      </w:r>
      <w:r w:rsidR="00F635DB" w:rsidRPr="00F635DB">
        <w:rPr>
          <w:vertAlign w:val="superscript"/>
        </w:rPr>
        <w:t>me</w:t>
      </w:r>
      <w:r w:rsidR="00F635DB">
        <w:t> </w:t>
      </w:r>
      <w:r w:rsidRPr="009071AC">
        <w:t>Léon parut</w:t>
      </w:r>
      <w:r w:rsidR="00F635DB">
        <w:t>.</w:t>
      </w:r>
    </w:p>
    <w:p w14:paraId="60919C4C" w14:textId="1FEE6DD7" w:rsidR="00F635DB" w:rsidRDefault="00F635DB" w:rsidP="00F635DB">
      <w:r>
        <w:t>— </w:t>
      </w:r>
      <w:r w:rsidR="00855694" w:rsidRPr="009071AC">
        <w:t>Qu</w:t>
      </w:r>
      <w:r>
        <w:t>’</w:t>
      </w:r>
      <w:r w:rsidR="00855694" w:rsidRPr="009071AC">
        <w:t>est-ce</w:t>
      </w:r>
      <w:r>
        <w:t xml:space="preserve"> ? </w:t>
      </w:r>
      <w:r w:rsidR="00855694" w:rsidRPr="009071AC">
        <w:t xml:space="preserve">demanda </w:t>
      </w:r>
      <w:r>
        <w:t>M</w:t>
      </w:r>
      <w:r w:rsidRPr="00F635DB">
        <w:rPr>
          <w:vertAlign w:val="superscript"/>
        </w:rPr>
        <w:t>lle</w:t>
      </w:r>
      <w:r>
        <w:t> </w:t>
      </w:r>
      <w:r w:rsidR="00855694" w:rsidRPr="009071AC">
        <w:t>Marguerite</w:t>
      </w:r>
      <w:r>
        <w:t>.</w:t>
      </w:r>
    </w:p>
    <w:p w14:paraId="4400A0DC" w14:textId="13D49AB5" w:rsidR="00F635DB" w:rsidRDefault="00855694" w:rsidP="00F635DB">
      <w:r w:rsidRPr="009071AC">
        <w:t>La femme de charge déposa sur le bureau un paquet de lettres à l</w:t>
      </w:r>
      <w:r w:rsidR="00F635DB">
        <w:t>’</w:t>
      </w:r>
      <w:r w:rsidRPr="009071AC">
        <w:t xml:space="preserve">adresse de </w:t>
      </w:r>
      <w:r w:rsidR="00F635DB">
        <w:t>M. de </w:t>
      </w:r>
      <w:proofErr w:type="spellStart"/>
      <w:r w:rsidRPr="009071AC">
        <w:t>Chalusse</w:t>
      </w:r>
      <w:proofErr w:type="spellEnd"/>
      <w:r w:rsidR="00F635DB">
        <w:t xml:space="preserve">, </w:t>
      </w:r>
      <w:r w:rsidRPr="009071AC">
        <w:t>en disant</w:t>
      </w:r>
      <w:r w:rsidR="00F635DB">
        <w:t> :</w:t>
      </w:r>
    </w:p>
    <w:p w14:paraId="04A03E6D" w14:textId="6F96E3A7" w:rsidR="00F635DB" w:rsidRDefault="00F635DB" w:rsidP="00F635DB">
      <w:r>
        <w:t>— </w:t>
      </w:r>
      <w:r w:rsidR="00855694" w:rsidRPr="009071AC">
        <w:t>C</w:t>
      </w:r>
      <w:r>
        <w:t>’</w:t>
      </w:r>
      <w:r w:rsidR="00855694" w:rsidRPr="009071AC">
        <w:t xml:space="preserve">est le courrier de défunt </w:t>
      </w:r>
      <w:r>
        <w:t>M. </w:t>
      </w:r>
      <w:r w:rsidR="00855694" w:rsidRPr="009071AC">
        <w:t>le comte</w:t>
      </w:r>
      <w:r>
        <w:t xml:space="preserve">. </w:t>
      </w:r>
      <w:r w:rsidR="00855694" w:rsidRPr="009071AC">
        <w:t>Dieu ait son âme</w:t>
      </w:r>
      <w:r>
        <w:t> !</w:t>
      </w:r>
    </w:p>
    <w:p w14:paraId="766313BE" w14:textId="3B5F5A20" w:rsidR="00F635DB" w:rsidRDefault="00855694" w:rsidP="00F635DB">
      <w:r w:rsidRPr="009071AC">
        <w:t>Puis</w:t>
      </w:r>
      <w:r w:rsidR="00F635DB">
        <w:t xml:space="preserve">, </w:t>
      </w:r>
      <w:r w:rsidRPr="009071AC">
        <w:t xml:space="preserve">présentant un journal à </w:t>
      </w:r>
      <w:r w:rsidR="00F635DB">
        <w:t>M</w:t>
      </w:r>
      <w:r w:rsidR="00F635DB" w:rsidRPr="00F635DB">
        <w:rPr>
          <w:vertAlign w:val="superscript"/>
        </w:rPr>
        <w:t>lle</w:t>
      </w:r>
      <w:r w:rsidR="00F635DB">
        <w:t> </w:t>
      </w:r>
      <w:r w:rsidRPr="009071AC">
        <w:t>Marguerite</w:t>
      </w:r>
      <w:r w:rsidR="00F635DB">
        <w:t xml:space="preserve">, </w:t>
      </w:r>
      <w:r w:rsidRPr="009071AC">
        <w:t>elle ajouta de sa voix la plus onctueuse</w:t>
      </w:r>
      <w:r w:rsidR="00F635DB">
        <w:t> :</w:t>
      </w:r>
    </w:p>
    <w:p w14:paraId="65EAAE74" w14:textId="77777777" w:rsidR="00F635DB" w:rsidRDefault="00F635DB" w:rsidP="00F635DB">
      <w:r>
        <w:t>— </w:t>
      </w:r>
      <w:r w:rsidR="00855694" w:rsidRPr="009071AC">
        <w:t>Et de plus</w:t>
      </w:r>
      <w:r>
        <w:t xml:space="preserve">, </w:t>
      </w:r>
      <w:r w:rsidR="00855694" w:rsidRPr="009071AC">
        <w:t>on vient</w:t>
      </w:r>
      <w:r>
        <w:t xml:space="preserve">, </w:t>
      </w:r>
      <w:r w:rsidR="00855694" w:rsidRPr="009071AC">
        <w:t>à l</w:t>
      </w:r>
      <w:r>
        <w:t>’</w:t>
      </w:r>
      <w:r w:rsidR="00855694" w:rsidRPr="009071AC">
        <w:t>instant même</w:t>
      </w:r>
      <w:r>
        <w:t xml:space="preserve">, </w:t>
      </w:r>
      <w:r w:rsidR="00855694" w:rsidRPr="009071AC">
        <w:t>d</w:t>
      </w:r>
      <w:r>
        <w:t>’</w:t>
      </w:r>
      <w:r w:rsidR="00855694" w:rsidRPr="009071AC">
        <w:t>apporter ceci pour mademoiselle</w:t>
      </w:r>
      <w:r>
        <w:t>…</w:t>
      </w:r>
    </w:p>
    <w:p w14:paraId="1079A461" w14:textId="77777777" w:rsidR="00F635DB" w:rsidRDefault="00F635DB" w:rsidP="00F635DB">
      <w:r>
        <w:t>— </w:t>
      </w:r>
      <w:r w:rsidR="00855694" w:rsidRPr="009071AC">
        <w:t>Ce journal</w:t>
      </w:r>
      <w:r>
        <w:t xml:space="preserve">… </w:t>
      </w:r>
      <w:r w:rsidR="00855694" w:rsidRPr="009071AC">
        <w:t>pour moi</w:t>
      </w:r>
      <w:r>
        <w:t xml:space="preserve"> !… </w:t>
      </w:r>
      <w:r w:rsidR="00855694" w:rsidRPr="009071AC">
        <w:t>Vous devez vous tromper</w:t>
      </w:r>
      <w:r>
        <w:t>…</w:t>
      </w:r>
    </w:p>
    <w:p w14:paraId="1800D45D" w14:textId="52740BB5" w:rsidR="00F635DB" w:rsidRDefault="00F635DB" w:rsidP="00F635DB">
      <w:r>
        <w:t>— </w:t>
      </w:r>
      <w:r w:rsidR="00855694" w:rsidRPr="009071AC">
        <w:t>Pas du tout</w:t>
      </w:r>
      <w:r>
        <w:t xml:space="preserve">… </w:t>
      </w:r>
      <w:r w:rsidR="00855694" w:rsidRPr="009071AC">
        <w:t>J</w:t>
      </w:r>
      <w:r>
        <w:t>’</w:t>
      </w:r>
      <w:r w:rsidR="00855694" w:rsidRPr="009071AC">
        <w:t>étais</w:t>
      </w:r>
      <w:r>
        <w:t xml:space="preserve">, </w:t>
      </w:r>
      <w:r w:rsidR="00855694" w:rsidRPr="009071AC">
        <w:t>de ma personne</w:t>
      </w:r>
      <w:r>
        <w:t xml:space="preserve">, </w:t>
      </w:r>
      <w:r w:rsidR="00855694" w:rsidRPr="009071AC">
        <w:t>chez le concierge quand le commissionnaire est arrivé</w:t>
      </w:r>
      <w:r>
        <w:t xml:space="preserve">, </w:t>
      </w:r>
      <w:r w:rsidR="00855694" w:rsidRPr="009071AC">
        <w:t>et il a bien dit que c</w:t>
      </w:r>
      <w:r>
        <w:t>’</w:t>
      </w:r>
      <w:r w:rsidR="00855694" w:rsidRPr="009071AC">
        <w:t xml:space="preserve">était pour </w:t>
      </w:r>
      <w:r>
        <w:t>M</w:t>
      </w:r>
      <w:r w:rsidRPr="00F635DB">
        <w:rPr>
          <w:vertAlign w:val="superscript"/>
        </w:rPr>
        <w:t>lle</w:t>
      </w:r>
      <w:r>
        <w:t> </w:t>
      </w:r>
      <w:r w:rsidR="00855694" w:rsidRPr="009071AC">
        <w:t>Marguerite</w:t>
      </w:r>
      <w:r>
        <w:t xml:space="preserve">, </w:t>
      </w:r>
      <w:r w:rsidR="00855694" w:rsidRPr="009071AC">
        <w:t>de la part d</w:t>
      </w:r>
      <w:r>
        <w:t>’</w:t>
      </w:r>
      <w:r w:rsidR="00855694" w:rsidRPr="009071AC">
        <w:t>un de ses amis</w:t>
      </w:r>
      <w:r>
        <w:t>…</w:t>
      </w:r>
    </w:p>
    <w:p w14:paraId="09F53D72" w14:textId="77777777" w:rsidR="00F635DB" w:rsidRDefault="00855694" w:rsidP="00F635DB">
      <w:r w:rsidRPr="009071AC">
        <w:t>Et ayant dit</w:t>
      </w:r>
      <w:r w:rsidR="00F635DB">
        <w:t xml:space="preserve">, </w:t>
      </w:r>
      <w:r w:rsidRPr="009071AC">
        <w:t>elle esquissa sa plus belle révérence et se retira</w:t>
      </w:r>
      <w:r w:rsidR="00F635DB">
        <w:t>…</w:t>
      </w:r>
    </w:p>
    <w:p w14:paraId="438006EA" w14:textId="77777777" w:rsidR="00F635DB" w:rsidRDefault="00855694" w:rsidP="00F635DB">
      <w:r w:rsidRPr="009071AC">
        <w:t>La jeune fille avait pris le journal</w:t>
      </w:r>
      <w:r w:rsidR="00F635DB">
        <w:t xml:space="preserve">, </w:t>
      </w:r>
      <w:r w:rsidRPr="009071AC">
        <w:t>et lentement</w:t>
      </w:r>
      <w:r w:rsidR="00F635DB">
        <w:t xml:space="preserve">, </w:t>
      </w:r>
      <w:r w:rsidRPr="009071AC">
        <w:t>d</w:t>
      </w:r>
      <w:r w:rsidR="00F635DB">
        <w:t>’</w:t>
      </w:r>
      <w:r w:rsidRPr="009071AC">
        <w:t>un air d</w:t>
      </w:r>
      <w:r w:rsidR="00F635DB">
        <w:t>’</w:t>
      </w:r>
      <w:r w:rsidRPr="009071AC">
        <w:t>étonnement et d</w:t>
      </w:r>
      <w:r w:rsidR="00F635DB">
        <w:t>’</w:t>
      </w:r>
      <w:r w:rsidRPr="009071AC">
        <w:t>appréhension</w:t>
      </w:r>
      <w:r w:rsidR="00F635DB">
        <w:t xml:space="preserve">, </w:t>
      </w:r>
      <w:r w:rsidRPr="009071AC">
        <w:t>elle le dépliait</w:t>
      </w:r>
      <w:r w:rsidR="00F635DB">
        <w:t>.</w:t>
      </w:r>
    </w:p>
    <w:p w14:paraId="1558591D" w14:textId="77777777" w:rsidR="00F635DB" w:rsidRDefault="00855694" w:rsidP="00F635DB">
      <w:r w:rsidRPr="009071AC">
        <w:t>Ce qui la frappa d</w:t>
      </w:r>
      <w:r w:rsidR="00F635DB">
        <w:t>’</w:t>
      </w:r>
      <w:r w:rsidRPr="009071AC">
        <w:t>abord</w:t>
      </w:r>
      <w:r w:rsidR="00F635DB">
        <w:t xml:space="preserve">, </w:t>
      </w:r>
      <w:r w:rsidRPr="009071AC">
        <w:t>c</w:t>
      </w:r>
      <w:r w:rsidR="00F635DB">
        <w:t>’</w:t>
      </w:r>
      <w:r w:rsidRPr="009071AC">
        <w:t>est qu</w:t>
      </w:r>
      <w:r w:rsidR="00F635DB">
        <w:t>’</w:t>
      </w:r>
      <w:r w:rsidRPr="009071AC">
        <w:t>à la première page il y avait une vingtaine de lignes encadrées au crayon rouge</w:t>
      </w:r>
      <w:r w:rsidR="00F635DB">
        <w:t>.</w:t>
      </w:r>
    </w:p>
    <w:p w14:paraId="59EE8F36" w14:textId="77777777" w:rsidR="00F635DB" w:rsidRDefault="00855694" w:rsidP="00F635DB">
      <w:r w:rsidRPr="009071AC">
        <w:lastRenderedPageBreak/>
        <w:t>Évidemment on lui envoyait ce journal pour qu</w:t>
      </w:r>
      <w:r w:rsidR="00F635DB">
        <w:t>’</w:t>
      </w:r>
      <w:r w:rsidRPr="009071AC">
        <w:t>elle lût les passages entourés</w:t>
      </w:r>
      <w:r w:rsidR="00F635DB">
        <w:t xml:space="preserve"> : </w:t>
      </w:r>
      <w:r w:rsidRPr="009071AC">
        <w:t>elle lut donc</w:t>
      </w:r>
      <w:r w:rsidR="00F635DB">
        <w:t> :</w:t>
      </w:r>
    </w:p>
    <w:p w14:paraId="440915FF" w14:textId="01327152" w:rsidR="00F635DB" w:rsidRDefault="00F635DB" w:rsidP="00F635DB">
      <w:r>
        <w:t>« </w:t>
      </w:r>
      <w:r w:rsidR="00855694" w:rsidRPr="009071AC">
        <w:t>Grand émoi et scandale énorme</w:t>
      </w:r>
      <w:r>
        <w:t xml:space="preserve">, </w:t>
      </w:r>
      <w:r w:rsidR="00855694" w:rsidRPr="009071AC">
        <w:t>à l</w:t>
      </w:r>
      <w:r>
        <w:t>’</w:t>
      </w:r>
      <w:r w:rsidR="00855694" w:rsidRPr="009071AC">
        <w:t xml:space="preserve">hôtel de </w:t>
      </w:r>
      <w:r>
        <w:t>M</w:t>
      </w:r>
      <w:r w:rsidRPr="00F635DB">
        <w:rPr>
          <w:vertAlign w:val="superscript"/>
        </w:rPr>
        <w:t>me</w:t>
      </w:r>
      <w:r>
        <w:t> </w:t>
      </w:r>
      <w:r w:rsidR="00855694" w:rsidRPr="009071AC">
        <w:t>d</w:t>
      </w:r>
      <w:r>
        <w:t>’</w:t>
      </w:r>
      <w:r w:rsidR="00855694" w:rsidRPr="009071AC">
        <w:t>A</w:t>
      </w:r>
      <w:r>
        <w:t xml:space="preserve">…, </w:t>
      </w:r>
      <w:r w:rsidR="00855694" w:rsidRPr="009071AC">
        <w:t>une vieille étoile de première grandeur</w:t>
      </w:r>
      <w:r>
        <w:t>… »</w:t>
      </w:r>
    </w:p>
    <w:p w14:paraId="7B52A34F" w14:textId="77777777" w:rsidR="00F635DB" w:rsidRDefault="00855694" w:rsidP="00F635DB">
      <w:r w:rsidRPr="009071AC">
        <w:t>C</w:t>
      </w:r>
      <w:r w:rsidR="00F635DB">
        <w:t>’</w:t>
      </w:r>
      <w:r w:rsidRPr="009071AC">
        <w:t>était l</w:t>
      </w:r>
      <w:r w:rsidR="00F635DB">
        <w:t>’</w:t>
      </w:r>
      <w:r w:rsidRPr="009071AC">
        <w:t>épouvantable article qui racontait la scène de jeu où Pascal avait laissé son honneur</w:t>
      </w:r>
      <w:r w:rsidR="00F635DB">
        <w:t>.</w:t>
      </w:r>
    </w:p>
    <w:p w14:paraId="15FE6AFF" w14:textId="317882F3" w:rsidR="00F635DB" w:rsidRDefault="00855694" w:rsidP="00F635DB">
      <w:r w:rsidRPr="009071AC">
        <w:t xml:space="preserve">Et pour que </w:t>
      </w:r>
      <w:r w:rsidR="00F635DB">
        <w:t>M</w:t>
      </w:r>
      <w:r w:rsidR="00F635DB" w:rsidRPr="00F635DB">
        <w:rPr>
          <w:vertAlign w:val="superscript"/>
        </w:rPr>
        <w:t>lle</w:t>
      </w:r>
      <w:r w:rsidR="00F635DB">
        <w:t> </w:t>
      </w:r>
      <w:r w:rsidRPr="009071AC">
        <w:t>Marguerite n</w:t>
      </w:r>
      <w:r w:rsidR="00F635DB">
        <w:t>’</w:t>
      </w:r>
      <w:r w:rsidRPr="009071AC">
        <w:t>eût ni doute ni hésitation</w:t>
      </w:r>
      <w:r w:rsidR="00F635DB">
        <w:t xml:space="preserve">, </w:t>
      </w:r>
      <w:r w:rsidRPr="009071AC">
        <w:t>le lâche</w:t>
      </w:r>
      <w:r w:rsidR="00F635DB">
        <w:t xml:space="preserve">, </w:t>
      </w:r>
      <w:r w:rsidRPr="009071AC">
        <w:t>le misérable qui lui adressait l</w:t>
      </w:r>
      <w:r w:rsidR="00F635DB">
        <w:t>’</w:t>
      </w:r>
      <w:r w:rsidRPr="009071AC">
        <w:t>article avait eu soin</w:t>
      </w:r>
      <w:r w:rsidR="00F635DB">
        <w:t xml:space="preserve">, </w:t>
      </w:r>
      <w:r w:rsidRPr="009071AC">
        <w:t>à côté des initiales</w:t>
      </w:r>
      <w:r w:rsidR="00F635DB">
        <w:t xml:space="preserve">, </w:t>
      </w:r>
      <w:r w:rsidRPr="009071AC">
        <w:t>d</w:t>
      </w:r>
      <w:r w:rsidR="00F635DB">
        <w:t>’</w:t>
      </w:r>
      <w:r w:rsidRPr="009071AC">
        <w:t>ajouter</w:t>
      </w:r>
      <w:r w:rsidR="00F635DB">
        <w:t xml:space="preserve">, </w:t>
      </w:r>
      <w:r w:rsidRPr="009071AC">
        <w:t>au crayon</w:t>
      </w:r>
      <w:r w:rsidR="00F635DB">
        <w:t xml:space="preserve">, </w:t>
      </w:r>
      <w:r w:rsidRPr="009071AC">
        <w:t>les noms en toutes lettres</w:t>
      </w:r>
      <w:r w:rsidR="00F635DB">
        <w:t>.</w:t>
      </w:r>
    </w:p>
    <w:p w14:paraId="3AE7BF5A" w14:textId="77777777" w:rsidR="00F635DB" w:rsidRDefault="00855694" w:rsidP="00F635DB">
      <w:r w:rsidRPr="009071AC">
        <w:t>Ainsi</w:t>
      </w:r>
      <w:r w:rsidR="00F635DB">
        <w:t xml:space="preserve">, </w:t>
      </w:r>
      <w:r w:rsidRPr="009071AC">
        <w:t>il avait écrit d</w:t>
      </w:r>
      <w:r w:rsidR="00F635DB">
        <w:t>’</w:t>
      </w:r>
      <w:r w:rsidRPr="009071AC">
        <w:t>Argelès</w:t>
      </w:r>
      <w:r w:rsidR="00F635DB">
        <w:t xml:space="preserve">, </w:t>
      </w:r>
      <w:r w:rsidRPr="009071AC">
        <w:t xml:space="preserve">Pascal </w:t>
      </w:r>
      <w:proofErr w:type="spellStart"/>
      <w:r w:rsidRPr="009071AC">
        <w:t>Férailleur</w:t>
      </w:r>
      <w:proofErr w:type="spellEnd"/>
      <w:r w:rsidR="00F635DB">
        <w:t xml:space="preserve">, </w:t>
      </w:r>
      <w:r w:rsidRPr="009071AC">
        <w:t xml:space="preserve">Fernand de </w:t>
      </w:r>
      <w:proofErr w:type="spellStart"/>
      <w:r w:rsidRPr="009071AC">
        <w:t>Coralth</w:t>
      </w:r>
      <w:proofErr w:type="spellEnd"/>
      <w:r w:rsidR="00F635DB">
        <w:t xml:space="preserve">, </w:t>
      </w:r>
      <w:proofErr w:type="spellStart"/>
      <w:r w:rsidRPr="009071AC">
        <w:t>Rochecote</w:t>
      </w:r>
      <w:proofErr w:type="spellEnd"/>
      <w:r w:rsidR="00F635DB">
        <w:t>.</w:t>
      </w:r>
    </w:p>
    <w:p w14:paraId="37209AEA" w14:textId="77777777" w:rsidR="00F635DB" w:rsidRDefault="00855694" w:rsidP="00F635DB">
      <w:r w:rsidRPr="009071AC">
        <w:t>Et cependant</w:t>
      </w:r>
      <w:r w:rsidR="00F635DB">
        <w:t xml:space="preserve">, </w:t>
      </w:r>
      <w:r w:rsidRPr="009071AC">
        <w:t>malgré cette précaution ignoble</w:t>
      </w:r>
      <w:r w:rsidR="00F635DB">
        <w:t xml:space="preserve">, </w:t>
      </w:r>
      <w:r w:rsidRPr="009071AC">
        <w:t>la jeune fille ne saisissait</w:t>
      </w:r>
      <w:r w:rsidR="00F635DB">
        <w:t xml:space="preserve">, </w:t>
      </w:r>
      <w:r w:rsidRPr="009071AC">
        <w:t>tout d</w:t>
      </w:r>
      <w:r w:rsidR="00F635DB">
        <w:t>’</w:t>
      </w:r>
      <w:r w:rsidRPr="009071AC">
        <w:t>abord</w:t>
      </w:r>
      <w:r w:rsidR="00F635DB">
        <w:t xml:space="preserve">, </w:t>
      </w:r>
      <w:r w:rsidRPr="009071AC">
        <w:t>ni le sens ni la portée de ce récit</w:t>
      </w:r>
      <w:r w:rsidR="00F635DB">
        <w:t xml:space="preserve">, </w:t>
      </w:r>
      <w:r w:rsidRPr="009071AC">
        <w:t>et il lui fallut le relire jusqu</w:t>
      </w:r>
      <w:r w:rsidR="00F635DB">
        <w:t>’</w:t>
      </w:r>
      <w:r w:rsidRPr="009071AC">
        <w:t>à quatre fois</w:t>
      </w:r>
      <w:r w:rsidR="00F635DB">
        <w:t xml:space="preserve">… </w:t>
      </w:r>
      <w:r w:rsidRPr="009071AC">
        <w:t>Mais lorsqu</w:t>
      </w:r>
      <w:r w:rsidR="00F635DB">
        <w:t>’</w:t>
      </w:r>
      <w:r w:rsidRPr="009071AC">
        <w:t>elle comprit enfin</w:t>
      </w:r>
      <w:r w:rsidR="00F635DB">
        <w:t xml:space="preserve">, </w:t>
      </w:r>
      <w:r w:rsidRPr="009071AC">
        <w:t>quand l</w:t>
      </w:r>
      <w:r w:rsidR="00F635DB">
        <w:t>’</w:t>
      </w:r>
      <w:r w:rsidRPr="009071AC">
        <w:t>horrible vérité éclata dans son esprit</w:t>
      </w:r>
      <w:r w:rsidR="00F635DB">
        <w:t xml:space="preserve">, </w:t>
      </w:r>
      <w:r w:rsidRPr="009071AC">
        <w:t>le journal lui échappa des mains</w:t>
      </w:r>
      <w:r w:rsidR="00F635DB">
        <w:t xml:space="preserve">, </w:t>
      </w:r>
      <w:r w:rsidRPr="009071AC">
        <w:t>elle pâlit comme on ne pâlit que pour mourir</w:t>
      </w:r>
      <w:r w:rsidR="00F635DB">
        <w:t xml:space="preserve">, </w:t>
      </w:r>
      <w:r w:rsidRPr="009071AC">
        <w:t>et pantelante</w:t>
      </w:r>
      <w:r w:rsidR="00F635DB">
        <w:t xml:space="preserve">, </w:t>
      </w:r>
      <w:r w:rsidRPr="009071AC">
        <w:t>anéantie</w:t>
      </w:r>
      <w:r w:rsidR="00F635DB">
        <w:t xml:space="preserve">, </w:t>
      </w:r>
      <w:r w:rsidRPr="009071AC">
        <w:t>assommée</w:t>
      </w:r>
      <w:r w:rsidR="00F635DB">
        <w:t xml:space="preserve">, </w:t>
      </w:r>
      <w:r w:rsidRPr="009071AC">
        <w:t>elle s</w:t>
      </w:r>
      <w:r w:rsidR="00F635DB">
        <w:t>’</w:t>
      </w:r>
      <w:r w:rsidRPr="009071AC">
        <w:t>appuya contre le mur</w:t>
      </w:r>
      <w:r w:rsidR="00F635DB">
        <w:t>…</w:t>
      </w:r>
    </w:p>
    <w:p w14:paraId="574631E4" w14:textId="77777777" w:rsidR="00F635DB" w:rsidRDefault="00855694" w:rsidP="00F635DB">
      <w:r w:rsidRPr="009071AC">
        <w:t>Ses traits exprimèrent si bien la plus atroce douleur</w:t>
      </w:r>
      <w:r w:rsidR="00F635DB">
        <w:t xml:space="preserve">, </w:t>
      </w:r>
      <w:r w:rsidRPr="009071AC">
        <w:t>que le juge de paix</w:t>
      </w:r>
      <w:r w:rsidR="00F635DB">
        <w:t xml:space="preserve">, </w:t>
      </w:r>
      <w:r w:rsidRPr="009071AC">
        <w:t>effrayé</w:t>
      </w:r>
      <w:r w:rsidR="00F635DB">
        <w:t xml:space="preserve">, </w:t>
      </w:r>
      <w:r w:rsidRPr="009071AC">
        <w:t>se dressa d</w:t>
      </w:r>
      <w:r w:rsidR="00F635DB">
        <w:t>’</w:t>
      </w:r>
      <w:r w:rsidRPr="009071AC">
        <w:t>un bond</w:t>
      </w:r>
      <w:r w:rsidR="00F635DB">
        <w:t>.</w:t>
      </w:r>
    </w:p>
    <w:p w14:paraId="618EAB94" w14:textId="77777777" w:rsidR="00F635DB" w:rsidRDefault="00F635DB" w:rsidP="00F635DB">
      <w:r>
        <w:t>— </w:t>
      </w:r>
      <w:r w:rsidR="00855694" w:rsidRPr="009071AC">
        <w:t>Qu</w:t>
      </w:r>
      <w:r>
        <w:t>’</w:t>
      </w:r>
      <w:r w:rsidR="00855694" w:rsidRPr="009071AC">
        <w:t>y a-t-il encore</w:t>
      </w:r>
      <w:r>
        <w:t> ?</w:t>
      </w:r>
    </w:p>
    <w:p w14:paraId="2EBFFC3D" w14:textId="77777777" w:rsidR="00F635DB" w:rsidRDefault="00855694" w:rsidP="00F635DB">
      <w:r w:rsidRPr="009071AC">
        <w:t>Elle essaya de répondre</w:t>
      </w:r>
      <w:r w:rsidR="00F635DB">
        <w:t xml:space="preserve">, </w:t>
      </w:r>
      <w:r w:rsidRPr="009071AC">
        <w:t>ne le put</w:t>
      </w:r>
      <w:r w:rsidR="00F635DB">
        <w:t xml:space="preserve">, </w:t>
      </w:r>
      <w:r w:rsidRPr="009071AC">
        <w:t>et alors montra du doigt</w:t>
      </w:r>
      <w:r w:rsidR="00F635DB">
        <w:t xml:space="preserve">, </w:t>
      </w:r>
      <w:r w:rsidRPr="009071AC">
        <w:t>à terre</w:t>
      </w:r>
      <w:r w:rsidR="00F635DB">
        <w:t xml:space="preserve">, </w:t>
      </w:r>
      <w:r w:rsidRPr="009071AC">
        <w:t>le journal en bégayant d</w:t>
      </w:r>
      <w:r w:rsidR="00F635DB">
        <w:t>’</w:t>
      </w:r>
      <w:r w:rsidRPr="009071AC">
        <w:t>une voix étranglée</w:t>
      </w:r>
      <w:r w:rsidR="00F635DB">
        <w:t> :</w:t>
      </w:r>
    </w:p>
    <w:p w14:paraId="27652344" w14:textId="77777777" w:rsidR="00F635DB" w:rsidRDefault="00F635DB" w:rsidP="00F635DB">
      <w:r>
        <w:t>— </w:t>
      </w:r>
      <w:r w:rsidR="00855694" w:rsidRPr="009071AC">
        <w:t>Là</w:t>
      </w:r>
      <w:r>
        <w:t xml:space="preserve"> !… </w:t>
      </w:r>
      <w:r w:rsidR="00855694" w:rsidRPr="009071AC">
        <w:t>là</w:t>
      </w:r>
      <w:r>
        <w:t> !…</w:t>
      </w:r>
    </w:p>
    <w:p w14:paraId="1178A2FC" w14:textId="77777777" w:rsidR="00F635DB" w:rsidRDefault="00855694" w:rsidP="00F635DB">
      <w:r w:rsidRPr="009071AC">
        <w:t>Il ne fallut au juge qu</w:t>
      </w:r>
      <w:r w:rsidR="00F635DB">
        <w:t>’</w:t>
      </w:r>
      <w:r w:rsidRPr="009071AC">
        <w:t>un coup</w:t>
      </w:r>
      <w:r w:rsidR="00F635DB">
        <w:t xml:space="preserve">, </w:t>
      </w:r>
      <w:r w:rsidRPr="009071AC">
        <w:t>d</w:t>
      </w:r>
      <w:r w:rsidR="00F635DB">
        <w:t>’</w:t>
      </w:r>
      <w:r w:rsidRPr="009071AC">
        <w:t>œil pour comprendre</w:t>
      </w:r>
      <w:r w:rsidR="00F635DB">
        <w:t xml:space="preserve">. </w:t>
      </w:r>
      <w:r w:rsidRPr="009071AC">
        <w:t>Et cet homme</w:t>
      </w:r>
      <w:r w:rsidR="00F635DB">
        <w:t xml:space="preserve">, </w:t>
      </w:r>
      <w:r w:rsidRPr="009071AC">
        <w:t>qui avait vu tant de misères en sa vie</w:t>
      </w:r>
      <w:r w:rsidR="00F635DB">
        <w:t xml:space="preserve">, </w:t>
      </w:r>
      <w:r w:rsidRPr="009071AC">
        <w:t xml:space="preserve">ce </w:t>
      </w:r>
      <w:r w:rsidRPr="009071AC">
        <w:lastRenderedPageBreak/>
        <w:t>magistrat qui avait été le confident de tant de martyres ignorés</w:t>
      </w:r>
      <w:r w:rsidR="00F635DB">
        <w:t xml:space="preserve">, </w:t>
      </w:r>
      <w:r w:rsidRPr="009071AC">
        <w:t>fut atterré de l</w:t>
      </w:r>
      <w:r w:rsidR="00F635DB">
        <w:t>’</w:t>
      </w:r>
      <w:r w:rsidRPr="009071AC">
        <w:t>acharnement de la destinée à frapper cette infortunée</w:t>
      </w:r>
      <w:r w:rsidR="00F635DB">
        <w:t>.</w:t>
      </w:r>
    </w:p>
    <w:p w14:paraId="21BF8970" w14:textId="77777777" w:rsidR="00F635DB" w:rsidRDefault="00855694" w:rsidP="00F635DB">
      <w:r w:rsidRPr="009071AC">
        <w:t>Il s</w:t>
      </w:r>
      <w:r w:rsidR="00F635DB">
        <w:t>’</w:t>
      </w:r>
      <w:r w:rsidRPr="009071AC">
        <w:t>approcha d</w:t>
      </w:r>
      <w:r w:rsidR="00F635DB">
        <w:t>’</w:t>
      </w:r>
      <w:r w:rsidRPr="009071AC">
        <w:t>elle comme elle défaillait et la soutint jusqu</w:t>
      </w:r>
      <w:r w:rsidR="00F635DB">
        <w:t>’</w:t>
      </w:r>
      <w:r w:rsidRPr="009071AC">
        <w:t>à son fauteuil</w:t>
      </w:r>
      <w:r w:rsidR="00F635DB">
        <w:t xml:space="preserve">, </w:t>
      </w:r>
      <w:r w:rsidRPr="009071AC">
        <w:t>où elle s</w:t>
      </w:r>
      <w:r w:rsidR="00F635DB">
        <w:t>’</w:t>
      </w:r>
      <w:r w:rsidRPr="009071AC">
        <w:t>affaissa</w:t>
      </w:r>
      <w:r w:rsidR="00F635DB">
        <w:t>.</w:t>
      </w:r>
    </w:p>
    <w:p w14:paraId="74F4EBB3" w14:textId="77777777" w:rsidR="00F635DB" w:rsidRDefault="00F635DB" w:rsidP="00F635DB">
      <w:r>
        <w:t>— </w:t>
      </w:r>
      <w:r w:rsidR="00855694" w:rsidRPr="009071AC">
        <w:t>Pauvre enfant</w:t>
      </w:r>
      <w:r>
        <w:t xml:space="preserve"> !… </w:t>
      </w:r>
      <w:r w:rsidR="00855694" w:rsidRPr="009071AC">
        <w:t>murmura-t-il</w:t>
      </w:r>
      <w:r>
        <w:t xml:space="preserve">… </w:t>
      </w:r>
      <w:r w:rsidR="00855694" w:rsidRPr="009071AC">
        <w:t>L</w:t>
      </w:r>
      <w:r>
        <w:t>’</w:t>
      </w:r>
      <w:r w:rsidR="00855694" w:rsidRPr="009071AC">
        <w:t>homme que vous aviez choisi</w:t>
      </w:r>
      <w:r>
        <w:t xml:space="preserve">, </w:t>
      </w:r>
      <w:r w:rsidR="00855694" w:rsidRPr="009071AC">
        <w:t>à qui vous eussiez tout sacrifié</w:t>
      </w:r>
      <w:r>
        <w:t xml:space="preserve">… </w:t>
      </w:r>
      <w:r w:rsidR="00855694" w:rsidRPr="009071AC">
        <w:t>c</w:t>
      </w:r>
      <w:r>
        <w:t>’</w:t>
      </w:r>
      <w:r w:rsidR="00855694" w:rsidRPr="009071AC">
        <w:t xml:space="preserve">est ce Pascal </w:t>
      </w:r>
      <w:proofErr w:type="spellStart"/>
      <w:r w:rsidR="00855694" w:rsidRPr="009071AC">
        <w:t>Férailleur</w:t>
      </w:r>
      <w:proofErr w:type="spellEnd"/>
      <w:r>
        <w:t xml:space="preserve">, </w:t>
      </w:r>
      <w:r w:rsidR="00855694" w:rsidRPr="009071AC">
        <w:t>n</w:t>
      </w:r>
      <w:r>
        <w:t>’</w:t>
      </w:r>
      <w:r w:rsidR="00855694" w:rsidRPr="009071AC">
        <w:t>est-ce pas</w:t>
      </w:r>
      <w:r>
        <w:t> ?…</w:t>
      </w:r>
    </w:p>
    <w:p w14:paraId="5DA7C7CC" w14:textId="77777777" w:rsidR="00F635DB" w:rsidRDefault="00F635DB" w:rsidP="00F635DB">
      <w:r>
        <w:t>— </w:t>
      </w:r>
      <w:r w:rsidR="00855694" w:rsidRPr="009071AC">
        <w:t>C</w:t>
      </w:r>
      <w:r>
        <w:t>’</w:t>
      </w:r>
      <w:r w:rsidR="00855694" w:rsidRPr="009071AC">
        <w:t>est lui</w:t>
      </w:r>
      <w:r>
        <w:t>.</w:t>
      </w:r>
    </w:p>
    <w:p w14:paraId="4FA12A5B" w14:textId="77777777" w:rsidR="00F635DB" w:rsidRDefault="00F635DB" w:rsidP="00F635DB">
      <w:r>
        <w:t>— </w:t>
      </w:r>
      <w:r w:rsidR="00855694" w:rsidRPr="009071AC">
        <w:t>Il est avocat</w:t>
      </w:r>
      <w:r>
        <w:t> ?</w:t>
      </w:r>
    </w:p>
    <w:p w14:paraId="3C62F0F7" w14:textId="77777777" w:rsidR="00F635DB" w:rsidRDefault="00F635DB" w:rsidP="00F635DB">
      <w:r>
        <w:t>— </w:t>
      </w:r>
      <w:r w:rsidR="00855694" w:rsidRPr="009071AC">
        <w:t>Je vous l</w:t>
      </w:r>
      <w:r>
        <w:t>’</w:t>
      </w:r>
      <w:r w:rsidR="00855694" w:rsidRPr="009071AC">
        <w:t>ai dit</w:t>
      </w:r>
      <w:r>
        <w:t xml:space="preserve">, </w:t>
      </w:r>
      <w:r w:rsidR="00855694" w:rsidRPr="009071AC">
        <w:t>monsieur</w:t>
      </w:r>
      <w:r>
        <w:t>.</w:t>
      </w:r>
    </w:p>
    <w:p w14:paraId="6711F58A" w14:textId="77777777" w:rsidR="00F635DB" w:rsidRDefault="00F635DB" w:rsidP="00F635DB">
      <w:r>
        <w:t>— </w:t>
      </w:r>
      <w:r w:rsidR="00855694" w:rsidRPr="009071AC">
        <w:t>Il demeure bien rue d</w:t>
      </w:r>
      <w:r>
        <w:t>’</w:t>
      </w:r>
      <w:r w:rsidR="00855694" w:rsidRPr="009071AC">
        <w:t>Ulm</w:t>
      </w:r>
      <w:r>
        <w:t> ?</w:t>
      </w:r>
    </w:p>
    <w:p w14:paraId="6B44C00A" w14:textId="77777777" w:rsidR="00F635DB" w:rsidRDefault="00F635DB" w:rsidP="00F635DB">
      <w:r>
        <w:t>— </w:t>
      </w:r>
      <w:r w:rsidR="00855694" w:rsidRPr="009071AC">
        <w:t>Oui</w:t>
      </w:r>
      <w:r>
        <w:t>.</w:t>
      </w:r>
    </w:p>
    <w:p w14:paraId="4EC6E05B" w14:textId="77777777" w:rsidR="00F635DB" w:rsidRDefault="00855694" w:rsidP="00F635DB">
      <w:r w:rsidRPr="009071AC">
        <w:t>Le juge de paix hocha tristement la tête</w:t>
      </w:r>
      <w:r w:rsidR="00F635DB">
        <w:t>.</w:t>
      </w:r>
    </w:p>
    <w:p w14:paraId="2DBF6C1E" w14:textId="77777777" w:rsidR="00F635DB" w:rsidRDefault="00F635DB" w:rsidP="00F635DB">
      <w:r>
        <w:t>— </w:t>
      </w:r>
      <w:r w:rsidR="00855694" w:rsidRPr="009071AC">
        <w:t>C</w:t>
      </w:r>
      <w:r>
        <w:t>’</w:t>
      </w:r>
      <w:r w:rsidR="00855694" w:rsidRPr="009071AC">
        <w:t>est bien lui</w:t>
      </w:r>
      <w:r>
        <w:t xml:space="preserve">, </w:t>
      </w:r>
      <w:r w:rsidR="00855694" w:rsidRPr="009071AC">
        <w:t>fit-il</w:t>
      </w:r>
      <w:r>
        <w:t xml:space="preserve">… </w:t>
      </w:r>
      <w:r w:rsidR="00855694" w:rsidRPr="009071AC">
        <w:t>Car je le connais</w:t>
      </w:r>
      <w:r>
        <w:t xml:space="preserve">, </w:t>
      </w:r>
      <w:r w:rsidR="00855694" w:rsidRPr="009071AC">
        <w:t>pauvre enfant</w:t>
      </w:r>
      <w:r>
        <w:t xml:space="preserve">, </w:t>
      </w:r>
      <w:r w:rsidR="00855694" w:rsidRPr="009071AC">
        <w:t>je l</w:t>
      </w:r>
      <w:r>
        <w:t>’</w:t>
      </w:r>
      <w:r w:rsidR="00855694" w:rsidRPr="009071AC">
        <w:t>aimais et</w:t>
      </w:r>
      <w:r>
        <w:t xml:space="preserve">… </w:t>
      </w:r>
      <w:r w:rsidR="00855694" w:rsidRPr="009071AC">
        <w:t>je l</w:t>
      </w:r>
      <w:r>
        <w:t>’</w:t>
      </w:r>
      <w:r w:rsidR="00855694" w:rsidRPr="009071AC">
        <w:t>honorais</w:t>
      </w:r>
      <w:r>
        <w:t xml:space="preserve">. </w:t>
      </w:r>
      <w:r w:rsidR="00855694" w:rsidRPr="009071AC">
        <w:t>Hier encore</w:t>
      </w:r>
      <w:r>
        <w:t xml:space="preserve">, </w:t>
      </w:r>
      <w:r w:rsidR="00855694" w:rsidRPr="009071AC">
        <w:t>je vous aurais dit</w:t>
      </w:r>
      <w:r>
        <w:t> : « </w:t>
      </w:r>
      <w:r w:rsidR="00855694" w:rsidRPr="009071AC">
        <w:t>Celui-là est digne de vous</w:t>
      </w:r>
      <w:r>
        <w:t>. »</w:t>
      </w:r>
      <w:r w:rsidR="00855694" w:rsidRPr="009071AC">
        <w:t xml:space="preserve"> Son intacte réputation désarmait jusqu</w:t>
      </w:r>
      <w:r>
        <w:t>’</w:t>
      </w:r>
      <w:r w:rsidR="00855694" w:rsidRPr="009071AC">
        <w:t>à l</w:t>
      </w:r>
      <w:r>
        <w:t>’</w:t>
      </w:r>
      <w:r w:rsidR="00855694" w:rsidRPr="009071AC">
        <w:t>envie</w:t>
      </w:r>
      <w:r>
        <w:t xml:space="preserve">… </w:t>
      </w:r>
      <w:r w:rsidR="00855694" w:rsidRPr="009071AC">
        <w:t>Et voilà où le jeu l</w:t>
      </w:r>
      <w:r>
        <w:t>’</w:t>
      </w:r>
      <w:r w:rsidR="00855694" w:rsidRPr="009071AC">
        <w:t>a conduit</w:t>
      </w:r>
      <w:r>
        <w:t xml:space="preserve">… </w:t>
      </w:r>
      <w:r w:rsidR="00855694" w:rsidRPr="009071AC">
        <w:t>Il a volé</w:t>
      </w:r>
      <w:r>
        <w:t> !…</w:t>
      </w:r>
    </w:p>
    <w:p w14:paraId="5590C834" w14:textId="6D420D14" w:rsidR="00F635DB" w:rsidRDefault="00855694" w:rsidP="00F635DB">
      <w:r w:rsidRPr="009071AC">
        <w:t>Roide et tout d</w:t>
      </w:r>
      <w:r w:rsidR="00F635DB">
        <w:t>’</w:t>
      </w:r>
      <w:r w:rsidRPr="009071AC">
        <w:t>une pièce</w:t>
      </w:r>
      <w:r w:rsidR="00F635DB">
        <w:t>, M</w:t>
      </w:r>
      <w:r w:rsidR="00F635DB" w:rsidRPr="00F635DB">
        <w:rPr>
          <w:vertAlign w:val="superscript"/>
        </w:rPr>
        <w:t>lle</w:t>
      </w:r>
      <w:r w:rsidR="00F635DB">
        <w:t> </w:t>
      </w:r>
      <w:r w:rsidRPr="009071AC">
        <w:t>Marguerite se dressa</w:t>
      </w:r>
      <w:r w:rsidR="00F635DB">
        <w:t>.</w:t>
      </w:r>
    </w:p>
    <w:p w14:paraId="4BA61B7E" w14:textId="77777777" w:rsidR="00F635DB" w:rsidRDefault="00F635DB" w:rsidP="00F635DB">
      <w:r>
        <w:t>— </w:t>
      </w:r>
      <w:r w:rsidR="00855694" w:rsidRPr="009071AC">
        <w:t>C</w:t>
      </w:r>
      <w:r>
        <w:t>’</w:t>
      </w:r>
      <w:r w:rsidR="00855694" w:rsidRPr="009071AC">
        <w:t>est faux</w:t>
      </w:r>
      <w:r>
        <w:t xml:space="preserve"> !… </w:t>
      </w:r>
      <w:r w:rsidR="00855694" w:rsidRPr="009071AC">
        <w:t>prononça-t-elle</w:t>
      </w:r>
      <w:r>
        <w:t xml:space="preserve">… </w:t>
      </w:r>
      <w:r w:rsidR="00855694" w:rsidRPr="009071AC">
        <w:t>ce qu</w:t>
      </w:r>
      <w:r>
        <w:t>’</w:t>
      </w:r>
      <w:r w:rsidR="00855694" w:rsidRPr="009071AC">
        <w:t>il y a sur ce journal est faux</w:t>
      </w:r>
      <w:r>
        <w:t> !…</w:t>
      </w:r>
    </w:p>
    <w:p w14:paraId="5AE3B6E2" w14:textId="77777777" w:rsidR="00F635DB" w:rsidRDefault="00855694" w:rsidP="00F635DB">
      <w:r w:rsidRPr="009071AC">
        <w:t>Sous tant de coups répétés</w:t>
      </w:r>
      <w:r w:rsidR="00F635DB">
        <w:t xml:space="preserve">, </w:t>
      </w:r>
      <w:r w:rsidRPr="009071AC">
        <w:t>la raison de cette infortunée vacillait-elle donc</w:t>
      </w:r>
      <w:r w:rsidR="00F635DB">
        <w:t xml:space="preserve"> ? </w:t>
      </w:r>
      <w:r w:rsidRPr="009071AC">
        <w:t>On pouvait le craindre</w:t>
      </w:r>
      <w:r w:rsidR="00F635DB">
        <w:t>.</w:t>
      </w:r>
    </w:p>
    <w:p w14:paraId="2FD160D6" w14:textId="77777777" w:rsidR="00F635DB" w:rsidRDefault="00855694" w:rsidP="00F635DB">
      <w:r w:rsidRPr="009071AC">
        <w:lastRenderedPageBreak/>
        <w:t>Livide l</w:t>
      </w:r>
      <w:r w:rsidR="00F635DB">
        <w:t>’</w:t>
      </w:r>
      <w:r w:rsidRPr="009071AC">
        <w:t>instant d</w:t>
      </w:r>
      <w:r w:rsidR="00F635DB">
        <w:t>’</w:t>
      </w:r>
      <w:r w:rsidRPr="009071AC">
        <w:t>avant</w:t>
      </w:r>
      <w:r w:rsidR="00F635DB">
        <w:t xml:space="preserve">, </w:t>
      </w:r>
      <w:r w:rsidRPr="009071AC">
        <w:t>elle était devenue plus rouge que le feu</w:t>
      </w:r>
      <w:r w:rsidR="00F635DB">
        <w:t xml:space="preserve">, </w:t>
      </w:r>
      <w:r w:rsidRPr="009071AC">
        <w:t>un tremblement convulsif la secouait</w:t>
      </w:r>
      <w:r w:rsidR="00F635DB">
        <w:t xml:space="preserve">, </w:t>
      </w:r>
      <w:r w:rsidRPr="009071AC">
        <w:t>et ses yeux fixes brillaient du sinistre éclat du délire</w:t>
      </w:r>
      <w:r w:rsidR="00F635DB">
        <w:t>.</w:t>
      </w:r>
    </w:p>
    <w:p w14:paraId="600BD94E" w14:textId="77777777" w:rsidR="00F635DB" w:rsidRDefault="00F635DB" w:rsidP="00F635DB">
      <w:r>
        <w:t>— </w:t>
      </w:r>
      <w:r w:rsidR="00855694" w:rsidRPr="009071AC">
        <w:t>Si elle ne pleure pas</w:t>
      </w:r>
      <w:r>
        <w:t xml:space="preserve">, </w:t>
      </w:r>
      <w:r w:rsidR="00855694" w:rsidRPr="009071AC">
        <w:t>pensait le juge de paix</w:t>
      </w:r>
      <w:r>
        <w:t xml:space="preserve">, </w:t>
      </w:r>
      <w:r w:rsidR="00855694" w:rsidRPr="009071AC">
        <w:t>elle est perdue</w:t>
      </w:r>
      <w:r>
        <w:t>.</w:t>
      </w:r>
    </w:p>
    <w:p w14:paraId="2A716B30" w14:textId="77777777" w:rsidR="00F635DB" w:rsidRDefault="00855694" w:rsidP="00F635DB">
      <w:r w:rsidRPr="009071AC">
        <w:t>Et aussitôt</w:t>
      </w:r>
      <w:r w:rsidR="00F635DB">
        <w:t xml:space="preserve">, </w:t>
      </w:r>
      <w:r w:rsidRPr="009071AC">
        <w:t>loin d</w:t>
      </w:r>
      <w:r w:rsidR="00F635DB">
        <w:t>’</w:t>
      </w:r>
      <w:r w:rsidRPr="009071AC">
        <w:t>encourager ses espérances</w:t>
      </w:r>
      <w:r w:rsidR="00F635DB">
        <w:t xml:space="preserve">, </w:t>
      </w:r>
      <w:r w:rsidRPr="009071AC">
        <w:t>il voulut détruire des illusions qu</w:t>
      </w:r>
      <w:r w:rsidR="00F635DB">
        <w:t>’</w:t>
      </w:r>
      <w:r w:rsidRPr="009071AC">
        <w:t>il croyait dangereuses</w:t>
      </w:r>
      <w:r w:rsidR="00F635DB">
        <w:t>.</w:t>
      </w:r>
    </w:p>
    <w:p w14:paraId="4E7DBDEE" w14:textId="77777777" w:rsidR="00F635DB" w:rsidRDefault="00F635DB" w:rsidP="00F635DB">
      <w:r>
        <w:t>— </w:t>
      </w:r>
      <w:r w:rsidR="00855694" w:rsidRPr="009071AC">
        <w:t>Hélas</w:t>
      </w:r>
      <w:r>
        <w:t xml:space="preserve"> !… </w:t>
      </w:r>
      <w:r w:rsidR="00855694" w:rsidRPr="009071AC">
        <w:t>ma pauvre enfant</w:t>
      </w:r>
      <w:r>
        <w:t xml:space="preserve">, </w:t>
      </w:r>
      <w:r w:rsidR="00855694" w:rsidRPr="009071AC">
        <w:t>fit-il tristement</w:t>
      </w:r>
      <w:r>
        <w:t xml:space="preserve">, </w:t>
      </w:r>
      <w:r w:rsidR="00855694" w:rsidRPr="009071AC">
        <w:t>ne vous abusez pas</w:t>
      </w:r>
      <w:r>
        <w:t xml:space="preserve">… </w:t>
      </w:r>
      <w:r w:rsidR="00855694" w:rsidRPr="009071AC">
        <w:t>Les journaux sont parfois inconsidérés</w:t>
      </w:r>
      <w:r>
        <w:t xml:space="preserve">, </w:t>
      </w:r>
      <w:r w:rsidR="00855694" w:rsidRPr="009071AC">
        <w:t>il arrive qu</w:t>
      </w:r>
      <w:r>
        <w:t>’</w:t>
      </w:r>
      <w:r w:rsidR="00855694" w:rsidRPr="009071AC">
        <w:t>on surprend leur bonne foi</w:t>
      </w:r>
      <w:r>
        <w:t xml:space="preserve">… </w:t>
      </w:r>
      <w:r w:rsidR="00855694" w:rsidRPr="009071AC">
        <w:t>mais des articles tels que celui-ci ne se publient que sur des preuves appuyées d</w:t>
      </w:r>
      <w:r>
        <w:t>’</w:t>
      </w:r>
      <w:r w:rsidR="00855694" w:rsidRPr="009071AC">
        <w:t>irrécusables témoignages</w:t>
      </w:r>
      <w:r>
        <w:t>…</w:t>
      </w:r>
    </w:p>
    <w:p w14:paraId="29A39CDA" w14:textId="77777777" w:rsidR="00F635DB" w:rsidRDefault="00855694" w:rsidP="00F635DB">
      <w:r w:rsidRPr="009071AC">
        <w:t>Elle haussait les épaules comme si elle eût entendu les plus grandes absurdités du monde</w:t>
      </w:r>
      <w:r w:rsidR="00F635DB">
        <w:t xml:space="preserve">, </w:t>
      </w:r>
      <w:r w:rsidRPr="009071AC">
        <w:t xml:space="preserve">et à </w:t>
      </w:r>
      <w:proofErr w:type="spellStart"/>
      <w:r w:rsidRPr="009071AC">
        <w:t>demi-voix</w:t>
      </w:r>
      <w:proofErr w:type="spellEnd"/>
      <w:r w:rsidRPr="009071AC">
        <w:t xml:space="preserve"> murmurait</w:t>
      </w:r>
      <w:r w:rsidR="00F635DB">
        <w:t> :</w:t>
      </w:r>
    </w:p>
    <w:p w14:paraId="177EEB6A" w14:textId="77777777" w:rsidR="00F635DB" w:rsidRDefault="00F635DB" w:rsidP="00F635DB">
      <w:r>
        <w:t>— </w:t>
      </w:r>
      <w:r w:rsidR="00855694" w:rsidRPr="009071AC">
        <w:t>Je m</w:t>
      </w:r>
      <w:r>
        <w:t>’</w:t>
      </w:r>
      <w:r w:rsidR="00855694" w:rsidRPr="009071AC">
        <w:t>explique maintenant le silence de Pascal</w:t>
      </w:r>
      <w:r>
        <w:t xml:space="preserve">… </w:t>
      </w:r>
      <w:r w:rsidR="00855694" w:rsidRPr="009071AC">
        <w:t>Je comprends comment il n</w:t>
      </w:r>
      <w:r>
        <w:t>’</w:t>
      </w:r>
      <w:r w:rsidR="00855694" w:rsidRPr="009071AC">
        <w:t>a pas encore répondu à ma lettre d</w:t>
      </w:r>
      <w:r>
        <w:t>’</w:t>
      </w:r>
      <w:r w:rsidR="00855694" w:rsidRPr="009071AC">
        <w:t>hier soir</w:t>
      </w:r>
      <w:r>
        <w:t>…</w:t>
      </w:r>
    </w:p>
    <w:p w14:paraId="321C8813" w14:textId="77777777" w:rsidR="00F635DB" w:rsidRDefault="00855694" w:rsidP="00F635DB">
      <w:r w:rsidRPr="009071AC">
        <w:t>Et le juge poursuivait</w:t>
      </w:r>
      <w:r w:rsidR="00F635DB">
        <w:t> :</w:t>
      </w:r>
    </w:p>
    <w:p w14:paraId="2614B151" w14:textId="77777777" w:rsidR="00F635DB" w:rsidRDefault="00F635DB" w:rsidP="00F635DB">
      <w:r>
        <w:t>— </w:t>
      </w:r>
      <w:r w:rsidR="00855694" w:rsidRPr="009071AC">
        <w:t>Ainsi</w:t>
      </w:r>
      <w:r>
        <w:t xml:space="preserve">, </w:t>
      </w:r>
      <w:r w:rsidR="00855694" w:rsidRPr="009071AC">
        <w:t>malheureusement</w:t>
      </w:r>
      <w:r>
        <w:t xml:space="preserve">, </w:t>
      </w:r>
      <w:r w:rsidR="00855694" w:rsidRPr="009071AC">
        <w:t>après l</w:t>
      </w:r>
      <w:r>
        <w:t>’</w:t>
      </w:r>
      <w:r w:rsidR="00855694" w:rsidRPr="009071AC">
        <w:t>article que nous venons de lire</w:t>
      </w:r>
      <w:r>
        <w:t xml:space="preserve">, </w:t>
      </w:r>
      <w:r w:rsidR="00855694" w:rsidRPr="009071AC">
        <w:t>on ne saurait garder l</w:t>
      </w:r>
      <w:r>
        <w:t>’</w:t>
      </w:r>
      <w:r w:rsidR="00855694" w:rsidRPr="009071AC">
        <w:t>ombre d</w:t>
      </w:r>
      <w:r>
        <w:t>’</w:t>
      </w:r>
      <w:r w:rsidR="00855694" w:rsidRPr="009071AC">
        <w:t>un doute</w:t>
      </w:r>
      <w:r>
        <w:t>…</w:t>
      </w:r>
    </w:p>
    <w:p w14:paraId="61F8C327" w14:textId="4B4977A6" w:rsidR="00F635DB" w:rsidRDefault="00855694" w:rsidP="00F635DB">
      <w:r w:rsidRPr="009071AC">
        <w:t>Brusquement</w:t>
      </w:r>
      <w:r w:rsidR="00F635DB">
        <w:t>, M</w:t>
      </w:r>
      <w:r w:rsidR="00F635DB" w:rsidRPr="00F635DB">
        <w:rPr>
          <w:vertAlign w:val="superscript"/>
        </w:rPr>
        <w:t>lle</w:t>
      </w:r>
      <w:r w:rsidR="00F635DB">
        <w:t> </w:t>
      </w:r>
      <w:r w:rsidRPr="009071AC">
        <w:t>Marguerite l</w:t>
      </w:r>
      <w:r w:rsidR="00F635DB">
        <w:t>’</w:t>
      </w:r>
      <w:r w:rsidRPr="009071AC">
        <w:t>interrompit</w:t>
      </w:r>
      <w:r w:rsidR="00F635DB">
        <w:t>.</w:t>
      </w:r>
    </w:p>
    <w:p w14:paraId="4BBC55AC" w14:textId="77777777" w:rsidR="00F635DB" w:rsidRDefault="00F635DB" w:rsidP="00F635DB">
      <w:r>
        <w:t>— </w:t>
      </w:r>
      <w:r w:rsidR="00855694" w:rsidRPr="009071AC">
        <w:t>Mais je n</w:t>
      </w:r>
      <w:r>
        <w:t>’</w:t>
      </w:r>
      <w:r w:rsidR="00855694" w:rsidRPr="009071AC">
        <w:t>ai pas douté une seconde</w:t>
      </w:r>
      <w:r>
        <w:t xml:space="preserve"> !… </w:t>
      </w:r>
      <w:r w:rsidR="00855694" w:rsidRPr="009071AC">
        <w:t>s</w:t>
      </w:r>
      <w:r>
        <w:t>’</w:t>
      </w:r>
      <w:r w:rsidR="00855694" w:rsidRPr="009071AC">
        <w:t>écria-t-elle</w:t>
      </w:r>
      <w:r>
        <w:t xml:space="preserve">. </w:t>
      </w:r>
      <w:r w:rsidR="00855694" w:rsidRPr="009071AC">
        <w:t>Douter de Pascal</w:t>
      </w:r>
      <w:r>
        <w:t xml:space="preserve">, </w:t>
      </w:r>
      <w:r w:rsidR="00855694" w:rsidRPr="009071AC">
        <w:t>moi</w:t>
      </w:r>
      <w:r>
        <w:t xml:space="preserve"> !… </w:t>
      </w:r>
      <w:r w:rsidR="00855694" w:rsidRPr="009071AC">
        <w:t>je douterais plutôt de moi-même</w:t>
      </w:r>
      <w:r>
        <w:t xml:space="preserve">… </w:t>
      </w:r>
      <w:r w:rsidR="00855694" w:rsidRPr="009071AC">
        <w:t>Je puis faillir</w:t>
      </w:r>
      <w:r>
        <w:t xml:space="preserve">, </w:t>
      </w:r>
      <w:r w:rsidR="00855694" w:rsidRPr="009071AC">
        <w:t>moi</w:t>
      </w:r>
      <w:r>
        <w:t xml:space="preserve">, </w:t>
      </w:r>
      <w:r w:rsidR="00855694" w:rsidRPr="009071AC">
        <w:t>je ne suis qu</w:t>
      </w:r>
      <w:r>
        <w:t>’</w:t>
      </w:r>
      <w:r w:rsidR="00855694" w:rsidRPr="009071AC">
        <w:t>une pauvre fille ignorante et faible</w:t>
      </w:r>
      <w:r>
        <w:t xml:space="preserve">, </w:t>
      </w:r>
      <w:r w:rsidR="00855694" w:rsidRPr="009071AC">
        <w:t>tandis que lui</w:t>
      </w:r>
      <w:r>
        <w:t xml:space="preserve">… </w:t>
      </w:r>
      <w:r w:rsidR="00855694" w:rsidRPr="009071AC">
        <w:t>lui</w:t>
      </w:r>
      <w:r>
        <w:t xml:space="preserve"> !… </w:t>
      </w:r>
      <w:r w:rsidR="00855694" w:rsidRPr="009071AC">
        <w:t>Vous ne savez donc pas qu</w:t>
      </w:r>
      <w:r>
        <w:t>’</w:t>
      </w:r>
      <w:r w:rsidR="00855694" w:rsidRPr="009071AC">
        <w:t>il était comme ma conscience</w:t>
      </w:r>
      <w:r>
        <w:t xml:space="preserve"> !… </w:t>
      </w:r>
      <w:r w:rsidR="00855694" w:rsidRPr="009071AC">
        <w:t>Avant de rien entreprendre</w:t>
      </w:r>
      <w:r>
        <w:t xml:space="preserve">, </w:t>
      </w:r>
      <w:r w:rsidR="00855694" w:rsidRPr="009071AC">
        <w:t>avant de rien décider</w:t>
      </w:r>
      <w:r>
        <w:t xml:space="preserve">, </w:t>
      </w:r>
      <w:r w:rsidR="00855694" w:rsidRPr="009071AC">
        <w:t>s</w:t>
      </w:r>
      <w:r>
        <w:t>’</w:t>
      </w:r>
      <w:r w:rsidR="00855694" w:rsidRPr="009071AC">
        <w:t>il me venait quelque scrupule</w:t>
      </w:r>
      <w:r>
        <w:t xml:space="preserve">, </w:t>
      </w:r>
      <w:r w:rsidR="00855694" w:rsidRPr="009071AC">
        <w:t xml:space="preserve">je me </w:t>
      </w:r>
      <w:r w:rsidR="00855694" w:rsidRPr="009071AC">
        <w:lastRenderedPageBreak/>
        <w:t>disais</w:t>
      </w:r>
      <w:r>
        <w:t> : « </w:t>
      </w:r>
      <w:r w:rsidR="00855694" w:rsidRPr="009071AC">
        <w:t>Que ferait-il</w:t>
      </w:r>
      <w:r>
        <w:t xml:space="preserve">, </w:t>
      </w:r>
      <w:r w:rsidR="00855694" w:rsidRPr="009071AC">
        <w:t>lui</w:t>
      </w:r>
      <w:r>
        <w:t> ?… »</w:t>
      </w:r>
      <w:r w:rsidR="00855694" w:rsidRPr="009071AC">
        <w:t xml:space="preserve"> Et la seule pensée de celui qui pour moi est l</w:t>
      </w:r>
      <w:r>
        <w:t>’</w:t>
      </w:r>
      <w:r w:rsidR="00855694" w:rsidRPr="009071AC">
        <w:t>honneur même suffisait à écarter les inspirations mauvaises</w:t>
      </w:r>
      <w:r>
        <w:t>.</w:t>
      </w:r>
    </w:p>
    <w:p w14:paraId="21E86EA9" w14:textId="77777777" w:rsidR="00F635DB" w:rsidRDefault="00855694" w:rsidP="00F635DB">
      <w:r w:rsidRPr="009071AC">
        <w:t>Son accent disait bien</w:t>
      </w:r>
      <w:r w:rsidR="00F635DB">
        <w:t xml:space="preserve">, </w:t>
      </w:r>
      <w:r w:rsidRPr="009071AC">
        <w:t>en effet</w:t>
      </w:r>
      <w:r w:rsidR="00F635DB">
        <w:t xml:space="preserve">, </w:t>
      </w:r>
      <w:r w:rsidRPr="009071AC">
        <w:t>sa confiance absolue</w:t>
      </w:r>
      <w:r w:rsidR="00F635DB">
        <w:t xml:space="preserve">, </w:t>
      </w:r>
      <w:r w:rsidRPr="009071AC">
        <w:t>entière</w:t>
      </w:r>
      <w:r w:rsidR="00F635DB">
        <w:t xml:space="preserve">, </w:t>
      </w:r>
      <w:r w:rsidRPr="009071AC">
        <w:t>inébranlable</w:t>
      </w:r>
      <w:r w:rsidR="00F635DB">
        <w:t xml:space="preserve">. </w:t>
      </w:r>
      <w:r w:rsidRPr="009071AC">
        <w:t>Et la foi donnait à son beau visage une sublime expression</w:t>
      </w:r>
      <w:r w:rsidR="00F635DB">
        <w:t>.</w:t>
      </w:r>
    </w:p>
    <w:p w14:paraId="6ACFC391" w14:textId="77777777" w:rsidR="00F635DB" w:rsidRDefault="00F635DB" w:rsidP="00F635DB">
      <w:r>
        <w:t>— </w:t>
      </w:r>
      <w:r w:rsidR="00855694" w:rsidRPr="009071AC">
        <w:t>Si vous m</w:t>
      </w:r>
      <w:r>
        <w:t>’</w:t>
      </w:r>
      <w:r w:rsidR="00855694" w:rsidRPr="009071AC">
        <w:t>avez vue chanceler</w:t>
      </w:r>
      <w:r>
        <w:t xml:space="preserve">, </w:t>
      </w:r>
      <w:r w:rsidR="00855694" w:rsidRPr="009071AC">
        <w:t>monsieur</w:t>
      </w:r>
      <w:r>
        <w:t xml:space="preserve">, </w:t>
      </w:r>
      <w:r w:rsidR="00855694" w:rsidRPr="009071AC">
        <w:t>poursuivait-elle</w:t>
      </w:r>
      <w:r>
        <w:t xml:space="preserve">, </w:t>
      </w:r>
      <w:r w:rsidR="00855694" w:rsidRPr="009071AC">
        <w:t>c</w:t>
      </w:r>
      <w:r>
        <w:t>’</w:t>
      </w:r>
      <w:r w:rsidR="00855694" w:rsidRPr="009071AC">
        <w:t>est que j</w:t>
      </w:r>
      <w:r>
        <w:t>’</w:t>
      </w:r>
      <w:r w:rsidR="00855694" w:rsidRPr="009071AC">
        <w:t>ai été atterrée par l</w:t>
      </w:r>
      <w:r>
        <w:t>’</w:t>
      </w:r>
      <w:r w:rsidR="00855694" w:rsidRPr="009071AC">
        <w:t>audace de l</w:t>
      </w:r>
      <w:r>
        <w:t>’</w:t>
      </w:r>
      <w:r w:rsidR="00855694" w:rsidRPr="009071AC">
        <w:t>accusation</w:t>
      </w:r>
      <w:r>
        <w:t xml:space="preserve">… </w:t>
      </w:r>
      <w:r w:rsidR="00855694" w:rsidRPr="009071AC">
        <w:t>Comment</w:t>
      </w:r>
      <w:r>
        <w:t xml:space="preserve">, </w:t>
      </w:r>
      <w:r w:rsidR="00855694" w:rsidRPr="009071AC">
        <w:t>par quelles manœuvres des misérables ont-ils paru convaincre Pascal d</w:t>
      </w:r>
      <w:r>
        <w:t>’</w:t>
      </w:r>
      <w:r w:rsidR="00855694" w:rsidRPr="009071AC">
        <w:t>une action flétrissante</w:t>
      </w:r>
      <w:r>
        <w:t xml:space="preserve"> ?… </w:t>
      </w:r>
      <w:r w:rsidR="00855694" w:rsidRPr="009071AC">
        <w:t>Cela passe mon entendement</w:t>
      </w:r>
      <w:r>
        <w:t xml:space="preserve">… </w:t>
      </w:r>
      <w:r w:rsidR="00855694" w:rsidRPr="009071AC">
        <w:t>Ce que je sais</w:t>
      </w:r>
      <w:r>
        <w:t xml:space="preserve">, </w:t>
      </w:r>
      <w:r w:rsidR="00855694" w:rsidRPr="009071AC">
        <w:t>c</w:t>
      </w:r>
      <w:r>
        <w:t>’</w:t>
      </w:r>
      <w:r w:rsidR="00855694" w:rsidRPr="009071AC">
        <w:t>est qu</w:t>
      </w:r>
      <w:r>
        <w:t>’</w:t>
      </w:r>
      <w:r w:rsidR="00855694" w:rsidRPr="009071AC">
        <w:t>il est innocent</w:t>
      </w:r>
      <w:r>
        <w:t xml:space="preserve">… </w:t>
      </w:r>
      <w:r w:rsidR="00855694" w:rsidRPr="009071AC">
        <w:t>Ce qui est sûr</w:t>
      </w:r>
      <w:r>
        <w:t xml:space="preserve">, </w:t>
      </w:r>
      <w:r w:rsidR="00855694" w:rsidRPr="009071AC">
        <w:t>c</w:t>
      </w:r>
      <w:r>
        <w:t>’</w:t>
      </w:r>
      <w:r w:rsidR="00855694" w:rsidRPr="009071AC">
        <w:t>est que la terre entière se dressant pour témoigner contre lui</w:t>
      </w:r>
      <w:r>
        <w:t xml:space="preserve">, </w:t>
      </w:r>
      <w:r w:rsidR="00855694" w:rsidRPr="009071AC">
        <w:t>n</w:t>
      </w:r>
      <w:r>
        <w:t>’</w:t>
      </w:r>
      <w:r w:rsidR="00855694" w:rsidRPr="009071AC">
        <w:t>altérerait pas ma croyance en lui</w:t>
      </w:r>
      <w:r>
        <w:t xml:space="preserve">… </w:t>
      </w:r>
      <w:r w:rsidR="00855694" w:rsidRPr="009071AC">
        <w:t>Il avouerait que je ne serais pas entièrement convaincue</w:t>
      </w:r>
      <w:r>
        <w:t xml:space="preserve">, </w:t>
      </w:r>
      <w:r w:rsidR="00855694" w:rsidRPr="009071AC">
        <w:t>et je le croirais fou plus aisément que coupable</w:t>
      </w:r>
      <w:r>
        <w:t> !…</w:t>
      </w:r>
    </w:p>
    <w:p w14:paraId="56AB2E18" w14:textId="77777777" w:rsidR="00F635DB" w:rsidRDefault="00855694" w:rsidP="00F635DB">
      <w:r w:rsidRPr="009071AC">
        <w:t>Un sourire amer crispait sa lèvre</w:t>
      </w:r>
      <w:r w:rsidR="00F635DB">
        <w:t xml:space="preserve">, </w:t>
      </w:r>
      <w:r w:rsidRPr="009071AC">
        <w:t>elle revenait au sentiment exact de la situation</w:t>
      </w:r>
      <w:r w:rsidR="00F635DB">
        <w:t xml:space="preserve">, </w:t>
      </w:r>
      <w:r w:rsidRPr="009071AC">
        <w:t>et c</w:t>
      </w:r>
      <w:r w:rsidR="00F635DB">
        <w:t>’</w:t>
      </w:r>
      <w:r w:rsidRPr="009071AC">
        <w:t>est d</w:t>
      </w:r>
      <w:r w:rsidR="00F635DB">
        <w:t>’</w:t>
      </w:r>
      <w:r w:rsidRPr="009071AC">
        <w:t>un ton relativement calme qu</w:t>
      </w:r>
      <w:r w:rsidR="00F635DB">
        <w:t>’</w:t>
      </w:r>
      <w:r w:rsidRPr="009071AC">
        <w:t>elle reprit</w:t>
      </w:r>
      <w:r w:rsidR="00F635DB">
        <w:t> :</w:t>
      </w:r>
    </w:p>
    <w:p w14:paraId="22788FB3" w14:textId="525B3920" w:rsidR="00F635DB" w:rsidRDefault="00F635DB" w:rsidP="00F635DB">
      <w:r>
        <w:t>— </w:t>
      </w:r>
      <w:r w:rsidR="00855694" w:rsidRPr="009071AC">
        <w:t>Que prouvent d</w:t>
      </w:r>
      <w:r>
        <w:t>’</w:t>
      </w:r>
      <w:r w:rsidR="00855694" w:rsidRPr="009071AC">
        <w:t>ailleurs de vains témoignages</w:t>
      </w:r>
      <w:r>
        <w:t xml:space="preserve">… </w:t>
      </w:r>
      <w:r w:rsidR="00855694" w:rsidRPr="009071AC">
        <w:t>N</w:t>
      </w:r>
      <w:r>
        <w:t>’</w:t>
      </w:r>
      <w:r w:rsidR="00855694" w:rsidRPr="009071AC">
        <w:t xml:space="preserve">avez-vous pas entendu ce matin la voix de tous nos domestiques me demander compte des millions de </w:t>
      </w:r>
      <w:r>
        <w:t>M. de </w:t>
      </w:r>
      <w:proofErr w:type="spellStart"/>
      <w:r w:rsidR="00855694" w:rsidRPr="009071AC">
        <w:t>Chalusse</w:t>
      </w:r>
      <w:proofErr w:type="spellEnd"/>
      <w:r>
        <w:t xml:space="preserve"> !… </w:t>
      </w:r>
      <w:r w:rsidR="00855694" w:rsidRPr="009071AC">
        <w:t>Qui sait ce qui fût advenu sans votre intervention</w:t>
      </w:r>
      <w:r>
        <w:t xml:space="preserve"> !… </w:t>
      </w:r>
      <w:r w:rsidR="00855694" w:rsidRPr="009071AC">
        <w:t>Peut-être serais-je en prison</w:t>
      </w:r>
      <w:r>
        <w:t xml:space="preserve">, </w:t>
      </w:r>
      <w:r w:rsidR="00855694" w:rsidRPr="009071AC">
        <w:t>à cette heure</w:t>
      </w:r>
      <w:r>
        <w:t> !…</w:t>
      </w:r>
    </w:p>
    <w:p w14:paraId="1A44C18B" w14:textId="77777777" w:rsidR="00F635DB" w:rsidRDefault="00F635DB" w:rsidP="00F635DB">
      <w:r>
        <w:t>— </w:t>
      </w:r>
      <w:r w:rsidR="00855694" w:rsidRPr="009071AC">
        <w:t>Ce n</w:t>
      </w:r>
      <w:r>
        <w:t>’</w:t>
      </w:r>
      <w:r w:rsidR="00855694" w:rsidRPr="009071AC">
        <w:t>est plus la même chose</w:t>
      </w:r>
      <w:r>
        <w:t xml:space="preserve">, </w:t>
      </w:r>
      <w:r w:rsidR="00855694" w:rsidRPr="009071AC">
        <w:t>mon enfant</w:t>
      </w:r>
      <w:r>
        <w:t>…</w:t>
      </w:r>
    </w:p>
    <w:p w14:paraId="3C9340F0" w14:textId="062D7DEE" w:rsidR="00F635DB" w:rsidRDefault="00F635DB" w:rsidP="00F635DB">
      <w:r>
        <w:t>— </w:t>
      </w:r>
      <w:r w:rsidR="00855694" w:rsidRPr="009071AC">
        <w:t>C</w:t>
      </w:r>
      <w:r>
        <w:t>’</w:t>
      </w:r>
      <w:r w:rsidR="00855694" w:rsidRPr="009071AC">
        <w:t>est la même chose</w:t>
      </w:r>
      <w:r>
        <w:t xml:space="preserve">, </w:t>
      </w:r>
      <w:r w:rsidR="00855694" w:rsidRPr="009071AC">
        <w:t>monsieur</w:t>
      </w:r>
      <w:r>
        <w:t xml:space="preserve"> !… </w:t>
      </w:r>
      <w:r w:rsidR="00855694" w:rsidRPr="009071AC">
        <w:t>Supposez-moi accusée</w:t>
      </w:r>
      <w:r>
        <w:t xml:space="preserve">. </w:t>
      </w:r>
      <w:r w:rsidR="00855694" w:rsidRPr="009071AC">
        <w:t>Que croyez-vous qu</w:t>
      </w:r>
      <w:r>
        <w:t>’</w:t>
      </w:r>
      <w:r w:rsidR="00855694" w:rsidRPr="009071AC">
        <w:t>eût répondu Pascal à qui fût allé lui dire</w:t>
      </w:r>
      <w:r>
        <w:t> : « </w:t>
      </w:r>
      <w:r w:rsidR="00855694" w:rsidRPr="009071AC">
        <w:t>Marguerite est une voleuse</w:t>
      </w:r>
      <w:r>
        <w:t xml:space="preserve"> !… </w:t>
      </w:r>
      <w:r w:rsidR="00855694" w:rsidRPr="009071AC">
        <w:t>Il eût ri</w:t>
      </w:r>
      <w:r>
        <w:t xml:space="preserve">, </w:t>
      </w:r>
      <w:r w:rsidR="00855694" w:rsidRPr="009071AC">
        <w:t>et comme moi se fût écrié</w:t>
      </w:r>
      <w:r>
        <w:t> : « </w:t>
      </w:r>
      <w:r w:rsidR="00855694" w:rsidRPr="009071AC">
        <w:t>impossible</w:t>
      </w:r>
      <w:r>
        <w:t> !… »</w:t>
      </w:r>
    </w:p>
    <w:p w14:paraId="55F6272F" w14:textId="77777777" w:rsidR="00F635DB" w:rsidRDefault="00855694" w:rsidP="00F635DB">
      <w:r w:rsidRPr="009071AC">
        <w:t>La conviction du juge de paix était faite</w:t>
      </w:r>
      <w:r w:rsidR="00F635DB">
        <w:t>.</w:t>
      </w:r>
    </w:p>
    <w:p w14:paraId="3748B612" w14:textId="77777777" w:rsidR="00F635DB" w:rsidRDefault="00855694" w:rsidP="00F635DB">
      <w:r w:rsidRPr="009071AC">
        <w:lastRenderedPageBreak/>
        <w:t>Pour lui</w:t>
      </w:r>
      <w:r w:rsidR="00F635DB">
        <w:t xml:space="preserve">, </w:t>
      </w:r>
      <w:r w:rsidRPr="009071AC">
        <w:t xml:space="preserve">Pascal </w:t>
      </w:r>
      <w:proofErr w:type="spellStart"/>
      <w:r w:rsidRPr="009071AC">
        <w:t>Férailleur</w:t>
      </w:r>
      <w:proofErr w:type="spellEnd"/>
      <w:r w:rsidRPr="009071AC">
        <w:t xml:space="preserve"> était coupable</w:t>
      </w:r>
      <w:r w:rsidR="00F635DB">
        <w:t>.</w:t>
      </w:r>
    </w:p>
    <w:p w14:paraId="1B076A91" w14:textId="092CEEFC" w:rsidR="00F635DB" w:rsidRDefault="00855694" w:rsidP="00F635DB">
      <w:r w:rsidRPr="009071AC">
        <w:t>Cependant</w:t>
      </w:r>
      <w:r w:rsidR="00F635DB">
        <w:t xml:space="preserve">, </w:t>
      </w:r>
      <w:r w:rsidRPr="009071AC">
        <w:t>il n</w:t>
      </w:r>
      <w:r w:rsidR="00F635DB">
        <w:t>’</w:t>
      </w:r>
      <w:r w:rsidRPr="009071AC">
        <w:t>entreprit pas de discuter</w:t>
      </w:r>
      <w:r w:rsidR="00F635DB">
        <w:t xml:space="preserve">. </w:t>
      </w:r>
      <w:r w:rsidRPr="009071AC">
        <w:t>D</w:t>
      </w:r>
      <w:r w:rsidR="00F635DB">
        <w:t>’</w:t>
      </w:r>
      <w:r w:rsidRPr="009071AC">
        <w:t>abord</w:t>
      </w:r>
      <w:r w:rsidR="00F635DB">
        <w:t xml:space="preserve">, </w:t>
      </w:r>
      <w:r w:rsidRPr="009071AC">
        <w:t>il sentait bien qu</w:t>
      </w:r>
      <w:r w:rsidR="00F635DB">
        <w:t>’</w:t>
      </w:r>
      <w:r w:rsidRPr="009071AC">
        <w:t xml:space="preserve">il ne convaincrait pas </w:t>
      </w:r>
      <w:r w:rsidR="00F635DB">
        <w:t>M</w:t>
      </w:r>
      <w:r w:rsidR="00F635DB" w:rsidRPr="00F635DB">
        <w:rPr>
          <w:vertAlign w:val="superscript"/>
        </w:rPr>
        <w:t>lle</w:t>
      </w:r>
      <w:r w:rsidR="00F635DB">
        <w:t> </w:t>
      </w:r>
      <w:r w:rsidRPr="009071AC">
        <w:t>Marguerite</w:t>
      </w:r>
      <w:r w:rsidR="00F635DB">
        <w:t xml:space="preserve"> ; </w:t>
      </w:r>
      <w:r w:rsidRPr="009071AC">
        <w:t>ensuite à quoi bon la convaincre</w:t>
      </w:r>
      <w:r w:rsidR="00F635DB">
        <w:t xml:space="preserve">, </w:t>
      </w:r>
      <w:r w:rsidRPr="009071AC">
        <w:t>maintenant que son énergie avait repris le dessus</w:t>
      </w:r>
      <w:r w:rsidR="00F635DB">
        <w:t>.</w:t>
      </w:r>
    </w:p>
    <w:p w14:paraId="5A789FCA" w14:textId="77777777" w:rsidR="00F635DB" w:rsidRDefault="00855694" w:rsidP="00F635DB">
      <w:r w:rsidRPr="009071AC">
        <w:t>Mais il chercha un moyen de connaître les projets de cette infortunée</w:t>
      </w:r>
      <w:r w:rsidR="00F635DB">
        <w:t xml:space="preserve">, </w:t>
      </w:r>
      <w:r w:rsidRPr="009071AC">
        <w:t>afin de les combattre s</w:t>
      </w:r>
      <w:r w:rsidR="00F635DB">
        <w:t>’</w:t>
      </w:r>
      <w:r w:rsidRPr="009071AC">
        <w:t>ils lui semblaient périlleux</w:t>
      </w:r>
      <w:r w:rsidR="00F635DB">
        <w:t>…</w:t>
      </w:r>
    </w:p>
    <w:p w14:paraId="1709FB0A" w14:textId="77777777" w:rsidR="00F635DB" w:rsidRDefault="00F635DB" w:rsidP="00F635DB">
      <w:r>
        <w:t>— </w:t>
      </w:r>
      <w:r w:rsidR="00855694" w:rsidRPr="009071AC">
        <w:t>Peut-être avez-vous raison</w:t>
      </w:r>
      <w:r>
        <w:t xml:space="preserve">, </w:t>
      </w:r>
      <w:r w:rsidR="00855694" w:rsidRPr="009071AC">
        <w:t>mon enfant</w:t>
      </w:r>
      <w:r>
        <w:t xml:space="preserve">, </w:t>
      </w:r>
      <w:r w:rsidR="00855694" w:rsidRPr="009071AC">
        <w:t>concéda-t-il</w:t>
      </w:r>
      <w:r>
        <w:t xml:space="preserve"> ; </w:t>
      </w:r>
      <w:r w:rsidR="00855694" w:rsidRPr="009071AC">
        <w:t>ce malheur n</w:t>
      </w:r>
      <w:r>
        <w:t>’</w:t>
      </w:r>
      <w:r w:rsidR="00855694" w:rsidRPr="009071AC">
        <w:t>en doit pas moins changer toutes vos déterminations</w:t>
      </w:r>
      <w:r>
        <w:t>…</w:t>
      </w:r>
    </w:p>
    <w:p w14:paraId="441BE76A" w14:textId="77777777" w:rsidR="00F635DB" w:rsidRDefault="00F635DB" w:rsidP="00F635DB">
      <w:r>
        <w:t>— </w:t>
      </w:r>
      <w:r w:rsidR="00855694" w:rsidRPr="009071AC">
        <w:t>En effet</w:t>
      </w:r>
      <w:r>
        <w:t xml:space="preserve">, </w:t>
      </w:r>
      <w:r w:rsidR="00855694" w:rsidRPr="009071AC">
        <w:t>monsieur</w:t>
      </w:r>
      <w:r>
        <w:t xml:space="preserve">, </w:t>
      </w:r>
      <w:r w:rsidR="00855694" w:rsidRPr="009071AC">
        <w:t>il les modifie</w:t>
      </w:r>
      <w:r>
        <w:t>…</w:t>
      </w:r>
    </w:p>
    <w:p w14:paraId="2489D725" w14:textId="77777777" w:rsidR="00F635DB" w:rsidRDefault="00855694" w:rsidP="00F635DB">
      <w:r w:rsidRPr="009071AC">
        <w:t>Un peu surpris de son flegme subit</w:t>
      </w:r>
      <w:r w:rsidR="00F635DB">
        <w:t xml:space="preserve">, </w:t>
      </w:r>
      <w:r w:rsidRPr="009071AC">
        <w:t>il la regarda</w:t>
      </w:r>
      <w:r w:rsidR="00F635DB">
        <w:t>.</w:t>
      </w:r>
    </w:p>
    <w:p w14:paraId="0571C198" w14:textId="77777777" w:rsidR="00F635DB" w:rsidRDefault="00F635DB" w:rsidP="00F635DB">
      <w:r>
        <w:t>— </w:t>
      </w:r>
      <w:r w:rsidR="00855694" w:rsidRPr="009071AC">
        <w:t>Il y a une heure</w:t>
      </w:r>
      <w:r>
        <w:t xml:space="preserve">, </w:t>
      </w:r>
      <w:r w:rsidR="00855694" w:rsidRPr="009071AC">
        <w:t>reprit-elle</w:t>
      </w:r>
      <w:r>
        <w:t xml:space="preserve">, </w:t>
      </w:r>
      <w:r w:rsidR="00855694" w:rsidRPr="009071AC">
        <w:t>j</w:t>
      </w:r>
      <w:r>
        <w:t>’</w:t>
      </w:r>
      <w:r w:rsidR="00855694" w:rsidRPr="009071AC">
        <w:t>étais bien résolue à aller trouver Pascal</w:t>
      </w:r>
      <w:r>
        <w:t xml:space="preserve">… </w:t>
      </w:r>
      <w:r w:rsidR="00855694" w:rsidRPr="009071AC">
        <w:t>Je comptais réclamer de lui aide et assistance</w:t>
      </w:r>
      <w:r>
        <w:t xml:space="preserve">… </w:t>
      </w:r>
      <w:r w:rsidR="00855694" w:rsidRPr="009071AC">
        <w:t>fièrement</w:t>
      </w:r>
      <w:r>
        <w:t xml:space="preserve">, </w:t>
      </w:r>
      <w:r w:rsidR="00855694" w:rsidRPr="009071AC">
        <w:t>comme on réclame un droit indéniable ou l</w:t>
      </w:r>
      <w:r>
        <w:t>’</w:t>
      </w:r>
      <w:r w:rsidR="00855694" w:rsidRPr="009071AC">
        <w:t>exécution d</w:t>
      </w:r>
      <w:r>
        <w:t>’</w:t>
      </w:r>
      <w:r w:rsidR="00855694" w:rsidRPr="009071AC">
        <w:t>une promesse sacrée</w:t>
      </w:r>
      <w:r>
        <w:t xml:space="preserve">… </w:t>
      </w:r>
      <w:r w:rsidR="00855694" w:rsidRPr="009071AC">
        <w:t>tandis que maintenant</w:t>
      </w:r>
      <w:r>
        <w:t>…</w:t>
      </w:r>
    </w:p>
    <w:p w14:paraId="7DFF81CC" w14:textId="77777777" w:rsidR="00F635DB" w:rsidRDefault="00F635DB" w:rsidP="00F635DB">
      <w:r>
        <w:t>— </w:t>
      </w:r>
      <w:r w:rsidR="00855694" w:rsidRPr="009071AC">
        <w:t>Eh bien</w:t>
      </w:r>
      <w:r>
        <w:t> !…</w:t>
      </w:r>
    </w:p>
    <w:p w14:paraId="7DBB4533" w14:textId="781CA554" w:rsidR="00F635DB" w:rsidRDefault="00F635DB" w:rsidP="00F635DB">
      <w:r>
        <w:t>— </w:t>
      </w:r>
      <w:r w:rsidR="00855694" w:rsidRPr="009071AC">
        <w:t>Je suis toujours décidée à aller à lui</w:t>
      </w:r>
      <w:r>
        <w:t xml:space="preserve">, </w:t>
      </w:r>
      <w:r w:rsidR="00855694" w:rsidRPr="009071AC">
        <w:t>mais ce sera humblement et en suppliante</w:t>
      </w:r>
      <w:r>
        <w:t xml:space="preserve">… </w:t>
      </w:r>
      <w:r w:rsidR="00855694" w:rsidRPr="009071AC">
        <w:t>Et je lui dirai</w:t>
      </w:r>
      <w:r>
        <w:t> : « </w:t>
      </w:r>
      <w:r w:rsidR="00855694" w:rsidRPr="009071AC">
        <w:t>Vous souffrez</w:t>
      </w:r>
      <w:r>
        <w:t xml:space="preserve">, </w:t>
      </w:r>
      <w:r w:rsidR="00855694" w:rsidRPr="009071AC">
        <w:t>mais il n</w:t>
      </w:r>
      <w:r>
        <w:t>’</w:t>
      </w:r>
      <w:r w:rsidR="00855694" w:rsidRPr="009071AC">
        <w:t>est pas de malheur intolérable</w:t>
      </w:r>
      <w:r>
        <w:t xml:space="preserve">, </w:t>
      </w:r>
      <w:r w:rsidR="00855694" w:rsidRPr="009071AC">
        <w:t>quand on est deux à s</w:t>
      </w:r>
      <w:r>
        <w:t>’</w:t>
      </w:r>
      <w:r w:rsidR="00855694" w:rsidRPr="009071AC">
        <w:t>en partager le fardeau</w:t>
      </w:r>
      <w:r>
        <w:t xml:space="preserve">, </w:t>
      </w:r>
      <w:r w:rsidR="00855694" w:rsidRPr="009071AC">
        <w:t>me voici</w:t>
      </w:r>
      <w:r>
        <w:t xml:space="preserve"> !… </w:t>
      </w:r>
      <w:r w:rsidR="00855694" w:rsidRPr="009071AC">
        <w:t>Tout va vous manquer</w:t>
      </w:r>
      <w:r>
        <w:t xml:space="preserve">, </w:t>
      </w:r>
      <w:r w:rsidR="00855694" w:rsidRPr="009071AC">
        <w:t>vos amis les plus chers vont vous renier lâchement</w:t>
      </w:r>
      <w:r>
        <w:t xml:space="preserve">, </w:t>
      </w:r>
      <w:r w:rsidR="00855694" w:rsidRPr="009071AC">
        <w:t>me voici</w:t>
      </w:r>
      <w:r>
        <w:t xml:space="preserve"> ! </w:t>
      </w:r>
      <w:r w:rsidR="00855694" w:rsidRPr="009071AC">
        <w:t>Quoi que vous veuillez faire</w:t>
      </w:r>
      <w:r>
        <w:t xml:space="preserve">, </w:t>
      </w:r>
      <w:r w:rsidR="00855694" w:rsidRPr="009071AC">
        <w:t>quitter l</w:t>
      </w:r>
      <w:r>
        <w:t>’</w:t>
      </w:r>
      <w:r w:rsidR="00855694" w:rsidRPr="009071AC">
        <w:t>Europe ou rester à Paris pour épier l</w:t>
      </w:r>
      <w:r>
        <w:t>’</w:t>
      </w:r>
      <w:r w:rsidR="00855694" w:rsidRPr="009071AC">
        <w:t>heure de la vengeance</w:t>
      </w:r>
      <w:r>
        <w:t xml:space="preserve">, </w:t>
      </w:r>
      <w:r w:rsidR="00855694" w:rsidRPr="009071AC">
        <w:t>il vous faut un compagnon vaillant et fidèle</w:t>
      </w:r>
      <w:r>
        <w:t xml:space="preserve">, </w:t>
      </w:r>
      <w:r w:rsidR="00855694" w:rsidRPr="009071AC">
        <w:t>un confident de vos desseins</w:t>
      </w:r>
      <w:r>
        <w:t xml:space="preserve">, </w:t>
      </w:r>
      <w:r w:rsidR="00855694" w:rsidRPr="009071AC">
        <w:t>un autre vous-même</w:t>
      </w:r>
      <w:r>
        <w:t xml:space="preserve">, </w:t>
      </w:r>
      <w:r w:rsidR="00855694" w:rsidRPr="009071AC">
        <w:t>me voici</w:t>
      </w:r>
      <w:r>
        <w:t xml:space="preserve"> !… </w:t>
      </w:r>
      <w:r w:rsidR="00855694" w:rsidRPr="009071AC">
        <w:t>Femme</w:t>
      </w:r>
      <w:r>
        <w:t xml:space="preserve">, </w:t>
      </w:r>
      <w:r w:rsidR="00855694" w:rsidRPr="009071AC">
        <w:t>amie</w:t>
      </w:r>
      <w:r>
        <w:t xml:space="preserve">, </w:t>
      </w:r>
      <w:r w:rsidR="00855694" w:rsidRPr="009071AC">
        <w:t>sœur</w:t>
      </w:r>
      <w:r>
        <w:t xml:space="preserve">, </w:t>
      </w:r>
      <w:r w:rsidR="00855694" w:rsidRPr="009071AC">
        <w:t>maîtresse</w:t>
      </w:r>
      <w:r>
        <w:t xml:space="preserve">, </w:t>
      </w:r>
      <w:r w:rsidR="00855694" w:rsidRPr="009071AC">
        <w:t>je serai ce que vous voudrez</w:t>
      </w:r>
      <w:r>
        <w:t xml:space="preserve">, </w:t>
      </w:r>
      <w:r w:rsidR="00855694" w:rsidRPr="009071AC">
        <w:t>me voici sans condition</w:t>
      </w:r>
      <w:r>
        <w:t>. »</w:t>
      </w:r>
    </w:p>
    <w:p w14:paraId="3D36470E" w14:textId="77777777" w:rsidR="00F635DB" w:rsidRDefault="00855694" w:rsidP="00F635DB">
      <w:r w:rsidRPr="009071AC">
        <w:lastRenderedPageBreak/>
        <w:t>Et immédiatement</w:t>
      </w:r>
      <w:r w:rsidR="00F635DB">
        <w:t xml:space="preserve">, </w:t>
      </w:r>
      <w:r w:rsidRPr="009071AC">
        <w:t>pour répondre à un mouvement et à une exclamation du vieux juge</w:t>
      </w:r>
      <w:r w:rsidR="00F635DB">
        <w:t xml:space="preserve">, </w:t>
      </w:r>
      <w:r w:rsidRPr="009071AC">
        <w:t>elle ajouta avec une expression de candeur et de fermeté extraordinaire</w:t>
      </w:r>
      <w:r w:rsidR="00F635DB">
        <w:t> :</w:t>
      </w:r>
    </w:p>
    <w:p w14:paraId="433117A8" w14:textId="77777777" w:rsidR="00F635DB" w:rsidRDefault="00F635DB" w:rsidP="00F635DB">
      <w:r>
        <w:t>— </w:t>
      </w:r>
      <w:r w:rsidR="00855694" w:rsidRPr="009071AC">
        <w:t>Il est malheureux</w:t>
      </w:r>
      <w:r>
        <w:t xml:space="preserve">… </w:t>
      </w:r>
      <w:r w:rsidR="00855694" w:rsidRPr="009071AC">
        <w:t>je suis libre</w:t>
      </w:r>
      <w:r>
        <w:t xml:space="preserve">… </w:t>
      </w:r>
      <w:r w:rsidR="00855694" w:rsidRPr="009071AC">
        <w:t>je l</w:t>
      </w:r>
      <w:r>
        <w:t>’</w:t>
      </w:r>
      <w:r w:rsidR="00855694" w:rsidRPr="009071AC">
        <w:t>aime</w:t>
      </w:r>
      <w:r>
        <w:t> !…</w:t>
      </w:r>
    </w:p>
    <w:p w14:paraId="45DE5462" w14:textId="77777777" w:rsidR="00F635DB" w:rsidRDefault="00855694" w:rsidP="00F635DB">
      <w:r w:rsidRPr="009071AC">
        <w:t>Le juge de paix était pétrifié</w:t>
      </w:r>
      <w:r w:rsidR="00F635DB">
        <w:t>.</w:t>
      </w:r>
    </w:p>
    <w:p w14:paraId="33A43545" w14:textId="77777777" w:rsidR="00F635DB" w:rsidRDefault="00855694" w:rsidP="00F635DB">
      <w:r w:rsidRPr="009071AC">
        <w:t>Il sentait bien que ce qu</w:t>
      </w:r>
      <w:r w:rsidR="00F635DB">
        <w:t>’</w:t>
      </w:r>
      <w:r w:rsidRPr="009071AC">
        <w:t>elle disait</w:t>
      </w:r>
      <w:r w:rsidR="00F635DB">
        <w:t xml:space="preserve">, </w:t>
      </w:r>
      <w:r w:rsidRPr="009071AC">
        <w:t>elle le ferait</w:t>
      </w:r>
      <w:r w:rsidR="00F635DB">
        <w:t xml:space="preserve">. </w:t>
      </w:r>
      <w:r w:rsidRPr="009071AC">
        <w:t>En elle il avait reconnu une de ces âmes généreuses et fières qu</w:t>
      </w:r>
      <w:r w:rsidR="00F635DB">
        <w:t>’</w:t>
      </w:r>
      <w:r w:rsidRPr="009071AC">
        <w:t>attire et séduit tout ce qui est héroïque et grand</w:t>
      </w:r>
      <w:r w:rsidR="00F635DB">
        <w:t xml:space="preserve">, </w:t>
      </w:r>
      <w:r w:rsidRPr="009071AC">
        <w:t>incapables d</w:t>
      </w:r>
      <w:r w:rsidR="00F635DB">
        <w:t>’</w:t>
      </w:r>
      <w:r w:rsidRPr="009071AC">
        <w:t>hésitations pusillanimes et d</w:t>
      </w:r>
      <w:r w:rsidR="00F635DB">
        <w:t>’</w:t>
      </w:r>
      <w:r w:rsidRPr="009071AC">
        <w:t>égoïstes calculs</w:t>
      </w:r>
      <w:r w:rsidR="00F635DB">
        <w:t xml:space="preserve">, </w:t>
      </w:r>
      <w:r w:rsidRPr="009071AC">
        <w:t>qui ne composent jamais avec ce qu</w:t>
      </w:r>
      <w:r w:rsidR="00F635DB">
        <w:t>’</w:t>
      </w:r>
      <w:r w:rsidRPr="009071AC">
        <w:t>elles croient être le devoir et qui ne savent affirmer la passion que par le sacrifice</w:t>
      </w:r>
      <w:r w:rsidR="00F635DB">
        <w:t>.</w:t>
      </w:r>
    </w:p>
    <w:p w14:paraId="350CEB7D" w14:textId="77777777" w:rsidR="00F635DB" w:rsidRDefault="00F635DB" w:rsidP="00F635DB">
      <w:r>
        <w:t>— </w:t>
      </w:r>
      <w:r w:rsidR="00855694" w:rsidRPr="009071AC">
        <w:t>Heureusement</w:t>
      </w:r>
      <w:r>
        <w:t xml:space="preserve">, </w:t>
      </w:r>
      <w:r w:rsidR="00855694" w:rsidRPr="009071AC">
        <w:t>chère demoiselle Marguerite</w:t>
      </w:r>
      <w:r>
        <w:t xml:space="preserve">, </w:t>
      </w:r>
      <w:r w:rsidR="00855694" w:rsidRPr="009071AC">
        <w:t>fit-il</w:t>
      </w:r>
      <w:r>
        <w:t xml:space="preserve">, </w:t>
      </w:r>
      <w:r w:rsidR="00855694" w:rsidRPr="009071AC">
        <w:t xml:space="preserve">votre </w:t>
      </w:r>
      <w:proofErr w:type="spellStart"/>
      <w:r w:rsidR="00855694" w:rsidRPr="009071AC">
        <w:t>dévoûment</w:t>
      </w:r>
      <w:proofErr w:type="spellEnd"/>
      <w:r w:rsidR="00855694" w:rsidRPr="009071AC">
        <w:t xml:space="preserve"> sera sans aucun doute inutile</w:t>
      </w:r>
      <w:r>
        <w:t>.</w:t>
      </w:r>
    </w:p>
    <w:p w14:paraId="2BC407C0" w14:textId="77777777" w:rsidR="00F635DB" w:rsidRDefault="00F635DB" w:rsidP="00F635DB">
      <w:r>
        <w:t>— </w:t>
      </w:r>
      <w:r w:rsidR="00855694" w:rsidRPr="009071AC">
        <w:t>Pourquoi cela</w:t>
      </w:r>
      <w:r>
        <w:t xml:space="preserve">, </w:t>
      </w:r>
      <w:r w:rsidR="00855694" w:rsidRPr="009071AC">
        <w:t>monsieur</w:t>
      </w:r>
      <w:r>
        <w:t> ?…</w:t>
      </w:r>
    </w:p>
    <w:p w14:paraId="742A88F5" w14:textId="3CA9E834" w:rsidR="00F635DB" w:rsidRDefault="00F635DB" w:rsidP="00F635DB">
      <w:r>
        <w:t>— </w:t>
      </w:r>
      <w:r w:rsidR="00855694" w:rsidRPr="009071AC">
        <w:t xml:space="preserve">Parce que </w:t>
      </w:r>
      <w:r>
        <w:t>M. </w:t>
      </w:r>
      <w:proofErr w:type="spellStart"/>
      <w:r w:rsidR="00855694" w:rsidRPr="009071AC">
        <w:t>Férailleur</w:t>
      </w:r>
      <w:proofErr w:type="spellEnd"/>
      <w:r w:rsidR="00855694" w:rsidRPr="009071AC">
        <w:t xml:space="preserve"> vous doit</w:t>
      </w:r>
      <w:r>
        <w:t xml:space="preserve">, </w:t>
      </w:r>
      <w:r w:rsidR="00855694" w:rsidRPr="009071AC">
        <w:t>et qui plus est se doit à lui-même de ne pas l</w:t>
      </w:r>
      <w:r>
        <w:t>’</w:t>
      </w:r>
      <w:r w:rsidR="00855694" w:rsidRPr="009071AC">
        <w:t>accepter</w:t>
      </w:r>
      <w:r>
        <w:t>.</w:t>
      </w:r>
    </w:p>
    <w:p w14:paraId="70E18896" w14:textId="77777777" w:rsidR="00F635DB" w:rsidRDefault="00855694" w:rsidP="00F635DB">
      <w:r w:rsidRPr="009071AC">
        <w:t>Elle ne comprenait pas</w:t>
      </w:r>
      <w:r w:rsidR="00F635DB">
        <w:t xml:space="preserve">, </w:t>
      </w:r>
      <w:r w:rsidRPr="009071AC">
        <w:t>ses regards interrogeaient</w:t>
      </w:r>
      <w:r w:rsidR="00F635DB">
        <w:t>.</w:t>
      </w:r>
    </w:p>
    <w:p w14:paraId="51B7659F" w14:textId="2987AC70" w:rsidR="00F635DB" w:rsidRDefault="00F635DB" w:rsidP="00F635DB">
      <w:r>
        <w:t>— </w:t>
      </w:r>
      <w:r w:rsidR="00855694" w:rsidRPr="009071AC">
        <w:t>Pardonnez-moi</w:t>
      </w:r>
      <w:r>
        <w:t xml:space="preserve">, </w:t>
      </w:r>
      <w:r w:rsidR="00855694" w:rsidRPr="009071AC">
        <w:t>reprit le juge</w:t>
      </w:r>
      <w:r>
        <w:t xml:space="preserve">, </w:t>
      </w:r>
      <w:r w:rsidR="00855694" w:rsidRPr="009071AC">
        <w:t>de vous préparer à une douloureuse déception</w:t>
      </w:r>
      <w:r>
        <w:t xml:space="preserve">… </w:t>
      </w:r>
      <w:r w:rsidR="00855694" w:rsidRPr="009071AC">
        <w:t>Coupable ou innocent</w:t>
      </w:r>
      <w:r>
        <w:t>, M. </w:t>
      </w:r>
      <w:proofErr w:type="spellStart"/>
      <w:r w:rsidR="00855694" w:rsidRPr="009071AC">
        <w:t>Férailleur</w:t>
      </w:r>
      <w:proofErr w:type="spellEnd"/>
      <w:r w:rsidR="00855694" w:rsidRPr="009071AC">
        <w:t xml:space="preserve"> est</w:t>
      </w:r>
      <w:r>
        <w:t xml:space="preserve">… </w:t>
      </w:r>
      <w:r w:rsidR="00855694" w:rsidRPr="009071AC">
        <w:t>déshonoré</w:t>
      </w:r>
      <w:r>
        <w:t xml:space="preserve">. </w:t>
      </w:r>
      <w:r w:rsidR="00855694" w:rsidRPr="009071AC">
        <w:t>À moins d</w:t>
      </w:r>
      <w:r>
        <w:t>’</w:t>
      </w:r>
      <w:r w:rsidR="00855694" w:rsidRPr="009071AC">
        <w:t>un miracle</w:t>
      </w:r>
      <w:r>
        <w:t xml:space="preserve">, </w:t>
      </w:r>
      <w:r w:rsidR="00855694" w:rsidRPr="009071AC">
        <w:t>sa vie est perdue</w:t>
      </w:r>
      <w:r>
        <w:t xml:space="preserve">, </w:t>
      </w:r>
      <w:r w:rsidR="00855694" w:rsidRPr="009071AC">
        <w:t>finie</w:t>
      </w:r>
      <w:r>
        <w:t xml:space="preserve">… </w:t>
      </w:r>
      <w:r w:rsidR="00855694" w:rsidRPr="009071AC">
        <w:t>à l</w:t>
      </w:r>
      <w:r>
        <w:t>’</w:t>
      </w:r>
      <w:r w:rsidR="00855694" w:rsidRPr="009071AC">
        <w:t>heure qu</w:t>
      </w:r>
      <w:r>
        <w:t>’</w:t>
      </w:r>
      <w:r w:rsidR="00855694" w:rsidRPr="009071AC">
        <w:t>il est</w:t>
      </w:r>
      <w:r>
        <w:t xml:space="preserve">, </w:t>
      </w:r>
      <w:r w:rsidR="00855694" w:rsidRPr="009071AC">
        <w:t>il est rayé du barreau</w:t>
      </w:r>
      <w:r>
        <w:t xml:space="preserve">… </w:t>
      </w:r>
      <w:r w:rsidR="00855694" w:rsidRPr="009071AC">
        <w:t>Il est de ces accusations</w:t>
      </w:r>
      <w:r>
        <w:t xml:space="preserve">… </w:t>
      </w:r>
      <w:r w:rsidR="00855694" w:rsidRPr="009071AC">
        <w:t>de ces calomnies</w:t>
      </w:r>
      <w:r>
        <w:t xml:space="preserve">, </w:t>
      </w:r>
      <w:r w:rsidR="00855694" w:rsidRPr="009071AC">
        <w:t>si vous voulez</w:t>
      </w:r>
      <w:r>
        <w:t xml:space="preserve">, </w:t>
      </w:r>
      <w:r w:rsidR="00855694" w:rsidRPr="009071AC">
        <w:t>dont on ne se relève pas</w:t>
      </w:r>
      <w:r>
        <w:t xml:space="preserve">… </w:t>
      </w:r>
      <w:r w:rsidR="00855694" w:rsidRPr="009071AC">
        <w:t>Comment pouvez-vous espérer qu</w:t>
      </w:r>
      <w:r>
        <w:t>’</w:t>
      </w:r>
      <w:r w:rsidR="00855694" w:rsidRPr="009071AC">
        <w:t>il consente à unir votre destinée à la sienne</w:t>
      </w:r>
      <w:r>
        <w:t> !…</w:t>
      </w:r>
    </w:p>
    <w:p w14:paraId="51CB3617" w14:textId="77777777" w:rsidR="00F635DB" w:rsidRDefault="00855694" w:rsidP="00F635DB">
      <w:r w:rsidRPr="009071AC">
        <w:t>Cette objection la frappa</w:t>
      </w:r>
      <w:r w:rsidR="00F635DB">
        <w:t xml:space="preserve">. </w:t>
      </w:r>
      <w:r w:rsidRPr="009071AC">
        <w:t>Elle ne l</w:t>
      </w:r>
      <w:r w:rsidR="00F635DB">
        <w:t>’</w:t>
      </w:r>
      <w:r w:rsidRPr="009071AC">
        <w:t>avait pas prévue</w:t>
      </w:r>
      <w:r w:rsidR="00F635DB">
        <w:t xml:space="preserve">, </w:t>
      </w:r>
      <w:r w:rsidRPr="009071AC">
        <w:t>et elle lui parut terrible</w:t>
      </w:r>
      <w:r w:rsidR="00F635DB">
        <w:t>.</w:t>
      </w:r>
    </w:p>
    <w:p w14:paraId="68AA042F" w14:textId="77777777" w:rsidR="00F635DB" w:rsidRDefault="00855694" w:rsidP="00F635DB">
      <w:r w:rsidRPr="009071AC">
        <w:lastRenderedPageBreak/>
        <w:t>Deux larmes</w:t>
      </w:r>
      <w:r w:rsidR="00F635DB">
        <w:t xml:space="preserve">, </w:t>
      </w:r>
      <w:r w:rsidRPr="009071AC">
        <w:t>pareilles à deux diamants</w:t>
      </w:r>
      <w:r w:rsidR="00F635DB">
        <w:t xml:space="preserve">, </w:t>
      </w:r>
      <w:r w:rsidRPr="009071AC">
        <w:t>jaillirent de ses yeux noirs</w:t>
      </w:r>
      <w:r w:rsidR="00F635DB">
        <w:t xml:space="preserve">, </w:t>
      </w:r>
      <w:r w:rsidRPr="009071AC">
        <w:t>et d</w:t>
      </w:r>
      <w:r w:rsidR="00F635DB">
        <w:t>’</w:t>
      </w:r>
      <w:r w:rsidRPr="009071AC">
        <w:t>une voix désolée</w:t>
      </w:r>
      <w:r w:rsidR="00F635DB">
        <w:t> :</w:t>
      </w:r>
    </w:p>
    <w:p w14:paraId="141A5607" w14:textId="1C271176" w:rsidR="00F635DB" w:rsidRDefault="00F635DB" w:rsidP="00F635DB">
      <w:r>
        <w:t>— </w:t>
      </w:r>
      <w:r w:rsidR="00855694" w:rsidRPr="009071AC">
        <w:t>Mon Dieu</w:t>
      </w:r>
      <w:r>
        <w:t xml:space="preserve"> !… </w:t>
      </w:r>
      <w:r w:rsidR="00855694" w:rsidRPr="009071AC">
        <w:t>murmura-t-elle</w:t>
      </w:r>
      <w:r>
        <w:t xml:space="preserve">, </w:t>
      </w:r>
      <w:r w:rsidR="00855694" w:rsidRPr="009071AC">
        <w:t>mon Dieu</w:t>
      </w:r>
      <w:r>
        <w:t xml:space="preserve"> ! </w:t>
      </w:r>
      <w:r w:rsidR="00855694" w:rsidRPr="009071AC">
        <w:t>faites qu</w:t>
      </w:r>
      <w:r>
        <w:t>’</w:t>
      </w:r>
      <w:r w:rsidR="00855694" w:rsidRPr="009071AC">
        <w:t>il n</w:t>
      </w:r>
      <w:r>
        <w:t>’</w:t>
      </w:r>
      <w:r w:rsidR="00855694" w:rsidRPr="009071AC">
        <w:t>ait pas cette générosité cruelle</w:t>
      </w:r>
      <w:r>
        <w:t xml:space="preserve">… </w:t>
      </w:r>
      <w:r w:rsidR="00855694" w:rsidRPr="009071AC">
        <w:t>le seul grand</w:t>
      </w:r>
      <w:r>
        <w:t xml:space="preserve">, </w:t>
      </w:r>
      <w:r w:rsidR="00855694" w:rsidRPr="009071AC">
        <w:t>le seul véritable malheur pour moi serait d</w:t>
      </w:r>
      <w:r>
        <w:t>’</w:t>
      </w:r>
      <w:r w:rsidR="00855694" w:rsidRPr="009071AC">
        <w:t>être repoussée par lui</w:t>
      </w:r>
      <w:r>
        <w:t xml:space="preserve">… </w:t>
      </w:r>
      <w:r w:rsidR="00855694" w:rsidRPr="009071AC">
        <w:t xml:space="preserve">la mort de </w:t>
      </w:r>
      <w:r>
        <w:t>M. de </w:t>
      </w:r>
      <w:proofErr w:type="spellStart"/>
      <w:r w:rsidR="00855694" w:rsidRPr="009071AC">
        <w:t>Chalusse</w:t>
      </w:r>
      <w:proofErr w:type="spellEnd"/>
      <w:r w:rsidR="00855694" w:rsidRPr="009071AC">
        <w:t xml:space="preserve"> me laisse sans ressources</w:t>
      </w:r>
      <w:r>
        <w:t xml:space="preserve">, </w:t>
      </w:r>
      <w:r w:rsidR="00855694" w:rsidRPr="009071AC">
        <w:t>sans pain</w:t>
      </w:r>
      <w:r>
        <w:t xml:space="preserve">, </w:t>
      </w:r>
      <w:r w:rsidR="00855694" w:rsidRPr="009071AC">
        <w:t>c</w:t>
      </w:r>
      <w:r>
        <w:t>’</w:t>
      </w:r>
      <w:r w:rsidR="00855694" w:rsidRPr="009071AC">
        <w:t>est presque un bonheur en ce moment</w:t>
      </w:r>
      <w:r>
        <w:t xml:space="preserve">, </w:t>
      </w:r>
      <w:r w:rsidR="00855694" w:rsidRPr="009071AC">
        <w:t>je lui demanderai ce qu</w:t>
      </w:r>
      <w:r>
        <w:t>’</w:t>
      </w:r>
      <w:r w:rsidR="00855694" w:rsidRPr="009071AC">
        <w:t>il veut que je devienne s</w:t>
      </w:r>
      <w:r>
        <w:t>’</w:t>
      </w:r>
      <w:r w:rsidR="00855694" w:rsidRPr="009071AC">
        <w:t>il m</w:t>
      </w:r>
      <w:r>
        <w:t>’</w:t>
      </w:r>
      <w:r w:rsidR="00855694" w:rsidRPr="009071AC">
        <w:t>abandonne</w:t>
      </w:r>
      <w:r>
        <w:t xml:space="preserve">, </w:t>
      </w:r>
      <w:r w:rsidR="00855694" w:rsidRPr="009071AC">
        <w:t>et qui me protégera sinon lui</w:t>
      </w:r>
      <w:r>
        <w:t xml:space="preserve">… </w:t>
      </w:r>
      <w:r w:rsidR="00855694" w:rsidRPr="009071AC">
        <w:t>L</w:t>
      </w:r>
      <w:r>
        <w:t>’</w:t>
      </w:r>
      <w:r w:rsidR="00855694" w:rsidRPr="009071AC">
        <w:t>avenir de célébrité qu</w:t>
      </w:r>
      <w:r>
        <w:t>’</w:t>
      </w:r>
      <w:r w:rsidR="00855694" w:rsidRPr="009071AC">
        <w:t>il rêvait pour moi est anéanti</w:t>
      </w:r>
      <w:r>
        <w:t xml:space="preserve">… </w:t>
      </w:r>
      <w:r w:rsidR="00855694" w:rsidRPr="009071AC">
        <w:t>Eh bien</w:t>
      </w:r>
      <w:r>
        <w:t xml:space="preserve"> ! </w:t>
      </w:r>
      <w:r w:rsidR="00855694" w:rsidRPr="009071AC">
        <w:t>je l</w:t>
      </w:r>
      <w:r>
        <w:t>’</w:t>
      </w:r>
      <w:r w:rsidR="00855694" w:rsidRPr="009071AC">
        <w:t>en consolerai</w:t>
      </w:r>
      <w:r>
        <w:t xml:space="preserve">, </w:t>
      </w:r>
      <w:r w:rsidR="00855694" w:rsidRPr="009071AC">
        <w:t>moi</w:t>
      </w:r>
      <w:r>
        <w:t xml:space="preserve">… </w:t>
      </w:r>
      <w:r w:rsidR="00855694" w:rsidRPr="009071AC">
        <w:t>De nos deux infortunes</w:t>
      </w:r>
      <w:r>
        <w:t xml:space="preserve">, </w:t>
      </w:r>
      <w:r w:rsidR="00855694" w:rsidRPr="009071AC">
        <w:t>je saurai faire le bonheur</w:t>
      </w:r>
      <w:r>
        <w:t xml:space="preserve">… </w:t>
      </w:r>
      <w:r w:rsidR="00855694" w:rsidRPr="009071AC">
        <w:t>Ici nos ennemis triomphent</w:t>
      </w:r>
      <w:r>
        <w:t xml:space="preserve">, </w:t>
      </w:r>
      <w:r w:rsidR="00855694" w:rsidRPr="009071AC">
        <w:t>soit</w:t>
      </w:r>
      <w:r>
        <w:t xml:space="preserve">, </w:t>
      </w:r>
      <w:r w:rsidR="00855694" w:rsidRPr="009071AC">
        <w:t>nous fuirons</w:t>
      </w:r>
      <w:r>
        <w:t xml:space="preserve">… </w:t>
      </w:r>
      <w:r w:rsidR="00855694" w:rsidRPr="009071AC">
        <w:t>notre honnêteté se souillerait rien qu</w:t>
      </w:r>
      <w:r>
        <w:t>’</w:t>
      </w:r>
      <w:r w:rsidR="00855694" w:rsidRPr="009071AC">
        <w:t>à se mesurer avec tant de scélératesses</w:t>
      </w:r>
      <w:r>
        <w:t xml:space="preserve">… </w:t>
      </w:r>
      <w:r w:rsidR="00855694" w:rsidRPr="009071AC">
        <w:t>Nous saurons bien trouver quelque part</w:t>
      </w:r>
      <w:r>
        <w:t xml:space="preserve">, </w:t>
      </w:r>
      <w:r w:rsidR="00855694" w:rsidRPr="009071AC">
        <w:t>en Amérique</w:t>
      </w:r>
      <w:r>
        <w:t xml:space="preserve">, </w:t>
      </w:r>
      <w:r w:rsidR="00855694" w:rsidRPr="009071AC">
        <w:t>un coin ignoré où nous nous créerons une destinée nouvelle et meilleure</w:t>
      </w:r>
      <w:r>
        <w:t>…</w:t>
      </w:r>
    </w:p>
    <w:p w14:paraId="5E6A0F78" w14:textId="18BFD5C1" w:rsidR="00F635DB" w:rsidRDefault="00855694" w:rsidP="00F635DB">
      <w:r w:rsidRPr="009071AC">
        <w:t>C</w:t>
      </w:r>
      <w:r w:rsidR="00F635DB">
        <w:t>’</w:t>
      </w:r>
      <w:r w:rsidRPr="009071AC">
        <w:t xml:space="preserve">était à ne pas croire que celle qui parlait avec cette véhémence passionnée fût </w:t>
      </w:r>
      <w:r w:rsidR="00F635DB">
        <w:t>M</w:t>
      </w:r>
      <w:r w:rsidR="00F635DB" w:rsidRPr="00F635DB">
        <w:rPr>
          <w:vertAlign w:val="superscript"/>
        </w:rPr>
        <w:t>lle</w:t>
      </w:r>
      <w:r w:rsidR="00F635DB">
        <w:t> </w:t>
      </w:r>
      <w:r w:rsidRPr="009071AC">
        <w:t>Marguerite</w:t>
      </w:r>
      <w:r w:rsidR="00F635DB">
        <w:t xml:space="preserve">, </w:t>
      </w:r>
      <w:r w:rsidRPr="009071AC">
        <w:t>cette jeune fille hautaine</w:t>
      </w:r>
      <w:r w:rsidR="00F635DB">
        <w:t>.</w:t>
      </w:r>
    </w:p>
    <w:p w14:paraId="2A2A8645" w14:textId="77777777" w:rsidR="00F635DB" w:rsidRDefault="00855694" w:rsidP="00F635DB">
      <w:r w:rsidRPr="009071AC">
        <w:t>Et à qui parlait-elle ainsi</w:t>
      </w:r>
      <w:r w:rsidR="00F635DB">
        <w:t xml:space="preserve"> ?… </w:t>
      </w:r>
      <w:r w:rsidRPr="009071AC">
        <w:t>À un étranger</w:t>
      </w:r>
      <w:r w:rsidR="00F635DB">
        <w:t xml:space="preserve">, </w:t>
      </w:r>
      <w:r w:rsidRPr="009071AC">
        <w:t>qu</w:t>
      </w:r>
      <w:r w:rsidR="00F635DB">
        <w:t>’</w:t>
      </w:r>
      <w:r w:rsidRPr="009071AC">
        <w:t>elle voyait pour la première fois</w:t>
      </w:r>
      <w:r w:rsidR="00F635DB">
        <w:t>.</w:t>
      </w:r>
    </w:p>
    <w:p w14:paraId="5DB6FFD5" w14:textId="77777777" w:rsidR="00F635DB" w:rsidRDefault="00855694" w:rsidP="00F635DB">
      <w:r w:rsidRPr="009071AC">
        <w:t>Mais les circonstances l</w:t>
      </w:r>
      <w:r w:rsidR="00F635DB">
        <w:t>’</w:t>
      </w:r>
      <w:r w:rsidRPr="009071AC">
        <w:t>emportaient</w:t>
      </w:r>
      <w:r w:rsidR="00F635DB">
        <w:t xml:space="preserve">, </w:t>
      </w:r>
      <w:r w:rsidRPr="009071AC">
        <w:t>plus fortes que sa volonté</w:t>
      </w:r>
      <w:r w:rsidR="00F635DB">
        <w:t xml:space="preserve">. </w:t>
      </w:r>
      <w:r w:rsidRPr="009071AC">
        <w:t>Un à un</w:t>
      </w:r>
      <w:r w:rsidR="00F635DB">
        <w:t xml:space="preserve">, </w:t>
      </w:r>
      <w:r w:rsidRPr="009071AC">
        <w:t>elle avait déchiré tous les voiles de ses plus chers et de ses plus intimes sentiments</w:t>
      </w:r>
      <w:r w:rsidR="00F635DB">
        <w:t xml:space="preserve">, </w:t>
      </w:r>
      <w:r w:rsidRPr="009071AC">
        <w:t>et</w:t>
      </w:r>
      <w:r w:rsidR="00F635DB">
        <w:t xml:space="preserve">, </w:t>
      </w:r>
      <w:r w:rsidRPr="009071AC">
        <w:t>à la fin</w:t>
      </w:r>
      <w:r w:rsidR="00F635DB">
        <w:t xml:space="preserve">, </w:t>
      </w:r>
      <w:r w:rsidRPr="009071AC">
        <w:t>elle se montrait telle qu</w:t>
      </w:r>
      <w:r w:rsidR="00F635DB">
        <w:t>’</w:t>
      </w:r>
      <w:r w:rsidRPr="009071AC">
        <w:t>elle était véritablement</w:t>
      </w:r>
      <w:r w:rsidR="00F635DB">
        <w:t>…</w:t>
      </w:r>
    </w:p>
    <w:p w14:paraId="10BE700D" w14:textId="77777777" w:rsidR="00F635DB" w:rsidRDefault="00855694" w:rsidP="00F635DB">
      <w:r w:rsidRPr="009071AC">
        <w:t>Et cependant</w:t>
      </w:r>
      <w:r w:rsidR="00F635DB">
        <w:t xml:space="preserve">, </w:t>
      </w:r>
      <w:r w:rsidRPr="009071AC">
        <w:t>le juge de paix sut résister à l</w:t>
      </w:r>
      <w:r w:rsidR="00F635DB">
        <w:t>’</w:t>
      </w:r>
      <w:r w:rsidRPr="009071AC">
        <w:t>émotion et à l</w:t>
      </w:r>
      <w:r w:rsidR="00F635DB">
        <w:t>’</w:t>
      </w:r>
      <w:r w:rsidRPr="009071AC">
        <w:t>attendrissement qui le gagnaient</w:t>
      </w:r>
      <w:r w:rsidR="00F635DB">
        <w:t xml:space="preserve">. </w:t>
      </w:r>
      <w:r w:rsidRPr="009071AC">
        <w:t>Il se montra impitoyable pour des espoirs qu</w:t>
      </w:r>
      <w:r w:rsidR="00F635DB">
        <w:t>’</w:t>
      </w:r>
      <w:r w:rsidRPr="009071AC">
        <w:t>il estimait irréalisables</w:t>
      </w:r>
      <w:r w:rsidR="00F635DB">
        <w:t>…</w:t>
      </w:r>
    </w:p>
    <w:p w14:paraId="6C79DA97" w14:textId="3EF1442A" w:rsidR="00F635DB" w:rsidRDefault="00F635DB" w:rsidP="00F635DB">
      <w:r>
        <w:t>— </w:t>
      </w:r>
      <w:r w:rsidR="00855694" w:rsidRPr="009071AC">
        <w:t xml:space="preserve">Et si </w:t>
      </w:r>
      <w:r>
        <w:t>M. </w:t>
      </w:r>
      <w:proofErr w:type="spellStart"/>
      <w:r w:rsidR="00855694" w:rsidRPr="009071AC">
        <w:t>Férailleur</w:t>
      </w:r>
      <w:proofErr w:type="spellEnd"/>
      <w:r w:rsidR="00855694" w:rsidRPr="009071AC">
        <w:t xml:space="preserve"> refusait votre sacrifice</w:t>
      </w:r>
      <w:r>
        <w:t xml:space="preserve"> ?… </w:t>
      </w:r>
      <w:r w:rsidR="00855694" w:rsidRPr="009071AC">
        <w:t>demanda-t-il</w:t>
      </w:r>
      <w:r>
        <w:t>.</w:t>
      </w:r>
    </w:p>
    <w:p w14:paraId="06E6CAD3" w14:textId="77777777" w:rsidR="00F635DB" w:rsidRDefault="00F635DB" w:rsidP="00F635DB">
      <w:r>
        <w:lastRenderedPageBreak/>
        <w:t>— </w:t>
      </w:r>
      <w:r w:rsidR="00855694" w:rsidRPr="009071AC">
        <w:t>Eh</w:t>
      </w:r>
      <w:r>
        <w:t xml:space="preserve"> ! </w:t>
      </w:r>
      <w:r w:rsidR="00855694" w:rsidRPr="009071AC">
        <w:t>ce n</w:t>
      </w:r>
      <w:r>
        <w:t>’</w:t>
      </w:r>
      <w:r w:rsidR="00855694" w:rsidRPr="009071AC">
        <w:t>est pas un sacrifice</w:t>
      </w:r>
      <w:r>
        <w:t xml:space="preserve">, </w:t>
      </w:r>
      <w:r w:rsidR="00855694" w:rsidRPr="009071AC">
        <w:t>monsieur</w:t>
      </w:r>
      <w:r>
        <w:t> !</w:t>
      </w:r>
    </w:p>
    <w:p w14:paraId="109A5F97" w14:textId="77777777" w:rsidR="00F635DB" w:rsidRDefault="00F635DB" w:rsidP="00F635DB">
      <w:r>
        <w:t>— </w:t>
      </w:r>
      <w:r w:rsidR="00855694" w:rsidRPr="009071AC">
        <w:t>Soit</w:t>
      </w:r>
      <w:r>
        <w:t xml:space="preserve">… </w:t>
      </w:r>
      <w:r w:rsidR="00855694" w:rsidRPr="009071AC">
        <w:t>Mais enfin il se peut qu</w:t>
      </w:r>
      <w:r>
        <w:t>’</w:t>
      </w:r>
      <w:r w:rsidR="00855694" w:rsidRPr="009071AC">
        <w:t>il vous</w:t>
      </w:r>
      <w:r>
        <w:t xml:space="preserve">… </w:t>
      </w:r>
      <w:r w:rsidR="00855694" w:rsidRPr="009071AC">
        <w:t>repousse</w:t>
      </w:r>
      <w:r>
        <w:t xml:space="preserve">. </w:t>
      </w:r>
      <w:r w:rsidR="00855694" w:rsidRPr="009071AC">
        <w:t>Que ferez-vous</w:t>
      </w:r>
      <w:r>
        <w:t> ?…</w:t>
      </w:r>
    </w:p>
    <w:p w14:paraId="16F292BC" w14:textId="77777777" w:rsidR="00F635DB" w:rsidRDefault="00855694" w:rsidP="00F635DB">
      <w:r w:rsidRPr="009071AC">
        <w:t>Elle laissa retomber ses bras d</w:t>
      </w:r>
      <w:r w:rsidR="00F635DB">
        <w:t>’</w:t>
      </w:r>
      <w:r w:rsidRPr="009071AC">
        <w:t>un air de morne accablement</w:t>
      </w:r>
      <w:r w:rsidR="00F635DB">
        <w:t>.</w:t>
      </w:r>
    </w:p>
    <w:p w14:paraId="15E599DE" w14:textId="77777777" w:rsidR="00F635DB" w:rsidRDefault="00F635DB" w:rsidP="00F635DB">
      <w:r>
        <w:t>— </w:t>
      </w:r>
      <w:r w:rsidR="00855694" w:rsidRPr="009071AC">
        <w:t>Ce que je ferais</w:t>
      </w:r>
      <w:r>
        <w:t xml:space="preserve"> ?… </w:t>
      </w:r>
      <w:r w:rsidR="00855694" w:rsidRPr="009071AC">
        <w:t>murmura-t-elle</w:t>
      </w:r>
      <w:r>
        <w:t xml:space="preserve">… </w:t>
      </w:r>
      <w:r w:rsidR="00855694" w:rsidRPr="009071AC">
        <w:t>je ne sais</w:t>
      </w:r>
      <w:r>
        <w:t xml:space="preserve">… </w:t>
      </w:r>
      <w:r w:rsidR="00855694" w:rsidRPr="009071AC">
        <w:t>Je trouverais toujours à gagner ma vie</w:t>
      </w:r>
      <w:r>
        <w:t xml:space="preserve">… </w:t>
      </w:r>
      <w:r w:rsidR="00855694" w:rsidRPr="009071AC">
        <w:t>On dit que j</w:t>
      </w:r>
      <w:r>
        <w:t>’</w:t>
      </w:r>
      <w:r w:rsidR="00855694" w:rsidRPr="009071AC">
        <w:t>ai une voix remarquable</w:t>
      </w:r>
      <w:r>
        <w:t xml:space="preserve">… </w:t>
      </w:r>
      <w:r w:rsidR="00855694" w:rsidRPr="009071AC">
        <w:t>j</w:t>
      </w:r>
      <w:r>
        <w:t>’</w:t>
      </w:r>
      <w:r w:rsidR="00855694" w:rsidRPr="009071AC">
        <w:t>entrerais peut-être au théâtre</w:t>
      </w:r>
      <w:r>
        <w:t xml:space="preserve">… </w:t>
      </w:r>
      <w:r w:rsidR="00855694" w:rsidRPr="009071AC">
        <w:t>j</w:t>
      </w:r>
      <w:r>
        <w:t>’</w:t>
      </w:r>
      <w:r w:rsidR="00855694" w:rsidRPr="009071AC">
        <w:t>y ai songé</w:t>
      </w:r>
      <w:r>
        <w:t xml:space="preserve">, </w:t>
      </w:r>
      <w:r w:rsidR="00855694" w:rsidRPr="009071AC">
        <w:t>autrefois</w:t>
      </w:r>
      <w:r>
        <w:t>.</w:t>
      </w:r>
    </w:p>
    <w:p w14:paraId="28AF0C36" w14:textId="77777777" w:rsidR="00F635DB" w:rsidRDefault="00855694" w:rsidP="00F635DB">
      <w:r w:rsidRPr="009071AC">
        <w:t>Le juge bondit sur son fauteuil</w:t>
      </w:r>
      <w:r w:rsidR="00F635DB">
        <w:t>.</w:t>
      </w:r>
    </w:p>
    <w:p w14:paraId="2C8D6D0B" w14:textId="77777777" w:rsidR="00F635DB" w:rsidRDefault="00F635DB" w:rsidP="00F635DB">
      <w:r>
        <w:t>— </w:t>
      </w:r>
      <w:r w:rsidR="00855694" w:rsidRPr="009071AC">
        <w:t>Vous seriez comédienne</w:t>
      </w:r>
      <w:r>
        <w:t xml:space="preserve">, </w:t>
      </w:r>
      <w:r w:rsidR="00855694" w:rsidRPr="009071AC">
        <w:t>interrompit-il</w:t>
      </w:r>
      <w:r>
        <w:t xml:space="preserve">, </w:t>
      </w:r>
      <w:r w:rsidR="00855694" w:rsidRPr="009071AC">
        <w:t>vous</w:t>
      </w:r>
      <w:r>
        <w:t> !…</w:t>
      </w:r>
    </w:p>
    <w:p w14:paraId="4AC67E55" w14:textId="77777777" w:rsidR="00F635DB" w:rsidRDefault="00F635DB" w:rsidP="00F635DB">
      <w:r>
        <w:t>— </w:t>
      </w:r>
      <w:r w:rsidR="00855694" w:rsidRPr="009071AC">
        <w:t>Cela ou autre chose</w:t>
      </w:r>
      <w:r>
        <w:t xml:space="preserve">… </w:t>
      </w:r>
      <w:r w:rsidR="00855694" w:rsidRPr="009071AC">
        <w:t>qu</w:t>
      </w:r>
      <w:r>
        <w:t>’</w:t>
      </w:r>
      <w:r w:rsidR="00855694" w:rsidRPr="009071AC">
        <w:t>importe</w:t>
      </w:r>
      <w:r>
        <w:t>.</w:t>
      </w:r>
    </w:p>
    <w:p w14:paraId="028B5109" w14:textId="77777777" w:rsidR="00F635DB" w:rsidRDefault="00F635DB" w:rsidP="00F635DB">
      <w:r>
        <w:t>— </w:t>
      </w:r>
      <w:r w:rsidR="00855694" w:rsidRPr="009071AC">
        <w:t>Comment</w:t>
      </w:r>
      <w:r>
        <w:t xml:space="preserve">, </w:t>
      </w:r>
      <w:r w:rsidR="00855694" w:rsidRPr="009071AC">
        <w:t>qu</w:t>
      </w:r>
      <w:r>
        <w:t>’</w:t>
      </w:r>
      <w:r w:rsidR="00855694" w:rsidRPr="009071AC">
        <w:t>importe</w:t>
      </w:r>
      <w:r>
        <w:t xml:space="preserve"> !… </w:t>
      </w:r>
      <w:r w:rsidR="00855694" w:rsidRPr="009071AC">
        <w:t>Mais vous ne soupçonnez pas</w:t>
      </w:r>
      <w:r>
        <w:t xml:space="preserve">… </w:t>
      </w:r>
      <w:r w:rsidR="00855694" w:rsidRPr="009071AC">
        <w:t>Vous n</w:t>
      </w:r>
      <w:r>
        <w:t>’</w:t>
      </w:r>
      <w:r w:rsidR="00855694" w:rsidRPr="009071AC">
        <w:t>imaginez pas</w:t>
      </w:r>
      <w:r>
        <w:t>…</w:t>
      </w:r>
    </w:p>
    <w:p w14:paraId="50A28A62" w14:textId="4DDFC2BC" w:rsidR="00F635DB" w:rsidRDefault="00855694" w:rsidP="00F635DB">
      <w:r w:rsidRPr="009071AC">
        <w:t>Il ne trouvait pas de termes pour rendre la nature des obstacles qu</w:t>
      </w:r>
      <w:r w:rsidR="00F635DB">
        <w:t>’</w:t>
      </w:r>
      <w:r w:rsidRPr="009071AC">
        <w:t>il apercevait</w:t>
      </w:r>
      <w:r w:rsidR="00F635DB">
        <w:t xml:space="preserve">, </w:t>
      </w:r>
      <w:r w:rsidRPr="009071AC">
        <w:t xml:space="preserve">et ce fut </w:t>
      </w:r>
      <w:r w:rsidR="00F635DB">
        <w:t>M</w:t>
      </w:r>
      <w:r w:rsidR="00F635DB" w:rsidRPr="00F635DB">
        <w:rPr>
          <w:vertAlign w:val="superscript"/>
        </w:rPr>
        <w:t>lle</w:t>
      </w:r>
      <w:r w:rsidR="00F635DB">
        <w:t> </w:t>
      </w:r>
      <w:r w:rsidRPr="009071AC">
        <w:t>Marguerite qui les trouva pour lui</w:t>
      </w:r>
      <w:r w:rsidR="00F635DB">
        <w:t>.</w:t>
      </w:r>
    </w:p>
    <w:p w14:paraId="53675805" w14:textId="77777777" w:rsidR="00F635DB" w:rsidRDefault="00F635DB" w:rsidP="00F635DB">
      <w:r>
        <w:t>— </w:t>
      </w:r>
      <w:r w:rsidR="00855694" w:rsidRPr="009071AC">
        <w:t>Je soupçonne</w:t>
      </w:r>
      <w:r>
        <w:t xml:space="preserve">, </w:t>
      </w:r>
      <w:r w:rsidR="00855694" w:rsidRPr="009071AC">
        <w:t>dit-elle</w:t>
      </w:r>
      <w:r>
        <w:t xml:space="preserve">, </w:t>
      </w:r>
      <w:r w:rsidR="00855694" w:rsidRPr="009071AC">
        <w:t>que le théâtre est pour une femme une carrière abominable</w:t>
      </w:r>
      <w:r>
        <w:t xml:space="preserve">… </w:t>
      </w:r>
      <w:r w:rsidR="00855694" w:rsidRPr="009071AC">
        <w:t>Mais je sais que là comme ailleurs il est des femmes honorables et chastes</w:t>
      </w:r>
      <w:r>
        <w:t xml:space="preserve">, </w:t>
      </w:r>
      <w:r w:rsidR="00855694" w:rsidRPr="009071AC">
        <w:t>et cela me suffit</w:t>
      </w:r>
      <w:r>
        <w:t xml:space="preserve">… </w:t>
      </w:r>
      <w:r w:rsidR="00855694" w:rsidRPr="009071AC">
        <w:t>Mon orgueil est assez grand pour me garantir de toute déchéance</w:t>
      </w:r>
      <w:r>
        <w:t xml:space="preserve">… </w:t>
      </w:r>
      <w:r w:rsidR="00855694" w:rsidRPr="009071AC">
        <w:t>Il a sauvé l</w:t>
      </w:r>
      <w:r>
        <w:t>’</w:t>
      </w:r>
      <w:r w:rsidR="00855694" w:rsidRPr="009071AC">
        <w:t>apprentie</w:t>
      </w:r>
      <w:r>
        <w:t xml:space="preserve">, </w:t>
      </w:r>
      <w:r w:rsidR="00855694" w:rsidRPr="009071AC">
        <w:t>il préserverait la comédienne</w:t>
      </w:r>
      <w:r>
        <w:t xml:space="preserve">… </w:t>
      </w:r>
      <w:r w:rsidR="00855694" w:rsidRPr="009071AC">
        <w:t>Je serais calomniée</w:t>
      </w:r>
      <w:r>
        <w:t xml:space="preserve"> !… </w:t>
      </w:r>
      <w:r w:rsidR="00855694" w:rsidRPr="009071AC">
        <w:t>ce ne serait pas un malheur</w:t>
      </w:r>
      <w:r>
        <w:t xml:space="preserve">. </w:t>
      </w:r>
      <w:r w:rsidR="00855694" w:rsidRPr="009071AC">
        <w:t>Je méprise trop le monde pour prendre souci de son opinion tant que j</w:t>
      </w:r>
      <w:r>
        <w:t>’</w:t>
      </w:r>
      <w:r w:rsidR="00855694" w:rsidRPr="009071AC">
        <w:t>aurai pour moi le témoignage de ma conscience</w:t>
      </w:r>
      <w:r>
        <w:t xml:space="preserve">… </w:t>
      </w:r>
      <w:r w:rsidR="00855694" w:rsidRPr="009071AC">
        <w:t>Pourquoi ne serais-je pas une grande artiste</w:t>
      </w:r>
      <w:r>
        <w:t xml:space="preserve">, </w:t>
      </w:r>
      <w:r w:rsidR="00855694" w:rsidRPr="009071AC">
        <w:t>moi qui consacrerais à l</w:t>
      </w:r>
      <w:r>
        <w:t>’</w:t>
      </w:r>
      <w:r w:rsidR="00855694" w:rsidRPr="009071AC">
        <w:t>art tout ce que j</w:t>
      </w:r>
      <w:r>
        <w:t>’</w:t>
      </w:r>
      <w:r w:rsidR="00855694" w:rsidRPr="009071AC">
        <w:t>ai d</w:t>
      </w:r>
      <w:r>
        <w:t>’</w:t>
      </w:r>
      <w:r w:rsidR="00855694" w:rsidRPr="009071AC">
        <w:t>intelligence</w:t>
      </w:r>
      <w:r>
        <w:t xml:space="preserve">, </w:t>
      </w:r>
      <w:r w:rsidR="00855694" w:rsidRPr="009071AC">
        <w:t>de passion</w:t>
      </w:r>
      <w:r>
        <w:t xml:space="preserve">, </w:t>
      </w:r>
      <w:r w:rsidR="00855694" w:rsidRPr="009071AC">
        <w:t>d</w:t>
      </w:r>
      <w:r>
        <w:t>’</w:t>
      </w:r>
      <w:r w:rsidR="00855694" w:rsidRPr="009071AC">
        <w:t>énergie et de volonté</w:t>
      </w:r>
      <w:r>
        <w:t> !…</w:t>
      </w:r>
    </w:p>
    <w:p w14:paraId="63F70B0E" w14:textId="77777777" w:rsidR="00F635DB" w:rsidRDefault="00855694" w:rsidP="00F635DB">
      <w:r w:rsidRPr="009071AC">
        <w:lastRenderedPageBreak/>
        <w:t>Elle s</w:t>
      </w:r>
      <w:r w:rsidR="00F635DB">
        <w:t>’</w:t>
      </w:r>
      <w:r w:rsidRPr="009071AC">
        <w:t>arrêta</w:t>
      </w:r>
      <w:r w:rsidR="00F635DB">
        <w:t xml:space="preserve">, </w:t>
      </w:r>
      <w:r w:rsidRPr="009071AC">
        <w:t>un valet de pied entrait portant des lampes</w:t>
      </w:r>
      <w:r w:rsidR="00F635DB">
        <w:t xml:space="preserve">, </w:t>
      </w:r>
      <w:r w:rsidRPr="009071AC">
        <w:t>car la nuit venait</w:t>
      </w:r>
      <w:r w:rsidR="00F635DB">
        <w:t>.</w:t>
      </w:r>
    </w:p>
    <w:p w14:paraId="3F38E4E5" w14:textId="77777777" w:rsidR="00F635DB" w:rsidRDefault="00855694" w:rsidP="00F635DB">
      <w:r w:rsidRPr="009071AC">
        <w:t>Et sur les pas de celui-ci un autre parut</w:t>
      </w:r>
      <w:r w:rsidR="00F635DB">
        <w:t xml:space="preserve">, </w:t>
      </w:r>
      <w:r w:rsidRPr="009071AC">
        <w:t>qui dit</w:t>
      </w:r>
      <w:r w:rsidR="00F635DB">
        <w:t> :</w:t>
      </w:r>
    </w:p>
    <w:p w14:paraId="3C917C12" w14:textId="0F170667" w:rsidR="00F635DB" w:rsidRDefault="00F635DB" w:rsidP="00F635DB">
      <w:r>
        <w:t>— </w:t>
      </w:r>
      <w:r w:rsidR="00855694" w:rsidRPr="009071AC">
        <w:t>Mademoiselle</w:t>
      </w:r>
      <w:r>
        <w:t>, M. </w:t>
      </w:r>
      <w:r w:rsidR="00855694" w:rsidRPr="009071AC">
        <w:t xml:space="preserve">le marquis de </w:t>
      </w:r>
      <w:proofErr w:type="spellStart"/>
      <w:r w:rsidR="00855694" w:rsidRPr="009071AC">
        <w:t>Valorsay</w:t>
      </w:r>
      <w:proofErr w:type="spellEnd"/>
      <w:r w:rsidR="00855694" w:rsidRPr="009071AC">
        <w:t xml:space="preserve"> est en bas</w:t>
      </w:r>
      <w:r>
        <w:t xml:space="preserve">, </w:t>
      </w:r>
      <w:r w:rsidR="00855694" w:rsidRPr="009071AC">
        <w:t>qui demande si mademoiselle peut lui faire l</w:t>
      </w:r>
      <w:r>
        <w:t>’</w:t>
      </w:r>
      <w:r w:rsidR="00855694" w:rsidRPr="009071AC">
        <w:t>honneur de le recevoir</w:t>
      </w:r>
      <w:r>
        <w:t>…</w:t>
      </w:r>
    </w:p>
    <w:p w14:paraId="49E6FB55" w14:textId="04B205B4" w:rsidR="00855694" w:rsidRPr="009071AC" w:rsidRDefault="00855694" w:rsidP="00F635DB">
      <w:pPr>
        <w:pStyle w:val="Titre1"/>
      </w:pPr>
      <w:bookmarkStart w:id="12" w:name="_Toc202021410"/>
      <w:r w:rsidRPr="009071AC">
        <w:lastRenderedPageBreak/>
        <w:t>XII</w:t>
      </w:r>
      <w:bookmarkEnd w:id="12"/>
      <w:r w:rsidRPr="009071AC">
        <w:br/>
      </w:r>
    </w:p>
    <w:p w14:paraId="0EB0AF5F" w14:textId="21F9B71B" w:rsidR="00F635DB" w:rsidRDefault="00855694" w:rsidP="00F635DB">
      <w:r w:rsidRPr="009071AC">
        <w:t xml:space="preserve">À ce nom de </w:t>
      </w:r>
      <w:proofErr w:type="spellStart"/>
      <w:r w:rsidRPr="009071AC">
        <w:t>Valorsay</w:t>
      </w:r>
      <w:proofErr w:type="spellEnd"/>
      <w:r w:rsidR="00F635DB">
        <w:t xml:space="preserve">, </w:t>
      </w:r>
      <w:r w:rsidRPr="009071AC">
        <w:t xml:space="preserve">les yeux de </w:t>
      </w:r>
      <w:r w:rsidR="00F635DB">
        <w:t>M</w:t>
      </w:r>
      <w:r w:rsidR="00F635DB" w:rsidRPr="00F635DB">
        <w:rPr>
          <w:vertAlign w:val="superscript"/>
        </w:rPr>
        <w:t>lle</w:t>
      </w:r>
      <w:r w:rsidR="00F635DB">
        <w:t> </w:t>
      </w:r>
      <w:r w:rsidRPr="009071AC">
        <w:t>Marguerite et du juge de paix s</w:t>
      </w:r>
      <w:r w:rsidR="00F635DB">
        <w:t>’</w:t>
      </w:r>
      <w:r w:rsidRPr="009071AC">
        <w:t>étaient cherchés</w:t>
      </w:r>
      <w:r w:rsidR="00F635DB">
        <w:t xml:space="preserve">, </w:t>
      </w:r>
      <w:r w:rsidRPr="009071AC">
        <w:t>et ils avaient échangé un regard où se peignaient les plus étranges conjectures</w:t>
      </w:r>
      <w:r w:rsidR="00F635DB">
        <w:t>.</w:t>
      </w:r>
    </w:p>
    <w:p w14:paraId="7FC385AC" w14:textId="77777777" w:rsidR="00F635DB" w:rsidRDefault="00855694" w:rsidP="00F635DB">
      <w:r w:rsidRPr="009071AC">
        <w:t>Mais la jeune fille hésitait à quel parti se résoudre</w:t>
      </w:r>
      <w:r w:rsidR="00F635DB">
        <w:t>.</w:t>
      </w:r>
    </w:p>
    <w:p w14:paraId="1D0AFB7C" w14:textId="77777777" w:rsidR="00F635DB" w:rsidRDefault="00855694" w:rsidP="00F635DB">
      <w:r w:rsidRPr="009071AC">
        <w:t>Il fallut que le magistrat mît fin à ses perplexités</w:t>
      </w:r>
      <w:r w:rsidR="00F635DB">
        <w:t>.</w:t>
      </w:r>
    </w:p>
    <w:p w14:paraId="4A132AB8" w14:textId="76FA7012" w:rsidR="00F635DB" w:rsidRDefault="00F635DB" w:rsidP="00F635DB">
      <w:r>
        <w:t>— </w:t>
      </w:r>
      <w:r w:rsidR="00855694" w:rsidRPr="009071AC">
        <w:t xml:space="preserve">Priez </w:t>
      </w:r>
      <w:r>
        <w:t>M. </w:t>
      </w:r>
      <w:r w:rsidR="00855694" w:rsidRPr="009071AC">
        <w:t xml:space="preserve">le marquis de </w:t>
      </w:r>
      <w:proofErr w:type="spellStart"/>
      <w:r w:rsidR="00855694" w:rsidRPr="009071AC">
        <w:t>Valorsay</w:t>
      </w:r>
      <w:proofErr w:type="spellEnd"/>
      <w:r w:rsidR="00855694" w:rsidRPr="009071AC">
        <w:t xml:space="preserve"> de monter</w:t>
      </w:r>
      <w:r>
        <w:t xml:space="preserve">, </w:t>
      </w:r>
      <w:r w:rsidR="00855694" w:rsidRPr="009071AC">
        <w:t>dit-il au domestique</w:t>
      </w:r>
      <w:r>
        <w:t>.</w:t>
      </w:r>
    </w:p>
    <w:p w14:paraId="1F0314B4" w14:textId="77777777" w:rsidR="00F635DB" w:rsidRDefault="00855694" w:rsidP="00F635DB">
      <w:r w:rsidRPr="009071AC">
        <w:t>Le valet de pied se retira</w:t>
      </w:r>
      <w:r w:rsidR="00F635DB">
        <w:t xml:space="preserve">, </w:t>
      </w:r>
      <w:r w:rsidRPr="009071AC">
        <w:t>et dès qu</w:t>
      </w:r>
      <w:r w:rsidR="00F635DB">
        <w:t>’</w:t>
      </w:r>
      <w:r w:rsidRPr="009071AC">
        <w:t>il eut disparu</w:t>
      </w:r>
      <w:r w:rsidR="00F635DB">
        <w:t> :</w:t>
      </w:r>
    </w:p>
    <w:p w14:paraId="6A92C0AF" w14:textId="156CE57C" w:rsidR="00F635DB" w:rsidRDefault="00F635DB" w:rsidP="00F635DB">
      <w:r>
        <w:t>— </w:t>
      </w:r>
      <w:r w:rsidR="00855694" w:rsidRPr="009071AC">
        <w:t>Quoi</w:t>
      </w:r>
      <w:r>
        <w:t xml:space="preserve"> ! </w:t>
      </w:r>
      <w:r w:rsidR="00855694" w:rsidRPr="009071AC">
        <w:t>monsieur</w:t>
      </w:r>
      <w:r>
        <w:t xml:space="preserve">, </w:t>
      </w:r>
      <w:r w:rsidR="00855694" w:rsidRPr="009071AC">
        <w:t>s</w:t>
      </w:r>
      <w:r>
        <w:t>’</w:t>
      </w:r>
      <w:r w:rsidR="00855694" w:rsidRPr="009071AC">
        <w:t xml:space="preserve">écria </w:t>
      </w:r>
      <w:r>
        <w:t>M</w:t>
      </w:r>
      <w:r w:rsidRPr="00F635DB">
        <w:rPr>
          <w:vertAlign w:val="superscript"/>
        </w:rPr>
        <w:t>lle</w:t>
      </w:r>
      <w:r>
        <w:t> </w:t>
      </w:r>
      <w:r w:rsidR="00855694" w:rsidRPr="009071AC">
        <w:t>Marguerite</w:t>
      </w:r>
      <w:r>
        <w:t xml:space="preserve">, </w:t>
      </w:r>
      <w:r w:rsidR="00855694" w:rsidRPr="009071AC">
        <w:t>après ce que je vous ai dit</w:t>
      </w:r>
      <w:r>
        <w:t xml:space="preserve">, </w:t>
      </w:r>
      <w:r w:rsidR="00855694" w:rsidRPr="009071AC">
        <w:t>vous voulez que je le reçoive</w:t>
      </w:r>
      <w:r>
        <w:t> !…</w:t>
      </w:r>
    </w:p>
    <w:p w14:paraId="0E498AF2" w14:textId="77777777" w:rsidR="00F635DB" w:rsidRDefault="00F635DB" w:rsidP="00F635DB">
      <w:r>
        <w:t>— </w:t>
      </w:r>
      <w:r w:rsidR="00855694" w:rsidRPr="009071AC">
        <w:t>Il le faut</w:t>
      </w:r>
      <w:r>
        <w:t xml:space="preserve">, </w:t>
      </w:r>
      <w:r w:rsidR="00855694" w:rsidRPr="009071AC">
        <w:t>mon enfant</w:t>
      </w:r>
      <w:r>
        <w:t xml:space="preserve">, </w:t>
      </w:r>
      <w:r w:rsidR="00855694" w:rsidRPr="009071AC">
        <w:t>absolument</w:t>
      </w:r>
      <w:r>
        <w:t xml:space="preserve">. </w:t>
      </w:r>
      <w:r w:rsidR="00855694" w:rsidRPr="009071AC">
        <w:t>Il importe que vous sachiez ce qu</w:t>
      </w:r>
      <w:r>
        <w:t>’</w:t>
      </w:r>
      <w:r w:rsidR="00855694" w:rsidRPr="009071AC">
        <w:t>il veut et quel espoir l</w:t>
      </w:r>
      <w:r>
        <w:t>’</w:t>
      </w:r>
      <w:r w:rsidR="00855694" w:rsidRPr="009071AC">
        <w:t>amène</w:t>
      </w:r>
      <w:r>
        <w:t xml:space="preserve">… </w:t>
      </w:r>
      <w:r w:rsidR="00855694" w:rsidRPr="009071AC">
        <w:t>Résignez-vous</w:t>
      </w:r>
      <w:r>
        <w:t xml:space="preserve">, </w:t>
      </w:r>
      <w:r w:rsidR="00855694" w:rsidRPr="009071AC">
        <w:t>soyez calme</w:t>
      </w:r>
      <w:r>
        <w:t> !…</w:t>
      </w:r>
    </w:p>
    <w:p w14:paraId="38B9084E" w14:textId="77777777" w:rsidR="00F635DB" w:rsidRDefault="00855694" w:rsidP="00F635DB">
      <w:r w:rsidRPr="009071AC">
        <w:t>En proie à une sorte d</w:t>
      </w:r>
      <w:r w:rsidR="00F635DB">
        <w:t>’</w:t>
      </w:r>
      <w:r w:rsidRPr="009071AC">
        <w:t>égarement</w:t>
      </w:r>
      <w:r w:rsidR="00F635DB">
        <w:t xml:space="preserve">, </w:t>
      </w:r>
      <w:r w:rsidRPr="009071AC">
        <w:t>la pauvre fille réparait à la hâte le désordre de sa toilette</w:t>
      </w:r>
      <w:r w:rsidR="00F635DB">
        <w:t xml:space="preserve">, </w:t>
      </w:r>
      <w:r w:rsidRPr="009071AC">
        <w:t>et</w:t>
      </w:r>
      <w:r w:rsidR="00F635DB">
        <w:t xml:space="preserve">, </w:t>
      </w:r>
      <w:r w:rsidRPr="009071AC">
        <w:t>tant bien que mal</w:t>
      </w:r>
      <w:r w:rsidR="00F635DB">
        <w:t xml:space="preserve">, </w:t>
      </w:r>
      <w:r w:rsidRPr="009071AC">
        <w:t>elle relevait ses cheveux</w:t>
      </w:r>
      <w:r w:rsidR="00F635DB">
        <w:t xml:space="preserve">, </w:t>
      </w:r>
      <w:r w:rsidRPr="009071AC">
        <w:t>dont les masses opulentes s</w:t>
      </w:r>
      <w:r w:rsidR="00F635DB">
        <w:t>’</w:t>
      </w:r>
      <w:r w:rsidRPr="009071AC">
        <w:t>éparpillaient sur ses épaules</w:t>
      </w:r>
      <w:r w:rsidR="00F635DB">
        <w:t>.</w:t>
      </w:r>
    </w:p>
    <w:p w14:paraId="302B023E" w14:textId="1A3385C5" w:rsidR="00F635DB" w:rsidRDefault="00F635DB" w:rsidP="00F635DB">
      <w:r>
        <w:t>— </w:t>
      </w:r>
      <w:r w:rsidR="00855694" w:rsidRPr="009071AC">
        <w:t>Eh</w:t>
      </w:r>
      <w:r>
        <w:t xml:space="preserve"> !… </w:t>
      </w:r>
      <w:r w:rsidR="00855694" w:rsidRPr="009071AC">
        <w:t>monsieur</w:t>
      </w:r>
      <w:r>
        <w:t xml:space="preserve">, </w:t>
      </w:r>
      <w:r w:rsidR="00855694" w:rsidRPr="009071AC">
        <w:t>disait-elle</w:t>
      </w:r>
      <w:r>
        <w:t xml:space="preserve">, </w:t>
      </w:r>
      <w:r w:rsidR="00855694" w:rsidRPr="009071AC">
        <w:t>ne devinez-vous donc pas qu</w:t>
      </w:r>
      <w:r>
        <w:t>’</w:t>
      </w:r>
      <w:r w:rsidR="00855694" w:rsidRPr="009071AC">
        <w:t>il me croit l</w:t>
      </w:r>
      <w:r>
        <w:t>’</w:t>
      </w:r>
      <w:r w:rsidR="00855694" w:rsidRPr="009071AC">
        <w:t xml:space="preserve">héritière de </w:t>
      </w:r>
      <w:r>
        <w:t>M. de </w:t>
      </w:r>
      <w:proofErr w:type="spellStart"/>
      <w:r w:rsidR="00855694" w:rsidRPr="009071AC">
        <w:t>Chalusse</w:t>
      </w:r>
      <w:proofErr w:type="spellEnd"/>
      <w:r>
        <w:t xml:space="preserve">… </w:t>
      </w:r>
      <w:r w:rsidR="00855694" w:rsidRPr="009071AC">
        <w:t>Pour lui</w:t>
      </w:r>
      <w:r>
        <w:t xml:space="preserve">, </w:t>
      </w:r>
      <w:r w:rsidR="00855694" w:rsidRPr="009071AC">
        <w:t>je garde l</w:t>
      </w:r>
      <w:r>
        <w:t>’</w:t>
      </w:r>
      <w:r w:rsidR="00855694" w:rsidRPr="009071AC">
        <w:t>éblouissant reflet des millions qui ont failli m</w:t>
      </w:r>
      <w:r>
        <w:t>’</w:t>
      </w:r>
      <w:r w:rsidR="00855694" w:rsidRPr="009071AC">
        <w:t>appartenir</w:t>
      </w:r>
      <w:r>
        <w:t xml:space="preserve">… </w:t>
      </w:r>
      <w:r w:rsidR="00855694" w:rsidRPr="009071AC">
        <w:t>Qu</w:t>
      </w:r>
      <w:r>
        <w:t>’</w:t>
      </w:r>
      <w:r w:rsidR="00855694" w:rsidRPr="009071AC">
        <w:t>il vienne</w:t>
      </w:r>
      <w:r>
        <w:t xml:space="preserve">… </w:t>
      </w:r>
      <w:r w:rsidR="00855694" w:rsidRPr="009071AC">
        <w:t>qu</w:t>
      </w:r>
      <w:r>
        <w:t>’</w:t>
      </w:r>
      <w:r w:rsidR="00855694" w:rsidRPr="009071AC">
        <w:t>il vienne</w:t>
      </w:r>
      <w:r>
        <w:t>…</w:t>
      </w:r>
    </w:p>
    <w:p w14:paraId="48442F6B" w14:textId="77777777" w:rsidR="00F635DB" w:rsidRDefault="00F635DB" w:rsidP="00F635DB">
      <w:r>
        <w:t>— </w:t>
      </w:r>
      <w:r w:rsidR="00855694" w:rsidRPr="009071AC">
        <w:t>Silence</w:t>
      </w:r>
      <w:r>
        <w:t xml:space="preserve">, </w:t>
      </w:r>
      <w:r w:rsidR="00855694" w:rsidRPr="009071AC">
        <w:t>le voici</w:t>
      </w:r>
      <w:r>
        <w:t> !</w:t>
      </w:r>
    </w:p>
    <w:p w14:paraId="647C4CA1" w14:textId="77777777" w:rsidR="00F635DB" w:rsidRDefault="00855694" w:rsidP="00F635DB">
      <w:r w:rsidRPr="009071AC">
        <w:lastRenderedPageBreak/>
        <w:t xml:space="preserve">Le marquis de </w:t>
      </w:r>
      <w:proofErr w:type="spellStart"/>
      <w:r w:rsidRPr="009071AC">
        <w:t>Valorsay</w:t>
      </w:r>
      <w:proofErr w:type="spellEnd"/>
      <w:r w:rsidRPr="009071AC">
        <w:t xml:space="preserve"> entrait</w:t>
      </w:r>
      <w:r w:rsidR="00F635DB">
        <w:t xml:space="preserve">, </w:t>
      </w:r>
      <w:r w:rsidRPr="009071AC">
        <w:t>en effet</w:t>
      </w:r>
      <w:r w:rsidR="00F635DB">
        <w:t xml:space="preserve">, </w:t>
      </w:r>
      <w:r w:rsidRPr="009071AC">
        <w:t>toujours vêtu avec l</w:t>
      </w:r>
      <w:r w:rsidR="00F635DB">
        <w:t>’</w:t>
      </w:r>
      <w:r w:rsidRPr="009071AC">
        <w:t>exquise recherche de ces intelligents gentilshommes pour qui la couleur d</w:t>
      </w:r>
      <w:r w:rsidR="00F635DB">
        <w:t>’</w:t>
      </w:r>
      <w:r w:rsidRPr="009071AC">
        <w:t>un pantalon est une affaire</w:t>
      </w:r>
      <w:r w:rsidR="00F635DB">
        <w:t xml:space="preserve">, </w:t>
      </w:r>
      <w:r w:rsidRPr="009071AC">
        <w:t>et qui trouvent des assouvissements d</w:t>
      </w:r>
      <w:r w:rsidR="00F635DB">
        <w:t>’</w:t>
      </w:r>
      <w:r w:rsidRPr="009071AC">
        <w:t>ambition à décider souverainement de la coupe d</w:t>
      </w:r>
      <w:r w:rsidR="00F635DB">
        <w:t>’</w:t>
      </w:r>
      <w:r w:rsidRPr="009071AC">
        <w:t>un gilet</w:t>
      </w:r>
      <w:r w:rsidR="00F635DB">
        <w:t>…</w:t>
      </w:r>
    </w:p>
    <w:p w14:paraId="5776AB37" w14:textId="77777777" w:rsidR="00F635DB" w:rsidRDefault="00855694" w:rsidP="00F635DB">
      <w:r w:rsidRPr="009071AC">
        <w:t>Mais sa physionomie</w:t>
      </w:r>
      <w:r w:rsidR="00F635DB">
        <w:t xml:space="preserve">, </w:t>
      </w:r>
      <w:r w:rsidRPr="009071AC">
        <w:t>insoucieuse d</w:t>
      </w:r>
      <w:r w:rsidR="00F635DB">
        <w:t>’</w:t>
      </w:r>
      <w:r w:rsidRPr="009071AC">
        <w:t>ordinaire et n</w:t>
      </w:r>
      <w:r w:rsidR="00F635DB">
        <w:t>’</w:t>
      </w:r>
      <w:r w:rsidRPr="009071AC">
        <w:t>exprimant rien que le parfait contentement de soi et l</w:t>
      </w:r>
      <w:r w:rsidR="00F635DB">
        <w:t>’</w:t>
      </w:r>
      <w:r w:rsidRPr="009071AC">
        <w:t>ennui des autres</w:t>
      </w:r>
      <w:r w:rsidR="00F635DB">
        <w:t xml:space="preserve">, </w:t>
      </w:r>
      <w:r w:rsidRPr="009071AC">
        <w:t>était grave et presque solennelle</w:t>
      </w:r>
      <w:r w:rsidR="00F635DB">
        <w:t>.</w:t>
      </w:r>
    </w:p>
    <w:p w14:paraId="70B0A7B3" w14:textId="77777777" w:rsidR="00F635DB" w:rsidRDefault="00855694" w:rsidP="00F635DB">
      <w:r w:rsidRPr="009071AC">
        <w:t>Sa jambe</w:t>
      </w:r>
      <w:r w:rsidR="00F635DB">
        <w:t xml:space="preserve"> – </w:t>
      </w:r>
      <w:r w:rsidRPr="009071AC">
        <w:t>cette maudite jambe cassée autrefois en sautant une banquette irlandaise</w:t>
      </w:r>
      <w:r w:rsidR="00F635DB">
        <w:t xml:space="preserve"> – </w:t>
      </w:r>
      <w:r w:rsidRPr="009071AC">
        <w:t>était roide et traînait plus que d</w:t>
      </w:r>
      <w:r w:rsidR="00F635DB">
        <w:t>’</w:t>
      </w:r>
      <w:r w:rsidRPr="009071AC">
        <w:t>habitude</w:t>
      </w:r>
      <w:r w:rsidR="00F635DB">
        <w:t xml:space="preserve">, </w:t>
      </w:r>
      <w:r w:rsidRPr="009071AC">
        <w:t>ce qui</w:t>
      </w:r>
      <w:r w:rsidR="00F635DB">
        <w:t xml:space="preserve">, </w:t>
      </w:r>
      <w:r w:rsidRPr="009071AC">
        <w:t>sans doute</w:t>
      </w:r>
      <w:r w:rsidR="00F635DB">
        <w:t xml:space="preserve">, </w:t>
      </w:r>
      <w:r w:rsidRPr="009071AC">
        <w:t>ne tenait pas uniquement à des influences atmosphériques</w:t>
      </w:r>
      <w:r w:rsidR="00F635DB">
        <w:t>.</w:t>
      </w:r>
    </w:p>
    <w:p w14:paraId="5F8FFE2E" w14:textId="05ABB6F7" w:rsidR="00F635DB" w:rsidRDefault="00855694" w:rsidP="00F635DB">
      <w:r w:rsidRPr="009071AC">
        <w:t>Il s</w:t>
      </w:r>
      <w:r w:rsidR="00F635DB">
        <w:t>’</w:t>
      </w:r>
      <w:r w:rsidRPr="009071AC">
        <w:t xml:space="preserve">inclina devant </w:t>
      </w:r>
      <w:r w:rsidR="00F635DB">
        <w:t>M</w:t>
      </w:r>
      <w:r w:rsidR="00F635DB" w:rsidRPr="00F635DB">
        <w:rPr>
          <w:vertAlign w:val="superscript"/>
        </w:rPr>
        <w:t>lle</w:t>
      </w:r>
      <w:r w:rsidR="00F635DB">
        <w:t> </w:t>
      </w:r>
      <w:r w:rsidRPr="009071AC">
        <w:t>Marguerite avec toutes les marques du plus profond respect</w:t>
      </w:r>
      <w:r w:rsidR="00F635DB">
        <w:t xml:space="preserve">, </w:t>
      </w:r>
      <w:r w:rsidRPr="009071AC">
        <w:t>et sans paraître remarquer le juge de paix</w:t>
      </w:r>
      <w:r w:rsidR="00F635DB">
        <w:t>.</w:t>
      </w:r>
    </w:p>
    <w:p w14:paraId="3BB6DD1F" w14:textId="77777777" w:rsidR="00F635DB" w:rsidRDefault="00F635DB" w:rsidP="00F635DB">
      <w:r>
        <w:t>— </w:t>
      </w:r>
      <w:r w:rsidR="00855694" w:rsidRPr="009071AC">
        <w:t>Vous m</w:t>
      </w:r>
      <w:r>
        <w:t>’</w:t>
      </w:r>
      <w:r w:rsidR="00855694" w:rsidRPr="009071AC">
        <w:t>excuserez</w:t>
      </w:r>
      <w:r>
        <w:t xml:space="preserve">, </w:t>
      </w:r>
      <w:r w:rsidR="00855694" w:rsidRPr="009071AC">
        <w:t>je l</w:t>
      </w:r>
      <w:r>
        <w:t>’</w:t>
      </w:r>
      <w:r w:rsidR="00855694" w:rsidRPr="009071AC">
        <w:t>espère</w:t>
      </w:r>
      <w:r>
        <w:t xml:space="preserve">, </w:t>
      </w:r>
      <w:r w:rsidR="00855694" w:rsidRPr="009071AC">
        <w:t>mademoiselle</w:t>
      </w:r>
      <w:r>
        <w:t xml:space="preserve">, </w:t>
      </w:r>
      <w:r w:rsidR="00855694" w:rsidRPr="009071AC">
        <w:t>prononça-t-il</w:t>
      </w:r>
      <w:r>
        <w:t xml:space="preserve">, </w:t>
      </w:r>
      <w:r w:rsidR="00855694" w:rsidRPr="009071AC">
        <w:t>d</w:t>
      </w:r>
      <w:r>
        <w:t>’</w:t>
      </w:r>
      <w:r w:rsidR="00855694" w:rsidRPr="009071AC">
        <w:t>avoir insisté pour être admis à vous présenter l</w:t>
      </w:r>
      <w:r>
        <w:t>’</w:t>
      </w:r>
      <w:r w:rsidR="00855694" w:rsidRPr="009071AC">
        <w:t>expression de ma sympathique douleur</w:t>
      </w:r>
      <w:r>
        <w:t xml:space="preserve">… </w:t>
      </w:r>
      <w:r w:rsidR="00855694" w:rsidRPr="009071AC">
        <w:t>J</w:t>
      </w:r>
      <w:r>
        <w:t>’</w:t>
      </w:r>
      <w:r w:rsidR="00855694" w:rsidRPr="009071AC">
        <w:t>apprends à l</w:t>
      </w:r>
      <w:r>
        <w:t>’</w:t>
      </w:r>
      <w:r w:rsidR="00855694" w:rsidRPr="009071AC">
        <w:t>instant l</w:t>
      </w:r>
      <w:r>
        <w:t>’</w:t>
      </w:r>
      <w:r w:rsidR="00855694" w:rsidRPr="009071AC">
        <w:t>horrible malheur qui vous frappe</w:t>
      </w:r>
      <w:r>
        <w:t xml:space="preserve">… </w:t>
      </w:r>
      <w:r w:rsidR="00855694" w:rsidRPr="009071AC">
        <w:t>la mort si inattendue de votre père</w:t>
      </w:r>
      <w:r>
        <w:t>.</w:t>
      </w:r>
    </w:p>
    <w:p w14:paraId="51AEABD9" w14:textId="77777777" w:rsidR="00F635DB" w:rsidRDefault="00855694" w:rsidP="00F635DB">
      <w:r w:rsidRPr="009071AC">
        <w:t>Elle recula avec une sorte d</w:t>
      </w:r>
      <w:r w:rsidR="00F635DB">
        <w:t>’</w:t>
      </w:r>
      <w:r w:rsidRPr="009071AC">
        <w:t>effroi</w:t>
      </w:r>
      <w:r w:rsidR="00F635DB">
        <w:t xml:space="preserve">, </w:t>
      </w:r>
      <w:r w:rsidRPr="009071AC">
        <w:t>en répétant</w:t>
      </w:r>
      <w:r w:rsidR="00F635DB">
        <w:t> :</w:t>
      </w:r>
    </w:p>
    <w:p w14:paraId="61E20230" w14:textId="77777777" w:rsidR="00F635DB" w:rsidRDefault="00F635DB" w:rsidP="00F635DB">
      <w:r>
        <w:t>— </w:t>
      </w:r>
      <w:r w:rsidR="00855694" w:rsidRPr="009071AC">
        <w:t>De mon père</w:t>
      </w:r>
      <w:r>
        <w:t> !…</w:t>
      </w:r>
    </w:p>
    <w:p w14:paraId="23CE8E57" w14:textId="77777777" w:rsidR="00F635DB" w:rsidRDefault="00855694" w:rsidP="00F635DB">
      <w:r w:rsidRPr="009071AC">
        <w:t>L</w:t>
      </w:r>
      <w:r w:rsidR="00F635DB">
        <w:t>’</w:t>
      </w:r>
      <w:r w:rsidRPr="009071AC">
        <w:t>autre ne parut pas troublé</w:t>
      </w:r>
      <w:r w:rsidR="00F635DB">
        <w:t>.</w:t>
      </w:r>
    </w:p>
    <w:p w14:paraId="559785FD" w14:textId="1825CFA4" w:rsidR="00F635DB" w:rsidRDefault="00F635DB" w:rsidP="00F635DB">
      <w:r>
        <w:t>— </w:t>
      </w:r>
      <w:r w:rsidR="00855694" w:rsidRPr="009071AC">
        <w:t>Je sais</w:t>
      </w:r>
      <w:r>
        <w:t xml:space="preserve">, </w:t>
      </w:r>
      <w:r w:rsidR="00855694" w:rsidRPr="009071AC">
        <w:t>dit-il d</w:t>
      </w:r>
      <w:r>
        <w:t>’</w:t>
      </w:r>
      <w:r w:rsidR="00855694" w:rsidRPr="009071AC">
        <w:t>une voix qui voulait être attendrie</w:t>
      </w:r>
      <w:r>
        <w:t xml:space="preserve"> ; </w:t>
      </w:r>
      <w:r w:rsidR="00855694" w:rsidRPr="009071AC">
        <w:t xml:space="preserve">je sais que </w:t>
      </w:r>
      <w:r>
        <w:t>M. de </w:t>
      </w:r>
      <w:proofErr w:type="spellStart"/>
      <w:r w:rsidR="00855694" w:rsidRPr="009071AC">
        <w:t>Chalusse</w:t>
      </w:r>
      <w:proofErr w:type="spellEnd"/>
      <w:r w:rsidR="00855694" w:rsidRPr="009071AC">
        <w:t xml:space="preserve"> vous avait fait un mystère de votre naissance</w:t>
      </w:r>
      <w:r>
        <w:t xml:space="preserve">… </w:t>
      </w:r>
      <w:r w:rsidR="00855694" w:rsidRPr="009071AC">
        <w:t>mais il m</w:t>
      </w:r>
      <w:r>
        <w:t>’</w:t>
      </w:r>
      <w:r w:rsidR="00855694" w:rsidRPr="009071AC">
        <w:t>avait confié son secret</w:t>
      </w:r>
      <w:r>
        <w:t>…</w:t>
      </w:r>
    </w:p>
    <w:p w14:paraId="50842921" w14:textId="77777777" w:rsidR="00F635DB" w:rsidRDefault="00F635DB" w:rsidP="00F635DB">
      <w:r>
        <w:t>— </w:t>
      </w:r>
      <w:proofErr w:type="spellStart"/>
      <w:r w:rsidR="00855694" w:rsidRPr="009071AC">
        <w:t>À vous</w:t>
      </w:r>
      <w:proofErr w:type="spellEnd"/>
      <w:r>
        <w:t xml:space="preserve"> !… </w:t>
      </w:r>
      <w:r w:rsidR="00855694" w:rsidRPr="009071AC">
        <w:t>interrompit le juge de paix</w:t>
      </w:r>
      <w:r>
        <w:t xml:space="preserve">, </w:t>
      </w:r>
      <w:r w:rsidR="00855694" w:rsidRPr="009071AC">
        <w:t>incapable de se contenir</w:t>
      </w:r>
      <w:r>
        <w:t>.</w:t>
      </w:r>
    </w:p>
    <w:p w14:paraId="77F66DDB" w14:textId="77777777" w:rsidR="00F635DB" w:rsidRDefault="00855694" w:rsidP="00F635DB">
      <w:r w:rsidRPr="009071AC">
        <w:lastRenderedPageBreak/>
        <w:t>Le marquis toisa d</w:t>
      </w:r>
      <w:r w:rsidR="00F635DB">
        <w:t>’</w:t>
      </w:r>
      <w:r w:rsidRPr="009071AC">
        <w:t xml:space="preserve">un air hautain ce </w:t>
      </w:r>
      <w:proofErr w:type="gramStart"/>
      <w:r w:rsidRPr="009071AC">
        <w:t>vieux</w:t>
      </w:r>
      <w:proofErr w:type="gramEnd"/>
      <w:r w:rsidRPr="009071AC">
        <w:t xml:space="preserve"> homme vêtu de noir</w:t>
      </w:r>
      <w:r w:rsidR="00F635DB">
        <w:t xml:space="preserve">, </w:t>
      </w:r>
      <w:r w:rsidRPr="009071AC">
        <w:t>et du ton sec qu</w:t>
      </w:r>
      <w:r w:rsidR="00F635DB">
        <w:t>’</w:t>
      </w:r>
      <w:r w:rsidRPr="009071AC">
        <w:t>on prend avec un subalterne indiscret</w:t>
      </w:r>
      <w:r w:rsidR="00F635DB">
        <w:t> :</w:t>
      </w:r>
    </w:p>
    <w:p w14:paraId="3626367D" w14:textId="434D5003" w:rsidR="00F635DB" w:rsidRDefault="00F635DB" w:rsidP="00F635DB">
      <w:r>
        <w:t>— </w:t>
      </w:r>
      <w:r w:rsidR="00855694" w:rsidRPr="009071AC">
        <w:t>À moi</w:t>
      </w:r>
      <w:r>
        <w:t xml:space="preserve">, </w:t>
      </w:r>
      <w:r w:rsidR="00855694" w:rsidRPr="009071AC">
        <w:t>oui</w:t>
      </w:r>
      <w:r>
        <w:t xml:space="preserve">, </w:t>
      </w:r>
      <w:r w:rsidR="00855694" w:rsidRPr="009071AC">
        <w:t>monsieur</w:t>
      </w:r>
      <w:r>
        <w:t xml:space="preserve">, </w:t>
      </w:r>
      <w:r w:rsidR="00855694" w:rsidRPr="009071AC">
        <w:t>répondit-il</w:t>
      </w:r>
      <w:r>
        <w:t xml:space="preserve">. </w:t>
      </w:r>
      <w:r w:rsidR="00855694" w:rsidRPr="009071AC">
        <w:t xml:space="preserve">Et non-seulement </w:t>
      </w:r>
      <w:r>
        <w:t>M. </w:t>
      </w:r>
      <w:r w:rsidR="00855694" w:rsidRPr="009071AC">
        <w:t xml:space="preserve">le comte de </w:t>
      </w:r>
      <w:proofErr w:type="spellStart"/>
      <w:r w:rsidR="00855694" w:rsidRPr="009071AC">
        <w:t>Chalusse</w:t>
      </w:r>
      <w:proofErr w:type="spellEnd"/>
      <w:r w:rsidR="00855694" w:rsidRPr="009071AC">
        <w:t xml:space="preserve"> me l</w:t>
      </w:r>
      <w:r>
        <w:t>’</w:t>
      </w:r>
      <w:r w:rsidR="00855694" w:rsidRPr="009071AC">
        <w:t>a confié de vive voix</w:t>
      </w:r>
      <w:r>
        <w:t xml:space="preserve">, </w:t>
      </w:r>
      <w:r w:rsidR="00855694" w:rsidRPr="009071AC">
        <w:t>mais il me l</w:t>
      </w:r>
      <w:r>
        <w:t>’</w:t>
      </w:r>
      <w:r w:rsidR="00855694" w:rsidRPr="009071AC">
        <w:t>a écrit</w:t>
      </w:r>
      <w:r>
        <w:t xml:space="preserve">, </w:t>
      </w:r>
      <w:r w:rsidR="00855694" w:rsidRPr="009071AC">
        <w:t>en m</w:t>
      </w:r>
      <w:r>
        <w:t>’</w:t>
      </w:r>
      <w:r w:rsidR="00855694" w:rsidRPr="009071AC">
        <w:t>exposant les honorables motifs de sa conduite</w:t>
      </w:r>
      <w:r>
        <w:t xml:space="preserve">, </w:t>
      </w:r>
      <w:r w:rsidR="00855694" w:rsidRPr="009071AC">
        <w:t>et l</w:t>
      </w:r>
      <w:r>
        <w:t>’</w:t>
      </w:r>
      <w:r w:rsidR="00855694" w:rsidRPr="009071AC">
        <w:t>intention formelle où il était</w:t>
      </w:r>
      <w:r>
        <w:t xml:space="preserve">, </w:t>
      </w:r>
      <w:r w:rsidR="00855694" w:rsidRPr="009071AC">
        <w:t>non de reconnaître</w:t>
      </w:r>
      <w:r>
        <w:t xml:space="preserve">, </w:t>
      </w:r>
      <w:r w:rsidR="00855694" w:rsidRPr="009071AC">
        <w:t>mais d</w:t>
      </w:r>
      <w:r>
        <w:t>’</w:t>
      </w:r>
      <w:r w:rsidR="00855694" w:rsidRPr="009071AC">
        <w:t xml:space="preserve">adopter </w:t>
      </w:r>
      <w:r>
        <w:t>M</w:t>
      </w:r>
      <w:r w:rsidRPr="00F635DB">
        <w:rPr>
          <w:vertAlign w:val="superscript"/>
        </w:rPr>
        <w:t>lle</w:t>
      </w:r>
      <w:r>
        <w:t> </w:t>
      </w:r>
      <w:r w:rsidR="00855694" w:rsidRPr="009071AC">
        <w:t>Marguerite</w:t>
      </w:r>
      <w:r>
        <w:t xml:space="preserve">, </w:t>
      </w:r>
      <w:r w:rsidR="00855694" w:rsidRPr="009071AC">
        <w:t>afin de lui assurer sans conteste sa fortune et son nom</w:t>
      </w:r>
      <w:r>
        <w:t>.</w:t>
      </w:r>
    </w:p>
    <w:p w14:paraId="2966919B" w14:textId="77777777" w:rsidR="00F635DB" w:rsidRDefault="00F635DB" w:rsidP="00F635DB">
      <w:r>
        <w:t>— </w:t>
      </w:r>
      <w:r w:rsidR="00855694" w:rsidRPr="009071AC">
        <w:t>Ah</w:t>
      </w:r>
      <w:r>
        <w:t xml:space="preserve"> ! </w:t>
      </w:r>
      <w:r w:rsidR="00855694" w:rsidRPr="009071AC">
        <w:t>fit le juge de paix</w:t>
      </w:r>
      <w:r>
        <w:t xml:space="preserve">, </w:t>
      </w:r>
      <w:r w:rsidR="00855694" w:rsidRPr="009071AC">
        <w:t>comme si une lueur soudaine l</w:t>
      </w:r>
      <w:r>
        <w:t>’</w:t>
      </w:r>
      <w:r w:rsidR="00855694" w:rsidRPr="009071AC">
        <w:t>eût éclairé</w:t>
      </w:r>
      <w:r>
        <w:t xml:space="preserve">, </w:t>
      </w:r>
      <w:r w:rsidR="00855694" w:rsidRPr="009071AC">
        <w:t>ah</w:t>
      </w:r>
      <w:r>
        <w:t xml:space="preserve"> ! </w:t>
      </w:r>
      <w:r w:rsidR="00855694" w:rsidRPr="009071AC">
        <w:t>ah</w:t>
      </w:r>
      <w:r>
        <w:t> !…</w:t>
      </w:r>
    </w:p>
    <w:p w14:paraId="38340916" w14:textId="47205A42" w:rsidR="00F635DB" w:rsidRDefault="00855694" w:rsidP="00F635DB">
      <w:r w:rsidRPr="009071AC">
        <w:t>Mais déjà</w:t>
      </w:r>
      <w:r w:rsidR="00F635DB">
        <w:t xml:space="preserve">, </w:t>
      </w:r>
      <w:r w:rsidRPr="009071AC">
        <w:t>sans se soucier de cette exclamation</w:t>
      </w:r>
      <w:r w:rsidR="00F635DB">
        <w:t xml:space="preserve">, </w:t>
      </w:r>
      <w:r w:rsidRPr="009071AC">
        <w:t>extraordinaire au moins par son accent</w:t>
      </w:r>
      <w:r w:rsidR="00F635DB">
        <w:t>, M. de </w:t>
      </w:r>
      <w:proofErr w:type="spellStart"/>
      <w:r w:rsidRPr="009071AC">
        <w:t>Valorsay</w:t>
      </w:r>
      <w:proofErr w:type="spellEnd"/>
      <w:r w:rsidRPr="009071AC">
        <w:t xml:space="preserve"> s</w:t>
      </w:r>
      <w:r w:rsidR="00F635DB">
        <w:t>’</w:t>
      </w:r>
      <w:r w:rsidRPr="009071AC">
        <w:t xml:space="preserve">était retourné vers </w:t>
      </w:r>
      <w:r w:rsidR="00F635DB">
        <w:t>M</w:t>
      </w:r>
      <w:r w:rsidR="00F635DB" w:rsidRPr="00F635DB">
        <w:rPr>
          <w:vertAlign w:val="superscript"/>
        </w:rPr>
        <w:t>lle</w:t>
      </w:r>
      <w:r w:rsidR="00F635DB">
        <w:t> </w:t>
      </w:r>
      <w:r w:rsidRPr="009071AC">
        <w:t>Marguerite et poursuivait</w:t>
      </w:r>
      <w:r w:rsidR="00F635DB">
        <w:t> :</w:t>
      </w:r>
    </w:p>
    <w:p w14:paraId="166A51AD" w14:textId="03BEA5A8" w:rsidR="00F635DB" w:rsidRDefault="00F635DB" w:rsidP="00F635DB">
      <w:r>
        <w:t>— </w:t>
      </w:r>
      <w:r w:rsidR="00855694" w:rsidRPr="009071AC">
        <w:t>Votre ignorance me prouve</w:t>
      </w:r>
      <w:r>
        <w:t xml:space="preserve">, </w:t>
      </w:r>
      <w:r w:rsidR="00855694" w:rsidRPr="009071AC">
        <w:t>mademoiselle</w:t>
      </w:r>
      <w:r>
        <w:t xml:space="preserve">, </w:t>
      </w:r>
      <w:r w:rsidR="00855694" w:rsidRPr="009071AC">
        <w:t>que vos gens ne m</w:t>
      </w:r>
      <w:r>
        <w:t>’</w:t>
      </w:r>
      <w:r w:rsidR="00855694" w:rsidRPr="009071AC">
        <w:t>ont pas trompé quand ils m</w:t>
      </w:r>
      <w:r>
        <w:t>’</w:t>
      </w:r>
      <w:r w:rsidR="00855694" w:rsidRPr="009071AC">
        <w:t xml:space="preserve">ont dit que ce pauvre </w:t>
      </w:r>
      <w:r>
        <w:t>M. de </w:t>
      </w:r>
      <w:proofErr w:type="spellStart"/>
      <w:r w:rsidR="00855694" w:rsidRPr="009071AC">
        <w:t>Chalusse</w:t>
      </w:r>
      <w:proofErr w:type="spellEnd"/>
      <w:r w:rsidR="00855694" w:rsidRPr="009071AC">
        <w:t xml:space="preserve"> a été littéralement foudroyé</w:t>
      </w:r>
      <w:r>
        <w:t xml:space="preserve">… </w:t>
      </w:r>
      <w:r w:rsidR="00855694" w:rsidRPr="009071AC">
        <w:t>Mais ils m</w:t>
      </w:r>
      <w:r>
        <w:t>’</w:t>
      </w:r>
      <w:r w:rsidR="00855694" w:rsidRPr="009071AC">
        <w:t>ont dit autre chose que je ne puis croire</w:t>
      </w:r>
      <w:r>
        <w:t xml:space="preserve">… </w:t>
      </w:r>
      <w:r w:rsidR="00855694" w:rsidRPr="009071AC">
        <w:t>Ils m</w:t>
      </w:r>
      <w:r>
        <w:t>’</w:t>
      </w:r>
      <w:r w:rsidR="00855694" w:rsidRPr="009071AC">
        <w:t>ont affirmé que le comte n</w:t>
      </w:r>
      <w:r>
        <w:t>’</w:t>
      </w:r>
      <w:r w:rsidR="00855694" w:rsidRPr="009071AC">
        <w:t>avait pris aucune disposition à votre égard</w:t>
      </w:r>
      <w:r>
        <w:t xml:space="preserve">, </w:t>
      </w:r>
      <w:r w:rsidR="00855694" w:rsidRPr="009071AC">
        <w:t>qu</w:t>
      </w:r>
      <w:r>
        <w:t>’</w:t>
      </w:r>
      <w:r w:rsidR="00855694" w:rsidRPr="009071AC">
        <w:t>il ne laisse pas de testament et que</w:t>
      </w:r>
      <w:r>
        <w:t xml:space="preserve">… </w:t>
      </w:r>
      <w:r w:rsidR="00855694" w:rsidRPr="009071AC">
        <w:t>excusez une indiscrétion qu</w:t>
      </w:r>
      <w:r>
        <w:t>’</w:t>
      </w:r>
      <w:r w:rsidR="00855694" w:rsidRPr="009071AC">
        <w:t>un respectueux intérêt dicte</w:t>
      </w:r>
      <w:r>
        <w:t xml:space="preserve">… </w:t>
      </w:r>
      <w:r w:rsidR="00855694" w:rsidRPr="009071AC">
        <w:t>et que</w:t>
      </w:r>
      <w:r>
        <w:t xml:space="preserve">… </w:t>
      </w:r>
      <w:r w:rsidR="00855694" w:rsidRPr="009071AC">
        <w:t>par suite de cette incompréhensible et coupable imprudence</w:t>
      </w:r>
      <w:r>
        <w:t xml:space="preserve">, </w:t>
      </w:r>
      <w:r w:rsidR="00855694" w:rsidRPr="009071AC">
        <w:t>vous vous trouvez</w:t>
      </w:r>
      <w:r>
        <w:t xml:space="preserve">, </w:t>
      </w:r>
      <w:r w:rsidR="00855694" w:rsidRPr="009071AC">
        <w:t>vous</w:t>
      </w:r>
      <w:r>
        <w:t xml:space="preserve">, </w:t>
      </w:r>
      <w:r w:rsidR="00855694" w:rsidRPr="009071AC">
        <w:t>sa fille</w:t>
      </w:r>
      <w:r>
        <w:t xml:space="preserve">, </w:t>
      </w:r>
      <w:r w:rsidR="00855694" w:rsidRPr="009071AC">
        <w:t>ruinée et presque sans ressources</w:t>
      </w:r>
      <w:r>
        <w:t xml:space="preserve">… </w:t>
      </w:r>
      <w:r w:rsidR="00855694" w:rsidRPr="009071AC">
        <w:t>Est-ce possible</w:t>
      </w:r>
      <w:r>
        <w:t> ?</w:t>
      </w:r>
    </w:p>
    <w:p w14:paraId="3CC89C90" w14:textId="05F4378D" w:rsidR="00F635DB" w:rsidRDefault="00F635DB" w:rsidP="00F635DB">
      <w:r>
        <w:t>— </w:t>
      </w:r>
      <w:r w:rsidR="00855694" w:rsidRPr="009071AC">
        <w:t>Cela est l</w:t>
      </w:r>
      <w:r>
        <w:t>’</w:t>
      </w:r>
      <w:r w:rsidR="00855694" w:rsidRPr="009071AC">
        <w:t>exacte vérité</w:t>
      </w:r>
      <w:r>
        <w:t xml:space="preserve">, </w:t>
      </w:r>
      <w:r w:rsidR="00855694" w:rsidRPr="009071AC">
        <w:t>monsieur</w:t>
      </w:r>
      <w:r>
        <w:t xml:space="preserve">, </w:t>
      </w:r>
      <w:r w:rsidR="00855694" w:rsidRPr="009071AC">
        <w:t xml:space="preserve">répondit </w:t>
      </w:r>
      <w:r>
        <w:t>M</w:t>
      </w:r>
      <w:r w:rsidRPr="00F635DB">
        <w:rPr>
          <w:vertAlign w:val="superscript"/>
        </w:rPr>
        <w:t>lle</w:t>
      </w:r>
      <w:r>
        <w:t> </w:t>
      </w:r>
      <w:r w:rsidR="00855694" w:rsidRPr="009071AC">
        <w:t>Marguerite</w:t>
      </w:r>
      <w:r>
        <w:t xml:space="preserve">… </w:t>
      </w:r>
      <w:r w:rsidR="00855694" w:rsidRPr="009071AC">
        <w:t>Pour vivre</w:t>
      </w:r>
      <w:r>
        <w:t xml:space="preserve">, </w:t>
      </w:r>
      <w:r w:rsidR="00855694" w:rsidRPr="009071AC">
        <w:t>il me faudra désormais gagner ma vie</w:t>
      </w:r>
      <w:r>
        <w:t>…</w:t>
      </w:r>
    </w:p>
    <w:p w14:paraId="4ABCA5AB" w14:textId="77777777" w:rsidR="00F635DB" w:rsidRDefault="00855694" w:rsidP="00F635DB">
      <w:r w:rsidRPr="009071AC">
        <w:t>Elle prononça ces mots avec une sorte de bonheur</w:t>
      </w:r>
      <w:r w:rsidR="00F635DB">
        <w:t xml:space="preserve">, </w:t>
      </w:r>
      <w:r w:rsidRPr="009071AC">
        <w:t>s</w:t>
      </w:r>
      <w:r w:rsidR="00F635DB">
        <w:t>’</w:t>
      </w:r>
      <w:r w:rsidRPr="009071AC">
        <w:t>attendant à quelque mouvement du marquis</w:t>
      </w:r>
      <w:r w:rsidR="00F635DB">
        <w:t xml:space="preserve">, </w:t>
      </w:r>
      <w:r w:rsidRPr="009071AC">
        <w:t>qui trahirait la bassesse de ses convoitises</w:t>
      </w:r>
      <w:r w:rsidR="00F635DB">
        <w:t xml:space="preserve">, </w:t>
      </w:r>
      <w:r w:rsidRPr="009071AC">
        <w:t>et elle s</w:t>
      </w:r>
      <w:r w:rsidR="00F635DB">
        <w:t>’</w:t>
      </w:r>
      <w:r w:rsidRPr="009071AC">
        <w:t>apprêtait à jouir de sa confusion</w:t>
      </w:r>
      <w:r w:rsidR="00F635DB">
        <w:t>.</w:t>
      </w:r>
    </w:p>
    <w:p w14:paraId="3DF626B2" w14:textId="77777777" w:rsidR="00F635DB" w:rsidRDefault="00855694" w:rsidP="00F635DB">
      <w:r w:rsidRPr="009071AC">
        <w:lastRenderedPageBreak/>
        <w:t>Mais pas du tout</w:t>
      </w:r>
      <w:r w:rsidR="00F635DB">
        <w:t>.</w:t>
      </w:r>
    </w:p>
    <w:p w14:paraId="0D3692A1" w14:textId="6252BD85" w:rsidR="00F635DB" w:rsidRDefault="00855694" w:rsidP="00F635DB">
      <w:r w:rsidRPr="009071AC">
        <w:t>Loin de sembler démonté ou seulement attristé</w:t>
      </w:r>
      <w:r w:rsidR="00F635DB">
        <w:t>, M. de </w:t>
      </w:r>
      <w:proofErr w:type="spellStart"/>
      <w:r w:rsidRPr="009071AC">
        <w:t>Valorsay</w:t>
      </w:r>
      <w:proofErr w:type="spellEnd"/>
      <w:r w:rsidRPr="009071AC">
        <w:t xml:space="preserve"> respira fortement comme s</w:t>
      </w:r>
      <w:r w:rsidR="00F635DB">
        <w:t>’</w:t>
      </w:r>
      <w:r w:rsidRPr="009071AC">
        <w:t>il eût été allégé d</w:t>
      </w:r>
      <w:r w:rsidR="00F635DB">
        <w:t>’</w:t>
      </w:r>
      <w:r w:rsidRPr="009071AC">
        <w:t>un poids énorme</w:t>
      </w:r>
      <w:r w:rsidR="00F635DB">
        <w:t xml:space="preserve">, </w:t>
      </w:r>
      <w:r w:rsidRPr="009071AC">
        <w:t>et son œil brilla</w:t>
      </w:r>
      <w:r w:rsidR="00F635DB">
        <w:t>.</w:t>
      </w:r>
    </w:p>
    <w:p w14:paraId="08308B44" w14:textId="77777777" w:rsidR="00F635DB" w:rsidRDefault="00F635DB" w:rsidP="00F635DB">
      <w:r>
        <w:t>— </w:t>
      </w:r>
      <w:r w:rsidR="00855694" w:rsidRPr="009071AC">
        <w:t>Alors</w:t>
      </w:r>
      <w:r>
        <w:t xml:space="preserve">, </w:t>
      </w:r>
      <w:r w:rsidR="00855694" w:rsidRPr="009071AC">
        <w:t>fit-il avec une joie contenue</w:t>
      </w:r>
      <w:r>
        <w:t xml:space="preserve">, </w:t>
      </w:r>
      <w:r w:rsidR="00855694" w:rsidRPr="009071AC">
        <w:t>j</w:t>
      </w:r>
      <w:r>
        <w:t>’</w:t>
      </w:r>
      <w:r w:rsidR="00855694" w:rsidRPr="009071AC">
        <w:t>oserai parler</w:t>
      </w:r>
      <w:r>
        <w:t xml:space="preserve">… </w:t>
      </w:r>
      <w:r w:rsidR="00855694" w:rsidRPr="009071AC">
        <w:t>Je parlerai</w:t>
      </w:r>
      <w:r>
        <w:t xml:space="preserve">, </w:t>
      </w:r>
      <w:r w:rsidR="00855694" w:rsidRPr="009071AC">
        <w:t>mademoiselle</w:t>
      </w:r>
      <w:r>
        <w:t xml:space="preserve">, </w:t>
      </w:r>
      <w:r w:rsidR="00855694" w:rsidRPr="009071AC">
        <w:t>si vous daignez me le permettre</w:t>
      </w:r>
      <w:r>
        <w:t>…</w:t>
      </w:r>
    </w:p>
    <w:p w14:paraId="527CF2EF" w14:textId="77777777" w:rsidR="00F635DB" w:rsidRDefault="00855694" w:rsidP="00F635DB">
      <w:r w:rsidRPr="009071AC">
        <w:t>Elle le regardait avec une curiosité anxieuse</w:t>
      </w:r>
      <w:r w:rsidR="00F635DB">
        <w:t xml:space="preserve">, </w:t>
      </w:r>
      <w:r w:rsidRPr="009071AC">
        <w:t>ne concevant rien à son attitude</w:t>
      </w:r>
      <w:r w:rsidR="00F635DB">
        <w:t>.</w:t>
      </w:r>
    </w:p>
    <w:p w14:paraId="4849931B" w14:textId="77777777" w:rsidR="00F635DB" w:rsidRDefault="00F635DB" w:rsidP="00F635DB">
      <w:r>
        <w:t>— </w:t>
      </w:r>
      <w:r w:rsidR="00855694" w:rsidRPr="009071AC">
        <w:t>Parlez</w:t>
      </w:r>
      <w:r>
        <w:t xml:space="preserve">, </w:t>
      </w:r>
      <w:r w:rsidR="00855694" w:rsidRPr="009071AC">
        <w:t>monsieur</w:t>
      </w:r>
      <w:r>
        <w:t xml:space="preserve">, </w:t>
      </w:r>
      <w:r w:rsidR="00855694" w:rsidRPr="009071AC">
        <w:t>balbutia-t-elle</w:t>
      </w:r>
      <w:r>
        <w:t>.</w:t>
      </w:r>
    </w:p>
    <w:p w14:paraId="353B8F54" w14:textId="53A20EB5" w:rsidR="00F635DB" w:rsidRDefault="00F635DB" w:rsidP="00F635DB">
      <w:r>
        <w:t>— </w:t>
      </w:r>
      <w:r w:rsidR="00855694" w:rsidRPr="009071AC">
        <w:t>J</w:t>
      </w:r>
      <w:r>
        <w:t>’</w:t>
      </w:r>
      <w:r w:rsidR="00855694" w:rsidRPr="009071AC">
        <w:t>obéis</w:t>
      </w:r>
      <w:r>
        <w:t xml:space="preserve">, </w:t>
      </w:r>
      <w:r w:rsidR="00855694" w:rsidRPr="009071AC">
        <w:t>mademoiselle</w:t>
      </w:r>
      <w:r>
        <w:t xml:space="preserve">, </w:t>
      </w:r>
      <w:r w:rsidR="00855694" w:rsidRPr="009071AC">
        <w:t>prononça-t-il en s</w:t>
      </w:r>
      <w:r>
        <w:t>’</w:t>
      </w:r>
      <w:r w:rsidR="00855694" w:rsidRPr="009071AC">
        <w:t>inclinant</w:t>
      </w:r>
      <w:r>
        <w:t xml:space="preserve">… </w:t>
      </w:r>
      <w:r w:rsidR="00855694" w:rsidRPr="009071AC">
        <w:t>Mais avant</w:t>
      </w:r>
      <w:r>
        <w:t xml:space="preserve">, </w:t>
      </w:r>
      <w:r w:rsidR="00855694" w:rsidRPr="009071AC">
        <w:t>laissez-moi vous dire combien grandes ont été mes espérances</w:t>
      </w:r>
      <w:r>
        <w:t xml:space="preserve">… </w:t>
      </w:r>
      <w:r w:rsidR="00855694" w:rsidRPr="009071AC">
        <w:t>Pour moi aussi</w:t>
      </w:r>
      <w:r>
        <w:t xml:space="preserve">, </w:t>
      </w:r>
      <w:r w:rsidR="00855694" w:rsidRPr="009071AC">
        <w:t>peut-être</w:t>
      </w:r>
      <w:r>
        <w:t xml:space="preserve">, </w:t>
      </w:r>
      <w:r w:rsidR="00855694" w:rsidRPr="009071AC">
        <w:t xml:space="preserve">la mort de </w:t>
      </w:r>
      <w:r>
        <w:t>M. de </w:t>
      </w:r>
      <w:proofErr w:type="spellStart"/>
      <w:r w:rsidR="00855694" w:rsidRPr="009071AC">
        <w:t>Chalusse</w:t>
      </w:r>
      <w:proofErr w:type="spellEnd"/>
      <w:r w:rsidR="00855694" w:rsidRPr="009071AC">
        <w:t xml:space="preserve"> est un irréparable malheur</w:t>
      </w:r>
      <w:r>
        <w:t xml:space="preserve">… </w:t>
      </w:r>
      <w:r w:rsidR="00855694" w:rsidRPr="009071AC">
        <w:t>Il m</w:t>
      </w:r>
      <w:r>
        <w:t>’</w:t>
      </w:r>
      <w:r w:rsidR="00855694" w:rsidRPr="009071AC">
        <w:t>avait permis</w:t>
      </w:r>
      <w:r>
        <w:t xml:space="preserve">, </w:t>
      </w:r>
      <w:r w:rsidR="00855694" w:rsidRPr="009071AC">
        <w:t>mademoiselle</w:t>
      </w:r>
      <w:r>
        <w:t xml:space="preserve">, </w:t>
      </w:r>
      <w:r w:rsidR="00855694" w:rsidRPr="009071AC">
        <w:t>d</w:t>
      </w:r>
      <w:r>
        <w:t>’</w:t>
      </w:r>
      <w:r w:rsidR="00855694" w:rsidRPr="009071AC">
        <w:t>aspirer à l</w:t>
      </w:r>
      <w:r>
        <w:t>’</w:t>
      </w:r>
      <w:r w:rsidR="00855694" w:rsidRPr="009071AC">
        <w:t>honneur d</w:t>
      </w:r>
      <w:r>
        <w:t>’</w:t>
      </w:r>
      <w:r w:rsidR="00855694" w:rsidRPr="009071AC">
        <w:t>obtenir votre main</w:t>
      </w:r>
      <w:r>
        <w:t xml:space="preserve">. </w:t>
      </w:r>
      <w:r w:rsidR="00855694" w:rsidRPr="009071AC">
        <w:t>S</w:t>
      </w:r>
      <w:r>
        <w:t>’</w:t>
      </w:r>
      <w:r w:rsidR="00855694" w:rsidRPr="009071AC">
        <w:t>il ne vous avait rien dit</w:t>
      </w:r>
      <w:r>
        <w:t xml:space="preserve">, </w:t>
      </w:r>
      <w:r w:rsidR="00855694" w:rsidRPr="009071AC">
        <w:t>c</w:t>
      </w:r>
      <w:r>
        <w:t>’</w:t>
      </w:r>
      <w:r w:rsidR="00855694" w:rsidRPr="009071AC">
        <w:t>est qu</w:t>
      </w:r>
      <w:r>
        <w:t>’</w:t>
      </w:r>
      <w:r w:rsidR="00855694" w:rsidRPr="009071AC">
        <w:t>il entendait vous laisser libre</w:t>
      </w:r>
      <w:r>
        <w:t xml:space="preserve">, </w:t>
      </w:r>
      <w:r w:rsidR="00855694" w:rsidRPr="009071AC">
        <w:t>m</w:t>
      </w:r>
      <w:r>
        <w:t>’</w:t>
      </w:r>
      <w:r w:rsidR="00855694" w:rsidRPr="009071AC">
        <w:t>imposant cette tâche qui m</w:t>
      </w:r>
      <w:r>
        <w:t>’</w:t>
      </w:r>
      <w:r w:rsidR="00855694" w:rsidRPr="009071AC">
        <w:t>effrayait</w:t>
      </w:r>
      <w:r>
        <w:t xml:space="preserve">, </w:t>
      </w:r>
      <w:r w:rsidR="00855694" w:rsidRPr="009071AC">
        <w:t>de mériter votre consentement</w:t>
      </w:r>
      <w:r>
        <w:t xml:space="preserve">. </w:t>
      </w:r>
      <w:r w:rsidR="00855694" w:rsidRPr="009071AC">
        <w:t>Mais de lui à moi tout était réglé et convenu</w:t>
      </w:r>
      <w:r>
        <w:t xml:space="preserve">, </w:t>
      </w:r>
      <w:r w:rsidR="00855694" w:rsidRPr="009071AC">
        <w:t xml:space="preserve">il donnait trois millions de dot à </w:t>
      </w:r>
      <w:r>
        <w:t>M</w:t>
      </w:r>
      <w:r w:rsidRPr="00F635DB">
        <w:rPr>
          <w:vertAlign w:val="superscript"/>
        </w:rPr>
        <w:t>lle</w:t>
      </w:r>
      <w:r>
        <w:t> </w:t>
      </w:r>
      <w:r w:rsidR="00855694" w:rsidRPr="009071AC">
        <w:t xml:space="preserve">Marguerite de </w:t>
      </w:r>
      <w:proofErr w:type="spellStart"/>
      <w:r w:rsidR="00855694" w:rsidRPr="009071AC">
        <w:t>Chalusse</w:t>
      </w:r>
      <w:proofErr w:type="spellEnd"/>
      <w:r>
        <w:t xml:space="preserve">, </w:t>
      </w:r>
      <w:r w:rsidR="00855694" w:rsidRPr="009071AC">
        <w:t>sa fille</w:t>
      </w:r>
      <w:r>
        <w:t>.</w:t>
      </w:r>
    </w:p>
    <w:p w14:paraId="2C99AAE6" w14:textId="6EECFE31" w:rsidR="00F635DB" w:rsidRDefault="00F635DB" w:rsidP="00F635DB">
      <w:r>
        <w:t>— </w:t>
      </w:r>
      <w:r w:rsidR="00855694" w:rsidRPr="009071AC">
        <w:t xml:space="preserve">Je ne suis plus </w:t>
      </w:r>
      <w:r>
        <w:t>M</w:t>
      </w:r>
      <w:r w:rsidRPr="00F635DB">
        <w:rPr>
          <w:vertAlign w:val="superscript"/>
        </w:rPr>
        <w:t>lle</w:t>
      </w:r>
      <w:r>
        <w:t> de </w:t>
      </w:r>
      <w:proofErr w:type="spellStart"/>
      <w:r w:rsidR="00855694" w:rsidRPr="009071AC">
        <w:t>Chalusse</w:t>
      </w:r>
      <w:proofErr w:type="spellEnd"/>
      <w:r>
        <w:t xml:space="preserve">, </w:t>
      </w:r>
      <w:r w:rsidR="00855694" w:rsidRPr="009071AC">
        <w:t>monsieur le marquis</w:t>
      </w:r>
      <w:r>
        <w:t xml:space="preserve">, </w:t>
      </w:r>
      <w:r w:rsidR="00855694" w:rsidRPr="009071AC">
        <w:t>et je n</w:t>
      </w:r>
      <w:r>
        <w:t>’</w:t>
      </w:r>
      <w:r w:rsidR="00855694" w:rsidRPr="009071AC">
        <w:t>ai plus de dot</w:t>
      </w:r>
      <w:r>
        <w:t>.</w:t>
      </w:r>
    </w:p>
    <w:p w14:paraId="4DC5C383" w14:textId="77777777" w:rsidR="00F635DB" w:rsidRDefault="00855694" w:rsidP="00F635DB">
      <w:r w:rsidRPr="009071AC">
        <w:t>Il sentit la pointe acérée de l</w:t>
      </w:r>
      <w:r w:rsidR="00F635DB">
        <w:t>’</w:t>
      </w:r>
      <w:r w:rsidRPr="009071AC">
        <w:t>épigramme</w:t>
      </w:r>
      <w:r w:rsidR="00F635DB">
        <w:t xml:space="preserve">, </w:t>
      </w:r>
      <w:r w:rsidRPr="009071AC">
        <w:t>car un peu de sang</w:t>
      </w:r>
      <w:r w:rsidR="00F635DB">
        <w:t xml:space="preserve">, </w:t>
      </w:r>
      <w:r w:rsidRPr="009071AC">
        <w:t>monta à ses pommettes</w:t>
      </w:r>
      <w:r w:rsidR="00F635DB">
        <w:t xml:space="preserve">, </w:t>
      </w:r>
      <w:r w:rsidRPr="009071AC">
        <w:t>mais son correct sang-froid ne fut point altéré</w:t>
      </w:r>
      <w:r w:rsidR="00F635DB">
        <w:t>.</w:t>
      </w:r>
    </w:p>
    <w:p w14:paraId="5501C7CC" w14:textId="77777777" w:rsidR="00F635DB" w:rsidRDefault="00F635DB" w:rsidP="00F635DB">
      <w:r>
        <w:t>— </w:t>
      </w:r>
      <w:r w:rsidR="00855694" w:rsidRPr="009071AC">
        <w:t>Si vous étiez encore riche</w:t>
      </w:r>
      <w:r>
        <w:t xml:space="preserve">, </w:t>
      </w:r>
      <w:r w:rsidR="00855694" w:rsidRPr="009071AC">
        <w:t>mademoiselle</w:t>
      </w:r>
      <w:r>
        <w:t xml:space="preserve">, </w:t>
      </w:r>
      <w:r w:rsidR="00855694" w:rsidRPr="009071AC">
        <w:t>prononça-t-il du ton de reproche de l</w:t>
      </w:r>
      <w:r>
        <w:t>’</w:t>
      </w:r>
      <w:r w:rsidR="00855694" w:rsidRPr="009071AC">
        <w:t>honnête homme qui se voit méconnu</w:t>
      </w:r>
      <w:r>
        <w:t xml:space="preserve">, </w:t>
      </w:r>
      <w:r w:rsidR="00855694" w:rsidRPr="009071AC">
        <w:t>j</w:t>
      </w:r>
      <w:r>
        <w:t>’</w:t>
      </w:r>
      <w:r w:rsidR="00855694" w:rsidRPr="009071AC">
        <w:t>aurais peut-être la force de garder le secret des sentiments que vous m</w:t>
      </w:r>
      <w:r>
        <w:t>’</w:t>
      </w:r>
      <w:r w:rsidR="00855694" w:rsidRPr="009071AC">
        <w:t>avez inspirés</w:t>
      </w:r>
      <w:r>
        <w:t xml:space="preserve">, </w:t>
      </w:r>
      <w:r w:rsidR="00855694" w:rsidRPr="009071AC">
        <w:t>mais</w:t>
      </w:r>
      <w:r>
        <w:t>…</w:t>
      </w:r>
    </w:p>
    <w:p w14:paraId="758D9E66" w14:textId="77777777" w:rsidR="00F635DB" w:rsidRDefault="00855694" w:rsidP="00F635DB">
      <w:r w:rsidRPr="009071AC">
        <w:lastRenderedPageBreak/>
        <w:t>Il se redressa d</w:t>
      </w:r>
      <w:r w:rsidR="00F635DB">
        <w:t>’</w:t>
      </w:r>
      <w:r w:rsidRPr="009071AC">
        <w:t>un geste qui n</w:t>
      </w:r>
      <w:r w:rsidR="00F635DB">
        <w:t>’</w:t>
      </w:r>
      <w:r w:rsidRPr="009071AC">
        <w:t>était pas sans noblesse</w:t>
      </w:r>
      <w:r w:rsidR="00F635DB">
        <w:t xml:space="preserve">, </w:t>
      </w:r>
      <w:r w:rsidRPr="009071AC">
        <w:t>et d</w:t>
      </w:r>
      <w:r w:rsidR="00F635DB">
        <w:t>’</w:t>
      </w:r>
      <w:r w:rsidRPr="009071AC">
        <w:t>une voix pleine et sonore il ajouta</w:t>
      </w:r>
      <w:r w:rsidR="00F635DB">
        <w:t> :</w:t>
      </w:r>
    </w:p>
    <w:p w14:paraId="63A861AF" w14:textId="77777777" w:rsidR="00F635DB" w:rsidRDefault="00F635DB" w:rsidP="00F635DB">
      <w:r>
        <w:t>— </w:t>
      </w:r>
      <w:r w:rsidR="00855694" w:rsidRPr="009071AC">
        <w:t>Mais vous n</w:t>
      </w:r>
      <w:r>
        <w:t>’</w:t>
      </w:r>
      <w:r w:rsidR="00855694" w:rsidRPr="009071AC">
        <w:t>avez plus vos millions</w:t>
      </w:r>
      <w:r>
        <w:t xml:space="preserve">… </w:t>
      </w:r>
      <w:r w:rsidR="00855694" w:rsidRPr="009071AC">
        <w:t>et c</w:t>
      </w:r>
      <w:r>
        <w:t>’</w:t>
      </w:r>
      <w:r w:rsidR="00855694" w:rsidRPr="009071AC">
        <w:t>est pour cela que j</w:t>
      </w:r>
      <w:r>
        <w:t>’</w:t>
      </w:r>
      <w:r w:rsidR="00855694" w:rsidRPr="009071AC">
        <w:t>ose vous dire</w:t>
      </w:r>
      <w:r>
        <w:t xml:space="preserve"> : </w:t>
      </w:r>
      <w:r w:rsidR="00855694" w:rsidRPr="009071AC">
        <w:t>Mademoiselle Marguerite</w:t>
      </w:r>
      <w:r>
        <w:t xml:space="preserve">, </w:t>
      </w:r>
      <w:r w:rsidR="00855694" w:rsidRPr="009071AC">
        <w:t>je vous aime</w:t>
      </w:r>
      <w:r>
        <w:t xml:space="preserve"> ; </w:t>
      </w:r>
      <w:r w:rsidR="00855694" w:rsidRPr="009071AC">
        <w:t>voulez-vous être ma femme</w:t>
      </w:r>
      <w:r>
        <w:t> ?…</w:t>
      </w:r>
    </w:p>
    <w:p w14:paraId="357E46D3" w14:textId="77777777" w:rsidR="00F635DB" w:rsidRDefault="00855694" w:rsidP="00F635DB">
      <w:r w:rsidRPr="009071AC">
        <w:t>La pauvre fille eut besoin de toute sa puissance sur elle-même pour retenir un cri</w:t>
      </w:r>
      <w:r w:rsidR="00F635DB">
        <w:t>.</w:t>
      </w:r>
    </w:p>
    <w:p w14:paraId="05A2BBB4" w14:textId="77777777" w:rsidR="00F635DB" w:rsidRDefault="00855694" w:rsidP="00F635DB">
      <w:r w:rsidRPr="009071AC">
        <w:t>C</w:t>
      </w:r>
      <w:r w:rsidR="00F635DB">
        <w:t>’</w:t>
      </w:r>
      <w:r w:rsidRPr="009071AC">
        <w:t>était plus que de la stupeur</w:t>
      </w:r>
      <w:r w:rsidR="00F635DB">
        <w:t xml:space="preserve">, </w:t>
      </w:r>
      <w:r w:rsidRPr="009071AC">
        <w:t>c</w:t>
      </w:r>
      <w:r w:rsidR="00F635DB">
        <w:t>’</w:t>
      </w:r>
      <w:r w:rsidRPr="009071AC">
        <w:t>était presque de l</w:t>
      </w:r>
      <w:r w:rsidR="00F635DB">
        <w:t>’</w:t>
      </w:r>
      <w:r w:rsidRPr="009071AC">
        <w:t xml:space="preserve">épouvante que lui causait la demande du marquis de </w:t>
      </w:r>
      <w:proofErr w:type="spellStart"/>
      <w:r w:rsidRPr="009071AC">
        <w:t>Valorsay</w:t>
      </w:r>
      <w:proofErr w:type="spellEnd"/>
      <w:r w:rsidR="00F635DB">
        <w:t xml:space="preserve">, </w:t>
      </w:r>
      <w:r w:rsidRPr="009071AC">
        <w:t>cette déclaration étrange</w:t>
      </w:r>
      <w:r w:rsidR="00F635DB">
        <w:t xml:space="preserve">, </w:t>
      </w:r>
      <w:r w:rsidRPr="009071AC">
        <w:t>inouïe</w:t>
      </w:r>
      <w:r w:rsidR="00F635DB">
        <w:t xml:space="preserve">, </w:t>
      </w:r>
      <w:r w:rsidRPr="009071AC">
        <w:t>incompréhensible</w:t>
      </w:r>
      <w:r w:rsidR="00F635DB">
        <w:t xml:space="preserve">, </w:t>
      </w:r>
      <w:r w:rsidRPr="009071AC">
        <w:t>qui bouleversait toutes ses idées</w:t>
      </w:r>
      <w:r w:rsidR="00F635DB">
        <w:t>…</w:t>
      </w:r>
    </w:p>
    <w:p w14:paraId="70C592E6" w14:textId="77777777" w:rsidR="00F635DB" w:rsidRDefault="00855694" w:rsidP="00F635DB">
      <w:r w:rsidRPr="009071AC">
        <w:t>Et elle ne savait que balbutier</w:t>
      </w:r>
      <w:r w:rsidR="00F635DB">
        <w:t> :</w:t>
      </w:r>
    </w:p>
    <w:p w14:paraId="58C5D1A5" w14:textId="77777777" w:rsidR="00F635DB" w:rsidRDefault="00F635DB" w:rsidP="00F635DB">
      <w:r>
        <w:t>— </w:t>
      </w:r>
      <w:r w:rsidR="00855694" w:rsidRPr="009071AC">
        <w:t>Monsieur</w:t>
      </w:r>
      <w:r>
        <w:t xml:space="preserve">… </w:t>
      </w:r>
      <w:r w:rsidR="00855694" w:rsidRPr="009071AC">
        <w:t>Monsieur</w:t>
      </w:r>
      <w:r>
        <w:t>…</w:t>
      </w:r>
    </w:p>
    <w:p w14:paraId="3AD0D85A" w14:textId="77777777" w:rsidR="00F635DB" w:rsidRDefault="00855694" w:rsidP="00F635DB">
      <w:r w:rsidRPr="009071AC">
        <w:t>Lui</w:t>
      </w:r>
      <w:r w:rsidR="00F635DB">
        <w:t xml:space="preserve">, </w:t>
      </w:r>
      <w:r w:rsidRPr="009071AC">
        <w:t>cependant</w:t>
      </w:r>
      <w:r w:rsidR="00F635DB">
        <w:t xml:space="preserve">, </w:t>
      </w:r>
      <w:r w:rsidRPr="009071AC">
        <w:t>de l</w:t>
      </w:r>
      <w:r w:rsidR="00F635DB">
        <w:t>’</w:t>
      </w:r>
      <w:r w:rsidRPr="009071AC">
        <w:t>air le plus digne et qui n</w:t>
      </w:r>
      <w:r w:rsidR="00F635DB">
        <w:t>’</w:t>
      </w:r>
      <w:r w:rsidRPr="009071AC">
        <w:t>excluait pas la rondeur de la franchise poursuivait</w:t>
      </w:r>
      <w:r w:rsidR="00F635DB">
        <w:t> :</w:t>
      </w:r>
    </w:p>
    <w:p w14:paraId="623B8BB0" w14:textId="08F29E64" w:rsidR="00F635DB" w:rsidRDefault="00F635DB" w:rsidP="00F635DB">
      <w:r>
        <w:t>— </w:t>
      </w:r>
      <w:r w:rsidR="00855694" w:rsidRPr="009071AC">
        <w:t>Dois-je vous dire qui je suis</w:t>
      </w:r>
      <w:r>
        <w:t xml:space="preserve">, </w:t>
      </w:r>
      <w:r w:rsidR="00855694" w:rsidRPr="009071AC">
        <w:t>mademoiselle</w:t>
      </w:r>
      <w:r>
        <w:t xml:space="preserve"> ?… </w:t>
      </w:r>
      <w:r w:rsidR="00855694" w:rsidRPr="009071AC">
        <w:t>Non</w:t>
      </w:r>
      <w:r>
        <w:t xml:space="preserve">, </w:t>
      </w:r>
      <w:r w:rsidR="00855694" w:rsidRPr="009071AC">
        <w:t>n</w:t>
      </w:r>
      <w:r>
        <w:t>’</w:t>
      </w:r>
      <w:r w:rsidR="00855694" w:rsidRPr="009071AC">
        <w:t>est-ce pas</w:t>
      </w:r>
      <w:r>
        <w:t xml:space="preserve">… </w:t>
      </w:r>
      <w:r w:rsidR="00855694" w:rsidRPr="009071AC">
        <w:t>Le seul fait d</w:t>
      </w:r>
      <w:r>
        <w:t>’</w:t>
      </w:r>
      <w:r w:rsidR="00855694" w:rsidRPr="009071AC">
        <w:t xml:space="preserve">avoir été agréé par </w:t>
      </w:r>
      <w:r>
        <w:t>M. </w:t>
      </w:r>
      <w:r w:rsidR="00855694" w:rsidRPr="009071AC">
        <w:t xml:space="preserve">le comte de </w:t>
      </w:r>
      <w:proofErr w:type="spellStart"/>
      <w:r w:rsidR="00855694" w:rsidRPr="009071AC">
        <w:t>Chalusse</w:t>
      </w:r>
      <w:proofErr w:type="spellEnd"/>
      <w:r w:rsidR="00855694" w:rsidRPr="009071AC">
        <w:t xml:space="preserve"> vous répond de moi</w:t>
      </w:r>
      <w:r>
        <w:t xml:space="preserve">… </w:t>
      </w:r>
      <w:r w:rsidR="00855694" w:rsidRPr="009071AC">
        <w:t>Le nom pur et sans tache que je porte va de pair avec les plus grands noms de France</w:t>
      </w:r>
      <w:r>
        <w:t xml:space="preserve">… </w:t>
      </w:r>
      <w:r w:rsidR="00855694" w:rsidRPr="009071AC">
        <w:t>et si ma fortune a été quelque peu diminuée par des étourderies de jeune homme</w:t>
      </w:r>
      <w:r>
        <w:t xml:space="preserve">, </w:t>
      </w:r>
      <w:r w:rsidR="00855694" w:rsidRPr="009071AC">
        <w:t>elle est plus que suffisante pour un honorable état de maison</w:t>
      </w:r>
      <w:r>
        <w:t>…</w:t>
      </w:r>
    </w:p>
    <w:p w14:paraId="1B474208" w14:textId="1D46E65A" w:rsidR="00F635DB" w:rsidRDefault="00F635DB" w:rsidP="00F635DB">
      <w:r>
        <w:t>M</w:t>
      </w:r>
      <w:r w:rsidRPr="00F635DB">
        <w:rPr>
          <w:vertAlign w:val="superscript"/>
        </w:rPr>
        <w:t>lle</w:t>
      </w:r>
      <w:r>
        <w:t> </w:t>
      </w:r>
      <w:r w:rsidR="00855694" w:rsidRPr="009071AC">
        <w:t>Marguerite ne répondait toujours pas</w:t>
      </w:r>
      <w:r>
        <w:t xml:space="preserve">, </w:t>
      </w:r>
      <w:r w:rsidR="00855694" w:rsidRPr="009071AC">
        <w:t>elle ne trouvait rien à répondre</w:t>
      </w:r>
      <w:r>
        <w:t xml:space="preserve">, </w:t>
      </w:r>
      <w:r w:rsidR="00855694" w:rsidRPr="009071AC">
        <w:t>sa présence d</w:t>
      </w:r>
      <w:r>
        <w:t>’</w:t>
      </w:r>
      <w:r w:rsidR="00855694" w:rsidRPr="009071AC">
        <w:t>esprit l</w:t>
      </w:r>
      <w:r>
        <w:t>’</w:t>
      </w:r>
      <w:r w:rsidR="00855694" w:rsidRPr="009071AC">
        <w:t>avait abandonnée</w:t>
      </w:r>
      <w:r>
        <w:t xml:space="preserve">, </w:t>
      </w:r>
      <w:r w:rsidR="00855694" w:rsidRPr="009071AC">
        <w:t>sa langue était comme figée dans sa bouche</w:t>
      </w:r>
      <w:r>
        <w:t>.</w:t>
      </w:r>
    </w:p>
    <w:p w14:paraId="432FAA54" w14:textId="77777777" w:rsidR="00F635DB" w:rsidRDefault="00855694" w:rsidP="00F635DB">
      <w:r w:rsidRPr="009071AC">
        <w:t>Elle adressait au vieux juge des regards de détresse</w:t>
      </w:r>
      <w:r w:rsidR="00F635DB">
        <w:t xml:space="preserve">, </w:t>
      </w:r>
      <w:r w:rsidRPr="009071AC">
        <w:t>implorant son intervention</w:t>
      </w:r>
      <w:r w:rsidR="00F635DB">
        <w:t xml:space="preserve">, </w:t>
      </w:r>
      <w:r w:rsidRPr="009071AC">
        <w:t>mais il était si bien perdu dans la contemplation de sa bague</w:t>
      </w:r>
      <w:r w:rsidR="00F635DB">
        <w:t xml:space="preserve">, </w:t>
      </w:r>
      <w:r w:rsidRPr="009071AC">
        <w:t>qu</w:t>
      </w:r>
      <w:r w:rsidR="00F635DB">
        <w:t>’</w:t>
      </w:r>
      <w:r w:rsidRPr="009071AC">
        <w:t>on l</w:t>
      </w:r>
      <w:r w:rsidR="00F635DB">
        <w:t>’</w:t>
      </w:r>
      <w:r w:rsidRPr="009071AC">
        <w:t>eût dit sous l</w:t>
      </w:r>
      <w:r w:rsidR="00F635DB">
        <w:t>’</w:t>
      </w:r>
      <w:r w:rsidRPr="009071AC">
        <w:t xml:space="preserve">empire de ce </w:t>
      </w:r>
      <w:r w:rsidRPr="009071AC">
        <w:lastRenderedPageBreak/>
        <w:t>prodigieux phénomène produit par un objet brillant obstinément fixé</w:t>
      </w:r>
      <w:r w:rsidR="00F635DB">
        <w:t xml:space="preserve">, </w:t>
      </w:r>
      <w:r w:rsidRPr="009071AC">
        <w:t>qui s</w:t>
      </w:r>
      <w:r w:rsidR="00F635DB">
        <w:t>’</w:t>
      </w:r>
      <w:r w:rsidRPr="009071AC">
        <w:t>appelle l</w:t>
      </w:r>
      <w:r w:rsidR="00F635DB">
        <w:t>’</w:t>
      </w:r>
      <w:r w:rsidRPr="009071AC">
        <w:t>hypnotisme</w:t>
      </w:r>
      <w:r w:rsidR="00F635DB">
        <w:t>.</w:t>
      </w:r>
    </w:p>
    <w:p w14:paraId="7E123F51" w14:textId="7C2710F9" w:rsidR="00F635DB" w:rsidRDefault="00F635DB" w:rsidP="00F635DB">
      <w:r>
        <w:t>— </w:t>
      </w:r>
      <w:r w:rsidR="00855694" w:rsidRPr="009071AC">
        <w:t>Je sais que j</w:t>
      </w:r>
      <w:r>
        <w:t>’</w:t>
      </w:r>
      <w:r w:rsidR="00855694" w:rsidRPr="009071AC">
        <w:t>ai eu le malheur de vous déplaire</w:t>
      </w:r>
      <w:r>
        <w:t xml:space="preserve">, </w:t>
      </w:r>
      <w:r w:rsidR="00855694" w:rsidRPr="009071AC">
        <w:t>mademoiselle</w:t>
      </w:r>
      <w:r>
        <w:t xml:space="preserve">, </w:t>
      </w:r>
      <w:r w:rsidR="00855694" w:rsidRPr="009071AC">
        <w:t>continuait le marquis</w:t>
      </w:r>
      <w:r>
        <w:t>, M. de </w:t>
      </w:r>
      <w:proofErr w:type="spellStart"/>
      <w:r w:rsidR="00855694" w:rsidRPr="009071AC">
        <w:t>Chalusse</w:t>
      </w:r>
      <w:proofErr w:type="spellEnd"/>
      <w:r w:rsidR="00855694" w:rsidRPr="009071AC">
        <w:t xml:space="preserve"> ne me l</w:t>
      </w:r>
      <w:r>
        <w:t>’</w:t>
      </w:r>
      <w:r w:rsidR="00855694" w:rsidRPr="009071AC">
        <w:t>avait pas caché</w:t>
      </w:r>
      <w:r>
        <w:t xml:space="preserve">. </w:t>
      </w:r>
      <w:r w:rsidR="00855694" w:rsidRPr="009071AC">
        <w:t>Il me souvient</w:t>
      </w:r>
      <w:r>
        <w:t xml:space="preserve">, </w:t>
      </w:r>
      <w:r w:rsidR="00855694" w:rsidRPr="009071AC">
        <w:t>hélas</w:t>
      </w:r>
      <w:r>
        <w:t xml:space="preserve"> ! </w:t>
      </w:r>
      <w:r w:rsidR="00855694" w:rsidRPr="009071AC">
        <w:t>d</w:t>
      </w:r>
      <w:r>
        <w:t>’</w:t>
      </w:r>
      <w:r w:rsidR="00855694" w:rsidRPr="009071AC">
        <w:t>avoir émis devant vous toutes sortes de stupides théories qui vous ont donné de moi la plus triste opinion</w:t>
      </w:r>
      <w:r>
        <w:t xml:space="preserve">… </w:t>
      </w:r>
      <w:r w:rsidR="00855694" w:rsidRPr="009071AC">
        <w:t>Il faut me pardonner</w:t>
      </w:r>
      <w:r>
        <w:t xml:space="preserve">… </w:t>
      </w:r>
      <w:r w:rsidR="00855694" w:rsidRPr="009071AC">
        <w:t>Alors</w:t>
      </w:r>
      <w:r>
        <w:t xml:space="preserve">, </w:t>
      </w:r>
      <w:r w:rsidR="00855694" w:rsidRPr="009071AC">
        <w:t>je n</w:t>
      </w:r>
      <w:r>
        <w:t>’</w:t>
      </w:r>
      <w:r w:rsidR="00855694" w:rsidRPr="009071AC">
        <w:t>avais pas les idées qui me sont venues</w:t>
      </w:r>
      <w:r>
        <w:t xml:space="preserve">… </w:t>
      </w:r>
      <w:r w:rsidR="00855694" w:rsidRPr="009071AC">
        <w:t>plus tard</w:t>
      </w:r>
      <w:r>
        <w:t xml:space="preserve">, </w:t>
      </w:r>
      <w:r w:rsidR="00855694" w:rsidRPr="009071AC">
        <w:t>quand il m</w:t>
      </w:r>
      <w:r>
        <w:t>’</w:t>
      </w:r>
      <w:r w:rsidR="00855694" w:rsidRPr="009071AC">
        <w:t>a été donné de mesurer la hauteur de votre intelligence</w:t>
      </w:r>
      <w:r>
        <w:t xml:space="preserve">, </w:t>
      </w:r>
      <w:r w:rsidR="00855694" w:rsidRPr="009071AC">
        <w:t>d</w:t>
      </w:r>
      <w:r>
        <w:t>’</w:t>
      </w:r>
      <w:r w:rsidR="00855694" w:rsidRPr="009071AC">
        <w:t>apprécier la noblesse de votre âme</w:t>
      </w:r>
      <w:r>
        <w:t xml:space="preserve">… </w:t>
      </w:r>
      <w:r w:rsidR="00855694" w:rsidRPr="009071AC">
        <w:t>J</w:t>
      </w:r>
      <w:r>
        <w:t>’</w:t>
      </w:r>
      <w:r w:rsidR="00855694" w:rsidRPr="009071AC">
        <w:t>ai parlé inconsidérément le langage qu</w:t>
      </w:r>
      <w:r>
        <w:t>’</w:t>
      </w:r>
      <w:r w:rsidR="00855694" w:rsidRPr="009071AC">
        <w:t>on parle maintenant aux jeunes filles de notre monde</w:t>
      </w:r>
      <w:r>
        <w:t xml:space="preserve">, </w:t>
      </w:r>
      <w:r w:rsidR="00855694" w:rsidRPr="009071AC">
        <w:t>toutes affolées de luxe et de vanité</w:t>
      </w:r>
      <w:r>
        <w:t xml:space="preserve">… </w:t>
      </w:r>
      <w:r w:rsidR="00855694" w:rsidRPr="009071AC">
        <w:t>pour qui le mariage n</w:t>
      </w:r>
      <w:r>
        <w:t>’</w:t>
      </w:r>
      <w:r w:rsidR="00855694" w:rsidRPr="009071AC">
        <w:t>est que l</w:t>
      </w:r>
      <w:r>
        <w:t>’</w:t>
      </w:r>
      <w:r w:rsidR="00855694" w:rsidRPr="009071AC">
        <w:t>affranchissement des devoirs de la famille</w:t>
      </w:r>
      <w:r>
        <w:t>…</w:t>
      </w:r>
    </w:p>
    <w:p w14:paraId="24A55C5B" w14:textId="77777777" w:rsidR="00F635DB" w:rsidRDefault="00855694" w:rsidP="00F635DB">
      <w:r w:rsidRPr="009071AC">
        <w:t>Il s</w:t>
      </w:r>
      <w:r w:rsidR="00F635DB">
        <w:t>’</w:t>
      </w:r>
      <w:r w:rsidRPr="009071AC">
        <w:t>exprimait en phrases entrecoupées</w:t>
      </w:r>
      <w:r w:rsidR="00F635DB">
        <w:t xml:space="preserve">, </w:t>
      </w:r>
      <w:r w:rsidRPr="009071AC">
        <w:t>comme si l</w:t>
      </w:r>
      <w:r w:rsidR="00F635DB">
        <w:t>’</w:t>
      </w:r>
      <w:r w:rsidRPr="009071AC">
        <w:t>émotion l</w:t>
      </w:r>
      <w:r w:rsidR="00F635DB">
        <w:t>’</w:t>
      </w:r>
      <w:r w:rsidRPr="009071AC">
        <w:t>eût fait haleter</w:t>
      </w:r>
      <w:r w:rsidR="00F635DB">
        <w:t xml:space="preserve">. </w:t>
      </w:r>
      <w:r w:rsidRPr="009071AC">
        <w:t>Il semblait par moment se contenir à peine</w:t>
      </w:r>
      <w:r w:rsidR="00F635DB">
        <w:t xml:space="preserve">, </w:t>
      </w:r>
      <w:r w:rsidRPr="009071AC">
        <w:t>et d</w:t>
      </w:r>
      <w:r w:rsidR="00F635DB">
        <w:t>’</w:t>
      </w:r>
      <w:r w:rsidRPr="009071AC">
        <w:t>autres fois sa voix expirait jusqu</w:t>
      </w:r>
      <w:r w:rsidR="00F635DB">
        <w:t>’</w:t>
      </w:r>
      <w:r w:rsidRPr="009071AC">
        <w:t>à devenir presque inintelligible</w:t>
      </w:r>
      <w:r w:rsidR="00F635DB">
        <w:t>.</w:t>
      </w:r>
    </w:p>
    <w:p w14:paraId="60A9F4B7" w14:textId="23DBF7C5" w:rsidR="00F635DB" w:rsidRDefault="00855694" w:rsidP="00F635DB">
      <w:r w:rsidRPr="009071AC">
        <w:t>Mais à le laisser poursuivre</w:t>
      </w:r>
      <w:r w:rsidR="00F635DB">
        <w:t xml:space="preserve">, </w:t>
      </w:r>
      <w:r w:rsidRPr="009071AC">
        <w:t>et par le seul fait qu</w:t>
      </w:r>
      <w:r w:rsidR="00F635DB">
        <w:t>’</w:t>
      </w:r>
      <w:r w:rsidRPr="009071AC">
        <w:t>elle l</w:t>
      </w:r>
      <w:r w:rsidR="00F635DB">
        <w:t>’</w:t>
      </w:r>
      <w:r w:rsidRPr="009071AC">
        <w:t>écoutait</w:t>
      </w:r>
      <w:r w:rsidR="00F635DB">
        <w:t>, M</w:t>
      </w:r>
      <w:r w:rsidR="00F635DB" w:rsidRPr="00F635DB">
        <w:rPr>
          <w:vertAlign w:val="superscript"/>
        </w:rPr>
        <w:t>lle</w:t>
      </w:r>
      <w:r w:rsidR="00F635DB">
        <w:t> </w:t>
      </w:r>
      <w:r w:rsidRPr="009071AC">
        <w:t>Marguerite s</w:t>
      </w:r>
      <w:r w:rsidR="00F635DB">
        <w:t>’</w:t>
      </w:r>
      <w:r w:rsidRPr="009071AC">
        <w:t>engageait presque</w:t>
      </w:r>
      <w:r w:rsidR="00F635DB">
        <w:t>.</w:t>
      </w:r>
    </w:p>
    <w:p w14:paraId="62D1E27D" w14:textId="77777777" w:rsidR="00F635DB" w:rsidRDefault="00855694" w:rsidP="00F635DB">
      <w:r w:rsidRPr="009071AC">
        <w:t>Elle le comprit</w:t>
      </w:r>
      <w:r w:rsidR="00F635DB">
        <w:t xml:space="preserve">, </w:t>
      </w:r>
      <w:r w:rsidRPr="009071AC">
        <w:t xml:space="preserve">et </w:t>
      </w:r>
      <w:proofErr w:type="gramStart"/>
      <w:r w:rsidRPr="009071AC">
        <w:t>faisant</w:t>
      </w:r>
      <w:proofErr w:type="gramEnd"/>
      <w:r w:rsidRPr="009071AC">
        <w:t xml:space="preserve"> un effort</w:t>
      </w:r>
      <w:r w:rsidR="00F635DB">
        <w:t> :</w:t>
      </w:r>
    </w:p>
    <w:p w14:paraId="4E5D7B67" w14:textId="77777777" w:rsidR="00F635DB" w:rsidRDefault="00F635DB" w:rsidP="00F635DB">
      <w:r>
        <w:t>— </w:t>
      </w:r>
      <w:r w:rsidR="00855694" w:rsidRPr="009071AC">
        <w:t>Croyez</w:t>
      </w:r>
      <w:r>
        <w:t xml:space="preserve">, </w:t>
      </w:r>
      <w:r w:rsidR="00855694" w:rsidRPr="009071AC">
        <w:t>monsieur le marquis</w:t>
      </w:r>
      <w:r>
        <w:t xml:space="preserve">, </w:t>
      </w:r>
      <w:r w:rsidR="00855694" w:rsidRPr="009071AC">
        <w:t>interrompit-elle</w:t>
      </w:r>
      <w:r>
        <w:t xml:space="preserve">, </w:t>
      </w:r>
      <w:r w:rsidR="00855694" w:rsidRPr="009071AC">
        <w:t>que je suis touchée</w:t>
      </w:r>
      <w:r>
        <w:t xml:space="preserve">… </w:t>
      </w:r>
      <w:r w:rsidR="00855694" w:rsidRPr="009071AC">
        <w:t>et reconnaissante</w:t>
      </w:r>
      <w:r>
        <w:t xml:space="preserve">… </w:t>
      </w:r>
      <w:r w:rsidR="00855694" w:rsidRPr="009071AC">
        <w:t>mais</w:t>
      </w:r>
      <w:r>
        <w:t xml:space="preserve">… </w:t>
      </w:r>
      <w:r w:rsidR="00855694" w:rsidRPr="009071AC">
        <w:t>je ne m</w:t>
      </w:r>
      <w:r>
        <w:t>’</w:t>
      </w:r>
      <w:r w:rsidR="00855694" w:rsidRPr="009071AC">
        <w:t>appartiens plus</w:t>
      </w:r>
      <w:r>
        <w:t>…</w:t>
      </w:r>
    </w:p>
    <w:p w14:paraId="7A9DE8A8" w14:textId="77777777" w:rsidR="00F635DB" w:rsidRDefault="00F635DB" w:rsidP="00F635DB">
      <w:r>
        <w:t>— </w:t>
      </w:r>
      <w:r w:rsidR="00855694" w:rsidRPr="009071AC">
        <w:t>Mademoiselle</w:t>
      </w:r>
      <w:r>
        <w:t xml:space="preserve">… </w:t>
      </w:r>
      <w:r w:rsidR="00855694" w:rsidRPr="009071AC">
        <w:t>de grâce</w:t>
      </w:r>
      <w:r>
        <w:t xml:space="preserve">… </w:t>
      </w:r>
      <w:r w:rsidR="00855694" w:rsidRPr="009071AC">
        <w:t>ne me répondez pas aujourd</w:t>
      </w:r>
      <w:r>
        <w:t>’</w:t>
      </w:r>
      <w:r w:rsidR="00855694" w:rsidRPr="009071AC">
        <w:t>hui</w:t>
      </w:r>
      <w:r>
        <w:t xml:space="preserve">. </w:t>
      </w:r>
      <w:r w:rsidR="00855694" w:rsidRPr="009071AC">
        <w:t>Accordez-moi un peu de temps pour détruire vos préventions</w:t>
      </w:r>
      <w:r>
        <w:t>.</w:t>
      </w:r>
    </w:p>
    <w:p w14:paraId="166C3EF5" w14:textId="77777777" w:rsidR="00F635DB" w:rsidRDefault="00855694" w:rsidP="00F635DB">
      <w:r w:rsidRPr="009071AC">
        <w:t>Elle hocha la tête</w:t>
      </w:r>
      <w:r w:rsidR="00F635DB">
        <w:t xml:space="preserve">, </w:t>
      </w:r>
      <w:r w:rsidRPr="009071AC">
        <w:t>et d</w:t>
      </w:r>
      <w:r w:rsidR="00F635DB">
        <w:t>’</w:t>
      </w:r>
      <w:r w:rsidRPr="009071AC">
        <w:t>une voix ferme</w:t>
      </w:r>
      <w:r w:rsidR="00F635DB">
        <w:t> :</w:t>
      </w:r>
    </w:p>
    <w:p w14:paraId="1BCA6B3E" w14:textId="77777777" w:rsidR="00F635DB" w:rsidRDefault="00F635DB" w:rsidP="00F635DB">
      <w:r>
        <w:lastRenderedPageBreak/>
        <w:t>— </w:t>
      </w:r>
      <w:r w:rsidR="00855694" w:rsidRPr="009071AC">
        <w:t>Je n</w:t>
      </w:r>
      <w:r>
        <w:t>’</w:t>
      </w:r>
      <w:r w:rsidR="00855694" w:rsidRPr="009071AC">
        <w:t>ai pas de préventions</w:t>
      </w:r>
      <w:r>
        <w:t xml:space="preserve">, </w:t>
      </w:r>
      <w:r w:rsidR="00855694" w:rsidRPr="009071AC">
        <w:t>monsieur le marquis</w:t>
      </w:r>
      <w:r>
        <w:t xml:space="preserve">, </w:t>
      </w:r>
      <w:r w:rsidR="00855694" w:rsidRPr="009071AC">
        <w:t>prononça-t-elle</w:t>
      </w:r>
      <w:r>
        <w:t xml:space="preserve">. </w:t>
      </w:r>
      <w:r w:rsidR="00855694" w:rsidRPr="009071AC">
        <w:t>Depuis longtemps ma vie est fixée</w:t>
      </w:r>
      <w:r>
        <w:t xml:space="preserve">… </w:t>
      </w:r>
      <w:r w:rsidR="00855694" w:rsidRPr="009071AC">
        <w:t>irrévocablement</w:t>
      </w:r>
      <w:r>
        <w:t>.</w:t>
      </w:r>
    </w:p>
    <w:p w14:paraId="4E93F032" w14:textId="77777777" w:rsidR="00F635DB" w:rsidRDefault="00855694" w:rsidP="00F635DB">
      <w:r w:rsidRPr="009071AC">
        <w:t>Il parut étourdi</w:t>
      </w:r>
      <w:r w:rsidR="00F635DB">
        <w:t xml:space="preserve">, </w:t>
      </w:r>
      <w:r w:rsidRPr="009071AC">
        <w:t>comme s</w:t>
      </w:r>
      <w:r w:rsidR="00F635DB">
        <w:t>’</w:t>
      </w:r>
      <w:r w:rsidRPr="009071AC">
        <w:t>il fût venu avec l</w:t>
      </w:r>
      <w:r w:rsidR="00F635DB">
        <w:t>’</w:t>
      </w:r>
      <w:r w:rsidRPr="009071AC">
        <w:t>idée qu</w:t>
      </w:r>
      <w:r w:rsidR="00F635DB">
        <w:t>’</w:t>
      </w:r>
      <w:r w:rsidRPr="009071AC">
        <w:t>il ne pouvait être repoussé</w:t>
      </w:r>
      <w:r w:rsidR="00F635DB">
        <w:t>…</w:t>
      </w:r>
    </w:p>
    <w:p w14:paraId="727EED05" w14:textId="6EDEA4DD" w:rsidR="00F635DB" w:rsidRDefault="00855694" w:rsidP="00F635DB">
      <w:r w:rsidRPr="009071AC">
        <w:t>Ses yeux vacillèrent</w:t>
      </w:r>
      <w:r w:rsidR="00F635DB">
        <w:t xml:space="preserve"> ; </w:t>
      </w:r>
      <w:r w:rsidRPr="009071AC">
        <w:t xml:space="preserve">ils allèrent alternativement de </w:t>
      </w:r>
      <w:r w:rsidR="00F635DB">
        <w:t>M</w:t>
      </w:r>
      <w:r w:rsidR="00F635DB" w:rsidRPr="00F635DB">
        <w:rPr>
          <w:vertAlign w:val="superscript"/>
        </w:rPr>
        <w:t>lle</w:t>
      </w:r>
      <w:r w:rsidR="00F635DB">
        <w:t> </w:t>
      </w:r>
      <w:r w:rsidRPr="009071AC">
        <w:t>Marguerite au vieux juge de paix</w:t>
      </w:r>
      <w:r w:rsidR="00F635DB">
        <w:t xml:space="preserve">, </w:t>
      </w:r>
      <w:r w:rsidRPr="009071AC">
        <w:t>plus impassible qu</w:t>
      </w:r>
      <w:r w:rsidR="00F635DB">
        <w:t>’</w:t>
      </w:r>
      <w:r w:rsidRPr="009071AC">
        <w:t>un sphinx</w:t>
      </w:r>
      <w:r w:rsidR="00F635DB">
        <w:t xml:space="preserve">, </w:t>
      </w:r>
      <w:r w:rsidRPr="009071AC">
        <w:t>et ils finirent par se fixer sur un journal crayonné de rouge</w:t>
      </w:r>
      <w:r w:rsidR="00F635DB">
        <w:t xml:space="preserve">, </w:t>
      </w:r>
      <w:r w:rsidRPr="009071AC">
        <w:t>tombé aux pieds de la jeune fille</w:t>
      </w:r>
      <w:r w:rsidR="00F635DB">
        <w:t>.</w:t>
      </w:r>
    </w:p>
    <w:p w14:paraId="684FB96D" w14:textId="77777777" w:rsidR="00F635DB" w:rsidRDefault="00F635DB" w:rsidP="00F635DB">
      <w:r>
        <w:t>— </w:t>
      </w:r>
      <w:r w:rsidR="00855694" w:rsidRPr="009071AC">
        <w:t>Ne me laissez-vous aucun espoir</w:t>
      </w:r>
      <w:r>
        <w:t xml:space="preserve"> ?… </w:t>
      </w:r>
      <w:r w:rsidR="00855694" w:rsidRPr="009071AC">
        <w:t>murmura-t-il</w:t>
      </w:r>
      <w:r>
        <w:t>.</w:t>
      </w:r>
    </w:p>
    <w:p w14:paraId="31D4187B" w14:textId="34C0510A" w:rsidR="00F635DB" w:rsidRDefault="00855694" w:rsidP="00F635DB">
      <w:r w:rsidRPr="009071AC">
        <w:t>Elle ne répondit pas</w:t>
      </w:r>
      <w:r w:rsidR="00F635DB">
        <w:t xml:space="preserve">, </w:t>
      </w:r>
      <w:r w:rsidRPr="009071AC">
        <w:t>il comprit</w:t>
      </w:r>
      <w:r w:rsidR="00F635DB">
        <w:t xml:space="preserve">, </w:t>
      </w:r>
      <w:r w:rsidRPr="009071AC">
        <w:t>et il se retirait quand la porte s</w:t>
      </w:r>
      <w:r w:rsidR="00F635DB">
        <w:t>’</w:t>
      </w:r>
      <w:r w:rsidRPr="009071AC">
        <w:t>ouvrit brusquement et un valet annonça</w:t>
      </w:r>
      <w:r w:rsidR="00F635DB">
        <w:t> : « M. de </w:t>
      </w:r>
      <w:proofErr w:type="spellStart"/>
      <w:r w:rsidRPr="009071AC">
        <w:t>Fondège</w:t>
      </w:r>
      <w:proofErr w:type="spellEnd"/>
      <w:r w:rsidR="00F635DB">
        <w:t>. »</w:t>
      </w:r>
    </w:p>
    <w:p w14:paraId="13AB052E" w14:textId="42CD8FD9" w:rsidR="00F635DB" w:rsidRDefault="00F635DB" w:rsidP="00F635DB">
      <w:r>
        <w:t>M</w:t>
      </w:r>
      <w:r w:rsidRPr="00F635DB">
        <w:rPr>
          <w:vertAlign w:val="superscript"/>
        </w:rPr>
        <w:t>lle</w:t>
      </w:r>
      <w:r>
        <w:t> </w:t>
      </w:r>
      <w:r w:rsidR="00855694" w:rsidRPr="009071AC">
        <w:t>Marguerite toucha du doigt l</w:t>
      </w:r>
      <w:r>
        <w:t>’</w:t>
      </w:r>
      <w:r w:rsidR="00855694" w:rsidRPr="009071AC">
        <w:t>épaule du juge de paix</w:t>
      </w:r>
      <w:r>
        <w:t>.</w:t>
      </w:r>
    </w:p>
    <w:p w14:paraId="4ACDF02F" w14:textId="66A59523" w:rsidR="00F635DB" w:rsidRDefault="00F635DB" w:rsidP="00F635DB">
      <w:r>
        <w:t>— </w:t>
      </w:r>
      <w:r w:rsidR="00855694" w:rsidRPr="009071AC">
        <w:t>Voici</w:t>
      </w:r>
      <w:r>
        <w:t xml:space="preserve">, </w:t>
      </w:r>
      <w:r w:rsidR="00855694" w:rsidRPr="009071AC">
        <w:t>monsieur</w:t>
      </w:r>
      <w:r>
        <w:t xml:space="preserve">, </w:t>
      </w:r>
      <w:r w:rsidR="00855694" w:rsidRPr="009071AC">
        <w:t>lui dit-elle</w:t>
      </w:r>
      <w:r>
        <w:t xml:space="preserve">, </w:t>
      </w:r>
      <w:r w:rsidR="00855694" w:rsidRPr="009071AC">
        <w:t>l</w:t>
      </w:r>
      <w:r>
        <w:t>’</w:t>
      </w:r>
      <w:r w:rsidR="00855694" w:rsidRPr="009071AC">
        <w:t xml:space="preserve">ami de </w:t>
      </w:r>
      <w:r>
        <w:t>M. de </w:t>
      </w:r>
      <w:proofErr w:type="spellStart"/>
      <w:r w:rsidR="00855694" w:rsidRPr="009071AC">
        <w:t>Chalusse</w:t>
      </w:r>
      <w:proofErr w:type="spellEnd"/>
      <w:r>
        <w:t xml:space="preserve">, </w:t>
      </w:r>
      <w:r w:rsidR="00855694" w:rsidRPr="009071AC">
        <w:t>que j</w:t>
      </w:r>
      <w:r>
        <w:t>’</w:t>
      </w:r>
      <w:r w:rsidR="00855694" w:rsidRPr="009071AC">
        <w:t>avais envoyé chercher ce matin</w:t>
      </w:r>
      <w:r>
        <w:t>.</w:t>
      </w:r>
    </w:p>
    <w:p w14:paraId="3BCCBF0D" w14:textId="77777777" w:rsidR="00F635DB" w:rsidRDefault="00855694" w:rsidP="00F635DB">
      <w:r w:rsidRPr="009071AC">
        <w:t>Un homme d</w:t>
      </w:r>
      <w:r w:rsidR="00F635DB">
        <w:t>’</w:t>
      </w:r>
      <w:r w:rsidRPr="009071AC">
        <w:t>une soixantaine d</w:t>
      </w:r>
      <w:r w:rsidR="00F635DB">
        <w:t>’</w:t>
      </w:r>
      <w:r w:rsidRPr="009071AC">
        <w:t>années parut</w:t>
      </w:r>
      <w:r w:rsidR="00F635DB">
        <w:t>…</w:t>
      </w:r>
    </w:p>
    <w:p w14:paraId="3D8CF022" w14:textId="77777777" w:rsidR="00F635DB" w:rsidRDefault="00855694" w:rsidP="00F635DB">
      <w:r w:rsidRPr="009071AC">
        <w:t>Il était grand</w:t>
      </w:r>
      <w:r w:rsidR="00F635DB">
        <w:t xml:space="preserve">, </w:t>
      </w:r>
      <w:r w:rsidRPr="009071AC">
        <w:t>sec comme un briquet</w:t>
      </w:r>
      <w:r w:rsidR="00F635DB">
        <w:t xml:space="preserve">, </w:t>
      </w:r>
      <w:r w:rsidRPr="009071AC">
        <w:t>droit comme un I</w:t>
      </w:r>
      <w:r w:rsidR="00F635DB">
        <w:t xml:space="preserve">, </w:t>
      </w:r>
      <w:r w:rsidRPr="009071AC">
        <w:t>sanglé démesurément dans une longue redingote bleu de roi</w:t>
      </w:r>
      <w:r w:rsidR="00F635DB">
        <w:t xml:space="preserve">, </w:t>
      </w:r>
      <w:r w:rsidRPr="009071AC">
        <w:t>et son cou rouge et rugueux comme celui d</w:t>
      </w:r>
      <w:r w:rsidR="00F635DB">
        <w:t>’</w:t>
      </w:r>
      <w:r w:rsidRPr="009071AC">
        <w:t>un dindon tournait malaisément dans un col de satin roide et haut</w:t>
      </w:r>
      <w:r w:rsidR="00F635DB">
        <w:t>.</w:t>
      </w:r>
    </w:p>
    <w:p w14:paraId="0C9C951F" w14:textId="77777777" w:rsidR="00F635DB" w:rsidRDefault="00855694" w:rsidP="00F635DB">
      <w:r w:rsidRPr="009071AC">
        <w:t>Rien qu</w:t>
      </w:r>
      <w:r w:rsidR="00F635DB">
        <w:t>’</w:t>
      </w:r>
      <w:r w:rsidRPr="009071AC">
        <w:t>à voir son teint coloré et couperosé</w:t>
      </w:r>
      <w:r w:rsidR="00F635DB">
        <w:t xml:space="preserve">, </w:t>
      </w:r>
      <w:r w:rsidRPr="009071AC">
        <w:t>ses cheveux taillés en brosse</w:t>
      </w:r>
      <w:r w:rsidR="00F635DB">
        <w:t xml:space="preserve">, </w:t>
      </w:r>
      <w:r w:rsidRPr="009071AC">
        <w:t>ses petits yeux brillants sous des sourcils en broussailles et sa formidable moustache à la Victor-Emmanuel</w:t>
      </w:r>
      <w:r w:rsidR="00F635DB">
        <w:t xml:space="preserve">, </w:t>
      </w:r>
      <w:r w:rsidRPr="009071AC">
        <w:t>on se disait</w:t>
      </w:r>
      <w:r w:rsidR="00F635DB">
        <w:t> :</w:t>
      </w:r>
    </w:p>
    <w:p w14:paraId="2FD6F511" w14:textId="77777777" w:rsidR="00F635DB" w:rsidRDefault="00F635DB" w:rsidP="00F635DB">
      <w:r>
        <w:t>— </w:t>
      </w:r>
      <w:r w:rsidR="00855694" w:rsidRPr="009071AC">
        <w:t>Voici un vieux soldat</w:t>
      </w:r>
      <w:r>
        <w:t>…</w:t>
      </w:r>
    </w:p>
    <w:p w14:paraId="43407ADB" w14:textId="272D15E0" w:rsidR="00F635DB" w:rsidRDefault="00855694" w:rsidP="00F635DB">
      <w:r w:rsidRPr="009071AC">
        <w:t>Erreur</w:t>
      </w:r>
      <w:r w:rsidR="00F635DB">
        <w:t> ! M. de </w:t>
      </w:r>
      <w:proofErr w:type="spellStart"/>
      <w:r w:rsidRPr="009071AC">
        <w:t>Fondège</w:t>
      </w:r>
      <w:proofErr w:type="spellEnd"/>
      <w:r w:rsidRPr="009071AC">
        <w:t xml:space="preserve"> n</w:t>
      </w:r>
      <w:r w:rsidR="00F635DB">
        <w:t>’</w:t>
      </w:r>
      <w:r w:rsidRPr="009071AC">
        <w:t>avait jamais été militaire</w:t>
      </w:r>
      <w:r w:rsidR="00F635DB">
        <w:t>.</w:t>
      </w:r>
    </w:p>
    <w:p w14:paraId="2CE16518" w14:textId="0FE0A386" w:rsidR="00F635DB" w:rsidRDefault="00855694" w:rsidP="00F635DB">
      <w:r w:rsidRPr="009071AC">
        <w:lastRenderedPageBreak/>
        <w:t>Et c</w:t>
      </w:r>
      <w:r w:rsidR="00F635DB">
        <w:t>’</w:t>
      </w:r>
      <w:r w:rsidRPr="009071AC">
        <w:t>est uniquement pour railler ses allures belliqueuses</w:t>
      </w:r>
      <w:r w:rsidR="00F635DB">
        <w:t xml:space="preserve">, </w:t>
      </w:r>
      <w:r w:rsidRPr="009071AC">
        <w:t>que ses amis</w:t>
      </w:r>
      <w:r w:rsidR="00F635DB">
        <w:t xml:space="preserve">, </w:t>
      </w:r>
      <w:r w:rsidRPr="009071AC">
        <w:t>autrefois</w:t>
      </w:r>
      <w:r w:rsidR="00F635DB">
        <w:t xml:space="preserve">, </w:t>
      </w:r>
      <w:r w:rsidRPr="009071AC">
        <w:t>il y avait bien une vingtaine d</w:t>
      </w:r>
      <w:r w:rsidR="00F635DB">
        <w:t>’</w:t>
      </w:r>
      <w:r w:rsidRPr="009071AC">
        <w:t>années</w:t>
      </w:r>
      <w:r w:rsidR="00F635DB">
        <w:t xml:space="preserve">, </w:t>
      </w:r>
      <w:r w:rsidRPr="009071AC">
        <w:t>l</w:t>
      </w:r>
      <w:r w:rsidR="00F635DB">
        <w:t>’</w:t>
      </w:r>
      <w:r w:rsidRPr="009071AC">
        <w:t xml:space="preserve">avaient surnommé </w:t>
      </w:r>
      <w:r w:rsidR="00F635DB">
        <w:t>« </w:t>
      </w:r>
      <w:r w:rsidRPr="009071AC">
        <w:t>le général</w:t>
      </w:r>
      <w:r w:rsidR="00F635DB">
        <w:t>. »</w:t>
      </w:r>
      <w:r w:rsidRPr="009071AC">
        <w:t xml:space="preserve"> Mais le surnom lui était resté</w:t>
      </w:r>
      <w:r w:rsidR="00F635DB">
        <w:t xml:space="preserve">. </w:t>
      </w:r>
      <w:r w:rsidRPr="009071AC">
        <w:t>La plaisanterie</w:t>
      </w:r>
      <w:r w:rsidR="00F635DB">
        <w:t xml:space="preserve">, </w:t>
      </w:r>
      <w:r w:rsidRPr="009071AC">
        <w:t>à la longue</w:t>
      </w:r>
      <w:r w:rsidR="00F635DB">
        <w:t xml:space="preserve">, </w:t>
      </w:r>
      <w:r w:rsidRPr="009071AC">
        <w:t>était devenue un fait sérieux</w:t>
      </w:r>
      <w:r w:rsidR="00F635DB">
        <w:t xml:space="preserve">, </w:t>
      </w:r>
      <w:r w:rsidRPr="009071AC">
        <w:t>l</w:t>
      </w:r>
      <w:r w:rsidR="00F635DB">
        <w:t>’</w:t>
      </w:r>
      <w:r w:rsidRPr="009071AC">
        <w:t>épigramme s</w:t>
      </w:r>
      <w:r w:rsidR="00F635DB">
        <w:t>’</w:t>
      </w:r>
      <w:r w:rsidRPr="009071AC">
        <w:t>était changée en titre</w:t>
      </w:r>
      <w:r w:rsidR="00F635DB">
        <w:t xml:space="preserve">. </w:t>
      </w:r>
      <w:r w:rsidRPr="009071AC">
        <w:t>Jamais on n</w:t>
      </w:r>
      <w:r w:rsidR="00F635DB">
        <w:t>’</w:t>
      </w:r>
      <w:r w:rsidRPr="009071AC">
        <w:t xml:space="preserve">appelait </w:t>
      </w:r>
      <w:r w:rsidR="00F635DB">
        <w:t>M. de </w:t>
      </w:r>
      <w:proofErr w:type="spellStart"/>
      <w:r w:rsidRPr="009071AC">
        <w:t>Fondège</w:t>
      </w:r>
      <w:proofErr w:type="spellEnd"/>
      <w:r w:rsidRPr="009071AC">
        <w:t xml:space="preserve"> autrement que </w:t>
      </w:r>
      <w:r w:rsidR="00F635DB">
        <w:t>« </w:t>
      </w:r>
      <w:r w:rsidRPr="009071AC">
        <w:t>le général</w:t>
      </w:r>
      <w:r w:rsidR="00F635DB">
        <w:t>. »</w:t>
      </w:r>
      <w:r w:rsidRPr="009071AC">
        <w:t xml:space="preserve"> On invitait et on annonçait dans les salons</w:t>
      </w:r>
      <w:r w:rsidR="00F635DB">
        <w:t> : « </w:t>
      </w:r>
      <w:r w:rsidRPr="009071AC">
        <w:t>Le général</w:t>
      </w:r>
      <w:r w:rsidR="00F635DB">
        <w:t> ! »</w:t>
      </w:r>
      <w:r w:rsidRPr="009071AC">
        <w:t xml:space="preserve"> Beaucoup croyaient qu</w:t>
      </w:r>
      <w:r w:rsidR="00F635DB">
        <w:t>’</w:t>
      </w:r>
      <w:r w:rsidRPr="009071AC">
        <w:t>il l</w:t>
      </w:r>
      <w:r w:rsidR="00F635DB">
        <w:t>’</w:t>
      </w:r>
      <w:r w:rsidRPr="009071AC">
        <w:t>avait été</w:t>
      </w:r>
      <w:r w:rsidR="00F635DB">
        <w:t xml:space="preserve">, </w:t>
      </w:r>
      <w:r w:rsidRPr="009071AC">
        <w:t>lui-même se le persuadait peut-être</w:t>
      </w:r>
      <w:r w:rsidR="00F635DB">
        <w:t xml:space="preserve">, </w:t>
      </w:r>
      <w:r w:rsidRPr="009071AC">
        <w:t>et il en était venu depuis longtemps à mettre sur ses cartes de visite</w:t>
      </w:r>
      <w:r w:rsidR="00F635DB">
        <w:t xml:space="preserve"> : </w:t>
      </w:r>
      <w:r w:rsidRPr="009071AC">
        <w:rPr>
          <w:i/>
        </w:rPr>
        <w:t>Général A</w:t>
      </w:r>
      <w:r w:rsidR="00F635DB">
        <w:rPr>
          <w:i/>
        </w:rPr>
        <w:t xml:space="preserve">. </w:t>
      </w:r>
      <w:r w:rsidRPr="009071AC">
        <w:rPr>
          <w:i/>
        </w:rPr>
        <w:t xml:space="preserve">de </w:t>
      </w:r>
      <w:proofErr w:type="spellStart"/>
      <w:r w:rsidRPr="009071AC">
        <w:rPr>
          <w:i/>
        </w:rPr>
        <w:t>Fondège</w:t>
      </w:r>
      <w:proofErr w:type="spellEnd"/>
      <w:r w:rsidR="00F635DB">
        <w:t>.</w:t>
      </w:r>
    </w:p>
    <w:p w14:paraId="5EDC0A47" w14:textId="77777777" w:rsidR="00F635DB" w:rsidRDefault="00855694" w:rsidP="00F635DB">
      <w:r w:rsidRPr="009071AC">
        <w:t>L</w:t>
      </w:r>
      <w:r w:rsidR="00F635DB">
        <w:t>’</w:t>
      </w:r>
      <w:r w:rsidRPr="009071AC">
        <w:t>influence de ce sobriquet sur sa vie avait été décisive</w:t>
      </w:r>
      <w:r w:rsidR="00F635DB">
        <w:t>.</w:t>
      </w:r>
    </w:p>
    <w:p w14:paraId="55330692" w14:textId="77777777" w:rsidR="00F635DB" w:rsidRDefault="00855694" w:rsidP="00F635DB">
      <w:r w:rsidRPr="009071AC">
        <w:t>Il s</w:t>
      </w:r>
      <w:r w:rsidR="00F635DB">
        <w:t>’</w:t>
      </w:r>
      <w:r w:rsidRPr="009071AC">
        <w:t>était appliqué à le mériter</w:t>
      </w:r>
      <w:r w:rsidR="00F635DB">
        <w:t xml:space="preserve">, </w:t>
      </w:r>
      <w:r w:rsidRPr="009071AC">
        <w:t>à le gagner</w:t>
      </w:r>
      <w:r w:rsidR="00F635DB">
        <w:t xml:space="preserve">, </w:t>
      </w:r>
      <w:r w:rsidRPr="009071AC">
        <w:t>et s</w:t>
      </w:r>
      <w:r w:rsidR="00F635DB">
        <w:t>’</w:t>
      </w:r>
      <w:r w:rsidRPr="009071AC">
        <w:t>était composé un caractère</w:t>
      </w:r>
      <w:r w:rsidR="00F635DB">
        <w:t xml:space="preserve">, </w:t>
      </w:r>
      <w:r w:rsidRPr="009071AC">
        <w:t>devenu à la fin son caractère</w:t>
      </w:r>
      <w:r w:rsidR="00F635DB">
        <w:t xml:space="preserve">, </w:t>
      </w:r>
      <w:r w:rsidRPr="009071AC">
        <w:t>d</w:t>
      </w:r>
      <w:r w:rsidR="00F635DB">
        <w:t>’</w:t>
      </w:r>
      <w:r w:rsidRPr="009071AC">
        <w:t>après le type banal et convenu du vieux soldat</w:t>
      </w:r>
      <w:r w:rsidR="00F635DB">
        <w:t xml:space="preserve">, </w:t>
      </w:r>
      <w:r w:rsidRPr="009071AC">
        <w:t>dur à cuire et bon enfant</w:t>
      </w:r>
      <w:r w:rsidR="00F635DB">
        <w:t xml:space="preserve">, </w:t>
      </w:r>
      <w:r w:rsidRPr="009071AC">
        <w:t>brusque et bon</w:t>
      </w:r>
      <w:r w:rsidR="00F635DB">
        <w:t xml:space="preserve">, </w:t>
      </w:r>
      <w:r w:rsidRPr="009071AC">
        <w:t>morbleu</w:t>
      </w:r>
      <w:r w:rsidR="00F635DB">
        <w:t xml:space="preserve"> ! </w:t>
      </w:r>
      <w:r w:rsidRPr="009071AC">
        <w:t>franc et rond</w:t>
      </w:r>
      <w:r w:rsidR="00F635DB">
        <w:t xml:space="preserve">, </w:t>
      </w:r>
      <w:r w:rsidRPr="009071AC">
        <w:t>sacrebleu</w:t>
      </w:r>
      <w:r w:rsidR="00F635DB">
        <w:t xml:space="preserve"> ! </w:t>
      </w:r>
      <w:r w:rsidRPr="009071AC">
        <w:t>sensible et brutal à la fois</w:t>
      </w:r>
      <w:r w:rsidR="00F635DB">
        <w:t xml:space="preserve">, </w:t>
      </w:r>
      <w:r w:rsidRPr="009071AC">
        <w:t>simple comme l</w:t>
      </w:r>
      <w:r w:rsidR="00F635DB">
        <w:t>’</w:t>
      </w:r>
      <w:r w:rsidRPr="009071AC">
        <w:t>enfant et loyal comme l</w:t>
      </w:r>
      <w:r w:rsidR="00F635DB">
        <w:t>’</w:t>
      </w:r>
      <w:r w:rsidRPr="009071AC">
        <w:t>or</w:t>
      </w:r>
      <w:r w:rsidR="00F635DB">
        <w:t>.</w:t>
      </w:r>
    </w:p>
    <w:p w14:paraId="2C442A9D" w14:textId="77777777" w:rsidR="00F635DB" w:rsidRDefault="00855694" w:rsidP="00F635DB">
      <w:r w:rsidRPr="009071AC">
        <w:t>Il jurait et sacrait à la fois</w:t>
      </w:r>
      <w:r w:rsidR="00F635DB">
        <w:t xml:space="preserve">, </w:t>
      </w:r>
      <w:r w:rsidRPr="009071AC">
        <w:t>tirait sa voix des profondeurs de sa poitrine et agitait ses bras en parlant comme des ailes de moulin à vent</w:t>
      </w:r>
      <w:r w:rsidR="00F635DB">
        <w:t>.</w:t>
      </w:r>
    </w:p>
    <w:p w14:paraId="46CD8CD3" w14:textId="67AAF190" w:rsidR="00F635DB" w:rsidRDefault="00F635DB" w:rsidP="00F635DB">
      <w:r>
        <w:t>M</w:t>
      </w:r>
      <w:r w:rsidRPr="00F635DB">
        <w:rPr>
          <w:vertAlign w:val="superscript"/>
        </w:rPr>
        <w:t>me</w:t>
      </w:r>
      <w:r>
        <w:t> de </w:t>
      </w:r>
      <w:proofErr w:type="spellStart"/>
      <w:r w:rsidR="00855694" w:rsidRPr="009071AC">
        <w:t>Fondège</w:t>
      </w:r>
      <w:proofErr w:type="spellEnd"/>
      <w:r>
        <w:t>, « </w:t>
      </w:r>
      <w:r w:rsidR="00855694" w:rsidRPr="009071AC">
        <w:t>la générale</w:t>
      </w:r>
      <w:r>
        <w:t>, »</w:t>
      </w:r>
      <w:r w:rsidR="00855694" w:rsidRPr="009071AC">
        <w:t xml:space="preserve"> rêche personne à nez mince et à lèvres pincées</w:t>
      </w:r>
      <w:r>
        <w:t xml:space="preserve">, </w:t>
      </w:r>
      <w:r w:rsidR="00855694" w:rsidRPr="009071AC">
        <w:t>assurait que son mari n</w:t>
      </w:r>
      <w:r>
        <w:t>’</w:t>
      </w:r>
      <w:r w:rsidR="00855694" w:rsidRPr="009071AC">
        <w:t>était pas si terrible qu</w:t>
      </w:r>
      <w:r>
        <w:t>’</w:t>
      </w:r>
      <w:r w:rsidR="00855694" w:rsidRPr="009071AC">
        <w:t>il en avait l</w:t>
      </w:r>
      <w:r>
        <w:t>’</w:t>
      </w:r>
      <w:r w:rsidR="00855694" w:rsidRPr="009071AC">
        <w:t>air</w:t>
      </w:r>
      <w:r>
        <w:t>.</w:t>
      </w:r>
    </w:p>
    <w:p w14:paraId="6060313C" w14:textId="77777777" w:rsidR="00F635DB" w:rsidRDefault="00855694" w:rsidP="00F635DB">
      <w:r w:rsidRPr="009071AC">
        <w:t>Il ne passait point pour un aigle</w:t>
      </w:r>
      <w:r w:rsidR="00F635DB">
        <w:t xml:space="preserve">, </w:t>
      </w:r>
      <w:r w:rsidRPr="009071AC">
        <w:t>et faisait profession de n</w:t>
      </w:r>
      <w:r w:rsidR="00F635DB">
        <w:t>’</w:t>
      </w:r>
      <w:r w:rsidRPr="009071AC">
        <w:t>entendre goutte aux affaires</w:t>
      </w:r>
      <w:r w:rsidR="00F635DB">
        <w:t>.</w:t>
      </w:r>
    </w:p>
    <w:p w14:paraId="737A5BCB" w14:textId="77777777" w:rsidR="00F635DB" w:rsidRDefault="00855694" w:rsidP="00F635DB">
      <w:r w:rsidRPr="009071AC">
        <w:t>On ne savait rien de sa fortune</w:t>
      </w:r>
      <w:r w:rsidR="00F635DB">
        <w:t xml:space="preserve"> ; </w:t>
      </w:r>
      <w:r w:rsidRPr="009071AC">
        <w:t>mais il avait beaucoup d</w:t>
      </w:r>
      <w:r w:rsidR="00F635DB">
        <w:t>’</w:t>
      </w:r>
      <w:r w:rsidRPr="009071AC">
        <w:t>amis chez lesquels il allait dîner</w:t>
      </w:r>
      <w:r w:rsidR="00F635DB">
        <w:t xml:space="preserve">, </w:t>
      </w:r>
      <w:r w:rsidRPr="009071AC">
        <w:t>et on vantait la sûreté de ses relations</w:t>
      </w:r>
      <w:r w:rsidR="00F635DB">
        <w:t>.</w:t>
      </w:r>
    </w:p>
    <w:p w14:paraId="4CA7413D" w14:textId="77777777" w:rsidR="00F635DB" w:rsidRDefault="00855694" w:rsidP="00F635DB">
      <w:r w:rsidRPr="009071AC">
        <w:lastRenderedPageBreak/>
        <w:t xml:space="preserve">Ce digne homme ne fit pas la moindre attention au marquis de </w:t>
      </w:r>
      <w:proofErr w:type="spellStart"/>
      <w:r w:rsidRPr="009071AC">
        <w:t>Valorsay</w:t>
      </w:r>
      <w:proofErr w:type="spellEnd"/>
      <w:r w:rsidR="00F635DB">
        <w:t xml:space="preserve">, </w:t>
      </w:r>
      <w:r w:rsidRPr="009071AC">
        <w:t>bien qu</w:t>
      </w:r>
      <w:r w:rsidR="00F635DB">
        <w:t>’</w:t>
      </w:r>
      <w:r w:rsidRPr="009071AC">
        <w:t>ils fussent intimes</w:t>
      </w:r>
      <w:r w:rsidR="00F635DB">
        <w:t>.</w:t>
      </w:r>
    </w:p>
    <w:p w14:paraId="5D60D3F1" w14:textId="70BF935C" w:rsidR="00F635DB" w:rsidRDefault="00855694" w:rsidP="00F635DB">
      <w:r w:rsidRPr="009071AC">
        <w:t xml:space="preserve">Il marcha droit sur </w:t>
      </w:r>
      <w:r w:rsidR="00F635DB">
        <w:t>M</w:t>
      </w:r>
      <w:r w:rsidR="00F635DB" w:rsidRPr="00F635DB">
        <w:rPr>
          <w:vertAlign w:val="superscript"/>
        </w:rPr>
        <w:t>lle</w:t>
      </w:r>
      <w:r w:rsidR="00F635DB">
        <w:t> </w:t>
      </w:r>
      <w:r w:rsidRPr="009071AC">
        <w:t>Marguerite</w:t>
      </w:r>
      <w:r w:rsidR="00F635DB">
        <w:t xml:space="preserve">, </w:t>
      </w:r>
      <w:r w:rsidRPr="009071AC">
        <w:t>et l</w:t>
      </w:r>
      <w:r w:rsidR="00F635DB">
        <w:t>’</w:t>
      </w:r>
      <w:r w:rsidRPr="009071AC">
        <w:t>ayant saisie entre ses grands bras</w:t>
      </w:r>
      <w:r w:rsidR="00F635DB">
        <w:t xml:space="preserve">, </w:t>
      </w:r>
      <w:r w:rsidRPr="009071AC">
        <w:t>il se mit à la presser contre sa poitrine</w:t>
      </w:r>
      <w:r w:rsidR="00F635DB">
        <w:t xml:space="preserve">, </w:t>
      </w:r>
      <w:r w:rsidRPr="009071AC">
        <w:t>lui brossant le visage de sa rude moustache</w:t>
      </w:r>
      <w:r w:rsidR="00F635DB">
        <w:t xml:space="preserve">, </w:t>
      </w:r>
      <w:r w:rsidRPr="009071AC">
        <w:t>sous prétexte de l</w:t>
      </w:r>
      <w:r w:rsidR="00F635DB">
        <w:t>’</w:t>
      </w:r>
      <w:r w:rsidRPr="009071AC">
        <w:t>embrasser</w:t>
      </w:r>
      <w:r w:rsidR="00F635DB">
        <w:t>…</w:t>
      </w:r>
    </w:p>
    <w:p w14:paraId="7A539462" w14:textId="77777777" w:rsidR="00F635DB" w:rsidRDefault="00F635DB" w:rsidP="00F635DB">
      <w:r>
        <w:t>— </w:t>
      </w:r>
      <w:r w:rsidR="00855694" w:rsidRPr="009071AC">
        <w:t>Du courage</w:t>
      </w:r>
      <w:r>
        <w:t xml:space="preserve"> !… </w:t>
      </w:r>
      <w:r w:rsidR="00855694" w:rsidRPr="009071AC">
        <w:t>ma petite amie</w:t>
      </w:r>
      <w:r>
        <w:t xml:space="preserve">, </w:t>
      </w:r>
      <w:r w:rsidR="00855694" w:rsidRPr="009071AC">
        <w:t>grondait-il</w:t>
      </w:r>
      <w:r>
        <w:t xml:space="preserve">, </w:t>
      </w:r>
      <w:r w:rsidR="00855694" w:rsidRPr="009071AC">
        <w:t>du courage</w:t>
      </w:r>
      <w:r>
        <w:t xml:space="preserve"> !… </w:t>
      </w:r>
      <w:r w:rsidR="00855694" w:rsidRPr="009071AC">
        <w:t>Ne vous laissez pas abattre</w:t>
      </w:r>
      <w:r>
        <w:t xml:space="preserve">, </w:t>
      </w:r>
      <w:r w:rsidR="00855694" w:rsidRPr="009071AC">
        <w:t>morbleu</w:t>
      </w:r>
      <w:r>
        <w:t xml:space="preserve"> !… </w:t>
      </w:r>
      <w:r w:rsidR="00855694" w:rsidRPr="009071AC">
        <w:t>prenez exemple sur moi</w:t>
      </w:r>
      <w:r>
        <w:t xml:space="preserve">, </w:t>
      </w:r>
      <w:r w:rsidR="00855694" w:rsidRPr="009071AC">
        <w:t>regardez-moi</w:t>
      </w:r>
      <w:r>
        <w:t> !…</w:t>
      </w:r>
    </w:p>
    <w:p w14:paraId="3DE08318" w14:textId="77777777" w:rsidR="00F635DB" w:rsidRDefault="00855694" w:rsidP="00F635DB">
      <w:r w:rsidRPr="009071AC">
        <w:t>Il s</w:t>
      </w:r>
      <w:r w:rsidR="00F635DB">
        <w:t>’</w:t>
      </w:r>
      <w:r w:rsidRPr="009071AC">
        <w:t>était reculé</w:t>
      </w:r>
      <w:r w:rsidR="00F635DB">
        <w:t xml:space="preserve">, </w:t>
      </w:r>
      <w:r w:rsidRPr="009071AC">
        <w:t>et il était grotesque à voir par suite de l</w:t>
      </w:r>
      <w:r w:rsidR="00F635DB">
        <w:t>’</w:t>
      </w:r>
      <w:r w:rsidRPr="009071AC">
        <w:t>effort extraordinaire qu</w:t>
      </w:r>
      <w:r w:rsidR="00F635DB">
        <w:t>’</w:t>
      </w:r>
      <w:r w:rsidRPr="009071AC">
        <w:t>il faisait pour concilier et comprimer la douleur de l</w:t>
      </w:r>
      <w:r w:rsidR="00F635DB">
        <w:t>’</w:t>
      </w:r>
      <w:r w:rsidRPr="009071AC">
        <w:t>ami et le stoïcisme du soldat</w:t>
      </w:r>
      <w:r w:rsidR="00F635DB">
        <w:t>.</w:t>
      </w:r>
    </w:p>
    <w:p w14:paraId="7597F283" w14:textId="77777777" w:rsidR="00F635DB" w:rsidRDefault="00855694" w:rsidP="00F635DB">
      <w:r w:rsidRPr="009071AC">
        <w:t>Bientôt il reprit</w:t>
      </w:r>
      <w:r w:rsidR="00F635DB">
        <w:t> :</w:t>
      </w:r>
    </w:p>
    <w:p w14:paraId="5D97FFDB" w14:textId="39823C2F" w:rsidR="00F635DB" w:rsidRDefault="00F635DB" w:rsidP="00F635DB">
      <w:r>
        <w:t>— </w:t>
      </w:r>
      <w:r w:rsidR="00855694" w:rsidRPr="009071AC">
        <w:t>Vous devez m</w:t>
      </w:r>
      <w:r>
        <w:t>’</w:t>
      </w:r>
      <w:r w:rsidR="00855694" w:rsidRPr="009071AC">
        <w:t>en vouloir</w:t>
      </w:r>
      <w:r>
        <w:t xml:space="preserve">, </w:t>
      </w:r>
      <w:r w:rsidR="00855694" w:rsidRPr="009071AC">
        <w:t>mignonne</w:t>
      </w:r>
      <w:r>
        <w:t xml:space="preserve">, </w:t>
      </w:r>
      <w:r w:rsidR="00855694" w:rsidRPr="009071AC">
        <w:t>d</w:t>
      </w:r>
      <w:r>
        <w:t>’</w:t>
      </w:r>
      <w:r w:rsidR="00855694" w:rsidRPr="009071AC">
        <w:t>arriver si tard</w:t>
      </w:r>
      <w:r>
        <w:t xml:space="preserve"> !… </w:t>
      </w:r>
      <w:r w:rsidR="00855694" w:rsidRPr="009071AC">
        <w:t>Il n</w:t>
      </w:r>
      <w:r>
        <w:t>’</w:t>
      </w:r>
      <w:r w:rsidR="00855694" w:rsidRPr="009071AC">
        <w:t>y a pas de ma faute</w:t>
      </w:r>
      <w:r>
        <w:t xml:space="preserve">. </w:t>
      </w:r>
      <w:r w:rsidR="00855694" w:rsidRPr="009071AC">
        <w:t>J</w:t>
      </w:r>
      <w:r>
        <w:t>’</w:t>
      </w:r>
      <w:r w:rsidR="00855694" w:rsidRPr="009071AC">
        <w:t xml:space="preserve">étais chez </w:t>
      </w:r>
      <w:r>
        <w:t>M</w:t>
      </w:r>
      <w:r w:rsidRPr="00F635DB">
        <w:rPr>
          <w:vertAlign w:val="superscript"/>
        </w:rPr>
        <w:t>me</w:t>
      </w:r>
      <w:r>
        <w:t> de </w:t>
      </w:r>
      <w:proofErr w:type="spellStart"/>
      <w:r w:rsidR="00855694" w:rsidRPr="009071AC">
        <w:t>Rochecote</w:t>
      </w:r>
      <w:proofErr w:type="spellEnd"/>
      <w:r>
        <w:t xml:space="preserve">, </w:t>
      </w:r>
      <w:r w:rsidR="00855694" w:rsidRPr="009071AC">
        <w:t>quand on est venu chez moi de votre part</w:t>
      </w:r>
      <w:r>
        <w:t xml:space="preserve">… </w:t>
      </w:r>
      <w:r w:rsidR="00855694" w:rsidRPr="009071AC">
        <w:t>Je rentre</w:t>
      </w:r>
      <w:r>
        <w:t xml:space="preserve">, </w:t>
      </w:r>
      <w:r w:rsidR="00855694" w:rsidRPr="009071AC">
        <w:t>on m</w:t>
      </w:r>
      <w:r>
        <w:t>’</w:t>
      </w:r>
      <w:r w:rsidR="00855694" w:rsidRPr="009071AC">
        <w:t>apprend l</w:t>
      </w:r>
      <w:r>
        <w:t>’</w:t>
      </w:r>
      <w:r w:rsidR="00855694" w:rsidRPr="009071AC">
        <w:t>affreuse nouvelle</w:t>
      </w:r>
      <w:r>
        <w:t xml:space="preserve"> !… </w:t>
      </w:r>
      <w:r w:rsidR="00855694" w:rsidRPr="009071AC">
        <w:t>Ç</w:t>
      </w:r>
      <w:r>
        <w:t>’</w:t>
      </w:r>
      <w:r w:rsidR="00855694" w:rsidRPr="009071AC">
        <w:t>a été comme un coup de canon</w:t>
      </w:r>
      <w:r>
        <w:t xml:space="preserve"> !… </w:t>
      </w:r>
      <w:r w:rsidR="00855694" w:rsidRPr="009071AC">
        <w:t>Un ami de trente ans</w:t>
      </w:r>
      <w:r>
        <w:t xml:space="preserve">, </w:t>
      </w:r>
      <w:r w:rsidR="00855694" w:rsidRPr="009071AC">
        <w:t>mille tonnerres</w:t>
      </w:r>
      <w:r>
        <w:t xml:space="preserve"> !… </w:t>
      </w:r>
      <w:r w:rsidR="00855694" w:rsidRPr="009071AC">
        <w:t>J</w:t>
      </w:r>
      <w:r>
        <w:t>’</w:t>
      </w:r>
      <w:r w:rsidR="00855694" w:rsidRPr="009071AC">
        <w:t>ai été le témoin de son premier duel</w:t>
      </w:r>
      <w:r>
        <w:t xml:space="preserve">. </w:t>
      </w:r>
      <w:r w:rsidR="00855694" w:rsidRPr="009071AC">
        <w:t xml:space="preserve">Pauvre </w:t>
      </w:r>
      <w:proofErr w:type="spellStart"/>
      <w:r w:rsidR="00855694" w:rsidRPr="009071AC">
        <w:t>Chalusse</w:t>
      </w:r>
      <w:proofErr w:type="spellEnd"/>
      <w:r>
        <w:t xml:space="preserve"> ! </w:t>
      </w:r>
      <w:r w:rsidR="00855694" w:rsidRPr="009071AC">
        <w:t>Un gaillard solide comme un chêne</w:t>
      </w:r>
      <w:r>
        <w:t xml:space="preserve">, </w:t>
      </w:r>
      <w:r w:rsidR="00855694" w:rsidRPr="009071AC">
        <w:t>qui devait nous enterrer tous</w:t>
      </w:r>
      <w:r>
        <w:t xml:space="preserve"> !… </w:t>
      </w:r>
      <w:r w:rsidR="00855694" w:rsidRPr="009071AC">
        <w:t>Mais c</w:t>
      </w:r>
      <w:r>
        <w:t>’</w:t>
      </w:r>
      <w:r w:rsidR="00855694" w:rsidRPr="009071AC">
        <w:t>est ainsi</w:t>
      </w:r>
      <w:r>
        <w:t xml:space="preserve">… </w:t>
      </w:r>
      <w:r w:rsidR="00855694" w:rsidRPr="009071AC">
        <w:t>les meilleurs défilent toujours la parade les premiers</w:t>
      </w:r>
      <w:r>
        <w:t> !…</w:t>
      </w:r>
    </w:p>
    <w:p w14:paraId="3678D32F" w14:textId="03C8E4CE" w:rsidR="00F635DB" w:rsidRDefault="00855694" w:rsidP="00F635DB">
      <w:r w:rsidRPr="009071AC">
        <w:t xml:space="preserve">Le marquis de </w:t>
      </w:r>
      <w:proofErr w:type="spellStart"/>
      <w:r w:rsidRPr="009071AC">
        <w:t>Valorsay</w:t>
      </w:r>
      <w:proofErr w:type="spellEnd"/>
      <w:r w:rsidRPr="009071AC">
        <w:t xml:space="preserve"> avait battu en retraite</w:t>
      </w:r>
      <w:r w:rsidR="00F635DB">
        <w:t xml:space="preserve"> ; </w:t>
      </w:r>
      <w:r w:rsidRPr="009071AC">
        <w:t>le juge de paix s</w:t>
      </w:r>
      <w:r w:rsidR="00F635DB">
        <w:t>’</w:t>
      </w:r>
      <w:r w:rsidRPr="009071AC">
        <w:t>effaçait dans l</w:t>
      </w:r>
      <w:r w:rsidR="00F635DB">
        <w:t>’</w:t>
      </w:r>
      <w:r w:rsidRPr="009071AC">
        <w:t>ombre</w:t>
      </w:r>
      <w:r w:rsidR="00F635DB">
        <w:t xml:space="preserve">, </w:t>
      </w:r>
      <w:r w:rsidRPr="009071AC">
        <w:t xml:space="preserve">et </w:t>
      </w:r>
      <w:r w:rsidR="00F635DB">
        <w:t>M</w:t>
      </w:r>
      <w:r w:rsidR="00F635DB" w:rsidRPr="00F635DB">
        <w:rPr>
          <w:vertAlign w:val="superscript"/>
        </w:rPr>
        <w:t>lle</w:t>
      </w:r>
      <w:r w:rsidR="00F635DB">
        <w:t> </w:t>
      </w:r>
      <w:r w:rsidRPr="009071AC">
        <w:t>Marguerite se taisait</w:t>
      </w:r>
      <w:r w:rsidR="00F635DB">
        <w:t xml:space="preserve">, </w:t>
      </w:r>
      <w:r w:rsidRPr="009071AC">
        <w:t>habituée aux façons du général</w:t>
      </w:r>
      <w:r w:rsidR="00F635DB">
        <w:t xml:space="preserve">, </w:t>
      </w:r>
      <w:r w:rsidRPr="009071AC">
        <w:t>sachant bien qu</w:t>
      </w:r>
      <w:r w:rsidR="00F635DB">
        <w:t>’</w:t>
      </w:r>
      <w:r w:rsidRPr="009071AC">
        <w:t>il n</w:t>
      </w:r>
      <w:r w:rsidR="00F635DB">
        <w:t>’</w:t>
      </w:r>
      <w:r w:rsidRPr="009071AC">
        <w:t>y avait guère moyen de placer un mot quand il avait pris la parole</w:t>
      </w:r>
      <w:r w:rsidR="00F635DB">
        <w:t>.</w:t>
      </w:r>
    </w:p>
    <w:p w14:paraId="4B117FBD" w14:textId="77777777" w:rsidR="00F635DB" w:rsidRDefault="00F635DB" w:rsidP="00F635DB">
      <w:r>
        <w:t>— </w:t>
      </w:r>
      <w:r w:rsidR="00855694" w:rsidRPr="009071AC">
        <w:t>Heureusement</w:t>
      </w:r>
      <w:r>
        <w:t xml:space="preserve">, </w:t>
      </w:r>
      <w:r w:rsidR="00855694" w:rsidRPr="009071AC">
        <w:t>poursuivit-il</w:t>
      </w:r>
      <w:r>
        <w:t xml:space="preserve">, </w:t>
      </w:r>
      <w:r w:rsidR="00855694" w:rsidRPr="009071AC">
        <w:t xml:space="preserve">ce pauvre </w:t>
      </w:r>
      <w:proofErr w:type="spellStart"/>
      <w:r w:rsidR="00855694" w:rsidRPr="009071AC">
        <w:t>Chalusse</w:t>
      </w:r>
      <w:proofErr w:type="spellEnd"/>
      <w:r w:rsidR="00855694" w:rsidRPr="009071AC">
        <w:t xml:space="preserve"> était un homme de précaution</w:t>
      </w:r>
      <w:r>
        <w:t xml:space="preserve">… </w:t>
      </w:r>
      <w:r w:rsidR="00855694" w:rsidRPr="009071AC">
        <w:t>Il vous aimait tendrement</w:t>
      </w:r>
      <w:r>
        <w:t xml:space="preserve">, </w:t>
      </w:r>
      <w:r w:rsidR="00855694" w:rsidRPr="009071AC">
        <w:t xml:space="preserve">ma </w:t>
      </w:r>
      <w:r w:rsidR="00855694" w:rsidRPr="009071AC">
        <w:lastRenderedPageBreak/>
        <w:t>mignonne</w:t>
      </w:r>
      <w:r>
        <w:t xml:space="preserve">, </w:t>
      </w:r>
      <w:r w:rsidR="00855694" w:rsidRPr="009071AC">
        <w:t>et ses dispositions testamentaires ont dû vous le prouver</w:t>
      </w:r>
      <w:r>
        <w:t>.</w:t>
      </w:r>
    </w:p>
    <w:p w14:paraId="34477A37" w14:textId="77777777" w:rsidR="00F635DB" w:rsidRDefault="00F635DB" w:rsidP="00F635DB">
      <w:r>
        <w:t>— </w:t>
      </w:r>
      <w:r w:rsidR="00855694" w:rsidRPr="009071AC">
        <w:t>Ses dispositions</w:t>
      </w:r>
      <w:r>
        <w:t> !…</w:t>
      </w:r>
    </w:p>
    <w:p w14:paraId="662C201A" w14:textId="77777777" w:rsidR="00F635DB" w:rsidRDefault="00F635DB" w:rsidP="00F635DB">
      <w:r>
        <w:t>— </w:t>
      </w:r>
      <w:r w:rsidR="00855694" w:rsidRPr="009071AC">
        <w:t>Mais oui</w:t>
      </w:r>
      <w:r>
        <w:t xml:space="preserve">, </w:t>
      </w:r>
      <w:r w:rsidR="00855694" w:rsidRPr="009071AC">
        <w:t>petite sournoise</w:t>
      </w:r>
      <w:r>
        <w:t xml:space="preserve">… </w:t>
      </w:r>
      <w:r w:rsidR="00855694" w:rsidRPr="009071AC">
        <w:t>N</w:t>
      </w:r>
      <w:r>
        <w:t>’</w:t>
      </w:r>
      <w:r w:rsidR="00855694" w:rsidRPr="009071AC">
        <w:t>allez-vous pas vous cacher de moi qui sais tout</w:t>
      </w:r>
      <w:r>
        <w:t xml:space="preserve">… </w:t>
      </w:r>
      <w:r w:rsidR="00855694" w:rsidRPr="009071AC">
        <w:t>Ah</w:t>
      </w:r>
      <w:r>
        <w:t xml:space="preserve"> ! </w:t>
      </w:r>
      <w:r w:rsidR="00855694" w:rsidRPr="009071AC">
        <w:t>vous voilà un des beaux partis de l</w:t>
      </w:r>
      <w:r>
        <w:t>’</w:t>
      </w:r>
      <w:r w:rsidR="00855694" w:rsidRPr="009071AC">
        <w:t>Europe</w:t>
      </w:r>
      <w:r>
        <w:t xml:space="preserve">… </w:t>
      </w:r>
      <w:r w:rsidR="00855694" w:rsidRPr="009071AC">
        <w:t>et sacrebleu</w:t>
      </w:r>
      <w:r>
        <w:t xml:space="preserve"> ! </w:t>
      </w:r>
      <w:r w:rsidR="00855694" w:rsidRPr="009071AC">
        <w:t>les prétendants ne vont pas manquer</w:t>
      </w:r>
      <w:r>
        <w:t>…</w:t>
      </w:r>
    </w:p>
    <w:p w14:paraId="1D724FA7" w14:textId="20F391E5" w:rsidR="00F635DB" w:rsidRDefault="00F635DB" w:rsidP="00F635DB">
      <w:r>
        <w:t>M</w:t>
      </w:r>
      <w:r w:rsidRPr="00F635DB">
        <w:rPr>
          <w:vertAlign w:val="superscript"/>
        </w:rPr>
        <w:t>lle</w:t>
      </w:r>
      <w:r>
        <w:t> </w:t>
      </w:r>
      <w:r w:rsidR="00855694" w:rsidRPr="009071AC">
        <w:t>Marguerite remua tristement la tête</w:t>
      </w:r>
      <w:r>
        <w:t>.</w:t>
      </w:r>
    </w:p>
    <w:p w14:paraId="086CD3FA" w14:textId="77777777" w:rsidR="00F635DB" w:rsidRDefault="00F635DB" w:rsidP="00F635DB">
      <w:r>
        <w:t>— </w:t>
      </w:r>
      <w:r w:rsidR="00855694" w:rsidRPr="009071AC">
        <w:t>Vous vous trompez</w:t>
      </w:r>
      <w:r>
        <w:t xml:space="preserve">, </w:t>
      </w:r>
      <w:r w:rsidR="00855694" w:rsidRPr="009071AC">
        <w:t>général</w:t>
      </w:r>
      <w:r>
        <w:t xml:space="preserve">, </w:t>
      </w:r>
      <w:r w:rsidR="00855694" w:rsidRPr="009071AC">
        <w:t>le comte ne laisse pas de testament</w:t>
      </w:r>
      <w:r>
        <w:t xml:space="preserve"> ; </w:t>
      </w:r>
      <w:r w:rsidR="00855694" w:rsidRPr="009071AC">
        <w:t>il n</w:t>
      </w:r>
      <w:r>
        <w:t>’</w:t>
      </w:r>
      <w:r w:rsidR="00855694" w:rsidRPr="009071AC">
        <w:t>avait pris aucunes précautions</w:t>
      </w:r>
      <w:r>
        <w:t>…</w:t>
      </w:r>
    </w:p>
    <w:p w14:paraId="4EA3FADA" w14:textId="42A71914" w:rsidR="00F635DB" w:rsidRDefault="00F635DB" w:rsidP="00F635DB">
      <w:r>
        <w:t>M. de </w:t>
      </w:r>
      <w:proofErr w:type="spellStart"/>
      <w:r w:rsidR="00855694" w:rsidRPr="009071AC">
        <w:t>Fondège</w:t>
      </w:r>
      <w:proofErr w:type="spellEnd"/>
      <w:r w:rsidR="00855694" w:rsidRPr="009071AC">
        <w:t xml:space="preserve"> tressaillit</w:t>
      </w:r>
      <w:r>
        <w:t xml:space="preserve">, </w:t>
      </w:r>
      <w:r w:rsidR="00855694" w:rsidRPr="009071AC">
        <w:t>il pâlit un peu</w:t>
      </w:r>
      <w:r>
        <w:t xml:space="preserve">, </w:t>
      </w:r>
      <w:r w:rsidR="00855694" w:rsidRPr="009071AC">
        <w:t>et</w:t>
      </w:r>
      <w:r>
        <w:t xml:space="preserve">, </w:t>
      </w:r>
      <w:r w:rsidR="00855694" w:rsidRPr="009071AC">
        <w:t>d</w:t>
      </w:r>
      <w:r>
        <w:t>’</w:t>
      </w:r>
      <w:r w:rsidR="00855694" w:rsidRPr="009071AC">
        <w:t>une voix mal assurée</w:t>
      </w:r>
      <w:r>
        <w:t> :</w:t>
      </w:r>
    </w:p>
    <w:p w14:paraId="12F12B90" w14:textId="77777777" w:rsidR="00F635DB" w:rsidRDefault="00F635DB" w:rsidP="00F635DB">
      <w:r>
        <w:t>— </w:t>
      </w:r>
      <w:r w:rsidR="00855694" w:rsidRPr="009071AC">
        <w:t>Hein</w:t>
      </w:r>
      <w:r>
        <w:t xml:space="preserve"> ! </w:t>
      </w:r>
      <w:r w:rsidR="00855694" w:rsidRPr="009071AC">
        <w:t>fit-il</w:t>
      </w:r>
      <w:r>
        <w:t xml:space="preserve">, </w:t>
      </w:r>
      <w:r w:rsidR="00855694" w:rsidRPr="009071AC">
        <w:t>que me chantez-vous là</w:t>
      </w:r>
      <w:r>
        <w:t xml:space="preserve">… </w:t>
      </w:r>
      <w:proofErr w:type="spellStart"/>
      <w:r w:rsidR="00855694" w:rsidRPr="009071AC">
        <w:t>Chalusse</w:t>
      </w:r>
      <w:proofErr w:type="spellEnd"/>
      <w:r>
        <w:t xml:space="preserve">, </w:t>
      </w:r>
      <w:r w:rsidR="00855694" w:rsidRPr="009071AC">
        <w:t>mille tonnerres</w:t>
      </w:r>
      <w:r>
        <w:t xml:space="preserve"> ! </w:t>
      </w:r>
      <w:r w:rsidR="00855694" w:rsidRPr="009071AC">
        <w:t>C</w:t>
      </w:r>
      <w:r>
        <w:t>’</w:t>
      </w:r>
      <w:r w:rsidR="00855694" w:rsidRPr="009071AC">
        <w:t>est impossible</w:t>
      </w:r>
      <w:r>
        <w:t> !</w:t>
      </w:r>
    </w:p>
    <w:p w14:paraId="0EAFE025" w14:textId="77777777" w:rsidR="00F635DB" w:rsidRDefault="00F635DB" w:rsidP="00F635DB">
      <w:r>
        <w:t>— </w:t>
      </w:r>
      <w:r w:rsidR="00855694" w:rsidRPr="009071AC">
        <w:t>Le comte a été foudroyé dans un fiacre</w:t>
      </w:r>
      <w:r>
        <w:t xml:space="preserve">, </w:t>
      </w:r>
      <w:r w:rsidR="00855694" w:rsidRPr="009071AC">
        <w:t>monsieur</w:t>
      </w:r>
      <w:r>
        <w:t xml:space="preserve">. </w:t>
      </w:r>
      <w:r w:rsidR="00855694" w:rsidRPr="009071AC">
        <w:t>Il est sorti à cinq heures</w:t>
      </w:r>
      <w:r>
        <w:t xml:space="preserve">, </w:t>
      </w:r>
      <w:r w:rsidR="00855694" w:rsidRPr="009071AC">
        <w:t>à pied</w:t>
      </w:r>
      <w:r>
        <w:t xml:space="preserve">, </w:t>
      </w:r>
      <w:r w:rsidR="00855694" w:rsidRPr="009071AC">
        <w:t>et</w:t>
      </w:r>
      <w:r>
        <w:t xml:space="preserve">, </w:t>
      </w:r>
      <w:r w:rsidR="00855694" w:rsidRPr="009071AC">
        <w:t>avant sept heures</w:t>
      </w:r>
      <w:r>
        <w:t xml:space="preserve">, </w:t>
      </w:r>
      <w:r w:rsidR="00855694" w:rsidRPr="009071AC">
        <w:t>on le rapportait inanimé</w:t>
      </w:r>
      <w:r>
        <w:t xml:space="preserve">. </w:t>
      </w:r>
      <w:r w:rsidR="00855694" w:rsidRPr="009071AC">
        <w:t>Où il était allé</w:t>
      </w:r>
      <w:r>
        <w:t xml:space="preserve">, </w:t>
      </w:r>
      <w:r w:rsidR="00855694" w:rsidRPr="009071AC">
        <w:t>nous n</w:t>
      </w:r>
      <w:r>
        <w:t>’</w:t>
      </w:r>
      <w:r w:rsidR="00855694" w:rsidRPr="009071AC">
        <w:t>en savons rien</w:t>
      </w:r>
      <w:r>
        <w:t>.</w:t>
      </w:r>
    </w:p>
    <w:p w14:paraId="25F17541" w14:textId="77777777" w:rsidR="00F635DB" w:rsidRDefault="00F635DB" w:rsidP="00F635DB">
      <w:r>
        <w:t>— </w:t>
      </w:r>
      <w:r w:rsidR="00855694" w:rsidRPr="009071AC">
        <w:t>Vous ne savez pas</w:t>
      </w:r>
      <w:r>
        <w:t xml:space="preserve">… </w:t>
      </w:r>
      <w:r w:rsidR="00855694" w:rsidRPr="009071AC">
        <w:t>vous ne savez pas</w:t>
      </w:r>
      <w:r>
        <w:t>…</w:t>
      </w:r>
    </w:p>
    <w:p w14:paraId="20C7E476" w14:textId="77777777" w:rsidR="00F635DB" w:rsidRDefault="00F635DB" w:rsidP="00F635DB">
      <w:r>
        <w:t>— </w:t>
      </w:r>
      <w:r w:rsidR="00855694" w:rsidRPr="009071AC">
        <w:t>Hélas</w:t>
      </w:r>
      <w:r>
        <w:t xml:space="preserve"> !… </w:t>
      </w:r>
      <w:r w:rsidR="00855694" w:rsidRPr="009071AC">
        <w:t>non</w:t>
      </w:r>
      <w:r>
        <w:t xml:space="preserve">. </w:t>
      </w:r>
      <w:r w:rsidR="00855694" w:rsidRPr="009071AC">
        <w:t>Et il est mort sans parvenir à prononcer autre chose que des paroles incohérentes</w:t>
      </w:r>
      <w:r>
        <w:t>.</w:t>
      </w:r>
    </w:p>
    <w:p w14:paraId="642F1D0D" w14:textId="77777777" w:rsidR="00F635DB" w:rsidRDefault="00855694" w:rsidP="00F635DB">
      <w:r w:rsidRPr="009071AC">
        <w:t>Et aussitôt</w:t>
      </w:r>
      <w:r w:rsidR="00F635DB">
        <w:t xml:space="preserve">, </w:t>
      </w:r>
      <w:r w:rsidRPr="009071AC">
        <w:t>la pauvre fille se mit à raconter brièvement les scènes douloureuses qui s</w:t>
      </w:r>
      <w:r w:rsidR="00F635DB">
        <w:t>’</w:t>
      </w:r>
      <w:r w:rsidRPr="009071AC">
        <w:t>étaient succédées depuis vingt-quatre heures</w:t>
      </w:r>
      <w:r w:rsidR="00F635DB">
        <w:t>.</w:t>
      </w:r>
    </w:p>
    <w:p w14:paraId="3B054F60" w14:textId="77777777" w:rsidR="00F635DB" w:rsidRDefault="00855694" w:rsidP="00F635DB">
      <w:r w:rsidRPr="009071AC">
        <w:t>Moins préoccupée</w:t>
      </w:r>
      <w:r w:rsidR="00F635DB">
        <w:t xml:space="preserve">, </w:t>
      </w:r>
      <w:r w:rsidRPr="009071AC">
        <w:t>elle eût vu que le général ne l</w:t>
      </w:r>
      <w:r w:rsidR="00F635DB">
        <w:t>’</w:t>
      </w:r>
      <w:r w:rsidRPr="009071AC">
        <w:t>écoutait pas</w:t>
      </w:r>
      <w:r w:rsidR="00F635DB">
        <w:t>.</w:t>
      </w:r>
    </w:p>
    <w:p w14:paraId="31481E9A" w14:textId="25134648" w:rsidR="00F635DB" w:rsidRDefault="00855694" w:rsidP="00F635DB">
      <w:r w:rsidRPr="009071AC">
        <w:lastRenderedPageBreak/>
        <w:t xml:space="preserve">Il était assis près du bureau de </w:t>
      </w:r>
      <w:r w:rsidR="00F635DB">
        <w:t>M. de </w:t>
      </w:r>
      <w:proofErr w:type="spellStart"/>
      <w:r w:rsidRPr="009071AC">
        <w:t>Chalusse</w:t>
      </w:r>
      <w:proofErr w:type="spellEnd"/>
      <w:r w:rsidR="00F635DB">
        <w:t xml:space="preserve">, </w:t>
      </w:r>
      <w:r w:rsidRPr="009071AC">
        <w:t>séparé du juge de paix par des casiers</w:t>
      </w:r>
      <w:r w:rsidR="00F635DB">
        <w:t xml:space="preserve">, </w:t>
      </w:r>
      <w:r w:rsidRPr="009071AC">
        <w:t>le coude sur la tablette</w:t>
      </w:r>
      <w:r w:rsidR="00F635DB">
        <w:t xml:space="preserve">, </w:t>
      </w:r>
      <w:r w:rsidRPr="009071AC">
        <w:t>et machinalement il s</w:t>
      </w:r>
      <w:r w:rsidR="00F635DB">
        <w:t>’</w:t>
      </w:r>
      <w:r w:rsidRPr="009071AC">
        <w:t>était mis à jouer avec les lettres à l</w:t>
      </w:r>
      <w:r w:rsidR="00F635DB">
        <w:t>’</w:t>
      </w:r>
      <w:r w:rsidRPr="009071AC">
        <w:t>adresse du comte apportées l</w:t>
      </w:r>
      <w:r w:rsidR="00F635DB">
        <w:t>’</w:t>
      </w:r>
      <w:r w:rsidRPr="009071AC">
        <w:t>instant d</w:t>
      </w:r>
      <w:r w:rsidR="00F635DB">
        <w:t>’</w:t>
      </w:r>
      <w:r w:rsidRPr="009071AC">
        <w:t xml:space="preserve">avant par </w:t>
      </w:r>
      <w:r w:rsidR="00F635DB">
        <w:t>M</w:t>
      </w:r>
      <w:r w:rsidR="00F635DB" w:rsidRPr="00F635DB">
        <w:rPr>
          <w:vertAlign w:val="superscript"/>
        </w:rPr>
        <w:t>me</w:t>
      </w:r>
      <w:r w:rsidR="00F635DB">
        <w:t> </w:t>
      </w:r>
      <w:r w:rsidRPr="009071AC">
        <w:t>Léon</w:t>
      </w:r>
      <w:r w:rsidR="00F635DB">
        <w:t>.</w:t>
      </w:r>
    </w:p>
    <w:p w14:paraId="1F174D17" w14:textId="77777777" w:rsidR="00F635DB" w:rsidRDefault="00855694" w:rsidP="00F635DB">
      <w:r w:rsidRPr="009071AC">
        <w:t>Bientôt</w:t>
      </w:r>
      <w:r w:rsidR="00F635DB">
        <w:t xml:space="preserve">, </w:t>
      </w:r>
      <w:r w:rsidRPr="009071AC">
        <w:t>il y en eut une qui s</w:t>
      </w:r>
      <w:r w:rsidR="00F635DB">
        <w:t>’</w:t>
      </w:r>
      <w:r w:rsidRPr="009071AC">
        <w:t>empara impérieusement et exclusivement de toute son attention</w:t>
      </w:r>
      <w:r w:rsidR="00F635DB">
        <w:t xml:space="preserve">. </w:t>
      </w:r>
      <w:r w:rsidRPr="009071AC">
        <w:t>Elle l</w:t>
      </w:r>
      <w:r w:rsidR="00F635DB">
        <w:t>’</w:t>
      </w:r>
      <w:r w:rsidRPr="009071AC">
        <w:t>attirait</w:t>
      </w:r>
      <w:r w:rsidR="00F635DB">
        <w:t xml:space="preserve">, </w:t>
      </w:r>
      <w:r w:rsidRPr="009071AC">
        <w:t>elle le fascinait</w:t>
      </w:r>
      <w:r w:rsidR="00F635DB">
        <w:t xml:space="preserve">, </w:t>
      </w:r>
      <w:r w:rsidRPr="009071AC">
        <w:t>il la couvait de ses regards enflammés</w:t>
      </w:r>
      <w:r w:rsidR="00F635DB">
        <w:t xml:space="preserve">, </w:t>
      </w:r>
      <w:r w:rsidRPr="009071AC">
        <w:t>et quand il la touchait</w:t>
      </w:r>
      <w:r w:rsidR="00F635DB">
        <w:t xml:space="preserve">, </w:t>
      </w:r>
      <w:r w:rsidRPr="009071AC">
        <w:t>sa main tremblait ou se crispait</w:t>
      </w:r>
      <w:r w:rsidR="00F635DB">
        <w:t>.</w:t>
      </w:r>
    </w:p>
    <w:p w14:paraId="66B51727" w14:textId="77777777" w:rsidR="00F635DB" w:rsidRDefault="00855694" w:rsidP="00F635DB">
      <w:r w:rsidRPr="009071AC">
        <w:t>Sa face était devenue livide</w:t>
      </w:r>
      <w:r w:rsidR="00F635DB">
        <w:t xml:space="preserve">, </w:t>
      </w:r>
      <w:r w:rsidRPr="009071AC">
        <w:t>ses yeux se troublaient</w:t>
      </w:r>
      <w:r w:rsidR="00F635DB">
        <w:t xml:space="preserve">, </w:t>
      </w:r>
      <w:r w:rsidRPr="009071AC">
        <w:t>sa respiration haletait et sifflait</w:t>
      </w:r>
      <w:r w:rsidR="00F635DB">
        <w:t xml:space="preserve">, </w:t>
      </w:r>
      <w:r w:rsidRPr="009071AC">
        <w:t>une sueur glacée perlait à la racine de ses cheveux</w:t>
      </w:r>
      <w:r w:rsidR="00F635DB">
        <w:t>.</w:t>
      </w:r>
    </w:p>
    <w:p w14:paraId="3709106A" w14:textId="77777777" w:rsidR="00F635DB" w:rsidRDefault="00855694" w:rsidP="00F635DB">
      <w:r w:rsidRPr="009071AC">
        <w:t>Si le juge de paix l</w:t>
      </w:r>
      <w:r w:rsidR="00F635DB">
        <w:t>’</w:t>
      </w:r>
      <w:r w:rsidRPr="009071AC">
        <w:t>eût aperçu</w:t>
      </w:r>
      <w:r w:rsidR="00F635DB">
        <w:t xml:space="preserve">, </w:t>
      </w:r>
      <w:r w:rsidRPr="009071AC">
        <w:t>il eût compris qu</w:t>
      </w:r>
      <w:r w:rsidR="00F635DB">
        <w:t>’</w:t>
      </w:r>
      <w:r w:rsidRPr="009071AC">
        <w:t>il se passait en cet homme quelque chose d</w:t>
      </w:r>
      <w:r w:rsidR="00F635DB">
        <w:t>’</w:t>
      </w:r>
      <w:r w:rsidRPr="009071AC">
        <w:t>extraordinaire et de terrible</w:t>
      </w:r>
      <w:r w:rsidR="00F635DB">
        <w:t xml:space="preserve">, </w:t>
      </w:r>
      <w:r w:rsidRPr="009071AC">
        <w:t>qu</w:t>
      </w:r>
      <w:r w:rsidR="00F635DB">
        <w:t>’</w:t>
      </w:r>
      <w:r w:rsidRPr="009071AC">
        <w:t>un affreux combat se livrait au dedans de lui-même</w:t>
      </w:r>
      <w:r w:rsidR="00F635DB">
        <w:t>…</w:t>
      </w:r>
    </w:p>
    <w:p w14:paraId="1073F798" w14:textId="77777777" w:rsidR="00F635DB" w:rsidRDefault="00855694" w:rsidP="00F635DB">
      <w:r w:rsidRPr="009071AC">
        <w:t>Cela dura cinq bonnes minutes</w:t>
      </w:r>
      <w:r w:rsidR="00F635DB">
        <w:t xml:space="preserve">, </w:t>
      </w:r>
      <w:r w:rsidRPr="009071AC">
        <w:t>puis tout à coup</w:t>
      </w:r>
      <w:r w:rsidR="00F635DB">
        <w:t xml:space="preserve">, </w:t>
      </w:r>
      <w:r w:rsidRPr="009071AC">
        <w:t>étant sûr qu</w:t>
      </w:r>
      <w:r w:rsidR="00F635DB">
        <w:t>’</w:t>
      </w:r>
      <w:r w:rsidRPr="009071AC">
        <w:t>on ne pouvait le voir</w:t>
      </w:r>
      <w:r w:rsidR="00F635DB">
        <w:t xml:space="preserve">, </w:t>
      </w:r>
      <w:r w:rsidRPr="009071AC">
        <w:t>il enleva prestement la lettre et la glissa dans sa poche</w:t>
      </w:r>
      <w:r w:rsidR="00F635DB">
        <w:t>.</w:t>
      </w:r>
    </w:p>
    <w:p w14:paraId="0AB7548D" w14:textId="77777777" w:rsidR="00F635DB" w:rsidRDefault="00855694" w:rsidP="00F635DB">
      <w:r w:rsidRPr="009071AC">
        <w:t>La pauvre Marguerite achevait son récit</w:t>
      </w:r>
      <w:r w:rsidR="00F635DB">
        <w:t>.</w:t>
      </w:r>
    </w:p>
    <w:p w14:paraId="6899F6D2" w14:textId="77777777" w:rsidR="00F635DB" w:rsidRDefault="00F635DB" w:rsidP="00F635DB">
      <w:r>
        <w:t>— </w:t>
      </w:r>
      <w:r w:rsidR="00855694" w:rsidRPr="009071AC">
        <w:t>Vous le voyez</w:t>
      </w:r>
      <w:r>
        <w:t xml:space="preserve">, </w:t>
      </w:r>
      <w:r w:rsidR="00855694" w:rsidRPr="009071AC">
        <w:t>monsieur</w:t>
      </w:r>
      <w:r>
        <w:t xml:space="preserve">, </w:t>
      </w:r>
      <w:r w:rsidR="00855694" w:rsidRPr="009071AC">
        <w:t>loin d</w:t>
      </w:r>
      <w:r>
        <w:t>’</w:t>
      </w:r>
      <w:r w:rsidR="00855694" w:rsidRPr="009071AC">
        <w:t>être riche</w:t>
      </w:r>
      <w:r>
        <w:t xml:space="preserve">, </w:t>
      </w:r>
      <w:r w:rsidR="00855694" w:rsidRPr="009071AC">
        <w:t>comme vous le pensiez</w:t>
      </w:r>
      <w:r>
        <w:t xml:space="preserve">, </w:t>
      </w:r>
      <w:r w:rsidR="00855694" w:rsidRPr="009071AC">
        <w:t>je suis sans asile et sans pain</w:t>
      </w:r>
      <w:r>
        <w:t>…</w:t>
      </w:r>
    </w:p>
    <w:p w14:paraId="67CB8623" w14:textId="77777777" w:rsidR="00F635DB" w:rsidRDefault="00855694" w:rsidP="00F635DB">
      <w:r w:rsidRPr="009071AC">
        <w:t>Le général s</w:t>
      </w:r>
      <w:r w:rsidR="00F635DB">
        <w:t>’</w:t>
      </w:r>
      <w:r w:rsidRPr="009071AC">
        <w:t>était levé</w:t>
      </w:r>
      <w:r w:rsidR="00F635DB">
        <w:t xml:space="preserve">, </w:t>
      </w:r>
      <w:r w:rsidRPr="009071AC">
        <w:t>et il marchait comme au hasard dans le cabinet</w:t>
      </w:r>
      <w:r w:rsidR="00F635DB">
        <w:t xml:space="preserve">, </w:t>
      </w:r>
      <w:r w:rsidRPr="009071AC">
        <w:t>avec toutes les marques d</w:t>
      </w:r>
      <w:r w:rsidR="00F635DB">
        <w:t>’</w:t>
      </w:r>
      <w:r w:rsidRPr="009071AC">
        <w:t>une agitation convulsive</w:t>
      </w:r>
      <w:r w:rsidR="00F635DB">
        <w:t>…</w:t>
      </w:r>
    </w:p>
    <w:p w14:paraId="5C077B5C" w14:textId="77777777" w:rsidR="00F635DB" w:rsidRDefault="00F635DB" w:rsidP="00F635DB">
      <w:r>
        <w:t>— </w:t>
      </w:r>
      <w:r w:rsidR="00855694" w:rsidRPr="009071AC">
        <w:t>C</w:t>
      </w:r>
      <w:r>
        <w:t>’</w:t>
      </w:r>
      <w:r w:rsidR="00855694" w:rsidRPr="009071AC">
        <w:t>est vrai</w:t>
      </w:r>
      <w:r>
        <w:t xml:space="preserve">, </w:t>
      </w:r>
      <w:r w:rsidR="00855694" w:rsidRPr="009071AC">
        <w:t>répétait-il</w:t>
      </w:r>
      <w:r>
        <w:t xml:space="preserve">, </w:t>
      </w:r>
      <w:r w:rsidR="00855694" w:rsidRPr="009071AC">
        <w:t>de l</w:t>
      </w:r>
      <w:r>
        <w:t>’</w:t>
      </w:r>
      <w:r w:rsidR="00855694" w:rsidRPr="009071AC">
        <w:t>air d</w:t>
      </w:r>
      <w:r>
        <w:t>’</w:t>
      </w:r>
      <w:r w:rsidR="00855694" w:rsidRPr="009071AC">
        <w:t>un homme qui ne sait ce qu</w:t>
      </w:r>
      <w:r>
        <w:t>’</w:t>
      </w:r>
      <w:r w:rsidR="00855694" w:rsidRPr="009071AC">
        <w:t>il dit</w:t>
      </w:r>
      <w:r>
        <w:t xml:space="preserve">, </w:t>
      </w:r>
      <w:r w:rsidR="00855694" w:rsidRPr="009071AC">
        <w:t>la voilà ruinée</w:t>
      </w:r>
      <w:r>
        <w:t xml:space="preserve">, </w:t>
      </w:r>
      <w:r w:rsidR="00855694" w:rsidRPr="009071AC">
        <w:t>perdue</w:t>
      </w:r>
      <w:r>
        <w:t xml:space="preserve">… </w:t>
      </w:r>
      <w:r w:rsidR="00855694" w:rsidRPr="009071AC">
        <w:t>le malheur est complet</w:t>
      </w:r>
      <w:r>
        <w:t>…</w:t>
      </w:r>
    </w:p>
    <w:p w14:paraId="753FDF06" w14:textId="6864D861" w:rsidR="00F635DB" w:rsidRDefault="00855694" w:rsidP="00F635DB">
      <w:r w:rsidRPr="009071AC">
        <w:t>Puis</w:t>
      </w:r>
      <w:r w:rsidR="00F635DB">
        <w:t xml:space="preserve">, </w:t>
      </w:r>
      <w:r w:rsidRPr="009071AC">
        <w:t>soudainement</w:t>
      </w:r>
      <w:r w:rsidR="00F635DB">
        <w:t xml:space="preserve">, </w:t>
      </w:r>
      <w:r w:rsidRPr="009071AC">
        <w:t>s</w:t>
      </w:r>
      <w:r w:rsidR="00F635DB">
        <w:t>’</w:t>
      </w:r>
      <w:r w:rsidRPr="009071AC">
        <w:t xml:space="preserve">arrêtant les bras croisés devant </w:t>
      </w:r>
      <w:r w:rsidR="00F635DB">
        <w:t>M</w:t>
      </w:r>
      <w:r w:rsidR="00F635DB" w:rsidRPr="00F635DB">
        <w:rPr>
          <w:vertAlign w:val="superscript"/>
        </w:rPr>
        <w:t>lle</w:t>
      </w:r>
      <w:r w:rsidR="00F635DB">
        <w:t> </w:t>
      </w:r>
      <w:r w:rsidRPr="009071AC">
        <w:t>Marguerite</w:t>
      </w:r>
      <w:r w:rsidR="00F635DB">
        <w:t> :</w:t>
      </w:r>
    </w:p>
    <w:p w14:paraId="182919F0" w14:textId="77777777" w:rsidR="00F635DB" w:rsidRDefault="00F635DB" w:rsidP="00F635DB">
      <w:r>
        <w:lastRenderedPageBreak/>
        <w:t>— </w:t>
      </w:r>
      <w:r w:rsidR="00855694" w:rsidRPr="009071AC">
        <w:t>Qu</w:t>
      </w:r>
      <w:r>
        <w:t>’</w:t>
      </w:r>
      <w:r w:rsidR="00855694" w:rsidRPr="009071AC">
        <w:t>allez-vous devenir</w:t>
      </w:r>
      <w:r>
        <w:t xml:space="preserve"> ? </w:t>
      </w:r>
      <w:r w:rsidR="00855694" w:rsidRPr="009071AC">
        <w:t>demanda-t-il</w:t>
      </w:r>
      <w:r>
        <w:t>.</w:t>
      </w:r>
    </w:p>
    <w:p w14:paraId="2AF7D7DF" w14:textId="77777777" w:rsidR="00F635DB" w:rsidRDefault="00F635DB" w:rsidP="00F635DB">
      <w:r>
        <w:t>— </w:t>
      </w:r>
      <w:r w:rsidR="00855694" w:rsidRPr="009071AC">
        <w:t>Dieu ne m</w:t>
      </w:r>
      <w:r>
        <w:t>’</w:t>
      </w:r>
      <w:r w:rsidR="00855694" w:rsidRPr="009071AC">
        <w:t>abandonnera pas</w:t>
      </w:r>
      <w:r>
        <w:t xml:space="preserve">, </w:t>
      </w:r>
      <w:r w:rsidR="00855694" w:rsidRPr="009071AC">
        <w:t>général</w:t>
      </w:r>
      <w:r>
        <w:t>.</w:t>
      </w:r>
    </w:p>
    <w:p w14:paraId="776FCAFC" w14:textId="77777777" w:rsidR="00F635DB" w:rsidRDefault="00855694" w:rsidP="00F635DB">
      <w:r w:rsidRPr="009071AC">
        <w:t>Il tourna les talons et reprit sa promenade</w:t>
      </w:r>
      <w:r w:rsidR="00F635DB">
        <w:t xml:space="preserve">, </w:t>
      </w:r>
      <w:r w:rsidRPr="009071AC">
        <w:t>gesticulant et s</w:t>
      </w:r>
      <w:r w:rsidR="00F635DB">
        <w:t>’</w:t>
      </w:r>
      <w:r w:rsidRPr="009071AC">
        <w:t>abandonnant à un furieux monologue qu</w:t>
      </w:r>
      <w:r w:rsidR="00F635DB">
        <w:t>’</w:t>
      </w:r>
      <w:r w:rsidRPr="009071AC">
        <w:t>il était cependant assez aisé de suivre</w:t>
      </w:r>
      <w:r w:rsidR="00F635DB">
        <w:t> :</w:t>
      </w:r>
    </w:p>
    <w:p w14:paraId="0BC1850A" w14:textId="77777777" w:rsidR="00F635DB" w:rsidRDefault="00F635DB" w:rsidP="00F635DB">
      <w:r>
        <w:t>— </w:t>
      </w:r>
      <w:r w:rsidR="00855694" w:rsidRPr="009071AC">
        <w:t>Épouvantable</w:t>
      </w:r>
      <w:r>
        <w:t xml:space="preserve"> !… </w:t>
      </w:r>
      <w:r w:rsidR="00855694" w:rsidRPr="009071AC">
        <w:t>grondait-il</w:t>
      </w:r>
      <w:r>
        <w:t xml:space="preserve">, </w:t>
      </w:r>
      <w:r w:rsidR="00855694" w:rsidRPr="009071AC">
        <w:t>affreux</w:t>
      </w:r>
      <w:r>
        <w:t xml:space="preserve"> ! </w:t>
      </w:r>
      <w:r w:rsidR="00855694" w:rsidRPr="009071AC">
        <w:t>La fille d</w:t>
      </w:r>
      <w:r>
        <w:t>’</w:t>
      </w:r>
      <w:r w:rsidR="00855694" w:rsidRPr="009071AC">
        <w:t>un vieux camarade de fredaines</w:t>
      </w:r>
      <w:r>
        <w:t xml:space="preserve">, </w:t>
      </w:r>
      <w:r w:rsidR="00855694" w:rsidRPr="009071AC">
        <w:t>sacrebleu</w:t>
      </w:r>
      <w:r>
        <w:t xml:space="preserve"> !… </w:t>
      </w:r>
      <w:r w:rsidR="00855694" w:rsidRPr="009071AC">
        <w:t>d</w:t>
      </w:r>
      <w:r>
        <w:t>’</w:t>
      </w:r>
      <w:r w:rsidR="00855694" w:rsidRPr="009071AC">
        <w:t>un ami de trente ans</w:t>
      </w:r>
      <w:r>
        <w:t xml:space="preserve">… </w:t>
      </w:r>
      <w:r w:rsidR="00855694" w:rsidRPr="009071AC">
        <w:t>l</w:t>
      </w:r>
      <w:r>
        <w:t>’</w:t>
      </w:r>
      <w:r w:rsidR="00855694" w:rsidRPr="009071AC">
        <w:t>abandonner ainsi</w:t>
      </w:r>
      <w:r>
        <w:t xml:space="preserve"> !… </w:t>
      </w:r>
      <w:r w:rsidR="00855694" w:rsidRPr="009071AC">
        <w:t>Jamais</w:t>
      </w:r>
      <w:r>
        <w:t xml:space="preserve">, </w:t>
      </w:r>
      <w:r w:rsidR="00855694" w:rsidRPr="009071AC">
        <w:t>mille tonnerres</w:t>
      </w:r>
      <w:r>
        <w:t xml:space="preserve"> !… </w:t>
      </w:r>
      <w:r w:rsidR="00855694" w:rsidRPr="009071AC">
        <w:t>jamais</w:t>
      </w:r>
      <w:r>
        <w:t xml:space="preserve"> !… </w:t>
      </w:r>
      <w:r w:rsidR="00855694" w:rsidRPr="009071AC">
        <w:t>Pauvre mignonne</w:t>
      </w:r>
      <w:r>
        <w:t xml:space="preserve">… </w:t>
      </w:r>
      <w:r w:rsidR="00855694" w:rsidRPr="009071AC">
        <w:t>un cœur d</w:t>
      </w:r>
      <w:r>
        <w:t>’</w:t>
      </w:r>
      <w:r w:rsidR="00855694" w:rsidRPr="009071AC">
        <w:t>or et jolie comme un ange</w:t>
      </w:r>
      <w:r>
        <w:t xml:space="preserve">. </w:t>
      </w:r>
      <w:r w:rsidR="00855694" w:rsidRPr="009071AC">
        <w:t>Cet horrible Paris n</w:t>
      </w:r>
      <w:r>
        <w:t>’</w:t>
      </w:r>
      <w:r w:rsidR="00855694" w:rsidRPr="009071AC">
        <w:t>en ferait qu</w:t>
      </w:r>
      <w:r>
        <w:t>’</w:t>
      </w:r>
      <w:r w:rsidR="00855694" w:rsidRPr="009071AC">
        <w:t>une bouchée</w:t>
      </w:r>
      <w:r>
        <w:t xml:space="preserve">… </w:t>
      </w:r>
      <w:r w:rsidR="00855694" w:rsidRPr="009071AC">
        <w:t>ce serait un meurtre</w:t>
      </w:r>
      <w:r>
        <w:t xml:space="preserve">, </w:t>
      </w:r>
      <w:r w:rsidR="00855694" w:rsidRPr="009071AC">
        <w:t>une abomination</w:t>
      </w:r>
      <w:r>
        <w:t xml:space="preserve"> !… </w:t>
      </w:r>
      <w:r w:rsidR="00855694" w:rsidRPr="009071AC">
        <w:t>Cela ne sera pas</w:t>
      </w:r>
      <w:r>
        <w:t xml:space="preserve">… </w:t>
      </w:r>
      <w:r w:rsidR="00855694" w:rsidRPr="009071AC">
        <w:t>les vieux sont là</w:t>
      </w:r>
      <w:r>
        <w:t xml:space="preserve">, </w:t>
      </w:r>
      <w:r w:rsidR="00855694" w:rsidRPr="009071AC">
        <w:t>solides au poste</w:t>
      </w:r>
      <w:r>
        <w:t> !…</w:t>
      </w:r>
    </w:p>
    <w:p w14:paraId="5E196CEC" w14:textId="77777777" w:rsidR="00F635DB" w:rsidRDefault="00855694" w:rsidP="00F635DB">
      <w:r w:rsidRPr="009071AC">
        <w:t>Il revint se planter en face de la pauvre fille</w:t>
      </w:r>
      <w:r w:rsidR="00F635DB">
        <w:t xml:space="preserve">, </w:t>
      </w:r>
      <w:r w:rsidRPr="009071AC">
        <w:t>et de sa plus grosse voix d</w:t>
      </w:r>
      <w:r w:rsidR="00F635DB">
        <w:t>’</w:t>
      </w:r>
      <w:r w:rsidRPr="009071AC">
        <w:t xml:space="preserve">homme sensible et brutal </w:t>
      </w:r>
      <w:proofErr w:type="spellStart"/>
      <w:r w:rsidRPr="009071AC">
        <w:t>tout</w:t>
      </w:r>
      <w:proofErr w:type="spellEnd"/>
      <w:r w:rsidRPr="009071AC">
        <w:t xml:space="preserve"> ensemble</w:t>
      </w:r>
      <w:r w:rsidR="00F635DB">
        <w:t> :</w:t>
      </w:r>
    </w:p>
    <w:p w14:paraId="615F9F18" w14:textId="77777777" w:rsidR="00F635DB" w:rsidRDefault="00F635DB" w:rsidP="00F635DB">
      <w:r>
        <w:t>— </w:t>
      </w:r>
      <w:r w:rsidR="00855694" w:rsidRPr="009071AC">
        <w:t>Mademoiselle Marguerite</w:t>
      </w:r>
      <w:r>
        <w:t xml:space="preserve"> !… </w:t>
      </w:r>
      <w:r w:rsidR="00855694" w:rsidRPr="009071AC">
        <w:t>fit-il</w:t>
      </w:r>
      <w:r>
        <w:t>.</w:t>
      </w:r>
    </w:p>
    <w:p w14:paraId="11EB392E" w14:textId="77777777" w:rsidR="00F635DB" w:rsidRDefault="00F635DB" w:rsidP="00F635DB">
      <w:r>
        <w:t>— </w:t>
      </w:r>
      <w:r w:rsidR="00855694" w:rsidRPr="009071AC">
        <w:t>Général</w:t>
      </w:r>
      <w:r>
        <w:t> ?…</w:t>
      </w:r>
    </w:p>
    <w:p w14:paraId="1CD18D3D" w14:textId="77777777" w:rsidR="00F635DB" w:rsidRDefault="00F635DB" w:rsidP="00F635DB">
      <w:r>
        <w:t>— </w:t>
      </w:r>
      <w:r w:rsidR="00855694" w:rsidRPr="009071AC">
        <w:t xml:space="preserve">Vous connaissez Gustave de </w:t>
      </w:r>
      <w:proofErr w:type="spellStart"/>
      <w:r w:rsidR="00855694" w:rsidRPr="009071AC">
        <w:t>Fondège</w:t>
      </w:r>
      <w:proofErr w:type="spellEnd"/>
      <w:r>
        <w:t xml:space="preserve">, </w:t>
      </w:r>
      <w:r w:rsidR="00855694" w:rsidRPr="009071AC">
        <w:t>mon fils</w:t>
      </w:r>
      <w:r>
        <w:t> ?…</w:t>
      </w:r>
    </w:p>
    <w:p w14:paraId="3C4544DB" w14:textId="21F35824" w:rsidR="00F635DB" w:rsidRDefault="00F635DB" w:rsidP="00F635DB">
      <w:r>
        <w:t>— </w:t>
      </w:r>
      <w:r w:rsidR="00855694" w:rsidRPr="009071AC">
        <w:t xml:space="preserve">Je crois me rappeler que plusieurs fois vous avez parlé de lui à </w:t>
      </w:r>
      <w:r>
        <w:t>M. de </w:t>
      </w:r>
      <w:proofErr w:type="spellStart"/>
      <w:r w:rsidR="00855694" w:rsidRPr="009071AC">
        <w:t>Chalusse</w:t>
      </w:r>
      <w:proofErr w:type="spellEnd"/>
      <w:r>
        <w:t>.</w:t>
      </w:r>
    </w:p>
    <w:p w14:paraId="741BB8AE" w14:textId="77777777" w:rsidR="00F635DB" w:rsidRDefault="00855694" w:rsidP="00F635DB">
      <w:r w:rsidRPr="009071AC">
        <w:t>Le général tortillait rageusement sa moustache</w:t>
      </w:r>
      <w:r w:rsidR="00F635DB">
        <w:t xml:space="preserve">, </w:t>
      </w:r>
      <w:r w:rsidRPr="009071AC">
        <w:t>comme il lui arrive toutes les fois qu</w:t>
      </w:r>
      <w:r w:rsidR="00F635DB">
        <w:t>’</w:t>
      </w:r>
      <w:r w:rsidRPr="009071AC">
        <w:t>il est ému et embarrassé</w:t>
      </w:r>
      <w:r w:rsidR="00F635DB">
        <w:t>…</w:t>
      </w:r>
    </w:p>
    <w:p w14:paraId="2C940080" w14:textId="77777777" w:rsidR="00F635DB" w:rsidRDefault="00F635DB" w:rsidP="00F635DB">
      <w:r>
        <w:t>— </w:t>
      </w:r>
      <w:r w:rsidR="00855694" w:rsidRPr="009071AC">
        <w:t>Mon fils</w:t>
      </w:r>
      <w:r>
        <w:t xml:space="preserve">, </w:t>
      </w:r>
      <w:r w:rsidR="00855694" w:rsidRPr="009071AC">
        <w:t>reprit-il</w:t>
      </w:r>
      <w:r>
        <w:t xml:space="preserve">, </w:t>
      </w:r>
      <w:r w:rsidR="00855694" w:rsidRPr="009071AC">
        <w:t>a vingt-sept ans</w:t>
      </w:r>
      <w:r>
        <w:t xml:space="preserve">, </w:t>
      </w:r>
      <w:r w:rsidR="00855694" w:rsidRPr="009071AC">
        <w:t>il est lieutenant de hussards et proposé pour le grade de capitaine</w:t>
      </w:r>
      <w:r>
        <w:t xml:space="preserve">… </w:t>
      </w:r>
      <w:r w:rsidR="00855694" w:rsidRPr="009071AC">
        <w:t>au choix</w:t>
      </w:r>
      <w:r>
        <w:t xml:space="preserve">, </w:t>
      </w:r>
      <w:r w:rsidR="00855694" w:rsidRPr="009071AC">
        <w:t>sacrebleu</w:t>
      </w:r>
      <w:r>
        <w:t xml:space="preserve"> ! </w:t>
      </w:r>
      <w:r w:rsidR="00855694" w:rsidRPr="009071AC">
        <w:t>C</w:t>
      </w:r>
      <w:r>
        <w:t>’</w:t>
      </w:r>
      <w:r w:rsidR="00855694" w:rsidRPr="009071AC">
        <w:t>est un beau cavalier qui ira loin</w:t>
      </w:r>
      <w:r>
        <w:t xml:space="preserve">, </w:t>
      </w:r>
      <w:r w:rsidR="00855694" w:rsidRPr="009071AC">
        <w:t>car il a de l</w:t>
      </w:r>
      <w:r>
        <w:t>’</w:t>
      </w:r>
      <w:r w:rsidR="00855694" w:rsidRPr="009071AC">
        <w:t>esprit jusqu</w:t>
      </w:r>
      <w:r>
        <w:t>’</w:t>
      </w:r>
      <w:r w:rsidR="00855694" w:rsidRPr="009071AC">
        <w:t>à la molette de ses éperons</w:t>
      </w:r>
      <w:r>
        <w:t xml:space="preserve">. </w:t>
      </w:r>
      <w:r w:rsidR="00855694" w:rsidRPr="009071AC">
        <w:t>Comme je ne mâche jamais la vérité</w:t>
      </w:r>
      <w:r>
        <w:t xml:space="preserve">, </w:t>
      </w:r>
      <w:r w:rsidR="00855694" w:rsidRPr="009071AC">
        <w:t>j</w:t>
      </w:r>
      <w:r>
        <w:t>’</w:t>
      </w:r>
      <w:r w:rsidR="00855694" w:rsidRPr="009071AC">
        <w:t>avouerai qu</w:t>
      </w:r>
      <w:r>
        <w:t>’</w:t>
      </w:r>
      <w:r w:rsidR="00855694" w:rsidRPr="009071AC">
        <w:t>il est un peu dissipé</w:t>
      </w:r>
      <w:r>
        <w:t xml:space="preserve">… </w:t>
      </w:r>
      <w:r w:rsidR="00855694" w:rsidRPr="009071AC">
        <w:t>Mais si la tête est mauvaise</w:t>
      </w:r>
      <w:r>
        <w:t xml:space="preserve">, </w:t>
      </w:r>
      <w:r w:rsidR="00855694" w:rsidRPr="009071AC">
        <w:t>le cœur est bon</w:t>
      </w:r>
      <w:r>
        <w:t xml:space="preserve">, </w:t>
      </w:r>
      <w:r w:rsidR="00855694" w:rsidRPr="009071AC">
        <w:t>mille tonnerres</w:t>
      </w:r>
      <w:r>
        <w:t xml:space="preserve"> !… </w:t>
      </w:r>
      <w:r w:rsidR="00855694" w:rsidRPr="009071AC">
        <w:t xml:space="preserve">Une </w:t>
      </w:r>
      <w:r w:rsidR="00855694" w:rsidRPr="009071AC">
        <w:lastRenderedPageBreak/>
        <w:t>petite femme bien gentille et bien raisonnable aurait vite converti ce gaillard-là</w:t>
      </w:r>
      <w:r>
        <w:t xml:space="preserve">, </w:t>
      </w:r>
      <w:r w:rsidR="00855694" w:rsidRPr="009071AC">
        <w:t>et il deviendrait la perle des maris</w:t>
      </w:r>
      <w:r>
        <w:t>…</w:t>
      </w:r>
    </w:p>
    <w:p w14:paraId="7B6E5FC8" w14:textId="77777777" w:rsidR="00F635DB" w:rsidRDefault="00855694" w:rsidP="00F635DB">
      <w:r w:rsidRPr="009071AC">
        <w:t>Il passa le doigt à deux ou trois reprises entre son col et son cou</w:t>
      </w:r>
      <w:r w:rsidR="00F635DB">
        <w:t xml:space="preserve">, </w:t>
      </w:r>
      <w:r w:rsidRPr="009071AC">
        <w:t>et d</w:t>
      </w:r>
      <w:r w:rsidR="00F635DB">
        <w:t>’</w:t>
      </w:r>
      <w:r w:rsidRPr="009071AC">
        <w:t>une voix un peu étranglée il ajouta</w:t>
      </w:r>
      <w:r w:rsidR="00F635DB">
        <w:t> :</w:t>
      </w:r>
    </w:p>
    <w:p w14:paraId="21E6D2C7" w14:textId="77777777" w:rsidR="00F635DB" w:rsidRDefault="00F635DB" w:rsidP="00F635DB">
      <w:r>
        <w:t>— </w:t>
      </w:r>
      <w:r w:rsidR="00855694" w:rsidRPr="009071AC">
        <w:t>Mademoiselle Marguerite</w:t>
      </w:r>
      <w:r>
        <w:t xml:space="preserve">, </w:t>
      </w:r>
      <w:r w:rsidR="00855694" w:rsidRPr="009071AC">
        <w:t>j</w:t>
      </w:r>
      <w:r>
        <w:t>’</w:t>
      </w:r>
      <w:r w:rsidR="00855694" w:rsidRPr="009071AC">
        <w:t>ai l</w:t>
      </w:r>
      <w:r>
        <w:t>’</w:t>
      </w:r>
      <w:r w:rsidR="00855694" w:rsidRPr="009071AC">
        <w:t xml:space="preserve">honneur de vous demander votre main pour le lieutenant Gustave de </w:t>
      </w:r>
      <w:proofErr w:type="spellStart"/>
      <w:r w:rsidR="00855694" w:rsidRPr="009071AC">
        <w:t>Fondège</w:t>
      </w:r>
      <w:proofErr w:type="spellEnd"/>
      <w:r>
        <w:t xml:space="preserve">, </w:t>
      </w:r>
      <w:r w:rsidR="00855694" w:rsidRPr="009071AC">
        <w:t>mon fils</w:t>
      </w:r>
      <w:r>
        <w:t>.</w:t>
      </w:r>
    </w:p>
    <w:p w14:paraId="7F82A005" w14:textId="130F77E6" w:rsidR="00F635DB" w:rsidRDefault="00855694" w:rsidP="00F635DB">
      <w:r w:rsidRPr="009071AC">
        <w:t xml:space="preserve">Un éclair de colère brilla dans les yeux de </w:t>
      </w:r>
      <w:r w:rsidR="00F635DB">
        <w:t>M</w:t>
      </w:r>
      <w:r w:rsidR="00F635DB" w:rsidRPr="00F635DB">
        <w:rPr>
          <w:vertAlign w:val="superscript"/>
        </w:rPr>
        <w:t>lle</w:t>
      </w:r>
      <w:r w:rsidR="00F635DB">
        <w:t> </w:t>
      </w:r>
      <w:r w:rsidRPr="009071AC">
        <w:t>Marguerite</w:t>
      </w:r>
      <w:r w:rsidR="00F635DB">
        <w:t xml:space="preserve">, </w:t>
      </w:r>
      <w:r w:rsidRPr="009071AC">
        <w:t>et c</w:t>
      </w:r>
      <w:r w:rsidR="00F635DB">
        <w:t>’</w:t>
      </w:r>
      <w:r w:rsidRPr="009071AC">
        <w:t>est d</w:t>
      </w:r>
      <w:r w:rsidR="00F635DB">
        <w:t>’</w:t>
      </w:r>
      <w:r w:rsidRPr="009071AC">
        <w:t>un ton plus que froid qu</w:t>
      </w:r>
      <w:r w:rsidR="00F635DB">
        <w:t>’</w:t>
      </w:r>
      <w:r w:rsidRPr="009071AC">
        <w:t>elle répondit</w:t>
      </w:r>
      <w:r w:rsidR="00F635DB">
        <w:t xml:space="preserve">… </w:t>
      </w:r>
      <w:r w:rsidRPr="009071AC">
        <w:t>comme à l</w:t>
      </w:r>
      <w:r w:rsidR="00F635DB">
        <w:t>’</w:t>
      </w:r>
      <w:r w:rsidRPr="009071AC">
        <w:t>autre</w:t>
      </w:r>
      <w:r w:rsidR="00F635DB">
        <w:t> :</w:t>
      </w:r>
    </w:p>
    <w:p w14:paraId="645EF277" w14:textId="77777777" w:rsidR="00F635DB" w:rsidRDefault="00F635DB" w:rsidP="00F635DB">
      <w:r>
        <w:t>— </w:t>
      </w:r>
      <w:r w:rsidR="00855694" w:rsidRPr="009071AC">
        <w:t>Je suis honorée</w:t>
      </w:r>
      <w:r>
        <w:t xml:space="preserve">… </w:t>
      </w:r>
      <w:r w:rsidR="00855694" w:rsidRPr="009071AC">
        <w:t>comme il convient</w:t>
      </w:r>
      <w:r>
        <w:t xml:space="preserve">, </w:t>
      </w:r>
      <w:r w:rsidR="00855694" w:rsidRPr="009071AC">
        <w:t>monsieur</w:t>
      </w:r>
      <w:r>
        <w:t xml:space="preserve">, </w:t>
      </w:r>
      <w:r w:rsidR="00855694" w:rsidRPr="009071AC">
        <w:t>de votre démarche</w:t>
      </w:r>
      <w:r>
        <w:t xml:space="preserve">… </w:t>
      </w:r>
      <w:r w:rsidR="00855694" w:rsidRPr="009071AC">
        <w:t>mais j</w:t>
      </w:r>
      <w:r>
        <w:t>’</w:t>
      </w:r>
      <w:r w:rsidR="00855694" w:rsidRPr="009071AC">
        <w:t>ai disposé de mon avenir</w:t>
      </w:r>
      <w:r>
        <w:t>…</w:t>
      </w:r>
    </w:p>
    <w:p w14:paraId="7A959FFD" w14:textId="1891E628" w:rsidR="00F635DB" w:rsidRDefault="00F635DB" w:rsidP="00F635DB">
      <w:r>
        <w:t>M. de </w:t>
      </w:r>
      <w:proofErr w:type="spellStart"/>
      <w:r w:rsidR="00855694" w:rsidRPr="009071AC">
        <w:t>Fondège</w:t>
      </w:r>
      <w:proofErr w:type="spellEnd"/>
      <w:r w:rsidR="00855694" w:rsidRPr="009071AC">
        <w:t xml:space="preserve"> fut bien dix secondes à recouvrer la parole</w:t>
      </w:r>
      <w:r>
        <w:t>.</w:t>
      </w:r>
    </w:p>
    <w:p w14:paraId="6265607D" w14:textId="578B2BF8" w:rsidR="00F635DB" w:rsidRDefault="00F635DB" w:rsidP="00F635DB">
      <w:r>
        <w:t>— </w:t>
      </w:r>
      <w:r w:rsidR="00855694" w:rsidRPr="009071AC">
        <w:t>Allons</w:t>
      </w:r>
      <w:r>
        <w:t xml:space="preserve"> !… </w:t>
      </w:r>
      <w:r w:rsidR="00855694" w:rsidRPr="009071AC">
        <w:t>bon</w:t>
      </w:r>
      <w:r>
        <w:t xml:space="preserve"> !… </w:t>
      </w:r>
      <w:r w:rsidR="00855694" w:rsidRPr="009071AC">
        <w:t>balbutia-t-il enfin</w:t>
      </w:r>
      <w:r>
        <w:t xml:space="preserve">, </w:t>
      </w:r>
      <w:r w:rsidR="00855694" w:rsidRPr="009071AC">
        <w:t>avec un trouble vraiment extraordinaire</w:t>
      </w:r>
      <w:r>
        <w:t xml:space="preserve">, </w:t>
      </w:r>
      <w:r w:rsidR="00855694" w:rsidRPr="009071AC">
        <w:t>encore une sottise</w:t>
      </w:r>
      <w:r>
        <w:t xml:space="preserve"> !… </w:t>
      </w:r>
      <w:r w:rsidR="00855694" w:rsidRPr="009071AC">
        <w:t>Je n</w:t>
      </w:r>
      <w:r>
        <w:t>’</w:t>
      </w:r>
      <w:r w:rsidR="00855694" w:rsidRPr="009071AC">
        <w:t>en fais jamais d</w:t>
      </w:r>
      <w:r>
        <w:t>’</w:t>
      </w:r>
      <w:r w:rsidR="00855694" w:rsidRPr="009071AC">
        <w:t>autres</w:t>
      </w:r>
      <w:r>
        <w:t xml:space="preserve"> ! </w:t>
      </w:r>
      <w:r w:rsidR="00855694" w:rsidRPr="009071AC">
        <w:t>Ne devais-je pas</w:t>
      </w:r>
      <w:r>
        <w:t xml:space="preserve">, </w:t>
      </w:r>
      <w:r w:rsidR="00855694" w:rsidRPr="009071AC">
        <w:t>mignonne</w:t>
      </w:r>
      <w:r>
        <w:t xml:space="preserve">, </w:t>
      </w:r>
      <w:r w:rsidR="00855694" w:rsidRPr="009071AC">
        <w:t>respecter votre douleur</w:t>
      </w:r>
      <w:r>
        <w:t xml:space="preserve"> ! </w:t>
      </w:r>
      <w:r w:rsidR="00855694" w:rsidRPr="009071AC">
        <w:t>Laissez-moi espérer que vous reviendrez sur ce refus</w:t>
      </w:r>
      <w:r>
        <w:t xml:space="preserve">… </w:t>
      </w:r>
      <w:r w:rsidR="00855694" w:rsidRPr="009071AC">
        <w:t>Si cependant Gustave vous déplaît</w:t>
      </w:r>
      <w:r>
        <w:t xml:space="preserve">, </w:t>
      </w:r>
      <w:r w:rsidR="00855694" w:rsidRPr="009071AC">
        <w:t>eh bien</w:t>
      </w:r>
      <w:r>
        <w:t xml:space="preserve"> ! </w:t>
      </w:r>
      <w:r w:rsidR="00855694" w:rsidRPr="009071AC">
        <w:t>nous chercherons mieux</w:t>
      </w:r>
      <w:r>
        <w:t xml:space="preserve">. </w:t>
      </w:r>
      <w:r w:rsidR="00855694" w:rsidRPr="009071AC">
        <w:t xml:space="preserve">Le plus vieux camarade de </w:t>
      </w:r>
      <w:proofErr w:type="spellStart"/>
      <w:r w:rsidR="00855694" w:rsidRPr="009071AC">
        <w:t>Chalusse</w:t>
      </w:r>
      <w:proofErr w:type="spellEnd"/>
      <w:r w:rsidR="00855694" w:rsidRPr="009071AC">
        <w:t xml:space="preserve"> ne vous abandonnera pas</w:t>
      </w:r>
      <w:r>
        <w:t xml:space="preserve">… </w:t>
      </w:r>
      <w:r w:rsidR="00855694" w:rsidRPr="009071AC">
        <w:t xml:space="preserve">Je vous enverrai </w:t>
      </w:r>
      <w:r>
        <w:t>M</w:t>
      </w:r>
      <w:r w:rsidRPr="00F635DB">
        <w:rPr>
          <w:vertAlign w:val="superscript"/>
        </w:rPr>
        <w:t>me</w:t>
      </w:r>
      <w:r>
        <w:t> de </w:t>
      </w:r>
      <w:proofErr w:type="spellStart"/>
      <w:r w:rsidR="00855694" w:rsidRPr="009071AC">
        <w:t>Fondège</w:t>
      </w:r>
      <w:proofErr w:type="spellEnd"/>
      <w:r w:rsidR="00855694" w:rsidRPr="009071AC">
        <w:t xml:space="preserve"> ce soir</w:t>
      </w:r>
      <w:r>
        <w:t xml:space="preserve">, </w:t>
      </w:r>
      <w:r w:rsidR="00855694" w:rsidRPr="009071AC">
        <w:t>c</w:t>
      </w:r>
      <w:r>
        <w:t>’</w:t>
      </w:r>
      <w:r w:rsidR="00855694" w:rsidRPr="009071AC">
        <w:t>est une bonne femme</w:t>
      </w:r>
      <w:r>
        <w:t xml:space="preserve">, </w:t>
      </w:r>
      <w:r w:rsidR="00855694" w:rsidRPr="009071AC">
        <w:t>et vous causerez</w:t>
      </w:r>
      <w:r>
        <w:t xml:space="preserve">, </w:t>
      </w:r>
      <w:r w:rsidR="00855694" w:rsidRPr="009071AC">
        <w:t>sacrebleu</w:t>
      </w:r>
      <w:r>
        <w:t xml:space="preserve"> ! </w:t>
      </w:r>
      <w:r w:rsidR="00855694" w:rsidRPr="009071AC">
        <w:t>vous vous entendrez</w:t>
      </w:r>
      <w:r>
        <w:t xml:space="preserve">. </w:t>
      </w:r>
      <w:r w:rsidR="00855694" w:rsidRPr="009071AC">
        <w:t>Voyons</w:t>
      </w:r>
      <w:r>
        <w:t xml:space="preserve">, </w:t>
      </w:r>
      <w:r w:rsidR="00855694" w:rsidRPr="009071AC">
        <w:t>répondez</w:t>
      </w:r>
      <w:r>
        <w:t xml:space="preserve">. </w:t>
      </w:r>
      <w:r w:rsidR="00855694" w:rsidRPr="009071AC">
        <w:t>Qu</w:t>
      </w:r>
      <w:r>
        <w:t>’</w:t>
      </w:r>
      <w:r w:rsidR="00855694" w:rsidRPr="009071AC">
        <w:t>avez-vous</w:t>
      </w:r>
      <w:r>
        <w:t> ?</w:t>
      </w:r>
    </w:p>
    <w:p w14:paraId="635BD96C" w14:textId="77777777" w:rsidR="00F635DB" w:rsidRDefault="00855694" w:rsidP="00F635DB">
      <w:r w:rsidRPr="009071AC">
        <w:t>Cette insistance semblait irriter extrêmement la pauvre fille</w:t>
      </w:r>
      <w:r w:rsidR="00F635DB">
        <w:t xml:space="preserve">, </w:t>
      </w:r>
      <w:r w:rsidRPr="009071AC">
        <w:t>et pour en finir</w:t>
      </w:r>
      <w:r w:rsidR="00F635DB">
        <w:t> :</w:t>
      </w:r>
    </w:p>
    <w:p w14:paraId="015201E4" w14:textId="54FB033D" w:rsidR="00F635DB" w:rsidRDefault="00F635DB" w:rsidP="00F635DB">
      <w:r>
        <w:t>— </w:t>
      </w:r>
      <w:r w:rsidR="00855694" w:rsidRPr="009071AC">
        <w:t>Ne souhaitez-vous pas</w:t>
      </w:r>
      <w:r>
        <w:t xml:space="preserve">, </w:t>
      </w:r>
      <w:r w:rsidR="00855694" w:rsidRPr="009071AC">
        <w:t>monsieur</w:t>
      </w:r>
      <w:r>
        <w:t xml:space="preserve">, </w:t>
      </w:r>
      <w:r w:rsidR="00855694" w:rsidRPr="009071AC">
        <w:t>demanda-t-elle</w:t>
      </w:r>
      <w:r>
        <w:t xml:space="preserve">, </w:t>
      </w:r>
      <w:r w:rsidR="00855694" w:rsidRPr="009071AC">
        <w:t>voir</w:t>
      </w:r>
      <w:r>
        <w:t xml:space="preserve">… </w:t>
      </w:r>
      <w:r w:rsidR="00855694" w:rsidRPr="009071AC">
        <w:t>une dernière fois</w:t>
      </w:r>
      <w:r>
        <w:t>… M. de </w:t>
      </w:r>
      <w:proofErr w:type="spellStart"/>
      <w:r w:rsidR="00855694" w:rsidRPr="009071AC">
        <w:t>Chalusse</w:t>
      </w:r>
      <w:proofErr w:type="spellEnd"/>
      <w:r>
        <w:t> ?…</w:t>
      </w:r>
    </w:p>
    <w:p w14:paraId="4466832C" w14:textId="77777777" w:rsidR="00F635DB" w:rsidRDefault="00F635DB" w:rsidP="00F635DB">
      <w:r>
        <w:t>— </w:t>
      </w:r>
      <w:r w:rsidR="00855694" w:rsidRPr="009071AC">
        <w:t>Ah</w:t>
      </w:r>
      <w:r>
        <w:t xml:space="preserve"> ! </w:t>
      </w:r>
      <w:r w:rsidR="00855694" w:rsidRPr="009071AC">
        <w:t>oui</w:t>
      </w:r>
      <w:r>
        <w:t xml:space="preserve">, </w:t>
      </w:r>
      <w:r w:rsidR="00855694" w:rsidRPr="009071AC">
        <w:t>certes</w:t>
      </w:r>
      <w:r>
        <w:t xml:space="preserve">, </w:t>
      </w:r>
      <w:r w:rsidR="00855694" w:rsidRPr="009071AC">
        <w:t>un ami de trente ans</w:t>
      </w:r>
      <w:r>
        <w:t>…</w:t>
      </w:r>
    </w:p>
    <w:p w14:paraId="7305A608" w14:textId="77777777" w:rsidR="00F635DB" w:rsidRDefault="00855694" w:rsidP="00F635DB">
      <w:r w:rsidRPr="009071AC">
        <w:lastRenderedPageBreak/>
        <w:t>Il s</w:t>
      </w:r>
      <w:r w:rsidR="00F635DB">
        <w:t>’</w:t>
      </w:r>
      <w:r w:rsidRPr="009071AC">
        <w:t>avança</w:t>
      </w:r>
      <w:r w:rsidR="00F635DB">
        <w:t xml:space="preserve">, </w:t>
      </w:r>
      <w:r w:rsidRPr="009071AC">
        <w:t>en effet</w:t>
      </w:r>
      <w:r w:rsidR="00F635DB">
        <w:t xml:space="preserve">, </w:t>
      </w:r>
      <w:r w:rsidRPr="009071AC">
        <w:t>vers la porte de la chambre mortuaire</w:t>
      </w:r>
      <w:r w:rsidR="00F635DB">
        <w:t xml:space="preserve">, </w:t>
      </w:r>
      <w:r w:rsidRPr="009071AC">
        <w:t>mais au moment de la franchir</w:t>
      </w:r>
      <w:r w:rsidR="00F635DB">
        <w:t> :</w:t>
      </w:r>
    </w:p>
    <w:p w14:paraId="5C310A4D" w14:textId="77777777" w:rsidR="00F635DB" w:rsidRDefault="00F635DB" w:rsidP="00F635DB">
      <w:r>
        <w:t>— </w:t>
      </w:r>
      <w:r w:rsidR="00855694" w:rsidRPr="009071AC">
        <w:t>Oh non</w:t>
      </w:r>
      <w:r>
        <w:t xml:space="preserve"> ! </w:t>
      </w:r>
      <w:r w:rsidR="00855694" w:rsidRPr="009071AC">
        <w:t>s</w:t>
      </w:r>
      <w:r>
        <w:t>’</w:t>
      </w:r>
      <w:r w:rsidR="00855694" w:rsidRPr="009071AC">
        <w:t>écria-t-il avec une sorte d</w:t>
      </w:r>
      <w:r>
        <w:t>’</w:t>
      </w:r>
      <w:r w:rsidR="00855694" w:rsidRPr="009071AC">
        <w:t>horreur</w:t>
      </w:r>
      <w:r>
        <w:t xml:space="preserve">, </w:t>
      </w:r>
      <w:r w:rsidR="00855694" w:rsidRPr="009071AC">
        <w:t>non</w:t>
      </w:r>
      <w:r>
        <w:t xml:space="preserve">, </w:t>
      </w:r>
      <w:r w:rsidR="00855694" w:rsidRPr="009071AC">
        <w:t>je ne saurais</w:t>
      </w:r>
      <w:r>
        <w:t>…</w:t>
      </w:r>
    </w:p>
    <w:p w14:paraId="21BECA28" w14:textId="77777777" w:rsidR="00F635DB" w:rsidRDefault="00855694" w:rsidP="00F635DB">
      <w:r w:rsidRPr="009071AC">
        <w:t>Et il se retira</w:t>
      </w:r>
      <w:r w:rsidR="00F635DB">
        <w:t xml:space="preserve">, </w:t>
      </w:r>
      <w:r w:rsidRPr="009071AC">
        <w:t>ou plutôt s</w:t>
      </w:r>
      <w:r w:rsidR="00F635DB">
        <w:t>’</w:t>
      </w:r>
      <w:r w:rsidRPr="009071AC">
        <w:t>enfuit</w:t>
      </w:r>
      <w:r w:rsidR="00F635DB">
        <w:t>…</w:t>
      </w:r>
    </w:p>
    <w:p w14:paraId="474C413C" w14:textId="77777777" w:rsidR="00F635DB" w:rsidRDefault="00855694" w:rsidP="00F635DB">
      <w:r w:rsidRPr="009071AC">
        <w:t>Tant que le général avait été là</w:t>
      </w:r>
      <w:r w:rsidR="00F635DB">
        <w:t xml:space="preserve">, </w:t>
      </w:r>
      <w:r w:rsidRPr="009071AC">
        <w:t>le juge de paix n</w:t>
      </w:r>
      <w:r w:rsidR="00F635DB">
        <w:t>’</w:t>
      </w:r>
      <w:r w:rsidRPr="009071AC">
        <w:t>avait pas donné signe d</w:t>
      </w:r>
      <w:r w:rsidR="00F635DB">
        <w:t>’</w:t>
      </w:r>
      <w:r w:rsidRPr="009071AC">
        <w:t>existence</w:t>
      </w:r>
      <w:r w:rsidR="00F635DB">
        <w:t>.</w:t>
      </w:r>
    </w:p>
    <w:p w14:paraId="75FA0176" w14:textId="77777777" w:rsidR="00F635DB" w:rsidRDefault="00855694" w:rsidP="00F635DB">
      <w:r w:rsidRPr="009071AC">
        <w:t>Accoudé dans l</w:t>
      </w:r>
      <w:r w:rsidR="00F635DB">
        <w:t>’</w:t>
      </w:r>
      <w:r w:rsidRPr="009071AC">
        <w:t>ombre</w:t>
      </w:r>
      <w:r w:rsidR="00F635DB">
        <w:t xml:space="preserve">, </w:t>
      </w:r>
      <w:r w:rsidRPr="009071AC">
        <w:t>hors du cercle de clarté projeté par les lampes</w:t>
      </w:r>
      <w:r w:rsidR="00F635DB">
        <w:t xml:space="preserve">, </w:t>
      </w:r>
      <w:r w:rsidRPr="009071AC">
        <w:t>il écoutait et observait de toute la force de sa pénétration</w:t>
      </w:r>
      <w:r w:rsidR="00F635DB">
        <w:t>.</w:t>
      </w:r>
    </w:p>
    <w:p w14:paraId="751A4D03" w14:textId="257F11BA" w:rsidR="00F635DB" w:rsidRDefault="00855694" w:rsidP="00F635DB">
      <w:r w:rsidRPr="009071AC">
        <w:t>Quelles pensées dissimulaient les paroles</w:t>
      </w:r>
      <w:r w:rsidR="00F635DB">
        <w:t xml:space="preserve">, </w:t>
      </w:r>
      <w:r w:rsidRPr="009071AC">
        <w:t>voilà ce qu</w:t>
      </w:r>
      <w:r w:rsidR="00F635DB">
        <w:t>’</w:t>
      </w:r>
      <w:r w:rsidRPr="009071AC">
        <w:t>il tâchait de discerner</w:t>
      </w:r>
      <w:r w:rsidR="00F635DB">
        <w:t xml:space="preserve">. </w:t>
      </w:r>
      <w:r w:rsidRPr="009071AC">
        <w:t>Mais dès qu</w:t>
      </w:r>
      <w:r w:rsidR="00F635DB">
        <w:t>’</w:t>
      </w:r>
      <w:r w:rsidRPr="009071AC">
        <w:t xml:space="preserve">il se retrouva seul avec </w:t>
      </w:r>
      <w:r w:rsidR="00F635DB">
        <w:t>M</w:t>
      </w:r>
      <w:r w:rsidR="00F635DB" w:rsidRPr="00F635DB">
        <w:rPr>
          <w:vertAlign w:val="superscript"/>
        </w:rPr>
        <w:t>lle</w:t>
      </w:r>
      <w:r w:rsidR="00F635DB">
        <w:t> </w:t>
      </w:r>
      <w:r w:rsidRPr="009071AC">
        <w:t>Marguerite</w:t>
      </w:r>
      <w:r w:rsidR="00F635DB">
        <w:t xml:space="preserve">, </w:t>
      </w:r>
      <w:r w:rsidRPr="009071AC">
        <w:t>il se leva lentement</w:t>
      </w:r>
      <w:r w:rsidR="00F635DB">
        <w:t xml:space="preserve">, </w:t>
      </w:r>
      <w:r w:rsidRPr="009071AC">
        <w:t>vint s</w:t>
      </w:r>
      <w:r w:rsidR="00F635DB">
        <w:t>’</w:t>
      </w:r>
      <w:r w:rsidRPr="009071AC">
        <w:t>adosser à la cheminée</w:t>
      </w:r>
      <w:r w:rsidR="00F635DB">
        <w:t xml:space="preserve">, </w:t>
      </w:r>
      <w:r w:rsidRPr="009071AC">
        <w:t>et dit</w:t>
      </w:r>
      <w:r w:rsidR="00F635DB">
        <w:t> :</w:t>
      </w:r>
    </w:p>
    <w:p w14:paraId="3B618407" w14:textId="77777777" w:rsidR="00F635DB" w:rsidRDefault="00F635DB" w:rsidP="00F635DB">
      <w:r>
        <w:t>— </w:t>
      </w:r>
      <w:r w:rsidR="00855694" w:rsidRPr="009071AC">
        <w:t>Eh bien</w:t>
      </w:r>
      <w:r>
        <w:t xml:space="preserve"> !… </w:t>
      </w:r>
      <w:r w:rsidR="00855694" w:rsidRPr="009071AC">
        <w:t>mon enfant</w:t>
      </w:r>
      <w:r>
        <w:t> !…</w:t>
      </w:r>
    </w:p>
    <w:p w14:paraId="19CC4DB7" w14:textId="77777777" w:rsidR="00F635DB" w:rsidRDefault="00855694" w:rsidP="00F635DB">
      <w:r w:rsidRPr="009071AC">
        <w:t>La pauvre fille</w:t>
      </w:r>
      <w:r w:rsidR="00F635DB">
        <w:t xml:space="preserve">, </w:t>
      </w:r>
      <w:r w:rsidRPr="009071AC">
        <w:t>après les émotions qui venaient de la secouer</w:t>
      </w:r>
      <w:r w:rsidR="00F635DB">
        <w:t xml:space="preserve">, </w:t>
      </w:r>
      <w:r w:rsidRPr="009071AC">
        <w:t>tremblait comme une coupable après un mauvais coup</w:t>
      </w:r>
      <w:r w:rsidR="00F635DB">
        <w:t xml:space="preserve">, </w:t>
      </w:r>
      <w:r w:rsidRPr="009071AC">
        <w:t>et c</w:t>
      </w:r>
      <w:r w:rsidR="00F635DB">
        <w:t>’</w:t>
      </w:r>
      <w:r w:rsidRPr="009071AC">
        <w:t>est d</w:t>
      </w:r>
      <w:r w:rsidR="00F635DB">
        <w:t>’</w:t>
      </w:r>
      <w:r w:rsidRPr="009071AC">
        <w:t>une voix sourde qu</w:t>
      </w:r>
      <w:r w:rsidR="00F635DB">
        <w:t>’</w:t>
      </w:r>
      <w:r w:rsidRPr="009071AC">
        <w:t>elle répondit</w:t>
      </w:r>
      <w:r w:rsidR="00F635DB">
        <w:t> :</w:t>
      </w:r>
    </w:p>
    <w:p w14:paraId="78BF883B" w14:textId="77777777" w:rsidR="00F635DB" w:rsidRDefault="00F635DB" w:rsidP="00F635DB">
      <w:r>
        <w:t>— </w:t>
      </w:r>
      <w:r w:rsidR="00855694" w:rsidRPr="009071AC">
        <w:t>J</w:t>
      </w:r>
      <w:r>
        <w:t>’</w:t>
      </w:r>
      <w:r w:rsidR="00855694" w:rsidRPr="009071AC">
        <w:t>ai compris</w:t>
      </w:r>
      <w:r>
        <w:t>.</w:t>
      </w:r>
    </w:p>
    <w:p w14:paraId="5BF956DB" w14:textId="77777777" w:rsidR="00F635DB" w:rsidRDefault="00F635DB" w:rsidP="00F635DB">
      <w:r>
        <w:t>— </w:t>
      </w:r>
      <w:r w:rsidR="00855694" w:rsidRPr="009071AC">
        <w:t>Quoi</w:t>
      </w:r>
      <w:r>
        <w:t xml:space="preserve"> ? </w:t>
      </w:r>
      <w:r w:rsidR="00855694" w:rsidRPr="009071AC">
        <w:t>insista l</w:t>
      </w:r>
      <w:r>
        <w:t>’</w:t>
      </w:r>
      <w:r w:rsidR="00855694" w:rsidRPr="009071AC">
        <w:t>impitoyable magistrat</w:t>
      </w:r>
      <w:r>
        <w:t>.</w:t>
      </w:r>
    </w:p>
    <w:p w14:paraId="3B0F34EC" w14:textId="77777777" w:rsidR="00F635DB" w:rsidRDefault="00855694" w:rsidP="00F635DB">
      <w:r w:rsidRPr="009071AC">
        <w:t>Elle leva sur lui ses beaux yeux où brillaient encore des larmes de colère</w:t>
      </w:r>
      <w:r w:rsidR="00F635DB">
        <w:t xml:space="preserve">, </w:t>
      </w:r>
      <w:r w:rsidRPr="009071AC">
        <w:t>et avec une violence contenue</w:t>
      </w:r>
      <w:r w:rsidR="00F635DB">
        <w:t> :</w:t>
      </w:r>
    </w:p>
    <w:p w14:paraId="04E02DB6" w14:textId="7AC29148" w:rsidR="00F635DB" w:rsidRDefault="00F635DB" w:rsidP="00F635DB">
      <w:r>
        <w:t>— </w:t>
      </w:r>
      <w:r w:rsidR="00855694" w:rsidRPr="009071AC">
        <w:t>J</w:t>
      </w:r>
      <w:r>
        <w:t>’</w:t>
      </w:r>
      <w:r w:rsidR="00855694" w:rsidRPr="009071AC">
        <w:t>ai mesuré</w:t>
      </w:r>
      <w:r>
        <w:t xml:space="preserve">, </w:t>
      </w:r>
      <w:r w:rsidR="00855694" w:rsidRPr="009071AC">
        <w:t>monsieur</w:t>
      </w:r>
      <w:r>
        <w:t xml:space="preserve">, </w:t>
      </w:r>
      <w:r w:rsidR="00855694" w:rsidRPr="009071AC">
        <w:t>répondit-elle</w:t>
      </w:r>
      <w:r>
        <w:t xml:space="preserve">, </w:t>
      </w:r>
      <w:r w:rsidR="00855694" w:rsidRPr="009071AC">
        <w:t>l</w:t>
      </w:r>
      <w:r>
        <w:t>’</w:t>
      </w:r>
      <w:r w:rsidR="00855694" w:rsidRPr="009071AC">
        <w:t>infamie de ces deux hommes qui sortent d</w:t>
      </w:r>
      <w:r>
        <w:t>’</w:t>
      </w:r>
      <w:r w:rsidR="00855694" w:rsidRPr="009071AC">
        <w:t>ici</w:t>
      </w:r>
      <w:r>
        <w:t xml:space="preserve">. </w:t>
      </w:r>
      <w:r w:rsidR="00855694" w:rsidRPr="009071AC">
        <w:t>J</w:t>
      </w:r>
      <w:r>
        <w:t>’</w:t>
      </w:r>
      <w:r w:rsidR="00855694" w:rsidRPr="009071AC">
        <w:t>ai compris la mortelle insulte de leur démarche si noble en apparence</w:t>
      </w:r>
      <w:r>
        <w:t xml:space="preserve">. </w:t>
      </w:r>
      <w:r w:rsidR="00855694" w:rsidRPr="009071AC">
        <w:t>Ils avaient questionné les gens et ils savaient que deux millions ont disparu</w:t>
      </w:r>
      <w:r>
        <w:t xml:space="preserve">… </w:t>
      </w:r>
      <w:r w:rsidR="00855694" w:rsidRPr="009071AC">
        <w:t>Ah</w:t>
      </w:r>
      <w:r>
        <w:t xml:space="preserve"> ! </w:t>
      </w:r>
      <w:r w:rsidR="00855694" w:rsidRPr="009071AC">
        <w:t>les misérables</w:t>
      </w:r>
      <w:r>
        <w:t xml:space="preserve"> !… </w:t>
      </w:r>
      <w:r w:rsidR="00855694" w:rsidRPr="009071AC">
        <w:t xml:space="preserve">ils croient que je les ai volés ces </w:t>
      </w:r>
      <w:r w:rsidR="00855694" w:rsidRPr="009071AC">
        <w:lastRenderedPageBreak/>
        <w:t>millions</w:t>
      </w:r>
      <w:r>
        <w:t xml:space="preserve">, </w:t>
      </w:r>
      <w:r w:rsidR="00855694" w:rsidRPr="009071AC">
        <w:t>et ils venaient me dire</w:t>
      </w:r>
      <w:r>
        <w:t> : « </w:t>
      </w:r>
      <w:r w:rsidR="00855694" w:rsidRPr="009071AC">
        <w:t>part à deux</w:t>
      </w:r>
      <w:r>
        <w:t> !… »</w:t>
      </w:r>
      <w:r w:rsidR="00855694" w:rsidRPr="009071AC">
        <w:t xml:space="preserve"> </w:t>
      </w:r>
      <w:r>
        <w:t>M. de </w:t>
      </w:r>
      <w:proofErr w:type="spellStart"/>
      <w:r w:rsidR="00855694" w:rsidRPr="009071AC">
        <w:t>Valorsay</w:t>
      </w:r>
      <w:proofErr w:type="spellEnd"/>
      <w:r>
        <w:t xml:space="preserve">, </w:t>
      </w:r>
      <w:r w:rsidR="00855694" w:rsidRPr="009071AC">
        <w:t>ce misérable viveur</w:t>
      </w:r>
      <w:r>
        <w:t xml:space="preserve">, </w:t>
      </w:r>
      <w:r w:rsidR="00855694" w:rsidRPr="009071AC">
        <w:t xml:space="preserve">et </w:t>
      </w:r>
      <w:r>
        <w:t>M. de </w:t>
      </w:r>
      <w:proofErr w:type="spellStart"/>
      <w:r w:rsidR="00855694" w:rsidRPr="009071AC">
        <w:t>Fondège</w:t>
      </w:r>
      <w:proofErr w:type="spellEnd"/>
      <w:r>
        <w:t xml:space="preserve">, </w:t>
      </w:r>
      <w:r w:rsidR="00855694" w:rsidRPr="009071AC">
        <w:t>ce grotesque</w:t>
      </w:r>
      <w:r>
        <w:t xml:space="preserve">, </w:t>
      </w:r>
      <w:r w:rsidR="00855694" w:rsidRPr="009071AC">
        <w:t>se sont rencontrés dans une commune et dégoûtante convoitise</w:t>
      </w:r>
      <w:r>
        <w:t xml:space="preserve">… </w:t>
      </w:r>
      <w:r w:rsidR="00855694" w:rsidRPr="009071AC">
        <w:t>C</w:t>
      </w:r>
      <w:r>
        <w:t>’</w:t>
      </w:r>
      <w:r w:rsidR="00855694" w:rsidRPr="009071AC">
        <w:t>est l</w:t>
      </w:r>
      <w:r>
        <w:t>’</w:t>
      </w:r>
      <w:r w:rsidR="00855694" w:rsidRPr="009071AC">
        <w:t>impunité qu</w:t>
      </w:r>
      <w:r>
        <w:t>’</w:t>
      </w:r>
      <w:r w:rsidR="00855694" w:rsidRPr="009071AC">
        <w:t>ils m</w:t>
      </w:r>
      <w:r>
        <w:t>’</w:t>
      </w:r>
      <w:r w:rsidR="00855694" w:rsidRPr="009071AC">
        <w:t>offraient</w:t>
      </w:r>
      <w:r>
        <w:t xml:space="preserve">, </w:t>
      </w:r>
      <w:r w:rsidR="00855694" w:rsidRPr="009071AC">
        <w:t>et l</w:t>
      </w:r>
      <w:r>
        <w:t>’</w:t>
      </w:r>
      <w:r w:rsidR="00855694" w:rsidRPr="009071AC">
        <w:t>appui de leur honorabilité</w:t>
      </w:r>
      <w:r>
        <w:t xml:space="preserve">… </w:t>
      </w:r>
      <w:r w:rsidR="00855694" w:rsidRPr="009071AC">
        <w:t>Quelle honte</w:t>
      </w:r>
      <w:r>
        <w:t xml:space="preserve"> ! </w:t>
      </w:r>
      <w:r w:rsidR="00855694" w:rsidRPr="009071AC">
        <w:t>Et ne pouvoir se venger</w:t>
      </w:r>
      <w:r>
        <w:t xml:space="preserve"> ! </w:t>
      </w:r>
      <w:r w:rsidR="00855694" w:rsidRPr="009071AC">
        <w:t>Ah</w:t>
      </w:r>
      <w:r>
        <w:t xml:space="preserve"> ! </w:t>
      </w:r>
      <w:r w:rsidR="00855694" w:rsidRPr="009071AC">
        <w:t>j</w:t>
      </w:r>
      <w:r>
        <w:t>’</w:t>
      </w:r>
      <w:r w:rsidR="00855694" w:rsidRPr="009071AC">
        <w:t>aimais mieux les soupçons des domestiques</w:t>
      </w:r>
      <w:r>
        <w:t xml:space="preserve">… </w:t>
      </w:r>
      <w:r w:rsidR="00855694" w:rsidRPr="009071AC">
        <w:t>du moins ils ne me demandaient pas le partage du vol pour prix de leur silence</w:t>
      </w:r>
      <w:r>
        <w:t> !…</w:t>
      </w:r>
    </w:p>
    <w:p w14:paraId="51487277" w14:textId="77777777" w:rsidR="00F635DB" w:rsidRDefault="00855694" w:rsidP="00F635DB">
      <w:r w:rsidRPr="009071AC">
        <w:t>Le juge de paix hochait la tête d</w:t>
      </w:r>
      <w:r w:rsidR="00F635DB">
        <w:t>’</w:t>
      </w:r>
      <w:r w:rsidRPr="009071AC">
        <w:t>un air non équivoque d</w:t>
      </w:r>
      <w:r w:rsidR="00F635DB">
        <w:t>’</w:t>
      </w:r>
      <w:r w:rsidRPr="009071AC">
        <w:t>approbation</w:t>
      </w:r>
      <w:r w:rsidR="00F635DB">
        <w:t>.</w:t>
      </w:r>
    </w:p>
    <w:p w14:paraId="61376252" w14:textId="77777777" w:rsidR="00F635DB" w:rsidRDefault="00F635DB" w:rsidP="00F635DB">
      <w:r>
        <w:t>— </w:t>
      </w:r>
      <w:r w:rsidR="00855694" w:rsidRPr="009071AC">
        <w:t>Il y a de cela</w:t>
      </w:r>
      <w:r>
        <w:t xml:space="preserve">, </w:t>
      </w:r>
      <w:r w:rsidR="00855694" w:rsidRPr="009071AC">
        <w:t>répétait-il</w:t>
      </w:r>
      <w:r>
        <w:t xml:space="preserve">, </w:t>
      </w:r>
      <w:r w:rsidR="00855694" w:rsidRPr="009071AC">
        <w:t>positivement il y a de cela</w:t>
      </w:r>
      <w:r>
        <w:t>…</w:t>
      </w:r>
    </w:p>
    <w:p w14:paraId="04293CD8" w14:textId="77777777" w:rsidR="00F635DB" w:rsidRDefault="00855694" w:rsidP="00F635DB">
      <w:r w:rsidRPr="009071AC">
        <w:t>Mais les portes étaient restées ouvertes</w:t>
      </w:r>
      <w:r w:rsidR="00F635DB">
        <w:t xml:space="preserve">, </w:t>
      </w:r>
      <w:r w:rsidRPr="009071AC">
        <w:t>il alla les fermer soigneusement</w:t>
      </w:r>
      <w:r w:rsidR="00F635DB">
        <w:t xml:space="preserve">, </w:t>
      </w:r>
      <w:r w:rsidRPr="009071AC">
        <w:t>puis revenant près de celle dont il avait fait sa cliente</w:t>
      </w:r>
      <w:r w:rsidR="00F635DB">
        <w:t> :</w:t>
      </w:r>
    </w:p>
    <w:p w14:paraId="26F8A51C" w14:textId="77777777" w:rsidR="00F635DB" w:rsidRDefault="00F635DB" w:rsidP="00F635DB">
      <w:r>
        <w:t>— </w:t>
      </w:r>
      <w:r w:rsidR="00855694" w:rsidRPr="009071AC">
        <w:t>Je veux dire</w:t>
      </w:r>
      <w:r>
        <w:t xml:space="preserve">, </w:t>
      </w:r>
      <w:r w:rsidR="00855694" w:rsidRPr="009071AC">
        <w:t xml:space="preserve">fit-il à </w:t>
      </w:r>
      <w:proofErr w:type="spellStart"/>
      <w:r w:rsidR="00855694" w:rsidRPr="009071AC">
        <w:t>demi-voix</w:t>
      </w:r>
      <w:proofErr w:type="spellEnd"/>
      <w:r>
        <w:t xml:space="preserve">, </w:t>
      </w:r>
      <w:r w:rsidR="00855694" w:rsidRPr="009071AC">
        <w:t>que vous vous méprenez un peu quant aux mobiles qui ont dicté à ces messieurs leur demande en mariage</w:t>
      </w:r>
      <w:r>
        <w:t>.</w:t>
      </w:r>
    </w:p>
    <w:p w14:paraId="3D115946" w14:textId="77777777" w:rsidR="00F635DB" w:rsidRDefault="00F635DB" w:rsidP="00F635DB">
      <w:r>
        <w:t>— </w:t>
      </w:r>
      <w:r w:rsidR="00855694" w:rsidRPr="009071AC">
        <w:t>Le croyez-vous vraiment</w:t>
      </w:r>
      <w:r>
        <w:t xml:space="preserve">, </w:t>
      </w:r>
      <w:r w:rsidR="00855694" w:rsidRPr="009071AC">
        <w:t>monsieur</w:t>
      </w:r>
      <w:r>
        <w:t> ?</w:t>
      </w:r>
    </w:p>
    <w:p w14:paraId="0F37A29E" w14:textId="77777777" w:rsidR="00F635DB" w:rsidRDefault="00F635DB" w:rsidP="00F635DB">
      <w:r>
        <w:t>— </w:t>
      </w:r>
      <w:r w:rsidR="00855694" w:rsidRPr="009071AC">
        <w:t>Je l</w:t>
      </w:r>
      <w:r>
        <w:t>’</w:t>
      </w:r>
      <w:r w:rsidR="00855694" w:rsidRPr="009071AC">
        <w:t>affirmerais presque</w:t>
      </w:r>
      <w:r>
        <w:t xml:space="preserve">… </w:t>
      </w:r>
      <w:r w:rsidR="00855694" w:rsidRPr="009071AC">
        <w:t>Leurs façons n</w:t>
      </w:r>
      <w:r>
        <w:t>’</w:t>
      </w:r>
      <w:r w:rsidR="00855694" w:rsidRPr="009071AC">
        <w:t>ont-elles pas été entièrement différentes</w:t>
      </w:r>
      <w:r>
        <w:t xml:space="preserve"> ? </w:t>
      </w:r>
      <w:r w:rsidR="00855694" w:rsidRPr="009071AC">
        <w:t>L</w:t>
      </w:r>
      <w:r>
        <w:t>’</w:t>
      </w:r>
      <w:r w:rsidR="00855694" w:rsidRPr="009071AC">
        <w:t>un</w:t>
      </w:r>
      <w:r>
        <w:t xml:space="preserve">, </w:t>
      </w:r>
      <w:r w:rsidR="00855694" w:rsidRPr="009071AC">
        <w:t>le marquis</w:t>
      </w:r>
      <w:r>
        <w:t xml:space="preserve">, </w:t>
      </w:r>
      <w:r w:rsidR="00855694" w:rsidRPr="009071AC">
        <w:t>s</w:t>
      </w:r>
      <w:r>
        <w:t>’</w:t>
      </w:r>
      <w:r w:rsidR="00855694" w:rsidRPr="009071AC">
        <w:t>est conduit avec le calme et le sang-froid que donnent la réflexion et le calcul</w:t>
      </w:r>
      <w:r>
        <w:t xml:space="preserve">… </w:t>
      </w:r>
      <w:r w:rsidR="00855694" w:rsidRPr="009071AC">
        <w:t>L</w:t>
      </w:r>
      <w:r>
        <w:t>’</w:t>
      </w:r>
      <w:r w:rsidR="00855694" w:rsidRPr="009071AC">
        <w:t>autre</w:t>
      </w:r>
      <w:r>
        <w:t xml:space="preserve">, </w:t>
      </w:r>
      <w:r w:rsidR="00855694" w:rsidRPr="009071AC">
        <w:t>au contraire</w:t>
      </w:r>
      <w:r>
        <w:t xml:space="preserve">, </w:t>
      </w:r>
      <w:r w:rsidR="00855694" w:rsidRPr="009071AC">
        <w:t>le général</w:t>
      </w:r>
      <w:r>
        <w:t xml:space="preserve">, </w:t>
      </w:r>
      <w:r w:rsidR="00855694" w:rsidRPr="009071AC">
        <w:t>a agi avec une précipitation qui trahit la détermination soudaine</w:t>
      </w:r>
      <w:r>
        <w:t xml:space="preserve">, </w:t>
      </w:r>
      <w:r w:rsidR="00855694" w:rsidRPr="009071AC">
        <w:t>l</w:t>
      </w:r>
      <w:r>
        <w:t>’</w:t>
      </w:r>
      <w:r w:rsidR="00855694" w:rsidRPr="009071AC">
        <w:t>idée aussitôt adoptée que née</w:t>
      </w:r>
      <w:r>
        <w:t>…</w:t>
      </w:r>
    </w:p>
    <w:p w14:paraId="3FCB221C" w14:textId="0686805B" w:rsidR="00F635DB" w:rsidRDefault="00F635DB" w:rsidP="00F635DB">
      <w:r>
        <w:t>M</w:t>
      </w:r>
      <w:r w:rsidRPr="00F635DB">
        <w:rPr>
          <w:vertAlign w:val="superscript"/>
        </w:rPr>
        <w:t>lle</w:t>
      </w:r>
      <w:r>
        <w:t> </w:t>
      </w:r>
      <w:r w:rsidR="00855694" w:rsidRPr="009071AC">
        <w:t>Marguerite réfléchissait</w:t>
      </w:r>
      <w:r>
        <w:t>.</w:t>
      </w:r>
    </w:p>
    <w:p w14:paraId="63AFBD7E" w14:textId="77777777" w:rsidR="00F635DB" w:rsidRDefault="00F635DB" w:rsidP="00F635DB">
      <w:r>
        <w:t>— </w:t>
      </w:r>
      <w:r w:rsidR="00855694" w:rsidRPr="009071AC">
        <w:t>C</w:t>
      </w:r>
      <w:r>
        <w:t>’</w:t>
      </w:r>
      <w:r w:rsidR="00855694" w:rsidRPr="009071AC">
        <w:t>est vrai</w:t>
      </w:r>
      <w:r>
        <w:t xml:space="preserve">, </w:t>
      </w:r>
      <w:r w:rsidR="00855694" w:rsidRPr="009071AC">
        <w:t>murmurait-elle</w:t>
      </w:r>
      <w:r>
        <w:t xml:space="preserve">, </w:t>
      </w:r>
      <w:r w:rsidR="00855694" w:rsidRPr="009071AC">
        <w:t>c</w:t>
      </w:r>
      <w:r>
        <w:t>’</w:t>
      </w:r>
      <w:r w:rsidR="00855694" w:rsidRPr="009071AC">
        <w:t>est pourtant vrai</w:t>
      </w:r>
      <w:r>
        <w:t xml:space="preserve">… </w:t>
      </w:r>
      <w:r w:rsidR="00855694" w:rsidRPr="009071AC">
        <w:t>Je me rends compte maintenant de la différence</w:t>
      </w:r>
      <w:r>
        <w:t>.</w:t>
      </w:r>
    </w:p>
    <w:p w14:paraId="372770B3" w14:textId="77777777" w:rsidR="00F635DB" w:rsidRDefault="00F635DB" w:rsidP="00F635DB">
      <w:r>
        <w:lastRenderedPageBreak/>
        <w:t>— </w:t>
      </w:r>
      <w:r w:rsidR="00855694" w:rsidRPr="009071AC">
        <w:t>Donc</w:t>
      </w:r>
      <w:r>
        <w:t xml:space="preserve">, </w:t>
      </w:r>
      <w:r w:rsidR="00855694" w:rsidRPr="009071AC">
        <w:t>reprit le juge</w:t>
      </w:r>
      <w:r>
        <w:t xml:space="preserve">, </w:t>
      </w:r>
      <w:r w:rsidR="00855694" w:rsidRPr="009071AC">
        <w:t>voici ce que dans mon coin j</w:t>
      </w:r>
      <w:r>
        <w:t>’</w:t>
      </w:r>
      <w:r w:rsidR="00855694" w:rsidRPr="009071AC">
        <w:t>imaginais</w:t>
      </w:r>
      <w:r>
        <w:t> :</w:t>
      </w:r>
    </w:p>
    <w:p w14:paraId="589B38C0" w14:textId="30C57559" w:rsidR="00F635DB" w:rsidRDefault="00855694" w:rsidP="00F635DB">
      <w:r w:rsidRPr="009071AC">
        <w:t xml:space="preserve">Ce marquis de </w:t>
      </w:r>
      <w:proofErr w:type="spellStart"/>
      <w:r w:rsidRPr="009071AC">
        <w:t>Valorsay</w:t>
      </w:r>
      <w:proofErr w:type="spellEnd"/>
      <w:r w:rsidR="00F635DB">
        <w:t xml:space="preserve">, </w:t>
      </w:r>
      <w:r w:rsidRPr="009071AC">
        <w:t>me disais-je</w:t>
      </w:r>
      <w:r w:rsidR="00F635DB">
        <w:t xml:space="preserve">, </w:t>
      </w:r>
      <w:r w:rsidRPr="009071AC">
        <w:t>ce comédien qui joue si bien la passion</w:t>
      </w:r>
      <w:r w:rsidR="00F635DB">
        <w:t xml:space="preserve">, </w:t>
      </w:r>
      <w:r w:rsidRPr="009071AC">
        <w:t xml:space="preserve">doit avoir par devers lui les preuves de la naissance de </w:t>
      </w:r>
      <w:r w:rsidR="00F635DB">
        <w:t>M</w:t>
      </w:r>
      <w:r w:rsidR="00F635DB" w:rsidRPr="00F635DB">
        <w:rPr>
          <w:vertAlign w:val="superscript"/>
        </w:rPr>
        <w:t>lle</w:t>
      </w:r>
      <w:r w:rsidR="00F635DB">
        <w:t> </w:t>
      </w:r>
      <w:r w:rsidRPr="009071AC">
        <w:t>Marguerite</w:t>
      </w:r>
      <w:r w:rsidR="00F635DB">
        <w:t xml:space="preserve">, </w:t>
      </w:r>
      <w:r w:rsidRPr="009071AC">
        <w:t>preuves écrites et concluantes</w:t>
      </w:r>
      <w:r w:rsidR="00F635DB">
        <w:t xml:space="preserve">, </w:t>
      </w:r>
      <w:r w:rsidRPr="009071AC">
        <w:t>s</w:t>
      </w:r>
      <w:r w:rsidR="00F635DB">
        <w:t>’</w:t>
      </w:r>
      <w:r w:rsidRPr="009071AC">
        <w:t>entend</w:t>
      </w:r>
      <w:r w:rsidR="00F635DB">
        <w:t>.</w:t>
      </w:r>
    </w:p>
    <w:p w14:paraId="194CAAF2" w14:textId="77777777" w:rsidR="00F635DB" w:rsidRDefault="00855694" w:rsidP="00F635DB">
      <w:r w:rsidRPr="009071AC">
        <w:t>La recherche de la paternité est interdite</w:t>
      </w:r>
      <w:r w:rsidR="00F635DB">
        <w:t xml:space="preserve">, </w:t>
      </w:r>
      <w:r w:rsidRPr="009071AC">
        <w:t>mais une reconnaissance volontaire émanant du père peut l</w:t>
      </w:r>
      <w:r w:rsidR="00F635DB">
        <w:t>’</w:t>
      </w:r>
      <w:r w:rsidRPr="009071AC">
        <w:t>attester</w:t>
      </w:r>
      <w:r w:rsidR="00F635DB">
        <w:t>.</w:t>
      </w:r>
    </w:p>
    <w:p w14:paraId="0C574D9C" w14:textId="2F5B4F50" w:rsidR="00F635DB" w:rsidRDefault="00855694" w:rsidP="00F635DB">
      <w:r w:rsidRPr="009071AC">
        <w:t xml:space="preserve">Qui nous prouve que </w:t>
      </w:r>
      <w:r w:rsidR="00F635DB">
        <w:t>M. de </w:t>
      </w:r>
      <w:proofErr w:type="spellStart"/>
      <w:r w:rsidRPr="009071AC">
        <w:t>Valorsay</w:t>
      </w:r>
      <w:proofErr w:type="spellEnd"/>
      <w:r w:rsidRPr="009071AC">
        <w:t xml:space="preserve"> n</w:t>
      </w:r>
      <w:r w:rsidR="00F635DB">
        <w:t>’</w:t>
      </w:r>
      <w:r w:rsidRPr="009071AC">
        <w:t>a pas cette reconnaissance</w:t>
      </w:r>
      <w:r w:rsidR="00F635DB">
        <w:t xml:space="preserve"> ?… </w:t>
      </w:r>
      <w:r w:rsidRPr="009071AC">
        <w:t>Il doit l</w:t>
      </w:r>
      <w:r w:rsidR="00F635DB">
        <w:t>’</w:t>
      </w:r>
      <w:r w:rsidRPr="009071AC">
        <w:t>avoir</w:t>
      </w:r>
      <w:r w:rsidR="00F635DB">
        <w:t>.</w:t>
      </w:r>
    </w:p>
    <w:p w14:paraId="685F49ED" w14:textId="2B9E58DC" w:rsidR="00F635DB" w:rsidRDefault="00855694" w:rsidP="00F635DB">
      <w:r w:rsidRPr="009071AC">
        <w:t>Et alors</w:t>
      </w:r>
      <w:r w:rsidR="00F635DB">
        <w:t xml:space="preserve">, </w:t>
      </w:r>
      <w:r w:rsidRPr="009071AC">
        <w:t xml:space="preserve">apprenant la mort soudaine de </w:t>
      </w:r>
      <w:r w:rsidR="00F635DB">
        <w:t>M. de </w:t>
      </w:r>
      <w:proofErr w:type="spellStart"/>
      <w:r w:rsidRPr="009071AC">
        <w:t>Chalusse</w:t>
      </w:r>
      <w:proofErr w:type="spellEnd"/>
      <w:r w:rsidR="00F635DB">
        <w:t xml:space="preserve">, </w:t>
      </w:r>
      <w:r w:rsidRPr="009071AC">
        <w:t>il s</w:t>
      </w:r>
      <w:r w:rsidR="00F635DB">
        <w:t>’</w:t>
      </w:r>
      <w:r w:rsidRPr="009071AC">
        <w:t>est dit</w:t>
      </w:r>
      <w:r w:rsidR="00F635DB">
        <w:t> : « </w:t>
      </w:r>
      <w:r w:rsidRPr="009071AC">
        <w:t>Si Marguerite était ma femme</w:t>
      </w:r>
      <w:r w:rsidR="00F635DB">
        <w:t xml:space="preserve">, </w:t>
      </w:r>
      <w:r w:rsidRPr="009071AC">
        <w:t>si j</w:t>
      </w:r>
      <w:r w:rsidR="00F635DB">
        <w:t>’</w:t>
      </w:r>
      <w:r w:rsidRPr="009071AC">
        <w:t>arrivais à la faire déclarer fille naturelle du comte</w:t>
      </w:r>
      <w:r w:rsidR="00F635DB">
        <w:t xml:space="preserve">, </w:t>
      </w:r>
      <w:r w:rsidRPr="009071AC">
        <w:t>j</w:t>
      </w:r>
      <w:r w:rsidR="00F635DB">
        <w:t>’</w:t>
      </w:r>
      <w:r w:rsidRPr="009071AC">
        <w:t>hériterais de quelques jolis millions</w:t>
      </w:r>
      <w:r w:rsidR="00F635DB">
        <w:t>.</w:t>
      </w:r>
    </w:p>
    <w:p w14:paraId="004A294A" w14:textId="0C49055C" w:rsidR="00F635DB" w:rsidRDefault="00855694" w:rsidP="00F635DB">
      <w:r w:rsidRPr="009071AC">
        <w:t>Là-dessus</w:t>
      </w:r>
      <w:r w:rsidR="00F635DB">
        <w:t xml:space="preserve">, </w:t>
      </w:r>
      <w:r w:rsidRPr="009071AC">
        <w:t>il est allé consulter un homme d</w:t>
      </w:r>
      <w:r w:rsidR="00F635DB">
        <w:t>’</w:t>
      </w:r>
      <w:r w:rsidRPr="009071AC">
        <w:t>affaires</w:t>
      </w:r>
      <w:r w:rsidR="00F635DB">
        <w:t xml:space="preserve"> ; </w:t>
      </w:r>
      <w:r w:rsidRPr="009071AC">
        <w:t>on lui a répondu que c</w:t>
      </w:r>
      <w:r w:rsidR="00F635DB">
        <w:t>’</w:t>
      </w:r>
      <w:r w:rsidRPr="009071AC">
        <w:t>était une partie à jouer</w:t>
      </w:r>
      <w:r w:rsidR="00F635DB">
        <w:t xml:space="preserve">, </w:t>
      </w:r>
      <w:r w:rsidRPr="009071AC">
        <w:t>et il est venu</w:t>
      </w:r>
      <w:r w:rsidR="00F635DB">
        <w:t xml:space="preserve">… </w:t>
      </w:r>
      <w:r w:rsidRPr="009071AC">
        <w:t>Vous l</w:t>
      </w:r>
      <w:r w:rsidR="00F635DB">
        <w:t>’</w:t>
      </w:r>
      <w:r w:rsidRPr="009071AC">
        <w:t>avez repoussé</w:t>
      </w:r>
      <w:r w:rsidR="00F635DB">
        <w:t xml:space="preserve">, </w:t>
      </w:r>
      <w:r w:rsidRPr="009071AC">
        <w:t>mais il reviendra à la charge</w:t>
      </w:r>
      <w:r w:rsidR="00F635DB">
        <w:t xml:space="preserve">, </w:t>
      </w:r>
      <w:r w:rsidRPr="009071AC">
        <w:t>tenez-le pour certain</w:t>
      </w:r>
      <w:r w:rsidR="00F635DB">
        <w:t xml:space="preserve">. </w:t>
      </w:r>
      <w:r w:rsidRPr="009071AC">
        <w:t>Et quelque jour il vous mettra le marché à la main</w:t>
      </w:r>
      <w:r w:rsidR="00F635DB">
        <w:t xml:space="preserve">, </w:t>
      </w:r>
      <w:r w:rsidRPr="009071AC">
        <w:t>et il vous dira</w:t>
      </w:r>
      <w:r w:rsidR="00F635DB">
        <w:t xml:space="preserve">, </w:t>
      </w:r>
      <w:r w:rsidRPr="009071AC">
        <w:t>selon votre expression</w:t>
      </w:r>
      <w:r w:rsidR="00F635DB">
        <w:t> : « </w:t>
      </w:r>
      <w:r w:rsidRPr="009071AC">
        <w:t>Marions-nous ou ne nous marions pas</w:t>
      </w:r>
      <w:r w:rsidR="00F635DB">
        <w:t xml:space="preserve">, </w:t>
      </w:r>
      <w:r w:rsidRPr="009071AC">
        <w:t>mais</w:t>
      </w:r>
      <w:r w:rsidR="00F635DB">
        <w:t xml:space="preserve">… </w:t>
      </w:r>
      <w:r w:rsidRPr="009071AC">
        <w:t>part à deux</w:t>
      </w:r>
      <w:r w:rsidR="00F635DB">
        <w:t>… »</w:t>
      </w:r>
    </w:p>
    <w:p w14:paraId="6D319841" w14:textId="60D2012A" w:rsidR="00F635DB" w:rsidRDefault="00F635DB" w:rsidP="00F635DB">
      <w:r>
        <w:t>M</w:t>
      </w:r>
      <w:r w:rsidRPr="00F635DB">
        <w:rPr>
          <w:vertAlign w:val="superscript"/>
        </w:rPr>
        <w:t>lle</w:t>
      </w:r>
      <w:r>
        <w:t> </w:t>
      </w:r>
      <w:r w:rsidR="00855694" w:rsidRPr="009071AC">
        <w:t>Marguerite était comme transfigurée</w:t>
      </w:r>
      <w:r>
        <w:t>.</w:t>
      </w:r>
    </w:p>
    <w:p w14:paraId="0EEDDAFE" w14:textId="77777777" w:rsidR="00F635DB" w:rsidRDefault="00855694" w:rsidP="00F635DB">
      <w:r w:rsidRPr="009071AC">
        <w:t>À la parole si lucide et si nette du vieux magistrat</w:t>
      </w:r>
      <w:r w:rsidR="00F635DB">
        <w:t xml:space="preserve">, </w:t>
      </w:r>
      <w:r w:rsidRPr="009071AC">
        <w:t>il lui semblait que le brouillard qui voilait la vérité se dissipait</w:t>
      </w:r>
      <w:r w:rsidR="00F635DB">
        <w:t xml:space="preserve">, </w:t>
      </w:r>
      <w:r w:rsidRPr="009071AC">
        <w:t>et qu</w:t>
      </w:r>
      <w:r w:rsidR="00F635DB">
        <w:t>’</w:t>
      </w:r>
      <w:r w:rsidRPr="009071AC">
        <w:t>elle la voyait</w:t>
      </w:r>
      <w:r w:rsidR="00F635DB">
        <w:t xml:space="preserve">, </w:t>
      </w:r>
      <w:r w:rsidRPr="009071AC">
        <w:t>qu</w:t>
      </w:r>
      <w:r w:rsidR="00F635DB">
        <w:t>’</w:t>
      </w:r>
      <w:r w:rsidRPr="009071AC">
        <w:t>elle pouvait la toucher du doigt</w:t>
      </w:r>
      <w:r w:rsidR="00F635DB">
        <w:t>.</w:t>
      </w:r>
    </w:p>
    <w:p w14:paraId="7FE52568" w14:textId="77777777" w:rsidR="00F635DB" w:rsidRDefault="00F635DB" w:rsidP="00F635DB">
      <w:r>
        <w:t>— </w:t>
      </w:r>
      <w:r w:rsidR="00855694" w:rsidRPr="009071AC">
        <w:t>Oui</w:t>
      </w:r>
      <w:r>
        <w:t xml:space="preserve"> ? </w:t>
      </w:r>
      <w:r w:rsidR="00855694" w:rsidRPr="009071AC">
        <w:t>s</w:t>
      </w:r>
      <w:r>
        <w:t>’</w:t>
      </w:r>
      <w:r w:rsidR="00855694" w:rsidRPr="009071AC">
        <w:t>écria-t-elle</w:t>
      </w:r>
      <w:r>
        <w:t xml:space="preserve">, </w:t>
      </w:r>
      <w:r w:rsidR="00855694" w:rsidRPr="009071AC">
        <w:t>oui</w:t>
      </w:r>
      <w:r>
        <w:t xml:space="preserve">, </w:t>
      </w:r>
      <w:r w:rsidR="00855694" w:rsidRPr="009071AC">
        <w:t>vous avez raison</w:t>
      </w:r>
      <w:r>
        <w:t xml:space="preserve">, </w:t>
      </w:r>
      <w:r w:rsidR="00855694" w:rsidRPr="009071AC">
        <w:t>monsieur</w:t>
      </w:r>
      <w:r>
        <w:t> !…</w:t>
      </w:r>
    </w:p>
    <w:p w14:paraId="66101628" w14:textId="77777777" w:rsidR="00F635DB" w:rsidRDefault="00855694" w:rsidP="00F635DB">
      <w:r w:rsidRPr="009071AC">
        <w:t>Lui se recueillit un moment et continua</w:t>
      </w:r>
      <w:r w:rsidR="00F635DB">
        <w:t> :</w:t>
      </w:r>
    </w:p>
    <w:p w14:paraId="2AAEE301" w14:textId="13710E6C" w:rsidR="00F635DB" w:rsidRDefault="00F635DB" w:rsidP="00F635DB">
      <w:r>
        <w:lastRenderedPageBreak/>
        <w:t>— </w:t>
      </w:r>
      <w:r w:rsidR="00855694" w:rsidRPr="009071AC">
        <w:t xml:space="preserve">Je vois moins clair dans la pensée de </w:t>
      </w:r>
      <w:r>
        <w:t>M. de </w:t>
      </w:r>
      <w:proofErr w:type="spellStart"/>
      <w:r w:rsidR="00855694" w:rsidRPr="009071AC">
        <w:t>Fondège</w:t>
      </w:r>
      <w:proofErr w:type="spellEnd"/>
      <w:r>
        <w:t xml:space="preserve">, </w:t>
      </w:r>
      <w:r w:rsidR="00855694" w:rsidRPr="009071AC">
        <w:t>mais je distingue quelque chose</w:t>
      </w:r>
      <w:r>
        <w:t>.</w:t>
      </w:r>
    </w:p>
    <w:p w14:paraId="5708E1DA" w14:textId="77777777" w:rsidR="00F635DB" w:rsidRDefault="00855694" w:rsidP="00F635DB">
      <w:r w:rsidRPr="009071AC">
        <w:t>Il n</w:t>
      </w:r>
      <w:r w:rsidR="00F635DB">
        <w:t>’</w:t>
      </w:r>
      <w:r w:rsidRPr="009071AC">
        <w:t>avait pas interrogé les domestiques</w:t>
      </w:r>
      <w:r w:rsidR="00F635DB">
        <w:t xml:space="preserve">, </w:t>
      </w:r>
      <w:r w:rsidRPr="009071AC">
        <w:t>la preuve</w:t>
      </w:r>
      <w:r w:rsidR="00F635DB">
        <w:t xml:space="preserve">, </w:t>
      </w:r>
      <w:r w:rsidRPr="009071AC">
        <w:t>c</w:t>
      </w:r>
      <w:r w:rsidR="00F635DB">
        <w:t>’</w:t>
      </w:r>
      <w:r w:rsidRPr="009071AC">
        <w:t>est qu</w:t>
      </w:r>
      <w:r w:rsidR="00F635DB">
        <w:t>’</w:t>
      </w:r>
      <w:r w:rsidRPr="009071AC">
        <w:t>en arrivant ici</w:t>
      </w:r>
      <w:r w:rsidR="00F635DB">
        <w:t xml:space="preserve">, </w:t>
      </w:r>
      <w:r w:rsidRPr="009071AC">
        <w:t>il vous croyait fermement légataire universelle</w:t>
      </w:r>
      <w:r w:rsidR="00F635DB">
        <w:t>.</w:t>
      </w:r>
    </w:p>
    <w:p w14:paraId="0014BD51" w14:textId="6F1D83D1" w:rsidR="00F635DB" w:rsidRDefault="00855694" w:rsidP="00F635DB">
      <w:r w:rsidRPr="009071AC">
        <w:t>Il savait</w:t>
      </w:r>
      <w:r w:rsidR="00F635DB">
        <w:t xml:space="preserve">, </w:t>
      </w:r>
      <w:r w:rsidRPr="009071AC">
        <w:t>retenez bien ceci</w:t>
      </w:r>
      <w:r w:rsidR="00F635DB">
        <w:t xml:space="preserve">, </w:t>
      </w:r>
      <w:r w:rsidRPr="009071AC">
        <w:t xml:space="preserve">que certaines précautions de vous </w:t>
      </w:r>
      <w:proofErr w:type="spellStart"/>
      <w:r w:rsidRPr="009071AC">
        <w:t>ignorées</w:t>
      </w:r>
      <w:proofErr w:type="spellEnd"/>
      <w:r w:rsidR="00F635DB">
        <w:t xml:space="preserve">, </w:t>
      </w:r>
      <w:r w:rsidRPr="009071AC">
        <w:t xml:space="preserve">avaient été prises par </w:t>
      </w:r>
      <w:r w:rsidR="00F635DB">
        <w:t>M. de </w:t>
      </w:r>
      <w:proofErr w:type="spellStart"/>
      <w:r w:rsidRPr="009071AC">
        <w:t>Chalusse</w:t>
      </w:r>
      <w:proofErr w:type="spellEnd"/>
      <w:r w:rsidR="00F635DB">
        <w:t xml:space="preserve">, </w:t>
      </w:r>
      <w:r w:rsidRPr="009071AC">
        <w:t>il les connaissait</w:t>
      </w:r>
      <w:r w:rsidR="00F635DB">
        <w:t>.</w:t>
      </w:r>
    </w:p>
    <w:p w14:paraId="03C809BF" w14:textId="77777777" w:rsidR="00F635DB" w:rsidRDefault="00855694" w:rsidP="00F635DB">
      <w:r w:rsidRPr="009071AC">
        <w:t>Ce que vous lui avez appris l</w:t>
      </w:r>
      <w:r w:rsidR="00F635DB">
        <w:t>’</w:t>
      </w:r>
      <w:r w:rsidRPr="009071AC">
        <w:t>a confondu</w:t>
      </w:r>
      <w:r w:rsidR="00F635DB">
        <w:t>.</w:t>
      </w:r>
    </w:p>
    <w:p w14:paraId="769B4747" w14:textId="77777777" w:rsidR="00F635DB" w:rsidRDefault="00855694" w:rsidP="00F635DB">
      <w:r w:rsidRPr="009071AC">
        <w:t>Et aussitôt il a mis à vouloir réparer l</w:t>
      </w:r>
      <w:r w:rsidR="00F635DB">
        <w:t>’</w:t>
      </w:r>
      <w:r w:rsidRPr="009071AC">
        <w:t>imprévoyance du comte autant d</w:t>
      </w:r>
      <w:r w:rsidR="00F635DB">
        <w:t>’</w:t>
      </w:r>
      <w:r w:rsidRPr="009071AC">
        <w:t>empressement que s</w:t>
      </w:r>
      <w:r w:rsidR="00F635DB">
        <w:t>’</w:t>
      </w:r>
      <w:r w:rsidRPr="009071AC">
        <w:t>il eût été cause de cette imprévoyance</w:t>
      </w:r>
      <w:r w:rsidR="00F635DB">
        <w:t>.</w:t>
      </w:r>
    </w:p>
    <w:p w14:paraId="2E853EA9" w14:textId="77777777" w:rsidR="00F635DB" w:rsidRDefault="00855694" w:rsidP="00F635DB">
      <w:r w:rsidRPr="009071AC">
        <w:t>À sa physionomie bouleversée pendant qu</w:t>
      </w:r>
      <w:r w:rsidR="00F635DB">
        <w:t>’</w:t>
      </w:r>
      <w:r w:rsidRPr="009071AC">
        <w:t>il vous conjurait de devenir la femme de son fils</w:t>
      </w:r>
      <w:r w:rsidR="00F635DB">
        <w:t xml:space="preserve">, </w:t>
      </w:r>
      <w:r w:rsidRPr="009071AC">
        <w:t>on eût dit que votre misère l</w:t>
      </w:r>
      <w:r w:rsidR="00F635DB">
        <w:t>’</w:t>
      </w:r>
      <w:r w:rsidRPr="009071AC">
        <w:t>accablait de remords qu</w:t>
      </w:r>
      <w:r w:rsidR="00F635DB">
        <w:t>’</w:t>
      </w:r>
      <w:r w:rsidRPr="009071AC">
        <w:t>il cherchait à conjurer bien vite</w:t>
      </w:r>
      <w:r w:rsidR="00F635DB">
        <w:t>.</w:t>
      </w:r>
    </w:p>
    <w:p w14:paraId="4A986FDF" w14:textId="77777777" w:rsidR="00F635DB" w:rsidRDefault="00855694" w:rsidP="00F635DB">
      <w:r w:rsidRPr="009071AC">
        <w:t>Après cela</w:t>
      </w:r>
      <w:r w:rsidR="00F635DB">
        <w:t xml:space="preserve">, </w:t>
      </w:r>
      <w:r w:rsidRPr="009071AC">
        <w:t>concluez</w:t>
      </w:r>
      <w:r w:rsidR="00F635DB">
        <w:t> !…</w:t>
      </w:r>
    </w:p>
    <w:p w14:paraId="48A4961D" w14:textId="77777777" w:rsidR="00F635DB" w:rsidRDefault="00855694" w:rsidP="00F635DB">
      <w:r w:rsidRPr="009071AC">
        <w:t>La pauvre fille interrogeait les yeux du juge</w:t>
      </w:r>
      <w:r w:rsidR="00F635DB">
        <w:t xml:space="preserve">, </w:t>
      </w:r>
      <w:r w:rsidRPr="009071AC">
        <w:t>comme si elle eût tremblé de comprendre mal l</w:t>
      </w:r>
      <w:r w:rsidR="00F635DB">
        <w:t>’</w:t>
      </w:r>
      <w:r w:rsidRPr="009071AC">
        <w:t>idée qu</w:t>
      </w:r>
      <w:r w:rsidR="00F635DB">
        <w:t>’</w:t>
      </w:r>
      <w:r w:rsidRPr="009071AC">
        <w:t>il n</w:t>
      </w:r>
      <w:r w:rsidR="00F635DB">
        <w:t>’</w:t>
      </w:r>
      <w:r w:rsidRPr="009071AC">
        <w:t>exprimait que vaguement</w:t>
      </w:r>
      <w:r w:rsidR="00F635DB">
        <w:t>.</w:t>
      </w:r>
    </w:p>
    <w:p w14:paraId="737647C7" w14:textId="77777777" w:rsidR="00F635DB" w:rsidRDefault="00F635DB" w:rsidP="00F635DB">
      <w:r>
        <w:t>— </w:t>
      </w:r>
      <w:r w:rsidR="00855694" w:rsidRPr="009071AC">
        <w:t>Alors</w:t>
      </w:r>
      <w:r>
        <w:t xml:space="preserve">, </w:t>
      </w:r>
      <w:r w:rsidR="00855694" w:rsidRPr="009071AC">
        <w:t>monsieur</w:t>
      </w:r>
      <w:r>
        <w:t xml:space="preserve">, </w:t>
      </w:r>
      <w:r w:rsidR="00855694" w:rsidRPr="009071AC">
        <w:t>fit-elle avec une hésitation horrible</w:t>
      </w:r>
      <w:r>
        <w:t xml:space="preserve">, </w:t>
      </w:r>
      <w:r w:rsidR="00855694" w:rsidRPr="009071AC">
        <w:t>vous</w:t>
      </w:r>
      <w:r>
        <w:t xml:space="preserve">… </w:t>
      </w:r>
      <w:r w:rsidR="00855694" w:rsidRPr="009071AC">
        <w:t>pensez</w:t>
      </w:r>
      <w:r>
        <w:t xml:space="preserve">, </w:t>
      </w:r>
      <w:r w:rsidR="00855694" w:rsidRPr="009071AC">
        <w:t>vous supposez que le général n</w:t>
      </w:r>
      <w:r>
        <w:t>’</w:t>
      </w:r>
      <w:r w:rsidR="00855694" w:rsidRPr="009071AC">
        <w:t>ignore pas ce que sont devenus les millions disparus</w:t>
      </w:r>
      <w:r>
        <w:t>…</w:t>
      </w:r>
    </w:p>
    <w:p w14:paraId="4645B85A" w14:textId="77777777" w:rsidR="00F635DB" w:rsidRDefault="00F635DB" w:rsidP="00F635DB">
      <w:r>
        <w:t>— </w:t>
      </w:r>
      <w:r w:rsidR="00855694" w:rsidRPr="009071AC">
        <w:t>Juste</w:t>
      </w:r>
      <w:r>
        <w:t xml:space="preserve"> !… </w:t>
      </w:r>
      <w:r w:rsidR="00855694" w:rsidRPr="009071AC">
        <w:t>répondit le juge</w:t>
      </w:r>
      <w:r>
        <w:t>.</w:t>
      </w:r>
    </w:p>
    <w:p w14:paraId="4A0EEF50" w14:textId="77777777" w:rsidR="00F635DB" w:rsidRDefault="00855694" w:rsidP="00F635DB">
      <w:r w:rsidRPr="009071AC">
        <w:t>Et</w:t>
      </w:r>
      <w:r w:rsidR="00F635DB">
        <w:t xml:space="preserve">, </w:t>
      </w:r>
      <w:r w:rsidRPr="009071AC">
        <w:t>comme s</w:t>
      </w:r>
      <w:r w:rsidR="00F635DB">
        <w:t>’</w:t>
      </w:r>
      <w:r w:rsidRPr="009071AC">
        <w:t>il eût craint d</w:t>
      </w:r>
      <w:r w:rsidR="00F635DB">
        <w:t>’</w:t>
      </w:r>
      <w:r w:rsidRPr="009071AC">
        <w:t>en avoir trop dit et regretté d</w:t>
      </w:r>
      <w:r w:rsidR="00F635DB">
        <w:t>’</w:t>
      </w:r>
      <w:r w:rsidRPr="009071AC">
        <w:t>avoir été si affirmatif</w:t>
      </w:r>
      <w:r w:rsidR="00F635DB">
        <w:t> :</w:t>
      </w:r>
    </w:p>
    <w:p w14:paraId="1F795C5A" w14:textId="77777777" w:rsidR="00F635DB" w:rsidRDefault="00F635DB" w:rsidP="00F635DB">
      <w:r>
        <w:lastRenderedPageBreak/>
        <w:t>— </w:t>
      </w:r>
      <w:r w:rsidR="00855694" w:rsidRPr="009071AC">
        <w:t>Réfléchissez de votre côté</w:t>
      </w:r>
      <w:r>
        <w:t xml:space="preserve">, </w:t>
      </w:r>
      <w:r w:rsidR="00855694" w:rsidRPr="009071AC">
        <w:t>dit-il</w:t>
      </w:r>
      <w:r>
        <w:t xml:space="preserve">. </w:t>
      </w:r>
      <w:r w:rsidR="00855694" w:rsidRPr="009071AC">
        <w:t>Vous avez toute la nuit</w:t>
      </w:r>
      <w:r>
        <w:t xml:space="preserve">… </w:t>
      </w:r>
      <w:r w:rsidR="00855694" w:rsidRPr="009071AC">
        <w:t>nous causerons demain</w:t>
      </w:r>
      <w:r>
        <w:t xml:space="preserve">, </w:t>
      </w:r>
      <w:r w:rsidR="00855694" w:rsidRPr="009071AC">
        <w:t>et si je puis vous être utile</w:t>
      </w:r>
      <w:r>
        <w:t xml:space="preserve">… </w:t>
      </w:r>
      <w:r w:rsidR="00855694" w:rsidRPr="009071AC">
        <w:t>je serai bien heureux</w:t>
      </w:r>
      <w:r>
        <w:t>…</w:t>
      </w:r>
    </w:p>
    <w:p w14:paraId="4C6A38F2" w14:textId="77777777" w:rsidR="00F635DB" w:rsidRDefault="00F635DB" w:rsidP="00F635DB">
      <w:r>
        <w:t>— </w:t>
      </w:r>
      <w:r w:rsidR="00855694" w:rsidRPr="009071AC">
        <w:t>Cependant</w:t>
      </w:r>
      <w:r>
        <w:t xml:space="preserve">, </w:t>
      </w:r>
      <w:r w:rsidR="00855694" w:rsidRPr="009071AC">
        <w:t>monsieur</w:t>
      </w:r>
      <w:r>
        <w:t>…</w:t>
      </w:r>
    </w:p>
    <w:p w14:paraId="79DC3578" w14:textId="77777777" w:rsidR="00F635DB" w:rsidRDefault="00F635DB" w:rsidP="00F635DB">
      <w:r>
        <w:t>— </w:t>
      </w:r>
      <w:r w:rsidR="00855694" w:rsidRPr="009071AC">
        <w:t>Oh</w:t>
      </w:r>
      <w:r>
        <w:t xml:space="preserve"> !… </w:t>
      </w:r>
      <w:r w:rsidR="00855694" w:rsidRPr="009071AC">
        <w:t>à demain</w:t>
      </w:r>
      <w:r>
        <w:t xml:space="preserve">, </w:t>
      </w:r>
      <w:r w:rsidR="00855694" w:rsidRPr="009071AC">
        <w:t>à demain</w:t>
      </w:r>
      <w:r>
        <w:t xml:space="preserve"> !… </w:t>
      </w:r>
      <w:r w:rsidR="00855694" w:rsidRPr="009071AC">
        <w:t>Il faut que je rentre dîner</w:t>
      </w:r>
      <w:r>
        <w:t xml:space="preserve">, </w:t>
      </w:r>
      <w:r w:rsidR="00855694" w:rsidRPr="009071AC">
        <w:t>sans compter que mon greffier doit s</w:t>
      </w:r>
      <w:r>
        <w:t>’</w:t>
      </w:r>
      <w:r w:rsidR="00855694" w:rsidRPr="009071AC">
        <w:t>impatienter terriblement</w:t>
      </w:r>
      <w:r>
        <w:t>…</w:t>
      </w:r>
    </w:p>
    <w:p w14:paraId="5C2ADF0B" w14:textId="77777777" w:rsidR="00F635DB" w:rsidRDefault="00855694" w:rsidP="00F635DB">
      <w:r w:rsidRPr="009071AC">
        <w:t>Le greffier</w:t>
      </w:r>
      <w:r w:rsidR="00F635DB">
        <w:t xml:space="preserve">, </w:t>
      </w:r>
      <w:r w:rsidRPr="009071AC">
        <w:t>en effet</w:t>
      </w:r>
      <w:r w:rsidR="00F635DB">
        <w:t xml:space="preserve">, </w:t>
      </w:r>
      <w:r w:rsidRPr="009071AC">
        <w:t>s</w:t>
      </w:r>
      <w:r w:rsidR="00F635DB">
        <w:t>’</w:t>
      </w:r>
      <w:r w:rsidRPr="009071AC">
        <w:t>ennuyait</w:t>
      </w:r>
      <w:r w:rsidR="00F635DB">
        <w:t xml:space="preserve">. </w:t>
      </w:r>
      <w:r w:rsidRPr="009071AC">
        <w:t>Non qu</w:t>
      </w:r>
      <w:r w:rsidR="00F635DB">
        <w:t>’</w:t>
      </w:r>
      <w:r w:rsidRPr="009071AC">
        <w:t>il fût près d</w:t>
      </w:r>
      <w:r w:rsidR="00F635DB">
        <w:t>’</w:t>
      </w:r>
      <w:r w:rsidRPr="009071AC">
        <w:t>avoir fini l</w:t>
      </w:r>
      <w:r w:rsidR="00F635DB">
        <w:t>’</w:t>
      </w:r>
      <w:r w:rsidRPr="009071AC">
        <w:t>inventaire de cet immense hôtel</w:t>
      </w:r>
      <w:r w:rsidR="00F635DB">
        <w:t xml:space="preserve">, </w:t>
      </w:r>
      <w:r w:rsidRPr="009071AC">
        <w:t>mais il estimait qu</w:t>
      </w:r>
      <w:r w:rsidR="00F635DB">
        <w:t>’</w:t>
      </w:r>
      <w:r w:rsidRPr="009071AC">
        <w:t>il en avait assez fait pour un jour</w:t>
      </w:r>
      <w:r w:rsidR="00F635DB">
        <w:t>.</w:t>
      </w:r>
    </w:p>
    <w:p w14:paraId="7CC4EFD5" w14:textId="612E4488" w:rsidR="00F635DB" w:rsidRDefault="00855694" w:rsidP="00F635DB">
      <w:r w:rsidRPr="009071AC">
        <w:t>C</w:t>
      </w:r>
      <w:r w:rsidR="00F635DB">
        <w:t>’</w:t>
      </w:r>
      <w:r w:rsidRPr="009071AC">
        <w:t>est dire avec quelle promptitude il lut le procès-verbal</w:t>
      </w:r>
      <w:r w:rsidR="00F635DB">
        <w:t xml:space="preserve">, </w:t>
      </w:r>
      <w:r w:rsidRPr="009071AC">
        <w:t xml:space="preserve">fit signer les assistants et constitua </w:t>
      </w:r>
      <w:r w:rsidR="00F635DB">
        <w:t>M. </w:t>
      </w:r>
      <w:proofErr w:type="spellStart"/>
      <w:r w:rsidRPr="009071AC">
        <w:t>Bourigeau</w:t>
      </w:r>
      <w:proofErr w:type="spellEnd"/>
      <w:r w:rsidR="00F635DB">
        <w:t xml:space="preserve">, </w:t>
      </w:r>
      <w:r w:rsidRPr="009071AC">
        <w:t>le concierge</w:t>
      </w:r>
      <w:r w:rsidR="00F635DB">
        <w:t xml:space="preserve">, </w:t>
      </w:r>
      <w:r w:rsidRPr="009071AC">
        <w:t>gardien des scellés</w:t>
      </w:r>
      <w:r w:rsidR="00F635DB">
        <w:t>.</w:t>
      </w:r>
    </w:p>
    <w:p w14:paraId="4FBFBF04" w14:textId="21A08C36" w:rsidR="00F635DB" w:rsidRDefault="00855694" w:rsidP="00F635DB">
      <w:r w:rsidRPr="009071AC">
        <w:t>C</w:t>
      </w:r>
      <w:r w:rsidR="00F635DB">
        <w:t>’</w:t>
      </w:r>
      <w:r w:rsidRPr="009071AC">
        <w:t>est dire avec quel empressement il suivit le juge</w:t>
      </w:r>
      <w:r w:rsidR="00F635DB">
        <w:t xml:space="preserve">, </w:t>
      </w:r>
      <w:r w:rsidRPr="009071AC">
        <w:t>lorsque celui-ci gagna l</w:t>
      </w:r>
      <w:r w:rsidR="00F635DB">
        <w:t>’</w:t>
      </w:r>
      <w:r w:rsidRPr="009071AC">
        <w:t>escalier</w:t>
      </w:r>
      <w:r w:rsidR="00F635DB">
        <w:t xml:space="preserve">, </w:t>
      </w:r>
      <w:r w:rsidRPr="009071AC">
        <w:t xml:space="preserve">après avoir salué </w:t>
      </w:r>
      <w:r w:rsidR="00F635DB">
        <w:t>M</w:t>
      </w:r>
      <w:r w:rsidR="00F635DB" w:rsidRPr="00F635DB">
        <w:rPr>
          <w:vertAlign w:val="superscript"/>
        </w:rPr>
        <w:t>lle</w:t>
      </w:r>
      <w:r w:rsidR="00F635DB">
        <w:t> </w:t>
      </w:r>
      <w:r w:rsidRPr="009071AC">
        <w:t>Marguerite et lui avoir répété</w:t>
      </w:r>
      <w:r w:rsidR="00F635DB">
        <w:t> :</w:t>
      </w:r>
    </w:p>
    <w:p w14:paraId="1D016865" w14:textId="77777777" w:rsidR="00F635DB" w:rsidRDefault="00F635DB" w:rsidP="00F635DB">
      <w:r>
        <w:t>— </w:t>
      </w:r>
      <w:r w:rsidR="00855694" w:rsidRPr="009071AC">
        <w:t>Bon courage</w:t>
      </w:r>
      <w:r>
        <w:t xml:space="preserve"> !… </w:t>
      </w:r>
      <w:r w:rsidR="00855694" w:rsidRPr="009071AC">
        <w:t>Bon espoir</w:t>
      </w:r>
      <w:r>
        <w:t> !</w:t>
      </w:r>
    </w:p>
    <w:p w14:paraId="7F26FA29" w14:textId="77777777" w:rsidR="00F635DB" w:rsidRDefault="00855694" w:rsidP="00F635DB">
      <w:r w:rsidRPr="009071AC">
        <w:t>Et cependant le mécontentement de ce digne greffier diminuait sensiblement</w:t>
      </w:r>
      <w:r w:rsidR="00F635DB">
        <w:t xml:space="preserve">, </w:t>
      </w:r>
      <w:r w:rsidRPr="009071AC">
        <w:t>quand il supputait le nombre des vacations</w:t>
      </w:r>
      <w:r w:rsidR="00F635DB">
        <w:t xml:space="preserve">, </w:t>
      </w:r>
      <w:r w:rsidRPr="009071AC">
        <w:t>la quantité des rôles</w:t>
      </w:r>
      <w:r w:rsidR="00F635DB">
        <w:t xml:space="preserve">, </w:t>
      </w:r>
      <w:r w:rsidRPr="009071AC">
        <w:t>la somme</w:t>
      </w:r>
      <w:r w:rsidR="00F635DB">
        <w:t xml:space="preserve">, </w:t>
      </w:r>
      <w:r w:rsidRPr="009071AC">
        <w:t>enfin</w:t>
      </w:r>
      <w:r w:rsidR="00F635DB">
        <w:t xml:space="preserve">, </w:t>
      </w:r>
      <w:r w:rsidRPr="009071AC">
        <w:t>que lui vaudrait légitimement cette apposition de scellés</w:t>
      </w:r>
      <w:r w:rsidR="00F635DB">
        <w:t>.</w:t>
      </w:r>
    </w:p>
    <w:p w14:paraId="67599250" w14:textId="77777777" w:rsidR="00F635DB" w:rsidRDefault="00855694" w:rsidP="00F635DB">
      <w:r w:rsidRPr="009071AC">
        <w:t>Jamais</w:t>
      </w:r>
      <w:r w:rsidR="00F635DB">
        <w:t xml:space="preserve">, </w:t>
      </w:r>
      <w:r w:rsidRPr="009071AC">
        <w:t>depuis neuf ans qu</w:t>
      </w:r>
      <w:r w:rsidR="00F635DB">
        <w:t>’</w:t>
      </w:r>
      <w:r w:rsidRPr="009071AC">
        <w:t>il avait acheté sa charge</w:t>
      </w:r>
      <w:r w:rsidR="00F635DB">
        <w:t xml:space="preserve">, </w:t>
      </w:r>
      <w:r w:rsidRPr="009071AC">
        <w:t>il n</w:t>
      </w:r>
      <w:r w:rsidR="00F635DB">
        <w:t>’</w:t>
      </w:r>
      <w:r w:rsidRPr="009071AC">
        <w:t>avait eu d</w:t>
      </w:r>
      <w:r w:rsidR="00F635DB">
        <w:t>’</w:t>
      </w:r>
      <w:r w:rsidRPr="009071AC">
        <w:t>inventaire si magnifique</w:t>
      </w:r>
      <w:r w:rsidR="00F635DB">
        <w:t xml:space="preserve">. </w:t>
      </w:r>
      <w:r w:rsidRPr="009071AC">
        <w:t>Il en était un peu ébloui</w:t>
      </w:r>
      <w:r w:rsidR="00F635DB">
        <w:t xml:space="preserve">, </w:t>
      </w:r>
      <w:r w:rsidRPr="009071AC">
        <w:t>et tout en suivant le juge</w:t>
      </w:r>
      <w:r w:rsidR="00F635DB">
        <w:t> :</w:t>
      </w:r>
    </w:p>
    <w:p w14:paraId="588F5EA6" w14:textId="77777777" w:rsidR="00F635DB" w:rsidRDefault="00F635DB" w:rsidP="00F635DB">
      <w:r>
        <w:t>— </w:t>
      </w:r>
      <w:r w:rsidR="00855694" w:rsidRPr="009071AC">
        <w:t>Savez-vous</w:t>
      </w:r>
      <w:r>
        <w:t xml:space="preserve">, </w:t>
      </w:r>
      <w:r w:rsidR="00855694" w:rsidRPr="009071AC">
        <w:t>monsieur</w:t>
      </w:r>
      <w:r>
        <w:t xml:space="preserve">, </w:t>
      </w:r>
      <w:r w:rsidR="00855694" w:rsidRPr="009071AC">
        <w:t>lui disait-il</w:t>
      </w:r>
      <w:r>
        <w:t xml:space="preserve">, </w:t>
      </w:r>
      <w:r w:rsidR="00855694" w:rsidRPr="009071AC">
        <w:t>qu</w:t>
      </w:r>
      <w:r>
        <w:t>’</w:t>
      </w:r>
      <w:r w:rsidR="00855694" w:rsidRPr="009071AC">
        <w:t>à vue de nez j</w:t>
      </w:r>
      <w:r>
        <w:t>’</w:t>
      </w:r>
      <w:r w:rsidR="00855694" w:rsidRPr="009071AC">
        <w:t>évalue la fortune totale du défunt à plus de vingt millions</w:t>
      </w:r>
      <w:r>
        <w:t xml:space="preserve">… </w:t>
      </w:r>
      <w:r w:rsidR="00855694" w:rsidRPr="009071AC">
        <w:t>un million de revenu</w:t>
      </w:r>
      <w:r>
        <w:t xml:space="preserve"> !… </w:t>
      </w:r>
      <w:r w:rsidR="00855694" w:rsidRPr="009071AC">
        <w:t xml:space="preserve">Et dire que cette pauvre demoiselle </w:t>
      </w:r>
      <w:r w:rsidR="00855694" w:rsidRPr="009071AC">
        <w:lastRenderedPageBreak/>
        <w:t>si jolie n</w:t>
      </w:r>
      <w:r>
        <w:t>’</w:t>
      </w:r>
      <w:r w:rsidR="00855694" w:rsidRPr="009071AC">
        <w:t>en aura pas un décime</w:t>
      </w:r>
      <w:r>
        <w:t xml:space="preserve">… </w:t>
      </w:r>
      <w:r w:rsidR="00855694" w:rsidRPr="009071AC">
        <w:t>Je parierais qu</w:t>
      </w:r>
      <w:r>
        <w:t>’</w:t>
      </w:r>
      <w:r w:rsidR="00855694" w:rsidRPr="009071AC">
        <w:t>à cette heure elle pleure toutes les larmes de son corps</w:t>
      </w:r>
      <w:r>
        <w:t>.</w:t>
      </w:r>
    </w:p>
    <w:p w14:paraId="13E1028C" w14:textId="77777777" w:rsidR="00F635DB" w:rsidRDefault="00855694" w:rsidP="00F635DB">
      <w:r w:rsidRPr="009071AC">
        <w:t>Si le greffier eût parié</w:t>
      </w:r>
      <w:r w:rsidR="00F635DB">
        <w:t xml:space="preserve">, </w:t>
      </w:r>
      <w:r w:rsidRPr="009071AC">
        <w:t>il eût perdu</w:t>
      </w:r>
      <w:r w:rsidR="00F635DB">
        <w:t>.</w:t>
      </w:r>
    </w:p>
    <w:p w14:paraId="312E5BCF" w14:textId="2EAEAEF6" w:rsidR="00F635DB" w:rsidRDefault="00F635DB" w:rsidP="00F635DB">
      <w:r>
        <w:t>M</w:t>
      </w:r>
      <w:r w:rsidRPr="00F635DB">
        <w:rPr>
          <w:vertAlign w:val="superscript"/>
        </w:rPr>
        <w:t>lle</w:t>
      </w:r>
      <w:r>
        <w:t> </w:t>
      </w:r>
      <w:r w:rsidR="00855694" w:rsidRPr="009071AC">
        <w:t>Marguerite</w:t>
      </w:r>
      <w:r>
        <w:t xml:space="preserve">, </w:t>
      </w:r>
      <w:r w:rsidR="00855694" w:rsidRPr="009071AC">
        <w:t>en ce moment même</w:t>
      </w:r>
      <w:r>
        <w:t xml:space="preserve">, </w:t>
      </w:r>
      <w:r w:rsidR="00855694" w:rsidRPr="009071AC">
        <w:t xml:space="preserve">se faisait rendre compte par </w:t>
      </w:r>
      <w:r>
        <w:t>M. </w:t>
      </w:r>
      <w:r w:rsidR="00855694" w:rsidRPr="009071AC">
        <w:t>Casimir de toutes ses démarches de la journée</w:t>
      </w:r>
      <w:r>
        <w:t xml:space="preserve">. </w:t>
      </w:r>
      <w:r w:rsidR="00855694" w:rsidRPr="009071AC">
        <w:t>Elle s</w:t>
      </w:r>
      <w:r>
        <w:t>’</w:t>
      </w:r>
      <w:r w:rsidR="00855694" w:rsidRPr="009071AC">
        <w:t>inquiétait de tous ces détails funèbres qui rendent plus triste et plus pénible la mort d</w:t>
      </w:r>
      <w:r>
        <w:t>’</w:t>
      </w:r>
      <w:r w:rsidR="00855694" w:rsidRPr="009071AC">
        <w:t>un parent ou d</w:t>
      </w:r>
      <w:r>
        <w:t>’</w:t>
      </w:r>
      <w:r w:rsidR="00855694" w:rsidRPr="009071AC">
        <w:t>un ami</w:t>
      </w:r>
      <w:r>
        <w:t>.</w:t>
      </w:r>
    </w:p>
    <w:p w14:paraId="35BBA930" w14:textId="77777777" w:rsidR="00F635DB" w:rsidRDefault="00855694" w:rsidP="00F635DB">
      <w:r w:rsidRPr="009071AC">
        <w:t>Comment serait la cérémonie et à quelle heure</w:t>
      </w:r>
      <w:r w:rsidR="00F635DB">
        <w:t xml:space="preserve"> ?… </w:t>
      </w:r>
      <w:r w:rsidRPr="009071AC">
        <w:t>s</w:t>
      </w:r>
      <w:r w:rsidR="00F635DB">
        <w:t>’</w:t>
      </w:r>
      <w:r w:rsidRPr="009071AC">
        <w:t xml:space="preserve">était-on occupé de faire préparer le caveau de la famille de </w:t>
      </w:r>
      <w:proofErr w:type="spellStart"/>
      <w:r w:rsidRPr="009071AC">
        <w:t>Chalusse</w:t>
      </w:r>
      <w:proofErr w:type="spellEnd"/>
      <w:r w:rsidR="00F635DB">
        <w:t xml:space="preserve"> ?… </w:t>
      </w:r>
      <w:r w:rsidRPr="009071AC">
        <w:t>avait-on bien pensé à tout</w:t>
      </w:r>
      <w:r w:rsidR="00F635DB">
        <w:t xml:space="preserve"> ?… </w:t>
      </w:r>
      <w:r w:rsidRPr="009071AC">
        <w:t xml:space="preserve">Il fallait compléter la liste des personnes à qui adresser des lettres de </w:t>
      </w:r>
      <w:proofErr w:type="spellStart"/>
      <w:r w:rsidRPr="009071AC">
        <w:t>faire part</w:t>
      </w:r>
      <w:proofErr w:type="spellEnd"/>
      <w:r w:rsidR="00F635DB">
        <w:t>…</w:t>
      </w:r>
    </w:p>
    <w:p w14:paraId="3EE19CAC" w14:textId="77777777" w:rsidR="00F635DB" w:rsidRDefault="00855694" w:rsidP="00F635DB">
      <w:r w:rsidRPr="009071AC">
        <w:t>Libre enfin</w:t>
      </w:r>
      <w:r w:rsidR="00F635DB">
        <w:t xml:space="preserve">, </w:t>
      </w:r>
      <w:r w:rsidRPr="009071AC">
        <w:t>elle consentit à prendre quelque nourriture</w:t>
      </w:r>
      <w:r w:rsidR="00F635DB">
        <w:t xml:space="preserve">, </w:t>
      </w:r>
      <w:r w:rsidRPr="009071AC">
        <w:t>debout</w:t>
      </w:r>
      <w:r w:rsidR="00F635DB">
        <w:t xml:space="preserve">, </w:t>
      </w:r>
      <w:r w:rsidRPr="009071AC">
        <w:t>devant un des dressoirs de la salle à manger</w:t>
      </w:r>
      <w:r w:rsidR="00F635DB">
        <w:t xml:space="preserve">. </w:t>
      </w:r>
      <w:r w:rsidRPr="009071AC">
        <w:t>Puis</w:t>
      </w:r>
      <w:r w:rsidR="00F635DB">
        <w:t xml:space="preserve">, </w:t>
      </w:r>
      <w:r w:rsidRPr="009071AC">
        <w:t>elle alla s</w:t>
      </w:r>
      <w:r w:rsidR="00F635DB">
        <w:t>’</w:t>
      </w:r>
      <w:r w:rsidRPr="009071AC">
        <w:t xml:space="preserve">agenouiller dans la chambre du comte de </w:t>
      </w:r>
      <w:proofErr w:type="spellStart"/>
      <w:r w:rsidRPr="009071AC">
        <w:t>Chalusse</w:t>
      </w:r>
      <w:proofErr w:type="spellEnd"/>
      <w:r w:rsidR="00F635DB">
        <w:t xml:space="preserve">, </w:t>
      </w:r>
      <w:r w:rsidRPr="009071AC">
        <w:t>transformée en chapelle ardente</w:t>
      </w:r>
      <w:r w:rsidR="00F635DB">
        <w:t xml:space="preserve">, </w:t>
      </w:r>
      <w:r w:rsidRPr="009071AC">
        <w:t>où quatre prêtres de la paroisse récitaient l</w:t>
      </w:r>
      <w:r w:rsidR="00F635DB">
        <w:t>’</w:t>
      </w:r>
      <w:r w:rsidRPr="009071AC">
        <w:t>office des morts</w:t>
      </w:r>
      <w:r w:rsidR="00F635DB">
        <w:t>…</w:t>
      </w:r>
    </w:p>
    <w:p w14:paraId="0564F285" w14:textId="77777777" w:rsidR="00F635DB" w:rsidRDefault="00855694" w:rsidP="00F635DB">
      <w:r w:rsidRPr="009071AC">
        <w:t>Elle était anéantie de fatigue</w:t>
      </w:r>
      <w:r w:rsidR="00F635DB">
        <w:t xml:space="preserve">, </w:t>
      </w:r>
      <w:r w:rsidRPr="009071AC">
        <w:t>la malheureuse</w:t>
      </w:r>
      <w:r w:rsidR="00F635DB">
        <w:t xml:space="preserve">, </w:t>
      </w:r>
      <w:r w:rsidRPr="009071AC">
        <w:t>les cordes de sa voix étaient à ce point brisées qu</w:t>
      </w:r>
      <w:r w:rsidR="00F635DB">
        <w:t>’</w:t>
      </w:r>
      <w:r w:rsidRPr="009071AC">
        <w:t>elle ne pouvait plus parler</w:t>
      </w:r>
      <w:r w:rsidR="00F635DB">
        <w:t xml:space="preserve">, </w:t>
      </w:r>
      <w:r w:rsidRPr="009071AC">
        <w:t>le sommeil fermait ses yeux</w:t>
      </w:r>
      <w:r w:rsidR="00F635DB">
        <w:t>…</w:t>
      </w:r>
    </w:p>
    <w:p w14:paraId="1FE03086" w14:textId="77777777" w:rsidR="00F635DB" w:rsidRDefault="00855694" w:rsidP="00F635DB">
      <w:r w:rsidRPr="009071AC">
        <w:t>Mais elle avait encore à remplir un devoir qu</w:t>
      </w:r>
      <w:r w:rsidR="00F635DB">
        <w:t>’</w:t>
      </w:r>
      <w:r w:rsidRPr="009071AC">
        <w:t>elle considérait comme sacré</w:t>
      </w:r>
      <w:r w:rsidR="00F635DB">
        <w:t>.</w:t>
      </w:r>
    </w:p>
    <w:p w14:paraId="2EBC6139" w14:textId="0ED3B19F" w:rsidR="00F635DB" w:rsidRDefault="00855694" w:rsidP="00F635DB">
      <w:r w:rsidRPr="009071AC">
        <w:t>Lorsque dix heures sonnèrent</w:t>
      </w:r>
      <w:r w:rsidR="00F635DB">
        <w:t xml:space="preserve">, </w:t>
      </w:r>
      <w:r w:rsidRPr="009071AC">
        <w:t>elle envoya chercher un fiacre</w:t>
      </w:r>
      <w:r w:rsidR="00F635DB">
        <w:t xml:space="preserve">, </w:t>
      </w:r>
      <w:r w:rsidRPr="009071AC">
        <w:t xml:space="preserve">jeta un châle sur ses épaules et sortit en commandant à </w:t>
      </w:r>
      <w:r w:rsidR="00F635DB">
        <w:t>M</w:t>
      </w:r>
      <w:r w:rsidR="00F635DB" w:rsidRPr="00F635DB">
        <w:rPr>
          <w:vertAlign w:val="superscript"/>
        </w:rPr>
        <w:t>me</w:t>
      </w:r>
      <w:r w:rsidR="00F635DB">
        <w:t> </w:t>
      </w:r>
      <w:r w:rsidRPr="009071AC">
        <w:t>Léon de l</w:t>
      </w:r>
      <w:r w:rsidR="00F635DB">
        <w:t>’</w:t>
      </w:r>
      <w:r w:rsidRPr="009071AC">
        <w:t>accompagner</w:t>
      </w:r>
      <w:r w:rsidR="00F635DB">
        <w:t>.</w:t>
      </w:r>
    </w:p>
    <w:p w14:paraId="3E987F55" w14:textId="77777777" w:rsidR="00F635DB" w:rsidRDefault="00855694" w:rsidP="00F635DB">
      <w:r w:rsidRPr="009071AC">
        <w:t>C</w:t>
      </w:r>
      <w:r w:rsidR="00F635DB">
        <w:t>’</w:t>
      </w:r>
      <w:r w:rsidRPr="009071AC">
        <w:t>est rue d</w:t>
      </w:r>
      <w:r w:rsidR="00F635DB">
        <w:t>’</w:t>
      </w:r>
      <w:r w:rsidRPr="009071AC">
        <w:t>Ulm</w:t>
      </w:r>
      <w:r w:rsidR="00F635DB">
        <w:t xml:space="preserve">, </w:t>
      </w:r>
      <w:r w:rsidRPr="009071AC">
        <w:t>chez Pascal</w:t>
      </w:r>
      <w:r w:rsidR="00F635DB">
        <w:t xml:space="preserve">, </w:t>
      </w:r>
      <w:r w:rsidRPr="009071AC">
        <w:t>qu</w:t>
      </w:r>
      <w:r w:rsidR="00F635DB">
        <w:t>’</w:t>
      </w:r>
      <w:r w:rsidRPr="009071AC">
        <w:t>elle se rendait</w:t>
      </w:r>
      <w:r w:rsidR="00F635DB">
        <w:t>.</w:t>
      </w:r>
    </w:p>
    <w:p w14:paraId="3A596EFC" w14:textId="77777777" w:rsidR="00F635DB" w:rsidRDefault="00855694" w:rsidP="00F635DB">
      <w:r w:rsidRPr="009071AC">
        <w:t>Quand elle y arriva</w:t>
      </w:r>
      <w:r w:rsidR="00F635DB">
        <w:t xml:space="preserve">, </w:t>
      </w:r>
      <w:r w:rsidRPr="009071AC">
        <w:t>la porte de la maison était fermée</w:t>
      </w:r>
      <w:r w:rsidR="00F635DB">
        <w:t xml:space="preserve">, </w:t>
      </w:r>
      <w:r w:rsidRPr="009071AC">
        <w:t>le gaz était éteint</w:t>
      </w:r>
      <w:r w:rsidR="00F635DB">
        <w:t xml:space="preserve">, </w:t>
      </w:r>
      <w:r w:rsidRPr="009071AC">
        <w:t>et elle fut obligée de sonner cinq ou six fois</w:t>
      </w:r>
      <w:r w:rsidR="00F635DB">
        <w:t>.</w:t>
      </w:r>
    </w:p>
    <w:p w14:paraId="67319A88" w14:textId="77777777" w:rsidR="00F635DB" w:rsidRDefault="00855694" w:rsidP="00F635DB">
      <w:r w:rsidRPr="009071AC">
        <w:lastRenderedPageBreak/>
        <w:t>Enfin on lui ouvrit</w:t>
      </w:r>
      <w:r w:rsidR="00F635DB">
        <w:t xml:space="preserve">, </w:t>
      </w:r>
      <w:r w:rsidRPr="009071AC">
        <w:t>et la lueur d</w:t>
      </w:r>
      <w:r w:rsidR="00F635DB">
        <w:t>’</w:t>
      </w:r>
      <w:r w:rsidRPr="009071AC">
        <w:t>une chétive veilleuse la guida jusqu</w:t>
      </w:r>
      <w:r w:rsidR="00F635DB">
        <w:t>’</w:t>
      </w:r>
      <w:r w:rsidRPr="009071AC">
        <w:t>à la loge du concierge</w:t>
      </w:r>
      <w:r w:rsidR="00F635DB">
        <w:t>.</w:t>
      </w:r>
    </w:p>
    <w:p w14:paraId="7490A1E0" w14:textId="77777777" w:rsidR="00F635DB" w:rsidRDefault="00F635DB" w:rsidP="00F635DB">
      <w:r>
        <w:t>— </w:t>
      </w:r>
      <w:r w:rsidR="00855694" w:rsidRPr="009071AC">
        <w:t xml:space="preserve">Monsieur </w:t>
      </w:r>
      <w:proofErr w:type="spellStart"/>
      <w:r w:rsidR="00855694" w:rsidRPr="009071AC">
        <w:t>Férailleur</w:t>
      </w:r>
      <w:proofErr w:type="spellEnd"/>
      <w:r>
        <w:t xml:space="preserve">… </w:t>
      </w:r>
      <w:r w:rsidR="00855694" w:rsidRPr="009071AC">
        <w:t>demanda-t-elle</w:t>
      </w:r>
      <w:r>
        <w:t>.</w:t>
      </w:r>
    </w:p>
    <w:p w14:paraId="50721057" w14:textId="77777777" w:rsidR="00F635DB" w:rsidRDefault="00855694" w:rsidP="00F635DB">
      <w:r w:rsidRPr="009071AC">
        <w:t>Le portier la toisa d</w:t>
      </w:r>
      <w:r w:rsidR="00F635DB">
        <w:t>’</w:t>
      </w:r>
      <w:r w:rsidRPr="009071AC">
        <w:t>un air de mépris</w:t>
      </w:r>
      <w:r w:rsidR="00F635DB">
        <w:t xml:space="preserve">, </w:t>
      </w:r>
      <w:r w:rsidRPr="009071AC">
        <w:t>et brutalement</w:t>
      </w:r>
      <w:r w:rsidR="00F635DB">
        <w:t> :</w:t>
      </w:r>
    </w:p>
    <w:p w14:paraId="19DDF65E" w14:textId="77777777" w:rsidR="00F635DB" w:rsidRDefault="00F635DB" w:rsidP="00F635DB">
      <w:r>
        <w:t>— </w:t>
      </w:r>
      <w:r w:rsidR="00855694" w:rsidRPr="009071AC">
        <w:t>Il ne demeure plus ici</w:t>
      </w:r>
      <w:r>
        <w:t xml:space="preserve">, </w:t>
      </w:r>
      <w:r w:rsidR="00855694" w:rsidRPr="009071AC">
        <w:t>répondit-il</w:t>
      </w:r>
      <w:r>
        <w:t xml:space="preserve">. </w:t>
      </w:r>
      <w:r w:rsidR="00855694" w:rsidRPr="009071AC">
        <w:t>Le propriétaire ne veut pas de voleurs dans la maison</w:t>
      </w:r>
      <w:r>
        <w:t xml:space="preserve">… </w:t>
      </w:r>
      <w:r w:rsidR="00855694" w:rsidRPr="009071AC">
        <w:t>Il a vendu son saint-frusquin et il est parti pour l</w:t>
      </w:r>
      <w:r>
        <w:t>’</w:t>
      </w:r>
      <w:r w:rsidR="00855694" w:rsidRPr="009071AC">
        <w:t>Amérique</w:t>
      </w:r>
      <w:r>
        <w:t xml:space="preserve">, </w:t>
      </w:r>
      <w:r w:rsidR="00855694" w:rsidRPr="009071AC">
        <w:t>avec sa vieille sorcière de mère</w:t>
      </w:r>
      <w:r>
        <w:t>…</w:t>
      </w:r>
    </w:p>
    <w:p w14:paraId="24D0BFDA" w14:textId="2348B146" w:rsidR="00F635DB" w:rsidRDefault="00855694" w:rsidP="00F635DB">
      <w:r w:rsidRPr="009071AC">
        <w:t>Ayant dit</w:t>
      </w:r>
      <w:r w:rsidR="00F635DB">
        <w:t xml:space="preserve">, </w:t>
      </w:r>
      <w:r w:rsidRPr="009071AC">
        <w:t>il referma sa loge</w:t>
      </w:r>
      <w:r w:rsidR="00F635DB">
        <w:t xml:space="preserve">, </w:t>
      </w:r>
      <w:r w:rsidRPr="009071AC">
        <w:t xml:space="preserve">et </w:t>
      </w:r>
      <w:r w:rsidR="00F635DB">
        <w:t>M</w:t>
      </w:r>
      <w:r w:rsidR="00F635DB" w:rsidRPr="00F635DB">
        <w:rPr>
          <w:vertAlign w:val="superscript"/>
        </w:rPr>
        <w:t>lle</w:t>
      </w:r>
      <w:r w:rsidR="00F635DB">
        <w:t> </w:t>
      </w:r>
      <w:r w:rsidRPr="009071AC">
        <w:t>Marguerite</w:t>
      </w:r>
      <w:r w:rsidR="00F635DB">
        <w:t xml:space="preserve">, </w:t>
      </w:r>
      <w:r w:rsidRPr="009071AC">
        <w:t>assommée par ce dernier coup</w:t>
      </w:r>
      <w:r w:rsidR="00F635DB">
        <w:t xml:space="preserve">, </w:t>
      </w:r>
      <w:r w:rsidRPr="009071AC">
        <w:t>chancelante</w:t>
      </w:r>
      <w:r w:rsidR="00F635DB">
        <w:t xml:space="preserve">, </w:t>
      </w:r>
      <w:r w:rsidRPr="009071AC">
        <w:t>se tenant aux murs</w:t>
      </w:r>
      <w:r w:rsidR="00F635DB">
        <w:t xml:space="preserve">, </w:t>
      </w:r>
      <w:r w:rsidRPr="009071AC">
        <w:t>regagna sa voiture</w:t>
      </w:r>
      <w:r w:rsidR="00F635DB">
        <w:t>.</w:t>
      </w:r>
    </w:p>
    <w:p w14:paraId="3F6A1388" w14:textId="502C8BE9" w:rsidR="00F635DB" w:rsidRDefault="00F635DB" w:rsidP="00F635DB">
      <w:r>
        <w:t>— </w:t>
      </w:r>
      <w:r w:rsidR="00855694" w:rsidRPr="009071AC">
        <w:t>Parti</w:t>
      </w:r>
      <w:r>
        <w:t xml:space="preserve"> !… </w:t>
      </w:r>
      <w:r w:rsidR="00855694" w:rsidRPr="009071AC">
        <w:t>murmurait-elle</w:t>
      </w:r>
      <w:r>
        <w:t xml:space="preserve">… </w:t>
      </w:r>
      <w:r w:rsidR="00855694" w:rsidRPr="009071AC">
        <w:t>sans penser à moi</w:t>
      </w:r>
      <w:r>
        <w:t xml:space="preserve"> !… </w:t>
      </w:r>
      <w:r w:rsidR="00855694" w:rsidRPr="009071AC">
        <w:t>Me croit-il donc comme les autres</w:t>
      </w:r>
      <w:r>
        <w:t xml:space="preserve"> !… </w:t>
      </w:r>
      <w:r w:rsidR="00855694" w:rsidRPr="009071AC">
        <w:t>Mais je le retrouverai</w:t>
      </w:r>
      <w:r>
        <w:t xml:space="preserve">… </w:t>
      </w:r>
      <w:r w:rsidR="00855694" w:rsidRPr="009071AC">
        <w:t>Ce Fortunat</w:t>
      </w:r>
      <w:r>
        <w:t xml:space="preserve">, </w:t>
      </w:r>
      <w:r w:rsidR="00855694" w:rsidRPr="009071AC">
        <w:t xml:space="preserve">qui cherchait des adresses pour </w:t>
      </w:r>
      <w:r>
        <w:t>M. de </w:t>
      </w:r>
      <w:proofErr w:type="spellStart"/>
      <w:r w:rsidR="00855694" w:rsidRPr="009071AC">
        <w:t>Chalusse</w:t>
      </w:r>
      <w:proofErr w:type="spellEnd"/>
      <w:r>
        <w:t xml:space="preserve">, </w:t>
      </w:r>
      <w:r w:rsidR="00855694" w:rsidRPr="009071AC">
        <w:t>me découvrira Pascal</w:t>
      </w:r>
      <w:r>
        <w:t>.</w:t>
      </w:r>
    </w:p>
    <w:p w14:paraId="78B32153" w14:textId="775CD526" w:rsidR="00855694" w:rsidRPr="009071AC" w:rsidRDefault="00855694" w:rsidP="00F635DB">
      <w:pPr>
        <w:pStyle w:val="Titre1"/>
      </w:pPr>
      <w:bookmarkStart w:id="13" w:name="_Toc202021411"/>
      <w:r w:rsidRPr="009071AC">
        <w:lastRenderedPageBreak/>
        <w:t>XIII</w:t>
      </w:r>
      <w:bookmarkEnd w:id="13"/>
      <w:r w:rsidRPr="009071AC">
        <w:br/>
      </w:r>
    </w:p>
    <w:p w14:paraId="73084A55" w14:textId="77777777" w:rsidR="00F635DB" w:rsidRDefault="00855694" w:rsidP="00F635DB">
      <w:r w:rsidRPr="009071AC">
        <w:t>Peu de gens se font une idée des successions qui</w:t>
      </w:r>
      <w:r w:rsidR="00F635DB">
        <w:t xml:space="preserve">, </w:t>
      </w:r>
      <w:r w:rsidRPr="009071AC">
        <w:t>chaque année</w:t>
      </w:r>
      <w:r w:rsidR="00F635DB">
        <w:t xml:space="preserve">, </w:t>
      </w:r>
      <w:r w:rsidRPr="009071AC">
        <w:t>faute d</w:t>
      </w:r>
      <w:r w:rsidR="00F635DB">
        <w:t>’</w:t>
      </w:r>
      <w:r w:rsidRPr="009071AC">
        <w:t>héritiers pour les recueillir</w:t>
      </w:r>
      <w:r w:rsidR="00F635DB">
        <w:t xml:space="preserve">, </w:t>
      </w:r>
      <w:r w:rsidRPr="009071AC">
        <w:t>font retour à l</w:t>
      </w:r>
      <w:r w:rsidR="00F635DB">
        <w:t>’</w:t>
      </w:r>
      <w:r w:rsidRPr="009071AC">
        <w:t>État</w:t>
      </w:r>
      <w:r w:rsidR="00F635DB">
        <w:t>.</w:t>
      </w:r>
    </w:p>
    <w:p w14:paraId="6A2BCAED" w14:textId="77777777" w:rsidR="00F635DB" w:rsidRDefault="00855694" w:rsidP="00F635DB">
      <w:r w:rsidRPr="009071AC">
        <w:t>Le Trésor perçoit ainsi chaque année des sommes considérables</w:t>
      </w:r>
      <w:r w:rsidR="00F635DB">
        <w:t>.</w:t>
      </w:r>
    </w:p>
    <w:p w14:paraId="155E0EF3" w14:textId="77777777" w:rsidR="00F635DB" w:rsidRDefault="00855694" w:rsidP="00F635DB">
      <w:r w:rsidRPr="009071AC">
        <w:t>Et cela se comprend</w:t>
      </w:r>
      <w:r w:rsidR="00F635DB">
        <w:t xml:space="preserve">, </w:t>
      </w:r>
      <w:r w:rsidRPr="009071AC">
        <w:t>à une époque où de plus en plus se relâchent les liens de la famille</w:t>
      </w:r>
      <w:r w:rsidR="00F635DB">
        <w:t xml:space="preserve">, </w:t>
      </w:r>
      <w:r w:rsidRPr="009071AC">
        <w:t>en un temps où chacun tire de son côté</w:t>
      </w:r>
      <w:r w:rsidR="00F635DB">
        <w:t xml:space="preserve">, </w:t>
      </w:r>
      <w:r w:rsidRPr="009071AC">
        <w:t>répudiant la solidarité jadis sacrée du nom et du sang</w:t>
      </w:r>
      <w:r w:rsidR="00F635DB">
        <w:t>.</w:t>
      </w:r>
    </w:p>
    <w:p w14:paraId="71C00ACA" w14:textId="77777777" w:rsidR="00F635DB" w:rsidRDefault="00855694" w:rsidP="00F635DB">
      <w:r w:rsidRPr="009071AC">
        <w:t>Les pères avaient cessé de se voir</w:t>
      </w:r>
      <w:r w:rsidR="00F635DB">
        <w:t xml:space="preserve">, </w:t>
      </w:r>
      <w:r w:rsidRPr="009071AC">
        <w:t>les enfants ne se connaissent plus</w:t>
      </w:r>
      <w:r w:rsidR="00F635DB">
        <w:t xml:space="preserve">, </w:t>
      </w:r>
      <w:r w:rsidRPr="009071AC">
        <w:t>à la seconde génération on est parfaitement étranger</w:t>
      </w:r>
      <w:r w:rsidR="00F635DB">
        <w:t>.</w:t>
      </w:r>
    </w:p>
    <w:p w14:paraId="6FCAFF46" w14:textId="77777777" w:rsidR="00F635DB" w:rsidRDefault="00855694" w:rsidP="00F635DB">
      <w:r w:rsidRPr="009071AC">
        <w:t>Le jeune homme que son humeur aventureuse entraîne loin du pays</w:t>
      </w:r>
      <w:r w:rsidR="00F635DB">
        <w:t xml:space="preserve">, </w:t>
      </w:r>
      <w:r w:rsidRPr="009071AC">
        <w:t>la jeune fille qui se marie contre le gré des siens</w:t>
      </w:r>
      <w:r w:rsidR="00F635DB">
        <w:t xml:space="preserve">, </w:t>
      </w:r>
      <w:r w:rsidRPr="009071AC">
        <w:t>cessent vite d</w:t>
      </w:r>
      <w:r w:rsidR="00F635DB">
        <w:t>’</w:t>
      </w:r>
      <w:r w:rsidRPr="009071AC">
        <w:t>exister</w:t>
      </w:r>
      <w:r w:rsidR="00F635DB">
        <w:t xml:space="preserve">. </w:t>
      </w:r>
      <w:r w:rsidRPr="009071AC">
        <w:t>Que deviennent-ils</w:t>
      </w:r>
      <w:r w:rsidR="00F635DB">
        <w:t xml:space="preserve"> ? </w:t>
      </w:r>
      <w:r w:rsidRPr="009071AC">
        <w:t>Nul ne s</w:t>
      </w:r>
      <w:r w:rsidR="00F635DB">
        <w:t>’</w:t>
      </w:r>
      <w:r w:rsidRPr="009071AC">
        <w:t>en inquiète</w:t>
      </w:r>
      <w:r w:rsidR="00F635DB">
        <w:t xml:space="preserve">. </w:t>
      </w:r>
      <w:r w:rsidRPr="009071AC">
        <w:t>Sont-ils heureux ou malheureux</w:t>
      </w:r>
      <w:r w:rsidR="00F635DB">
        <w:t xml:space="preserve">, </w:t>
      </w:r>
      <w:r w:rsidRPr="009071AC">
        <w:t>nul ne s</w:t>
      </w:r>
      <w:r w:rsidR="00F635DB">
        <w:t>’</w:t>
      </w:r>
      <w:r w:rsidRPr="009071AC">
        <w:t>en informe</w:t>
      </w:r>
      <w:r w:rsidR="00F635DB">
        <w:t xml:space="preserve">, </w:t>
      </w:r>
      <w:r w:rsidRPr="009071AC">
        <w:t>tremblant de provoquer quelque demande de secours</w:t>
      </w:r>
      <w:r w:rsidR="00F635DB">
        <w:t>.</w:t>
      </w:r>
    </w:p>
    <w:p w14:paraId="5245D69A" w14:textId="77777777" w:rsidR="00F635DB" w:rsidRDefault="00855694" w:rsidP="00F635DB">
      <w:r w:rsidRPr="009071AC">
        <w:t>Oubliés</w:t>
      </w:r>
      <w:r w:rsidR="00F635DB">
        <w:t xml:space="preserve">, </w:t>
      </w:r>
      <w:r w:rsidRPr="009071AC">
        <w:t>ces aventureux oublient</w:t>
      </w:r>
      <w:r w:rsidR="00F635DB">
        <w:t xml:space="preserve">, </w:t>
      </w:r>
      <w:r w:rsidRPr="009071AC">
        <w:t>et si la fortune leur a souri</w:t>
      </w:r>
      <w:r w:rsidR="00F635DB">
        <w:t xml:space="preserve">, </w:t>
      </w:r>
      <w:r w:rsidRPr="009071AC">
        <w:t>ils se gardent bien d</w:t>
      </w:r>
      <w:r w:rsidR="00F635DB">
        <w:t>’</w:t>
      </w:r>
      <w:r w:rsidRPr="009071AC">
        <w:t>en donner avis à la famille</w:t>
      </w:r>
      <w:r w:rsidR="00F635DB">
        <w:t xml:space="preserve">. </w:t>
      </w:r>
      <w:r w:rsidRPr="009071AC">
        <w:t>Pauvres</w:t>
      </w:r>
      <w:r w:rsidR="00F635DB">
        <w:t xml:space="preserve">, </w:t>
      </w:r>
      <w:r w:rsidRPr="009071AC">
        <w:t>ils ont été reniés</w:t>
      </w:r>
      <w:r w:rsidR="00F635DB">
        <w:t xml:space="preserve"> ; </w:t>
      </w:r>
      <w:r w:rsidRPr="009071AC">
        <w:t>riches</w:t>
      </w:r>
      <w:r w:rsidR="00F635DB">
        <w:t xml:space="preserve">, </w:t>
      </w:r>
      <w:r w:rsidRPr="009071AC">
        <w:t>ils renient</w:t>
      </w:r>
      <w:r w:rsidR="00F635DB">
        <w:t xml:space="preserve">. </w:t>
      </w:r>
      <w:r w:rsidRPr="009071AC">
        <w:t>S</w:t>
      </w:r>
      <w:r w:rsidR="00F635DB">
        <w:t>’</w:t>
      </w:r>
      <w:r w:rsidRPr="009071AC">
        <w:t>étant enrichis seuls et sans aide</w:t>
      </w:r>
      <w:r w:rsidR="00F635DB">
        <w:t xml:space="preserve">, </w:t>
      </w:r>
      <w:r w:rsidRPr="009071AC">
        <w:t>ils éprouvent une égoïste satisfaction à dépenser seuls et à leur guise leurs revenus</w:t>
      </w:r>
      <w:r w:rsidR="00F635DB">
        <w:t>.</w:t>
      </w:r>
    </w:p>
    <w:p w14:paraId="1EC0299E" w14:textId="77777777" w:rsidR="00F635DB" w:rsidRDefault="00855694" w:rsidP="00F635DB">
      <w:r w:rsidRPr="009071AC">
        <w:t>Qu</w:t>
      </w:r>
      <w:r w:rsidR="00F635DB">
        <w:t>’</w:t>
      </w:r>
      <w:r w:rsidRPr="009071AC">
        <w:t>un de ces abandonnés meure</w:t>
      </w:r>
      <w:r w:rsidR="00F635DB">
        <w:t xml:space="preserve">, </w:t>
      </w:r>
      <w:r w:rsidRPr="009071AC">
        <w:t>cependant</w:t>
      </w:r>
      <w:r w:rsidR="00F635DB">
        <w:t xml:space="preserve">, </w:t>
      </w:r>
      <w:r w:rsidRPr="009071AC">
        <w:t>qu</w:t>
      </w:r>
      <w:r w:rsidR="00F635DB">
        <w:t>’</w:t>
      </w:r>
      <w:r w:rsidRPr="009071AC">
        <w:t>arrive-t-il</w:t>
      </w:r>
      <w:r w:rsidR="00F635DB">
        <w:t xml:space="preserve"> ? </w:t>
      </w:r>
      <w:r w:rsidRPr="009071AC">
        <w:t>Les domestiques et les gens qui ont entouré son agonie profitent et abusent de son isolement</w:t>
      </w:r>
      <w:r w:rsidR="00F635DB">
        <w:t xml:space="preserve">, </w:t>
      </w:r>
      <w:r w:rsidRPr="009071AC">
        <w:t>et c</w:t>
      </w:r>
      <w:r w:rsidR="00F635DB">
        <w:t>’</w:t>
      </w:r>
      <w:r w:rsidRPr="009071AC">
        <w:t xml:space="preserve">est quand tout ce </w:t>
      </w:r>
      <w:r w:rsidRPr="009071AC">
        <w:lastRenderedPageBreak/>
        <w:t>qui était prenable a été pris</w:t>
      </w:r>
      <w:r w:rsidR="00F635DB">
        <w:t xml:space="preserve">, </w:t>
      </w:r>
      <w:r w:rsidRPr="009071AC">
        <w:t>que le juge de paix présent appose les scellés</w:t>
      </w:r>
      <w:r w:rsidR="00F635DB">
        <w:t>.</w:t>
      </w:r>
    </w:p>
    <w:p w14:paraId="7771580E" w14:textId="77777777" w:rsidR="00F635DB" w:rsidRDefault="00855694" w:rsidP="00F635DB">
      <w:r w:rsidRPr="009071AC">
        <w:t>Bientôt la levée de ces scellés est requise par des intéressés</w:t>
      </w:r>
      <w:r w:rsidR="00F635DB">
        <w:t xml:space="preserve">, </w:t>
      </w:r>
      <w:r w:rsidRPr="009071AC">
        <w:t>créanciers ou serviteurs</w:t>
      </w:r>
      <w:r w:rsidR="00F635DB">
        <w:t xml:space="preserve">, </w:t>
      </w:r>
      <w:r w:rsidRPr="009071AC">
        <w:t>on procède à un inventaire</w:t>
      </w:r>
      <w:r w:rsidR="00F635DB">
        <w:t xml:space="preserve">, </w:t>
      </w:r>
      <w:r w:rsidRPr="009071AC">
        <w:t>et après quelques formalités</w:t>
      </w:r>
      <w:r w:rsidR="00F635DB">
        <w:t xml:space="preserve">, </w:t>
      </w:r>
      <w:r w:rsidRPr="009071AC">
        <w:t>nul héritier ne se présentant</w:t>
      </w:r>
      <w:r w:rsidR="00F635DB">
        <w:t xml:space="preserve">, </w:t>
      </w:r>
      <w:r w:rsidRPr="009071AC">
        <w:t>le tribunal déclare la succession vacante et lui nomme un curateur</w:t>
      </w:r>
      <w:r w:rsidR="00F635DB">
        <w:t>.</w:t>
      </w:r>
    </w:p>
    <w:p w14:paraId="4754E2D7" w14:textId="77777777" w:rsidR="00F635DB" w:rsidRDefault="00855694" w:rsidP="00F635DB">
      <w:r w:rsidRPr="009071AC">
        <w:t>Les fonctions de ce curateur sont simples</w:t>
      </w:r>
      <w:r w:rsidR="00F635DB">
        <w:t xml:space="preserve"> : </w:t>
      </w:r>
      <w:r w:rsidRPr="009071AC">
        <w:t>il administre la succession et en verse les revenus au Trésor</w:t>
      </w:r>
      <w:r w:rsidR="00F635DB">
        <w:t xml:space="preserve">, </w:t>
      </w:r>
      <w:r w:rsidRPr="009071AC">
        <w:t>jusqu</w:t>
      </w:r>
      <w:r w:rsidR="00F635DB">
        <w:t>’</w:t>
      </w:r>
      <w:r w:rsidRPr="009071AC">
        <w:t>au jour où un jugement la déclare acquise</w:t>
      </w:r>
      <w:r w:rsidR="00F635DB">
        <w:t xml:space="preserve">, </w:t>
      </w:r>
      <w:r w:rsidRPr="009071AC">
        <w:t>sauf recours des héritiers qui se présenteraient</w:t>
      </w:r>
      <w:r w:rsidR="00F635DB">
        <w:t>.</w:t>
      </w:r>
    </w:p>
    <w:p w14:paraId="74ACDF0F" w14:textId="77777777" w:rsidR="00F635DB" w:rsidRDefault="00F635DB" w:rsidP="00F635DB">
      <w:r>
        <w:t>— </w:t>
      </w:r>
      <w:r w:rsidR="00855694" w:rsidRPr="009071AC">
        <w:t>Que n</w:t>
      </w:r>
      <w:r>
        <w:t>’</w:t>
      </w:r>
      <w:r w:rsidR="00855694" w:rsidRPr="009071AC">
        <w:t>ai-je la vingtième partie de ce qui se perd ainsi</w:t>
      </w:r>
      <w:r>
        <w:t xml:space="preserve">, </w:t>
      </w:r>
      <w:r w:rsidR="00855694" w:rsidRPr="009071AC">
        <w:t>s</w:t>
      </w:r>
      <w:r>
        <w:t>’</w:t>
      </w:r>
      <w:r w:rsidR="00855694" w:rsidRPr="009071AC">
        <w:t>écriait il y a une vingtaine d</w:t>
      </w:r>
      <w:r>
        <w:t>’</w:t>
      </w:r>
      <w:r w:rsidR="00855694" w:rsidRPr="009071AC">
        <w:t>années un homme intelligent</w:t>
      </w:r>
      <w:r>
        <w:t xml:space="preserve">, </w:t>
      </w:r>
      <w:r w:rsidR="00855694" w:rsidRPr="009071AC">
        <w:t>ma fortune serait vite faite</w:t>
      </w:r>
      <w:r>
        <w:t>.</w:t>
      </w:r>
    </w:p>
    <w:p w14:paraId="4E9EC6E7" w14:textId="77777777" w:rsidR="00F635DB" w:rsidRDefault="00855694" w:rsidP="00F635DB">
      <w:r w:rsidRPr="009071AC">
        <w:t>L</w:t>
      </w:r>
      <w:r w:rsidR="00F635DB">
        <w:t>’</w:t>
      </w:r>
      <w:r w:rsidRPr="009071AC">
        <w:t xml:space="preserve">homme qui disait cela se nommait Antoine </w:t>
      </w:r>
      <w:proofErr w:type="spellStart"/>
      <w:r w:rsidRPr="009071AC">
        <w:t>Vaudoré</w:t>
      </w:r>
      <w:proofErr w:type="spellEnd"/>
      <w:r w:rsidR="00F635DB">
        <w:t xml:space="preserve">, </w:t>
      </w:r>
      <w:r w:rsidRPr="009071AC">
        <w:t>et tout Paris l</w:t>
      </w:r>
      <w:r w:rsidR="00F635DB">
        <w:t>’</w:t>
      </w:r>
      <w:r w:rsidRPr="009071AC">
        <w:t>a connu</w:t>
      </w:r>
      <w:r w:rsidR="00F635DB">
        <w:t xml:space="preserve">, </w:t>
      </w:r>
      <w:r w:rsidRPr="009071AC">
        <w:t>car il fut un moment célèbre</w:t>
      </w:r>
      <w:r w:rsidR="00F635DB">
        <w:t xml:space="preserve">, </w:t>
      </w:r>
      <w:r w:rsidRPr="009071AC">
        <w:t xml:space="preserve">lors du procès </w:t>
      </w:r>
      <w:proofErr w:type="spellStart"/>
      <w:r w:rsidRPr="009071AC">
        <w:t>Riscara</w:t>
      </w:r>
      <w:proofErr w:type="spellEnd"/>
      <w:r w:rsidR="00F635DB">
        <w:t xml:space="preserve">, </w:t>
      </w:r>
      <w:r w:rsidRPr="009071AC">
        <w:t>où il joua</w:t>
      </w:r>
      <w:r w:rsidR="00F635DB">
        <w:t xml:space="preserve">, </w:t>
      </w:r>
      <w:r w:rsidRPr="009071AC">
        <w:t>lui si fin</w:t>
      </w:r>
      <w:r w:rsidR="00F635DB">
        <w:t xml:space="preserve">, </w:t>
      </w:r>
      <w:r w:rsidRPr="009071AC">
        <w:t>un rôle de dupe stupide</w:t>
      </w:r>
      <w:r w:rsidR="00F635DB">
        <w:t>.</w:t>
      </w:r>
    </w:p>
    <w:p w14:paraId="344E309F" w14:textId="77777777" w:rsidR="00F635DB" w:rsidRDefault="00855694" w:rsidP="00F635DB">
      <w:r w:rsidRPr="009071AC">
        <w:t>L</w:t>
      </w:r>
      <w:r w:rsidR="00F635DB">
        <w:t>’</w:t>
      </w:r>
      <w:r w:rsidRPr="009071AC">
        <w:t>idée qui lui était venue à la suite de son exclamation</w:t>
      </w:r>
      <w:r w:rsidR="00F635DB">
        <w:t xml:space="preserve">, </w:t>
      </w:r>
      <w:proofErr w:type="spellStart"/>
      <w:r w:rsidRPr="009071AC">
        <w:t>Vaudoré</w:t>
      </w:r>
      <w:proofErr w:type="spellEnd"/>
      <w:r w:rsidRPr="009071AC">
        <w:t xml:space="preserve"> se garda bien de l</w:t>
      </w:r>
      <w:r w:rsidR="00F635DB">
        <w:t>’</w:t>
      </w:r>
      <w:r w:rsidRPr="009071AC">
        <w:t>ébruiter</w:t>
      </w:r>
      <w:r w:rsidR="00F635DB">
        <w:t xml:space="preserve">. </w:t>
      </w:r>
      <w:r w:rsidRPr="009071AC">
        <w:t>Six mois durant il la porta dans sa cervelle</w:t>
      </w:r>
      <w:r w:rsidR="00F635DB">
        <w:t xml:space="preserve">, </w:t>
      </w:r>
      <w:r w:rsidRPr="009071AC">
        <w:t>l</w:t>
      </w:r>
      <w:r w:rsidR="00F635DB">
        <w:t>’</w:t>
      </w:r>
      <w:r w:rsidRPr="009071AC">
        <w:t>étudiant</w:t>
      </w:r>
      <w:r w:rsidR="00F635DB">
        <w:t xml:space="preserve">, </w:t>
      </w:r>
      <w:r w:rsidRPr="009071AC">
        <w:t>la creusant</w:t>
      </w:r>
      <w:r w:rsidR="00F635DB">
        <w:t xml:space="preserve">, </w:t>
      </w:r>
      <w:r w:rsidRPr="009071AC">
        <w:t>l</w:t>
      </w:r>
      <w:r w:rsidR="00F635DB">
        <w:t>’</w:t>
      </w:r>
      <w:r w:rsidRPr="009071AC">
        <w:t>examinant sous toutes ses faces</w:t>
      </w:r>
      <w:r w:rsidR="00F635DB">
        <w:t xml:space="preserve">, </w:t>
      </w:r>
      <w:r w:rsidRPr="009071AC">
        <w:t>en pesant le fort et le faible</w:t>
      </w:r>
      <w:r w:rsidR="00F635DB">
        <w:t>.</w:t>
      </w:r>
    </w:p>
    <w:p w14:paraId="0548BF7D" w14:textId="77777777" w:rsidR="00F635DB" w:rsidRDefault="00855694" w:rsidP="00F635DB">
      <w:r w:rsidRPr="009071AC">
        <w:t>À la fin</w:t>
      </w:r>
      <w:r w:rsidR="00F635DB">
        <w:t xml:space="preserve">, </w:t>
      </w:r>
      <w:r w:rsidRPr="009071AC">
        <w:t>il la reconnut bonne à exploiter</w:t>
      </w:r>
      <w:r w:rsidR="00F635DB">
        <w:t>.</w:t>
      </w:r>
    </w:p>
    <w:p w14:paraId="7E78C754" w14:textId="77777777" w:rsidR="00F635DB" w:rsidRDefault="00855694" w:rsidP="00F635DB">
      <w:r w:rsidRPr="009071AC">
        <w:t>Et cette année même</w:t>
      </w:r>
      <w:r w:rsidR="00F635DB">
        <w:t xml:space="preserve">, </w:t>
      </w:r>
      <w:r w:rsidRPr="009071AC">
        <w:t>aidé de quelques capitaux qu</w:t>
      </w:r>
      <w:r w:rsidR="00F635DB">
        <w:t>’</w:t>
      </w:r>
      <w:r w:rsidRPr="009071AC">
        <w:t>il prit on ne sait où</w:t>
      </w:r>
      <w:r w:rsidR="00F635DB">
        <w:t xml:space="preserve">, </w:t>
      </w:r>
      <w:r w:rsidRPr="009071AC">
        <w:t>il créait pour des besoins nouveaux une industrie nouvelle</w:t>
      </w:r>
      <w:r w:rsidR="00F635DB">
        <w:t xml:space="preserve">, </w:t>
      </w:r>
      <w:r w:rsidRPr="009071AC">
        <w:t>inconnue et étrange</w:t>
      </w:r>
      <w:r w:rsidR="00F635DB">
        <w:t>.</w:t>
      </w:r>
    </w:p>
    <w:p w14:paraId="43ED0B61" w14:textId="52E6E1FF" w:rsidR="00F635DB" w:rsidRDefault="00855694" w:rsidP="00F635DB">
      <w:r w:rsidRPr="009071AC">
        <w:t xml:space="preserve">Antoine </w:t>
      </w:r>
      <w:proofErr w:type="spellStart"/>
      <w:r w:rsidRPr="009071AC">
        <w:t>Vaudoré</w:t>
      </w:r>
      <w:proofErr w:type="spellEnd"/>
      <w:r w:rsidRPr="009071AC">
        <w:t xml:space="preserve"> fut le premier dénicheur</w:t>
      </w:r>
      <w:r w:rsidR="00F635DB">
        <w:t xml:space="preserve">, </w:t>
      </w:r>
      <w:r w:rsidRPr="009071AC">
        <w:t>ou plutôt</w:t>
      </w:r>
      <w:r w:rsidR="00F635DB">
        <w:t xml:space="preserve">, </w:t>
      </w:r>
      <w:r w:rsidRPr="009071AC">
        <w:t>pour employer l</w:t>
      </w:r>
      <w:r w:rsidR="00F635DB">
        <w:t>’</w:t>
      </w:r>
      <w:r w:rsidRPr="009071AC">
        <w:t>expression consacrée</w:t>
      </w:r>
      <w:r w:rsidR="00F635DB">
        <w:t xml:space="preserve">, </w:t>
      </w:r>
      <w:r w:rsidRPr="009071AC">
        <w:t xml:space="preserve">le premier </w:t>
      </w:r>
      <w:r w:rsidR="00F635DB">
        <w:t>« </w:t>
      </w:r>
      <w:r w:rsidRPr="009071AC">
        <w:t>pisteur d</w:t>
      </w:r>
      <w:r w:rsidR="00F635DB">
        <w:t>’</w:t>
      </w:r>
      <w:r w:rsidRPr="009071AC">
        <w:t>héritages</w:t>
      </w:r>
      <w:r w:rsidR="00F635DB">
        <w:t>. »</w:t>
      </w:r>
    </w:p>
    <w:p w14:paraId="2FD908A1" w14:textId="77777777" w:rsidR="00F635DB" w:rsidRDefault="00855694" w:rsidP="00F635DB">
      <w:r w:rsidRPr="009071AC">
        <w:t>Ce métier n</w:t>
      </w:r>
      <w:r w:rsidR="00F635DB">
        <w:t>’</w:t>
      </w:r>
      <w:r w:rsidRPr="009071AC">
        <w:t>est pas</w:t>
      </w:r>
      <w:r w:rsidR="00F635DB">
        <w:t xml:space="preserve">, </w:t>
      </w:r>
      <w:r w:rsidRPr="009071AC">
        <w:t>il s</w:t>
      </w:r>
      <w:r w:rsidR="00F635DB">
        <w:t>’</w:t>
      </w:r>
      <w:r w:rsidRPr="009071AC">
        <w:t>en faut</w:t>
      </w:r>
      <w:r w:rsidR="00F635DB">
        <w:t xml:space="preserve">, </w:t>
      </w:r>
      <w:r w:rsidRPr="009071AC">
        <w:t>métier de fainéant</w:t>
      </w:r>
      <w:r w:rsidR="00F635DB">
        <w:t>.</w:t>
      </w:r>
    </w:p>
    <w:p w14:paraId="385E08EA" w14:textId="77777777" w:rsidR="00F635DB" w:rsidRDefault="00855694" w:rsidP="00F635DB">
      <w:r w:rsidRPr="009071AC">
        <w:lastRenderedPageBreak/>
        <w:t>Il exige de qui veut l</w:t>
      </w:r>
      <w:r w:rsidR="00F635DB">
        <w:t>’</w:t>
      </w:r>
      <w:r w:rsidRPr="009071AC">
        <w:t>exercer fructueusement des qualités particulières</w:t>
      </w:r>
      <w:r w:rsidR="00F635DB">
        <w:t xml:space="preserve">, </w:t>
      </w:r>
      <w:r w:rsidRPr="009071AC">
        <w:t>des aptitudes spéciales</w:t>
      </w:r>
      <w:r w:rsidR="00F635DB">
        <w:t xml:space="preserve">, </w:t>
      </w:r>
      <w:r w:rsidRPr="009071AC">
        <w:t>une activité convulsive</w:t>
      </w:r>
      <w:r w:rsidR="00F635DB">
        <w:t xml:space="preserve">, </w:t>
      </w:r>
      <w:r w:rsidRPr="009071AC">
        <w:t>de l</w:t>
      </w:r>
      <w:r w:rsidR="00F635DB">
        <w:t>’</w:t>
      </w:r>
      <w:r w:rsidRPr="009071AC">
        <w:t>énergie</w:t>
      </w:r>
      <w:r w:rsidR="00F635DB">
        <w:t xml:space="preserve">, </w:t>
      </w:r>
      <w:r w:rsidRPr="009071AC">
        <w:t>de la souplesse et de l</w:t>
      </w:r>
      <w:r w:rsidR="00F635DB">
        <w:t>’</w:t>
      </w:r>
      <w:r w:rsidRPr="009071AC">
        <w:t>audace</w:t>
      </w:r>
      <w:r w:rsidR="00F635DB">
        <w:t xml:space="preserve">, </w:t>
      </w:r>
      <w:r w:rsidRPr="009071AC">
        <w:t>beaucoup d</w:t>
      </w:r>
      <w:r w:rsidR="00F635DB">
        <w:t>’</w:t>
      </w:r>
      <w:r w:rsidRPr="009071AC">
        <w:t>entregent et les connaissances les plus variées</w:t>
      </w:r>
      <w:r w:rsidR="00F635DB">
        <w:t>.</w:t>
      </w:r>
    </w:p>
    <w:p w14:paraId="3B9AFCB3" w14:textId="77777777" w:rsidR="00F635DB" w:rsidRDefault="00855694" w:rsidP="00F635DB">
      <w:r w:rsidRPr="009071AC">
        <w:t>Le pisteur d</w:t>
      </w:r>
      <w:r w:rsidR="00F635DB">
        <w:t>’</w:t>
      </w:r>
      <w:r w:rsidRPr="009071AC">
        <w:t>héritages doit avoir la témérité du joueur et le sang-froid du duelliste</w:t>
      </w:r>
      <w:r w:rsidR="00F635DB">
        <w:t xml:space="preserve">, </w:t>
      </w:r>
      <w:r w:rsidRPr="009071AC">
        <w:t>le flair et la patience de l</w:t>
      </w:r>
      <w:r w:rsidR="00F635DB">
        <w:t>’</w:t>
      </w:r>
      <w:r w:rsidRPr="009071AC">
        <w:t>agent de police</w:t>
      </w:r>
      <w:r w:rsidR="00F635DB">
        <w:t xml:space="preserve">, </w:t>
      </w:r>
      <w:r w:rsidRPr="009071AC">
        <w:t>les ressources et les ruses de l</w:t>
      </w:r>
      <w:r w:rsidR="00F635DB">
        <w:t>’</w:t>
      </w:r>
      <w:r w:rsidRPr="009071AC">
        <w:t>avoué le plus retors</w:t>
      </w:r>
      <w:r w:rsidR="00F635DB">
        <w:t>…</w:t>
      </w:r>
    </w:p>
    <w:p w14:paraId="157195A3" w14:textId="77777777" w:rsidR="00F635DB" w:rsidRDefault="00855694" w:rsidP="00F635DB">
      <w:r w:rsidRPr="009071AC">
        <w:t>Décrire cette profession et en désarticuler les rouages est plus facile que de l</w:t>
      </w:r>
      <w:r w:rsidR="00F635DB">
        <w:t>’</w:t>
      </w:r>
      <w:r w:rsidRPr="009071AC">
        <w:t>exercer</w:t>
      </w:r>
      <w:r w:rsidR="00F635DB">
        <w:t>.</w:t>
      </w:r>
    </w:p>
    <w:p w14:paraId="5A478A4B" w14:textId="77777777" w:rsidR="00F635DB" w:rsidRDefault="00855694" w:rsidP="00F635DB">
      <w:r w:rsidRPr="009071AC">
        <w:t>Pour commencer</w:t>
      </w:r>
      <w:r w:rsidR="00F635DB">
        <w:t xml:space="preserve">, </w:t>
      </w:r>
      <w:r w:rsidRPr="009071AC">
        <w:t>ce chasseur d</w:t>
      </w:r>
      <w:r w:rsidR="00F635DB">
        <w:t>’</w:t>
      </w:r>
      <w:r w:rsidRPr="009071AC">
        <w:t>une espèce particulière doit se tenir très au courant des successions vacantes</w:t>
      </w:r>
      <w:r w:rsidR="00F635DB">
        <w:t xml:space="preserve">, </w:t>
      </w:r>
      <w:r w:rsidRPr="009071AC">
        <w:t>et il en a connaissance près du tribunal</w:t>
      </w:r>
      <w:r w:rsidR="00F635DB">
        <w:t xml:space="preserve">, </w:t>
      </w:r>
      <w:r w:rsidRPr="009071AC">
        <w:t>soit qu</w:t>
      </w:r>
      <w:r w:rsidR="00F635DB">
        <w:t>’</w:t>
      </w:r>
      <w:r w:rsidRPr="009071AC">
        <w:t>il suive les audiences</w:t>
      </w:r>
      <w:r w:rsidR="00F635DB">
        <w:t xml:space="preserve">, </w:t>
      </w:r>
      <w:r w:rsidRPr="009071AC">
        <w:t>soit qu</w:t>
      </w:r>
      <w:r w:rsidR="00F635DB">
        <w:t>’</w:t>
      </w:r>
      <w:r w:rsidRPr="009071AC">
        <w:t>il tire ses renseignements des greffiers et des huissiers</w:t>
      </w:r>
      <w:r w:rsidR="00F635DB">
        <w:t>.</w:t>
      </w:r>
    </w:p>
    <w:p w14:paraId="32612EF9" w14:textId="77777777" w:rsidR="00F635DB" w:rsidRDefault="00855694" w:rsidP="00F635DB">
      <w:r w:rsidRPr="009071AC">
        <w:t>Est-il averti qu</w:t>
      </w:r>
      <w:r w:rsidR="00F635DB">
        <w:t>’</w:t>
      </w:r>
      <w:r w:rsidRPr="009071AC">
        <w:t>un homme vient de mourir sans héritiers connus</w:t>
      </w:r>
      <w:r w:rsidR="00F635DB">
        <w:t> ?…</w:t>
      </w:r>
    </w:p>
    <w:p w14:paraId="0A0500FF" w14:textId="77777777" w:rsidR="00F635DB" w:rsidRDefault="00855694" w:rsidP="00F635DB">
      <w:r w:rsidRPr="009071AC">
        <w:t>Vite il se préoccupe de savoir ce qu</w:t>
      </w:r>
      <w:r w:rsidR="00F635DB">
        <w:t>’</w:t>
      </w:r>
      <w:r w:rsidRPr="009071AC">
        <w:t>il laisse et si le jeu vaut la chandelle</w:t>
      </w:r>
      <w:r w:rsidR="00F635DB">
        <w:t>.</w:t>
      </w:r>
    </w:p>
    <w:p w14:paraId="1BEE188D" w14:textId="77777777" w:rsidR="00F635DB" w:rsidRDefault="00855694" w:rsidP="00F635DB">
      <w:r w:rsidRPr="009071AC">
        <w:t>Lui est-il prouvé que la succession couvrira les frais</w:t>
      </w:r>
      <w:r w:rsidR="00F635DB">
        <w:t xml:space="preserve"> ?… </w:t>
      </w:r>
      <w:r w:rsidRPr="009071AC">
        <w:t>Il commence ses opérations</w:t>
      </w:r>
      <w:r w:rsidR="00F635DB">
        <w:t>.</w:t>
      </w:r>
    </w:p>
    <w:p w14:paraId="1D63D4BB" w14:textId="77777777" w:rsidR="00F635DB" w:rsidRDefault="00855694" w:rsidP="00F635DB">
      <w:r w:rsidRPr="009071AC">
        <w:t>Ce qu</w:t>
      </w:r>
      <w:r w:rsidR="00F635DB">
        <w:t>’</w:t>
      </w:r>
      <w:r w:rsidRPr="009071AC">
        <w:t>il lui faut avant tout et surtout</w:t>
      </w:r>
      <w:r w:rsidR="00F635DB">
        <w:t xml:space="preserve">, </w:t>
      </w:r>
      <w:r w:rsidRPr="009071AC">
        <w:t>c</w:t>
      </w:r>
      <w:r w:rsidR="00F635DB">
        <w:t>’</w:t>
      </w:r>
      <w:r w:rsidRPr="009071AC">
        <w:t>est le nom du défunt</w:t>
      </w:r>
      <w:r w:rsidR="00F635DB">
        <w:t xml:space="preserve"> ; </w:t>
      </w:r>
      <w:r w:rsidRPr="009071AC">
        <w:t>ses prénoms</w:t>
      </w:r>
      <w:r w:rsidR="00F635DB">
        <w:t xml:space="preserve">, </w:t>
      </w:r>
      <w:r w:rsidRPr="009071AC">
        <w:t>ses sobriquets s</w:t>
      </w:r>
      <w:r w:rsidR="00F635DB">
        <w:t>’</w:t>
      </w:r>
      <w:r w:rsidRPr="009071AC">
        <w:t>il en avait</w:t>
      </w:r>
      <w:r w:rsidR="00F635DB">
        <w:t xml:space="preserve">, </w:t>
      </w:r>
      <w:r w:rsidRPr="009071AC">
        <w:t>son signalement et son âge</w:t>
      </w:r>
      <w:r w:rsidR="00F635DB">
        <w:t xml:space="preserve">. </w:t>
      </w:r>
      <w:r w:rsidRPr="009071AC">
        <w:t>Il est facile de se procurer ces informations</w:t>
      </w:r>
      <w:r w:rsidR="00F635DB">
        <w:t xml:space="preserve">. </w:t>
      </w:r>
      <w:r w:rsidRPr="009071AC">
        <w:t>Ce qu</w:t>
      </w:r>
      <w:r w:rsidR="00F635DB">
        <w:t>’</w:t>
      </w:r>
      <w:r w:rsidRPr="009071AC">
        <w:t>il est plus malaisé de connaître</w:t>
      </w:r>
      <w:r w:rsidR="00F635DB">
        <w:t xml:space="preserve">, </w:t>
      </w:r>
      <w:r w:rsidRPr="009071AC">
        <w:t>c</w:t>
      </w:r>
      <w:r w:rsidR="00F635DB">
        <w:t>’</w:t>
      </w:r>
      <w:r w:rsidRPr="009071AC">
        <w:t>est le lieu de naissance du mort</w:t>
      </w:r>
      <w:r w:rsidR="00F635DB">
        <w:t xml:space="preserve">, </w:t>
      </w:r>
      <w:r w:rsidRPr="009071AC">
        <w:t>sa ou ses professions</w:t>
      </w:r>
      <w:r w:rsidR="00F635DB">
        <w:t xml:space="preserve">, </w:t>
      </w:r>
      <w:r w:rsidRPr="009071AC">
        <w:t>quels pays il a habités</w:t>
      </w:r>
      <w:r w:rsidR="00F635DB">
        <w:t xml:space="preserve">, </w:t>
      </w:r>
      <w:r w:rsidRPr="009071AC">
        <w:t>ses goûts</w:t>
      </w:r>
      <w:r w:rsidR="00F635DB">
        <w:t xml:space="preserve">, </w:t>
      </w:r>
      <w:r w:rsidRPr="009071AC">
        <w:t>ses façons de vivre</w:t>
      </w:r>
      <w:r w:rsidR="00F635DB">
        <w:t xml:space="preserve">, </w:t>
      </w:r>
      <w:r w:rsidRPr="009071AC">
        <w:t>en un mot tout ce qui constitue une biographie</w:t>
      </w:r>
      <w:r w:rsidR="00F635DB">
        <w:t>.</w:t>
      </w:r>
    </w:p>
    <w:p w14:paraId="79EF5809" w14:textId="77777777" w:rsidR="00F635DB" w:rsidRDefault="00855694" w:rsidP="00F635DB">
      <w:r w:rsidRPr="009071AC">
        <w:t>Muni de ces éléments indispensables</w:t>
      </w:r>
      <w:r w:rsidR="00F635DB">
        <w:t xml:space="preserve">, </w:t>
      </w:r>
      <w:r w:rsidRPr="009071AC">
        <w:t>le pisteur se met en campagne prudemment</w:t>
      </w:r>
      <w:r w:rsidR="00F635DB">
        <w:t xml:space="preserve">, </w:t>
      </w:r>
      <w:r w:rsidRPr="009071AC">
        <w:t>car il lui importe de ne pas donner l</w:t>
      </w:r>
      <w:r w:rsidR="00F635DB">
        <w:t>’</w:t>
      </w:r>
      <w:r w:rsidRPr="009071AC">
        <w:t>éveil</w:t>
      </w:r>
      <w:r w:rsidR="00F635DB">
        <w:t>.</w:t>
      </w:r>
    </w:p>
    <w:p w14:paraId="261C86FC" w14:textId="77777777" w:rsidR="00F635DB" w:rsidRDefault="00855694" w:rsidP="00F635DB">
      <w:r w:rsidRPr="009071AC">
        <w:lastRenderedPageBreak/>
        <w:t>L</w:t>
      </w:r>
      <w:r w:rsidR="00F635DB">
        <w:t>’</w:t>
      </w:r>
      <w:r w:rsidRPr="009071AC">
        <w:t>agent de la sûreté suivant l</w:t>
      </w:r>
      <w:r w:rsidR="00F635DB">
        <w:t>’</w:t>
      </w:r>
      <w:r w:rsidRPr="009071AC">
        <w:t>enquête du crime</w:t>
      </w:r>
      <w:r w:rsidR="00F635DB">
        <w:t xml:space="preserve">, </w:t>
      </w:r>
      <w:r w:rsidRPr="009071AC">
        <w:t>ne procède pas avec une plus méticuleuse circonspection</w:t>
      </w:r>
      <w:r w:rsidR="00F635DB">
        <w:t xml:space="preserve">, </w:t>
      </w:r>
      <w:r w:rsidRPr="009071AC">
        <w:t>il n</w:t>
      </w:r>
      <w:r w:rsidR="00F635DB">
        <w:t>’</w:t>
      </w:r>
      <w:r w:rsidRPr="009071AC">
        <w:t>est ni si patient</w:t>
      </w:r>
      <w:r w:rsidR="00F635DB">
        <w:t xml:space="preserve">, </w:t>
      </w:r>
      <w:r w:rsidRPr="009071AC">
        <w:t>ni si tenace</w:t>
      </w:r>
      <w:r w:rsidR="00F635DB">
        <w:t xml:space="preserve">, </w:t>
      </w:r>
      <w:r w:rsidRPr="009071AC">
        <w:t>ni si ingénieux</w:t>
      </w:r>
      <w:r w:rsidR="00F635DB">
        <w:t>.</w:t>
      </w:r>
    </w:p>
    <w:p w14:paraId="74F1E8B4" w14:textId="77777777" w:rsidR="00F635DB" w:rsidRDefault="00855694" w:rsidP="00F635DB">
      <w:r w:rsidRPr="009071AC">
        <w:t>C</w:t>
      </w:r>
      <w:r w:rsidR="00F635DB">
        <w:t>’</w:t>
      </w:r>
      <w:r w:rsidRPr="009071AC">
        <w:t>est merveille d</w:t>
      </w:r>
      <w:r w:rsidR="00F635DB">
        <w:t>’</w:t>
      </w:r>
      <w:r w:rsidRPr="009071AC">
        <w:t>étudier l</w:t>
      </w:r>
      <w:r w:rsidR="00F635DB">
        <w:t>’</w:t>
      </w:r>
      <w:r w:rsidRPr="009071AC">
        <w:t>incomparable adresse que déploie le pisteur pour remonter la vie de l</w:t>
      </w:r>
      <w:r w:rsidR="00F635DB">
        <w:t>’</w:t>
      </w:r>
      <w:r w:rsidRPr="009071AC">
        <w:t>homme à héritage</w:t>
      </w:r>
      <w:r w:rsidR="00F635DB">
        <w:t xml:space="preserve">, </w:t>
      </w:r>
      <w:r w:rsidRPr="009071AC">
        <w:t>consultant ses amis</w:t>
      </w:r>
      <w:r w:rsidR="00F635DB">
        <w:t xml:space="preserve">, </w:t>
      </w:r>
      <w:r w:rsidRPr="009071AC">
        <w:t>ses ennemis</w:t>
      </w:r>
      <w:r w:rsidR="00F635DB">
        <w:t xml:space="preserve">, </w:t>
      </w:r>
      <w:r w:rsidRPr="009071AC">
        <w:t>ses créanciers ou ses débiteurs</w:t>
      </w:r>
      <w:r w:rsidR="00F635DB">
        <w:t xml:space="preserve">, </w:t>
      </w:r>
      <w:r w:rsidRPr="009071AC">
        <w:t>tous ceux qui l</w:t>
      </w:r>
      <w:r w:rsidR="00F635DB">
        <w:t>’</w:t>
      </w:r>
      <w:r w:rsidRPr="009071AC">
        <w:t>ont connu ou approché</w:t>
      </w:r>
      <w:r w:rsidR="00F635DB">
        <w:t xml:space="preserve">, </w:t>
      </w:r>
      <w:r w:rsidRPr="009071AC">
        <w:t>jusqu</w:t>
      </w:r>
      <w:r w:rsidR="00F635DB">
        <w:t>’</w:t>
      </w:r>
      <w:r w:rsidRPr="009071AC">
        <w:t>à ce qu</w:t>
      </w:r>
      <w:r w:rsidR="00F635DB">
        <w:t>’</w:t>
      </w:r>
      <w:r w:rsidRPr="009071AC">
        <w:t>enfin il parvienne jusqu</w:t>
      </w:r>
      <w:r w:rsidR="00F635DB">
        <w:t>’</w:t>
      </w:r>
      <w:r w:rsidRPr="009071AC">
        <w:t>à quelqu</w:t>
      </w:r>
      <w:r w:rsidR="00F635DB">
        <w:t>’</w:t>
      </w:r>
      <w:r w:rsidRPr="009071AC">
        <w:t>un qui lui réponde</w:t>
      </w:r>
      <w:r w:rsidR="00F635DB">
        <w:t> :</w:t>
      </w:r>
    </w:p>
    <w:p w14:paraId="6827095D" w14:textId="77777777" w:rsidR="00F635DB" w:rsidRDefault="00F635DB" w:rsidP="00F635DB">
      <w:r>
        <w:t>— </w:t>
      </w:r>
      <w:r w:rsidR="00855694" w:rsidRPr="009071AC">
        <w:t>Un tel</w:t>
      </w:r>
      <w:r>
        <w:t xml:space="preserve">… </w:t>
      </w:r>
      <w:r w:rsidR="00855694" w:rsidRPr="009071AC">
        <w:t>il était de mon pays</w:t>
      </w:r>
      <w:r>
        <w:t xml:space="preserve">… </w:t>
      </w:r>
      <w:r w:rsidR="00855694" w:rsidRPr="009071AC">
        <w:t>je ne lui ai jamais parlé</w:t>
      </w:r>
      <w:r>
        <w:t xml:space="preserve">, </w:t>
      </w:r>
      <w:r w:rsidR="00855694" w:rsidRPr="009071AC">
        <w:t>mais je suis l</w:t>
      </w:r>
      <w:r>
        <w:t>’</w:t>
      </w:r>
      <w:r w:rsidR="00855694" w:rsidRPr="009071AC">
        <w:t>ami d</w:t>
      </w:r>
      <w:r>
        <w:t>’</w:t>
      </w:r>
      <w:r w:rsidR="00855694" w:rsidRPr="009071AC">
        <w:t>un de ses frères</w:t>
      </w:r>
      <w:r>
        <w:t xml:space="preserve">… </w:t>
      </w:r>
      <w:r w:rsidR="00855694" w:rsidRPr="009071AC">
        <w:t>d</w:t>
      </w:r>
      <w:r>
        <w:t>’</w:t>
      </w:r>
      <w:r w:rsidR="00855694" w:rsidRPr="009071AC">
        <w:t>un de ses oncles</w:t>
      </w:r>
      <w:r>
        <w:t xml:space="preserve">… </w:t>
      </w:r>
      <w:r w:rsidR="00855694" w:rsidRPr="009071AC">
        <w:t>d</w:t>
      </w:r>
      <w:r>
        <w:t>’</w:t>
      </w:r>
      <w:r w:rsidR="00855694" w:rsidRPr="009071AC">
        <w:t>un de ses neveux</w:t>
      </w:r>
      <w:r>
        <w:t>…</w:t>
      </w:r>
    </w:p>
    <w:p w14:paraId="3EA48EEA" w14:textId="77777777" w:rsidR="00F635DB" w:rsidRDefault="00855694" w:rsidP="00F635DB">
      <w:r w:rsidRPr="009071AC">
        <w:t>Parfois</w:t>
      </w:r>
      <w:r w:rsidR="00F635DB">
        <w:t xml:space="preserve">, </w:t>
      </w:r>
      <w:r w:rsidRPr="009071AC">
        <w:t>avant d</w:t>
      </w:r>
      <w:r w:rsidR="00F635DB">
        <w:t>’</w:t>
      </w:r>
      <w:r w:rsidRPr="009071AC">
        <w:t>en arriver là</w:t>
      </w:r>
      <w:r w:rsidR="00F635DB">
        <w:t xml:space="preserve">, </w:t>
      </w:r>
      <w:r w:rsidRPr="009071AC">
        <w:t>il a fallu des années d</w:t>
      </w:r>
      <w:r w:rsidR="00F635DB">
        <w:t>’</w:t>
      </w:r>
      <w:r w:rsidRPr="009071AC">
        <w:t>investigations incessantes</w:t>
      </w:r>
      <w:r w:rsidR="00F635DB">
        <w:t xml:space="preserve">, </w:t>
      </w:r>
      <w:r w:rsidRPr="009071AC">
        <w:t>des avances de fonds</w:t>
      </w:r>
      <w:r w:rsidR="00F635DB">
        <w:t xml:space="preserve">, </w:t>
      </w:r>
      <w:r w:rsidRPr="009071AC">
        <w:t>des déplacements coûteux</w:t>
      </w:r>
      <w:r w:rsidR="00F635DB">
        <w:t xml:space="preserve">, </w:t>
      </w:r>
      <w:r w:rsidRPr="009071AC">
        <w:t>des annonces habilement conçues dans tous les journaux de l</w:t>
      </w:r>
      <w:r w:rsidR="00F635DB">
        <w:t>’</w:t>
      </w:r>
      <w:r w:rsidRPr="009071AC">
        <w:t>Europe</w:t>
      </w:r>
      <w:r w:rsidR="00F635DB">
        <w:t>.</w:t>
      </w:r>
    </w:p>
    <w:p w14:paraId="381B4254" w14:textId="77777777" w:rsidR="00F635DB" w:rsidRDefault="00855694" w:rsidP="00F635DB">
      <w:r w:rsidRPr="009071AC">
        <w:t>Mais du moins</w:t>
      </w:r>
      <w:r w:rsidR="00F635DB">
        <w:t xml:space="preserve">, </w:t>
      </w:r>
      <w:r w:rsidRPr="009071AC">
        <w:t>ce résultat obtenu</w:t>
      </w:r>
      <w:r w:rsidR="00F635DB">
        <w:t xml:space="preserve">, </w:t>
      </w:r>
      <w:r w:rsidRPr="009071AC">
        <w:t>le dénicheur d</w:t>
      </w:r>
      <w:r w:rsidR="00F635DB">
        <w:t>’</w:t>
      </w:r>
      <w:r w:rsidRPr="009071AC">
        <w:t>héritages peut respirer</w:t>
      </w:r>
      <w:r w:rsidR="00F635DB">
        <w:t xml:space="preserve">. </w:t>
      </w:r>
      <w:r w:rsidRPr="009071AC">
        <w:t>Il a désormais</w:t>
      </w:r>
      <w:r w:rsidR="00F635DB">
        <w:t xml:space="preserve">, </w:t>
      </w:r>
      <w:r w:rsidRPr="009071AC">
        <w:t>pour lui</w:t>
      </w:r>
      <w:r w:rsidR="00F635DB">
        <w:t xml:space="preserve">, </w:t>
      </w:r>
      <w:r w:rsidRPr="009071AC">
        <w:t>soixante-quinze chances sur cent</w:t>
      </w:r>
      <w:r w:rsidR="00F635DB">
        <w:t>.</w:t>
      </w:r>
    </w:p>
    <w:p w14:paraId="266C2779" w14:textId="77777777" w:rsidR="00F635DB" w:rsidRDefault="00855694" w:rsidP="00F635DB">
      <w:r w:rsidRPr="009071AC">
        <w:t>Le plus fort est fait</w:t>
      </w:r>
      <w:r w:rsidR="00F635DB">
        <w:t xml:space="preserve">, </w:t>
      </w:r>
      <w:r w:rsidRPr="009071AC">
        <w:t>la portion de la tâche où fatalement il fallait compter avec le hasard</w:t>
      </w:r>
      <w:r w:rsidR="00F635DB">
        <w:t xml:space="preserve">. </w:t>
      </w:r>
      <w:r w:rsidRPr="009071AC">
        <w:t>Le reste</w:t>
      </w:r>
      <w:r w:rsidR="00F635DB">
        <w:t xml:space="preserve">, </w:t>
      </w:r>
      <w:r w:rsidRPr="009071AC">
        <w:t>le plus délicat</w:t>
      </w:r>
      <w:r w:rsidR="00F635DB">
        <w:t xml:space="preserve">, </w:t>
      </w:r>
      <w:r w:rsidRPr="009071AC">
        <w:t>est affaire d</w:t>
      </w:r>
      <w:r w:rsidR="00F635DB">
        <w:t>’</w:t>
      </w:r>
      <w:r w:rsidRPr="009071AC">
        <w:t>habileté</w:t>
      </w:r>
      <w:r w:rsidR="00F635DB">
        <w:t xml:space="preserve">, </w:t>
      </w:r>
      <w:r w:rsidRPr="009071AC">
        <w:t>de tact et d</w:t>
      </w:r>
      <w:r w:rsidR="00F635DB">
        <w:t>’</w:t>
      </w:r>
      <w:r w:rsidRPr="009071AC">
        <w:t>habitude</w:t>
      </w:r>
      <w:r w:rsidR="00F635DB">
        <w:t>.</w:t>
      </w:r>
    </w:p>
    <w:p w14:paraId="27705F4E" w14:textId="77777777" w:rsidR="00F635DB" w:rsidRDefault="00855694" w:rsidP="00F635DB">
      <w:r w:rsidRPr="009071AC">
        <w:t>De ce moment</w:t>
      </w:r>
      <w:r w:rsidR="00F635DB">
        <w:t xml:space="preserve">, </w:t>
      </w:r>
      <w:r w:rsidRPr="009071AC">
        <w:t>l</w:t>
      </w:r>
      <w:r w:rsidR="00F635DB">
        <w:t>’</w:t>
      </w:r>
      <w:r w:rsidRPr="009071AC">
        <w:t>agent de police s</w:t>
      </w:r>
      <w:r w:rsidR="00F635DB">
        <w:t>’</w:t>
      </w:r>
      <w:r w:rsidRPr="009071AC">
        <w:t>efface et l</w:t>
      </w:r>
      <w:r w:rsidR="00F635DB">
        <w:t>’</w:t>
      </w:r>
      <w:r w:rsidRPr="009071AC">
        <w:t>homme de loi retors apparaît</w:t>
      </w:r>
      <w:r w:rsidR="00F635DB">
        <w:t>.</w:t>
      </w:r>
    </w:p>
    <w:p w14:paraId="64B21635" w14:textId="77777777" w:rsidR="00F635DB" w:rsidRDefault="00855694" w:rsidP="00F635DB">
      <w:r w:rsidRPr="009071AC">
        <w:t>Il s</w:t>
      </w:r>
      <w:r w:rsidR="00F635DB">
        <w:t>’</w:t>
      </w:r>
      <w:r w:rsidRPr="009071AC">
        <w:t>agit d</w:t>
      </w:r>
      <w:r w:rsidR="00F635DB">
        <w:t>’</w:t>
      </w:r>
      <w:r w:rsidRPr="009071AC">
        <w:t>aller trouver ce parent du défunt</w:t>
      </w:r>
      <w:r w:rsidR="00F635DB">
        <w:t xml:space="preserve">, </w:t>
      </w:r>
      <w:r w:rsidRPr="009071AC">
        <w:t>découvert au prix de tant de peines</w:t>
      </w:r>
      <w:r w:rsidR="00F635DB">
        <w:t xml:space="preserve">, </w:t>
      </w:r>
      <w:r w:rsidRPr="009071AC">
        <w:t>et de traiter avec lui du partage</w:t>
      </w:r>
      <w:r w:rsidR="00F635DB">
        <w:t xml:space="preserve">, </w:t>
      </w:r>
      <w:r w:rsidRPr="009071AC">
        <w:t>sans toutefois lui laisser entendre qu</w:t>
      </w:r>
      <w:r w:rsidR="00F635DB">
        <w:t>’</w:t>
      </w:r>
      <w:r w:rsidRPr="009071AC">
        <w:t>une succession qu</w:t>
      </w:r>
      <w:r w:rsidR="00F635DB">
        <w:t>’</w:t>
      </w:r>
      <w:r w:rsidRPr="009071AC">
        <w:t>il ignore lui est échue</w:t>
      </w:r>
      <w:r w:rsidR="00F635DB">
        <w:t>.</w:t>
      </w:r>
    </w:p>
    <w:p w14:paraId="0140B0CD" w14:textId="77777777" w:rsidR="00F635DB" w:rsidRDefault="00855694" w:rsidP="00F635DB">
      <w:r w:rsidRPr="009071AC">
        <w:lastRenderedPageBreak/>
        <w:t>Il s</w:t>
      </w:r>
      <w:r w:rsidR="00F635DB">
        <w:t>’</w:t>
      </w:r>
      <w:r w:rsidRPr="009071AC">
        <w:t>agit de l</w:t>
      </w:r>
      <w:r w:rsidR="00F635DB">
        <w:t>’</w:t>
      </w:r>
      <w:r w:rsidRPr="009071AC">
        <w:t>amener à s</w:t>
      </w:r>
      <w:r w:rsidR="00F635DB">
        <w:t>’</w:t>
      </w:r>
      <w:r w:rsidRPr="009071AC">
        <w:t>engager par écrit</w:t>
      </w:r>
      <w:r w:rsidR="00F635DB">
        <w:t xml:space="preserve">, </w:t>
      </w:r>
      <w:r w:rsidRPr="009071AC">
        <w:t>en bonne et due forme</w:t>
      </w:r>
      <w:r w:rsidR="00F635DB">
        <w:t xml:space="preserve">, </w:t>
      </w:r>
      <w:r w:rsidRPr="009071AC">
        <w:t>à abandonner comme prime le dixième</w:t>
      </w:r>
      <w:r w:rsidR="00F635DB">
        <w:t xml:space="preserve">, </w:t>
      </w:r>
      <w:r w:rsidRPr="009071AC">
        <w:t>le tiers</w:t>
      </w:r>
      <w:r w:rsidR="00F635DB">
        <w:t xml:space="preserve">, </w:t>
      </w:r>
      <w:r w:rsidRPr="009071AC">
        <w:t>la moitié même</w:t>
      </w:r>
      <w:r w:rsidR="00F635DB">
        <w:t xml:space="preserve">, </w:t>
      </w:r>
      <w:r w:rsidRPr="009071AC">
        <w:t>des sommes qu</w:t>
      </w:r>
      <w:r w:rsidR="00F635DB">
        <w:t>’</w:t>
      </w:r>
      <w:r w:rsidRPr="009071AC">
        <w:t>on lui fera recouvrer</w:t>
      </w:r>
      <w:r w:rsidR="00F635DB">
        <w:t>.</w:t>
      </w:r>
    </w:p>
    <w:p w14:paraId="798D8B35" w14:textId="77777777" w:rsidR="00F635DB" w:rsidRDefault="00855694" w:rsidP="00F635DB">
      <w:r w:rsidRPr="009071AC">
        <w:t>Négociation épineuse</w:t>
      </w:r>
      <w:r w:rsidR="00F635DB">
        <w:t xml:space="preserve">, </w:t>
      </w:r>
      <w:r w:rsidRPr="009071AC">
        <w:t>qui nécessite des prodiges de présence d</w:t>
      </w:r>
      <w:r w:rsidR="00F635DB">
        <w:t>’</w:t>
      </w:r>
      <w:r w:rsidRPr="009071AC">
        <w:t>esprit et des trésors de duplicité à faire pâlir le plus astucieux diplomate</w:t>
      </w:r>
      <w:r w:rsidR="00F635DB">
        <w:t>.</w:t>
      </w:r>
    </w:p>
    <w:p w14:paraId="2F657B34" w14:textId="77777777" w:rsidR="00F635DB" w:rsidRDefault="00855694" w:rsidP="00F635DB">
      <w:r w:rsidRPr="009071AC">
        <w:t>Et</w:t>
      </w:r>
      <w:r w:rsidR="00F635DB">
        <w:t xml:space="preserve">, </w:t>
      </w:r>
      <w:r w:rsidRPr="009071AC">
        <w:t>en effet</w:t>
      </w:r>
      <w:r w:rsidR="00F635DB">
        <w:t xml:space="preserve">, </w:t>
      </w:r>
      <w:r w:rsidRPr="009071AC">
        <w:t>pour peu que l</w:t>
      </w:r>
      <w:r w:rsidR="00F635DB">
        <w:t>’</w:t>
      </w:r>
      <w:r w:rsidRPr="009071AC">
        <w:t>héritier se doute de quelque chose</w:t>
      </w:r>
      <w:r w:rsidR="00F635DB">
        <w:t xml:space="preserve">, </w:t>
      </w:r>
      <w:r w:rsidRPr="009071AC">
        <w:t>s</w:t>
      </w:r>
      <w:r w:rsidR="00F635DB">
        <w:t>’</w:t>
      </w:r>
      <w:r w:rsidRPr="009071AC">
        <w:t>il soupçonne la vérité</w:t>
      </w:r>
      <w:r w:rsidR="00F635DB">
        <w:t xml:space="preserve">, </w:t>
      </w:r>
      <w:r w:rsidRPr="009071AC">
        <w:t>il rit au nez du négociateur</w:t>
      </w:r>
      <w:r w:rsidR="00F635DB">
        <w:t xml:space="preserve">, </w:t>
      </w:r>
      <w:r w:rsidRPr="009071AC">
        <w:t>lui tire sa révérence</w:t>
      </w:r>
      <w:r w:rsidR="00F635DB">
        <w:t xml:space="preserve">, </w:t>
      </w:r>
      <w:r w:rsidRPr="009071AC">
        <w:t>et court en droiture réclamer seul et intégralement ce qui lui revient</w:t>
      </w:r>
      <w:r w:rsidR="00F635DB">
        <w:t>.</w:t>
      </w:r>
    </w:p>
    <w:p w14:paraId="672FB91D" w14:textId="77777777" w:rsidR="00F635DB" w:rsidRDefault="00855694" w:rsidP="00F635DB">
      <w:r w:rsidRPr="009071AC">
        <w:t xml:space="preserve">Adieu alors les espérances du </w:t>
      </w:r>
      <w:r w:rsidR="00F635DB">
        <w:t>« </w:t>
      </w:r>
      <w:r w:rsidRPr="009071AC">
        <w:t>pisteur</w:t>
      </w:r>
      <w:r w:rsidR="00F635DB">
        <w:t> »</w:t>
      </w:r>
      <w:r w:rsidRPr="009071AC">
        <w:t xml:space="preserve"> et il en est pour ses soins et ses peines</w:t>
      </w:r>
      <w:r w:rsidR="00F635DB">
        <w:t xml:space="preserve">, </w:t>
      </w:r>
      <w:r w:rsidRPr="009071AC">
        <w:t>pour ses démarches et pour ses déboursés</w:t>
      </w:r>
      <w:r w:rsidR="00F635DB">
        <w:t>.</w:t>
      </w:r>
    </w:p>
    <w:p w14:paraId="4AA1BCAF" w14:textId="77777777" w:rsidR="00F635DB" w:rsidRDefault="00855694" w:rsidP="00F635DB">
      <w:r w:rsidRPr="009071AC">
        <w:t>Mais cette mésaventure est rare</w:t>
      </w:r>
      <w:r w:rsidR="00F635DB">
        <w:t>.</w:t>
      </w:r>
    </w:p>
    <w:p w14:paraId="0C81394F" w14:textId="77777777" w:rsidR="00F635DB" w:rsidRDefault="00855694" w:rsidP="00F635DB">
      <w:r w:rsidRPr="009071AC">
        <w:t>L</w:t>
      </w:r>
      <w:r w:rsidR="00F635DB">
        <w:t>’</w:t>
      </w:r>
      <w:r w:rsidRPr="009071AC">
        <w:t>homme à qui on vient annoncer cette bonne nouvelle d</w:t>
      </w:r>
      <w:r w:rsidR="00F635DB">
        <w:t>’</w:t>
      </w:r>
      <w:r w:rsidRPr="009071AC">
        <w:t>une rentrée inattendue</w:t>
      </w:r>
      <w:r w:rsidR="00F635DB">
        <w:t xml:space="preserve">, </w:t>
      </w:r>
      <w:r w:rsidRPr="009071AC">
        <w:t>est d</w:t>
      </w:r>
      <w:r w:rsidR="00F635DB">
        <w:t>’</w:t>
      </w:r>
      <w:r w:rsidRPr="009071AC">
        <w:t>ordinaire sans défiances et ne marchande guère le pot-de-vin qu</w:t>
      </w:r>
      <w:r w:rsidR="00F635DB">
        <w:t>’</w:t>
      </w:r>
      <w:r w:rsidRPr="009071AC">
        <w:t>on lui demande</w:t>
      </w:r>
      <w:r w:rsidR="00F635DB">
        <w:t>.</w:t>
      </w:r>
    </w:p>
    <w:p w14:paraId="58044782" w14:textId="77777777" w:rsidR="00F635DB" w:rsidRDefault="00855694" w:rsidP="00F635DB">
      <w:r w:rsidRPr="009071AC">
        <w:t>La somme à recevoir l</w:t>
      </w:r>
      <w:r w:rsidR="00F635DB">
        <w:t>’</w:t>
      </w:r>
      <w:r w:rsidRPr="009071AC">
        <w:t>éblouit si bien</w:t>
      </w:r>
      <w:r w:rsidR="00F635DB">
        <w:t xml:space="preserve">, </w:t>
      </w:r>
      <w:r w:rsidRPr="009071AC">
        <w:t>qu</w:t>
      </w:r>
      <w:r w:rsidR="00F635DB">
        <w:t>’</w:t>
      </w:r>
      <w:r w:rsidRPr="009071AC">
        <w:t>il craindrait</w:t>
      </w:r>
      <w:r w:rsidR="00F635DB">
        <w:t xml:space="preserve">, </w:t>
      </w:r>
      <w:r w:rsidRPr="009071AC">
        <w:t>en discutant des clauses peut-être onéreuses</w:t>
      </w:r>
      <w:r w:rsidR="00F635DB">
        <w:t xml:space="preserve">, </w:t>
      </w:r>
      <w:r w:rsidRPr="009071AC">
        <w:t>de perdre du temps et de reculer l</w:t>
      </w:r>
      <w:r w:rsidR="00F635DB">
        <w:t>’</w:t>
      </w:r>
      <w:r w:rsidRPr="009071AC">
        <w:t>instant béni où il palpera</w:t>
      </w:r>
      <w:r w:rsidR="00F635DB">
        <w:t>.</w:t>
      </w:r>
    </w:p>
    <w:p w14:paraId="01A88188" w14:textId="77777777" w:rsidR="00F635DB" w:rsidRDefault="00855694" w:rsidP="00F635DB">
      <w:r w:rsidRPr="009071AC">
        <w:t>Un traité est donc bientôt rédigé et signé</w:t>
      </w:r>
      <w:r w:rsidR="00F635DB">
        <w:t xml:space="preserve">, </w:t>
      </w:r>
      <w:r w:rsidRPr="009071AC">
        <w:t>et alors le pisteur se révèle</w:t>
      </w:r>
      <w:r w:rsidR="00F635DB">
        <w:t>.</w:t>
      </w:r>
    </w:p>
    <w:p w14:paraId="4F9EC057" w14:textId="77777777" w:rsidR="00F635DB" w:rsidRDefault="00F635DB" w:rsidP="00F635DB">
      <w:r>
        <w:t>— </w:t>
      </w:r>
      <w:r w:rsidR="00855694" w:rsidRPr="009071AC">
        <w:t>Vous êtes</w:t>
      </w:r>
      <w:r>
        <w:t xml:space="preserve">, </w:t>
      </w:r>
      <w:r w:rsidR="00855694" w:rsidRPr="009071AC">
        <w:t>dit-il à son client</w:t>
      </w:r>
      <w:r>
        <w:t xml:space="preserve">, </w:t>
      </w:r>
      <w:r w:rsidR="00855694" w:rsidRPr="009071AC">
        <w:t>le parent de</w:t>
      </w:r>
      <w:r>
        <w:t xml:space="preserve">… </w:t>
      </w:r>
      <w:r w:rsidR="00855694" w:rsidRPr="009071AC">
        <w:t>un tel</w:t>
      </w:r>
      <w:r>
        <w:t xml:space="preserve">, </w:t>
      </w:r>
      <w:r w:rsidR="00855694" w:rsidRPr="009071AC">
        <w:t>n</w:t>
      </w:r>
      <w:r>
        <w:t>’</w:t>
      </w:r>
      <w:r w:rsidR="00855694" w:rsidRPr="009071AC">
        <w:t>est-ce pas</w:t>
      </w:r>
      <w:r>
        <w:t xml:space="preserve"> ? </w:t>
      </w:r>
      <w:r w:rsidR="00855694" w:rsidRPr="009071AC">
        <w:t>Oui</w:t>
      </w:r>
      <w:r>
        <w:t xml:space="preserve">. </w:t>
      </w:r>
      <w:r w:rsidR="00855694" w:rsidRPr="009071AC">
        <w:t>Eh bien</w:t>
      </w:r>
      <w:r>
        <w:t xml:space="preserve">, </w:t>
      </w:r>
      <w:r w:rsidR="00855694" w:rsidRPr="009071AC">
        <w:t>il est mort et vous héritez</w:t>
      </w:r>
      <w:r>
        <w:t xml:space="preserve">… </w:t>
      </w:r>
      <w:r w:rsidR="00855694" w:rsidRPr="009071AC">
        <w:t>Rendez grâce à Dieu et courons chercher l</w:t>
      </w:r>
      <w:r>
        <w:t>’</w:t>
      </w:r>
      <w:r w:rsidR="00855694" w:rsidRPr="009071AC">
        <w:t>argent</w:t>
      </w:r>
      <w:r>
        <w:t>.</w:t>
      </w:r>
    </w:p>
    <w:p w14:paraId="419F2978" w14:textId="77777777" w:rsidR="00F635DB" w:rsidRDefault="00855694" w:rsidP="00F635DB">
      <w:r w:rsidRPr="009071AC">
        <w:t>Le plus souvent l</w:t>
      </w:r>
      <w:r w:rsidR="00F635DB">
        <w:t>’</w:t>
      </w:r>
      <w:r w:rsidRPr="009071AC">
        <w:t>héritier s</w:t>
      </w:r>
      <w:r w:rsidR="00F635DB">
        <w:t>’</w:t>
      </w:r>
      <w:r w:rsidRPr="009071AC">
        <w:t>exécute loyalement</w:t>
      </w:r>
      <w:r w:rsidR="00F635DB">
        <w:t xml:space="preserve">. </w:t>
      </w:r>
      <w:r w:rsidRPr="009071AC">
        <w:t>En ce cas</w:t>
      </w:r>
      <w:r w:rsidR="00F635DB">
        <w:t xml:space="preserve">, </w:t>
      </w:r>
      <w:r w:rsidRPr="009071AC">
        <w:t>tout est dit</w:t>
      </w:r>
      <w:r w:rsidR="00F635DB">
        <w:t>.</w:t>
      </w:r>
    </w:p>
    <w:p w14:paraId="23F4EAFC" w14:textId="77777777" w:rsidR="00F635DB" w:rsidRDefault="00855694" w:rsidP="00F635DB">
      <w:r w:rsidRPr="009071AC">
        <w:lastRenderedPageBreak/>
        <w:t>Mais il arrive aussi qu</w:t>
      </w:r>
      <w:r w:rsidR="00F635DB">
        <w:t>’</w:t>
      </w:r>
      <w:r w:rsidRPr="009071AC">
        <w:t>une fois envoyé en possession il regimbe</w:t>
      </w:r>
      <w:r w:rsidR="00F635DB">
        <w:t xml:space="preserve">, </w:t>
      </w:r>
      <w:r w:rsidRPr="009071AC">
        <w:t>se déclare écorché et prétend revenir sur le traité</w:t>
      </w:r>
      <w:r w:rsidR="00F635DB">
        <w:t xml:space="preserve">. </w:t>
      </w:r>
      <w:r w:rsidRPr="009071AC">
        <w:t>Alors</w:t>
      </w:r>
      <w:r w:rsidR="00F635DB">
        <w:t xml:space="preserve">, </w:t>
      </w:r>
      <w:r w:rsidRPr="009071AC">
        <w:t>il faut plaider</w:t>
      </w:r>
      <w:r w:rsidR="00F635DB">
        <w:t xml:space="preserve">. </w:t>
      </w:r>
      <w:r w:rsidRPr="009071AC">
        <w:t>Il est vrai que presque toujours un bon arrêt du tribunal rappelle l</w:t>
      </w:r>
      <w:r w:rsidR="00F635DB">
        <w:t>’</w:t>
      </w:r>
      <w:r w:rsidRPr="009071AC">
        <w:t>ingrat client à la reconnaissance</w:t>
      </w:r>
      <w:r w:rsidR="00F635DB">
        <w:t>.</w:t>
      </w:r>
    </w:p>
    <w:p w14:paraId="2030FDC7" w14:textId="77777777" w:rsidR="00F635DB" w:rsidRDefault="00855694" w:rsidP="00F635DB">
      <w:r w:rsidRPr="009071AC">
        <w:t>En somme</w:t>
      </w:r>
      <w:r w:rsidR="00F635DB">
        <w:t xml:space="preserve">, </w:t>
      </w:r>
      <w:r w:rsidRPr="009071AC">
        <w:t>ce fut jadis une fructueuse industrie</w:t>
      </w:r>
      <w:r w:rsidR="00F635DB">
        <w:t xml:space="preserve">, </w:t>
      </w:r>
      <w:r w:rsidRPr="009071AC">
        <w:t>un peu gâtée peut-être par la concurrence</w:t>
      </w:r>
      <w:r w:rsidR="00F635DB">
        <w:t xml:space="preserve">, </w:t>
      </w:r>
      <w:r w:rsidRPr="009071AC">
        <w:t>mais qui fait encore très-bien vivre son homme</w:t>
      </w:r>
      <w:r w:rsidR="00F635DB">
        <w:t>.</w:t>
      </w:r>
    </w:p>
    <w:p w14:paraId="58598B24" w14:textId="539AD094" w:rsidR="00F635DB" w:rsidRDefault="00F635DB" w:rsidP="00F635DB">
      <w:r>
        <w:t>M. </w:t>
      </w:r>
      <w:r w:rsidR="00855694" w:rsidRPr="009071AC">
        <w:t xml:space="preserve">Isidore Fortunat était </w:t>
      </w:r>
      <w:r>
        <w:t>« </w:t>
      </w:r>
      <w:r w:rsidR="00855694" w:rsidRPr="009071AC">
        <w:t>pisteur d</w:t>
      </w:r>
      <w:r>
        <w:t>’</w:t>
      </w:r>
      <w:r w:rsidR="00855694" w:rsidRPr="009071AC">
        <w:t>héritages</w:t>
      </w:r>
      <w:r>
        <w:t>. »</w:t>
      </w:r>
    </w:p>
    <w:p w14:paraId="02B35287" w14:textId="77777777" w:rsidR="00F635DB" w:rsidRDefault="00855694" w:rsidP="00F635DB">
      <w:r w:rsidRPr="009071AC">
        <w:t>Sans doute</w:t>
      </w:r>
      <w:r w:rsidR="00F635DB">
        <w:t xml:space="preserve">, </w:t>
      </w:r>
      <w:r w:rsidRPr="009071AC">
        <w:t>il s</w:t>
      </w:r>
      <w:r w:rsidR="00F635DB">
        <w:t>’</w:t>
      </w:r>
      <w:r w:rsidRPr="009071AC">
        <w:t>occupait en outre de beaucoup d</w:t>
      </w:r>
      <w:r w:rsidR="00F635DB">
        <w:t>’</w:t>
      </w:r>
      <w:r w:rsidRPr="009071AC">
        <w:t>autres trafics un peu moins avouables</w:t>
      </w:r>
      <w:r w:rsidR="00F635DB">
        <w:t xml:space="preserve"> ; </w:t>
      </w:r>
      <w:r w:rsidRPr="009071AC">
        <w:t>mais c</w:t>
      </w:r>
      <w:r w:rsidR="00F635DB">
        <w:t>’</w:t>
      </w:r>
      <w:r w:rsidRPr="009071AC">
        <w:t>était là une des meilleures et des plus solides cordes de son arc</w:t>
      </w:r>
      <w:r w:rsidR="00F635DB">
        <w:t>.</w:t>
      </w:r>
    </w:p>
    <w:p w14:paraId="0B028982" w14:textId="77777777" w:rsidR="00F635DB" w:rsidRDefault="00855694" w:rsidP="00F635DB">
      <w:r w:rsidRPr="009071AC">
        <w:t>Cela explique comment sa première fureur apaisée</w:t>
      </w:r>
      <w:r w:rsidR="00F635DB">
        <w:t xml:space="preserve">, </w:t>
      </w:r>
      <w:r w:rsidRPr="009071AC">
        <w:t>il avait si promptement fait son deuil des 4</w:t>
      </w:r>
      <w:r w:rsidR="00F635DB" w:rsidRPr="009071AC">
        <w:t>0</w:t>
      </w:r>
      <w:r w:rsidR="00F635DB">
        <w:t>,</w:t>
      </w:r>
      <w:r w:rsidR="00F635DB" w:rsidRPr="009071AC">
        <w:t>0</w:t>
      </w:r>
      <w:r w:rsidRPr="009071AC">
        <w:t>00 franc</w:t>
      </w:r>
      <w:r w:rsidR="00F635DB">
        <w:t xml:space="preserve"> ; </w:t>
      </w:r>
      <w:r w:rsidRPr="009071AC">
        <w:t>qu</w:t>
      </w:r>
      <w:r w:rsidR="00F635DB">
        <w:t>’</w:t>
      </w:r>
      <w:r w:rsidRPr="009071AC">
        <w:t xml:space="preserve">il avait avancés au marquis de </w:t>
      </w:r>
      <w:proofErr w:type="spellStart"/>
      <w:r w:rsidRPr="009071AC">
        <w:t>Valorsay</w:t>
      </w:r>
      <w:proofErr w:type="spellEnd"/>
      <w:r w:rsidR="00F635DB">
        <w:t>.</w:t>
      </w:r>
    </w:p>
    <w:p w14:paraId="7B024D34" w14:textId="1F65C3FC" w:rsidR="00F635DB" w:rsidRDefault="00855694" w:rsidP="00F635DB">
      <w:r w:rsidRPr="009071AC">
        <w:t>Changeant immédiatement ses batteries</w:t>
      </w:r>
      <w:r w:rsidR="00F635DB">
        <w:t xml:space="preserve">, </w:t>
      </w:r>
      <w:r w:rsidRPr="009071AC">
        <w:t>il s</w:t>
      </w:r>
      <w:r w:rsidR="00F635DB">
        <w:t>’</w:t>
      </w:r>
      <w:r w:rsidRPr="009071AC">
        <w:t xml:space="preserve">était dit que du moment où la mort soudaine de </w:t>
      </w:r>
      <w:r w:rsidR="00F635DB">
        <w:t>M. de </w:t>
      </w:r>
      <w:proofErr w:type="spellStart"/>
      <w:r w:rsidRPr="009071AC">
        <w:t>Chalusse</w:t>
      </w:r>
      <w:proofErr w:type="spellEnd"/>
      <w:r w:rsidRPr="009071AC">
        <w:t xml:space="preserve"> lui engloutissait cette somme</w:t>
      </w:r>
      <w:r w:rsidR="00F635DB">
        <w:t xml:space="preserve">, </w:t>
      </w:r>
      <w:r w:rsidRPr="009071AC">
        <w:t>c</w:t>
      </w:r>
      <w:r w:rsidR="00F635DB">
        <w:t>’</w:t>
      </w:r>
      <w:r w:rsidRPr="009071AC">
        <w:t>était bien le moins qu</w:t>
      </w:r>
      <w:r w:rsidR="00F635DB">
        <w:t>’</w:t>
      </w:r>
      <w:r w:rsidRPr="009071AC">
        <w:t>il la repêchât dans la succession</w:t>
      </w:r>
      <w:r w:rsidR="00F635DB">
        <w:t xml:space="preserve">, </w:t>
      </w:r>
      <w:r w:rsidRPr="009071AC">
        <w:t>en découvrant quelque héritier inconnu de tant de millions désormais sans maître</w:t>
      </w:r>
      <w:r w:rsidR="00F635DB">
        <w:t>.</w:t>
      </w:r>
    </w:p>
    <w:p w14:paraId="3ECFC7DA" w14:textId="77777777" w:rsidR="00F635DB" w:rsidRDefault="00855694" w:rsidP="00F635DB">
      <w:r w:rsidRPr="009071AC">
        <w:t>Ainsi</w:t>
      </w:r>
      <w:r w:rsidR="00F635DB">
        <w:t xml:space="preserve">, </w:t>
      </w:r>
      <w:r w:rsidRPr="009071AC">
        <w:t>ce qui s</w:t>
      </w:r>
      <w:r w:rsidR="00F635DB">
        <w:t>’</w:t>
      </w:r>
      <w:r w:rsidRPr="009071AC">
        <w:t>en était allé par la flûte lui reviendrait par le tambour</w:t>
      </w:r>
      <w:r w:rsidR="00F635DB">
        <w:t>.</w:t>
      </w:r>
    </w:p>
    <w:p w14:paraId="69C5F912" w14:textId="77777777" w:rsidR="00F635DB" w:rsidRDefault="00855694" w:rsidP="00F635DB">
      <w:r w:rsidRPr="009071AC">
        <w:t>Il avait quelques raisons d</w:t>
      </w:r>
      <w:r w:rsidR="00F635DB">
        <w:t>’</w:t>
      </w:r>
      <w:r w:rsidRPr="009071AC">
        <w:t>espérer</w:t>
      </w:r>
      <w:r w:rsidR="00F635DB">
        <w:t>.</w:t>
      </w:r>
    </w:p>
    <w:p w14:paraId="40A85488" w14:textId="338B0E55" w:rsidR="00F635DB" w:rsidRDefault="00855694" w:rsidP="00F635DB">
      <w:r w:rsidRPr="009071AC">
        <w:t xml:space="preserve">Ayant eu autrefois des relations avec </w:t>
      </w:r>
      <w:r w:rsidR="00F635DB">
        <w:t>M. de </w:t>
      </w:r>
      <w:proofErr w:type="spellStart"/>
      <w:r w:rsidRPr="009071AC">
        <w:t>Chalusse</w:t>
      </w:r>
      <w:proofErr w:type="spellEnd"/>
      <w:r w:rsidR="00F635DB">
        <w:t xml:space="preserve">, </w:t>
      </w:r>
      <w:r w:rsidRPr="009071AC">
        <w:t xml:space="preserve">quand il faisait rechercher </w:t>
      </w:r>
      <w:r w:rsidR="00F635DB">
        <w:t>M</w:t>
      </w:r>
      <w:r w:rsidR="00F635DB" w:rsidRPr="00F635DB">
        <w:rPr>
          <w:vertAlign w:val="superscript"/>
        </w:rPr>
        <w:t>lle</w:t>
      </w:r>
      <w:r w:rsidR="00F635DB">
        <w:t> </w:t>
      </w:r>
      <w:r w:rsidRPr="009071AC">
        <w:t>Marguerite</w:t>
      </w:r>
      <w:r w:rsidR="00F635DB">
        <w:t>, M. </w:t>
      </w:r>
      <w:r w:rsidRPr="009071AC">
        <w:t>Fortunat avait pénétré assez avant dans la confiance du comte pour soupçonner quantité de choses dont un homme comme lui tire toujours parti</w:t>
      </w:r>
      <w:r w:rsidR="00F635DB">
        <w:t>.</w:t>
      </w:r>
    </w:p>
    <w:p w14:paraId="1B3B2402" w14:textId="77777777" w:rsidR="00F635DB" w:rsidRDefault="00855694" w:rsidP="00F635DB">
      <w:r w:rsidRPr="009071AC">
        <w:lastRenderedPageBreak/>
        <w:t>Les renseignements qu</w:t>
      </w:r>
      <w:r w:rsidR="00F635DB">
        <w:t>’</w:t>
      </w:r>
      <w:r w:rsidRPr="009071AC">
        <w:t xml:space="preserve">il avait obtenus de la </w:t>
      </w:r>
      <w:proofErr w:type="spellStart"/>
      <w:r w:rsidRPr="009071AC">
        <w:t>Vantrasson</w:t>
      </w:r>
      <w:proofErr w:type="spellEnd"/>
      <w:r w:rsidRPr="009071AC">
        <w:t xml:space="preserve"> avaient si bien gonflé ses espérances</w:t>
      </w:r>
      <w:r w:rsidR="00F635DB">
        <w:t xml:space="preserve">, </w:t>
      </w:r>
      <w:r w:rsidRPr="009071AC">
        <w:t>qu</w:t>
      </w:r>
      <w:r w:rsidR="00F635DB">
        <w:t>’</w:t>
      </w:r>
      <w:r w:rsidRPr="009071AC">
        <w:t>à un moment il s</w:t>
      </w:r>
      <w:r w:rsidR="00F635DB">
        <w:t>’</w:t>
      </w:r>
      <w:r w:rsidRPr="009071AC">
        <w:t>était dit</w:t>
      </w:r>
      <w:r w:rsidR="00F635DB">
        <w:t> :</w:t>
      </w:r>
    </w:p>
    <w:p w14:paraId="47D5F243" w14:textId="77777777" w:rsidR="00F635DB" w:rsidRDefault="00F635DB" w:rsidP="00F635DB">
      <w:r>
        <w:t>— </w:t>
      </w:r>
      <w:r w:rsidR="00855694" w:rsidRPr="009071AC">
        <w:t>Eh</w:t>
      </w:r>
      <w:r>
        <w:t xml:space="preserve"> ! </w:t>
      </w:r>
      <w:r w:rsidR="00855694" w:rsidRPr="009071AC">
        <w:t>eh</w:t>
      </w:r>
      <w:r>
        <w:t xml:space="preserve"> !… </w:t>
      </w:r>
      <w:r w:rsidR="00855694" w:rsidRPr="009071AC">
        <w:t>c</w:t>
      </w:r>
      <w:r>
        <w:t>’</w:t>
      </w:r>
      <w:r w:rsidR="00855694" w:rsidRPr="009071AC">
        <w:t>est peut-être un mal pour un bien</w:t>
      </w:r>
      <w:r>
        <w:t>.</w:t>
      </w:r>
    </w:p>
    <w:p w14:paraId="43EF6935" w14:textId="66D1A5A4" w:rsidR="00F635DB" w:rsidRDefault="00855694" w:rsidP="00F635DB">
      <w:r w:rsidRPr="009071AC">
        <w:t>Néanmoins</w:t>
      </w:r>
      <w:r w:rsidR="00F635DB">
        <w:t xml:space="preserve">, </w:t>
      </w:r>
      <w:r w:rsidRPr="009071AC">
        <w:t xml:space="preserve">après son orageuse discussion avec le marquis de </w:t>
      </w:r>
      <w:proofErr w:type="spellStart"/>
      <w:r w:rsidRPr="009071AC">
        <w:t>Valorsay</w:t>
      </w:r>
      <w:proofErr w:type="spellEnd"/>
      <w:r w:rsidR="00F635DB">
        <w:t>, M. </w:t>
      </w:r>
      <w:r w:rsidRPr="009071AC">
        <w:t>Isidore Fortunat dormit peu</w:t>
      </w:r>
      <w:r w:rsidR="00F635DB">
        <w:t xml:space="preserve">, </w:t>
      </w:r>
      <w:r w:rsidRPr="009071AC">
        <w:t>et d</w:t>
      </w:r>
      <w:r w:rsidR="00F635DB">
        <w:t>’</w:t>
      </w:r>
      <w:r w:rsidRPr="009071AC">
        <w:t>un mauvais sommeil</w:t>
      </w:r>
      <w:r w:rsidR="00F635DB">
        <w:t>.</w:t>
      </w:r>
    </w:p>
    <w:p w14:paraId="74F12964" w14:textId="2642D306" w:rsidR="00F635DB" w:rsidRDefault="00855694" w:rsidP="00F635DB">
      <w:r w:rsidRPr="009071AC">
        <w:t>On a beau être fort</w:t>
      </w:r>
      <w:r w:rsidR="00F635DB">
        <w:t xml:space="preserve">, </w:t>
      </w:r>
      <w:r w:rsidRPr="009071AC">
        <w:t>une perte sèche de 4</w:t>
      </w:r>
      <w:r w:rsidR="00F635DB" w:rsidRPr="009071AC">
        <w:t>0</w:t>
      </w:r>
      <w:r w:rsidR="00F635DB">
        <w:t>,</w:t>
      </w:r>
      <w:r w:rsidR="00F635DB" w:rsidRPr="009071AC">
        <w:t>0</w:t>
      </w:r>
      <w:r w:rsidRPr="009071AC">
        <w:t>00 francs ne dispose pas à des rêves couleur de rose</w:t>
      </w:r>
      <w:r w:rsidR="00F635DB">
        <w:t xml:space="preserve">, </w:t>
      </w:r>
      <w:r w:rsidRPr="009071AC">
        <w:t xml:space="preserve">et </w:t>
      </w:r>
      <w:r w:rsidR="00F635DB">
        <w:t>M. </w:t>
      </w:r>
      <w:r w:rsidRPr="009071AC">
        <w:t xml:space="preserve">Fortunat avait cette faiblesse de tenir à son argent comme à la </w:t>
      </w:r>
      <w:r w:rsidR="00F635DB">
        <w:t>moel</w:t>
      </w:r>
      <w:r w:rsidRPr="009071AC">
        <w:t>le de ses os</w:t>
      </w:r>
      <w:r w:rsidR="00F635DB">
        <w:t>.</w:t>
      </w:r>
    </w:p>
    <w:p w14:paraId="0C2754A0" w14:textId="77777777" w:rsidR="00F635DB" w:rsidRDefault="00855694" w:rsidP="00F635DB">
      <w:r w:rsidRPr="009071AC">
        <w:t>Il y tenait en raison directe du mal qu</w:t>
      </w:r>
      <w:r w:rsidR="00F635DB">
        <w:t>’</w:t>
      </w:r>
      <w:r w:rsidRPr="009071AC">
        <w:t>il lui avait donné à conquérir</w:t>
      </w:r>
      <w:r w:rsidR="00F635DB">
        <w:t xml:space="preserve">, </w:t>
      </w:r>
      <w:r w:rsidRPr="009071AC">
        <w:t>des hasards courus et des périls surmontés</w:t>
      </w:r>
      <w:r w:rsidR="00F635DB">
        <w:t>.</w:t>
      </w:r>
    </w:p>
    <w:p w14:paraId="2BB2F3F8" w14:textId="77777777" w:rsidR="00F635DB" w:rsidRDefault="00855694" w:rsidP="00F635DB">
      <w:r w:rsidRPr="009071AC">
        <w:t>Bravement il se répétait en manière de consolation</w:t>
      </w:r>
      <w:r w:rsidR="00F635DB">
        <w:t> : « </w:t>
      </w:r>
      <w:r w:rsidRPr="009071AC">
        <w:t>Je triplerai cette somme</w:t>
      </w:r>
      <w:r w:rsidR="00F635DB">
        <w:t>, »</w:t>
      </w:r>
      <w:r w:rsidRPr="009071AC">
        <w:t xml:space="preserve"> cet encouragement ne lui rendait pas sa sérénité</w:t>
      </w:r>
      <w:r w:rsidR="00F635DB">
        <w:t xml:space="preserve">. </w:t>
      </w:r>
      <w:r w:rsidRPr="009071AC">
        <w:t>C</w:t>
      </w:r>
      <w:r w:rsidR="00F635DB">
        <w:t>’</w:t>
      </w:r>
      <w:r w:rsidRPr="009071AC">
        <w:t>est que le gain n</w:t>
      </w:r>
      <w:r w:rsidR="00F635DB">
        <w:t>’</w:t>
      </w:r>
      <w:r w:rsidRPr="009071AC">
        <w:t>était qu</w:t>
      </w:r>
      <w:r w:rsidR="00F635DB">
        <w:t>’</w:t>
      </w:r>
      <w:r w:rsidRPr="009071AC">
        <w:t>une probabilité</w:t>
      </w:r>
      <w:r w:rsidR="00F635DB">
        <w:t xml:space="preserve">, </w:t>
      </w:r>
      <w:r w:rsidRPr="009071AC">
        <w:t>et sa perte était une certitude</w:t>
      </w:r>
      <w:r w:rsidR="00F635DB">
        <w:t>.</w:t>
      </w:r>
    </w:p>
    <w:p w14:paraId="2000C3AA" w14:textId="77777777" w:rsidR="00F635DB" w:rsidRDefault="00855694" w:rsidP="00F635DB">
      <w:r w:rsidRPr="009071AC">
        <w:t>Aussi se tournait-il et se retournait-il sur ses matelas comme sur un gril</w:t>
      </w:r>
      <w:r w:rsidR="00F635DB">
        <w:t xml:space="preserve">, </w:t>
      </w:r>
      <w:r w:rsidRPr="009071AC">
        <w:t>s</w:t>
      </w:r>
      <w:r w:rsidR="00F635DB">
        <w:t>’</w:t>
      </w:r>
      <w:r w:rsidRPr="009071AC">
        <w:t>épuisant en hypothèses</w:t>
      </w:r>
      <w:r w:rsidR="00F635DB">
        <w:t xml:space="preserve">, </w:t>
      </w:r>
      <w:r w:rsidRPr="009071AC">
        <w:t>se préparant aux difficultés qu</w:t>
      </w:r>
      <w:r w:rsidR="00F635DB">
        <w:t>’</w:t>
      </w:r>
      <w:r w:rsidRPr="009071AC">
        <w:t>il aurait à vaincre</w:t>
      </w:r>
      <w:r w:rsidR="00F635DB">
        <w:t>.</w:t>
      </w:r>
    </w:p>
    <w:p w14:paraId="553CE967" w14:textId="77777777" w:rsidR="00F635DB" w:rsidRDefault="00855694" w:rsidP="00F635DB">
      <w:r w:rsidRPr="009071AC">
        <w:t>Son plan était simple</w:t>
      </w:r>
      <w:r w:rsidR="00F635DB">
        <w:t xml:space="preserve"> ; </w:t>
      </w:r>
      <w:r w:rsidRPr="009071AC">
        <w:t>l</w:t>
      </w:r>
      <w:r w:rsidR="00F635DB">
        <w:t>’</w:t>
      </w:r>
      <w:r w:rsidRPr="009071AC">
        <w:t>exécution était terriblement compliquée</w:t>
      </w:r>
      <w:r w:rsidR="00F635DB">
        <w:t>.</w:t>
      </w:r>
    </w:p>
    <w:p w14:paraId="61A3DBD0" w14:textId="28EF812F" w:rsidR="00F635DB" w:rsidRDefault="00855694" w:rsidP="00F635DB">
      <w:r w:rsidRPr="009071AC">
        <w:t>Se dire</w:t>
      </w:r>
      <w:r w:rsidR="00F635DB">
        <w:t xml:space="preserve"> : </w:t>
      </w:r>
      <w:r w:rsidRPr="009071AC">
        <w:t xml:space="preserve">je retrouverai la sœur de </w:t>
      </w:r>
      <w:r w:rsidR="00F635DB">
        <w:t>M. de </w:t>
      </w:r>
      <w:proofErr w:type="spellStart"/>
      <w:r w:rsidRPr="009071AC">
        <w:t>Chalusse</w:t>
      </w:r>
      <w:proofErr w:type="spellEnd"/>
      <w:r w:rsidRPr="009071AC">
        <w:t xml:space="preserve"> si elle vit encore</w:t>
      </w:r>
      <w:r w:rsidR="00F635DB">
        <w:t xml:space="preserve">, </w:t>
      </w:r>
      <w:r w:rsidRPr="009071AC">
        <w:t>je découvrirai les enfants si elle est morte et j</w:t>
      </w:r>
      <w:r w:rsidR="00F635DB">
        <w:t>’</w:t>
      </w:r>
      <w:r w:rsidRPr="009071AC">
        <w:t>aurai ma bonne part de la succession</w:t>
      </w:r>
      <w:r w:rsidR="00F635DB">
        <w:t xml:space="preserve">, </w:t>
      </w:r>
      <w:r w:rsidRPr="009071AC">
        <w:t>se dire cela était fort joli</w:t>
      </w:r>
      <w:r w:rsidR="00F635DB">
        <w:t xml:space="preserve">… </w:t>
      </w:r>
      <w:r w:rsidRPr="009071AC">
        <w:t>Comment le faire</w:t>
      </w:r>
      <w:r w:rsidR="00F635DB">
        <w:t> ?</w:t>
      </w:r>
    </w:p>
    <w:p w14:paraId="0C92498C" w14:textId="77777777" w:rsidR="00F635DB" w:rsidRDefault="00855694" w:rsidP="00F635DB">
      <w:r w:rsidRPr="009071AC">
        <w:t>Où prendre cette infortunée qui depuis trente ans avait abandonné sa famille pour fuir on ne savait où ni avec qui</w:t>
      </w:r>
      <w:r w:rsidR="00F635DB">
        <w:t xml:space="preserve"> ?… </w:t>
      </w:r>
      <w:r w:rsidRPr="009071AC">
        <w:lastRenderedPageBreak/>
        <w:t>Comment se faire une idée de la vie qu</w:t>
      </w:r>
      <w:r w:rsidR="00F635DB">
        <w:t>’</w:t>
      </w:r>
      <w:r w:rsidRPr="009071AC">
        <w:t>elle avait vécue et des hasards de sa destinée</w:t>
      </w:r>
      <w:r w:rsidR="00F635DB">
        <w:t xml:space="preserve"> ?… </w:t>
      </w:r>
      <w:r w:rsidRPr="009071AC">
        <w:t>À quel degré de l</w:t>
      </w:r>
      <w:r w:rsidR="00F635DB">
        <w:t>’</w:t>
      </w:r>
      <w:r w:rsidRPr="009071AC">
        <w:t>échelle sociale et dans quel monde commencer les investigations</w:t>
      </w:r>
      <w:r w:rsidR="00F635DB">
        <w:t xml:space="preserve"> ?… </w:t>
      </w:r>
      <w:r w:rsidRPr="009071AC">
        <w:t>Autant de problèmes</w:t>
      </w:r>
      <w:r w:rsidR="00F635DB">
        <w:t> !</w:t>
      </w:r>
    </w:p>
    <w:p w14:paraId="4C8854CD" w14:textId="77777777" w:rsidR="00F635DB" w:rsidRDefault="00855694" w:rsidP="00F635DB">
      <w:r w:rsidRPr="009071AC">
        <w:t>Ces filles de grande maison que le vertige saisit et qui désertent le foyer paternel</w:t>
      </w:r>
      <w:r w:rsidR="00F635DB">
        <w:t xml:space="preserve">, </w:t>
      </w:r>
      <w:r w:rsidRPr="009071AC">
        <w:t>finissent presque toutes misérablement après une lamentable existence</w:t>
      </w:r>
      <w:r w:rsidR="00F635DB">
        <w:t>.</w:t>
      </w:r>
    </w:p>
    <w:p w14:paraId="5B1CA76E" w14:textId="77777777" w:rsidR="00F635DB" w:rsidRDefault="00855694" w:rsidP="00F635DB">
      <w:r w:rsidRPr="009071AC">
        <w:t>La fille du peuple armée pour le malheur et pour la lutte</w:t>
      </w:r>
      <w:r w:rsidR="00F635DB">
        <w:t xml:space="preserve">, </w:t>
      </w:r>
      <w:r w:rsidRPr="009071AC">
        <w:t>fatalement expérimentée</w:t>
      </w:r>
      <w:r w:rsidR="00F635DB">
        <w:t xml:space="preserve">, </w:t>
      </w:r>
      <w:r w:rsidRPr="009071AC">
        <w:t>peut mesurer et calculer sa chute</w:t>
      </w:r>
      <w:r w:rsidR="00F635DB">
        <w:t xml:space="preserve">, </w:t>
      </w:r>
      <w:r w:rsidRPr="009071AC">
        <w:t>et jusqu</w:t>
      </w:r>
      <w:r w:rsidR="00F635DB">
        <w:t>’</w:t>
      </w:r>
      <w:r w:rsidRPr="009071AC">
        <w:t>à un certain point la régler et la maîtriser</w:t>
      </w:r>
      <w:r w:rsidR="00F635DB">
        <w:t>.</w:t>
      </w:r>
    </w:p>
    <w:p w14:paraId="1C97037B" w14:textId="77777777" w:rsidR="00F635DB" w:rsidRDefault="00855694" w:rsidP="00F635DB">
      <w:r w:rsidRPr="009071AC">
        <w:t>Les autres</w:t>
      </w:r>
      <w:r w:rsidR="00F635DB">
        <w:t xml:space="preserve">, </w:t>
      </w:r>
      <w:r w:rsidRPr="009071AC">
        <w:t>non</w:t>
      </w:r>
      <w:r w:rsidR="00F635DB">
        <w:t xml:space="preserve">. </w:t>
      </w:r>
      <w:r w:rsidRPr="009071AC">
        <w:t>Elles ignorent tout</w:t>
      </w:r>
      <w:r w:rsidR="00F635DB">
        <w:t xml:space="preserve">, </w:t>
      </w:r>
      <w:r w:rsidRPr="009071AC">
        <w:t>sont sans défense et s</w:t>
      </w:r>
      <w:r w:rsidR="00F635DB">
        <w:t>’</w:t>
      </w:r>
      <w:r w:rsidRPr="009071AC">
        <w:t>abandonnent</w:t>
      </w:r>
      <w:r w:rsidR="00F635DB">
        <w:t>.</w:t>
      </w:r>
    </w:p>
    <w:p w14:paraId="4078F41A" w14:textId="77777777" w:rsidR="00F635DB" w:rsidRDefault="00855694" w:rsidP="00F635DB">
      <w:r w:rsidRPr="009071AC">
        <w:t>Et précisément parce qu</w:t>
      </w:r>
      <w:r w:rsidR="00F635DB">
        <w:t>’</w:t>
      </w:r>
      <w:r w:rsidRPr="009071AC">
        <w:t>elles ont été précipitées de plus haut</w:t>
      </w:r>
      <w:r w:rsidR="00F635DB">
        <w:t xml:space="preserve">, </w:t>
      </w:r>
      <w:r w:rsidRPr="009071AC">
        <w:t>elles roulent plus bas</w:t>
      </w:r>
      <w:r w:rsidR="00F635DB">
        <w:t xml:space="preserve">, </w:t>
      </w:r>
      <w:r w:rsidRPr="009071AC">
        <w:t>et souvent jusqu</w:t>
      </w:r>
      <w:r w:rsidR="00F635DB">
        <w:t>’</w:t>
      </w:r>
      <w:r w:rsidRPr="009071AC">
        <w:t>au fond des plus impurs cloaques de la civilisation</w:t>
      </w:r>
      <w:r w:rsidR="00F635DB">
        <w:t>.</w:t>
      </w:r>
    </w:p>
    <w:p w14:paraId="6415B404" w14:textId="2B3BF122" w:rsidR="00F635DB" w:rsidRDefault="00F635DB" w:rsidP="00F635DB">
      <w:r>
        <w:t>— </w:t>
      </w:r>
      <w:r w:rsidR="00855694" w:rsidRPr="009071AC">
        <w:t>Que ne suis-je à demain</w:t>
      </w:r>
      <w:r>
        <w:t xml:space="preserve">, </w:t>
      </w:r>
      <w:r w:rsidR="00855694" w:rsidRPr="009071AC">
        <w:t xml:space="preserve">pensait </w:t>
      </w:r>
      <w:r>
        <w:t>M. </w:t>
      </w:r>
      <w:r w:rsidR="00855694" w:rsidRPr="009071AC">
        <w:t>Isidore Fortunat</w:t>
      </w:r>
      <w:r>
        <w:t xml:space="preserve">, </w:t>
      </w:r>
      <w:r w:rsidR="00855694" w:rsidRPr="009071AC">
        <w:t>que ne puis-je me mettre sur-le-champ à l</w:t>
      </w:r>
      <w:r>
        <w:t>’</w:t>
      </w:r>
      <w:r w:rsidR="00855694" w:rsidRPr="009071AC">
        <w:t>œuvre</w:t>
      </w:r>
      <w:r>
        <w:t> !…</w:t>
      </w:r>
    </w:p>
    <w:p w14:paraId="58FA7BE0" w14:textId="1ED51E1C" w:rsidR="00F635DB" w:rsidRDefault="00855694" w:rsidP="00F635DB">
      <w:r w:rsidRPr="009071AC">
        <w:t>Au petit jour</w:t>
      </w:r>
      <w:r w:rsidR="00F635DB">
        <w:t xml:space="preserve">, </w:t>
      </w:r>
      <w:r w:rsidRPr="009071AC">
        <w:t>cependant</w:t>
      </w:r>
      <w:r w:rsidR="00F635DB">
        <w:t xml:space="preserve">, </w:t>
      </w:r>
      <w:r w:rsidRPr="009071AC">
        <w:t>il s</w:t>
      </w:r>
      <w:r w:rsidR="00F635DB">
        <w:t>’</w:t>
      </w:r>
      <w:r w:rsidRPr="009071AC">
        <w:t>assoupit si bien que vers les neuf heures</w:t>
      </w:r>
      <w:r w:rsidR="00F635DB">
        <w:t>, M</w:t>
      </w:r>
      <w:r w:rsidR="00F635DB" w:rsidRPr="00F635DB">
        <w:rPr>
          <w:vertAlign w:val="superscript"/>
        </w:rPr>
        <w:t>me</w:t>
      </w:r>
      <w:r w:rsidR="00F635DB">
        <w:t> </w:t>
      </w:r>
      <w:proofErr w:type="spellStart"/>
      <w:r w:rsidRPr="009071AC">
        <w:t>Dodelin</w:t>
      </w:r>
      <w:proofErr w:type="spellEnd"/>
      <w:r w:rsidR="00F635DB">
        <w:t xml:space="preserve">, </w:t>
      </w:r>
      <w:r w:rsidRPr="009071AC">
        <w:t>sa gouvernante</w:t>
      </w:r>
      <w:r w:rsidR="00F635DB">
        <w:t xml:space="preserve">, </w:t>
      </w:r>
      <w:r w:rsidRPr="009071AC">
        <w:t>fut obligée de le réveiller</w:t>
      </w:r>
      <w:r w:rsidR="00F635DB">
        <w:t>.</w:t>
      </w:r>
    </w:p>
    <w:p w14:paraId="7197903F" w14:textId="77777777" w:rsidR="00F635DB" w:rsidRDefault="00F635DB" w:rsidP="00F635DB">
      <w:r>
        <w:t>— </w:t>
      </w:r>
      <w:r w:rsidR="00855694" w:rsidRPr="009071AC">
        <w:t>Vos employés sont arrivés</w:t>
      </w:r>
      <w:r>
        <w:t xml:space="preserve">, </w:t>
      </w:r>
      <w:r w:rsidR="00855694" w:rsidRPr="009071AC">
        <w:t>lui cria-t-elle</w:t>
      </w:r>
      <w:r>
        <w:t xml:space="preserve">, </w:t>
      </w:r>
      <w:r w:rsidR="00855694" w:rsidRPr="009071AC">
        <w:t>en le secouant</w:t>
      </w:r>
      <w:r>
        <w:t xml:space="preserve"> ; </w:t>
      </w:r>
      <w:r w:rsidR="00855694" w:rsidRPr="009071AC">
        <w:t>deux clients vous attendent</w:t>
      </w:r>
      <w:r>
        <w:t>.</w:t>
      </w:r>
    </w:p>
    <w:p w14:paraId="4C086435" w14:textId="77777777" w:rsidR="00F635DB" w:rsidRDefault="00855694" w:rsidP="00F635DB">
      <w:r w:rsidRPr="009071AC">
        <w:t>Il sauta à bas de son lit</w:t>
      </w:r>
      <w:r w:rsidR="00F635DB">
        <w:t xml:space="preserve">, </w:t>
      </w:r>
      <w:r w:rsidRPr="009071AC">
        <w:t>termina sa toilette en moins d</w:t>
      </w:r>
      <w:r w:rsidR="00F635DB">
        <w:t>’</w:t>
      </w:r>
      <w:r w:rsidRPr="009071AC">
        <w:t>un quart d</w:t>
      </w:r>
      <w:r w:rsidR="00F635DB">
        <w:t>’</w:t>
      </w:r>
      <w:r w:rsidRPr="009071AC">
        <w:t>heure et passa dans son cabinet</w:t>
      </w:r>
      <w:r w:rsidR="00F635DB">
        <w:t xml:space="preserve">, </w:t>
      </w:r>
      <w:r w:rsidRPr="009071AC">
        <w:t>en criant à ses commis</w:t>
      </w:r>
      <w:r w:rsidR="00F635DB">
        <w:t> :</w:t>
      </w:r>
    </w:p>
    <w:p w14:paraId="06B7DE14" w14:textId="77777777" w:rsidR="00F635DB" w:rsidRDefault="00F635DB" w:rsidP="00F635DB">
      <w:r>
        <w:t>— </w:t>
      </w:r>
      <w:r w:rsidR="00855694" w:rsidRPr="009071AC">
        <w:t>Faites entrer</w:t>
      </w:r>
      <w:r>
        <w:t> !…</w:t>
      </w:r>
    </w:p>
    <w:p w14:paraId="6AAC0CC8" w14:textId="77777777" w:rsidR="00F635DB" w:rsidRDefault="00855694" w:rsidP="00F635DB">
      <w:r w:rsidRPr="009071AC">
        <w:lastRenderedPageBreak/>
        <w:t>Recevoir ce matin le contrariait fort</w:t>
      </w:r>
      <w:r w:rsidR="00F635DB">
        <w:t xml:space="preserve">, </w:t>
      </w:r>
      <w:r w:rsidRPr="009071AC">
        <w:t xml:space="preserve">mais négliger toutes ses autres affaires pour la douteuse succession de </w:t>
      </w:r>
      <w:proofErr w:type="spellStart"/>
      <w:r w:rsidRPr="009071AC">
        <w:t>Chalusse</w:t>
      </w:r>
      <w:proofErr w:type="spellEnd"/>
      <w:r w:rsidR="00F635DB">
        <w:t xml:space="preserve">, </w:t>
      </w:r>
      <w:r w:rsidRPr="009071AC">
        <w:t>eût été une folie</w:t>
      </w:r>
      <w:r w:rsidR="00F635DB">
        <w:t>.</w:t>
      </w:r>
    </w:p>
    <w:p w14:paraId="10E7F780" w14:textId="18E4B61E" w:rsidR="00F635DB" w:rsidRDefault="00855694" w:rsidP="00F635DB">
      <w:r w:rsidRPr="009071AC">
        <w:t>Le premier client qui entra était un homme encore jeune</w:t>
      </w:r>
      <w:r w:rsidR="00F635DB">
        <w:t xml:space="preserve">, </w:t>
      </w:r>
      <w:r w:rsidRPr="009071AC">
        <w:t>d</w:t>
      </w:r>
      <w:r w:rsidR="00F635DB">
        <w:t>’</w:t>
      </w:r>
      <w:r w:rsidRPr="009071AC">
        <w:t>apparences cossues et vulgaires</w:t>
      </w:r>
      <w:r w:rsidR="00F635DB">
        <w:t xml:space="preserve">. </w:t>
      </w:r>
      <w:r w:rsidRPr="009071AC">
        <w:t>N</w:t>
      </w:r>
      <w:r w:rsidR="00F635DB">
        <w:t>’</w:t>
      </w:r>
      <w:r w:rsidRPr="009071AC">
        <w:t xml:space="preserve">étant pas connu de </w:t>
      </w:r>
      <w:r w:rsidR="00F635DB">
        <w:t>M. </w:t>
      </w:r>
      <w:r w:rsidRPr="009071AC">
        <w:t>Fortunat</w:t>
      </w:r>
      <w:r w:rsidR="00F635DB">
        <w:t xml:space="preserve">, </w:t>
      </w:r>
      <w:r w:rsidRPr="009071AC">
        <w:t>il jugea convenable de s</w:t>
      </w:r>
      <w:r w:rsidR="00F635DB">
        <w:t>’</w:t>
      </w:r>
      <w:r w:rsidRPr="009071AC">
        <w:t>annoncer tout d</w:t>
      </w:r>
      <w:r w:rsidR="00F635DB">
        <w:t>’</w:t>
      </w:r>
      <w:r w:rsidRPr="009071AC">
        <w:t>abord</w:t>
      </w:r>
      <w:r w:rsidR="00F635DB">
        <w:t>.</w:t>
      </w:r>
    </w:p>
    <w:p w14:paraId="00784234" w14:textId="310A1E45" w:rsidR="00F635DB" w:rsidRDefault="00F635DB" w:rsidP="00F635DB">
      <w:r>
        <w:t>— </w:t>
      </w:r>
      <w:r w:rsidR="00855694" w:rsidRPr="009071AC">
        <w:t>Je suis</w:t>
      </w:r>
      <w:r>
        <w:t xml:space="preserve">, </w:t>
      </w:r>
      <w:r w:rsidR="00855694" w:rsidRPr="009071AC">
        <w:t>dit-il</w:t>
      </w:r>
      <w:r>
        <w:t>, M. </w:t>
      </w:r>
      <w:proofErr w:type="spellStart"/>
      <w:r w:rsidR="00855694" w:rsidRPr="009071AC">
        <w:t>Leplaintre</w:t>
      </w:r>
      <w:proofErr w:type="spellEnd"/>
      <w:r>
        <w:t xml:space="preserve">, </w:t>
      </w:r>
      <w:r w:rsidR="00855694" w:rsidRPr="009071AC">
        <w:t>marchand de charbons en gros</w:t>
      </w:r>
      <w:r>
        <w:t xml:space="preserve">, </w:t>
      </w:r>
      <w:r w:rsidR="00855694" w:rsidRPr="009071AC">
        <w:t>et je vous suis adressé par mon ami Bouscat</w:t>
      </w:r>
      <w:r>
        <w:t xml:space="preserve">, </w:t>
      </w:r>
      <w:r w:rsidR="00855694" w:rsidRPr="009071AC">
        <w:t>le marchand de vin</w:t>
      </w:r>
      <w:r>
        <w:t>.</w:t>
      </w:r>
    </w:p>
    <w:p w14:paraId="638E66FD" w14:textId="3A2D897F" w:rsidR="00F635DB" w:rsidRDefault="00F635DB" w:rsidP="00F635DB">
      <w:r>
        <w:t>M. </w:t>
      </w:r>
      <w:r w:rsidR="00855694" w:rsidRPr="009071AC">
        <w:t>Fortunat s</w:t>
      </w:r>
      <w:r>
        <w:t>’</w:t>
      </w:r>
      <w:r w:rsidR="00855694" w:rsidRPr="009071AC">
        <w:t>inclina</w:t>
      </w:r>
      <w:r>
        <w:t>.</w:t>
      </w:r>
    </w:p>
    <w:p w14:paraId="6F78688D" w14:textId="77777777" w:rsidR="00F635DB" w:rsidRDefault="00F635DB" w:rsidP="00F635DB">
      <w:r>
        <w:t>— </w:t>
      </w:r>
      <w:r w:rsidR="00855694" w:rsidRPr="009071AC">
        <w:t>Prenez donc la peine de vous asseoir</w:t>
      </w:r>
      <w:r>
        <w:t xml:space="preserve">, </w:t>
      </w:r>
      <w:r w:rsidR="00855694" w:rsidRPr="009071AC">
        <w:t>fit-il</w:t>
      </w:r>
      <w:r>
        <w:t xml:space="preserve">. </w:t>
      </w:r>
      <w:r w:rsidR="00855694" w:rsidRPr="009071AC">
        <w:t>Je me rappelle très-bien votre ami</w:t>
      </w:r>
      <w:r>
        <w:t xml:space="preserve">… </w:t>
      </w:r>
      <w:r w:rsidR="00855694" w:rsidRPr="009071AC">
        <w:t>Je lui ai</w:t>
      </w:r>
      <w:r>
        <w:t xml:space="preserve">, </w:t>
      </w:r>
      <w:r w:rsidR="00855694" w:rsidRPr="009071AC">
        <w:t>si je ne m</w:t>
      </w:r>
      <w:r>
        <w:t>’</w:t>
      </w:r>
      <w:r w:rsidR="00855694" w:rsidRPr="009071AC">
        <w:t>abuse</w:t>
      </w:r>
      <w:r>
        <w:t xml:space="preserve">, </w:t>
      </w:r>
      <w:r w:rsidR="00855694" w:rsidRPr="009071AC">
        <w:t>donné quelques conseils lors de sa troisième faillite</w:t>
      </w:r>
      <w:r>
        <w:t>…</w:t>
      </w:r>
    </w:p>
    <w:p w14:paraId="077BE637" w14:textId="77777777" w:rsidR="00F635DB" w:rsidRDefault="00F635DB" w:rsidP="00F635DB">
      <w:r>
        <w:t>— </w:t>
      </w:r>
      <w:r w:rsidR="00855694" w:rsidRPr="009071AC">
        <w:t>Précisément</w:t>
      </w:r>
      <w:r>
        <w:t xml:space="preserve">… </w:t>
      </w:r>
      <w:r w:rsidR="00855694" w:rsidRPr="009071AC">
        <w:t>Et si je viens vous trouver</w:t>
      </w:r>
      <w:r>
        <w:t xml:space="preserve">, </w:t>
      </w:r>
      <w:r w:rsidR="00855694" w:rsidRPr="009071AC">
        <w:t>c</w:t>
      </w:r>
      <w:r>
        <w:t>’</w:t>
      </w:r>
      <w:r w:rsidR="00855694" w:rsidRPr="009071AC">
        <w:t>est que je suis juste dans le même pétrin que Bouscat</w:t>
      </w:r>
      <w:r>
        <w:t xml:space="preserve">… </w:t>
      </w:r>
      <w:r w:rsidR="00855694" w:rsidRPr="009071AC">
        <w:t>Les affaires vont mal</w:t>
      </w:r>
      <w:r>
        <w:t xml:space="preserve">, </w:t>
      </w:r>
      <w:r w:rsidR="00855694" w:rsidRPr="009071AC">
        <w:t>mon échéance fin courant est très-considérable</w:t>
      </w:r>
      <w:r>
        <w:t xml:space="preserve">, </w:t>
      </w:r>
      <w:r w:rsidR="00855694" w:rsidRPr="009071AC">
        <w:t>de manière que</w:t>
      </w:r>
      <w:r>
        <w:t>…</w:t>
      </w:r>
    </w:p>
    <w:p w14:paraId="7E9B93EF" w14:textId="77777777" w:rsidR="00F635DB" w:rsidRDefault="00F635DB" w:rsidP="00F635DB">
      <w:r>
        <w:t>— </w:t>
      </w:r>
      <w:r w:rsidR="00855694" w:rsidRPr="009071AC">
        <w:t>Vous serez obligé de déposer votre bilan</w:t>
      </w:r>
      <w:r>
        <w:t>.</w:t>
      </w:r>
    </w:p>
    <w:p w14:paraId="2AE1FD46" w14:textId="77777777" w:rsidR="00F635DB" w:rsidRDefault="00F635DB" w:rsidP="00F635DB">
      <w:r>
        <w:t>— </w:t>
      </w:r>
      <w:r w:rsidR="00855694" w:rsidRPr="009071AC">
        <w:t>Hélas</w:t>
      </w:r>
      <w:r>
        <w:t xml:space="preserve"> !… </w:t>
      </w:r>
      <w:r w:rsidR="00855694" w:rsidRPr="009071AC">
        <w:t>j</w:t>
      </w:r>
      <w:r>
        <w:t>’</w:t>
      </w:r>
      <w:r w:rsidR="00855694" w:rsidRPr="009071AC">
        <w:t>en ai bien peur</w:t>
      </w:r>
      <w:r>
        <w:t>.</w:t>
      </w:r>
    </w:p>
    <w:p w14:paraId="2F894AAE" w14:textId="30F93A30" w:rsidR="00F635DB" w:rsidRDefault="00855694" w:rsidP="00F635DB">
      <w:r w:rsidRPr="009071AC">
        <w:t>Ce que voulait ce client</w:t>
      </w:r>
      <w:r w:rsidR="00F635DB">
        <w:t>, M. </w:t>
      </w:r>
      <w:r w:rsidRPr="009071AC">
        <w:t>Fortunat le savait désormais</w:t>
      </w:r>
      <w:r w:rsidR="00F635DB">
        <w:t xml:space="preserve"> ; </w:t>
      </w:r>
      <w:r w:rsidRPr="009071AC">
        <w:t>seulement il a pour principe de n</w:t>
      </w:r>
      <w:r w:rsidR="00F635DB">
        <w:t>’</w:t>
      </w:r>
      <w:r w:rsidRPr="009071AC">
        <w:t>aller jamais au-devant des explications des gens</w:t>
      </w:r>
      <w:r w:rsidR="00F635DB">
        <w:t>.</w:t>
      </w:r>
    </w:p>
    <w:p w14:paraId="2180B1E9" w14:textId="77777777" w:rsidR="00F635DB" w:rsidRDefault="00F635DB" w:rsidP="00F635DB">
      <w:r>
        <w:t>— </w:t>
      </w:r>
      <w:r w:rsidR="00855694" w:rsidRPr="009071AC">
        <w:t>Veuillez m</w:t>
      </w:r>
      <w:r>
        <w:t>’</w:t>
      </w:r>
      <w:r w:rsidR="00855694" w:rsidRPr="009071AC">
        <w:t>exposer votre cas</w:t>
      </w:r>
      <w:r>
        <w:t xml:space="preserve">, </w:t>
      </w:r>
      <w:r w:rsidR="00855694" w:rsidRPr="009071AC">
        <w:t>dit-il</w:t>
      </w:r>
      <w:r>
        <w:t>.</w:t>
      </w:r>
    </w:p>
    <w:p w14:paraId="6C983549" w14:textId="77777777" w:rsidR="00F635DB" w:rsidRDefault="00855694" w:rsidP="00F635DB">
      <w:r w:rsidRPr="009071AC">
        <w:t>Le négociant rougit</w:t>
      </w:r>
      <w:r w:rsidR="00F635DB">
        <w:t xml:space="preserve">. </w:t>
      </w:r>
      <w:r w:rsidRPr="009071AC">
        <w:t>La vérité était dure à avouer</w:t>
      </w:r>
      <w:r w:rsidR="00F635DB">
        <w:t xml:space="preserve">, </w:t>
      </w:r>
      <w:r w:rsidRPr="009071AC">
        <w:t>et lui coûtait</w:t>
      </w:r>
      <w:r w:rsidR="00F635DB">
        <w:t>.</w:t>
      </w:r>
    </w:p>
    <w:p w14:paraId="2AF59C5F" w14:textId="77777777" w:rsidR="00F635DB" w:rsidRDefault="00F635DB" w:rsidP="00F635DB">
      <w:r>
        <w:t>— </w:t>
      </w:r>
      <w:r w:rsidR="00855694" w:rsidRPr="009071AC">
        <w:t>Voici la chose</w:t>
      </w:r>
      <w:r>
        <w:t xml:space="preserve">, </w:t>
      </w:r>
      <w:r w:rsidR="00855694" w:rsidRPr="009071AC">
        <w:t>répondit-il enfin</w:t>
      </w:r>
      <w:r>
        <w:t xml:space="preserve">. </w:t>
      </w:r>
      <w:r w:rsidR="00855694" w:rsidRPr="009071AC">
        <w:t>J</w:t>
      </w:r>
      <w:r>
        <w:t>’</w:t>
      </w:r>
      <w:r w:rsidR="00855694" w:rsidRPr="009071AC">
        <w:t>ai parmi mes créanciers des ennemis</w:t>
      </w:r>
      <w:r>
        <w:t xml:space="preserve">, </w:t>
      </w:r>
      <w:r w:rsidR="00855694" w:rsidRPr="009071AC">
        <w:t>de sorte que je n</w:t>
      </w:r>
      <w:r>
        <w:t>’</w:t>
      </w:r>
      <w:r w:rsidR="00855694" w:rsidRPr="009071AC">
        <w:t xml:space="preserve">obtiendrai pas mon </w:t>
      </w:r>
      <w:r w:rsidR="00855694" w:rsidRPr="009071AC">
        <w:lastRenderedPageBreak/>
        <w:t>concordat</w:t>
      </w:r>
      <w:r>
        <w:t xml:space="preserve">… </w:t>
      </w:r>
      <w:r w:rsidR="00855694" w:rsidRPr="009071AC">
        <w:t>C</w:t>
      </w:r>
      <w:r>
        <w:t>’</w:t>
      </w:r>
      <w:r w:rsidR="00855694" w:rsidRPr="009071AC">
        <w:t>est réglé</w:t>
      </w:r>
      <w:r>
        <w:t xml:space="preserve">… </w:t>
      </w:r>
      <w:r w:rsidR="00855694" w:rsidRPr="009071AC">
        <w:t>On me prendra tout ce que j</w:t>
      </w:r>
      <w:r>
        <w:t>’</w:t>
      </w:r>
      <w:r w:rsidR="00855694" w:rsidRPr="009071AC">
        <w:t>ai</w:t>
      </w:r>
      <w:r>
        <w:t xml:space="preserve">… </w:t>
      </w:r>
      <w:r w:rsidR="00855694" w:rsidRPr="009071AC">
        <w:t>que deviendrai-je après</w:t>
      </w:r>
      <w:r>
        <w:t xml:space="preserve"> ?… </w:t>
      </w:r>
      <w:r w:rsidR="00855694" w:rsidRPr="009071AC">
        <w:t>Faudra-t-il donc que je crève de faim</w:t>
      </w:r>
      <w:r>
        <w:t> !…</w:t>
      </w:r>
    </w:p>
    <w:p w14:paraId="698F8704" w14:textId="77777777" w:rsidR="00F635DB" w:rsidRDefault="00F635DB" w:rsidP="00F635DB">
      <w:r>
        <w:t>— </w:t>
      </w:r>
      <w:r w:rsidR="00855694" w:rsidRPr="009071AC">
        <w:t>La perspective est pénible</w:t>
      </w:r>
      <w:r>
        <w:t>.</w:t>
      </w:r>
    </w:p>
    <w:p w14:paraId="01FB174E" w14:textId="77777777" w:rsidR="00F635DB" w:rsidRDefault="00F635DB" w:rsidP="00F635DB">
      <w:r>
        <w:t>— </w:t>
      </w:r>
      <w:r w:rsidR="00855694" w:rsidRPr="009071AC">
        <w:t>N</w:t>
      </w:r>
      <w:r>
        <w:t>’</w:t>
      </w:r>
      <w:r w:rsidR="00855694" w:rsidRPr="009071AC">
        <w:t>est-ce pas</w:t>
      </w:r>
      <w:r>
        <w:t xml:space="preserve">, </w:t>
      </w:r>
      <w:r w:rsidR="00855694" w:rsidRPr="009071AC">
        <w:t>monsieur</w:t>
      </w:r>
      <w:r>
        <w:t xml:space="preserve">… </w:t>
      </w:r>
      <w:r w:rsidR="00855694" w:rsidRPr="009071AC">
        <w:t>Et c</w:t>
      </w:r>
      <w:r>
        <w:t>’</w:t>
      </w:r>
      <w:r w:rsidR="00855694" w:rsidRPr="009071AC">
        <w:t>est pour cela que je désirerais</w:t>
      </w:r>
      <w:r>
        <w:t xml:space="preserve">… </w:t>
      </w:r>
      <w:r w:rsidR="00855694" w:rsidRPr="009071AC">
        <w:t>si c</w:t>
      </w:r>
      <w:r>
        <w:t>’</w:t>
      </w:r>
      <w:r w:rsidR="00855694" w:rsidRPr="009071AC">
        <w:t>était possible</w:t>
      </w:r>
      <w:r>
        <w:t xml:space="preserve">… </w:t>
      </w:r>
      <w:r w:rsidR="00855694" w:rsidRPr="009071AC">
        <w:t>si c</w:t>
      </w:r>
      <w:r>
        <w:t>’</w:t>
      </w:r>
      <w:r w:rsidR="00855694" w:rsidRPr="009071AC">
        <w:t>était sans danger</w:t>
      </w:r>
      <w:r>
        <w:t xml:space="preserve">… </w:t>
      </w:r>
      <w:r w:rsidR="00855694" w:rsidRPr="009071AC">
        <w:t>car je suis honnête homme</w:t>
      </w:r>
      <w:r>
        <w:t xml:space="preserve">, </w:t>
      </w:r>
      <w:r w:rsidR="00855694" w:rsidRPr="009071AC">
        <w:t>monsieur</w:t>
      </w:r>
      <w:r>
        <w:t xml:space="preserve"> !… </w:t>
      </w:r>
      <w:r w:rsidR="00855694" w:rsidRPr="009071AC">
        <w:t>Je voudrais me ménager quelques petites ressources</w:t>
      </w:r>
      <w:r>
        <w:t xml:space="preserve">… </w:t>
      </w:r>
      <w:r w:rsidR="00855694" w:rsidRPr="009071AC">
        <w:t>secrètement</w:t>
      </w:r>
      <w:r>
        <w:t xml:space="preserve">… </w:t>
      </w:r>
      <w:r w:rsidR="00855694" w:rsidRPr="009071AC">
        <w:t>non pour moi</w:t>
      </w:r>
      <w:r>
        <w:t xml:space="preserve">, </w:t>
      </w:r>
      <w:r w:rsidR="00855694" w:rsidRPr="009071AC">
        <w:t>grand Dieu</w:t>
      </w:r>
      <w:r>
        <w:t xml:space="preserve"> !… </w:t>
      </w:r>
      <w:r w:rsidR="00855694" w:rsidRPr="009071AC">
        <w:t>mais j</w:t>
      </w:r>
      <w:r>
        <w:t>’</w:t>
      </w:r>
      <w:r w:rsidR="00855694" w:rsidRPr="009071AC">
        <w:t>ai une jeune femme</w:t>
      </w:r>
      <w:r>
        <w:t xml:space="preserve">, </w:t>
      </w:r>
      <w:r w:rsidR="00855694" w:rsidRPr="009071AC">
        <w:t>si bien que</w:t>
      </w:r>
      <w:r>
        <w:t>…</w:t>
      </w:r>
    </w:p>
    <w:p w14:paraId="2B160981" w14:textId="77777777" w:rsidR="00F635DB" w:rsidRDefault="00855694" w:rsidP="00F635DB">
      <w:r w:rsidRPr="009071AC">
        <w:t>L</w:t>
      </w:r>
      <w:r w:rsidR="00F635DB">
        <w:t>’</w:t>
      </w:r>
      <w:r w:rsidRPr="009071AC">
        <w:t>agent d</w:t>
      </w:r>
      <w:r w:rsidR="00F635DB">
        <w:t>’</w:t>
      </w:r>
      <w:r w:rsidRPr="009071AC">
        <w:t>affaires eut pitié de son embarras</w:t>
      </w:r>
      <w:r w:rsidR="00F635DB">
        <w:t>.</w:t>
      </w:r>
    </w:p>
    <w:p w14:paraId="08154650" w14:textId="77777777" w:rsidR="00F635DB" w:rsidRDefault="00F635DB" w:rsidP="00F635DB">
      <w:r>
        <w:t>— </w:t>
      </w:r>
      <w:r w:rsidR="00855694" w:rsidRPr="009071AC">
        <w:t>Bref</w:t>
      </w:r>
      <w:r>
        <w:t xml:space="preserve">, </w:t>
      </w:r>
      <w:r w:rsidR="00855694" w:rsidRPr="009071AC">
        <w:t>interrompit-il</w:t>
      </w:r>
      <w:r>
        <w:t xml:space="preserve">, </w:t>
      </w:r>
      <w:r w:rsidR="00855694" w:rsidRPr="009071AC">
        <w:t>vous voudriez dissimuler et soustraire à vos créanciers une partie de votre actif</w:t>
      </w:r>
      <w:r>
        <w:t>.</w:t>
      </w:r>
    </w:p>
    <w:p w14:paraId="66D48C32" w14:textId="77777777" w:rsidR="00F635DB" w:rsidRDefault="00855694" w:rsidP="00F635DB">
      <w:r w:rsidRPr="009071AC">
        <w:t>À cette formule nette et crue de ses honorables intentions</w:t>
      </w:r>
      <w:r w:rsidR="00F635DB">
        <w:t xml:space="preserve">, </w:t>
      </w:r>
      <w:r w:rsidRPr="009071AC">
        <w:t>le marchand de charbons tressauta sur sa chaise</w:t>
      </w:r>
      <w:r w:rsidR="00F635DB">
        <w:t>.</w:t>
      </w:r>
    </w:p>
    <w:p w14:paraId="16E0AC72" w14:textId="77777777" w:rsidR="00F635DB" w:rsidRDefault="00855694" w:rsidP="00F635DB">
      <w:r w:rsidRPr="009071AC">
        <w:t>Sa probité</w:t>
      </w:r>
      <w:r w:rsidR="00F635DB">
        <w:t xml:space="preserve">, </w:t>
      </w:r>
      <w:r w:rsidRPr="009071AC">
        <w:t>qui eût accepté une périphrase</w:t>
      </w:r>
      <w:r w:rsidR="00F635DB">
        <w:t xml:space="preserve">, </w:t>
      </w:r>
      <w:r w:rsidRPr="009071AC">
        <w:t>se révoltait de l</w:t>
      </w:r>
      <w:r w:rsidR="00F635DB">
        <w:t>’</w:t>
      </w:r>
      <w:r w:rsidRPr="009071AC">
        <w:t>expression propre</w:t>
      </w:r>
      <w:r w:rsidR="00F635DB">
        <w:t>.</w:t>
      </w:r>
    </w:p>
    <w:p w14:paraId="0CB4693F" w14:textId="77777777" w:rsidR="00F635DB" w:rsidRDefault="00F635DB" w:rsidP="00F635DB">
      <w:r>
        <w:t>— </w:t>
      </w:r>
      <w:r w:rsidR="00855694" w:rsidRPr="009071AC">
        <w:t>Oh</w:t>
      </w:r>
      <w:r>
        <w:t xml:space="preserve"> ! </w:t>
      </w:r>
      <w:r w:rsidR="00855694" w:rsidRPr="009071AC">
        <w:t>monsieur</w:t>
      </w:r>
      <w:r>
        <w:t xml:space="preserve">… </w:t>
      </w:r>
      <w:r w:rsidR="00855694" w:rsidRPr="009071AC">
        <w:t>protesta-t-il</w:t>
      </w:r>
      <w:r>
        <w:t xml:space="preserve">, </w:t>
      </w:r>
      <w:r w:rsidR="00855694" w:rsidRPr="009071AC">
        <w:t>je me brûlerais la cervelle plutôt que de faire tort d</w:t>
      </w:r>
      <w:r>
        <w:t>’</w:t>
      </w:r>
      <w:r w:rsidR="00855694" w:rsidRPr="009071AC">
        <w:t>un centime à qui que ce soit</w:t>
      </w:r>
      <w:r>
        <w:t xml:space="preserve"> !… </w:t>
      </w:r>
      <w:r w:rsidR="00855694" w:rsidRPr="009071AC">
        <w:t>Ce que j</w:t>
      </w:r>
      <w:r>
        <w:t>’</w:t>
      </w:r>
      <w:r w:rsidR="00855694" w:rsidRPr="009071AC">
        <w:t>en fais</w:t>
      </w:r>
      <w:r>
        <w:t xml:space="preserve">, </w:t>
      </w:r>
      <w:r w:rsidR="00855694" w:rsidRPr="009071AC">
        <w:t>c</w:t>
      </w:r>
      <w:r>
        <w:t>’</w:t>
      </w:r>
      <w:r w:rsidR="00855694" w:rsidRPr="009071AC">
        <w:t>est dans l</w:t>
      </w:r>
      <w:r>
        <w:t>’</w:t>
      </w:r>
      <w:r w:rsidR="00855694" w:rsidRPr="009071AC">
        <w:t>intérêt de mes créanciers</w:t>
      </w:r>
      <w:r>
        <w:t xml:space="preserve">… </w:t>
      </w:r>
      <w:r w:rsidR="00855694" w:rsidRPr="009071AC">
        <w:t>Je recommencerai les affaires sous le nom de ma femme</w:t>
      </w:r>
      <w:r>
        <w:t xml:space="preserve">, </w:t>
      </w:r>
      <w:r w:rsidR="00855694" w:rsidRPr="009071AC">
        <w:t>et si je réussis</w:t>
      </w:r>
      <w:r>
        <w:t xml:space="preserve">, </w:t>
      </w:r>
      <w:r w:rsidR="00855694" w:rsidRPr="009071AC">
        <w:t>ils seront tous payés</w:t>
      </w:r>
      <w:r>
        <w:t xml:space="preserve">… </w:t>
      </w:r>
      <w:r w:rsidR="00855694" w:rsidRPr="009071AC">
        <w:t>oui</w:t>
      </w:r>
      <w:r>
        <w:t xml:space="preserve">, </w:t>
      </w:r>
      <w:r w:rsidR="00855694" w:rsidRPr="009071AC">
        <w:t>monsieur</w:t>
      </w:r>
      <w:r>
        <w:t xml:space="preserve">, </w:t>
      </w:r>
      <w:r w:rsidR="00855694" w:rsidRPr="009071AC">
        <w:t>intégralement</w:t>
      </w:r>
      <w:r>
        <w:t xml:space="preserve">, </w:t>
      </w:r>
      <w:r w:rsidR="00855694" w:rsidRPr="009071AC">
        <w:t>capital et intérêts</w:t>
      </w:r>
      <w:r>
        <w:t xml:space="preserve">… </w:t>
      </w:r>
      <w:r w:rsidR="00855694" w:rsidRPr="009071AC">
        <w:t>Ah</w:t>
      </w:r>
      <w:r>
        <w:t xml:space="preserve"> ! </w:t>
      </w:r>
      <w:r w:rsidR="00855694" w:rsidRPr="009071AC">
        <w:t>s</w:t>
      </w:r>
      <w:r>
        <w:t>’</w:t>
      </w:r>
      <w:r w:rsidR="00855694" w:rsidRPr="009071AC">
        <w:t>il ne s</w:t>
      </w:r>
      <w:r>
        <w:t>’</w:t>
      </w:r>
      <w:r w:rsidR="00855694" w:rsidRPr="009071AC">
        <w:t>agissait que de moi</w:t>
      </w:r>
      <w:r>
        <w:t xml:space="preserve"> !… </w:t>
      </w:r>
      <w:r w:rsidR="00855694" w:rsidRPr="009071AC">
        <w:t>Mais j</w:t>
      </w:r>
      <w:r>
        <w:t>’</w:t>
      </w:r>
      <w:r w:rsidR="00855694" w:rsidRPr="009071AC">
        <w:t>ai deux enfants</w:t>
      </w:r>
      <w:r>
        <w:t xml:space="preserve">, </w:t>
      </w:r>
      <w:r w:rsidR="00855694" w:rsidRPr="009071AC">
        <w:t>deux petites filles</w:t>
      </w:r>
      <w:r>
        <w:t xml:space="preserve">, </w:t>
      </w:r>
      <w:r w:rsidR="00855694" w:rsidRPr="009071AC">
        <w:t>de façon que</w:t>
      </w:r>
      <w:r>
        <w:t>…</w:t>
      </w:r>
    </w:p>
    <w:p w14:paraId="3B72FFEF" w14:textId="226B644F" w:rsidR="00F635DB" w:rsidRDefault="00F635DB" w:rsidP="00F635DB">
      <w:r>
        <w:t>— </w:t>
      </w:r>
      <w:r w:rsidR="00855694" w:rsidRPr="009071AC">
        <w:t>C</w:t>
      </w:r>
      <w:r>
        <w:t>’</w:t>
      </w:r>
      <w:r w:rsidR="00855694" w:rsidRPr="009071AC">
        <w:t>est bien</w:t>
      </w:r>
      <w:r>
        <w:t xml:space="preserve">, </w:t>
      </w:r>
      <w:r w:rsidR="00855694" w:rsidRPr="009071AC">
        <w:t xml:space="preserve">prononça </w:t>
      </w:r>
      <w:r>
        <w:t>M. </w:t>
      </w:r>
      <w:r w:rsidR="00855694" w:rsidRPr="009071AC">
        <w:t>Fortunat</w:t>
      </w:r>
      <w:r>
        <w:t xml:space="preserve">. </w:t>
      </w:r>
      <w:r w:rsidR="00855694" w:rsidRPr="009071AC">
        <w:t>Je vous fournirai le même expédient qu</w:t>
      </w:r>
      <w:r>
        <w:t>’</w:t>
      </w:r>
      <w:r w:rsidR="00855694" w:rsidRPr="009071AC">
        <w:t>à votre ami Bouscat</w:t>
      </w:r>
      <w:r>
        <w:t xml:space="preserve">… </w:t>
      </w:r>
      <w:r w:rsidR="00855694" w:rsidRPr="009071AC">
        <w:t>Il est infaillible</w:t>
      </w:r>
      <w:r>
        <w:t xml:space="preserve">, </w:t>
      </w:r>
      <w:r w:rsidR="00855694" w:rsidRPr="009071AC">
        <w:t>si vous pouvez</w:t>
      </w:r>
      <w:r>
        <w:t xml:space="preserve">, </w:t>
      </w:r>
      <w:r w:rsidR="00855694" w:rsidRPr="009071AC">
        <w:t>avant de vous mettre en faillite</w:t>
      </w:r>
      <w:r>
        <w:t xml:space="preserve">, </w:t>
      </w:r>
      <w:r w:rsidR="00855694" w:rsidRPr="009071AC">
        <w:t>rassembler un certain capital</w:t>
      </w:r>
      <w:r>
        <w:t>.</w:t>
      </w:r>
    </w:p>
    <w:p w14:paraId="0A7AA8DD" w14:textId="77777777" w:rsidR="00F635DB" w:rsidRDefault="00F635DB" w:rsidP="00F635DB">
      <w:r>
        <w:lastRenderedPageBreak/>
        <w:t>— </w:t>
      </w:r>
      <w:r w:rsidR="00855694" w:rsidRPr="009071AC">
        <w:t>Je le puis</w:t>
      </w:r>
      <w:r>
        <w:t xml:space="preserve">, </w:t>
      </w:r>
      <w:r w:rsidR="00855694" w:rsidRPr="009071AC">
        <w:t>en vendant au-dessous du cours une partie des marchandises qui constituent mon actif</w:t>
      </w:r>
      <w:r>
        <w:t xml:space="preserve">, </w:t>
      </w:r>
      <w:r w:rsidR="00855694" w:rsidRPr="009071AC">
        <w:t>et j</w:t>
      </w:r>
      <w:r>
        <w:t>’</w:t>
      </w:r>
      <w:r w:rsidR="00855694" w:rsidRPr="009071AC">
        <w:t>en ai beaucoup</w:t>
      </w:r>
      <w:r>
        <w:t xml:space="preserve">, </w:t>
      </w:r>
      <w:r w:rsidR="00855694" w:rsidRPr="009071AC">
        <w:t>de sorte que</w:t>
      </w:r>
      <w:r>
        <w:t>…</w:t>
      </w:r>
    </w:p>
    <w:p w14:paraId="65D21A8A" w14:textId="77777777" w:rsidR="00F635DB" w:rsidRDefault="00F635DB" w:rsidP="00F635DB">
      <w:r>
        <w:t>— </w:t>
      </w:r>
      <w:r w:rsidR="00855694" w:rsidRPr="009071AC">
        <w:t>En ce cas</w:t>
      </w:r>
      <w:r>
        <w:t xml:space="preserve">, </w:t>
      </w:r>
      <w:r w:rsidR="00855694" w:rsidRPr="009071AC">
        <w:t>vous êtes sauvé</w:t>
      </w:r>
      <w:r>
        <w:t xml:space="preserve">… </w:t>
      </w:r>
      <w:r w:rsidR="00855694" w:rsidRPr="009071AC">
        <w:t>Vendez et mettez l</w:t>
      </w:r>
      <w:r>
        <w:t>’</w:t>
      </w:r>
      <w:r w:rsidR="00855694" w:rsidRPr="009071AC">
        <w:t>argent à l</w:t>
      </w:r>
      <w:r>
        <w:t>’</w:t>
      </w:r>
      <w:r w:rsidR="00855694" w:rsidRPr="009071AC">
        <w:t>abri</w:t>
      </w:r>
      <w:r>
        <w:t>.</w:t>
      </w:r>
    </w:p>
    <w:p w14:paraId="68195A07" w14:textId="77777777" w:rsidR="00F635DB" w:rsidRDefault="00855694" w:rsidP="00F635DB">
      <w:r w:rsidRPr="009071AC">
        <w:t>L</w:t>
      </w:r>
      <w:r w:rsidR="00F635DB">
        <w:t>’</w:t>
      </w:r>
      <w:r w:rsidRPr="009071AC">
        <w:t>estimable négociant se grattait l</w:t>
      </w:r>
      <w:r w:rsidR="00F635DB">
        <w:t>’</w:t>
      </w:r>
      <w:r w:rsidRPr="009071AC">
        <w:t>oreille</w:t>
      </w:r>
      <w:r w:rsidR="00F635DB">
        <w:t>.</w:t>
      </w:r>
    </w:p>
    <w:p w14:paraId="1D5A2317" w14:textId="77777777" w:rsidR="00F635DB" w:rsidRDefault="00F635DB" w:rsidP="00F635DB">
      <w:r>
        <w:t>— </w:t>
      </w:r>
      <w:r w:rsidR="00855694" w:rsidRPr="009071AC">
        <w:t>Excusez-moi</w:t>
      </w:r>
      <w:r>
        <w:t xml:space="preserve">, </w:t>
      </w:r>
      <w:r w:rsidR="00855694" w:rsidRPr="009071AC">
        <w:t>fit-il</w:t>
      </w:r>
      <w:r>
        <w:t xml:space="preserve">, </w:t>
      </w:r>
      <w:r w:rsidR="00855694" w:rsidRPr="009071AC">
        <w:t>j</w:t>
      </w:r>
      <w:r>
        <w:t>’</w:t>
      </w:r>
      <w:r w:rsidR="00855694" w:rsidRPr="009071AC">
        <w:t>avais songé à ce moyen</w:t>
      </w:r>
      <w:r>
        <w:t xml:space="preserve"> ; </w:t>
      </w:r>
      <w:r w:rsidR="00855694" w:rsidRPr="009071AC">
        <w:t>mais il m</w:t>
      </w:r>
      <w:r>
        <w:t>’</w:t>
      </w:r>
      <w:r w:rsidR="00855694" w:rsidRPr="009071AC">
        <w:t>a paru</w:t>
      </w:r>
      <w:r>
        <w:t xml:space="preserve">… </w:t>
      </w:r>
      <w:r w:rsidR="00855694" w:rsidRPr="009071AC">
        <w:t>indélicat et aussi terriblement dangereux</w:t>
      </w:r>
      <w:r>
        <w:t xml:space="preserve">… </w:t>
      </w:r>
      <w:r w:rsidR="00855694" w:rsidRPr="009071AC">
        <w:t>Comment expliquer la diminution de mon actif</w:t>
      </w:r>
      <w:r>
        <w:t xml:space="preserve"> ? </w:t>
      </w:r>
      <w:r w:rsidR="00855694" w:rsidRPr="009071AC">
        <w:t>Mes créanciers me haïssent</w:t>
      </w:r>
      <w:r>
        <w:t xml:space="preserve">… </w:t>
      </w:r>
      <w:r w:rsidR="00855694" w:rsidRPr="009071AC">
        <w:t>S</w:t>
      </w:r>
      <w:r>
        <w:t>’</w:t>
      </w:r>
      <w:r w:rsidR="00855694" w:rsidRPr="009071AC">
        <w:t>ils soupçonnaient quelque chose</w:t>
      </w:r>
      <w:r>
        <w:t xml:space="preserve">, </w:t>
      </w:r>
      <w:r w:rsidR="00855694" w:rsidRPr="009071AC">
        <w:t>ils m</w:t>
      </w:r>
      <w:r>
        <w:t>’</w:t>
      </w:r>
      <w:r w:rsidR="00855694" w:rsidRPr="009071AC">
        <w:t>accuseraient de banqueroute frauduleuse et on me mettrait en prison</w:t>
      </w:r>
      <w:r>
        <w:t xml:space="preserve">, </w:t>
      </w:r>
      <w:r w:rsidR="00855694" w:rsidRPr="009071AC">
        <w:t>et alors</w:t>
      </w:r>
      <w:r>
        <w:t>…</w:t>
      </w:r>
    </w:p>
    <w:p w14:paraId="0A050A7A" w14:textId="04DE1C29" w:rsidR="00F635DB" w:rsidRDefault="00F635DB" w:rsidP="00F635DB">
      <w:r>
        <w:t>M. </w:t>
      </w:r>
      <w:r w:rsidR="00855694" w:rsidRPr="009071AC">
        <w:t>Fortunat haussait les épaules</w:t>
      </w:r>
      <w:r>
        <w:t>.</w:t>
      </w:r>
    </w:p>
    <w:p w14:paraId="1BFF8188" w14:textId="77777777" w:rsidR="00F635DB" w:rsidRDefault="00F635DB" w:rsidP="00F635DB">
      <w:r>
        <w:t>— </w:t>
      </w:r>
      <w:r w:rsidR="00855694" w:rsidRPr="009071AC">
        <w:t xml:space="preserve">Quand je </w:t>
      </w:r>
      <w:proofErr w:type="gramStart"/>
      <w:r w:rsidR="00855694" w:rsidRPr="009071AC">
        <w:t>donne</w:t>
      </w:r>
      <w:proofErr w:type="gramEnd"/>
      <w:r w:rsidR="00855694" w:rsidRPr="009071AC">
        <w:t xml:space="preserve"> un conseil</w:t>
      </w:r>
      <w:r>
        <w:t xml:space="preserve">, </w:t>
      </w:r>
      <w:r w:rsidR="00855694" w:rsidRPr="009071AC">
        <w:t>déclara-t-il brusquement</w:t>
      </w:r>
      <w:r>
        <w:t xml:space="preserve">, </w:t>
      </w:r>
      <w:r w:rsidR="00855694" w:rsidRPr="009071AC">
        <w:t>je fournis les moyens de le suivre sans danger</w:t>
      </w:r>
      <w:r>
        <w:t xml:space="preserve">. </w:t>
      </w:r>
      <w:r w:rsidR="00855694" w:rsidRPr="009071AC">
        <w:t>Écoutez-moi attentivement</w:t>
      </w:r>
      <w:r>
        <w:t>.</w:t>
      </w:r>
    </w:p>
    <w:p w14:paraId="3FB8D219" w14:textId="77777777" w:rsidR="00F635DB" w:rsidRDefault="00855694" w:rsidP="00F635DB">
      <w:r w:rsidRPr="009071AC">
        <w:t>Supposons qu</w:t>
      </w:r>
      <w:r w:rsidR="00F635DB">
        <w:t>’</w:t>
      </w:r>
      <w:r w:rsidRPr="009071AC">
        <w:t>autrefois vous ayez acheté très-cher des valeurs aujourd</w:t>
      </w:r>
      <w:r w:rsidR="00F635DB">
        <w:t>’</w:t>
      </w:r>
      <w:r w:rsidRPr="009071AC">
        <w:t>hui totalement dépréciées</w:t>
      </w:r>
      <w:r w:rsidR="00F635DB">
        <w:t xml:space="preserve">… </w:t>
      </w:r>
      <w:r w:rsidRPr="009071AC">
        <w:t>Ne pourriez-vous pas les faire figurer à votre actif au lieu et place de la somme que vous voulez mettre à l</w:t>
      </w:r>
      <w:r w:rsidR="00F635DB">
        <w:t>’</w:t>
      </w:r>
      <w:r w:rsidRPr="009071AC">
        <w:t>abri</w:t>
      </w:r>
      <w:r w:rsidR="00F635DB">
        <w:t xml:space="preserve"> ?… </w:t>
      </w:r>
      <w:r w:rsidRPr="009071AC">
        <w:t>Vos créanciers les admettraient non pour ce qu</w:t>
      </w:r>
      <w:r w:rsidR="00F635DB">
        <w:t>’</w:t>
      </w:r>
      <w:r w:rsidRPr="009071AC">
        <w:t>elles valent</w:t>
      </w:r>
      <w:r w:rsidR="00F635DB">
        <w:t xml:space="preserve">, </w:t>
      </w:r>
      <w:r w:rsidRPr="009071AC">
        <w:t>mais pour ce qu</w:t>
      </w:r>
      <w:r w:rsidR="00F635DB">
        <w:t>’</w:t>
      </w:r>
      <w:r w:rsidRPr="009071AC">
        <w:t>elles ont valu</w:t>
      </w:r>
      <w:r w:rsidR="00F635DB">
        <w:t>.</w:t>
      </w:r>
    </w:p>
    <w:p w14:paraId="0D47E7EE" w14:textId="77777777" w:rsidR="00F635DB" w:rsidRDefault="00F635DB" w:rsidP="00F635DB">
      <w:r>
        <w:t>— </w:t>
      </w:r>
      <w:r w:rsidR="00855694" w:rsidRPr="009071AC">
        <w:t>Évidemment</w:t>
      </w:r>
      <w:r>
        <w:t xml:space="preserve"> ! </w:t>
      </w:r>
      <w:r w:rsidR="00855694" w:rsidRPr="009071AC">
        <w:t>Le malheur est que je n</w:t>
      </w:r>
      <w:r>
        <w:t>’</w:t>
      </w:r>
      <w:r w:rsidR="00855694" w:rsidRPr="009071AC">
        <w:t>ai pas de valeurs</w:t>
      </w:r>
      <w:r>
        <w:t xml:space="preserve">, </w:t>
      </w:r>
      <w:r w:rsidR="00855694" w:rsidRPr="009071AC">
        <w:t>de manière que</w:t>
      </w:r>
      <w:r>
        <w:t>…</w:t>
      </w:r>
    </w:p>
    <w:p w14:paraId="07841A5C" w14:textId="77777777" w:rsidR="00F635DB" w:rsidRDefault="00F635DB" w:rsidP="00F635DB">
      <w:r>
        <w:t>— </w:t>
      </w:r>
      <w:r w:rsidR="00855694" w:rsidRPr="009071AC">
        <w:t>On en achète</w:t>
      </w:r>
      <w:r>
        <w:t> !</w:t>
      </w:r>
    </w:p>
    <w:p w14:paraId="37D5AB92" w14:textId="77777777" w:rsidR="00F635DB" w:rsidRDefault="00855694" w:rsidP="00F635DB">
      <w:r w:rsidRPr="009071AC">
        <w:t>Le marchand de charbons écarquillait de grands yeux surpris</w:t>
      </w:r>
      <w:r w:rsidR="00F635DB">
        <w:t>.</w:t>
      </w:r>
    </w:p>
    <w:p w14:paraId="477BF4A7" w14:textId="77777777" w:rsidR="00F635DB" w:rsidRDefault="00F635DB" w:rsidP="00F635DB">
      <w:r>
        <w:lastRenderedPageBreak/>
        <w:t>— </w:t>
      </w:r>
      <w:r w:rsidR="00855694" w:rsidRPr="009071AC">
        <w:t>Pardon</w:t>
      </w:r>
      <w:r>
        <w:t xml:space="preserve">, </w:t>
      </w:r>
      <w:r w:rsidR="00855694" w:rsidRPr="009071AC">
        <w:t>murmura-t-il</w:t>
      </w:r>
      <w:r>
        <w:t xml:space="preserve">, </w:t>
      </w:r>
      <w:r w:rsidR="00855694" w:rsidRPr="009071AC">
        <w:t>je ne comprends pas parfaitement</w:t>
      </w:r>
      <w:r>
        <w:t>.</w:t>
      </w:r>
    </w:p>
    <w:p w14:paraId="4945621E" w14:textId="6B396308" w:rsidR="00F635DB" w:rsidRDefault="00855694" w:rsidP="00F635DB">
      <w:r w:rsidRPr="009071AC">
        <w:t>Il ne comprenait même pas du tout</w:t>
      </w:r>
      <w:r w:rsidR="00F635DB">
        <w:t xml:space="preserve">, </w:t>
      </w:r>
      <w:r w:rsidRPr="009071AC">
        <w:t xml:space="preserve">mais </w:t>
      </w:r>
      <w:r w:rsidR="00F635DB">
        <w:t>M. </w:t>
      </w:r>
      <w:r w:rsidRPr="009071AC">
        <w:t>Fortunat joignant la démonstration à la théorie</w:t>
      </w:r>
      <w:r w:rsidR="00F635DB">
        <w:t xml:space="preserve">, </w:t>
      </w:r>
      <w:r w:rsidRPr="009071AC">
        <w:t>ouvrit une grande caisse de fer</w:t>
      </w:r>
      <w:r w:rsidR="00F635DB">
        <w:t xml:space="preserve">, </w:t>
      </w:r>
      <w:r w:rsidRPr="009071AC">
        <w:t>et alors apparurent aux regards éblouis du client des liasses énormes de toutes ces valeurs qui inondèrent la place il y a quelques années et ruinèrent tant de pauvres ignorants et d</w:t>
      </w:r>
      <w:r w:rsidR="00F635DB">
        <w:t>’</w:t>
      </w:r>
      <w:r w:rsidRPr="009071AC">
        <w:t>avides imbéciles</w:t>
      </w:r>
      <w:r w:rsidR="00F635DB">
        <w:t xml:space="preserve">. </w:t>
      </w:r>
      <w:r w:rsidRPr="009071AC">
        <w:t xml:space="preserve">Alors apparurent des actions et des obligations des Mines de </w:t>
      </w:r>
      <w:proofErr w:type="spellStart"/>
      <w:r w:rsidRPr="009071AC">
        <w:t>Tifila</w:t>
      </w:r>
      <w:proofErr w:type="spellEnd"/>
      <w:r w:rsidRPr="009071AC">
        <w:t xml:space="preserve"> et du Gouvernail Robert</w:t>
      </w:r>
      <w:r w:rsidR="00F635DB">
        <w:t xml:space="preserve">, </w:t>
      </w:r>
      <w:r w:rsidRPr="009071AC">
        <w:t>des Messageries Continentales et des Houillères de Berchem</w:t>
      </w:r>
      <w:r w:rsidR="00F635DB">
        <w:t xml:space="preserve">, </w:t>
      </w:r>
      <w:r w:rsidRPr="009071AC">
        <w:t xml:space="preserve">des Pêcheries </w:t>
      </w:r>
      <w:r w:rsidR="00F635DB">
        <w:t>Groenland</w:t>
      </w:r>
      <w:r w:rsidRPr="009071AC">
        <w:t>aises et du Comptoir d</w:t>
      </w:r>
      <w:r w:rsidR="00F635DB">
        <w:t>’</w:t>
      </w:r>
      <w:r w:rsidRPr="009071AC">
        <w:t>Escompte Mutuel</w:t>
      </w:r>
      <w:r w:rsidR="00F635DB">
        <w:t>.</w:t>
      </w:r>
    </w:p>
    <w:p w14:paraId="64C6F265" w14:textId="77777777" w:rsidR="00F635DB" w:rsidRDefault="00855694" w:rsidP="00F635DB">
      <w:r w:rsidRPr="009071AC">
        <w:t>Chacun de ces titres avait eu son quart d</w:t>
      </w:r>
      <w:r w:rsidR="00F635DB">
        <w:t>’</w:t>
      </w:r>
      <w:r w:rsidRPr="009071AC">
        <w:t>heure de vogue et s</w:t>
      </w:r>
      <w:r w:rsidR="00F635DB">
        <w:t>’</w:t>
      </w:r>
      <w:r w:rsidRPr="009071AC">
        <w:t>était payé à la Bourse cinq cents ou mille francs</w:t>
      </w:r>
      <w:r w:rsidR="00F635DB">
        <w:t xml:space="preserve">… </w:t>
      </w:r>
      <w:r w:rsidRPr="009071AC">
        <w:t>À cette heure</w:t>
      </w:r>
      <w:r w:rsidR="00F635DB">
        <w:t xml:space="preserve">, </w:t>
      </w:r>
      <w:r w:rsidRPr="009071AC">
        <w:t>à eux tous</w:t>
      </w:r>
      <w:r w:rsidR="00F635DB">
        <w:t xml:space="preserve">, </w:t>
      </w:r>
      <w:r w:rsidRPr="009071AC">
        <w:t>ils n</w:t>
      </w:r>
      <w:r w:rsidR="00F635DB">
        <w:t>’</w:t>
      </w:r>
      <w:r w:rsidRPr="009071AC">
        <w:t>eussent trouvé d</w:t>
      </w:r>
      <w:r w:rsidR="00F635DB">
        <w:t>’</w:t>
      </w:r>
      <w:r w:rsidRPr="009071AC">
        <w:t>acheteur qu</w:t>
      </w:r>
      <w:r w:rsidR="00F635DB">
        <w:t>’</w:t>
      </w:r>
      <w:r w:rsidRPr="009071AC">
        <w:t>au poids du papier</w:t>
      </w:r>
      <w:r w:rsidR="00F635DB">
        <w:t>…</w:t>
      </w:r>
    </w:p>
    <w:p w14:paraId="2F154D17" w14:textId="71C3F606" w:rsidR="00F635DB" w:rsidRDefault="00F635DB" w:rsidP="00F635DB">
      <w:r>
        <w:t>— </w:t>
      </w:r>
      <w:r w:rsidR="00855694" w:rsidRPr="009071AC">
        <w:t>Admettez</w:t>
      </w:r>
      <w:r>
        <w:t xml:space="preserve">, </w:t>
      </w:r>
      <w:r w:rsidR="00855694" w:rsidRPr="009071AC">
        <w:t>cher monsieur</w:t>
      </w:r>
      <w:r>
        <w:t xml:space="preserve">, </w:t>
      </w:r>
      <w:r w:rsidR="00855694" w:rsidRPr="009071AC">
        <w:t xml:space="preserve">reprit </w:t>
      </w:r>
      <w:r>
        <w:t>M. </w:t>
      </w:r>
      <w:r w:rsidR="00855694" w:rsidRPr="009071AC">
        <w:t>Fortunat</w:t>
      </w:r>
      <w:r>
        <w:t xml:space="preserve">, </w:t>
      </w:r>
      <w:r w:rsidR="00855694" w:rsidRPr="009071AC">
        <w:t>que vous ayez un plein tiroir de ces valeurs</w:t>
      </w:r>
      <w:r>
        <w:t>…</w:t>
      </w:r>
    </w:p>
    <w:p w14:paraId="7EBAEDC4" w14:textId="77777777" w:rsidR="00F635DB" w:rsidRDefault="00855694" w:rsidP="00F635DB">
      <w:r w:rsidRPr="009071AC">
        <w:t>Mais l</w:t>
      </w:r>
      <w:r w:rsidR="00F635DB">
        <w:t>’</w:t>
      </w:r>
      <w:r w:rsidRPr="009071AC">
        <w:t>autre ne le laissa pas achever</w:t>
      </w:r>
      <w:r w:rsidR="00F635DB">
        <w:t>.</w:t>
      </w:r>
    </w:p>
    <w:p w14:paraId="16CB5161" w14:textId="77777777" w:rsidR="00F635DB" w:rsidRDefault="00F635DB" w:rsidP="00F635DB">
      <w:r>
        <w:t>— </w:t>
      </w:r>
      <w:r w:rsidR="00855694" w:rsidRPr="009071AC">
        <w:t>Je vois la chose</w:t>
      </w:r>
      <w:r>
        <w:t xml:space="preserve">, </w:t>
      </w:r>
      <w:r w:rsidR="00855694" w:rsidRPr="009071AC">
        <w:t>s</w:t>
      </w:r>
      <w:r>
        <w:t>’</w:t>
      </w:r>
      <w:r w:rsidR="00855694" w:rsidRPr="009071AC">
        <w:t>écria-t-il</w:t>
      </w:r>
      <w:r>
        <w:t xml:space="preserve">, </w:t>
      </w:r>
      <w:r w:rsidR="00855694" w:rsidRPr="009071AC">
        <w:t>je la vois</w:t>
      </w:r>
      <w:r>
        <w:t xml:space="preserve">. </w:t>
      </w:r>
      <w:r w:rsidR="00855694" w:rsidRPr="009071AC">
        <w:t>Je puis vendre et empocher en toute sécurité</w:t>
      </w:r>
      <w:r>
        <w:t xml:space="preserve">. </w:t>
      </w:r>
      <w:r w:rsidR="00855694" w:rsidRPr="009071AC">
        <w:t>Il y a là de quoi représenter mille et mille fois mon actif</w:t>
      </w:r>
      <w:r>
        <w:t>…</w:t>
      </w:r>
    </w:p>
    <w:p w14:paraId="6E5C038A" w14:textId="77777777" w:rsidR="00F635DB" w:rsidRDefault="00855694" w:rsidP="00F635DB">
      <w:r w:rsidRPr="009071AC">
        <w:t>Et sa joie débordant</w:t>
      </w:r>
      <w:r w:rsidR="00F635DB">
        <w:t> :</w:t>
      </w:r>
    </w:p>
    <w:p w14:paraId="43A893B7" w14:textId="77777777" w:rsidR="00F635DB" w:rsidRDefault="00F635DB" w:rsidP="00F635DB">
      <w:r>
        <w:t>— </w:t>
      </w:r>
      <w:r w:rsidR="00855694" w:rsidRPr="009071AC">
        <w:t>Donnez-moi</w:t>
      </w:r>
      <w:r>
        <w:t xml:space="preserve">, </w:t>
      </w:r>
      <w:r w:rsidR="00855694" w:rsidRPr="009071AC">
        <w:t>commanda-t-il</w:t>
      </w:r>
      <w:r>
        <w:t xml:space="preserve">, </w:t>
      </w:r>
      <w:r w:rsidR="00855694" w:rsidRPr="009071AC">
        <w:t>pour cent vingt mille francs de ces valeurs</w:t>
      </w:r>
      <w:r>
        <w:t xml:space="preserve">… </w:t>
      </w:r>
      <w:r w:rsidR="00855694" w:rsidRPr="009071AC">
        <w:t>et surtout assortissez-les</w:t>
      </w:r>
      <w:r>
        <w:t xml:space="preserve">… </w:t>
      </w:r>
      <w:r w:rsidR="00855694" w:rsidRPr="009071AC">
        <w:t>je veux que mes créanciers aient un échantillon de chaque</w:t>
      </w:r>
      <w:r>
        <w:t>.</w:t>
      </w:r>
    </w:p>
    <w:p w14:paraId="3590827C" w14:textId="0986CCC3" w:rsidR="00F635DB" w:rsidRDefault="00855694" w:rsidP="00F635DB">
      <w:r w:rsidRPr="009071AC">
        <w:t>Grave comme s</w:t>
      </w:r>
      <w:r w:rsidR="00F635DB">
        <w:t>’</w:t>
      </w:r>
      <w:r w:rsidRPr="009071AC">
        <w:t>il eût manié des billets de banque</w:t>
      </w:r>
      <w:r w:rsidR="00F635DB">
        <w:t>, M. </w:t>
      </w:r>
      <w:r w:rsidRPr="009071AC">
        <w:t>Fortunat se mit à compter et à trier des titres</w:t>
      </w:r>
      <w:r w:rsidR="00F635DB">
        <w:t xml:space="preserve">. </w:t>
      </w:r>
      <w:r w:rsidRPr="009071AC">
        <w:t>L</w:t>
      </w:r>
      <w:r w:rsidR="00F635DB">
        <w:t>’</w:t>
      </w:r>
      <w:r w:rsidRPr="009071AC">
        <w:t>autre</w:t>
      </w:r>
      <w:r w:rsidR="00F635DB">
        <w:t xml:space="preserve">, </w:t>
      </w:r>
      <w:r w:rsidRPr="009071AC">
        <w:t>pendant ce temps</w:t>
      </w:r>
      <w:r w:rsidR="00F635DB">
        <w:t xml:space="preserve">, </w:t>
      </w:r>
      <w:r w:rsidRPr="009071AC">
        <w:t>tirait son porte-monnaie</w:t>
      </w:r>
      <w:r w:rsidR="00F635DB">
        <w:t>.</w:t>
      </w:r>
    </w:p>
    <w:p w14:paraId="5CB13A63" w14:textId="77777777" w:rsidR="00F635DB" w:rsidRDefault="00F635DB" w:rsidP="00F635DB">
      <w:r>
        <w:lastRenderedPageBreak/>
        <w:t>— </w:t>
      </w:r>
      <w:r w:rsidR="00855694" w:rsidRPr="009071AC">
        <w:t>Combien vous dois-je</w:t>
      </w:r>
      <w:r>
        <w:t xml:space="preserve"> ?… </w:t>
      </w:r>
      <w:r w:rsidR="00855694" w:rsidRPr="009071AC">
        <w:t>demanda-t-il</w:t>
      </w:r>
      <w:r>
        <w:t>.</w:t>
      </w:r>
    </w:p>
    <w:p w14:paraId="7471F5E9" w14:textId="77777777" w:rsidR="00F635DB" w:rsidRDefault="00F635DB" w:rsidP="00F635DB">
      <w:r>
        <w:t>— </w:t>
      </w:r>
      <w:r w:rsidR="00855694" w:rsidRPr="009071AC">
        <w:t>Trois mille francs</w:t>
      </w:r>
      <w:r>
        <w:t>.</w:t>
      </w:r>
    </w:p>
    <w:p w14:paraId="72809771" w14:textId="77777777" w:rsidR="00F635DB" w:rsidRDefault="00855694" w:rsidP="00F635DB">
      <w:r w:rsidRPr="009071AC">
        <w:t>L</w:t>
      </w:r>
      <w:r w:rsidR="00F635DB">
        <w:t>’</w:t>
      </w:r>
      <w:r w:rsidRPr="009071AC">
        <w:t>honorable négociant bondit</w:t>
      </w:r>
      <w:r w:rsidR="00F635DB">
        <w:t>.</w:t>
      </w:r>
    </w:p>
    <w:p w14:paraId="6394ABF2" w14:textId="77777777" w:rsidR="00F635DB" w:rsidRDefault="00F635DB" w:rsidP="00F635DB">
      <w:r>
        <w:t>— </w:t>
      </w:r>
      <w:r w:rsidR="00855694" w:rsidRPr="009071AC">
        <w:t>Trois mille francs</w:t>
      </w:r>
      <w:r>
        <w:t xml:space="preserve"> !… </w:t>
      </w:r>
      <w:r w:rsidR="00855694" w:rsidRPr="009071AC">
        <w:t>répéta-t-il</w:t>
      </w:r>
      <w:r>
        <w:t xml:space="preserve">. </w:t>
      </w:r>
      <w:r w:rsidR="00855694" w:rsidRPr="009071AC">
        <w:t>C</w:t>
      </w:r>
      <w:r>
        <w:t>’</w:t>
      </w:r>
      <w:r w:rsidR="00855694" w:rsidRPr="009071AC">
        <w:t>est une plaisanterie</w:t>
      </w:r>
      <w:r>
        <w:t xml:space="preserve">, </w:t>
      </w:r>
      <w:r w:rsidR="00855694" w:rsidRPr="009071AC">
        <w:t>sans doute</w:t>
      </w:r>
      <w:r>
        <w:t xml:space="preserve"> !… </w:t>
      </w:r>
      <w:r w:rsidR="00855694" w:rsidRPr="009071AC">
        <w:t>Ces cent vingt mille francs de chiffons ne valent pas un louis</w:t>
      </w:r>
      <w:r>
        <w:t>.</w:t>
      </w:r>
    </w:p>
    <w:p w14:paraId="4F6D9115" w14:textId="66B0F2E1" w:rsidR="00F635DB" w:rsidRDefault="00F635DB" w:rsidP="00F635DB">
      <w:r>
        <w:t>— </w:t>
      </w:r>
      <w:r w:rsidR="00855694" w:rsidRPr="009071AC">
        <w:t>Je n</w:t>
      </w:r>
      <w:r>
        <w:t>’</w:t>
      </w:r>
      <w:r w:rsidR="00855694" w:rsidRPr="009071AC">
        <w:t>en donnerais même pas cent sous</w:t>
      </w:r>
      <w:r>
        <w:t xml:space="preserve">, </w:t>
      </w:r>
      <w:r w:rsidR="00855694" w:rsidRPr="009071AC">
        <w:t xml:space="preserve">prononça froidement </w:t>
      </w:r>
      <w:r>
        <w:t>M. </w:t>
      </w:r>
      <w:r w:rsidR="00855694" w:rsidRPr="009071AC">
        <w:t>Fortunat</w:t>
      </w:r>
      <w:r>
        <w:t xml:space="preserve">. </w:t>
      </w:r>
      <w:r w:rsidR="00855694" w:rsidRPr="009071AC">
        <w:t>Il est vrai que je n</w:t>
      </w:r>
      <w:r>
        <w:t>’</w:t>
      </w:r>
      <w:r w:rsidR="00855694" w:rsidRPr="009071AC">
        <w:t>en ai pas besoin pour désintéresser mes créanciers</w:t>
      </w:r>
      <w:r>
        <w:t xml:space="preserve">… </w:t>
      </w:r>
      <w:r w:rsidR="00855694" w:rsidRPr="009071AC">
        <w:t>Vous</w:t>
      </w:r>
      <w:r>
        <w:t xml:space="preserve">, </w:t>
      </w:r>
      <w:r w:rsidR="00855694" w:rsidRPr="009071AC">
        <w:t>c</w:t>
      </w:r>
      <w:r>
        <w:t>’</w:t>
      </w:r>
      <w:r w:rsidR="00855694" w:rsidRPr="009071AC">
        <w:t>est une autre affaire</w:t>
      </w:r>
      <w:r>
        <w:t xml:space="preserve">… </w:t>
      </w:r>
      <w:r w:rsidR="00855694" w:rsidRPr="009071AC">
        <w:t>ces chiffons vous sauveront cent mille francs au moins</w:t>
      </w:r>
      <w:r>
        <w:t xml:space="preserve">, </w:t>
      </w:r>
      <w:r w:rsidR="00855694" w:rsidRPr="009071AC">
        <w:t>je vous demande trois pour cent</w:t>
      </w:r>
      <w:r>
        <w:t xml:space="preserve"> ; </w:t>
      </w:r>
      <w:r w:rsidR="00855694" w:rsidRPr="009071AC">
        <w:t>ce n</w:t>
      </w:r>
      <w:r>
        <w:t>’</w:t>
      </w:r>
      <w:r w:rsidR="00855694" w:rsidRPr="009071AC">
        <w:t>est pas cher</w:t>
      </w:r>
      <w:r>
        <w:t xml:space="preserve">… </w:t>
      </w:r>
      <w:r w:rsidR="00855694" w:rsidRPr="009071AC">
        <w:t>Après cela</w:t>
      </w:r>
      <w:r>
        <w:t xml:space="preserve">, </w:t>
      </w:r>
      <w:r w:rsidR="00855694" w:rsidRPr="009071AC">
        <w:t>vous savez</w:t>
      </w:r>
      <w:r>
        <w:t xml:space="preserve">, </w:t>
      </w:r>
      <w:r w:rsidR="00855694" w:rsidRPr="009071AC">
        <w:t>je ne force personne</w:t>
      </w:r>
      <w:r>
        <w:t>…</w:t>
      </w:r>
    </w:p>
    <w:p w14:paraId="42910A19" w14:textId="77777777" w:rsidR="00F635DB" w:rsidRDefault="00855694" w:rsidP="00F635DB">
      <w:r w:rsidRPr="009071AC">
        <w:t>Et d</w:t>
      </w:r>
      <w:r w:rsidR="00F635DB">
        <w:t>’</w:t>
      </w:r>
      <w:r w:rsidRPr="009071AC">
        <w:t>un ton terriblement significatif</w:t>
      </w:r>
      <w:r w:rsidR="00F635DB">
        <w:t xml:space="preserve">, </w:t>
      </w:r>
      <w:r w:rsidRPr="009071AC">
        <w:t>il ajouta</w:t>
      </w:r>
      <w:r w:rsidR="00F635DB">
        <w:t> :</w:t>
      </w:r>
    </w:p>
    <w:p w14:paraId="359CDAD0" w14:textId="77777777" w:rsidR="00F635DB" w:rsidRDefault="00F635DB" w:rsidP="00F635DB">
      <w:r>
        <w:t>— </w:t>
      </w:r>
      <w:r w:rsidR="00855694" w:rsidRPr="009071AC">
        <w:t>Vous trouverez assurément de ces titres à meilleur marché</w:t>
      </w:r>
      <w:r>
        <w:t xml:space="preserve">, </w:t>
      </w:r>
      <w:r w:rsidR="00855694" w:rsidRPr="009071AC">
        <w:t>mais prenez garde</w:t>
      </w:r>
      <w:r>
        <w:t xml:space="preserve">, </w:t>
      </w:r>
      <w:r w:rsidR="00855694" w:rsidRPr="009071AC">
        <w:t>en vous adressant ailleurs</w:t>
      </w:r>
      <w:r>
        <w:t xml:space="preserve">, </w:t>
      </w:r>
      <w:r w:rsidR="00855694" w:rsidRPr="009071AC">
        <w:t>de donner l</w:t>
      </w:r>
      <w:r>
        <w:t>’</w:t>
      </w:r>
      <w:r w:rsidR="00855694" w:rsidRPr="009071AC">
        <w:t>éveil à vos créanciers</w:t>
      </w:r>
      <w:r>
        <w:t>.</w:t>
      </w:r>
    </w:p>
    <w:p w14:paraId="0B1FBC8E" w14:textId="77777777" w:rsidR="00F635DB" w:rsidRDefault="00F635DB" w:rsidP="00F635DB">
      <w:r>
        <w:t>— </w:t>
      </w:r>
      <w:r w:rsidR="00855694" w:rsidRPr="009071AC">
        <w:t>Il me dénoncerait</w:t>
      </w:r>
      <w:r>
        <w:t xml:space="preserve">, </w:t>
      </w:r>
      <w:r w:rsidR="00855694" w:rsidRPr="009071AC">
        <w:t>le coquin</w:t>
      </w:r>
      <w:r>
        <w:t xml:space="preserve"> !… </w:t>
      </w:r>
      <w:r w:rsidR="00855694" w:rsidRPr="009071AC">
        <w:t>pensa le commerçant</w:t>
      </w:r>
      <w:r>
        <w:t>.</w:t>
      </w:r>
    </w:p>
    <w:p w14:paraId="6F1825B7" w14:textId="77777777" w:rsidR="00F635DB" w:rsidRDefault="00855694" w:rsidP="00F635DB">
      <w:r w:rsidRPr="009071AC">
        <w:t>Et se sentant pris</w:t>
      </w:r>
      <w:r w:rsidR="00F635DB">
        <w:t> :</w:t>
      </w:r>
    </w:p>
    <w:p w14:paraId="1F4449D9" w14:textId="77777777" w:rsidR="00F635DB" w:rsidRDefault="00F635DB" w:rsidP="00F635DB">
      <w:r>
        <w:t>— </w:t>
      </w:r>
      <w:r w:rsidR="00855694" w:rsidRPr="009071AC">
        <w:t>Va donc pour trois mille francs</w:t>
      </w:r>
      <w:r>
        <w:t xml:space="preserve">… </w:t>
      </w:r>
      <w:r w:rsidR="00855694" w:rsidRPr="009071AC">
        <w:t>soupira-t-il</w:t>
      </w:r>
      <w:r>
        <w:t xml:space="preserve">… </w:t>
      </w:r>
      <w:r w:rsidR="00855694" w:rsidRPr="009071AC">
        <w:t>mais du moins</w:t>
      </w:r>
      <w:r>
        <w:t xml:space="preserve">, </w:t>
      </w:r>
      <w:r w:rsidR="00855694" w:rsidRPr="009071AC">
        <w:t>cher monsieur</w:t>
      </w:r>
      <w:r>
        <w:t xml:space="preserve">, </w:t>
      </w:r>
      <w:r w:rsidR="00855694" w:rsidRPr="009071AC">
        <w:t>faites-moi bonne mesure</w:t>
      </w:r>
      <w:r>
        <w:t xml:space="preserve">, </w:t>
      </w:r>
      <w:r w:rsidR="00855694" w:rsidRPr="009071AC">
        <w:t xml:space="preserve">et </w:t>
      </w:r>
      <w:proofErr w:type="spellStart"/>
      <w:r w:rsidR="00855694" w:rsidRPr="009071AC">
        <w:t>mettez-m</w:t>
      </w:r>
      <w:r>
        <w:t>’</w:t>
      </w:r>
      <w:r w:rsidR="00855694" w:rsidRPr="009071AC">
        <w:t>en</w:t>
      </w:r>
      <w:proofErr w:type="spellEnd"/>
      <w:r w:rsidR="00855694" w:rsidRPr="009071AC">
        <w:t xml:space="preserve"> pour une vingtaine de mille francs de plus</w:t>
      </w:r>
      <w:r>
        <w:t>.</w:t>
      </w:r>
    </w:p>
    <w:p w14:paraId="1DEDF629" w14:textId="77777777" w:rsidR="00F635DB" w:rsidRDefault="00855694" w:rsidP="00F635DB">
      <w:r w:rsidRPr="009071AC">
        <w:t>Le marchand de charbons riait de ce rire pâle de l</w:t>
      </w:r>
      <w:r w:rsidR="00F635DB">
        <w:t>’</w:t>
      </w:r>
      <w:r w:rsidRPr="009071AC">
        <w:t>homme qui</w:t>
      </w:r>
      <w:r w:rsidR="00F635DB">
        <w:t xml:space="preserve">, </w:t>
      </w:r>
      <w:r w:rsidRPr="009071AC">
        <w:t>résigné à se laisser dépouiller</w:t>
      </w:r>
      <w:r w:rsidR="00F635DB">
        <w:t xml:space="preserve">, </w:t>
      </w:r>
      <w:r w:rsidRPr="009071AC">
        <w:t>prétend y mettre une certaine grâce</w:t>
      </w:r>
      <w:r w:rsidR="00F635DB">
        <w:t>.</w:t>
      </w:r>
    </w:p>
    <w:p w14:paraId="75410EA3" w14:textId="390E6D34" w:rsidR="00F635DB" w:rsidRDefault="00855694" w:rsidP="00F635DB">
      <w:r w:rsidRPr="009071AC">
        <w:t xml:space="preserve">Mais </w:t>
      </w:r>
      <w:r w:rsidR="00F635DB">
        <w:t>M. </w:t>
      </w:r>
      <w:r w:rsidRPr="009071AC">
        <w:t>Fortunat gardait une gravité d</w:t>
      </w:r>
      <w:r w:rsidR="00F635DB">
        <w:t>’</w:t>
      </w:r>
      <w:r w:rsidRPr="009071AC">
        <w:t>augure</w:t>
      </w:r>
      <w:r w:rsidR="00F635DB">
        <w:t>.</w:t>
      </w:r>
    </w:p>
    <w:p w14:paraId="0F788FC2" w14:textId="77777777" w:rsidR="00F635DB" w:rsidRDefault="00855694" w:rsidP="00F635DB">
      <w:r w:rsidRPr="009071AC">
        <w:lastRenderedPageBreak/>
        <w:t>Il donna ce qu</w:t>
      </w:r>
      <w:r w:rsidR="00F635DB">
        <w:t>’</w:t>
      </w:r>
      <w:r w:rsidRPr="009071AC">
        <w:t>il avait annoncé</w:t>
      </w:r>
      <w:r w:rsidR="00F635DB">
        <w:t xml:space="preserve">, </w:t>
      </w:r>
      <w:r w:rsidRPr="009071AC">
        <w:t>rien de plus</w:t>
      </w:r>
      <w:r w:rsidR="00F635DB">
        <w:t xml:space="preserve">, </w:t>
      </w:r>
      <w:r w:rsidRPr="009071AC">
        <w:t>rien de moins</w:t>
      </w:r>
      <w:r w:rsidR="00F635DB">
        <w:t xml:space="preserve">, </w:t>
      </w:r>
      <w:r w:rsidRPr="009071AC">
        <w:t>en échange de trois beaux billets de banque</w:t>
      </w:r>
      <w:r w:rsidR="00F635DB">
        <w:t xml:space="preserve">, </w:t>
      </w:r>
      <w:r w:rsidRPr="009071AC">
        <w:t>et même il dit gravement</w:t>
      </w:r>
      <w:r w:rsidR="00F635DB">
        <w:t> :</w:t>
      </w:r>
    </w:p>
    <w:p w14:paraId="0358EB84" w14:textId="77777777" w:rsidR="00F635DB" w:rsidRDefault="00F635DB" w:rsidP="00F635DB">
      <w:r>
        <w:t>— </w:t>
      </w:r>
      <w:r w:rsidR="00855694" w:rsidRPr="009071AC">
        <w:t>Voyez si les cent vingt mille francs y sont bien</w:t>
      </w:r>
      <w:r>
        <w:t>.</w:t>
      </w:r>
    </w:p>
    <w:p w14:paraId="6510CD65" w14:textId="77777777" w:rsidR="00F635DB" w:rsidRDefault="00855694" w:rsidP="00F635DB">
      <w:r w:rsidRPr="009071AC">
        <w:t>L</w:t>
      </w:r>
      <w:r w:rsidR="00F635DB">
        <w:t>’</w:t>
      </w:r>
      <w:r w:rsidRPr="009071AC">
        <w:t>autre empocha les chiffons sans compter</w:t>
      </w:r>
      <w:r w:rsidR="00F635DB">
        <w:t xml:space="preserve">, </w:t>
      </w:r>
      <w:r w:rsidRPr="009071AC">
        <w:t>mais avant de se retirer il fit promettre à son estimable conseiller de l</w:t>
      </w:r>
      <w:r w:rsidR="00F635DB">
        <w:t>’</w:t>
      </w:r>
      <w:r w:rsidRPr="009071AC">
        <w:t>assister au moment décisif</w:t>
      </w:r>
      <w:r w:rsidR="00F635DB">
        <w:t xml:space="preserve">, </w:t>
      </w:r>
      <w:r w:rsidRPr="009071AC">
        <w:t>fin courant</w:t>
      </w:r>
      <w:r w:rsidR="00F635DB">
        <w:t xml:space="preserve">, </w:t>
      </w:r>
      <w:r w:rsidRPr="009071AC">
        <w:t>et de l</w:t>
      </w:r>
      <w:r w:rsidR="00F635DB">
        <w:t>’</w:t>
      </w:r>
      <w:r w:rsidRPr="009071AC">
        <w:t>aider à établir un de ces limpides bilans qui font dire aux créanciers</w:t>
      </w:r>
      <w:r w:rsidR="00F635DB">
        <w:t> :</w:t>
      </w:r>
    </w:p>
    <w:p w14:paraId="55149C56" w14:textId="77777777" w:rsidR="00F635DB" w:rsidRDefault="00F635DB" w:rsidP="00F635DB">
      <w:r>
        <w:t>— </w:t>
      </w:r>
      <w:r w:rsidR="00855694" w:rsidRPr="009071AC">
        <w:t>Voici un honnête homme qui a été bien malheureux</w:t>
      </w:r>
      <w:r>
        <w:t>.</w:t>
      </w:r>
    </w:p>
    <w:p w14:paraId="31C8CEA6" w14:textId="443DC99A" w:rsidR="00F635DB" w:rsidRDefault="00855694" w:rsidP="00F635DB">
      <w:r w:rsidRPr="009071AC">
        <w:t>Mieux que personne</w:t>
      </w:r>
      <w:r w:rsidR="00F635DB">
        <w:t>, M. </w:t>
      </w:r>
      <w:r w:rsidRPr="009071AC">
        <w:t>Fortunat pouvait rendre ce petit service</w:t>
      </w:r>
      <w:r w:rsidR="00F635DB">
        <w:t>.</w:t>
      </w:r>
    </w:p>
    <w:p w14:paraId="1A874897" w14:textId="77777777" w:rsidR="00F635DB" w:rsidRDefault="00855694" w:rsidP="00F635DB">
      <w:r w:rsidRPr="009071AC">
        <w:t>Outre sa chasse aux héritiers des successions vacantes</w:t>
      </w:r>
      <w:r w:rsidR="00F635DB">
        <w:t xml:space="preserve">, </w:t>
      </w:r>
      <w:r w:rsidRPr="009071AC">
        <w:t>il s</w:t>
      </w:r>
      <w:r w:rsidR="00F635DB">
        <w:t>’</w:t>
      </w:r>
      <w:r w:rsidRPr="009071AC">
        <w:t>occupait de liquidations laborieuses et s</w:t>
      </w:r>
      <w:r w:rsidR="00F635DB">
        <w:t>’</w:t>
      </w:r>
      <w:r w:rsidRPr="009071AC">
        <w:t>était fait des faillites une spécialité où il était sans rival</w:t>
      </w:r>
      <w:r w:rsidR="00F635DB">
        <w:t>.</w:t>
      </w:r>
    </w:p>
    <w:p w14:paraId="2319CB4B" w14:textId="77777777" w:rsidR="00F635DB" w:rsidRDefault="00855694" w:rsidP="00F635DB">
      <w:r w:rsidRPr="009071AC">
        <w:t>Cela lui rapportait gros</w:t>
      </w:r>
      <w:r w:rsidR="00F635DB">
        <w:t xml:space="preserve">, </w:t>
      </w:r>
      <w:r w:rsidRPr="009071AC">
        <w:t>grâce à l</w:t>
      </w:r>
      <w:r w:rsidR="00F635DB">
        <w:t>’</w:t>
      </w:r>
      <w:r w:rsidRPr="009071AC">
        <w:t>ingénieux expédient qu</w:t>
      </w:r>
      <w:r w:rsidR="00F635DB">
        <w:t>’</w:t>
      </w:r>
      <w:r w:rsidRPr="009071AC">
        <w:t>il venait d</w:t>
      </w:r>
      <w:r w:rsidR="00F635DB">
        <w:t>’</w:t>
      </w:r>
      <w:r w:rsidRPr="009071AC">
        <w:t xml:space="preserve">indiquer au sieur </w:t>
      </w:r>
      <w:proofErr w:type="spellStart"/>
      <w:r w:rsidRPr="009071AC">
        <w:t>Leplaintre</w:t>
      </w:r>
      <w:proofErr w:type="spellEnd"/>
      <w:r w:rsidR="00F635DB">
        <w:t xml:space="preserve">, </w:t>
      </w:r>
      <w:r w:rsidRPr="009071AC">
        <w:t>expédient fort connu maintenant</w:t>
      </w:r>
      <w:r w:rsidR="00F635DB">
        <w:t xml:space="preserve">, </w:t>
      </w:r>
      <w:r w:rsidRPr="009071AC">
        <w:t>mais dont il était presque l</w:t>
      </w:r>
      <w:r w:rsidR="00F635DB">
        <w:t>’</w:t>
      </w:r>
      <w:r w:rsidRPr="009071AC">
        <w:t>inventeur</w:t>
      </w:r>
      <w:r w:rsidR="00F635DB">
        <w:t>.</w:t>
      </w:r>
    </w:p>
    <w:p w14:paraId="11660931" w14:textId="77777777" w:rsidR="00F635DB" w:rsidRDefault="00855694" w:rsidP="00F635DB">
      <w:r w:rsidRPr="009071AC">
        <w:t>Ce qu</w:t>
      </w:r>
      <w:r w:rsidR="00F635DB">
        <w:t>’</w:t>
      </w:r>
      <w:r w:rsidRPr="009071AC">
        <w:t>il y avait de terrible avec lui</w:t>
      </w:r>
      <w:r w:rsidR="00F635DB">
        <w:t xml:space="preserve">, </w:t>
      </w:r>
      <w:r w:rsidRPr="009071AC">
        <w:t>c</w:t>
      </w:r>
      <w:r w:rsidR="00F635DB">
        <w:t>’</w:t>
      </w:r>
      <w:r w:rsidRPr="009071AC">
        <w:t>est que si on voulait suivre ses conseils on était forcé</w:t>
      </w:r>
      <w:r w:rsidR="00F635DB">
        <w:t xml:space="preserve">, </w:t>
      </w:r>
      <w:r w:rsidRPr="009071AC">
        <w:t>sous peine d</w:t>
      </w:r>
      <w:r w:rsidR="00F635DB">
        <w:t>’</w:t>
      </w:r>
      <w:r w:rsidRPr="009071AC">
        <w:t>une dénonciation</w:t>
      </w:r>
      <w:r w:rsidR="00F635DB">
        <w:t xml:space="preserve">, </w:t>
      </w:r>
      <w:r w:rsidRPr="009071AC">
        <w:t>de prendre pour le prix qu</w:t>
      </w:r>
      <w:r w:rsidR="00F635DB">
        <w:t>’</w:t>
      </w:r>
      <w:r w:rsidRPr="009071AC">
        <w:t>il fixait les valeurs de fantaisie dont il possédait une si belle collection</w:t>
      </w:r>
      <w:r w:rsidR="00F635DB">
        <w:t>.</w:t>
      </w:r>
    </w:p>
    <w:p w14:paraId="1E9E52A9" w14:textId="77777777" w:rsidR="00F635DB" w:rsidRDefault="00855694" w:rsidP="00F635DB">
      <w:r w:rsidRPr="009071AC">
        <w:t>Car il agissait en cela comme ces médecins philanthropes qui donnent des consultations gratis</w:t>
      </w:r>
      <w:r w:rsidR="00F635DB">
        <w:t xml:space="preserve">, </w:t>
      </w:r>
      <w:r w:rsidRPr="009071AC">
        <w:t>mais qui contraignent leurs malades à se fournir chez eux de remèdes à cent pour cent au-dessus du cours</w:t>
      </w:r>
      <w:r w:rsidR="00F635DB">
        <w:t>.</w:t>
      </w:r>
    </w:p>
    <w:p w14:paraId="376A504E" w14:textId="758D17D8" w:rsidR="00F635DB" w:rsidRDefault="00855694" w:rsidP="00F635DB">
      <w:r w:rsidRPr="009071AC">
        <w:t>Nul brevet d</w:t>
      </w:r>
      <w:r w:rsidR="00F635DB">
        <w:t>’</w:t>
      </w:r>
      <w:r w:rsidRPr="009071AC">
        <w:t>invention n</w:t>
      </w:r>
      <w:r w:rsidR="00F635DB">
        <w:t>’</w:t>
      </w:r>
      <w:r w:rsidRPr="009071AC">
        <w:t>assurant l</w:t>
      </w:r>
      <w:r w:rsidR="00F635DB">
        <w:t>’</w:t>
      </w:r>
      <w:r w:rsidRPr="009071AC">
        <w:t>exploitation exclusive des découvertes de ce genre</w:t>
      </w:r>
      <w:r w:rsidR="00F635DB">
        <w:t>, M. </w:t>
      </w:r>
      <w:r w:rsidRPr="009071AC">
        <w:t xml:space="preserve">Fortunat devait être </w:t>
      </w:r>
      <w:r w:rsidRPr="009071AC">
        <w:lastRenderedPageBreak/>
        <w:t>audacieusement imité à une époque où la faillite est presque devenue une opération commerciale comme une autre</w:t>
      </w:r>
      <w:r w:rsidR="00F635DB">
        <w:t>…</w:t>
      </w:r>
    </w:p>
    <w:p w14:paraId="46FCC247" w14:textId="77777777" w:rsidR="00F635DB" w:rsidRDefault="00855694" w:rsidP="00F635DB">
      <w:r w:rsidRPr="009071AC">
        <w:t>Mais il était encore resté un des maîtres parmi les habiles qui professent sur la place le bel art de faire banqueroute sans danger</w:t>
      </w:r>
      <w:r w:rsidR="00F635DB">
        <w:t>.</w:t>
      </w:r>
    </w:p>
    <w:p w14:paraId="0614C614" w14:textId="532FE610" w:rsidR="00F635DB" w:rsidRDefault="00855694" w:rsidP="00F635DB">
      <w:r w:rsidRPr="009071AC">
        <w:t>Cependant</w:t>
      </w:r>
      <w:r w:rsidR="00F635DB">
        <w:t xml:space="preserve">, </w:t>
      </w:r>
      <w:r w:rsidRPr="009071AC">
        <w:t>le client qui succédait au marchand de charbons était un naïf</w:t>
      </w:r>
      <w:r w:rsidR="00F635DB">
        <w:t xml:space="preserve">, </w:t>
      </w:r>
      <w:r w:rsidRPr="009071AC">
        <w:t>qu</w:t>
      </w:r>
      <w:r w:rsidR="00F635DB">
        <w:t>’</w:t>
      </w:r>
      <w:r w:rsidRPr="009071AC">
        <w:t>amenait simplement une difficulté avec son propriétaire</w:t>
      </w:r>
      <w:r w:rsidR="00F635DB">
        <w:t>. M. </w:t>
      </w:r>
      <w:r w:rsidRPr="009071AC">
        <w:t>Fortunat l</w:t>
      </w:r>
      <w:r w:rsidR="00F635DB">
        <w:t>’</w:t>
      </w:r>
      <w:r w:rsidRPr="009071AC">
        <w:t>eut vite expédié</w:t>
      </w:r>
      <w:r w:rsidR="00F635DB">
        <w:t xml:space="preserve">, </w:t>
      </w:r>
      <w:r w:rsidRPr="009071AC">
        <w:t>et alors</w:t>
      </w:r>
      <w:r w:rsidR="00F635DB">
        <w:t xml:space="preserve">, </w:t>
      </w:r>
      <w:r w:rsidRPr="009071AC">
        <w:t>entrebâillant la porte de ses bureaux</w:t>
      </w:r>
      <w:r w:rsidR="00F635DB">
        <w:t xml:space="preserve">, </w:t>
      </w:r>
      <w:r w:rsidRPr="009071AC">
        <w:t>il cria</w:t>
      </w:r>
      <w:r w:rsidR="00F635DB">
        <w:t> :</w:t>
      </w:r>
    </w:p>
    <w:p w14:paraId="19B836DB" w14:textId="77777777" w:rsidR="00F635DB" w:rsidRDefault="00F635DB" w:rsidP="00F635DB">
      <w:r>
        <w:t>— </w:t>
      </w:r>
      <w:r w:rsidR="00855694" w:rsidRPr="009071AC">
        <w:t>Le caissier</w:t>
      </w:r>
      <w:r>
        <w:t> !…</w:t>
      </w:r>
    </w:p>
    <w:p w14:paraId="38545C40" w14:textId="09B77578" w:rsidR="00F635DB" w:rsidRDefault="00855694" w:rsidP="00F635DB">
      <w:r w:rsidRPr="009071AC">
        <w:t>Un garçon de trente-cinq ans</w:t>
      </w:r>
      <w:r w:rsidR="00F635DB">
        <w:t xml:space="preserve">, </w:t>
      </w:r>
      <w:r w:rsidRPr="009071AC">
        <w:t xml:space="preserve">dont la </w:t>
      </w:r>
      <w:r w:rsidR="003B61C4">
        <w:t>mise</w:t>
      </w:r>
      <w:r w:rsidR="003B61C4" w:rsidRPr="009071AC">
        <w:t xml:space="preserve"> </w:t>
      </w:r>
      <w:r w:rsidRPr="009071AC">
        <w:t>misérable rappelait celle de Victor Chupin</w:t>
      </w:r>
      <w:r w:rsidR="00F635DB">
        <w:t xml:space="preserve">, </w:t>
      </w:r>
      <w:r w:rsidRPr="009071AC">
        <w:t>arriva aussitôt</w:t>
      </w:r>
      <w:r w:rsidR="00F635DB">
        <w:t xml:space="preserve">, </w:t>
      </w:r>
      <w:r w:rsidRPr="009071AC">
        <w:t>tenant d</w:t>
      </w:r>
      <w:r w:rsidR="00F635DB">
        <w:t>’</w:t>
      </w:r>
      <w:r w:rsidRPr="009071AC">
        <w:t>une main un sac et de l</w:t>
      </w:r>
      <w:r w:rsidR="00F635DB">
        <w:t>’</w:t>
      </w:r>
      <w:r w:rsidRPr="009071AC">
        <w:t>autre un registre</w:t>
      </w:r>
      <w:r w:rsidR="00F635DB">
        <w:t>.</w:t>
      </w:r>
    </w:p>
    <w:p w14:paraId="6EA6BBB2" w14:textId="79457EEA" w:rsidR="00F635DB" w:rsidRDefault="00F635DB" w:rsidP="00F635DB">
      <w:r>
        <w:t>— </w:t>
      </w:r>
      <w:r w:rsidR="00855694" w:rsidRPr="009071AC">
        <w:t>Combien a-t-on visité de débiteurs hier</w:t>
      </w:r>
      <w:r>
        <w:t xml:space="preserve"> ?… </w:t>
      </w:r>
      <w:r w:rsidR="00855694" w:rsidRPr="009071AC">
        <w:t xml:space="preserve">lui demanda </w:t>
      </w:r>
      <w:r>
        <w:t>M. </w:t>
      </w:r>
      <w:r w:rsidR="00855694" w:rsidRPr="009071AC">
        <w:t>Fortunat</w:t>
      </w:r>
      <w:r>
        <w:t>.</w:t>
      </w:r>
    </w:p>
    <w:p w14:paraId="57C1804B" w14:textId="77777777" w:rsidR="00F635DB" w:rsidRDefault="00F635DB" w:rsidP="00F635DB">
      <w:r>
        <w:t>— </w:t>
      </w:r>
      <w:r w:rsidR="00855694" w:rsidRPr="009071AC">
        <w:t>Deux cent trente-sept</w:t>
      </w:r>
      <w:r>
        <w:t xml:space="preserve">, </w:t>
      </w:r>
      <w:r w:rsidR="00855694" w:rsidRPr="009071AC">
        <w:t>monsieur</w:t>
      </w:r>
      <w:r>
        <w:t>.</w:t>
      </w:r>
    </w:p>
    <w:p w14:paraId="4B9BF6A7" w14:textId="77777777" w:rsidR="00F635DB" w:rsidRDefault="00F635DB" w:rsidP="00F635DB">
      <w:r>
        <w:t>— </w:t>
      </w:r>
      <w:r w:rsidR="00855694" w:rsidRPr="009071AC">
        <w:t>Quelle est la recette</w:t>
      </w:r>
      <w:r>
        <w:t> ?</w:t>
      </w:r>
    </w:p>
    <w:p w14:paraId="21B0C45C" w14:textId="77777777" w:rsidR="00F635DB" w:rsidRDefault="00F635DB" w:rsidP="00F635DB">
      <w:r>
        <w:t>— </w:t>
      </w:r>
      <w:r w:rsidR="00855694" w:rsidRPr="009071AC">
        <w:t>Quatre-vingt-neuf francs</w:t>
      </w:r>
      <w:r>
        <w:t>.</w:t>
      </w:r>
    </w:p>
    <w:p w14:paraId="1585B8C5" w14:textId="2733B285" w:rsidR="00F635DB" w:rsidRDefault="00F635DB" w:rsidP="00F635DB">
      <w:r>
        <w:t>M. </w:t>
      </w:r>
      <w:r w:rsidR="00855694" w:rsidRPr="009071AC">
        <w:t>Isidore Fortunat eut une grimace de satisfaction</w:t>
      </w:r>
      <w:r>
        <w:t>.</w:t>
      </w:r>
    </w:p>
    <w:p w14:paraId="24D602FD" w14:textId="77777777" w:rsidR="00F635DB" w:rsidRDefault="00F635DB" w:rsidP="00F635DB">
      <w:r>
        <w:t>— </w:t>
      </w:r>
      <w:r w:rsidR="00855694" w:rsidRPr="009071AC">
        <w:t>Pas mal</w:t>
      </w:r>
      <w:r>
        <w:t xml:space="preserve">, </w:t>
      </w:r>
      <w:r w:rsidR="00855694" w:rsidRPr="009071AC">
        <w:t>fit-il</w:t>
      </w:r>
      <w:r>
        <w:t xml:space="preserve">, </w:t>
      </w:r>
      <w:r w:rsidR="00855694" w:rsidRPr="009071AC">
        <w:t>pas mal du tout</w:t>
      </w:r>
      <w:r>
        <w:t>.</w:t>
      </w:r>
    </w:p>
    <w:p w14:paraId="6CB53B73" w14:textId="77777777" w:rsidR="00F635DB" w:rsidRDefault="00855694" w:rsidP="00F635DB">
      <w:r w:rsidRPr="009071AC">
        <w:t>Et atteignant un énorme répertoire dans un casier</w:t>
      </w:r>
      <w:r w:rsidR="00F635DB">
        <w:t xml:space="preserve">, </w:t>
      </w:r>
      <w:r w:rsidRPr="009071AC">
        <w:t>il l</w:t>
      </w:r>
      <w:r w:rsidR="00F635DB">
        <w:t>’</w:t>
      </w:r>
      <w:r w:rsidRPr="009071AC">
        <w:t>ouvrit en disant</w:t>
      </w:r>
      <w:r w:rsidR="00F635DB">
        <w:t> :</w:t>
      </w:r>
    </w:p>
    <w:p w14:paraId="1A9135F9" w14:textId="77777777" w:rsidR="00F635DB" w:rsidRDefault="00F635DB" w:rsidP="00F635DB">
      <w:r>
        <w:t>— </w:t>
      </w:r>
      <w:r w:rsidR="00855694" w:rsidRPr="009071AC">
        <w:t>Attention</w:t>
      </w:r>
      <w:r>
        <w:t xml:space="preserve"> !… </w:t>
      </w:r>
      <w:r w:rsidR="00855694" w:rsidRPr="009071AC">
        <w:t>nous allons pointer</w:t>
      </w:r>
      <w:r>
        <w:t>.</w:t>
      </w:r>
    </w:p>
    <w:p w14:paraId="08A8A02F" w14:textId="77777777" w:rsidR="00F635DB" w:rsidRDefault="00855694" w:rsidP="00F635DB">
      <w:r w:rsidRPr="009071AC">
        <w:t>Aussitôt une singulière besogne commença</w:t>
      </w:r>
      <w:r w:rsidR="00F635DB">
        <w:t xml:space="preserve">… </w:t>
      </w:r>
      <w:r w:rsidRPr="009071AC">
        <w:t>Le patron appelait des noms</w:t>
      </w:r>
      <w:r w:rsidR="00F635DB">
        <w:t xml:space="preserve">, </w:t>
      </w:r>
      <w:r w:rsidRPr="009071AC">
        <w:t>et à chacun d</w:t>
      </w:r>
      <w:r w:rsidR="00F635DB">
        <w:t>’</w:t>
      </w:r>
      <w:r w:rsidRPr="009071AC">
        <w:t xml:space="preserve">eux le caissier répondait par </w:t>
      </w:r>
      <w:r w:rsidRPr="009071AC">
        <w:lastRenderedPageBreak/>
        <w:t>une indication qui était inscrite aussitôt en marge sur le répertoire</w:t>
      </w:r>
      <w:r w:rsidR="00F635DB">
        <w:t>…</w:t>
      </w:r>
    </w:p>
    <w:p w14:paraId="0949E16F" w14:textId="77777777" w:rsidR="00F635DB" w:rsidRDefault="00F635DB" w:rsidP="00F635DB">
      <w:r>
        <w:t>— </w:t>
      </w:r>
      <w:r w:rsidR="00855694" w:rsidRPr="009071AC">
        <w:t>Un tel</w:t>
      </w:r>
      <w:r>
        <w:t xml:space="preserve">, </w:t>
      </w:r>
      <w:r w:rsidR="00855694" w:rsidRPr="009071AC">
        <w:t>disait le patron</w:t>
      </w:r>
      <w:r>
        <w:t xml:space="preserve">, </w:t>
      </w:r>
      <w:r w:rsidR="00855694" w:rsidRPr="009071AC">
        <w:t>un tel</w:t>
      </w:r>
      <w:r>
        <w:t xml:space="preserve">… </w:t>
      </w:r>
      <w:r w:rsidR="00855694" w:rsidRPr="009071AC">
        <w:t>un tel</w:t>
      </w:r>
      <w:r>
        <w:t xml:space="preserve">… </w:t>
      </w:r>
      <w:r w:rsidR="00855694" w:rsidRPr="009071AC">
        <w:t>Et le caissier de répondre</w:t>
      </w:r>
      <w:r>
        <w:t xml:space="preserve"> : </w:t>
      </w:r>
      <w:r w:rsidR="00855694" w:rsidRPr="009071AC">
        <w:t>a donné deux francs</w:t>
      </w:r>
      <w:r>
        <w:t xml:space="preserve">… </w:t>
      </w:r>
      <w:r w:rsidR="00855694" w:rsidRPr="009071AC">
        <w:t>a déménagé</w:t>
      </w:r>
      <w:r>
        <w:t xml:space="preserve">… </w:t>
      </w:r>
      <w:r w:rsidR="00855694" w:rsidRPr="009071AC">
        <w:t>n</w:t>
      </w:r>
      <w:r>
        <w:t>’</w:t>
      </w:r>
      <w:r w:rsidR="00855694" w:rsidRPr="009071AC">
        <w:t>était pas chez lui</w:t>
      </w:r>
      <w:r>
        <w:t xml:space="preserve">… </w:t>
      </w:r>
      <w:r w:rsidR="00855694" w:rsidRPr="009071AC">
        <w:t>a donné vingt sous</w:t>
      </w:r>
      <w:r>
        <w:t xml:space="preserve">… </w:t>
      </w:r>
      <w:r w:rsidR="00855694" w:rsidRPr="009071AC">
        <w:t>ne veut plus rien payer</w:t>
      </w:r>
      <w:r>
        <w:t>…</w:t>
      </w:r>
    </w:p>
    <w:p w14:paraId="05030EFA" w14:textId="0FEC2567" w:rsidR="00F635DB" w:rsidRDefault="00855694" w:rsidP="00F635DB">
      <w:r w:rsidRPr="009071AC">
        <w:t xml:space="preserve">Comment </w:t>
      </w:r>
      <w:r w:rsidR="00F635DB">
        <w:t>M. </w:t>
      </w:r>
      <w:r w:rsidRPr="009071AC">
        <w:t>Fortunat se trouvait-il avoir tant de débiteurs</w:t>
      </w:r>
      <w:r w:rsidR="00F635DB">
        <w:t xml:space="preserve">, </w:t>
      </w:r>
      <w:r w:rsidRPr="009071AC">
        <w:t>comment s</w:t>
      </w:r>
      <w:r w:rsidR="00F635DB">
        <w:t>’</w:t>
      </w:r>
      <w:r w:rsidRPr="009071AC">
        <w:t>accommodait-il de si faibles à-comptes</w:t>
      </w:r>
      <w:r w:rsidR="00F635DB">
        <w:t xml:space="preserve"> ?… </w:t>
      </w:r>
      <w:r w:rsidRPr="009071AC">
        <w:t>c</w:t>
      </w:r>
      <w:r w:rsidR="00F635DB">
        <w:t>’</w:t>
      </w:r>
      <w:r w:rsidRPr="009071AC">
        <w:t>était bien simple</w:t>
      </w:r>
      <w:r w:rsidR="00F635DB">
        <w:t>.</w:t>
      </w:r>
    </w:p>
    <w:p w14:paraId="0F890976" w14:textId="136A12A9" w:rsidR="00F635DB" w:rsidRDefault="00855694" w:rsidP="00F635DB">
      <w:r w:rsidRPr="009071AC">
        <w:t>Tout en équilibrant des bilans fictifs</w:t>
      </w:r>
      <w:r w:rsidR="00F635DB">
        <w:t>, M. </w:t>
      </w:r>
      <w:r w:rsidRPr="009071AC">
        <w:t>Fortunat suivait les liquidations après faillite</w:t>
      </w:r>
      <w:r w:rsidR="00F635DB">
        <w:t xml:space="preserve">, </w:t>
      </w:r>
      <w:r w:rsidRPr="009071AC">
        <w:t>et il y achetait ces masses de créances</w:t>
      </w:r>
      <w:r w:rsidR="00F635DB">
        <w:t xml:space="preserve">, </w:t>
      </w:r>
      <w:r w:rsidRPr="009071AC">
        <w:t>considérées comme absolument perdues</w:t>
      </w:r>
      <w:r w:rsidR="00F635DB">
        <w:t xml:space="preserve">, </w:t>
      </w:r>
      <w:r w:rsidRPr="009071AC">
        <w:t>qui se vendent aux enchères pour presque rien</w:t>
      </w:r>
      <w:r w:rsidR="00F635DB">
        <w:t>…</w:t>
      </w:r>
    </w:p>
    <w:p w14:paraId="0B76FD75" w14:textId="77777777" w:rsidR="00F635DB" w:rsidRDefault="00855694" w:rsidP="00F635DB">
      <w:r w:rsidRPr="009071AC">
        <w:t>Et où personne n</w:t>
      </w:r>
      <w:r w:rsidR="00F635DB">
        <w:t>’</w:t>
      </w:r>
      <w:r w:rsidRPr="009071AC">
        <w:t>eût touché un sou</w:t>
      </w:r>
      <w:r w:rsidR="00F635DB">
        <w:t xml:space="preserve">, </w:t>
      </w:r>
      <w:r w:rsidRPr="009071AC">
        <w:t>lui récoltait</w:t>
      </w:r>
      <w:r w:rsidR="00F635DB">
        <w:t>.</w:t>
      </w:r>
    </w:p>
    <w:p w14:paraId="0DE085F6" w14:textId="77777777" w:rsidR="00F635DB" w:rsidRDefault="00855694" w:rsidP="00F635DB">
      <w:r w:rsidRPr="009071AC">
        <w:t>Ce n</w:t>
      </w:r>
      <w:r w:rsidR="00F635DB">
        <w:t>’</w:t>
      </w:r>
      <w:r w:rsidRPr="009071AC">
        <w:t>est pas qu</w:t>
      </w:r>
      <w:r w:rsidR="00F635DB">
        <w:t>’</w:t>
      </w:r>
      <w:r w:rsidRPr="009071AC">
        <w:t>il procédât par la rigueur</w:t>
      </w:r>
      <w:r w:rsidR="00F635DB">
        <w:t xml:space="preserve">, </w:t>
      </w:r>
      <w:r w:rsidRPr="009071AC">
        <w:t>bien au contraire</w:t>
      </w:r>
      <w:r w:rsidR="00F635DB">
        <w:t xml:space="preserve">. </w:t>
      </w:r>
      <w:r w:rsidRPr="009071AC">
        <w:t>Il réussissait par la patience</w:t>
      </w:r>
      <w:r w:rsidR="00F635DB">
        <w:t xml:space="preserve">, </w:t>
      </w:r>
      <w:r w:rsidRPr="009071AC">
        <w:t>la douceur et la politesse</w:t>
      </w:r>
      <w:r w:rsidR="00F635DB">
        <w:t xml:space="preserve">, </w:t>
      </w:r>
      <w:r w:rsidRPr="009071AC">
        <w:t>mais aussi par une ténacité infatigable et désespérante</w:t>
      </w:r>
      <w:r w:rsidR="00F635DB">
        <w:t>.</w:t>
      </w:r>
    </w:p>
    <w:p w14:paraId="3D4F4761" w14:textId="77777777" w:rsidR="00F635DB" w:rsidRDefault="00855694" w:rsidP="00F635DB">
      <w:r w:rsidRPr="009071AC">
        <w:t>Quand il avait décidé qu</w:t>
      </w:r>
      <w:r w:rsidR="00F635DB">
        <w:t>’</w:t>
      </w:r>
      <w:r w:rsidRPr="009071AC">
        <w:t>un débiteur lui donnerait tant</w:t>
      </w:r>
      <w:r w:rsidR="00F635DB">
        <w:t xml:space="preserve">, </w:t>
      </w:r>
      <w:r w:rsidRPr="009071AC">
        <w:t>c</w:t>
      </w:r>
      <w:r w:rsidR="00F635DB">
        <w:t>’</w:t>
      </w:r>
      <w:r w:rsidRPr="009071AC">
        <w:t>était fini</w:t>
      </w:r>
      <w:r w:rsidR="00F635DB">
        <w:t xml:space="preserve">, </w:t>
      </w:r>
      <w:r w:rsidRPr="009071AC">
        <w:t>il ne le lâchait plus</w:t>
      </w:r>
      <w:r w:rsidR="00F635DB">
        <w:t xml:space="preserve">. </w:t>
      </w:r>
      <w:r w:rsidRPr="009071AC">
        <w:t>Il le faisait visiter tous les deux jours</w:t>
      </w:r>
      <w:r w:rsidR="00F635DB">
        <w:t xml:space="preserve">, </w:t>
      </w:r>
      <w:r w:rsidRPr="009071AC">
        <w:t>suivre</w:t>
      </w:r>
      <w:r w:rsidR="00F635DB">
        <w:t xml:space="preserve">, </w:t>
      </w:r>
      <w:r w:rsidRPr="009071AC">
        <w:t>harceler</w:t>
      </w:r>
      <w:r w:rsidR="00F635DB">
        <w:t xml:space="preserve">, </w:t>
      </w:r>
      <w:r w:rsidRPr="009071AC">
        <w:t>obséder</w:t>
      </w:r>
      <w:r w:rsidR="00F635DB">
        <w:t xml:space="preserve"> ; </w:t>
      </w:r>
      <w:r w:rsidRPr="009071AC">
        <w:t>il l</w:t>
      </w:r>
      <w:r w:rsidR="00F635DB">
        <w:t>’</w:t>
      </w:r>
      <w:r w:rsidRPr="009071AC">
        <w:t>entourait de ses employés</w:t>
      </w:r>
      <w:r w:rsidR="00F635DB">
        <w:t xml:space="preserve">, </w:t>
      </w:r>
      <w:r w:rsidRPr="009071AC">
        <w:t>il le relançait chez lui</w:t>
      </w:r>
      <w:r w:rsidR="00F635DB">
        <w:t xml:space="preserve">, </w:t>
      </w:r>
      <w:r w:rsidRPr="009071AC">
        <w:t>à son bureau ou à son magasin</w:t>
      </w:r>
      <w:r w:rsidR="00F635DB">
        <w:t xml:space="preserve">, </w:t>
      </w:r>
      <w:r w:rsidRPr="009071AC">
        <w:t>au café</w:t>
      </w:r>
      <w:r w:rsidR="00F635DB">
        <w:t xml:space="preserve">, </w:t>
      </w:r>
      <w:r w:rsidRPr="009071AC">
        <w:t>partout</w:t>
      </w:r>
      <w:r w:rsidR="00F635DB">
        <w:t xml:space="preserve">, </w:t>
      </w:r>
      <w:r w:rsidRPr="009071AC">
        <w:t>toujours</w:t>
      </w:r>
      <w:r w:rsidR="00F635DB">
        <w:t xml:space="preserve">, </w:t>
      </w:r>
      <w:r w:rsidRPr="009071AC">
        <w:t>à toute heure</w:t>
      </w:r>
      <w:r w:rsidR="00F635DB">
        <w:t xml:space="preserve">, </w:t>
      </w:r>
      <w:r w:rsidRPr="009071AC">
        <w:t>incessamment</w:t>
      </w:r>
      <w:r w:rsidR="00F635DB">
        <w:t xml:space="preserve">… </w:t>
      </w:r>
      <w:r w:rsidRPr="009071AC">
        <w:t>et toujours avec l</w:t>
      </w:r>
      <w:r w:rsidR="00F635DB">
        <w:t>’</w:t>
      </w:r>
      <w:r w:rsidRPr="009071AC">
        <w:t>urbanité la plus parfaite</w:t>
      </w:r>
      <w:r w:rsidR="00F635DB">
        <w:t>…</w:t>
      </w:r>
    </w:p>
    <w:p w14:paraId="26369FC5" w14:textId="1A297907" w:rsidR="00F635DB" w:rsidRDefault="00855694" w:rsidP="00F635DB">
      <w:r w:rsidRPr="009071AC">
        <w:t>Si bien que les plus mauvais payeurs et les plus pauvres se lassaient à la fin</w:t>
      </w:r>
      <w:r w:rsidR="00F635DB">
        <w:t xml:space="preserve">, </w:t>
      </w:r>
      <w:r w:rsidRPr="009071AC">
        <w:t>la rage les prenait</w:t>
      </w:r>
      <w:r w:rsidR="00F635DB">
        <w:t xml:space="preserve">, </w:t>
      </w:r>
      <w:r w:rsidRPr="009071AC">
        <w:t>et pour échapper à cette effroyable obsession</w:t>
      </w:r>
      <w:r w:rsidR="00F635DB">
        <w:t xml:space="preserve">, </w:t>
      </w:r>
      <w:r w:rsidRPr="009071AC">
        <w:t>ils trouvaient de l</w:t>
      </w:r>
      <w:r w:rsidR="00F635DB">
        <w:t>’</w:t>
      </w:r>
      <w:r w:rsidRPr="009071AC">
        <w:t>argent</w:t>
      </w:r>
      <w:r w:rsidR="00F635DB">
        <w:t xml:space="preserve">… </w:t>
      </w:r>
      <w:r w:rsidRPr="009071AC">
        <w:t xml:space="preserve">et comme </w:t>
      </w:r>
      <w:r w:rsidR="00F635DB">
        <w:t>M. </w:t>
      </w:r>
      <w:r w:rsidRPr="009071AC">
        <w:t>Fortunat acceptait tout</w:t>
      </w:r>
      <w:r w:rsidR="00F635DB">
        <w:t xml:space="preserve">, </w:t>
      </w:r>
      <w:r w:rsidRPr="009071AC">
        <w:t>depuis 50 centimes</w:t>
      </w:r>
      <w:r w:rsidR="00F635DB">
        <w:t xml:space="preserve">, </w:t>
      </w:r>
      <w:r w:rsidRPr="009071AC">
        <w:t>on le payait</w:t>
      </w:r>
      <w:r w:rsidR="00F635DB">
        <w:t>.</w:t>
      </w:r>
    </w:p>
    <w:p w14:paraId="36A79B0F" w14:textId="77777777" w:rsidR="00F635DB" w:rsidRDefault="00855694" w:rsidP="00F635DB">
      <w:r w:rsidRPr="009071AC">
        <w:t>Outre Victor Chupin</w:t>
      </w:r>
      <w:r w:rsidR="00F635DB">
        <w:t xml:space="preserve">, </w:t>
      </w:r>
      <w:r w:rsidRPr="009071AC">
        <w:t>il avait encore cinq employés qui visitaient les débiteurs à la journée</w:t>
      </w:r>
      <w:r w:rsidR="00F635DB">
        <w:t xml:space="preserve">. </w:t>
      </w:r>
      <w:r w:rsidRPr="009071AC">
        <w:t xml:space="preserve">On leur distribuait les </w:t>
      </w:r>
      <w:r w:rsidRPr="009071AC">
        <w:lastRenderedPageBreak/>
        <w:t>courses chaque matin</w:t>
      </w:r>
      <w:r w:rsidR="00F635DB">
        <w:t xml:space="preserve">, </w:t>
      </w:r>
      <w:r w:rsidRPr="009071AC">
        <w:t>et chaque soir ils réglaient avec le caissier</w:t>
      </w:r>
      <w:r w:rsidR="00F635DB">
        <w:t xml:space="preserve">, </w:t>
      </w:r>
      <w:r w:rsidRPr="009071AC">
        <w:t>qui lui-même rendait les comptes généraux au patron</w:t>
      </w:r>
      <w:r w:rsidR="00F635DB">
        <w:t>.</w:t>
      </w:r>
    </w:p>
    <w:p w14:paraId="7ACD1F7B" w14:textId="6D3CE6C6" w:rsidR="00F635DB" w:rsidRDefault="00855694" w:rsidP="00F635DB">
      <w:r w:rsidRPr="009071AC">
        <w:t>Cette petite industrie ajoutait encore aux profits des héritages et des faillites</w:t>
      </w:r>
      <w:r w:rsidR="00F635DB">
        <w:t xml:space="preserve">, </w:t>
      </w:r>
      <w:r w:rsidRPr="009071AC">
        <w:t>et c</w:t>
      </w:r>
      <w:r w:rsidR="00F635DB">
        <w:t>’</w:t>
      </w:r>
      <w:r w:rsidRPr="009071AC">
        <w:t xml:space="preserve">était la troisième et dernière corde que </w:t>
      </w:r>
      <w:r w:rsidR="00F635DB">
        <w:t>M. </w:t>
      </w:r>
      <w:r w:rsidRPr="009071AC">
        <w:t>Fortunat eût à son arc</w:t>
      </w:r>
      <w:r w:rsidR="00F635DB">
        <w:t>…</w:t>
      </w:r>
    </w:p>
    <w:p w14:paraId="1AC46FE3" w14:textId="77777777" w:rsidR="00F635DB" w:rsidRDefault="00855694" w:rsidP="00F635DB">
      <w:r w:rsidRPr="009071AC">
        <w:t>Donc le pointage se faisait comme chaque jour</w:t>
      </w:r>
      <w:r w:rsidR="00F635DB">
        <w:t xml:space="preserve">, </w:t>
      </w:r>
      <w:r w:rsidRPr="009071AC">
        <w:t>mais si le caissier était à sa besogne</w:t>
      </w:r>
      <w:r w:rsidR="00F635DB">
        <w:t xml:space="preserve">, </w:t>
      </w:r>
      <w:r w:rsidRPr="009071AC">
        <w:t>le patron n</w:t>
      </w:r>
      <w:r w:rsidR="00F635DB">
        <w:t>’</w:t>
      </w:r>
      <w:r w:rsidRPr="009071AC">
        <w:t>y était guère</w:t>
      </w:r>
      <w:r w:rsidR="00F635DB">
        <w:t>.</w:t>
      </w:r>
    </w:p>
    <w:p w14:paraId="4983C30E" w14:textId="77777777" w:rsidR="00F635DB" w:rsidRDefault="00855694" w:rsidP="00F635DB">
      <w:r w:rsidRPr="009071AC">
        <w:t>Il s</w:t>
      </w:r>
      <w:r w:rsidR="00F635DB">
        <w:t>’</w:t>
      </w:r>
      <w:r w:rsidRPr="009071AC">
        <w:t>arrêtait à chaque minute</w:t>
      </w:r>
      <w:r w:rsidR="00F635DB">
        <w:t xml:space="preserve">, </w:t>
      </w:r>
      <w:r w:rsidRPr="009071AC">
        <w:t>prêtant l</w:t>
      </w:r>
      <w:r w:rsidR="00F635DB">
        <w:t>’</w:t>
      </w:r>
      <w:r w:rsidRPr="009071AC">
        <w:t>oreille aux moindres bruits du dehors</w:t>
      </w:r>
      <w:r w:rsidR="00F635DB">
        <w:t>.</w:t>
      </w:r>
    </w:p>
    <w:p w14:paraId="21E47291" w14:textId="21E1914F" w:rsidR="00F635DB" w:rsidRDefault="00855694" w:rsidP="00F635DB">
      <w:r w:rsidRPr="009071AC">
        <w:t>C</w:t>
      </w:r>
      <w:r w:rsidR="00F635DB">
        <w:t>’</w:t>
      </w:r>
      <w:r w:rsidRPr="009071AC">
        <w:t>est qu</w:t>
      </w:r>
      <w:r w:rsidR="00F635DB">
        <w:t>’</w:t>
      </w:r>
      <w:r w:rsidRPr="009071AC">
        <w:t>avant de recevoir le marchand de charbons</w:t>
      </w:r>
      <w:r w:rsidR="00F635DB">
        <w:t xml:space="preserve">, </w:t>
      </w:r>
      <w:r w:rsidRPr="009071AC">
        <w:t>il avait parlé à Victor Chupin</w:t>
      </w:r>
      <w:r w:rsidR="00F635DB">
        <w:t xml:space="preserve">, </w:t>
      </w:r>
      <w:r w:rsidRPr="009071AC">
        <w:t>et l</w:t>
      </w:r>
      <w:r w:rsidR="00F635DB">
        <w:t>’</w:t>
      </w:r>
      <w:r w:rsidRPr="009071AC">
        <w:t>avait expédié rue de Courcelles</w:t>
      </w:r>
      <w:r w:rsidR="00F635DB">
        <w:t xml:space="preserve">, </w:t>
      </w:r>
      <w:r w:rsidRPr="009071AC">
        <w:t>afin d</w:t>
      </w:r>
      <w:r w:rsidR="00F635DB">
        <w:t>’</w:t>
      </w:r>
      <w:r w:rsidRPr="009071AC">
        <w:t xml:space="preserve">avoir par </w:t>
      </w:r>
      <w:r w:rsidR="00F635DB">
        <w:t>M. </w:t>
      </w:r>
      <w:r w:rsidRPr="009071AC">
        <w:t xml:space="preserve">Casimir des nouvelles du comte de </w:t>
      </w:r>
      <w:proofErr w:type="spellStart"/>
      <w:r w:rsidRPr="009071AC">
        <w:t>Chalusse</w:t>
      </w:r>
      <w:proofErr w:type="spellEnd"/>
      <w:r w:rsidR="00F635DB">
        <w:t>.</w:t>
      </w:r>
    </w:p>
    <w:p w14:paraId="69C5AFEB" w14:textId="77777777" w:rsidR="00F635DB" w:rsidRDefault="00855694" w:rsidP="00F635DB">
      <w:r w:rsidRPr="009071AC">
        <w:t>Et il y avait plus d</w:t>
      </w:r>
      <w:r w:rsidR="00F635DB">
        <w:t>’</w:t>
      </w:r>
      <w:r w:rsidRPr="009071AC">
        <w:t>une heure de cela</w:t>
      </w:r>
      <w:r w:rsidR="00F635DB">
        <w:t xml:space="preserve">, </w:t>
      </w:r>
      <w:r w:rsidRPr="009071AC">
        <w:t>et Victor Chupin</w:t>
      </w:r>
      <w:r w:rsidR="00F635DB">
        <w:t xml:space="preserve">, </w:t>
      </w:r>
      <w:r w:rsidRPr="009071AC">
        <w:t>si prompt d</w:t>
      </w:r>
      <w:r w:rsidR="00F635DB">
        <w:t>’</w:t>
      </w:r>
      <w:r w:rsidRPr="009071AC">
        <w:t>ordinaire</w:t>
      </w:r>
      <w:r w:rsidR="00F635DB">
        <w:t xml:space="preserve">, </w:t>
      </w:r>
      <w:r w:rsidRPr="009071AC">
        <w:t>ne reparaissait pas</w:t>
      </w:r>
      <w:r w:rsidR="00F635DB">
        <w:t>.</w:t>
      </w:r>
    </w:p>
    <w:p w14:paraId="307CDAA2" w14:textId="6D27F6E6" w:rsidR="00F635DB" w:rsidRDefault="00855694" w:rsidP="00F635DB">
      <w:r w:rsidRPr="009071AC">
        <w:t>Enfin</w:t>
      </w:r>
      <w:r w:rsidR="00F635DB">
        <w:t xml:space="preserve">, </w:t>
      </w:r>
      <w:r w:rsidRPr="009071AC">
        <w:t>il parut</w:t>
      </w:r>
      <w:r w:rsidR="00F635DB">
        <w:t xml:space="preserve">… </w:t>
      </w:r>
      <w:r w:rsidRPr="009071AC">
        <w:t>D</w:t>
      </w:r>
      <w:r w:rsidR="00F635DB">
        <w:t>’</w:t>
      </w:r>
      <w:r w:rsidRPr="009071AC">
        <w:t>un geste</w:t>
      </w:r>
      <w:r w:rsidR="00F635DB">
        <w:t>, M. </w:t>
      </w:r>
      <w:r w:rsidRPr="009071AC">
        <w:t>Fortunat congédia son caissier</w:t>
      </w:r>
      <w:r w:rsidR="00F635DB">
        <w:t xml:space="preserve">, </w:t>
      </w:r>
      <w:r w:rsidRPr="009071AC">
        <w:t>et s</w:t>
      </w:r>
      <w:r w:rsidR="00F635DB">
        <w:t>’</w:t>
      </w:r>
      <w:r w:rsidRPr="009071AC">
        <w:t>adressant à son commissionnaire</w:t>
      </w:r>
      <w:r w:rsidR="00F635DB">
        <w:t> :</w:t>
      </w:r>
    </w:p>
    <w:p w14:paraId="5AC296FF" w14:textId="77777777" w:rsidR="00F635DB" w:rsidRDefault="00F635DB" w:rsidP="00F635DB">
      <w:r>
        <w:t>— </w:t>
      </w:r>
      <w:r w:rsidR="00855694" w:rsidRPr="009071AC">
        <w:t>Eh bien</w:t>
      </w:r>
      <w:r>
        <w:t xml:space="preserve"> ? </w:t>
      </w:r>
      <w:r w:rsidR="00855694" w:rsidRPr="009071AC">
        <w:t>demanda-t-il</w:t>
      </w:r>
      <w:r>
        <w:t>.</w:t>
      </w:r>
    </w:p>
    <w:p w14:paraId="66BFADEC" w14:textId="77777777" w:rsidR="00F635DB" w:rsidRDefault="00F635DB" w:rsidP="00F635DB">
      <w:r>
        <w:t>— </w:t>
      </w:r>
      <w:r w:rsidR="00855694" w:rsidRPr="009071AC">
        <w:t>Plus personne</w:t>
      </w:r>
      <w:r>
        <w:t xml:space="preserve"> ! </w:t>
      </w:r>
      <w:r w:rsidR="00855694" w:rsidRPr="009071AC">
        <w:t>répondit Chupin</w:t>
      </w:r>
      <w:r>
        <w:t xml:space="preserve">… </w:t>
      </w:r>
      <w:r w:rsidR="00855694" w:rsidRPr="009071AC">
        <w:t>Le comte vient de mourir</w:t>
      </w:r>
      <w:r>
        <w:t xml:space="preserve">… </w:t>
      </w:r>
      <w:r w:rsidR="00855694" w:rsidRPr="009071AC">
        <w:t>On croit qu</w:t>
      </w:r>
      <w:r>
        <w:t>’</w:t>
      </w:r>
      <w:r w:rsidR="00855694" w:rsidRPr="009071AC">
        <w:t>il ne laisse pas de testament</w:t>
      </w:r>
      <w:r>
        <w:t xml:space="preserve">. </w:t>
      </w:r>
      <w:r w:rsidR="00855694" w:rsidRPr="009071AC">
        <w:t>Voilà la jolie demoiselle sur le pavé</w:t>
      </w:r>
      <w:r>
        <w:t>.</w:t>
      </w:r>
    </w:p>
    <w:p w14:paraId="679B16F7" w14:textId="4452B932" w:rsidR="00F635DB" w:rsidRDefault="00855694" w:rsidP="00F635DB">
      <w:r w:rsidRPr="009071AC">
        <w:t xml:space="preserve">Tous ces malheurs répondaient si bien aux pressentiments de </w:t>
      </w:r>
      <w:r w:rsidR="00F635DB">
        <w:t>M. </w:t>
      </w:r>
      <w:r w:rsidRPr="009071AC">
        <w:t>Fortunat</w:t>
      </w:r>
      <w:r w:rsidR="00F635DB">
        <w:t xml:space="preserve">, </w:t>
      </w:r>
      <w:r w:rsidRPr="009071AC">
        <w:t>qu</w:t>
      </w:r>
      <w:r w:rsidR="00F635DB">
        <w:t>’</w:t>
      </w:r>
      <w:r w:rsidRPr="009071AC">
        <w:t>il ne sourcilla pas</w:t>
      </w:r>
      <w:r w:rsidR="00F635DB">
        <w:t xml:space="preserve">. </w:t>
      </w:r>
      <w:r w:rsidRPr="009071AC">
        <w:t>Et d</w:t>
      </w:r>
      <w:r w:rsidR="00F635DB">
        <w:t>’</w:t>
      </w:r>
      <w:r w:rsidRPr="009071AC">
        <w:t>un ton calme</w:t>
      </w:r>
      <w:r w:rsidR="00F635DB">
        <w:t xml:space="preserve">, </w:t>
      </w:r>
      <w:r w:rsidRPr="009071AC">
        <w:t>il ajouta</w:t>
      </w:r>
      <w:r w:rsidR="00F635DB">
        <w:t> :</w:t>
      </w:r>
    </w:p>
    <w:p w14:paraId="2A8542DC" w14:textId="77777777" w:rsidR="00F635DB" w:rsidRDefault="00F635DB" w:rsidP="00F635DB">
      <w:r>
        <w:t>— </w:t>
      </w:r>
      <w:r w:rsidR="00855694" w:rsidRPr="009071AC">
        <w:t>Casimir viendra-t-il au rendez-vous</w:t>
      </w:r>
      <w:r>
        <w:t> ?</w:t>
      </w:r>
    </w:p>
    <w:p w14:paraId="48EDD7FF" w14:textId="77777777" w:rsidR="00F635DB" w:rsidRDefault="00F635DB" w:rsidP="00F635DB">
      <w:r>
        <w:t>— </w:t>
      </w:r>
      <w:r w:rsidR="00855694" w:rsidRPr="009071AC">
        <w:t>Il m</w:t>
      </w:r>
      <w:r>
        <w:t>’</w:t>
      </w:r>
      <w:r w:rsidR="00855694" w:rsidRPr="009071AC">
        <w:t>a répondu</w:t>
      </w:r>
      <w:r>
        <w:t xml:space="preserve">, </w:t>
      </w:r>
      <w:r w:rsidR="00855694" w:rsidRPr="009071AC">
        <w:t>m</w:t>
      </w:r>
      <w:r>
        <w:t>’</w:t>
      </w:r>
      <w:proofErr w:type="spellStart"/>
      <w:r w:rsidR="00855694" w:rsidRPr="009071AC">
        <w:t>sieu</w:t>
      </w:r>
      <w:proofErr w:type="spellEnd"/>
      <w:r>
        <w:t xml:space="preserve">, </w:t>
      </w:r>
      <w:r w:rsidR="00855694" w:rsidRPr="009071AC">
        <w:t>qu</w:t>
      </w:r>
      <w:r>
        <w:t>’</w:t>
      </w:r>
      <w:r w:rsidR="00855694" w:rsidRPr="009071AC">
        <w:t>il tâcherait de s</w:t>
      </w:r>
      <w:r>
        <w:t>’</w:t>
      </w:r>
      <w:r w:rsidR="00855694" w:rsidRPr="009071AC">
        <w:t>y trouver</w:t>
      </w:r>
      <w:r>
        <w:t xml:space="preserve">… </w:t>
      </w:r>
      <w:r w:rsidR="00855694" w:rsidRPr="009071AC">
        <w:t>moi je parie cent sous qu</w:t>
      </w:r>
      <w:r>
        <w:t>’</w:t>
      </w:r>
      <w:r w:rsidR="00855694" w:rsidRPr="009071AC">
        <w:t>il y sera</w:t>
      </w:r>
      <w:r>
        <w:t xml:space="preserve">… </w:t>
      </w:r>
      <w:r w:rsidR="00855694" w:rsidRPr="009071AC">
        <w:t xml:space="preserve">il vous a une bouche cet </w:t>
      </w:r>
      <w:r w:rsidR="00855694" w:rsidRPr="009071AC">
        <w:lastRenderedPageBreak/>
        <w:t>homme-là</w:t>
      </w:r>
      <w:r>
        <w:t xml:space="preserve">, </w:t>
      </w:r>
      <w:r w:rsidR="00855694" w:rsidRPr="009071AC">
        <w:t>à faire dix lieues pour mettre quelque chose de bon dedans</w:t>
      </w:r>
      <w:r>
        <w:t>…</w:t>
      </w:r>
    </w:p>
    <w:p w14:paraId="54A177B3" w14:textId="32F568F6" w:rsidR="00F635DB" w:rsidRDefault="00855694" w:rsidP="00F635DB">
      <w:r w:rsidRPr="009071AC">
        <w:t>L</w:t>
      </w:r>
      <w:r w:rsidR="00F635DB">
        <w:t>’</w:t>
      </w:r>
      <w:r w:rsidRPr="009071AC">
        <w:t xml:space="preserve">opinion de Chupin parut être celle de </w:t>
      </w:r>
      <w:r w:rsidR="00F635DB">
        <w:t>M. </w:t>
      </w:r>
      <w:r w:rsidRPr="009071AC">
        <w:t>Fortunat</w:t>
      </w:r>
      <w:r w:rsidR="00F635DB">
        <w:t>.</w:t>
      </w:r>
    </w:p>
    <w:p w14:paraId="4C428703" w14:textId="77777777" w:rsidR="00F635DB" w:rsidRDefault="00F635DB" w:rsidP="00F635DB">
      <w:r>
        <w:t>— </w:t>
      </w:r>
      <w:r w:rsidR="00855694" w:rsidRPr="009071AC">
        <w:t>Tout va donc bien</w:t>
      </w:r>
      <w:r>
        <w:t xml:space="preserve">, </w:t>
      </w:r>
      <w:r w:rsidR="00855694" w:rsidRPr="009071AC">
        <w:t>dit-il</w:t>
      </w:r>
      <w:r>
        <w:t xml:space="preserve">… </w:t>
      </w:r>
      <w:r w:rsidR="00855694" w:rsidRPr="009071AC">
        <w:t>Seulement vous êtes resté trop longtemps en route</w:t>
      </w:r>
      <w:r>
        <w:t xml:space="preserve">, </w:t>
      </w:r>
      <w:r w:rsidR="00855694" w:rsidRPr="009071AC">
        <w:t>Victor</w:t>
      </w:r>
      <w:r>
        <w:t>.</w:t>
      </w:r>
    </w:p>
    <w:p w14:paraId="1D906A04" w14:textId="77777777" w:rsidR="00F635DB" w:rsidRDefault="00F635DB" w:rsidP="00F635DB">
      <w:r>
        <w:t>— </w:t>
      </w:r>
      <w:r w:rsidR="00855694" w:rsidRPr="009071AC">
        <w:t>C</w:t>
      </w:r>
      <w:r>
        <w:t>’</w:t>
      </w:r>
      <w:r w:rsidR="00855694" w:rsidRPr="009071AC">
        <w:t>est vrai</w:t>
      </w:r>
      <w:r>
        <w:t xml:space="preserve">, </w:t>
      </w:r>
      <w:r w:rsidR="00855694" w:rsidRPr="009071AC">
        <w:t>m</w:t>
      </w:r>
      <w:r>
        <w:t>’</w:t>
      </w:r>
      <w:proofErr w:type="spellStart"/>
      <w:r w:rsidR="00855694" w:rsidRPr="009071AC">
        <w:t>sieu</w:t>
      </w:r>
      <w:proofErr w:type="spellEnd"/>
      <w:r>
        <w:t xml:space="preserve">, </w:t>
      </w:r>
      <w:r w:rsidR="00855694" w:rsidRPr="009071AC">
        <w:t>mais j</w:t>
      </w:r>
      <w:r>
        <w:t>’</w:t>
      </w:r>
      <w:r w:rsidR="00855694" w:rsidRPr="009071AC">
        <w:t>avais une course à faire pour moi</w:t>
      </w:r>
      <w:r>
        <w:t xml:space="preserve">, </w:t>
      </w:r>
      <w:r w:rsidR="00855694" w:rsidRPr="009071AC">
        <w:t>une course de cent francs</w:t>
      </w:r>
      <w:r>
        <w:t xml:space="preserve">, </w:t>
      </w:r>
      <w:r w:rsidR="00855694" w:rsidRPr="009071AC">
        <w:t>s</w:t>
      </w:r>
      <w:r>
        <w:t>’</w:t>
      </w:r>
      <w:r w:rsidR="00855694" w:rsidRPr="009071AC">
        <w:t>il vous plaît</w:t>
      </w:r>
      <w:r>
        <w:t> ?…</w:t>
      </w:r>
    </w:p>
    <w:p w14:paraId="56CF25A5" w14:textId="24F8CF1C" w:rsidR="00F635DB" w:rsidRDefault="00F635DB" w:rsidP="00F635DB">
      <w:r>
        <w:t>M. </w:t>
      </w:r>
      <w:r w:rsidR="00855694" w:rsidRPr="009071AC">
        <w:t>Fortunat fronça le sourcil</w:t>
      </w:r>
      <w:r>
        <w:t>.</w:t>
      </w:r>
    </w:p>
    <w:p w14:paraId="3DCBFC00" w14:textId="77777777" w:rsidR="00F635DB" w:rsidRDefault="00F635DB" w:rsidP="00F635DB">
      <w:r>
        <w:t>— </w:t>
      </w:r>
      <w:r w:rsidR="00855694" w:rsidRPr="009071AC">
        <w:t>Il est bon d</w:t>
      </w:r>
      <w:r>
        <w:t>’</w:t>
      </w:r>
      <w:r w:rsidR="00855694" w:rsidRPr="009071AC">
        <w:t>être industrieux</w:t>
      </w:r>
      <w:r>
        <w:t xml:space="preserve">, </w:t>
      </w:r>
      <w:r w:rsidR="00855694" w:rsidRPr="009071AC">
        <w:t>prononça-t-il</w:t>
      </w:r>
      <w:r>
        <w:t xml:space="preserve">, </w:t>
      </w:r>
      <w:r w:rsidR="00855694" w:rsidRPr="009071AC">
        <w:t>mais vous aimez trop l</w:t>
      </w:r>
      <w:r>
        <w:t>’</w:t>
      </w:r>
      <w:r w:rsidR="00855694" w:rsidRPr="009071AC">
        <w:t>argent</w:t>
      </w:r>
      <w:r>
        <w:t xml:space="preserve">, </w:t>
      </w:r>
      <w:r w:rsidR="00855694" w:rsidRPr="009071AC">
        <w:t>Victor</w:t>
      </w:r>
      <w:r>
        <w:t xml:space="preserve">, </w:t>
      </w:r>
      <w:r w:rsidR="00855694" w:rsidRPr="009071AC">
        <w:t>beaucoup trop</w:t>
      </w:r>
      <w:r>
        <w:t xml:space="preserve">… </w:t>
      </w:r>
      <w:r w:rsidR="00855694" w:rsidRPr="009071AC">
        <w:t>vous êtes insatiable</w:t>
      </w:r>
      <w:r>
        <w:t> !</w:t>
      </w:r>
    </w:p>
    <w:p w14:paraId="79933727" w14:textId="77777777" w:rsidR="00F635DB" w:rsidRDefault="00855694" w:rsidP="00F635DB">
      <w:r w:rsidRPr="009071AC">
        <w:t>Le jeune drôle leva fièrement la tête</w:t>
      </w:r>
      <w:r w:rsidR="00F635DB">
        <w:t xml:space="preserve">, </w:t>
      </w:r>
      <w:r w:rsidRPr="009071AC">
        <w:t>et d</w:t>
      </w:r>
      <w:r w:rsidR="00F635DB">
        <w:t>’</w:t>
      </w:r>
      <w:r w:rsidRPr="009071AC">
        <w:t>un ton d</w:t>
      </w:r>
      <w:r w:rsidR="00F635DB">
        <w:t>’</w:t>
      </w:r>
      <w:r w:rsidRPr="009071AC">
        <w:t>importance</w:t>
      </w:r>
      <w:r w:rsidR="00F635DB">
        <w:t> :</w:t>
      </w:r>
    </w:p>
    <w:p w14:paraId="6A17F68D" w14:textId="77777777" w:rsidR="00F635DB" w:rsidRDefault="00F635DB" w:rsidP="00F635DB">
      <w:r>
        <w:t>— </w:t>
      </w:r>
      <w:r w:rsidR="00855694" w:rsidRPr="009071AC">
        <w:t>J</w:t>
      </w:r>
      <w:r>
        <w:t>’</w:t>
      </w:r>
      <w:r w:rsidR="00855694" w:rsidRPr="009071AC">
        <w:t>ai des charges</w:t>
      </w:r>
      <w:r>
        <w:t xml:space="preserve">, </w:t>
      </w:r>
      <w:r w:rsidR="00855694" w:rsidRPr="009071AC">
        <w:t>prononça-t-il</w:t>
      </w:r>
      <w:r>
        <w:t>.</w:t>
      </w:r>
    </w:p>
    <w:p w14:paraId="0A7EDC52" w14:textId="77777777" w:rsidR="00F635DB" w:rsidRDefault="00F635DB" w:rsidP="00F635DB">
      <w:r>
        <w:t>— </w:t>
      </w:r>
      <w:r w:rsidR="00855694" w:rsidRPr="009071AC">
        <w:t>Des charges</w:t>
      </w:r>
      <w:r>
        <w:t xml:space="preserve"> !… </w:t>
      </w:r>
      <w:r w:rsidR="00855694" w:rsidRPr="009071AC">
        <w:t>vous</w:t>
      </w:r>
      <w:r>
        <w:t>. !…</w:t>
      </w:r>
    </w:p>
    <w:p w14:paraId="35F8A242" w14:textId="77777777" w:rsidR="00F635DB" w:rsidRDefault="00F635DB" w:rsidP="00F635DB">
      <w:r>
        <w:t>— </w:t>
      </w:r>
      <w:r w:rsidR="00855694" w:rsidRPr="009071AC">
        <w:t>Mais oui</w:t>
      </w:r>
      <w:r>
        <w:t xml:space="preserve">, </w:t>
      </w:r>
      <w:r w:rsidR="00855694" w:rsidRPr="009071AC">
        <w:t>m</w:t>
      </w:r>
      <w:r>
        <w:t>’</w:t>
      </w:r>
      <w:proofErr w:type="spellStart"/>
      <w:r w:rsidR="00855694" w:rsidRPr="009071AC">
        <w:t>sieu</w:t>
      </w:r>
      <w:proofErr w:type="spellEnd"/>
      <w:r>
        <w:t xml:space="preserve"> !… </w:t>
      </w:r>
      <w:r w:rsidR="00855694" w:rsidRPr="009071AC">
        <w:t>Pourquoi donc pas</w:t>
      </w:r>
      <w:r>
        <w:t xml:space="preserve"> ? </w:t>
      </w:r>
      <w:r w:rsidR="00855694" w:rsidRPr="009071AC">
        <w:t>Et cette pauvre bonne femme de mère</w:t>
      </w:r>
      <w:r>
        <w:t xml:space="preserve">, </w:t>
      </w:r>
      <w:r w:rsidR="00855694" w:rsidRPr="009071AC">
        <w:t>qui ne peut plus travailler depuis un an</w:t>
      </w:r>
      <w:r>
        <w:t xml:space="preserve">, </w:t>
      </w:r>
      <w:r w:rsidR="00855694" w:rsidRPr="009071AC">
        <w:t>qui donc la nourrirait</w:t>
      </w:r>
      <w:r>
        <w:t xml:space="preserve">, </w:t>
      </w:r>
      <w:r w:rsidR="00855694" w:rsidRPr="009071AC">
        <w:t>sinon moi</w:t>
      </w:r>
      <w:r>
        <w:t xml:space="preserve"> !… </w:t>
      </w:r>
      <w:r w:rsidR="00855694" w:rsidRPr="009071AC">
        <w:t>Bien sûr ce ne serait pas mon père</w:t>
      </w:r>
      <w:r>
        <w:t xml:space="preserve">, </w:t>
      </w:r>
      <w:r w:rsidR="00855694" w:rsidRPr="009071AC">
        <w:t>le propre à rien</w:t>
      </w:r>
      <w:r>
        <w:t xml:space="preserve">, </w:t>
      </w:r>
      <w:r w:rsidR="00855694" w:rsidRPr="009071AC">
        <w:t>qui a mangé tout l</w:t>
      </w:r>
      <w:r>
        <w:t>’</w:t>
      </w:r>
      <w:r w:rsidR="00855694" w:rsidRPr="009071AC">
        <w:t xml:space="preserve">argent du duc de </w:t>
      </w:r>
      <w:proofErr w:type="spellStart"/>
      <w:r w:rsidR="00855694" w:rsidRPr="009071AC">
        <w:t>Sairmeuse</w:t>
      </w:r>
      <w:proofErr w:type="spellEnd"/>
      <w:r>
        <w:t xml:space="preserve">, </w:t>
      </w:r>
      <w:r w:rsidR="00855694" w:rsidRPr="009071AC">
        <w:t>sans nous en donner un centime</w:t>
      </w:r>
      <w:r>
        <w:t xml:space="preserve"> !… </w:t>
      </w:r>
      <w:r w:rsidR="00855694" w:rsidRPr="009071AC">
        <w:t>D</w:t>
      </w:r>
      <w:r>
        <w:t>’</w:t>
      </w:r>
      <w:r w:rsidR="00855694" w:rsidRPr="009071AC">
        <w:t>ailleurs</w:t>
      </w:r>
      <w:r>
        <w:t xml:space="preserve">, </w:t>
      </w:r>
      <w:r w:rsidR="00855694" w:rsidRPr="009071AC">
        <w:t>je suis comme les autres</w:t>
      </w:r>
      <w:r>
        <w:t xml:space="preserve">, </w:t>
      </w:r>
      <w:r w:rsidR="00855694" w:rsidRPr="009071AC">
        <w:t>je veux être riche</w:t>
      </w:r>
      <w:r>
        <w:t xml:space="preserve">, </w:t>
      </w:r>
      <w:r w:rsidR="00855694" w:rsidRPr="009071AC">
        <w:t>et m</w:t>
      </w:r>
      <w:r>
        <w:t>’</w:t>
      </w:r>
      <w:r w:rsidR="00855694" w:rsidRPr="009071AC">
        <w:t>amuser</w:t>
      </w:r>
      <w:r>
        <w:t xml:space="preserve">… </w:t>
      </w:r>
      <w:proofErr w:type="gramStart"/>
      <w:r w:rsidR="00855694" w:rsidRPr="009071AC">
        <w:t>J</w:t>
      </w:r>
      <w:r>
        <w:t>’</w:t>
      </w:r>
      <w:r w:rsidR="00855694" w:rsidRPr="009071AC">
        <w:t>aurai</w:t>
      </w:r>
      <w:proofErr w:type="gramEnd"/>
      <w:r w:rsidR="00855694" w:rsidRPr="009071AC">
        <w:t xml:space="preserve"> une voiture dans le grand genre</w:t>
      </w:r>
      <w:r>
        <w:t xml:space="preserve">, </w:t>
      </w:r>
      <w:r w:rsidR="00855694" w:rsidRPr="009071AC">
        <w:t>c</w:t>
      </w:r>
      <w:r>
        <w:t>’</w:t>
      </w:r>
      <w:r w:rsidR="00855694" w:rsidRPr="009071AC">
        <w:t>est une idée</w:t>
      </w:r>
      <w:r>
        <w:t xml:space="preserve">… </w:t>
      </w:r>
      <w:r w:rsidR="00855694" w:rsidRPr="009071AC">
        <w:t>Et quand un gamin comme j</w:t>
      </w:r>
      <w:r>
        <w:t>’</w:t>
      </w:r>
      <w:r w:rsidR="00855694" w:rsidRPr="009071AC">
        <w:t>étais m</w:t>
      </w:r>
      <w:r>
        <w:t>’</w:t>
      </w:r>
      <w:r w:rsidR="00855694" w:rsidRPr="009071AC">
        <w:t>ouvrira la portière</w:t>
      </w:r>
      <w:r>
        <w:t xml:space="preserve">, </w:t>
      </w:r>
      <w:r w:rsidR="00855694" w:rsidRPr="009071AC">
        <w:t>je lui mettrai toujours cent sous dans la main</w:t>
      </w:r>
      <w:r>
        <w:t>…</w:t>
      </w:r>
    </w:p>
    <w:p w14:paraId="2136D420" w14:textId="2277EF89" w:rsidR="00F635DB" w:rsidRDefault="00855694" w:rsidP="00F635DB">
      <w:r w:rsidRPr="009071AC">
        <w:t xml:space="preserve">Il fut interrompu par </w:t>
      </w:r>
      <w:r w:rsidR="00F635DB">
        <w:t>M</w:t>
      </w:r>
      <w:r w:rsidR="00F635DB" w:rsidRPr="00F635DB">
        <w:rPr>
          <w:vertAlign w:val="superscript"/>
        </w:rPr>
        <w:t>me</w:t>
      </w:r>
      <w:r w:rsidR="00F635DB">
        <w:t> </w:t>
      </w:r>
      <w:proofErr w:type="spellStart"/>
      <w:r w:rsidRPr="009071AC">
        <w:t>Dodelin</w:t>
      </w:r>
      <w:proofErr w:type="spellEnd"/>
      <w:r w:rsidR="00F635DB">
        <w:t xml:space="preserve">, </w:t>
      </w:r>
      <w:r w:rsidRPr="009071AC">
        <w:t>la digne gouvernante</w:t>
      </w:r>
      <w:r w:rsidR="00F635DB">
        <w:t xml:space="preserve">, </w:t>
      </w:r>
      <w:r w:rsidRPr="009071AC">
        <w:t>qui entrait</w:t>
      </w:r>
      <w:r w:rsidR="00F635DB">
        <w:t xml:space="preserve">, </w:t>
      </w:r>
      <w:r w:rsidRPr="009071AC">
        <w:t>tout effarée</w:t>
      </w:r>
      <w:r w:rsidR="00F635DB">
        <w:t xml:space="preserve">, </w:t>
      </w:r>
      <w:r w:rsidRPr="009071AC">
        <w:t>sans frapper</w:t>
      </w:r>
      <w:r w:rsidR="00F635DB">
        <w:t>.</w:t>
      </w:r>
    </w:p>
    <w:p w14:paraId="457CDB1B" w14:textId="19F86647" w:rsidR="00F635DB" w:rsidRDefault="00F635DB" w:rsidP="00F635DB">
      <w:r>
        <w:lastRenderedPageBreak/>
        <w:t>— </w:t>
      </w:r>
      <w:r w:rsidR="00855694" w:rsidRPr="009071AC">
        <w:t>Monsieur</w:t>
      </w:r>
      <w:r>
        <w:t xml:space="preserve"> ! </w:t>
      </w:r>
      <w:r w:rsidR="00855694" w:rsidRPr="009071AC">
        <w:t>criait-elle</w:t>
      </w:r>
      <w:r>
        <w:t xml:space="preserve">, </w:t>
      </w:r>
      <w:r w:rsidR="00855694" w:rsidRPr="009071AC">
        <w:t>comme elle eût crié</w:t>
      </w:r>
      <w:r>
        <w:t xml:space="preserve"> : </w:t>
      </w:r>
      <w:r w:rsidR="00855694" w:rsidRPr="009071AC">
        <w:t>au feu</w:t>
      </w:r>
      <w:r>
        <w:t xml:space="preserve"> ! </w:t>
      </w:r>
      <w:r w:rsidR="00855694" w:rsidRPr="009071AC">
        <w:t xml:space="preserve">voilà </w:t>
      </w:r>
      <w:r>
        <w:t>M. de </w:t>
      </w:r>
      <w:proofErr w:type="spellStart"/>
      <w:r w:rsidR="00855694" w:rsidRPr="009071AC">
        <w:t>Valorsay</w:t>
      </w:r>
      <w:proofErr w:type="spellEnd"/>
      <w:r>
        <w:t>.</w:t>
      </w:r>
    </w:p>
    <w:p w14:paraId="152028EB" w14:textId="5A10F695" w:rsidR="00F635DB" w:rsidRDefault="00F635DB" w:rsidP="00F635DB">
      <w:r>
        <w:t>M. </w:t>
      </w:r>
      <w:r w:rsidR="00855694" w:rsidRPr="009071AC">
        <w:t>Fortunat se dressa</w:t>
      </w:r>
      <w:r>
        <w:t xml:space="preserve">, </w:t>
      </w:r>
      <w:r w:rsidR="00855694" w:rsidRPr="009071AC">
        <w:t>tout pâle</w:t>
      </w:r>
      <w:r>
        <w:t>.</w:t>
      </w:r>
    </w:p>
    <w:p w14:paraId="44E4D752" w14:textId="77777777" w:rsidR="00F635DB" w:rsidRDefault="00F635DB" w:rsidP="00F635DB">
      <w:r>
        <w:t>— </w:t>
      </w:r>
      <w:r w:rsidR="00855694" w:rsidRPr="009071AC">
        <w:t>Le diable l</w:t>
      </w:r>
      <w:r>
        <w:t>’</w:t>
      </w:r>
      <w:r w:rsidR="00855694" w:rsidRPr="009071AC">
        <w:t>emporte</w:t>
      </w:r>
      <w:r>
        <w:t xml:space="preserve"> !… </w:t>
      </w:r>
      <w:r w:rsidR="00855694" w:rsidRPr="009071AC">
        <w:t>bégaya-t-il</w:t>
      </w:r>
      <w:r>
        <w:t xml:space="preserve"> ; </w:t>
      </w:r>
      <w:r w:rsidR="00855694" w:rsidRPr="009071AC">
        <w:t>dites que je suis sorti</w:t>
      </w:r>
      <w:r>
        <w:t xml:space="preserve">, </w:t>
      </w:r>
      <w:r w:rsidR="00855694" w:rsidRPr="009071AC">
        <w:t>dites</w:t>
      </w:r>
      <w:r>
        <w:t>…</w:t>
      </w:r>
    </w:p>
    <w:p w14:paraId="23F4403D" w14:textId="77777777" w:rsidR="00F635DB" w:rsidRDefault="00855694" w:rsidP="00F635DB">
      <w:r w:rsidRPr="009071AC">
        <w:t>C</w:t>
      </w:r>
      <w:r w:rsidR="00F635DB">
        <w:t>’</w:t>
      </w:r>
      <w:r w:rsidRPr="009071AC">
        <w:t>était inutile</w:t>
      </w:r>
      <w:r w:rsidR="00F635DB">
        <w:t xml:space="preserve">, </w:t>
      </w:r>
      <w:r w:rsidRPr="009071AC">
        <w:t>le marquis entrait</w:t>
      </w:r>
      <w:r w:rsidR="00F635DB">
        <w:t>.</w:t>
      </w:r>
    </w:p>
    <w:p w14:paraId="7EAE3241" w14:textId="77777777" w:rsidR="00F635DB" w:rsidRDefault="00F635DB" w:rsidP="00F635DB">
      <w:r>
        <w:t>— </w:t>
      </w:r>
      <w:r w:rsidR="00855694" w:rsidRPr="009071AC">
        <w:t>Sortez</w:t>
      </w:r>
      <w:r>
        <w:t xml:space="preserve">, </w:t>
      </w:r>
      <w:r w:rsidR="00855694" w:rsidRPr="009071AC">
        <w:t xml:space="preserve">dit le </w:t>
      </w:r>
      <w:r>
        <w:t>« </w:t>
      </w:r>
      <w:r w:rsidR="00855694" w:rsidRPr="009071AC">
        <w:t>pisteur d</w:t>
      </w:r>
      <w:r>
        <w:t>’</w:t>
      </w:r>
      <w:r w:rsidR="00855694" w:rsidRPr="009071AC">
        <w:t>héritages</w:t>
      </w:r>
      <w:r>
        <w:t>, »</w:t>
      </w:r>
      <w:r w:rsidR="00855694" w:rsidRPr="009071AC">
        <w:t xml:space="preserve"> à la gouvernante et à Chupin</w:t>
      </w:r>
      <w:r>
        <w:t>.</w:t>
      </w:r>
    </w:p>
    <w:p w14:paraId="302C65B2" w14:textId="4D80DAD4" w:rsidR="00F635DB" w:rsidRDefault="00855694" w:rsidP="00F635DB">
      <w:r w:rsidRPr="009071AC">
        <w:t xml:space="preserve">Il était évident que </w:t>
      </w:r>
      <w:r w:rsidR="00F635DB">
        <w:t>M. de </w:t>
      </w:r>
      <w:proofErr w:type="spellStart"/>
      <w:r w:rsidRPr="009071AC">
        <w:t>Valorsay</w:t>
      </w:r>
      <w:proofErr w:type="spellEnd"/>
      <w:r w:rsidRPr="009071AC">
        <w:t xml:space="preserve"> était fort en colère</w:t>
      </w:r>
      <w:r w:rsidR="00F635DB">
        <w:t xml:space="preserve">, </w:t>
      </w:r>
      <w:r w:rsidRPr="009071AC">
        <w:t>mais il était manifeste aussi qu</w:t>
      </w:r>
      <w:r w:rsidR="00F635DB">
        <w:t>’</w:t>
      </w:r>
      <w:r w:rsidRPr="009071AC">
        <w:t>il était résolu à se contenir</w:t>
      </w:r>
      <w:r w:rsidR="00F635DB">
        <w:t xml:space="preserve">. </w:t>
      </w:r>
      <w:r w:rsidRPr="009071AC">
        <w:t>Dès qu</w:t>
      </w:r>
      <w:r w:rsidR="00F635DB">
        <w:t>’</w:t>
      </w:r>
      <w:r w:rsidRPr="009071AC">
        <w:t xml:space="preserve">il fut seul avec </w:t>
      </w:r>
      <w:r w:rsidR="00F635DB">
        <w:t>M. </w:t>
      </w:r>
      <w:r w:rsidRPr="009071AC">
        <w:t>Fortunat</w:t>
      </w:r>
      <w:r w:rsidR="00F635DB">
        <w:t> :</w:t>
      </w:r>
    </w:p>
    <w:p w14:paraId="46BB905A" w14:textId="59F2F906" w:rsidR="00F635DB" w:rsidRDefault="00F635DB" w:rsidP="00F635DB">
      <w:r>
        <w:t>— </w:t>
      </w:r>
      <w:r w:rsidR="00855694" w:rsidRPr="009071AC">
        <w:t>C</w:t>
      </w:r>
      <w:r>
        <w:t>’</w:t>
      </w:r>
      <w:r w:rsidR="00855694" w:rsidRPr="009071AC">
        <w:t>est donc ainsi</w:t>
      </w:r>
      <w:r>
        <w:t xml:space="preserve">, </w:t>
      </w:r>
      <w:r w:rsidR="00855694" w:rsidRPr="009071AC">
        <w:t xml:space="preserve">maître </w:t>
      </w:r>
      <w:r>
        <w:t>« </w:t>
      </w:r>
      <w:r w:rsidR="00855694" w:rsidRPr="009071AC">
        <w:t>Vingt-pour-Cent</w:t>
      </w:r>
      <w:r>
        <w:t>, »</w:t>
      </w:r>
      <w:r w:rsidR="00855694" w:rsidRPr="009071AC">
        <w:t xml:space="preserve"> prononça-t-il</w:t>
      </w:r>
      <w:r>
        <w:t xml:space="preserve">, </w:t>
      </w:r>
      <w:r w:rsidR="00855694" w:rsidRPr="009071AC">
        <w:t>que vous trahissez vos amis</w:t>
      </w:r>
      <w:r>
        <w:t xml:space="preserve"> !… </w:t>
      </w:r>
      <w:r w:rsidR="00855694" w:rsidRPr="009071AC">
        <w:t>Pourquoi me tromper</w:t>
      </w:r>
      <w:r>
        <w:t xml:space="preserve">, </w:t>
      </w:r>
      <w:r w:rsidR="00855694" w:rsidRPr="009071AC">
        <w:t>hier soir</w:t>
      </w:r>
      <w:r>
        <w:t xml:space="preserve">, </w:t>
      </w:r>
      <w:r w:rsidR="00855694" w:rsidRPr="009071AC">
        <w:t>au sujet des 1</w:t>
      </w:r>
      <w:r w:rsidRPr="009071AC">
        <w:t>0</w:t>
      </w:r>
      <w:r>
        <w:t>,</w:t>
      </w:r>
      <w:r w:rsidRPr="009071AC">
        <w:t>0</w:t>
      </w:r>
      <w:r w:rsidR="00855694" w:rsidRPr="009071AC">
        <w:t>00 francs que vous deviez me remettre</w:t>
      </w:r>
      <w:r>
        <w:t xml:space="preserve">, </w:t>
      </w:r>
      <w:r w:rsidR="00855694" w:rsidRPr="009071AC">
        <w:t>au lieu de me dire la vérité</w:t>
      </w:r>
      <w:r>
        <w:t xml:space="preserve"> !… </w:t>
      </w:r>
      <w:r w:rsidR="00855694" w:rsidRPr="009071AC">
        <w:t>Vous saviez hier l</w:t>
      </w:r>
      <w:r>
        <w:t>’</w:t>
      </w:r>
      <w:r w:rsidR="00855694" w:rsidRPr="009071AC">
        <w:t xml:space="preserve">accident de </w:t>
      </w:r>
      <w:r>
        <w:t>M. de </w:t>
      </w:r>
      <w:proofErr w:type="spellStart"/>
      <w:r w:rsidR="00855694" w:rsidRPr="009071AC">
        <w:t>Chalusse</w:t>
      </w:r>
      <w:proofErr w:type="spellEnd"/>
      <w:r>
        <w:t xml:space="preserve">… </w:t>
      </w:r>
      <w:r w:rsidR="00855694" w:rsidRPr="009071AC">
        <w:t>Je ne le sais</w:t>
      </w:r>
      <w:r>
        <w:t xml:space="preserve">, </w:t>
      </w:r>
      <w:r w:rsidR="00855694" w:rsidRPr="009071AC">
        <w:t>moi</w:t>
      </w:r>
      <w:r>
        <w:t xml:space="preserve">, </w:t>
      </w:r>
      <w:r w:rsidR="00855694" w:rsidRPr="009071AC">
        <w:t>que depuis une heure</w:t>
      </w:r>
      <w:r>
        <w:t xml:space="preserve">, </w:t>
      </w:r>
      <w:r w:rsidR="00855694" w:rsidRPr="009071AC">
        <w:t xml:space="preserve">par une lettre de </w:t>
      </w:r>
      <w:r>
        <w:t>M</w:t>
      </w:r>
      <w:r w:rsidRPr="00F635DB">
        <w:rPr>
          <w:vertAlign w:val="superscript"/>
        </w:rPr>
        <w:t>me</w:t>
      </w:r>
      <w:r>
        <w:t> </w:t>
      </w:r>
      <w:r w:rsidR="00855694" w:rsidRPr="009071AC">
        <w:t>Léon</w:t>
      </w:r>
      <w:r>
        <w:t>…</w:t>
      </w:r>
    </w:p>
    <w:p w14:paraId="4E52AFB8" w14:textId="108B8239" w:rsidR="00F635DB" w:rsidRDefault="00F635DB" w:rsidP="00F635DB">
      <w:r>
        <w:t>M. </w:t>
      </w:r>
      <w:r w:rsidR="00855694" w:rsidRPr="009071AC">
        <w:t>Fortunat hésitait un peu</w:t>
      </w:r>
      <w:r>
        <w:t>.</w:t>
      </w:r>
    </w:p>
    <w:p w14:paraId="1333774D" w14:textId="5D8ED885" w:rsidR="00F635DB" w:rsidRDefault="00855694" w:rsidP="00F635DB">
      <w:r w:rsidRPr="009071AC">
        <w:t>C</w:t>
      </w:r>
      <w:r w:rsidR="00F635DB">
        <w:t>’</w:t>
      </w:r>
      <w:r w:rsidRPr="009071AC">
        <w:t>était un homme doux</w:t>
      </w:r>
      <w:r w:rsidR="00F635DB">
        <w:t xml:space="preserve">, </w:t>
      </w:r>
      <w:r w:rsidRPr="009071AC">
        <w:t>ennemi des violences</w:t>
      </w:r>
      <w:r w:rsidR="00F635DB">
        <w:t xml:space="preserve">, </w:t>
      </w:r>
      <w:r w:rsidRPr="009071AC">
        <w:t>qui ne se résignait à être brave qu</w:t>
      </w:r>
      <w:r w:rsidR="00F635DB">
        <w:t>’</w:t>
      </w:r>
      <w:r w:rsidRPr="009071AC">
        <w:t>à la dernière extrémité</w:t>
      </w:r>
      <w:r w:rsidR="00F635DB">
        <w:t xml:space="preserve">, </w:t>
      </w:r>
      <w:r w:rsidRPr="009071AC">
        <w:t xml:space="preserve">et il lui semblait que </w:t>
      </w:r>
      <w:r w:rsidR="00F635DB">
        <w:t>M. de </w:t>
      </w:r>
      <w:proofErr w:type="spellStart"/>
      <w:r w:rsidRPr="009071AC">
        <w:t>Valorsay</w:t>
      </w:r>
      <w:proofErr w:type="spellEnd"/>
      <w:r w:rsidRPr="009071AC">
        <w:t xml:space="preserve"> tourmentait sa canne d</w:t>
      </w:r>
      <w:r w:rsidR="00F635DB">
        <w:t>’</w:t>
      </w:r>
      <w:r w:rsidRPr="009071AC">
        <w:t>une inquiétante façon</w:t>
      </w:r>
      <w:r w:rsidR="00F635DB">
        <w:t>.</w:t>
      </w:r>
    </w:p>
    <w:p w14:paraId="6A2903D2" w14:textId="77777777" w:rsidR="00F635DB" w:rsidRDefault="00F635DB" w:rsidP="00F635DB">
      <w:r>
        <w:t>— </w:t>
      </w:r>
      <w:r w:rsidR="00855694" w:rsidRPr="009071AC">
        <w:t>Je l</w:t>
      </w:r>
      <w:r>
        <w:t>’</w:t>
      </w:r>
      <w:r w:rsidR="00855694" w:rsidRPr="009071AC">
        <w:t>avoue</w:t>
      </w:r>
      <w:r>
        <w:t xml:space="preserve">, </w:t>
      </w:r>
      <w:r w:rsidR="00855694" w:rsidRPr="009071AC">
        <w:t>monsieur le marquis</w:t>
      </w:r>
      <w:r>
        <w:t xml:space="preserve">, </w:t>
      </w:r>
      <w:r w:rsidR="00855694" w:rsidRPr="009071AC">
        <w:t>répondit-il enfin</w:t>
      </w:r>
      <w:r>
        <w:t xml:space="preserve">, </w:t>
      </w:r>
      <w:r w:rsidR="00855694" w:rsidRPr="009071AC">
        <w:t>je ne me suis pas senti le courage de vous apprendre l</w:t>
      </w:r>
      <w:r>
        <w:t>’</w:t>
      </w:r>
      <w:r w:rsidR="00855694" w:rsidRPr="009071AC">
        <w:t>horrible malheur qui nous frappe</w:t>
      </w:r>
      <w:r>
        <w:t>.</w:t>
      </w:r>
    </w:p>
    <w:p w14:paraId="72D7E290" w14:textId="77777777" w:rsidR="00F635DB" w:rsidRDefault="00F635DB" w:rsidP="00F635DB">
      <w:r>
        <w:t>— </w:t>
      </w:r>
      <w:r w:rsidR="00855694" w:rsidRPr="009071AC">
        <w:t>Comment</w:t>
      </w:r>
      <w:r>
        <w:t xml:space="preserve">… </w:t>
      </w:r>
      <w:r w:rsidR="00855694" w:rsidRPr="009071AC">
        <w:t>nous</w:t>
      </w:r>
      <w:r>
        <w:t> ?</w:t>
      </w:r>
    </w:p>
    <w:p w14:paraId="42A9DF38" w14:textId="77777777" w:rsidR="00F635DB" w:rsidRDefault="00F635DB" w:rsidP="00F635DB">
      <w:r>
        <w:lastRenderedPageBreak/>
        <w:t>— </w:t>
      </w:r>
      <w:r w:rsidR="00855694" w:rsidRPr="009071AC">
        <w:t>Dame</w:t>
      </w:r>
      <w:r>
        <w:t xml:space="preserve"> ! </w:t>
      </w:r>
      <w:r w:rsidR="00855694" w:rsidRPr="009071AC">
        <w:t>si vous perdez</w:t>
      </w:r>
      <w:r>
        <w:t xml:space="preserve">… </w:t>
      </w:r>
      <w:r w:rsidR="00855694" w:rsidRPr="009071AC">
        <w:t>l</w:t>
      </w:r>
      <w:r>
        <w:t>’</w:t>
      </w:r>
      <w:r w:rsidR="00855694" w:rsidRPr="009071AC">
        <w:t>espérance de plusieurs millions</w:t>
      </w:r>
      <w:r>
        <w:t xml:space="preserve">, </w:t>
      </w:r>
      <w:r w:rsidR="00855694" w:rsidRPr="009071AC">
        <w:t>moi je perds</w:t>
      </w:r>
      <w:r>
        <w:t xml:space="preserve">… </w:t>
      </w:r>
      <w:r w:rsidR="00855694" w:rsidRPr="009071AC">
        <w:t>la réalité de ce que je vous ai avancé</w:t>
      </w:r>
      <w:r>
        <w:t xml:space="preserve">, </w:t>
      </w:r>
      <w:r w:rsidR="00855694" w:rsidRPr="009071AC">
        <w:t>quarante mille francs</w:t>
      </w:r>
      <w:r>
        <w:t xml:space="preserve">, </w:t>
      </w:r>
      <w:r w:rsidR="00855694" w:rsidRPr="009071AC">
        <w:t>toute ma fortune</w:t>
      </w:r>
      <w:r>
        <w:t xml:space="preserve">… </w:t>
      </w:r>
      <w:r w:rsidR="00855694" w:rsidRPr="009071AC">
        <w:t>Et cependant</w:t>
      </w:r>
      <w:r>
        <w:t xml:space="preserve">, </w:t>
      </w:r>
      <w:r w:rsidR="00855694" w:rsidRPr="009071AC">
        <w:t>vous le voyez</w:t>
      </w:r>
      <w:r>
        <w:t xml:space="preserve">, </w:t>
      </w:r>
      <w:r w:rsidR="00855694" w:rsidRPr="009071AC">
        <w:t>je me résigne</w:t>
      </w:r>
      <w:r>
        <w:t xml:space="preserve">. </w:t>
      </w:r>
      <w:r w:rsidR="00855694" w:rsidRPr="009071AC">
        <w:t>Faites comme moi</w:t>
      </w:r>
      <w:r>
        <w:t xml:space="preserve">… </w:t>
      </w:r>
      <w:r w:rsidR="00855694" w:rsidRPr="009071AC">
        <w:t>Que voulez-vous</w:t>
      </w:r>
      <w:r>
        <w:t xml:space="preserve"> ? </w:t>
      </w:r>
      <w:r w:rsidR="00855694" w:rsidRPr="009071AC">
        <w:t>C</w:t>
      </w:r>
      <w:r>
        <w:t>’</w:t>
      </w:r>
      <w:r w:rsidR="00855694" w:rsidRPr="009071AC">
        <w:t>est une partie perdue</w:t>
      </w:r>
      <w:r>
        <w:t>.</w:t>
      </w:r>
    </w:p>
    <w:p w14:paraId="3B5B95BD" w14:textId="77777777" w:rsidR="00F635DB" w:rsidRDefault="00855694" w:rsidP="00F635DB">
      <w:r w:rsidRPr="009071AC">
        <w:t xml:space="preserve">Le marquis de </w:t>
      </w:r>
      <w:proofErr w:type="spellStart"/>
      <w:r w:rsidRPr="009071AC">
        <w:t>Valorsay</w:t>
      </w:r>
      <w:proofErr w:type="spellEnd"/>
      <w:r w:rsidRPr="009071AC">
        <w:t xml:space="preserve"> écoutait</w:t>
      </w:r>
      <w:r w:rsidR="00F635DB">
        <w:t xml:space="preserve">, </w:t>
      </w:r>
      <w:r w:rsidRPr="009071AC">
        <w:t>rouge</w:t>
      </w:r>
      <w:r w:rsidR="00F635DB">
        <w:t xml:space="preserve">, </w:t>
      </w:r>
      <w:r w:rsidRPr="009071AC">
        <w:t>les sourcils froncés</w:t>
      </w:r>
      <w:r w:rsidR="00F635DB">
        <w:t xml:space="preserve">, </w:t>
      </w:r>
      <w:r w:rsidRPr="009071AC">
        <w:t>les poings crispés</w:t>
      </w:r>
      <w:r w:rsidR="00F635DB">
        <w:t xml:space="preserve">, </w:t>
      </w:r>
      <w:r w:rsidRPr="009071AC">
        <w:t>tout près d</w:t>
      </w:r>
      <w:r w:rsidR="00F635DB">
        <w:t>’</w:t>
      </w:r>
      <w:r w:rsidRPr="009071AC">
        <w:t>éclater</w:t>
      </w:r>
      <w:r w:rsidR="00F635DB">
        <w:t xml:space="preserve">, </w:t>
      </w:r>
      <w:r w:rsidRPr="009071AC">
        <w:t>en apparence</w:t>
      </w:r>
      <w:r w:rsidR="00F635DB">
        <w:t xml:space="preserve">, </w:t>
      </w:r>
      <w:r w:rsidRPr="009071AC">
        <w:t>se possédant parfaitement en réalité</w:t>
      </w:r>
      <w:r w:rsidR="00F635DB">
        <w:t>.</w:t>
      </w:r>
    </w:p>
    <w:p w14:paraId="768EEFCD" w14:textId="5489B442" w:rsidR="00F635DB" w:rsidRDefault="00855694" w:rsidP="00F635DB">
      <w:r w:rsidRPr="009071AC">
        <w:t>Et la preuve qu</w:t>
      </w:r>
      <w:r w:rsidR="00F635DB">
        <w:t>’</w:t>
      </w:r>
      <w:r w:rsidRPr="009071AC">
        <w:t>il jouissait du plus beau sang-froid c</w:t>
      </w:r>
      <w:r w:rsidR="00F635DB">
        <w:t>’</w:t>
      </w:r>
      <w:r w:rsidRPr="009071AC">
        <w:t>est qu</w:t>
      </w:r>
      <w:r w:rsidR="00F635DB">
        <w:t>’</w:t>
      </w:r>
      <w:r w:rsidRPr="009071AC">
        <w:t>il étudiait anxieusement l</w:t>
      </w:r>
      <w:r w:rsidR="00F635DB">
        <w:t>’</w:t>
      </w:r>
      <w:r w:rsidRPr="009071AC">
        <w:t xml:space="preserve">attitude de </w:t>
      </w:r>
      <w:r w:rsidR="00F635DB">
        <w:t>M. </w:t>
      </w:r>
      <w:r w:rsidRPr="009071AC">
        <w:t>Fortunat</w:t>
      </w:r>
      <w:r w:rsidR="00F635DB">
        <w:t xml:space="preserve">, </w:t>
      </w:r>
      <w:r w:rsidRPr="009071AC">
        <w:t>s</w:t>
      </w:r>
      <w:r w:rsidR="00F635DB">
        <w:t>’</w:t>
      </w:r>
      <w:r w:rsidRPr="009071AC">
        <w:t>efforçant de démêler sous ses vaines paroles ses intentions véritables</w:t>
      </w:r>
      <w:r w:rsidR="00F635DB">
        <w:t>.</w:t>
      </w:r>
    </w:p>
    <w:p w14:paraId="63CBEBC4" w14:textId="77777777" w:rsidR="00F635DB" w:rsidRDefault="00855694" w:rsidP="00F635DB">
      <w:r w:rsidRPr="009071AC">
        <w:t>Il s</w:t>
      </w:r>
      <w:r w:rsidR="00F635DB">
        <w:t>’</w:t>
      </w:r>
      <w:r w:rsidRPr="009071AC">
        <w:t>attendait</w:t>
      </w:r>
      <w:r w:rsidR="00F635DB">
        <w:t xml:space="preserve">, </w:t>
      </w:r>
      <w:r w:rsidRPr="009071AC">
        <w:t>en venant</w:t>
      </w:r>
      <w:r w:rsidR="00F635DB">
        <w:t xml:space="preserve">, </w:t>
      </w:r>
      <w:r w:rsidRPr="009071AC">
        <w:t xml:space="preserve">à trouver son </w:t>
      </w:r>
      <w:r w:rsidR="00F635DB">
        <w:t>« </w:t>
      </w:r>
      <w:r w:rsidRPr="009071AC">
        <w:t>cher Arabe</w:t>
      </w:r>
      <w:r w:rsidR="00F635DB">
        <w:t> »</w:t>
      </w:r>
      <w:r w:rsidRPr="009071AC">
        <w:t xml:space="preserve"> hors de ses gonds</w:t>
      </w:r>
      <w:r w:rsidR="00F635DB">
        <w:t xml:space="preserve">, </w:t>
      </w:r>
      <w:r w:rsidRPr="009071AC">
        <w:t>exaspéré par la perte</w:t>
      </w:r>
      <w:r w:rsidR="00F635DB">
        <w:t xml:space="preserve">, </w:t>
      </w:r>
      <w:r w:rsidRPr="009071AC">
        <w:t>jurant et sacrant</w:t>
      </w:r>
      <w:r w:rsidR="00F635DB">
        <w:t xml:space="preserve">, </w:t>
      </w:r>
      <w:r w:rsidRPr="009071AC">
        <w:t>réclamant son argent avec des cris d</w:t>
      </w:r>
      <w:r w:rsidR="00F635DB">
        <w:t>’</w:t>
      </w:r>
      <w:r w:rsidRPr="009071AC">
        <w:t>écorché</w:t>
      </w:r>
      <w:r w:rsidR="00F635DB">
        <w:t xml:space="preserve">, </w:t>
      </w:r>
      <w:r w:rsidRPr="009071AC">
        <w:t xml:space="preserve">et pas </w:t>
      </w:r>
      <w:proofErr w:type="spellStart"/>
      <w:r w:rsidRPr="009071AC">
        <w:t>dû</w:t>
      </w:r>
      <w:proofErr w:type="spellEnd"/>
      <w:r w:rsidRPr="009071AC">
        <w:t xml:space="preserve"> tout</w:t>
      </w:r>
      <w:r w:rsidR="00F635DB">
        <w:t xml:space="preserve">, </w:t>
      </w:r>
      <w:r w:rsidRPr="009071AC">
        <w:t>il trouvait l</w:t>
      </w:r>
      <w:r w:rsidR="00F635DB">
        <w:t>’</w:t>
      </w:r>
      <w:r w:rsidRPr="009071AC">
        <w:t>homme le plus doux</w:t>
      </w:r>
      <w:r w:rsidR="00F635DB">
        <w:t xml:space="preserve">, </w:t>
      </w:r>
      <w:r w:rsidRPr="009071AC">
        <w:t>calme</w:t>
      </w:r>
      <w:r w:rsidR="00F635DB">
        <w:t xml:space="preserve">, </w:t>
      </w:r>
      <w:r w:rsidRPr="009071AC">
        <w:t>froid</w:t>
      </w:r>
      <w:r w:rsidR="00F635DB">
        <w:t xml:space="preserve">, </w:t>
      </w:r>
      <w:r w:rsidRPr="009071AC">
        <w:t>réfléchi</w:t>
      </w:r>
      <w:r w:rsidR="00F635DB">
        <w:t xml:space="preserve">, </w:t>
      </w:r>
      <w:r w:rsidRPr="009071AC">
        <w:t>tout confit de résignation et qui prêchait la soumission aux événements</w:t>
      </w:r>
      <w:r w:rsidR="00F635DB">
        <w:t>.</w:t>
      </w:r>
    </w:p>
    <w:p w14:paraId="7ACECBA8" w14:textId="77777777" w:rsidR="00F635DB" w:rsidRDefault="00F635DB" w:rsidP="00F635DB">
      <w:r>
        <w:t>— </w:t>
      </w:r>
      <w:r w:rsidR="00855694" w:rsidRPr="009071AC">
        <w:t>Qu</w:t>
      </w:r>
      <w:r>
        <w:t>’</w:t>
      </w:r>
      <w:r w:rsidR="00855694" w:rsidRPr="009071AC">
        <w:t>est-ce que cela</w:t>
      </w:r>
      <w:r>
        <w:t xml:space="preserve">, </w:t>
      </w:r>
      <w:r w:rsidR="00855694" w:rsidRPr="009071AC">
        <w:t>pensait-il</w:t>
      </w:r>
      <w:r>
        <w:t xml:space="preserve">, </w:t>
      </w:r>
      <w:r w:rsidR="00855694" w:rsidRPr="009071AC">
        <w:t>le cœur serré d</w:t>
      </w:r>
      <w:r>
        <w:t>’</w:t>
      </w:r>
      <w:r w:rsidR="00855694" w:rsidRPr="009071AC">
        <w:t>inquiétude</w:t>
      </w:r>
      <w:r>
        <w:t xml:space="preserve">, </w:t>
      </w:r>
      <w:r w:rsidR="00855694" w:rsidRPr="009071AC">
        <w:t>et que rumine le drôle</w:t>
      </w:r>
      <w:r>
        <w:t xml:space="preserve"> ?… </w:t>
      </w:r>
      <w:r w:rsidR="00855694" w:rsidRPr="009071AC">
        <w:t>Il y a mille à parier contre un qu</w:t>
      </w:r>
      <w:r>
        <w:t>’</w:t>
      </w:r>
      <w:r w:rsidR="00855694" w:rsidRPr="009071AC">
        <w:t>il me prépare quelque coup de Jarnac qui m</w:t>
      </w:r>
      <w:r>
        <w:t>’</w:t>
      </w:r>
      <w:r w:rsidR="00855694" w:rsidRPr="009071AC">
        <w:t>achèvera</w:t>
      </w:r>
      <w:r>
        <w:t>.</w:t>
      </w:r>
    </w:p>
    <w:p w14:paraId="2DE7821A" w14:textId="77777777" w:rsidR="00F635DB" w:rsidRDefault="00855694" w:rsidP="00F635DB">
      <w:r w:rsidRPr="009071AC">
        <w:t>Et d</w:t>
      </w:r>
      <w:r w:rsidR="00F635DB">
        <w:t>’</w:t>
      </w:r>
      <w:r w:rsidRPr="009071AC">
        <w:t>un ton hautain et glacé</w:t>
      </w:r>
      <w:r w:rsidR="00F635DB">
        <w:t xml:space="preserve">, </w:t>
      </w:r>
      <w:r w:rsidRPr="009071AC">
        <w:t>qui ajoutait encore à la trivialité de son expression</w:t>
      </w:r>
      <w:r w:rsidR="00F635DB">
        <w:t> :</w:t>
      </w:r>
    </w:p>
    <w:p w14:paraId="0808A58D" w14:textId="6A67DF1E" w:rsidR="00F635DB" w:rsidRDefault="00F635DB" w:rsidP="00F635DB">
      <w:r>
        <w:t>— </w:t>
      </w:r>
      <w:r w:rsidR="00855694" w:rsidRPr="009071AC">
        <w:t>En un mot</w:t>
      </w:r>
      <w:r>
        <w:t xml:space="preserve">, </w:t>
      </w:r>
      <w:r w:rsidR="00855694" w:rsidRPr="009071AC">
        <w:t>fit-il</w:t>
      </w:r>
      <w:r>
        <w:t xml:space="preserve">, </w:t>
      </w:r>
      <w:r w:rsidR="00855694" w:rsidRPr="009071AC">
        <w:t xml:space="preserve">vous me </w:t>
      </w:r>
      <w:r>
        <w:t>« </w:t>
      </w:r>
      <w:r w:rsidR="00855694" w:rsidRPr="009071AC">
        <w:t>lâchez</w:t>
      </w:r>
      <w:r>
        <w:t>. »</w:t>
      </w:r>
    </w:p>
    <w:p w14:paraId="5F0CE549" w14:textId="77777777" w:rsidR="00F635DB" w:rsidRDefault="00855694" w:rsidP="00F635DB">
      <w:r w:rsidRPr="009071AC">
        <w:t>L</w:t>
      </w:r>
      <w:r w:rsidR="00F635DB">
        <w:t>’</w:t>
      </w:r>
      <w:r w:rsidRPr="009071AC">
        <w:t>autre eût un joli geste de protestation</w:t>
      </w:r>
      <w:r w:rsidR="00F635DB">
        <w:t xml:space="preserve">, </w:t>
      </w:r>
      <w:r w:rsidRPr="009071AC">
        <w:t>et semblant céder à un irrésistible mouvement d</w:t>
      </w:r>
      <w:r w:rsidR="00F635DB">
        <w:t>’</w:t>
      </w:r>
      <w:r w:rsidRPr="009071AC">
        <w:t>effusion</w:t>
      </w:r>
      <w:r w:rsidR="00F635DB">
        <w:t> :</w:t>
      </w:r>
    </w:p>
    <w:p w14:paraId="631A23EE" w14:textId="61305BB3" w:rsidR="00F635DB" w:rsidRDefault="00F635DB" w:rsidP="00F635DB">
      <w:r>
        <w:t>— </w:t>
      </w:r>
      <w:r w:rsidR="00855694" w:rsidRPr="009071AC">
        <w:t>Moi</w:t>
      </w:r>
      <w:r>
        <w:t xml:space="preserve">, </w:t>
      </w:r>
      <w:r w:rsidR="00855694" w:rsidRPr="009071AC">
        <w:t>vous abandonner</w:t>
      </w:r>
      <w:r>
        <w:t xml:space="preserve">, </w:t>
      </w:r>
      <w:r w:rsidR="00855694" w:rsidRPr="009071AC">
        <w:t>monsieur le marquis</w:t>
      </w:r>
      <w:r>
        <w:t xml:space="preserve"> !… </w:t>
      </w:r>
      <w:r w:rsidR="00855694" w:rsidRPr="009071AC">
        <w:t>s</w:t>
      </w:r>
      <w:r>
        <w:t>’</w:t>
      </w:r>
      <w:r w:rsidR="00855694" w:rsidRPr="009071AC">
        <w:t>écria-t-il</w:t>
      </w:r>
      <w:r>
        <w:t xml:space="preserve">. </w:t>
      </w:r>
      <w:r w:rsidR="00855694" w:rsidRPr="009071AC">
        <w:t>Qu</w:t>
      </w:r>
      <w:r>
        <w:t>’</w:t>
      </w:r>
      <w:r w:rsidR="00855694" w:rsidRPr="009071AC">
        <w:t>ai-je fait pour que vous me jugiez si mal</w:t>
      </w:r>
      <w:r>
        <w:t xml:space="preserve"> ?… </w:t>
      </w:r>
      <w:r w:rsidR="00855694" w:rsidRPr="009071AC">
        <w:t>Hélas</w:t>
      </w:r>
      <w:r>
        <w:t xml:space="preserve"> ! </w:t>
      </w:r>
      <w:r w:rsidR="00855694" w:rsidRPr="009071AC">
        <w:t>ce sont les événements qui nous trahissent</w:t>
      </w:r>
      <w:r>
        <w:t xml:space="preserve">. </w:t>
      </w:r>
      <w:r w:rsidR="00855694" w:rsidRPr="009071AC">
        <w:t xml:space="preserve">Je ne </w:t>
      </w:r>
      <w:r w:rsidR="00855694" w:rsidRPr="009071AC">
        <w:lastRenderedPageBreak/>
        <w:t>voudrais pas amollir le courage dont vous avez besoin</w:t>
      </w:r>
      <w:r>
        <w:t xml:space="preserve">, </w:t>
      </w:r>
      <w:r w:rsidR="00855694" w:rsidRPr="009071AC">
        <w:t>mais là</w:t>
      </w:r>
      <w:r>
        <w:t xml:space="preserve">, </w:t>
      </w:r>
      <w:r w:rsidR="00855694" w:rsidRPr="009071AC">
        <w:t>franchement</w:t>
      </w:r>
      <w:r>
        <w:t xml:space="preserve">, </w:t>
      </w:r>
      <w:r w:rsidR="00855694" w:rsidRPr="009071AC">
        <w:t>entre nous</w:t>
      </w:r>
      <w:r>
        <w:t xml:space="preserve">, </w:t>
      </w:r>
      <w:r w:rsidR="00855694" w:rsidRPr="009071AC">
        <w:t>essayer de lutter serait folie</w:t>
      </w:r>
      <w:r>
        <w:t xml:space="preserve">… </w:t>
      </w:r>
      <w:r w:rsidR="00855694" w:rsidRPr="009071AC">
        <w:t>Qu</w:t>
      </w:r>
      <w:r>
        <w:t>’</w:t>
      </w:r>
      <w:r w:rsidR="00855694" w:rsidRPr="009071AC">
        <w:t>espérer encore</w:t>
      </w:r>
      <w:r>
        <w:t xml:space="preserve"> ? </w:t>
      </w:r>
      <w:r w:rsidR="00855694" w:rsidRPr="009071AC">
        <w:t>N</w:t>
      </w:r>
      <w:r>
        <w:t>’</w:t>
      </w:r>
      <w:r w:rsidR="00855694" w:rsidRPr="009071AC">
        <w:t>avez-vous pas</w:t>
      </w:r>
      <w:r>
        <w:t xml:space="preserve">, </w:t>
      </w:r>
      <w:r w:rsidR="00855694" w:rsidRPr="009071AC">
        <w:t>pour prolonger jusqu</w:t>
      </w:r>
      <w:r>
        <w:t>’</w:t>
      </w:r>
      <w:r w:rsidR="00855694" w:rsidRPr="009071AC">
        <w:t>à aujourd</w:t>
      </w:r>
      <w:r>
        <w:t>’</w:t>
      </w:r>
      <w:r w:rsidR="00855694" w:rsidRPr="009071AC">
        <w:t>hui votre vie fastueuse</w:t>
      </w:r>
      <w:r>
        <w:t xml:space="preserve">, </w:t>
      </w:r>
      <w:r w:rsidR="00855694" w:rsidRPr="009071AC">
        <w:t>épuisé les derniers et les plus périlleux expédients</w:t>
      </w:r>
      <w:r>
        <w:t xml:space="preserve"> ?… </w:t>
      </w:r>
      <w:r w:rsidR="00855694" w:rsidRPr="009071AC">
        <w:t>Vous en étiez à ce point qu</w:t>
      </w:r>
      <w:r>
        <w:t>’</w:t>
      </w:r>
      <w:r w:rsidR="00855694" w:rsidRPr="009071AC">
        <w:t xml:space="preserve">il vous fallait épouser </w:t>
      </w:r>
      <w:r>
        <w:t>M</w:t>
      </w:r>
      <w:r w:rsidRPr="00F635DB">
        <w:rPr>
          <w:vertAlign w:val="superscript"/>
        </w:rPr>
        <w:t>lle</w:t>
      </w:r>
      <w:r>
        <w:t> </w:t>
      </w:r>
      <w:r w:rsidR="00855694" w:rsidRPr="009071AC">
        <w:t>Marguerite avant un mois ou périr</w:t>
      </w:r>
      <w:r>
        <w:t xml:space="preserve">… </w:t>
      </w:r>
      <w:r w:rsidR="00855694" w:rsidRPr="009071AC">
        <w:t xml:space="preserve">Les millions de </w:t>
      </w:r>
      <w:proofErr w:type="spellStart"/>
      <w:r w:rsidR="00855694" w:rsidRPr="009071AC">
        <w:t>Chalusse</w:t>
      </w:r>
      <w:proofErr w:type="spellEnd"/>
      <w:r w:rsidR="00855694" w:rsidRPr="009071AC">
        <w:t xml:space="preserve"> vous échappent</w:t>
      </w:r>
      <w:r>
        <w:t xml:space="preserve">, </w:t>
      </w:r>
      <w:r w:rsidR="00855694" w:rsidRPr="009071AC">
        <w:t>vous sombrez</w:t>
      </w:r>
      <w:r>
        <w:t xml:space="preserve">… </w:t>
      </w:r>
      <w:r w:rsidR="00855694" w:rsidRPr="009071AC">
        <w:t>Et tenez</w:t>
      </w:r>
      <w:r>
        <w:t xml:space="preserve">, </w:t>
      </w:r>
      <w:r w:rsidR="00855694" w:rsidRPr="009071AC">
        <w:t>s</w:t>
      </w:r>
      <w:r>
        <w:t>’</w:t>
      </w:r>
      <w:r w:rsidR="00855694" w:rsidRPr="009071AC">
        <w:t>il m</w:t>
      </w:r>
      <w:r>
        <w:t>’</w:t>
      </w:r>
      <w:r w:rsidR="00855694" w:rsidRPr="009071AC">
        <w:t>était permis de vous donner un conseil</w:t>
      </w:r>
      <w:r>
        <w:t xml:space="preserve">, </w:t>
      </w:r>
      <w:r w:rsidR="00855694" w:rsidRPr="009071AC">
        <w:t>je vous dirais</w:t>
      </w:r>
      <w:r>
        <w:t> : « </w:t>
      </w:r>
      <w:r w:rsidR="00855694" w:rsidRPr="009071AC">
        <w:t>Le naufrage est sûr</w:t>
      </w:r>
      <w:r>
        <w:t xml:space="preserve">, </w:t>
      </w:r>
      <w:r w:rsidR="00855694" w:rsidRPr="009071AC">
        <w:t>ne songez qu</w:t>
      </w:r>
      <w:r>
        <w:t>’</w:t>
      </w:r>
      <w:r w:rsidR="00855694" w:rsidRPr="009071AC">
        <w:t>aux épaves</w:t>
      </w:r>
      <w:r>
        <w:t xml:space="preserve">… </w:t>
      </w:r>
      <w:r w:rsidR="00855694" w:rsidRPr="009071AC">
        <w:t>En menant secrètement et rondement une liquidation générale</w:t>
      </w:r>
      <w:r>
        <w:t xml:space="preserve">, </w:t>
      </w:r>
      <w:r w:rsidR="00855694" w:rsidRPr="009071AC">
        <w:t>on peut sauver bien des choses à la barbe de vos créanciers</w:t>
      </w:r>
      <w:r>
        <w:t xml:space="preserve">… </w:t>
      </w:r>
      <w:r w:rsidR="00855694" w:rsidRPr="009071AC">
        <w:t>Liquidez</w:t>
      </w:r>
      <w:r>
        <w:t xml:space="preserve">, </w:t>
      </w:r>
      <w:r w:rsidR="00855694" w:rsidRPr="009071AC">
        <w:t>c</w:t>
      </w:r>
      <w:r>
        <w:t>’</w:t>
      </w:r>
      <w:r w:rsidR="00855694" w:rsidRPr="009071AC">
        <w:t>est la mode</w:t>
      </w:r>
      <w:r>
        <w:t xml:space="preserve"> ! </w:t>
      </w:r>
      <w:r w:rsidR="00855694" w:rsidRPr="009071AC">
        <w:t>Et s</w:t>
      </w:r>
      <w:r>
        <w:t>’</w:t>
      </w:r>
      <w:r w:rsidR="00855694" w:rsidRPr="009071AC">
        <w:t>il vous faut mes services</w:t>
      </w:r>
      <w:r>
        <w:t xml:space="preserve">, </w:t>
      </w:r>
      <w:r w:rsidR="00855694" w:rsidRPr="009071AC">
        <w:t>me voici</w:t>
      </w:r>
      <w:r>
        <w:t xml:space="preserve"> ! </w:t>
      </w:r>
      <w:r w:rsidR="00855694" w:rsidRPr="009071AC">
        <w:t>Partez pour Nice et laissez-moi votre procuration</w:t>
      </w:r>
      <w:r>
        <w:t xml:space="preserve">. </w:t>
      </w:r>
      <w:r w:rsidR="00855694" w:rsidRPr="009071AC">
        <w:t>Des débris de votre opulence</w:t>
      </w:r>
      <w:r>
        <w:t xml:space="preserve">, </w:t>
      </w:r>
      <w:r w:rsidR="00855694" w:rsidRPr="009071AC">
        <w:t>je me charge de vous constituer une aisance qui satisferait encore bien des ambitions</w:t>
      </w:r>
      <w:r>
        <w:t>… »</w:t>
      </w:r>
    </w:p>
    <w:p w14:paraId="7FEDFBEC" w14:textId="77777777" w:rsidR="00F635DB" w:rsidRDefault="00855694" w:rsidP="00F635DB">
      <w:r w:rsidRPr="009071AC">
        <w:t>Depuis un moment déjà</w:t>
      </w:r>
      <w:r w:rsidR="00F635DB">
        <w:t xml:space="preserve">, </w:t>
      </w:r>
      <w:r w:rsidRPr="009071AC">
        <w:t>le marquis ricanait</w:t>
      </w:r>
      <w:r w:rsidR="00F635DB">
        <w:t>.</w:t>
      </w:r>
    </w:p>
    <w:p w14:paraId="10A5DCF0" w14:textId="77777777" w:rsidR="00F635DB" w:rsidRDefault="00F635DB" w:rsidP="00F635DB">
      <w:r>
        <w:t>— </w:t>
      </w:r>
      <w:r w:rsidR="00855694" w:rsidRPr="009071AC">
        <w:t>Parfait</w:t>
      </w:r>
      <w:r>
        <w:t xml:space="preserve"> ! </w:t>
      </w:r>
      <w:r w:rsidR="00855694" w:rsidRPr="009071AC">
        <w:t>fit-il</w:t>
      </w:r>
      <w:r>
        <w:t xml:space="preserve">. </w:t>
      </w:r>
      <w:r w:rsidR="00855694" w:rsidRPr="009071AC">
        <w:t>Du même coup vous m</w:t>
      </w:r>
      <w:r>
        <w:t>’</w:t>
      </w:r>
      <w:r w:rsidR="00855694" w:rsidRPr="009071AC">
        <w:t>éloignez et vous recouvrez vos quarante mille francs</w:t>
      </w:r>
      <w:r>
        <w:t xml:space="preserve"> ? </w:t>
      </w:r>
      <w:r w:rsidR="00855694" w:rsidRPr="009071AC">
        <w:t>C</w:t>
      </w:r>
      <w:r>
        <w:t>’</w:t>
      </w:r>
      <w:r w:rsidR="00855694" w:rsidRPr="009071AC">
        <w:t>est excessivement adroit</w:t>
      </w:r>
      <w:r>
        <w:t>…</w:t>
      </w:r>
    </w:p>
    <w:p w14:paraId="60005A8E" w14:textId="77777777" w:rsidR="00F635DB" w:rsidRDefault="00855694" w:rsidP="00F635DB">
      <w:r w:rsidRPr="009071AC">
        <w:t>L</w:t>
      </w:r>
      <w:r w:rsidR="00F635DB">
        <w:t>’</w:t>
      </w:r>
      <w:r w:rsidRPr="009071AC">
        <w:t>homme d</w:t>
      </w:r>
      <w:r w:rsidR="00F635DB">
        <w:t>’</w:t>
      </w:r>
      <w:r w:rsidRPr="009071AC">
        <w:t>affaires se sentit deviné</w:t>
      </w:r>
      <w:r w:rsidR="00F635DB">
        <w:t xml:space="preserve">, </w:t>
      </w:r>
      <w:r w:rsidRPr="009071AC">
        <w:t>mais que lui importait</w:t>
      </w:r>
      <w:r w:rsidR="00F635DB">
        <w:t>.</w:t>
      </w:r>
    </w:p>
    <w:p w14:paraId="53C8043D" w14:textId="77777777" w:rsidR="00F635DB" w:rsidRDefault="00F635DB" w:rsidP="00F635DB">
      <w:r>
        <w:t>— </w:t>
      </w:r>
      <w:r w:rsidR="00855694" w:rsidRPr="009071AC">
        <w:t>Je vous assure</w:t>
      </w:r>
      <w:r>
        <w:t xml:space="preserve">, </w:t>
      </w:r>
      <w:r w:rsidR="00855694" w:rsidRPr="009071AC">
        <w:t>commença-t-il</w:t>
      </w:r>
      <w:r>
        <w:t>…</w:t>
      </w:r>
    </w:p>
    <w:p w14:paraId="252D56A1" w14:textId="77777777" w:rsidR="00F635DB" w:rsidRDefault="00855694" w:rsidP="00F635DB">
      <w:r w:rsidRPr="009071AC">
        <w:t>Mais l</w:t>
      </w:r>
      <w:r w:rsidR="00F635DB">
        <w:t>’</w:t>
      </w:r>
      <w:r w:rsidRPr="009071AC">
        <w:t>autre</w:t>
      </w:r>
      <w:r w:rsidR="00F635DB">
        <w:t xml:space="preserve">, </w:t>
      </w:r>
      <w:r w:rsidRPr="009071AC">
        <w:t>d</w:t>
      </w:r>
      <w:r w:rsidR="00F635DB">
        <w:t>’</w:t>
      </w:r>
      <w:r w:rsidRPr="009071AC">
        <w:t>un geste dédaigneux</w:t>
      </w:r>
      <w:r w:rsidR="00F635DB">
        <w:t xml:space="preserve">, </w:t>
      </w:r>
      <w:r w:rsidRPr="009071AC">
        <w:t>l</w:t>
      </w:r>
      <w:r w:rsidR="00F635DB">
        <w:t>’</w:t>
      </w:r>
      <w:r w:rsidRPr="009071AC">
        <w:t>arrêta</w:t>
      </w:r>
      <w:r w:rsidR="00F635DB">
        <w:t>.</w:t>
      </w:r>
    </w:p>
    <w:p w14:paraId="4692AD82" w14:textId="77777777" w:rsidR="00F635DB" w:rsidRDefault="00F635DB" w:rsidP="00F635DB">
      <w:r>
        <w:t>— </w:t>
      </w:r>
      <w:r w:rsidR="00855694" w:rsidRPr="009071AC">
        <w:t>Laissons donc les propos oiseux</w:t>
      </w:r>
      <w:r>
        <w:t xml:space="preserve">, </w:t>
      </w:r>
      <w:r w:rsidR="00855694" w:rsidRPr="009071AC">
        <w:t>fit-il</w:t>
      </w:r>
      <w:r>
        <w:t xml:space="preserve">, </w:t>
      </w:r>
      <w:r w:rsidR="00855694" w:rsidRPr="009071AC">
        <w:t>nous valons mieux que cela</w:t>
      </w:r>
      <w:r>
        <w:t xml:space="preserve">, </w:t>
      </w:r>
      <w:r w:rsidR="00855694" w:rsidRPr="009071AC">
        <w:t>l</w:t>
      </w:r>
      <w:r>
        <w:t>’</w:t>
      </w:r>
      <w:r w:rsidR="00855694" w:rsidRPr="009071AC">
        <w:t>un et l</w:t>
      </w:r>
      <w:r>
        <w:t>’</w:t>
      </w:r>
      <w:r w:rsidR="00855694" w:rsidRPr="009071AC">
        <w:t>autre</w:t>
      </w:r>
      <w:r>
        <w:t xml:space="preserve">. </w:t>
      </w:r>
      <w:r w:rsidR="00855694" w:rsidRPr="009071AC">
        <w:t>Je n</w:t>
      </w:r>
      <w:r>
        <w:t>’</w:t>
      </w:r>
      <w:r w:rsidR="00855694" w:rsidRPr="009071AC">
        <w:t>ai jamais eu la prétention de vous en imposer</w:t>
      </w:r>
      <w:r>
        <w:t xml:space="preserve">, </w:t>
      </w:r>
      <w:r w:rsidR="00855694" w:rsidRPr="009071AC">
        <w:t>faites-moi</w:t>
      </w:r>
      <w:r>
        <w:t xml:space="preserve">, </w:t>
      </w:r>
      <w:r w:rsidR="00855694" w:rsidRPr="009071AC">
        <w:t>je vous prie</w:t>
      </w:r>
      <w:r>
        <w:t xml:space="preserve">, </w:t>
      </w:r>
      <w:r w:rsidR="00855694" w:rsidRPr="009071AC">
        <w:t>l</w:t>
      </w:r>
      <w:r>
        <w:t>’</w:t>
      </w:r>
      <w:r w:rsidR="00855694" w:rsidRPr="009071AC">
        <w:t>honneur de me supposer aussi fin que vous</w:t>
      </w:r>
      <w:r>
        <w:t>.</w:t>
      </w:r>
    </w:p>
    <w:p w14:paraId="089CB05C" w14:textId="77777777" w:rsidR="00F635DB" w:rsidRDefault="00855694" w:rsidP="00F635DB">
      <w:r w:rsidRPr="009071AC">
        <w:t>Et sans vouloir écouter son conseiller</w:t>
      </w:r>
      <w:r w:rsidR="00F635DB">
        <w:t> :</w:t>
      </w:r>
    </w:p>
    <w:p w14:paraId="23ADDF69" w14:textId="77410E1F" w:rsidR="00F635DB" w:rsidRDefault="00F635DB" w:rsidP="00F635DB">
      <w:r>
        <w:lastRenderedPageBreak/>
        <w:t>— </w:t>
      </w:r>
      <w:r w:rsidR="00855694" w:rsidRPr="009071AC">
        <w:t>Si je suis venu vous trouver</w:t>
      </w:r>
      <w:r>
        <w:t xml:space="preserve">, </w:t>
      </w:r>
      <w:r w:rsidR="00855694" w:rsidRPr="009071AC">
        <w:t>poursuivit-il</w:t>
      </w:r>
      <w:r>
        <w:t xml:space="preserve">, </w:t>
      </w:r>
      <w:r w:rsidR="00855694" w:rsidRPr="009071AC">
        <w:t>c</w:t>
      </w:r>
      <w:r>
        <w:t>’</w:t>
      </w:r>
      <w:r w:rsidR="00855694" w:rsidRPr="009071AC">
        <w:t>est que la partie n</w:t>
      </w:r>
      <w:r>
        <w:t>’</w:t>
      </w:r>
      <w:r w:rsidR="00855694" w:rsidRPr="009071AC">
        <w:t>est pas si désespérée que vous croyez</w:t>
      </w:r>
      <w:r>
        <w:t xml:space="preserve">… </w:t>
      </w:r>
      <w:r w:rsidR="00855694" w:rsidRPr="009071AC">
        <w:t>Le premier étourdissement passé</w:t>
      </w:r>
      <w:r>
        <w:t xml:space="preserve">, </w:t>
      </w:r>
      <w:r w:rsidR="00855694" w:rsidRPr="009071AC">
        <w:t>j</w:t>
      </w:r>
      <w:r>
        <w:t>’</w:t>
      </w:r>
      <w:r w:rsidR="00855694" w:rsidRPr="009071AC">
        <w:t>ai réfléchi</w:t>
      </w:r>
      <w:r>
        <w:t xml:space="preserve">, </w:t>
      </w:r>
      <w:r w:rsidR="00855694" w:rsidRPr="009071AC">
        <w:t>et j</w:t>
      </w:r>
      <w:r>
        <w:t>’</w:t>
      </w:r>
      <w:r w:rsidR="00855694" w:rsidRPr="009071AC">
        <w:t>ai vu qu</w:t>
      </w:r>
      <w:r>
        <w:t>’</w:t>
      </w:r>
      <w:r w:rsidR="00855694" w:rsidRPr="009071AC">
        <w:t>il me reste encore de belles cartes que vous ne connaissez pas</w:t>
      </w:r>
      <w:r>
        <w:t xml:space="preserve">… </w:t>
      </w:r>
      <w:r w:rsidR="00855694" w:rsidRPr="009071AC">
        <w:t>Pour vous</w:t>
      </w:r>
      <w:r>
        <w:t xml:space="preserve">, </w:t>
      </w:r>
      <w:r w:rsidR="00855694" w:rsidRPr="009071AC">
        <w:t>pour tout le monde</w:t>
      </w:r>
      <w:r>
        <w:t>, M</w:t>
      </w:r>
      <w:r w:rsidRPr="00F635DB">
        <w:rPr>
          <w:vertAlign w:val="superscript"/>
        </w:rPr>
        <w:t>lle</w:t>
      </w:r>
      <w:r>
        <w:t> </w:t>
      </w:r>
      <w:r w:rsidR="00855694" w:rsidRPr="009071AC">
        <w:t>Marguerite est ruinée</w:t>
      </w:r>
      <w:r>
        <w:t xml:space="preserve">, </w:t>
      </w:r>
      <w:r w:rsidR="00855694" w:rsidRPr="009071AC">
        <w:t>n</w:t>
      </w:r>
      <w:r>
        <w:t>’</w:t>
      </w:r>
      <w:r w:rsidR="00855694" w:rsidRPr="009071AC">
        <w:t>est-ce pas</w:t>
      </w:r>
      <w:r>
        <w:t xml:space="preserve"> ? </w:t>
      </w:r>
      <w:r w:rsidR="00855694" w:rsidRPr="009071AC">
        <w:t>Pour moi elle vaut encore trois millions au bas mot</w:t>
      </w:r>
      <w:r>
        <w:t>.</w:t>
      </w:r>
    </w:p>
    <w:p w14:paraId="70000516" w14:textId="6155F771" w:rsidR="00F635DB" w:rsidRDefault="00F635DB" w:rsidP="00F635DB">
      <w:r>
        <w:t>— M</w:t>
      </w:r>
      <w:r w:rsidRPr="00F635DB">
        <w:rPr>
          <w:vertAlign w:val="superscript"/>
        </w:rPr>
        <w:t>lle</w:t>
      </w:r>
      <w:r>
        <w:t> </w:t>
      </w:r>
      <w:r w:rsidR="00855694" w:rsidRPr="009071AC">
        <w:t>Marguerite</w:t>
      </w:r>
      <w:r>
        <w:t> ?…</w:t>
      </w:r>
    </w:p>
    <w:p w14:paraId="0681C101" w14:textId="77777777" w:rsidR="00F635DB" w:rsidRDefault="00F635DB" w:rsidP="00F635DB">
      <w:r>
        <w:t>— </w:t>
      </w:r>
      <w:r w:rsidR="00855694" w:rsidRPr="009071AC">
        <w:t>Oui</w:t>
      </w:r>
      <w:r>
        <w:t xml:space="preserve">, </w:t>
      </w:r>
      <w:r w:rsidR="00855694" w:rsidRPr="009071AC">
        <w:t>messire Vingt-pour-Cent</w:t>
      </w:r>
      <w:r>
        <w:t xml:space="preserve">. </w:t>
      </w:r>
      <w:r w:rsidR="00855694" w:rsidRPr="009071AC">
        <w:t>Qu</w:t>
      </w:r>
      <w:r>
        <w:t>’</w:t>
      </w:r>
      <w:r w:rsidR="00855694" w:rsidRPr="009071AC">
        <w:t>elle soit ma femme</w:t>
      </w:r>
      <w:r>
        <w:t xml:space="preserve">, </w:t>
      </w:r>
      <w:r w:rsidR="00855694" w:rsidRPr="009071AC">
        <w:t>et</w:t>
      </w:r>
      <w:r>
        <w:t xml:space="preserve">, </w:t>
      </w:r>
      <w:r w:rsidR="00855694" w:rsidRPr="009071AC">
        <w:t>le lendemain</w:t>
      </w:r>
      <w:r>
        <w:t xml:space="preserve">, </w:t>
      </w:r>
      <w:r w:rsidR="00855694" w:rsidRPr="009071AC">
        <w:t>je lui découvre cent cinquante mille livres de rentes</w:t>
      </w:r>
      <w:r>
        <w:t xml:space="preserve">… </w:t>
      </w:r>
      <w:r w:rsidR="00855694" w:rsidRPr="009071AC">
        <w:t>mais il faut que je l</w:t>
      </w:r>
      <w:r>
        <w:t>’</w:t>
      </w:r>
      <w:r w:rsidR="00855694" w:rsidRPr="009071AC">
        <w:t>épouse</w:t>
      </w:r>
      <w:r>
        <w:t xml:space="preserve">, </w:t>
      </w:r>
      <w:r w:rsidR="00855694" w:rsidRPr="009071AC">
        <w:t>et cette belle dédaigneuse ne m</w:t>
      </w:r>
      <w:r>
        <w:t>’</w:t>
      </w:r>
      <w:r w:rsidR="00855694" w:rsidRPr="009071AC">
        <w:t>accordera sa main que si je réussis à la convaincre de mon amour et de mon désintéressement</w:t>
      </w:r>
      <w:r>
        <w:t>.</w:t>
      </w:r>
    </w:p>
    <w:p w14:paraId="4020289C" w14:textId="77777777" w:rsidR="00F635DB" w:rsidRDefault="00F635DB" w:rsidP="00F635DB">
      <w:r>
        <w:t>— </w:t>
      </w:r>
      <w:r w:rsidR="00855694" w:rsidRPr="009071AC">
        <w:t>Mais l</w:t>
      </w:r>
      <w:r>
        <w:t>’</w:t>
      </w:r>
      <w:r w:rsidR="00855694" w:rsidRPr="009071AC">
        <w:t>autre</w:t>
      </w:r>
      <w:r>
        <w:t> ?…</w:t>
      </w:r>
    </w:p>
    <w:p w14:paraId="473F86AA" w14:textId="6B3337AF" w:rsidR="00F635DB" w:rsidRDefault="00F635DB" w:rsidP="00F635DB">
      <w:r>
        <w:t>M. de </w:t>
      </w:r>
      <w:proofErr w:type="spellStart"/>
      <w:r w:rsidR="00855694" w:rsidRPr="009071AC">
        <w:t>Valorsay</w:t>
      </w:r>
      <w:proofErr w:type="spellEnd"/>
      <w:r w:rsidR="00855694" w:rsidRPr="009071AC">
        <w:t xml:space="preserve"> eut un tressaillement nerveux aussitôt réprimé</w:t>
      </w:r>
      <w:r>
        <w:t>.</w:t>
      </w:r>
    </w:p>
    <w:p w14:paraId="7C1E5A7F" w14:textId="16C66B05" w:rsidR="00F635DB" w:rsidRDefault="00F635DB" w:rsidP="00F635DB">
      <w:r>
        <w:t>— </w:t>
      </w:r>
      <w:r w:rsidR="00855694" w:rsidRPr="009071AC">
        <w:t>L</w:t>
      </w:r>
      <w:r>
        <w:t>’</w:t>
      </w:r>
      <w:r w:rsidR="00855694" w:rsidRPr="009071AC">
        <w:t>autre n</w:t>
      </w:r>
      <w:r>
        <w:t>’</w:t>
      </w:r>
      <w:r w:rsidR="00855694" w:rsidRPr="009071AC">
        <w:t>existe plus</w:t>
      </w:r>
      <w:r>
        <w:t xml:space="preserve">. </w:t>
      </w:r>
      <w:r w:rsidR="00855694" w:rsidRPr="009071AC">
        <w:t xml:space="preserve">Lisez le </w:t>
      </w:r>
      <w:r w:rsidR="00855694" w:rsidRPr="009071AC">
        <w:rPr>
          <w:i/>
        </w:rPr>
        <w:t>Figaro</w:t>
      </w:r>
      <w:r w:rsidR="00855694" w:rsidRPr="009071AC">
        <w:t xml:space="preserve"> ce soir</w:t>
      </w:r>
      <w:r>
        <w:t xml:space="preserve">, </w:t>
      </w:r>
      <w:r w:rsidR="00855694" w:rsidRPr="009071AC">
        <w:t>et vous serez édifié</w:t>
      </w:r>
      <w:r>
        <w:t xml:space="preserve">. </w:t>
      </w:r>
      <w:r w:rsidR="00855694" w:rsidRPr="009071AC">
        <w:t>Allez</w:t>
      </w:r>
      <w:r>
        <w:t xml:space="preserve">, </w:t>
      </w:r>
      <w:r w:rsidR="00855694" w:rsidRPr="009071AC">
        <w:t>je suis bien seul</w:t>
      </w:r>
      <w:r>
        <w:t xml:space="preserve">, </w:t>
      </w:r>
      <w:r w:rsidR="00855694" w:rsidRPr="009071AC">
        <w:t>désormais</w:t>
      </w:r>
      <w:r>
        <w:t xml:space="preserve">, </w:t>
      </w:r>
      <w:r w:rsidR="00855694" w:rsidRPr="009071AC">
        <w:t>sur les rangs</w:t>
      </w:r>
      <w:r>
        <w:t xml:space="preserve">. </w:t>
      </w:r>
      <w:r w:rsidR="00855694" w:rsidRPr="009071AC">
        <w:t>Que je puisse dissimuler ma ruine quelque temps encore</w:t>
      </w:r>
      <w:r>
        <w:t xml:space="preserve">, </w:t>
      </w:r>
      <w:r w:rsidR="00855694" w:rsidRPr="009071AC">
        <w:t>et elle est à moi</w:t>
      </w:r>
      <w:r>
        <w:t xml:space="preserve">… </w:t>
      </w:r>
      <w:r w:rsidR="00855694" w:rsidRPr="009071AC">
        <w:t>Une fille sans amis et sans famille au milieu de Paris ne se défend pas longtemps</w:t>
      </w:r>
      <w:r>
        <w:t xml:space="preserve">, </w:t>
      </w:r>
      <w:r w:rsidR="00855694" w:rsidRPr="009071AC">
        <w:t>quand elle a surtout près d</w:t>
      </w:r>
      <w:r>
        <w:t>’</w:t>
      </w:r>
      <w:r w:rsidR="00855694" w:rsidRPr="009071AC">
        <w:t xml:space="preserve">elle une conseillère comme </w:t>
      </w:r>
      <w:r>
        <w:t>M</w:t>
      </w:r>
      <w:r w:rsidRPr="00F635DB">
        <w:rPr>
          <w:vertAlign w:val="superscript"/>
        </w:rPr>
        <w:t>me</w:t>
      </w:r>
      <w:r>
        <w:t> </w:t>
      </w:r>
      <w:r w:rsidR="00855694" w:rsidRPr="009071AC">
        <w:t>Léon</w:t>
      </w:r>
      <w:r>
        <w:t xml:space="preserve">… </w:t>
      </w:r>
      <w:r w:rsidR="00855694" w:rsidRPr="009071AC">
        <w:t>Oh</w:t>
      </w:r>
      <w:r>
        <w:t xml:space="preserve"> ! </w:t>
      </w:r>
      <w:r w:rsidR="00855694" w:rsidRPr="009071AC">
        <w:t>je l</w:t>
      </w:r>
      <w:r>
        <w:t>’</w:t>
      </w:r>
      <w:r w:rsidR="00855694" w:rsidRPr="009071AC">
        <w:t>aurai</w:t>
      </w:r>
      <w:r>
        <w:t xml:space="preserve">, </w:t>
      </w:r>
      <w:r w:rsidR="00855694" w:rsidRPr="009071AC">
        <w:t>je la veux</w:t>
      </w:r>
      <w:r>
        <w:t xml:space="preserve">, </w:t>
      </w:r>
      <w:r w:rsidR="00855694" w:rsidRPr="009071AC">
        <w:t>il me la faut</w:t>
      </w:r>
      <w:r>
        <w:t xml:space="preserve"> !… </w:t>
      </w:r>
      <w:r w:rsidR="00855694" w:rsidRPr="009071AC">
        <w:t>Et notez que je vais tenter une démarche qui peut me la livrer aujourd</w:t>
      </w:r>
      <w:r>
        <w:t>’</w:t>
      </w:r>
      <w:r w:rsidR="00855694" w:rsidRPr="009071AC">
        <w:t>hui même</w:t>
      </w:r>
      <w:r>
        <w:t xml:space="preserve">… </w:t>
      </w:r>
      <w:r w:rsidR="00855694" w:rsidRPr="009071AC">
        <w:t>À vous de voir maintenant s</w:t>
      </w:r>
      <w:r>
        <w:t>’</w:t>
      </w:r>
      <w:r w:rsidR="00855694" w:rsidRPr="009071AC">
        <w:t>il est sage de me retirer votre appui</w:t>
      </w:r>
      <w:r>
        <w:t xml:space="preserve">… </w:t>
      </w:r>
      <w:r w:rsidR="00855694" w:rsidRPr="009071AC">
        <w:t>Qu</w:t>
      </w:r>
      <w:r>
        <w:t>’</w:t>
      </w:r>
      <w:r w:rsidR="00855694" w:rsidRPr="009071AC">
        <w:t>est-ce que je vous demande</w:t>
      </w:r>
      <w:r>
        <w:t xml:space="preserve"> ? </w:t>
      </w:r>
      <w:r w:rsidR="00855694" w:rsidRPr="009071AC">
        <w:t>De me soutenir deux ou trois mois encore</w:t>
      </w:r>
      <w:r>
        <w:t xml:space="preserve">… </w:t>
      </w:r>
      <w:r w:rsidR="00855694" w:rsidRPr="009071AC">
        <w:t>c</w:t>
      </w:r>
      <w:r>
        <w:t>’</w:t>
      </w:r>
      <w:r w:rsidR="00855694" w:rsidRPr="009071AC">
        <w:t>est l</w:t>
      </w:r>
      <w:r>
        <w:t>’</w:t>
      </w:r>
      <w:r w:rsidR="00855694" w:rsidRPr="009071AC">
        <w:t>affaire d</w:t>
      </w:r>
      <w:r>
        <w:t>’</w:t>
      </w:r>
      <w:r w:rsidR="00855694" w:rsidRPr="009071AC">
        <w:t>une trentaine de mille francs</w:t>
      </w:r>
      <w:r>
        <w:t xml:space="preserve">. </w:t>
      </w:r>
      <w:r w:rsidR="00855694" w:rsidRPr="009071AC">
        <w:t>Vous pouvez me les procurer</w:t>
      </w:r>
      <w:r>
        <w:t xml:space="preserve">, </w:t>
      </w:r>
      <w:r w:rsidR="00855694" w:rsidRPr="009071AC">
        <w:t>le voulez-vous</w:t>
      </w:r>
      <w:r>
        <w:t xml:space="preserve"> ?… </w:t>
      </w:r>
      <w:r w:rsidR="00855694" w:rsidRPr="009071AC">
        <w:t>Ce sera en tout 7</w:t>
      </w:r>
      <w:r w:rsidRPr="009071AC">
        <w:t>0</w:t>
      </w:r>
      <w:r>
        <w:t>,</w:t>
      </w:r>
      <w:r w:rsidRPr="009071AC">
        <w:t>0</w:t>
      </w:r>
      <w:r w:rsidR="00855694" w:rsidRPr="009071AC">
        <w:t>00 francs que vous m</w:t>
      </w:r>
      <w:r>
        <w:t>’</w:t>
      </w:r>
      <w:r w:rsidR="00855694" w:rsidRPr="009071AC">
        <w:t>aurez prêtés</w:t>
      </w:r>
      <w:r>
        <w:t xml:space="preserve">, </w:t>
      </w:r>
      <w:r w:rsidR="00855694" w:rsidRPr="009071AC">
        <w:t>et je vais m</w:t>
      </w:r>
      <w:r>
        <w:t>’</w:t>
      </w:r>
      <w:r w:rsidR="00855694" w:rsidRPr="009071AC">
        <w:t>engager à vous rendre 25</w:t>
      </w:r>
      <w:r w:rsidRPr="009071AC">
        <w:t>0</w:t>
      </w:r>
      <w:r>
        <w:t>,</w:t>
      </w:r>
      <w:r w:rsidRPr="009071AC">
        <w:t>0</w:t>
      </w:r>
      <w:r w:rsidR="00855694" w:rsidRPr="009071AC">
        <w:t>00 francs</w:t>
      </w:r>
      <w:r>
        <w:t xml:space="preserve">… </w:t>
      </w:r>
      <w:r w:rsidR="00855694" w:rsidRPr="009071AC">
        <w:t>c</w:t>
      </w:r>
      <w:r>
        <w:t>’</w:t>
      </w:r>
      <w:r w:rsidR="00855694" w:rsidRPr="009071AC">
        <w:t>est une prime assez belle pour risquer quelque chose</w:t>
      </w:r>
      <w:r>
        <w:t xml:space="preserve">… </w:t>
      </w:r>
      <w:r w:rsidR="00855694" w:rsidRPr="009071AC">
        <w:t>Réfléchissez et décidez-vous</w:t>
      </w:r>
      <w:r>
        <w:t xml:space="preserve">… </w:t>
      </w:r>
      <w:r w:rsidR="00855694" w:rsidRPr="009071AC">
        <w:t xml:space="preserve">Mais </w:t>
      </w:r>
      <w:r w:rsidR="00855694" w:rsidRPr="009071AC">
        <w:lastRenderedPageBreak/>
        <w:t>pas de faux fuyants ni d</w:t>
      </w:r>
      <w:r>
        <w:t>’</w:t>
      </w:r>
      <w:r w:rsidR="00855694" w:rsidRPr="009071AC">
        <w:t>atermoiements</w:t>
      </w:r>
      <w:r>
        <w:t xml:space="preserve">… </w:t>
      </w:r>
      <w:r w:rsidR="00855694" w:rsidRPr="009071AC">
        <w:t>Que ce soit oui ou non</w:t>
      </w:r>
      <w:r>
        <w:t>.</w:t>
      </w:r>
    </w:p>
    <w:p w14:paraId="38EE7075" w14:textId="06CBEF32" w:rsidR="00F635DB" w:rsidRDefault="00855694" w:rsidP="00F635DB">
      <w:r w:rsidRPr="009071AC">
        <w:t>Sans une seconde d</w:t>
      </w:r>
      <w:r w:rsidR="00F635DB">
        <w:t>’</w:t>
      </w:r>
      <w:r w:rsidRPr="009071AC">
        <w:t>indécision</w:t>
      </w:r>
      <w:r w:rsidR="00F635DB">
        <w:t>, M. </w:t>
      </w:r>
      <w:r w:rsidRPr="009071AC">
        <w:t>Fortunat répondit</w:t>
      </w:r>
      <w:r w:rsidR="00F635DB">
        <w:t> :</w:t>
      </w:r>
    </w:p>
    <w:p w14:paraId="4222BC53" w14:textId="77777777" w:rsidR="00F635DB" w:rsidRDefault="00F635DB" w:rsidP="00F635DB">
      <w:r>
        <w:t>— </w:t>
      </w:r>
      <w:r w:rsidR="00855694" w:rsidRPr="009071AC">
        <w:t>Eh bien</w:t>
      </w:r>
      <w:r>
        <w:t xml:space="preserve"> !… </w:t>
      </w:r>
      <w:r w:rsidR="00855694" w:rsidRPr="009071AC">
        <w:t>non</w:t>
      </w:r>
      <w:r>
        <w:t> !…</w:t>
      </w:r>
    </w:p>
    <w:p w14:paraId="0966ED2A" w14:textId="77777777" w:rsidR="00F635DB" w:rsidRDefault="00855694" w:rsidP="00F635DB">
      <w:r w:rsidRPr="009071AC">
        <w:t>Le marquis rougit encore</w:t>
      </w:r>
      <w:r w:rsidR="00F635DB">
        <w:t xml:space="preserve">, </w:t>
      </w:r>
      <w:r w:rsidRPr="009071AC">
        <w:t>et sa voix devint plus rauque</w:t>
      </w:r>
      <w:r w:rsidR="00F635DB">
        <w:t xml:space="preserve">, </w:t>
      </w:r>
      <w:r w:rsidRPr="009071AC">
        <w:t>mais ce fut tout</w:t>
      </w:r>
      <w:r w:rsidR="00F635DB">
        <w:t>.</w:t>
      </w:r>
    </w:p>
    <w:p w14:paraId="7746D98A" w14:textId="77777777" w:rsidR="00F635DB" w:rsidRDefault="00F635DB" w:rsidP="00F635DB">
      <w:r>
        <w:t>— </w:t>
      </w:r>
      <w:r w:rsidR="00855694" w:rsidRPr="009071AC">
        <w:t>Avouez donc</w:t>
      </w:r>
      <w:r>
        <w:t xml:space="preserve">, </w:t>
      </w:r>
      <w:r w:rsidR="00855694" w:rsidRPr="009071AC">
        <w:t>fit-il</w:t>
      </w:r>
      <w:r>
        <w:t xml:space="preserve">, </w:t>
      </w:r>
      <w:r w:rsidR="00855694" w:rsidRPr="009071AC">
        <w:t>que c</w:t>
      </w:r>
      <w:r>
        <w:t>’</w:t>
      </w:r>
      <w:r w:rsidR="00855694" w:rsidRPr="009071AC">
        <w:t>est chez vous un parti pris de me perdre</w:t>
      </w:r>
      <w:r>
        <w:t xml:space="preserve">… </w:t>
      </w:r>
      <w:r w:rsidR="00855694" w:rsidRPr="009071AC">
        <w:t>Vous dites non sans m</w:t>
      </w:r>
      <w:r>
        <w:t>’</w:t>
      </w:r>
      <w:r w:rsidR="00855694" w:rsidRPr="009071AC">
        <w:t>avoir laissé finir</w:t>
      </w:r>
      <w:r>
        <w:t xml:space="preserve">. </w:t>
      </w:r>
      <w:r w:rsidR="00855694" w:rsidRPr="009071AC">
        <w:t>Attendez à tout le moins que je vous aie exposé mon plan et montré sur quelles données positives et certaines reposent mes espérances</w:t>
      </w:r>
      <w:r>
        <w:t>…</w:t>
      </w:r>
    </w:p>
    <w:p w14:paraId="5155B38B" w14:textId="249578CF" w:rsidR="00F635DB" w:rsidRDefault="00855694" w:rsidP="00F635DB">
      <w:r w:rsidRPr="009071AC">
        <w:t>C</w:t>
      </w:r>
      <w:r w:rsidR="00F635DB">
        <w:t>’</w:t>
      </w:r>
      <w:r w:rsidRPr="009071AC">
        <w:t>était</w:t>
      </w:r>
      <w:r w:rsidR="00F635DB">
        <w:t xml:space="preserve">, </w:t>
      </w:r>
      <w:r w:rsidRPr="009071AC">
        <w:t>en effet</w:t>
      </w:r>
      <w:r w:rsidR="00F635DB">
        <w:t xml:space="preserve">, </w:t>
      </w:r>
      <w:r w:rsidRPr="009071AC">
        <w:t xml:space="preserve">chez </w:t>
      </w:r>
      <w:r w:rsidR="00F635DB">
        <w:t>M. </w:t>
      </w:r>
      <w:r w:rsidRPr="009071AC">
        <w:t>Fortunat</w:t>
      </w:r>
      <w:r w:rsidR="00F635DB">
        <w:t xml:space="preserve">, </w:t>
      </w:r>
      <w:r w:rsidRPr="009071AC">
        <w:t>un parti pris de ne rien entendre</w:t>
      </w:r>
      <w:r w:rsidR="00F635DB">
        <w:t>.</w:t>
      </w:r>
    </w:p>
    <w:p w14:paraId="267D6030" w14:textId="77777777" w:rsidR="00F635DB" w:rsidRDefault="00855694" w:rsidP="00F635DB">
      <w:r w:rsidRPr="009071AC">
        <w:t>Il ne voulait pas d</w:t>
      </w:r>
      <w:r w:rsidR="00F635DB">
        <w:t>’</w:t>
      </w:r>
      <w:r w:rsidRPr="009071AC">
        <w:t>explications</w:t>
      </w:r>
      <w:r w:rsidR="00F635DB">
        <w:t xml:space="preserve">, </w:t>
      </w:r>
      <w:r w:rsidRPr="009071AC">
        <w:t>se défiant de lui</w:t>
      </w:r>
      <w:r w:rsidR="00F635DB">
        <w:t xml:space="preserve">, </w:t>
      </w:r>
      <w:r w:rsidRPr="009071AC">
        <w:t>redoutant les inspirations de son caractère aventureux qui le poussait quand même vers tout ce qui était spéculation</w:t>
      </w:r>
      <w:r w:rsidR="00F635DB">
        <w:t xml:space="preserve">, </w:t>
      </w:r>
      <w:r w:rsidRPr="009071AC">
        <w:t>risques à courir</w:t>
      </w:r>
      <w:r w:rsidR="00F635DB">
        <w:t xml:space="preserve">, </w:t>
      </w:r>
      <w:r w:rsidRPr="009071AC">
        <w:t>grains énormes promis à une faible mise</w:t>
      </w:r>
      <w:r w:rsidR="00F635DB">
        <w:t>.</w:t>
      </w:r>
    </w:p>
    <w:p w14:paraId="52FB9858" w14:textId="77777777" w:rsidR="00F635DB" w:rsidRDefault="00855694" w:rsidP="00F635DB">
      <w:r w:rsidRPr="009071AC">
        <w:t>Il redoutait l</w:t>
      </w:r>
      <w:r w:rsidR="00F635DB">
        <w:t>’</w:t>
      </w:r>
      <w:r w:rsidRPr="009071AC">
        <w:t>appât des affaires aléatoires comme le joueur craint la vue des cartes et l</w:t>
      </w:r>
      <w:r w:rsidR="00F635DB">
        <w:t>’</w:t>
      </w:r>
      <w:r w:rsidRPr="009071AC">
        <w:t>ivrogne l</w:t>
      </w:r>
      <w:r w:rsidR="00F635DB">
        <w:t>’</w:t>
      </w:r>
      <w:r w:rsidRPr="009071AC">
        <w:t>odeur des liqueurs fortes</w:t>
      </w:r>
      <w:r w:rsidR="00F635DB">
        <w:t>.</w:t>
      </w:r>
    </w:p>
    <w:p w14:paraId="20EFE5E8" w14:textId="77777777" w:rsidR="00F635DB" w:rsidRDefault="00855694" w:rsidP="00F635DB">
      <w:r w:rsidRPr="009071AC">
        <w:t xml:space="preserve">Enfin il </w:t>
      </w:r>
      <w:proofErr w:type="gramStart"/>
      <w:r w:rsidRPr="009071AC">
        <w:t>avait peur de</w:t>
      </w:r>
      <w:proofErr w:type="gramEnd"/>
      <w:r w:rsidRPr="009071AC">
        <w:t xml:space="preserve"> l</w:t>
      </w:r>
      <w:r w:rsidR="00F635DB">
        <w:t>’</w:t>
      </w:r>
      <w:r w:rsidRPr="009071AC">
        <w:t>éloquence du marquis</w:t>
      </w:r>
      <w:r w:rsidR="00F635DB">
        <w:t xml:space="preserve">. </w:t>
      </w:r>
      <w:r w:rsidRPr="009071AC">
        <w:t>Ne l</w:t>
      </w:r>
      <w:r w:rsidR="00F635DB">
        <w:t>’</w:t>
      </w:r>
      <w:r w:rsidRPr="009071AC">
        <w:t>avait-il pas entraîné déjà plus loin que sa volonté première</w:t>
      </w:r>
      <w:r w:rsidR="00F635DB">
        <w:t xml:space="preserve"> ? </w:t>
      </w:r>
      <w:r w:rsidRPr="009071AC">
        <w:t>Enfin il savait que qui discute est à moitié vaincu et ne demande plus bientôt qu</w:t>
      </w:r>
      <w:r w:rsidR="00F635DB">
        <w:t>’</w:t>
      </w:r>
      <w:r w:rsidRPr="009071AC">
        <w:t>à se laisser convaincre</w:t>
      </w:r>
      <w:r w:rsidR="00F635DB">
        <w:t>.</w:t>
      </w:r>
    </w:p>
    <w:p w14:paraId="5CB7128A" w14:textId="13710155" w:rsidR="00F635DB" w:rsidRDefault="00F635DB" w:rsidP="00F635DB">
      <w:r>
        <w:t>— </w:t>
      </w:r>
      <w:r w:rsidR="00855694" w:rsidRPr="009071AC">
        <w:t>Ne me dites rien</w:t>
      </w:r>
      <w:r>
        <w:t xml:space="preserve">, </w:t>
      </w:r>
      <w:r w:rsidR="00855694" w:rsidRPr="009071AC">
        <w:t>monsieur</w:t>
      </w:r>
      <w:r>
        <w:t xml:space="preserve">, </w:t>
      </w:r>
      <w:r w:rsidR="00855694" w:rsidRPr="009071AC">
        <w:t>fit-il vivement</w:t>
      </w:r>
      <w:r>
        <w:t xml:space="preserve">, </w:t>
      </w:r>
      <w:r w:rsidR="00855694" w:rsidRPr="009071AC">
        <w:t>tout serait inutile</w:t>
      </w:r>
      <w:r>
        <w:t xml:space="preserve">… </w:t>
      </w:r>
      <w:r w:rsidR="00855694" w:rsidRPr="009071AC">
        <w:t>je n</w:t>
      </w:r>
      <w:r>
        <w:t>’</w:t>
      </w:r>
      <w:r w:rsidR="00855694" w:rsidRPr="009071AC">
        <w:t>ai pas d</w:t>
      </w:r>
      <w:r>
        <w:t>’</w:t>
      </w:r>
      <w:r w:rsidR="00855694" w:rsidRPr="009071AC">
        <w:t>argent</w:t>
      </w:r>
      <w:r>
        <w:t xml:space="preserve">… </w:t>
      </w:r>
      <w:r w:rsidR="00855694" w:rsidRPr="009071AC">
        <w:t>Pour vous donner dix mille francs hier soir</w:t>
      </w:r>
      <w:r>
        <w:t xml:space="preserve">, </w:t>
      </w:r>
      <w:r w:rsidR="00855694" w:rsidRPr="009071AC">
        <w:t>il m</w:t>
      </w:r>
      <w:r>
        <w:t>’</w:t>
      </w:r>
      <w:r w:rsidR="00855694" w:rsidRPr="009071AC">
        <w:t xml:space="preserve">eût fallu les emprunter à </w:t>
      </w:r>
      <w:r>
        <w:t>M. </w:t>
      </w:r>
      <w:r w:rsidR="00855694" w:rsidRPr="009071AC">
        <w:t xml:space="preserve">Prosper </w:t>
      </w:r>
      <w:proofErr w:type="spellStart"/>
      <w:r w:rsidR="00855694" w:rsidRPr="009071AC">
        <w:t>Bertomy</w:t>
      </w:r>
      <w:proofErr w:type="spellEnd"/>
      <w:r>
        <w:t xml:space="preserve">, </w:t>
      </w:r>
      <w:r w:rsidR="00855694" w:rsidRPr="009071AC">
        <w:t>parole d</w:t>
      </w:r>
      <w:r>
        <w:t>’</w:t>
      </w:r>
      <w:r w:rsidR="00855694" w:rsidRPr="009071AC">
        <w:t>honneur</w:t>
      </w:r>
      <w:r>
        <w:t xml:space="preserve"> !… </w:t>
      </w:r>
      <w:r w:rsidR="00855694" w:rsidRPr="009071AC">
        <w:t>Et je les aurais</w:t>
      </w:r>
      <w:r>
        <w:t xml:space="preserve">, </w:t>
      </w:r>
      <w:r w:rsidR="00855694" w:rsidRPr="009071AC">
        <w:t xml:space="preserve">que je vous dirais </w:t>
      </w:r>
      <w:r w:rsidR="00855694" w:rsidRPr="009071AC">
        <w:lastRenderedPageBreak/>
        <w:t>encore</w:t>
      </w:r>
      <w:r>
        <w:t> : « </w:t>
      </w:r>
      <w:r w:rsidR="00855694" w:rsidRPr="009071AC">
        <w:t>Impossible</w:t>
      </w:r>
      <w:r>
        <w:t> ! »</w:t>
      </w:r>
      <w:r w:rsidR="00855694" w:rsidRPr="009071AC">
        <w:t xml:space="preserve"> Chacun a son système</w:t>
      </w:r>
      <w:r>
        <w:t xml:space="preserve">, </w:t>
      </w:r>
      <w:r w:rsidR="00855694" w:rsidRPr="009071AC">
        <w:t>n</w:t>
      </w:r>
      <w:r>
        <w:t>’</w:t>
      </w:r>
      <w:r w:rsidR="00855694" w:rsidRPr="009071AC">
        <w:t>est-ce pas</w:t>
      </w:r>
      <w:r>
        <w:t xml:space="preserve"> ?… </w:t>
      </w:r>
      <w:r w:rsidR="00855694" w:rsidRPr="009071AC">
        <w:t>Le mien est de ne jamais courir après mon argent</w:t>
      </w:r>
      <w:r>
        <w:t xml:space="preserve">… </w:t>
      </w:r>
      <w:r w:rsidR="00855694" w:rsidRPr="009071AC">
        <w:t>On se ruine à chercher à se rattraper</w:t>
      </w:r>
      <w:r>
        <w:t xml:space="preserve">… </w:t>
      </w:r>
      <w:r w:rsidR="00855694" w:rsidRPr="009071AC">
        <w:t>Pour moi</w:t>
      </w:r>
      <w:r>
        <w:t xml:space="preserve">, </w:t>
      </w:r>
      <w:r w:rsidR="00855694" w:rsidRPr="009071AC">
        <w:t>ce qui est perdu est perdu définitivement</w:t>
      </w:r>
      <w:r>
        <w:t xml:space="preserve">… </w:t>
      </w:r>
      <w:r w:rsidR="00855694" w:rsidRPr="009071AC">
        <w:t>je tâche de n</w:t>
      </w:r>
      <w:r>
        <w:t>’</w:t>
      </w:r>
      <w:r w:rsidR="00855694" w:rsidRPr="009071AC">
        <w:t>y plus penser et je me tourne d</w:t>
      </w:r>
      <w:r>
        <w:t>’</w:t>
      </w:r>
      <w:r w:rsidR="00855694" w:rsidRPr="009071AC">
        <w:t>un autre côté</w:t>
      </w:r>
      <w:r>
        <w:t xml:space="preserve">… </w:t>
      </w:r>
      <w:r w:rsidR="00855694" w:rsidRPr="009071AC">
        <w:t>Ainsi</w:t>
      </w:r>
      <w:r>
        <w:t xml:space="preserve">, </w:t>
      </w:r>
      <w:r w:rsidR="00855694" w:rsidRPr="009071AC">
        <w:t>vos quarante mille francs sont déjà passés aux profits et pertes</w:t>
      </w:r>
      <w:r>
        <w:t xml:space="preserve">. </w:t>
      </w:r>
      <w:r w:rsidR="00855694" w:rsidRPr="009071AC">
        <w:t>Et cependant il vous serait aisé de me les rendre</w:t>
      </w:r>
      <w:r>
        <w:t xml:space="preserve">, </w:t>
      </w:r>
      <w:r w:rsidR="00855694" w:rsidRPr="009071AC">
        <w:t>si vous vouliez suivre mon conseil et liquider sans tambour ni trompettes</w:t>
      </w:r>
      <w:r>
        <w:t>…</w:t>
      </w:r>
    </w:p>
    <w:p w14:paraId="56931F89" w14:textId="4EF3A524" w:rsidR="00F635DB" w:rsidRDefault="00F635DB" w:rsidP="00F635DB">
      <w:r>
        <w:t>— </w:t>
      </w:r>
      <w:r w:rsidR="00855694" w:rsidRPr="009071AC">
        <w:t>Jamais</w:t>
      </w:r>
      <w:r>
        <w:t xml:space="preserve"> !… </w:t>
      </w:r>
      <w:r w:rsidR="00855694" w:rsidRPr="009071AC">
        <w:t xml:space="preserve">interrompit </w:t>
      </w:r>
      <w:r>
        <w:t>M. de </w:t>
      </w:r>
      <w:proofErr w:type="spellStart"/>
      <w:r w:rsidR="00855694" w:rsidRPr="009071AC">
        <w:t>Valorsay</w:t>
      </w:r>
      <w:proofErr w:type="spellEnd"/>
      <w:r>
        <w:t xml:space="preserve">, </w:t>
      </w:r>
      <w:r w:rsidR="00855694" w:rsidRPr="009071AC">
        <w:t>jamais</w:t>
      </w:r>
      <w:r>
        <w:t> !…</w:t>
      </w:r>
    </w:p>
    <w:p w14:paraId="25B727D3" w14:textId="77777777" w:rsidR="00F635DB" w:rsidRDefault="00855694" w:rsidP="00F635DB">
      <w:r w:rsidRPr="009071AC">
        <w:t>Et son imagination lui représentant comme en un éclair tous les déboires et toutes les humiliations de l</w:t>
      </w:r>
      <w:r w:rsidR="00F635DB">
        <w:t>’</w:t>
      </w:r>
      <w:r w:rsidRPr="009071AC">
        <w:t>homme ruiné et déchu</w:t>
      </w:r>
      <w:r w:rsidR="00F635DB">
        <w:t>…</w:t>
      </w:r>
    </w:p>
    <w:p w14:paraId="7F99427F" w14:textId="77777777" w:rsidR="00F635DB" w:rsidRDefault="00F635DB" w:rsidP="00F635DB">
      <w:r>
        <w:t>— </w:t>
      </w:r>
      <w:r w:rsidR="00855694" w:rsidRPr="009071AC">
        <w:t>Je ne veux pas déchoir</w:t>
      </w:r>
      <w:r>
        <w:t xml:space="preserve">, </w:t>
      </w:r>
      <w:r w:rsidR="00855694" w:rsidRPr="009071AC">
        <w:t>s</w:t>
      </w:r>
      <w:r>
        <w:t>’</w:t>
      </w:r>
      <w:r w:rsidR="00855694" w:rsidRPr="009071AC">
        <w:t>écria-t-il</w:t>
      </w:r>
      <w:r>
        <w:t xml:space="preserve">… </w:t>
      </w:r>
      <w:r w:rsidR="00855694" w:rsidRPr="009071AC">
        <w:t>Je sauverai tout</w:t>
      </w:r>
      <w:r>
        <w:t xml:space="preserve">, </w:t>
      </w:r>
      <w:r w:rsidR="00855694" w:rsidRPr="009071AC">
        <w:t>les apparences et la réalité</w:t>
      </w:r>
      <w:r>
        <w:t xml:space="preserve">, </w:t>
      </w:r>
      <w:r w:rsidR="00855694" w:rsidRPr="009071AC">
        <w:t>ou je ne sauverai rien</w:t>
      </w:r>
      <w:r>
        <w:t xml:space="preserve">… </w:t>
      </w:r>
      <w:r w:rsidR="00855694" w:rsidRPr="009071AC">
        <w:t>si vous me refusez</w:t>
      </w:r>
      <w:r>
        <w:t xml:space="preserve">, </w:t>
      </w:r>
      <w:r w:rsidR="00855694" w:rsidRPr="009071AC">
        <w:t>je verrai ailleurs</w:t>
      </w:r>
      <w:r>
        <w:t xml:space="preserve">, </w:t>
      </w:r>
      <w:r w:rsidR="00855694" w:rsidRPr="009071AC">
        <w:t>je chercherai</w:t>
      </w:r>
      <w:r>
        <w:t xml:space="preserve">… </w:t>
      </w:r>
      <w:r w:rsidR="00855694" w:rsidRPr="009071AC">
        <w:t>Mais je ne donnerai pas à tous mes bons amis</w:t>
      </w:r>
      <w:r>
        <w:t xml:space="preserve">, </w:t>
      </w:r>
      <w:r w:rsidR="00855694" w:rsidRPr="009071AC">
        <w:t>qui m</w:t>
      </w:r>
      <w:r>
        <w:t>’</w:t>
      </w:r>
      <w:r w:rsidR="00855694" w:rsidRPr="009071AC">
        <w:t>exècrent et que je hais</w:t>
      </w:r>
      <w:r>
        <w:t xml:space="preserve">, </w:t>
      </w:r>
      <w:r w:rsidR="00855694" w:rsidRPr="009071AC">
        <w:t xml:space="preserve">cette joie délicieuse de voir le marquis de </w:t>
      </w:r>
      <w:proofErr w:type="spellStart"/>
      <w:r w:rsidR="00855694" w:rsidRPr="009071AC">
        <w:t>Valorsay</w:t>
      </w:r>
      <w:proofErr w:type="spellEnd"/>
      <w:r w:rsidR="00855694" w:rsidRPr="009071AC">
        <w:t xml:space="preserve"> tombant de chute en chute</w:t>
      </w:r>
      <w:r>
        <w:t xml:space="preserve">, </w:t>
      </w:r>
      <w:r w:rsidR="00855694" w:rsidRPr="009071AC">
        <w:t>jusqu</w:t>
      </w:r>
      <w:r>
        <w:t>’</w:t>
      </w:r>
      <w:r w:rsidR="00855694" w:rsidRPr="009071AC">
        <w:t>aux pantalons douteux</w:t>
      </w:r>
      <w:r>
        <w:t xml:space="preserve">, </w:t>
      </w:r>
      <w:r w:rsidR="00855694" w:rsidRPr="009071AC">
        <w:t>aux bottes ressemelées et à l</w:t>
      </w:r>
      <w:r>
        <w:t>’</w:t>
      </w:r>
      <w:r w:rsidR="00855694" w:rsidRPr="009071AC">
        <w:t>emprunt du louis</w:t>
      </w:r>
      <w:r>
        <w:t xml:space="preserve">… </w:t>
      </w:r>
      <w:r w:rsidR="00855694" w:rsidRPr="009071AC">
        <w:t>Je ne brosserai jamais les habits de ceux que j</w:t>
      </w:r>
      <w:r>
        <w:t>’</w:t>
      </w:r>
      <w:r w:rsidR="00855694" w:rsidRPr="009071AC">
        <w:t>ai éclaboussés quinze ans</w:t>
      </w:r>
      <w:r>
        <w:t xml:space="preserve">… </w:t>
      </w:r>
      <w:r w:rsidR="00855694" w:rsidRPr="009071AC">
        <w:t>Non</w:t>
      </w:r>
      <w:r>
        <w:t xml:space="preserve">, </w:t>
      </w:r>
      <w:r w:rsidR="00855694" w:rsidRPr="009071AC">
        <w:t>jamais</w:t>
      </w:r>
      <w:r>
        <w:t xml:space="preserve">, </w:t>
      </w:r>
      <w:r w:rsidR="00855694" w:rsidRPr="009071AC">
        <w:t>j</w:t>
      </w:r>
      <w:r>
        <w:t>’</w:t>
      </w:r>
      <w:r w:rsidR="00855694" w:rsidRPr="009071AC">
        <w:t>aimerais mieux mourir ou commettre les plus grands crimes</w:t>
      </w:r>
      <w:r>
        <w:t> !…</w:t>
      </w:r>
    </w:p>
    <w:p w14:paraId="49CD976C" w14:textId="47E8195D" w:rsidR="00F635DB" w:rsidRDefault="00855694" w:rsidP="00F635DB">
      <w:r w:rsidRPr="009071AC">
        <w:t>Il s</w:t>
      </w:r>
      <w:r w:rsidR="00F635DB">
        <w:t>’</w:t>
      </w:r>
      <w:r w:rsidRPr="009071AC">
        <w:t>arrêta court</w:t>
      </w:r>
      <w:r w:rsidR="00F635DB">
        <w:t xml:space="preserve">, </w:t>
      </w:r>
      <w:r w:rsidRPr="009071AC">
        <w:t>un peu étonné peut-être de ce qu</w:t>
      </w:r>
      <w:r w:rsidR="00F635DB">
        <w:t>’</w:t>
      </w:r>
      <w:r w:rsidRPr="009071AC">
        <w:t>il venait de dire</w:t>
      </w:r>
      <w:r w:rsidR="00F635DB">
        <w:t xml:space="preserve">, </w:t>
      </w:r>
      <w:r w:rsidRPr="009071AC">
        <w:t>et</w:t>
      </w:r>
      <w:r w:rsidR="00F635DB">
        <w:t xml:space="preserve">, </w:t>
      </w:r>
      <w:r w:rsidRPr="009071AC">
        <w:t>pendant un moment</w:t>
      </w:r>
      <w:r w:rsidR="00F635DB">
        <w:t>, M. </w:t>
      </w:r>
      <w:r w:rsidRPr="009071AC">
        <w:t>Fortunat et lui se regardèrent dans les yeux</w:t>
      </w:r>
      <w:r w:rsidR="00F635DB">
        <w:t xml:space="preserve">, </w:t>
      </w:r>
      <w:r w:rsidRPr="009071AC">
        <w:t>en silence</w:t>
      </w:r>
      <w:r w:rsidR="00F635DB">
        <w:t xml:space="preserve">, </w:t>
      </w:r>
      <w:r w:rsidRPr="009071AC">
        <w:t>chacun s</w:t>
      </w:r>
      <w:r w:rsidR="00F635DB">
        <w:t>’</w:t>
      </w:r>
      <w:r w:rsidRPr="009071AC">
        <w:t>efforçant de pénétrer la pensée secrète de l</w:t>
      </w:r>
      <w:r w:rsidR="00F635DB">
        <w:t>’</w:t>
      </w:r>
      <w:r w:rsidRPr="009071AC">
        <w:t>autre</w:t>
      </w:r>
      <w:r w:rsidR="00F635DB">
        <w:t xml:space="preserve">, </w:t>
      </w:r>
      <w:r w:rsidRPr="009071AC">
        <w:t>comme des duellistes sur le terrain</w:t>
      </w:r>
      <w:r w:rsidR="00F635DB">
        <w:t xml:space="preserve">, </w:t>
      </w:r>
      <w:r w:rsidRPr="009071AC">
        <w:t>pendant un repos</w:t>
      </w:r>
      <w:r w:rsidR="00F635DB">
        <w:t xml:space="preserve">, </w:t>
      </w:r>
      <w:r w:rsidRPr="009071AC">
        <w:t>avant de reprendre le combat</w:t>
      </w:r>
      <w:r w:rsidR="00F635DB">
        <w:t>.</w:t>
      </w:r>
    </w:p>
    <w:p w14:paraId="2734A5F3" w14:textId="77777777" w:rsidR="00F635DB" w:rsidRDefault="00855694" w:rsidP="00F635DB">
      <w:r w:rsidRPr="009071AC">
        <w:t>Le marquis fut le premier à se croire renseigné</w:t>
      </w:r>
      <w:r w:rsidR="00F635DB">
        <w:t>.</w:t>
      </w:r>
    </w:p>
    <w:p w14:paraId="081C8C4A" w14:textId="77777777" w:rsidR="00F635DB" w:rsidRDefault="00F635DB" w:rsidP="00F635DB">
      <w:r>
        <w:t>— </w:t>
      </w:r>
      <w:r w:rsidR="00855694" w:rsidRPr="009071AC">
        <w:t>Ainsi</w:t>
      </w:r>
      <w:r>
        <w:t xml:space="preserve">, </w:t>
      </w:r>
      <w:r w:rsidR="00855694" w:rsidRPr="009071AC">
        <w:t>fit-il</w:t>
      </w:r>
      <w:r>
        <w:t xml:space="preserve">, </w:t>
      </w:r>
      <w:r w:rsidR="00855694" w:rsidRPr="009071AC">
        <w:t>d</w:t>
      </w:r>
      <w:r>
        <w:t>’</w:t>
      </w:r>
      <w:r w:rsidR="00855694" w:rsidRPr="009071AC">
        <w:t>un ton qui voulait être dégagé</w:t>
      </w:r>
      <w:r>
        <w:t xml:space="preserve">, </w:t>
      </w:r>
      <w:r w:rsidR="00855694" w:rsidRPr="009071AC">
        <w:t>et qui était plutôt menaçant</w:t>
      </w:r>
      <w:r>
        <w:t xml:space="preserve">, </w:t>
      </w:r>
      <w:r w:rsidR="00855694" w:rsidRPr="009071AC">
        <w:t>c</w:t>
      </w:r>
      <w:r>
        <w:t>’</w:t>
      </w:r>
      <w:r w:rsidR="00855694" w:rsidRPr="009071AC">
        <w:t>est bien décidé</w:t>
      </w:r>
      <w:r>
        <w:t xml:space="preserve">, </w:t>
      </w:r>
      <w:r w:rsidR="00855694" w:rsidRPr="009071AC">
        <w:t>votre refus est définitif</w:t>
      </w:r>
      <w:r>
        <w:t>.</w:t>
      </w:r>
    </w:p>
    <w:p w14:paraId="5F1C7921" w14:textId="4406BB2C" w:rsidR="00F635DB" w:rsidRDefault="00F635DB" w:rsidP="00F635DB">
      <w:r>
        <w:lastRenderedPageBreak/>
        <w:t>— </w:t>
      </w:r>
      <w:r w:rsidR="00855694" w:rsidRPr="009071AC">
        <w:t>Dé</w:t>
      </w:r>
      <w:r>
        <w:t xml:space="preserve"> – </w:t>
      </w:r>
      <w:r w:rsidR="00855694" w:rsidRPr="009071AC">
        <w:t>fi</w:t>
      </w:r>
      <w:r>
        <w:t xml:space="preserve"> – </w:t>
      </w:r>
      <w:r w:rsidR="00855694" w:rsidRPr="009071AC">
        <w:t>ni</w:t>
      </w:r>
      <w:r>
        <w:t xml:space="preserve"> – </w:t>
      </w:r>
      <w:r w:rsidR="00855694" w:rsidRPr="009071AC">
        <w:t>tif</w:t>
      </w:r>
      <w:r>
        <w:t> !!!</w:t>
      </w:r>
    </w:p>
    <w:p w14:paraId="103B8242" w14:textId="77777777" w:rsidR="00F635DB" w:rsidRDefault="00F635DB" w:rsidP="00F635DB">
      <w:r>
        <w:t>— </w:t>
      </w:r>
      <w:r w:rsidR="00855694" w:rsidRPr="009071AC">
        <w:t>Vous ne daignerez même pas écouter mes explications</w:t>
      </w:r>
      <w:r>
        <w:t> ?</w:t>
      </w:r>
    </w:p>
    <w:p w14:paraId="78871FC6" w14:textId="77777777" w:rsidR="00F635DB" w:rsidRDefault="00F635DB" w:rsidP="00F635DB">
      <w:r>
        <w:t>— </w:t>
      </w:r>
      <w:r w:rsidR="00855694" w:rsidRPr="009071AC">
        <w:t>Ce serait du temps perdu</w:t>
      </w:r>
      <w:r>
        <w:t> !…</w:t>
      </w:r>
    </w:p>
    <w:p w14:paraId="54D27490" w14:textId="1E72C3EF" w:rsidR="00F635DB" w:rsidRDefault="00F635DB" w:rsidP="00F635DB">
      <w:r>
        <w:t>M. de </w:t>
      </w:r>
      <w:proofErr w:type="spellStart"/>
      <w:r w:rsidR="00855694" w:rsidRPr="009071AC">
        <w:t>Valorsay</w:t>
      </w:r>
      <w:proofErr w:type="spellEnd"/>
      <w:r>
        <w:t xml:space="preserve">, </w:t>
      </w:r>
      <w:r w:rsidR="00855694" w:rsidRPr="009071AC">
        <w:t>à cette cruelle réponse</w:t>
      </w:r>
      <w:r>
        <w:t xml:space="preserve">, </w:t>
      </w:r>
      <w:r w:rsidR="00855694" w:rsidRPr="009071AC">
        <w:t>donna sur le bureau un si formidable coup de poing que trois ou quatre dossiers roulèrent à terre</w:t>
      </w:r>
      <w:r>
        <w:t xml:space="preserve">. </w:t>
      </w:r>
      <w:r w:rsidR="00855694" w:rsidRPr="009071AC">
        <w:t>Sa colère n</w:t>
      </w:r>
      <w:r>
        <w:t>’</w:t>
      </w:r>
      <w:r w:rsidR="00855694" w:rsidRPr="009071AC">
        <w:t>était plus feinte</w:t>
      </w:r>
      <w:r>
        <w:t>…</w:t>
      </w:r>
    </w:p>
    <w:p w14:paraId="18426E69" w14:textId="77777777" w:rsidR="00F635DB" w:rsidRDefault="00F635DB" w:rsidP="00F635DB">
      <w:r>
        <w:t>— </w:t>
      </w:r>
      <w:r w:rsidR="00855694" w:rsidRPr="009071AC">
        <w:t>Que projetez-vous donc</w:t>
      </w:r>
      <w:r>
        <w:t xml:space="preserve">, </w:t>
      </w:r>
      <w:r w:rsidR="00855694" w:rsidRPr="009071AC">
        <w:t>s</w:t>
      </w:r>
      <w:r>
        <w:t>’</w:t>
      </w:r>
      <w:r w:rsidR="00855694" w:rsidRPr="009071AC">
        <w:t>écria-t-il</w:t>
      </w:r>
      <w:r>
        <w:t xml:space="preserve">, </w:t>
      </w:r>
      <w:r w:rsidR="00855694" w:rsidRPr="009071AC">
        <w:t>et que comptez-vous faire</w:t>
      </w:r>
      <w:r>
        <w:t xml:space="preserve"> ?… </w:t>
      </w:r>
      <w:r w:rsidR="00855694" w:rsidRPr="009071AC">
        <w:t>Pour qui me trahissez-vous</w:t>
      </w:r>
      <w:r>
        <w:t xml:space="preserve">, </w:t>
      </w:r>
      <w:r w:rsidR="00855694" w:rsidRPr="009071AC">
        <w:t>pour quelle somme et pour quels desseins</w:t>
      </w:r>
      <w:r>
        <w:t xml:space="preserve"> ?… </w:t>
      </w:r>
      <w:r w:rsidR="00855694" w:rsidRPr="009071AC">
        <w:t>Prenez garde</w:t>
      </w:r>
      <w:r>
        <w:t xml:space="preserve">… </w:t>
      </w:r>
      <w:r w:rsidR="00855694" w:rsidRPr="009071AC">
        <w:t>C</w:t>
      </w:r>
      <w:r>
        <w:t>’</w:t>
      </w:r>
      <w:r w:rsidR="00855694" w:rsidRPr="009071AC">
        <w:t>est ma peau que je vais défendre</w:t>
      </w:r>
      <w:r>
        <w:t xml:space="preserve">, </w:t>
      </w:r>
      <w:r w:rsidR="00855694" w:rsidRPr="009071AC">
        <w:t>et par le nom de Dieu</w:t>
      </w:r>
      <w:r>
        <w:t xml:space="preserve"> !… </w:t>
      </w:r>
      <w:r w:rsidR="00855694" w:rsidRPr="009071AC">
        <w:t>je la défendrai bien</w:t>
      </w:r>
      <w:r>
        <w:t xml:space="preserve">… </w:t>
      </w:r>
      <w:r w:rsidR="00855694" w:rsidRPr="009071AC">
        <w:t>L</w:t>
      </w:r>
      <w:r>
        <w:t>’</w:t>
      </w:r>
      <w:r w:rsidR="00855694" w:rsidRPr="009071AC">
        <w:t>homme résolu à se brûler la cervelle s</w:t>
      </w:r>
      <w:r>
        <w:t>’</w:t>
      </w:r>
      <w:r w:rsidR="00855694" w:rsidRPr="009071AC">
        <w:t>il échoue est terriblement dangereux</w:t>
      </w:r>
      <w:r>
        <w:t xml:space="preserve">… </w:t>
      </w:r>
      <w:r w:rsidR="00855694" w:rsidRPr="009071AC">
        <w:t xml:space="preserve">Malheur à vous si je vous trouve jamais entre moi et les millions de </w:t>
      </w:r>
      <w:proofErr w:type="spellStart"/>
      <w:r w:rsidR="00855694" w:rsidRPr="009071AC">
        <w:t>Chalusse</w:t>
      </w:r>
      <w:proofErr w:type="spellEnd"/>
      <w:r>
        <w:t>…</w:t>
      </w:r>
    </w:p>
    <w:p w14:paraId="590EB6E0" w14:textId="5AE36F74" w:rsidR="00F635DB" w:rsidRDefault="00F635DB" w:rsidP="00F635DB">
      <w:r>
        <w:t>M. </w:t>
      </w:r>
      <w:r w:rsidR="00855694" w:rsidRPr="009071AC">
        <w:t>Fortunat n</w:t>
      </w:r>
      <w:r>
        <w:t>’</w:t>
      </w:r>
      <w:r w:rsidR="00855694" w:rsidRPr="009071AC">
        <w:t>avait pas une goutte de sang aux joues</w:t>
      </w:r>
      <w:r>
        <w:t xml:space="preserve"> ; </w:t>
      </w:r>
      <w:r w:rsidR="00855694" w:rsidRPr="009071AC">
        <w:t>néanmoins sa contenance fut digne</w:t>
      </w:r>
      <w:r>
        <w:t>.</w:t>
      </w:r>
    </w:p>
    <w:p w14:paraId="7636E12D" w14:textId="63E63201" w:rsidR="00F635DB" w:rsidRDefault="00F635DB" w:rsidP="00F635DB">
      <w:r>
        <w:t>— </w:t>
      </w:r>
      <w:r w:rsidR="00855694" w:rsidRPr="009071AC">
        <w:t>Vous avez tort de me menacer</w:t>
      </w:r>
      <w:r>
        <w:t xml:space="preserve">, </w:t>
      </w:r>
      <w:r w:rsidR="00855694" w:rsidRPr="009071AC">
        <w:t>fit-il</w:t>
      </w:r>
      <w:r>
        <w:t xml:space="preserve">, </w:t>
      </w:r>
      <w:r w:rsidR="00855694" w:rsidRPr="009071AC">
        <w:t>vous ne me faites pas peur</w:t>
      </w:r>
      <w:r>
        <w:t xml:space="preserve">… </w:t>
      </w:r>
      <w:r w:rsidR="00855694" w:rsidRPr="009071AC">
        <w:t>Si j</w:t>
      </w:r>
      <w:r>
        <w:t>’</w:t>
      </w:r>
      <w:r w:rsidR="00855694" w:rsidRPr="009071AC">
        <w:t>étais contre vous</w:t>
      </w:r>
      <w:r>
        <w:t xml:space="preserve">, </w:t>
      </w:r>
      <w:r w:rsidR="00855694" w:rsidRPr="009071AC">
        <w:t>je n</w:t>
      </w:r>
      <w:r>
        <w:t>’</w:t>
      </w:r>
      <w:r w:rsidR="00855694" w:rsidRPr="009071AC">
        <w:t>aurais qu</w:t>
      </w:r>
      <w:r>
        <w:t>’</w:t>
      </w:r>
      <w:r w:rsidR="00855694" w:rsidRPr="009071AC">
        <w:t>à vous poursuivre pour les 4</w:t>
      </w:r>
      <w:r w:rsidRPr="009071AC">
        <w:t>0</w:t>
      </w:r>
      <w:r>
        <w:t>,</w:t>
      </w:r>
      <w:r w:rsidRPr="009071AC">
        <w:t>0</w:t>
      </w:r>
      <w:r w:rsidR="00855694" w:rsidRPr="009071AC">
        <w:t>00 francs que vous me devez</w:t>
      </w:r>
      <w:r>
        <w:t xml:space="preserve">. </w:t>
      </w:r>
      <w:r w:rsidR="00855694" w:rsidRPr="009071AC">
        <w:t>Je ne serais pas payé</w:t>
      </w:r>
      <w:r>
        <w:t xml:space="preserve">, </w:t>
      </w:r>
      <w:r w:rsidR="00855694" w:rsidRPr="009071AC">
        <w:t>mais l</w:t>
      </w:r>
      <w:r>
        <w:t>’</w:t>
      </w:r>
      <w:r w:rsidR="00855694" w:rsidRPr="009071AC">
        <w:t>édifice mensonger de votre fortune croulerait sous ce seul coup de pic</w:t>
      </w:r>
      <w:r>
        <w:t xml:space="preserve">… </w:t>
      </w:r>
      <w:r w:rsidR="00855694" w:rsidRPr="009071AC">
        <w:t>Vous oubliez en outre que je possède un double de notre traité signé de votre main</w:t>
      </w:r>
      <w:r>
        <w:t xml:space="preserve">, </w:t>
      </w:r>
      <w:r w:rsidR="00855694" w:rsidRPr="009071AC">
        <w:t>et que je n</w:t>
      </w:r>
      <w:r>
        <w:t>’</w:t>
      </w:r>
      <w:r w:rsidR="00855694" w:rsidRPr="009071AC">
        <w:t>aurais qu</w:t>
      </w:r>
      <w:r>
        <w:t>’</w:t>
      </w:r>
      <w:r w:rsidR="00855694" w:rsidRPr="009071AC">
        <w:t xml:space="preserve">à le faire parvenir à </w:t>
      </w:r>
      <w:r>
        <w:t>M</w:t>
      </w:r>
      <w:r w:rsidRPr="00F635DB">
        <w:rPr>
          <w:vertAlign w:val="superscript"/>
        </w:rPr>
        <w:t>lle</w:t>
      </w:r>
      <w:r>
        <w:t> </w:t>
      </w:r>
      <w:r w:rsidR="00855694" w:rsidRPr="009071AC">
        <w:t>Marguerite</w:t>
      </w:r>
      <w:r>
        <w:t xml:space="preserve">, </w:t>
      </w:r>
      <w:r w:rsidR="00855694" w:rsidRPr="009071AC">
        <w:t>pour lui donner la juste mesure de votre désintéressement</w:t>
      </w:r>
      <w:r>
        <w:t xml:space="preserve">… </w:t>
      </w:r>
      <w:r w:rsidR="00855694" w:rsidRPr="009071AC">
        <w:t>Brisons donc nos relations</w:t>
      </w:r>
      <w:r>
        <w:t xml:space="preserve">, </w:t>
      </w:r>
      <w:r w:rsidR="00855694" w:rsidRPr="009071AC">
        <w:t>monsieur</w:t>
      </w:r>
      <w:r>
        <w:t xml:space="preserve">, </w:t>
      </w:r>
      <w:r w:rsidR="00855694" w:rsidRPr="009071AC">
        <w:t>et allons chacun notre chemin sans plus nous occuper l</w:t>
      </w:r>
      <w:r>
        <w:t>’</w:t>
      </w:r>
      <w:r w:rsidR="00855694" w:rsidRPr="009071AC">
        <w:t>un de l</w:t>
      </w:r>
      <w:r>
        <w:t>’</w:t>
      </w:r>
      <w:r w:rsidR="00855694" w:rsidRPr="009071AC">
        <w:t>autre</w:t>
      </w:r>
      <w:r>
        <w:t xml:space="preserve">… </w:t>
      </w:r>
      <w:r w:rsidR="00855694" w:rsidRPr="009071AC">
        <w:t>Si vous réussissez vous me rendrez mon argent</w:t>
      </w:r>
      <w:r>
        <w:t>…</w:t>
      </w:r>
    </w:p>
    <w:p w14:paraId="150E9274" w14:textId="77777777" w:rsidR="00F635DB" w:rsidRDefault="00855694" w:rsidP="00F635DB">
      <w:r w:rsidRPr="009071AC">
        <w:lastRenderedPageBreak/>
        <w:t>La victoire restait au dénicheur d</w:t>
      </w:r>
      <w:r w:rsidR="00F635DB">
        <w:t>’</w:t>
      </w:r>
      <w:r w:rsidRPr="009071AC">
        <w:t>héritages</w:t>
      </w:r>
      <w:r w:rsidR="00F635DB">
        <w:t xml:space="preserve">, </w:t>
      </w:r>
      <w:r w:rsidRPr="009071AC">
        <w:t>et c</w:t>
      </w:r>
      <w:r w:rsidR="00F635DB">
        <w:t>’</w:t>
      </w:r>
      <w:r w:rsidRPr="009071AC">
        <w:t>est avec un sentiment d</w:t>
      </w:r>
      <w:r w:rsidR="00F635DB">
        <w:t>’</w:t>
      </w:r>
      <w:r w:rsidRPr="009071AC">
        <w:t>orgueil qu</w:t>
      </w:r>
      <w:r w:rsidR="00F635DB">
        <w:t>’</w:t>
      </w:r>
      <w:r w:rsidRPr="009071AC">
        <w:t>il vit s</w:t>
      </w:r>
      <w:r w:rsidR="00F635DB">
        <w:t>’</w:t>
      </w:r>
      <w:r w:rsidRPr="009071AC">
        <w:t>éloigner son très-noble client humilié et blême de rage</w:t>
      </w:r>
      <w:r w:rsidR="00F635DB">
        <w:t>…</w:t>
      </w:r>
    </w:p>
    <w:p w14:paraId="2605CF94" w14:textId="7D771CD8" w:rsidR="00F635DB" w:rsidRDefault="00F635DB" w:rsidP="00F635DB">
      <w:r>
        <w:t>— </w:t>
      </w:r>
      <w:r w:rsidR="00855694" w:rsidRPr="009071AC">
        <w:t>Quel brigand que ce marquis</w:t>
      </w:r>
      <w:r>
        <w:t xml:space="preserve">, </w:t>
      </w:r>
      <w:r w:rsidR="00855694" w:rsidRPr="009071AC">
        <w:t>grommelait-il</w:t>
      </w:r>
      <w:r>
        <w:t xml:space="preserve">, </w:t>
      </w:r>
      <w:r w:rsidR="00855694" w:rsidRPr="009071AC">
        <w:t xml:space="preserve">et comme je préviendrais </w:t>
      </w:r>
      <w:r>
        <w:t>M</w:t>
      </w:r>
      <w:r w:rsidRPr="00F635DB">
        <w:rPr>
          <w:vertAlign w:val="superscript"/>
        </w:rPr>
        <w:t>lle</w:t>
      </w:r>
      <w:r>
        <w:t> </w:t>
      </w:r>
      <w:r w:rsidR="00855694" w:rsidRPr="009071AC">
        <w:t>Marguerite</w:t>
      </w:r>
      <w:r>
        <w:t xml:space="preserve">, </w:t>
      </w:r>
      <w:r w:rsidR="00855694" w:rsidRPr="009071AC">
        <w:t>la pauvre fille</w:t>
      </w:r>
      <w:r>
        <w:t xml:space="preserve">, </w:t>
      </w:r>
      <w:r w:rsidR="00855694" w:rsidRPr="009071AC">
        <w:t>si je n</w:t>
      </w:r>
      <w:r>
        <w:t>’</w:t>
      </w:r>
      <w:r w:rsidR="00855694" w:rsidRPr="009071AC">
        <w:t>avais pas si peur de lui</w:t>
      </w:r>
      <w:r>
        <w:t> !…</w:t>
      </w:r>
    </w:p>
    <w:p w14:paraId="421A526B" w14:textId="6B152A54" w:rsidR="00855694" w:rsidRPr="009071AC" w:rsidRDefault="00855694" w:rsidP="00F635DB">
      <w:pPr>
        <w:pStyle w:val="Titre1"/>
      </w:pPr>
      <w:bookmarkStart w:id="14" w:name="_Toc202021412"/>
      <w:r w:rsidRPr="009071AC">
        <w:lastRenderedPageBreak/>
        <w:t>XIV</w:t>
      </w:r>
      <w:bookmarkEnd w:id="14"/>
      <w:r w:rsidRPr="009071AC">
        <w:br/>
      </w:r>
    </w:p>
    <w:p w14:paraId="7A956246" w14:textId="66D34087" w:rsidR="00F635DB" w:rsidRDefault="00F635DB" w:rsidP="00F635DB">
      <w:r>
        <w:t>M. </w:t>
      </w:r>
      <w:r w:rsidR="00855694" w:rsidRPr="009071AC">
        <w:t>Casimir</w:t>
      </w:r>
      <w:r>
        <w:t xml:space="preserve">, </w:t>
      </w:r>
      <w:r w:rsidR="00855694" w:rsidRPr="009071AC">
        <w:t xml:space="preserve">le valet de chambre de feu </w:t>
      </w:r>
      <w:r>
        <w:t>M. </w:t>
      </w:r>
      <w:r w:rsidR="00855694" w:rsidRPr="009071AC">
        <w:t xml:space="preserve">le comte de </w:t>
      </w:r>
      <w:proofErr w:type="spellStart"/>
      <w:r w:rsidR="00855694" w:rsidRPr="009071AC">
        <w:t>Chalusse</w:t>
      </w:r>
      <w:proofErr w:type="spellEnd"/>
      <w:r>
        <w:t xml:space="preserve">, </w:t>
      </w:r>
      <w:r w:rsidR="00855694" w:rsidRPr="009071AC">
        <w:t>n</w:t>
      </w:r>
      <w:r>
        <w:t>’</w:t>
      </w:r>
      <w:r w:rsidR="00855694" w:rsidRPr="009071AC">
        <w:t>était</w:t>
      </w:r>
      <w:r>
        <w:t xml:space="preserve">, </w:t>
      </w:r>
      <w:r w:rsidR="00855694" w:rsidRPr="009071AC">
        <w:t>mon Dieu</w:t>
      </w:r>
      <w:r>
        <w:t xml:space="preserve"> ! </w:t>
      </w:r>
      <w:r w:rsidR="00855694" w:rsidRPr="009071AC">
        <w:t>ni meilleur ni pire que la plupart de ses confrères</w:t>
      </w:r>
      <w:r>
        <w:t>…</w:t>
      </w:r>
    </w:p>
    <w:p w14:paraId="155579CF" w14:textId="77777777" w:rsidR="00F635DB" w:rsidRDefault="00855694" w:rsidP="00F635DB">
      <w:r w:rsidRPr="009071AC">
        <w:t>Les vieillards racontent qu</w:t>
      </w:r>
      <w:r w:rsidR="00F635DB">
        <w:t>’</w:t>
      </w:r>
      <w:r w:rsidRPr="009071AC">
        <w:t>il existait jadis une race de serviteurs fidèles</w:t>
      </w:r>
      <w:r w:rsidR="00F635DB">
        <w:t xml:space="preserve">, </w:t>
      </w:r>
      <w:r w:rsidRPr="009071AC">
        <w:t>qui se croyaient solidaires de la famille qui les adoptait et en embrassaient les intérêts et les idées</w:t>
      </w:r>
      <w:r w:rsidR="00F635DB">
        <w:t xml:space="preserve">. </w:t>
      </w:r>
      <w:r w:rsidRPr="009071AC">
        <w:t>Les maîtres</w:t>
      </w:r>
      <w:r w:rsidR="00F635DB">
        <w:t xml:space="preserve">, </w:t>
      </w:r>
      <w:r w:rsidRPr="009071AC">
        <w:t>en ce temps</w:t>
      </w:r>
      <w:r w:rsidR="00F635DB">
        <w:t xml:space="preserve">, </w:t>
      </w:r>
      <w:r w:rsidRPr="009071AC">
        <w:t>payaient ce rare dévouement en protection efficace et en sécurité pour l</w:t>
      </w:r>
      <w:r w:rsidR="00F635DB">
        <w:t>’</w:t>
      </w:r>
      <w:r w:rsidRPr="009071AC">
        <w:t>avenir</w:t>
      </w:r>
      <w:r w:rsidR="00F635DB">
        <w:t>.</w:t>
      </w:r>
    </w:p>
    <w:p w14:paraId="1AA9A1ED" w14:textId="77777777" w:rsidR="00F635DB" w:rsidRDefault="00855694" w:rsidP="00F635DB">
      <w:r w:rsidRPr="009071AC">
        <w:t>De tels maîtres et de pareils serviteurs</w:t>
      </w:r>
      <w:r w:rsidR="00F635DB">
        <w:t xml:space="preserve">, </w:t>
      </w:r>
      <w:r w:rsidRPr="009071AC">
        <w:t>on ne trouve plus aujourd</w:t>
      </w:r>
      <w:r w:rsidR="00F635DB">
        <w:t>’</w:t>
      </w:r>
      <w:r w:rsidRPr="009071AC">
        <w:t>hui de traces que dans les vieux mélodrames de l</w:t>
      </w:r>
      <w:r w:rsidR="00F635DB">
        <w:t>’</w:t>
      </w:r>
      <w:r w:rsidRPr="009071AC">
        <w:t>Ambigu</w:t>
      </w:r>
      <w:r w:rsidR="00F635DB">
        <w:t xml:space="preserve"> ; </w:t>
      </w:r>
      <w:r w:rsidRPr="009071AC">
        <w:t xml:space="preserve">dans la </w:t>
      </w:r>
      <w:r w:rsidRPr="009071AC">
        <w:rPr>
          <w:i/>
        </w:rPr>
        <w:t>Berline de l</w:t>
      </w:r>
      <w:r w:rsidR="00F635DB">
        <w:rPr>
          <w:i/>
        </w:rPr>
        <w:t>’</w:t>
      </w:r>
      <w:r w:rsidRPr="009071AC">
        <w:rPr>
          <w:i/>
        </w:rPr>
        <w:t>Émigré</w:t>
      </w:r>
      <w:r w:rsidR="00F635DB">
        <w:t xml:space="preserve">, </w:t>
      </w:r>
      <w:r w:rsidRPr="009071AC">
        <w:t>par exemple</w:t>
      </w:r>
      <w:r w:rsidR="00F635DB">
        <w:t xml:space="preserve">, </w:t>
      </w:r>
      <w:r w:rsidRPr="009071AC">
        <w:t xml:space="preserve">ou dans le </w:t>
      </w:r>
      <w:r w:rsidRPr="009071AC">
        <w:rPr>
          <w:i/>
        </w:rPr>
        <w:t>Dernier des Châteauvieux</w:t>
      </w:r>
      <w:r w:rsidR="00F635DB">
        <w:t>.</w:t>
      </w:r>
    </w:p>
    <w:p w14:paraId="6E2519D7" w14:textId="77777777" w:rsidR="00F635DB" w:rsidRDefault="00855694" w:rsidP="00F635DB">
      <w:r w:rsidRPr="009071AC">
        <w:t>Les domestiques</w:t>
      </w:r>
      <w:r w:rsidR="00F635DB">
        <w:t xml:space="preserve">, </w:t>
      </w:r>
      <w:r w:rsidRPr="009071AC">
        <w:t>à cette heure</w:t>
      </w:r>
      <w:r w:rsidR="00F635DB">
        <w:t xml:space="preserve">, </w:t>
      </w:r>
      <w:r w:rsidRPr="009071AC">
        <w:t>traversent les maisons où ils servent comme ces auberges à la nuit où on se permet tout puisqu</w:t>
      </w:r>
      <w:r w:rsidR="00F635DB">
        <w:t>’</w:t>
      </w:r>
      <w:r w:rsidRPr="009071AC">
        <w:t>on part le lendemain</w:t>
      </w:r>
      <w:r w:rsidR="00F635DB">
        <w:t xml:space="preserve">. </w:t>
      </w:r>
      <w:r w:rsidRPr="009071AC">
        <w:t>Et les familles les accueillent comme des hôtes nomades</w:t>
      </w:r>
      <w:r w:rsidR="00F635DB">
        <w:t xml:space="preserve">, </w:t>
      </w:r>
      <w:r w:rsidRPr="009071AC">
        <w:t>dangereux souvent</w:t>
      </w:r>
      <w:r w:rsidR="00F635DB">
        <w:t xml:space="preserve">, </w:t>
      </w:r>
      <w:r w:rsidRPr="009071AC">
        <w:t>et dont il est toujours prudent de se défier</w:t>
      </w:r>
      <w:r w:rsidR="00F635DB">
        <w:t>.</w:t>
      </w:r>
    </w:p>
    <w:p w14:paraId="326C4F7D" w14:textId="77777777" w:rsidR="00F635DB" w:rsidRDefault="00855694" w:rsidP="00F635DB">
      <w:r w:rsidRPr="009071AC">
        <w:t>On ne laisse pas la clef de la cave à ces tâcherons révoltés</w:t>
      </w:r>
      <w:r w:rsidR="00F635DB">
        <w:t xml:space="preserve">, </w:t>
      </w:r>
      <w:r w:rsidRPr="009071AC">
        <w:t>on ne leur confie plus guère que les enfants</w:t>
      </w:r>
      <w:r w:rsidR="00F635DB">
        <w:t xml:space="preserve">, </w:t>
      </w:r>
      <w:r w:rsidRPr="009071AC">
        <w:t>ce qui produit de prodigieux résultats</w:t>
      </w:r>
      <w:r w:rsidR="00F635DB">
        <w:t xml:space="preserve">, </w:t>
      </w:r>
      <w:r w:rsidRPr="009071AC">
        <w:t>ainsi que le prouva</w:t>
      </w:r>
      <w:r w:rsidR="00F635DB">
        <w:t xml:space="preserve">, </w:t>
      </w:r>
      <w:r w:rsidRPr="009071AC">
        <w:t>l</w:t>
      </w:r>
      <w:r w:rsidR="00F635DB">
        <w:t>’</w:t>
      </w:r>
      <w:r w:rsidRPr="009071AC">
        <w:t>an passé</w:t>
      </w:r>
      <w:r w:rsidR="00F635DB">
        <w:t xml:space="preserve">, </w:t>
      </w:r>
      <w:r w:rsidRPr="009071AC">
        <w:t>certain procès qui épouvanta Paris</w:t>
      </w:r>
      <w:r w:rsidR="00F635DB">
        <w:t>…</w:t>
      </w:r>
    </w:p>
    <w:p w14:paraId="20A957DA" w14:textId="55644470" w:rsidR="00F635DB" w:rsidRDefault="00855694" w:rsidP="00F635DB">
      <w:r w:rsidRPr="009071AC">
        <w:t>Cependant</w:t>
      </w:r>
      <w:r w:rsidR="00F635DB">
        <w:t>, M. </w:t>
      </w:r>
      <w:r w:rsidRPr="009071AC">
        <w:t>Casimir était probe</w:t>
      </w:r>
      <w:r w:rsidR="00F635DB">
        <w:t xml:space="preserve">, </w:t>
      </w:r>
      <w:r w:rsidRPr="009071AC">
        <w:t>dans le sens strict du mot</w:t>
      </w:r>
      <w:r w:rsidR="00F635DB">
        <w:t xml:space="preserve">. </w:t>
      </w:r>
      <w:r w:rsidRPr="009071AC">
        <w:t>Plutôt que de dérober une pièce de dix sous</w:t>
      </w:r>
      <w:r w:rsidR="00F635DB">
        <w:t xml:space="preserve">, </w:t>
      </w:r>
      <w:r w:rsidRPr="009071AC">
        <w:t>il eût gâché et gaspillé pour 100 francs de n</w:t>
      </w:r>
      <w:r w:rsidR="00F635DB">
        <w:t>’</w:t>
      </w:r>
      <w:r w:rsidRPr="009071AC">
        <w:t>importe quoi</w:t>
      </w:r>
      <w:r w:rsidR="00F635DB">
        <w:t xml:space="preserve">, </w:t>
      </w:r>
      <w:r w:rsidRPr="009071AC">
        <w:t>dans l</w:t>
      </w:r>
      <w:r w:rsidR="00F635DB">
        <w:t>’</w:t>
      </w:r>
      <w:r w:rsidRPr="009071AC">
        <w:t>hôtel</w:t>
      </w:r>
      <w:r w:rsidR="00F635DB">
        <w:t xml:space="preserve">, </w:t>
      </w:r>
      <w:r w:rsidRPr="009071AC">
        <w:t>comme cela lui arrivait parfois</w:t>
      </w:r>
      <w:r w:rsidR="00F635DB">
        <w:t xml:space="preserve">, </w:t>
      </w:r>
      <w:r w:rsidRPr="009071AC">
        <w:t>quand on lui avait fait des reproches et qu</w:t>
      </w:r>
      <w:r w:rsidR="00F635DB">
        <w:t>’</w:t>
      </w:r>
      <w:r w:rsidRPr="009071AC">
        <w:t>il voulait se venger</w:t>
      </w:r>
      <w:r w:rsidR="00F635DB">
        <w:t>.</w:t>
      </w:r>
    </w:p>
    <w:p w14:paraId="4BA06634" w14:textId="2CBB1E3A" w:rsidR="00F635DB" w:rsidRDefault="00855694" w:rsidP="00F635DB">
      <w:r w:rsidRPr="009071AC">
        <w:lastRenderedPageBreak/>
        <w:t>Vaniteux</w:t>
      </w:r>
      <w:r w:rsidR="00F635DB">
        <w:t xml:space="preserve">, </w:t>
      </w:r>
      <w:r w:rsidRPr="009071AC">
        <w:t>cauteleux et rapace</w:t>
      </w:r>
      <w:r w:rsidR="00F635DB">
        <w:t xml:space="preserve">, </w:t>
      </w:r>
      <w:r w:rsidRPr="009071AC">
        <w:t>il se contentait de n</w:t>
      </w:r>
      <w:r w:rsidR="00F635DB">
        <w:t>’</w:t>
      </w:r>
      <w:r w:rsidRPr="009071AC">
        <w:t>aimer que son maître et de l</w:t>
      </w:r>
      <w:r w:rsidR="00F635DB">
        <w:t>’</w:t>
      </w:r>
      <w:r w:rsidRPr="009071AC">
        <w:t>envier furieusement</w:t>
      </w:r>
      <w:r w:rsidR="00F635DB">
        <w:t xml:space="preserve">, </w:t>
      </w:r>
      <w:r w:rsidRPr="009071AC">
        <w:t>trouvant bien injuste et bien ridicule la destinée qui ne l</w:t>
      </w:r>
      <w:r w:rsidR="00F635DB">
        <w:t>’</w:t>
      </w:r>
      <w:r w:rsidRPr="009071AC">
        <w:t xml:space="preserve">avait pas fait naître à la place de </w:t>
      </w:r>
      <w:r w:rsidR="00F635DB">
        <w:t>M. </w:t>
      </w:r>
      <w:r w:rsidRPr="009071AC">
        <w:t xml:space="preserve">le comte de </w:t>
      </w:r>
      <w:proofErr w:type="spellStart"/>
      <w:r w:rsidRPr="009071AC">
        <w:t>Chalusse</w:t>
      </w:r>
      <w:proofErr w:type="spellEnd"/>
      <w:r w:rsidR="00F635DB">
        <w:t>.</w:t>
      </w:r>
    </w:p>
    <w:p w14:paraId="690A986C" w14:textId="77777777" w:rsidR="00F635DB" w:rsidRDefault="00855694" w:rsidP="00F635DB">
      <w:r w:rsidRPr="009071AC">
        <w:t>Étant bien payé</w:t>
      </w:r>
      <w:r w:rsidR="00F635DB">
        <w:t xml:space="preserve">, </w:t>
      </w:r>
      <w:r w:rsidRPr="009071AC">
        <w:t>il servait passablement</w:t>
      </w:r>
      <w:r w:rsidR="00F635DB">
        <w:t xml:space="preserve">. </w:t>
      </w:r>
      <w:r w:rsidRPr="009071AC">
        <w:t>Mais le plus clair de son intelligence il l</w:t>
      </w:r>
      <w:r w:rsidR="00F635DB">
        <w:t>’</w:t>
      </w:r>
      <w:r w:rsidRPr="009071AC">
        <w:t>employait à surveiller le comte</w:t>
      </w:r>
      <w:r w:rsidR="00F635DB">
        <w:t xml:space="preserve">. </w:t>
      </w:r>
      <w:r w:rsidRPr="009071AC">
        <w:t>Flairant dans la maison quelque gros secret de famille</w:t>
      </w:r>
      <w:r w:rsidR="00F635DB">
        <w:t xml:space="preserve">, </w:t>
      </w:r>
      <w:r w:rsidRPr="009071AC">
        <w:t>il était humilié qu</w:t>
      </w:r>
      <w:r w:rsidR="00F635DB">
        <w:t>’</w:t>
      </w:r>
      <w:r w:rsidRPr="009071AC">
        <w:t>on ne l</w:t>
      </w:r>
      <w:r w:rsidR="00F635DB">
        <w:t>’</w:t>
      </w:r>
      <w:r w:rsidRPr="009071AC">
        <w:t>eût pas confié à sa discrétion</w:t>
      </w:r>
      <w:r w:rsidR="00F635DB">
        <w:t>.</w:t>
      </w:r>
    </w:p>
    <w:p w14:paraId="798F0FA5" w14:textId="3B431C08" w:rsidR="00F635DB" w:rsidRDefault="00855694" w:rsidP="00F635DB">
      <w:r w:rsidRPr="009071AC">
        <w:t>Et s</w:t>
      </w:r>
      <w:r w:rsidR="00F635DB">
        <w:t>’</w:t>
      </w:r>
      <w:r w:rsidRPr="009071AC">
        <w:t>il ne découvrit</w:t>
      </w:r>
      <w:r w:rsidR="00F635DB">
        <w:t xml:space="preserve">, </w:t>
      </w:r>
      <w:r w:rsidRPr="009071AC">
        <w:t>rien</w:t>
      </w:r>
      <w:r w:rsidR="00F635DB">
        <w:t xml:space="preserve">, </w:t>
      </w:r>
      <w:r w:rsidRPr="009071AC">
        <w:t>c</w:t>
      </w:r>
      <w:r w:rsidR="00F635DB">
        <w:t>’</w:t>
      </w:r>
      <w:r w:rsidRPr="009071AC">
        <w:t xml:space="preserve">est que véritablement </w:t>
      </w:r>
      <w:r w:rsidR="00F635DB">
        <w:t>M. de </w:t>
      </w:r>
      <w:proofErr w:type="spellStart"/>
      <w:r w:rsidRPr="009071AC">
        <w:t>Chalusse</w:t>
      </w:r>
      <w:proofErr w:type="spellEnd"/>
      <w:r w:rsidRPr="009071AC">
        <w:t xml:space="preserve"> était la méfiance même</w:t>
      </w:r>
      <w:r w:rsidR="00F635DB">
        <w:t xml:space="preserve">, </w:t>
      </w:r>
      <w:r w:rsidRPr="009071AC">
        <w:t xml:space="preserve">ainsi que </w:t>
      </w:r>
      <w:r w:rsidR="00F635DB">
        <w:t>M</w:t>
      </w:r>
      <w:r w:rsidR="00F635DB" w:rsidRPr="00F635DB">
        <w:rPr>
          <w:vertAlign w:val="superscript"/>
        </w:rPr>
        <w:t>me</w:t>
      </w:r>
      <w:r w:rsidR="00F635DB">
        <w:t> </w:t>
      </w:r>
      <w:r w:rsidRPr="009071AC">
        <w:t>Léon le reprochait à sa mémoire</w:t>
      </w:r>
      <w:r w:rsidR="00F635DB">
        <w:t>.</w:t>
      </w:r>
    </w:p>
    <w:p w14:paraId="52724EA2" w14:textId="042EB583" w:rsidR="00F635DB" w:rsidRDefault="00855694" w:rsidP="00F635DB">
      <w:r w:rsidRPr="009071AC">
        <w:t>Aussi</w:t>
      </w:r>
      <w:r w:rsidR="00F635DB">
        <w:t xml:space="preserve">, </w:t>
      </w:r>
      <w:r w:rsidRPr="009071AC">
        <w:t xml:space="preserve">cette après-midi où il avait vu </w:t>
      </w:r>
      <w:r w:rsidR="00F635DB">
        <w:t>M</w:t>
      </w:r>
      <w:r w:rsidR="00F635DB" w:rsidRPr="00F635DB">
        <w:rPr>
          <w:vertAlign w:val="superscript"/>
        </w:rPr>
        <w:t>lle</w:t>
      </w:r>
      <w:r w:rsidR="00F635DB">
        <w:t> </w:t>
      </w:r>
      <w:r w:rsidRPr="009071AC">
        <w:t>Marguerite et le comte chercher dans le jardin les débris d</w:t>
      </w:r>
      <w:r w:rsidR="00F635DB">
        <w:t>’</w:t>
      </w:r>
      <w:r w:rsidRPr="009071AC">
        <w:t>une lettre déchirée dans un mouvement de rage dont il avait été témoin</w:t>
      </w:r>
      <w:r w:rsidR="00F635DB">
        <w:t>, M. </w:t>
      </w:r>
      <w:r w:rsidRPr="009071AC">
        <w:t>Casimir sentit redoubler les démangeaisons de sa curiosité</w:t>
      </w:r>
      <w:r w:rsidR="00F635DB">
        <w:t xml:space="preserve">, </w:t>
      </w:r>
      <w:r w:rsidRPr="009071AC">
        <w:t>plus ardentes et plus agaçantes que le prurit de l</w:t>
      </w:r>
      <w:r w:rsidR="00F635DB">
        <w:t>’</w:t>
      </w:r>
      <w:r w:rsidRPr="009071AC">
        <w:t>urticaire</w:t>
      </w:r>
      <w:r w:rsidR="00F635DB">
        <w:t>.</w:t>
      </w:r>
    </w:p>
    <w:p w14:paraId="4BCD6374" w14:textId="77777777" w:rsidR="00F635DB" w:rsidRDefault="00855694" w:rsidP="00F635DB">
      <w:r w:rsidRPr="009071AC">
        <w:t>Il eût donné un mois de ses gages</w:t>
      </w:r>
      <w:r w:rsidR="00F635DB">
        <w:t xml:space="preserve">, </w:t>
      </w:r>
      <w:r w:rsidRPr="009071AC">
        <w:t>et quelque chose encore</w:t>
      </w:r>
      <w:r w:rsidR="00F635DB">
        <w:t xml:space="preserve">, </w:t>
      </w:r>
      <w:r w:rsidRPr="009071AC">
        <w:t>pour connaître le contenu de cette lettre</w:t>
      </w:r>
      <w:r w:rsidR="00F635DB">
        <w:t xml:space="preserve">, </w:t>
      </w:r>
      <w:r w:rsidRPr="009071AC">
        <w:t>dont le comte recollait précieusement les morceaux sur une grande feuille de papier</w:t>
      </w:r>
      <w:r w:rsidR="00F635DB">
        <w:t>.</w:t>
      </w:r>
    </w:p>
    <w:p w14:paraId="75ED717B" w14:textId="5AEFA1BA" w:rsidR="00F635DB" w:rsidRDefault="00855694" w:rsidP="00F635DB">
      <w:r w:rsidRPr="009071AC">
        <w:t xml:space="preserve">Et quand il entendit </w:t>
      </w:r>
      <w:r w:rsidR="00F635DB">
        <w:t>M. de </w:t>
      </w:r>
      <w:proofErr w:type="spellStart"/>
      <w:r w:rsidRPr="009071AC">
        <w:t>Chalusse</w:t>
      </w:r>
      <w:proofErr w:type="spellEnd"/>
      <w:r w:rsidRPr="009071AC">
        <w:t xml:space="preserve"> dire à </w:t>
      </w:r>
      <w:r w:rsidR="00F635DB">
        <w:t>M</w:t>
      </w:r>
      <w:r w:rsidR="00F635DB" w:rsidRPr="00F635DB">
        <w:rPr>
          <w:vertAlign w:val="superscript"/>
        </w:rPr>
        <w:t>lle</w:t>
      </w:r>
      <w:r w:rsidR="00F635DB">
        <w:t> </w:t>
      </w:r>
      <w:r w:rsidRPr="009071AC">
        <w:t>Marguerite que les plus importants débris manquaient</w:t>
      </w:r>
      <w:r w:rsidR="00F635DB">
        <w:t xml:space="preserve">, </w:t>
      </w:r>
      <w:r w:rsidRPr="009071AC">
        <w:t>et que cependant il renonçait à des recherches vaines</w:t>
      </w:r>
      <w:r w:rsidR="00F635DB">
        <w:t xml:space="preserve">, </w:t>
      </w:r>
      <w:r w:rsidRPr="009071AC">
        <w:t>le digne valet de chambre se jura qu</w:t>
      </w:r>
      <w:r w:rsidR="00F635DB">
        <w:t>’</w:t>
      </w:r>
      <w:r w:rsidRPr="009071AC">
        <w:t>il serait plus adroit ou plus heureux que son maître</w:t>
      </w:r>
      <w:r w:rsidR="00F635DB">
        <w:t>.</w:t>
      </w:r>
    </w:p>
    <w:p w14:paraId="52022E36" w14:textId="77777777" w:rsidR="00F635DB" w:rsidRDefault="00855694" w:rsidP="00F635DB">
      <w:r w:rsidRPr="009071AC">
        <w:t>Et en effet</w:t>
      </w:r>
      <w:r w:rsidR="00F635DB">
        <w:t xml:space="preserve">, </w:t>
      </w:r>
      <w:r w:rsidRPr="009071AC">
        <w:t>ayant cherché</w:t>
      </w:r>
      <w:r w:rsidR="00F635DB">
        <w:t xml:space="preserve">, </w:t>
      </w:r>
      <w:r w:rsidRPr="009071AC">
        <w:t>il découvrit cinq petits morceaux de papier de la largeur du pouce</w:t>
      </w:r>
      <w:r w:rsidR="00F635DB">
        <w:t xml:space="preserve">, </w:t>
      </w:r>
      <w:r w:rsidRPr="009071AC">
        <w:t>qui avaient été emportés sous un massif</w:t>
      </w:r>
      <w:r w:rsidR="00F635DB">
        <w:t>.</w:t>
      </w:r>
    </w:p>
    <w:p w14:paraId="5DD034D3" w14:textId="77777777" w:rsidR="00F635DB" w:rsidRDefault="00855694" w:rsidP="00F635DB">
      <w:r w:rsidRPr="009071AC">
        <w:lastRenderedPageBreak/>
        <w:t>Ils étaient couverts d</w:t>
      </w:r>
      <w:r w:rsidR="00F635DB">
        <w:t>’</w:t>
      </w:r>
      <w:r w:rsidRPr="009071AC">
        <w:t>une écriture menue et allongée</w:t>
      </w:r>
      <w:r w:rsidR="00F635DB">
        <w:t xml:space="preserve">, </w:t>
      </w:r>
      <w:r w:rsidRPr="009071AC">
        <w:t>écriture de femme</w:t>
      </w:r>
      <w:r w:rsidR="00F635DB">
        <w:t xml:space="preserve">, </w:t>
      </w:r>
      <w:r w:rsidRPr="009071AC">
        <w:t>évidemment</w:t>
      </w:r>
      <w:r w:rsidR="00F635DB">
        <w:t xml:space="preserve">, </w:t>
      </w:r>
      <w:r w:rsidRPr="009071AC">
        <w:t>mais sur aucun d</w:t>
      </w:r>
      <w:r w:rsidR="00F635DB">
        <w:t>’</w:t>
      </w:r>
      <w:r w:rsidRPr="009071AC">
        <w:t>eux ne se trouvait une phrase offrant un sens</w:t>
      </w:r>
      <w:r w:rsidR="00F635DB">
        <w:t>.</w:t>
      </w:r>
    </w:p>
    <w:p w14:paraId="3EE0005A" w14:textId="500CEF8D" w:rsidR="00F635DB" w:rsidRDefault="00855694" w:rsidP="00F635DB">
      <w:r w:rsidRPr="009071AC">
        <w:t>N</w:t>
      </w:r>
      <w:r w:rsidR="00F635DB">
        <w:t>’</w:t>
      </w:r>
      <w:r w:rsidRPr="009071AC">
        <w:t>importe</w:t>
      </w:r>
      <w:r w:rsidR="00F635DB">
        <w:t> !… M. </w:t>
      </w:r>
      <w:r w:rsidRPr="009071AC">
        <w:t>Casimir les serra précieusement</w:t>
      </w:r>
      <w:r w:rsidR="00F635DB">
        <w:t xml:space="preserve">, </w:t>
      </w:r>
      <w:r w:rsidRPr="009071AC">
        <w:t>à tout hasard</w:t>
      </w:r>
      <w:r w:rsidR="00F635DB">
        <w:t xml:space="preserve">, </w:t>
      </w:r>
      <w:r w:rsidRPr="009071AC">
        <w:t>se gardant bien surtout de parler d</w:t>
      </w:r>
      <w:r w:rsidR="00F635DB">
        <w:t>’</w:t>
      </w:r>
      <w:r w:rsidRPr="009071AC">
        <w:t>une trouvaille dont il supposait bien que son maître ne lui saurait aucun gré</w:t>
      </w:r>
      <w:r w:rsidR="00F635DB">
        <w:t>.</w:t>
      </w:r>
    </w:p>
    <w:p w14:paraId="18D848A5" w14:textId="77777777" w:rsidR="00F635DB" w:rsidRDefault="00855694" w:rsidP="00F635DB">
      <w:r w:rsidRPr="009071AC">
        <w:t>Mais ces débris</w:t>
      </w:r>
      <w:r w:rsidR="00F635DB">
        <w:t xml:space="preserve">, </w:t>
      </w:r>
      <w:r w:rsidRPr="009071AC">
        <w:t>les mots sans suite qu</w:t>
      </w:r>
      <w:r w:rsidR="00F635DB">
        <w:t>’</w:t>
      </w:r>
      <w:r w:rsidRPr="009071AC">
        <w:t>il y avait déchiffrés</w:t>
      </w:r>
      <w:r w:rsidR="00F635DB">
        <w:t xml:space="preserve">, </w:t>
      </w:r>
      <w:r w:rsidRPr="009071AC">
        <w:t>lui trottaient par la cervelle</w:t>
      </w:r>
      <w:r w:rsidR="00F635DB">
        <w:t xml:space="preserve">, </w:t>
      </w:r>
      <w:r w:rsidRPr="009071AC">
        <w:t>et parmi toutes les idées que fit éclore en lui l</w:t>
      </w:r>
      <w:r w:rsidR="00F635DB">
        <w:t>’</w:t>
      </w:r>
      <w:r w:rsidRPr="009071AC">
        <w:t>accident du comte</w:t>
      </w:r>
      <w:r w:rsidR="00F635DB">
        <w:t xml:space="preserve">, </w:t>
      </w:r>
      <w:r w:rsidRPr="009071AC">
        <w:t>l</w:t>
      </w:r>
      <w:r w:rsidR="00F635DB">
        <w:t>’</w:t>
      </w:r>
      <w:r w:rsidRPr="009071AC">
        <w:t>idée de la lettre pointa</w:t>
      </w:r>
      <w:r w:rsidR="00F635DB">
        <w:t>.</w:t>
      </w:r>
    </w:p>
    <w:p w14:paraId="6E71494E" w14:textId="7B5F8EE0" w:rsidR="00F635DB" w:rsidRDefault="00855694" w:rsidP="00F635DB">
      <w:r w:rsidRPr="009071AC">
        <w:t xml:space="preserve">Cela explique son grand empressement à fouiller les vêtements de </w:t>
      </w:r>
      <w:r w:rsidR="00F635DB">
        <w:t>M. de </w:t>
      </w:r>
      <w:proofErr w:type="spellStart"/>
      <w:r w:rsidRPr="009071AC">
        <w:t>Chalusse</w:t>
      </w:r>
      <w:proofErr w:type="spellEnd"/>
      <w:r w:rsidR="00F635DB">
        <w:t xml:space="preserve">, </w:t>
      </w:r>
      <w:r w:rsidRPr="009071AC">
        <w:t xml:space="preserve">quand </w:t>
      </w:r>
      <w:r w:rsidR="00F635DB">
        <w:t>M</w:t>
      </w:r>
      <w:r w:rsidR="00F635DB" w:rsidRPr="00F635DB">
        <w:rPr>
          <w:vertAlign w:val="superscript"/>
        </w:rPr>
        <w:t>lle</w:t>
      </w:r>
      <w:r w:rsidR="00F635DB">
        <w:t> </w:t>
      </w:r>
      <w:r w:rsidRPr="009071AC">
        <w:t>Marguerite lui commanda de chercher la clef du secrétaire</w:t>
      </w:r>
      <w:r w:rsidR="00F635DB">
        <w:t>.</w:t>
      </w:r>
    </w:p>
    <w:p w14:paraId="6D27EB6D" w14:textId="77777777" w:rsidR="00F635DB" w:rsidRDefault="00855694" w:rsidP="00F635DB">
      <w:r w:rsidRPr="009071AC">
        <w:t>Et il joua de bonheur</w:t>
      </w:r>
      <w:r w:rsidR="00F635DB">
        <w:t xml:space="preserve">, </w:t>
      </w:r>
      <w:r w:rsidRPr="009071AC">
        <w:t>car s</w:t>
      </w:r>
      <w:r w:rsidR="00F635DB">
        <w:t>’</w:t>
      </w:r>
      <w:r w:rsidRPr="009071AC">
        <w:t>il trouva la clef qu</w:t>
      </w:r>
      <w:r w:rsidR="00F635DB">
        <w:t>’</w:t>
      </w:r>
      <w:r w:rsidRPr="009071AC">
        <w:t>il remit</w:t>
      </w:r>
      <w:r w:rsidR="00F635DB">
        <w:t xml:space="preserve">, </w:t>
      </w:r>
      <w:r w:rsidRPr="009071AC">
        <w:t>il rencontra aussi la lettre qu</w:t>
      </w:r>
      <w:r w:rsidR="00F635DB">
        <w:t>’</w:t>
      </w:r>
      <w:r w:rsidRPr="009071AC">
        <w:t>il chiffonna dans la paume de sa main et glissa fort subtilement dans sa poche</w:t>
      </w:r>
      <w:r w:rsidR="00F635DB">
        <w:t>.</w:t>
      </w:r>
    </w:p>
    <w:p w14:paraId="51958ACD" w14:textId="43F6D49F" w:rsidR="00F635DB" w:rsidRDefault="00855694" w:rsidP="00F635DB">
      <w:r w:rsidRPr="009071AC">
        <w:t>Dextérité perdue</w:t>
      </w:r>
      <w:r w:rsidR="00F635DB">
        <w:t> !… M. </w:t>
      </w:r>
      <w:r w:rsidRPr="009071AC">
        <w:t>Casimir eut beau combler les lacunes de cette lettre avec les débris trouvés par lui</w:t>
      </w:r>
      <w:r w:rsidR="00F635DB">
        <w:t xml:space="preserve">, </w:t>
      </w:r>
      <w:r w:rsidRPr="009071AC">
        <w:t>il eut beau la lire et la relire en appliquant toute son attention</w:t>
      </w:r>
      <w:r w:rsidR="00F635DB">
        <w:t xml:space="preserve">, </w:t>
      </w:r>
      <w:r w:rsidRPr="009071AC">
        <w:t>elle ne le renseigna pas</w:t>
      </w:r>
      <w:r w:rsidR="00F635DB">
        <w:t xml:space="preserve"> ; </w:t>
      </w:r>
      <w:r w:rsidRPr="009071AC">
        <w:t>ou du moins</w:t>
      </w:r>
      <w:r w:rsidR="00F635DB">
        <w:t xml:space="preserve">, </w:t>
      </w:r>
      <w:r w:rsidRPr="009071AC">
        <w:t>elle le renseigna si vaguement et si incomplètement que ce lui fut comme un nouvel irritant</w:t>
      </w:r>
      <w:r w:rsidR="00F635DB">
        <w:t>.</w:t>
      </w:r>
    </w:p>
    <w:p w14:paraId="5F7C34DC" w14:textId="28CF7946" w:rsidR="00F635DB" w:rsidRDefault="00855694" w:rsidP="00F635DB">
      <w:r w:rsidRPr="009071AC">
        <w:t xml:space="preserve">Un moment il eut la pensée de la remettre à </w:t>
      </w:r>
      <w:r w:rsidR="00F635DB">
        <w:t>M</w:t>
      </w:r>
      <w:r w:rsidR="00F635DB" w:rsidRPr="00F635DB">
        <w:rPr>
          <w:vertAlign w:val="superscript"/>
        </w:rPr>
        <w:t>lle</w:t>
      </w:r>
      <w:r w:rsidR="00F635DB">
        <w:t> </w:t>
      </w:r>
      <w:r w:rsidRPr="009071AC">
        <w:t>Marguerite</w:t>
      </w:r>
      <w:r w:rsidR="00F635DB">
        <w:t xml:space="preserve">, </w:t>
      </w:r>
      <w:r w:rsidRPr="009071AC">
        <w:t>mais il résista à ce premier mouvement en se disant</w:t>
      </w:r>
      <w:r w:rsidR="00F635DB">
        <w:t> :</w:t>
      </w:r>
    </w:p>
    <w:p w14:paraId="3FC07FDF" w14:textId="77777777" w:rsidR="00F635DB" w:rsidRDefault="00F635DB" w:rsidP="00F635DB">
      <w:r>
        <w:t>— </w:t>
      </w:r>
      <w:r w:rsidR="00855694" w:rsidRPr="009071AC">
        <w:t>Ah</w:t>
      </w:r>
      <w:r>
        <w:t xml:space="preserve"> !… </w:t>
      </w:r>
      <w:r w:rsidR="00855694" w:rsidRPr="009071AC">
        <w:t>mais non</w:t>
      </w:r>
      <w:r>
        <w:t xml:space="preserve"> !… </w:t>
      </w:r>
      <w:r w:rsidR="00855694" w:rsidRPr="009071AC">
        <w:t>pas si bête</w:t>
      </w:r>
      <w:r>
        <w:t xml:space="preserve"> !… </w:t>
      </w:r>
      <w:r w:rsidR="00855694" w:rsidRPr="009071AC">
        <w:t>Elle lui serait peut-être utile</w:t>
      </w:r>
      <w:r>
        <w:t>.</w:t>
      </w:r>
    </w:p>
    <w:p w14:paraId="47D252A8" w14:textId="2EF0760A" w:rsidR="00F635DB" w:rsidRDefault="00855694" w:rsidP="00F635DB">
      <w:r w:rsidRPr="009071AC">
        <w:t xml:space="preserve">Et </w:t>
      </w:r>
      <w:r w:rsidR="00F635DB">
        <w:t>M. </w:t>
      </w:r>
      <w:r w:rsidRPr="009071AC">
        <w:t>Casimir</w:t>
      </w:r>
      <w:r w:rsidR="00F635DB">
        <w:t xml:space="preserve">, </w:t>
      </w:r>
      <w:r w:rsidRPr="009071AC">
        <w:t>qui était un homme fort</w:t>
      </w:r>
      <w:r w:rsidR="00F635DB">
        <w:t xml:space="preserve">, </w:t>
      </w:r>
      <w:r w:rsidRPr="009071AC">
        <w:t>ne voulait pas être utile à cette pauvre fille</w:t>
      </w:r>
      <w:r w:rsidR="00F635DB">
        <w:t xml:space="preserve">, </w:t>
      </w:r>
      <w:r w:rsidRPr="009071AC">
        <w:t>dont il n</w:t>
      </w:r>
      <w:r w:rsidR="00F635DB">
        <w:t>’</w:t>
      </w:r>
      <w:r w:rsidRPr="009071AC">
        <w:t>avait jamais reçu que des marques de bonté</w:t>
      </w:r>
      <w:r w:rsidR="00F635DB">
        <w:t>.</w:t>
      </w:r>
    </w:p>
    <w:p w14:paraId="77B0F41C" w14:textId="77777777" w:rsidR="00F635DB" w:rsidRDefault="00855694" w:rsidP="00F635DB">
      <w:r w:rsidRPr="009071AC">
        <w:lastRenderedPageBreak/>
        <w:t>Il la haïssait</w:t>
      </w:r>
      <w:r w:rsidR="00F635DB">
        <w:t xml:space="preserve">, </w:t>
      </w:r>
      <w:r w:rsidRPr="009071AC">
        <w:t>sous prétexte qu</w:t>
      </w:r>
      <w:r w:rsidR="00F635DB">
        <w:t>’</w:t>
      </w:r>
      <w:r w:rsidRPr="009071AC">
        <w:t>elle n</w:t>
      </w:r>
      <w:r w:rsidR="00F635DB">
        <w:t>’</w:t>
      </w:r>
      <w:r w:rsidRPr="009071AC">
        <w:t>était pas à sa place</w:t>
      </w:r>
      <w:r w:rsidR="00F635DB">
        <w:t xml:space="preserve">, </w:t>
      </w:r>
      <w:r w:rsidRPr="009071AC">
        <w:t>qu</w:t>
      </w:r>
      <w:r w:rsidR="00F635DB">
        <w:t>’</w:t>
      </w:r>
      <w:r w:rsidRPr="009071AC">
        <w:t>on ne savait ni qui elle était ni d</w:t>
      </w:r>
      <w:r w:rsidR="00F635DB">
        <w:t>’</w:t>
      </w:r>
      <w:r w:rsidRPr="009071AC">
        <w:t>où elle venait</w:t>
      </w:r>
      <w:r w:rsidR="00F635DB">
        <w:t xml:space="preserve">, </w:t>
      </w:r>
      <w:r w:rsidRPr="009071AC">
        <w:t>et qu</w:t>
      </w:r>
      <w:r w:rsidR="00F635DB">
        <w:t>’</w:t>
      </w:r>
      <w:r w:rsidRPr="009071AC">
        <w:t>il était bien ridicule qu</w:t>
      </w:r>
      <w:r w:rsidR="00F635DB">
        <w:t>’</w:t>
      </w:r>
      <w:r w:rsidRPr="009071AC">
        <w:t>il eût</w:t>
      </w:r>
      <w:r w:rsidR="00F635DB">
        <w:t xml:space="preserve">, </w:t>
      </w:r>
      <w:r w:rsidRPr="009071AC">
        <w:t>lui</w:t>
      </w:r>
      <w:r w:rsidR="00F635DB">
        <w:t xml:space="preserve">, </w:t>
      </w:r>
      <w:r w:rsidRPr="009071AC">
        <w:t>Casimir</w:t>
      </w:r>
      <w:r w:rsidR="00F635DB">
        <w:t xml:space="preserve">, </w:t>
      </w:r>
      <w:r w:rsidRPr="009071AC">
        <w:t>à recevoir des ordres d</w:t>
      </w:r>
      <w:r w:rsidR="00F635DB">
        <w:t>’</w:t>
      </w:r>
      <w:r w:rsidRPr="009071AC">
        <w:t>elle</w:t>
      </w:r>
      <w:r w:rsidR="00F635DB">
        <w:t>.</w:t>
      </w:r>
    </w:p>
    <w:p w14:paraId="256D0E8F" w14:textId="5C77048A" w:rsidR="00F635DB" w:rsidRDefault="00855694" w:rsidP="00F635DB">
      <w:r w:rsidRPr="009071AC">
        <w:t>L</w:t>
      </w:r>
      <w:r w:rsidR="00F635DB">
        <w:t>’</w:t>
      </w:r>
      <w:r w:rsidRPr="009071AC">
        <w:t xml:space="preserve">infâme calomnie que </w:t>
      </w:r>
      <w:r w:rsidR="00F635DB">
        <w:t>M</w:t>
      </w:r>
      <w:r w:rsidR="00F635DB" w:rsidRPr="00F635DB">
        <w:rPr>
          <w:vertAlign w:val="superscript"/>
        </w:rPr>
        <w:t>lle</w:t>
      </w:r>
      <w:r w:rsidR="00F635DB">
        <w:t> </w:t>
      </w:r>
      <w:r w:rsidRPr="009071AC">
        <w:t>Marguerite avait recueillie sur son passage</w:t>
      </w:r>
      <w:r w:rsidR="00F635DB">
        <w:t> : « </w:t>
      </w:r>
      <w:r w:rsidRPr="009071AC">
        <w:t xml:space="preserve">Voici la maîtresse du riche comte de </w:t>
      </w:r>
      <w:proofErr w:type="spellStart"/>
      <w:r w:rsidRPr="009071AC">
        <w:t>Chalusse</w:t>
      </w:r>
      <w:proofErr w:type="spellEnd"/>
      <w:r w:rsidR="00F635DB">
        <w:t>, »</w:t>
      </w:r>
      <w:r w:rsidRPr="009071AC">
        <w:t xml:space="preserve"> était l</w:t>
      </w:r>
      <w:r w:rsidR="00F635DB">
        <w:t>’</w:t>
      </w:r>
      <w:r w:rsidRPr="009071AC">
        <w:t xml:space="preserve">œuvre de </w:t>
      </w:r>
      <w:r w:rsidR="00F635DB">
        <w:t>M. </w:t>
      </w:r>
      <w:r w:rsidRPr="009071AC">
        <w:t>Casimir</w:t>
      </w:r>
      <w:r w:rsidR="00F635DB">
        <w:t>.</w:t>
      </w:r>
    </w:p>
    <w:p w14:paraId="61842991" w14:textId="77777777" w:rsidR="00F635DB" w:rsidRDefault="00855694" w:rsidP="00F635DB">
      <w:r w:rsidRPr="009071AC">
        <w:t>Il avait juré qu</w:t>
      </w:r>
      <w:r w:rsidR="00F635DB">
        <w:t>’</w:t>
      </w:r>
      <w:r w:rsidRPr="009071AC">
        <w:t>il se vengerait de cette orgueilleuse</w:t>
      </w:r>
      <w:r w:rsidR="00F635DB">
        <w:t xml:space="preserve">, </w:t>
      </w:r>
      <w:r w:rsidRPr="009071AC">
        <w:t>et on ne peut savoir ce qu</w:t>
      </w:r>
      <w:r w:rsidR="00F635DB">
        <w:t>’</w:t>
      </w:r>
      <w:r w:rsidRPr="009071AC">
        <w:t>il eût imaginé sans l</w:t>
      </w:r>
      <w:r w:rsidR="00F635DB">
        <w:t>’</w:t>
      </w:r>
      <w:r w:rsidRPr="009071AC">
        <w:t>intervention décisive du juge de paix</w:t>
      </w:r>
      <w:r w:rsidR="00F635DB">
        <w:t>.</w:t>
      </w:r>
    </w:p>
    <w:p w14:paraId="55664F75" w14:textId="5D688B2D" w:rsidR="00F635DB" w:rsidRDefault="00855694" w:rsidP="00F635DB">
      <w:r w:rsidRPr="009071AC">
        <w:t>Rappelé vertement à l</w:t>
      </w:r>
      <w:r w:rsidR="00F635DB">
        <w:t>’</w:t>
      </w:r>
      <w:r w:rsidRPr="009071AC">
        <w:t>ordre</w:t>
      </w:r>
      <w:r w:rsidR="00F635DB">
        <w:t>, M. </w:t>
      </w:r>
      <w:r w:rsidRPr="009071AC">
        <w:t>Casimir se consola de ce camouflet quand le juge lui confia huit mille francs et l</w:t>
      </w:r>
      <w:r w:rsidR="00F635DB">
        <w:t>’</w:t>
      </w:r>
      <w:r w:rsidRPr="009071AC">
        <w:t>administration provisoire de l</w:t>
      </w:r>
      <w:r w:rsidR="00F635DB">
        <w:t>’</w:t>
      </w:r>
      <w:r w:rsidRPr="009071AC">
        <w:t>hôtel</w:t>
      </w:r>
      <w:r w:rsidR="00F635DB">
        <w:t xml:space="preserve">. </w:t>
      </w:r>
      <w:r w:rsidRPr="009071AC">
        <w:t>Rien ne pouvait lui plaire davantage</w:t>
      </w:r>
      <w:r w:rsidR="00F635DB">
        <w:t>.</w:t>
      </w:r>
    </w:p>
    <w:p w14:paraId="7EE93C0B" w14:textId="14D539D8" w:rsidR="00F635DB" w:rsidRDefault="00855694" w:rsidP="00F635DB">
      <w:r w:rsidRPr="009071AC">
        <w:t>C</w:t>
      </w:r>
      <w:r w:rsidR="00F635DB">
        <w:t>’</w:t>
      </w:r>
      <w:r w:rsidRPr="009071AC">
        <w:t>était d</w:t>
      </w:r>
      <w:r w:rsidR="00F635DB">
        <w:t>’</w:t>
      </w:r>
      <w:r w:rsidRPr="009071AC">
        <w:t>abord et principalement une occasion magnifique de faire acte d</w:t>
      </w:r>
      <w:r w:rsidR="00F635DB">
        <w:t>’</w:t>
      </w:r>
      <w:r w:rsidRPr="009071AC">
        <w:t>autorité et de trancher du maître</w:t>
      </w:r>
      <w:r w:rsidR="00F635DB">
        <w:t xml:space="preserve"> ; </w:t>
      </w:r>
      <w:r w:rsidRPr="009071AC">
        <w:t>c</w:t>
      </w:r>
      <w:r w:rsidR="00F635DB">
        <w:t>’</w:t>
      </w:r>
      <w:r w:rsidRPr="009071AC">
        <w:t>était</w:t>
      </w:r>
      <w:r w:rsidR="00F635DB">
        <w:t xml:space="preserve">, </w:t>
      </w:r>
      <w:r w:rsidRPr="009071AC">
        <w:t>en outrer la faculté de traiter</w:t>
      </w:r>
      <w:r w:rsidR="00F635DB">
        <w:t xml:space="preserve">, </w:t>
      </w:r>
      <w:r w:rsidRPr="009071AC">
        <w:t>pour les funérailles</w:t>
      </w:r>
      <w:r w:rsidR="00F635DB">
        <w:t xml:space="preserve">, </w:t>
      </w:r>
      <w:r w:rsidRPr="009071AC">
        <w:t>avec Victor Chupin</w:t>
      </w:r>
      <w:r w:rsidR="00F635DB">
        <w:t xml:space="preserve">, </w:t>
      </w:r>
      <w:r w:rsidRPr="009071AC">
        <w:t>c</w:t>
      </w:r>
      <w:r w:rsidR="00F635DB">
        <w:t>’</w:t>
      </w:r>
      <w:r w:rsidRPr="009071AC">
        <w:t xml:space="preserve">était enfin la liberté de courir au rendez-vous que lui avait fait demander </w:t>
      </w:r>
      <w:r w:rsidR="00F635DB">
        <w:t>M. </w:t>
      </w:r>
      <w:r w:rsidRPr="009071AC">
        <w:t>Isidore Fortunat</w:t>
      </w:r>
      <w:r w:rsidR="00F635DB">
        <w:t>.</w:t>
      </w:r>
    </w:p>
    <w:p w14:paraId="33A560A9" w14:textId="7B21863A" w:rsidR="00F635DB" w:rsidRDefault="00855694" w:rsidP="00F635DB">
      <w:r w:rsidRPr="009071AC">
        <w:t>Laissant donc ses camarades suivre les opérations du juge de paix</w:t>
      </w:r>
      <w:r w:rsidR="00F635DB">
        <w:t xml:space="preserve">, </w:t>
      </w:r>
      <w:r w:rsidRPr="009071AC">
        <w:t xml:space="preserve">il chargea </w:t>
      </w:r>
      <w:r w:rsidR="00F635DB">
        <w:t>M. </w:t>
      </w:r>
      <w:proofErr w:type="spellStart"/>
      <w:r w:rsidRPr="009071AC">
        <w:t>Bourigeau</w:t>
      </w:r>
      <w:proofErr w:type="spellEnd"/>
      <w:r w:rsidRPr="009071AC">
        <w:t xml:space="preserve"> des déclarations à la mairie</w:t>
      </w:r>
      <w:r w:rsidR="00F635DB">
        <w:t xml:space="preserve">, </w:t>
      </w:r>
      <w:r w:rsidRPr="009071AC">
        <w:t>et</w:t>
      </w:r>
      <w:r w:rsidR="00F635DB">
        <w:t xml:space="preserve">, </w:t>
      </w:r>
      <w:r w:rsidRPr="009071AC">
        <w:t>allumant un cigare</w:t>
      </w:r>
      <w:r w:rsidR="00F635DB">
        <w:t xml:space="preserve">, </w:t>
      </w:r>
      <w:r w:rsidRPr="009071AC">
        <w:t>il sortit de l</w:t>
      </w:r>
      <w:r w:rsidR="00F635DB">
        <w:t>’</w:t>
      </w:r>
      <w:r w:rsidRPr="009071AC">
        <w:t>hôtel</w:t>
      </w:r>
      <w:r w:rsidR="00F635DB">
        <w:t xml:space="preserve">, </w:t>
      </w:r>
      <w:r w:rsidRPr="009071AC">
        <w:t>et lentement remonta la rue de Courcelles</w:t>
      </w:r>
      <w:r w:rsidR="00F635DB">
        <w:t>.</w:t>
      </w:r>
    </w:p>
    <w:p w14:paraId="6712ABB3" w14:textId="77777777" w:rsidR="00F635DB" w:rsidRDefault="00855694" w:rsidP="00F635DB">
      <w:r w:rsidRPr="009071AC">
        <w:t>C</w:t>
      </w:r>
      <w:r w:rsidR="00F635DB">
        <w:t>’</w:t>
      </w:r>
      <w:r w:rsidRPr="009071AC">
        <w:t>est au boulevard Haussmann qu</w:t>
      </w:r>
      <w:r w:rsidR="00F635DB">
        <w:t>’</w:t>
      </w:r>
      <w:r w:rsidRPr="009071AC">
        <w:t>il avait rendez-vous</w:t>
      </w:r>
      <w:r w:rsidR="00F635DB">
        <w:t xml:space="preserve">, </w:t>
      </w:r>
      <w:r w:rsidRPr="009071AC">
        <w:t>dans un établissement tout neuf</w:t>
      </w:r>
      <w:r w:rsidR="00F635DB">
        <w:t xml:space="preserve">, </w:t>
      </w:r>
      <w:r w:rsidRPr="009071AC">
        <w:t>presque en face des beaux ateliers de Binder</w:t>
      </w:r>
      <w:r w:rsidR="00F635DB">
        <w:t>.</w:t>
      </w:r>
    </w:p>
    <w:p w14:paraId="2AE688B4" w14:textId="0F374C5C" w:rsidR="00F635DB" w:rsidRDefault="00855694" w:rsidP="00F635DB">
      <w:r w:rsidRPr="009071AC">
        <w:t>Plutôt débit de vins que restaurant</w:t>
      </w:r>
      <w:r w:rsidR="00F635DB">
        <w:t xml:space="preserve">, </w:t>
      </w:r>
      <w:r w:rsidRPr="009071AC">
        <w:t>cet établissement ne payait pas précisément de mine</w:t>
      </w:r>
      <w:r w:rsidR="00F635DB">
        <w:t xml:space="preserve">, </w:t>
      </w:r>
      <w:r w:rsidRPr="009071AC">
        <w:t>mais on y mangeait</w:t>
      </w:r>
      <w:r w:rsidR="00F635DB">
        <w:t xml:space="preserve">, </w:t>
      </w:r>
      <w:r w:rsidRPr="009071AC">
        <w:t>on y déjeunait surtout fort bien</w:t>
      </w:r>
      <w:r w:rsidR="00F635DB">
        <w:t>, M. </w:t>
      </w:r>
      <w:r w:rsidRPr="009071AC">
        <w:t>Casimir le savait par expérience</w:t>
      </w:r>
      <w:r w:rsidR="00F635DB">
        <w:t>.</w:t>
      </w:r>
    </w:p>
    <w:p w14:paraId="3ADDBCE4" w14:textId="77777777" w:rsidR="00F635DB" w:rsidRDefault="00F635DB" w:rsidP="00F635DB">
      <w:r>
        <w:lastRenderedPageBreak/>
        <w:t>— </w:t>
      </w:r>
      <w:r w:rsidR="00855694" w:rsidRPr="009071AC">
        <w:t>Personne n</w:t>
      </w:r>
      <w:r>
        <w:t>’</w:t>
      </w:r>
      <w:r w:rsidR="00855694" w:rsidRPr="009071AC">
        <w:t>est venu pour moi</w:t>
      </w:r>
      <w:r>
        <w:t xml:space="preserve"> ?… </w:t>
      </w:r>
      <w:r w:rsidR="00855694" w:rsidRPr="009071AC">
        <w:t>demanda-t-il en entrant</w:t>
      </w:r>
      <w:r>
        <w:t>.</w:t>
      </w:r>
    </w:p>
    <w:p w14:paraId="2580E441" w14:textId="77777777" w:rsidR="00F635DB" w:rsidRDefault="00F635DB" w:rsidP="00F635DB">
      <w:r>
        <w:t>— </w:t>
      </w:r>
      <w:r w:rsidR="00855694" w:rsidRPr="009071AC">
        <w:t>Personne</w:t>
      </w:r>
      <w:r>
        <w:t>.</w:t>
      </w:r>
    </w:p>
    <w:p w14:paraId="7DAF7315" w14:textId="77777777" w:rsidR="00F635DB" w:rsidRDefault="00855694" w:rsidP="00F635DB">
      <w:r w:rsidRPr="009071AC">
        <w:t>Il consulta sa montre et parut surpris</w:t>
      </w:r>
      <w:r w:rsidR="00F635DB">
        <w:t>.</w:t>
      </w:r>
    </w:p>
    <w:p w14:paraId="5B5B4017" w14:textId="77777777" w:rsidR="00F635DB" w:rsidRDefault="00F635DB" w:rsidP="00F635DB">
      <w:r>
        <w:t>— </w:t>
      </w:r>
      <w:r w:rsidR="00855694" w:rsidRPr="009071AC">
        <w:t>Pas midi encore</w:t>
      </w:r>
      <w:r>
        <w:t xml:space="preserve"> ?… </w:t>
      </w:r>
      <w:r w:rsidR="00855694" w:rsidRPr="009071AC">
        <w:t>fit-il</w:t>
      </w:r>
      <w:r>
        <w:t xml:space="preserve"> ; </w:t>
      </w:r>
      <w:r w:rsidR="00855694" w:rsidRPr="009071AC">
        <w:t>je suis en avance</w:t>
      </w:r>
      <w:r>
        <w:t xml:space="preserve">… </w:t>
      </w:r>
      <w:r w:rsidR="00855694" w:rsidRPr="009071AC">
        <w:t>Donnez-moi</w:t>
      </w:r>
      <w:r>
        <w:t xml:space="preserve">, </w:t>
      </w:r>
      <w:r w:rsidR="00855694" w:rsidRPr="009071AC">
        <w:t>cela étant</w:t>
      </w:r>
      <w:r>
        <w:t xml:space="preserve">, </w:t>
      </w:r>
      <w:r w:rsidR="00855694" w:rsidRPr="009071AC">
        <w:t>un verre d</w:t>
      </w:r>
      <w:r>
        <w:t>’</w:t>
      </w:r>
      <w:r w:rsidR="00855694" w:rsidRPr="009071AC">
        <w:t>absinthe et un journal</w:t>
      </w:r>
      <w:r>
        <w:t>.</w:t>
      </w:r>
    </w:p>
    <w:p w14:paraId="35A5BAE5" w14:textId="77777777" w:rsidR="00F635DB" w:rsidRDefault="00855694" w:rsidP="00F635DB">
      <w:r w:rsidRPr="009071AC">
        <w:t>On lui obéit avec une promptitude que jamais son défunt maître n</w:t>
      </w:r>
      <w:r w:rsidR="00F635DB">
        <w:t>’</w:t>
      </w:r>
      <w:r w:rsidRPr="009071AC">
        <w:t>avait obtenue de lui</w:t>
      </w:r>
      <w:r w:rsidR="00F635DB">
        <w:t xml:space="preserve">, </w:t>
      </w:r>
      <w:r w:rsidRPr="009071AC">
        <w:t>et il se plongea dans le cours de la Bourse de l</w:t>
      </w:r>
      <w:r w:rsidR="00F635DB">
        <w:t>’</w:t>
      </w:r>
      <w:r w:rsidRPr="009071AC">
        <w:t>air d</w:t>
      </w:r>
      <w:r w:rsidR="00F635DB">
        <w:t>’</w:t>
      </w:r>
      <w:r w:rsidRPr="009071AC">
        <w:t>un homme qui a dans son tiroir des raisons de s</w:t>
      </w:r>
      <w:r w:rsidR="00F635DB">
        <w:t>’</w:t>
      </w:r>
      <w:r w:rsidRPr="009071AC">
        <w:t>y intéresser</w:t>
      </w:r>
      <w:r w:rsidR="00F635DB">
        <w:t>.</w:t>
      </w:r>
    </w:p>
    <w:p w14:paraId="3A881324" w14:textId="5A8F2ECE" w:rsidR="00F635DB" w:rsidRDefault="00855694" w:rsidP="00F635DB">
      <w:r w:rsidRPr="009071AC">
        <w:t>Ayant vidé son verre d</w:t>
      </w:r>
      <w:r w:rsidR="00F635DB">
        <w:t>’</w:t>
      </w:r>
      <w:r w:rsidRPr="009071AC">
        <w:t>absinthe</w:t>
      </w:r>
      <w:r w:rsidR="00F635DB">
        <w:t xml:space="preserve">, </w:t>
      </w:r>
      <w:r w:rsidRPr="009071AC">
        <w:t>il en demandait un second</w:t>
      </w:r>
      <w:r w:rsidR="00F635DB">
        <w:t xml:space="preserve">, </w:t>
      </w:r>
      <w:r w:rsidRPr="009071AC">
        <w:t>quand on lui frappa sur l</w:t>
      </w:r>
      <w:r w:rsidR="00F635DB">
        <w:t>’</w:t>
      </w:r>
      <w:r w:rsidRPr="009071AC">
        <w:t>épaule</w:t>
      </w:r>
      <w:r w:rsidR="00F635DB">
        <w:t xml:space="preserve">. </w:t>
      </w:r>
      <w:r w:rsidRPr="009071AC">
        <w:t>Il se dressa en sursaut</w:t>
      </w:r>
      <w:r w:rsidR="00F635DB">
        <w:t> ; M. </w:t>
      </w:r>
      <w:r w:rsidRPr="009071AC">
        <w:t>Isidore Fortunat était devant lui</w:t>
      </w:r>
      <w:r w:rsidR="00F635DB">
        <w:t>.</w:t>
      </w:r>
    </w:p>
    <w:p w14:paraId="3BA0B40A" w14:textId="77777777" w:rsidR="00F635DB" w:rsidRDefault="00855694" w:rsidP="00F635DB">
      <w:r w:rsidRPr="009071AC">
        <w:t>Comme toujours</w:t>
      </w:r>
      <w:r w:rsidR="00F635DB">
        <w:t xml:space="preserve">, </w:t>
      </w:r>
      <w:r w:rsidRPr="009071AC">
        <w:t>le chasseur d</w:t>
      </w:r>
      <w:r w:rsidR="00F635DB">
        <w:t>’</w:t>
      </w:r>
      <w:r w:rsidRPr="009071AC">
        <w:t>héritages était vêtu avec une recherche sévère</w:t>
      </w:r>
      <w:r w:rsidR="00F635DB">
        <w:t xml:space="preserve">, </w:t>
      </w:r>
      <w:r w:rsidRPr="009071AC">
        <w:t>chaussé et ganté correctement</w:t>
      </w:r>
      <w:r w:rsidR="00F635DB">
        <w:t xml:space="preserve">, </w:t>
      </w:r>
      <w:r w:rsidRPr="009071AC">
        <w:t>mais un sourire discret et encourageant qui ne lui était pas habituel errait sur ses lèvres</w:t>
      </w:r>
      <w:r w:rsidR="00F635DB">
        <w:t>.</w:t>
      </w:r>
    </w:p>
    <w:p w14:paraId="5032986F" w14:textId="1A4382CE" w:rsidR="00F635DB" w:rsidRDefault="00F635DB" w:rsidP="00F635DB">
      <w:r>
        <w:t>— </w:t>
      </w:r>
      <w:r w:rsidR="00855694" w:rsidRPr="009071AC">
        <w:t>Vous le voyez</w:t>
      </w:r>
      <w:r>
        <w:t xml:space="preserve">, </w:t>
      </w:r>
      <w:r w:rsidR="00855694" w:rsidRPr="009071AC">
        <w:t>s</w:t>
      </w:r>
      <w:r>
        <w:t>’</w:t>
      </w:r>
      <w:r w:rsidR="00855694" w:rsidRPr="009071AC">
        <w:t xml:space="preserve">écria </w:t>
      </w:r>
      <w:r>
        <w:t>M. </w:t>
      </w:r>
      <w:r w:rsidR="00855694" w:rsidRPr="009071AC">
        <w:t>Casimir</w:t>
      </w:r>
      <w:r>
        <w:t xml:space="preserve">, </w:t>
      </w:r>
      <w:r w:rsidR="00855694" w:rsidRPr="009071AC">
        <w:t>on vous attendait</w:t>
      </w:r>
      <w:r>
        <w:t> !</w:t>
      </w:r>
    </w:p>
    <w:p w14:paraId="0F9E1B5F" w14:textId="672378C2" w:rsidR="00F635DB" w:rsidRDefault="00F635DB" w:rsidP="00F635DB">
      <w:r>
        <w:t>— </w:t>
      </w:r>
      <w:r w:rsidR="00855694" w:rsidRPr="009071AC">
        <w:t>C</w:t>
      </w:r>
      <w:r>
        <w:t>’</w:t>
      </w:r>
      <w:r w:rsidR="00855694" w:rsidRPr="009071AC">
        <w:t>est vrai</w:t>
      </w:r>
      <w:r>
        <w:t xml:space="preserve"> ! </w:t>
      </w:r>
      <w:r w:rsidR="00855694" w:rsidRPr="009071AC">
        <w:t>je suis en retard</w:t>
      </w:r>
      <w:r>
        <w:t xml:space="preserve">, </w:t>
      </w:r>
      <w:r w:rsidR="00855694" w:rsidRPr="009071AC">
        <w:t xml:space="preserve">fit </w:t>
      </w:r>
      <w:r>
        <w:t>M. </w:t>
      </w:r>
      <w:r w:rsidR="00855694" w:rsidRPr="009071AC">
        <w:t>Fortunat</w:t>
      </w:r>
      <w:r>
        <w:t xml:space="preserve">, </w:t>
      </w:r>
      <w:r w:rsidR="00855694" w:rsidRPr="009071AC">
        <w:t>mais nous allons réparer le temps perdu</w:t>
      </w:r>
      <w:r>
        <w:t xml:space="preserve">… </w:t>
      </w:r>
      <w:r w:rsidR="00855694" w:rsidRPr="009071AC">
        <w:t>Car vous me ferez</w:t>
      </w:r>
      <w:r>
        <w:t xml:space="preserve">, </w:t>
      </w:r>
      <w:r w:rsidR="00855694" w:rsidRPr="009071AC">
        <w:t>je l</w:t>
      </w:r>
      <w:r>
        <w:t>’</w:t>
      </w:r>
      <w:r w:rsidR="00855694" w:rsidRPr="009071AC">
        <w:t>espère</w:t>
      </w:r>
      <w:r>
        <w:t xml:space="preserve">, </w:t>
      </w:r>
      <w:r w:rsidR="00855694" w:rsidRPr="009071AC">
        <w:t>le plaisir de déjeuner avec moi</w:t>
      </w:r>
      <w:r>
        <w:t> ?</w:t>
      </w:r>
    </w:p>
    <w:p w14:paraId="17A70924" w14:textId="77777777" w:rsidR="00F635DB" w:rsidRDefault="00F635DB" w:rsidP="00F635DB">
      <w:r>
        <w:t>— </w:t>
      </w:r>
      <w:r w:rsidR="00855694" w:rsidRPr="009071AC">
        <w:t>C</w:t>
      </w:r>
      <w:r>
        <w:t>’</w:t>
      </w:r>
      <w:r w:rsidR="00855694" w:rsidRPr="009071AC">
        <w:t>est que</w:t>
      </w:r>
      <w:r>
        <w:t xml:space="preserve">, </w:t>
      </w:r>
      <w:r w:rsidR="00855694" w:rsidRPr="009071AC">
        <w:t>véritablement</w:t>
      </w:r>
      <w:r>
        <w:t xml:space="preserve">, </w:t>
      </w:r>
      <w:r w:rsidR="00855694" w:rsidRPr="009071AC">
        <w:t>je ne sais si je dois</w:t>
      </w:r>
      <w:r>
        <w:t>…</w:t>
      </w:r>
    </w:p>
    <w:p w14:paraId="3F00D4DD" w14:textId="77777777" w:rsidR="00F635DB" w:rsidRDefault="00F635DB" w:rsidP="00F635DB">
      <w:r>
        <w:t>— </w:t>
      </w:r>
      <w:r w:rsidR="00855694" w:rsidRPr="009071AC">
        <w:t>Oui</w:t>
      </w:r>
      <w:r>
        <w:t xml:space="preserve">, </w:t>
      </w:r>
      <w:r w:rsidR="00855694" w:rsidRPr="009071AC">
        <w:t>oui</w:t>
      </w:r>
      <w:r>
        <w:t xml:space="preserve">, </w:t>
      </w:r>
      <w:r w:rsidR="00855694" w:rsidRPr="009071AC">
        <w:t>vous devez</w:t>
      </w:r>
      <w:r>
        <w:t xml:space="preserve">… </w:t>
      </w:r>
      <w:r w:rsidR="00855694" w:rsidRPr="009071AC">
        <w:t>On va nous donner un cabinet</w:t>
      </w:r>
      <w:r>
        <w:t xml:space="preserve"> : </w:t>
      </w:r>
      <w:r w:rsidR="00855694" w:rsidRPr="009071AC">
        <w:t>nous avons à causer</w:t>
      </w:r>
      <w:r>
        <w:t>…</w:t>
      </w:r>
    </w:p>
    <w:p w14:paraId="0F62D66B" w14:textId="6C518447" w:rsidR="00F635DB" w:rsidRDefault="00855694" w:rsidP="00F635DB">
      <w:r w:rsidRPr="009071AC">
        <w:t>Ce n</w:t>
      </w:r>
      <w:r w:rsidR="00F635DB">
        <w:t>’</w:t>
      </w:r>
      <w:r w:rsidRPr="009071AC">
        <w:t>était certes pas pour son agrément</w:t>
      </w:r>
      <w:r w:rsidR="00F635DB">
        <w:t xml:space="preserve">, </w:t>
      </w:r>
      <w:r w:rsidRPr="009071AC">
        <w:t xml:space="preserve">que </w:t>
      </w:r>
      <w:r w:rsidR="00F635DB">
        <w:t>M. </w:t>
      </w:r>
      <w:r w:rsidRPr="009071AC">
        <w:t xml:space="preserve">Fortunat fréquentait </w:t>
      </w:r>
      <w:r w:rsidR="00F635DB">
        <w:t>M. </w:t>
      </w:r>
      <w:r w:rsidRPr="009071AC">
        <w:t>Casimir et faisait avec lui commerce d</w:t>
      </w:r>
      <w:r w:rsidR="00F635DB">
        <w:t>’</w:t>
      </w:r>
      <w:r w:rsidRPr="009071AC">
        <w:t>amitié et de fourchette</w:t>
      </w:r>
      <w:r w:rsidR="00F635DB">
        <w:t>. M. </w:t>
      </w:r>
      <w:r w:rsidRPr="009071AC">
        <w:t>Fortunat</w:t>
      </w:r>
      <w:r w:rsidR="00F635DB">
        <w:t xml:space="preserve">, </w:t>
      </w:r>
      <w:r w:rsidRPr="009071AC">
        <w:t>qui était fier</w:t>
      </w:r>
      <w:r w:rsidR="00F635DB">
        <w:t xml:space="preserve">, </w:t>
      </w:r>
      <w:r w:rsidRPr="009071AC">
        <w:t xml:space="preserve">estimait ces </w:t>
      </w:r>
      <w:r w:rsidRPr="009071AC">
        <w:lastRenderedPageBreak/>
        <w:t>relations quelque peu au-dessous de sa dignité</w:t>
      </w:r>
      <w:r w:rsidR="00F635DB">
        <w:t xml:space="preserve">. </w:t>
      </w:r>
      <w:r w:rsidRPr="009071AC">
        <w:t>Mais les événements lui avaient forcé la main au début</w:t>
      </w:r>
      <w:r w:rsidR="00F635DB">
        <w:t xml:space="preserve">, </w:t>
      </w:r>
      <w:r w:rsidRPr="009071AC">
        <w:t>et ensuite</w:t>
      </w:r>
      <w:r w:rsidR="00F635DB">
        <w:t xml:space="preserve">, </w:t>
      </w:r>
      <w:r w:rsidRPr="009071AC">
        <w:t>son intérêt commandant</w:t>
      </w:r>
      <w:r w:rsidR="00F635DB">
        <w:t xml:space="preserve">, </w:t>
      </w:r>
      <w:r w:rsidRPr="009071AC">
        <w:t>il avait passé sur ses répugnances</w:t>
      </w:r>
      <w:r w:rsidR="00F635DB">
        <w:t>.</w:t>
      </w:r>
    </w:p>
    <w:p w14:paraId="70CAE5D4" w14:textId="680905CB" w:rsidR="00F635DB" w:rsidRDefault="00855694" w:rsidP="00F635DB">
      <w:r w:rsidRPr="009071AC">
        <w:t>C</w:t>
      </w:r>
      <w:r w:rsidR="00F635DB">
        <w:t>’</w:t>
      </w:r>
      <w:r w:rsidRPr="009071AC">
        <w:t xml:space="preserve">est par le comte de </w:t>
      </w:r>
      <w:proofErr w:type="spellStart"/>
      <w:r w:rsidRPr="009071AC">
        <w:t>Chalusse</w:t>
      </w:r>
      <w:proofErr w:type="spellEnd"/>
      <w:r w:rsidRPr="009071AC">
        <w:t xml:space="preserve"> que </w:t>
      </w:r>
      <w:r w:rsidR="00F635DB">
        <w:t>M. </w:t>
      </w:r>
      <w:r w:rsidRPr="009071AC">
        <w:t xml:space="preserve">Fortunat avait connu </w:t>
      </w:r>
      <w:r w:rsidR="00F635DB">
        <w:t>M. </w:t>
      </w:r>
      <w:r w:rsidRPr="009071AC">
        <w:t>Casimir</w:t>
      </w:r>
      <w:r w:rsidR="00F635DB">
        <w:t xml:space="preserve">. </w:t>
      </w:r>
      <w:r w:rsidRPr="009071AC">
        <w:t>Ayant eu à se louer des services du dénicheur d</w:t>
      </w:r>
      <w:r w:rsidR="00F635DB">
        <w:t>’</w:t>
      </w:r>
      <w:r w:rsidRPr="009071AC">
        <w:t>héritiers</w:t>
      </w:r>
      <w:r w:rsidR="00F635DB">
        <w:t xml:space="preserve">, </w:t>
      </w:r>
      <w:r w:rsidRPr="009071AC">
        <w:t>et lui supposant une probité relative</w:t>
      </w:r>
      <w:r w:rsidR="00F635DB">
        <w:t xml:space="preserve">, </w:t>
      </w:r>
      <w:r w:rsidRPr="009071AC">
        <w:t>le comte l</w:t>
      </w:r>
      <w:r w:rsidR="00F635DB">
        <w:t>’</w:t>
      </w:r>
      <w:r w:rsidRPr="009071AC">
        <w:t>avait chargé d</w:t>
      </w:r>
      <w:r w:rsidR="00F635DB">
        <w:t>’</w:t>
      </w:r>
      <w:r w:rsidRPr="009071AC">
        <w:t>arranger diverses tracasseries</w:t>
      </w:r>
      <w:r w:rsidR="00F635DB">
        <w:t xml:space="preserve">, </w:t>
      </w:r>
      <w:r w:rsidRPr="009071AC">
        <w:t>et à chaque fois lui avait expédié son valet de chambre</w:t>
      </w:r>
      <w:r w:rsidR="00F635DB">
        <w:t>.</w:t>
      </w:r>
    </w:p>
    <w:p w14:paraId="5089070B" w14:textId="7B940AFE" w:rsidR="00F635DB" w:rsidRDefault="00855694" w:rsidP="00F635DB">
      <w:r w:rsidRPr="009071AC">
        <w:t xml:space="preserve">Naturellement </w:t>
      </w:r>
      <w:r w:rsidR="00F635DB">
        <w:t>M. </w:t>
      </w:r>
      <w:r w:rsidRPr="009071AC">
        <w:t>Casimir avait péroré</w:t>
      </w:r>
      <w:r w:rsidR="00F635DB">
        <w:t xml:space="preserve">, </w:t>
      </w:r>
      <w:r w:rsidRPr="009071AC">
        <w:t>l</w:t>
      </w:r>
      <w:r w:rsidR="00F635DB">
        <w:t>’</w:t>
      </w:r>
      <w:r w:rsidRPr="009071AC">
        <w:t>autre avait écouté</w:t>
      </w:r>
      <w:r w:rsidR="00F635DB">
        <w:t xml:space="preserve">, </w:t>
      </w:r>
      <w:r w:rsidRPr="009071AC">
        <w:t>de là une connaissance superficielle</w:t>
      </w:r>
      <w:r w:rsidR="00F635DB">
        <w:t>.</w:t>
      </w:r>
    </w:p>
    <w:p w14:paraId="37E3C4B2" w14:textId="0DABD3A9" w:rsidR="00F635DB" w:rsidRDefault="00855694" w:rsidP="00F635DB">
      <w:r w:rsidRPr="009071AC">
        <w:t>Plus tard</w:t>
      </w:r>
      <w:r w:rsidR="00F635DB">
        <w:t xml:space="preserve">, </w:t>
      </w:r>
      <w:r w:rsidRPr="009071AC">
        <w:t xml:space="preserve">lors des projets de mariage de </w:t>
      </w:r>
      <w:r w:rsidR="00F635DB">
        <w:t>M. de </w:t>
      </w:r>
      <w:proofErr w:type="spellStart"/>
      <w:r w:rsidRPr="009071AC">
        <w:t>Valorsay</w:t>
      </w:r>
      <w:proofErr w:type="spellEnd"/>
      <w:r w:rsidR="00F635DB">
        <w:t>, M. </w:t>
      </w:r>
      <w:r w:rsidRPr="009071AC">
        <w:t>Fortunat avait trouvé commode</w:t>
      </w:r>
      <w:r w:rsidR="00F635DB">
        <w:t xml:space="preserve">, </w:t>
      </w:r>
      <w:r w:rsidRPr="009071AC">
        <w:t>pour contrôler les allégations de son noble client</w:t>
      </w:r>
      <w:r w:rsidR="00F635DB">
        <w:t xml:space="preserve">, </w:t>
      </w:r>
      <w:r w:rsidRPr="009071AC">
        <w:t xml:space="preserve">de faire du domestique de </w:t>
      </w:r>
      <w:r w:rsidR="00F635DB">
        <w:t>M. de </w:t>
      </w:r>
      <w:proofErr w:type="spellStart"/>
      <w:r w:rsidRPr="009071AC">
        <w:t>Chalusse</w:t>
      </w:r>
      <w:proofErr w:type="spellEnd"/>
      <w:r w:rsidRPr="009071AC">
        <w:t xml:space="preserve"> son espion</w:t>
      </w:r>
      <w:r w:rsidR="00F635DB">
        <w:t>.</w:t>
      </w:r>
    </w:p>
    <w:p w14:paraId="1AD1E515" w14:textId="6B6FADB4" w:rsidR="00F635DB" w:rsidRDefault="00855694" w:rsidP="00F635DB">
      <w:r w:rsidRPr="009071AC">
        <w:t>De là des relations suivies</w:t>
      </w:r>
      <w:r w:rsidR="00F635DB">
        <w:t xml:space="preserve">, </w:t>
      </w:r>
      <w:r w:rsidRPr="009071AC">
        <w:t>dont le prétexte avait été facile à trouver</w:t>
      </w:r>
      <w:r w:rsidR="00F635DB">
        <w:t>, M. </w:t>
      </w:r>
      <w:r w:rsidRPr="009071AC">
        <w:t>Casimir étant un spéculateur et jouant à la Bourse</w:t>
      </w:r>
      <w:r w:rsidR="00F635DB">
        <w:t>.</w:t>
      </w:r>
    </w:p>
    <w:p w14:paraId="2C3F4474" w14:textId="073AE88C" w:rsidR="00F635DB" w:rsidRDefault="00855694" w:rsidP="00F635DB">
      <w:r w:rsidRPr="009071AC">
        <w:t>Et quand il avait besoin de renseignements</w:t>
      </w:r>
      <w:r w:rsidR="00F635DB">
        <w:t>, M. </w:t>
      </w:r>
      <w:r w:rsidRPr="009071AC">
        <w:t xml:space="preserve">Fortunat invitait </w:t>
      </w:r>
      <w:r w:rsidR="00F635DB">
        <w:t>M. </w:t>
      </w:r>
      <w:r w:rsidRPr="009071AC">
        <w:t>Casimir à déjeuner</w:t>
      </w:r>
      <w:r w:rsidR="00F635DB">
        <w:t xml:space="preserve">, </w:t>
      </w:r>
      <w:r w:rsidRPr="009071AC">
        <w:t>sachant l</w:t>
      </w:r>
      <w:r w:rsidR="00F635DB">
        <w:t>’</w:t>
      </w:r>
      <w:r w:rsidRPr="009071AC">
        <w:t>influence d</w:t>
      </w:r>
      <w:r w:rsidR="00F635DB">
        <w:t>’</w:t>
      </w:r>
      <w:r w:rsidRPr="009071AC">
        <w:t>une bonne bouteille offerte à propos</w:t>
      </w:r>
      <w:r w:rsidR="00F635DB">
        <w:t xml:space="preserve">, </w:t>
      </w:r>
      <w:r w:rsidRPr="009071AC">
        <w:t>et tout en sirotant le café</w:t>
      </w:r>
      <w:r w:rsidR="00F635DB">
        <w:t xml:space="preserve">, </w:t>
      </w:r>
      <w:r w:rsidRPr="009071AC">
        <w:t>sans avoir l</w:t>
      </w:r>
      <w:r w:rsidR="00F635DB">
        <w:t>’</w:t>
      </w:r>
      <w:r w:rsidRPr="009071AC">
        <w:t>air d</w:t>
      </w:r>
      <w:r w:rsidR="00F635DB">
        <w:t>’</w:t>
      </w:r>
      <w:r w:rsidRPr="009071AC">
        <w:t>y toucher</w:t>
      </w:r>
      <w:r w:rsidR="00F635DB">
        <w:t xml:space="preserve">, </w:t>
      </w:r>
      <w:r w:rsidRPr="009071AC">
        <w:t>il arrivait à ses fins</w:t>
      </w:r>
      <w:r w:rsidR="00F635DB">
        <w:t>…</w:t>
      </w:r>
    </w:p>
    <w:p w14:paraId="1E270C02" w14:textId="77777777" w:rsidR="00F635DB" w:rsidRDefault="00855694" w:rsidP="00F635DB">
      <w:r w:rsidRPr="009071AC">
        <w:t>C</w:t>
      </w:r>
      <w:r w:rsidR="00F635DB">
        <w:t>’</w:t>
      </w:r>
      <w:r w:rsidRPr="009071AC">
        <w:t>est dire qu</w:t>
      </w:r>
      <w:r w:rsidR="00F635DB">
        <w:t>’</w:t>
      </w:r>
      <w:r w:rsidRPr="009071AC">
        <w:t>il soigna le menu</w:t>
      </w:r>
      <w:r w:rsidR="00F635DB">
        <w:t xml:space="preserve">, </w:t>
      </w:r>
      <w:r w:rsidRPr="009071AC">
        <w:t>ce jour où d</w:t>
      </w:r>
      <w:r w:rsidR="00F635DB">
        <w:t>’</w:t>
      </w:r>
      <w:r w:rsidRPr="009071AC">
        <w:t>un mot de plus ou de moins dépendait peut-être la partie qu</w:t>
      </w:r>
      <w:r w:rsidR="00F635DB">
        <w:t>’</w:t>
      </w:r>
      <w:r w:rsidRPr="009071AC">
        <w:t>il allait jouer</w:t>
      </w:r>
      <w:r w:rsidR="00F635DB">
        <w:t>…</w:t>
      </w:r>
    </w:p>
    <w:p w14:paraId="561641AA" w14:textId="380E3A49" w:rsidR="00F635DB" w:rsidRDefault="00855694" w:rsidP="00F635DB">
      <w:r w:rsidRPr="009071AC">
        <w:t>Et l</w:t>
      </w:r>
      <w:r w:rsidR="00F635DB">
        <w:t>’</w:t>
      </w:r>
      <w:r w:rsidRPr="009071AC">
        <w:t xml:space="preserve">œil de </w:t>
      </w:r>
      <w:r w:rsidR="00F635DB">
        <w:t>M. </w:t>
      </w:r>
      <w:r w:rsidRPr="009071AC">
        <w:t>Casimir étincelait</w:t>
      </w:r>
      <w:r w:rsidR="00F635DB">
        <w:t xml:space="preserve">, </w:t>
      </w:r>
      <w:r w:rsidRPr="009071AC">
        <w:t>en prenant place devant une table bien blanche</w:t>
      </w:r>
      <w:r w:rsidR="00F635DB">
        <w:t xml:space="preserve">, </w:t>
      </w:r>
      <w:r w:rsidRPr="009071AC">
        <w:t>en face de son amphitryon</w:t>
      </w:r>
      <w:r w:rsidR="00F635DB">
        <w:t>.</w:t>
      </w:r>
    </w:p>
    <w:p w14:paraId="2C3416A1" w14:textId="77777777" w:rsidR="00F635DB" w:rsidRDefault="00855694" w:rsidP="00F635DB">
      <w:r w:rsidRPr="009071AC">
        <w:t>C</w:t>
      </w:r>
      <w:r w:rsidR="00F635DB">
        <w:t>’</w:t>
      </w:r>
      <w:r w:rsidRPr="009071AC">
        <w:t xml:space="preserve">est dans un tout petit </w:t>
      </w:r>
      <w:r w:rsidR="00F635DB">
        <w:t>« </w:t>
      </w:r>
      <w:r w:rsidRPr="009071AC">
        <w:t>salon de société</w:t>
      </w:r>
      <w:r w:rsidR="00F635DB">
        <w:t> »</w:t>
      </w:r>
      <w:r w:rsidRPr="009071AC">
        <w:t xml:space="preserve"> prenant jour sur le boulevard</w:t>
      </w:r>
      <w:r w:rsidR="00F635DB">
        <w:t xml:space="preserve">, </w:t>
      </w:r>
      <w:r w:rsidRPr="009071AC">
        <w:t>que le traiteur avait dressé le couvert</w:t>
      </w:r>
      <w:r w:rsidR="00F635DB">
        <w:t>.</w:t>
      </w:r>
    </w:p>
    <w:p w14:paraId="02AB9B09" w14:textId="455F3F98" w:rsidR="00F635DB" w:rsidRDefault="00F635DB" w:rsidP="00F635DB">
      <w:r>
        <w:lastRenderedPageBreak/>
        <w:t>M. </w:t>
      </w:r>
      <w:r w:rsidR="00855694" w:rsidRPr="009071AC">
        <w:t>Fortunat lui-même l</w:t>
      </w:r>
      <w:r>
        <w:t>’</w:t>
      </w:r>
      <w:r w:rsidR="00855694" w:rsidRPr="009071AC">
        <w:t>avait choisi et désigné</w:t>
      </w:r>
      <w:r>
        <w:t xml:space="preserve">. </w:t>
      </w:r>
      <w:r w:rsidR="00855694" w:rsidRPr="009071AC">
        <w:t>Non qu</w:t>
      </w:r>
      <w:r>
        <w:t>’</w:t>
      </w:r>
      <w:r w:rsidR="00855694" w:rsidRPr="009071AC">
        <w:t>il fût plus spacieux que les autres</w:t>
      </w:r>
      <w:r>
        <w:t xml:space="preserve">, </w:t>
      </w:r>
      <w:r w:rsidR="00855694" w:rsidRPr="009071AC">
        <w:t>ni plus confortable</w:t>
      </w:r>
      <w:r>
        <w:t xml:space="preserve">, </w:t>
      </w:r>
      <w:r w:rsidR="00855694" w:rsidRPr="009071AC">
        <w:t>mais il était isolé</w:t>
      </w:r>
      <w:r>
        <w:t xml:space="preserve">. </w:t>
      </w:r>
      <w:r w:rsidR="00855694" w:rsidRPr="009071AC">
        <w:t>C</w:t>
      </w:r>
      <w:r>
        <w:t>’</w:t>
      </w:r>
      <w:r w:rsidR="00855694" w:rsidRPr="009071AC">
        <w:t>est un avantage considérable</w:t>
      </w:r>
      <w:r>
        <w:t xml:space="preserve">, </w:t>
      </w:r>
      <w:r w:rsidR="00855694" w:rsidRPr="009071AC">
        <w:t>pour qui sait combien sont indiscrets et perfides les cabinets particuliers séparés par de simples voliges de sapin</w:t>
      </w:r>
      <w:r>
        <w:t xml:space="preserve">, </w:t>
      </w:r>
      <w:r w:rsidR="00855694" w:rsidRPr="009071AC">
        <w:t>aussi minces qu</w:t>
      </w:r>
      <w:r>
        <w:t>’</w:t>
      </w:r>
      <w:r w:rsidR="00855694" w:rsidRPr="009071AC">
        <w:t>une feuille de papier</w:t>
      </w:r>
      <w:r>
        <w:t>.</w:t>
      </w:r>
    </w:p>
    <w:p w14:paraId="737128FB" w14:textId="77777777" w:rsidR="00F635DB" w:rsidRDefault="00855694" w:rsidP="00F635DB">
      <w:r w:rsidRPr="009071AC">
        <w:t>Il ne devait pas tarder à s</w:t>
      </w:r>
      <w:r w:rsidR="00F635DB">
        <w:t>’</w:t>
      </w:r>
      <w:r w:rsidRPr="009071AC">
        <w:t>applaudir de sa prévoyance</w:t>
      </w:r>
      <w:r w:rsidR="00F635DB">
        <w:t>.</w:t>
      </w:r>
    </w:p>
    <w:p w14:paraId="062CBCB4" w14:textId="09CD9529" w:rsidR="00F635DB" w:rsidRDefault="00855694" w:rsidP="00F635DB">
      <w:r w:rsidRPr="009071AC">
        <w:t>Le déjeuner avait commencé par un plat d</w:t>
      </w:r>
      <w:r w:rsidR="00F635DB">
        <w:t>’</w:t>
      </w:r>
      <w:r w:rsidRPr="009071AC">
        <w:t>escargots</w:t>
      </w:r>
      <w:r w:rsidR="00F635DB">
        <w:t xml:space="preserve">, </w:t>
      </w:r>
      <w:r w:rsidRPr="009071AC">
        <w:t xml:space="preserve">et </w:t>
      </w:r>
      <w:r w:rsidR="00F635DB">
        <w:t>M. </w:t>
      </w:r>
      <w:r w:rsidRPr="009071AC">
        <w:t>Casimir n</w:t>
      </w:r>
      <w:r w:rsidR="00F635DB">
        <w:t>’</w:t>
      </w:r>
      <w:r w:rsidRPr="009071AC">
        <w:t>avait pas achevé sa douzaine</w:t>
      </w:r>
      <w:r w:rsidR="00F635DB">
        <w:t xml:space="preserve">, </w:t>
      </w:r>
      <w:r w:rsidRPr="009071AC">
        <w:t>arrosée de vin de Chablis</w:t>
      </w:r>
      <w:r w:rsidR="00F635DB">
        <w:t xml:space="preserve">, </w:t>
      </w:r>
      <w:r w:rsidRPr="009071AC">
        <w:t>que déjà il déclarait ne voir nul inconvénient à se déboutonner devant un ami</w:t>
      </w:r>
      <w:r w:rsidR="00F635DB">
        <w:t>…</w:t>
      </w:r>
    </w:p>
    <w:p w14:paraId="00B4C6B2" w14:textId="77777777" w:rsidR="00F635DB" w:rsidRDefault="00855694" w:rsidP="00F635DB">
      <w:r w:rsidRPr="009071AC">
        <w:t>Les événements de la matinée ayant déjà bouleversé sa cervelle</w:t>
      </w:r>
      <w:r w:rsidR="00F635DB">
        <w:t xml:space="preserve">, </w:t>
      </w:r>
      <w:r w:rsidRPr="009071AC">
        <w:t>la vanité et la bonne chère achevaient d</w:t>
      </w:r>
      <w:r w:rsidR="00F635DB">
        <w:t>’</w:t>
      </w:r>
      <w:r w:rsidRPr="009071AC">
        <w:t>exalter ses facultés</w:t>
      </w:r>
      <w:r w:rsidR="00F635DB">
        <w:t xml:space="preserve">, </w:t>
      </w:r>
      <w:r w:rsidRPr="009071AC">
        <w:t>et il discourait avec une verve intarissable</w:t>
      </w:r>
      <w:r w:rsidR="00F635DB">
        <w:t>.</w:t>
      </w:r>
    </w:p>
    <w:p w14:paraId="0CBDE3C6" w14:textId="0972CBE9" w:rsidR="00F635DB" w:rsidRDefault="00855694" w:rsidP="00F635DB">
      <w:r w:rsidRPr="009071AC">
        <w:t>Oubliant toute prudence</w:t>
      </w:r>
      <w:r w:rsidR="00F635DB">
        <w:t xml:space="preserve">, </w:t>
      </w:r>
      <w:r w:rsidRPr="009071AC">
        <w:t>il s</w:t>
      </w:r>
      <w:r w:rsidR="00F635DB">
        <w:t>’</w:t>
      </w:r>
      <w:r w:rsidRPr="009071AC">
        <w:t>abandonnait</w:t>
      </w:r>
      <w:r w:rsidR="00F635DB">
        <w:t xml:space="preserve">, </w:t>
      </w:r>
      <w:r w:rsidRPr="009071AC">
        <w:t>et on pouvait le juger à l</w:t>
      </w:r>
      <w:r w:rsidR="00F635DB">
        <w:t>’</w:t>
      </w:r>
      <w:r w:rsidRPr="009071AC">
        <w:t xml:space="preserve">entendre parler du comte de </w:t>
      </w:r>
      <w:proofErr w:type="spellStart"/>
      <w:r w:rsidRPr="009071AC">
        <w:t>Chalusse</w:t>
      </w:r>
      <w:proofErr w:type="spellEnd"/>
      <w:r w:rsidRPr="009071AC">
        <w:t xml:space="preserve"> et du marquis de </w:t>
      </w:r>
      <w:proofErr w:type="spellStart"/>
      <w:r w:rsidRPr="009071AC">
        <w:t>Valorsay</w:t>
      </w:r>
      <w:proofErr w:type="spellEnd"/>
      <w:r w:rsidR="00F635DB">
        <w:t xml:space="preserve">, </w:t>
      </w:r>
      <w:r w:rsidRPr="009071AC">
        <w:t>et surtout de son ennemie</w:t>
      </w:r>
      <w:r w:rsidR="00F635DB">
        <w:t>, M</w:t>
      </w:r>
      <w:r w:rsidR="00F635DB" w:rsidRPr="00F635DB">
        <w:rPr>
          <w:vertAlign w:val="superscript"/>
        </w:rPr>
        <w:t>lle</w:t>
      </w:r>
      <w:r w:rsidR="00F635DB">
        <w:t> </w:t>
      </w:r>
      <w:r w:rsidRPr="009071AC">
        <w:t>Marguerite</w:t>
      </w:r>
      <w:r w:rsidR="00F635DB">
        <w:t>.</w:t>
      </w:r>
    </w:p>
    <w:p w14:paraId="54A35A5C" w14:textId="77777777" w:rsidR="00F635DB" w:rsidRDefault="00F635DB" w:rsidP="00F635DB">
      <w:r>
        <w:t>— </w:t>
      </w:r>
      <w:r w:rsidR="00855694" w:rsidRPr="009071AC">
        <w:t>Car c</w:t>
      </w:r>
      <w:r>
        <w:t>’</w:t>
      </w:r>
      <w:r w:rsidR="00855694" w:rsidRPr="009071AC">
        <w:t>est elle</w:t>
      </w:r>
      <w:r>
        <w:t xml:space="preserve">, </w:t>
      </w:r>
      <w:r w:rsidR="00855694" w:rsidRPr="009071AC">
        <w:t>criait-il en tapant son couteau sur la table</w:t>
      </w:r>
      <w:r>
        <w:t xml:space="preserve">, </w:t>
      </w:r>
      <w:r w:rsidR="00855694" w:rsidRPr="009071AC">
        <w:t>c</w:t>
      </w:r>
      <w:r>
        <w:t>’</w:t>
      </w:r>
      <w:r w:rsidR="00855694" w:rsidRPr="009071AC">
        <w:t>est elle seule qui a pris les millions disparus</w:t>
      </w:r>
      <w:r>
        <w:t xml:space="preserve">. </w:t>
      </w:r>
      <w:r w:rsidR="00855694" w:rsidRPr="009071AC">
        <w:t>Comment</w:t>
      </w:r>
      <w:r>
        <w:t xml:space="preserve"> ?… </w:t>
      </w:r>
      <w:r w:rsidR="00855694" w:rsidRPr="009071AC">
        <w:t>c</w:t>
      </w:r>
      <w:r>
        <w:t>’</w:t>
      </w:r>
      <w:r w:rsidR="00855694" w:rsidRPr="009071AC">
        <w:t>est ce qu</w:t>
      </w:r>
      <w:r>
        <w:t>’</w:t>
      </w:r>
      <w:r w:rsidR="00855694" w:rsidRPr="009071AC">
        <w:t>on ne saura jamais</w:t>
      </w:r>
      <w:r>
        <w:t xml:space="preserve">, </w:t>
      </w:r>
      <w:r w:rsidR="00855694" w:rsidRPr="009071AC">
        <w:t>car elle n</w:t>
      </w:r>
      <w:r>
        <w:t>’</w:t>
      </w:r>
      <w:r w:rsidR="00855694" w:rsidRPr="009071AC">
        <w:t>a pas sa pareille pour la malice</w:t>
      </w:r>
      <w:r>
        <w:t xml:space="preserve">. </w:t>
      </w:r>
      <w:r w:rsidR="00855694" w:rsidRPr="009071AC">
        <w:t>Mais elle les a volés</w:t>
      </w:r>
      <w:r>
        <w:t xml:space="preserve">, </w:t>
      </w:r>
      <w:r w:rsidR="00855694" w:rsidRPr="009071AC">
        <w:t>j</w:t>
      </w:r>
      <w:r>
        <w:t>’</w:t>
      </w:r>
      <w:r w:rsidR="00855694" w:rsidRPr="009071AC">
        <w:t>en suis sûr</w:t>
      </w:r>
      <w:r>
        <w:t xml:space="preserve">, </w:t>
      </w:r>
      <w:r w:rsidR="00855694" w:rsidRPr="009071AC">
        <w:t>j</w:t>
      </w:r>
      <w:r>
        <w:t>’</w:t>
      </w:r>
      <w:r w:rsidR="00855694" w:rsidRPr="009071AC">
        <w:t>en lèverais la main devant la justice</w:t>
      </w:r>
      <w:r>
        <w:t xml:space="preserve">, </w:t>
      </w:r>
      <w:r w:rsidR="00855694" w:rsidRPr="009071AC">
        <w:t>et je le lui aurais prouvé sans cet espèce de juge de paix qui a pris son parti parce qu</w:t>
      </w:r>
      <w:r>
        <w:t>’</w:t>
      </w:r>
      <w:r w:rsidR="00855694" w:rsidRPr="009071AC">
        <w:t>elle est jolie</w:t>
      </w:r>
      <w:r>
        <w:t xml:space="preserve">… </w:t>
      </w:r>
      <w:r w:rsidR="00855694" w:rsidRPr="009071AC">
        <w:t>car elle est diantrement jolie la coquine</w:t>
      </w:r>
      <w:r>
        <w:t>…</w:t>
      </w:r>
    </w:p>
    <w:p w14:paraId="1B92BE0D" w14:textId="77777777" w:rsidR="00F635DB" w:rsidRDefault="00855694" w:rsidP="00F635DB">
      <w:r w:rsidRPr="009071AC">
        <w:t>Le guetteur d</w:t>
      </w:r>
      <w:r w:rsidR="00F635DB">
        <w:t>’</w:t>
      </w:r>
      <w:r w:rsidRPr="009071AC">
        <w:t>héritages eût voulu placer un mot qu</w:t>
      </w:r>
      <w:r w:rsidR="00F635DB">
        <w:t>’</w:t>
      </w:r>
      <w:r w:rsidRPr="009071AC">
        <w:t>il ne l</w:t>
      </w:r>
      <w:r w:rsidR="00F635DB">
        <w:t>’</w:t>
      </w:r>
      <w:r w:rsidRPr="009071AC">
        <w:t>eût pu</w:t>
      </w:r>
      <w:r w:rsidR="00F635DB">
        <w:t xml:space="preserve">, </w:t>
      </w:r>
      <w:r w:rsidRPr="009071AC">
        <w:t>tant l</w:t>
      </w:r>
      <w:r w:rsidR="00F635DB">
        <w:t>’</w:t>
      </w:r>
      <w:r w:rsidRPr="009071AC">
        <w:t>autre</w:t>
      </w:r>
      <w:r w:rsidR="00F635DB">
        <w:t xml:space="preserve">, </w:t>
      </w:r>
      <w:r w:rsidRPr="009071AC">
        <w:t>impérieusement</w:t>
      </w:r>
      <w:r w:rsidR="00F635DB">
        <w:t xml:space="preserve">, </w:t>
      </w:r>
      <w:r w:rsidRPr="009071AC">
        <w:t>s</w:t>
      </w:r>
      <w:r w:rsidR="00F635DB">
        <w:t>’</w:t>
      </w:r>
      <w:r w:rsidRPr="009071AC">
        <w:t>emparait de la conversation</w:t>
      </w:r>
      <w:r w:rsidR="00F635DB">
        <w:t>.</w:t>
      </w:r>
    </w:p>
    <w:p w14:paraId="59A7BC49" w14:textId="77777777" w:rsidR="00F635DB" w:rsidRDefault="00855694" w:rsidP="00F635DB">
      <w:r w:rsidRPr="009071AC">
        <w:t>Mais cela ne lui déplaisait pas</w:t>
      </w:r>
      <w:r w:rsidR="00F635DB">
        <w:t xml:space="preserve">. </w:t>
      </w:r>
      <w:r w:rsidRPr="009071AC">
        <w:t>Il n</w:t>
      </w:r>
      <w:r w:rsidR="00F635DB">
        <w:t>’</w:t>
      </w:r>
      <w:r w:rsidRPr="009071AC">
        <w:t>en était que plus libre de se donner à ses réflexions</w:t>
      </w:r>
      <w:r w:rsidR="00F635DB">
        <w:t>.</w:t>
      </w:r>
    </w:p>
    <w:p w14:paraId="7B5600C7" w14:textId="77777777" w:rsidR="00F635DB" w:rsidRDefault="00855694" w:rsidP="00F635DB">
      <w:r w:rsidRPr="009071AC">
        <w:lastRenderedPageBreak/>
        <w:t>Elles étaient singulières</w:t>
      </w:r>
      <w:r w:rsidR="00F635DB">
        <w:t> :</w:t>
      </w:r>
    </w:p>
    <w:p w14:paraId="282F7198" w14:textId="633A6E7D" w:rsidR="00F635DB" w:rsidRDefault="00855694" w:rsidP="00F635DB">
      <w:r w:rsidRPr="009071AC">
        <w:t xml:space="preserve">Rapprochant des affirmations de </w:t>
      </w:r>
      <w:r w:rsidR="00F635DB">
        <w:t>M. </w:t>
      </w:r>
      <w:r w:rsidRPr="009071AC">
        <w:t xml:space="preserve">Casimir les assurances du marquis de </w:t>
      </w:r>
      <w:proofErr w:type="spellStart"/>
      <w:r w:rsidRPr="009071AC">
        <w:t>Valorsay</w:t>
      </w:r>
      <w:proofErr w:type="spellEnd"/>
      <w:r w:rsidR="00F635DB">
        <w:t xml:space="preserve">, </w:t>
      </w:r>
      <w:r w:rsidRPr="009071AC">
        <w:t>il était confondu de la coïncidence</w:t>
      </w:r>
      <w:r w:rsidR="00F635DB">
        <w:t>.</w:t>
      </w:r>
    </w:p>
    <w:p w14:paraId="2106C47B" w14:textId="4A7557D7" w:rsidR="00F635DB" w:rsidRDefault="00F635DB" w:rsidP="00F635DB">
      <w:r>
        <w:t>— </w:t>
      </w:r>
      <w:r w:rsidR="00855694" w:rsidRPr="009071AC">
        <w:t>C</w:t>
      </w:r>
      <w:r>
        <w:t>’</w:t>
      </w:r>
      <w:r w:rsidR="00855694" w:rsidRPr="009071AC">
        <w:t>est au moins bizarre</w:t>
      </w:r>
      <w:r>
        <w:t xml:space="preserve"> ! </w:t>
      </w:r>
      <w:r w:rsidR="00855694" w:rsidRPr="009071AC">
        <w:t>pensait-il</w:t>
      </w:r>
      <w:r>
        <w:t xml:space="preserve">. </w:t>
      </w:r>
      <w:r w:rsidR="00855694" w:rsidRPr="009071AC">
        <w:t>Cette jeune fille aurait-elle vraiment volé</w:t>
      </w:r>
      <w:r>
        <w:t xml:space="preserve">, </w:t>
      </w:r>
      <w:r w:rsidR="00855694" w:rsidRPr="009071AC">
        <w:t xml:space="preserve">le marquis le </w:t>
      </w:r>
      <w:proofErr w:type="spellStart"/>
      <w:r w:rsidR="00855694" w:rsidRPr="009071AC">
        <w:t>saurait-il</w:t>
      </w:r>
      <w:proofErr w:type="spellEnd"/>
      <w:r w:rsidR="00855694" w:rsidRPr="009071AC">
        <w:t xml:space="preserve"> par </w:t>
      </w:r>
      <w:r>
        <w:t>M</w:t>
      </w:r>
      <w:r w:rsidRPr="00F635DB">
        <w:rPr>
          <w:vertAlign w:val="superscript"/>
        </w:rPr>
        <w:t>me</w:t>
      </w:r>
      <w:r>
        <w:t> </w:t>
      </w:r>
      <w:r w:rsidR="00855694" w:rsidRPr="009071AC">
        <w:t>Léon et songerait-il à profiter du vol</w:t>
      </w:r>
      <w:r>
        <w:t xml:space="preserve"> ? </w:t>
      </w:r>
      <w:r w:rsidR="00855694" w:rsidRPr="009071AC">
        <w:t>En ce cas</w:t>
      </w:r>
      <w:r>
        <w:t xml:space="preserve">, </w:t>
      </w:r>
      <w:r w:rsidR="00855694" w:rsidRPr="009071AC">
        <w:t>je rentrerais dans mon argent</w:t>
      </w:r>
      <w:r>
        <w:t xml:space="preserve">… </w:t>
      </w:r>
      <w:r w:rsidR="00855694" w:rsidRPr="009071AC">
        <w:t>Il faudra voir</w:t>
      </w:r>
      <w:r>
        <w:t>…</w:t>
      </w:r>
    </w:p>
    <w:p w14:paraId="3F973BDE" w14:textId="485E72E6" w:rsidR="00F635DB" w:rsidRDefault="00855694" w:rsidP="00F635DB">
      <w:r w:rsidRPr="009071AC">
        <w:t>Aux escargots et au vin blanc</w:t>
      </w:r>
      <w:r w:rsidR="00F635DB">
        <w:t xml:space="preserve">, </w:t>
      </w:r>
      <w:r w:rsidRPr="009071AC">
        <w:t>une perdrix et du vin de Pomard succédaient</w:t>
      </w:r>
      <w:r w:rsidR="00F635DB">
        <w:t xml:space="preserve">, </w:t>
      </w:r>
      <w:r w:rsidRPr="009071AC">
        <w:t xml:space="preserve">et la loquacité de </w:t>
      </w:r>
      <w:r w:rsidR="00F635DB">
        <w:t>M. </w:t>
      </w:r>
      <w:r w:rsidRPr="009071AC">
        <w:t>Casimir augmentait et le diapason de sa voix montait</w:t>
      </w:r>
      <w:r w:rsidR="00F635DB">
        <w:t>…</w:t>
      </w:r>
    </w:p>
    <w:p w14:paraId="6995C921" w14:textId="77777777" w:rsidR="00F635DB" w:rsidRDefault="00855694" w:rsidP="00F635DB">
      <w:r w:rsidRPr="009071AC">
        <w:t>Seulement</w:t>
      </w:r>
      <w:r w:rsidR="00F635DB">
        <w:t xml:space="preserve">, </w:t>
      </w:r>
      <w:r w:rsidRPr="009071AC">
        <w:t>il s</w:t>
      </w:r>
      <w:r w:rsidR="00F635DB">
        <w:t>’</w:t>
      </w:r>
      <w:r w:rsidRPr="009071AC">
        <w:t>égarait en ridicules cancans et en calomnies absurdes</w:t>
      </w:r>
      <w:r w:rsidR="00F635DB">
        <w:t xml:space="preserve">, </w:t>
      </w:r>
      <w:r w:rsidRPr="009071AC">
        <w:t>et il devenait assommant lorsque tout à coup</w:t>
      </w:r>
      <w:r w:rsidR="00F635DB">
        <w:t xml:space="preserve">, </w:t>
      </w:r>
      <w:r w:rsidRPr="009071AC">
        <w:t>sans transition</w:t>
      </w:r>
      <w:r w:rsidR="00F635DB">
        <w:t xml:space="preserve">, </w:t>
      </w:r>
      <w:r w:rsidRPr="009071AC">
        <w:t>il en arriva à la lettre mystérieuse qui avait</w:t>
      </w:r>
      <w:r w:rsidR="00F635DB">
        <w:t xml:space="preserve">, </w:t>
      </w:r>
      <w:r w:rsidRPr="009071AC">
        <w:t>selon lui</w:t>
      </w:r>
      <w:r w:rsidR="00F635DB">
        <w:t xml:space="preserve">, </w:t>
      </w:r>
      <w:r w:rsidRPr="009071AC">
        <w:t>déterminé l</w:t>
      </w:r>
      <w:r w:rsidR="00F635DB">
        <w:t>’</w:t>
      </w:r>
      <w:r w:rsidRPr="009071AC">
        <w:t>accident du comte</w:t>
      </w:r>
      <w:r w:rsidR="00F635DB">
        <w:t>.</w:t>
      </w:r>
    </w:p>
    <w:p w14:paraId="0857C018" w14:textId="1B5366FD" w:rsidR="00F635DB" w:rsidRDefault="00855694" w:rsidP="00F635DB">
      <w:r w:rsidRPr="009071AC">
        <w:t>Aux premiers mots</w:t>
      </w:r>
      <w:r w:rsidR="00F635DB">
        <w:t>, M. </w:t>
      </w:r>
      <w:r w:rsidRPr="009071AC">
        <w:t>Fortunat avait tressailli</w:t>
      </w:r>
      <w:r w:rsidR="00F635DB">
        <w:t>.</w:t>
      </w:r>
    </w:p>
    <w:p w14:paraId="73DBEA14" w14:textId="77777777" w:rsidR="00F635DB" w:rsidRDefault="00F635DB" w:rsidP="00F635DB">
      <w:r>
        <w:t>— </w:t>
      </w:r>
      <w:proofErr w:type="spellStart"/>
      <w:r w:rsidR="00855694" w:rsidRPr="009071AC">
        <w:t>Bast</w:t>
      </w:r>
      <w:proofErr w:type="spellEnd"/>
      <w:r>
        <w:t xml:space="preserve"> !… </w:t>
      </w:r>
      <w:r w:rsidR="00855694" w:rsidRPr="009071AC">
        <w:t>fit-il</w:t>
      </w:r>
      <w:r>
        <w:t xml:space="preserve">, </w:t>
      </w:r>
      <w:r w:rsidR="00855694" w:rsidRPr="009071AC">
        <w:t>d</w:t>
      </w:r>
      <w:r>
        <w:t>’</w:t>
      </w:r>
      <w:r w:rsidR="00855694" w:rsidRPr="009071AC">
        <w:t>un air incrédule</w:t>
      </w:r>
      <w:r>
        <w:t xml:space="preserve">, </w:t>
      </w:r>
      <w:r w:rsidR="00855694" w:rsidRPr="009071AC">
        <w:t>comment diable une lettre aurait-elle une pareille influence</w:t>
      </w:r>
      <w:r>
        <w:t>…</w:t>
      </w:r>
    </w:p>
    <w:p w14:paraId="38ED4DA6" w14:textId="77777777" w:rsidR="00F635DB" w:rsidRDefault="00F635DB" w:rsidP="00F635DB">
      <w:r>
        <w:t>— </w:t>
      </w:r>
      <w:r w:rsidR="00855694" w:rsidRPr="009071AC">
        <w:t>Dame</w:t>
      </w:r>
      <w:r>
        <w:t xml:space="preserve">, </w:t>
      </w:r>
      <w:r w:rsidR="00855694" w:rsidRPr="009071AC">
        <w:t>je ne sais pas</w:t>
      </w:r>
      <w:r>
        <w:t xml:space="preserve">… </w:t>
      </w:r>
      <w:r w:rsidR="00855694" w:rsidRPr="009071AC">
        <w:t>Ce qui est sûr</w:t>
      </w:r>
      <w:r>
        <w:t xml:space="preserve">, </w:t>
      </w:r>
      <w:r w:rsidR="00855694" w:rsidRPr="009071AC">
        <w:t>c</w:t>
      </w:r>
      <w:r>
        <w:t>’</w:t>
      </w:r>
      <w:r w:rsidR="00855694" w:rsidRPr="009071AC">
        <w:t>est qu</w:t>
      </w:r>
      <w:r>
        <w:t>’</w:t>
      </w:r>
      <w:r w:rsidR="00855694" w:rsidRPr="009071AC">
        <w:t>elle l</w:t>
      </w:r>
      <w:r>
        <w:t>’</w:t>
      </w:r>
      <w:r w:rsidR="00855694" w:rsidRPr="009071AC">
        <w:t>a eue</w:t>
      </w:r>
      <w:r>
        <w:t>.</w:t>
      </w:r>
    </w:p>
    <w:p w14:paraId="68C401A7" w14:textId="77777777" w:rsidR="00F635DB" w:rsidRDefault="00855694" w:rsidP="00F635DB">
      <w:r w:rsidRPr="009071AC">
        <w:t>Et</w:t>
      </w:r>
      <w:r w:rsidR="00F635DB">
        <w:t xml:space="preserve">, </w:t>
      </w:r>
      <w:r w:rsidRPr="009071AC">
        <w:t>à l</w:t>
      </w:r>
      <w:r w:rsidR="00F635DB">
        <w:t>’</w:t>
      </w:r>
      <w:r w:rsidRPr="009071AC">
        <w:t>appui de son dire</w:t>
      </w:r>
      <w:r w:rsidR="00F635DB">
        <w:t xml:space="preserve">, </w:t>
      </w:r>
      <w:r w:rsidRPr="009071AC">
        <w:t>il raconta comme quoi le comte l</w:t>
      </w:r>
      <w:r w:rsidR="00F635DB">
        <w:t>’</w:t>
      </w:r>
      <w:r w:rsidRPr="009071AC">
        <w:t>avait déchirée sans la lire</w:t>
      </w:r>
      <w:r w:rsidR="00F635DB">
        <w:t xml:space="preserve">, </w:t>
      </w:r>
      <w:r w:rsidRPr="009071AC">
        <w:t>comment il en avait été désolé ensuite</w:t>
      </w:r>
      <w:r w:rsidR="00F635DB">
        <w:t xml:space="preserve">, </w:t>
      </w:r>
      <w:r w:rsidRPr="009071AC">
        <w:t>et comme quoi il en avait recherché les débris pour retrouver une adresse qu</w:t>
      </w:r>
      <w:r w:rsidR="00F635DB">
        <w:t>’</w:t>
      </w:r>
      <w:r w:rsidRPr="009071AC">
        <w:t>on lui donnait</w:t>
      </w:r>
      <w:r w:rsidR="00F635DB">
        <w:t>…</w:t>
      </w:r>
    </w:p>
    <w:p w14:paraId="5236AE2D" w14:textId="77777777" w:rsidR="00F635DB" w:rsidRDefault="00F635DB" w:rsidP="00F635DB">
      <w:r>
        <w:t>— </w:t>
      </w:r>
      <w:r w:rsidR="00855694" w:rsidRPr="009071AC">
        <w:t>Et la preuve</w:t>
      </w:r>
      <w:r>
        <w:t xml:space="preserve">, </w:t>
      </w:r>
      <w:r w:rsidR="00855694" w:rsidRPr="009071AC">
        <w:t>ajouta-t-il</w:t>
      </w:r>
      <w:r>
        <w:t xml:space="preserve">, </w:t>
      </w:r>
      <w:r w:rsidR="00855694" w:rsidRPr="009071AC">
        <w:t>c</w:t>
      </w:r>
      <w:r>
        <w:t>’</w:t>
      </w:r>
      <w:r w:rsidR="00855694" w:rsidRPr="009071AC">
        <w:t>est que défunt Monsieur devait passer chez vous pour vous prier de lui dénicher la personne qui lui écrivait</w:t>
      </w:r>
      <w:r>
        <w:t>.</w:t>
      </w:r>
    </w:p>
    <w:p w14:paraId="1AE6EDEB" w14:textId="77777777" w:rsidR="00F635DB" w:rsidRDefault="00F635DB" w:rsidP="00F635DB">
      <w:r>
        <w:lastRenderedPageBreak/>
        <w:t>— </w:t>
      </w:r>
      <w:r w:rsidR="00855694" w:rsidRPr="009071AC">
        <w:t>Êtes-vous sûr de cela</w:t>
      </w:r>
      <w:r>
        <w:t> ?…</w:t>
      </w:r>
    </w:p>
    <w:p w14:paraId="083B6644" w14:textId="209006E6" w:rsidR="00F635DB" w:rsidRDefault="00F635DB" w:rsidP="00F635DB">
      <w:r>
        <w:t>— </w:t>
      </w:r>
      <w:r w:rsidR="00855694" w:rsidRPr="009071AC">
        <w:t>Sûr comme je le suis de boire du Pomard</w:t>
      </w:r>
      <w:r>
        <w:t xml:space="preserve"> !… </w:t>
      </w:r>
      <w:r w:rsidR="00855694" w:rsidRPr="009071AC">
        <w:t>s</w:t>
      </w:r>
      <w:r>
        <w:t>’</w:t>
      </w:r>
      <w:r w:rsidR="00855694" w:rsidRPr="009071AC">
        <w:t xml:space="preserve">écria </w:t>
      </w:r>
      <w:r>
        <w:t>M. </w:t>
      </w:r>
      <w:r w:rsidR="00855694" w:rsidRPr="009071AC">
        <w:t>Casimir en vidant son verre</w:t>
      </w:r>
      <w:r>
        <w:t>.</w:t>
      </w:r>
    </w:p>
    <w:p w14:paraId="43056232" w14:textId="77777777" w:rsidR="00F635DB" w:rsidRDefault="00855694" w:rsidP="00F635DB">
      <w:r w:rsidRPr="009071AC">
        <w:t xml:space="preserve">Rarement le </w:t>
      </w:r>
      <w:r w:rsidR="00F635DB">
        <w:t>« </w:t>
      </w:r>
      <w:r w:rsidRPr="009071AC">
        <w:t>pisteur d</w:t>
      </w:r>
      <w:r w:rsidR="00F635DB">
        <w:t>’</w:t>
      </w:r>
      <w:r w:rsidRPr="009071AC">
        <w:t>héritages</w:t>
      </w:r>
      <w:r w:rsidR="00F635DB">
        <w:t> »</w:t>
      </w:r>
      <w:r w:rsidRPr="009071AC">
        <w:t xml:space="preserve"> avait eu la gorge serrée par une semblable émotion</w:t>
      </w:r>
      <w:r w:rsidR="00F635DB">
        <w:t>.</w:t>
      </w:r>
    </w:p>
    <w:p w14:paraId="2A2983A9" w14:textId="77777777" w:rsidR="00F635DB" w:rsidRDefault="00855694" w:rsidP="00F635DB">
      <w:r w:rsidRPr="009071AC">
        <w:t>Que cette lettre fût le mot du problème dont la solution pouvait l</w:t>
      </w:r>
      <w:r w:rsidR="00F635DB">
        <w:t>’</w:t>
      </w:r>
      <w:r w:rsidRPr="009071AC">
        <w:t>enrichir</w:t>
      </w:r>
      <w:r w:rsidR="00F635DB">
        <w:t xml:space="preserve">, </w:t>
      </w:r>
      <w:r w:rsidRPr="009071AC">
        <w:t>il n</w:t>
      </w:r>
      <w:r w:rsidR="00F635DB">
        <w:t>’</w:t>
      </w:r>
      <w:r w:rsidRPr="009071AC">
        <w:t>en doutait pas</w:t>
      </w:r>
      <w:r w:rsidR="00F635DB">
        <w:t xml:space="preserve"> : </w:t>
      </w:r>
      <w:r w:rsidRPr="009071AC">
        <w:t>son flair si exercé le lui affirmait</w:t>
      </w:r>
      <w:r w:rsidR="00F635DB">
        <w:t>.</w:t>
      </w:r>
    </w:p>
    <w:p w14:paraId="1F7848E7" w14:textId="77777777" w:rsidR="00F635DB" w:rsidRDefault="00F635DB" w:rsidP="00F635DB">
      <w:r>
        <w:t>— </w:t>
      </w:r>
      <w:r w:rsidR="00855694" w:rsidRPr="009071AC">
        <w:t>L</w:t>
      </w:r>
      <w:r>
        <w:t>’</w:t>
      </w:r>
      <w:r w:rsidR="00855694" w:rsidRPr="009071AC">
        <w:t>a-t-on retrouvée</w:t>
      </w:r>
      <w:r>
        <w:t xml:space="preserve">, </w:t>
      </w:r>
      <w:r w:rsidR="00855694" w:rsidRPr="009071AC">
        <w:t>cette lettre</w:t>
      </w:r>
      <w:r>
        <w:t xml:space="preserve"> ? </w:t>
      </w:r>
      <w:r w:rsidR="00855694" w:rsidRPr="009071AC">
        <w:t>demanda-t-il</w:t>
      </w:r>
      <w:r>
        <w:t>.</w:t>
      </w:r>
    </w:p>
    <w:p w14:paraId="3ECAC842" w14:textId="77777777" w:rsidR="00F635DB" w:rsidRDefault="00F635DB" w:rsidP="00F635DB">
      <w:r>
        <w:t>— </w:t>
      </w:r>
      <w:r w:rsidR="00855694" w:rsidRPr="009071AC">
        <w:t>Eh</w:t>
      </w:r>
      <w:r>
        <w:t xml:space="preserve"> !… </w:t>
      </w:r>
      <w:r w:rsidR="00855694" w:rsidRPr="009071AC">
        <w:t>je l</w:t>
      </w:r>
      <w:r>
        <w:t>’</w:t>
      </w:r>
      <w:r w:rsidR="00855694" w:rsidRPr="009071AC">
        <w:t>ai</w:t>
      </w:r>
      <w:r>
        <w:t xml:space="preserve">, </w:t>
      </w:r>
      <w:r w:rsidR="00855694" w:rsidRPr="009071AC">
        <w:t>s</w:t>
      </w:r>
      <w:r>
        <w:t>’</w:t>
      </w:r>
      <w:r w:rsidR="00855694" w:rsidRPr="009071AC">
        <w:t>écria triomphalement le valet de chambre</w:t>
      </w:r>
      <w:r>
        <w:t xml:space="preserve">, </w:t>
      </w:r>
      <w:r w:rsidR="00855694" w:rsidRPr="009071AC">
        <w:t>je l</w:t>
      </w:r>
      <w:r>
        <w:t>’</w:t>
      </w:r>
      <w:r w:rsidR="00855694" w:rsidRPr="009071AC">
        <w:t>ai dans ma poche</w:t>
      </w:r>
      <w:r>
        <w:t xml:space="preserve">, </w:t>
      </w:r>
      <w:r w:rsidR="00855694" w:rsidRPr="009071AC">
        <w:t>et complète</w:t>
      </w:r>
      <w:r>
        <w:t xml:space="preserve">, </w:t>
      </w:r>
      <w:r w:rsidR="00855694" w:rsidRPr="009071AC">
        <w:t>qui plus est</w:t>
      </w:r>
      <w:r>
        <w:t>.</w:t>
      </w:r>
    </w:p>
    <w:p w14:paraId="0A6AB67C" w14:textId="5C404C20" w:rsidR="00F635DB" w:rsidRDefault="00855694" w:rsidP="00F635DB">
      <w:r w:rsidRPr="009071AC">
        <w:t xml:space="preserve">Le coup fut si fort que </w:t>
      </w:r>
      <w:r w:rsidR="00F635DB">
        <w:t>M. </w:t>
      </w:r>
      <w:r w:rsidRPr="009071AC">
        <w:t>Fortunat pâlit</w:t>
      </w:r>
      <w:r w:rsidR="00F635DB">
        <w:t xml:space="preserve">… </w:t>
      </w:r>
      <w:r w:rsidRPr="009071AC">
        <w:t>de joie</w:t>
      </w:r>
      <w:r w:rsidR="00F635DB">
        <w:t>.</w:t>
      </w:r>
    </w:p>
    <w:p w14:paraId="5B186B8E" w14:textId="77777777" w:rsidR="00F635DB" w:rsidRDefault="00F635DB" w:rsidP="00F635DB">
      <w:r>
        <w:t>— </w:t>
      </w:r>
      <w:r w:rsidR="00855694" w:rsidRPr="009071AC">
        <w:t>Tiens</w:t>
      </w:r>
      <w:r>
        <w:t xml:space="preserve"> !… </w:t>
      </w:r>
      <w:r w:rsidR="00855694" w:rsidRPr="009071AC">
        <w:t>Tiens</w:t>
      </w:r>
      <w:r>
        <w:t xml:space="preserve"> !… </w:t>
      </w:r>
      <w:r w:rsidR="00855694" w:rsidRPr="009071AC">
        <w:t>fit-il</w:t>
      </w:r>
      <w:r>
        <w:t xml:space="preserve">, </w:t>
      </w:r>
      <w:r w:rsidR="00855694" w:rsidRPr="009071AC">
        <w:t>elle doit être curieuse</w:t>
      </w:r>
      <w:r>
        <w:t> !</w:t>
      </w:r>
    </w:p>
    <w:p w14:paraId="6D823A01" w14:textId="77777777" w:rsidR="00F635DB" w:rsidRDefault="00855694" w:rsidP="00F635DB">
      <w:r w:rsidRPr="009071AC">
        <w:t>L</w:t>
      </w:r>
      <w:r w:rsidR="00F635DB">
        <w:t>’</w:t>
      </w:r>
      <w:r w:rsidRPr="009071AC">
        <w:t>autre</w:t>
      </w:r>
      <w:r w:rsidR="00F635DB">
        <w:t xml:space="preserve">, </w:t>
      </w:r>
      <w:r w:rsidRPr="009071AC">
        <w:t>dédaigneusement allongea la lèvre inférieure</w:t>
      </w:r>
      <w:r w:rsidR="00F635DB">
        <w:t>.</w:t>
      </w:r>
    </w:p>
    <w:p w14:paraId="451E0CC6" w14:textId="77777777" w:rsidR="00F635DB" w:rsidRDefault="00F635DB" w:rsidP="00F635DB">
      <w:r>
        <w:t>— </w:t>
      </w:r>
      <w:r w:rsidR="00855694" w:rsidRPr="009071AC">
        <w:t xml:space="preserve">Comme </w:t>
      </w:r>
      <w:proofErr w:type="spellStart"/>
      <w:r w:rsidR="00855694" w:rsidRPr="009071AC">
        <w:t>ci</w:t>
      </w:r>
      <w:proofErr w:type="spellEnd"/>
      <w:r>
        <w:t xml:space="preserve">, </w:t>
      </w:r>
      <w:r w:rsidR="00855694" w:rsidRPr="009071AC">
        <w:t>comme ça</w:t>
      </w:r>
      <w:r>
        <w:t xml:space="preserve">, </w:t>
      </w:r>
      <w:r w:rsidR="00855694" w:rsidRPr="009071AC">
        <w:t>répondit-il</w:t>
      </w:r>
      <w:r>
        <w:t xml:space="preserve">… </w:t>
      </w:r>
      <w:r w:rsidR="00855694" w:rsidRPr="009071AC">
        <w:t>Et d</w:t>
      </w:r>
      <w:r>
        <w:t>’</w:t>
      </w:r>
      <w:r w:rsidR="00855694" w:rsidRPr="009071AC">
        <w:t>abord</w:t>
      </w:r>
      <w:r>
        <w:t xml:space="preserve">, </w:t>
      </w:r>
      <w:r w:rsidR="00855694" w:rsidRPr="009071AC">
        <w:t>on n</w:t>
      </w:r>
      <w:r>
        <w:t>’</w:t>
      </w:r>
      <w:r w:rsidR="00855694" w:rsidRPr="009071AC">
        <w:t>y comprend goutte</w:t>
      </w:r>
      <w:r>
        <w:t xml:space="preserve">… </w:t>
      </w:r>
      <w:r w:rsidR="00855694" w:rsidRPr="009071AC">
        <w:t>Le plus clair est qu</w:t>
      </w:r>
      <w:r>
        <w:t>’</w:t>
      </w:r>
      <w:r w:rsidR="00855694" w:rsidRPr="009071AC">
        <w:t>elle a été écrite par une femme</w:t>
      </w:r>
      <w:r>
        <w:t>.</w:t>
      </w:r>
    </w:p>
    <w:p w14:paraId="2EFF4910" w14:textId="77777777" w:rsidR="00F635DB" w:rsidRDefault="00F635DB" w:rsidP="00F635DB">
      <w:r>
        <w:t>— </w:t>
      </w:r>
      <w:r w:rsidR="00855694" w:rsidRPr="009071AC">
        <w:t>Ah</w:t>
      </w:r>
      <w:r>
        <w:t> !…</w:t>
      </w:r>
    </w:p>
    <w:p w14:paraId="05401BCE" w14:textId="77777777" w:rsidR="00F635DB" w:rsidRDefault="00F635DB" w:rsidP="00F635DB">
      <w:r>
        <w:t>— </w:t>
      </w:r>
      <w:r w:rsidR="00855694" w:rsidRPr="009071AC">
        <w:t>Oui</w:t>
      </w:r>
      <w:r>
        <w:t xml:space="preserve">, </w:t>
      </w:r>
      <w:r w:rsidR="00855694" w:rsidRPr="009071AC">
        <w:t>par quelque ancienne maîtresse</w:t>
      </w:r>
      <w:r>
        <w:t xml:space="preserve">… </w:t>
      </w:r>
      <w:r w:rsidR="00855694" w:rsidRPr="009071AC">
        <w:t>Et naturellement</w:t>
      </w:r>
      <w:r>
        <w:t xml:space="preserve">, </w:t>
      </w:r>
      <w:r w:rsidR="00855694" w:rsidRPr="009071AC">
        <w:t>elle demande de l</w:t>
      </w:r>
      <w:r>
        <w:t>’</w:t>
      </w:r>
      <w:r w:rsidR="00855694" w:rsidRPr="009071AC">
        <w:t>argent pour un moutard</w:t>
      </w:r>
      <w:r>
        <w:t xml:space="preserve">… </w:t>
      </w:r>
      <w:r w:rsidR="00855694" w:rsidRPr="009071AC">
        <w:t>Les femmes ne la ratent jamais</w:t>
      </w:r>
      <w:r>
        <w:t xml:space="preserve">, </w:t>
      </w:r>
      <w:r w:rsidR="00855694" w:rsidRPr="009071AC">
        <w:t>celle-là</w:t>
      </w:r>
      <w:r>
        <w:t xml:space="preserve">… </w:t>
      </w:r>
      <w:r w:rsidR="00855694" w:rsidRPr="009071AC">
        <w:t>On me l</w:t>
      </w:r>
      <w:r>
        <w:t>’</w:t>
      </w:r>
      <w:r w:rsidR="00855694" w:rsidRPr="009071AC">
        <w:t>a faite</w:t>
      </w:r>
      <w:r>
        <w:t xml:space="preserve">, </w:t>
      </w:r>
      <w:r w:rsidR="00855694" w:rsidRPr="009071AC">
        <w:t>à moi qui vous parle</w:t>
      </w:r>
      <w:r>
        <w:t xml:space="preserve">, </w:t>
      </w:r>
      <w:r w:rsidR="00855694" w:rsidRPr="009071AC">
        <w:t>plus de dix fois</w:t>
      </w:r>
      <w:r>
        <w:t xml:space="preserve">… </w:t>
      </w:r>
      <w:r w:rsidR="00855694" w:rsidRPr="009071AC">
        <w:t>Mais avec moi</w:t>
      </w:r>
      <w:r>
        <w:t xml:space="preserve">, </w:t>
      </w:r>
      <w:r w:rsidR="00855694" w:rsidRPr="009071AC">
        <w:t>ça ne mord pas</w:t>
      </w:r>
      <w:r>
        <w:t>.</w:t>
      </w:r>
    </w:p>
    <w:p w14:paraId="0C3B9073" w14:textId="77777777" w:rsidR="00F635DB" w:rsidRDefault="00855694" w:rsidP="00F635DB">
      <w:r w:rsidRPr="009071AC">
        <w:t>Et</w:t>
      </w:r>
      <w:r w:rsidR="00F635DB">
        <w:t xml:space="preserve">, </w:t>
      </w:r>
      <w:r w:rsidRPr="009071AC">
        <w:t>tout gonflé de fatuité</w:t>
      </w:r>
      <w:r w:rsidR="00F635DB">
        <w:t xml:space="preserve">, </w:t>
      </w:r>
      <w:r w:rsidRPr="009071AC">
        <w:t xml:space="preserve">il entreprit trois ou quatre </w:t>
      </w:r>
      <w:r w:rsidR="00F635DB">
        <w:t>« </w:t>
      </w:r>
      <w:r w:rsidRPr="009071AC">
        <w:t>histoires d</w:t>
      </w:r>
      <w:r w:rsidR="00F635DB">
        <w:t>’</w:t>
      </w:r>
      <w:r w:rsidRPr="009071AC">
        <w:t>amour</w:t>
      </w:r>
      <w:r w:rsidR="00F635DB">
        <w:t> »</w:t>
      </w:r>
      <w:r w:rsidRPr="009071AC">
        <w:t xml:space="preserve"> qui lui étaient arrivées</w:t>
      </w:r>
      <w:r w:rsidR="00F635DB">
        <w:t xml:space="preserve">, </w:t>
      </w:r>
      <w:r w:rsidRPr="009071AC">
        <w:t>jurait</w:t>
      </w:r>
      <w:r w:rsidR="00F635DB">
        <w:t xml:space="preserve">, </w:t>
      </w:r>
      <w:r w:rsidRPr="009071AC">
        <w:t>et qui le montraient sous un jour purement ignoble</w:t>
      </w:r>
      <w:r w:rsidR="00F635DB">
        <w:t>.</w:t>
      </w:r>
    </w:p>
    <w:p w14:paraId="6C5EBCF2" w14:textId="2E4ECDD8" w:rsidR="00F635DB" w:rsidRDefault="00855694" w:rsidP="00F635DB">
      <w:r w:rsidRPr="009071AC">
        <w:lastRenderedPageBreak/>
        <w:t xml:space="preserve">La chaise de </w:t>
      </w:r>
      <w:r w:rsidR="00F635DB">
        <w:t>M. </w:t>
      </w:r>
      <w:r w:rsidRPr="009071AC">
        <w:t>Fortunat eût été un gril posé sur un bon feu</w:t>
      </w:r>
      <w:r w:rsidR="00F635DB">
        <w:t xml:space="preserve">, </w:t>
      </w:r>
      <w:r w:rsidRPr="009071AC">
        <w:t>qu</w:t>
      </w:r>
      <w:r w:rsidR="00F635DB">
        <w:t>’</w:t>
      </w:r>
      <w:r w:rsidRPr="009071AC">
        <w:t>il n</w:t>
      </w:r>
      <w:r w:rsidR="00F635DB">
        <w:t>’</w:t>
      </w:r>
      <w:r w:rsidRPr="009071AC">
        <w:t>eût pas paru plus mal à l</w:t>
      </w:r>
      <w:r w:rsidR="00F635DB">
        <w:t>’</w:t>
      </w:r>
      <w:r w:rsidRPr="009071AC">
        <w:t>aise</w:t>
      </w:r>
      <w:r w:rsidR="00F635DB">
        <w:t>.</w:t>
      </w:r>
    </w:p>
    <w:p w14:paraId="1300F17B" w14:textId="77777777" w:rsidR="00F635DB" w:rsidRDefault="00855694" w:rsidP="00F635DB">
      <w:r w:rsidRPr="009071AC">
        <w:t>Après avoir versé rasade sur rasade à son convive</w:t>
      </w:r>
      <w:r w:rsidR="00F635DB">
        <w:t xml:space="preserve">, </w:t>
      </w:r>
      <w:r w:rsidRPr="009071AC">
        <w:t>il s</w:t>
      </w:r>
      <w:r w:rsidR="00F635DB">
        <w:t>’</w:t>
      </w:r>
      <w:r w:rsidRPr="009071AC">
        <w:t>apercevait qu</w:t>
      </w:r>
      <w:r w:rsidR="00F635DB">
        <w:t>’</w:t>
      </w:r>
      <w:r w:rsidRPr="009071AC">
        <w:t>il l</w:t>
      </w:r>
      <w:r w:rsidR="00F635DB">
        <w:t>’</w:t>
      </w:r>
      <w:r w:rsidRPr="009071AC">
        <w:t>avait trop poussé et qu</w:t>
      </w:r>
      <w:r w:rsidR="00F635DB">
        <w:t>’</w:t>
      </w:r>
      <w:r w:rsidRPr="009071AC">
        <w:t>il n</w:t>
      </w:r>
      <w:r w:rsidR="00F635DB">
        <w:t>’</w:t>
      </w:r>
      <w:r w:rsidRPr="009071AC">
        <w:t>y avait plus à essayer de le retenir</w:t>
      </w:r>
      <w:r w:rsidR="00F635DB">
        <w:t>.</w:t>
      </w:r>
    </w:p>
    <w:p w14:paraId="003B3387" w14:textId="77777777" w:rsidR="00F635DB" w:rsidRDefault="00F635DB" w:rsidP="00F635DB">
      <w:r>
        <w:t>— </w:t>
      </w:r>
      <w:r w:rsidR="00855694" w:rsidRPr="009071AC">
        <w:t>Et cette lettre</w:t>
      </w:r>
      <w:r>
        <w:t xml:space="preserve"> ?… </w:t>
      </w:r>
      <w:r w:rsidR="00855694" w:rsidRPr="009071AC">
        <w:t>interrompit-il à la fin</w:t>
      </w:r>
      <w:r>
        <w:t>.</w:t>
      </w:r>
    </w:p>
    <w:p w14:paraId="4B0B8FCA" w14:textId="77777777" w:rsidR="00F635DB" w:rsidRDefault="00F635DB" w:rsidP="00F635DB">
      <w:r>
        <w:t>— </w:t>
      </w:r>
      <w:r w:rsidR="00855694" w:rsidRPr="009071AC">
        <w:t>Eh bien</w:t>
      </w:r>
      <w:r>
        <w:t> ?…</w:t>
      </w:r>
    </w:p>
    <w:p w14:paraId="0672E136" w14:textId="77777777" w:rsidR="00F635DB" w:rsidRDefault="00F635DB" w:rsidP="00F635DB">
      <w:r>
        <w:t>— </w:t>
      </w:r>
      <w:r w:rsidR="00855694" w:rsidRPr="009071AC">
        <w:t>Vous m</w:t>
      </w:r>
      <w:r>
        <w:t>’</w:t>
      </w:r>
      <w:r w:rsidR="00855694" w:rsidRPr="009071AC">
        <w:t>aviez promis de me la donner à lire</w:t>
      </w:r>
      <w:r>
        <w:t>.</w:t>
      </w:r>
    </w:p>
    <w:p w14:paraId="4549A6D3" w14:textId="77777777" w:rsidR="00F635DB" w:rsidRDefault="00F635DB" w:rsidP="00F635DB">
      <w:r>
        <w:t>— </w:t>
      </w:r>
      <w:r w:rsidR="00855694" w:rsidRPr="009071AC">
        <w:t>C</w:t>
      </w:r>
      <w:r>
        <w:t>’</w:t>
      </w:r>
      <w:r w:rsidR="00855694" w:rsidRPr="009071AC">
        <w:t>est juste</w:t>
      </w:r>
      <w:r>
        <w:t xml:space="preserve">… </w:t>
      </w:r>
      <w:r w:rsidR="00855694" w:rsidRPr="009071AC">
        <w:t>c</w:t>
      </w:r>
      <w:r>
        <w:t>’</w:t>
      </w:r>
      <w:r w:rsidR="00855694" w:rsidRPr="009071AC">
        <w:t>est très-juste</w:t>
      </w:r>
      <w:r>
        <w:t xml:space="preserve">… </w:t>
      </w:r>
      <w:r w:rsidR="00855694" w:rsidRPr="009071AC">
        <w:t>mais il faudrait du moka</w:t>
      </w:r>
      <w:r>
        <w:t xml:space="preserve">, </w:t>
      </w:r>
      <w:r w:rsidR="00855694" w:rsidRPr="009071AC">
        <w:t>avant</w:t>
      </w:r>
      <w:r>
        <w:t xml:space="preserve"> !… </w:t>
      </w:r>
      <w:r w:rsidR="00855694" w:rsidRPr="009071AC">
        <w:t>si nous demandions le moka</w:t>
      </w:r>
      <w:r>
        <w:t xml:space="preserve">, </w:t>
      </w:r>
      <w:r w:rsidR="00855694" w:rsidRPr="009071AC">
        <w:t>hein</w:t>
      </w:r>
      <w:r>
        <w:t> ?</w:t>
      </w:r>
    </w:p>
    <w:p w14:paraId="343F326B" w14:textId="2D8C6FAF" w:rsidR="00F635DB" w:rsidRDefault="00855694" w:rsidP="00F635DB">
      <w:r w:rsidRPr="009071AC">
        <w:t>On servit le café</w:t>
      </w:r>
      <w:r w:rsidR="00F635DB">
        <w:t xml:space="preserve">, </w:t>
      </w:r>
      <w:r w:rsidRPr="009071AC">
        <w:t>et dès que le traiteur eut refermé la porte</w:t>
      </w:r>
      <w:r w:rsidR="00F635DB">
        <w:t>, M. </w:t>
      </w:r>
      <w:r w:rsidRPr="009071AC">
        <w:t>Casimir tira la lettre de sa poche et la déplia en disant</w:t>
      </w:r>
      <w:r w:rsidR="00F635DB">
        <w:t> :</w:t>
      </w:r>
    </w:p>
    <w:p w14:paraId="39CBB304" w14:textId="77777777" w:rsidR="00F635DB" w:rsidRDefault="00F635DB" w:rsidP="00F635DB">
      <w:r>
        <w:t>— </w:t>
      </w:r>
      <w:r w:rsidR="00855694" w:rsidRPr="009071AC">
        <w:t>Attention</w:t>
      </w:r>
      <w:r>
        <w:t xml:space="preserve"> !… </w:t>
      </w:r>
      <w:r w:rsidR="00855694" w:rsidRPr="009071AC">
        <w:t>je vais lire</w:t>
      </w:r>
      <w:r>
        <w:t>.</w:t>
      </w:r>
    </w:p>
    <w:p w14:paraId="3B5D8C5F" w14:textId="0F1A9F08" w:rsidR="00F635DB" w:rsidRDefault="00855694" w:rsidP="00F635DB">
      <w:r w:rsidRPr="009071AC">
        <w:t>Ce n</w:t>
      </w:r>
      <w:r w:rsidR="00F635DB">
        <w:t>’</w:t>
      </w:r>
      <w:r w:rsidRPr="009071AC">
        <w:t>était pas l</w:t>
      </w:r>
      <w:r w:rsidR="00F635DB">
        <w:t>’</w:t>
      </w:r>
      <w:r w:rsidRPr="009071AC">
        <w:t xml:space="preserve">affaire de </w:t>
      </w:r>
      <w:r w:rsidR="00F635DB">
        <w:t>M. </w:t>
      </w:r>
      <w:r w:rsidRPr="009071AC">
        <w:t>Fortunat</w:t>
      </w:r>
      <w:r w:rsidR="00F635DB">
        <w:t xml:space="preserve">, </w:t>
      </w:r>
      <w:r w:rsidRPr="009071AC">
        <w:t>il eût bien préféré lire lui-même</w:t>
      </w:r>
      <w:r w:rsidR="00F635DB">
        <w:t xml:space="preserve"> ; </w:t>
      </w:r>
      <w:r w:rsidRPr="009071AC">
        <w:t>mais on ne discute pas les volontés d</w:t>
      </w:r>
      <w:r w:rsidR="00F635DB">
        <w:t>’</w:t>
      </w:r>
      <w:r w:rsidRPr="009071AC">
        <w:t>un ivrogne</w:t>
      </w:r>
      <w:r w:rsidR="00F635DB">
        <w:t xml:space="preserve">, </w:t>
      </w:r>
      <w:r w:rsidRPr="009071AC">
        <w:t xml:space="preserve">et </w:t>
      </w:r>
      <w:r w:rsidR="00F635DB">
        <w:t>M. </w:t>
      </w:r>
      <w:r w:rsidRPr="009071AC">
        <w:t>Casimir</w:t>
      </w:r>
      <w:r w:rsidR="00F635DB">
        <w:t xml:space="preserve">, </w:t>
      </w:r>
      <w:r w:rsidRPr="009071AC">
        <w:t>d</w:t>
      </w:r>
      <w:r w:rsidR="00F635DB">
        <w:t>’</w:t>
      </w:r>
      <w:r w:rsidRPr="009071AC">
        <w:t>une langue de plus en plus pâteuse</w:t>
      </w:r>
      <w:r w:rsidR="00F635DB">
        <w:t xml:space="preserve">, </w:t>
      </w:r>
      <w:r w:rsidRPr="009071AC">
        <w:t>s</w:t>
      </w:r>
      <w:r w:rsidR="00F635DB">
        <w:t>’</w:t>
      </w:r>
      <w:r w:rsidRPr="009071AC">
        <w:t>écria</w:t>
      </w:r>
      <w:r w:rsidR="00F635DB">
        <w:t> :</w:t>
      </w:r>
    </w:p>
    <w:p w14:paraId="1A7CF2F0" w14:textId="207D8316" w:rsidR="00F635DB" w:rsidRDefault="00F635DB" w:rsidP="00F635DB">
      <w:r>
        <w:t>— « </w:t>
      </w:r>
      <w:r w:rsidR="00855694" w:rsidRPr="009071AC">
        <w:t>Paris</w:t>
      </w:r>
      <w:r>
        <w:t xml:space="preserve">, </w:t>
      </w:r>
      <w:r w:rsidR="00855694" w:rsidRPr="009071AC">
        <w:t>1</w:t>
      </w:r>
      <w:r w:rsidRPr="009071AC">
        <w:t>4</w:t>
      </w:r>
      <w:r>
        <w:t> </w:t>
      </w:r>
      <w:r w:rsidRPr="009071AC">
        <w:t>octobre</w:t>
      </w:r>
      <w:r w:rsidR="00855694" w:rsidRPr="009071AC">
        <w:t xml:space="preserve"> 186</w:t>
      </w:r>
      <w:r>
        <w:t>… »</w:t>
      </w:r>
      <w:r w:rsidR="00855694" w:rsidRPr="009071AC">
        <w:t xml:space="preserve"> Donc</w:t>
      </w:r>
      <w:r>
        <w:t xml:space="preserve">, </w:t>
      </w:r>
      <w:r w:rsidR="00855694" w:rsidRPr="009071AC">
        <w:t>la dame habite Paris</w:t>
      </w:r>
      <w:r>
        <w:t xml:space="preserve">… </w:t>
      </w:r>
      <w:r w:rsidR="00855694" w:rsidRPr="009071AC">
        <w:t>C</w:t>
      </w:r>
      <w:r>
        <w:t>’</w:t>
      </w:r>
      <w:r w:rsidR="00855694" w:rsidRPr="009071AC">
        <w:t>est toujours ça</w:t>
      </w:r>
      <w:r>
        <w:t xml:space="preserve">… </w:t>
      </w:r>
      <w:r w:rsidR="00855694" w:rsidRPr="009071AC">
        <w:t>Mais après</w:t>
      </w:r>
      <w:r>
        <w:t xml:space="preserve">, </w:t>
      </w:r>
      <w:r w:rsidR="00855694" w:rsidRPr="009071AC">
        <w:t xml:space="preserve">elle ne met ni </w:t>
      </w:r>
      <w:r>
        <w:t>« </w:t>
      </w:r>
      <w:r w:rsidR="00855694" w:rsidRPr="009071AC">
        <w:t>monsieur</w:t>
      </w:r>
      <w:r>
        <w:t>, »</w:t>
      </w:r>
      <w:r w:rsidR="00855694" w:rsidRPr="009071AC">
        <w:t xml:space="preserve"> ni </w:t>
      </w:r>
      <w:r>
        <w:t>« </w:t>
      </w:r>
      <w:r w:rsidR="00855694" w:rsidRPr="009071AC">
        <w:t>mon ami</w:t>
      </w:r>
      <w:r>
        <w:t>, »</w:t>
      </w:r>
      <w:r w:rsidR="00855694" w:rsidRPr="009071AC">
        <w:t xml:space="preserve"> ni </w:t>
      </w:r>
      <w:r>
        <w:t>« </w:t>
      </w:r>
      <w:r w:rsidR="00855694" w:rsidRPr="009071AC">
        <w:t>cher comte</w:t>
      </w:r>
      <w:r>
        <w:t>, »</w:t>
      </w:r>
      <w:r w:rsidR="00855694" w:rsidRPr="009071AC">
        <w:t xml:space="preserve"> rien du tout</w:t>
      </w:r>
      <w:r>
        <w:t xml:space="preserve">… </w:t>
      </w:r>
      <w:r w:rsidR="00855694" w:rsidRPr="009071AC">
        <w:t>elle écrit tout roide</w:t>
      </w:r>
      <w:r>
        <w:t> :</w:t>
      </w:r>
    </w:p>
    <w:p w14:paraId="50916FE0" w14:textId="77777777" w:rsidR="00F635DB" w:rsidRDefault="00F635DB" w:rsidP="00F635DB">
      <w:r>
        <w:t>« </w:t>
      </w:r>
      <w:r w:rsidR="00855694" w:rsidRPr="009071AC">
        <w:t>Une fois déjà</w:t>
      </w:r>
      <w:r>
        <w:t xml:space="preserve">, </w:t>
      </w:r>
      <w:r w:rsidR="00855694" w:rsidRPr="009071AC">
        <w:t>voici bien des années</w:t>
      </w:r>
      <w:r>
        <w:t xml:space="preserve">, </w:t>
      </w:r>
      <w:r w:rsidR="00855694" w:rsidRPr="009071AC">
        <w:t>je me suis adressée à vous en suppliante</w:t>
      </w:r>
      <w:r>
        <w:t xml:space="preserve">. </w:t>
      </w:r>
      <w:r w:rsidR="00855694" w:rsidRPr="009071AC">
        <w:t>Impitoyable</w:t>
      </w:r>
      <w:r>
        <w:t xml:space="preserve">, </w:t>
      </w:r>
      <w:r w:rsidR="00855694" w:rsidRPr="009071AC">
        <w:t>vous n</w:t>
      </w:r>
      <w:r>
        <w:t>’</w:t>
      </w:r>
      <w:r w:rsidR="00855694" w:rsidRPr="009071AC">
        <w:t>avez pas daigné me répondre</w:t>
      </w:r>
      <w:r>
        <w:t>.</w:t>
      </w:r>
    </w:p>
    <w:p w14:paraId="105DEAF4" w14:textId="4680A6F2" w:rsidR="00F635DB" w:rsidRDefault="00F635DB" w:rsidP="00F635DB">
      <w:r>
        <w:t>« </w:t>
      </w:r>
      <w:r w:rsidR="00855694" w:rsidRPr="009071AC">
        <w:t>Et cependant</w:t>
      </w:r>
      <w:r>
        <w:t xml:space="preserve">, </w:t>
      </w:r>
      <w:r w:rsidR="00855694" w:rsidRPr="009071AC">
        <w:t>j</w:t>
      </w:r>
      <w:r>
        <w:t>’</w:t>
      </w:r>
      <w:r w:rsidR="00855694" w:rsidRPr="009071AC">
        <w:t>étais tout au bord de l</w:t>
      </w:r>
      <w:r>
        <w:t>’</w:t>
      </w:r>
      <w:r w:rsidR="00855694" w:rsidRPr="009071AC">
        <w:t>abîme</w:t>
      </w:r>
      <w:r>
        <w:t xml:space="preserve">, </w:t>
      </w:r>
      <w:r w:rsidR="00855694" w:rsidRPr="009071AC">
        <w:t>et je vous le disais</w:t>
      </w:r>
      <w:r>
        <w:t xml:space="preserve">, </w:t>
      </w:r>
      <w:r w:rsidR="00855694" w:rsidRPr="009071AC">
        <w:t>j</w:t>
      </w:r>
      <w:r>
        <w:t>’</w:t>
      </w:r>
      <w:r w:rsidR="00855694" w:rsidRPr="009071AC">
        <w:t>avais la tête perdue</w:t>
      </w:r>
      <w:r>
        <w:t xml:space="preserve">, </w:t>
      </w:r>
      <w:r w:rsidR="00855694" w:rsidRPr="009071AC">
        <w:t>et le vertige s</w:t>
      </w:r>
      <w:r>
        <w:t>’</w:t>
      </w:r>
      <w:r w:rsidR="00855694" w:rsidRPr="009071AC">
        <w:t xml:space="preserve">emparait de </w:t>
      </w:r>
      <w:r w:rsidR="00855694" w:rsidRPr="009071AC">
        <w:lastRenderedPageBreak/>
        <w:t>moi</w:t>
      </w:r>
      <w:r>
        <w:t xml:space="preserve">… </w:t>
      </w:r>
      <w:r w:rsidR="00855694" w:rsidRPr="009071AC">
        <w:t>Abandonnée</w:t>
      </w:r>
      <w:r>
        <w:t xml:space="preserve">, </w:t>
      </w:r>
      <w:r w:rsidR="00855694" w:rsidRPr="009071AC">
        <w:t>j</w:t>
      </w:r>
      <w:r>
        <w:t>’</w:t>
      </w:r>
      <w:r w:rsidR="00855694" w:rsidRPr="009071AC">
        <w:t>errais dans Paris</w:t>
      </w:r>
      <w:r>
        <w:t xml:space="preserve">, </w:t>
      </w:r>
      <w:r w:rsidR="00855694" w:rsidRPr="009071AC">
        <w:t>sans asile et sans pain</w:t>
      </w:r>
      <w:r>
        <w:t xml:space="preserve">, </w:t>
      </w:r>
      <w:r w:rsidR="00855694" w:rsidRPr="009071AC">
        <w:t>et mon enfant avait faim</w:t>
      </w:r>
      <w:r>
        <w:t> !… »</w:t>
      </w:r>
    </w:p>
    <w:p w14:paraId="4FAF6465" w14:textId="23314ACD" w:rsidR="00F635DB" w:rsidRDefault="00F635DB" w:rsidP="00F635DB">
      <w:r>
        <w:t>M. </w:t>
      </w:r>
      <w:r w:rsidR="00855694" w:rsidRPr="009071AC">
        <w:t>Casimir s</w:t>
      </w:r>
      <w:r>
        <w:t>’</w:t>
      </w:r>
      <w:r w:rsidR="00855694" w:rsidRPr="009071AC">
        <w:t>interrompit</w:t>
      </w:r>
      <w:r>
        <w:t xml:space="preserve">, </w:t>
      </w:r>
      <w:r w:rsidR="00855694" w:rsidRPr="009071AC">
        <w:t>éclatant de rire</w:t>
      </w:r>
      <w:r>
        <w:t>.</w:t>
      </w:r>
    </w:p>
    <w:p w14:paraId="4696338F" w14:textId="77777777" w:rsidR="00F635DB" w:rsidRDefault="00F635DB" w:rsidP="00F635DB">
      <w:r>
        <w:t>— </w:t>
      </w:r>
      <w:r w:rsidR="00855694" w:rsidRPr="009071AC">
        <w:t>Hein</w:t>
      </w:r>
      <w:r>
        <w:t xml:space="preserve"> !… </w:t>
      </w:r>
      <w:r w:rsidR="00855694" w:rsidRPr="009071AC">
        <w:t>comme c</w:t>
      </w:r>
      <w:r>
        <w:t>’</w:t>
      </w:r>
      <w:r w:rsidR="00855694" w:rsidRPr="009071AC">
        <w:t>est ça</w:t>
      </w:r>
      <w:r>
        <w:t xml:space="preserve"> !… </w:t>
      </w:r>
      <w:r w:rsidR="00855694" w:rsidRPr="009071AC">
        <w:t>s</w:t>
      </w:r>
      <w:r>
        <w:t>’</w:t>
      </w:r>
      <w:r w:rsidR="00855694" w:rsidRPr="009071AC">
        <w:t>écria-t-il</w:t>
      </w:r>
      <w:r>
        <w:t xml:space="preserve">, </w:t>
      </w:r>
      <w:r w:rsidR="00855694" w:rsidRPr="009071AC">
        <w:t>comme c</w:t>
      </w:r>
      <w:r>
        <w:t>’</w:t>
      </w:r>
      <w:r w:rsidR="00855694" w:rsidRPr="009071AC">
        <w:t>est bien ça</w:t>
      </w:r>
      <w:r>
        <w:t xml:space="preserve"> ! </w:t>
      </w:r>
      <w:r w:rsidR="00855694" w:rsidRPr="009071AC">
        <w:t>J</w:t>
      </w:r>
      <w:r>
        <w:t>’</w:t>
      </w:r>
      <w:r w:rsidR="00855694" w:rsidRPr="009071AC">
        <w:t>en ai dix</w:t>
      </w:r>
      <w:r>
        <w:t xml:space="preserve">, </w:t>
      </w:r>
      <w:r w:rsidR="00855694" w:rsidRPr="009071AC">
        <w:t>dans mon tiroir</w:t>
      </w:r>
      <w:r>
        <w:t xml:space="preserve">, </w:t>
      </w:r>
      <w:r w:rsidR="00855694" w:rsidRPr="009071AC">
        <w:t>des lettres pareilles</w:t>
      </w:r>
      <w:r>
        <w:t xml:space="preserve">, </w:t>
      </w:r>
      <w:r w:rsidR="00855694" w:rsidRPr="009071AC">
        <w:t>et même plus empoignantes</w:t>
      </w:r>
      <w:r>
        <w:t xml:space="preserve">… </w:t>
      </w:r>
      <w:r w:rsidR="00855694" w:rsidRPr="009071AC">
        <w:t>Après déjeuner</w:t>
      </w:r>
      <w:r>
        <w:t xml:space="preserve">, </w:t>
      </w:r>
      <w:r w:rsidR="00855694" w:rsidRPr="009071AC">
        <w:t>vous viendrez chez moi</w:t>
      </w:r>
      <w:r>
        <w:t xml:space="preserve">, </w:t>
      </w:r>
      <w:r w:rsidR="00855694" w:rsidRPr="009071AC">
        <w:t>et je vous les montrerai</w:t>
      </w:r>
      <w:r>
        <w:t xml:space="preserve">. </w:t>
      </w:r>
      <w:r w:rsidR="00855694" w:rsidRPr="009071AC">
        <w:t>Nous rirons bien</w:t>
      </w:r>
      <w:r>
        <w:t> !</w:t>
      </w:r>
    </w:p>
    <w:p w14:paraId="6A4DA696" w14:textId="77777777" w:rsidR="00F635DB" w:rsidRDefault="00F635DB" w:rsidP="00F635DB">
      <w:r>
        <w:t>— </w:t>
      </w:r>
      <w:r w:rsidR="00855694" w:rsidRPr="009071AC">
        <w:t>Finissons toujours celle-ci</w:t>
      </w:r>
      <w:r>
        <w:t>.</w:t>
      </w:r>
    </w:p>
    <w:p w14:paraId="5D78BFAF" w14:textId="77777777" w:rsidR="00F635DB" w:rsidRDefault="00F635DB" w:rsidP="00F635DB">
      <w:r>
        <w:t>— </w:t>
      </w:r>
      <w:r w:rsidR="00855694" w:rsidRPr="009071AC">
        <w:t>Naturellement</w:t>
      </w:r>
      <w:r>
        <w:t>.</w:t>
      </w:r>
    </w:p>
    <w:p w14:paraId="4F30CF55" w14:textId="77777777" w:rsidR="00F635DB" w:rsidRDefault="00855694" w:rsidP="00F635DB">
      <w:r w:rsidRPr="009071AC">
        <w:t>Et il reprit</w:t>
      </w:r>
      <w:r w:rsidR="00F635DB">
        <w:t> :</w:t>
      </w:r>
    </w:p>
    <w:p w14:paraId="6A754021" w14:textId="77777777" w:rsidR="00F635DB" w:rsidRDefault="00F635DB" w:rsidP="00F635DB">
      <w:r>
        <w:t>« </w:t>
      </w:r>
      <w:r w:rsidR="00855694" w:rsidRPr="009071AC">
        <w:t>Seule</w:t>
      </w:r>
      <w:r>
        <w:t xml:space="preserve">, </w:t>
      </w:r>
      <w:r w:rsidR="00855694" w:rsidRPr="009071AC">
        <w:t>je n</w:t>
      </w:r>
      <w:r>
        <w:t>’</w:t>
      </w:r>
      <w:r w:rsidR="00855694" w:rsidRPr="009071AC">
        <w:t>eusse pas hésité</w:t>
      </w:r>
      <w:r>
        <w:t xml:space="preserve">… </w:t>
      </w:r>
      <w:r w:rsidR="00855694" w:rsidRPr="009071AC">
        <w:t>J</w:t>
      </w:r>
      <w:r>
        <w:t>’</w:t>
      </w:r>
      <w:r w:rsidR="00855694" w:rsidRPr="009071AC">
        <w:t>étais si malheureuse que la mort m</w:t>
      </w:r>
      <w:r>
        <w:t>’</w:t>
      </w:r>
      <w:r w:rsidR="00855694" w:rsidRPr="009071AC">
        <w:t>apparaissait comme un refuge</w:t>
      </w:r>
      <w:r>
        <w:t xml:space="preserve">. </w:t>
      </w:r>
      <w:r w:rsidR="00855694" w:rsidRPr="009071AC">
        <w:t>Mais que fût devenu mon enfant</w:t>
      </w:r>
      <w:r>
        <w:t xml:space="preserve"> ?… </w:t>
      </w:r>
      <w:r w:rsidR="00855694" w:rsidRPr="009071AC">
        <w:t>Devais-je donc</w:t>
      </w:r>
      <w:r>
        <w:t xml:space="preserve">, </w:t>
      </w:r>
      <w:r w:rsidR="00855694" w:rsidRPr="009071AC">
        <w:t>le tuer et me tuer après</w:t>
      </w:r>
      <w:r>
        <w:t xml:space="preserve"> ? </w:t>
      </w:r>
      <w:r w:rsidR="00855694" w:rsidRPr="009071AC">
        <w:t>J</w:t>
      </w:r>
      <w:r>
        <w:t>’</w:t>
      </w:r>
      <w:r w:rsidR="00855694" w:rsidRPr="009071AC">
        <w:t>en ai eu la pensée</w:t>
      </w:r>
      <w:r>
        <w:t xml:space="preserve">, </w:t>
      </w:r>
      <w:r w:rsidR="00855694" w:rsidRPr="009071AC">
        <w:t>non le courage</w:t>
      </w:r>
      <w:r>
        <w:t>.</w:t>
      </w:r>
    </w:p>
    <w:p w14:paraId="7E9B2D13" w14:textId="77777777" w:rsidR="00F635DB" w:rsidRDefault="00F635DB" w:rsidP="00F635DB">
      <w:r>
        <w:t>« </w:t>
      </w:r>
      <w:r w:rsidR="00855694" w:rsidRPr="009071AC">
        <w:t>Ce que j</w:t>
      </w:r>
      <w:r>
        <w:t>’</w:t>
      </w:r>
      <w:r w:rsidR="00855694" w:rsidRPr="009071AC">
        <w:t>implorais de votre pitié</w:t>
      </w:r>
      <w:r>
        <w:t xml:space="preserve">, </w:t>
      </w:r>
      <w:r w:rsidR="00855694" w:rsidRPr="009071AC">
        <w:t>vous me le deviez</w:t>
      </w:r>
      <w:r>
        <w:t xml:space="preserve">… </w:t>
      </w:r>
      <w:r w:rsidR="00855694" w:rsidRPr="009071AC">
        <w:t>Je n</w:t>
      </w:r>
      <w:r>
        <w:t>’</w:t>
      </w:r>
      <w:r w:rsidR="00855694" w:rsidRPr="009071AC">
        <w:t>avais qu</w:t>
      </w:r>
      <w:r>
        <w:t>’</w:t>
      </w:r>
      <w:r w:rsidR="00855694" w:rsidRPr="009071AC">
        <w:t>à me présenter à votre hôtel et à dire</w:t>
      </w:r>
      <w:r>
        <w:t xml:space="preserve"> : </w:t>
      </w:r>
      <w:r w:rsidR="00855694" w:rsidRPr="009071AC">
        <w:t>Je veux</w:t>
      </w:r>
      <w:r>
        <w:t xml:space="preserve"> !… </w:t>
      </w:r>
      <w:r w:rsidR="00855694" w:rsidRPr="009071AC">
        <w:t>Hélas</w:t>
      </w:r>
      <w:r>
        <w:t xml:space="preserve"> ! </w:t>
      </w:r>
      <w:r w:rsidR="00855694" w:rsidRPr="009071AC">
        <w:t>je ne le savais pas alors</w:t>
      </w:r>
      <w:r>
        <w:t xml:space="preserve">, </w:t>
      </w:r>
      <w:r w:rsidR="00855694" w:rsidRPr="009071AC">
        <w:t>je me croyais liée par un serment</w:t>
      </w:r>
      <w:r>
        <w:t xml:space="preserve">, </w:t>
      </w:r>
      <w:r w:rsidR="00855694" w:rsidRPr="009071AC">
        <w:t>et vous m</w:t>
      </w:r>
      <w:r>
        <w:t>’</w:t>
      </w:r>
      <w:r w:rsidR="00855694" w:rsidRPr="009071AC">
        <w:t>inspiriez un invincible effroi</w:t>
      </w:r>
      <w:r>
        <w:t>…</w:t>
      </w:r>
    </w:p>
    <w:p w14:paraId="5693767C" w14:textId="77777777" w:rsidR="00F635DB" w:rsidRDefault="00F635DB" w:rsidP="00F635DB">
      <w:r>
        <w:t>« </w:t>
      </w:r>
      <w:r w:rsidR="00855694" w:rsidRPr="009071AC">
        <w:t>Et cependant il fallait que mon enfant vécût</w:t>
      </w:r>
      <w:r>
        <w:t>…</w:t>
      </w:r>
    </w:p>
    <w:p w14:paraId="1342AF1B" w14:textId="221D3BFF" w:rsidR="00F635DB" w:rsidRDefault="00F635DB" w:rsidP="00F635DB">
      <w:r>
        <w:t>« </w:t>
      </w:r>
      <w:r w:rsidR="00855694" w:rsidRPr="009071AC">
        <w:t>Alors je me suis abandonnée</w:t>
      </w:r>
      <w:r>
        <w:t xml:space="preserve">… </w:t>
      </w:r>
      <w:r w:rsidR="00855694" w:rsidRPr="009071AC">
        <w:t>Et j</w:t>
      </w:r>
      <w:r>
        <w:t>’</w:t>
      </w:r>
      <w:r w:rsidR="00855694" w:rsidRPr="009071AC">
        <w:t>ai roulé si bas que j</w:t>
      </w:r>
      <w:r>
        <w:t>’</w:t>
      </w:r>
      <w:r w:rsidR="00855694" w:rsidRPr="009071AC">
        <w:t>en ai été réduite à éloigner mon fils</w:t>
      </w:r>
      <w:r>
        <w:t xml:space="preserve">… </w:t>
      </w:r>
      <w:r w:rsidR="00855694" w:rsidRPr="009071AC">
        <w:t>Il ne fallait pas qu</w:t>
      </w:r>
      <w:r>
        <w:t>’</w:t>
      </w:r>
      <w:r w:rsidR="00855694" w:rsidRPr="009071AC">
        <w:t>il sût à quelles hontes il devait sa vie</w:t>
      </w:r>
      <w:r>
        <w:t xml:space="preserve">… </w:t>
      </w:r>
      <w:r w:rsidR="00855694" w:rsidRPr="009071AC">
        <w:t>Et il ignore jusqu</w:t>
      </w:r>
      <w:r>
        <w:t>’</w:t>
      </w:r>
      <w:r w:rsidR="00855694" w:rsidRPr="009071AC">
        <w:t>à mon existence</w:t>
      </w:r>
      <w:r>
        <w:t>… »</w:t>
      </w:r>
    </w:p>
    <w:p w14:paraId="01C512CA" w14:textId="2B7B236B" w:rsidR="00F635DB" w:rsidRDefault="00F635DB" w:rsidP="00F635DB">
      <w:r>
        <w:t>M. </w:t>
      </w:r>
      <w:r w:rsidR="00855694" w:rsidRPr="009071AC">
        <w:t>Fortunat était comme pétrifié</w:t>
      </w:r>
      <w:r>
        <w:t>.</w:t>
      </w:r>
    </w:p>
    <w:p w14:paraId="27E762E5" w14:textId="77777777" w:rsidR="00F635DB" w:rsidRDefault="00855694" w:rsidP="00F635DB">
      <w:r w:rsidRPr="009071AC">
        <w:t>Après ce qu</w:t>
      </w:r>
      <w:r w:rsidR="00F635DB">
        <w:t>’</w:t>
      </w:r>
      <w:r w:rsidRPr="009071AC">
        <w:t>il avait surpris du passé du comte</w:t>
      </w:r>
      <w:r w:rsidR="00F635DB">
        <w:t xml:space="preserve">, </w:t>
      </w:r>
      <w:r w:rsidRPr="009071AC">
        <w:t xml:space="preserve">après les confidences de la </w:t>
      </w:r>
      <w:proofErr w:type="spellStart"/>
      <w:r w:rsidRPr="009071AC">
        <w:t>Vantrasson</w:t>
      </w:r>
      <w:proofErr w:type="spellEnd"/>
      <w:r w:rsidR="00F635DB">
        <w:t xml:space="preserve">, </w:t>
      </w:r>
      <w:r w:rsidRPr="009071AC">
        <w:t xml:space="preserve">la mégère du </w:t>
      </w:r>
      <w:r w:rsidRPr="009071AC">
        <w:rPr>
          <w:i/>
        </w:rPr>
        <w:t>garni-modèle</w:t>
      </w:r>
      <w:r w:rsidR="00F635DB">
        <w:t xml:space="preserve">, </w:t>
      </w:r>
      <w:r w:rsidRPr="009071AC">
        <w:t>il ne pouvait guère douter</w:t>
      </w:r>
      <w:r w:rsidR="00F635DB">
        <w:t>.</w:t>
      </w:r>
    </w:p>
    <w:p w14:paraId="3F34179E" w14:textId="7C6929F2" w:rsidR="00F635DB" w:rsidRDefault="00F635DB" w:rsidP="00F635DB">
      <w:r>
        <w:lastRenderedPageBreak/>
        <w:t>— </w:t>
      </w:r>
      <w:r w:rsidR="00855694" w:rsidRPr="009071AC">
        <w:t>Cette lettre</w:t>
      </w:r>
      <w:r>
        <w:t xml:space="preserve">, </w:t>
      </w:r>
      <w:r w:rsidR="00855694" w:rsidRPr="009071AC">
        <w:t>pensait-il</w:t>
      </w:r>
      <w:r>
        <w:t xml:space="preserve">, </w:t>
      </w:r>
      <w:r w:rsidR="00855694" w:rsidRPr="009071AC">
        <w:t xml:space="preserve">ne peut être que de </w:t>
      </w:r>
      <w:r>
        <w:t>M</w:t>
      </w:r>
      <w:r w:rsidRPr="00F635DB">
        <w:rPr>
          <w:vertAlign w:val="superscript"/>
        </w:rPr>
        <w:t>lle</w:t>
      </w:r>
      <w:r>
        <w:t> </w:t>
      </w:r>
      <w:proofErr w:type="spellStart"/>
      <w:r w:rsidR="00855694" w:rsidRPr="009071AC">
        <w:t>Herminie</w:t>
      </w:r>
      <w:proofErr w:type="spellEnd"/>
      <w:r w:rsidR="00855694" w:rsidRPr="009071AC">
        <w:t xml:space="preserve"> de </w:t>
      </w:r>
      <w:proofErr w:type="spellStart"/>
      <w:r w:rsidR="00855694" w:rsidRPr="009071AC">
        <w:t>Chalusse</w:t>
      </w:r>
      <w:proofErr w:type="spellEnd"/>
      <w:r>
        <w:t>.</w:t>
      </w:r>
    </w:p>
    <w:p w14:paraId="210C926C" w14:textId="66D49701" w:rsidR="00F635DB" w:rsidRDefault="00F635DB" w:rsidP="00F635DB">
      <w:r>
        <w:t>M. </w:t>
      </w:r>
      <w:r w:rsidR="00855694" w:rsidRPr="009071AC">
        <w:t>Casimir poursuivait</w:t>
      </w:r>
      <w:r>
        <w:t> :</w:t>
      </w:r>
    </w:p>
    <w:p w14:paraId="67A40ABC" w14:textId="77777777" w:rsidR="00F635DB" w:rsidRDefault="00F635DB" w:rsidP="00F635DB">
      <w:r>
        <w:t>« </w:t>
      </w:r>
      <w:r w:rsidR="00855694" w:rsidRPr="009071AC">
        <w:t>Si je m</w:t>
      </w:r>
      <w:r>
        <w:t>’</w:t>
      </w:r>
      <w:r w:rsidR="00855694" w:rsidRPr="009071AC">
        <w:t>adresse à vous de nouveau</w:t>
      </w:r>
      <w:r>
        <w:t xml:space="preserve">, </w:t>
      </w:r>
      <w:r w:rsidR="00855694" w:rsidRPr="009071AC">
        <w:t>si</w:t>
      </w:r>
      <w:r>
        <w:t xml:space="preserve">, </w:t>
      </w:r>
      <w:r w:rsidR="00855694" w:rsidRPr="009071AC">
        <w:t>du fond de mon enfer</w:t>
      </w:r>
      <w:r>
        <w:t xml:space="preserve">, </w:t>
      </w:r>
      <w:r w:rsidR="00855694" w:rsidRPr="009071AC">
        <w:t>je vous crie</w:t>
      </w:r>
      <w:r>
        <w:t xml:space="preserve"> : </w:t>
      </w:r>
      <w:r w:rsidR="00855694" w:rsidRPr="009071AC">
        <w:t>Au secours</w:t>
      </w:r>
      <w:r>
        <w:t xml:space="preserve"> ! </w:t>
      </w:r>
      <w:r w:rsidR="00855694" w:rsidRPr="009071AC">
        <w:t>c</w:t>
      </w:r>
      <w:r>
        <w:t>’</w:t>
      </w:r>
      <w:r w:rsidR="00855694" w:rsidRPr="009071AC">
        <w:t>est que je suis à bout de forces</w:t>
      </w:r>
      <w:r>
        <w:t xml:space="preserve">, </w:t>
      </w:r>
      <w:r w:rsidR="00855694" w:rsidRPr="009071AC">
        <w:t>c</w:t>
      </w:r>
      <w:r>
        <w:t>’</w:t>
      </w:r>
      <w:r w:rsidR="00855694" w:rsidRPr="009071AC">
        <w:t>est qu</w:t>
      </w:r>
      <w:r>
        <w:t>’</w:t>
      </w:r>
      <w:r w:rsidR="00855694" w:rsidRPr="009071AC">
        <w:t>il faut</w:t>
      </w:r>
      <w:r>
        <w:t xml:space="preserve">, </w:t>
      </w:r>
      <w:r w:rsidR="00855694" w:rsidRPr="009071AC">
        <w:t>avant que je meure</w:t>
      </w:r>
      <w:r>
        <w:t xml:space="preserve">, </w:t>
      </w:r>
      <w:r w:rsidR="00855694" w:rsidRPr="009071AC">
        <w:t>que l</w:t>
      </w:r>
      <w:r>
        <w:t>’</w:t>
      </w:r>
      <w:r w:rsidR="00855694" w:rsidRPr="009071AC">
        <w:t>avenir de mon fils soit assuré</w:t>
      </w:r>
      <w:r>
        <w:t>…</w:t>
      </w:r>
    </w:p>
    <w:p w14:paraId="38C6D6EF" w14:textId="7A59F1F4" w:rsidR="00F635DB" w:rsidRDefault="00F635DB" w:rsidP="00F635DB">
      <w:r>
        <w:t>« </w:t>
      </w:r>
      <w:r w:rsidR="00855694" w:rsidRPr="009071AC">
        <w:t>Il lui faut non une fortune</w:t>
      </w:r>
      <w:r>
        <w:t xml:space="preserve">, </w:t>
      </w:r>
      <w:r w:rsidR="00855694" w:rsidRPr="009071AC">
        <w:t>mais de quoi vivre</w:t>
      </w:r>
      <w:r>
        <w:t xml:space="preserve">, </w:t>
      </w:r>
      <w:r w:rsidR="00855694" w:rsidRPr="009071AC">
        <w:t>et j</w:t>
      </w:r>
      <w:r>
        <w:t>’</w:t>
      </w:r>
      <w:r w:rsidR="00855694" w:rsidRPr="009071AC">
        <w:t>ai compté sur vous</w:t>
      </w:r>
      <w:r>
        <w:t>… »</w:t>
      </w:r>
    </w:p>
    <w:p w14:paraId="03BCF95A" w14:textId="77777777" w:rsidR="00F635DB" w:rsidRDefault="00855694" w:rsidP="00F635DB">
      <w:r w:rsidRPr="009071AC">
        <w:t>Une fois encore</w:t>
      </w:r>
      <w:r w:rsidR="00F635DB">
        <w:t xml:space="preserve">, </w:t>
      </w:r>
      <w:r w:rsidRPr="009071AC">
        <w:t>l</w:t>
      </w:r>
      <w:r w:rsidR="00F635DB">
        <w:t>’</w:t>
      </w:r>
      <w:r w:rsidRPr="009071AC">
        <w:t>honorable valet de chambre s</w:t>
      </w:r>
      <w:r w:rsidR="00F635DB">
        <w:t>’</w:t>
      </w:r>
      <w:r w:rsidRPr="009071AC">
        <w:t>interrompit</w:t>
      </w:r>
      <w:r w:rsidR="00F635DB">
        <w:t>.</w:t>
      </w:r>
    </w:p>
    <w:p w14:paraId="121C0CF3" w14:textId="77777777" w:rsidR="00F635DB" w:rsidRDefault="00F635DB" w:rsidP="00F635DB">
      <w:r>
        <w:t>— </w:t>
      </w:r>
      <w:r w:rsidR="00855694" w:rsidRPr="009071AC">
        <w:t>Et voilà</w:t>
      </w:r>
      <w:r>
        <w:t xml:space="preserve"> !… </w:t>
      </w:r>
      <w:r w:rsidR="00855694" w:rsidRPr="009071AC">
        <w:t>fit-il</w:t>
      </w:r>
      <w:r>
        <w:t xml:space="preserve">… </w:t>
      </w:r>
      <w:r w:rsidR="00855694" w:rsidRPr="009071AC">
        <w:t>de quoi vivre</w:t>
      </w:r>
      <w:r>
        <w:t xml:space="preserve">… </w:t>
      </w:r>
      <w:r w:rsidR="00855694" w:rsidRPr="009071AC">
        <w:t>j</w:t>
      </w:r>
      <w:r>
        <w:t>’</w:t>
      </w:r>
      <w:r w:rsidR="00855694" w:rsidRPr="009071AC">
        <w:t>ai compté sur vous</w:t>
      </w:r>
      <w:r>
        <w:t xml:space="preserve"> !… </w:t>
      </w:r>
      <w:r w:rsidR="00855694" w:rsidRPr="009071AC">
        <w:t>C</w:t>
      </w:r>
      <w:r>
        <w:t>’</w:t>
      </w:r>
      <w:r w:rsidR="00855694" w:rsidRPr="009071AC">
        <w:t>est superbe</w:t>
      </w:r>
      <w:r>
        <w:t xml:space="preserve"> !… </w:t>
      </w:r>
      <w:r w:rsidR="00855694" w:rsidRPr="009071AC">
        <w:t>Les femmes sont superbes</w:t>
      </w:r>
      <w:r>
        <w:t xml:space="preserve">, </w:t>
      </w:r>
      <w:r w:rsidR="00855694" w:rsidRPr="009071AC">
        <w:t>parole d</w:t>
      </w:r>
      <w:r>
        <w:t>’</w:t>
      </w:r>
      <w:r w:rsidR="00855694" w:rsidRPr="009071AC">
        <w:t>honneur</w:t>
      </w:r>
      <w:r>
        <w:t xml:space="preserve"> !… </w:t>
      </w:r>
      <w:r w:rsidR="00855694" w:rsidRPr="009071AC">
        <w:t>C</w:t>
      </w:r>
      <w:r>
        <w:t>’</w:t>
      </w:r>
      <w:r w:rsidR="00855694" w:rsidRPr="009071AC">
        <w:t>est qu</w:t>
      </w:r>
      <w:r>
        <w:t>’</w:t>
      </w:r>
      <w:r w:rsidR="00855694" w:rsidRPr="009071AC">
        <w:t>elle y compte</w:t>
      </w:r>
      <w:r>
        <w:t xml:space="preserve">, </w:t>
      </w:r>
      <w:r w:rsidR="00855694" w:rsidRPr="009071AC">
        <w:t>oui</w:t>
      </w:r>
      <w:r>
        <w:t xml:space="preserve"> !… </w:t>
      </w:r>
      <w:r w:rsidR="00855694" w:rsidRPr="009071AC">
        <w:t>Écoutez plutôt la fin</w:t>
      </w:r>
      <w:r>
        <w:t> !</w:t>
      </w:r>
    </w:p>
    <w:p w14:paraId="2AA60AF4" w14:textId="77777777" w:rsidR="00F635DB" w:rsidRDefault="00855694" w:rsidP="00F635DB">
      <w:r w:rsidRPr="009071AC">
        <w:t>Et il continua</w:t>
      </w:r>
      <w:r w:rsidR="00F635DB">
        <w:t> :</w:t>
      </w:r>
    </w:p>
    <w:p w14:paraId="58FEE2D2" w14:textId="77777777" w:rsidR="00F635DB" w:rsidRDefault="00F635DB" w:rsidP="00F635DB">
      <w:r>
        <w:t xml:space="preserve">« …… </w:t>
      </w:r>
      <w:r w:rsidR="00855694" w:rsidRPr="009071AC">
        <w:t>Il est indispensable que je vous voie le plus tôt possible</w:t>
      </w:r>
      <w:r>
        <w:t>.</w:t>
      </w:r>
    </w:p>
    <w:p w14:paraId="3B61E7DD" w14:textId="452706F5" w:rsidR="00F635DB" w:rsidRDefault="00F635DB" w:rsidP="00F635DB">
      <w:r>
        <w:t>« </w:t>
      </w:r>
      <w:r w:rsidR="00855694" w:rsidRPr="009071AC">
        <w:t>Daignez donc</w:t>
      </w:r>
      <w:r>
        <w:t xml:space="preserve">, </w:t>
      </w:r>
      <w:r w:rsidR="00855694" w:rsidRPr="009071AC">
        <w:t>demain jeudi</w:t>
      </w:r>
      <w:r>
        <w:t xml:space="preserve">, </w:t>
      </w:r>
      <w:r w:rsidR="00855694" w:rsidRPr="009071AC">
        <w:t>1</w:t>
      </w:r>
      <w:r w:rsidRPr="009071AC">
        <w:t>5</w:t>
      </w:r>
      <w:r>
        <w:t> </w:t>
      </w:r>
      <w:r w:rsidRPr="009071AC">
        <w:t>octobre</w:t>
      </w:r>
      <w:r>
        <w:t xml:space="preserve">, </w:t>
      </w:r>
      <w:r w:rsidR="00855694" w:rsidRPr="009071AC">
        <w:t>vous rendre</w:t>
      </w:r>
      <w:r>
        <w:t xml:space="preserve">, </w:t>
      </w:r>
      <w:r w:rsidR="00855694" w:rsidRPr="009071AC">
        <w:t>43</w:t>
      </w:r>
      <w:r>
        <w:t xml:space="preserve">, </w:t>
      </w:r>
      <w:r w:rsidR="00855694" w:rsidRPr="009071AC">
        <w:t>rue du Helder</w:t>
      </w:r>
      <w:r>
        <w:t xml:space="preserve">, </w:t>
      </w:r>
      <w:r w:rsidR="00855694" w:rsidRPr="009071AC">
        <w:t>à l</w:t>
      </w:r>
      <w:r>
        <w:t>’</w:t>
      </w:r>
      <w:r w:rsidR="00855694" w:rsidRPr="009071AC">
        <w:t>hôtel de Hombourg</w:t>
      </w:r>
      <w:r>
        <w:t xml:space="preserve">. </w:t>
      </w:r>
      <w:r w:rsidR="00855694" w:rsidRPr="009071AC">
        <w:t xml:space="preserve">Vous demanderez </w:t>
      </w:r>
      <w:r>
        <w:t>M</w:t>
      </w:r>
      <w:r w:rsidRPr="00F635DB">
        <w:rPr>
          <w:vertAlign w:val="superscript"/>
        </w:rPr>
        <w:t>me</w:t>
      </w:r>
      <w:r>
        <w:t> </w:t>
      </w:r>
      <w:r w:rsidR="00855694" w:rsidRPr="009071AC">
        <w:t xml:space="preserve">Lucy </w:t>
      </w:r>
      <w:proofErr w:type="spellStart"/>
      <w:r w:rsidR="00855694" w:rsidRPr="009071AC">
        <w:t>Huntley</w:t>
      </w:r>
      <w:proofErr w:type="spellEnd"/>
      <w:r>
        <w:t xml:space="preserve">, </w:t>
      </w:r>
      <w:r w:rsidR="00855694" w:rsidRPr="009071AC">
        <w:t>et on vous conduira à moi</w:t>
      </w:r>
      <w:r>
        <w:t>…</w:t>
      </w:r>
    </w:p>
    <w:p w14:paraId="0F45C58F" w14:textId="77777777" w:rsidR="00F635DB" w:rsidRDefault="00F635DB" w:rsidP="00F635DB">
      <w:r>
        <w:t>« </w:t>
      </w:r>
      <w:r w:rsidR="00855694" w:rsidRPr="009071AC">
        <w:t>Je vous attendrai depuis trois heures jusqu</w:t>
      </w:r>
      <w:r>
        <w:t>’</w:t>
      </w:r>
      <w:r w:rsidR="00855694" w:rsidRPr="009071AC">
        <w:t>à six</w:t>
      </w:r>
      <w:r>
        <w:t>…</w:t>
      </w:r>
    </w:p>
    <w:p w14:paraId="01266258" w14:textId="77777777" w:rsidR="00F635DB" w:rsidRDefault="00F635DB" w:rsidP="00F635DB">
      <w:r>
        <w:t>« </w:t>
      </w:r>
      <w:r w:rsidR="00855694" w:rsidRPr="009071AC">
        <w:t>Venez</w:t>
      </w:r>
      <w:r>
        <w:t xml:space="preserve">, </w:t>
      </w:r>
      <w:r w:rsidR="00855694" w:rsidRPr="009071AC">
        <w:t>je vous en conjure</w:t>
      </w:r>
      <w:r>
        <w:t xml:space="preserve">, </w:t>
      </w:r>
      <w:r w:rsidR="00855694" w:rsidRPr="009071AC">
        <w:t>venez</w:t>
      </w:r>
      <w:r>
        <w:t>…</w:t>
      </w:r>
    </w:p>
    <w:p w14:paraId="48D2EE3C" w14:textId="02B8A88A" w:rsidR="00F635DB" w:rsidRDefault="00F635DB" w:rsidP="00F635DB">
      <w:r>
        <w:t>« </w:t>
      </w:r>
      <w:r w:rsidR="00855694" w:rsidRPr="009071AC">
        <w:t>Il m</w:t>
      </w:r>
      <w:r>
        <w:t>’</w:t>
      </w:r>
      <w:r w:rsidR="00855694" w:rsidRPr="009071AC">
        <w:t>est pénible d</w:t>
      </w:r>
      <w:r>
        <w:t>’</w:t>
      </w:r>
      <w:r w:rsidR="00855694" w:rsidRPr="009071AC">
        <w:t>ajouter que si je n</w:t>
      </w:r>
      <w:r>
        <w:t>’</w:t>
      </w:r>
      <w:r w:rsidR="00855694" w:rsidRPr="009071AC">
        <w:t>ai pas de vos nouvelles</w:t>
      </w:r>
      <w:r>
        <w:t xml:space="preserve">, </w:t>
      </w:r>
      <w:r w:rsidR="00855694" w:rsidRPr="009071AC">
        <w:t>je suis résolue à exiger et à obtenir</w:t>
      </w:r>
      <w:r>
        <w:t xml:space="preserve">, – </w:t>
      </w:r>
      <w:r w:rsidR="00855694" w:rsidRPr="009071AC">
        <w:t>quoi qu</w:t>
      </w:r>
      <w:r>
        <w:t>’</w:t>
      </w:r>
      <w:r w:rsidR="00855694" w:rsidRPr="009071AC">
        <w:t>il doive arriver</w:t>
      </w:r>
      <w:r>
        <w:t xml:space="preserve">, – </w:t>
      </w:r>
      <w:r w:rsidR="00855694" w:rsidRPr="009071AC">
        <w:t>ce que je vous demande encore à genoux et à mains jointes</w:t>
      </w:r>
      <w:r>
        <w:t>. »</w:t>
      </w:r>
    </w:p>
    <w:p w14:paraId="27AB9BF6" w14:textId="38EDAC23" w:rsidR="00F635DB" w:rsidRDefault="00855694" w:rsidP="00F635DB">
      <w:r w:rsidRPr="009071AC">
        <w:lastRenderedPageBreak/>
        <w:t>Ayant achevé</w:t>
      </w:r>
      <w:r w:rsidR="00F635DB">
        <w:t>, M. </w:t>
      </w:r>
      <w:r w:rsidRPr="009071AC">
        <w:t>Casimir posa la lettre sur la table et se versa un bon verre d</w:t>
      </w:r>
      <w:r w:rsidR="00F635DB">
        <w:t>’</w:t>
      </w:r>
      <w:r w:rsidRPr="009071AC">
        <w:t>eau-de-vie qu</w:t>
      </w:r>
      <w:r w:rsidR="00F635DB">
        <w:t>’</w:t>
      </w:r>
      <w:r w:rsidRPr="009071AC">
        <w:t>il lampa d</w:t>
      </w:r>
      <w:r w:rsidR="00F635DB">
        <w:t>’</w:t>
      </w:r>
      <w:r w:rsidRPr="009071AC">
        <w:t>un trait</w:t>
      </w:r>
      <w:r w:rsidR="00F635DB">
        <w:t>.</w:t>
      </w:r>
    </w:p>
    <w:p w14:paraId="5990EFE4" w14:textId="77777777" w:rsidR="00F635DB" w:rsidRDefault="00F635DB" w:rsidP="00F635DB">
      <w:r>
        <w:t>— </w:t>
      </w:r>
      <w:r w:rsidR="00855694" w:rsidRPr="009071AC">
        <w:t>Et c</w:t>
      </w:r>
      <w:r>
        <w:t>’</w:t>
      </w:r>
      <w:r w:rsidR="00855694" w:rsidRPr="009071AC">
        <w:t>est tout</w:t>
      </w:r>
      <w:r>
        <w:t xml:space="preserve"> !… </w:t>
      </w:r>
      <w:r w:rsidR="00855694" w:rsidRPr="009071AC">
        <w:t>prononça-t-il</w:t>
      </w:r>
      <w:r>
        <w:t xml:space="preserve">. </w:t>
      </w:r>
      <w:r w:rsidR="00855694" w:rsidRPr="009071AC">
        <w:t>Pas de signature</w:t>
      </w:r>
      <w:r>
        <w:t xml:space="preserve">, </w:t>
      </w:r>
      <w:r w:rsidR="00855694" w:rsidRPr="009071AC">
        <w:t>pas une initiale</w:t>
      </w:r>
      <w:r>
        <w:t xml:space="preserve">, </w:t>
      </w:r>
      <w:r w:rsidR="00855694" w:rsidRPr="009071AC">
        <w:t>rien</w:t>
      </w:r>
      <w:r>
        <w:t xml:space="preserve">… </w:t>
      </w:r>
      <w:r w:rsidR="00855694" w:rsidRPr="009071AC">
        <w:t>C</w:t>
      </w:r>
      <w:r>
        <w:t>’</w:t>
      </w:r>
      <w:r w:rsidR="00855694" w:rsidRPr="009071AC">
        <w:t>est une femme du monde qui écrit ça</w:t>
      </w:r>
      <w:r>
        <w:t xml:space="preserve">… </w:t>
      </w:r>
      <w:r w:rsidR="00855694" w:rsidRPr="009071AC">
        <w:t>Elles ne signent jamais leurs poulets</w:t>
      </w:r>
      <w:r>
        <w:t xml:space="preserve">, </w:t>
      </w:r>
      <w:r w:rsidR="00855694" w:rsidRPr="009071AC">
        <w:t>les coquines</w:t>
      </w:r>
      <w:r>
        <w:t xml:space="preserve">, </w:t>
      </w:r>
      <w:r w:rsidR="00855694" w:rsidRPr="009071AC">
        <w:t>de peur de se compromettre</w:t>
      </w:r>
      <w:r>
        <w:t xml:space="preserve">… </w:t>
      </w:r>
      <w:r w:rsidR="00855694" w:rsidRPr="009071AC">
        <w:t>On a ses raisons pour le savoir</w:t>
      </w:r>
      <w:r>
        <w:t>…</w:t>
      </w:r>
    </w:p>
    <w:p w14:paraId="1AD50400" w14:textId="77777777" w:rsidR="00F635DB" w:rsidRDefault="00855694" w:rsidP="00F635DB">
      <w:r w:rsidRPr="009071AC">
        <w:t>Et il riait</w:t>
      </w:r>
      <w:r w:rsidR="00F635DB">
        <w:t xml:space="preserve">, </w:t>
      </w:r>
      <w:r w:rsidRPr="009071AC">
        <w:t>de ce rire idiot et entrecoupé de hoquets de l</w:t>
      </w:r>
      <w:r w:rsidR="00F635DB">
        <w:t>’</w:t>
      </w:r>
      <w:r w:rsidRPr="009071AC">
        <w:t>homme qui a bu</w:t>
      </w:r>
      <w:r w:rsidR="00F635DB">
        <w:t>.</w:t>
      </w:r>
    </w:p>
    <w:p w14:paraId="267057BB" w14:textId="77777777" w:rsidR="00F635DB" w:rsidRDefault="00F635DB" w:rsidP="00F635DB">
      <w:r>
        <w:t>— </w:t>
      </w:r>
      <w:r w:rsidR="00855694" w:rsidRPr="009071AC">
        <w:t>Si j</w:t>
      </w:r>
      <w:r>
        <w:t>’</w:t>
      </w:r>
      <w:r w:rsidR="00855694" w:rsidRPr="009071AC">
        <w:t>avais eu le temps</w:t>
      </w:r>
      <w:r>
        <w:t xml:space="preserve">, </w:t>
      </w:r>
      <w:r w:rsidR="00855694" w:rsidRPr="009071AC">
        <w:t>poursuivit-il</w:t>
      </w:r>
      <w:r>
        <w:t xml:space="preserve">, </w:t>
      </w:r>
      <w:r w:rsidR="00855694" w:rsidRPr="009071AC">
        <w:t>je serais allé m</w:t>
      </w:r>
      <w:r>
        <w:t>’</w:t>
      </w:r>
      <w:r w:rsidR="00855694" w:rsidRPr="009071AC">
        <w:t xml:space="preserve">informer de cette Lucy </w:t>
      </w:r>
      <w:proofErr w:type="spellStart"/>
      <w:r w:rsidR="00855694" w:rsidRPr="009071AC">
        <w:t>Huntley</w:t>
      </w:r>
      <w:proofErr w:type="spellEnd"/>
      <w:r>
        <w:t xml:space="preserve">, </w:t>
      </w:r>
      <w:r w:rsidR="00855694" w:rsidRPr="009071AC">
        <w:t>un faux nom</w:t>
      </w:r>
      <w:r>
        <w:t xml:space="preserve">, </w:t>
      </w:r>
      <w:r w:rsidR="00855694" w:rsidRPr="009071AC">
        <w:t>évidemment</w:t>
      </w:r>
      <w:r>
        <w:t xml:space="preserve">… </w:t>
      </w:r>
      <w:r w:rsidR="00855694" w:rsidRPr="009071AC">
        <w:t>J</w:t>
      </w:r>
      <w:r>
        <w:t>’</w:t>
      </w:r>
      <w:r w:rsidR="00855694" w:rsidRPr="009071AC">
        <w:t>aurais voulu</w:t>
      </w:r>
      <w:r>
        <w:t xml:space="preserve">… </w:t>
      </w:r>
      <w:r w:rsidR="00855694" w:rsidRPr="009071AC">
        <w:t>Mais qu</w:t>
      </w:r>
      <w:r>
        <w:t>’</w:t>
      </w:r>
      <w:r w:rsidR="00855694" w:rsidRPr="009071AC">
        <w:t>avez-vous donc</w:t>
      </w:r>
      <w:r>
        <w:t xml:space="preserve">, </w:t>
      </w:r>
      <w:r w:rsidR="00855694" w:rsidRPr="009071AC">
        <w:t>cher monsieur Fortunat</w:t>
      </w:r>
      <w:r>
        <w:t xml:space="preserve">, </w:t>
      </w:r>
      <w:r w:rsidR="00855694" w:rsidRPr="009071AC">
        <w:t>vous voilà pâle comme la mort</w:t>
      </w:r>
      <w:r>
        <w:t xml:space="preserve">… </w:t>
      </w:r>
      <w:r w:rsidR="00855694" w:rsidRPr="009071AC">
        <w:t>Seriez-vous indisposé</w:t>
      </w:r>
      <w:r>
        <w:t> ?</w:t>
      </w:r>
    </w:p>
    <w:p w14:paraId="0E0BF7F4" w14:textId="77777777" w:rsidR="00F635DB" w:rsidRDefault="00855694" w:rsidP="00F635DB">
      <w:r w:rsidRPr="009071AC">
        <w:t>Il est de fait que</w:t>
      </w:r>
      <w:r w:rsidR="00F635DB">
        <w:t xml:space="preserve">, </w:t>
      </w:r>
      <w:r w:rsidRPr="009071AC">
        <w:t>depuis un moment</w:t>
      </w:r>
      <w:r w:rsidR="00F635DB">
        <w:t xml:space="preserve">, </w:t>
      </w:r>
      <w:r w:rsidRPr="009071AC">
        <w:t>l</w:t>
      </w:r>
      <w:r w:rsidR="00F635DB">
        <w:t>’</w:t>
      </w:r>
      <w:r w:rsidRPr="009071AC">
        <w:t>honorable guetteur d</w:t>
      </w:r>
      <w:r w:rsidR="00F635DB">
        <w:t>’</w:t>
      </w:r>
      <w:r w:rsidRPr="009071AC">
        <w:t>héritages était changé comme après une maladie d</w:t>
      </w:r>
      <w:r w:rsidR="00F635DB">
        <w:t>’</w:t>
      </w:r>
      <w:r w:rsidRPr="009071AC">
        <w:t>un mois</w:t>
      </w:r>
      <w:r w:rsidR="00F635DB">
        <w:t>.</w:t>
      </w:r>
    </w:p>
    <w:p w14:paraId="74B49234" w14:textId="77777777" w:rsidR="00F635DB" w:rsidRDefault="00F635DB" w:rsidP="00F635DB">
      <w:r>
        <w:t>— </w:t>
      </w:r>
      <w:r w:rsidR="00855694" w:rsidRPr="009071AC">
        <w:t>Merci</w:t>
      </w:r>
      <w:r>
        <w:t xml:space="preserve">, </w:t>
      </w:r>
      <w:r w:rsidR="00855694" w:rsidRPr="009071AC">
        <w:t>balbutia-t-il</w:t>
      </w:r>
      <w:r>
        <w:t xml:space="preserve">, </w:t>
      </w:r>
      <w:r w:rsidR="00855694" w:rsidRPr="009071AC">
        <w:t>je vais très-bien</w:t>
      </w:r>
      <w:r>
        <w:t xml:space="preserve">… </w:t>
      </w:r>
      <w:r w:rsidR="00855694" w:rsidRPr="009071AC">
        <w:t>Seulement je viens de me rappeler qu</w:t>
      </w:r>
      <w:r>
        <w:t>’</w:t>
      </w:r>
      <w:r w:rsidR="00855694" w:rsidRPr="009071AC">
        <w:t>on m</w:t>
      </w:r>
      <w:r>
        <w:t>’</w:t>
      </w:r>
      <w:r w:rsidR="00855694" w:rsidRPr="009071AC">
        <w:t>attend</w:t>
      </w:r>
      <w:r>
        <w:t>…</w:t>
      </w:r>
    </w:p>
    <w:p w14:paraId="63237B93" w14:textId="77777777" w:rsidR="00F635DB" w:rsidRDefault="00F635DB" w:rsidP="00F635DB">
      <w:r>
        <w:t>— </w:t>
      </w:r>
      <w:r w:rsidR="00855694" w:rsidRPr="009071AC">
        <w:t>Qui</w:t>
      </w:r>
      <w:r>
        <w:t> ?…</w:t>
      </w:r>
    </w:p>
    <w:p w14:paraId="72930387" w14:textId="77777777" w:rsidR="00F635DB" w:rsidRDefault="00F635DB" w:rsidP="00F635DB">
      <w:r>
        <w:t>— </w:t>
      </w:r>
      <w:r w:rsidR="00855694" w:rsidRPr="009071AC">
        <w:t>Un client</w:t>
      </w:r>
      <w:r>
        <w:t xml:space="preserve">, </w:t>
      </w:r>
      <w:r w:rsidR="00855694" w:rsidRPr="009071AC">
        <w:t>pour une liquidation</w:t>
      </w:r>
      <w:r>
        <w:t>…</w:t>
      </w:r>
    </w:p>
    <w:p w14:paraId="1F5B7A66" w14:textId="77777777" w:rsidR="00F635DB" w:rsidRDefault="00855694" w:rsidP="00F635DB">
      <w:r w:rsidRPr="009071AC">
        <w:t>L</w:t>
      </w:r>
      <w:r w:rsidR="00F635DB">
        <w:t>’</w:t>
      </w:r>
      <w:r w:rsidRPr="009071AC">
        <w:t>autre eut un geste moqueur et cordial</w:t>
      </w:r>
      <w:r w:rsidR="00F635DB">
        <w:t>.</w:t>
      </w:r>
    </w:p>
    <w:p w14:paraId="4C5E8922" w14:textId="77777777" w:rsidR="00F635DB" w:rsidRDefault="00F635DB" w:rsidP="00F635DB">
      <w:r>
        <w:t>— </w:t>
      </w:r>
      <w:r w:rsidR="00855694" w:rsidRPr="009071AC">
        <w:t>Connu le prétexte</w:t>
      </w:r>
      <w:r>
        <w:t xml:space="preserve"> ! </w:t>
      </w:r>
      <w:r w:rsidR="00855694" w:rsidRPr="009071AC">
        <w:t>interrompit-il</w:t>
      </w:r>
      <w:r>
        <w:t xml:space="preserve">. </w:t>
      </w:r>
      <w:r w:rsidR="00855694" w:rsidRPr="009071AC">
        <w:t>Eh</w:t>
      </w:r>
      <w:r>
        <w:t xml:space="preserve"> ! </w:t>
      </w:r>
      <w:r w:rsidR="00855694" w:rsidRPr="009071AC">
        <w:t>envoyez promener le client</w:t>
      </w:r>
      <w:r>
        <w:t xml:space="preserve"> ! </w:t>
      </w:r>
      <w:r w:rsidR="00855694" w:rsidRPr="009071AC">
        <w:t>N</w:t>
      </w:r>
      <w:r>
        <w:t>’</w:t>
      </w:r>
      <w:r w:rsidR="00855694" w:rsidRPr="009071AC">
        <w:t>êtes-vous pas assez riche</w:t>
      </w:r>
      <w:r>
        <w:t xml:space="preserve"> ?… </w:t>
      </w:r>
      <w:r w:rsidR="00855694" w:rsidRPr="009071AC">
        <w:t>Tenez</w:t>
      </w:r>
      <w:r>
        <w:t xml:space="preserve">, </w:t>
      </w:r>
      <w:r w:rsidR="00855694" w:rsidRPr="009071AC">
        <w:t>versez-nous plutôt un petit verre</w:t>
      </w:r>
      <w:r>
        <w:t xml:space="preserve">, </w:t>
      </w:r>
      <w:r w:rsidR="00855694" w:rsidRPr="009071AC">
        <w:t>cela vous remettra</w:t>
      </w:r>
      <w:r>
        <w:t>…</w:t>
      </w:r>
    </w:p>
    <w:p w14:paraId="15816658" w14:textId="3D679669" w:rsidR="00F635DB" w:rsidRDefault="00F635DB" w:rsidP="00F635DB">
      <w:r>
        <w:t>M. </w:t>
      </w:r>
      <w:r w:rsidR="00855694" w:rsidRPr="009071AC">
        <w:t>Fortunat obéit</w:t>
      </w:r>
      <w:r>
        <w:t xml:space="preserve">, </w:t>
      </w:r>
      <w:r w:rsidR="00855694" w:rsidRPr="009071AC">
        <w:t>mais si maladroitement</w:t>
      </w:r>
      <w:r>
        <w:t xml:space="preserve">, </w:t>
      </w:r>
      <w:r w:rsidR="00855694" w:rsidRPr="009071AC">
        <w:t>ou si adroitement plutôt</w:t>
      </w:r>
      <w:r>
        <w:t xml:space="preserve">, </w:t>
      </w:r>
      <w:r w:rsidR="00855694" w:rsidRPr="009071AC">
        <w:t xml:space="preserve">que sa manche ramena devant lui la lettre placée devant </w:t>
      </w:r>
      <w:r>
        <w:t>M. </w:t>
      </w:r>
      <w:r w:rsidR="00855694" w:rsidRPr="009071AC">
        <w:t>Casimir</w:t>
      </w:r>
      <w:r>
        <w:t>.</w:t>
      </w:r>
    </w:p>
    <w:p w14:paraId="4FE216CD" w14:textId="77777777" w:rsidR="00F635DB" w:rsidRDefault="00F635DB" w:rsidP="00F635DB">
      <w:r>
        <w:t>— </w:t>
      </w:r>
      <w:r w:rsidR="00855694" w:rsidRPr="009071AC">
        <w:t>Allons</w:t>
      </w:r>
      <w:r>
        <w:t xml:space="preserve">… </w:t>
      </w:r>
      <w:r w:rsidR="00855694" w:rsidRPr="009071AC">
        <w:t>à votre santé</w:t>
      </w:r>
      <w:r>
        <w:t xml:space="preserve"> ! </w:t>
      </w:r>
      <w:r w:rsidR="00855694" w:rsidRPr="009071AC">
        <w:t>fit le valet de chambre</w:t>
      </w:r>
      <w:r>
        <w:t>.</w:t>
      </w:r>
    </w:p>
    <w:p w14:paraId="7FC16E91" w14:textId="4D0D58FC" w:rsidR="00F635DB" w:rsidRDefault="00F635DB" w:rsidP="00F635DB">
      <w:r>
        <w:lastRenderedPageBreak/>
        <w:t>— </w:t>
      </w:r>
      <w:r w:rsidR="00855694" w:rsidRPr="009071AC">
        <w:t>À la vôtre</w:t>
      </w:r>
      <w:r>
        <w:t xml:space="preserve"> ! </w:t>
      </w:r>
      <w:r w:rsidR="00855694" w:rsidRPr="009071AC">
        <w:t xml:space="preserve">répondit </w:t>
      </w:r>
      <w:r>
        <w:t>M. </w:t>
      </w:r>
      <w:r w:rsidR="00855694" w:rsidRPr="009071AC">
        <w:t>Fortunat</w:t>
      </w:r>
      <w:r>
        <w:t>.</w:t>
      </w:r>
    </w:p>
    <w:p w14:paraId="4AF6B6A8" w14:textId="77777777" w:rsidR="00F635DB" w:rsidRDefault="00855694" w:rsidP="00F635DB">
      <w:r w:rsidRPr="009071AC">
        <w:t>Et en retirant le bras qu</w:t>
      </w:r>
      <w:r w:rsidR="00F635DB">
        <w:t>’</w:t>
      </w:r>
      <w:r w:rsidRPr="009071AC">
        <w:t>il avait tendu pour trinquer</w:t>
      </w:r>
      <w:r w:rsidR="00F635DB">
        <w:t xml:space="preserve">, </w:t>
      </w:r>
      <w:r w:rsidRPr="009071AC">
        <w:t>il fit tomber la lettre sur ses genoux</w:t>
      </w:r>
      <w:r w:rsidR="00F635DB">
        <w:t>.</w:t>
      </w:r>
    </w:p>
    <w:p w14:paraId="69F4CE27" w14:textId="02FC5498" w:rsidR="00F635DB" w:rsidRDefault="00F635DB" w:rsidP="00F635DB">
      <w:r>
        <w:t>M. </w:t>
      </w:r>
      <w:r w:rsidR="00855694" w:rsidRPr="009071AC">
        <w:t>Casimir</w:t>
      </w:r>
      <w:r>
        <w:t xml:space="preserve">, </w:t>
      </w:r>
      <w:r w:rsidR="00855694" w:rsidRPr="009071AC">
        <w:t>qui ne s</w:t>
      </w:r>
      <w:r>
        <w:t>’</w:t>
      </w:r>
      <w:r w:rsidR="00855694" w:rsidRPr="009071AC">
        <w:t>était aperçu de rien</w:t>
      </w:r>
      <w:r>
        <w:t xml:space="preserve">, </w:t>
      </w:r>
      <w:r w:rsidR="00855694" w:rsidRPr="009071AC">
        <w:t>essayait d</w:t>
      </w:r>
      <w:r>
        <w:t>’</w:t>
      </w:r>
      <w:r w:rsidR="00855694" w:rsidRPr="009071AC">
        <w:t>allumer un cigare</w:t>
      </w:r>
      <w:r>
        <w:t xml:space="preserve">, </w:t>
      </w:r>
      <w:r w:rsidR="00855694" w:rsidRPr="009071AC">
        <w:t>et tout en usant en vain quantité d</w:t>
      </w:r>
      <w:r>
        <w:t>’</w:t>
      </w:r>
      <w:r w:rsidR="00855694" w:rsidRPr="009071AC">
        <w:t>allumettes</w:t>
      </w:r>
      <w:r>
        <w:t xml:space="preserve">, </w:t>
      </w:r>
      <w:r w:rsidR="00855694" w:rsidRPr="009071AC">
        <w:t>il continuait</w:t>
      </w:r>
      <w:r>
        <w:t> :</w:t>
      </w:r>
    </w:p>
    <w:p w14:paraId="5855B1F7" w14:textId="77777777" w:rsidR="00F635DB" w:rsidRDefault="00F635DB" w:rsidP="00F635DB">
      <w:r>
        <w:t>— </w:t>
      </w:r>
      <w:r w:rsidR="00855694" w:rsidRPr="009071AC">
        <w:t>C</w:t>
      </w:r>
      <w:r>
        <w:t>’</w:t>
      </w:r>
      <w:r w:rsidR="00855694" w:rsidRPr="009071AC">
        <w:t>est-à-dire</w:t>
      </w:r>
      <w:r>
        <w:t xml:space="preserve">, </w:t>
      </w:r>
      <w:r w:rsidR="00855694" w:rsidRPr="009071AC">
        <w:t>mon vieux</w:t>
      </w:r>
      <w:r>
        <w:t xml:space="preserve">, </w:t>
      </w:r>
      <w:r w:rsidR="00855694" w:rsidRPr="009071AC">
        <w:t>que vous voudriez me lâcher</w:t>
      </w:r>
      <w:r>
        <w:t>…</w:t>
      </w:r>
    </w:p>
    <w:p w14:paraId="1119F3AE" w14:textId="77777777" w:rsidR="00F635DB" w:rsidRDefault="00855694" w:rsidP="00F635DB">
      <w:r w:rsidRPr="009071AC">
        <w:t>Pas de ça</w:t>
      </w:r>
      <w:r w:rsidR="00F635DB">
        <w:t xml:space="preserve">, </w:t>
      </w:r>
      <w:r w:rsidRPr="009071AC">
        <w:t>Lisette</w:t>
      </w:r>
      <w:r w:rsidR="00F635DB">
        <w:t xml:space="preserve"> !… </w:t>
      </w:r>
      <w:r w:rsidRPr="009071AC">
        <w:t>Nous allons monter chez moi</w:t>
      </w:r>
      <w:r w:rsidR="00F635DB">
        <w:t xml:space="preserve">, </w:t>
      </w:r>
      <w:r w:rsidRPr="009071AC">
        <w:t>et je vous lirai des lettres d</w:t>
      </w:r>
      <w:r w:rsidR="00F635DB">
        <w:t>’</w:t>
      </w:r>
      <w:r w:rsidRPr="009071AC">
        <w:t>amour de femmes du monde</w:t>
      </w:r>
      <w:r w:rsidR="00F635DB">
        <w:t xml:space="preserve">… </w:t>
      </w:r>
      <w:r w:rsidRPr="009071AC">
        <w:t>Après</w:t>
      </w:r>
      <w:r w:rsidR="00F635DB">
        <w:t xml:space="preserve">, </w:t>
      </w:r>
      <w:r w:rsidRPr="009071AC">
        <w:t xml:space="preserve">nous irons faire une partie de billard chez </w:t>
      </w:r>
      <w:proofErr w:type="spellStart"/>
      <w:r w:rsidRPr="009071AC">
        <w:t>Morloup</w:t>
      </w:r>
      <w:proofErr w:type="spellEnd"/>
      <w:r w:rsidR="00F635DB">
        <w:t xml:space="preserve">… </w:t>
      </w:r>
      <w:r w:rsidRPr="009071AC">
        <w:t>C</w:t>
      </w:r>
      <w:r w:rsidR="00F635DB">
        <w:t>’</w:t>
      </w:r>
      <w:r w:rsidRPr="009071AC">
        <w:t>est là</w:t>
      </w:r>
      <w:r w:rsidR="00F635DB">
        <w:t xml:space="preserve">, </w:t>
      </w:r>
      <w:r w:rsidRPr="009071AC">
        <w:t>qu</w:t>
      </w:r>
      <w:r w:rsidR="00F635DB">
        <w:t>’</w:t>
      </w:r>
      <w:r w:rsidRPr="009071AC">
        <w:t>on rit</w:t>
      </w:r>
      <w:r w:rsidR="00F635DB">
        <w:t xml:space="preserve">… </w:t>
      </w:r>
      <w:r w:rsidRPr="009071AC">
        <w:t>Vous verrez Joseph de chez Commarin</w:t>
      </w:r>
      <w:r w:rsidR="00F635DB">
        <w:t xml:space="preserve">, </w:t>
      </w:r>
      <w:r w:rsidRPr="009071AC">
        <w:t>un farceur qui est plein d</w:t>
      </w:r>
      <w:r w:rsidR="00F635DB">
        <w:t>’</w:t>
      </w:r>
      <w:r w:rsidRPr="009071AC">
        <w:t>esprit</w:t>
      </w:r>
      <w:r w:rsidR="00F635DB">
        <w:t>…</w:t>
      </w:r>
    </w:p>
    <w:p w14:paraId="1D25A214" w14:textId="77777777" w:rsidR="00F635DB" w:rsidRDefault="00F635DB" w:rsidP="00F635DB">
      <w:r>
        <w:t>— </w:t>
      </w:r>
      <w:r w:rsidR="00855694" w:rsidRPr="009071AC">
        <w:t>C</w:t>
      </w:r>
      <w:r>
        <w:t>’</w:t>
      </w:r>
      <w:r w:rsidR="00855694" w:rsidRPr="009071AC">
        <w:t>est cela</w:t>
      </w:r>
      <w:r>
        <w:t xml:space="preserve">… </w:t>
      </w:r>
      <w:r w:rsidR="00855694" w:rsidRPr="009071AC">
        <w:t>Mais avant</w:t>
      </w:r>
      <w:r>
        <w:t xml:space="preserve">, </w:t>
      </w:r>
      <w:r w:rsidR="00855694" w:rsidRPr="009071AC">
        <w:t>il faut que je paie ici</w:t>
      </w:r>
      <w:r>
        <w:t>.</w:t>
      </w:r>
    </w:p>
    <w:p w14:paraId="4CD9AD6B" w14:textId="77777777" w:rsidR="00F635DB" w:rsidRDefault="00F635DB" w:rsidP="00F635DB">
      <w:r>
        <w:t>— </w:t>
      </w:r>
      <w:r w:rsidR="00855694" w:rsidRPr="009071AC">
        <w:t>Oui</w:t>
      </w:r>
      <w:r>
        <w:t xml:space="preserve">, </w:t>
      </w:r>
      <w:r w:rsidR="00855694" w:rsidRPr="009071AC">
        <w:t>payez</w:t>
      </w:r>
      <w:r>
        <w:t>…</w:t>
      </w:r>
    </w:p>
    <w:p w14:paraId="602120C4" w14:textId="77777777" w:rsidR="00F635DB" w:rsidRDefault="00855694" w:rsidP="00F635DB">
      <w:r w:rsidRPr="009071AC">
        <w:t>Le chasseur d</w:t>
      </w:r>
      <w:r w:rsidR="00F635DB">
        <w:t>’</w:t>
      </w:r>
      <w:r w:rsidRPr="009071AC">
        <w:t>héritages sonna</w:t>
      </w:r>
      <w:r w:rsidR="00F635DB">
        <w:t xml:space="preserve">, </w:t>
      </w:r>
      <w:r w:rsidRPr="009071AC">
        <w:t>en effet</w:t>
      </w:r>
      <w:r w:rsidR="00F635DB">
        <w:t xml:space="preserve">, </w:t>
      </w:r>
      <w:r w:rsidRPr="009071AC">
        <w:t>pour demander la carte</w:t>
      </w:r>
      <w:r w:rsidR="00F635DB">
        <w:t>.</w:t>
      </w:r>
    </w:p>
    <w:p w14:paraId="0ED331C6" w14:textId="0B3A0DF8" w:rsidR="00F635DB" w:rsidRDefault="00855694" w:rsidP="00F635DB">
      <w:r w:rsidRPr="009071AC">
        <w:t>Il avait obtenu bien plus de renseignements qu</w:t>
      </w:r>
      <w:r w:rsidR="00F635DB">
        <w:t>’</w:t>
      </w:r>
      <w:r w:rsidRPr="009071AC">
        <w:t>il n</w:t>
      </w:r>
      <w:r w:rsidR="00F635DB">
        <w:t>’</w:t>
      </w:r>
      <w:r w:rsidRPr="009071AC">
        <w:t>espérait</w:t>
      </w:r>
      <w:r w:rsidR="00F635DB">
        <w:t xml:space="preserve">, </w:t>
      </w:r>
      <w:r w:rsidRPr="009071AC">
        <w:t>il avait la lettre dans sa poche</w:t>
      </w:r>
      <w:r w:rsidR="00F635DB">
        <w:t xml:space="preserve">, </w:t>
      </w:r>
      <w:r w:rsidRPr="009071AC">
        <w:t>il ne souhaitait plus qu</w:t>
      </w:r>
      <w:r w:rsidR="00F635DB">
        <w:t>’</w:t>
      </w:r>
      <w:r w:rsidRPr="009071AC">
        <w:t>une chose</w:t>
      </w:r>
      <w:r w:rsidR="00F635DB">
        <w:t xml:space="preserve"> : </w:t>
      </w:r>
      <w:r w:rsidRPr="009071AC">
        <w:t xml:space="preserve">se débarrasser de </w:t>
      </w:r>
      <w:r w:rsidR="00F635DB">
        <w:t>M. </w:t>
      </w:r>
      <w:r w:rsidRPr="009071AC">
        <w:t>Casimir</w:t>
      </w:r>
      <w:r w:rsidR="00F635DB">
        <w:t>.</w:t>
      </w:r>
    </w:p>
    <w:p w14:paraId="5F93FABB" w14:textId="77777777" w:rsidR="00F635DB" w:rsidRDefault="00855694" w:rsidP="00F635DB">
      <w:r w:rsidRPr="009071AC">
        <w:t>Mais cela ne devait pas être facile</w:t>
      </w:r>
      <w:r w:rsidR="00F635DB">
        <w:t xml:space="preserve">, </w:t>
      </w:r>
      <w:r w:rsidRPr="009071AC">
        <w:t>les ivrognes ont l</w:t>
      </w:r>
      <w:r w:rsidR="00F635DB">
        <w:t>’</w:t>
      </w:r>
      <w:r w:rsidRPr="009071AC">
        <w:t>amitié tenace</w:t>
      </w:r>
      <w:r w:rsidR="00F635DB">
        <w:t xml:space="preserve">, </w:t>
      </w:r>
      <w:r w:rsidRPr="009071AC">
        <w:t>et il se demandait quel stratagème employer</w:t>
      </w:r>
      <w:r w:rsidR="00F635DB">
        <w:t xml:space="preserve">, </w:t>
      </w:r>
      <w:r w:rsidRPr="009071AC">
        <w:t>quand le traiteur parut et dit</w:t>
      </w:r>
      <w:r w:rsidR="00F635DB">
        <w:t> :</w:t>
      </w:r>
    </w:p>
    <w:p w14:paraId="5CBBF522" w14:textId="77777777" w:rsidR="00F635DB" w:rsidRDefault="00F635DB" w:rsidP="00F635DB">
      <w:r>
        <w:t>— </w:t>
      </w:r>
      <w:r w:rsidR="00855694" w:rsidRPr="009071AC">
        <w:t>Il y a là un petit jeune homme très-pâle</w:t>
      </w:r>
      <w:r>
        <w:t xml:space="preserve">… </w:t>
      </w:r>
      <w:r w:rsidR="00855694" w:rsidRPr="009071AC">
        <w:t>qui a l</w:t>
      </w:r>
      <w:r>
        <w:t>’</w:t>
      </w:r>
      <w:r w:rsidR="00855694" w:rsidRPr="009071AC">
        <w:t>air d</w:t>
      </w:r>
      <w:r>
        <w:t>’</w:t>
      </w:r>
      <w:r w:rsidR="00855694" w:rsidRPr="009071AC">
        <w:t>un clerc d</w:t>
      </w:r>
      <w:r>
        <w:t>’</w:t>
      </w:r>
      <w:r w:rsidR="00855694" w:rsidRPr="009071AC">
        <w:t>huissier</w:t>
      </w:r>
      <w:r>
        <w:t xml:space="preserve">… </w:t>
      </w:r>
      <w:r w:rsidR="00855694" w:rsidRPr="009071AC">
        <w:t>Il voudrait parler à ces messieurs</w:t>
      </w:r>
      <w:r>
        <w:t>…</w:t>
      </w:r>
    </w:p>
    <w:p w14:paraId="79DF6620" w14:textId="77777777" w:rsidR="00F635DB" w:rsidRDefault="00F635DB" w:rsidP="00F635DB">
      <w:r>
        <w:lastRenderedPageBreak/>
        <w:t>— </w:t>
      </w:r>
      <w:r w:rsidR="00855694" w:rsidRPr="009071AC">
        <w:t>Eh</w:t>
      </w:r>
      <w:r>
        <w:t xml:space="preserve"> ! </w:t>
      </w:r>
      <w:r w:rsidR="00855694" w:rsidRPr="009071AC">
        <w:t>c</w:t>
      </w:r>
      <w:r>
        <w:t>’</w:t>
      </w:r>
      <w:r w:rsidR="00855694" w:rsidRPr="009071AC">
        <w:t>est Chupin</w:t>
      </w:r>
      <w:r>
        <w:t xml:space="preserve"> !… </w:t>
      </w:r>
      <w:r w:rsidR="00855694" w:rsidRPr="009071AC">
        <w:t>s</w:t>
      </w:r>
      <w:r>
        <w:t>’</w:t>
      </w:r>
      <w:r w:rsidR="00855694" w:rsidRPr="009071AC">
        <w:t>écria le valet de chambre</w:t>
      </w:r>
      <w:r>
        <w:t xml:space="preserve">. </w:t>
      </w:r>
      <w:r w:rsidR="00855694" w:rsidRPr="009071AC">
        <w:t>C</w:t>
      </w:r>
      <w:r>
        <w:t>’</w:t>
      </w:r>
      <w:r w:rsidR="00855694" w:rsidRPr="009071AC">
        <w:t>est un ami</w:t>
      </w:r>
      <w:r>
        <w:t xml:space="preserve">… </w:t>
      </w:r>
      <w:r w:rsidR="00855694" w:rsidRPr="009071AC">
        <w:t>Faites entrer et apportez un verre</w:t>
      </w:r>
      <w:r>
        <w:t xml:space="preserve">. </w:t>
      </w:r>
      <w:r w:rsidR="00855694" w:rsidRPr="009071AC">
        <w:t>Plus on est de fous</w:t>
      </w:r>
      <w:r>
        <w:t xml:space="preserve">, </w:t>
      </w:r>
      <w:r w:rsidR="00855694" w:rsidRPr="009071AC">
        <w:t>plus on rit</w:t>
      </w:r>
      <w:r>
        <w:t xml:space="preserve">, </w:t>
      </w:r>
      <w:r w:rsidR="00855694" w:rsidRPr="009071AC">
        <w:t>comme dit cet autre</w:t>
      </w:r>
      <w:r>
        <w:t> !</w:t>
      </w:r>
    </w:p>
    <w:p w14:paraId="49FF53DA" w14:textId="4240F074" w:rsidR="00F635DB" w:rsidRDefault="00855694" w:rsidP="00F635DB">
      <w:r w:rsidRPr="009071AC">
        <w:t>Que voulait Chupin</w:t>
      </w:r>
      <w:r w:rsidR="00F635DB">
        <w:t> ? M. </w:t>
      </w:r>
      <w:r w:rsidRPr="009071AC">
        <w:t>Fortunat ne l</w:t>
      </w:r>
      <w:r w:rsidR="00F635DB">
        <w:t>’</w:t>
      </w:r>
      <w:r w:rsidRPr="009071AC">
        <w:t>imaginait pas du tout</w:t>
      </w:r>
      <w:r w:rsidR="00F635DB">
        <w:t xml:space="preserve">. </w:t>
      </w:r>
      <w:r w:rsidRPr="009071AC">
        <w:t>Il n</w:t>
      </w:r>
      <w:r w:rsidR="00F635DB">
        <w:t>’</w:t>
      </w:r>
      <w:r w:rsidRPr="009071AC">
        <w:t>en bénit pas moins sa venue</w:t>
      </w:r>
      <w:r w:rsidR="00F635DB">
        <w:t xml:space="preserve">, </w:t>
      </w:r>
      <w:r w:rsidRPr="009071AC">
        <w:t>bien décidé à lui colloquer le fardeau de Casimir</w:t>
      </w:r>
      <w:r w:rsidR="00F635DB">
        <w:t>.</w:t>
      </w:r>
    </w:p>
    <w:p w14:paraId="45C967C6" w14:textId="77777777" w:rsidR="00F635DB" w:rsidRDefault="00855694" w:rsidP="00F635DB">
      <w:r w:rsidRPr="009071AC">
        <w:t>Mais dès que Victor Chupin parut</w:t>
      </w:r>
      <w:r w:rsidR="00F635DB">
        <w:t xml:space="preserve">, </w:t>
      </w:r>
      <w:r w:rsidRPr="009071AC">
        <w:t>son visage se rembrunit</w:t>
      </w:r>
      <w:r w:rsidR="00F635DB">
        <w:t xml:space="preserve">. </w:t>
      </w:r>
      <w:r w:rsidRPr="009071AC">
        <w:t>Il ne lui avait fallu qu</w:t>
      </w:r>
      <w:r w:rsidR="00F635DB">
        <w:t>’</w:t>
      </w:r>
      <w:r w:rsidRPr="009071AC">
        <w:t>un coup d</w:t>
      </w:r>
      <w:r w:rsidR="00F635DB">
        <w:t>’</w:t>
      </w:r>
      <w:r w:rsidRPr="009071AC">
        <w:t>œil pour reconnaître l</w:t>
      </w:r>
      <w:r w:rsidR="00F635DB">
        <w:t>’</w:t>
      </w:r>
      <w:r w:rsidRPr="009071AC">
        <w:t>ivresse du brillant valet de chambre</w:t>
      </w:r>
      <w:r w:rsidR="00F635DB">
        <w:t xml:space="preserve">. </w:t>
      </w:r>
      <w:r w:rsidRPr="009071AC">
        <w:t>Or</w:t>
      </w:r>
      <w:r w:rsidR="00F635DB">
        <w:t xml:space="preserve">, </w:t>
      </w:r>
      <w:r w:rsidRPr="009071AC">
        <w:t>c</w:t>
      </w:r>
      <w:r w:rsidR="00F635DB">
        <w:t>’</w:t>
      </w:r>
      <w:r w:rsidRPr="009071AC">
        <w:t>était un garçon sérieux et rangé</w:t>
      </w:r>
      <w:r w:rsidR="00F635DB">
        <w:t xml:space="preserve">, </w:t>
      </w:r>
      <w:r w:rsidRPr="009071AC">
        <w:t>qui n</w:t>
      </w:r>
      <w:r w:rsidR="00F635DB">
        <w:t>’</w:t>
      </w:r>
      <w:r w:rsidRPr="009071AC">
        <w:t>aimait pas à traiter les affaires le verre à la main et qui professait pour les ivrognes une grande aversion</w:t>
      </w:r>
      <w:r w:rsidR="00F635DB">
        <w:t>.</w:t>
      </w:r>
    </w:p>
    <w:p w14:paraId="1F1A20A5" w14:textId="6981180E" w:rsidR="00F635DB" w:rsidRDefault="00855694" w:rsidP="00F635DB">
      <w:r w:rsidRPr="009071AC">
        <w:t xml:space="preserve">Il salua poliment </w:t>
      </w:r>
      <w:r w:rsidR="00F635DB">
        <w:t>M. </w:t>
      </w:r>
      <w:r w:rsidRPr="009071AC">
        <w:t>Fortunat</w:t>
      </w:r>
      <w:r w:rsidR="00F635DB">
        <w:t xml:space="preserve">, </w:t>
      </w:r>
      <w:r w:rsidRPr="009071AC">
        <w:t>et s</w:t>
      </w:r>
      <w:r w:rsidR="00F635DB">
        <w:t>’</w:t>
      </w:r>
      <w:r w:rsidRPr="009071AC">
        <w:t xml:space="preserve">adressant à </w:t>
      </w:r>
      <w:r w:rsidR="00F635DB">
        <w:t>M. </w:t>
      </w:r>
      <w:r w:rsidRPr="009071AC">
        <w:t>Casimir d</w:t>
      </w:r>
      <w:r w:rsidR="00F635DB">
        <w:t>’</w:t>
      </w:r>
      <w:r w:rsidRPr="009071AC">
        <w:t>un ton mécontent</w:t>
      </w:r>
      <w:r w:rsidR="00F635DB">
        <w:t> :</w:t>
      </w:r>
    </w:p>
    <w:p w14:paraId="1DF4D1CB" w14:textId="202A9A57" w:rsidR="00F635DB" w:rsidRDefault="00F635DB" w:rsidP="00F635DB">
      <w:r>
        <w:t>— </w:t>
      </w:r>
      <w:r w:rsidR="00855694" w:rsidRPr="009071AC">
        <w:t>Il est trois heures</w:t>
      </w:r>
      <w:r>
        <w:t xml:space="preserve">… </w:t>
      </w:r>
      <w:r w:rsidR="00855694" w:rsidRPr="009071AC">
        <w:t>fit-il</w:t>
      </w:r>
      <w:r>
        <w:t xml:space="preserve">, </w:t>
      </w:r>
      <w:r w:rsidR="00855694" w:rsidRPr="009071AC">
        <w:t>et je venais</w:t>
      </w:r>
      <w:r>
        <w:t xml:space="preserve">, </w:t>
      </w:r>
      <w:r w:rsidR="00855694" w:rsidRPr="009071AC">
        <w:t>ainsi que nous en étions convenus</w:t>
      </w:r>
      <w:r>
        <w:t xml:space="preserve">, </w:t>
      </w:r>
      <w:r w:rsidR="00855694" w:rsidRPr="009071AC">
        <w:t>m</w:t>
      </w:r>
      <w:r>
        <w:t>’</w:t>
      </w:r>
      <w:r w:rsidR="00855694" w:rsidRPr="009071AC">
        <w:t xml:space="preserve">entendre avec vous pour les funérailles de </w:t>
      </w:r>
      <w:r>
        <w:t>M. de </w:t>
      </w:r>
      <w:proofErr w:type="spellStart"/>
      <w:r w:rsidR="00855694" w:rsidRPr="009071AC">
        <w:t>Chalusse</w:t>
      </w:r>
      <w:proofErr w:type="spellEnd"/>
      <w:r>
        <w:t>.</w:t>
      </w:r>
    </w:p>
    <w:p w14:paraId="1296DB9D" w14:textId="04974A7E" w:rsidR="00F635DB" w:rsidRDefault="00855694" w:rsidP="00F635DB">
      <w:r w:rsidRPr="009071AC">
        <w:t xml:space="preserve">Cela fit à </w:t>
      </w:r>
      <w:r w:rsidR="00F635DB">
        <w:t>M. </w:t>
      </w:r>
      <w:r w:rsidRPr="009071AC">
        <w:t>Casimir l</w:t>
      </w:r>
      <w:r w:rsidR="00F635DB">
        <w:t>’</w:t>
      </w:r>
      <w:r w:rsidRPr="009071AC">
        <w:t>effet d</w:t>
      </w:r>
      <w:r w:rsidR="00F635DB">
        <w:t>’</w:t>
      </w:r>
      <w:r w:rsidRPr="009071AC">
        <w:t>une douche d</w:t>
      </w:r>
      <w:r w:rsidR="00F635DB">
        <w:t>’</w:t>
      </w:r>
      <w:r w:rsidRPr="009071AC">
        <w:t>eau glacée</w:t>
      </w:r>
      <w:r w:rsidR="00F635DB">
        <w:t>.</w:t>
      </w:r>
    </w:p>
    <w:p w14:paraId="38E62BA5" w14:textId="77777777" w:rsidR="00F635DB" w:rsidRDefault="00F635DB" w:rsidP="00F635DB">
      <w:r>
        <w:t>— </w:t>
      </w:r>
      <w:r w:rsidR="00855694" w:rsidRPr="009071AC">
        <w:t>Sapristi</w:t>
      </w:r>
      <w:r>
        <w:t xml:space="preserve"> !… </w:t>
      </w:r>
      <w:r w:rsidR="00855694" w:rsidRPr="009071AC">
        <w:t>s</w:t>
      </w:r>
      <w:r>
        <w:t>’</w:t>
      </w:r>
      <w:r w:rsidR="00855694" w:rsidRPr="009071AC">
        <w:t>écria-t-il</w:t>
      </w:r>
      <w:r>
        <w:t xml:space="preserve">, </w:t>
      </w:r>
      <w:r w:rsidR="00855694" w:rsidRPr="009071AC">
        <w:t>j</w:t>
      </w:r>
      <w:r>
        <w:t>’</w:t>
      </w:r>
      <w:r w:rsidR="00855694" w:rsidRPr="009071AC">
        <w:t>avais oublié</w:t>
      </w:r>
      <w:r>
        <w:t xml:space="preserve">… </w:t>
      </w:r>
      <w:r w:rsidR="00855694" w:rsidRPr="009071AC">
        <w:t>totalement</w:t>
      </w:r>
      <w:r>
        <w:t xml:space="preserve">… </w:t>
      </w:r>
      <w:r w:rsidR="00855694" w:rsidRPr="009071AC">
        <w:t>parole d</w:t>
      </w:r>
      <w:r>
        <w:t>’</w:t>
      </w:r>
      <w:r w:rsidR="00855694" w:rsidRPr="009071AC">
        <w:t>honneur</w:t>
      </w:r>
      <w:r>
        <w:t> !…</w:t>
      </w:r>
    </w:p>
    <w:p w14:paraId="3AAF991D" w14:textId="77777777" w:rsidR="00F635DB" w:rsidRDefault="00855694" w:rsidP="00F635DB">
      <w:r w:rsidRPr="009071AC">
        <w:t>Et la notion lui revenant tout à la fois</w:t>
      </w:r>
      <w:r w:rsidR="00F635DB">
        <w:t xml:space="preserve">, </w:t>
      </w:r>
      <w:r w:rsidRPr="009071AC">
        <w:t>et de la responsabilité qu</w:t>
      </w:r>
      <w:r w:rsidR="00F635DB">
        <w:t>’</w:t>
      </w:r>
      <w:r w:rsidRPr="009071AC">
        <w:t>il avait acceptée</w:t>
      </w:r>
      <w:r w:rsidR="00F635DB">
        <w:t xml:space="preserve">, </w:t>
      </w:r>
      <w:r w:rsidRPr="009071AC">
        <w:t>et de son ivresse</w:t>
      </w:r>
      <w:r w:rsidR="00F635DB">
        <w:t> :</w:t>
      </w:r>
    </w:p>
    <w:p w14:paraId="5C66C1E0" w14:textId="77777777" w:rsidR="00F635DB" w:rsidRDefault="00F635DB" w:rsidP="00F635DB">
      <w:r>
        <w:t>— </w:t>
      </w:r>
      <w:r w:rsidR="00855694" w:rsidRPr="009071AC">
        <w:t>Dieu de Dieu</w:t>
      </w:r>
      <w:r>
        <w:t xml:space="preserve"> !… </w:t>
      </w:r>
      <w:r w:rsidR="00855694" w:rsidRPr="009071AC">
        <w:t>poursuivit-il</w:t>
      </w:r>
      <w:r>
        <w:t xml:space="preserve">, </w:t>
      </w:r>
      <w:r w:rsidR="00855694" w:rsidRPr="009071AC">
        <w:t>je me suis mis dans un bel état</w:t>
      </w:r>
      <w:r>
        <w:t xml:space="preserve">… </w:t>
      </w:r>
      <w:r w:rsidR="00855694" w:rsidRPr="009071AC">
        <w:t>Allons</w:t>
      </w:r>
      <w:r>
        <w:t xml:space="preserve">, </w:t>
      </w:r>
      <w:r w:rsidR="00855694" w:rsidRPr="009071AC">
        <w:t>bon</w:t>
      </w:r>
      <w:r>
        <w:t xml:space="preserve"> !… </w:t>
      </w:r>
      <w:r w:rsidR="00855694" w:rsidRPr="009071AC">
        <w:t>je ne tiens seulement plus debout</w:t>
      </w:r>
      <w:r>
        <w:t xml:space="preserve">… </w:t>
      </w:r>
      <w:r w:rsidR="00855694" w:rsidRPr="009071AC">
        <w:t>Que va-t-on penser à l</w:t>
      </w:r>
      <w:r>
        <w:t>’</w:t>
      </w:r>
      <w:r w:rsidR="00855694" w:rsidRPr="009071AC">
        <w:t>hôtel</w:t>
      </w:r>
      <w:r>
        <w:t xml:space="preserve">… </w:t>
      </w:r>
      <w:r w:rsidR="00855694" w:rsidRPr="009071AC">
        <w:t>Que va-t-on dire</w:t>
      </w:r>
      <w:r>
        <w:t>…</w:t>
      </w:r>
    </w:p>
    <w:p w14:paraId="468B7CD3" w14:textId="26DC7226" w:rsidR="00F635DB" w:rsidRDefault="00F635DB" w:rsidP="00F635DB">
      <w:r>
        <w:t>M. </w:t>
      </w:r>
      <w:r w:rsidR="00855694" w:rsidRPr="009071AC">
        <w:t>Fortunat avait attiré son employé dans un coin</w:t>
      </w:r>
      <w:r>
        <w:t>.</w:t>
      </w:r>
    </w:p>
    <w:p w14:paraId="77D1144D" w14:textId="77777777" w:rsidR="00F635DB" w:rsidRDefault="00F635DB" w:rsidP="00F635DB">
      <w:r>
        <w:lastRenderedPageBreak/>
        <w:t>— </w:t>
      </w:r>
      <w:r w:rsidR="00855694" w:rsidRPr="009071AC">
        <w:t>Victor</w:t>
      </w:r>
      <w:r>
        <w:t xml:space="preserve">, </w:t>
      </w:r>
      <w:r w:rsidR="00855694" w:rsidRPr="009071AC">
        <w:t>lui dit-il vivement</w:t>
      </w:r>
      <w:r>
        <w:t xml:space="preserve">, </w:t>
      </w:r>
      <w:r w:rsidR="00855694" w:rsidRPr="009071AC">
        <w:t>je file</w:t>
      </w:r>
      <w:r>
        <w:t xml:space="preserve">… </w:t>
      </w:r>
      <w:r w:rsidR="00855694" w:rsidRPr="009071AC">
        <w:t>Tout est payé</w:t>
      </w:r>
      <w:r>
        <w:t xml:space="preserve">, </w:t>
      </w:r>
      <w:r w:rsidR="00855694" w:rsidRPr="009071AC">
        <w:t>mais pour le cas où il vous faudrait faire quelque dépense de voiture ou autre</w:t>
      </w:r>
      <w:r>
        <w:t xml:space="preserve">, </w:t>
      </w:r>
      <w:r w:rsidR="00855694" w:rsidRPr="009071AC">
        <w:t>voici dix francs</w:t>
      </w:r>
      <w:r>
        <w:t xml:space="preserve">… </w:t>
      </w:r>
      <w:r w:rsidR="00855694" w:rsidRPr="009071AC">
        <w:t>Le reste sera pour vous</w:t>
      </w:r>
      <w:r>
        <w:t xml:space="preserve">… </w:t>
      </w:r>
      <w:r w:rsidR="00855694" w:rsidRPr="009071AC">
        <w:t>Je vous confie cet imbécile</w:t>
      </w:r>
      <w:r>
        <w:t xml:space="preserve">, </w:t>
      </w:r>
      <w:r w:rsidR="00855694" w:rsidRPr="009071AC">
        <w:t>veillez sur lui</w:t>
      </w:r>
      <w:r>
        <w:t>…</w:t>
      </w:r>
    </w:p>
    <w:p w14:paraId="72F05FE2" w14:textId="77777777" w:rsidR="00F635DB" w:rsidRDefault="00855694" w:rsidP="00F635DB">
      <w:r w:rsidRPr="009071AC">
        <w:t>La pièce de dix francs dérida un peu Chupin</w:t>
      </w:r>
      <w:r w:rsidR="00F635DB">
        <w:t>.</w:t>
      </w:r>
    </w:p>
    <w:p w14:paraId="0604DE42" w14:textId="77777777" w:rsidR="00F635DB" w:rsidRDefault="00F635DB" w:rsidP="00F635DB">
      <w:r>
        <w:t>— </w:t>
      </w:r>
      <w:r w:rsidR="00855694" w:rsidRPr="009071AC">
        <w:t>Bon</w:t>
      </w:r>
      <w:r>
        <w:t xml:space="preserve">, </w:t>
      </w:r>
      <w:r w:rsidR="00855694" w:rsidRPr="009071AC">
        <w:t>grommela-t-il</w:t>
      </w:r>
      <w:r>
        <w:t xml:space="preserve">, </w:t>
      </w:r>
      <w:r w:rsidR="00855694" w:rsidRPr="009071AC">
        <w:t>les ivrognes</w:t>
      </w:r>
      <w:r>
        <w:t xml:space="preserve">, </w:t>
      </w:r>
      <w:r w:rsidR="00855694" w:rsidRPr="009071AC">
        <w:t>ça me connaît</w:t>
      </w:r>
      <w:r>
        <w:t xml:space="preserve">… </w:t>
      </w:r>
      <w:r w:rsidR="00855694" w:rsidRPr="009071AC">
        <w:t>J</w:t>
      </w:r>
      <w:r>
        <w:t>’</w:t>
      </w:r>
      <w:r w:rsidR="00855694" w:rsidRPr="009071AC">
        <w:t xml:space="preserve">ai fait mon apprentissage </w:t>
      </w:r>
      <w:r>
        <w:t>« </w:t>
      </w:r>
      <w:r w:rsidR="00855694" w:rsidRPr="009071AC">
        <w:t>d</w:t>
      </w:r>
      <w:r>
        <w:t>’</w:t>
      </w:r>
      <w:r w:rsidR="00855694" w:rsidRPr="009071AC">
        <w:t>ange gardien</w:t>
      </w:r>
      <w:r>
        <w:t> »</w:t>
      </w:r>
      <w:r w:rsidR="00855694" w:rsidRPr="009071AC">
        <w:t xml:space="preserve"> quand ma grand-mère tenait la </w:t>
      </w:r>
      <w:r w:rsidR="00855694" w:rsidRPr="009071AC">
        <w:rPr>
          <w:i/>
        </w:rPr>
        <w:t>Poivrière</w:t>
      </w:r>
      <w:r>
        <w:t>.</w:t>
      </w:r>
    </w:p>
    <w:p w14:paraId="3E281753" w14:textId="77777777" w:rsidR="00F635DB" w:rsidRDefault="00F635DB" w:rsidP="00F635DB">
      <w:r>
        <w:t>— </w:t>
      </w:r>
      <w:r w:rsidR="00855694" w:rsidRPr="009071AC">
        <w:t>Surtout ne le laissez pas rentrer dans l</w:t>
      </w:r>
      <w:r>
        <w:t>’</w:t>
      </w:r>
      <w:r w:rsidR="00855694" w:rsidRPr="009071AC">
        <w:t>état où il est</w:t>
      </w:r>
      <w:r>
        <w:t>…</w:t>
      </w:r>
    </w:p>
    <w:p w14:paraId="43BBD54C" w14:textId="77777777" w:rsidR="00F635DB" w:rsidRDefault="00F635DB" w:rsidP="00F635DB">
      <w:r>
        <w:t>— </w:t>
      </w:r>
      <w:r w:rsidR="00855694" w:rsidRPr="009071AC">
        <w:t>Soyez tranquille</w:t>
      </w:r>
      <w:r>
        <w:t xml:space="preserve">, </w:t>
      </w:r>
      <w:r w:rsidR="00855694" w:rsidRPr="009071AC">
        <w:t>m</w:t>
      </w:r>
      <w:r>
        <w:t>’</w:t>
      </w:r>
      <w:proofErr w:type="spellStart"/>
      <w:r w:rsidR="00855694" w:rsidRPr="009071AC">
        <w:t>sieu</w:t>
      </w:r>
      <w:proofErr w:type="spellEnd"/>
      <w:r>
        <w:t xml:space="preserve">, </w:t>
      </w:r>
      <w:r w:rsidR="00855694" w:rsidRPr="009071AC">
        <w:t>il faut que je cause d</w:t>
      </w:r>
      <w:r>
        <w:t>’</w:t>
      </w:r>
      <w:r w:rsidR="00855694" w:rsidRPr="009071AC">
        <w:t>affaires avec lui</w:t>
      </w:r>
      <w:r>
        <w:t xml:space="preserve"> ; </w:t>
      </w:r>
      <w:r w:rsidR="00855694" w:rsidRPr="009071AC">
        <w:t>ainsi</w:t>
      </w:r>
      <w:r>
        <w:t xml:space="preserve">, </w:t>
      </w:r>
      <w:r w:rsidR="00855694" w:rsidRPr="009071AC">
        <w:t>je vais vous le dégriser comme avec la main</w:t>
      </w:r>
      <w:r>
        <w:t>…</w:t>
      </w:r>
    </w:p>
    <w:p w14:paraId="544D7593" w14:textId="01A4198D" w:rsidR="00F635DB" w:rsidRDefault="00855694" w:rsidP="00F635DB">
      <w:r w:rsidRPr="009071AC">
        <w:t xml:space="preserve">Et pendant que </w:t>
      </w:r>
      <w:r w:rsidR="00F635DB">
        <w:t>M. </w:t>
      </w:r>
      <w:r w:rsidRPr="009071AC">
        <w:t>Fortunat s</w:t>
      </w:r>
      <w:r w:rsidR="00F635DB">
        <w:t>’</w:t>
      </w:r>
      <w:r w:rsidRPr="009071AC">
        <w:t>esquivait</w:t>
      </w:r>
      <w:r w:rsidR="00F635DB">
        <w:t xml:space="preserve">, </w:t>
      </w:r>
      <w:r w:rsidRPr="009071AC">
        <w:t>Chupin fit signe à un garçon et lui dit</w:t>
      </w:r>
      <w:r w:rsidR="00F635DB">
        <w:t> :</w:t>
      </w:r>
    </w:p>
    <w:p w14:paraId="50598AAF" w14:textId="77777777" w:rsidR="00F635DB" w:rsidRDefault="00F635DB" w:rsidP="00F635DB">
      <w:r>
        <w:t>— </w:t>
      </w:r>
      <w:r w:rsidR="00855694" w:rsidRPr="009071AC">
        <w:t>Apportez-moi du café très-fort</w:t>
      </w:r>
      <w:r>
        <w:t xml:space="preserve">, </w:t>
      </w:r>
      <w:r w:rsidR="00855694" w:rsidRPr="009071AC">
        <w:t>une poignée de sel gris et un citron</w:t>
      </w:r>
      <w:r>
        <w:t xml:space="preserve">… </w:t>
      </w:r>
      <w:r w:rsidR="00855694" w:rsidRPr="009071AC">
        <w:t>Rien de meilleur pour remettre un homme</w:t>
      </w:r>
      <w:r>
        <w:t> !…</w:t>
      </w:r>
    </w:p>
    <w:p w14:paraId="2555DD01" w14:textId="3AA468E9" w:rsidR="00855694" w:rsidRPr="009071AC" w:rsidRDefault="00855694" w:rsidP="00F635DB">
      <w:pPr>
        <w:pStyle w:val="Titre1"/>
      </w:pPr>
      <w:bookmarkStart w:id="15" w:name="_Toc202021413"/>
      <w:r w:rsidRPr="009071AC">
        <w:lastRenderedPageBreak/>
        <w:t>XV</w:t>
      </w:r>
      <w:bookmarkEnd w:id="15"/>
      <w:r w:rsidRPr="009071AC">
        <w:br/>
      </w:r>
    </w:p>
    <w:p w14:paraId="09307CA7" w14:textId="3DC144AB" w:rsidR="00F635DB" w:rsidRDefault="00855694" w:rsidP="00F635DB">
      <w:r w:rsidRPr="009071AC">
        <w:t>C</w:t>
      </w:r>
      <w:r w:rsidR="00F635DB">
        <w:t>’</w:t>
      </w:r>
      <w:r w:rsidRPr="009071AC">
        <w:t xml:space="preserve">est en courant que </w:t>
      </w:r>
      <w:r w:rsidR="00F635DB">
        <w:t>M. </w:t>
      </w:r>
      <w:r w:rsidRPr="009071AC">
        <w:t>Fortunat sortit de chez le traiteur</w:t>
      </w:r>
      <w:r w:rsidR="00F635DB">
        <w:t xml:space="preserve">. </w:t>
      </w:r>
      <w:r w:rsidRPr="009071AC">
        <w:t>Il tremblait d</w:t>
      </w:r>
      <w:r w:rsidR="00F635DB">
        <w:t>’</w:t>
      </w:r>
      <w:r w:rsidRPr="009071AC">
        <w:t xml:space="preserve">être poursuivi et rejoint par </w:t>
      </w:r>
      <w:r w:rsidR="00F635DB">
        <w:t>M. </w:t>
      </w:r>
      <w:r w:rsidRPr="009071AC">
        <w:t>Casimir</w:t>
      </w:r>
      <w:r w:rsidR="00F635DB">
        <w:t>.</w:t>
      </w:r>
    </w:p>
    <w:p w14:paraId="174B3343" w14:textId="77777777" w:rsidR="00F635DB" w:rsidRDefault="00855694" w:rsidP="00F635DB">
      <w:r w:rsidRPr="009071AC">
        <w:t>Mais au bout de deux cents pas il s</w:t>
      </w:r>
      <w:r w:rsidR="00F635DB">
        <w:t>’</w:t>
      </w:r>
      <w:r w:rsidRPr="009071AC">
        <w:t>arrêta</w:t>
      </w:r>
      <w:r w:rsidR="00F635DB">
        <w:t xml:space="preserve">, </w:t>
      </w:r>
      <w:r w:rsidRPr="009071AC">
        <w:t>moins pour reprendre haleine que pour rassembler ses idées en déroute</w:t>
      </w:r>
      <w:r w:rsidR="00F635DB">
        <w:t xml:space="preserve">, </w:t>
      </w:r>
      <w:proofErr w:type="gramStart"/>
      <w:r w:rsidRPr="009071AC">
        <w:t>et</w:t>
      </w:r>
      <w:proofErr w:type="gramEnd"/>
      <w:r w:rsidRPr="009071AC">
        <w:t xml:space="preserve"> bien que ce ne fût guère la saison</w:t>
      </w:r>
      <w:r w:rsidR="00F635DB">
        <w:t xml:space="preserve">, </w:t>
      </w:r>
      <w:r w:rsidRPr="009071AC">
        <w:t>il s</w:t>
      </w:r>
      <w:r w:rsidR="00F635DB">
        <w:t>’</w:t>
      </w:r>
      <w:r w:rsidRPr="009071AC">
        <w:t>assit sur un banc</w:t>
      </w:r>
      <w:r w:rsidR="00F635DB">
        <w:t>.</w:t>
      </w:r>
    </w:p>
    <w:p w14:paraId="3287458D" w14:textId="77777777" w:rsidR="00F635DB" w:rsidRDefault="00855694" w:rsidP="00F635DB">
      <w:r w:rsidRPr="009071AC">
        <w:t>Ce qu</w:t>
      </w:r>
      <w:r w:rsidR="00F635DB">
        <w:t>’</w:t>
      </w:r>
      <w:r w:rsidRPr="009071AC">
        <w:t>il avait enduré</w:t>
      </w:r>
      <w:r w:rsidR="00F635DB">
        <w:t xml:space="preserve">, </w:t>
      </w:r>
      <w:r w:rsidRPr="009071AC">
        <w:t>dans cet étroit cabinet de marchand de vin</w:t>
      </w:r>
      <w:r w:rsidR="00F635DB">
        <w:t xml:space="preserve">, </w:t>
      </w:r>
      <w:r w:rsidRPr="009071AC">
        <w:t>pendant que se grisait son convive</w:t>
      </w:r>
      <w:r w:rsidR="00F635DB">
        <w:t xml:space="preserve">, </w:t>
      </w:r>
      <w:r w:rsidRPr="009071AC">
        <w:t>dépassait les plus cruels tourments de sa vie agitée</w:t>
      </w:r>
      <w:r w:rsidR="00F635DB">
        <w:t>.</w:t>
      </w:r>
    </w:p>
    <w:p w14:paraId="03741A28" w14:textId="77777777" w:rsidR="00F635DB" w:rsidRDefault="00855694" w:rsidP="00F635DB">
      <w:r w:rsidRPr="009071AC">
        <w:t>Il avait voulu des informations précises</w:t>
      </w:r>
      <w:r w:rsidR="00F635DB">
        <w:t xml:space="preserve">, </w:t>
      </w:r>
      <w:r w:rsidRPr="009071AC">
        <w:t>il les avait</w:t>
      </w:r>
      <w:r w:rsidR="00F635DB">
        <w:t xml:space="preserve">, </w:t>
      </w:r>
      <w:r w:rsidRPr="009071AC">
        <w:t>et elles renversaient</w:t>
      </w:r>
      <w:r w:rsidR="00F635DB">
        <w:t xml:space="preserve">, </w:t>
      </w:r>
      <w:r w:rsidRPr="009071AC">
        <w:t>elles anéantissaient toutes ses espérances</w:t>
      </w:r>
      <w:r w:rsidR="00F635DB">
        <w:t>.</w:t>
      </w:r>
    </w:p>
    <w:p w14:paraId="0B3C4B4A" w14:textId="77777777" w:rsidR="00F635DB" w:rsidRDefault="00855694" w:rsidP="00F635DB">
      <w:r w:rsidRPr="009071AC">
        <w:t xml:space="preserve">Persuadé que les héritiers du comte de </w:t>
      </w:r>
      <w:proofErr w:type="spellStart"/>
      <w:r w:rsidRPr="009071AC">
        <w:t>Chalusse</w:t>
      </w:r>
      <w:proofErr w:type="spellEnd"/>
      <w:r w:rsidRPr="009071AC">
        <w:t xml:space="preserve"> l</w:t>
      </w:r>
      <w:r w:rsidR="00F635DB">
        <w:t>’</w:t>
      </w:r>
      <w:r w:rsidRPr="009071AC">
        <w:t>avaient perdu de vue</w:t>
      </w:r>
      <w:r w:rsidR="00F635DB">
        <w:t xml:space="preserve">, </w:t>
      </w:r>
      <w:r w:rsidRPr="009071AC">
        <w:t>il s</w:t>
      </w:r>
      <w:r w:rsidR="00F635DB">
        <w:t>’</w:t>
      </w:r>
      <w:r w:rsidRPr="009071AC">
        <w:t>était dit qu</w:t>
      </w:r>
      <w:r w:rsidR="00F635DB">
        <w:t>’</w:t>
      </w:r>
      <w:r w:rsidRPr="009071AC">
        <w:t>il les retrouverait et qu</w:t>
      </w:r>
      <w:r w:rsidR="00F635DB">
        <w:t>’</w:t>
      </w:r>
      <w:r w:rsidRPr="009071AC">
        <w:t>il traiterait avec eux avant de leur apprendre qu</w:t>
      </w:r>
      <w:r w:rsidR="00F635DB">
        <w:t>’</w:t>
      </w:r>
      <w:r w:rsidRPr="009071AC">
        <w:t>ils étaient riches à millions</w:t>
      </w:r>
      <w:r w:rsidR="00F635DB">
        <w:t>…</w:t>
      </w:r>
    </w:p>
    <w:p w14:paraId="45E6BACB" w14:textId="658791A7" w:rsidR="00F635DB" w:rsidRDefault="00855694" w:rsidP="00F635DB">
      <w:r w:rsidRPr="009071AC">
        <w:t>Et</w:t>
      </w:r>
      <w:r w:rsidR="00F635DB">
        <w:t xml:space="preserve">, </w:t>
      </w:r>
      <w:r w:rsidRPr="009071AC">
        <w:t>pas du tout</w:t>
      </w:r>
      <w:r w:rsidR="00F635DB">
        <w:t xml:space="preserve">, </w:t>
      </w:r>
      <w:r w:rsidRPr="009071AC">
        <w:t>ces héritiers</w:t>
      </w:r>
      <w:r w:rsidR="00F635DB">
        <w:t xml:space="preserve">, </w:t>
      </w:r>
      <w:r w:rsidRPr="009071AC">
        <w:t>qu</w:t>
      </w:r>
      <w:r w:rsidR="00F635DB">
        <w:t>’</w:t>
      </w:r>
      <w:r w:rsidRPr="009071AC">
        <w:t>il croyait dispersés et éloignés</w:t>
      </w:r>
      <w:r w:rsidR="00F635DB">
        <w:t xml:space="preserve">, </w:t>
      </w:r>
      <w:r w:rsidRPr="009071AC">
        <w:t xml:space="preserve">surveillaient </w:t>
      </w:r>
      <w:r w:rsidR="00F635DB">
        <w:t>M. de </w:t>
      </w:r>
      <w:proofErr w:type="spellStart"/>
      <w:r w:rsidRPr="009071AC">
        <w:t>Chalusse</w:t>
      </w:r>
      <w:proofErr w:type="spellEnd"/>
      <w:r w:rsidRPr="009071AC">
        <w:t xml:space="preserve"> et connaissaient si bien leurs droits qu</w:t>
      </w:r>
      <w:r w:rsidR="00F635DB">
        <w:t>’</w:t>
      </w:r>
      <w:r w:rsidRPr="009071AC">
        <w:t>ils étaient prêts à les faire valoir</w:t>
      </w:r>
      <w:r w:rsidR="00F635DB">
        <w:t>.</w:t>
      </w:r>
    </w:p>
    <w:p w14:paraId="632F22B5" w14:textId="77777777" w:rsidR="00F635DB" w:rsidRDefault="00F635DB" w:rsidP="00F635DB">
      <w:r>
        <w:t>— </w:t>
      </w:r>
      <w:r w:rsidR="00855694" w:rsidRPr="009071AC">
        <w:t>Car c</w:t>
      </w:r>
      <w:r>
        <w:t>’</w:t>
      </w:r>
      <w:r w:rsidR="00855694" w:rsidRPr="009071AC">
        <w:t>est bien réellement la sœur du comte qui a écrit cette lettre que j</w:t>
      </w:r>
      <w:r>
        <w:t>’</w:t>
      </w:r>
      <w:r w:rsidR="00855694" w:rsidRPr="009071AC">
        <w:t>ai dans ma poche</w:t>
      </w:r>
      <w:r>
        <w:t xml:space="preserve">, </w:t>
      </w:r>
      <w:r w:rsidR="00855694" w:rsidRPr="009071AC">
        <w:t>murmurait-il</w:t>
      </w:r>
      <w:r>
        <w:t xml:space="preserve">… </w:t>
      </w:r>
      <w:r w:rsidR="00855694" w:rsidRPr="009071AC">
        <w:t>Ne voulant pas</w:t>
      </w:r>
      <w:r>
        <w:t xml:space="preserve">, </w:t>
      </w:r>
      <w:r w:rsidR="00855694" w:rsidRPr="009071AC">
        <w:t>ne pouvant pas sans doute le recevoir chez elle</w:t>
      </w:r>
      <w:r>
        <w:t xml:space="preserve">, </w:t>
      </w:r>
      <w:r w:rsidR="00855694" w:rsidRPr="009071AC">
        <w:t>prudemment elle lui donnait rendez-vous dans un hôtel</w:t>
      </w:r>
      <w:r>
        <w:t xml:space="preserve">… </w:t>
      </w:r>
      <w:r w:rsidR="00855694" w:rsidRPr="009071AC">
        <w:t>Mais qu</w:t>
      </w:r>
      <w:r>
        <w:t>’</w:t>
      </w:r>
      <w:r w:rsidR="00855694" w:rsidRPr="009071AC">
        <w:t>est-ce que ce nom d</w:t>
      </w:r>
      <w:r>
        <w:t>’</w:t>
      </w:r>
      <w:proofErr w:type="spellStart"/>
      <w:r w:rsidR="00855694" w:rsidRPr="009071AC">
        <w:t>Huntley</w:t>
      </w:r>
      <w:proofErr w:type="spellEnd"/>
      <w:r>
        <w:t xml:space="preserve"> ?… </w:t>
      </w:r>
      <w:r w:rsidR="00855694" w:rsidRPr="009071AC">
        <w:t>Le porte-t-elle</w:t>
      </w:r>
      <w:r>
        <w:t xml:space="preserve">, </w:t>
      </w:r>
      <w:r w:rsidR="00855694" w:rsidRPr="009071AC">
        <w:t>ou ne l</w:t>
      </w:r>
      <w:r>
        <w:t>’</w:t>
      </w:r>
      <w:r w:rsidR="00855694" w:rsidRPr="009071AC">
        <w:t>avait-elle adopté que pour la circonstance</w:t>
      </w:r>
      <w:r>
        <w:t xml:space="preserve"> ?… </w:t>
      </w:r>
      <w:r w:rsidR="00855694" w:rsidRPr="009071AC">
        <w:t>Serait-ce celui de l</w:t>
      </w:r>
      <w:r>
        <w:t>’</w:t>
      </w:r>
      <w:r w:rsidR="00855694" w:rsidRPr="009071AC">
        <w:t>homme qui l</w:t>
      </w:r>
      <w:r>
        <w:t>’</w:t>
      </w:r>
      <w:r w:rsidR="00855694" w:rsidRPr="009071AC">
        <w:t>a enlevée</w:t>
      </w:r>
      <w:r>
        <w:t xml:space="preserve"> ?… </w:t>
      </w:r>
      <w:r w:rsidR="00855694" w:rsidRPr="009071AC">
        <w:t>Est-ce celui de ce fils dont elle s</w:t>
      </w:r>
      <w:r>
        <w:t>’</w:t>
      </w:r>
      <w:r w:rsidR="00855694" w:rsidRPr="009071AC">
        <w:t>est séparée</w:t>
      </w:r>
      <w:r>
        <w:t> ?…</w:t>
      </w:r>
    </w:p>
    <w:p w14:paraId="76B9E656" w14:textId="77777777" w:rsidR="00F635DB" w:rsidRDefault="00855694" w:rsidP="00F635DB">
      <w:r w:rsidRPr="009071AC">
        <w:lastRenderedPageBreak/>
        <w:t>Mais à quoi bon toutes ces conjectures</w:t>
      </w:r>
      <w:r w:rsidR="00F635DB">
        <w:t xml:space="preserve"> !… </w:t>
      </w:r>
      <w:r w:rsidRPr="009071AC">
        <w:t>Le sûr</w:t>
      </w:r>
      <w:r w:rsidR="00F635DB">
        <w:t xml:space="preserve">, </w:t>
      </w:r>
      <w:r w:rsidRPr="009071AC">
        <w:t>le positif</w:t>
      </w:r>
      <w:r w:rsidR="00F635DB">
        <w:t xml:space="preserve">, </w:t>
      </w:r>
      <w:r w:rsidRPr="009071AC">
        <w:t>c</w:t>
      </w:r>
      <w:r w:rsidR="00F635DB">
        <w:t>’</w:t>
      </w:r>
      <w:r w:rsidRPr="009071AC">
        <w:t>est que l</w:t>
      </w:r>
      <w:r w:rsidR="00F635DB">
        <w:t>’</w:t>
      </w:r>
      <w:r w:rsidRPr="009071AC">
        <w:t>argent lui échappait</w:t>
      </w:r>
      <w:r w:rsidR="00F635DB">
        <w:t xml:space="preserve">, </w:t>
      </w:r>
      <w:r w:rsidRPr="009071AC">
        <w:t xml:space="preserve">sur lequel il avait compté pour réparer la saignée faite à sa caisse par le marquis de </w:t>
      </w:r>
      <w:proofErr w:type="spellStart"/>
      <w:r w:rsidRPr="009071AC">
        <w:t>Valorsay</w:t>
      </w:r>
      <w:proofErr w:type="spellEnd"/>
      <w:r w:rsidR="00F635DB">
        <w:t xml:space="preserve">. </w:t>
      </w:r>
      <w:r w:rsidRPr="009071AC">
        <w:t>Et il souffrait comme s</w:t>
      </w:r>
      <w:r w:rsidR="00F635DB">
        <w:t>’</w:t>
      </w:r>
      <w:r w:rsidRPr="009071AC">
        <w:t>il eût perdu 4</w:t>
      </w:r>
      <w:r w:rsidR="00F635DB" w:rsidRPr="009071AC">
        <w:t>0</w:t>
      </w:r>
      <w:r w:rsidR="00F635DB">
        <w:t>,</w:t>
      </w:r>
      <w:r w:rsidR="00F635DB" w:rsidRPr="009071AC">
        <w:t>0</w:t>
      </w:r>
      <w:r w:rsidRPr="009071AC">
        <w:t>00 francs une seconde fois</w:t>
      </w:r>
      <w:r w:rsidR="00F635DB">
        <w:t>.</w:t>
      </w:r>
    </w:p>
    <w:p w14:paraId="5D0C07F3" w14:textId="77777777" w:rsidR="00F635DB" w:rsidRDefault="00855694" w:rsidP="00F635DB">
      <w:r w:rsidRPr="009071AC">
        <w:t>Peut-être</w:t>
      </w:r>
      <w:r w:rsidR="00F635DB">
        <w:t xml:space="preserve">, </w:t>
      </w:r>
      <w:r w:rsidRPr="009071AC">
        <w:t>en ce moment</w:t>
      </w:r>
      <w:r w:rsidR="00F635DB">
        <w:t xml:space="preserve">, </w:t>
      </w:r>
      <w:r w:rsidRPr="009071AC">
        <w:t>regretta-t-il d</w:t>
      </w:r>
      <w:r w:rsidR="00F635DB">
        <w:t>’</w:t>
      </w:r>
      <w:r w:rsidRPr="009071AC">
        <w:t>avoir rompu avec le marquis</w:t>
      </w:r>
      <w:r w:rsidR="00F635DB">
        <w:t>…</w:t>
      </w:r>
    </w:p>
    <w:p w14:paraId="758319DE" w14:textId="77777777" w:rsidR="00F635DB" w:rsidRDefault="00855694" w:rsidP="00F635DB">
      <w:r w:rsidRPr="009071AC">
        <w:t>Cependant</w:t>
      </w:r>
      <w:r w:rsidR="00F635DB">
        <w:t xml:space="preserve">, </w:t>
      </w:r>
      <w:r w:rsidRPr="009071AC">
        <w:t>il n</w:t>
      </w:r>
      <w:r w:rsidR="00F635DB">
        <w:t>’</w:t>
      </w:r>
      <w:r w:rsidRPr="009071AC">
        <w:t>était pas homme à renoncer à une partie</w:t>
      </w:r>
      <w:r w:rsidR="00F635DB">
        <w:t xml:space="preserve">, </w:t>
      </w:r>
      <w:r w:rsidRPr="009071AC">
        <w:t>si désespérée qu</w:t>
      </w:r>
      <w:r w:rsidR="00F635DB">
        <w:t>’</w:t>
      </w:r>
      <w:r w:rsidRPr="009071AC">
        <w:t>elle lui parût</w:t>
      </w:r>
      <w:r w:rsidR="00F635DB">
        <w:t xml:space="preserve">, </w:t>
      </w:r>
      <w:r w:rsidRPr="009071AC">
        <w:t>sans une tentative</w:t>
      </w:r>
      <w:r w:rsidR="00F635DB">
        <w:t xml:space="preserve">. </w:t>
      </w:r>
      <w:r w:rsidRPr="009071AC">
        <w:t>Il savait combien sont surprenants et soudains les retours de fortune qu</w:t>
      </w:r>
      <w:r w:rsidR="00F635DB">
        <w:t>’</w:t>
      </w:r>
      <w:r w:rsidRPr="009071AC">
        <w:t>un acte insignifiant détermine</w:t>
      </w:r>
      <w:r w:rsidR="00F635DB">
        <w:t>.</w:t>
      </w:r>
    </w:p>
    <w:p w14:paraId="0D133666" w14:textId="77777777" w:rsidR="00F635DB" w:rsidRDefault="00F635DB" w:rsidP="00F635DB">
      <w:r>
        <w:t>— </w:t>
      </w:r>
      <w:r w:rsidR="00855694" w:rsidRPr="009071AC">
        <w:t>Je veux arriver jusqu</w:t>
      </w:r>
      <w:r>
        <w:t>’</w:t>
      </w:r>
      <w:r w:rsidR="00855694" w:rsidRPr="009071AC">
        <w:t>à cette sœur</w:t>
      </w:r>
      <w:r>
        <w:t xml:space="preserve">, </w:t>
      </w:r>
      <w:r w:rsidR="00855694" w:rsidRPr="009071AC">
        <w:t>se dit-il</w:t>
      </w:r>
      <w:r>
        <w:t xml:space="preserve">… </w:t>
      </w:r>
      <w:r w:rsidR="00855694" w:rsidRPr="009071AC">
        <w:t>je veux savoir sa position et ses projets</w:t>
      </w:r>
      <w:r>
        <w:t xml:space="preserve">… </w:t>
      </w:r>
      <w:r w:rsidR="00855694" w:rsidRPr="009071AC">
        <w:t>Si elle n</w:t>
      </w:r>
      <w:r>
        <w:t>’</w:t>
      </w:r>
      <w:r w:rsidR="00855694" w:rsidRPr="009071AC">
        <w:t>a pas de conseiller</w:t>
      </w:r>
      <w:r>
        <w:t xml:space="preserve">, </w:t>
      </w:r>
      <w:r w:rsidR="00855694" w:rsidRPr="009071AC">
        <w:t>je m</w:t>
      </w:r>
      <w:r>
        <w:t>’</w:t>
      </w:r>
      <w:r w:rsidR="00855694" w:rsidRPr="009071AC">
        <w:t>offrirai</w:t>
      </w:r>
      <w:r>
        <w:t xml:space="preserve">… </w:t>
      </w:r>
      <w:r w:rsidR="00855694" w:rsidRPr="009071AC">
        <w:t>Et qui sait</w:t>
      </w:r>
      <w:r>
        <w:t>…</w:t>
      </w:r>
    </w:p>
    <w:p w14:paraId="573455C3" w14:textId="77460BA1" w:rsidR="00F635DB" w:rsidRDefault="00855694" w:rsidP="00F635DB">
      <w:r w:rsidRPr="009071AC">
        <w:t>Une voiture passait</w:t>
      </w:r>
      <w:r w:rsidR="00F635DB">
        <w:t> ; M. </w:t>
      </w:r>
      <w:r w:rsidRPr="009071AC">
        <w:t>Fortunat l</w:t>
      </w:r>
      <w:r w:rsidR="00F635DB">
        <w:t>’</w:t>
      </w:r>
      <w:r w:rsidRPr="009071AC">
        <w:t>arrêta et monta en disant au cocher</w:t>
      </w:r>
      <w:r w:rsidR="00F635DB">
        <w:t> :</w:t>
      </w:r>
    </w:p>
    <w:p w14:paraId="3D10161A" w14:textId="77777777" w:rsidR="00F635DB" w:rsidRDefault="00F635DB" w:rsidP="00F635DB">
      <w:r>
        <w:t>— </w:t>
      </w:r>
      <w:r w:rsidR="00855694" w:rsidRPr="009071AC">
        <w:t>Rue du Helder</w:t>
      </w:r>
      <w:r>
        <w:t xml:space="preserve">, </w:t>
      </w:r>
      <w:r w:rsidR="00855694" w:rsidRPr="009071AC">
        <w:t>n</w:t>
      </w:r>
      <w:r>
        <w:t>° </w:t>
      </w:r>
      <w:r w:rsidRPr="009071AC">
        <w:t>4</w:t>
      </w:r>
      <w:r w:rsidR="00855694" w:rsidRPr="009071AC">
        <w:t>3</w:t>
      </w:r>
      <w:r>
        <w:t xml:space="preserve">, </w:t>
      </w:r>
      <w:r w:rsidR="00855694" w:rsidRPr="009071AC">
        <w:t>hôtel de Hombourg</w:t>
      </w:r>
      <w:r>
        <w:t>.</w:t>
      </w:r>
    </w:p>
    <w:p w14:paraId="25612DFB" w14:textId="77777777" w:rsidR="00F635DB" w:rsidRDefault="00855694" w:rsidP="00F635DB">
      <w:r w:rsidRPr="009071AC">
        <w:t>Était-ce le hasard ou une préméditation narquoise</w:t>
      </w:r>
      <w:r w:rsidR="00F635DB">
        <w:t xml:space="preserve">, </w:t>
      </w:r>
      <w:r w:rsidRPr="009071AC">
        <w:t>qui avait imposé à cet établissement le nom d</w:t>
      </w:r>
      <w:r w:rsidR="00F635DB">
        <w:t>’</w:t>
      </w:r>
      <w:r w:rsidRPr="009071AC">
        <w:t>une ville qui est comme le tripot de l</w:t>
      </w:r>
      <w:r w:rsidR="00F635DB">
        <w:t>’</w:t>
      </w:r>
      <w:r w:rsidRPr="009071AC">
        <w:t>Europe</w:t>
      </w:r>
      <w:r w:rsidR="00F635DB">
        <w:t> ?</w:t>
      </w:r>
    </w:p>
    <w:p w14:paraId="23E8AF7C" w14:textId="77777777" w:rsidR="00F635DB" w:rsidRDefault="00855694" w:rsidP="00F635DB">
      <w:r w:rsidRPr="009071AC">
        <w:t>L</w:t>
      </w:r>
      <w:r w:rsidR="00F635DB">
        <w:t>’</w:t>
      </w:r>
      <w:r w:rsidRPr="009071AC">
        <w:t>hôtel de Hombourg est une de ces maisons où descendent de préférence les aventuriers de distinction qu</w:t>
      </w:r>
      <w:r w:rsidR="00F635DB">
        <w:t>’</w:t>
      </w:r>
      <w:r w:rsidRPr="009071AC">
        <w:t>attire l</w:t>
      </w:r>
      <w:r w:rsidR="00F635DB">
        <w:t>’</w:t>
      </w:r>
      <w:r w:rsidRPr="009071AC">
        <w:t>éblouissement des millions qui se dépensent à Paris</w:t>
      </w:r>
      <w:r w:rsidR="00F635DB">
        <w:t>.</w:t>
      </w:r>
    </w:p>
    <w:p w14:paraId="27F27FC2" w14:textId="77777777" w:rsidR="00F635DB" w:rsidRDefault="00855694" w:rsidP="00F635DB">
      <w:r w:rsidRPr="009071AC">
        <w:t>Comtes valaques d</w:t>
      </w:r>
      <w:r w:rsidR="00F635DB">
        <w:t>’</w:t>
      </w:r>
      <w:r w:rsidRPr="009071AC">
        <w:t>occasion et princesses russes de contrebande</w:t>
      </w:r>
      <w:r w:rsidR="00F635DB">
        <w:t xml:space="preserve">, </w:t>
      </w:r>
      <w:r w:rsidRPr="009071AC">
        <w:t>pipeurs de cartes et pipeuses d</w:t>
      </w:r>
      <w:r w:rsidR="00F635DB">
        <w:t>’</w:t>
      </w:r>
      <w:r w:rsidRPr="009071AC">
        <w:t>amour sont sûrs d</w:t>
      </w:r>
      <w:r w:rsidR="00F635DB">
        <w:t>’</w:t>
      </w:r>
      <w:r w:rsidRPr="009071AC">
        <w:t>y trouver bon accueil</w:t>
      </w:r>
      <w:r w:rsidR="00F635DB">
        <w:t xml:space="preserve">, </w:t>
      </w:r>
      <w:r w:rsidRPr="009071AC">
        <w:t>un luxe princier</w:t>
      </w:r>
      <w:r w:rsidR="00F635DB">
        <w:t xml:space="preserve">, </w:t>
      </w:r>
      <w:r w:rsidRPr="009071AC">
        <w:t>des prix peu modérés et une confiance extraordinairement modérée</w:t>
      </w:r>
      <w:r w:rsidR="00F635DB">
        <w:t>.</w:t>
      </w:r>
    </w:p>
    <w:p w14:paraId="530C8714" w14:textId="77777777" w:rsidR="00F635DB" w:rsidRDefault="00855694" w:rsidP="00F635DB">
      <w:r w:rsidRPr="009071AC">
        <w:lastRenderedPageBreak/>
        <w:t>Chacun y est appelé par le titre qu</w:t>
      </w:r>
      <w:r w:rsidR="00F635DB">
        <w:t>’</w:t>
      </w:r>
      <w:r w:rsidRPr="009071AC">
        <w:t>il lui plaît de se donner en arrivant</w:t>
      </w:r>
      <w:r w:rsidR="00F635DB">
        <w:t xml:space="preserve">, </w:t>
      </w:r>
      <w:r w:rsidRPr="009071AC">
        <w:t>Excellence ou Seigneurie</w:t>
      </w:r>
      <w:r w:rsidR="00F635DB">
        <w:t xml:space="preserve">, </w:t>
      </w:r>
      <w:r w:rsidRPr="009071AC">
        <w:t>au choix</w:t>
      </w:r>
      <w:r w:rsidR="00F635DB">
        <w:t xml:space="preserve">… </w:t>
      </w:r>
      <w:r w:rsidRPr="009071AC">
        <w:t>On y trouve</w:t>
      </w:r>
      <w:r w:rsidR="00F635DB">
        <w:t xml:space="preserve">, </w:t>
      </w:r>
      <w:r w:rsidRPr="009071AC">
        <w:t>selon le goût des personnes</w:t>
      </w:r>
      <w:r w:rsidR="00F635DB">
        <w:t xml:space="preserve">, </w:t>
      </w:r>
      <w:r w:rsidRPr="009071AC">
        <w:t>des domestiques jouant le vieux serviteur et des voitures où on peint en deux heures les armoiries les plus compliquées</w:t>
      </w:r>
      <w:r w:rsidR="00F635DB">
        <w:t xml:space="preserve">… </w:t>
      </w:r>
      <w:r w:rsidRPr="009071AC">
        <w:t>On s</w:t>
      </w:r>
      <w:r w:rsidR="00F635DB">
        <w:t>’</w:t>
      </w:r>
      <w:r w:rsidRPr="009071AC">
        <w:t>y procure sur-le-champ tous les accessoires de la grande vie</w:t>
      </w:r>
      <w:r w:rsidR="00F635DB">
        <w:t xml:space="preserve">, </w:t>
      </w:r>
      <w:r w:rsidRPr="009071AC">
        <w:t>tout ce qu</w:t>
      </w:r>
      <w:r w:rsidR="00F635DB">
        <w:t>’</w:t>
      </w:r>
      <w:r w:rsidRPr="009071AC">
        <w:t>il faut pour faire le grand seigneur au mois</w:t>
      </w:r>
      <w:r w:rsidR="00F635DB">
        <w:t xml:space="preserve">, </w:t>
      </w:r>
      <w:r w:rsidRPr="009071AC">
        <w:t>à la journée ou à l</w:t>
      </w:r>
      <w:r w:rsidR="00F635DB">
        <w:t>’</w:t>
      </w:r>
      <w:r w:rsidRPr="009071AC">
        <w:t>heure</w:t>
      </w:r>
      <w:r w:rsidR="00F635DB">
        <w:t xml:space="preserve">, </w:t>
      </w:r>
      <w:r w:rsidRPr="009071AC">
        <w:t>tout ce qui est utile pour éblouir le niais</w:t>
      </w:r>
      <w:r w:rsidR="00F635DB">
        <w:t xml:space="preserve">, </w:t>
      </w:r>
      <w:r w:rsidRPr="009071AC">
        <w:t>jeter de la poudre aux yeux</w:t>
      </w:r>
      <w:r w:rsidR="00F635DB">
        <w:t xml:space="preserve">, </w:t>
      </w:r>
      <w:r w:rsidRPr="009071AC">
        <w:t>et prendre de bonnes et grasses dupes</w:t>
      </w:r>
      <w:r w:rsidR="00F635DB">
        <w:t>.</w:t>
      </w:r>
    </w:p>
    <w:p w14:paraId="79473D6F" w14:textId="77777777" w:rsidR="00F635DB" w:rsidRDefault="00855694" w:rsidP="00F635DB">
      <w:r w:rsidRPr="009071AC">
        <w:t>Seulement</w:t>
      </w:r>
      <w:r w:rsidR="00F635DB">
        <w:t xml:space="preserve">, </w:t>
      </w:r>
      <w:r w:rsidRPr="009071AC">
        <w:t>crédit y est mort</w:t>
      </w:r>
      <w:r w:rsidR="00F635DB">
        <w:t>…</w:t>
      </w:r>
    </w:p>
    <w:p w14:paraId="2B1A578F" w14:textId="77777777" w:rsidR="00F635DB" w:rsidRDefault="00855694" w:rsidP="00F635DB">
      <w:r w:rsidRPr="009071AC">
        <w:t>On y présente la carte tous les soirs</w:t>
      </w:r>
      <w:r w:rsidR="00F635DB">
        <w:t xml:space="preserve">, </w:t>
      </w:r>
      <w:r w:rsidRPr="009071AC">
        <w:t>quand on ne fait pas payer d</w:t>
      </w:r>
      <w:r w:rsidR="00F635DB">
        <w:t>’</w:t>
      </w:r>
      <w:r w:rsidRPr="009071AC">
        <w:t>avance</w:t>
      </w:r>
      <w:r w:rsidR="00F635DB">
        <w:t xml:space="preserve">, </w:t>
      </w:r>
      <w:r w:rsidRPr="009071AC">
        <w:t>et qui ne peut l</w:t>
      </w:r>
      <w:r w:rsidR="00F635DB">
        <w:t>’</w:t>
      </w:r>
      <w:r w:rsidRPr="009071AC">
        <w:t>acquitter ou donner un nantissement</w:t>
      </w:r>
      <w:r w:rsidR="00F635DB">
        <w:t xml:space="preserve">, </w:t>
      </w:r>
      <w:r w:rsidRPr="009071AC">
        <w:t>Excellence ou Seigneurie</w:t>
      </w:r>
      <w:r w:rsidR="00F635DB">
        <w:t xml:space="preserve">, </w:t>
      </w:r>
      <w:r w:rsidRPr="009071AC">
        <w:t>est prié de déguerpir sur l</w:t>
      </w:r>
      <w:r w:rsidR="00F635DB">
        <w:t>’</w:t>
      </w:r>
      <w:r w:rsidRPr="009071AC">
        <w:t>heure</w:t>
      </w:r>
      <w:r w:rsidR="00F635DB">
        <w:t xml:space="preserve">, </w:t>
      </w:r>
      <w:r w:rsidRPr="009071AC">
        <w:t>et impitoyablement on retient les nippes</w:t>
      </w:r>
      <w:r w:rsidR="00F635DB">
        <w:t>…</w:t>
      </w:r>
    </w:p>
    <w:p w14:paraId="3CA57880" w14:textId="0959B3E2" w:rsidR="00F635DB" w:rsidRDefault="00855694" w:rsidP="00F635DB">
      <w:r w:rsidRPr="009071AC">
        <w:t xml:space="preserve">Lorsque </w:t>
      </w:r>
      <w:r w:rsidR="00F635DB">
        <w:t>M. </w:t>
      </w:r>
      <w:r w:rsidRPr="009071AC">
        <w:t>Fortunat entra dans le bureau de l</w:t>
      </w:r>
      <w:r w:rsidR="00F635DB">
        <w:t>’</w:t>
      </w:r>
      <w:r w:rsidRPr="009071AC">
        <w:t>hôtel de Hombourg</w:t>
      </w:r>
      <w:r w:rsidR="00F635DB">
        <w:t xml:space="preserve">, </w:t>
      </w:r>
      <w:r w:rsidRPr="009071AC">
        <w:t>une jeune femme à la physionomie trop intelligente était en grande conférence avec un vieux monsieur qui avait sur la tête une calotte de velours noir et à la main une loupe</w:t>
      </w:r>
      <w:r w:rsidR="00F635DB">
        <w:t>.</w:t>
      </w:r>
    </w:p>
    <w:p w14:paraId="0502EBB5" w14:textId="77777777" w:rsidR="00F635DB" w:rsidRDefault="00855694" w:rsidP="00F635DB">
      <w:r w:rsidRPr="009071AC">
        <w:t>Tour à tour</w:t>
      </w:r>
      <w:r w:rsidR="00F635DB">
        <w:t xml:space="preserve">, </w:t>
      </w:r>
      <w:r w:rsidRPr="009071AC">
        <w:t>des yeux et de la loupe</w:t>
      </w:r>
      <w:r w:rsidR="00F635DB">
        <w:t xml:space="preserve">, </w:t>
      </w:r>
      <w:r w:rsidRPr="009071AC">
        <w:t>ils examinaient d</w:t>
      </w:r>
      <w:r w:rsidR="00F635DB">
        <w:t>’</w:t>
      </w:r>
      <w:r w:rsidRPr="009071AC">
        <w:t>assez beaux brillants</w:t>
      </w:r>
      <w:r w:rsidR="00F635DB">
        <w:t xml:space="preserve">, </w:t>
      </w:r>
      <w:r w:rsidRPr="009071AC">
        <w:t>gage offert</w:t>
      </w:r>
      <w:r w:rsidR="00F635DB">
        <w:t xml:space="preserve">, </w:t>
      </w:r>
      <w:r w:rsidRPr="009071AC">
        <w:t>sans aucun doute</w:t>
      </w:r>
      <w:r w:rsidR="00F635DB">
        <w:t xml:space="preserve">, </w:t>
      </w:r>
      <w:r w:rsidRPr="009071AC">
        <w:t>par quelque noble et insolvable étranger</w:t>
      </w:r>
      <w:r w:rsidR="00F635DB">
        <w:t>.</w:t>
      </w:r>
    </w:p>
    <w:p w14:paraId="4B898B8C" w14:textId="00FA6505" w:rsidR="00F635DB" w:rsidRDefault="00855694" w:rsidP="00F635DB">
      <w:r w:rsidRPr="009071AC">
        <w:t xml:space="preserve">Au bruit que fit </w:t>
      </w:r>
      <w:r w:rsidR="00F635DB">
        <w:t>M. </w:t>
      </w:r>
      <w:r w:rsidRPr="009071AC">
        <w:t>Fortunat</w:t>
      </w:r>
      <w:r w:rsidR="00F635DB">
        <w:t xml:space="preserve">, </w:t>
      </w:r>
      <w:r w:rsidRPr="009071AC">
        <w:t>la jeune femme leva la tête</w:t>
      </w:r>
      <w:r w:rsidR="00F635DB">
        <w:t>.</w:t>
      </w:r>
    </w:p>
    <w:p w14:paraId="0D33186F" w14:textId="77777777" w:rsidR="00F635DB" w:rsidRDefault="00F635DB" w:rsidP="00F635DB">
      <w:r>
        <w:t>— </w:t>
      </w:r>
      <w:r w:rsidR="00855694" w:rsidRPr="009071AC">
        <w:t>Que désirez-vous</w:t>
      </w:r>
      <w:r>
        <w:t xml:space="preserve">, </w:t>
      </w:r>
      <w:r w:rsidR="00855694" w:rsidRPr="009071AC">
        <w:t>monsieur</w:t>
      </w:r>
      <w:r>
        <w:t xml:space="preserve"> ? </w:t>
      </w:r>
      <w:r w:rsidR="00855694" w:rsidRPr="009071AC">
        <w:t>demanda-t-elle poliment</w:t>
      </w:r>
      <w:r>
        <w:t>.</w:t>
      </w:r>
    </w:p>
    <w:p w14:paraId="4D30442E" w14:textId="260E60B7" w:rsidR="00F635DB" w:rsidRDefault="00F635DB" w:rsidP="00F635DB">
      <w:r>
        <w:t>— M</w:t>
      </w:r>
      <w:r w:rsidRPr="00F635DB">
        <w:rPr>
          <w:vertAlign w:val="superscript"/>
        </w:rPr>
        <w:t>me</w:t>
      </w:r>
      <w:r>
        <w:t> </w:t>
      </w:r>
      <w:r w:rsidR="00855694" w:rsidRPr="009071AC">
        <w:t xml:space="preserve">Lucy </w:t>
      </w:r>
      <w:proofErr w:type="spellStart"/>
      <w:r w:rsidR="00855694" w:rsidRPr="009071AC">
        <w:t>Huntley</w:t>
      </w:r>
      <w:proofErr w:type="spellEnd"/>
      <w:r>
        <w:t> ?…</w:t>
      </w:r>
    </w:p>
    <w:p w14:paraId="57C0E6B9" w14:textId="77777777" w:rsidR="00F635DB" w:rsidRDefault="00855694" w:rsidP="00F635DB">
      <w:r w:rsidRPr="009071AC">
        <w:t>La dame ne répondit pas tout d</w:t>
      </w:r>
      <w:r w:rsidR="00F635DB">
        <w:t>’</w:t>
      </w:r>
      <w:r w:rsidRPr="009071AC">
        <w:t>abord</w:t>
      </w:r>
      <w:r w:rsidR="00F635DB">
        <w:t>.</w:t>
      </w:r>
    </w:p>
    <w:p w14:paraId="69C0D0F1" w14:textId="77777777" w:rsidR="00F635DB" w:rsidRDefault="00855694" w:rsidP="00F635DB">
      <w:r w:rsidRPr="009071AC">
        <w:lastRenderedPageBreak/>
        <w:t>Les yeux fixés au plafond</w:t>
      </w:r>
      <w:r w:rsidR="00F635DB">
        <w:t xml:space="preserve">, </w:t>
      </w:r>
      <w:r w:rsidRPr="009071AC">
        <w:t>on eût dit qu</w:t>
      </w:r>
      <w:r w:rsidR="00F635DB">
        <w:t>’</w:t>
      </w:r>
      <w:r w:rsidRPr="009071AC">
        <w:t xml:space="preserve">elle y épelait la liste de tous les </w:t>
      </w:r>
      <w:r w:rsidR="00F635DB">
        <w:t>« </w:t>
      </w:r>
      <w:r w:rsidRPr="009071AC">
        <w:t>étrangers de distinction</w:t>
      </w:r>
      <w:r w:rsidR="00F635DB">
        <w:t> »</w:t>
      </w:r>
      <w:r w:rsidRPr="009071AC">
        <w:t xml:space="preserve"> qui honoraient en ce moment de leur présence l</w:t>
      </w:r>
      <w:r w:rsidR="00F635DB">
        <w:t>’</w:t>
      </w:r>
      <w:r w:rsidRPr="009071AC">
        <w:t>hôtel de Hombourg</w:t>
      </w:r>
      <w:r w:rsidR="00F635DB">
        <w:t>.</w:t>
      </w:r>
    </w:p>
    <w:p w14:paraId="5603B0A6" w14:textId="77777777" w:rsidR="00F635DB" w:rsidRDefault="00F635DB" w:rsidP="00F635DB">
      <w:r>
        <w:t>— </w:t>
      </w:r>
      <w:r w:rsidR="00855694" w:rsidRPr="009071AC">
        <w:t xml:space="preserve">Lucy </w:t>
      </w:r>
      <w:proofErr w:type="spellStart"/>
      <w:r w:rsidR="00855694" w:rsidRPr="009071AC">
        <w:t>Huntley</w:t>
      </w:r>
      <w:proofErr w:type="spellEnd"/>
      <w:r>
        <w:t xml:space="preserve"> !… </w:t>
      </w:r>
      <w:r w:rsidR="00855694" w:rsidRPr="009071AC">
        <w:t>répétait-elle</w:t>
      </w:r>
      <w:r>
        <w:t xml:space="preserve">, </w:t>
      </w:r>
      <w:r w:rsidR="00855694" w:rsidRPr="009071AC">
        <w:t>je ne vois pas</w:t>
      </w:r>
      <w:r>
        <w:t xml:space="preserve"> !… </w:t>
      </w:r>
      <w:r w:rsidR="00855694" w:rsidRPr="009071AC">
        <w:t>Je ne crois pas que nous ayons cette personne</w:t>
      </w:r>
      <w:r>
        <w:t xml:space="preserve">… </w:t>
      </w:r>
      <w:r w:rsidR="00855694" w:rsidRPr="009071AC">
        <w:t xml:space="preserve">Lucy </w:t>
      </w:r>
      <w:proofErr w:type="spellStart"/>
      <w:r w:rsidR="00855694" w:rsidRPr="009071AC">
        <w:t>Huntley</w:t>
      </w:r>
      <w:proofErr w:type="spellEnd"/>
      <w:r>
        <w:t xml:space="preserve"> !… </w:t>
      </w:r>
      <w:r w:rsidR="00855694" w:rsidRPr="009071AC">
        <w:t>Comment est-elle</w:t>
      </w:r>
      <w:r>
        <w:t xml:space="preserve">, </w:t>
      </w:r>
      <w:r w:rsidR="00855694" w:rsidRPr="009071AC">
        <w:t>cette dame</w:t>
      </w:r>
      <w:r>
        <w:t> ?</w:t>
      </w:r>
    </w:p>
    <w:p w14:paraId="25EFBFD1" w14:textId="6BC0F133" w:rsidR="00F635DB" w:rsidRDefault="00855694" w:rsidP="00F635DB">
      <w:r w:rsidRPr="009071AC">
        <w:t>Pour beaucoup de raisons</w:t>
      </w:r>
      <w:r w:rsidR="00F635DB">
        <w:t>, M. </w:t>
      </w:r>
      <w:r w:rsidRPr="009071AC">
        <w:t>Fortunat ne pouvait le dire</w:t>
      </w:r>
      <w:r w:rsidR="00F635DB">
        <w:t xml:space="preserve">… </w:t>
      </w:r>
      <w:r w:rsidRPr="009071AC">
        <w:t>D</w:t>
      </w:r>
      <w:r w:rsidR="00F635DB">
        <w:t>’</w:t>
      </w:r>
      <w:r w:rsidRPr="009071AC">
        <w:t>abord</w:t>
      </w:r>
      <w:r w:rsidR="00F635DB">
        <w:t xml:space="preserve">, </w:t>
      </w:r>
      <w:r w:rsidRPr="009071AC">
        <w:t>il ne le savait pas</w:t>
      </w:r>
      <w:r w:rsidR="00F635DB">
        <w:t>.</w:t>
      </w:r>
    </w:p>
    <w:p w14:paraId="52CC4764" w14:textId="77777777" w:rsidR="00F635DB" w:rsidRDefault="00855694" w:rsidP="00F635DB">
      <w:r w:rsidRPr="009071AC">
        <w:t>Mais il ne se déconcerta nullement</w:t>
      </w:r>
      <w:r w:rsidR="00F635DB">
        <w:t xml:space="preserve">, </w:t>
      </w:r>
      <w:r w:rsidRPr="009071AC">
        <w:t>rompu qu</w:t>
      </w:r>
      <w:r w:rsidR="00F635DB">
        <w:t>’</w:t>
      </w:r>
      <w:r w:rsidRPr="009071AC">
        <w:t>il était par l</w:t>
      </w:r>
      <w:r w:rsidR="00F635DB">
        <w:t>’</w:t>
      </w:r>
      <w:r w:rsidRPr="009071AC">
        <w:t>exercice de ses professions diverses</w:t>
      </w:r>
      <w:r w:rsidR="00F635DB">
        <w:t xml:space="preserve">, </w:t>
      </w:r>
      <w:r w:rsidRPr="009071AC">
        <w:t>au grand art de tirer des gens qu</w:t>
      </w:r>
      <w:r w:rsidR="00F635DB">
        <w:t>’</w:t>
      </w:r>
      <w:r w:rsidRPr="009071AC">
        <w:t>il interrogeait les renseignements qu</w:t>
      </w:r>
      <w:r w:rsidR="00F635DB">
        <w:t>’</w:t>
      </w:r>
      <w:r w:rsidRPr="009071AC">
        <w:t>il eût dû donner lui-même</w:t>
      </w:r>
      <w:r w:rsidR="00F635DB">
        <w:t>.</w:t>
      </w:r>
    </w:p>
    <w:p w14:paraId="642FA45B" w14:textId="77777777" w:rsidR="00F635DB" w:rsidRDefault="00855694" w:rsidP="00F635DB">
      <w:r w:rsidRPr="009071AC">
        <w:t>Il tourna donc la question le plus naturellement du monde</w:t>
      </w:r>
      <w:r w:rsidR="00F635DB">
        <w:t xml:space="preserve">, </w:t>
      </w:r>
      <w:r w:rsidRPr="009071AC">
        <w:t>tout en aidant véritablement les souvenirs de la jeune femme</w:t>
      </w:r>
      <w:r w:rsidR="00F635DB">
        <w:t>.</w:t>
      </w:r>
    </w:p>
    <w:p w14:paraId="1835BC3E" w14:textId="77777777" w:rsidR="00F635DB" w:rsidRDefault="00F635DB" w:rsidP="00F635DB">
      <w:r>
        <w:t>— </w:t>
      </w:r>
      <w:r w:rsidR="00855694" w:rsidRPr="009071AC">
        <w:t>La dame que je demande</w:t>
      </w:r>
      <w:r>
        <w:t xml:space="preserve">, </w:t>
      </w:r>
      <w:r w:rsidR="00855694" w:rsidRPr="009071AC">
        <w:t>répondit-il</w:t>
      </w:r>
      <w:r>
        <w:t xml:space="preserve">, </w:t>
      </w:r>
      <w:r w:rsidR="00855694" w:rsidRPr="009071AC">
        <w:t>a dû</w:t>
      </w:r>
      <w:r>
        <w:t xml:space="preserve">, </w:t>
      </w:r>
      <w:r w:rsidR="00855694" w:rsidRPr="009071AC">
        <w:t>hier jeudi</w:t>
      </w:r>
      <w:r>
        <w:t xml:space="preserve">, </w:t>
      </w:r>
      <w:r w:rsidR="00855694" w:rsidRPr="009071AC">
        <w:t>15</w:t>
      </w:r>
      <w:r>
        <w:t xml:space="preserve">, </w:t>
      </w:r>
      <w:r w:rsidR="00855694" w:rsidRPr="009071AC">
        <w:t>entre trois et six heures</w:t>
      </w:r>
      <w:r>
        <w:t xml:space="preserve">, </w:t>
      </w:r>
      <w:r w:rsidR="00855694" w:rsidRPr="009071AC">
        <w:t>attendre une visite avec une impatience et une anxiété qui n</w:t>
      </w:r>
      <w:r>
        <w:t>’</w:t>
      </w:r>
      <w:r w:rsidR="00855694" w:rsidRPr="009071AC">
        <w:t>ont pu vous échapper</w:t>
      </w:r>
      <w:r>
        <w:t>.</w:t>
      </w:r>
    </w:p>
    <w:p w14:paraId="2AFF2E0A" w14:textId="77777777" w:rsidR="00F635DB" w:rsidRDefault="00855694" w:rsidP="00F635DB">
      <w:r w:rsidRPr="009071AC">
        <w:t>Ce détail réveilla la mémoire paresseuse du monsieur à la loupe</w:t>
      </w:r>
      <w:r w:rsidR="00F635DB">
        <w:t xml:space="preserve">, </w:t>
      </w:r>
      <w:r w:rsidRPr="009071AC">
        <w:t>lequel n</w:t>
      </w:r>
      <w:r w:rsidR="00F635DB">
        <w:t>’</w:t>
      </w:r>
      <w:r w:rsidRPr="009071AC">
        <w:t>était autre que le mari de la jeune femme</w:t>
      </w:r>
      <w:r w:rsidR="00F635DB">
        <w:t xml:space="preserve">, </w:t>
      </w:r>
      <w:r w:rsidRPr="009071AC">
        <w:t>le propriétaire en personne de l</w:t>
      </w:r>
      <w:r w:rsidR="00F635DB">
        <w:t>’</w:t>
      </w:r>
      <w:r w:rsidRPr="009071AC">
        <w:t>hôtel de Hombourg</w:t>
      </w:r>
      <w:r w:rsidR="00F635DB">
        <w:t>.</w:t>
      </w:r>
    </w:p>
    <w:p w14:paraId="084CD89C" w14:textId="77777777" w:rsidR="00F635DB" w:rsidRDefault="00F635DB" w:rsidP="00F635DB">
      <w:r>
        <w:t>— </w:t>
      </w:r>
      <w:r w:rsidR="00855694" w:rsidRPr="009071AC">
        <w:t>Eh</w:t>
      </w:r>
      <w:r>
        <w:t xml:space="preserve"> !… </w:t>
      </w:r>
      <w:r w:rsidR="00855694" w:rsidRPr="009071AC">
        <w:t>dit-il à son épouse</w:t>
      </w:r>
      <w:r>
        <w:t xml:space="preserve">, </w:t>
      </w:r>
      <w:r w:rsidR="00855694" w:rsidRPr="009071AC">
        <w:t>monsieur parle de la voyageuse du N</w:t>
      </w:r>
      <w:r>
        <w:t>° </w:t>
      </w:r>
      <w:r w:rsidRPr="009071AC">
        <w:t>2</w:t>
      </w:r>
      <w:r>
        <w:t xml:space="preserve">, </w:t>
      </w:r>
      <w:r w:rsidR="00855694" w:rsidRPr="009071AC">
        <w:t>tu sais bien</w:t>
      </w:r>
      <w:r>
        <w:t xml:space="preserve">… </w:t>
      </w:r>
      <w:r w:rsidR="00855694" w:rsidRPr="009071AC">
        <w:t>celle qui a voulu absolument le grand salon</w:t>
      </w:r>
      <w:r>
        <w:t>.</w:t>
      </w:r>
    </w:p>
    <w:p w14:paraId="397D84C8" w14:textId="77777777" w:rsidR="00F635DB" w:rsidRDefault="00855694" w:rsidP="00F635DB">
      <w:r w:rsidRPr="009071AC">
        <w:t>La jeune femme se frappa le front</w:t>
      </w:r>
      <w:r w:rsidR="00F635DB">
        <w:t>.</w:t>
      </w:r>
    </w:p>
    <w:p w14:paraId="1B5CD008" w14:textId="77777777" w:rsidR="00F635DB" w:rsidRDefault="00F635DB" w:rsidP="00F635DB">
      <w:r>
        <w:t>— </w:t>
      </w:r>
      <w:r w:rsidR="00855694" w:rsidRPr="009071AC">
        <w:t>C</w:t>
      </w:r>
      <w:r>
        <w:t>’</w:t>
      </w:r>
      <w:r w:rsidR="00855694" w:rsidRPr="009071AC">
        <w:t>est juste</w:t>
      </w:r>
      <w:r>
        <w:t xml:space="preserve"> !… </w:t>
      </w:r>
      <w:r w:rsidR="00855694" w:rsidRPr="009071AC">
        <w:t>Où donc avais-je l</w:t>
      </w:r>
      <w:r>
        <w:t>’</w:t>
      </w:r>
      <w:r w:rsidR="00855694" w:rsidRPr="009071AC">
        <w:t>esprit</w:t>
      </w:r>
      <w:r>
        <w:t> !…</w:t>
      </w:r>
    </w:p>
    <w:p w14:paraId="3302E505" w14:textId="5AF3B107" w:rsidR="00F635DB" w:rsidRDefault="00855694" w:rsidP="00F635DB">
      <w:r w:rsidRPr="009071AC">
        <w:t xml:space="preserve">Et se tournant vers </w:t>
      </w:r>
      <w:r w:rsidR="00F635DB">
        <w:t>M. </w:t>
      </w:r>
      <w:r w:rsidRPr="009071AC">
        <w:t>Fortunat</w:t>
      </w:r>
      <w:r w:rsidR="00F635DB">
        <w:t> :</w:t>
      </w:r>
    </w:p>
    <w:p w14:paraId="002EB4AE" w14:textId="77777777" w:rsidR="00F635DB" w:rsidRDefault="00F635DB" w:rsidP="00F635DB">
      <w:r>
        <w:lastRenderedPageBreak/>
        <w:t>— </w:t>
      </w:r>
      <w:r w:rsidR="00855694" w:rsidRPr="009071AC">
        <w:t>Excusez mon oubli</w:t>
      </w:r>
      <w:r>
        <w:t xml:space="preserve">, </w:t>
      </w:r>
      <w:r w:rsidR="00855694" w:rsidRPr="009071AC">
        <w:t>monsieur</w:t>
      </w:r>
      <w:r>
        <w:t xml:space="preserve">, </w:t>
      </w:r>
      <w:r w:rsidR="00855694" w:rsidRPr="009071AC">
        <w:t>ajouta-t-elle</w:t>
      </w:r>
      <w:r>
        <w:t xml:space="preserve">… </w:t>
      </w:r>
      <w:r w:rsidR="00855694" w:rsidRPr="009071AC">
        <w:t>Cette dame n</w:t>
      </w:r>
      <w:r>
        <w:t>’</w:t>
      </w:r>
      <w:r w:rsidR="00855694" w:rsidRPr="009071AC">
        <w:t>est plus chez nous et elle n</w:t>
      </w:r>
      <w:r>
        <w:t>’</w:t>
      </w:r>
      <w:r w:rsidR="00855694" w:rsidRPr="009071AC">
        <w:t>y est restée que quelques heures</w:t>
      </w:r>
      <w:r>
        <w:t>.</w:t>
      </w:r>
    </w:p>
    <w:p w14:paraId="252D93BE" w14:textId="77777777" w:rsidR="00F635DB" w:rsidRDefault="00855694" w:rsidP="00F635DB">
      <w:r w:rsidRPr="009071AC">
        <w:t>Cette réponse n</w:t>
      </w:r>
      <w:r w:rsidR="00F635DB">
        <w:t>’</w:t>
      </w:r>
      <w:r w:rsidRPr="009071AC">
        <w:t>avait rien qui dût surprendre le chasseur d</w:t>
      </w:r>
      <w:r w:rsidR="00F635DB">
        <w:t>’</w:t>
      </w:r>
      <w:r w:rsidRPr="009071AC">
        <w:t>héritiers</w:t>
      </w:r>
      <w:r w:rsidR="00F635DB">
        <w:t xml:space="preserve">, </w:t>
      </w:r>
      <w:r w:rsidRPr="009071AC">
        <w:t>il la prévoyait</w:t>
      </w:r>
      <w:r w:rsidR="00F635DB">
        <w:t xml:space="preserve">, </w:t>
      </w:r>
      <w:r w:rsidRPr="009071AC">
        <w:t>ce qui n</w:t>
      </w:r>
      <w:r w:rsidR="00F635DB">
        <w:t>’</w:t>
      </w:r>
      <w:r w:rsidRPr="009071AC">
        <w:t>empêche qu</w:t>
      </w:r>
      <w:r w:rsidR="00F635DB">
        <w:t>’</w:t>
      </w:r>
      <w:r w:rsidRPr="009071AC">
        <w:t>il prit l</w:t>
      </w:r>
      <w:r w:rsidR="00F635DB">
        <w:t>’</w:t>
      </w:r>
      <w:r w:rsidRPr="009071AC">
        <w:t>air le plus consterné qu</w:t>
      </w:r>
      <w:r w:rsidR="00F635DB">
        <w:t>’</w:t>
      </w:r>
      <w:r w:rsidRPr="009071AC">
        <w:t>il put</w:t>
      </w:r>
      <w:r w:rsidR="00F635DB">
        <w:t>.</w:t>
      </w:r>
    </w:p>
    <w:p w14:paraId="1BA12802" w14:textId="77777777" w:rsidR="00F635DB" w:rsidRDefault="00F635DB" w:rsidP="00F635DB">
      <w:r>
        <w:t>— </w:t>
      </w:r>
      <w:r w:rsidR="00855694" w:rsidRPr="009071AC">
        <w:t>Quelques heures</w:t>
      </w:r>
      <w:r>
        <w:t xml:space="preserve"> ! </w:t>
      </w:r>
      <w:r w:rsidR="00855694" w:rsidRPr="009071AC">
        <w:t>répéta-t-il comme un écho désolé</w:t>
      </w:r>
      <w:r>
        <w:t>.</w:t>
      </w:r>
    </w:p>
    <w:p w14:paraId="61709DF7" w14:textId="77777777" w:rsidR="00F635DB" w:rsidRDefault="00F635DB" w:rsidP="00F635DB">
      <w:r>
        <w:t>— </w:t>
      </w:r>
      <w:r w:rsidR="00855694" w:rsidRPr="009071AC">
        <w:t>Oui</w:t>
      </w:r>
      <w:r>
        <w:t xml:space="preserve">, </w:t>
      </w:r>
      <w:r w:rsidR="00855694" w:rsidRPr="009071AC">
        <w:t>monsieur</w:t>
      </w:r>
      <w:r>
        <w:t xml:space="preserve">. </w:t>
      </w:r>
      <w:r w:rsidR="00855694" w:rsidRPr="009071AC">
        <w:t>Elle est arrivée ici sur les onze heures du matin</w:t>
      </w:r>
      <w:r>
        <w:t xml:space="preserve">, </w:t>
      </w:r>
      <w:r w:rsidR="00855694" w:rsidRPr="009071AC">
        <w:t>n</w:t>
      </w:r>
      <w:r>
        <w:t>’</w:t>
      </w:r>
      <w:r w:rsidR="00855694" w:rsidRPr="009071AC">
        <w:t>ayant avec elle qu</w:t>
      </w:r>
      <w:r>
        <w:t>’</w:t>
      </w:r>
      <w:r w:rsidR="00855694" w:rsidRPr="009071AC">
        <w:t>un gros sac de voyage</w:t>
      </w:r>
      <w:r>
        <w:t xml:space="preserve">… </w:t>
      </w:r>
      <w:r w:rsidR="00855694" w:rsidRPr="009071AC">
        <w:t>et elle est repartie le même soir à huit heures</w:t>
      </w:r>
      <w:r>
        <w:t>.</w:t>
      </w:r>
    </w:p>
    <w:p w14:paraId="2E507EF5" w14:textId="77777777" w:rsidR="00F635DB" w:rsidRDefault="00F635DB" w:rsidP="00F635DB">
      <w:r>
        <w:t>— </w:t>
      </w:r>
      <w:r w:rsidR="00855694" w:rsidRPr="009071AC">
        <w:t>Hélas</w:t>
      </w:r>
      <w:r>
        <w:t xml:space="preserve"> ! </w:t>
      </w:r>
      <w:r w:rsidR="00855694" w:rsidRPr="009071AC">
        <w:t>mon Dieu</w:t>
      </w:r>
      <w:r>
        <w:t xml:space="preserve">… </w:t>
      </w:r>
      <w:r w:rsidR="00855694" w:rsidRPr="009071AC">
        <w:t>Et pour où aller</w:t>
      </w:r>
      <w:r>
        <w:t> ?</w:t>
      </w:r>
    </w:p>
    <w:p w14:paraId="237F9160" w14:textId="77777777" w:rsidR="00F635DB" w:rsidRDefault="00F635DB" w:rsidP="00F635DB">
      <w:r>
        <w:t>— </w:t>
      </w:r>
      <w:r w:rsidR="00855694" w:rsidRPr="009071AC">
        <w:t>Elle ne l</w:t>
      </w:r>
      <w:r>
        <w:t>’</w:t>
      </w:r>
      <w:r w:rsidR="00855694" w:rsidRPr="009071AC">
        <w:t>a pas dit</w:t>
      </w:r>
      <w:r>
        <w:t>.</w:t>
      </w:r>
    </w:p>
    <w:p w14:paraId="394AD8C0" w14:textId="6517BCB0" w:rsidR="00F635DB" w:rsidRDefault="00855694" w:rsidP="00F635DB">
      <w:r w:rsidRPr="009071AC">
        <w:t xml:space="preserve">On eût juré que </w:t>
      </w:r>
      <w:r w:rsidR="00F635DB">
        <w:t>M. </w:t>
      </w:r>
      <w:r w:rsidRPr="009071AC">
        <w:t>Fortunat était tout près de fondre en larmes</w:t>
      </w:r>
      <w:r w:rsidR="00F635DB">
        <w:t>.</w:t>
      </w:r>
    </w:p>
    <w:p w14:paraId="0BB05230" w14:textId="77777777" w:rsidR="00F635DB" w:rsidRDefault="00F635DB" w:rsidP="00F635DB">
      <w:r>
        <w:t>— </w:t>
      </w:r>
      <w:r w:rsidR="00855694" w:rsidRPr="009071AC">
        <w:t>Pauvre Lucy</w:t>
      </w:r>
      <w:r>
        <w:t xml:space="preserve"> !… </w:t>
      </w:r>
      <w:r w:rsidR="00855694" w:rsidRPr="009071AC">
        <w:t>fit-il d</w:t>
      </w:r>
      <w:r>
        <w:t>’</w:t>
      </w:r>
      <w:r w:rsidR="00855694" w:rsidRPr="009071AC">
        <w:t>un ton tragique</w:t>
      </w:r>
      <w:r>
        <w:t xml:space="preserve">, </w:t>
      </w:r>
      <w:r w:rsidR="00855694" w:rsidRPr="009071AC">
        <w:t>c</w:t>
      </w:r>
      <w:r>
        <w:t>’</w:t>
      </w:r>
      <w:r w:rsidR="00855694" w:rsidRPr="009071AC">
        <w:t>est moi</w:t>
      </w:r>
      <w:r>
        <w:t xml:space="preserve">, </w:t>
      </w:r>
      <w:r w:rsidR="00855694" w:rsidRPr="009071AC">
        <w:t>madame</w:t>
      </w:r>
      <w:r>
        <w:t xml:space="preserve">, </w:t>
      </w:r>
      <w:r w:rsidR="00855694" w:rsidRPr="009071AC">
        <w:t>qu</w:t>
      </w:r>
      <w:r>
        <w:t>’</w:t>
      </w:r>
      <w:r w:rsidR="00855694" w:rsidRPr="009071AC">
        <w:t>elle attendait</w:t>
      </w:r>
      <w:r>
        <w:t xml:space="preserve">… </w:t>
      </w:r>
      <w:r w:rsidR="00855694" w:rsidRPr="009071AC">
        <w:t>Je n</w:t>
      </w:r>
      <w:r>
        <w:t>’</w:t>
      </w:r>
      <w:r w:rsidR="00855694" w:rsidRPr="009071AC">
        <w:t>ai reçu que ce matin</w:t>
      </w:r>
      <w:r>
        <w:t xml:space="preserve">, </w:t>
      </w:r>
      <w:r w:rsidR="00855694" w:rsidRPr="009071AC">
        <w:t>à l</w:t>
      </w:r>
      <w:r>
        <w:t>’</w:t>
      </w:r>
      <w:r w:rsidR="00855694" w:rsidRPr="009071AC">
        <w:t>instant</w:t>
      </w:r>
      <w:r>
        <w:t xml:space="preserve">, </w:t>
      </w:r>
      <w:r w:rsidR="00855694" w:rsidRPr="009071AC">
        <w:t>la lettre où elle me donnait rendez-vous</w:t>
      </w:r>
      <w:r>
        <w:t xml:space="preserve">… </w:t>
      </w:r>
      <w:r w:rsidR="00855694" w:rsidRPr="009071AC">
        <w:t>Elle sera partie désespérée</w:t>
      </w:r>
      <w:r>
        <w:t xml:space="preserve"> !… </w:t>
      </w:r>
      <w:r w:rsidR="00855694" w:rsidRPr="009071AC">
        <w:t>La poste n</w:t>
      </w:r>
      <w:r>
        <w:t>’</w:t>
      </w:r>
      <w:r w:rsidR="00855694" w:rsidRPr="009071AC">
        <w:t>en fait jamais d</w:t>
      </w:r>
      <w:r>
        <w:t>’</w:t>
      </w:r>
      <w:r w:rsidR="00855694" w:rsidRPr="009071AC">
        <w:t>autres</w:t>
      </w:r>
      <w:r>
        <w:t> !…</w:t>
      </w:r>
    </w:p>
    <w:p w14:paraId="6C67623F" w14:textId="77777777" w:rsidR="00F635DB" w:rsidRDefault="00855694" w:rsidP="00F635DB">
      <w:r w:rsidRPr="009071AC">
        <w:t>Le mari et la femme eurent en même temps ce geste de la tête et des épaules qui si clairement veut dire</w:t>
      </w:r>
      <w:r w:rsidR="00F635DB">
        <w:t> :</w:t>
      </w:r>
    </w:p>
    <w:p w14:paraId="5527473D" w14:textId="77777777" w:rsidR="00F635DB" w:rsidRDefault="00F635DB" w:rsidP="00F635DB">
      <w:r>
        <w:t>— </w:t>
      </w:r>
      <w:r w:rsidR="00855694" w:rsidRPr="009071AC">
        <w:t>Que voulez-vous que j</w:t>
      </w:r>
      <w:r>
        <w:t>’</w:t>
      </w:r>
      <w:r w:rsidR="00855694" w:rsidRPr="009071AC">
        <w:t>y fasse</w:t>
      </w:r>
      <w:r>
        <w:t xml:space="preserve"> !… </w:t>
      </w:r>
      <w:r w:rsidR="00855694" w:rsidRPr="009071AC">
        <w:t>Ce ne sont pas là mes affaires</w:t>
      </w:r>
      <w:r>
        <w:t xml:space="preserve">… </w:t>
      </w:r>
      <w:r w:rsidR="00855694" w:rsidRPr="009071AC">
        <w:t>Laissez-moi en repos</w:t>
      </w:r>
      <w:r>
        <w:t> !…</w:t>
      </w:r>
    </w:p>
    <w:p w14:paraId="0D7DCE74" w14:textId="78D560D8" w:rsidR="00F635DB" w:rsidRDefault="00855694" w:rsidP="00F635DB">
      <w:r w:rsidRPr="009071AC">
        <w:t xml:space="preserve">Mais </w:t>
      </w:r>
      <w:r w:rsidR="00F635DB">
        <w:t>M. </w:t>
      </w:r>
      <w:r w:rsidRPr="009071AC">
        <w:t>Fortunat n</w:t>
      </w:r>
      <w:r w:rsidR="00F635DB">
        <w:t>’</w:t>
      </w:r>
      <w:r w:rsidRPr="009071AC">
        <w:t>était pas homme à se décourager pour si peu</w:t>
      </w:r>
      <w:r w:rsidR="00F635DB">
        <w:t>.</w:t>
      </w:r>
    </w:p>
    <w:p w14:paraId="1A6297AA" w14:textId="77777777" w:rsidR="00F635DB" w:rsidRDefault="00F635DB" w:rsidP="00F635DB">
      <w:r>
        <w:t>— </w:t>
      </w:r>
      <w:r w:rsidR="00855694" w:rsidRPr="009071AC">
        <w:t>Elle s</w:t>
      </w:r>
      <w:r>
        <w:t>’</w:t>
      </w:r>
      <w:r w:rsidR="00855694" w:rsidRPr="009071AC">
        <w:t>est sans doute fait conduire au chemin de fer</w:t>
      </w:r>
      <w:r>
        <w:t xml:space="preserve">, </w:t>
      </w:r>
      <w:r w:rsidR="00855694" w:rsidRPr="009071AC">
        <w:t>insista-t-il</w:t>
      </w:r>
      <w:r>
        <w:t>.</w:t>
      </w:r>
    </w:p>
    <w:p w14:paraId="4D0151E8" w14:textId="77777777" w:rsidR="00F635DB" w:rsidRDefault="00F635DB" w:rsidP="00F635DB">
      <w:r>
        <w:lastRenderedPageBreak/>
        <w:t>— </w:t>
      </w:r>
      <w:r w:rsidR="00855694" w:rsidRPr="009071AC">
        <w:t>Je n</w:t>
      </w:r>
      <w:r>
        <w:t>’</w:t>
      </w:r>
      <w:r w:rsidR="00855694" w:rsidRPr="009071AC">
        <w:t>en sais rien</w:t>
      </w:r>
      <w:r>
        <w:t>.</w:t>
      </w:r>
    </w:p>
    <w:p w14:paraId="6CC6BD7D" w14:textId="77777777" w:rsidR="00F635DB" w:rsidRDefault="00F635DB" w:rsidP="00F635DB">
      <w:r>
        <w:t>— </w:t>
      </w:r>
      <w:r w:rsidR="00855694" w:rsidRPr="009071AC">
        <w:t>Vous venez de me dire qu</w:t>
      </w:r>
      <w:r>
        <w:t>’</w:t>
      </w:r>
      <w:r w:rsidR="00855694" w:rsidRPr="009071AC">
        <w:t>elle avait un gros sac de nuit</w:t>
      </w:r>
      <w:r>
        <w:t xml:space="preserve">… </w:t>
      </w:r>
      <w:r w:rsidR="00855694" w:rsidRPr="009071AC">
        <w:t>donc elle n</w:t>
      </w:r>
      <w:r>
        <w:t>’</w:t>
      </w:r>
      <w:r w:rsidR="00855694" w:rsidRPr="009071AC">
        <w:t>a pas quitté votre hôtel à pied</w:t>
      </w:r>
      <w:r>
        <w:t xml:space="preserve">… </w:t>
      </w:r>
      <w:r w:rsidR="00855694" w:rsidRPr="009071AC">
        <w:t>Elle a demandé une voiture</w:t>
      </w:r>
      <w:r>
        <w:t xml:space="preserve">… </w:t>
      </w:r>
      <w:r w:rsidR="00855694" w:rsidRPr="009071AC">
        <w:t>Qui a couru la chercher</w:t>
      </w:r>
      <w:r>
        <w:t xml:space="preserve"> ?… </w:t>
      </w:r>
      <w:r w:rsidR="00855694" w:rsidRPr="009071AC">
        <w:t>Un de vos garçons</w:t>
      </w:r>
      <w:r>
        <w:t xml:space="preserve">… </w:t>
      </w:r>
      <w:r w:rsidR="00855694" w:rsidRPr="009071AC">
        <w:t>Si on retrouvait le cocher de cette voiture</w:t>
      </w:r>
      <w:r>
        <w:t xml:space="preserve">, </w:t>
      </w:r>
      <w:r w:rsidR="00855694" w:rsidRPr="009071AC">
        <w:t>il donnerait peut-être des indications précieuses</w:t>
      </w:r>
      <w:r>
        <w:t>…</w:t>
      </w:r>
    </w:p>
    <w:p w14:paraId="4E31E1AE" w14:textId="77777777" w:rsidR="00F635DB" w:rsidRDefault="00855694" w:rsidP="00F635DB">
      <w:r w:rsidRPr="009071AC">
        <w:t>En un seul coup d</w:t>
      </w:r>
      <w:r w:rsidR="00F635DB">
        <w:t>’</w:t>
      </w:r>
      <w:r w:rsidRPr="009071AC">
        <w:t>œil</w:t>
      </w:r>
      <w:r w:rsidR="00F635DB">
        <w:t xml:space="preserve">, </w:t>
      </w:r>
      <w:r w:rsidRPr="009071AC">
        <w:t>le monsieur et la dame échangèrent un volume de soupçons</w:t>
      </w:r>
      <w:r w:rsidR="00F635DB">
        <w:t>…</w:t>
      </w:r>
    </w:p>
    <w:p w14:paraId="549F3DCD" w14:textId="3C409234" w:rsidR="00F635DB" w:rsidRDefault="00855694" w:rsidP="00F635DB">
      <w:r w:rsidRPr="009071AC">
        <w:t xml:space="preserve">Incontestablement </w:t>
      </w:r>
      <w:r w:rsidR="00F635DB">
        <w:t>M. </w:t>
      </w:r>
      <w:r w:rsidRPr="009071AC">
        <w:t>Isidore Fortunat avait le dehors de l</w:t>
      </w:r>
      <w:r w:rsidR="00F635DB">
        <w:t>’</w:t>
      </w:r>
      <w:r w:rsidRPr="009071AC">
        <w:t>homme comme il faut</w:t>
      </w:r>
      <w:r w:rsidR="00F635DB">
        <w:t xml:space="preserve">, </w:t>
      </w:r>
      <w:r w:rsidRPr="009071AC">
        <w:t>mais il est connu que ces messieurs si curieux qui habitent la rue de Jérusalem savent revêtir toutes les apparences</w:t>
      </w:r>
      <w:r w:rsidR="00F635DB">
        <w:t>.</w:t>
      </w:r>
    </w:p>
    <w:p w14:paraId="78240126" w14:textId="77777777" w:rsidR="00F635DB" w:rsidRDefault="00855694" w:rsidP="00F635DB">
      <w:r w:rsidRPr="009071AC">
        <w:t>On sait cela</w:t>
      </w:r>
      <w:r w:rsidR="00F635DB">
        <w:t xml:space="preserve">, </w:t>
      </w:r>
      <w:r w:rsidRPr="009071AC">
        <w:t>quand on tient une maison comme l</w:t>
      </w:r>
      <w:r w:rsidR="00F635DB">
        <w:t>’</w:t>
      </w:r>
      <w:r w:rsidRPr="009071AC">
        <w:t>hôtel de Hombourg</w:t>
      </w:r>
      <w:r w:rsidR="00F635DB">
        <w:t xml:space="preserve">, </w:t>
      </w:r>
      <w:r w:rsidRPr="009071AC">
        <w:t>par cette raison fort simple que la police nourrit à l</w:t>
      </w:r>
      <w:r w:rsidR="00F635DB">
        <w:t>’</w:t>
      </w:r>
      <w:r w:rsidRPr="009071AC">
        <w:t>endroit des comtes valaques et des princesses russes quantité de préventions qu</w:t>
      </w:r>
      <w:r w:rsidR="00F635DB">
        <w:t>’</w:t>
      </w:r>
      <w:r w:rsidRPr="009071AC">
        <w:t>elle aime à vérifier</w:t>
      </w:r>
      <w:r w:rsidR="00F635DB">
        <w:t>.</w:t>
      </w:r>
    </w:p>
    <w:p w14:paraId="60B580EB" w14:textId="77777777" w:rsidR="00F635DB" w:rsidRDefault="00855694" w:rsidP="00F635DB">
      <w:r w:rsidRPr="009071AC">
        <w:t>C</w:t>
      </w:r>
      <w:r w:rsidR="00F635DB">
        <w:t>’</w:t>
      </w:r>
      <w:r w:rsidRPr="009071AC">
        <w:t>est pourquoi l</w:t>
      </w:r>
      <w:r w:rsidR="00F635DB">
        <w:t>’</w:t>
      </w:r>
      <w:r w:rsidRPr="009071AC">
        <w:t>hôtelier eut vite pris son parti</w:t>
      </w:r>
      <w:r w:rsidR="00F635DB">
        <w:t>.</w:t>
      </w:r>
    </w:p>
    <w:p w14:paraId="0E7C9A7D" w14:textId="68694587" w:rsidR="00F635DB" w:rsidRDefault="00F635DB" w:rsidP="00F635DB">
      <w:r>
        <w:t>— </w:t>
      </w:r>
      <w:r w:rsidR="00855694" w:rsidRPr="009071AC">
        <w:t>Vôtre idée est excellente</w:t>
      </w:r>
      <w:r>
        <w:t xml:space="preserve">, </w:t>
      </w:r>
      <w:r w:rsidR="00855694" w:rsidRPr="009071AC">
        <w:t xml:space="preserve">dit-il à </w:t>
      </w:r>
      <w:r>
        <w:t>M. </w:t>
      </w:r>
      <w:r w:rsidR="00855694" w:rsidRPr="009071AC">
        <w:t>Fortunat</w:t>
      </w:r>
      <w:r>
        <w:t xml:space="preserve">. </w:t>
      </w:r>
      <w:r w:rsidR="00855694" w:rsidRPr="009071AC">
        <w:t xml:space="preserve">Il est clair que cette dame </w:t>
      </w:r>
      <w:proofErr w:type="spellStart"/>
      <w:r w:rsidR="00855694" w:rsidRPr="009071AC">
        <w:t>Huntley</w:t>
      </w:r>
      <w:proofErr w:type="spellEnd"/>
      <w:r w:rsidR="00855694" w:rsidRPr="009071AC">
        <w:t xml:space="preserve"> a pris une voiture à son départ et une voiture de l</w:t>
      </w:r>
      <w:r>
        <w:t>’</w:t>
      </w:r>
      <w:r w:rsidR="00855694" w:rsidRPr="009071AC">
        <w:t>hôtel</w:t>
      </w:r>
      <w:r>
        <w:t xml:space="preserve">, </w:t>
      </w:r>
      <w:r w:rsidR="00855694" w:rsidRPr="009071AC">
        <w:t>qui plus est</w:t>
      </w:r>
      <w:r>
        <w:t xml:space="preserve">… </w:t>
      </w:r>
      <w:r w:rsidR="00855694" w:rsidRPr="009071AC">
        <w:t>Si vous voulez me suivre</w:t>
      </w:r>
      <w:r>
        <w:t xml:space="preserve">, </w:t>
      </w:r>
      <w:r w:rsidR="00855694" w:rsidRPr="009071AC">
        <w:t>nous allons nous informer</w:t>
      </w:r>
      <w:r>
        <w:t>.</w:t>
      </w:r>
    </w:p>
    <w:p w14:paraId="62D69D3F" w14:textId="77777777" w:rsidR="00F635DB" w:rsidRDefault="00855694" w:rsidP="00F635DB">
      <w:r w:rsidRPr="009071AC">
        <w:t>Et se levant avec un empressement du meilleur augure</w:t>
      </w:r>
      <w:r w:rsidR="00F635DB">
        <w:t xml:space="preserve">, </w:t>
      </w:r>
      <w:r w:rsidRPr="009071AC">
        <w:t>il guida le guetteur de successions jusqu</w:t>
      </w:r>
      <w:r w:rsidR="00F635DB">
        <w:t>’</w:t>
      </w:r>
      <w:r w:rsidRPr="009071AC">
        <w:t>à une cour intérieure</w:t>
      </w:r>
      <w:r w:rsidR="00F635DB">
        <w:t xml:space="preserve">, </w:t>
      </w:r>
      <w:r w:rsidRPr="009071AC">
        <w:t>où stationnaient cinq ou six voitures</w:t>
      </w:r>
      <w:r w:rsidR="00F635DB">
        <w:t xml:space="preserve">, </w:t>
      </w:r>
      <w:r w:rsidRPr="009071AC">
        <w:t>dont les cochers</w:t>
      </w:r>
      <w:r w:rsidR="00F635DB">
        <w:t xml:space="preserve">, </w:t>
      </w:r>
      <w:r w:rsidRPr="009071AC">
        <w:t>assis sur un banc</w:t>
      </w:r>
      <w:r w:rsidR="00F635DB">
        <w:t xml:space="preserve">, </w:t>
      </w:r>
      <w:r w:rsidRPr="009071AC">
        <w:t>causaient tout en fumant leur pipe</w:t>
      </w:r>
      <w:r w:rsidR="00F635DB">
        <w:t>.</w:t>
      </w:r>
    </w:p>
    <w:p w14:paraId="75CF3CE1" w14:textId="77777777" w:rsidR="00F635DB" w:rsidRDefault="00F635DB" w:rsidP="00F635DB">
      <w:r>
        <w:t>— </w:t>
      </w:r>
      <w:r w:rsidR="00855694" w:rsidRPr="009071AC">
        <w:t>Lequel de vous</w:t>
      </w:r>
      <w:r>
        <w:t xml:space="preserve">, </w:t>
      </w:r>
      <w:r w:rsidR="00855694" w:rsidRPr="009071AC">
        <w:t>demanda-t-il</w:t>
      </w:r>
      <w:r>
        <w:t xml:space="preserve">, </w:t>
      </w:r>
      <w:r w:rsidR="00855694" w:rsidRPr="009071AC">
        <w:t>a chargé une voyageuse</w:t>
      </w:r>
      <w:r>
        <w:t xml:space="preserve">, </w:t>
      </w:r>
      <w:r w:rsidR="00855694" w:rsidRPr="009071AC">
        <w:t>hier soir</w:t>
      </w:r>
      <w:r>
        <w:t xml:space="preserve">, </w:t>
      </w:r>
      <w:r w:rsidR="00855694" w:rsidRPr="009071AC">
        <w:t>sur les huit heures</w:t>
      </w:r>
      <w:r>
        <w:t> ?</w:t>
      </w:r>
    </w:p>
    <w:p w14:paraId="2B80FB4E" w14:textId="77777777" w:rsidR="00F635DB" w:rsidRDefault="00F635DB" w:rsidP="00F635DB">
      <w:r>
        <w:t>— </w:t>
      </w:r>
      <w:r w:rsidR="00855694" w:rsidRPr="009071AC">
        <w:t>Comment était-elle</w:t>
      </w:r>
      <w:r>
        <w:t> ?</w:t>
      </w:r>
    </w:p>
    <w:p w14:paraId="3B2B0642" w14:textId="77777777" w:rsidR="00F635DB" w:rsidRDefault="00F635DB" w:rsidP="00F635DB">
      <w:r>
        <w:lastRenderedPageBreak/>
        <w:t>— </w:t>
      </w:r>
      <w:r w:rsidR="00855694" w:rsidRPr="009071AC">
        <w:t>C</w:t>
      </w:r>
      <w:r>
        <w:t>’</w:t>
      </w:r>
      <w:r w:rsidR="00855694" w:rsidRPr="009071AC">
        <w:t>était une belle femme de trente à quarante ans</w:t>
      </w:r>
      <w:r>
        <w:t xml:space="preserve">, </w:t>
      </w:r>
      <w:r w:rsidR="00855694" w:rsidRPr="009071AC">
        <w:t>blonde</w:t>
      </w:r>
      <w:r>
        <w:t xml:space="preserve">, </w:t>
      </w:r>
      <w:r w:rsidR="00855694" w:rsidRPr="009071AC">
        <w:t>blanche et dodue</w:t>
      </w:r>
      <w:r>
        <w:t xml:space="preserve">, </w:t>
      </w:r>
      <w:r w:rsidR="00855694" w:rsidRPr="009071AC">
        <w:t>vêtue de noir</w:t>
      </w:r>
      <w:r>
        <w:t xml:space="preserve">… </w:t>
      </w:r>
      <w:r w:rsidR="00855694" w:rsidRPr="009071AC">
        <w:t>Elle avait un sac en cuir de Russie</w:t>
      </w:r>
      <w:r>
        <w:t>.</w:t>
      </w:r>
    </w:p>
    <w:p w14:paraId="025F7D5F" w14:textId="77777777" w:rsidR="00F635DB" w:rsidRDefault="00F635DB" w:rsidP="00F635DB">
      <w:r>
        <w:t>— </w:t>
      </w:r>
      <w:r w:rsidR="00855694" w:rsidRPr="009071AC">
        <w:t>C</w:t>
      </w:r>
      <w:r>
        <w:t>’</w:t>
      </w:r>
      <w:r w:rsidR="00855694" w:rsidRPr="009071AC">
        <w:t>est moi qui l</w:t>
      </w:r>
      <w:r>
        <w:t>’</w:t>
      </w:r>
      <w:r w:rsidR="00855694" w:rsidRPr="009071AC">
        <w:t>ai prise</w:t>
      </w:r>
      <w:r>
        <w:t xml:space="preserve">, </w:t>
      </w:r>
      <w:r w:rsidR="00855694" w:rsidRPr="009071AC">
        <w:t>dit un cocher</w:t>
      </w:r>
      <w:r>
        <w:t>.</w:t>
      </w:r>
    </w:p>
    <w:p w14:paraId="14052496" w14:textId="11B6C7BE" w:rsidR="00F635DB" w:rsidRDefault="00F635DB" w:rsidP="00F635DB">
      <w:r>
        <w:t>M. </w:t>
      </w:r>
      <w:r w:rsidR="00855694" w:rsidRPr="009071AC">
        <w:t>Fortunat s</w:t>
      </w:r>
      <w:r>
        <w:t>’</w:t>
      </w:r>
      <w:r w:rsidR="00855694" w:rsidRPr="009071AC">
        <w:t>avança vers cet homme</w:t>
      </w:r>
      <w:r>
        <w:t xml:space="preserve">, </w:t>
      </w:r>
      <w:r w:rsidR="00855694" w:rsidRPr="009071AC">
        <w:t>les bras ouverts</w:t>
      </w:r>
      <w:r>
        <w:t xml:space="preserve">, </w:t>
      </w:r>
      <w:r w:rsidR="00855694" w:rsidRPr="009071AC">
        <w:t>avec un tel empressement</w:t>
      </w:r>
      <w:r>
        <w:t xml:space="preserve">, </w:t>
      </w:r>
      <w:r w:rsidR="00855694" w:rsidRPr="009071AC">
        <w:t>qu</w:t>
      </w:r>
      <w:r>
        <w:t>’</w:t>
      </w:r>
      <w:r w:rsidR="00855694" w:rsidRPr="009071AC">
        <w:t>on eût juré qu</w:t>
      </w:r>
      <w:r>
        <w:t>’</w:t>
      </w:r>
      <w:r w:rsidR="00855694" w:rsidRPr="009071AC">
        <w:t>il allait lui sauter au cou</w:t>
      </w:r>
      <w:r>
        <w:t>.</w:t>
      </w:r>
    </w:p>
    <w:p w14:paraId="0FFF705D" w14:textId="77777777" w:rsidR="00F635DB" w:rsidRDefault="00F635DB" w:rsidP="00F635DB">
      <w:r>
        <w:t>— </w:t>
      </w:r>
      <w:r w:rsidR="00855694" w:rsidRPr="009071AC">
        <w:t>Ah</w:t>
      </w:r>
      <w:r>
        <w:t xml:space="preserve"> ! </w:t>
      </w:r>
      <w:r w:rsidR="00855694" w:rsidRPr="009071AC">
        <w:t>mon brave</w:t>
      </w:r>
      <w:r>
        <w:t xml:space="preserve"> !… </w:t>
      </w:r>
      <w:r w:rsidR="00855694" w:rsidRPr="009071AC">
        <w:t>criait-il</w:t>
      </w:r>
      <w:r>
        <w:t xml:space="preserve">, </w:t>
      </w:r>
      <w:r w:rsidR="00855694" w:rsidRPr="009071AC">
        <w:t>vous pouvez me sauver la vie</w:t>
      </w:r>
      <w:r>
        <w:t> !…</w:t>
      </w:r>
    </w:p>
    <w:p w14:paraId="1D3DA2A0" w14:textId="77777777" w:rsidR="00F635DB" w:rsidRDefault="00855694" w:rsidP="00F635DB">
      <w:r w:rsidRPr="009071AC">
        <w:t>Le cocher eut un large sourire</w:t>
      </w:r>
      <w:r w:rsidR="00F635DB">
        <w:t xml:space="preserve">… </w:t>
      </w:r>
      <w:r w:rsidRPr="009071AC">
        <w:t>Il pensait que le salut d</w:t>
      </w:r>
      <w:r w:rsidR="00F635DB">
        <w:t>’</w:t>
      </w:r>
      <w:r w:rsidRPr="009071AC">
        <w:t>une existence vaut bien un bon pourboire</w:t>
      </w:r>
      <w:r w:rsidR="00F635DB">
        <w:t>.</w:t>
      </w:r>
    </w:p>
    <w:p w14:paraId="40F72484" w14:textId="77777777" w:rsidR="00F635DB" w:rsidRDefault="00F635DB" w:rsidP="00F635DB">
      <w:r>
        <w:t>— </w:t>
      </w:r>
      <w:r w:rsidR="00855694" w:rsidRPr="009071AC">
        <w:t>Que dois-je faire</w:t>
      </w:r>
      <w:r>
        <w:t xml:space="preserve"> ?… </w:t>
      </w:r>
      <w:r w:rsidR="00855694" w:rsidRPr="009071AC">
        <w:t>interrogea-t-il</w:t>
      </w:r>
      <w:r>
        <w:t>.</w:t>
      </w:r>
    </w:p>
    <w:p w14:paraId="239906C1" w14:textId="77777777" w:rsidR="00F635DB" w:rsidRDefault="00F635DB" w:rsidP="00F635DB">
      <w:r>
        <w:t>— </w:t>
      </w:r>
      <w:r w:rsidR="00855694" w:rsidRPr="009071AC">
        <w:t>Me dire où vous avez conduit cette dame</w:t>
      </w:r>
      <w:r>
        <w:t>.</w:t>
      </w:r>
    </w:p>
    <w:p w14:paraId="0F55B5AD" w14:textId="77777777" w:rsidR="00F635DB" w:rsidRDefault="00F635DB" w:rsidP="00F635DB">
      <w:r>
        <w:t>— </w:t>
      </w:r>
      <w:r w:rsidR="00855694" w:rsidRPr="009071AC">
        <w:t>Je l</w:t>
      </w:r>
      <w:r>
        <w:t>’</w:t>
      </w:r>
      <w:r w:rsidR="00855694" w:rsidRPr="009071AC">
        <w:t>ai menée rue de Berry</w:t>
      </w:r>
      <w:r>
        <w:t>.</w:t>
      </w:r>
    </w:p>
    <w:p w14:paraId="0ED929D2" w14:textId="77777777" w:rsidR="00F635DB" w:rsidRDefault="00F635DB" w:rsidP="00F635DB">
      <w:r>
        <w:t>— </w:t>
      </w:r>
      <w:r w:rsidR="00855694" w:rsidRPr="009071AC">
        <w:t>À quel numéro</w:t>
      </w:r>
      <w:r>
        <w:t> ?</w:t>
      </w:r>
    </w:p>
    <w:p w14:paraId="1C0D58FD" w14:textId="77777777" w:rsidR="00F635DB" w:rsidRDefault="00F635DB" w:rsidP="00F635DB">
      <w:r>
        <w:t>— </w:t>
      </w:r>
      <w:r w:rsidR="00855694" w:rsidRPr="009071AC">
        <w:t>Ah</w:t>
      </w:r>
      <w:r>
        <w:t xml:space="preserve"> !… </w:t>
      </w:r>
      <w:r w:rsidR="00855694" w:rsidRPr="009071AC">
        <w:t>voilà</w:t>
      </w:r>
      <w:r>
        <w:t xml:space="preserve">… </w:t>
      </w:r>
      <w:r w:rsidR="00855694" w:rsidRPr="009071AC">
        <w:t>Je ne sais plus</w:t>
      </w:r>
      <w:r>
        <w:t>…</w:t>
      </w:r>
    </w:p>
    <w:p w14:paraId="0ABFCBCD" w14:textId="6B93B26F" w:rsidR="00F635DB" w:rsidRDefault="00855694" w:rsidP="00F635DB">
      <w:r w:rsidRPr="009071AC">
        <w:t xml:space="preserve">Mais </w:t>
      </w:r>
      <w:r w:rsidR="00F635DB">
        <w:t>M. </w:t>
      </w:r>
      <w:r w:rsidRPr="009071AC">
        <w:t>Fortunat n</w:t>
      </w:r>
      <w:r w:rsidR="00F635DB">
        <w:t>’</w:t>
      </w:r>
      <w:r w:rsidRPr="009071AC">
        <w:t>avait désormais aucune inquiétude</w:t>
      </w:r>
      <w:r w:rsidR="00F635DB">
        <w:t>.</w:t>
      </w:r>
    </w:p>
    <w:p w14:paraId="6A7F5BC0" w14:textId="77777777" w:rsidR="00F635DB" w:rsidRDefault="00F635DB" w:rsidP="00F635DB">
      <w:r>
        <w:t>— </w:t>
      </w:r>
      <w:r w:rsidR="00855694" w:rsidRPr="009071AC">
        <w:t>Bon</w:t>
      </w:r>
      <w:r>
        <w:t xml:space="preserve"> !… </w:t>
      </w:r>
      <w:r w:rsidR="00855694" w:rsidRPr="009071AC">
        <w:t>fit-il</w:t>
      </w:r>
      <w:r>
        <w:t xml:space="preserve">, </w:t>
      </w:r>
      <w:r w:rsidR="00855694" w:rsidRPr="009071AC">
        <w:t>vous l</w:t>
      </w:r>
      <w:r>
        <w:t>’</w:t>
      </w:r>
      <w:r w:rsidR="00855694" w:rsidRPr="009071AC">
        <w:t>avez oublié</w:t>
      </w:r>
      <w:r>
        <w:t xml:space="preserve">… </w:t>
      </w:r>
      <w:r w:rsidR="00855694" w:rsidRPr="009071AC">
        <w:t>cela se conçoit</w:t>
      </w:r>
      <w:r>
        <w:t xml:space="preserve">. </w:t>
      </w:r>
      <w:r w:rsidR="00855694" w:rsidRPr="009071AC">
        <w:t>Mais vous reconnaîtriez bien la maison</w:t>
      </w:r>
      <w:r>
        <w:t> ?</w:t>
      </w:r>
    </w:p>
    <w:p w14:paraId="30FB1DAA" w14:textId="77777777" w:rsidR="00F635DB" w:rsidRDefault="00F635DB" w:rsidP="00F635DB">
      <w:r>
        <w:t>— </w:t>
      </w:r>
      <w:r w:rsidR="00855694" w:rsidRPr="009071AC">
        <w:t>Pour cela</w:t>
      </w:r>
      <w:r>
        <w:t xml:space="preserve">, </w:t>
      </w:r>
      <w:r w:rsidR="00855694" w:rsidRPr="009071AC">
        <w:t>oui</w:t>
      </w:r>
      <w:r>
        <w:t>.</w:t>
      </w:r>
    </w:p>
    <w:p w14:paraId="24C0ED95" w14:textId="77777777" w:rsidR="00F635DB" w:rsidRDefault="00F635DB" w:rsidP="00F635DB">
      <w:r>
        <w:t>— </w:t>
      </w:r>
      <w:r w:rsidR="00855694" w:rsidRPr="009071AC">
        <w:t>Voulez-vous m</w:t>
      </w:r>
      <w:r>
        <w:t>’</w:t>
      </w:r>
      <w:r w:rsidR="00855694" w:rsidRPr="009071AC">
        <w:t>y conduire</w:t>
      </w:r>
      <w:r>
        <w:t> ?</w:t>
      </w:r>
    </w:p>
    <w:p w14:paraId="4CA76EF0" w14:textId="77777777" w:rsidR="00F635DB" w:rsidRDefault="00F635DB" w:rsidP="00F635DB">
      <w:r>
        <w:t>— </w:t>
      </w:r>
      <w:r w:rsidR="00855694" w:rsidRPr="009071AC">
        <w:t>Certainement</w:t>
      </w:r>
      <w:r>
        <w:t xml:space="preserve">, </w:t>
      </w:r>
      <w:r w:rsidR="00855694" w:rsidRPr="009071AC">
        <w:t>bourgeois</w:t>
      </w:r>
      <w:r>
        <w:t xml:space="preserve">. </w:t>
      </w:r>
      <w:r w:rsidR="00855694" w:rsidRPr="009071AC">
        <w:t>Tenez</w:t>
      </w:r>
      <w:r>
        <w:t xml:space="preserve">, </w:t>
      </w:r>
      <w:r w:rsidR="00855694" w:rsidRPr="009071AC">
        <w:t>voici ma voiture</w:t>
      </w:r>
      <w:r>
        <w:t xml:space="preserve">, </w:t>
      </w:r>
      <w:r w:rsidR="00855694" w:rsidRPr="009071AC">
        <w:t>montez</w:t>
      </w:r>
      <w:r>
        <w:t>.</w:t>
      </w:r>
    </w:p>
    <w:p w14:paraId="1A1ED656" w14:textId="77777777" w:rsidR="00F635DB" w:rsidRDefault="00855694" w:rsidP="00F635DB">
      <w:r w:rsidRPr="009071AC">
        <w:lastRenderedPageBreak/>
        <w:t>Le chasseur d</w:t>
      </w:r>
      <w:r w:rsidR="00F635DB">
        <w:t>’</w:t>
      </w:r>
      <w:r w:rsidRPr="009071AC">
        <w:t>héritages monta</w:t>
      </w:r>
      <w:r w:rsidR="00F635DB">
        <w:t xml:space="preserve">, </w:t>
      </w:r>
      <w:r w:rsidRPr="009071AC">
        <w:t>et c</w:t>
      </w:r>
      <w:r w:rsidR="00F635DB">
        <w:t>’</w:t>
      </w:r>
      <w:r w:rsidRPr="009071AC">
        <w:t>est seulement quand le cocher eut fouetté son cheval</w:t>
      </w:r>
      <w:r w:rsidR="00F635DB">
        <w:t xml:space="preserve">, </w:t>
      </w:r>
      <w:r w:rsidRPr="009071AC">
        <w:t>que l</w:t>
      </w:r>
      <w:r w:rsidR="00F635DB">
        <w:t>’</w:t>
      </w:r>
      <w:r w:rsidRPr="009071AC">
        <w:t>hôtelier regagna son bureau</w:t>
      </w:r>
      <w:r w:rsidR="00F635DB">
        <w:t>.</w:t>
      </w:r>
    </w:p>
    <w:p w14:paraId="31AC5458" w14:textId="77777777" w:rsidR="00F635DB" w:rsidRDefault="00F635DB" w:rsidP="00F635DB">
      <w:r>
        <w:t>— </w:t>
      </w:r>
      <w:r w:rsidR="00855694" w:rsidRPr="009071AC">
        <w:t>Ce gaillard-là doit être un mouchard</w:t>
      </w:r>
      <w:r>
        <w:t xml:space="preserve">, </w:t>
      </w:r>
      <w:r w:rsidR="00855694" w:rsidRPr="009071AC">
        <w:t>dit-il à sa femme</w:t>
      </w:r>
      <w:r>
        <w:t>.</w:t>
      </w:r>
    </w:p>
    <w:p w14:paraId="32DC82D4" w14:textId="77777777" w:rsidR="00F635DB" w:rsidRDefault="00F635DB" w:rsidP="00F635DB">
      <w:r>
        <w:t>— </w:t>
      </w:r>
      <w:r w:rsidR="00855694" w:rsidRPr="009071AC">
        <w:t>C</w:t>
      </w:r>
      <w:r>
        <w:t>’</w:t>
      </w:r>
      <w:r w:rsidR="00855694" w:rsidRPr="009071AC">
        <w:t>est bien mon avis</w:t>
      </w:r>
      <w:r>
        <w:t>.</w:t>
      </w:r>
    </w:p>
    <w:p w14:paraId="4EFF48C1" w14:textId="77777777" w:rsidR="00F635DB" w:rsidRDefault="00F635DB" w:rsidP="00F635DB">
      <w:r>
        <w:t>— </w:t>
      </w:r>
      <w:r w:rsidR="00855694" w:rsidRPr="009071AC">
        <w:t>Il est singulier que nous ne le connaissions pas</w:t>
      </w:r>
      <w:r>
        <w:t xml:space="preserve">… </w:t>
      </w:r>
      <w:r w:rsidR="00855694" w:rsidRPr="009071AC">
        <w:t>Enfin</w:t>
      </w:r>
      <w:r>
        <w:t xml:space="preserve">, </w:t>
      </w:r>
      <w:r w:rsidR="00855694" w:rsidRPr="009071AC">
        <w:t>il est peut-être nouveau</w:t>
      </w:r>
      <w:r>
        <w:t>.</w:t>
      </w:r>
    </w:p>
    <w:p w14:paraId="620E4880" w14:textId="256F40F9" w:rsidR="00F635DB" w:rsidRDefault="00855694" w:rsidP="00F635DB">
      <w:r w:rsidRPr="009071AC">
        <w:t>Qu</w:t>
      </w:r>
      <w:r w:rsidR="00F635DB">
        <w:t>’</w:t>
      </w:r>
      <w:r w:rsidRPr="009071AC">
        <w:t xml:space="preserve">importait à </w:t>
      </w:r>
      <w:r w:rsidR="00F635DB">
        <w:t>M. </w:t>
      </w:r>
      <w:r w:rsidRPr="009071AC">
        <w:t>Fortunat l</w:t>
      </w:r>
      <w:r w:rsidR="00F635DB">
        <w:t>’</w:t>
      </w:r>
      <w:r w:rsidRPr="009071AC">
        <w:t>opinion qu</w:t>
      </w:r>
      <w:r w:rsidR="00F635DB">
        <w:t>’</w:t>
      </w:r>
      <w:r w:rsidRPr="009071AC">
        <w:t>il laissait de lui dans une maison où il ne pensait pas remettre jamais les pieds</w:t>
      </w:r>
      <w:r w:rsidR="00F635DB">
        <w:t>.</w:t>
      </w:r>
    </w:p>
    <w:p w14:paraId="7CBA8CAE" w14:textId="77777777" w:rsidR="00F635DB" w:rsidRDefault="00855694" w:rsidP="00F635DB">
      <w:r w:rsidRPr="009071AC">
        <w:t>L</w:t>
      </w:r>
      <w:r w:rsidR="00F635DB">
        <w:t>’</w:t>
      </w:r>
      <w:r w:rsidRPr="009071AC">
        <w:t>essentiel</w:t>
      </w:r>
      <w:r w:rsidR="00F635DB">
        <w:t xml:space="preserve">, </w:t>
      </w:r>
      <w:r w:rsidRPr="009071AC">
        <w:t>c</w:t>
      </w:r>
      <w:r w:rsidR="00F635DB">
        <w:t>’</w:t>
      </w:r>
      <w:r w:rsidRPr="009071AC">
        <w:t>est qu</w:t>
      </w:r>
      <w:r w:rsidR="00F635DB">
        <w:t>’</w:t>
      </w:r>
      <w:r w:rsidRPr="009071AC">
        <w:t>il tenait tous ses renseignements</w:t>
      </w:r>
      <w:r w:rsidR="00F635DB">
        <w:t xml:space="preserve"> ; </w:t>
      </w:r>
      <w:r w:rsidRPr="009071AC">
        <w:t>il avait jusqu</w:t>
      </w:r>
      <w:r w:rsidR="00F635DB">
        <w:t>’</w:t>
      </w:r>
      <w:r w:rsidRPr="009071AC">
        <w:t>au signalement de la dame</w:t>
      </w:r>
      <w:r w:rsidR="00F635DB">
        <w:t xml:space="preserve">, </w:t>
      </w:r>
      <w:r w:rsidRPr="009071AC">
        <w:t>et il se sentait sur la piste</w:t>
      </w:r>
      <w:r w:rsidR="00F635DB">
        <w:t>.</w:t>
      </w:r>
    </w:p>
    <w:p w14:paraId="60EEC783" w14:textId="77777777" w:rsidR="00F635DB" w:rsidRDefault="00855694" w:rsidP="00F635DB">
      <w:r w:rsidRPr="009071AC">
        <w:t>Aussi</w:t>
      </w:r>
      <w:r w:rsidR="00F635DB">
        <w:t xml:space="preserve">, </w:t>
      </w:r>
      <w:r w:rsidRPr="009071AC">
        <w:t>étendu dans sa voiture</w:t>
      </w:r>
      <w:r w:rsidR="00F635DB">
        <w:t xml:space="preserve">, </w:t>
      </w:r>
      <w:r w:rsidRPr="009071AC">
        <w:t>qui était on ne peut plus douce</w:t>
      </w:r>
      <w:r w:rsidR="00F635DB">
        <w:t xml:space="preserve">, </w:t>
      </w:r>
      <w:r w:rsidRPr="009071AC">
        <w:t>il se réjouissait de ce succès d</w:t>
      </w:r>
      <w:r w:rsidR="00F635DB">
        <w:t>’</w:t>
      </w:r>
      <w:r w:rsidRPr="009071AC">
        <w:t>heureux présage au début de ses investigations</w:t>
      </w:r>
      <w:r w:rsidR="00F635DB">
        <w:t>…</w:t>
      </w:r>
    </w:p>
    <w:p w14:paraId="27C78228" w14:textId="77777777" w:rsidR="00F635DB" w:rsidRDefault="00855694" w:rsidP="00F635DB">
      <w:r w:rsidRPr="009071AC">
        <w:t>Mais la voiture ne tarda pas à arriver rue de Berry</w:t>
      </w:r>
      <w:r w:rsidR="00F635DB">
        <w:t xml:space="preserve">, </w:t>
      </w:r>
      <w:r w:rsidRPr="009071AC">
        <w:t>bientôt elle s</w:t>
      </w:r>
      <w:r w:rsidR="00F635DB">
        <w:t>’</w:t>
      </w:r>
      <w:r w:rsidRPr="009071AC">
        <w:t>arrêta devant un charmant petit hôtel</w:t>
      </w:r>
      <w:r w:rsidR="00F635DB">
        <w:t xml:space="preserve">, </w:t>
      </w:r>
      <w:r w:rsidRPr="009071AC">
        <w:t>et le cocher</w:t>
      </w:r>
      <w:r w:rsidR="00F635DB">
        <w:t xml:space="preserve">, </w:t>
      </w:r>
      <w:r w:rsidRPr="009071AC">
        <w:t>se penchant à la portière</w:t>
      </w:r>
      <w:r w:rsidR="00F635DB">
        <w:t xml:space="preserve">, </w:t>
      </w:r>
      <w:r w:rsidRPr="009071AC">
        <w:t>dit</w:t>
      </w:r>
      <w:r w:rsidR="00F635DB">
        <w:t> :</w:t>
      </w:r>
    </w:p>
    <w:p w14:paraId="40A2C3B2" w14:textId="77777777" w:rsidR="00F635DB" w:rsidRDefault="00F635DB" w:rsidP="00F635DB">
      <w:r>
        <w:t>— </w:t>
      </w:r>
      <w:r w:rsidR="00855694" w:rsidRPr="009071AC">
        <w:t>Nous sommes arrivés</w:t>
      </w:r>
      <w:r>
        <w:t xml:space="preserve">, </w:t>
      </w:r>
      <w:r w:rsidR="00855694" w:rsidRPr="009071AC">
        <w:t>bourgeois</w:t>
      </w:r>
      <w:r>
        <w:t>.</w:t>
      </w:r>
    </w:p>
    <w:p w14:paraId="3A89ED69" w14:textId="3385EA09" w:rsidR="00F635DB" w:rsidRDefault="00855694" w:rsidP="00F635DB">
      <w:r w:rsidRPr="009071AC">
        <w:t>Lestement</w:t>
      </w:r>
      <w:r w:rsidR="00F635DB">
        <w:t>, M. </w:t>
      </w:r>
      <w:r w:rsidRPr="009071AC">
        <w:t>Fortunat sauta sur le trottoir et mit cinq francs dans la main du cocher</w:t>
      </w:r>
      <w:r w:rsidR="00F635DB">
        <w:t xml:space="preserve">, </w:t>
      </w:r>
      <w:r w:rsidRPr="009071AC">
        <w:t>lequel s</w:t>
      </w:r>
      <w:r w:rsidR="00F635DB">
        <w:t>’</w:t>
      </w:r>
      <w:r w:rsidRPr="009071AC">
        <w:t>éloigna en grognant et en jurant</w:t>
      </w:r>
      <w:r w:rsidR="00F635DB">
        <w:t xml:space="preserve">, </w:t>
      </w:r>
      <w:r w:rsidRPr="009071AC">
        <w:t>estimant que la récompense était maigre</w:t>
      </w:r>
      <w:r w:rsidR="00F635DB">
        <w:t xml:space="preserve">, </w:t>
      </w:r>
      <w:r w:rsidRPr="009071AC">
        <w:t>venant d</w:t>
      </w:r>
      <w:r w:rsidR="00F635DB">
        <w:t>’</w:t>
      </w:r>
      <w:r w:rsidRPr="009071AC">
        <w:t>un homme auquel</w:t>
      </w:r>
      <w:r w:rsidR="00F635DB">
        <w:t xml:space="preserve">, </w:t>
      </w:r>
      <w:r w:rsidRPr="009071AC">
        <w:t>de son aveu même</w:t>
      </w:r>
      <w:r w:rsidR="00F635DB">
        <w:t xml:space="preserve">, </w:t>
      </w:r>
      <w:r w:rsidRPr="009071AC">
        <w:t>on sauvait la vie</w:t>
      </w:r>
      <w:r w:rsidR="00F635DB">
        <w:t>.</w:t>
      </w:r>
    </w:p>
    <w:p w14:paraId="4ED47848" w14:textId="77777777" w:rsidR="00F635DB" w:rsidRDefault="00855694" w:rsidP="00F635DB">
      <w:r w:rsidRPr="009071AC">
        <w:t>L</w:t>
      </w:r>
      <w:r w:rsidR="00F635DB">
        <w:t>’</w:t>
      </w:r>
      <w:r w:rsidRPr="009071AC">
        <w:t>autre n</w:t>
      </w:r>
      <w:r w:rsidR="00F635DB">
        <w:t>’</w:t>
      </w:r>
      <w:r w:rsidRPr="009071AC">
        <w:t>entendit certes pas</w:t>
      </w:r>
      <w:r w:rsidR="00F635DB">
        <w:t xml:space="preserve">. </w:t>
      </w:r>
      <w:r w:rsidRPr="009071AC">
        <w:t>Immobile à la place même où il avait sauté</w:t>
      </w:r>
      <w:r w:rsidR="00F635DB">
        <w:t xml:space="preserve">, </w:t>
      </w:r>
      <w:r w:rsidRPr="009071AC">
        <w:t>il examinait l</w:t>
      </w:r>
      <w:r w:rsidR="00F635DB">
        <w:t>’</w:t>
      </w:r>
      <w:r w:rsidRPr="009071AC">
        <w:t>hôtel de toute la force de son attention</w:t>
      </w:r>
      <w:r w:rsidR="00F635DB">
        <w:t>.</w:t>
      </w:r>
    </w:p>
    <w:p w14:paraId="3D76E20B" w14:textId="77777777" w:rsidR="00F635DB" w:rsidRDefault="00F635DB" w:rsidP="00F635DB">
      <w:r>
        <w:lastRenderedPageBreak/>
        <w:t>— </w:t>
      </w:r>
      <w:r w:rsidR="00855694" w:rsidRPr="009071AC">
        <w:t>C</w:t>
      </w:r>
      <w:r>
        <w:t>’</w:t>
      </w:r>
      <w:r w:rsidR="00855694" w:rsidRPr="009071AC">
        <w:t>est donc là qu</w:t>
      </w:r>
      <w:r>
        <w:t>’</w:t>
      </w:r>
      <w:r w:rsidR="00855694" w:rsidRPr="009071AC">
        <w:t>elle demeure</w:t>
      </w:r>
      <w:r>
        <w:t xml:space="preserve">, </w:t>
      </w:r>
      <w:r w:rsidR="00855694" w:rsidRPr="009071AC">
        <w:t>murmurait-il</w:t>
      </w:r>
      <w:r>
        <w:t xml:space="preserve">, </w:t>
      </w:r>
      <w:r w:rsidR="00855694" w:rsidRPr="009071AC">
        <w:t>c</w:t>
      </w:r>
      <w:r>
        <w:t>’</w:t>
      </w:r>
      <w:r w:rsidR="00855694" w:rsidRPr="009071AC">
        <w:t>est là</w:t>
      </w:r>
      <w:r>
        <w:t xml:space="preserve"> !… </w:t>
      </w:r>
      <w:r w:rsidR="00855694" w:rsidRPr="009071AC">
        <w:t>Mais je ne puis me présenter ainsi de but en blanc</w:t>
      </w:r>
      <w:r>
        <w:t xml:space="preserve">, </w:t>
      </w:r>
      <w:r w:rsidR="00855694" w:rsidRPr="009071AC">
        <w:t>sans même savoir quel nom elle porte</w:t>
      </w:r>
      <w:r>
        <w:t xml:space="preserve">… </w:t>
      </w:r>
      <w:r w:rsidR="00855694" w:rsidRPr="009071AC">
        <w:t>Il faut que je m</w:t>
      </w:r>
      <w:r>
        <w:t>’</w:t>
      </w:r>
      <w:r w:rsidR="00855694" w:rsidRPr="009071AC">
        <w:t>informe</w:t>
      </w:r>
      <w:r>
        <w:t>…</w:t>
      </w:r>
    </w:p>
    <w:p w14:paraId="3AEF9EC0" w14:textId="77777777" w:rsidR="00F635DB" w:rsidRDefault="00855694" w:rsidP="00F635DB">
      <w:r w:rsidRPr="009071AC">
        <w:t>À cinquante pas était la boutique d</w:t>
      </w:r>
      <w:r w:rsidR="00F635DB">
        <w:t>’</w:t>
      </w:r>
      <w:r w:rsidRPr="009071AC">
        <w:t>un marchand de vin</w:t>
      </w:r>
      <w:r w:rsidR="00F635DB">
        <w:t xml:space="preserve"> ; </w:t>
      </w:r>
      <w:r w:rsidRPr="009071AC">
        <w:t>il y courut et se fit servir un verre de sirop de groseille</w:t>
      </w:r>
      <w:r w:rsidR="00F635DB">
        <w:t>.</w:t>
      </w:r>
    </w:p>
    <w:p w14:paraId="381812D8" w14:textId="77777777" w:rsidR="00F635DB" w:rsidRDefault="00855694" w:rsidP="00F635DB">
      <w:r w:rsidRPr="009071AC">
        <w:t>Puis</w:t>
      </w:r>
      <w:r w:rsidR="00F635DB">
        <w:t xml:space="preserve">, </w:t>
      </w:r>
      <w:r w:rsidRPr="009071AC">
        <w:t>tout en buvant à petits coups</w:t>
      </w:r>
      <w:r w:rsidR="00F635DB">
        <w:t xml:space="preserve">, </w:t>
      </w:r>
      <w:r w:rsidRPr="009071AC">
        <w:t>de l</w:t>
      </w:r>
      <w:r w:rsidR="00F635DB">
        <w:t>’</w:t>
      </w:r>
      <w:r w:rsidRPr="009071AC">
        <w:t>air le plus indifférent qu</w:t>
      </w:r>
      <w:r w:rsidR="00F635DB">
        <w:t>’</w:t>
      </w:r>
      <w:r w:rsidRPr="009071AC">
        <w:t>il put prendre</w:t>
      </w:r>
      <w:r w:rsidR="00F635DB">
        <w:t xml:space="preserve">, </w:t>
      </w:r>
      <w:r w:rsidRPr="009071AC">
        <w:t>il montra l</w:t>
      </w:r>
      <w:r w:rsidR="00F635DB">
        <w:t>’</w:t>
      </w:r>
      <w:r w:rsidRPr="009071AC">
        <w:t>hôtel en demandant</w:t>
      </w:r>
      <w:r w:rsidR="00F635DB">
        <w:t> :</w:t>
      </w:r>
    </w:p>
    <w:p w14:paraId="6FC6B9B4" w14:textId="77777777" w:rsidR="00F635DB" w:rsidRDefault="00F635DB" w:rsidP="00F635DB">
      <w:r>
        <w:t>— </w:t>
      </w:r>
      <w:r w:rsidR="00855694" w:rsidRPr="009071AC">
        <w:t>À qui donc cette ravissante habitation</w:t>
      </w:r>
      <w:r>
        <w:t> ?</w:t>
      </w:r>
    </w:p>
    <w:p w14:paraId="6707BCBA" w14:textId="3D19E032" w:rsidR="00F635DB" w:rsidRDefault="00F635DB" w:rsidP="00F635DB">
      <w:r>
        <w:t>— </w:t>
      </w:r>
      <w:r w:rsidR="00855694" w:rsidRPr="009071AC">
        <w:t xml:space="preserve">À </w:t>
      </w:r>
      <w:r>
        <w:t>M</w:t>
      </w:r>
      <w:r w:rsidRPr="00F635DB">
        <w:rPr>
          <w:vertAlign w:val="superscript"/>
        </w:rPr>
        <w:t>me</w:t>
      </w:r>
      <w:r>
        <w:t> </w:t>
      </w:r>
      <w:r w:rsidR="00855694" w:rsidRPr="009071AC">
        <w:t>Lia d</w:t>
      </w:r>
      <w:r>
        <w:t>’</w:t>
      </w:r>
      <w:r w:rsidR="00855694" w:rsidRPr="009071AC">
        <w:t>Argelès</w:t>
      </w:r>
      <w:r>
        <w:t xml:space="preserve">, </w:t>
      </w:r>
      <w:r w:rsidR="00855694" w:rsidRPr="009071AC">
        <w:t>répondit le marchand de vin</w:t>
      </w:r>
      <w:r>
        <w:t>.</w:t>
      </w:r>
    </w:p>
    <w:p w14:paraId="66025EDF" w14:textId="77777777" w:rsidR="00F635DB" w:rsidRDefault="00855694" w:rsidP="00F635DB">
      <w:r w:rsidRPr="009071AC">
        <w:t>Le guetteur d</w:t>
      </w:r>
      <w:r w:rsidR="00F635DB">
        <w:t>’</w:t>
      </w:r>
      <w:r w:rsidRPr="009071AC">
        <w:t>héritages tressaillit</w:t>
      </w:r>
      <w:r w:rsidR="00F635DB">
        <w:t>.</w:t>
      </w:r>
    </w:p>
    <w:p w14:paraId="54F3C0BC" w14:textId="6A2A0F82" w:rsidR="00F635DB" w:rsidRDefault="00855694" w:rsidP="00F635DB">
      <w:r w:rsidRPr="009071AC">
        <w:t>C</w:t>
      </w:r>
      <w:r w:rsidR="00F635DB">
        <w:t>’</w:t>
      </w:r>
      <w:r w:rsidRPr="009071AC">
        <w:t>était bien là</w:t>
      </w:r>
      <w:r w:rsidR="00F635DB">
        <w:t xml:space="preserve">, </w:t>
      </w:r>
      <w:r w:rsidRPr="009071AC">
        <w:t>il se le rappelait</w:t>
      </w:r>
      <w:r w:rsidR="00F635DB">
        <w:t xml:space="preserve">, </w:t>
      </w:r>
      <w:r w:rsidRPr="009071AC">
        <w:t>le nom qu</w:t>
      </w:r>
      <w:r w:rsidR="00F635DB">
        <w:t>’</w:t>
      </w:r>
      <w:r w:rsidRPr="009071AC">
        <w:t xml:space="preserve">avait prononcé le marquis de </w:t>
      </w:r>
      <w:proofErr w:type="spellStart"/>
      <w:r w:rsidRPr="009071AC">
        <w:t>Valorsay</w:t>
      </w:r>
      <w:proofErr w:type="spellEnd"/>
      <w:r w:rsidRPr="009071AC">
        <w:t xml:space="preserve"> quand il avait avoué l</w:t>
      </w:r>
      <w:r w:rsidR="00F635DB">
        <w:t>’</w:t>
      </w:r>
      <w:r w:rsidRPr="009071AC">
        <w:t>abominable guet-apens dont il était l</w:t>
      </w:r>
      <w:r w:rsidR="00F635DB">
        <w:t>’</w:t>
      </w:r>
      <w:r w:rsidRPr="009071AC">
        <w:t>auteur</w:t>
      </w:r>
      <w:r w:rsidR="00F635DB">
        <w:t xml:space="preserve">… </w:t>
      </w:r>
      <w:r w:rsidRPr="009071AC">
        <w:t>C</w:t>
      </w:r>
      <w:r w:rsidR="00F635DB">
        <w:t>’</w:t>
      </w:r>
      <w:r w:rsidRPr="009071AC">
        <w:t>était chez cette femme que l</w:t>
      </w:r>
      <w:r w:rsidR="00F635DB">
        <w:t>’</w:t>
      </w:r>
      <w:r w:rsidRPr="009071AC">
        <w:t xml:space="preserve">homme aimé de </w:t>
      </w:r>
      <w:r w:rsidR="00F635DB">
        <w:t>M</w:t>
      </w:r>
      <w:r w:rsidR="00F635DB" w:rsidRPr="00F635DB">
        <w:rPr>
          <w:vertAlign w:val="superscript"/>
        </w:rPr>
        <w:t>lle</w:t>
      </w:r>
      <w:r w:rsidR="00F635DB">
        <w:t> </w:t>
      </w:r>
      <w:r w:rsidRPr="009071AC">
        <w:t>Marguerite avait laissé son honneur</w:t>
      </w:r>
      <w:r w:rsidR="00F635DB">
        <w:t> !…</w:t>
      </w:r>
    </w:p>
    <w:p w14:paraId="77C2A119" w14:textId="77777777" w:rsidR="00F635DB" w:rsidRDefault="00855694" w:rsidP="00F635DB">
      <w:r w:rsidRPr="009071AC">
        <w:t>Cependant</w:t>
      </w:r>
      <w:r w:rsidR="00F635DB">
        <w:t xml:space="preserve">, </w:t>
      </w:r>
      <w:r w:rsidRPr="009071AC">
        <w:t>il sut dissimuler sa stupéfaction</w:t>
      </w:r>
      <w:r w:rsidR="00F635DB">
        <w:t xml:space="preserve">, </w:t>
      </w:r>
      <w:r w:rsidRPr="009071AC">
        <w:t>et d</w:t>
      </w:r>
      <w:r w:rsidR="00F635DB">
        <w:t>’</w:t>
      </w:r>
      <w:r w:rsidRPr="009071AC">
        <w:t>un ton plein de candeur</w:t>
      </w:r>
      <w:r w:rsidR="00F635DB">
        <w:t> :</w:t>
      </w:r>
    </w:p>
    <w:p w14:paraId="459BDE07" w14:textId="77777777" w:rsidR="00F635DB" w:rsidRDefault="00F635DB" w:rsidP="00F635DB">
      <w:r>
        <w:t>— </w:t>
      </w:r>
      <w:r w:rsidR="00855694" w:rsidRPr="009071AC">
        <w:t>Un beau nom</w:t>
      </w:r>
      <w:r>
        <w:t xml:space="preserve"> !… </w:t>
      </w:r>
      <w:r w:rsidR="00855694" w:rsidRPr="009071AC">
        <w:t>prononça-t-il</w:t>
      </w:r>
      <w:r>
        <w:t xml:space="preserve">. </w:t>
      </w:r>
      <w:r w:rsidR="00855694" w:rsidRPr="009071AC">
        <w:t xml:space="preserve">Et que </w:t>
      </w:r>
      <w:proofErr w:type="spellStart"/>
      <w:r w:rsidR="00855694" w:rsidRPr="009071AC">
        <w:t>fait-elle</w:t>
      </w:r>
      <w:proofErr w:type="spellEnd"/>
      <w:r>
        <w:t xml:space="preserve">, </w:t>
      </w:r>
      <w:r w:rsidR="00855694" w:rsidRPr="009071AC">
        <w:t>cette dame</w:t>
      </w:r>
      <w:r>
        <w:t> ?…</w:t>
      </w:r>
    </w:p>
    <w:p w14:paraId="590CA5D6" w14:textId="77777777" w:rsidR="00F635DB" w:rsidRDefault="00F635DB" w:rsidP="00F635DB">
      <w:r>
        <w:t>— </w:t>
      </w:r>
      <w:r w:rsidR="00855694" w:rsidRPr="009071AC">
        <w:t>Ah</w:t>
      </w:r>
      <w:r>
        <w:t xml:space="preserve"> !… </w:t>
      </w:r>
      <w:r w:rsidR="00855694" w:rsidRPr="009071AC">
        <w:t>ma foi</w:t>
      </w:r>
      <w:r>
        <w:t xml:space="preserve">… </w:t>
      </w:r>
      <w:r w:rsidR="00855694" w:rsidRPr="009071AC">
        <w:t>elle s</w:t>
      </w:r>
      <w:r>
        <w:t>’</w:t>
      </w:r>
      <w:r w:rsidR="00855694" w:rsidRPr="009071AC">
        <w:t>amuse</w:t>
      </w:r>
      <w:r>
        <w:t>…</w:t>
      </w:r>
    </w:p>
    <w:p w14:paraId="00CA552B" w14:textId="703141AE" w:rsidR="00F635DB" w:rsidRDefault="00F635DB" w:rsidP="00F635DB">
      <w:r>
        <w:t>M. </w:t>
      </w:r>
      <w:r w:rsidR="00855694" w:rsidRPr="009071AC">
        <w:t>Fortunat parut ébloui</w:t>
      </w:r>
      <w:r>
        <w:t>.</w:t>
      </w:r>
    </w:p>
    <w:p w14:paraId="31DECD3E" w14:textId="77777777" w:rsidR="00F635DB" w:rsidRDefault="00F635DB" w:rsidP="00F635DB">
      <w:r>
        <w:t>— </w:t>
      </w:r>
      <w:r w:rsidR="00855694" w:rsidRPr="009071AC">
        <w:t>Peste</w:t>
      </w:r>
      <w:r>
        <w:t xml:space="preserve"> !… </w:t>
      </w:r>
      <w:r w:rsidR="00855694" w:rsidRPr="009071AC">
        <w:t>il faut qu</w:t>
      </w:r>
      <w:r>
        <w:t>’</w:t>
      </w:r>
      <w:r w:rsidR="00855694" w:rsidRPr="009071AC">
        <w:t>elle s</w:t>
      </w:r>
      <w:r>
        <w:t>’</w:t>
      </w:r>
      <w:r w:rsidR="00855694" w:rsidRPr="009071AC">
        <w:t xml:space="preserve">amuse beaucoup pour </w:t>
      </w:r>
      <w:proofErr w:type="gramStart"/>
      <w:r w:rsidR="00855694" w:rsidRPr="009071AC">
        <w:t>avoir</w:t>
      </w:r>
      <w:proofErr w:type="gramEnd"/>
      <w:r w:rsidR="00855694" w:rsidRPr="009071AC">
        <w:t xml:space="preserve"> une pareille maison</w:t>
      </w:r>
      <w:r>
        <w:t xml:space="preserve"> !… </w:t>
      </w:r>
      <w:r w:rsidR="00855694" w:rsidRPr="009071AC">
        <w:t>Est-elle jolie au moins</w:t>
      </w:r>
      <w:r>
        <w:t> ?…</w:t>
      </w:r>
    </w:p>
    <w:p w14:paraId="4FDD7776" w14:textId="77777777" w:rsidR="00F635DB" w:rsidRDefault="00F635DB" w:rsidP="00F635DB">
      <w:r>
        <w:t>— </w:t>
      </w:r>
      <w:r w:rsidR="00855694" w:rsidRPr="009071AC">
        <w:t>Cela dépend des goûts</w:t>
      </w:r>
      <w:r>
        <w:t xml:space="preserve">… </w:t>
      </w:r>
      <w:r w:rsidR="00855694" w:rsidRPr="009071AC">
        <w:t>Elle n</w:t>
      </w:r>
      <w:r>
        <w:t>’</w:t>
      </w:r>
      <w:r w:rsidR="00855694" w:rsidRPr="009071AC">
        <w:t>est plus jeune en tout cas</w:t>
      </w:r>
      <w:r>
        <w:t xml:space="preserve">… </w:t>
      </w:r>
      <w:r w:rsidR="00855694" w:rsidRPr="009071AC">
        <w:t>Mais elle a des cheveux blonds superbes</w:t>
      </w:r>
      <w:r>
        <w:t xml:space="preserve">… </w:t>
      </w:r>
      <w:r w:rsidR="00855694" w:rsidRPr="009071AC">
        <w:t>Et blanche qu</w:t>
      </w:r>
      <w:r>
        <w:t>’</w:t>
      </w:r>
      <w:r w:rsidR="00855694" w:rsidRPr="009071AC">
        <w:t>elle est</w:t>
      </w:r>
      <w:r>
        <w:t xml:space="preserve">… </w:t>
      </w:r>
      <w:r w:rsidR="00855694" w:rsidRPr="009071AC">
        <w:t>Comme la neige</w:t>
      </w:r>
      <w:r>
        <w:t xml:space="preserve">, </w:t>
      </w:r>
      <w:r w:rsidR="00855694" w:rsidRPr="009071AC">
        <w:t>monsieur</w:t>
      </w:r>
      <w:r>
        <w:t xml:space="preserve">, </w:t>
      </w:r>
      <w:r w:rsidR="00855694" w:rsidRPr="009071AC">
        <w:t>comme la neige</w:t>
      </w:r>
      <w:r>
        <w:t xml:space="preserve">… </w:t>
      </w:r>
      <w:r w:rsidR="00855694" w:rsidRPr="009071AC">
        <w:lastRenderedPageBreak/>
        <w:t>Bonne personne d</w:t>
      </w:r>
      <w:r>
        <w:t>’</w:t>
      </w:r>
      <w:r w:rsidR="00855694" w:rsidRPr="009071AC">
        <w:t>ailleurs</w:t>
      </w:r>
      <w:r>
        <w:t xml:space="preserve">, </w:t>
      </w:r>
      <w:r w:rsidR="00855694" w:rsidRPr="009071AC">
        <w:t>et tout ce qu</w:t>
      </w:r>
      <w:r>
        <w:t>’</w:t>
      </w:r>
      <w:r w:rsidR="00855694" w:rsidRPr="009071AC">
        <w:t>il y a de plus distingué</w:t>
      </w:r>
      <w:r>
        <w:t xml:space="preserve">… </w:t>
      </w:r>
      <w:r w:rsidR="00855694" w:rsidRPr="009071AC">
        <w:t>payant tout comptant</w:t>
      </w:r>
      <w:r>
        <w:t xml:space="preserve">, </w:t>
      </w:r>
      <w:r w:rsidR="00855694" w:rsidRPr="009071AC">
        <w:t>rubis sur l</w:t>
      </w:r>
      <w:r>
        <w:t>’</w:t>
      </w:r>
      <w:r w:rsidR="00855694" w:rsidRPr="009071AC">
        <w:t>ongle</w:t>
      </w:r>
      <w:r>
        <w:t>…</w:t>
      </w:r>
    </w:p>
    <w:p w14:paraId="7E4EEFDA" w14:textId="77777777" w:rsidR="00F635DB" w:rsidRDefault="00855694" w:rsidP="00F635DB">
      <w:r w:rsidRPr="009071AC">
        <w:t>Plus de doutes</w:t>
      </w:r>
      <w:r w:rsidR="00F635DB">
        <w:t xml:space="preserve"> !… </w:t>
      </w:r>
      <w:r w:rsidRPr="009071AC">
        <w:t>Le portrait tracé par le marchand de vin répondait exactement au signalement donné par l</w:t>
      </w:r>
      <w:r w:rsidR="00F635DB">
        <w:t>’</w:t>
      </w:r>
      <w:r w:rsidRPr="009071AC">
        <w:t>hôtelier de la rue du Helder</w:t>
      </w:r>
      <w:r w:rsidR="00F635DB">
        <w:t>.</w:t>
      </w:r>
    </w:p>
    <w:p w14:paraId="0314FCBD" w14:textId="37764815" w:rsidR="00F635DB" w:rsidRDefault="00F635DB" w:rsidP="00F635DB">
      <w:r>
        <w:t>M. </w:t>
      </w:r>
      <w:r w:rsidR="00855694" w:rsidRPr="009071AC">
        <w:t>Fortunat acheva son sirop de groseille et jeta cinquante centimes sur le comptoir</w:t>
      </w:r>
      <w:r>
        <w:t>.</w:t>
      </w:r>
    </w:p>
    <w:p w14:paraId="7F8821AF" w14:textId="77777777" w:rsidR="00F635DB" w:rsidRDefault="00855694" w:rsidP="00F635DB">
      <w:r w:rsidRPr="009071AC">
        <w:t>Puis</w:t>
      </w:r>
      <w:r w:rsidR="00F635DB">
        <w:t xml:space="preserve">, </w:t>
      </w:r>
      <w:r w:rsidRPr="009071AC">
        <w:t>traversant la rue</w:t>
      </w:r>
      <w:r w:rsidR="00F635DB">
        <w:t xml:space="preserve">, </w:t>
      </w:r>
      <w:r w:rsidRPr="009071AC">
        <w:t>bravement il alla sonner à l</w:t>
      </w:r>
      <w:r w:rsidR="00F635DB">
        <w:t>’</w:t>
      </w:r>
      <w:r w:rsidRPr="009071AC">
        <w:t>hôtel d</w:t>
      </w:r>
      <w:r w:rsidR="00F635DB">
        <w:t>’</w:t>
      </w:r>
      <w:r w:rsidRPr="009071AC">
        <w:t>Argelès</w:t>
      </w:r>
      <w:r w:rsidR="00F635DB">
        <w:t>…</w:t>
      </w:r>
    </w:p>
    <w:p w14:paraId="0C86BD63" w14:textId="77777777" w:rsidR="00F635DB" w:rsidRDefault="00855694" w:rsidP="00F635DB">
      <w:r w:rsidRPr="009071AC">
        <w:t>À qui lui eût demandé ce qu</w:t>
      </w:r>
      <w:r w:rsidR="00F635DB">
        <w:t>’</w:t>
      </w:r>
      <w:r w:rsidRPr="009071AC">
        <w:t>il se proposait de faire et de dire</w:t>
      </w:r>
      <w:r w:rsidR="00F635DB">
        <w:t xml:space="preserve">, </w:t>
      </w:r>
      <w:r w:rsidRPr="009071AC">
        <w:t>le guetteur de successions eût pu répondre en toute sincérité</w:t>
      </w:r>
      <w:r w:rsidR="00F635DB">
        <w:t> : « </w:t>
      </w:r>
      <w:r w:rsidRPr="009071AC">
        <w:t>Je l</w:t>
      </w:r>
      <w:r w:rsidR="00F635DB">
        <w:t>’</w:t>
      </w:r>
      <w:r w:rsidRPr="009071AC">
        <w:t>ignore</w:t>
      </w:r>
      <w:r w:rsidR="00F635DB">
        <w:t>. »</w:t>
      </w:r>
      <w:r w:rsidRPr="009071AC">
        <w:t xml:space="preserve"> Le fait est que le but seul était parfaitement arrêté et défini dans son esprit</w:t>
      </w:r>
      <w:r w:rsidR="00F635DB">
        <w:t>.</w:t>
      </w:r>
    </w:p>
    <w:p w14:paraId="5E8576AD" w14:textId="77777777" w:rsidR="00F635DB" w:rsidRDefault="00855694" w:rsidP="00F635DB">
      <w:r w:rsidRPr="009071AC">
        <w:t>Il voulait obstinément</w:t>
      </w:r>
      <w:r w:rsidR="00F635DB">
        <w:t xml:space="preserve">, </w:t>
      </w:r>
      <w:r w:rsidRPr="009071AC">
        <w:t>furieusement</w:t>
      </w:r>
      <w:r w:rsidR="00F635DB">
        <w:t xml:space="preserve">, </w:t>
      </w:r>
      <w:r w:rsidRPr="009071AC">
        <w:t>tirer quelque chose</w:t>
      </w:r>
      <w:r w:rsidR="00F635DB">
        <w:t xml:space="preserve">, </w:t>
      </w:r>
      <w:r w:rsidRPr="009071AC">
        <w:t>peu ou prou</w:t>
      </w:r>
      <w:r w:rsidR="00F635DB">
        <w:t xml:space="preserve">, </w:t>
      </w:r>
      <w:r w:rsidRPr="009071AC">
        <w:t>n</w:t>
      </w:r>
      <w:r w:rsidR="00F635DB">
        <w:t>’</w:t>
      </w:r>
      <w:r w:rsidRPr="009071AC">
        <w:t>importe comment</w:t>
      </w:r>
      <w:r w:rsidR="00F635DB">
        <w:t xml:space="preserve">, </w:t>
      </w:r>
      <w:r w:rsidRPr="009071AC">
        <w:t>de cette ténébreuse affaire</w:t>
      </w:r>
      <w:r w:rsidR="00F635DB">
        <w:t>.</w:t>
      </w:r>
    </w:p>
    <w:p w14:paraId="047A0F3D" w14:textId="77777777" w:rsidR="00F635DB" w:rsidRDefault="00855694" w:rsidP="00F635DB">
      <w:r w:rsidRPr="009071AC">
        <w:t>Pour le reste</w:t>
      </w:r>
      <w:r w:rsidR="00F635DB">
        <w:t xml:space="preserve">, </w:t>
      </w:r>
      <w:r w:rsidRPr="009071AC">
        <w:t>pour les moyens d</w:t>
      </w:r>
      <w:r w:rsidR="00F635DB">
        <w:t>’</w:t>
      </w:r>
      <w:r w:rsidRPr="009071AC">
        <w:t>exécution</w:t>
      </w:r>
      <w:r w:rsidR="00F635DB">
        <w:t xml:space="preserve">, </w:t>
      </w:r>
      <w:r w:rsidRPr="009071AC">
        <w:t>il s</w:t>
      </w:r>
      <w:r w:rsidR="00F635DB">
        <w:t>’</w:t>
      </w:r>
      <w:r w:rsidRPr="009071AC">
        <w:t>en remettait à son audace et à son sang-froid</w:t>
      </w:r>
      <w:r w:rsidR="00F635DB">
        <w:t xml:space="preserve">, </w:t>
      </w:r>
      <w:r w:rsidRPr="009071AC">
        <w:t>bien sûr qu</w:t>
      </w:r>
      <w:r w:rsidR="00F635DB">
        <w:t>’</w:t>
      </w:r>
      <w:r w:rsidRPr="009071AC">
        <w:t>une fois la partie engagée</w:t>
      </w:r>
      <w:r w:rsidR="00F635DB">
        <w:t xml:space="preserve">, </w:t>
      </w:r>
      <w:r w:rsidRPr="009071AC">
        <w:t>la promptitude du coup d</w:t>
      </w:r>
      <w:r w:rsidR="00F635DB">
        <w:t>’</w:t>
      </w:r>
      <w:r w:rsidRPr="009071AC">
        <w:t>œil ne lui ferait pas défaut</w:t>
      </w:r>
      <w:r w:rsidR="00F635DB">
        <w:t xml:space="preserve">, </w:t>
      </w:r>
      <w:r w:rsidRPr="009071AC">
        <w:t>ni la fertilité d</w:t>
      </w:r>
      <w:r w:rsidR="00F635DB">
        <w:t>’</w:t>
      </w:r>
      <w:r w:rsidRPr="009071AC">
        <w:t>expédients</w:t>
      </w:r>
      <w:r w:rsidR="00F635DB">
        <w:t>.</w:t>
      </w:r>
    </w:p>
    <w:p w14:paraId="043A261F" w14:textId="77777777" w:rsidR="00F635DB" w:rsidRDefault="00F635DB" w:rsidP="00F635DB">
      <w:r>
        <w:t>— </w:t>
      </w:r>
      <w:r w:rsidR="00855694" w:rsidRPr="009071AC">
        <w:t>Avant tout</w:t>
      </w:r>
      <w:r>
        <w:t xml:space="preserve">, </w:t>
      </w:r>
      <w:r w:rsidR="00855694" w:rsidRPr="009071AC">
        <w:t>se disait-il</w:t>
      </w:r>
      <w:r>
        <w:t xml:space="preserve">, </w:t>
      </w:r>
      <w:r w:rsidR="00855694" w:rsidRPr="009071AC">
        <w:t>je dois voir cette femme</w:t>
      </w:r>
      <w:r>
        <w:t xml:space="preserve">… </w:t>
      </w:r>
      <w:r w:rsidR="00855694" w:rsidRPr="009071AC">
        <w:t>Les premiers mots dépendront de la première impression</w:t>
      </w:r>
      <w:r>
        <w:t xml:space="preserve">… </w:t>
      </w:r>
      <w:r w:rsidR="00855694" w:rsidRPr="009071AC">
        <w:t>Après cela</w:t>
      </w:r>
      <w:r>
        <w:t xml:space="preserve">, </w:t>
      </w:r>
      <w:r w:rsidR="00855694" w:rsidRPr="009071AC">
        <w:t>je prendrai conseil des événements</w:t>
      </w:r>
      <w:r>
        <w:t>…</w:t>
      </w:r>
    </w:p>
    <w:p w14:paraId="1BCEE2C2" w14:textId="77777777" w:rsidR="00F635DB" w:rsidRDefault="00855694" w:rsidP="00F635DB">
      <w:r w:rsidRPr="009071AC">
        <w:t>Un vieux domestique</w:t>
      </w:r>
      <w:r w:rsidR="00F635DB">
        <w:t xml:space="preserve">, </w:t>
      </w:r>
      <w:r w:rsidRPr="009071AC">
        <w:t>portant une livrée de bon goût et fort simple étant venu lui ouvrir</w:t>
      </w:r>
      <w:r w:rsidR="00F635DB">
        <w:t xml:space="preserve">, </w:t>
      </w:r>
      <w:r w:rsidRPr="009071AC">
        <w:t>il demanda d</w:t>
      </w:r>
      <w:r w:rsidR="00F635DB">
        <w:t>’</w:t>
      </w:r>
      <w:r w:rsidRPr="009071AC">
        <w:t>un ton d</w:t>
      </w:r>
      <w:r w:rsidR="00F635DB">
        <w:t>’</w:t>
      </w:r>
      <w:r w:rsidRPr="009071AC">
        <w:t>autorité</w:t>
      </w:r>
      <w:r w:rsidR="00F635DB">
        <w:t> :</w:t>
      </w:r>
    </w:p>
    <w:p w14:paraId="6085DB8A" w14:textId="0B6023E1" w:rsidR="00F635DB" w:rsidRDefault="00F635DB" w:rsidP="00F635DB">
      <w:r>
        <w:t>— M</w:t>
      </w:r>
      <w:r w:rsidRPr="00F635DB">
        <w:rPr>
          <w:vertAlign w:val="superscript"/>
        </w:rPr>
        <w:t>me</w:t>
      </w:r>
      <w:r>
        <w:t> </w:t>
      </w:r>
      <w:r w:rsidR="00855694" w:rsidRPr="009071AC">
        <w:t>Lia d</w:t>
      </w:r>
      <w:r>
        <w:t>’</w:t>
      </w:r>
      <w:r w:rsidR="00855694" w:rsidRPr="009071AC">
        <w:t>Argelès</w:t>
      </w:r>
      <w:r>
        <w:t> ?</w:t>
      </w:r>
    </w:p>
    <w:p w14:paraId="72E14CBA" w14:textId="77777777" w:rsidR="00F635DB" w:rsidRDefault="00F635DB" w:rsidP="00F635DB">
      <w:r>
        <w:t>— </w:t>
      </w:r>
      <w:r w:rsidR="00855694" w:rsidRPr="009071AC">
        <w:t>Madame ne reçoit pas le vendredi</w:t>
      </w:r>
      <w:r>
        <w:t xml:space="preserve">, </w:t>
      </w:r>
      <w:r w:rsidR="00855694" w:rsidRPr="009071AC">
        <w:t>répondit le valet</w:t>
      </w:r>
      <w:r>
        <w:t>.</w:t>
      </w:r>
    </w:p>
    <w:p w14:paraId="456634F4" w14:textId="63BE3B92" w:rsidR="00F635DB" w:rsidRDefault="00F635DB" w:rsidP="00F635DB">
      <w:r>
        <w:lastRenderedPageBreak/>
        <w:t>M. </w:t>
      </w:r>
      <w:r w:rsidR="00855694" w:rsidRPr="009071AC">
        <w:t>Fortunat eut un geste d</w:t>
      </w:r>
      <w:r>
        <w:t>’</w:t>
      </w:r>
      <w:r w:rsidR="00855694" w:rsidRPr="009071AC">
        <w:t>extrême contrariété</w:t>
      </w:r>
      <w:r>
        <w:t>.</w:t>
      </w:r>
    </w:p>
    <w:p w14:paraId="0FB3B362" w14:textId="77777777" w:rsidR="00F635DB" w:rsidRDefault="00F635DB" w:rsidP="00F635DB">
      <w:r>
        <w:t>— </w:t>
      </w:r>
      <w:r w:rsidR="00855694" w:rsidRPr="009071AC">
        <w:t>Il faut cependant</w:t>
      </w:r>
      <w:r>
        <w:t xml:space="preserve">, </w:t>
      </w:r>
      <w:r w:rsidR="00855694" w:rsidRPr="009071AC">
        <w:t>insista-t-il</w:t>
      </w:r>
      <w:r>
        <w:t xml:space="preserve">, </w:t>
      </w:r>
      <w:r w:rsidR="00855694" w:rsidRPr="009071AC">
        <w:t>que je lui parle aujourd</w:t>
      </w:r>
      <w:r>
        <w:t>’</w:t>
      </w:r>
      <w:r w:rsidR="00855694" w:rsidRPr="009071AC">
        <w:t>hui même</w:t>
      </w:r>
      <w:r>
        <w:t xml:space="preserve">… </w:t>
      </w:r>
      <w:r w:rsidR="00855694" w:rsidRPr="009071AC">
        <w:t>Il s</w:t>
      </w:r>
      <w:r>
        <w:t>’</w:t>
      </w:r>
      <w:r w:rsidR="00855694" w:rsidRPr="009071AC">
        <w:t>agit d</w:t>
      </w:r>
      <w:r>
        <w:t>’</w:t>
      </w:r>
      <w:r w:rsidR="00855694" w:rsidRPr="009071AC">
        <w:t>intérêts de la plus haute gravité</w:t>
      </w:r>
      <w:r>
        <w:t xml:space="preserve">… </w:t>
      </w:r>
      <w:r w:rsidR="00855694" w:rsidRPr="009071AC">
        <w:t>Faites-lui passer ma carte</w:t>
      </w:r>
      <w:r>
        <w:t xml:space="preserve">, </w:t>
      </w:r>
      <w:r w:rsidR="00855694" w:rsidRPr="009071AC">
        <w:t>que voici</w:t>
      </w:r>
      <w:r>
        <w:t xml:space="preserve">. </w:t>
      </w:r>
      <w:r w:rsidR="00855694" w:rsidRPr="009071AC">
        <w:t>Je suis homme d</w:t>
      </w:r>
      <w:r>
        <w:t>’</w:t>
      </w:r>
      <w:r w:rsidR="00855694" w:rsidRPr="009071AC">
        <w:t>affaires</w:t>
      </w:r>
      <w:r>
        <w:t>…</w:t>
      </w:r>
    </w:p>
    <w:p w14:paraId="13EFF08A" w14:textId="77777777" w:rsidR="00F635DB" w:rsidRDefault="00855694" w:rsidP="00F635DB">
      <w:r w:rsidRPr="009071AC">
        <w:t>Et il tendait sa carte</w:t>
      </w:r>
      <w:r w:rsidR="00F635DB">
        <w:t xml:space="preserve">, </w:t>
      </w:r>
      <w:r w:rsidRPr="009071AC">
        <w:t>où on lisait au-dessous de son nom</w:t>
      </w:r>
      <w:r w:rsidR="00F635DB">
        <w:t> :</w:t>
      </w:r>
    </w:p>
    <w:p w14:paraId="489F43ED" w14:textId="77777777" w:rsidR="00F635DB" w:rsidRDefault="00855694" w:rsidP="00F635DB">
      <w:pPr>
        <w:ind w:firstLine="0"/>
        <w:jc w:val="center"/>
      </w:pPr>
      <w:r w:rsidRPr="00F635DB">
        <w:t>LIQUIDATIONS</w:t>
      </w:r>
      <w:r w:rsidR="00F635DB">
        <w:t xml:space="preserve">. – </w:t>
      </w:r>
      <w:r w:rsidRPr="00F635DB">
        <w:t>RÈGLEMENTS DE FAILLITES</w:t>
      </w:r>
      <w:r w:rsidR="00F635DB">
        <w:t>.</w:t>
      </w:r>
    </w:p>
    <w:p w14:paraId="41551E60" w14:textId="77777777" w:rsidR="00F635DB" w:rsidRDefault="00855694" w:rsidP="00F635DB">
      <w:r w:rsidRPr="009071AC">
        <w:t>L</w:t>
      </w:r>
      <w:r w:rsidR="00F635DB">
        <w:t>’</w:t>
      </w:r>
      <w:r w:rsidRPr="009071AC">
        <w:t>effet prestigieux de ce titre</w:t>
      </w:r>
      <w:r w:rsidR="00F635DB">
        <w:t> : « </w:t>
      </w:r>
      <w:r w:rsidRPr="009071AC">
        <w:t>homme d</w:t>
      </w:r>
      <w:r w:rsidR="00F635DB">
        <w:t>’</w:t>
      </w:r>
      <w:r w:rsidRPr="009071AC">
        <w:t>affaires</w:t>
      </w:r>
      <w:r w:rsidR="00F635DB">
        <w:t>, »</w:t>
      </w:r>
      <w:r w:rsidRPr="009071AC">
        <w:t xml:space="preserve"> on ne saurait l</w:t>
      </w:r>
      <w:r w:rsidR="00F635DB">
        <w:t>’</w:t>
      </w:r>
      <w:r w:rsidRPr="009071AC">
        <w:t>imaginer</w:t>
      </w:r>
      <w:r w:rsidR="00F635DB">
        <w:t>.</w:t>
      </w:r>
    </w:p>
    <w:p w14:paraId="03B05B00" w14:textId="77777777" w:rsidR="00F635DB" w:rsidRDefault="00855694" w:rsidP="00F635DB">
      <w:r w:rsidRPr="009071AC">
        <w:t>Il évoque aussitôt l</w:t>
      </w:r>
      <w:r w:rsidR="00F635DB">
        <w:t>’</w:t>
      </w:r>
      <w:r w:rsidRPr="009071AC">
        <w:t>idée d</w:t>
      </w:r>
      <w:r w:rsidR="00F635DB">
        <w:t>’</w:t>
      </w:r>
      <w:r w:rsidRPr="009071AC">
        <w:t>un personnage équivoque et louche</w:t>
      </w:r>
      <w:r w:rsidR="00F635DB">
        <w:t xml:space="preserve">, </w:t>
      </w:r>
      <w:r w:rsidRPr="009071AC">
        <w:t>dangereux interprète des subtilités de la loi</w:t>
      </w:r>
      <w:r w:rsidR="00F635DB">
        <w:t xml:space="preserve">, </w:t>
      </w:r>
      <w:r w:rsidRPr="009071AC">
        <w:t xml:space="preserve">précurseur des huissiers et des </w:t>
      </w:r>
      <w:proofErr w:type="spellStart"/>
      <w:r w:rsidRPr="009071AC">
        <w:t>recors</w:t>
      </w:r>
      <w:proofErr w:type="spellEnd"/>
      <w:r w:rsidR="00F635DB">
        <w:t xml:space="preserve">, </w:t>
      </w:r>
      <w:r w:rsidRPr="009071AC">
        <w:t>redoutable et par conséquent bon à ménager</w:t>
      </w:r>
      <w:r w:rsidR="00F635DB">
        <w:t>.</w:t>
      </w:r>
    </w:p>
    <w:p w14:paraId="50F9FCB6" w14:textId="77777777" w:rsidR="00F635DB" w:rsidRDefault="00F635DB" w:rsidP="00F635DB">
      <w:r>
        <w:t>— </w:t>
      </w:r>
      <w:r w:rsidR="00855694" w:rsidRPr="009071AC">
        <w:t>Ah</w:t>
      </w:r>
      <w:r>
        <w:t xml:space="preserve"> !… </w:t>
      </w:r>
      <w:r w:rsidR="00855694" w:rsidRPr="009071AC">
        <w:t>Monsieur est homme d</w:t>
      </w:r>
      <w:r>
        <w:t>’</w:t>
      </w:r>
      <w:r w:rsidR="00855694" w:rsidRPr="009071AC">
        <w:t>affaires</w:t>
      </w:r>
      <w:r>
        <w:t xml:space="preserve">, </w:t>
      </w:r>
      <w:r w:rsidR="00855694" w:rsidRPr="009071AC">
        <w:t>dit le domestique</w:t>
      </w:r>
      <w:r>
        <w:t xml:space="preserve">, </w:t>
      </w:r>
      <w:r w:rsidR="00855694" w:rsidRPr="009071AC">
        <w:t>c</w:t>
      </w:r>
      <w:r>
        <w:t>’</w:t>
      </w:r>
      <w:r w:rsidR="00855694" w:rsidRPr="009071AC">
        <w:t>est une autre histoire</w:t>
      </w:r>
      <w:r>
        <w:t xml:space="preserve">… </w:t>
      </w:r>
      <w:r w:rsidR="00855694" w:rsidRPr="009071AC">
        <w:t>que Monsieur prenne la peine de me suivre</w:t>
      </w:r>
      <w:r>
        <w:t>…</w:t>
      </w:r>
    </w:p>
    <w:p w14:paraId="1871BC7C" w14:textId="67223996" w:rsidR="00F635DB" w:rsidRDefault="00F635DB" w:rsidP="00F635DB">
      <w:r>
        <w:t>M. </w:t>
      </w:r>
      <w:r w:rsidR="00855694" w:rsidRPr="009071AC">
        <w:t>Fortunat prit cette peine</w:t>
      </w:r>
      <w:r>
        <w:t xml:space="preserve">, </w:t>
      </w:r>
      <w:r w:rsidR="00855694" w:rsidRPr="009071AC">
        <w:t>et on le conduisit dans le grand salon du premier étage</w:t>
      </w:r>
      <w:r>
        <w:t xml:space="preserve">, </w:t>
      </w:r>
      <w:r w:rsidR="00855694" w:rsidRPr="009071AC">
        <w:t>où on le pria de s</w:t>
      </w:r>
      <w:r>
        <w:t>’</w:t>
      </w:r>
      <w:r w:rsidR="00855694" w:rsidRPr="009071AC">
        <w:t>asseoir pendant qu</w:t>
      </w:r>
      <w:r>
        <w:t>’</w:t>
      </w:r>
      <w:r w:rsidR="00855694" w:rsidRPr="009071AC">
        <w:t>on irait prévenir Madame</w:t>
      </w:r>
      <w:r>
        <w:t>.</w:t>
      </w:r>
    </w:p>
    <w:p w14:paraId="07E7A31D" w14:textId="77777777" w:rsidR="00F635DB" w:rsidRDefault="00F635DB" w:rsidP="00F635DB">
      <w:r>
        <w:t>— </w:t>
      </w:r>
      <w:r w:rsidR="00855694" w:rsidRPr="009071AC">
        <w:t>Allons</w:t>
      </w:r>
      <w:r>
        <w:t xml:space="preserve"> !… </w:t>
      </w:r>
      <w:r w:rsidR="00855694" w:rsidRPr="009071AC">
        <w:t>pensa-t-il</w:t>
      </w:r>
      <w:r>
        <w:t xml:space="preserve">, </w:t>
      </w:r>
      <w:r w:rsidR="00855694" w:rsidRPr="009071AC">
        <w:t>cela commence bien</w:t>
      </w:r>
      <w:r>
        <w:t>.</w:t>
      </w:r>
    </w:p>
    <w:p w14:paraId="4D145D92" w14:textId="77777777" w:rsidR="00F635DB" w:rsidRDefault="00855694" w:rsidP="00F635DB">
      <w:r w:rsidRPr="009071AC">
        <w:t>Et resté seul</w:t>
      </w:r>
      <w:r w:rsidR="00F635DB">
        <w:t xml:space="preserve">, </w:t>
      </w:r>
      <w:r w:rsidRPr="009071AC">
        <w:t>il se mit à inventorier le salon</w:t>
      </w:r>
      <w:r w:rsidR="00F635DB">
        <w:t xml:space="preserve">, </w:t>
      </w:r>
      <w:r w:rsidRPr="009071AC">
        <w:t>comme un général étudie le terrain où il livrera bataille</w:t>
      </w:r>
      <w:r w:rsidR="00F635DB">
        <w:t>.</w:t>
      </w:r>
    </w:p>
    <w:p w14:paraId="11E27FD3" w14:textId="77777777" w:rsidR="00F635DB" w:rsidRDefault="00855694" w:rsidP="00F635DB">
      <w:r w:rsidRPr="009071AC">
        <w:t>Nulle trace ne restait à cette heure des scènes lamentables de la nuit</w:t>
      </w:r>
      <w:r w:rsidR="00F635DB">
        <w:t xml:space="preserve">, </w:t>
      </w:r>
      <w:r w:rsidRPr="009071AC">
        <w:t>qu</w:t>
      </w:r>
      <w:r w:rsidR="00F635DB">
        <w:t>’</w:t>
      </w:r>
      <w:r w:rsidRPr="009071AC">
        <w:t>un candélabre à demi brisé sur la cheminée</w:t>
      </w:r>
      <w:r w:rsidR="00F635DB">
        <w:t xml:space="preserve">. </w:t>
      </w:r>
      <w:r w:rsidRPr="009071AC">
        <w:t>C</w:t>
      </w:r>
      <w:r w:rsidR="00F635DB">
        <w:t>’</w:t>
      </w:r>
      <w:r w:rsidRPr="009071AC">
        <w:t>était celui dont s</w:t>
      </w:r>
      <w:r w:rsidR="00F635DB">
        <w:t>’</w:t>
      </w:r>
      <w:r w:rsidRPr="009071AC">
        <w:t xml:space="preserve">était armé Pascal </w:t>
      </w:r>
      <w:proofErr w:type="spellStart"/>
      <w:r w:rsidRPr="009071AC">
        <w:t>Férailleur</w:t>
      </w:r>
      <w:proofErr w:type="spellEnd"/>
      <w:r w:rsidRPr="009071AC">
        <w:t xml:space="preserve"> quand on avait parlé de le fouiller</w:t>
      </w:r>
      <w:r w:rsidR="00F635DB">
        <w:t xml:space="preserve">, </w:t>
      </w:r>
      <w:r w:rsidRPr="009071AC">
        <w:t>et qu</w:t>
      </w:r>
      <w:r w:rsidR="00F635DB">
        <w:t>’</w:t>
      </w:r>
      <w:r w:rsidRPr="009071AC">
        <w:t>il avait jeté dans la cour en se retirant</w:t>
      </w:r>
      <w:r w:rsidR="00F635DB">
        <w:t>.</w:t>
      </w:r>
    </w:p>
    <w:p w14:paraId="11778A18" w14:textId="7E5745A3" w:rsidR="00F635DB" w:rsidRDefault="00855694" w:rsidP="00F635DB">
      <w:r w:rsidRPr="009071AC">
        <w:lastRenderedPageBreak/>
        <w:t xml:space="preserve">Mais ce détail ne frappa pas </w:t>
      </w:r>
      <w:r w:rsidR="00F635DB">
        <w:t>M. </w:t>
      </w:r>
      <w:r w:rsidRPr="009071AC">
        <w:t>Isidore Fortunat</w:t>
      </w:r>
      <w:r w:rsidR="00F635DB">
        <w:t xml:space="preserve">. </w:t>
      </w:r>
      <w:r w:rsidRPr="009071AC">
        <w:t>Ce qui l</w:t>
      </w:r>
      <w:r w:rsidR="00F635DB">
        <w:t>’</w:t>
      </w:r>
      <w:r w:rsidRPr="009071AC">
        <w:t>intriguait</w:t>
      </w:r>
      <w:r w:rsidR="00F635DB">
        <w:t xml:space="preserve">, </w:t>
      </w:r>
      <w:r w:rsidRPr="009071AC">
        <w:t>c</w:t>
      </w:r>
      <w:r w:rsidR="00F635DB">
        <w:t>’</w:t>
      </w:r>
      <w:r w:rsidRPr="009071AC">
        <w:t>était le vaste abat-jour disposé au-dessus du lustre</w:t>
      </w:r>
      <w:r w:rsidR="00F635DB">
        <w:t xml:space="preserve">, </w:t>
      </w:r>
      <w:r w:rsidRPr="009071AC">
        <w:t>et dont il fut un moment à comprendre l</w:t>
      </w:r>
      <w:r w:rsidR="00F635DB">
        <w:t>’</w:t>
      </w:r>
      <w:r w:rsidRPr="009071AC">
        <w:t>usage et l</w:t>
      </w:r>
      <w:r w:rsidR="00F635DB">
        <w:t>’</w:t>
      </w:r>
      <w:r w:rsidRPr="009071AC">
        <w:t>utilité</w:t>
      </w:r>
      <w:r w:rsidR="00F635DB">
        <w:t>.</w:t>
      </w:r>
    </w:p>
    <w:p w14:paraId="4BE524BA" w14:textId="77777777" w:rsidR="00F635DB" w:rsidRDefault="00855694" w:rsidP="00F635DB">
      <w:r w:rsidRPr="009071AC">
        <w:t>Sans l</w:t>
      </w:r>
      <w:r w:rsidR="00F635DB">
        <w:t>’</w:t>
      </w:r>
      <w:r w:rsidRPr="009071AC">
        <w:t>intimider précisément</w:t>
      </w:r>
      <w:r w:rsidR="00F635DB">
        <w:t xml:space="preserve">, </w:t>
      </w:r>
      <w:r w:rsidRPr="009071AC">
        <w:t>le luxe de l</w:t>
      </w:r>
      <w:r w:rsidR="00F635DB">
        <w:t>’</w:t>
      </w:r>
      <w:r w:rsidRPr="009071AC">
        <w:t>hôtel le surprenait</w:t>
      </w:r>
      <w:r w:rsidR="00F635DB">
        <w:t>.</w:t>
      </w:r>
    </w:p>
    <w:p w14:paraId="25A9A67D" w14:textId="0DCF4EDC" w:rsidR="00F635DB" w:rsidRDefault="00F635DB" w:rsidP="00F635DB">
      <w:r>
        <w:t>— </w:t>
      </w:r>
      <w:r w:rsidR="00855694" w:rsidRPr="009071AC">
        <w:t>C</w:t>
      </w:r>
      <w:r>
        <w:t>’</w:t>
      </w:r>
      <w:r w:rsidR="00855694" w:rsidRPr="009071AC">
        <w:t>est princier ici</w:t>
      </w:r>
      <w:r>
        <w:t xml:space="preserve">… </w:t>
      </w:r>
      <w:r w:rsidR="00855694" w:rsidRPr="009071AC">
        <w:t>grommelait-il</w:t>
      </w:r>
      <w:r>
        <w:t xml:space="preserve">. </w:t>
      </w:r>
      <w:r w:rsidR="00855694" w:rsidRPr="009071AC">
        <w:t>Voilà qui prouve bien que tous les fous ne sont pas à Charenton</w:t>
      </w:r>
      <w:r>
        <w:t xml:space="preserve"> !… </w:t>
      </w:r>
      <w:r w:rsidR="00855694" w:rsidRPr="009071AC">
        <w:t xml:space="preserve">Si </w:t>
      </w:r>
      <w:r>
        <w:t>M</w:t>
      </w:r>
      <w:r w:rsidRPr="00F635DB">
        <w:rPr>
          <w:vertAlign w:val="superscript"/>
        </w:rPr>
        <w:t>me</w:t>
      </w:r>
      <w:r>
        <w:t> </w:t>
      </w:r>
      <w:r w:rsidR="00855694" w:rsidRPr="009071AC">
        <w:t>d</w:t>
      </w:r>
      <w:r>
        <w:t>’</w:t>
      </w:r>
      <w:r w:rsidR="00855694" w:rsidRPr="009071AC">
        <w:t>Argelès a manqué de pain autrefois</w:t>
      </w:r>
      <w:r>
        <w:t xml:space="preserve">, </w:t>
      </w:r>
      <w:r w:rsidR="00855694" w:rsidRPr="009071AC">
        <w:t>il n</w:t>
      </w:r>
      <w:r>
        <w:t>’</w:t>
      </w:r>
      <w:r w:rsidR="00855694" w:rsidRPr="009071AC">
        <w:t>y paraît plus guère</w:t>
      </w:r>
      <w:r>
        <w:t> !…</w:t>
      </w:r>
    </w:p>
    <w:p w14:paraId="4C729958" w14:textId="77777777" w:rsidR="00F635DB" w:rsidRDefault="00855694" w:rsidP="00F635DB">
      <w:r w:rsidRPr="009071AC">
        <w:t>Tout naturellement cette réflexion l</w:t>
      </w:r>
      <w:r w:rsidR="00F635DB">
        <w:t>’</w:t>
      </w:r>
      <w:r w:rsidRPr="009071AC">
        <w:t xml:space="preserve">amenait à se demander comment une femme si opulente avait pu devenir la complice du marquis de </w:t>
      </w:r>
      <w:proofErr w:type="spellStart"/>
      <w:r w:rsidRPr="009071AC">
        <w:t>Valorsay</w:t>
      </w:r>
      <w:proofErr w:type="spellEnd"/>
      <w:r w:rsidR="00F635DB">
        <w:t xml:space="preserve">, </w:t>
      </w:r>
      <w:r w:rsidRPr="009071AC">
        <w:t>et prêter les mains à une action si lâche et si ignoble qu</w:t>
      </w:r>
      <w:r w:rsidR="00F635DB">
        <w:t>’</w:t>
      </w:r>
      <w:r w:rsidRPr="009071AC">
        <w:t>elle le révoltait</w:t>
      </w:r>
      <w:r w:rsidR="00F635DB">
        <w:t xml:space="preserve">, </w:t>
      </w:r>
      <w:r w:rsidRPr="009071AC">
        <w:t>lui</w:t>
      </w:r>
      <w:r w:rsidR="00F635DB">
        <w:t xml:space="preserve">, </w:t>
      </w:r>
      <w:r w:rsidRPr="009071AC">
        <w:t>Fortunat</w:t>
      </w:r>
      <w:r w:rsidR="00F635DB">
        <w:t>.</w:t>
      </w:r>
    </w:p>
    <w:p w14:paraId="171A5191" w14:textId="77777777" w:rsidR="00F635DB" w:rsidRDefault="00F635DB" w:rsidP="00F635DB">
      <w:r>
        <w:t>— </w:t>
      </w:r>
      <w:r w:rsidR="00855694" w:rsidRPr="009071AC">
        <w:t>Ne serait-elle donc pas complice</w:t>
      </w:r>
      <w:r>
        <w:t xml:space="preserve"> ?… </w:t>
      </w:r>
      <w:r w:rsidR="00855694" w:rsidRPr="009071AC">
        <w:t>pensait-il</w:t>
      </w:r>
      <w:r>
        <w:t>.</w:t>
      </w:r>
    </w:p>
    <w:p w14:paraId="1461ED34" w14:textId="77777777" w:rsidR="00F635DB" w:rsidRDefault="00855694" w:rsidP="00F635DB">
      <w:r w:rsidRPr="009071AC">
        <w:t>Et</w:t>
      </w:r>
      <w:r w:rsidR="00F635DB">
        <w:t xml:space="preserve">, </w:t>
      </w:r>
      <w:r w:rsidRPr="009071AC">
        <w:t>philosophiquement</w:t>
      </w:r>
      <w:r w:rsidR="00F635DB">
        <w:t xml:space="preserve">, </w:t>
      </w:r>
      <w:r w:rsidRPr="009071AC">
        <w:t>il s</w:t>
      </w:r>
      <w:r w:rsidR="00F635DB">
        <w:t>’</w:t>
      </w:r>
      <w:r w:rsidRPr="009071AC">
        <w:t>émerveillait des caprices du hasard</w:t>
      </w:r>
      <w:r w:rsidR="00F635DB">
        <w:t xml:space="preserve">, </w:t>
      </w:r>
      <w:r w:rsidRPr="009071AC">
        <w:t xml:space="preserve">plaçant le malheureux qui avait été sacrifié entre la fille non avouée et la sœur inavouable du comte de </w:t>
      </w:r>
      <w:proofErr w:type="spellStart"/>
      <w:r w:rsidRPr="009071AC">
        <w:t>Chalusse</w:t>
      </w:r>
      <w:proofErr w:type="spellEnd"/>
      <w:r w:rsidR="00F635DB">
        <w:t>.</w:t>
      </w:r>
    </w:p>
    <w:p w14:paraId="1DF42D9D" w14:textId="77777777" w:rsidR="00F635DB" w:rsidRDefault="00855694" w:rsidP="00F635DB">
      <w:r w:rsidRPr="009071AC">
        <w:t>Ce rapprochement le fit tressaillir</w:t>
      </w:r>
      <w:r w:rsidR="00F635DB">
        <w:t>.</w:t>
      </w:r>
    </w:p>
    <w:p w14:paraId="36F801B1" w14:textId="73BF11B3" w:rsidR="00F635DB" w:rsidRDefault="00855694" w:rsidP="00F635DB">
      <w:r w:rsidRPr="009071AC">
        <w:t>Un vague pressentiment</w:t>
      </w:r>
      <w:r w:rsidR="00F635DB">
        <w:t xml:space="preserve">, </w:t>
      </w:r>
      <w:r w:rsidRPr="009071AC">
        <w:t>voix mystérieuse de l</w:t>
      </w:r>
      <w:r w:rsidR="00F635DB">
        <w:t>’</w:t>
      </w:r>
      <w:r w:rsidRPr="009071AC">
        <w:t>instinct personnel</w:t>
      </w:r>
      <w:r w:rsidR="00F635DB">
        <w:t xml:space="preserve">, </w:t>
      </w:r>
      <w:r w:rsidRPr="009071AC">
        <w:t>lui disait que là était pour lui le nœud de la situation</w:t>
      </w:r>
      <w:r w:rsidR="00F635DB">
        <w:t xml:space="preserve">, </w:t>
      </w:r>
      <w:r w:rsidRPr="009071AC">
        <w:t>et que de l</w:t>
      </w:r>
      <w:r w:rsidR="00F635DB">
        <w:t>’</w:t>
      </w:r>
      <w:r w:rsidRPr="009071AC">
        <w:t>antagonisme et de l</w:t>
      </w:r>
      <w:r w:rsidR="00F635DB">
        <w:t>’</w:t>
      </w:r>
      <w:r w:rsidRPr="009071AC">
        <w:t xml:space="preserve">alliance de </w:t>
      </w:r>
      <w:r w:rsidR="00F635DB">
        <w:t>M</w:t>
      </w:r>
      <w:r w:rsidR="00F635DB" w:rsidRPr="00F635DB">
        <w:rPr>
          <w:vertAlign w:val="superscript"/>
        </w:rPr>
        <w:t>lle</w:t>
      </w:r>
      <w:r w:rsidR="00F635DB">
        <w:t> </w:t>
      </w:r>
      <w:r w:rsidRPr="009071AC">
        <w:t xml:space="preserve">Marguerite et de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 xml:space="preserve">résulteraient des complications ou un </w:t>
      </w:r>
      <w:proofErr w:type="spellStart"/>
      <w:r w:rsidRPr="009071AC">
        <w:t>dénoûment</w:t>
      </w:r>
      <w:proofErr w:type="spellEnd"/>
      <w:r w:rsidRPr="009071AC">
        <w:t xml:space="preserve"> qui lui profiterait s</w:t>
      </w:r>
      <w:r w:rsidR="00F635DB">
        <w:t>’</w:t>
      </w:r>
      <w:r w:rsidRPr="009071AC">
        <w:t>il était habile</w:t>
      </w:r>
      <w:r w:rsidR="00F635DB">
        <w:t>.</w:t>
      </w:r>
    </w:p>
    <w:p w14:paraId="4EA8FBAF" w14:textId="77777777" w:rsidR="00F635DB" w:rsidRDefault="00855694" w:rsidP="00F635DB">
      <w:r w:rsidRPr="009071AC">
        <w:t>Mais ses méditations furent soudainement troublées par le bruit d</w:t>
      </w:r>
      <w:r w:rsidR="00F635DB">
        <w:t>’</w:t>
      </w:r>
      <w:r w:rsidRPr="009071AC">
        <w:t>une discussion qui partait d</w:t>
      </w:r>
      <w:r w:rsidR="00F635DB">
        <w:t>’</w:t>
      </w:r>
      <w:r w:rsidRPr="009071AC">
        <w:t>une pièce voisine</w:t>
      </w:r>
      <w:r w:rsidR="00F635DB">
        <w:t>.</w:t>
      </w:r>
    </w:p>
    <w:p w14:paraId="0F366182" w14:textId="77777777" w:rsidR="00F635DB" w:rsidRDefault="00855694" w:rsidP="00F635DB">
      <w:r w:rsidRPr="009071AC">
        <w:t>Vivement il s</w:t>
      </w:r>
      <w:r w:rsidR="00F635DB">
        <w:t>’</w:t>
      </w:r>
      <w:r w:rsidRPr="009071AC">
        <w:t>avança</w:t>
      </w:r>
      <w:r w:rsidR="00F635DB">
        <w:t xml:space="preserve">, </w:t>
      </w:r>
      <w:r w:rsidRPr="009071AC">
        <w:t>espérant saisir quelque chose</w:t>
      </w:r>
      <w:r w:rsidR="00F635DB">
        <w:t xml:space="preserve">, </w:t>
      </w:r>
      <w:r w:rsidRPr="009071AC">
        <w:t>et</w:t>
      </w:r>
      <w:r w:rsidR="00F635DB">
        <w:t xml:space="preserve">, </w:t>
      </w:r>
      <w:r w:rsidRPr="009071AC">
        <w:t>en effet</w:t>
      </w:r>
      <w:r w:rsidR="00F635DB">
        <w:t xml:space="preserve">, </w:t>
      </w:r>
      <w:r w:rsidRPr="009071AC">
        <w:t>il entendit une grosse voix d</w:t>
      </w:r>
      <w:r w:rsidR="00F635DB">
        <w:t>’</w:t>
      </w:r>
      <w:r w:rsidRPr="009071AC">
        <w:t>homme qui criait</w:t>
      </w:r>
      <w:r w:rsidR="00F635DB">
        <w:t> :</w:t>
      </w:r>
    </w:p>
    <w:p w14:paraId="35A20B8B" w14:textId="77777777" w:rsidR="00F635DB" w:rsidRDefault="00F635DB" w:rsidP="00F635DB">
      <w:r>
        <w:lastRenderedPageBreak/>
        <w:t>— </w:t>
      </w:r>
      <w:r w:rsidR="00855694" w:rsidRPr="009071AC">
        <w:t>Quoi</w:t>
      </w:r>
      <w:r>
        <w:t xml:space="preserve"> !… </w:t>
      </w:r>
      <w:r w:rsidR="00855694" w:rsidRPr="009071AC">
        <w:t>je campe là une bouillotte corsée</w:t>
      </w:r>
      <w:r>
        <w:t xml:space="preserve">, </w:t>
      </w:r>
      <w:r w:rsidR="00855694" w:rsidRPr="009071AC">
        <w:t>je gaspille un temps précieux à venir vous offrir mes services</w:t>
      </w:r>
      <w:r>
        <w:t xml:space="preserve">, </w:t>
      </w:r>
      <w:r w:rsidR="00855694" w:rsidRPr="009071AC">
        <w:t>et vous me recevez ainsi</w:t>
      </w:r>
      <w:r>
        <w:t xml:space="preserve">… </w:t>
      </w:r>
      <w:r w:rsidR="00855694" w:rsidRPr="009071AC">
        <w:t>Parbleu</w:t>
      </w:r>
      <w:r>
        <w:t xml:space="preserve"> !… </w:t>
      </w:r>
      <w:r w:rsidR="00855694" w:rsidRPr="009071AC">
        <w:t>cela m</w:t>
      </w:r>
      <w:r>
        <w:t>’</w:t>
      </w:r>
      <w:r w:rsidR="00855694" w:rsidRPr="009071AC">
        <w:t>apprendra à me mêler de ce qui ne me regarde pas</w:t>
      </w:r>
      <w:r>
        <w:t xml:space="preserve">… </w:t>
      </w:r>
      <w:r w:rsidR="00855694" w:rsidRPr="009071AC">
        <w:t>Jusqu</w:t>
      </w:r>
      <w:r>
        <w:t>’</w:t>
      </w:r>
      <w:r w:rsidR="00855694" w:rsidRPr="009071AC">
        <w:t>au revoir</w:t>
      </w:r>
      <w:r>
        <w:t xml:space="preserve">, </w:t>
      </w:r>
      <w:r w:rsidR="00855694" w:rsidRPr="009071AC">
        <w:t>chère dame</w:t>
      </w:r>
      <w:r>
        <w:t xml:space="preserve">, </w:t>
      </w:r>
      <w:r w:rsidR="00855694" w:rsidRPr="009071AC">
        <w:t>vous saurez quelque jour</w:t>
      </w:r>
      <w:r>
        <w:t xml:space="preserve">, </w:t>
      </w:r>
      <w:r w:rsidR="00855694" w:rsidRPr="009071AC">
        <w:t>à vos dépens</w:t>
      </w:r>
      <w:r>
        <w:t xml:space="preserve">, </w:t>
      </w:r>
      <w:r w:rsidR="00855694" w:rsidRPr="009071AC">
        <w:t xml:space="preserve">ce que vaut ce sire de </w:t>
      </w:r>
      <w:proofErr w:type="spellStart"/>
      <w:r w:rsidR="00855694" w:rsidRPr="009071AC">
        <w:t>Coralth</w:t>
      </w:r>
      <w:proofErr w:type="spellEnd"/>
      <w:r w:rsidR="00855694" w:rsidRPr="009071AC">
        <w:t xml:space="preserve"> que vous défendez si chaudement</w:t>
      </w:r>
      <w:r>
        <w:t>.</w:t>
      </w:r>
    </w:p>
    <w:p w14:paraId="676CE5F7" w14:textId="20820A3F" w:rsidR="00F635DB" w:rsidRDefault="00855694" w:rsidP="00F635DB">
      <w:r w:rsidRPr="009071AC">
        <w:t xml:space="preserve">Ce nom de </w:t>
      </w:r>
      <w:proofErr w:type="spellStart"/>
      <w:r w:rsidRPr="009071AC">
        <w:t>Coralth</w:t>
      </w:r>
      <w:proofErr w:type="spellEnd"/>
      <w:r w:rsidRPr="009071AC">
        <w:t xml:space="preserve"> était de ceux qui se gravent d</w:t>
      </w:r>
      <w:r w:rsidR="00F635DB">
        <w:t>’</w:t>
      </w:r>
      <w:r w:rsidRPr="009071AC">
        <w:t>eux-mêmes dans la mémoire</w:t>
      </w:r>
      <w:r w:rsidR="00F635DB">
        <w:t xml:space="preserve">, </w:t>
      </w:r>
      <w:r w:rsidRPr="009071AC">
        <w:t xml:space="preserve">et cependant </w:t>
      </w:r>
      <w:r w:rsidR="00F635DB">
        <w:t>M. </w:t>
      </w:r>
      <w:r w:rsidRPr="009071AC">
        <w:t>Fortunat ne le remarqua pas sur le moment</w:t>
      </w:r>
      <w:r w:rsidR="00F635DB">
        <w:t>.</w:t>
      </w:r>
    </w:p>
    <w:p w14:paraId="5D308890" w14:textId="77777777" w:rsidR="00F635DB" w:rsidRDefault="00855694" w:rsidP="00F635DB">
      <w:r w:rsidRPr="009071AC">
        <w:t>Toute son attention était absorbée par ce qu</w:t>
      </w:r>
      <w:r w:rsidR="00F635DB">
        <w:t>’</w:t>
      </w:r>
      <w:r w:rsidRPr="009071AC">
        <w:t>il venait d</w:t>
      </w:r>
      <w:r w:rsidR="00F635DB">
        <w:t>’</w:t>
      </w:r>
      <w:r w:rsidRPr="009071AC">
        <w:t>entendre</w:t>
      </w:r>
      <w:r w:rsidR="00F635DB">
        <w:t xml:space="preserve">, </w:t>
      </w:r>
      <w:r w:rsidRPr="009071AC">
        <w:t>et il s</w:t>
      </w:r>
      <w:r w:rsidR="00F635DB">
        <w:t>’</w:t>
      </w:r>
      <w:r w:rsidRPr="009071AC">
        <w:t>efforçait de le rattacher au sujet de ses préoccupations</w:t>
      </w:r>
      <w:r w:rsidR="00F635DB">
        <w:t>.</w:t>
      </w:r>
    </w:p>
    <w:p w14:paraId="0E7BF907" w14:textId="77777777" w:rsidR="00F635DB" w:rsidRDefault="00855694" w:rsidP="00F635DB">
      <w:r w:rsidRPr="009071AC">
        <w:t>Et pour l</w:t>
      </w:r>
      <w:r w:rsidR="00F635DB">
        <w:t>’</w:t>
      </w:r>
      <w:r w:rsidRPr="009071AC">
        <w:t>arracher à ses conjectures</w:t>
      </w:r>
      <w:r w:rsidR="00F635DB">
        <w:t xml:space="preserve">, </w:t>
      </w:r>
      <w:r w:rsidRPr="009071AC">
        <w:t>il ne fallut rien moins que le frôlement d</w:t>
      </w:r>
      <w:r w:rsidR="00F635DB">
        <w:t>’</w:t>
      </w:r>
      <w:r w:rsidRPr="009071AC">
        <w:t>une robe contre l</w:t>
      </w:r>
      <w:r w:rsidR="00F635DB">
        <w:t>’</w:t>
      </w:r>
      <w:r w:rsidRPr="009071AC">
        <w:t>huisserie d</w:t>
      </w:r>
      <w:r w:rsidR="00F635DB">
        <w:t>’</w:t>
      </w:r>
      <w:r w:rsidRPr="009071AC">
        <w:t>une porte</w:t>
      </w:r>
      <w:r w:rsidR="00F635DB">
        <w:t>.</w:t>
      </w:r>
    </w:p>
    <w:p w14:paraId="274D4BC4" w14:textId="18C560E7" w:rsidR="00F635DB" w:rsidRDefault="00F635DB" w:rsidP="00F635DB">
      <w:r>
        <w:t>M</w:t>
      </w:r>
      <w:r w:rsidRPr="00F635DB">
        <w:rPr>
          <w:vertAlign w:val="superscript"/>
        </w:rPr>
        <w:t>me</w:t>
      </w:r>
      <w:r>
        <w:t> </w:t>
      </w:r>
      <w:r w:rsidR="00855694" w:rsidRPr="009071AC">
        <w:t>Lia d</w:t>
      </w:r>
      <w:r>
        <w:t>’</w:t>
      </w:r>
      <w:r w:rsidR="00855694" w:rsidRPr="009071AC">
        <w:t>Argelès entrait</w:t>
      </w:r>
      <w:r>
        <w:t>.</w:t>
      </w:r>
    </w:p>
    <w:p w14:paraId="1B7A773F" w14:textId="77777777" w:rsidR="00F635DB" w:rsidRDefault="00855694" w:rsidP="00F635DB">
      <w:r w:rsidRPr="009071AC">
        <w:t>Elle était vêtue d</w:t>
      </w:r>
      <w:r w:rsidR="00F635DB">
        <w:t>’</w:t>
      </w:r>
      <w:r w:rsidRPr="009071AC">
        <w:t>un très-élégant peignoir de cachemire gris à revers de satin bleu</w:t>
      </w:r>
      <w:r w:rsidR="00F635DB">
        <w:t xml:space="preserve">, </w:t>
      </w:r>
      <w:r w:rsidRPr="009071AC">
        <w:t>coiffée avec beaucoup de goût</w:t>
      </w:r>
      <w:r w:rsidR="00F635DB">
        <w:t xml:space="preserve">, </w:t>
      </w:r>
      <w:r w:rsidRPr="009071AC">
        <w:t>elle n</w:t>
      </w:r>
      <w:r w:rsidR="00F635DB">
        <w:t>’</w:t>
      </w:r>
      <w:r w:rsidRPr="009071AC">
        <w:t>avait oublié aucun des artifices ordinaires de sa toilette</w:t>
      </w:r>
      <w:r w:rsidR="00F635DB">
        <w:t xml:space="preserve">, </w:t>
      </w:r>
      <w:r w:rsidRPr="009071AC">
        <w:t>et cependant on lui eût donné plus de quarante ans</w:t>
      </w:r>
      <w:r w:rsidR="00F635DB">
        <w:t>.</w:t>
      </w:r>
    </w:p>
    <w:p w14:paraId="00B14DC6" w14:textId="77777777" w:rsidR="00F635DB" w:rsidRDefault="00855694" w:rsidP="00F635DB">
      <w:r w:rsidRPr="009071AC">
        <w:t>Son morne visage offrait l</w:t>
      </w:r>
      <w:r w:rsidR="00F635DB">
        <w:t>’</w:t>
      </w:r>
      <w:r w:rsidRPr="009071AC">
        <w:t>expression d</w:t>
      </w:r>
      <w:r w:rsidR="00F635DB">
        <w:t>’</w:t>
      </w:r>
      <w:r w:rsidRPr="009071AC">
        <w:t>une résignation désespérée</w:t>
      </w:r>
      <w:r w:rsidR="00F635DB">
        <w:t xml:space="preserve">, </w:t>
      </w:r>
      <w:r w:rsidRPr="009071AC">
        <w:t>et ses yeux rougis</w:t>
      </w:r>
      <w:r w:rsidR="00F635DB">
        <w:t xml:space="preserve">, </w:t>
      </w:r>
      <w:r w:rsidRPr="009071AC">
        <w:t>entourés d</w:t>
      </w:r>
      <w:r w:rsidR="00F635DB">
        <w:t>’</w:t>
      </w:r>
      <w:r w:rsidRPr="009071AC">
        <w:t>un cercle bleuâtre</w:t>
      </w:r>
      <w:r w:rsidR="00F635DB">
        <w:t xml:space="preserve">, </w:t>
      </w:r>
      <w:r w:rsidRPr="009071AC">
        <w:t>trahissaient des larmes récentes</w:t>
      </w:r>
      <w:r w:rsidR="00F635DB">
        <w:t>.</w:t>
      </w:r>
    </w:p>
    <w:p w14:paraId="261131D2" w14:textId="77777777" w:rsidR="00F635DB" w:rsidRDefault="00855694" w:rsidP="00F635DB">
      <w:r w:rsidRPr="009071AC">
        <w:t>Elle toisa le guetteur d</w:t>
      </w:r>
      <w:r w:rsidR="00F635DB">
        <w:t>’</w:t>
      </w:r>
      <w:r w:rsidRPr="009071AC">
        <w:t>héritages</w:t>
      </w:r>
      <w:r w:rsidR="00F635DB">
        <w:t xml:space="preserve">, </w:t>
      </w:r>
      <w:r w:rsidRPr="009071AC">
        <w:t>et d</w:t>
      </w:r>
      <w:r w:rsidR="00F635DB">
        <w:t>’</w:t>
      </w:r>
      <w:r w:rsidRPr="009071AC">
        <w:t>un ton bref aussi peu encourageant que possible</w:t>
      </w:r>
      <w:r w:rsidR="00F635DB">
        <w:t> :</w:t>
      </w:r>
    </w:p>
    <w:p w14:paraId="2F61F4FD" w14:textId="77777777" w:rsidR="00F635DB" w:rsidRDefault="00F635DB" w:rsidP="00F635DB">
      <w:r>
        <w:t>— </w:t>
      </w:r>
      <w:r w:rsidR="00855694" w:rsidRPr="009071AC">
        <w:t>Vous avez à me parler</w:t>
      </w:r>
      <w:r>
        <w:t xml:space="preserve"> ? </w:t>
      </w:r>
      <w:r w:rsidR="00855694" w:rsidRPr="009071AC">
        <w:t>interrogea-t-elle</w:t>
      </w:r>
      <w:r>
        <w:t>.</w:t>
      </w:r>
    </w:p>
    <w:p w14:paraId="14C197A2" w14:textId="393EAC5B" w:rsidR="00F635DB" w:rsidRDefault="00F635DB" w:rsidP="00F635DB">
      <w:r>
        <w:t>M. </w:t>
      </w:r>
      <w:r w:rsidR="00855694" w:rsidRPr="009071AC">
        <w:t>Fortunat s</w:t>
      </w:r>
      <w:r>
        <w:t>’</w:t>
      </w:r>
      <w:r w:rsidR="00855694" w:rsidRPr="009071AC">
        <w:t>inclina</w:t>
      </w:r>
      <w:r>
        <w:t xml:space="preserve">, </w:t>
      </w:r>
      <w:r w:rsidR="00855694" w:rsidRPr="009071AC">
        <w:t>presque déconcerté</w:t>
      </w:r>
      <w:r>
        <w:t>.</w:t>
      </w:r>
    </w:p>
    <w:p w14:paraId="5999E118" w14:textId="77777777" w:rsidR="00F635DB" w:rsidRDefault="00855694" w:rsidP="00F635DB">
      <w:r w:rsidRPr="009071AC">
        <w:lastRenderedPageBreak/>
        <w:t>Il s</w:t>
      </w:r>
      <w:r w:rsidR="00F635DB">
        <w:t>’</w:t>
      </w:r>
      <w:r w:rsidRPr="009071AC">
        <w:t>était préparé à rencontrer quelqu</w:t>
      </w:r>
      <w:r w:rsidR="00F635DB">
        <w:t>’</w:t>
      </w:r>
      <w:r w:rsidRPr="009071AC">
        <w:t>une de ces stupides demoiselles qui promènent au bois leurs cheveux salis d</w:t>
      </w:r>
      <w:r w:rsidR="00F635DB">
        <w:t>’</w:t>
      </w:r>
      <w:r w:rsidRPr="009071AC">
        <w:t>ocre et empuantis d</w:t>
      </w:r>
      <w:r w:rsidR="00F635DB">
        <w:t>’</w:t>
      </w:r>
      <w:r w:rsidRPr="009071AC">
        <w:t>ammoniaque</w:t>
      </w:r>
      <w:r w:rsidR="00F635DB">
        <w:t xml:space="preserve">, </w:t>
      </w:r>
      <w:r w:rsidRPr="009071AC">
        <w:t>et pas du tout</w:t>
      </w:r>
      <w:r w:rsidR="00F635DB">
        <w:t xml:space="preserve">, </w:t>
      </w:r>
      <w:r w:rsidRPr="009071AC">
        <w:t>il se trouvait en présence d</w:t>
      </w:r>
      <w:r w:rsidR="00F635DB">
        <w:t>’</w:t>
      </w:r>
      <w:r w:rsidRPr="009071AC">
        <w:t>une femme à l</w:t>
      </w:r>
      <w:r w:rsidR="00F635DB">
        <w:t>’</w:t>
      </w:r>
      <w:r w:rsidRPr="009071AC">
        <w:t>air impérieux qui</w:t>
      </w:r>
      <w:r w:rsidR="00F635DB">
        <w:t xml:space="preserve">, </w:t>
      </w:r>
      <w:r w:rsidRPr="009071AC">
        <w:t>déchue</w:t>
      </w:r>
      <w:r w:rsidR="00F635DB">
        <w:t xml:space="preserve">, </w:t>
      </w:r>
      <w:r w:rsidRPr="009071AC">
        <w:t>gardait encore la fierté de sa race</w:t>
      </w:r>
      <w:r w:rsidR="00F635DB">
        <w:t xml:space="preserve">, </w:t>
      </w:r>
      <w:r w:rsidRPr="009071AC">
        <w:t>et qui lui imposait</w:t>
      </w:r>
      <w:r w:rsidR="00F635DB">
        <w:t>.</w:t>
      </w:r>
    </w:p>
    <w:p w14:paraId="38EA2519" w14:textId="77777777" w:rsidR="00F635DB" w:rsidRDefault="00F635DB" w:rsidP="00F635DB">
      <w:r>
        <w:t>— </w:t>
      </w:r>
      <w:r w:rsidR="00855694" w:rsidRPr="009071AC">
        <w:t>J</w:t>
      </w:r>
      <w:r>
        <w:t>’</w:t>
      </w:r>
      <w:r w:rsidR="00855694" w:rsidRPr="009071AC">
        <w:t>aurais en effet</w:t>
      </w:r>
      <w:r>
        <w:t xml:space="preserve">, </w:t>
      </w:r>
      <w:r w:rsidR="00855694" w:rsidRPr="009071AC">
        <w:t>madame</w:t>
      </w:r>
      <w:r>
        <w:t xml:space="preserve">, </w:t>
      </w:r>
      <w:r w:rsidR="00855694" w:rsidRPr="009071AC">
        <w:t>balbutia-t-il</w:t>
      </w:r>
      <w:r>
        <w:t xml:space="preserve">, </w:t>
      </w:r>
      <w:r w:rsidR="00855694" w:rsidRPr="009071AC">
        <w:t>à vous entretenir d</w:t>
      </w:r>
      <w:r>
        <w:t>’</w:t>
      </w:r>
      <w:r w:rsidR="00855694" w:rsidRPr="009071AC">
        <w:t>intérêts bien sérieux</w:t>
      </w:r>
      <w:r>
        <w:t>.</w:t>
      </w:r>
    </w:p>
    <w:p w14:paraId="0FF7E883" w14:textId="77777777" w:rsidR="00F635DB" w:rsidRDefault="00855694" w:rsidP="00F635DB">
      <w:r w:rsidRPr="009071AC">
        <w:t>Elle se laissa tomber sur un fauteuil</w:t>
      </w:r>
      <w:r w:rsidR="00F635DB">
        <w:t xml:space="preserve">, </w:t>
      </w:r>
      <w:r w:rsidRPr="009071AC">
        <w:t>et sans engager son visiteur à prendre un siège</w:t>
      </w:r>
      <w:r w:rsidR="00F635DB">
        <w:t> :</w:t>
      </w:r>
    </w:p>
    <w:p w14:paraId="6AF49FDD" w14:textId="77777777" w:rsidR="00F635DB" w:rsidRDefault="00F635DB" w:rsidP="00F635DB">
      <w:r>
        <w:t>— </w:t>
      </w:r>
      <w:r w:rsidR="00855694" w:rsidRPr="009071AC">
        <w:t>Expliquez-vous</w:t>
      </w:r>
      <w:r>
        <w:t xml:space="preserve">, </w:t>
      </w:r>
      <w:r w:rsidR="00855694" w:rsidRPr="009071AC">
        <w:t>dit-elle</w:t>
      </w:r>
      <w:r>
        <w:t>.</w:t>
      </w:r>
    </w:p>
    <w:p w14:paraId="031C7FF6" w14:textId="6A034848" w:rsidR="00F635DB" w:rsidRDefault="00855694" w:rsidP="00F635DB">
      <w:r w:rsidRPr="009071AC">
        <w:t>L</w:t>
      </w:r>
      <w:r w:rsidR="00F635DB">
        <w:t>’</w:t>
      </w:r>
      <w:r w:rsidRPr="009071AC">
        <w:t>importance de l</w:t>
      </w:r>
      <w:r w:rsidR="00F635DB">
        <w:t>’</w:t>
      </w:r>
      <w:r w:rsidRPr="009071AC">
        <w:t>enjeu qu</w:t>
      </w:r>
      <w:r w:rsidR="00F635DB">
        <w:t>’</w:t>
      </w:r>
      <w:r w:rsidRPr="009071AC">
        <w:t xml:space="preserve">il risquait avait déjà rendu à </w:t>
      </w:r>
      <w:r w:rsidR="00F635DB">
        <w:t>M. </w:t>
      </w:r>
      <w:r w:rsidRPr="009071AC">
        <w:t>Fortunat toute sa présence d</w:t>
      </w:r>
      <w:r w:rsidR="00F635DB">
        <w:t>’</w:t>
      </w:r>
      <w:r w:rsidRPr="009071AC">
        <w:t>esprit</w:t>
      </w:r>
      <w:r w:rsidR="00F635DB">
        <w:t>.</w:t>
      </w:r>
    </w:p>
    <w:p w14:paraId="12DF6096" w14:textId="017F18C5" w:rsidR="00F635DB" w:rsidRDefault="00855694" w:rsidP="00F635DB">
      <w:r w:rsidRPr="009071AC">
        <w:t>Il n</w:t>
      </w:r>
      <w:r w:rsidR="00F635DB">
        <w:t>’</w:t>
      </w:r>
      <w:r w:rsidRPr="009071AC">
        <w:t>avait eu besoin que d</w:t>
      </w:r>
      <w:r w:rsidR="00F635DB">
        <w:t>’</w:t>
      </w:r>
      <w:r w:rsidRPr="009071AC">
        <w:t>un coup d</w:t>
      </w:r>
      <w:r w:rsidR="00F635DB">
        <w:t>’</w:t>
      </w:r>
      <w:r w:rsidRPr="009071AC">
        <w:t xml:space="preserve">œil pour évaluer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et il avait compris que pour s</w:t>
      </w:r>
      <w:r w:rsidR="00F635DB">
        <w:t>’</w:t>
      </w:r>
      <w:r w:rsidRPr="009071AC">
        <w:t>emparer de l</w:t>
      </w:r>
      <w:r w:rsidR="00F635DB">
        <w:t>’</w:t>
      </w:r>
      <w:r w:rsidRPr="009071AC">
        <w:t>esprit d</w:t>
      </w:r>
      <w:r w:rsidR="00F635DB">
        <w:t>’</w:t>
      </w:r>
      <w:r w:rsidRPr="009071AC">
        <w:t>une telle femme</w:t>
      </w:r>
      <w:r w:rsidR="00F635DB">
        <w:t xml:space="preserve">, </w:t>
      </w:r>
      <w:r w:rsidRPr="009071AC">
        <w:t>il fallait frapper fort et l</w:t>
      </w:r>
      <w:r w:rsidR="00F635DB">
        <w:t>’</w:t>
      </w:r>
      <w:r w:rsidRPr="009071AC">
        <w:t>étourdir du premier coup</w:t>
      </w:r>
      <w:r w:rsidR="00F635DB">
        <w:t>.</w:t>
      </w:r>
    </w:p>
    <w:p w14:paraId="0D621851" w14:textId="77777777" w:rsidR="00F635DB" w:rsidRDefault="00F635DB" w:rsidP="00F635DB">
      <w:r>
        <w:t>— </w:t>
      </w:r>
      <w:r w:rsidR="00855694" w:rsidRPr="009071AC">
        <w:t>J</w:t>
      </w:r>
      <w:r>
        <w:t>’</w:t>
      </w:r>
      <w:r w:rsidR="00855694" w:rsidRPr="009071AC">
        <w:t>ai à vous annoncer un grand malheur</w:t>
      </w:r>
      <w:r>
        <w:t xml:space="preserve">, </w:t>
      </w:r>
      <w:r w:rsidR="00855694" w:rsidRPr="009071AC">
        <w:t>madame</w:t>
      </w:r>
      <w:r>
        <w:t xml:space="preserve">… </w:t>
      </w:r>
      <w:r w:rsidR="00855694" w:rsidRPr="009071AC">
        <w:t>prononça-t-il</w:t>
      </w:r>
      <w:r>
        <w:t xml:space="preserve">. </w:t>
      </w:r>
      <w:r w:rsidR="00855694" w:rsidRPr="009071AC">
        <w:t>Une personne qui vous est chère et qui vous touche de bien près</w:t>
      </w:r>
      <w:r>
        <w:t xml:space="preserve">, </w:t>
      </w:r>
      <w:r w:rsidR="00855694" w:rsidRPr="009071AC">
        <w:t>a été victime hier soir d</w:t>
      </w:r>
      <w:r>
        <w:t>’</w:t>
      </w:r>
      <w:r w:rsidR="00855694" w:rsidRPr="009071AC">
        <w:t>un affreux accident et a succombé ce matin</w:t>
      </w:r>
      <w:r>
        <w:t>.</w:t>
      </w:r>
    </w:p>
    <w:p w14:paraId="7AC12E0D" w14:textId="0A352325" w:rsidR="00F635DB" w:rsidRDefault="00855694" w:rsidP="00F635DB">
      <w:r w:rsidRPr="009071AC">
        <w:t xml:space="preserve">Ce lugubre préambule ne parut pas toucher </w:t>
      </w:r>
      <w:r w:rsidR="00F635DB">
        <w:t>M</w:t>
      </w:r>
      <w:r w:rsidR="00F635DB" w:rsidRPr="00F635DB">
        <w:rPr>
          <w:vertAlign w:val="superscript"/>
        </w:rPr>
        <w:t>me</w:t>
      </w:r>
      <w:r w:rsidR="00F635DB">
        <w:t> </w:t>
      </w:r>
      <w:r w:rsidRPr="009071AC">
        <w:t>d</w:t>
      </w:r>
      <w:r w:rsidR="00F635DB">
        <w:t>’</w:t>
      </w:r>
      <w:r w:rsidRPr="009071AC">
        <w:t>Argelès</w:t>
      </w:r>
      <w:r w:rsidR="00F635DB">
        <w:t>.</w:t>
      </w:r>
    </w:p>
    <w:p w14:paraId="76F18316" w14:textId="77777777" w:rsidR="00F635DB" w:rsidRDefault="00F635DB" w:rsidP="00F635DB">
      <w:r>
        <w:t>— </w:t>
      </w:r>
      <w:r w:rsidR="00855694" w:rsidRPr="009071AC">
        <w:t>De qui parlez-vous</w:t>
      </w:r>
      <w:r>
        <w:t xml:space="preserve"> ? </w:t>
      </w:r>
      <w:r w:rsidR="00855694" w:rsidRPr="009071AC">
        <w:t>demanda-t-elle froidement</w:t>
      </w:r>
      <w:r>
        <w:t>.</w:t>
      </w:r>
    </w:p>
    <w:p w14:paraId="4A3CDFDF" w14:textId="582F2ADB" w:rsidR="00F635DB" w:rsidRDefault="00F635DB" w:rsidP="00F635DB">
      <w:r>
        <w:t>M. </w:t>
      </w:r>
      <w:r w:rsidR="00855694" w:rsidRPr="009071AC">
        <w:t>Fortunat arbora son air le plus solennel</w:t>
      </w:r>
      <w:r>
        <w:t xml:space="preserve">, </w:t>
      </w:r>
      <w:r w:rsidR="00855694" w:rsidRPr="009071AC">
        <w:t>et d</w:t>
      </w:r>
      <w:r>
        <w:t>’</w:t>
      </w:r>
      <w:r w:rsidR="00855694" w:rsidRPr="009071AC">
        <w:t>une voix profonde</w:t>
      </w:r>
      <w:r>
        <w:t> :</w:t>
      </w:r>
    </w:p>
    <w:p w14:paraId="770ECA82" w14:textId="292A5C31" w:rsidR="00F635DB" w:rsidRDefault="00F635DB" w:rsidP="00F635DB">
      <w:r>
        <w:t>— </w:t>
      </w:r>
      <w:r w:rsidR="00855694" w:rsidRPr="009071AC">
        <w:t>De votre frère</w:t>
      </w:r>
      <w:r>
        <w:t xml:space="preserve">, </w:t>
      </w:r>
      <w:r w:rsidR="00855694" w:rsidRPr="009071AC">
        <w:t>madame</w:t>
      </w:r>
      <w:r>
        <w:t xml:space="preserve">, </w:t>
      </w:r>
      <w:r w:rsidR="00855694" w:rsidRPr="009071AC">
        <w:t xml:space="preserve">de </w:t>
      </w:r>
      <w:r>
        <w:t>M. </w:t>
      </w:r>
      <w:r w:rsidR="00855694" w:rsidRPr="009071AC">
        <w:t xml:space="preserve">le comte de </w:t>
      </w:r>
      <w:proofErr w:type="spellStart"/>
      <w:r w:rsidR="00855694" w:rsidRPr="009071AC">
        <w:t>Chalusse</w:t>
      </w:r>
      <w:proofErr w:type="spellEnd"/>
      <w:r>
        <w:t>…</w:t>
      </w:r>
    </w:p>
    <w:p w14:paraId="61A310E2" w14:textId="77777777" w:rsidR="00F635DB" w:rsidRDefault="00855694" w:rsidP="00F635DB">
      <w:r w:rsidRPr="009071AC">
        <w:lastRenderedPageBreak/>
        <w:t>Elle se dressa en pied</w:t>
      </w:r>
      <w:r w:rsidR="00F635DB">
        <w:t xml:space="preserve">, </w:t>
      </w:r>
      <w:r w:rsidRPr="009071AC">
        <w:t>secouée par un tremblement convulsif</w:t>
      </w:r>
      <w:r w:rsidR="00F635DB">
        <w:t>.</w:t>
      </w:r>
    </w:p>
    <w:p w14:paraId="6ABCE596" w14:textId="77777777" w:rsidR="00F635DB" w:rsidRDefault="00F635DB" w:rsidP="00F635DB">
      <w:r>
        <w:t>— </w:t>
      </w:r>
      <w:r w:rsidR="00855694" w:rsidRPr="009071AC">
        <w:t>Raymond est mort</w:t>
      </w:r>
      <w:r>
        <w:t xml:space="preserve">… </w:t>
      </w:r>
      <w:r w:rsidR="00855694" w:rsidRPr="009071AC">
        <w:t>balbutia-t-elle</w:t>
      </w:r>
      <w:r>
        <w:t>.</w:t>
      </w:r>
    </w:p>
    <w:p w14:paraId="5551ADD5" w14:textId="77777777" w:rsidR="00F635DB" w:rsidRDefault="00F635DB" w:rsidP="00F635DB">
      <w:r>
        <w:t>— </w:t>
      </w:r>
      <w:r w:rsidR="00855694" w:rsidRPr="009071AC">
        <w:t>Hélas</w:t>
      </w:r>
      <w:r>
        <w:t xml:space="preserve"> !… </w:t>
      </w:r>
      <w:r w:rsidR="00855694" w:rsidRPr="009071AC">
        <w:t>oui</w:t>
      </w:r>
      <w:r>
        <w:t xml:space="preserve">, </w:t>
      </w:r>
      <w:r w:rsidR="00855694" w:rsidRPr="009071AC">
        <w:t>madame</w:t>
      </w:r>
      <w:r>
        <w:t xml:space="preserve">… </w:t>
      </w:r>
      <w:r w:rsidR="00855694" w:rsidRPr="009071AC">
        <w:t>Mort au moment où il se rendait sans doute au rendez-vous que vous lui aviez fixé à l</w:t>
      </w:r>
      <w:r>
        <w:t>’</w:t>
      </w:r>
      <w:r w:rsidR="00855694" w:rsidRPr="009071AC">
        <w:t>hôtel de Hombourg</w:t>
      </w:r>
      <w:r>
        <w:t>.</w:t>
      </w:r>
    </w:p>
    <w:p w14:paraId="7E0309E8" w14:textId="77777777" w:rsidR="00F635DB" w:rsidRDefault="00855694" w:rsidP="00F635DB">
      <w:r w:rsidRPr="009071AC">
        <w:t>C</w:t>
      </w:r>
      <w:r w:rsidR="00F635DB">
        <w:t>’</w:t>
      </w:r>
      <w:r w:rsidRPr="009071AC">
        <w:t>était un joli mensonge</w:t>
      </w:r>
      <w:r w:rsidR="00F635DB">
        <w:t xml:space="preserve">, </w:t>
      </w:r>
      <w:r w:rsidRPr="009071AC">
        <w:t>qu</w:t>
      </w:r>
      <w:r w:rsidR="00F635DB">
        <w:t>’</w:t>
      </w:r>
      <w:r w:rsidRPr="009071AC">
        <w:t>avançait là le dénicheur d</w:t>
      </w:r>
      <w:r w:rsidR="00F635DB">
        <w:t>’</w:t>
      </w:r>
      <w:r w:rsidRPr="009071AC">
        <w:t>héritages</w:t>
      </w:r>
      <w:r w:rsidR="00F635DB">
        <w:t xml:space="preserve">, </w:t>
      </w:r>
      <w:r w:rsidRPr="009071AC">
        <w:t>mais il n</w:t>
      </w:r>
      <w:r w:rsidR="00F635DB">
        <w:t>’</w:t>
      </w:r>
      <w:r w:rsidRPr="009071AC">
        <w:t>en était pas à un mensonge près</w:t>
      </w:r>
      <w:r w:rsidR="00F635DB">
        <w:t xml:space="preserve">, </w:t>
      </w:r>
      <w:r w:rsidRPr="009071AC">
        <w:t>et celui-ci lui offrait cet avantage de le poser en homme très au courant du passé</w:t>
      </w:r>
      <w:r w:rsidR="00F635DB">
        <w:t>.</w:t>
      </w:r>
    </w:p>
    <w:p w14:paraId="774DEF27" w14:textId="2EBECE32" w:rsidR="00F635DB" w:rsidRDefault="00855694" w:rsidP="00F635DB">
      <w:r w:rsidRPr="009071AC">
        <w:t xml:space="preserve">Il est vrai que cette savante manœuvre dut échapper à </w:t>
      </w:r>
      <w:r w:rsidR="00F635DB">
        <w:t>M</w:t>
      </w:r>
      <w:r w:rsidR="00F635DB" w:rsidRPr="00F635DB">
        <w:rPr>
          <w:vertAlign w:val="superscript"/>
        </w:rPr>
        <w:t>me</w:t>
      </w:r>
      <w:r w:rsidR="00F635DB">
        <w:t> </w:t>
      </w:r>
      <w:r w:rsidRPr="009071AC">
        <w:t>d</w:t>
      </w:r>
      <w:r w:rsidR="00F635DB">
        <w:t>’</w:t>
      </w:r>
      <w:r w:rsidRPr="009071AC">
        <w:t>Argelès</w:t>
      </w:r>
      <w:r w:rsidR="00F635DB">
        <w:t>.</w:t>
      </w:r>
    </w:p>
    <w:p w14:paraId="43708FA4" w14:textId="77777777" w:rsidR="00F635DB" w:rsidRDefault="00855694" w:rsidP="00F635DB">
      <w:r w:rsidRPr="009071AC">
        <w:t>Elle s</w:t>
      </w:r>
      <w:r w:rsidR="00F635DB">
        <w:t>’</w:t>
      </w:r>
      <w:r w:rsidRPr="009071AC">
        <w:t>était affaissée sur son fauteuil</w:t>
      </w:r>
      <w:r w:rsidR="00F635DB">
        <w:t xml:space="preserve">, </w:t>
      </w:r>
      <w:r w:rsidRPr="009071AC">
        <w:t>plus blanche que la cire</w:t>
      </w:r>
      <w:r w:rsidR="00F635DB">
        <w:t>.</w:t>
      </w:r>
    </w:p>
    <w:p w14:paraId="4401D89A" w14:textId="77777777" w:rsidR="00F635DB" w:rsidRDefault="00F635DB" w:rsidP="00F635DB">
      <w:r>
        <w:t>— </w:t>
      </w:r>
      <w:r w:rsidR="00855694" w:rsidRPr="009071AC">
        <w:t>Comment est-il mort</w:t>
      </w:r>
      <w:r>
        <w:t xml:space="preserve"> ? </w:t>
      </w:r>
      <w:r w:rsidR="00855694" w:rsidRPr="009071AC">
        <w:t>demanda-t-elle</w:t>
      </w:r>
      <w:r>
        <w:t>.</w:t>
      </w:r>
    </w:p>
    <w:p w14:paraId="387B68BB" w14:textId="77777777" w:rsidR="00F635DB" w:rsidRDefault="00F635DB" w:rsidP="00F635DB">
      <w:r>
        <w:t>— </w:t>
      </w:r>
      <w:r w:rsidR="00855694" w:rsidRPr="009071AC">
        <w:t>Il a été frappé d</w:t>
      </w:r>
      <w:r>
        <w:t>’</w:t>
      </w:r>
      <w:r w:rsidR="00855694" w:rsidRPr="009071AC">
        <w:t>une attaque d</w:t>
      </w:r>
      <w:r>
        <w:t>’</w:t>
      </w:r>
      <w:r w:rsidR="00855694" w:rsidRPr="009071AC">
        <w:t>apoplexie</w:t>
      </w:r>
      <w:r>
        <w:t>.</w:t>
      </w:r>
    </w:p>
    <w:p w14:paraId="1842B7AA" w14:textId="77777777" w:rsidR="00F635DB" w:rsidRDefault="00F635DB" w:rsidP="00F635DB">
      <w:r>
        <w:t>— </w:t>
      </w:r>
      <w:r w:rsidR="00855694" w:rsidRPr="009071AC">
        <w:t>Mon Dieu</w:t>
      </w:r>
      <w:r>
        <w:t xml:space="preserve"> !… </w:t>
      </w:r>
      <w:r w:rsidR="00855694" w:rsidRPr="009071AC">
        <w:t>s</w:t>
      </w:r>
      <w:r>
        <w:t>’</w:t>
      </w:r>
      <w:r w:rsidR="00855694" w:rsidRPr="009071AC">
        <w:t>écria la malheureuse femme</w:t>
      </w:r>
      <w:r>
        <w:t xml:space="preserve">, </w:t>
      </w:r>
      <w:r w:rsidR="00855694" w:rsidRPr="009071AC">
        <w:t>qui entrevit alors la vérité</w:t>
      </w:r>
      <w:r>
        <w:t xml:space="preserve">. </w:t>
      </w:r>
      <w:r w:rsidR="00855694" w:rsidRPr="009071AC">
        <w:t>Mon Dieu</w:t>
      </w:r>
      <w:r>
        <w:t xml:space="preserve"> !… </w:t>
      </w:r>
      <w:r w:rsidR="00855694" w:rsidRPr="009071AC">
        <w:t>pardonnez-moi</w:t>
      </w:r>
      <w:r>
        <w:t xml:space="preserve">… </w:t>
      </w:r>
      <w:r w:rsidR="00855694" w:rsidRPr="009071AC">
        <w:t>C</w:t>
      </w:r>
      <w:r>
        <w:t>’</w:t>
      </w:r>
      <w:r w:rsidR="00855694" w:rsidRPr="009071AC">
        <w:t>est ma lettre qui l</w:t>
      </w:r>
      <w:r>
        <w:t>’</w:t>
      </w:r>
      <w:r w:rsidR="00855694" w:rsidRPr="009071AC">
        <w:t>a tué</w:t>
      </w:r>
      <w:r>
        <w:t> !…</w:t>
      </w:r>
    </w:p>
    <w:p w14:paraId="78A61CE6" w14:textId="77777777" w:rsidR="00F635DB" w:rsidRDefault="00855694" w:rsidP="00F635DB">
      <w:r w:rsidRPr="009071AC">
        <w:t>Et son cœur se brisant</w:t>
      </w:r>
      <w:r w:rsidR="00F635DB">
        <w:t xml:space="preserve">, </w:t>
      </w:r>
      <w:r w:rsidRPr="009071AC">
        <w:t>elle trouva encore des larmes</w:t>
      </w:r>
      <w:r w:rsidR="00F635DB">
        <w:t xml:space="preserve">, </w:t>
      </w:r>
      <w:r w:rsidRPr="009071AC">
        <w:t>elle qui cependant avait tant souffert et tant pleuré</w:t>
      </w:r>
      <w:r w:rsidR="00F635DB">
        <w:t>…</w:t>
      </w:r>
    </w:p>
    <w:p w14:paraId="454A3C55" w14:textId="29B3937F" w:rsidR="00F635DB" w:rsidRDefault="00855694" w:rsidP="00F635DB">
      <w:r w:rsidRPr="009071AC">
        <w:t xml:space="preserve">Prétendre que </w:t>
      </w:r>
      <w:r w:rsidR="00F635DB">
        <w:t>M. </w:t>
      </w:r>
      <w:r w:rsidRPr="009071AC">
        <w:t>Fortunat n</w:t>
      </w:r>
      <w:r w:rsidR="00F635DB">
        <w:t>’</w:t>
      </w:r>
      <w:r w:rsidRPr="009071AC">
        <w:t>était aucunement ému serait beaucoup s</w:t>
      </w:r>
      <w:r w:rsidR="00F635DB">
        <w:t>’</w:t>
      </w:r>
      <w:r w:rsidRPr="009071AC">
        <w:t>avancer</w:t>
      </w:r>
      <w:r w:rsidR="00F635DB">
        <w:t xml:space="preserve">. </w:t>
      </w:r>
      <w:r w:rsidRPr="009071AC">
        <w:t>Il était sensible en dehors des affaires</w:t>
      </w:r>
      <w:r w:rsidR="00F635DB">
        <w:t>.</w:t>
      </w:r>
    </w:p>
    <w:p w14:paraId="3767345F" w14:textId="77777777" w:rsidR="00F635DB" w:rsidRDefault="00855694" w:rsidP="00F635DB">
      <w:r w:rsidRPr="009071AC">
        <w:t>Mais son émotion était singulièrement mitigée de la satisfaction qu</w:t>
      </w:r>
      <w:r w:rsidR="00F635DB">
        <w:t>’</w:t>
      </w:r>
      <w:r w:rsidRPr="009071AC">
        <w:t>il éprouvait d</w:t>
      </w:r>
      <w:r w:rsidR="00F635DB">
        <w:t>’</w:t>
      </w:r>
      <w:r w:rsidRPr="009071AC">
        <w:t>avoir si vite et si bien réussi</w:t>
      </w:r>
      <w:r w:rsidR="00F635DB">
        <w:t>.</w:t>
      </w:r>
    </w:p>
    <w:p w14:paraId="7772F6EC" w14:textId="3C9FCD40" w:rsidR="00F635DB" w:rsidRDefault="00F635DB" w:rsidP="00F635DB">
      <w:r>
        <w:lastRenderedPageBreak/>
        <w:t>M</w:t>
      </w:r>
      <w:r w:rsidRPr="00F635DB">
        <w:rPr>
          <w:vertAlign w:val="superscript"/>
        </w:rPr>
        <w:t>me</w:t>
      </w:r>
      <w:r>
        <w:t> </w:t>
      </w:r>
      <w:r w:rsidR="00855694" w:rsidRPr="009071AC">
        <w:t>d</w:t>
      </w:r>
      <w:r>
        <w:t>’</w:t>
      </w:r>
      <w:r w:rsidR="00855694" w:rsidRPr="009071AC">
        <w:t>Argelès avait tout avoué</w:t>
      </w:r>
      <w:r>
        <w:t xml:space="preserve"> !… </w:t>
      </w:r>
      <w:r w:rsidR="00855694" w:rsidRPr="009071AC">
        <w:t>C</w:t>
      </w:r>
      <w:r>
        <w:t>’</w:t>
      </w:r>
      <w:r w:rsidR="00855694" w:rsidRPr="009071AC">
        <w:t>était une victoire</w:t>
      </w:r>
      <w:r>
        <w:t xml:space="preserve">, </w:t>
      </w:r>
      <w:r w:rsidR="00855694" w:rsidRPr="009071AC">
        <w:t>car</w:t>
      </w:r>
      <w:r>
        <w:t xml:space="preserve">, </w:t>
      </w:r>
      <w:r w:rsidR="00855694" w:rsidRPr="009071AC">
        <w:t>faut-il le dire</w:t>
      </w:r>
      <w:r>
        <w:t xml:space="preserve">, </w:t>
      </w:r>
      <w:r w:rsidR="00855694" w:rsidRPr="009071AC">
        <w:t>il avait tremblé qu</w:t>
      </w:r>
      <w:r>
        <w:t>’</w:t>
      </w:r>
      <w:r w:rsidR="00855694" w:rsidRPr="009071AC">
        <w:t>elle ne niât tout et ne le mît dehors dès les premiers mots</w:t>
      </w:r>
      <w:r>
        <w:t>.</w:t>
      </w:r>
    </w:p>
    <w:p w14:paraId="5D494E4F" w14:textId="77777777" w:rsidR="00F635DB" w:rsidRDefault="00855694" w:rsidP="00F635DB">
      <w:r w:rsidRPr="009071AC">
        <w:t>Certes</w:t>
      </w:r>
      <w:r w:rsidR="00F635DB">
        <w:t xml:space="preserve">, </w:t>
      </w:r>
      <w:r w:rsidRPr="009071AC">
        <w:t xml:space="preserve">il apercevait bien des difficultés encore entre sa poche et la succession du comte de </w:t>
      </w:r>
      <w:proofErr w:type="spellStart"/>
      <w:r w:rsidRPr="009071AC">
        <w:t>Chalusse</w:t>
      </w:r>
      <w:proofErr w:type="spellEnd"/>
      <w:r w:rsidR="00F635DB">
        <w:t xml:space="preserve">, </w:t>
      </w:r>
      <w:r w:rsidRPr="009071AC">
        <w:t>mais il ne désespérait pas de les vaincre</w:t>
      </w:r>
      <w:r w:rsidR="00F635DB">
        <w:t xml:space="preserve">, </w:t>
      </w:r>
      <w:r w:rsidRPr="009071AC">
        <w:t>après avoir si brillamment engagé la partie</w:t>
      </w:r>
      <w:r w:rsidR="00F635DB">
        <w:t>.</w:t>
      </w:r>
    </w:p>
    <w:p w14:paraId="2E0FBA47" w14:textId="22570E2E" w:rsidR="00F635DB" w:rsidRDefault="00855694" w:rsidP="00F635DB">
      <w:r w:rsidRPr="009071AC">
        <w:t>Et il commençait à soupirer quelques paroles de consolation</w:t>
      </w:r>
      <w:r w:rsidR="00F635DB">
        <w:t xml:space="preserve">, </w:t>
      </w:r>
      <w:r w:rsidRPr="009071AC">
        <w:t xml:space="preserve">quand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tout à coup</w:t>
      </w:r>
      <w:r w:rsidR="00F635DB">
        <w:t xml:space="preserve">, </w:t>
      </w:r>
      <w:r w:rsidRPr="009071AC">
        <w:t>se leva en disant</w:t>
      </w:r>
      <w:r w:rsidR="00F635DB">
        <w:t> :</w:t>
      </w:r>
    </w:p>
    <w:p w14:paraId="7A907AE9" w14:textId="77777777" w:rsidR="00F635DB" w:rsidRDefault="00F635DB" w:rsidP="00F635DB">
      <w:r>
        <w:t>— </w:t>
      </w:r>
      <w:r w:rsidR="00855694" w:rsidRPr="009071AC">
        <w:t>Il faut que je le voie</w:t>
      </w:r>
      <w:r>
        <w:t xml:space="preserve"> !… </w:t>
      </w:r>
      <w:r w:rsidR="00855694" w:rsidRPr="009071AC">
        <w:t>Je veux le voir une dernière fois</w:t>
      </w:r>
      <w:r>
        <w:t xml:space="preserve"> !… </w:t>
      </w:r>
      <w:r w:rsidR="00855694" w:rsidRPr="009071AC">
        <w:t>Venez</w:t>
      </w:r>
      <w:r>
        <w:t xml:space="preserve">, </w:t>
      </w:r>
      <w:r w:rsidR="00855694" w:rsidRPr="009071AC">
        <w:t>monsieur</w:t>
      </w:r>
      <w:r>
        <w:t> !</w:t>
      </w:r>
    </w:p>
    <w:p w14:paraId="0282D1CA" w14:textId="77777777" w:rsidR="00F635DB" w:rsidRDefault="00855694" w:rsidP="00F635DB">
      <w:r w:rsidRPr="009071AC">
        <w:t>Hélas</w:t>
      </w:r>
      <w:r w:rsidR="00F635DB">
        <w:t xml:space="preserve"> ! </w:t>
      </w:r>
      <w:r w:rsidRPr="009071AC">
        <w:t>quelque terrible souvenir la cloua sur place aussitôt</w:t>
      </w:r>
      <w:r w:rsidR="00F635DB">
        <w:t>.</w:t>
      </w:r>
    </w:p>
    <w:p w14:paraId="56271FE6" w14:textId="77777777" w:rsidR="00F635DB" w:rsidRDefault="00855694" w:rsidP="00F635DB">
      <w:r w:rsidRPr="009071AC">
        <w:t>Elle eut un geste désespéré</w:t>
      </w:r>
      <w:r w:rsidR="00F635DB">
        <w:t xml:space="preserve">, </w:t>
      </w:r>
      <w:r w:rsidRPr="009071AC">
        <w:t>et d</w:t>
      </w:r>
      <w:r w:rsidR="00F635DB">
        <w:t>’</w:t>
      </w:r>
      <w:r w:rsidRPr="009071AC">
        <w:t>une voix où éclataient toutes les souffrances</w:t>
      </w:r>
      <w:r w:rsidR="00F635DB">
        <w:t xml:space="preserve">, </w:t>
      </w:r>
      <w:r w:rsidRPr="009071AC">
        <w:t>toutes les rages de la vie</w:t>
      </w:r>
      <w:r w:rsidR="00F635DB">
        <w:t> :</w:t>
      </w:r>
    </w:p>
    <w:p w14:paraId="28E138E2" w14:textId="77777777" w:rsidR="00F635DB" w:rsidRDefault="00F635DB" w:rsidP="00F635DB">
      <w:r>
        <w:t>— </w:t>
      </w:r>
      <w:r w:rsidR="00855694" w:rsidRPr="009071AC">
        <w:t>Mais non</w:t>
      </w:r>
      <w:r>
        <w:t xml:space="preserve"> ! </w:t>
      </w:r>
      <w:r w:rsidR="00855694" w:rsidRPr="009071AC">
        <w:t>s</w:t>
      </w:r>
      <w:r>
        <w:t>’</w:t>
      </w:r>
      <w:r w:rsidR="00855694" w:rsidRPr="009071AC">
        <w:t>écria-t-elle</w:t>
      </w:r>
      <w:r>
        <w:t xml:space="preserve">, </w:t>
      </w:r>
      <w:r w:rsidR="00855694" w:rsidRPr="009071AC">
        <w:t>non</w:t>
      </w:r>
      <w:r>
        <w:t xml:space="preserve"> !… </w:t>
      </w:r>
      <w:r w:rsidR="00855694" w:rsidRPr="009071AC">
        <w:t>Cela même je ne le puis pas</w:t>
      </w:r>
      <w:r>
        <w:t> !…</w:t>
      </w:r>
    </w:p>
    <w:p w14:paraId="0E27C8C4" w14:textId="2F453568" w:rsidR="00F635DB" w:rsidRDefault="00F635DB" w:rsidP="00F635DB">
      <w:r>
        <w:t>M. </w:t>
      </w:r>
      <w:r w:rsidR="00855694" w:rsidRPr="009071AC">
        <w:t>Fortunat ne laissait pas que d</w:t>
      </w:r>
      <w:r>
        <w:t>’</w:t>
      </w:r>
      <w:r w:rsidR="00855694" w:rsidRPr="009071AC">
        <w:t>être assez embarrassé de son personnage</w:t>
      </w:r>
      <w:r>
        <w:t xml:space="preserve">, </w:t>
      </w:r>
      <w:r w:rsidR="00855694" w:rsidRPr="009071AC">
        <w:t>et même un peu inquiet</w:t>
      </w:r>
      <w:r>
        <w:t>.</w:t>
      </w:r>
    </w:p>
    <w:p w14:paraId="6BFF76E1" w14:textId="58EEE7A4" w:rsidR="00F635DB" w:rsidRDefault="00855694" w:rsidP="00F635DB">
      <w:r w:rsidRPr="009071AC">
        <w:t>Immobile et tout pantois</w:t>
      </w:r>
      <w:r w:rsidR="00F635DB">
        <w:t xml:space="preserve">, </w:t>
      </w:r>
      <w:r w:rsidRPr="009071AC">
        <w:t>il considérait d</w:t>
      </w:r>
      <w:r w:rsidR="00F635DB">
        <w:t>’</w:t>
      </w:r>
      <w:r w:rsidRPr="009071AC">
        <w:t xml:space="preserve">un œil ahuri </w:t>
      </w:r>
      <w:r w:rsidR="00F635DB">
        <w:t>M</w:t>
      </w:r>
      <w:r w:rsidR="00F635DB" w:rsidRPr="00F635DB">
        <w:rPr>
          <w:vertAlign w:val="superscript"/>
        </w:rPr>
        <w:t>me</w:t>
      </w:r>
      <w:r w:rsidR="00F635DB">
        <w:t> </w:t>
      </w:r>
      <w:r w:rsidRPr="009071AC">
        <w:t>d</w:t>
      </w:r>
      <w:r w:rsidR="00F635DB">
        <w:t>’</w:t>
      </w:r>
      <w:r w:rsidRPr="009071AC">
        <w:t>Argelès qui s</w:t>
      </w:r>
      <w:r w:rsidR="00F635DB">
        <w:t>’</w:t>
      </w:r>
      <w:r w:rsidRPr="009071AC">
        <w:t>était rassise</w:t>
      </w:r>
      <w:r w:rsidR="00F635DB">
        <w:t xml:space="preserve">, </w:t>
      </w:r>
      <w:r w:rsidRPr="009071AC">
        <w:t>et qui sanglotait</w:t>
      </w:r>
      <w:r w:rsidR="00F635DB">
        <w:t xml:space="preserve">, </w:t>
      </w:r>
      <w:r w:rsidRPr="009071AC">
        <w:t>la tête appuyée sur un des bras de son fauteuil</w:t>
      </w:r>
      <w:r w:rsidR="00F635DB">
        <w:t>.</w:t>
      </w:r>
    </w:p>
    <w:p w14:paraId="59F3D112" w14:textId="77777777" w:rsidR="00F635DB" w:rsidRDefault="00F635DB" w:rsidP="00F635DB">
      <w:r>
        <w:t>— </w:t>
      </w:r>
      <w:r w:rsidR="00855694" w:rsidRPr="009071AC">
        <w:t>Qui l</w:t>
      </w:r>
      <w:r>
        <w:t>’</w:t>
      </w:r>
      <w:r w:rsidR="00855694" w:rsidRPr="009071AC">
        <w:t>arrête</w:t>
      </w:r>
      <w:r>
        <w:t xml:space="preserve"> ?… </w:t>
      </w:r>
      <w:r w:rsidR="00855694" w:rsidRPr="009071AC">
        <w:t>pensait-il</w:t>
      </w:r>
      <w:r>
        <w:t xml:space="preserve">. </w:t>
      </w:r>
      <w:r w:rsidR="00855694" w:rsidRPr="009071AC">
        <w:t>Pourquoi cette terreur soudaine</w:t>
      </w:r>
      <w:r>
        <w:t xml:space="preserve">, </w:t>
      </w:r>
      <w:r w:rsidR="00855694" w:rsidRPr="009071AC">
        <w:t>maintenant que son frère est mort</w:t>
      </w:r>
      <w:r>
        <w:t xml:space="preserve"> ?… </w:t>
      </w:r>
      <w:r w:rsidR="00855694" w:rsidRPr="009071AC">
        <w:t>Ne veut-elle donc pas confesser publiquement qu</w:t>
      </w:r>
      <w:r>
        <w:t>’</w:t>
      </w:r>
      <w:r w:rsidR="00855694" w:rsidRPr="009071AC">
        <w:t xml:space="preserve">elle est une </w:t>
      </w:r>
      <w:proofErr w:type="spellStart"/>
      <w:r w:rsidR="00855694" w:rsidRPr="009071AC">
        <w:t>Chalusse</w:t>
      </w:r>
      <w:proofErr w:type="spellEnd"/>
      <w:r>
        <w:t xml:space="preserve"> !… </w:t>
      </w:r>
      <w:r w:rsidR="00855694" w:rsidRPr="009071AC">
        <w:t>Il faudra cependant qu</w:t>
      </w:r>
      <w:r>
        <w:t>’</w:t>
      </w:r>
      <w:r w:rsidR="00855694" w:rsidRPr="009071AC">
        <w:t>elle en vienne là</w:t>
      </w:r>
      <w:r>
        <w:t xml:space="preserve">, </w:t>
      </w:r>
      <w:r w:rsidR="00855694" w:rsidRPr="009071AC">
        <w:t>si elle veut recueillir l</w:t>
      </w:r>
      <w:r>
        <w:t>’</w:t>
      </w:r>
      <w:r w:rsidR="00855694" w:rsidRPr="009071AC">
        <w:t>héritage du comte</w:t>
      </w:r>
      <w:r>
        <w:t xml:space="preserve">… </w:t>
      </w:r>
      <w:r w:rsidR="00855694" w:rsidRPr="009071AC">
        <w:t>et il faut qu</w:t>
      </w:r>
      <w:r>
        <w:t>’</w:t>
      </w:r>
      <w:r w:rsidR="00855694" w:rsidRPr="009071AC">
        <w:t>elle le veuille</w:t>
      </w:r>
      <w:r>
        <w:t xml:space="preserve">, </w:t>
      </w:r>
      <w:r w:rsidR="00855694" w:rsidRPr="009071AC">
        <w:t>pour moi</w:t>
      </w:r>
      <w:r>
        <w:t xml:space="preserve">, </w:t>
      </w:r>
      <w:r w:rsidR="00855694" w:rsidRPr="009071AC">
        <w:t>sinon pour elle</w:t>
      </w:r>
      <w:r>
        <w:t>…</w:t>
      </w:r>
    </w:p>
    <w:p w14:paraId="53F3F9FB" w14:textId="029A68A1" w:rsidR="00F635DB" w:rsidRDefault="00855694" w:rsidP="00F635DB">
      <w:r w:rsidRPr="009071AC">
        <w:lastRenderedPageBreak/>
        <w:t>Pendant un moment encore</w:t>
      </w:r>
      <w:r w:rsidR="00F635DB">
        <w:t xml:space="preserve">, </w:t>
      </w:r>
      <w:r w:rsidRPr="009071AC">
        <w:t>le chasseur d</w:t>
      </w:r>
      <w:r w:rsidR="00F635DB">
        <w:t>’</w:t>
      </w:r>
      <w:r w:rsidRPr="009071AC">
        <w:t>héritages garda le silence</w:t>
      </w:r>
      <w:r w:rsidR="00F635DB">
        <w:t xml:space="preserve">, </w:t>
      </w:r>
      <w:r w:rsidRPr="009071AC">
        <w:t>l</w:t>
      </w:r>
      <w:r w:rsidR="00F635DB">
        <w:t>’</w:t>
      </w:r>
      <w:r w:rsidRPr="009071AC">
        <w:t>esprit tiraillé par les hypothèses les plus contradictoires</w:t>
      </w:r>
      <w:r w:rsidR="00F635DB">
        <w:t xml:space="preserve">, </w:t>
      </w:r>
      <w:r w:rsidRPr="009071AC">
        <w:t>jusqu</w:t>
      </w:r>
      <w:r w:rsidR="00F635DB">
        <w:t>’</w:t>
      </w:r>
      <w:r w:rsidRPr="009071AC">
        <w:t>à ce qu</w:t>
      </w:r>
      <w:r w:rsidR="00F635DB">
        <w:t>’</w:t>
      </w:r>
      <w:r w:rsidRPr="009071AC">
        <w:t xml:space="preserve">enfin il lui sembla que </w:t>
      </w:r>
      <w:r w:rsidR="00F635DB">
        <w:t>M</w:t>
      </w:r>
      <w:r w:rsidR="00F635DB" w:rsidRPr="00F635DB">
        <w:rPr>
          <w:vertAlign w:val="superscript"/>
        </w:rPr>
        <w:t>me</w:t>
      </w:r>
      <w:r w:rsidR="00F635DB">
        <w:t> </w:t>
      </w:r>
      <w:r w:rsidRPr="009071AC">
        <w:t>d</w:t>
      </w:r>
      <w:r w:rsidR="00F635DB">
        <w:t>’</w:t>
      </w:r>
      <w:r w:rsidRPr="009071AC">
        <w:t>Argelès se calmait</w:t>
      </w:r>
      <w:r w:rsidR="00F635DB">
        <w:t>.</w:t>
      </w:r>
    </w:p>
    <w:p w14:paraId="4B8FE6EB" w14:textId="77777777" w:rsidR="00F635DB" w:rsidRDefault="00F635DB" w:rsidP="00F635DB">
      <w:r>
        <w:t>— </w:t>
      </w:r>
      <w:r w:rsidR="00855694" w:rsidRPr="009071AC">
        <w:t>Excusez-moi</w:t>
      </w:r>
      <w:r>
        <w:t xml:space="preserve">, </w:t>
      </w:r>
      <w:r w:rsidR="00855694" w:rsidRPr="009071AC">
        <w:t>madame</w:t>
      </w:r>
      <w:r>
        <w:t xml:space="preserve">, </w:t>
      </w:r>
      <w:r w:rsidR="00855694" w:rsidRPr="009071AC">
        <w:t>commença-t-il alors</w:t>
      </w:r>
      <w:r>
        <w:t xml:space="preserve">, </w:t>
      </w:r>
      <w:r w:rsidR="00855694" w:rsidRPr="009071AC">
        <w:t>de troubler votre douleur si légitime</w:t>
      </w:r>
      <w:r>
        <w:t xml:space="preserve">, </w:t>
      </w:r>
      <w:r w:rsidR="00855694" w:rsidRPr="009071AC">
        <w:t>mais ma conscience m</w:t>
      </w:r>
      <w:r>
        <w:t>’</w:t>
      </w:r>
      <w:r w:rsidR="00855694" w:rsidRPr="009071AC">
        <w:t>ordonne de vous rappeler au souvenir de vos intérêts</w:t>
      </w:r>
      <w:r>
        <w:t>…</w:t>
      </w:r>
    </w:p>
    <w:p w14:paraId="4A44DBFE" w14:textId="77777777" w:rsidR="00F635DB" w:rsidRDefault="00855694" w:rsidP="00F635DB">
      <w:r w:rsidRPr="009071AC">
        <w:t>Avec la docilité passive des malheureux</w:t>
      </w:r>
      <w:r w:rsidR="00F635DB">
        <w:t xml:space="preserve">, </w:t>
      </w:r>
      <w:r w:rsidRPr="009071AC">
        <w:t>elle écarta les mains de son visage tout couvert de larmes</w:t>
      </w:r>
      <w:r w:rsidR="00F635DB">
        <w:t xml:space="preserve">, </w:t>
      </w:r>
      <w:r w:rsidRPr="009071AC">
        <w:t>et doucement</w:t>
      </w:r>
      <w:r w:rsidR="00F635DB">
        <w:t> :</w:t>
      </w:r>
    </w:p>
    <w:p w14:paraId="18A60135" w14:textId="77777777" w:rsidR="00F635DB" w:rsidRDefault="00F635DB" w:rsidP="00F635DB">
      <w:r>
        <w:t>— </w:t>
      </w:r>
      <w:r w:rsidR="00855694" w:rsidRPr="009071AC">
        <w:t>Je vous écoute</w:t>
      </w:r>
      <w:r>
        <w:t xml:space="preserve">, </w:t>
      </w:r>
      <w:r w:rsidR="00855694" w:rsidRPr="009071AC">
        <w:t>monsieur</w:t>
      </w:r>
      <w:r>
        <w:t xml:space="preserve">… </w:t>
      </w:r>
      <w:r w:rsidR="00855694" w:rsidRPr="009071AC">
        <w:t>soupira-t-elle</w:t>
      </w:r>
      <w:r>
        <w:t>.</w:t>
      </w:r>
    </w:p>
    <w:p w14:paraId="2A75F036" w14:textId="77777777" w:rsidR="00F635DB" w:rsidRDefault="00855694" w:rsidP="00F635DB">
      <w:r w:rsidRPr="009071AC">
        <w:t>Lui avait eu le temps de préparer son thème</w:t>
      </w:r>
      <w:r w:rsidR="00F635DB">
        <w:t>.</w:t>
      </w:r>
    </w:p>
    <w:p w14:paraId="02780327" w14:textId="190447D3" w:rsidR="00F635DB" w:rsidRDefault="00F635DB" w:rsidP="00F635DB">
      <w:r>
        <w:t>— </w:t>
      </w:r>
      <w:r w:rsidR="00855694" w:rsidRPr="009071AC">
        <w:t>Avant tout</w:t>
      </w:r>
      <w:r>
        <w:t xml:space="preserve">, </w:t>
      </w:r>
      <w:r w:rsidR="00855694" w:rsidRPr="009071AC">
        <w:t>madame</w:t>
      </w:r>
      <w:r>
        <w:t xml:space="preserve">, </w:t>
      </w:r>
      <w:r w:rsidR="00855694" w:rsidRPr="009071AC">
        <w:t>reprit-il</w:t>
      </w:r>
      <w:r>
        <w:t xml:space="preserve">, </w:t>
      </w:r>
      <w:r w:rsidR="00855694" w:rsidRPr="009071AC">
        <w:t>je dois vous apprendre que j</w:t>
      </w:r>
      <w:r>
        <w:t>’</w:t>
      </w:r>
      <w:r w:rsidR="00855694" w:rsidRPr="009071AC">
        <w:t>étais l</w:t>
      </w:r>
      <w:r>
        <w:t>’</w:t>
      </w:r>
      <w:r w:rsidR="00855694" w:rsidRPr="009071AC">
        <w:t xml:space="preserve">homme de confiance de </w:t>
      </w:r>
      <w:r>
        <w:t>M. de </w:t>
      </w:r>
      <w:proofErr w:type="spellStart"/>
      <w:r w:rsidR="00855694" w:rsidRPr="009071AC">
        <w:t>Chalusse</w:t>
      </w:r>
      <w:proofErr w:type="spellEnd"/>
      <w:r>
        <w:t xml:space="preserve">… </w:t>
      </w:r>
      <w:r w:rsidR="00855694" w:rsidRPr="009071AC">
        <w:t>Je perds en lui un protecteur</w:t>
      </w:r>
      <w:r>
        <w:t xml:space="preserve">… </w:t>
      </w:r>
      <w:r w:rsidR="00855694" w:rsidRPr="009071AC">
        <w:t>Le respect seul m</w:t>
      </w:r>
      <w:r>
        <w:t>’</w:t>
      </w:r>
      <w:r w:rsidR="00855694" w:rsidRPr="009071AC">
        <w:t>empêche de dire un ami</w:t>
      </w:r>
      <w:r>
        <w:t xml:space="preserve">. </w:t>
      </w:r>
      <w:r w:rsidR="00855694" w:rsidRPr="009071AC">
        <w:t>Pour moi</w:t>
      </w:r>
      <w:r>
        <w:t xml:space="preserve">, </w:t>
      </w:r>
      <w:r w:rsidR="00855694" w:rsidRPr="009071AC">
        <w:t>il n</w:t>
      </w:r>
      <w:r>
        <w:t>’</w:t>
      </w:r>
      <w:r w:rsidR="00855694" w:rsidRPr="009071AC">
        <w:t>avait pas de secrets</w:t>
      </w:r>
      <w:r>
        <w:t>…</w:t>
      </w:r>
    </w:p>
    <w:p w14:paraId="7626C5F2" w14:textId="408D6084" w:rsidR="00F635DB" w:rsidRDefault="00F635DB" w:rsidP="00F635DB">
      <w:r>
        <w:t>M</w:t>
      </w:r>
      <w:r w:rsidRPr="00F635DB">
        <w:rPr>
          <w:vertAlign w:val="superscript"/>
        </w:rPr>
        <w:t>me</w:t>
      </w:r>
      <w:r>
        <w:t> </w:t>
      </w:r>
      <w:r w:rsidR="00855694" w:rsidRPr="009071AC">
        <w:t>d</w:t>
      </w:r>
      <w:r>
        <w:t>’</w:t>
      </w:r>
      <w:r w:rsidR="00855694" w:rsidRPr="009071AC">
        <w:t>Argelès ne comprenait rien à cet exorde sentimental</w:t>
      </w:r>
      <w:r>
        <w:t xml:space="preserve">, </w:t>
      </w:r>
      <w:r w:rsidR="00855694" w:rsidRPr="009071AC">
        <w:t xml:space="preserve">cela se voyait si clairement que </w:t>
      </w:r>
      <w:r>
        <w:t>M. </w:t>
      </w:r>
      <w:r w:rsidR="00855694" w:rsidRPr="009071AC">
        <w:t>Fortunat crut devoir ajouter</w:t>
      </w:r>
      <w:r>
        <w:t> :</w:t>
      </w:r>
    </w:p>
    <w:p w14:paraId="27BD7694" w14:textId="77777777" w:rsidR="00F635DB" w:rsidRDefault="00F635DB" w:rsidP="00F635DB">
      <w:r>
        <w:t>— </w:t>
      </w:r>
      <w:r w:rsidR="00855694" w:rsidRPr="009071AC">
        <w:t>Si je vous expose cela</w:t>
      </w:r>
      <w:r>
        <w:t xml:space="preserve">, </w:t>
      </w:r>
      <w:r w:rsidR="00855694" w:rsidRPr="009071AC">
        <w:t>madame</w:t>
      </w:r>
      <w:r>
        <w:t xml:space="preserve">, </w:t>
      </w:r>
      <w:r w:rsidR="00855694" w:rsidRPr="009071AC">
        <w:t>c</w:t>
      </w:r>
      <w:r>
        <w:t>’</w:t>
      </w:r>
      <w:r w:rsidR="00855694" w:rsidRPr="009071AC">
        <w:t>est moins pour me concilier votre bienveillance que pour vous expliquer comment j</w:t>
      </w:r>
      <w:r>
        <w:t>’</w:t>
      </w:r>
      <w:r w:rsidR="00855694" w:rsidRPr="009071AC">
        <w:t>ai su tant de choses de votre famille</w:t>
      </w:r>
      <w:r>
        <w:t xml:space="preserve">… </w:t>
      </w:r>
      <w:r w:rsidR="00855694" w:rsidRPr="009071AC">
        <w:t>comment je connaissais votre existence</w:t>
      </w:r>
      <w:r>
        <w:t xml:space="preserve">, </w:t>
      </w:r>
      <w:r w:rsidR="00855694" w:rsidRPr="009071AC">
        <w:t>par exemple</w:t>
      </w:r>
      <w:r>
        <w:t xml:space="preserve">, </w:t>
      </w:r>
      <w:r w:rsidR="00855694" w:rsidRPr="009071AC">
        <w:t>que personne ne soupçonne</w:t>
      </w:r>
      <w:r>
        <w:t>.</w:t>
      </w:r>
    </w:p>
    <w:p w14:paraId="47965F2E" w14:textId="77777777" w:rsidR="00F635DB" w:rsidRDefault="00855694" w:rsidP="00F635DB">
      <w:r w:rsidRPr="009071AC">
        <w:t>Il s</w:t>
      </w:r>
      <w:r w:rsidR="00F635DB">
        <w:t>’</w:t>
      </w:r>
      <w:r w:rsidRPr="009071AC">
        <w:t>arrêta</w:t>
      </w:r>
      <w:r w:rsidR="00F635DB">
        <w:t xml:space="preserve">, </w:t>
      </w:r>
      <w:r w:rsidRPr="009071AC">
        <w:t>espérant une réponse</w:t>
      </w:r>
      <w:r w:rsidR="00F635DB">
        <w:t xml:space="preserve">, </w:t>
      </w:r>
      <w:r w:rsidRPr="009071AC">
        <w:t>un mot</w:t>
      </w:r>
      <w:r w:rsidR="00F635DB">
        <w:t xml:space="preserve">, </w:t>
      </w:r>
      <w:r w:rsidRPr="009071AC">
        <w:t>un signe</w:t>
      </w:r>
      <w:r w:rsidR="00F635DB">
        <w:t>.</w:t>
      </w:r>
    </w:p>
    <w:p w14:paraId="78A47C2D" w14:textId="77777777" w:rsidR="00F635DB" w:rsidRDefault="00855694" w:rsidP="00F635DB">
      <w:r w:rsidRPr="009071AC">
        <w:t>Cet encouragement ne venant pas</w:t>
      </w:r>
      <w:r w:rsidR="00F635DB">
        <w:t xml:space="preserve">, </w:t>
      </w:r>
      <w:r w:rsidRPr="009071AC">
        <w:t>il continua</w:t>
      </w:r>
      <w:r w:rsidR="00F635DB">
        <w:t> :</w:t>
      </w:r>
    </w:p>
    <w:p w14:paraId="0D52C80A" w14:textId="0F72E173" w:rsidR="00F635DB" w:rsidRDefault="00F635DB" w:rsidP="00F635DB">
      <w:r>
        <w:t>— </w:t>
      </w:r>
      <w:r w:rsidR="00855694" w:rsidRPr="009071AC">
        <w:t>Je dois</w:t>
      </w:r>
      <w:r>
        <w:t xml:space="preserve">, </w:t>
      </w:r>
      <w:r w:rsidR="00855694" w:rsidRPr="009071AC">
        <w:t>avant tout</w:t>
      </w:r>
      <w:r>
        <w:t xml:space="preserve">, </w:t>
      </w:r>
      <w:r w:rsidR="00855694" w:rsidRPr="009071AC">
        <w:t xml:space="preserve">fixer votre attention sur la situation particulière de </w:t>
      </w:r>
      <w:r>
        <w:t>M. de </w:t>
      </w:r>
      <w:proofErr w:type="spellStart"/>
      <w:r w:rsidR="00855694" w:rsidRPr="009071AC">
        <w:t>Chalusse</w:t>
      </w:r>
      <w:proofErr w:type="spellEnd"/>
      <w:r w:rsidR="00855694" w:rsidRPr="009071AC">
        <w:t xml:space="preserve"> et sur les circonstances qui ont </w:t>
      </w:r>
      <w:r w:rsidR="00855694" w:rsidRPr="009071AC">
        <w:lastRenderedPageBreak/>
        <w:t>précédé et entouré sa fin</w:t>
      </w:r>
      <w:r>
        <w:t xml:space="preserve">… </w:t>
      </w:r>
      <w:r w:rsidR="00855694" w:rsidRPr="009071AC">
        <w:t>La mort l</w:t>
      </w:r>
      <w:r>
        <w:t>’</w:t>
      </w:r>
      <w:r w:rsidR="00855694" w:rsidRPr="009071AC">
        <w:t>a surpris</w:t>
      </w:r>
      <w:r>
        <w:t xml:space="preserve">, </w:t>
      </w:r>
      <w:r w:rsidR="00855694" w:rsidRPr="009071AC">
        <w:t>si inattendue et si foudroyante</w:t>
      </w:r>
      <w:r>
        <w:t xml:space="preserve">, </w:t>
      </w:r>
      <w:r w:rsidR="00855694" w:rsidRPr="009071AC">
        <w:t>qu</w:t>
      </w:r>
      <w:r>
        <w:t>’</w:t>
      </w:r>
      <w:r w:rsidR="00855694" w:rsidRPr="009071AC">
        <w:t>il n</w:t>
      </w:r>
      <w:r>
        <w:t>’</w:t>
      </w:r>
      <w:r w:rsidR="00855694" w:rsidRPr="009071AC">
        <w:t>a pu prendre de dispositions testamentaires</w:t>
      </w:r>
      <w:r>
        <w:t xml:space="preserve">, </w:t>
      </w:r>
      <w:r w:rsidR="00855694" w:rsidRPr="009071AC">
        <w:t>ni même manifester de vive voix ses dernières volontés</w:t>
      </w:r>
      <w:r>
        <w:t xml:space="preserve">. </w:t>
      </w:r>
      <w:r w:rsidR="00855694" w:rsidRPr="009071AC">
        <w:t>Ceci</w:t>
      </w:r>
      <w:r>
        <w:t xml:space="preserve">, </w:t>
      </w:r>
      <w:r w:rsidR="00855694" w:rsidRPr="009071AC">
        <w:t>madame</w:t>
      </w:r>
      <w:r>
        <w:t xml:space="preserve">, </w:t>
      </w:r>
      <w:r w:rsidR="00855694" w:rsidRPr="009071AC">
        <w:t>est pour vous une faveur de la Providence</w:t>
      </w:r>
      <w:r>
        <w:t>… M. de </w:t>
      </w:r>
      <w:proofErr w:type="spellStart"/>
      <w:r w:rsidR="00855694" w:rsidRPr="009071AC">
        <w:t>Chalusse</w:t>
      </w:r>
      <w:proofErr w:type="spellEnd"/>
      <w:r w:rsidR="00855694" w:rsidRPr="009071AC">
        <w:t xml:space="preserve"> avait contre vous certaines préventions</w:t>
      </w:r>
      <w:r>
        <w:t xml:space="preserve">. </w:t>
      </w:r>
      <w:r w:rsidR="00855694" w:rsidRPr="009071AC">
        <w:t>Pauvre comte</w:t>
      </w:r>
      <w:r>
        <w:t xml:space="preserve">… </w:t>
      </w:r>
      <w:r w:rsidR="00855694" w:rsidRPr="009071AC">
        <w:t>Il avait certes le meilleur cœur du monde</w:t>
      </w:r>
      <w:r>
        <w:t xml:space="preserve">, </w:t>
      </w:r>
      <w:r w:rsidR="00855694" w:rsidRPr="009071AC">
        <w:t>mais chez lui la rancune allait jusqu</w:t>
      </w:r>
      <w:r>
        <w:t>’</w:t>
      </w:r>
      <w:r w:rsidR="00855694" w:rsidRPr="009071AC">
        <w:t>à la barbarie</w:t>
      </w:r>
      <w:r>
        <w:t xml:space="preserve">… </w:t>
      </w:r>
      <w:r w:rsidR="00855694" w:rsidRPr="009071AC">
        <w:t>Il n</w:t>
      </w:r>
      <w:r>
        <w:t>’</w:t>
      </w:r>
      <w:r w:rsidR="00855694" w:rsidRPr="009071AC">
        <w:t>y a pas à en douter</w:t>
      </w:r>
      <w:r>
        <w:t xml:space="preserve">, </w:t>
      </w:r>
      <w:r w:rsidR="00855694" w:rsidRPr="009071AC">
        <w:t>il était décidé à vous priver de sa succession</w:t>
      </w:r>
      <w:r>
        <w:t xml:space="preserve">… </w:t>
      </w:r>
      <w:r w:rsidR="00855694" w:rsidRPr="009071AC">
        <w:t>Déjà dans ce but il avait commencé à dénaturer sa fortune</w:t>
      </w:r>
      <w:r>
        <w:t xml:space="preserve">… </w:t>
      </w:r>
      <w:r w:rsidR="00855694" w:rsidRPr="009071AC">
        <w:t>S</w:t>
      </w:r>
      <w:r>
        <w:t>’</w:t>
      </w:r>
      <w:r w:rsidR="00855694" w:rsidRPr="009071AC">
        <w:t>il eût vécu six mois encore</w:t>
      </w:r>
      <w:r>
        <w:t xml:space="preserve">, </w:t>
      </w:r>
      <w:r w:rsidR="00855694" w:rsidRPr="009071AC">
        <w:t>vous n</w:t>
      </w:r>
      <w:r>
        <w:t>’</w:t>
      </w:r>
      <w:r w:rsidR="00855694" w:rsidRPr="009071AC">
        <w:t>aviez pas un centime</w:t>
      </w:r>
      <w:r>
        <w:t>.</w:t>
      </w:r>
    </w:p>
    <w:p w14:paraId="58E81685" w14:textId="1074698C" w:rsidR="00F635DB" w:rsidRDefault="00F635DB" w:rsidP="00F635DB">
      <w:r>
        <w:t>M</w:t>
      </w:r>
      <w:r w:rsidRPr="00F635DB">
        <w:rPr>
          <w:vertAlign w:val="superscript"/>
        </w:rPr>
        <w:t>me</w:t>
      </w:r>
      <w:r>
        <w:t> </w:t>
      </w:r>
      <w:r w:rsidR="00855694" w:rsidRPr="009071AC">
        <w:t>d</w:t>
      </w:r>
      <w:r>
        <w:t>’</w:t>
      </w:r>
      <w:r w:rsidR="00855694" w:rsidRPr="009071AC">
        <w:t>Argelès eut un geste d</w:t>
      </w:r>
      <w:r>
        <w:t>’</w:t>
      </w:r>
      <w:r w:rsidR="00855694" w:rsidRPr="009071AC">
        <w:t>insouciance</w:t>
      </w:r>
      <w:r>
        <w:t xml:space="preserve">, </w:t>
      </w:r>
      <w:r w:rsidR="00855694" w:rsidRPr="009071AC">
        <w:t>bien difficile à expliquer après les instances et même les menaces de sa lettre de la veille</w:t>
      </w:r>
      <w:r>
        <w:t>.</w:t>
      </w:r>
    </w:p>
    <w:p w14:paraId="66CBFF8D" w14:textId="77777777" w:rsidR="00F635DB" w:rsidRDefault="00F635DB" w:rsidP="00F635DB">
      <w:r>
        <w:t>— </w:t>
      </w:r>
      <w:r w:rsidR="00855694" w:rsidRPr="009071AC">
        <w:t>Eh</w:t>
      </w:r>
      <w:r>
        <w:t xml:space="preserve"> !… </w:t>
      </w:r>
      <w:r w:rsidR="00855694" w:rsidRPr="009071AC">
        <w:t>qu</w:t>
      </w:r>
      <w:r>
        <w:t>’</w:t>
      </w:r>
      <w:r w:rsidR="00855694" w:rsidRPr="009071AC">
        <w:t>importe</w:t>
      </w:r>
      <w:r>
        <w:t xml:space="preserve"> !… </w:t>
      </w:r>
      <w:r w:rsidR="00855694" w:rsidRPr="009071AC">
        <w:t>murmura-t-elle</w:t>
      </w:r>
      <w:r>
        <w:t>.</w:t>
      </w:r>
    </w:p>
    <w:p w14:paraId="17229A71" w14:textId="3A522229" w:rsidR="00F635DB" w:rsidRDefault="00F635DB" w:rsidP="00F635DB">
      <w:r>
        <w:t>— </w:t>
      </w:r>
      <w:r w:rsidR="00855694" w:rsidRPr="009071AC">
        <w:t>Comment</w:t>
      </w:r>
      <w:r>
        <w:t xml:space="preserve">, </w:t>
      </w:r>
      <w:r w:rsidR="00855694" w:rsidRPr="009071AC">
        <w:t>qu</w:t>
      </w:r>
      <w:r>
        <w:t>’</w:t>
      </w:r>
      <w:r w:rsidR="00855694" w:rsidRPr="009071AC">
        <w:t>importe</w:t>
      </w:r>
      <w:r>
        <w:t xml:space="preserve"> !… </w:t>
      </w:r>
      <w:r w:rsidR="00855694" w:rsidRPr="009071AC">
        <w:t>s</w:t>
      </w:r>
      <w:r>
        <w:t>’</w:t>
      </w:r>
      <w:r w:rsidR="00855694" w:rsidRPr="009071AC">
        <w:t xml:space="preserve">écria </w:t>
      </w:r>
      <w:r>
        <w:t>M. </w:t>
      </w:r>
      <w:r w:rsidR="00855694" w:rsidRPr="009071AC">
        <w:t>Fortunat</w:t>
      </w:r>
      <w:r>
        <w:t xml:space="preserve">. </w:t>
      </w:r>
      <w:r w:rsidR="00855694" w:rsidRPr="009071AC">
        <w:t>Je vois</w:t>
      </w:r>
      <w:r>
        <w:t xml:space="preserve">, </w:t>
      </w:r>
      <w:r w:rsidR="00855694" w:rsidRPr="009071AC">
        <w:t>madame</w:t>
      </w:r>
      <w:r>
        <w:t xml:space="preserve">, </w:t>
      </w:r>
      <w:r w:rsidR="00855694" w:rsidRPr="009071AC">
        <w:t>que votre douleur vous empêche de mesurer la grandeur du péril auquel vous échappez</w:t>
      </w:r>
      <w:r>
        <w:t xml:space="preserve">. </w:t>
      </w:r>
      <w:r w:rsidR="00855694" w:rsidRPr="009071AC">
        <w:t>Outre sa rancune</w:t>
      </w:r>
      <w:r>
        <w:t>, M. de </w:t>
      </w:r>
      <w:proofErr w:type="spellStart"/>
      <w:r w:rsidR="00855694" w:rsidRPr="009071AC">
        <w:t>Chalusse</w:t>
      </w:r>
      <w:proofErr w:type="spellEnd"/>
      <w:r w:rsidR="00855694" w:rsidRPr="009071AC">
        <w:t xml:space="preserve"> avait pour vous dépouiller des raisons décisives</w:t>
      </w:r>
      <w:r>
        <w:t xml:space="preserve">… </w:t>
      </w:r>
      <w:r w:rsidR="00855694" w:rsidRPr="009071AC">
        <w:t>Il s</w:t>
      </w:r>
      <w:r>
        <w:t>’</w:t>
      </w:r>
      <w:r w:rsidR="00855694" w:rsidRPr="009071AC">
        <w:t>était juré qu</w:t>
      </w:r>
      <w:r>
        <w:t>’</w:t>
      </w:r>
      <w:r w:rsidR="00855694" w:rsidRPr="009071AC">
        <w:t>il donnerait une opulence royale à sa fille bien-aimée</w:t>
      </w:r>
      <w:r>
        <w:t>.</w:t>
      </w:r>
    </w:p>
    <w:p w14:paraId="7618B8DC" w14:textId="732716CD" w:rsidR="00F635DB" w:rsidRDefault="00855694" w:rsidP="00F635DB">
      <w:r w:rsidRPr="009071AC">
        <w:t>Pour la première fois</w:t>
      </w:r>
      <w:r w:rsidR="00F635DB">
        <w:t xml:space="preserve">, </w:t>
      </w:r>
      <w:r w:rsidRPr="009071AC">
        <w:t>l</w:t>
      </w:r>
      <w:r w:rsidR="00F635DB">
        <w:t>’</w:t>
      </w:r>
      <w:r w:rsidRPr="009071AC">
        <w:t xml:space="preserve">immobile visage de </w:t>
      </w:r>
      <w:r w:rsidR="00F635DB">
        <w:t>M</w:t>
      </w:r>
      <w:r w:rsidR="00F635DB" w:rsidRPr="00F635DB">
        <w:rPr>
          <w:vertAlign w:val="superscript"/>
        </w:rPr>
        <w:t>me</w:t>
      </w:r>
      <w:r w:rsidR="00F635DB">
        <w:t> </w:t>
      </w:r>
      <w:r w:rsidRPr="009071AC">
        <w:t>d</w:t>
      </w:r>
      <w:r w:rsidR="00F635DB">
        <w:t>’</w:t>
      </w:r>
      <w:r w:rsidRPr="009071AC">
        <w:t>Argelès trahit une sensation</w:t>
      </w:r>
      <w:r w:rsidR="00F635DB">
        <w:t>.</w:t>
      </w:r>
    </w:p>
    <w:p w14:paraId="0D6DDD9E" w14:textId="77777777" w:rsidR="00F635DB" w:rsidRDefault="00F635DB" w:rsidP="00F635DB">
      <w:r>
        <w:t>— </w:t>
      </w:r>
      <w:r w:rsidR="00855694" w:rsidRPr="009071AC">
        <w:t>Quoi</w:t>
      </w:r>
      <w:r>
        <w:t xml:space="preserve"> !… </w:t>
      </w:r>
      <w:r w:rsidR="00855694" w:rsidRPr="009071AC">
        <w:t>mon frère avait un enfant</w:t>
      </w:r>
      <w:r>
        <w:t>…</w:t>
      </w:r>
    </w:p>
    <w:p w14:paraId="66CBF6A9" w14:textId="03398AA2" w:rsidR="00F635DB" w:rsidRDefault="00F635DB" w:rsidP="00F635DB">
      <w:r>
        <w:t>— </w:t>
      </w:r>
      <w:r w:rsidR="00855694" w:rsidRPr="009071AC">
        <w:t>Oui</w:t>
      </w:r>
      <w:r>
        <w:t xml:space="preserve">, </w:t>
      </w:r>
      <w:r w:rsidR="00855694" w:rsidRPr="009071AC">
        <w:t>madame</w:t>
      </w:r>
      <w:r>
        <w:t xml:space="preserve">, </w:t>
      </w:r>
      <w:r w:rsidR="00855694" w:rsidRPr="009071AC">
        <w:t>une fille naturelle</w:t>
      </w:r>
      <w:r>
        <w:t>, M</w:t>
      </w:r>
      <w:r w:rsidRPr="00F635DB">
        <w:rPr>
          <w:vertAlign w:val="superscript"/>
        </w:rPr>
        <w:t>lle</w:t>
      </w:r>
      <w:r>
        <w:t> </w:t>
      </w:r>
      <w:r w:rsidR="00855694" w:rsidRPr="009071AC">
        <w:t>Marguerite</w:t>
      </w:r>
      <w:r>
        <w:t xml:space="preserve">… </w:t>
      </w:r>
      <w:r w:rsidR="00855694" w:rsidRPr="009071AC">
        <w:t>une belle et douce personne que j</w:t>
      </w:r>
      <w:r>
        <w:t>’</w:t>
      </w:r>
      <w:r w:rsidR="00855694" w:rsidRPr="009071AC">
        <w:t>ai eu le bonheur de rendre à son affection</w:t>
      </w:r>
      <w:r>
        <w:t xml:space="preserve">, </w:t>
      </w:r>
      <w:r w:rsidR="00855694" w:rsidRPr="009071AC">
        <w:t>il y a quelques années</w:t>
      </w:r>
      <w:r>
        <w:t xml:space="preserve">… </w:t>
      </w:r>
      <w:r w:rsidR="00855694" w:rsidRPr="009071AC">
        <w:t>Elle vivait près de lui depuis six mois</w:t>
      </w:r>
      <w:r>
        <w:t xml:space="preserve">, </w:t>
      </w:r>
      <w:r w:rsidR="00855694" w:rsidRPr="009071AC">
        <w:t>et il allait la marier</w:t>
      </w:r>
      <w:r>
        <w:t xml:space="preserve">, </w:t>
      </w:r>
      <w:r w:rsidR="00855694" w:rsidRPr="009071AC">
        <w:t>avec une dot énorme</w:t>
      </w:r>
      <w:r>
        <w:t xml:space="preserve">, </w:t>
      </w:r>
      <w:r w:rsidR="00855694" w:rsidRPr="009071AC">
        <w:t>à un gentilhomme qui porte un des grands noms de France</w:t>
      </w:r>
      <w:r>
        <w:t xml:space="preserve">, </w:t>
      </w:r>
      <w:r w:rsidR="00855694" w:rsidRPr="009071AC">
        <w:t xml:space="preserve">le marquis de </w:t>
      </w:r>
      <w:proofErr w:type="spellStart"/>
      <w:r w:rsidR="00855694" w:rsidRPr="009071AC">
        <w:t>Valorsay</w:t>
      </w:r>
      <w:proofErr w:type="spellEnd"/>
      <w:r>
        <w:t>…</w:t>
      </w:r>
    </w:p>
    <w:p w14:paraId="781F260F" w14:textId="2A3CF2AA" w:rsidR="00F635DB" w:rsidRDefault="00855694" w:rsidP="00F635DB">
      <w:r w:rsidRPr="009071AC">
        <w:lastRenderedPageBreak/>
        <w:t xml:space="preserve">Ce nom secoua </w:t>
      </w:r>
      <w:r w:rsidR="00F635DB">
        <w:t>M</w:t>
      </w:r>
      <w:r w:rsidR="00F635DB" w:rsidRPr="00F635DB">
        <w:rPr>
          <w:vertAlign w:val="superscript"/>
        </w:rPr>
        <w:t>me</w:t>
      </w:r>
      <w:r w:rsidR="00F635DB">
        <w:t> </w:t>
      </w:r>
      <w:r w:rsidRPr="009071AC">
        <w:t>d</w:t>
      </w:r>
      <w:r w:rsidR="00F635DB">
        <w:t>’</w:t>
      </w:r>
      <w:r w:rsidRPr="009071AC">
        <w:t>Argelès comme le choc d</w:t>
      </w:r>
      <w:r w:rsidR="00F635DB">
        <w:t>’</w:t>
      </w:r>
      <w:r w:rsidRPr="009071AC">
        <w:t>une batterie électrique</w:t>
      </w:r>
      <w:r w:rsidR="00F635DB">
        <w:t>.</w:t>
      </w:r>
    </w:p>
    <w:p w14:paraId="5C95311A" w14:textId="77777777" w:rsidR="00F635DB" w:rsidRDefault="00855694" w:rsidP="00F635DB">
      <w:r w:rsidRPr="009071AC">
        <w:t>Elle se leva</w:t>
      </w:r>
      <w:r w:rsidR="00F635DB">
        <w:t xml:space="preserve">, </w:t>
      </w:r>
      <w:r w:rsidRPr="009071AC">
        <w:t>l</w:t>
      </w:r>
      <w:r w:rsidR="00F635DB">
        <w:t>’</w:t>
      </w:r>
      <w:r w:rsidRPr="009071AC">
        <w:t>œil en feu</w:t>
      </w:r>
      <w:r w:rsidR="00F635DB">
        <w:t> :</w:t>
      </w:r>
    </w:p>
    <w:p w14:paraId="5202BC40" w14:textId="0D5D015A" w:rsidR="00F635DB" w:rsidRDefault="00F635DB" w:rsidP="00F635DB">
      <w:r>
        <w:t>— </w:t>
      </w:r>
      <w:r w:rsidR="00855694" w:rsidRPr="009071AC">
        <w:t>Vous dites</w:t>
      </w:r>
      <w:r>
        <w:t xml:space="preserve">, </w:t>
      </w:r>
      <w:r w:rsidR="00855694" w:rsidRPr="009071AC">
        <w:t>répéta-t-elle</w:t>
      </w:r>
      <w:r>
        <w:t xml:space="preserve">, </w:t>
      </w:r>
      <w:r w:rsidR="00855694" w:rsidRPr="009071AC">
        <w:t xml:space="preserve">que la fille de mon frère devait épouser </w:t>
      </w:r>
      <w:r>
        <w:t>M. de </w:t>
      </w:r>
      <w:proofErr w:type="spellStart"/>
      <w:r w:rsidR="00855694" w:rsidRPr="009071AC">
        <w:t>Valorsay</w:t>
      </w:r>
      <w:proofErr w:type="spellEnd"/>
      <w:r>
        <w:t> ?</w:t>
      </w:r>
    </w:p>
    <w:p w14:paraId="7619B410" w14:textId="77777777" w:rsidR="00F635DB" w:rsidRDefault="00F635DB" w:rsidP="00F635DB">
      <w:r>
        <w:t>— </w:t>
      </w:r>
      <w:r w:rsidR="00855694" w:rsidRPr="009071AC">
        <w:t>C</w:t>
      </w:r>
      <w:r>
        <w:t>’</w:t>
      </w:r>
      <w:r w:rsidR="00855694" w:rsidRPr="009071AC">
        <w:t>était décidé</w:t>
      </w:r>
      <w:r>
        <w:t xml:space="preserve">… </w:t>
      </w:r>
      <w:r w:rsidR="00855694" w:rsidRPr="009071AC">
        <w:t>le marquis l</w:t>
      </w:r>
      <w:r>
        <w:t>’</w:t>
      </w:r>
      <w:r w:rsidR="00855694" w:rsidRPr="009071AC">
        <w:t>adorait</w:t>
      </w:r>
      <w:r>
        <w:t>…</w:t>
      </w:r>
    </w:p>
    <w:p w14:paraId="3A545C55" w14:textId="77777777" w:rsidR="00F635DB" w:rsidRDefault="00F635DB" w:rsidP="00F635DB">
      <w:r>
        <w:t>— </w:t>
      </w:r>
      <w:r w:rsidR="00855694" w:rsidRPr="009071AC">
        <w:t>Mais elle ne l</w:t>
      </w:r>
      <w:r>
        <w:t>’</w:t>
      </w:r>
      <w:r w:rsidR="00855694" w:rsidRPr="009071AC">
        <w:t>aime pas</w:t>
      </w:r>
      <w:r>
        <w:t xml:space="preserve">, </w:t>
      </w:r>
      <w:r w:rsidR="00855694" w:rsidRPr="009071AC">
        <w:t>elle</w:t>
      </w:r>
      <w:r>
        <w:t xml:space="preserve"> !… </w:t>
      </w:r>
      <w:r w:rsidR="00855694" w:rsidRPr="009071AC">
        <w:t>Avouez qu</w:t>
      </w:r>
      <w:r>
        <w:t>’</w:t>
      </w:r>
      <w:r w:rsidR="00855694" w:rsidRPr="009071AC">
        <w:t>elle ne l</w:t>
      </w:r>
      <w:r>
        <w:t>’</w:t>
      </w:r>
      <w:r w:rsidR="00855694" w:rsidRPr="009071AC">
        <w:t>aime pas</w:t>
      </w:r>
      <w:r>
        <w:t>…</w:t>
      </w:r>
    </w:p>
    <w:p w14:paraId="797B2C05" w14:textId="50ED3DF7" w:rsidR="00F635DB" w:rsidRDefault="00F635DB" w:rsidP="00F635DB">
      <w:r>
        <w:t>M. </w:t>
      </w:r>
      <w:r w:rsidR="00855694" w:rsidRPr="009071AC">
        <w:t>Fortunat demeura tout interdit</w:t>
      </w:r>
      <w:r>
        <w:t>.</w:t>
      </w:r>
    </w:p>
    <w:p w14:paraId="1C98D631" w14:textId="77777777" w:rsidR="00F635DB" w:rsidRDefault="00855694" w:rsidP="00F635DB">
      <w:r w:rsidRPr="009071AC">
        <w:t>Cette question déroutait toutes ses prévisions</w:t>
      </w:r>
      <w:r w:rsidR="00F635DB">
        <w:t xml:space="preserve">. </w:t>
      </w:r>
      <w:r w:rsidRPr="009071AC">
        <w:t>Il sentait que sa réponse aurait sur les événements une influence considérable</w:t>
      </w:r>
      <w:r w:rsidR="00F635DB">
        <w:t xml:space="preserve">, </w:t>
      </w:r>
      <w:r w:rsidRPr="009071AC">
        <w:t>et il hésitait</w:t>
      </w:r>
      <w:r w:rsidR="00F635DB">
        <w:t>.</w:t>
      </w:r>
    </w:p>
    <w:p w14:paraId="61E7F8F8" w14:textId="4D197A47" w:rsidR="00F635DB" w:rsidRDefault="00F635DB" w:rsidP="00F635DB">
      <w:r>
        <w:t>— </w:t>
      </w:r>
      <w:r w:rsidR="00855694" w:rsidRPr="009071AC">
        <w:t>Parlerez-vous</w:t>
      </w:r>
      <w:r>
        <w:t xml:space="preserve"> ! </w:t>
      </w:r>
      <w:r w:rsidR="00855694" w:rsidRPr="009071AC">
        <w:t xml:space="preserve">insista durement </w:t>
      </w:r>
      <w:r>
        <w:t>M</w:t>
      </w:r>
      <w:r w:rsidRPr="00F635DB">
        <w:rPr>
          <w:vertAlign w:val="superscript"/>
        </w:rPr>
        <w:t>me</w:t>
      </w:r>
      <w:r>
        <w:t> </w:t>
      </w:r>
      <w:r w:rsidR="00855694" w:rsidRPr="009071AC">
        <w:t>d</w:t>
      </w:r>
      <w:r>
        <w:t>’</w:t>
      </w:r>
      <w:r w:rsidR="00855694" w:rsidRPr="009071AC">
        <w:t>Argelès</w:t>
      </w:r>
      <w:r>
        <w:t>.</w:t>
      </w:r>
    </w:p>
    <w:p w14:paraId="12FBC682" w14:textId="77777777" w:rsidR="00F635DB" w:rsidRDefault="00855694" w:rsidP="00F635DB">
      <w:r w:rsidRPr="009071AC">
        <w:t>Elle en aime un autre</w:t>
      </w:r>
      <w:r w:rsidR="00F635DB">
        <w:t xml:space="preserve">, </w:t>
      </w:r>
      <w:r w:rsidRPr="009071AC">
        <w:t>n</w:t>
      </w:r>
      <w:r w:rsidR="00F635DB">
        <w:t>’</w:t>
      </w:r>
      <w:r w:rsidRPr="009071AC">
        <w:t>est-ce pas</w:t>
      </w:r>
      <w:r w:rsidR="00F635DB">
        <w:t> ?</w:t>
      </w:r>
    </w:p>
    <w:p w14:paraId="3EB72081" w14:textId="77777777" w:rsidR="00F635DB" w:rsidRDefault="00F635DB" w:rsidP="00F635DB">
      <w:r>
        <w:t>— </w:t>
      </w:r>
      <w:r w:rsidR="00855694" w:rsidRPr="009071AC">
        <w:t>À vrai dire</w:t>
      </w:r>
      <w:r>
        <w:t xml:space="preserve">, </w:t>
      </w:r>
      <w:r w:rsidR="00855694" w:rsidRPr="009071AC">
        <w:t>balbutia-t-il</w:t>
      </w:r>
      <w:r>
        <w:t xml:space="preserve">, </w:t>
      </w:r>
      <w:r w:rsidR="00855694" w:rsidRPr="009071AC">
        <w:t>je le crois</w:t>
      </w:r>
      <w:r>
        <w:t xml:space="preserve">… </w:t>
      </w:r>
      <w:r w:rsidR="00855694" w:rsidRPr="009071AC">
        <w:t>Mais je n</w:t>
      </w:r>
      <w:r>
        <w:t>’</w:t>
      </w:r>
      <w:r w:rsidR="00855694" w:rsidRPr="009071AC">
        <w:t>ai pas de preuves</w:t>
      </w:r>
      <w:r>
        <w:t xml:space="preserve">, </w:t>
      </w:r>
      <w:r w:rsidR="00855694" w:rsidRPr="009071AC">
        <w:t>madame</w:t>
      </w:r>
      <w:r>
        <w:t>…</w:t>
      </w:r>
    </w:p>
    <w:p w14:paraId="0C1A8C51" w14:textId="77777777" w:rsidR="00F635DB" w:rsidRDefault="00855694" w:rsidP="00F635DB">
      <w:r w:rsidRPr="009071AC">
        <w:t>D</w:t>
      </w:r>
      <w:r w:rsidR="00F635DB">
        <w:t>’</w:t>
      </w:r>
      <w:r w:rsidRPr="009071AC">
        <w:t>un mouvement terrible de menaces</w:t>
      </w:r>
      <w:r w:rsidR="00F635DB">
        <w:t xml:space="preserve">, </w:t>
      </w:r>
      <w:r w:rsidRPr="009071AC">
        <w:t>elle l</w:t>
      </w:r>
      <w:r w:rsidR="00F635DB">
        <w:t>’</w:t>
      </w:r>
      <w:r w:rsidRPr="009071AC">
        <w:t>interrompit</w:t>
      </w:r>
      <w:r w:rsidR="00F635DB">
        <w:t>.</w:t>
      </w:r>
    </w:p>
    <w:p w14:paraId="3318A37A" w14:textId="77777777" w:rsidR="00F635DB" w:rsidRDefault="00F635DB" w:rsidP="00F635DB">
      <w:r>
        <w:t>— </w:t>
      </w:r>
      <w:r w:rsidR="00855694" w:rsidRPr="009071AC">
        <w:t>Ah</w:t>
      </w:r>
      <w:r>
        <w:t xml:space="preserve"> ! </w:t>
      </w:r>
      <w:r w:rsidR="00855694" w:rsidRPr="009071AC">
        <w:t>le misérable</w:t>
      </w:r>
      <w:r>
        <w:t xml:space="preserve"> ! </w:t>
      </w:r>
      <w:r w:rsidR="00855694" w:rsidRPr="009071AC">
        <w:t>s</w:t>
      </w:r>
      <w:r>
        <w:t>’</w:t>
      </w:r>
      <w:r w:rsidR="00855694" w:rsidRPr="009071AC">
        <w:t>écria-t-elle</w:t>
      </w:r>
      <w:r>
        <w:t xml:space="preserve">, </w:t>
      </w:r>
      <w:r w:rsidR="00855694" w:rsidRPr="009071AC">
        <w:t>le traître</w:t>
      </w:r>
      <w:r>
        <w:t xml:space="preserve"> ! </w:t>
      </w:r>
      <w:r w:rsidR="00855694" w:rsidRPr="009071AC">
        <w:t>l</w:t>
      </w:r>
      <w:r>
        <w:t>’</w:t>
      </w:r>
      <w:r w:rsidR="00855694" w:rsidRPr="009071AC">
        <w:t>infâme</w:t>
      </w:r>
      <w:r>
        <w:t xml:space="preserve"> !… </w:t>
      </w:r>
      <w:r w:rsidR="00855694" w:rsidRPr="009071AC">
        <w:t>Je m</w:t>
      </w:r>
      <w:r>
        <w:t>’</w:t>
      </w:r>
      <w:r w:rsidR="00855694" w:rsidRPr="009071AC">
        <w:t>explique tout</w:t>
      </w:r>
      <w:r>
        <w:t xml:space="preserve">, </w:t>
      </w:r>
      <w:r w:rsidR="00855694" w:rsidRPr="009071AC">
        <w:t>maintenant</w:t>
      </w:r>
      <w:r>
        <w:t xml:space="preserve">, </w:t>
      </w:r>
      <w:r w:rsidR="00855694" w:rsidRPr="009071AC">
        <w:t>je comprends</w:t>
      </w:r>
      <w:r>
        <w:t xml:space="preserve">, </w:t>
      </w:r>
      <w:r w:rsidR="00855694" w:rsidRPr="009071AC">
        <w:t>je vois</w:t>
      </w:r>
      <w:r>
        <w:t xml:space="preserve">… </w:t>
      </w:r>
      <w:r w:rsidR="00855694" w:rsidRPr="009071AC">
        <w:t>Et ce serait chez moi</w:t>
      </w:r>
      <w:r>
        <w:t xml:space="preserve"> !… </w:t>
      </w:r>
      <w:r w:rsidR="00855694" w:rsidRPr="009071AC">
        <w:t>Mais non</w:t>
      </w:r>
      <w:r>
        <w:t xml:space="preserve"> !… </w:t>
      </w:r>
      <w:r w:rsidR="00855694" w:rsidRPr="009071AC">
        <w:t>Je puis tout réparer encore</w:t>
      </w:r>
      <w:r>
        <w:t>…</w:t>
      </w:r>
    </w:p>
    <w:p w14:paraId="7DEFA4A7" w14:textId="77777777" w:rsidR="00F635DB" w:rsidRDefault="00855694" w:rsidP="00F635DB">
      <w:r w:rsidRPr="009071AC">
        <w:t>Et se précipitant sur un cordon de sonnette</w:t>
      </w:r>
      <w:r w:rsidR="00F635DB">
        <w:t xml:space="preserve">, </w:t>
      </w:r>
      <w:r w:rsidRPr="009071AC">
        <w:t>elle le tira à le briser</w:t>
      </w:r>
      <w:r w:rsidR="00F635DB">
        <w:t>.</w:t>
      </w:r>
    </w:p>
    <w:p w14:paraId="45213A24" w14:textId="77777777" w:rsidR="00F635DB" w:rsidRDefault="00855694" w:rsidP="00F635DB">
      <w:r w:rsidRPr="009071AC">
        <w:t>Un domestique parut</w:t>
      </w:r>
      <w:r w:rsidR="00F635DB">
        <w:t>.</w:t>
      </w:r>
    </w:p>
    <w:p w14:paraId="38C531E0" w14:textId="18CE8485" w:rsidR="00F635DB" w:rsidRDefault="00F635DB" w:rsidP="00F635DB">
      <w:r>
        <w:t>— </w:t>
      </w:r>
      <w:r w:rsidR="00855694" w:rsidRPr="009071AC">
        <w:t>Jobin</w:t>
      </w:r>
      <w:r>
        <w:t xml:space="preserve">, </w:t>
      </w:r>
      <w:r w:rsidR="00855694" w:rsidRPr="009071AC">
        <w:t>commanda-t-elle</w:t>
      </w:r>
      <w:r>
        <w:t xml:space="preserve">, </w:t>
      </w:r>
      <w:r w:rsidR="00855694" w:rsidRPr="009071AC">
        <w:t xml:space="preserve">courez après </w:t>
      </w:r>
      <w:r>
        <w:t>M. </w:t>
      </w:r>
      <w:r w:rsidR="00855694" w:rsidRPr="009071AC">
        <w:t xml:space="preserve">le baron </w:t>
      </w:r>
      <w:proofErr w:type="spellStart"/>
      <w:r w:rsidR="00855694" w:rsidRPr="009071AC">
        <w:t>Trigault</w:t>
      </w:r>
      <w:proofErr w:type="spellEnd"/>
      <w:r>
        <w:t xml:space="preserve">… </w:t>
      </w:r>
      <w:r w:rsidR="00855694" w:rsidRPr="009071AC">
        <w:t>il me quitte à l</w:t>
      </w:r>
      <w:r>
        <w:t>’</w:t>
      </w:r>
      <w:r w:rsidR="00855694" w:rsidRPr="009071AC">
        <w:t>instant</w:t>
      </w:r>
      <w:r>
        <w:t xml:space="preserve">… </w:t>
      </w:r>
      <w:r w:rsidR="00855694" w:rsidRPr="009071AC">
        <w:t>et ramenez-le moi</w:t>
      </w:r>
      <w:r>
        <w:t xml:space="preserve">, </w:t>
      </w:r>
      <w:r w:rsidR="00855694" w:rsidRPr="009071AC">
        <w:t xml:space="preserve">il faut que </w:t>
      </w:r>
      <w:r w:rsidR="00855694" w:rsidRPr="009071AC">
        <w:lastRenderedPageBreak/>
        <w:t>je lui parle</w:t>
      </w:r>
      <w:r>
        <w:t xml:space="preserve">… </w:t>
      </w:r>
      <w:r w:rsidR="00855694" w:rsidRPr="009071AC">
        <w:t>Si vous ne le rattrapez pas</w:t>
      </w:r>
      <w:r>
        <w:t xml:space="preserve">, </w:t>
      </w:r>
      <w:r w:rsidR="00855694" w:rsidRPr="009071AC">
        <w:t>allez à son cercle</w:t>
      </w:r>
      <w:r>
        <w:t xml:space="preserve">, </w:t>
      </w:r>
      <w:r w:rsidR="00855694" w:rsidRPr="009071AC">
        <w:t>chez ses amis</w:t>
      </w:r>
      <w:r>
        <w:t xml:space="preserve">, </w:t>
      </w:r>
      <w:r w:rsidR="00855694" w:rsidRPr="009071AC">
        <w:t>chez lui</w:t>
      </w:r>
      <w:r>
        <w:t xml:space="preserve">, </w:t>
      </w:r>
      <w:r w:rsidR="00855694" w:rsidRPr="009071AC">
        <w:t>partout où il y a chance de le trouver</w:t>
      </w:r>
      <w:r>
        <w:t xml:space="preserve">… </w:t>
      </w:r>
      <w:r w:rsidR="00855694" w:rsidRPr="009071AC">
        <w:t>Faites vite</w:t>
      </w:r>
      <w:r>
        <w:t xml:space="preserve">… </w:t>
      </w:r>
      <w:r w:rsidR="00855694" w:rsidRPr="009071AC">
        <w:t>Je vous défends de rentrer sans lui</w:t>
      </w:r>
      <w:r>
        <w:t>.</w:t>
      </w:r>
    </w:p>
    <w:p w14:paraId="139B4143" w14:textId="77777777" w:rsidR="00F635DB" w:rsidRDefault="00855694" w:rsidP="00F635DB">
      <w:r w:rsidRPr="009071AC">
        <w:t>Le valet s</w:t>
      </w:r>
      <w:r w:rsidR="00F635DB">
        <w:t>’</w:t>
      </w:r>
      <w:r w:rsidRPr="009071AC">
        <w:t>éloignait</w:t>
      </w:r>
      <w:r w:rsidR="00F635DB">
        <w:t xml:space="preserve">, </w:t>
      </w:r>
      <w:r w:rsidRPr="009071AC">
        <w:t>elle le rappela</w:t>
      </w:r>
      <w:r w:rsidR="00F635DB">
        <w:t>.</w:t>
      </w:r>
    </w:p>
    <w:p w14:paraId="56DB522E" w14:textId="77777777" w:rsidR="00F635DB" w:rsidRDefault="00F635DB" w:rsidP="00F635DB">
      <w:r>
        <w:t>— </w:t>
      </w:r>
      <w:r w:rsidR="00855694" w:rsidRPr="009071AC">
        <w:t>Ma voiture doit être attelée</w:t>
      </w:r>
      <w:r>
        <w:t xml:space="preserve">, </w:t>
      </w:r>
      <w:r w:rsidR="00855694" w:rsidRPr="009071AC">
        <w:t>ajouta-t-elle</w:t>
      </w:r>
      <w:r>
        <w:t xml:space="preserve">, </w:t>
      </w:r>
      <w:r w:rsidR="00855694" w:rsidRPr="009071AC">
        <w:t>prenez-la</w:t>
      </w:r>
      <w:r>
        <w:t>…</w:t>
      </w:r>
    </w:p>
    <w:p w14:paraId="2F0DCF0E" w14:textId="3ECCB8A8" w:rsidR="00F635DB" w:rsidRDefault="00855694" w:rsidP="00F635DB">
      <w:r w:rsidRPr="009071AC">
        <w:t>Pendant ce temps</w:t>
      </w:r>
      <w:r w:rsidR="00F635DB">
        <w:t xml:space="preserve">, </w:t>
      </w:r>
      <w:r w:rsidRPr="009071AC">
        <w:t xml:space="preserve">la figure de </w:t>
      </w:r>
      <w:r w:rsidR="00F635DB">
        <w:t>M. </w:t>
      </w:r>
      <w:r w:rsidRPr="009071AC">
        <w:t>Fortunat se décomposait à vue d</w:t>
      </w:r>
      <w:r w:rsidR="00F635DB">
        <w:t>’</w:t>
      </w:r>
      <w:r w:rsidRPr="009071AC">
        <w:t>œil</w:t>
      </w:r>
      <w:r w:rsidR="00F635DB">
        <w:t>.</w:t>
      </w:r>
    </w:p>
    <w:p w14:paraId="39BF4318" w14:textId="0D50CCDD" w:rsidR="00F635DB" w:rsidRDefault="00F635DB" w:rsidP="00F635DB">
      <w:r>
        <w:t>— </w:t>
      </w:r>
      <w:r w:rsidR="00855694" w:rsidRPr="009071AC">
        <w:t>Eh bien</w:t>
      </w:r>
      <w:r>
        <w:t xml:space="preserve"> ! </w:t>
      </w:r>
      <w:r w:rsidR="00855694" w:rsidRPr="009071AC">
        <w:t>pensait-il</w:t>
      </w:r>
      <w:r>
        <w:t xml:space="preserve">, </w:t>
      </w:r>
      <w:r w:rsidR="00855694" w:rsidRPr="009071AC">
        <w:t>je viens de faire un beau coup</w:t>
      </w:r>
      <w:r>
        <w:t xml:space="preserve"> !… </w:t>
      </w:r>
      <w:r w:rsidR="00855694" w:rsidRPr="009071AC">
        <w:t xml:space="preserve">Voilà mon </w:t>
      </w:r>
      <w:proofErr w:type="spellStart"/>
      <w:r w:rsidR="00855694" w:rsidRPr="009071AC">
        <w:t>Valorsay</w:t>
      </w:r>
      <w:proofErr w:type="spellEnd"/>
      <w:r w:rsidR="00855694" w:rsidRPr="009071AC">
        <w:t xml:space="preserve"> démasqué</w:t>
      </w:r>
      <w:r>
        <w:t xml:space="preserve">… </w:t>
      </w:r>
      <w:r w:rsidR="00855694" w:rsidRPr="009071AC">
        <w:t>et que je sois pendu</w:t>
      </w:r>
      <w:r>
        <w:t xml:space="preserve">, </w:t>
      </w:r>
      <w:r w:rsidR="00855694" w:rsidRPr="009071AC">
        <w:t xml:space="preserve">si après cela il épouse </w:t>
      </w:r>
      <w:r>
        <w:t>M</w:t>
      </w:r>
      <w:r w:rsidRPr="00F635DB">
        <w:rPr>
          <w:vertAlign w:val="superscript"/>
        </w:rPr>
        <w:t>lle</w:t>
      </w:r>
      <w:r>
        <w:t> </w:t>
      </w:r>
      <w:r w:rsidR="00855694" w:rsidRPr="009071AC">
        <w:t>Marguerite</w:t>
      </w:r>
      <w:r>
        <w:t xml:space="preserve">… </w:t>
      </w:r>
      <w:r w:rsidR="00855694" w:rsidRPr="009071AC">
        <w:t>Certes</w:t>
      </w:r>
      <w:r>
        <w:t xml:space="preserve">, </w:t>
      </w:r>
      <w:r w:rsidR="00855694" w:rsidRPr="009071AC">
        <w:t>je ne le plains guère</w:t>
      </w:r>
      <w:r>
        <w:t xml:space="preserve">, </w:t>
      </w:r>
      <w:r w:rsidR="00855694" w:rsidRPr="009071AC">
        <w:t>ce scélérat</w:t>
      </w:r>
      <w:r>
        <w:t xml:space="preserve">, </w:t>
      </w:r>
      <w:r w:rsidR="00855694" w:rsidRPr="009071AC">
        <w:t>qui me filoute 4</w:t>
      </w:r>
      <w:r w:rsidRPr="009071AC">
        <w:t>0</w:t>
      </w:r>
      <w:r>
        <w:t>,</w:t>
      </w:r>
      <w:r w:rsidRPr="009071AC">
        <w:t>0</w:t>
      </w:r>
      <w:r w:rsidR="00855694" w:rsidRPr="009071AC">
        <w:t>00 francs</w:t>
      </w:r>
      <w:r>
        <w:t xml:space="preserve">, </w:t>
      </w:r>
      <w:r w:rsidR="00855694" w:rsidRPr="009071AC">
        <w:t>mais que dira-t-il s</w:t>
      </w:r>
      <w:r>
        <w:t>’</w:t>
      </w:r>
      <w:r w:rsidR="00855694" w:rsidRPr="009071AC">
        <w:t>il découvre mon rôle</w:t>
      </w:r>
      <w:r>
        <w:t xml:space="preserve"> !… </w:t>
      </w:r>
      <w:r w:rsidR="00855694" w:rsidRPr="009071AC">
        <w:t>Jamais il ne croira à une maladresse involontaire</w:t>
      </w:r>
      <w:r>
        <w:t xml:space="preserve">, </w:t>
      </w:r>
      <w:r w:rsidR="00855694" w:rsidRPr="009071AC">
        <w:t>et Dieu sait quelles seront ses idées de vengeance</w:t>
      </w:r>
      <w:r>
        <w:t xml:space="preserve"> !… </w:t>
      </w:r>
      <w:r w:rsidR="00855694" w:rsidRPr="009071AC">
        <w:t>Un homme de sa trempe</w:t>
      </w:r>
      <w:r>
        <w:t xml:space="preserve">, </w:t>
      </w:r>
      <w:r w:rsidR="00855694" w:rsidRPr="009071AC">
        <w:t>se sentant ruiné et perdu</w:t>
      </w:r>
      <w:r>
        <w:t xml:space="preserve">, </w:t>
      </w:r>
      <w:r w:rsidR="00855694" w:rsidRPr="009071AC">
        <w:t>est capable de tout</w:t>
      </w:r>
      <w:r>
        <w:t xml:space="preserve"> !… </w:t>
      </w:r>
      <w:r w:rsidR="00855694" w:rsidRPr="009071AC">
        <w:t>Ma fois</w:t>
      </w:r>
      <w:r>
        <w:t xml:space="preserve">, </w:t>
      </w:r>
      <w:r w:rsidR="00855694" w:rsidRPr="009071AC">
        <w:t>tant pis</w:t>
      </w:r>
      <w:r>
        <w:t xml:space="preserve"> !… </w:t>
      </w:r>
      <w:r w:rsidR="00855694" w:rsidRPr="009071AC">
        <w:t>Dès ce soir je préviens le commissaire de police de mon quartier</w:t>
      </w:r>
      <w:r>
        <w:t xml:space="preserve">, </w:t>
      </w:r>
      <w:r w:rsidR="00855694" w:rsidRPr="009071AC">
        <w:t>et je ne sors plus sans une arme</w:t>
      </w:r>
      <w:r>
        <w:t> !…</w:t>
      </w:r>
    </w:p>
    <w:p w14:paraId="66DE84D2" w14:textId="5F0C2C0F" w:rsidR="00F635DB" w:rsidRDefault="00855694" w:rsidP="00F635DB">
      <w:r w:rsidRPr="009071AC">
        <w:t>Le domestique sorti</w:t>
      </w:r>
      <w:r w:rsidR="00F635DB">
        <w:t>, M</w:t>
      </w:r>
      <w:r w:rsidR="00F635DB" w:rsidRPr="00F635DB">
        <w:rPr>
          <w:vertAlign w:val="superscript"/>
        </w:rPr>
        <w:t>me</w:t>
      </w:r>
      <w:r w:rsidR="00F635DB">
        <w:t> </w:t>
      </w:r>
      <w:r w:rsidRPr="009071AC">
        <w:t>d</w:t>
      </w:r>
      <w:r w:rsidR="00F635DB">
        <w:t>’</w:t>
      </w:r>
      <w:r w:rsidRPr="009071AC">
        <w:t>Argelès revint à son visiteur</w:t>
      </w:r>
      <w:r w:rsidR="00F635DB">
        <w:t>…</w:t>
      </w:r>
    </w:p>
    <w:p w14:paraId="1ABFC0C7" w14:textId="77777777" w:rsidR="00F635DB" w:rsidRDefault="00855694" w:rsidP="00F635DB">
      <w:r w:rsidRPr="009071AC">
        <w:t>Mais elle ne se ressemblait plus</w:t>
      </w:r>
      <w:r w:rsidR="00F635DB">
        <w:t xml:space="preserve">, </w:t>
      </w:r>
      <w:r w:rsidRPr="009071AC">
        <w:t>véritablement transfigurée par les sentiments qui l</w:t>
      </w:r>
      <w:r w:rsidR="00F635DB">
        <w:t>’</w:t>
      </w:r>
      <w:r w:rsidRPr="009071AC">
        <w:t>enflammaient</w:t>
      </w:r>
      <w:r w:rsidR="00F635DB">
        <w:t xml:space="preserve">, </w:t>
      </w:r>
      <w:r w:rsidRPr="009071AC">
        <w:t>le sang remontait à ses joues</w:t>
      </w:r>
      <w:r w:rsidR="00F635DB">
        <w:t xml:space="preserve">, </w:t>
      </w:r>
      <w:r w:rsidRPr="009071AC">
        <w:t>l</w:t>
      </w:r>
      <w:r w:rsidR="00F635DB">
        <w:t>’</w:t>
      </w:r>
      <w:r w:rsidRPr="009071AC">
        <w:t>énergie étincelait dans ses yeux</w:t>
      </w:r>
      <w:r w:rsidR="00F635DB">
        <w:t>.</w:t>
      </w:r>
    </w:p>
    <w:p w14:paraId="1CDBDA65" w14:textId="77777777" w:rsidR="00F635DB" w:rsidRDefault="00F635DB" w:rsidP="00F635DB">
      <w:r>
        <w:t>— </w:t>
      </w:r>
      <w:r w:rsidR="00855694" w:rsidRPr="009071AC">
        <w:t>Finissons</w:t>
      </w:r>
      <w:r>
        <w:t xml:space="preserve">, </w:t>
      </w:r>
      <w:r w:rsidR="00855694" w:rsidRPr="009071AC">
        <w:t>dit-elle</w:t>
      </w:r>
      <w:r>
        <w:t xml:space="preserve">, </w:t>
      </w:r>
      <w:r w:rsidR="00855694" w:rsidRPr="009071AC">
        <w:t>j</w:t>
      </w:r>
      <w:r>
        <w:t>’</w:t>
      </w:r>
      <w:r w:rsidR="00855694" w:rsidRPr="009071AC">
        <w:t>attends quelqu</w:t>
      </w:r>
      <w:r>
        <w:t>’</w:t>
      </w:r>
      <w:r w:rsidR="00855694" w:rsidRPr="009071AC">
        <w:t>un</w:t>
      </w:r>
      <w:r>
        <w:t>.</w:t>
      </w:r>
    </w:p>
    <w:p w14:paraId="3652F679" w14:textId="55493BC6" w:rsidR="00F635DB" w:rsidRDefault="00F635DB" w:rsidP="00F635DB">
      <w:r>
        <w:t>M. </w:t>
      </w:r>
      <w:r w:rsidR="00855694" w:rsidRPr="009071AC">
        <w:t>Fortunat s</w:t>
      </w:r>
      <w:r>
        <w:t>’</w:t>
      </w:r>
      <w:r w:rsidR="00855694" w:rsidRPr="009071AC">
        <w:t>inclina</w:t>
      </w:r>
      <w:r>
        <w:t xml:space="preserve">, </w:t>
      </w:r>
      <w:r w:rsidR="00855694" w:rsidRPr="009071AC">
        <w:t>et d</w:t>
      </w:r>
      <w:r>
        <w:t>’</w:t>
      </w:r>
      <w:r w:rsidR="00855694" w:rsidRPr="009071AC">
        <w:t>un air à la fois important et obséquieux</w:t>
      </w:r>
      <w:r>
        <w:t> :</w:t>
      </w:r>
    </w:p>
    <w:p w14:paraId="7DAC6D15" w14:textId="4009052C" w:rsidR="00F635DB" w:rsidRDefault="00F635DB" w:rsidP="00F635DB">
      <w:r>
        <w:t>— </w:t>
      </w:r>
      <w:r w:rsidR="00855694" w:rsidRPr="009071AC">
        <w:t>Je terminerai en dix mots</w:t>
      </w:r>
      <w:r>
        <w:t xml:space="preserve">, </w:t>
      </w:r>
      <w:r w:rsidR="00855694" w:rsidRPr="009071AC">
        <w:t>déclara-t-il</w:t>
      </w:r>
      <w:r>
        <w:t>. M. de </w:t>
      </w:r>
      <w:proofErr w:type="spellStart"/>
      <w:r w:rsidR="00855694" w:rsidRPr="009071AC">
        <w:t>Chalusse</w:t>
      </w:r>
      <w:proofErr w:type="spellEnd"/>
      <w:r w:rsidR="00855694" w:rsidRPr="009071AC">
        <w:t xml:space="preserve"> n</w:t>
      </w:r>
      <w:r>
        <w:t>’</w:t>
      </w:r>
      <w:r w:rsidR="00855694" w:rsidRPr="009071AC">
        <w:t>ayant d</w:t>
      </w:r>
      <w:r>
        <w:t>’</w:t>
      </w:r>
      <w:r w:rsidR="00855694" w:rsidRPr="009071AC">
        <w:t>autre héritier que vous</w:t>
      </w:r>
      <w:r>
        <w:t xml:space="preserve">, </w:t>
      </w:r>
      <w:r w:rsidR="00855694" w:rsidRPr="009071AC">
        <w:t>madame</w:t>
      </w:r>
      <w:r>
        <w:t xml:space="preserve">, </w:t>
      </w:r>
      <w:r w:rsidR="00855694" w:rsidRPr="009071AC">
        <w:t>je venais vous engager à faire valoir vos droits</w:t>
      </w:r>
      <w:r>
        <w:t>.</w:t>
      </w:r>
    </w:p>
    <w:p w14:paraId="208B2CC1" w14:textId="77777777" w:rsidR="00F635DB" w:rsidRDefault="00F635DB" w:rsidP="00F635DB">
      <w:r>
        <w:lastRenderedPageBreak/>
        <w:t>— </w:t>
      </w:r>
      <w:r w:rsidR="00855694" w:rsidRPr="009071AC">
        <w:t>Eh bien</w:t>
      </w:r>
      <w:r>
        <w:t> ?…</w:t>
      </w:r>
    </w:p>
    <w:p w14:paraId="47DFDE8D" w14:textId="77777777" w:rsidR="00F635DB" w:rsidRDefault="00F635DB" w:rsidP="00F635DB">
      <w:r>
        <w:t>— </w:t>
      </w:r>
      <w:r w:rsidR="00855694" w:rsidRPr="009071AC">
        <w:t>Vous n</w:t>
      </w:r>
      <w:r>
        <w:t>’</w:t>
      </w:r>
      <w:r w:rsidR="00855694" w:rsidRPr="009071AC">
        <w:t>avez qu</w:t>
      </w:r>
      <w:r>
        <w:t>’</w:t>
      </w:r>
      <w:r w:rsidR="00855694" w:rsidRPr="009071AC">
        <w:t>à vous présenter et à établir votre identité pour être envoyée en possession de la succession de votre frère</w:t>
      </w:r>
      <w:r>
        <w:t>.</w:t>
      </w:r>
    </w:p>
    <w:p w14:paraId="5C4E7236" w14:textId="6D574D87" w:rsidR="00F635DB" w:rsidRDefault="00F635DB" w:rsidP="00F635DB">
      <w:r>
        <w:t>M</w:t>
      </w:r>
      <w:r w:rsidRPr="00F635DB">
        <w:rPr>
          <w:vertAlign w:val="superscript"/>
        </w:rPr>
        <w:t>me</w:t>
      </w:r>
      <w:r>
        <w:t> </w:t>
      </w:r>
      <w:r w:rsidR="00855694" w:rsidRPr="009071AC">
        <w:t>d</w:t>
      </w:r>
      <w:r>
        <w:t>’</w:t>
      </w:r>
      <w:r w:rsidR="00855694" w:rsidRPr="009071AC">
        <w:t>Argelès l</w:t>
      </w:r>
      <w:r>
        <w:t>’</w:t>
      </w:r>
      <w:r w:rsidR="00855694" w:rsidRPr="009071AC">
        <w:t>enveloppa d</w:t>
      </w:r>
      <w:r>
        <w:t>’</w:t>
      </w:r>
      <w:r w:rsidR="00855694" w:rsidRPr="009071AC">
        <w:t>un regard où il y avait autant d</w:t>
      </w:r>
      <w:r>
        <w:t>’</w:t>
      </w:r>
      <w:r w:rsidR="00855694" w:rsidRPr="009071AC">
        <w:t>ironie que de défiance</w:t>
      </w:r>
      <w:r>
        <w:t xml:space="preserve">, </w:t>
      </w:r>
      <w:r w:rsidR="00855694" w:rsidRPr="009071AC">
        <w:t>et après une minute de réflexion</w:t>
      </w:r>
      <w:r>
        <w:t> :</w:t>
      </w:r>
    </w:p>
    <w:p w14:paraId="0243C685" w14:textId="77777777" w:rsidR="00F635DB" w:rsidRDefault="00F635DB" w:rsidP="00F635DB">
      <w:r>
        <w:t>— </w:t>
      </w:r>
      <w:r w:rsidR="00855694" w:rsidRPr="009071AC">
        <w:t>Je vous suis très-reconnaissante de votre démarche</w:t>
      </w:r>
      <w:r>
        <w:t xml:space="preserve">, </w:t>
      </w:r>
      <w:r w:rsidR="00855694" w:rsidRPr="009071AC">
        <w:t>monsieur</w:t>
      </w:r>
      <w:r>
        <w:t xml:space="preserve">… </w:t>
      </w:r>
      <w:r w:rsidR="00855694" w:rsidRPr="009071AC">
        <w:t>prononça-t-elle</w:t>
      </w:r>
      <w:r>
        <w:t xml:space="preserve"> ; </w:t>
      </w:r>
      <w:r w:rsidR="00855694" w:rsidRPr="009071AC">
        <w:t>seulement</w:t>
      </w:r>
      <w:r>
        <w:t xml:space="preserve">, </w:t>
      </w:r>
      <w:r w:rsidR="00855694" w:rsidRPr="009071AC">
        <w:t>si j</w:t>
      </w:r>
      <w:r>
        <w:t>’</w:t>
      </w:r>
      <w:r w:rsidR="00855694" w:rsidRPr="009071AC">
        <w:t>ai des droits</w:t>
      </w:r>
      <w:r>
        <w:t xml:space="preserve">, </w:t>
      </w:r>
      <w:r w:rsidR="00855694" w:rsidRPr="009071AC">
        <w:t>il ne me convient pas de les faire valoir</w:t>
      </w:r>
      <w:r>
        <w:t>.</w:t>
      </w:r>
    </w:p>
    <w:p w14:paraId="5975633A" w14:textId="69331958" w:rsidR="00F635DB" w:rsidRDefault="00855694" w:rsidP="00F635DB">
      <w:r w:rsidRPr="009071AC">
        <w:t>Positivement</w:t>
      </w:r>
      <w:r w:rsidR="00F635DB">
        <w:t>, M. </w:t>
      </w:r>
      <w:r w:rsidRPr="009071AC">
        <w:t>Fortunat faillit tomber à la renverse</w:t>
      </w:r>
      <w:r w:rsidR="00F635DB">
        <w:t>.</w:t>
      </w:r>
    </w:p>
    <w:p w14:paraId="6C63EF6A" w14:textId="7BE2CBB0" w:rsidR="00F635DB" w:rsidRDefault="00F635DB" w:rsidP="00F635DB">
      <w:r>
        <w:t>— </w:t>
      </w:r>
      <w:r w:rsidR="00855694" w:rsidRPr="009071AC">
        <w:t>Vous ne parlez pas sérieusement</w:t>
      </w:r>
      <w:r>
        <w:t xml:space="preserve">, </w:t>
      </w:r>
      <w:r w:rsidR="00855694" w:rsidRPr="009071AC">
        <w:t>s</w:t>
      </w:r>
      <w:r>
        <w:t>’</w:t>
      </w:r>
      <w:r w:rsidR="00855694" w:rsidRPr="009071AC">
        <w:t>écria-t-il</w:t>
      </w:r>
      <w:r>
        <w:t xml:space="preserve">, </w:t>
      </w:r>
      <w:r w:rsidR="00855694" w:rsidRPr="009071AC">
        <w:t xml:space="preserve">ou vous ignorez que </w:t>
      </w:r>
      <w:r>
        <w:t>M. de </w:t>
      </w:r>
      <w:proofErr w:type="spellStart"/>
      <w:r w:rsidR="00855694" w:rsidRPr="009071AC">
        <w:t>Chalusse</w:t>
      </w:r>
      <w:proofErr w:type="spellEnd"/>
      <w:r w:rsidR="00855694" w:rsidRPr="009071AC">
        <w:t xml:space="preserve"> laisse peut-être vingt millions</w:t>
      </w:r>
      <w:r>
        <w:t>…</w:t>
      </w:r>
    </w:p>
    <w:p w14:paraId="6C6A4EEB" w14:textId="77777777" w:rsidR="00F635DB" w:rsidRDefault="00F635DB" w:rsidP="00F635DB">
      <w:r>
        <w:t>— </w:t>
      </w:r>
      <w:r w:rsidR="00855694" w:rsidRPr="009071AC">
        <w:t>Mon parti est pris</w:t>
      </w:r>
      <w:r>
        <w:t xml:space="preserve">, </w:t>
      </w:r>
      <w:r w:rsidR="00855694" w:rsidRPr="009071AC">
        <w:t>monsieur</w:t>
      </w:r>
      <w:r>
        <w:t xml:space="preserve">… </w:t>
      </w:r>
      <w:r w:rsidR="00855694" w:rsidRPr="009071AC">
        <w:t>irrévocablement</w:t>
      </w:r>
      <w:r>
        <w:t>.</w:t>
      </w:r>
    </w:p>
    <w:p w14:paraId="71486D49" w14:textId="77777777" w:rsidR="00F635DB" w:rsidRDefault="00F635DB" w:rsidP="00F635DB">
      <w:r>
        <w:t>— </w:t>
      </w:r>
      <w:r w:rsidR="00855694" w:rsidRPr="009071AC">
        <w:t>Soit</w:t>
      </w:r>
      <w:r>
        <w:t xml:space="preserve">, </w:t>
      </w:r>
      <w:r w:rsidR="00855694" w:rsidRPr="009071AC">
        <w:t>madame</w:t>
      </w:r>
      <w:r>
        <w:t xml:space="preserve">… </w:t>
      </w:r>
      <w:r w:rsidR="00855694" w:rsidRPr="009071AC">
        <w:t>Mais il se peut que le tribunal cherche des héritiers à ces immenses richesses</w:t>
      </w:r>
      <w:r>
        <w:t xml:space="preserve">, </w:t>
      </w:r>
      <w:r w:rsidR="00855694" w:rsidRPr="009071AC">
        <w:t>désormais sans possesseur connu</w:t>
      </w:r>
      <w:r>
        <w:t xml:space="preserve">… </w:t>
      </w:r>
      <w:r w:rsidR="00855694" w:rsidRPr="009071AC">
        <w:t>Il se peut qu</w:t>
      </w:r>
      <w:r>
        <w:t>’</w:t>
      </w:r>
      <w:r w:rsidR="00855694" w:rsidRPr="009071AC">
        <w:t>on arrive jusqu</w:t>
      </w:r>
      <w:r>
        <w:t>’</w:t>
      </w:r>
      <w:r w:rsidR="00855694" w:rsidRPr="009071AC">
        <w:t>à vous</w:t>
      </w:r>
      <w:r>
        <w:t>.</w:t>
      </w:r>
    </w:p>
    <w:p w14:paraId="3DE56F20" w14:textId="77777777" w:rsidR="00F635DB" w:rsidRDefault="00F635DB" w:rsidP="00F635DB">
      <w:r>
        <w:t>— </w:t>
      </w:r>
      <w:r w:rsidR="00855694" w:rsidRPr="009071AC">
        <w:t xml:space="preserve">Je répondrais que je ne suis pas une demoiselle de </w:t>
      </w:r>
      <w:proofErr w:type="spellStart"/>
      <w:r w:rsidR="00855694" w:rsidRPr="009071AC">
        <w:t>Chalusse</w:t>
      </w:r>
      <w:proofErr w:type="spellEnd"/>
      <w:r>
        <w:t xml:space="preserve">, </w:t>
      </w:r>
      <w:r w:rsidR="00855694" w:rsidRPr="009071AC">
        <w:t>et tout serait dit</w:t>
      </w:r>
      <w:r>
        <w:t xml:space="preserve">… </w:t>
      </w:r>
      <w:r w:rsidR="00855694" w:rsidRPr="009071AC">
        <w:t>Bouleversée par la nouvelle de la mort de mon frère</w:t>
      </w:r>
      <w:r>
        <w:t xml:space="preserve">, </w:t>
      </w:r>
      <w:r w:rsidR="00855694" w:rsidRPr="009071AC">
        <w:t>j</w:t>
      </w:r>
      <w:r>
        <w:t>’</w:t>
      </w:r>
      <w:r w:rsidR="00855694" w:rsidRPr="009071AC">
        <w:t>ai laissé échapper mon secret</w:t>
      </w:r>
      <w:r>
        <w:t xml:space="preserve">… </w:t>
      </w:r>
      <w:r w:rsidR="00855694" w:rsidRPr="009071AC">
        <w:t>prévenue</w:t>
      </w:r>
      <w:r>
        <w:t xml:space="preserve">, </w:t>
      </w:r>
      <w:r w:rsidR="00855694" w:rsidRPr="009071AC">
        <w:t>je saurais le garder</w:t>
      </w:r>
      <w:r>
        <w:t>.</w:t>
      </w:r>
    </w:p>
    <w:p w14:paraId="59CF906A" w14:textId="56742125" w:rsidR="00F635DB" w:rsidRDefault="00855694" w:rsidP="00F635DB">
      <w:r w:rsidRPr="009071AC">
        <w:t xml:space="preserve">À la stupeur de </w:t>
      </w:r>
      <w:r w:rsidR="00F635DB">
        <w:t>M. </w:t>
      </w:r>
      <w:r w:rsidRPr="009071AC">
        <w:t>Fortunat</w:t>
      </w:r>
      <w:r w:rsidR="00F635DB">
        <w:t xml:space="preserve">, </w:t>
      </w:r>
      <w:r w:rsidRPr="009071AC">
        <w:t>la colère succédait</w:t>
      </w:r>
      <w:r w:rsidR="00F635DB">
        <w:t>.</w:t>
      </w:r>
    </w:p>
    <w:p w14:paraId="6E2CD0CA" w14:textId="77777777" w:rsidR="00F635DB" w:rsidRDefault="00F635DB" w:rsidP="00F635DB">
      <w:r>
        <w:t>— </w:t>
      </w:r>
      <w:r w:rsidR="00855694" w:rsidRPr="009071AC">
        <w:t>Madame</w:t>
      </w:r>
      <w:r>
        <w:t xml:space="preserve">, </w:t>
      </w:r>
      <w:r w:rsidR="00855694" w:rsidRPr="009071AC">
        <w:t>insista-t-il</w:t>
      </w:r>
      <w:r>
        <w:t xml:space="preserve">, </w:t>
      </w:r>
      <w:r w:rsidR="00855694" w:rsidRPr="009071AC">
        <w:t>madame</w:t>
      </w:r>
      <w:r>
        <w:t xml:space="preserve">, </w:t>
      </w:r>
      <w:r w:rsidR="00855694" w:rsidRPr="009071AC">
        <w:t>y songez-vous</w:t>
      </w:r>
      <w:r>
        <w:t xml:space="preserve"> !… </w:t>
      </w:r>
      <w:r w:rsidR="00855694" w:rsidRPr="009071AC">
        <w:t>Acceptez</w:t>
      </w:r>
      <w:r>
        <w:t xml:space="preserve">, </w:t>
      </w:r>
      <w:r w:rsidR="00855694" w:rsidRPr="009071AC">
        <w:t>au nom du ciel</w:t>
      </w:r>
      <w:r>
        <w:t xml:space="preserve">, </w:t>
      </w:r>
      <w:r w:rsidR="00855694" w:rsidRPr="009071AC">
        <w:t>acceptez cet héritage</w:t>
      </w:r>
      <w:r>
        <w:t xml:space="preserve">, </w:t>
      </w:r>
      <w:r w:rsidR="00855694" w:rsidRPr="009071AC">
        <w:t>si ce n</w:t>
      </w:r>
      <w:r>
        <w:t>’</w:t>
      </w:r>
      <w:r w:rsidR="00855694" w:rsidRPr="009071AC">
        <w:t>est pour vous</w:t>
      </w:r>
      <w:r>
        <w:t xml:space="preserve">, </w:t>
      </w:r>
      <w:r w:rsidR="00855694" w:rsidRPr="009071AC">
        <w:t>que ce soit pour</w:t>
      </w:r>
      <w:r>
        <w:t>…</w:t>
      </w:r>
    </w:p>
    <w:p w14:paraId="29AE11B6" w14:textId="77777777" w:rsidR="00F635DB" w:rsidRDefault="00855694" w:rsidP="00F635DB">
      <w:r w:rsidRPr="009071AC">
        <w:t>Dans le désordre de sa pensée</w:t>
      </w:r>
      <w:r w:rsidR="00F635DB">
        <w:t xml:space="preserve">, </w:t>
      </w:r>
      <w:r w:rsidRPr="009071AC">
        <w:t>il allait dire une sottise énorme</w:t>
      </w:r>
      <w:r w:rsidR="00F635DB">
        <w:t xml:space="preserve">, </w:t>
      </w:r>
      <w:r w:rsidRPr="009071AC">
        <w:t>il s</w:t>
      </w:r>
      <w:r w:rsidR="00F635DB">
        <w:t>’</w:t>
      </w:r>
      <w:r w:rsidRPr="009071AC">
        <w:t>en aperçut à temps et la retint</w:t>
      </w:r>
      <w:r w:rsidR="00F635DB">
        <w:t>.</w:t>
      </w:r>
    </w:p>
    <w:p w14:paraId="5580A83D" w14:textId="2F76CD99" w:rsidR="00F635DB" w:rsidRDefault="00F635DB" w:rsidP="00F635DB">
      <w:r>
        <w:lastRenderedPageBreak/>
        <w:t>— </w:t>
      </w:r>
      <w:r w:rsidR="00855694" w:rsidRPr="009071AC">
        <w:t>Pour qui</w:t>
      </w:r>
      <w:r>
        <w:t xml:space="preserve"> ?… </w:t>
      </w:r>
      <w:r w:rsidR="00855694" w:rsidRPr="009071AC">
        <w:t xml:space="preserve">interrogea </w:t>
      </w:r>
      <w:r>
        <w:t>M</w:t>
      </w:r>
      <w:r w:rsidRPr="00F635DB">
        <w:rPr>
          <w:vertAlign w:val="superscript"/>
        </w:rPr>
        <w:t>me</w:t>
      </w:r>
      <w:r>
        <w:t> </w:t>
      </w:r>
      <w:r w:rsidR="00855694" w:rsidRPr="009071AC">
        <w:t>d</w:t>
      </w:r>
      <w:r>
        <w:t>’</w:t>
      </w:r>
      <w:r w:rsidR="00855694" w:rsidRPr="009071AC">
        <w:t>Argelès d</w:t>
      </w:r>
      <w:r>
        <w:t>’</w:t>
      </w:r>
      <w:r w:rsidR="00855694" w:rsidRPr="009071AC">
        <w:t>une voix altérée</w:t>
      </w:r>
      <w:r>
        <w:t>.</w:t>
      </w:r>
    </w:p>
    <w:p w14:paraId="2ED4FCA0" w14:textId="665E8DBE" w:rsidR="00F635DB" w:rsidRDefault="00F635DB" w:rsidP="00F635DB">
      <w:r>
        <w:t>— </w:t>
      </w:r>
      <w:r w:rsidR="00855694" w:rsidRPr="009071AC">
        <w:t xml:space="preserve">Pour </w:t>
      </w:r>
      <w:r>
        <w:t>M</w:t>
      </w:r>
      <w:r w:rsidRPr="00F635DB">
        <w:rPr>
          <w:vertAlign w:val="superscript"/>
        </w:rPr>
        <w:t>lle</w:t>
      </w:r>
      <w:r>
        <w:t> </w:t>
      </w:r>
      <w:r w:rsidR="00855694" w:rsidRPr="009071AC">
        <w:t>Marguerite</w:t>
      </w:r>
      <w:r>
        <w:t xml:space="preserve">, </w:t>
      </w:r>
      <w:r w:rsidR="00855694" w:rsidRPr="009071AC">
        <w:t>madame</w:t>
      </w:r>
      <w:r>
        <w:t xml:space="preserve">… </w:t>
      </w:r>
      <w:r w:rsidR="00855694" w:rsidRPr="009071AC">
        <w:t>pour cette pauvre jeune fille qui est votre nièce</w:t>
      </w:r>
      <w:r>
        <w:t xml:space="preserve">… </w:t>
      </w:r>
      <w:r w:rsidR="00855694" w:rsidRPr="009071AC">
        <w:t>Le comte ne l</w:t>
      </w:r>
      <w:r>
        <w:t>’</w:t>
      </w:r>
      <w:r w:rsidR="00855694" w:rsidRPr="009071AC">
        <w:t>ayant pas reconnue</w:t>
      </w:r>
      <w:r>
        <w:t xml:space="preserve">, </w:t>
      </w:r>
      <w:r w:rsidR="00855694" w:rsidRPr="009071AC">
        <w:t>elle sera sans pain</w:t>
      </w:r>
      <w:r>
        <w:t xml:space="preserve">, </w:t>
      </w:r>
      <w:r w:rsidR="00855694" w:rsidRPr="009071AC">
        <w:t>pendant que les millions de son père iront enrichir l</w:t>
      </w:r>
      <w:r>
        <w:t>’</w:t>
      </w:r>
      <w:r w:rsidR="00855694" w:rsidRPr="009071AC">
        <w:t>État</w:t>
      </w:r>
      <w:r>
        <w:t>.</w:t>
      </w:r>
    </w:p>
    <w:p w14:paraId="7575408C" w14:textId="77777777" w:rsidR="00F635DB" w:rsidRDefault="00F635DB" w:rsidP="00F635DB">
      <w:r>
        <w:t>— </w:t>
      </w:r>
      <w:r w:rsidR="00855694" w:rsidRPr="009071AC">
        <w:t>Il suffit</w:t>
      </w:r>
      <w:r>
        <w:t xml:space="preserve">, </w:t>
      </w:r>
      <w:r w:rsidR="00855694" w:rsidRPr="009071AC">
        <w:t>monsieur</w:t>
      </w:r>
      <w:r>
        <w:t xml:space="preserve">. </w:t>
      </w:r>
      <w:r w:rsidR="00855694" w:rsidRPr="009071AC">
        <w:t>J</w:t>
      </w:r>
      <w:r>
        <w:t>’</w:t>
      </w:r>
      <w:r w:rsidR="00855694" w:rsidRPr="009071AC">
        <w:t>aviserai</w:t>
      </w:r>
      <w:r>
        <w:t xml:space="preserve">… </w:t>
      </w:r>
      <w:r w:rsidR="00855694" w:rsidRPr="009071AC">
        <w:t>En voici assez</w:t>
      </w:r>
      <w:r>
        <w:t> !</w:t>
      </w:r>
    </w:p>
    <w:p w14:paraId="099156CE" w14:textId="77777777" w:rsidR="00F635DB" w:rsidRDefault="00855694" w:rsidP="00F635DB">
      <w:r w:rsidRPr="009071AC">
        <w:t>Le congé était si impérieux</w:t>
      </w:r>
      <w:r w:rsidR="00F635DB">
        <w:t xml:space="preserve">, </w:t>
      </w:r>
      <w:r w:rsidRPr="009071AC">
        <w:t xml:space="preserve">que le dénicheur de successions salua aussitôt et sortit confondu de ce </w:t>
      </w:r>
      <w:proofErr w:type="spellStart"/>
      <w:r w:rsidRPr="009071AC">
        <w:t>dénoûment</w:t>
      </w:r>
      <w:proofErr w:type="spellEnd"/>
      <w:r w:rsidR="00F635DB">
        <w:t>.</w:t>
      </w:r>
    </w:p>
    <w:p w14:paraId="69EE8D59" w14:textId="77777777" w:rsidR="00F635DB" w:rsidRDefault="00F635DB" w:rsidP="00F635DB">
      <w:r>
        <w:t>— </w:t>
      </w:r>
      <w:r w:rsidR="00855694" w:rsidRPr="009071AC">
        <w:t>Elle est folle</w:t>
      </w:r>
      <w:r>
        <w:t xml:space="preserve"> !… </w:t>
      </w:r>
      <w:r w:rsidR="00855694" w:rsidRPr="009071AC">
        <w:t>se disait-il</w:t>
      </w:r>
      <w:r>
        <w:t xml:space="preserve">, </w:t>
      </w:r>
      <w:r w:rsidR="00855694" w:rsidRPr="009071AC">
        <w:t>folle à lier</w:t>
      </w:r>
      <w:r>
        <w:t xml:space="preserve">… </w:t>
      </w:r>
      <w:r w:rsidR="00855694" w:rsidRPr="009071AC">
        <w:t>folle en cinq lettres</w:t>
      </w:r>
      <w:r>
        <w:t xml:space="preserve">… </w:t>
      </w:r>
      <w:r w:rsidR="00855694" w:rsidRPr="009071AC">
        <w:t>Je vous demande un peu où l</w:t>
      </w:r>
      <w:r>
        <w:t>’</w:t>
      </w:r>
      <w:r w:rsidR="00855694" w:rsidRPr="009071AC">
        <w:t>orgueil va se nicher</w:t>
      </w:r>
      <w:r>
        <w:t xml:space="preserve"> !… </w:t>
      </w:r>
      <w:r w:rsidR="00855694" w:rsidRPr="009071AC">
        <w:t>C</w:t>
      </w:r>
      <w:r>
        <w:t>’</w:t>
      </w:r>
      <w:r w:rsidR="00855694" w:rsidRPr="009071AC">
        <w:t>est pourtant de peur d</w:t>
      </w:r>
      <w:r>
        <w:t>’</w:t>
      </w:r>
      <w:r w:rsidR="00855694" w:rsidRPr="009071AC">
        <w:t>apprendre à l</w:t>
      </w:r>
      <w:r>
        <w:t>’</w:t>
      </w:r>
      <w:r w:rsidR="00855694" w:rsidRPr="009071AC">
        <w:t>univers jusqu</w:t>
      </w:r>
      <w:r>
        <w:t>’</w:t>
      </w:r>
      <w:r w:rsidR="00855694" w:rsidRPr="009071AC">
        <w:t xml:space="preserve">où est descendue une </w:t>
      </w:r>
      <w:proofErr w:type="spellStart"/>
      <w:r w:rsidR="00855694" w:rsidRPr="009071AC">
        <w:t>Chalusse</w:t>
      </w:r>
      <w:proofErr w:type="spellEnd"/>
      <w:r w:rsidR="00855694" w:rsidRPr="009071AC">
        <w:t xml:space="preserve"> qu</w:t>
      </w:r>
      <w:r>
        <w:t>’</w:t>
      </w:r>
      <w:r w:rsidR="00855694" w:rsidRPr="009071AC">
        <w:t>elle repousse ces millions</w:t>
      </w:r>
      <w:r>
        <w:t xml:space="preserve">… </w:t>
      </w:r>
      <w:r w:rsidR="00855694" w:rsidRPr="009071AC">
        <w:t>Elle menaçait son frère</w:t>
      </w:r>
      <w:r>
        <w:t xml:space="preserve">, </w:t>
      </w:r>
      <w:r w:rsidR="00855694" w:rsidRPr="009071AC">
        <w:t>mais jamais elle n</w:t>
      </w:r>
      <w:r>
        <w:t>’</w:t>
      </w:r>
      <w:r w:rsidR="00855694" w:rsidRPr="009071AC">
        <w:t>eût réalisé ses menaces</w:t>
      </w:r>
      <w:r>
        <w:t xml:space="preserve">… </w:t>
      </w:r>
      <w:r w:rsidR="00855694" w:rsidRPr="009071AC">
        <w:t>Et à cette fortune honorable</w:t>
      </w:r>
      <w:r>
        <w:t xml:space="preserve">, </w:t>
      </w:r>
      <w:r w:rsidR="00855694" w:rsidRPr="009071AC">
        <w:t>elle préfère sa position</w:t>
      </w:r>
      <w:r>
        <w:t xml:space="preserve">… </w:t>
      </w:r>
      <w:r w:rsidR="00855694" w:rsidRPr="009071AC">
        <w:t>Drôlesse</w:t>
      </w:r>
      <w:r>
        <w:t xml:space="preserve">, </w:t>
      </w:r>
      <w:r w:rsidR="00855694" w:rsidRPr="009071AC">
        <w:t>va</w:t>
      </w:r>
      <w:r>
        <w:t> !</w:t>
      </w:r>
    </w:p>
    <w:p w14:paraId="54D76640" w14:textId="6A20E0E0" w:rsidR="00F635DB" w:rsidRDefault="00855694" w:rsidP="00F635DB">
      <w:r w:rsidRPr="009071AC">
        <w:t>Cependant</w:t>
      </w:r>
      <w:r w:rsidR="00F635DB">
        <w:t xml:space="preserve">, </w:t>
      </w:r>
      <w:r w:rsidRPr="009071AC">
        <w:t>s</w:t>
      </w:r>
      <w:r w:rsidR="00F635DB">
        <w:t>’</w:t>
      </w:r>
      <w:r w:rsidRPr="009071AC">
        <w:t xml:space="preserve">il était furieux et désolé </w:t>
      </w:r>
      <w:proofErr w:type="spellStart"/>
      <w:r w:rsidRPr="009071AC">
        <w:t>tout</w:t>
      </w:r>
      <w:proofErr w:type="spellEnd"/>
      <w:r w:rsidRPr="009071AC">
        <w:t xml:space="preserve"> ensemble</w:t>
      </w:r>
      <w:r w:rsidR="00F635DB">
        <w:t>, M. </w:t>
      </w:r>
      <w:r w:rsidRPr="009071AC">
        <w:t>Fortunat était bien loin de désespérer</w:t>
      </w:r>
      <w:r w:rsidR="00F635DB">
        <w:t>.</w:t>
      </w:r>
    </w:p>
    <w:p w14:paraId="0475E684" w14:textId="77777777" w:rsidR="00F635DB" w:rsidRDefault="00F635DB" w:rsidP="00F635DB">
      <w:r>
        <w:t>— </w:t>
      </w:r>
      <w:r w:rsidR="00855694" w:rsidRPr="009071AC">
        <w:t>Heureusement pour moi</w:t>
      </w:r>
      <w:r>
        <w:t xml:space="preserve">, </w:t>
      </w:r>
      <w:r w:rsidR="00855694" w:rsidRPr="009071AC">
        <w:t>pensait-il</w:t>
      </w:r>
      <w:r>
        <w:t xml:space="preserve">, </w:t>
      </w:r>
      <w:r w:rsidR="00855694" w:rsidRPr="009071AC">
        <w:t xml:space="preserve">cette noble et fière personne a </w:t>
      </w:r>
      <w:proofErr w:type="gramStart"/>
      <w:r w:rsidR="00855694" w:rsidRPr="009071AC">
        <w:t>de par le</w:t>
      </w:r>
      <w:proofErr w:type="gramEnd"/>
      <w:r w:rsidR="00855694" w:rsidRPr="009071AC">
        <w:t xml:space="preserve"> monde un grand fils</w:t>
      </w:r>
      <w:r>
        <w:t xml:space="preserve">… </w:t>
      </w:r>
      <w:r w:rsidR="00855694" w:rsidRPr="009071AC">
        <w:t>Ce fils que j</w:t>
      </w:r>
      <w:r>
        <w:t>’</w:t>
      </w:r>
      <w:r w:rsidR="00855694" w:rsidRPr="009071AC">
        <w:t>ai failli si sottement évoquer tout à l</w:t>
      </w:r>
      <w:r>
        <w:t>’</w:t>
      </w:r>
      <w:r w:rsidR="00855694" w:rsidRPr="009071AC">
        <w:t>heure pour la décider</w:t>
      </w:r>
      <w:r>
        <w:t xml:space="preserve">… </w:t>
      </w:r>
      <w:r w:rsidR="00855694" w:rsidRPr="009071AC">
        <w:t>Par elle</w:t>
      </w:r>
      <w:r>
        <w:t xml:space="preserve">, </w:t>
      </w:r>
      <w:r w:rsidR="00855694" w:rsidRPr="009071AC">
        <w:t>avec un peu de patience</w:t>
      </w:r>
      <w:r>
        <w:t xml:space="preserve">, </w:t>
      </w:r>
      <w:r w:rsidR="00855694" w:rsidRPr="009071AC">
        <w:t>et Victor Chupin aidant</w:t>
      </w:r>
      <w:r>
        <w:t xml:space="preserve">, </w:t>
      </w:r>
      <w:r w:rsidR="00855694" w:rsidRPr="009071AC">
        <w:t>j</w:t>
      </w:r>
      <w:r>
        <w:t>’</w:t>
      </w:r>
      <w:r w:rsidR="00855694" w:rsidRPr="009071AC">
        <w:t>arriverai jusqu</w:t>
      </w:r>
      <w:r>
        <w:t>’</w:t>
      </w:r>
      <w:r w:rsidR="00855694" w:rsidRPr="009071AC">
        <w:t>à lui</w:t>
      </w:r>
      <w:r>
        <w:t xml:space="preserve">… </w:t>
      </w:r>
      <w:r w:rsidR="00855694" w:rsidRPr="009071AC">
        <w:t>Ce doit être un garçon intelligent</w:t>
      </w:r>
      <w:r>
        <w:t xml:space="preserve">… </w:t>
      </w:r>
      <w:r w:rsidR="00855694" w:rsidRPr="009071AC">
        <w:t>Et nous verrons bien s</w:t>
      </w:r>
      <w:r>
        <w:t>’</w:t>
      </w:r>
      <w:r w:rsidR="00855694" w:rsidRPr="009071AC">
        <w:t>il crache sur les millions comme mademoiselle sa maman</w:t>
      </w:r>
      <w:r>
        <w:t>…</w:t>
      </w:r>
    </w:p>
    <w:p w14:paraId="6BC6D3B1" w14:textId="667A7F63" w:rsidR="00855694" w:rsidRPr="009071AC" w:rsidRDefault="00855694" w:rsidP="00F635DB">
      <w:pPr>
        <w:pStyle w:val="Titre1"/>
      </w:pPr>
      <w:bookmarkStart w:id="16" w:name="_Toc202021414"/>
      <w:r w:rsidRPr="009071AC">
        <w:lastRenderedPageBreak/>
        <w:t>XVI</w:t>
      </w:r>
      <w:bookmarkEnd w:id="16"/>
      <w:r w:rsidRPr="009071AC">
        <w:br/>
      </w:r>
    </w:p>
    <w:p w14:paraId="6439D0E0" w14:textId="77777777" w:rsidR="00F635DB" w:rsidRDefault="00855694" w:rsidP="00F635DB">
      <w:r w:rsidRPr="009071AC">
        <w:t>Tout à coup</w:t>
      </w:r>
      <w:r w:rsidR="00F635DB">
        <w:t xml:space="preserve">, </w:t>
      </w:r>
      <w:r w:rsidRPr="009071AC">
        <w:t>violemment</w:t>
      </w:r>
      <w:r w:rsidR="00F635DB">
        <w:t xml:space="preserve">, </w:t>
      </w:r>
      <w:r w:rsidRPr="009071AC">
        <w:t>sans avoir eu le temps d</w:t>
      </w:r>
      <w:r w:rsidR="00F635DB">
        <w:t>’</w:t>
      </w:r>
      <w:r w:rsidRPr="009071AC">
        <w:t>y accoutumer sa pensée</w:t>
      </w:r>
      <w:r w:rsidR="00F635DB">
        <w:t xml:space="preserve">, </w:t>
      </w:r>
      <w:r w:rsidRPr="009071AC">
        <w:t>rompre avec son passé</w:t>
      </w:r>
      <w:r w:rsidR="00F635DB">
        <w:t xml:space="preserve">, </w:t>
      </w:r>
      <w:r w:rsidRPr="009071AC">
        <w:t>le déchirer</w:t>
      </w:r>
      <w:r w:rsidR="00F635DB">
        <w:t xml:space="preserve">, </w:t>
      </w:r>
      <w:r w:rsidRPr="009071AC">
        <w:t>l</w:t>
      </w:r>
      <w:r w:rsidR="00F635DB">
        <w:t>’</w:t>
      </w:r>
      <w:r w:rsidRPr="009071AC">
        <w:t>anéantir</w:t>
      </w:r>
      <w:r w:rsidR="00F635DB">
        <w:t>…</w:t>
      </w:r>
    </w:p>
    <w:p w14:paraId="6FB3F40C" w14:textId="77777777" w:rsidR="00F635DB" w:rsidRDefault="00855694" w:rsidP="00F635DB">
      <w:r w:rsidRPr="009071AC">
        <w:t>Renoncer volontairement à la vie vécue</w:t>
      </w:r>
      <w:r w:rsidR="00F635DB">
        <w:t xml:space="preserve">, </w:t>
      </w:r>
      <w:r w:rsidRPr="009071AC">
        <w:t>pour revenir au point de départ et recommencer une existence nouvelle</w:t>
      </w:r>
      <w:r w:rsidR="00F635DB">
        <w:t>…</w:t>
      </w:r>
    </w:p>
    <w:p w14:paraId="3881CC60" w14:textId="77777777" w:rsidR="00F635DB" w:rsidRDefault="00855694" w:rsidP="00F635DB">
      <w:r w:rsidRPr="009071AC">
        <w:t>Abandonner tout</w:t>
      </w:r>
      <w:r w:rsidR="00F635DB">
        <w:t xml:space="preserve">, </w:t>
      </w:r>
      <w:r w:rsidRPr="009071AC">
        <w:t>situation conquise</w:t>
      </w:r>
      <w:r w:rsidR="00F635DB">
        <w:t xml:space="preserve">, </w:t>
      </w:r>
      <w:r w:rsidRPr="009071AC">
        <w:t>labeurs familiers</w:t>
      </w:r>
      <w:r w:rsidR="00F635DB">
        <w:t xml:space="preserve">, </w:t>
      </w:r>
      <w:r w:rsidRPr="009071AC">
        <w:t>espérances chèrement caressées</w:t>
      </w:r>
      <w:r w:rsidR="00F635DB">
        <w:t xml:space="preserve">, </w:t>
      </w:r>
      <w:r w:rsidRPr="009071AC">
        <w:t>amis</w:t>
      </w:r>
      <w:r w:rsidR="00F635DB">
        <w:t xml:space="preserve">, </w:t>
      </w:r>
      <w:r w:rsidRPr="009071AC">
        <w:t>habitudes</w:t>
      </w:r>
      <w:r w:rsidR="00F635DB">
        <w:t xml:space="preserve">, </w:t>
      </w:r>
      <w:r w:rsidRPr="009071AC">
        <w:t>relations</w:t>
      </w:r>
      <w:r w:rsidR="00F635DB">
        <w:t>…</w:t>
      </w:r>
    </w:p>
    <w:p w14:paraId="6620C324" w14:textId="77777777" w:rsidR="00F635DB" w:rsidRDefault="00855694" w:rsidP="00F635DB">
      <w:r w:rsidRPr="009071AC">
        <w:t>Rompre avec le connu pour s</w:t>
      </w:r>
      <w:r w:rsidR="00F635DB">
        <w:t>’</w:t>
      </w:r>
      <w:r w:rsidRPr="009071AC">
        <w:t>élancer vers l</w:t>
      </w:r>
      <w:r w:rsidR="00F635DB">
        <w:t>’</w:t>
      </w:r>
      <w:r w:rsidRPr="009071AC">
        <w:t>inconnu</w:t>
      </w:r>
      <w:r w:rsidR="00F635DB">
        <w:t xml:space="preserve">, </w:t>
      </w:r>
      <w:r w:rsidRPr="009071AC">
        <w:t>quitter le certain pour le problème</w:t>
      </w:r>
      <w:r w:rsidR="00F635DB">
        <w:t xml:space="preserve">, </w:t>
      </w:r>
      <w:r w:rsidRPr="009071AC">
        <w:t>déserter la lumière pour les ténèbres</w:t>
      </w:r>
      <w:r w:rsidR="00F635DB">
        <w:t>…</w:t>
      </w:r>
    </w:p>
    <w:p w14:paraId="03D6FCFC" w14:textId="77777777" w:rsidR="00F635DB" w:rsidRDefault="00855694" w:rsidP="00F635DB">
      <w:r w:rsidRPr="009071AC">
        <w:t>Dépouiller en un mot sa personnalité pour revêtir une personnalité étrangère</w:t>
      </w:r>
      <w:r w:rsidR="00F635DB">
        <w:t xml:space="preserve">, </w:t>
      </w:r>
      <w:r w:rsidRPr="009071AC">
        <w:t>devenir un mensonge vivant</w:t>
      </w:r>
      <w:r w:rsidR="00F635DB">
        <w:t xml:space="preserve">, </w:t>
      </w:r>
      <w:r w:rsidRPr="009071AC">
        <w:t>changer de nom</w:t>
      </w:r>
      <w:r w:rsidR="00F635DB">
        <w:t xml:space="preserve">, </w:t>
      </w:r>
      <w:r w:rsidRPr="009071AC">
        <w:t>de milieu</w:t>
      </w:r>
      <w:r w:rsidR="00F635DB">
        <w:t xml:space="preserve">, </w:t>
      </w:r>
      <w:r w:rsidRPr="009071AC">
        <w:t>d</w:t>
      </w:r>
      <w:r w:rsidR="00F635DB">
        <w:t>’</w:t>
      </w:r>
      <w:r w:rsidRPr="009071AC">
        <w:t>état</w:t>
      </w:r>
      <w:r w:rsidR="00F635DB">
        <w:t xml:space="preserve">, </w:t>
      </w:r>
      <w:r w:rsidRPr="009071AC">
        <w:t>de physionomie et de vêtements</w:t>
      </w:r>
      <w:r w:rsidR="00F635DB">
        <w:t xml:space="preserve">, </w:t>
      </w:r>
      <w:r w:rsidRPr="009071AC">
        <w:t>cesser d</w:t>
      </w:r>
      <w:r w:rsidR="00F635DB">
        <w:t>’</w:t>
      </w:r>
      <w:r w:rsidRPr="009071AC">
        <w:t>être soi pour devenir un autre</w:t>
      </w:r>
      <w:r w:rsidR="00F635DB">
        <w:t>…</w:t>
      </w:r>
    </w:p>
    <w:p w14:paraId="3AB0E5AC" w14:textId="77777777" w:rsidR="00F635DB" w:rsidRDefault="00855694" w:rsidP="00F635DB">
      <w:r w:rsidRPr="009071AC">
        <w:t>Cela exige une résolution et une énergie dont peu d</w:t>
      </w:r>
      <w:r w:rsidR="00F635DB">
        <w:t>’</w:t>
      </w:r>
      <w:r w:rsidRPr="009071AC">
        <w:t>âmes humaines sont capables</w:t>
      </w:r>
      <w:r w:rsidR="00F635DB">
        <w:t>.</w:t>
      </w:r>
    </w:p>
    <w:p w14:paraId="392A391D" w14:textId="77777777" w:rsidR="00F635DB" w:rsidRDefault="00855694" w:rsidP="00F635DB">
      <w:r w:rsidRPr="009071AC">
        <w:t>Les coquins les plus hardis hésitent devant cet étonnant sacrifice</w:t>
      </w:r>
      <w:r w:rsidR="00F635DB">
        <w:t xml:space="preserve">, </w:t>
      </w:r>
      <w:r w:rsidRPr="009071AC">
        <w:t>et on en a vu qui attendaient la Justice plutôt que de recourir à cette terrible extrémité</w:t>
      </w:r>
      <w:r w:rsidR="00F635DB">
        <w:t>.</w:t>
      </w:r>
    </w:p>
    <w:p w14:paraId="13ABB7EB" w14:textId="77777777" w:rsidR="00F635DB" w:rsidRDefault="00855694" w:rsidP="00F635DB">
      <w:r w:rsidRPr="009071AC">
        <w:t>Voilà pourtant le courage qu</w:t>
      </w:r>
      <w:r w:rsidR="00F635DB">
        <w:t>’</w:t>
      </w:r>
      <w:r w:rsidRPr="009071AC">
        <w:t xml:space="preserve">eut Pascal </w:t>
      </w:r>
      <w:proofErr w:type="spellStart"/>
      <w:r w:rsidRPr="009071AC">
        <w:t>Férailleur</w:t>
      </w:r>
      <w:proofErr w:type="spellEnd"/>
      <w:r w:rsidR="00F635DB">
        <w:t xml:space="preserve">, </w:t>
      </w:r>
      <w:r w:rsidRPr="009071AC">
        <w:t>au lendemain du guet-apens inouï qui lui enlevait l</w:t>
      </w:r>
      <w:r w:rsidR="00F635DB">
        <w:t>’</w:t>
      </w:r>
      <w:r w:rsidRPr="009071AC">
        <w:t>honneur</w:t>
      </w:r>
      <w:r w:rsidR="00F635DB">
        <w:t xml:space="preserve">, </w:t>
      </w:r>
      <w:r w:rsidRPr="009071AC">
        <w:t>à lui</w:t>
      </w:r>
      <w:r w:rsidR="00F635DB">
        <w:t xml:space="preserve">, </w:t>
      </w:r>
      <w:r w:rsidRPr="009071AC">
        <w:t>le plus honnête des hommes</w:t>
      </w:r>
      <w:r w:rsidR="00F635DB">
        <w:t>.</w:t>
      </w:r>
    </w:p>
    <w:p w14:paraId="5CFC3C70" w14:textId="3BE2003F" w:rsidR="00F635DB" w:rsidRDefault="00855694" w:rsidP="00F635DB">
      <w:r w:rsidRPr="009071AC">
        <w:t>Disparaître</w:t>
      </w:r>
      <w:r w:rsidR="00F635DB">
        <w:t xml:space="preserve">, </w:t>
      </w:r>
      <w:r w:rsidRPr="009071AC">
        <w:t>fuir en apparence l</w:t>
      </w:r>
      <w:r w:rsidR="00F635DB">
        <w:t>’</w:t>
      </w:r>
      <w:r w:rsidRPr="009071AC">
        <w:t>injuste réprobation</w:t>
      </w:r>
      <w:r w:rsidR="00F635DB">
        <w:t xml:space="preserve">, </w:t>
      </w:r>
      <w:r w:rsidRPr="009071AC">
        <w:t>puis</w:t>
      </w:r>
      <w:r w:rsidR="00F635DB">
        <w:t xml:space="preserve">, </w:t>
      </w:r>
      <w:r w:rsidRPr="009071AC">
        <w:t>tapi dans l</w:t>
      </w:r>
      <w:r w:rsidR="00F635DB">
        <w:t>’</w:t>
      </w:r>
      <w:r w:rsidRPr="009071AC">
        <w:t>ombre</w:t>
      </w:r>
      <w:r w:rsidR="00F635DB">
        <w:t xml:space="preserve">, </w:t>
      </w:r>
      <w:r w:rsidRPr="009071AC">
        <w:t>épier l</w:t>
      </w:r>
      <w:r w:rsidR="00F635DB">
        <w:t>’</w:t>
      </w:r>
      <w:r w:rsidRPr="009071AC">
        <w:t>occasion et l</w:t>
      </w:r>
      <w:r w:rsidR="00F635DB">
        <w:t>’</w:t>
      </w:r>
      <w:r w:rsidRPr="009071AC">
        <w:t xml:space="preserve">heure de la </w:t>
      </w:r>
      <w:r w:rsidRPr="009071AC">
        <w:lastRenderedPageBreak/>
        <w:t>réhabilitation et de la vengeance</w:t>
      </w:r>
      <w:r w:rsidR="00F635DB">
        <w:t xml:space="preserve">, </w:t>
      </w:r>
      <w:r w:rsidRPr="009071AC">
        <w:t>il ne vit que cela</w:t>
      </w:r>
      <w:r w:rsidR="00F635DB">
        <w:t xml:space="preserve">, </w:t>
      </w:r>
      <w:r w:rsidRPr="009071AC">
        <w:t xml:space="preserve">quand les exhortations de sa mère et les bonnes paroles du baron </w:t>
      </w:r>
      <w:proofErr w:type="spellStart"/>
      <w:r w:rsidRPr="009071AC">
        <w:t>Trigault</w:t>
      </w:r>
      <w:proofErr w:type="spellEnd"/>
      <w:r w:rsidRPr="009071AC">
        <w:t xml:space="preserve"> lui eurent rendu la lucidité de son intelligence</w:t>
      </w:r>
      <w:r w:rsidR="00F635DB">
        <w:t xml:space="preserve">. </w:t>
      </w:r>
      <w:r w:rsidRPr="009071AC">
        <w:t xml:space="preserve">Entre </w:t>
      </w:r>
      <w:r w:rsidR="00F635DB">
        <w:t>M</w:t>
      </w:r>
      <w:r w:rsidR="00F635DB" w:rsidRPr="00F635DB">
        <w:rPr>
          <w:vertAlign w:val="superscript"/>
        </w:rPr>
        <w:t>me</w:t>
      </w:r>
      <w:r w:rsidR="00F635DB">
        <w:t> </w:t>
      </w:r>
      <w:proofErr w:type="spellStart"/>
      <w:r w:rsidRPr="009071AC">
        <w:t>Férailleur</w:t>
      </w:r>
      <w:proofErr w:type="spellEnd"/>
      <w:r w:rsidRPr="009071AC">
        <w:t xml:space="preserve"> et son fils</w:t>
      </w:r>
      <w:r w:rsidR="00F635DB">
        <w:t xml:space="preserve">, </w:t>
      </w:r>
      <w:r w:rsidRPr="009071AC">
        <w:t>tout fut promptement convenu</w:t>
      </w:r>
      <w:r w:rsidR="00F635DB">
        <w:t>.</w:t>
      </w:r>
    </w:p>
    <w:p w14:paraId="5A87145C" w14:textId="77777777" w:rsidR="00F635DB" w:rsidRDefault="00F635DB" w:rsidP="00F635DB">
      <w:r>
        <w:t>— </w:t>
      </w:r>
      <w:r w:rsidR="00855694" w:rsidRPr="009071AC">
        <w:t>Je pars</w:t>
      </w:r>
      <w:r>
        <w:t xml:space="preserve">, </w:t>
      </w:r>
      <w:r w:rsidR="00855694" w:rsidRPr="009071AC">
        <w:t>dit Pascal à sa mère</w:t>
      </w:r>
      <w:r>
        <w:t xml:space="preserve">… </w:t>
      </w:r>
      <w:r w:rsidR="00855694" w:rsidRPr="009071AC">
        <w:t>Avant deux heures</w:t>
      </w:r>
      <w:r>
        <w:t xml:space="preserve">, </w:t>
      </w:r>
      <w:r w:rsidR="00855694" w:rsidRPr="009071AC">
        <w:t>j</w:t>
      </w:r>
      <w:r>
        <w:t>’</w:t>
      </w:r>
      <w:r w:rsidR="00855694" w:rsidRPr="009071AC">
        <w:t>aurai trouvé et garni de meubles d</w:t>
      </w:r>
      <w:r>
        <w:t>’</w:t>
      </w:r>
      <w:r w:rsidR="00855694" w:rsidRPr="009071AC">
        <w:t>occasion le modeste appartement où nous nous cacherons</w:t>
      </w:r>
      <w:r>
        <w:t xml:space="preserve">. </w:t>
      </w:r>
      <w:r w:rsidR="00855694" w:rsidRPr="009071AC">
        <w:t>Je sais</w:t>
      </w:r>
      <w:r>
        <w:t xml:space="preserve">, </w:t>
      </w:r>
      <w:r w:rsidR="00855694" w:rsidRPr="009071AC">
        <w:t>à l</w:t>
      </w:r>
      <w:r>
        <w:t>’</w:t>
      </w:r>
      <w:r w:rsidR="00855694" w:rsidRPr="009071AC">
        <w:t>autre bout de Paris</w:t>
      </w:r>
      <w:r>
        <w:t xml:space="preserve">, </w:t>
      </w:r>
      <w:r w:rsidR="00855694" w:rsidRPr="009071AC">
        <w:t>un quartier qui nous convient et où</w:t>
      </w:r>
      <w:r>
        <w:t xml:space="preserve">, </w:t>
      </w:r>
      <w:r w:rsidR="00855694" w:rsidRPr="009071AC">
        <w:t>certes</w:t>
      </w:r>
      <w:r>
        <w:t xml:space="preserve">, </w:t>
      </w:r>
      <w:r w:rsidR="00855694" w:rsidRPr="009071AC">
        <w:t>on ne nous cherchera pas</w:t>
      </w:r>
      <w:r>
        <w:t>.</w:t>
      </w:r>
    </w:p>
    <w:p w14:paraId="2227A2BF" w14:textId="07BD42E1" w:rsidR="00F635DB" w:rsidRDefault="00F635DB" w:rsidP="00F635DB">
      <w:r>
        <w:t>— </w:t>
      </w:r>
      <w:r w:rsidR="00855694" w:rsidRPr="009071AC">
        <w:t>Et moi</w:t>
      </w:r>
      <w:r>
        <w:t xml:space="preserve">, </w:t>
      </w:r>
      <w:r w:rsidR="00855694" w:rsidRPr="009071AC">
        <w:t xml:space="preserve">demanda </w:t>
      </w:r>
      <w:r>
        <w:t>M</w:t>
      </w:r>
      <w:r w:rsidRPr="00F635DB">
        <w:rPr>
          <w:vertAlign w:val="superscript"/>
        </w:rPr>
        <w:t>me</w:t>
      </w:r>
      <w:r>
        <w:t> </w:t>
      </w:r>
      <w:proofErr w:type="spellStart"/>
      <w:r w:rsidR="00855694" w:rsidRPr="009071AC">
        <w:t>Férailleur</w:t>
      </w:r>
      <w:proofErr w:type="spellEnd"/>
      <w:r>
        <w:t xml:space="preserve">, </w:t>
      </w:r>
      <w:r w:rsidR="00855694" w:rsidRPr="009071AC">
        <w:t>que ferai-je</w:t>
      </w:r>
      <w:r>
        <w:t xml:space="preserve">, </w:t>
      </w:r>
      <w:r w:rsidR="00855694" w:rsidRPr="009071AC">
        <w:t>pendant ce temps</w:t>
      </w:r>
      <w:r>
        <w:t> ?</w:t>
      </w:r>
    </w:p>
    <w:p w14:paraId="0FA16E9A" w14:textId="77777777" w:rsidR="00F635DB" w:rsidRDefault="00F635DB" w:rsidP="00F635DB">
      <w:r>
        <w:t>— </w:t>
      </w:r>
      <w:r w:rsidR="00855694" w:rsidRPr="009071AC">
        <w:t>Toi</w:t>
      </w:r>
      <w:r>
        <w:t xml:space="preserve">, </w:t>
      </w:r>
      <w:r w:rsidR="00855694" w:rsidRPr="009071AC">
        <w:t>mère</w:t>
      </w:r>
      <w:r>
        <w:t xml:space="preserve">, </w:t>
      </w:r>
      <w:r w:rsidR="00855694" w:rsidRPr="009071AC">
        <w:t>tu vas te hâter de vendre tout ce que nous possédons ici</w:t>
      </w:r>
      <w:r>
        <w:t xml:space="preserve">… </w:t>
      </w:r>
      <w:r w:rsidR="00855694" w:rsidRPr="009071AC">
        <w:t>Tout</w:t>
      </w:r>
      <w:r>
        <w:t xml:space="preserve">, </w:t>
      </w:r>
      <w:r w:rsidR="00855694" w:rsidRPr="009071AC">
        <w:t>sans en excepter mes livres</w:t>
      </w:r>
      <w:r>
        <w:t xml:space="preserve">… </w:t>
      </w:r>
      <w:r w:rsidR="00855694" w:rsidRPr="009071AC">
        <w:t>Tu réserveras seulement</w:t>
      </w:r>
      <w:r>
        <w:t xml:space="preserve">, </w:t>
      </w:r>
      <w:r w:rsidR="00855694" w:rsidRPr="009071AC">
        <w:t>de notre linge et de nos effets</w:t>
      </w:r>
      <w:r>
        <w:t xml:space="preserve">, </w:t>
      </w:r>
      <w:r w:rsidR="00855694" w:rsidRPr="009071AC">
        <w:t>ce que tu pourras faire tenir dans trois ou quatre malles</w:t>
      </w:r>
      <w:r>
        <w:t xml:space="preserve">… </w:t>
      </w:r>
      <w:r w:rsidR="00855694" w:rsidRPr="009071AC">
        <w:t>Nous devons être épiés</w:t>
      </w:r>
      <w:r>
        <w:t xml:space="preserve">… </w:t>
      </w:r>
      <w:r w:rsidR="00855694" w:rsidRPr="009071AC">
        <w:t>Il importe donc que tout le monde soit bien persuadé que j</w:t>
      </w:r>
      <w:r>
        <w:t>’</w:t>
      </w:r>
      <w:r w:rsidR="00855694" w:rsidRPr="009071AC">
        <w:t>ai quitté Paris et que tu me rejoins</w:t>
      </w:r>
      <w:r>
        <w:t>.</w:t>
      </w:r>
    </w:p>
    <w:p w14:paraId="5013E1F2" w14:textId="77777777" w:rsidR="00F635DB" w:rsidRDefault="00F635DB" w:rsidP="00F635DB">
      <w:r>
        <w:t>— </w:t>
      </w:r>
      <w:r w:rsidR="00855694" w:rsidRPr="009071AC">
        <w:t>Et quand tout sera vendu et que mes malles seront prêtes</w:t>
      </w:r>
      <w:r>
        <w:t> ?…</w:t>
      </w:r>
    </w:p>
    <w:p w14:paraId="30DA1D5E" w14:textId="77777777" w:rsidR="00F635DB" w:rsidRDefault="00F635DB" w:rsidP="00F635DB">
      <w:r>
        <w:t>— </w:t>
      </w:r>
      <w:r w:rsidR="00855694" w:rsidRPr="009071AC">
        <w:t>Alors</w:t>
      </w:r>
      <w:r>
        <w:t xml:space="preserve">, </w:t>
      </w:r>
      <w:r w:rsidR="00855694" w:rsidRPr="009071AC">
        <w:t>chère mère</w:t>
      </w:r>
      <w:r>
        <w:t xml:space="preserve">, </w:t>
      </w:r>
      <w:r w:rsidR="00855694" w:rsidRPr="009071AC">
        <w:t>tu enverras chercher un fiacre</w:t>
      </w:r>
      <w:r>
        <w:t xml:space="preserve">, </w:t>
      </w:r>
      <w:r w:rsidR="00855694" w:rsidRPr="009071AC">
        <w:t>et en y montant tu crieras bien haut au cocher de te conduire au chemin de fer de l</w:t>
      </w:r>
      <w:r>
        <w:t>’</w:t>
      </w:r>
      <w:r w:rsidR="00855694" w:rsidRPr="009071AC">
        <w:t>Ouest</w:t>
      </w:r>
      <w:r>
        <w:t xml:space="preserve">… </w:t>
      </w:r>
      <w:r w:rsidR="00855694" w:rsidRPr="009071AC">
        <w:t>Tu y feras descendre tes bagages et tu prieras les employés de les mettre en magasin et de t</w:t>
      </w:r>
      <w:r>
        <w:t>’</w:t>
      </w:r>
      <w:r w:rsidR="00855694" w:rsidRPr="009071AC">
        <w:t>en donner un reçu</w:t>
      </w:r>
      <w:r>
        <w:t xml:space="preserve">, </w:t>
      </w:r>
      <w:r w:rsidR="00855694" w:rsidRPr="009071AC">
        <w:t>comme si tu devais ne partir que le lendemain</w:t>
      </w:r>
      <w:r>
        <w:t>…</w:t>
      </w:r>
    </w:p>
    <w:p w14:paraId="74E96414" w14:textId="77777777" w:rsidR="00F635DB" w:rsidRDefault="00F635DB" w:rsidP="00F635DB">
      <w:r>
        <w:t>— </w:t>
      </w:r>
      <w:r w:rsidR="00855694" w:rsidRPr="009071AC">
        <w:t>Ainsi ferai-je</w:t>
      </w:r>
      <w:r>
        <w:t xml:space="preserve">. </w:t>
      </w:r>
      <w:r w:rsidR="00855694" w:rsidRPr="009071AC">
        <w:t>Il est clair que si on m</w:t>
      </w:r>
      <w:r>
        <w:t>’</w:t>
      </w:r>
      <w:r w:rsidR="00855694" w:rsidRPr="009071AC">
        <w:t>épie on ne soupçonnera</w:t>
      </w:r>
      <w:r>
        <w:t xml:space="preserve">, </w:t>
      </w:r>
      <w:r w:rsidR="00855694" w:rsidRPr="009071AC">
        <w:t>pas cette ruse</w:t>
      </w:r>
      <w:r>
        <w:t xml:space="preserve">. </w:t>
      </w:r>
      <w:r w:rsidR="00855694" w:rsidRPr="009071AC">
        <w:t>Mais ensuite</w:t>
      </w:r>
      <w:r>
        <w:t> ?</w:t>
      </w:r>
    </w:p>
    <w:p w14:paraId="01ABC4A8" w14:textId="77777777" w:rsidR="00F635DB" w:rsidRDefault="00F635DB" w:rsidP="00F635DB">
      <w:r>
        <w:t>— </w:t>
      </w:r>
      <w:r w:rsidR="00855694" w:rsidRPr="009071AC">
        <w:t>Ensuite</w:t>
      </w:r>
      <w:r>
        <w:t xml:space="preserve">, </w:t>
      </w:r>
      <w:r w:rsidR="00855694" w:rsidRPr="009071AC">
        <w:t>mère</w:t>
      </w:r>
      <w:r>
        <w:t xml:space="preserve">, </w:t>
      </w:r>
      <w:r w:rsidR="00855694" w:rsidRPr="009071AC">
        <w:t>tu monteras à la salle du haut</w:t>
      </w:r>
      <w:r>
        <w:t xml:space="preserve">, </w:t>
      </w:r>
      <w:r w:rsidR="00855694" w:rsidRPr="009071AC">
        <w:t>et tu m</w:t>
      </w:r>
      <w:r>
        <w:t>’</w:t>
      </w:r>
      <w:r w:rsidR="00855694" w:rsidRPr="009071AC">
        <w:t>y trouveras</w:t>
      </w:r>
      <w:r>
        <w:t xml:space="preserve">… </w:t>
      </w:r>
      <w:r w:rsidR="00855694" w:rsidRPr="009071AC">
        <w:t>Je te conduirai au logement que j</w:t>
      </w:r>
      <w:r>
        <w:t>’</w:t>
      </w:r>
      <w:r w:rsidR="00855694" w:rsidRPr="009071AC">
        <w:t>aurai arrêté</w:t>
      </w:r>
      <w:r>
        <w:t xml:space="preserve">, </w:t>
      </w:r>
      <w:r w:rsidR="00855694" w:rsidRPr="009071AC">
        <w:t xml:space="preserve">et </w:t>
      </w:r>
      <w:r w:rsidR="00855694" w:rsidRPr="009071AC">
        <w:lastRenderedPageBreak/>
        <w:t>demain</w:t>
      </w:r>
      <w:r>
        <w:t xml:space="preserve">, </w:t>
      </w:r>
      <w:r w:rsidR="00855694" w:rsidRPr="009071AC">
        <w:t>nous enverrons un commissionnaire</w:t>
      </w:r>
      <w:r>
        <w:t xml:space="preserve">, </w:t>
      </w:r>
      <w:r w:rsidR="00855694" w:rsidRPr="009071AC">
        <w:t>avec ton reçu</w:t>
      </w:r>
      <w:r>
        <w:t xml:space="preserve">, </w:t>
      </w:r>
      <w:r w:rsidR="00855694" w:rsidRPr="009071AC">
        <w:t>retirer les bagages</w:t>
      </w:r>
      <w:r>
        <w:t>…</w:t>
      </w:r>
    </w:p>
    <w:p w14:paraId="751D9518" w14:textId="76498FF9"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approuvait</w:t>
      </w:r>
      <w:r>
        <w:t xml:space="preserve">, </w:t>
      </w:r>
      <w:r w:rsidR="00855694" w:rsidRPr="009071AC">
        <w:t>s</w:t>
      </w:r>
      <w:r>
        <w:t>’</w:t>
      </w:r>
      <w:r w:rsidR="00855694" w:rsidRPr="009071AC">
        <w:t>estimant heureuse</w:t>
      </w:r>
      <w:r>
        <w:t xml:space="preserve">, </w:t>
      </w:r>
      <w:r w:rsidR="00855694" w:rsidRPr="009071AC">
        <w:t>en cet effroyable malheur</w:t>
      </w:r>
      <w:r>
        <w:t xml:space="preserve">, </w:t>
      </w:r>
      <w:r w:rsidR="00855694" w:rsidRPr="009071AC">
        <w:t>que le désespoir n</w:t>
      </w:r>
      <w:r>
        <w:t>’</w:t>
      </w:r>
      <w:r w:rsidR="00855694" w:rsidRPr="009071AC">
        <w:t>eût pas brisé les ressorts de l</w:t>
      </w:r>
      <w:r>
        <w:t>’</w:t>
      </w:r>
      <w:r w:rsidR="00855694" w:rsidRPr="009071AC">
        <w:t>énergie de son fils</w:t>
      </w:r>
      <w:r>
        <w:t>.</w:t>
      </w:r>
    </w:p>
    <w:p w14:paraId="5A17061B" w14:textId="77777777" w:rsidR="00F635DB" w:rsidRDefault="00F635DB" w:rsidP="00F635DB">
      <w:r>
        <w:t>— </w:t>
      </w:r>
      <w:r w:rsidR="00855694" w:rsidRPr="009071AC">
        <w:t>Conservons-nous notre nom</w:t>
      </w:r>
      <w:r>
        <w:t xml:space="preserve">, </w:t>
      </w:r>
      <w:r w:rsidR="00855694" w:rsidRPr="009071AC">
        <w:t>Pascal</w:t>
      </w:r>
      <w:r>
        <w:t xml:space="preserve"> ?… </w:t>
      </w:r>
      <w:r w:rsidR="00855694" w:rsidRPr="009071AC">
        <w:t>demanda-t-elle</w:t>
      </w:r>
      <w:r>
        <w:t>.</w:t>
      </w:r>
    </w:p>
    <w:p w14:paraId="285B3262" w14:textId="77777777" w:rsidR="00F635DB" w:rsidRDefault="00F635DB" w:rsidP="00F635DB">
      <w:r>
        <w:t>— </w:t>
      </w:r>
      <w:r w:rsidR="00855694" w:rsidRPr="009071AC">
        <w:t>Oh</w:t>
      </w:r>
      <w:r>
        <w:t xml:space="preserve"> !… </w:t>
      </w:r>
      <w:r w:rsidR="00855694" w:rsidRPr="009071AC">
        <w:t>ce serait une impardonnable imprudence</w:t>
      </w:r>
      <w:r>
        <w:t>.</w:t>
      </w:r>
    </w:p>
    <w:p w14:paraId="5927482F" w14:textId="77777777" w:rsidR="00F635DB" w:rsidRDefault="00F635DB" w:rsidP="00F635DB">
      <w:r>
        <w:t>— </w:t>
      </w:r>
      <w:r w:rsidR="00855694" w:rsidRPr="009071AC">
        <w:t>Lequel prendre alors</w:t>
      </w:r>
      <w:r>
        <w:t xml:space="preserve"> ? </w:t>
      </w:r>
      <w:r w:rsidR="00855694" w:rsidRPr="009071AC">
        <w:t>J</w:t>
      </w:r>
      <w:r>
        <w:t>’</w:t>
      </w:r>
      <w:r w:rsidR="00855694" w:rsidRPr="009071AC">
        <w:t>ai besoin de le savoir</w:t>
      </w:r>
      <w:r>
        <w:t xml:space="preserve">, </w:t>
      </w:r>
      <w:r w:rsidR="00855694" w:rsidRPr="009071AC">
        <w:t>on peut me le demander au chemin de fer</w:t>
      </w:r>
      <w:r>
        <w:t>.</w:t>
      </w:r>
    </w:p>
    <w:p w14:paraId="1CF961EA" w14:textId="77777777" w:rsidR="00F635DB" w:rsidRDefault="00855694" w:rsidP="00F635DB">
      <w:r w:rsidRPr="009071AC">
        <w:t>Il réfléchit et dit</w:t>
      </w:r>
      <w:r w:rsidR="00F635DB">
        <w:t> :</w:t>
      </w:r>
    </w:p>
    <w:p w14:paraId="51DB771A" w14:textId="27BA6149" w:rsidR="00F635DB" w:rsidRDefault="00F635DB" w:rsidP="00F635DB">
      <w:r>
        <w:t>— </w:t>
      </w:r>
      <w:r w:rsidR="00855694" w:rsidRPr="009071AC">
        <w:t>Ton nom de jeune fille sera le nôtre</w:t>
      </w:r>
      <w:r>
        <w:t xml:space="preserve">, </w:t>
      </w:r>
      <w:r w:rsidR="00855694" w:rsidRPr="009071AC">
        <w:t>ma mère</w:t>
      </w:r>
      <w:r>
        <w:t xml:space="preserve">… </w:t>
      </w:r>
      <w:r w:rsidR="00855694" w:rsidRPr="009071AC">
        <w:t>Il nous portera bonheur</w:t>
      </w:r>
      <w:r>
        <w:t xml:space="preserve">. </w:t>
      </w:r>
      <w:r w:rsidR="00855694" w:rsidRPr="009071AC">
        <w:t xml:space="preserve">Notre nouveau logis sera loué au nom de </w:t>
      </w:r>
      <w:r>
        <w:t>M</w:t>
      </w:r>
      <w:r w:rsidRPr="00F635DB">
        <w:rPr>
          <w:vertAlign w:val="superscript"/>
        </w:rPr>
        <w:t>me</w:t>
      </w:r>
      <w:r>
        <w:t> </w:t>
      </w:r>
      <w:r w:rsidR="00855694" w:rsidRPr="009071AC">
        <w:t xml:space="preserve">veuve </w:t>
      </w:r>
      <w:proofErr w:type="spellStart"/>
      <w:r w:rsidR="00855694" w:rsidRPr="009071AC">
        <w:t>Mauméjan</w:t>
      </w:r>
      <w:proofErr w:type="spellEnd"/>
      <w:r>
        <w:t>…</w:t>
      </w:r>
    </w:p>
    <w:p w14:paraId="014838FB" w14:textId="77777777" w:rsidR="00F635DB" w:rsidRDefault="00855694" w:rsidP="00F635DB">
      <w:r w:rsidRPr="009071AC">
        <w:t>Pendant quelques instants encore ils délibérèrent</w:t>
      </w:r>
      <w:r w:rsidR="00F635DB">
        <w:t xml:space="preserve">, </w:t>
      </w:r>
      <w:r w:rsidRPr="009071AC">
        <w:t>cherchant s</w:t>
      </w:r>
      <w:r w:rsidR="00F635DB">
        <w:t>’</w:t>
      </w:r>
      <w:r w:rsidRPr="009071AC">
        <w:t>ils ne négligeaient aucune des précautions que commandait la prudence</w:t>
      </w:r>
      <w:r w:rsidR="00F635DB">
        <w:t>.</w:t>
      </w:r>
    </w:p>
    <w:p w14:paraId="0F256F66" w14:textId="77777777" w:rsidR="00F635DB" w:rsidRDefault="00855694" w:rsidP="00F635DB">
      <w:r w:rsidRPr="009071AC">
        <w:t>Et quand ils furent persuadés qu</w:t>
      </w:r>
      <w:r w:rsidR="00F635DB">
        <w:t>’</w:t>
      </w:r>
      <w:r w:rsidRPr="009071AC">
        <w:t>ils n</w:t>
      </w:r>
      <w:r w:rsidR="00F635DB">
        <w:t>’</w:t>
      </w:r>
      <w:r w:rsidRPr="009071AC">
        <w:t>oubliaient rien</w:t>
      </w:r>
      <w:r w:rsidR="00F635DB">
        <w:t> :</w:t>
      </w:r>
    </w:p>
    <w:p w14:paraId="754FB776" w14:textId="49584BB7" w:rsidR="00F635DB" w:rsidRDefault="00F635DB" w:rsidP="00F635DB">
      <w:r>
        <w:t>— </w:t>
      </w:r>
      <w:r w:rsidR="00855694" w:rsidRPr="009071AC">
        <w:t>Tu peux partir</w:t>
      </w:r>
      <w:r>
        <w:t xml:space="preserve">, </w:t>
      </w:r>
      <w:r w:rsidR="00855694" w:rsidRPr="009071AC">
        <w:t>mon fils</w:t>
      </w:r>
      <w:r>
        <w:t xml:space="preserve">, </w:t>
      </w:r>
      <w:r w:rsidR="00855694" w:rsidRPr="009071AC">
        <w:t xml:space="preserve">dit </w:t>
      </w:r>
      <w:r>
        <w:t>M</w:t>
      </w:r>
      <w:r w:rsidRPr="00F635DB">
        <w:rPr>
          <w:vertAlign w:val="superscript"/>
        </w:rPr>
        <w:t>me</w:t>
      </w:r>
      <w:r>
        <w:t> </w:t>
      </w:r>
      <w:proofErr w:type="spellStart"/>
      <w:r w:rsidR="00855694" w:rsidRPr="009071AC">
        <w:t>Férailleur</w:t>
      </w:r>
      <w:proofErr w:type="spellEnd"/>
      <w:r>
        <w:t>.</w:t>
      </w:r>
    </w:p>
    <w:p w14:paraId="01037053" w14:textId="77777777" w:rsidR="00F635DB" w:rsidRDefault="00855694" w:rsidP="00F635DB">
      <w:r w:rsidRPr="009071AC">
        <w:t>Mais avant de s</w:t>
      </w:r>
      <w:r w:rsidR="00F635DB">
        <w:t>’</w:t>
      </w:r>
      <w:r w:rsidRPr="009071AC">
        <w:t>éloigner</w:t>
      </w:r>
      <w:r w:rsidR="00F635DB">
        <w:t xml:space="preserve">, </w:t>
      </w:r>
      <w:r w:rsidRPr="009071AC">
        <w:t>Pascal avait un devoir sacré à remplir</w:t>
      </w:r>
      <w:r w:rsidR="00F635DB">
        <w:t>.</w:t>
      </w:r>
    </w:p>
    <w:p w14:paraId="11B0D220" w14:textId="77777777" w:rsidR="00F635DB" w:rsidRDefault="00F635DB" w:rsidP="00F635DB">
      <w:r>
        <w:t>— </w:t>
      </w:r>
      <w:r w:rsidR="00855694" w:rsidRPr="009071AC">
        <w:t>Il faut que je prévienne Marguerite</w:t>
      </w:r>
      <w:r>
        <w:t xml:space="preserve">, </w:t>
      </w:r>
      <w:r w:rsidR="00855694" w:rsidRPr="009071AC">
        <w:t>murmura-t-il</w:t>
      </w:r>
      <w:r>
        <w:t>.</w:t>
      </w:r>
    </w:p>
    <w:p w14:paraId="26473A91" w14:textId="77777777" w:rsidR="00F635DB" w:rsidRDefault="00855694" w:rsidP="00F635DB">
      <w:r w:rsidRPr="009071AC">
        <w:t>Et</w:t>
      </w:r>
      <w:r w:rsidR="00F635DB">
        <w:t xml:space="preserve">, </w:t>
      </w:r>
      <w:r w:rsidRPr="009071AC">
        <w:t>s</w:t>
      </w:r>
      <w:r w:rsidR="00F635DB">
        <w:t>’</w:t>
      </w:r>
      <w:r w:rsidRPr="009071AC">
        <w:t>asseyant à son bureau</w:t>
      </w:r>
      <w:r w:rsidR="00F635DB">
        <w:t xml:space="preserve">, </w:t>
      </w:r>
      <w:r w:rsidRPr="009071AC">
        <w:t>il écrivit pour cette unique amie de son âme une brève et exacte relation des événements</w:t>
      </w:r>
      <w:r w:rsidR="00F635DB">
        <w:t xml:space="preserve">. </w:t>
      </w:r>
      <w:r w:rsidRPr="009071AC">
        <w:t>Il lui disait encore quel parti extrême il prenait</w:t>
      </w:r>
      <w:r w:rsidR="00F635DB">
        <w:t xml:space="preserve">, </w:t>
      </w:r>
      <w:r w:rsidRPr="009071AC">
        <w:t>et qu</w:t>
      </w:r>
      <w:r w:rsidR="00F635DB">
        <w:t>’</w:t>
      </w:r>
      <w:r w:rsidRPr="009071AC">
        <w:t>il lui ferait connaître sa demeure dès qu</w:t>
      </w:r>
      <w:r w:rsidR="00F635DB">
        <w:t>’</w:t>
      </w:r>
      <w:r w:rsidRPr="009071AC">
        <w:t>il la connaîtrait lui-</w:t>
      </w:r>
      <w:r w:rsidRPr="009071AC">
        <w:lastRenderedPageBreak/>
        <w:t>même</w:t>
      </w:r>
      <w:r w:rsidR="00F635DB">
        <w:t xml:space="preserve">… </w:t>
      </w:r>
      <w:r w:rsidRPr="009071AC">
        <w:t>Enfin il la priait de lui accorder une entrevue</w:t>
      </w:r>
      <w:r w:rsidR="00F635DB">
        <w:t xml:space="preserve">, </w:t>
      </w:r>
      <w:r w:rsidRPr="009071AC">
        <w:t>où il lui donnerait des détails et lui exposerait ses espérances</w:t>
      </w:r>
      <w:r w:rsidR="00F635DB">
        <w:t>.</w:t>
      </w:r>
    </w:p>
    <w:p w14:paraId="00AC3B8C" w14:textId="77777777" w:rsidR="00F635DB" w:rsidRDefault="00855694" w:rsidP="00F635DB">
      <w:r w:rsidRPr="009071AC">
        <w:t>Quant à se disculper</w:t>
      </w:r>
      <w:r w:rsidR="00F635DB">
        <w:t xml:space="preserve">, </w:t>
      </w:r>
      <w:r w:rsidRPr="009071AC">
        <w:t>ne fût-ce que par un mot</w:t>
      </w:r>
      <w:r w:rsidR="00F635DB">
        <w:t xml:space="preserve">, </w:t>
      </w:r>
      <w:r w:rsidRPr="009071AC">
        <w:t>quant à expliquer le guet-apens dont il avait été victime</w:t>
      </w:r>
      <w:r w:rsidR="00F635DB">
        <w:t xml:space="preserve">, </w:t>
      </w:r>
      <w:r w:rsidRPr="009071AC">
        <w:t>l</w:t>
      </w:r>
      <w:r w:rsidR="00F635DB">
        <w:t>’</w:t>
      </w:r>
      <w:r w:rsidRPr="009071AC">
        <w:t>idée ne lui en vint seulement pas</w:t>
      </w:r>
      <w:r w:rsidR="00F635DB">
        <w:t>.</w:t>
      </w:r>
    </w:p>
    <w:p w14:paraId="27415CF5" w14:textId="632645CB" w:rsidR="00F635DB" w:rsidRDefault="00855694" w:rsidP="00F635DB">
      <w:r w:rsidRPr="009071AC">
        <w:t xml:space="preserve">Il était digne de </w:t>
      </w:r>
      <w:r w:rsidR="00F635DB">
        <w:t>M</w:t>
      </w:r>
      <w:r w:rsidR="00F635DB" w:rsidRPr="00F635DB">
        <w:rPr>
          <w:vertAlign w:val="superscript"/>
        </w:rPr>
        <w:t>lle</w:t>
      </w:r>
      <w:r w:rsidR="00F635DB">
        <w:t> </w:t>
      </w:r>
      <w:r w:rsidRPr="009071AC">
        <w:t>Marguerite</w:t>
      </w:r>
      <w:r w:rsidR="00F635DB">
        <w:t xml:space="preserve">, </w:t>
      </w:r>
      <w:r w:rsidRPr="009071AC">
        <w:t>il savait que pas un doute n</w:t>
      </w:r>
      <w:r w:rsidR="00F635DB">
        <w:t>’</w:t>
      </w:r>
      <w:r w:rsidRPr="009071AC">
        <w:t>effleurerait la foi qu</w:t>
      </w:r>
      <w:r w:rsidR="00F635DB">
        <w:t>’</w:t>
      </w:r>
      <w:r w:rsidRPr="009071AC">
        <w:t>elle avait en son honneur</w:t>
      </w:r>
      <w:r w:rsidR="00F635DB">
        <w:t>…</w:t>
      </w:r>
    </w:p>
    <w:p w14:paraId="097099D5" w14:textId="69A1115C" w:rsidR="00F635DB" w:rsidRDefault="00855694" w:rsidP="00F635DB">
      <w:r w:rsidRPr="009071AC">
        <w:t>Penchée sur l</w:t>
      </w:r>
      <w:r w:rsidR="00F635DB">
        <w:t>’</w:t>
      </w:r>
      <w:r w:rsidRPr="009071AC">
        <w:t>épaule de son fils</w:t>
      </w:r>
      <w:r w:rsidR="00F635DB">
        <w:t>, M</w:t>
      </w:r>
      <w:r w:rsidR="00F635DB" w:rsidRPr="00F635DB">
        <w:rPr>
          <w:vertAlign w:val="superscript"/>
        </w:rPr>
        <w:t>me</w:t>
      </w:r>
      <w:r w:rsidR="00F635DB">
        <w:t> </w:t>
      </w:r>
      <w:proofErr w:type="spellStart"/>
      <w:r w:rsidRPr="009071AC">
        <w:t>Férailleur</w:t>
      </w:r>
      <w:proofErr w:type="spellEnd"/>
      <w:r w:rsidRPr="009071AC">
        <w:t xml:space="preserve"> avait lu ce qu</w:t>
      </w:r>
      <w:r w:rsidR="00F635DB">
        <w:t>’</w:t>
      </w:r>
      <w:r w:rsidRPr="009071AC">
        <w:t>il écrivait</w:t>
      </w:r>
      <w:r w:rsidR="00F635DB">
        <w:t>.</w:t>
      </w:r>
    </w:p>
    <w:p w14:paraId="4C847B19" w14:textId="7878C2EF" w:rsidR="00F635DB" w:rsidRDefault="00F635DB" w:rsidP="00F635DB">
      <w:r>
        <w:t>— </w:t>
      </w:r>
      <w:r w:rsidR="00855694" w:rsidRPr="009071AC">
        <w:t>Songerais-tu à confier cette lettre à la poste</w:t>
      </w:r>
      <w:r>
        <w:t xml:space="preserve"> ? </w:t>
      </w:r>
      <w:r w:rsidR="00855694" w:rsidRPr="009071AC">
        <w:t>lui demanda-t-elle</w:t>
      </w:r>
      <w:r>
        <w:t xml:space="preserve">. </w:t>
      </w:r>
      <w:r w:rsidR="00855694" w:rsidRPr="009071AC">
        <w:t>Es-tu sûr</w:t>
      </w:r>
      <w:r>
        <w:t xml:space="preserve">, </w:t>
      </w:r>
      <w:r w:rsidR="00855694" w:rsidRPr="009071AC">
        <w:t>parfaitement sûr qu</w:t>
      </w:r>
      <w:r>
        <w:t>’</w:t>
      </w:r>
      <w:r w:rsidR="00855694" w:rsidRPr="009071AC">
        <w:t xml:space="preserve">elle sera remise à </w:t>
      </w:r>
      <w:r>
        <w:t>M</w:t>
      </w:r>
      <w:r w:rsidRPr="00F635DB">
        <w:rPr>
          <w:vertAlign w:val="superscript"/>
        </w:rPr>
        <w:t>lle</w:t>
      </w:r>
      <w:r>
        <w:t> </w:t>
      </w:r>
      <w:r w:rsidR="00855694" w:rsidRPr="009071AC">
        <w:t>Marguerite et non à une autre personne qui s</w:t>
      </w:r>
      <w:r>
        <w:t>’</w:t>
      </w:r>
      <w:r w:rsidR="00855694" w:rsidRPr="009071AC">
        <w:t>en servirait contre toi</w:t>
      </w:r>
      <w:r>
        <w:t> ?</w:t>
      </w:r>
    </w:p>
    <w:p w14:paraId="1104FE9B" w14:textId="77777777" w:rsidR="00F635DB" w:rsidRDefault="00855694" w:rsidP="00F635DB">
      <w:r w:rsidRPr="009071AC">
        <w:t>Pascal secoua la tête</w:t>
      </w:r>
      <w:r w:rsidR="00F635DB">
        <w:t>.</w:t>
      </w:r>
    </w:p>
    <w:p w14:paraId="5A395ECE" w14:textId="0E50115E" w:rsidR="00F635DB" w:rsidRDefault="00F635DB" w:rsidP="00F635DB">
      <w:r>
        <w:t>— </w:t>
      </w:r>
      <w:r w:rsidR="00855694" w:rsidRPr="009071AC">
        <w:t>Je sais comment m</w:t>
      </w:r>
      <w:r>
        <w:t>’</w:t>
      </w:r>
      <w:r w:rsidR="00855694" w:rsidRPr="009071AC">
        <w:t>y prendre pour qu</w:t>
      </w:r>
      <w:r>
        <w:t>’</w:t>
      </w:r>
      <w:r w:rsidR="00855694" w:rsidRPr="009071AC">
        <w:t>elle parvienne sûrement</w:t>
      </w:r>
      <w:r>
        <w:t xml:space="preserve">, </w:t>
      </w:r>
      <w:r w:rsidR="00855694" w:rsidRPr="009071AC">
        <w:t>répondit-il</w:t>
      </w:r>
      <w:r>
        <w:t xml:space="preserve">. </w:t>
      </w:r>
      <w:r w:rsidR="00855694" w:rsidRPr="009071AC">
        <w:t>Marguerite m</w:t>
      </w:r>
      <w:r>
        <w:t>’</w:t>
      </w:r>
      <w:r w:rsidR="00855694" w:rsidRPr="009071AC">
        <w:t>a dit que si jamais quelque grand danger nous menaçait</w:t>
      </w:r>
      <w:r>
        <w:t xml:space="preserve">, </w:t>
      </w:r>
      <w:r w:rsidR="00855694" w:rsidRPr="009071AC">
        <w:t>elle m</w:t>
      </w:r>
      <w:r>
        <w:t>’</w:t>
      </w:r>
      <w:r w:rsidR="00855694" w:rsidRPr="009071AC">
        <w:t>autorisait à envoyer demander la femme de confiance de l</w:t>
      </w:r>
      <w:r>
        <w:t>’</w:t>
      </w:r>
      <w:r w:rsidR="00855694" w:rsidRPr="009071AC">
        <w:t xml:space="preserve">hôtel de </w:t>
      </w:r>
      <w:proofErr w:type="spellStart"/>
      <w:r w:rsidR="00855694" w:rsidRPr="009071AC">
        <w:t>Chalusse</w:t>
      </w:r>
      <w:proofErr w:type="spellEnd"/>
      <w:r>
        <w:t>, M</w:t>
      </w:r>
      <w:r w:rsidRPr="00F635DB">
        <w:rPr>
          <w:vertAlign w:val="superscript"/>
        </w:rPr>
        <w:t>me</w:t>
      </w:r>
      <w:r>
        <w:t> </w:t>
      </w:r>
      <w:r w:rsidR="00855694" w:rsidRPr="009071AC">
        <w:t>Léon</w:t>
      </w:r>
      <w:r>
        <w:t xml:space="preserve">, </w:t>
      </w:r>
      <w:r w:rsidR="00855694" w:rsidRPr="009071AC">
        <w:t>et à lui remettre un mot</w:t>
      </w:r>
      <w:r>
        <w:t xml:space="preserve">… </w:t>
      </w:r>
      <w:r w:rsidR="00855694" w:rsidRPr="009071AC">
        <w:t>Le péril est assez pressant pour que j</w:t>
      </w:r>
      <w:r>
        <w:t>’</w:t>
      </w:r>
      <w:r w:rsidR="00855694" w:rsidRPr="009071AC">
        <w:t>use de cette ressource</w:t>
      </w:r>
      <w:r>
        <w:t xml:space="preserve">… </w:t>
      </w:r>
      <w:r w:rsidR="00855694" w:rsidRPr="009071AC">
        <w:t>Je passerai rue de Courcelles</w:t>
      </w:r>
      <w:r>
        <w:t xml:space="preserve"> ; </w:t>
      </w:r>
      <w:r w:rsidR="00855694" w:rsidRPr="009071AC">
        <w:t xml:space="preserve">je ferai prévenir </w:t>
      </w:r>
      <w:r>
        <w:t>M</w:t>
      </w:r>
      <w:r w:rsidRPr="00F635DB">
        <w:rPr>
          <w:vertAlign w:val="superscript"/>
        </w:rPr>
        <w:t>me</w:t>
      </w:r>
      <w:r>
        <w:t> </w:t>
      </w:r>
      <w:r w:rsidR="00855694" w:rsidRPr="009071AC">
        <w:t>Léon et je lui donnerai cette lettre</w:t>
      </w:r>
      <w:r>
        <w:t xml:space="preserve">. </w:t>
      </w:r>
      <w:r w:rsidR="00855694" w:rsidRPr="009071AC">
        <w:t>Es-tu rassurée</w:t>
      </w:r>
      <w:r>
        <w:t xml:space="preserve">, </w:t>
      </w:r>
      <w:r w:rsidR="00855694" w:rsidRPr="009071AC">
        <w:t>chère mère</w:t>
      </w:r>
      <w:r>
        <w:t> ?…</w:t>
      </w:r>
    </w:p>
    <w:p w14:paraId="4A310B60" w14:textId="77777777" w:rsidR="00F635DB" w:rsidRDefault="00855694" w:rsidP="00F635DB">
      <w:r w:rsidRPr="009071AC">
        <w:t>Ayant dit</w:t>
      </w:r>
      <w:r w:rsidR="00F635DB">
        <w:t xml:space="preserve">, </w:t>
      </w:r>
      <w:r w:rsidRPr="009071AC">
        <w:t>il se mit à entasser dans une grande caisse tous les dossiers qui lui avaient été confiés</w:t>
      </w:r>
      <w:r w:rsidR="00F635DB">
        <w:t xml:space="preserve">. </w:t>
      </w:r>
      <w:r w:rsidRPr="009071AC">
        <w:t>Cette caisse devait être portée à un de ses amis d</w:t>
      </w:r>
      <w:r w:rsidR="00F635DB">
        <w:t>’</w:t>
      </w:r>
      <w:r w:rsidRPr="009071AC">
        <w:t>autrefois</w:t>
      </w:r>
      <w:r w:rsidR="00F635DB">
        <w:t xml:space="preserve">, </w:t>
      </w:r>
      <w:r w:rsidRPr="009071AC">
        <w:t>qui les remettrait à qui de droit</w:t>
      </w:r>
      <w:r w:rsidR="00F635DB">
        <w:t>.</w:t>
      </w:r>
    </w:p>
    <w:p w14:paraId="27C1223C" w14:textId="77777777" w:rsidR="00F635DB" w:rsidRDefault="00855694" w:rsidP="00F635DB">
      <w:r w:rsidRPr="009071AC">
        <w:t>Il prit ensuite quelques papiers précieux et les valeurs qu</w:t>
      </w:r>
      <w:r w:rsidR="00F635DB">
        <w:t>’</w:t>
      </w:r>
      <w:r w:rsidRPr="009071AC">
        <w:t>il possédait</w:t>
      </w:r>
      <w:r w:rsidR="00F635DB">
        <w:t xml:space="preserve">, </w:t>
      </w:r>
      <w:r w:rsidRPr="009071AC">
        <w:t>et</w:t>
      </w:r>
      <w:r w:rsidR="00F635DB">
        <w:t xml:space="preserve">, </w:t>
      </w:r>
      <w:r w:rsidRPr="009071AC">
        <w:t>prêt pour le sacrifice</w:t>
      </w:r>
      <w:r w:rsidR="00F635DB">
        <w:t xml:space="preserve">, </w:t>
      </w:r>
      <w:r w:rsidRPr="009071AC">
        <w:t>il parcourut une dernière fois ce modeste appartement de la rue d</w:t>
      </w:r>
      <w:r w:rsidR="00F635DB">
        <w:t>’</w:t>
      </w:r>
      <w:r w:rsidRPr="009071AC">
        <w:t>Ulm</w:t>
      </w:r>
      <w:r w:rsidR="00F635DB">
        <w:t xml:space="preserve">, </w:t>
      </w:r>
      <w:r w:rsidRPr="009071AC">
        <w:t xml:space="preserve">où le </w:t>
      </w:r>
      <w:r w:rsidRPr="009071AC">
        <w:lastRenderedPageBreak/>
        <w:t>succès avait souri à ses efforts</w:t>
      </w:r>
      <w:r w:rsidR="00F635DB">
        <w:t xml:space="preserve">, </w:t>
      </w:r>
      <w:r w:rsidRPr="009071AC">
        <w:t>où il avait été heureux</w:t>
      </w:r>
      <w:r w:rsidR="00F635DB">
        <w:t xml:space="preserve">, </w:t>
      </w:r>
      <w:r w:rsidRPr="009071AC">
        <w:t>où il s</w:t>
      </w:r>
      <w:r w:rsidR="00F635DB">
        <w:t>’</w:t>
      </w:r>
      <w:r w:rsidRPr="009071AC">
        <w:t>était bercé de si beaux rêves d</w:t>
      </w:r>
      <w:r w:rsidR="00F635DB">
        <w:t>’</w:t>
      </w:r>
      <w:r w:rsidRPr="009071AC">
        <w:t>avenir</w:t>
      </w:r>
      <w:r w:rsidR="00F635DB">
        <w:t>.</w:t>
      </w:r>
    </w:p>
    <w:p w14:paraId="57D94D1F" w14:textId="77777777" w:rsidR="00F635DB" w:rsidRDefault="00855694" w:rsidP="00F635DB">
      <w:r w:rsidRPr="009071AC">
        <w:t>Mais bientôt il sentit que l</w:t>
      </w:r>
      <w:r w:rsidR="00F635DB">
        <w:t>’</w:t>
      </w:r>
      <w:r w:rsidRPr="009071AC">
        <w:t>attendrissement le gagnait</w:t>
      </w:r>
      <w:r w:rsidR="00F635DB">
        <w:t xml:space="preserve"> ; </w:t>
      </w:r>
      <w:r w:rsidRPr="009071AC">
        <w:t>les larmes lui venaient aux yeux</w:t>
      </w:r>
      <w:r w:rsidR="00F635DB">
        <w:t xml:space="preserve">… </w:t>
      </w:r>
      <w:r w:rsidRPr="009071AC">
        <w:t>Il embrassa sa mère et sortit d</w:t>
      </w:r>
      <w:r w:rsidR="00F635DB">
        <w:t>’</w:t>
      </w:r>
      <w:r w:rsidRPr="009071AC">
        <w:t>un pas précipité</w:t>
      </w:r>
      <w:r w:rsidR="00F635DB">
        <w:t>.</w:t>
      </w:r>
    </w:p>
    <w:p w14:paraId="672907AC" w14:textId="3471D836" w:rsidR="00F635DB" w:rsidRDefault="00F635DB" w:rsidP="00F635DB">
      <w:r>
        <w:t>— </w:t>
      </w:r>
      <w:r w:rsidR="00855694" w:rsidRPr="009071AC">
        <w:t>Pauvre enfant</w:t>
      </w:r>
      <w:r>
        <w:t xml:space="preserve"> !… </w:t>
      </w:r>
      <w:r w:rsidR="00855694" w:rsidRPr="009071AC">
        <w:t xml:space="preserve">murmura </w:t>
      </w:r>
      <w:r>
        <w:t>M</w:t>
      </w:r>
      <w:r w:rsidRPr="00F635DB">
        <w:rPr>
          <w:vertAlign w:val="superscript"/>
        </w:rPr>
        <w:t>me</w:t>
      </w:r>
      <w:r>
        <w:t> </w:t>
      </w:r>
      <w:proofErr w:type="spellStart"/>
      <w:r w:rsidR="00855694" w:rsidRPr="009071AC">
        <w:t>Férailleur</w:t>
      </w:r>
      <w:proofErr w:type="spellEnd"/>
      <w:r>
        <w:t xml:space="preserve">. </w:t>
      </w:r>
      <w:r w:rsidR="00855694" w:rsidRPr="009071AC">
        <w:t>Pauvre Pascal</w:t>
      </w:r>
      <w:r>
        <w:t> !…</w:t>
      </w:r>
    </w:p>
    <w:p w14:paraId="378D71F4" w14:textId="77777777" w:rsidR="00F635DB" w:rsidRDefault="00855694" w:rsidP="00F635DB">
      <w:r w:rsidRPr="009071AC">
        <w:t>Pauvre femme aussi</w:t>
      </w:r>
      <w:r w:rsidR="00F635DB">
        <w:t xml:space="preserve"> !… </w:t>
      </w:r>
      <w:r w:rsidRPr="009071AC">
        <w:t>C</w:t>
      </w:r>
      <w:r w:rsidR="00F635DB">
        <w:t>’</w:t>
      </w:r>
      <w:r w:rsidRPr="009071AC">
        <w:t>était la seconde fois</w:t>
      </w:r>
      <w:r w:rsidR="00F635DB">
        <w:t xml:space="preserve">, </w:t>
      </w:r>
      <w:r w:rsidRPr="009071AC">
        <w:t>à vingt ans de distance</w:t>
      </w:r>
      <w:r w:rsidR="00F635DB">
        <w:t xml:space="preserve">, </w:t>
      </w:r>
      <w:r w:rsidRPr="009071AC">
        <w:t>qu</w:t>
      </w:r>
      <w:r w:rsidR="00F635DB">
        <w:t>’</w:t>
      </w:r>
      <w:r w:rsidRPr="009071AC">
        <w:t>elle était foudroyée en plein bonheur</w:t>
      </w:r>
      <w:r w:rsidR="00F635DB">
        <w:t xml:space="preserve">… </w:t>
      </w:r>
      <w:r w:rsidRPr="009071AC">
        <w:t>Mais en ce jour</w:t>
      </w:r>
      <w:r w:rsidR="00F635DB">
        <w:t xml:space="preserve">, </w:t>
      </w:r>
      <w:r w:rsidRPr="009071AC">
        <w:t>comme au lendemain de la mort de son mari</w:t>
      </w:r>
      <w:r w:rsidR="00F635DB">
        <w:t xml:space="preserve">, </w:t>
      </w:r>
      <w:r w:rsidRPr="009071AC">
        <w:t>elle trouvait dans son cœur cette robuste énergie</w:t>
      </w:r>
      <w:r w:rsidR="00F635DB">
        <w:t xml:space="preserve">, </w:t>
      </w:r>
      <w:r w:rsidRPr="009071AC">
        <w:t>cette constance héroïque des mères</w:t>
      </w:r>
      <w:r w:rsidR="00F635DB">
        <w:t xml:space="preserve">, </w:t>
      </w:r>
      <w:r w:rsidRPr="009071AC">
        <w:t>supérieures à toutes les infortunes</w:t>
      </w:r>
      <w:r w:rsidR="00F635DB">
        <w:t>.</w:t>
      </w:r>
    </w:p>
    <w:p w14:paraId="292FF38B" w14:textId="77777777" w:rsidR="00F635DB" w:rsidRDefault="00855694" w:rsidP="00F635DB">
      <w:r w:rsidRPr="009071AC">
        <w:t>C</w:t>
      </w:r>
      <w:r w:rsidR="00F635DB">
        <w:t>’</w:t>
      </w:r>
      <w:r w:rsidRPr="009071AC">
        <w:t>est d</w:t>
      </w:r>
      <w:r w:rsidR="00F635DB">
        <w:t>’</w:t>
      </w:r>
      <w:r w:rsidRPr="009071AC">
        <w:t>une voix ferme qu</w:t>
      </w:r>
      <w:r w:rsidR="00F635DB">
        <w:t>’</w:t>
      </w:r>
      <w:r w:rsidRPr="009071AC">
        <w:t>elle commanda à sa femme de ménage de courir chercher un marchand de meubles</w:t>
      </w:r>
      <w:r w:rsidR="00F635DB">
        <w:t xml:space="preserve">, </w:t>
      </w:r>
      <w:r w:rsidRPr="009071AC">
        <w:t>le plus proche</w:t>
      </w:r>
      <w:r w:rsidR="00F635DB">
        <w:t xml:space="preserve">, </w:t>
      </w:r>
      <w:r w:rsidRPr="009071AC">
        <w:t>n</w:t>
      </w:r>
      <w:r w:rsidR="00F635DB">
        <w:t>’</w:t>
      </w:r>
      <w:r w:rsidRPr="009071AC">
        <w:t>importe lequel</w:t>
      </w:r>
      <w:r w:rsidR="00F635DB">
        <w:t xml:space="preserve">, </w:t>
      </w:r>
      <w:r w:rsidRPr="009071AC">
        <w:t>pourvu qu</w:t>
      </w:r>
      <w:r w:rsidR="00F635DB">
        <w:t>’</w:t>
      </w:r>
      <w:r w:rsidRPr="009071AC">
        <w:t>il eût de l</w:t>
      </w:r>
      <w:r w:rsidR="00F635DB">
        <w:t>’</w:t>
      </w:r>
      <w:r w:rsidRPr="009071AC">
        <w:t>argent comptant</w:t>
      </w:r>
      <w:r w:rsidR="00F635DB">
        <w:t>.</w:t>
      </w:r>
    </w:p>
    <w:p w14:paraId="7AE71315" w14:textId="77777777" w:rsidR="00F635DB" w:rsidRDefault="00855694" w:rsidP="00F635DB">
      <w:r w:rsidRPr="009071AC">
        <w:t>Et</w:t>
      </w:r>
      <w:r w:rsidR="00F635DB">
        <w:t xml:space="preserve">, </w:t>
      </w:r>
      <w:r w:rsidRPr="009071AC">
        <w:t>cet homme arrivé</w:t>
      </w:r>
      <w:r w:rsidR="00F635DB">
        <w:t xml:space="preserve">, </w:t>
      </w:r>
      <w:r w:rsidRPr="009071AC">
        <w:t>elle fut stoïque pendant qu</w:t>
      </w:r>
      <w:r w:rsidR="00F635DB">
        <w:t>’</w:t>
      </w:r>
      <w:r w:rsidRPr="009071AC">
        <w:t>elle le promenait dans toutes les pièces</w:t>
      </w:r>
      <w:r w:rsidR="00F635DB">
        <w:t>.</w:t>
      </w:r>
    </w:p>
    <w:p w14:paraId="19D50660" w14:textId="77777777" w:rsidR="00F635DB" w:rsidRDefault="00855694" w:rsidP="00F635DB">
      <w:r w:rsidRPr="009071AC">
        <w:t>Dieu sait si elle souffrait</w:t>
      </w:r>
      <w:r w:rsidR="00F635DB">
        <w:t xml:space="preserve">, </w:t>
      </w:r>
      <w:r w:rsidRPr="009071AC">
        <w:t>cependant</w:t>
      </w:r>
      <w:r w:rsidR="00F635DB">
        <w:t> !…</w:t>
      </w:r>
    </w:p>
    <w:p w14:paraId="01329EE1" w14:textId="77777777" w:rsidR="00F635DB" w:rsidRDefault="00855694" w:rsidP="00F635DB">
      <w:r w:rsidRPr="009071AC">
        <w:t>Ceux-là seuls qui ont été réduits à cette extrémité affreuse de vendre ce qu</w:t>
      </w:r>
      <w:r w:rsidR="00F635DB">
        <w:t>’</w:t>
      </w:r>
      <w:r w:rsidRPr="009071AC">
        <w:t>ils possédaient peuvent juger cette angoisse</w:t>
      </w:r>
      <w:r w:rsidR="00F635DB">
        <w:t>.</w:t>
      </w:r>
    </w:p>
    <w:p w14:paraId="10B956D6" w14:textId="77777777" w:rsidR="00F635DB" w:rsidRDefault="00855694" w:rsidP="00F635DB">
      <w:r w:rsidRPr="009071AC">
        <w:t>À l</w:t>
      </w:r>
      <w:r w:rsidR="00F635DB">
        <w:t>’</w:t>
      </w:r>
      <w:r w:rsidRPr="009071AC">
        <w:t>heure fatale où le brocanteur arrive</w:t>
      </w:r>
      <w:r w:rsidR="00F635DB">
        <w:t xml:space="preserve">, </w:t>
      </w:r>
      <w:r w:rsidRPr="009071AC">
        <w:t>chaque meuble et jusqu</w:t>
      </w:r>
      <w:r w:rsidR="00F635DB">
        <w:t>’</w:t>
      </w:r>
      <w:r w:rsidRPr="009071AC">
        <w:t>au dernier bibelot acquièrent aux yeux de leur possesseur une valeur extraordinaire</w:t>
      </w:r>
      <w:r w:rsidR="00F635DB">
        <w:t xml:space="preserve">. </w:t>
      </w:r>
      <w:r w:rsidRPr="009071AC">
        <w:t>Il semble qu</w:t>
      </w:r>
      <w:r w:rsidR="00F635DB">
        <w:t>’</w:t>
      </w:r>
      <w:r w:rsidRPr="009071AC">
        <w:t>il passe quelques gouttes du sang qu</w:t>
      </w:r>
      <w:r w:rsidR="00F635DB">
        <w:t>’</w:t>
      </w:r>
      <w:r w:rsidRPr="009071AC">
        <w:t>on a dans les veines dans chaque objet qu</w:t>
      </w:r>
      <w:r w:rsidR="00F635DB">
        <w:t>’</w:t>
      </w:r>
      <w:r w:rsidRPr="009071AC">
        <w:t>on va livrer</w:t>
      </w:r>
      <w:r w:rsidR="00F635DB">
        <w:t xml:space="preserve">. </w:t>
      </w:r>
      <w:r w:rsidRPr="009071AC">
        <w:t>Et quand le marchand</w:t>
      </w:r>
      <w:r w:rsidR="00F635DB">
        <w:t xml:space="preserve">, </w:t>
      </w:r>
      <w:r w:rsidRPr="009071AC">
        <w:t>de ses grosses mains avides</w:t>
      </w:r>
      <w:r w:rsidR="00F635DB">
        <w:t xml:space="preserve">, </w:t>
      </w:r>
      <w:r w:rsidRPr="009071AC">
        <w:t>tourne et retourne chaque chose</w:t>
      </w:r>
      <w:r w:rsidR="00F635DB">
        <w:t xml:space="preserve">, </w:t>
      </w:r>
      <w:r w:rsidRPr="009071AC">
        <w:t>on croit ressentir l</w:t>
      </w:r>
      <w:r w:rsidR="00F635DB">
        <w:t>’</w:t>
      </w:r>
      <w:r w:rsidRPr="009071AC">
        <w:t>affront d</w:t>
      </w:r>
      <w:r w:rsidR="00F635DB">
        <w:t>’</w:t>
      </w:r>
      <w:r w:rsidRPr="009071AC">
        <w:t>une profanation de soi</w:t>
      </w:r>
      <w:r w:rsidR="00F635DB">
        <w:t>.</w:t>
      </w:r>
    </w:p>
    <w:p w14:paraId="42359EF3" w14:textId="77777777" w:rsidR="00F635DB" w:rsidRDefault="00855694" w:rsidP="00F635DB">
      <w:r w:rsidRPr="009071AC">
        <w:lastRenderedPageBreak/>
        <w:t>Les riches nés au milieu du luxe qui les environne</w:t>
      </w:r>
      <w:r w:rsidR="00F635DB">
        <w:t xml:space="preserve">, </w:t>
      </w:r>
      <w:r w:rsidRPr="009071AC">
        <w:t>ne connaissent pas le plus horrible du supplice</w:t>
      </w:r>
      <w:r w:rsidR="00F635DB">
        <w:t>.</w:t>
      </w:r>
    </w:p>
    <w:p w14:paraId="3D00E2CD" w14:textId="77777777" w:rsidR="00F635DB" w:rsidRDefault="00855694" w:rsidP="00F635DB">
      <w:r w:rsidRPr="009071AC">
        <w:t>Celui qui souffre effroyablement</w:t>
      </w:r>
      <w:r w:rsidR="00F635DB">
        <w:t xml:space="preserve">, </w:t>
      </w:r>
      <w:r w:rsidRPr="009071AC">
        <w:t>c</w:t>
      </w:r>
      <w:r w:rsidR="00F635DB">
        <w:t>’</w:t>
      </w:r>
      <w:r w:rsidRPr="009071AC">
        <w:t>est l</w:t>
      </w:r>
      <w:r w:rsidR="00F635DB">
        <w:t>’</w:t>
      </w:r>
      <w:r w:rsidRPr="009071AC">
        <w:t>homme de la classe moyenne</w:t>
      </w:r>
      <w:r w:rsidR="00F635DB">
        <w:t xml:space="preserve">, </w:t>
      </w:r>
      <w:r w:rsidRPr="009071AC">
        <w:t>non le parvenu</w:t>
      </w:r>
      <w:r w:rsidR="00F635DB">
        <w:t xml:space="preserve">, </w:t>
      </w:r>
      <w:r w:rsidRPr="009071AC">
        <w:t>mais celui qui était en train de parvenir quand il a trébuché</w:t>
      </w:r>
      <w:r w:rsidR="00F635DB">
        <w:t>.</w:t>
      </w:r>
    </w:p>
    <w:p w14:paraId="1A699EA7" w14:textId="77777777" w:rsidR="00F635DB" w:rsidRDefault="00855694" w:rsidP="00F635DB">
      <w:r w:rsidRPr="009071AC">
        <w:t>Le cœur de celui-là saigne</w:t>
      </w:r>
      <w:r w:rsidR="00F635DB">
        <w:t xml:space="preserve">, </w:t>
      </w:r>
      <w:r w:rsidRPr="009071AC">
        <w:t>quand l</w:t>
      </w:r>
      <w:r w:rsidR="00F635DB">
        <w:t>’</w:t>
      </w:r>
      <w:r w:rsidRPr="009071AC">
        <w:t>inexorable nécessité le sépare de tout ce dont il s</w:t>
      </w:r>
      <w:r w:rsidR="00F635DB">
        <w:t>’</w:t>
      </w:r>
      <w:r w:rsidRPr="009071AC">
        <w:t>était peu à peu entouré</w:t>
      </w:r>
      <w:r w:rsidR="00F635DB">
        <w:t>.</w:t>
      </w:r>
    </w:p>
    <w:p w14:paraId="2D03D9F0" w14:textId="77777777" w:rsidR="00F635DB" w:rsidRDefault="00855694" w:rsidP="00F635DB">
      <w:r w:rsidRPr="009071AC">
        <w:t>C</w:t>
      </w:r>
      <w:r w:rsidR="00F635DB">
        <w:t>’</w:t>
      </w:r>
      <w:r w:rsidRPr="009071AC">
        <w:t>est qu</w:t>
      </w:r>
      <w:r w:rsidR="00F635DB">
        <w:t>’</w:t>
      </w:r>
      <w:r w:rsidRPr="009071AC">
        <w:t>il n</w:t>
      </w:r>
      <w:r w:rsidR="00F635DB">
        <w:t>’</w:t>
      </w:r>
      <w:r w:rsidRPr="009071AC">
        <w:t>est pas un objet qui ne lui rappelle une convoitise</w:t>
      </w:r>
      <w:r w:rsidR="00F635DB">
        <w:t xml:space="preserve">, </w:t>
      </w:r>
      <w:r w:rsidRPr="009071AC">
        <w:t>une envie longtemps comprimée</w:t>
      </w:r>
      <w:r w:rsidR="00F635DB">
        <w:t xml:space="preserve">, </w:t>
      </w:r>
      <w:r w:rsidRPr="009071AC">
        <w:t>et la joie enfantine de la première possession</w:t>
      </w:r>
      <w:r w:rsidR="00F635DB">
        <w:t>.</w:t>
      </w:r>
    </w:p>
    <w:p w14:paraId="4FB6FB7A" w14:textId="77777777" w:rsidR="00F635DB" w:rsidRDefault="00855694" w:rsidP="00F635DB">
      <w:r w:rsidRPr="009071AC">
        <w:t>Quel plaisir</w:t>
      </w:r>
      <w:r w:rsidR="00F635DB">
        <w:t xml:space="preserve">, </w:t>
      </w:r>
      <w:r w:rsidRPr="009071AC">
        <w:t>le jour où on lui apporta son grand fauteuil</w:t>
      </w:r>
      <w:r w:rsidR="00F635DB">
        <w:t xml:space="preserve"> !… </w:t>
      </w:r>
      <w:r w:rsidRPr="009071AC">
        <w:t>Combien de fois était-il allé admirer à la montre du marchand</w:t>
      </w:r>
      <w:r w:rsidR="00F635DB">
        <w:t xml:space="preserve">, </w:t>
      </w:r>
      <w:r w:rsidRPr="009071AC">
        <w:t>avant de les acheter</w:t>
      </w:r>
      <w:r w:rsidR="00F635DB">
        <w:t xml:space="preserve">, </w:t>
      </w:r>
      <w:r w:rsidRPr="009071AC">
        <w:t>ses rideaux de velours</w:t>
      </w:r>
      <w:r w:rsidR="00F635DB">
        <w:t xml:space="preserve"> !… </w:t>
      </w:r>
      <w:r w:rsidRPr="009071AC">
        <w:t>Son tapis lui représente des mois d</w:t>
      </w:r>
      <w:r w:rsidR="00F635DB">
        <w:t>’</w:t>
      </w:r>
      <w:r w:rsidRPr="009071AC">
        <w:t>économie</w:t>
      </w:r>
      <w:r w:rsidR="00F635DB">
        <w:t xml:space="preserve"> !… </w:t>
      </w:r>
      <w:r w:rsidRPr="009071AC">
        <w:t>Et cette jolie pendule</w:t>
      </w:r>
      <w:r w:rsidR="00F635DB">
        <w:t xml:space="preserve">… </w:t>
      </w:r>
      <w:r w:rsidRPr="009071AC">
        <w:t>Ah</w:t>
      </w:r>
      <w:r w:rsidR="00F635DB">
        <w:t xml:space="preserve"> ! </w:t>
      </w:r>
      <w:r w:rsidRPr="009071AC">
        <w:t>il avait bien cru qu</w:t>
      </w:r>
      <w:r w:rsidR="00F635DB">
        <w:t>’</w:t>
      </w:r>
      <w:r w:rsidRPr="009071AC">
        <w:t>elle ne sonnerait que des heures prospères</w:t>
      </w:r>
      <w:r w:rsidR="00F635DB">
        <w:t> !…</w:t>
      </w:r>
    </w:p>
    <w:p w14:paraId="0579F9D0" w14:textId="77777777" w:rsidR="00F635DB" w:rsidRDefault="00855694" w:rsidP="00F635DB">
      <w:r w:rsidRPr="009071AC">
        <w:t>Et tout cela</w:t>
      </w:r>
      <w:r w:rsidR="00F635DB">
        <w:t xml:space="preserve">, </w:t>
      </w:r>
      <w:r w:rsidRPr="009071AC">
        <w:t>le brocanteur le manie et le tripote</w:t>
      </w:r>
      <w:r w:rsidR="00F635DB">
        <w:t xml:space="preserve">, </w:t>
      </w:r>
      <w:r w:rsidRPr="009071AC">
        <w:t>le secoue</w:t>
      </w:r>
      <w:r w:rsidR="00F635DB">
        <w:t xml:space="preserve">, </w:t>
      </w:r>
      <w:r w:rsidRPr="009071AC">
        <w:t xml:space="preserve">le </w:t>
      </w:r>
      <w:proofErr w:type="spellStart"/>
      <w:r w:rsidRPr="009071AC">
        <w:t>raille</w:t>
      </w:r>
      <w:proofErr w:type="spellEnd"/>
      <w:r w:rsidR="00F635DB">
        <w:t xml:space="preserve">, </w:t>
      </w:r>
      <w:r w:rsidRPr="009071AC">
        <w:t>le déprécie</w:t>
      </w:r>
      <w:r w:rsidR="00F635DB">
        <w:t xml:space="preserve">… </w:t>
      </w:r>
      <w:r w:rsidRPr="009071AC">
        <w:t>On se croyait dans un Louvre</w:t>
      </w:r>
      <w:r w:rsidR="00F635DB">
        <w:t xml:space="preserve">, </w:t>
      </w:r>
      <w:r w:rsidRPr="009071AC">
        <w:t>il prouve qu</w:t>
      </w:r>
      <w:r w:rsidR="00F635DB">
        <w:t>’</w:t>
      </w:r>
      <w:r w:rsidRPr="009071AC">
        <w:t>on était dans un taudis</w:t>
      </w:r>
      <w:r w:rsidR="00F635DB">
        <w:t xml:space="preserve">. </w:t>
      </w:r>
      <w:r w:rsidRPr="009071AC">
        <w:t>C</w:t>
      </w:r>
      <w:r w:rsidR="00F635DB">
        <w:t>’</w:t>
      </w:r>
      <w:r w:rsidRPr="009071AC">
        <w:t>est à peine s</w:t>
      </w:r>
      <w:r w:rsidR="00F635DB">
        <w:t>’</w:t>
      </w:r>
      <w:r w:rsidRPr="009071AC">
        <w:t>il daignera acheter</w:t>
      </w:r>
      <w:r w:rsidR="00F635DB">
        <w:t xml:space="preserve">… </w:t>
      </w:r>
      <w:r w:rsidRPr="009071AC">
        <w:t>Qui est-ce qui voudrait de ces rebuts</w:t>
      </w:r>
      <w:r w:rsidR="00F635DB">
        <w:t xml:space="preserve"> !… </w:t>
      </w:r>
      <w:r w:rsidRPr="009071AC">
        <w:t>Dame</w:t>
      </w:r>
      <w:r w:rsidR="00F635DB">
        <w:t xml:space="preserve"> !… </w:t>
      </w:r>
      <w:r w:rsidRPr="009071AC">
        <w:t>il sait qu</w:t>
      </w:r>
      <w:r w:rsidR="00F635DB">
        <w:t>’</w:t>
      </w:r>
      <w:r w:rsidRPr="009071AC">
        <w:t>on a besoin d</w:t>
      </w:r>
      <w:r w:rsidR="00F635DB">
        <w:t>’</w:t>
      </w:r>
      <w:r w:rsidRPr="009071AC">
        <w:t>argent et il abuse</w:t>
      </w:r>
      <w:r w:rsidR="00F635DB">
        <w:t xml:space="preserve">… </w:t>
      </w:r>
      <w:r w:rsidRPr="009071AC">
        <w:t>C</w:t>
      </w:r>
      <w:r w:rsidR="00F635DB">
        <w:t>’</w:t>
      </w:r>
      <w:r w:rsidRPr="009071AC">
        <w:t>est son état</w:t>
      </w:r>
      <w:r w:rsidR="00F635DB">
        <w:t>.</w:t>
      </w:r>
    </w:p>
    <w:p w14:paraId="205DF687" w14:textId="77777777" w:rsidR="00F635DB" w:rsidRDefault="00F635DB" w:rsidP="00F635DB">
      <w:r>
        <w:t>— </w:t>
      </w:r>
      <w:r w:rsidR="00855694" w:rsidRPr="009071AC">
        <w:t>Combien cela vous a-t-il coûté</w:t>
      </w:r>
      <w:r>
        <w:t xml:space="preserve"> ?… </w:t>
      </w:r>
      <w:r w:rsidR="00855694" w:rsidRPr="009071AC">
        <w:t>demande-t-il à chaque meuble</w:t>
      </w:r>
      <w:r>
        <w:t>.</w:t>
      </w:r>
    </w:p>
    <w:p w14:paraId="2E3C400E" w14:textId="77777777" w:rsidR="00F635DB" w:rsidRDefault="00F635DB" w:rsidP="00F635DB">
      <w:r>
        <w:t>— </w:t>
      </w:r>
      <w:r w:rsidR="00855694" w:rsidRPr="009071AC">
        <w:t>Tant</w:t>
      </w:r>
      <w:r>
        <w:t> !…</w:t>
      </w:r>
    </w:p>
    <w:p w14:paraId="2EDC4DFF" w14:textId="77777777" w:rsidR="00F635DB" w:rsidRDefault="00F635DB" w:rsidP="00F635DB">
      <w:r>
        <w:t>— </w:t>
      </w:r>
      <w:r w:rsidR="00855694" w:rsidRPr="009071AC">
        <w:t>Eh bien</w:t>
      </w:r>
      <w:r>
        <w:t xml:space="preserve"> !… </w:t>
      </w:r>
      <w:r w:rsidR="00855694" w:rsidRPr="009071AC">
        <w:t>On vous a joliment volé</w:t>
      </w:r>
      <w:r>
        <w:t> !…</w:t>
      </w:r>
    </w:p>
    <w:p w14:paraId="72BDEBEC" w14:textId="77777777" w:rsidR="00F635DB" w:rsidRDefault="00855694" w:rsidP="00F635DB">
      <w:r w:rsidRPr="009071AC">
        <w:t>Il est sûr qu</w:t>
      </w:r>
      <w:r w:rsidR="00F635DB">
        <w:t>’</w:t>
      </w:r>
      <w:r w:rsidRPr="009071AC">
        <w:t>il y a un voleur</w:t>
      </w:r>
      <w:r w:rsidR="00F635DB">
        <w:t xml:space="preserve">, </w:t>
      </w:r>
      <w:r w:rsidRPr="009071AC">
        <w:t>et que ce doit être lui</w:t>
      </w:r>
      <w:r w:rsidR="00F635DB">
        <w:t xml:space="preserve"> !… </w:t>
      </w:r>
      <w:r w:rsidRPr="009071AC">
        <w:t>Mais que dire</w:t>
      </w:r>
      <w:r w:rsidR="00F635DB">
        <w:t xml:space="preserve"> ?… </w:t>
      </w:r>
      <w:r w:rsidRPr="009071AC">
        <w:t>Un autre n</w:t>
      </w:r>
      <w:r w:rsidR="00F635DB">
        <w:t>’</w:t>
      </w:r>
      <w:r w:rsidRPr="009071AC">
        <w:t>agirait pas autrement que lui</w:t>
      </w:r>
      <w:r w:rsidR="00F635DB">
        <w:t>.</w:t>
      </w:r>
    </w:p>
    <w:p w14:paraId="4AA066C8" w14:textId="0DE6EE0A" w:rsidR="00F635DB" w:rsidRDefault="00855694" w:rsidP="00F635DB">
      <w:r w:rsidRPr="009071AC">
        <w:lastRenderedPageBreak/>
        <w:t xml:space="preserve">Le mobilier de </w:t>
      </w:r>
      <w:r w:rsidR="00F635DB">
        <w:t>M</w:t>
      </w:r>
      <w:r w:rsidR="00F635DB" w:rsidRPr="00F635DB">
        <w:rPr>
          <w:vertAlign w:val="superscript"/>
        </w:rPr>
        <w:t>me</w:t>
      </w:r>
      <w:r w:rsidR="00F635DB">
        <w:t> </w:t>
      </w:r>
      <w:proofErr w:type="spellStart"/>
      <w:r w:rsidRPr="009071AC">
        <w:t>Férailleur</w:t>
      </w:r>
      <w:proofErr w:type="spellEnd"/>
      <w:r w:rsidRPr="009071AC">
        <w:t xml:space="preserve"> lui avait coûté une dizaine de mille francs</w:t>
      </w:r>
      <w:r w:rsidR="00F635DB">
        <w:t xml:space="preserve">, </w:t>
      </w:r>
      <w:r w:rsidRPr="009071AC">
        <w:t>il en valait au moins le tiers</w:t>
      </w:r>
      <w:r w:rsidR="00F635DB">
        <w:t xml:space="preserve">, </w:t>
      </w:r>
      <w:r w:rsidRPr="009071AC">
        <w:t>elle en retira 760 francs</w:t>
      </w:r>
      <w:r w:rsidR="00F635DB">
        <w:t xml:space="preserve">. </w:t>
      </w:r>
      <w:r w:rsidRPr="009071AC">
        <w:t>Il est vrai qu</w:t>
      </w:r>
      <w:r w:rsidR="00F635DB">
        <w:t>’</w:t>
      </w:r>
      <w:r w:rsidRPr="009071AC">
        <w:t>elle était pressée et qu</w:t>
      </w:r>
      <w:r w:rsidR="00F635DB">
        <w:t>’</w:t>
      </w:r>
      <w:r w:rsidRPr="009071AC">
        <w:t>elle fut payée comptant</w:t>
      </w:r>
      <w:r w:rsidR="00F635DB">
        <w:t>.</w:t>
      </w:r>
    </w:p>
    <w:p w14:paraId="72127A11" w14:textId="77777777" w:rsidR="00F635DB" w:rsidRDefault="00855694" w:rsidP="00F635DB">
      <w:r w:rsidRPr="009071AC">
        <w:t>Et comme neuf heures sonnaient</w:t>
      </w:r>
      <w:r w:rsidR="00F635DB">
        <w:t xml:space="preserve">, </w:t>
      </w:r>
      <w:r w:rsidRPr="009071AC">
        <w:t>on chargeait ses malles sur un fiacre</w:t>
      </w:r>
      <w:r w:rsidR="00F635DB">
        <w:t xml:space="preserve">, </w:t>
      </w:r>
      <w:r w:rsidRPr="009071AC">
        <w:t>et elle criait au cocher</w:t>
      </w:r>
      <w:r w:rsidR="00F635DB">
        <w:t xml:space="preserve">, </w:t>
      </w:r>
      <w:r w:rsidRPr="009071AC">
        <w:t>bien haut</w:t>
      </w:r>
      <w:r w:rsidR="00F635DB">
        <w:t xml:space="preserve">, </w:t>
      </w:r>
      <w:r w:rsidRPr="009071AC">
        <w:t>comme elle en était convenue avec son fils</w:t>
      </w:r>
      <w:r w:rsidR="00F635DB">
        <w:t> :</w:t>
      </w:r>
    </w:p>
    <w:p w14:paraId="748835BF" w14:textId="77777777" w:rsidR="00F635DB" w:rsidRDefault="00F635DB" w:rsidP="00F635DB">
      <w:r>
        <w:t>— </w:t>
      </w:r>
      <w:r w:rsidR="00855694" w:rsidRPr="009071AC">
        <w:t>Place du Havre</w:t>
      </w:r>
      <w:r>
        <w:t xml:space="preserve">… </w:t>
      </w:r>
      <w:r w:rsidR="00855694" w:rsidRPr="009071AC">
        <w:t>au chemin de fer</w:t>
      </w:r>
      <w:r>
        <w:t> !</w:t>
      </w:r>
    </w:p>
    <w:p w14:paraId="3FEBF2CF" w14:textId="42E4F5A5" w:rsidR="00F635DB" w:rsidRDefault="00855694" w:rsidP="00F635DB">
      <w:r w:rsidRPr="009071AC">
        <w:t>Une fois déjà</w:t>
      </w:r>
      <w:r w:rsidR="00F635DB">
        <w:t xml:space="preserve">, </w:t>
      </w:r>
      <w:r w:rsidRPr="009071AC">
        <w:t>après avoir été lâchement dépouillée par un misérable</w:t>
      </w:r>
      <w:r w:rsidR="00F635DB">
        <w:t>, M</w:t>
      </w:r>
      <w:r w:rsidR="00F635DB" w:rsidRPr="00F635DB">
        <w:rPr>
          <w:vertAlign w:val="superscript"/>
        </w:rPr>
        <w:t>me</w:t>
      </w:r>
      <w:r w:rsidR="00F635DB">
        <w:t> </w:t>
      </w:r>
      <w:proofErr w:type="spellStart"/>
      <w:r w:rsidRPr="009071AC">
        <w:t>Férailleur</w:t>
      </w:r>
      <w:proofErr w:type="spellEnd"/>
      <w:r w:rsidRPr="009071AC">
        <w:t xml:space="preserve"> en avait été réduite à se défaire de tout ce qu</w:t>
      </w:r>
      <w:r w:rsidR="00F635DB">
        <w:t>’</w:t>
      </w:r>
      <w:r w:rsidRPr="009071AC">
        <w:t>elle possédait</w:t>
      </w:r>
      <w:r w:rsidR="00F635DB">
        <w:t>.</w:t>
      </w:r>
    </w:p>
    <w:p w14:paraId="69E71A20" w14:textId="77777777" w:rsidR="00F635DB" w:rsidRDefault="00855694" w:rsidP="00F635DB">
      <w:r w:rsidRPr="009071AC">
        <w:t>Une fois déjà</w:t>
      </w:r>
      <w:r w:rsidR="00F635DB">
        <w:t xml:space="preserve">, </w:t>
      </w:r>
      <w:r w:rsidRPr="009071AC">
        <w:t>elle avait abandonné son logis aux brocanteurs et s</w:t>
      </w:r>
      <w:r w:rsidR="00F635DB">
        <w:t>’</w:t>
      </w:r>
      <w:r w:rsidRPr="009071AC">
        <w:t>était éloignée en emportant sur un fiacre les épaves de sa fortune</w:t>
      </w:r>
      <w:r w:rsidR="00F635DB">
        <w:t>.</w:t>
      </w:r>
    </w:p>
    <w:p w14:paraId="3DF230A1" w14:textId="77777777" w:rsidR="00F635DB" w:rsidRDefault="00855694" w:rsidP="00F635DB">
      <w:r w:rsidRPr="009071AC">
        <w:t>Mais quelle différence</w:t>
      </w:r>
      <w:r w:rsidR="00F635DB">
        <w:t xml:space="preserve"> ! </w:t>
      </w:r>
      <w:r w:rsidRPr="009071AC">
        <w:t>Jadis</w:t>
      </w:r>
      <w:r w:rsidR="00F635DB">
        <w:t xml:space="preserve">, </w:t>
      </w:r>
      <w:r w:rsidRPr="009071AC">
        <w:t>l</w:t>
      </w:r>
      <w:r w:rsidR="00F635DB">
        <w:t>’</w:t>
      </w:r>
      <w:r w:rsidRPr="009071AC">
        <w:t>estime et la sympathie de tous</w:t>
      </w:r>
      <w:r w:rsidR="00F635DB">
        <w:t xml:space="preserve">, </w:t>
      </w:r>
      <w:r w:rsidRPr="009071AC">
        <w:t>les amitiés qu</w:t>
      </w:r>
      <w:r w:rsidR="00F635DB">
        <w:t>’</w:t>
      </w:r>
      <w:r w:rsidRPr="009071AC">
        <w:t>elle avait su se concilier lui faisaient cortège</w:t>
      </w:r>
      <w:r w:rsidR="00F635DB">
        <w:t xml:space="preserve">… </w:t>
      </w:r>
      <w:r w:rsidRPr="009071AC">
        <w:t>Il y avait autour d</w:t>
      </w:r>
      <w:r w:rsidR="00F635DB">
        <w:t>’</w:t>
      </w:r>
      <w:r w:rsidRPr="009071AC">
        <w:t>elle comme un concert d</w:t>
      </w:r>
      <w:r w:rsidR="00F635DB">
        <w:t>’</w:t>
      </w:r>
      <w:r w:rsidRPr="009071AC">
        <w:t>admirations et d</w:t>
      </w:r>
      <w:r w:rsidR="00F635DB">
        <w:t>’</w:t>
      </w:r>
      <w:r w:rsidRPr="009071AC">
        <w:t>éloges qui enlevaient au sacrifice une partie de son amertume et doublaient son courage</w:t>
      </w:r>
      <w:r w:rsidR="00F635DB">
        <w:t>.</w:t>
      </w:r>
    </w:p>
    <w:p w14:paraId="3595062E" w14:textId="77777777" w:rsidR="00F635DB" w:rsidRDefault="00855694" w:rsidP="00F635DB">
      <w:r w:rsidRPr="009071AC">
        <w:t>Tandis que ce soir</w:t>
      </w:r>
      <w:r w:rsidR="00F635DB">
        <w:t xml:space="preserve">, </w:t>
      </w:r>
      <w:r w:rsidRPr="009071AC">
        <w:t>elle fuyait</w:t>
      </w:r>
      <w:r w:rsidR="00F635DB">
        <w:t xml:space="preserve">, </w:t>
      </w:r>
      <w:r w:rsidRPr="009071AC">
        <w:t>secrètement</w:t>
      </w:r>
      <w:r w:rsidR="00F635DB">
        <w:t xml:space="preserve">, </w:t>
      </w:r>
      <w:r w:rsidRPr="009071AC">
        <w:t>seule</w:t>
      </w:r>
      <w:r w:rsidR="00F635DB">
        <w:t xml:space="preserve">, </w:t>
      </w:r>
      <w:r w:rsidRPr="009071AC">
        <w:t>sous un faux nom</w:t>
      </w:r>
      <w:r w:rsidR="00F635DB">
        <w:t xml:space="preserve">, </w:t>
      </w:r>
      <w:r w:rsidRPr="009071AC">
        <w:t>tremblant d</w:t>
      </w:r>
      <w:r w:rsidR="00F635DB">
        <w:t>’</w:t>
      </w:r>
      <w:r w:rsidRPr="009071AC">
        <w:t>être épiée ou reconnue</w:t>
      </w:r>
      <w:r w:rsidR="00F635DB">
        <w:t xml:space="preserve">, </w:t>
      </w:r>
      <w:r w:rsidRPr="009071AC">
        <w:t>comme le coupable que poursuit l</w:t>
      </w:r>
      <w:r w:rsidR="00F635DB">
        <w:t>’</w:t>
      </w:r>
      <w:r w:rsidRPr="009071AC">
        <w:t>idée de son crime et la crainte du châtiment</w:t>
      </w:r>
      <w:r w:rsidR="00F635DB">
        <w:t>.</w:t>
      </w:r>
    </w:p>
    <w:p w14:paraId="6EFAA586" w14:textId="77777777" w:rsidR="00F635DB" w:rsidRDefault="00855694" w:rsidP="00F635DB">
      <w:r w:rsidRPr="009071AC">
        <w:t>Elle souffrait moins</w:t>
      </w:r>
      <w:r w:rsidR="00F635DB">
        <w:t xml:space="preserve">, </w:t>
      </w:r>
      <w:r w:rsidRPr="009071AC">
        <w:t>le jour où</w:t>
      </w:r>
      <w:r w:rsidR="00F635DB">
        <w:t xml:space="preserve">, </w:t>
      </w:r>
      <w:r w:rsidRPr="009071AC">
        <w:t>affaissée au fond d</w:t>
      </w:r>
      <w:r w:rsidR="00F635DB">
        <w:t>’</w:t>
      </w:r>
      <w:r w:rsidRPr="009071AC">
        <w:t>une voiture de deuil</w:t>
      </w:r>
      <w:r w:rsidR="00F635DB">
        <w:t xml:space="preserve">, </w:t>
      </w:r>
      <w:r w:rsidRPr="009071AC">
        <w:t>avec son fils sur ses genoux</w:t>
      </w:r>
      <w:r w:rsidR="00F635DB">
        <w:t xml:space="preserve">, </w:t>
      </w:r>
      <w:r w:rsidRPr="009071AC">
        <w:t>elle suivait au cimetière la dépouille mortelle de l</w:t>
      </w:r>
      <w:r w:rsidR="00F635DB">
        <w:t>’</w:t>
      </w:r>
      <w:r w:rsidRPr="009071AC">
        <w:t>homme qui avait été tout pour elle</w:t>
      </w:r>
      <w:r w:rsidR="00F635DB">
        <w:t xml:space="preserve">, </w:t>
      </w:r>
      <w:r w:rsidRPr="009071AC">
        <w:t>son unique pensée</w:t>
      </w:r>
      <w:r w:rsidR="00F635DB">
        <w:t xml:space="preserve">, </w:t>
      </w:r>
      <w:r w:rsidRPr="009071AC">
        <w:t>son amour</w:t>
      </w:r>
      <w:r w:rsidR="00F635DB">
        <w:t xml:space="preserve">, </w:t>
      </w:r>
      <w:r w:rsidRPr="009071AC">
        <w:t>son orgueil</w:t>
      </w:r>
      <w:r w:rsidR="00F635DB">
        <w:t xml:space="preserve">, </w:t>
      </w:r>
      <w:r w:rsidRPr="009071AC">
        <w:t>son bonheur et ses espérances</w:t>
      </w:r>
      <w:r w:rsidR="00F635DB">
        <w:t>.</w:t>
      </w:r>
    </w:p>
    <w:p w14:paraId="278E2F06" w14:textId="77777777" w:rsidR="00F635DB" w:rsidRDefault="00855694" w:rsidP="00F635DB">
      <w:r w:rsidRPr="009071AC">
        <w:lastRenderedPageBreak/>
        <w:t>Veuve</w:t>
      </w:r>
      <w:r w:rsidR="00F635DB">
        <w:t xml:space="preserve">, </w:t>
      </w:r>
      <w:r w:rsidRPr="009071AC">
        <w:t>anéantie par le sentiment du malheur irréparable</w:t>
      </w:r>
      <w:r w:rsidR="00F635DB">
        <w:t xml:space="preserve">, </w:t>
      </w:r>
      <w:r w:rsidRPr="009071AC">
        <w:t>elle s</w:t>
      </w:r>
      <w:r w:rsidR="00F635DB">
        <w:t>’</w:t>
      </w:r>
      <w:r w:rsidRPr="009071AC">
        <w:t>était humiliée sous la main qui la frappait</w:t>
      </w:r>
      <w:r w:rsidR="00F635DB">
        <w:t xml:space="preserve">… </w:t>
      </w:r>
      <w:r w:rsidRPr="009071AC">
        <w:t>Mais</w:t>
      </w:r>
      <w:r w:rsidR="00F635DB">
        <w:t xml:space="preserve">, </w:t>
      </w:r>
      <w:r w:rsidRPr="009071AC">
        <w:t>ici</w:t>
      </w:r>
      <w:r w:rsidR="00F635DB">
        <w:t xml:space="preserve">, </w:t>
      </w:r>
      <w:r w:rsidRPr="009071AC">
        <w:t>c</w:t>
      </w:r>
      <w:r w:rsidR="00F635DB">
        <w:t>’</w:t>
      </w:r>
      <w:r w:rsidRPr="009071AC">
        <w:t>était la méchanceté seule des hommes qui l</w:t>
      </w:r>
      <w:r w:rsidR="00F635DB">
        <w:t>’</w:t>
      </w:r>
      <w:r w:rsidRPr="009071AC">
        <w:t>atteignait dans son fils</w:t>
      </w:r>
      <w:r w:rsidR="00F635DB">
        <w:t xml:space="preserve">, </w:t>
      </w:r>
      <w:r w:rsidRPr="009071AC">
        <w:t>et son supplice était celui de l</w:t>
      </w:r>
      <w:r w:rsidR="00F635DB">
        <w:t>’</w:t>
      </w:r>
      <w:r w:rsidRPr="009071AC">
        <w:t>innocent qui va périr faute de pouvoir prouver son innocence</w:t>
      </w:r>
      <w:r w:rsidR="00F635DB">
        <w:t>…</w:t>
      </w:r>
    </w:p>
    <w:p w14:paraId="0C7B96B3" w14:textId="77777777" w:rsidR="00F635DB" w:rsidRDefault="00855694" w:rsidP="00F635DB">
      <w:r w:rsidRPr="009071AC">
        <w:t>La mort de son mari ne lui avait pas arraché des larmes si amères que le déshonneur de son fils</w:t>
      </w:r>
      <w:r w:rsidR="00F635DB">
        <w:t>…</w:t>
      </w:r>
    </w:p>
    <w:p w14:paraId="492F912B" w14:textId="77777777" w:rsidR="00F635DB" w:rsidRDefault="00855694" w:rsidP="00F635DB">
      <w:r w:rsidRPr="009071AC">
        <w:t>Tout ce que l</w:t>
      </w:r>
      <w:r w:rsidR="00F635DB">
        <w:t>’</w:t>
      </w:r>
      <w:r w:rsidRPr="009071AC">
        <w:t>âme humaine peut endurer de douleur sans être brisée</w:t>
      </w:r>
      <w:r w:rsidR="00F635DB">
        <w:t xml:space="preserve">, </w:t>
      </w:r>
      <w:r w:rsidRPr="009071AC">
        <w:t>cette mère si humble et si grande le subit pendant le trajet de la rue d</w:t>
      </w:r>
      <w:r w:rsidR="00F635DB">
        <w:t>’</w:t>
      </w:r>
      <w:r w:rsidRPr="009071AC">
        <w:t>Ulm à la gare de l</w:t>
      </w:r>
      <w:r w:rsidR="00F635DB">
        <w:t>’</w:t>
      </w:r>
      <w:r w:rsidRPr="009071AC">
        <w:t>Ouest</w:t>
      </w:r>
      <w:r w:rsidR="00F635DB">
        <w:t>.</w:t>
      </w:r>
    </w:p>
    <w:p w14:paraId="10722682" w14:textId="77777777" w:rsidR="00F635DB" w:rsidRDefault="00855694" w:rsidP="00F635DB">
      <w:r w:rsidRPr="009071AC">
        <w:t>Elle si fière</w:t>
      </w:r>
      <w:r w:rsidR="00F635DB">
        <w:t xml:space="preserve">, </w:t>
      </w:r>
      <w:r w:rsidRPr="009071AC">
        <w:t>et qui avait de si justes raisons de l</w:t>
      </w:r>
      <w:r w:rsidR="00F635DB">
        <w:t>’</w:t>
      </w:r>
      <w:r w:rsidRPr="009071AC">
        <w:t>être</w:t>
      </w:r>
      <w:r w:rsidR="00F635DB">
        <w:t xml:space="preserve">, </w:t>
      </w:r>
      <w:r w:rsidRPr="009071AC">
        <w:t>elle voyait encore les regards brûlants de mépris dont on l</w:t>
      </w:r>
      <w:r w:rsidR="00F635DB">
        <w:t>’</w:t>
      </w:r>
      <w:r w:rsidRPr="009071AC">
        <w:t>avait accablée quand elle avait quitté sa maison</w:t>
      </w:r>
      <w:r w:rsidR="00F635DB">
        <w:t xml:space="preserve"> !… </w:t>
      </w:r>
      <w:r w:rsidRPr="009071AC">
        <w:t>Elle entendait encore les outrageantes paroles qui lui avaient été jetées par quelques-uns de ces voisins comme il s</w:t>
      </w:r>
      <w:r w:rsidR="00F635DB">
        <w:t>’</w:t>
      </w:r>
      <w:r w:rsidRPr="009071AC">
        <w:t>en trouve trop</w:t>
      </w:r>
      <w:r w:rsidR="00F635DB">
        <w:t xml:space="preserve">, </w:t>
      </w:r>
      <w:r w:rsidRPr="009071AC">
        <w:t>dont le misérable bonheur se compose surtout du malheur d</w:t>
      </w:r>
      <w:r w:rsidR="00F635DB">
        <w:t>’</w:t>
      </w:r>
      <w:r w:rsidRPr="009071AC">
        <w:t>autrui</w:t>
      </w:r>
      <w:r w:rsidR="00F635DB">
        <w:t>…</w:t>
      </w:r>
    </w:p>
    <w:p w14:paraId="49BE7001" w14:textId="77777777" w:rsidR="00F635DB" w:rsidRDefault="00F635DB" w:rsidP="00F635DB">
      <w:r>
        <w:t>— </w:t>
      </w:r>
      <w:r w:rsidR="00855694" w:rsidRPr="009071AC">
        <w:t>Ses larmes</w:t>
      </w:r>
      <w:r>
        <w:t xml:space="preserve"> !… </w:t>
      </w:r>
      <w:r w:rsidR="00855694" w:rsidRPr="009071AC">
        <w:t>avait-on dit</w:t>
      </w:r>
      <w:r>
        <w:t xml:space="preserve">, </w:t>
      </w:r>
      <w:r w:rsidR="00855694" w:rsidRPr="009071AC">
        <w:t>simagrées</w:t>
      </w:r>
      <w:r>
        <w:t xml:space="preserve"> !… </w:t>
      </w:r>
      <w:r w:rsidR="00855694" w:rsidRPr="009071AC">
        <w:t>Elle va retrouver son fils</w:t>
      </w:r>
      <w:r>
        <w:t xml:space="preserve">, </w:t>
      </w:r>
      <w:r w:rsidR="00855694" w:rsidRPr="009071AC">
        <w:t>et avec ce qu</w:t>
      </w:r>
      <w:r>
        <w:t>’</w:t>
      </w:r>
      <w:r w:rsidR="00855694" w:rsidRPr="009071AC">
        <w:t>il a volé</w:t>
      </w:r>
      <w:r>
        <w:t xml:space="preserve">, </w:t>
      </w:r>
      <w:r w:rsidR="00855694" w:rsidRPr="009071AC">
        <w:t>ils rouleront carrosse en Amérique</w:t>
      </w:r>
      <w:r>
        <w:t>…</w:t>
      </w:r>
    </w:p>
    <w:p w14:paraId="6F286859" w14:textId="77777777" w:rsidR="00F635DB" w:rsidRDefault="00855694" w:rsidP="00F635DB">
      <w:r w:rsidRPr="009071AC">
        <w:t>Car la renommée</w:t>
      </w:r>
      <w:r w:rsidR="00F635DB">
        <w:t xml:space="preserve">, </w:t>
      </w:r>
      <w:r w:rsidRPr="009071AC">
        <w:t>qui grossit et dénature tout</w:t>
      </w:r>
      <w:r w:rsidR="00F635DB">
        <w:t xml:space="preserve">, </w:t>
      </w:r>
      <w:r w:rsidRPr="009071AC">
        <w:t>la haine et l</w:t>
      </w:r>
      <w:r w:rsidR="00F635DB">
        <w:t>’</w:t>
      </w:r>
      <w:r w:rsidRPr="009071AC">
        <w:t>envie avaient enflé jusqu</w:t>
      </w:r>
      <w:r w:rsidR="00F635DB">
        <w:t>’</w:t>
      </w:r>
      <w:r w:rsidRPr="009071AC">
        <w:t>à l</w:t>
      </w:r>
      <w:r w:rsidR="00F635DB">
        <w:t>’</w:t>
      </w:r>
      <w:r w:rsidRPr="009071AC">
        <w:t>absurde la scène déjà inouïe de l</w:t>
      </w:r>
      <w:r w:rsidR="00F635DB">
        <w:t>’</w:t>
      </w:r>
      <w:r w:rsidRPr="009071AC">
        <w:t>hôtel d</w:t>
      </w:r>
      <w:r w:rsidR="00F635DB">
        <w:t>’</w:t>
      </w:r>
      <w:r w:rsidRPr="009071AC">
        <w:t>Argelès</w:t>
      </w:r>
      <w:r w:rsidR="00F635DB">
        <w:t xml:space="preserve">. </w:t>
      </w:r>
      <w:r w:rsidRPr="009071AC">
        <w:t>Rue d</w:t>
      </w:r>
      <w:r w:rsidR="00F635DB">
        <w:t>’</w:t>
      </w:r>
      <w:r w:rsidRPr="009071AC">
        <w:t>Ulm</w:t>
      </w:r>
      <w:r w:rsidR="00F635DB">
        <w:t xml:space="preserve">, </w:t>
      </w:r>
      <w:r w:rsidRPr="009071AC">
        <w:t>il était avéré que Pascal</w:t>
      </w:r>
      <w:r w:rsidR="00F635DB">
        <w:t xml:space="preserve">, </w:t>
      </w:r>
      <w:r w:rsidRPr="009071AC">
        <w:t>depuis cinq ans</w:t>
      </w:r>
      <w:r w:rsidR="00F635DB">
        <w:t xml:space="preserve">, </w:t>
      </w:r>
      <w:r w:rsidRPr="009071AC">
        <w:t>passait toutes ses nuits au jeu et que</w:t>
      </w:r>
      <w:r w:rsidR="00F635DB">
        <w:t xml:space="preserve">, </w:t>
      </w:r>
      <w:r w:rsidRPr="009071AC">
        <w:t>tricheur incomparable</w:t>
      </w:r>
      <w:r w:rsidR="00F635DB">
        <w:t xml:space="preserve">, </w:t>
      </w:r>
      <w:r w:rsidRPr="009071AC">
        <w:t>il avait volé des millions</w:t>
      </w:r>
      <w:r w:rsidR="00F635DB">
        <w:t>…</w:t>
      </w:r>
    </w:p>
    <w:p w14:paraId="0F740578" w14:textId="46A0EB9E" w:rsidR="00F635DB" w:rsidRDefault="00855694" w:rsidP="00F635DB">
      <w:r w:rsidRPr="009071AC">
        <w:t xml:space="preserve">Cependant </w:t>
      </w:r>
      <w:r w:rsidR="00F635DB">
        <w:t>M</w:t>
      </w:r>
      <w:r w:rsidR="00F635DB" w:rsidRPr="00F635DB">
        <w:rPr>
          <w:vertAlign w:val="superscript"/>
        </w:rPr>
        <w:t>me</w:t>
      </w:r>
      <w:r w:rsidR="00F635DB">
        <w:t> </w:t>
      </w:r>
      <w:proofErr w:type="spellStart"/>
      <w:r w:rsidRPr="009071AC">
        <w:t>Férailleur</w:t>
      </w:r>
      <w:proofErr w:type="spellEnd"/>
      <w:r w:rsidRPr="009071AC">
        <w:t xml:space="preserve"> approchait du chemin de fer</w:t>
      </w:r>
      <w:r w:rsidR="00F635DB">
        <w:t>…</w:t>
      </w:r>
    </w:p>
    <w:p w14:paraId="089EBCB7" w14:textId="77777777" w:rsidR="00F635DB" w:rsidRDefault="00855694" w:rsidP="00F635DB">
      <w:r w:rsidRPr="009071AC">
        <w:t>Bientôt le fiacre prit le pas pour monter la pente roide de la rue d</w:t>
      </w:r>
      <w:r w:rsidR="00F635DB">
        <w:t>’</w:t>
      </w:r>
      <w:r w:rsidRPr="009071AC">
        <w:t>Amsterdam</w:t>
      </w:r>
      <w:r w:rsidR="00F635DB">
        <w:t xml:space="preserve">, </w:t>
      </w:r>
      <w:r w:rsidRPr="009071AC">
        <w:t>et il ne tarda pas à s</w:t>
      </w:r>
      <w:r w:rsidR="00F635DB">
        <w:t>’</w:t>
      </w:r>
      <w:r w:rsidRPr="009071AC">
        <w:t>arrêter devant la gare</w:t>
      </w:r>
      <w:r w:rsidR="00F635DB">
        <w:t>.</w:t>
      </w:r>
    </w:p>
    <w:p w14:paraId="2567F7B7" w14:textId="77777777" w:rsidR="00F635DB" w:rsidRDefault="00855694" w:rsidP="00F635DB">
      <w:r w:rsidRPr="009071AC">
        <w:lastRenderedPageBreak/>
        <w:t>Ponctuelle observatrice des conventions arrêtées</w:t>
      </w:r>
      <w:r w:rsidR="00F635DB">
        <w:t xml:space="preserve">, </w:t>
      </w:r>
      <w:r w:rsidRPr="009071AC">
        <w:t>l</w:t>
      </w:r>
      <w:r w:rsidR="00F635DB">
        <w:t>’</w:t>
      </w:r>
      <w:r w:rsidRPr="009071AC">
        <w:t>héroïque femme fit porter ses malles au quai de la ligne de Londres</w:t>
      </w:r>
      <w:r w:rsidR="00F635DB">
        <w:t xml:space="preserve">, </w:t>
      </w:r>
      <w:r w:rsidRPr="009071AC">
        <w:t>déclara qu</w:t>
      </w:r>
      <w:r w:rsidR="00F635DB">
        <w:t>’</w:t>
      </w:r>
      <w:r w:rsidRPr="009071AC">
        <w:t>elle ne partirait que le lendemain</w:t>
      </w:r>
      <w:r w:rsidR="00F635DB">
        <w:t xml:space="preserve">, </w:t>
      </w:r>
      <w:r w:rsidRPr="009071AC">
        <w:t>et reçut d</w:t>
      </w:r>
      <w:r w:rsidR="00F635DB">
        <w:t>’</w:t>
      </w:r>
      <w:r w:rsidRPr="009071AC">
        <w:t>un employé un bulletin de dépôt</w:t>
      </w:r>
      <w:r w:rsidR="00F635DB">
        <w:t>.</w:t>
      </w:r>
    </w:p>
    <w:p w14:paraId="5820E63E" w14:textId="77777777" w:rsidR="00F635DB" w:rsidRDefault="00855694" w:rsidP="00F635DB">
      <w:r w:rsidRPr="009071AC">
        <w:t>Une vague inquiétude l</w:t>
      </w:r>
      <w:r w:rsidR="00F635DB">
        <w:t>’</w:t>
      </w:r>
      <w:r w:rsidRPr="009071AC">
        <w:t>obsédait</w:t>
      </w:r>
      <w:r w:rsidR="00F635DB">
        <w:t xml:space="preserve"> ; </w:t>
      </w:r>
      <w:r w:rsidRPr="009071AC">
        <w:t>elle observait le visage de tous les gens qui passaient</w:t>
      </w:r>
      <w:r w:rsidR="00F635DB">
        <w:t xml:space="preserve">, </w:t>
      </w:r>
      <w:r w:rsidRPr="009071AC">
        <w:t>sachant bien que le plus profond mystère seul assurait quelque chance de succès aux desseins de Pascal</w:t>
      </w:r>
      <w:r w:rsidR="00F635DB">
        <w:t xml:space="preserve">, </w:t>
      </w:r>
      <w:r w:rsidRPr="009071AC">
        <w:t>et redoutant des espions</w:t>
      </w:r>
      <w:r w:rsidR="00F635DB">
        <w:t>…</w:t>
      </w:r>
    </w:p>
    <w:p w14:paraId="51376A6C" w14:textId="77777777" w:rsidR="00F635DB" w:rsidRDefault="00855694" w:rsidP="00F635DB">
      <w:r w:rsidRPr="009071AC">
        <w:t>Mais elle ne vit pas une figure suspecte</w:t>
      </w:r>
      <w:r w:rsidR="00F635DB">
        <w:t xml:space="preserve">. </w:t>
      </w:r>
      <w:r w:rsidRPr="009071AC">
        <w:t>Seuls</w:t>
      </w:r>
      <w:r w:rsidR="00F635DB">
        <w:t xml:space="preserve">, </w:t>
      </w:r>
      <w:r w:rsidRPr="009071AC">
        <w:t>quelques Anglais</w:t>
      </w:r>
      <w:r w:rsidR="00F635DB">
        <w:t xml:space="preserve">, </w:t>
      </w:r>
      <w:r w:rsidRPr="009071AC">
        <w:t>ces étranges voyageurs</w:t>
      </w:r>
      <w:r w:rsidR="00F635DB">
        <w:t xml:space="preserve">, </w:t>
      </w:r>
      <w:r w:rsidRPr="009071AC">
        <w:t>si sottement prodigues et si ridiculement pingres tout à la fois</w:t>
      </w:r>
      <w:r w:rsidR="00F635DB">
        <w:t xml:space="preserve">, </w:t>
      </w:r>
      <w:r w:rsidRPr="009071AC">
        <w:t>marchandaient à grands cris les quatre sous de pourboire d</w:t>
      </w:r>
      <w:r w:rsidR="00F635DB">
        <w:t>’</w:t>
      </w:r>
      <w:r w:rsidRPr="009071AC">
        <w:t>un pauvre facteur</w:t>
      </w:r>
      <w:r w:rsidR="00F635DB">
        <w:t>.</w:t>
      </w:r>
    </w:p>
    <w:p w14:paraId="0873EC82" w14:textId="40C91ED0" w:rsidR="00F635DB" w:rsidRDefault="00855694" w:rsidP="00F635DB">
      <w:r w:rsidRPr="009071AC">
        <w:t>À demi rassurée</w:t>
      </w:r>
      <w:r w:rsidR="00F635DB">
        <w:t>, M</w:t>
      </w:r>
      <w:r w:rsidR="00F635DB" w:rsidRPr="00F635DB">
        <w:rPr>
          <w:vertAlign w:val="superscript"/>
        </w:rPr>
        <w:t>me</w:t>
      </w:r>
      <w:r w:rsidR="00F635DB">
        <w:t> </w:t>
      </w:r>
      <w:proofErr w:type="spellStart"/>
      <w:r w:rsidRPr="009071AC">
        <w:t>Férailleur</w:t>
      </w:r>
      <w:proofErr w:type="spellEnd"/>
      <w:r w:rsidRPr="009071AC">
        <w:t xml:space="preserve"> traversa rapidement le grand vestibule de l</w:t>
      </w:r>
      <w:r w:rsidR="00F635DB">
        <w:t>’</w:t>
      </w:r>
      <w:r w:rsidRPr="009071AC">
        <w:t>Horloge et gravit l</w:t>
      </w:r>
      <w:r w:rsidR="00F635DB">
        <w:t>’</w:t>
      </w:r>
      <w:r w:rsidRPr="009071AC">
        <w:t>escalier qui conduit à l</w:t>
      </w:r>
      <w:r w:rsidR="00F635DB">
        <w:t>’</w:t>
      </w:r>
      <w:r w:rsidRPr="009071AC">
        <w:t>immense salle des Pas-Perdus des lignes de banlieue</w:t>
      </w:r>
      <w:r w:rsidR="00F635DB">
        <w:t>.</w:t>
      </w:r>
    </w:p>
    <w:p w14:paraId="0723C1A1" w14:textId="77777777" w:rsidR="00F635DB" w:rsidRDefault="00855694" w:rsidP="00F635DB">
      <w:r w:rsidRPr="009071AC">
        <w:t>C</w:t>
      </w:r>
      <w:r w:rsidR="00F635DB">
        <w:t>’</w:t>
      </w:r>
      <w:r w:rsidRPr="009071AC">
        <w:t>est dans cette salle que Pascal lui avait donné rendez-vous</w:t>
      </w:r>
      <w:r w:rsidR="00F635DB">
        <w:t xml:space="preserve"> ; </w:t>
      </w:r>
      <w:r w:rsidRPr="009071AC">
        <w:t>mais elle eut beau promener son regard de tous côtés</w:t>
      </w:r>
      <w:r w:rsidR="00F635DB">
        <w:t xml:space="preserve">, </w:t>
      </w:r>
      <w:r w:rsidRPr="009071AC">
        <w:t>elle ne l</w:t>
      </w:r>
      <w:r w:rsidR="00F635DB">
        <w:t>’</w:t>
      </w:r>
      <w:r w:rsidRPr="009071AC">
        <w:t>aperçut pas</w:t>
      </w:r>
      <w:r w:rsidR="00F635DB">
        <w:t xml:space="preserve">. </w:t>
      </w:r>
      <w:r w:rsidRPr="009071AC">
        <w:t>Ce retard ne l</w:t>
      </w:r>
      <w:r w:rsidR="00F635DB">
        <w:t>’</w:t>
      </w:r>
      <w:r w:rsidRPr="009071AC">
        <w:t>inquiéta pas trop</w:t>
      </w:r>
      <w:r w:rsidR="00F635DB">
        <w:t xml:space="preserve">. </w:t>
      </w:r>
      <w:r w:rsidRPr="009071AC">
        <w:t>Il n</w:t>
      </w:r>
      <w:r w:rsidR="00F635DB">
        <w:t>’</w:t>
      </w:r>
      <w:r w:rsidRPr="009071AC">
        <w:t>y avait rien de surprenant à ce que Pascal n</w:t>
      </w:r>
      <w:r w:rsidR="00F635DB">
        <w:t>’</w:t>
      </w:r>
      <w:r w:rsidRPr="009071AC">
        <w:t>eût pu terminer encore tout ce qu</w:t>
      </w:r>
      <w:r w:rsidR="00F635DB">
        <w:t>’</w:t>
      </w:r>
      <w:r w:rsidRPr="009071AC">
        <w:t>il avait à faire</w:t>
      </w:r>
      <w:r w:rsidR="00F635DB">
        <w:t>.</w:t>
      </w:r>
    </w:p>
    <w:p w14:paraId="6ED8A0E0" w14:textId="77777777" w:rsidR="00F635DB" w:rsidRDefault="00855694" w:rsidP="00F635DB">
      <w:r w:rsidRPr="009071AC">
        <w:t>Épuisée de lassitude</w:t>
      </w:r>
      <w:r w:rsidR="00F635DB">
        <w:t xml:space="preserve">, </w:t>
      </w:r>
      <w:r w:rsidRPr="009071AC">
        <w:t>elle s</w:t>
      </w:r>
      <w:r w:rsidR="00F635DB">
        <w:t>’</w:t>
      </w:r>
      <w:r w:rsidRPr="009071AC">
        <w:t>était assise sur un banc</w:t>
      </w:r>
      <w:r w:rsidR="00F635DB">
        <w:t xml:space="preserve">, </w:t>
      </w:r>
      <w:r w:rsidRPr="009071AC">
        <w:t>le plus dans l</w:t>
      </w:r>
      <w:r w:rsidR="00F635DB">
        <w:t>’</w:t>
      </w:r>
      <w:r w:rsidRPr="009071AC">
        <w:t>ombre qu</w:t>
      </w:r>
      <w:r w:rsidR="00F635DB">
        <w:t>’</w:t>
      </w:r>
      <w:r w:rsidRPr="009071AC">
        <w:t>il lui avait été possible</w:t>
      </w:r>
      <w:r w:rsidR="00F635DB">
        <w:t xml:space="preserve">, </w:t>
      </w:r>
      <w:r w:rsidRPr="009071AC">
        <w:t>et elle suivait d</w:t>
      </w:r>
      <w:r w:rsidR="00F635DB">
        <w:t>’</w:t>
      </w:r>
      <w:r w:rsidRPr="009071AC">
        <w:t>un œil morne la foule incessamment renouvelée</w:t>
      </w:r>
      <w:r w:rsidR="00F635DB">
        <w:t xml:space="preserve">, </w:t>
      </w:r>
      <w:r w:rsidRPr="009071AC">
        <w:t>quand un homme</w:t>
      </w:r>
      <w:r w:rsidR="00F635DB">
        <w:t xml:space="preserve">, </w:t>
      </w:r>
      <w:r w:rsidRPr="009071AC">
        <w:t>en s</w:t>
      </w:r>
      <w:r w:rsidR="00F635DB">
        <w:t>’</w:t>
      </w:r>
      <w:r w:rsidRPr="009071AC">
        <w:t>arrêtant brusquement devant elle</w:t>
      </w:r>
      <w:r w:rsidR="00F635DB">
        <w:t xml:space="preserve">, </w:t>
      </w:r>
      <w:r w:rsidRPr="009071AC">
        <w:t>la fit tressaillir</w:t>
      </w:r>
      <w:r w:rsidR="00F635DB">
        <w:t>…</w:t>
      </w:r>
    </w:p>
    <w:p w14:paraId="3659F69A" w14:textId="77777777" w:rsidR="00F635DB" w:rsidRDefault="00855694" w:rsidP="00F635DB">
      <w:r w:rsidRPr="009071AC">
        <w:t>Cet homme</w:t>
      </w:r>
      <w:r w:rsidR="00F635DB">
        <w:t xml:space="preserve">, </w:t>
      </w:r>
      <w:r w:rsidRPr="009071AC">
        <w:t>c</w:t>
      </w:r>
      <w:r w:rsidR="00F635DB">
        <w:t>’</w:t>
      </w:r>
      <w:r w:rsidRPr="009071AC">
        <w:t>était Pascal</w:t>
      </w:r>
      <w:r w:rsidR="00F635DB">
        <w:t xml:space="preserve">, </w:t>
      </w:r>
      <w:r w:rsidRPr="009071AC">
        <w:t>cependant</w:t>
      </w:r>
      <w:r w:rsidR="00F635DB">
        <w:t xml:space="preserve">… </w:t>
      </w:r>
      <w:r w:rsidRPr="009071AC">
        <w:t>Mais il avait fait couper ses cheveux et sa barbe</w:t>
      </w:r>
      <w:r w:rsidR="00F635DB">
        <w:t>.</w:t>
      </w:r>
    </w:p>
    <w:p w14:paraId="69FFF9B8" w14:textId="77777777" w:rsidR="00F635DB" w:rsidRDefault="00855694" w:rsidP="00F635DB">
      <w:r w:rsidRPr="009071AC">
        <w:t>Et ainsi tondu</w:t>
      </w:r>
      <w:r w:rsidR="00F635DB">
        <w:t xml:space="preserve">, </w:t>
      </w:r>
      <w:r w:rsidRPr="009071AC">
        <w:t>avec son visage glabre</w:t>
      </w:r>
      <w:r w:rsidR="00F635DB">
        <w:t xml:space="preserve">, </w:t>
      </w:r>
      <w:r w:rsidRPr="009071AC">
        <w:t>un foulard brun remplaçant sa cravate de mousseline blanche</w:t>
      </w:r>
      <w:r w:rsidR="00F635DB">
        <w:t xml:space="preserve">, </w:t>
      </w:r>
      <w:r w:rsidRPr="009071AC">
        <w:t>il était changé à ce point que sa mère</w:t>
      </w:r>
      <w:r w:rsidR="00F635DB">
        <w:t xml:space="preserve">, </w:t>
      </w:r>
      <w:r w:rsidRPr="009071AC">
        <w:t>tout d</w:t>
      </w:r>
      <w:r w:rsidR="00F635DB">
        <w:t>’</w:t>
      </w:r>
      <w:r w:rsidRPr="009071AC">
        <w:t>abord</w:t>
      </w:r>
      <w:r w:rsidR="00F635DB">
        <w:t xml:space="preserve">, </w:t>
      </w:r>
      <w:r w:rsidRPr="009071AC">
        <w:t>ne l</w:t>
      </w:r>
      <w:r w:rsidR="00F635DB">
        <w:t>’</w:t>
      </w:r>
      <w:r w:rsidRPr="009071AC">
        <w:t>avait point reconnu</w:t>
      </w:r>
      <w:r w:rsidR="00F635DB">
        <w:t>.</w:t>
      </w:r>
    </w:p>
    <w:p w14:paraId="79DAECA0" w14:textId="4B111830" w:rsidR="00F635DB" w:rsidRDefault="00F635DB" w:rsidP="00F635DB">
      <w:r>
        <w:lastRenderedPageBreak/>
        <w:t>— </w:t>
      </w:r>
      <w:r w:rsidR="00855694" w:rsidRPr="009071AC">
        <w:t>Eh bien</w:t>
      </w:r>
      <w:r>
        <w:t xml:space="preserve"> !… </w:t>
      </w:r>
      <w:r w:rsidR="00855694" w:rsidRPr="009071AC">
        <w:t xml:space="preserve">demanda </w:t>
      </w:r>
      <w:r>
        <w:t>M</w:t>
      </w:r>
      <w:r w:rsidRPr="00F635DB">
        <w:rPr>
          <w:vertAlign w:val="superscript"/>
        </w:rPr>
        <w:t>me</w:t>
      </w:r>
      <w:r>
        <w:t> </w:t>
      </w:r>
      <w:proofErr w:type="spellStart"/>
      <w:r w:rsidR="00855694" w:rsidRPr="009071AC">
        <w:t>Férailleur</w:t>
      </w:r>
      <w:proofErr w:type="spellEnd"/>
      <w:r>
        <w:t>.</w:t>
      </w:r>
    </w:p>
    <w:p w14:paraId="52B2C9A4" w14:textId="77777777" w:rsidR="00F635DB" w:rsidRDefault="00F635DB" w:rsidP="00F635DB">
      <w:r>
        <w:t>— </w:t>
      </w:r>
      <w:r w:rsidR="00855694" w:rsidRPr="009071AC">
        <w:t>J</w:t>
      </w:r>
      <w:r>
        <w:t>’</w:t>
      </w:r>
      <w:r w:rsidR="00855694" w:rsidRPr="009071AC">
        <w:t>ai trouvé</w:t>
      </w:r>
      <w:r>
        <w:t xml:space="preserve">… </w:t>
      </w:r>
      <w:r w:rsidR="00855694" w:rsidRPr="009071AC">
        <w:t>Nous avons un logement tel que je le souhaitais</w:t>
      </w:r>
      <w:r>
        <w:t>.</w:t>
      </w:r>
    </w:p>
    <w:p w14:paraId="6D8DB7AA" w14:textId="77777777" w:rsidR="00F635DB" w:rsidRDefault="00F635DB" w:rsidP="00F635DB">
      <w:r>
        <w:t>— </w:t>
      </w:r>
      <w:r w:rsidR="00855694" w:rsidRPr="009071AC">
        <w:t>Où</w:t>
      </w:r>
      <w:r>
        <w:t> ?…</w:t>
      </w:r>
    </w:p>
    <w:p w14:paraId="59DAC60C" w14:textId="77777777" w:rsidR="00F635DB" w:rsidRDefault="00F635DB" w:rsidP="00F635DB">
      <w:r>
        <w:t>— </w:t>
      </w:r>
      <w:r w:rsidR="00855694" w:rsidRPr="009071AC">
        <w:t>Ah</w:t>
      </w:r>
      <w:r>
        <w:t xml:space="preserve"> !… </w:t>
      </w:r>
      <w:r w:rsidR="00855694" w:rsidRPr="009071AC">
        <w:t>bien loin</w:t>
      </w:r>
      <w:r>
        <w:t xml:space="preserve">, </w:t>
      </w:r>
      <w:r w:rsidR="00855694" w:rsidRPr="009071AC">
        <w:t>pauvre mère</w:t>
      </w:r>
      <w:r>
        <w:t xml:space="preserve">… </w:t>
      </w:r>
      <w:r w:rsidR="00855694" w:rsidRPr="009071AC">
        <w:t>à mille lieues de tous les gens que nous avons aimés et connus</w:t>
      </w:r>
      <w:r>
        <w:t xml:space="preserve">… </w:t>
      </w:r>
      <w:r w:rsidR="00855694" w:rsidRPr="009071AC">
        <w:t>dans un quartier désert</w:t>
      </w:r>
      <w:r>
        <w:t xml:space="preserve">, </w:t>
      </w:r>
      <w:r w:rsidR="00855694" w:rsidRPr="009071AC">
        <w:t>sur la route de la Révolte</w:t>
      </w:r>
      <w:r>
        <w:t xml:space="preserve">, </w:t>
      </w:r>
      <w:r w:rsidR="00855694" w:rsidRPr="009071AC">
        <w:t>presque à l</w:t>
      </w:r>
      <w:r>
        <w:t>’</w:t>
      </w:r>
      <w:r w:rsidR="00855694" w:rsidRPr="009071AC">
        <w:t>endroit où elle coupe la route d</w:t>
      </w:r>
      <w:r>
        <w:t>’</w:t>
      </w:r>
      <w:r w:rsidR="00855694" w:rsidRPr="009071AC">
        <w:t>Asnières</w:t>
      </w:r>
      <w:r>
        <w:t xml:space="preserve">… </w:t>
      </w:r>
      <w:r w:rsidR="00855694" w:rsidRPr="009071AC">
        <w:t>Tu y seras bien mal</w:t>
      </w:r>
      <w:r>
        <w:t xml:space="preserve">, </w:t>
      </w:r>
      <w:r w:rsidR="00855694" w:rsidRPr="009071AC">
        <w:t>sans doute</w:t>
      </w:r>
      <w:r>
        <w:t xml:space="preserve">, </w:t>
      </w:r>
      <w:r w:rsidR="00855694" w:rsidRPr="009071AC">
        <w:t>mais tu auras la jouissance d</w:t>
      </w:r>
      <w:r>
        <w:t>’</w:t>
      </w:r>
      <w:r w:rsidR="00855694" w:rsidRPr="009071AC">
        <w:t>un petit jardinet</w:t>
      </w:r>
      <w:r>
        <w:t>…</w:t>
      </w:r>
    </w:p>
    <w:p w14:paraId="6B7C0677" w14:textId="77777777" w:rsidR="00F635DB" w:rsidRDefault="00855694" w:rsidP="00F635DB">
      <w:r w:rsidRPr="009071AC">
        <w:t>Elle se leva</w:t>
      </w:r>
      <w:r w:rsidR="00F635DB">
        <w:t xml:space="preserve">, </w:t>
      </w:r>
      <w:r w:rsidRPr="009071AC">
        <w:t>rassemblant toute son énergie</w:t>
      </w:r>
      <w:r w:rsidR="00F635DB">
        <w:t> :</w:t>
      </w:r>
    </w:p>
    <w:p w14:paraId="77DA49C6" w14:textId="77777777" w:rsidR="00F635DB" w:rsidRDefault="00F635DB" w:rsidP="00F635DB">
      <w:r>
        <w:t>— </w:t>
      </w:r>
      <w:r w:rsidR="00855694" w:rsidRPr="009071AC">
        <w:t>Qu</w:t>
      </w:r>
      <w:r>
        <w:t>’</w:t>
      </w:r>
      <w:r w:rsidR="00855694" w:rsidRPr="009071AC">
        <w:t>importe le logis</w:t>
      </w:r>
      <w:r>
        <w:t xml:space="preserve"> ! </w:t>
      </w:r>
      <w:r w:rsidR="00855694" w:rsidRPr="009071AC">
        <w:t>interrompit-elle</w:t>
      </w:r>
      <w:r>
        <w:t xml:space="preserve">, </w:t>
      </w:r>
      <w:r w:rsidR="00855694" w:rsidRPr="009071AC">
        <w:t>avec une gaieté un peu forcée</w:t>
      </w:r>
      <w:r>
        <w:t xml:space="preserve">, </w:t>
      </w:r>
      <w:r w:rsidR="00855694" w:rsidRPr="009071AC">
        <w:t>j</w:t>
      </w:r>
      <w:r>
        <w:t>’</w:t>
      </w:r>
      <w:r w:rsidR="00855694" w:rsidRPr="009071AC">
        <w:t>espère bien que nous n</w:t>
      </w:r>
      <w:r>
        <w:t>’</w:t>
      </w:r>
      <w:r w:rsidR="00855694" w:rsidRPr="009071AC">
        <w:t>y serons pas longtemps</w:t>
      </w:r>
      <w:r>
        <w:t>…</w:t>
      </w:r>
    </w:p>
    <w:p w14:paraId="08EF90B1" w14:textId="77777777" w:rsidR="00F635DB" w:rsidRDefault="00855694" w:rsidP="00F635DB">
      <w:r w:rsidRPr="009071AC">
        <w:t>Mais lui</w:t>
      </w:r>
      <w:r w:rsidR="00F635DB">
        <w:t xml:space="preserve">, </w:t>
      </w:r>
      <w:r w:rsidRPr="009071AC">
        <w:t>comme s</w:t>
      </w:r>
      <w:r w:rsidR="00F635DB">
        <w:t>’</w:t>
      </w:r>
      <w:r w:rsidRPr="009071AC">
        <w:t>il eût été bien loin de partager cet espoir</w:t>
      </w:r>
      <w:r w:rsidR="00F635DB">
        <w:t xml:space="preserve">, </w:t>
      </w:r>
      <w:r w:rsidRPr="009071AC">
        <w:t>restait silencieux et morne</w:t>
      </w:r>
      <w:r w:rsidR="00F635DB">
        <w:t xml:space="preserve">. </w:t>
      </w:r>
      <w:r w:rsidRPr="009071AC">
        <w:t>Et sa mère lut dans ses yeux</w:t>
      </w:r>
      <w:r w:rsidR="00F635DB">
        <w:t xml:space="preserve">, </w:t>
      </w:r>
      <w:r w:rsidRPr="009071AC">
        <w:t>dont elle connaissait si bien l</w:t>
      </w:r>
      <w:r w:rsidR="00F635DB">
        <w:t>’</w:t>
      </w:r>
      <w:r w:rsidRPr="009071AC">
        <w:t>expression</w:t>
      </w:r>
      <w:r w:rsidR="00F635DB">
        <w:t xml:space="preserve">, </w:t>
      </w:r>
      <w:r w:rsidRPr="009071AC">
        <w:t>qu</w:t>
      </w:r>
      <w:r w:rsidR="00F635DB">
        <w:t>’</w:t>
      </w:r>
      <w:r w:rsidRPr="009071AC">
        <w:t>une anxiété nouvelle s</w:t>
      </w:r>
      <w:r w:rsidR="00F635DB">
        <w:t>’</w:t>
      </w:r>
      <w:r w:rsidRPr="009071AC">
        <w:t>était ajoutée à toutes ses angoisses</w:t>
      </w:r>
      <w:r w:rsidR="00F635DB">
        <w:t>.</w:t>
      </w:r>
    </w:p>
    <w:p w14:paraId="1AB31B34" w14:textId="77777777" w:rsidR="00F635DB" w:rsidRDefault="00F635DB" w:rsidP="00F635DB">
      <w:r>
        <w:t>— </w:t>
      </w:r>
      <w:r w:rsidR="00855694" w:rsidRPr="009071AC">
        <w:t>Qu</w:t>
      </w:r>
      <w:r>
        <w:t>’</w:t>
      </w:r>
      <w:r w:rsidR="00855694" w:rsidRPr="009071AC">
        <w:t>as-tu</w:t>
      </w:r>
      <w:r>
        <w:t xml:space="preserve"> ? </w:t>
      </w:r>
      <w:r w:rsidR="00855694" w:rsidRPr="009071AC">
        <w:t>demanda-t-elle</w:t>
      </w:r>
      <w:r>
        <w:t xml:space="preserve">, </w:t>
      </w:r>
      <w:r w:rsidR="00855694" w:rsidRPr="009071AC">
        <w:t>incapable de maîtriser son inquiétude</w:t>
      </w:r>
      <w:r>
        <w:t xml:space="preserve">, </w:t>
      </w:r>
      <w:r w:rsidR="00855694" w:rsidRPr="009071AC">
        <w:t>qu</w:t>
      </w:r>
      <w:r>
        <w:t>’</w:t>
      </w:r>
      <w:r w:rsidR="00855694" w:rsidRPr="009071AC">
        <w:t>est-il arrivé</w:t>
      </w:r>
      <w:r>
        <w:t> ?…</w:t>
      </w:r>
    </w:p>
    <w:p w14:paraId="539637E5" w14:textId="77777777" w:rsidR="00F635DB" w:rsidRDefault="00F635DB" w:rsidP="00F635DB">
      <w:r>
        <w:t>— </w:t>
      </w:r>
      <w:r w:rsidR="00855694" w:rsidRPr="009071AC">
        <w:t>Ah</w:t>
      </w:r>
      <w:r>
        <w:t xml:space="preserve"> !… </w:t>
      </w:r>
      <w:r w:rsidR="00855694" w:rsidRPr="009071AC">
        <w:t>un grand malheur</w:t>
      </w:r>
      <w:r>
        <w:t>.</w:t>
      </w:r>
    </w:p>
    <w:p w14:paraId="0F6ECC6E" w14:textId="77777777" w:rsidR="00F635DB" w:rsidRDefault="00F635DB" w:rsidP="00F635DB">
      <w:r>
        <w:t>— </w:t>
      </w:r>
      <w:r w:rsidR="00855694" w:rsidRPr="009071AC">
        <w:t>Quoi encore</w:t>
      </w:r>
      <w:r>
        <w:t xml:space="preserve">, </w:t>
      </w:r>
      <w:r w:rsidR="00855694" w:rsidRPr="009071AC">
        <w:t>mon Dieu</w:t>
      </w:r>
      <w:r>
        <w:t> ?</w:t>
      </w:r>
    </w:p>
    <w:p w14:paraId="6A03A592" w14:textId="06F39F88" w:rsidR="00F635DB" w:rsidRDefault="00F635DB" w:rsidP="00F635DB">
      <w:r>
        <w:t>— </w:t>
      </w:r>
      <w:r w:rsidR="00855694" w:rsidRPr="009071AC">
        <w:t>Je suis allé rue de Courcelles</w:t>
      </w:r>
      <w:r>
        <w:t xml:space="preserve"> ; </w:t>
      </w:r>
      <w:r w:rsidR="00855694" w:rsidRPr="009071AC">
        <w:t>j</w:t>
      </w:r>
      <w:r>
        <w:t>’</w:t>
      </w:r>
      <w:r w:rsidR="00855694" w:rsidRPr="009071AC">
        <w:t xml:space="preserve">ai parlé à </w:t>
      </w:r>
      <w:r>
        <w:t>M</w:t>
      </w:r>
      <w:r w:rsidRPr="00F635DB">
        <w:rPr>
          <w:vertAlign w:val="superscript"/>
        </w:rPr>
        <w:t>me</w:t>
      </w:r>
      <w:r>
        <w:t> </w:t>
      </w:r>
      <w:r w:rsidR="00855694" w:rsidRPr="009071AC">
        <w:t>Léon</w:t>
      </w:r>
      <w:r>
        <w:t>…</w:t>
      </w:r>
    </w:p>
    <w:p w14:paraId="2A4323D0" w14:textId="77777777" w:rsidR="00F635DB" w:rsidRDefault="00F635DB" w:rsidP="00F635DB">
      <w:r>
        <w:t>— </w:t>
      </w:r>
      <w:r w:rsidR="00855694" w:rsidRPr="009071AC">
        <w:t>Que t</w:t>
      </w:r>
      <w:r>
        <w:t>’</w:t>
      </w:r>
      <w:r w:rsidR="00855694" w:rsidRPr="009071AC">
        <w:t>a-t-elle dit</w:t>
      </w:r>
      <w:r>
        <w:t> ?</w:t>
      </w:r>
    </w:p>
    <w:p w14:paraId="5D070860" w14:textId="77777777" w:rsidR="00F635DB" w:rsidRDefault="00F635DB" w:rsidP="00F635DB">
      <w:r>
        <w:t>— </w:t>
      </w:r>
      <w:r w:rsidR="00855694" w:rsidRPr="009071AC">
        <w:t xml:space="preserve">Le comte de </w:t>
      </w:r>
      <w:proofErr w:type="spellStart"/>
      <w:r w:rsidR="00855694" w:rsidRPr="009071AC">
        <w:t>Chalusse</w:t>
      </w:r>
      <w:proofErr w:type="spellEnd"/>
      <w:r w:rsidR="00855694" w:rsidRPr="009071AC">
        <w:t xml:space="preserve"> est mort ce matin</w:t>
      </w:r>
      <w:r>
        <w:t>…</w:t>
      </w:r>
    </w:p>
    <w:p w14:paraId="362826B3" w14:textId="4B373EEC"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respira</w:t>
      </w:r>
      <w:r>
        <w:t>.</w:t>
      </w:r>
    </w:p>
    <w:p w14:paraId="5F1DEF0B" w14:textId="77777777" w:rsidR="00F635DB" w:rsidRDefault="00855694" w:rsidP="00F635DB">
      <w:r w:rsidRPr="009071AC">
        <w:lastRenderedPageBreak/>
        <w:t>Assurément elle s</w:t>
      </w:r>
      <w:r w:rsidR="00F635DB">
        <w:t>’</w:t>
      </w:r>
      <w:r w:rsidRPr="009071AC">
        <w:t>attendait à tout autre chose</w:t>
      </w:r>
      <w:r w:rsidR="00F635DB">
        <w:t xml:space="preserve">, </w:t>
      </w:r>
      <w:r w:rsidRPr="009071AC">
        <w:t>et en quoi cette mort était un désastre</w:t>
      </w:r>
      <w:r w:rsidR="00F635DB">
        <w:t xml:space="preserve">, </w:t>
      </w:r>
      <w:r w:rsidRPr="009071AC">
        <w:t>elle ne le concevait pas</w:t>
      </w:r>
      <w:r w:rsidR="00F635DB">
        <w:t xml:space="preserve">. </w:t>
      </w:r>
      <w:r w:rsidRPr="009071AC">
        <w:t>Ce qu</w:t>
      </w:r>
      <w:r w:rsidR="00F635DB">
        <w:t>’</w:t>
      </w:r>
      <w:r w:rsidRPr="009071AC">
        <w:t>elle comprenait fort bien</w:t>
      </w:r>
      <w:r w:rsidR="00F635DB">
        <w:t xml:space="preserve">, </w:t>
      </w:r>
      <w:r w:rsidRPr="009071AC">
        <w:t>par exemple</w:t>
      </w:r>
      <w:r w:rsidR="00F635DB">
        <w:t xml:space="preserve">, </w:t>
      </w:r>
      <w:r w:rsidRPr="009071AC">
        <w:t>c</w:t>
      </w:r>
      <w:r w:rsidR="00F635DB">
        <w:t>’</w:t>
      </w:r>
      <w:r w:rsidRPr="009071AC">
        <w:t>est que cette conversation</w:t>
      </w:r>
      <w:r w:rsidR="00F635DB">
        <w:t xml:space="preserve">, </w:t>
      </w:r>
      <w:r w:rsidRPr="009071AC">
        <w:t>debout</w:t>
      </w:r>
      <w:r w:rsidR="00F635DB">
        <w:t xml:space="preserve">, </w:t>
      </w:r>
      <w:r w:rsidRPr="009071AC">
        <w:t>dans cette salle où passaient cent personnes par minute</w:t>
      </w:r>
      <w:r w:rsidR="00F635DB">
        <w:t xml:space="preserve">, </w:t>
      </w:r>
      <w:r w:rsidRPr="009071AC">
        <w:t>était une insigne imprudence et constituait un véritable danger</w:t>
      </w:r>
      <w:r w:rsidR="00F635DB">
        <w:t>.</w:t>
      </w:r>
    </w:p>
    <w:p w14:paraId="328BC765" w14:textId="77777777" w:rsidR="00F635DB" w:rsidRDefault="00855694" w:rsidP="00F635DB">
      <w:r w:rsidRPr="009071AC">
        <w:t>Elle prit donc le bras de son fils</w:t>
      </w:r>
      <w:r w:rsidR="00F635DB">
        <w:t xml:space="preserve">, </w:t>
      </w:r>
      <w:r w:rsidRPr="009071AC">
        <w:t>et l</w:t>
      </w:r>
      <w:r w:rsidR="00F635DB">
        <w:t>’</w:t>
      </w:r>
      <w:r w:rsidRPr="009071AC">
        <w:t>entraîna en disant</w:t>
      </w:r>
      <w:r w:rsidR="00F635DB">
        <w:t> :</w:t>
      </w:r>
    </w:p>
    <w:p w14:paraId="72F42564" w14:textId="77777777" w:rsidR="00F635DB" w:rsidRDefault="00F635DB" w:rsidP="00F635DB">
      <w:r>
        <w:t>— </w:t>
      </w:r>
      <w:r w:rsidR="00855694" w:rsidRPr="009071AC">
        <w:t>Viens</w:t>
      </w:r>
      <w:r>
        <w:t xml:space="preserve">, </w:t>
      </w:r>
      <w:r w:rsidR="00855694" w:rsidRPr="009071AC">
        <w:t>sortons</w:t>
      </w:r>
      <w:r>
        <w:t>…</w:t>
      </w:r>
    </w:p>
    <w:p w14:paraId="35AAA3B1" w14:textId="77777777" w:rsidR="00F635DB" w:rsidRDefault="00855694" w:rsidP="00F635DB">
      <w:r w:rsidRPr="009071AC">
        <w:t>Pascal avait gardé la voiture qui lui avait servi pour ses courses de la soirée</w:t>
      </w:r>
      <w:r w:rsidR="00F635DB">
        <w:t xml:space="preserve"> ; </w:t>
      </w:r>
      <w:r w:rsidRPr="009071AC">
        <w:t>il y fit monter sa mère et monta lui-même</w:t>
      </w:r>
      <w:r w:rsidR="00F635DB">
        <w:t xml:space="preserve">, </w:t>
      </w:r>
      <w:r w:rsidRPr="009071AC">
        <w:t>après avoir donné l</w:t>
      </w:r>
      <w:r w:rsidR="00F635DB">
        <w:t>’</w:t>
      </w:r>
      <w:r w:rsidRPr="009071AC">
        <w:t>adresse de sa nouvelle demeure</w:t>
      </w:r>
      <w:r w:rsidR="00F635DB">
        <w:t>.</w:t>
      </w:r>
    </w:p>
    <w:p w14:paraId="0956043F" w14:textId="6F9164A1" w:rsidR="00F635DB" w:rsidRDefault="00F635DB" w:rsidP="00F635DB">
      <w:r>
        <w:t>— </w:t>
      </w:r>
      <w:r w:rsidR="00855694" w:rsidRPr="009071AC">
        <w:t>Parle</w:t>
      </w:r>
      <w:r>
        <w:t xml:space="preserve">, </w:t>
      </w:r>
      <w:r w:rsidR="00855694" w:rsidRPr="009071AC">
        <w:t>maintenant</w:t>
      </w:r>
      <w:r>
        <w:t xml:space="preserve">, </w:t>
      </w:r>
      <w:r w:rsidR="00855694" w:rsidRPr="009071AC">
        <w:t xml:space="preserve">dit </w:t>
      </w:r>
      <w:r>
        <w:t>M</w:t>
      </w:r>
      <w:r w:rsidRPr="00F635DB">
        <w:rPr>
          <w:vertAlign w:val="superscript"/>
        </w:rPr>
        <w:t>me</w:t>
      </w:r>
      <w:r>
        <w:t> </w:t>
      </w:r>
      <w:proofErr w:type="spellStart"/>
      <w:r w:rsidR="00855694" w:rsidRPr="009071AC">
        <w:t>Férailleur</w:t>
      </w:r>
      <w:proofErr w:type="spellEnd"/>
      <w:r>
        <w:t xml:space="preserve">, </w:t>
      </w:r>
      <w:r w:rsidR="00855694" w:rsidRPr="009071AC">
        <w:t>après que le cocher eut fouetté ses chevaux</w:t>
      </w:r>
      <w:r>
        <w:t>.</w:t>
      </w:r>
    </w:p>
    <w:p w14:paraId="0F00622F" w14:textId="77777777" w:rsidR="00F635DB" w:rsidRDefault="00855694" w:rsidP="00F635DB">
      <w:r w:rsidRPr="009071AC">
        <w:t>Le malheureux était en un de ces moments d</w:t>
      </w:r>
      <w:r w:rsidR="00F635DB">
        <w:t>’</w:t>
      </w:r>
      <w:r w:rsidRPr="009071AC">
        <w:t>agonie morale et de défaillance de la pensée</w:t>
      </w:r>
      <w:r w:rsidR="00F635DB">
        <w:t xml:space="preserve">, </w:t>
      </w:r>
      <w:r w:rsidRPr="009071AC">
        <w:t>où parler est un véritable supplice</w:t>
      </w:r>
      <w:r w:rsidR="00F635DB">
        <w:t>…</w:t>
      </w:r>
    </w:p>
    <w:p w14:paraId="0B2941EB" w14:textId="77777777" w:rsidR="00F635DB" w:rsidRDefault="00855694" w:rsidP="00F635DB">
      <w:r w:rsidRPr="009071AC">
        <w:t>Mais il ne voulait pas inquiéter sa mère</w:t>
      </w:r>
      <w:r w:rsidR="00F635DB">
        <w:t xml:space="preserve">, </w:t>
      </w:r>
      <w:r w:rsidRPr="009071AC">
        <w:t>ni quelle pût le soupçonner de manquer de fermeté</w:t>
      </w:r>
      <w:r w:rsidR="00F635DB">
        <w:t xml:space="preserve">… </w:t>
      </w:r>
      <w:r w:rsidRPr="009071AC">
        <w:t>D</w:t>
      </w:r>
      <w:r w:rsidR="00F635DB">
        <w:t>’</w:t>
      </w:r>
      <w:r w:rsidRPr="009071AC">
        <w:t>un effort violent</w:t>
      </w:r>
      <w:r w:rsidR="00F635DB">
        <w:t xml:space="preserve">, </w:t>
      </w:r>
      <w:r w:rsidRPr="009071AC">
        <w:t>il secoua la torpeur qui l</w:t>
      </w:r>
      <w:r w:rsidR="00F635DB">
        <w:t>’</w:t>
      </w:r>
      <w:r w:rsidRPr="009071AC">
        <w:t>envahissait</w:t>
      </w:r>
      <w:r w:rsidR="00F635DB">
        <w:t xml:space="preserve">, </w:t>
      </w:r>
      <w:r w:rsidRPr="009071AC">
        <w:t>et d</w:t>
      </w:r>
      <w:r w:rsidR="00F635DB">
        <w:t>’</w:t>
      </w:r>
      <w:r w:rsidRPr="009071AC">
        <w:t>une voix assez élevée pour dominer le bruit des roues</w:t>
      </w:r>
      <w:r w:rsidR="00F635DB">
        <w:t> :</w:t>
      </w:r>
    </w:p>
    <w:p w14:paraId="50535A43" w14:textId="77777777" w:rsidR="00F635DB" w:rsidRDefault="00F635DB" w:rsidP="00F635DB">
      <w:r>
        <w:t>— </w:t>
      </w:r>
      <w:r w:rsidR="00855694" w:rsidRPr="009071AC">
        <w:t>Voici</w:t>
      </w:r>
      <w:r>
        <w:t xml:space="preserve">, </w:t>
      </w:r>
      <w:r w:rsidR="00855694" w:rsidRPr="009071AC">
        <w:t>mère</w:t>
      </w:r>
      <w:r>
        <w:t xml:space="preserve">, </w:t>
      </w:r>
      <w:r w:rsidR="00855694" w:rsidRPr="009071AC">
        <w:t>commença-t-il</w:t>
      </w:r>
      <w:r>
        <w:t xml:space="preserve">, </w:t>
      </w:r>
      <w:r w:rsidR="00855694" w:rsidRPr="009071AC">
        <w:t>l</w:t>
      </w:r>
      <w:r>
        <w:t>’</w:t>
      </w:r>
      <w:r w:rsidR="00855694" w:rsidRPr="009071AC">
        <w:t>emploi de mon temps depuis que je t</w:t>
      </w:r>
      <w:r>
        <w:t>’</w:t>
      </w:r>
      <w:r w:rsidR="00855694" w:rsidRPr="009071AC">
        <w:t>ai quittée</w:t>
      </w:r>
      <w:r>
        <w:t> :</w:t>
      </w:r>
    </w:p>
    <w:p w14:paraId="18F7F632" w14:textId="77777777" w:rsidR="00F635DB" w:rsidRDefault="00855694" w:rsidP="00F635DB">
      <w:r w:rsidRPr="009071AC">
        <w:t>Je me rappelais avoir vu</w:t>
      </w:r>
      <w:r w:rsidR="00F635DB">
        <w:t xml:space="preserve">, </w:t>
      </w:r>
      <w:r w:rsidRPr="009071AC">
        <w:t>lors d</w:t>
      </w:r>
      <w:r w:rsidR="00F635DB">
        <w:t>’</w:t>
      </w:r>
      <w:r w:rsidRPr="009071AC">
        <w:t>une expertise</w:t>
      </w:r>
      <w:r w:rsidR="00F635DB">
        <w:t xml:space="preserve">, </w:t>
      </w:r>
      <w:r w:rsidRPr="009071AC">
        <w:t>route de la Révolte</w:t>
      </w:r>
      <w:r w:rsidR="00F635DB">
        <w:t xml:space="preserve">, </w:t>
      </w:r>
      <w:r w:rsidRPr="009071AC">
        <w:t>trois ou quatre maisons tout à fait convenables pour mes projets</w:t>
      </w:r>
      <w:r w:rsidR="00F635DB">
        <w:t xml:space="preserve">… </w:t>
      </w:r>
      <w:r w:rsidRPr="009071AC">
        <w:t>Naturellement</w:t>
      </w:r>
      <w:r w:rsidR="00F635DB">
        <w:t xml:space="preserve">, </w:t>
      </w:r>
      <w:r w:rsidRPr="009071AC">
        <w:t>c</w:t>
      </w:r>
      <w:r w:rsidR="00F635DB">
        <w:t>’</w:t>
      </w:r>
      <w:r w:rsidRPr="009071AC">
        <w:t>est là que j</w:t>
      </w:r>
      <w:r w:rsidR="00F635DB">
        <w:t>’</w:t>
      </w:r>
      <w:r w:rsidRPr="009071AC">
        <w:t>ai couru tout d</w:t>
      </w:r>
      <w:r w:rsidR="00F635DB">
        <w:t>’</w:t>
      </w:r>
      <w:r w:rsidRPr="009071AC">
        <w:t>abord</w:t>
      </w:r>
      <w:r w:rsidR="00F635DB">
        <w:t xml:space="preserve">. </w:t>
      </w:r>
      <w:r w:rsidRPr="009071AC">
        <w:t>Dans une de ces maisons</w:t>
      </w:r>
      <w:r w:rsidR="00F635DB">
        <w:t xml:space="preserve">, </w:t>
      </w:r>
      <w:r w:rsidRPr="009071AC">
        <w:t>un appartement était vacant</w:t>
      </w:r>
      <w:r w:rsidR="00F635DB">
        <w:t xml:space="preserve">, </w:t>
      </w:r>
      <w:r w:rsidRPr="009071AC">
        <w:t>je l</w:t>
      </w:r>
      <w:r w:rsidR="00F635DB">
        <w:t>’</w:t>
      </w:r>
      <w:r w:rsidRPr="009071AC">
        <w:t>ai loué</w:t>
      </w:r>
      <w:r w:rsidR="00F635DB">
        <w:t xml:space="preserve">, </w:t>
      </w:r>
      <w:r w:rsidRPr="009071AC">
        <w:t>et pour que rien n</w:t>
      </w:r>
      <w:r w:rsidR="00F635DB">
        <w:t>’</w:t>
      </w:r>
      <w:r w:rsidRPr="009071AC">
        <w:t>entrave la liberté de mes mouvements</w:t>
      </w:r>
      <w:r w:rsidR="00F635DB">
        <w:t xml:space="preserve">, </w:t>
      </w:r>
      <w:r w:rsidRPr="009071AC">
        <w:t>j</w:t>
      </w:r>
      <w:r w:rsidR="00F635DB">
        <w:t>’</w:t>
      </w:r>
      <w:r w:rsidRPr="009071AC">
        <w:t>ai payé six mois d</w:t>
      </w:r>
      <w:r w:rsidR="00F635DB">
        <w:t>’</w:t>
      </w:r>
      <w:r w:rsidRPr="009071AC">
        <w:t>avance</w:t>
      </w:r>
      <w:r w:rsidR="00F635DB">
        <w:t xml:space="preserve">… </w:t>
      </w:r>
      <w:r w:rsidRPr="009071AC">
        <w:t>Voici la quittance</w:t>
      </w:r>
      <w:r w:rsidR="00F635DB">
        <w:t xml:space="preserve">, </w:t>
      </w:r>
      <w:r w:rsidRPr="009071AC">
        <w:t>au nom que nous porterons désormais</w:t>
      </w:r>
      <w:r w:rsidR="00F635DB">
        <w:t>.</w:t>
      </w:r>
    </w:p>
    <w:p w14:paraId="28E3B7A9" w14:textId="1B6227DB" w:rsidR="00F635DB" w:rsidRDefault="00855694" w:rsidP="00F635DB">
      <w:r w:rsidRPr="009071AC">
        <w:lastRenderedPageBreak/>
        <w:t xml:space="preserve">Et il montrait un papier où le propriétaire déclarait avoir reçu de </w:t>
      </w:r>
      <w:r w:rsidR="00F635DB">
        <w:t>M. </w:t>
      </w:r>
      <w:proofErr w:type="spellStart"/>
      <w:r w:rsidRPr="009071AC">
        <w:t>Mauméjan</w:t>
      </w:r>
      <w:proofErr w:type="spellEnd"/>
      <w:r w:rsidRPr="009071AC">
        <w:t xml:space="preserve"> la somme de 350 </w:t>
      </w:r>
      <w:proofErr w:type="spellStart"/>
      <w:r w:rsidRPr="009071AC">
        <w:t>fr</w:t>
      </w:r>
      <w:r w:rsidR="00F635DB">
        <w:t>.</w:t>
      </w:r>
      <w:proofErr w:type="spellEnd"/>
      <w:r w:rsidR="00F635DB">
        <w:t xml:space="preserve">, </w:t>
      </w:r>
      <w:r w:rsidRPr="009071AC">
        <w:t>pour deux termes à échoir</w:t>
      </w:r>
      <w:r w:rsidR="00F635DB">
        <w:t xml:space="preserve">, </w:t>
      </w:r>
      <w:r w:rsidRPr="009071AC">
        <w:t>etc</w:t>
      </w:r>
      <w:r w:rsidR="00F635DB">
        <w:t>.…</w:t>
      </w:r>
    </w:p>
    <w:p w14:paraId="6414DCA4" w14:textId="77777777" w:rsidR="00F635DB" w:rsidRDefault="00F635DB" w:rsidP="00F635DB">
      <w:r>
        <w:t>— </w:t>
      </w:r>
      <w:r w:rsidR="00855694" w:rsidRPr="009071AC">
        <w:t>Mon marché conclu</w:t>
      </w:r>
      <w:r>
        <w:t xml:space="preserve">, </w:t>
      </w:r>
      <w:r w:rsidR="00855694" w:rsidRPr="009071AC">
        <w:t>reprit-il</w:t>
      </w:r>
      <w:r>
        <w:t xml:space="preserve">, </w:t>
      </w:r>
      <w:r w:rsidR="00855694" w:rsidRPr="009071AC">
        <w:t>je suis revenu vers le centre de Paris</w:t>
      </w:r>
      <w:r>
        <w:t xml:space="preserve">, </w:t>
      </w:r>
      <w:r w:rsidR="00855694" w:rsidRPr="009071AC">
        <w:t>et je suis entré chez le premier marchand de meubles que j</w:t>
      </w:r>
      <w:r>
        <w:t>’</w:t>
      </w:r>
      <w:r w:rsidR="00855694" w:rsidRPr="009071AC">
        <w:t>ai rencontré</w:t>
      </w:r>
      <w:r>
        <w:t xml:space="preserve">… </w:t>
      </w:r>
      <w:r w:rsidR="00855694" w:rsidRPr="009071AC">
        <w:t>Je me proposais de louer seulement de quoi garnir notre petit logement</w:t>
      </w:r>
      <w:r>
        <w:t xml:space="preserve">, </w:t>
      </w:r>
      <w:r w:rsidR="00855694" w:rsidRPr="009071AC">
        <w:t>mais le marchand a élevé toutes sortes de difficultés</w:t>
      </w:r>
      <w:r>
        <w:t xml:space="preserve">… </w:t>
      </w:r>
      <w:r w:rsidR="00855694" w:rsidRPr="009071AC">
        <w:t>Il tremblait pour ses meubles</w:t>
      </w:r>
      <w:r>
        <w:t xml:space="preserve">, </w:t>
      </w:r>
      <w:r w:rsidR="00855694" w:rsidRPr="009071AC">
        <w:t>il exigeait un cautionnement en argent ou la garantie de trois commerçants patentés</w:t>
      </w:r>
      <w:r>
        <w:t xml:space="preserve">… </w:t>
      </w:r>
      <w:r w:rsidR="00855694" w:rsidRPr="009071AC">
        <w:t>Quand j</w:t>
      </w:r>
      <w:r>
        <w:t>’</w:t>
      </w:r>
      <w:r w:rsidR="00855694" w:rsidRPr="009071AC">
        <w:t>ai vu cela</w:t>
      </w:r>
      <w:r>
        <w:t xml:space="preserve">, </w:t>
      </w:r>
      <w:r w:rsidR="00855694" w:rsidRPr="009071AC">
        <w:t>et tout le temps que je perdais</w:t>
      </w:r>
      <w:r>
        <w:t xml:space="preserve">, </w:t>
      </w:r>
      <w:r w:rsidR="00855694" w:rsidRPr="009071AC">
        <w:t>j</w:t>
      </w:r>
      <w:r>
        <w:t>’</w:t>
      </w:r>
      <w:r w:rsidR="00855694" w:rsidRPr="009071AC">
        <w:t>ai acheté le strict nécessaire</w:t>
      </w:r>
      <w:r>
        <w:t xml:space="preserve">. </w:t>
      </w:r>
      <w:r w:rsidR="00855694" w:rsidRPr="009071AC">
        <w:t>Une des conditions du marché est que tout sera chez nous</w:t>
      </w:r>
      <w:r>
        <w:t xml:space="preserve">, </w:t>
      </w:r>
      <w:r w:rsidR="00855694" w:rsidRPr="009071AC">
        <w:t>et à peu près en place</w:t>
      </w:r>
      <w:r>
        <w:t xml:space="preserve">, </w:t>
      </w:r>
      <w:r w:rsidR="00855694" w:rsidRPr="009071AC">
        <w:t>à onze heures</w:t>
      </w:r>
      <w:r>
        <w:t xml:space="preserve">… </w:t>
      </w:r>
      <w:r w:rsidR="00855694" w:rsidRPr="009071AC">
        <w:t>Comme j</w:t>
      </w:r>
      <w:r>
        <w:t>’</w:t>
      </w:r>
      <w:r w:rsidR="00855694" w:rsidRPr="009071AC">
        <w:t>ai stipulé par écrit un dédit de 300 francs</w:t>
      </w:r>
      <w:r>
        <w:t xml:space="preserve">, </w:t>
      </w:r>
      <w:r w:rsidR="00855694" w:rsidRPr="009071AC">
        <w:t>je suis sûr de l</w:t>
      </w:r>
      <w:r>
        <w:t>’</w:t>
      </w:r>
      <w:r w:rsidR="00855694" w:rsidRPr="009071AC">
        <w:t>exactitude de mon homme</w:t>
      </w:r>
      <w:r>
        <w:t xml:space="preserve">… </w:t>
      </w:r>
      <w:r w:rsidR="00855694" w:rsidRPr="009071AC">
        <w:t>Je lui ai confié la clef de notre logement</w:t>
      </w:r>
      <w:r>
        <w:t xml:space="preserve">, </w:t>
      </w:r>
      <w:r w:rsidR="00855694" w:rsidRPr="009071AC">
        <w:t>et il doit m</w:t>
      </w:r>
      <w:r>
        <w:t>’</w:t>
      </w:r>
      <w:r w:rsidR="00855694" w:rsidRPr="009071AC">
        <w:t>y attendre en ce moment</w:t>
      </w:r>
      <w:r>
        <w:t>.</w:t>
      </w:r>
    </w:p>
    <w:p w14:paraId="2653DCAA" w14:textId="16040C6F" w:rsidR="00F635DB" w:rsidRDefault="00855694" w:rsidP="00F635DB">
      <w:r w:rsidRPr="009071AC">
        <w:t>Ainsi</w:t>
      </w:r>
      <w:r w:rsidR="00F635DB">
        <w:t xml:space="preserve">, </w:t>
      </w:r>
      <w:r w:rsidRPr="009071AC">
        <w:t xml:space="preserve">avant de songer à son amour et à </w:t>
      </w:r>
      <w:r w:rsidR="00F635DB">
        <w:t>M</w:t>
      </w:r>
      <w:r w:rsidR="00F635DB" w:rsidRPr="00F635DB">
        <w:rPr>
          <w:vertAlign w:val="superscript"/>
        </w:rPr>
        <w:t>lle</w:t>
      </w:r>
      <w:r w:rsidR="00F635DB">
        <w:t> </w:t>
      </w:r>
      <w:r w:rsidRPr="009071AC">
        <w:t>Marguerite</w:t>
      </w:r>
      <w:r w:rsidR="00F635DB">
        <w:t xml:space="preserve">, </w:t>
      </w:r>
      <w:r w:rsidRPr="009071AC">
        <w:t>Pascal ne s</w:t>
      </w:r>
      <w:r w:rsidR="00F635DB">
        <w:t>’</w:t>
      </w:r>
      <w:r w:rsidRPr="009071AC">
        <w:t>était préoccupé que des intérêts de sa réputation perdue</w:t>
      </w:r>
      <w:r w:rsidR="00F635DB">
        <w:t>.</w:t>
      </w:r>
    </w:p>
    <w:p w14:paraId="49A6504B" w14:textId="77777777" w:rsidR="00F635DB" w:rsidRDefault="00855694" w:rsidP="00F635DB">
      <w:r w:rsidRPr="009071AC">
        <w:t>Et il avait tout terminé en quelques heures avec cette sûreté et cette adresse que donne la connaissance exacte des merveilleuses ressources de Paris</w:t>
      </w:r>
      <w:r w:rsidR="00F635DB">
        <w:t>.</w:t>
      </w:r>
    </w:p>
    <w:p w14:paraId="54383925" w14:textId="1F1D3E87"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ne lui avait peut-être pas cru tant de courage</w:t>
      </w:r>
      <w:r>
        <w:t xml:space="preserve">, </w:t>
      </w:r>
      <w:r w:rsidR="00855694" w:rsidRPr="009071AC">
        <w:t>et elle l</w:t>
      </w:r>
      <w:r>
        <w:t>’</w:t>
      </w:r>
      <w:r w:rsidR="00855694" w:rsidRPr="009071AC">
        <w:t>en récompensa par un serrement de main</w:t>
      </w:r>
      <w:r>
        <w:t>.</w:t>
      </w:r>
    </w:p>
    <w:p w14:paraId="558DC75C" w14:textId="77777777" w:rsidR="00F635DB" w:rsidRDefault="00855694" w:rsidP="00F635DB">
      <w:r w:rsidRPr="009071AC">
        <w:t>Puis</w:t>
      </w:r>
      <w:r w:rsidR="00F635DB">
        <w:t xml:space="preserve">, </w:t>
      </w:r>
      <w:r w:rsidRPr="009071AC">
        <w:t>comme il se taisait</w:t>
      </w:r>
      <w:r w:rsidR="00F635DB">
        <w:t> :</w:t>
      </w:r>
    </w:p>
    <w:p w14:paraId="3CBEA925" w14:textId="5C8DED42" w:rsidR="00F635DB" w:rsidRDefault="00F635DB" w:rsidP="00F635DB">
      <w:r>
        <w:t>— </w:t>
      </w:r>
      <w:r w:rsidR="00855694" w:rsidRPr="009071AC">
        <w:t xml:space="preserve">Quand donc as-tu vu </w:t>
      </w:r>
      <w:r>
        <w:t>M</w:t>
      </w:r>
      <w:r w:rsidRPr="00F635DB">
        <w:rPr>
          <w:vertAlign w:val="superscript"/>
        </w:rPr>
        <w:t>me</w:t>
      </w:r>
      <w:r>
        <w:t> </w:t>
      </w:r>
      <w:r w:rsidR="00855694" w:rsidRPr="009071AC">
        <w:t>Léon</w:t>
      </w:r>
      <w:r>
        <w:t xml:space="preserve"> ? </w:t>
      </w:r>
      <w:r w:rsidR="00855694" w:rsidRPr="009071AC">
        <w:t>interrogea-t-elle</w:t>
      </w:r>
      <w:r>
        <w:t>.</w:t>
      </w:r>
    </w:p>
    <w:p w14:paraId="377B3AFC" w14:textId="77777777" w:rsidR="00F635DB" w:rsidRDefault="00F635DB" w:rsidP="00F635DB">
      <w:r>
        <w:t>— </w:t>
      </w:r>
      <w:r w:rsidR="00855694" w:rsidRPr="009071AC">
        <w:t>Après que toutes mes dispositions pour notre emménagement ont été bien prises</w:t>
      </w:r>
      <w:r>
        <w:t xml:space="preserve">, </w:t>
      </w:r>
      <w:r w:rsidR="00855694" w:rsidRPr="009071AC">
        <w:t>chère mère</w:t>
      </w:r>
      <w:r>
        <w:t xml:space="preserve">… </w:t>
      </w:r>
      <w:r w:rsidR="00855694" w:rsidRPr="009071AC">
        <w:t>Lorsqu</w:t>
      </w:r>
      <w:r>
        <w:t>’</w:t>
      </w:r>
      <w:r w:rsidR="00855694" w:rsidRPr="009071AC">
        <w:t>en sortant de la boutique du marchand de meubles</w:t>
      </w:r>
      <w:r>
        <w:t xml:space="preserve">, </w:t>
      </w:r>
      <w:r w:rsidR="00855694" w:rsidRPr="009071AC">
        <w:t>j</w:t>
      </w:r>
      <w:r>
        <w:t>’</w:t>
      </w:r>
      <w:r w:rsidR="00855694" w:rsidRPr="009071AC">
        <w:t xml:space="preserve">ai calculé que </w:t>
      </w:r>
      <w:r w:rsidR="00855694" w:rsidRPr="009071AC">
        <w:lastRenderedPageBreak/>
        <w:t>j</w:t>
      </w:r>
      <w:r>
        <w:t>’</w:t>
      </w:r>
      <w:r w:rsidR="00855694" w:rsidRPr="009071AC">
        <w:t>avais encore cinq quarts d</w:t>
      </w:r>
      <w:r>
        <w:t>’</w:t>
      </w:r>
      <w:r w:rsidR="00855694" w:rsidRPr="009071AC">
        <w:t>heure devant moi</w:t>
      </w:r>
      <w:r>
        <w:t xml:space="preserve">, </w:t>
      </w:r>
      <w:r w:rsidR="00855694" w:rsidRPr="009071AC">
        <w:t>je n</w:t>
      </w:r>
      <w:r>
        <w:t>’</w:t>
      </w:r>
      <w:r w:rsidR="00855694" w:rsidRPr="009071AC">
        <w:t>y ai plus tenu</w:t>
      </w:r>
      <w:r>
        <w:t xml:space="preserve">… </w:t>
      </w:r>
      <w:r w:rsidR="00855694" w:rsidRPr="009071AC">
        <w:t>et</w:t>
      </w:r>
      <w:r>
        <w:t xml:space="preserve">, </w:t>
      </w:r>
      <w:r w:rsidR="00855694" w:rsidRPr="009071AC">
        <w:t>au risque de t</w:t>
      </w:r>
      <w:r>
        <w:t>’</w:t>
      </w:r>
      <w:r w:rsidR="00855694" w:rsidRPr="009071AC">
        <w:t>exposer à m</w:t>
      </w:r>
      <w:r>
        <w:t>’</w:t>
      </w:r>
      <w:r w:rsidR="00855694" w:rsidRPr="009071AC">
        <w:t>attendre</w:t>
      </w:r>
      <w:r>
        <w:t xml:space="preserve">, </w:t>
      </w:r>
      <w:r w:rsidR="00855694" w:rsidRPr="009071AC">
        <w:t>je me suis fait conduire rue de Courcelles</w:t>
      </w:r>
      <w:r>
        <w:t>…</w:t>
      </w:r>
    </w:p>
    <w:p w14:paraId="4D375377" w14:textId="1ED5ACC8" w:rsidR="00F635DB" w:rsidRDefault="00855694" w:rsidP="00F635DB">
      <w:r w:rsidRPr="009071AC">
        <w:t xml:space="preserve">Il était manifeste que Pascal éprouvait à parler de </w:t>
      </w:r>
      <w:r w:rsidR="00F635DB">
        <w:t>M</w:t>
      </w:r>
      <w:r w:rsidR="00F635DB" w:rsidRPr="00F635DB">
        <w:rPr>
          <w:vertAlign w:val="superscript"/>
        </w:rPr>
        <w:t>lle</w:t>
      </w:r>
      <w:r w:rsidR="00F635DB">
        <w:t> </w:t>
      </w:r>
      <w:r w:rsidRPr="009071AC">
        <w:t>Marguerite un extrême embarras</w:t>
      </w:r>
      <w:r w:rsidR="00F635DB">
        <w:t xml:space="preserve">, </w:t>
      </w:r>
      <w:r w:rsidRPr="009071AC">
        <w:t>presque de la répugnance</w:t>
      </w:r>
      <w:r w:rsidR="00F635DB">
        <w:t xml:space="preserve">. </w:t>
      </w:r>
      <w:r w:rsidRPr="009071AC">
        <w:t>Il y a de la dissimulation au fond de toute passion vraie</w:t>
      </w:r>
      <w:r w:rsidR="00F635DB">
        <w:t xml:space="preserve">, </w:t>
      </w:r>
      <w:r w:rsidRPr="009071AC">
        <w:t>et les nobles et chastes amours souffrent dans leur pudeur d</w:t>
      </w:r>
      <w:r w:rsidR="00F635DB">
        <w:t>’</w:t>
      </w:r>
      <w:r w:rsidRPr="009071AC">
        <w:t>écarter les voiles dont ils s</w:t>
      </w:r>
      <w:r w:rsidR="00F635DB">
        <w:t>’</w:t>
      </w:r>
      <w:r w:rsidRPr="009071AC">
        <w:t>enveloppent</w:t>
      </w:r>
      <w:r w:rsidR="00F635DB">
        <w:t>.</w:t>
      </w:r>
    </w:p>
    <w:p w14:paraId="6C6CD99A" w14:textId="163FEFDD" w:rsidR="00F635DB" w:rsidRDefault="00855694" w:rsidP="00F635DB">
      <w:r w:rsidRPr="009071AC">
        <w:t>Ces sentiments</w:t>
      </w:r>
      <w:r w:rsidR="00F635DB">
        <w:t>, M</w:t>
      </w:r>
      <w:r w:rsidR="00F635DB" w:rsidRPr="00F635DB">
        <w:rPr>
          <w:vertAlign w:val="superscript"/>
        </w:rPr>
        <w:t>me</w:t>
      </w:r>
      <w:r w:rsidR="00F635DB">
        <w:t> </w:t>
      </w:r>
      <w:proofErr w:type="spellStart"/>
      <w:r w:rsidRPr="009071AC">
        <w:t>Férailleur</w:t>
      </w:r>
      <w:proofErr w:type="spellEnd"/>
      <w:r w:rsidRPr="009071AC">
        <w:t xml:space="preserve"> était digne de les comprendre</w:t>
      </w:r>
      <w:r w:rsidR="00F635DB">
        <w:t xml:space="preserve">. </w:t>
      </w:r>
      <w:r w:rsidRPr="009071AC">
        <w:t>Mais elle était mère</w:t>
      </w:r>
      <w:r w:rsidR="00F635DB">
        <w:t xml:space="preserve">, </w:t>
      </w:r>
      <w:r w:rsidRPr="009071AC">
        <w:t>c</w:t>
      </w:r>
      <w:r w:rsidR="00F635DB">
        <w:t>’</w:t>
      </w:r>
      <w:r w:rsidRPr="009071AC">
        <w:t>est-à-dire jalouse de la tendresse de son fils</w:t>
      </w:r>
      <w:r w:rsidR="00F635DB">
        <w:t xml:space="preserve">, </w:t>
      </w:r>
      <w:r w:rsidRPr="009071AC">
        <w:t>et anxieuse de détails sur cette rivale qu</w:t>
      </w:r>
      <w:r w:rsidR="00F635DB">
        <w:t>’</w:t>
      </w:r>
      <w:r w:rsidRPr="009071AC">
        <w:t>elle voyait tout à coup surgir dans un cœur où elle avait régné seule</w:t>
      </w:r>
      <w:r w:rsidR="00F635DB">
        <w:t xml:space="preserve">… </w:t>
      </w:r>
      <w:r w:rsidRPr="009071AC">
        <w:t>Elle était femme aussi</w:t>
      </w:r>
      <w:r w:rsidR="00F635DB">
        <w:t xml:space="preserve">, </w:t>
      </w:r>
      <w:r w:rsidRPr="009071AC">
        <w:t>c</w:t>
      </w:r>
      <w:r w:rsidR="00F635DB">
        <w:t>’</w:t>
      </w:r>
      <w:r w:rsidRPr="009071AC">
        <w:t>est-à-dire défiante et soupçonneuse à l</w:t>
      </w:r>
      <w:r w:rsidR="00F635DB">
        <w:t>’</w:t>
      </w:r>
      <w:r w:rsidRPr="009071AC">
        <w:t>égard des autres femmes</w:t>
      </w:r>
      <w:r w:rsidR="00F635DB">
        <w:t>.</w:t>
      </w:r>
    </w:p>
    <w:p w14:paraId="328CD9B2" w14:textId="77777777" w:rsidR="00F635DB" w:rsidRDefault="00855694" w:rsidP="00F635DB">
      <w:r w:rsidRPr="009071AC">
        <w:t>Loin donc d</w:t>
      </w:r>
      <w:r w:rsidR="00F635DB">
        <w:t>’</w:t>
      </w:r>
      <w:r w:rsidRPr="009071AC">
        <w:t>avoir pitié du malaise de Pascal</w:t>
      </w:r>
      <w:r w:rsidR="00F635DB">
        <w:t xml:space="preserve">, </w:t>
      </w:r>
      <w:r w:rsidRPr="009071AC">
        <w:t>elle le pressa assez pour qu</w:t>
      </w:r>
      <w:r w:rsidR="00F635DB">
        <w:t>’</w:t>
      </w:r>
      <w:r w:rsidRPr="009071AC">
        <w:t>il fût obligé de poursuivre</w:t>
      </w:r>
      <w:r w:rsidR="00F635DB">
        <w:t> :</w:t>
      </w:r>
    </w:p>
    <w:p w14:paraId="6A1CD62E" w14:textId="77777777" w:rsidR="00F635DB" w:rsidRDefault="00F635DB" w:rsidP="00F635DB">
      <w:r>
        <w:t>— </w:t>
      </w:r>
      <w:r w:rsidR="00855694" w:rsidRPr="009071AC">
        <w:t>J</w:t>
      </w:r>
      <w:r>
        <w:t>’</w:t>
      </w:r>
      <w:r w:rsidR="00855694" w:rsidRPr="009071AC">
        <w:t>avais donné cinq francs à mon cocher pour presser ses chevaux</w:t>
      </w:r>
      <w:r>
        <w:t xml:space="preserve">, </w:t>
      </w:r>
      <w:r w:rsidR="00855694" w:rsidRPr="009071AC">
        <w:t>et il marchait grand train</w:t>
      </w:r>
      <w:r>
        <w:t xml:space="preserve">, </w:t>
      </w:r>
      <w:r w:rsidR="00855694" w:rsidRPr="009071AC">
        <w:t>lorsque soudainement</w:t>
      </w:r>
      <w:r>
        <w:t xml:space="preserve">, </w:t>
      </w:r>
      <w:r w:rsidR="00855694" w:rsidRPr="009071AC">
        <w:t>à la hauteur de l</w:t>
      </w:r>
      <w:r>
        <w:t>’</w:t>
      </w:r>
      <w:r w:rsidR="00855694" w:rsidRPr="009071AC">
        <w:t xml:space="preserve">hôtel de </w:t>
      </w:r>
      <w:proofErr w:type="spellStart"/>
      <w:r w:rsidR="00855694" w:rsidRPr="009071AC">
        <w:t>Chalusse</w:t>
      </w:r>
      <w:proofErr w:type="spellEnd"/>
      <w:r>
        <w:t xml:space="preserve">, </w:t>
      </w:r>
      <w:r w:rsidR="00855694" w:rsidRPr="009071AC">
        <w:t>il s</w:t>
      </w:r>
      <w:r>
        <w:t>’</w:t>
      </w:r>
      <w:r w:rsidR="00855694" w:rsidRPr="009071AC">
        <w:t>opéra dans le mouvement de la voiture un changement étrange</w:t>
      </w:r>
      <w:r>
        <w:t xml:space="preserve">… </w:t>
      </w:r>
      <w:r w:rsidR="00855694" w:rsidRPr="009071AC">
        <w:t>Je regardai</w:t>
      </w:r>
      <w:r>
        <w:t xml:space="preserve">, </w:t>
      </w:r>
      <w:r w:rsidR="00855694" w:rsidRPr="009071AC">
        <w:t>et je vis qu</w:t>
      </w:r>
      <w:r>
        <w:t>’</w:t>
      </w:r>
      <w:r w:rsidR="00855694" w:rsidRPr="009071AC">
        <w:t>elle roulait sur une épaisse couche de paille répandue sur la chaussée</w:t>
      </w:r>
      <w:r>
        <w:t>…</w:t>
      </w:r>
    </w:p>
    <w:p w14:paraId="27293C1C" w14:textId="77777777" w:rsidR="00F635DB" w:rsidRDefault="00855694" w:rsidP="00F635DB">
      <w:r w:rsidRPr="009071AC">
        <w:t>Ce que je ressentis</w:t>
      </w:r>
      <w:r w:rsidR="00F635DB">
        <w:t xml:space="preserve">, </w:t>
      </w:r>
      <w:r w:rsidRPr="009071AC">
        <w:t>je ne saurais l</w:t>
      </w:r>
      <w:r w:rsidR="00F635DB">
        <w:t>’</w:t>
      </w:r>
      <w:r w:rsidRPr="009071AC">
        <w:t>exprimer</w:t>
      </w:r>
      <w:r w:rsidR="00F635DB">
        <w:t xml:space="preserve">… </w:t>
      </w:r>
      <w:r w:rsidRPr="009071AC">
        <w:t>En un moment</w:t>
      </w:r>
      <w:r w:rsidR="00F635DB">
        <w:t xml:space="preserve">, </w:t>
      </w:r>
      <w:r w:rsidRPr="009071AC">
        <w:t>je fus trempé d</w:t>
      </w:r>
      <w:r w:rsidR="00F635DB">
        <w:t>’</w:t>
      </w:r>
      <w:r w:rsidRPr="009071AC">
        <w:t>une sueur glacée</w:t>
      </w:r>
      <w:r w:rsidR="00F635DB">
        <w:t xml:space="preserve">… </w:t>
      </w:r>
      <w:r w:rsidRPr="009071AC">
        <w:t>Je crus voir comme aux lueurs d</w:t>
      </w:r>
      <w:r w:rsidR="00F635DB">
        <w:t>’</w:t>
      </w:r>
      <w:r w:rsidRPr="009071AC">
        <w:t>un éclair</w:t>
      </w:r>
      <w:r w:rsidR="00F635DB">
        <w:t xml:space="preserve">, </w:t>
      </w:r>
      <w:r w:rsidRPr="009071AC">
        <w:t>Marguerite à l</w:t>
      </w:r>
      <w:r w:rsidR="00F635DB">
        <w:t>’</w:t>
      </w:r>
      <w:r w:rsidRPr="009071AC">
        <w:t>agonie</w:t>
      </w:r>
      <w:r w:rsidR="00F635DB">
        <w:t xml:space="preserve">… </w:t>
      </w:r>
      <w:r w:rsidRPr="009071AC">
        <w:t>mourant loin de moi</w:t>
      </w:r>
      <w:r w:rsidR="00F635DB">
        <w:t xml:space="preserve">, </w:t>
      </w:r>
      <w:r w:rsidRPr="009071AC">
        <w:t>et m</w:t>
      </w:r>
      <w:r w:rsidR="00F635DB">
        <w:t>’</w:t>
      </w:r>
      <w:r w:rsidRPr="009071AC">
        <w:t>appelant en vain</w:t>
      </w:r>
      <w:r w:rsidR="00F635DB">
        <w:t>.</w:t>
      </w:r>
    </w:p>
    <w:p w14:paraId="677CF8C4" w14:textId="77777777" w:rsidR="00F635DB" w:rsidRDefault="00855694" w:rsidP="00F635DB">
      <w:r w:rsidRPr="009071AC">
        <w:t>Sans attendre l</w:t>
      </w:r>
      <w:r w:rsidR="00F635DB">
        <w:t>’</w:t>
      </w:r>
      <w:r w:rsidRPr="009071AC">
        <w:t>arrêt de la voiture</w:t>
      </w:r>
      <w:r w:rsidR="00F635DB">
        <w:t xml:space="preserve">, </w:t>
      </w:r>
      <w:r w:rsidRPr="009071AC">
        <w:t>je sautai à terre</w:t>
      </w:r>
      <w:r w:rsidR="00F635DB">
        <w:t xml:space="preserve">, </w:t>
      </w:r>
      <w:r w:rsidRPr="009071AC">
        <w:t>et j</w:t>
      </w:r>
      <w:r w:rsidR="00F635DB">
        <w:t>’</w:t>
      </w:r>
      <w:r w:rsidRPr="009071AC">
        <w:t>eus besoin de me faire violence pour ne pas courir demander au concierge de l</w:t>
      </w:r>
      <w:r w:rsidR="00F635DB">
        <w:t>’</w:t>
      </w:r>
      <w:r w:rsidRPr="009071AC">
        <w:t xml:space="preserve">hôtel de </w:t>
      </w:r>
      <w:proofErr w:type="spellStart"/>
      <w:r w:rsidRPr="009071AC">
        <w:t>Chalusse</w:t>
      </w:r>
      <w:proofErr w:type="spellEnd"/>
      <w:r w:rsidR="00F635DB">
        <w:t> :</w:t>
      </w:r>
    </w:p>
    <w:p w14:paraId="4EE02D51" w14:textId="77777777" w:rsidR="00F635DB" w:rsidRDefault="00F635DB" w:rsidP="00F635DB">
      <w:r>
        <w:lastRenderedPageBreak/>
        <w:t>— </w:t>
      </w:r>
      <w:r w:rsidR="00855694" w:rsidRPr="009071AC">
        <w:t>Qui donc se meurt ici</w:t>
      </w:r>
      <w:r>
        <w:t> ?</w:t>
      </w:r>
    </w:p>
    <w:p w14:paraId="2B067F9A" w14:textId="463A30A9" w:rsidR="00F635DB" w:rsidRDefault="00855694" w:rsidP="00F635DB">
      <w:r w:rsidRPr="009071AC">
        <w:t>Un embarras se présentait que je n</w:t>
      </w:r>
      <w:r w:rsidR="00F635DB">
        <w:t>’</w:t>
      </w:r>
      <w:r w:rsidRPr="009071AC">
        <w:t>avais pas prévu</w:t>
      </w:r>
      <w:r w:rsidR="00F635DB">
        <w:t xml:space="preserve">. </w:t>
      </w:r>
      <w:r w:rsidRPr="009071AC">
        <w:t xml:space="preserve">Pouvais-je aller de ma personne demander </w:t>
      </w:r>
      <w:r w:rsidR="00F635DB">
        <w:t>M</w:t>
      </w:r>
      <w:r w:rsidR="00F635DB" w:rsidRPr="00F635DB">
        <w:rPr>
          <w:vertAlign w:val="superscript"/>
        </w:rPr>
        <w:t>me</w:t>
      </w:r>
      <w:r w:rsidR="00F635DB">
        <w:t> </w:t>
      </w:r>
      <w:r w:rsidRPr="009071AC">
        <w:t>Léon</w:t>
      </w:r>
      <w:r w:rsidR="00F635DB">
        <w:t xml:space="preserve"> ? </w:t>
      </w:r>
      <w:r w:rsidRPr="009071AC">
        <w:t>Évidemment non</w:t>
      </w:r>
      <w:r w:rsidR="00F635DB">
        <w:t xml:space="preserve">. </w:t>
      </w:r>
      <w:r w:rsidRPr="009071AC">
        <w:t>Qui donc y envoyer</w:t>
      </w:r>
      <w:r w:rsidR="00F635DB">
        <w:t xml:space="preserve"> ? </w:t>
      </w:r>
      <w:r w:rsidRPr="009071AC">
        <w:t>Il n</w:t>
      </w:r>
      <w:r w:rsidR="00F635DB">
        <w:t>’</w:t>
      </w:r>
      <w:r w:rsidRPr="009071AC">
        <w:t>y avait plus</w:t>
      </w:r>
      <w:r w:rsidR="00F635DB">
        <w:t xml:space="preserve">, </w:t>
      </w:r>
      <w:r w:rsidRPr="009071AC">
        <w:t>à l</w:t>
      </w:r>
      <w:r w:rsidR="00F635DB">
        <w:t>’</w:t>
      </w:r>
      <w:r w:rsidRPr="009071AC">
        <w:t>heure qu</w:t>
      </w:r>
      <w:r w:rsidR="00F635DB">
        <w:t>’</w:t>
      </w:r>
      <w:r w:rsidRPr="009071AC">
        <w:t>il était</w:t>
      </w:r>
      <w:r w:rsidR="00F635DB">
        <w:t xml:space="preserve">, </w:t>
      </w:r>
      <w:r w:rsidRPr="009071AC">
        <w:t>un seul commissionnaire au coin des rues</w:t>
      </w:r>
      <w:r w:rsidR="00F635DB">
        <w:t xml:space="preserve">, </w:t>
      </w:r>
      <w:r w:rsidRPr="009071AC">
        <w:t>et pour rien au monde je n</w:t>
      </w:r>
      <w:r w:rsidR="00F635DB">
        <w:t>’</w:t>
      </w:r>
      <w:r w:rsidRPr="009071AC">
        <w:t>aurais confié cette démarche au garçon de quelque marchand de vin des environs</w:t>
      </w:r>
      <w:r w:rsidR="00F635DB">
        <w:t>.</w:t>
      </w:r>
    </w:p>
    <w:p w14:paraId="1D7CEC26" w14:textId="77777777" w:rsidR="00F635DB" w:rsidRDefault="00855694" w:rsidP="00F635DB">
      <w:r w:rsidRPr="009071AC">
        <w:t>Heureusement</w:t>
      </w:r>
      <w:r w:rsidR="00F635DB">
        <w:t xml:space="preserve">, </w:t>
      </w:r>
      <w:r w:rsidRPr="009071AC">
        <w:t>mon cocher</w:t>
      </w:r>
      <w:r w:rsidR="00F635DB">
        <w:t xml:space="preserve"> – </w:t>
      </w:r>
      <w:r w:rsidRPr="009071AC">
        <w:t>le même qui nous conduit</w:t>
      </w:r>
      <w:r w:rsidR="00F635DB">
        <w:t xml:space="preserve"> – </w:t>
      </w:r>
      <w:r w:rsidRPr="009071AC">
        <w:t>est un brave garçon</w:t>
      </w:r>
      <w:r w:rsidR="00F635DB">
        <w:t xml:space="preserve">, </w:t>
      </w:r>
      <w:r w:rsidRPr="009071AC">
        <w:t>et il consentit à se charger de la commission</w:t>
      </w:r>
      <w:r w:rsidR="00F635DB">
        <w:t xml:space="preserve">, </w:t>
      </w:r>
      <w:r w:rsidRPr="009071AC">
        <w:t>moyennant que je garderais ses chevaux</w:t>
      </w:r>
      <w:r w:rsidR="00F635DB">
        <w:t>.</w:t>
      </w:r>
    </w:p>
    <w:p w14:paraId="218E5366" w14:textId="518C117A" w:rsidR="00F635DB" w:rsidRDefault="00855694" w:rsidP="00F635DB">
      <w:r w:rsidRPr="009071AC">
        <w:t>Dix minutes après</w:t>
      </w:r>
      <w:r w:rsidR="00F635DB">
        <w:t>, M</w:t>
      </w:r>
      <w:r w:rsidR="00F635DB" w:rsidRPr="00F635DB">
        <w:rPr>
          <w:vertAlign w:val="superscript"/>
        </w:rPr>
        <w:t>me</w:t>
      </w:r>
      <w:r w:rsidR="00F635DB">
        <w:t> </w:t>
      </w:r>
      <w:r w:rsidRPr="009071AC">
        <w:t>Léon sortit et vint à moi</w:t>
      </w:r>
      <w:r w:rsidR="00F635DB">
        <w:t>.</w:t>
      </w:r>
    </w:p>
    <w:p w14:paraId="77774A85" w14:textId="77777777" w:rsidR="00F635DB" w:rsidRDefault="00855694" w:rsidP="00F635DB">
      <w:r w:rsidRPr="009071AC">
        <w:t>Je la connaissais pour l</w:t>
      </w:r>
      <w:r w:rsidR="00F635DB">
        <w:t>’</w:t>
      </w:r>
      <w:r w:rsidRPr="009071AC">
        <w:t>avoir vue cent fois avec Marguerite</w:t>
      </w:r>
      <w:r w:rsidR="00F635DB">
        <w:t xml:space="preserve">, </w:t>
      </w:r>
      <w:r w:rsidRPr="009071AC">
        <w:t>quand elles demeuraient près du Luxembourg</w:t>
      </w:r>
      <w:r w:rsidR="00F635DB">
        <w:t xml:space="preserve">, </w:t>
      </w:r>
      <w:r w:rsidRPr="009071AC">
        <w:t>et elle-même</w:t>
      </w:r>
      <w:r w:rsidR="00F635DB">
        <w:t xml:space="preserve">, </w:t>
      </w:r>
      <w:r w:rsidRPr="009071AC">
        <w:t>qui m</w:t>
      </w:r>
      <w:r w:rsidR="00F635DB">
        <w:t>’</w:t>
      </w:r>
      <w:r w:rsidRPr="009071AC">
        <w:t>avait vu passer et repasser si souvent</w:t>
      </w:r>
      <w:r w:rsidR="00F635DB">
        <w:t xml:space="preserve">, </w:t>
      </w:r>
      <w:r w:rsidRPr="009071AC">
        <w:t>me reconnut malgré ma figure glabre</w:t>
      </w:r>
      <w:r w:rsidR="00F635DB">
        <w:t>.</w:t>
      </w:r>
    </w:p>
    <w:p w14:paraId="6C745E8C" w14:textId="78DB8D7B" w:rsidR="00F635DB" w:rsidRDefault="00855694" w:rsidP="00F635DB">
      <w:r w:rsidRPr="009071AC">
        <w:t>Dois-je le dire</w:t>
      </w:r>
      <w:r w:rsidR="00F635DB">
        <w:t xml:space="preserve">, </w:t>
      </w:r>
      <w:r w:rsidRPr="009071AC">
        <w:t>son premier mot</w:t>
      </w:r>
      <w:r w:rsidR="00F635DB">
        <w:t> : « M. de </w:t>
      </w:r>
      <w:proofErr w:type="spellStart"/>
      <w:r w:rsidRPr="009071AC">
        <w:t>Chalusse</w:t>
      </w:r>
      <w:proofErr w:type="spellEnd"/>
      <w:r w:rsidRPr="009071AC">
        <w:t xml:space="preserve"> est mort</w:t>
      </w:r>
      <w:r w:rsidR="00F635DB">
        <w:t> »</w:t>
      </w:r>
      <w:r w:rsidRPr="009071AC">
        <w:t xml:space="preserve"> me soulagea d</w:t>
      </w:r>
      <w:r w:rsidR="00F635DB">
        <w:t>’</w:t>
      </w:r>
      <w:r w:rsidRPr="009071AC">
        <w:t>un poids énorme</w:t>
      </w:r>
      <w:r w:rsidR="00F635DB">
        <w:t xml:space="preserve"> ; </w:t>
      </w:r>
      <w:r w:rsidRPr="009071AC">
        <w:t>je respirai</w:t>
      </w:r>
      <w:r w:rsidR="00F635DB">
        <w:t>…</w:t>
      </w:r>
    </w:p>
    <w:p w14:paraId="2FD58988" w14:textId="77777777" w:rsidR="00F635DB" w:rsidRDefault="00855694" w:rsidP="00F635DB">
      <w:r w:rsidRPr="009071AC">
        <w:t>Mais elle était si pressée qu</w:t>
      </w:r>
      <w:r w:rsidR="00F635DB">
        <w:t>’</w:t>
      </w:r>
      <w:r w:rsidRPr="009071AC">
        <w:t>elle ne put me donner aucun détail</w:t>
      </w:r>
      <w:r w:rsidR="00F635DB">
        <w:t>…</w:t>
      </w:r>
    </w:p>
    <w:p w14:paraId="4C9F11C3" w14:textId="77777777" w:rsidR="00F635DB" w:rsidRDefault="00855694" w:rsidP="00F635DB">
      <w:r w:rsidRPr="009071AC">
        <w:t>Je lui ai remis ma lettre et elle m</w:t>
      </w:r>
      <w:r w:rsidR="00F635DB">
        <w:t>’</w:t>
      </w:r>
      <w:r w:rsidRPr="009071AC">
        <w:t>a promis pour bientôt un mot de Marguerite</w:t>
      </w:r>
      <w:r w:rsidR="00F635DB">
        <w:t xml:space="preserve">. </w:t>
      </w:r>
      <w:r w:rsidRPr="009071AC">
        <w:t>Tout le monde veillant cette nuit à l</w:t>
      </w:r>
      <w:r w:rsidR="00F635DB">
        <w:t>’</w:t>
      </w:r>
      <w:r w:rsidRPr="009071AC">
        <w:t>hôtel</w:t>
      </w:r>
      <w:r w:rsidR="00F635DB">
        <w:t xml:space="preserve">, </w:t>
      </w:r>
      <w:r w:rsidRPr="009071AC">
        <w:t>il lui sera facile de s</w:t>
      </w:r>
      <w:r w:rsidR="00F635DB">
        <w:t>’</w:t>
      </w:r>
      <w:r w:rsidRPr="009071AC">
        <w:t>esquiver et de sortir quelques minutes</w:t>
      </w:r>
      <w:r w:rsidR="00F635DB">
        <w:t>…</w:t>
      </w:r>
    </w:p>
    <w:p w14:paraId="00AF1AD3" w14:textId="77777777" w:rsidR="00F635DB" w:rsidRDefault="00855694" w:rsidP="00F635DB">
      <w:r w:rsidRPr="009071AC">
        <w:t>Ainsi</w:t>
      </w:r>
      <w:r w:rsidR="00F635DB">
        <w:t xml:space="preserve">, </w:t>
      </w:r>
      <w:r w:rsidRPr="009071AC">
        <w:t>quand la demie de minuit sonnera</w:t>
      </w:r>
      <w:r w:rsidR="00F635DB">
        <w:t xml:space="preserve">, </w:t>
      </w:r>
      <w:r w:rsidRPr="009071AC">
        <w:t>elle sera à la petite porte du jardin de l</w:t>
      </w:r>
      <w:r w:rsidR="00F635DB">
        <w:t>’</w:t>
      </w:r>
      <w:r w:rsidRPr="009071AC">
        <w:t>hôtel</w:t>
      </w:r>
      <w:r w:rsidR="00F635DB">
        <w:t xml:space="preserve">, </w:t>
      </w:r>
      <w:r w:rsidRPr="009071AC">
        <w:t>et si je suis exact</w:t>
      </w:r>
      <w:r w:rsidR="00F635DB">
        <w:t xml:space="preserve">, </w:t>
      </w:r>
      <w:r w:rsidRPr="009071AC">
        <w:t>j</w:t>
      </w:r>
      <w:r w:rsidR="00F635DB">
        <w:t>’</w:t>
      </w:r>
      <w:r w:rsidRPr="009071AC">
        <w:t>aurai une réponse</w:t>
      </w:r>
      <w:r w:rsidR="00F635DB">
        <w:t>…</w:t>
      </w:r>
    </w:p>
    <w:p w14:paraId="44D10E7B" w14:textId="510926EC" w:rsidR="00F635DB" w:rsidRDefault="00F635DB" w:rsidP="00F635DB">
      <w:r>
        <w:t>M</w:t>
      </w:r>
      <w:r w:rsidRPr="00F635DB">
        <w:rPr>
          <w:vertAlign w:val="superscript"/>
        </w:rPr>
        <w:t>me</w:t>
      </w:r>
      <w:r>
        <w:t> </w:t>
      </w:r>
      <w:proofErr w:type="spellStart"/>
      <w:r w:rsidR="00855694" w:rsidRPr="009071AC">
        <w:t>Férailleur</w:t>
      </w:r>
      <w:proofErr w:type="spellEnd"/>
      <w:r w:rsidR="00855694" w:rsidRPr="009071AC">
        <w:t xml:space="preserve"> semblait attendre quelque chose encore</w:t>
      </w:r>
      <w:r>
        <w:t xml:space="preserve">, </w:t>
      </w:r>
      <w:r w:rsidR="00855694" w:rsidRPr="009071AC">
        <w:t>et comme Pascal se taisait</w:t>
      </w:r>
      <w:r>
        <w:t> :</w:t>
      </w:r>
    </w:p>
    <w:p w14:paraId="69B3E2DA" w14:textId="77777777" w:rsidR="00F635DB" w:rsidRDefault="00F635DB" w:rsidP="00F635DB">
      <w:r>
        <w:lastRenderedPageBreak/>
        <w:t>— </w:t>
      </w:r>
      <w:r w:rsidR="00855694" w:rsidRPr="009071AC">
        <w:t>Tu me parlais d</w:t>
      </w:r>
      <w:r>
        <w:t>’</w:t>
      </w:r>
      <w:r w:rsidR="00855694" w:rsidRPr="009071AC">
        <w:t>un grand malheur</w:t>
      </w:r>
      <w:r>
        <w:t xml:space="preserve">, </w:t>
      </w:r>
      <w:r w:rsidR="00855694" w:rsidRPr="009071AC">
        <w:t>fit-elle</w:t>
      </w:r>
      <w:r>
        <w:t xml:space="preserve">, </w:t>
      </w:r>
      <w:r w:rsidR="00855694" w:rsidRPr="009071AC">
        <w:t>où donc est-il</w:t>
      </w:r>
      <w:r>
        <w:t xml:space="preserve"> ?… </w:t>
      </w:r>
      <w:r w:rsidR="00855694" w:rsidRPr="009071AC">
        <w:t>Je ne l</w:t>
      </w:r>
      <w:r>
        <w:t>’</w:t>
      </w:r>
      <w:r w:rsidR="00855694" w:rsidRPr="009071AC">
        <w:t>aperçois pas</w:t>
      </w:r>
      <w:r>
        <w:t>…</w:t>
      </w:r>
    </w:p>
    <w:p w14:paraId="2A5440F0" w14:textId="77777777" w:rsidR="00F635DB" w:rsidRDefault="00855694" w:rsidP="00F635DB">
      <w:r w:rsidRPr="009071AC">
        <w:t>Il eut un geste menaçant</w:t>
      </w:r>
      <w:r w:rsidR="00F635DB">
        <w:t xml:space="preserve">, </w:t>
      </w:r>
      <w:r w:rsidRPr="009071AC">
        <w:t>et d</w:t>
      </w:r>
      <w:r w:rsidR="00F635DB">
        <w:t>’</w:t>
      </w:r>
      <w:r w:rsidRPr="009071AC">
        <w:t>une voix sourde</w:t>
      </w:r>
      <w:r w:rsidR="00F635DB">
        <w:t> :</w:t>
      </w:r>
    </w:p>
    <w:p w14:paraId="67F16556" w14:textId="77777777" w:rsidR="00F635DB" w:rsidRDefault="00F635DB" w:rsidP="00F635DB">
      <w:r>
        <w:t>— </w:t>
      </w:r>
      <w:r w:rsidR="00855694" w:rsidRPr="009071AC">
        <w:t>Le malheur est</w:t>
      </w:r>
      <w:r>
        <w:t xml:space="preserve">, </w:t>
      </w:r>
      <w:r w:rsidR="00855694" w:rsidRPr="009071AC">
        <w:t>répondit-il</w:t>
      </w:r>
      <w:r>
        <w:t xml:space="preserve">, </w:t>
      </w:r>
      <w:r w:rsidR="00855694" w:rsidRPr="009071AC">
        <w:t>que sans l</w:t>
      </w:r>
      <w:r>
        <w:t>’</w:t>
      </w:r>
      <w:r w:rsidR="00855694" w:rsidRPr="009071AC">
        <w:t>abominable traîtrise dont je suis victime</w:t>
      </w:r>
      <w:r>
        <w:t xml:space="preserve">, </w:t>
      </w:r>
      <w:r w:rsidR="00855694" w:rsidRPr="009071AC">
        <w:t>Marguerite serait ma femme avant un mois</w:t>
      </w:r>
      <w:r>
        <w:t xml:space="preserve">. </w:t>
      </w:r>
      <w:r w:rsidR="00855694" w:rsidRPr="009071AC">
        <w:t>La voici libre</w:t>
      </w:r>
      <w:r>
        <w:t xml:space="preserve">, </w:t>
      </w:r>
      <w:r w:rsidR="00855694" w:rsidRPr="009071AC">
        <w:t>maintenant</w:t>
      </w:r>
      <w:r>
        <w:t xml:space="preserve">, </w:t>
      </w:r>
      <w:r w:rsidR="00855694" w:rsidRPr="009071AC">
        <w:t>absolument libre</w:t>
      </w:r>
      <w:r>
        <w:t xml:space="preserve">, </w:t>
      </w:r>
      <w:r w:rsidR="00855694" w:rsidRPr="009071AC">
        <w:t>ne dépendant plus que de sa volonté et de son cœur</w:t>
      </w:r>
      <w:r>
        <w:t>.</w:t>
      </w:r>
    </w:p>
    <w:p w14:paraId="7884BFC6" w14:textId="77777777" w:rsidR="00F635DB" w:rsidRDefault="00F635DB" w:rsidP="00F635DB">
      <w:r>
        <w:t>— </w:t>
      </w:r>
      <w:r w:rsidR="00855694" w:rsidRPr="009071AC">
        <w:t>Et tu te plains</w:t>
      </w:r>
      <w:r>
        <w:t> !…</w:t>
      </w:r>
    </w:p>
    <w:p w14:paraId="725A1175" w14:textId="77777777" w:rsidR="00F635DB" w:rsidRDefault="00F635DB" w:rsidP="00F635DB">
      <w:r>
        <w:t>— </w:t>
      </w:r>
      <w:r w:rsidR="00855694" w:rsidRPr="009071AC">
        <w:t>Oh</w:t>
      </w:r>
      <w:r>
        <w:t xml:space="preserve"> !… </w:t>
      </w:r>
      <w:r w:rsidR="00855694" w:rsidRPr="009071AC">
        <w:t>ma mère</w:t>
      </w:r>
      <w:r>
        <w:t xml:space="preserve"> !… </w:t>
      </w:r>
      <w:r w:rsidR="00855694" w:rsidRPr="009071AC">
        <w:t>Puis-je donc l</w:t>
      </w:r>
      <w:r>
        <w:t>’</w:t>
      </w:r>
      <w:r w:rsidR="00855694" w:rsidRPr="009071AC">
        <w:t>épouser</w:t>
      </w:r>
      <w:r>
        <w:t xml:space="preserve"> !… </w:t>
      </w:r>
      <w:r w:rsidR="00855694" w:rsidRPr="009071AC">
        <w:t>M</w:t>
      </w:r>
      <w:r>
        <w:t>’</w:t>
      </w:r>
      <w:r w:rsidR="00855694" w:rsidRPr="009071AC">
        <w:t>est-il permis même de songer à lui offrir un nom déshonoré</w:t>
      </w:r>
      <w:r>
        <w:t xml:space="preserve"> !… </w:t>
      </w:r>
      <w:r w:rsidR="00855694" w:rsidRPr="009071AC">
        <w:t>Il me semble que je commettrais une action vile</w:t>
      </w:r>
      <w:r>
        <w:t xml:space="preserve">, </w:t>
      </w:r>
      <w:r w:rsidR="00855694" w:rsidRPr="009071AC">
        <w:t>plus qu</w:t>
      </w:r>
      <w:r>
        <w:t>’</w:t>
      </w:r>
      <w:r w:rsidR="00855694" w:rsidRPr="009071AC">
        <w:t>un crime</w:t>
      </w:r>
      <w:r>
        <w:t xml:space="preserve">, </w:t>
      </w:r>
      <w:r w:rsidR="00855694" w:rsidRPr="009071AC">
        <w:t>si j</w:t>
      </w:r>
      <w:r>
        <w:t>’</w:t>
      </w:r>
      <w:r w:rsidR="00855694" w:rsidRPr="009071AC">
        <w:t>osais lui parler de mon amour et de notre avenir</w:t>
      </w:r>
      <w:r>
        <w:t xml:space="preserve">, </w:t>
      </w:r>
      <w:r w:rsidR="00855694" w:rsidRPr="009071AC">
        <w:t>avant d</w:t>
      </w:r>
      <w:r>
        <w:t>’</w:t>
      </w:r>
      <w:r w:rsidR="00855694" w:rsidRPr="009071AC">
        <w:t>avoir écrasé les infâmes qui m</w:t>
      </w:r>
      <w:r>
        <w:t>’</w:t>
      </w:r>
      <w:r w:rsidR="00855694" w:rsidRPr="009071AC">
        <w:t>ont perdu</w:t>
      </w:r>
      <w:r>
        <w:t>…</w:t>
      </w:r>
    </w:p>
    <w:p w14:paraId="70D6B367" w14:textId="3811ADDA" w:rsidR="00F635DB" w:rsidRDefault="00855694" w:rsidP="00F635DB">
      <w:r w:rsidRPr="009071AC">
        <w:t>Les regrets</w:t>
      </w:r>
      <w:r w:rsidR="00F635DB">
        <w:t xml:space="preserve">, </w:t>
      </w:r>
      <w:r w:rsidRPr="009071AC">
        <w:t>la rage</w:t>
      </w:r>
      <w:r w:rsidR="00F635DB">
        <w:t xml:space="preserve">, </w:t>
      </w:r>
      <w:r w:rsidRPr="009071AC">
        <w:t>la conscience de son impuissance momentanée</w:t>
      </w:r>
      <w:r w:rsidR="00F635DB">
        <w:t xml:space="preserve">, </w:t>
      </w:r>
      <w:r w:rsidRPr="009071AC">
        <w:t xml:space="preserve">lui arrachaient des larmes que </w:t>
      </w:r>
      <w:r w:rsidR="00F635DB">
        <w:t>M</w:t>
      </w:r>
      <w:r w:rsidR="00F635DB" w:rsidRPr="00F635DB">
        <w:rPr>
          <w:vertAlign w:val="superscript"/>
        </w:rPr>
        <w:t>me</w:t>
      </w:r>
      <w:r w:rsidR="00F635DB">
        <w:t> </w:t>
      </w:r>
      <w:proofErr w:type="spellStart"/>
      <w:r w:rsidRPr="009071AC">
        <w:t>Férailleur</w:t>
      </w:r>
      <w:proofErr w:type="spellEnd"/>
      <w:r w:rsidRPr="009071AC">
        <w:t xml:space="preserve"> devinait</w:t>
      </w:r>
      <w:r w:rsidR="00F635DB">
        <w:t xml:space="preserve">, </w:t>
      </w:r>
      <w:r w:rsidRPr="009071AC">
        <w:t>qui retombaient sur son cœur comme du plomb en fusion</w:t>
      </w:r>
      <w:r w:rsidR="00F635DB">
        <w:t xml:space="preserve">, </w:t>
      </w:r>
      <w:r w:rsidRPr="009071AC">
        <w:t>mais dont elle réussit à ne point paraître émue</w:t>
      </w:r>
      <w:r w:rsidR="00F635DB">
        <w:t>.</w:t>
      </w:r>
    </w:p>
    <w:p w14:paraId="511D4C94" w14:textId="77777777" w:rsidR="00F635DB" w:rsidRDefault="00F635DB" w:rsidP="00F635DB">
      <w:r>
        <w:t>— </w:t>
      </w:r>
      <w:r w:rsidR="00855694" w:rsidRPr="009071AC">
        <w:t>Raison de plus</w:t>
      </w:r>
      <w:r>
        <w:t xml:space="preserve">, </w:t>
      </w:r>
      <w:r w:rsidR="00855694" w:rsidRPr="009071AC">
        <w:t>prononça-t-elle froidement</w:t>
      </w:r>
      <w:r>
        <w:t xml:space="preserve">, </w:t>
      </w:r>
      <w:r w:rsidR="00855694" w:rsidRPr="009071AC">
        <w:t>pour ne pas perdre une seconde</w:t>
      </w:r>
      <w:r>
        <w:t xml:space="preserve">, </w:t>
      </w:r>
      <w:r w:rsidR="00855694" w:rsidRPr="009071AC">
        <w:t>pour donner à l</w:t>
      </w:r>
      <w:r>
        <w:t>’</w:t>
      </w:r>
      <w:r w:rsidR="00855694" w:rsidRPr="009071AC">
        <w:t>œuvre de réhabilitation tout ce que tu as de force</w:t>
      </w:r>
      <w:r>
        <w:t xml:space="preserve">, </w:t>
      </w:r>
      <w:r w:rsidR="00855694" w:rsidRPr="009071AC">
        <w:t>d</w:t>
      </w:r>
      <w:r>
        <w:t>’</w:t>
      </w:r>
      <w:r w:rsidR="00855694" w:rsidRPr="009071AC">
        <w:t>intelligence</w:t>
      </w:r>
      <w:r>
        <w:t xml:space="preserve">, </w:t>
      </w:r>
      <w:r w:rsidR="00855694" w:rsidRPr="009071AC">
        <w:t>d</w:t>
      </w:r>
      <w:r>
        <w:t>’</w:t>
      </w:r>
      <w:r w:rsidR="00855694" w:rsidRPr="009071AC">
        <w:t>énergie</w:t>
      </w:r>
      <w:r>
        <w:t>.</w:t>
      </w:r>
    </w:p>
    <w:p w14:paraId="315A2815" w14:textId="77777777" w:rsidR="00F635DB" w:rsidRDefault="00F635DB" w:rsidP="00F635DB">
      <w:r>
        <w:t>— </w:t>
      </w:r>
      <w:r w:rsidR="00855694" w:rsidRPr="009071AC">
        <w:t>Oh</w:t>
      </w:r>
      <w:r>
        <w:t xml:space="preserve"> !… </w:t>
      </w:r>
      <w:r w:rsidR="00855694" w:rsidRPr="009071AC">
        <w:t>je me vengerai</w:t>
      </w:r>
      <w:r>
        <w:t xml:space="preserve">, </w:t>
      </w:r>
      <w:r w:rsidR="00855694" w:rsidRPr="009071AC">
        <w:t>je le veux</w:t>
      </w:r>
      <w:r>
        <w:t xml:space="preserve">… </w:t>
      </w:r>
      <w:r w:rsidR="00855694" w:rsidRPr="009071AC">
        <w:t>Mais elle</w:t>
      </w:r>
      <w:r>
        <w:t xml:space="preserve">, </w:t>
      </w:r>
      <w:r w:rsidR="00855694" w:rsidRPr="009071AC">
        <w:t>en attendant</w:t>
      </w:r>
      <w:r>
        <w:t xml:space="preserve">, </w:t>
      </w:r>
      <w:r w:rsidR="00855694" w:rsidRPr="009071AC">
        <w:t>que deviendra-t-elle</w:t>
      </w:r>
      <w:r>
        <w:t xml:space="preserve"> ?… </w:t>
      </w:r>
      <w:r w:rsidR="00855694" w:rsidRPr="009071AC">
        <w:t>Songe</w:t>
      </w:r>
      <w:r>
        <w:t xml:space="preserve">, </w:t>
      </w:r>
      <w:r w:rsidR="00855694" w:rsidRPr="009071AC">
        <w:t>mère</w:t>
      </w:r>
      <w:r>
        <w:t xml:space="preserve">, </w:t>
      </w:r>
      <w:r w:rsidR="00855694" w:rsidRPr="009071AC">
        <w:t>qu</w:t>
      </w:r>
      <w:r>
        <w:t>’</w:t>
      </w:r>
      <w:r w:rsidR="00855694" w:rsidRPr="009071AC">
        <w:t>elle est seule au monde</w:t>
      </w:r>
      <w:r>
        <w:t xml:space="preserve">, </w:t>
      </w:r>
      <w:r w:rsidR="00855694" w:rsidRPr="009071AC">
        <w:t>sans amis</w:t>
      </w:r>
      <w:r>
        <w:t xml:space="preserve">, </w:t>
      </w:r>
      <w:r w:rsidR="00855694" w:rsidRPr="009071AC">
        <w:t>abandonnée</w:t>
      </w:r>
      <w:r>
        <w:t xml:space="preserve"> !… </w:t>
      </w:r>
      <w:r w:rsidR="00855694" w:rsidRPr="009071AC">
        <w:t>C</w:t>
      </w:r>
      <w:r>
        <w:t>’</w:t>
      </w:r>
      <w:r w:rsidR="00855694" w:rsidRPr="009071AC">
        <w:t>est à devenir fou</w:t>
      </w:r>
      <w:r>
        <w:t> !…</w:t>
      </w:r>
    </w:p>
    <w:p w14:paraId="75146F8B" w14:textId="77777777" w:rsidR="00F635DB" w:rsidRDefault="00F635DB" w:rsidP="00F635DB">
      <w:r>
        <w:t>— </w:t>
      </w:r>
      <w:r w:rsidR="00855694" w:rsidRPr="009071AC">
        <w:t>Elle t</w:t>
      </w:r>
      <w:r>
        <w:t>’</w:t>
      </w:r>
      <w:r w:rsidR="00855694" w:rsidRPr="009071AC">
        <w:t>aime</w:t>
      </w:r>
      <w:r>
        <w:t xml:space="preserve">, </w:t>
      </w:r>
      <w:r w:rsidR="00855694" w:rsidRPr="009071AC">
        <w:t>dis-tu</w:t>
      </w:r>
      <w:r>
        <w:t xml:space="preserve">… </w:t>
      </w:r>
      <w:r w:rsidR="00855694" w:rsidRPr="009071AC">
        <w:t>Qu</w:t>
      </w:r>
      <w:r>
        <w:t>’</w:t>
      </w:r>
      <w:r w:rsidR="00855694" w:rsidRPr="009071AC">
        <w:t>as-tu à craindre</w:t>
      </w:r>
      <w:r>
        <w:t xml:space="preserve"> ? </w:t>
      </w:r>
      <w:r w:rsidR="00855694" w:rsidRPr="009071AC">
        <w:t>Maintenant elle est débarrassée des obsessions de ce prétendant qu</w:t>
      </w:r>
      <w:r>
        <w:t>’</w:t>
      </w:r>
      <w:r w:rsidR="00855694" w:rsidRPr="009071AC">
        <w:t>on voulait lui imposer et dont elle t</w:t>
      </w:r>
      <w:r>
        <w:t>’</w:t>
      </w:r>
      <w:r w:rsidR="00855694" w:rsidRPr="009071AC">
        <w:t>avait parlé</w:t>
      </w:r>
      <w:r>
        <w:t xml:space="preserve">… </w:t>
      </w:r>
      <w:r w:rsidR="00855694" w:rsidRPr="009071AC">
        <w:t xml:space="preserve">Le marquis de </w:t>
      </w:r>
      <w:proofErr w:type="spellStart"/>
      <w:r w:rsidR="00855694" w:rsidRPr="009071AC">
        <w:t>Valorsay</w:t>
      </w:r>
      <w:proofErr w:type="spellEnd"/>
      <w:r>
        <w:t xml:space="preserve">, </w:t>
      </w:r>
      <w:r w:rsidR="00855694" w:rsidRPr="009071AC">
        <w:t>n</w:t>
      </w:r>
      <w:r>
        <w:t>’</w:t>
      </w:r>
      <w:r w:rsidR="00855694" w:rsidRPr="009071AC">
        <w:t>est-ce pas</w:t>
      </w:r>
      <w:r>
        <w:t> ?…</w:t>
      </w:r>
    </w:p>
    <w:p w14:paraId="4C053C85" w14:textId="77777777" w:rsidR="00F635DB" w:rsidRDefault="00855694" w:rsidP="00F635DB">
      <w:r w:rsidRPr="009071AC">
        <w:lastRenderedPageBreak/>
        <w:t>Ce nom charria au cerveau de Pascal tout le sang de ses veines</w:t>
      </w:r>
      <w:r w:rsidR="00F635DB">
        <w:t>…</w:t>
      </w:r>
    </w:p>
    <w:p w14:paraId="2704DDD5" w14:textId="77777777" w:rsidR="00F635DB" w:rsidRDefault="00F635DB" w:rsidP="00F635DB">
      <w:r>
        <w:t>— </w:t>
      </w:r>
      <w:r w:rsidR="00855694" w:rsidRPr="009071AC">
        <w:t>Ah</w:t>
      </w:r>
      <w:r>
        <w:t xml:space="preserve"> !… </w:t>
      </w:r>
      <w:r w:rsidR="00855694" w:rsidRPr="009071AC">
        <w:t>s</w:t>
      </w:r>
      <w:r>
        <w:t>’</w:t>
      </w:r>
      <w:r w:rsidR="00855694" w:rsidRPr="009071AC">
        <w:t>écria-t-il</w:t>
      </w:r>
      <w:r>
        <w:t xml:space="preserve">, </w:t>
      </w:r>
      <w:r w:rsidR="00855694" w:rsidRPr="009071AC">
        <w:t>le misérable</w:t>
      </w:r>
      <w:r>
        <w:t xml:space="preserve"> !… </w:t>
      </w:r>
      <w:r w:rsidR="00855694" w:rsidRPr="009071AC">
        <w:t>S</w:t>
      </w:r>
      <w:r>
        <w:t>’</w:t>
      </w:r>
      <w:r w:rsidR="00855694" w:rsidRPr="009071AC">
        <w:t>il y avait un Dieu au ciel</w:t>
      </w:r>
      <w:r>
        <w:t>…</w:t>
      </w:r>
    </w:p>
    <w:p w14:paraId="39277355" w14:textId="56DE9814" w:rsidR="00F635DB" w:rsidRDefault="00F635DB" w:rsidP="00F635DB">
      <w:r>
        <w:t>— </w:t>
      </w:r>
      <w:r w:rsidR="00855694" w:rsidRPr="009071AC">
        <w:t>Malheureux</w:t>
      </w:r>
      <w:r>
        <w:t xml:space="preserve"> ! </w:t>
      </w:r>
      <w:r w:rsidR="00855694" w:rsidRPr="009071AC">
        <w:t xml:space="preserve">interrompit </w:t>
      </w:r>
      <w:r>
        <w:t>M</w:t>
      </w:r>
      <w:r w:rsidRPr="00F635DB">
        <w:rPr>
          <w:vertAlign w:val="superscript"/>
        </w:rPr>
        <w:t>me</w:t>
      </w:r>
      <w:r>
        <w:t> </w:t>
      </w:r>
      <w:proofErr w:type="spellStart"/>
      <w:r w:rsidR="00855694" w:rsidRPr="009071AC">
        <w:t>Férailleur</w:t>
      </w:r>
      <w:proofErr w:type="spellEnd"/>
      <w:r>
        <w:t xml:space="preserve">, </w:t>
      </w:r>
      <w:r w:rsidR="00855694" w:rsidRPr="009071AC">
        <w:t>tu blasphèmes</w:t>
      </w:r>
      <w:r>
        <w:t xml:space="preserve">, </w:t>
      </w:r>
      <w:r w:rsidR="00855694" w:rsidRPr="009071AC">
        <w:t>quand déjà la Providence se déclare pour toi</w:t>
      </w:r>
      <w:r>
        <w:t xml:space="preserve"> !… </w:t>
      </w:r>
      <w:r w:rsidR="00855694" w:rsidRPr="009071AC">
        <w:t>Lequel</w:t>
      </w:r>
      <w:r>
        <w:t xml:space="preserve">, </w:t>
      </w:r>
      <w:r w:rsidR="00855694" w:rsidRPr="009071AC">
        <w:t>à cette heure</w:t>
      </w:r>
      <w:r>
        <w:t xml:space="preserve">, </w:t>
      </w:r>
      <w:r w:rsidR="00855694" w:rsidRPr="009071AC">
        <w:t>penses-tu qui souffre le plus</w:t>
      </w:r>
      <w:r>
        <w:t xml:space="preserve">, </w:t>
      </w:r>
      <w:r w:rsidR="00855694" w:rsidRPr="009071AC">
        <w:t>de toi</w:t>
      </w:r>
      <w:r>
        <w:t xml:space="preserve">, </w:t>
      </w:r>
      <w:r w:rsidR="00855694" w:rsidRPr="009071AC">
        <w:t>fort de ton innocence</w:t>
      </w:r>
      <w:r>
        <w:t xml:space="preserve">, </w:t>
      </w:r>
      <w:r w:rsidR="00855694" w:rsidRPr="009071AC">
        <w:t>ou du marquis s</w:t>
      </w:r>
      <w:r>
        <w:t>’</w:t>
      </w:r>
      <w:r w:rsidR="00855694" w:rsidRPr="009071AC">
        <w:t>apercevant qu</w:t>
      </w:r>
      <w:r>
        <w:t>’</w:t>
      </w:r>
      <w:r w:rsidR="00855694" w:rsidRPr="009071AC">
        <w:t>il a commis un crime inutile</w:t>
      </w:r>
      <w:r>
        <w:t> ?</w:t>
      </w:r>
    </w:p>
    <w:p w14:paraId="0A8D1085" w14:textId="77777777" w:rsidR="00F635DB" w:rsidRDefault="00855694" w:rsidP="00F635DB">
      <w:r w:rsidRPr="009071AC">
        <w:t>Une secousse du fiacre l</w:t>
      </w:r>
      <w:r w:rsidR="00F635DB">
        <w:t>’</w:t>
      </w:r>
      <w:r w:rsidRPr="009071AC">
        <w:t>interrompit</w:t>
      </w:r>
      <w:r w:rsidR="00F635DB">
        <w:t>.</w:t>
      </w:r>
    </w:p>
    <w:p w14:paraId="2D631490" w14:textId="77777777" w:rsidR="00F635DB" w:rsidRDefault="00855694" w:rsidP="00F635DB">
      <w:r w:rsidRPr="009071AC">
        <w:t>Abandonnant le chemin d</w:t>
      </w:r>
      <w:r w:rsidR="00F635DB">
        <w:t>’</w:t>
      </w:r>
      <w:r w:rsidRPr="009071AC">
        <w:t>Asnières</w:t>
      </w:r>
      <w:r w:rsidR="00F635DB">
        <w:t xml:space="preserve">, </w:t>
      </w:r>
      <w:r w:rsidRPr="009071AC">
        <w:t>le cocher avait remonté la route de la Révolte</w:t>
      </w:r>
      <w:r w:rsidR="00F635DB">
        <w:t xml:space="preserve">, </w:t>
      </w:r>
      <w:r w:rsidRPr="009071AC">
        <w:t>et il venait de s</w:t>
      </w:r>
      <w:r w:rsidR="00F635DB">
        <w:t>’</w:t>
      </w:r>
      <w:r w:rsidRPr="009071AC">
        <w:t>arrêter devant une maison isolée</w:t>
      </w:r>
      <w:r w:rsidR="00F635DB">
        <w:t xml:space="preserve">, </w:t>
      </w:r>
      <w:r w:rsidRPr="009071AC">
        <w:t>de très-modeste apparence</w:t>
      </w:r>
      <w:r w:rsidR="00F635DB">
        <w:t xml:space="preserve">, </w:t>
      </w:r>
      <w:r w:rsidRPr="009071AC">
        <w:t>à un seul étage</w:t>
      </w:r>
      <w:r w:rsidR="00F635DB">
        <w:t>.</w:t>
      </w:r>
    </w:p>
    <w:p w14:paraId="4682FED5" w14:textId="77777777" w:rsidR="00F635DB" w:rsidRDefault="00F635DB" w:rsidP="00F635DB">
      <w:r>
        <w:t>— </w:t>
      </w:r>
      <w:r w:rsidR="00855694" w:rsidRPr="009071AC">
        <w:t>Nous sommes arrivés</w:t>
      </w:r>
      <w:r>
        <w:t xml:space="preserve">, </w:t>
      </w:r>
      <w:r w:rsidR="00855694" w:rsidRPr="009071AC">
        <w:t>mère</w:t>
      </w:r>
      <w:r>
        <w:t xml:space="preserve">, </w:t>
      </w:r>
      <w:r w:rsidR="00855694" w:rsidRPr="009071AC">
        <w:t>dit Pascal</w:t>
      </w:r>
      <w:r>
        <w:t>.</w:t>
      </w:r>
    </w:p>
    <w:p w14:paraId="34A58D21" w14:textId="77777777" w:rsidR="00F635DB" w:rsidRDefault="00855694" w:rsidP="00F635DB">
      <w:r w:rsidRPr="009071AC">
        <w:t>Sur le seuil de la maison</w:t>
      </w:r>
      <w:r w:rsidR="00F635DB">
        <w:t xml:space="preserve">, </w:t>
      </w:r>
      <w:r w:rsidRPr="009071AC">
        <w:t>un homme les attendait qui accourut leur ouvrir la portière</w:t>
      </w:r>
      <w:r w:rsidR="00F635DB">
        <w:t xml:space="preserve">. </w:t>
      </w:r>
      <w:r w:rsidRPr="009071AC">
        <w:t>C</w:t>
      </w:r>
      <w:r w:rsidR="00F635DB">
        <w:t>’</w:t>
      </w:r>
      <w:r w:rsidRPr="009071AC">
        <w:t>était le marchand de meubles</w:t>
      </w:r>
      <w:r w:rsidR="00F635DB">
        <w:t>.</w:t>
      </w:r>
    </w:p>
    <w:p w14:paraId="539B5010" w14:textId="3F7FE2DB" w:rsidR="00F635DB" w:rsidRDefault="00F635DB" w:rsidP="00F635DB">
      <w:r>
        <w:t>— </w:t>
      </w:r>
      <w:r w:rsidR="00855694" w:rsidRPr="009071AC">
        <w:t>Enfin vous voici</w:t>
      </w:r>
      <w:r>
        <w:t>, M. </w:t>
      </w:r>
      <w:proofErr w:type="spellStart"/>
      <w:r w:rsidR="00855694" w:rsidRPr="009071AC">
        <w:t>Mauméjan</w:t>
      </w:r>
      <w:proofErr w:type="spellEnd"/>
      <w:r>
        <w:t xml:space="preserve"> ! </w:t>
      </w:r>
      <w:r w:rsidR="00855694" w:rsidRPr="009071AC">
        <w:t>dit-il</w:t>
      </w:r>
      <w:r>
        <w:t xml:space="preserve">. </w:t>
      </w:r>
      <w:r w:rsidR="00855694" w:rsidRPr="009071AC">
        <w:t>Venez</w:t>
      </w:r>
      <w:r>
        <w:t xml:space="preserve">, </w:t>
      </w:r>
      <w:r w:rsidR="00855694" w:rsidRPr="009071AC">
        <w:t>et vous verrez que j</w:t>
      </w:r>
      <w:r>
        <w:t>’</w:t>
      </w:r>
      <w:r w:rsidR="00855694" w:rsidRPr="009071AC">
        <w:t>ai strictement rempli les conditions de notre marché</w:t>
      </w:r>
      <w:r>
        <w:t>.</w:t>
      </w:r>
    </w:p>
    <w:p w14:paraId="323C6924" w14:textId="77777777" w:rsidR="00F635DB" w:rsidRDefault="00855694" w:rsidP="00F635DB">
      <w:r w:rsidRPr="009071AC">
        <w:t>Il disait presque vrai</w:t>
      </w:r>
      <w:r w:rsidR="00F635DB">
        <w:t xml:space="preserve"> ; </w:t>
      </w:r>
      <w:r w:rsidRPr="009071AC">
        <w:t>on lui remit le prix convenu et il s</w:t>
      </w:r>
      <w:r w:rsidR="00F635DB">
        <w:t>’</w:t>
      </w:r>
      <w:r w:rsidRPr="009071AC">
        <w:t>éloigna content</w:t>
      </w:r>
      <w:r w:rsidR="00F635DB">
        <w:t>.</w:t>
      </w:r>
    </w:p>
    <w:p w14:paraId="08E69550" w14:textId="77777777" w:rsidR="00F635DB" w:rsidRDefault="00F635DB" w:rsidP="00F635DB">
      <w:r>
        <w:t>— </w:t>
      </w:r>
      <w:r w:rsidR="00855694" w:rsidRPr="009071AC">
        <w:t>Maintenant</w:t>
      </w:r>
      <w:r>
        <w:t xml:space="preserve">, </w:t>
      </w:r>
      <w:r w:rsidR="00855694" w:rsidRPr="009071AC">
        <w:t>chère mère</w:t>
      </w:r>
      <w:r>
        <w:t xml:space="preserve">, </w:t>
      </w:r>
      <w:r w:rsidR="00855694" w:rsidRPr="009071AC">
        <w:t>reprit Pascal</w:t>
      </w:r>
      <w:r>
        <w:t xml:space="preserve">, </w:t>
      </w:r>
      <w:r w:rsidR="00855694" w:rsidRPr="009071AC">
        <w:t>permets que je te fasse les honneurs du pauvre logis que je t</w:t>
      </w:r>
      <w:r>
        <w:t>’</w:t>
      </w:r>
      <w:r w:rsidR="00855694" w:rsidRPr="009071AC">
        <w:t>ai choisi</w:t>
      </w:r>
      <w:r>
        <w:t>…</w:t>
      </w:r>
    </w:p>
    <w:p w14:paraId="01AFC806" w14:textId="77777777" w:rsidR="00F635DB" w:rsidRDefault="00855694" w:rsidP="00F635DB">
      <w:r w:rsidRPr="009071AC">
        <w:t>De cette humble maison</w:t>
      </w:r>
      <w:r w:rsidR="00F635DB">
        <w:t xml:space="preserve">, </w:t>
      </w:r>
      <w:r w:rsidRPr="009071AC">
        <w:t>il n</w:t>
      </w:r>
      <w:r w:rsidR="00F635DB">
        <w:t>’</w:t>
      </w:r>
      <w:r w:rsidRPr="009071AC">
        <w:t>avait loué que le rez-de-chaussée</w:t>
      </w:r>
      <w:r w:rsidR="00F635DB">
        <w:t xml:space="preserve">. </w:t>
      </w:r>
      <w:r w:rsidRPr="009071AC">
        <w:t>L</w:t>
      </w:r>
      <w:r w:rsidR="00F635DB">
        <w:t>’</w:t>
      </w:r>
      <w:r w:rsidRPr="009071AC">
        <w:t>étage supérieur</w:t>
      </w:r>
      <w:r w:rsidR="00F635DB">
        <w:t xml:space="preserve">, </w:t>
      </w:r>
      <w:r w:rsidRPr="009071AC">
        <w:t>qui avait une entrée et un escalier indépendants</w:t>
      </w:r>
      <w:r w:rsidR="00F635DB">
        <w:t xml:space="preserve">, </w:t>
      </w:r>
      <w:r w:rsidRPr="009071AC">
        <w:t>était occupé par un honnête ménage</w:t>
      </w:r>
      <w:r w:rsidR="00F635DB">
        <w:t>.</w:t>
      </w:r>
    </w:p>
    <w:p w14:paraId="458CBACD" w14:textId="77777777" w:rsidR="00F635DB" w:rsidRDefault="00855694" w:rsidP="00F635DB">
      <w:r w:rsidRPr="009071AC">
        <w:lastRenderedPageBreak/>
        <w:t>Tel quel</w:t>
      </w:r>
      <w:r w:rsidR="00F635DB">
        <w:t xml:space="preserve">, </w:t>
      </w:r>
      <w:r w:rsidRPr="009071AC">
        <w:t>ce rez-de-chaussée était étroit</w:t>
      </w:r>
      <w:r w:rsidR="00F635DB">
        <w:t xml:space="preserve">, </w:t>
      </w:r>
      <w:r w:rsidRPr="009071AC">
        <w:t>mais propre</w:t>
      </w:r>
      <w:r w:rsidR="00F635DB">
        <w:t xml:space="preserve">, </w:t>
      </w:r>
      <w:r w:rsidRPr="009071AC">
        <w:t>et l</w:t>
      </w:r>
      <w:r w:rsidR="00F635DB">
        <w:t>’</w:t>
      </w:r>
      <w:r w:rsidRPr="009071AC">
        <w:t>architecte avait intelligemment tiré parti du terrain</w:t>
      </w:r>
      <w:r w:rsidR="00F635DB">
        <w:t>.</w:t>
      </w:r>
    </w:p>
    <w:p w14:paraId="37776D99" w14:textId="77777777" w:rsidR="00F635DB" w:rsidRDefault="00855694" w:rsidP="00F635DB">
      <w:r w:rsidRPr="009071AC">
        <w:t>Le tout se composait de quatre petites pièces</w:t>
      </w:r>
      <w:r w:rsidR="00F635DB">
        <w:t xml:space="preserve">, </w:t>
      </w:r>
      <w:r w:rsidRPr="009071AC">
        <w:t>séparées par un corridor</w:t>
      </w:r>
      <w:r w:rsidR="00F635DB">
        <w:t xml:space="preserve">. </w:t>
      </w:r>
      <w:r w:rsidRPr="009071AC">
        <w:t>La cuisine prenait jour sur un petit jardin grand comme quatre fois un drap ordinaire</w:t>
      </w:r>
      <w:r w:rsidR="00F635DB">
        <w:t>.</w:t>
      </w:r>
    </w:p>
    <w:p w14:paraId="51F52021" w14:textId="77777777" w:rsidR="00F635DB" w:rsidRDefault="00855694" w:rsidP="00F635DB">
      <w:r w:rsidRPr="009071AC">
        <w:t>Les meubles achetés par Pascal étaient un peu plus que simples</w:t>
      </w:r>
      <w:r w:rsidR="00F635DB">
        <w:t xml:space="preserve">, </w:t>
      </w:r>
      <w:r w:rsidRPr="009071AC">
        <w:t>mais faits pour ce pauvre intérieur</w:t>
      </w:r>
      <w:r w:rsidR="00F635DB">
        <w:t xml:space="preserve"> ; </w:t>
      </w:r>
      <w:r w:rsidRPr="009071AC">
        <w:t>ils venaient d</w:t>
      </w:r>
      <w:r w:rsidR="00F635DB">
        <w:t>’</w:t>
      </w:r>
      <w:r w:rsidRPr="009071AC">
        <w:t>être apportés</w:t>
      </w:r>
      <w:r w:rsidR="00F635DB">
        <w:t xml:space="preserve">, </w:t>
      </w:r>
      <w:r w:rsidRPr="009071AC">
        <w:t>et on les eût dit en place depuis des années</w:t>
      </w:r>
      <w:r w:rsidR="00F635DB">
        <w:t>…</w:t>
      </w:r>
    </w:p>
    <w:p w14:paraId="48D55EED" w14:textId="6878D00E" w:rsidR="00F635DB" w:rsidRDefault="00F635DB" w:rsidP="00F635DB">
      <w:r>
        <w:t>— </w:t>
      </w:r>
      <w:r w:rsidR="00855694" w:rsidRPr="009071AC">
        <w:t>Nous serons bien ici</w:t>
      </w:r>
      <w:r>
        <w:t xml:space="preserve">, </w:t>
      </w:r>
      <w:r w:rsidR="00855694" w:rsidRPr="009071AC">
        <w:t xml:space="preserve">déclara </w:t>
      </w:r>
      <w:r>
        <w:t>M</w:t>
      </w:r>
      <w:r w:rsidRPr="00F635DB">
        <w:rPr>
          <w:vertAlign w:val="superscript"/>
        </w:rPr>
        <w:t>me</w:t>
      </w:r>
      <w:r>
        <w:t> </w:t>
      </w:r>
      <w:proofErr w:type="spellStart"/>
      <w:r w:rsidR="00855694" w:rsidRPr="009071AC">
        <w:t>Férailleur</w:t>
      </w:r>
      <w:proofErr w:type="spellEnd"/>
      <w:r>
        <w:t xml:space="preserve">, </w:t>
      </w:r>
      <w:r w:rsidR="00855694" w:rsidRPr="009071AC">
        <w:t>oui</w:t>
      </w:r>
      <w:r>
        <w:t xml:space="preserve">, </w:t>
      </w:r>
      <w:r w:rsidR="00855694" w:rsidRPr="009071AC">
        <w:t>très-bien</w:t>
      </w:r>
      <w:r>
        <w:t xml:space="preserve">… </w:t>
      </w:r>
      <w:r w:rsidR="00855694" w:rsidRPr="009071AC">
        <w:t>Demain soir</w:t>
      </w:r>
      <w:r>
        <w:t xml:space="preserve">, </w:t>
      </w:r>
      <w:r w:rsidR="00855694" w:rsidRPr="009071AC">
        <w:t>tu ne t</w:t>
      </w:r>
      <w:r>
        <w:t>’</w:t>
      </w:r>
      <w:r w:rsidR="00855694" w:rsidRPr="009071AC">
        <w:t>y reconnaîtras plus</w:t>
      </w:r>
      <w:r>
        <w:t xml:space="preserve">… </w:t>
      </w:r>
      <w:r w:rsidR="00855694" w:rsidRPr="009071AC">
        <w:t>J</w:t>
      </w:r>
      <w:r>
        <w:t>’</w:t>
      </w:r>
      <w:r w:rsidR="00855694" w:rsidRPr="009071AC">
        <w:t>ai sauvé bien des choses de notre naufrage</w:t>
      </w:r>
      <w:r>
        <w:t xml:space="preserve"> : </w:t>
      </w:r>
      <w:r w:rsidR="00855694" w:rsidRPr="009071AC">
        <w:t>des rideaux</w:t>
      </w:r>
      <w:r>
        <w:t xml:space="preserve">, </w:t>
      </w:r>
      <w:r w:rsidR="00855694" w:rsidRPr="009071AC">
        <w:t>une paire de lampes</w:t>
      </w:r>
      <w:r>
        <w:t xml:space="preserve">, </w:t>
      </w:r>
      <w:r w:rsidR="00855694" w:rsidRPr="009071AC">
        <w:t>une pendule</w:t>
      </w:r>
      <w:r>
        <w:t xml:space="preserve">… </w:t>
      </w:r>
      <w:r w:rsidR="00855694" w:rsidRPr="009071AC">
        <w:t>tu verras</w:t>
      </w:r>
      <w:r>
        <w:t xml:space="preserve">. </w:t>
      </w:r>
      <w:r w:rsidR="00855694" w:rsidRPr="009071AC">
        <w:t>C</w:t>
      </w:r>
      <w:r>
        <w:t>’</w:t>
      </w:r>
      <w:r w:rsidR="00855694" w:rsidRPr="009071AC">
        <w:t>est surprenant</w:t>
      </w:r>
      <w:r>
        <w:t xml:space="preserve">, </w:t>
      </w:r>
      <w:r w:rsidR="00855694" w:rsidRPr="009071AC">
        <w:t>tout ce qu</w:t>
      </w:r>
      <w:r>
        <w:t>’</w:t>
      </w:r>
      <w:r w:rsidR="00855694" w:rsidRPr="009071AC">
        <w:t>on peut faire tenir dans quatre malles</w:t>
      </w:r>
      <w:r>
        <w:t> !…</w:t>
      </w:r>
    </w:p>
    <w:p w14:paraId="01F61A6F" w14:textId="77777777" w:rsidR="00F635DB" w:rsidRDefault="00855694" w:rsidP="00F635DB">
      <w:r w:rsidRPr="009071AC">
        <w:t>Lorsque sa mère lui donnait un si fier exemple</w:t>
      </w:r>
      <w:r w:rsidR="00F635DB">
        <w:t xml:space="preserve">, </w:t>
      </w:r>
      <w:r w:rsidRPr="009071AC">
        <w:t>Pascal eût rougi de ne pas s</w:t>
      </w:r>
      <w:r w:rsidR="00F635DB">
        <w:t>’</w:t>
      </w:r>
      <w:r w:rsidRPr="009071AC">
        <w:t>élever à sa hauteur</w:t>
      </w:r>
      <w:r w:rsidR="00F635DB">
        <w:t xml:space="preserve">. </w:t>
      </w:r>
      <w:r w:rsidRPr="009071AC">
        <w:t>Il se mit donc à expliquer gravement les raisons qui l</w:t>
      </w:r>
      <w:r w:rsidR="00F635DB">
        <w:t>’</w:t>
      </w:r>
      <w:r w:rsidRPr="009071AC">
        <w:t>avaient déterminé à choisir ce logement</w:t>
      </w:r>
      <w:r w:rsidR="00F635DB">
        <w:t xml:space="preserve"> : </w:t>
      </w:r>
      <w:r w:rsidRPr="009071AC">
        <w:t>c</w:t>
      </w:r>
      <w:r w:rsidR="00F635DB">
        <w:t>’</w:t>
      </w:r>
      <w:r w:rsidRPr="009071AC">
        <w:t>est qu</w:t>
      </w:r>
      <w:r w:rsidR="00F635DB">
        <w:t>’</w:t>
      </w:r>
      <w:r w:rsidRPr="009071AC">
        <w:t>il avait tenu surtout à ne pas avoir de concierge</w:t>
      </w:r>
      <w:r w:rsidR="00F635DB">
        <w:t xml:space="preserve">. </w:t>
      </w:r>
      <w:r w:rsidRPr="009071AC">
        <w:t>Ainsi</w:t>
      </w:r>
      <w:r w:rsidR="00F635DB">
        <w:t xml:space="preserve">, </w:t>
      </w:r>
      <w:r w:rsidRPr="009071AC">
        <w:t>il assurait la liberté absolue de ses mouvements et se mettait à l</w:t>
      </w:r>
      <w:r w:rsidR="00F635DB">
        <w:t>’</w:t>
      </w:r>
      <w:r w:rsidRPr="009071AC">
        <w:t>abri des indiscrétions</w:t>
      </w:r>
      <w:r w:rsidR="00F635DB">
        <w:t>.</w:t>
      </w:r>
    </w:p>
    <w:p w14:paraId="6DDB77CE" w14:textId="6CC15A98" w:rsidR="00F635DB" w:rsidRDefault="00F635DB" w:rsidP="00F635DB">
      <w:r>
        <w:t>— </w:t>
      </w:r>
      <w:r w:rsidR="00855694" w:rsidRPr="009071AC">
        <w:t>Certes</w:t>
      </w:r>
      <w:r>
        <w:t xml:space="preserve">, </w:t>
      </w:r>
      <w:r w:rsidR="00855694" w:rsidRPr="009071AC">
        <w:t>chère mère</w:t>
      </w:r>
      <w:r>
        <w:t xml:space="preserve">, </w:t>
      </w:r>
      <w:r w:rsidR="00855694" w:rsidRPr="009071AC">
        <w:t>ajoutait-il</w:t>
      </w:r>
      <w:r>
        <w:t xml:space="preserve">, </w:t>
      </w:r>
      <w:r w:rsidR="00855694" w:rsidRPr="009071AC">
        <w:t>le quartier est désert</w:t>
      </w:r>
      <w:r>
        <w:t xml:space="preserve">, </w:t>
      </w:r>
      <w:r w:rsidR="00855694" w:rsidRPr="009071AC">
        <w:t>mais tu y trouveras néanmoins le nécessaire</w:t>
      </w:r>
      <w:r>
        <w:t xml:space="preserve">… </w:t>
      </w:r>
      <w:r w:rsidR="00855694" w:rsidRPr="009071AC">
        <w:t>Au-dessus de nous</w:t>
      </w:r>
      <w:r>
        <w:t xml:space="preserve">, </w:t>
      </w:r>
      <w:r w:rsidR="00855694" w:rsidRPr="009071AC">
        <w:t>demeurent</w:t>
      </w:r>
      <w:r>
        <w:t xml:space="preserve">, </w:t>
      </w:r>
      <w:r w:rsidR="00855694" w:rsidRPr="009071AC">
        <w:t>m</w:t>
      </w:r>
      <w:r>
        <w:t>’</w:t>
      </w:r>
      <w:r w:rsidR="00855694" w:rsidRPr="009071AC">
        <w:t>a dit le propriétaire</w:t>
      </w:r>
      <w:r>
        <w:t xml:space="preserve">, </w:t>
      </w:r>
      <w:r w:rsidR="00855694" w:rsidRPr="009071AC">
        <w:t>de très-braves gens</w:t>
      </w:r>
      <w:r>
        <w:t xml:space="preserve">… </w:t>
      </w:r>
      <w:r w:rsidR="00855694" w:rsidRPr="009071AC">
        <w:t>j</w:t>
      </w:r>
      <w:r>
        <w:t>’</w:t>
      </w:r>
      <w:r w:rsidR="00855694" w:rsidRPr="009071AC">
        <w:t>ai déjà causé avec la femme</w:t>
      </w:r>
      <w:r>
        <w:t xml:space="preserve">, </w:t>
      </w:r>
      <w:r w:rsidR="00855694" w:rsidRPr="009071AC">
        <w:t>elle te pilotera</w:t>
      </w:r>
      <w:r>
        <w:t xml:space="preserve">… </w:t>
      </w:r>
      <w:r w:rsidR="00855694" w:rsidRPr="009071AC">
        <w:t>Je me suis enquis de quelqu</w:t>
      </w:r>
      <w:r>
        <w:t>’</w:t>
      </w:r>
      <w:r w:rsidR="00855694" w:rsidRPr="009071AC">
        <w:t>un pour le gros ouvrage et on m</w:t>
      </w:r>
      <w:r>
        <w:t>’</w:t>
      </w:r>
      <w:r w:rsidR="00855694" w:rsidRPr="009071AC">
        <w:t xml:space="preserve">a indiqué une pauvre marchande nommée </w:t>
      </w:r>
      <w:proofErr w:type="spellStart"/>
      <w:r w:rsidR="00855694" w:rsidRPr="009071AC">
        <w:t>Vantrasson</w:t>
      </w:r>
      <w:proofErr w:type="spellEnd"/>
      <w:r>
        <w:t xml:space="preserve">, </w:t>
      </w:r>
      <w:r w:rsidR="00855694" w:rsidRPr="009071AC">
        <w:t>qui cherche de tous côtés un ménage à faire</w:t>
      </w:r>
      <w:r>
        <w:t xml:space="preserve">… </w:t>
      </w:r>
      <w:r w:rsidR="00855694" w:rsidRPr="009071AC">
        <w:t>On doit l</w:t>
      </w:r>
      <w:r>
        <w:t>’</w:t>
      </w:r>
      <w:r w:rsidR="00855694" w:rsidRPr="009071AC">
        <w:t>avoir prévenue ce soir</w:t>
      </w:r>
      <w:r>
        <w:t xml:space="preserve">, </w:t>
      </w:r>
      <w:r w:rsidR="00855694" w:rsidRPr="009071AC">
        <w:t>tu la verras demain</w:t>
      </w:r>
      <w:r>
        <w:t xml:space="preserve">… </w:t>
      </w:r>
      <w:r w:rsidR="00855694" w:rsidRPr="009071AC">
        <w:t>Et surtout n</w:t>
      </w:r>
      <w:r>
        <w:t>’</w:t>
      </w:r>
      <w:r w:rsidR="00855694" w:rsidRPr="009071AC">
        <w:t xml:space="preserve">oublie pas que tu es désormais </w:t>
      </w:r>
      <w:r>
        <w:t>M</w:t>
      </w:r>
      <w:r w:rsidRPr="00F635DB">
        <w:rPr>
          <w:vertAlign w:val="superscript"/>
        </w:rPr>
        <w:t>me</w:t>
      </w:r>
      <w:r>
        <w:t> </w:t>
      </w:r>
      <w:proofErr w:type="spellStart"/>
      <w:r w:rsidR="00855694" w:rsidRPr="009071AC">
        <w:t>Mauméjan</w:t>
      </w:r>
      <w:proofErr w:type="spellEnd"/>
      <w:r>
        <w:t>.</w:t>
      </w:r>
    </w:p>
    <w:p w14:paraId="0AAECC90" w14:textId="58C789DF" w:rsidR="00F635DB" w:rsidRDefault="00855694" w:rsidP="00F635DB">
      <w:r w:rsidRPr="009071AC">
        <w:t>Entraîné par la situation</w:t>
      </w:r>
      <w:r w:rsidR="00F635DB">
        <w:t xml:space="preserve">, </w:t>
      </w:r>
      <w:r w:rsidRPr="009071AC">
        <w:t>il parlait</w:t>
      </w:r>
      <w:r w:rsidR="00F635DB">
        <w:t xml:space="preserve">, </w:t>
      </w:r>
      <w:r w:rsidRPr="009071AC">
        <w:t>il parlait</w:t>
      </w:r>
      <w:r w:rsidR="00F635DB">
        <w:t xml:space="preserve">… </w:t>
      </w:r>
      <w:r w:rsidRPr="009071AC">
        <w:t xml:space="preserve">Lorsque </w:t>
      </w:r>
      <w:r w:rsidR="00F635DB">
        <w:t>M</w:t>
      </w:r>
      <w:r w:rsidR="00F635DB" w:rsidRPr="00F635DB">
        <w:rPr>
          <w:vertAlign w:val="superscript"/>
        </w:rPr>
        <w:t>me</w:t>
      </w:r>
      <w:r w:rsidR="00F635DB">
        <w:t> </w:t>
      </w:r>
      <w:proofErr w:type="spellStart"/>
      <w:r w:rsidRPr="009071AC">
        <w:t>Férailleur</w:t>
      </w:r>
      <w:proofErr w:type="spellEnd"/>
      <w:r w:rsidR="00F635DB">
        <w:t xml:space="preserve">, </w:t>
      </w:r>
      <w:r w:rsidRPr="009071AC">
        <w:t>tirant sa montre</w:t>
      </w:r>
      <w:r w:rsidR="00F635DB">
        <w:t xml:space="preserve">, </w:t>
      </w:r>
      <w:r w:rsidRPr="009071AC">
        <w:t>lui dit doucement</w:t>
      </w:r>
      <w:r w:rsidR="00F635DB">
        <w:t> :</w:t>
      </w:r>
    </w:p>
    <w:p w14:paraId="327B9D1D" w14:textId="77777777" w:rsidR="00F635DB" w:rsidRDefault="00F635DB" w:rsidP="00F635DB">
      <w:r>
        <w:lastRenderedPageBreak/>
        <w:t>— </w:t>
      </w:r>
      <w:r w:rsidR="00855694" w:rsidRPr="009071AC">
        <w:t>Et ton rendez-vous</w:t>
      </w:r>
      <w:r>
        <w:t xml:space="preserve"> ?… </w:t>
      </w:r>
      <w:r w:rsidR="00855694" w:rsidRPr="009071AC">
        <w:t>Tu oublies qu</w:t>
      </w:r>
      <w:r>
        <w:t>’</w:t>
      </w:r>
      <w:r w:rsidR="00855694" w:rsidRPr="009071AC">
        <w:t>une voiture attend à la porte</w:t>
      </w:r>
      <w:r>
        <w:t>…</w:t>
      </w:r>
    </w:p>
    <w:p w14:paraId="0644E8FB" w14:textId="77777777" w:rsidR="00F635DB" w:rsidRDefault="00855694" w:rsidP="00F635DB">
      <w:r w:rsidRPr="009071AC">
        <w:t>C</w:t>
      </w:r>
      <w:r w:rsidR="00F635DB">
        <w:t>’</w:t>
      </w:r>
      <w:r w:rsidRPr="009071AC">
        <w:t>était vrai</w:t>
      </w:r>
      <w:r w:rsidR="00F635DB">
        <w:t xml:space="preserve">, </w:t>
      </w:r>
      <w:r w:rsidRPr="009071AC">
        <w:t>il avait oublié</w:t>
      </w:r>
      <w:r w:rsidR="00F635DB">
        <w:t>.</w:t>
      </w:r>
    </w:p>
    <w:p w14:paraId="5A8F3BF5" w14:textId="77777777" w:rsidR="00F635DB" w:rsidRDefault="00855694" w:rsidP="00F635DB">
      <w:r w:rsidRPr="009071AC">
        <w:t>Vivement il prit son chapeau</w:t>
      </w:r>
      <w:r w:rsidR="00F635DB">
        <w:t xml:space="preserve">, </w:t>
      </w:r>
      <w:r w:rsidRPr="009071AC">
        <w:t>et après avoir embrassé sa mère</w:t>
      </w:r>
      <w:r w:rsidR="00F635DB">
        <w:t xml:space="preserve">, </w:t>
      </w:r>
      <w:r w:rsidRPr="009071AC">
        <w:t>s</w:t>
      </w:r>
      <w:r w:rsidR="00F635DB">
        <w:t>’</w:t>
      </w:r>
      <w:r w:rsidRPr="009071AC">
        <w:t>élança dehors</w:t>
      </w:r>
      <w:r w:rsidR="00F635DB">
        <w:t>.</w:t>
      </w:r>
    </w:p>
    <w:p w14:paraId="386172CF" w14:textId="77777777" w:rsidR="00F635DB" w:rsidRDefault="00855694" w:rsidP="00F635DB">
      <w:r w:rsidRPr="009071AC">
        <w:t>Les chevaux du fiacre n</w:t>
      </w:r>
      <w:r w:rsidR="00F635DB">
        <w:t>’</w:t>
      </w:r>
      <w:r w:rsidRPr="009071AC">
        <w:t>en pouvaient plus</w:t>
      </w:r>
      <w:r w:rsidR="00F635DB">
        <w:t xml:space="preserve">, </w:t>
      </w:r>
      <w:r w:rsidRPr="009071AC">
        <w:t>mais le cocher avait été si bien encouragé qu</w:t>
      </w:r>
      <w:r w:rsidR="00F635DB">
        <w:t>’</w:t>
      </w:r>
      <w:r w:rsidRPr="009071AC">
        <w:t>il trouva le secret de les faire trotter jusqu</w:t>
      </w:r>
      <w:r w:rsidR="00F635DB">
        <w:t>’</w:t>
      </w:r>
      <w:r w:rsidRPr="009071AC">
        <w:t>à la rue de Courcelles</w:t>
      </w:r>
      <w:r w:rsidR="00F635DB">
        <w:t>.</w:t>
      </w:r>
    </w:p>
    <w:p w14:paraId="41884D83" w14:textId="77777777" w:rsidR="00F635DB" w:rsidRDefault="00855694" w:rsidP="00F635DB">
      <w:r w:rsidRPr="009071AC">
        <w:t>Là</w:t>
      </w:r>
      <w:r w:rsidR="00F635DB">
        <w:t xml:space="preserve">, </w:t>
      </w:r>
      <w:r w:rsidRPr="009071AC">
        <w:t>par exemple</w:t>
      </w:r>
      <w:r w:rsidR="00F635DB">
        <w:t xml:space="preserve">, </w:t>
      </w:r>
      <w:r w:rsidRPr="009071AC">
        <w:t>il déclara que lui et ses bêtes étaient à bout</w:t>
      </w:r>
      <w:r w:rsidR="00F635DB">
        <w:t xml:space="preserve">, </w:t>
      </w:r>
      <w:r w:rsidRPr="009071AC">
        <w:t>et ayant reçu ce qui lui était dû</w:t>
      </w:r>
      <w:r w:rsidR="00F635DB">
        <w:t xml:space="preserve">, </w:t>
      </w:r>
      <w:r w:rsidRPr="009071AC">
        <w:t>il s</w:t>
      </w:r>
      <w:r w:rsidR="00F635DB">
        <w:t>’</w:t>
      </w:r>
      <w:r w:rsidRPr="009071AC">
        <w:t>éloigna au pas</w:t>
      </w:r>
      <w:r w:rsidR="00F635DB">
        <w:t>…</w:t>
      </w:r>
    </w:p>
    <w:p w14:paraId="4E37C695" w14:textId="77777777" w:rsidR="00F635DB" w:rsidRDefault="00855694" w:rsidP="00F635DB">
      <w:r w:rsidRPr="009071AC">
        <w:t>Le temps était froid</w:t>
      </w:r>
      <w:r w:rsidR="00F635DB">
        <w:t xml:space="preserve">, </w:t>
      </w:r>
      <w:r w:rsidRPr="009071AC">
        <w:t>la nuit sombre</w:t>
      </w:r>
      <w:r w:rsidR="00F635DB">
        <w:t xml:space="preserve">, </w:t>
      </w:r>
      <w:r w:rsidRPr="009071AC">
        <w:t>la rue déserte</w:t>
      </w:r>
      <w:r w:rsidR="00F635DB">
        <w:t xml:space="preserve">… </w:t>
      </w:r>
      <w:r w:rsidRPr="009071AC">
        <w:t>Le silence était lugubre</w:t>
      </w:r>
      <w:r w:rsidR="00F635DB">
        <w:t xml:space="preserve">, </w:t>
      </w:r>
      <w:r w:rsidRPr="009071AC">
        <w:t>troublé à de longs intervalles par le claquement d</w:t>
      </w:r>
      <w:r w:rsidR="00F635DB">
        <w:t>’</w:t>
      </w:r>
      <w:r w:rsidRPr="009071AC">
        <w:t>une porte ou le pas lointain d</w:t>
      </w:r>
      <w:r w:rsidR="00F635DB">
        <w:t>’</w:t>
      </w:r>
      <w:r w:rsidRPr="009071AC">
        <w:t>un promeneur attardé</w:t>
      </w:r>
      <w:r w:rsidR="00F635DB">
        <w:t>…</w:t>
      </w:r>
    </w:p>
    <w:p w14:paraId="02DEB0E8" w14:textId="77777777" w:rsidR="00F635DB" w:rsidRDefault="00855694" w:rsidP="00F635DB">
      <w:r w:rsidRPr="009071AC">
        <w:t>Ayant vingt minutes au moins à attendre</w:t>
      </w:r>
      <w:r w:rsidR="00F635DB">
        <w:t xml:space="preserve">, </w:t>
      </w:r>
      <w:r w:rsidRPr="009071AC">
        <w:t>Pascal était allé s</w:t>
      </w:r>
      <w:r w:rsidR="00F635DB">
        <w:t>’</w:t>
      </w:r>
      <w:r w:rsidRPr="009071AC">
        <w:t>asseoir sur une borne</w:t>
      </w:r>
      <w:r w:rsidR="00F635DB">
        <w:t xml:space="preserve">, </w:t>
      </w:r>
      <w:r w:rsidRPr="009071AC">
        <w:t>en face de l</w:t>
      </w:r>
      <w:r w:rsidR="00F635DB">
        <w:t>’</w:t>
      </w:r>
      <w:r w:rsidRPr="009071AC">
        <w:t xml:space="preserve">hôtel de </w:t>
      </w:r>
      <w:proofErr w:type="spellStart"/>
      <w:r w:rsidRPr="009071AC">
        <w:t>Chalusse</w:t>
      </w:r>
      <w:proofErr w:type="spellEnd"/>
      <w:r w:rsidR="00F635DB">
        <w:t xml:space="preserve">, </w:t>
      </w:r>
      <w:r w:rsidRPr="009071AC">
        <w:t>et son regard s</w:t>
      </w:r>
      <w:r w:rsidR="00F635DB">
        <w:t>’</w:t>
      </w:r>
      <w:r w:rsidRPr="009071AC">
        <w:t>attachait obstinément à la façade</w:t>
      </w:r>
      <w:r w:rsidR="00F635DB">
        <w:t xml:space="preserve">, </w:t>
      </w:r>
      <w:r w:rsidRPr="009071AC">
        <w:t>comme si par un prodige de volonté il eût pu traverser les murailles</w:t>
      </w:r>
      <w:r w:rsidR="00F635DB">
        <w:t xml:space="preserve">, </w:t>
      </w:r>
      <w:r w:rsidRPr="009071AC">
        <w:t>et voir ce qui se passait à l</w:t>
      </w:r>
      <w:r w:rsidR="00F635DB">
        <w:t>’</w:t>
      </w:r>
      <w:r w:rsidRPr="009071AC">
        <w:t>intérieur</w:t>
      </w:r>
      <w:r w:rsidR="00F635DB">
        <w:t>.</w:t>
      </w:r>
    </w:p>
    <w:p w14:paraId="7D002FFF" w14:textId="77777777" w:rsidR="00F635DB" w:rsidRDefault="00855694" w:rsidP="00F635DB">
      <w:r w:rsidRPr="009071AC">
        <w:t>Une seule fenêtre</w:t>
      </w:r>
      <w:r w:rsidR="00F635DB">
        <w:t xml:space="preserve">, </w:t>
      </w:r>
      <w:r w:rsidRPr="009071AC">
        <w:t>celle de la chambre où l</w:t>
      </w:r>
      <w:r w:rsidR="00F635DB">
        <w:t>’</w:t>
      </w:r>
      <w:r w:rsidRPr="009071AC">
        <w:t xml:space="preserve">on veillait le corps du comte de </w:t>
      </w:r>
      <w:proofErr w:type="spellStart"/>
      <w:r w:rsidRPr="009071AC">
        <w:t>Chalusse</w:t>
      </w:r>
      <w:proofErr w:type="spellEnd"/>
      <w:r w:rsidR="00F635DB">
        <w:t xml:space="preserve">, </w:t>
      </w:r>
      <w:r w:rsidRPr="009071AC">
        <w:t>était éclairée</w:t>
      </w:r>
      <w:r w:rsidR="00F635DB">
        <w:t xml:space="preserve">… </w:t>
      </w:r>
      <w:r w:rsidRPr="009071AC">
        <w:t>Et dans ce cadre lumineux</w:t>
      </w:r>
      <w:r w:rsidR="00F635DB">
        <w:t xml:space="preserve">, </w:t>
      </w:r>
      <w:r w:rsidRPr="009071AC">
        <w:t>on distinguait de la rue l</w:t>
      </w:r>
      <w:r w:rsidR="00F635DB">
        <w:t>’</w:t>
      </w:r>
      <w:r w:rsidRPr="009071AC">
        <w:t>ombre d</w:t>
      </w:r>
      <w:r w:rsidR="00F635DB">
        <w:t>’</w:t>
      </w:r>
      <w:r w:rsidRPr="009071AC">
        <w:t>une femme</w:t>
      </w:r>
      <w:r w:rsidR="00F635DB">
        <w:t xml:space="preserve">, </w:t>
      </w:r>
      <w:r w:rsidRPr="009071AC">
        <w:t>debout</w:t>
      </w:r>
      <w:r w:rsidR="00F635DB">
        <w:t xml:space="preserve">, </w:t>
      </w:r>
      <w:r w:rsidRPr="009071AC">
        <w:t>immobile</w:t>
      </w:r>
      <w:r w:rsidR="00F635DB">
        <w:t xml:space="preserve">, </w:t>
      </w:r>
      <w:r w:rsidRPr="009071AC">
        <w:t>le front appuyé contre les carreaux</w:t>
      </w:r>
      <w:r w:rsidR="00F635DB">
        <w:t>…</w:t>
      </w:r>
    </w:p>
    <w:p w14:paraId="6EE8B755" w14:textId="77777777" w:rsidR="00F635DB" w:rsidRDefault="00855694" w:rsidP="00F635DB">
      <w:r w:rsidRPr="009071AC">
        <w:t>Et le temps passait</w:t>
      </w:r>
      <w:r w:rsidR="00F635DB">
        <w:t>…</w:t>
      </w:r>
    </w:p>
    <w:p w14:paraId="2E761B8D" w14:textId="77777777" w:rsidR="00F635DB" w:rsidRDefault="00855694" w:rsidP="00F635DB">
      <w:r w:rsidRPr="009071AC">
        <w:t>En proie à l</w:t>
      </w:r>
      <w:r w:rsidR="00F635DB">
        <w:t>’</w:t>
      </w:r>
      <w:r w:rsidRPr="009071AC">
        <w:t>indicible angoisse de l</w:t>
      </w:r>
      <w:r w:rsidR="00F635DB">
        <w:t>’</w:t>
      </w:r>
      <w:r w:rsidRPr="009071AC">
        <w:t>homme qui sent que sa vie est en jeu</w:t>
      </w:r>
      <w:r w:rsidR="00F635DB">
        <w:t xml:space="preserve">, </w:t>
      </w:r>
      <w:r w:rsidRPr="009071AC">
        <w:t>que son avenir se décide</w:t>
      </w:r>
      <w:r w:rsidR="00F635DB">
        <w:t xml:space="preserve">, </w:t>
      </w:r>
      <w:r w:rsidRPr="009071AC">
        <w:t>que son sort va être à tout jamais et irrévocablement fixé</w:t>
      </w:r>
      <w:r w:rsidR="00F635DB">
        <w:t xml:space="preserve">, </w:t>
      </w:r>
      <w:r w:rsidRPr="009071AC">
        <w:t>Pascal comptait les secondes</w:t>
      </w:r>
      <w:r w:rsidR="00F635DB">
        <w:t>.</w:t>
      </w:r>
    </w:p>
    <w:p w14:paraId="533C9A85" w14:textId="0EA2A74B" w:rsidR="00F635DB" w:rsidRDefault="00855694" w:rsidP="00F635DB">
      <w:r w:rsidRPr="009071AC">
        <w:lastRenderedPageBreak/>
        <w:t>Réfléchir</w:t>
      </w:r>
      <w:r w:rsidR="00F635DB">
        <w:t xml:space="preserve">, </w:t>
      </w:r>
      <w:r w:rsidRPr="009071AC">
        <w:t>délibérer</w:t>
      </w:r>
      <w:r w:rsidR="00F635DB">
        <w:t xml:space="preserve">, </w:t>
      </w:r>
      <w:r w:rsidRPr="009071AC">
        <w:t>prévoir</w:t>
      </w:r>
      <w:r w:rsidR="00F635DB">
        <w:t xml:space="preserve">, </w:t>
      </w:r>
      <w:r w:rsidRPr="009071AC">
        <w:t>concerter un plan</w:t>
      </w:r>
      <w:r w:rsidR="00F635DB">
        <w:t xml:space="preserve">… </w:t>
      </w:r>
      <w:r w:rsidRPr="009071AC">
        <w:t>impossible</w:t>
      </w:r>
      <w:r w:rsidR="00F635DB">
        <w:t xml:space="preserve">. </w:t>
      </w:r>
      <w:r w:rsidRPr="009071AC">
        <w:t>Sa pensée échappait à sa volonté</w:t>
      </w:r>
      <w:r w:rsidR="00F635DB">
        <w:t xml:space="preserve">… </w:t>
      </w:r>
      <w:r w:rsidRPr="009071AC">
        <w:t>Il perdait jusqu</w:t>
      </w:r>
      <w:r w:rsidR="00F635DB">
        <w:t>’</w:t>
      </w:r>
      <w:r w:rsidRPr="009071AC">
        <w:t>à la mémoire de ses tortures depuis vingt-quatre heures</w:t>
      </w:r>
      <w:r w:rsidR="00F635DB">
        <w:t xml:space="preserve">. </w:t>
      </w:r>
      <w:proofErr w:type="spellStart"/>
      <w:r w:rsidRPr="009071AC">
        <w:t>Coralth</w:t>
      </w:r>
      <w:proofErr w:type="spellEnd"/>
      <w:r w:rsidR="00F635DB">
        <w:t xml:space="preserve">, </w:t>
      </w:r>
      <w:proofErr w:type="spellStart"/>
      <w:r w:rsidRPr="009071AC">
        <w:t>Valorsay</w:t>
      </w:r>
      <w:proofErr w:type="spellEnd"/>
      <w:r w:rsidR="00F635DB">
        <w:t xml:space="preserve">, </w:t>
      </w:r>
      <w:r w:rsidRPr="009071AC">
        <w:t>la d</w:t>
      </w:r>
      <w:r w:rsidR="00F635DB">
        <w:t>’</w:t>
      </w:r>
      <w:r w:rsidRPr="009071AC">
        <w:t>Argelès</w:t>
      </w:r>
      <w:r w:rsidR="00F635DB">
        <w:t xml:space="preserve">, </w:t>
      </w:r>
      <w:r w:rsidRPr="009071AC">
        <w:t>le baron</w:t>
      </w:r>
      <w:r w:rsidR="00F635DB">
        <w:t xml:space="preserve">, </w:t>
      </w:r>
      <w:r w:rsidRPr="009071AC">
        <w:t>n</w:t>
      </w:r>
      <w:r w:rsidR="00F635DB">
        <w:t>’</w:t>
      </w:r>
      <w:r w:rsidRPr="009071AC">
        <w:t>existaient plus</w:t>
      </w:r>
      <w:r w:rsidR="00F635DB">
        <w:t xml:space="preserve">. </w:t>
      </w:r>
      <w:r w:rsidRPr="009071AC">
        <w:t>Il oubliait sa position perdue et l</w:t>
      </w:r>
      <w:r w:rsidR="00F635DB">
        <w:t>’</w:t>
      </w:r>
      <w:r w:rsidRPr="009071AC">
        <w:t>infamie attachée à son nom</w:t>
      </w:r>
      <w:r w:rsidR="00F635DB">
        <w:t xml:space="preserve">… </w:t>
      </w:r>
      <w:r w:rsidRPr="009071AC">
        <w:t>Le passé était comme supprimé</w:t>
      </w:r>
      <w:r w:rsidR="00F635DB">
        <w:t xml:space="preserve">, </w:t>
      </w:r>
      <w:r w:rsidRPr="009071AC">
        <w:t>et l</w:t>
      </w:r>
      <w:r w:rsidR="00F635DB">
        <w:t>’</w:t>
      </w:r>
      <w:r w:rsidRPr="009071AC">
        <w:t>avenir pour lui n</w:t>
      </w:r>
      <w:r w:rsidR="00F635DB">
        <w:t>’</w:t>
      </w:r>
      <w:r w:rsidRPr="009071AC">
        <w:t>allait pas au-delà de quelques minutes</w:t>
      </w:r>
      <w:r w:rsidR="00F635DB">
        <w:t xml:space="preserve">… </w:t>
      </w:r>
      <w:r w:rsidRPr="009071AC">
        <w:t>Toute sa vie se résumait en l</w:t>
      </w:r>
      <w:r w:rsidR="00F635DB">
        <w:t>’</w:t>
      </w:r>
      <w:r w:rsidRPr="009071AC">
        <w:t>instant présent</w:t>
      </w:r>
      <w:r w:rsidR="00F635DB">
        <w:t xml:space="preserve">, </w:t>
      </w:r>
      <w:r w:rsidRPr="009071AC">
        <w:t>et il ne concevait ni ne percevait rien</w:t>
      </w:r>
      <w:r w:rsidR="00F635DB">
        <w:t xml:space="preserve">, </w:t>
      </w:r>
      <w:r w:rsidRPr="009071AC">
        <w:t>hormis qu</w:t>
      </w:r>
      <w:r w:rsidR="00F635DB">
        <w:t>’</w:t>
      </w:r>
      <w:r w:rsidRPr="009071AC">
        <w:t xml:space="preserve">il attendait </w:t>
      </w:r>
      <w:r w:rsidR="00F635DB">
        <w:t>M</w:t>
      </w:r>
      <w:r w:rsidR="00F635DB" w:rsidRPr="00F635DB">
        <w:rPr>
          <w:vertAlign w:val="superscript"/>
        </w:rPr>
        <w:t>lle</w:t>
      </w:r>
      <w:r w:rsidR="00F635DB">
        <w:t> </w:t>
      </w:r>
      <w:r w:rsidRPr="009071AC">
        <w:t>Marguerite et qu</w:t>
      </w:r>
      <w:r w:rsidR="00F635DB">
        <w:t>’</w:t>
      </w:r>
      <w:r w:rsidRPr="009071AC">
        <w:t>elle allait venir</w:t>
      </w:r>
      <w:r w:rsidR="00F635DB">
        <w:t>…</w:t>
      </w:r>
    </w:p>
    <w:p w14:paraId="51122C4A" w14:textId="0DB9D099" w:rsidR="00F635DB" w:rsidRDefault="00855694" w:rsidP="00F635DB">
      <w:r w:rsidRPr="009071AC">
        <w:t>Sans doute ses dispositions physiques aidaient à cet anéantissement moral</w:t>
      </w:r>
      <w:r w:rsidR="00F635DB">
        <w:t xml:space="preserve">… </w:t>
      </w:r>
      <w:r w:rsidRPr="009071AC">
        <w:t>Il n</w:t>
      </w:r>
      <w:r w:rsidR="00F635DB">
        <w:t>’</w:t>
      </w:r>
      <w:r w:rsidRPr="009071AC">
        <w:t>avait rien pris de la journée et son estomac défaillait</w:t>
      </w:r>
      <w:r w:rsidR="00F635DB">
        <w:t xml:space="preserve">… </w:t>
      </w:r>
      <w:r w:rsidRPr="009071AC">
        <w:t>Il ne s</w:t>
      </w:r>
      <w:r w:rsidR="00F635DB">
        <w:t>’</w:t>
      </w:r>
      <w:r w:rsidRPr="009071AC">
        <w:t>était pas muni d</w:t>
      </w:r>
      <w:r w:rsidR="00F635DB">
        <w:t>’</w:t>
      </w:r>
      <w:r w:rsidRPr="009071AC">
        <w:t>un pardessus</w:t>
      </w:r>
      <w:r w:rsidR="00F635DB">
        <w:t xml:space="preserve">, </w:t>
      </w:r>
      <w:r w:rsidRPr="009071AC">
        <w:t>et le froid de la nuit le pénétrait jusqu</w:t>
      </w:r>
      <w:r w:rsidR="00F635DB">
        <w:t>’</w:t>
      </w:r>
      <w:r w:rsidRPr="009071AC">
        <w:t xml:space="preserve">aux </w:t>
      </w:r>
      <w:r w:rsidR="00F635DB">
        <w:t>moel</w:t>
      </w:r>
      <w:r w:rsidRPr="009071AC">
        <w:t>les</w:t>
      </w:r>
      <w:r w:rsidR="00F635DB">
        <w:t xml:space="preserve">… </w:t>
      </w:r>
      <w:r w:rsidRPr="009071AC">
        <w:t>Ses oreilles tintaient</w:t>
      </w:r>
      <w:r w:rsidR="00F635DB">
        <w:t xml:space="preserve">, </w:t>
      </w:r>
      <w:r w:rsidRPr="009071AC">
        <w:t>des éblouissements emplissaient ses yeux d</w:t>
      </w:r>
      <w:r w:rsidR="00F635DB">
        <w:t>’</w:t>
      </w:r>
      <w:r w:rsidRPr="009071AC">
        <w:t>étincelles</w:t>
      </w:r>
      <w:r w:rsidR="00F635DB">
        <w:t>…</w:t>
      </w:r>
    </w:p>
    <w:p w14:paraId="6857AE90" w14:textId="77777777" w:rsidR="00F635DB" w:rsidRDefault="00855694" w:rsidP="00F635DB">
      <w:r w:rsidRPr="009071AC">
        <w:t>La demie de minuit qui sonnait lugubrement à l</w:t>
      </w:r>
      <w:r w:rsidR="00F635DB">
        <w:t>’</w:t>
      </w:r>
      <w:r w:rsidRPr="009071AC">
        <w:t>horloge de l</w:t>
      </w:r>
      <w:r w:rsidR="00F635DB">
        <w:t>’</w:t>
      </w:r>
      <w:r w:rsidRPr="009071AC">
        <w:t>hôpital Beaujon le tira de cet anéantissement</w:t>
      </w:r>
      <w:r w:rsidR="00F635DB">
        <w:t>.</w:t>
      </w:r>
    </w:p>
    <w:p w14:paraId="15E7EA78" w14:textId="4139FACF" w:rsidR="00F635DB" w:rsidRDefault="00855694" w:rsidP="00F635DB">
      <w:r w:rsidRPr="009071AC">
        <w:t>Il crut entendre une voix dans la nuit</w:t>
      </w:r>
      <w:r w:rsidR="00F635DB">
        <w:t xml:space="preserve">, </w:t>
      </w:r>
      <w:r w:rsidRPr="009071AC">
        <w:t>qui lui criait</w:t>
      </w:r>
      <w:r w:rsidR="00F635DB">
        <w:t> : « </w:t>
      </w:r>
      <w:r w:rsidRPr="009071AC">
        <w:t>Debout</w:t>
      </w:r>
      <w:r w:rsidR="00F635DB">
        <w:t xml:space="preserve">, </w:t>
      </w:r>
      <w:r w:rsidRPr="009071AC">
        <w:t>voici l</w:t>
      </w:r>
      <w:r w:rsidR="00F635DB">
        <w:t>’</w:t>
      </w:r>
      <w:r w:rsidRPr="009071AC">
        <w:t>heure</w:t>
      </w:r>
      <w:r w:rsidR="00F635DB">
        <w:t> ! »</w:t>
      </w:r>
    </w:p>
    <w:p w14:paraId="11C54956" w14:textId="77777777" w:rsidR="00F635DB" w:rsidRDefault="00855694" w:rsidP="00F635DB">
      <w:r w:rsidRPr="009071AC">
        <w:t>Tout chancelant</w:t>
      </w:r>
      <w:r w:rsidR="00F635DB">
        <w:t xml:space="preserve">, </w:t>
      </w:r>
      <w:r w:rsidRPr="009071AC">
        <w:t>et sentant ses jambes se dérober sous lui</w:t>
      </w:r>
      <w:r w:rsidR="00F635DB">
        <w:t xml:space="preserve">, </w:t>
      </w:r>
      <w:r w:rsidRPr="009071AC">
        <w:t>il se traîna jusqu</w:t>
      </w:r>
      <w:r w:rsidR="00F635DB">
        <w:t>’</w:t>
      </w:r>
      <w:r w:rsidRPr="009071AC">
        <w:t>à la petite porte des jardins de l</w:t>
      </w:r>
      <w:r w:rsidR="00F635DB">
        <w:t>’</w:t>
      </w:r>
      <w:r w:rsidRPr="009071AC">
        <w:t xml:space="preserve">hôtel de </w:t>
      </w:r>
      <w:proofErr w:type="spellStart"/>
      <w:r w:rsidRPr="009071AC">
        <w:t>Chalusse</w:t>
      </w:r>
      <w:proofErr w:type="spellEnd"/>
      <w:r w:rsidR="00F635DB">
        <w:t>.</w:t>
      </w:r>
    </w:p>
    <w:p w14:paraId="53AB1AAF" w14:textId="367C021F" w:rsidR="00F635DB" w:rsidRDefault="00855694" w:rsidP="00F635DB">
      <w:r w:rsidRPr="009071AC">
        <w:t>Bientôt elle s</w:t>
      </w:r>
      <w:r w:rsidR="00F635DB">
        <w:t>’</w:t>
      </w:r>
      <w:r w:rsidRPr="009071AC">
        <w:t>ouvrit mystérieusement</w:t>
      </w:r>
      <w:r w:rsidR="00F635DB">
        <w:t xml:space="preserve">, </w:t>
      </w:r>
      <w:r w:rsidRPr="009071AC">
        <w:t xml:space="preserve">et </w:t>
      </w:r>
      <w:r w:rsidR="00F635DB">
        <w:t>M</w:t>
      </w:r>
      <w:r w:rsidR="00F635DB" w:rsidRPr="00F635DB">
        <w:rPr>
          <w:vertAlign w:val="superscript"/>
        </w:rPr>
        <w:t>me</w:t>
      </w:r>
      <w:r w:rsidR="00F635DB">
        <w:t> </w:t>
      </w:r>
      <w:r w:rsidRPr="009071AC">
        <w:t>Léon parut</w:t>
      </w:r>
      <w:r w:rsidR="00F635DB">
        <w:t>.</w:t>
      </w:r>
    </w:p>
    <w:p w14:paraId="30C0AD20" w14:textId="77777777" w:rsidR="00F635DB" w:rsidRDefault="00855694" w:rsidP="00F635DB">
      <w:r w:rsidRPr="009071AC">
        <w:t>Ah</w:t>
      </w:r>
      <w:r w:rsidR="00F635DB">
        <w:t xml:space="preserve"> ! </w:t>
      </w:r>
      <w:r w:rsidRPr="009071AC">
        <w:t>ce n</w:t>
      </w:r>
      <w:r w:rsidR="00F635DB">
        <w:t>’</w:t>
      </w:r>
      <w:r w:rsidRPr="009071AC">
        <w:t>était pas elle qu</w:t>
      </w:r>
      <w:r w:rsidR="00F635DB">
        <w:t>’</w:t>
      </w:r>
      <w:r w:rsidRPr="009071AC">
        <w:t>espérait Pascal</w:t>
      </w:r>
      <w:r w:rsidR="00F635DB">
        <w:t>.</w:t>
      </w:r>
    </w:p>
    <w:p w14:paraId="2911EC63" w14:textId="77777777" w:rsidR="00F635DB" w:rsidRDefault="00855694" w:rsidP="00F635DB">
      <w:r w:rsidRPr="009071AC">
        <w:t>Le malheureux</w:t>
      </w:r>
      <w:r w:rsidR="00F635DB">
        <w:t xml:space="preserve"> !… </w:t>
      </w:r>
      <w:r w:rsidRPr="009071AC">
        <w:t>Il avait écouté cet écho mystérieux de nos désirs qui se confond avec le pressentiment</w:t>
      </w:r>
      <w:r w:rsidR="00F635DB">
        <w:t xml:space="preserve">, </w:t>
      </w:r>
      <w:r w:rsidRPr="009071AC">
        <w:t>et qui murmurait au-dedans de lui</w:t>
      </w:r>
      <w:r w:rsidR="00F635DB">
        <w:t> :</w:t>
      </w:r>
    </w:p>
    <w:p w14:paraId="1BF8ECBD" w14:textId="77777777" w:rsidR="00F635DB" w:rsidRDefault="00F635DB" w:rsidP="00F635DB">
      <w:r>
        <w:t>— </w:t>
      </w:r>
      <w:r w:rsidR="00855694" w:rsidRPr="009071AC">
        <w:t>Marguerite elle-même viendra</w:t>
      </w:r>
      <w:r>
        <w:t>…</w:t>
      </w:r>
    </w:p>
    <w:p w14:paraId="621178CC" w14:textId="038FF6E6" w:rsidR="00F635DB" w:rsidRDefault="00855694" w:rsidP="00F635DB">
      <w:r w:rsidRPr="009071AC">
        <w:lastRenderedPageBreak/>
        <w:t>Et</w:t>
      </w:r>
      <w:r w:rsidR="00F635DB">
        <w:t xml:space="preserve">, </w:t>
      </w:r>
      <w:r w:rsidRPr="009071AC">
        <w:t>avec l</w:t>
      </w:r>
      <w:r w:rsidR="00F635DB">
        <w:t>’</w:t>
      </w:r>
      <w:r w:rsidRPr="009071AC">
        <w:t>ingénuité du malheur</w:t>
      </w:r>
      <w:r w:rsidR="00F635DB">
        <w:t xml:space="preserve">, </w:t>
      </w:r>
      <w:r w:rsidRPr="009071AC">
        <w:t>il ne put se défendre d</w:t>
      </w:r>
      <w:r w:rsidR="00F635DB">
        <w:t>’</w:t>
      </w:r>
      <w:r w:rsidRPr="009071AC">
        <w:t xml:space="preserve">exprimer à </w:t>
      </w:r>
      <w:r w:rsidR="00F635DB">
        <w:t>M</w:t>
      </w:r>
      <w:r w:rsidR="00F635DB" w:rsidRPr="00F635DB">
        <w:rPr>
          <w:vertAlign w:val="superscript"/>
        </w:rPr>
        <w:t>me</w:t>
      </w:r>
      <w:r w:rsidR="00F635DB">
        <w:t> </w:t>
      </w:r>
      <w:r w:rsidRPr="009071AC">
        <w:t>Léon sa secrète espérance</w:t>
      </w:r>
      <w:r w:rsidR="00F635DB">
        <w:t>.</w:t>
      </w:r>
    </w:p>
    <w:p w14:paraId="5B55F9DC" w14:textId="77777777" w:rsidR="00F635DB" w:rsidRDefault="00855694" w:rsidP="00F635DB">
      <w:r w:rsidRPr="009071AC">
        <w:t>Mais la femme de charge</w:t>
      </w:r>
      <w:r w:rsidR="00F635DB">
        <w:t xml:space="preserve">, </w:t>
      </w:r>
      <w:r w:rsidRPr="009071AC">
        <w:t>à cette seule idée</w:t>
      </w:r>
      <w:r w:rsidR="00F635DB">
        <w:t xml:space="preserve">, </w:t>
      </w:r>
      <w:r w:rsidRPr="009071AC">
        <w:t>recula avec un geste superbe de pudeur effarouchée</w:t>
      </w:r>
      <w:r w:rsidR="00F635DB">
        <w:t xml:space="preserve">, </w:t>
      </w:r>
      <w:r w:rsidRPr="009071AC">
        <w:t>et d</w:t>
      </w:r>
      <w:r w:rsidR="00F635DB">
        <w:t>’</w:t>
      </w:r>
      <w:r w:rsidRPr="009071AC">
        <w:t>un ton de reproche</w:t>
      </w:r>
      <w:r w:rsidR="00F635DB">
        <w:t> :</w:t>
      </w:r>
    </w:p>
    <w:p w14:paraId="3F04EEAF" w14:textId="376FD14F" w:rsidR="00F635DB" w:rsidRDefault="00F635DB" w:rsidP="00F635DB">
      <w:r>
        <w:t>— </w:t>
      </w:r>
      <w:r w:rsidR="00855694" w:rsidRPr="009071AC">
        <w:t>Y pensez-vous</w:t>
      </w:r>
      <w:r>
        <w:t xml:space="preserve">, </w:t>
      </w:r>
      <w:r w:rsidR="00855694" w:rsidRPr="009071AC">
        <w:t>monsieur</w:t>
      </w:r>
      <w:r>
        <w:t xml:space="preserve">, </w:t>
      </w:r>
      <w:r w:rsidR="00855694" w:rsidRPr="009071AC">
        <w:t>prononça-t-elle</w:t>
      </w:r>
      <w:r>
        <w:t xml:space="preserve">… </w:t>
      </w:r>
      <w:r w:rsidR="00855694" w:rsidRPr="009071AC">
        <w:t>Quoi</w:t>
      </w:r>
      <w:r>
        <w:t xml:space="preserve"> !… </w:t>
      </w:r>
      <w:r w:rsidR="00855694" w:rsidRPr="009071AC">
        <w:t xml:space="preserve">vous avez pu croire que </w:t>
      </w:r>
      <w:r>
        <w:t>M</w:t>
      </w:r>
      <w:r w:rsidRPr="00F635DB">
        <w:rPr>
          <w:vertAlign w:val="superscript"/>
        </w:rPr>
        <w:t>lle</w:t>
      </w:r>
      <w:r>
        <w:t> </w:t>
      </w:r>
      <w:r w:rsidR="00855694" w:rsidRPr="009071AC">
        <w:t>Marguerite abandonnerait le corps de son père pour accourir à un rendez-vous</w:t>
      </w:r>
      <w:r>
        <w:t xml:space="preserve"> !… </w:t>
      </w:r>
      <w:r w:rsidR="00855694" w:rsidRPr="009071AC">
        <w:t>Ah</w:t>
      </w:r>
      <w:r>
        <w:t xml:space="preserve"> ! </w:t>
      </w:r>
      <w:r w:rsidR="00855694" w:rsidRPr="009071AC">
        <w:t>jugez-la mieux</w:t>
      </w:r>
      <w:r>
        <w:t xml:space="preserve">, </w:t>
      </w:r>
      <w:r w:rsidR="00855694" w:rsidRPr="009071AC">
        <w:t>cette chère enfant</w:t>
      </w:r>
      <w:r>
        <w:t> !…</w:t>
      </w:r>
    </w:p>
    <w:p w14:paraId="74B2C4D1" w14:textId="77777777" w:rsidR="00F635DB" w:rsidRDefault="00855694" w:rsidP="00F635DB">
      <w:r w:rsidRPr="009071AC">
        <w:t>Il soupira profondément</w:t>
      </w:r>
      <w:r w:rsidR="00F635DB">
        <w:t xml:space="preserve">, </w:t>
      </w:r>
      <w:r w:rsidRPr="009071AC">
        <w:t>et d</w:t>
      </w:r>
      <w:r w:rsidR="00F635DB">
        <w:t>’</w:t>
      </w:r>
      <w:r w:rsidRPr="009071AC">
        <w:t>une voix à peine intelligible</w:t>
      </w:r>
      <w:r w:rsidR="00F635DB">
        <w:t> :</w:t>
      </w:r>
    </w:p>
    <w:p w14:paraId="636D887F" w14:textId="77777777" w:rsidR="00F635DB" w:rsidRDefault="00F635DB" w:rsidP="00F635DB">
      <w:r>
        <w:t>— </w:t>
      </w:r>
      <w:r w:rsidR="00855694" w:rsidRPr="009071AC">
        <w:t>Du moins</w:t>
      </w:r>
      <w:r>
        <w:t xml:space="preserve">, </w:t>
      </w:r>
      <w:r w:rsidR="00855694" w:rsidRPr="009071AC">
        <w:t>elle m</w:t>
      </w:r>
      <w:r>
        <w:t>’</w:t>
      </w:r>
      <w:r w:rsidR="00855694" w:rsidRPr="009071AC">
        <w:t>a répondu</w:t>
      </w:r>
      <w:r>
        <w:t xml:space="preserve"> ? </w:t>
      </w:r>
      <w:r w:rsidR="00855694" w:rsidRPr="009071AC">
        <w:t>demanda-t-il</w:t>
      </w:r>
      <w:r>
        <w:t>.</w:t>
      </w:r>
    </w:p>
    <w:p w14:paraId="1804E874" w14:textId="77777777" w:rsidR="00F635DB" w:rsidRDefault="00F635DB" w:rsidP="00F635DB">
      <w:r>
        <w:t>— </w:t>
      </w:r>
      <w:r w:rsidR="00855694" w:rsidRPr="009071AC">
        <w:t>Oui</w:t>
      </w:r>
      <w:r>
        <w:t xml:space="preserve">, </w:t>
      </w:r>
      <w:r w:rsidR="00855694" w:rsidRPr="009071AC">
        <w:t>monsieur</w:t>
      </w:r>
      <w:r>
        <w:t xml:space="preserve">… </w:t>
      </w:r>
      <w:r w:rsidR="00855694" w:rsidRPr="009071AC">
        <w:t>et quoique ce soit de ma part une haute inconvenance</w:t>
      </w:r>
      <w:r>
        <w:t xml:space="preserve">, </w:t>
      </w:r>
      <w:r w:rsidR="00855694" w:rsidRPr="009071AC">
        <w:t>je vous apporte sa lettre</w:t>
      </w:r>
      <w:r>
        <w:t xml:space="preserve">… </w:t>
      </w:r>
      <w:r w:rsidR="00855694" w:rsidRPr="009071AC">
        <w:t>Tenez</w:t>
      </w:r>
      <w:r>
        <w:t xml:space="preserve">, </w:t>
      </w:r>
      <w:r w:rsidR="00855694" w:rsidRPr="009071AC">
        <w:t>la voici</w:t>
      </w:r>
      <w:r>
        <w:t xml:space="preserve">… </w:t>
      </w:r>
      <w:r w:rsidR="00855694" w:rsidRPr="009071AC">
        <w:t>Puis</w:t>
      </w:r>
      <w:r>
        <w:t xml:space="preserve">, </w:t>
      </w:r>
      <w:r w:rsidR="00855694" w:rsidRPr="009071AC">
        <w:t>bonsoir</w:t>
      </w:r>
      <w:r>
        <w:t xml:space="preserve">, </w:t>
      </w:r>
      <w:r w:rsidR="00855694" w:rsidRPr="009071AC">
        <w:t>je me sauve</w:t>
      </w:r>
      <w:r>
        <w:t xml:space="preserve">… </w:t>
      </w:r>
      <w:r w:rsidR="00855694" w:rsidRPr="009071AC">
        <w:t>Que deviendrais-je</w:t>
      </w:r>
      <w:r>
        <w:t xml:space="preserve">, </w:t>
      </w:r>
      <w:r w:rsidR="00855694" w:rsidRPr="009071AC">
        <w:t>si les domestiques s</w:t>
      </w:r>
      <w:r>
        <w:t>’</w:t>
      </w:r>
      <w:r w:rsidR="00855694" w:rsidRPr="009071AC">
        <w:t>apercevaient de mon absence</w:t>
      </w:r>
      <w:r>
        <w:t xml:space="preserve">, </w:t>
      </w:r>
      <w:r w:rsidR="00855694" w:rsidRPr="009071AC">
        <w:t>et que je suis sortie toute seule</w:t>
      </w:r>
      <w:r>
        <w:t>…</w:t>
      </w:r>
    </w:p>
    <w:p w14:paraId="7E2D1542" w14:textId="77777777" w:rsidR="00F635DB" w:rsidRDefault="00855694" w:rsidP="00F635DB">
      <w:r w:rsidRPr="009071AC">
        <w:t>Elle se retirait en effet</w:t>
      </w:r>
      <w:r w:rsidR="00F635DB">
        <w:t xml:space="preserve">, </w:t>
      </w:r>
      <w:r w:rsidRPr="009071AC">
        <w:t>Pascal la retint</w:t>
      </w:r>
      <w:r w:rsidR="00F635DB">
        <w:t>.</w:t>
      </w:r>
    </w:p>
    <w:p w14:paraId="5CD28B14" w14:textId="77777777" w:rsidR="00F635DB" w:rsidRDefault="00F635DB" w:rsidP="00F635DB">
      <w:r>
        <w:t>— </w:t>
      </w:r>
      <w:r w:rsidR="00855694" w:rsidRPr="009071AC">
        <w:t>De grâce</w:t>
      </w:r>
      <w:r>
        <w:t xml:space="preserve">, </w:t>
      </w:r>
      <w:r w:rsidR="00855694" w:rsidRPr="009071AC">
        <w:t>supplia-t-il</w:t>
      </w:r>
      <w:r>
        <w:t xml:space="preserve">, </w:t>
      </w:r>
      <w:r w:rsidR="00855694" w:rsidRPr="009071AC">
        <w:t>attendez que j</w:t>
      </w:r>
      <w:r>
        <w:t>’</w:t>
      </w:r>
      <w:r w:rsidR="00855694" w:rsidRPr="009071AC">
        <w:t>aie vu ce qu</w:t>
      </w:r>
      <w:r>
        <w:t>’</w:t>
      </w:r>
      <w:r w:rsidR="00855694" w:rsidRPr="009071AC">
        <w:t>elle m</w:t>
      </w:r>
      <w:r>
        <w:t>’</w:t>
      </w:r>
      <w:r w:rsidR="00855694" w:rsidRPr="009071AC">
        <w:t>écrit</w:t>
      </w:r>
      <w:r>
        <w:t xml:space="preserve">. </w:t>
      </w:r>
      <w:r w:rsidR="00855694" w:rsidRPr="009071AC">
        <w:t>J</w:t>
      </w:r>
      <w:r>
        <w:t>’</w:t>
      </w:r>
      <w:r w:rsidR="00855694" w:rsidRPr="009071AC">
        <w:t>aurai peut-être quelque chose à lui faire savoir</w:t>
      </w:r>
      <w:r>
        <w:t>.</w:t>
      </w:r>
    </w:p>
    <w:p w14:paraId="51FC69B6" w14:textId="4E6EFBAF" w:rsidR="00F635DB" w:rsidRDefault="00F635DB" w:rsidP="00F635DB">
      <w:r>
        <w:t>M</w:t>
      </w:r>
      <w:r w:rsidRPr="00F635DB">
        <w:rPr>
          <w:vertAlign w:val="superscript"/>
        </w:rPr>
        <w:t>me</w:t>
      </w:r>
      <w:r>
        <w:t> </w:t>
      </w:r>
      <w:r w:rsidR="00855694" w:rsidRPr="009071AC">
        <w:t>Léon obéit</w:t>
      </w:r>
      <w:r>
        <w:t xml:space="preserve">, </w:t>
      </w:r>
      <w:r w:rsidR="00855694" w:rsidRPr="009071AC">
        <w:t>d</w:t>
      </w:r>
      <w:r>
        <w:t>’</w:t>
      </w:r>
      <w:r w:rsidR="00855694" w:rsidRPr="009071AC">
        <w:t>assez mauvaise grâce</w:t>
      </w:r>
      <w:r>
        <w:t xml:space="preserve">, </w:t>
      </w:r>
      <w:r w:rsidR="00855694" w:rsidRPr="009071AC">
        <w:t>non sans répéter à deux reprises</w:t>
      </w:r>
      <w:r>
        <w:t> : « </w:t>
      </w:r>
      <w:r w:rsidR="00855694" w:rsidRPr="009071AC">
        <w:t>Dépêchez-vous</w:t>
      </w:r>
      <w:r>
        <w:t> ! »</w:t>
      </w:r>
      <w:r w:rsidR="00855694" w:rsidRPr="009071AC">
        <w:t xml:space="preserve"> et Pascal courut se placer sous un réverbère</w:t>
      </w:r>
      <w:r>
        <w:t>.</w:t>
      </w:r>
    </w:p>
    <w:p w14:paraId="7E4B8E93" w14:textId="7BAE40F5" w:rsidR="00F635DB" w:rsidRDefault="00855694" w:rsidP="00F635DB">
      <w:r w:rsidRPr="009071AC">
        <w:t>Ce n</w:t>
      </w:r>
      <w:r w:rsidR="00F635DB">
        <w:t>’</w:t>
      </w:r>
      <w:r w:rsidRPr="009071AC">
        <w:t xml:space="preserve">était pas une lettre que lui adressait </w:t>
      </w:r>
      <w:r w:rsidR="00F635DB">
        <w:t>M</w:t>
      </w:r>
      <w:r w:rsidR="00F635DB" w:rsidRPr="00F635DB">
        <w:rPr>
          <w:vertAlign w:val="superscript"/>
        </w:rPr>
        <w:t>lle</w:t>
      </w:r>
      <w:r w:rsidR="00F635DB">
        <w:t> </w:t>
      </w:r>
      <w:r w:rsidRPr="009071AC">
        <w:t>Marguerite</w:t>
      </w:r>
      <w:r w:rsidR="00F635DB">
        <w:t xml:space="preserve">, </w:t>
      </w:r>
      <w:r w:rsidRPr="009071AC">
        <w:t>mais un laconique billet</w:t>
      </w:r>
      <w:r w:rsidR="00F635DB">
        <w:t xml:space="preserve">, </w:t>
      </w:r>
      <w:r w:rsidRPr="009071AC">
        <w:t>sur un chiffon de papier tout froissé</w:t>
      </w:r>
      <w:r w:rsidR="00F635DB">
        <w:t xml:space="preserve">, </w:t>
      </w:r>
      <w:r w:rsidRPr="009071AC">
        <w:t>plié en quatre et non cacheté</w:t>
      </w:r>
      <w:r w:rsidR="00F635DB">
        <w:t>.</w:t>
      </w:r>
    </w:p>
    <w:p w14:paraId="0EAB22A4" w14:textId="77777777" w:rsidR="00F635DB" w:rsidRDefault="00855694" w:rsidP="00F635DB">
      <w:r w:rsidRPr="009071AC">
        <w:t>Il était écrit au crayon</w:t>
      </w:r>
      <w:r w:rsidR="00F635DB">
        <w:t xml:space="preserve">, </w:t>
      </w:r>
      <w:r w:rsidRPr="009071AC">
        <w:t>d</w:t>
      </w:r>
      <w:r w:rsidR="00F635DB">
        <w:t>’</w:t>
      </w:r>
      <w:r w:rsidRPr="009071AC">
        <w:t>une écriture toute confuse</w:t>
      </w:r>
      <w:r w:rsidR="00F635DB">
        <w:t>.</w:t>
      </w:r>
    </w:p>
    <w:p w14:paraId="3A8D0868" w14:textId="77777777" w:rsidR="00F635DB" w:rsidRDefault="00855694" w:rsidP="00F635DB">
      <w:r w:rsidRPr="009071AC">
        <w:lastRenderedPageBreak/>
        <w:t>À la lueur tremblante du gaz</w:t>
      </w:r>
      <w:r w:rsidR="00F635DB">
        <w:t xml:space="preserve">, </w:t>
      </w:r>
      <w:r w:rsidRPr="009071AC">
        <w:t>Pascal lut</w:t>
      </w:r>
      <w:r w:rsidR="00F635DB">
        <w:t> :</w:t>
      </w:r>
    </w:p>
    <w:p w14:paraId="42097650" w14:textId="565CA0AE" w:rsidR="00F635DB" w:rsidRDefault="00F635DB" w:rsidP="00F635DB">
      <w:r>
        <w:t>« </w:t>
      </w:r>
      <w:r w:rsidR="00855694" w:rsidRPr="009071AC">
        <w:t>Monsieur</w:t>
      </w:r>
      <w:r>
        <w:t>… »</w:t>
      </w:r>
    </w:p>
    <w:p w14:paraId="39DBBFDC" w14:textId="77777777" w:rsidR="00F635DB" w:rsidRDefault="00855694" w:rsidP="00F635DB">
      <w:r w:rsidRPr="009071AC">
        <w:t>Ce seul mot le fit frissonner</w:t>
      </w:r>
      <w:r w:rsidR="00F635DB">
        <w:t xml:space="preserve">. </w:t>
      </w:r>
      <w:r w:rsidRPr="009071AC">
        <w:t>Monsieur</w:t>
      </w:r>
      <w:r w:rsidR="00F635DB">
        <w:t xml:space="preserve"> !… </w:t>
      </w:r>
      <w:r w:rsidRPr="009071AC">
        <w:t>Qu</w:t>
      </w:r>
      <w:r w:rsidR="00F635DB">
        <w:t>’</w:t>
      </w:r>
      <w:r w:rsidRPr="009071AC">
        <w:t>est-ce que cela signifiait</w:t>
      </w:r>
      <w:r w:rsidR="00F635DB">
        <w:t> !…</w:t>
      </w:r>
    </w:p>
    <w:p w14:paraId="10B628A1" w14:textId="2421189B" w:rsidR="00F635DB" w:rsidRDefault="00855694" w:rsidP="00F635DB">
      <w:r w:rsidRPr="009071AC">
        <w:t>Depuis longtemps</w:t>
      </w:r>
      <w:r w:rsidR="00F635DB">
        <w:t xml:space="preserve">, </w:t>
      </w:r>
      <w:r w:rsidRPr="009071AC">
        <w:t>lorsqu</w:t>
      </w:r>
      <w:r w:rsidR="00F635DB">
        <w:t>’</w:t>
      </w:r>
      <w:r w:rsidRPr="009071AC">
        <w:t>elle écrivait</w:t>
      </w:r>
      <w:r w:rsidR="00F635DB">
        <w:t>, M</w:t>
      </w:r>
      <w:r w:rsidR="00F635DB" w:rsidRPr="00F635DB">
        <w:rPr>
          <w:vertAlign w:val="superscript"/>
        </w:rPr>
        <w:t>lle</w:t>
      </w:r>
      <w:r w:rsidR="00F635DB">
        <w:t> </w:t>
      </w:r>
      <w:r w:rsidRPr="009071AC">
        <w:t>Marguerite disait</w:t>
      </w:r>
      <w:r w:rsidR="00F635DB">
        <w:t> : « </w:t>
      </w:r>
      <w:r w:rsidRPr="009071AC">
        <w:t>Mon cher Pascal</w:t>
      </w:r>
      <w:r w:rsidR="00F635DB">
        <w:t>, »</w:t>
      </w:r>
      <w:r w:rsidRPr="009071AC">
        <w:t xml:space="preserve"> ou </w:t>
      </w:r>
      <w:r w:rsidR="00F635DB">
        <w:t>« </w:t>
      </w:r>
      <w:r w:rsidRPr="009071AC">
        <w:t>mon ami</w:t>
      </w:r>
      <w:r w:rsidR="00F635DB">
        <w:t>… »</w:t>
      </w:r>
    </w:p>
    <w:p w14:paraId="72E8086E" w14:textId="77777777" w:rsidR="00F635DB" w:rsidRDefault="00855694" w:rsidP="00855694">
      <w:r w:rsidRPr="009071AC">
        <w:t>Cependant</w:t>
      </w:r>
      <w:r w:rsidR="00F635DB">
        <w:t xml:space="preserve">, </w:t>
      </w:r>
      <w:r w:rsidRPr="009071AC">
        <w:t>il continua</w:t>
      </w:r>
      <w:r w:rsidR="00F635DB">
        <w:t> :</w:t>
      </w:r>
    </w:p>
    <w:p w14:paraId="6F390CFC" w14:textId="3E5C3848" w:rsidR="00855694" w:rsidRPr="009071AC" w:rsidRDefault="00855694" w:rsidP="00855694"/>
    <w:p w14:paraId="52EE54F0" w14:textId="246076DA" w:rsidR="00F635DB" w:rsidRDefault="00F635DB" w:rsidP="00F635DB">
      <w:r>
        <w:t>« </w:t>
      </w:r>
      <w:proofErr w:type="spellStart"/>
      <w:r w:rsidR="00855694" w:rsidRPr="009071AC">
        <w:t>Supliée</w:t>
      </w:r>
      <w:proofErr w:type="spellEnd"/>
      <w:r w:rsidR="00855694" w:rsidRPr="009071AC">
        <w:t xml:space="preserve"> par </w:t>
      </w:r>
      <w:r>
        <w:t>M. </w:t>
      </w:r>
      <w:r w:rsidR="00855694" w:rsidRPr="009071AC">
        <w:t xml:space="preserve">le comte de </w:t>
      </w:r>
      <w:proofErr w:type="spellStart"/>
      <w:r w:rsidR="00855694" w:rsidRPr="009071AC">
        <w:t>Chalusse</w:t>
      </w:r>
      <w:proofErr w:type="spellEnd"/>
      <w:r>
        <w:t xml:space="preserve">, </w:t>
      </w:r>
      <w:r w:rsidR="00855694" w:rsidRPr="009071AC">
        <w:t>par mon père à l</w:t>
      </w:r>
      <w:r>
        <w:t>’</w:t>
      </w:r>
      <w:r w:rsidR="00855694" w:rsidRPr="009071AC">
        <w:t>agonie</w:t>
      </w:r>
      <w:r>
        <w:t xml:space="preserve">, </w:t>
      </w:r>
      <w:r w:rsidR="00855694" w:rsidRPr="009071AC">
        <w:t>je n</w:t>
      </w:r>
      <w:r>
        <w:t>’</w:t>
      </w:r>
      <w:r w:rsidR="00855694" w:rsidRPr="009071AC">
        <w:t>ai pas eu le courage de résister</w:t>
      </w:r>
      <w:r>
        <w:t>…</w:t>
      </w:r>
    </w:p>
    <w:p w14:paraId="79C84A22" w14:textId="77777777" w:rsidR="00F635DB" w:rsidRDefault="00F635DB" w:rsidP="00F635DB">
      <w:r>
        <w:t>« </w:t>
      </w:r>
      <w:r w:rsidR="00855694" w:rsidRPr="009071AC">
        <w:t>J</w:t>
      </w:r>
      <w:r>
        <w:t>’</w:t>
      </w:r>
      <w:r w:rsidR="00855694" w:rsidRPr="009071AC">
        <w:t>ai pris l</w:t>
      </w:r>
      <w:r>
        <w:t>’</w:t>
      </w:r>
      <w:r w:rsidR="00855694" w:rsidRPr="009071AC">
        <w:t xml:space="preserve">engagement </w:t>
      </w:r>
      <w:proofErr w:type="spellStart"/>
      <w:r w:rsidR="00855694" w:rsidRPr="009071AC">
        <w:t>solanel</w:t>
      </w:r>
      <w:proofErr w:type="spellEnd"/>
      <w:r w:rsidR="00855694" w:rsidRPr="009071AC">
        <w:t xml:space="preserve"> de devenir la femme du marquis de </w:t>
      </w:r>
      <w:proofErr w:type="spellStart"/>
      <w:r w:rsidR="00855694" w:rsidRPr="009071AC">
        <w:t>Valorsay</w:t>
      </w:r>
      <w:proofErr w:type="spellEnd"/>
      <w:r>
        <w:t>.</w:t>
      </w:r>
    </w:p>
    <w:p w14:paraId="50296DCA" w14:textId="77777777" w:rsidR="00F635DB" w:rsidRDefault="00F635DB" w:rsidP="00F635DB">
      <w:r>
        <w:t>« </w:t>
      </w:r>
      <w:r w:rsidR="00855694" w:rsidRPr="009071AC">
        <w:t>On ne trahit pas les serments faits aux mourants</w:t>
      </w:r>
      <w:r>
        <w:t xml:space="preserve">, </w:t>
      </w:r>
      <w:r w:rsidR="00855694" w:rsidRPr="009071AC">
        <w:t>je tiendrai le mien</w:t>
      </w:r>
      <w:r>
        <w:t xml:space="preserve">, </w:t>
      </w:r>
      <w:r w:rsidR="00855694" w:rsidRPr="009071AC">
        <w:t>dû mon cœur se briser</w:t>
      </w:r>
      <w:r>
        <w:t>.</w:t>
      </w:r>
    </w:p>
    <w:p w14:paraId="37736A3C" w14:textId="77777777" w:rsidR="00F635DB" w:rsidRDefault="00F635DB" w:rsidP="00F635DB">
      <w:r>
        <w:t>« </w:t>
      </w:r>
      <w:r w:rsidR="00855694" w:rsidRPr="009071AC">
        <w:t>Je remplis un devoir</w:t>
      </w:r>
      <w:r>
        <w:t xml:space="preserve">, </w:t>
      </w:r>
      <w:r w:rsidR="00855694" w:rsidRPr="009071AC">
        <w:t xml:space="preserve">Dieu me </w:t>
      </w:r>
      <w:proofErr w:type="spellStart"/>
      <w:r w:rsidR="00855694" w:rsidRPr="009071AC">
        <w:t>donera</w:t>
      </w:r>
      <w:proofErr w:type="spellEnd"/>
      <w:r w:rsidR="00855694" w:rsidRPr="009071AC">
        <w:t xml:space="preserve"> le courage et la résignation</w:t>
      </w:r>
      <w:r>
        <w:t>…</w:t>
      </w:r>
    </w:p>
    <w:p w14:paraId="05B06A73" w14:textId="77777777" w:rsidR="00F635DB" w:rsidRDefault="00F635DB" w:rsidP="00F635DB">
      <w:r>
        <w:t>« </w:t>
      </w:r>
      <w:r w:rsidR="00855694" w:rsidRPr="009071AC">
        <w:t>Oubliez donc celle qui vous aima tant autrefois</w:t>
      </w:r>
      <w:r>
        <w:t xml:space="preserve">… </w:t>
      </w:r>
      <w:r w:rsidR="00855694" w:rsidRPr="009071AC">
        <w:t>Elle est maintenant la fiancée d</w:t>
      </w:r>
      <w:r>
        <w:t>’</w:t>
      </w:r>
      <w:r w:rsidR="00855694" w:rsidRPr="009071AC">
        <w:t>un autre</w:t>
      </w:r>
      <w:r>
        <w:t xml:space="preserve">, </w:t>
      </w:r>
      <w:r w:rsidR="00855694" w:rsidRPr="009071AC">
        <w:t>et l</w:t>
      </w:r>
      <w:r>
        <w:t>’</w:t>
      </w:r>
      <w:proofErr w:type="spellStart"/>
      <w:r w:rsidR="00855694" w:rsidRPr="009071AC">
        <w:t>honeur</w:t>
      </w:r>
      <w:proofErr w:type="spellEnd"/>
      <w:r w:rsidR="00855694" w:rsidRPr="009071AC">
        <w:t xml:space="preserve"> lui </w:t>
      </w:r>
      <w:proofErr w:type="spellStart"/>
      <w:r w:rsidR="00855694" w:rsidRPr="009071AC">
        <w:t>comande</w:t>
      </w:r>
      <w:proofErr w:type="spellEnd"/>
      <w:r w:rsidR="00855694" w:rsidRPr="009071AC">
        <w:t xml:space="preserve"> d</w:t>
      </w:r>
      <w:r>
        <w:t>’</w:t>
      </w:r>
      <w:r w:rsidR="00855694" w:rsidRPr="009071AC">
        <w:t>oublier jusqu</w:t>
      </w:r>
      <w:r>
        <w:t>’</w:t>
      </w:r>
      <w:r w:rsidR="00855694" w:rsidRPr="009071AC">
        <w:t>à votre nom</w:t>
      </w:r>
      <w:r>
        <w:t>.</w:t>
      </w:r>
    </w:p>
    <w:p w14:paraId="330D3296" w14:textId="77777777" w:rsidR="00F635DB" w:rsidRDefault="00F635DB" w:rsidP="00F635DB">
      <w:r>
        <w:t>« </w:t>
      </w:r>
      <w:r w:rsidR="00855694" w:rsidRPr="009071AC">
        <w:t>Une fois encore</w:t>
      </w:r>
      <w:r>
        <w:t xml:space="preserve">, </w:t>
      </w:r>
      <w:r w:rsidR="00855694" w:rsidRPr="009071AC">
        <w:t>et la dernière</w:t>
      </w:r>
      <w:r>
        <w:t xml:space="preserve">, </w:t>
      </w:r>
      <w:r w:rsidR="00855694" w:rsidRPr="009071AC">
        <w:t>adieu</w:t>
      </w:r>
      <w:r>
        <w:t> !…</w:t>
      </w:r>
    </w:p>
    <w:p w14:paraId="5648B913" w14:textId="77777777" w:rsidR="00F635DB" w:rsidRDefault="00F635DB" w:rsidP="00F635DB">
      <w:r>
        <w:t>« </w:t>
      </w:r>
      <w:r w:rsidR="00855694" w:rsidRPr="009071AC">
        <w:t>Si vous m</w:t>
      </w:r>
      <w:r>
        <w:t>’</w:t>
      </w:r>
      <w:r w:rsidR="00855694" w:rsidRPr="009071AC">
        <w:t>aimez</w:t>
      </w:r>
      <w:r>
        <w:t xml:space="preserve">, </w:t>
      </w:r>
      <w:r w:rsidR="00855694" w:rsidRPr="009071AC">
        <w:t>vous ne chercherez pas à me revoir</w:t>
      </w:r>
      <w:r>
        <w:t xml:space="preserve">… </w:t>
      </w:r>
      <w:r w:rsidR="00855694" w:rsidRPr="009071AC">
        <w:t>Ce serait ajouter inutilement à l</w:t>
      </w:r>
      <w:r>
        <w:t>’</w:t>
      </w:r>
      <w:r w:rsidR="00855694" w:rsidRPr="009071AC">
        <w:t>amertume de mes douleurs</w:t>
      </w:r>
      <w:r>
        <w:t>…</w:t>
      </w:r>
    </w:p>
    <w:p w14:paraId="3F44242A" w14:textId="77777777" w:rsidR="00F635DB" w:rsidRDefault="00F635DB" w:rsidP="00F635DB">
      <w:r>
        <w:t>« </w:t>
      </w:r>
      <w:r w:rsidR="00855694" w:rsidRPr="009071AC">
        <w:t>Pleurez comme si elle était morte celle qui se dit</w:t>
      </w:r>
      <w:r>
        <w:t> :</w:t>
      </w:r>
    </w:p>
    <w:p w14:paraId="1EB42FF9" w14:textId="77777777" w:rsidR="00F635DB" w:rsidRDefault="00F635DB" w:rsidP="00F635DB">
      <w:r>
        <w:t>« </w:t>
      </w:r>
      <w:r w:rsidR="00855694" w:rsidRPr="009071AC">
        <w:t>Votre servante</w:t>
      </w:r>
      <w:r>
        <w:t>,</w:t>
      </w:r>
    </w:p>
    <w:p w14:paraId="4AA9682A" w14:textId="342C332E" w:rsidR="00F635DB" w:rsidRDefault="00F635DB" w:rsidP="00F635DB">
      <w:pPr>
        <w:jc w:val="right"/>
      </w:pPr>
      <w:r>
        <w:t>« </w:t>
      </w:r>
      <w:r w:rsidR="00855694" w:rsidRPr="00F635DB">
        <w:t>M</w:t>
      </w:r>
      <w:r w:rsidR="00855694" w:rsidRPr="00F635DB">
        <w:rPr>
          <w:szCs w:val="32"/>
        </w:rPr>
        <w:t>ARGUERITE</w:t>
      </w:r>
      <w:r>
        <w:t>. »</w:t>
      </w:r>
    </w:p>
    <w:p w14:paraId="1EB42112" w14:textId="77777777" w:rsidR="00F635DB" w:rsidRDefault="00855694" w:rsidP="00F635DB">
      <w:r w:rsidRPr="009071AC">
        <w:lastRenderedPageBreak/>
        <w:t>La contexture prétentieusement banale de cette lettre</w:t>
      </w:r>
      <w:r w:rsidR="00F635DB">
        <w:t xml:space="preserve">, </w:t>
      </w:r>
      <w:r w:rsidRPr="009071AC">
        <w:t>les fautes d</w:t>
      </w:r>
      <w:r w:rsidR="00F635DB">
        <w:t>’</w:t>
      </w:r>
      <w:r w:rsidRPr="009071AC">
        <w:t>orthographe qui s</w:t>
      </w:r>
      <w:r w:rsidR="00F635DB">
        <w:t>’</w:t>
      </w:r>
      <w:r w:rsidRPr="009071AC">
        <w:t>y enlaçaient</w:t>
      </w:r>
      <w:r w:rsidR="00F635DB">
        <w:t xml:space="preserve">, </w:t>
      </w:r>
      <w:r w:rsidRPr="009071AC">
        <w:t>Pascal ne remarqua rien</w:t>
      </w:r>
      <w:r w:rsidR="00F635DB">
        <w:t>.</w:t>
      </w:r>
    </w:p>
    <w:p w14:paraId="74AA930A" w14:textId="77777777" w:rsidR="00F635DB" w:rsidRDefault="00855694" w:rsidP="00F635DB">
      <w:r w:rsidRPr="009071AC">
        <w:t>Il ne comprit qu</w:t>
      </w:r>
      <w:r w:rsidR="00F635DB">
        <w:t>’</w:t>
      </w:r>
      <w:r w:rsidRPr="009071AC">
        <w:t>une chose</w:t>
      </w:r>
      <w:r w:rsidR="00F635DB">
        <w:t xml:space="preserve">, </w:t>
      </w:r>
      <w:r w:rsidRPr="009071AC">
        <w:t>c</w:t>
      </w:r>
      <w:r w:rsidR="00F635DB">
        <w:t>’</w:t>
      </w:r>
      <w:r w:rsidRPr="009071AC">
        <w:t>est que Marguerite était perdue pour lui</w:t>
      </w:r>
      <w:r w:rsidR="00F635DB">
        <w:t xml:space="preserve">, </w:t>
      </w:r>
      <w:r w:rsidRPr="009071AC">
        <w:t>c</w:t>
      </w:r>
      <w:r w:rsidR="00F635DB">
        <w:t>’</w:t>
      </w:r>
      <w:r w:rsidRPr="009071AC">
        <w:t>est qu</w:t>
      </w:r>
      <w:r w:rsidR="00F635DB">
        <w:t>’</w:t>
      </w:r>
      <w:r w:rsidRPr="009071AC">
        <w:t>elle allait devenir la femme du lâche scélérat qui avait organisé le guet-apens de l</w:t>
      </w:r>
      <w:r w:rsidR="00F635DB">
        <w:t>’</w:t>
      </w:r>
      <w:r w:rsidRPr="009071AC">
        <w:t>hôtel d</w:t>
      </w:r>
      <w:r w:rsidR="00F635DB">
        <w:t>’</w:t>
      </w:r>
      <w:r w:rsidRPr="009071AC">
        <w:t>Argelès</w:t>
      </w:r>
      <w:r w:rsidR="00F635DB">
        <w:t>…</w:t>
      </w:r>
    </w:p>
    <w:p w14:paraId="4A1604A1" w14:textId="2A53277F" w:rsidR="00F635DB" w:rsidRDefault="00855694" w:rsidP="00F635DB">
      <w:r w:rsidRPr="009071AC">
        <w:t>Une commotion terrible le secoua de la nuque aux talons</w:t>
      </w:r>
      <w:r w:rsidR="00F635DB">
        <w:t xml:space="preserve">, </w:t>
      </w:r>
      <w:r w:rsidRPr="009071AC">
        <w:t>il passa devant ses yeux comme un nuage de sang</w:t>
      </w:r>
      <w:r w:rsidR="00F635DB">
        <w:t xml:space="preserve">, </w:t>
      </w:r>
      <w:r w:rsidRPr="009071AC">
        <w:t>et</w:t>
      </w:r>
      <w:r w:rsidR="00F635DB">
        <w:t xml:space="preserve">, </w:t>
      </w:r>
      <w:r w:rsidRPr="009071AC">
        <w:t>haletant</w:t>
      </w:r>
      <w:r w:rsidR="00F635DB">
        <w:t xml:space="preserve">, </w:t>
      </w:r>
      <w:r w:rsidRPr="009071AC">
        <w:t>éperdu</w:t>
      </w:r>
      <w:r w:rsidR="00F635DB">
        <w:t xml:space="preserve">, </w:t>
      </w:r>
      <w:r w:rsidRPr="009071AC">
        <w:t>ivre de rage</w:t>
      </w:r>
      <w:r w:rsidR="00F635DB">
        <w:t xml:space="preserve">, </w:t>
      </w:r>
      <w:r w:rsidRPr="009071AC">
        <w:t>il bondit jusqu</w:t>
      </w:r>
      <w:r w:rsidR="00F635DB">
        <w:t>’</w:t>
      </w:r>
      <w:r w:rsidRPr="009071AC">
        <w:t xml:space="preserve">à </w:t>
      </w:r>
      <w:r w:rsidR="00F635DB">
        <w:t>M</w:t>
      </w:r>
      <w:r w:rsidR="00F635DB" w:rsidRPr="00F635DB">
        <w:rPr>
          <w:vertAlign w:val="superscript"/>
        </w:rPr>
        <w:t>me</w:t>
      </w:r>
      <w:r w:rsidR="00F635DB">
        <w:t> </w:t>
      </w:r>
      <w:r w:rsidRPr="009071AC">
        <w:t>Léon</w:t>
      </w:r>
      <w:r w:rsidR="00F635DB">
        <w:t>.</w:t>
      </w:r>
    </w:p>
    <w:p w14:paraId="5D45F9A9" w14:textId="77777777" w:rsidR="00F635DB" w:rsidRDefault="00F635DB" w:rsidP="00F635DB">
      <w:r>
        <w:t>— </w:t>
      </w:r>
      <w:r w:rsidR="00855694" w:rsidRPr="009071AC">
        <w:t>Marguerite</w:t>
      </w:r>
      <w:r>
        <w:t xml:space="preserve"> !… </w:t>
      </w:r>
      <w:r w:rsidR="00855694" w:rsidRPr="009071AC">
        <w:t>dit-il d</w:t>
      </w:r>
      <w:r>
        <w:t>’</w:t>
      </w:r>
      <w:r w:rsidR="00855694" w:rsidRPr="009071AC">
        <w:t>une voix rauque</w:t>
      </w:r>
      <w:r>
        <w:t xml:space="preserve">, </w:t>
      </w:r>
      <w:r w:rsidR="00855694" w:rsidRPr="009071AC">
        <w:t>où est-elle</w:t>
      </w:r>
      <w:r>
        <w:t xml:space="preserve"> ? </w:t>
      </w:r>
      <w:r w:rsidR="00855694" w:rsidRPr="009071AC">
        <w:t>je veux la voir</w:t>
      </w:r>
      <w:r>
        <w:t> !…</w:t>
      </w:r>
    </w:p>
    <w:p w14:paraId="4FB7FA56" w14:textId="77777777" w:rsidR="00F635DB" w:rsidRDefault="00F635DB" w:rsidP="00F635DB">
      <w:r>
        <w:t>— </w:t>
      </w:r>
      <w:r w:rsidR="00855694" w:rsidRPr="009071AC">
        <w:t>Oh</w:t>
      </w:r>
      <w:r>
        <w:t xml:space="preserve"> !… </w:t>
      </w:r>
      <w:r w:rsidR="00855694" w:rsidRPr="009071AC">
        <w:t>monsieur</w:t>
      </w:r>
      <w:r>
        <w:t xml:space="preserve">, </w:t>
      </w:r>
      <w:r w:rsidR="00855694" w:rsidRPr="009071AC">
        <w:t>que me demandez-vous là</w:t>
      </w:r>
      <w:r>
        <w:t xml:space="preserve"> !… </w:t>
      </w:r>
      <w:r w:rsidR="00855694" w:rsidRPr="009071AC">
        <w:t>Est-ce possible</w:t>
      </w:r>
      <w:r>
        <w:t xml:space="preserve"> !… </w:t>
      </w:r>
      <w:r w:rsidR="00855694" w:rsidRPr="009071AC">
        <w:t>Laissez-moi vous expliquer</w:t>
      </w:r>
      <w:r>
        <w:t>…</w:t>
      </w:r>
    </w:p>
    <w:p w14:paraId="38E6EE7F" w14:textId="77777777" w:rsidR="00F635DB" w:rsidRDefault="00855694" w:rsidP="00F635DB">
      <w:r w:rsidRPr="009071AC">
        <w:t>Le reste expira dans sa gorge</w:t>
      </w:r>
      <w:r w:rsidR="00F635DB">
        <w:t xml:space="preserve">. </w:t>
      </w:r>
      <w:r w:rsidRPr="009071AC">
        <w:t>Pascal lui avait saisi les poignets</w:t>
      </w:r>
      <w:r w:rsidR="00F635DB">
        <w:t xml:space="preserve">, </w:t>
      </w:r>
      <w:r w:rsidRPr="009071AC">
        <w:t>et il les serrait à les briser</w:t>
      </w:r>
      <w:r w:rsidR="00F635DB">
        <w:t xml:space="preserve">, </w:t>
      </w:r>
      <w:r w:rsidRPr="009071AC">
        <w:t>en répétant</w:t>
      </w:r>
      <w:r w:rsidR="00F635DB">
        <w:t> :</w:t>
      </w:r>
    </w:p>
    <w:p w14:paraId="6D95CA9A" w14:textId="77777777" w:rsidR="00F635DB" w:rsidRDefault="00F635DB" w:rsidP="00F635DB">
      <w:r>
        <w:t>— </w:t>
      </w:r>
      <w:r w:rsidR="00855694" w:rsidRPr="009071AC">
        <w:t>Je veux voir Marguerite</w:t>
      </w:r>
      <w:r>
        <w:t xml:space="preserve">, </w:t>
      </w:r>
      <w:r w:rsidR="00855694" w:rsidRPr="009071AC">
        <w:t>lui parler</w:t>
      </w:r>
      <w:r>
        <w:t xml:space="preserve">… </w:t>
      </w:r>
      <w:r w:rsidR="00855694" w:rsidRPr="009071AC">
        <w:t>Il faut que je lui dise qu</w:t>
      </w:r>
      <w:r>
        <w:t>’</w:t>
      </w:r>
      <w:r w:rsidR="00855694" w:rsidRPr="009071AC">
        <w:t>on la trompe</w:t>
      </w:r>
      <w:r>
        <w:t xml:space="preserve">, </w:t>
      </w:r>
      <w:r w:rsidR="00855694" w:rsidRPr="009071AC">
        <w:t>qu</w:t>
      </w:r>
      <w:r>
        <w:t>’</w:t>
      </w:r>
      <w:r w:rsidR="00855694" w:rsidRPr="009071AC">
        <w:t>on l</w:t>
      </w:r>
      <w:r>
        <w:t>’</w:t>
      </w:r>
      <w:r w:rsidR="00855694" w:rsidRPr="009071AC">
        <w:t>abuse</w:t>
      </w:r>
      <w:r>
        <w:t xml:space="preserve">… </w:t>
      </w:r>
      <w:r w:rsidR="00855694" w:rsidRPr="009071AC">
        <w:t>Je démasquerai le misérable</w:t>
      </w:r>
      <w:r>
        <w:t>…</w:t>
      </w:r>
    </w:p>
    <w:p w14:paraId="284B087C" w14:textId="77777777" w:rsidR="00F635DB" w:rsidRDefault="00855694" w:rsidP="00F635DB">
      <w:r w:rsidRPr="009071AC">
        <w:t>Épouvantée</w:t>
      </w:r>
      <w:r w:rsidR="00F635DB">
        <w:t xml:space="preserve">, </w:t>
      </w:r>
      <w:r w:rsidRPr="009071AC">
        <w:t>la femme de charge se débattait de toutes ses forces</w:t>
      </w:r>
      <w:r w:rsidR="00F635DB">
        <w:t xml:space="preserve">, </w:t>
      </w:r>
      <w:r w:rsidRPr="009071AC">
        <w:t>reculant tant qu</w:t>
      </w:r>
      <w:r w:rsidR="00F635DB">
        <w:t>’</w:t>
      </w:r>
      <w:r w:rsidRPr="009071AC">
        <w:t>elle pouvait vers la petite porte du jardin restée entr</w:t>
      </w:r>
      <w:r w:rsidR="00F635DB">
        <w:t>’</w:t>
      </w:r>
      <w:r w:rsidRPr="009071AC">
        <w:t>ouverte</w:t>
      </w:r>
      <w:r w:rsidR="00F635DB">
        <w:t>.</w:t>
      </w:r>
    </w:p>
    <w:p w14:paraId="1A417361" w14:textId="77777777" w:rsidR="00F635DB" w:rsidRDefault="00F635DB" w:rsidP="00F635DB">
      <w:r>
        <w:t>— </w:t>
      </w:r>
      <w:r w:rsidR="00855694" w:rsidRPr="009071AC">
        <w:t>Vous me faites mal</w:t>
      </w:r>
      <w:r>
        <w:t xml:space="preserve"> ! </w:t>
      </w:r>
      <w:r w:rsidR="00855694" w:rsidRPr="009071AC">
        <w:t>criait-elle</w:t>
      </w:r>
      <w:r>
        <w:t xml:space="preserve">. </w:t>
      </w:r>
      <w:r w:rsidR="00855694" w:rsidRPr="009071AC">
        <w:t>Devenez-vous fou</w:t>
      </w:r>
      <w:r>
        <w:t xml:space="preserve"> ?… </w:t>
      </w:r>
      <w:r w:rsidR="00855694" w:rsidRPr="009071AC">
        <w:t>Lâchez-moi</w:t>
      </w:r>
      <w:r>
        <w:t xml:space="preserve">, </w:t>
      </w:r>
      <w:r w:rsidR="00855694" w:rsidRPr="009071AC">
        <w:t>ou j</w:t>
      </w:r>
      <w:r>
        <w:t>’</w:t>
      </w:r>
      <w:r w:rsidR="00855694" w:rsidRPr="009071AC">
        <w:t>appelle au secours</w:t>
      </w:r>
      <w:r>
        <w:t xml:space="preserve">, </w:t>
      </w:r>
      <w:r w:rsidR="00855694" w:rsidRPr="009071AC">
        <w:t>à l</w:t>
      </w:r>
      <w:r>
        <w:t>’</w:t>
      </w:r>
      <w:r w:rsidR="00855694" w:rsidRPr="009071AC">
        <w:t>aide</w:t>
      </w:r>
      <w:r>
        <w:t> !…</w:t>
      </w:r>
    </w:p>
    <w:p w14:paraId="3E3912E2" w14:textId="77777777" w:rsidR="00F635DB" w:rsidRDefault="00855694" w:rsidP="00F635DB">
      <w:r w:rsidRPr="009071AC">
        <w:t>Et par deux fois</w:t>
      </w:r>
      <w:r w:rsidR="00F635DB">
        <w:t xml:space="preserve">, </w:t>
      </w:r>
      <w:r w:rsidRPr="009071AC">
        <w:t>en effet</w:t>
      </w:r>
      <w:r w:rsidR="00F635DB">
        <w:t xml:space="preserve">, </w:t>
      </w:r>
      <w:r w:rsidRPr="009071AC">
        <w:t>à pleine voix elle hurla</w:t>
      </w:r>
      <w:r w:rsidR="00F635DB">
        <w:t> :</w:t>
      </w:r>
    </w:p>
    <w:p w14:paraId="52AC4BE8" w14:textId="77777777" w:rsidR="00F635DB" w:rsidRDefault="00F635DB" w:rsidP="00F635DB">
      <w:r>
        <w:t>— </w:t>
      </w:r>
      <w:r w:rsidR="00855694" w:rsidRPr="009071AC">
        <w:t>À moi</w:t>
      </w:r>
      <w:r>
        <w:t xml:space="preserve"> ! </w:t>
      </w:r>
      <w:r w:rsidR="00855694" w:rsidRPr="009071AC">
        <w:t>à l</w:t>
      </w:r>
      <w:r>
        <w:t>’</w:t>
      </w:r>
      <w:r w:rsidR="00855694" w:rsidRPr="009071AC">
        <w:t>assassin</w:t>
      </w:r>
      <w:r>
        <w:t>…</w:t>
      </w:r>
    </w:p>
    <w:p w14:paraId="203B0BA2" w14:textId="77777777" w:rsidR="00F635DB" w:rsidRDefault="00855694" w:rsidP="00F635DB">
      <w:r w:rsidRPr="009071AC">
        <w:lastRenderedPageBreak/>
        <w:t>Ses cris se perdirent dans la nuit</w:t>
      </w:r>
      <w:r w:rsidR="00F635DB">
        <w:t xml:space="preserve">. </w:t>
      </w:r>
      <w:r w:rsidRPr="009071AC">
        <w:t>Si quelqu</w:t>
      </w:r>
      <w:r w:rsidR="00F635DB">
        <w:t>’</w:t>
      </w:r>
      <w:r w:rsidRPr="009071AC">
        <w:t>un les entendit</w:t>
      </w:r>
      <w:r w:rsidR="00F635DB">
        <w:t xml:space="preserve">, </w:t>
      </w:r>
      <w:r w:rsidRPr="009071AC">
        <w:t>nul ne vint</w:t>
      </w:r>
      <w:r w:rsidR="00F635DB">
        <w:t xml:space="preserve">. </w:t>
      </w:r>
      <w:r w:rsidRPr="009071AC">
        <w:t>Mais ils rappelèrent Pascal au sentiment de la situation</w:t>
      </w:r>
      <w:r w:rsidR="00F635DB">
        <w:t xml:space="preserve">, </w:t>
      </w:r>
      <w:r w:rsidRPr="009071AC">
        <w:t xml:space="preserve">et il </w:t>
      </w:r>
      <w:proofErr w:type="gramStart"/>
      <w:r w:rsidRPr="009071AC">
        <w:t>eut peur de</w:t>
      </w:r>
      <w:proofErr w:type="gramEnd"/>
      <w:r w:rsidRPr="009071AC">
        <w:t xml:space="preserve"> sa violence</w:t>
      </w:r>
      <w:r w:rsidR="00F635DB">
        <w:t>.</w:t>
      </w:r>
    </w:p>
    <w:p w14:paraId="0FD3F50B" w14:textId="77777777" w:rsidR="00F635DB" w:rsidRDefault="00855694" w:rsidP="00F635DB">
      <w:r w:rsidRPr="009071AC">
        <w:t>Il lâcha la femme de charge</w:t>
      </w:r>
      <w:r w:rsidR="00F635DB">
        <w:t xml:space="preserve">, </w:t>
      </w:r>
      <w:r w:rsidRPr="009071AC">
        <w:t>et son accent</w:t>
      </w:r>
      <w:r w:rsidR="00F635DB">
        <w:t xml:space="preserve">, </w:t>
      </w:r>
      <w:r w:rsidRPr="009071AC">
        <w:t>soudainement</w:t>
      </w:r>
      <w:r w:rsidR="00F635DB">
        <w:t xml:space="preserve">, </w:t>
      </w:r>
      <w:r w:rsidRPr="009071AC">
        <w:t>devint aussi humble qu</w:t>
      </w:r>
      <w:r w:rsidR="00F635DB">
        <w:t>’</w:t>
      </w:r>
      <w:r w:rsidRPr="009071AC">
        <w:t>il avait été menaçant</w:t>
      </w:r>
      <w:r w:rsidR="00F635DB">
        <w:t>.</w:t>
      </w:r>
    </w:p>
    <w:p w14:paraId="461C7704" w14:textId="5C4238FB" w:rsidR="00F635DB" w:rsidRDefault="00F635DB" w:rsidP="00F635DB">
      <w:r>
        <w:t>— </w:t>
      </w:r>
      <w:r w:rsidR="00855694" w:rsidRPr="009071AC">
        <w:t>Excusez-moi</w:t>
      </w:r>
      <w:r>
        <w:t xml:space="preserve">, </w:t>
      </w:r>
      <w:r w:rsidR="00855694" w:rsidRPr="009071AC">
        <w:t>supplia-t-il</w:t>
      </w:r>
      <w:r>
        <w:t xml:space="preserve">, </w:t>
      </w:r>
      <w:r w:rsidR="00855694" w:rsidRPr="009071AC">
        <w:t>je souffre tant que je ne sais ce que je fais</w:t>
      </w:r>
      <w:r>
        <w:t xml:space="preserve">… </w:t>
      </w:r>
      <w:r w:rsidR="00855694" w:rsidRPr="009071AC">
        <w:t>Je vous en conjure</w:t>
      </w:r>
      <w:r>
        <w:t xml:space="preserve">, </w:t>
      </w:r>
      <w:r w:rsidR="00855694" w:rsidRPr="009071AC">
        <w:t xml:space="preserve">conduisez-moi près de </w:t>
      </w:r>
      <w:r>
        <w:t>M</w:t>
      </w:r>
      <w:r w:rsidRPr="00F635DB">
        <w:rPr>
          <w:vertAlign w:val="superscript"/>
        </w:rPr>
        <w:t>lle</w:t>
      </w:r>
      <w:r>
        <w:t> </w:t>
      </w:r>
      <w:r w:rsidR="00855694" w:rsidRPr="009071AC">
        <w:t>Marguerite</w:t>
      </w:r>
      <w:r>
        <w:t xml:space="preserve">, </w:t>
      </w:r>
      <w:r w:rsidR="00855694" w:rsidRPr="009071AC">
        <w:t>ou courez la prier de descendre</w:t>
      </w:r>
      <w:r>
        <w:t xml:space="preserve">, </w:t>
      </w:r>
      <w:r w:rsidR="00855694" w:rsidRPr="009071AC">
        <w:t>de venir</w:t>
      </w:r>
      <w:r>
        <w:t xml:space="preserve">… </w:t>
      </w:r>
      <w:r w:rsidR="00855694" w:rsidRPr="009071AC">
        <w:t>Je ne lui demande qu</w:t>
      </w:r>
      <w:r>
        <w:t>’</w:t>
      </w:r>
      <w:r w:rsidR="00855694" w:rsidRPr="009071AC">
        <w:t>une minute</w:t>
      </w:r>
      <w:r>
        <w:t>.</w:t>
      </w:r>
    </w:p>
    <w:p w14:paraId="4663EEE0" w14:textId="4DEFD172" w:rsidR="00F635DB" w:rsidRDefault="00F635DB" w:rsidP="00F635DB">
      <w:r>
        <w:t>M</w:t>
      </w:r>
      <w:r w:rsidRPr="00F635DB">
        <w:rPr>
          <w:vertAlign w:val="superscript"/>
        </w:rPr>
        <w:t>me</w:t>
      </w:r>
      <w:r>
        <w:t> </w:t>
      </w:r>
      <w:r w:rsidR="00855694" w:rsidRPr="009071AC">
        <w:t>Léon paraissait écouter très-attentivement</w:t>
      </w:r>
      <w:r>
        <w:t xml:space="preserve"> ; </w:t>
      </w:r>
      <w:r w:rsidR="00855694" w:rsidRPr="009071AC">
        <w:t>en réalité</w:t>
      </w:r>
      <w:r>
        <w:t xml:space="preserve">, </w:t>
      </w:r>
      <w:r w:rsidR="00855694" w:rsidRPr="009071AC">
        <w:t>elle manœuvrait doucement pour gagner le jardin</w:t>
      </w:r>
      <w:r>
        <w:t xml:space="preserve">. </w:t>
      </w:r>
      <w:r w:rsidR="00855694" w:rsidRPr="009071AC">
        <w:t>Bientôt il fut à sa portée</w:t>
      </w:r>
      <w:r>
        <w:t xml:space="preserve">… </w:t>
      </w:r>
      <w:r w:rsidR="00855694" w:rsidRPr="009071AC">
        <w:t>Aussitôt</w:t>
      </w:r>
      <w:r>
        <w:t xml:space="preserve">, </w:t>
      </w:r>
      <w:r w:rsidR="00855694" w:rsidRPr="009071AC">
        <w:t>avec une agilité et une précision surprenantes</w:t>
      </w:r>
      <w:r>
        <w:t xml:space="preserve">, </w:t>
      </w:r>
      <w:r w:rsidR="00855694" w:rsidRPr="009071AC">
        <w:t>elle repoussa violemment Pascal</w:t>
      </w:r>
      <w:r>
        <w:t xml:space="preserve">, </w:t>
      </w:r>
      <w:r w:rsidR="00855694" w:rsidRPr="009071AC">
        <w:t>et d</w:t>
      </w:r>
      <w:r>
        <w:t>’</w:t>
      </w:r>
      <w:r w:rsidR="00855694" w:rsidRPr="009071AC">
        <w:t>un bond franchit la porte</w:t>
      </w:r>
      <w:r>
        <w:t xml:space="preserve">, </w:t>
      </w:r>
      <w:r w:rsidR="00855694" w:rsidRPr="009071AC">
        <w:t>qu</w:t>
      </w:r>
      <w:r>
        <w:t>’</w:t>
      </w:r>
      <w:r w:rsidR="00855694" w:rsidRPr="009071AC">
        <w:t>elle referma sur elle en disant</w:t>
      </w:r>
      <w:r>
        <w:t> :</w:t>
      </w:r>
    </w:p>
    <w:p w14:paraId="7D7E1B73" w14:textId="77777777" w:rsidR="00F635DB" w:rsidRDefault="00F635DB" w:rsidP="00F635DB">
      <w:r>
        <w:t>— </w:t>
      </w:r>
      <w:r w:rsidR="00855694" w:rsidRPr="009071AC">
        <w:t>Va donc</w:t>
      </w:r>
      <w:r>
        <w:t xml:space="preserve">, </w:t>
      </w:r>
      <w:r w:rsidR="00855694" w:rsidRPr="009071AC">
        <w:t>canaille</w:t>
      </w:r>
      <w:r>
        <w:t> !</w:t>
      </w:r>
    </w:p>
    <w:p w14:paraId="372A5BB9" w14:textId="77777777" w:rsidR="00F635DB" w:rsidRDefault="00855694" w:rsidP="00F635DB">
      <w:r w:rsidRPr="009071AC">
        <w:t>C</w:t>
      </w:r>
      <w:r w:rsidR="00F635DB">
        <w:t>’</w:t>
      </w:r>
      <w:r w:rsidRPr="009071AC">
        <w:t>était le dernier coup</w:t>
      </w:r>
      <w:r w:rsidR="00F635DB">
        <w:t xml:space="preserve">, </w:t>
      </w:r>
      <w:r w:rsidRPr="009071AC">
        <w:t>et pendant plus d</w:t>
      </w:r>
      <w:r w:rsidR="00F635DB">
        <w:t>’</w:t>
      </w:r>
      <w:r w:rsidRPr="009071AC">
        <w:t>une minute Pascal demeura immobile devant cette petite porte</w:t>
      </w:r>
      <w:r w:rsidR="00F635DB">
        <w:t xml:space="preserve">, </w:t>
      </w:r>
      <w:r w:rsidRPr="009071AC">
        <w:t>stupide de douleur et de colère</w:t>
      </w:r>
      <w:r w:rsidR="00F635DB">
        <w:t>.</w:t>
      </w:r>
    </w:p>
    <w:p w14:paraId="756E01CD" w14:textId="77777777" w:rsidR="00F635DB" w:rsidRDefault="00855694" w:rsidP="00F635DB">
      <w:r w:rsidRPr="009071AC">
        <w:t>Sa situation atroce était celle de l</w:t>
      </w:r>
      <w:r w:rsidR="00F635DB">
        <w:t>’</w:t>
      </w:r>
      <w:r w:rsidRPr="009071AC">
        <w:t>homme qui</w:t>
      </w:r>
      <w:r w:rsidR="00F635DB">
        <w:t xml:space="preserve">, </w:t>
      </w:r>
      <w:r w:rsidRPr="009071AC">
        <w:t>ayant roulé au fond d</w:t>
      </w:r>
      <w:r w:rsidR="00F635DB">
        <w:t>’</w:t>
      </w:r>
      <w:r w:rsidRPr="009071AC">
        <w:t>un précipice</w:t>
      </w:r>
      <w:r w:rsidR="00F635DB">
        <w:t xml:space="preserve">, </w:t>
      </w:r>
      <w:r w:rsidRPr="009071AC">
        <w:t>s</w:t>
      </w:r>
      <w:r w:rsidR="00F635DB">
        <w:t>’</w:t>
      </w:r>
      <w:r w:rsidRPr="009071AC">
        <w:t>est relevé sanglant et meurtri</w:t>
      </w:r>
      <w:r w:rsidR="00F635DB">
        <w:t xml:space="preserve">… </w:t>
      </w:r>
      <w:r w:rsidRPr="009071AC">
        <w:t>il se jure qu</w:t>
      </w:r>
      <w:r w:rsidR="00F635DB">
        <w:t>’</w:t>
      </w:r>
      <w:r w:rsidRPr="009071AC">
        <w:t>il se sauvera à force d</w:t>
      </w:r>
      <w:r w:rsidR="00F635DB">
        <w:t>’</w:t>
      </w:r>
      <w:r w:rsidRPr="009071AC">
        <w:t>énergie</w:t>
      </w:r>
      <w:r w:rsidR="00F635DB">
        <w:t xml:space="preserve">, </w:t>
      </w:r>
      <w:r w:rsidRPr="009071AC">
        <w:t>mais une pierre ébranlée par sa chute se détache</w:t>
      </w:r>
      <w:r w:rsidR="00F635DB">
        <w:t xml:space="preserve">, </w:t>
      </w:r>
      <w:r w:rsidRPr="009071AC">
        <w:t>tombe et l</w:t>
      </w:r>
      <w:r w:rsidR="00F635DB">
        <w:t>’</w:t>
      </w:r>
      <w:r w:rsidRPr="009071AC">
        <w:t>achève</w:t>
      </w:r>
      <w:r w:rsidR="00F635DB">
        <w:t>…</w:t>
      </w:r>
    </w:p>
    <w:p w14:paraId="1EA8744A" w14:textId="77777777" w:rsidR="00F635DB" w:rsidRDefault="00855694" w:rsidP="00F635DB">
      <w:r w:rsidRPr="009071AC">
        <w:t>Tout ce qu</w:t>
      </w:r>
      <w:r w:rsidR="00F635DB">
        <w:t>’</w:t>
      </w:r>
      <w:r w:rsidRPr="009071AC">
        <w:t>avait enduré Pascal n</w:t>
      </w:r>
      <w:r w:rsidR="00F635DB">
        <w:t>’</w:t>
      </w:r>
      <w:r w:rsidRPr="009071AC">
        <w:t xml:space="preserve">était rien comparé à cette idée de </w:t>
      </w:r>
      <w:proofErr w:type="spellStart"/>
      <w:r w:rsidRPr="009071AC">
        <w:t>Valorsay</w:t>
      </w:r>
      <w:proofErr w:type="spellEnd"/>
      <w:r w:rsidRPr="009071AC">
        <w:t xml:space="preserve"> épousant Marguerite</w:t>
      </w:r>
      <w:r w:rsidR="00F635DB">
        <w:t xml:space="preserve"> !… </w:t>
      </w:r>
      <w:r w:rsidRPr="009071AC">
        <w:t>Était-il possible que cela fût jamais</w:t>
      </w:r>
      <w:r w:rsidR="00F635DB">
        <w:t xml:space="preserve"> !… </w:t>
      </w:r>
      <w:r w:rsidRPr="009071AC">
        <w:t>Dieu permettrait-il une si monstrueuse iniquité</w:t>
      </w:r>
      <w:r w:rsidR="00F635DB">
        <w:t> ?…</w:t>
      </w:r>
    </w:p>
    <w:p w14:paraId="78B0196D" w14:textId="77777777" w:rsidR="00F635DB" w:rsidRDefault="00F635DB" w:rsidP="00F635DB">
      <w:r>
        <w:t>— </w:t>
      </w:r>
      <w:r w:rsidR="00855694" w:rsidRPr="009071AC">
        <w:t>Oh</w:t>
      </w:r>
      <w:r>
        <w:t xml:space="preserve"> !… </w:t>
      </w:r>
      <w:r w:rsidR="00855694" w:rsidRPr="009071AC">
        <w:t>non</w:t>
      </w:r>
      <w:r>
        <w:t xml:space="preserve">, </w:t>
      </w:r>
      <w:r w:rsidR="00855694" w:rsidRPr="009071AC">
        <w:t>cela ne sera pas</w:t>
      </w:r>
      <w:r>
        <w:t xml:space="preserve">, </w:t>
      </w:r>
      <w:r w:rsidR="00855694" w:rsidRPr="009071AC">
        <w:t>grondait Pascal</w:t>
      </w:r>
      <w:r>
        <w:t xml:space="preserve">, </w:t>
      </w:r>
      <w:r w:rsidR="00855694" w:rsidRPr="009071AC">
        <w:t>je le poignarderai plutôt</w:t>
      </w:r>
      <w:r>
        <w:t xml:space="preserve">, </w:t>
      </w:r>
      <w:r w:rsidR="00855694" w:rsidRPr="009071AC">
        <w:t>le misérable</w:t>
      </w:r>
      <w:r>
        <w:t xml:space="preserve">, </w:t>
      </w:r>
      <w:r w:rsidR="00855694" w:rsidRPr="009071AC">
        <w:t>et la justice</w:t>
      </w:r>
      <w:r>
        <w:t xml:space="preserve">, </w:t>
      </w:r>
      <w:r w:rsidR="00855694" w:rsidRPr="009071AC">
        <w:t>après</w:t>
      </w:r>
      <w:r>
        <w:t xml:space="preserve">, </w:t>
      </w:r>
      <w:r w:rsidR="00855694" w:rsidRPr="009071AC">
        <w:t>fera de moi ce qu</w:t>
      </w:r>
      <w:r>
        <w:t>’</w:t>
      </w:r>
      <w:r w:rsidR="00855694" w:rsidRPr="009071AC">
        <w:t>elle voudra</w:t>
      </w:r>
      <w:r>
        <w:t>…</w:t>
      </w:r>
    </w:p>
    <w:p w14:paraId="37501881" w14:textId="77777777" w:rsidR="00F635DB" w:rsidRDefault="00855694" w:rsidP="00F635DB">
      <w:r w:rsidRPr="009071AC">
        <w:lastRenderedPageBreak/>
        <w:t>Il comprenait la vengeance</w:t>
      </w:r>
      <w:r w:rsidR="00F635DB">
        <w:t xml:space="preserve">, </w:t>
      </w:r>
      <w:r w:rsidRPr="009071AC">
        <w:t>en ce moment</w:t>
      </w:r>
      <w:r w:rsidR="00F635DB">
        <w:t xml:space="preserve">, </w:t>
      </w:r>
      <w:r w:rsidRPr="009071AC">
        <w:t>implacable</w:t>
      </w:r>
      <w:r w:rsidR="00F635DB">
        <w:t xml:space="preserve">, </w:t>
      </w:r>
      <w:r w:rsidRPr="009071AC">
        <w:t>sans merci</w:t>
      </w:r>
      <w:r w:rsidR="00F635DB">
        <w:t xml:space="preserve">, </w:t>
      </w:r>
      <w:r w:rsidRPr="009071AC">
        <w:t>qui</w:t>
      </w:r>
      <w:r w:rsidR="00F635DB">
        <w:t xml:space="preserve">, </w:t>
      </w:r>
      <w:r w:rsidRPr="009071AC">
        <w:t>pour s</w:t>
      </w:r>
      <w:r w:rsidR="00F635DB">
        <w:t>’</w:t>
      </w:r>
      <w:r w:rsidRPr="009071AC">
        <w:t>assouvir ne recule pas même devant le crime</w:t>
      </w:r>
      <w:r w:rsidR="00F635DB">
        <w:t xml:space="preserve">. </w:t>
      </w:r>
      <w:r w:rsidRPr="009071AC">
        <w:t>Et elle l</w:t>
      </w:r>
      <w:r w:rsidR="00F635DB">
        <w:t>’</w:t>
      </w:r>
      <w:r w:rsidRPr="009071AC">
        <w:t>enflammait d</w:t>
      </w:r>
      <w:r w:rsidR="00F635DB">
        <w:t>’</w:t>
      </w:r>
      <w:r w:rsidRPr="009071AC">
        <w:t>une telle énergie</w:t>
      </w:r>
      <w:r w:rsidR="00F635DB">
        <w:t xml:space="preserve">, </w:t>
      </w:r>
      <w:r w:rsidRPr="009071AC">
        <w:t>que lui</w:t>
      </w:r>
      <w:r w:rsidR="00F635DB">
        <w:t xml:space="preserve">, </w:t>
      </w:r>
      <w:r w:rsidRPr="009071AC">
        <w:t>si épuisé l</w:t>
      </w:r>
      <w:r w:rsidR="00F635DB">
        <w:t>’</w:t>
      </w:r>
      <w:r w:rsidRPr="009071AC">
        <w:t>instant d</w:t>
      </w:r>
      <w:r w:rsidR="00F635DB">
        <w:t>’</w:t>
      </w:r>
      <w:r w:rsidRPr="009071AC">
        <w:t>avant</w:t>
      </w:r>
      <w:r w:rsidR="00F635DB">
        <w:t xml:space="preserve"> ; </w:t>
      </w:r>
      <w:r w:rsidRPr="009071AC">
        <w:t>il ne mit pas une demi-heure à regagner la route de la Révolte</w:t>
      </w:r>
      <w:r w:rsidR="00F635DB">
        <w:t>.</w:t>
      </w:r>
    </w:p>
    <w:p w14:paraId="3353040E" w14:textId="77777777" w:rsidR="00F635DB" w:rsidRDefault="00855694" w:rsidP="00F635DB">
      <w:r w:rsidRPr="009071AC">
        <w:t>Sa mère</w:t>
      </w:r>
      <w:r w:rsidR="00F635DB">
        <w:t xml:space="preserve">, </w:t>
      </w:r>
      <w:r w:rsidRPr="009071AC">
        <w:t>qui l</w:t>
      </w:r>
      <w:r w:rsidR="00F635DB">
        <w:t>’</w:t>
      </w:r>
      <w:r w:rsidRPr="009071AC">
        <w:t>attendait</w:t>
      </w:r>
      <w:r w:rsidR="00F635DB">
        <w:t xml:space="preserve">, </w:t>
      </w:r>
      <w:r w:rsidRPr="009071AC">
        <w:t>le cœur serré par l</w:t>
      </w:r>
      <w:r w:rsidR="00F635DB">
        <w:t>’</w:t>
      </w:r>
      <w:r w:rsidRPr="009071AC">
        <w:t>inquiétude</w:t>
      </w:r>
      <w:r w:rsidR="00F635DB">
        <w:t xml:space="preserve">, </w:t>
      </w:r>
      <w:r w:rsidRPr="009071AC">
        <w:t>se méprit à son teint animé par la fièvre</w:t>
      </w:r>
      <w:r w:rsidR="00F635DB">
        <w:t xml:space="preserve">, </w:t>
      </w:r>
      <w:r w:rsidRPr="009071AC">
        <w:t>et à l</w:t>
      </w:r>
      <w:r w:rsidR="00F635DB">
        <w:t>’</w:t>
      </w:r>
      <w:r w:rsidRPr="009071AC">
        <w:t>éclat de ses yeux</w:t>
      </w:r>
      <w:r w:rsidR="00F635DB">
        <w:t>.</w:t>
      </w:r>
    </w:p>
    <w:p w14:paraId="3A5BBBE2" w14:textId="77777777" w:rsidR="00F635DB" w:rsidRDefault="00F635DB" w:rsidP="00F635DB">
      <w:r>
        <w:t>— </w:t>
      </w:r>
      <w:r w:rsidR="00855694" w:rsidRPr="009071AC">
        <w:t>Ah</w:t>
      </w:r>
      <w:r>
        <w:t xml:space="preserve"> !… </w:t>
      </w:r>
      <w:r w:rsidR="00855694" w:rsidRPr="009071AC">
        <w:t>tu rapportes une bonne nouvelle</w:t>
      </w:r>
      <w:r>
        <w:t xml:space="preserve">… </w:t>
      </w:r>
      <w:r w:rsidR="00855694" w:rsidRPr="009071AC">
        <w:t>s</w:t>
      </w:r>
      <w:r>
        <w:t>’</w:t>
      </w:r>
      <w:r w:rsidR="00855694" w:rsidRPr="009071AC">
        <w:t>écria-t-elle</w:t>
      </w:r>
      <w:r>
        <w:t>.</w:t>
      </w:r>
    </w:p>
    <w:p w14:paraId="77298298" w14:textId="5E1C72E5" w:rsidR="00F635DB" w:rsidRDefault="00855694" w:rsidP="00F635DB">
      <w:r w:rsidRPr="009071AC">
        <w:t>Pour toute réponse</w:t>
      </w:r>
      <w:r w:rsidR="00F635DB">
        <w:t xml:space="preserve">, </w:t>
      </w:r>
      <w:r w:rsidRPr="009071AC">
        <w:t xml:space="preserve">il lui tendit la lettre que </w:t>
      </w:r>
      <w:r w:rsidR="00F635DB">
        <w:t>M</w:t>
      </w:r>
      <w:r w:rsidR="00F635DB" w:rsidRPr="00F635DB">
        <w:rPr>
          <w:vertAlign w:val="superscript"/>
        </w:rPr>
        <w:t>me</w:t>
      </w:r>
      <w:r w:rsidR="00F635DB">
        <w:t> </w:t>
      </w:r>
      <w:r w:rsidRPr="009071AC">
        <w:t>Léon lui avait donnée</w:t>
      </w:r>
      <w:r w:rsidR="00F635DB">
        <w:t xml:space="preserve">, </w:t>
      </w:r>
      <w:r w:rsidRPr="009071AC">
        <w:t>en disant</w:t>
      </w:r>
      <w:r w:rsidR="00F635DB">
        <w:t> :</w:t>
      </w:r>
    </w:p>
    <w:p w14:paraId="796B1BA6" w14:textId="77777777" w:rsidR="00F635DB" w:rsidRDefault="00F635DB" w:rsidP="00F635DB">
      <w:r>
        <w:t>— </w:t>
      </w:r>
      <w:r w:rsidR="00855694" w:rsidRPr="009071AC">
        <w:t>Lis</w:t>
      </w:r>
      <w:r>
        <w:t> !…</w:t>
      </w:r>
    </w:p>
    <w:p w14:paraId="2585B040" w14:textId="5419AF73" w:rsidR="00F635DB" w:rsidRDefault="00855694" w:rsidP="00F635DB">
      <w:r w:rsidRPr="009071AC">
        <w:t xml:space="preserve">Le regard de </w:t>
      </w:r>
      <w:r w:rsidR="00F635DB">
        <w:t>M</w:t>
      </w:r>
      <w:r w:rsidR="00F635DB" w:rsidRPr="00F635DB">
        <w:rPr>
          <w:vertAlign w:val="superscript"/>
        </w:rPr>
        <w:t>me</w:t>
      </w:r>
      <w:r w:rsidR="00F635DB">
        <w:t> </w:t>
      </w:r>
      <w:proofErr w:type="spellStart"/>
      <w:r w:rsidRPr="009071AC">
        <w:t>Férailleur</w:t>
      </w:r>
      <w:proofErr w:type="spellEnd"/>
      <w:r w:rsidRPr="009071AC">
        <w:t xml:space="preserve"> tomba sur cette phrase</w:t>
      </w:r>
      <w:r w:rsidR="00F635DB">
        <w:t> : « </w:t>
      </w:r>
      <w:r w:rsidRPr="009071AC">
        <w:t>Une fois encore et la dernière</w:t>
      </w:r>
      <w:r w:rsidR="00F635DB">
        <w:t xml:space="preserve">… </w:t>
      </w:r>
      <w:r w:rsidRPr="009071AC">
        <w:t>adieu</w:t>
      </w:r>
      <w:r w:rsidR="00F635DB">
        <w:t> !… »</w:t>
      </w:r>
      <w:r w:rsidRPr="009071AC">
        <w:t xml:space="preserve"> Elle comprit</w:t>
      </w:r>
      <w:r w:rsidR="00F635DB">
        <w:t xml:space="preserve">, </w:t>
      </w:r>
      <w:r w:rsidRPr="009071AC">
        <w:t>devint fort pâle</w:t>
      </w:r>
      <w:r w:rsidR="00F635DB">
        <w:t xml:space="preserve">, </w:t>
      </w:r>
      <w:r w:rsidRPr="009071AC">
        <w:t>et d</w:t>
      </w:r>
      <w:r w:rsidR="00F635DB">
        <w:t>’</w:t>
      </w:r>
      <w:r w:rsidRPr="009071AC">
        <w:t>une voix émue dit</w:t>
      </w:r>
      <w:r w:rsidR="00F635DB">
        <w:t> :</w:t>
      </w:r>
    </w:p>
    <w:p w14:paraId="3FD621AD" w14:textId="77777777" w:rsidR="00F635DB" w:rsidRDefault="00F635DB" w:rsidP="00F635DB">
      <w:r>
        <w:t>— </w:t>
      </w:r>
      <w:r w:rsidR="00855694" w:rsidRPr="009071AC">
        <w:t>Console-toi</w:t>
      </w:r>
      <w:r>
        <w:t xml:space="preserve">, </w:t>
      </w:r>
      <w:r w:rsidR="00855694" w:rsidRPr="009071AC">
        <w:t>mon fils</w:t>
      </w:r>
      <w:r>
        <w:t xml:space="preserve">, </w:t>
      </w:r>
      <w:r w:rsidR="00855694" w:rsidRPr="009071AC">
        <w:t>cette jeune fille ne t</w:t>
      </w:r>
      <w:r>
        <w:t>’</w:t>
      </w:r>
      <w:r w:rsidR="00855694" w:rsidRPr="009071AC">
        <w:t>aimait pas</w:t>
      </w:r>
      <w:r>
        <w:t>…</w:t>
      </w:r>
    </w:p>
    <w:p w14:paraId="0B63880A" w14:textId="77777777" w:rsidR="00F635DB" w:rsidRDefault="00F635DB" w:rsidP="00F635DB">
      <w:r>
        <w:t>— </w:t>
      </w:r>
      <w:r w:rsidR="00855694" w:rsidRPr="009071AC">
        <w:t>Oh</w:t>
      </w:r>
      <w:r>
        <w:t xml:space="preserve"> !… </w:t>
      </w:r>
      <w:r w:rsidR="00855694" w:rsidRPr="009071AC">
        <w:t>mère</w:t>
      </w:r>
      <w:r>
        <w:t xml:space="preserve">, </w:t>
      </w:r>
      <w:r w:rsidR="00855694" w:rsidRPr="009071AC">
        <w:t>si tu savais</w:t>
      </w:r>
      <w:r>
        <w:t>…</w:t>
      </w:r>
    </w:p>
    <w:p w14:paraId="6FE06CC3" w14:textId="77777777" w:rsidR="00F635DB" w:rsidRDefault="00855694" w:rsidP="00F635DB">
      <w:r w:rsidRPr="009071AC">
        <w:t>Elle l</w:t>
      </w:r>
      <w:r w:rsidR="00F635DB">
        <w:t>’</w:t>
      </w:r>
      <w:r w:rsidRPr="009071AC">
        <w:t>arrêta du geste</w:t>
      </w:r>
      <w:r w:rsidR="00F635DB">
        <w:t xml:space="preserve">, </w:t>
      </w:r>
      <w:r w:rsidRPr="009071AC">
        <w:t>en redressant fièrement la tête</w:t>
      </w:r>
      <w:r w:rsidR="00F635DB">
        <w:t> :</w:t>
      </w:r>
    </w:p>
    <w:p w14:paraId="5872DCAD" w14:textId="4B85C286" w:rsidR="00F635DB" w:rsidRDefault="00F635DB" w:rsidP="00F635DB">
      <w:r>
        <w:t>— </w:t>
      </w:r>
      <w:r w:rsidR="00855694" w:rsidRPr="009071AC">
        <w:t>Je sais ce que c</w:t>
      </w:r>
      <w:r>
        <w:t>’</w:t>
      </w:r>
      <w:r w:rsidR="00855694" w:rsidRPr="009071AC">
        <w:t>est qu</w:t>
      </w:r>
      <w:r>
        <w:t>’</w:t>
      </w:r>
      <w:r w:rsidR="00855694" w:rsidRPr="009071AC">
        <w:t>aimer</w:t>
      </w:r>
      <w:r>
        <w:t xml:space="preserve">, </w:t>
      </w:r>
      <w:r w:rsidR="00855694" w:rsidRPr="009071AC">
        <w:t>Pascal</w:t>
      </w:r>
      <w:r>
        <w:t xml:space="preserve">… </w:t>
      </w:r>
      <w:r w:rsidR="00855694" w:rsidRPr="009071AC">
        <w:t>c</w:t>
      </w:r>
      <w:r>
        <w:t>’</w:t>
      </w:r>
      <w:r w:rsidR="00855694" w:rsidRPr="009071AC">
        <w:t>est croire</w:t>
      </w:r>
      <w:r>
        <w:t xml:space="preserve">. </w:t>
      </w:r>
      <w:r w:rsidR="00855694" w:rsidRPr="009071AC">
        <w:t>Est-ce que jamais le soupçon eût effleuré mon esprit</w:t>
      </w:r>
      <w:r>
        <w:t xml:space="preserve">, </w:t>
      </w:r>
      <w:r w:rsidR="00855694" w:rsidRPr="009071AC">
        <w:t>quand même le monde entier eût accusé ton père d</w:t>
      </w:r>
      <w:r>
        <w:t>’</w:t>
      </w:r>
      <w:r w:rsidR="00855694" w:rsidRPr="009071AC">
        <w:t>un crime</w:t>
      </w:r>
      <w:r>
        <w:t xml:space="preserve"> ! </w:t>
      </w:r>
      <w:r w:rsidR="00855694" w:rsidRPr="009071AC">
        <w:t>Cette jeune fille a douté de toi</w:t>
      </w:r>
      <w:r>
        <w:t xml:space="preserve">… </w:t>
      </w:r>
      <w:r w:rsidR="00855694" w:rsidRPr="009071AC">
        <w:t>On lui a dit que tu avais triché au jeu</w:t>
      </w:r>
      <w:r>
        <w:t xml:space="preserve">… </w:t>
      </w:r>
      <w:r w:rsidR="00855694" w:rsidRPr="009071AC">
        <w:t>et elle l</w:t>
      </w:r>
      <w:r>
        <w:t>’</w:t>
      </w:r>
      <w:r w:rsidR="00855694" w:rsidRPr="009071AC">
        <w:t>a cru</w:t>
      </w:r>
      <w:r>
        <w:t xml:space="preserve"> !… </w:t>
      </w:r>
      <w:r w:rsidR="00855694" w:rsidRPr="009071AC">
        <w:t>Tu n</w:t>
      </w:r>
      <w:r>
        <w:t>’</w:t>
      </w:r>
      <w:r w:rsidR="00855694" w:rsidRPr="009071AC">
        <w:t xml:space="preserve">as donc pas compris que ce serment au lit de mort de </w:t>
      </w:r>
      <w:r>
        <w:t>M. de </w:t>
      </w:r>
      <w:proofErr w:type="spellStart"/>
      <w:r w:rsidR="00855694" w:rsidRPr="009071AC">
        <w:t>Chalusse</w:t>
      </w:r>
      <w:proofErr w:type="spellEnd"/>
      <w:r w:rsidR="00855694" w:rsidRPr="009071AC">
        <w:t xml:space="preserve"> n</w:t>
      </w:r>
      <w:r>
        <w:t>’</w:t>
      </w:r>
      <w:r w:rsidR="00855694" w:rsidRPr="009071AC">
        <w:t>est qu</w:t>
      </w:r>
      <w:r>
        <w:t>’</w:t>
      </w:r>
      <w:r w:rsidR="00855694" w:rsidRPr="009071AC">
        <w:t>un prétexte</w:t>
      </w:r>
      <w:r>
        <w:t>.</w:t>
      </w:r>
    </w:p>
    <w:p w14:paraId="1E106688" w14:textId="77777777" w:rsidR="00F635DB" w:rsidRDefault="00855694" w:rsidP="00F635DB">
      <w:r w:rsidRPr="009071AC">
        <w:t>C</w:t>
      </w:r>
      <w:r w:rsidR="00F635DB">
        <w:t>’</w:t>
      </w:r>
      <w:r w:rsidRPr="009071AC">
        <w:t>était vrai</w:t>
      </w:r>
      <w:r w:rsidR="00F635DB">
        <w:t xml:space="preserve">, </w:t>
      </w:r>
      <w:r w:rsidRPr="009071AC">
        <w:t>Pascal n</w:t>
      </w:r>
      <w:r w:rsidR="00F635DB">
        <w:t>’</w:t>
      </w:r>
      <w:r w:rsidRPr="009071AC">
        <w:t>avait pas compris cela</w:t>
      </w:r>
      <w:r w:rsidR="00F635DB">
        <w:t>…</w:t>
      </w:r>
    </w:p>
    <w:p w14:paraId="32194A17" w14:textId="77777777" w:rsidR="00F635DB" w:rsidRDefault="00F635DB" w:rsidP="00F635DB">
      <w:r>
        <w:t>— </w:t>
      </w:r>
      <w:r w:rsidR="00855694" w:rsidRPr="009071AC">
        <w:t>Mon Dieu</w:t>
      </w:r>
      <w:r>
        <w:t xml:space="preserve"> ! </w:t>
      </w:r>
      <w:r w:rsidR="00855694" w:rsidRPr="009071AC">
        <w:t>s</w:t>
      </w:r>
      <w:r>
        <w:t>’</w:t>
      </w:r>
      <w:r w:rsidR="00855694" w:rsidRPr="009071AC">
        <w:t>écria-t-il douloureusement</w:t>
      </w:r>
      <w:r>
        <w:t xml:space="preserve">, </w:t>
      </w:r>
      <w:r w:rsidR="00855694" w:rsidRPr="009071AC">
        <w:t>n</w:t>
      </w:r>
      <w:r>
        <w:t>’</w:t>
      </w:r>
      <w:r w:rsidR="00855694" w:rsidRPr="009071AC">
        <w:t>y aurait-il donc que toi à croire à mon innocence</w:t>
      </w:r>
      <w:r>
        <w:t>…</w:t>
      </w:r>
    </w:p>
    <w:p w14:paraId="10E21B91" w14:textId="77777777" w:rsidR="00F635DB" w:rsidRDefault="00F635DB" w:rsidP="00F635DB">
      <w:r>
        <w:lastRenderedPageBreak/>
        <w:t>— </w:t>
      </w:r>
      <w:r w:rsidR="00855694" w:rsidRPr="009071AC">
        <w:t>Sans preuves</w:t>
      </w:r>
      <w:r>
        <w:t xml:space="preserve">… </w:t>
      </w:r>
      <w:r w:rsidR="00855694" w:rsidRPr="009071AC">
        <w:t>oui</w:t>
      </w:r>
      <w:r>
        <w:t xml:space="preserve">. </w:t>
      </w:r>
      <w:r w:rsidR="00855694" w:rsidRPr="009071AC">
        <w:t>À toi d</w:t>
      </w:r>
      <w:r>
        <w:t>’</w:t>
      </w:r>
      <w:r w:rsidR="00855694" w:rsidRPr="009071AC">
        <w:t>en trouver pour en accabler tes ennemis</w:t>
      </w:r>
      <w:r>
        <w:t>…</w:t>
      </w:r>
    </w:p>
    <w:p w14:paraId="67929083" w14:textId="77777777" w:rsidR="00F635DB" w:rsidRDefault="00F635DB" w:rsidP="00F635DB">
      <w:r>
        <w:t>— </w:t>
      </w:r>
      <w:r w:rsidR="00855694" w:rsidRPr="009071AC">
        <w:t>Et j</w:t>
      </w:r>
      <w:r>
        <w:t>’</w:t>
      </w:r>
      <w:r w:rsidR="00855694" w:rsidRPr="009071AC">
        <w:t>en trouverai</w:t>
      </w:r>
      <w:r>
        <w:t xml:space="preserve">, </w:t>
      </w:r>
      <w:r w:rsidR="00855694" w:rsidRPr="009071AC">
        <w:t>fit-il</w:t>
      </w:r>
      <w:r>
        <w:t xml:space="preserve">, </w:t>
      </w:r>
      <w:r w:rsidR="00855694" w:rsidRPr="009071AC">
        <w:t>de cet accent qui annonce une résolution inébranlable</w:t>
      </w:r>
      <w:r>
        <w:t xml:space="preserve">. </w:t>
      </w:r>
      <w:r w:rsidR="00855694" w:rsidRPr="009071AC">
        <w:t>Je suis bien fort maintenant que j</w:t>
      </w:r>
      <w:r>
        <w:t>’</w:t>
      </w:r>
      <w:r w:rsidR="00855694" w:rsidRPr="009071AC">
        <w:t>ai à défendre la vie de Marguerite</w:t>
      </w:r>
      <w:r>
        <w:t xml:space="preserve">… </w:t>
      </w:r>
      <w:r w:rsidR="00855694" w:rsidRPr="009071AC">
        <w:t>car on l</w:t>
      </w:r>
      <w:r>
        <w:t>’</w:t>
      </w:r>
      <w:r w:rsidR="00855694" w:rsidRPr="009071AC">
        <w:t>a trompée</w:t>
      </w:r>
      <w:r>
        <w:t xml:space="preserve">, </w:t>
      </w:r>
      <w:r w:rsidR="00855694" w:rsidRPr="009071AC">
        <w:t>ma mère</w:t>
      </w:r>
      <w:r>
        <w:t xml:space="preserve">, </w:t>
      </w:r>
      <w:r w:rsidR="00855694" w:rsidRPr="009071AC">
        <w:t>il est impossible qu</w:t>
      </w:r>
      <w:r>
        <w:t>’</w:t>
      </w:r>
      <w:r w:rsidR="00855694" w:rsidRPr="009071AC">
        <w:t>elle m</w:t>
      </w:r>
      <w:r>
        <w:t>’</w:t>
      </w:r>
      <w:r w:rsidR="00855694" w:rsidRPr="009071AC">
        <w:t>ait abandonné</w:t>
      </w:r>
      <w:r>
        <w:t xml:space="preserve">… </w:t>
      </w:r>
      <w:r w:rsidR="00855694" w:rsidRPr="009071AC">
        <w:t>Oh</w:t>
      </w:r>
      <w:r>
        <w:t xml:space="preserve"> ! </w:t>
      </w:r>
      <w:r w:rsidR="00855694" w:rsidRPr="009071AC">
        <w:t>ne hoche pas la tête</w:t>
      </w:r>
      <w:r>
        <w:t xml:space="preserve">… </w:t>
      </w:r>
      <w:r w:rsidR="00855694" w:rsidRPr="009071AC">
        <w:t>je l</w:t>
      </w:r>
      <w:r>
        <w:t>’</w:t>
      </w:r>
      <w:r w:rsidR="00855694" w:rsidRPr="009071AC">
        <w:t>aime</w:t>
      </w:r>
      <w:r>
        <w:t xml:space="preserve">… </w:t>
      </w:r>
      <w:r w:rsidR="00855694" w:rsidRPr="009071AC">
        <w:t>donc je crois</w:t>
      </w:r>
      <w:r>
        <w:t>.</w:t>
      </w:r>
    </w:p>
    <w:p w14:paraId="183388C7" w14:textId="4D483E80" w:rsidR="00855694" w:rsidRPr="009071AC" w:rsidRDefault="00855694" w:rsidP="00F635DB">
      <w:pPr>
        <w:pStyle w:val="Titre1"/>
      </w:pPr>
      <w:bookmarkStart w:id="17" w:name="_Toc202021415"/>
      <w:r w:rsidRPr="009071AC">
        <w:lastRenderedPageBreak/>
        <w:t>XVII</w:t>
      </w:r>
      <w:bookmarkEnd w:id="17"/>
      <w:r w:rsidRPr="009071AC">
        <w:br/>
      </w:r>
    </w:p>
    <w:p w14:paraId="1BEF03A1" w14:textId="2899227B" w:rsidR="00F635DB" w:rsidRDefault="00F635DB" w:rsidP="00F635DB">
      <w:r>
        <w:t>M. </w:t>
      </w:r>
      <w:r w:rsidR="00855694" w:rsidRPr="009071AC">
        <w:t>Isidore Fortunat n</w:t>
      </w:r>
      <w:r>
        <w:t>’</w:t>
      </w:r>
      <w:r w:rsidR="00855694" w:rsidRPr="009071AC">
        <w:t>était pas de ces gens à chimères</w:t>
      </w:r>
      <w:r>
        <w:t xml:space="preserve">, </w:t>
      </w:r>
      <w:r w:rsidR="00855694" w:rsidRPr="009071AC">
        <w:t>qui s</w:t>
      </w:r>
      <w:r>
        <w:t>’</w:t>
      </w:r>
      <w:r w:rsidR="00855694" w:rsidRPr="009071AC">
        <w:t>endorment sur les projets qui leur tiennent le plus au cœur</w:t>
      </w:r>
      <w:r>
        <w:t>.</w:t>
      </w:r>
    </w:p>
    <w:p w14:paraId="11E13F18" w14:textId="77777777" w:rsidR="00F635DB" w:rsidRDefault="00855694" w:rsidP="00F635DB">
      <w:r w:rsidRPr="009071AC">
        <w:t>Quand il s</w:t>
      </w:r>
      <w:r w:rsidR="00F635DB">
        <w:t>’</w:t>
      </w:r>
      <w:r w:rsidRPr="009071AC">
        <w:t>était dit</w:t>
      </w:r>
      <w:r w:rsidR="00F635DB">
        <w:t xml:space="preserve"> : </w:t>
      </w:r>
      <w:r w:rsidRPr="009071AC">
        <w:t>Je ferai ceci</w:t>
      </w:r>
      <w:r w:rsidR="00F635DB">
        <w:t xml:space="preserve">, </w:t>
      </w:r>
      <w:r w:rsidRPr="009071AC">
        <w:t>il le faisait le plus promptement possible</w:t>
      </w:r>
      <w:r w:rsidR="00F635DB">
        <w:t xml:space="preserve">, </w:t>
      </w:r>
      <w:r w:rsidRPr="009071AC">
        <w:t>la veille</w:t>
      </w:r>
      <w:r w:rsidR="00F635DB">
        <w:t xml:space="preserve">, </w:t>
      </w:r>
      <w:r w:rsidRPr="009071AC">
        <w:t>plutôt que le lendemain</w:t>
      </w:r>
      <w:r w:rsidR="00F635DB">
        <w:t>.</w:t>
      </w:r>
    </w:p>
    <w:p w14:paraId="3074B08C" w14:textId="2E562A15" w:rsidR="00F635DB" w:rsidRDefault="00855694" w:rsidP="00F635DB">
      <w:r w:rsidRPr="009071AC">
        <w:t>S</w:t>
      </w:r>
      <w:r w:rsidR="00F635DB">
        <w:t>’</w:t>
      </w:r>
      <w:r w:rsidRPr="009071AC">
        <w:t>étant juré qu</w:t>
      </w:r>
      <w:r w:rsidR="00F635DB">
        <w:t>’</w:t>
      </w:r>
      <w:r w:rsidRPr="009071AC">
        <w:t xml:space="preserve">il retrouverait le fils de </w:t>
      </w:r>
      <w:r w:rsidR="00F635DB">
        <w:t>M</w:t>
      </w:r>
      <w:r w:rsidR="00F635DB" w:rsidRPr="00F635DB">
        <w:rPr>
          <w:vertAlign w:val="superscript"/>
        </w:rPr>
        <w:t>me</w:t>
      </w:r>
      <w:r w:rsidR="00F635DB">
        <w:t> </w:t>
      </w:r>
      <w:r w:rsidRPr="009071AC">
        <w:t>Lia d</w:t>
      </w:r>
      <w:r w:rsidR="00F635DB">
        <w:t>’</w:t>
      </w:r>
      <w:r w:rsidRPr="009071AC">
        <w:t>Argelès</w:t>
      </w:r>
      <w:r w:rsidR="00F635DB">
        <w:t xml:space="preserve">, </w:t>
      </w:r>
      <w:r w:rsidRPr="009071AC">
        <w:t>l</w:t>
      </w:r>
      <w:r w:rsidR="00F635DB">
        <w:t>’</w:t>
      </w:r>
      <w:r w:rsidRPr="009071AC">
        <w:t xml:space="preserve">héritier des millions du comte de </w:t>
      </w:r>
      <w:proofErr w:type="spellStart"/>
      <w:r w:rsidRPr="009071AC">
        <w:t>Chalusse</w:t>
      </w:r>
      <w:proofErr w:type="spellEnd"/>
      <w:r w:rsidR="00F635DB">
        <w:t xml:space="preserve">, </w:t>
      </w:r>
      <w:r w:rsidRPr="009071AC">
        <w:t>il lui tardait de voir celui de ses employés qui devait l</w:t>
      </w:r>
      <w:r w:rsidR="00F635DB">
        <w:t>’</w:t>
      </w:r>
      <w:r w:rsidRPr="009071AC">
        <w:t>aider à cette tâche difficile</w:t>
      </w:r>
      <w:r w:rsidR="00F635DB">
        <w:t>.</w:t>
      </w:r>
    </w:p>
    <w:p w14:paraId="79E00215" w14:textId="77777777" w:rsidR="00F635DB" w:rsidRDefault="00855694" w:rsidP="00F635DB">
      <w:r w:rsidRPr="009071AC">
        <w:t>C</w:t>
      </w:r>
      <w:r w:rsidR="00F635DB">
        <w:t>’</w:t>
      </w:r>
      <w:r w:rsidRPr="009071AC">
        <w:t>est pourquoi</w:t>
      </w:r>
      <w:r w:rsidR="00F635DB">
        <w:t xml:space="preserve">, </w:t>
      </w:r>
      <w:r w:rsidRPr="009071AC">
        <w:t>son premier soin en rentrant chez lui</w:t>
      </w:r>
      <w:r w:rsidR="00F635DB">
        <w:t xml:space="preserve">, </w:t>
      </w:r>
      <w:r w:rsidRPr="009071AC">
        <w:t>fut de demander à son caissier l</w:t>
      </w:r>
      <w:r w:rsidR="00F635DB">
        <w:t>’</w:t>
      </w:r>
      <w:r w:rsidRPr="009071AC">
        <w:t>adresse de Victor Chupin</w:t>
      </w:r>
      <w:r w:rsidR="00F635DB">
        <w:t>.</w:t>
      </w:r>
    </w:p>
    <w:p w14:paraId="623AAA49" w14:textId="77777777" w:rsidR="00F635DB" w:rsidRDefault="00F635DB" w:rsidP="00F635DB">
      <w:r>
        <w:t>— </w:t>
      </w:r>
      <w:r w:rsidR="00855694" w:rsidRPr="009071AC">
        <w:t>Il demeure rue du Faubourg-Saint-Denis</w:t>
      </w:r>
      <w:r>
        <w:t xml:space="preserve">, </w:t>
      </w:r>
      <w:r w:rsidR="00855694" w:rsidRPr="009071AC">
        <w:t>répondit le caissier</w:t>
      </w:r>
      <w:r>
        <w:t xml:space="preserve">, </w:t>
      </w:r>
      <w:r w:rsidR="00855694" w:rsidRPr="009071AC">
        <w:t>au n°</w:t>
      </w:r>
      <w:r>
        <w:t>…</w:t>
      </w:r>
    </w:p>
    <w:p w14:paraId="41634A8D" w14:textId="666CC162" w:rsidR="00F635DB" w:rsidRDefault="00F635DB" w:rsidP="00F635DB">
      <w:r>
        <w:t>— </w:t>
      </w:r>
      <w:r w:rsidR="00855694" w:rsidRPr="009071AC">
        <w:t>Très-bien</w:t>
      </w:r>
      <w:r>
        <w:t xml:space="preserve">, </w:t>
      </w:r>
      <w:r w:rsidR="00855694" w:rsidRPr="009071AC">
        <w:t xml:space="preserve">murmura </w:t>
      </w:r>
      <w:r>
        <w:t>M. </w:t>
      </w:r>
      <w:r w:rsidR="00855694" w:rsidRPr="009071AC">
        <w:t>Fortunat</w:t>
      </w:r>
      <w:r>
        <w:t xml:space="preserve">, </w:t>
      </w:r>
      <w:r w:rsidR="00855694" w:rsidRPr="009071AC">
        <w:t>je pousserai jusque-là dès que j</w:t>
      </w:r>
      <w:r>
        <w:t>’</w:t>
      </w:r>
      <w:r w:rsidR="00855694" w:rsidRPr="009071AC">
        <w:t>aurai dîné</w:t>
      </w:r>
      <w:r>
        <w:t>.</w:t>
      </w:r>
    </w:p>
    <w:p w14:paraId="59C81CEF" w14:textId="2AF45A56" w:rsidR="00F635DB" w:rsidRDefault="00855694" w:rsidP="00F635DB">
      <w:r w:rsidRPr="009071AC">
        <w:t>Et en effet</w:t>
      </w:r>
      <w:r w:rsidR="00F635DB">
        <w:t xml:space="preserve">, </w:t>
      </w:r>
      <w:r w:rsidRPr="009071AC">
        <w:t>aussitôt son café pris</w:t>
      </w:r>
      <w:r w:rsidR="00F635DB">
        <w:t xml:space="preserve">, </w:t>
      </w:r>
      <w:r w:rsidRPr="009071AC">
        <w:t xml:space="preserve">il demanda son pardessus à </w:t>
      </w:r>
      <w:r w:rsidR="00F635DB">
        <w:t>M</w:t>
      </w:r>
      <w:r w:rsidR="00F635DB" w:rsidRPr="00F635DB">
        <w:rPr>
          <w:vertAlign w:val="superscript"/>
        </w:rPr>
        <w:t>me</w:t>
      </w:r>
      <w:r w:rsidR="00F635DB">
        <w:t> </w:t>
      </w:r>
      <w:proofErr w:type="spellStart"/>
      <w:r w:rsidRPr="009071AC">
        <w:t>Dodelin</w:t>
      </w:r>
      <w:proofErr w:type="spellEnd"/>
      <w:r w:rsidR="00F635DB">
        <w:t xml:space="preserve">, </w:t>
      </w:r>
      <w:r w:rsidRPr="009071AC">
        <w:t>et une demi-heure plus tard</w:t>
      </w:r>
      <w:r w:rsidR="00F635DB">
        <w:t xml:space="preserve">, </w:t>
      </w:r>
      <w:r w:rsidRPr="009071AC">
        <w:t>il se présentait à la maison de son employé</w:t>
      </w:r>
      <w:r w:rsidR="00F635DB">
        <w:t>.</w:t>
      </w:r>
    </w:p>
    <w:p w14:paraId="576C204E" w14:textId="77777777" w:rsidR="00F635DB" w:rsidRDefault="00855694" w:rsidP="00F635DB">
      <w:r w:rsidRPr="009071AC">
        <w:t>C</w:t>
      </w:r>
      <w:r w:rsidR="00F635DB">
        <w:t>’</w:t>
      </w:r>
      <w:r w:rsidRPr="009071AC">
        <w:t>était un de ces immeubles immenses</w:t>
      </w:r>
      <w:r w:rsidR="00F635DB">
        <w:t xml:space="preserve">, </w:t>
      </w:r>
      <w:r w:rsidRPr="009071AC">
        <w:t>où grouille la population d</w:t>
      </w:r>
      <w:r w:rsidR="00F635DB">
        <w:t>’</w:t>
      </w:r>
      <w:r w:rsidRPr="009071AC">
        <w:t>une sous-préfecture</w:t>
      </w:r>
      <w:r w:rsidR="00F635DB">
        <w:t xml:space="preserve">, </w:t>
      </w:r>
      <w:r w:rsidRPr="009071AC">
        <w:t>qui ont trois ou quatre cours</w:t>
      </w:r>
      <w:r w:rsidR="00F635DB">
        <w:t xml:space="preserve">, </w:t>
      </w:r>
      <w:r w:rsidRPr="009071AC">
        <w:t>cinq ou six corps de bâtiment</w:t>
      </w:r>
      <w:r w:rsidR="00F635DB">
        <w:t xml:space="preserve">, </w:t>
      </w:r>
      <w:r w:rsidRPr="009071AC">
        <w:t>autant d</w:t>
      </w:r>
      <w:r w:rsidR="00F635DB">
        <w:t>’</w:t>
      </w:r>
      <w:r w:rsidRPr="009071AC">
        <w:t>escaliers que l</w:t>
      </w:r>
      <w:r w:rsidR="00F635DB">
        <w:t>’</w:t>
      </w:r>
      <w:r w:rsidRPr="009071AC">
        <w:t>alphabet a de lettres</w:t>
      </w:r>
      <w:r w:rsidR="00F635DB">
        <w:t xml:space="preserve">, </w:t>
      </w:r>
      <w:r w:rsidRPr="009071AC">
        <w:t>et un concierge qui ne se souvient guère du nom de ses locataires que tous les trois mois</w:t>
      </w:r>
      <w:r w:rsidR="00F635DB">
        <w:t xml:space="preserve">, </w:t>
      </w:r>
      <w:r w:rsidRPr="009071AC">
        <w:t>quand il va leur réclamer le terme à échoir</w:t>
      </w:r>
      <w:r w:rsidR="00F635DB">
        <w:t xml:space="preserve">, </w:t>
      </w:r>
      <w:r w:rsidRPr="009071AC">
        <w:t>et aussi au premier de l</w:t>
      </w:r>
      <w:r w:rsidR="00F635DB">
        <w:t>’</w:t>
      </w:r>
      <w:r w:rsidRPr="009071AC">
        <w:t>an</w:t>
      </w:r>
      <w:r w:rsidR="00F635DB">
        <w:t>.</w:t>
      </w:r>
    </w:p>
    <w:p w14:paraId="6E01DD66" w14:textId="44349698" w:rsidR="00F635DB" w:rsidRDefault="00855694" w:rsidP="00F635DB">
      <w:r w:rsidRPr="009071AC">
        <w:lastRenderedPageBreak/>
        <w:t>Cependant</w:t>
      </w:r>
      <w:r w:rsidR="00F635DB">
        <w:t xml:space="preserve">, </w:t>
      </w:r>
      <w:r w:rsidRPr="009071AC">
        <w:t xml:space="preserve">par un de ces bonheurs faits pour </w:t>
      </w:r>
      <w:r w:rsidR="00F635DB">
        <w:t>M. </w:t>
      </w:r>
      <w:r w:rsidRPr="009071AC">
        <w:t>Fortunat</w:t>
      </w:r>
      <w:r w:rsidR="00F635DB">
        <w:t xml:space="preserve">, </w:t>
      </w:r>
      <w:r w:rsidRPr="009071AC">
        <w:t>le concierge du n°</w:t>
      </w:r>
      <w:r w:rsidR="00F635DB">
        <w:t xml:space="preserve">… </w:t>
      </w:r>
      <w:r w:rsidRPr="009071AC">
        <w:t>se souvenait de Chupin</w:t>
      </w:r>
      <w:r w:rsidR="00F635DB">
        <w:t xml:space="preserve">, </w:t>
      </w:r>
      <w:r w:rsidRPr="009071AC">
        <w:t>le connaissait</w:t>
      </w:r>
      <w:r w:rsidR="00F635DB">
        <w:t xml:space="preserve">, </w:t>
      </w:r>
      <w:r w:rsidRPr="009071AC">
        <w:t>et même entretenait avec lui des relations de petits services</w:t>
      </w:r>
      <w:r w:rsidR="00F635DB">
        <w:t>.</w:t>
      </w:r>
    </w:p>
    <w:p w14:paraId="469CA4B6" w14:textId="77777777" w:rsidR="00F635DB" w:rsidRDefault="00855694" w:rsidP="00F635DB">
      <w:r w:rsidRPr="009071AC">
        <w:t>Il indiqua donc clairement comment arriver à son logement</w:t>
      </w:r>
      <w:r w:rsidR="00F635DB">
        <w:t xml:space="preserve">. </w:t>
      </w:r>
      <w:r w:rsidRPr="009071AC">
        <w:t>C</w:t>
      </w:r>
      <w:r w:rsidR="00F635DB">
        <w:t>’</w:t>
      </w:r>
      <w:r w:rsidRPr="009071AC">
        <w:t>était simple</w:t>
      </w:r>
      <w:r w:rsidR="00F635DB">
        <w:t xml:space="preserve">. </w:t>
      </w:r>
      <w:r w:rsidRPr="009071AC">
        <w:t>Il s</w:t>
      </w:r>
      <w:r w:rsidR="00F635DB">
        <w:t>’</w:t>
      </w:r>
      <w:r w:rsidRPr="009071AC">
        <w:t>agissait de traverser la première cour</w:t>
      </w:r>
      <w:r w:rsidR="00F635DB">
        <w:t xml:space="preserve">, </w:t>
      </w:r>
      <w:r w:rsidRPr="009071AC">
        <w:t>de prendre à gauche l</w:t>
      </w:r>
      <w:r w:rsidR="00F635DB">
        <w:t>’</w:t>
      </w:r>
      <w:r w:rsidRPr="009071AC">
        <w:t>escalier D</w:t>
      </w:r>
      <w:r w:rsidR="00F635DB">
        <w:t xml:space="preserve">, </w:t>
      </w:r>
      <w:r w:rsidRPr="009071AC">
        <w:t>de monter au sixième</w:t>
      </w:r>
      <w:r w:rsidR="00F635DB">
        <w:t xml:space="preserve">, </w:t>
      </w:r>
      <w:r w:rsidRPr="009071AC">
        <w:t>d</w:t>
      </w:r>
      <w:r w:rsidR="00F635DB">
        <w:t>’</w:t>
      </w:r>
      <w:r w:rsidRPr="009071AC">
        <w:t>enfiler l</w:t>
      </w:r>
      <w:r w:rsidR="00F635DB">
        <w:t>’</w:t>
      </w:r>
      <w:r w:rsidRPr="009071AC">
        <w:t>escalier en face</w:t>
      </w:r>
      <w:r w:rsidR="00F635DB">
        <w:t xml:space="preserve">, </w:t>
      </w:r>
      <w:r w:rsidRPr="009071AC">
        <w:t>etc</w:t>
      </w:r>
      <w:r w:rsidR="00F635DB">
        <w:t xml:space="preserve">., </w:t>
      </w:r>
      <w:r w:rsidRPr="009071AC">
        <w:t>etc</w:t>
      </w:r>
      <w:r w:rsidR="00F635DB">
        <w:t>.</w:t>
      </w:r>
    </w:p>
    <w:p w14:paraId="5ED176CA" w14:textId="0D0ABBD0" w:rsidR="00F635DB" w:rsidRDefault="00855694" w:rsidP="00F635DB">
      <w:r w:rsidRPr="009071AC">
        <w:t>Grâce à cette obligeance particulière</w:t>
      </w:r>
      <w:r w:rsidR="00F635DB">
        <w:t>, M. </w:t>
      </w:r>
      <w:r w:rsidRPr="009071AC">
        <w:t>Fortunat ne se perdit guère que cinq fois avant d</w:t>
      </w:r>
      <w:r w:rsidR="00F635DB">
        <w:t>’</w:t>
      </w:r>
      <w:r w:rsidRPr="009071AC">
        <w:t>arriver à une porte où on lisait</w:t>
      </w:r>
      <w:r w:rsidR="00F635DB">
        <w:t xml:space="preserve">, </w:t>
      </w:r>
      <w:r w:rsidRPr="009071AC">
        <w:t>sur un petit carré de carton</w:t>
      </w:r>
      <w:r w:rsidR="00F635DB">
        <w:t xml:space="preserve"> : </w:t>
      </w:r>
      <w:r w:rsidRPr="009071AC">
        <w:rPr>
          <w:i/>
        </w:rPr>
        <w:t>Victor Chupin</w:t>
      </w:r>
      <w:r w:rsidR="00F635DB">
        <w:rPr>
          <w:i/>
        </w:rPr>
        <w:t xml:space="preserve">, </w:t>
      </w:r>
      <w:r w:rsidRPr="009071AC">
        <w:rPr>
          <w:i/>
        </w:rPr>
        <w:t>courtier de commerce</w:t>
      </w:r>
      <w:r w:rsidR="00F635DB">
        <w:t>.</w:t>
      </w:r>
    </w:p>
    <w:p w14:paraId="0055033E" w14:textId="2A637504" w:rsidR="00F635DB" w:rsidRDefault="00855694" w:rsidP="00F635DB">
      <w:r w:rsidRPr="009071AC">
        <w:t>Le long de la porte</w:t>
      </w:r>
      <w:r w:rsidR="00F635DB">
        <w:t xml:space="preserve">, </w:t>
      </w:r>
      <w:r w:rsidRPr="009071AC">
        <w:t>une ficelle</w:t>
      </w:r>
      <w:r w:rsidR="00F635DB">
        <w:t xml:space="preserve">, </w:t>
      </w:r>
      <w:r w:rsidRPr="009071AC">
        <w:t>terminée par une patte de lièvre</w:t>
      </w:r>
      <w:r w:rsidR="00F635DB">
        <w:t xml:space="preserve">, </w:t>
      </w:r>
      <w:r w:rsidRPr="009071AC">
        <w:t>pendait</w:t>
      </w:r>
      <w:r w:rsidR="00F635DB">
        <w:t>. M. </w:t>
      </w:r>
      <w:r w:rsidRPr="009071AC">
        <w:t>Fortunat la tira</w:t>
      </w:r>
      <w:r w:rsidR="00F635DB">
        <w:t xml:space="preserve">, </w:t>
      </w:r>
      <w:r w:rsidRPr="009071AC">
        <w:t>une sonnette tinta</w:t>
      </w:r>
      <w:r w:rsidR="00F635DB">
        <w:t xml:space="preserve">, </w:t>
      </w:r>
      <w:r w:rsidRPr="009071AC">
        <w:t>une voix cria</w:t>
      </w:r>
      <w:r w:rsidR="00F635DB">
        <w:t> : « </w:t>
      </w:r>
      <w:r w:rsidRPr="009071AC">
        <w:t>Entrez</w:t>
      </w:r>
      <w:r w:rsidR="00F635DB">
        <w:t> ! »</w:t>
      </w:r>
      <w:r w:rsidRPr="009071AC">
        <w:t xml:space="preserve"> et il entra</w:t>
      </w:r>
      <w:r w:rsidR="00F635DB">
        <w:t>.</w:t>
      </w:r>
    </w:p>
    <w:p w14:paraId="75841766" w14:textId="77777777" w:rsidR="00F635DB" w:rsidRDefault="00855694" w:rsidP="00F635DB">
      <w:r w:rsidRPr="009071AC">
        <w:t>La pièce où il pénétrait était petite et pauvrement meublée</w:t>
      </w:r>
      <w:r w:rsidR="00F635DB">
        <w:t xml:space="preserve">, </w:t>
      </w:r>
      <w:r w:rsidRPr="009071AC">
        <w:t>mais resplendissante de cette propreté qui est un luxe</w:t>
      </w:r>
      <w:r w:rsidR="00F635DB">
        <w:t>.</w:t>
      </w:r>
    </w:p>
    <w:p w14:paraId="19269243" w14:textId="77777777" w:rsidR="00F635DB" w:rsidRDefault="00855694" w:rsidP="00F635DB">
      <w:r w:rsidRPr="009071AC">
        <w:t>Le carreau ciré luisait à l</w:t>
      </w:r>
      <w:r w:rsidR="00F635DB">
        <w:t>’</w:t>
      </w:r>
      <w:r w:rsidRPr="009071AC">
        <w:t>œil comme un miroir</w:t>
      </w:r>
      <w:r w:rsidR="00F635DB">
        <w:t xml:space="preserve">, </w:t>
      </w:r>
      <w:r w:rsidRPr="009071AC">
        <w:t>les meubles étincelaient</w:t>
      </w:r>
      <w:r w:rsidR="00F635DB">
        <w:t xml:space="preserve">, </w:t>
      </w:r>
      <w:r w:rsidRPr="009071AC">
        <w:t>les couvertures du lit et les rideaux de calicot étaient plus blancs que neige</w:t>
      </w:r>
      <w:r w:rsidR="00F635DB">
        <w:t>.</w:t>
      </w:r>
    </w:p>
    <w:p w14:paraId="7B0DBD65" w14:textId="77777777" w:rsidR="00F635DB" w:rsidRDefault="00855694" w:rsidP="00F635DB">
      <w:r w:rsidRPr="009071AC">
        <w:t>Ce qui frappait</w:t>
      </w:r>
      <w:r w:rsidR="00F635DB">
        <w:t xml:space="preserve">, </w:t>
      </w:r>
      <w:proofErr w:type="gramStart"/>
      <w:r w:rsidRPr="009071AC">
        <w:t>c</w:t>
      </w:r>
      <w:r w:rsidR="00F635DB">
        <w:t>’</w:t>
      </w:r>
      <w:r w:rsidRPr="009071AC">
        <w:t>était</w:t>
      </w:r>
      <w:proofErr w:type="gramEnd"/>
      <w:r w:rsidRPr="009071AC">
        <w:t xml:space="preserve"> des superfluités</w:t>
      </w:r>
      <w:r w:rsidR="00F635DB">
        <w:t xml:space="preserve"> : </w:t>
      </w:r>
      <w:r w:rsidRPr="009071AC">
        <w:t>des statuettes de plâtre</w:t>
      </w:r>
      <w:r w:rsidR="00F635DB">
        <w:t xml:space="preserve">, </w:t>
      </w:r>
      <w:r w:rsidRPr="009071AC">
        <w:t>de chaque côté d</w:t>
      </w:r>
      <w:r w:rsidR="00F635DB">
        <w:t>’</w:t>
      </w:r>
      <w:r w:rsidRPr="009071AC">
        <w:t>une pendule dorée</w:t>
      </w:r>
      <w:r w:rsidR="00F635DB">
        <w:t xml:space="preserve">, </w:t>
      </w:r>
      <w:r w:rsidRPr="009071AC">
        <w:t>une étagère avec des bibelots et cinq ou six gravures presque passables</w:t>
      </w:r>
      <w:r w:rsidR="00F635DB">
        <w:t>.</w:t>
      </w:r>
    </w:p>
    <w:p w14:paraId="6510F598" w14:textId="6AECDC4D" w:rsidR="00F635DB" w:rsidRDefault="00855694" w:rsidP="00F635DB">
      <w:r w:rsidRPr="009071AC">
        <w:t>Lorsqu</w:t>
      </w:r>
      <w:r w:rsidR="00F635DB">
        <w:t>’</w:t>
      </w:r>
      <w:r w:rsidRPr="009071AC">
        <w:t xml:space="preserve">entra </w:t>
      </w:r>
      <w:r w:rsidR="00F635DB">
        <w:t>M. </w:t>
      </w:r>
      <w:r w:rsidRPr="009071AC">
        <w:t>Fortunat</w:t>
      </w:r>
      <w:r w:rsidR="00F635DB">
        <w:t xml:space="preserve">, </w:t>
      </w:r>
      <w:r w:rsidRPr="009071AC">
        <w:t>Victor Chupin</w:t>
      </w:r>
      <w:r w:rsidR="00F635DB">
        <w:t xml:space="preserve">, </w:t>
      </w:r>
      <w:r w:rsidRPr="009071AC">
        <w:t>en manches de chemise</w:t>
      </w:r>
      <w:r w:rsidR="00F635DB">
        <w:t xml:space="preserve">, </w:t>
      </w:r>
      <w:r w:rsidRPr="009071AC">
        <w:t>était assis à une petite table</w:t>
      </w:r>
      <w:r w:rsidR="00F635DB">
        <w:t xml:space="preserve">, </w:t>
      </w:r>
      <w:r w:rsidRPr="009071AC">
        <w:t>et</w:t>
      </w:r>
      <w:r w:rsidR="00F635DB">
        <w:t xml:space="preserve">, </w:t>
      </w:r>
      <w:r w:rsidRPr="009071AC">
        <w:t>à la lueur d</w:t>
      </w:r>
      <w:r w:rsidR="00F635DB">
        <w:t>’</w:t>
      </w:r>
      <w:r w:rsidRPr="009071AC">
        <w:t>une lampe économique</w:t>
      </w:r>
      <w:r w:rsidR="00F635DB">
        <w:t xml:space="preserve">, </w:t>
      </w:r>
      <w:r w:rsidRPr="009071AC">
        <w:t>avec une application qui amenait le rouge à ses joues</w:t>
      </w:r>
      <w:r w:rsidR="00F635DB">
        <w:t xml:space="preserve">, </w:t>
      </w:r>
      <w:r w:rsidRPr="009071AC">
        <w:t>il copiait</w:t>
      </w:r>
      <w:r w:rsidR="00F635DB">
        <w:t xml:space="preserve">, </w:t>
      </w:r>
      <w:r w:rsidRPr="009071AC">
        <w:t>d</w:t>
      </w:r>
      <w:r w:rsidR="00F635DB">
        <w:t>’</w:t>
      </w:r>
      <w:r w:rsidRPr="009071AC">
        <w:t>une assez bonne écriture</w:t>
      </w:r>
      <w:r w:rsidR="00F635DB">
        <w:t xml:space="preserve">… </w:t>
      </w:r>
      <w:r w:rsidRPr="009071AC">
        <w:t>un dictionnaire français</w:t>
      </w:r>
      <w:r w:rsidR="00F635DB">
        <w:t>.</w:t>
      </w:r>
    </w:p>
    <w:p w14:paraId="6DF4EA24" w14:textId="77777777" w:rsidR="00F635DB" w:rsidRDefault="00855694" w:rsidP="00F635DB">
      <w:r w:rsidRPr="009071AC">
        <w:lastRenderedPageBreak/>
        <w:t>Près du lit</w:t>
      </w:r>
      <w:r w:rsidR="00F635DB">
        <w:t xml:space="preserve">, </w:t>
      </w:r>
      <w:r w:rsidRPr="009071AC">
        <w:t>hors du cercle de la lumière</w:t>
      </w:r>
      <w:r w:rsidR="00F635DB">
        <w:t xml:space="preserve">, </w:t>
      </w:r>
      <w:r w:rsidRPr="009071AC">
        <w:t>une femme d</w:t>
      </w:r>
      <w:r w:rsidR="00F635DB">
        <w:t>’</w:t>
      </w:r>
      <w:r w:rsidRPr="009071AC">
        <w:t>une quarantaine d</w:t>
      </w:r>
      <w:r w:rsidR="00F635DB">
        <w:t>’</w:t>
      </w:r>
      <w:r w:rsidRPr="009071AC">
        <w:t>années</w:t>
      </w:r>
      <w:r w:rsidR="00F635DB">
        <w:t xml:space="preserve">, </w:t>
      </w:r>
      <w:r w:rsidRPr="009071AC">
        <w:t>pauvrement mais proprement vêtue</w:t>
      </w:r>
      <w:r w:rsidR="00F635DB">
        <w:t xml:space="preserve">, </w:t>
      </w:r>
      <w:r w:rsidRPr="009071AC">
        <w:t>armée de longues aiguilles de bois</w:t>
      </w:r>
      <w:r w:rsidR="00F635DB">
        <w:t xml:space="preserve">, </w:t>
      </w:r>
      <w:r w:rsidRPr="009071AC">
        <w:t>tricotait</w:t>
      </w:r>
      <w:r w:rsidR="00F635DB">
        <w:t>…</w:t>
      </w:r>
    </w:p>
    <w:p w14:paraId="657F0199" w14:textId="5BADFA44" w:rsidR="00F635DB" w:rsidRDefault="00F635DB" w:rsidP="00F635DB">
      <w:r>
        <w:t>— M. </w:t>
      </w:r>
      <w:r w:rsidR="00855694" w:rsidRPr="009071AC">
        <w:t>Victor Chupin</w:t>
      </w:r>
      <w:r>
        <w:t xml:space="preserve"> ?… </w:t>
      </w:r>
      <w:r w:rsidR="00855694" w:rsidRPr="009071AC">
        <w:t xml:space="preserve">demanda </w:t>
      </w:r>
      <w:r>
        <w:t>M. </w:t>
      </w:r>
      <w:r w:rsidR="00855694" w:rsidRPr="009071AC">
        <w:t>Fortunat</w:t>
      </w:r>
      <w:r>
        <w:t>.</w:t>
      </w:r>
    </w:p>
    <w:p w14:paraId="7B65A608" w14:textId="77777777" w:rsidR="00F635DB" w:rsidRDefault="00855694" w:rsidP="00F635DB">
      <w:r w:rsidRPr="009071AC">
        <w:t>Cette voix connue fit bondir le jeune garçon</w:t>
      </w:r>
      <w:r w:rsidR="00F635DB">
        <w:t>.</w:t>
      </w:r>
    </w:p>
    <w:p w14:paraId="510F5907" w14:textId="77777777" w:rsidR="00F635DB" w:rsidRDefault="00855694" w:rsidP="00F635DB">
      <w:r w:rsidRPr="009071AC">
        <w:t>Il enleva prestement l</w:t>
      </w:r>
      <w:r w:rsidR="00F635DB">
        <w:t>’</w:t>
      </w:r>
      <w:r w:rsidRPr="009071AC">
        <w:t>abat-jour de sa lampe</w:t>
      </w:r>
      <w:r w:rsidR="00F635DB">
        <w:t xml:space="preserve">, </w:t>
      </w:r>
      <w:r w:rsidRPr="009071AC">
        <w:t>et sans chercher à dissimuler sa surprise</w:t>
      </w:r>
      <w:r w:rsidR="00F635DB">
        <w:t> :</w:t>
      </w:r>
    </w:p>
    <w:p w14:paraId="607E0B3A" w14:textId="77777777" w:rsidR="00F635DB" w:rsidRDefault="00F635DB" w:rsidP="00F635DB">
      <w:r>
        <w:t>— </w:t>
      </w:r>
      <w:r w:rsidR="00855694" w:rsidRPr="009071AC">
        <w:t>M</w:t>
      </w:r>
      <w:r>
        <w:t>’</w:t>
      </w:r>
      <w:proofErr w:type="spellStart"/>
      <w:r w:rsidR="00855694" w:rsidRPr="009071AC">
        <w:t>sieu</w:t>
      </w:r>
      <w:proofErr w:type="spellEnd"/>
      <w:r w:rsidR="00855694" w:rsidRPr="009071AC">
        <w:t xml:space="preserve"> Fortunat</w:t>
      </w:r>
      <w:r>
        <w:t xml:space="preserve"> !… </w:t>
      </w:r>
      <w:r w:rsidR="00855694" w:rsidRPr="009071AC">
        <w:t>s</w:t>
      </w:r>
      <w:r>
        <w:t>’</w:t>
      </w:r>
      <w:r w:rsidR="00855694" w:rsidRPr="009071AC">
        <w:t>écria-t-il</w:t>
      </w:r>
      <w:r>
        <w:t xml:space="preserve">, </w:t>
      </w:r>
      <w:r w:rsidR="00855694" w:rsidRPr="009071AC">
        <w:t>ici</w:t>
      </w:r>
      <w:r>
        <w:t xml:space="preserve">, </w:t>
      </w:r>
      <w:r w:rsidR="00855694" w:rsidRPr="009071AC">
        <w:t>à cette heure</w:t>
      </w:r>
      <w:r>
        <w:t xml:space="preserve"> !… </w:t>
      </w:r>
      <w:proofErr w:type="spellStart"/>
      <w:r w:rsidR="00855694" w:rsidRPr="009071AC">
        <w:t>Ous</w:t>
      </w:r>
      <w:proofErr w:type="spellEnd"/>
      <w:r w:rsidR="00855694" w:rsidRPr="009071AC">
        <w:t xml:space="preserve"> qu</w:t>
      </w:r>
      <w:r>
        <w:t>’</w:t>
      </w:r>
      <w:r w:rsidR="00855694" w:rsidRPr="009071AC">
        <w:t>est le feu</w:t>
      </w:r>
      <w:r>
        <w:t> ?…</w:t>
      </w:r>
    </w:p>
    <w:p w14:paraId="2F2C2C6C" w14:textId="77777777" w:rsidR="00F635DB" w:rsidRDefault="00855694" w:rsidP="00F635DB">
      <w:r w:rsidRPr="009071AC">
        <w:t>Puis</w:t>
      </w:r>
      <w:r w:rsidR="00F635DB">
        <w:t xml:space="preserve">, </w:t>
      </w:r>
      <w:r w:rsidRPr="009071AC">
        <w:t>aussitôt</w:t>
      </w:r>
      <w:r w:rsidR="00F635DB">
        <w:t xml:space="preserve">, </w:t>
      </w:r>
      <w:r w:rsidRPr="009071AC">
        <w:t>d</w:t>
      </w:r>
      <w:r w:rsidR="00F635DB">
        <w:t>’</w:t>
      </w:r>
      <w:r w:rsidRPr="009071AC">
        <w:t>un ton posé</w:t>
      </w:r>
      <w:r w:rsidR="00F635DB">
        <w:t xml:space="preserve">, </w:t>
      </w:r>
      <w:r w:rsidRPr="009071AC">
        <w:t>qui contrastait étrangement avec ses façons accoutumées</w:t>
      </w:r>
      <w:r w:rsidR="00F635DB">
        <w:t> :</w:t>
      </w:r>
    </w:p>
    <w:p w14:paraId="3E6A1815" w14:textId="77777777" w:rsidR="00F635DB" w:rsidRDefault="00F635DB" w:rsidP="00F635DB">
      <w:r>
        <w:t>— </w:t>
      </w:r>
      <w:r w:rsidR="00855694" w:rsidRPr="009071AC">
        <w:t>M</w:t>
      </w:r>
      <w:r>
        <w:t>’</w:t>
      </w:r>
      <w:r w:rsidR="00855694" w:rsidRPr="009071AC">
        <w:t>man</w:t>
      </w:r>
      <w:r>
        <w:t xml:space="preserve">, </w:t>
      </w:r>
      <w:r w:rsidR="00855694" w:rsidRPr="009071AC">
        <w:t>dit-il</w:t>
      </w:r>
      <w:r>
        <w:t xml:space="preserve">, </w:t>
      </w:r>
      <w:r w:rsidR="00855694" w:rsidRPr="009071AC">
        <w:t>c</w:t>
      </w:r>
      <w:r>
        <w:t>’</w:t>
      </w:r>
      <w:r w:rsidR="00855694" w:rsidRPr="009071AC">
        <w:t>est un de mes patrons</w:t>
      </w:r>
      <w:r>
        <w:t xml:space="preserve">, </w:t>
      </w:r>
      <w:r w:rsidR="00855694" w:rsidRPr="009071AC">
        <w:t>m</w:t>
      </w:r>
      <w:r>
        <w:t>’</w:t>
      </w:r>
      <w:proofErr w:type="spellStart"/>
      <w:r w:rsidR="00855694" w:rsidRPr="009071AC">
        <w:t>sieu</w:t>
      </w:r>
      <w:proofErr w:type="spellEnd"/>
      <w:r w:rsidR="00855694" w:rsidRPr="009071AC">
        <w:t xml:space="preserve"> Isidore Fortunat</w:t>
      </w:r>
      <w:r>
        <w:t xml:space="preserve">… </w:t>
      </w:r>
      <w:r w:rsidR="00855694" w:rsidRPr="009071AC">
        <w:t>tu sais</w:t>
      </w:r>
      <w:r>
        <w:t xml:space="preserve">… </w:t>
      </w:r>
      <w:r w:rsidR="00855694" w:rsidRPr="009071AC">
        <w:t>pour qui je fais des recouvrements</w:t>
      </w:r>
      <w:r>
        <w:t>.</w:t>
      </w:r>
    </w:p>
    <w:p w14:paraId="0D4EA273" w14:textId="77777777" w:rsidR="00F635DB" w:rsidRDefault="00855694" w:rsidP="00F635DB">
      <w:r w:rsidRPr="009071AC">
        <w:t>La femme au tricot se leva</w:t>
      </w:r>
      <w:r w:rsidR="00F635DB">
        <w:t xml:space="preserve">, </w:t>
      </w:r>
      <w:r w:rsidRPr="009071AC">
        <w:t>s</w:t>
      </w:r>
      <w:r w:rsidR="00F635DB">
        <w:t>’</w:t>
      </w:r>
      <w:r w:rsidRPr="009071AC">
        <w:t>inclina gravement et dit</w:t>
      </w:r>
      <w:r w:rsidR="00F635DB">
        <w:t> :</w:t>
      </w:r>
    </w:p>
    <w:p w14:paraId="45AAAA11" w14:textId="77777777" w:rsidR="00F635DB" w:rsidRDefault="00F635DB" w:rsidP="00F635DB">
      <w:r>
        <w:t>— </w:t>
      </w:r>
      <w:r w:rsidR="00855694" w:rsidRPr="009071AC">
        <w:t>J</w:t>
      </w:r>
      <w:r>
        <w:t>’</w:t>
      </w:r>
      <w:r w:rsidR="00855694" w:rsidRPr="009071AC">
        <w:t>espère</w:t>
      </w:r>
      <w:r>
        <w:t xml:space="preserve">, </w:t>
      </w:r>
      <w:r w:rsidR="00855694" w:rsidRPr="009071AC">
        <w:t>monsieur</w:t>
      </w:r>
      <w:r>
        <w:t xml:space="preserve">, </w:t>
      </w:r>
      <w:r w:rsidR="00855694" w:rsidRPr="009071AC">
        <w:t>que vous êtes content de mon fils</w:t>
      </w:r>
      <w:r>
        <w:t xml:space="preserve">, </w:t>
      </w:r>
      <w:r w:rsidR="00855694" w:rsidRPr="009071AC">
        <w:t>et qu</w:t>
      </w:r>
      <w:r>
        <w:t>’</w:t>
      </w:r>
      <w:r w:rsidR="00855694" w:rsidRPr="009071AC">
        <w:t>il est honnête</w:t>
      </w:r>
      <w:r>
        <w:t>.</w:t>
      </w:r>
    </w:p>
    <w:p w14:paraId="442DB1E3" w14:textId="77777777" w:rsidR="00F635DB" w:rsidRDefault="00F635DB" w:rsidP="00F635DB">
      <w:r>
        <w:t>— </w:t>
      </w:r>
      <w:r w:rsidR="00855694" w:rsidRPr="009071AC">
        <w:t>Assurément</w:t>
      </w:r>
      <w:r>
        <w:t xml:space="preserve">, </w:t>
      </w:r>
      <w:r w:rsidR="00855694" w:rsidRPr="009071AC">
        <w:t>madame</w:t>
      </w:r>
      <w:r>
        <w:t xml:space="preserve">, </w:t>
      </w:r>
      <w:r w:rsidR="00855694" w:rsidRPr="009071AC">
        <w:t>répondit le dénicheur d</w:t>
      </w:r>
      <w:r>
        <w:t>’</w:t>
      </w:r>
      <w:r w:rsidR="00855694" w:rsidRPr="009071AC">
        <w:t>héritages</w:t>
      </w:r>
      <w:r>
        <w:t xml:space="preserve">, </w:t>
      </w:r>
      <w:r w:rsidR="00855694" w:rsidRPr="009071AC">
        <w:t>assurément</w:t>
      </w:r>
      <w:r>
        <w:t xml:space="preserve">… </w:t>
      </w:r>
      <w:r w:rsidR="00855694" w:rsidRPr="009071AC">
        <w:t>Victor est un de mes meilleurs employés</w:t>
      </w:r>
      <w:r>
        <w:t>.</w:t>
      </w:r>
    </w:p>
    <w:p w14:paraId="44D0A7CA" w14:textId="77777777" w:rsidR="00F635DB" w:rsidRDefault="00F635DB" w:rsidP="00F635DB">
      <w:r>
        <w:t>— </w:t>
      </w:r>
      <w:r w:rsidR="00855694" w:rsidRPr="009071AC">
        <w:t>Alors</w:t>
      </w:r>
      <w:r>
        <w:t xml:space="preserve">, </w:t>
      </w:r>
      <w:r w:rsidR="00855694" w:rsidRPr="009071AC">
        <w:t>je suis contente</w:t>
      </w:r>
      <w:r>
        <w:t xml:space="preserve">, </w:t>
      </w:r>
      <w:r w:rsidR="00855694" w:rsidRPr="009071AC">
        <w:t>dit la femme en se rasseyant</w:t>
      </w:r>
      <w:r>
        <w:t>.</w:t>
      </w:r>
    </w:p>
    <w:p w14:paraId="0CB41BAB" w14:textId="77777777" w:rsidR="00F635DB" w:rsidRDefault="00855694" w:rsidP="00F635DB">
      <w:r w:rsidRPr="009071AC">
        <w:t>Chupin</w:t>
      </w:r>
      <w:r w:rsidR="00F635DB">
        <w:t xml:space="preserve">, </w:t>
      </w:r>
      <w:r w:rsidRPr="009071AC">
        <w:t>lui aussi</w:t>
      </w:r>
      <w:r w:rsidR="00F635DB">
        <w:t xml:space="preserve">, </w:t>
      </w:r>
      <w:r w:rsidRPr="009071AC">
        <w:t>paraissait radieux</w:t>
      </w:r>
      <w:r w:rsidR="00F635DB">
        <w:t>.</w:t>
      </w:r>
    </w:p>
    <w:p w14:paraId="3D304AF9" w14:textId="77777777" w:rsidR="00F635DB" w:rsidRDefault="00F635DB" w:rsidP="00F635DB">
      <w:r>
        <w:t>— </w:t>
      </w:r>
      <w:r w:rsidR="00855694" w:rsidRPr="009071AC">
        <w:t>C</w:t>
      </w:r>
      <w:r>
        <w:t>’</w:t>
      </w:r>
      <w:r w:rsidR="00855694" w:rsidRPr="009071AC">
        <w:t>est ma bonne femme de mère</w:t>
      </w:r>
      <w:r>
        <w:t xml:space="preserve">, </w:t>
      </w:r>
      <w:r w:rsidR="00855694" w:rsidRPr="009071AC">
        <w:t>m</w:t>
      </w:r>
      <w:r>
        <w:t>’</w:t>
      </w:r>
      <w:proofErr w:type="spellStart"/>
      <w:r w:rsidR="00855694" w:rsidRPr="009071AC">
        <w:t>sieu</w:t>
      </w:r>
      <w:proofErr w:type="spellEnd"/>
      <w:r>
        <w:t xml:space="preserve">, </w:t>
      </w:r>
      <w:r w:rsidR="00855694" w:rsidRPr="009071AC">
        <w:t>dit-il</w:t>
      </w:r>
      <w:r>
        <w:t xml:space="preserve">. </w:t>
      </w:r>
      <w:r w:rsidR="00855694" w:rsidRPr="009071AC">
        <w:t>Elle est presque aveugle pour le moment</w:t>
      </w:r>
      <w:r>
        <w:t xml:space="preserve"> ; </w:t>
      </w:r>
      <w:r w:rsidR="00855694" w:rsidRPr="009071AC">
        <w:t>mais il paraît qu</w:t>
      </w:r>
      <w:r>
        <w:t>’</w:t>
      </w:r>
      <w:r w:rsidR="00855694" w:rsidRPr="009071AC">
        <w:t>avant six mois elle verra de sa fenêtre une épingle au milieu de la rue</w:t>
      </w:r>
      <w:r>
        <w:t xml:space="preserve">… </w:t>
      </w:r>
      <w:r w:rsidR="00855694" w:rsidRPr="009071AC">
        <w:t>C</w:t>
      </w:r>
      <w:r>
        <w:t>’</w:t>
      </w:r>
      <w:r w:rsidR="00855694" w:rsidRPr="009071AC">
        <w:t>est le médecin qui me la soigne qui me l</w:t>
      </w:r>
      <w:r>
        <w:t>’</w:t>
      </w:r>
      <w:r w:rsidR="00855694" w:rsidRPr="009071AC">
        <w:t>a promis</w:t>
      </w:r>
      <w:r>
        <w:t xml:space="preserve">… </w:t>
      </w:r>
      <w:r w:rsidR="00855694" w:rsidRPr="009071AC">
        <w:t>Alors</w:t>
      </w:r>
      <w:r>
        <w:t xml:space="preserve">, </w:t>
      </w:r>
      <w:r w:rsidR="00855694" w:rsidRPr="009071AC">
        <w:t>nous serons des bons</w:t>
      </w:r>
      <w:r>
        <w:t xml:space="preserve">… </w:t>
      </w:r>
      <w:r w:rsidR="00855694" w:rsidRPr="009071AC">
        <w:t>Mais asseyez-vous donc</w:t>
      </w:r>
      <w:r>
        <w:t xml:space="preserve">, </w:t>
      </w:r>
      <w:r w:rsidR="00855694" w:rsidRPr="009071AC">
        <w:t>m</w:t>
      </w:r>
      <w:r>
        <w:t>’</w:t>
      </w:r>
      <w:proofErr w:type="spellStart"/>
      <w:r w:rsidR="00855694" w:rsidRPr="009071AC">
        <w:t>sieu</w:t>
      </w:r>
      <w:proofErr w:type="spellEnd"/>
      <w:r>
        <w:t xml:space="preserve">, </w:t>
      </w:r>
      <w:r w:rsidR="00855694" w:rsidRPr="009071AC">
        <w:t>et si on pouvait vous offrir quelque chose</w:t>
      </w:r>
      <w:r>
        <w:t> ?…</w:t>
      </w:r>
    </w:p>
    <w:p w14:paraId="546A64AE" w14:textId="546C0C88" w:rsidR="00F635DB" w:rsidRDefault="00855694" w:rsidP="00F635DB">
      <w:r w:rsidRPr="009071AC">
        <w:lastRenderedPageBreak/>
        <w:t>Positivement</w:t>
      </w:r>
      <w:r w:rsidR="00F635DB">
        <w:t xml:space="preserve">, </w:t>
      </w:r>
      <w:r w:rsidRPr="009071AC">
        <w:t>et quoique son employé plus d</w:t>
      </w:r>
      <w:r w:rsidR="00F635DB">
        <w:t>’</w:t>
      </w:r>
      <w:r w:rsidRPr="009071AC">
        <w:t xml:space="preserve">une fois lui eût parlé de </w:t>
      </w:r>
      <w:r w:rsidR="00F635DB">
        <w:t>« </w:t>
      </w:r>
      <w:r w:rsidRPr="009071AC">
        <w:t>ses charges</w:t>
      </w:r>
      <w:r w:rsidR="00F635DB">
        <w:t>, »</w:t>
      </w:r>
      <w:r w:rsidRPr="009071AC">
        <w:t xml:space="preserve"> </w:t>
      </w:r>
      <w:r w:rsidR="00F635DB">
        <w:t>M. </w:t>
      </w:r>
      <w:r w:rsidRPr="009071AC">
        <w:t>Fortunat tombait des nues</w:t>
      </w:r>
      <w:r w:rsidR="00F635DB">
        <w:t>.</w:t>
      </w:r>
    </w:p>
    <w:p w14:paraId="2F52E623" w14:textId="77777777" w:rsidR="00F635DB" w:rsidRDefault="00855694" w:rsidP="00F635DB">
      <w:r w:rsidRPr="009071AC">
        <w:t>Il était confondu du parfum d</w:t>
      </w:r>
      <w:r w:rsidR="00F635DB">
        <w:t>’</w:t>
      </w:r>
      <w:r w:rsidRPr="009071AC">
        <w:t>honnêteté qui s</w:t>
      </w:r>
      <w:r w:rsidR="00F635DB">
        <w:t>’</w:t>
      </w:r>
      <w:r w:rsidRPr="009071AC">
        <w:t>exhalait de ce logis</w:t>
      </w:r>
      <w:r w:rsidR="00F635DB">
        <w:t xml:space="preserve">, </w:t>
      </w:r>
      <w:r w:rsidRPr="009071AC">
        <w:t>de la dignité de cette femme du peuple</w:t>
      </w:r>
      <w:r w:rsidR="00F635DB">
        <w:t xml:space="preserve">, </w:t>
      </w:r>
      <w:r w:rsidRPr="009071AC">
        <w:t>et de l</w:t>
      </w:r>
      <w:r w:rsidR="00F635DB">
        <w:t>’</w:t>
      </w:r>
      <w:r w:rsidRPr="009071AC">
        <w:t>affection à la fois protectrice et respectueuse que lui témoignait son fils</w:t>
      </w:r>
      <w:r w:rsidR="00F635DB">
        <w:t xml:space="preserve">, </w:t>
      </w:r>
      <w:r w:rsidRPr="009071AC">
        <w:t>ce jeune garçon dont l</w:t>
      </w:r>
      <w:r w:rsidR="00F635DB">
        <w:t>’</w:t>
      </w:r>
      <w:r w:rsidRPr="009071AC">
        <w:t>accent et les allures semblaient si bien trahir le garnement</w:t>
      </w:r>
      <w:r w:rsidR="00F635DB">
        <w:t>.</w:t>
      </w:r>
    </w:p>
    <w:p w14:paraId="11863CAC" w14:textId="77777777" w:rsidR="00F635DB" w:rsidRDefault="00F635DB" w:rsidP="00F635DB">
      <w:r>
        <w:t>— </w:t>
      </w:r>
      <w:r w:rsidR="00855694" w:rsidRPr="009071AC">
        <w:t>Merci</w:t>
      </w:r>
      <w:r>
        <w:t xml:space="preserve">, </w:t>
      </w:r>
      <w:r w:rsidR="00855694" w:rsidRPr="009071AC">
        <w:t>Victor</w:t>
      </w:r>
      <w:r>
        <w:t xml:space="preserve">, </w:t>
      </w:r>
      <w:r w:rsidR="00855694" w:rsidRPr="009071AC">
        <w:t>répondit-il</w:t>
      </w:r>
      <w:r>
        <w:t xml:space="preserve">, </w:t>
      </w:r>
      <w:r w:rsidR="00855694" w:rsidRPr="009071AC">
        <w:t>je ne prendrai rien</w:t>
      </w:r>
      <w:r>
        <w:t xml:space="preserve">, </w:t>
      </w:r>
      <w:r w:rsidR="00855694" w:rsidRPr="009071AC">
        <w:t>je sors de table</w:t>
      </w:r>
      <w:r>
        <w:t xml:space="preserve">… </w:t>
      </w:r>
      <w:r w:rsidR="00855694" w:rsidRPr="009071AC">
        <w:t>Je suis venu pour vous donner mes instructions relativement à une affaire très-sérieuse et surtout très-urgente</w:t>
      </w:r>
      <w:r>
        <w:t>.</w:t>
      </w:r>
    </w:p>
    <w:p w14:paraId="50DB08A1" w14:textId="77777777" w:rsidR="00F635DB" w:rsidRDefault="00855694" w:rsidP="00F635DB">
      <w:r w:rsidRPr="009071AC">
        <w:t>Chupin comprit que son patron souhaitait un tête-à-tête</w:t>
      </w:r>
      <w:r w:rsidR="00F635DB">
        <w:t>.</w:t>
      </w:r>
    </w:p>
    <w:p w14:paraId="20A77E1C" w14:textId="77777777" w:rsidR="00F635DB" w:rsidRDefault="00855694" w:rsidP="00F635DB">
      <w:r w:rsidRPr="009071AC">
        <w:t>Il prit donc la lampe</w:t>
      </w:r>
      <w:r w:rsidR="00F635DB">
        <w:t xml:space="preserve">, </w:t>
      </w:r>
      <w:r w:rsidRPr="009071AC">
        <w:t>ouvrit une porte</w:t>
      </w:r>
      <w:r w:rsidR="00F635DB">
        <w:t xml:space="preserve">, </w:t>
      </w:r>
      <w:r w:rsidRPr="009071AC">
        <w:t>et du ton important d</w:t>
      </w:r>
      <w:r w:rsidR="00F635DB">
        <w:t>’</w:t>
      </w:r>
      <w:r w:rsidRPr="009071AC">
        <w:t>un financier invitant quelque gros client à passer dans son cabinet</w:t>
      </w:r>
      <w:r w:rsidR="00F635DB">
        <w:t> :</w:t>
      </w:r>
    </w:p>
    <w:p w14:paraId="3FEB8FAF" w14:textId="77777777" w:rsidR="00F635DB" w:rsidRDefault="00F635DB" w:rsidP="00F635DB">
      <w:r>
        <w:t>— </w:t>
      </w:r>
      <w:r w:rsidR="00855694" w:rsidRPr="009071AC">
        <w:t>Donnez-vous la peine d</w:t>
      </w:r>
      <w:r>
        <w:t>’</w:t>
      </w:r>
      <w:r w:rsidR="00855694" w:rsidRPr="009071AC">
        <w:t>entrer dans ma chambre</w:t>
      </w:r>
      <w:r>
        <w:t xml:space="preserve">, </w:t>
      </w:r>
      <w:r w:rsidR="00855694" w:rsidRPr="009071AC">
        <w:t>m</w:t>
      </w:r>
      <w:r>
        <w:t>’</w:t>
      </w:r>
      <w:proofErr w:type="spellStart"/>
      <w:r w:rsidR="00855694" w:rsidRPr="009071AC">
        <w:t>sieu</w:t>
      </w:r>
      <w:proofErr w:type="spellEnd"/>
      <w:r>
        <w:t xml:space="preserve">, </w:t>
      </w:r>
      <w:r w:rsidR="00855694" w:rsidRPr="009071AC">
        <w:t>dit-il</w:t>
      </w:r>
      <w:r>
        <w:t>.</w:t>
      </w:r>
    </w:p>
    <w:p w14:paraId="0E2867E0" w14:textId="77777777" w:rsidR="00F635DB" w:rsidRDefault="00855694" w:rsidP="00F635DB">
      <w:r w:rsidRPr="009071AC">
        <w:t>Ce que Chupin emphatiquement appelait sa chambre</w:t>
      </w:r>
      <w:r w:rsidR="00F635DB">
        <w:t xml:space="preserve">, </w:t>
      </w:r>
      <w:r w:rsidRPr="009071AC">
        <w:t>n</w:t>
      </w:r>
      <w:r w:rsidR="00F635DB">
        <w:t>’</w:t>
      </w:r>
      <w:r w:rsidRPr="009071AC">
        <w:t>était qu</w:t>
      </w:r>
      <w:r w:rsidR="00F635DB">
        <w:t>’</w:t>
      </w:r>
      <w:r w:rsidRPr="009071AC">
        <w:t>un trou mansardé</w:t>
      </w:r>
      <w:r w:rsidR="00F635DB">
        <w:t xml:space="preserve">, </w:t>
      </w:r>
      <w:r w:rsidRPr="009071AC">
        <w:t>extraordinairement propre</w:t>
      </w:r>
      <w:r w:rsidR="00F635DB">
        <w:t xml:space="preserve">, </w:t>
      </w:r>
      <w:r w:rsidRPr="009071AC">
        <w:t>il est vrai</w:t>
      </w:r>
      <w:r w:rsidR="00F635DB">
        <w:t xml:space="preserve">, </w:t>
      </w:r>
      <w:r w:rsidRPr="009071AC">
        <w:t>sommairement meublé d</w:t>
      </w:r>
      <w:r w:rsidR="00F635DB">
        <w:t>’</w:t>
      </w:r>
      <w:r w:rsidRPr="009071AC">
        <w:t>une maigre couchette de fer</w:t>
      </w:r>
      <w:r w:rsidR="00F635DB">
        <w:t xml:space="preserve">, </w:t>
      </w:r>
      <w:r w:rsidRPr="009071AC">
        <w:t>d</w:t>
      </w:r>
      <w:r w:rsidR="00F635DB">
        <w:t>’</w:t>
      </w:r>
      <w:r w:rsidRPr="009071AC">
        <w:t>une malle et d</w:t>
      </w:r>
      <w:r w:rsidR="00F635DB">
        <w:t>’</w:t>
      </w:r>
      <w:r w:rsidRPr="009071AC">
        <w:t>une chaise</w:t>
      </w:r>
      <w:r w:rsidR="00F635DB">
        <w:t>.</w:t>
      </w:r>
    </w:p>
    <w:p w14:paraId="223462C0" w14:textId="77777777" w:rsidR="00F635DB" w:rsidRDefault="00855694" w:rsidP="00F635DB">
      <w:r w:rsidRPr="009071AC">
        <w:t>Il offrit la chaise</w:t>
      </w:r>
      <w:r w:rsidR="00F635DB">
        <w:t xml:space="preserve">, </w:t>
      </w:r>
      <w:r w:rsidRPr="009071AC">
        <w:t>posa la lampe sur la malle</w:t>
      </w:r>
      <w:r w:rsidR="00F635DB">
        <w:t xml:space="preserve">, </w:t>
      </w:r>
      <w:r w:rsidRPr="009071AC">
        <w:t>et s</w:t>
      </w:r>
      <w:r w:rsidR="00F635DB">
        <w:t>’</w:t>
      </w:r>
      <w:r w:rsidRPr="009071AC">
        <w:t>assit sur le lit en disant</w:t>
      </w:r>
      <w:r w:rsidR="00F635DB">
        <w:t> :</w:t>
      </w:r>
    </w:p>
    <w:p w14:paraId="4A743D41" w14:textId="77777777" w:rsidR="00F635DB" w:rsidRDefault="00F635DB" w:rsidP="00F635DB">
      <w:r>
        <w:t>— </w:t>
      </w:r>
      <w:r w:rsidR="00855694" w:rsidRPr="009071AC">
        <w:t>C</w:t>
      </w:r>
      <w:r>
        <w:t>’</w:t>
      </w:r>
      <w:r w:rsidR="00855694" w:rsidRPr="009071AC">
        <w:t>est moins dans le grand genre que chez vous</w:t>
      </w:r>
      <w:r>
        <w:t xml:space="preserve">, </w:t>
      </w:r>
      <w:r w:rsidR="00855694" w:rsidRPr="009071AC">
        <w:t>m</w:t>
      </w:r>
      <w:r>
        <w:t>’</w:t>
      </w:r>
      <w:proofErr w:type="spellStart"/>
      <w:r w:rsidR="00855694" w:rsidRPr="009071AC">
        <w:t>sieu</w:t>
      </w:r>
      <w:proofErr w:type="spellEnd"/>
      <w:r>
        <w:t xml:space="preserve"> ; </w:t>
      </w:r>
      <w:r w:rsidR="00855694" w:rsidRPr="009071AC">
        <w:t>mais je vais demander au propriétaire de faire dorer ma fenêtre à tabatière</w:t>
      </w:r>
      <w:r>
        <w:t>.</w:t>
      </w:r>
    </w:p>
    <w:p w14:paraId="163DB17D" w14:textId="6ACC4D51" w:rsidR="00F635DB" w:rsidRDefault="00855694" w:rsidP="00F635DB">
      <w:r w:rsidRPr="009071AC">
        <w:t xml:space="preserve">Il est positif que </w:t>
      </w:r>
      <w:r w:rsidR="00F635DB">
        <w:t>M. </w:t>
      </w:r>
      <w:r w:rsidRPr="009071AC">
        <w:t>Fortunat était touché</w:t>
      </w:r>
      <w:r w:rsidR="00F635DB">
        <w:t xml:space="preserve">, </w:t>
      </w:r>
      <w:r w:rsidRPr="009071AC">
        <w:t>ce qui dut faire époque dans sa vie</w:t>
      </w:r>
      <w:r w:rsidR="00F635DB">
        <w:t xml:space="preserve">. </w:t>
      </w:r>
      <w:r w:rsidRPr="009071AC">
        <w:t>Il tendit la main à son employé en disant</w:t>
      </w:r>
      <w:r w:rsidR="00F635DB">
        <w:t> :</w:t>
      </w:r>
    </w:p>
    <w:p w14:paraId="315B4184" w14:textId="77777777" w:rsidR="00F635DB" w:rsidRDefault="00F635DB" w:rsidP="00F635DB">
      <w:r>
        <w:lastRenderedPageBreak/>
        <w:t>— </w:t>
      </w:r>
      <w:r w:rsidR="00855694" w:rsidRPr="009071AC">
        <w:t>Vous êtes un brave garçon</w:t>
      </w:r>
      <w:r>
        <w:t xml:space="preserve">, </w:t>
      </w:r>
      <w:r w:rsidR="00855694" w:rsidRPr="009071AC">
        <w:t>Victor</w:t>
      </w:r>
      <w:r>
        <w:t>.</w:t>
      </w:r>
    </w:p>
    <w:p w14:paraId="6C7204B5" w14:textId="77777777" w:rsidR="00F635DB" w:rsidRDefault="00F635DB" w:rsidP="00F635DB">
      <w:r>
        <w:t>— </w:t>
      </w:r>
      <w:r w:rsidR="00855694" w:rsidRPr="009071AC">
        <w:t>Dame</w:t>
      </w:r>
      <w:r>
        <w:t xml:space="preserve"> !… </w:t>
      </w:r>
      <w:r w:rsidR="00855694" w:rsidRPr="009071AC">
        <w:t>m</w:t>
      </w:r>
      <w:r>
        <w:t>’</w:t>
      </w:r>
      <w:proofErr w:type="spellStart"/>
      <w:r w:rsidR="00855694" w:rsidRPr="009071AC">
        <w:t>sieu</w:t>
      </w:r>
      <w:proofErr w:type="spellEnd"/>
      <w:r>
        <w:t xml:space="preserve">, </w:t>
      </w:r>
      <w:r w:rsidR="00855694" w:rsidRPr="009071AC">
        <w:t>on fait ce qu</w:t>
      </w:r>
      <w:r>
        <w:t>’</w:t>
      </w:r>
      <w:r w:rsidR="00855694" w:rsidRPr="009071AC">
        <w:t>on peut</w:t>
      </w:r>
      <w:r>
        <w:t xml:space="preserve">, </w:t>
      </w:r>
      <w:r w:rsidR="00855694" w:rsidRPr="009071AC">
        <w:t>et on ne reste pas vingt-quatre heures par jour les deux pieds dans le même soulier</w:t>
      </w:r>
      <w:r>
        <w:t xml:space="preserve">… </w:t>
      </w:r>
      <w:r w:rsidR="00855694" w:rsidRPr="009071AC">
        <w:t>Mais cristi</w:t>
      </w:r>
      <w:r>
        <w:t xml:space="preserve"> !… </w:t>
      </w:r>
      <w:r w:rsidR="00855694" w:rsidRPr="009071AC">
        <w:t>Que ce gueux d</w:t>
      </w:r>
      <w:r>
        <w:t>’</w:t>
      </w:r>
      <w:r w:rsidR="00855694" w:rsidRPr="009071AC">
        <w:t>argent est dur à gagner honnêtement</w:t>
      </w:r>
      <w:r>
        <w:t xml:space="preserve"> !… </w:t>
      </w:r>
      <w:r w:rsidR="00855694" w:rsidRPr="009071AC">
        <w:t>Si seulement ma bonne femme de mère y voyait clair</w:t>
      </w:r>
      <w:r>
        <w:t xml:space="preserve">, </w:t>
      </w:r>
      <w:r w:rsidR="00855694" w:rsidRPr="009071AC">
        <w:t>elle m</w:t>
      </w:r>
      <w:r>
        <w:t>’</w:t>
      </w:r>
      <w:r w:rsidR="00855694" w:rsidRPr="009071AC">
        <w:t>aiderait fameusement</w:t>
      </w:r>
      <w:r>
        <w:t xml:space="preserve"> ; </w:t>
      </w:r>
      <w:r w:rsidR="00855694" w:rsidRPr="009071AC">
        <w:t>car pour le travail</w:t>
      </w:r>
      <w:r>
        <w:t xml:space="preserve">, </w:t>
      </w:r>
      <w:r w:rsidR="00855694" w:rsidRPr="009071AC">
        <w:t>elle n</w:t>
      </w:r>
      <w:r>
        <w:t>’</w:t>
      </w:r>
      <w:r w:rsidR="00855694" w:rsidRPr="009071AC">
        <w:t>a pas sa pareille</w:t>
      </w:r>
      <w:r>
        <w:t xml:space="preserve"> !… </w:t>
      </w:r>
      <w:r w:rsidR="00855694" w:rsidRPr="009071AC">
        <w:t>Mais</w:t>
      </w:r>
      <w:r>
        <w:t xml:space="preserve">, </w:t>
      </w:r>
      <w:r w:rsidR="00855694" w:rsidRPr="009071AC">
        <w:t>dans le tricot</w:t>
      </w:r>
      <w:r>
        <w:t xml:space="preserve">, </w:t>
      </w:r>
      <w:r w:rsidR="00855694" w:rsidRPr="009071AC">
        <w:t>voyez-vous</w:t>
      </w:r>
      <w:r>
        <w:t xml:space="preserve">, </w:t>
      </w:r>
      <w:r w:rsidR="00855694" w:rsidRPr="009071AC">
        <w:t>on ne devient pas millionnaire</w:t>
      </w:r>
      <w:r>
        <w:t> !…</w:t>
      </w:r>
    </w:p>
    <w:p w14:paraId="3C33EB9D" w14:textId="77777777" w:rsidR="00F635DB" w:rsidRDefault="00F635DB" w:rsidP="00F635DB">
      <w:r>
        <w:t>— </w:t>
      </w:r>
      <w:r w:rsidR="00855694" w:rsidRPr="009071AC">
        <w:t>Votre père ne vit donc pas avec vous</w:t>
      </w:r>
      <w:r>
        <w:t> ?</w:t>
      </w:r>
    </w:p>
    <w:p w14:paraId="4A60D7A3" w14:textId="77777777" w:rsidR="00F635DB" w:rsidRDefault="00855694" w:rsidP="00F635DB">
      <w:r w:rsidRPr="009071AC">
        <w:t>Un éclair de colère traversa les yeux de Chupin</w:t>
      </w:r>
      <w:r w:rsidR="00F635DB">
        <w:t>.</w:t>
      </w:r>
    </w:p>
    <w:p w14:paraId="4B975F66" w14:textId="77777777" w:rsidR="00F635DB" w:rsidRDefault="00F635DB" w:rsidP="00F635DB">
      <w:r>
        <w:t>— </w:t>
      </w:r>
      <w:r w:rsidR="00855694" w:rsidRPr="009071AC">
        <w:t>Ah</w:t>
      </w:r>
      <w:r>
        <w:t xml:space="preserve"> !… </w:t>
      </w:r>
      <w:r w:rsidR="00855694" w:rsidRPr="009071AC">
        <w:t>ne me parlez pas de cet homme-là</w:t>
      </w:r>
      <w:r>
        <w:t xml:space="preserve">, </w:t>
      </w:r>
      <w:r w:rsidR="00855694" w:rsidRPr="009071AC">
        <w:t>m</w:t>
      </w:r>
      <w:r>
        <w:t>’</w:t>
      </w:r>
      <w:proofErr w:type="spellStart"/>
      <w:r w:rsidR="00855694" w:rsidRPr="009071AC">
        <w:t>sieu</w:t>
      </w:r>
      <w:proofErr w:type="spellEnd"/>
      <w:r>
        <w:t xml:space="preserve">… </w:t>
      </w:r>
      <w:r w:rsidR="00855694" w:rsidRPr="009071AC">
        <w:t>s</w:t>
      </w:r>
      <w:r>
        <w:t>’</w:t>
      </w:r>
      <w:r w:rsidR="00855694" w:rsidRPr="009071AC">
        <w:t>écria-t-il</w:t>
      </w:r>
      <w:r>
        <w:t xml:space="preserve">, </w:t>
      </w:r>
      <w:r w:rsidR="00855694" w:rsidRPr="009071AC">
        <w:t>ou je fais un malheur</w:t>
      </w:r>
      <w:r>
        <w:t> !…</w:t>
      </w:r>
    </w:p>
    <w:p w14:paraId="1E1C9A7E" w14:textId="77777777" w:rsidR="00F635DB" w:rsidRDefault="00855694" w:rsidP="00F635DB">
      <w:r w:rsidRPr="009071AC">
        <w:t>Et comme s</w:t>
      </w:r>
      <w:r w:rsidR="00F635DB">
        <w:t>’</w:t>
      </w:r>
      <w:r w:rsidRPr="009071AC">
        <w:t>il eût senti le besoin d</w:t>
      </w:r>
      <w:r w:rsidR="00F635DB">
        <w:t>’</w:t>
      </w:r>
      <w:r w:rsidRPr="009071AC">
        <w:t>expliquer et de justifier son exclamation haineuse</w:t>
      </w:r>
      <w:r w:rsidR="00F635DB">
        <w:t> :</w:t>
      </w:r>
    </w:p>
    <w:p w14:paraId="503B983F" w14:textId="77777777" w:rsidR="00F635DB" w:rsidRDefault="00F635DB" w:rsidP="00F635DB">
      <w:r>
        <w:t>— </w:t>
      </w:r>
      <w:r w:rsidR="00855694" w:rsidRPr="009071AC">
        <w:t>Mon père</w:t>
      </w:r>
      <w:r>
        <w:t xml:space="preserve">, </w:t>
      </w:r>
      <w:r w:rsidR="00855694" w:rsidRPr="009071AC">
        <w:t>Polyte Chupin</w:t>
      </w:r>
      <w:r>
        <w:t xml:space="preserve">, </w:t>
      </w:r>
      <w:r w:rsidR="00855694" w:rsidRPr="009071AC">
        <w:t>reprit-il avec une animation singulière</w:t>
      </w:r>
      <w:r>
        <w:t xml:space="preserve">, </w:t>
      </w:r>
      <w:r w:rsidR="00855694" w:rsidRPr="009071AC">
        <w:t xml:space="preserve">est comme qui dirait un pas </w:t>
      </w:r>
      <w:proofErr w:type="spellStart"/>
      <w:r w:rsidR="00855694" w:rsidRPr="009071AC">
        <w:t>grand</w:t>
      </w:r>
      <w:r>
        <w:t>’</w:t>
      </w:r>
      <w:r w:rsidR="00855694" w:rsidRPr="009071AC">
        <w:t>chose</w:t>
      </w:r>
      <w:proofErr w:type="spellEnd"/>
      <w:r w:rsidR="00855694" w:rsidRPr="009071AC">
        <w:t xml:space="preserve"> de bon</w:t>
      </w:r>
      <w:r>
        <w:t xml:space="preserve"> !… </w:t>
      </w:r>
      <w:r w:rsidR="00855694" w:rsidRPr="009071AC">
        <w:t>En voilà un</w:t>
      </w:r>
      <w:r>
        <w:t xml:space="preserve">, </w:t>
      </w:r>
      <w:r w:rsidR="00855694" w:rsidRPr="009071AC">
        <w:t>pourtant</w:t>
      </w:r>
      <w:r>
        <w:t xml:space="preserve">, </w:t>
      </w:r>
      <w:r w:rsidR="00855694" w:rsidRPr="009071AC">
        <w:t>qui a eu de la chance</w:t>
      </w:r>
      <w:r>
        <w:t xml:space="preserve"> !… </w:t>
      </w:r>
      <w:r w:rsidR="00855694" w:rsidRPr="009071AC">
        <w:t>D</w:t>
      </w:r>
      <w:r>
        <w:t>’</w:t>
      </w:r>
      <w:r w:rsidR="00855694" w:rsidRPr="009071AC">
        <w:t>abord</w:t>
      </w:r>
      <w:r>
        <w:t xml:space="preserve">, </w:t>
      </w:r>
      <w:r w:rsidR="00855694" w:rsidRPr="009071AC">
        <w:t>il a trouvé</w:t>
      </w:r>
      <w:r>
        <w:t xml:space="preserve">, </w:t>
      </w:r>
      <w:r w:rsidR="00855694" w:rsidRPr="009071AC">
        <w:t>pour l</w:t>
      </w:r>
      <w:r>
        <w:t>’</w:t>
      </w:r>
      <w:r w:rsidR="00855694" w:rsidRPr="009071AC">
        <w:t>épouser</w:t>
      </w:r>
      <w:r>
        <w:t xml:space="preserve">, </w:t>
      </w:r>
      <w:r w:rsidR="00855694" w:rsidRPr="009071AC">
        <w:t>une femme comme m</w:t>
      </w:r>
      <w:r>
        <w:t>’</w:t>
      </w:r>
      <w:r w:rsidR="00855694" w:rsidRPr="009071AC">
        <w:t>man</w:t>
      </w:r>
      <w:r>
        <w:t xml:space="preserve">, </w:t>
      </w:r>
      <w:r w:rsidR="00855694" w:rsidRPr="009071AC">
        <w:t>qui est l</w:t>
      </w:r>
      <w:r>
        <w:t>’</w:t>
      </w:r>
      <w:r w:rsidR="00855694" w:rsidRPr="009071AC">
        <w:t>honnêteté même</w:t>
      </w:r>
      <w:r>
        <w:t xml:space="preserve">… </w:t>
      </w:r>
      <w:r w:rsidR="00855694" w:rsidRPr="009071AC">
        <w:t>au point qu</w:t>
      </w:r>
      <w:r>
        <w:t>’</w:t>
      </w:r>
      <w:r w:rsidR="00855694" w:rsidRPr="009071AC">
        <w:t>on l</w:t>
      </w:r>
      <w:r>
        <w:t>’</w:t>
      </w:r>
      <w:r w:rsidR="00855694" w:rsidRPr="009071AC">
        <w:t>appelait Toinon-la-Vertu</w:t>
      </w:r>
      <w:r>
        <w:t xml:space="preserve">, </w:t>
      </w:r>
      <w:r w:rsidR="00855694" w:rsidRPr="009071AC">
        <w:t>quand elle était jeune</w:t>
      </w:r>
      <w:r>
        <w:t xml:space="preserve">… </w:t>
      </w:r>
      <w:r w:rsidR="00855694" w:rsidRPr="009071AC">
        <w:t>Elle l</w:t>
      </w:r>
      <w:r>
        <w:t>’</w:t>
      </w:r>
      <w:r w:rsidR="00855694" w:rsidRPr="009071AC">
        <w:t>idolâtrait</w:t>
      </w:r>
      <w:r>
        <w:t xml:space="preserve">, </w:t>
      </w:r>
      <w:r w:rsidR="00855694" w:rsidRPr="009071AC">
        <w:t>elle se tuait à travailler pour lui donner de l</w:t>
      </w:r>
      <w:r>
        <w:t>’</w:t>
      </w:r>
      <w:r w:rsidR="00855694" w:rsidRPr="009071AC">
        <w:t>argent</w:t>
      </w:r>
      <w:r>
        <w:t xml:space="preserve">… </w:t>
      </w:r>
      <w:r w:rsidR="00855694" w:rsidRPr="009071AC">
        <w:t>Et lui l</w:t>
      </w:r>
      <w:r>
        <w:t>’</w:t>
      </w:r>
      <w:r w:rsidR="00855694" w:rsidRPr="009071AC">
        <w:t>a tant tapée et tant fait pleurer</w:t>
      </w:r>
      <w:r>
        <w:t xml:space="preserve">, </w:t>
      </w:r>
      <w:r w:rsidR="00855694" w:rsidRPr="009071AC">
        <w:t>qu</w:t>
      </w:r>
      <w:r>
        <w:t>’</w:t>
      </w:r>
      <w:r w:rsidR="00855694" w:rsidRPr="009071AC">
        <w:t>elle en est devenue aveugle</w:t>
      </w:r>
      <w:r>
        <w:t>…</w:t>
      </w:r>
    </w:p>
    <w:p w14:paraId="273FEB3E" w14:textId="77777777" w:rsidR="00F635DB" w:rsidRDefault="00855694" w:rsidP="00F635DB">
      <w:r w:rsidRPr="009071AC">
        <w:t>Mais ce n</w:t>
      </w:r>
      <w:r w:rsidR="00F635DB">
        <w:t>’</w:t>
      </w:r>
      <w:r w:rsidRPr="009071AC">
        <w:t>est pas tout</w:t>
      </w:r>
      <w:r w:rsidR="00F635DB">
        <w:t xml:space="preserve">. </w:t>
      </w:r>
      <w:r w:rsidRPr="009071AC">
        <w:t>Un matin</w:t>
      </w:r>
      <w:r w:rsidR="00F635DB">
        <w:t xml:space="preserve">, </w:t>
      </w:r>
      <w:r w:rsidRPr="009071AC">
        <w:t>voilà qu</w:t>
      </w:r>
      <w:r w:rsidR="00F635DB">
        <w:t>’</w:t>
      </w:r>
      <w:r w:rsidRPr="009071AC">
        <w:t>il lui tombe</w:t>
      </w:r>
      <w:r w:rsidR="00F635DB">
        <w:t xml:space="preserve">, </w:t>
      </w:r>
      <w:r w:rsidRPr="009071AC">
        <w:t>je ne sais d</w:t>
      </w:r>
      <w:r w:rsidR="00F635DB">
        <w:t>’</w:t>
      </w:r>
      <w:r w:rsidRPr="009071AC">
        <w:t>où ni comment</w:t>
      </w:r>
      <w:r w:rsidR="00F635DB">
        <w:t xml:space="preserve">, </w:t>
      </w:r>
      <w:r w:rsidRPr="009071AC">
        <w:t>de quoi vivre en bourgeois</w:t>
      </w:r>
      <w:r w:rsidR="00F635DB">
        <w:t xml:space="preserve">, </w:t>
      </w:r>
      <w:r w:rsidRPr="009071AC">
        <w:t>la canne à la main</w:t>
      </w:r>
      <w:r w:rsidR="00F635DB">
        <w:t xml:space="preserve">… </w:t>
      </w:r>
      <w:r w:rsidRPr="009071AC">
        <w:t>C</w:t>
      </w:r>
      <w:r w:rsidR="00F635DB">
        <w:t>’</w:t>
      </w:r>
      <w:r w:rsidRPr="009071AC">
        <w:t>était un particulier</w:t>
      </w:r>
      <w:r w:rsidR="00F635DB">
        <w:t xml:space="preserve">, </w:t>
      </w:r>
      <w:r w:rsidRPr="009071AC">
        <w:t>tout ce qu</w:t>
      </w:r>
      <w:r w:rsidR="00F635DB">
        <w:t>’</w:t>
      </w:r>
      <w:r w:rsidRPr="009071AC">
        <w:t>il y a de plus riche</w:t>
      </w:r>
      <w:r w:rsidR="00F635DB">
        <w:t xml:space="preserve">, </w:t>
      </w:r>
      <w:r w:rsidRPr="009071AC">
        <w:t>qui lui avait donné ça pour un service qu</w:t>
      </w:r>
      <w:r w:rsidR="00F635DB">
        <w:t>’</w:t>
      </w:r>
      <w:r w:rsidRPr="009071AC">
        <w:t>on lui avait rendu</w:t>
      </w:r>
      <w:r w:rsidR="00F635DB">
        <w:t xml:space="preserve">, </w:t>
      </w:r>
      <w:r w:rsidRPr="009071AC">
        <w:t xml:space="preserve">du temps que ma défunte </w:t>
      </w:r>
      <w:proofErr w:type="spellStart"/>
      <w:r w:rsidRPr="009071AC">
        <w:t>grand</w:t>
      </w:r>
      <w:r w:rsidR="00F635DB">
        <w:t>’</w:t>
      </w:r>
      <w:r w:rsidRPr="009071AC">
        <w:t>-m</w:t>
      </w:r>
      <w:r w:rsidR="00F635DB">
        <w:t>’</w:t>
      </w:r>
      <w:r w:rsidRPr="009071AC">
        <w:t>man</w:t>
      </w:r>
      <w:proofErr w:type="spellEnd"/>
      <w:r w:rsidRPr="009071AC">
        <w:t xml:space="preserve"> vendait du vin à la </w:t>
      </w:r>
      <w:r w:rsidRPr="009071AC">
        <w:rPr>
          <w:i/>
        </w:rPr>
        <w:t>Poivrière</w:t>
      </w:r>
      <w:r w:rsidR="00F635DB">
        <w:t>.</w:t>
      </w:r>
    </w:p>
    <w:p w14:paraId="121B193C" w14:textId="77777777" w:rsidR="00F635DB" w:rsidRDefault="00855694" w:rsidP="00F635DB">
      <w:r w:rsidRPr="009071AC">
        <w:lastRenderedPageBreak/>
        <w:t>Un autre aurait gardé son argent</w:t>
      </w:r>
      <w:r w:rsidR="00F635DB">
        <w:t xml:space="preserve">… </w:t>
      </w:r>
      <w:r w:rsidRPr="009071AC">
        <w:t>lui</w:t>
      </w:r>
      <w:r w:rsidR="00F635DB">
        <w:t xml:space="preserve">, </w:t>
      </w:r>
      <w:r w:rsidRPr="009071AC">
        <w:t>jamais</w:t>
      </w:r>
      <w:r w:rsidR="00F635DB">
        <w:t xml:space="preserve">. </w:t>
      </w:r>
      <w:r w:rsidRPr="009071AC">
        <w:t>Tout de suite il s</w:t>
      </w:r>
      <w:r w:rsidR="00F635DB">
        <w:t>’</w:t>
      </w:r>
      <w:r w:rsidRPr="009071AC">
        <w:t>est mis à faire une noce à tout casser</w:t>
      </w:r>
      <w:r w:rsidR="00F635DB">
        <w:t xml:space="preserve">, </w:t>
      </w:r>
      <w:r w:rsidRPr="009071AC">
        <w:t>le jour</w:t>
      </w:r>
      <w:r w:rsidR="00F635DB">
        <w:t xml:space="preserve">, </w:t>
      </w:r>
      <w:r w:rsidRPr="009071AC">
        <w:t>la nuit</w:t>
      </w:r>
      <w:r w:rsidR="00F635DB">
        <w:t xml:space="preserve">, </w:t>
      </w:r>
      <w:r w:rsidRPr="009071AC">
        <w:t>toujours saoul</w:t>
      </w:r>
      <w:r w:rsidR="00F635DB">
        <w:t xml:space="preserve">, </w:t>
      </w:r>
      <w:r w:rsidRPr="009071AC">
        <w:t>tellement qu</w:t>
      </w:r>
      <w:r w:rsidR="00F635DB">
        <w:t>’</w:t>
      </w:r>
      <w:r w:rsidRPr="009071AC">
        <w:t>un honnête homme en serait crevé</w:t>
      </w:r>
      <w:r w:rsidR="00F635DB">
        <w:t xml:space="preserve"> !… </w:t>
      </w:r>
      <w:r w:rsidRPr="009071AC">
        <w:t>Pendant ce temps</w:t>
      </w:r>
      <w:r w:rsidR="00F635DB">
        <w:t xml:space="preserve">, </w:t>
      </w:r>
      <w:r w:rsidRPr="009071AC">
        <w:t>ma pauvre bonne femme de mère s</w:t>
      </w:r>
      <w:r w:rsidR="00F635DB">
        <w:t>’</w:t>
      </w:r>
      <w:r w:rsidRPr="009071AC">
        <w:t>échinait pour me donner la pâtée</w:t>
      </w:r>
      <w:r w:rsidR="00F635DB">
        <w:t xml:space="preserve"> !… </w:t>
      </w:r>
      <w:r w:rsidRPr="009071AC">
        <w:t>De tout son argent</w:t>
      </w:r>
      <w:r w:rsidR="00F635DB">
        <w:t xml:space="preserve">, </w:t>
      </w:r>
      <w:r w:rsidRPr="009071AC">
        <w:t>elle n</w:t>
      </w:r>
      <w:r w:rsidR="00F635DB">
        <w:t>’</w:t>
      </w:r>
      <w:r w:rsidRPr="009071AC">
        <w:t>a pas seulement vu un sou</w:t>
      </w:r>
      <w:r w:rsidR="00F635DB">
        <w:t xml:space="preserve">… </w:t>
      </w:r>
      <w:r w:rsidRPr="009071AC">
        <w:t>et</w:t>
      </w:r>
      <w:r w:rsidR="00F635DB">
        <w:t xml:space="preserve"> ; </w:t>
      </w:r>
      <w:r w:rsidRPr="009071AC">
        <w:t>pour une fois qu</w:t>
      </w:r>
      <w:r w:rsidR="00F635DB">
        <w:t>’</w:t>
      </w:r>
      <w:r w:rsidRPr="009071AC">
        <w:t>elle est allée lui en demander</w:t>
      </w:r>
      <w:r w:rsidR="00F635DB">
        <w:t xml:space="preserve">, </w:t>
      </w:r>
      <w:r w:rsidRPr="009071AC">
        <w:t>pour payer le terme</w:t>
      </w:r>
      <w:r w:rsidR="00F635DB">
        <w:t xml:space="preserve">, </w:t>
      </w:r>
      <w:r w:rsidRPr="009071AC">
        <w:t>il l</w:t>
      </w:r>
      <w:r w:rsidR="00F635DB">
        <w:t>’</w:t>
      </w:r>
      <w:r w:rsidRPr="009071AC">
        <w:t>a tant battue qu</w:t>
      </w:r>
      <w:r w:rsidR="00F635DB">
        <w:t>’</w:t>
      </w:r>
      <w:r w:rsidRPr="009071AC">
        <w:t>elle est restée une semaine au lit</w:t>
      </w:r>
      <w:r w:rsidR="00F635DB">
        <w:t>…</w:t>
      </w:r>
    </w:p>
    <w:p w14:paraId="0D9D9334" w14:textId="77777777" w:rsidR="00F635DB" w:rsidRDefault="00855694" w:rsidP="00F635DB">
      <w:r w:rsidRPr="009071AC">
        <w:t>Cependant</w:t>
      </w:r>
      <w:r w:rsidR="00F635DB">
        <w:t xml:space="preserve">, </w:t>
      </w:r>
      <w:r w:rsidRPr="009071AC">
        <w:t>m</w:t>
      </w:r>
      <w:r w:rsidR="00F635DB">
        <w:t>’</w:t>
      </w:r>
      <w:proofErr w:type="spellStart"/>
      <w:r w:rsidRPr="009071AC">
        <w:t>sieu</w:t>
      </w:r>
      <w:proofErr w:type="spellEnd"/>
      <w:r w:rsidR="00F635DB">
        <w:t xml:space="preserve">, </w:t>
      </w:r>
      <w:r w:rsidRPr="009071AC">
        <w:t>vous comprenez bien qu</w:t>
      </w:r>
      <w:r w:rsidR="00F635DB">
        <w:t>’</w:t>
      </w:r>
      <w:r w:rsidRPr="009071AC">
        <w:t>avec cette vie-là on verrait la fin des caves de la banque</w:t>
      </w:r>
      <w:r w:rsidR="00F635DB">
        <w:t xml:space="preserve">… </w:t>
      </w:r>
      <w:r w:rsidRPr="009071AC">
        <w:t>Mon père a vu la fin de son sac</w:t>
      </w:r>
      <w:r w:rsidR="00F635DB">
        <w:t xml:space="preserve">, </w:t>
      </w:r>
      <w:r w:rsidRPr="009071AC">
        <w:t>et alors il lui a fallu trimer pour manger</w:t>
      </w:r>
      <w:r w:rsidR="00F635DB">
        <w:t xml:space="preserve">… </w:t>
      </w:r>
      <w:r w:rsidRPr="009071AC">
        <w:t>Dame</w:t>
      </w:r>
      <w:r w:rsidR="00F635DB">
        <w:t xml:space="preserve"> ? </w:t>
      </w:r>
      <w:r w:rsidRPr="009071AC">
        <w:t>ça ne lui allait pas du tout</w:t>
      </w:r>
      <w:r w:rsidR="00F635DB">
        <w:t xml:space="preserve">, </w:t>
      </w:r>
      <w:r w:rsidRPr="009071AC">
        <w:t>à cet homme</w:t>
      </w:r>
      <w:r w:rsidR="00F635DB">
        <w:t xml:space="preserve"> ! </w:t>
      </w:r>
      <w:r w:rsidRPr="009071AC">
        <w:t>Si bien qu</w:t>
      </w:r>
      <w:r w:rsidR="00F635DB">
        <w:t>’</w:t>
      </w:r>
      <w:r w:rsidRPr="009071AC">
        <w:t>un jour qu</w:t>
      </w:r>
      <w:r w:rsidR="00F635DB">
        <w:t>’</w:t>
      </w:r>
      <w:r w:rsidRPr="009071AC">
        <w:t>il ne savait pas où casser une croûte</w:t>
      </w:r>
      <w:r w:rsidR="00F635DB">
        <w:t xml:space="preserve">, </w:t>
      </w:r>
      <w:r w:rsidRPr="009071AC">
        <w:t>il s</w:t>
      </w:r>
      <w:r w:rsidR="00F635DB">
        <w:t>’</w:t>
      </w:r>
      <w:r w:rsidRPr="009071AC">
        <w:t>est souvenu de nous</w:t>
      </w:r>
      <w:r w:rsidR="00F635DB">
        <w:t xml:space="preserve">, </w:t>
      </w:r>
      <w:r w:rsidRPr="009071AC">
        <w:t>il nous a cherchés et trouvés</w:t>
      </w:r>
      <w:r w:rsidR="00F635DB">
        <w:t xml:space="preserve">, </w:t>
      </w:r>
      <w:r w:rsidRPr="009071AC">
        <w:t>et nous l</w:t>
      </w:r>
      <w:r w:rsidR="00F635DB">
        <w:t>’</w:t>
      </w:r>
      <w:r w:rsidRPr="009071AC">
        <w:t>avons vu arriver</w:t>
      </w:r>
      <w:r w:rsidR="00F635DB">
        <w:t xml:space="preserve">… </w:t>
      </w:r>
      <w:r w:rsidRPr="009071AC">
        <w:t>Pour une fois</w:t>
      </w:r>
      <w:r w:rsidR="00F635DB">
        <w:t xml:space="preserve">, </w:t>
      </w:r>
      <w:r w:rsidRPr="009071AC">
        <w:t>je lui ai prêté cent sous</w:t>
      </w:r>
      <w:r w:rsidR="00F635DB">
        <w:t xml:space="preserve">, </w:t>
      </w:r>
      <w:r w:rsidRPr="009071AC">
        <w:t>puis quarante sous le lendemain</w:t>
      </w:r>
      <w:r w:rsidR="00F635DB">
        <w:t xml:space="preserve">, </w:t>
      </w:r>
      <w:r w:rsidRPr="009071AC">
        <w:t>et encore trois francs</w:t>
      </w:r>
      <w:r w:rsidR="00F635DB">
        <w:t xml:space="preserve">, </w:t>
      </w:r>
      <w:r w:rsidRPr="009071AC">
        <w:t>et après cinq francs</w:t>
      </w:r>
      <w:r w:rsidR="00F635DB">
        <w:t xml:space="preserve">… </w:t>
      </w:r>
      <w:r w:rsidRPr="009071AC">
        <w:t>Et ensuite</w:t>
      </w:r>
      <w:r w:rsidR="00F635DB">
        <w:t xml:space="preserve">, </w:t>
      </w:r>
      <w:r w:rsidRPr="009071AC">
        <w:t>c</w:t>
      </w:r>
      <w:r w:rsidR="00F635DB">
        <w:t>’</w:t>
      </w:r>
      <w:r w:rsidRPr="009071AC">
        <w:t>était tous les jours</w:t>
      </w:r>
      <w:r w:rsidR="00F635DB">
        <w:t xml:space="preserve"> : </w:t>
      </w:r>
      <w:r w:rsidRPr="009071AC">
        <w:t>Donne-moi ci</w:t>
      </w:r>
      <w:r w:rsidR="00F635DB">
        <w:t xml:space="preserve">, </w:t>
      </w:r>
      <w:r w:rsidRPr="009071AC">
        <w:t>donne-moi ça</w:t>
      </w:r>
      <w:r w:rsidR="00F635DB">
        <w:t xml:space="preserve">, </w:t>
      </w:r>
      <w:r w:rsidRPr="009071AC">
        <w:t>ou des claques</w:t>
      </w:r>
      <w:r w:rsidR="00F635DB">
        <w:t xml:space="preserve"> !… </w:t>
      </w:r>
      <w:r w:rsidRPr="009071AC">
        <w:t>Ah</w:t>
      </w:r>
      <w:r w:rsidR="00F635DB">
        <w:t xml:space="preserve"> ! </w:t>
      </w:r>
      <w:r w:rsidRPr="009071AC">
        <w:t>mais non</w:t>
      </w:r>
      <w:r w:rsidR="00F635DB">
        <w:t xml:space="preserve">… </w:t>
      </w:r>
      <w:r w:rsidRPr="009071AC">
        <w:t>Et à la fin je lui ai dit</w:t>
      </w:r>
      <w:r w:rsidR="00F635DB">
        <w:t> : « </w:t>
      </w:r>
      <w:r w:rsidRPr="009071AC">
        <w:t>En voilà assez</w:t>
      </w:r>
      <w:r w:rsidR="00F635DB">
        <w:t xml:space="preserve">, </w:t>
      </w:r>
      <w:r w:rsidRPr="009071AC">
        <w:t>la caisse est fermée</w:t>
      </w:r>
      <w:r w:rsidR="00F635DB">
        <w:t> !… »</w:t>
      </w:r>
      <w:r w:rsidRPr="009071AC">
        <w:t xml:space="preserve"> Alors</w:t>
      </w:r>
      <w:r w:rsidR="00F635DB">
        <w:t xml:space="preserve">, </w:t>
      </w:r>
      <w:r w:rsidRPr="009071AC">
        <w:t>savez-vous ce qu</w:t>
      </w:r>
      <w:r w:rsidR="00F635DB">
        <w:t>’</w:t>
      </w:r>
      <w:r w:rsidRPr="009071AC">
        <w:t>il fait</w:t>
      </w:r>
      <w:r w:rsidR="00F635DB">
        <w:t xml:space="preserve"> ? </w:t>
      </w:r>
      <w:r w:rsidRPr="009071AC">
        <w:t>Il guette un moment où je suis sorti</w:t>
      </w:r>
      <w:r w:rsidR="00F635DB">
        <w:t xml:space="preserve">, </w:t>
      </w:r>
      <w:r w:rsidRPr="009071AC">
        <w:t>il tombe ici avec un marchand de meubles</w:t>
      </w:r>
      <w:r w:rsidR="00F635DB">
        <w:t xml:space="preserve">, </w:t>
      </w:r>
      <w:r w:rsidRPr="009071AC">
        <w:t>et</w:t>
      </w:r>
      <w:r w:rsidR="00F635DB">
        <w:t xml:space="preserve">, </w:t>
      </w:r>
      <w:r w:rsidRPr="009071AC">
        <w:t>sous prétexte qu</w:t>
      </w:r>
      <w:r w:rsidR="00F635DB">
        <w:t>’</w:t>
      </w:r>
      <w:r w:rsidRPr="009071AC">
        <w:t>il est le maître</w:t>
      </w:r>
      <w:r w:rsidR="00F635DB">
        <w:t xml:space="preserve">, </w:t>
      </w:r>
      <w:r w:rsidRPr="009071AC">
        <w:t>il veut tout vendre</w:t>
      </w:r>
      <w:r w:rsidR="00F635DB">
        <w:t>…</w:t>
      </w:r>
    </w:p>
    <w:p w14:paraId="308E4CAA" w14:textId="77777777" w:rsidR="00F635DB" w:rsidRDefault="00855694" w:rsidP="00F635DB">
      <w:r w:rsidRPr="009071AC">
        <w:t>Et ma pauvre bonne femme de mère qui le laissait faire</w:t>
      </w:r>
      <w:r w:rsidR="00F635DB">
        <w:t xml:space="preserve"> !… </w:t>
      </w:r>
      <w:r w:rsidRPr="009071AC">
        <w:t>Heureusement je suis arrivé</w:t>
      </w:r>
      <w:r w:rsidR="00F635DB">
        <w:t xml:space="preserve">… </w:t>
      </w:r>
      <w:r w:rsidRPr="009071AC">
        <w:t>Laisser vendre mes meubles</w:t>
      </w:r>
      <w:r w:rsidR="00F635DB">
        <w:t xml:space="preserve"> !… </w:t>
      </w:r>
      <w:r w:rsidRPr="009071AC">
        <w:t>Cré nom</w:t>
      </w:r>
      <w:r w:rsidR="00F635DB">
        <w:t xml:space="preserve"> ! </w:t>
      </w:r>
      <w:r w:rsidRPr="009071AC">
        <w:t>Je me serais plutôt laissé hacher en morceaux</w:t>
      </w:r>
      <w:r w:rsidR="00F635DB">
        <w:t xml:space="preserve">… </w:t>
      </w:r>
      <w:r w:rsidRPr="009071AC">
        <w:t>Je suis allé me plaindre au commissaire</w:t>
      </w:r>
      <w:r w:rsidR="00F635DB">
        <w:t xml:space="preserve">, </w:t>
      </w:r>
      <w:r w:rsidRPr="009071AC">
        <w:t>qui l</w:t>
      </w:r>
      <w:r w:rsidR="00F635DB">
        <w:t>’</w:t>
      </w:r>
      <w:r w:rsidRPr="009071AC">
        <w:t>a fait venir</w:t>
      </w:r>
      <w:r w:rsidR="00F635DB">
        <w:t xml:space="preserve">… </w:t>
      </w:r>
      <w:r w:rsidRPr="009071AC">
        <w:t>et depuis il nous laisse tranquilles</w:t>
      </w:r>
      <w:r w:rsidR="00F635DB">
        <w:t xml:space="preserve">… </w:t>
      </w:r>
      <w:r w:rsidRPr="009071AC">
        <w:t>et voilà</w:t>
      </w:r>
      <w:r w:rsidR="00F635DB">
        <w:t> !…</w:t>
      </w:r>
    </w:p>
    <w:p w14:paraId="09969980" w14:textId="77777777" w:rsidR="00F635DB" w:rsidRDefault="00855694" w:rsidP="00F635DB">
      <w:r w:rsidRPr="009071AC">
        <w:t>Assurément</w:t>
      </w:r>
      <w:r w:rsidR="00F635DB">
        <w:t xml:space="preserve">, </w:t>
      </w:r>
      <w:r w:rsidRPr="009071AC">
        <w:t>il y avait là dix fois ce qu</w:t>
      </w:r>
      <w:r w:rsidR="00F635DB">
        <w:t>’</w:t>
      </w:r>
      <w:r w:rsidRPr="009071AC">
        <w:t>il fallait pour expliquer et excuser l</w:t>
      </w:r>
      <w:r w:rsidR="00F635DB">
        <w:t>’</w:t>
      </w:r>
      <w:r w:rsidRPr="009071AC">
        <w:t>indignation de Victor Chupin</w:t>
      </w:r>
      <w:r w:rsidR="00F635DB">
        <w:t>…</w:t>
      </w:r>
    </w:p>
    <w:p w14:paraId="0E65E63D" w14:textId="77777777" w:rsidR="00F635DB" w:rsidRDefault="00855694" w:rsidP="00F635DB">
      <w:r w:rsidRPr="009071AC">
        <w:t>Et cependant</w:t>
      </w:r>
      <w:r w:rsidR="00F635DB">
        <w:t xml:space="preserve">, </w:t>
      </w:r>
      <w:r w:rsidRPr="009071AC">
        <w:t>il taisait prudemment ses griefs les plus sérieux et les raisons décisives de sa haine</w:t>
      </w:r>
      <w:r w:rsidR="00F635DB">
        <w:t>.</w:t>
      </w:r>
    </w:p>
    <w:p w14:paraId="51807EE3" w14:textId="77777777" w:rsidR="00F635DB" w:rsidRDefault="00855694" w:rsidP="00F635DB">
      <w:r w:rsidRPr="009071AC">
        <w:lastRenderedPageBreak/>
        <w:t>Ce qu</w:t>
      </w:r>
      <w:r w:rsidR="00F635DB">
        <w:t>’</w:t>
      </w:r>
      <w:r w:rsidRPr="009071AC">
        <w:t>il se gardait de dire</w:t>
      </w:r>
      <w:r w:rsidR="00F635DB">
        <w:t xml:space="preserve">, </w:t>
      </w:r>
      <w:r w:rsidRPr="009071AC">
        <w:t>c</w:t>
      </w:r>
      <w:r w:rsidR="00F635DB">
        <w:t>’</w:t>
      </w:r>
      <w:r w:rsidRPr="009071AC">
        <w:t>est qu</w:t>
      </w:r>
      <w:r w:rsidR="00F635DB">
        <w:t>’</w:t>
      </w:r>
      <w:r w:rsidRPr="009071AC">
        <w:t>autrefois</w:t>
      </w:r>
      <w:r w:rsidR="00F635DB">
        <w:t xml:space="preserve">, </w:t>
      </w:r>
      <w:r w:rsidRPr="009071AC">
        <w:t>lorsqu</w:t>
      </w:r>
      <w:r w:rsidR="00F635DB">
        <w:t>’</w:t>
      </w:r>
      <w:r w:rsidRPr="009071AC">
        <w:t>il n</w:t>
      </w:r>
      <w:r w:rsidR="00F635DB">
        <w:t>’</w:t>
      </w:r>
      <w:r w:rsidRPr="009071AC">
        <w:t>était encore qu</w:t>
      </w:r>
      <w:r w:rsidR="00F635DB">
        <w:t>’</w:t>
      </w:r>
      <w:r w:rsidRPr="009071AC">
        <w:t>un enfant sans volonté ni discernement</w:t>
      </w:r>
      <w:r w:rsidR="00F635DB">
        <w:t xml:space="preserve">, </w:t>
      </w:r>
      <w:r w:rsidRPr="009071AC">
        <w:t>son père l</w:t>
      </w:r>
      <w:r w:rsidR="00F635DB">
        <w:t>’</w:t>
      </w:r>
      <w:r w:rsidRPr="009071AC">
        <w:t>avait enlevé à sa mère et l</w:t>
      </w:r>
      <w:r w:rsidR="00F635DB">
        <w:t>’</w:t>
      </w:r>
      <w:r w:rsidRPr="009071AC">
        <w:t>avait lancé sur cette pente terrible qui</w:t>
      </w:r>
      <w:r w:rsidR="00F635DB">
        <w:t xml:space="preserve">, </w:t>
      </w:r>
      <w:r w:rsidRPr="009071AC">
        <w:t>fatalement et à moins d</w:t>
      </w:r>
      <w:r w:rsidR="00F635DB">
        <w:t>’</w:t>
      </w:r>
      <w:r w:rsidRPr="009071AC">
        <w:t>une sorte de miracle</w:t>
      </w:r>
      <w:r w:rsidR="00F635DB">
        <w:t xml:space="preserve">, </w:t>
      </w:r>
      <w:r w:rsidRPr="009071AC">
        <w:t>aboutit à Cayenne ou à la place de la Roquette</w:t>
      </w:r>
      <w:r w:rsidR="00F635DB">
        <w:t>.</w:t>
      </w:r>
    </w:p>
    <w:p w14:paraId="4F96F801" w14:textId="77777777" w:rsidR="00F635DB" w:rsidRDefault="00855694" w:rsidP="00F635DB">
      <w:r w:rsidRPr="009071AC">
        <w:t>Pour Chupin</w:t>
      </w:r>
      <w:r w:rsidR="00F635DB">
        <w:t xml:space="preserve">, </w:t>
      </w:r>
      <w:r w:rsidRPr="009071AC">
        <w:t>le miracle avait eu lieu</w:t>
      </w:r>
      <w:r w:rsidR="00F635DB">
        <w:t xml:space="preserve">, </w:t>
      </w:r>
      <w:r w:rsidRPr="009071AC">
        <w:t>mais il ne s</w:t>
      </w:r>
      <w:r w:rsidR="00F635DB">
        <w:t>’</w:t>
      </w:r>
      <w:r w:rsidRPr="009071AC">
        <w:t>en vantait pas</w:t>
      </w:r>
      <w:r w:rsidR="00F635DB">
        <w:t>.</w:t>
      </w:r>
    </w:p>
    <w:p w14:paraId="57D0102A" w14:textId="5044439D" w:rsidR="00F635DB" w:rsidRDefault="00F635DB" w:rsidP="00F635DB">
      <w:r>
        <w:t>— </w:t>
      </w:r>
      <w:r w:rsidR="00855694" w:rsidRPr="009071AC">
        <w:t>Allons</w:t>
      </w:r>
      <w:r>
        <w:t xml:space="preserve">, </w:t>
      </w:r>
      <w:r w:rsidR="00855694" w:rsidRPr="009071AC">
        <w:t>allons</w:t>
      </w:r>
      <w:r>
        <w:t xml:space="preserve">, </w:t>
      </w:r>
      <w:r w:rsidR="00855694" w:rsidRPr="009071AC">
        <w:t>mauvaise tête</w:t>
      </w:r>
      <w:r>
        <w:t xml:space="preserve">, </w:t>
      </w:r>
      <w:r w:rsidR="00855694" w:rsidRPr="009071AC">
        <w:t xml:space="preserve">fit </w:t>
      </w:r>
      <w:r>
        <w:t>M. </w:t>
      </w:r>
      <w:r w:rsidR="00855694" w:rsidRPr="009071AC">
        <w:t>Fortunat</w:t>
      </w:r>
      <w:r>
        <w:t xml:space="preserve">, </w:t>
      </w:r>
      <w:r w:rsidR="00855694" w:rsidRPr="009071AC">
        <w:t>ne nous fâchons pas</w:t>
      </w:r>
      <w:r>
        <w:t xml:space="preserve">… </w:t>
      </w:r>
      <w:r w:rsidR="00855694" w:rsidRPr="009071AC">
        <w:t>un père est un père</w:t>
      </w:r>
      <w:r>
        <w:t xml:space="preserve">, </w:t>
      </w:r>
      <w:r w:rsidR="00855694" w:rsidRPr="009071AC">
        <w:t>que diable</w:t>
      </w:r>
      <w:r>
        <w:t xml:space="preserve"> ! </w:t>
      </w:r>
      <w:r w:rsidR="00855694" w:rsidRPr="009071AC">
        <w:t>et le vôtre reviendra sans doute à de meilleurs sentiments</w:t>
      </w:r>
      <w:r>
        <w:t>.</w:t>
      </w:r>
    </w:p>
    <w:p w14:paraId="489DFB82" w14:textId="77777777" w:rsidR="00F635DB" w:rsidRDefault="00855694" w:rsidP="00F635DB">
      <w:r w:rsidRPr="009071AC">
        <w:t>Il disait cela comme il eût dit n</w:t>
      </w:r>
      <w:r w:rsidR="00F635DB">
        <w:t>’</w:t>
      </w:r>
      <w:r w:rsidRPr="009071AC">
        <w:t>importe quelle autre chose</w:t>
      </w:r>
      <w:r w:rsidR="00F635DB">
        <w:t xml:space="preserve">, </w:t>
      </w:r>
      <w:r w:rsidRPr="009071AC">
        <w:t>uniquement par politesse et pour donner un témoignage d</w:t>
      </w:r>
      <w:r w:rsidR="00F635DB">
        <w:t>’</w:t>
      </w:r>
      <w:r w:rsidRPr="009071AC">
        <w:t>intérêt</w:t>
      </w:r>
      <w:r w:rsidR="00F635DB">
        <w:t xml:space="preserve">. </w:t>
      </w:r>
      <w:r w:rsidRPr="009071AC">
        <w:t>En réalité</w:t>
      </w:r>
      <w:r w:rsidR="00F635DB">
        <w:t xml:space="preserve">, </w:t>
      </w:r>
      <w:r w:rsidRPr="009071AC">
        <w:t>il se souciait des infortunes de la famille Chupin autant que du Grand-Turc</w:t>
      </w:r>
      <w:r w:rsidR="00F635DB">
        <w:t xml:space="preserve">. </w:t>
      </w:r>
      <w:r w:rsidRPr="009071AC">
        <w:t>Son émotion première s</w:t>
      </w:r>
      <w:r w:rsidR="00F635DB">
        <w:t>’</w:t>
      </w:r>
      <w:r w:rsidRPr="009071AC">
        <w:t>était vite dissipée</w:t>
      </w:r>
      <w:r w:rsidR="00F635DB">
        <w:t xml:space="preserve">, </w:t>
      </w:r>
      <w:r w:rsidRPr="009071AC">
        <w:t>et il avait fini par trouver un peu longues des confidences qui le détournaient de ses préoccupations</w:t>
      </w:r>
      <w:r w:rsidR="00F635DB">
        <w:t>.</w:t>
      </w:r>
    </w:p>
    <w:p w14:paraId="30B66FF7" w14:textId="77777777" w:rsidR="00F635DB" w:rsidRDefault="00F635DB" w:rsidP="00F635DB">
      <w:r>
        <w:t>— </w:t>
      </w:r>
      <w:r w:rsidR="00855694" w:rsidRPr="009071AC">
        <w:t>Revenons donc à nos moutons</w:t>
      </w:r>
      <w:r>
        <w:t xml:space="preserve">, </w:t>
      </w:r>
      <w:r w:rsidR="00855694" w:rsidRPr="009071AC">
        <w:t>reprit-il</w:t>
      </w:r>
      <w:r>
        <w:t xml:space="preserve">, </w:t>
      </w:r>
      <w:r w:rsidR="00855694" w:rsidRPr="009071AC">
        <w:t>c</w:t>
      </w:r>
      <w:r>
        <w:t>’</w:t>
      </w:r>
      <w:r w:rsidR="00855694" w:rsidRPr="009071AC">
        <w:t>est-à-dire à Casimir</w:t>
      </w:r>
      <w:r>
        <w:t xml:space="preserve">. </w:t>
      </w:r>
      <w:r w:rsidR="00855694" w:rsidRPr="009071AC">
        <w:t>Qu</w:t>
      </w:r>
      <w:r>
        <w:t>’</w:t>
      </w:r>
      <w:r w:rsidR="00855694" w:rsidRPr="009071AC">
        <w:t xml:space="preserve">avez-vous fait de ce </w:t>
      </w:r>
      <w:proofErr w:type="spellStart"/>
      <w:r w:rsidR="00855694" w:rsidRPr="009071AC">
        <w:t>sot</w:t>
      </w:r>
      <w:proofErr w:type="spellEnd"/>
      <w:r w:rsidR="00855694" w:rsidRPr="009071AC">
        <w:t xml:space="preserve"> après mon départ</w:t>
      </w:r>
      <w:r>
        <w:t> ?</w:t>
      </w:r>
    </w:p>
    <w:p w14:paraId="22582D0F" w14:textId="77777777" w:rsidR="00F635DB" w:rsidRDefault="00F635DB" w:rsidP="00F635DB">
      <w:r>
        <w:t>— </w:t>
      </w:r>
      <w:r w:rsidR="00855694" w:rsidRPr="009071AC">
        <w:t>D</w:t>
      </w:r>
      <w:r>
        <w:t>’</w:t>
      </w:r>
      <w:r w:rsidR="00855694" w:rsidRPr="009071AC">
        <w:t>abord</w:t>
      </w:r>
      <w:r>
        <w:t xml:space="preserve">, </w:t>
      </w:r>
      <w:r w:rsidR="00855694" w:rsidRPr="009071AC">
        <w:t>m</w:t>
      </w:r>
      <w:r>
        <w:t>’</w:t>
      </w:r>
      <w:proofErr w:type="spellStart"/>
      <w:r w:rsidR="00855694" w:rsidRPr="009071AC">
        <w:t>sieu</w:t>
      </w:r>
      <w:proofErr w:type="spellEnd"/>
      <w:r>
        <w:t xml:space="preserve">, </w:t>
      </w:r>
      <w:r w:rsidR="00855694" w:rsidRPr="009071AC">
        <w:t>je l</w:t>
      </w:r>
      <w:r>
        <w:t>’</w:t>
      </w:r>
      <w:r w:rsidR="00855694" w:rsidRPr="009071AC">
        <w:t>ai dégrisé</w:t>
      </w:r>
      <w:r>
        <w:t xml:space="preserve">, </w:t>
      </w:r>
      <w:r w:rsidR="00855694" w:rsidRPr="009071AC">
        <w:t>et ce n</w:t>
      </w:r>
      <w:r>
        <w:t>’</w:t>
      </w:r>
      <w:r w:rsidR="00855694" w:rsidRPr="009071AC">
        <w:t>était pas facile</w:t>
      </w:r>
      <w:r>
        <w:t xml:space="preserve">… </w:t>
      </w:r>
      <w:r w:rsidR="00855694" w:rsidRPr="009071AC">
        <w:t>Ah</w:t>
      </w:r>
      <w:r>
        <w:t xml:space="preserve"> ! </w:t>
      </w:r>
      <w:r w:rsidR="00855694" w:rsidRPr="009071AC">
        <w:t>le gredin</w:t>
      </w:r>
      <w:r>
        <w:t xml:space="preserve">… </w:t>
      </w:r>
      <w:r w:rsidR="00855694" w:rsidRPr="009071AC">
        <w:t>en avait-il de cette boisson dans le corps</w:t>
      </w:r>
      <w:r>
        <w:t xml:space="preserve">… </w:t>
      </w:r>
      <w:r w:rsidR="00855694" w:rsidRPr="009071AC">
        <w:t>Enfin</w:t>
      </w:r>
      <w:r>
        <w:t xml:space="preserve">, </w:t>
      </w:r>
      <w:r w:rsidR="00855694" w:rsidRPr="009071AC">
        <w:t>quand j</w:t>
      </w:r>
      <w:r>
        <w:t>’</w:t>
      </w:r>
      <w:r w:rsidR="00855694" w:rsidRPr="009071AC">
        <w:t>ai vu qu</w:t>
      </w:r>
      <w:r>
        <w:t>’</w:t>
      </w:r>
      <w:r w:rsidR="00855694" w:rsidRPr="009071AC">
        <w:t>il causait comme vous et moi et qu</w:t>
      </w:r>
      <w:r>
        <w:t>’</w:t>
      </w:r>
      <w:r w:rsidR="00855694" w:rsidRPr="009071AC">
        <w:t>il était solide sur ses quilles</w:t>
      </w:r>
      <w:r>
        <w:t xml:space="preserve">, </w:t>
      </w:r>
      <w:r w:rsidR="00855694" w:rsidRPr="009071AC">
        <w:t>je l</w:t>
      </w:r>
      <w:r>
        <w:t>’</w:t>
      </w:r>
      <w:r w:rsidR="00855694" w:rsidRPr="009071AC">
        <w:t>ai reconduit à l</w:t>
      </w:r>
      <w:r>
        <w:t>’</w:t>
      </w:r>
      <w:r w:rsidR="00855694" w:rsidRPr="009071AC">
        <w:t xml:space="preserve">hôtel de </w:t>
      </w:r>
      <w:proofErr w:type="spellStart"/>
      <w:r w:rsidR="00855694" w:rsidRPr="009071AC">
        <w:t>Chalusse</w:t>
      </w:r>
      <w:proofErr w:type="spellEnd"/>
      <w:r>
        <w:t>…</w:t>
      </w:r>
    </w:p>
    <w:p w14:paraId="4E572E3B" w14:textId="77777777" w:rsidR="00F635DB" w:rsidRDefault="00F635DB" w:rsidP="00F635DB">
      <w:r>
        <w:t>— </w:t>
      </w:r>
      <w:r w:rsidR="00855694" w:rsidRPr="009071AC">
        <w:t>Ah</w:t>
      </w:r>
      <w:r>
        <w:t xml:space="preserve"> ! </w:t>
      </w:r>
      <w:r w:rsidR="00855694" w:rsidRPr="009071AC">
        <w:t>voilà qui est bien pour moi</w:t>
      </w:r>
      <w:r>
        <w:t xml:space="preserve">. </w:t>
      </w:r>
      <w:r w:rsidR="00855694" w:rsidRPr="009071AC">
        <w:t>Mais vous</w:t>
      </w:r>
      <w:r>
        <w:t xml:space="preserve">, </w:t>
      </w:r>
      <w:r w:rsidR="00855694" w:rsidRPr="009071AC">
        <w:t>n</w:t>
      </w:r>
      <w:r>
        <w:t>’</w:t>
      </w:r>
      <w:r w:rsidR="00855694" w:rsidRPr="009071AC">
        <w:t>aviez-vous pas une affaire à traiter avec cet imbécile</w:t>
      </w:r>
      <w:r>
        <w:t> ?</w:t>
      </w:r>
    </w:p>
    <w:p w14:paraId="5B853BA7" w14:textId="77777777" w:rsidR="00F635DB" w:rsidRDefault="00F635DB" w:rsidP="00F635DB">
      <w:r>
        <w:t>— </w:t>
      </w:r>
      <w:r w:rsidR="00855694" w:rsidRPr="009071AC">
        <w:t>Elle est dans le sac</w:t>
      </w:r>
      <w:r>
        <w:t xml:space="preserve">, </w:t>
      </w:r>
      <w:r w:rsidR="00855694" w:rsidRPr="009071AC">
        <w:t>m</w:t>
      </w:r>
      <w:r>
        <w:t>’</w:t>
      </w:r>
      <w:proofErr w:type="spellStart"/>
      <w:r w:rsidR="00855694" w:rsidRPr="009071AC">
        <w:t>sieu</w:t>
      </w:r>
      <w:proofErr w:type="spellEnd"/>
      <w:r>
        <w:t xml:space="preserve">… </w:t>
      </w:r>
      <w:r w:rsidR="00855694" w:rsidRPr="009071AC">
        <w:t>la commande est signée</w:t>
      </w:r>
      <w:r>
        <w:t xml:space="preserve">… </w:t>
      </w:r>
      <w:r w:rsidR="00855694" w:rsidRPr="009071AC">
        <w:t>Le comte aura tout ce qui se fait de mieux comme enterrement</w:t>
      </w:r>
      <w:r>
        <w:t xml:space="preserve">, </w:t>
      </w:r>
      <w:r w:rsidR="00855694" w:rsidRPr="009071AC">
        <w:t>corbillard premier choix</w:t>
      </w:r>
      <w:r>
        <w:t xml:space="preserve">, </w:t>
      </w:r>
      <w:r w:rsidR="00855694" w:rsidRPr="009071AC">
        <w:t>six chevaux</w:t>
      </w:r>
      <w:r>
        <w:t xml:space="preserve">, </w:t>
      </w:r>
      <w:r w:rsidR="00855694" w:rsidRPr="009071AC">
        <w:lastRenderedPageBreak/>
        <w:t>commissaire en culotte courte</w:t>
      </w:r>
      <w:r>
        <w:t xml:space="preserve">, </w:t>
      </w:r>
      <w:r w:rsidR="00855694" w:rsidRPr="009071AC">
        <w:t>vingt-quatre voitures de deuil</w:t>
      </w:r>
      <w:r>
        <w:t xml:space="preserve">, </w:t>
      </w:r>
      <w:r w:rsidR="00855694" w:rsidRPr="009071AC">
        <w:t>une vraie féerie</w:t>
      </w:r>
      <w:r>
        <w:t xml:space="preserve">, </w:t>
      </w:r>
      <w:r w:rsidR="00855694" w:rsidRPr="009071AC">
        <w:t>quoi</w:t>
      </w:r>
      <w:r>
        <w:t xml:space="preserve"> !… </w:t>
      </w:r>
      <w:r w:rsidR="00855694" w:rsidRPr="009071AC">
        <w:t>On payerait pour voir ça</w:t>
      </w:r>
      <w:r>
        <w:t> !</w:t>
      </w:r>
    </w:p>
    <w:p w14:paraId="55E538FF" w14:textId="444D8E36" w:rsidR="00F635DB" w:rsidRDefault="00F635DB" w:rsidP="00F635DB">
      <w:r>
        <w:t>M. </w:t>
      </w:r>
      <w:r w:rsidR="00855694" w:rsidRPr="009071AC">
        <w:t>Fortunat souriait bonnement</w:t>
      </w:r>
      <w:r>
        <w:t>.</w:t>
      </w:r>
    </w:p>
    <w:p w14:paraId="07621F35" w14:textId="77777777" w:rsidR="00F635DB" w:rsidRDefault="00F635DB" w:rsidP="00F635DB">
      <w:r>
        <w:t>— </w:t>
      </w:r>
      <w:r w:rsidR="00855694" w:rsidRPr="009071AC">
        <w:t>Eh</w:t>
      </w:r>
      <w:r>
        <w:t xml:space="preserve"> ! </w:t>
      </w:r>
      <w:r w:rsidR="00855694" w:rsidRPr="009071AC">
        <w:t>eh</w:t>
      </w:r>
      <w:r>
        <w:t xml:space="preserve"> ! </w:t>
      </w:r>
      <w:r w:rsidR="00855694" w:rsidRPr="009071AC">
        <w:t>remarqua-t-il</w:t>
      </w:r>
      <w:r>
        <w:t xml:space="preserve">, </w:t>
      </w:r>
      <w:r w:rsidR="00855694" w:rsidRPr="009071AC">
        <w:t>cela va vous donner un joli bénéfice</w:t>
      </w:r>
      <w:r>
        <w:t>.</w:t>
      </w:r>
    </w:p>
    <w:p w14:paraId="6074DC87" w14:textId="77777777" w:rsidR="00F635DB" w:rsidRDefault="00855694" w:rsidP="00F635DB">
      <w:r w:rsidRPr="009071AC">
        <w:t>Employé à la commission</w:t>
      </w:r>
      <w:r w:rsidR="00F635DB">
        <w:t xml:space="preserve">, </w:t>
      </w:r>
      <w:r w:rsidRPr="009071AC">
        <w:t>Chupin était parfaitement maître de son temps</w:t>
      </w:r>
      <w:r w:rsidR="00F635DB">
        <w:t xml:space="preserve">, </w:t>
      </w:r>
      <w:r w:rsidRPr="009071AC">
        <w:t>de son intelligence et de son activité</w:t>
      </w:r>
      <w:r w:rsidR="00F635DB">
        <w:t xml:space="preserve">, </w:t>
      </w:r>
      <w:r w:rsidRPr="009071AC">
        <w:t>mais le dénicheur d</w:t>
      </w:r>
      <w:r w:rsidR="00F635DB">
        <w:t>’</w:t>
      </w:r>
      <w:r w:rsidRPr="009071AC">
        <w:t>héritages n</w:t>
      </w:r>
      <w:r w:rsidR="00F635DB">
        <w:t>’</w:t>
      </w:r>
      <w:r w:rsidRPr="009071AC">
        <w:t>aimait pas</w:t>
      </w:r>
      <w:r w:rsidR="00F635DB">
        <w:t xml:space="preserve">, </w:t>
      </w:r>
      <w:r w:rsidRPr="009071AC">
        <w:t>c</w:t>
      </w:r>
      <w:r w:rsidR="00F635DB">
        <w:t>’</w:t>
      </w:r>
      <w:r w:rsidRPr="009071AC">
        <w:t>était connu</w:t>
      </w:r>
      <w:r w:rsidR="00F635DB">
        <w:t xml:space="preserve">, </w:t>
      </w:r>
      <w:r w:rsidRPr="009071AC">
        <w:t>qu</w:t>
      </w:r>
      <w:r w:rsidR="00F635DB">
        <w:t>’</w:t>
      </w:r>
      <w:r w:rsidRPr="009071AC">
        <w:t>on cherchât à gagner de l</w:t>
      </w:r>
      <w:r w:rsidR="00F635DB">
        <w:t>’</w:t>
      </w:r>
      <w:r w:rsidRPr="009071AC">
        <w:t>argent en dehors de chez lui</w:t>
      </w:r>
      <w:r w:rsidR="00F635DB">
        <w:t>.</w:t>
      </w:r>
    </w:p>
    <w:p w14:paraId="04FE93C9" w14:textId="77777777" w:rsidR="00F635DB" w:rsidRDefault="00855694" w:rsidP="00F635DB">
      <w:r w:rsidRPr="009071AC">
        <w:t>Son indulgence approbative était donc assez surprenante pour éveiller l</w:t>
      </w:r>
      <w:r w:rsidR="00F635DB">
        <w:t>’</w:t>
      </w:r>
      <w:r w:rsidRPr="009071AC">
        <w:t>attention de Chupin</w:t>
      </w:r>
      <w:r w:rsidR="00F635DB">
        <w:t>.</w:t>
      </w:r>
    </w:p>
    <w:p w14:paraId="6219F999" w14:textId="77777777" w:rsidR="00F635DB" w:rsidRDefault="00F635DB" w:rsidP="00F635DB">
      <w:r>
        <w:t>— </w:t>
      </w:r>
      <w:r w:rsidR="00855694" w:rsidRPr="009071AC">
        <w:t>Cela me procurera quelque sous</w:t>
      </w:r>
      <w:r>
        <w:t xml:space="preserve">, </w:t>
      </w:r>
      <w:r w:rsidR="00855694" w:rsidRPr="009071AC">
        <w:t>en effet</w:t>
      </w:r>
      <w:r>
        <w:t xml:space="preserve">, </w:t>
      </w:r>
      <w:r w:rsidR="00855694" w:rsidRPr="009071AC">
        <w:t>répondit-il modestement</w:t>
      </w:r>
      <w:r>
        <w:t xml:space="preserve">, </w:t>
      </w:r>
      <w:r w:rsidR="00855694" w:rsidRPr="009071AC">
        <w:t>de quoi aider ma bonne femme de mère à faire bouillir notre marmite</w:t>
      </w:r>
      <w:r>
        <w:t>.</w:t>
      </w:r>
    </w:p>
    <w:p w14:paraId="4301F456" w14:textId="649EA9A1" w:rsidR="00F635DB" w:rsidRDefault="00F635DB" w:rsidP="00F635DB">
      <w:r>
        <w:t>— </w:t>
      </w:r>
      <w:r w:rsidR="00855694" w:rsidRPr="009071AC">
        <w:t>Tant mieux</w:t>
      </w:r>
      <w:r>
        <w:t xml:space="preserve"> ! </w:t>
      </w:r>
      <w:r w:rsidR="00855694" w:rsidRPr="009071AC">
        <w:t>mon garçon</w:t>
      </w:r>
      <w:r>
        <w:t xml:space="preserve">, </w:t>
      </w:r>
      <w:r w:rsidR="00855694" w:rsidRPr="009071AC">
        <w:t xml:space="preserve">approuva encore </w:t>
      </w:r>
      <w:r>
        <w:t>M. </w:t>
      </w:r>
      <w:r w:rsidR="00855694" w:rsidRPr="009071AC">
        <w:t>Fortunat</w:t>
      </w:r>
      <w:r>
        <w:t xml:space="preserve">, </w:t>
      </w:r>
      <w:r w:rsidR="00855694" w:rsidRPr="009071AC">
        <w:t>tant mieux</w:t>
      </w:r>
      <w:r>
        <w:t xml:space="preserve">… </w:t>
      </w:r>
      <w:r w:rsidR="00855694" w:rsidRPr="009071AC">
        <w:t>J</w:t>
      </w:r>
      <w:r>
        <w:t>’</w:t>
      </w:r>
      <w:r w:rsidR="00855694" w:rsidRPr="009071AC">
        <w:t>aime à voir gagner de l</w:t>
      </w:r>
      <w:r>
        <w:t>’</w:t>
      </w:r>
      <w:r w:rsidR="00855694" w:rsidRPr="009071AC">
        <w:t>argent aux gens qui en font bon usage</w:t>
      </w:r>
      <w:r>
        <w:t xml:space="preserve">… </w:t>
      </w:r>
      <w:r w:rsidR="00855694" w:rsidRPr="009071AC">
        <w:t>Et la preuve</w:t>
      </w:r>
      <w:r>
        <w:t xml:space="preserve">, </w:t>
      </w:r>
      <w:r w:rsidR="00855694" w:rsidRPr="009071AC">
        <w:t>c</w:t>
      </w:r>
      <w:r>
        <w:t>’</w:t>
      </w:r>
      <w:r w:rsidR="00855694" w:rsidRPr="009071AC">
        <w:t>est que je vous apporte une affaire qui peut rapporter gros si vous la menez bien et si vous réussissez</w:t>
      </w:r>
      <w:r>
        <w:t>.</w:t>
      </w:r>
    </w:p>
    <w:p w14:paraId="5CB7503C" w14:textId="77777777" w:rsidR="00F635DB" w:rsidRDefault="00855694" w:rsidP="00F635DB">
      <w:r w:rsidRPr="009071AC">
        <w:t>Les yeux de Chupin brillèrent et s</w:t>
      </w:r>
      <w:r w:rsidR="00F635DB">
        <w:t>’</w:t>
      </w:r>
      <w:r w:rsidRPr="009071AC">
        <w:t>éteignirent aussitôt</w:t>
      </w:r>
      <w:r w:rsidR="00F635DB">
        <w:t xml:space="preserve">. </w:t>
      </w:r>
      <w:r w:rsidRPr="009071AC">
        <w:t>Ce ne fut qu</w:t>
      </w:r>
      <w:r w:rsidR="00F635DB">
        <w:t>’</w:t>
      </w:r>
      <w:r w:rsidRPr="009071AC">
        <w:t>un éclair</w:t>
      </w:r>
      <w:r w:rsidR="00F635DB">
        <w:t xml:space="preserve">. </w:t>
      </w:r>
      <w:r w:rsidRPr="009071AC">
        <w:t>À un vif mouvement de joie succédait brusquement un sentiment de défiance</w:t>
      </w:r>
      <w:r w:rsidR="00F635DB">
        <w:t>.</w:t>
      </w:r>
    </w:p>
    <w:p w14:paraId="0315DD37" w14:textId="77777777" w:rsidR="00F635DB" w:rsidRDefault="00855694" w:rsidP="00F635DB">
      <w:r w:rsidRPr="009071AC">
        <w:t>Il songea qu</w:t>
      </w:r>
      <w:r w:rsidR="00F635DB">
        <w:t>’</w:t>
      </w:r>
      <w:r w:rsidRPr="009071AC">
        <w:t>il était prodigieux que son patron</w:t>
      </w:r>
      <w:r w:rsidR="00F635DB">
        <w:t xml:space="preserve">, </w:t>
      </w:r>
      <w:r w:rsidRPr="009071AC">
        <w:t>toujours si roide</w:t>
      </w:r>
      <w:r w:rsidR="00F635DB">
        <w:t xml:space="preserve">, </w:t>
      </w:r>
      <w:r w:rsidRPr="009071AC">
        <w:t>prît la peine de se déranger et d</w:t>
      </w:r>
      <w:r w:rsidR="00F635DB">
        <w:t>’</w:t>
      </w:r>
      <w:r w:rsidRPr="009071AC">
        <w:t>escalader son sixième</w:t>
      </w:r>
      <w:r w:rsidR="00F635DB">
        <w:t xml:space="preserve">, </w:t>
      </w:r>
      <w:r w:rsidRPr="009071AC">
        <w:t>uniquement pour lui emplir les poches</w:t>
      </w:r>
      <w:r w:rsidR="00F635DB">
        <w:t xml:space="preserve">. </w:t>
      </w:r>
      <w:r w:rsidRPr="009071AC">
        <w:t>Cela était suspect</w:t>
      </w:r>
      <w:r w:rsidR="00F635DB">
        <w:t xml:space="preserve">, </w:t>
      </w:r>
      <w:r w:rsidRPr="009071AC">
        <w:t>devait cacher quelque chose</w:t>
      </w:r>
      <w:r w:rsidR="00F635DB">
        <w:t xml:space="preserve"> ; </w:t>
      </w:r>
      <w:r w:rsidRPr="009071AC">
        <w:t>par conséquent il importait d</w:t>
      </w:r>
      <w:r w:rsidR="00F635DB">
        <w:t>’</w:t>
      </w:r>
      <w:r w:rsidRPr="009071AC">
        <w:t>ouvrir l</w:t>
      </w:r>
      <w:r w:rsidR="00F635DB">
        <w:t>’</w:t>
      </w:r>
      <w:r w:rsidRPr="009071AC">
        <w:t>œil</w:t>
      </w:r>
      <w:r w:rsidR="00F635DB">
        <w:t>.</w:t>
      </w:r>
    </w:p>
    <w:p w14:paraId="0379CDA9" w14:textId="77777777" w:rsidR="00F635DB" w:rsidRDefault="00855694" w:rsidP="00F635DB">
      <w:r w:rsidRPr="009071AC">
        <w:lastRenderedPageBreak/>
        <w:t>Mais il savait dissimuler ses impressions</w:t>
      </w:r>
      <w:r w:rsidR="00F635DB">
        <w:t xml:space="preserve">, </w:t>
      </w:r>
      <w:r w:rsidRPr="009071AC">
        <w:t>et c</w:t>
      </w:r>
      <w:r w:rsidR="00F635DB">
        <w:t>’</w:t>
      </w:r>
      <w:r w:rsidRPr="009071AC">
        <w:t>est de l</w:t>
      </w:r>
      <w:r w:rsidR="00F635DB">
        <w:t>’</w:t>
      </w:r>
      <w:r w:rsidRPr="009071AC">
        <w:t>air le plus joyeux qu</w:t>
      </w:r>
      <w:r w:rsidR="00F635DB">
        <w:t>’</w:t>
      </w:r>
      <w:r w:rsidRPr="009071AC">
        <w:t>il s</w:t>
      </w:r>
      <w:r w:rsidR="00F635DB">
        <w:t>’</w:t>
      </w:r>
      <w:r w:rsidRPr="009071AC">
        <w:t>écria</w:t>
      </w:r>
      <w:r w:rsidR="00F635DB">
        <w:t> :</w:t>
      </w:r>
    </w:p>
    <w:p w14:paraId="383C0FE8" w14:textId="77777777" w:rsidR="00F635DB" w:rsidRDefault="00F635DB" w:rsidP="00F635DB">
      <w:r>
        <w:t>— </w:t>
      </w:r>
      <w:r w:rsidR="00855694" w:rsidRPr="009071AC">
        <w:t>Hein</w:t>
      </w:r>
      <w:r>
        <w:t xml:space="preserve"> !… </w:t>
      </w:r>
      <w:r w:rsidR="00855694" w:rsidRPr="009071AC">
        <w:t>de quoi</w:t>
      </w:r>
      <w:r>
        <w:t xml:space="preserve"> ?… </w:t>
      </w:r>
      <w:r w:rsidR="00855694" w:rsidRPr="009071AC">
        <w:t>De la monnaie</w:t>
      </w:r>
      <w:r>
        <w:t xml:space="preserve"> ?… </w:t>
      </w:r>
      <w:r w:rsidR="00855694" w:rsidRPr="009071AC">
        <w:t>Présent</w:t>
      </w:r>
      <w:r>
        <w:t xml:space="preserve">… </w:t>
      </w:r>
      <w:r w:rsidR="00855694" w:rsidRPr="009071AC">
        <w:t>Qu</w:t>
      </w:r>
      <w:r>
        <w:t>’</w:t>
      </w:r>
      <w:r w:rsidR="00855694" w:rsidRPr="009071AC">
        <w:t>est-ce qu</w:t>
      </w:r>
      <w:r>
        <w:t>’</w:t>
      </w:r>
      <w:r w:rsidR="00855694" w:rsidRPr="009071AC">
        <w:t>il faut faire pour la gagner</w:t>
      </w:r>
      <w:r>
        <w:t> ?</w:t>
      </w:r>
    </w:p>
    <w:p w14:paraId="3B602BB2" w14:textId="77777777" w:rsidR="00F635DB" w:rsidRDefault="00F635DB" w:rsidP="00F635DB">
      <w:r>
        <w:t>— </w:t>
      </w:r>
      <w:r w:rsidR="00855694" w:rsidRPr="009071AC">
        <w:t>Oh</w:t>
      </w:r>
      <w:r>
        <w:t xml:space="preserve"> !… </w:t>
      </w:r>
      <w:r w:rsidR="00855694" w:rsidRPr="009071AC">
        <w:t>peu de chose</w:t>
      </w:r>
      <w:r>
        <w:t xml:space="preserve">, </w:t>
      </w:r>
      <w:r w:rsidR="00855694" w:rsidRPr="009071AC">
        <w:t>répondit le guetteur d</w:t>
      </w:r>
      <w:r>
        <w:t>’</w:t>
      </w:r>
      <w:r w:rsidR="00855694" w:rsidRPr="009071AC">
        <w:t>héritages</w:t>
      </w:r>
      <w:r>
        <w:t xml:space="preserve">, </w:t>
      </w:r>
      <w:r w:rsidR="00855694" w:rsidRPr="009071AC">
        <w:t>presque rien</w:t>
      </w:r>
      <w:r>
        <w:t>.</w:t>
      </w:r>
    </w:p>
    <w:p w14:paraId="0664BCC9" w14:textId="77777777" w:rsidR="00F635DB" w:rsidRDefault="00855694" w:rsidP="00F635DB">
      <w:r w:rsidRPr="009071AC">
        <w:t>Et machinalement il rapprochait sa chaise de la couchette sur laquelle était assis son employé</w:t>
      </w:r>
      <w:r w:rsidR="00F635DB">
        <w:t>.</w:t>
      </w:r>
    </w:p>
    <w:p w14:paraId="7C564476" w14:textId="77777777" w:rsidR="00F635DB" w:rsidRDefault="00F635DB" w:rsidP="00F635DB">
      <w:r>
        <w:t>— </w:t>
      </w:r>
      <w:r w:rsidR="00855694" w:rsidRPr="009071AC">
        <w:t>Avant tout</w:t>
      </w:r>
      <w:r>
        <w:t xml:space="preserve">, </w:t>
      </w:r>
      <w:r w:rsidR="00855694" w:rsidRPr="009071AC">
        <w:t>pourtant</w:t>
      </w:r>
      <w:r>
        <w:t xml:space="preserve">, </w:t>
      </w:r>
      <w:r w:rsidR="00855694" w:rsidRPr="009071AC">
        <w:t>reprit-il</w:t>
      </w:r>
      <w:r>
        <w:t xml:space="preserve">, </w:t>
      </w:r>
      <w:r w:rsidR="00855694" w:rsidRPr="009071AC">
        <w:t>une question</w:t>
      </w:r>
      <w:r>
        <w:t xml:space="preserve">, </w:t>
      </w:r>
      <w:r w:rsidR="00855694" w:rsidRPr="009071AC">
        <w:t>Victor</w:t>
      </w:r>
      <w:r>
        <w:t xml:space="preserve">… </w:t>
      </w:r>
      <w:r w:rsidR="00855694" w:rsidRPr="009071AC">
        <w:t>À la façon dont une femme regarderait un jeune homme</w:t>
      </w:r>
      <w:r>
        <w:t xml:space="preserve">, </w:t>
      </w:r>
      <w:r w:rsidR="00855694" w:rsidRPr="009071AC">
        <w:t>dans la rue</w:t>
      </w:r>
      <w:r>
        <w:t xml:space="preserve">, </w:t>
      </w:r>
      <w:r w:rsidR="00855694" w:rsidRPr="009071AC">
        <w:t>au théâtre</w:t>
      </w:r>
      <w:r>
        <w:t xml:space="preserve">, </w:t>
      </w:r>
      <w:r w:rsidR="00855694" w:rsidRPr="009071AC">
        <w:t>n</w:t>
      </w:r>
      <w:r>
        <w:t>’</w:t>
      </w:r>
      <w:r w:rsidR="00855694" w:rsidRPr="009071AC">
        <w:t>importe où</w:t>
      </w:r>
      <w:r>
        <w:t xml:space="preserve">, </w:t>
      </w:r>
      <w:r w:rsidR="00855694" w:rsidRPr="009071AC">
        <w:t>reconnaîtriez-vous si c</w:t>
      </w:r>
      <w:r>
        <w:t>’</w:t>
      </w:r>
      <w:r w:rsidR="00855694" w:rsidRPr="009071AC">
        <w:t>est une mère qui regarde son fils</w:t>
      </w:r>
      <w:r>
        <w:t> ?</w:t>
      </w:r>
    </w:p>
    <w:p w14:paraId="0E49C4DC" w14:textId="77777777" w:rsidR="00F635DB" w:rsidRDefault="00855694" w:rsidP="00F635DB">
      <w:r w:rsidRPr="009071AC">
        <w:t>Chupin haussa les épaules</w:t>
      </w:r>
      <w:r w:rsidR="00F635DB">
        <w:t>.</w:t>
      </w:r>
    </w:p>
    <w:p w14:paraId="2C6375D7" w14:textId="77777777" w:rsidR="00F635DB" w:rsidRDefault="00F635DB" w:rsidP="00F635DB">
      <w:r>
        <w:t>— </w:t>
      </w:r>
      <w:r w:rsidR="00855694" w:rsidRPr="009071AC">
        <w:t>Cette question</w:t>
      </w:r>
      <w:r>
        <w:t xml:space="preserve"> !… </w:t>
      </w:r>
      <w:r w:rsidR="00855694" w:rsidRPr="009071AC">
        <w:t>fit-il</w:t>
      </w:r>
      <w:r>
        <w:t xml:space="preserve">. </w:t>
      </w:r>
      <w:r w:rsidR="00855694" w:rsidRPr="009071AC">
        <w:t>Allez</w:t>
      </w:r>
      <w:r>
        <w:t xml:space="preserve">, </w:t>
      </w:r>
      <w:r w:rsidR="00855694" w:rsidRPr="009071AC">
        <w:t>m</w:t>
      </w:r>
      <w:r>
        <w:t>’</w:t>
      </w:r>
      <w:proofErr w:type="spellStart"/>
      <w:r w:rsidR="00855694" w:rsidRPr="009071AC">
        <w:t>sieu</w:t>
      </w:r>
      <w:proofErr w:type="spellEnd"/>
      <w:r>
        <w:t xml:space="preserve">, </w:t>
      </w:r>
      <w:r w:rsidR="00855694" w:rsidRPr="009071AC">
        <w:t>je ne m</w:t>
      </w:r>
      <w:r>
        <w:t>’</w:t>
      </w:r>
      <w:r w:rsidR="00855694" w:rsidRPr="009071AC">
        <w:t>y tromperais pas</w:t>
      </w:r>
      <w:r>
        <w:t xml:space="preserve">… </w:t>
      </w:r>
      <w:r w:rsidR="00855694" w:rsidRPr="009071AC">
        <w:t>Je n</w:t>
      </w:r>
      <w:r>
        <w:t>’</w:t>
      </w:r>
      <w:r w:rsidR="00855694" w:rsidRPr="009071AC">
        <w:t>aurais qu</w:t>
      </w:r>
      <w:r>
        <w:t>’</w:t>
      </w:r>
      <w:r w:rsidR="00855694" w:rsidRPr="009071AC">
        <w:t>à me rappeler les yeux de m</w:t>
      </w:r>
      <w:r>
        <w:t>’</w:t>
      </w:r>
      <w:r w:rsidR="00855694" w:rsidRPr="009071AC">
        <w:t>man quand je rentre le soir</w:t>
      </w:r>
      <w:r>
        <w:t xml:space="preserve">… </w:t>
      </w:r>
      <w:r w:rsidR="00855694" w:rsidRPr="009071AC">
        <w:t>Pauvre vieille</w:t>
      </w:r>
      <w:r>
        <w:t xml:space="preserve"> !… </w:t>
      </w:r>
      <w:r w:rsidR="00855694" w:rsidRPr="009071AC">
        <w:t>Elle a beau être quasi aveugle</w:t>
      </w:r>
      <w:r>
        <w:t xml:space="preserve">, </w:t>
      </w:r>
      <w:r w:rsidR="00855694" w:rsidRPr="009071AC">
        <w:t>elle me voit</w:t>
      </w:r>
      <w:r>
        <w:t xml:space="preserve">… </w:t>
      </w:r>
      <w:r w:rsidR="00855694" w:rsidRPr="009071AC">
        <w:t>C</w:t>
      </w:r>
      <w:r>
        <w:t>’</w:t>
      </w:r>
      <w:r w:rsidR="00855694" w:rsidRPr="009071AC">
        <w:t>est comme ça</w:t>
      </w:r>
      <w:r>
        <w:t xml:space="preserve"> !… </w:t>
      </w:r>
      <w:r w:rsidR="00855694" w:rsidRPr="009071AC">
        <w:t>Et même</w:t>
      </w:r>
      <w:r>
        <w:t xml:space="preserve">, </w:t>
      </w:r>
      <w:r w:rsidR="00855694" w:rsidRPr="009071AC">
        <w:t>si vous voulez qu</w:t>
      </w:r>
      <w:r>
        <w:t>’</w:t>
      </w:r>
      <w:r w:rsidR="00855694" w:rsidRPr="009071AC">
        <w:t>elle vous offre une prise</w:t>
      </w:r>
      <w:r>
        <w:t xml:space="preserve">, </w:t>
      </w:r>
      <w:r w:rsidR="00855694" w:rsidRPr="009071AC">
        <w:t>il ne faut pas lui dire que je ne suis pas le plus gentil et le plus aimable de tout Paris</w:t>
      </w:r>
      <w:r>
        <w:t>.</w:t>
      </w:r>
    </w:p>
    <w:p w14:paraId="3A4F64F6" w14:textId="2F9CE3F2" w:rsidR="00F635DB" w:rsidRDefault="00F635DB" w:rsidP="00F635DB">
      <w:r>
        <w:t>M. </w:t>
      </w:r>
      <w:r w:rsidR="00855694" w:rsidRPr="009071AC">
        <w:t>Fortunat ne put s</w:t>
      </w:r>
      <w:r>
        <w:t>’</w:t>
      </w:r>
      <w:r w:rsidR="00855694" w:rsidRPr="009071AC">
        <w:t>empêcher de se frotter les mains</w:t>
      </w:r>
      <w:r>
        <w:t xml:space="preserve">, </w:t>
      </w:r>
      <w:r w:rsidR="00855694" w:rsidRPr="009071AC">
        <w:t>ravi de voir son idée si bien comprise et si parfaitement traduite</w:t>
      </w:r>
      <w:r>
        <w:t>.</w:t>
      </w:r>
    </w:p>
    <w:p w14:paraId="5EAB7F99" w14:textId="77777777" w:rsidR="00F635DB" w:rsidRDefault="00F635DB" w:rsidP="00F635DB">
      <w:r>
        <w:t>— </w:t>
      </w:r>
      <w:r w:rsidR="00855694" w:rsidRPr="009071AC">
        <w:t>Bien</w:t>
      </w:r>
      <w:r>
        <w:t xml:space="preserve"> ! </w:t>
      </w:r>
      <w:r w:rsidR="00855694" w:rsidRPr="009071AC">
        <w:t>déclara-t-il</w:t>
      </w:r>
      <w:r>
        <w:t xml:space="preserve">, </w:t>
      </w:r>
      <w:r w:rsidR="00855694" w:rsidRPr="009071AC">
        <w:t>très-bien</w:t>
      </w:r>
      <w:r>
        <w:t xml:space="preserve"> ! </w:t>
      </w:r>
      <w:r w:rsidR="00855694" w:rsidRPr="009071AC">
        <w:t>Voilà de l</w:t>
      </w:r>
      <w:r>
        <w:t>’</w:t>
      </w:r>
      <w:r w:rsidR="00855694" w:rsidRPr="009071AC">
        <w:t>intelligence ou je ne m</w:t>
      </w:r>
      <w:r>
        <w:t>’</w:t>
      </w:r>
      <w:r w:rsidR="00855694" w:rsidRPr="009071AC">
        <w:t>y connais pas</w:t>
      </w:r>
      <w:r>
        <w:t xml:space="preserve">… </w:t>
      </w:r>
      <w:r w:rsidR="00855694" w:rsidRPr="009071AC">
        <w:t>Je vous avais bien jugé</w:t>
      </w:r>
      <w:r>
        <w:t xml:space="preserve">, </w:t>
      </w:r>
      <w:r w:rsidR="00855694" w:rsidRPr="009071AC">
        <w:t>Victor</w:t>
      </w:r>
      <w:r>
        <w:t> !…</w:t>
      </w:r>
    </w:p>
    <w:p w14:paraId="79607F48" w14:textId="77777777" w:rsidR="00F635DB" w:rsidRDefault="00855694" w:rsidP="00F635DB">
      <w:r w:rsidRPr="009071AC">
        <w:t>Victor brûlait de curiosité</w:t>
      </w:r>
      <w:r w:rsidR="00F635DB">
        <w:t>.</w:t>
      </w:r>
    </w:p>
    <w:p w14:paraId="462AB534" w14:textId="77777777" w:rsidR="00F635DB" w:rsidRDefault="00F635DB" w:rsidP="00F635DB">
      <w:r>
        <w:t>— </w:t>
      </w:r>
      <w:r w:rsidR="00855694" w:rsidRPr="009071AC">
        <w:t>De quoi s</w:t>
      </w:r>
      <w:r>
        <w:t>’</w:t>
      </w:r>
      <w:r w:rsidR="00855694" w:rsidRPr="009071AC">
        <w:t>agit-il</w:t>
      </w:r>
      <w:r>
        <w:t xml:space="preserve">, </w:t>
      </w:r>
      <w:r w:rsidR="00855694" w:rsidRPr="009071AC">
        <w:t>m</w:t>
      </w:r>
      <w:r>
        <w:t>’</w:t>
      </w:r>
      <w:proofErr w:type="spellStart"/>
      <w:r w:rsidR="00855694" w:rsidRPr="009071AC">
        <w:t>sieu</w:t>
      </w:r>
      <w:proofErr w:type="spellEnd"/>
      <w:r>
        <w:t xml:space="preserve"> ? </w:t>
      </w:r>
      <w:r w:rsidR="00855694" w:rsidRPr="009071AC">
        <w:t>interrompit-il</w:t>
      </w:r>
      <w:r>
        <w:t>.</w:t>
      </w:r>
    </w:p>
    <w:p w14:paraId="2C54A6AB" w14:textId="77777777" w:rsidR="00F635DB" w:rsidRDefault="00F635DB" w:rsidP="00F635DB">
      <w:r>
        <w:lastRenderedPageBreak/>
        <w:t>— </w:t>
      </w:r>
      <w:r w:rsidR="00855694" w:rsidRPr="009071AC">
        <w:t>Voici</w:t>
      </w:r>
      <w:r>
        <w:t xml:space="preserve"> : </w:t>
      </w:r>
      <w:r w:rsidR="00855694" w:rsidRPr="009071AC">
        <w:t>il s</w:t>
      </w:r>
      <w:r>
        <w:t>’</w:t>
      </w:r>
      <w:r w:rsidR="00855694" w:rsidRPr="009071AC">
        <w:t>agit de suivre partout</w:t>
      </w:r>
      <w:r>
        <w:t xml:space="preserve">, </w:t>
      </w:r>
      <w:r w:rsidR="00855694" w:rsidRPr="009071AC">
        <w:t>sans jamais la perdre de vue</w:t>
      </w:r>
      <w:r>
        <w:t xml:space="preserve">, </w:t>
      </w:r>
      <w:r w:rsidR="00855694" w:rsidRPr="009071AC">
        <w:t>et assez adroitement pour qu</w:t>
      </w:r>
      <w:r>
        <w:t>’</w:t>
      </w:r>
      <w:r w:rsidR="00855694" w:rsidRPr="009071AC">
        <w:t>elle ne s</w:t>
      </w:r>
      <w:r>
        <w:t>’</w:t>
      </w:r>
      <w:r w:rsidR="00855694" w:rsidRPr="009071AC">
        <w:t>en doute pas</w:t>
      </w:r>
      <w:r>
        <w:t xml:space="preserve">, </w:t>
      </w:r>
      <w:r w:rsidR="00855694" w:rsidRPr="009071AC">
        <w:t>une femme que je vous désignerai</w:t>
      </w:r>
      <w:r>
        <w:t xml:space="preserve">… </w:t>
      </w:r>
      <w:r w:rsidR="00855694" w:rsidRPr="009071AC">
        <w:t>Tous ses regards</w:t>
      </w:r>
      <w:r>
        <w:t xml:space="preserve">, </w:t>
      </w:r>
      <w:r w:rsidR="00855694" w:rsidRPr="009071AC">
        <w:t>vous les épierez</w:t>
      </w:r>
      <w:r>
        <w:t xml:space="preserve">… </w:t>
      </w:r>
      <w:r w:rsidR="00855694" w:rsidRPr="009071AC">
        <w:t>et quand ses yeux vous diront que c</w:t>
      </w:r>
      <w:r>
        <w:t>’</w:t>
      </w:r>
      <w:r w:rsidR="00855694" w:rsidRPr="009071AC">
        <w:t>est son fils qu</w:t>
      </w:r>
      <w:r>
        <w:t>’</w:t>
      </w:r>
      <w:r w:rsidR="00855694" w:rsidRPr="009071AC">
        <w:t>elle regarde</w:t>
      </w:r>
      <w:r>
        <w:t xml:space="preserve">, </w:t>
      </w:r>
      <w:r w:rsidR="00855694" w:rsidRPr="009071AC">
        <w:t>votre tâche sera bien près d</w:t>
      </w:r>
      <w:r>
        <w:t>’</w:t>
      </w:r>
      <w:r w:rsidR="00855694" w:rsidRPr="009071AC">
        <w:t>être remplie</w:t>
      </w:r>
      <w:r>
        <w:t xml:space="preserve">. </w:t>
      </w:r>
      <w:r w:rsidR="00855694" w:rsidRPr="009071AC">
        <w:t>Il ne restera plus qu</w:t>
      </w:r>
      <w:r>
        <w:t>’</w:t>
      </w:r>
      <w:r w:rsidR="00855694" w:rsidRPr="009071AC">
        <w:t>à suivre ce fils et à découvrir son nom</w:t>
      </w:r>
      <w:r>
        <w:t xml:space="preserve">, </w:t>
      </w:r>
      <w:r w:rsidR="00855694" w:rsidRPr="009071AC">
        <w:t>son adresse</w:t>
      </w:r>
      <w:r>
        <w:t xml:space="preserve">, </w:t>
      </w:r>
      <w:r w:rsidR="00855694" w:rsidRPr="009071AC">
        <w:t>ce qu</w:t>
      </w:r>
      <w:r>
        <w:t>’</w:t>
      </w:r>
      <w:r w:rsidR="00855694" w:rsidRPr="009071AC">
        <w:t>il fait</w:t>
      </w:r>
      <w:r>
        <w:t xml:space="preserve">, </w:t>
      </w:r>
      <w:r w:rsidR="00855694" w:rsidRPr="009071AC">
        <w:t>comment et de quoi il vit</w:t>
      </w:r>
      <w:r>
        <w:t xml:space="preserve">… </w:t>
      </w:r>
      <w:r w:rsidR="00855694" w:rsidRPr="009071AC">
        <w:t>Je ne sais si je m</w:t>
      </w:r>
      <w:r>
        <w:t>’</w:t>
      </w:r>
      <w:r w:rsidR="00855694" w:rsidRPr="009071AC">
        <w:t>explique bien</w:t>
      </w:r>
      <w:r>
        <w:t>…</w:t>
      </w:r>
    </w:p>
    <w:p w14:paraId="5193E32A" w14:textId="58EC4398" w:rsidR="00F635DB" w:rsidRDefault="00855694" w:rsidP="00F635DB">
      <w:r w:rsidRPr="009071AC">
        <w:t xml:space="preserve">Ce doute venait à </w:t>
      </w:r>
      <w:r w:rsidR="00F635DB">
        <w:t>M. </w:t>
      </w:r>
      <w:r w:rsidRPr="009071AC">
        <w:t>Fortunat de la physionomie de Chupin</w:t>
      </w:r>
      <w:r w:rsidR="00F635DB">
        <w:t xml:space="preserve">, </w:t>
      </w:r>
      <w:r w:rsidRPr="009071AC">
        <w:t>où se peignaient la stupeur et le mécontentement</w:t>
      </w:r>
      <w:r w:rsidR="00F635DB">
        <w:t>.</w:t>
      </w:r>
    </w:p>
    <w:p w14:paraId="6211B2EC" w14:textId="77777777" w:rsidR="00F635DB" w:rsidRDefault="00F635DB" w:rsidP="00F635DB">
      <w:r>
        <w:t>— </w:t>
      </w:r>
      <w:r w:rsidR="00855694" w:rsidRPr="009071AC">
        <w:t>Excusez</w:t>
      </w:r>
      <w:r>
        <w:t xml:space="preserve">, </w:t>
      </w:r>
      <w:r w:rsidR="00855694" w:rsidRPr="009071AC">
        <w:t>m</w:t>
      </w:r>
      <w:r>
        <w:t>’</w:t>
      </w:r>
      <w:proofErr w:type="spellStart"/>
      <w:r w:rsidR="00855694" w:rsidRPr="009071AC">
        <w:t>sieu</w:t>
      </w:r>
      <w:proofErr w:type="spellEnd"/>
      <w:r>
        <w:t xml:space="preserve">, </w:t>
      </w:r>
      <w:r w:rsidR="00855694" w:rsidRPr="009071AC">
        <w:t>fit-il</w:t>
      </w:r>
      <w:r>
        <w:t xml:space="preserve"> ; </w:t>
      </w:r>
      <w:r w:rsidR="00855694" w:rsidRPr="009071AC">
        <w:t>je ne comprends pas tout à fait</w:t>
      </w:r>
      <w:r>
        <w:t>…</w:t>
      </w:r>
    </w:p>
    <w:p w14:paraId="06DC9F81" w14:textId="77777777" w:rsidR="00F635DB" w:rsidRDefault="00F635DB" w:rsidP="00F635DB">
      <w:r>
        <w:t>— </w:t>
      </w:r>
      <w:r w:rsidR="00855694" w:rsidRPr="009071AC">
        <w:t>C</w:t>
      </w:r>
      <w:r>
        <w:t>’</w:t>
      </w:r>
      <w:r w:rsidR="00855694" w:rsidRPr="009071AC">
        <w:t>est cependant bien simple</w:t>
      </w:r>
      <w:r>
        <w:t xml:space="preserve"> : </w:t>
      </w:r>
      <w:r w:rsidR="00855694" w:rsidRPr="009071AC">
        <w:t>La femme en question a un fils d</w:t>
      </w:r>
      <w:r>
        <w:t>’</w:t>
      </w:r>
      <w:r w:rsidR="00855694" w:rsidRPr="009071AC">
        <w:t>une vingtaine d</w:t>
      </w:r>
      <w:r>
        <w:t>’</w:t>
      </w:r>
      <w:r w:rsidR="00855694" w:rsidRPr="009071AC">
        <w:t>années</w:t>
      </w:r>
      <w:r>
        <w:t xml:space="preserve">, </w:t>
      </w:r>
      <w:r w:rsidR="00855694" w:rsidRPr="009071AC">
        <w:t>je le sais</w:t>
      </w:r>
      <w:r>
        <w:t xml:space="preserve">, </w:t>
      </w:r>
      <w:r w:rsidR="00855694" w:rsidRPr="009071AC">
        <w:t>j</w:t>
      </w:r>
      <w:r>
        <w:t>’</w:t>
      </w:r>
      <w:r w:rsidR="00855694" w:rsidRPr="009071AC">
        <w:t>en suis sûr</w:t>
      </w:r>
      <w:r>
        <w:t xml:space="preserve">… </w:t>
      </w:r>
      <w:r w:rsidR="00855694" w:rsidRPr="009071AC">
        <w:t>Seulement elle le nie</w:t>
      </w:r>
      <w:r>
        <w:t xml:space="preserve">, </w:t>
      </w:r>
      <w:r w:rsidR="00855694" w:rsidRPr="009071AC">
        <w:t>elle le cache</w:t>
      </w:r>
      <w:r>
        <w:t xml:space="preserve">, </w:t>
      </w:r>
      <w:r w:rsidR="00855694" w:rsidRPr="009071AC">
        <w:t>et lui ne la connaît pas</w:t>
      </w:r>
      <w:r>
        <w:t xml:space="preserve">. </w:t>
      </w:r>
      <w:r w:rsidR="00855694" w:rsidRPr="009071AC">
        <w:t>Elle le surveille cependant en secret</w:t>
      </w:r>
      <w:r>
        <w:t xml:space="preserve">, </w:t>
      </w:r>
      <w:r w:rsidR="00855694" w:rsidRPr="009071AC">
        <w:t>elle lui fait passer de quoi vivre</w:t>
      </w:r>
      <w:r>
        <w:t xml:space="preserve">, </w:t>
      </w:r>
      <w:r w:rsidR="00855694" w:rsidRPr="009071AC">
        <w:t>et tous les jours elle s</w:t>
      </w:r>
      <w:r>
        <w:t>’</w:t>
      </w:r>
      <w:r w:rsidR="00855694" w:rsidRPr="009071AC">
        <w:t>arrange de façon à le voir</w:t>
      </w:r>
      <w:r>
        <w:t xml:space="preserve">… </w:t>
      </w:r>
      <w:r w:rsidR="00855694" w:rsidRPr="009071AC">
        <w:t>Or</w:t>
      </w:r>
      <w:r>
        <w:t xml:space="preserve">, </w:t>
      </w:r>
      <w:r w:rsidR="00855694" w:rsidRPr="009071AC">
        <w:t>il est de mon intérêt de retrouver ce fils</w:t>
      </w:r>
      <w:r>
        <w:t>.</w:t>
      </w:r>
    </w:p>
    <w:p w14:paraId="1A8EB10B" w14:textId="77777777" w:rsidR="00F635DB" w:rsidRDefault="00855694" w:rsidP="00F635DB">
      <w:r w:rsidRPr="009071AC">
        <w:t>D</w:t>
      </w:r>
      <w:r w:rsidR="00F635DB">
        <w:t>’</w:t>
      </w:r>
      <w:r w:rsidRPr="009071AC">
        <w:t>étonné qu</w:t>
      </w:r>
      <w:r w:rsidR="00F635DB">
        <w:t>’</w:t>
      </w:r>
      <w:r w:rsidRPr="009071AC">
        <w:t>il était</w:t>
      </w:r>
      <w:r w:rsidR="00F635DB">
        <w:t xml:space="preserve">, </w:t>
      </w:r>
      <w:r w:rsidRPr="009071AC">
        <w:t>le masque mobile de Chupin devenait menaçant</w:t>
      </w:r>
      <w:r w:rsidR="00F635DB">
        <w:t xml:space="preserve">, </w:t>
      </w:r>
      <w:r w:rsidRPr="009071AC">
        <w:t>ses sourcils se fronçaient et ses lèvres tremblaient</w:t>
      </w:r>
      <w:r w:rsidR="00F635DB">
        <w:t>.</w:t>
      </w:r>
    </w:p>
    <w:p w14:paraId="51A6089D" w14:textId="7FB28887" w:rsidR="00F635DB" w:rsidRDefault="00855694" w:rsidP="00F635DB">
      <w:r w:rsidRPr="009071AC">
        <w:t>Ce qui n</w:t>
      </w:r>
      <w:r w:rsidR="00F635DB">
        <w:t>’</w:t>
      </w:r>
      <w:r w:rsidRPr="009071AC">
        <w:t xml:space="preserve">empêcha pas </w:t>
      </w:r>
      <w:r w:rsidR="00F635DB">
        <w:t>M. </w:t>
      </w:r>
      <w:r w:rsidRPr="009071AC">
        <w:t>Fortunat d</w:t>
      </w:r>
      <w:r w:rsidR="00F635DB">
        <w:t>’</w:t>
      </w:r>
      <w:r w:rsidRPr="009071AC">
        <w:t>ajouter avec l</w:t>
      </w:r>
      <w:r w:rsidR="00F635DB">
        <w:t>’</w:t>
      </w:r>
      <w:r w:rsidRPr="009071AC">
        <w:t>aplomb de qui ne soupçonne même pas la possibilité d</w:t>
      </w:r>
      <w:r w:rsidR="00F635DB">
        <w:t>’</w:t>
      </w:r>
      <w:r w:rsidRPr="009071AC">
        <w:t>un refus</w:t>
      </w:r>
      <w:r w:rsidR="00F635DB">
        <w:t> :</w:t>
      </w:r>
    </w:p>
    <w:p w14:paraId="03B31905" w14:textId="77777777" w:rsidR="00F635DB" w:rsidRDefault="00F635DB" w:rsidP="00F635DB">
      <w:r>
        <w:t>— </w:t>
      </w:r>
      <w:r w:rsidR="00855694" w:rsidRPr="009071AC">
        <w:t>Cela vous va-t-il</w:t>
      </w:r>
      <w:r>
        <w:t xml:space="preserve"> ?… </w:t>
      </w:r>
      <w:r w:rsidR="00855694" w:rsidRPr="009071AC">
        <w:t>Quand nous mettons-nous à la besogne</w:t>
      </w:r>
      <w:r>
        <w:t> ?…</w:t>
      </w:r>
    </w:p>
    <w:p w14:paraId="33C4D214" w14:textId="77777777" w:rsidR="00F635DB" w:rsidRDefault="00F635DB" w:rsidP="00F635DB">
      <w:r>
        <w:t>— </w:t>
      </w:r>
      <w:r w:rsidR="00855694" w:rsidRPr="009071AC">
        <w:t>Jamais</w:t>
      </w:r>
      <w:r>
        <w:t xml:space="preserve"> !… </w:t>
      </w:r>
      <w:r w:rsidR="00855694" w:rsidRPr="009071AC">
        <w:t>interrompit violemment Chupin</w:t>
      </w:r>
      <w:r>
        <w:t>.</w:t>
      </w:r>
    </w:p>
    <w:p w14:paraId="6A00B27B" w14:textId="77777777" w:rsidR="00F635DB" w:rsidRDefault="00855694" w:rsidP="00F635DB">
      <w:r w:rsidRPr="009071AC">
        <w:t>Et se dressant</w:t>
      </w:r>
      <w:r w:rsidR="00F635DB">
        <w:t> :</w:t>
      </w:r>
    </w:p>
    <w:p w14:paraId="2B5F5416" w14:textId="77777777" w:rsidR="00F635DB" w:rsidRDefault="00F635DB" w:rsidP="00F635DB">
      <w:r>
        <w:lastRenderedPageBreak/>
        <w:t>— </w:t>
      </w:r>
      <w:r w:rsidR="00855694" w:rsidRPr="009071AC">
        <w:t>Ah</w:t>
      </w:r>
      <w:r>
        <w:t xml:space="preserve"> !… </w:t>
      </w:r>
      <w:r w:rsidR="00855694" w:rsidRPr="009071AC">
        <w:t>mais non</w:t>
      </w:r>
      <w:r>
        <w:t xml:space="preserve">, </w:t>
      </w:r>
      <w:r w:rsidR="00855694" w:rsidRPr="009071AC">
        <w:t>continua-t-il</w:t>
      </w:r>
      <w:r>
        <w:t xml:space="preserve">, </w:t>
      </w:r>
      <w:r w:rsidR="00855694" w:rsidRPr="009071AC">
        <w:t>je ne ferai pas manger de ce pain-là à ma bonne femme de mère</w:t>
      </w:r>
      <w:r>
        <w:t xml:space="preserve">… </w:t>
      </w:r>
      <w:r w:rsidR="00855694" w:rsidRPr="009071AC">
        <w:t>Il l</w:t>
      </w:r>
      <w:r>
        <w:t>’</w:t>
      </w:r>
      <w:r w:rsidR="00855694" w:rsidRPr="009071AC">
        <w:t>étranglerait</w:t>
      </w:r>
      <w:r>
        <w:t xml:space="preserve">. </w:t>
      </w:r>
      <w:r w:rsidR="00855694" w:rsidRPr="009071AC">
        <w:t>Filer quelqu</w:t>
      </w:r>
      <w:r>
        <w:t>’</w:t>
      </w:r>
      <w:r w:rsidR="00855694" w:rsidRPr="009071AC">
        <w:t>un</w:t>
      </w:r>
      <w:r>
        <w:t xml:space="preserve">, </w:t>
      </w:r>
      <w:r w:rsidR="00855694" w:rsidRPr="009071AC">
        <w:t>moi</w:t>
      </w:r>
      <w:r>
        <w:t xml:space="preserve"> !… </w:t>
      </w:r>
      <w:r w:rsidR="00855694" w:rsidRPr="009071AC">
        <w:t>Merci</w:t>
      </w:r>
      <w:r>
        <w:t xml:space="preserve">, </w:t>
      </w:r>
      <w:r w:rsidR="00855694" w:rsidRPr="009071AC">
        <w:t>je cède mon tour</w:t>
      </w:r>
      <w:r>
        <w:t xml:space="preserve">. </w:t>
      </w:r>
      <w:r w:rsidR="00855694" w:rsidRPr="009071AC">
        <w:t>Qui est-ce qui en veut</w:t>
      </w:r>
      <w:r>
        <w:t xml:space="preserve">… </w:t>
      </w:r>
      <w:r w:rsidR="00855694" w:rsidRPr="009071AC">
        <w:t>pas cher</w:t>
      </w:r>
      <w:r>
        <w:t xml:space="preserve">… </w:t>
      </w:r>
      <w:r w:rsidR="00855694" w:rsidRPr="009071AC">
        <w:t>pour rien</w:t>
      </w:r>
      <w:r>
        <w:t>.</w:t>
      </w:r>
    </w:p>
    <w:p w14:paraId="6FFDA6B4" w14:textId="77777777" w:rsidR="00F635DB" w:rsidRDefault="00855694" w:rsidP="00F635DB">
      <w:r w:rsidRPr="009071AC">
        <w:t>Il était rouge comme un coquelicot</w:t>
      </w:r>
      <w:r w:rsidR="00F635DB">
        <w:t xml:space="preserve">, </w:t>
      </w:r>
      <w:r w:rsidRPr="009071AC">
        <w:t>et dans son indignation</w:t>
      </w:r>
      <w:r w:rsidR="00F635DB">
        <w:t xml:space="preserve">, </w:t>
      </w:r>
      <w:r w:rsidRPr="009071AC">
        <w:t>il oubliait sa réserve accoutumée</w:t>
      </w:r>
      <w:r w:rsidR="00F635DB">
        <w:t xml:space="preserve">, </w:t>
      </w:r>
      <w:r w:rsidRPr="009071AC">
        <w:t>et l</w:t>
      </w:r>
      <w:r w:rsidR="00F635DB">
        <w:t>’</w:t>
      </w:r>
      <w:r w:rsidRPr="009071AC">
        <w:t>impénétrable discrétion dont il avait toujours enveloppé ses antécédents</w:t>
      </w:r>
      <w:r w:rsidR="00F635DB">
        <w:t>.</w:t>
      </w:r>
    </w:p>
    <w:p w14:paraId="727FC476" w14:textId="77777777" w:rsidR="00F635DB" w:rsidRDefault="00F635DB" w:rsidP="00F635DB">
      <w:r>
        <w:t>— </w:t>
      </w:r>
      <w:r w:rsidR="00855694" w:rsidRPr="009071AC">
        <w:t>Connu</w:t>
      </w:r>
      <w:r>
        <w:t xml:space="preserve">, </w:t>
      </w:r>
      <w:r w:rsidR="00855694" w:rsidRPr="009071AC">
        <w:t>le métier</w:t>
      </w:r>
      <w:r>
        <w:t xml:space="preserve"> ! </w:t>
      </w:r>
      <w:r w:rsidR="00855694" w:rsidRPr="009071AC">
        <w:t>poursuivait-il</w:t>
      </w:r>
      <w:r>
        <w:t xml:space="preserve">, </w:t>
      </w:r>
      <w:r w:rsidR="00855694" w:rsidRPr="009071AC">
        <w:t>je l</w:t>
      </w:r>
      <w:r>
        <w:t>’</w:t>
      </w:r>
      <w:r w:rsidR="00855694" w:rsidRPr="009071AC">
        <w:t>ai fait</w:t>
      </w:r>
      <w:r>
        <w:t xml:space="preserve">… </w:t>
      </w:r>
      <w:r w:rsidR="00855694" w:rsidRPr="009071AC">
        <w:t>Autant prendre son billet pour Poissy</w:t>
      </w:r>
      <w:r>
        <w:t xml:space="preserve">, </w:t>
      </w:r>
      <w:r w:rsidR="00855694" w:rsidRPr="009071AC">
        <w:t>train direct</w:t>
      </w:r>
      <w:r>
        <w:t xml:space="preserve"> !… </w:t>
      </w:r>
      <w:r w:rsidR="00855694" w:rsidRPr="009071AC">
        <w:t>Voilà où je serais</w:t>
      </w:r>
      <w:r>
        <w:t xml:space="preserve">, </w:t>
      </w:r>
      <w:r w:rsidR="00855694" w:rsidRPr="009071AC">
        <w:t>en train de fabriquer des chaussons de lisière</w:t>
      </w:r>
      <w:r>
        <w:t xml:space="preserve">, </w:t>
      </w:r>
      <w:r w:rsidR="00855694" w:rsidRPr="009071AC">
        <w:t>sans m</w:t>
      </w:r>
      <w:r>
        <w:t>’</w:t>
      </w:r>
      <w:proofErr w:type="spellStart"/>
      <w:r w:rsidR="00855694" w:rsidRPr="009071AC">
        <w:t>sieu</w:t>
      </w:r>
      <w:proofErr w:type="spellEnd"/>
      <w:r w:rsidR="00855694" w:rsidRPr="009071AC">
        <w:t xml:space="preserve"> André</w:t>
      </w:r>
      <w:r w:rsidR="00855694" w:rsidRPr="009071AC">
        <w:rPr>
          <w:rStyle w:val="Appelnotedebasdep"/>
        </w:rPr>
        <w:footnoteReference w:id="1"/>
      </w:r>
      <w:r>
        <w:t xml:space="preserve">… </w:t>
      </w:r>
      <w:r w:rsidR="00855694" w:rsidRPr="009071AC">
        <w:t>Je l</w:t>
      </w:r>
      <w:r>
        <w:t>’</w:t>
      </w:r>
      <w:r w:rsidR="00855694" w:rsidRPr="009071AC">
        <w:t>avais autant dire tué</w:t>
      </w:r>
      <w:r>
        <w:t xml:space="preserve">, </w:t>
      </w:r>
      <w:r w:rsidR="00855694" w:rsidRPr="009071AC">
        <w:t>cet homme</w:t>
      </w:r>
      <w:r>
        <w:t xml:space="preserve"> ; </w:t>
      </w:r>
      <w:r w:rsidR="00855694" w:rsidRPr="009071AC">
        <w:t>on m</w:t>
      </w:r>
      <w:r>
        <w:t>’</w:t>
      </w:r>
      <w:r w:rsidR="00855694" w:rsidRPr="009071AC">
        <w:t>avait soûlé d</w:t>
      </w:r>
      <w:r>
        <w:t>’</w:t>
      </w:r>
      <w:r w:rsidR="00855694" w:rsidRPr="009071AC">
        <w:t>argent</w:t>
      </w:r>
      <w:r>
        <w:t xml:space="preserve">, </w:t>
      </w:r>
      <w:r w:rsidR="00855694" w:rsidRPr="009071AC">
        <w:t>et comme un brigand que j</w:t>
      </w:r>
      <w:r>
        <w:t>’</w:t>
      </w:r>
      <w:r w:rsidR="00855694" w:rsidRPr="009071AC">
        <w:t>étais</w:t>
      </w:r>
      <w:r>
        <w:t xml:space="preserve">, </w:t>
      </w:r>
      <w:r w:rsidR="00855694" w:rsidRPr="009071AC">
        <w:t>j</w:t>
      </w:r>
      <w:r>
        <w:t>’</w:t>
      </w:r>
      <w:r w:rsidR="00855694" w:rsidRPr="009071AC">
        <w:t>avais scié l</w:t>
      </w:r>
      <w:r>
        <w:t>’</w:t>
      </w:r>
      <w:r w:rsidR="00855694" w:rsidRPr="009071AC">
        <w:t>appui de la fenêtre d</w:t>
      </w:r>
      <w:r>
        <w:t>’</w:t>
      </w:r>
      <w:r w:rsidR="00855694" w:rsidRPr="009071AC">
        <w:t>où il est tombé</w:t>
      </w:r>
      <w:r>
        <w:t xml:space="preserve">… </w:t>
      </w:r>
      <w:r w:rsidR="00855694" w:rsidRPr="009071AC">
        <w:t>Lui</w:t>
      </w:r>
      <w:r>
        <w:t xml:space="preserve">, </w:t>
      </w:r>
      <w:r w:rsidR="00855694" w:rsidRPr="009071AC">
        <w:t>pour se venger</w:t>
      </w:r>
      <w:r>
        <w:t xml:space="preserve">, </w:t>
      </w:r>
      <w:r w:rsidR="00855694" w:rsidRPr="009071AC">
        <w:t>m</w:t>
      </w:r>
      <w:r>
        <w:t>’</w:t>
      </w:r>
      <w:r w:rsidR="00855694" w:rsidRPr="009071AC">
        <w:t>a tiré du pétrin</w:t>
      </w:r>
      <w:r>
        <w:t xml:space="preserve">. </w:t>
      </w:r>
      <w:r w:rsidR="00855694" w:rsidRPr="009071AC">
        <w:t>Et après cela</w:t>
      </w:r>
      <w:r>
        <w:t xml:space="preserve">, </w:t>
      </w:r>
      <w:r w:rsidR="00855694" w:rsidRPr="009071AC">
        <w:t>je recommencerais mes canailleries d</w:t>
      </w:r>
      <w:r>
        <w:t>’</w:t>
      </w:r>
      <w:r w:rsidR="00855694" w:rsidRPr="009071AC">
        <w:t>autrefois</w:t>
      </w:r>
      <w:r>
        <w:t xml:space="preserve"> ?… </w:t>
      </w:r>
      <w:r w:rsidR="00855694" w:rsidRPr="009071AC">
        <w:t>Cré nom</w:t>
      </w:r>
      <w:r>
        <w:t xml:space="preserve"> ! </w:t>
      </w:r>
      <w:r w:rsidR="00855694" w:rsidRPr="009071AC">
        <w:t>j</w:t>
      </w:r>
      <w:r>
        <w:t>’</w:t>
      </w:r>
      <w:r w:rsidR="00855694" w:rsidRPr="009071AC">
        <w:t>aimerais mieux me couper la jambe</w:t>
      </w:r>
      <w:r>
        <w:t xml:space="preserve"> !… </w:t>
      </w:r>
      <w:r w:rsidR="00855694" w:rsidRPr="009071AC">
        <w:t>Je filerais cette pauvre femme</w:t>
      </w:r>
      <w:r>
        <w:t xml:space="preserve">, </w:t>
      </w:r>
      <w:r w:rsidR="00855694" w:rsidRPr="009071AC">
        <w:t>n</w:t>
      </w:r>
      <w:r>
        <w:t>’</w:t>
      </w:r>
      <w:r w:rsidR="00855694" w:rsidRPr="009071AC">
        <w:t>est-ce pas</w:t>
      </w:r>
      <w:r>
        <w:t xml:space="preserve"> ? </w:t>
      </w:r>
      <w:r w:rsidR="00855694" w:rsidRPr="009071AC">
        <w:t>je surprendrais son secret</w:t>
      </w:r>
      <w:r>
        <w:t xml:space="preserve">, </w:t>
      </w:r>
      <w:r w:rsidR="00855694" w:rsidRPr="009071AC">
        <w:t>et après</w:t>
      </w:r>
      <w:r>
        <w:t xml:space="preserve">, </w:t>
      </w:r>
      <w:r w:rsidR="00855694" w:rsidRPr="009071AC">
        <w:t>vous la feriez chanter jusqu</w:t>
      </w:r>
      <w:r>
        <w:t>’</w:t>
      </w:r>
      <w:r w:rsidR="00855694" w:rsidRPr="009071AC">
        <w:t>à extinction de voix</w:t>
      </w:r>
      <w:r>
        <w:t xml:space="preserve"> ?… </w:t>
      </w:r>
      <w:r w:rsidR="00855694" w:rsidRPr="009071AC">
        <w:t>Non</w:t>
      </w:r>
      <w:r>
        <w:t xml:space="preserve">, </w:t>
      </w:r>
      <w:r w:rsidR="00855694" w:rsidRPr="009071AC">
        <w:t>non</w:t>
      </w:r>
      <w:r>
        <w:t xml:space="preserve"> ! </w:t>
      </w:r>
      <w:r w:rsidR="00855694" w:rsidRPr="009071AC">
        <w:t>je veux être riche</w:t>
      </w:r>
      <w:r>
        <w:t xml:space="preserve">, </w:t>
      </w:r>
      <w:r w:rsidR="00855694" w:rsidRPr="009071AC">
        <w:t>et je le serai</w:t>
      </w:r>
      <w:r>
        <w:t xml:space="preserve">, </w:t>
      </w:r>
      <w:r w:rsidR="00855694" w:rsidRPr="009071AC">
        <w:t>mais honnêtement</w:t>
      </w:r>
      <w:r>
        <w:t xml:space="preserve">… </w:t>
      </w:r>
      <w:r w:rsidR="00855694" w:rsidRPr="009071AC">
        <w:t>Je veux manier mes pièces de cent sous</w:t>
      </w:r>
      <w:r>
        <w:t xml:space="preserve">, </w:t>
      </w:r>
      <w:r w:rsidR="00855694" w:rsidRPr="009071AC">
        <w:t>sans être forcé de me laver les mains après</w:t>
      </w:r>
      <w:r>
        <w:t xml:space="preserve">… </w:t>
      </w:r>
      <w:r w:rsidR="00855694" w:rsidRPr="009071AC">
        <w:t>Ainsi</w:t>
      </w:r>
      <w:r>
        <w:t xml:space="preserve">, </w:t>
      </w:r>
      <w:r w:rsidR="00855694" w:rsidRPr="009071AC">
        <w:t>bien le bonsoir chez vous</w:t>
      </w:r>
      <w:r>
        <w:t>…</w:t>
      </w:r>
    </w:p>
    <w:p w14:paraId="777F0EF1" w14:textId="6E0C7ECE" w:rsidR="00F635DB" w:rsidRDefault="00855694" w:rsidP="00F635DB">
      <w:r w:rsidRPr="009071AC">
        <w:t xml:space="preserve">Les bras de </w:t>
      </w:r>
      <w:r w:rsidR="00F635DB">
        <w:t>M. </w:t>
      </w:r>
      <w:r w:rsidRPr="009071AC">
        <w:t>Fortunat lui tombaient</w:t>
      </w:r>
      <w:r w:rsidR="00F635DB">
        <w:t>.</w:t>
      </w:r>
    </w:p>
    <w:p w14:paraId="2D95F880" w14:textId="2AA0D7AF" w:rsidR="00F635DB" w:rsidRDefault="00F635DB" w:rsidP="00F635DB">
      <w:r>
        <w:t>« </w:t>
      </w:r>
      <w:r w:rsidR="00855694" w:rsidRPr="009071AC">
        <w:t>Je vous demande un peu</w:t>
      </w:r>
      <w:r>
        <w:t xml:space="preserve">, </w:t>
      </w:r>
      <w:r w:rsidR="00855694" w:rsidRPr="009071AC">
        <w:t>pensait-il</w:t>
      </w:r>
      <w:r>
        <w:t xml:space="preserve">, </w:t>
      </w:r>
      <w:r w:rsidR="00855694" w:rsidRPr="009071AC">
        <w:t>où les scrupules vont se nicher</w:t>
      </w:r>
      <w:r>
        <w:t> ! »</w:t>
      </w:r>
    </w:p>
    <w:p w14:paraId="5584862C" w14:textId="77777777" w:rsidR="00F635DB" w:rsidRDefault="00855694" w:rsidP="00F635DB">
      <w:r w:rsidRPr="009071AC">
        <w:lastRenderedPageBreak/>
        <w:t>Mais il était en même temps très-inquiet de s</w:t>
      </w:r>
      <w:r w:rsidR="00F635DB">
        <w:t>’</w:t>
      </w:r>
      <w:r w:rsidRPr="009071AC">
        <w:t>être si légèrement livré</w:t>
      </w:r>
      <w:r w:rsidR="00F635DB">
        <w:t xml:space="preserve">. </w:t>
      </w:r>
      <w:r w:rsidRPr="009071AC">
        <w:t>Chupin n</w:t>
      </w:r>
      <w:r w:rsidR="00F635DB">
        <w:t>’</w:t>
      </w:r>
      <w:r w:rsidRPr="009071AC">
        <w:t>abuserait-il pas de la confidence</w:t>
      </w:r>
      <w:r w:rsidR="00F635DB">
        <w:t xml:space="preserve"> ?… </w:t>
      </w:r>
      <w:r w:rsidRPr="009071AC">
        <w:t>Qui sait</w:t>
      </w:r>
      <w:r w:rsidR="00F635DB">
        <w:t> !</w:t>
      </w:r>
    </w:p>
    <w:p w14:paraId="49C1560A" w14:textId="77777777" w:rsidR="00F635DB" w:rsidRDefault="00855694" w:rsidP="00F635DB">
      <w:r w:rsidRPr="009071AC">
        <w:t>Aussi se jura-t-il que du moment où il avait confié à Chupin son projet</w:t>
      </w:r>
      <w:r w:rsidR="00F635DB">
        <w:t xml:space="preserve">, </w:t>
      </w:r>
      <w:r w:rsidRPr="009071AC">
        <w:t>Chupin l</w:t>
      </w:r>
      <w:r w:rsidR="00F635DB">
        <w:t>’</w:t>
      </w:r>
      <w:r w:rsidRPr="009071AC">
        <w:t>exécuterait</w:t>
      </w:r>
      <w:r w:rsidR="00F635DB">
        <w:t>.</w:t>
      </w:r>
    </w:p>
    <w:p w14:paraId="613D1E76" w14:textId="77777777" w:rsidR="00F635DB" w:rsidRDefault="00855694" w:rsidP="00F635DB">
      <w:r w:rsidRPr="009071AC">
        <w:t>Il prit donc son air le plus sévère et le plus digne</w:t>
      </w:r>
      <w:r w:rsidR="00F635DB">
        <w:t xml:space="preserve">, </w:t>
      </w:r>
      <w:r w:rsidRPr="009071AC">
        <w:t>et durement</w:t>
      </w:r>
      <w:r w:rsidR="00F635DB">
        <w:t> :</w:t>
      </w:r>
    </w:p>
    <w:p w14:paraId="5ACAE24F" w14:textId="77777777" w:rsidR="00F635DB" w:rsidRDefault="00F635DB" w:rsidP="00F635DB">
      <w:r>
        <w:t>— </w:t>
      </w:r>
      <w:r w:rsidR="00855694" w:rsidRPr="009071AC">
        <w:t>Je pense</w:t>
      </w:r>
      <w:r>
        <w:t xml:space="preserve">, </w:t>
      </w:r>
      <w:r w:rsidR="00855694" w:rsidRPr="009071AC">
        <w:t>dit-il</w:t>
      </w:r>
      <w:r>
        <w:t xml:space="preserve">, </w:t>
      </w:r>
      <w:r w:rsidR="00855694" w:rsidRPr="009071AC">
        <w:t>que vous devenez fou</w:t>
      </w:r>
      <w:r>
        <w:t> !</w:t>
      </w:r>
    </w:p>
    <w:p w14:paraId="4E47C2CB" w14:textId="77777777" w:rsidR="00F635DB" w:rsidRDefault="00855694" w:rsidP="00F635DB">
      <w:r w:rsidRPr="009071AC">
        <w:t>C</w:t>
      </w:r>
      <w:r w:rsidR="00F635DB">
        <w:t>’</w:t>
      </w:r>
      <w:r w:rsidRPr="009071AC">
        <w:t>était si juste comme expression et comme intonation</w:t>
      </w:r>
      <w:r w:rsidR="00F635DB">
        <w:t xml:space="preserve">, </w:t>
      </w:r>
      <w:r w:rsidRPr="009071AC">
        <w:t>que Chupin s</w:t>
      </w:r>
      <w:r w:rsidR="00F635DB">
        <w:t>’</w:t>
      </w:r>
      <w:r w:rsidRPr="009071AC">
        <w:t>arrêta un peu penaud</w:t>
      </w:r>
      <w:r w:rsidR="00F635DB">
        <w:t>.</w:t>
      </w:r>
    </w:p>
    <w:p w14:paraId="151DA9FE" w14:textId="77777777" w:rsidR="00F635DB" w:rsidRDefault="00F635DB" w:rsidP="00F635DB">
      <w:r>
        <w:t>— </w:t>
      </w:r>
      <w:r w:rsidR="00855694" w:rsidRPr="009071AC">
        <w:t>Il paraît</w:t>
      </w:r>
      <w:r>
        <w:t xml:space="preserve">, </w:t>
      </w:r>
      <w:r w:rsidR="00855694" w:rsidRPr="009071AC">
        <w:t>insista le dénicheur d</w:t>
      </w:r>
      <w:r>
        <w:t>’</w:t>
      </w:r>
      <w:r w:rsidR="00855694" w:rsidRPr="009071AC">
        <w:t>héritages</w:t>
      </w:r>
      <w:r>
        <w:t xml:space="preserve">, </w:t>
      </w:r>
      <w:r w:rsidR="00855694" w:rsidRPr="009071AC">
        <w:t>que vous me croyez capable de vous pousser à des actions condamnables et dangereuses</w:t>
      </w:r>
      <w:r>
        <w:t>.</w:t>
      </w:r>
    </w:p>
    <w:p w14:paraId="1A94B1A5" w14:textId="77777777" w:rsidR="00F635DB" w:rsidRDefault="00F635DB" w:rsidP="00F635DB">
      <w:r>
        <w:t>— </w:t>
      </w:r>
      <w:r w:rsidR="00855694" w:rsidRPr="009071AC">
        <w:t>Mais non</w:t>
      </w:r>
      <w:r>
        <w:t xml:space="preserve">, </w:t>
      </w:r>
      <w:r w:rsidR="00855694" w:rsidRPr="009071AC">
        <w:t>m</w:t>
      </w:r>
      <w:r>
        <w:t>’</w:t>
      </w:r>
      <w:proofErr w:type="spellStart"/>
      <w:r w:rsidR="00855694" w:rsidRPr="009071AC">
        <w:t>sieu</w:t>
      </w:r>
      <w:proofErr w:type="spellEnd"/>
      <w:r>
        <w:t xml:space="preserve">, </w:t>
      </w:r>
      <w:r w:rsidR="00855694" w:rsidRPr="009071AC">
        <w:t>je vous assure</w:t>
      </w:r>
      <w:r>
        <w:t>…</w:t>
      </w:r>
    </w:p>
    <w:p w14:paraId="3A15EF21" w14:textId="1CDF658F" w:rsidR="00F635DB" w:rsidRDefault="00855694" w:rsidP="00F635DB">
      <w:r w:rsidRPr="009071AC">
        <w:t>Il y avait beaucoup d</w:t>
      </w:r>
      <w:r w:rsidR="00F635DB">
        <w:t>’</w:t>
      </w:r>
      <w:r w:rsidRPr="009071AC">
        <w:t xml:space="preserve">hésitation dans ce </w:t>
      </w:r>
      <w:r w:rsidR="00F635DB">
        <w:t>« </w:t>
      </w:r>
      <w:r w:rsidRPr="009071AC">
        <w:t>non</w:t>
      </w:r>
      <w:r w:rsidR="00F635DB">
        <w:t>, »</w:t>
      </w:r>
      <w:r w:rsidRPr="009071AC">
        <w:t xml:space="preserve"> aussi </w:t>
      </w:r>
      <w:r w:rsidR="00F635DB">
        <w:t>M. </w:t>
      </w:r>
      <w:r w:rsidRPr="009071AC">
        <w:t>Fortunat reprit-il</w:t>
      </w:r>
      <w:r w:rsidR="00F635DB">
        <w:t> :</w:t>
      </w:r>
    </w:p>
    <w:p w14:paraId="333A33A3" w14:textId="77777777" w:rsidR="00F635DB" w:rsidRDefault="00F635DB" w:rsidP="00F635DB">
      <w:r>
        <w:t>— </w:t>
      </w:r>
      <w:r w:rsidR="00855694" w:rsidRPr="009071AC">
        <w:t>Ignorez-vous donc qu</w:t>
      </w:r>
      <w:r>
        <w:t>’</w:t>
      </w:r>
      <w:r w:rsidR="00855694" w:rsidRPr="009071AC">
        <w:t>en dehors de mes recouvrements je m</w:t>
      </w:r>
      <w:r>
        <w:t>’</w:t>
      </w:r>
      <w:r w:rsidR="00855694" w:rsidRPr="009071AC">
        <w:t>occupe de rechercher les héritiers des successions vacantes</w:t>
      </w:r>
      <w:r>
        <w:t xml:space="preserve"> ? </w:t>
      </w:r>
      <w:r w:rsidR="00855694" w:rsidRPr="009071AC">
        <w:t>Non</w:t>
      </w:r>
      <w:r>
        <w:t xml:space="preserve">, </w:t>
      </w:r>
      <w:r w:rsidR="00855694" w:rsidRPr="009071AC">
        <w:t>n</w:t>
      </w:r>
      <w:r>
        <w:t>’</w:t>
      </w:r>
      <w:r w:rsidR="00855694" w:rsidRPr="009071AC">
        <w:t>est-ce pas</w:t>
      </w:r>
      <w:r>
        <w:t xml:space="preserve">. </w:t>
      </w:r>
      <w:r w:rsidR="00855694" w:rsidRPr="009071AC">
        <w:t>Eh bien</w:t>
      </w:r>
      <w:r>
        <w:t xml:space="preserve"> ! </w:t>
      </w:r>
      <w:r w:rsidR="00855694" w:rsidRPr="009071AC">
        <w:t>comment les trouverais-je sans investigations</w:t>
      </w:r>
      <w:r>
        <w:t xml:space="preserve"> ?… </w:t>
      </w:r>
      <w:r w:rsidR="00855694" w:rsidRPr="009071AC">
        <w:t>Si je fais surveiller la femme dont je vous ai parlé</w:t>
      </w:r>
      <w:r>
        <w:t xml:space="preserve">, </w:t>
      </w:r>
      <w:r w:rsidR="00855694" w:rsidRPr="009071AC">
        <w:t>c</w:t>
      </w:r>
      <w:r>
        <w:t>’</w:t>
      </w:r>
      <w:r w:rsidR="00855694" w:rsidRPr="009071AC">
        <w:t>est pour arriver par elle</w:t>
      </w:r>
      <w:r>
        <w:t xml:space="preserve">, </w:t>
      </w:r>
      <w:r w:rsidR="00855694" w:rsidRPr="009071AC">
        <w:t>à un pauvre garçon qu</w:t>
      </w:r>
      <w:r>
        <w:t>’</w:t>
      </w:r>
      <w:r w:rsidR="00855694" w:rsidRPr="009071AC">
        <w:t>on veut frustrer de ce qui lui appartient</w:t>
      </w:r>
      <w:r>
        <w:t xml:space="preserve">… </w:t>
      </w:r>
      <w:r w:rsidR="00855694" w:rsidRPr="009071AC">
        <w:t>Et quand je viens vous offrir les moyens de gagner 40 ou 50 francs en deux jours</w:t>
      </w:r>
      <w:r>
        <w:t xml:space="preserve">, </w:t>
      </w:r>
      <w:r w:rsidR="00855694" w:rsidRPr="009071AC">
        <w:t>vous me recevez ainsi</w:t>
      </w:r>
      <w:r>
        <w:t xml:space="preserve"> !… </w:t>
      </w:r>
      <w:r w:rsidR="00855694" w:rsidRPr="009071AC">
        <w:t>Vous n</w:t>
      </w:r>
      <w:r>
        <w:t>’</w:t>
      </w:r>
      <w:r w:rsidR="00855694" w:rsidRPr="009071AC">
        <w:t>êtes qu</w:t>
      </w:r>
      <w:r>
        <w:t>’</w:t>
      </w:r>
      <w:r w:rsidR="00855694" w:rsidRPr="009071AC">
        <w:t>un ingrat et un niais</w:t>
      </w:r>
      <w:r>
        <w:t xml:space="preserve">, </w:t>
      </w:r>
      <w:r w:rsidR="00855694" w:rsidRPr="009071AC">
        <w:t>Victor</w:t>
      </w:r>
      <w:r>
        <w:t> !…</w:t>
      </w:r>
    </w:p>
    <w:p w14:paraId="3A6EE3EF" w14:textId="77777777" w:rsidR="00F635DB" w:rsidRDefault="00855694" w:rsidP="00F635DB">
      <w:r w:rsidRPr="009071AC">
        <w:t>En Victor Chupin se résumaient à un degré excessif les qualités et les vices du Parisien des faubourgs</w:t>
      </w:r>
      <w:r w:rsidR="00F635DB">
        <w:t xml:space="preserve">, </w:t>
      </w:r>
      <w:r w:rsidRPr="009071AC">
        <w:t>qui naît vieux et qui</w:t>
      </w:r>
      <w:r w:rsidR="00F635DB">
        <w:t xml:space="preserve">, </w:t>
      </w:r>
      <w:r w:rsidRPr="009071AC">
        <w:t>vieillard</w:t>
      </w:r>
      <w:r w:rsidR="00F635DB">
        <w:t xml:space="preserve">, </w:t>
      </w:r>
      <w:r w:rsidRPr="009071AC">
        <w:t>reste gamin</w:t>
      </w:r>
      <w:r w:rsidR="00F635DB">
        <w:t>.</w:t>
      </w:r>
    </w:p>
    <w:p w14:paraId="51E7FAB8" w14:textId="77777777" w:rsidR="00F635DB" w:rsidRDefault="00855694" w:rsidP="00F635DB">
      <w:r w:rsidRPr="009071AC">
        <w:lastRenderedPageBreak/>
        <w:t>C</w:t>
      </w:r>
      <w:r w:rsidR="00F635DB">
        <w:t>’</w:t>
      </w:r>
      <w:r w:rsidRPr="009071AC">
        <w:t>est dire qu</w:t>
      </w:r>
      <w:r w:rsidR="00F635DB">
        <w:t>’</w:t>
      </w:r>
      <w:r w:rsidRPr="009071AC">
        <w:t>il n</w:t>
      </w:r>
      <w:r w:rsidR="00F635DB">
        <w:t>’</w:t>
      </w:r>
      <w:r w:rsidRPr="009071AC">
        <w:t>était guère innocent ni crédule</w:t>
      </w:r>
      <w:r w:rsidR="00F635DB">
        <w:t xml:space="preserve">, </w:t>
      </w:r>
      <w:r w:rsidRPr="009071AC">
        <w:t>ni confiant surtout</w:t>
      </w:r>
      <w:r w:rsidR="00F635DB">
        <w:t>.</w:t>
      </w:r>
    </w:p>
    <w:p w14:paraId="1508E96B" w14:textId="77777777" w:rsidR="00F635DB" w:rsidRDefault="00855694" w:rsidP="00F635DB">
      <w:r w:rsidRPr="009071AC">
        <w:t>À peine adolescent</w:t>
      </w:r>
      <w:r w:rsidR="00F635DB">
        <w:t xml:space="preserve">, </w:t>
      </w:r>
      <w:r w:rsidRPr="009071AC">
        <w:t>il avait vu d</w:t>
      </w:r>
      <w:r w:rsidR="00F635DB">
        <w:t>’</w:t>
      </w:r>
      <w:r w:rsidRPr="009071AC">
        <w:t>étranges choses</w:t>
      </w:r>
      <w:r w:rsidR="00F635DB">
        <w:t xml:space="preserve">, </w:t>
      </w:r>
      <w:r w:rsidRPr="009071AC">
        <w:t>et il lui en était resté assez d</w:t>
      </w:r>
      <w:r w:rsidR="00F635DB">
        <w:t>’</w:t>
      </w:r>
      <w:r w:rsidRPr="009071AC">
        <w:t>acquis pour effrayer l</w:t>
      </w:r>
      <w:r w:rsidR="00F635DB">
        <w:t>’</w:t>
      </w:r>
      <w:r w:rsidRPr="009071AC">
        <w:t>expérience d</w:t>
      </w:r>
      <w:r w:rsidR="00F635DB">
        <w:t>’</w:t>
      </w:r>
      <w:r w:rsidRPr="009071AC">
        <w:t>un philosophe</w:t>
      </w:r>
      <w:r w:rsidR="00F635DB">
        <w:t>.</w:t>
      </w:r>
    </w:p>
    <w:p w14:paraId="26E6AB79" w14:textId="7D9F5767" w:rsidR="00F635DB" w:rsidRDefault="00855694" w:rsidP="00F635DB">
      <w:r w:rsidRPr="009071AC">
        <w:t>Mais il n</w:t>
      </w:r>
      <w:r w:rsidR="00F635DB">
        <w:t>’</w:t>
      </w:r>
      <w:r w:rsidRPr="009071AC">
        <w:t xml:space="preserve">était pas de taille à lutter de rouerie avec </w:t>
      </w:r>
      <w:r w:rsidR="00F635DB">
        <w:t>M. </w:t>
      </w:r>
      <w:r w:rsidRPr="009071AC">
        <w:t>Fortunat</w:t>
      </w:r>
      <w:r w:rsidR="00F635DB">
        <w:t xml:space="preserve">, </w:t>
      </w:r>
      <w:r w:rsidRPr="009071AC">
        <w:t>lequel avait d</w:t>
      </w:r>
      <w:r w:rsidR="00F635DB">
        <w:t>’</w:t>
      </w:r>
      <w:r w:rsidRPr="009071AC">
        <w:t>ailleurs cet immense avantage de lui imposer par sa qualité de patron</w:t>
      </w:r>
      <w:r w:rsidR="00F635DB">
        <w:t xml:space="preserve">, </w:t>
      </w:r>
      <w:r w:rsidRPr="009071AC">
        <w:t>par sa position</w:t>
      </w:r>
      <w:r w:rsidR="00F635DB">
        <w:t xml:space="preserve">, </w:t>
      </w:r>
      <w:r w:rsidRPr="009071AC">
        <w:t>sa fortune et sa tenue</w:t>
      </w:r>
      <w:r w:rsidR="00F635DB">
        <w:t>.</w:t>
      </w:r>
    </w:p>
    <w:p w14:paraId="775B0032" w14:textId="77777777" w:rsidR="00F635DB" w:rsidRDefault="00855694" w:rsidP="00F635DB">
      <w:r w:rsidRPr="009071AC">
        <w:t>Aussi Chupin fut il tout d</w:t>
      </w:r>
      <w:r w:rsidR="00F635DB">
        <w:t>’</w:t>
      </w:r>
      <w:r w:rsidRPr="009071AC">
        <w:t>abord ébranlé par les froides objections du dénicheur d</w:t>
      </w:r>
      <w:r w:rsidR="00F635DB">
        <w:t>’</w:t>
      </w:r>
      <w:r w:rsidRPr="009071AC">
        <w:t>héritages</w:t>
      </w:r>
      <w:r w:rsidR="00F635DB">
        <w:t xml:space="preserve">, </w:t>
      </w:r>
      <w:r w:rsidRPr="009071AC">
        <w:t>et bientôt déconcerté</w:t>
      </w:r>
      <w:r w:rsidR="00F635DB">
        <w:t>.</w:t>
      </w:r>
    </w:p>
    <w:p w14:paraId="63011EE4" w14:textId="77777777" w:rsidR="00F635DB" w:rsidRDefault="00855694" w:rsidP="00F635DB">
      <w:r w:rsidRPr="009071AC">
        <w:t>Ce qui surtout effaçait ses impressions premières et lui faisait presque regretter ses soupçons</w:t>
      </w:r>
      <w:r w:rsidR="00F635DB">
        <w:t xml:space="preserve">, </w:t>
      </w:r>
      <w:r w:rsidRPr="009071AC">
        <w:t>c</w:t>
      </w:r>
      <w:r w:rsidR="00F635DB">
        <w:t>’</w:t>
      </w:r>
      <w:r w:rsidRPr="009071AC">
        <w:t>était la modicité de la somme offerte</w:t>
      </w:r>
      <w:r w:rsidR="00F635DB">
        <w:t xml:space="preserve"> : </w:t>
      </w:r>
      <w:r w:rsidRPr="009071AC">
        <w:t>40 ou 50 francs</w:t>
      </w:r>
      <w:r w:rsidR="00F635DB">
        <w:t>…</w:t>
      </w:r>
    </w:p>
    <w:p w14:paraId="6AEFC4B7" w14:textId="77777777" w:rsidR="00F635DB" w:rsidRDefault="00F635DB" w:rsidP="00F635DB">
      <w:r>
        <w:t>— </w:t>
      </w:r>
      <w:r w:rsidR="00855694" w:rsidRPr="009071AC">
        <w:t>Belle tripette</w:t>
      </w:r>
      <w:r>
        <w:t xml:space="preserve">, </w:t>
      </w:r>
      <w:r w:rsidR="00855694" w:rsidRPr="009071AC">
        <w:t>ma foi</w:t>
      </w:r>
      <w:r>
        <w:t xml:space="preserve"> !… </w:t>
      </w:r>
      <w:r w:rsidR="00855694" w:rsidRPr="009071AC">
        <w:t>pensait-il</w:t>
      </w:r>
      <w:r>
        <w:t xml:space="preserve"> ; </w:t>
      </w:r>
      <w:r w:rsidR="00855694" w:rsidRPr="009071AC">
        <w:t>juste le prix d</w:t>
      </w:r>
      <w:r>
        <w:t>’</w:t>
      </w:r>
      <w:r w:rsidR="00855694" w:rsidRPr="009071AC">
        <w:t>un honnête service</w:t>
      </w:r>
      <w:r>
        <w:t xml:space="preserve"> ; </w:t>
      </w:r>
      <w:r w:rsidR="00855694" w:rsidRPr="009071AC">
        <w:t>pour une coquinerie on offrirait mieux</w:t>
      </w:r>
      <w:r>
        <w:t>…</w:t>
      </w:r>
    </w:p>
    <w:p w14:paraId="2E2C72D3" w14:textId="77777777" w:rsidR="00F635DB" w:rsidRDefault="00855694" w:rsidP="00F635DB">
      <w:r w:rsidRPr="009071AC">
        <w:t>Et après une minute de réflexion</w:t>
      </w:r>
      <w:r w:rsidR="00F635DB">
        <w:t xml:space="preserve">, </w:t>
      </w:r>
      <w:r w:rsidRPr="009071AC">
        <w:t>il reprit à haute voix</w:t>
      </w:r>
      <w:r w:rsidR="00F635DB">
        <w:t> :</w:t>
      </w:r>
    </w:p>
    <w:p w14:paraId="2FB45526" w14:textId="77777777" w:rsidR="00F635DB" w:rsidRDefault="00F635DB" w:rsidP="00F635DB">
      <w:r>
        <w:t>— </w:t>
      </w:r>
      <w:r w:rsidR="00855694" w:rsidRPr="009071AC">
        <w:t>Tant pis</w:t>
      </w:r>
      <w:r>
        <w:t xml:space="preserve"> !… </w:t>
      </w:r>
      <w:r w:rsidR="00855694" w:rsidRPr="009071AC">
        <w:t>je suis votre homme</w:t>
      </w:r>
      <w:r>
        <w:t xml:space="preserve">, </w:t>
      </w:r>
      <w:r w:rsidR="00855694" w:rsidRPr="009071AC">
        <w:t>m</w:t>
      </w:r>
      <w:r>
        <w:t>’</w:t>
      </w:r>
      <w:proofErr w:type="spellStart"/>
      <w:r w:rsidR="00855694" w:rsidRPr="009071AC">
        <w:t>sieu</w:t>
      </w:r>
      <w:proofErr w:type="spellEnd"/>
      <w:r>
        <w:t>…</w:t>
      </w:r>
    </w:p>
    <w:p w14:paraId="33ADC9AF" w14:textId="586F285B" w:rsidR="00F635DB" w:rsidRDefault="00855694" w:rsidP="00F635DB">
      <w:r w:rsidRPr="009071AC">
        <w:t xml:space="preserve">Intérieurement </w:t>
      </w:r>
      <w:r w:rsidR="00F635DB">
        <w:t>M. </w:t>
      </w:r>
      <w:r w:rsidRPr="009071AC">
        <w:t>Fortunat s</w:t>
      </w:r>
      <w:r w:rsidR="00F635DB">
        <w:t>’</w:t>
      </w:r>
      <w:r w:rsidRPr="009071AC">
        <w:t>amusait du succès de sa ruse</w:t>
      </w:r>
      <w:r w:rsidR="00F635DB">
        <w:t>.</w:t>
      </w:r>
    </w:p>
    <w:p w14:paraId="1B493F95" w14:textId="77777777" w:rsidR="00F635DB" w:rsidRDefault="00855694" w:rsidP="00F635DB">
      <w:r w:rsidRPr="009071AC">
        <w:t>Venu avec l</w:t>
      </w:r>
      <w:r w:rsidR="00F635DB">
        <w:t>’</w:t>
      </w:r>
      <w:r w:rsidRPr="009071AC">
        <w:t>intention de proposer une jolie somme à son employé</w:t>
      </w:r>
      <w:r w:rsidR="00F635DB">
        <w:t xml:space="preserve">, </w:t>
      </w:r>
      <w:r w:rsidRPr="009071AC">
        <w:t>il avait lésiné par calcul</w:t>
      </w:r>
      <w:r w:rsidR="00F635DB">
        <w:t xml:space="preserve">, </w:t>
      </w:r>
      <w:r w:rsidRPr="009071AC">
        <w:t>sûr d</w:t>
      </w:r>
      <w:r w:rsidR="00F635DB">
        <w:t>’</w:t>
      </w:r>
      <w:r w:rsidRPr="009071AC">
        <w:t>avance de l</w:t>
      </w:r>
      <w:r w:rsidR="00F635DB">
        <w:t>’</w:t>
      </w:r>
      <w:r w:rsidRPr="009071AC">
        <w:t>effet que cela produirait</w:t>
      </w:r>
      <w:r w:rsidR="00F635DB">
        <w:t xml:space="preserve">. </w:t>
      </w:r>
      <w:r w:rsidRPr="009071AC">
        <w:t>Et il trouvait bien plaisant que les honorables scrupules de Chupin lui valussent une économie</w:t>
      </w:r>
      <w:r w:rsidR="00F635DB">
        <w:t>.</w:t>
      </w:r>
    </w:p>
    <w:p w14:paraId="2B828742" w14:textId="77777777" w:rsidR="00F635DB" w:rsidRDefault="00F635DB" w:rsidP="00F635DB">
      <w:r>
        <w:t>— </w:t>
      </w:r>
      <w:r w:rsidR="00855694" w:rsidRPr="009071AC">
        <w:t>Si je ne vous avais pas trouvé en train de travailler à votre instruction</w:t>
      </w:r>
      <w:r>
        <w:t xml:space="preserve">, </w:t>
      </w:r>
      <w:r w:rsidR="00855694" w:rsidRPr="009071AC">
        <w:t>Victor</w:t>
      </w:r>
      <w:r>
        <w:t xml:space="preserve">, </w:t>
      </w:r>
      <w:r w:rsidR="00855694" w:rsidRPr="009071AC">
        <w:t>prononça-t-il</w:t>
      </w:r>
      <w:r>
        <w:t xml:space="preserve">, </w:t>
      </w:r>
      <w:r w:rsidR="00855694" w:rsidRPr="009071AC">
        <w:t>je croirais que vous avez bu</w:t>
      </w:r>
      <w:r>
        <w:t xml:space="preserve">… </w:t>
      </w:r>
      <w:r w:rsidR="00855694" w:rsidRPr="009071AC">
        <w:t>Quelle mouche vous a piqué subitement</w:t>
      </w:r>
      <w:r>
        <w:t xml:space="preserve"> ?… </w:t>
      </w:r>
      <w:r w:rsidR="00855694" w:rsidRPr="009071AC">
        <w:t xml:space="preserve">Est-ce </w:t>
      </w:r>
      <w:r w:rsidR="00855694" w:rsidRPr="009071AC">
        <w:lastRenderedPageBreak/>
        <w:t>que vingt fois depuis que vous êtes chez moi</w:t>
      </w:r>
      <w:r>
        <w:t xml:space="preserve">, </w:t>
      </w:r>
      <w:r w:rsidR="00855694" w:rsidRPr="009071AC">
        <w:t>je ne vous ai pas confié des missions semblables</w:t>
      </w:r>
      <w:r>
        <w:t xml:space="preserve"> ?… </w:t>
      </w:r>
      <w:r w:rsidR="00855694" w:rsidRPr="009071AC">
        <w:t>Qui donc a retourné Paris pour découvrir certains de mes débiteurs qui se cachaient</w:t>
      </w:r>
      <w:r>
        <w:t xml:space="preserve"> ?… </w:t>
      </w:r>
      <w:r w:rsidR="00855694" w:rsidRPr="009071AC">
        <w:t>Qui donc m</w:t>
      </w:r>
      <w:r>
        <w:t>’</w:t>
      </w:r>
      <w:r w:rsidR="00855694" w:rsidRPr="009071AC">
        <w:t xml:space="preserve">a dépisté </w:t>
      </w:r>
      <w:proofErr w:type="spellStart"/>
      <w:r w:rsidR="00855694" w:rsidRPr="009071AC">
        <w:t>Vantrasson</w:t>
      </w:r>
      <w:proofErr w:type="spellEnd"/>
      <w:r>
        <w:t xml:space="preserve"> ?… </w:t>
      </w:r>
      <w:r w:rsidR="00855694" w:rsidRPr="009071AC">
        <w:t>Victor Chupin</w:t>
      </w:r>
      <w:r>
        <w:t xml:space="preserve">. </w:t>
      </w:r>
      <w:r w:rsidR="00855694" w:rsidRPr="009071AC">
        <w:t>Eh bien</w:t>
      </w:r>
      <w:r>
        <w:t xml:space="preserve"> !… </w:t>
      </w:r>
      <w:r w:rsidR="00855694" w:rsidRPr="009071AC">
        <w:t>là</w:t>
      </w:r>
      <w:r>
        <w:t xml:space="preserve">, </w:t>
      </w:r>
      <w:r w:rsidR="00855694" w:rsidRPr="009071AC">
        <w:t>franchement</w:t>
      </w:r>
      <w:r>
        <w:t xml:space="preserve">, </w:t>
      </w:r>
      <w:r w:rsidR="00855694" w:rsidRPr="009071AC">
        <w:t>je ne discerne pas en quoi cette opération diffère des autres</w:t>
      </w:r>
      <w:r>
        <w:t xml:space="preserve">, </w:t>
      </w:r>
      <w:r w:rsidR="00855694" w:rsidRPr="009071AC">
        <w:t>ni pourquoi elle serait blâmable si les autres ne l</w:t>
      </w:r>
      <w:r>
        <w:t>’</w:t>
      </w:r>
      <w:r w:rsidR="00855694" w:rsidRPr="009071AC">
        <w:t>étaient pas</w:t>
      </w:r>
      <w:r>
        <w:t>…</w:t>
      </w:r>
    </w:p>
    <w:p w14:paraId="0F34332D" w14:textId="77777777" w:rsidR="00F635DB" w:rsidRDefault="00855694" w:rsidP="00F635DB">
      <w:r w:rsidRPr="009071AC">
        <w:t>À cela Chupin eût pu répondre que les autres fois on n</w:t>
      </w:r>
      <w:r w:rsidR="00F635DB">
        <w:t>’</w:t>
      </w:r>
      <w:r w:rsidRPr="009071AC">
        <w:t>était pas venu le relancer chez lui</w:t>
      </w:r>
      <w:r w:rsidR="00F635DB">
        <w:t xml:space="preserve">, </w:t>
      </w:r>
      <w:r w:rsidRPr="009071AC">
        <w:t>qu</w:t>
      </w:r>
      <w:r w:rsidR="00F635DB">
        <w:t>’</w:t>
      </w:r>
      <w:r w:rsidRPr="009071AC">
        <w:t>il n</w:t>
      </w:r>
      <w:r w:rsidR="00F635DB">
        <w:t>’</w:t>
      </w:r>
      <w:r w:rsidRPr="009071AC">
        <w:t>y avait eu nul mystère</w:t>
      </w:r>
      <w:r w:rsidR="00F635DB">
        <w:t xml:space="preserve">, </w:t>
      </w:r>
      <w:r w:rsidRPr="009071AC">
        <w:t>qu</w:t>
      </w:r>
      <w:r w:rsidR="00F635DB">
        <w:t>’</w:t>
      </w:r>
      <w:r w:rsidRPr="009071AC">
        <w:t>il avait agi en plein soleil</w:t>
      </w:r>
      <w:r w:rsidR="00F635DB">
        <w:t xml:space="preserve">, </w:t>
      </w:r>
      <w:r w:rsidRPr="009071AC">
        <w:t>comme a le droit de le faire le représentant d</w:t>
      </w:r>
      <w:r w:rsidR="00F635DB">
        <w:t>’</w:t>
      </w:r>
      <w:r w:rsidRPr="009071AC">
        <w:t>un créancier reconnu</w:t>
      </w:r>
      <w:r w:rsidR="00F635DB">
        <w:t>.</w:t>
      </w:r>
    </w:p>
    <w:p w14:paraId="59D691A2" w14:textId="77777777" w:rsidR="00F635DB" w:rsidRDefault="00855694" w:rsidP="00F635DB">
      <w:r w:rsidRPr="009071AC">
        <w:t>Mais si Chupin sentait très-bien la différence</w:t>
      </w:r>
      <w:r w:rsidR="00F635DB">
        <w:t xml:space="preserve">, </w:t>
      </w:r>
      <w:r w:rsidRPr="009071AC">
        <w:t>il lui eût été difficile de traduire ce qu</w:t>
      </w:r>
      <w:r w:rsidR="00F635DB">
        <w:t>’</w:t>
      </w:r>
      <w:r w:rsidRPr="009071AC">
        <w:t>il éprouvait</w:t>
      </w:r>
      <w:r w:rsidR="00F635DB">
        <w:t>.</w:t>
      </w:r>
    </w:p>
    <w:p w14:paraId="20106120" w14:textId="77777777" w:rsidR="00F635DB" w:rsidRDefault="00855694" w:rsidP="00F635DB">
      <w:r w:rsidRPr="009071AC">
        <w:t>C</w:t>
      </w:r>
      <w:r w:rsidR="00F635DB">
        <w:t>’</w:t>
      </w:r>
      <w:r w:rsidRPr="009071AC">
        <w:t>est pourquoi</w:t>
      </w:r>
      <w:r w:rsidR="00F635DB">
        <w:t xml:space="preserve">, </w:t>
      </w:r>
      <w:r w:rsidRPr="009071AC">
        <w:t>prenant son accent le plus résolu</w:t>
      </w:r>
      <w:r w:rsidR="00F635DB">
        <w:t> :</w:t>
      </w:r>
    </w:p>
    <w:p w14:paraId="2E237315" w14:textId="77777777" w:rsidR="00F635DB" w:rsidRDefault="00F635DB" w:rsidP="00F635DB">
      <w:r>
        <w:t>— </w:t>
      </w:r>
      <w:r w:rsidR="00855694" w:rsidRPr="009071AC">
        <w:t>Je ne suis qu</w:t>
      </w:r>
      <w:r>
        <w:t>’</w:t>
      </w:r>
      <w:r w:rsidR="00855694" w:rsidRPr="009071AC">
        <w:t>un sot</w:t>
      </w:r>
      <w:r>
        <w:t xml:space="preserve">, </w:t>
      </w:r>
      <w:r w:rsidR="00855694" w:rsidRPr="009071AC">
        <w:t>m</w:t>
      </w:r>
      <w:r>
        <w:t>’</w:t>
      </w:r>
      <w:proofErr w:type="spellStart"/>
      <w:r w:rsidR="00855694" w:rsidRPr="009071AC">
        <w:t>sieu</w:t>
      </w:r>
      <w:proofErr w:type="spellEnd"/>
      <w:r>
        <w:t xml:space="preserve">, </w:t>
      </w:r>
      <w:r w:rsidR="00855694" w:rsidRPr="009071AC">
        <w:t>déclara-t-il</w:t>
      </w:r>
      <w:r>
        <w:t xml:space="preserve">, </w:t>
      </w:r>
      <w:r w:rsidR="00855694" w:rsidRPr="009071AC">
        <w:t>mais je saurai réparer ma sottise</w:t>
      </w:r>
      <w:r>
        <w:t>.</w:t>
      </w:r>
    </w:p>
    <w:p w14:paraId="009C1141" w14:textId="3CA27F18" w:rsidR="00F635DB" w:rsidRDefault="00F635DB" w:rsidP="00F635DB">
      <w:r>
        <w:t>— </w:t>
      </w:r>
      <w:r w:rsidR="00855694" w:rsidRPr="009071AC">
        <w:t>C</w:t>
      </w:r>
      <w:r>
        <w:t>’</w:t>
      </w:r>
      <w:r w:rsidR="00855694" w:rsidRPr="009071AC">
        <w:t>est-à-dire que vous redevenez raisonnable</w:t>
      </w:r>
      <w:r>
        <w:t xml:space="preserve">, </w:t>
      </w:r>
      <w:r w:rsidR="00855694" w:rsidRPr="009071AC">
        <w:t xml:space="preserve">fit ironiquement </w:t>
      </w:r>
      <w:r>
        <w:t>M. </w:t>
      </w:r>
      <w:r w:rsidR="00855694" w:rsidRPr="009071AC">
        <w:t>Fortunat</w:t>
      </w:r>
      <w:r>
        <w:t xml:space="preserve">. </w:t>
      </w:r>
      <w:r w:rsidR="00855694" w:rsidRPr="009071AC">
        <w:t>C</w:t>
      </w:r>
      <w:r>
        <w:t>’</w:t>
      </w:r>
      <w:r w:rsidR="00855694" w:rsidRPr="009071AC">
        <w:t>est fort heureux</w:t>
      </w:r>
      <w:r>
        <w:t xml:space="preserve">, </w:t>
      </w:r>
      <w:r w:rsidR="00855694" w:rsidRPr="009071AC">
        <w:t>en vérité</w:t>
      </w:r>
      <w:r>
        <w:t xml:space="preserve">… </w:t>
      </w:r>
      <w:r w:rsidR="00855694" w:rsidRPr="009071AC">
        <w:t>Seulement</w:t>
      </w:r>
      <w:r>
        <w:t xml:space="preserve">, </w:t>
      </w:r>
      <w:r w:rsidR="00855694" w:rsidRPr="009071AC">
        <w:t>un conseil</w:t>
      </w:r>
      <w:r>
        <w:t xml:space="preserve"> : </w:t>
      </w:r>
      <w:r w:rsidR="00855694" w:rsidRPr="009071AC">
        <w:t>surveillez-vous</w:t>
      </w:r>
      <w:r>
        <w:t xml:space="preserve">, </w:t>
      </w:r>
      <w:r w:rsidR="00855694" w:rsidRPr="009071AC">
        <w:t>à l</w:t>
      </w:r>
      <w:r>
        <w:t>’</w:t>
      </w:r>
      <w:r w:rsidR="00855694" w:rsidRPr="009071AC">
        <w:t>occasion</w:t>
      </w:r>
      <w:r>
        <w:t xml:space="preserve">, </w:t>
      </w:r>
      <w:r w:rsidR="00855694" w:rsidRPr="009071AC">
        <w:t>et bridez votre langue</w:t>
      </w:r>
      <w:r>
        <w:t xml:space="preserve">… </w:t>
      </w:r>
      <w:r w:rsidR="00855694" w:rsidRPr="009071AC">
        <w:t>vous ne me trouveriez pas toujours d</w:t>
      </w:r>
      <w:r>
        <w:t>’</w:t>
      </w:r>
      <w:r w:rsidR="00855694" w:rsidRPr="009071AC">
        <w:t>aussi bonne composition que ce soir</w:t>
      </w:r>
      <w:r>
        <w:t>…</w:t>
      </w:r>
    </w:p>
    <w:p w14:paraId="2A83997A" w14:textId="77777777" w:rsidR="00F635DB" w:rsidRDefault="00855694" w:rsidP="00F635DB">
      <w:r w:rsidRPr="009071AC">
        <w:t>Ayant dit</w:t>
      </w:r>
      <w:r w:rsidR="00F635DB">
        <w:t xml:space="preserve">, </w:t>
      </w:r>
      <w:r w:rsidRPr="009071AC">
        <w:t>il se leva gravement</w:t>
      </w:r>
      <w:r w:rsidR="00F635DB">
        <w:t xml:space="preserve">, </w:t>
      </w:r>
      <w:r w:rsidRPr="009071AC">
        <w:t>regagna la première pièce</w:t>
      </w:r>
      <w:r w:rsidR="00F635DB">
        <w:t xml:space="preserve">, </w:t>
      </w:r>
      <w:r w:rsidRPr="009071AC">
        <w:t>salua fort civilement la mère de son employé et sortit</w:t>
      </w:r>
      <w:r w:rsidR="00F635DB">
        <w:t xml:space="preserve">. </w:t>
      </w:r>
      <w:r w:rsidRPr="009071AC">
        <w:t>Ses dernières paroles</w:t>
      </w:r>
      <w:r w:rsidR="00F635DB">
        <w:t xml:space="preserve">, </w:t>
      </w:r>
      <w:r w:rsidRPr="009071AC">
        <w:t>sur le seuil de la porte</w:t>
      </w:r>
      <w:r w:rsidR="00F635DB">
        <w:t xml:space="preserve">, </w:t>
      </w:r>
      <w:r w:rsidRPr="009071AC">
        <w:t>furent</w:t>
      </w:r>
      <w:r w:rsidR="00F635DB">
        <w:t> :</w:t>
      </w:r>
    </w:p>
    <w:p w14:paraId="42101016" w14:textId="77777777" w:rsidR="00F635DB" w:rsidRDefault="00F635DB" w:rsidP="00F635DB">
      <w:r>
        <w:t>— </w:t>
      </w:r>
      <w:r w:rsidR="00855694" w:rsidRPr="009071AC">
        <w:t>Ainsi je compte sur vous</w:t>
      </w:r>
      <w:r>
        <w:t xml:space="preserve">… </w:t>
      </w:r>
      <w:r w:rsidR="00855694" w:rsidRPr="009071AC">
        <w:t>Faites un brin de toilette et soyez demain chez moi un peu avant midi</w:t>
      </w:r>
      <w:r>
        <w:t>.</w:t>
      </w:r>
    </w:p>
    <w:p w14:paraId="01E8E78D" w14:textId="77777777" w:rsidR="00F635DB" w:rsidRDefault="00F635DB" w:rsidP="00F635DB">
      <w:r>
        <w:t>— </w:t>
      </w:r>
      <w:r w:rsidR="00855694" w:rsidRPr="009071AC">
        <w:t>C</w:t>
      </w:r>
      <w:r>
        <w:t>’</w:t>
      </w:r>
      <w:r w:rsidR="00855694" w:rsidRPr="009071AC">
        <w:t>est entendu</w:t>
      </w:r>
      <w:r>
        <w:t xml:space="preserve">, </w:t>
      </w:r>
      <w:r w:rsidR="00855694" w:rsidRPr="009071AC">
        <w:t>m</w:t>
      </w:r>
      <w:r>
        <w:t>’</w:t>
      </w:r>
      <w:proofErr w:type="spellStart"/>
      <w:r w:rsidR="00855694" w:rsidRPr="009071AC">
        <w:t>sieu</w:t>
      </w:r>
      <w:proofErr w:type="spellEnd"/>
      <w:r>
        <w:t>.</w:t>
      </w:r>
    </w:p>
    <w:p w14:paraId="4906F40B" w14:textId="77777777" w:rsidR="00F635DB" w:rsidRDefault="00855694" w:rsidP="00F635DB">
      <w:r w:rsidRPr="009071AC">
        <w:lastRenderedPageBreak/>
        <w:t>L</w:t>
      </w:r>
      <w:r w:rsidR="00F635DB">
        <w:t>’</w:t>
      </w:r>
      <w:r w:rsidRPr="009071AC">
        <w:t>aveugle s</w:t>
      </w:r>
      <w:r w:rsidR="00F635DB">
        <w:t>’</w:t>
      </w:r>
      <w:r w:rsidRPr="009071AC">
        <w:t>était levée et s</w:t>
      </w:r>
      <w:r w:rsidR="00F635DB">
        <w:t>’</w:t>
      </w:r>
      <w:r w:rsidRPr="009071AC">
        <w:t>était inclinée respectueusement</w:t>
      </w:r>
      <w:r w:rsidR="00F635DB">
        <w:t xml:space="preserve">. </w:t>
      </w:r>
      <w:r w:rsidRPr="009071AC">
        <w:t>Mais dès qu</w:t>
      </w:r>
      <w:r w:rsidR="00F635DB">
        <w:t>’</w:t>
      </w:r>
      <w:r w:rsidRPr="009071AC">
        <w:t>elle se retrouva seule avec son fils</w:t>
      </w:r>
      <w:r w:rsidR="00F635DB">
        <w:t>.</w:t>
      </w:r>
    </w:p>
    <w:p w14:paraId="1C62E937" w14:textId="77777777" w:rsidR="00F635DB" w:rsidRDefault="00F635DB" w:rsidP="00F635DB">
      <w:r>
        <w:t>— </w:t>
      </w:r>
      <w:r w:rsidR="00855694" w:rsidRPr="009071AC">
        <w:t>Qu</w:t>
      </w:r>
      <w:r>
        <w:t>’</w:t>
      </w:r>
      <w:r w:rsidR="00855694" w:rsidRPr="009071AC">
        <w:t>est-ce que cette affaire pour laquelle on te recommande de te mettre sur ton trente et un</w:t>
      </w:r>
      <w:r>
        <w:t xml:space="preserve"> ? </w:t>
      </w:r>
      <w:r w:rsidR="00855694" w:rsidRPr="009071AC">
        <w:t>demanda-t-elle</w:t>
      </w:r>
      <w:r>
        <w:t>.</w:t>
      </w:r>
    </w:p>
    <w:p w14:paraId="3835C9C0" w14:textId="77777777" w:rsidR="00F635DB" w:rsidRDefault="00F635DB" w:rsidP="00F635DB">
      <w:r>
        <w:t>— </w:t>
      </w:r>
      <w:r w:rsidR="00855694" w:rsidRPr="009071AC">
        <w:t>Une affaire comme celles de tous les jours</w:t>
      </w:r>
      <w:r>
        <w:t xml:space="preserve">, </w:t>
      </w:r>
      <w:r w:rsidR="00855694" w:rsidRPr="009071AC">
        <w:t>m</w:t>
      </w:r>
      <w:r>
        <w:t>’</w:t>
      </w:r>
      <w:r w:rsidR="00855694" w:rsidRPr="009071AC">
        <w:t>man</w:t>
      </w:r>
      <w:r>
        <w:t>.</w:t>
      </w:r>
    </w:p>
    <w:p w14:paraId="722C0CAD" w14:textId="77777777" w:rsidR="00F635DB" w:rsidRDefault="00855694" w:rsidP="00F635DB">
      <w:r w:rsidRPr="009071AC">
        <w:t>L</w:t>
      </w:r>
      <w:r w:rsidR="00F635DB">
        <w:t>’</w:t>
      </w:r>
      <w:r w:rsidRPr="009071AC">
        <w:t>aveugle hocha la tête</w:t>
      </w:r>
      <w:r w:rsidR="00F635DB">
        <w:t>.</w:t>
      </w:r>
    </w:p>
    <w:p w14:paraId="5AF815CF" w14:textId="77777777" w:rsidR="00F635DB" w:rsidRDefault="00F635DB" w:rsidP="00F635DB">
      <w:r>
        <w:t>— </w:t>
      </w:r>
      <w:r w:rsidR="00855694" w:rsidRPr="009071AC">
        <w:t>Comme vous parliez haut</w:t>
      </w:r>
      <w:r>
        <w:t xml:space="preserve"> ! </w:t>
      </w:r>
      <w:r w:rsidR="00855694" w:rsidRPr="009071AC">
        <w:t>remarqua-t-elle</w:t>
      </w:r>
      <w:r>
        <w:t xml:space="preserve">. </w:t>
      </w:r>
      <w:r w:rsidR="00855694" w:rsidRPr="009071AC">
        <w:t>Vous vous disputiez donc</w:t>
      </w:r>
      <w:r>
        <w:t xml:space="preserve"> ? </w:t>
      </w:r>
      <w:r w:rsidR="00855694" w:rsidRPr="009071AC">
        <w:t>C</w:t>
      </w:r>
      <w:r>
        <w:t>’</w:t>
      </w:r>
      <w:r w:rsidR="00855694" w:rsidRPr="009071AC">
        <w:t>était donc bien grave qu</w:t>
      </w:r>
      <w:r>
        <w:t>’</w:t>
      </w:r>
      <w:r w:rsidR="00855694" w:rsidRPr="009071AC">
        <w:t>il était besoin de se cacher de moi</w:t>
      </w:r>
      <w:r>
        <w:t xml:space="preserve"> ? </w:t>
      </w:r>
      <w:r w:rsidR="00855694" w:rsidRPr="009071AC">
        <w:t>Je n</w:t>
      </w:r>
      <w:r>
        <w:t>’</w:t>
      </w:r>
      <w:r w:rsidR="00855694" w:rsidRPr="009071AC">
        <w:t>ai pas distingué le visage de ton patron</w:t>
      </w:r>
      <w:r>
        <w:t xml:space="preserve">, </w:t>
      </w:r>
      <w:r w:rsidR="00855694" w:rsidRPr="009071AC">
        <w:t>mon fils</w:t>
      </w:r>
      <w:r>
        <w:t xml:space="preserve">, </w:t>
      </w:r>
      <w:r w:rsidR="00855694" w:rsidRPr="009071AC">
        <w:t>mais j</w:t>
      </w:r>
      <w:r>
        <w:t>’</w:t>
      </w:r>
      <w:r w:rsidR="00855694" w:rsidRPr="009071AC">
        <w:t>ai entendu sa voix</w:t>
      </w:r>
      <w:r>
        <w:t xml:space="preserve">, </w:t>
      </w:r>
      <w:r w:rsidR="00855694" w:rsidRPr="009071AC">
        <w:t>et elle ne me revient pas</w:t>
      </w:r>
      <w:r>
        <w:t xml:space="preserve">… </w:t>
      </w:r>
      <w:r w:rsidR="00855694" w:rsidRPr="009071AC">
        <w:t>Ce n</w:t>
      </w:r>
      <w:r>
        <w:t>’</w:t>
      </w:r>
      <w:r w:rsidR="00855694" w:rsidRPr="009071AC">
        <w:t>est pas celle d</w:t>
      </w:r>
      <w:r>
        <w:t>’</w:t>
      </w:r>
      <w:r w:rsidR="00855694" w:rsidRPr="009071AC">
        <w:t>un homme franc</w:t>
      </w:r>
      <w:r>
        <w:t xml:space="preserve">. </w:t>
      </w:r>
      <w:r w:rsidR="00855694" w:rsidRPr="009071AC">
        <w:t>Prends garde à toi</w:t>
      </w:r>
      <w:r>
        <w:t xml:space="preserve">, </w:t>
      </w:r>
      <w:r w:rsidR="00855694" w:rsidRPr="009071AC">
        <w:t>mon Toto</w:t>
      </w:r>
      <w:r>
        <w:t xml:space="preserve">, </w:t>
      </w:r>
      <w:r w:rsidR="00855694" w:rsidRPr="009071AC">
        <w:t>ne te laisse pas enjôler</w:t>
      </w:r>
      <w:r>
        <w:t xml:space="preserve">, </w:t>
      </w:r>
      <w:r w:rsidR="00855694" w:rsidRPr="009071AC">
        <w:t>sois prudent</w:t>
      </w:r>
      <w:r>
        <w:t>…</w:t>
      </w:r>
    </w:p>
    <w:p w14:paraId="402A85B9" w14:textId="77777777" w:rsidR="00F635DB" w:rsidRDefault="00855694" w:rsidP="00F635DB">
      <w:r w:rsidRPr="009071AC">
        <w:t>Recommander la prudence à Chupin était superflu</w:t>
      </w:r>
      <w:r w:rsidR="00F635DB">
        <w:t>.</w:t>
      </w:r>
    </w:p>
    <w:p w14:paraId="7DFAFFFF" w14:textId="77777777" w:rsidR="00F635DB" w:rsidRDefault="00855694" w:rsidP="00F635DB">
      <w:r w:rsidRPr="009071AC">
        <w:t>Il avait promis son concours</w:t>
      </w:r>
      <w:r w:rsidR="00F635DB">
        <w:t xml:space="preserve">, </w:t>
      </w:r>
      <w:r w:rsidRPr="009071AC">
        <w:t>mais non sans une restriction mentale</w:t>
      </w:r>
      <w:r w:rsidR="00F635DB">
        <w:t>.</w:t>
      </w:r>
    </w:p>
    <w:p w14:paraId="0DC53A04" w14:textId="77777777" w:rsidR="00F635DB" w:rsidRDefault="00F635DB" w:rsidP="00F635DB">
      <w:r>
        <w:t>— </w:t>
      </w:r>
      <w:r w:rsidR="00855694" w:rsidRPr="009071AC">
        <w:t>Pas de danger à voir ce dont il retourne</w:t>
      </w:r>
      <w:r>
        <w:t xml:space="preserve">, </w:t>
      </w:r>
      <w:r w:rsidR="00855694" w:rsidRPr="009071AC">
        <w:t>s</w:t>
      </w:r>
      <w:r>
        <w:t>’</w:t>
      </w:r>
      <w:r w:rsidR="00855694" w:rsidRPr="009071AC">
        <w:t>était-il dit</w:t>
      </w:r>
      <w:r>
        <w:t xml:space="preserve">. </w:t>
      </w:r>
      <w:r w:rsidR="00855694" w:rsidRPr="009071AC">
        <w:t>Si la chose</w:t>
      </w:r>
      <w:r>
        <w:t xml:space="preserve">, </w:t>
      </w:r>
      <w:r w:rsidR="00855694" w:rsidRPr="009071AC">
        <w:t>après</w:t>
      </w:r>
      <w:r>
        <w:t xml:space="preserve">, </w:t>
      </w:r>
      <w:r w:rsidR="00855694" w:rsidRPr="009071AC">
        <w:t>me semble louche</w:t>
      </w:r>
      <w:r>
        <w:t xml:space="preserve">, </w:t>
      </w:r>
      <w:r w:rsidR="00855694" w:rsidRPr="009071AC">
        <w:t>bonsoir</w:t>
      </w:r>
      <w:r>
        <w:t xml:space="preserve">, </w:t>
      </w:r>
      <w:r w:rsidR="00855694" w:rsidRPr="009071AC">
        <w:t>je la lâche</w:t>
      </w:r>
      <w:r>
        <w:t>.</w:t>
      </w:r>
    </w:p>
    <w:p w14:paraId="186A141D" w14:textId="77777777" w:rsidR="00F635DB" w:rsidRDefault="00855694" w:rsidP="00F635DB">
      <w:r w:rsidRPr="009071AC">
        <w:t>Reste à savoir ce qu</w:t>
      </w:r>
      <w:r w:rsidR="00F635DB">
        <w:t>’</w:t>
      </w:r>
      <w:r w:rsidRPr="009071AC">
        <w:t xml:space="preserve">il entendait par </w:t>
      </w:r>
      <w:r w:rsidR="00F635DB">
        <w:t>« </w:t>
      </w:r>
      <w:r w:rsidRPr="009071AC">
        <w:t>louche</w:t>
      </w:r>
      <w:r w:rsidR="00F635DB">
        <w:t xml:space="preserve"> » : </w:t>
      </w:r>
      <w:r w:rsidRPr="009071AC">
        <w:t>c</w:t>
      </w:r>
      <w:r w:rsidR="00F635DB">
        <w:t>’</w:t>
      </w:r>
      <w:r w:rsidRPr="009071AC">
        <w:t>était vague</w:t>
      </w:r>
      <w:r w:rsidR="00F635DB">
        <w:t>.</w:t>
      </w:r>
    </w:p>
    <w:p w14:paraId="5F9E7A10" w14:textId="77777777" w:rsidR="00F635DB" w:rsidRDefault="00855694" w:rsidP="00F635DB">
      <w:r w:rsidRPr="009071AC">
        <w:t>Il était revenu en toute sincérité et du meilleur de son cœur à l</w:t>
      </w:r>
      <w:r w:rsidR="00F635DB">
        <w:t>’</w:t>
      </w:r>
      <w:r w:rsidRPr="009071AC">
        <w:t>honnêteté</w:t>
      </w:r>
      <w:r w:rsidR="00F635DB">
        <w:t xml:space="preserve">, </w:t>
      </w:r>
      <w:r w:rsidRPr="009071AC">
        <w:t>et pour rien au monde</w:t>
      </w:r>
      <w:r w:rsidR="00F635DB">
        <w:t xml:space="preserve">, </w:t>
      </w:r>
      <w:r w:rsidRPr="009071AC">
        <w:t>lui</w:t>
      </w:r>
      <w:r w:rsidR="00F635DB">
        <w:t xml:space="preserve">, </w:t>
      </w:r>
      <w:r w:rsidRPr="009071AC">
        <w:t>si avide</w:t>
      </w:r>
      <w:r w:rsidR="00F635DB">
        <w:t xml:space="preserve">, </w:t>
      </w:r>
      <w:r w:rsidRPr="009071AC">
        <w:t>il n</w:t>
      </w:r>
      <w:r w:rsidR="00F635DB">
        <w:t>’</w:t>
      </w:r>
      <w:r w:rsidRPr="009071AC">
        <w:t>eût commis un acte positif d</w:t>
      </w:r>
      <w:r w:rsidR="00F635DB">
        <w:t>’</w:t>
      </w:r>
      <w:r w:rsidRPr="009071AC">
        <w:t>improbité</w:t>
      </w:r>
      <w:r w:rsidR="00F635DB">
        <w:t xml:space="preserve">… </w:t>
      </w:r>
      <w:r w:rsidRPr="009071AC">
        <w:t>Seulement</w:t>
      </w:r>
      <w:r w:rsidR="00F635DB">
        <w:t xml:space="preserve">, </w:t>
      </w:r>
      <w:r w:rsidRPr="009071AC">
        <w:t>la limite qui sépare le bien du mal n</w:t>
      </w:r>
      <w:r w:rsidR="00F635DB">
        <w:t>’</w:t>
      </w:r>
      <w:r w:rsidRPr="009071AC">
        <w:t>était pas clairement déterminée dans son esprit</w:t>
      </w:r>
      <w:r w:rsidR="00F635DB">
        <w:t>.</w:t>
      </w:r>
    </w:p>
    <w:p w14:paraId="4ECB4B58" w14:textId="77777777" w:rsidR="00F635DB" w:rsidRDefault="00855694" w:rsidP="00F635DB">
      <w:r w:rsidRPr="009071AC">
        <w:t>Cela tenait à son éducation</w:t>
      </w:r>
      <w:r w:rsidR="00F635DB">
        <w:t xml:space="preserve">, </w:t>
      </w:r>
      <w:r w:rsidRPr="009071AC">
        <w:t>et à ce qu</w:t>
      </w:r>
      <w:r w:rsidR="00F635DB">
        <w:t>’</w:t>
      </w:r>
      <w:r w:rsidRPr="009071AC">
        <w:t>il avait été longtemps sans savoir que la consigne des sergents de ville ne constitue pas toute la morale</w:t>
      </w:r>
      <w:r w:rsidR="00F635DB">
        <w:t xml:space="preserve">. </w:t>
      </w:r>
      <w:r w:rsidRPr="009071AC">
        <w:t xml:space="preserve">Cela venait des hasards de sa </w:t>
      </w:r>
      <w:r w:rsidRPr="009071AC">
        <w:lastRenderedPageBreak/>
        <w:t>vie</w:t>
      </w:r>
      <w:r w:rsidR="00F635DB">
        <w:t xml:space="preserve">, </w:t>
      </w:r>
      <w:r w:rsidRPr="009071AC">
        <w:t>et de l</w:t>
      </w:r>
      <w:r w:rsidR="00F635DB">
        <w:t>’</w:t>
      </w:r>
      <w:r w:rsidRPr="009071AC">
        <w:t xml:space="preserve">obligation où il </w:t>
      </w:r>
      <w:proofErr w:type="gramStart"/>
      <w:r w:rsidRPr="009071AC">
        <w:t>avait été</w:t>
      </w:r>
      <w:proofErr w:type="gramEnd"/>
      <w:r w:rsidR="00F635DB">
        <w:t xml:space="preserve">, </w:t>
      </w:r>
      <w:r w:rsidRPr="009071AC">
        <w:t>n</w:t>
      </w:r>
      <w:r w:rsidR="00F635DB">
        <w:t>’</w:t>
      </w:r>
      <w:r w:rsidRPr="009071AC">
        <w:t>ayant pas de métier</w:t>
      </w:r>
      <w:r w:rsidR="00F635DB">
        <w:t xml:space="preserve">, </w:t>
      </w:r>
      <w:r w:rsidRPr="009071AC">
        <w:t>de se rejeter sur ces professions excentriques qui sont à Paris le lot des déclassés d</w:t>
      </w:r>
      <w:r w:rsidR="00F635DB">
        <w:t>’</w:t>
      </w:r>
      <w:r w:rsidRPr="009071AC">
        <w:t>en haut et d</w:t>
      </w:r>
      <w:r w:rsidR="00F635DB">
        <w:t>’</w:t>
      </w:r>
      <w:r w:rsidRPr="009071AC">
        <w:t>en bas</w:t>
      </w:r>
      <w:r w:rsidR="00F635DB">
        <w:t>.</w:t>
      </w:r>
    </w:p>
    <w:p w14:paraId="3C3B849E" w14:textId="77777777" w:rsidR="00F635DB" w:rsidRDefault="00855694" w:rsidP="00F635DB">
      <w:r w:rsidRPr="009071AC">
        <w:t>Ce qui n</w:t>
      </w:r>
      <w:r w:rsidR="00F635DB">
        <w:t>’</w:t>
      </w:r>
      <w:r w:rsidRPr="009071AC">
        <w:t>empêche que le lendemain il endossa sa plus belle redingote</w:t>
      </w:r>
      <w:r w:rsidR="00F635DB">
        <w:t xml:space="preserve">, </w:t>
      </w:r>
      <w:r w:rsidRPr="009071AC">
        <w:t>et sur le coup d</w:t>
      </w:r>
      <w:r w:rsidR="00F635DB">
        <w:t>’</w:t>
      </w:r>
      <w:r w:rsidRPr="009071AC">
        <w:t>onze heures et demie</w:t>
      </w:r>
      <w:r w:rsidR="00F635DB">
        <w:t xml:space="preserve">, </w:t>
      </w:r>
      <w:r w:rsidRPr="009071AC">
        <w:t>il sonnait à la porte de son patron</w:t>
      </w:r>
      <w:r w:rsidR="00F635DB">
        <w:t>.</w:t>
      </w:r>
    </w:p>
    <w:p w14:paraId="1B9EF8CF" w14:textId="35240356" w:rsidR="00F635DB" w:rsidRDefault="00855694" w:rsidP="00F635DB">
      <w:r w:rsidRPr="009071AC">
        <w:t xml:space="preserve">Déjà </w:t>
      </w:r>
      <w:r w:rsidR="00F635DB">
        <w:t>M. </w:t>
      </w:r>
      <w:r w:rsidRPr="009071AC">
        <w:t>Fortunat avait expédié ses audiences du matin</w:t>
      </w:r>
      <w:r w:rsidR="00F635DB">
        <w:t xml:space="preserve">, </w:t>
      </w:r>
      <w:r w:rsidRPr="009071AC">
        <w:t>et il était habillé de pied en cap</w:t>
      </w:r>
      <w:r w:rsidR="00F635DB">
        <w:t xml:space="preserve">. </w:t>
      </w:r>
      <w:r w:rsidRPr="009071AC">
        <w:t>Il prit son chapeau dès qu</w:t>
      </w:r>
      <w:r w:rsidR="00F635DB">
        <w:t>’</w:t>
      </w:r>
      <w:r w:rsidRPr="009071AC">
        <w:t>entra Chupin</w:t>
      </w:r>
      <w:r w:rsidR="00F635DB">
        <w:t xml:space="preserve">, </w:t>
      </w:r>
      <w:r w:rsidRPr="009071AC">
        <w:t>et ne dit que ce mot</w:t>
      </w:r>
      <w:r w:rsidR="00F635DB">
        <w:t> :</w:t>
      </w:r>
    </w:p>
    <w:p w14:paraId="0C3E6EA7" w14:textId="77777777" w:rsidR="00F635DB" w:rsidRDefault="00F635DB" w:rsidP="00F635DB">
      <w:r>
        <w:t>— </w:t>
      </w:r>
      <w:r w:rsidR="00855694" w:rsidRPr="009071AC">
        <w:t>Venez</w:t>
      </w:r>
      <w:r>
        <w:t>.</w:t>
      </w:r>
    </w:p>
    <w:p w14:paraId="582A26C6" w14:textId="77777777" w:rsidR="00F635DB" w:rsidRDefault="00855694" w:rsidP="00F635DB">
      <w:r w:rsidRPr="009071AC">
        <w:t>C</w:t>
      </w:r>
      <w:r w:rsidR="00F635DB">
        <w:t>’</w:t>
      </w:r>
      <w:r w:rsidRPr="009071AC">
        <w:t>est rue de Berry</w:t>
      </w:r>
      <w:r w:rsidR="00F635DB">
        <w:t xml:space="preserve">, </w:t>
      </w:r>
      <w:r w:rsidRPr="009071AC">
        <w:t>chez le marchand de vin où</w:t>
      </w:r>
      <w:r w:rsidR="00F635DB">
        <w:t xml:space="preserve">, </w:t>
      </w:r>
      <w:r w:rsidRPr="009071AC">
        <w:t>la veille</w:t>
      </w:r>
      <w:r w:rsidR="00F635DB">
        <w:t xml:space="preserve">, </w:t>
      </w:r>
      <w:r w:rsidRPr="009071AC">
        <w:t>il avait obtenu des renseignements</w:t>
      </w:r>
      <w:r w:rsidR="00F635DB">
        <w:t xml:space="preserve">, </w:t>
      </w:r>
      <w:r w:rsidRPr="009071AC">
        <w:t>que le chercheur d</w:t>
      </w:r>
      <w:r w:rsidR="00F635DB">
        <w:t>’</w:t>
      </w:r>
      <w:r w:rsidRPr="009071AC">
        <w:t>héritiers conduisit son employé et</w:t>
      </w:r>
      <w:r w:rsidR="00F635DB">
        <w:t xml:space="preserve">, </w:t>
      </w:r>
      <w:r w:rsidRPr="009071AC">
        <w:t>généreusement</w:t>
      </w:r>
      <w:r w:rsidR="00F635DB">
        <w:t xml:space="preserve">, </w:t>
      </w:r>
      <w:r w:rsidRPr="009071AC">
        <w:t>il lui offrit un modeste déjeuner</w:t>
      </w:r>
      <w:r w:rsidR="00F635DB">
        <w:t>.</w:t>
      </w:r>
    </w:p>
    <w:p w14:paraId="7EAAEE41" w14:textId="494674CC" w:rsidR="00F635DB" w:rsidRDefault="00855694" w:rsidP="00F635DB">
      <w:r w:rsidRPr="009071AC">
        <w:t>Avant d</w:t>
      </w:r>
      <w:r w:rsidR="00F635DB">
        <w:t>’</w:t>
      </w:r>
      <w:r w:rsidRPr="009071AC">
        <w:t>entrer</w:t>
      </w:r>
      <w:r w:rsidR="00F635DB">
        <w:t xml:space="preserve">, </w:t>
      </w:r>
      <w:r w:rsidRPr="009071AC">
        <w:t>il lui avait fait remarquer de l</w:t>
      </w:r>
      <w:r w:rsidR="00F635DB">
        <w:t>’</w:t>
      </w:r>
      <w:r w:rsidRPr="009071AC">
        <w:t>autre côté de la rue</w:t>
      </w:r>
      <w:r w:rsidR="00F635DB">
        <w:t xml:space="preserve">, </w:t>
      </w:r>
      <w:r w:rsidRPr="009071AC">
        <w:t xml:space="preserve">le joli hôtel de </w:t>
      </w:r>
      <w:r w:rsidR="00F635DB">
        <w:t>M</w:t>
      </w:r>
      <w:r w:rsidR="00F635DB" w:rsidRPr="00F635DB">
        <w:rPr>
          <w:vertAlign w:val="superscript"/>
        </w:rPr>
        <w:t>me</w:t>
      </w:r>
      <w:r w:rsidR="00F635DB">
        <w:t> </w:t>
      </w:r>
      <w:r w:rsidRPr="009071AC">
        <w:t>Lia d</w:t>
      </w:r>
      <w:r w:rsidR="00F635DB">
        <w:t>’</w:t>
      </w:r>
      <w:r w:rsidRPr="009071AC">
        <w:t>Argelès</w:t>
      </w:r>
      <w:r w:rsidR="00F635DB">
        <w:t xml:space="preserve">, </w:t>
      </w:r>
      <w:r w:rsidRPr="009071AC">
        <w:t>et lui avait dit</w:t>
      </w:r>
      <w:r w:rsidR="00F635DB">
        <w:t> :</w:t>
      </w:r>
    </w:p>
    <w:p w14:paraId="0B2E01AD" w14:textId="77777777" w:rsidR="00F635DB" w:rsidRDefault="00F635DB" w:rsidP="00F635DB">
      <w:r>
        <w:t>— </w:t>
      </w:r>
      <w:r w:rsidR="00855694" w:rsidRPr="009071AC">
        <w:t>C</w:t>
      </w:r>
      <w:r>
        <w:t>’</w:t>
      </w:r>
      <w:r w:rsidR="00855694" w:rsidRPr="009071AC">
        <w:t>est de là</w:t>
      </w:r>
      <w:r>
        <w:t xml:space="preserve">, </w:t>
      </w:r>
      <w:r w:rsidR="00855694" w:rsidRPr="009071AC">
        <w:t>Victor</w:t>
      </w:r>
      <w:r>
        <w:t xml:space="preserve">, </w:t>
      </w:r>
      <w:r w:rsidR="00855694" w:rsidRPr="009071AC">
        <w:t>que sortira la femme que vous aurez à suivre</w:t>
      </w:r>
      <w:r>
        <w:t xml:space="preserve">, </w:t>
      </w:r>
      <w:r w:rsidR="00855694" w:rsidRPr="009071AC">
        <w:t>et dont il importe de découvrir le fils</w:t>
      </w:r>
      <w:r>
        <w:t>.</w:t>
      </w:r>
    </w:p>
    <w:p w14:paraId="3410048B" w14:textId="77777777" w:rsidR="00F635DB" w:rsidRDefault="00855694" w:rsidP="00F635DB">
      <w:r w:rsidRPr="009071AC">
        <w:t>En ce moment</w:t>
      </w:r>
      <w:r w:rsidR="00F635DB">
        <w:t xml:space="preserve">, </w:t>
      </w:r>
      <w:r w:rsidRPr="009071AC">
        <w:t>après une nuit passée à méditer le prophétique avertissement de sa mère</w:t>
      </w:r>
      <w:r w:rsidR="00F635DB">
        <w:t xml:space="preserve">, </w:t>
      </w:r>
      <w:r w:rsidRPr="009071AC">
        <w:t>Chupin se sentait tracassé par les scrupules qui l</w:t>
      </w:r>
      <w:r w:rsidR="00F635DB">
        <w:t>’</w:t>
      </w:r>
      <w:r w:rsidRPr="009071AC">
        <w:t>avaient si fort agité le soir précédent</w:t>
      </w:r>
      <w:r w:rsidR="00F635DB">
        <w:t>.</w:t>
      </w:r>
    </w:p>
    <w:p w14:paraId="26D081FC" w14:textId="6E78D4C8" w:rsidR="00F635DB" w:rsidRDefault="00855694" w:rsidP="00F635DB">
      <w:r w:rsidRPr="009071AC">
        <w:t>Ils ne tardèrent pas à s</w:t>
      </w:r>
      <w:r w:rsidR="00F635DB">
        <w:t>’</w:t>
      </w:r>
      <w:r w:rsidRPr="009071AC">
        <w:t>envoler sans retour quand il entendit le marchand de vin</w:t>
      </w:r>
      <w:r w:rsidR="00F635DB">
        <w:t xml:space="preserve">, </w:t>
      </w:r>
      <w:r w:rsidRPr="009071AC">
        <w:t xml:space="preserve">adroitement questionné par </w:t>
      </w:r>
      <w:r w:rsidR="00F635DB">
        <w:t>M. </w:t>
      </w:r>
      <w:r w:rsidRPr="009071AC">
        <w:t>Fortunat</w:t>
      </w:r>
      <w:r w:rsidR="00F635DB">
        <w:t xml:space="preserve">, </w:t>
      </w:r>
      <w:r w:rsidRPr="009071AC">
        <w:t xml:space="preserve">esquisser la biographie de </w:t>
      </w:r>
      <w:r w:rsidR="00F635DB">
        <w:t>M</w:t>
      </w:r>
      <w:r w:rsidR="00F635DB" w:rsidRPr="00F635DB">
        <w:rPr>
          <w:vertAlign w:val="superscript"/>
        </w:rPr>
        <w:t>me</w:t>
      </w:r>
      <w:r w:rsidR="00F635DB">
        <w:t> </w:t>
      </w:r>
      <w:r w:rsidRPr="009071AC">
        <w:t>Lia d</w:t>
      </w:r>
      <w:r w:rsidR="00F635DB">
        <w:t>’</w:t>
      </w:r>
      <w:r w:rsidRPr="009071AC">
        <w:t>Argelès et conter la chronique scandaleuse de l</w:t>
      </w:r>
      <w:r w:rsidR="00F635DB">
        <w:t>’</w:t>
      </w:r>
      <w:r w:rsidRPr="009071AC">
        <w:t>hôtel</w:t>
      </w:r>
      <w:r w:rsidR="00F635DB">
        <w:t>…</w:t>
      </w:r>
    </w:p>
    <w:p w14:paraId="23696B8F" w14:textId="77777777" w:rsidR="00F635DB" w:rsidRDefault="00F635DB" w:rsidP="00F635DB">
      <w:r>
        <w:t>— </w:t>
      </w:r>
      <w:r w:rsidR="00855694" w:rsidRPr="009071AC">
        <w:t>De quoi</w:t>
      </w:r>
      <w:r>
        <w:t xml:space="preserve"> !… </w:t>
      </w:r>
      <w:r w:rsidR="00855694" w:rsidRPr="009071AC">
        <w:t>pensait-il</w:t>
      </w:r>
      <w:r>
        <w:t xml:space="preserve">, </w:t>
      </w:r>
      <w:r w:rsidR="00855694" w:rsidRPr="009071AC">
        <w:t>c</w:t>
      </w:r>
      <w:r>
        <w:t>’</w:t>
      </w:r>
      <w:r w:rsidR="00855694" w:rsidRPr="009071AC">
        <w:t>est une demoiselle qu</w:t>
      </w:r>
      <w:r>
        <w:t>’</w:t>
      </w:r>
      <w:r w:rsidR="00855694" w:rsidRPr="009071AC">
        <w:t>il s</w:t>
      </w:r>
      <w:r>
        <w:t>’</w:t>
      </w:r>
      <w:r w:rsidR="00855694" w:rsidRPr="009071AC">
        <w:t>agit de filer</w:t>
      </w:r>
      <w:r>
        <w:t xml:space="preserve"> !… </w:t>
      </w:r>
      <w:r w:rsidR="00855694" w:rsidRPr="009071AC">
        <w:t>Ah</w:t>
      </w:r>
      <w:r>
        <w:t xml:space="preserve"> ! </w:t>
      </w:r>
      <w:r w:rsidR="00855694" w:rsidRPr="009071AC">
        <w:t>mais</w:t>
      </w:r>
      <w:r>
        <w:t xml:space="preserve">, </w:t>
      </w:r>
      <w:r w:rsidR="00855694" w:rsidRPr="009071AC">
        <w:t>j</w:t>
      </w:r>
      <w:r>
        <w:t>’</w:t>
      </w:r>
      <w:r w:rsidR="00855694" w:rsidRPr="009071AC">
        <w:t>en suis</w:t>
      </w:r>
      <w:r>
        <w:t xml:space="preserve">… </w:t>
      </w:r>
      <w:r w:rsidR="00855694" w:rsidRPr="009071AC">
        <w:t>Bien sûr</w:t>
      </w:r>
      <w:r>
        <w:t xml:space="preserve">, </w:t>
      </w:r>
      <w:r w:rsidR="00855694" w:rsidRPr="009071AC">
        <w:t>ce n</w:t>
      </w:r>
      <w:r>
        <w:t>’</w:t>
      </w:r>
      <w:r w:rsidR="00855694" w:rsidRPr="009071AC">
        <w:t>est pas à sa réputation qu</w:t>
      </w:r>
      <w:r>
        <w:t>’</w:t>
      </w:r>
      <w:r w:rsidR="00855694" w:rsidRPr="009071AC">
        <w:t>on en veut</w:t>
      </w:r>
      <w:r>
        <w:t>…</w:t>
      </w:r>
    </w:p>
    <w:p w14:paraId="00C80945" w14:textId="77777777" w:rsidR="00F635DB" w:rsidRDefault="00855694" w:rsidP="00F635DB">
      <w:r w:rsidRPr="009071AC">
        <w:lastRenderedPageBreak/>
        <w:t>C</w:t>
      </w:r>
      <w:r w:rsidR="00F635DB">
        <w:t>’</w:t>
      </w:r>
      <w:r w:rsidRPr="009071AC">
        <w:t>est sur une petite table touchant la devanture qu</w:t>
      </w:r>
      <w:r w:rsidR="00F635DB">
        <w:t>’</w:t>
      </w:r>
      <w:r w:rsidRPr="009071AC">
        <w:t>on avait servi le dénicheur de successions et son employé</w:t>
      </w:r>
      <w:r w:rsidR="00F635DB">
        <w:t xml:space="preserve">, </w:t>
      </w:r>
      <w:r w:rsidRPr="009071AC">
        <w:t>et tout en mangeant</w:t>
      </w:r>
      <w:r w:rsidR="00F635DB">
        <w:t xml:space="preserve">, </w:t>
      </w:r>
      <w:r w:rsidRPr="009071AC">
        <w:t>l</w:t>
      </w:r>
      <w:r w:rsidR="00F635DB">
        <w:t>’</w:t>
      </w:r>
      <w:r w:rsidRPr="009071AC">
        <w:t>un du bout des dents</w:t>
      </w:r>
      <w:r w:rsidR="00F635DB">
        <w:t xml:space="preserve">, </w:t>
      </w:r>
      <w:r w:rsidRPr="009071AC">
        <w:t>l</w:t>
      </w:r>
      <w:r w:rsidR="00F635DB">
        <w:t>’</w:t>
      </w:r>
      <w:r w:rsidRPr="009071AC">
        <w:t>autre avec un appétit de naufragé</w:t>
      </w:r>
      <w:r w:rsidR="00F635DB">
        <w:t xml:space="preserve">, </w:t>
      </w:r>
      <w:r w:rsidRPr="009071AC">
        <w:t>le classique beefsteak aux pommes et le bœuf à l</w:t>
      </w:r>
      <w:r w:rsidR="00F635DB">
        <w:t>’</w:t>
      </w:r>
      <w:r w:rsidRPr="009071AC">
        <w:t>huile</w:t>
      </w:r>
      <w:r w:rsidR="00F635DB">
        <w:t xml:space="preserve">, </w:t>
      </w:r>
      <w:r w:rsidRPr="009071AC">
        <w:t>ils surveillaient l</w:t>
      </w:r>
      <w:r w:rsidR="00F635DB">
        <w:t>’</w:t>
      </w:r>
      <w:r w:rsidRPr="009071AC">
        <w:t>entrée de l</w:t>
      </w:r>
      <w:r w:rsidR="00F635DB">
        <w:t>’</w:t>
      </w:r>
      <w:r w:rsidRPr="009071AC">
        <w:t>hôtel</w:t>
      </w:r>
      <w:r w:rsidR="00F635DB">
        <w:t>.</w:t>
      </w:r>
    </w:p>
    <w:p w14:paraId="611214C5" w14:textId="60097A9E" w:rsidR="00F635DB" w:rsidRDefault="00F635DB" w:rsidP="00F635DB">
      <w:r>
        <w:t>M</w:t>
      </w:r>
      <w:r w:rsidRPr="00F635DB">
        <w:rPr>
          <w:vertAlign w:val="superscript"/>
        </w:rPr>
        <w:t>me</w:t>
      </w:r>
      <w:r>
        <w:t> </w:t>
      </w:r>
      <w:r w:rsidR="00855694" w:rsidRPr="009071AC">
        <w:t>d</w:t>
      </w:r>
      <w:r>
        <w:t>’</w:t>
      </w:r>
      <w:r w:rsidR="00855694" w:rsidRPr="009071AC">
        <w:t>Argelès recevait le samedi</w:t>
      </w:r>
      <w:r>
        <w:t xml:space="preserve">, </w:t>
      </w:r>
      <w:r w:rsidR="00855694" w:rsidRPr="009071AC">
        <w:t>et c</w:t>
      </w:r>
      <w:r>
        <w:t>’</w:t>
      </w:r>
      <w:r w:rsidR="00855694" w:rsidRPr="009071AC">
        <w:t>était chez elle</w:t>
      </w:r>
      <w:r>
        <w:t xml:space="preserve">, </w:t>
      </w:r>
      <w:r w:rsidR="00855694" w:rsidRPr="009071AC">
        <w:t>ainsi que le fit remarquer Chupin</w:t>
      </w:r>
      <w:r>
        <w:t xml:space="preserve">, </w:t>
      </w:r>
      <w:r w:rsidR="00855694" w:rsidRPr="009071AC">
        <w:t>une vraie procession</w:t>
      </w:r>
      <w:r>
        <w:t>.</w:t>
      </w:r>
    </w:p>
    <w:p w14:paraId="43384465" w14:textId="564C5C1D" w:rsidR="00F635DB" w:rsidRDefault="00855694" w:rsidP="00F635DB">
      <w:r w:rsidRPr="009071AC">
        <w:t xml:space="preserve">Debout près de </w:t>
      </w:r>
      <w:r w:rsidR="00F635DB">
        <w:t>M. </w:t>
      </w:r>
      <w:r w:rsidRPr="009071AC">
        <w:t>Fortunat</w:t>
      </w:r>
      <w:r w:rsidR="00F635DB">
        <w:t xml:space="preserve">, </w:t>
      </w:r>
      <w:r w:rsidRPr="009071AC">
        <w:t>fier de l</w:t>
      </w:r>
      <w:r w:rsidR="00F635DB">
        <w:t>’</w:t>
      </w:r>
      <w:r w:rsidRPr="009071AC">
        <w:t>attention qu</w:t>
      </w:r>
      <w:r w:rsidR="00F635DB">
        <w:t>’</w:t>
      </w:r>
      <w:r w:rsidRPr="009071AC">
        <w:t>un homme si bien mis prêtait à ses discours</w:t>
      </w:r>
      <w:r w:rsidR="00F635DB">
        <w:t xml:space="preserve">, </w:t>
      </w:r>
      <w:r w:rsidRPr="009071AC">
        <w:t>curieux et bavard comme un boutiquier désœuvré</w:t>
      </w:r>
      <w:r w:rsidR="00F635DB">
        <w:t xml:space="preserve">, </w:t>
      </w:r>
      <w:r w:rsidRPr="009071AC">
        <w:t>le marchand de vin s</w:t>
      </w:r>
      <w:r w:rsidR="00F635DB">
        <w:t>’</w:t>
      </w:r>
      <w:r w:rsidRPr="009071AC">
        <w:t>empressait de nommer ceux des visiteurs qu</w:t>
      </w:r>
      <w:r w:rsidR="00F635DB">
        <w:t>’</w:t>
      </w:r>
      <w:r w:rsidRPr="009071AC">
        <w:t>il connaissait</w:t>
      </w:r>
      <w:r w:rsidR="00F635DB">
        <w:t xml:space="preserve">. </w:t>
      </w:r>
      <w:r w:rsidRPr="009071AC">
        <w:t>Et il en connaissait un bon nombre</w:t>
      </w:r>
      <w:r w:rsidR="00F635DB">
        <w:t xml:space="preserve">, </w:t>
      </w:r>
      <w:r w:rsidRPr="009071AC">
        <w:t>par cette raison que c</w:t>
      </w:r>
      <w:r w:rsidR="00F635DB">
        <w:t>’</w:t>
      </w:r>
      <w:r w:rsidRPr="009071AC">
        <w:t>était chez lui que venaient se rafraîchir les cochers</w:t>
      </w:r>
      <w:r w:rsidR="00F635DB">
        <w:t xml:space="preserve">, </w:t>
      </w:r>
      <w:r w:rsidRPr="009071AC">
        <w:t xml:space="preserve">les nuits où on jouait chez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 xml:space="preserve">Ainsi il nomma le vicomte de </w:t>
      </w:r>
      <w:proofErr w:type="spellStart"/>
      <w:r w:rsidRPr="009071AC">
        <w:t>Coralth</w:t>
      </w:r>
      <w:proofErr w:type="spellEnd"/>
      <w:r w:rsidR="00F635DB">
        <w:t xml:space="preserve">, </w:t>
      </w:r>
      <w:r w:rsidRPr="009071AC">
        <w:t>qui arriva en phaéton à deux chevaux</w:t>
      </w:r>
      <w:r w:rsidR="00F635DB">
        <w:t xml:space="preserve">, </w:t>
      </w:r>
      <w:r w:rsidRPr="009071AC">
        <w:t xml:space="preserve">et aussi le baron </w:t>
      </w:r>
      <w:proofErr w:type="spellStart"/>
      <w:r w:rsidRPr="009071AC">
        <w:t>Trigault</w:t>
      </w:r>
      <w:proofErr w:type="spellEnd"/>
      <w:r w:rsidRPr="009071AC">
        <w:t xml:space="preserve"> qui vint à pied</w:t>
      </w:r>
      <w:r w:rsidR="00F635DB">
        <w:t xml:space="preserve">, </w:t>
      </w:r>
      <w:r w:rsidRPr="009071AC">
        <w:t>par hygiène</w:t>
      </w:r>
      <w:r w:rsidR="00F635DB">
        <w:t xml:space="preserve">, </w:t>
      </w:r>
      <w:r w:rsidRPr="009071AC">
        <w:t>toujours suant</w:t>
      </w:r>
      <w:r w:rsidR="00F635DB">
        <w:t xml:space="preserve">, </w:t>
      </w:r>
      <w:r w:rsidRPr="009071AC">
        <w:t>et soufflant comme un phoque</w:t>
      </w:r>
      <w:r w:rsidR="00F635DB">
        <w:t>.</w:t>
      </w:r>
    </w:p>
    <w:p w14:paraId="29BBDB94" w14:textId="103463C1" w:rsidR="00F635DB" w:rsidRDefault="00855694" w:rsidP="00F635DB">
      <w:r w:rsidRPr="009071AC">
        <w:t xml:space="preserve">Même ce nom assombrit le front de </w:t>
      </w:r>
      <w:r w:rsidR="00F635DB">
        <w:t>M. </w:t>
      </w:r>
      <w:r w:rsidRPr="009071AC">
        <w:t>Fortunat</w:t>
      </w:r>
      <w:r w:rsidR="00F635DB">
        <w:t xml:space="preserve">. </w:t>
      </w:r>
      <w:r w:rsidRPr="009071AC">
        <w:t>Ce baron ne lui disait rien qui vaille</w:t>
      </w:r>
      <w:r w:rsidR="00F635DB">
        <w:t>.</w:t>
      </w:r>
    </w:p>
    <w:p w14:paraId="02B11A05" w14:textId="5659E890" w:rsidR="00F635DB" w:rsidRDefault="00855694" w:rsidP="00F635DB">
      <w:r w:rsidRPr="009071AC">
        <w:t xml:space="preserve">Le marchand de vin apprit aussi à ses deux clients que </w:t>
      </w:r>
      <w:r w:rsidR="00F635DB">
        <w:t>M</w:t>
      </w:r>
      <w:r w:rsidR="00F635DB" w:rsidRPr="00F635DB">
        <w:rPr>
          <w:vertAlign w:val="superscript"/>
        </w:rPr>
        <w:t>me</w:t>
      </w:r>
      <w:r w:rsidR="00F635DB">
        <w:t> </w:t>
      </w:r>
      <w:r w:rsidRPr="009071AC">
        <w:t>d</w:t>
      </w:r>
      <w:r w:rsidR="00F635DB">
        <w:t>’</w:t>
      </w:r>
      <w:r w:rsidRPr="009071AC">
        <w:t>Argelès ne sortait jamais avant deux heures et demie ou trois heures</w:t>
      </w:r>
      <w:r w:rsidR="00F635DB">
        <w:t xml:space="preserve">, </w:t>
      </w:r>
      <w:r w:rsidRPr="009071AC">
        <w:t>et toujours en voiture</w:t>
      </w:r>
      <w:r w:rsidR="00F635DB">
        <w:t>.</w:t>
      </w:r>
    </w:p>
    <w:p w14:paraId="33126B7D" w14:textId="77777777" w:rsidR="00F635DB" w:rsidRDefault="00855694" w:rsidP="00F635DB">
      <w:r w:rsidRPr="009071AC">
        <w:t>Ce dernier détail devait inquiéter Chupin</w:t>
      </w:r>
      <w:r w:rsidR="00F635DB">
        <w:t xml:space="preserve">. </w:t>
      </w:r>
      <w:r w:rsidRPr="009071AC">
        <w:t>Aussi</w:t>
      </w:r>
      <w:r w:rsidR="00F635DB">
        <w:t xml:space="preserve">, </w:t>
      </w:r>
      <w:r w:rsidRPr="009071AC">
        <w:t>le boutiquier s</w:t>
      </w:r>
      <w:r w:rsidR="00F635DB">
        <w:t>’</w:t>
      </w:r>
      <w:r w:rsidRPr="009071AC">
        <w:t>étant éloigné pour servir deux pratiques</w:t>
      </w:r>
      <w:r w:rsidR="00F635DB">
        <w:t> :</w:t>
      </w:r>
    </w:p>
    <w:p w14:paraId="2AEC4667" w14:textId="6BBB7D84" w:rsidR="00F635DB" w:rsidRDefault="00F635DB" w:rsidP="00F635DB">
      <w:r>
        <w:t>— </w:t>
      </w:r>
      <w:r w:rsidR="00855694" w:rsidRPr="009071AC">
        <w:t>Vous avez entendu</w:t>
      </w:r>
      <w:r>
        <w:t xml:space="preserve">, </w:t>
      </w:r>
      <w:r w:rsidR="00855694" w:rsidRPr="009071AC">
        <w:t>m</w:t>
      </w:r>
      <w:r>
        <w:t>’</w:t>
      </w:r>
      <w:proofErr w:type="spellStart"/>
      <w:r w:rsidR="00855694" w:rsidRPr="009071AC">
        <w:t>sieu</w:t>
      </w:r>
      <w:proofErr w:type="spellEnd"/>
      <w:r>
        <w:t xml:space="preserve">, </w:t>
      </w:r>
      <w:r w:rsidR="00855694" w:rsidRPr="009071AC">
        <w:t xml:space="preserve">dit-il à </w:t>
      </w:r>
      <w:r>
        <w:t>M. </w:t>
      </w:r>
      <w:r w:rsidR="00855694" w:rsidRPr="009071AC">
        <w:t>Fortunat</w:t>
      </w:r>
      <w:r>
        <w:t>…</w:t>
      </w:r>
    </w:p>
    <w:p w14:paraId="7F81C8E7" w14:textId="77777777" w:rsidR="00F635DB" w:rsidRDefault="00855694" w:rsidP="00F635DB">
      <w:r w:rsidRPr="009071AC">
        <w:t>Comment filer une voiture</w:t>
      </w:r>
      <w:r w:rsidR="00F635DB">
        <w:t> ?…</w:t>
      </w:r>
    </w:p>
    <w:p w14:paraId="30BF17D6" w14:textId="77777777" w:rsidR="00F635DB" w:rsidRDefault="00F635DB" w:rsidP="00F635DB">
      <w:r>
        <w:t>— </w:t>
      </w:r>
      <w:r w:rsidR="00855694" w:rsidRPr="009071AC">
        <w:t>Avec une autre voiture</w:t>
      </w:r>
      <w:r>
        <w:t xml:space="preserve">, </w:t>
      </w:r>
      <w:r w:rsidR="00855694" w:rsidRPr="009071AC">
        <w:t>parbleu</w:t>
      </w:r>
      <w:r>
        <w:t> !…</w:t>
      </w:r>
    </w:p>
    <w:p w14:paraId="27F03896" w14:textId="77777777" w:rsidR="00F635DB" w:rsidRDefault="00F635DB" w:rsidP="00F635DB">
      <w:r>
        <w:lastRenderedPageBreak/>
        <w:t>— </w:t>
      </w:r>
      <w:r w:rsidR="00855694" w:rsidRPr="009071AC">
        <w:t>Connu</w:t>
      </w:r>
      <w:r>
        <w:t xml:space="preserve">, </w:t>
      </w:r>
      <w:r w:rsidR="00855694" w:rsidRPr="009071AC">
        <w:t>m</w:t>
      </w:r>
      <w:r>
        <w:t>’</w:t>
      </w:r>
      <w:proofErr w:type="spellStart"/>
      <w:r w:rsidR="00855694" w:rsidRPr="009071AC">
        <w:t>sieu</w:t>
      </w:r>
      <w:proofErr w:type="spellEnd"/>
      <w:r>
        <w:t xml:space="preserve">, </w:t>
      </w:r>
      <w:r w:rsidR="00855694" w:rsidRPr="009071AC">
        <w:t>c</w:t>
      </w:r>
      <w:r>
        <w:t>’</w:t>
      </w:r>
      <w:r w:rsidR="00855694" w:rsidRPr="009071AC">
        <w:t>est simple comme bonjour</w:t>
      </w:r>
      <w:r>
        <w:t xml:space="preserve">… </w:t>
      </w:r>
      <w:r w:rsidR="00855694" w:rsidRPr="009071AC">
        <w:t>Ce qui ne l</w:t>
      </w:r>
      <w:r>
        <w:t>’</w:t>
      </w:r>
      <w:r w:rsidR="00855694" w:rsidRPr="009071AC">
        <w:t>est plus</w:t>
      </w:r>
      <w:r>
        <w:t xml:space="preserve">, </w:t>
      </w:r>
      <w:r w:rsidR="00855694" w:rsidRPr="009071AC">
        <w:t>c</w:t>
      </w:r>
      <w:r>
        <w:t>’</w:t>
      </w:r>
      <w:r w:rsidR="00855694" w:rsidRPr="009071AC">
        <w:t>est de dévisager à trente pas une personne qui vous tourne le dos</w:t>
      </w:r>
      <w:r>
        <w:t xml:space="preserve">… </w:t>
      </w:r>
      <w:r w:rsidR="00855694" w:rsidRPr="009071AC">
        <w:t>Il faut que je voie ses yeux à cette femme</w:t>
      </w:r>
      <w:r>
        <w:t xml:space="preserve">, </w:t>
      </w:r>
      <w:r w:rsidR="00855694" w:rsidRPr="009071AC">
        <w:t>pour savoir qui elle regarde et comment</w:t>
      </w:r>
      <w:r>
        <w:t>…</w:t>
      </w:r>
    </w:p>
    <w:p w14:paraId="32246D02" w14:textId="138C325C" w:rsidR="00F635DB" w:rsidRDefault="00855694" w:rsidP="00F635DB">
      <w:r w:rsidRPr="009071AC">
        <w:t>L</w:t>
      </w:r>
      <w:r w:rsidR="00F635DB">
        <w:t>’</w:t>
      </w:r>
      <w:r w:rsidRPr="009071AC">
        <w:t>objection</w:t>
      </w:r>
      <w:r w:rsidR="00F635DB">
        <w:t xml:space="preserve">, </w:t>
      </w:r>
      <w:r w:rsidRPr="009071AC">
        <w:t>si grave qu</w:t>
      </w:r>
      <w:r w:rsidR="00F635DB">
        <w:t>’</w:t>
      </w:r>
      <w:r w:rsidRPr="009071AC">
        <w:t>elle parut</w:t>
      </w:r>
      <w:r w:rsidR="00F635DB">
        <w:t xml:space="preserve">, </w:t>
      </w:r>
      <w:r w:rsidRPr="009071AC">
        <w:t xml:space="preserve">ne troubla pas </w:t>
      </w:r>
      <w:r w:rsidR="00F635DB">
        <w:t>M. </w:t>
      </w:r>
      <w:r w:rsidRPr="009071AC">
        <w:t>Fortunat</w:t>
      </w:r>
      <w:r w:rsidR="00F635DB">
        <w:t>.</w:t>
      </w:r>
    </w:p>
    <w:p w14:paraId="78CB0D68" w14:textId="77777777" w:rsidR="00F635DB" w:rsidRDefault="00F635DB" w:rsidP="00F635DB">
      <w:r>
        <w:t>— </w:t>
      </w:r>
      <w:r w:rsidR="00855694" w:rsidRPr="009071AC">
        <w:t>Ne vous inquiétez pas de cela</w:t>
      </w:r>
      <w:r>
        <w:t xml:space="preserve">, </w:t>
      </w:r>
      <w:r w:rsidR="00855694" w:rsidRPr="009071AC">
        <w:t>Victor</w:t>
      </w:r>
      <w:r>
        <w:t xml:space="preserve">, </w:t>
      </w:r>
      <w:r w:rsidR="00855694" w:rsidRPr="009071AC">
        <w:t>dit-il</w:t>
      </w:r>
      <w:r>
        <w:t xml:space="preserve">… </w:t>
      </w:r>
      <w:r w:rsidR="00855694" w:rsidRPr="009071AC">
        <w:t>Ce n</w:t>
      </w:r>
      <w:r>
        <w:t>’</w:t>
      </w:r>
      <w:r w:rsidR="00855694" w:rsidRPr="009071AC">
        <w:t>est pas du haut d</w:t>
      </w:r>
      <w:r>
        <w:t>’</w:t>
      </w:r>
      <w:r w:rsidR="00855694" w:rsidRPr="009071AC">
        <w:t>une voiture lancée au grand trot qu</w:t>
      </w:r>
      <w:r>
        <w:t>’</w:t>
      </w:r>
      <w:r w:rsidR="00855694" w:rsidRPr="009071AC">
        <w:t>une mère</w:t>
      </w:r>
      <w:r>
        <w:t xml:space="preserve">, </w:t>
      </w:r>
      <w:r w:rsidR="00855694" w:rsidRPr="009071AC">
        <w:t>dans les conditions de celle-ci</w:t>
      </w:r>
      <w:r>
        <w:t xml:space="preserve">, </w:t>
      </w:r>
      <w:r w:rsidR="00855694" w:rsidRPr="009071AC">
        <w:t>cherche à apercevoir son fils</w:t>
      </w:r>
      <w:r>
        <w:t xml:space="preserve">… </w:t>
      </w:r>
      <w:r w:rsidR="00855694" w:rsidRPr="009071AC">
        <w:t>Il est clair qu</w:t>
      </w:r>
      <w:r>
        <w:t>’</w:t>
      </w:r>
      <w:r w:rsidR="00855694" w:rsidRPr="009071AC">
        <w:t>elle descend pour le mieux examiner</w:t>
      </w:r>
      <w:r>
        <w:t xml:space="preserve">, </w:t>
      </w:r>
      <w:r w:rsidR="00855694" w:rsidRPr="009071AC">
        <w:t>qu</w:t>
      </w:r>
      <w:r>
        <w:t>’</w:t>
      </w:r>
      <w:r w:rsidR="00855694" w:rsidRPr="009071AC">
        <w:t>elle s</w:t>
      </w:r>
      <w:r>
        <w:t>’</w:t>
      </w:r>
      <w:r w:rsidR="00855694" w:rsidRPr="009071AC">
        <w:t>arrange de façon à passer à côté de lui</w:t>
      </w:r>
      <w:r>
        <w:t xml:space="preserve">, </w:t>
      </w:r>
      <w:r w:rsidR="00855694" w:rsidRPr="009071AC">
        <w:t>à le frôler</w:t>
      </w:r>
      <w:r>
        <w:t xml:space="preserve">, </w:t>
      </w:r>
      <w:r w:rsidR="00855694" w:rsidRPr="009071AC">
        <w:t>s</w:t>
      </w:r>
      <w:r>
        <w:t>’</w:t>
      </w:r>
      <w:r w:rsidR="00855694" w:rsidRPr="009071AC">
        <w:t>il est possible</w:t>
      </w:r>
      <w:r>
        <w:t xml:space="preserve">… </w:t>
      </w:r>
      <w:r w:rsidR="00855694" w:rsidRPr="009071AC">
        <w:t>Toute votre tâche consiste donc à la suivre d</w:t>
      </w:r>
      <w:r>
        <w:t>’</w:t>
      </w:r>
      <w:r w:rsidR="00855694" w:rsidRPr="009071AC">
        <w:t>assez près pour être à terre aussitôt qu</w:t>
      </w:r>
      <w:r>
        <w:t>’</w:t>
      </w:r>
      <w:r w:rsidR="00855694" w:rsidRPr="009071AC">
        <w:t>elle</w:t>
      </w:r>
      <w:r>
        <w:t xml:space="preserve">… </w:t>
      </w:r>
      <w:r w:rsidR="00855694" w:rsidRPr="009071AC">
        <w:t>Bornez à cela vos efforts</w:t>
      </w:r>
      <w:r>
        <w:t xml:space="preserve">, </w:t>
      </w:r>
      <w:r w:rsidR="00855694" w:rsidRPr="009071AC">
        <w:t>et si vous échouez aujourd</w:t>
      </w:r>
      <w:r>
        <w:t>’</w:t>
      </w:r>
      <w:r w:rsidR="00855694" w:rsidRPr="009071AC">
        <w:t>hui</w:t>
      </w:r>
      <w:r>
        <w:t xml:space="preserve">, </w:t>
      </w:r>
      <w:r w:rsidR="00855694" w:rsidRPr="009071AC">
        <w:t>vous réussirez demain ou après-demain</w:t>
      </w:r>
      <w:r>
        <w:t xml:space="preserve">… </w:t>
      </w:r>
      <w:r w:rsidR="00855694" w:rsidRPr="009071AC">
        <w:t>l</w:t>
      </w:r>
      <w:r>
        <w:t>’</w:t>
      </w:r>
      <w:r w:rsidR="00855694" w:rsidRPr="009071AC">
        <w:t>essentiel est d</w:t>
      </w:r>
      <w:r>
        <w:t>’</w:t>
      </w:r>
      <w:r w:rsidR="00855694" w:rsidRPr="009071AC">
        <w:t>être patient</w:t>
      </w:r>
      <w:r>
        <w:t>.</w:t>
      </w:r>
    </w:p>
    <w:p w14:paraId="2223F47A" w14:textId="77777777" w:rsidR="00F635DB" w:rsidRDefault="00855694" w:rsidP="00F635DB">
      <w:r w:rsidRPr="009071AC">
        <w:t>Il faisait plus et mieux que de conseiller froidement la patience</w:t>
      </w:r>
      <w:r w:rsidR="00F635DB">
        <w:t xml:space="preserve">, </w:t>
      </w:r>
      <w:r w:rsidRPr="009071AC">
        <w:t>il prêchait d</w:t>
      </w:r>
      <w:r w:rsidR="00F635DB">
        <w:t>’</w:t>
      </w:r>
      <w:r w:rsidRPr="009071AC">
        <w:t>exemple</w:t>
      </w:r>
      <w:r w:rsidR="00F635DB">
        <w:t xml:space="preserve">. </w:t>
      </w:r>
      <w:r w:rsidRPr="009071AC">
        <w:t>La journée s</w:t>
      </w:r>
      <w:r w:rsidR="00F635DB">
        <w:t>’</w:t>
      </w:r>
      <w:r w:rsidRPr="009071AC">
        <w:t>avançait et il ne bougeait pas</w:t>
      </w:r>
      <w:r w:rsidR="00F635DB">
        <w:t xml:space="preserve">, </w:t>
      </w:r>
      <w:r w:rsidRPr="009071AC">
        <w:t>et cependant rien ne pouvait lui être plus désagréable que de rester ainsi</w:t>
      </w:r>
      <w:r w:rsidR="00F635DB">
        <w:t xml:space="preserve">, </w:t>
      </w:r>
      <w:r w:rsidRPr="009071AC">
        <w:t>en montre</w:t>
      </w:r>
      <w:r w:rsidR="00F635DB">
        <w:t xml:space="preserve">, </w:t>
      </w:r>
      <w:r w:rsidRPr="009071AC">
        <w:t>pour ainsi dire</w:t>
      </w:r>
      <w:r w:rsidR="00F635DB">
        <w:t xml:space="preserve">, </w:t>
      </w:r>
      <w:r w:rsidRPr="009071AC">
        <w:t>derrière la vitre d</w:t>
      </w:r>
      <w:r w:rsidR="00F635DB">
        <w:t>’</w:t>
      </w:r>
      <w:r w:rsidRPr="009071AC">
        <w:t>un marchand de vin</w:t>
      </w:r>
      <w:r w:rsidR="00F635DB">
        <w:t>…</w:t>
      </w:r>
    </w:p>
    <w:p w14:paraId="7585B5D6" w14:textId="77777777" w:rsidR="00F635DB" w:rsidRDefault="00855694" w:rsidP="00F635DB">
      <w:r w:rsidRPr="009071AC">
        <w:t>Enfin</w:t>
      </w:r>
      <w:r w:rsidR="00F635DB">
        <w:t xml:space="preserve">, </w:t>
      </w:r>
      <w:r w:rsidRPr="009071AC">
        <w:t>un peu avant trois heures</w:t>
      </w:r>
      <w:r w:rsidR="00F635DB">
        <w:t xml:space="preserve">, </w:t>
      </w:r>
      <w:r w:rsidRPr="009071AC">
        <w:t>les portes de l</w:t>
      </w:r>
      <w:r w:rsidR="00F635DB">
        <w:t>’</w:t>
      </w:r>
      <w:r w:rsidRPr="009071AC">
        <w:t>hôtel d</w:t>
      </w:r>
      <w:r w:rsidR="00F635DB">
        <w:t>’</w:t>
      </w:r>
      <w:r w:rsidRPr="009071AC">
        <w:t>Argelès tournèrent sur leurs gonds</w:t>
      </w:r>
      <w:r w:rsidR="00F635DB">
        <w:t xml:space="preserve">, </w:t>
      </w:r>
      <w:r w:rsidRPr="009071AC">
        <w:t>et une Victoria bleue parut</w:t>
      </w:r>
      <w:r w:rsidR="00F635DB">
        <w:t xml:space="preserve">, </w:t>
      </w:r>
      <w:r w:rsidRPr="009071AC">
        <w:t>où une femme s</w:t>
      </w:r>
      <w:r w:rsidR="00F635DB">
        <w:t>’</w:t>
      </w:r>
      <w:r w:rsidRPr="009071AC">
        <w:t>étalait</w:t>
      </w:r>
      <w:r w:rsidR="00F635DB">
        <w:t>.</w:t>
      </w:r>
    </w:p>
    <w:p w14:paraId="3236C526" w14:textId="0AFFAE0C" w:rsidR="00F635DB" w:rsidRDefault="00F635DB" w:rsidP="00F635DB">
      <w:r>
        <w:t>— </w:t>
      </w:r>
      <w:r w:rsidR="00855694" w:rsidRPr="009071AC">
        <w:t>Attention</w:t>
      </w:r>
      <w:r>
        <w:t xml:space="preserve"> ! </w:t>
      </w:r>
      <w:r w:rsidR="00855694" w:rsidRPr="009071AC">
        <w:t xml:space="preserve">fit </w:t>
      </w:r>
      <w:r>
        <w:t>M. </w:t>
      </w:r>
      <w:r w:rsidR="00855694" w:rsidRPr="009071AC">
        <w:t>Fortunat</w:t>
      </w:r>
      <w:r>
        <w:t xml:space="preserve">, </w:t>
      </w:r>
      <w:r w:rsidR="00855694" w:rsidRPr="009071AC">
        <w:t>c</w:t>
      </w:r>
      <w:r>
        <w:t>’</w:t>
      </w:r>
      <w:r w:rsidR="00855694" w:rsidRPr="009071AC">
        <w:t>est elle</w:t>
      </w:r>
      <w:r>
        <w:t> !…</w:t>
      </w:r>
    </w:p>
    <w:p w14:paraId="61464592" w14:textId="259DCFB9" w:rsidR="00855694" w:rsidRPr="009071AC" w:rsidRDefault="00855694" w:rsidP="00F635DB">
      <w:pPr>
        <w:pStyle w:val="Titre1"/>
      </w:pPr>
      <w:bookmarkStart w:id="18" w:name="_Toc202021416"/>
      <w:r w:rsidRPr="009071AC">
        <w:lastRenderedPageBreak/>
        <w:t>XVIII</w:t>
      </w:r>
      <w:bookmarkEnd w:id="18"/>
      <w:r w:rsidRPr="009071AC">
        <w:br/>
      </w:r>
    </w:p>
    <w:p w14:paraId="343D3283" w14:textId="1EE90B49" w:rsidR="00F635DB" w:rsidRDefault="00855694" w:rsidP="00F635DB">
      <w:r w:rsidRPr="009071AC">
        <w:t>C</w:t>
      </w:r>
      <w:r w:rsidR="00F635DB">
        <w:t>’</w:t>
      </w:r>
      <w:r w:rsidRPr="009071AC">
        <w:t>était</w:t>
      </w:r>
      <w:r w:rsidR="00F635DB">
        <w:t xml:space="preserve">, </w:t>
      </w:r>
      <w:r w:rsidRPr="009071AC">
        <w:t>en effet</w:t>
      </w:r>
      <w:r w:rsidR="00F635DB">
        <w:t>, M</w:t>
      </w:r>
      <w:r w:rsidR="00F635DB" w:rsidRPr="00F635DB">
        <w:rPr>
          <w:vertAlign w:val="superscript"/>
        </w:rPr>
        <w:t>me</w:t>
      </w:r>
      <w:r w:rsidR="00F635DB">
        <w:t> </w:t>
      </w:r>
      <w:r w:rsidRPr="009071AC">
        <w:t>Lia d</w:t>
      </w:r>
      <w:r w:rsidR="00F635DB">
        <w:t>’</w:t>
      </w:r>
      <w:r w:rsidRPr="009071AC">
        <w:t>Argelès</w:t>
      </w:r>
      <w:r w:rsidR="00F635DB">
        <w:t>…</w:t>
      </w:r>
    </w:p>
    <w:p w14:paraId="48B1F82B" w14:textId="77777777" w:rsidR="00F635DB" w:rsidRDefault="00855694" w:rsidP="00F635DB">
      <w:r w:rsidRPr="009071AC">
        <w:t xml:space="preserve">Elle portait une de ces toilettes </w:t>
      </w:r>
      <w:r w:rsidR="00F635DB">
        <w:t>« </w:t>
      </w:r>
      <w:r w:rsidRPr="009071AC">
        <w:t>épatantes de chic</w:t>
      </w:r>
      <w:r w:rsidR="00F635DB">
        <w:t> »</w:t>
      </w:r>
      <w:r w:rsidRPr="009071AC">
        <w:t xml:space="preserve"> qui sont le délire du moment</w:t>
      </w:r>
      <w:r w:rsidR="00F635DB">
        <w:t xml:space="preserve">, </w:t>
      </w:r>
      <w:r w:rsidRPr="009071AC">
        <w:t>et qui ont cet avantage unique de donner à toutes les femmes qui les adoptent une désinvolture pareille</w:t>
      </w:r>
      <w:r w:rsidR="00F635DB">
        <w:t xml:space="preserve">, </w:t>
      </w:r>
      <w:r w:rsidRPr="009071AC">
        <w:t>suspecte et grossièrement provoquante</w:t>
      </w:r>
      <w:r w:rsidR="00F635DB">
        <w:t>.</w:t>
      </w:r>
    </w:p>
    <w:p w14:paraId="4BE310E3" w14:textId="77777777" w:rsidR="00F635DB" w:rsidRDefault="00855694" w:rsidP="00F635DB">
      <w:r w:rsidRPr="009071AC">
        <w:t>Entre une mère de famille et une drôlesse</w:t>
      </w:r>
      <w:r w:rsidR="00F635DB">
        <w:t xml:space="preserve">, </w:t>
      </w:r>
      <w:r w:rsidRPr="009071AC">
        <w:t>le plus expert boulevardier ne distingue plus sûrement</w:t>
      </w:r>
      <w:r w:rsidR="00F635DB">
        <w:t>.</w:t>
      </w:r>
    </w:p>
    <w:p w14:paraId="186FB4E8" w14:textId="77777777" w:rsidR="00F635DB" w:rsidRDefault="00855694" w:rsidP="00F635DB">
      <w:r w:rsidRPr="009071AC">
        <w:t>Un ancien tailleur de Rotterdam</w:t>
      </w:r>
      <w:r w:rsidR="00F635DB">
        <w:t xml:space="preserve">, </w:t>
      </w:r>
      <w:r w:rsidRPr="009071AC">
        <w:t xml:space="preserve">nommé Van </w:t>
      </w:r>
      <w:proofErr w:type="spellStart"/>
      <w:r w:rsidRPr="009071AC">
        <w:t>Klopen</w:t>
      </w:r>
      <w:proofErr w:type="spellEnd"/>
      <w:r w:rsidR="00F635DB">
        <w:t xml:space="preserve">, </w:t>
      </w:r>
      <w:r w:rsidRPr="009071AC">
        <w:t>s</w:t>
      </w:r>
      <w:r w:rsidR="00F635DB">
        <w:t>’</w:t>
      </w:r>
      <w:r w:rsidRPr="009071AC">
        <w:t>attribue</w:t>
      </w:r>
      <w:r w:rsidR="00F635DB">
        <w:t xml:space="preserve">, </w:t>
      </w:r>
      <w:r w:rsidRPr="009071AC">
        <w:t>non sans raisons</w:t>
      </w:r>
      <w:r w:rsidR="00F635DB">
        <w:t xml:space="preserve">, </w:t>
      </w:r>
      <w:r w:rsidRPr="009071AC">
        <w:t>l</w:t>
      </w:r>
      <w:r w:rsidR="00F635DB">
        <w:t>’</w:t>
      </w:r>
      <w:r w:rsidRPr="009071AC">
        <w:t>honneur de ce progrès</w:t>
      </w:r>
      <w:r w:rsidR="00F635DB">
        <w:t>.</w:t>
      </w:r>
    </w:p>
    <w:p w14:paraId="7D0617FD" w14:textId="77777777" w:rsidR="00F635DB" w:rsidRDefault="00855694" w:rsidP="00F635DB">
      <w:r w:rsidRPr="009071AC">
        <w:t>Comment ce personnage qui s</w:t>
      </w:r>
      <w:r w:rsidR="00F635DB">
        <w:t>’</w:t>
      </w:r>
      <w:r w:rsidRPr="009071AC">
        <w:t xml:space="preserve">intitule </w:t>
      </w:r>
      <w:r w:rsidR="00F635DB">
        <w:t>« </w:t>
      </w:r>
      <w:r w:rsidRPr="009071AC">
        <w:t>couturier des reines</w:t>
      </w:r>
      <w:r w:rsidR="00F635DB">
        <w:t>, »</w:t>
      </w:r>
      <w:r w:rsidRPr="009071AC">
        <w:t xml:space="preserve"> a-t-il pu devenir l</w:t>
      </w:r>
      <w:r w:rsidR="00F635DB">
        <w:t>’</w:t>
      </w:r>
      <w:r w:rsidRPr="009071AC">
        <w:t>arbitre des élégances parisiennes</w:t>
      </w:r>
      <w:r w:rsidR="00F635DB">
        <w:t xml:space="preserve"> ?… </w:t>
      </w:r>
      <w:r w:rsidRPr="009071AC">
        <w:t>C</w:t>
      </w:r>
      <w:r w:rsidR="00F635DB">
        <w:t>’</w:t>
      </w:r>
      <w:r w:rsidRPr="009071AC">
        <w:t>est à faire douter du bon sens des femmes qui se ruinent chez lui</w:t>
      </w:r>
      <w:r w:rsidR="00F635DB">
        <w:t>.</w:t>
      </w:r>
    </w:p>
    <w:p w14:paraId="59C7E10B" w14:textId="77777777" w:rsidR="00F635DB" w:rsidRDefault="00855694" w:rsidP="00F635DB">
      <w:r w:rsidRPr="009071AC">
        <w:t>Ce qui est sûr</w:t>
      </w:r>
      <w:r w:rsidR="00F635DB">
        <w:t xml:space="preserve">, </w:t>
      </w:r>
      <w:r w:rsidRPr="009071AC">
        <w:t>c</w:t>
      </w:r>
      <w:r w:rsidR="00F635DB">
        <w:t>’</w:t>
      </w:r>
      <w:r w:rsidRPr="009071AC">
        <w:t>est qu</w:t>
      </w:r>
      <w:r w:rsidR="00F635DB">
        <w:t>’</w:t>
      </w:r>
      <w:r w:rsidRPr="009071AC">
        <w:t>il règne sur le chiffon</w:t>
      </w:r>
      <w:r w:rsidR="00F635DB">
        <w:t xml:space="preserve">. </w:t>
      </w:r>
      <w:r w:rsidRPr="009071AC">
        <w:t>Il a décrété les jupes multicolores</w:t>
      </w:r>
      <w:r w:rsidR="00F635DB">
        <w:t xml:space="preserve">, </w:t>
      </w:r>
      <w:r w:rsidRPr="009071AC">
        <w:t>courtes et superposées</w:t>
      </w:r>
      <w:r w:rsidR="00F635DB">
        <w:t xml:space="preserve">, </w:t>
      </w:r>
      <w:r w:rsidRPr="009071AC">
        <w:t>les échancrures et les découpures</w:t>
      </w:r>
      <w:r w:rsidR="00F635DB">
        <w:t xml:space="preserve">, </w:t>
      </w:r>
      <w:r w:rsidRPr="009071AC">
        <w:t>les ruches qui déforment la taille</w:t>
      </w:r>
      <w:r w:rsidR="00F635DB">
        <w:t xml:space="preserve">, </w:t>
      </w:r>
      <w:r w:rsidRPr="009071AC">
        <w:t>les choux qui font une bosse ridicule dans le milieu du dos</w:t>
      </w:r>
      <w:r w:rsidR="00F635DB">
        <w:t xml:space="preserve">… </w:t>
      </w:r>
      <w:r w:rsidRPr="009071AC">
        <w:t>On lui a obéi</w:t>
      </w:r>
      <w:r w:rsidR="00F635DB">
        <w:t xml:space="preserve">. </w:t>
      </w:r>
      <w:r w:rsidRPr="009071AC">
        <w:t>Si bien que de loin toutes les femmes ressemblent à un baldaquin qui marche</w:t>
      </w:r>
      <w:r w:rsidR="00F635DB">
        <w:t>.</w:t>
      </w:r>
    </w:p>
    <w:p w14:paraId="07710BB9" w14:textId="3F43A00A" w:rsidR="00F635DB" w:rsidRDefault="00F635DB" w:rsidP="00F635DB">
      <w:r>
        <w:t>M</w:t>
      </w:r>
      <w:r w:rsidRPr="00F635DB">
        <w:rPr>
          <w:vertAlign w:val="superscript"/>
        </w:rPr>
        <w:t>me</w:t>
      </w:r>
      <w:r>
        <w:t> </w:t>
      </w:r>
      <w:r w:rsidR="00855694" w:rsidRPr="009071AC">
        <w:t>d</w:t>
      </w:r>
      <w:r>
        <w:t>’</w:t>
      </w:r>
      <w:r w:rsidR="00855694" w:rsidRPr="009071AC">
        <w:t>Argelès paraissait sortir des mains d</w:t>
      </w:r>
      <w:r>
        <w:t>’</w:t>
      </w:r>
      <w:r w:rsidR="00855694" w:rsidRPr="009071AC">
        <w:t>un tapissier</w:t>
      </w:r>
      <w:r>
        <w:t>…</w:t>
      </w:r>
    </w:p>
    <w:p w14:paraId="7CB313BD" w14:textId="77777777" w:rsidR="00F635DB" w:rsidRDefault="00855694" w:rsidP="00F635DB">
      <w:r w:rsidRPr="009071AC">
        <w:t>Il lui eût plu peut-être d</w:t>
      </w:r>
      <w:r w:rsidR="00F635DB">
        <w:t>’</w:t>
      </w:r>
      <w:r w:rsidRPr="009071AC">
        <w:t>être moins surchargée de soieries</w:t>
      </w:r>
      <w:r w:rsidR="00F635DB">
        <w:t xml:space="preserve">, </w:t>
      </w:r>
      <w:r w:rsidRPr="009071AC">
        <w:t>mais c</w:t>
      </w:r>
      <w:r w:rsidR="00F635DB">
        <w:t>’</w:t>
      </w:r>
      <w:r w:rsidRPr="009071AC">
        <w:t>était son état d</w:t>
      </w:r>
      <w:r w:rsidR="00F635DB">
        <w:t>’</w:t>
      </w:r>
      <w:r w:rsidRPr="009071AC">
        <w:t>être à la dernière mode</w:t>
      </w:r>
      <w:r w:rsidR="00F635DB">
        <w:t>.</w:t>
      </w:r>
    </w:p>
    <w:p w14:paraId="67B2915F" w14:textId="77777777" w:rsidR="00F635DB" w:rsidRDefault="00855694" w:rsidP="00F635DB">
      <w:r w:rsidRPr="009071AC">
        <w:lastRenderedPageBreak/>
        <w:t>Elle avait avec cela un imperceptible chapeau plat en équilibre sur un chignon en pyramide</w:t>
      </w:r>
      <w:r w:rsidR="00F635DB">
        <w:t xml:space="preserve">, </w:t>
      </w:r>
      <w:r w:rsidRPr="009071AC">
        <w:t>d</w:t>
      </w:r>
      <w:r w:rsidR="00F635DB">
        <w:t>’</w:t>
      </w:r>
      <w:r w:rsidRPr="009071AC">
        <w:t>où s</w:t>
      </w:r>
      <w:r w:rsidR="00F635DB">
        <w:t>’</w:t>
      </w:r>
      <w:r w:rsidRPr="009071AC">
        <w:t>échappaient en cascades des torrents de cheveux</w:t>
      </w:r>
      <w:r w:rsidR="00F635DB">
        <w:t>…</w:t>
      </w:r>
    </w:p>
    <w:p w14:paraId="6D4FED7F" w14:textId="77777777" w:rsidR="00F635DB" w:rsidRDefault="00F635DB" w:rsidP="00F635DB">
      <w:r>
        <w:t>— </w:t>
      </w:r>
      <w:r w:rsidR="00855694" w:rsidRPr="009071AC">
        <w:t>Mâtin</w:t>
      </w:r>
      <w:r>
        <w:t xml:space="preserve"> !… </w:t>
      </w:r>
      <w:r w:rsidR="00855694" w:rsidRPr="009071AC">
        <w:t>la belle femme</w:t>
      </w:r>
      <w:r>
        <w:t xml:space="preserve"> !… </w:t>
      </w:r>
      <w:r w:rsidR="00855694" w:rsidRPr="009071AC">
        <w:t>dit Chupin ébloui</w:t>
      </w:r>
      <w:r>
        <w:t>.</w:t>
      </w:r>
    </w:p>
    <w:p w14:paraId="5D3FB407" w14:textId="77777777" w:rsidR="00F635DB" w:rsidRDefault="00855694" w:rsidP="00F635DB">
      <w:r w:rsidRPr="009071AC">
        <w:t>Il est de fait qu</w:t>
      </w:r>
      <w:r w:rsidR="00F635DB">
        <w:t>’</w:t>
      </w:r>
      <w:r w:rsidRPr="009071AC">
        <w:t>à cette distance elle ne paraissait pas trente-cinq ans</w:t>
      </w:r>
      <w:r w:rsidR="00F635DB">
        <w:t xml:space="preserve">, </w:t>
      </w:r>
      <w:r w:rsidRPr="009071AC">
        <w:t>l</w:t>
      </w:r>
      <w:r w:rsidR="00F635DB">
        <w:t>’</w:t>
      </w:r>
      <w:r w:rsidRPr="009071AC">
        <w:t>âge où la beauté a les provocations des fruits savoureux de l</w:t>
      </w:r>
      <w:r w:rsidR="00F635DB">
        <w:t>’</w:t>
      </w:r>
      <w:r w:rsidRPr="009071AC">
        <w:t>automne</w:t>
      </w:r>
      <w:r w:rsidR="00F635DB">
        <w:t>.</w:t>
      </w:r>
    </w:p>
    <w:p w14:paraId="0B1D38CD" w14:textId="77777777" w:rsidR="00F635DB" w:rsidRDefault="00855694" w:rsidP="00F635DB">
      <w:r w:rsidRPr="009071AC">
        <w:t>Elle donnait ses ordres pour la promenade</w:t>
      </w:r>
      <w:r w:rsidR="00F635DB">
        <w:t xml:space="preserve">, </w:t>
      </w:r>
      <w:r w:rsidRPr="009071AC">
        <w:t>et son cocher</w:t>
      </w:r>
      <w:r w:rsidR="00F635DB">
        <w:t xml:space="preserve">, </w:t>
      </w:r>
      <w:r w:rsidRPr="009071AC">
        <w:t>une rose à la boutonnière</w:t>
      </w:r>
      <w:r w:rsidR="00F635DB">
        <w:t xml:space="preserve">, </w:t>
      </w:r>
      <w:r w:rsidRPr="009071AC">
        <w:t>écoutait tout en retenant le cheval qui piaffait</w:t>
      </w:r>
      <w:r w:rsidR="00F635DB">
        <w:t>.</w:t>
      </w:r>
    </w:p>
    <w:p w14:paraId="01CB7FD0" w14:textId="77777777" w:rsidR="00F635DB" w:rsidRDefault="00F635DB" w:rsidP="00F635DB">
      <w:r>
        <w:t>— </w:t>
      </w:r>
      <w:r w:rsidR="00855694" w:rsidRPr="009071AC">
        <w:t>Le temps est superbe</w:t>
      </w:r>
      <w:r>
        <w:t xml:space="preserve">, </w:t>
      </w:r>
      <w:r w:rsidR="00855694" w:rsidRPr="009071AC">
        <w:t>ajouta Chupin</w:t>
      </w:r>
      <w:r>
        <w:t xml:space="preserve">, </w:t>
      </w:r>
      <w:r w:rsidR="00855694" w:rsidRPr="009071AC">
        <w:t>madame va faire son tour du lac</w:t>
      </w:r>
      <w:r>
        <w:t>…</w:t>
      </w:r>
    </w:p>
    <w:p w14:paraId="642C0519" w14:textId="50946C7D" w:rsidR="00F635DB" w:rsidRDefault="00F635DB" w:rsidP="00F635DB">
      <w:r>
        <w:t>— </w:t>
      </w:r>
      <w:r w:rsidR="00855694" w:rsidRPr="009071AC">
        <w:t>Ah</w:t>
      </w:r>
      <w:r>
        <w:t xml:space="preserve"> !… </w:t>
      </w:r>
      <w:r w:rsidR="00855694" w:rsidRPr="009071AC">
        <w:t>la voilà partie</w:t>
      </w:r>
      <w:r>
        <w:t xml:space="preserve"> !… </w:t>
      </w:r>
      <w:r w:rsidR="00855694" w:rsidRPr="009071AC">
        <w:t>interrompit</w:t>
      </w:r>
      <w:r>
        <w:t>. M. </w:t>
      </w:r>
      <w:r w:rsidR="00855694" w:rsidRPr="009071AC">
        <w:t>Fortunat</w:t>
      </w:r>
      <w:r>
        <w:t xml:space="preserve">, </w:t>
      </w:r>
      <w:r w:rsidR="00855694" w:rsidRPr="009071AC">
        <w:t>courez</w:t>
      </w:r>
      <w:r>
        <w:t xml:space="preserve">, </w:t>
      </w:r>
      <w:r w:rsidR="00855694" w:rsidRPr="009071AC">
        <w:t>Victor</w:t>
      </w:r>
      <w:r>
        <w:t xml:space="preserve">, </w:t>
      </w:r>
      <w:r w:rsidR="00855694" w:rsidRPr="009071AC">
        <w:t>courez</w:t>
      </w:r>
      <w:r>
        <w:t xml:space="preserve">… </w:t>
      </w:r>
      <w:r w:rsidR="00855694" w:rsidRPr="009071AC">
        <w:t>et pas d</w:t>
      </w:r>
      <w:r>
        <w:t>’</w:t>
      </w:r>
      <w:r w:rsidR="00855694" w:rsidRPr="009071AC">
        <w:t>économies sur vos voitures</w:t>
      </w:r>
      <w:r>
        <w:t xml:space="preserve">, </w:t>
      </w:r>
      <w:r w:rsidR="00855694" w:rsidRPr="009071AC">
        <w:t>tous vos frais seront largement remboursés</w:t>
      </w:r>
      <w:r>
        <w:t>…</w:t>
      </w:r>
    </w:p>
    <w:p w14:paraId="4A8677B2" w14:textId="77777777" w:rsidR="00F635DB" w:rsidRDefault="00855694" w:rsidP="00F635DB">
      <w:r w:rsidRPr="009071AC">
        <w:t>Déjà Chupin était loin</w:t>
      </w:r>
      <w:r w:rsidR="00F635DB">
        <w:t>.</w:t>
      </w:r>
    </w:p>
    <w:p w14:paraId="699D3A39" w14:textId="53DEF321" w:rsidR="00F635DB" w:rsidRDefault="00855694" w:rsidP="00F635DB">
      <w:r w:rsidRPr="009071AC">
        <w:t xml:space="preserve">Le cheval de </w:t>
      </w:r>
      <w:r w:rsidR="00F635DB">
        <w:t>M</w:t>
      </w:r>
      <w:r w:rsidR="00F635DB" w:rsidRPr="00F635DB">
        <w:rPr>
          <w:vertAlign w:val="superscript"/>
        </w:rPr>
        <w:t>me</w:t>
      </w:r>
      <w:r w:rsidR="00F635DB">
        <w:t> </w:t>
      </w:r>
      <w:r w:rsidRPr="009071AC">
        <w:t>d</w:t>
      </w:r>
      <w:r w:rsidR="00F635DB">
        <w:t>’</w:t>
      </w:r>
      <w:r w:rsidRPr="009071AC">
        <w:t>Argelès détalait rapidement</w:t>
      </w:r>
      <w:r w:rsidR="00F635DB">
        <w:t xml:space="preserve">, </w:t>
      </w:r>
      <w:r w:rsidRPr="009071AC">
        <w:t>mais l</w:t>
      </w:r>
      <w:r w:rsidR="00F635DB">
        <w:t>’</w:t>
      </w:r>
      <w:r w:rsidRPr="009071AC">
        <w:t>employé du chercheur d</w:t>
      </w:r>
      <w:r w:rsidR="00F635DB">
        <w:t>’</w:t>
      </w:r>
      <w:r w:rsidRPr="009071AC">
        <w:t>héritages avait les jambes et l</w:t>
      </w:r>
      <w:r w:rsidR="00F635DB">
        <w:t>’</w:t>
      </w:r>
      <w:r w:rsidRPr="009071AC">
        <w:t>haleine du cerf</w:t>
      </w:r>
      <w:r w:rsidR="00F635DB">
        <w:t xml:space="preserve">, </w:t>
      </w:r>
      <w:r w:rsidRPr="009071AC">
        <w:t>et il suivait sans effort</w:t>
      </w:r>
      <w:r w:rsidR="00F635DB">
        <w:t>.</w:t>
      </w:r>
    </w:p>
    <w:p w14:paraId="667959B8" w14:textId="77777777" w:rsidR="00F635DB" w:rsidRDefault="00855694" w:rsidP="00F635DB">
      <w:r w:rsidRPr="009071AC">
        <w:t>Même</w:t>
      </w:r>
      <w:r w:rsidR="00F635DB">
        <w:t xml:space="preserve">, </w:t>
      </w:r>
      <w:r w:rsidRPr="009071AC">
        <w:t xml:space="preserve">tout en </w:t>
      </w:r>
      <w:r w:rsidR="00F635DB">
        <w:t>« </w:t>
      </w:r>
      <w:r w:rsidRPr="009071AC">
        <w:t>jouant du compas</w:t>
      </w:r>
      <w:r w:rsidR="00F635DB">
        <w:t>, »</w:t>
      </w:r>
      <w:r w:rsidRPr="009071AC">
        <w:t xml:space="preserve"> selon son expression</w:t>
      </w:r>
      <w:r w:rsidR="00F635DB">
        <w:t xml:space="preserve">, </w:t>
      </w:r>
      <w:r w:rsidRPr="009071AC">
        <w:t>il réfléchissait</w:t>
      </w:r>
      <w:r w:rsidR="00F635DB">
        <w:t>.</w:t>
      </w:r>
    </w:p>
    <w:p w14:paraId="6BFCA6B1" w14:textId="77777777" w:rsidR="00F635DB" w:rsidRDefault="00F635DB" w:rsidP="00F635DB">
      <w:r>
        <w:t>— </w:t>
      </w:r>
      <w:r w:rsidR="00855694" w:rsidRPr="009071AC">
        <w:t>Si je ne prenais pas de voiture</w:t>
      </w:r>
      <w:r>
        <w:t xml:space="preserve">, </w:t>
      </w:r>
      <w:r w:rsidR="00855694" w:rsidRPr="009071AC">
        <w:t>se disait-il</w:t>
      </w:r>
      <w:r>
        <w:t xml:space="preserve">, </w:t>
      </w:r>
      <w:r w:rsidR="00855694" w:rsidRPr="009071AC">
        <w:t>si je filais la dame de mon joli pied</w:t>
      </w:r>
      <w:r>
        <w:t xml:space="preserve">… </w:t>
      </w:r>
      <w:r w:rsidR="00855694" w:rsidRPr="009071AC">
        <w:t>je pourrais empocher légitimement quarante-cinq sous par heure</w:t>
      </w:r>
      <w:r>
        <w:t xml:space="preserve">, </w:t>
      </w:r>
      <w:r w:rsidR="00855694" w:rsidRPr="009071AC">
        <w:t>cinquante avec le pourboire</w:t>
      </w:r>
      <w:r>
        <w:t>…</w:t>
      </w:r>
    </w:p>
    <w:p w14:paraId="7E917E86" w14:textId="77777777" w:rsidR="00F635DB" w:rsidRDefault="00855694" w:rsidP="00F635DB">
      <w:r w:rsidRPr="009071AC">
        <w:t>Arrivé aux Champs-Élysées</w:t>
      </w:r>
      <w:r w:rsidR="00F635DB">
        <w:t xml:space="preserve">, </w:t>
      </w:r>
      <w:r w:rsidRPr="009071AC">
        <w:t>il reconnut</w:t>
      </w:r>
      <w:r w:rsidR="00F635DB">
        <w:t xml:space="preserve">, </w:t>
      </w:r>
      <w:r w:rsidRPr="009071AC">
        <w:t>non sans chagrin</w:t>
      </w:r>
      <w:r w:rsidR="00F635DB">
        <w:t xml:space="preserve">, </w:t>
      </w:r>
      <w:r w:rsidRPr="009071AC">
        <w:t>que ce projet était impraticable</w:t>
      </w:r>
      <w:r w:rsidR="00F635DB">
        <w:t xml:space="preserve">. </w:t>
      </w:r>
      <w:r w:rsidRPr="009071AC">
        <w:t xml:space="preserve">À courir le long de la </w:t>
      </w:r>
      <w:r w:rsidRPr="009071AC">
        <w:lastRenderedPageBreak/>
        <w:t>contre-allée de l</w:t>
      </w:r>
      <w:r w:rsidR="00F635DB">
        <w:t>’</w:t>
      </w:r>
      <w:r w:rsidRPr="009071AC">
        <w:t>avenue de l</w:t>
      </w:r>
      <w:r w:rsidR="00F635DB">
        <w:t>’</w:t>
      </w:r>
      <w:r w:rsidRPr="009071AC">
        <w:t>Impératrice</w:t>
      </w:r>
      <w:r w:rsidR="00F635DB">
        <w:t xml:space="preserve">, </w:t>
      </w:r>
      <w:r w:rsidRPr="009071AC">
        <w:t>il s</w:t>
      </w:r>
      <w:r w:rsidR="00F635DB">
        <w:t>’</w:t>
      </w:r>
      <w:r w:rsidRPr="009071AC">
        <w:t>exposait trop à être remarqué</w:t>
      </w:r>
      <w:r w:rsidR="00F635DB">
        <w:t>.</w:t>
      </w:r>
    </w:p>
    <w:p w14:paraId="29C654C9" w14:textId="77777777" w:rsidR="00F635DB" w:rsidRDefault="00855694" w:rsidP="00F635DB">
      <w:r w:rsidRPr="009071AC">
        <w:t>Il étouffa un soupir de regret</w:t>
      </w:r>
      <w:r w:rsidR="00F635DB">
        <w:t xml:space="preserve">, </w:t>
      </w:r>
      <w:r w:rsidRPr="009071AC">
        <w:t>et avisant à la station un de ces affreux et incommodes fiacres jaunes</w:t>
      </w:r>
      <w:r w:rsidR="00F635DB">
        <w:t xml:space="preserve">, </w:t>
      </w:r>
      <w:r w:rsidRPr="009071AC">
        <w:t>légués à Paris par l</w:t>
      </w:r>
      <w:r w:rsidR="00F635DB">
        <w:t>’</w:t>
      </w:r>
      <w:r w:rsidRPr="009071AC">
        <w:t>Exposition</w:t>
      </w:r>
      <w:r w:rsidR="00F635DB">
        <w:t xml:space="preserve">, </w:t>
      </w:r>
      <w:r w:rsidRPr="009071AC">
        <w:t>il courut se camper dedans</w:t>
      </w:r>
      <w:r w:rsidR="00F635DB">
        <w:t>.</w:t>
      </w:r>
    </w:p>
    <w:p w14:paraId="3E110435" w14:textId="77777777" w:rsidR="00F635DB" w:rsidRDefault="00F635DB" w:rsidP="00F635DB">
      <w:r>
        <w:t>— </w:t>
      </w:r>
      <w:r w:rsidR="00855694" w:rsidRPr="009071AC">
        <w:t>Où allons-nous</w:t>
      </w:r>
      <w:r>
        <w:t xml:space="preserve">, </w:t>
      </w:r>
      <w:r w:rsidR="00855694" w:rsidRPr="009071AC">
        <w:t>bourgeois</w:t>
      </w:r>
      <w:r>
        <w:t xml:space="preserve"> ? </w:t>
      </w:r>
      <w:r w:rsidR="00855694" w:rsidRPr="009071AC">
        <w:t>demanda le cocher</w:t>
      </w:r>
      <w:r>
        <w:t xml:space="preserve">, </w:t>
      </w:r>
      <w:r w:rsidR="00855694" w:rsidRPr="009071AC">
        <w:t>en lui tendant son numéro</w:t>
      </w:r>
      <w:r>
        <w:t>.</w:t>
      </w:r>
    </w:p>
    <w:p w14:paraId="4FCB24FC" w14:textId="77777777" w:rsidR="00F635DB" w:rsidRDefault="00F635DB" w:rsidP="00F635DB">
      <w:r>
        <w:t>— </w:t>
      </w:r>
      <w:r w:rsidR="00855694" w:rsidRPr="009071AC">
        <w:t>Mon brave</w:t>
      </w:r>
      <w:r>
        <w:t xml:space="preserve">, </w:t>
      </w:r>
      <w:r w:rsidR="00855694" w:rsidRPr="009071AC">
        <w:t>répondit Chupin</w:t>
      </w:r>
      <w:r>
        <w:t xml:space="preserve">, </w:t>
      </w:r>
      <w:r w:rsidR="00855694" w:rsidRPr="009071AC">
        <w:t>il s</w:t>
      </w:r>
      <w:r>
        <w:t>’</w:t>
      </w:r>
      <w:r w:rsidR="00855694" w:rsidRPr="009071AC">
        <w:t>agit de suivre cette voiture bleue</w:t>
      </w:r>
      <w:r>
        <w:t xml:space="preserve">, </w:t>
      </w:r>
      <w:r w:rsidR="00855694" w:rsidRPr="009071AC">
        <w:t>là-bas</w:t>
      </w:r>
      <w:r>
        <w:t xml:space="preserve">, </w:t>
      </w:r>
      <w:r w:rsidR="00855694" w:rsidRPr="009071AC">
        <w:t>où il y a une superbe femme</w:t>
      </w:r>
      <w:r>
        <w:t>.</w:t>
      </w:r>
    </w:p>
    <w:p w14:paraId="7BE8943F" w14:textId="77777777" w:rsidR="00F635DB" w:rsidRDefault="00855694" w:rsidP="00F635DB">
      <w:r w:rsidRPr="009071AC">
        <w:t>L</w:t>
      </w:r>
      <w:r w:rsidR="00F635DB">
        <w:t>’</w:t>
      </w:r>
      <w:r w:rsidRPr="009071AC">
        <w:t>ordre ne surprit pas le cocher</w:t>
      </w:r>
      <w:r w:rsidR="00F635DB">
        <w:t xml:space="preserve">, </w:t>
      </w:r>
      <w:r w:rsidRPr="009071AC">
        <w:t xml:space="preserve">mais bien le </w:t>
      </w:r>
      <w:r w:rsidR="00F635DB">
        <w:t>« </w:t>
      </w:r>
      <w:r w:rsidRPr="009071AC">
        <w:t>bourgeois</w:t>
      </w:r>
      <w:r w:rsidR="00F635DB">
        <w:t> »</w:t>
      </w:r>
      <w:r w:rsidRPr="009071AC">
        <w:t xml:space="preserve"> qui le donnait</w:t>
      </w:r>
      <w:r w:rsidR="00F635DB">
        <w:t xml:space="preserve">, </w:t>
      </w:r>
      <w:r w:rsidRPr="009071AC">
        <w:t>lequel</w:t>
      </w:r>
      <w:r w:rsidR="00F635DB">
        <w:t xml:space="preserve">, </w:t>
      </w:r>
      <w:r w:rsidRPr="009071AC">
        <w:t>malgré sa belle redingote</w:t>
      </w:r>
      <w:r w:rsidR="00F635DB">
        <w:t xml:space="preserve">, </w:t>
      </w:r>
      <w:r w:rsidRPr="009071AC">
        <w:t>ne lui semblait pas l</w:t>
      </w:r>
      <w:r w:rsidR="00F635DB">
        <w:t>’</w:t>
      </w:r>
      <w:r w:rsidRPr="009071AC">
        <w:t>homme d</w:t>
      </w:r>
      <w:r w:rsidR="00F635DB">
        <w:t>’</w:t>
      </w:r>
      <w:r w:rsidRPr="009071AC">
        <w:t>une telle aventure</w:t>
      </w:r>
      <w:r w:rsidR="00F635DB">
        <w:t>.</w:t>
      </w:r>
    </w:p>
    <w:p w14:paraId="2FF1FB25" w14:textId="77777777" w:rsidR="00F635DB" w:rsidRDefault="00F635DB" w:rsidP="00F635DB">
      <w:r>
        <w:t>— </w:t>
      </w:r>
      <w:r w:rsidR="00855694" w:rsidRPr="009071AC">
        <w:t>Excusez</w:t>
      </w:r>
      <w:r>
        <w:t xml:space="preserve"> !… </w:t>
      </w:r>
      <w:r w:rsidR="00855694" w:rsidRPr="009071AC">
        <w:t>fit-il d</w:t>
      </w:r>
      <w:r>
        <w:t>’</w:t>
      </w:r>
      <w:r w:rsidR="00855694" w:rsidRPr="009071AC">
        <w:t>un ton ironique</w:t>
      </w:r>
      <w:r>
        <w:t>.</w:t>
      </w:r>
    </w:p>
    <w:p w14:paraId="385FAA61" w14:textId="77777777" w:rsidR="00F635DB" w:rsidRDefault="00F635DB" w:rsidP="00F635DB">
      <w:r>
        <w:t>— </w:t>
      </w:r>
      <w:r w:rsidR="00855694" w:rsidRPr="009071AC">
        <w:t>C</w:t>
      </w:r>
      <w:r>
        <w:t>’</w:t>
      </w:r>
      <w:r w:rsidR="00855694" w:rsidRPr="009071AC">
        <w:t>est comme ça</w:t>
      </w:r>
      <w:r>
        <w:t xml:space="preserve"> !… </w:t>
      </w:r>
      <w:r w:rsidR="00855694" w:rsidRPr="009071AC">
        <w:t>riposta Chupin blessé</w:t>
      </w:r>
      <w:r>
        <w:t xml:space="preserve">. </w:t>
      </w:r>
      <w:r w:rsidR="00855694" w:rsidRPr="009071AC">
        <w:t>Et puis</w:t>
      </w:r>
      <w:r>
        <w:t xml:space="preserve">, </w:t>
      </w:r>
      <w:r w:rsidR="00855694" w:rsidRPr="009071AC">
        <w:t>pas tant de raisons</w:t>
      </w:r>
      <w:r>
        <w:t xml:space="preserve">, </w:t>
      </w:r>
      <w:r w:rsidR="00855694" w:rsidRPr="009071AC">
        <w:t>marchons ou nous manquons le train</w:t>
      </w:r>
      <w:r>
        <w:t>.</w:t>
      </w:r>
    </w:p>
    <w:p w14:paraId="3A7C2E2B" w14:textId="0D246E68" w:rsidR="00F635DB" w:rsidRDefault="00855694" w:rsidP="00F635DB">
      <w:r w:rsidRPr="009071AC">
        <w:t>L</w:t>
      </w:r>
      <w:r w:rsidR="00F635DB">
        <w:t>’</w:t>
      </w:r>
      <w:r w:rsidRPr="009071AC">
        <w:t>observation était juste</w:t>
      </w:r>
      <w:r w:rsidR="00F635DB">
        <w:t xml:space="preserve">. </w:t>
      </w:r>
      <w:r w:rsidRPr="009071AC">
        <w:t xml:space="preserve">Et si le cocher de </w:t>
      </w:r>
      <w:r w:rsidR="00F635DB">
        <w:t>M</w:t>
      </w:r>
      <w:r w:rsidR="00F635DB" w:rsidRPr="00F635DB">
        <w:rPr>
          <w:vertAlign w:val="superscript"/>
        </w:rPr>
        <w:t>me</w:t>
      </w:r>
      <w:r w:rsidR="00F635DB">
        <w:t> </w:t>
      </w:r>
      <w:r w:rsidRPr="009071AC">
        <w:t>d</w:t>
      </w:r>
      <w:r w:rsidR="00F635DB">
        <w:t>’</w:t>
      </w:r>
      <w:r w:rsidRPr="009071AC">
        <w:t>Argelès n</w:t>
      </w:r>
      <w:r w:rsidR="00F635DB">
        <w:t>’</w:t>
      </w:r>
      <w:r w:rsidRPr="009071AC">
        <w:t>eût pas modéré l</w:t>
      </w:r>
      <w:r w:rsidR="00F635DB">
        <w:t>’</w:t>
      </w:r>
      <w:r w:rsidRPr="009071AC">
        <w:t>allure de son cheval à la montée de l</w:t>
      </w:r>
      <w:r w:rsidR="00F635DB">
        <w:t>’</w:t>
      </w:r>
      <w:r w:rsidRPr="009071AC">
        <w:t>Arc-de-Triomphe</w:t>
      </w:r>
      <w:r w:rsidR="00F635DB">
        <w:t xml:space="preserve">, </w:t>
      </w:r>
      <w:r w:rsidRPr="009071AC">
        <w:t>elle échappait pour ce jour-là</w:t>
      </w:r>
      <w:r w:rsidR="00F635DB">
        <w:t>.</w:t>
      </w:r>
    </w:p>
    <w:p w14:paraId="38266FA5" w14:textId="77777777" w:rsidR="00F635DB" w:rsidRDefault="00855694" w:rsidP="00F635DB">
      <w:r w:rsidRPr="009071AC">
        <w:t>Cette circonstance donna au fiacre jaune le temps de rejoindre</w:t>
      </w:r>
      <w:r w:rsidR="00F635DB">
        <w:t xml:space="preserve">, </w:t>
      </w:r>
      <w:r w:rsidRPr="009071AC">
        <w:t>et il conserva assez bien sa distance le long de l</w:t>
      </w:r>
      <w:r w:rsidR="00F635DB">
        <w:t>’</w:t>
      </w:r>
      <w:r w:rsidRPr="009071AC">
        <w:t>avenue</w:t>
      </w:r>
      <w:r w:rsidR="00F635DB">
        <w:t>.</w:t>
      </w:r>
    </w:p>
    <w:p w14:paraId="52EB9684" w14:textId="77777777" w:rsidR="00F635DB" w:rsidRDefault="00855694" w:rsidP="00F635DB">
      <w:r w:rsidRPr="009071AC">
        <w:t>Mais</w:t>
      </w:r>
      <w:r w:rsidR="00F635DB">
        <w:t xml:space="preserve">, </w:t>
      </w:r>
      <w:r w:rsidRPr="009071AC">
        <w:t>à la porte du bois</w:t>
      </w:r>
      <w:r w:rsidR="00F635DB">
        <w:t xml:space="preserve">, </w:t>
      </w:r>
      <w:r w:rsidRPr="009071AC">
        <w:t>Chupin l</w:t>
      </w:r>
      <w:r w:rsidR="00F635DB">
        <w:t>’</w:t>
      </w:r>
      <w:r w:rsidRPr="009071AC">
        <w:t>arrêta</w:t>
      </w:r>
      <w:r w:rsidR="00F635DB">
        <w:t>.</w:t>
      </w:r>
    </w:p>
    <w:p w14:paraId="436B6058" w14:textId="77777777" w:rsidR="00F635DB" w:rsidRDefault="00F635DB" w:rsidP="00F635DB">
      <w:r>
        <w:t>— </w:t>
      </w:r>
      <w:r w:rsidR="00855694" w:rsidRPr="009071AC">
        <w:t>Halte</w:t>
      </w:r>
      <w:r>
        <w:t xml:space="preserve"> !… </w:t>
      </w:r>
      <w:r w:rsidR="00855694" w:rsidRPr="009071AC">
        <w:t>dit-il</w:t>
      </w:r>
      <w:r>
        <w:t xml:space="preserve">, </w:t>
      </w:r>
      <w:r w:rsidR="00855694" w:rsidRPr="009071AC">
        <w:t>je descends</w:t>
      </w:r>
      <w:r>
        <w:t xml:space="preserve">… </w:t>
      </w:r>
      <w:r w:rsidR="00855694" w:rsidRPr="009071AC">
        <w:t>Payer le tarif du bois</w:t>
      </w:r>
      <w:r>
        <w:t xml:space="preserve"> !… </w:t>
      </w:r>
      <w:r w:rsidR="00855694" w:rsidRPr="009071AC">
        <w:t>jamais de la vie</w:t>
      </w:r>
      <w:r>
        <w:t xml:space="preserve"> ; </w:t>
      </w:r>
      <w:r w:rsidR="00855694" w:rsidRPr="009071AC">
        <w:t>je marcherais sur mes mains plutôt</w:t>
      </w:r>
      <w:r>
        <w:t xml:space="preserve">… </w:t>
      </w:r>
      <w:r w:rsidR="00855694" w:rsidRPr="009071AC">
        <w:t>Voilà quarante sous pour votre course</w:t>
      </w:r>
      <w:r>
        <w:t xml:space="preserve"> ; </w:t>
      </w:r>
      <w:r w:rsidR="00855694" w:rsidRPr="009071AC">
        <w:t>bien le bonsoir chez vous</w:t>
      </w:r>
      <w:r>
        <w:t>…</w:t>
      </w:r>
    </w:p>
    <w:p w14:paraId="282524DA" w14:textId="77777777" w:rsidR="00F635DB" w:rsidRDefault="00855694" w:rsidP="00F635DB">
      <w:r w:rsidRPr="009071AC">
        <w:t>Et comme la Victoria bleue avait marché pendant ce temps</w:t>
      </w:r>
      <w:r w:rsidR="00F635DB">
        <w:t xml:space="preserve">, </w:t>
      </w:r>
      <w:r w:rsidRPr="009071AC">
        <w:t>il prit son élan pour la rattraper</w:t>
      </w:r>
      <w:r w:rsidR="00F635DB">
        <w:t>.</w:t>
      </w:r>
    </w:p>
    <w:p w14:paraId="084F48BD" w14:textId="77777777" w:rsidR="00F635DB" w:rsidRDefault="00855694" w:rsidP="00F635DB">
      <w:r w:rsidRPr="009071AC">
        <w:lastRenderedPageBreak/>
        <w:t>Cette manœuvre était le résultat de ses méditations pendant la route</w:t>
      </w:r>
      <w:r w:rsidR="00F635DB">
        <w:t>.</w:t>
      </w:r>
    </w:p>
    <w:p w14:paraId="57F3F2FD" w14:textId="77777777" w:rsidR="00F635DB" w:rsidRDefault="00F635DB" w:rsidP="00F635DB">
      <w:r>
        <w:t>— </w:t>
      </w:r>
      <w:r w:rsidR="00855694" w:rsidRPr="009071AC">
        <w:t>Que fera cette belle dame au bois</w:t>
      </w:r>
      <w:r>
        <w:t xml:space="preserve"> ?… </w:t>
      </w:r>
      <w:r w:rsidR="00855694" w:rsidRPr="009071AC">
        <w:t>s</w:t>
      </w:r>
      <w:r>
        <w:t>’</w:t>
      </w:r>
      <w:r w:rsidR="00855694" w:rsidRPr="009071AC">
        <w:t>était-il dit</w:t>
      </w:r>
      <w:r>
        <w:t xml:space="preserve">. </w:t>
      </w:r>
      <w:r w:rsidR="00855694" w:rsidRPr="009071AC">
        <w:t>Son cocher va prendre la file</w:t>
      </w:r>
      <w:r>
        <w:t xml:space="preserve">, </w:t>
      </w:r>
      <w:r w:rsidR="00855694" w:rsidRPr="009071AC">
        <w:t>et tourner tout doucement autour du lac</w:t>
      </w:r>
      <w:r>
        <w:t xml:space="preserve">… </w:t>
      </w:r>
      <w:r w:rsidR="00855694" w:rsidRPr="009071AC">
        <w:t>J</w:t>
      </w:r>
      <w:r>
        <w:t>’</w:t>
      </w:r>
      <w:r w:rsidR="00855694" w:rsidRPr="009071AC">
        <w:t>en ferai autant avec mes simples jambes sans attirer l</w:t>
      </w:r>
      <w:r>
        <w:t>’</w:t>
      </w:r>
      <w:r w:rsidR="00855694" w:rsidRPr="009071AC">
        <w:t>attention</w:t>
      </w:r>
      <w:r>
        <w:t xml:space="preserve">… </w:t>
      </w:r>
      <w:r w:rsidR="00855694" w:rsidRPr="009071AC">
        <w:t>et même ce sera très-bon pour ma santé</w:t>
      </w:r>
      <w:r>
        <w:t>.</w:t>
      </w:r>
    </w:p>
    <w:p w14:paraId="3B0778B3" w14:textId="77777777" w:rsidR="00F635DB" w:rsidRDefault="00855694" w:rsidP="00F635DB">
      <w:r w:rsidRPr="009071AC">
        <w:t>Ses prévisions se réalisèrent de point en point</w:t>
      </w:r>
      <w:r w:rsidR="00F635DB">
        <w:t xml:space="preserve">. </w:t>
      </w:r>
      <w:r w:rsidRPr="009071AC">
        <w:t>Bientôt la Victoria dépassa le chalet où on vend de la bière</w:t>
      </w:r>
      <w:r w:rsidR="00F635DB">
        <w:t xml:space="preserve">, </w:t>
      </w:r>
      <w:r w:rsidRPr="009071AC">
        <w:t>et prenant la route à gauche</w:t>
      </w:r>
      <w:r w:rsidR="00F635DB">
        <w:t xml:space="preserve">, </w:t>
      </w:r>
      <w:r w:rsidRPr="009071AC">
        <w:t>elle s</w:t>
      </w:r>
      <w:r w:rsidR="00F635DB">
        <w:t>’</w:t>
      </w:r>
      <w:r w:rsidRPr="009071AC">
        <w:t>engagea parmi les équipages qui circulaient au petit pas</w:t>
      </w:r>
      <w:r w:rsidR="00F635DB">
        <w:t>.</w:t>
      </w:r>
    </w:p>
    <w:p w14:paraId="3FCB9360" w14:textId="77777777" w:rsidR="00F635DB" w:rsidRDefault="00855694" w:rsidP="00F635DB">
      <w:r w:rsidRPr="009071AC">
        <w:t>Ayant gagné le sentier du bord de l</w:t>
      </w:r>
      <w:r w:rsidR="00F635DB">
        <w:t>’</w:t>
      </w:r>
      <w:r w:rsidRPr="009071AC">
        <w:t>eau réservé aux piétons</w:t>
      </w:r>
      <w:r w:rsidR="00F635DB">
        <w:t xml:space="preserve">, </w:t>
      </w:r>
      <w:r w:rsidRPr="009071AC">
        <w:t>Chupin suivait sans peine</w:t>
      </w:r>
      <w:r w:rsidR="00F635DB">
        <w:t xml:space="preserve">, </w:t>
      </w:r>
      <w:r w:rsidRPr="009071AC">
        <w:t>les mains dans les poches</w:t>
      </w:r>
      <w:r w:rsidR="00F635DB">
        <w:t xml:space="preserve">, </w:t>
      </w:r>
      <w:r w:rsidRPr="009071AC">
        <w:t>tout réjoui de l</w:t>
      </w:r>
      <w:r w:rsidR="00F635DB">
        <w:t>’</w:t>
      </w:r>
      <w:r w:rsidRPr="009071AC">
        <w:t>idée qu</w:t>
      </w:r>
      <w:r w:rsidR="00F635DB">
        <w:t>’</w:t>
      </w:r>
      <w:r w:rsidRPr="009071AC">
        <w:t>outre la récompense promise</w:t>
      </w:r>
      <w:r w:rsidR="00F635DB">
        <w:t xml:space="preserve">, </w:t>
      </w:r>
      <w:r w:rsidRPr="009071AC">
        <w:t>il gagnait en se promenant le salaire d</w:t>
      </w:r>
      <w:r w:rsidR="00F635DB">
        <w:t>’</w:t>
      </w:r>
      <w:r w:rsidRPr="009071AC">
        <w:t>un cocher et d</w:t>
      </w:r>
      <w:r w:rsidR="00F635DB">
        <w:t>’</w:t>
      </w:r>
      <w:r w:rsidRPr="009071AC">
        <w:t>un cheval</w:t>
      </w:r>
      <w:r w:rsidR="00F635DB">
        <w:t>.</w:t>
      </w:r>
    </w:p>
    <w:p w14:paraId="0B7E15BF" w14:textId="77777777" w:rsidR="00F635DB" w:rsidRDefault="00F635DB" w:rsidP="00F635DB">
      <w:r>
        <w:t>— </w:t>
      </w:r>
      <w:r w:rsidR="00855694" w:rsidRPr="009071AC">
        <w:t>C</w:t>
      </w:r>
      <w:r>
        <w:t>’</w:t>
      </w:r>
      <w:r w:rsidR="00855694" w:rsidRPr="009071AC">
        <w:t>est égal</w:t>
      </w:r>
      <w:r>
        <w:t xml:space="preserve">, </w:t>
      </w:r>
      <w:r w:rsidR="00855694" w:rsidRPr="009071AC">
        <w:t>grommelait-il</w:t>
      </w:r>
      <w:r>
        <w:t xml:space="preserve">, </w:t>
      </w:r>
      <w:r w:rsidR="00855694" w:rsidRPr="009071AC">
        <w:t>c</w:t>
      </w:r>
      <w:r>
        <w:t>’</w:t>
      </w:r>
      <w:r w:rsidR="00855694" w:rsidRPr="009071AC">
        <w:t>est encore un drôle de plaisir que de tourner à la queue leu leu autour de ce lac</w:t>
      </w:r>
      <w:r>
        <w:t xml:space="preserve">, </w:t>
      </w:r>
      <w:r w:rsidR="00855694" w:rsidRPr="009071AC">
        <w:t>comme les bonshommes des orgues de Barbarie</w:t>
      </w:r>
      <w:r>
        <w:t xml:space="preserve">… </w:t>
      </w:r>
      <w:r w:rsidR="00855694" w:rsidRPr="009071AC">
        <w:t>Quand je serai riche</w:t>
      </w:r>
      <w:r>
        <w:t xml:space="preserve">, </w:t>
      </w:r>
      <w:r w:rsidR="00855694" w:rsidRPr="009071AC">
        <w:t>je chercherai autre chose pour m</w:t>
      </w:r>
      <w:r>
        <w:t>’</w:t>
      </w:r>
      <w:r w:rsidR="00855694" w:rsidRPr="009071AC">
        <w:t>amuser</w:t>
      </w:r>
      <w:r>
        <w:t>.</w:t>
      </w:r>
    </w:p>
    <w:p w14:paraId="623832D1" w14:textId="77777777" w:rsidR="00F635DB" w:rsidRDefault="00855694" w:rsidP="00F635DB">
      <w:r w:rsidRPr="009071AC">
        <w:t>Ce pauvre Chupin ignorait qu</w:t>
      </w:r>
      <w:r w:rsidR="00F635DB">
        <w:t>’</w:t>
      </w:r>
      <w:r w:rsidRPr="009071AC">
        <w:t>on ne vient pas au bois pour s</w:t>
      </w:r>
      <w:r w:rsidR="00F635DB">
        <w:t>’</w:t>
      </w:r>
      <w:r w:rsidRPr="009071AC">
        <w:t>amuser</w:t>
      </w:r>
      <w:r w:rsidR="00F635DB">
        <w:t xml:space="preserve">, </w:t>
      </w:r>
      <w:r w:rsidRPr="009071AC">
        <w:t>mais bien pour essayer d</w:t>
      </w:r>
      <w:r w:rsidR="00F635DB">
        <w:t>’</w:t>
      </w:r>
      <w:r w:rsidRPr="009071AC">
        <w:t>ennuyer les autres</w:t>
      </w:r>
      <w:r w:rsidR="00F635DB">
        <w:t xml:space="preserve">. </w:t>
      </w:r>
      <w:r w:rsidRPr="009071AC">
        <w:t>Cette large route n</w:t>
      </w:r>
      <w:r w:rsidR="00F635DB">
        <w:t>’</w:t>
      </w:r>
      <w:r w:rsidRPr="009071AC">
        <w:t>est en réalité que le champ de foire des vanités idiotes</w:t>
      </w:r>
      <w:r w:rsidR="00F635DB">
        <w:t xml:space="preserve">, </w:t>
      </w:r>
      <w:r w:rsidRPr="009071AC">
        <w:t>un bazar en plein air</w:t>
      </w:r>
      <w:r w:rsidR="00F635DB">
        <w:t xml:space="preserve">, </w:t>
      </w:r>
      <w:r w:rsidRPr="009071AC">
        <w:t>pour les exhibitions impudentes et le déballage du luxe</w:t>
      </w:r>
      <w:r w:rsidR="00F635DB">
        <w:t xml:space="preserve">. </w:t>
      </w:r>
      <w:r w:rsidRPr="009071AC">
        <w:t>Voir et être vu</w:t>
      </w:r>
      <w:r w:rsidR="00F635DB">
        <w:t xml:space="preserve"> !… </w:t>
      </w:r>
      <w:r w:rsidRPr="009071AC">
        <w:t>là est tout l</w:t>
      </w:r>
      <w:r w:rsidR="00F635DB">
        <w:t>’</w:t>
      </w:r>
      <w:r w:rsidRPr="009071AC">
        <w:t>attrait</w:t>
      </w:r>
      <w:r w:rsidR="00F635DB">
        <w:t>.</w:t>
      </w:r>
    </w:p>
    <w:p w14:paraId="74D16D25" w14:textId="77777777" w:rsidR="00F635DB" w:rsidRDefault="00855694" w:rsidP="00F635DB">
      <w:r w:rsidRPr="009071AC">
        <w:t>C</w:t>
      </w:r>
      <w:r w:rsidR="00F635DB">
        <w:t>’</w:t>
      </w:r>
      <w:r w:rsidRPr="009071AC">
        <w:t>est-à-dire non</w:t>
      </w:r>
      <w:r w:rsidR="00F635DB">
        <w:t xml:space="preserve">, </w:t>
      </w:r>
      <w:r w:rsidRPr="009071AC">
        <w:t xml:space="preserve">ce </w:t>
      </w:r>
      <w:r w:rsidR="00F635DB">
        <w:t>« </w:t>
      </w:r>
      <w:r w:rsidRPr="009071AC">
        <w:t>tour du lac</w:t>
      </w:r>
      <w:r w:rsidR="00F635DB">
        <w:t> »</w:t>
      </w:r>
      <w:r w:rsidRPr="009071AC">
        <w:t xml:space="preserve"> a d</w:t>
      </w:r>
      <w:r w:rsidR="00F635DB">
        <w:t>’</w:t>
      </w:r>
      <w:r w:rsidRPr="009071AC">
        <w:t>autres séductions encore</w:t>
      </w:r>
      <w:r w:rsidR="00F635DB">
        <w:t xml:space="preserve">. </w:t>
      </w:r>
      <w:r w:rsidRPr="009071AC">
        <w:t>Sur ce terrain neutre</w:t>
      </w:r>
      <w:r w:rsidR="00F635DB">
        <w:t xml:space="preserve">, </w:t>
      </w:r>
      <w:r w:rsidRPr="009071AC">
        <w:t>se rencontrent</w:t>
      </w:r>
      <w:r w:rsidR="00F635DB">
        <w:t xml:space="preserve">, </w:t>
      </w:r>
      <w:r w:rsidRPr="009071AC">
        <w:t>se coudoient</w:t>
      </w:r>
      <w:r w:rsidR="00F635DB">
        <w:t xml:space="preserve">, </w:t>
      </w:r>
      <w:r w:rsidRPr="009071AC">
        <w:t>se toisent</w:t>
      </w:r>
      <w:r w:rsidR="00F635DB">
        <w:t xml:space="preserve">, </w:t>
      </w:r>
      <w:r w:rsidRPr="009071AC">
        <w:t>s</w:t>
      </w:r>
      <w:r w:rsidR="00F635DB">
        <w:t>’</w:t>
      </w:r>
      <w:r w:rsidRPr="009071AC">
        <w:t>envient des femmes qu</w:t>
      </w:r>
      <w:r w:rsidR="00F635DB">
        <w:t>’</w:t>
      </w:r>
      <w:r w:rsidRPr="009071AC">
        <w:t>autrefois séparait un abîme</w:t>
      </w:r>
      <w:r w:rsidR="00F635DB">
        <w:t>…</w:t>
      </w:r>
    </w:p>
    <w:p w14:paraId="576F0216" w14:textId="77777777" w:rsidR="00F635DB" w:rsidRDefault="00855694" w:rsidP="00F635DB">
      <w:r w:rsidRPr="009071AC">
        <w:lastRenderedPageBreak/>
        <w:t xml:space="preserve">Quel délicat plaisir pour une </w:t>
      </w:r>
      <w:r w:rsidR="00F635DB">
        <w:t>« </w:t>
      </w:r>
      <w:r w:rsidRPr="009071AC">
        <w:t>femme honnête</w:t>
      </w:r>
      <w:r w:rsidR="00F635DB">
        <w:t> »</w:t>
      </w:r>
      <w:r w:rsidRPr="009071AC">
        <w:t xml:space="preserve"> de se sentir roue à roue avec Jenny Fancy ou Ninette Simplon</w:t>
      </w:r>
      <w:r w:rsidR="00F635DB">
        <w:t xml:space="preserve">, </w:t>
      </w:r>
      <w:r w:rsidRPr="009071AC">
        <w:t>ou toute autre de ces demoiselles qu</w:t>
      </w:r>
      <w:r w:rsidR="00F635DB">
        <w:t>’</w:t>
      </w:r>
      <w:r w:rsidRPr="009071AC">
        <w:t>elle appelle des créatures</w:t>
      </w:r>
      <w:r w:rsidR="00F635DB">
        <w:t xml:space="preserve">, </w:t>
      </w:r>
      <w:r w:rsidRPr="009071AC">
        <w:t>mais dont elle s</w:t>
      </w:r>
      <w:r w:rsidR="00F635DB">
        <w:t>’</w:t>
      </w:r>
      <w:r w:rsidRPr="009071AC">
        <w:t>inquiète sans cesse</w:t>
      </w:r>
      <w:r w:rsidR="00F635DB">
        <w:t xml:space="preserve">, </w:t>
      </w:r>
      <w:r w:rsidRPr="009071AC">
        <w:t>dont elle parle continuellement</w:t>
      </w:r>
      <w:r w:rsidR="00F635DB">
        <w:t xml:space="preserve">, </w:t>
      </w:r>
      <w:r w:rsidRPr="009071AC">
        <w:t>dont elle copie les toilettes</w:t>
      </w:r>
      <w:r w:rsidR="00F635DB">
        <w:t xml:space="preserve">, </w:t>
      </w:r>
      <w:r w:rsidRPr="009071AC">
        <w:t>la désinvolture</w:t>
      </w:r>
      <w:r w:rsidR="00F635DB">
        <w:t xml:space="preserve">, </w:t>
      </w:r>
      <w:r w:rsidRPr="009071AC">
        <w:t>le jargon</w:t>
      </w:r>
      <w:r w:rsidR="00F635DB">
        <w:t xml:space="preserve">, </w:t>
      </w:r>
      <w:r w:rsidRPr="009071AC">
        <w:t>à qui elle a pris les apparences</w:t>
      </w:r>
      <w:r w:rsidR="00F635DB">
        <w:t xml:space="preserve">… </w:t>
      </w:r>
      <w:r w:rsidRPr="009071AC">
        <w:t>en attendant de prendre la réalité</w:t>
      </w:r>
      <w:r w:rsidR="00F635DB">
        <w:t xml:space="preserve">. </w:t>
      </w:r>
      <w:r w:rsidRPr="009071AC">
        <w:t>On n</w:t>
      </w:r>
      <w:r w:rsidR="00F635DB">
        <w:t>’</w:t>
      </w:r>
      <w:r w:rsidRPr="009071AC">
        <w:t>est pas le vice encore</w:t>
      </w:r>
      <w:r w:rsidR="00F635DB">
        <w:t xml:space="preserve">, </w:t>
      </w:r>
      <w:r w:rsidRPr="009071AC">
        <w:t>mais on l</w:t>
      </w:r>
      <w:r w:rsidR="00F635DB">
        <w:t>’</w:t>
      </w:r>
      <w:r w:rsidRPr="009071AC">
        <w:t>approche</w:t>
      </w:r>
      <w:r w:rsidR="00F635DB">
        <w:t xml:space="preserve">, </w:t>
      </w:r>
      <w:r w:rsidRPr="009071AC">
        <w:t>on s</w:t>
      </w:r>
      <w:r w:rsidR="00F635DB">
        <w:t>’</w:t>
      </w:r>
      <w:r w:rsidRPr="009071AC">
        <w:t>en imprègne</w:t>
      </w:r>
      <w:r w:rsidR="00F635DB">
        <w:t xml:space="preserve">… </w:t>
      </w:r>
      <w:r w:rsidRPr="009071AC">
        <w:t>c</w:t>
      </w:r>
      <w:r w:rsidR="00F635DB">
        <w:t>’</w:t>
      </w:r>
      <w:r w:rsidRPr="009071AC">
        <w:t>est toujours cela</w:t>
      </w:r>
      <w:r w:rsidR="00F635DB">
        <w:t>…</w:t>
      </w:r>
    </w:p>
    <w:p w14:paraId="7271EEC6" w14:textId="77777777" w:rsidR="00F635DB" w:rsidRDefault="00855694" w:rsidP="00F635DB">
      <w:r w:rsidRPr="009071AC">
        <w:t>Mais Chupin était à mille lieues de ces réflexions</w:t>
      </w:r>
      <w:r w:rsidR="00F635DB">
        <w:t>.</w:t>
      </w:r>
    </w:p>
    <w:p w14:paraId="599D602A" w14:textId="073FFE4F" w:rsidR="00F635DB" w:rsidRDefault="00855694" w:rsidP="00F635DB">
      <w:r w:rsidRPr="009071AC">
        <w:t>Ce qui l</w:t>
      </w:r>
      <w:r w:rsidR="00F635DB">
        <w:t>’</w:t>
      </w:r>
      <w:r w:rsidRPr="009071AC">
        <w:t>occupait</w:t>
      </w:r>
      <w:r w:rsidR="00F635DB">
        <w:t xml:space="preserve">, </w:t>
      </w:r>
      <w:r w:rsidRPr="009071AC">
        <w:t>c</w:t>
      </w:r>
      <w:r w:rsidR="00F635DB">
        <w:t>’</w:t>
      </w:r>
      <w:r w:rsidRPr="009071AC">
        <w:t xml:space="preserve">était la préoccupation de </w:t>
      </w:r>
      <w:r w:rsidR="00F635DB">
        <w:t>M</w:t>
      </w:r>
      <w:r w:rsidR="00F635DB" w:rsidRPr="00F635DB">
        <w:rPr>
          <w:vertAlign w:val="superscript"/>
        </w:rPr>
        <w:t>me</w:t>
      </w:r>
      <w:r w:rsidR="00F635DB">
        <w:t> </w:t>
      </w:r>
      <w:r w:rsidRPr="009071AC">
        <w:t>d</w:t>
      </w:r>
      <w:r w:rsidR="00F635DB">
        <w:t>’</w:t>
      </w:r>
      <w:r w:rsidRPr="009071AC">
        <w:t>Argelès</w:t>
      </w:r>
      <w:r w:rsidR="00F635DB">
        <w:t xml:space="preserve">. </w:t>
      </w:r>
      <w:r w:rsidRPr="009071AC">
        <w:t>Elle regardait de tous côtés</w:t>
      </w:r>
      <w:r w:rsidR="00F635DB">
        <w:t xml:space="preserve">, </w:t>
      </w:r>
      <w:r w:rsidRPr="009071AC">
        <w:t>se dressant même parfois à demi dans sa voiture</w:t>
      </w:r>
      <w:r w:rsidR="00F635DB">
        <w:t xml:space="preserve">, </w:t>
      </w:r>
      <w:r w:rsidRPr="009071AC">
        <w:t>tournant la tête toutes les fois qu</w:t>
      </w:r>
      <w:r w:rsidR="00F635DB">
        <w:t>’</w:t>
      </w:r>
      <w:r w:rsidRPr="009071AC">
        <w:t>elle entendait le galop d</w:t>
      </w:r>
      <w:r w:rsidR="00F635DB">
        <w:t>’</w:t>
      </w:r>
      <w:r w:rsidRPr="009071AC">
        <w:t>un cavalier</w:t>
      </w:r>
      <w:r w:rsidR="00F635DB">
        <w:t xml:space="preserve">. </w:t>
      </w:r>
      <w:r w:rsidRPr="009071AC">
        <w:t>Visiblement</w:t>
      </w:r>
      <w:r w:rsidR="00F635DB">
        <w:t xml:space="preserve">, </w:t>
      </w:r>
      <w:r w:rsidRPr="009071AC">
        <w:t>elle cherchait ou elle attendait quelqu</w:t>
      </w:r>
      <w:r w:rsidR="00F635DB">
        <w:t>’</w:t>
      </w:r>
      <w:r w:rsidRPr="009071AC">
        <w:t>un</w:t>
      </w:r>
      <w:r w:rsidR="00F635DB">
        <w:t>.</w:t>
      </w:r>
    </w:p>
    <w:p w14:paraId="75130054" w14:textId="77777777" w:rsidR="00F635DB" w:rsidRDefault="00855694" w:rsidP="00F635DB">
      <w:r w:rsidRPr="009071AC">
        <w:t>Ce quelqu</w:t>
      </w:r>
      <w:r w:rsidR="00F635DB">
        <w:t>’</w:t>
      </w:r>
      <w:r w:rsidRPr="009071AC">
        <w:t>un ne paraissant pas</w:t>
      </w:r>
      <w:r w:rsidR="00F635DB">
        <w:t xml:space="preserve">, </w:t>
      </w:r>
      <w:r w:rsidRPr="009071AC">
        <w:t>et lassée sans doute d</w:t>
      </w:r>
      <w:r w:rsidR="00F635DB">
        <w:t>’</w:t>
      </w:r>
      <w:r w:rsidRPr="009071AC">
        <w:t>attendre après trois tours</w:t>
      </w:r>
      <w:r w:rsidR="00F635DB">
        <w:t xml:space="preserve">, </w:t>
      </w:r>
      <w:r w:rsidRPr="009071AC">
        <w:t>elle fit un signe à son cocher</w:t>
      </w:r>
      <w:r w:rsidR="00F635DB">
        <w:t xml:space="preserve">, </w:t>
      </w:r>
      <w:r w:rsidRPr="009071AC">
        <w:t>qui se dégagea de la file des équipages et lança son cheval dans une allée latérale</w:t>
      </w:r>
      <w:r w:rsidR="00F635DB">
        <w:t>.</w:t>
      </w:r>
    </w:p>
    <w:p w14:paraId="31864F52" w14:textId="77777777" w:rsidR="00F635DB" w:rsidRDefault="00F635DB" w:rsidP="00F635DB">
      <w:r>
        <w:t>— </w:t>
      </w:r>
      <w:r w:rsidR="00855694" w:rsidRPr="009071AC">
        <w:t>Bon</w:t>
      </w:r>
      <w:r>
        <w:t xml:space="preserve"> !… </w:t>
      </w:r>
      <w:r w:rsidR="00855694" w:rsidRPr="009071AC">
        <w:t>pensa Chupin</w:t>
      </w:r>
      <w:r>
        <w:t xml:space="preserve">, </w:t>
      </w:r>
      <w:r w:rsidR="00855694" w:rsidRPr="009071AC">
        <w:t>voilà ma pratique qui rentre</w:t>
      </w:r>
      <w:r>
        <w:t xml:space="preserve">, </w:t>
      </w:r>
      <w:r w:rsidR="00855694" w:rsidRPr="009071AC">
        <w:t>je ne ferai pas mes frais</w:t>
      </w:r>
      <w:r>
        <w:t xml:space="preserve">… </w:t>
      </w:r>
      <w:r w:rsidR="00855694" w:rsidRPr="009071AC">
        <w:t>Cependant</w:t>
      </w:r>
      <w:r>
        <w:t xml:space="preserve">, </w:t>
      </w:r>
      <w:r w:rsidR="00855694" w:rsidRPr="009071AC">
        <w:t>je voudrais bien trouver un sapin</w:t>
      </w:r>
      <w:r>
        <w:t>…</w:t>
      </w:r>
    </w:p>
    <w:p w14:paraId="2817C8FE" w14:textId="77777777" w:rsidR="00F635DB" w:rsidRDefault="00855694" w:rsidP="00F635DB">
      <w:r w:rsidRPr="009071AC">
        <w:t>Il en trouva un</w:t>
      </w:r>
      <w:r w:rsidR="00F635DB">
        <w:t xml:space="preserve">, </w:t>
      </w:r>
      <w:r w:rsidRPr="009071AC">
        <w:t>heureusement</w:t>
      </w:r>
      <w:r w:rsidR="00F635DB">
        <w:t xml:space="preserve">, </w:t>
      </w:r>
      <w:r w:rsidRPr="009071AC">
        <w:t>et assez passablement attelé pour suivre la Victoria</w:t>
      </w:r>
      <w:r w:rsidR="00F635DB">
        <w:t>.</w:t>
      </w:r>
    </w:p>
    <w:p w14:paraId="4A670DD0" w14:textId="5AA09A94" w:rsidR="00F635DB" w:rsidRDefault="00855694" w:rsidP="00F635DB">
      <w:r w:rsidRPr="009071AC">
        <w:t>Seulement</w:t>
      </w:r>
      <w:r w:rsidR="00F635DB">
        <w:t xml:space="preserve">, </w:t>
      </w:r>
      <w:r w:rsidRPr="009071AC">
        <w:t>il s</w:t>
      </w:r>
      <w:r w:rsidR="00F635DB">
        <w:t>’</w:t>
      </w:r>
      <w:r w:rsidRPr="009071AC">
        <w:t>était trompé</w:t>
      </w:r>
      <w:r w:rsidR="00F635DB">
        <w:t>, M</w:t>
      </w:r>
      <w:r w:rsidR="00F635DB" w:rsidRPr="00F635DB">
        <w:rPr>
          <w:vertAlign w:val="superscript"/>
        </w:rPr>
        <w:t>me</w:t>
      </w:r>
      <w:r w:rsidR="00F635DB">
        <w:t> </w:t>
      </w:r>
      <w:r w:rsidRPr="009071AC">
        <w:t>d</w:t>
      </w:r>
      <w:r w:rsidR="00F635DB">
        <w:t>’</w:t>
      </w:r>
      <w:r w:rsidRPr="009071AC">
        <w:t>Argelès ne rentrait pas</w:t>
      </w:r>
      <w:r w:rsidR="00F635DB">
        <w:t xml:space="preserve">. </w:t>
      </w:r>
      <w:r w:rsidRPr="009071AC">
        <w:t>Son cocher qui avait ses instructions</w:t>
      </w:r>
      <w:r w:rsidR="00F635DB">
        <w:t xml:space="preserve">, </w:t>
      </w:r>
      <w:r w:rsidRPr="009071AC">
        <w:t>descendit les Champs-Élysées</w:t>
      </w:r>
      <w:r w:rsidR="00F635DB">
        <w:t xml:space="preserve">, </w:t>
      </w:r>
      <w:r w:rsidRPr="009071AC">
        <w:t>traversa la place de la Concorde</w:t>
      </w:r>
      <w:r w:rsidR="00F635DB">
        <w:t xml:space="preserve">, </w:t>
      </w:r>
      <w:r w:rsidRPr="009071AC">
        <w:t>gagna les boulevards et s</w:t>
      </w:r>
      <w:r w:rsidR="00F635DB">
        <w:t>’</w:t>
      </w:r>
      <w:r w:rsidRPr="009071AC">
        <w:t>arrêta court à l</w:t>
      </w:r>
      <w:r w:rsidR="00F635DB">
        <w:t>’</w:t>
      </w:r>
      <w:r w:rsidRPr="009071AC">
        <w:t xml:space="preserve">angle de la rue de la </w:t>
      </w:r>
      <w:proofErr w:type="spellStart"/>
      <w:r w:rsidRPr="009071AC">
        <w:t>Chaussée-d</w:t>
      </w:r>
      <w:r w:rsidR="00F635DB">
        <w:t>’</w:t>
      </w:r>
      <w:r w:rsidRPr="009071AC">
        <w:t>Antin</w:t>
      </w:r>
      <w:proofErr w:type="spellEnd"/>
      <w:r w:rsidR="00F635DB">
        <w:t>.</w:t>
      </w:r>
    </w:p>
    <w:p w14:paraId="36D5B605" w14:textId="77777777" w:rsidR="00F635DB" w:rsidRDefault="00855694" w:rsidP="00F635DB">
      <w:r w:rsidRPr="009071AC">
        <w:lastRenderedPageBreak/>
        <w:t>Aussitôt</w:t>
      </w:r>
      <w:r w:rsidR="00F635DB">
        <w:t xml:space="preserve">, </w:t>
      </w:r>
      <w:r w:rsidRPr="009071AC">
        <w:t>elle ramena un voile épais sur sa figure</w:t>
      </w:r>
      <w:r w:rsidR="00F635DB">
        <w:t xml:space="preserve">, </w:t>
      </w:r>
      <w:r w:rsidRPr="009071AC">
        <w:t>sauta à terre et s</w:t>
      </w:r>
      <w:r w:rsidR="00F635DB">
        <w:t>’</w:t>
      </w:r>
      <w:r w:rsidRPr="009071AC">
        <w:t>éloigna</w:t>
      </w:r>
      <w:r w:rsidR="00F635DB">
        <w:t>…</w:t>
      </w:r>
    </w:p>
    <w:p w14:paraId="11E2861F" w14:textId="77777777" w:rsidR="00F635DB" w:rsidRDefault="00855694" w:rsidP="00F635DB">
      <w:r w:rsidRPr="009071AC">
        <w:t>Ce fut si vivement fait</w:t>
      </w:r>
      <w:r w:rsidR="00F635DB">
        <w:t xml:space="preserve">, </w:t>
      </w:r>
      <w:r w:rsidRPr="009071AC">
        <w:t>que Chupin n</w:t>
      </w:r>
      <w:r w:rsidR="00F635DB">
        <w:t>’</w:t>
      </w:r>
      <w:r w:rsidRPr="009071AC">
        <w:t>eut que le temps de jeter deux francs à son cocher et de prendre sa course</w:t>
      </w:r>
      <w:r w:rsidR="00F635DB">
        <w:t xml:space="preserve">. </w:t>
      </w:r>
      <w:r w:rsidRPr="009071AC">
        <w:t>Déjà sa pratique</w:t>
      </w:r>
      <w:r w:rsidR="00F635DB">
        <w:t xml:space="preserve">, </w:t>
      </w:r>
      <w:r w:rsidRPr="009071AC">
        <w:t>comme il disait</w:t>
      </w:r>
      <w:r w:rsidR="00F635DB">
        <w:t xml:space="preserve">, </w:t>
      </w:r>
      <w:r w:rsidRPr="009071AC">
        <w:t>venait de tourner le coin de la rue du Helder et la remontait d</w:t>
      </w:r>
      <w:r w:rsidR="00F635DB">
        <w:t>’</w:t>
      </w:r>
      <w:r w:rsidRPr="009071AC">
        <w:t>un bon pas</w:t>
      </w:r>
      <w:r w:rsidR="00F635DB">
        <w:t xml:space="preserve">… </w:t>
      </w:r>
      <w:r w:rsidRPr="009071AC">
        <w:t>Il était un peu plus de cinq heures</w:t>
      </w:r>
      <w:r w:rsidR="00F635DB">
        <w:t xml:space="preserve">, </w:t>
      </w:r>
      <w:r w:rsidRPr="009071AC">
        <w:t>le jour baissait</w:t>
      </w:r>
      <w:r w:rsidR="00F635DB">
        <w:t>.</w:t>
      </w:r>
    </w:p>
    <w:p w14:paraId="4709FE6A" w14:textId="77777777" w:rsidR="00F635DB" w:rsidRDefault="00F635DB" w:rsidP="00F635DB">
      <w:r>
        <w:t>— </w:t>
      </w:r>
      <w:r w:rsidR="00855694" w:rsidRPr="009071AC">
        <w:t>Je brûle</w:t>
      </w:r>
      <w:r>
        <w:t xml:space="preserve">, </w:t>
      </w:r>
      <w:r w:rsidR="00855694" w:rsidRPr="009071AC">
        <w:t>murmurait Chupin</w:t>
      </w:r>
      <w:r>
        <w:t xml:space="preserve">, </w:t>
      </w:r>
      <w:r w:rsidR="00855694" w:rsidRPr="009071AC">
        <w:t>je brûle</w:t>
      </w:r>
      <w:r>
        <w:t xml:space="preserve">, </w:t>
      </w:r>
      <w:r w:rsidR="00855694" w:rsidRPr="009071AC">
        <w:t>bien sûr</w:t>
      </w:r>
      <w:r>
        <w:t> !…</w:t>
      </w:r>
    </w:p>
    <w:p w14:paraId="64604484" w14:textId="4252C4B7" w:rsidR="00F635DB" w:rsidRDefault="00855694" w:rsidP="00F635DB">
      <w:r w:rsidRPr="009071AC">
        <w:t xml:space="preserve">Cependant </w:t>
      </w:r>
      <w:r w:rsidR="00F635DB">
        <w:t>M</w:t>
      </w:r>
      <w:r w:rsidR="00F635DB" w:rsidRPr="00F635DB">
        <w:rPr>
          <w:vertAlign w:val="superscript"/>
        </w:rPr>
        <w:t>me</w:t>
      </w:r>
      <w:r w:rsidR="00F635DB">
        <w:t> </w:t>
      </w:r>
      <w:r w:rsidRPr="009071AC">
        <w:t>d</w:t>
      </w:r>
      <w:r w:rsidR="00F635DB">
        <w:t>’</w:t>
      </w:r>
      <w:r w:rsidRPr="009071AC">
        <w:t>Argelès avait pris le trottoir du côté des numéros impairs</w:t>
      </w:r>
      <w:r w:rsidR="00F635DB">
        <w:t xml:space="preserve">. </w:t>
      </w:r>
      <w:r w:rsidRPr="009071AC">
        <w:t>Quand elle eût dépassé le N</w:t>
      </w:r>
      <w:r w:rsidR="00F635DB">
        <w:t>° </w:t>
      </w:r>
      <w:r w:rsidR="00F635DB" w:rsidRPr="009071AC">
        <w:t>4</w:t>
      </w:r>
      <w:r w:rsidRPr="009071AC">
        <w:t>3</w:t>
      </w:r>
      <w:r w:rsidR="00F635DB">
        <w:t xml:space="preserve">, </w:t>
      </w:r>
      <w:r w:rsidRPr="009071AC">
        <w:t>où est l</w:t>
      </w:r>
      <w:r w:rsidR="00F635DB">
        <w:t>’</w:t>
      </w:r>
      <w:r w:rsidRPr="009071AC">
        <w:t>hôtel de Hombourg</w:t>
      </w:r>
      <w:r w:rsidR="00F635DB">
        <w:t xml:space="preserve">, </w:t>
      </w:r>
      <w:r w:rsidRPr="009071AC">
        <w:t>elle ralentit sa marche</w:t>
      </w:r>
      <w:r w:rsidR="00F635DB">
        <w:t xml:space="preserve">, </w:t>
      </w:r>
      <w:r w:rsidRPr="009071AC">
        <w:t>et avec une attention visible</w:t>
      </w:r>
      <w:r w:rsidR="00F635DB">
        <w:t xml:space="preserve">, </w:t>
      </w:r>
      <w:r w:rsidRPr="009071AC">
        <w:t>examina une des maisons d</w:t>
      </w:r>
      <w:r w:rsidR="00F635DB">
        <w:t>’</w:t>
      </w:r>
      <w:r w:rsidRPr="009071AC">
        <w:t>en face</w:t>
      </w:r>
      <w:r w:rsidR="00F635DB">
        <w:t xml:space="preserve">, </w:t>
      </w:r>
      <w:r w:rsidRPr="009071AC">
        <w:t>celle qui portait le N</w:t>
      </w:r>
      <w:r w:rsidR="00F635DB">
        <w:t>° </w:t>
      </w:r>
      <w:r w:rsidR="00F635DB" w:rsidRPr="009071AC">
        <w:t>4</w:t>
      </w:r>
      <w:r w:rsidRPr="009071AC">
        <w:t>8</w:t>
      </w:r>
      <w:r w:rsidR="00F635DB">
        <w:t>.</w:t>
      </w:r>
    </w:p>
    <w:p w14:paraId="6E8F3D91" w14:textId="77777777" w:rsidR="00F635DB" w:rsidRDefault="00855694" w:rsidP="00F635DB">
      <w:r w:rsidRPr="009071AC">
        <w:t>Son examen dura peu</w:t>
      </w:r>
      <w:r w:rsidR="00F635DB">
        <w:t xml:space="preserve">, </w:t>
      </w:r>
      <w:r w:rsidRPr="009071AC">
        <w:t>moins d</w:t>
      </w:r>
      <w:r w:rsidR="00F635DB">
        <w:t>’</w:t>
      </w:r>
      <w:r w:rsidRPr="009071AC">
        <w:t>une minute</w:t>
      </w:r>
      <w:r w:rsidR="00F635DB">
        <w:t xml:space="preserve">, </w:t>
      </w:r>
      <w:r w:rsidRPr="009071AC">
        <w:t>et parut la satisfaire</w:t>
      </w:r>
      <w:r w:rsidR="00F635DB">
        <w:t>.</w:t>
      </w:r>
    </w:p>
    <w:p w14:paraId="2E331425" w14:textId="77777777" w:rsidR="00F635DB" w:rsidRDefault="00855694" w:rsidP="00F635DB">
      <w:r w:rsidRPr="009071AC">
        <w:t>Elle retourna sur ses pas</w:t>
      </w:r>
      <w:r w:rsidR="00F635DB">
        <w:t xml:space="preserve">, </w:t>
      </w:r>
      <w:r w:rsidRPr="009071AC">
        <w:t>alors</w:t>
      </w:r>
      <w:r w:rsidR="00F635DB">
        <w:t xml:space="preserve">, </w:t>
      </w:r>
      <w:r w:rsidRPr="009071AC">
        <w:t>et toujours très-rapidement</w:t>
      </w:r>
      <w:r w:rsidR="00F635DB">
        <w:t xml:space="preserve">, </w:t>
      </w:r>
      <w:r w:rsidRPr="009071AC">
        <w:t>revint au boulevard</w:t>
      </w:r>
      <w:r w:rsidR="00F635DB">
        <w:t xml:space="preserve">. </w:t>
      </w:r>
      <w:r w:rsidRPr="009071AC">
        <w:t>Là</w:t>
      </w:r>
      <w:r w:rsidR="00F635DB">
        <w:t xml:space="preserve">, </w:t>
      </w:r>
      <w:r w:rsidRPr="009071AC">
        <w:t>elle traversa la rue</w:t>
      </w:r>
      <w:r w:rsidR="00F635DB">
        <w:t xml:space="preserve">, </w:t>
      </w:r>
      <w:r w:rsidRPr="009071AC">
        <w:t>et de nouveau la remonta</w:t>
      </w:r>
      <w:r w:rsidR="00F635DB">
        <w:t xml:space="preserve">, </w:t>
      </w:r>
      <w:r w:rsidRPr="009071AC">
        <w:t>mais très-lentement s</w:t>
      </w:r>
      <w:r w:rsidR="00F635DB">
        <w:t>’</w:t>
      </w:r>
      <w:r w:rsidRPr="009071AC">
        <w:t>arrêtant devant toutes les boutiques</w:t>
      </w:r>
      <w:r w:rsidR="00F635DB">
        <w:t>.</w:t>
      </w:r>
    </w:p>
    <w:p w14:paraId="10C04211" w14:textId="2D44304F" w:rsidR="00F635DB" w:rsidRDefault="00855694" w:rsidP="00F635DB">
      <w:r w:rsidRPr="009071AC">
        <w:t>Persuadé qu</w:t>
      </w:r>
      <w:r w:rsidR="00F635DB">
        <w:t>’</w:t>
      </w:r>
      <w:r w:rsidRPr="009071AC">
        <w:t>il touchait au but</w:t>
      </w:r>
      <w:r w:rsidR="00F635DB">
        <w:t xml:space="preserve">, </w:t>
      </w:r>
      <w:r w:rsidRPr="009071AC">
        <w:t>Chupin avait traversé lui aussi</w:t>
      </w:r>
      <w:r w:rsidR="00F635DB">
        <w:t xml:space="preserve">, </w:t>
      </w:r>
      <w:r w:rsidRPr="009071AC">
        <w:t xml:space="preserve">et il marchait presque sur les talons de </w:t>
      </w:r>
      <w:r w:rsidR="00F635DB">
        <w:t>M</w:t>
      </w:r>
      <w:r w:rsidR="00F635DB" w:rsidRPr="00F635DB">
        <w:rPr>
          <w:vertAlign w:val="superscript"/>
        </w:rPr>
        <w:t>me</w:t>
      </w:r>
      <w:r w:rsidR="00F635DB">
        <w:t> </w:t>
      </w:r>
      <w:r w:rsidRPr="009071AC">
        <w:t>d</w:t>
      </w:r>
      <w:r w:rsidR="00F635DB">
        <w:t>’</w:t>
      </w:r>
      <w:r w:rsidRPr="009071AC">
        <w:t>Argelès</w:t>
      </w:r>
      <w:r w:rsidR="00F635DB">
        <w:t>.</w:t>
      </w:r>
    </w:p>
    <w:p w14:paraId="0C2725C5" w14:textId="77777777" w:rsidR="00F635DB" w:rsidRDefault="00855694" w:rsidP="00F635DB">
      <w:r w:rsidRPr="009071AC">
        <w:t>Bientôt il la vit tressaillir et reprendre sa marche rapide</w:t>
      </w:r>
      <w:r w:rsidR="00F635DB">
        <w:t xml:space="preserve">. </w:t>
      </w:r>
      <w:r w:rsidRPr="009071AC">
        <w:t>Un jeune homme arrivait en sens inverse</w:t>
      </w:r>
      <w:r w:rsidR="00F635DB">
        <w:t xml:space="preserve">, </w:t>
      </w:r>
      <w:r w:rsidRPr="009071AC">
        <w:t>si vite qu</w:t>
      </w:r>
      <w:r w:rsidR="00F635DB">
        <w:t>’</w:t>
      </w:r>
      <w:r w:rsidRPr="009071AC">
        <w:t>elle ne put</w:t>
      </w:r>
      <w:r w:rsidR="00F635DB">
        <w:t xml:space="preserve">, </w:t>
      </w:r>
      <w:r w:rsidRPr="009071AC">
        <w:t>l</w:t>
      </w:r>
      <w:r w:rsidR="00F635DB">
        <w:t>’</w:t>
      </w:r>
      <w:r w:rsidRPr="009071AC">
        <w:t>éviter et se jeta presque sur lui</w:t>
      </w:r>
      <w:r w:rsidR="00F635DB">
        <w:t>.</w:t>
      </w:r>
    </w:p>
    <w:p w14:paraId="4A94B1E8" w14:textId="77777777" w:rsidR="00F635DB" w:rsidRDefault="00855694" w:rsidP="00F635DB">
      <w:r w:rsidRPr="009071AC">
        <w:t>Le jeune homme jura</w:t>
      </w:r>
      <w:r w:rsidR="00F635DB">
        <w:t xml:space="preserve"> : </w:t>
      </w:r>
      <w:r w:rsidRPr="009071AC">
        <w:t>sacrée</w:t>
      </w:r>
      <w:r w:rsidR="00F635DB">
        <w:t xml:space="preserve"> !… </w:t>
      </w:r>
      <w:r w:rsidRPr="009071AC">
        <w:t>et lui crachant au visage une ignoble insulte</w:t>
      </w:r>
      <w:r w:rsidR="00F635DB">
        <w:t xml:space="preserve">, </w:t>
      </w:r>
      <w:r w:rsidRPr="009071AC">
        <w:t>il passa</w:t>
      </w:r>
      <w:r w:rsidR="00F635DB">
        <w:t>.</w:t>
      </w:r>
    </w:p>
    <w:p w14:paraId="745CF1FA" w14:textId="77777777" w:rsidR="00F635DB" w:rsidRDefault="00855694" w:rsidP="00F635DB">
      <w:r w:rsidRPr="009071AC">
        <w:t>Chupin en eut froid dans le dos</w:t>
      </w:r>
      <w:r w:rsidR="00F635DB">
        <w:t>.</w:t>
      </w:r>
    </w:p>
    <w:p w14:paraId="44AB23A6" w14:textId="77777777" w:rsidR="00F635DB" w:rsidRDefault="00F635DB" w:rsidP="00F635DB">
      <w:r>
        <w:lastRenderedPageBreak/>
        <w:t>— </w:t>
      </w:r>
      <w:r w:rsidR="00855694" w:rsidRPr="009071AC">
        <w:t>Si c</w:t>
      </w:r>
      <w:r>
        <w:t>’</w:t>
      </w:r>
      <w:r w:rsidR="00855694" w:rsidRPr="009071AC">
        <w:t>était son fils</w:t>
      </w:r>
      <w:r>
        <w:t xml:space="preserve"> ! </w:t>
      </w:r>
      <w:r w:rsidR="00855694" w:rsidRPr="009071AC">
        <w:t>pensait-il</w:t>
      </w:r>
      <w:r>
        <w:t>…</w:t>
      </w:r>
    </w:p>
    <w:p w14:paraId="734A7695" w14:textId="77777777" w:rsidR="00F635DB" w:rsidRDefault="00855694" w:rsidP="00F635DB">
      <w:r w:rsidRPr="009071AC">
        <w:t>Et tout en feignant d</w:t>
      </w:r>
      <w:r w:rsidR="00F635DB">
        <w:t>’</w:t>
      </w:r>
      <w:r w:rsidRPr="009071AC">
        <w:t>admirer un étalage</w:t>
      </w:r>
      <w:r w:rsidR="00F635DB">
        <w:t xml:space="preserve">, </w:t>
      </w:r>
      <w:r w:rsidRPr="009071AC">
        <w:t>il observait la pauvre femme</w:t>
      </w:r>
      <w:r w:rsidR="00F635DB">
        <w:t xml:space="preserve">… </w:t>
      </w:r>
      <w:r w:rsidRPr="009071AC">
        <w:t>Elle s</w:t>
      </w:r>
      <w:r w:rsidR="00F635DB">
        <w:t>’</w:t>
      </w:r>
      <w:r w:rsidRPr="009071AC">
        <w:t>était arrêtée</w:t>
      </w:r>
      <w:r w:rsidR="00F635DB">
        <w:t xml:space="preserve">, </w:t>
      </w:r>
      <w:r w:rsidRPr="009071AC">
        <w:t>et il en était si près qu</w:t>
      </w:r>
      <w:r w:rsidR="00F635DB">
        <w:t>’</w:t>
      </w:r>
      <w:r w:rsidRPr="009071AC">
        <w:t>il la touchait presque</w:t>
      </w:r>
      <w:r w:rsidR="00F635DB">
        <w:t>…</w:t>
      </w:r>
    </w:p>
    <w:p w14:paraId="3CA887E3" w14:textId="77777777" w:rsidR="00F635DB" w:rsidRDefault="00855694" w:rsidP="00F635DB">
      <w:r w:rsidRPr="009071AC">
        <w:t>Il la vit soulever son voile et suivre l</w:t>
      </w:r>
      <w:r w:rsidR="00F635DB">
        <w:t>’</w:t>
      </w:r>
      <w:r w:rsidRPr="009071AC">
        <w:t>insulteur d</w:t>
      </w:r>
      <w:r w:rsidR="00F635DB">
        <w:t>’</w:t>
      </w:r>
      <w:r w:rsidRPr="009071AC">
        <w:t>un regard où il n</w:t>
      </w:r>
      <w:r w:rsidR="00F635DB">
        <w:t>’</w:t>
      </w:r>
      <w:r w:rsidRPr="009071AC">
        <w:t>y avait pas à se méprendre</w:t>
      </w:r>
      <w:r w:rsidR="00F635DB">
        <w:t>…</w:t>
      </w:r>
    </w:p>
    <w:p w14:paraId="342D113A" w14:textId="77777777" w:rsidR="00F635DB" w:rsidRDefault="00F635DB" w:rsidP="00F635DB">
      <w:r>
        <w:t>— </w:t>
      </w:r>
      <w:r w:rsidR="00855694" w:rsidRPr="009071AC">
        <w:t>Oh</w:t>
      </w:r>
      <w:r>
        <w:t xml:space="preserve"> !… </w:t>
      </w:r>
      <w:r w:rsidR="00855694" w:rsidRPr="009071AC">
        <w:t>se dit Chupin saisi d</w:t>
      </w:r>
      <w:r>
        <w:t>’</w:t>
      </w:r>
      <w:r w:rsidR="00855694" w:rsidRPr="009071AC">
        <w:t>horreur</w:t>
      </w:r>
      <w:r>
        <w:t xml:space="preserve">, </w:t>
      </w:r>
      <w:r w:rsidR="00855694" w:rsidRPr="009071AC">
        <w:t>oh</w:t>
      </w:r>
      <w:r>
        <w:t xml:space="preserve"> !… </w:t>
      </w:r>
      <w:r w:rsidR="00855694" w:rsidRPr="009071AC">
        <w:t>C</w:t>
      </w:r>
      <w:r>
        <w:t>’</w:t>
      </w:r>
      <w:r w:rsidR="00855694" w:rsidRPr="009071AC">
        <w:t>est son fils qui l</w:t>
      </w:r>
      <w:r>
        <w:t>’</w:t>
      </w:r>
      <w:r w:rsidR="00855694" w:rsidRPr="009071AC">
        <w:t>a appelée</w:t>
      </w:r>
      <w:r>
        <w:t>…</w:t>
      </w:r>
    </w:p>
    <w:p w14:paraId="0D68FA1C" w14:textId="77777777" w:rsidR="00F635DB" w:rsidRDefault="00855694" w:rsidP="00F635DB">
      <w:r w:rsidRPr="009071AC">
        <w:t>Et il s</w:t>
      </w:r>
      <w:r w:rsidR="00F635DB">
        <w:t>’</w:t>
      </w:r>
      <w:r w:rsidRPr="009071AC">
        <w:t>élança sur les traces du jeune homme</w:t>
      </w:r>
      <w:r w:rsidR="00F635DB">
        <w:t>.</w:t>
      </w:r>
    </w:p>
    <w:p w14:paraId="7F9B949A" w14:textId="77777777" w:rsidR="00F635DB" w:rsidRDefault="00855694" w:rsidP="00F635DB">
      <w:r w:rsidRPr="009071AC">
        <w:t>C</w:t>
      </w:r>
      <w:r w:rsidR="00F635DB">
        <w:t>’</w:t>
      </w:r>
      <w:r w:rsidRPr="009071AC">
        <w:t>était un garçon de vingt-deux à vingt-quatre ans</w:t>
      </w:r>
      <w:r w:rsidR="00F635DB">
        <w:t xml:space="preserve">, </w:t>
      </w:r>
      <w:r w:rsidRPr="009071AC">
        <w:t>d</w:t>
      </w:r>
      <w:r w:rsidR="00F635DB">
        <w:t>’</w:t>
      </w:r>
      <w:r w:rsidRPr="009071AC">
        <w:t>une taille un peu au-dessus de la moyenne</w:t>
      </w:r>
      <w:r w:rsidR="00F635DB">
        <w:t xml:space="preserve">, </w:t>
      </w:r>
      <w:r w:rsidRPr="009071AC">
        <w:t>très-blond</w:t>
      </w:r>
      <w:r w:rsidR="00F635DB">
        <w:t xml:space="preserve">, </w:t>
      </w:r>
      <w:r w:rsidRPr="009071AC">
        <w:t>avec des yeux clignotants</w:t>
      </w:r>
      <w:r w:rsidR="00F635DB">
        <w:t xml:space="preserve">, </w:t>
      </w:r>
      <w:r w:rsidRPr="009071AC">
        <w:t>pâle et n</w:t>
      </w:r>
      <w:r w:rsidR="00F635DB">
        <w:t>’</w:t>
      </w:r>
      <w:r w:rsidRPr="009071AC">
        <w:t>ayant de barbe qu</w:t>
      </w:r>
      <w:r w:rsidR="00F635DB">
        <w:t>’</w:t>
      </w:r>
      <w:r w:rsidRPr="009071AC">
        <w:t>une moustache relevée en croc</w:t>
      </w:r>
      <w:r w:rsidR="00F635DB">
        <w:t xml:space="preserve">, </w:t>
      </w:r>
      <w:r w:rsidRPr="009071AC">
        <w:t>plus foncée que ses cheveux</w:t>
      </w:r>
      <w:r w:rsidR="00F635DB">
        <w:t>.</w:t>
      </w:r>
    </w:p>
    <w:p w14:paraId="4D710607" w14:textId="77777777" w:rsidR="00F635DB" w:rsidRDefault="00855694" w:rsidP="00F635DB">
      <w:r w:rsidRPr="009071AC">
        <w:t>Il était vêtu avec cette recherche de négligence que beaucoup croient être l</w:t>
      </w:r>
      <w:r w:rsidR="00F635DB">
        <w:t>’</w:t>
      </w:r>
      <w:r w:rsidRPr="009071AC">
        <w:t>élégance suprême et qui en est juste le contre-sens</w:t>
      </w:r>
      <w:r w:rsidR="00F635DB">
        <w:t>.</w:t>
      </w:r>
    </w:p>
    <w:p w14:paraId="3AD649FC" w14:textId="77777777" w:rsidR="00F635DB" w:rsidRDefault="00855694" w:rsidP="00F635DB">
      <w:r w:rsidRPr="009071AC">
        <w:t>Et sa tenue</w:t>
      </w:r>
      <w:r w:rsidR="00F635DB">
        <w:t xml:space="preserve">, </w:t>
      </w:r>
      <w:r w:rsidRPr="009071AC">
        <w:t>sa moustache</w:t>
      </w:r>
      <w:r w:rsidR="00F635DB">
        <w:t xml:space="preserve">, </w:t>
      </w:r>
      <w:r w:rsidRPr="009071AC">
        <w:t>son chapeau bas de forme</w:t>
      </w:r>
      <w:r w:rsidR="00F635DB">
        <w:t xml:space="preserve">, </w:t>
      </w:r>
      <w:r w:rsidRPr="009071AC">
        <w:t>incliné sur l</w:t>
      </w:r>
      <w:r w:rsidR="00F635DB">
        <w:t>’</w:t>
      </w:r>
      <w:r w:rsidRPr="009071AC">
        <w:t>oreille</w:t>
      </w:r>
      <w:r w:rsidR="00F635DB">
        <w:t xml:space="preserve">, </w:t>
      </w:r>
      <w:r w:rsidRPr="009071AC">
        <w:t>lui donnaient l</w:t>
      </w:r>
      <w:r w:rsidR="00F635DB">
        <w:t>’</w:t>
      </w:r>
      <w:r w:rsidRPr="009071AC">
        <w:t>air arrogant</w:t>
      </w:r>
      <w:r w:rsidR="00F635DB">
        <w:t xml:space="preserve">, </w:t>
      </w:r>
      <w:r w:rsidRPr="009071AC">
        <w:t>prétentieux et casseur</w:t>
      </w:r>
      <w:r w:rsidR="00F635DB">
        <w:t>.</w:t>
      </w:r>
    </w:p>
    <w:p w14:paraId="5ECB4C4C" w14:textId="77777777" w:rsidR="00F635DB" w:rsidRDefault="00F635DB" w:rsidP="00F635DB">
      <w:r>
        <w:t>— </w:t>
      </w:r>
      <w:r w:rsidR="00855694" w:rsidRPr="009071AC">
        <w:t>Cristi</w:t>
      </w:r>
      <w:r>
        <w:t xml:space="preserve"> !… </w:t>
      </w:r>
      <w:r w:rsidR="00855694" w:rsidRPr="009071AC">
        <w:t>que ce coco-là me déplaît</w:t>
      </w:r>
      <w:r>
        <w:t xml:space="preserve">, </w:t>
      </w:r>
      <w:r w:rsidR="00855694" w:rsidRPr="009071AC">
        <w:t>grommelait Chupin</w:t>
      </w:r>
      <w:r>
        <w:t xml:space="preserve">, </w:t>
      </w:r>
      <w:r w:rsidR="00855694" w:rsidRPr="009071AC">
        <w:t>tout en trottant à sa suite</w:t>
      </w:r>
      <w:r>
        <w:t>…</w:t>
      </w:r>
    </w:p>
    <w:p w14:paraId="4638F0FD" w14:textId="77777777" w:rsidR="00F635DB" w:rsidRDefault="00855694" w:rsidP="00F635DB">
      <w:r w:rsidRPr="009071AC">
        <w:t>Car Chupin courait presque</w:t>
      </w:r>
      <w:r w:rsidR="00F635DB">
        <w:t xml:space="preserve">, </w:t>
      </w:r>
      <w:r w:rsidRPr="009071AC">
        <w:t>tant l</w:t>
      </w:r>
      <w:r w:rsidR="00F635DB">
        <w:t>’</w:t>
      </w:r>
      <w:r w:rsidRPr="009071AC">
        <w:t>autre</w:t>
      </w:r>
      <w:r w:rsidR="00F635DB">
        <w:t xml:space="preserve">, </w:t>
      </w:r>
      <w:r w:rsidRPr="009071AC">
        <w:t>de plus en plus</w:t>
      </w:r>
      <w:r w:rsidR="00F635DB">
        <w:t xml:space="preserve">, </w:t>
      </w:r>
      <w:r w:rsidRPr="009071AC">
        <w:t>pressait le pas</w:t>
      </w:r>
      <w:r w:rsidR="00F635DB">
        <w:t>.</w:t>
      </w:r>
    </w:p>
    <w:p w14:paraId="443C9E38" w14:textId="30F93181" w:rsidR="00F635DB" w:rsidRDefault="00855694" w:rsidP="00F635DB">
      <w:r w:rsidRPr="009071AC">
        <w:t>Il est vrai que cette hâte de l</w:t>
      </w:r>
      <w:r w:rsidR="00F635DB">
        <w:t>’</w:t>
      </w:r>
      <w:r w:rsidRPr="009071AC">
        <w:t xml:space="preserve">insulteur de </w:t>
      </w:r>
      <w:r w:rsidR="00F635DB">
        <w:t>M</w:t>
      </w:r>
      <w:r w:rsidR="00F635DB" w:rsidRPr="00F635DB">
        <w:rPr>
          <w:vertAlign w:val="superscript"/>
        </w:rPr>
        <w:t>me</w:t>
      </w:r>
      <w:r w:rsidR="00F635DB">
        <w:t> </w:t>
      </w:r>
      <w:r w:rsidRPr="009071AC">
        <w:t>d</w:t>
      </w:r>
      <w:r w:rsidR="00F635DB">
        <w:t>’</w:t>
      </w:r>
      <w:r w:rsidRPr="009071AC">
        <w:t>Argelès ne tarda pas à être expliquée</w:t>
      </w:r>
      <w:r w:rsidR="00F635DB">
        <w:t xml:space="preserve">. </w:t>
      </w:r>
      <w:r w:rsidRPr="009071AC">
        <w:t>Il avait une lettre à faire porter</w:t>
      </w:r>
      <w:r w:rsidR="00F635DB">
        <w:t xml:space="preserve">, </w:t>
      </w:r>
      <w:r w:rsidRPr="009071AC">
        <w:t xml:space="preserve">et craignait sans doute de ne plus trouver de </w:t>
      </w:r>
      <w:r w:rsidRPr="009071AC">
        <w:lastRenderedPageBreak/>
        <w:t>commissionnaire</w:t>
      </w:r>
      <w:r w:rsidR="00F635DB">
        <w:t xml:space="preserve">. </w:t>
      </w:r>
      <w:r w:rsidRPr="009071AC">
        <w:t>En ayant aperçu un</w:t>
      </w:r>
      <w:r w:rsidR="00F635DB">
        <w:t xml:space="preserve">, </w:t>
      </w:r>
      <w:r w:rsidRPr="009071AC">
        <w:t>il l</w:t>
      </w:r>
      <w:r w:rsidR="00F635DB">
        <w:t>’</w:t>
      </w:r>
      <w:r w:rsidRPr="009071AC">
        <w:t>appela</w:t>
      </w:r>
      <w:r w:rsidR="00F635DB">
        <w:t xml:space="preserve">, </w:t>
      </w:r>
      <w:r w:rsidRPr="009071AC">
        <w:t>lui remit sa missive</w:t>
      </w:r>
      <w:r w:rsidR="00F635DB">
        <w:t xml:space="preserve">, </w:t>
      </w:r>
      <w:r w:rsidRPr="009071AC">
        <w:t>et dès lors chemina tout doucement</w:t>
      </w:r>
      <w:r w:rsidR="00F635DB">
        <w:t>.</w:t>
      </w:r>
    </w:p>
    <w:p w14:paraId="509F00D7" w14:textId="77777777" w:rsidR="00F635DB" w:rsidRDefault="00855694" w:rsidP="00F635DB">
      <w:r w:rsidRPr="009071AC">
        <w:t>Il arrivait au boulevard quand un gros gaillard court et rougeaud</w:t>
      </w:r>
      <w:r w:rsidR="00F635DB">
        <w:t xml:space="preserve">, </w:t>
      </w:r>
      <w:r w:rsidRPr="009071AC">
        <w:t>qui avait la tournure d</w:t>
      </w:r>
      <w:r w:rsidR="00F635DB">
        <w:t>’</w:t>
      </w:r>
      <w:r w:rsidRPr="009071AC">
        <w:t>un palefrenier endimanché</w:t>
      </w:r>
      <w:r w:rsidR="00F635DB">
        <w:t xml:space="preserve">, </w:t>
      </w:r>
      <w:r w:rsidRPr="009071AC">
        <w:t>vint à lui</w:t>
      </w:r>
      <w:r w:rsidR="00F635DB">
        <w:t xml:space="preserve">, </w:t>
      </w:r>
      <w:r w:rsidRPr="009071AC">
        <w:t>les deux mains amicalement étendues</w:t>
      </w:r>
      <w:r w:rsidR="00F635DB">
        <w:t xml:space="preserve">, </w:t>
      </w:r>
      <w:r w:rsidRPr="009071AC">
        <w:t>en criant assez haut pour faire retourner les passants</w:t>
      </w:r>
      <w:r w:rsidR="00F635DB">
        <w:t> :</w:t>
      </w:r>
    </w:p>
    <w:p w14:paraId="59A2B175" w14:textId="77777777" w:rsidR="00F635DB" w:rsidRDefault="00F635DB" w:rsidP="00F635DB">
      <w:r>
        <w:t>— </w:t>
      </w:r>
      <w:r w:rsidR="00855694" w:rsidRPr="009071AC">
        <w:t>Eh</w:t>
      </w:r>
      <w:r>
        <w:t xml:space="preserve"> ! </w:t>
      </w:r>
      <w:r w:rsidR="00855694" w:rsidRPr="009071AC">
        <w:t>c</w:t>
      </w:r>
      <w:r>
        <w:t>’</w:t>
      </w:r>
      <w:r w:rsidR="00855694" w:rsidRPr="009071AC">
        <w:t xml:space="preserve">est ce cher </w:t>
      </w:r>
      <w:proofErr w:type="spellStart"/>
      <w:r w:rsidR="00855694" w:rsidRPr="009071AC">
        <w:t>Wilkie</w:t>
      </w:r>
      <w:proofErr w:type="spellEnd"/>
      <w:r>
        <w:t> !…</w:t>
      </w:r>
    </w:p>
    <w:p w14:paraId="06137DE2" w14:textId="77777777" w:rsidR="00F635DB" w:rsidRDefault="00F635DB" w:rsidP="00F635DB">
      <w:r>
        <w:t>— </w:t>
      </w:r>
      <w:r w:rsidR="00855694" w:rsidRPr="009071AC">
        <w:t>Mais oui</w:t>
      </w:r>
      <w:r>
        <w:t xml:space="preserve">… </w:t>
      </w:r>
      <w:r w:rsidR="00855694" w:rsidRPr="009071AC">
        <w:t>en personne naturelle</w:t>
      </w:r>
      <w:r>
        <w:t xml:space="preserve">, </w:t>
      </w:r>
      <w:r w:rsidR="00855694" w:rsidRPr="009071AC">
        <w:t>répondit le jeune homme</w:t>
      </w:r>
      <w:r>
        <w:t>.</w:t>
      </w:r>
    </w:p>
    <w:p w14:paraId="50A28C01" w14:textId="77777777" w:rsidR="00F635DB" w:rsidRDefault="00F635DB" w:rsidP="00F635DB">
      <w:r>
        <w:t>— </w:t>
      </w:r>
      <w:r w:rsidR="00855694" w:rsidRPr="009071AC">
        <w:t>Ah ça</w:t>
      </w:r>
      <w:r>
        <w:t xml:space="preserve"> !… </w:t>
      </w:r>
      <w:r w:rsidR="00855694" w:rsidRPr="009071AC">
        <w:t>d</w:t>
      </w:r>
      <w:r>
        <w:t>’</w:t>
      </w:r>
      <w:r w:rsidR="00855694" w:rsidRPr="009071AC">
        <w:t>où diable sortez-vous</w:t>
      </w:r>
      <w:r>
        <w:t xml:space="preserve"> ?… </w:t>
      </w:r>
      <w:r w:rsidR="00855694" w:rsidRPr="009071AC">
        <w:t>Dimanche dernier</w:t>
      </w:r>
      <w:r>
        <w:t xml:space="preserve">, </w:t>
      </w:r>
      <w:r w:rsidR="00855694" w:rsidRPr="009071AC">
        <w:t>aux courses</w:t>
      </w:r>
      <w:r>
        <w:t xml:space="preserve">, </w:t>
      </w:r>
      <w:r w:rsidR="00855694" w:rsidRPr="009071AC">
        <w:t>je vous ai cherché partout</w:t>
      </w:r>
      <w:r>
        <w:t xml:space="preserve">… </w:t>
      </w:r>
      <w:r w:rsidR="00855694" w:rsidRPr="009071AC">
        <w:t xml:space="preserve">pas plus de </w:t>
      </w:r>
      <w:proofErr w:type="spellStart"/>
      <w:r w:rsidR="00855694" w:rsidRPr="009071AC">
        <w:t>Wilkie</w:t>
      </w:r>
      <w:proofErr w:type="spellEnd"/>
      <w:r w:rsidR="00855694" w:rsidRPr="009071AC">
        <w:t xml:space="preserve"> que sur la main</w:t>
      </w:r>
      <w:r>
        <w:t xml:space="preserve">… </w:t>
      </w:r>
      <w:r w:rsidR="00855694" w:rsidRPr="009071AC">
        <w:t>Du reste</w:t>
      </w:r>
      <w:r>
        <w:t xml:space="preserve">, </w:t>
      </w:r>
      <w:r w:rsidR="00855694" w:rsidRPr="009071AC">
        <w:t>vous avez bien fait de ne point venir</w:t>
      </w:r>
      <w:r>
        <w:t xml:space="preserve">. </w:t>
      </w:r>
      <w:r w:rsidR="00855694" w:rsidRPr="009071AC">
        <w:t>J</w:t>
      </w:r>
      <w:r>
        <w:t>’</w:t>
      </w:r>
      <w:r w:rsidR="00855694" w:rsidRPr="009071AC">
        <w:t>en ai été</w:t>
      </w:r>
      <w:r>
        <w:t xml:space="preserve">, </w:t>
      </w:r>
      <w:r w:rsidR="00855694" w:rsidRPr="009071AC">
        <w:t>moi</w:t>
      </w:r>
      <w:r>
        <w:t xml:space="preserve">, </w:t>
      </w:r>
      <w:r w:rsidR="00855694" w:rsidRPr="009071AC">
        <w:t>pour trois cents louis</w:t>
      </w:r>
      <w:r>
        <w:t xml:space="preserve">… </w:t>
      </w:r>
      <w:r w:rsidR="00855694" w:rsidRPr="009071AC">
        <w:t>J</w:t>
      </w:r>
      <w:r>
        <w:t>’</w:t>
      </w:r>
      <w:r w:rsidR="00855694" w:rsidRPr="009071AC">
        <w:t xml:space="preserve">avais tout mis sur le cheval du marquis de </w:t>
      </w:r>
      <w:proofErr w:type="spellStart"/>
      <w:r w:rsidR="00855694" w:rsidRPr="009071AC">
        <w:t>Valorsay</w:t>
      </w:r>
      <w:proofErr w:type="spellEnd"/>
      <w:r>
        <w:t xml:space="preserve">, </w:t>
      </w:r>
      <w:r w:rsidR="00855694" w:rsidRPr="009071AC">
        <w:rPr>
          <w:i/>
        </w:rPr>
        <w:t>Domingo</w:t>
      </w:r>
      <w:r>
        <w:t xml:space="preserve">, </w:t>
      </w:r>
      <w:r w:rsidR="00855694" w:rsidRPr="009071AC">
        <w:t>je me croyais sûr de mon affaire</w:t>
      </w:r>
      <w:r>
        <w:t xml:space="preserve">… </w:t>
      </w:r>
      <w:r w:rsidR="00855694" w:rsidRPr="009071AC">
        <w:t>oui</w:t>
      </w:r>
      <w:r>
        <w:t xml:space="preserve">, </w:t>
      </w:r>
      <w:r w:rsidR="00855694" w:rsidRPr="009071AC">
        <w:t>joliment</w:t>
      </w:r>
      <w:r>
        <w:t xml:space="preserve"> !… </w:t>
      </w:r>
      <w:r w:rsidR="00855694" w:rsidRPr="009071AC">
        <w:rPr>
          <w:i/>
        </w:rPr>
        <w:t>Domingo</w:t>
      </w:r>
      <w:r w:rsidR="00855694" w:rsidRPr="009071AC">
        <w:t xml:space="preserve"> est arrivé mauvais troisième</w:t>
      </w:r>
      <w:r>
        <w:t xml:space="preserve">… </w:t>
      </w:r>
      <w:r w:rsidR="00855694" w:rsidRPr="009071AC">
        <w:t>concevez-vous cela</w:t>
      </w:r>
      <w:r>
        <w:t xml:space="preserve"> ?… </w:t>
      </w:r>
      <w:r w:rsidR="00855694" w:rsidRPr="009071AC">
        <w:t xml:space="preserve">Si on ne savait pas </w:t>
      </w:r>
      <w:proofErr w:type="spellStart"/>
      <w:r w:rsidR="00855694" w:rsidRPr="009071AC">
        <w:t>Valorsay</w:t>
      </w:r>
      <w:proofErr w:type="spellEnd"/>
      <w:r w:rsidR="00855694" w:rsidRPr="009071AC">
        <w:t xml:space="preserve"> millionnaire</w:t>
      </w:r>
      <w:r>
        <w:t xml:space="preserve">, </w:t>
      </w:r>
      <w:r w:rsidR="00855694" w:rsidRPr="009071AC">
        <w:t>on croirait que c</w:t>
      </w:r>
      <w:r>
        <w:t>’</w:t>
      </w:r>
      <w:r w:rsidR="00855694" w:rsidRPr="009071AC">
        <w:t>est une tricherie</w:t>
      </w:r>
      <w:r>
        <w:t xml:space="preserve">, </w:t>
      </w:r>
      <w:r w:rsidR="00855694" w:rsidRPr="009071AC">
        <w:t>parole d</w:t>
      </w:r>
      <w:r>
        <w:t>’</w:t>
      </w:r>
      <w:r w:rsidR="00855694" w:rsidRPr="009071AC">
        <w:t>honneur</w:t>
      </w:r>
      <w:r>
        <w:t xml:space="preserve"> !… </w:t>
      </w:r>
      <w:r w:rsidR="00855694" w:rsidRPr="009071AC">
        <w:t>qu</w:t>
      </w:r>
      <w:r>
        <w:t>’</w:t>
      </w:r>
      <w:r w:rsidR="00855694" w:rsidRPr="009071AC">
        <w:t>il pariait contre son cheval et qu</w:t>
      </w:r>
      <w:r>
        <w:t>’</w:t>
      </w:r>
      <w:r w:rsidR="00855694" w:rsidRPr="009071AC">
        <w:t>il avait défendu à son jockey d</w:t>
      </w:r>
      <w:r>
        <w:t>’</w:t>
      </w:r>
      <w:r w:rsidR="00855694" w:rsidRPr="009071AC">
        <w:t>arriver premier</w:t>
      </w:r>
      <w:r>
        <w:t>…</w:t>
      </w:r>
    </w:p>
    <w:p w14:paraId="2486E902" w14:textId="77777777" w:rsidR="00F635DB" w:rsidRDefault="00855694" w:rsidP="00F635DB">
      <w:r w:rsidRPr="009071AC">
        <w:t>Mais il ne croyait pas cela</w:t>
      </w:r>
      <w:r w:rsidR="00F635DB">
        <w:t xml:space="preserve">, </w:t>
      </w:r>
      <w:r w:rsidRPr="009071AC">
        <w:t>et plus gaiement il reprit</w:t>
      </w:r>
      <w:r w:rsidR="00F635DB">
        <w:t> :</w:t>
      </w:r>
    </w:p>
    <w:p w14:paraId="00379A18" w14:textId="77777777" w:rsidR="00F635DB" w:rsidRDefault="00F635DB" w:rsidP="00F635DB">
      <w:r>
        <w:t>— </w:t>
      </w:r>
      <w:r w:rsidR="00855694" w:rsidRPr="009071AC">
        <w:t>Heureusement</w:t>
      </w:r>
      <w:r>
        <w:t xml:space="preserve">, </w:t>
      </w:r>
      <w:r w:rsidR="00855694" w:rsidRPr="009071AC">
        <w:t>je me referai sûrement demain à Vincennes</w:t>
      </w:r>
      <w:r>
        <w:t xml:space="preserve">. </w:t>
      </w:r>
      <w:r w:rsidR="00855694" w:rsidRPr="009071AC">
        <w:t>Vous y verra-t-on</w:t>
      </w:r>
      <w:r>
        <w:t> ?</w:t>
      </w:r>
    </w:p>
    <w:p w14:paraId="7AFAC651" w14:textId="77777777" w:rsidR="00F635DB" w:rsidRDefault="00F635DB" w:rsidP="00F635DB">
      <w:r>
        <w:t>— </w:t>
      </w:r>
      <w:r w:rsidR="00855694" w:rsidRPr="009071AC">
        <w:t>Probablement</w:t>
      </w:r>
      <w:r>
        <w:t>.</w:t>
      </w:r>
    </w:p>
    <w:p w14:paraId="18840228" w14:textId="77777777" w:rsidR="00F635DB" w:rsidRDefault="00F635DB" w:rsidP="00F635DB">
      <w:r>
        <w:t>— </w:t>
      </w:r>
      <w:r w:rsidR="00855694" w:rsidRPr="009071AC">
        <w:t>Alors</w:t>
      </w:r>
      <w:r>
        <w:t xml:space="preserve">, </w:t>
      </w:r>
      <w:r w:rsidR="00855694" w:rsidRPr="009071AC">
        <w:t>à demain</w:t>
      </w:r>
      <w:r>
        <w:t> !</w:t>
      </w:r>
    </w:p>
    <w:p w14:paraId="6B633A63" w14:textId="77777777" w:rsidR="00F635DB" w:rsidRDefault="00F635DB" w:rsidP="00F635DB">
      <w:r>
        <w:t>— </w:t>
      </w:r>
      <w:r w:rsidR="00855694" w:rsidRPr="009071AC">
        <w:t>À demain</w:t>
      </w:r>
      <w:r>
        <w:t> !</w:t>
      </w:r>
    </w:p>
    <w:p w14:paraId="6D9647F0" w14:textId="77777777" w:rsidR="00F635DB" w:rsidRDefault="00855694" w:rsidP="00F635DB">
      <w:r w:rsidRPr="009071AC">
        <w:t>Ils se serrèrent la main et poursuivirent leur chemin</w:t>
      </w:r>
      <w:r w:rsidR="00F635DB">
        <w:t xml:space="preserve">, </w:t>
      </w:r>
      <w:r w:rsidRPr="009071AC">
        <w:t>chacun de son côté</w:t>
      </w:r>
      <w:r w:rsidR="00F635DB">
        <w:t>.</w:t>
      </w:r>
    </w:p>
    <w:p w14:paraId="346605C4" w14:textId="77777777" w:rsidR="00F635DB" w:rsidRDefault="00855694" w:rsidP="00F635DB">
      <w:r w:rsidRPr="009071AC">
        <w:lastRenderedPageBreak/>
        <w:t>Chupin</w:t>
      </w:r>
      <w:r w:rsidR="00F635DB">
        <w:t xml:space="preserve">, </w:t>
      </w:r>
      <w:r w:rsidRPr="009071AC">
        <w:t>lui</w:t>
      </w:r>
      <w:r w:rsidR="00F635DB">
        <w:t xml:space="preserve">, </w:t>
      </w:r>
      <w:r w:rsidRPr="009071AC">
        <w:t>n</w:t>
      </w:r>
      <w:r w:rsidR="00F635DB">
        <w:t>’</w:t>
      </w:r>
      <w:r w:rsidRPr="009071AC">
        <w:t>avait pas perdu un mot de la conversation</w:t>
      </w:r>
      <w:r w:rsidR="00F635DB">
        <w:t>.</w:t>
      </w:r>
    </w:p>
    <w:p w14:paraId="6E5E3CE6" w14:textId="77777777" w:rsidR="00F635DB" w:rsidRDefault="00F635DB" w:rsidP="00F635DB">
      <w:r>
        <w:t>— </w:t>
      </w:r>
      <w:proofErr w:type="spellStart"/>
      <w:r w:rsidR="00855694" w:rsidRPr="009071AC">
        <w:t>Valorsay</w:t>
      </w:r>
      <w:proofErr w:type="spellEnd"/>
      <w:r w:rsidR="00855694" w:rsidRPr="009071AC">
        <w:t xml:space="preserve"> millionnaire</w:t>
      </w:r>
      <w:r>
        <w:t xml:space="preserve"> !… </w:t>
      </w:r>
      <w:r w:rsidR="00855694" w:rsidRPr="009071AC">
        <w:t>se disait-il</w:t>
      </w:r>
      <w:r>
        <w:t xml:space="preserve">… </w:t>
      </w:r>
      <w:r w:rsidR="00855694" w:rsidRPr="009071AC">
        <w:t>elle est bien bonne</w:t>
      </w:r>
      <w:r>
        <w:t xml:space="preserve">, </w:t>
      </w:r>
      <w:r w:rsidR="00855694" w:rsidRPr="009071AC">
        <w:t>celle-là</w:t>
      </w:r>
      <w:r>
        <w:t xml:space="preserve"> !… </w:t>
      </w:r>
      <w:r w:rsidR="00855694" w:rsidRPr="009071AC">
        <w:t>Enfin</w:t>
      </w:r>
      <w:r>
        <w:t xml:space="preserve"> !… </w:t>
      </w:r>
      <w:r w:rsidR="00855694" w:rsidRPr="009071AC">
        <w:t>voilà que je sais déjà le nom de mon cocodès</w:t>
      </w:r>
      <w:r>
        <w:t xml:space="preserve">, </w:t>
      </w:r>
      <w:r w:rsidR="00855694" w:rsidRPr="009071AC">
        <w:t>et aussi qu</w:t>
      </w:r>
      <w:r>
        <w:t>’</w:t>
      </w:r>
      <w:r w:rsidR="00855694" w:rsidRPr="009071AC">
        <w:t>il donne dans les courses</w:t>
      </w:r>
      <w:r>
        <w:t xml:space="preserve">… </w:t>
      </w:r>
      <w:proofErr w:type="spellStart"/>
      <w:r w:rsidR="00855694" w:rsidRPr="009071AC">
        <w:t>Wilkie</w:t>
      </w:r>
      <w:proofErr w:type="spellEnd"/>
      <w:r>
        <w:t xml:space="preserve"> !… </w:t>
      </w:r>
      <w:r w:rsidR="00855694" w:rsidRPr="009071AC">
        <w:t>ce doit être un nom anglais</w:t>
      </w:r>
      <w:r>
        <w:t xml:space="preserve">, </w:t>
      </w:r>
      <w:r w:rsidR="00855694" w:rsidRPr="009071AC">
        <w:t>ça</w:t>
      </w:r>
      <w:r>
        <w:t xml:space="preserve">… </w:t>
      </w:r>
      <w:r w:rsidR="00855694" w:rsidRPr="009071AC">
        <w:t>J</w:t>
      </w:r>
      <w:r>
        <w:t>’</w:t>
      </w:r>
      <w:r w:rsidR="00855694" w:rsidRPr="009071AC">
        <w:t>aimerais mieux d</w:t>
      </w:r>
      <w:r>
        <w:t>’</w:t>
      </w:r>
      <w:r w:rsidR="00855694" w:rsidRPr="009071AC">
        <w:t>Argelès</w:t>
      </w:r>
      <w:r>
        <w:t xml:space="preserve">… </w:t>
      </w:r>
      <w:r w:rsidR="00855694" w:rsidRPr="009071AC">
        <w:t>Mais où diable va-t-il comme cela</w:t>
      </w:r>
      <w:r>
        <w:t> ?…</w:t>
      </w:r>
    </w:p>
    <w:p w14:paraId="037B30C0" w14:textId="129BEE4B" w:rsidR="00F635DB" w:rsidRDefault="00F635DB" w:rsidP="00F635DB">
      <w:r>
        <w:t>M. </w:t>
      </w:r>
      <w:proofErr w:type="spellStart"/>
      <w:r w:rsidR="00855694" w:rsidRPr="009071AC">
        <w:t>Wilkie</w:t>
      </w:r>
      <w:proofErr w:type="spellEnd"/>
      <w:r w:rsidR="00855694" w:rsidRPr="009071AC">
        <w:t xml:space="preserve"> allait simplement renouveler sa provision de cigares à ce bureau du Grand-Hôtel</w:t>
      </w:r>
      <w:r>
        <w:t xml:space="preserve">, </w:t>
      </w:r>
      <w:r w:rsidR="00855694" w:rsidRPr="009071AC">
        <w:t>où la Régie vend elle-même le dessus de ses boîtes</w:t>
      </w:r>
      <w:r>
        <w:t>.</w:t>
      </w:r>
    </w:p>
    <w:p w14:paraId="1EDACC88" w14:textId="77777777" w:rsidR="00F635DB" w:rsidRDefault="00855694" w:rsidP="00F635DB">
      <w:r w:rsidRPr="009071AC">
        <w:t>Il emplit son étui de londrès</w:t>
      </w:r>
      <w:r w:rsidR="00F635DB">
        <w:t xml:space="preserve">, </w:t>
      </w:r>
      <w:r w:rsidRPr="009071AC">
        <w:t>et après en avoir allumé un</w:t>
      </w:r>
      <w:r w:rsidR="00F635DB">
        <w:t xml:space="preserve">, </w:t>
      </w:r>
      <w:r w:rsidRPr="009071AC">
        <w:t>il sortit et remonta vers le faubourg Montmartre</w:t>
      </w:r>
      <w:r w:rsidR="00F635DB">
        <w:t xml:space="preserve">, </w:t>
      </w:r>
      <w:r w:rsidRPr="009071AC">
        <w:t>tout le long du boulevard</w:t>
      </w:r>
      <w:r w:rsidR="00F635DB">
        <w:t>.</w:t>
      </w:r>
    </w:p>
    <w:p w14:paraId="555A823B" w14:textId="77777777" w:rsidR="00F635DB" w:rsidRDefault="00855694" w:rsidP="00F635DB">
      <w:r w:rsidRPr="009071AC">
        <w:t>Il ne se hâtait plus</w:t>
      </w:r>
      <w:r w:rsidR="00F635DB">
        <w:t xml:space="preserve">, </w:t>
      </w:r>
      <w:r w:rsidRPr="009071AC">
        <w:t>maintenant</w:t>
      </w:r>
      <w:r w:rsidR="00F635DB">
        <w:t xml:space="preserve">, </w:t>
      </w:r>
      <w:r w:rsidRPr="009071AC">
        <w:t>il flânait pour tuer le temps</w:t>
      </w:r>
      <w:r w:rsidR="00F635DB">
        <w:t xml:space="preserve">, </w:t>
      </w:r>
      <w:r w:rsidRPr="009071AC">
        <w:t>étalant ses grâces et lorgnant impudemment les femmes</w:t>
      </w:r>
      <w:r w:rsidR="00F635DB">
        <w:t>.</w:t>
      </w:r>
    </w:p>
    <w:p w14:paraId="7E73CC28" w14:textId="77777777" w:rsidR="00F635DB" w:rsidRDefault="00855694" w:rsidP="00F635DB">
      <w:r w:rsidRPr="009071AC">
        <w:t>Il allait</w:t>
      </w:r>
      <w:r w:rsidR="00F635DB">
        <w:t xml:space="preserve">, </w:t>
      </w:r>
      <w:r w:rsidRPr="009071AC">
        <w:t>se dandinant</w:t>
      </w:r>
      <w:r w:rsidR="00F635DB">
        <w:t xml:space="preserve">, </w:t>
      </w:r>
      <w:r w:rsidRPr="009071AC">
        <w:t>les épaules haussées à la hauteur des oreilles</w:t>
      </w:r>
      <w:r w:rsidR="00F635DB">
        <w:t xml:space="preserve">, </w:t>
      </w:r>
      <w:r w:rsidRPr="009071AC">
        <w:t>bombant le dos</w:t>
      </w:r>
      <w:r w:rsidR="00F635DB">
        <w:t xml:space="preserve">, </w:t>
      </w:r>
      <w:r w:rsidRPr="009071AC">
        <w:t>traînant les pieds comme si ses jambes eussent fléchi</w:t>
      </w:r>
      <w:r w:rsidR="00F635DB">
        <w:t xml:space="preserve">, </w:t>
      </w:r>
      <w:r w:rsidRPr="009071AC">
        <w:t>s</w:t>
      </w:r>
      <w:r w:rsidR="00F635DB">
        <w:t>’</w:t>
      </w:r>
      <w:r w:rsidRPr="009071AC">
        <w:t>exerçant à paraître éreinté</w:t>
      </w:r>
      <w:r w:rsidR="00F635DB">
        <w:t xml:space="preserve">, </w:t>
      </w:r>
      <w:r w:rsidRPr="009071AC">
        <w:t>usé</w:t>
      </w:r>
      <w:r w:rsidR="00F635DB">
        <w:t xml:space="preserve">, </w:t>
      </w:r>
      <w:r w:rsidRPr="009071AC">
        <w:t>exténué</w:t>
      </w:r>
      <w:r w:rsidR="00F635DB">
        <w:t xml:space="preserve">… </w:t>
      </w:r>
      <w:r w:rsidRPr="009071AC">
        <w:t>C</w:t>
      </w:r>
      <w:r w:rsidR="00F635DB">
        <w:t>’</w:t>
      </w:r>
      <w:r w:rsidRPr="009071AC">
        <w:t>est la mode</w:t>
      </w:r>
      <w:r w:rsidR="00F635DB">
        <w:t xml:space="preserve">, </w:t>
      </w:r>
      <w:r w:rsidRPr="009071AC">
        <w:t>le dernier goût</w:t>
      </w:r>
      <w:r w:rsidR="00F635DB">
        <w:t xml:space="preserve">, </w:t>
      </w:r>
      <w:r w:rsidRPr="009071AC">
        <w:t>le genre</w:t>
      </w:r>
      <w:r w:rsidR="00F635DB">
        <w:t xml:space="preserve">, </w:t>
      </w:r>
      <w:r w:rsidRPr="009071AC">
        <w:t>le chic</w:t>
      </w:r>
      <w:r w:rsidR="00F635DB">
        <w:t> !…</w:t>
      </w:r>
    </w:p>
    <w:p w14:paraId="3F753702" w14:textId="77777777" w:rsidR="00F635DB" w:rsidRDefault="00855694" w:rsidP="00F635DB">
      <w:r w:rsidRPr="009071AC">
        <w:t>Cette pose est destinée à éblouir le public</w:t>
      </w:r>
      <w:r w:rsidR="00F635DB">
        <w:t xml:space="preserve">, </w:t>
      </w:r>
      <w:r w:rsidRPr="009071AC">
        <w:t>à donner de soi cette idée brillante qu</w:t>
      </w:r>
      <w:r w:rsidR="00F635DB">
        <w:t>’</w:t>
      </w:r>
      <w:r w:rsidRPr="009071AC">
        <w:t>on est un homme brisé par des excès exorbitants</w:t>
      </w:r>
      <w:r w:rsidR="00F635DB">
        <w:t xml:space="preserve">, </w:t>
      </w:r>
      <w:r w:rsidRPr="009071AC">
        <w:t>écrasé de jouissances et de plaisirs</w:t>
      </w:r>
      <w:r w:rsidR="00F635DB">
        <w:t xml:space="preserve">, </w:t>
      </w:r>
      <w:r w:rsidRPr="009071AC">
        <w:t>usé</w:t>
      </w:r>
      <w:r w:rsidR="00F635DB">
        <w:t xml:space="preserve">, </w:t>
      </w:r>
      <w:r w:rsidRPr="009071AC">
        <w:t>lassé</w:t>
      </w:r>
      <w:r w:rsidR="00F635DB">
        <w:t xml:space="preserve">, </w:t>
      </w:r>
      <w:r w:rsidRPr="009071AC">
        <w:t>blasé</w:t>
      </w:r>
      <w:r w:rsidR="00F635DB">
        <w:t xml:space="preserve">, </w:t>
      </w:r>
      <w:r w:rsidRPr="009071AC">
        <w:t>fourbu</w:t>
      </w:r>
      <w:r w:rsidR="00F635DB">
        <w:t xml:space="preserve">, </w:t>
      </w:r>
      <w:r w:rsidRPr="009071AC">
        <w:t>crevé</w:t>
      </w:r>
      <w:r w:rsidR="00F635DB">
        <w:t>…</w:t>
      </w:r>
    </w:p>
    <w:p w14:paraId="49A91868" w14:textId="77777777" w:rsidR="00F635DB" w:rsidRDefault="00F635DB" w:rsidP="00F635DB">
      <w:r>
        <w:t>— </w:t>
      </w:r>
      <w:r w:rsidR="00855694" w:rsidRPr="009071AC">
        <w:t>As-tu fini</w:t>
      </w:r>
      <w:r>
        <w:t xml:space="preserve"> ! </w:t>
      </w:r>
      <w:r w:rsidR="00855694" w:rsidRPr="009071AC">
        <w:t>grognait Chupin</w:t>
      </w:r>
      <w:r>
        <w:t xml:space="preserve">. </w:t>
      </w:r>
      <w:r w:rsidR="00855694" w:rsidRPr="009071AC">
        <w:t>Tu vas me la payer</w:t>
      </w:r>
      <w:r>
        <w:t xml:space="preserve">, </w:t>
      </w:r>
      <w:r w:rsidR="00855694" w:rsidRPr="009071AC">
        <w:t>méchant demi-mort</w:t>
      </w:r>
      <w:r>
        <w:t> !…</w:t>
      </w:r>
    </w:p>
    <w:p w14:paraId="40F335FF" w14:textId="515BCDD0" w:rsidR="00F635DB" w:rsidRDefault="00855694" w:rsidP="00F635DB">
      <w:r w:rsidRPr="009071AC">
        <w:t>Il était si indigné que le gamin du faubourg se réveillant sous sa belle redingote</w:t>
      </w:r>
      <w:r w:rsidR="00F635DB">
        <w:t xml:space="preserve">, </w:t>
      </w:r>
      <w:r w:rsidRPr="009071AC">
        <w:t xml:space="preserve">il avait des envies folles de huer </w:t>
      </w:r>
      <w:r w:rsidR="00F635DB">
        <w:t>M. </w:t>
      </w:r>
      <w:proofErr w:type="spellStart"/>
      <w:r w:rsidRPr="009071AC">
        <w:t>Wilkie</w:t>
      </w:r>
      <w:proofErr w:type="spellEnd"/>
      <w:r w:rsidR="00F635DB">
        <w:t xml:space="preserve">… </w:t>
      </w:r>
      <w:r w:rsidRPr="009071AC">
        <w:t xml:space="preserve">Il serait allé lui marcher sur les talons et lui </w:t>
      </w:r>
      <w:r w:rsidRPr="009071AC">
        <w:lastRenderedPageBreak/>
        <w:t>chercher querelle</w:t>
      </w:r>
      <w:r w:rsidR="00F635DB">
        <w:t xml:space="preserve">, </w:t>
      </w:r>
      <w:r w:rsidRPr="009071AC">
        <w:t>s</w:t>
      </w:r>
      <w:r w:rsidR="00F635DB">
        <w:t>’</w:t>
      </w:r>
      <w:r w:rsidRPr="009071AC">
        <w:t>il n</w:t>
      </w:r>
      <w:r w:rsidR="00F635DB">
        <w:t>’</w:t>
      </w:r>
      <w:r w:rsidRPr="009071AC">
        <w:t>eût été retenu par la crainte de manquer sa mission et la récompense promise</w:t>
      </w:r>
      <w:r w:rsidR="00F635DB">
        <w:t>…</w:t>
      </w:r>
    </w:p>
    <w:p w14:paraId="26E2A0DC" w14:textId="77777777" w:rsidR="00F635DB" w:rsidRDefault="00855694" w:rsidP="00F635DB">
      <w:r w:rsidRPr="009071AC">
        <w:t>Et il suivait son homme de très-près</w:t>
      </w:r>
      <w:r w:rsidR="00F635DB">
        <w:t xml:space="preserve">, </w:t>
      </w:r>
      <w:r w:rsidRPr="009071AC">
        <w:t>car la foule était grande</w:t>
      </w:r>
      <w:r w:rsidR="00F635DB">
        <w:t>.</w:t>
      </w:r>
    </w:p>
    <w:p w14:paraId="7CDC7A6D" w14:textId="77777777" w:rsidR="00F635DB" w:rsidRDefault="00855694" w:rsidP="00F635DB">
      <w:r w:rsidRPr="009071AC">
        <w:t>La nuit était venue et de tous côtés le gaz s</w:t>
      </w:r>
      <w:r w:rsidR="00F635DB">
        <w:t>’</w:t>
      </w:r>
      <w:r w:rsidRPr="009071AC">
        <w:t>allumait</w:t>
      </w:r>
      <w:r w:rsidR="00F635DB">
        <w:t xml:space="preserve">. </w:t>
      </w:r>
      <w:r w:rsidRPr="009071AC">
        <w:t>Le temps était doux</w:t>
      </w:r>
      <w:r w:rsidR="00F635DB">
        <w:t xml:space="preserve">, </w:t>
      </w:r>
      <w:r w:rsidRPr="009071AC">
        <w:t>et il n</w:t>
      </w:r>
      <w:r w:rsidR="00F635DB">
        <w:t>’</w:t>
      </w:r>
      <w:r w:rsidRPr="009071AC">
        <w:t>y avait pas une table libre devant les cafés</w:t>
      </w:r>
      <w:r w:rsidR="00F635DB">
        <w:t xml:space="preserve">. </w:t>
      </w:r>
      <w:r w:rsidRPr="009071AC">
        <w:t>C</w:t>
      </w:r>
      <w:r w:rsidR="00F635DB">
        <w:t>’</w:t>
      </w:r>
      <w:r w:rsidRPr="009071AC">
        <w:t>était l</w:t>
      </w:r>
      <w:r w:rsidR="00F635DB">
        <w:t>’</w:t>
      </w:r>
      <w:r w:rsidRPr="009071AC">
        <w:t>heure de l</w:t>
      </w:r>
      <w:r w:rsidR="00F635DB">
        <w:t>’</w:t>
      </w:r>
      <w:r w:rsidRPr="009071AC">
        <w:t>absinthe</w:t>
      </w:r>
      <w:r w:rsidR="00F635DB">
        <w:t xml:space="preserve">, </w:t>
      </w:r>
      <w:r w:rsidRPr="009071AC">
        <w:t>heure unique où le boulevard présente un spectacle comme il n</w:t>
      </w:r>
      <w:r w:rsidR="00F635DB">
        <w:t>’</w:t>
      </w:r>
      <w:r w:rsidRPr="009071AC">
        <w:t>en est pas au monde</w:t>
      </w:r>
      <w:r w:rsidR="00F635DB">
        <w:t>.</w:t>
      </w:r>
    </w:p>
    <w:p w14:paraId="2493B5BD" w14:textId="77777777" w:rsidR="00F635DB" w:rsidRDefault="00855694" w:rsidP="00F635DB">
      <w:r w:rsidRPr="009071AC">
        <w:t>Comment se fait-il que chaque soir</w:t>
      </w:r>
      <w:r w:rsidR="00F635DB">
        <w:t xml:space="preserve">, </w:t>
      </w:r>
      <w:r w:rsidRPr="009071AC">
        <w:t>entre cinq et sept heures</w:t>
      </w:r>
      <w:r w:rsidR="00F635DB">
        <w:t xml:space="preserve">, </w:t>
      </w:r>
      <w:r w:rsidRPr="009071AC">
        <w:t>tout ce qui à Paris a un nom</w:t>
      </w:r>
      <w:r w:rsidR="00F635DB">
        <w:t xml:space="preserve">, </w:t>
      </w:r>
      <w:r w:rsidRPr="009071AC">
        <w:t>tout ce qui est quelqu</w:t>
      </w:r>
      <w:r w:rsidR="00F635DB">
        <w:t>’</w:t>
      </w:r>
      <w:r w:rsidRPr="009071AC">
        <w:t>un ou quelque chose</w:t>
      </w:r>
      <w:r w:rsidR="00F635DB">
        <w:t xml:space="preserve">, </w:t>
      </w:r>
      <w:r w:rsidRPr="009071AC">
        <w:t>apparaisse</w:t>
      </w:r>
      <w:r w:rsidR="00F635DB">
        <w:t xml:space="preserve">, </w:t>
      </w:r>
      <w:r w:rsidRPr="009071AC">
        <w:t>se montre</w:t>
      </w:r>
      <w:r w:rsidR="00F635DB">
        <w:t xml:space="preserve">, </w:t>
      </w:r>
      <w:r w:rsidRPr="009071AC">
        <w:t>entre le passage de l</w:t>
      </w:r>
      <w:r w:rsidR="00F635DB">
        <w:t>’</w:t>
      </w:r>
      <w:r w:rsidRPr="009071AC">
        <w:t>Opéra et le passage Jouffroy</w:t>
      </w:r>
      <w:r w:rsidR="00F635DB">
        <w:t> ?…</w:t>
      </w:r>
    </w:p>
    <w:p w14:paraId="62E9D3AF" w14:textId="1E2183A6" w:rsidR="00F635DB" w:rsidRDefault="00855694" w:rsidP="00F635DB">
      <w:r w:rsidRPr="009071AC">
        <w:t>Cela doit tenir à ce que là est le marché aux nouvelles fraîches et aux cancans de haut goût</w:t>
      </w:r>
      <w:r w:rsidR="00F635DB">
        <w:t xml:space="preserve">, </w:t>
      </w:r>
      <w:r w:rsidRPr="009071AC">
        <w:t>le grand débit de l</w:t>
      </w:r>
      <w:r w:rsidR="00F635DB">
        <w:t>’</w:t>
      </w:r>
      <w:r w:rsidRPr="009071AC">
        <w:t>anecdote scandaleuse</w:t>
      </w:r>
      <w:r w:rsidR="00F635DB">
        <w:t xml:space="preserve">, </w:t>
      </w:r>
      <w:r w:rsidRPr="009071AC">
        <w:t>du canard politique et du mot scabreux</w:t>
      </w:r>
      <w:r w:rsidR="00F635DB">
        <w:t xml:space="preserve">. </w:t>
      </w:r>
      <w:r w:rsidRPr="009071AC">
        <w:t>Là se fait la chronique parisienne qui sera le journal du lendemain</w:t>
      </w:r>
      <w:r w:rsidR="00F635DB">
        <w:t xml:space="preserve">. </w:t>
      </w:r>
      <w:r w:rsidRPr="009071AC">
        <w:t>Là</w:t>
      </w:r>
      <w:r w:rsidR="00F635DB">
        <w:t xml:space="preserve">, </w:t>
      </w:r>
      <w:r w:rsidRPr="009071AC">
        <w:t xml:space="preserve">on apprend </w:t>
      </w:r>
      <w:r w:rsidR="00F635DB">
        <w:t>« </w:t>
      </w:r>
      <w:r w:rsidRPr="009071AC">
        <w:t>le cours de la Bourse et de la Rente</w:t>
      </w:r>
      <w:r w:rsidR="00F635DB">
        <w:t>, »</w:t>
      </w:r>
      <w:r w:rsidRPr="009071AC">
        <w:t xml:space="preserve"> combien coûte le collier de </w:t>
      </w:r>
      <w:r w:rsidR="00F635DB">
        <w:t>M</w:t>
      </w:r>
      <w:r w:rsidR="00F635DB" w:rsidRPr="00F635DB">
        <w:rPr>
          <w:vertAlign w:val="superscript"/>
        </w:rPr>
        <w:t>lle</w:t>
      </w:r>
      <w:r w:rsidR="00F635DB">
        <w:t> </w:t>
      </w:r>
      <w:r w:rsidRPr="009071AC">
        <w:t>A</w:t>
      </w:r>
      <w:r w:rsidR="00F635DB">
        <w:t xml:space="preserve">… </w:t>
      </w:r>
      <w:r w:rsidRPr="009071AC">
        <w:t>et qui l</w:t>
      </w:r>
      <w:r w:rsidR="00F635DB">
        <w:t>’</w:t>
      </w:r>
      <w:r w:rsidRPr="009071AC">
        <w:t>a donné</w:t>
      </w:r>
      <w:r w:rsidR="00F635DB">
        <w:t xml:space="preserve">, </w:t>
      </w:r>
      <w:r w:rsidRPr="009071AC">
        <w:t>ce que nous a télégraphié la Prusse</w:t>
      </w:r>
      <w:r w:rsidR="00F635DB">
        <w:t xml:space="preserve">, </w:t>
      </w:r>
      <w:r w:rsidRPr="009071AC">
        <w:t>quel est le caissier qui a levé le pied dans la journée et combien il emporte</w:t>
      </w:r>
      <w:r w:rsidR="00F635DB">
        <w:t>…</w:t>
      </w:r>
    </w:p>
    <w:p w14:paraId="7C8CA588" w14:textId="77777777" w:rsidR="00F635DB" w:rsidRDefault="00855694" w:rsidP="00F635DB">
      <w:r w:rsidRPr="009071AC">
        <w:t>La cohue s</w:t>
      </w:r>
      <w:r w:rsidR="00F635DB">
        <w:t>’</w:t>
      </w:r>
      <w:r w:rsidRPr="009071AC">
        <w:t>épaississait à mesure qu</w:t>
      </w:r>
      <w:r w:rsidR="00F635DB">
        <w:t>’</w:t>
      </w:r>
      <w:r w:rsidRPr="009071AC">
        <w:t>on approchait de cet angle du boulevard et du faubourg Montmartre</w:t>
      </w:r>
      <w:r w:rsidR="00F635DB">
        <w:t xml:space="preserve">, </w:t>
      </w:r>
      <w:r w:rsidRPr="009071AC">
        <w:t xml:space="preserve">qui a été surnommé le </w:t>
      </w:r>
      <w:r w:rsidR="00F635DB">
        <w:t>« </w:t>
      </w:r>
      <w:r w:rsidRPr="009071AC">
        <w:t>carrefour des écrasés</w:t>
      </w:r>
      <w:r w:rsidR="00F635DB">
        <w:t>, »</w:t>
      </w:r>
      <w:r w:rsidRPr="009071AC">
        <w:t xml:space="preserve"> mais </w:t>
      </w:r>
      <w:proofErr w:type="spellStart"/>
      <w:r w:rsidRPr="009071AC">
        <w:t>Wilkie</w:t>
      </w:r>
      <w:proofErr w:type="spellEnd"/>
      <w:r w:rsidRPr="009071AC">
        <w:t xml:space="preserve"> circulait à travers la foule avec l</w:t>
      </w:r>
      <w:r w:rsidR="00F635DB">
        <w:t>’</w:t>
      </w:r>
      <w:r w:rsidRPr="009071AC">
        <w:t>aisance d</w:t>
      </w:r>
      <w:r w:rsidR="00F635DB">
        <w:t>’</w:t>
      </w:r>
      <w:r w:rsidRPr="009071AC">
        <w:t>un vieux boulevardier</w:t>
      </w:r>
      <w:r w:rsidR="00F635DB">
        <w:t>.</w:t>
      </w:r>
    </w:p>
    <w:p w14:paraId="22C140D6" w14:textId="77777777" w:rsidR="00F635DB" w:rsidRDefault="00855694" w:rsidP="00F635DB">
      <w:r w:rsidRPr="009071AC">
        <w:t>Même</w:t>
      </w:r>
      <w:r w:rsidR="00F635DB">
        <w:t xml:space="preserve">, </w:t>
      </w:r>
      <w:r w:rsidRPr="009071AC">
        <w:t>il devait avoir des relations fort étendues</w:t>
      </w:r>
      <w:r w:rsidR="00F635DB">
        <w:t xml:space="preserve">, </w:t>
      </w:r>
      <w:r w:rsidRPr="009071AC">
        <w:t>car il distribuait quantité de saluts</w:t>
      </w:r>
      <w:r w:rsidR="00F635DB">
        <w:t xml:space="preserve">, </w:t>
      </w:r>
      <w:r w:rsidRPr="009071AC">
        <w:t>de droite et de gauche</w:t>
      </w:r>
      <w:r w:rsidR="00F635DB">
        <w:t xml:space="preserve">, </w:t>
      </w:r>
      <w:r w:rsidRPr="009071AC">
        <w:t>et il fut accosté par cinq ou six promeneurs</w:t>
      </w:r>
      <w:r w:rsidR="00F635DB">
        <w:t>.</w:t>
      </w:r>
    </w:p>
    <w:p w14:paraId="58A88373" w14:textId="77777777" w:rsidR="00F635DB" w:rsidRDefault="00855694" w:rsidP="00F635DB">
      <w:r w:rsidRPr="009071AC">
        <w:t>Cependant</w:t>
      </w:r>
      <w:r w:rsidR="00F635DB">
        <w:t xml:space="preserve">, </w:t>
      </w:r>
      <w:r w:rsidRPr="009071AC">
        <w:t>il ne dépassa pas la terrasse Jouffroy</w:t>
      </w:r>
      <w:r w:rsidR="00F635DB">
        <w:t xml:space="preserve">. </w:t>
      </w:r>
      <w:r w:rsidRPr="009071AC">
        <w:t>Il acheta un journal</w:t>
      </w:r>
      <w:r w:rsidR="00F635DB">
        <w:t xml:space="preserve">, </w:t>
      </w:r>
      <w:r w:rsidRPr="009071AC">
        <w:t>revint sur ses pas</w:t>
      </w:r>
      <w:r w:rsidR="00F635DB">
        <w:t xml:space="preserve">, </w:t>
      </w:r>
      <w:r w:rsidRPr="009071AC">
        <w:t>et sur les sept heures</w:t>
      </w:r>
      <w:r w:rsidR="00F635DB">
        <w:t xml:space="preserve">, </w:t>
      </w:r>
      <w:r w:rsidRPr="009071AC">
        <w:t xml:space="preserve">il </w:t>
      </w:r>
      <w:r w:rsidRPr="009071AC">
        <w:lastRenderedPageBreak/>
        <w:t>entrait triomphalement au café Riche</w:t>
      </w:r>
      <w:r w:rsidR="00F635DB">
        <w:t xml:space="preserve">. </w:t>
      </w:r>
      <w:r w:rsidRPr="009071AC">
        <w:t>Il n</w:t>
      </w:r>
      <w:r w:rsidR="00F635DB">
        <w:t>’</w:t>
      </w:r>
      <w:r w:rsidRPr="009071AC">
        <w:t>avait même pas touché le bord de son chapeau</w:t>
      </w:r>
      <w:r w:rsidR="00F635DB">
        <w:t xml:space="preserve">, </w:t>
      </w:r>
      <w:r w:rsidRPr="009071AC">
        <w:t>c</w:t>
      </w:r>
      <w:r w:rsidR="00F635DB">
        <w:t>’</w:t>
      </w:r>
      <w:r w:rsidRPr="009071AC">
        <w:t>est mauvais genre</w:t>
      </w:r>
      <w:r w:rsidR="00F635DB">
        <w:t xml:space="preserve"> ; </w:t>
      </w:r>
      <w:r w:rsidRPr="009071AC">
        <w:t>mais il appela très-haut le garçon et impérieusement lui ordonna de lui servir à dîner à une table proche du vitrage</w:t>
      </w:r>
      <w:r w:rsidR="00F635DB">
        <w:t xml:space="preserve">, </w:t>
      </w:r>
      <w:r w:rsidRPr="009071AC">
        <w:t>d</w:t>
      </w:r>
      <w:r w:rsidR="00F635DB">
        <w:t>’</w:t>
      </w:r>
      <w:r w:rsidRPr="009071AC">
        <w:t>où il devait voir le boulevard et être vu</w:t>
      </w:r>
      <w:r w:rsidR="00F635DB">
        <w:t>.</w:t>
      </w:r>
    </w:p>
    <w:p w14:paraId="30CB1D54" w14:textId="77777777" w:rsidR="00F635DB" w:rsidRDefault="00F635DB" w:rsidP="00F635DB">
      <w:r>
        <w:t>— </w:t>
      </w:r>
      <w:r w:rsidR="00855694" w:rsidRPr="009071AC">
        <w:t>Et voilà</w:t>
      </w:r>
      <w:r>
        <w:t xml:space="preserve"> ! </w:t>
      </w:r>
      <w:r w:rsidR="00855694" w:rsidRPr="009071AC">
        <w:t>se dit Chupin</w:t>
      </w:r>
      <w:r>
        <w:t xml:space="preserve">, </w:t>
      </w:r>
      <w:r w:rsidR="00855694" w:rsidRPr="009071AC">
        <w:t>mon cocodès va prendre sa nourriture</w:t>
      </w:r>
      <w:r>
        <w:t>…</w:t>
      </w:r>
    </w:p>
    <w:p w14:paraId="1CB91953" w14:textId="77777777" w:rsidR="00F635DB" w:rsidRDefault="00855694" w:rsidP="00F635DB">
      <w:r w:rsidRPr="009071AC">
        <w:t>Lui-même eût volontiers cassé une croûte</w:t>
      </w:r>
      <w:r w:rsidR="00F635DB">
        <w:t xml:space="preserve">, </w:t>
      </w:r>
      <w:r w:rsidRPr="009071AC">
        <w:t>et il cherchait à se rappeler quelque modeste traiteur aux environs</w:t>
      </w:r>
      <w:r w:rsidR="00F635DB">
        <w:t xml:space="preserve">, </w:t>
      </w:r>
      <w:r w:rsidRPr="009071AC">
        <w:t>quand deux jeunes gens s</w:t>
      </w:r>
      <w:r w:rsidR="00F635DB">
        <w:t>’</w:t>
      </w:r>
      <w:r w:rsidRPr="009071AC">
        <w:t>arrêtèrent près de lui et jetèrent un coup d</w:t>
      </w:r>
      <w:r w:rsidR="00F635DB">
        <w:t>’</w:t>
      </w:r>
      <w:r w:rsidRPr="009071AC">
        <w:t>œil dans le restaurant</w:t>
      </w:r>
      <w:r w:rsidR="00F635DB">
        <w:t>.</w:t>
      </w:r>
    </w:p>
    <w:p w14:paraId="0D44A781" w14:textId="77777777" w:rsidR="00F635DB" w:rsidRDefault="00F635DB" w:rsidP="00F635DB">
      <w:r>
        <w:t>— </w:t>
      </w:r>
      <w:r w:rsidR="00855694" w:rsidRPr="009071AC">
        <w:t>Tiens</w:t>
      </w:r>
      <w:r>
        <w:t xml:space="preserve"> ! </w:t>
      </w:r>
      <w:proofErr w:type="spellStart"/>
      <w:r w:rsidR="00855694" w:rsidRPr="009071AC">
        <w:t>Wilkie</w:t>
      </w:r>
      <w:proofErr w:type="spellEnd"/>
      <w:r>
        <w:t xml:space="preserve">… </w:t>
      </w:r>
      <w:r w:rsidR="00855694" w:rsidRPr="009071AC">
        <w:t>fit l</w:t>
      </w:r>
      <w:r>
        <w:t>’</w:t>
      </w:r>
      <w:r w:rsidR="00855694" w:rsidRPr="009071AC">
        <w:t>un</w:t>
      </w:r>
      <w:r>
        <w:t>.</w:t>
      </w:r>
    </w:p>
    <w:p w14:paraId="6B441515" w14:textId="77777777" w:rsidR="00F635DB" w:rsidRDefault="00F635DB" w:rsidP="00F635DB">
      <w:r>
        <w:t>— </w:t>
      </w:r>
      <w:r w:rsidR="00855694" w:rsidRPr="009071AC">
        <w:t>Ma foi</w:t>
      </w:r>
      <w:r>
        <w:t xml:space="preserve">, </w:t>
      </w:r>
      <w:r w:rsidR="00855694" w:rsidRPr="009071AC">
        <w:t>c</w:t>
      </w:r>
      <w:r>
        <w:t>’</w:t>
      </w:r>
      <w:r w:rsidR="00855694" w:rsidRPr="009071AC">
        <w:t>est vrai</w:t>
      </w:r>
      <w:r>
        <w:t xml:space="preserve"> ! </w:t>
      </w:r>
      <w:r w:rsidR="00855694" w:rsidRPr="009071AC">
        <w:t>répondit l</w:t>
      </w:r>
      <w:r>
        <w:t>’</w:t>
      </w:r>
      <w:r w:rsidR="00855694" w:rsidRPr="009071AC">
        <w:t>autre</w:t>
      </w:r>
      <w:r>
        <w:t xml:space="preserve">. </w:t>
      </w:r>
      <w:r w:rsidR="00855694" w:rsidRPr="009071AC">
        <w:t>Et il a de l</w:t>
      </w:r>
      <w:r>
        <w:t>’</w:t>
      </w:r>
      <w:r w:rsidR="00855694" w:rsidRPr="009071AC">
        <w:t>argent</w:t>
      </w:r>
      <w:r>
        <w:t xml:space="preserve">, </w:t>
      </w:r>
      <w:r w:rsidR="00855694" w:rsidRPr="009071AC">
        <w:t>qui plus est</w:t>
      </w:r>
      <w:r>
        <w:t xml:space="preserve">, </w:t>
      </w:r>
      <w:r w:rsidR="00855694" w:rsidRPr="009071AC">
        <w:t>et la chance lui sourit</w:t>
      </w:r>
      <w:r>
        <w:t>…</w:t>
      </w:r>
    </w:p>
    <w:p w14:paraId="7CABA90E" w14:textId="77777777" w:rsidR="00F635DB" w:rsidRDefault="00F635DB" w:rsidP="00F635DB">
      <w:r>
        <w:t>— </w:t>
      </w:r>
      <w:r w:rsidR="00855694" w:rsidRPr="009071AC">
        <w:t>Tu devines cela</w:t>
      </w:r>
      <w:r>
        <w:t xml:space="preserve">, </w:t>
      </w:r>
      <w:r w:rsidR="00855694" w:rsidRPr="009071AC">
        <w:t>toi</w:t>
      </w:r>
      <w:r>
        <w:t> ?…</w:t>
      </w:r>
    </w:p>
    <w:p w14:paraId="5FAEF30B" w14:textId="77777777" w:rsidR="00F635DB" w:rsidRDefault="00F635DB" w:rsidP="00F635DB">
      <w:r>
        <w:t>— </w:t>
      </w:r>
      <w:r w:rsidR="00855694" w:rsidRPr="009071AC">
        <w:t>Parbleu</w:t>
      </w:r>
      <w:r>
        <w:t xml:space="preserve"> ! </w:t>
      </w:r>
      <w:r w:rsidR="00855694" w:rsidRPr="009071AC">
        <w:t xml:space="preserve">quand on a pratiqué </w:t>
      </w:r>
      <w:proofErr w:type="spellStart"/>
      <w:r w:rsidR="00855694" w:rsidRPr="009071AC">
        <w:t>Wilkie</w:t>
      </w:r>
      <w:proofErr w:type="spellEnd"/>
      <w:r>
        <w:t xml:space="preserve">, </w:t>
      </w:r>
      <w:r w:rsidR="00855694" w:rsidRPr="009071AC">
        <w:t>on peut</w:t>
      </w:r>
      <w:r>
        <w:t xml:space="preserve">, </w:t>
      </w:r>
      <w:r w:rsidR="00855694" w:rsidRPr="009071AC">
        <w:t>sans être malin</w:t>
      </w:r>
      <w:r>
        <w:t xml:space="preserve">, </w:t>
      </w:r>
      <w:r w:rsidR="00855694" w:rsidRPr="009071AC">
        <w:t>savoir où en sont ses affaires aussi bien que lui</w:t>
      </w:r>
      <w:r>
        <w:t xml:space="preserve">… </w:t>
      </w:r>
      <w:r w:rsidR="00855694" w:rsidRPr="009071AC">
        <w:t>Est-il décavé</w:t>
      </w:r>
      <w:r>
        <w:t xml:space="preserve"> ?… </w:t>
      </w:r>
      <w:r w:rsidR="00855694" w:rsidRPr="009071AC">
        <w:t>il se fait apporter ses repas chez lui d</w:t>
      </w:r>
      <w:r>
        <w:t>’</w:t>
      </w:r>
      <w:r w:rsidR="00855694" w:rsidRPr="009071AC">
        <w:t>une gargote où il a crédit</w:t>
      </w:r>
      <w:r>
        <w:t xml:space="preserve">… </w:t>
      </w:r>
      <w:r w:rsidR="00855694" w:rsidRPr="009071AC">
        <w:t>ses moustaches pendent</w:t>
      </w:r>
      <w:r>
        <w:t xml:space="preserve">, </w:t>
      </w:r>
      <w:r w:rsidR="00855694" w:rsidRPr="009071AC">
        <w:t>il est avec ses amis humble jusqu</w:t>
      </w:r>
      <w:r>
        <w:t>’</w:t>
      </w:r>
      <w:r w:rsidR="00855694" w:rsidRPr="009071AC">
        <w:t>à la servilité et il se coiffe très en avant sur le nez</w:t>
      </w:r>
      <w:r>
        <w:t xml:space="preserve">… </w:t>
      </w:r>
      <w:r w:rsidR="00855694" w:rsidRPr="009071AC">
        <w:t>Dès que les fonds remontent</w:t>
      </w:r>
      <w:r>
        <w:t xml:space="preserve">, </w:t>
      </w:r>
      <w:r w:rsidR="00855694" w:rsidRPr="009071AC">
        <w:t>il mange chez Launay</w:t>
      </w:r>
      <w:r>
        <w:t xml:space="preserve">, </w:t>
      </w:r>
      <w:r w:rsidR="00855694" w:rsidRPr="009071AC">
        <w:t>devient gouailleur</w:t>
      </w:r>
      <w:r>
        <w:t xml:space="preserve">, </w:t>
      </w:r>
      <w:r w:rsidR="00855694" w:rsidRPr="009071AC">
        <w:t>porte ses moustaches droites et se coiffe bien sur le milieu de la tête</w:t>
      </w:r>
      <w:r>
        <w:t xml:space="preserve">… </w:t>
      </w:r>
      <w:r w:rsidR="00855694" w:rsidRPr="009071AC">
        <w:t>Enfin</w:t>
      </w:r>
      <w:r>
        <w:t xml:space="preserve">, </w:t>
      </w:r>
      <w:r w:rsidR="00855694" w:rsidRPr="009071AC">
        <w:t>quand il dîne chez Riche</w:t>
      </w:r>
      <w:r>
        <w:t xml:space="preserve">, </w:t>
      </w:r>
      <w:r w:rsidR="00855694" w:rsidRPr="009071AC">
        <w:t>mon bon</w:t>
      </w:r>
      <w:r>
        <w:t xml:space="preserve">, </w:t>
      </w:r>
      <w:r w:rsidR="00855694" w:rsidRPr="009071AC">
        <w:t>quand il a les moustaches en croc</w:t>
      </w:r>
      <w:r>
        <w:t xml:space="preserve">, </w:t>
      </w:r>
      <w:r w:rsidR="00855694" w:rsidRPr="009071AC">
        <w:t>le chapeau sur l</w:t>
      </w:r>
      <w:r>
        <w:t>’</w:t>
      </w:r>
      <w:r w:rsidR="00855694" w:rsidRPr="009071AC">
        <w:t>oreille et la mine arrogante que tu lui vois</w:t>
      </w:r>
      <w:r>
        <w:t xml:space="preserve">, </w:t>
      </w:r>
      <w:r w:rsidR="00855694" w:rsidRPr="009071AC">
        <w:t>c</w:t>
      </w:r>
      <w:r>
        <w:t>’</w:t>
      </w:r>
      <w:r w:rsidR="00855694" w:rsidRPr="009071AC">
        <w:t>est qu</w:t>
      </w:r>
      <w:r>
        <w:t>’</w:t>
      </w:r>
      <w:r w:rsidR="00855694" w:rsidRPr="009071AC">
        <w:t>il a pour le moins cinq ou six billets de mille devant lui</w:t>
      </w:r>
      <w:r>
        <w:t xml:space="preserve">, </w:t>
      </w:r>
      <w:r w:rsidR="00855694" w:rsidRPr="009071AC">
        <w:t>c</w:t>
      </w:r>
      <w:r>
        <w:t>’</w:t>
      </w:r>
      <w:r w:rsidR="00855694" w:rsidRPr="009071AC">
        <w:t>est que tout va bien</w:t>
      </w:r>
      <w:r>
        <w:t xml:space="preserve">… </w:t>
      </w:r>
      <w:r w:rsidR="00855694" w:rsidRPr="009071AC">
        <w:t>très-bien</w:t>
      </w:r>
      <w:r>
        <w:t xml:space="preserve">… </w:t>
      </w:r>
      <w:r w:rsidR="00855694" w:rsidRPr="009071AC">
        <w:t>trop bien</w:t>
      </w:r>
      <w:r>
        <w:t> !…</w:t>
      </w:r>
    </w:p>
    <w:p w14:paraId="30254DDA" w14:textId="77777777" w:rsidR="00F635DB" w:rsidRDefault="00F635DB" w:rsidP="00F635DB">
      <w:r>
        <w:t>— </w:t>
      </w:r>
      <w:r w:rsidR="00855694" w:rsidRPr="009071AC">
        <w:t>De quoi vit-il</w:t>
      </w:r>
      <w:r>
        <w:t> ?…</w:t>
      </w:r>
    </w:p>
    <w:p w14:paraId="034A758B" w14:textId="77777777" w:rsidR="00F635DB" w:rsidRDefault="00F635DB" w:rsidP="00F635DB">
      <w:r>
        <w:t>— </w:t>
      </w:r>
      <w:r w:rsidR="00855694" w:rsidRPr="009071AC">
        <w:t>Qui sait</w:t>
      </w:r>
      <w:r>
        <w:t> !…</w:t>
      </w:r>
    </w:p>
    <w:p w14:paraId="4B7D1065" w14:textId="77777777" w:rsidR="00F635DB" w:rsidRDefault="00F635DB" w:rsidP="00F635DB">
      <w:r>
        <w:lastRenderedPageBreak/>
        <w:t>— </w:t>
      </w:r>
      <w:r w:rsidR="00855694" w:rsidRPr="009071AC">
        <w:t>Est-il riche</w:t>
      </w:r>
      <w:r>
        <w:t> ?</w:t>
      </w:r>
    </w:p>
    <w:p w14:paraId="26EBC11D" w14:textId="77777777" w:rsidR="00F635DB" w:rsidRDefault="00F635DB" w:rsidP="00F635DB">
      <w:r>
        <w:t>— </w:t>
      </w:r>
      <w:r w:rsidR="00855694" w:rsidRPr="009071AC">
        <w:t>Il a de l</w:t>
      </w:r>
      <w:r>
        <w:t>’</w:t>
      </w:r>
      <w:r w:rsidR="00855694" w:rsidRPr="009071AC">
        <w:t>argent</w:t>
      </w:r>
      <w:r>
        <w:t xml:space="preserve">… </w:t>
      </w:r>
      <w:r w:rsidR="00855694" w:rsidRPr="009071AC">
        <w:t>Je lui ai prêté dix louis une fois</w:t>
      </w:r>
      <w:r>
        <w:t xml:space="preserve">, </w:t>
      </w:r>
      <w:r w:rsidR="00855694" w:rsidRPr="009071AC">
        <w:t>et il me les a rendus</w:t>
      </w:r>
      <w:r>
        <w:t>.</w:t>
      </w:r>
    </w:p>
    <w:p w14:paraId="15D75028" w14:textId="77777777" w:rsidR="00F635DB" w:rsidRDefault="00F635DB" w:rsidP="00F635DB">
      <w:r>
        <w:t>— </w:t>
      </w:r>
      <w:r w:rsidR="00855694" w:rsidRPr="009071AC">
        <w:t>Peste</w:t>
      </w:r>
      <w:r>
        <w:t xml:space="preserve"> !… </w:t>
      </w:r>
      <w:r w:rsidR="00855694" w:rsidRPr="009071AC">
        <w:t>C</w:t>
      </w:r>
      <w:r>
        <w:t>’</w:t>
      </w:r>
      <w:r w:rsidR="00855694" w:rsidRPr="009071AC">
        <w:t>est un fort galant homme</w:t>
      </w:r>
      <w:r>
        <w:t>.</w:t>
      </w:r>
    </w:p>
    <w:p w14:paraId="078368CF" w14:textId="77777777" w:rsidR="00F635DB" w:rsidRDefault="00855694" w:rsidP="00F635DB">
      <w:r w:rsidRPr="009071AC">
        <w:t>Les deux jeunes gens éclatèrent de rire et passèrent</w:t>
      </w:r>
      <w:r w:rsidR="00F635DB">
        <w:t>.</w:t>
      </w:r>
    </w:p>
    <w:p w14:paraId="7BEDEEA1" w14:textId="77777777" w:rsidR="00F635DB" w:rsidRDefault="00855694" w:rsidP="00F635DB">
      <w:r w:rsidRPr="009071AC">
        <w:t>Chupin était édifié</w:t>
      </w:r>
      <w:r w:rsidR="00F635DB">
        <w:t>.</w:t>
      </w:r>
    </w:p>
    <w:p w14:paraId="04CCC053" w14:textId="1E842FBD" w:rsidR="00F635DB" w:rsidRDefault="00F635DB" w:rsidP="00F635DB">
      <w:r>
        <w:t>— </w:t>
      </w:r>
      <w:r w:rsidR="00855694" w:rsidRPr="009071AC">
        <w:t>Toi</w:t>
      </w:r>
      <w:r>
        <w:t xml:space="preserve">, </w:t>
      </w:r>
      <w:r w:rsidR="00855694" w:rsidRPr="009071AC">
        <w:t>maintenant</w:t>
      </w:r>
      <w:r>
        <w:t xml:space="preserve">, </w:t>
      </w:r>
      <w:r w:rsidR="00855694" w:rsidRPr="009071AC">
        <w:t>murmura-t-il</w:t>
      </w:r>
      <w:r>
        <w:t xml:space="preserve">, </w:t>
      </w:r>
      <w:r w:rsidR="00855694" w:rsidRPr="009071AC">
        <w:t>je te connais comme si j</w:t>
      </w:r>
      <w:r>
        <w:t>’</w:t>
      </w:r>
      <w:r w:rsidR="00855694" w:rsidRPr="009071AC">
        <w:t>étais ton portier</w:t>
      </w:r>
      <w:r>
        <w:t xml:space="preserve">… </w:t>
      </w:r>
      <w:r w:rsidR="00855694" w:rsidRPr="009071AC">
        <w:t>Et quand je t</w:t>
      </w:r>
      <w:r>
        <w:t>’</w:t>
      </w:r>
      <w:r w:rsidR="00855694" w:rsidRPr="009071AC">
        <w:t>aurai reconduit jusque chez toi pour savoir ton numéro</w:t>
      </w:r>
      <w:r>
        <w:t xml:space="preserve">, </w:t>
      </w:r>
      <w:r w:rsidR="00855694" w:rsidRPr="009071AC">
        <w:t>j</w:t>
      </w:r>
      <w:r>
        <w:t>’</w:t>
      </w:r>
      <w:r w:rsidR="00855694" w:rsidRPr="009071AC">
        <w:t xml:space="preserve">aurai gagné haut le pied les jolis cinquante francs de </w:t>
      </w:r>
      <w:r>
        <w:t>M. </w:t>
      </w:r>
      <w:r w:rsidR="00855694" w:rsidRPr="009071AC">
        <w:t>Fortunat</w:t>
      </w:r>
      <w:r>
        <w:t> !…</w:t>
      </w:r>
    </w:p>
    <w:p w14:paraId="5DB360E2" w14:textId="321BEE8E" w:rsidR="00F635DB" w:rsidRDefault="00855694" w:rsidP="00F635DB">
      <w:r w:rsidRPr="009071AC">
        <w:t>Autant qu</w:t>
      </w:r>
      <w:r w:rsidR="00F635DB">
        <w:t>’</w:t>
      </w:r>
      <w:r w:rsidRPr="009071AC">
        <w:t>il en pouvait juger à travers la vitre</w:t>
      </w:r>
      <w:r w:rsidR="00F635DB">
        <w:t xml:space="preserve">, </w:t>
      </w:r>
      <w:r w:rsidRPr="009071AC">
        <w:t xml:space="preserve">le jeune </w:t>
      </w:r>
      <w:r w:rsidR="00F635DB">
        <w:t>M. </w:t>
      </w:r>
      <w:proofErr w:type="spellStart"/>
      <w:r w:rsidRPr="009071AC">
        <w:t>Wilkie</w:t>
      </w:r>
      <w:proofErr w:type="spellEnd"/>
      <w:r w:rsidRPr="009071AC">
        <w:t xml:space="preserve"> dînait de bon appétit</w:t>
      </w:r>
      <w:r w:rsidR="00F635DB">
        <w:t xml:space="preserve">, </w:t>
      </w:r>
      <w:r w:rsidRPr="009071AC">
        <w:t>en homme qui a le gousset bien garni</w:t>
      </w:r>
      <w:r w:rsidR="00F635DB">
        <w:t>.</w:t>
      </w:r>
    </w:p>
    <w:p w14:paraId="0AB082BA" w14:textId="77777777" w:rsidR="00F635DB" w:rsidRDefault="00F635DB" w:rsidP="00F635DB">
      <w:r>
        <w:t>— </w:t>
      </w:r>
      <w:r w:rsidR="00855694" w:rsidRPr="009071AC">
        <w:t>Mâtin</w:t>
      </w:r>
      <w:r>
        <w:t xml:space="preserve"> !… </w:t>
      </w:r>
      <w:r w:rsidR="00855694" w:rsidRPr="009071AC">
        <w:t>grogna-t-il</w:t>
      </w:r>
      <w:r>
        <w:t xml:space="preserve">, </w:t>
      </w:r>
      <w:r w:rsidR="00855694" w:rsidRPr="009071AC">
        <w:t>non sans une certaine envie</w:t>
      </w:r>
      <w:r>
        <w:t xml:space="preserve">, </w:t>
      </w:r>
      <w:r w:rsidR="00855694" w:rsidRPr="009071AC">
        <w:t>il se nourrit bien</w:t>
      </w:r>
      <w:r>
        <w:t xml:space="preserve">, </w:t>
      </w:r>
      <w:r w:rsidR="00855694" w:rsidRPr="009071AC">
        <w:t>le cocodès</w:t>
      </w:r>
      <w:r>
        <w:t xml:space="preserve"> ! </w:t>
      </w:r>
      <w:r w:rsidR="00855694" w:rsidRPr="009071AC">
        <w:t>Le voilà à table pour une heure</w:t>
      </w:r>
      <w:r>
        <w:t xml:space="preserve">… </w:t>
      </w:r>
      <w:r w:rsidR="00855694" w:rsidRPr="009071AC">
        <w:t>j</w:t>
      </w:r>
      <w:r>
        <w:t>’</w:t>
      </w:r>
      <w:r w:rsidR="00855694" w:rsidRPr="009071AC">
        <w:t>ai le temps de courir avaler une bouchée</w:t>
      </w:r>
      <w:r>
        <w:t>…</w:t>
      </w:r>
    </w:p>
    <w:p w14:paraId="2FC9A712" w14:textId="77777777" w:rsidR="00F635DB" w:rsidRDefault="00855694" w:rsidP="00F635DB">
      <w:r w:rsidRPr="009071AC">
        <w:t>Cela dit</w:t>
      </w:r>
      <w:r w:rsidR="00F635DB">
        <w:t xml:space="preserve">, </w:t>
      </w:r>
      <w:r w:rsidRPr="009071AC">
        <w:t>il se hâta de gagner la rue la plus voisine</w:t>
      </w:r>
      <w:r w:rsidR="00F635DB">
        <w:t xml:space="preserve">, </w:t>
      </w:r>
      <w:r w:rsidRPr="009071AC">
        <w:t>découvrit un petit restaurant</w:t>
      </w:r>
      <w:r w:rsidR="00F635DB">
        <w:t xml:space="preserve">, </w:t>
      </w:r>
      <w:r w:rsidRPr="009071AC">
        <w:t>y entra</w:t>
      </w:r>
      <w:r w:rsidR="00F635DB">
        <w:t xml:space="preserve">, </w:t>
      </w:r>
      <w:r w:rsidRPr="009071AC">
        <w:t>et magnifiquement dépensa trente-neuf sous</w:t>
      </w:r>
      <w:r w:rsidR="00F635DB">
        <w:t>.</w:t>
      </w:r>
    </w:p>
    <w:p w14:paraId="392EC3B1" w14:textId="77777777" w:rsidR="00F635DB" w:rsidRDefault="00855694" w:rsidP="00F635DB">
      <w:r w:rsidRPr="009071AC">
        <w:t>Une dépense si forte n</w:t>
      </w:r>
      <w:r w:rsidR="00F635DB">
        <w:t>’</w:t>
      </w:r>
      <w:r w:rsidRPr="009071AC">
        <w:t>était plus dans ses habitudes</w:t>
      </w:r>
      <w:r w:rsidR="00F635DB">
        <w:t xml:space="preserve">. </w:t>
      </w:r>
      <w:r w:rsidRPr="009071AC">
        <w:t>Il vivait chichement</w:t>
      </w:r>
      <w:r w:rsidR="00F635DB">
        <w:t xml:space="preserve">, </w:t>
      </w:r>
      <w:r w:rsidRPr="009071AC">
        <w:t>depuis qu</w:t>
      </w:r>
      <w:r w:rsidR="00F635DB">
        <w:t>’</w:t>
      </w:r>
      <w:r w:rsidRPr="009071AC">
        <w:t>il s</w:t>
      </w:r>
      <w:r w:rsidR="00F635DB">
        <w:t>’</w:t>
      </w:r>
      <w:r w:rsidRPr="009071AC">
        <w:t>était juré qu</w:t>
      </w:r>
      <w:r w:rsidR="00F635DB">
        <w:t>’</w:t>
      </w:r>
      <w:r w:rsidRPr="009071AC">
        <w:t>il serait riche</w:t>
      </w:r>
      <w:r w:rsidR="00F635DB">
        <w:t xml:space="preserve">. </w:t>
      </w:r>
      <w:r w:rsidRPr="009071AC">
        <w:t>Lui</w:t>
      </w:r>
      <w:r w:rsidR="00F635DB">
        <w:t xml:space="preserve">, </w:t>
      </w:r>
      <w:r w:rsidRPr="009071AC">
        <w:t xml:space="preserve">jadis si </w:t>
      </w:r>
      <w:r w:rsidR="00F635DB">
        <w:t>« </w:t>
      </w:r>
      <w:r w:rsidRPr="009071AC">
        <w:t>porté sur sa bouche</w:t>
      </w:r>
      <w:r w:rsidR="00F635DB">
        <w:t>, »</w:t>
      </w:r>
      <w:r w:rsidRPr="009071AC">
        <w:t xml:space="preserve"> selon son expression</w:t>
      </w:r>
      <w:r w:rsidR="00F635DB">
        <w:t xml:space="preserve">, </w:t>
      </w:r>
      <w:r w:rsidRPr="009071AC">
        <w:t>lui qui avait eu la passion des londrès et des petits verres</w:t>
      </w:r>
      <w:r w:rsidR="00F635DB">
        <w:t xml:space="preserve">, </w:t>
      </w:r>
      <w:r w:rsidRPr="009071AC">
        <w:t>il se contentait de l</w:t>
      </w:r>
      <w:r w:rsidR="00F635DB">
        <w:t>’</w:t>
      </w:r>
      <w:r w:rsidRPr="009071AC">
        <w:t>ordinaire d</w:t>
      </w:r>
      <w:r w:rsidR="00F635DB">
        <w:t>’</w:t>
      </w:r>
      <w:r w:rsidRPr="009071AC">
        <w:t>un anachorète</w:t>
      </w:r>
      <w:r w:rsidR="00F635DB">
        <w:t xml:space="preserve">, </w:t>
      </w:r>
      <w:r w:rsidRPr="009071AC">
        <w:t>ne buvait que de l</w:t>
      </w:r>
      <w:r w:rsidR="00F635DB">
        <w:t>’</w:t>
      </w:r>
      <w:r w:rsidRPr="009071AC">
        <w:t>eau et ne fumait plus qu</w:t>
      </w:r>
      <w:r w:rsidR="00F635DB">
        <w:t>’</w:t>
      </w:r>
      <w:r w:rsidRPr="009071AC">
        <w:t>à l</w:t>
      </w:r>
      <w:r w:rsidR="00F635DB">
        <w:t>’</w:t>
      </w:r>
      <w:r w:rsidRPr="009071AC">
        <w:t>occasion</w:t>
      </w:r>
      <w:r w:rsidR="00F635DB">
        <w:t xml:space="preserve">, </w:t>
      </w:r>
      <w:r w:rsidRPr="009071AC">
        <w:t>quand on lui offrait un cigare</w:t>
      </w:r>
      <w:r w:rsidR="00F635DB">
        <w:t>.</w:t>
      </w:r>
    </w:p>
    <w:p w14:paraId="396530B7" w14:textId="77777777" w:rsidR="00F635DB" w:rsidRDefault="00855694" w:rsidP="00F635DB">
      <w:r w:rsidRPr="009071AC">
        <w:lastRenderedPageBreak/>
        <w:t>Il n</w:t>
      </w:r>
      <w:r w:rsidR="00F635DB">
        <w:t>’</w:t>
      </w:r>
      <w:r w:rsidRPr="009071AC">
        <w:t>était pas de privation pénible pour lui</w:t>
      </w:r>
      <w:r w:rsidR="00F635DB">
        <w:t xml:space="preserve">, </w:t>
      </w:r>
      <w:r w:rsidRPr="009071AC">
        <w:t>du moment où elle lui rapportait un sou</w:t>
      </w:r>
      <w:r w:rsidR="00F635DB">
        <w:t xml:space="preserve">… </w:t>
      </w:r>
      <w:r w:rsidRPr="009071AC">
        <w:t>le sou</w:t>
      </w:r>
      <w:r w:rsidR="00F635DB">
        <w:t xml:space="preserve">, </w:t>
      </w:r>
      <w:r w:rsidRPr="009071AC">
        <w:t>c</w:t>
      </w:r>
      <w:r w:rsidR="00F635DB">
        <w:t>’</w:t>
      </w:r>
      <w:r w:rsidRPr="009071AC">
        <w:t>était un grain de sable ajouté aux fondations de l</w:t>
      </w:r>
      <w:r w:rsidR="00F635DB">
        <w:t>’</w:t>
      </w:r>
      <w:r w:rsidRPr="009071AC">
        <w:t>édifice de sa fortune à venir</w:t>
      </w:r>
      <w:r w:rsidR="00F635DB">
        <w:t>.</w:t>
      </w:r>
    </w:p>
    <w:p w14:paraId="6899E514" w14:textId="521637BD" w:rsidR="00F635DB" w:rsidRDefault="00855694" w:rsidP="00F635DB">
      <w:r w:rsidRPr="009071AC">
        <w:t>Et cependant ce soir-là</w:t>
      </w:r>
      <w:r w:rsidR="00F635DB">
        <w:t xml:space="preserve">, </w:t>
      </w:r>
      <w:r w:rsidRPr="009071AC">
        <w:t>il ne recula pas devant la dépense d</w:t>
      </w:r>
      <w:r w:rsidR="00F635DB">
        <w:t>’</w:t>
      </w:r>
      <w:r w:rsidRPr="009071AC">
        <w:t xml:space="preserve">un </w:t>
      </w:r>
      <w:r w:rsidR="00F635DB">
        <w:t>« </w:t>
      </w:r>
      <w:r w:rsidRPr="009071AC">
        <w:t>petit bordeaux</w:t>
      </w:r>
      <w:r w:rsidR="00F635DB">
        <w:t>. »</w:t>
      </w:r>
    </w:p>
    <w:p w14:paraId="08BEF0EE" w14:textId="77777777" w:rsidR="00F635DB" w:rsidRDefault="00F635DB" w:rsidP="00F635DB">
      <w:r>
        <w:t>— </w:t>
      </w:r>
      <w:r w:rsidR="00855694" w:rsidRPr="009071AC">
        <w:t>Allons-y gaiement</w:t>
      </w:r>
      <w:r>
        <w:t xml:space="preserve"> ! </w:t>
      </w:r>
      <w:r w:rsidR="00855694" w:rsidRPr="009071AC">
        <w:t>se dit-il</w:t>
      </w:r>
      <w:r>
        <w:t xml:space="preserve">, </w:t>
      </w:r>
      <w:r w:rsidR="00855694" w:rsidRPr="009071AC">
        <w:t>ça fera la pièce ronde</w:t>
      </w:r>
      <w:r>
        <w:t xml:space="preserve">, </w:t>
      </w:r>
      <w:r w:rsidR="00855694" w:rsidRPr="009071AC">
        <w:t>je l</w:t>
      </w:r>
      <w:r>
        <w:t>’</w:t>
      </w:r>
      <w:r w:rsidR="00855694" w:rsidRPr="009071AC">
        <w:t>ai bien gagnée</w:t>
      </w:r>
      <w:r>
        <w:t>…</w:t>
      </w:r>
    </w:p>
    <w:p w14:paraId="0E158896" w14:textId="0CD6E743" w:rsidR="00F635DB" w:rsidRDefault="00855694" w:rsidP="00F635DB">
      <w:r w:rsidRPr="009071AC">
        <w:t>Mais lorsqu</w:t>
      </w:r>
      <w:r w:rsidR="00F635DB">
        <w:t>’</w:t>
      </w:r>
      <w:r w:rsidRPr="009071AC">
        <w:t>il revint prendre sa faction devant le café Riche</w:t>
      </w:r>
      <w:r w:rsidR="00F635DB">
        <w:t>, M. </w:t>
      </w:r>
      <w:proofErr w:type="spellStart"/>
      <w:r w:rsidRPr="009071AC">
        <w:t>Wilkie</w:t>
      </w:r>
      <w:proofErr w:type="spellEnd"/>
      <w:r w:rsidRPr="009071AC">
        <w:t xml:space="preserve"> n</w:t>
      </w:r>
      <w:r w:rsidR="00F635DB">
        <w:t>’</w:t>
      </w:r>
      <w:r w:rsidRPr="009071AC">
        <w:t>était plus seul à sa table</w:t>
      </w:r>
      <w:r w:rsidR="00F635DB">
        <w:t>.</w:t>
      </w:r>
    </w:p>
    <w:p w14:paraId="1F4436BF" w14:textId="77777777" w:rsidR="00F635DB" w:rsidRDefault="00855694" w:rsidP="00F635DB">
      <w:r w:rsidRPr="009071AC">
        <w:t>Il achevait de boire son café en compagnie d</w:t>
      </w:r>
      <w:r w:rsidR="00F635DB">
        <w:t>’</w:t>
      </w:r>
      <w:r w:rsidRPr="009071AC">
        <w:t>un jeune homme de son âge</w:t>
      </w:r>
      <w:r w:rsidR="00F635DB">
        <w:t xml:space="preserve">, </w:t>
      </w:r>
      <w:r w:rsidRPr="009071AC">
        <w:t>remarquablement bien de sa personne</w:t>
      </w:r>
      <w:r w:rsidR="00F635DB">
        <w:t xml:space="preserve">, </w:t>
      </w:r>
      <w:r w:rsidRPr="009071AC">
        <w:t>trop bien même</w:t>
      </w:r>
      <w:r w:rsidR="00F635DB">
        <w:t xml:space="preserve">, </w:t>
      </w:r>
      <w:r w:rsidRPr="009071AC">
        <w:t>et dont la vue arracha à Chupin une exclamation</w:t>
      </w:r>
      <w:r w:rsidR="00F635DB">
        <w:t> :</w:t>
      </w:r>
    </w:p>
    <w:p w14:paraId="501F050E" w14:textId="77777777" w:rsidR="00F635DB" w:rsidRDefault="00F635DB" w:rsidP="00F635DB">
      <w:r>
        <w:t>— </w:t>
      </w:r>
      <w:r w:rsidR="00855694" w:rsidRPr="009071AC">
        <w:t>De quoi</w:t>
      </w:r>
      <w:r>
        <w:t xml:space="preserve"> ! </w:t>
      </w:r>
      <w:r w:rsidR="00855694" w:rsidRPr="009071AC">
        <w:t>de quoi</w:t>
      </w:r>
      <w:r>
        <w:t xml:space="preserve"> ! </w:t>
      </w:r>
      <w:r w:rsidR="00855694" w:rsidRPr="009071AC">
        <w:t>j</w:t>
      </w:r>
      <w:r>
        <w:t>’</w:t>
      </w:r>
      <w:r w:rsidR="00855694" w:rsidRPr="009071AC">
        <w:t>ai vu cette tête-là quelque part</w:t>
      </w:r>
      <w:r>
        <w:t>…</w:t>
      </w:r>
    </w:p>
    <w:p w14:paraId="354AC218" w14:textId="77777777" w:rsidR="00F635DB" w:rsidRDefault="00855694" w:rsidP="00F635DB">
      <w:r w:rsidRPr="009071AC">
        <w:t>Pour se rappeler ce nouveau venu</w:t>
      </w:r>
      <w:r w:rsidR="00F635DB">
        <w:t xml:space="preserve">, </w:t>
      </w:r>
      <w:r w:rsidRPr="009071AC">
        <w:t>pour mettre un nom sur ce visage inquiétant en sa beauté sculpturale</w:t>
      </w:r>
      <w:r w:rsidR="00F635DB">
        <w:t xml:space="preserve">, </w:t>
      </w:r>
      <w:r w:rsidRPr="009071AC">
        <w:t>Chupin se torturait la cervelle</w:t>
      </w:r>
      <w:r w:rsidR="00F635DB">
        <w:t xml:space="preserve">… </w:t>
      </w:r>
      <w:r w:rsidRPr="009071AC">
        <w:t>en vain</w:t>
      </w:r>
      <w:r w:rsidR="00F635DB">
        <w:t>.</w:t>
      </w:r>
    </w:p>
    <w:p w14:paraId="254D9A25" w14:textId="77777777" w:rsidR="00F635DB" w:rsidRDefault="00855694" w:rsidP="00F635DB">
      <w:r w:rsidRPr="009071AC">
        <w:t>Et cependant</w:t>
      </w:r>
      <w:r w:rsidR="00F635DB">
        <w:t xml:space="preserve">, </w:t>
      </w:r>
      <w:r w:rsidRPr="009071AC">
        <w:t>tout au fond de ses souvenirs</w:t>
      </w:r>
      <w:r w:rsidR="00F635DB">
        <w:t xml:space="preserve">, </w:t>
      </w:r>
      <w:r w:rsidRPr="009071AC">
        <w:t>parmi les fantômes de son passé</w:t>
      </w:r>
      <w:r w:rsidR="00F635DB">
        <w:t xml:space="preserve">, </w:t>
      </w:r>
      <w:r w:rsidRPr="009071AC">
        <w:t>s</w:t>
      </w:r>
      <w:r w:rsidR="00F635DB">
        <w:t>’</w:t>
      </w:r>
      <w:r w:rsidRPr="009071AC">
        <w:t>agitait cette physionomie</w:t>
      </w:r>
      <w:r w:rsidR="00F635DB">
        <w:t>…</w:t>
      </w:r>
    </w:p>
    <w:p w14:paraId="2298A28B" w14:textId="6719BEBC" w:rsidR="00F635DB" w:rsidRDefault="00855694" w:rsidP="00F635DB">
      <w:r w:rsidRPr="009071AC">
        <w:t>Agacé au dernier point</w:t>
      </w:r>
      <w:r w:rsidR="00F635DB">
        <w:t xml:space="preserve">, </w:t>
      </w:r>
      <w:r w:rsidRPr="009071AC">
        <w:t>il délibérait s</w:t>
      </w:r>
      <w:r w:rsidR="00F635DB">
        <w:t>’</w:t>
      </w:r>
      <w:r w:rsidRPr="009071AC">
        <w:t>il n</w:t>
      </w:r>
      <w:r w:rsidR="00F635DB">
        <w:t>’</w:t>
      </w:r>
      <w:r w:rsidRPr="009071AC">
        <w:t>entrerait pas</w:t>
      </w:r>
      <w:r w:rsidR="00F635DB">
        <w:t xml:space="preserve">, </w:t>
      </w:r>
      <w:r w:rsidRPr="009071AC">
        <w:t>lorsqu</w:t>
      </w:r>
      <w:r w:rsidR="00F635DB">
        <w:t>’</w:t>
      </w:r>
      <w:r w:rsidRPr="009071AC">
        <w:t xml:space="preserve">il vit </w:t>
      </w:r>
      <w:r w:rsidR="00F635DB">
        <w:t>M. </w:t>
      </w:r>
      <w:proofErr w:type="spellStart"/>
      <w:r w:rsidRPr="009071AC">
        <w:t>Wilkie</w:t>
      </w:r>
      <w:proofErr w:type="spellEnd"/>
      <w:r w:rsidRPr="009071AC">
        <w:t xml:space="preserve"> prendre des mains d</w:t>
      </w:r>
      <w:r w:rsidR="00F635DB">
        <w:t>’</w:t>
      </w:r>
      <w:r w:rsidRPr="009071AC">
        <w:t>un garçon la carte de son dîner</w:t>
      </w:r>
      <w:r w:rsidR="00F635DB">
        <w:t xml:space="preserve">, </w:t>
      </w:r>
      <w:r w:rsidRPr="009071AC">
        <w:t>la parcourir d</w:t>
      </w:r>
      <w:r w:rsidR="00F635DB">
        <w:t>’</w:t>
      </w:r>
      <w:r w:rsidRPr="009071AC">
        <w:t>un coup d</w:t>
      </w:r>
      <w:r w:rsidR="00F635DB">
        <w:t>’</w:t>
      </w:r>
      <w:r w:rsidRPr="009071AC">
        <w:t>œil et jeter un louis sur la table</w:t>
      </w:r>
      <w:r w:rsidR="00F635DB">
        <w:t>.</w:t>
      </w:r>
    </w:p>
    <w:p w14:paraId="29904B79" w14:textId="4B7271AC" w:rsidR="00F635DB" w:rsidRDefault="00855694" w:rsidP="00F635DB">
      <w:r w:rsidRPr="009071AC">
        <w:t>L</w:t>
      </w:r>
      <w:r w:rsidR="00F635DB">
        <w:t>’</w:t>
      </w:r>
      <w:r w:rsidRPr="009071AC">
        <w:t>autre avait tiré son porte-monnaie et prétendait payer le café qu</w:t>
      </w:r>
      <w:r w:rsidR="00F635DB">
        <w:t>’</w:t>
      </w:r>
      <w:r w:rsidRPr="009071AC">
        <w:t>il venait de prendre</w:t>
      </w:r>
      <w:r w:rsidR="00F635DB">
        <w:t xml:space="preserve">, </w:t>
      </w:r>
      <w:r w:rsidRPr="009071AC">
        <w:t xml:space="preserve">mais </w:t>
      </w:r>
      <w:r w:rsidR="00F635DB">
        <w:t>M. </w:t>
      </w:r>
      <w:proofErr w:type="spellStart"/>
      <w:r w:rsidRPr="009071AC">
        <w:t>Wilkie</w:t>
      </w:r>
      <w:proofErr w:type="spellEnd"/>
      <w:r w:rsidR="00F635DB">
        <w:t xml:space="preserve">, </w:t>
      </w:r>
      <w:r w:rsidRPr="009071AC">
        <w:t>d</w:t>
      </w:r>
      <w:r w:rsidR="00F635DB">
        <w:t>’</w:t>
      </w:r>
      <w:r w:rsidRPr="009071AC">
        <w:t>un geste cordial</w:t>
      </w:r>
      <w:r w:rsidR="00F635DB">
        <w:t xml:space="preserve">, </w:t>
      </w:r>
      <w:r w:rsidRPr="009071AC">
        <w:t>s</w:t>
      </w:r>
      <w:r w:rsidR="00F635DB">
        <w:t>’</w:t>
      </w:r>
      <w:r w:rsidRPr="009071AC">
        <w:t>y opposa et adressa au garçon ce signe magnifique et impérieux qui dit si clairement</w:t>
      </w:r>
      <w:r w:rsidR="00F635DB">
        <w:t> :</w:t>
      </w:r>
    </w:p>
    <w:p w14:paraId="2B644C49" w14:textId="77777777" w:rsidR="00F635DB" w:rsidRDefault="00F635DB" w:rsidP="00F635DB">
      <w:r>
        <w:lastRenderedPageBreak/>
        <w:t>— </w:t>
      </w:r>
      <w:r w:rsidR="00855694" w:rsidRPr="009071AC">
        <w:t>N</w:t>
      </w:r>
      <w:r>
        <w:t>’</w:t>
      </w:r>
      <w:r w:rsidR="00855694" w:rsidRPr="009071AC">
        <w:t>acceptez rien</w:t>
      </w:r>
      <w:r>
        <w:t xml:space="preserve"> !… </w:t>
      </w:r>
      <w:r w:rsidR="00855694" w:rsidRPr="009071AC">
        <w:t>Tout est payé</w:t>
      </w:r>
      <w:r>
        <w:t xml:space="preserve"> !… </w:t>
      </w:r>
      <w:r w:rsidR="00855694" w:rsidRPr="009071AC">
        <w:t>Gardez la différence</w:t>
      </w:r>
      <w:r>
        <w:t>…</w:t>
      </w:r>
    </w:p>
    <w:p w14:paraId="4ABF3E4E" w14:textId="5E22340A" w:rsidR="00F635DB" w:rsidRDefault="00855694" w:rsidP="00F635DB">
      <w:r w:rsidRPr="009071AC">
        <w:t>Le garçon s</w:t>
      </w:r>
      <w:r w:rsidR="00F635DB">
        <w:t>’</w:t>
      </w:r>
      <w:r w:rsidRPr="009071AC">
        <w:t>éloigna gravement</w:t>
      </w:r>
      <w:r w:rsidR="00F635DB">
        <w:t xml:space="preserve">, </w:t>
      </w:r>
      <w:r w:rsidRPr="009071AC">
        <w:t>en homme qui sait que la vanité seule augmente de plus d</w:t>
      </w:r>
      <w:r w:rsidR="00F635DB">
        <w:t>’</w:t>
      </w:r>
      <w:r w:rsidRPr="009071AC">
        <w:t xml:space="preserve">un million par </w:t>
      </w:r>
      <w:r w:rsidR="00876D7E">
        <w:t>an</w:t>
      </w:r>
      <w:r w:rsidR="00876D7E" w:rsidRPr="009071AC">
        <w:t xml:space="preserve"> </w:t>
      </w:r>
      <w:r w:rsidRPr="009071AC">
        <w:t>le chiffre fabuleux des pourboires qui se distribuent à Paris</w:t>
      </w:r>
      <w:r w:rsidR="00F635DB">
        <w:t>.</w:t>
      </w:r>
    </w:p>
    <w:p w14:paraId="3822BA25" w14:textId="77777777" w:rsidR="00F635DB" w:rsidRDefault="00F635DB" w:rsidP="00F635DB">
      <w:r>
        <w:t>— </w:t>
      </w:r>
      <w:r w:rsidR="00855694" w:rsidRPr="009071AC">
        <w:t>Mes gaillards vont sortir</w:t>
      </w:r>
      <w:r>
        <w:t xml:space="preserve">, </w:t>
      </w:r>
      <w:r w:rsidR="00855694" w:rsidRPr="009071AC">
        <w:t>pensa Chupin</w:t>
      </w:r>
      <w:r>
        <w:t xml:space="preserve">, </w:t>
      </w:r>
      <w:r w:rsidR="00855694" w:rsidRPr="009071AC">
        <w:t>ouvrons l</w:t>
      </w:r>
      <w:r>
        <w:t>’</w:t>
      </w:r>
      <w:r w:rsidR="00855694" w:rsidRPr="009071AC">
        <w:t>oreille</w:t>
      </w:r>
      <w:r>
        <w:t> !…</w:t>
      </w:r>
    </w:p>
    <w:p w14:paraId="268E6B86" w14:textId="77777777" w:rsidR="00F635DB" w:rsidRDefault="00855694" w:rsidP="00F635DB">
      <w:r w:rsidRPr="009071AC">
        <w:t>Et</w:t>
      </w:r>
      <w:r w:rsidR="00F635DB">
        <w:t xml:space="preserve">, </w:t>
      </w:r>
      <w:r w:rsidRPr="009071AC">
        <w:t>pour recueillir leur conversation dès leur sortie</w:t>
      </w:r>
      <w:r w:rsidR="00F635DB">
        <w:t xml:space="preserve">, </w:t>
      </w:r>
      <w:r w:rsidRPr="009071AC">
        <w:t>il s</w:t>
      </w:r>
      <w:r w:rsidR="00F635DB">
        <w:t>’</w:t>
      </w:r>
      <w:r w:rsidRPr="009071AC">
        <w:t>approcha de la porte et mit un genou en terre</w:t>
      </w:r>
      <w:r w:rsidR="00F635DB">
        <w:t xml:space="preserve">, </w:t>
      </w:r>
      <w:r w:rsidRPr="009071AC">
        <w:t>comme s</w:t>
      </w:r>
      <w:r w:rsidR="00F635DB">
        <w:t>’</w:t>
      </w:r>
      <w:r w:rsidRPr="009071AC">
        <w:t>il eût été occupé à renouer les cordons de ses souliers</w:t>
      </w:r>
      <w:r w:rsidR="00F635DB">
        <w:t>.</w:t>
      </w:r>
    </w:p>
    <w:p w14:paraId="147F2F91" w14:textId="77777777" w:rsidR="00F635DB" w:rsidRDefault="00855694" w:rsidP="00F635DB">
      <w:r w:rsidRPr="009071AC">
        <w:t>C</w:t>
      </w:r>
      <w:r w:rsidR="00F635DB">
        <w:t>’</w:t>
      </w:r>
      <w:r w:rsidRPr="009071AC">
        <w:t>est là un des mille expédients des espions et des curieux</w:t>
      </w:r>
      <w:r w:rsidR="00F635DB">
        <w:t>.</w:t>
      </w:r>
    </w:p>
    <w:p w14:paraId="234EF1A2" w14:textId="77777777" w:rsidR="00F635DB" w:rsidRDefault="00855694" w:rsidP="00F635DB">
      <w:r w:rsidRPr="009071AC">
        <w:t>Et quand on est assez fou pour raconter quelque secret dans la rue</w:t>
      </w:r>
      <w:r w:rsidR="00F635DB">
        <w:t xml:space="preserve">, </w:t>
      </w:r>
      <w:r w:rsidRPr="009071AC">
        <w:t>on doit avoir au moins la sagesse de se défier des gens qui</w:t>
      </w:r>
      <w:r w:rsidR="00F635DB">
        <w:t xml:space="preserve">, </w:t>
      </w:r>
      <w:r w:rsidRPr="009071AC">
        <w:t>près de soi</w:t>
      </w:r>
      <w:r w:rsidR="00F635DB">
        <w:t xml:space="preserve">, </w:t>
      </w:r>
      <w:r w:rsidRPr="009071AC">
        <w:t>paraissent absorbés par une occupation quelconque</w:t>
      </w:r>
      <w:r w:rsidR="00F635DB">
        <w:t xml:space="preserve"> : </w:t>
      </w:r>
      <w:r w:rsidRPr="009071AC">
        <w:t>ceux-là</w:t>
      </w:r>
      <w:r w:rsidR="00F635DB">
        <w:t xml:space="preserve">, </w:t>
      </w:r>
      <w:r w:rsidRPr="009071AC">
        <w:t>neuf fois sur dix</w:t>
      </w:r>
      <w:r w:rsidR="00F635DB">
        <w:t xml:space="preserve">, </w:t>
      </w:r>
      <w:r w:rsidRPr="009071AC">
        <w:t>écoutent</w:t>
      </w:r>
      <w:r w:rsidR="00F635DB">
        <w:t xml:space="preserve">, </w:t>
      </w:r>
      <w:r w:rsidRPr="009071AC">
        <w:t>soit qu</w:t>
      </w:r>
      <w:r w:rsidR="00F635DB">
        <w:t>’</w:t>
      </w:r>
      <w:r w:rsidRPr="009071AC">
        <w:t>ils y aient intérêt</w:t>
      </w:r>
      <w:r w:rsidR="00F635DB">
        <w:t xml:space="preserve">, </w:t>
      </w:r>
      <w:r w:rsidRPr="009071AC">
        <w:t>soit par plaisir</w:t>
      </w:r>
      <w:r w:rsidR="00F635DB">
        <w:t xml:space="preserve">… </w:t>
      </w:r>
      <w:r w:rsidRPr="009071AC">
        <w:t>soit pour la gloire</w:t>
      </w:r>
      <w:r w:rsidR="00F635DB">
        <w:t>.</w:t>
      </w:r>
    </w:p>
    <w:p w14:paraId="46B45A5B" w14:textId="77777777" w:rsidR="00F635DB" w:rsidRDefault="00855694" w:rsidP="00F635DB">
      <w:r w:rsidRPr="009071AC">
        <w:t>Mais les deux jeunes gens qu</w:t>
      </w:r>
      <w:r w:rsidR="00F635DB">
        <w:t>’</w:t>
      </w:r>
      <w:r w:rsidRPr="009071AC">
        <w:t>épiait Chupin étaient à mille lieues de se supposer l</w:t>
      </w:r>
      <w:r w:rsidR="00F635DB">
        <w:t>’</w:t>
      </w:r>
      <w:r w:rsidRPr="009071AC">
        <w:t>objet d</w:t>
      </w:r>
      <w:r w:rsidR="00F635DB">
        <w:t>’</w:t>
      </w:r>
      <w:r w:rsidRPr="009071AC">
        <w:t>une surveillance</w:t>
      </w:r>
      <w:r w:rsidR="00F635DB">
        <w:t>…</w:t>
      </w:r>
    </w:p>
    <w:p w14:paraId="3459A72C" w14:textId="3E6B0C57" w:rsidR="00F635DB" w:rsidRDefault="00F635DB" w:rsidP="00F635DB">
      <w:r>
        <w:t>M. </w:t>
      </w:r>
      <w:proofErr w:type="spellStart"/>
      <w:r w:rsidR="00855694" w:rsidRPr="009071AC">
        <w:t>Wilkie</w:t>
      </w:r>
      <w:proofErr w:type="spellEnd"/>
      <w:r w:rsidR="00855694" w:rsidRPr="009071AC">
        <w:t xml:space="preserve"> passa le premier</w:t>
      </w:r>
      <w:r>
        <w:t xml:space="preserve">, </w:t>
      </w:r>
      <w:r w:rsidR="00855694" w:rsidRPr="009071AC">
        <w:t>parlant très-haut</w:t>
      </w:r>
      <w:r>
        <w:t xml:space="preserve">, </w:t>
      </w:r>
      <w:r w:rsidR="00855694" w:rsidRPr="009071AC">
        <w:t>comme il arrive au sortir de table</w:t>
      </w:r>
      <w:r>
        <w:t xml:space="preserve">, </w:t>
      </w:r>
      <w:r w:rsidR="00855694" w:rsidRPr="009071AC">
        <w:t>quand on a bien dîné et qu</w:t>
      </w:r>
      <w:r>
        <w:t>’</w:t>
      </w:r>
      <w:r w:rsidR="00855694" w:rsidRPr="009071AC">
        <w:t>on a la digestion heureuse</w:t>
      </w:r>
      <w:r>
        <w:t>.</w:t>
      </w:r>
    </w:p>
    <w:p w14:paraId="37BD1BCF" w14:textId="77777777" w:rsidR="00F635DB" w:rsidRDefault="00F635DB" w:rsidP="00F635DB">
      <w:r>
        <w:t>— </w:t>
      </w:r>
      <w:r w:rsidR="00855694" w:rsidRPr="009071AC">
        <w:t>Voyons</w:t>
      </w:r>
      <w:r>
        <w:t xml:space="preserve">, </w:t>
      </w:r>
      <w:proofErr w:type="spellStart"/>
      <w:r w:rsidR="00855694" w:rsidRPr="009071AC">
        <w:t>Coralth</w:t>
      </w:r>
      <w:proofErr w:type="spellEnd"/>
      <w:r>
        <w:t xml:space="preserve">, </w:t>
      </w:r>
      <w:r w:rsidR="00855694" w:rsidRPr="009071AC">
        <w:t>mon cher bon</w:t>
      </w:r>
      <w:r>
        <w:t xml:space="preserve">, </w:t>
      </w:r>
      <w:r w:rsidR="00855694" w:rsidRPr="009071AC">
        <w:t>disait-il à son compagnon</w:t>
      </w:r>
      <w:r>
        <w:t xml:space="preserve">, </w:t>
      </w:r>
      <w:r w:rsidR="00855694" w:rsidRPr="009071AC">
        <w:t>vous ne me quitterez pas comme cela</w:t>
      </w:r>
      <w:r>
        <w:t xml:space="preserve">… </w:t>
      </w:r>
      <w:r w:rsidR="00855694" w:rsidRPr="009071AC">
        <w:t>J</w:t>
      </w:r>
      <w:r>
        <w:t>’</w:t>
      </w:r>
      <w:r w:rsidR="00855694" w:rsidRPr="009071AC">
        <w:t>ai une loge pour les Variétés</w:t>
      </w:r>
      <w:r>
        <w:t xml:space="preserve">, </w:t>
      </w:r>
      <w:r w:rsidR="00855694" w:rsidRPr="009071AC">
        <w:t>il faut que vous veniez</w:t>
      </w:r>
      <w:r>
        <w:t xml:space="preserve">… </w:t>
      </w:r>
      <w:r w:rsidR="00855694" w:rsidRPr="009071AC">
        <w:t>Nous verrons s</w:t>
      </w:r>
      <w:r>
        <w:t>’</w:t>
      </w:r>
      <w:r w:rsidR="00855694" w:rsidRPr="009071AC">
        <w:t>il est vrai que Silly imite Thérèsa aussi parfaitement qu</w:t>
      </w:r>
      <w:r>
        <w:t>’</w:t>
      </w:r>
      <w:r w:rsidR="00855694" w:rsidRPr="009071AC">
        <w:t>on le dit</w:t>
      </w:r>
      <w:r>
        <w:t>…</w:t>
      </w:r>
    </w:p>
    <w:p w14:paraId="7FFDA445" w14:textId="77777777" w:rsidR="00F635DB" w:rsidRDefault="00F635DB" w:rsidP="00F635DB">
      <w:r>
        <w:t>— </w:t>
      </w:r>
      <w:r w:rsidR="00855694" w:rsidRPr="009071AC">
        <w:t>C</w:t>
      </w:r>
      <w:r>
        <w:t>’</w:t>
      </w:r>
      <w:r w:rsidR="00855694" w:rsidRPr="009071AC">
        <w:t>est que je suis attendu quelque part</w:t>
      </w:r>
      <w:r>
        <w:t>…</w:t>
      </w:r>
    </w:p>
    <w:p w14:paraId="06060432" w14:textId="77777777" w:rsidR="00F635DB" w:rsidRDefault="00F635DB" w:rsidP="00F635DB">
      <w:r>
        <w:lastRenderedPageBreak/>
        <w:t>— </w:t>
      </w:r>
      <w:r w:rsidR="00855694" w:rsidRPr="009071AC">
        <w:t>Eh bien</w:t>
      </w:r>
      <w:r>
        <w:t xml:space="preserve"> ! </w:t>
      </w:r>
      <w:r w:rsidR="00855694" w:rsidRPr="009071AC">
        <w:t>on vous attendra</w:t>
      </w:r>
      <w:r>
        <w:t xml:space="preserve"> !… </w:t>
      </w:r>
      <w:r w:rsidR="00855694" w:rsidRPr="009071AC">
        <w:t>Allons</w:t>
      </w:r>
      <w:r>
        <w:t xml:space="preserve">, </w:t>
      </w:r>
      <w:r w:rsidR="00855694" w:rsidRPr="009071AC">
        <w:t>vicomte</w:t>
      </w:r>
      <w:r>
        <w:t xml:space="preserve">, </w:t>
      </w:r>
      <w:r w:rsidR="00855694" w:rsidRPr="009071AC">
        <w:t>c</w:t>
      </w:r>
      <w:r>
        <w:t>’</w:t>
      </w:r>
      <w:r w:rsidR="00855694" w:rsidRPr="009071AC">
        <w:t>est dit</w:t>
      </w:r>
      <w:r>
        <w:t xml:space="preserve">, </w:t>
      </w:r>
      <w:r w:rsidR="00855694" w:rsidRPr="009071AC">
        <w:t>n</w:t>
      </w:r>
      <w:r>
        <w:t>’</w:t>
      </w:r>
      <w:r w:rsidR="00855694" w:rsidRPr="009071AC">
        <w:t>est-ce pas</w:t>
      </w:r>
      <w:r>
        <w:t> ?</w:t>
      </w:r>
    </w:p>
    <w:p w14:paraId="195CEB85" w14:textId="77777777" w:rsidR="00F635DB" w:rsidRDefault="00F635DB" w:rsidP="00F635DB">
      <w:r>
        <w:t>— </w:t>
      </w:r>
      <w:r w:rsidR="00855694" w:rsidRPr="009071AC">
        <w:t>Ah</w:t>
      </w:r>
      <w:r>
        <w:t xml:space="preserve"> ! </w:t>
      </w:r>
      <w:r w:rsidR="00855694" w:rsidRPr="009071AC">
        <w:t>vous faites de moi tout ce que vous voulez</w:t>
      </w:r>
      <w:r>
        <w:t>…</w:t>
      </w:r>
    </w:p>
    <w:p w14:paraId="26C998A2" w14:textId="77777777" w:rsidR="00F635DB" w:rsidRDefault="00F635DB" w:rsidP="00F635DB">
      <w:r>
        <w:t>— </w:t>
      </w:r>
      <w:r w:rsidR="00855694" w:rsidRPr="009071AC">
        <w:t>Parbleu</w:t>
      </w:r>
      <w:r>
        <w:t xml:space="preserve"> !… </w:t>
      </w:r>
      <w:r w:rsidR="00855694" w:rsidRPr="009071AC">
        <w:t>Mais avant</w:t>
      </w:r>
      <w:r>
        <w:t xml:space="preserve">, </w:t>
      </w:r>
      <w:r w:rsidR="00855694" w:rsidRPr="009071AC">
        <w:t>nous allons prendre un verre de bière pour finir nos cigares</w:t>
      </w:r>
      <w:r>
        <w:t xml:space="preserve"> !… </w:t>
      </w:r>
      <w:r w:rsidR="00855694" w:rsidRPr="009071AC">
        <w:t>Et savez-vous qui vous trouverez dans ma loge</w:t>
      </w:r>
      <w:r>
        <w:t> ?</w:t>
      </w:r>
    </w:p>
    <w:p w14:paraId="2BF86F12" w14:textId="77777777" w:rsidR="00F635DB" w:rsidRDefault="00855694" w:rsidP="00F635DB">
      <w:r w:rsidRPr="009071AC">
        <w:t>Ils s</w:t>
      </w:r>
      <w:r w:rsidR="00F635DB">
        <w:t>’</w:t>
      </w:r>
      <w:r w:rsidRPr="009071AC">
        <w:t>éloignaient</w:t>
      </w:r>
      <w:r w:rsidR="00F635DB">
        <w:t xml:space="preserve"> ; </w:t>
      </w:r>
      <w:r w:rsidRPr="009071AC">
        <w:t>le brouhaha de la foule couvrit leur voix</w:t>
      </w:r>
      <w:r w:rsidR="00F635DB">
        <w:t xml:space="preserve">… </w:t>
      </w:r>
      <w:r w:rsidRPr="009071AC">
        <w:t>Chupin se releva</w:t>
      </w:r>
      <w:r w:rsidR="00F635DB">
        <w:t> :</w:t>
      </w:r>
    </w:p>
    <w:p w14:paraId="7B277079" w14:textId="77777777" w:rsidR="00F635DB" w:rsidRDefault="00F635DB" w:rsidP="00F635DB">
      <w:r>
        <w:t>— </w:t>
      </w:r>
      <w:proofErr w:type="spellStart"/>
      <w:r w:rsidR="00855694" w:rsidRPr="009071AC">
        <w:t>Coralth</w:t>
      </w:r>
      <w:proofErr w:type="spellEnd"/>
      <w:r>
        <w:t xml:space="preserve"> !… </w:t>
      </w:r>
      <w:r w:rsidR="00855694" w:rsidRPr="009071AC">
        <w:t>murmurait-il</w:t>
      </w:r>
      <w:r>
        <w:t xml:space="preserve">, </w:t>
      </w:r>
      <w:r w:rsidR="00855694" w:rsidRPr="009071AC">
        <w:t xml:space="preserve">vicomte de </w:t>
      </w:r>
      <w:proofErr w:type="spellStart"/>
      <w:r w:rsidR="00855694" w:rsidRPr="009071AC">
        <w:t>Coralth</w:t>
      </w:r>
      <w:proofErr w:type="spellEnd"/>
      <w:r>
        <w:t xml:space="preserve">… </w:t>
      </w:r>
      <w:r w:rsidR="00855694" w:rsidRPr="009071AC">
        <w:t>Nous n</w:t>
      </w:r>
      <w:r>
        <w:t>’</w:t>
      </w:r>
      <w:r w:rsidR="00855694" w:rsidRPr="009071AC">
        <w:t>avons pas ça dans la maison</w:t>
      </w:r>
      <w:r>
        <w:t xml:space="preserve">… </w:t>
      </w:r>
      <w:r w:rsidR="00855694" w:rsidRPr="009071AC">
        <w:t>Voyez à côté</w:t>
      </w:r>
      <w:r>
        <w:t xml:space="preserve">… </w:t>
      </w:r>
      <w:proofErr w:type="spellStart"/>
      <w:r w:rsidR="00855694" w:rsidRPr="009071AC">
        <w:t>Coralth</w:t>
      </w:r>
      <w:proofErr w:type="spellEnd"/>
      <w:r>
        <w:t xml:space="preserve"> !… </w:t>
      </w:r>
      <w:r w:rsidR="00855694" w:rsidRPr="009071AC">
        <w:t>c</w:t>
      </w:r>
      <w:r>
        <w:t>’</w:t>
      </w:r>
      <w:r w:rsidR="00855694" w:rsidRPr="009071AC">
        <w:t>est bien sûr la première fois que j</w:t>
      </w:r>
      <w:r>
        <w:t>’</w:t>
      </w:r>
      <w:r w:rsidR="00855694" w:rsidRPr="009071AC">
        <w:t>entends ce nom-là</w:t>
      </w:r>
      <w:r>
        <w:t xml:space="preserve">. </w:t>
      </w:r>
      <w:r w:rsidR="00855694" w:rsidRPr="009071AC">
        <w:t>Est-ce que je me tromperais</w:t>
      </w:r>
      <w:r>
        <w:t xml:space="preserve"> ?… </w:t>
      </w:r>
      <w:r w:rsidR="00855694" w:rsidRPr="009071AC">
        <w:t>Pas possible</w:t>
      </w:r>
      <w:r>
        <w:t> !…</w:t>
      </w:r>
    </w:p>
    <w:p w14:paraId="7409C128" w14:textId="61334D5B" w:rsidR="00F635DB" w:rsidRDefault="00855694" w:rsidP="00F635DB">
      <w:r w:rsidRPr="009071AC">
        <w:t>Et</w:t>
      </w:r>
      <w:r w:rsidR="00F635DB">
        <w:t xml:space="preserve">, </w:t>
      </w:r>
      <w:r w:rsidRPr="009071AC">
        <w:t>après avoir dévisagé ce beau vicomte</w:t>
      </w:r>
      <w:r w:rsidR="00F635DB">
        <w:t xml:space="preserve">, </w:t>
      </w:r>
      <w:r w:rsidRPr="009071AC">
        <w:t xml:space="preserve">il étudiait </w:t>
      </w:r>
      <w:r w:rsidR="00876D7E">
        <w:t>sa</w:t>
      </w:r>
      <w:r w:rsidR="00876D7E" w:rsidRPr="009071AC">
        <w:t xml:space="preserve"> </w:t>
      </w:r>
      <w:r w:rsidRPr="009071AC">
        <w:t>tournure</w:t>
      </w:r>
      <w:r w:rsidR="00F635DB">
        <w:t xml:space="preserve">, </w:t>
      </w:r>
      <w:r w:rsidRPr="009071AC">
        <w:t>sa démarche</w:t>
      </w:r>
      <w:r w:rsidR="00F635DB">
        <w:t xml:space="preserve">, </w:t>
      </w:r>
      <w:r w:rsidRPr="009071AC">
        <w:t>son geste</w:t>
      </w:r>
      <w:r w:rsidR="00F635DB">
        <w:t xml:space="preserve">, </w:t>
      </w:r>
      <w:r w:rsidRPr="009071AC">
        <w:t>et de plus en plus il se pénétrait de son opinion première</w:t>
      </w:r>
      <w:r w:rsidR="00F635DB">
        <w:t xml:space="preserve">, </w:t>
      </w:r>
      <w:r w:rsidRPr="009071AC">
        <w:t>se disant qu</w:t>
      </w:r>
      <w:r w:rsidR="00F635DB">
        <w:t>’</w:t>
      </w:r>
      <w:r w:rsidRPr="009071AC">
        <w:t xml:space="preserve">un nom après tout ne signifie pas </w:t>
      </w:r>
      <w:proofErr w:type="spellStart"/>
      <w:r w:rsidRPr="009071AC">
        <w:t>grand chose</w:t>
      </w:r>
      <w:proofErr w:type="spellEnd"/>
      <w:r w:rsidR="00F635DB">
        <w:t xml:space="preserve">, </w:t>
      </w:r>
      <w:r w:rsidRPr="009071AC">
        <w:t>s</w:t>
      </w:r>
      <w:r w:rsidR="00F635DB">
        <w:t>’</w:t>
      </w:r>
      <w:r w:rsidRPr="009071AC">
        <w:t>irritant de l</w:t>
      </w:r>
      <w:r w:rsidR="00F635DB">
        <w:t>’</w:t>
      </w:r>
      <w:r w:rsidRPr="009071AC">
        <w:t>inconcevable trahison de sa mémoire</w:t>
      </w:r>
      <w:r w:rsidR="00F635DB">
        <w:t>.</w:t>
      </w:r>
    </w:p>
    <w:p w14:paraId="0E9B87A2" w14:textId="77777777" w:rsidR="00F635DB" w:rsidRDefault="00855694" w:rsidP="00F635DB">
      <w:r w:rsidRPr="009071AC">
        <w:t>Cette préoccupation eut au moins ce bon côté d</w:t>
      </w:r>
      <w:r w:rsidR="00F635DB">
        <w:t>’</w:t>
      </w:r>
      <w:r w:rsidRPr="009071AC">
        <w:t>abréger le temps qu</w:t>
      </w:r>
      <w:r w:rsidR="00F635DB">
        <w:t>’</w:t>
      </w:r>
      <w:r w:rsidRPr="009071AC">
        <w:t>il passa à faire les cent pas sur le trottoir</w:t>
      </w:r>
      <w:r w:rsidR="00F635DB">
        <w:t xml:space="preserve">, </w:t>
      </w:r>
      <w:r w:rsidRPr="009071AC">
        <w:t>pendant que les deux amis</w:t>
      </w:r>
      <w:r w:rsidR="00F635DB">
        <w:t xml:space="preserve">, </w:t>
      </w:r>
      <w:r w:rsidRPr="009071AC">
        <w:t>installés à la porte d</w:t>
      </w:r>
      <w:r w:rsidR="00F635DB">
        <w:t>’</w:t>
      </w:r>
      <w:r w:rsidRPr="009071AC">
        <w:t>un café</w:t>
      </w:r>
      <w:r w:rsidR="00F635DB">
        <w:t xml:space="preserve">, </w:t>
      </w:r>
      <w:r w:rsidRPr="009071AC">
        <w:t>fumaient et buvaient</w:t>
      </w:r>
      <w:r w:rsidR="00F635DB">
        <w:t>.</w:t>
      </w:r>
    </w:p>
    <w:p w14:paraId="7A91407C" w14:textId="48E09865" w:rsidR="00F635DB" w:rsidRDefault="00855694" w:rsidP="00F635DB">
      <w:r w:rsidRPr="009071AC">
        <w:t>C</w:t>
      </w:r>
      <w:r w:rsidR="00F635DB">
        <w:t>’</w:t>
      </w:r>
      <w:r w:rsidRPr="009071AC">
        <w:t xml:space="preserve">était toujours </w:t>
      </w:r>
      <w:r w:rsidR="00F635DB">
        <w:t>M. </w:t>
      </w:r>
      <w:proofErr w:type="spellStart"/>
      <w:r w:rsidRPr="009071AC">
        <w:t>Wilkie</w:t>
      </w:r>
      <w:proofErr w:type="spellEnd"/>
      <w:r w:rsidRPr="009071AC">
        <w:t xml:space="preserve"> qui parlait avec une certaine animation</w:t>
      </w:r>
      <w:r w:rsidR="00F635DB">
        <w:t xml:space="preserve">, </w:t>
      </w:r>
      <w:r w:rsidRPr="009071AC">
        <w:t>et l</w:t>
      </w:r>
      <w:r w:rsidR="00F635DB">
        <w:t>’</w:t>
      </w:r>
      <w:r w:rsidRPr="009071AC">
        <w:t>autre</w:t>
      </w:r>
      <w:r w:rsidR="00F635DB">
        <w:t xml:space="preserve">, </w:t>
      </w:r>
      <w:r w:rsidRPr="009071AC">
        <w:t>le coude sur la table</w:t>
      </w:r>
      <w:r w:rsidR="00F635DB">
        <w:t xml:space="preserve">, </w:t>
      </w:r>
      <w:r w:rsidRPr="009071AC">
        <w:t>écoutait froidement</w:t>
      </w:r>
      <w:r w:rsidR="00F635DB">
        <w:t xml:space="preserve">, </w:t>
      </w:r>
      <w:r w:rsidRPr="009071AC">
        <w:t>abaissant seulement la tête</w:t>
      </w:r>
      <w:r w:rsidR="00F635DB">
        <w:t xml:space="preserve">, </w:t>
      </w:r>
      <w:r w:rsidRPr="009071AC">
        <w:t>de temps à autre</w:t>
      </w:r>
      <w:r w:rsidR="00F635DB">
        <w:t xml:space="preserve">, </w:t>
      </w:r>
      <w:r w:rsidRPr="009071AC">
        <w:t>en signe d</w:t>
      </w:r>
      <w:r w:rsidR="00F635DB">
        <w:t>’</w:t>
      </w:r>
      <w:r w:rsidRPr="009071AC">
        <w:t>approbation</w:t>
      </w:r>
      <w:r w:rsidR="00F635DB">
        <w:t>.</w:t>
      </w:r>
    </w:p>
    <w:p w14:paraId="5AF0ACEA" w14:textId="77777777" w:rsidR="00F635DB" w:rsidRDefault="00855694" w:rsidP="00F635DB">
      <w:r w:rsidRPr="009071AC">
        <w:t>Ce qui indignait aussi Chupin</w:t>
      </w:r>
      <w:r w:rsidR="00F635DB">
        <w:t xml:space="preserve">, </w:t>
      </w:r>
      <w:r w:rsidRPr="009071AC">
        <w:t>c</w:t>
      </w:r>
      <w:r w:rsidR="00F635DB">
        <w:t>’</w:t>
      </w:r>
      <w:r w:rsidRPr="009071AC">
        <w:t>était qu</w:t>
      </w:r>
      <w:r w:rsidR="00F635DB">
        <w:t>’</w:t>
      </w:r>
      <w:r w:rsidRPr="009071AC">
        <w:t>ils restaient là</w:t>
      </w:r>
      <w:r w:rsidR="00F635DB">
        <w:t xml:space="preserve">, </w:t>
      </w:r>
      <w:r w:rsidRPr="009071AC">
        <w:t>pendant qu</w:t>
      </w:r>
      <w:r w:rsidR="00F635DB">
        <w:t>’</w:t>
      </w:r>
      <w:r w:rsidRPr="009071AC">
        <w:t>ils avaient dans leur poche un coupon de loge</w:t>
      </w:r>
      <w:r w:rsidR="00F635DB">
        <w:t>.</w:t>
      </w:r>
    </w:p>
    <w:p w14:paraId="034438FF" w14:textId="77777777" w:rsidR="00F635DB" w:rsidRDefault="00F635DB" w:rsidP="00F635DB">
      <w:r>
        <w:lastRenderedPageBreak/>
        <w:t>— </w:t>
      </w:r>
      <w:r w:rsidR="00855694" w:rsidRPr="009071AC">
        <w:t>Méchants crevés</w:t>
      </w:r>
      <w:r>
        <w:t xml:space="preserve"> ! </w:t>
      </w:r>
      <w:r w:rsidR="00855694" w:rsidRPr="009071AC">
        <w:t>grommelait-il</w:t>
      </w:r>
      <w:r>
        <w:t xml:space="preserve">… </w:t>
      </w:r>
      <w:r w:rsidR="00855694" w:rsidRPr="009071AC">
        <w:t>C</w:t>
      </w:r>
      <w:r>
        <w:t>’</w:t>
      </w:r>
      <w:r w:rsidR="00855694" w:rsidRPr="009071AC">
        <w:t>est quand le spectacle sera à moitié</w:t>
      </w:r>
      <w:r>
        <w:t xml:space="preserve">, </w:t>
      </w:r>
      <w:r w:rsidR="00855694" w:rsidRPr="009071AC">
        <w:t>qu</w:t>
      </w:r>
      <w:r>
        <w:t>’</w:t>
      </w:r>
      <w:r w:rsidR="00855694" w:rsidRPr="009071AC">
        <w:t>ils entreront</w:t>
      </w:r>
      <w:r>
        <w:t xml:space="preserve">, </w:t>
      </w:r>
      <w:r w:rsidR="00855694" w:rsidRPr="009071AC">
        <w:t>exprès pour déranger le monde</w:t>
      </w:r>
      <w:r>
        <w:t xml:space="preserve">, </w:t>
      </w:r>
      <w:r w:rsidR="00855694" w:rsidRPr="009071AC">
        <w:t xml:space="preserve">et ils taperont les portes </w:t>
      </w:r>
      <w:proofErr w:type="spellStart"/>
      <w:r w:rsidR="00855694" w:rsidRPr="009071AC">
        <w:t>par dessus</w:t>
      </w:r>
      <w:proofErr w:type="spellEnd"/>
      <w:r w:rsidR="00855694" w:rsidRPr="009071AC">
        <w:t xml:space="preserve"> le marché</w:t>
      </w:r>
      <w:r>
        <w:t xml:space="preserve">… </w:t>
      </w:r>
      <w:r w:rsidR="00855694" w:rsidRPr="009071AC">
        <w:t>Idiots</w:t>
      </w:r>
      <w:r>
        <w:t xml:space="preserve">, </w:t>
      </w:r>
      <w:r w:rsidR="00855694" w:rsidRPr="009071AC">
        <w:t>va</w:t>
      </w:r>
      <w:r>
        <w:t> !…</w:t>
      </w:r>
    </w:p>
    <w:p w14:paraId="43A9A7E3" w14:textId="77777777" w:rsidR="00F635DB" w:rsidRDefault="00855694" w:rsidP="00F635DB">
      <w:r w:rsidRPr="009071AC">
        <w:t>Comme s</w:t>
      </w:r>
      <w:r w:rsidR="00F635DB">
        <w:t>’</w:t>
      </w:r>
      <w:r w:rsidRPr="009071AC">
        <w:t>ils eussent entendu l</w:t>
      </w:r>
      <w:r w:rsidR="00F635DB">
        <w:t>’</w:t>
      </w:r>
      <w:r w:rsidRPr="009071AC">
        <w:t>invective</w:t>
      </w:r>
      <w:r w:rsidR="00F635DB">
        <w:t xml:space="preserve">, </w:t>
      </w:r>
      <w:r w:rsidRPr="009071AC">
        <w:t>ils se levèrent</w:t>
      </w:r>
      <w:r w:rsidR="00F635DB">
        <w:t xml:space="preserve">, </w:t>
      </w:r>
      <w:r w:rsidRPr="009071AC">
        <w:t>et l</w:t>
      </w:r>
      <w:r w:rsidR="00F635DB">
        <w:t>’</w:t>
      </w:r>
      <w:r w:rsidRPr="009071AC">
        <w:t>instant d</w:t>
      </w:r>
      <w:r w:rsidR="00F635DB">
        <w:t>’</w:t>
      </w:r>
      <w:r w:rsidRPr="009071AC">
        <w:t>après</w:t>
      </w:r>
      <w:r w:rsidR="00F635DB">
        <w:t xml:space="preserve">, </w:t>
      </w:r>
      <w:r w:rsidRPr="009071AC">
        <w:t>ils entraient aux Variétés</w:t>
      </w:r>
      <w:r w:rsidR="00F635DB">
        <w:t>.</w:t>
      </w:r>
    </w:p>
    <w:p w14:paraId="69EE42DE" w14:textId="77777777" w:rsidR="00F635DB" w:rsidRDefault="00855694" w:rsidP="00F635DB">
      <w:r w:rsidRPr="009071AC">
        <w:t>Ils entrèrent</w:t>
      </w:r>
      <w:r w:rsidR="00F635DB">
        <w:t xml:space="preserve">, </w:t>
      </w:r>
      <w:r w:rsidRPr="009071AC">
        <w:t>et Chupin demeura sur le boulevard</w:t>
      </w:r>
      <w:r w:rsidR="00F635DB">
        <w:t xml:space="preserve">, </w:t>
      </w:r>
      <w:r w:rsidRPr="009071AC">
        <w:t>un peu penaud</w:t>
      </w:r>
      <w:r w:rsidR="00F635DB">
        <w:t xml:space="preserve">, </w:t>
      </w:r>
      <w:r w:rsidRPr="009071AC">
        <w:t>se grattant furieusement la tête</w:t>
      </w:r>
      <w:r w:rsidR="00F635DB">
        <w:t xml:space="preserve">, </w:t>
      </w:r>
      <w:r w:rsidRPr="009071AC">
        <w:t>comme toujours</w:t>
      </w:r>
      <w:r w:rsidR="00F635DB">
        <w:t xml:space="preserve">, </w:t>
      </w:r>
      <w:r w:rsidRPr="009071AC">
        <w:t>quand il voulait développer la puissance de son imaginative</w:t>
      </w:r>
      <w:r w:rsidR="00F635DB">
        <w:t>.</w:t>
      </w:r>
    </w:p>
    <w:p w14:paraId="274AE09D" w14:textId="77777777" w:rsidR="00F635DB" w:rsidRDefault="00855694" w:rsidP="00F635DB">
      <w:r w:rsidRPr="009071AC">
        <w:t>Ce qu</w:t>
      </w:r>
      <w:r w:rsidR="00F635DB">
        <w:t>’</w:t>
      </w:r>
      <w:r w:rsidRPr="009071AC">
        <w:t>il cherchait</w:t>
      </w:r>
      <w:r w:rsidR="00F635DB">
        <w:t xml:space="preserve">, </w:t>
      </w:r>
      <w:r w:rsidRPr="009071AC">
        <w:t>c</w:t>
      </w:r>
      <w:r w:rsidR="00F635DB">
        <w:t>’</w:t>
      </w:r>
      <w:r w:rsidRPr="009071AC">
        <w:t>était le moyen de se procurer une place sans bourse délier</w:t>
      </w:r>
      <w:r w:rsidR="00F635DB">
        <w:t xml:space="preserve">… </w:t>
      </w:r>
      <w:r w:rsidRPr="009071AC">
        <w:t>Il avait vu tout le répertoire des boulevards</w:t>
      </w:r>
      <w:r w:rsidR="00F635DB">
        <w:t xml:space="preserve">, </w:t>
      </w:r>
      <w:r w:rsidRPr="009071AC">
        <w:t>sans qu</w:t>
      </w:r>
      <w:r w:rsidR="00F635DB">
        <w:t>’</w:t>
      </w:r>
      <w:r w:rsidRPr="009071AC">
        <w:t>il lui en coûtât un centime</w:t>
      </w:r>
      <w:r w:rsidR="00F635DB">
        <w:t xml:space="preserve">, </w:t>
      </w:r>
      <w:r w:rsidRPr="009071AC">
        <w:t>et véritablement</w:t>
      </w:r>
      <w:r w:rsidR="00F635DB">
        <w:t xml:space="preserve">, </w:t>
      </w:r>
      <w:r w:rsidRPr="009071AC">
        <w:t>il eût cru déroger en prenant un billet au bureau</w:t>
      </w:r>
      <w:r w:rsidR="00F635DB">
        <w:t>.</w:t>
      </w:r>
    </w:p>
    <w:p w14:paraId="1D0EB739" w14:textId="77777777" w:rsidR="00F635DB" w:rsidRDefault="00F635DB" w:rsidP="00F635DB">
      <w:r>
        <w:t>— </w:t>
      </w:r>
      <w:r w:rsidR="00855694" w:rsidRPr="009071AC">
        <w:t>Payer pour voir la comédie</w:t>
      </w:r>
      <w:r>
        <w:t xml:space="preserve">, </w:t>
      </w:r>
      <w:r w:rsidR="00855694" w:rsidRPr="009071AC">
        <w:t>pensait-il</w:t>
      </w:r>
      <w:r>
        <w:t xml:space="preserve">, </w:t>
      </w:r>
      <w:r w:rsidR="00855694" w:rsidRPr="009071AC">
        <w:t>plus souvent</w:t>
      </w:r>
      <w:r>
        <w:t xml:space="preserve"> !… </w:t>
      </w:r>
      <w:r w:rsidR="00855694" w:rsidRPr="009071AC">
        <w:t>le directeur s</w:t>
      </w:r>
      <w:r>
        <w:t>’</w:t>
      </w:r>
      <w:r w:rsidR="00855694" w:rsidRPr="009071AC">
        <w:t>en ferait mourir</w:t>
      </w:r>
      <w:r>
        <w:t xml:space="preserve"> !… </w:t>
      </w:r>
      <w:r w:rsidR="00855694" w:rsidRPr="009071AC">
        <w:t>Je dois connaître quelqu</w:t>
      </w:r>
      <w:r>
        <w:t>’</w:t>
      </w:r>
      <w:r w:rsidR="00855694" w:rsidRPr="009071AC">
        <w:t>un ici</w:t>
      </w:r>
      <w:r>
        <w:t xml:space="preserve">… </w:t>
      </w:r>
      <w:r w:rsidR="00855694" w:rsidRPr="009071AC">
        <w:t>il faut attendre l</w:t>
      </w:r>
      <w:r>
        <w:t>’</w:t>
      </w:r>
      <w:r w:rsidR="00855694" w:rsidRPr="009071AC">
        <w:t>entr</w:t>
      </w:r>
      <w:r>
        <w:t>’</w:t>
      </w:r>
      <w:r w:rsidR="00855694" w:rsidRPr="009071AC">
        <w:t>acte</w:t>
      </w:r>
      <w:r>
        <w:t>.</w:t>
      </w:r>
    </w:p>
    <w:p w14:paraId="53F7E016" w14:textId="77777777" w:rsidR="00F635DB" w:rsidRDefault="00855694" w:rsidP="00F635DB">
      <w:r w:rsidRPr="009071AC">
        <w:t>Son calcul se trouva juste</w:t>
      </w:r>
      <w:r w:rsidR="00F635DB">
        <w:t xml:space="preserve">. </w:t>
      </w:r>
      <w:r w:rsidRPr="009071AC">
        <w:t>L</w:t>
      </w:r>
      <w:r w:rsidR="00F635DB">
        <w:t>’</w:t>
      </w:r>
      <w:r w:rsidRPr="009071AC">
        <w:t>entr</w:t>
      </w:r>
      <w:r w:rsidR="00F635DB">
        <w:t>’</w:t>
      </w:r>
      <w:r w:rsidRPr="009071AC">
        <w:t>acte venu</w:t>
      </w:r>
      <w:r w:rsidR="00F635DB">
        <w:t xml:space="preserve">, </w:t>
      </w:r>
      <w:r w:rsidRPr="009071AC">
        <w:t>il distingua parmi la foule qui sortait du théâtre</w:t>
      </w:r>
      <w:r w:rsidR="00F635DB">
        <w:t xml:space="preserve">, </w:t>
      </w:r>
      <w:r w:rsidRPr="009071AC">
        <w:t>un grand gaillard à casquette vernie et à accroche-cœurs collés aux tempes</w:t>
      </w:r>
      <w:r w:rsidR="00F635DB">
        <w:t xml:space="preserve">, </w:t>
      </w:r>
      <w:r w:rsidRPr="009071AC">
        <w:t>qu</w:t>
      </w:r>
      <w:r w:rsidR="00F635DB">
        <w:t>’</w:t>
      </w:r>
      <w:r w:rsidRPr="009071AC">
        <w:t>il avait fréquenté autrefois</w:t>
      </w:r>
      <w:r w:rsidR="00F635DB">
        <w:t xml:space="preserve">, </w:t>
      </w:r>
      <w:r w:rsidRPr="009071AC">
        <w:t xml:space="preserve">qui pour le moment </w:t>
      </w:r>
      <w:r w:rsidR="00F635DB">
        <w:t>« </w:t>
      </w:r>
      <w:r w:rsidRPr="009071AC">
        <w:t>travaillait dans la claque</w:t>
      </w:r>
      <w:r w:rsidR="00F635DB">
        <w:t>, »</w:t>
      </w:r>
      <w:r w:rsidRPr="009071AC">
        <w:t xml:space="preserve"> et qui lui obtint d</w:t>
      </w:r>
      <w:r w:rsidR="00F635DB">
        <w:t>’</w:t>
      </w:r>
      <w:r w:rsidRPr="009071AC">
        <w:t>un marchand de billets une place gratis</w:t>
      </w:r>
      <w:r w:rsidR="00F635DB">
        <w:t>.</w:t>
      </w:r>
    </w:p>
    <w:p w14:paraId="6205DF61" w14:textId="77777777" w:rsidR="00F635DB" w:rsidRDefault="00F635DB" w:rsidP="00F635DB">
      <w:r>
        <w:t>— </w:t>
      </w:r>
      <w:r w:rsidR="00855694" w:rsidRPr="009071AC">
        <w:t>Et voilà</w:t>
      </w:r>
      <w:r>
        <w:t xml:space="preserve"> !… </w:t>
      </w:r>
      <w:r w:rsidR="00855694" w:rsidRPr="009071AC">
        <w:t>il est bon d</w:t>
      </w:r>
      <w:r>
        <w:t>’</w:t>
      </w:r>
      <w:r w:rsidR="00855694" w:rsidRPr="009071AC">
        <w:t>avoir des amis partout</w:t>
      </w:r>
      <w:r>
        <w:t xml:space="preserve">, </w:t>
      </w:r>
      <w:r w:rsidR="00855694" w:rsidRPr="009071AC">
        <w:t>murmura-t-il</w:t>
      </w:r>
      <w:r>
        <w:t>.</w:t>
      </w:r>
    </w:p>
    <w:p w14:paraId="34274597" w14:textId="77777777" w:rsidR="00F635DB" w:rsidRDefault="00855694" w:rsidP="00F635DB">
      <w:r w:rsidRPr="009071AC">
        <w:t>C</w:t>
      </w:r>
      <w:r w:rsidR="00F635DB">
        <w:t>’</w:t>
      </w:r>
      <w:r w:rsidRPr="009071AC">
        <w:t>était en vérité une fort bonne place qu</w:t>
      </w:r>
      <w:r w:rsidR="00F635DB">
        <w:t>’</w:t>
      </w:r>
      <w:r w:rsidRPr="009071AC">
        <w:t>on lui avait donnée</w:t>
      </w:r>
      <w:r w:rsidR="00F635DB">
        <w:t xml:space="preserve">, </w:t>
      </w:r>
      <w:r w:rsidRPr="009071AC">
        <w:t>aux deuxièmes galeries</w:t>
      </w:r>
      <w:r w:rsidR="00F635DB">
        <w:t xml:space="preserve">, </w:t>
      </w:r>
      <w:r w:rsidRPr="009071AC">
        <w:t>d</w:t>
      </w:r>
      <w:r w:rsidR="00F635DB">
        <w:t>’</w:t>
      </w:r>
      <w:r w:rsidRPr="009071AC">
        <w:t>où il voyait au moins la moitié de la salle</w:t>
      </w:r>
      <w:r w:rsidR="00F635DB">
        <w:t>.</w:t>
      </w:r>
    </w:p>
    <w:p w14:paraId="268B41BC" w14:textId="77777777" w:rsidR="00F635DB" w:rsidRDefault="00855694" w:rsidP="00F635DB">
      <w:r w:rsidRPr="009071AC">
        <w:t>Il ne lui fallut qu</w:t>
      </w:r>
      <w:r w:rsidR="00F635DB">
        <w:t>’</w:t>
      </w:r>
      <w:r w:rsidRPr="009071AC">
        <w:t xml:space="preserve">un regard pour découvrir </w:t>
      </w:r>
      <w:r w:rsidR="00F635DB">
        <w:t>« </w:t>
      </w:r>
      <w:r w:rsidRPr="009071AC">
        <w:t>ses pratiques</w:t>
      </w:r>
      <w:r w:rsidR="00F635DB">
        <w:t>, »</w:t>
      </w:r>
      <w:r w:rsidRPr="009071AC">
        <w:t xml:space="preserve"> ainsi qu</w:t>
      </w:r>
      <w:r w:rsidR="00F635DB">
        <w:t>’</w:t>
      </w:r>
      <w:r w:rsidRPr="009071AC">
        <w:t>il disait</w:t>
      </w:r>
      <w:r w:rsidR="00F635DB">
        <w:t xml:space="preserve">, </w:t>
      </w:r>
      <w:r w:rsidRPr="009071AC">
        <w:t>dans une loge</w:t>
      </w:r>
      <w:r w:rsidR="00F635DB">
        <w:t xml:space="preserve">, </w:t>
      </w:r>
      <w:r w:rsidRPr="009071AC">
        <w:t>en face de lui</w:t>
      </w:r>
      <w:r w:rsidR="00F635DB">
        <w:t>.</w:t>
      </w:r>
    </w:p>
    <w:p w14:paraId="1F1F5F2F" w14:textId="77777777" w:rsidR="00F635DB" w:rsidRDefault="00855694" w:rsidP="00F635DB">
      <w:r w:rsidRPr="009071AC">
        <w:lastRenderedPageBreak/>
        <w:t>Ces messieurs avaient en leur compagnie deux demoiselles à toilettes excentriques</w:t>
      </w:r>
      <w:r w:rsidR="00F635DB">
        <w:t xml:space="preserve">, </w:t>
      </w:r>
      <w:r w:rsidRPr="009071AC">
        <w:t>à cheveux jaunes furieusement ébouriffés</w:t>
      </w:r>
      <w:r w:rsidR="00F635DB">
        <w:t xml:space="preserve">, </w:t>
      </w:r>
      <w:r w:rsidRPr="009071AC">
        <w:t>qui</w:t>
      </w:r>
      <w:r w:rsidR="00F635DB">
        <w:t xml:space="preserve">, </w:t>
      </w:r>
      <w:r w:rsidRPr="009071AC">
        <w:t>tant qu</w:t>
      </w:r>
      <w:r w:rsidR="00F635DB">
        <w:t>’</w:t>
      </w:r>
      <w:r w:rsidRPr="009071AC">
        <w:t>elles le pouvaient</w:t>
      </w:r>
      <w:r w:rsidR="00F635DB">
        <w:t xml:space="preserve">, </w:t>
      </w:r>
      <w:r w:rsidRPr="009071AC">
        <w:t>s</w:t>
      </w:r>
      <w:r w:rsidR="00F635DB">
        <w:t>’</w:t>
      </w:r>
      <w:r w:rsidRPr="009071AC">
        <w:t>agitaient</w:t>
      </w:r>
      <w:r w:rsidR="00F635DB">
        <w:t xml:space="preserve">, </w:t>
      </w:r>
      <w:r w:rsidRPr="009071AC">
        <w:t>se démenaient</w:t>
      </w:r>
      <w:r w:rsidR="00F635DB">
        <w:t xml:space="preserve">, </w:t>
      </w:r>
      <w:r w:rsidRPr="009071AC">
        <w:t>ricanaient et glapissaient</w:t>
      </w:r>
      <w:r w:rsidR="00F635DB">
        <w:t xml:space="preserve">, </w:t>
      </w:r>
      <w:r w:rsidRPr="009071AC">
        <w:t>à la seule fin d</w:t>
      </w:r>
      <w:r w:rsidR="00F635DB">
        <w:t>’</w:t>
      </w:r>
      <w:r w:rsidRPr="009071AC">
        <w:t>attirer sur elles les lorgnettes de toute la salle</w:t>
      </w:r>
      <w:r w:rsidR="00F635DB">
        <w:t xml:space="preserve">… </w:t>
      </w:r>
      <w:r w:rsidRPr="009071AC">
        <w:t>Et leur manège réussissait</w:t>
      </w:r>
      <w:r w:rsidR="00F635DB">
        <w:t>.</w:t>
      </w:r>
    </w:p>
    <w:p w14:paraId="5D9C1DF9" w14:textId="236E2AB5" w:rsidR="00F635DB" w:rsidRDefault="00855694" w:rsidP="00F635DB">
      <w:r w:rsidRPr="009071AC">
        <w:t xml:space="preserve">Cet aimable scandale paraissait contrarier </w:t>
      </w:r>
      <w:r w:rsidR="00F635DB">
        <w:t>M. de </w:t>
      </w:r>
      <w:proofErr w:type="spellStart"/>
      <w:r w:rsidRPr="009071AC">
        <w:t>Coralth</w:t>
      </w:r>
      <w:proofErr w:type="spellEnd"/>
      <w:r w:rsidR="00F635DB">
        <w:t xml:space="preserve">, </w:t>
      </w:r>
      <w:r w:rsidRPr="009071AC">
        <w:t>et il se dissimulait de son mieux au fond de la loge</w:t>
      </w:r>
      <w:r w:rsidR="00F635DB">
        <w:t xml:space="preserve">, </w:t>
      </w:r>
      <w:r w:rsidRPr="009071AC">
        <w:t>dans l</w:t>
      </w:r>
      <w:r w:rsidR="00F635DB">
        <w:t>’</w:t>
      </w:r>
      <w:r w:rsidRPr="009071AC">
        <w:t>ombre</w:t>
      </w:r>
      <w:r w:rsidR="00F635DB">
        <w:t>.</w:t>
      </w:r>
    </w:p>
    <w:p w14:paraId="558B999F" w14:textId="0C6540EF" w:rsidR="00F635DB" w:rsidRDefault="00855694" w:rsidP="00F635DB">
      <w:r w:rsidRPr="009071AC">
        <w:t xml:space="preserve">Mais le jeune </w:t>
      </w:r>
      <w:r w:rsidR="00F635DB">
        <w:t>M. </w:t>
      </w:r>
      <w:proofErr w:type="spellStart"/>
      <w:r w:rsidRPr="009071AC">
        <w:t>Wilkie</w:t>
      </w:r>
      <w:proofErr w:type="spellEnd"/>
      <w:r w:rsidRPr="009071AC">
        <w:t xml:space="preserve"> était visiblement ravi et manifestement fier de l</w:t>
      </w:r>
      <w:r w:rsidR="00F635DB">
        <w:t>’</w:t>
      </w:r>
      <w:r w:rsidRPr="009071AC">
        <w:t>attention que forcément le public accordait à sa loge</w:t>
      </w:r>
      <w:r w:rsidR="00F635DB">
        <w:t xml:space="preserve">. </w:t>
      </w:r>
      <w:r w:rsidRPr="009071AC">
        <w:t>Il s</w:t>
      </w:r>
      <w:r w:rsidR="00F635DB">
        <w:t>’</w:t>
      </w:r>
      <w:r w:rsidRPr="009071AC">
        <w:t>offrait le plus possible aux regards</w:t>
      </w:r>
      <w:r w:rsidR="00F635DB">
        <w:t xml:space="preserve">, </w:t>
      </w:r>
      <w:r w:rsidRPr="009071AC">
        <w:t>il se penchait en avant</w:t>
      </w:r>
      <w:r w:rsidR="00F635DB">
        <w:t xml:space="preserve">, </w:t>
      </w:r>
      <w:r w:rsidRPr="009071AC">
        <w:t>il se montrait</w:t>
      </w:r>
      <w:r w:rsidR="00F635DB">
        <w:t xml:space="preserve">, </w:t>
      </w:r>
      <w:r w:rsidRPr="009071AC">
        <w:t>s</w:t>
      </w:r>
      <w:r w:rsidR="00F635DB">
        <w:t>’</w:t>
      </w:r>
      <w:r w:rsidRPr="009071AC">
        <w:t>étalait</w:t>
      </w:r>
      <w:r w:rsidR="00F635DB">
        <w:t xml:space="preserve">, </w:t>
      </w:r>
      <w:r w:rsidRPr="009071AC">
        <w:t>faisait la roue</w:t>
      </w:r>
      <w:r w:rsidR="00F635DB">
        <w:t>…</w:t>
      </w:r>
    </w:p>
    <w:p w14:paraId="4BDA126D" w14:textId="77777777" w:rsidR="00F635DB" w:rsidRDefault="00F635DB" w:rsidP="00F635DB">
      <w:r>
        <w:t>— </w:t>
      </w:r>
      <w:r w:rsidR="00855694" w:rsidRPr="009071AC">
        <w:t>Tout de même</w:t>
      </w:r>
      <w:r>
        <w:t xml:space="preserve">, </w:t>
      </w:r>
      <w:r w:rsidR="00855694" w:rsidRPr="009071AC">
        <w:t>pensait Chupin</w:t>
      </w:r>
      <w:r>
        <w:t xml:space="preserve">, </w:t>
      </w:r>
      <w:r w:rsidR="00855694" w:rsidRPr="009071AC">
        <w:t>il y en a qui sont trop bêtes</w:t>
      </w:r>
      <w:r>
        <w:t xml:space="preserve">, </w:t>
      </w:r>
      <w:r w:rsidR="00855694" w:rsidRPr="009071AC">
        <w:t>ce n</w:t>
      </w:r>
      <w:r>
        <w:t>’</w:t>
      </w:r>
      <w:r w:rsidR="00855694" w:rsidRPr="009071AC">
        <w:t>est pas juste</w:t>
      </w:r>
      <w:r>
        <w:t xml:space="preserve">… </w:t>
      </w:r>
      <w:r w:rsidR="00855694" w:rsidRPr="009071AC">
        <w:t>Il faut que le bon Dieu ne leur ait pas donné leur poids d</w:t>
      </w:r>
      <w:r>
        <w:t>’</w:t>
      </w:r>
      <w:r w:rsidR="00855694" w:rsidRPr="009071AC">
        <w:t>esprit</w:t>
      </w:r>
      <w:r>
        <w:t>…</w:t>
      </w:r>
    </w:p>
    <w:p w14:paraId="4561CD4A" w14:textId="6EA48A3E" w:rsidR="00F635DB" w:rsidRDefault="00855694" w:rsidP="00F635DB">
      <w:r w:rsidRPr="009071AC">
        <w:t>Moins que jamais</w:t>
      </w:r>
      <w:r w:rsidR="00F635DB">
        <w:t xml:space="preserve">, </w:t>
      </w:r>
      <w:r w:rsidRPr="009071AC">
        <w:t>en ce moment</w:t>
      </w:r>
      <w:r w:rsidR="00F635DB">
        <w:t xml:space="preserve">, </w:t>
      </w:r>
      <w:r w:rsidRPr="009071AC">
        <w:t xml:space="preserve">il pardonnait à </w:t>
      </w:r>
      <w:r w:rsidR="00F635DB">
        <w:t>M. </w:t>
      </w:r>
      <w:proofErr w:type="spellStart"/>
      <w:r w:rsidRPr="009071AC">
        <w:t>Wilkie</w:t>
      </w:r>
      <w:proofErr w:type="spellEnd"/>
      <w:r w:rsidRPr="009071AC">
        <w:t xml:space="preserve"> l</w:t>
      </w:r>
      <w:r w:rsidR="00F635DB">
        <w:t>’</w:t>
      </w:r>
      <w:r w:rsidRPr="009071AC">
        <w:t>ignoble insulte qu</w:t>
      </w:r>
      <w:r w:rsidR="00F635DB">
        <w:t>’</w:t>
      </w:r>
      <w:r w:rsidRPr="009071AC">
        <w:t xml:space="preserve">il avait jetée à la face de </w:t>
      </w:r>
      <w:r w:rsidR="00F635DB">
        <w:t>M</w:t>
      </w:r>
      <w:r w:rsidR="00F635DB" w:rsidRPr="00F635DB">
        <w:rPr>
          <w:vertAlign w:val="superscript"/>
        </w:rPr>
        <w:t>me</w:t>
      </w:r>
      <w:r w:rsidR="00F635DB">
        <w:t> </w:t>
      </w:r>
      <w:r w:rsidRPr="009071AC">
        <w:t>Lia d</w:t>
      </w:r>
      <w:r w:rsidR="00F635DB">
        <w:t>’</w:t>
      </w:r>
      <w:r w:rsidRPr="009071AC">
        <w:t>Argelès</w:t>
      </w:r>
      <w:r w:rsidR="00F635DB">
        <w:t xml:space="preserve">… </w:t>
      </w:r>
      <w:r w:rsidRPr="009071AC">
        <w:t>sa mère</w:t>
      </w:r>
      <w:r w:rsidR="00F635DB">
        <w:t xml:space="preserve">, </w:t>
      </w:r>
      <w:r w:rsidRPr="009071AC">
        <w:t>vraisemblablement</w:t>
      </w:r>
      <w:r w:rsidR="00F635DB">
        <w:t>.</w:t>
      </w:r>
    </w:p>
    <w:p w14:paraId="232A5E09" w14:textId="77777777" w:rsidR="00F635DB" w:rsidRDefault="00855694" w:rsidP="00F635DB">
      <w:r w:rsidRPr="009071AC">
        <w:t>Pour ce qui est de la pièce qu</w:t>
      </w:r>
      <w:r w:rsidR="00F635DB">
        <w:t>’</w:t>
      </w:r>
      <w:r w:rsidRPr="009071AC">
        <w:t>on jouait</w:t>
      </w:r>
      <w:r w:rsidR="00F635DB">
        <w:t xml:space="preserve">, </w:t>
      </w:r>
      <w:r w:rsidRPr="009071AC">
        <w:t>il n</w:t>
      </w:r>
      <w:r w:rsidR="00F635DB">
        <w:t>’</w:t>
      </w:r>
      <w:r w:rsidRPr="009071AC">
        <w:t>en entendit pas vingt mots</w:t>
      </w:r>
      <w:r w:rsidR="00F635DB">
        <w:t xml:space="preserve">. </w:t>
      </w:r>
      <w:r w:rsidRPr="009071AC">
        <w:t>Il était à ce point accablé de fatigue qu</w:t>
      </w:r>
      <w:r w:rsidR="00F635DB">
        <w:t>’</w:t>
      </w:r>
      <w:r w:rsidRPr="009071AC">
        <w:t>il ne tarda pas à s</w:t>
      </w:r>
      <w:r w:rsidR="00F635DB">
        <w:t>’</w:t>
      </w:r>
      <w:r w:rsidRPr="009071AC">
        <w:t>endormir</w:t>
      </w:r>
      <w:r w:rsidR="00F635DB">
        <w:t xml:space="preserve">. </w:t>
      </w:r>
      <w:r w:rsidRPr="009071AC">
        <w:t>Le bruit de chaque entr</w:t>
      </w:r>
      <w:r w:rsidR="00F635DB">
        <w:t>’</w:t>
      </w:r>
      <w:r w:rsidRPr="009071AC">
        <w:t>acte le tirait quelque peu de son assoupissement</w:t>
      </w:r>
      <w:r w:rsidR="00F635DB">
        <w:t xml:space="preserve">, </w:t>
      </w:r>
      <w:r w:rsidRPr="009071AC">
        <w:t>mais il ne s</w:t>
      </w:r>
      <w:r w:rsidR="00F635DB">
        <w:t>’</w:t>
      </w:r>
      <w:r w:rsidRPr="009071AC">
        <w:t>éveilla complètement qu</w:t>
      </w:r>
      <w:r w:rsidR="00F635DB">
        <w:t>’</w:t>
      </w:r>
      <w:r w:rsidRPr="009071AC">
        <w:t>à la fin</w:t>
      </w:r>
      <w:r w:rsidR="00F635DB">
        <w:t>…</w:t>
      </w:r>
    </w:p>
    <w:p w14:paraId="0BA71033" w14:textId="2620A743" w:rsidR="00F635DB" w:rsidRDefault="00855694" w:rsidP="00F635DB">
      <w:r w:rsidRPr="009071AC">
        <w:t xml:space="preserve">Ses </w:t>
      </w:r>
      <w:r w:rsidR="00F635DB">
        <w:t>« </w:t>
      </w:r>
      <w:r w:rsidRPr="009071AC">
        <w:t>pratiques</w:t>
      </w:r>
      <w:r w:rsidR="00F635DB">
        <w:t> »</w:t>
      </w:r>
      <w:r w:rsidRPr="009071AC">
        <w:t xml:space="preserve"> étaient encore dans leur loge</w:t>
      </w:r>
      <w:r w:rsidR="00F635DB">
        <w:t xml:space="preserve">, </w:t>
      </w:r>
      <w:r w:rsidRPr="009071AC">
        <w:t xml:space="preserve">et même </w:t>
      </w:r>
      <w:r w:rsidR="00F635DB">
        <w:t>M. </w:t>
      </w:r>
      <w:proofErr w:type="spellStart"/>
      <w:r w:rsidRPr="009071AC">
        <w:t>Wilkie</w:t>
      </w:r>
      <w:proofErr w:type="spellEnd"/>
      <w:r w:rsidR="00F635DB">
        <w:t xml:space="preserve">, </w:t>
      </w:r>
      <w:r w:rsidRPr="009071AC">
        <w:t>debout</w:t>
      </w:r>
      <w:r w:rsidR="00F635DB">
        <w:t xml:space="preserve">, </w:t>
      </w:r>
      <w:r w:rsidRPr="009071AC">
        <w:t>tendait galamment aux dames leur manteau et leur châle</w:t>
      </w:r>
      <w:r w:rsidR="00F635DB">
        <w:t>…</w:t>
      </w:r>
    </w:p>
    <w:p w14:paraId="6348C25C" w14:textId="77777777" w:rsidR="00F635DB" w:rsidRDefault="00F635DB" w:rsidP="00F635DB">
      <w:r>
        <w:t>— </w:t>
      </w:r>
      <w:r w:rsidR="00855694" w:rsidRPr="009071AC">
        <w:t>On va donc rentrer</w:t>
      </w:r>
      <w:r>
        <w:t xml:space="preserve">, </w:t>
      </w:r>
      <w:r w:rsidR="00855694" w:rsidRPr="009071AC">
        <w:t>se dit-il</w:t>
      </w:r>
      <w:r>
        <w:t>.</w:t>
      </w:r>
    </w:p>
    <w:p w14:paraId="569D27F8" w14:textId="5FC799F0" w:rsidR="00F635DB" w:rsidRDefault="00855694" w:rsidP="00F635DB">
      <w:r w:rsidRPr="009071AC">
        <w:lastRenderedPageBreak/>
        <w:t>Point</w:t>
      </w:r>
      <w:r w:rsidR="00F635DB">
        <w:t xml:space="preserve">. </w:t>
      </w:r>
      <w:r w:rsidRPr="009071AC">
        <w:t>Sous le péristyle</w:t>
      </w:r>
      <w:r w:rsidR="00F635DB">
        <w:t>, M. </w:t>
      </w:r>
      <w:proofErr w:type="spellStart"/>
      <w:r w:rsidRPr="009071AC">
        <w:t>Wilkie</w:t>
      </w:r>
      <w:proofErr w:type="spellEnd"/>
      <w:r w:rsidRPr="009071AC">
        <w:t xml:space="preserve"> et </w:t>
      </w:r>
      <w:r w:rsidR="00F635DB">
        <w:t>M. de </w:t>
      </w:r>
      <w:proofErr w:type="spellStart"/>
      <w:r w:rsidRPr="009071AC">
        <w:t>Coralth</w:t>
      </w:r>
      <w:proofErr w:type="spellEnd"/>
      <w:r w:rsidRPr="009071AC">
        <w:t xml:space="preserve"> furent rejoints par plusieurs jeunes gens</w:t>
      </w:r>
      <w:r w:rsidR="00F635DB">
        <w:t xml:space="preserve">, </w:t>
      </w:r>
      <w:r w:rsidRPr="009071AC">
        <w:t>et tous ensemble ils allèrent s</w:t>
      </w:r>
      <w:r w:rsidR="00F635DB">
        <w:t>’</w:t>
      </w:r>
      <w:r w:rsidRPr="009071AC">
        <w:t>installer dans un café voisin</w:t>
      </w:r>
      <w:r w:rsidR="00F635DB">
        <w:t xml:space="preserve"> ; </w:t>
      </w:r>
      <w:r w:rsidRPr="009071AC">
        <w:t>les demoiselles à cheveux jaunes avaient suivi</w:t>
      </w:r>
      <w:r w:rsidR="00F635DB">
        <w:t>.</w:t>
      </w:r>
    </w:p>
    <w:p w14:paraId="0AA5C55C" w14:textId="77777777" w:rsidR="00F635DB" w:rsidRDefault="00F635DB" w:rsidP="00F635DB">
      <w:r>
        <w:t>— </w:t>
      </w:r>
      <w:r w:rsidR="00855694" w:rsidRPr="009071AC">
        <w:t>Décidément</w:t>
      </w:r>
      <w:r>
        <w:t xml:space="preserve">, </w:t>
      </w:r>
      <w:r w:rsidR="00855694" w:rsidRPr="009071AC">
        <w:t>gronda Chupin</w:t>
      </w:r>
      <w:r>
        <w:t xml:space="preserve">, </w:t>
      </w:r>
      <w:r w:rsidR="00855694" w:rsidRPr="009071AC">
        <w:t>ils ont un grain de sel dans le gosier</w:t>
      </w:r>
      <w:r>
        <w:t xml:space="preserve">, </w:t>
      </w:r>
      <w:r w:rsidR="00855694" w:rsidRPr="009071AC">
        <w:t>ces particuliers-là</w:t>
      </w:r>
      <w:r>
        <w:t xml:space="preserve"> !… </w:t>
      </w:r>
      <w:r w:rsidR="00855694" w:rsidRPr="009071AC">
        <w:t>Je vous demande un peu si c</w:t>
      </w:r>
      <w:r>
        <w:t>’</w:t>
      </w:r>
      <w:r w:rsidR="00855694" w:rsidRPr="009071AC">
        <w:t>est une vie</w:t>
      </w:r>
      <w:r>
        <w:t> !…</w:t>
      </w:r>
    </w:p>
    <w:p w14:paraId="1C533C48" w14:textId="77777777" w:rsidR="00F635DB" w:rsidRDefault="00855694" w:rsidP="00F635DB">
      <w:r w:rsidRPr="009071AC">
        <w:t>Lui-même</w:t>
      </w:r>
      <w:r w:rsidR="00F635DB">
        <w:t xml:space="preserve">, </w:t>
      </w:r>
      <w:r w:rsidRPr="009071AC">
        <w:t>cependant</w:t>
      </w:r>
      <w:r w:rsidR="00F635DB">
        <w:t xml:space="preserve">, </w:t>
      </w:r>
      <w:r w:rsidRPr="009071AC">
        <w:t>ayant mangé très-vite</w:t>
      </w:r>
      <w:r w:rsidR="00F635DB">
        <w:t xml:space="preserve">, </w:t>
      </w:r>
      <w:r w:rsidRPr="009071AC">
        <w:t>avait grand soif</w:t>
      </w:r>
      <w:r w:rsidR="00F635DB">
        <w:t xml:space="preserve">… </w:t>
      </w:r>
      <w:r w:rsidRPr="009071AC">
        <w:t>et après une longue délibération</w:t>
      </w:r>
      <w:r w:rsidR="00F635DB">
        <w:t xml:space="preserve">, </w:t>
      </w:r>
      <w:r w:rsidRPr="009071AC">
        <w:t>le besoin parlant plus haut que l</w:t>
      </w:r>
      <w:r w:rsidR="00F635DB">
        <w:t>’</w:t>
      </w:r>
      <w:r w:rsidRPr="009071AC">
        <w:t>économie</w:t>
      </w:r>
      <w:r w:rsidR="00F635DB">
        <w:t xml:space="preserve">, </w:t>
      </w:r>
      <w:r w:rsidRPr="009071AC">
        <w:t>il s</w:t>
      </w:r>
      <w:r w:rsidR="00F635DB">
        <w:t>’</w:t>
      </w:r>
      <w:r w:rsidRPr="009071AC">
        <w:t>assit à une table dehors</w:t>
      </w:r>
      <w:r w:rsidR="00F635DB">
        <w:t xml:space="preserve">, </w:t>
      </w:r>
      <w:r w:rsidRPr="009071AC">
        <w:t>et demanda un bock où il trempa ses lèvres avec un soupir d</w:t>
      </w:r>
      <w:r w:rsidR="00F635DB">
        <w:t>’</w:t>
      </w:r>
      <w:r w:rsidRPr="009071AC">
        <w:t>avare</w:t>
      </w:r>
      <w:r w:rsidR="00F635DB">
        <w:t>…</w:t>
      </w:r>
    </w:p>
    <w:p w14:paraId="64269A6B" w14:textId="1D6B0655" w:rsidR="00F635DB" w:rsidRDefault="00855694" w:rsidP="00F635DB">
      <w:r w:rsidRPr="009071AC">
        <w:t>Il but à petits coups</w:t>
      </w:r>
      <w:r w:rsidR="00F635DB">
        <w:t xml:space="preserve">, </w:t>
      </w:r>
      <w:r w:rsidRPr="009071AC">
        <w:t>ce qui n</w:t>
      </w:r>
      <w:r w:rsidR="00F635DB">
        <w:t>’</w:t>
      </w:r>
      <w:r w:rsidRPr="009071AC">
        <w:t>empêche que son verre était vide depuis longtemps</w:t>
      </w:r>
      <w:r w:rsidR="00F635DB">
        <w:t xml:space="preserve">, </w:t>
      </w:r>
      <w:r w:rsidRPr="009071AC">
        <w:t xml:space="preserve">que </w:t>
      </w:r>
      <w:r w:rsidR="00F635DB">
        <w:t>M. </w:t>
      </w:r>
      <w:proofErr w:type="spellStart"/>
      <w:r w:rsidRPr="009071AC">
        <w:t>Wilkie</w:t>
      </w:r>
      <w:proofErr w:type="spellEnd"/>
      <w:r w:rsidRPr="009071AC">
        <w:t xml:space="preserve"> et ses amis buvaient toujours dans le café</w:t>
      </w:r>
      <w:r w:rsidR="00F635DB">
        <w:t>.</w:t>
      </w:r>
    </w:p>
    <w:p w14:paraId="488EC0A1" w14:textId="77777777" w:rsidR="00F635DB" w:rsidRDefault="00F635DB" w:rsidP="00F635DB">
      <w:r>
        <w:t>— </w:t>
      </w:r>
      <w:r w:rsidR="00855694" w:rsidRPr="009071AC">
        <w:t>Il paraît que nous allons coucher ici</w:t>
      </w:r>
      <w:r>
        <w:t xml:space="preserve">, </w:t>
      </w:r>
      <w:r w:rsidR="00855694" w:rsidRPr="009071AC">
        <w:t>pensait-il</w:t>
      </w:r>
      <w:r>
        <w:t>.</w:t>
      </w:r>
    </w:p>
    <w:p w14:paraId="12F15DBD" w14:textId="77777777" w:rsidR="00F635DB" w:rsidRDefault="00855694" w:rsidP="00F635DB">
      <w:r w:rsidRPr="009071AC">
        <w:t>Sa mauvaise humeur s</w:t>
      </w:r>
      <w:r w:rsidR="00F635DB">
        <w:t>’</w:t>
      </w:r>
      <w:r w:rsidRPr="009071AC">
        <w:t>expliquait</w:t>
      </w:r>
      <w:r w:rsidR="00F635DB">
        <w:t xml:space="preserve">. </w:t>
      </w:r>
      <w:r w:rsidRPr="009071AC">
        <w:t>Il était une heure du matin</w:t>
      </w:r>
      <w:r w:rsidR="00F635DB">
        <w:t xml:space="preserve">, </w:t>
      </w:r>
      <w:r w:rsidRPr="009071AC">
        <w:t>et après avoir enlevé les chaises et les tables autour de lui</w:t>
      </w:r>
      <w:r w:rsidR="00F635DB">
        <w:t xml:space="preserve">, </w:t>
      </w:r>
      <w:r w:rsidRPr="009071AC">
        <w:t>on venait de le prier de se retirer</w:t>
      </w:r>
      <w:r w:rsidR="00F635DB">
        <w:t>…</w:t>
      </w:r>
    </w:p>
    <w:p w14:paraId="06136BDA" w14:textId="77777777" w:rsidR="00F635DB" w:rsidRDefault="00855694" w:rsidP="00F635DB">
      <w:r w:rsidRPr="009071AC">
        <w:t>Les cafés se fermaient</w:t>
      </w:r>
      <w:r w:rsidR="00F635DB">
        <w:t xml:space="preserve">, </w:t>
      </w:r>
      <w:r w:rsidRPr="009071AC">
        <w:t>et on entendait de tous côtés sonner les barres et claquer les targettes des volets</w:t>
      </w:r>
      <w:r w:rsidR="00F635DB">
        <w:t xml:space="preserve">… </w:t>
      </w:r>
      <w:r w:rsidRPr="009071AC">
        <w:t>Sur le trottoir</w:t>
      </w:r>
      <w:r w:rsidR="00F635DB">
        <w:t xml:space="preserve">, </w:t>
      </w:r>
      <w:r w:rsidRPr="009071AC">
        <w:t>les garçons en bras de chemise</w:t>
      </w:r>
      <w:r w:rsidR="00F635DB">
        <w:t xml:space="preserve">, </w:t>
      </w:r>
      <w:r w:rsidRPr="009071AC">
        <w:t>une serviette autour du cou</w:t>
      </w:r>
      <w:r w:rsidR="00F635DB">
        <w:t xml:space="preserve">, </w:t>
      </w:r>
      <w:r w:rsidRPr="009071AC">
        <w:t>se détiraient et respiraient avec délices un air relativement pur</w:t>
      </w:r>
      <w:r w:rsidR="00F635DB">
        <w:t xml:space="preserve">… </w:t>
      </w:r>
      <w:r w:rsidRPr="009071AC">
        <w:t>Le boulevard se vidait</w:t>
      </w:r>
      <w:r w:rsidR="00F635DB">
        <w:t xml:space="preserve">… </w:t>
      </w:r>
      <w:r w:rsidRPr="009071AC">
        <w:t>les hommes s</w:t>
      </w:r>
      <w:r w:rsidR="00F635DB">
        <w:t>’</w:t>
      </w:r>
      <w:r w:rsidRPr="009071AC">
        <w:t>éloignaient par groupes</w:t>
      </w:r>
      <w:r w:rsidR="00F635DB">
        <w:t xml:space="preserve">, </w:t>
      </w:r>
      <w:r w:rsidRPr="009071AC">
        <w:t>et le long des maisons des ombres de femmes glissaient</w:t>
      </w:r>
      <w:r w:rsidR="00F635DB">
        <w:t xml:space="preserve">… </w:t>
      </w:r>
      <w:r w:rsidRPr="009071AC">
        <w:t>les sergents de ville surveillaient</w:t>
      </w:r>
      <w:r w:rsidR="00F635DB">
        <w:t xml:space="preserve">, </w:t>
      </w:r>
      <w:r w:rsidRPr="009071AC">
        <w:t>la menace de contravention à la bouche</w:t>
      </w:r>
      <w:r w:rsidR="00F635DB">
        <w:t xml:space="preserve">, </w:t>
      </w:r>
      <w:r w:rsidRPr="009071AC">
        <w:t>et il n</w:t>
      </w:r>
      <w:r w:rsidR="00F635DB">
        <w:t>’</w:t>
      </w:r>
      <w:r w:rsidRPr="009071AC">
        <w:t>y avait plus d</w:t>
      </w:r>
      <w:r w:rsidR="00F635DB">
        <w:t>’</w:t>
      </w:r>
      <w:r w:rsidRPr="009071AC">
        <w:t>ouvertes que ces petites portes honteuses</w:t>
      </w:r>
      <w:r w:rsidR="00F635DB">
        <w:t xml:space="preserve">, </w:t>
      </w:r>
      <w:r w:rsidRPr="009071AC">
        <w:t>toutes basses et toutes étroites</w:t>
      </w:r>
      <w:r w:rsidR="00F635DB">
        <w:t xml:space="preserve">, </w:t>
      </w:r>
      <w:r w:rsidRPr="009071AC">
        <w:t>par où les limonadiers font écouler leurs derniers consommateurs</w:t>
      </w:r>
      <w:r w:rsidR="00F635DB">
        <w:t xml:space="preserve">, </w:t>
      </w:r>
      <w:r w:rsidRPr="009071AC">
        <w:t>les enragés</w:t>
      </w:r>
      <w:r w:rsidR="00F635DB">
        <w:t xml:space="preserve">, </w:t>
      </w:r>
      <w:r w:rsidRPr="009071AC">
        <w:t>ceux qui demandent toujours un petit verre pour finir</w:t>
      </w:r>
      <w:r w:rsidR="00F635DB">
        <w:t>…</w:t>
      </w:r>
    </w:p>
    <w:p w14:paraId="2957A430" w14:textId="74B4E718" w:rsidR="00F635DB" w:rsidRDefault="00855694" w:rsidP="00F635DB">
      <w:r w:rsidRPr="009071AC">
        <w:lastRenderedPageBreak/>
        <w:t>C</w:t>
      </w:r>
      <w:r w:rsidR="00F635DB">
        <w:t>’</w:t>
      </w:r>
      <w:r w:rsidRPr="009071AC">
        <w:t xml:space="preserve">est par une ouverture de ce genre que </w:t>
      </w:r>
      <w:r w:rsidR="00F635DB">
        <w:t>M. </w:t>
      </w:r>
      <w:proofErr w:type="spellStart"/>
      <w:r w:rsidRPr="009071AC">
        <w:t>Wilkie</w:t>
      </w:r>
      <w:proofErr w:type="spellEnd"/>
      <w:r w:rsidRPr="009071AC">
        <w:t xml:space="preserve"> et les siens passèrent</w:t>
      </w:r>
      <w:r w:rsidR="00F635DB">
        <w:t xml:space="preserve">… </w:t>
      </w:r>
      <w:r w:rsidRPr="009071AC">
        <w:t>Quand ils parurent</w:t>
      </w:r>
      <w:r w:rsidR="00F635DB">
        <w:t xml:space="preserve">, </w:t>
      </w:r>
      <w:r w:rsidRPr="009071AC">
        <w:t>Chupin eut un grognement de plaisir</w:t>
      </w:r>
      <w:r w:rsidR="00F635DB">
        <w:t xml:space="preserve">. </w:t>
      </w:r>
      <w:r w:rsidRPr="009071AC">
        <w:t>Enfin il allait</w:t>
      </w:r>
      <w:r w:rsidR="00F635DB">
        <w:t xml:space="preserve">, </w:t>
      </w:r>
      <w:r w:rsidRPr="009071AC">
        <w:t>pensait-il</w:t>
      </w:r>
      <w:r w:rsidR="00F635DB">
        <w:t>, « </w:t>
      </w:r>
      <w:r w:rsidRPr="009071AC">
        <w:t>filer</w:t>
      </w:r>
      <w:r w:rsidR="00F635DB">
        <w:t> »</w:t>
      </w:r>
      <w:r w:rsidRPr="009071AC">
        <w:t xml:space="preserve"> son homme jusqu</w:t>
      </w:r>
      <w:r w:rsidR="00F635DB">
        <w:t>’</w:t>
      </w:r>
      <w:r w:rsidRPr="009071AC">
        <w:t>à sa porte</w:t>
      </w:r>
      <w:r w:rsidR="00F635DB">
        <w:t xml:space="preserve">, </w:t>
      </w:r>
      <w:r w:rsidRPr="009071AC">
        <w:t>prendre son numéro et regagner son domicile</w:t>
      </w:r>
      <w:r w:rsidR="00F635DB">
        <w:t xml:space="preserve">… </w:t>
      </w:r>
      <w:r w:rsidRPr="009071AC">
        <w:t>Mais sa joie fut de courte durée</w:t>
      </w:r>
      <w:r w:rsidR="00F635DB">
        <w:t xml:space="preserve">… </w:t>
      </w:r>
      <w:r w:rsidRPr="009071AC">
        <w:t xml:space="preserve">Sur la proposition de </w:t>
      </w:r>
      <w:r w:rsidR="00F635DB">
        <w:t>M. </w:t>
      </w:r>
      <w:proofErr w:type="spellStart"/>
      <w:r w:rsidRPr="009071AC">
        <w:t>Wilkie</w:t>
      </w:r>
      <w:proofErr w:type="spellEnd"/>
      <w:r w:rsidR="00F635DB">
        <w:t xml:space="preserve">, </w:t>
      </w:r>
      <w:r w:rsidRPr="009071AC">
        <w:t>il venait d</w:t>
      </w:r>
      <w:r w:rsidR="00F635DB">
        <w:t>’</w:t>
      </w:r>
      <w:r w:rsidRPr="009071AC">
        <w:t>être décidé qu</w:t>
      </w:r>
      <w:r w:rsidR="00F635DB">
        <w:t>’</w:t>
      </w:r>
      <w:r w:rsidRPr="009071AC">
        <w:t>on irait souper</w:t>
      </w:r>
      <w:r w:rsidR="00F635DB">
        <w:t>. M. de </w:t>
      </w:r>
      <w:proofErr w:type="spellStart"/>
      <w:r w:rsidRPr="009071AC">
        <w:t>Coralth</w:t>
      </w:r>
      <w:proofErr w:type="spellEnd"/>
      <w:r w:rsidRPr="009071AC">
        <w:t xml:space="preserve"> présenta quelques objections</w:t>
      </w:r>
      <w:r w:rsidR="00F635DB">
        <w:t xml:space="preserve"> ; </w:t>
      </w:r>
      <w:r w:rsidRPr="009071AC">
        <w:t>mais les autres l</w:t>
      </w:r>
      <w:r w:rsidR="00F635DB">
        <w:t>’</w:t>
      </w:r>
      <w:r w:rsidRPr="009071AC">
        <w:t>entraînèrent</w:t>
      </w:r>
      <w:r w:rsidR="00F635DB">
        <w:t>.</w:t>
      </w:r>
    </w:p>
    <w:p w14:paraId="1040C4D1" w14:textId="321D4E75" w:rsidR="00F635DB" w:rsidRDefault="00855694" w:rsidP="00F635DB">
      <w:pPr>
        <w:pStyle w:val="Titre1"/>
      </w:pPr>
      <w:bookmarkStart w:id="19" w:name="_Toc202021417"/>
      <w:r w:rsidRPr="009071AC">
        <w:lastRenderedPageBreak/>
        <w:t>XIX</w:t>
      </w:r>
      <w:bookmarkEnd w:id="19"/>
      <w:r w:rsidRPr="009071AC">
        <w:br/>
      </w:r>
    </w:p>
    <w:p w14:paraId="5CF03404" w14:textId="77777777" w:rsidR="00F635DB" w:rsidRDefault="00F635DB" w:rsidP="00F635DB">
      <w:r>
        <w:t>— </w:t>
      </w:r>
      <w:r w:rsidR="00855694" w:rsidRPr="009071AC">
        <w:t>Ah</w:t>
      </w:r>
      <w:r>
        <w:t xml:space="preserve"> ! </w:t>
      </w:r>
      <w:r w:rsidR="00855694" w:rsidRPr="009071AC">
        <w:t>je la trouve mauvaise</w:t>
      </w:r>
      <w:r>
        <w:t xml:space="preserve">, </w:t>
      </w:r>
      <w:r w:rsidR="00855694" w:rsidRPr="009071AC">
        <w:t>à la fin</w:t>
      </w:r>
      <w:r>
        <w:t xml:space="preserve"> !… </w:t>
      </w:r>
      <w:r w:rsidR="00855694" w:rsidRPr="009071AC">
        <w:t>grogna Chupin</w:t>
      </w:r>
      <w:r>
        <w:t xml:space="preserve">. </w:t>
      </w:r>
      <w:r w:rsidR="00855694" w:rsidRPr="009071AC">
        <w:t>Ça va cesser</w:t>
      </w:r>
      <w:r>
        <w:t xml:space="preserve">, </w:t>
      </w:r>
      <w:r w:rsidR="00855694" w:rsidRPr="009071AC">
        <w:t>cette vie de Polichinelle</w:t>
      </w:r>
      <w:r>
        <w:t xml:space="preserve">, </w:t>
      </w:r>
      <w:r w:rsidR="00855694" w:rsidRPr="009071AC">
        <w:t>ou je vais chercher le commissaire</w:t>
      </w:r>
      <w:r>
        <w:t> !…</w:t>
      </w:r>
    </w:p>
    <w:p w14:paraId="0CC3FEFC" w14:textId="77777777" w:rsidR="00F635DB" w:rsidRDefault="00855694" w:rsidP="00F635DB">
      <w:r w:rsidRPr="009071AC">
        <w:t>Ce qui l</w:t>
      </w:r>
      <w:r w:rsidR="00F635DB">
        <w:t>’</w:t>
      </w:r>
      <w:r w:rsidRPr="009071AC">
        <w:t>exaspérait</w:t>
      </w:r>
      <w:r w:rsidR="00F635DB">
        <w:t xml:space="preserve">, </w:t>
      </w:r>
      <w:r w:rsidRPr="009071AC">
        <w:t>outre qu</w:t>
      </w:r>
      <w:r w:rsidR="00F635DB">
        <w:t>’</w:t>
      </w:r>
      <w:r w:rsidRPr="009071AC">
        <w:t>il était rendu et qu</w:t>
      </w:r>
      <w:r w:rsidR="00F635DB">
        <w:t>’</w:t>
      </w:r>
      <w:r w:rsidRPr="009071AC">
        <w:t>il tombait de sommeil</w:t>
      </w:r>
      <w:r w:rsidR="00F635DB">
        <w:t xml:space="preserve">, </w:t>
      </w:r>
      <w:r w:rsidRPr="009071AC">
        <w:t>c</w:t>
      </w:r>
      <w:r w:rsidR="00F635DB">
        <w:t>’</w:t>
      </w:r>
      <w:r w:rsidRPr="009071AC">
        <w:t>était l</w:t>
      </w:r>
      <w:r w:rsidR="00F635DB">
        <w:t>’</w:t>
      </w:r>
      <w:r w:rsidRPr="009071AC">
        <w:t xml:space="preserve">idée que sa </w:t>
      </w:r>
      <w:r w:rsidR="00F635DB">
        <w:t>« </w:t>
      </w:r>
      <w:r w:rsidRPr="009071AC">
        <w:t>pauvre bonne femme de mère</w:t>
      </w:r>
      <w:r w:rsidR="00F635DB">
        <w:t> »</w:t>
      </w:r>
      <w:r w:rsidRPr="009071AC">
        <w:t xml:space="preserve"> l</w:t>
      </w:r>
      <w:r w:rsidR="00F635DB">
        <w:t>’</w:t>
      </w:r>
      <w:r w:rsidRPr="009071AC">
        <w:t>attendait</w:t>
      </w:r>
      <w:r w:rsidR="00F635DB">
        <w:t xml:space="preserve">, </w:t>
      </w:r>
      <w:r w:rsidRPr="009071AC">
        <w:t>mourant d</w:t>
      </w:r>
      <w:r w:rsidR="00F635DB">
        <w:t>’</w:t>
      </w:r>
      <w:r w:rsidRPr="009071AC">
        <w:t>inquiétude</w:t>
      </w:r>
      <w:r w:rsidR="00F635DB">
        <w:t xml:space="preserve">… </w:t>
      </w:r>
      <w:r w:rsidRPr="009071AC">
        <w:t>Car lui</w:t>
      </w:r>
      <w:r w:rsidR="00F635DB">
        <w:t xml:space="preserve">, </w:t>
      </w:r>
      <w:r w:rsidRPr="009071AC">
        <w:t>le garnement dont l</w:t>
      </w:r>
      <w:r w:rsidR="00F635DB">
        <w:t>’</w:t>
      </w:r>
      <w:r w:rsidRPr="009071AC">
        <w:t>existence avait été jadis l</w:t>
      </w:r>
      <w:r w:rsidR="00F635DB">
        <w:t>’</w:t>
      </w:r>
      <w:r w:rsidRPr="009071AC">
        <w:t>incohérence même</w:t>
      </w:r>
      <w:r w:rsidR="00F635DB">
        <w:t xml:space="preserve">, </w:t>
      </w:r>
      <w:r w:rsidRPr="009071AC">
        <w:t>il était devenu rangé et régulier en ses habitudes autant qu</w:t>
      </w:r>
      <w:r w:rsidR="00F635DB">
        <w:t>’</w:t>
      </w:r>
      <w:r w:rsidRPr="009071AC">
        <w:t>un vieux rentier</w:t>
      </w:r>
      <w:r w:rsidR="00F635DB">
        <w:t>.</w:t>
      </w:r>
    </w:p>
    <w:p w14:paraId="36528B62" w14:textId="77777777" w:rsidR="00F635DB" w:rsidRDefault="00855694" w:rsidP="00F635DB">
      <w:r w:rsidRPr="009071AC">
        <w:t>Quel parti prendre cependant</w:t>
      </w:r>
      <w:r w:rsidR="00F635DB">
        <w:t> ?</w:t>
      </w:r>
    </w:p>
    <w:p w14:paraId="57C89E60" w14:textId="77777777" w:rsidR="00F635DB" w:rsidRDefault="00855694" w:rsidP="00F635DB">
      <w:r w:rsidRPr="009071AC">
        <w:t>Rentre</w:t>
      </w:r>
      <w:r w:rsidR="00F635DB">
        <w:t xml:space="preserve">, </w:t>
      </w:r>
      <w:r w:rsidRPr="009071AC">
        <w:t>lui disait la raison</w:t>
      </w:r>
      <w:r w:rsidR="00F635DB">
        <w:t xml:space="preserve">, </w:t>
      </w:r>
      <w:r w:rsidRPr="009071AC">
        <w:t>tu le retrouveras</w:t>
      </w:r>
      <w:r w:rsidR="00F635DB">
        <w:t xml:space="preserve">, </w:t>
      </w:r>
      <w:r w:rsidRPr="009071AC">
        <w:t xml:space="preserve">ce </w:t>
      </w:r>
      <w:proofErr w:type="spellStart"/>
      <w:r w:rsidRPr="009071AC">
        <w:t>Wilkie</w:t>
      </w:r>
      <w:proofErr w:type="spellEnd"/>
      <w:r w:rsidR="00F635DB">
        <w:t xml:space="preserve"> !… </w:t>
      </w:r>
      <w:r w:rsidRPr="009071AC">
        <w:t>N</w:t>
      </w:r>
      <w:r w:rsidR="00F635DB">
        <w:t>’</w:t>
      </w:r>
      <w:r w:rsidRPr="009071AC">
        <w:t>y a-t-il pas cent à parier contre un qu</w:t>
      </w:r>
      <w:r w:rsidR="00F635DB">
        <w:t>’</w:t>
      </w:r>
      <w:r w:rsidRPr="009071AC">
        <w:t>il demeure rue du Helder</w:t>
      </w:r>
      <w:r w:rsidR="00F635DB">
        <w:t xml:space="preserve">, </w:t>
      </w:r>
      <w:r w:rsidRPr="009071AC">
        <w:t>48</w:t>
      </w:r>
      <w:r w:rsidR="00F635DB">
        <w:t>.</w:t>
      </w:r>
    </w:p>
    <w:p w14:paraId="6C63BE07" w14:textId="1486C42E" w:rsidR="00F635DB" w:rsidRDefault="00855694" w:rsidP="00F635DB">
      <w:r w:rsidRPr="009071AC">
        <w:t>Reste</w:t>
      </w:r>
      <w:r w:rsidR="00F635DB">
        <w:t xml:space="preserve">, </w:t>
      </w:r>
      <w:r w:rsidRPr="009071AC">
        <w:t>soufflait la cupidité</w:t>
      </w:r>
      <w:r w:rsidR="00F635DB">
        <w:t xml:space="preserve">, </w:t>
      </w:r>
      <w:r w:rsidRPr="009071AC">
        <w:t>puisque tu as déjà tant fait</w:t>
      </w:r>
      <w:r w:rsidR="00F635DB">
        <w:t xml:space="preserve">, </w:t>
      </w:r>
      <w:r w:rsidRPr="009071AC">
        <w:t>achève</w:t>
      </w:r>
      <w:r w:rsidR="00F635DB">
        <w:t xml:space="preserve">… </w:t>
      </w:r>
      <w:r w:rsidRPr="009071AC">
        <w:t>Ce n</w:t>
      </w:r>
      <w:r w:rsidR="00F635DB">
        <w:t>’</w:t>
      </w:r>
      <w:r w:rsidRPr="009071AC">
        <w:t xml:space="preserve">est pas une présomption que payera </w:t>
      </w:r>
      <w:r w:rsidR="00F635DB">
        <w:t>M. </w:t>
      </w:r>
      <w:r w:rsidRPr="009071AC">
        <w:t>Fortunat</w:t>
      </w:r>
      <w:r w:rsidR="00F635DB">
        <w:t xml:space="preserve">, </w:t>
      </w:r>
      <w:r w:rsidRPr="009071AC">
        <w:t>mais une certitude</w:t>
      </w:r>
      <w:r w:rsidR="00F635DB">
        <w:t>…</w:t>
      </w:r>
    </w:p>
    <w:p w14:paraId="008BAA36" w14:textId="77777777" w:rsidR="00F635DB" w:rsidRDefault="00855694" w:rsidP="00F635DB">
      <w:r w:rsidRPr="009071AC">
        <w:t>La passion de l</w:t>
      </w:r>
      <w:r w:rsidR="00F635DB">
        <w:t>’</w:t>
      </w:r>
      <w:r w:rsidRPr="009071AC">
        <w:t>argent l</w:t>
      </w:r>
      <w:r w:rsidR="00F635DB">
        <w:t>’</w:t>
      </w:r>
      <w:r w:rsidRPr="009071AC">
        <w:t>emporta</w:t>
      </w:r>
      <w:r w:rsidR="00F635DB">
        <w:t>…</w:t>
      </w:r>
    </w:p>
    <w:p w14:paraId="697A316A" w14:textId="77777777" w:rsidR="00F635DB" w:rsidRDefault="00855694" w:rsidP="00F635DB">
      <w:r w:rsidRPr="009071AC">
        <w:t>Et tout en égrenant un interminable chapelet de jurons</w:t>
      </w:r>
      <w:r w:rsidR="00F635DB">
        <w:t xml:space="preserve">, </w:t>
      </w:r>
      <w:r w:rsidRPr="009071AC">
        <w:t xml:space="preserve">il suivit la </w:t>
      </w:r>
      <w:r w:rsidR="00F635DB">
        <w:t>« </w:t>
      </w:r>
      <w:r w:rsidRPr="009071AC">
        <w:t>société</w:t>
      </w:r>
      <w:r w:rsidR="00F635DB">
        <w:t>, »</w:t>
      </w:r>
      <w:r w:rsidRPr="009071AC">
        <w:t xml:space="preserve"> et ne tarda pas à la voir entrer au restaurant </w:t>
      </w:r>
      <w:proofErr w:type="spellStart"/>
      <w:r w:rsidRPr="009071AC">
        <w:t>Brébant</w:t>
      </w:r>
      <w:proofErr w:type="spellEnd"/>
      <w:r w:rsidR="00F635DB">
        <w:t xml:space="preserve">, </w:t>
      </w:r>
      <w:r w:rsidRPr="009071AC">
        <w:t>le plus essentiellement Parisien de tous les cabarets qui restent ouverts la nuit</w:t>
      </w:r>
      <w:r w:rsidR="00F635DB">
        <w:t xml:space="preserve">. </w:t>
      </w:r>
      <w:r w:rsidRPr="009071AC">
        <w:t>Il n</w:t>
      </w:r>
      <w:r w:rsidR="00F635DB">
        <w:t>’</w:t>
      </w:r>
      <w:r w:rsidRPr="009071AC">
        <w:t>était pas loin de deux heures</w:t>
      </w:r>
      <w:r w:rsidR="00F635DB">
        <w:t xml:space="preserve">, </w:t>
      </w:r>
      <w:r w:rsidRPr="009071AC">
        <w:t>le boulevard était silencieux et désert</w:t>
      </w:r>
      <w:r w:rsidR="00F635DB">
        <w:t xml:space="preserve">, </w:t>
      </w:r>
      <w:r w:rsidRPr="009071AC">
        <w:t>et cependant la façade du restaurant flamboyait de l</w:t>
      </w:r>
      <w:r w:rsidR="00F635DB">
        <w:t>’</w:t>
      </w:r>
      <w:r w:rsidRPr="009071AC">
        <w:t>entresol au troisième étage</w:t>
      </w:r>
      <w:r w:rsidR="00F635DB">
        <w:t xml:space="preserve">, </w:t>
      </w:r>
      <w:r w:rsidRPr="009071AC">
        <w:t>et de toutes les fenêtres entr</w:t>
      </w:r>
      <w:r w:rsidR="00F635DB">
        <w:t>’</w:t>
      </w:r>
      <w:r w:rsidRPr="009071AC">
        <w:t>ouvertes</w:t>
      </w:r>
      <w:r w:rsidR="00F635DB">
        <w:t xml:space="preserve">, </w:t>
      </w:r>
      <w:r w:rsidRPr="009071AC">
        <w:t>s</w:t>
      </w:r>
      <w:r w:rsidR="00F635DB">
        <w:t>’</w:t>
      </w:r>
      <w:r w:rsidRPr="009071AC">
        <w:t xml:space="preserve">échappaient </w:t>
      </w:r>
      <w:r w:rsidRPr="009071AC">
        <w:lastRenderedPageBreak/>
        <w:t>des lambeaux de refrains</w:t>
      </w:r>
      <w:r w:rsidR="00F635DB">
        <w:t xml:space="preserve">, </w:t>
      </w:r>
      <w:r w:rsidRPr="009071AC">
        <w:t>des éclats de rire</w:t>
      </w:r>
      <w:r w:rsidR="00F635DB">
        <w:t xml:space="preserve">, </w:t>
      </w:r>
      <w:r w:rsidRPr="009071AC">
        <w:t>des cliquetis de fourchettes</w:t>
      </w:r>
      <w:r w:rsidR="00F635DB">
        <w:t xml:space="preserve">, </w:t>
      </w:r>
      <w:r w:rsidRPr="009071AC">
        <w:t>et des chocs de verres</w:t>
      </w:r>
      <w:r w:rsidR="00F635DB">
        <w:t>…</w:t>
      </w:r>
    </w:p>
    <w:p w14:paraId="509C855D" w14:textId="77777777" w:rsidR="00F635DB" w:rsidRDefault="00F635DB" w:rsidP="00F635DB">
      <w:r>
        <w:t>— </w:t>
      </w:r>
      <w:r w:rsidR="00855694" w:rsidRPr="009071AC">
        <w:t>Huit douzaines d</w:t>
      </w:r>
      <w:r>
        <w:t>’</w:t>
      </w:r>
      <w:r w:rsidR="00855694" w:rsidRPr="009071AC">
        <w:t>Armoricaines au 6</w:t>
      </w:r>
      <w:r>
        <w:t xml:space="preserve"> !… </w:t>
      </w:r>
      <w:r w:rsidR="00855694" w:rsidRPr="009071AC">
        <w:t>cria un garçon à l</w:t>
      </w:r>
      <w:r>
        <w:t>’</w:t>
      </w:r>
      <w:r w:rsidR="00855694" w:rsidRPr="009071AC">
        <w:t>écaillère établie à l</w:t>
      </w:r>
      <w:r>
        <w:t>’</w:t>
      </w:r>
      <w:r w:rsidR="00855694" w:rsidRPr="009071AC">
        <w:t>entrée</w:t>
      </w:r>
      <w:r>
        <w:t>…</w:t>
      </w:r>
    </w:p>
    <w:p w14:paraId="037A6A67" w14:textId="77777777" w:rsidR="00F635DB" w:rsidRDefault="00855694" w:rsidP="00F635DB">
      <w:r w:rsidRPr="009071AC">
        <w:t>À cette commande</w:t>
      </w:r>
      <w:r w:rsidR="00F635DB">
        <w:t xml:space="preserve">, </w:t>
      </w:r>
      <w:r w:rsidRPr="009071AC">
        <w:t>Chupin de son poing crispé menaça les étoiles</w:t>
      </w:r>
      <w:r w:rsidR="00F635DB">
        <w:t>.</w:t>
      </w:r>
    </w:p>
    <w:p w14:paraId="521ABF24" w14:textId="77777777" w:rsidR="00F635DB" w:rsidRDefault="00F635DB" w:rsidP="00F635DB">
      <w:r>
        <w:t>— </w:t>
      </w:r>
      <w:r w:rsidR="00855694" w:rsidRPr="009071AC">
        <w:t>Voleur de sort</w:t>
      </w:r>
      <w:r>
        <w:t xml:space="preserve"> !… </w:t>
      </w:r>
      <w:r w:rsidR="00855694" w:rsidRPr="009071AC">
        <w:t>murmura-t-il entre ses dents</w:t>
      </w:r>
      <w:r>
        <w:t xml:space="preserve">, </w:t>
      </w:r>
      <w:r w:rsidR="00855694" w:rsidRPr="009071AC">
        <w:t>gueux de guignon</w:t>
      </w:r>
      <w:r>
        <w:t xml:space="preserve"> !… </w:t>
      </w:r>
      <w:r w:rsidR="00855694" w:rsidRPr="009071AC">
        <w:t>C</w:t>
      </w:r>
      <w:r>
        <w:t>’</w:t>
      </w:r>
      <w:r w:rsidR="00855694" w:rsidRPr="009071AC">
        <w:t>est pour la</w:t>
      </w:r>
      <w:r>
        <w:t xml:space="preserve">… </w:t>
      </w:r>
      <w:r w:rsidR="00855694" w:rsidRPr="009071AC">
        <w:t>bouche de mes imbéciles</w:t>
      </w:r>
      <w:r>
        <w:t xml:space="preserve">, </w:t>
      </w:r>
      <w:r w:rsidR="00855694" w:rsidRPr="009071AC">
        <w:t>ces huîtres</w:t>
      </w:r>
      <w:r>
        <w:t xml:space="preserve">, </w:t>
      </w:r>
      <w:r w:rsidR="00855694" w:rsidRPr="009071AC">
        <w:t>puisqu</w:t>
      </w:r>
      <w:r>
        <w:t>’</w:t>
      </w:r>
      <w:r w:rsidR="00855694" w:rsidRPr="009071AC">
        <w:t>ils sont huit en comptant les deux demoiselles à chignon jaune</w:t>
      </w:r>
      <w:r>
        <w:t xml:space="preserve">… </w:t>
      </w:r>
      <w:r w:rsidR="00855694" w:rsidRPr="009071AC">
        <w:t>Les voilà à table pour jusqu</w:t>
      </w:r>
      <w:r>
        <w:t>’</w:t>
      </w:r>
      <w:r w:rsidR="00855694" w:rsidRPr="009071AC">
        <w:t>à six heures du matin</w:t>
      </w:r>
      <w:r>
        <w:t xml:space="preserve">… </w:t>
      </w:r>
      <w:r w:rsidR="00855694" w:rsidRPr="009071AC">
        <w:t>Et ils appellent cela s</w:t>
      </w:r>
      <w:r>
        <w:t>’</w:t>
      </w:r>
      <w:r w:rsidR="00855694" w:rsidRPr="009071AC">
        <w:t>amuser</w:t>
      </w:r>
      <w:r>
        <w:t xml:space="preserve">… </w:t>
      </w:r>
      <w:r w:rsidR="00855694" w:rsidRPr="009071AC">
        <w:t>Et bon petit Chupin</w:t>
      </w:r>
      <w:r>
        <w:t xml:space="preserve">, </w:t>
      </w:r>
      <w:r w:rsidR="00855694" w:rsidRPr="009071AC">
        <w:t>pendant ce temps</w:t>
      </w:r>
      <w:r>
        <w:t xml:space="preserve">, </w:t>
      </w:r>
      <w:r w:rsidR="00855694" w:rsidRPr="009071AC">
        <w:t>restera à faire le pied de grue sur le boulevard</w:t>
      </w:r>
      <w:r>
        <w:t xml:space="preserve">… </w:t>
      </w:r>
      <w:r w:rsidR="00855694" w:rsidRPr="009071AC">
        <w:t>Ah</w:t>
      </w:r>
      <w:r>
        <w:t xml:space="preserve"> ! </w:t>
      </w:r>
      <w:r w:rsidR="00855694" w:rsidRPr="009071AC">
        <w:t>ils vont me le payer</w:t>
      </w:r>
      <w:r>
        <w:t> !…</w:t>
      </w:r>
    </w:p>
    <w:p w14:paraId="5C3E4F18" w14:textId="77777777" w:rsidR="00F635DB" w:rsidRDefault="00855694" w:rsidP="00F635DB">
      <w:r w:rsidRPr="009071AC">
        <w:t>Ce qui eût dû le consoler un peu</w:t>
      </w:r>
      <w:r w:rsidR="00F635DB">
        <w:t xml:space="preserve">, </w:t>
      </w:r>
      <w:r w:rsidRPr="009071AC">
        <w:t>c</w:t>
      </w:r>
      <w:r w:rsidR="00F635DB">
        <w:t>’</w:t>
      </w:r>
      <w:r w:rsidRPr="009071AC">
        <w:t>est qu</w:t>
      </w:r>
      <w:r w:rsidR="00F635DB">
        <w:t>’</w:t>
      </w:r>
      <w:r w:rsidRPr="009071AC">
        <w:t>il n</w:t>
      </w:r>
      <w:r w:rsidR="00F635DB">
        <w:t>’</w:t>
      </w:r>
      <w:r w:rsidRPr="009071AC">
        <w:t>était pas seul à croquer le marmot</w:t>
      </w:r>
      <w:r w:rsidR="00F635DB">
        <w:t>.</w:t>
      </w:r>
    </w:p>
    <w:p w14:paraId="42320EFF" w14:textId="77777777" w:rsidR="00F635DB" w:rsidRDefault="00855694" w:rsidP="00F635DB">
      <w:r w:rsidRPr="009071AC">
        <w:t>Devant le restaurant</w:t>
      </w:r>
      <w:r w:rsidR="00F635DB">
        <w:t xml:space="preserve">, </w:t>
      </w:r>
      <w:r w:rsidRPr="009071AC">
        <w:t>une douzaine de fiacres stationnaient</w:t>
      </w:r>
      <w:r w:rsidR="00F635DB">
        <w:t xml:space="preserve">, </w:t>
      </w:r>
      <w:r w:rsidRPr="009071AC">
        <w:t>dont les cochers dormaient</w:t>
      </w:r>
      <w:r w:rsidR="00F635DB">
        <w:t xml:space="preserve">, </w:t>
      </w:r>
      <w:r w:rsidRPr="009071AC">
        <w:t>en attendant que leur patron le hasard leur envoyât quelqu</w:t>
      </w:r>
      <w:r w:rsidR="00F635DB">
        <w:t>’</w:t>
      </w:r>
      <w:r w:rsidRPr="009071AC">
        <w:t>une de ces excellentes pratiques avinées</w:t>
      </w:r>
      <w:r w:rsidR="00F635DB">
        <w:t xml:space="preserve">, </w:t>
      </w:r>
      <w:r w:rsidRPr="009071AC">
        <w:t>qui refusent de payer la course plus de quinze sous</w:t>
      </w:r>
      <w:r w:rsidR="00F635DB">
        <w:t xml:space="preserve">, </w:t>
      </w:r>
      <w:r w:rsidRPr="009071AC">
        <w:t>mais qui donnent un louis de pourboire</w:t>
      </w:r>
      <w:r w:rsidR="00F635DB">
        <w:t>.</w:t>
      </w:r>
    </w:p>
    <w:p w14:paraId="7105241C" w14:textId="77777777" w:rsidR="00F635DB" w:rsidRDefault="00855694" w:rsidP="00F635DB">
      <w:r w:rsidRPr="009071AC">
        <w:t>Tous ces fiacres</w:t>
      </w:r>
      <w:r w:rsidR="00F635DB">
        <w:t xml:space="preserve">, </w:t>
      </w:r>
      <w:r w:rsidRPr="009071AC">
        <w:t>d</w:t>
      </w:r>
      <w:r w:rsidR="00F635DB">
        <w:t>’</w:t>
      </w:r>
      <w:r w:rsidRPr="009071AC">
        <w:t>ailleurs</w:t>
      </w:r>
      <w:r w:rsidR="00F635DB">
        <w:t xml:space="preserve">, </w:t>
      </w:r>
      <w:r w:rsidRPr="009071AC">
        <w:t>appartenant à l</w:t>
      </w:r>
      <w:r w:rsidR="00F635DB">
        <w:t>’</w:t>
      </w:r>
      <w:r w:rsidRPr="009071AC">
        <w:t xml:space="preserve">étrange catégorie des </w:t>
      </w:r>
      <w:r w:rsidR="00F635DB">
        <w:t>« </w:t>
      </w:r>
      <w:r w:rsidRPr="009071AC">
        <w:t>fiacres de nuit</w:t>
      </w:r>
      <w:r w:rsidR="00F635DB">
        <w:t>, »</w:t>
      </w:r>
      <w:r w:rsidRPr="009071AC">
        <w:t xml:space="preserve"> véhicules de rebut</w:t>
      </w:r>
      <w:r w:rsidR="00F635DB">
        <w:t xml:space="preserve">, </w:t>
      </w:r>
      <w:r w:rsidRPr="009071AC">
        <w:t>délabrés et sinistres</w:t>
      </w:r>
      <w:r w:rsidR="00F635DB">
        <w:t xml:space="preserve">, </w:t>
      </w:r>
      <w:r w:rsidRPr="009071AC">
        <w:t>traînés par des chevaux expirants</w:t>
      </w:r>
      <w:r w:rsidR="00F635DB">
        <w:t xml:space="preserve">, </w:t>
      </w:r>
      <w:r w:rsidRPr="009071AC">
        <w:t>qu</w:t>
      </w:r>
      <w:r w:rsidR="00F635DB">
        <w:t>’</w:t>
      </w:r>
      <w:r w:rsidRPr="009071AC">
        <w:t>on dirait volés à l</w:t>
      </w:r>
      <w:r w:rsidR="00F635DB">
        <w:t>’</w:t>
      </w:r>
      <w:r w:rsidRPr="009071AC">
        <w:t>équarisseur</w:t>
      </w:r>
      <w:r w:rsidR="00F635DB">
        <w:t xml:space="preserve">, </w:t>
      </w:r>
      <w:r w:rsidRPr="009071AC">
        <w:t>et qui gardent</w:t>
      </w:r>
      <w:r w:rsidR="00F635DB">
        <w:t xml:space="preserve">, </w:t>
      </w:r>
      <w:r w:rsidRPr="009071AC">
        <w:t>des ivrognes et des joueurs qu</w:t>
      </w:r>
      <w:r w:rsidR="00F635DB">
        <w:t>’</w:t>
      </w:r>
      <w:r w:rsidRPr="009071AC">
        <w:t>ils charrient chaque nuit</w:t>
      </w:r>
      <w:r w:rsidR="00F635DB">
        <w:t xml:space="preserve">, </w:t>
      </w:r>
      <w:r w:rsidRPr="009071AC">
        <w:t>comme une odeur de débauche et de mauvais lieu</w:t>
      </w:r>
      <w:r w:rsidR="00F635DB">
        <w:t>…</w:t>
      </w:r>
    </w:p>
    <w:p w14:paraId="610AB224" w14:textId="77777777" w:rsidR="00F635DB" w:rsidRDefault="00855694" w:rsidP="00F635DB">
      <w:r w:rsidRPr="009071AC">
        <w:t>Mais Chupin se souciait bien</w:t>
      </w:r>
      <w:r w:rsidR="00F635DB">
        <w:t xml:space="preserve">, </w:t>
      </w:r>
      <w:r w:rsidRPr="009071AC">
        <w:t>vraiment</w:t>
      </w:r>
      <w:r w:rsidR="00F635DB">
        <w:t xml:space="preserve">, </w:t>
      </w:r>
      <w:r w:rsidRPr="009071AC">
        <w:t>de ces voitures</w:t>
      </w:r>
      <w:r w:rsidR="00F635DB">
        <w:t xml:space="preserve">, </w:t>
      </w:r>
      <w:r w:rsidRPr="009071AC">
        <w:t>de leurs maigres rosses et de leurs cochers</w:t>
      </w:r>
      <w:r w:rsidR="00F635DB">
        <w:t>.</w:t>
      </w:r>
    </w:p>
    <w:p w14:paraId="0B304CE8" w14:textId="77777777" w:rsidR="00F635DB" w:rsidRDefault="00855694" w:rsidP="00F635DB">
      <w:r w:rsidRPr="009071AC">
        <w:lastRenderedPageBreak/>
        <w:t>À sa colère succédait la résignation du philosophe qui accepte de bonne grâce ce qu</w:t>
      </w:r>
      <w:r w:rsidR="00F635DB">
        <w:t>’</w:t>
      </w:r>
      <w:r w:rsidRPr="009071AC">
        <w:t>il ne peut empêcher</w:t>
      </w:r>
      <w:r w:rsidR="00F635DB">
        <w:t xml:space="preserve">. </w:t>
      </w:r>
      <w:r w:rsidRPr="009071AC">
        <w:t>La nuit devenant fraîche</w:t>
      </w:r>
      <w:r w:rsidR="00F635DB">
        <w:t xml:space="preserve">, </w:t>
      </w:r>
      <w:r w:rsidRPr="009071AC">
        <w:t>il avait relevé le collet de sa redingote</w:t>
      </w:r>
      <w:r w:rsidR="00F635DB">
        <w:t xml:space="preserve">, </w:t>
      </w:r>
      <w:r w:rsidRPr="009071AC">
        <w:t>et mélancoliquement il arpentait le trottoir</w:t>
      </w:r>
      <w:r w:rsidR="00F635DB">
        <w:t>…</w:t>
      </w:r>
    </w:p>
    <w:p w14:paraId="2F4A266C" w14:textId="77777777" w:rsidR="00F635DB" w:rsidRDefault="00855694" w:rsidP="00F635DB">
      <w:r w:rsidRPr="009071AC">
        <w:t>Il avait bien fait une centaine de tours</w:t>
      </w:r>
      <w:r w:rsidR="00F635DB">
        <w:t xml:space="preserve">, </w:t>
      </w:r>
      <w:r w:rsidRPr="009071AC">
        <w:t>repassant les événements de la journée</w:t>
      </w:r>
      <w:r w:rsidR="00F635DB">
        <w:t xml:space="preserve">, </w:t>
      </w:r>
      <w:r w:rsidRPr="009071AC">
        <w:t>quand une idée jaillit de sa cervelle qui le cloua net sur place</w:t>
      </w:r>
      <w:r w:rsidR="00F635DB">
        <w:t>.</w:t>
      </w:r>
    </w:p>
    <w:p w14:paraId="7A3B27F9" w14:textId="35681B07" w:rsidR="00F635DB" w:rsidRDefault="00855694" w:rsidP="00F635DB">
      <w:r w:rsidRPr="009071AC">
        <w:t>Il revoyait l</w:t>
      </w:r>
      <w:r w:rsidR="00F635DB">
        <w:t>’</w:t>
      </w:r>
      <w:r w:rsidRPr="009071AC">
        <w:t xml:space="preserve">attitude de </w:t>
      </w:r>
      <w:r w:rsidR="00F635DB">
        <w:t>M. </w:t>
      </w:r>
      <w:proofErr w:type="spellStart"/>
      <w:r w:rsidRPr="009071AC">
        <w:t>Wilkie</w:t>
      </w:r>
      <w:proofErr w:type="spellEnd"/>
      <w:r w:rsidRPr="009071AC">
        <w:t xml:space="preserve"> et du vicomte de </w:t>
      </w:r>
      <w:proofErr w:type="spellStart"/>
      <w:r w:rsidRPr="009071AC">
        <w:t>Coralth</w:t>
      </w:r>
      <w:proofErr w:type="spellEnd"/>
      <w:r w:rsidRPr="009071AC">
        <w:t xml:space="preserve"> pendant toute la soirée</w:t>
      </w:r>
      <w:r w:rsidR="00F635DB">
        <w:t xml:space="preserve">, </w:t>
      </w:r>
      <w:r w:rsidRPr="009071AC">
        <w:t>et quantité de circonstances</w:t>
      </w:r>
      <w:r w:rsidR="00F635DB">
        <w:t xml:space="preserve">, </w:t>
      </w:r>
      <w:r w:rsidRPr="009071AC">
        <w:t>qui séparément lui avaient échappé</w:t>
      </w:r>
      <w:r w:rsidR="00F635DB">
        <w:t xml:space="preserve">, </w:t>
      </w:r>
      <w:r w:rsidRPr="009071AC">
        <w:t>se représentant en un faisceau</w:t>
      </w:r>
      <w:r w:rsidR="00F635DB">
        <w:t xml:space="preserve">, </w:t>
      </w:r>
      <w:r w:rsidRPr="009071AC">
        <w:t>de singuliers soupçons lui venaient</w:t>
      </w:r>
      <w:r w:rsidR="00F635DB">
        <w:t>.</w:t>
      </w:r>
    </w:p>
    <w:p w14:paraId="2F05F11D" w14:textId="71449BEE" w:rsidR="00F635DB" w:rsidRDefault="00F635DB" w:rsidP="00F635DB">
      <w:r>
        <w:t>M. </w:t>
      </w:r>
      <w:proofErr w:type="spellStart"/>
      <w:r w:rsidR="00855694" w:rsidRPr="009071AC">
        <w:t>Wilkie</w:t>
      </w:r>
      <w:proofErr w:type="spellEnd"/>
      <w:r>
        <w:t xml:space="preserve">, </w:t>
      </w:r>
      <w:r w:rsidR="00855694" w:rsidRPr="009071AC">
        <w:t>petit à petit</w:t>
      </w:r>
      <w:r>
        <w:t xml:space="preserve">, </w:t>
      </w:r>
      <w:r w:rsidR="00855694" w:rsidRPr="009071AC">
        <w:t>s</w:t>
      </w:r>
      <w:r>
        <w:t>’</w:t>
      </w:r>
      <w:r w:rsidR="00855694" w:rsidRPr="009071AC">
        <w:t>était grisé</w:t>
      </w:r>
      <w:r>
        <w:t>, M. de </w:t>
      </w:r>
      <w:proofErr w:type="spellStart"/>
      <w:r w:rsidR="00855694" w:rsidRPr="009071AC">
        <w:t>Coralth</w:t>
      </w:r>
      <w:proofErr w:type="spellEnd"/>
      <w:r>
        <w:t xml:space="preserve">, </w:t>
      </w:r>
      <w:r w:rsidR="00855694" w:rsidRPr="009071AC">
        <w:t>au contraire</w:t>
      </w:r>
      <w:r>
        <w:t xml:space="preserve">, </w:t>
      </w:r>
      <w:r w:rsidR="00855694" w:rsidRPr="009071AC">
        <w:t>de plus en plus était devenu froid et réservé</w:t>
      </w:r>
      <w:r>
        <w:t>.</w:t>
      </w:r>
    </w:p>
    <w:p w14:paraId="16F3EA60" w14:textId="6B438FC8" w:rsidR="00F635DB" w:rsidRDefault="00F635DB" w:rsidP="00F635DB">
      <w:r>
        <w:t>M. de </w:t>
      </w:r>
      <w:proofErr w:type="spellStart"/>
      <w:r w:rsidR="00855694" w:rsidRPr="009071AC">
        <w:t>Coralth</w:t>
      </w:r>
      <w:proofErr w:type="spellEnd"/>
      <w:r w:rsidR="00855694" w:rsidRPr="009071AC">
        <w:t xml:space="preserve"> avait paru combattre toutes les idées de </w:t>
      </w:r>
      <w:r>
        <w:t>M. </w:t>
      </w:r>
      <w:proofErr w:type="spellStart"/>
      <w:r w:rsidR="00855694" w:rsidRPr="009071AC">
        <w:t>Wilkie</w:t>
      </w:r>
      <w:proofErr w:type="spellEnd"/>
      <w:r>
        <w:t xml:space="preserve">, </w:t>
      </w:r>
      <w:r w:rsidR="00855694" w:rsidRPr="009071AC">
        <w:t>mais il les avait</w:t>
      </w:r>
      <w:r>
        <w:t xml:space="preserve">, </w:t>
      </w:r>
      <w:r w:rsidR="00855694" w:rsidRPr="009071AC">
        <w:t>en définitive</w:t>
      </w:r>
      <w:r>
        <w:t xml:space="preserve">, </w:t>
      </w:r>
      <w:r w:rsidR="00855694" w:rsidRPr="009071AC">
        <w:t>acceptées toutes</w:t>
      </w:r>
      <w:r>
        <w:t xml:space="preserve">, </w:t>
      </w:r>
      <w:r w:rsidR="00855694" w:rsidRPr="009071AC">
        <w:t>de sorte que les objections avaient produit l</w:t>
      </w:r>
      <w:r>
        <w:t>’</w:t>
      </w:r>
      <w:r w:rsidR="00855694" w:rsidRPr="009071AC">
        <w:t>effet d</w:t>
      </w:r>
      <w:r>
        <w:t>’</w:t>
      </w:r>
      <w:r w:rsidR="00855694" w:rsidRPr="009071AC">
        <w:t>autant de stimulants</w:t>
      </w:r>
      <w:r>
        <w:t>.</w:t>
      </w:r>
    </w:p>
    <w:p w14:paraId="29A7D8CA" w14:textId="21B445A4" w:rsidR="00F635DB" w:rsidRDefault="00855694" w:rsidP="00F635DB">
      <w:r w:rsidRPr="009071AC">
        <w:t>Que conclure de là</w:t>
      </w:r>
      <w:r w:rsidR="00F635DB">
        <w:t xml:space="preserve">, </w:t>
      </w:r>
      <w:r w:rsidRPr="009071AC">
        <w:t xml:space="preserve">sinon que </w:t>
      </w:r>
      <w:r w:rsidR="00F635DB">
        <w:t>M. de </w:t>
      </w:r>
      <w:proofErr w:type="spellStart"/>
      <w:r w:rsidRPr="009071AC">
        <w:t>Coralth</w:t>
      </w:r>
      <w:proofErr w:type="spellEnd"/>
      <w:r w:rsidRPr="009071AC">
        <w:t xml:space="preserve"> avait quelque mystérieux intérêt à troubler l</w:t>
      </w:r>
      <w:r w:rsidR="00F635DB">
        <w:t>’</w:t>
      </w:r>
      <w:r w:rsidRPr="009071AC">
        <w:t xml:space="preserve">intelligence de </w:t>
      </w:r>
      <w:r w:rsidR="00F635DB">
        <w:t>M. </w:t>
      </w:r>
      <w:proofErr w:type="spellStart"/>
      <w:r w:rsidRPr="009071AC">
        <w:t>Wilkie</w:t>
      </w:r>
      <w:proofErr w:type="spellEnd"/>
      <w:r w:rsidRPr="009071AC">
        <w:t xml:space="preserve"> afin de s</w:t>
      </w:r>
      <w:r w:rsidR="00F635DB">
        <w:t>’</w:t>
      </w:r>
      <w:r w:rsidRPr="009071AC">
        <w:t>en rendre maître</w:t>
      </w:r>
      <w:r w:rsidR="00F635DB">
        <w:t> ?</w:t>
      </w:r>
    </w:p>
    <w:p w14:paraId="25EDEAA6" w14:textId="77777777" w:rsidR="00F635DB" w:rsidRDefault="00855694" w:rsidP="00F635DB">
      <w:r w:rsidRPr="009071AC">
        <w:t>Cette conclusion fut celle de Chupin</w:t>
      </w:r>
      <w:r w:rsidR="00F635DB">
        <w:t>.</w:t>
      </w:r>
    </w:p>
    <w:p w14:paraId="14E90981" w14:textId="10FA3A53" w:rsidR="00F635DB" w:rsidRDefault="00F635DB" w:rsidP="00F635DB">
      <w:r>
        <w:t>— </w:t>
      </w:r>
      <w:r w:rsidR="00855694" w:rsidRPr="009071AC">
        <w:t>Oh</w:t>
      </w:r>
      <w:r>
        <w:t xml:space="preserve"> ! </w:t>
      </w:r>
      <w:r w:rsidR="00855694" w:rsidRPr="009071AC">
        <w:t>oh</w:t>
      </w:r>
      <w:r>
        <w:t xml:space="preserve"> !… </w:t>
      </w:r>
      <w:r w:rsidR="00855694" w:rsidRPr="009071AC">
        <w:t>murmura-t-il</w:t>
      </w:r>
      <w:r>
        <w:t xml:space="preserve">, </w:t>
      </w:r>
      <w:r w:rsidR="00855694" w:rsidRPr="009071AC">
        <w:t>ce beau gars travaillerait-il aussi dans les successions</w:t>
      </w:r>
      <w:r>
        <w:t xml:space="preserve"> ?… </w:t>
      </w:r>
      <w:r w:rsidR="00855694" w:rsidRPr="009071AC">
        <w:t xml:space="preserve">Connaîtrait-il </w:t>
      </w:r>
      <w:r>
        <w:t>M</w:t>
      </w:r>
      <w:r w:rsidRPr="00F635DB">
        <w:rPr>
          <w:vertAlign w:val="superscript"/>
        </w:rPr>
        <w:t>me</w:t>
      </w:r>
      <w:r>
        <w:t> </w:t>
      </w:r>
      <w:r w:rsidR="00855694" w:rsidRPr="009071AC">
        <w:t>Lia d</w:t>
      </w:r>
      <w:r>
        <w:t>’</w:t>
      </w:r>
      <w:r w:rsidR="00855694" w:rsidRPr="009071AC">
        <w:t>Argelès</w:t>
      </w:r>
      <w:r>
        <w:t xml:space="preserve"> ?… </w:t>
      </w:r>
      <w:proofErr w:type="spellStart"/>
      <w:r w:rsidR="00855694" w:rsidRPr="009071AC">
        <w:t>Saurait-il</w:t>
      </w:r>
      <w:proofErr w:type="spellEnd"/>
      <w:r w:rsidR="00855694" w:rsidRPr="009071AC">
        <w:t xml:space="preserve"> qu</w:t>
      </w:r>
      <w:r>
        <w:t>’</w:t>
      </w:r>
      <w:r w:rsidR="00855694" w:rsidRPr="009071AC">
        <w:t>il y a quelque part un héritage à recueillir</w:t>
      </w:r>
      <w:r>
        <w:t xml:space="preserve"> ?… </w:t>
      </w:r>
      <w:r w:rsidR="00855694" w:rsidRPr="009071AC">
        <w:t>On me dirait qu</w:t>
      </w:r>
      <w:r>
        <w:t>’</w:t>
      </w:r>
      <w:r w:rsidR="00855694" w:rsidRPr="009071AC">
        <w:t>il veut cuire son pain dans notre four que je ne serais pas bien surpris</w:t>
      </w:r>
      <w:r>
        <w:t xml:space="preserve">… </w:t>
      </w:r>
      <w:r w:rsidR="00855694" w:rsidRPr="009071AC">
        <w:t>Mais c</w:t>
      </w:r>
      <w:r>
        <w:t>’</w:t>
      </w:r>
      <w:r w:rsidR="00855694" w:rsidRPr="009071AC">
        <w:t>est le père Fortunat qui ne rirait guère</w:t>
      </w:r>
      <w:r>
        <w:t xml:space="preserve"> !… </w:t>
      </w:r>
      <w:r w:rsidR="00855694" w:rsidRPr="009071AC">
        <w:t>Ah</w:t>
      </w:r>
      <w:r>
        <w:t xml:space="preserve"> ! </w:t>
      </w:r>
      <w:r w:rsidR="00855694" w:rsidRPr="009071AC">
        <w:t>mais non</w:t>
      </w:r>
      <w:r>
        <w:t xml:space="preserve"> !… </w:t>
      </w:r>
      <w:r w:rsidR="00855694" w:rsidRPr="009071AC">
        <w:t>il ne rirait même pas du tout</w:t>
      </w:r>
      <w:r>
        <w:t>…</w:t>
      </w:r>
    </w:p>
    <w:p w14:paraId="6652DFB6" w14:textId="77777777" w:rsidR="00F635DB" w:rsidRDefault="00855694" w:rsidP="00F635DB">
      <w:r w:rsidRPr="009071AC">
        <w:lastRenderedPageBreak/>
        <w:t>Planté sur ses jambes devant le restaurant</w:t>
      </w:r>
      <w:r w:rsidR="00F635DB">
        <w:t xml:space="preserve">, </w:t>
      </w:r>
      <w:r w:rsidRPr="009071AC">
        <w:t>il réfléchissait</w:t>
      </w:r>
      <w:r w:rsidR="00F635DB">
        <w:t xml:space="preserve">, </w:t>
      </w:r>
      <w:r w:rsidRPr="009071AC">
        <w:t>le nez en l</w:t>
      </w:r>
      <w:r w:rsidR="00F635DB">
        <w:t>’</w:t>
      </w:r>
      <w:r w:rsidRPr="009071AC">
        <w:t>air</w:t>
      </w:r>
      <w:r w:rsidR="00F635DB">
        <w:t xml:space="preserve">, </w:t>
      </w:r>
      <w:r w:rsidRPr="009071AC">
        <w:t>quand une des fenêtres de l</w:t>
      </w:r>
      <w:r w:rsidR="00F635DB">
        <w:t>’</w:t>
      </w:r>
      <w:r w:rsidRPr="009071AC">
        <w:t>entresol s</w:t>
      </w:r>
      <w:r w:rsidR="00F635DB">
        <w:t>’</w:t>
      </w:r>
      <w:r w:rsidRPr="009071AC">
        <w:t>ouvrit bruyamment</w:t>
      </w:r>
      <w:r w:rsidR="00F635DB">
        <w:t xml:space="preserve">, </w:t>
      </w:r>
      <w:r w:rsidRPr="009071AC">
        <w:t>et deux hommes parurent dans le cadre de lumière</w:t>
      </w:r>
      <w:r w:rsidR="00F635DB">
        <w:t xml:space="preserve">, </w:t>
      </w:r>
      <w:r w:rsidRPr="009071AC">
        <w:t>qui luttaient amicalement</w:t>
      </w:r>
      <w:r w:rsidR="00F635DB">
        <w:t xml:space="preserve"> : </w:t>
      </w:r>
      <w:r w:rsidRPr="009071AC">
        <w:t>l</w:t>
      </w:r>
      <w:r w:rsidR="00F635DB">
        <w:t>’</w:t>
      </w:r>
      <w:r w:rsidRPr="009071AC">
        <w:t>un s</w:t>
      </w:r>
      <w:r w:rsidR="00F635DB">
        <w:t>’</w:t>
      </w:r>
      <w:r w:rsidRPr="009071AC">
        <w:t>efforçait de saisir quelque chose que l</w:t>
      </w:r>
      <w:r w:rsidR="00F635DB">
        <w:t>’</w:t>
      </w:r>
      <w:r w:rsidRPr="009071AC">
        <w:t>autre tenait à la main et ne voulait pas lâcher</w:t>
      </w:r>
      <w:r w:rsidR="00F635DB">
        <w:t>.</w:t>
      </w:r>
    </w:p>
    <w:p w14:paraId="594B868A" w14:textId="6E71CA9B" w:rsidR="00F635DB" w:rsidRDefault="00855694" w:rsidP="00F635DB">
      <w:r w:rsidRPr="009071AC">
        <w:t xml:space="preserve">Un de ces deux hommes était </w:t>
      </w:r>
      <w:r w:rsidR="00F635DB">
        <w:t>M. </w:t>
      </w:r>
      <w:proofErr w:type="spellStart"/>
      <w:r w:rsidRPr="009071AC">
        <w:t>Wilkie</w:t>
      </w:r>
      <w:proofErr w:type="spellEnd"/>
      <w:r w:rsidR="00F635DB">
        <w:t xml:space="preserve">, </w:t>
      </w:r>
      <w:r w:rsidRPr="009071AC">
        <w:t>Chupin le reconnut parfaitement</w:t>
      </w:r>
      <w:r w:rsidR="00F635DB">
        <w:t>.</w:t>
      </w:r>
    </w:p>
    <w:p w14:paraId="48DB00AC" w14:textId="77777777" w:rsidR="00F635DB" w:rsidRDefault="00F635DB" w:rsidP="00F635DB">
      <w:r>
        <w:t>— </w:t>
      </w:r>
      <w:r w:rsidR="00855694" w:rsidRPr="009071AC">
        <w:t>Allons bon</w:t>
      </w:r>
      <w:r>
        <w:t xml:space="preserve"> ! </w:t>
      </w:r>
      <w:r w:rsidR="00855694" w:rsidRPr="009071AC">
        <w:t>dit-il</w:t>
      </w:r>
      <w:r>
        <w:t xml:space="preserve">, </w:t>
      </w:r>
      <w:r w:rsidR="00855694" w:rsidRPr="009071AC">
        <w:t>voilà le commencement de la fin</w:t>
      </w:r>
      <w:r>
        <w:t>.</w:t>
      </w:r>
    </w:p>
    <w:p w14:paraId="1686C552" w14:textId="45BB7238" w:rsidR="00F635DB" w:rsidRDefault="00855694" w:rsidP="00F635DB">
      <w:r w:rsidRPr="009071AC">
        <w:t>Juste comme il disait cela</w:t>
      </w:r>
      <w:r w:rsidR="00F635DB">
        <w:t xml:space="preserve">, </w:t>
      </w:r>
      <w:r w:rsidRPr="009071AC">
        <w:t xml:space="preserve">le chapeau de </w:t>
      </w:r>
      <w:r w:rsidR="00F635DB">
        <w:t>M. </w:t>
      </w:r>
      <w:proofErr w:type="spellStart"/>
      <w:r w:rsidRPr="009071AC">
        <w:t>Wilkie</w:t>
      </w:r>
      <w:proofErr w:type="spellEnd"/>
      <w:r w:rsidRPr="009071AC">
        <w:t xml:space="preserve"> tomba sur le rebord de la fenêtre</w:t>
      </w:r>
      <w:r w:rsidR="00F635DB">
        <w:t xml:space="preserve">, </w:t>
      </w:r>
      <w:r w:rsidRPr="009071AC">
        <w:t>glissa sur la corniche et fut lancé sur le trottoir</w:t>
      </w:r>
      <w:r w:rsidR="00F635DB">
        <w:t>…</w:t>
      </w:r>
    </w:p>
    <w:p w14:paraId="5256BFBF" w14:textId="497E4E72" w:rsidR="00F635DB" w:rsidRDefault="00855694" w:rsidP="00F635DB">
      <w:r w:rsidRPr="009071AC">
        <w:t>Machinalement</w:t>
      </w:r>
      <w:r w:rsidR="00F635DB">
        <w:t xml:space="preserve">, </w:t>
      </w:r>
      <w:r w:rsidRPr="009071AC">
        <w:t>Chupin le ramassa</w:t>
      </w:r>
      <w:r w:rsidR="00F635DB">
        <w:t xml:space="preserve">, </w:t>
      </w:r>
      <w:r w:rsidRPr="009071AC">
        <w:t>et il le tournait et le retournait entre ses mains</w:t>
      </w:r>
      <w:r w:rsidR="00F635DB">
        <w:t xml:space="preserve">, </w:t>
      </w:r>
      <w:r w:rsidRPr="009071AC">
        <w:t xml:space="preserve">lorsque </w:t>
      </w:r>
      <w:r w:rsidR="00F635DB">
        <w:t>M. </w:t>
      </w:r>
      <w:proofErr w:type="spellStart"/>
      <w:r w:rsidRPr="009071AC">
        <w:t>Wilkie</w:t>
      </w:r>
      <w:proofErr w:type="spellEnd"/>
      <w:r w:rsidR="00F635DB">
        <w:t xml:space="preserve">, </w:t>
      </w:r>
      <w:r w:rsidRPr="009071AC">
        <w:t>se penchant à la fenêtre</w:t>
      </w:r>
      <w:r w:rsidR="00F635DB">
        <w:t xml:space="preserve">, </w:t>
      </w:r>
      <w:r w:rsidRPr="009071AC">
        <w:t>cria d</w:t>
      </w:r>
      <w:r w:rsidR="00F635DB">
        <w:t>’</w:t>
      </w:r>
      <w:r w:rsidRPr="009071AC">
        <w:t>une voix avinée</w:t>
      </w:r>
      <w:r w:rsidR="00F635DB">
        <w:t> :</w:t>
      </w:r>
    </w:p>
    <w:p w14:paraId="53DF475F" w14:textId="77777777" w:rsidR="00F635DB" w:rsidRDefault="00F635DB" w:rsidP="00F635DB">
      <w:r>
        <w:t>— </w:t>
      </w:r>
      <w:r w:rsidR="00855694" w:rsidRPr="009071AC">
        <w:t>Holà</w:t>
      </w:r>
      <w:r>
        <w:t xml:space="preserve"> !… </w:t>
      </w:r>
      <w:r w:rsidR="00855694" w:rsidRPr="009071AC">
        <w:t>eh</w:t>
      </w:r>
      <w:r>
        <w:t xml:space="preserve"> !… </w:t>
      </w:r>
      <w:r w:rsidR="00855694" w:rsidRPr="009071AC">
        <w:t>Qui est-ce qui a trouvé mon chapeau</w:t>
      </w:r>
      <w:r>
        <w:t xml:space="preserve"> ?… </w:t>
      </w:r>
      <w:r w:rsidR="00855694" w:rsidRPr="009071AC">
        <w:t>Récompense honnête</w:t>
      </w:r>
      <w:r>
        <w:t xml:space="preserve">… </w:t>
      </w:r>
      <w:r w:rsidR="00855694" w:rsidRPr="009071AC">
        <w:t>un verre de champagne et un londrès</w:t>
      </w:r>
      <w:r>
        <w:t xml:space="preserve">, </w:t>
      </w:r>
      <w:r w:rsidR="00855694" w:rsidRPr="009071AC">
        <w:t>à qui me le rapportera</w:t>
      </w:r>
      <w:r>
        <w:t xml:space="preserve">, </w:t>
      </w:r>
      <w:r w:rsidR="00855694" w:rsidRPr="009071AC">
        <w:t>cabinet N</w:t>
      </w:r>
      <w:r>
        <w:t>° </w:t>
      </w:r>
      <w:r w:rsidRPr="009071AC">
        <w:t>6</w:t>
      </w:r>
      <w:r>
        <w:t>.</w:t>
      </w:r>
    </w:p>
    <w:p w14:paraId="2328B44B" w14:textId="77777777" w:rsidR="00F635DB" w:rsidRDefault="00855694" w:rsidP="00F635DB">
      <w:r w:rsidRPr="009071AC">
        <w:t>Chupin hésita</w:t>
      </w:r>
      <w:r w:rsidR="00F635DB">
        <w:t>…</w:t>
      </w:r>
    </w:p>
    <w:p w14:paraId="76A1545D" w14:textId="77777777" w:rsidR="00F635DB" w:rsidRDefault="00855694" w:rsidP="00F635DB">
      <w:r w:rsidRPr="009071AC">
        <w:t>Monter</w:t>
      </w:r>
      <w:r w:rsidR="00F635DB">
        <w:t xml:space="preserve">, </w:t>
      </w:r>
      <w:r w:rsidRPr="009071AC">
        <w:t>c</w:t>
      </w:r>
      <w:r w:rsidR="00F635DB">
        <w:t>’</w:t>
      </w:r>
      <w:r w:rsidRPr="009071AC">
        <w:t>était risquer de compromettre le succès de sa mission</w:t>
      </w:r>
      <w:r w:rsidR="00F635DB">
        <w:t xml:space="preserve">… </w:t>
      </w:r>
      <w:r w:rsidRPr="009071AC">
        <w:t>D</w:t>
      </w:r>
      <w:r w:rsidR="00F635DB">
        <w:t>’</w:t>
      </w:r>
      <w:r w:rsidRPr="009071AC">
        <w:t>un autre côté</w:t>
      </w:r>
      <w:r w:rsidR="00F635DB">
        <w:t xml:space="preserve">, </w:t>
      </w:r>
      <w:r w:rsidRPr="009071AC">
        <w:t>la curiosité l</w:t>
      </w:r>
      <w:r w:rsidR="00F635DB">
        <w:t>’</w:t>
      </w:r>
      <w:r w:rsidRPr="009071AC">
        <w:t>émoustillait</w:t>
      </w:r>
      <w:r w:rsidR="00F635DB">
        <w:t xml:space="preserve">, </w:t>
      </w:r>
      <w:r w:rsidRPr="009071AC">
        <w:t>et il n</w:t>
      </w:r>
      <w:r w:rsidR="00F635DB">
        <w:t>’</w:t>
      </w:r>
      <w:r w:rsidRPr="009071AC">
        <w:t>eût pas été fâché de voir de ses yeux comment s</w:t>
      </w:r>
      <w:r w:rsidR="00F635DB">
        <w:t>’</w:t>
      </w:r>
      <w:r w:rsidRPr="009071AC">
        <w:t>amusaient ces jeunes messieurs</w:t>
      </w:r>
      <w:r w:rsidR="00F635DB">
        <w:t xml:space="preserve">… </w:t>
      </w:r>
      <w:r w:rsidRPr="009071AC">
        <w:t>Puis</w:t>
      </w:r>
      <w:r w:rsidR="00F635DB">
        <w:t xml:space="preserve">, </w:t>
      </w:r>
      <w:r w:rsidRPr="009071AC">
        <w:t>c</w:t>
      </w:r>
      <w:r w:rsidR="00F635DB">
        <w:t>’</w:t>
      </w:r>
      <w:r w:rsidRPr="009071AC">
        <w:t>était une occasion d</w:t>
      </w:r>
      <w:r w:rsidR="00F635DB">
        <w:t>’</w:t>
      </w:r>
      <w:r w:rsidRPr="009071AC">
        <w:t>examiner de très-près ce joli vicomte qu</w:t>
      </w:r>
      <w:r w:rsidR="00F635DB">
        <w:t>’</w:t>
      </w:r>
      <w:r w:rsidRPr="009071AC">
        <w:t>il était positivement sûr d</w:t>
      </w:r>
      <w:r w:rsidR="00F635DB">
        <w:t>’</w:t>
      </w:r>
      <w:r w:rsidRPr="009071AC">
        <w:t>avoir déjà rencontré sur son chemin sans pouvoir se rappeler où ni comment</w:t>
      </w:r>
      <w:r w:rsidR="00F635DB">
        <w:t>.</w:t>
      </w:r>
    </w:p>
    <w:p w14:paraId="5EF684B9" w14:textId="0C73BD50" w:rsidR="00F635DB" w:rsidRDefault="00855694" w:rsidP="00F635DB">
      <w:r w:rsidRPr="009071AC">
        <w:t>Cependant</w:t>
      </w:r>
      <w:r w:rsidR="00F635DB">
        <w:t>, M. </w:t>
      </w:r>
      <w:proofErr w:type="spellStart"/>
      <w:r w:rsidRPr="009071AC">
        <w:t>Wilkie</w:t>
      </w:r>
      <w:proofErr w:type="spellEnd"/>
      <w:r w:rsidR="00F635DB">
        <w:t xml:space="preserve">, </w:t>
      </w:r>
      <w:r w:rsidRPr="009071AC">
        <w:t>de sa fenêtre</w:t>
      </w:r>
      <w:r w:rsidR="00F635DB">
        <w:t xml:space="preserve">, </w:t>
      </w:r>
      <w:r w:rsidRPr="009071AC">
        <w:t>l</w:t>
      </w:r>
      <w:r w:rsidR="00F635DB">
        <w:t>’</w:t>
      </w:r>
      <w:r w:rsidRPr="009071AC">
        <w:t>avait aperçu</w:t>
      </w:r>
      <w:r w:rsidR="00F635DB">
        <w:t>.</w:t>
      </w:r>
    </w:p>
    <w:p w14:paraId="0EBB8E31" w14:textId="77777777" w:rsidR="00F635DB" w:rsidRDefault="00F635DB" w:rsidP="00F635DB">
      <w:r>
        <w:lastRenderedPageBreak/>
        <w:t>— </w:t>
      </w:r>
      <w:r w:rsidR="00855694" w:rsidRPr="009071AC">
        <w:t>Arrivez donc</w:t>
      </w:r>
      <w:r>
        <w:t xml:space="preserve">, </w:t>
      </w:r>
      <w:r w:rsidR="00855694" w:rsidRPr="009071AC">
        <w:t>farceur</w:t>
      </w:r>
      <w:r>
        <w:t xml:space="preserve"> !… </w:t>
      </w:r>
      <w:r w:rsidR="00855694" w:rsidRPr="009071AC">
        <w:t>lui cria-t-il</w:t>
      </w:r>
      <w:r>
        <w:t xml:space="preserve">, </w:t>
      </w:r>
      <w:r w:rsidR="00855694" w:rsidRPr="009071AC">
        <w:t>vous n</w:t>
      </w:r>
      <w:r>
        <w:t>’</w:t>
      </w:r>
      <w:r w:rsidR="00855694" w:rsidRPr="009071AC">
        <w:t>avez donc pas soif</w:t>
      </w:r>
      <w:r>
        <w:t> !</w:t>
      </w:r>
    </w:p>
    <w:p w14:paraId="66BDCB17" w14:textId="77777777" w:rsidR="00F635DB" w:rsidRDefault="00855694" w:rsidP="00F635DB">
      <w:r w:rsidRPr="009071AC">
        <w:t>L</w:t>
      </w:r>
      <w:r w:rsidR="00F635DB">
        <w:t>’</w:t>
      </w:r>
      <w:r w:rsidRPr="009071AC">
        <w:t>idée du vicomte décida Chupin</w:t>
      </w:r>
      <w:r w:rsidR="00F635DB">
        <w:t xml:space="preserve">. </w:t>
      </w:r>
      <w:r w:rsidRPr="009071AC">
        <w:t>Il entra</w:t>
      </w:r>
      <w:r w:rsidR="00F635DB">
        <w:t xml:space="preserve">, </w:t>
      </w:r>
      <w:r w:rsidRPr="009071AC">
        <w:t xml:space="preserve">gravit lentement le </w:t>
      </w:r>
      <w:proofErr w:type="spellStart"/>
      <w:r w:rsidRPr="009071AC">
        <w:t>roide</w:t>
      </w:r>
      <w:proofErr w:type="spellEnd"/>
      <w:r w:rsidRPr="009071AC">
        <w:t xml:space="preserve"> escalier</w:t>
      </w:r>
      <w:r w:rsidR="00F635DB">
        <w:t xml:space="preserve">, </w:t>
      </w:r>
      <w:r w:rsidRPr="009071AC">
        <w:t>et il arrivait au palier de l</w:t>
      </w:r>
      <w:r w:rsidR="00F635DB">
        <w:t>’</w:t>
      </w:r>
      <w:r w:rsidRPr="009071AC">
        <w:t>entresol</w:t>
      </w:r>
      <w:r w:rsidR="00F635DB">
        <w:t xml:space="preserve">, </w:t>
      </w:r>
      <w:r w:rsidRPr="009071AC">
        <w:t>quand un monsieur en habit noir</w:t>
      </w:r>
      <w:r w:rsidR="00F635DB">
        <w:t xml:space="preserve">, </w:t>
      </w:r>
      <w:r w:rsidRPr="009071AC">
        <w:t>bien rasé</w:t>
      </w:r>
      <w:r w:rsidR="00F635DB">
        <w:t xml:space="preserve">, </w:t>
      </w:r>
      <w:r w:rsidRPr="009071AC">
        <w:t>assez gras</w:t>
      </w:r>
      <w:r w:rsidR="00F635DB">
        <w:t xml:space="preserve">, </w:t>
      </w:r>
      <w:r w:rsidRPr="009071AC">
        <w:t>blond et très-pâle</w:t>
      </w:r>
      <w:r w:rsidR="00F635DB">
        <w:t xml:space="preserve">, </w:t>
      </w:r>
      <w:r w:rsidRPr="009071AC">
        <w:t>lui barra le passage et rudement lui demanda</w:t>
      </w:r>
      <w:r w:rsidR="00F635DB">
        <w:t> :</w:t>
      </w:r>
    </w:p>
    <w:p w14:paraId="1F24B58C" w14:textId="77777777" w:rsidR="00F635DB" w:rsidRDefault="00F635DB" w:rsidP="00F635DB">
      <w:r>
        <w:t>— </w:t>
      </w:r>
      <w:r w:rsidR="00855694" w:rsidRPr="009071AC">
        <w:t>Qu</w:t>
      </w:r>
      <w:r>
        <w:t>’</w:t>
      </w:r>
      <w:r w:rsidR="00855694" w:rsidRPr="009071AC">
        <w:t>est-ce que vous voulez</w:t>
      </w:r>
      <w:r>
        <w:t> ?</w:t>
      </w:r>
    </w:p>
    <w:p w14:paraId="10EA4D68" w14:textId="77777777" w:rsidR="00F635DB" w:rsidRDefault="00F635DB" w:rsidP="00F635DB">
      <w:r>
        <w:t>— </w:t>
      </w:r>
      <w:r w:rsidR="00855694" w:rsidRPr="009071AC">
        <w:t>M</w:t>
      </w:r>
      <w:r>
        <w:t>’</w:t>
      </w:r>
      <w:proofErr w:type="spellStart"/>
      <w:r w:rsidR="00855694" w:rsidRPr="009071AC">
        <w:t>sieu</w:t>
      </w:r>
      <w:proofErr w:type="spellEnd"/>
      <w:r>
        <w:t xml:space="preserve">, </w:t>
      </w:r>
      <w:r w:rsidR="00855694" w:rsidRPr="009071AC">
        <w:t>c</w:t>
      </w:r>
      <w:r>
        <w:t>’</w:t>
      </w:r>
      <w:r w:rsidR="00855694" w:rsidRPr="009071AC">
        <w:t>est un chapeau qui est tombé d</w:t>
      </w:r>
      <w:r>
        <w:t>’</w:t>
      </w:r>
      <w:r w:rsidR="00855694" w:rsidRPr="009071AC">
        <w:t>une fenêtre de chez vous</w:t>
      </w:r>
      <w:r>
        <w:t xml:space="preserve">, </w:t>
      </w:r>
      <w:r w:rsidR="00855694" w:rsidRPr="009071AC">
        <w:t>et alors</w:t>
      </w:r>
      <w:r>
        <w:t>…</w:t>
      </w:r>
    </w:p>
    <w:p w14:paraId="5CD1D1D8" w14:textId="77777777" w:rsidR="00F635DB" w:rsidRDefault="00F635DB" w:rsidP="00F635DB">
      <w:r>
        <w:t>— </w:t>
      </w:r>
      <w:r w:rsidR="00855694" w:rsidRPr="009071AC">
        <w:t>C</w:t>
      </w:r>
      <w:r>
        <w:t>’</w:t>
      </w:r>
      <w:r w:rsidR="00855694" w:rsidRPr="009071AC">
        <w:t>est bien</w:t>
      </w:r>
      <w:r>
        <w:t xml:space="preserve">, </w:t>
      </w:r>
      <w:r w:rsidR="00855694" w:rsidRPr="009071AC">
        <w:t>donnez</w:t>
      </w:r>
      <w:r>
        <w:t xml:space="preserve"> !… </w:t>
      </w:r>
      <w:r w:rsidR="00855694" w:rsidRPr="009071AC">
        <w:t>dit le monsieur en habit noir</w:t>
      </w:r>
      <w:r>
        <w:t xml:space="preserve">, </w:t>
      </w:r>
      <w:r w:rsidR="00855694" w:rsidRPr="009071AC">
        <w:t>habitué à voir passer bien des choses par ses fenêtres</w:t>
      </w:r>
      <w:r>
        <w:t>.</w:t>
      </w:r>
    </w:p>
    <w:p w14:paraId="6C8EC371" w14:textId="5C9B9288" w:rsidR="00F635DB" w:rsidRDefault="00855694" w:rsidP="00F635DB">
      <w:r w:rsidRPr="009071AC">
        <w:t>Mais Chupin n</w:t>
      </w:r>
      <w:r w:rsidR="00F635DB">
        <w:t>’</w:t>
      </w:r>
      <w:r w:rsidRPr="009071AC">
        <w:t>entendait pas de cette oreille</w:t>
      </w:r>
      <w:r w:rsidR="00F635DB">
        <w:t xml:space="preserve">, </w:t>
      </w:r>
      <w:r w:rsidRPr="009071AC">
        <w:t>et il entamait une explication quand un rideau près de lui se souleva</w:t>
      </w:r>
      <w:r w:rsidR="00F635DB">
        <w:t xml:space="preserve">, </w:t>
      </w:r>
      <w:r w:rsidRPr="009071AC">
        <w:t xml:space="preserve">et </w:t>
      </w:r>
      <w:r w:rsidR="00F635DB">
        <w:t>M. </w:t>
      </w:r>
      <w:proofErr w:type="spellStart"/>
      <w:r w:rsidRPr="009071AC">
        <w:t>Wilkie</w:t>
      </w:r>
      <w:proofErr w:type="spellEnd"/>
      <w:r w:rsidRPr="009071AC">
        <w:t xml:space="preserve"> parut</w:t>
      </w:r>
      <w:r w:rsidR="00F635DB">
        <w:t xml:space="preserve">, </w:t>
      </w:r>
      <w:r w:rsidRPr="009071AC">
        <w:t>criant</w:t>
      </w:r>
      <w:r w:rsidR="00F635DB">
        <w:t> :</w:t>
      </w:r>
    </w:p>
    <w:p w14:paraId="00DE32A6" w14:textId="77777777" w:rsidR="00F635DB" w:rsidRDefault="00F635DB" w:rsidP="00F635DB">
      <w:r>
        <w:t>— </w:t>
      </w:r>
      <w:r w:rsidR="00855694" w:rsidRPr="009071AC">
        <w:t>Philippe</w:t>
      </w:r>
      <w:r>
        <w:t xml:space="preserve"> !… </w:t>
      </w:r>
      <w:r w:rsidR="00855694" w:rsidRPr="009071AC">
        <w:t>hé</w:t>
      </w:r>
      <w:r>
        <w:t xml:space="preserve"> !… </w:t>
      </w:r>
      <w:r w:rsidR="00855694" w:rsidRPr="009071AC">
        <w:t>Philippe</w:t>
      </w:r>
      <w:r>
        <w:t xml:space="preserve"> !… </w:t>
      </w:r>
      <w:r w:rsidR="00855694" w:rsidRPr="009071AC">
        <w:t>qu</w:t>
      </w:r>
      <w:r>
        <w:t>’</w:t>
      </w:r>
      <w:r w:rsidR="00855694" w:rsidRPr="009071AC">
        <w:t>on me serve l</w:t>
      </w:r>
      <w:r>
        <w:t>’</w:t>
      </w:r>
      <w:r w:rsidR="00855694" w:rsidRPr="009071AC">
        <w:t>homme qui a ramassé mon chapeau</w:t>
      </w:r>
      <w:r>
        <w:t> !</w:t>
      </w:r>
    </w:p>
    <w:p w14:paraId="0FB8393A" w14:textId="77777777" w:rsidR="00F635DB" w:rsidRDefault="00F635DB" w:rsidP="00F635DB">
      <w:r>
        <w:t>— </w:t>
      </w:r>
      <w:r w:rsidR="00855694" w:rsidRPr="009071AC">
        <w:t>Ah</w:t>
      </w:r>
      <w:r>
        <w:t xml:space="preserve"> ! </w:t>
      </w:r>
      <w:r w:rsidR="00855694" w:rsidRPr="009071AC">
        <w:t>fit Chupin</w:t>
      </w:r>
      <w:r>
        <w:t xml:space="preserve">, </w:t>
      </w:r>
      <w:r w:rsidR="00855694" w:rsidRPr="009071AC">
        <w:t>vous voyez bien</w:t>
      </w:r>
      <w:r>
        <w:t xml:space="preserve">, </w:t>
      </w:r>
      <w:r w:rsidR="00855694" w:rsidRPr="009071AC">
        <w:t>m</w:t>
      </w:r>
      <w:r>
        <w:t>’</w:t>
      </w:r>
      <w:proofErr w:type="spellStart"/>
      <w:r w:rsidR="00855694" w:rsidRPr="009071AC">
        <w:t>sieu</w:t>
      </w:r>
      <w:proofErr w:type="spellEnd"/>
      <w:r>
        <w:t xml:space="preserve">, </w:t>
      </w:r>
      <w:r w:rsidR="00855694" w:rsidRPr="009071AC">
        <w:t>qu</w:t>
      </w:r>
      <w:r>
        <w:t>’</w:t>
      </w:r>
      <w:r w:rsidR="00855694" w:rsidRPr="009071AC">
        <w:t>on me demande</w:t>
      </w:r>
      <w:r>
        <w:t>…</w:t>
      </w:r>
    </w:p>
    <w:p w14:paraId="7E1A314E" w14:textId="77777777" w:rsidR="00F635DB" w:rsidRDefault="00F635DB" w:rsidP="00F635DB">
      <w:r>
        <w:t>— </w:t>
      </w:r>
      <w:r w:rsidR="00855694" w:rsidRPr="009071AC">
        <w:t>C</w:t>
      </w:r>
      <w:r>
        <w:t>’</w:t>
      </w:r>
      <w:r w:rsidR="00855694" w:rsidRPr="009071AC">
        <w:t>est exact</w:t>
      </w:r>
      <w:r>
        <w:t xml:space="preserve">, </w:t>
      </w:r>
      <w:r w:rsidR="00855694" w:rsidRPr="009071AC">
        <w:t>prononça Philippe</w:t>
      </w:r>
      <w:r>
        <w:t xml:space="preserve">, </w:t>
      </w:r>
      <w:r w:rsidR="00855694" w:rsidRPr="009071AC">
        <w:t>allez</w:t>
      </w:r>
      <w:r>
        <w:t>…</w:t>
      </w:r>
    </w:p>
    <w:p w14:paraId="0580E2AD" w14:textId="77777777" w:rsidR="00F635DB" w:rsidRDefault="00855694" w:rsidP="00F635DB">
      <w:r w:rsidRPr="009071AC">
        <w:t>Et</w:t>
      </w:r>
      <w:r w:rsidR="00F635DB">
        <w:t xml:space="preserve">, </w:t>
      </w:r>
      <w:r w:rsidRPr="009071AC">
        <w:t>soulevant la portière du corridor</w:t>
      </w:r>
      <w:r w:rsidR="00F635DB">
        <w:t xml:space="preserve">, </w:t>
      </w:r>
      <w:r w:rsidRPr="009071AC">
        <w:t>il poussa Chupin dans le cabinet N</w:t>
      </w:r>
      <w:r w:rsidR="00F635DB">
        <w:t>° </w:t>
      </w:r>
      <w:r w:rsidR="00F635DB" w:rsidRPr="009071AC">
        <w:t>6</w:t>
      </w:r>
      <w:r w:rsidR="00F635DB">
        <w:t>.</w:t>
      </w:r>
    </w:p>
    <w:p w14:paraId="4B00F2EB" w14:textId="77777777" w:rsidR="00F635DB" w:rsidRDefault="00855694" w:rsidP="00F635DB">
      <w:r w:rsidRPr="009071AC">
        <w:t>C</w:t>
      </w:r>
      <w:r w:rsidR="00F635DB">
        <w:t>’</w:t>
      </w:r>
      <w:r w:rsidRPr="009071AC">
        <w:t>était une petite pièce carrée</w:t>
      </w:r>
      <w:r w:rsidR="00F635DB">
        <w:t xml:space="preserve">, </w:t>
      </w:r>
      <w:r w:rsidRPr="009071AC">
        <w:t>basse de plafond</w:t>
      </w:r>
      <w:r w:rsidR="00F635DB">
        <w:t xml:space="preserve">, </w:t>
      </w:r>
      <w:r w:rsidRPr="009071AC">
        <w:t>où régnait une température de fournaise</w:t>
      </w:r>
      <w:r w:rsidR="00F635DB">
        <w:t xml:space="preserve">, </w:t>
      </w:r>
      <w:r w:rsidRPr="009071AC">
        <w:t>où la lumière du gaz éclatait crue</w:t>
      </w:r>
      <w:r w:rsidR="00F635DB">
        <w:t xml:space="preserve">, </w:t>
      </w:r>
      <w:r w:rsidRPr="009071AC">
        <w:t>terrible</w:t>
      </w:r>
      <w:r w:rsidR="00F635DB">
        <w:t xml:space="preserve">, </w:t>
      </w:r>
      <w:r w:rsidRPr="009071AC">
        <w:t>aveuglante</w:t>
      </w:r>
      <w:r w:rsidR="00F635DB">
        <w:t>…</w:t>
      </w:r>
    </w:p>
    <w:p w14:paraId="43D4E8A4" w14:textId="77777777" w:rsidR="00F635DB" w:rsidRDefault="00855694" w:rsidP="00F635DB">
      <w:r w:rsidRPr="009071AC">
        <w:t>Le souper touchait à sa fin</w:t>
      </w:r>
      <w:r w:rsidR="00F635DB">
        <w:t xml:space="preserve">, </w:t>
      </w:r>
      <w:r w:rsidRPr="009071AC">
        <w:t>mais on n</w:t>
      </w:r>
      <w:r w:rsidR="00F635DB">
        <w:t>’</w:t>
      </w:r>
      <w:r w:rsidRPr="009071AC">
        <w:t>avait pas encore desservi</w:t>
      </w:r>
      <w:r w:rsidR="00F635DB">
        <w:t xml:space="preserve">, </w:t>
      </w:r>
      <w:r w:rsidRPr="009071AC">
        <w:t>et les assiettes toutes pleines de mets déchiquetés</w:t>
      </w:r>
      <w:r w:rsidR="00F635DB">
        <w:t xml:space="preserve">, </w:t>
      </w:r>
      <w:r w:rsidRPr="009071AC">
        <w:t>gâtés</w:t>
      </w:r>
      <w:r w:rsidR="00F635DB">
        <w:t xml:space="preserve">, </w:t>
      </w:r>
      <w:r w:rsidRPr="009071AC">
        <w:t>gâchés</w:t>
      </w:r>
      <w:r w:rsidR="00F635DB">
        <w:t xml:space="preserve">, </w:t>
      </w:r>
      <w:r w:rsidRPr="009071AC">
        <w:t>trahissaient la satiété</w:t>
      </w:r>
      <w:r w:rsidR="00F635DB">
        <w:t>…</w:t>
      </w:r>
    </w:p>
    <w:p w14:paraId="0F4A1C10" w14:textId="66D9D107" w:rsidR="00F635DB" w:rsidRDefault="00855694" w:rsidP="00F635DB">
      <w:r w:rsidRPr="009071AC">
        <w:lastRenderedPageBreak/>
        <w:t>Du reste</w:t>
      </w:r>
      <w:r w:rsidR="00F635DB">
        <w:t xml:space="preserve">, </w:t>
      </w:r>
      <w:r w:rsidRPr="009071AC">
        <w:t>à l</w:t>
      </w:r>
      <w:r w:rsidR="00F635DB">
        <w:t>’</w:t>
      </w:r>
      <w:r w:rsidRPr="009071AC">
        <w:t xml:space="preserve">exception de </w:t>
      </w:r>
      <w:r w:rsidR="00F635DB">
        <w:t>M. </w:t>
      </w:r>
      <w:proofErr w:type="spellStart"/>
      <w:r w:rsidRPr="009071AC">
        <w:t>Wilkie</w:t>
      </w:r>
      <w:proofErr w:type="spellEnd"/>
      <w:r w:rsidR="00F635DB">
        <w:t xml:space="preserve">, </w:t>
      </w:r>
      <w:r w:rsidRPr="009071AC">
        <w:t>tous les convives étaient plus froids que marbre et paraissaient s</w:t>
      </w:r>
      <w:r w:rsidR="00F635DB">
        <w:t>’</w:t>
      </w:r>
      <w:r w:rsidRPr="009071AC">
        <w:t>ennuyer prodigieusement</w:t>
      </w:r>
      <w:r w:rsidR="00F635DB">
        <w:t xml:space="preserve">… </w:t>
      </w:r>
      <w:r w:rsidRPr="009071AC">
        <w:t>Dans un coin</w:t>
      </w:r>
      <w:r w:rsidR="00F635DB">
        <w:t xml:space="preserve">, </w:t>
      </w:r>
      <w:r w:rsidRPr="009071AC">
        <w:t>la tête appuyée contre le piano</w:t>
      </w:r>
      <w:r w:rsidR="00F635DB">
        <w:t xml:space="preserve">, </w:t>
      </w:r>
      <w:r w:rsidRPr="009071AC">
        <w:t>une des demoiselles à cheveux jaunes dormait</w:t>
      </w:r>
      <w:r w:rsidR="00F635DB">
        <w:t>.</w:t>
      </w:r>
    </w:p>
    <w:p w14:paraId="4B8D1DE1" w14:textId="006173F9" w:rsidR="00F635DB" w:rsidRDefault="00855694" w:rsidP="00F635DB">
      <w:r w:rsidRPr="009071AC">
        <w:t>Assis près de la fenêtre</w:t>
      </w:r>
      <w:r w:rsidR="00F635DB">
        <w:t xml:space="preserve">, </w:t>
      </w:r>
      <w:r w:rsidRPr="009071AC">
        <w:t>plus flegmatique encore que les autres</w:t>
      </w:r>
      <w:r w:rsidR="00F635DB">
        <w:t>, M. </w:t>
      </w:r>
      <w:r w:rsidRPr="009071AC">
        <w:t xml:space="preserve">le vicomte de </w:t>
      </w:r>
      <w:proofErr w:type="spellStart"/>
      <w:r w:rsidRPr="009071AC">
        <w:t>Coralth</w:t>
      </w:r>
      <w:proofErr w:type="spellEnd"/>
      <w:r w:rsidRPr="009071AC">
        <w:t xml:space="preserve"> fumait les coudes sur la table</w:t>
      </w:r>
      <w:r w:rsidR="00F635DB">
        <w:t>.</w:t>
      </w:r>
    </w:p>
    <w:p w14:paraId="07C87171" w14:textId="74ED1C59" w:rsidR="00F635DB" w:rsidRDefault="00F635DB" w:rsidP="00F635DB">
      <w:r>
        <w:t>— </w:t>
      </w:r>
      <w:r w:rsidR="00855694" w:rsidRPr="009071AC">
        <w:t>Voici donc mon chapeau</w:t>
      </w:r>
      <w:r>
        <w:t xml:space="preserve"> !… </w:t>
      </w:r>
      <w:r w:rsidR="00855694" w:rsidRPr="009071AC">
        <w:t xml:space="preserve">exclama </w:t>
      </w:r>
      <w:r>
        <w:t>M. </w:t>
      </w:r>
      <w:proofErr w:type="spellStart"/>
      <w:r w:rsidR="00855694" w:rsidRPr="009071AC">
        <w:t>Wilkie</w:t>
      </w:r>
      <w:proofErr w:type="spellEnd"/>
      <w:r>
        <w:t xml:space="preserve">, </w:t>
      </w:r>
      <w:r w:rsidR="00855694" w:rsidRPr="009071AC">
        <w:t>dès que parut Chupin</w:t>
      </w:r>
      <w:r>
        <w:t xml:space="preserve">… </w:t>
      </w:r>
      <w:r w:rsidR="00855694" w:rsidRPr="009071AC">
        <w:t>Reste à payer la récompense promise</w:t>
      </w:r>
      <w:r>
        <w:t>.</w:t>
      </w:r>
    </w:p>
    <w:p w14:paraId="41B3203B" w14:textId="77777777" w:rsidR="00F635DB" w:rsidRDefault="00855694" w:rsidP="00F635DB">
      <w:r w:rsidRPr="009071AC">
        <w:t>Et aussitôt il se pendit à la sonnette</w:t>
      </w:r>
      <w:r w:rsidR="00F635DB">
        <w:t xml:space="preserve">, </w:t>
      </w:r>
      <w:r w:rsidRPr="009071AC">
        <w:t>en criant à pleins poumons</w:t>
      </w:r>
      <w:r w:rsidR="00F635DB">
        <w:t> :</w:t>
      </w:r>
    </w:p>
    <w:p w14:paraId="60E9E06D" w14:textId="77777777" w:rsidR="00F635DB" w:rsidRDefault="00F635DB" w:rsidP="00F635DB">
      <w:r>
        <w:t>— </w:t>
      </w:r>
      <w:r w:rsidR="00855694" w:rsidRPr="009071AC">
        <w:t>Henri</w:t>
      </w:r>
      <w:r>
        <w:t xml:space="preserve"> !… </w:t>
      </w:r>
      <w:r w:rsidR="00855694" w:rsidRPr="009071AC">
        <w:t>sommelier</w:t>
      </w:r>
      <w:r>
        <w:t xml:space="preserve">… </w:t>
      </w:r>
      <w:r w:rsidR="00855694" w:rsidRPr="009071AC">
        <w:t>un verre blanc et du champagne de la veuve</w:t>
      </w:r>
      <w:r>
        <w:t> !…</w:t>
      </w:r>
    </w:p>
    <w:p w14:paraId="2BB28D5C" w14:textId="77777777" w:rsidR="00F635DB" w:rsidRDefault="00855694" w:rsidP="00F635DB">
      <w:r w:rsidRPr="009071AC">
        <w:t>Plusieurs bouteilles étaient encore presque pleines</w:t>
      </w:r>
      <w:r w:rsidR="00F635DB">
        <w:t xml:space="preserve">, </w:t>
      </w:r>
      <w:r w:rsidRPr="009071AC">
        <w:t>on le lui fit remarquer</w:t>
      </w:r>
      <w:r w:rsidR="00F635DB">
        <w:t xml:space="preserve">, </w:t>
      </w:r>
      <w:r w:rsidRPr="009071AC">
        <w:t>mais il haussa les épaules</w:t>
      </w:r>
      <w:r w:rsidR="00F635DB">
        <w:t>.</w:t>
      </w:r>
    </w:p>
    <w:p w14:paraId="38135AE5" w14:textId="07538F71" w:rsidR="00F635DB" w:rsidRDefault="00F635DB" w:rsidP="00F635DB">
      <w:r>
        <w:t>— </w:t>
      </w:r>
      <w:r w:rsidR="00855694" w:rsidRPr="009071AC">
        <w:t>Vous me prenez sans doute pour un autre</w:t>
      </w:r>
      <w:r>
        <w:t xml:space="preserve"> !… </w:t>
      </w:r>
      <w:r w:rsidR="00855694" w:rsidRPr="009071AC">
        <w:t>déclara-t-il</w:t>
      </w:r>
      <w:r>
        <w:t xml:space="preserve">. </w:t>
      </w:r>
      <w:r w:rsidR="00855694" w:rsidRPr="009071AC">
        <w:t>On ne boit pas du vin éventé</w:t>
      </w:r>
      <w:r>
        <w:t xml:space="preserve">, </w:t>
      </w:r>
      <w:r w:rsidR="00855694" w:rsidRPr="009071AC">
        <w:t>quand on a en perspective un héritage comme celui qui va me tomber du ciel</w:t>
      </w:r>
      <w:r>
        <w:t>… »</w:t>
      </w:r>
    </w:p>
    <w:p w14:paraId="3C2E88CA" w14:textId="09F4F35F" w:rsidR="00F635DB" w:rsidRDefault="00F635DB" w:rsidP="00F635DB">
      <w:r>
        <w:t>— </w:t>
      </w:r>
      <w:proofErr w:type="spellStart"/>
      <w:r w:rsidR="00855694" w:rsidRPr="009071AC">
        <w:t>Wilkie</w:t>
      </w:r>
      <w:proofErr w:type="spellEnd"/>
      <w:r>
        <w:t xml:space="preserve"> !… </w:t>
      </w:r>
      <w:r w:rsidR="00855694" w:rsidRPr="009071AC">
        <w:t xml:space="preserve">interrompit vivement </w:t>
      </w:r>
      <w:r>
        <w:t>M. de </w:t>
      </w:r>
      <w:proofErr w:type="spellStart"/>
      <w:r w:rsidR="00855694" w:rsidRPr="009071AC">
        <w:t>Coralth</w:t>
      </w:r>
      <w:proofErr w:type="spellEnd"/>
      <w:r>
        <w:t xml:space="preserve">. </w:t>
      </w:r>
      <w:proofErr w:type="spellStart"/>
      <w:r w:rsidR="00855694" w:rsidRPr="009071AC">
        <w:t>Wilkie</w:t>
      </w:r>
      <w:proofErr w:type="spellEnd"/>
      <w:r>
        <w:t> !…</w:t>
      </w:r>
    </w:p>
    <w:p w14:paraId="712DFFB1" w14:textId="77777777" w:rsidR="00F635DB" w:rsidRDefault="00855694" w:rsidP="00F635DB">
      <w:r w:rsidRPr="009071AC">
        <w:t>Mais il était trop tard</w:t>
      </w:r>
      <w:r w:rsidR="00F635DB">
        <w:t xml:space="preserve">, </w:t>
      </w:r>
      <w:r w:rsidRPr="009071AC">
        <w:t>Chupin avait entendu et compris</w:t>
      </w:r>
      <w:r w:rsidR="00F635DB">
        <w:t>.</w:t>
      </w:r>
    </w:p>
    <w:p w14:paraId="650E81AB" w14:textId="0C5F56B7" w:rsidR="00F635DB" w:rsidRDefault="00855694" w:rsidP="00F635DB">
      <w:r w:rsidRPr="009071AC">
        <w:t>Ses hypothèses devenaient certitude</w:t>
      </w:r>
      <w:r w:rsidR="00F635DB">
        <w:t>. M. </w:t>
      </w:r>
      <w:proofErr w:type="spellStart"/>
      <w:r w:rsidRPr="009071AC">
        <w:t>Wilkie</w:t>
      </w:r>
      <w:proofErr w:type="spellEnd"/>
      <w:r w:rsidRPr="009071AC">
        <w:t xml:space="preserve"> savait ses droits à une succession</w:t>
      </w:r>
      <w:r w:rsidR="00F635DB">
        <w:t xml:space="preserve">, </w:t>
      </w:r>
      <w:r w:rsidRPr="009071AC">
        <w:t xml:space="preserve">donc </w:t>
      </w:r>
      <w:r w:rsidR="00F635DB">
        <w:t>M. </w:t>
      </w:r>
      <w:r w:rsidRPr="009071AC">
        <w:t>Fortunat avait été prévenu par le vicomte</w:t>
      </w:r>
      <w:r w:rsidR="00F635DB">
        <w:t xml:space="preserve"> ; </w:t>
      </w:r>
      <w:r w:rsidRPr="009071AC">
        <w:t xml:space="preserve">donc </w:t>
      </w:r>
      <w:r w:rsidR="00F635DB">
        <w:t>M. </w:t>
      </w:r>
      <w:r w:rsidRPr="009071AC">
        <w:t>Fortunat en serait pour ses frais</w:t>
      </w:r>
      <w:r w:rsidR="00F635DB">
        <w:t>.</w:t>
      </w:r>
    </w:p>
    <w:p w14:paraId="7B2C4840" w14:textId="77777777" w:rsidR="00F635DB" w:rsidRDefault="00F635DB" w:rsidP="00F635DB">
      <w:r>
        <w:t>— </w:t>
      </w:r>
      <w:r w:rsidR="00855694" w:rsidRPr="009071AC">
        <w:t>Pas de chance</w:t>
      </w:r>
      <w:r>
        <w:t xml:space="preserve">, </w:t>
      </w:r>
      <w:r w:rsidR="00855694" w:rsidRPr="009071AC">
        <w:t>le patron</w:t>
      </w:r>
      <w:r>
        <w:t xml:space="preserve">, </w:t>
      </w:r>
      <w:r w:rsidR="00855694" w:rsidRPr="009071AC">
        <w:t>pensa-t-il</w:t>
      </w:r>
      <w:r>
        <w:t xml:space="preserve">… </w:t>
      </w:r>
      <w:r w:rsidR="00855694" w:rsidRPr="009071AC">
        <w:t>Quel coup</w:t>
      </w:r>
      <w:r>
        <w:t xml:space="preserve">, </w:t>
      </w:r>
      <w:r w:rsidR="00855694" w:rsidRPr="009071AC">
        <w:t>après l</w:t>
      </w:r>
      <w:r>
        <w:t>’</w:t>
      </w:r>
      <w:r w:rsidR="00855694" w:rsidRPr="009071AC">
        <w:t xml:space="preserve">affaire de </w:t>
      </w:r>
      <w:proofErr w:type="spellStart"/>
      <w:r w:rsidR="00855694" w:rsidRPr="009071AC">
        <w:t>Valorsay</w:t>
      </w:r>
      <w:proofErr w:type="spellEnd"/>
      <w:r>
        <w:t xml:space="preserve"> !… </w:t>
      </w:r>
      <w:r w:rsidR="00855694" w:rsidRPr="009071AC">
        <w:t>Il est capable d</w:t>
      </w:r>
      <w:r>
        <w:t>’</w:t>
      </w:r>
      <w:r w:rsidR="00855694" w:rsidRPr="009071AC">
        <w:t>en avoir la jaunisse</w:t>
      </w:r>
      <w:r>
        <w:t> !…</w:t>
      </w:r>
    </w:p>
    <w:p w14:paraId="6BC095DA" w14:textId="77777777" w:rsidR="00F635DB" w:rsidRDefault="00855694" w:rsidP="00F635DB">
      <w:r w:rsidRPr="009071AC">
        <w:lastRenderedPageBreak/>
        <w:t>Pour un garçon de son âge</w:t>
      </w:r>
      <w:r w:rsidR="00F635DB">
        <w:t xml:space="preserve">, </w:t>
      </w:r>
      <w:r w:rsidRPr="009071AC">
        <w:t>Chupin était remarquablement maître de ses impressions</w:t>
      </w:r>
      <w:r w:rsidR="00F635DB">
        <w:t xml:space="preserve">, </w:t>
      </w:r>
      <w:r w:rsidRPr="009071AC">
        <w:t>mais la révélation avait été si soudaine</w:t>
      </w:r>
      <w:r w:rsidR="00F635DB">
        <w:t xml:space="preserve">, </w:t>
      </w:r>
      <w:r w:rsidRPr="009071AC">
        <w:t>qu</w:t>
      </w:r>
      <w:r w:rsidR="00F635DB">
        <w:t>’</w:t>
      </w:r>
      <w:r w:rsidRPr="009071AC">
        <w:t>il n</w:t>
      </w:r>
      <w:r w:rsidR="00F635DB">
        <w:t>’</w:t>
      </w:r>
      <w:r w:rsidRPr="009071AC">
        <w:t>avait pu dissimuler un tressaillement</w:t>
      </w:r>
      <w:r w:rsidR="00F635DB">
        <w:t xml:space="preserve">, </w:t>
      </w:r>
      <w:r w:rsidRPr="009071AC">
        <w:t>et que même il pâlit un peu</w:t>
      </w:r>
      <w:r w:rsidR="00F635DB">
        <w:t>.</w:t>
      </w:r>
    </w:p>
    <w:p w14:paraId="31576453" w14:textId="6A5D2C00" w:rsidR="00F635DB" w:rsidRDefault="00855694" w:rsidP="00F635DB">
      <w:r w:rsidRPr="009071AC">
        <w:t>Cela</w:t>
      </w:r>
      <w:r w:rsidR="00F635DB">
        <w:t>, M. de </w:t>
      </w:r>
      <w:proofErr w:type="spellStart"/>
      <w:r w:rsidRPr="009071AC">
        <w:t>Coralth</w:t>
      </w:r>
      <w:proofErr w:type="spellEnd"/>
      <w:r w:rsidRPr="009071AC">
        <w:t xml:space="preserve"> le vit</w:t>
      </w:r>
      <w:r w:rsidR="00F635DB">
        <w:t xml:space="preserve">, </w:t>
      </w:r>
      <w:r w:rsidRPr="009071AC">
        <w:t>et bien qu</w:t>
      </w:r>
      <w:r w:rsidR="00F635DB">
        <w:t>’</w:t>
      </w:r>
      <w:r w:rsidRPr="009071AC">
        <w:t>il fût fort éloigné de se supposer deviné</w:t>
      </w:r>
      <w:r w:rsidR="00F635DB">
        <w:t xml:space="preserve">, </w:t>
      </w:r>
      <w:r w:rsidRPr="009071AC">
        <w:t>sa colère qu</w:t>
      </w:r>
      <w:r w:rsidR="00F635DB">
        <w:t>’</w:t>
      </w:r>
      <w:r w:rsidRPr="009071AC">
        <w:t>il avait contenue éclata</w:t>
      </w:r>
      <w:r w:rsidR="00F635DB">
        <w:t>.</w:t>
      </w:r>
    </w:p>
    <w:p w14:paraId="12900C1D" w14:textId="77777777" w:rsidR="00F635DB" w:rsidRDefault="00855694" w:rsidP="00F635DB">
      <w:r w:rsidRPr="009071AC">
        <w:t>Il se leva brusquement</w:t>
      </w:r>
      <w:r w:rsidR="00F635DB">
        <w:t xml:space="preserve">, </w:t>
      </w:r>
      <w:r w:rsidRPr="009071AC">
        <w:t>prit une bouteille</w:t>
      </w:r>
      <w:r w:rsidR="00F635DB">
        <w:t xml:space="preserve">, </w:t>
      </w:r>
      <w:r w:rsidRPr="009071AC">
        <w:t>et remplissant un verre au hasard</w:t>
      </w:r>
      <w:r w:rsidR="00F635DB">
        <w:t> :</w:t>
      </w:r>
    </w:p>
    <w:p w14:paraId="57B9FB3D" w14:textId="77777777" w:rsidR="00F635DB" w:rsidRDefault="00F635DB" w:rsidP="00F635DB">
      <w:r>
        <w:t>— </w:t>
      </w:r>
      <w:r w:rsidR="00855694" w:rsidRPr="009071AC">
        <w:t>Allons</w:t>
      </w:r>
      <w:r>
        <w:t xml:space="preserve">, </w:t>
      </w:r>
      <w:r w:rsidR="00855694" w:rsidRPr="009071AC">
        <w:t>avale-moi ça</w:t>
      </w:r>
      <w:r>
        <w:t xml:space="preserve">, </w:t>
      </w:r>
      <w:r w:rsidR="00855694" w:rsidRPr="009071AC">
        <w:t>dit-il à Chupin</w:t>
      </w:r>
      <w:r>
        <w:t xml:space="preserve">, </w:t>
      </w:r>
      <w:r w:rsidR="00855694" w:rsidRPr="009071AC">
        <w:t>dépêche-toi</w:t>
      </w:r>
      <w:r>
        <w:t xml:space="preserve">, </w:t>
      </w:r>
      <w:r w:rsidR="00855694" w:rsidRPr="009071AC">
        <w:t>et défile</w:t>
      </w:r>
      <w:r>
        <w:t> !…</w:t>
      </w:r>
    </w:p>
    <w:p w14:paraId="292A5526" w14:textId="77777777" w:rsidR="00F635DB" w:rsidRDefault="00855694" w:rsidP="00F635DB">
      <w:r w:rsidRPr="009071AC">
        <w:t>Très-positivement</w:t>
      </w:r>
      <w:r w:rsidR="00F635DB">
        <w:t xml:space="preserve">, </w:t>
      </w:r>
      <w:r w:rsidRPr="009071AC">
        <w:t>depuis sa conversion</w:t>
      </w:r>
      <w:r w:rsidR="00F635DB">
        <w:t xml:space="preserve">, </w:t>
      </w:r>
      <w:r w:rsidRPr="009071AC">
        <w:t>Victor Chupin était devenu ombrageux et délicat</w:t>
      </w:r>
      <w:r w:rsidR="00F635DB">
        <w:t>…</w:t>
      </w:r>
    </w:p>
    <w:p w14:paraId="2DB8BC2D" w14:textId="77777777" w:rsidR="00F635DB" w:rsidRDefault="00855694" w:rsidP="00F635DB">
      <w:r w:rsidRPr="009071AC">
        <w:t>Chez lui</w:t>
      </w:r>
      <w:r w:rsidR="00F635DB">
        <w:t xml:space="preserve">, </w:t>
      </w:r>
      <w:r w:rsidRPr="009071AC">
        <w:t>cependant</w:t>
      </w:r>
      <w:r w:rsidR="00F635DB">
        <w:t xml:space="preserve">, </w:t>
      </w:r>
      <w:r w:rsidRPr="009071AC">
        <w:t>susceptibilités ni répugnances n</w:t>
      </w:r>
      <w:r w:rsidR="00F635DB">
        <w:t>’</w:t>
      </w:r>
      <w:r w:rsidRPr="009071AC">
        <w:t>allaient jusqu</w:t>
      </w:r>
      <w:r w:rsidR="00F635DB">
        <w:t>’</w:t>
      </w:r>
      <w:r w:rsidRPr="009071AC">
        <w:t>à ce point de le mettre hors de lui</w:t>
      </w:r>
      <w:r w:rsidR="00F635DB">
        <w:t xml:space="preserve">, </w:t>
      </w:r>
      <w:r w:rsidRPr="009071AC">
        <w:t>pour cela seulement qu</w:t>
      </w:r>
      <w:r w:rsidR="00F635DB">
        <w:t>’</w:t>
      </w:r>
      <w:r w:rsidRPr="009071AC">
        <w:t>on lui disait</w:t>
      </w:r>
      <w:r w:rsidR="00F635DB">
        <w:t xml:space="preserve"> : </w:t>
      </w:r>
      <w:r w:rsidRPr="009071AC">
        <w:t>Toi</w:t>
      </w:r>
      <w:r w:rsidR="00F635DB">
        <w:t xml:space="preserve">, </w:t>
      </w:r>
      <w:r w:rsidRPr="009071AC">
        <w:t>ou qu</w:t>
      </w:r>
      <w:r w:rsidR="00F635DB">
        <w:t>’</w:t>
      </w:r>
      <w:r w:rsidRPr="009071AC">
        <w:t>on lui offrait de trinquer avec le premier verre venu</w:t>
      </w:r>
      <w:r w:rsidR="00F635DB">
        <w:t>…</w:t>
      </w:r>
    </w:p>
    <w:p w14:paraId="66FE7295" w14:textId="7BC4DBD4" w:rsidR="00F635DB" w:rsidRDefault="00855694" w:rsidP="00F635DB">
      <w:r w:rsidRPr="009071AC">
        <w:t xml:space="preserve">Mais </w:t>
      </w:r>
      <w:r w:rsidR="00F635DB">
        <w:t>M. de </w:t>
      </w:r>
      <w:proofErr w:type="spellStart"/>
      <w:r w:rsidRPr="009071AC">
        <w:t>Coralth</w:t>
      </w:r>
      <w:proofErr w:type="spellEnd"/>
      <w:r w:rsidRPr="009071AC">
        <w:t xml:space="preserve"> lui inspirait une de ces aversions qui ne s</w:t>
      </w:r>
      <w:r w:rsidR="00F635DB">
        <w:t>’</w:t>
      </w:r>
      <w:r w:rsidRPr="009071AC">
        <w:t>expliquent ni ne se raisonnent</w:t>
      </w:r>
      <w:r w:rsidR="00F635DB">
        <w:t xml:space="preserve">, </w:t>
      </w:r>
      <w:r w:rsidRPr="009071AC">
        <w:t>et qui saisissent pour éclater la première occasion</w:t>
      </w:r>
      <w:r w:rsidR="00F635DB">
        <w:t>.</w:t>
      </w:r>
    </w:p>
    <w:p w14:paraId="76E927A2" w14:textId="77777777" w:rsidR="00F635DB" w:rsidRDefault="00F635DB" w:rsidP="00F635DB">
      <w:r>
        <w:t>— </w:t>
      </w:r>
      <w:r w:rsidR="00855694" w:rsidRPr="009071AC">
        <w:t>Hé</w:t>
      </w:r>
      <w:r>
        <w:t xml:space="preserve"> ! </w:t>
      </w:r>
      <w:r w:rsidR="00855694" w:rsidRPr="009071AC">
        <w:t>dis donc</w:t>
      </w:r>
      <w:r>
        <w:t xml:space="preserve">, </w:t>
      </w:r>
      <w:r w:rsidR="00855694" w:rsidRPr="009071AC">
        <w:t>toi</w:t>
      </w:r>
      <w:r>
        <w:t xml:space="preserve">, </w:t>
      </w:r>
      <w:r w:rsidR="00855694" w:rsidRPr="009071AC">
        <w:t>fit-il brutalement</w:t>
      </w:r>
      <w:r>
        <w:t xml:space="preserve">, </w:t>
      </w:r>
      <w:r w:rsidR="00855694" w:rsidRPr="009071AC">
        <w:t>est-ce que nous avons bu du champagne ensemble</w:t>
      </w:r>
      <w:r>
        <w:t xml:space="preserve">, </w:t>
      </w:r>
      <w:r w:rsidR="00855694" w:rsidRPr="009071AC">
        <w:t>que tu me tutoies comme cela</w:t>
      </w:r>
      <w:r>
        <w:t> ?</w:t>
      </w:r>
    </w:p>
    <w:p w14:paraId="14A89B52" w14:textId="77777777" w:rsidR="00F635DB" w:rsidRDefault="00855694" w:rsidP="00F635DB">
      <w:r w:rsidRPr="009071AC">
        <w:t>Ce n</w:t>
      </w:r>
      <w:r w:rsidR="00F635DB">
        <w:t>’</w:t>
      </w:r>
      <w:r w:rsidRPr="009071AC">
        <w:t>était</w:t>
      </w:r>
      <w:r w:rsidR="00F635DB">
        <w:t xml:space="preserve">, </w:t>
      </w:r>
      <w:r w:rsidRPr="009071AC">
        <w:t>à bien prendre</w:t>
      </w:r>
      <w:r w:rsidR="00F635DB">
        <w:t xml:space="preserve">, </w:t>
      </w:r>
      <w:r w:rsidRPr="009071AC">
        <w:t>qu</w:t>
      </w:r>
      <w:r w:rsidR="00F635DB">
        <w:t>’</w:t>
      </w:r>
      <w:r w:rsidRPr="009071AC">
        <w:t>une boutade grossière</w:t>
      </w:r>
      <w:r w:rsidR="00F635DB">
        <w:t xml:space="preserve"> ; </w:t>
      </w:r>
      <w:r w:rsidRPr="009071AC">
        <w:t>néanmoins</w:t>
      </w:r>
      <w:r w:rsidR="00F635DB">
        <w:t xml:space="preserve">, </w:t>
      </w:r>
      <w:r w:rsidRPr="009071AC">
        <w:t>le vicomte parut piqué jusqu</w:t>
      </w:r>
      <w:r w:rsidR="00F635DB">
        <w:t>’</w:t>
      </w:r>
      <w:r w:rsidRPr="009071AC">
        <w:t>au vif</w:t>
      </w:r>
      <w:r w:rsidR="00F635DB">
        <w:t>.</w:t>
      </w:r>
    </w:p>
    <w:p w14:paraId="02022D70" w14:textId="77777777" w:rsidR="00F635DB" w:rsidRDefault="00F635DB" w:rsidP="00F635DB">
      <w:r>
        <w:t>— </w:t>
      </w:r>
      <w:r w:rsidR="00855694" w:rsidRPr="009071AC">
        <w:t>Vous entendez</w:t>
      </w:r>
      <w:r>
        <w:t xml:space="preserve">, </w:t>
      </w:r>
      <w:proofErr w:type="spellStart"/>
      <w:r w:rsidR="00855694" w:rsidRPr="009071AC">
        <w:t>Wilkie</w:t>
      </w:r>
      <w:proofErr w:type="spellEnd"/>
      <w:r>
        <w:t xml:space="preserve">, </w:t>
      </w:r>
      <w:r w:rsidR="00855694" w:rsidRPr="009071AC">
        <w:t>prononça-t-il</w:t>
      </w:r>
      <w:r>
        <w:t xml:space="preserve">. </w:t>
      </w:r>
      <w:r w:rsidR="00855694" w:rsidRPr="009071AC">
        <w:t>Que ceci vous apprenne que le beau temps de lord Seymour</w:t>
      </w:r>
      <w:r>
        <w:t xml:space="preserve">, </w:t>
      </w:r>
      <w:r w:rsidR="00855694" w:rsidRPr="009071AC">
        <w:t>votre compatriote</w:t>
      </w:r>
      <w:r>
        <w:t xml:space="preserve">, </w:t>
      </w:r>
      <w:r w:rsidR="00855694" w:rsidRPr="009071AC">
        <w:t>est passé</w:t>
      </w:r>
      <w:r>
        <w:t xml:space="preserve"> ! </w:t>
      </w:r>
      <w:r w:rsidR="00855694" w:rsidRPr="009071AC">
        <w:t xml:space="preserve">Elle </w:t>
      </w:r>
      <w:proofErr w:type="gramStart"/>
      <w:r w:rsidR="00855694" w:rsidRPr="009071AC">
        <w:t>est</w:t>
      </w:r>
      <w:proofErr w:type="gramEnd"/>
      <w:r w:rsidR="00855694" w:rsidRPr="009071AC">
        <w:t xml:space="preserve"> éteinte la race aimable des gens du peuple qui rendaient respectueusement les coups de poing </w:t>
      </w:r>
      <w:r w:rsidR="00855694" w:rsidRPr="009071AC">
        <w:lastRenderedPageBreak/>
        <w:t>dont les honoraient les gentilshommes après boire</w:t>
      </w:r>
      <w:r>
        <w:t xml:space="preserve">… </w:t>
      </w:r>
      <w:r w:rsidR="00855694" w:rsidRPr="009071AC">
        <w:t>Voilà où conduit</w:t>
      </w:r>
      <w:r>
        <w:t xml:space="preserve">, </w:t>
      </w:r>
      <w:r w:rsidR="00855694" w:rsidRPr="009071AC">
        <w:t>mon cher</w:t>
      </w:r>
      <w:r>
        <w:t xml:space="preserve">, </w:t>
      </w:r>
      <w:r w:rsidR="00855694" w:rsidRPr="009071AC">
        <w:t>la déplorable manie que vous avez de vous encanailler et de payer du vin à tous les voyous qui passent</w:t>
      </w:r>
      <w:r>
        <w:t>…</w:t>
      </w:r>
    </w:p>
    <w:p w14:paraId="16A3E37F" w14:textId="77777777" w:rsidR="00F635DB" w:rsidRDefault="00855694" w:rsidP="00F635DB">
      <w:r w:rsidRPr="009071AC">
        <w:t>Les cheveux plats de Chupin se hérissaient de colère</w:t>
      </w:r>
      <w:r w:rsidR="00F635DB">
        <w:t>.</w:t>
      </w:r>
    </w:p>
    <w:p w14:paraId="4EE234FF" w14:textId="77777777" w:rsidR="00F635DB" w:rsidRDefault="00F635DB" w:rsidP="00F635DB">
      <w:r>
        <w:t>— </w:t>
      </w:r>
      <w:r w:rsidR="00855694" w:rsidRPr="009071AC">
        <w:t>De quoi</w:t>
      </w:r>
      <w:r>
        <w:t xml:space="preserve"> !… </w:t>
      </w:r>
      <w:r w:rsidR="00855694" w:rsidRPr="009071AC">
        <w:t>de quoi</w:t>
      </w:r>
      <w:r>
        <w:t xml:space="preserve"> !… </w:t>
      </w:r>
      <w:r w:rsidR="00855694" w:rsidRPr="009071AC">
        <w:t>exclama-t-il</w:t>
      </w:r>
      <w:r>
        <w:t xml:space="preserve">. </w:t>
      </w:r>
      <w:r w:rsidR="00855694" w:rsidRPr="009071AC">
        <w:t>Je vais t</w:t>
      </w:r>
      <w:r>
        <w:t>’</w:t>
      </w:r>
      <w:r w:rsidR="00855694" w:rsidRPr="009071AC">
        <w:t>apprendre ce que c</w:t>
      </w:r>
      <w:r>
        <w:t>’</w:t>
      </w:r>
      <w:r w:rsidR="00855694" w:rsidRPr="009071AC">
        <w:t>est qu</w:t>
      </w:r>
      <w:r>
        <w:t>’</w:t>
      </w:r>
      <w:r w:rsidR="00855694" w:rsidRPr="009071AC">
        <w:t>un voyou</w:t>
      </w:r>
      <w:r>
        <w:t xml:space="preserve">, </w:t>
      </w:r>
      <w:r w:rsidR="00855694" w:rsidRPr="009071AC">
        <w:t>méchant crevé</w:t>
      </w:r>
      <w:r>
        <w:t> !…</w:t>
      </w:r>
    </w:p>
    <w:p w14:paraId="50801629" w14:textId="77777777" w:rsidR="00F635DB" w:rsidRDefault="00855694" w:rsidP="00F635DB">
      <w:r w:rsidRPr="009071AC">
        <w:t>Son geste</w:t>
      </w:r>
      <w:r w:rsidR="00F635DB">
        <w:t xml:space="preserve">, </w:t>
      </w:r>
      <w:r w:rsidRPr="009071AC">
        <w:t>son attitude</w:t>
      </w:r>
      <w:r w:rsidR="00F635DB">
        <w:t xml:space="preserve">, </w:t>
      </w:r>
      <w:r w:rsidRPr="009071AC">
        <w:t>ses yeux</w:t>
      </w:r>
      <w:r w:rsidR="00F635DB">
        <w:t xml:space="preserve">, </w:t>
      </w:r>
      <w:r w:rsidRPr="009071AC">
        <w:t>avaient une telle expression de défi et de menace</w:t>
      </w:r>
      <w:r w:rsidR="00F635DB">
        <w:t xml:space="preserve">, </w:t>
      </w:r>
      <w:r w:rsidRPr="009071AC">
        <w:t>que deux des convives effrayés se levèrent et lui prirent les bras</w:t>
      </w:r>
      <w:r w:rsidR="00F635DB">
        <w:t>.</w:t>
      </w:r>
    </w:p>
    <w:p w14:paraId="7102D06F" w14:textId="77777777" w:rsidR="00F635DB" w:rsidRDefault="00F635DB" w:rsidP="00F635DB">
      <w:r>
        <w:t>— </w:t>
      </w:r>
      <w:r w:rsidR="00855694" w:rsidRPr="009071AC">
        <w:t>Allons</w:t>
      </w:r>
      <w:r>
        <w:t xml:space="preserve">, </w:t>
      </w:r>
      <w:r w:rsidR="00855694" w:rsidRPr="009071AC">
        <w:t>retirez-vous</w:t>
      </w:r>
      <w:r>
        <w:t xml:space="preserve">, </w:t>
      </w:r>
      <w:r w:rsidR="00855694" w:rsidRPr="009071AC">
        <w:t>disaient-ils</w:t>
      </w:r>
      <w:r>
        <w:t>.</w:t>
      </w:r>
    </w:p>
    <w:p w14:paraId="56076135" w14:textId="77777777" w:rsidR="00F635DB" w:rsidRDefault="00855694" w:rsidP="00F635DB">
      <w:r w:rsidRPr="009071AC">
        <w:t>Mais lui</w:t>
      </w:r>
      <w:r w:rsidR="00F635DB">
        <w:t xml:space="preserve">, </w:t>
      </w:r>
      <w:r w:rsidRPr="009071AC">
        <w:t>se débattant</w:t>
      </w:r>
      <w:r w:rsidR="00F635DB">
        <w:t> :</w:t>
      </w:r>
    </w:p>
    <w:p w14:paraId="677B579E" w14:textId="77777777" w:rsidR="00F635DB" w:rsidRDefault="00F635DB" w:rsidP="00F635DB">
      <w:r>
        <w:t>— </w:t>
      </w:r>
      <w:r w:rsidR="00855694" w:rsidRPr="009071AC">
        <w:t>Me retirer</w:t>
      </w:r>
      <w:r>
        <w:t xml:space="preserve"> !… </w:t>
      </w:r>
      <w:r w:rsidR="00855694" w:rsidRPr="009071AC">
        <w:t>répondit-il</w:t>
      </w:r>
      <w:r>
        <w:t xml:space="preserve">… </w:t>
      </w:r>
      <w:r w:rsidR="00855694" w:rsidRPr="009071AC">
        <w:t>jamais de la vie</w:t>
      </w:r>
      <w:r>
        <w:t xml:space="preserve"> !… </w:t>
      </w:r>
      <w:r w:rsidR="00855694" w:rsidRPr="009071AC">
        <w:t>On m</w:t>
      </w:r>
      <w:r>
        <w:t>’</w:t>
      </w:r>
      <w:r w:rsidR="00855694" w:rsidRPr="009071AC">
        <w:t>appelle voyou</w:t>
      </w:r>
      <w:r>
        <w:t xml:space="preserve">, </w:t>
      </w:r>
      <w:r w:rsidR="00855694" w:rsidRPr="009071AC">
        <w:t xml:space="preserve">et je mettrais ça tranquillement dans ma poche avec mon mouchoir </w:t>
      </w:r>
      <w:proofErr w:type="spellStart"/>
      <w:r w:rsidR="00855694" w:rsidRPr="009071AC">
        <w:t>par dessus</w:t>
      </w:r>
      <w:proofErr w:type="spellEnd"/>
      <w:r>
        <w:t xml:space="preserve"> !… </w:t>
      </w:r>
      <w:r w:rsidR="00855694" w:rsidRPr="009071AC">
        <w:t>Vous ne le voudriez pas</w:t>
      </w:r>
      <w:r>
        <w:t xml:space="preserve"> ! </w:t>
      </w:r>
      <w:r w:rsidR="00855694" w:rsidRPr="009071AC">
        <w:t>D</w:t>
      </w:r>
      <w:r>
        <w:t>’</w:t>
      </w:r>
      <w:r w:rsidR="00855694" w:rsidRPr="009071AC">
        <w:t>abord je demande des excuses</w:t>
      </w:r>
      <w:r>
        <w:t>…</w:t>
      </w:r>
    </w:p>
    <w:p w14:paraId="1FCCDDEA" w14:textId="77777777" w:rsidR="00F635DB" w:rsidRDefault="00855694" w:rsidP="00F635DB">
      <w:r w:rsidRPr="009071AC">
        <w:t>C</w:t>
      </w:r>
      <w:r w:rsidR="00F635DB">
        <w:t>’</w:t>
      </w:r>
      <w:r w:rsidRPr="009071AC">
        <w:t xml:space="preserve">était exiger un peu trop du vicomte de </w:t>
      </w:r>
      <w:proofErr w:type="spellStart"/>
      <w:r w:rsidRPr="009071AC">
        <w:t>Coralth</w:t>
      </w:r>
      <w:proofErr w:type="spellEnd"/>
      <w:r w:rsidR="00F635DB">
        <w:t>.</w:t>
      </w:r>
    </w:p>
    <w:p w14:paraId="2F969410" w14:textId="77777777" w:rsidR="00F635DB" w:rsidRDefault="00F635DB" w:rsidP="00F635DB">
      <w:r>
        <w:t>— </w:t>
      </w:r>
      <w:r w:rsidR="00855694" w:rsidRPr="009071AC">
        <w:t>Laissez donc ce mauvais drôle</w:t>
      </w:r>
      <w:r>
        <w:t xml:space="preserve">, </w:t>
      </w:r>
      <w:r w:rsidR="00855694" w:rsidRPr="009071AC">
        <w:t>prononça-t-il avec son flegme affecté</w:t>
      </w:r>
      <w:r>
        <w:t xml:space="preserve">, </w:t>
      </w:r>
      <w:r w:rsidR="00855694" w:rsidRPr="009071AC">
        <w:t>et sonnez les garçons</w:t>
      </w:r>
      <w:r>
        <w:t xml:space="preserve">, </w:t>
      </w:r>
      <w:r w:rsidR="00855694" w:rsidRPr="009071AC">
        <w:t>qui le flanqueront à la porte</w:t>
      </w:r>
      <w:r>
        <w:t>.</w:t>
      </w:r>
    </w:p>
    <w:p w14:paraId="275151CD" w14:textId="77777777" w:rsidR="00F635DB" w:rsidRDefault="00855694" w:rsidP="00F635DB">
      <w:r w:rsidRPr="009071AC">
        <w:t>Point n</w:t>
      </w:r>
      <w:r w:rsidR="00F635DB">
        <w:t>’</w:t>
      </w:r>
      <w:r w:rsidRPr="009071AC">
        <w:t>était besoin de cette insulte nouvelle pour jeter décidément Chupin hors de ses gonds</w:t>
      </w:r>
      <w:r w:rsidR="00F635DB">
        <w:t>.</w:t>
      </w:r>
    </w:p>
    <w:p w14:paraId="42A9D202" w14:textId="77777777" w:rsidR="00F635DB" w:rsidRDefault="00F635DB" w:rsidP="00F635DB">
      <w:r>
        <w:t>— </w:t>
      </w:r>
      <w:r w:rsidR="00855694" w:rsidRPr="009071AC">
        <w:t>À la porte</w:t>
      </w:r>
      <w:r>
        <w:t xml:space="preserve"> !… </w:t>
      </w:r>
      <w:r w:rsidR="00855694" w:rsidRPr="009071AC">
        <w:t>s</w:t>
      </w:r>
      <w:r>
        <w:t>’</w:t>
      </w:r>
      <w:r w:rsidR="00855694" w:rsidRPr="009071AC">
        <w:t>écria-t-il</w:t>
      </w:r>
      <w:r>
        <w:t xml:space="preserve">. </w:t>
      </w:r>
      <w:r w:rsidR="00855694" w:rsidRPr="009071AC">
        <w:t>Oh</w:t>
      </w:r>
      <w:r>
        <w:t xml:space="preserve"> ! </w:t>
      </w:r>
      <w:r w:rsidR="00855694" w:rsidRPr="009071AC">
        <w:t>là</w:t>
      </w:r>
      <w:r>
        <w:t xml:space="preserve">, </w:t>
      </w:r>
      <w:r w:rsidR="00855694" w:rsidRPr="009071AC">
        <w:t>là</w:t>
      </w:r>
      <w:r>
        <w:t xml:space="preserve"> !… </w:t>
      </w:r>
      <w:r w:rsidR="00855694" w:rsidRPr="009071AC">
        <w:t>Où est-il</w:t>
      </w:r>
      <w:r>
        <w:t xml:space="preserve">, </w:t>
      </w:r>
      <w:r w:rsidR="00855694" w:rsidRPr="009071AC">
        <w:t>celui qui m</w:t>
      </w:r>
      <w:r>
        <w:t>’</w:t>
      </w:r>
      <w:r w:rsidR="00855694" w:rsidRPr="009071AC">
        <w:t>y mettra</w:t>
      </w:r>
      <w:r>
        <w:t xml:space="preserve"> ?… </w:t>
      </w:r>
      <w:r w:rsidR="00855694" w:rsidRPr="009071AC">
        <w:t>Qu</w:t>
      </w:r>
      <w:r>
        <w:t>’</w:t>
      </w:r>
      <w:r w:rsidR="00855694" w:rsidRPr="009071AC">
        <w:t>il vienne</w:t>
      </w:r>
      <w:r>
        <w:t xml:space="preserve"> !… </w:t>
      </w:r>
      <w:r w:rsidR="00855694" w:rsidRPr="009071AC">
        <w:t>À qui le caleçon</w:t>
      </w:r>
      <w:r>
        <w:t> ?…</w:t>
      </w:r>
    </w:p>
    <w:p w14:paraId="4A1AE342" w14:textId="77777777" w:rsidR="00F635DB" w:rsidRDefault="00855694" w:rsidP="00F635DB">
      <w:r w:rsidRPr="009071AC">
        <w:t>D</w:t>
      </w:r>
      <w:r w:rsidR="00F635DB">
        <w:t>’</w:t>
      </w:r>
      <w:r w:rsidRPr="009071AC">
        <w:t>un brusque mouvement</w:t>
      </w:r>
      <w:r w:rsidR="00F635DB">
        <w:t xml:space="preserve">, </w:t>
      </w:r>
      <w:r w:rsidRPr="009071AC">
        <w:t>il s</w:t>
      </w:r>
      <w:r w:rsidR="00F635DB">
        <w:t>’</w:t>
      </w:r>
      <w:r w:rsidRPr="009071AC">
        <w:t>était dégagé</w:t>
      </w:r>
      <w:r w:rsidR="00F635DB">
        <w:t xml:space="preserve">, </w:t>
      </w:r>
      <w:r w:rsidRPr="009071AC">
        <w:t>et il s</w:t>
      </w:r>
      <w:r w:rsidR="00F635DB">
        <w:t>’</w:t>
      </w:r>
      <w:r w:rsidRPr="009071AC">
        <w:t>était campé à la façon des professeurs de savate</w:t>
      </w:r>
      <w:r w:rsidR="00F635DB">
        <w:t xml:space="preserve">, </w:t>
      </w:r>
      <w:r w:rsidRPr="009071AC">
        <w:t>le buste en arrière</w:t>
      </w:r>
      <w:r w:rsidR="00F635DB">
        <w:t xml:space="preserve">, </w:t>
      </w:r>
      <w:r w:rsidRPr="009071AC">
        <w:t>tout le poids du corps portant sur le jarret gauche</w:t>
      </w:r>
      <w:r w:rsidR="00F635DB">
        <w:t xml:space="preserve">, </w:t>
      </w:r>
      <w:r w:rsidRPr="009071AC">
        <w:t xml:space="preserve">les </w:t>
      </w:r>
      <w:r w:rsidRPr="009071AC">
        <w:lastRenderedPageBreak/>
        <w:t>bras repliés à hauteur de sa poitrine</w:t>
      </w:r>
      <w:r w:rsidR="00F635DB">
        <w:t xml:space="preserve">, </w:t>
      </w:r>
      <w:r w:rsidRPr="009071AC">
        <w:t>pour l</w:t>
      </w:r>
      <w:r w:rsidR="00F635DB">
        <w:t>’</w:t>
      </w:r>
      <w:r w:rsidRPr="009071AC">
        <w:t>attaque et la parade</w:t>
      </w:r>
      <w:r w:rsidR="00F635DB">
        <w:t>.</w:t>
      </w:r>
    </w:p>
    <w:p w14:paraId="390A7DC5" w14:textId="77777777" w:rsidR="00F635DB" w:rsidRDefault="00F635DB" w:rsidP="00F635DB">
      <w:r>
        <w:t>— </w:t>
      </w:r>
      <w:r w:rsidR="00855694" w:rsidRPr="009071AC">
        <w:t>Voyons</w:t>
      </w:r>
      <w:r>
        <w:t xml:space="preserve">… </w:t>
      </w:r>
      <w:r w:rsidR="00855694" w:rsidRPr="009071AC">
        <w:t>voyons</w:t>
      </w:r>
      <w:r>
        <w:t xml:space="preserve">, </w:t>
      </w:r>
      <w:r w:rsidR="00855694" w:rsidRPr="009071AC">
        <w:t>insistèrent les jeunes gens</w:t>
      </w:r>
      <w:r>
        <w:t xml:space="preserve">, </w:t>
      </w:r>
      <w:r w:rsidR="00855694" w:rsidRPr="009071AC">
        <w:t>sortez</w:t>
      </w:r>
      <w:r>
        <w:t>…</w:t>
      </w:r>
    </w:p>
    <w:p w14:paraId="0D1D5B19" w14:textId="77777777" w:rsidR="00F635DB" w:rsidRDefault="00F635DB" w:rsidP="00F635DB">
      <w:r>
        <w:t>— </w:t>
      </w:r>
      <w:r w:rsidR="00855694" w:rsidRPr="009071AC">
        <w:t>Oui</w:t>
      </w:r>
      <w:r>
        <w:t xml:space="preserve">, </w:t>
      </w:r>
      <w:r w:rsidR="00855694" w:rsidRPr="009071AC">
        <w:t>je veux bien</w:t>
      </w:r>
      <w:r>
        <w:t xml:space="preserve">, </w:t>
      </w:r>
      <w:r w:rsidR="00855694" w:rsidRPr="009071AC">
        <w:t>mais que votre ami sorte aussi</w:t>
      </w:r>
      <w:r>
        <w:t xml:space="preserve">… </w:t>
      </w:r>
      <w:r w:rsidR="00855694" w:rsidRPr="009071AC">
        <w:t>Est-il un homme</w:t>
      </w:r>
      <w:r>
        <w:t xml:space="preserve"> ?… </w:t>
      </w:r>
      <w:r w:rsidR="00855694" w:rsidRPr="009071AC">
        <w:t>Alors</w:t>
      </w:r>
      <w:r>
        <w:t xml:space="preserve">, </w:t>
      </w:r>
      <w:r w:rsidR="00855694" w:rsidRPr="009071AC">
        <w:t>qu</w:t>
      </w:r>
      <w:r>
        <w:t>’</w:t>
      </w:r>
      <w:r w:rsidR="00855694" w:rsidRPr="009071AC">
        <w:t>il vienne</w:t>
      </w:r>
      <w:r>
        <w:t xml:space="preserve">, </w:t>
      </w:r>
      <w:r w:rsidR="00855694" w:rsidRPr="009071AC">
        <w:t>on s</w:t>
      </w:r>
      <w:r>
        <w:t>’</w:t>
      </w:r>
      <w:r w:rsidR="00855694" w:rsidRPr="009071AC">
        <w:t>expliquera dans la rue</w:t>
      </w:r>
      <w:r>
        <w:t>…</w:t>
      </w:r>
    </w:p>
    <w:p w14:paraId="3C493362" w14:textId="77777777" w:rsidR="00F635DB" w:rsidRDefault="00855694" w:rsidP="00F635DB">
      <w:r w:rsidRPr="009071AC">
        <w:t>Et s</w:t>
      </w:r>
      <w:r w:rsidR="00F635DB">
        <w:t>’</w:t>
      </w:r>
      <w:r w:rsidRPr="009071AC">
        <w:t>apercevant qu</w:t>
      </w:r>
      <w:r w:rsidR="00F635DB">
        <w:t>’</w:t>
      </w:r>
      <w:r w:rsidRPr="009071AC">
        <w:t>on cherchait à le saisir de nouveau</w:t>
      </w:r>
      <w:r w:rsidR="00F635DB">
        <w:t> :</w:t>
      </w:r>
    </w:p>
    <w:p w14:paraId="76F957B4" w14:textId="77777777" w:rsidR="00F635DB" w:rsidRDefault="00F635DB" w:rsidP="00F635DB">
      <w:r>
        <w:t>— </w:t>
      </w:r>
      <w:r w:rsidR="00855694" w:rsidRPr="009071AC">
        <w:t>Bas les pattes</w:t>
      </w:r>
      <w:r>
        <w:t xml:space="preserve"> !… </w:t>
      </w:r>
      <w:r w:rsidR="00855694" w:rsidRPr="009071AC">
        <w:t>grogna-t-il</w:t>
      </w:r>
      <w:r>
        <w:t xml:space="preserve">, </w:t>
      </w:r>
      <w:r w:rsidR="00855694" w:rsidRPr="009071AC">
        <w:t>ou je cogne</w:t>
      </w:r>
      <w:r>
        <w:t xml:space="preserve">… </w:t>
      </w:r>
      <w:r w:rsidR="00855694" w:rsidRPr="009071AC">
        <w:t>Ah</w:t>
      </w:r>
      <w:r>
        <w:t xml:space="preserve"> !… </w:t>
      </w:r>
      <w:r w:rsidR="00855694" w:rsidRPr="009071AC">
        <w:t>c</w:t>
      </w:r>
      <w:r>
        <w:t>’</w:t>
      </w:r>
      <w:r w:rsidR="00855694" w:rsidRPr="009071AC">
        <w:t>est comme ça</w:t>
      </w:r>
      <w:r>
        <w:t xml:space="preserve">… </w:t>
      </w:r>
      <w:r w:rsidR="00855694" w:rsidRPr="009071AC">
        <w:t>Il ne fallait pas m</w:t>
      </w:r>
      <w:r>
        <w:t>’</w:t>
      </w:r>
      <w:r w:rsidR="00855694" w:rsidRPr="009071AC">
        <w:t>inviter</w:t>
      </w:r>
      <w:r>
        <w:t xml:space="preserve">… </w:t>
      </w:r>
      <w:r w:rsidR="00855694" w:rsidRPr="009071AC">
        <w:t>Ce n</w:t>
      </w:r>
      <w:r>
        <w:t>’</w:t>
      </w:r>
      <w:r w:rsidR="00855694" w:rsidRPr="009071AC">
        <w:t>est pas ma partie de donner de l</w:t>
      </w:r>
      <w:r>
        <w:t>’</w:t>
      </w:r>
      <w:r w:rsidR="00855694" w:rsidRPr="009071AC">
        <w:t>agrément aux sociétés qui ont trop dîné</w:t>
      </w:r>
      <w:r>
        <w:t xml:space="preserve">… </w:t>
      </w:r>
      <w:r w:rsidR="00855694" w:rsidRPr="009071AC">
        <w:t>Tiens</w:t>
      </w:r>
      <w:r>
        <w:t xml:space="preserve"> !… </w:t>
      </w:r>
      <w:r w:rsidR="00855694" w:rsidRPr="009071AC">
        <w:t>pourquoi donc vous laisserai-je vous ficher de moi</w:t>
      </w:r>
      <w:r>
        <w:t xml:space="preserve"> ?… </w:t>
      </w:r>
      <w:r w:rsidR="00855694" w:rsidRPr="009071AC">
        <w:t>Je n</w:t>
      </w:r>
      <w:r>
        <w:t>’</w:t>
      </w:r>
      <w:r w:rsidR="00855694" w:rsidRPr="009071AC">
        <w:t>ai pas de rentes et vous en avez</w:t>
      </w:r>
      <w:r>
        <w:t xml:space="preserve">, </w:t>
      </w:r>
      <w:r w:rsidR="00855694" w:rsidRPr="009071AC">
        <w:t>je travaille et vous nocez</w:t>
      </w:r>
      <w:r>
        <w:t xml:space="preserve">, </w:t>
      </w:r>
      <w:r w:rsidR="00855694" w:rsidRPr="009071AC">
        <w:t>c</w:t>
      </w:r>
      <w:r>
        <w:t>’</w:t>
      </w:r>
      <w:r w:rsidR="00855694" w:rsidRPr="009071AC">
        <w:t>est vrai</w:t>
      </w:r>
      <w:r>
        <w:t xml:space="preserve">… </w:t>
      </w:r>
      <w:r w:rsidR="00855694" w:rsidRPr="009071AC">
        <w:t>Mais ce ne sont pas des raisons</w:t>
      </w:r>
      <w:r>
        <w:t xml:space="preserve">… </w:t>
      </w:r>
      <w:r w:rsidR="00855694" w:rsidRPr="009071AC">
        <w:t>Et puis</w:t>
      </w:r>
      <w:r>
        <w:t xml:space="preserve">, </w:t>
      </w:r>
      <w:r w:rsidR="00855694" w:rsidRPr="009071AC">
        <w:t>laissez faire</w:t>
      </w:r>
      <w:r>
        <w:t xml:space="preserve">… </w:t>
      </w:r>
      <w:r w:rsidR="00855694" w:rsidRPr="009071AC">
        <w:t>Les gueux du matin sont quelquefois les riches du soir</w:t>
      </w:r>
      <w:r>
        <w:t xml:space="preserve">… </w:t>
      </w:r>
      <w:r w:rsidR="00855694" w:rsidRPr="009071AC">
        <w:t>À chacun son tour</w:t>
      </w:r>
      <w:r>
        <w:t xml:space="preserve">, </w:t>
      </w:r>
      <w:r w:rsidR="00855694" w:rsidRPr="009071AC">
        <w:t>n</w:t>
      </w:r>
      <w:r>
        <w:t>’</w:t>
      </w:r>
      <w:r w:rsidR="00855694" w:rsidRPr="009071AC">
        <w:t>est-ce pas</w:t>
      </w:r>
      <w:r>
        <w:t xml:space="preserve"> ?… </w:t>
      </w:r>
      <w:r w:rsidR="00855694" w:rsidRPr="009071AC">
        <w:t>J</w:t>
      </w:r>
      <w:r>
        <w:t>’</w:t>
      </w:r>
      <w:r w:rsidR="00855694" w:rsidRPr="009071AC">
        <w:t>ai l</w:t>
      </w:r>
      <w:r>
        <w:t>’</w:t>
      </w:r>
      <w:r w:rsidR="00855694" w:rsidRPr="009071AC">
        <w:t>idée que j</w:t>
      </w:r>
      <w:r>
        <w:t>’</w:t>
      </w:r>
      <w:r w:rsidR="00855694" w:rsidRPr="009071AC">
        <w:t>aurai de l</w:t>
      </w:r>
      <w:r>
        <w:t>’</w:t>
      </w:r>
      <w:r w:rsidR="00855694" w:rsidRPr="009071AC">
        <w:t>argent quand vous aurez mangé le vôtre</w:t>
      </w:r>
      <w:r>
        <w:t xml:space="preserve">… </w:t>
      </w:r>
      <w:r w:rsidR="00855694" w:rsidRPr="009071AC">
        <w:t>Alors on rira</w:t>
      </w:r>
      <w:r>
        <w:t xml:space="preserve">… </w:t>
      </w:r>
      <w:r w:rsidR="00855694" w:rsidRPr="009071AC">
        <w:t>et comme je suis bon garçon</w:t>
      </w:r>
      <w:r>
        <w:t xml:space="preserve">, </w:t>
      </w:r>
      <w:r w:rsidR="00855694" w:rsidRPr="009071AC">
        <w:t>je vous jetterai mes cigares à moitié</w:t>
      </w:r>
      <w:r>
        <w:t>…</w:t>
      </w:r>
    </w:p>
    <w:p w14:paraId="4E68EAEF" w14:textId="38D68E0E" w:rsidR="00F635DB" w:rsidRDefault="00F635DB" w:rsidP="00F635DB">
      <w:r>
        <w:t>M. </w:t>
      </w:r>
      <w:proofErr w:type="spellStart"/>
      <w:r w:rsidR="00855694" w:rsidRPr="009071AC">
        <w:t>Wilkie</w:t>
      </w:r>
      <w:proofErr w:type="spellEnd"/>
      <w:r w:rsidR="00855694" w:rsidRPr="009071AC">
        <w:t xml:space="preserve"> paraissait ravi</w:t>
      </w:r>
      <w:r>
        <w:t xml:space="preserve">… </w:t>
      </w:r>
      <w:r w:rsidR="00855694" w:rsidRPr="009071AC">
        <w:t>En lui</w:t>
      </w:r>
      <w:r>
        <w:t xml:space="preserve">, </w:t>
      </w:r>
      <w:r w:rsidR="00855694" w:rsidRPr="009071AC">
        <w:t>il y avait quelque parcelle de ce grain de folie qui inspire les excentricités anglaises</w:t>
      </w:r>
      <w:r>
        <w:t>.</w:t>
      </w:r>
    </w:p>
    <w:p w14:paraId="4EE1768F" w14:textId="77777777" w:rsidR="00F635DB" w:rsidRDefault="00855694" w:rsidP="00F635DB">
      <w:r w:rsidRPr="009071AC">
        <w:t>Il s</w:t>
      </w:r>
      <w:r w:rsidR="00F635DB">
        <w:t>’</w:t>
      </w:r>
      <w:r w:rsidRPr="009071AC">
        <w:t>était hissé sur le piano</w:t>
      </w:r>
      <w:r w:rsidR="00F635DB">
        <w:t xml:space="preserve">, </w:t>
      </w:r>
      <w:r w:rsidRPr="009071AC">
        <w:t>s</w:t>
      </w:r>
      <w:r w:rsidR="00F635DB">
        <w:t>’</w:t>
      </w:r>
      <w:r w:rsidRPr="009071AC">
        <w:t>y était assis</w:t>
      </w:r>
      <w:r w:rsidR="00F635DB">
        <w:t xml:space="preserve">, </w:t>
      </w:r>
      <w:r w:rsidRPr="009071AC">
        <w:t>les pieds sur le clavier</w:t>
      </w:r>
      <w:r w:rsidR="00F635DB">
        <w:t xml:space="preserve">, </w:t>
      </w:r>
      <w:r w:rsidRPr="009071AC">
        <w:t>et de là</w:t>
      </w:r>
      <w:r w:rsidR="00F635DB">
        <w:t xml:space="preserve">, </w:t>
      </w:r>
      <w:r w:rsidRPr="009071AC">
        <w:t>comme du haut d</w:t>
      </w:r>
      <w:r w:rsidR="00F635DB">
        <w:t>’</w:t>
      </w:r>
      <w:r w:rsidRPr="009071AC">
        <w:t>un tribunal</w:t>
      </w:r>
      <w:r w:rsidR="00F635DB">
        <w:t xml:space="preserve">, </w:t>
      </w:r>
      <w:r w:rsidRPr="009071AC">
        <w:t>il écoutait</w:t>
      </w:r>
      <w:r w:rsidR="00F635DB">
        <w:t xml:space="preserve">, </w:t>
      </w:r>
      <w:r w:rsidRPr="009071AC">
        <w:t>jugeait et applaudissait</w:t>
      </w:r>
      <w:r w:rsidR="00F635DB">
        <w:t xml:space="preserve">, </w:t>
      </w:r>
      <w:r w:rsidRPr="009071AC">
        <w:t>prenant tour à tour parti pour Chupin ou pour le vicomte</w:t>
      </w:r>
      <w:r w:rsidR="00F635DB">
        <w:t xml:space="preserve">, </w:t>
      </w:r>
      <w:r w:rsidRPr="009071AC">
        <w:t>et criant alternativement</w:t>
      </w:r>
      <w:r w:rsidR="00F635DB">
        <w:t> :</w:t>
      </w:r>
    </w:p>
    <w:p w14:paraId="7D7FC331" w14:textId="77777777" w:rsidR="00F635DB" w:rsidRDefault="00F635DB" w:rsidP="00F635DB">
      <w:r>
        <w:t>— </w:t>
      </w:r>
      <w:r w:rsidR="00855694" w:rsidRPr="009071AC">
        <w:t>Bravo</w:t>
      </w:r>
      <w:r>
        <w:t xml:space="preserve">, </w:t>
      </w:r>
      <w:r w:rsidR="00855694" w:rsidRPr="009071AC">
        <w:t>le gamin</w:t>
      </w:r>
      <w:r>
        <w:t xml:space="preserve"> !… </w:t>
      </w:r>
      <w:r w:rsidR="00855694" w:rsidRPr="009071AC">
        <w:t>ou</w:t>
      </w:r>
      <w:r>
        <w:t xml:space="preserve"> : </w:t>
      </w:r>
      <w:r w:rsidR="00855694" w:rsidRPr="009071AC">
        <w:t>touché</w:t>
      </w:r>
      <w:r>
        <w:t xml:space="preserve">, </w:t>
      </w:r>
      <w:proofErr w:type="spellStart"/>
      <w:r w:rsidR="00855694" w:rsidRPr="009071AC">
        <w:t>Coralth</w:t>
      </w:r>
      <w:proofErr w:type="spellEnd"/>
      <w:r>
        <w:t> !…</w:t>
      </w:r>
    </w:p>
    <w:p w14:paraId="51ED127C" w14:textId="77777777" w:rsidR="00F635DB" w:rsidRDefault="00855694" w:rsidP="00F635DB">
      <w:r w:rsidRPr="009071AC">
        <w:t>Cela devait achever le vicomte</w:t>
      </w:r>
      <w:r w:rsidR="00F635DB">
        <w:t>.</w:t>
      </w:r>
    </w:p>
    <w:p w14:paraId="66669921" w14:textId="77777777" w:rsidR="00F635DB" w:rsidRDefault="00F635DB" w:rsidP="00F635DB">
      <w:r>
        <w:t>— </w:t>
      </w:r>
      <w:r w:rsidR="00855694" w:rsidRPr="009071AC">
        <w:t>Je vois bien</w:t>
      </w:r>
      <w:r>
        <w:t xml:space="preserve">, </w:t>
      </w:r>
      <w:r w:rsidR="00855694" w:rsidRPr="009071AC">
        <w:t>prononça-t-il</w:t>
      </w:r>
      <w:r>
        <w:t xml:space="preserve">, </w:t>
      </w:r>
      <w:r w:rsidR="00855694" w:rsidRPr="009071AC">
        <w:t>que sans les sergents de ville nous n</w:t>
      </w:r>
      <w:r>
        <w:t>’</w:t>
      </w:r>
      <w:r w:rsidR="00855694" w:rsidRPr="009071AC">
        <w:t>en finirons pas</w:t>
      </w:r>
      <w:r>
        <w:t>.</w:t>
      </w:r>
    </w:p>
    <w:p w14:paraId="61F7CECC" w14:textId="77777777" w:rsidR="00F635DB" w:rsidRDefault="00F635DB" w:rsidP="00F635DB">
      <w:r>
        <w:lastRenderedPageBreak/>
        <w:t>— </w:t>
      </w:r>
      <w:r w:rsidR="00855694" w:rsidRPr="009071AC">
        <w:t>Les sergents</w:t>
      </w:r>
      <w:r>
        <w:t xml:space="preserve"> ?… </w:t>
      </w:r>
      <w:r w:rsidR="00855694" w:rsidRPr="009071AC">
        <w:t>hurla Chupin</w:t>
      </w:r>
      <w:r>
        <w:t xml:space="preserve">. </w:t>
      </w:r>
      <w:r w:rsidR="00855694" w:rsidRPr="009071AC">
        <w:t>Ah</w:t>
      </w:r>
      <w:r>
        <w:t xml:space="preserve"> ! </w:t>
      </w:r>
      <w:r w:rsidR="00855694" w:rsidRPr="009071AC">
        <w:t>ça ne serait pas à faire</w:t>
      </w:r>
      <w:r>
        <w:t xml:space="preserve">, </w:t>
      </w:r>
      <w:r w:rsidR="00855694" w:rsidRPr="009071AC">
        <w:t>méchant</w:t>
      </w:r>
      <w:r>
        <w:t>…</w:t>
      </w:r>
    </w:p>
    <w:p w14:paraId="7F00DC1B" w14:textId="77777777" w:rsidR="00F635DB" w:rsidRDefault="00855694" w:rsidP="00F635DB">
      <w:r w:rsidRPr="009071AC">
        <w:t>Il s</w:t>
      </w:r>
      <w:r w:rsidR="00F635DB">
        <w:t>’</w:t>
      </w:r>
      <w:r w:rsidRPr="009071AC">
        <w:t>arrêta court</w:t>
      </w:r>
      <w:r w:rsidR="00F635DB">
        <w:t xml:space="preserve">, </w:t>
      </w:r>
      <w:r w:rsidRPr="009071AC">
        <w:t>la voix expirant dans son gosier</w:t>
      </w:r>
      <w:r w:rsidR="00F635DB">
        <w:t xml:space="preserve">, </w:t>
      </w:r>
      <w:r w:rsidRPr="009071AC">
        <w:t>et il demeura béant</w:t>
      </w:r>
      <w:r w:rsidR="00F635DB">
        <w:t xml:space="preserve">, </w:t>
      </w:r>
      <w:r w:rsidRPr="009071AC">
        <w:t>interdit</w:t>
      </w:r>
      <w:r w:rsidR="00F635DB">
        <w:t xml:space="preserve">, </w:t>
      </w:r>
      <w:r w:rsidRPr="009071AC">
        <w:t>le geste interrompu</w:t>
      </w:r>
      <w:r w:rsidR="00F635DB">
        <w:t xml:space="preserve">, </w:t>
      </w:r>
      <w:r w:rsidRPr="009071AC">
        <w:t>la pupille dilatée par la surprise</w:t>
      </w:r>
      <w:r w:rsidR="00F635DB">
        <w:t>…</w:t>
      </w:r>
    </w:p>
    <w:p w14:paraId="76531A81" w14:textId="07CD1A68" w:rsidR="00F635DB" w:rsidRDefault="00855694" w:rsidP="00F635DB">
      <w:r w:rsidRPr="009071AC">
        <w:t xml:space="preserve">Un jeu de physionomie de </w:t>
      </w:r>
      <w:r w:rsidR="00F635DB">
        <w:t>M. de </w:t>
      </w:r>
      <w:proofErr w:type="spellStart"/>
      <w:r w:rsidRPr="009071AC">
        <w:t>Coralth</w:t>
      </w:r>
      <w:proofErr w:type="spellEnd"/>
      <w:r w:rsidRPr="009071AC">
        <w:t xml:space="preserve"> avait été pour lui un trait de lumière</w:t>
      </w:r>
      <w:r w:rsidR="00F635DB">
        <w:t>.</w:t>
      </w:r>
    </w:p>
    <w:p w14:paraId="6B397932" w14:textId="77777777" w:rsidR="00F635DB" w:rsidRDefault="00855694" w:rsidP="00F635DB">
      <w:r w:rsidRPr="009071AC">
        <w:t>Et il venait de se rappeler soudainement</w:t>
      </w:r>
      <w:r w:rsidR="00F635DB">
        <w:t xml:space="preserve">, </w:t>
      </w:r>
      <w:r w:rsidRPr="009071AC">
        <w:t>et alors qu</w:t>
      </w:r>
      <w:r w:rsidR="00F635DB">
        <w:t>’</w:t>
      </w:r>
      <w:r w:rsidRPr="009071AC">
        <w:t>il ne cherchait plus</w:t>
      </w:r>
      <w:r w:rsidR="00F635DB">
        <w:t xml:space="preserve">, </w:t>
      </w:r>
      <w:r w:rsidRPr="009071AC">
        <w:t>où</w:t>
      </w:r>
      <w:r w:rsidR="00F635DB">
        <w:t xml:space="preserve">, </w:t>
      </w:r>
      <w:r w:rsidRPr="009071AC">
        <w:t>quand et en quelles circonstances il avait connu le vicomte</w:t>
      </w:r>
      <w:r w:rsidR="00F635DB">
        <w:t xml:space="preserve">. </w:t>
      </w:r>
      <w:r w:rsidRPr="009071AC">
        <w:t>Il se souvenait maintenant du nom qu</w:t>
      </w:r>
      <w:r w:rsidR="00F635DB">
        <w:t>’</w:t>
      </w:r>
      <w:r w:rsidRPr="009071AC">
        <w:t>il portait</w:t>
      </w:r>
      <w:r w:rsidR="00F635DB">
        <w:t xml:space="preserve">, </w:t>
      </w:r>
      <w:r w:rsidRPr="009071AC">
        <w:t>lorsqu</w:t>
      </w:r>
      <w:r w:rsidR="00F635DB">
        <w:t>’</w:t>
      </w:r>
      <w:r w:rsidRPr="009071AC">
        <w:t>il l</w:t>
      </w:r>
      <w:r w:rsidR="00F635DB">
        <w:t>’</w:t>
      </w:r>
      <w:r w:rsidRPr="009071AC">
        <w:t>avait rencontré</w:t>
      </w:r>
      <w:r w:rsidR="00F635DB">
        <w:t>.</w:t>
      </w:r>
    </w:p>
    <w:p w14:paraId="61AA2F69" w14:textId="77777777" w:rsidR="00F635DB" w:rsidRDefault="00F635DB" w:rsidP="00F635DB">
      <w:r>
        <w:t>— </w:t>
      </w:r>
      <w:r w:rsidR="00855694" w:rsidRPr="009071AC">
        <w:t>Oh</w:t>
      </w:r>
      <w:r>
        <w:t xml:space="preserve"> ! </w:t>
      </w:r>
      <w:r w:rsidR="00855694" w:rsidRPr="009071AC">
        <w:t>bégaya-t-il sur trois tons différents</w:t>
      </w:r>
      <w:r>
        <w:t xml:space="preserve">, </w:t>
      </w:r>
      <w:r w:rsidR="00855694" w:rsidRPr="009071AC">
        <w:t>oh</w:t>
      </w:r>
      <w:r>
        <w:t xml:space="preserve"> ! </w:t>
      </w:r>
      <w:r w:rsidR="00855694" w:rsidRPr="009071AC">
        <w:t>oh</w:t>
      </w:r>
      <w:r>
        <w:t> !</w:t>
      </w:r>
    </w:p>
    <w:p w14:paraId="1A771585" w14:textId="77777777" w:rsidR="00F635DB" w:rsidRDefault="00855694" w:rsidP="00F635DB">
      <w:r w:rsidRPr="009071AC">
        <w:t>Mais cette découverte eut pour effet sinon de calmer sa colère</w:t>
      </w:r>
      <w:r w:rsidR="00F635DB">
        <w:t xml:space="preserve">, </w:t>
      </w:r>
      <w:r w:rsidRPr="009071AC">
        <w:t>au moins de lui rendre comme par magie son sang-froid</w:t>
      </w:r>
      <w:r w:rsidR="00F635DB">
        <w:t>.</w:t>
      </w:r>
    </w:p>
    <w:p w14:paraId="2AFA96C6" w14:textId="1B37B017" w:rsidR="00F635DB" w:rsidRDefault="00855694" w:rsidP="00F635DB">
      <w:r w:rsidRPr="009071AC">
        <w:t>Et c</w:t>
      </w:r>
      <w:r w:rsidR="00F635DB">
        <w:t>’</w:t>
      </w:r>
      <w:r w:rsidRPr="009071AC">
        <w:t>est avec l</w:t>
      </w:r>
      <w:r w:rsidR="00F635DB">
        <w:t>’</w:t>
      </w:r>
      <w:r w:rsidRPr="009071AC">
        <w:t>affreux accent gouailleur des purs faubouriens qu</w:t>
      </w:r>
      <w:r w:rsidR="00F635DB">
        <w:t>’</w:t>
      </w:r>
      <w:r w:rsidRPr="009071AC">
        <w:t>il reprit</w:t>
      </w:r>
      <w:r w:rsidR="00F635DB">
        <w:t xml:space="preserve">, </w:t>
      </w:r>
      <w:r w:rsidRPr="009071AC">
        <w:t>s</w:t>
      </w:r>
      <w:r w:rsidR="00F635DB">
        <w:t>’</w:t>
      </w:r>
      <w:r w:rsidRPr="009071AC">
        <w:t xml:space="preserve">adressant à </w:t>
      </w:r>
      <w:r w:rsidR="00F635DB">
        <w:t>M. de </w:t>
      </w:r>
      <w:proofErr w:type="spellStart"/>
      <w:r w:rsidRPr="009071AC">
        <w:t>Coralth</w:t>
      </w:r>
      <w:proofErr w:type="spellEnd"/>
      <w:r w:rsidR="00F635DB">
        <w:t> :</w:t>
      </w:r>
    </w:p>
    <w:p w14:paraId="6FB0B294" w14:textId="77777777" w:rsidR="00F635DB" w:rsidRDefault="00F635DB" w:rsidP="00F635DB">
      <w:r>
        <w:t>— </w:t>
      </w:r>
      <w:r w:rsidR="00855694" w:rsidRPr="009071AC">
        <w:t>Faut pas vous fâcher</w:t>
      </w:r>
      <w:r>
        <w:t xml:space="preserve">, </w:t>
      </w:r>
      <w:r w:rsidR="00855694" w:rsidRPr="009071AC">
        <w:t>bourgeois</w:t>
      </w:r>
      <w:r>
        <w:t xml:space="preserve">, </w:t>
      </w:r>
      <w:r w:rsidR="00855694" w:rsidRPr="009071AC">
        <w:t>tout ce que j</w:t>
      </w:r>
      <w:r>
        <w:t>’</w:t>
      </w:r>
      <w:r w:rsidR="00855694" w:rsidRPr="009071AC">
        <w:t>ai dit</w:t>
      </w:r>
      <w:r>
        <w:t xml:space="preserve">, </w:t>
      </w:r>
      <w:r w:rsidR="00855694" w:rsidRPr="009071AC">
        <w:t>c</w:t>
      </w:r>
      <w:r>
        <w:t>’</w:t>
      </w:r>
      <w:r w:rsidR="00855694" w:rsidRPr="009071AC">
        <w:t>était histoire de rire</w:t>
      </w:r>
      <w:r>
        <w:t xml:space="preserve">… </w:t>
      </w:r>
      <w:r w:rsidR="00855694" w:rsidRPr="009071AC">
        <w:t>Je fais ma tête</w:t>
      </w:r>
      <w:r>
        <w:t xml:space="preserve">, </w:t>
      </w:r>
      <w:r w:rsidR="00855694" w:rsidRPr="009071AC">
        <w:t>comme ça</w:t>
      </w:r>
      <w:r>
        <w:t xml:space="preserve">, </w:t>
      </w:r>
      <w:r w:rsidR="00855694" w:rsidRPr="009071AC">
        <w:t>mais je sais bien qu</w:t>
      </w:r>
      <w:r>
        <w:t>’</w:t>
      </w:r>
      <w:r w:rsidR="00855694" w:rsidRPr="009071AC">
        <w:t>entre un pauvre diable comme moi et un vicomte comme vous</w:t>
      </w:r>
      <w:r>
        <w:t xml:space="preserve">, </w:t>
      </w:r>
      <w:r w:rsidR="00855694" w:rsidRPr="009071AC">
        <w:t xml:space="preserve">il y </w:t>
      </w:r>
      <w:proofErr w:type="spellStart"/>
      <w:r w:rsidR="00855694" w:rsidRPr="009071AC">
        <w:t>à</w:t>
      </w:r>
      <w:proofErr w:type="spellEnd"/>
      <w:r w:rsidR="00855694" w:rsidRPr="009071AC">
        <w:t xml:space="preserve"> plus d</w:t>
      </w:r>
      <w:r>
        <w:t>’</w:t>
      </w:r>
      <w:r w:rsidR="00855694" w:rsidRPr="009071AC">
        <w:t>une marche d</w:t>
      </w:r>
      <w:r>
        <w:t>’</w:t>
      </w:r>
      <w:r w:rsidR="00855694" w:rsidRPr="009071AC">
        <w:t>escalier</w:t>
      </w:r>
      <w:r>
        <w:t xml:space="preserve">… </w:t>
      </w:r>
      <w:r w:rsidR="00855694" w:rsidRPr="009071AC">
        <w:t>Je n</w:t>
      </w:r>
      <w:r>
        <w:t>’</w:t>
      </w:r>
      <w:r w:rsidR="00855694" w:rsidRPr="009071AC">
        <w:t>ai pas le sou</w:t>
      </w:r>
      <w:r>
        <w:t xml:space="preserve">, </w:t>
      </w:r>
      <w:r w:rsidR="00855694" w:rsidRPr="009071AC">
        <w:t>voyez-vous</w:t>
      </w:r>
      <w:r>
        <w:t xml:space="preserve">, </w:t>
      </w:r>
      <w:r w:rsidR="00855694" w:rsidRPr="009071AC">
        <w:t>et c</w:t>
      </w:r>
      <w:r>
        <w:t>’</w:t>
      </w:r>
      <w:r w:rsidR="00855694" w:rsidRPr="009071AC">
        <w:t>est ce qui m</w:t>
      </w:r>
      <w:r>
        <w:t>’</w:t>
      </w:r>
      <w:r w:rsidR="00855694" w:rsidRPr="009071AC">
        <w:t>enrage</w:t>
      </w:r>
      <w:r>
        <w:t xml:space="preserve">… </w:t>
      </w:r>
      <w:r w:rsidR="00855694" w:rsidRPr="009071AC">
        <w:t>Je ne suis pas trop mal de ma personne</w:t>
      </w:r>
      <w:r>
        <w:t xml:space="preserve">, </w:t>
      </w:r>
      <w:r w:rsidR="00855694" w:rsidRPr="009071AC">
        <w:t>heureusement</w:t>
      </w:r>
      <w:r>
        <w:t xml:space="preserve">, </w:t>
      </w:r>
      <w:r w:rsidR="00855694" w:rsidRPr="009071AC">
        <w:t>et j</w:t>
      </w:r>
      <w:r>
        <w:t>’</w:t>
      </w:r>
      <w:r w:rsidR="00855694" w:rsidRPr="009071AC">
        <w:t>espère toujours que la fille de quelque banquier tombera amoureuse de moi et m</w:t>
      </w:r>
      <w:r>
        <w:t>’</w:t>
      </w:r>
      <w:r w:rsidR="00855694" w:rsidRPr="009071AC">
        <w:t>épousera</w:t>
      </w:r>
      <w:r>
        <w:t xml:space="preserve">… </w:t>
      </w:r>
      <w:r w:rsidR="00855694" w:rsidRPr="009071AC">
        <w:t>C</w:t>
      </w:r>
      <w:r>
        <w:t>’</w:t>
      </w:r>
      <w:r w:rsidR="00855694" w:rsidRPr="009071AC">
        <w:t>est ça qui serait de la chance</w:t>
      </w:r>
      <w:r>
        <w:t xml:space="preserve"> !… </w:t>
      </w:r>
      <w:r w:rsidR="00855694" w:rsidRPr="009071AC">
        <w:t>Pour lors</w:t>
      </w:r>
      <w:r>
        <w:t xml:space="preserve">, </w:t>
      </w:r>
      <w:r w:rsidR="00855694" w:rsidRPr="009071AC">
        <w:t>il ne me resterait plus qu</w:t>
      </w:r>
      <w:r>
        <w:t>’</w:t>
      </w:r>
      <w:r w:rsidR="00855694" w:rsidRPr="009071AC">
        <w:t>à essayer de me faire passer pour l</w:t>
      </w:r>
      <w:r>
        <w:t>’</w:t>
      </w:r>
      <w:r w:rsidR="00855694" w:rsidRPr="009071AC">
        <w:t>enfant perdu de quelque grand personnage</w:t>
      </w:r>
      <w:r>
        <w:t xml:space="preserve">, </w:t>
      </w:r>
      <w:r w:rsidR="00855694" w:rsidRPr="009071AC">
        <w:t>d</w:t>
      </w:r>
      <w:r>
        <w:t>’</w:t>
      </w:r>
      <w:r w:rsidR="00855694" w:rsidRPr="009071AC">
        <w:t>un duc</w:t>
      </w:r>
      <w:r>
        <w:t xml:space="preserve">, </w:t>
      </w:r>
      <w:r w:rsidR="00855694" w:rsidRPr="009071AC">
        <w:t>par exemple</w:t>
      </w:r>
      <w:r>
        <w:t xml:space="preserve">… </w:t>
      </w:r>
      <w:r w:rsidR="00855694" w:rsidRPr="009071AC">
        <w:t>et si le vrai fils existait</w:t>
      </w:r>
      <w:r>
        <w:t xml:space="preserve">, </w:t>
      </w:r>
      <w:r w:rsidR="00855694" w:rsidRPr="009071AC">
        <w:t>s</w:t>
      </w:r>
      <w:r>
        <w:t>’</w:t>
      </w:r>
      <w:r w:rsidR="00855694" w:rsidRPr="009071AC">
        <w:t>il me gênait</w:t>
      </w:r>
      <w:r>
        <w:t xml:space="preserve">, </w:t>
      </w:r>
      <w:r w:rsidR="00855694" w:rsidRPr="009071AC">
        <w:t>dame</w:t>
      </w:r>
      <w:r>
        <w:t xml:space="preserve"> !… </w:t>
      </w:r>
      <w:r w:rsidR="00855694" w:rsidRPr="009071AC">
        <w:t>je l</w:t>
      </w:r>
      <w:r>
        <w:t>’</w:t>
      </w:r>
      <w:r w:rsidR="00855694" w:rsidRPr="009071AC">
        <w:t>assassinerais un peu pour prendre sa place</w:t>
      </w:r>
      <w:r>
        <w:t>…</w:t>
      </w:r>
    </w:p>
    <w:p w14:paraId="1E0D2D79" w14:textId="55BEA713" w:rsidR="00F635DB" w:rsidRDefault="00855694" w:rsidP="00F635DB">
      <w:r w:rsidRPr="009071AC">
        <w:lastRenderedPageBreak/>
        <w:t xml:space="preserve">Ni </w:t>
      </w:r>
      <w:r w:rsidR="00F635DB">
        <w:t>M. </w:t>
      </w:r>
      <w:proofErr w:type="spellStart"/>
      <w:r w:rsidRPr="009071AC">
        <w:t>Wilkie</w:t>
      </w:r>
      <w:proofErr w:type="spellEnd"/>
      <w:r w:rsidRPr="009071AC">
        <w:t xml:space="preserve"> ni ses amis ne comprenaient un mot à ce bavardage de Chupin</w:t>
      </w:r>
      <w:r w:rsidR="00F635DB">
        <w:t xml:space="preserve">, </w:t>
      </w:r>
      <w:r w:rsidRPr="009071AC">
        <w:t>et les deux demoiselles à cheveux jaunes fixaient sur lui leurs gros yeux stupides</w:t>
      </w:r>
      <w:r w:rsidR="00F635DB">
        <w:t>.</w:t>
      </w:r>
    </w:p>
    <w:p w14:paraId="70F5ADAC" w14:textId="20AA4422" w:rsidR="00F635DB" w:rsidRDefault="00855694" w:rsidP="00F635DB">
      <w:r w:rsidRPr="009071AC">
        <w:t xml:space="preserve">Il était clair cependant que chacune de ces paroles avait une signification pour </w:t>
      </w:r>
      <w:r w:rsidR="00F635DB">
        <w:t>M. de </w:t>
      </w:r>
      <w:proofErr w:type="spellStart"/>
      <w:r w:rsidRPr="009071AC">
        <w:t>Coralth</w:t>
      </w:r>
      <w:proofErr w:type="spellEnd"/>
      <w:r w:rsidR="00F635DB">
        <w:t xml:space="preserve">, </w:t>
      </w:r>
      <w:r w:rsidRPr="009071AC">
        <w:t>et même une signification terrible</w:t>
      </w:r>
      <w:r w:rsidR="00F635DB">
        <w:t>.</w:t>
      </w:r>
    </w:p>
    <w:p w14:paraId="5B2B581E" w14:textId="77777777" w:rsidR="00F635DB" w:rsidRDefault="00855694" w:rsidP="00F635DB">
      <w:r w:rsidRPr="009071AC">
        <w:t>Exercé depuis longtemps à commander à sa physionomie</w:t>
      </w:r>
      <w:r w:rsidR="00F635DB">
        <w:t xml:space="preserve">, </w:t>
      </w:r>
      <w:r w:rsidRPr="009071AC">
        <w:t>il restait impassible en apparence et même souriant</w:t>
      </w:r>
      <w:r w:rsidR="00F635DB">
        <w:t xml:space="preserve">, </w:t>
      </w:r>
      <w:r w:rsidRPr="009071AC">
        <w:t>mais un observateur eût lu l</w:t>
      </w:r>
      <w:r w:rsidR="00F635DB">
        <w:t>’</w:t>
      </w:r>
      <w:r w:rsidRPr="009071AC">
        <w:t>angoisse dans ses yeux</w:t>
      </w:r>
      <w:r w:rsidR="00F635DB">
        <w:t xml:space="preserve">, </w:t>
      </w:r>
      <w:r w:rsidRPr="009071AC">
        <w:t>et il blêmissait visiblement</w:t>
      </w:r>
      <w:r w:rsidR="00F635DB">
        <w:t>…</w:t>
      </w:r>
    </w:p>
    <w:p w14:paraId="43FE6C5F" w14:textId="77777777" w:rsidR="00F635DB" w:rsidRDefault="00855694" w:rsidP="00F635DB">
      <w:r w:rsidRPr="009071AC">
        <w:t>À la fin</w:t>
      </w:r>
      <w:r w:rsidR="00F635DB">
        <w:t xml:space="preserve">, </w:t>
      </w:r>
      <w:r w:rsidRPr="009071AC">
        <w:t>n</w:t>
      </w:r>
      <w:r w:rsidR="00F635DB">
        <w:t>’</w:t>
      </w:r>
      <w:r w:rsidRPr="009071AC">
        <w:t>y tenant plus</w:t>
      </w:r>
      <w:r w:rsidR="00F635DB">
        <w:t xml:space="preserve">, </w:t>
      </w:r>
      <w:r w:rsidRPr="009071AC">
        <w:t>il prit dans son portefeuille un billet de cent francs</w:t>
      </w:r>
      <w:r w:rsidR="00F635DB">
        <w:t xml:space="preserve">, </w:t>
      </w:r>
      <w:r w:rsidRPr="009071AC">
        <w:t>le roula entre ses mains</w:t>
      </w:r>
      <w:r w:rsidR="00F635DB">
        <w:t xml:space="preserve">, </w:t>
      </w:r>
      <w:r w:rsidRPr="009071AC">
        <w:t>et le lança à Chupin en disant</w:t>
      </w:r>
      <w:r w:rsidR="00F635DB">
        <w:t> :</w:t>
      </w:r>
    </w:p>
    <w:p w14:paraId="448645F2" w14:textId="77777777" w:rsidR="00F635DB" w:rsidRDefault="00F635DB" w:rsidP="00F635DB">
      <w:r>
        <w:t>— </w:t>
      </w:r>
      <w:r w:rsidR="00855694" w:rsidRPr="009071AC">
        <w:t>C</w:t>
      </w:r>
      <w:r>
        <w:t>’</w:t>
      </w:r>
      <w:r w:rsidR="00855694" w:rsidRPr="009071AC">
        <w:t>est fort joli</w:t>
      </w:r>
      <w:r>
        <w:t xml:space="preserve">, </w:t>
      </w:r>
      <w:r w:rsidR="00855694" w:rsidRPr="009071AC">
        <w:t>mon garçon</w:t>
      </w:r>
      <w:r>
        <w:t xml:space="preserve">, </w:t>
      </w:r>
      <w:r w:rsidR="00855694" w:rsidRPr="009071AC">
        <w:t>tout ce que tu nous contes là</w:t>
      </w:r>
      <w:r>
        <w:t xml:space="preserve">, </w:t>
      </w:r>
      <w:r w:rsidR="00855694" w:rsidRPr="009071AC">
        <w:t>mais en voici assez</w:t>
      </w:r>
      <w:r>
        <w:t xml:space="preserve">, </w:t>
      </w:r>
      <w:r w:rsidR="00855694" w:rsidRPr="009071AC">
        <w:t>paye-toi et laisse-nous</w:t>
      </w:r>
      <w:r>
        <w:t>…</w:t>
      </w:r>
    </w:p>
    <w:p w14:paraId="31364212" w14:textId="77777777" w:rsidR="00F635DB" w:rsidRDefault="00855694" w:rsidP="00F635DB">
      <w:r w:rsidRPr="009071AC">
        <w:t>Malheureusement la boule de papier atteignit Chupin en plein visage</w:t>
      </w:r>
      <w:r w:rsidR="00F635DB">
        <w:t>…</w:t>
      </w:r>
    </w:p>
    <w:p w14:paraId="2AAFB905" w14:textId="2ADF573B" w:rsidR="00F635DB" w:rsidRDefault="00855694" w:rsidP="00F635DB">
      <w:r w:rsidRPr="009071AC">
        <w:t>Il poussa un cri rauque</w:t>
      </w:r>
      <w:r w:rsidR="00F635DB">
        <w:t xml:space="preserve">, </w:t>
      </w:r>
      <w:r w:rsidRPr="009071AC">
        <w:t>et à la façon dont il saisit et brandit une bouteille</w:t>
      </w:r>
      <w:r w:rsidR="00F635DB">
        <w:t xml:space="preserve">, </w:t>
      </w:r>
      <w:r w:rsidRPr="009071AC">
        <w:t xml:space="preserve">on put croire que </w:t>
      </w:r>
      <w:r w:rsidR="00F635DB">
        <w:t>M. de </w:t>
      </w:r>
      <w:proofErr w:type="spellStart"/>
      <w:r w:rsidRPr="009071AC">
        <w:t>Coralth</w:t>
      </w:r>
      <w:proofErr w:type="spellEnd"/>
      <w:r w:rsidRPr="009071AC">
        <w:t xml:space="preserve"> allait avoir la tête brisée</w:t>
      </w:r>
      <w:r w:rsidR="00F635DB">
        <w:t>.</w:t>
      </w:r>
    </w:p>
    <w:p w14:paraId="3A0F1811" w14:textId="77777777" w:rsidR="00F635DB" w:rsidRDefault="00855694" w:rsidP="00F635DB">
      <w:r w:rsidRPr="009071AC">
        <w:t>Non</w:t>
      </w:r>
      <w:r w:rsidR="00F635DB">
        <w:t xml:space="preserve">, </w:t>
      </w:r>
      <w:r w:rsidRPr="009071AC">
        <w:t>cependant</w:t>
      </w:r>
      <w:r w:rsidR="00F635DB">
        <w:t xml:space="preserve">… </w:t>
      </w:r>
      <w:r w:rsidRPr="009071AC">
        <w:t>Grâce à un effort héroïque de volonté</w:t>
      </w:r>
      <w:r w:rsidR="00F635DB">
        <w:t xml:space="preserve">, </w:t>
      </w:r>
      <w:r w:rsidRPr="009071AC">
        <w:t>Chupin maîtrisa ce mouvement de rage folle</w:t>
      </w:r>
      <w:r w:rsidR="00F635DB">
        <w:t xml:space="preserve">, </w:t>
      </w:r>
      <w:r w:rsidRPr="009071AC">
        <w:t>et il reposa la bouteille en disant aux deux demoiselles qui s</w:t>
      </w:r>
      <w:r w:rsidR="00F635DB">
        <w:t>’</w:t>
      </w:r>
      <w:r w:rsidRPr="009071AC">
        <w:t>étaient mises à pousser des cris de paon</w:t>
      </w:r>
      <w:r w:rsidR="00F635DB">
        <w:t> :</w:t>
      </w:r>
    </w:p>
    <w:p w14:paraId="5A195F9C" w14:textId="77777777" w:rsidR="00F635DB" w:rsidRDefault="00F635DB" w:rsidP="00F635DB">
      <w:r>
        <w:t>— </w:t>
      </w:r>
      <w:r w:rsidR="00855694" w:rsidRPr="009071AC">
        <w:t>Taisez-vous donc</w:t>
      </w:r>
      <w:r>
        <w:t xml:space="preserve">, </w:t>
      </w:r>
      <w:r w:rsidR="00855694" w:rsidRPr="009071AC">
        <w:t>vous autres</w:t>
      </w:r>
      <w:r>
        <w:t xml:space="preserve">, </w:t>
      </w:r>
      <w:r w:rsidR="00855694" w:rsidRPr="009071AC">
        <w:t>ne voyez-vous pas que je plaisante</w:t>
      </w:r>
      <w:r>
        <w:t> !…</w:t>
      </w:r>
    </w:p>
    <w:p w14:paraId="32169AB6" w14:textId="3E10393F" w:rsidR="00F635DB" w:rsidRDefault="00855694" w:rsidP="00F635DB">
      <w:r w:rsidRPr="009071AC">
        <w:t xml:space="preserve">Mais les convives et </w:t>
      </w:r>
      <w:r w:rsidR="00F635DB">
        <w:t>M. </w:t>
      </w:r>
      <w:proofErr w:type="spellStart"/>
      <w:r w:rsidRPr="009071AC">
        <w:t>Wilkie</w:t>
      </w:r>
      <w:proofErr w:type="spellEnd"/>
      <w:r w:rsidRPr="009071AC">
        <w:t xml:space="preserve"> lui-même</w:t>
      </w:r>
      <w:r w:rsidR="00F635DB">
        <w:t xml:space="preserve">, </w:t>
      </w:r>
      <w:r w:rsidRPr="009071AC">
        <w:t>avaient trouvé la plaisanterie un peu forte et même dangereuse</w:t>
      </w:r>
      <w:r w:rsidR="00F635DB">
        <w:t>.</w:t>
      </w:r>
    </w:p>
    <w:p w14:paraId="55150997" w14:textId="77777777" w:rsidR="00F635DB" w:rsidRDefault="00855694" w:rsidP="00F635DB">
      <w:r w:rsidRPr="009071AC">
        <w:lastRenderedPageBreak/>
        <w:t>Ils se levaient très-décidés</w:t>
      </w:r>
      <w:r w:rsidR="00F635DB">
        <w:t xml:space="preserve">, </w:t>
      </w:r>
      <w:r w:rsidRPr="009071AC">
        <w:t>cela se voyait</w:t>
      </w:r>
      <w:r w:rsidR="00F635DB">
        <w:t xml:space="preserve">, </w:t>
      </w:r>
      <w:r w:rsidRPr="009071AC">
        <w:t>à jeter Chupin dehors</w:t>
      </w:r>
      <w:r w:rsidR="00F635DB">
        <w:t xml:space="preserve">, </w:t>
      </w:r>
      <w:r w:rsidRPr="009071AC">
        <w:t>il les arrêta du geste</w:t>
      </w:r>
      <w:r w:rsidR="00F635DB">
        <w:t>.</w:t>
      </w:r>
    </w:p>
    <w:p w14:paraId="4A5DBE29" w14:textId="77777777" w:rsidR="00F635DB" w:rsidRDefault="00F635DB" w:rsidP="00F635DB">
      <w:r>
        <w:t>— </w:t>
      </w:r>
      <w:r w:rsidR="00855694" w:rsidRPr="009071AC">
        <w:t>Ne vous dérangez pas</w:t>
      </w:r>
      <w:r>
        <w:t xml:space="preserve">, </w:t>
      </w:r>
      <w:r w:rsidR="00855694" w:rsidRPr="009071AC">
        <w:t>fit-il</w:t>
      </w:r>
      <w:r>
        <w:t xml:space="preserve">, </w:t>
      </w:r>
      <w:r w:rsidR="00855694" w:rsidRPr="009071AC">
        <w:t>ce n</w:t>
      </w:r>
      <w:r>
        <w:t>’</w:t>
      </w:r>
      <w:r w:rsidR="00855694" w:rsidRPr="009071AC">
        <w:t>est pas la peine</w:t>
      </w:r>
      <w:r>
        <w:t xml:space="preserve">, </w:t>
      </w:r>
      <w:r w:rsidR="00855694" w:rsidRPr="009071AC">
        <w:t>je file</w:t>
      </w:r>
      <w:r>
        <w:t xml:space="preserve">… </w:t>
      </w:r>
      <w:r w:rsidR="00855694" w:rsidRPr="009071AC">
        <w:t>Laissez-moi seulement chercher le billet de banque que monsieur</w:t>
      </w:r>
      <w:r>
        <w:t xml:space="preserve">, </w:t>
      </w:r>
      <w:r w:rsidR="00855694" w:rsidRPr="009071AC">
        <w:t>là-bas</w:t>
      </w:r>
      <w:r>
        <w:t xml:space="preserve">, </w:t>
      </w:r>
      <w:r w:rsidR="00855694" w:rsidRPr="009071AC">
        <w:t>m</w:t>
      </w:r>
      <w:r>
        <w:t>’</w:t>
      </w:r>
      <w:r w:rsidR="00855694" w:rsidRPr="009071AC">
        <w:t>a jeté</w:t>
      </w:r>
      <w:r>
        <w:t>…</w:t>
      </w:r>
    </w:p>
    <w:p w14:paraId="1C50413B" w14:textId="7E8DA30A" w:rsidR="00F635DB" w:rsidRDefault="00F635DB" w:rsidP="00F635DB">
      <w:r>
        <w:t>— </w:t>
      </w:r>
      <w:r w:rsidR="00855694" w:rsidRPr="009071AC">
        <w:t>C</w:t>
      </w:r>
      <w:r>
        <w:t>’</w:t>
      </w:r>
      <w:r w:rsidR="00855694" w:rsidRPr="009071AC">
        <w:t>est trop juste</w:t>
      </w:r>
      <w:r>
        <w:t xml:space="preserve">, </w:t>
      </w:r>
      <w:r w:rsidR="00855694" w:rsidRPr="009071AC">
        <w:t xml:space="preserve">approuva </w:t>
      </w:r>
      <w:r>
        <w:t>M. </w:t>
      </w:r>
      <w:proofErr w:type="spellStart"/>
      <w:r w:rsidR="00855694" w:rsidRPr="009071AC">
        <w:t>Wilkie</w:t>
      </w:r>
      <w:proofErr w:type="spellEnd"/>
      <w:r>
        <w:t xml:space="preserve">, </w:t>
      </w:r>
      <w:r w:rsidR="00855694" w:rsidRPr="009071AC">
        <w:t>cherchez</w:t>
      </w:r>
      <w:r>
        <w:t>…</w:t>
      </w:r>
    </w:p>
    <w:p w14:paraId="22503B59" w14:textId="77777777" w:rsidR="00F635DB" w:rsidRDefault="00855694" w:rsidP="00F635DB">
      <w:r w:rsidRPr="009071AC">
        <w:t>Il se baissa</w:t>
      </w:r>
      <w:r w:rsidR="00F635DB">
        <w:t xml:space="preserve">, </w:t>
      </w:r>
      <w:r w:rsidRPr="009071AC">
        <w:t>non sans peine</w:t>
      </w:r>
      <w:r w:rsidR="00F635DB">
        <w:t xml:space="preserve">, </w:t>
      </w:r>
      <w:r w:rsidRPr="009071AC">
        <w:t>et le trouva presque sous le piano</w:t>
      </w:r>
      <w:r w:rsidR="00F635DB">
        <w:t>.</w:t>
      </w:r>
    </w:p>
    <w:p w14:paraId="05309018" w14:textId="77777777" w:rsidR="00F635DB" w:rsidRDefault="00F635DB" w:rsidP="00F635DB">
      <w:r>
        <w:t>— </w:t>
      </w:r>
      <w:r w:rsidR="00855694" w:rsidRPr="009071AC">
        <w:t>Maintenant</w:t>
      </w:r>
      <w:r>
        <w:t xml:space="preserve">, </w:t>
      </w:r>
      <w:r w:rsidR="00855694" w:rsidRPr="009071AC">
        <w:t>dit-il encore</w:t>
      </w:r>
      <w:r>
        <w:t xml:space="preserve">, </w:t>
      </w:r>
      <w:r w:rsidR="00855694" w:rsidRPr="009071AC">
        <w:t>je voudrais bien un cigare</w:t>
      </w:r>
      <w:r>
        <w:t>.</w:t>
      </w:r>
    </w:p>
    <w:p w14:paraId="3B25DFE7" w14:textId="77777777" w:rsidR="00F635DB" w:rsidRDefault="00855694" w:rsidP="00F635DB">
      <w:r w:rsidRPr="009071AC">
        <w:t>On lui tendit une assiette où il y en avait une vingtaine</w:t>
      </w:r>
      <w:r w:rsidR="00F635DB">
        <w:t xml:space="preserve">, </w:t>
      </w:r>
      <w:r w:rsidRPr="009071AC">
        <w:t>et gravement il en choisit un</w:t>
      </w:r>
      <w:r w:rsidR="00F635DB">
        <w:t xml:space="preserve">, </w:t>
      </w:r>
      <w:r w:rsidRPr="009071AC">
        <w:t>dont il coupa le bout avec un couteau avant de le mettre à la bouche</w:t>
      </w:r>
      <w:r w:rsidR="00F635DB">
        <w:t>.</w:t>
      </w:r>
    </w:p>
    <w:p w14:paraId="4D350460" w14:textId="77777777" w:rsidR="00F635DB" w:rsidRDefault="00855694" w:rsidP="00F635DB">
      <w:r w:rsidRPr="009071AC">
        <w:t>Les autres</w:t>
      </w:r>
      <w:r w:rsidR="00F635DB">
        <w:t xml:space="preserve">, </w:t>
      </w:r>
      <w:r w:rsidRPr="009071AC">
        <w:t>d</w:t>
      </w:r>
      <w:r w:rsidR="00F635DB">
        <w:t>’</w:t>
      </w:r>
      <w:r w:rsidRPr="009071AC">
        <w:t>un air ébahi</w:t>
      </w:r>
      <w:r w:rsidR="00F635DB">
        <w:t xml:space="preserve">, </w:t>
      </w:r>
      <w:r w:rsidRPr="009071AC">
        <w:t>le regardaient faire</w:t>
      </w:r>
      <w:r w:rsidR="00F635DB">
        <w:t xml:space="preserve">, </w:t>
      </w:r>
      <w:r w:rsidRPr="009071AC">
        <w:t>ne comprenant rien à ce calme ironique succédant à une violence si grande</w:t>
      </w:r>
      <w:r w:rsidR="00F635DB">
        <w:t>…</w:t>
      </w:r>
    </w:p>
    <w:p w14:paraId="3C69BB16" w14:textId="77777777" w:rsidR="00F635DB" w:rsidRDefault="00855694" w:rsidP="00F635DB">
      <w:r w:rsidRPr="009071AC">
        <w:t>Alors</w:t>
      </w:r>
      <w:r w:rsidR="00F635DB">
        <w:t xml:space="preserve">, </w:t>
      </w:r>
      <w:r w:rsidRPr="009071AC">
        <w:t>lui</w:t>
      </w:r>
      <w:r w:rsidR="00F635DB">
        <w:t xml:space="preserve">, </w:t>
      </w:r>
      <w:r w:rsidRPr="009071AC">
        <w:t>Victor Chupin</w:t>
      </w:r>
      <w:r w:rsidR="00F635DB">
        <w:t xml:space="preserve">, </w:t>
      </w:r>
      <w:r w:rsidRPr="009071AC">
        <w:t>qui n</w:t>
      </w:r>
      <w:r w:rsidR="00F635DB">
        <w:t>’</w:t>
      </w:r>
      <w:r w:rsidRPr="009071AC">
        <w:t>avait plus</w:t>
      </w:r>
      <w:r w:rsidR="00F635DB">
        <w:t xml:space="preserve">, </w:t>
      </w:r>
      <w:r w:rsidRPr="009071AC">
        <w:t>ce me semble</w:t>
      </w:r>
      <w:r w:rsidR="00F635DB">
        <w:t xml:space="preserve">, </w:t>
      </w:r>
      <w:r w:rsidRPr="009071AC">
        <w:t>qu</w:t>
      </w:r>
      <w:r w:rsidR="00F635DB">
        <w:t>’</w:t>
      </w:r>
      <w:r w:rsidRPr="009071AC">
        <w:t>un but</w:t>
      </w:r>
      <w:r w:rsidR="00F635DB">
        <w:t xml:space="preserve">, </w:t>
      </w:r>
      <w:r w:rsidRPr="009071AC">
        <w:t>devenir riche</w:t>
      </w:r>
      <w:r w:rsidR="00F635DB">
        <w:t xml:space="preserve">, </w:t>
      </w:r>
      <w:r w:rsidRPr="009071AC">
        <w:t>lui qui aimait l</w:t>
      </w:r>
      <w:r w:rsidR="00F635DB">
        <w:t>’</w:t>
      </w:r>
      <w:r w:rsidRPr="009071AC">
        <w:t>argent d</w:t>
      </w:r>
      <w:r w:rsidR="00F635DB">
        <w:t>’</w:t>
      </w:r>
      <w:r w:rsidRPr="009071AC">
        <w:t>une passion sans égale</w:t>
      </w:r>
      <w:r w:rsidR="00F635DB">
        <w:t xml:space="preserve">, </w:t>
      </w:r>
      <w:r w:rsidRPr="009071AC">
        <w:t>qui avait étouffé en son âme toutes les autres passions</w:t>
      </w:r>
      <w:r w:rsidR="00F635DB">
        <w:t xml:space="preserve">, </w:t>
      </w:r>
      <w:r w:rsidRPr="009071AC">
        <w:t>lui qui pour cinq francs travaillait quelquefois deux jours</w:t>
      </w:r>
      <w:r w:rsidR="00F635DB">
        <w:t xml:space="preserve">, </w:t>
      </w:r>
      <w:r w:rsidRPr="009071AC">
        <w:t>lui qui ne dédaignait pas de réclamer cinq sous quand il allait chercher une voiture à une remise</w:t>
      </w:r>
      <w:r w:rsidR="00F635DB">
        <w:t>…</w:t>
      </w:r>
    </w:p>
    <w:p w14:paraId="570E52E6" w14:textId="77777777" w:rsidR="00F635DB" w:rsidRDefault="00855694" w:rsidP="00F635DB">
      <w:r w:rsidRPr="009071AC">
        <w:t>Lui</w:t>
      </w:r>
      <w:r w:rsidR="00F635DB">
        <w:t xml:space="preserve">, </w:t>
      </w:r>
      <w:r w:rsidRPr="009071AC">
        <w:t>Chupin</w:t>
      </w:r>
      <w:r w:rsidR="00F635DB">
        <w:t xml:space="preserve">, </w:t>
      </w:r>
      <w:r w:rsidRPr="009071AC">
        <w:t>il tortilla le billet de banque</w:t>
      </w:r>
      <w:r w:rsidR="00F635DB">
        <w:t xml:space="preserve">, </w:t>
      </w:r>
      <w:r w:rsidRPr="009071AC">
        <w:t>l</w:t>
      </w:r>
      <w:r w:rsidR="00F635DB">
        <w:t>’</w:t>
      </w:r>
      <w:r w:rsidRPr="009071AC">
        <w:t>enflamma au gaz</w:t>
      </w:r>
      <w:r w:rsidR="00F635DB">
        <w:t xml:space="preserve">, </w:t>
      </w:r>
      <w:r w:rsidRPr="009071AC">
        <w:t>et s</w:t>
      </w:r>
      <w:r w:rsidR="00F635DB">
        <w:t>’</w:t>
      </w:r>
      <w:r w:rsidRPr="009071AC">
        <w:t>en servit comme du premier chiffon venu pour allumer son cigare</w:t>
      </w:r>
      <w:r w:rsidR="00F635DB">
        <w:t>.</w:t>
      </w:r>
    </w:p>
    <w:p w14:paraId="1B06CFC8" w14:textId="77777777" w:rsidR="00F635DB" w:rsidRDefault="00F635DB" w:rsidP="00F635DB">
      <w:r>
        <w:t>— </w:t>
      </w:r>
      <w:r w:rsidR="00855694" w:rsidRPr="009071AC">
        <w:t>Ah</w:t>
      </w:r>
      <w:r>
        <w:t xml:space="preserve"> !… </w:t>
      </w:r>
      <w:r w:rsidR="00855694" w:rsidRPr="009071AC">
        <w:t>il est toqué</w:t>
      </w:r>
      <w:r>
        <w:t xml:space="preserve"> !… </w:t>
      </w:r>
      <w:r w:rsidR="00855694" w:rsidRPr="009071AC">
        <w:t>murmurèrent les deux dames à cheveux jaunes</w:t>
      </w:r>
      <w:r>
        <w:t xml:space="preserve">, </w:t>
      </w:r>
      <w:r w:rsidR="00855694" w:rsidRPr="009071AC">
        <w:t>d</w:t>
      </w:r>
      <w:r>
        <w:t>’</w:t>
      </w:r>
      <w:r w:rsidR="00855694" w:rsidRPr="009071AC">
        <w:t>un air navré</w:t>
      </w:r>
      <w:r>
        <w:t>.</w:t>
      </w:r>
    </w:p>
    <w:p w14:paraId="0100991D" w14:textId="201F355A" w:rsidR="00F635DB" w:rsidRDefault="00855694" w:rsidP="00F635DB">
      <w:r w:rsidRPr="009071AC">
        <w:t xml:space="preserve">Mais </w:t>
      </w:r>
      <w:r w:rsidR="00F635DB">
        <w:t>M. </w:t>
      </w:r>
      <w:proofErr w:type="spellStart"/>
      <w:r w:rsidRPr="009071AC">
        <w:t>Wilkie</w:t>
      </w:r>
      <w:proofErr w:type="spellEnd"/>
      <w:r w:rsidRPr="009071AC">
        <w:t xml:space="preserve"> fut enthousiasmé</w:t>
      </w:r>
      <w:r w:rsidR="00F635DB">
        <w:t>.</w:t>
      </w:r>
    </w:p>
    <w:p w14:paraId="5643667E" w14:textId="77777777" w:rsidR="00F635DB" w:rsidRDefault="00F635DB" w:rsidP="00F635DB">
      <w:r>
        <w:lastRenderedPageBreak/>
        <w:t>— </w:t>
      </w:r>
      <w:r w:rsidR="00855694" w:rsidRPr="009071AC">
        <w:t>Très-chic</w:t>
      </w:r>
      <w:r>
        <w:t xml:space="preserve"> !… </w:t>
      </w:r>
      <w:r w:rsidR="00855694" w:rsidRPr="009071AC">
        <w:t>déclara-t-il</w:t>
      </w:r>
      <w:r>
        <w:t xml:space="preserve">. </w:t>
      </w:r>
      <w:r w:rsidR="00855694" w:rsidRPr="009071AC">
        <w:t>Épatant de chic</w:t>
      </w:r>
      <w:r>
        <w:t> !…</w:t>
      </w:r>
    </w:p>
    <w:p w14:paraId="4179FB42" w14:textId="77777777" w:rsidR="00F635DB" w:rsidRDefault="00855694" w:rsidP="00F635DB">
      <w:r w:rsidRPr="009071AC">
        <w:t>Chupin ne daigna seulement pas tourner la tête</w:t>
      </w:r>
      <w:r w:rsidR="00F635DB">
        <w:t>.</w:t>
      </w:r>
    </w:p>
    <w:p w14:paraId="10524B6D" w14:textId="77777777" w:rsidR="00F635DB" w:rsidRDefault="00855694" w:rsidP="00F635DB">
      <w:r w:rsidRPr="009071AC">
        <w:t>Il entr</w:t>
      </w:r>
      <w:r w:rsidR="00F635DB">
        <w:t>’</w:t>
      </w:r>
      <w:r w:rsidRPr="009071AC">
        <w:t>ouvrit la porte</w:t>
      </w:r>
      <w:r w:rsidR="00F635DB">
        <w:t xml:space="preserve">, </w:t>
      </w:r>
      <w:r w:rsidRPr="009071AC">
        <w:t>et</w:t>
      </w:r>
      <w:r w:rsidR="00F635DB">
        <w:t xml:space="preserve">, </w:t>
      </w:r>
      <w:r w:rsidRPr="009071AC">
        <w:t>debout sur le seuil</w:t>
      </w:r>
      <w:r w:rsidR="00F635DB">
        <w:t xml:space="preserve">, </w:t>
      </w:r>
      <w:r w:rsidRPr="009071AC">
        <w:t xml:space="preserve">il salua le vicomte de </w:t>
      </w:r>
      <w:proofErr w:type="spellStart"/>
      <w:r w:rsidRPr="009071AC">
        <w:t>Coralth</w:t>
      </w:r>
      <w:proofErr w:type="spellEnd"/>
      <w:r w:rsidRPr="009071AC">
        <w:t xml:space="preserve"> d</w:t>
      </w:r>
      <w:r w:rsidR="00F635DB">
        <w:t>’</w:t>
      </w:r>
      <w:r w:rsidRPr="009071AC">
        <w:t>un geste ironique</w:t>
      </w:r>
      <w:r w:rsidR="00F635DB">
        <w:t> :</w:t>
      </w:r>
    </w:p>
    <w:p w14:paraId="4C46C30E" w14:textId="755DAB51" w:rsidR="00F635DB" w:rsidRDefault="00F635DB" w:rsidP="00F635DB">
      <w:r>
        <w:t>— </w:t>
      </w:r>
      <w:r w:rsidR="00855694" w:rsidRPr="009071AC">
        <w:t>Jusqu</w:t>
      </w:r>
      <w:r>
        <w:t>’</w:t>
      </w:r>
      <w:r w:rsidR="00855694" w:rsidRPr="009071AC">
        <w:t>au revoir</w:t>
      </w:r>
      <w:r>
        <w:t>, M. </w:t>
      </w:r>
      <w:r w:rsidR="00855694" w:rsidRPr="009071AC">
        <w:t>Paul</w:t>
      </w:r>
      <w:r>
        <w:t xml:space="preserve">, </w:t>
      </w:r>
      <w:r w:rsidR="00855694" w:rsidRPr="009071AC">
        <w:t>prononça-t-il</w:t>
      </w:r>
      <w:r>
        <w:t xml:space="preserve">… </w:t>
      </w:r>
      <w:proofErr w:type="gramStart"/>
      <w:r w:rsidR="00855694" w:rsidRPr="009071AC">
        <w:t>Et</w:t>
      </w:r>
      <w:proofErr w:type="gramEnd"/>
      <w:r w:rsidR="00855694" w:rsidRPr="009071AC">
        <w:t xml:space="preserve"> bien le bonjour à </w:t>
      </w:r>
      <w:r>
        <w:t>M</w:t>
      </w:r>
      <w:r w:rsidRPr="00F635DB">
        <w:rPr>
          <w:vertAlign w:val="superscript"/>
        </w:rPr>
        <w:t>me</w:t>
      </w:r>
      <w:r>
        <w:t> </w:t>
      </w:r>
      <w:r w:rsidR="00855694" w:rsidRPr="009071AC">
        <w:t>Paul de ma part</w:t>
      </w:r>
      <w:r>
        <w:t>…</w:t>
      </w:r>
    </w:p>
    <w:p w14:paraId="46A0144E" w14:textId="77777777" w:rsidR="00F635DB" w:rsidRDefault="00855694" w:rsidP="00F635DB">
      <w:r w:rsidRPr="009071AC">
        <w:t>Moins stupéfaits</w:t>
      </w:r>
      <w:r w:rsidR="00F635DB">
        <w:t xml:space="preserve">, </w:t>
      </w:r>
      <w:r w:rsidRPr="009071AC">
        <w:t>les convives eussent remarqué le prodigieux effet de ce nom sur leur brillant ami</w:t>
      </w:r>
      <w:r w:rsidR="00F635DB">
        <w:t>…</w:t>
      </w:r>
    </w:p>
    <w:p w14:paraId="23B9FF5F" w14:textId="77777777" w:rsidR="00F635DB" w:rsidRDefault="00855694" w:rsidP="00F635DB">
      <w:r w:rsidRPr="009071AC">
        <w:t>Il devint livide et vacilla sur sa chaise</w:t>
      </w:r>
      <w:r w:rsidR="00F635DB">
        <w:t xml:space="preserve">… </w:t>
      </w:r>
      <w:r w:rsidRPr="009071AC">
        <w:t>Puis tout à coup</w:t>
      </w:r>
      <w:r w:rsidR="00F635DB">
        <w:t xml:space="preserve">, </w:t>
      </w:r>
      <w:r w:rsidRPr="009071AC">
        <w:t>il se dressa</w:t>
      </w:r>
      <w:r w:rsidR="00F635DB">
        <w:t xml:space="preserve">, </w:t>
      </w:r>
      <w:r w:rsidRPr="009071AC">
        <w:t>comme s</w:t>
      </w:r>
      <w:r w:rsidR="00F635DB">
        <w:t>’</w:t>
      </w:r>
      <w:r w:rsidRPr="009071AC">
        <w:t>il eût voulu s</w:t>
      </w:r>
      <w:r w:rsidR="00F635DB">
        <w:t>’</w:t>
      </w:r>
      <w:r w:rsidRPr="009071AC">
        <w:t>élancer après celui qui venait de l</w:t>
      </w:r>
      <w:r w:rsidR="00F635DB">
        <w:t>’</w:t>
      </w:r>
      <w:r w:rsidRPr="009071AC">
        <w:t>écraser de ce nom de Paul</w:t>
      </w:r>
      <w:r w:rsidR="00F635DB">
        <w:t>…</w:t>
      </w:r>
    </w:p>
    <w:p w14:paraId="130102BD" w14:textId="77777777" w:rsidR="00F635DB" w:rsidRDefault="00855694" w:rsidP="00F635DB">
      <w:r w:rsidRPr="009071AC">
        <w:t>Tentative inutile</w:t>
      </w:r>
      <w:r w:rsidR="00F635DB">
        <w:t xml:space="preserve"> !… </w:t>
      </w:r>
      <w:r w:rsidRPr="009071AC">
        <w:t>Chupin était déjà sur le boulevard</w:t>
      </w:r>
      <w:r w:rsidR="00F635DB">
        <w:t>.</w:t>
      </w:r>
    </w:p>
    <w:p w14:paraId="3BB9A701" w14:textId="77777777" w:rsidR="00F635DB" w:rsidRDefault="00855694" w:rsidP="00F635DB">
      <w:r w:rsidRPr="009071AC">
        <w:t>Le jour commençait à venir</w:t>
      </w:r>
      <w:r w:rsidR="00F635DB">
        <w:t xml:space="preserve">, </w:t>
      </w:r>
      <w:r w:rsidRPr="009071AC">
        <w:t>la silhouette des toitures se découpait en noir sur le fond livide du ciel</w:t>
      </w:r>
      <w:r w:rsidR="00F635DB">
        <w:t xml:space="preserve">, </w:t>
      </w:r>
      <w:r w:rsidRPr="009071AC">
        <w:t>et les trottoirs</w:t>
      </w:r>
      <w:r w:rsidR="00F635DB">
        <w:t xml:space="preserve">, </w:t>
      </w:r>
      <w:r w:rsidRPr="009071AC">
        <w:t>à perte de vue</w:t>
      </w:r>
      <w:r w:rsidR="00F635DB">
        <w:t xml:space="preserve">, </w:t>
      </w:r>
      <w:r w:rsidRPr="009071AC">
        <w:t>s</w:t>
      </w:r>
      <w:r w:rsidR="00F635DB">
        <w:t>’</w:t>
      </w:r>
      <w:r w:rsidRPr="009071AC">
        <w:t>étalaient</w:t>
      </w:r>
      <w:r w:rsidR="00F635DB">
        <w:t xml:space="preserve">, </w:t>
      </w:r>
      <w:r w:rsidRPr="009071AC">
        <w:t>blanchâtres comme après une tombée de neige</w:t>
      </w:r>
      <w:r w:rsidR="00F635DB">
        <w:t>.</w:t>
      </w:r>
    </w:p>
    <w:p w14:paraId="68A3952B" w14:textId="77777777" w:rsidR="00F635DB" w:rsidRDefault="00855694" w:rsidP="00F635DB">
      <w:r w:rsidRPr="009071AC">
        <w:t>Paris bâillait</w:t>
      </w:r>
      <w:r w:rsidR="00F635DB">
        <w:t xml:space="preserve">, </w:t>
      </w:r>
      <w:r w:rsidRPr="009071AC">
        <w:t>pour ainsi dire</w:t>
      </w:r>
      <w:r w:rsidR="00F635DB">
        <w:t xml:space="preserve">, </w:t>
      </w:r>
      <w:r w:rsidRPr="009071AC">
        <w:t>avant de s</w:t>
      </w:r>
      <w:r w:rsidR="00F635DB">
        <w:t>’</w:t>
      </w:r>
      <w:r w:rsidRPr="009071AC">
        <w:t>éveiller</w:t>
      </w:r>
      <w:r w:rsidR="00F635DB">
        <w:t xml:space="preserve">, </w:t>
      </w:r>
      <w:r w:rsidRPr="009071AC">
        <w:t>les mitrons causaient sur la porte des boulangers</w:t>
      </w:r>
      <w:r w:rsidR="00F635DB">
        <w:t xml:space="preserve">, </w:t>
      </w:r>
      <w:r w:rsidRPr="009071AC">
        <w:t>et les garçons des marchands de vin</w:t>
      </w:r>
      <w:r w:rsidR="00F635DB">
        <w:t xml:space="preserve">, </w:t>
      </w:r>
      <w:r w:rsidRPr="009071AC">
        <w:t>en bras de chemise et les yeux bouffis de sommeil</w:t>
      </w:r>
      <w:r w:rsidR="00F635DB">
        <w:t xml:space="preserve">, </w:t>
      </w:r>
      <w:r w:rsidRPr="009071AC">
        <w:t>enlevaient lentement les volets des boutiques</w:t>
      </w:r>
      <w:r w:rsidR="00F635DB">
        <w:t>.</w:t>
      </w:r>
    </w:p>
    <w:p w14:paraId="682F2B77" w14:textId="77777777" w:rsidR="00F635DB" w:rsidRDefault="00855694" w:rsidP="00F635DB">
      <w:r w:rsidRPr="009071AC">
        <w:t>Dans le lointain</w:t>
      </w:r>
      <w:r w:rsidR="00F635DB">
        <w:t xml:space="preserve">, </w:t>
      </w:r>
      <w:r w:rsidRPr="009071AC">
        <w:t>pareille à un nuage</w:t>
      </w:r>
      <w:r w:rsidR="00F635DB">
        <w:t xml:space="preserve">, </w:t>
      </w:r>
      <w:r w:rsidRPr="009071AC">
        <w:t>montait la poussière des boulevards</w:t>
      </w:r>
      <w:r w:rsidR="00F635DB">
        <w:t xml:space="preserve">, </w:t>
      </w:r>
      <w:r w:rsidRPr="009071AC">
        <w:t>soulevée par les balayeurs</w:t>
      </w:r>
      <w:r w:rsidR="00F635DB">
        <w:t xml:space="preserve"> ; </w:t>
      </w:r>
      <w:r w:rsidRPr="009071AC">
        <w:t>des chiffonniers</w:t>
      </w:r>
      <w:r w:rsidR="00F635DB">
        <w:t xml:space="preserve">, </w:t>
      </w:r>
      <w:r w:rsidRPr="009071AC">
        <w:t>comme des ombres en peine</w:t>
      </w:r>
      <w:r w:rsidR="00F635DB">
        <w:t xml:space="preserve">, </w:t>
      </w:r>
      <w:r w:rsidRPr="009071AC">
        <w:t>erraient</w:t>
      </w:r>
      <w:r w:rsidR="00F635DB">
        <w:t xml:space="preserve">, </w:t>
      </w:r>
      <w:r w:rsidRPr="009071AC">
        <w:t>piquant leur butin parmi les immondices</w:t>
      </w:r>
      <w:r w:rsidR="00F635DB">
        <w:t xml:space="preserve">… </w:t>
      </w:r>
      <w:r w:rsidRPr="009071AC">
        <w:t>les bruyantes voitures des laitiers passaient au galop</w:t>
      </w:r>
      <w:r w:rsidR="00F635DB">
        <w:t xml:space="preserve">, </w:t>
      </w:r>
      <w:r w:rsidRPr="009071AC">
        <w:t>et les ouvriers matineux se rendaient à leur chantier</w:t>
      </w:r>
      <w:r w:rsidR="00F635DB">
        <w:t xml:space="preserve">, </w:t>
      </w:r>
      <w:r w:rsidRPr="009071AC">
        <w:t>tenant à la main un gros morceau de pain où ils mordaient à même</w:t>
      </w:r>
      <w:r w:rsidR="00F635DB">
        <w:t>…</w:t>
      </w:r>
    </w:p>
    <w:p w14:paraId="3C9CE4AC" w14:textId="77777777" w:rsidR="00F635DB" w:rsidRDefault="00855694" w:rsidP="00F635DB">
      <w:r w:rsidRPr="009071AC">
        <w:lastRenderedPageBreak/>
        <w:t>Glaciale était la bise qui se lève avec l</w:t>
      </w:r>
      <w:r w:rsidR="00F635DB">
        <w:t>’</w:t>
      </w:r>
      <w:r w:rsidRPr="009071AC">
        <w:t>aube</w:t>
      </w:r>
      <w:r w:rsidR="00F635DB">
        <w:t xml:space="preserve">, </w:t>
      </w:r>
      <w:r w:rsidRPr="009071AC">
        <w:t>mais Chupin avait si peu froid qu</w:t>
      </w:r>
      <w:r w:rsidR="00F635DB">
        <w:t>’</w:t>
      </w:r>
      <w:r w:rsidRPr="009071AC">
        <w:t>il alla s</w:t>
      </w:r>
      <w:r w:rsidR="00F635DB">
        <w:t>’</w:t>
      </w:r>
      <w:r w:rsidRPr="009071AC">
        <w:t>asseoir</w:t>
      </w:r>
      <w:r w:rsidR="00F635DB">
        <w:t xml:space="preserve">, </w:t>
      </w:r>
      <w:r w:rsidRPr="009071AC">
        <w:t>de l</w:t>
      </w:r>
      <w:r w:rsidR="00F635DB">
        <w:t>’</w:t>
      </w:r>
      <w:r w:rsidRPr="009071AC">
        <w:t>autre côté de la chaussée</w:t>
      </w:r>
      <w:r w:rsidR="00F635DB">
        <w:t xml:space="preserve">, </w:t>
      </w:r>
      <w:r w:rsidRPr="009071AC">
        <w:t>sur un banc d</w:t>
      </w:r>
      <w:r w:rsidR="00F635DB">
        <w:t>’</w:t>
      </w:r>
      <w:r w:rsidRPr="009071AC">
        <w:t>où il pouvait</w:t>
      </w:r>
      <w:r w:rsidR="00F635DB">
        <w:t xml:space="preserve">, </w:t>
      </w:r>
      <w:r w:rsidRPr="009071AC">
        <w:t>sans être vu</w:t>
      </w:r>
      <w:r w:rsidR="00F635DB">
        <w:t xml:space="preserve">, </w:t>
      </w:r>
      <w:r w:rsidRPr="009071AC">
        <w:t>surveiller l</w:t>
      </w:r>
      <w:r w:rsidR="00F635DB">
        <w:t>’</w:t>
      </w:r>
      <w:r w:rsidRPr="009071AC">
        <w:t>entrée du restaurant</w:t>
      </w:r>
      <w:r w:rsidR="00F635DB">
        <w:t>.</w:t>
      </w:r>
    </w:p>
    <w:p w14:paraId="389B85E6" w14:textId="77777777" w:rsidR="00F635DB" w:rsidRDefault="00855694" w:rsidP="00F635DB">
      <w:r w:rsidRPr="009071AC">
        <w:t>Il venait d</w:t>
      </w:r>
      <w:r w:rsidR="00F635DB">
        <w:t>’</w:t>
      </w:r>
      <w:r w:rsidRPr="009071AC">
        <w:t>être secoué par une de ces émotions qui bouleversent l</w:t>
      </w:r>
      <w:r w:rsidR="00F635DB">
        <w:t>’</w:t>
      </w:r>
      <w:r w:rsidRPr="009071AC">
        <w:t>être jusqu</w:t>
      </w:r>
      <w:r w:rsidR="00F635DB">
        <w:t>’</w:t>
      </w:r>
      <w:r w:rsidRPr="009071AC">
        <w:t>en ses plus intimes profondeurs</w:t>
      </w:r>
      <w:r w:rsidR="00F635DB">
        <w:t xml:space="preserve">, </w:t>
      </w:r>
      <w:r w:rsidRPr="009071AC">
        <w:t>et rendent insensible aux circonstances extérieures quelles qu</w:t>
      </w:r>
      <w:r w:rsidR="00F635DB">
        <w:t>’</w:t>
      </w:r>
      <w:r w:rsidRPr="009071AC">
        <w:t>elles soient</w:t>
      </w:r>
      <w:r w:rsidR="00F635DB">
        <w:t>.</w:t>
      </w:r>
    </w:p>
    <w:p w14:paraId="7D7CA6EF" w14:textId="77777777" w:rsidR="00F635DB" w:rsidRDefault="00855694" w:rsidP="00F635DB">
      <w:r w:rsidRPr="009071AC">
        <w:t xml:space="preserve">Sous les dehors brillants de ce soi-disant vicomte de </w:t>
      </w:r>
      <w:proofErr w:type="spellStart"/>
      <w:r w:rsidRPr="009071AC">
        <w:t>Coralth</w:t>
      </w:r>
      <w:proofErr w:type="spellEnd"/>
      <w:r w:rsidR="00F635DB">
        <w:t xml:space="preserve">, </w:t>
      </w:r>
      <w:r w:rsidRPr="009071AC">
        <w:t>Chupin avait reconnu l</w:t>
      </w:r>
      <w:r w:rsidR="00F635DB">
        <w:t>’</w:t>
      </w:r>
      <w:r w:rsidRPr="009071AC">
        <w:t>homme qu</w:t>
      </w:r>
      <w:r w:rsidR="00F635DB">
        <w:t>’</w:t>
      </w:r>
      <w:r w:rsidRPr="009071AC">
        <w:t>il haïssait le plus au monde</w:t>
      </w:r>
      <w:r w:rsidR="00F635DB">
        <w:t xml:space="preserve">, </w:t>
      </w:r>
      <w:r w:rsidRPr="009071AC">
        <w:t>ou plutôt le seul qu</w:t>
      </w:r>
      <w:r w:rsidR="00F635DB">
        <w:t>’</w:t>
      </w:r>
      <w:r w:rsidRPr="009071AC">
        <w:t>il hait</w:t>
      </w:r>
      <w:r w:rsidR="00F635DB">
        <w:t xml:space="preserve"> ; </w:t>
      </w:r>
      <w:r w:rsidRPr="009071AC">
        <w:t>car il n</w:t>
      </w:r>
      <w:r w:rsidR="00F635DB">
        <w:t>’</w:t>
      </w:r>
      <w:r w:rsidRPr="009071AC">
        <w:t>avait point l</w:t>
      </w:r>
      <w:r w:rsidR="00F635DB">
        <w:t>’</w:t>
      </w:r>
      <w:r w:rsidRPr="009071AC">
        <w:t>âme méchante</w:t>
      </w:r>
      <w:r w:rsidR="00F635DB">
        <w:t>.</w:t>
      </w:r>
    </w:p>
    <w:p w14:paraId="1EC6C920" w14:textId="77777777" w:rsidR="00F635DB" w:rsidRDefault="00855694" w:rsidP="00F635DB">
      <w:r w:rsidRPr="009071AC">
        <w:t>Impressionnable à l</w:t>
      </w:r>
      <w:r w:rsidR="00F635DB">
        <w:t>’</w:t>
      </w:r>
      <w:r w:rsidRPr="009071AC">
        <w:t>excès</w:t>
      </w:r>
      <w:r w:rsidR="00F635DB">
        <w:t xml:space="preserve">, </w:t>
      </w:r>
      <w:r w:rsidRPr="009071AC">
        <w:t>comme un véritable enfant des faubourgs qu</w:t>
      </w:r>
      <w:r w:rsidR="00F635DB">
        <w:t>’</w:t>
      </w:r>
      <w:r w:rsidRPr="009071AC">
        <w:t>il était</w:t>
      </w:r>
      <w:r w:rsidR="00F635DB">
        <w:t xml:space="preserve">, </w:t>
      </w:r>
      <w:r w:rsidRPr="009071AC">
        <w:t>il avait l</w:t>
      </w:r>
      <w:r w:rsidR="00F635DB">
        <w:t>’</w:t>
      </w:r>
      <w:r w:rsidRPr="009071AC">
        <w:t>étrange mobilité de sensations du Parisien</w:t>
      </w:r>
      <w:r w:rsidR="00F635DB">
        <w:t xml:space="preserve">… </w:t>
      </w:r>
      <w:r w:rsidRPr="009071AC">
        <w:t>si la moindre des choses allumait sa colère</w:t>
      </w:r>
      <w:r w:rsidR="00F635DB">
        <w:t xml:space="preserve">, </w:t>
      </w:r>
      <w:r w:rsidRPr="009071AC">
        <w:t>il suffisait d</w:t>
      </w:r>
      <w:r w:rsidR="00F635DB">
        <w:t>’</w:t>
      </w:r>
      <w:r w:rsidRPr="009071AC">
        <w:t>un rien pour l</w:t>
      </w:r>
      <w:r w:rsidR="00F635DB">
        <w:t>’</w:t>
      </w:r>
      <w:r w:rsidRPr="009071AC">
        <w:t>éteindre</w:t>
      </w:r>
      <w:r w:rsidR="00F635DB">
        <w:t xml:space="preserve">, </w:t>
      </w:r>
      <w:r w:rsidRPr="009071AC">
        <w:t>et il était incapable de rancunes durables</w:t>
      </w:r>
      <w:r w:rsidR="00F635DB">
        <w:t xml:space="preserve">… </w:t>
      </w:r>
      <w:r w:rsidRPr="009071AC">
        <w:t>Mais ce beau vicomte</w:t>
      </w:r>
      <w:r w:rsidR="00F635DB">
        <w:t> !…</w:t>
      </w:r>
    </w:p>
    <w:p w14:paraId="6E373A2C" w14:textId="77777777" w:rsidR="00F635DB" w:rsidRDefault="00F635DB" w:rsidP="00F635DB">
      <w:r>
        <w:t>— </w:t>
      </w:r>
      <w:r w:rsidR="00855694" w:rsidRPr="009071AC">
        <w:t>Dieu</w:t>
      </w:r>
      <w:r>
        <w:t xml:space="preserve"> !… </w:t>
      </w:r>
      <w:r w:rsidR="00855694" w:rsidRPr="009071AC">
        <w:t>que je lui en veux</w:t>
      </w:r>
      <w:r>
        <w:t xml:space="preserve">, </w:t>
      </w:r>
      <w:r w:rsidR="00855694" w:rsidRPr="009071AC">
        <w:t>à ce gars-là</w:t>
      </w:r>
      <w:r>
        <w:t xml:space="preserve">, </w:t>
      </w:r>
      <w:r w:rsidR="00855694" w:rsidRPr="009071AC">
        <w:t>répétait-il</w:t>
      </w:r>
      <w:r>
        <w:t xml:space="preserve">, </w:t>
      </w:r>
      <w:r w:rsidR="00855694" w:rsidRPr="009071AC">
        <w:t>les dents serrées de rage</w:t>
      </w:r>
      <w:r>
        <w:t xml:space="preserve"> ; </w:t>
      </w:r>
      <w:r w:rsidR="00855694" w:rsidRPr="009071AC">
        <w:t>Dieu que je le hais</w:t>
      </w:r>
      <w:r>
        <w:t>…</w:t>
      </w:r>
    </w:p>
    <w:p w14:paraId="6E752AAB" w14:textId="3086132D" w:rsidR="00F635DB" w:rsidRDefault="00855694" w:rsidP="00F635DB">
      <w:r w:rsidRPr="009071AC">
        <w:t>C</w:t>
      </w:r>
      <w:r w:rsidR="00F635DB">
        <w:t>’</w:t>
      </w:r>
      <w:r w:rsidRPr="009071AC">
        <w:t>est qu</w:t>
      </w:r>
      <w:r w:rsidR="00F635DB">
        <w:t>’</w:t>
      </w:r>
      <w:r w:rsidRPr="009071AC">
        <w:t>une fois en sa vie</w:t>
      </w:r>
      <w:r w:rsidR="00F635DB">
        <w:t xml:space="preserve">, </w:t>
      </w:r>
      <w:r w:rsidRPr="009071AC">
        <w:t>ainsi qu</w:t>
      </w:r>
      <w:r w:rsidR="00F635DB">
        <w:t>’</w:t>
      </w:r>
      <w:r w:rsidRPr="009071AC">
        <w:t>il l</w:t>
      </w:r>
      <w:r w:rsidR="00F635DB">
        <w:t>’</w:t>
      </w:r>
      <w:r w:rsidRPr="009071AC">
        <w:t xml:space="preserve">avait avoué à </w:t>
      </w:r>
      <w:r w:rsidR="00F635DB">
        <w:t>M. </w:t>
      </w:r>
      <w:r w:rsidRPr="009071AC">
        <w:t>Fortunat</w:t>
      </w:r>
      <w:r w:rsidR="00F635DB">
        <w:t xml:space="preserve">, </w:t>
      </w:r>
      <w:r w:rsidRPr="009071AC">
        <w:t>Chupin s</w:t>
      </w:r>
      <w:r w:rsidR="00F635DB">
        <w:t>’</w:t>
      </w:r>
      <w:r w:rsidRPr="009071AC">
        <w:t>était rendu coupable d</w:t>
      </w:r>
      <w:r w:rsidR="00F635DB">
        <w:t>’</w:t>
      </w:r>
      <w:r w:rsidRPr="009071AC">
        <w:t>une lâche et abominable action</w:t>
      </w:r>
      <w:r w:rsidR="00F635DB">
        <w:t xml:space="preserve">, </w:t>
      </w:r>
      <w:r w:rsidRPr="009071AC">
        <w:t>qui avait failli coûter la vie à un homme</w:t>
      </w:r>
      <w:r w:rsidR="00F635DB">
        <w:t>.</w:t>
      </w:r>
    </w:p>
    <w:p w14:paraId="419F95F8" w14:textId="77777777" w:rsidR="00F635DB" w:rsidRDefault="00855694" w:rsidP="00F635DB">
      <w:r w:rsidRPr="009071AC">
        <w:t>Et le crime</w:t>
      </w:r>
      <w:r w:rsidR="00F635DB">
        <w:t xml:space="preserve">, </w:t>
      </w:r>
      <w:r w:rsidRPr="009071AC">
        <w:t>s</w:t>
      </w:r>
      <w:r w:rsidR="00F635DB">
        <w:t>’</w:t>
      </w:r>
      <w:r w:rsidRPr="009071AC">
        <w:t>il eût réussi</w:t>
      </w:r>
      <w:r w:rsidR="00F635DB">
        <w:t xml:space="preserve">, </w:t>
      </w:r>
      <w:r w:rsidRPr="009071AC">
        <w:t>eût profité à ce jeune homme qui</w:t>
      </w:r>
      <w:r w:rsidR="00F635DB">
        <w:t xml:space="preserve">, </w:t>
      </w:r>
      <w:r w:rsidRPr="009071AC">
        <w:t>maintenant</w:t>
      </w:r>
      <w:r w:rsidR="00F635DB">
        <w:t xml:space="preserve">, </w:t>
      </w:r>
      <w:r w:rsidRPr="009071AC">
        <w:t xml:space="preserve">cachait les turpitudes de son passé sous le nom sonore de </w:t>
      </w:r>
      <w:proofErr w:type="spellStart"/>
      <w:r w:rsidRPr="009071AC">
        <w:t>Coralth</w:t>
      </w:r>
      <w:proofErr w:type="spellEnd"/>
      <w:r w:rsidR="00F635DB">
        <w:t>.</w:t>
      </w:r>
    </w:p>
    <w:p w14:paraId="6AC75A3F" w14:textId="77777777" w:rsidR="00F635DB" w:rsidRDefault="00855694" w:rsidP="00F635DB">
      <w:r w:rsidRPr="009071AC">
        <w:t>Comment</w:t>
      </w:r>
      <w:r w:rsidR="00F635DB">
        <w:t xml:space="preserve">, </w:t>
      </w:r>
      <w:r w:rsidRPr="009071AC">
        <w:t>après cela</w:t>
      </w:r>
      <w:r w:rsidR="00F635DB">
        <w:t xml:space="preserve">, </w:t>
      </w:r>
      <w:r w:rsidRPr="009071AC">
        <w:t>Chupin ne l</w:t>
      </w:r>
      <w:r w:rsidR="00F635DB">
        <w:t>’</w:t>
      </w:r>
      <w:r w:rsidRPr="009071AC">
        <w:t>avait-il pas remis du premier coup d</w:t>
      </w:r>
      <w:r w:rsidR="00F635DB">
        <w:t>’</w:t>
      </w:r>
      <w:r w:rsidRPr="009071AC">
        <w:t>œil</w:t>
      </w:r>
      <w:r w:rsidR="00F635DB">
        <w:t> ?…</w:t>
      </w:r>
    </w:p>
    <w:p w14:paraId="6BCD9663" w14:textId="77777777" w:rsidR="00F635DB" w:rsidRDefault="00855694" w:rsidP="00F635DB">
      <w:r w:rsidRPr="009071AC">
        <w:t>C</w:t>
      </w:r>
      <w:r w:rsidR="00F635DB">
        <w:t>’</w:t>
      </w:r>
      <w:r w:rsidRPr="009071AC">
        <w:t>est que Chupin avait travaillé pour ce vicomte de fantaisie</w:t>
      </w:r>
      <w:r w:rsidR="00F635DB">
        <w:t xml:space="preserve">, </w:t>
      </w:r>
      <w:r w:rsidRPr="009071AC">
        <w:t>sans pour ainsi dire le connaître</w:t>
      </w:r>
      <w:r w:rsidR="00F635DB">
        <w:t xml:space="preserve">, </w:t>
      </w:r>
      <w:r w:rsidRPr="009071AC">
        <w:t xml:space="preserve">conseillé et poussé par </w:t>
      </w:r>
      <w:r w:rsidRPr="009071AC">
        <w:lastRenderedPageBreak/>
        <w:t>des misérables qui exploitaient ses vices précoces</w:t>
      </w:r>
      <w:r w:rsidR="00F635DB">
        <w:t xml:space="preserve">… </w:t>
      </w:r>
      <w:r w:rsidRPr="009071AC">
        <w:t>C</w:t>
      </w:r>
      <w:r w:rsidR="00F635DB">
        <w:t>’</w:t>
      </w:r>
      <w:r w:rsidRPr="009071AC">
        <w:t>est à peine si</w:t>
      </w:r>
      <w:r w:rsidR="00F635DB">
        <w:t xml:space="preserve">, </w:t>
      </w:r>
      <w:r w:rsidRPr="009071AC">
        <w:t>en ce temps-là</w:t>
      </w:r>
      <w:r w:rsidR="00F635DB">
        <w:t xml:space="preserve">, </w:t>
      </w:r>
      <w:r w:rsidRPr="009071AC">
        <w:t>il l</w:t>
      </w:r>
      <w:r w:rsidR="00F635DB">
        <w:t>’</w:t>
      </w:r>
      <w:r w:rsidRPr="009071AC">
        <w:t>avait entrevu deux ou trois fois</w:t>
      </w:r>
      <w:r w:rsidR="00F635DB">
        <w:t xml:space="preserve">, </w:t>
      </w:r>
      <w:r w:rsidRPr="009071AC">
        <w:t>et jamais il ne lui avait parlé</w:t>
      </w:r>
      <w:r w:rsidR="00F635DB">
        <w:t>…</w:t>
      </w:r>
    </w:p>
    <w:p w14:paraId="6811F5EC" w14:textId="77777777" w:rsidR="00F635DB" w:rsidRDefault="00855694" w:rsidP="00F635DB">
      <w:r w:rsidRPr="009071AC">
        <w:t>Plus tard</w:t>
      </w:r>
      <w:r w:rsidR="00F635DB">
        <w:t xml:space="preserve">, </w:t>
      </w:r>
      <w:r w:rsidRPr="009071AC">
        <w:t>seulement</w:t>
      </w:r>
      <w:r w:rsidR="00F635DB">
        <w:t xml:space="preserve">, – </w:t>
      </w:r>
      <w:r w:rsidRPr="009071AC">
        <w:t>trop tard</w:t>
      </w:r>
      <w:r w:rsidR="00F635DB">
        <w:t xml:space="preserve"> – </w:t>
      </w:r>
      <w:r w:rsidRPr="009071AC">
        <w:t>il avait appris de quelle ignoble intrigue il avait été l</w:t>
      </w:r>
      <w:r w:rsidR="00F635DB">
        <w:t>’</w:t>
      </w:r>
      <w:r w:rsidRPr="009071AC">
        <w:t>instrument</w:t>
      </w:r>
      <w:r w:rsidR="00F635DB">
        <w:t>…</w:t>
      </w:r>
    </w:p>
    <w:p w14:paraId="6BA21955" w14:textId="77777777" w:rsidR="00F635DB" w:rsidRDefault="00855694" w:rsidP="00F635DB">
      <w:r w:rsidRPr="009071AC">
        <w:t>Et revenu à des sentiments honnêtes</w:t>
      </w:r>
      <w:r w:rsidR="00F635DB">
        <w:t xml:space="preserve">, </w:t>
      </w:r>
      <w:r w:rsidRPr="009071AC">
        <w:t>sincèrement repentant</w:t>
      </w:r>
      <w:r w:rsidR="00F635DB">
        <w:t xml:space="preserve">, </w:t>
      </w:r>
      <w:r w:rsidRPr="009071AC">
        <w:t xml:space="preserve">il abhorrait </w:t>
      </w:r>
      <w:proofErr w:type="spellStart"/>
      <w:r w:rsidRPr="009071AC">
        <w:t>Coralth</w:t>
      </w:r>
      <w:proofErr w:type="spellEnd"/>
      <w:r w:rsidR="00F635DB">
        <w:t xml:space="preserve">, </w:t>
      </w:r>
      <w:r w:rsidRPr="009071AC">
        <w:t>cause du crime</w:t>
      </w:r>
      <w:r w:rsidR="00F635DB">
        <w:t>…</w:t>
      </w:r>
    </w:p>
    <w:p w14:paraId="196935DE" w14:textId="77777777" w:rsidR="00F635DB" w:rsidRDefault="00855694" w:rsidP="00F635DB">
      <w:r w:rsidRPr="009071AC">
        <w:t>Et ce n</w:t>
      </w:r>
      <w:r w:rsidR="00F635DB">
        <w:t>’</w:t>
      </w:r>
      <w:r w:rsidRPr="009071AC">
        <w:t>est pas tout</w:t>
      </w:r>
      <w:r w:rsidR="00F635DB">
        <w:t> :</w:t>
      </w:r>
    </w:p>
    <w:p w14:paraId="78B4EDC4" w14:textId="77777777" w:rsidR="00F635DB" w:rsidRDefault="00855694" w:rsidP="00F635DB">
      <w:proofErr w:type="spellStart"/>
      <w:r w:rsidRPr="009071AC">
        <w:t>Coralth</w:t>
      </w:r>
      <w:proofErr w:type="spellEnd"/>
      <w:r w:rsidR="00F635DB">
        <w:t xml:space="preserve">, </w:t>
      </w:r>
      <w:r w:rsidRPr="009071AC">
        <w:t>dans ce cabinet particulier</w:t>
      </w:r>
      <w:r w:rsidR="00F635DB">
        <w:t xml:space="preserve">, </w:t>
      </w:r>
      <w:r w:rsidRPr="009071AC">
        <w:t>s</w:t>
      </w:r>
      <w:r w:rsidR="00F635DB">
        <w:t>’</w:t>
      </w:r>
      <w:r w:rsidRPr="009071AC">
        <w:t>était dressé devant lui</w:t>
      </w:r>
      <w:r w:rsidR="00F635DB">
        <w:t xml:space="preserve">, </w:t>
      </w:r>
      <w:r w:rsidRPr="009071AC">
        <w:t>effrayant et implacable</w:t>
      </w:r>
      <w:r w:rsidR="00F635DB">
        <w:t xml:space="preserve">, </w:t>
      </w:r>
      <w:r w:rsidRPr="009071AC">
        <w:t>comme le remords</w:t>
      </w:r>
      <w:r w:rsidR="00F635DB">
        <w:t>…</w:t>
      </w:r>
    </w:p>
    <w:p w14:paraId="70F53044" w14:textId="77777777" w:rsidR="00F635DB" w:rsidRDefault="00855694" w:rsidP="00F635DB">
      <w:r w:rsidRPr="009071AC">
        <w:t>Il avait éveillé dans les profondeurs de sa conscience une voix menaçante qui lui avait crié</w:t>
      </w:r>
      <w:r w:rsidR="00F635DB">
        <w:t> :</w:t>
      </w:r>
    </w:p>
    <w:p w14:paraId="65C63772" w14:textId="77777777" w:rsidR="00F635DB" w:rsidRDefault="00F635DB" w:rsidP="00F635DB">
      <w:r>
        <w:t>— </w:t>
      </w:r>
      <w:r w:rsidR="00855694" w:rsidRPr="009071AC">
        <w:t>Que fais-tu en ce moment</w:t>
      </w:r>
      <w:r>
        <w:t xml:space="preserve"> ?… </w:t>
      </w:r>
      <w:r w:rsidR="00855694" w:rsidRPr="009071AC">
        <w:t>Te voici encore espionnant pour le compte d</w:t>
      </w:r>
      <w:r>
        <w:t>’</w:t>
      </w:r>
      <w:r w:rsidR="00855694" w:rsidRPr="009071AC">
        <w:t>un homme dont tu te défies et dont tu ignores les véritables desseins</w:t>
      </w:r>
      <w:r>
        <w:t xml:space="preserve">… </w:t>
      </w:r>
      <w:r w:rsidR="00855694" w:rsidRPr="009071AC">
        <w:t>C</w:t>
      </w:r>
      <w:r>
        <w:t>’</w:t>
      </w:r>
      <w:r w:rsidR="00855694" w:rsidRPr="009071AC">
        <w:t>est ainsi que tu as commencé autrefois</w:t>
      </w:r>
      <w:r>
        <w:t xml:space="preserve">… </w:t>
      </w:r>
      <w:r w:rsidR="00855694" w:rsidRPr="009071AC">
        <w:t>As-tu oublié jusqu</w:t>
      </w:r>
      <w:r>
        <w:t>’</w:t>
      </w:r>
      <w:r w:rsidR="00855694" w:rsidRPr="009071AC">
        <w:t>où cela t</w:t>
      </w:r>
      <w:r>
        <w:t>’</w:t>
      </w:r>
      <w:r w:rsidR="00855694" w:rsidRPr="009071AC">
        <w:t>a conduit</w:t>
      </w:r>
      <w:r>
        <w:t xml:space="preserve"> ? </w:t>
      </w:r>
      <w:r w:rsidR="00855694" w:rsidRPr="009071AC">
        <w:t>N</w:t>
      </w:r>
      <w:r>
        <w:t>’</w:t>
      </w:r>
      <w:r w:rsidR="00855694" w:rsidRPr="009071AC">
        <w:t>est-ce donc pas assez du sang qu</w:t>
      </w:r>
      <w:r>
        <w:t>’</w:t>
      </w:r>
      <w:r w:rsidR="00855694" w:rsidRPr="009071AC">
        <w:t>une fois déjà tu as eu sur les mains</w:t>
      </w:r>
      <w:r>
        <w:t xml:space="preserve"> !… </w:t>
      </w:r>
      <w:r w:rsidR="00855694" w:rsidRPr="009071AC">
        <w:t>C</w:t>
      </w:r>
      <w:r>
        <w:t>’</w:t>
      </w:r>
      <w:r w:rsidR="00855694" w:rsidRPr="009071AC">
        <w:t>est folie que de prétendre rester honnête en faisant le métier des coquins</w:t>
      </w:r>
      <w:r>
        <w:t> !</w:t>
      </w:r>
    </w:p>
    <w:p w14:paraId="33557B9E" w14:textId="77777777" w:rsidR="00F635DB" w:rsidRDefault="00855694" w:rsidP="00F635DB">
      <w:r w:rsidRPr="009071AC">
        <w:t>C</w:t>
      </w:r>
      <w:r w:rsidR="00F635DB">
        <w:t>’</w:t>
      </w:r>
      <w:r w:rsidRPr="009071AC">
        <w:t>est cette voix qui avait donné à Chupin le courage d</w:t>
      </w:r>
      <w:r w:rsidR="00F635DB">
        <w:t>’</w:t>
      </w:r>
      <w:r w:rsidRPr="009071AC">
        <w:t>allumer un cigare à la flamme d</w:t>
      </w:r>
      <w:r w:rsidR="00F635DB">
        <w:t>’</w:t>
      </w:r>
      <w:r w:rsidRPr="009071AC">
        <w:t>un billet de cent francs</w:t>
      </w:r>
      <w:r w:rsidR="00F635DB">
        <w:t>.</w:t>
      </w:r>
    </w:p>
    <w:p w14:paraId="0EEAA968" w14:textId="77777777" w:rsidR="00F635DB" w:rsidRDefault="00855694" w:rsidP="00F635DB">
      <w:r w:rsidRPr="009071AC">
        <w:t>Et cette voix le torturait encore</w:t>
      </w:r>
      <w:r w:rsidR="00F635DB">
        <w:t xml:space="preserve">, </w:t>
      </w:r>
      <w:r w:rsidRPr="009071AC">
        <w:t>pendant que sur son banc il essayait de se résumer la situation</w:t>
      </w:r>
      <w:r w:rsidR="00F635DB">
        <w:t>.</w:t>
      </w:r>
    </w:p>
    <w:p w14:paraId="3598503B" w14:textId="77777777" w:rsidR="00F635DB" w:rsidRDefault="00855694" w:rsidP="00F635DB">
      <w:r w:rsidRPr="009071AC">
        <w:t>En somme</w:t>
      </w:r>
      <w:r w:rsidR="00F635DB">
        <w:t xml:space="preserve">, </w:t>
      </w:r>
      <w:r w:rsidRPr="009071AC">
        <w:t>où en était-il</w:t>
      </w:r>
      <w:r w:rsidR="00F635DB">
        <w:t> ?</w:t>
      </w:r>
    </w:p>
    <w:p w14:paraId="63219DE0" w14:textId="35678A0C" w:rsidR="00F635DB" w:rsidRDefault="00855694" w:rsidP="00F635DB">
      <w:r w:rsidRPr="009071AC">
        <w:t>Avec un rare bonheur</w:t>
      </w:r>
      <w:r w:rsidR="00F635DB">
        <w:t xml:space="preserve">, </w:t>
      </w:r>
      <w:r w:rsidRPr="009071AC">
        <w:t xml:space="preserve">il avait retrouvé le fils que dissimulait à tous et dont se cachait </w:t>
      </w:r>
      <w:r w:rsidR="00F635DB">
        <w:t>M</w:t>
      </w:r>
      <w:r w:rsidR="00F635DB" w:rsidRPr="00F635DB">
        <w:rPr>
          <w:vertAlign w:val="superscript"/>
        </w:rPr>
        <w:t>me</w:t>
      </w:r>
      <w:r w:rsidR="00F635DB">
        <w:t> </w:t>
      </w:r>
      <w:r w:rsidRPr="009071AC">
        <w:t>Lia d</w:t>
      </w:r>
      <w:r w:rsidR="00F635DB">
        <w:t>’</w:t>
      </w:r>
      <w:r w:rsidRPr="009071AC">
        <w:t>Argelès</w:t>
      </w:r>
      <w:r w:rsidR="00F635DB">
        <w:t xml:space="preserve">… </w:t>
      </w:r>
      <w:r w:rsidRPr="009071AC">
        <w:t xml:space="preserve">Mais ce </w:t>
      </w:r>
      <w:r w:rsidRPr="009071AC">
        <w:lastRenderedPageBreak/>
        <w:t>garçon</w:t>
      </w:r>
      <w:r w:rsidR="00F635DB">
        <w:t xml:space="preserve">, </w:t>
      </w:r>
      <w:r w:rsidRPr="009071AC">
        <w:t>contre toute prévision</w:t>
      </w:r>
      <w:r w:rsidR="00F635DB">
        <w:t xml:space="preserve">, </w:t>
      </w:r>
      <w:r w:rsidRPr="009071AC">
        <w:t>savait déjà qu</w:t>
      </w:r>
      <w:r w:rsidR="00F635DB">
        <w:t>’</w:t>
      </w:r>
      <w:r w:rsidRPr="009071AC">
        <w:t>un héritage venait de lui échoir</w:t>
      </w:r>
      <w:r w:rsidR="00F635DB">
        <w:t>…</w:t>
      </w:r>
    </w:p>
    <w:p w14:paraId="291E2846" w14:textId="1F874E98" w:rsidR="00F635DB" w:rsidRDefault="00855694" w:rsidP="00F635DB">
      <w:r w:rsidRPr="009071AC">
        <w:t>Ce que s</w:t>
      </w:r>
      <w:r w:rsidR="00F635DB">
        <w:t>’</w:t>
      </w:r>
      <w:r w:rsidRPr="009071AC">
        <w:t xml:space="preserve">était proposé de faire </w:t>
      </w:r>
      <w:r w:rsidR="00F635DB">
        <w:t>M. </w:t>
      </w:r>
      <w:r w:rsidRPr="009071AC">
        <w:t>Fortunat</w:t>
      </w:r>
      <w:r w:rsidR="00F635DB">
        <w:t>, M. de </w:t>
      </w:r>
      <w:proofErr w:type="spellStart"/>
      <w:r w:rsidRPr="009071AC">
        <w:t>Coralth</w:t>
      </w:r>
      <w:proofErr w:type="spellEnd"/>
      <w:r w:rsidR="00F635DB">
        <w:t xml:space="preserve">, </w:t>
      </w:r>
      <w:r w:rsidRPr="009071AC">
        <w:t>aussi bien renseigné que lui</w:t>
      </w:r>
      <w:r w:rsidR="00F635DB">
        <w:t xml:space="preserve">, </w:t>
      </w:r>
      <w:r w:rsidRPr="009071AC">
        <w:t>l</w:t>
      </w:r>
      <w:r w:rsidR="00F635DB">
        <w:t>’</w:t>
      </w:r>
      <w:r w:rsidRPr="009071AC">
        <w:t>avait très-probablement déjà fait</w:t>
      </w:r>
      <w:r w:rsidR="00F635DB">
        <w:t> !</w:t>
      </w:r>
    </w:p>
    <w:p w14:paraId="4B050A84" w14:textId="77777777" w:rsidR="00F635DB" w:rsidRDefault="00855694" w:rsidP="00F635DB">
      <w:r w:rsidRPr="009071AC">
        <w:t>Dès lors</w:t>
      </w:r>
      <w:r w:rsidR="00F635DB">
        <w:t xml:space="preserve">, </w:t>
      </w:r>
      <w:r w:rsidRPr="009071AC">
        <w:t>c</w:t>
      </w:r>
      <w:r w:rsidR="00F635DB">
        <w:t>’</w:t>
      </w:r>
      <w:r w:rsidRPr="009071AC">
        <w:t>était une partie perdue</w:t>
      </w:r>
      <w:r w:rsidR="00F635DB">
        <w:t xml:space="preserve">, </w:t>
      </w:r>
      <w:r w:rsidRPr="009071AC">
        <w:t>s</w:t>
      </w:r>
      <w:r w:rsidR="00F635DB">
        <w:t>’</w:t>
      </w:r>
      <w:r w:rsidRPr="009071AC">
        <w:t>obstiner devenait inutile</w:t>
      </w:r>
      <w:r w:rsidR="00F635DB">
        <w:t>.</w:t>
      </w:r>
    </w:p>
    <w:p w14:paraId="6672EFB0" w14:textId="77777777" w:rsidR="00F635DB" w:rsidRDefault="00855694" w:rsidP="00F635DB">
      <w:r w:rsidRPr="009071AC">
        <w:t>C</w:t>
      </w:r>
      <w:r w:rsidR="00F635DB">
        <w:t>’</w:t>
      </w:r>
      <w:r w:rsidRPr="009071AC">
        <w:t>était bien cela</w:t>
      </w:r>
      <w:r w:rsidR="00F635DB">
        <w:t xml:space="preserve">, </w:t>
      </w:r>
      <w:r w:rsidRPr="009071AC">
        <w:t>et tout eût été dit</w:t>
      </w:r>
      <w:r w:rsidR="00F635DB">
        <w:t xml:space="preserve">, </w:t>
      </w:r>
      <w:r w:rsidRPr="009071AC">
        <w:t>s</w:t>
      </w:r>
      <w:r w:rsidR="00F635DB">
        <w:t>’</w:t>
      </w:r>
      <w:r w:rsidRPr="009071AC">
        <w:t>il ne fût advenu que Chupin connaissait l</w:t>
      </w:r>
      <w:r w:rsidR="00F635DB">
        <w:t>’</w:t>
      </w:r>
      <w:r w:rsidRPr="009071AC">
        <w:t xml:space="preserve">inavouable passé du vicomte de </w:t>
      </w:r>
      <w:proofErr w:type="spellStart"/>
      <w:r w:rsidRPr="009071AC">
        <w:t>Coralth</w:t>
      </w:r>
      <w:proofErr w:type="spellEnd"/>
      <w:r w:rsidR="00F635DB">
        <w:t>.</w:t>
      </w:r>
    </w:p>
    <w:p w14:paraId="69542026" w14:textId="77777777" w:rsidR="00F635DB" w:rsidRDefault="00855694" w:rsidP="00F635DB">
      <w:r w:rsidRPr="009071AC">
        <w:t>Cette circonstance changeait tout</w:t>
      </w:r>
      <w:r w:rsidR="00F635DB">
        <w:t xml:space="preserve">, </w:t>
      </w:r>
      <w:r w:rsidRPr="009071AC">
        <w:t>car elle lui permettait de peser sur les événements d</w:t>
      </w:r>
      <w:r w:rsidR="00F635DB">
        <w:t>’</w:t>
      </w:r>
      <w:r w:rsidRPr="009071AC">
        <w:t>une façon décisive</w:t>
      </w:r>
      <w:r w:rsidR="00F635DB">
        <w:t>.</w:t>
      </w:r>
    </w:p>
    <w:p w14:paraId="636D055E" w14:textId="1814F37F" w:rsidR="00F635DB" w:rsidRDefault="00855694" w:rsidP="00F635DB">
      <w:r w:rsidRPr="009071AC">
        <w:t>Armé du secret qu</w:t>
      </w:r>
      <w:r w:rsidR="00F635DB">
        <w:t>’</w:t>
      </w:r>
      <w:r w:rsidRPr="009071AC">
        <w:t>il possédait</w:t>
      </w:r>
      <w:r w:rsidR="00F635DB">
        <w:t xml:space="preserve">, </w:t>
      </w:r>
      <w:r w:rsidRPr="009071AC">
        <w:t>il pouvait</w:t>
      </w:r>
      <w:r w:rsidR="00F635DB">
        <w:t xml:space="preserve">, </w:t>
      </w:r>
      <w:r w:rsidRPr="009071AC">
        <w:t>en intervenant à propos</w:t>
      </w:r>
      <w:r w:rsidR="00F635DB">
        <w:t xml:space="preserve">, </w:t>
      </w:r>
      <w:r w:rsidRPr="009071AC">
        <w:t xml:space="preserve">donner la victoire à </w:t>
      </w:r>
      <w:r w:rsidR="00F635DB">
        <w:t>M. </w:t>
      </w:r>
      <w:r w:rsidRPr="009071AC">
        <w:t xml:space="preserve">Fortunat et forcer </w:t>
      </w:r>
      <w:r w:rsidR="00F635DB">
        <w:t>M. de </w:t>
      </w:r>
      <w:proofErr w:type="spellStart"/>
      <w:r w:rsidRPr="009071AC">
        <w:t>Coralth</w:t>
      </w:r>
      <w:proofErr w:type="spellEnd"/>
      <w:r w:rsidRPr="009071AC">
        <w:t xml:space="preserve"> à capituler</w:t>
      </w:r>
      <w:r w:rsidR="00F635DB">
        <w:t>.</w:t>
      </w:r>
    </w:p>
    <w:p w14:paraId="3C0A3838" w14:textId="77777777" w:rsidR="00F635DB" w:rsidRDefault="00855694" w:rsidP="00F635DB">
      <w:r w:rsidRPr="009071AC">
        <w:t>Oui</w:t>
      </w:r>
      <w:r w:rsidR="00F635DB">
        <w:t xml:space="preserve">, </w:t>
      </w:r>
      <w:r w:rsidRPr="009071AC">
        <w:t>il le pouvait d</w:t>
      </w:r>
      <w:r w:rsidR="00F635DB">
        <w:t>’</w:t>
      </w:r>
      <w:r w:rsidRPr="009071AC">
        <w:t xml:space="preserve">autant mieux que </w:t>
      </w:r>
      <w:proofErr w:type="spellStart"/>
      <w:r w:rsidRPr="009071AC">
        <w:t>Coralth</w:t>
      </w:r>
      <w:proofErr w:type="spellEnd"/>
      <w:r w:rsidR="00F635DB">
        <w:t xml:space="preserve">, </w:t>
      </w:r>
      <w:r w:rsidRPr="009071AC">
        <w:t>il en était sûr</w:t>
      </w:r>
      <w:r w:rsidR="00F635DB">
        <w:t xml:space="preserve">, </w:t>
      </w:r>
      <w:r w:rsidRPr="009071AC">
        <w:t>ne l</w:t>
      </w:r>
      <w:r w:rsidR="00F635DB">
        <w:t>’</w:t>
      </w:r>
      <w:r w:rsidRPr="009071AC">
        <w:t>avait pas reconnu</w:t>
      </w:r>
      <w:r w:rsidR="00F635DB">
        <w:t xml:space="preserve">, </w:t>
      </w:r>
      <w:r w:rsidRPr="009071AC">
        <w:t>et ignorait peut-être jusqu</w:t>
      </w:r>
      <w:r w:rsidR="00F635DB">
        <w:t>’</w:t>
      </w:r>
      <w:r w:rsidRPr="009071AC">
        <w:t>à son existence</w:t>
      </w:r>
      <w:r w:rsidR="00F635DB">
        <w:t xml:space="preserve">. </w:t>
      </w:r>
      <w:r w:rsidRPr="009071AC">
        <w:t>Il s</w:t>
      </w:r>
      <w:r w:rsidR="00F635DB">
        <w:t>’</w:t>
      </w:r>
      <w:r w:rsidRPr="009071AC">
        <w:t>était laissé emporter par un mouvement de colère qu</w:t>
      </w:r>
      <w:r w:rsidR="00F635DB">
        <w:t>’</w:t>
      </w:r>
      <w:r w:rsidRPr="009071AC">
        <w:t>il regrettait</w:t>
      </w:r>
      <w:r w:rsidR="00F635DB">
        <w:t xml:space="preserve">, </w:t>
      </w:r>
      <w:r w:rsidRPr="009071AC">
        <w:t>il s</w:t>
      </w:r>
      <w:r w:rsidR="00F635DB">
        <w:t>’</w:t>
      </w:r>
      <w:r w:rsidRPr="009071AC">
        <w:t>était attribué ironiquement l</w:t>
      </w:r>
      <w:r w:rsidR="00F635DB">
        <w:t>’</w:t>
      </w:r>
      <w:r w:rsidRPr="009071AC">
        <w:t>histoire de son ennemi</w:t>
      </w:r>
      <w:r w:rsidR="00F635DB">
        <w:t xml:space="preserve">, </w:t>
      </w:r>
      <w:r w:rsidRPr="009071AC">
        <w:t>mais cela ne tirait pas à conséquence</w:t>
      </w:r>
      <w:r w:rsidR="00F635DB">
        <w:t>.</w:t>
      </w:r>
    </w:p>
    <w:p w14:paraId="117CCDD1" w14:textId="704F0B08" w:rsidR="00F635DB" w:rsidRDefault="00855694" w:rsidP="00F635DB">
      <w:r w:rsidRPr="009071AC">
        <w:t>Donc</w:t>
      </w:r>
      <w:r w:rsidR="00F635DB">
        <w:t xml:space="preserve">, </w:t>
      </w:r>
      <w:r w:rsidRPr="009071AC">
        <w:t>rien ne l</w:t>
      </w:r>
      <w:r w:rsidR="00F635DB">
        <w:t>’</w:t>
      </w:r>
      <w:r w:rsidRPr="009071AC">
        <w:t>arrêtait</w:t>
      </w:r>
      <w:r w:rsidR="00F635DB">
        <w:t xml:space="preserve"> ; </w:t>
      </w:r>
      <w:r w:rsidRPr="009071AC">
        <w:t>et il se trouvait qu</w:t>
      </w:r>
      <w:r w:rsidR="00F635DB">
        <w:t>’</w:t>
      </w:r>
      <w:r w:rsidRPr="009071AC">
        <w:t xml:space="preserve">en prêtant son concours à </w:t>
      </w:r>
      <w:r w:rsidR="00F635DB">
        <w:t>M. </w:t>
      </w:r>
      <w:r w:rsidRPr="009071AC">
        <w:t>Fortunat</w:t>
      </w:r>
      <w:r w:rsidR="00F635DB">
        <w:t xml:space="preserve">, </w:t>
      </w:r>
      <w:r w:rsidRPr="009071AC">
        <w:t>il ferait d</w:t>
      </w:r>
      <w:r w:rsidR="00F635DB">
        <w:t>’</w:t>
      </w:r>
      <w:r w:rsidRPr="009071AC">
        <w:t>une pierre deux coups</w:t>
      </w:r>
      <w:r w:rsidR="00F635DB">
        <w:t>.</w:t>
      </w:r>
    </w:p>
    <w:p w14:paraId="559DF689" w14:textId="77777777" w:rsidR="00F635DB" w:rsidRDefault="00855694" w:rsidP="00F635DB">
      <w:r w:rsidRPr="009071AC">
        <w:t xml:space="preserve">Il se vengerait de </w:t>
      </w:r>
      <w:proofErr w:type="spellStart"/>
      <w:r w:rsidRPr="009071AC">
        <w:t>Coralth</w:t>
      </w:r>
      <w:proofErr w:type="spellEnd"/>
      <w:r w:rsidR="00F635DB">
        <w:t xml:space="preserve">, </w:t>
      </w:r>
      <w:r w:rsidRPr="009071AC">
        <w:t>et il assurerait au dénicheur d</w:t>
      </w:r>
      <w:r w:rsidR="00F635DB">
        <w:t>’</w:t>
      </w:r>
      <w:r w:rsidRPr="009071AC">
        <w:t>héritages</w:t>
      </w:r>
      <w:r w:rsidR="00F635DB">
        <w:t xml:space="preserve">, </w:t>
      </w:r>
      <w:r w:rsidRPr="009071AC">
        <w:t>son patron</w:t>
      </w:r>
      <w:r w:rsidR="00F635DB">
        <w:t xml:space="preserve">, </w:t>
      </w:r>
      <w:r w:rsidRPr="009071AC">
        <w:t>un bénéfice dont certainement il lui reviendrait quelque chose</w:t>
      </w:r>
      <w:r w:rsidR="00F635DB">
        <w:t>.</w:t>
      </w:r>
    </w:p>
    <w:p w14:paraId="4DB3054F" w14:textId="77777777" w:rsidR="00F635DB" w:rsidRDefault="00855694" w:rsidP="00F635DB">
      <w:r w:rsidRPr="009071AC">
        <w:t>Et cependant</w:t>
      </w:r>
      <w:r w:rsidR="00F635DB">
        <w:t xml:space="preserve">, </w:t>
      </w:r>
      <w:r w:rsidRPr="009071AC">
        <w:t>non</w:t>
      </w:r>
      <w:r w:rsidR="00F635DB">
        <w:t xml:space="preserve"> ! </w:t>
      </w:r>
      <w:r w:rsidRPr="009071AC">
        <w:t>L</w:t>
      </w:r>
      <w:r w:rsidR="00F635DB">
        <w:t>’</w:t>
      </w:r>
      <w:r w:rsidRPr="009071AC">
        <w:t>idée de tirer de cette affaire un profit quelconque lui inspira un invincible sentiment de dégoût</w:t>
      </w:r>
      <w:r w:rsidR="00F635DB">
        <w:t xml:space="preserve">, </w:t>
      </w:r>
      <w:r w:rsidRPr="009071AC">
        <w:t>sublime victoire de l</w:t>
      </w:r>
      <w:r w:rsidR="00F635DB">
        <w:t>’</w:t>
      </w:r>
      <w:r w:rsidRPr="009071AC">
        <w:t>honneur dans une âme si naturellement cupide</w:t>
      </w:r>
      <w:r w:rsidR="00F635DB">
        <w:t>.</w:t>
      </w:r>
    </w:p>
    <w:p w14:paraId="0290B2CB" w14:textId="77777777" w:rsidR="00F635DB" w:rsidRDefault="00855694" w:rsidP="00F635DB">
      <w:r w:rsidRPr="009071AC">
        <w:lastRenderedPageBreak/>
        <w:t>Il lui parut que l</w:t>
      </w:r>
      <w:r w:rsidR="00F635DB">
        <w:t>’</w:t>
      </w:r>
      <w:r w:rsidRPr="009071AC">
        <w:t>argent provenant d</w:t>
      </w:r>
      <w:r w:rsidR="00F635DB">
        <w:t>’</w:t>
      </w:r>
      <w:r w:rsidRPr="009071AC">
        <w:t>une pareille entreprise lui salirait les doigts</w:t>
      </w:r>
      <w:r w:rsidR="00F635DB">
        <w:t xml:space="preserve"> ; </w:t>
      </w:r>
      <w:r w:rsidRPr="009071AC">
        <w:t>car il devait y avoir quelque vilenie sous ces manœuvres</w:t>
      </w:r>
      <w:r w:rsidR="00F635DB">
        <w:t xml:space="preserve">, </w:t>
      </w:r>
      <w:r w:rsidRPr="009071AC">
        <w:t>quelque grosse perfidie</w:t>
      </w:r>
      <w:r w:rsidR="00F635DB">
        <w:t xml:space="preserve">, </w:t>
      </w:r>
      <w:r w:rsidRPr="009071AC">
        <w:t>il n</w:t>
      </w:r>
      <w:r w:rsidR="00F635DB">
        <w:t>’</w:t>
      </w:r>
      <w:r w:rsidRPr="009071AC">
        <w:t xml:space="preserve">en doutait plus maintenant que </w:t>
      </w:r>
      <w:proofErr w:type="spellStart"/>
      <w:r w:rsidRPr="009071AC">
        <w:t>Coralth</w:t>
      </w:r>
      <w:proofErr w:type="spellEnd"/>
      <w:r w:rsidRPr="009071AC">
        <w:t xml:space="preserve"> s</w:t>
      </w:r>
      <w:r w:rsidR="00F635DB">
        <w:t>’</w:t>
      </w:r>
      <w:r w:rsidRPr="009071AC">
        <w:t>y trouvait mêlé</w:t>
      </w:r>
      <w:r w:rsidR="00F635DB">
        <w:t>.</w:t>
      </w:r>
    </w:p>
    <w:p w14:paraId="06CF50D5" w14:textId="77777777" w:rsidR="00F635DB" w:rsidRDefault="00F635DB" w:rsidP="00F635DB">
      <w:r>
        <w:t>— </w:t>
      </w:r>
      <w:r w:rsidR="00855694" w:rsidRPr="009071AC">
        <w:t>Je servirai le patron pour rien</w:t>
      </w:r>
      <w:r>
        <w:t xml:space="preserve">, </w:t>
      </w:r>
      <w:r w:rsidR="00855694" w:rsidRPr="009071AC">
        <w:t>décida-t-il</w:t>
      </w:r>
      <w:r>
        <w:t xml:space="preserve">… </w:t>
      </w:r>
      <w:r w:rsidR="00855694" w:rsidRPr="009071AC">
        <w:t>Quand on est vengé on est payé</w:t>
      </w:r>
      <w:r>
        <w:t> !</w:t>
      </w:r>
    </w:p>
    <w:p w14:paraId="2FBDE7FB" w14:textId="77777777" w:rsidR="00F635DB" w:rsidRDefault="00855694" w:rsidP="00F635DB">
      <w:r w:rsidRPr="009071AC">
        <w:t>Chupin décidait cela</w:t>
      </w:r>
      <w:r w:rsidR="00F635DB">
        <w:t xml:space="preserve">, </w:t>
      </w:r>
      <w:r w:rsidRPr="009071AC">
        <w:t>parce qu</w:t>
      </w:r>
      <w:r w:rsidR="00F635DB">
        <w:t>’</w:t>
      </w:r>
      <w:r w:rsidRPr="009071AC">
        <w:t>il ne concevait pas de parti meilleur</w:t>
      </w:r>
      <w:r w:rsidR="00F635DB">
        <w:t>.</w:t>
      </w:r>
    </w:p>
    <w:p w14:paraId="02F18F03" w14:textId="77777777" w:rsidR="00F635DB" w:rsidRDefault="00855694" w:rsidP="00F635DB">
      <w:r w:rsidRPr="009071AC">
        <w:t>Maître des événements</w:t>
      </w:r>
      <w:r w:rsidR="00F635DB">
        <w:t xml:space="preserve">, </w:t>
      </w:r>
      <w:r w:rsidRPr="009071AC">
        <w:t>il eût agi tout autrement</w:t>
      </w:r>
      <w:r w:rsidR="00F635DB">
        <w:t>.</w:t>
      </w:r>
    </w:p>
    <w:p w14:paraId="37A1BA2E" w14:textId="45E0D19D" w:rsidR="00F635DB" w:rsidRDefault="00855694" w:rsidP="00F635DB">
      <w:r w:rsidRPr="009071AC">
        <w:t xml:space="preserve">Il eût purement et simplement supprimé cet héritage dont il ne trouvait pas que </w:t>
      </w:r>
      <w:r w:rsidR="00F635DB">
        <w:t>M. </w:t>
      </w:r>
      <w:proofErr w:type="spellStart"/>
      <w:r w:rsidRPr="009071AC">
        <w:t>Wilkie</w:t>
      </w:r>
      <w:proofErr w:type="spellEnd"/>
      <w:r w:rsidRPr="009071AC">
        <w:t xml:space="preserve"> fût digne</w:t>
      </w:r>
      <w:r w:rsidR="00F635DB">
        <w:t>…</w:t>
      </w:r>
    </w:p>
    <w:p w14:paraId="3B07F8C9" w14:textId="77777777" w:rsidR="00F635DB" w:rsidRDefault="00F635DB" w:rsidP="00F635DB">
      <w:r>
        <w:t>— </w:t>
      </w:r>
      <w:r w:rsidR="00855694" w:rsidRPr="009071AC">
        <w:t>Le diable sait ce qu</w:t>
      </w:r>
      <w:r>
        <w:t>’</w:t>
      </w:r>
      <w:r w:rsidR="00855694" w:rsidRPr="009071AC">
        <w:t>il en fera</w:t>
      </w:r>
      <w:r>
        <w:t xml:space="preserve">, </w:t>
      </w:r>
      <w:r w:rsidR="00855694" w:rsidRPr="009071AC">
        <w:t>pensait-il</w:t>
      </w:r>
      <w:r>
        <w:t xml:space="preserve">… </w:t>
      </w:r>
      <w:r w:rsidR="00855694" w:rsidRPr="009071AC">
        <w:t>Bien sûr il le mangera comme mon père a mangé la fortune qu</w:t>
      </w:r>
      <w:r>
        <w:t>’</w:t>
      </w:r>
      <w:r w:rsidR="00855694" w:rsidRPr="009071AC">
        <w:t>on lui avait donnée</w:t>
      </w:r>
      <w:r>
        <w:t xml:space="preserve">… </w:t>
      </w:r>
      <w:r w:rsidR="00855694" w:rsidRPr="009071AC">
        <w:t>Il n</w:t>
      </w:r>
      <w:r>
        <w:t>’</w:t>
      </w:r>
      <w:r w:rsidR="00855694" w:rsidRPr="009071AC">
        <w:t>y a que les gredins pour avoir de la chance</w:t>
      </w:r>
      <w:r>
        <w:t> !…</w:t>
      </w:r>
    </w:p>
    <w:p w14:paraId="1F3E2AB9" w14:textId="236B0814" w:rsidR="00F635DB" w:rsidRDefault="00855694" w:rsidP="00F635DB">
      <w:r w:rsidRPr="009071AC">
        <w:t>L</w:t>
      </w:r>
      <w:r w:rsidR="00F635DB">
        <w:t>’</w:t>
      </w:r>
      <w:r w:rsidRPr="009071AC">
        <w:t>effort de sa méditation ne l</w:t>
      </w:r>
      <w:r w:rsidR="00F635DB">
        <w:t>’</w:t>
      </w:r>
      <w:r w:rsidRPr="009071AC">
        <w:t>empêchait pas de surveiller fort attentivement l</w:t>
      </w:r>
      <w:r w:rsidR="00F635DB">
        <w:t>’</w:t>
      </w:r>
      <w:r w:rsidRPr="009071AC">
        <w:t xml:space="preserve">entrée de la maison </w:t>
      </w:r>
      <w:proofErr w:type="spellStart"/>
      <w:r w:rsidRPr="009071AC">
        <w:t>Brébant</w:t>
      </w:r>
      <w:proofErr w:type="spellEnd"/>
      <w:r w:rsidR="00F635DB">
        <w:t xml:space="preserve">, </w:t>
      </w:r>
      <w:r w:rsidRPr="009071AC">
        <w:t xml:space="preserve">car il était de la plus haute importance que </w:t>
      </w:r>
      <w:r w:rsidR="00F635DB">
        <w:t>M. </w:t>
      </w:r>
      <w:proofErr w:type="spellStart"/>
      <w:r w:rsidRPr="009071AC">
        <w:t>Wilkie</w:t>
      </w:r>
      <w:proofErr w:type="spellEnd"/>
      <w:r w:rsidRPr="009071AC">
        <w:t xml:space="preserve"> ne lui échappât pas</w:t>
      </w:r>
      <w:r w:rsidR="00F635DB">
        <w:t>…</w:t>
      </w:r>
    </w:p>
    <w:p w14:paraId="3F557737" w14:textId="77777777" w:rsidR="00F635DB" w:rsidRDefault="00855694" w:rsidP="00F635DB">
      <w:r w:rsidRPr="009071AC">
        <w:t>Il faisait grand jour et le restaurant se vidait</w:t>
      </w:r>
      <w:r w:rsidR="00F635DB">
        <w:t>…</w:t>
      </w:r>
    </w:p>
    <w:p w14:paraId="2FA52EEB" w14:textId="77777777" w:rsidR="00F635DB" w:rsidRDefault="00855694" w:rsidP="00F635DB">
      <w:r w:rsidRPr="009071AC">
        <w:t>Paris s</w:t>
      </w:r>
      <w:r w:rsidR="00F635DB">
        <w:t>’</w:t>
      </w:r>
      <w:r w:rsidRPr="009071AC">
        <w:t>éveillant et se levant</w:t>
      </w:r>
      <w:r w:rsidR="00F635DB">
        <w:t xml:space="preserve">, </w:t>
      </w:r>
      <w:r w:rsidRPr="009071AC">
        <w:t>les aimables viveurs</w:t>
      </w:r>
      <w:r w:rsidR="00F635DB">
        <w:t xml:space="preserve">, </w:t>
      </w:r>
      <w:r w:rsidRPr="009071AC">
        <w:t>qui avaient passé ce qu</w:t>
      </w:r>
      <w:r w:rsidR="00F635DB">
        <w:t>’</w:t>
      </w:r>
      <w:r w:rsidRPr="009071AC">
        <w:t>on est convenu d</w:t>
      </w:r>
      <w:r w:rsidR="00F635DB">
        <w:t>’</w:t>
      </w:r>
      <w:r w:rsidRPr="009071AC">
        <w:t>appeler une joyeuse nuit</w:t>
      </w:r>
      <w:r w:rsidR="00F635DB">
        <w:t xml:space="preserve">, </w:t>
      </w:r>
      <w:r w:rsidRPr="009071AC">
        <w:t>se décidaient à regagner leur logis pour se coucher et dormir</w:t>
      </w:r>
      <w:r w:rsidR="00F635DB">
        <w:t>…</w:t>
      </w:r>
    </w:p>
    <w:p w14:paraId="4A90219C" w14:textId="77777777" w:rsidR="00F635DB" w:rsidRDefault="00855694" w:rsidP="00F635DB">
      <w:r w:rsidRPr="009071AC">
        <w:t>Cela distrayait Chupin de les examiner à leur sortie</w:t>
      </w:r>
      <w:r w:rsidR="00F635DB">
        <w:t>.</w:t>
      </w:r>
    </w:p>
    <w:p w14:paraId="6ABCEAA3" w14:textId="77777777" w:rsidR="00F635DB" w:rsidRDefault="00855694" w:rsidP="00F635DB">
      <w:r w:rsidRPr="009071AC">
        <w:t>Il y en avait qui titubaient</w:t>
      </w:r>
      <w:r w:rsidR="00F635DB">
        <w:t xml:space="preserve">, </w:t>
      </w:r>
      <w:r w:rsidRPr="009071AC">
        <w:t>ou qui</w:t>
      </w:r>
      <w:r w:rsidR="00F635DB">
        <w:t xml:space="preserve">, </w:t>
      </w:r>
      <w:r w:rsidRPr="009071AC">
        <w:t>abêtis par la boisson</w:t>
      </w:r>
      <w:r w:rsidR="00F635DB">
        <w:t xml:space="preserve">, </w:t>
      </w:r>
      <w:r w:rsidRPr="009071AC">
        <w:t>s</w:t>
      </w:r>
      <w:r w:rsidR="00F635DB">
        <w:t>’</w:t>
      </w:r>
      <w:r w:rsidRPr="009071AC">
        <w:t>en allaient la tête basse</w:t>
      </w:r>
      <w:r w:rsidR="00F635DB">
        <w:t xml:space="preserve">, </w:t>
      </w:r>
      <w:r w:rsidRPr="009071AC">
        <w:t>en rognonnant des phrases incohérentes</w:t>
      </w:r>
      <w:r w:rsidR="00F635DB">
        <w:t xml:space="preserve">… </w:t>
      </w:r>
      <w:r w:rsidRPr="009071AC">
        <w:t>D</w:t>
      </w:r>
      <w:r w:rsidR="00F635DB">
        <w:t>’</w:t>
      </w:r>
      <w:r w:rsidRPr="009071AC">
        <w:t>autres</w:t>
      </w:r>
      <w:r w:rsidR="00F635DB">
        <w:t xml:space="preserve">, </w:t>
      </w:r>
      <w:r w:rsidRPr="009071AC">
        <w:t>tout aussi ivres</w:t>
      </w:r>
      <w:r w:rsidR="00F635DB">
        <w:t xml:space="preserve">, </w:t>
      </w:r>
      <w:r w:rsidRPr="009071AC">
        <w:t>mais plus nerveux</w:t>
      </w:r>
      <w:r w:rsidR="00F635DB">
        <w:t xml:space="preserve">, </w:t>
      </w:r>
      <w:r w:rsidRPr="009071AC">
        <w:t>très-</w:t>
      </w:r>
      <w:r w:rsidRPr="009071AC">
        <w:lastRenderedPageBreak/>
        <w:t>animés encore</w:t>
      </w:r>
      <w:r w:rsidR="00F635DB">
        <w:t xml:space="preserve">, </w:t>
      </w:r>
      <w:r w:rsidRPr="009071AC">
        <w:t>chantaient en se retirant</w:t>
      </w:r>
      <w:r w:rsidR="00F635DB">
        <w:t xml:space="preserve">, </w:t>
      </w:r>
      <w:r w:rsidRPr="009071AC">
        <w:t>discutaient à pleine voix ou interpellaient les balayeurs</w:t>
      </w:r>
      <w:r w:rsidR="00F635DB">
        <w:t xml:space="preserve">… </w:t>
      </w:r>
      <w:r w:rsidRPr="009071AC">
        <w:t>Les plus sobres</w:t>
      </w:r>
      <w:r w:rsidR="00F635DB">
        <w:t xml:space="preserve">, </w:t>
      </w:r>
      <w:r w:rsidRPr="009071AC">
        <w:t>honteux d</w:t>
      </w:r>
      <w:r w:rsidR="00F635DB">
        <w:t>’</w:t>
      </w:r>
      <w:r w:rsidRPr="009071AC">
        <w:t>être surpris par le jour</w:t>
      </w:r>
      <w:r w:rsidR="00F635DB">
        <w:t xml:space="preserve">, </w:t>
      </w:r>
      <w:r w:rsidRPr="009071AC">
        <w:t>et rougissant d</w:t>
      </w:r>
      <w:r w:rsidR="00F635DB">
        <w:t>’</w:t>
      </w:r>
      <w:r w:rsidRPr="009071AC">
        <w:t>eux-mêmes</w:t>
      </w:r>
      <w:r w:rsidR="00F635DB">
        <w:t xml:space="preserve">, </w:t>
      </w:r>
      <w:r w:rsidRPr="009071AC">
        <w:t>se sauvaient à toutes jambes</w:t>
      </w:r>
      <w:r w:rsidR="00F635DB">
        <w:t xml:space="preserve">, </w:t>
      </w:r>
      <w:r w:rsidRPr="009071AC">
        <w:t>rasant les maisons</w:t>
      </w:r>
      <w:r w:rsidR="00F635DB">
        <w:t xml:space="preserve">… </w:t>
      </w:r>
      <w:r w:rsidRPr="009071AC">
        <w:t>Il y en eut un que les garçons durent porter jusqu</w:t>
      </w:r>
      <w:r w:rsidR="00F635DB">
        <w:t>’</w:t>
      </w:r>
      <w:r w:rsidRPr="009071AC">
        <w:t>à une voiture</w:t>
      </w:r>
      <w:r w:rsidR="00F635DB">
        <w:t xml:space="preserve">, </w:t>
      </w:r>
      <w:r w:rsidRPr="009071AC">
        <w:t>il ne tenait plus debout</w:t>
      </w:r>
      <w:r w:rsidR="00F635DB">
        <w:t>…</w:t>
      </w:r>
    </w:p>
    <w:p w14:paraId="62DC6ED6" w14:textId="77777777" w:rsidR="00F635DB" w:rsidRDefault="00855694" w:rsidP="00F635DB">
      <w:r w:rsidRPr="009071AC">
        <w:t>Il n</w:t>
      </w:r>
      <w:r w:rsidR="00F635DB">
        <w:t>’</w:t>
      </w:r>
      <w:r w:rsidRPr="009071AC">
        <w:t>y avait plus alors que cinq ou six voitures de nuit devant la porte</w:t>
      </w:r>
      <w:r w:rsidR="00F635DB">
        <w:t xml:space="preserve">, </w:t>
      </w:r>
      <w:r w:rsidRPr="009071AC">
        <w:t>et les cochers se démenaient et criaient</w:t>
      </w:r>
      <w:r w:rsidR="00F635DB">
        <w:t xml:space="preserve">, </w:t>
      </w:r>
      <w:r w:rsidRPr="009071AC">
        <w:t>faisant de leur mieux pour racoler quelque pratique avant de regagner leur remise</w:t>
      </w:r>
      <w:r w:rsidR="00F635DB">
        <w:t>…</w:t>
      </w:r>
    </w:p>
    <w:p w14:paraId="13FADEAA" w14:textId="77777777" w:rsidR="00F635DB" w:rsidRDefault="00F635DB" w:rsidP="00F635DB">
      <w:r>
        <w:t>— </w:t>
      </w:r>
      <w:r w:rsidR="00855694" w:rsidRPr="009071AC">
        <w:t>Un bon quatre places</w:t>
      </w:r>
      <w:r>
        <w:t xml:space="preserve"> !… </w:t>
      </w:r>
      <w:r w:rsidR="00855694" w:rsidRPr="009071AC">
        <w:t>hurlaient-ils</w:t>
      </w:r>
      <w:r>
        <w:t xml:space="preserve">. </w:t>
      </w:r>
      <w:r w:rsidR="00855694" w:rsidRPr="009071AC">
        <w:t>Un bon quatre places</w:t>
      </w:r>
      <w:r>
        <w:t xml:space="preserve">, </w:t>
      </w:r>
      <w:r w:rsidR="00855694" w:rsidRPr="009071AC">
        <w:t>Monsieur et Madame</w:t>
      </w:r>
      <w:r>
        <w:t> !</w:t>
      </w:r>
    </w:p>
    <w:p w14:paraId="2DAB1200" w14:textId="101A9E1F" w:rsidR="00F635DB" w:rsidRDefault="00855694" w:rsidP="00F635DB">
      <w:r w:rsidRPr="009071AC">
        <w:t>Il fallait vraiment qu</w:t>
      </w:r>
      <w:r w:rsidR="00F635DB">
        <w:t>’</w:t>
      </w:r>
      <w:r w:rsidRPr="009071AC">
        <w:t>il ne restât pas grand monde</w:t>
      </w:r>
      <w:r w:rsidR="00F635DB">
        <w:t xml:space="preserve">, </w:t>
      </w:r>
      <w:r w:rsidRPr="009071AC">
        <w:t>que la caisse fût faite et que les fourneaux fussent éteints</w:t>
      </w:r>
      <w:r w:rsidR="00F635DB">
        <w:t xml:space="preserve">, </w:t>
      </w:r>
      <w:r w:rsidRPr="009071AC">
        <w:t>car Chupin vit sortir et passer devant lui le Monsieur en habit noir qui lui avait barré le passage</w:t>
      </w:r>
      <w:r w:rsidR="00F635DB">
        <w:t xml:space="preserve">, </w:t>
      </w:r>
      <w:r w:rsidRPr="009071AC">
        <w:t xml:space="preserve">et que </w:t>
      </w:r>
      <w:r w:rsidR="00F635DB">
        <w:t>M. </w:t>
      </w:r>
      <w:proofErr w:type="spellStart"/>
      <w:r w:rsidRPr="009071AC">
        <w:t>Wilkie</w:t>
      </w:r>
      <w:proofErr w:type="spellEnd"/>
      <w:r w:rsidRPr="009071AC">
        <w:t xml:space="preserve"> avait appelé Philippe</w:t>
      </w:r>
      <w:r w:rsidR="00F635DB">
        <w:t>.</w:t>
      </w:r>
    </w:p>
    <w:p w14:paraId="1CC3CE3B" w14:textId="1A3CE85E" w:rsidR="00F635DB" w:rsidRDefault="00855694" w:rsidP="00F635DB">
      <w:r w:rsidRPr="009071AC">
        <w:t>Il marchait d</w:t>
      </w:r>
      <w:r w:rsidR="00F635DB">
        <w:t>’</w:t>
      </w:r>
      <w:r w:rsidRPr="009071AC">
        <w:t>un bon pas</w:t>
      </w:r>
      <w:r w:rsidR="00F635DB">
        <w:t xml:space="preserve">, </w:t>
      </w:r>
      <w:r w:rsidRPr="009071AC">
        <w:t>bien enveloppé dans son paletot</w:t>
      </w:r>
      <w:r w:rsidR="00F635DB">
        <w:t xml:space="preserve">, </w:t>
      </w:r>
      <w:r w:rsidRPr="009071AC">
        <w:t>et malgré cela il frissonnait</w:t>
      </w:r>
      <w:r w:rsidR="00F635DB">
        <w:t xml:space="preserve">, </w:t>
      </w:r>
      <w:r w:rsidRPr="009071AC">
        <w:t>blême et triste comme un homme condamné à dormir le jour et à rester debout la nuit</w:t>
      </w:r>
      <w:r w:rsidR="00F635DB">
        <w:t xml:space="preserve">, </w:t>
      </w:r>
      <w:r w:rsidRPr="009071AC">
        <w:t>véritable martyr du plaisir des autres</w:t>
      </w:r>
      <w:r w:rsidR="00F635DB">
        <w:t xml:space="preserve">, </w:t>
      </w:r>
      <w:r w:rsidRPr="009071AC">
        <w:t>qui pourrait dire ce qu</w:t>
      </w:r>
      <w:r w:rsidR="00F635DB">
        <w:t>’</w:t>
      </w:r>
      <w:r w:rsidRPr="009071AC">
        <w:t>il y a de bêtise et de folie au fond des bouteilles</w:t>
      </w:r>
      <w:r w:rsidR="00F635DB">
        <w:t xml:space="preserve">, </w:t>
      </w:r>
      <w:r w:rsidRPr="009071AC">
        <w:t>et qui sait au juste ce qu</w:t>
      </w:r>
      <w:r w:rsidR="00F635DB">
        <w:t>’</w:t>
      </w:r>
      <w:r w:rsidRPr="009071AC">
        <w:t xml:space="preserve">il y a de bâillements sous le verbe </w:t>
      </w:r>
      <w:r w:rsidR="00F635DB">
        <w:t>« </w:t>
      </w:r>
      <w:r w:rsidRPr="009071AC">
        <w:t>s</w:t>
      </w:r>
      <w:r w:rsidR="00F635DB">
        <w:t>’</w:t>
      </w:r>
      <w:r w:rsidRPr="009071AC">
        <w:t>amuser</w:t>
      </w:r>
      <w:r w:rsidR="00F635DB">
        <w:t>. »</w:t>
      </w:r>
    </w:p>
    <w:p w14:paraId="6AE894F3" w14:textId="320C3F15" w:rsidR="00F635DB" w:rsidRDefault="00F635DB" w:rsidP="00F635DB">
      <w:r>
        <w:t>— </w:t>
      </w:r>
      <w:r w:rsidR="00855694" w:rsidRPr="009071AC">
        <w:t>Ah çà</w:t>
      </w:r>
      <w:r>
        <w:t xml:space="preserve"> ! </w:t>
      </w:r>
      <w:r w:rsidR="00855694" w:rsidRPr="009071AC">
        <w:t>pensait Chupin inquiet</w:t>
      </w:r>
      <w:r>
        <w:t>, M. </w:t>
      </w:r>
      <w:proofErr w:type="spellStart"/>
      <w:r w:rsidR="00855694" w:rsidRPr="009071AC">
        <w:t>Wilkie</w:t>
      </w:r>
      <w:proofErr w:type="spellEnd"/>
      <w:r w:rsidR="00855694" w:rsidRPr="009071AC">
        <w:t xml:space="preserve"> et ses amis auraient-ils filé</w:t>
      </w:r>
      <w:r>
        <w:t> ?…</w:t>
      </w:r>
    </w:p>
    <w:p w14:paraId="6239473E" w14:textId="77777777" w:rsidR="00F635DB" w:rsidRDefault="00855694" w:rsidP="00F635DB">
      <w:r w:rsidRPr="009071AC">
        <w:t>Mais précisément ils parurent</w:t>
      </w:r>
      <w:r w:rsidR="00F635DB">
        <w:t xml:space="preserve">, </w:t>
      </w:r>
      <w:r w:rsidRPr="009071AC">
        <w:t>et</w:t>
      </w:r>
      <w:r w:rsidR="00F635DB">
        <w:t xml:space="preserve">, </w:t>
      </w:r>
      <w:r w:rsidRPr="009071AC">
        <w:t>durant un moment</w:t>
      </w:r>
      <w:r w:rsidR="00F635DB">
        <w:t xml:space="preserve">, </w:t>
      </w:r>
      <w:r w:rsidRPr="009071AC">
        <w:t>ils causèrent en cercle sur le trottoir</w:t>
      </w:r>
      <w:r w:rsidR="00F635DB">
        <w:t>.</w:t>
      </w:r>
    </w:p>
    <w:p w14:paraId="1DAACB68" w14:textId="77777777" w:rsidR="00F635DB" w:rsidRDefault="00855694" w:rsidP="00F635DB">
      <w:r w:rsidRPr="009071AC">
        <w:t>L</w:t>
      </w:r>
      <w:r w:rsidR="00F635DB">
        <w:t>’</w:t>
      </w:r>
      <w:r w:rsidRPr="009071AC">
        <w:t>éclat du jour faisait clignoter leurs yeux rougis</w:t>
      </w:r>
      <w:r w:rsidR="00F635DB">
        <w:t xml:space="preserve">, </w:t>
      </w:r>
      <w:r w:rsidRPr="009071AC">
        <w:t>leurs lèvres pendaient</w:t>
      </w:r>
      <w:r w:rsidR="00F635DB">
        <w:t xml:space="preserve">, </w:t>
      </w:r>
      <w:r w:rsidRPr="009071AC">
        <w:t>et le froid marbrait de taches bleues leurs joues blafardes</w:t>
      </w:r>
      <w:r w:rsidR="00F635DB">
        <w:t xml:space="preserve">… </w:t>
      </w:r>
      <w:r w:rsidRPr="009071AC">
        <w:t>Quant aux demoiselles à cheveux jaunes</w:t>
      </w:r>
      <w:r w:rsidR="00F635DB">
        <w:t xml:space="preserve">, </w:t>
      </w:r>
      <w:r w:rsidRPr="009071AC">
        <w:lastRenderedPageBreak/>
        <w:t>toutes les peintures de leur visage s</w:t>
      </w:r>
      <w:r w:rsidR="00F635DB">
        <w:t>’</w:t>
      </w:r>
      <w:r w:rsidRPr="009071AC">
        <w:t>étant quelque peu confondues et mêlées</w:t>
      </w:r>
      <w:r w:rsidR="00F635DB">
        <w:t xml:space="preserve">, </w:t>
      </w:r>
      <w:r w:rsidRPr="009071AC">
        <w:t>elles apparaissaient telles qu</w:t>
      </w:r>
      <w:r w:rsidR="00F635DB">
        <w:t>’</w:t>
      </w:r>
      <w:r w:rsidRPr="009071AC">
        <w:t>elles étaient véritablement</w:t>
      </w:r>
      <w:r w:rsidR="00F635DB">
        <w:t xml:space="preserve">, </w:t>
      </w:r>
      <w:r w:rsidRPr="009071AC">
        <w:t>hideuses</w:t>
      </w:r>
      <w:r w:rsidR="00F635DB">
        <w:t>.</w:t>
      </w:r>
    </w:p>
    <w:p w14:paraId="01DD7E9D" w14:textId="77777777" w:rsidR="00F635DB" w:rsidRDefault="00855694" w:rsidP="00F635DB">
      <w:r w:rsidRPr="009071AC">
        <w:t>Elles montèrent dans le seul fiacre qui restait</w:t>
      </w:r>
      <w:r w:rsidR="00F635DB">
        <w:t xml:space="preserve">, </w:t>
      </w:r>
      <w:r w:rsidRPr="009071AC">
        <w:t>le plus délabré de tous</w:t>
      </w:r>
      <w:r w:rsidR="00F635DB">
        <w:t xml:space="preserve">, </w:t>
      </w:r>
      <w:r w:rsidRPr="009071AC">
        <w:t>dont le cocher eut bien du mal à mettre sa misérable rosse en mouvement</w:t>
      </w:r>
      <w:r w:rsidR="00F635DB">
        <w:t xml:space="preserve">, </w:t>
      </w:r>
      <w:r w:rsidRPr="009071AC">
        <w:t>et les hommes s</w:t>
      </w:r>
      <w:r w:rsidR="00F635DB">
        <w:t>’</w:t>
      </w:r>
      <w:r w:rsidRPr="009071AC">
        <w:t>éloignèrent à pied</w:t>
      </w:r>
      <w:r w:rsidR="00F635DB">
        <w:t>.</w:t>
      </w:r>
    </w:p>
    <w:p w14:paraId="5804258E" w14:textId="77777777" w:rsidR="00F635DB" w:rsidRDefault="00F635DB" w:rsidP="00F635DB">
      <w:r>
        <w:t>— </w:t>
      </w:r>
      <w:r w:rsidR="00855694" w:rsidRPr="009071AC">
        <w:t>Allons</w:t>
      </w:r>
      <w:r>
        <w:t xml:space="preserve">, </w:t>
      </w:r>
      <w:r w:rsidR="00855694" w:rsidRPr="009071AC">
        <w:t>se dit Chupin</w:t>
      </w:r>
      <w:r>
        <w:t xml:space="preserve">, </w:t>
      </w:r>
      <w:r w:rsidR="00855694" w:rsidRPr="009071AC">
        <w:t>en route</w:t>
      </w:r>
      <w:r>
        <w:t> !…</w:t>
      </w:r>
    </w:p>
    <w:p w14:paraId="4E2343F3" w14:textId="77777777" w:rsidR="00F635DB" w:rsidRDefault="00855694" w:rsidP="00F635DB">
      <w:r w:rsidRPr="009071AC">
        <w:t>Bien des gens eussent été contrariés et même humiliés d</w:t>
      </w:r>
      <w:r w:rsidR="00F635DB">
        <w:t>’</w:t>
      </w:r>
      <w:r w:rsidRPr="009071AC">
        <w:t>avoir à longer les boulevards</w:t>
      </w:r>
      <w:r w:rsidR="00F635DB">
        <w:t xml:space="preserve">, </w:t>
      </w:r>
      <w:r w:rsidRPr="009071AC">
        <w:t>à cette heure matinale</w:t>
      </w:r>
      <w:r w:rsidR="00F635DB">
        <w:t xml:space="preserve">, </w:t>
      </w:r>
      <w:r w:rsidRPr="009071AC">
        <w:t>dans une tenue dont l</w:t>
      </w:r>
      <w:r w:rsidR="00F635DB">
        <w:t>’</w:t>
      </w:r>
      <w:r w:rsidRPr="009071AC">
        <w:t>élégance débraillée trahissait une nuit passée au cabaret</w:t>
      </w:r>
      <w:r w:rsidR="00F635DB">
        <w:t>.</w:t>
      </w:r>
    </w:p>
    <w:p w14:paraId="2AC5849E" w14:textId="24DADEEF" w:rsidR="00F635DB" w:rsidRDefault="00F635DB" w:rsidP="00F635DB">
      <w:r>
        <w:t>M. </w:t>
      </w:r>
      <w:proofErr w:type="spellStart"/>
      <w:r w:rsidR="00855694" w:rsidRPr="009071AC">
        <w:t>Wilkie</w:t>
      </w:r>
      <w:proofErr w:type="spellEnd"/>
      <w:r>
        <w:t xml:space="preserve">, </w:t>
      </w:r>
      <w:r w:rsidR="00855694" w:rsidRPr="009071AC">
        <w:t>au contraire</w:t>
      </w:r>
      <w:r>
        <w:t xml:space="preserve">, </w:t>
      </w:r>
      <w:r w:rsidR="00855694" w:rsidRPr="009071AC">
        <w:t>et ses amis</w:t>
      </w:r>
      <w:r>
        <w:t xml:space="preserve">, – </w:t>
      </w:r>
      <w:r w:rsidR="00855694" w:rsidRPr="009071AC">
        <w:t>à l</w:t>
      </w:r>
      <w:r>
        <w:t>’</w:t>
      </w:r>
      <w:r w:rsidR="00855694" w:rsidRPr="009071AC">
        <w:t xml:space="preserve">exception du vicomte de </w:t>
      </w:r>
      <w:proofErr w:type="spellStart"/>
      <w:r w:rsidR="00855694" w:rsidRPr="009071AC">
        <w:t>Coralth</w:t>
      </w:r>
      <w:proofErr w:type="spellEnd"/>
      <w:r>
        <w:t xml:space="preserve">, </w:t>
      </w:r>
      <w:r w:rsidR="00855694" w:rsidRPr="009071AC">
        <w:t>visiblement gêné</w:t>
      </w:r>
      <w:r>
        <w:t xml:space="preserve">, – </w:t>
      </w:r>
      <w:r w:rsidR="00855694" w:rsidRPr="009071AC">
        <w:t>devaient être fiers et enchantés d</w:t>
      </w:r>
      <w:r>
        <w:t>’</w:t>
      </w:r>
      <w:r w:rsidR="00855694" w:rsidRPr="009071AC">
        <w:t>eux-mêmes</w:t>
      </w:r>
      <w:r>
        <w:t xml:space="preserve">. </w:t>
      </w:r>
      <w:r w:rsidR="00855694" w:rsidRPr="009071AC">
        <w:t>Cela se devinait</w:t>
      </w:r>
      <w:r>
        <w:t xml:space="preserve">, </w:t>
      </w:r>
      <w:r w:rsidR="00855694" w:rsidRPr="009071AC">
        <w:t>rien qu</w:t>
      </w:r>
      <w:r>
        <w:t>’</w:t>
      </w:r>
      <w:r w:rsidR="00855694" w:rsidRPr="009071AC">
        <w:t>à la façon dont ils accueillaient les regards des passants</w:t>
      </w:r>
      <w:r>
        <w:t>.</w:t>
      </w:r>
    </w:p>
    <w:p w14:paraId="42337B47" w14:textId="77777777" w:rsidR="00F635DB" w:rsidRDefault="00855694" w:rsidP="00F635DB">
      <w:r w:rsidRPr="009071AC">
        <w:t>Ils s</w:t>
      </w:r>
      <w:r w:rsidR="00F635DB">
        <w:t>’</w:t>
      </w:r>
      <w:r w:rsidRPr="009071AC">
        <w:t xml:space="preserve">estimaient </w:t>
      </w:r>
      <w:r w:rsidR="00F635DB">
        <w:t>« </w:t>
      </w:r>
      <w:r w:rsidRPr="009071AC">
        <w:t>pleins de chic</w:t>
      </w:r>
      <w:r w:rsidR="00F635DB">
        <w:t>, »</w:t>
      </w:r>
      <w:r w:rsidRPr="009071AC">
        <w:t xml:space="preserve"> ils produisaient un effet quelconque</w:t>
      </w:r>
      <w:r w:rsidR="00F635DB">
        <w:t xml:space="preserve">, </w:t>
      </w:r>
      <w:r w:rsidRPr="009071AC">
        <w:t xml:space="preserve">ils </w:t>
      </w:r>
      <w:r w:rsidR="00F635DB">
        <w:t>« </w:t>
      </w:r>
      <w:r w:rsidRPr="009071AC">
        <w:t>épataient le monde</w:t>
      </w:r>
      <w:r w:rsidR="00F635DB">
        <w:t>… »</w:t>
      </w:r>
      <w:r w:rsidRPr="009071AC">
        <w:t xml:space="preserve"> Que souhaiter de plus</w:t>
      </w:r>
      <w:r w:rsidR="00F635DB">
        <w:t> ?…</w:t>
      </w:r>
    </w:p>
    <w:p w14:paraId="31B2464C" w14:textId="77777777" w:rsidR="00F635DB" w:rsidRDefault="00855694" w:rsidP="00F635DB">
      <w:r w:rsidRPr="009071AC">
        <w:t>Ce qui est positif</w:t>
      </w:r>
      <w:r w:rsidR="00F635DB">
        <w:t xml:space="preserve">, </w:t>
      </w:r>
      <w:r w:rsidRPr="009071AC">
        <w:t>c</w:t>
      </w:r>
      <w:r w:rsidR="00F635DB">
        <w:t>’</w:t>
      </w:r>
      <w:r w:rsidRPr="009071AC">
        <w:t>est qu</w:t>
      </w:r>
      <w:r w:rsidR="00F635DB">
        <w:t>’</w:t>
      </w:r>
      <w:r w:rsidRPr="009071AC">
        <w:t>ils agaçaient terriblement Chupin</w:t>
      </w:r>
      <w:r w:rsidR="00F635DB">
        <w:t xml:space="preserve">, </w:t>
      </w:r>
      <w:r w:rsidRPr="009071AC">
        <w:t>lequel les suivait</w:t>
      </w:r>
      <w:r w:rsidR="00F635DB">
        <w:t xml:space="preserve">, </w:t>
      </w:r>
      <w:r w:rsidRPr="009071AC">
        <w:t>mais de l</w:t>
      </w:r>
      <w:r w:rsidR="00F635DB">
        <w:t>’</w:t>
      </w:r>
      <w:r w:rsidRPr="009071AC">
        <w:t>autre côté de la chaussée et à une assez grande distance</w:t>
      </w:r>
      <w:r w:rsidR="00F635DB">
        <w:t xml:space="preserve">, </w:t>
      </w:r>
      <w:r w:rsidRPr="009071AC">
        <w:t>car maintenant qu</w:t>
      </w:r>
      <w:r w:rsidR="00F635DB">
        <w:t>’</w:t>
      </w:r>
      <w:r w:rsidRPr="009071AC">
        <w:t>il s</w:t>
      </w:r>
      <w:r w:rsidR="00F635DB">
        <w:t>’</w:t>
      </w:r>
      <w:r w:rsidRPr="009071AC">
        <w:t>était montré</w:t>
      </w:r>
      <w:r w:rsidR="00F635DB">
        <w:t xml:space="preserve">, </w:t>
      </w:r>
      <w:r w:rsidRPr="009071AC">
        <w:t>il avait à craindre d</w:t>
      </w:r>
      <w:r w:rsidR="00F635DB">
        <w:t>’</w:t>
      </w:r>
      <w:r w:rsidRPr="009071AC">
        <w:t>être reconnu</w:t>
      </w:r>
      <w:r w:rsidR="00F635DB">
        <w:t>.</w:t>
      </w:r>
    </w:p>
    <w:p w14:paraId="699E2111" w14:textId="77777777" w:rsidR="00F635DB" w:rsidRDefault="00F635DB" w:rsidP="00F635DB">
      <w:r>
        <w:t>— </w:t>
      </w:r>
      <w:r w:rsidR="00855694" w:rsidRPr="009071AC">
        <w:t>Méchants crevés</w:t>
      </w:r>
      <w:r>
        <w:t xml:space="preserve">, </w:t>
      </w:r>
      <w:r w:rsidR="00855694" w:rsidRPr="009071AC">
        <w:t>grommelait-il</w:t>
      </w:r>
      <w:r>
        <w:t xml:space="preserve">, </w:t>
      </w:r>
      <w:r w:rsidR="00855694" w:rsidRPr="009071AC">
        <w:t>on les saignerait à blanc qu</w:t>
      </w:r>
      <w:r>
        <w:t>’</w:t>
      </w:r>
      <w:r w:rsidR="00855694" w:rsidRPr="009071AC">
        <w:t>on ne tirerait pas d</w:t>
      </w:r>
      <w:r>
        <w:t>’</w:t>
      </w:r>
      <w:r w:rsidR="00855694" w:rsidRPr="009071AC">
        <w:t>eux six une chopine de sang d</w:t>
      </w:r>
      <w:r>
        <w:t>’</w:t>
      </w:r>
      <w:r w:rsidR="00855694" w:rsidRPr="009071AC">
        <w:t>homme</w:t>
      </w:r>
      <w:r>
        <w:t xml:space="preserve"> !… </w:t>
      </w:r>
      <w:r w:rsidR="00855694" w:rsidRPr="009071AC">
        <w:t>S</w:t>
      </w:r>
      <w:r>
        <w:t>’</w:t>
      </w:r>
      <w:r w:rsidR="00855694" w:rsidRPr="009071AC">
        <w:t>ils étaient saouls</w:t>
      </w:r>
      <w:r>
        <w:t xml:space="preserve">, </w:t>
      </w:r>
      <w:r w:rsidR="00855694" w:rsidRPr="009071AC">
        <w:t>seulement</w:t>
      </w:r>
      <w:r>
        <w:t xml:space="preserve"> !… </w:t>
      </w:r>
      <w:r w:rsidR="00855694" w:rsidRPr="009071AC">
        <w:t>Mais plus souvent</w:t>
      </w:r>
      <w:r>
        <w:t xml:space="preserve"> !… </w:t>
      </w:r>
      <w:r w:rsidR="00855694" w:rsidRPr="009071AC">
        <w:t>ça leur aurait abîmé l</w:t>
      </w:r>
      <w:r>
        <w:t>’</w:t>
      </w:r>
      <w:r w:rsidR="00855694" w:rsidRPr="009071AC">
        <w:t>estomac de boire</w:t>
      </w:r>
      <w:r>
        <w:t xml:space="preserve"> !… </w:t>
      </w:r>
      <w:r w:rsidR="00855694" w:rsidRPr="009071AC">
        <w:t>Ah</w:t>
      </w:r>
      <w:r>
        <w:t xml:space="preserve"> ! </w:t>
      </w:r>
      <w:r w:rsidR="00855694" w:rsidRPr="009071AC">
        <w:t>s</w:t>
      </w:r>
      <w:r>
        <w:t>’</w:t>
      </w:r>
      <w:r w:rsidR="00855694" w:rsidRPr="009071AC">
        <w:t>ils savaient ce qu</w:t>
      </w:r>
      <w:r>
        <w:t>’</w:t>
      </w:r>
      <w:r w:rsidR="00855694" w:rsidRPr="009071AC">
        <w:t>ils me font mal</w:t>
      </w:r>
      <w:r>
        <w:t> !…</w:t>
      </w:r>
    </w:p>
    <w:p w14:paraId="0661FEB2" w14:textId="77777777" w:rsidR="00F635DB" w:rsidRDefault="00855694" w:rsidP="00F635DB">
      <w:r w:rsidRPr="009071AC">
        <w:t>Du moins</w:t>
      </w:r>
      <w:r w:rsidR="00F635DB">
        <w:t xml:space="preserve">, </w:t>
      </w:r>
      <w:r w:rsidRPr="009071AC">
        <w:t>n</w:t>
      </w:r>
      <w:r w:rsidR="00F635DB">
        <w:t>’</w:t>
      </w:r>
      <w:r w:rsidRPr="009071AC">
        <w:t>eut-il pas très-longtemps à s</w:t>
      </w:r>
      <w:r w:rsidR="00F635DB">
        <w:t>’</w:t>
      </w:r>
      <w:r w:rsidRPr="009071AC">
        <w:t>impatienter</w:t>
      </w:r>
      <w:r w:rsidR="00F635DB">
        <w:t>.</w:t>
      </w:r>
    </w:p>
    <w:p w14:paraId="2B87223D" w14:textId="77777777" w:rsidR="00F635DB" w:rsidRDefault="00855694" w:rsidP="00F635DB">
      <w:r w:rsidRPr="009071AC">
        <w:lastRenderedPageBreak/>
        <w:t>À la rue Drouot</w:t>
      </w:r>
      <w:r w:rsidR="00F635DB">
        <w:t xml:space="preserve">, </w:t>
      </w:r>
      <w:r w:rsidRPr="009071AC">
        <w:t>deux de ces messieurs quittèrent le groupe et deux autres s</w:t>
      </w:r>
      <w:r w:rsidR="00F635DB">
        <w:t>’</w:t>
      </w:r>
      <w:r w:rsidRPr="009071AC">
        <w:t>en allèrent par la rue Le Pelletier</w:t>
      </w:r>
      <w:r w:rsidR="00F635DB">
        <w:t>.</w:t>
      </w:r>
    </w:p>
    <w:p w14:paraId="01FAEBD1" w14:textId="5AC612D6" w:rsidR="00F635DB" w:rsidRDefault="00F635DB" w:rsidP="00F635DB">
      <w:r>
        <w:t>M. </w:t>
      </w:r>
      <w:proofErr w:type="spellStart"/>
      <w:r w:rsidR="00855694" w:rsidRPr="009071AC">
        <w:t>Wilkie</w:t>
      </w:r>
      <w:proofErr w:type="spellEnd"/>
      <w:r w:rsidR="00855694" w:rsidRPr="009071AC">
        <w:t xml:space="preserve"> et le vicomte de </w:t>
      </w:r>
      <w:proofErr w:type="spellStart"/>
      <w:r w:rsidR="00855694" w:rsidRPr="009071AC">
        <w:t>Coralth</w:t>
      </w:r>
      <w:proofErr w:type="spellEnd"/>
      <w:r w:rsidR="00855694" w:rsidRPr="009071AC">
        <w:t xml:space="preserve"> restaient seuls à suivre le boulevard</w:t>
      </w:r>
      <w:r>
        <w:t xml:space="preserve">. </w:t>
      </w:r>
      <w:r w:rsidR="00855694" w:rsidRPr="009071AC">
        <w:t>Ils se prirent le bras</w:t>
      </w:r>
      <w:r>
        <w:t xml:space="preserve">, </w:t>
      </w:r>
      <w:r w:rsidR="00855694" w:rsidRPr="009071AC">
        <w:t>et c</w:t>
      </w:r>
      <w:r>
        <w:t>’</w:t>
      </w:r>
      <w:r w:rsidR="00855694" w:rsidRPr="009071AC">
        <w:t>est avec une certaine animation qu</w:t>
      </w:r>
      <w:r>
        <w:t>’</w:t>
      </w:r>
      <w:r w:rsidR="00855694" w:rsidRPr="009071AC">
        <w:t>ils s</w:t>
      </w:r>
      <w:r>
        <w:t>’</w:t>
      </w:r>
      <w:r w:rsidR="00855694" w:rsidRPr="009071AC">
        <w:t>entretinrent jusqu</w:t>
      </w:r>
      <w:r>
        <w:t>’</w:t>
      </w:r>
      <w:r w:rsidR="00855694" w:rsidRPr="009071AC">
        <w:t>à la rue du Helder</w:t>
      </w:r>
      <w:r>
        <w:t xml:space="preserve">, </w:t>
      </w:r>
      <w:r w:rsidR="00855694" w:rsidRPr="009071AC">
        <w:t>où finalement ils se séparèrent après force poignées de main</w:t>
      </w:r>
      <w:r>
        <w:t>.</w:t>
      </w:r>
    </w:p>
    <w:p w14:paraId="275EFDD1" w14:textId="77777777" w:rsidR="00F635DB" w:rsidRDefault="00855694" w:rsidP="00F635DB">
      <w:r w:rsidRPr="009071AC">
        <w:t>Que s</w:t>
      </w:r>
      <w:r w:rsidR="00F635DB">
        <w:t>’</w:t>
      </w:r>
      <w:r w:rsidRPr="009071AC">
        <w:t>étaient-ils dit en se quittant</w:t>
      </w:r>
      <w:r w:rsidR="00F635DB">
        <w:t xml:space="preserve">, </w:t>
      </w:r>
      <w:r w:rsidRPr="009071AC">
        <w:t>quelles conventions avaient-ils arrêtées</w:t>
      </w:r>
      <w:r w:rsidR="00F635DB">
        <w:t xml:space="preserve"> ?… </w:t>
      </w:r>
      <w:r w:rsidRPr="009071AC">
        <w:t>Chupin eût de bon cœur sorti cent sous de sa poche pour le savoir</w:t>
      </w:r>
      <w:r w:rsidR="00F635DB">
        <w:t>.</w:t>
      </w:r>
    </w:p>
    <w:p w14:paraId="51A88668" w14:textId="77777777" w:rsidR="00F635DB" w:rsidRDefault="00855694" w:rsidP="00F635DB">
      <w:r w:rsidRPr="009071AC">
        <w:t>Il eût donné bien davantage à qui lui eût enseigné un moyen de se dédoubler</w:t>
      </w:r>
      <w:r w:rsidR="00F635DB">
        <w:t xml:space="preserve"> ; </w:t>
      </w:r>
      <w:r w:rsidRPr="009071AC">
        <w:t xml:space="preserve">le moyen de </w:t>
      </w:r>
      <w:r w:rsidR="00F635DB">
        <w:t>« </w:t>
      </w:r>
      <w:r w:rsidRPr="009071AC">
        <w:t>filer</w:t>
      </w:r>
      <w:r w:rsidR="00F635DB">
        <w:t> »</w:t>
      </w:r>
      <w:r w:rsidRPr="009071AC">
        <w:t xml:space="preserve"> le vicomte de </w:t>
      </w:r>
      <w:proofErr w:type="spellStart"/>
      <w:r w:rsidRPr="009071AC">
        <w:t>Coralth</w:t>
      </w:r>
      <w:proofErr w:type="spellEnd"/>
      <w:r w:rsidR="00F635DB">
        <w:t xml:space="preserve">, </w:t>
      </w:r>
      <w:r w:rsidRPr="009071AC">
        <w:t>qui se dirigeait vers la Madeleine</w:t>
      </w:r>
      <w:r w:rsidR="00F635DB">
        <w:t xml:space="preserve">, </w:t>
      </w:r>
      <w:r w:rsidRPr="009071AC">
        <w:t>sans cesser pour cela d</w:t>
      </w:r>
      <w:r w:rsidR="00F635DB">
        <w:t>’</w:t>
      </w:r>
      <w:r w:rsidRPr="009071AC">
        <w:t>épier et d</w:t>
      </w:r>
      <w:r w:rsidR="00F635DB">
        <w:t>’</w:t>
      </w:r>
      <w:r w:rsidRPr="009071AC">
        <w:t>accompagner l</w:t>
      </w:r>
      <w:r w:rsidR="00F635DB">
        <w:t>’</w:t>
      </w:r>
      <w:r w:rsidRPr="009071AC">
        <w:t>autre</w:t>
      </w:r>
      <w:r w:rsidR="00F635DB">
        <w:t>.</w:t>
      </w:r>
    </w:p>
    <w:p w14:paraId="2FF2DCC6" w14:textId="16A2CA18" w:rsidR="00F635DB" w:rsidRDefault="00855694" w:rsidP="00F635DB">
      <w:r w:rsidRPr="009071AC">
        <w:t>Mais nous ne sommes plus au temps des miracles</w:t>
      </w:r>
      <w:r w:rsidR="00F635DB">
        <w:t xml:space="preserve">. </w:t>
      </w:r>
      <w:r w:rsidRPr="009071AC">
        <w:t>L</w:t>
      </w:r>
      <w:r w:rsidR="00F635DB">
        <w:t>’</w:t>
      </w:r>
      <w:r w:rsidRPr="009071AC">
        <w:t xml:space="preserve">employé de </w:t>
      </w:r>
      <w:r w:rsidR="00F635DB">
        <w:t>M. </w:t>
      </w:r>
      <w:r w:rsidRPr="009071AC">
        <w:t>Isidore Fortunat soupira et</w:t>
      </w:r>
      <w:r w:rsidR="00F635DB">
        <w:t xml:space="preserve">, </w:t>
      </w:r>
      <w:r w:rsidRPr="009071AC">
        <w:t>s</w:t>
      </w:r>
      <w:r w:rsidR="00F635DB">
        <w:t>’</w:t>
      </w:r>
      <w:r w:rsidRPr="009071AC">
        <w:t xml:space="preserve">attachant aux pas de </w:t>
      </w:r>
      <w:proofErr w:type="spellStart"/>
      <w:r w:rsidRPr="009071AC">
        <w:t>Wilkie</w:t>
      </w:r>
      <w:proofErr w:type="spellEnd"/>
      <w:r w:rsidR="00F635DB">
        <w:t xml:space="preserve">, </w:t>
      </w:r>
      <w:r w:rsidRPr="009071AC">
        <w:t>il ne tarda pas à le voir entrer au N</w:t>
      </w:r>
      <w:r w:rsidR="00F635DB">
        <w:t>° </w:t>
      </w:r>
      <w:r w:rsidR="00F635DB" w:rsidRPr="009071AC">
        <w:t>4</w:t>
      </w:r>
      <w:r w:rsidRPr="009071AC">
        <w:t>8 de la rue du Helder</w:t>
      </w:r>
      <w:r w:rsidR="00F635DB">
        <w:t>.</w:t>
      </w:r>
    </w:p>
    <w:p w14:paraId="5CE601B9" w14:textId="07097C87" w:rsidR="00F635DB" w:rsidRDefault="00855694" w:rsidP="00F635DB">
      <w:r w:rsidRPr="009071AC">
        <w:t>Le concierge</w:t>
      </w:r>
      <w:r w:rsidR="00F635DB">
        <w:t xml:space="preserve">, </w:t>
      </w:r>
      <w:r w:rsidRPr="009071AC">
        <w:t>qui était devant la porte</w:t>
      </w:r>
      <w:r w:rsidR="00F635DB">
        <w:t xml:space="preserve">, </w:t>
      </w:r>
      <w:r w:rsidRPr="009071AC">
        <w:t>fort occupé à nettoyer les cuivres de la sonnette</w:t>
      </w:r>
      <w:r w:rsidR="00F635DB">
        <w:t xml:space="preserve">, </w:t>
      </w:r>
      <w:r w:rsidRPr="009071AC">
        <w:t>le salua</w:t>
      </w:r>
      <w:r w:rsidR="00F635DB">
        <w:t xml:space="preserve">. </w:t>
      </w:r>
      <w:r w:rsidRPr="009071AC">
        <w:t>Il n</w:t>
      </w:r>
      <w:r w:rsidR="00F635DB">
        <w:t>’</w:t>
      </w:r>
      <w:r w:rsidRPr="009071AC">
        <w:t>y avait pas à en douter</w:t>
      </w:r>
      <w:r w:rsidR="00F635DB">
        <w:t xml:space="preserve">, </w:t>
      </w:r>
      <w:r w:rsidRPr="009071AC">
        <w:t>c</w:t>
      </w:r>
      <w:r w:rsidR="00F635DB">
        <w:t>’</w:t>
      </w:r>
      <w:r w:rsidRPr="009071AC">
        <w:t xml:space="preserve">était bien chez lui que rentrait </w:t>
      </w:r>
      <w:r w:rsidR="00F635DB">
        <w:t>M. </w:t>
      </w:r>
      <w:proofErr w:type="spellStart"/>
      <w:r w:rsidRPr="009071AC">
        <w:t>Wilkie</w:t>
      </w:r>
      <w:proofErr w:type="spellEnd"/>
      <w:r w:rsidR="00F635DB">
        <w:t>.</w:t>
      </w:r>
    </w:p>
    <w:p w14:paraId="7FB4EE37" w14:textId="7D6B6A12" w:rsidR="00F635DB" w:rsidRDefault="00F635DB" w:rsidP="00F635DB">
      <w:r>
        <w:t>— </w:t>
      </w:r>
      <w:r w:rsidR="00855694" w:rsidRPr="009071AC">
        <w:t>Enfin</w:t>
      </w:r>
      <w:r>
        <w:t xml:space="preserve"> !… </w:t>
      </w:r>
      <w:r w:rsidR="00855694" w:rsidRPr="009071AC">
        <w:t>grommela Chupin</w:t>
      </w:r>
      <w:r>
        <w:t xml:space="preserve">, </w:t>
      </w:r>
      <w:r w:rsidR="00855694" w:rsidRPr="009071AC">
        <w:t>le voilà garé des voitures</w:t>
      </w:r>
      <w:r>
        <w:t xml:space="preserve">… </w:t>
      </w:r>
      <w:r w:rsidR="00855694" w:rsidRPr="009071AC">
        <w:t>Je savais bien qu</w:t>
      </w:r>
      <w:r>
        <w:t>’</w:t>
      </w:r>
      <w:r w:rsidR="00855694" w:rsidRPr="009071AC">
        <w:t>il logeait dans cette maison</w:t>
      </w:r>
      <w:r>
        <w:t xml:space="preserve"> !… </w:t>
      </w:r>
      <w:r w:rsidR="00855694" w:rsidRPr="009071AC">
        <w:t>Je l</w:t>
      </w:r>
      <w:r>
        <w:t>’</w:t>
      </w:r>
      <w:r w:rsidR="00855694" w:rsidRPr="009071AC">
        <w:t>avais deviné rien qu</w:t>
      </w:r>
      <w:r>
        <w:t>’</w:t>
      </w:r>
      <w:r w:rsidR="00855694" w:rsidRPr="009071AC">
        <w:t xml:space="preserve">à la façon dont </w:t>
      </w:r>
      <w:r>
        <w:t>M</w:t>
      </w:r>
      <w:r w:rsidRPr="00F635DB">
        <w:rPr>
          <w:vertAlign w:val="superscript"/>
        </w:rPr>
        <w:t>me</w:t>
      </w:r>
      <w:r>
        <w:t> </w:t>
      </w:r>
      <w:r w:rsidR="00855694" w:rsidRPr="009071AC">
        <w:t>Lia d</w:t>
      </w:r>
      <w:r>
        <w:t>’</w:t>
      </w:r>
      <w:r w:rsidR="00855694" w:rsidRPr="009071AC">
        <w:t>Argelès regardait les fenêtres hier soir</w:t>
      </w:r>
      <w:r>
        <w:t xml:space="preserve">… </w:t>
      </w:r>
      <w:r w:rsidR="00855694" w:rsidRPr="009071AC">
        <w:t>Pauvre femme</w:t>
      </w:r>
      <w:r>
        <w:t xml:space="preserve"> !… </w:t>
      </w:r>
      <w:r w:rsidR="00855694" w:rsidRPr="009071AC">
        <w:t>Ah</w:t>
      </w:r>
      <w:r>
        <w:t xml:space="preserve"> !… </w:t>
      </w:r>
      <w:r w:rsidR="00855694" w:rsidRPr="009071AC">
        <w:t>son fils est un joli cadet</w:t>
      </w:r>
      <w:r>
        <w:t> !…</w:t>
      </w:r>
    </w:p>
    <w:p w14:paraId="01405DCB" w14:textId="77777777" w:rsidR="00F635DB" w:rsidRDefault="00855694" w:rsidP="00F635DB">
      <w:r w:rsidRPr="009071AC">
        <w:t>Cette pensée de pitié devait être l</w:t>
      </w:r>
      <w:r w:rsidR="00F635DB">
        <w:t>’</w:t>
      </w:r>
      <w:r w:rsidRPr="009071AC">
        <w:t>occasion d</w:t>
      </w:r>
      <w:r w:rsidR="00F635DB">
        <w:t>’</w:t>
      </w:r>
      <w:r w:rsidRPr="009071AC">
        <w:t>un retour sur soi</w:t>
      </w:r>
      <w:r w:rsidR="00F635DB">
        <w:t>.</w:t>
      </w:r>
    </w:p>
    <w:p w14:paraId="44E1B4FE" w14:textId="77777777" w:rsidR="00F635DB" w:rsidRDefault="00F635DB" w:rsidP="00F635DB">
      <w:r>
        <w:lastRenderedPageBreak/>
        <w:t>— </w:t>
      </w:r>
      <w:r w:rsidR="00855694" w:rsidRPr="009071AC">
        <w:t>Gueux de sort</w:t>
      </w:r>
      <w:r>
        <w:t xml:space="preserve"> !… </w:t>
      </w:r>
      <w:r w:rsidR="00855694" w:rsidRPr="009071AC">
        <w:t>s</w:t>
      </w:r>
      <w:r>
        <w:t>’</w:t>
      </w:r>
      <w:r w:rsidR="00855694" w:rsidRPr="009071AC">
        <w:t>écria-t-il</w:t>
      </w:r>
      <w:r>
        <w:t xml:space="preserve">, </w:t>
      </w:r>
      <w:r w:rsidR="00855694" w:rsidRPr="009071AC">
        <w:t>en s</w:t>
      </w:r>
      <w:r>
        <w:t>’</w:t>
      </w:r>
      <w:r w:rsidR="00855694" w:rsidRPr="009071AC">
        <w:t>administrant sur le front un maître coup de poing</w:t>
      </w:r>
      <w:r>
        <w:t xml:space="preserve">, </w:t>
      </w:r>
      <w:r w:rsidR="00855694" w:rsidRPr="009071AC">
        <w:t>j</w:t>
      </w:r>
      <w:r>
        <w:t>’</w:t>
      </w:r>
      <w:r w:rsidR="00855694" w:rsidRPr="009071AC">
        <w:t>oubliais ma bonne femme de mère</w:t>
      </w:r>
      <w:r>
        <w:t> !</w:t>
      </w:r>
    </w:p>
    <w:p w14:paraId="0B8DD0F5" w14:textId="77777777" w:rsidR="00F635DB" w:rsidRDefault="00855694" w:rsidP="00F635DB">
      <w:r w:rsidRPr="009071AC">
        <w:t>Et</w:t>
      </w:r>
      <w:r w:rsidR="00F635DB">
        <w:t xml:space="preserve">, </w:t>
      </w:r>
      <w:r w:rsidRPr="009071AC">
        <w:t>comme toute la besogne était terminée</w:t>
      </w:r>
      <w:r w:rsidR="00F635DB">
        <w:t xml:space="preserve">, </w:t>
      </w:r>
      <w:r w:rsidRPr="009071AC">
        <w:t>qu</w:t>
      </w:r>
      <w:r w:rsidR="00F635DB">
        <w:t>’</w:t>
      </w:r>
      <w:r w:rsidRPr="009071AC">
        <w:t>il n</w:t>
      </w:r>
      <w:r w:rsidR="00F635DB">
        <w:t>’</w:t>
      </w:r>
      <w:r w:rsidRPr="009071AC">
        <w:t>y avait plus rien à apprendre</w:t>
      </w:r>
      <w:r w:rsidR="00F635DB">
        <w:t xml:space="preserve">, </w:t>
      </w:r>
      <w:r w:rsidRPr="009071AC">
        <w:t>il partit au galop</w:t>
      </w:r>
      <w:r w:rsidR="00F635DB">
        <w:t xml:space="preserve">, </w:t>
      </w:r>
      <w:r w:rsidRPr="009071AC">
        <w:t>coupant au plus court pour gagner le faubourg Saint-Denis</w:t>
      </w:r>
      <w:r w:rsidR="00F635DB">
        <w:t>.</w:t>
      </w:r>
    </w:p>
    <w:p w14:paraId="4774C9D2" w14:textId="77777777" w:rsidR="00F635DB" w:rsidRDefault="00F635DB" w:rsidP="00F635DB">
      <w:r>
        <w:t>— </w:t>
      </w:r>
      <w:r w:rsidR="00855694" w:rsidRPr="009071AC">
        <w:t>Pauvre m</w:t>
      </w:r>
      <w:r>
        <w:t>’</w:t>
      </w:r>
      <w:r w:rsidR="00855694" w:rsidRPr="009071AC">
        <w:t>man</w:t>
      </w:r>
      <w:r>
        <w:t xml:space="preserve">, </w:t>
      </w:r>
      <w:r w:rsidR="00855694" w:rsidRPr="009071AC">
        <w:t>se disait-il</w:t>
      </w:r>
      <w:r>
        <w:t xml:space="preserve">, </w:t>
      </w:r>
      <w:r w:rsidR="00855694" w:rsidRPr="009071AC">
        <w:t>tout en jouant prodigieusement des jambes</w:t>
      </w:r>
      <w:r>
        <w:t xml:space="preserve">, </w:t>
      </w:r>
      <w:r w:rsidR="00855694" w:rsidRPr="009071AC">
        <w:t>sûr elle n</w:t>
      </w:r>
      <w:r>
        <w:t>’</w:t>
      </w:r>
      <w:r w:rsidR="00855694" w:rsidRPr="009071AC">
        <w:t>aura pas été à la noce cette nuit</w:t>
      </w:r>
      <w:r>
        <w:t xml:space="preserve">… </w:t>
      </w:r>
      <w:r w:rsidR="00855694" w:rsidRPr="009071AC">
        <w:t>Canaille d</w:t>
      </w:r>
      <w:r>
        <w:t>’</w:t>
      </w:r>
      <w:r w:rsidR="00855694" w:rsidRPr="009071AC">
        <w:t>enfant</w:t>
      </w:r>
      <w:r>
        <w:t xml:space="preserve"> !… </w:t>
      </w:r>
      <w:r w:rsidR="00855694" w:rsidRPr="009071AC">
        <w:t>je lui aurai fait pleurer toutes les larmes de son corps</w:t>
      </w:r>
      <w:r>
        <w:t>.</w:t>
      </w:r>
    </w:p>
    <w:p w14:paraId="57D8E562" w14:textId="77777777" w:rsidR="00F635DB" w:rsidRDefault="00855694" w:rsidP="00F635DB">
      <w:r w:rsidRPr="009071AC">
        <w:t>Il disait vrai</w:t>
      </w:r>
      <w:r w:rsidR="00F635DB">
        <w:t xml:space="preserve">. </w:t>
      </w:r>
      <w:r w:rsidRPr="009071AC">
        <w:t>La malheureuse mère avait passé la nuit dans des transes mortelles</w:t>
      </w:r>
      <w:r w:rsidR="00F635DB">
        <w:t xml:space="preserve">, </w:t>
      </w:r>
      <w:r w:rsidRPr="009071AC">
        <w:t>comptant les heures</w:t>
      </w:r>
      <w:r w:rsidR="00F635DB">
        <w:t xml:space="preserve">, </w:t>
      </w:r>
      <w:r w:rsidRPr="009071AC">
        <w:t>tressaillant à chaque claquement de la porte</w:t>
      </w:r>
      <w:r w:rsidR="00F635DB">
        <w:t xml:space="preserve">, </w:t>
      </w:r>
      <w:r w:rsidRPr="009071AC">
        <w:t>annonçant la rentrée d</w:t>
      </w:r>
      <w:r w:rsidR="00F635DB">
        <w:t>’</w:t>
      </w:r>
      <w:r w:rsidRPr="009071AC">
        <w:t>un locataire</w:t>
      </w:r>
      <w:r w:rsidR="00F635DB">
        <w:t>…</w:t>
      </w:r>
    </w:p>
    <w:p w14:paraId="031E6CB4" w14:textId="77777777" w:rsidR="00F635DB" w:rsidRDefault="00855694" w:rsidP="00F635DB">
      <w:r w:rsidRPr="009071AC">
        <w:t>Et à mesure que marchaient les aiguilles de la pendule</w:t>
      </w:r>
      <w:r w:rsidR="00F635DB">
        <w:t xml:space="preserve">, </w:t>
      </w:r>
      <w:r w:rsidRPr="009071AC">
        <w:t>son cœur se serrait</w:t>
      </w:r>
      <w:r w:rsidR="00F635DB">
        <w:t xml:space="preserve">, </w:t>
      </w:r>
      <w:r w:rsidRPr="009071AC">
        <w:t>et ses conjectures devenaient sinistres</w:t>
      </w:r>
      <w:r w:rsidR="00F635DB">
        <w:t>…</w:t>
      </w:r>
    </w:p>
    <w:p w14:paraId="5B14436C" w14:textId="77777777" w:rsidR="00F635DB" w:rsidRDefault="00855694" w:rsidP="00F635DB">
      <w:r w:rsidRPr="009071AC">
        <w:t>Pour que son fils l</w:t>
      </w:r>
      <w:r w:rsidR="00F635DB">
        <w:t>’</w:t>
      </w:r>
      <w:r w:rsidRPr="009071AC">
        <w:t>abandonnât ainsi à ses inquiétudes</w:t>
      </w:r>
      <w:r w:rsidR="00F635DB">
        <w:t xml:space="preserve">, </w:t>
      </w:r>
      <w:r w:rsidRPr="009071AC">
        <w:t>il fallait</w:t>
      </w:r>
      <w:r w:rsidR="00F635DB">
        <w:t xml:space="preserve">, </w:t>
      </w:r>
      <w:r w:rsidRPr="009071AC">
        <w:t>pensait-elle</w:t>
      </w:r>
      <w:r w:rsidR="00F635DB">
        <w:t xml:space="preserve">, </w:t>
      </w:r>
      <w:r w:rsidRPr="009071AC">
        <w:t>qu</w:t>
      </w:r>
      <w:r w:rsidR="00F635DB">
        <w:t>’</w:t>
      </w:r>
      <w:r w:rsidRPr="009071AC">
        <w:t>il eût été victime d</w:t>
      </w:r>
      <w:r w:rsidR="00F635DB">
        <w:t>’</w:t>
      </w:r>
      <w:r w:rsidRPr="009071AC">
        <w:t>un accident</w:t>
      </w:r>
      <w:r w:rsidR="00F635DB">
        <w:t xml:space="preserve">, </w:t>
      </w:r>
      <w:r w:rsidRPr="009071AC">
        <w:t>ou qu</w:t>
      </w:r>
      <w:r w:rsidR="00F635DB">
        <w:t>’</w:t>
      </w:r>
      <w:r w:rsidRPr="009071AC">
        <w:t>il eût retrouvé quelqu</w:t>
      </w:r>
      <w:r w:rsidR="00F635DB">
        <w:t>’</w:t>
      </w:r>
      <w:r w:rsidRPr="009071AC">
        <w:t>un de ses détestables amis d</w:t>
      </w:r>
      <w:r w:rsidR="00F635DB">
        <w:t>’</w:t>
      </w:r>
      <w:r w:rsidRPr="009071AC">
        <w:t>autrefois</w:t>
      </w:r>
      <w:r w:rsidR="00F635DB">
        <w:t xml:space="preserve">, </w:t>
      </w:r>
      <w:r w:rsidRPr="009071AC">
        <w:t>de ceux qui l</w:t>
      </w:r>
      <w:r w:rsidR="00F635DB">
        <w:t>’</w:t>
      </w:r>
      <w:r w:rsidRPr="009071AC">
        <w:t>avaient poussé jusqu</w:t>
      </w:r>
      <w:r w:rsidR="00F635DB">
        <w:t>’</w:t>
      </w:r>
      <w:r w:rsidRPr="009071AC">
        <w:t>à l</w:t>
      </w:r>
      <w:r w:rsidR="00F635DB">
        <w:t>’</w:t>
      </w:r>
      <w:r w:rsidRPr="009071AC">
        <w:t>abîme</w:t>
      </w:r>
      <w:r w:rsidR="00F635DB">
        <w:t>…</w:t>
      </w:r>
    </w:p>
    <w:p w14:paraId="3AB8DA69" w14:textId="77777777" w:rsidR="00F635DB" w:rsidRDefault="00855694" w:rsidP="00F635DB">
      <w:r w:rsidRPr="009071AC">
        <w:t>Peut-être était-ce son père qu</w:t>
      </w:r>
      <w:r w:rsidR="00F635DB">
        <w:t>’</w:t>
      </w:r>
      <w:r w:rsidRPr="009071AC">
        <w:t>il avait rencontré</w:t>
      </w:r>
      <w:r w:rsidR="00F635DB">
        <w:t xml:space="preserve">, </w:t>
      </w:r>
      <w:r w:rsidRPr="009071AC">
        <w:t>Polyte Chupin</w:t>
      </w:r>
      <w:r w:rsidR="00F635DB">
        <w:t xml:space="preserve">, </w:t>
      </w:r>
      <w:r w:rsidRPr="009071AC">
        <w:t>cet homme qu</w:t>
      </w:r>
      <w:r w:rsidR="00F635DB">
        <w:t>’</w:t>
      </w:r>
      <w:r w:rsidRPr="009071AC">
        <w:t>elle aimait toujours</w:t>
      </w:r>
      <w:r w:rsidR="00F635DB">
        <w:t xml:space="preserve">, </w:t>
      </w:r>
      <w:r w:rsidRPr="009071AC">
        <w:t>l</w:t>
      </w:r>
      <w:r w:rsidR="00F635DB">
        <w:t>’</w:t>
      </w:r>
      <w:r w:rsidRPr="009071AC">
        <w:t>infortunée</w:t>
      </w:r>
      <w:r w:rsidR="00F635DB">
        <w:t xml:space="preserve">, </w:t>
      </w:r>
      <w:r w:rsidRPr="009071AC">
        <w:t>parce que</w:t>
      </w:r>
      <w:r w:rsidR="00F635DB">
        <w:t xml:space="preserve">, </w:t>
      </w:r>
      <w:r w:rsidRPr="009071AC">
        <w:t>malgré tout</w:t>
      </w:r>
      <w:r w:rsidR="00F635DB">
        <w:t xml:space="preserve">, </w:t>
      </w:r>
      <w:r w:rsidRPr="009071AC">
        <w:t>c</w:t>
      </w:r>
      <w:r w:rsidR="00F635DB">
        <w:t>’</w:t>
      </w:r>
      <w:r w:rsidRPr="009071AC">
        <w:t>était son homme</w:t>
      </w:r>
      <w:r w:rsidR="00F635DB">
        <w:t xml:space="preserve">… </w:t>
      </w:r>
      <w:r w:rsidRPr="009071AC">
        <w:t>mais qu</w:t>
      </w:r>
      <w:r w:rsidR="00F635DB">
        <w:t>’</w:t>
      </w:r>
      <w:r w:rsidRPr="009071AC">
        <w:t>elle jugeait et qu</w:t>
      </w:r>
      <w:r w:rsidR="00F635DB">
        <w:t>’</w:t>
      </w:r>
      <w:r w:rsidRPr="009071AC">
        <w:t>elle savait capable de tout</w:t>
      </w:r>
      <w:r w:rsidR="00F635DB">
        <w:t>…</w:t>
      </w:r>
    </w:p>
    <w:p w14:paraId="6A411D51" w14:textId="77777777" w:rsidR="00F635DB" w:rsidRDefault="00855694" w:rsidP="00F635DB">
      <w:r w:rsidRPr="009071AC">
        <w:t>Et de tous ces malheurs</w:t>
      </w:r>
      <w:r w:rsidR="00F635DB">
        <w:t xml:space="preserve">, </w:t>
      </w:r>
      <w:r w:rsidRPr="009071AC">
        <w:t>c</w:t>
      </w:r>
      <w:r w:rsidR="00F635DB">
        <w:t>’</w:t>
      </w:r>
      <w:r w:rsidRPr="009071AC">
        <w:t>était encore un accident</w:t>
      </w:r>
      <w:r w:rsidR="00F635DB">
        <w:t xml:space="preserve">, </w:t>
      </w:r>
      <w:r w:rsidRPr="009071AC">
        <w:t>même mortel</w:t>
      </w:r>
      <w:r w:rsidR="00F635DB">
        <w:t xml:space="preserve">, </w:t>
      </w:r>
      <w:r w:rsidRPr="009071AC">
        <w:t>qu</w:t>
      </w:r>
      <w:r w:rsidR="00F635DB">
        <w:t>’</w:t>
      </w:r>
      <w:r w:rsidRPr="009071AC">
        <w:t>elle redoutait le moins</w:t>
      </w:r>
      <w:r w:rsidR="00F635DB">
        <w:t>…</w:t>
      </w:r>
    </w:p>
    <w:p w14:paraId="4C2A85E6" w14:textId="77777777" w:rsidR="00F635DB" w:rsidRDefault="00855694" w:rsidP="00F635DB">
      <w:r w:rsidRPr="009071AC">
        <w:t>L</w:t>
      </w:r>
      <w:r w:rsidR="00F635DB">
        <w:t>’</w:t>
      </w:r>
      <w:r w:rsidRPr="009071AC">
        <w:t>honneur</w:t>
      </w:r>
      <w:r w:rsidR="00F635DB">
        <w:t xml:space="preserve">, </w:t>
      </w:r>
      <w:r w:rsidRPr="009071AC">
        <w:t>dans l</w:t>
      </w:r>
      <w:r w:rsidR="00F635DB">
        <w:t>’</w:t>
      </w:r>
      <w:r w:rsidRPr="009071AC">
        <w:t>âme héroïque de cette femme du peuple</w:t>
      </w:r>
      <w:r w:rsidR="00F635DB">
        <w:t xml:space="preserve">, </w:t>
      </w:r>
      <w:r w:rsidRPr="009071AC">
        <w:t>parlait plus haut encore que l</w:t>
      </w:r>
      <w:r w:rsidR="00F635DB">
        <w:t>’</w:t>
      </w:r>
      <w:r w:rsidRPr="009071AC">
        <w:t xml:space="preserve">instinct impérieux de la </w:t>
      </w:r>
      <w:r w:rsidRPr="009071AC">
        <w:lastRenderedPageBreak/>
        <w:t>maternité</w:t>
      </w:r>
      <w:r w:rsidR="00F635DB">
        <w:t xml:space="preserve">, </w:t>
      </w:r>
      <w:r w:rsidRPr="009071AC">
        <w:t>et elle eût mieux aimé retrouver son fils sur les dalles de la Morgue que sur les bancs de la Cour d</w:t>
      </w:r>
      <w:r w:rsidR="00F635DB">
        <w:t>’</w:t>
      </w:r>
      <w:r w:rsidRPr="009071AC">
        <w:t>assises</w:t>
      </w:r>
      <w:r w:rsidR="00F635DB">
        <w:t>…</w:t>
      </w:r>
    </w:p>
    <w:p w14:paraId="6F8C5B5A" w14:textId="77777777" w:rsidR="00F635DB" w:rsidRDefault="00855694" w:rsidP="00F635DB">
      <w:r w:rsidRPr="009071AC">
        <w:t>Ses pauvres yeux n</w:t>
      </w:r>
      <w:r w:rsidR="00F635DB">
        <w:t>’</w:t>
      </w:r>
      <w:r w:rsidRPr="009071AC">
        <w:t>avaient plus de larmes</w:t>
      </w:r>
      <w:r w:rsidR="00F635DB">
        <w:t xml:space="preserve">, </w:t>
      </w:r>
      <w:r w:rsidRPr="009071AC">
        <w:t>lorsqu</w:t>
      </w:r>
      <w:r w:rsidR="00F635DB">
        <w:t>’</w:t>
      </w:r>
      <w:r w:rsidRPr="009071AC">
        <w:t>enfin elle reconnut tout au bout du corridor le pas familier de son Victor</w:t>
      </w:r>
      <w:r w:rsidR="00F635DB">
        <w:t>.</w:t>
      </w:r>
    </w:p>
    <w:p w14:paraId="76FB5D60" w14:textId="77777777" w:rsidR="00F635DB" w:rsidRDefault="00855694" w:rsidP="00F635DB">
      <w:r w:rsidRPr="009071AC">
        <w:t>Précipitamment elle ouvrit la porte</w:t>
      </w:r>
      <w:r w:rsidR="00F635DB">
        <w:t xml:space="preserve">, </w:t>
      </w:r>
      <w:r w:rsidRPr="009071AC">
        <w:t>et dès qu</w:t>
      </w:r>
      <w:r w:rsidR="00F635DB">
        <w:t>’</w:t>
      </w:r>
      <w:r w:rsidRPr="009071AC">
        <w:t>elle le sentit près d</w:t>
      </w:r>
      <w:r w:rsidR="00F635DB">
        <w:t>’</w:t>
      </w:r>
      <w:r w:rsidRPr="009071AC">
        <w:t>elle</w:t>
      </w:r>
      <w:r w:rsidR="00F635DB">
        <w:t xml:space="preserve">, </w:t>
      </w:r>
      <w:r w:rsidRPr="009071AC">
        <w:t>car elle ne pouvait le voir</w:t>
      </w:r>
      <w:r w:rsidR="00F635DB">
        <w:t> :</w:t>
      </w:r>
    </w:p>
    <w:p w14:paraId="6788C3B3" w14:textId="77777777" w:rsidR="00F635DB" w:rsidRDefault="00F635DB" w:rsidP="00F635DB">
      <w:r>
        <w:t>— </w:t>
      </w:r>
      <w:r w:rsidR="00855694" w:rsidRPr="009071AC">
        <w:t>Où as-tu passé la nuit</w:t>
      </w:r>
      <w:r>
        <w:t xml:space="preserve"> ? </w:t>
      </w:r>
      <w:r w:rsidR="00855694" w:rsidRPr="009071AC">
        <w:t>demanda-t-elle</w:t>
      </w:r>
      <w:r>
        <w:t xml:space="preserve">… </w:t>
      </w:r>
      <w:r w:rsidR="00855694" w:rsidRPr="009071AC">
        <w:t>D</w:t>
      </w:r>
      <w:r>
        <w:t>’</w:t>
      </w:r>
      <w:r w:rsidR="00855694" w:rsidRPr="009071AC">
        <w:t>où viens-tu</w:t>
      </w:r>
      <w:r>
        <w:t xml:space="preserve"> !… </w:t>
      </w:r>
      <w:r w:rsidR="00855694" w:rsidRPr="009071AC">
        <w:t>Que t</w:t>
      </w:r>
      <w:r>
        <w:t>’</w:t>
      </w:r>
      <w:r w:rsidR="00855694" w:rsidRPr="009071AC">
        <w:t>est-il arrivé</w:t>
      </w:r>
      <w:r>
        <w:t> ?…</w:t>
      </w:r>
    </w:p>
    <w:p w14:paraId="1DF8B07C" w14:textId="77777777" w:rsidR="00F635DB" w:rsidRDefault="00855694" w:rsidP="00F635DB">
      <w:r w:rsidRPr="009071AC">
        <w:t>Pour toute réponse</w:t>
      </w:r>
      <w:r w:rsidR="00F635DB">
        <w:t xml:space="preserve">, </w:t>
      </w:r>
      <w:r w:rsidRPr="009071AC">
        <w:t>il lui sauta au cou</w:t>
      </w:r>
      <w:r w:rsidR="00F635DB">
        <w:t xml:space="preserve">, </w:t>
      </w:r>
      <w:r w:rsidRPr="009071AC">
        <w:t>suivant en cela l</w:t>
      </w:r>
      <w:r w:rsidR="00F635DB">
        <w:t>’</w:t>
      </w:r>
      <w:r w:rsidRPr="009071AC">
        <w:t>impulsion de son cœur</w:t>
      </w:r>
      <w:r w:rsidR="00F635DB">
        <w:t xml:space="preserve">, </w:t>
      </w:r>
      <w:r w:rsidRPr="009071AC">
        <w:t>et aussi le conseil de son expérience</w:t>
      </w:r>
      <w:r w:rsidR="00F635DB">
        <w:t xml:space="preserve">, </w:t>
      </w:r>
      <w:r w:rsidRPr="009071AC">
        <w:t>qui lui disait que c</w:t>
      </w:r>
      <w:r w:rsidR="00F635DB">
        <w:t>’</w:t>
      </w:r>
      <w:r w:rsidRPr="009071AC">
        <w:t>était là</w:t>
      </w:r>
      <w:r w:rsidR="00F635DB">
        <w:t xml:space="preserve">, </w:t>
      </w:r>
      <w:r w:rsidRPr="009071AC">
        <w:t>certainement</w:t>
      </w:r>
      <w:r w:rsidR="00F635DB">
        <w:t xml:space="preserve">, </w:t>
      </w:r>
      <w:r w:rsidRPr="009071AC">
        <w:t>la meilleure raison qu</w:t>
      </w:r>
      <w:r w:rsidR="00F635DB">
        <w:t>’</w:t>
      </w:r>
      <w:r w:rsidRPr="009071AC">
        <w:t>il pût donner</w:t>
      </w:r>
      <w:r w:rsidR="00F635DB">
        <w:t>.</w:t>
      </w:r>
    </w:p>
    <w:p w14:paraId="0C911C28" w14:textId="77777777" w:rsidR="00F635DB" w:rsidRDefault="00855694" w:rsidP="00F635DB">
      <w:r w:rsidRPr="009071AC">
        <w:t>Cela ne l</w:t>
      </w:r>
      <w:r w:rsidR="00F635DB">
        <w:t>’</w:t>
      </w:r>
      <w:r w:rsidRPr="009071AC">
        <w:t>empêcha pas d</w:t>
      </w:r>
      <w:r w:rsidR="00F635DB">
        <w:t>’</w:t>
      </w:r>
      <w:r w:rsidRPr="009071AC">
        <w:t>essayer ensuite de se justifier</w:t>
      </w:r>
      <w:r w:rsidR="00F635DB">
        <w:t xml:space="preserve">, </w:t>
      </w:r>
      <w:r w:rsidRPr="009071AC">
        <w:t>et il y parvint</w:t>
      </w:r>
      <w:r w:rsidR="00F635DB">
        <w:t xml:space="preserve">, </w:t>
      </w:r>
      <w:r w:rsidRPr="009071AC">
        <w:t>se gardant toutefois de confesser la vérité</w:t>
      </w:r>
      <w:r w:rsidR="00F635DB">
        <w:t xml:space="preserve">, </w:t>
      </w:r>
      <w:r w:rsidRPr="009071AC">
        <w:t>redoutant le blâme de sa mère</w:t>
      </w:r>
      <w:r w:rsidR="00F635DB">
        <w:t xml:space="preserve">, </w:t>
      </w:r>
      <w:r w:rsidRPr="009071AC">
        <w:t>sachant bien qu</w:t>
      </w:r>
      <w:r w:rsidR="00F635DB">
        <w:t>’</w:t>
      </w:r>
      <w:r w:rsidRPr="009071AC">
        <w:t>elle serait moins accommodante que sa propre conscience</w:t>
      </w:r>
      <w:r w:rsidR="00F635DB">
        <w:t>.</w:t>
      </w:r>
    </w:p>
    <w:p w14:paraId="1BCD59AB" w14:textId="77777777" w:rsidR="00F635DB" w:rsidRDefault="00F635DB" w:rsidP="00F635DB">
      <w:r>
        <w:t>— </w:t>
      </w:r>
      <w:r w:rsidR="00855694" w:rsidRPr="009071AC">
        <w:t>Je te crois</w:t>
      </w:r>
      <w:r>
        <w:t xml:space="preserve">, </w:t>
      </w:r>
      <w:r w:rsidR="00855694" w:rsidRPr="009071AC">
        <w:t>mon fils</w:t>
      </w:r>
      <w:r>
        <w:t xml:space="preserve">, </w:t>
      </w:r>
      <w:r w:rsidR="00855694" w:rsidRPr="009071AC">
        <w:t>prononça gravement la digne femme</w:t>
      </w:r>
      <w:r>
        <w:t xml:space="preserve">, </w:t>
      </w:r>
      <w:r w:rsidR="00855694" w:rsidRPr="009071AC">
        <w:t>tu ne voudrais pas me tromper</w:t>
      </w:r>
      <w:r>
        <w:t xml:space="preserve">, </w:t>
      </w:r>
      <w:r w:rsidR="00855694" w:rsidRPr="009071AC">
        <w:t>n</w:t>
      </w:r>
      <w:r>
        <w:t>’</w:t>
      </w:r>
      <w:r w:rsidR="00855694" w:rsidRPr="009071AC">
        <w:t>est-ce pas</w:t>
      </w:r>
      <w:r>
        <w:t> ?…</w:t>
      </w:r>
    </w:p>
    <w:p w14:paraId="7EBC2277" w14:textId="77777777" w:rsidR="00F635DB" w:rsidRDefault="00855694" w:rsidP="00F635DB">
      <w:r w:rsidRPr="009071AC">
        <w:t>Et cette malheureuse qui avait été la compagne d</w:t>
      </w:r>
      <w:r w:rsidR="00F635DB">
        <w:t>’</w:t>
      </w:r>
      <w:r w:rsidRPr="009071AC">
        <w:t>un ivrogne</w:t>
      </w:r>
      <w:r w:rsidR="00F635DB">
        <w:t xml:space="preserve">, </w:t>
      </w:r>
      <w:r w:rsidRPr="009071AC">
        <w:t>ajouta</w:t>
      </w:r>
      <w:r w:rsidR="00F635DB">
        <w:t> :</w:t>
      </w:r>
    </w:p>
    <w:p w14:paraId="4DD3A63D" w14:textId="77777777" w:rsidR="00F635DB" w:rsidRDefault="00F635DB" w:rsidP="00F635DB">
      <w:r>
        <w:t>— </w:t>
      </w:r>
      <w:r w:rsidR="00855694" w:rsidRPr="009071AC">
        <w:t>Ce qui m</w:t>
      </w:r>
      <w:r>
        <w:t>’</w:t>
      </w:r>
      <w:r w:rsidR="00855694" w:rsidRPr="009071AC">
        <w:t>a rassurée</w:t>
      </w:r>
      <w:r>
        <w:t xml:space="preserve">, </w:t>
      </w:r>
      <w:r w:rsidR="00855694" w:rsidRPr="009071AC">
        <w:t>quand tu m</w:t>
      </w:r>
      <w:r>
        <w:t>’</w:t>
      </w:r>
      <w:r w:rsidR="00855694" w:rsidRPr="009071AC">
        <w:t>as embrassée</w:t>
      </w:r>
      <w:r>
        <w:t xml:space="preserve">, </w:t>
      </w:r>
      <w:r w:rsidR="00855694" w:rsidRPr="009071AC">
        <w:t>ce qui est sûr</w:t>
      </w:r>
      <w:r>
        <w:t xml:space="preserve">, </w:t>
      </w:r>
      <w:r w:rsidR="00855694" w:rsidRPr="009071AC">
        <w:t>c</w:t>
      </w:r>
      <w:r>
        <w:t>’</w:t>
      </w:r>
      <w:r w:rsidR="00855694" w:rsidRPr="009071AC">
        <w:t>est que tu n</w:t>
      </w:r>
      <w:r>
        <w:t>’</w:t>
      </w:r>
      <w:r w:rsidR="00855694" w:rsidRPr="009071AC">
        <w:t>as pas bu</w:t>
      </w:r>
      <w:r>
        <w:t>…</w:t>
      </w:r>
    </w:p>
    <w:p w14:paraId="6FEBE5F7" w14:textId="77777777" w:rsidR="00F635DB" w:rsidRDefault="00855694" w:rsidP="00F635DB">
      <w:r w:rsidRPr="009071AC">
        <w:t>Chupin ne souffla mot</w:t>
      </w:r>
      <w:r w:rsidR="00F635DB">
        <w:t xml:space="preserve"> : </w:t>
      </w:r>
      <w:r w:rsidRPr="009071AC">
        <w:t>cette confiance le gênait extraordinairement</w:t>
      </w:r>
      <w:r w:rsidR="00F635DB">
        <w:t>.</w:t>
      </w:r>
    </w:p>
    <w:p w14:paraId="4C23E5D9" w14:textId="77777777" w:rsidR="00F635DB" w:rsidRDefault="00F635DB" w:rsidP="00F635DB">
      <w:r>
        <w:lastRenderedPageBreak/>
        <w:t>— </w:t>
      </w:r>
      <w:r w:rsidR="00855694" w:rsidRPr="009071AC">
        <w:t>Que je sois pendu</w:t>
      </w:r>
      <w:r>
        <w:t xml:space="preserve">, </w:t>
      </w:r>
      <w:r w:rsidR="00855694" w:rsidRPr="009071AC">
        <w:t>pensa-t-il</w:t>
      </w:r>
      <w:r>
        <w:t xml:space="preserve">, </w:t>
      </w:r>
      <w:r w:rsidR="00855694" w:rsidRPr="009071AC">
        <w:t>si jamais je fais quelque chose que je ne puisse pas lui avouer</w:t>
      </w:r>
      <w:r>
        <w:t xml:space="preserve">, </w:t>
      </w:r>
      <w:r w:rsidR="00855694" w:rsidRPr="009071AC">
        <w:t>à cette pauvre bonne femme</w:t>
      </w:r>
      <w:r>
        <w:t> !…</w:t>
      </w:r>
    </w:p>
    <w:p w14:paraId="5C6D8D48" w14:textId="77777777" w:rsidR="00F635DB" w:rsidRDefault="00855694" w:rsidP="00F635DB">
      <w:r w:rsidRPr="009071AC">
        <w:t>Mais il n</w:t>
      </w:r>
      <w:r w:rsidR="00F635DB">
        <w:t>’</w:t>
      </w:r>
      <w:r w:rsidRPr="009071AC">
        <w:t>avait pas le temps de s</w:t>
      </w:r>
      <w:r w:rsidR="00F635DB">
        <w:t>’</w:t>
      </w:r>
      <w:r w:rsidRPr="009071AC">
        <w:t>abandonner à son attendrissement</w:t>
      </w:r>
      <w:r w:rsidR="00F635DB">
        <w:t>.</w:t>
      </w:r>
    </w:p>
    <w:p w14:paraId="1C17C8CD" w14:textId="77777777" w:rsidR="00F635DB" w:rsidRDefault="00855694" w:rsidP="00F635DB">
      <w:r w:rsidRPr="009071AC">
        <w:t>Il était trop engagé</w:t>
      </w:r>
      <w:r w:rsidR="00F635DB">
        <w:t xml:space="preserve">, </w:t>
      </w:r>
      <w:r w:rsidRPr="009071AC">
        <w:t>pensait-il</w:t>
      </w:r>
      <w:r w:rsidR="00F635DB">
        <w:t xml:space="preserve">, </w:t>
      </w:r>
      <w:r w:rsidRPr="009071AC">
        <w:t>pour reculer</w:t>
      </w:r>
      <w:r w:rsidR="00F635DB">
        <w:t xml:space="preserve">, </w:t>
      </w:r>
      <w:r w:rsidRPr="009071AC">
        <w:t>et il importait qu</w:t>
      </w:r>
      <w:r w:rsidR="00F635DB">
        <w:t>’</w:t>
      </w:r>
      <w:r w:rsidRPr="009071AC">
        <w:t>il rendit compte</w:t>
      </w:r>
      <w:r w:rsidR="00F635DB">
        <w:t xml:space="preserve">, </w:t>
      </w:r>
      <w:r w:rsidRPr="009071AC">
        <w:t>le plus tôt possible</w:t>
      </w:r>
      <w:r w:rsidR="00F635DB">
        <w:t xml:space="preserve">, </w:t>
      </w:r>
      <w:r w:rsidRPr="009071AC">
        <w:t>de ses démarches</w:t>
      </w:r>
      <w:r w:rsidR="00F635DB">
        <w:t xml:space="preserve">… </w:t>
      </w:r>
      <w:r w:rsidRPr="009071AC">
        <w:t>Puis</w:t>
      </w:r>
      <w:r w:rsidR="00F635DB">
        <w:t xml:space="preserve">, </w:t>
      </w:r>
      <w:r w:rsidRPr="009071AC">
        <w:t xml:space="preserve">sa haine contre le vicomte de </w:t>
      </w:r>
      <w:proofErr w:type="spellStart"/>
      <w:r w:rsidRPr="009071AC">
        <w:t>Coralth</w:t>
      </w:r>
      <w:proofErr w:type="spellEnd"/>
      <w:r w:rsidRPr="009071AC">
        <w:t xml:space="preserve"> l</w:t>
      </w:r>
      <w:r w:rsidR="00F635DB">
        <w:t>’</w:t>
      </w:r>
      <w:r w:rsidRPr="009071AC">
        <w:t>aiguillonnait</w:t>
      </w:r>
      <w:r w:rsidR="00F635DB">
        <w:t>…</w:t>
      </w:r>
    </w:p>
    <w:p w14:paraId="43A5867F" w14:textId="77777777" w:rsidR="00F635DB" w:rsidRDefault="00855694" w:rsidP="00F635DB">
      <w:r w:rsidRPr="009071AC">
        <w:t>Il se dépêcha donc de manger un morceau</w:t>
      </w:r>
      <w:r w:rsidR="00F635DB">
        <w:t xml:space="preserve">, </w:t>
      </w:r>
      <w:r w:rsidRPr="009071AC">
        <w:t>car il était exténué de besoin</w:t>
      </w:r>
      <w:r w:rsidR="00F635DB">
        <w:t xml:space="preserve">, </w:t>
      </w:r>
      <w:r w:rsidRPr="009071AC">
        <w:t>et il ressortit</w:t>
      </w:r>
      <w:r w:rsidR="00F635DB">
        <w:t xml:space="preserve">, </w:t>
      </w:r>
      <w:r w:rsidRPr="009071AC">
        <w:t>en promettant bien de rentrer dîner</w:t>
      </w:r>
      <w:r w:rsidR="00F635DB">
        <w:t>.</w:t>
      </w:r>
    </w:p>
    <w:p w14:paraId="7E1C63F4" w14:textId="65E500EA" w:rsidR="00F635DB" w:rsidRDefault="00855694" w:rsidP="00F635DB">
      <w:r w:rsidRPr="009071AC">
        <w:t>S</w:t>
      </w:r>
      <w:r w:rsidR="00F635DB">
        <w:t>’</w:t>
      </w:r>
      <w:r w:rsidRPr="009071AC">
        <w:t>il se hâtait tant</w:t>
      </w:r>
      <w:r w:rsidR="00F635DB">
        <w:t xml:space="preserve">, </w:t>
      </w:r>
      <w:r w:rsidRPr="009071AC">
        <w:t>c</w:t>
      </w:r>
      <w:r w:rsidR="00F635DB">
        <w:t>’</w:t>
      </w:r>
      <w:r w:rsidRPr="009071AC">
        <w:t>est que c</w:t>
      </w:r>
      <w:r w:rsidR="00F635DB">
        <w:t>’</w:t>
      </w:r>
      <w:r w:rsidRPr="009071AC">
        <w:t>était dimanche</w:t>
      </w:r>
      <w:r w:rsidR="00F635DB">
        <w:t xml:space="preserve">, </w:t>
      </w:r>
      <w:r w:rsidRPr="009071AC">
        <w:t>c</w:t>
      </w:r>
      <w:r w:rsidR="00F635DB">
        <w:t>’</w:t>
      </w:r>
      <w:r w:rsidRPr="009071AC">
        <w:t xml:space="preserve">est que </w:t>
      </w:r>
      <w:r w:rsidR="00F635DB">
        <w:t>M. </w:t>
      </w:r>
      <w:r w:rsidRPr="009071AC">
        <w:t>Fortunat passait presque tous ses dimanches à la campagne</w:t>
      </w:r>
      <w:r w:rsidR="00F635DB">
        <w:t xml:space="preserve">, </w:t>
      </w:r>
      <w:r w:rsidRPr="009071AC">
        <w:t>et qu</w:t>
      </w:r>
      <w:r w:rsidR="00F635DB">
        <w:t>’</w:t>
      </w:r>
      <w:r w:rsidRPr="009071AC">
        <w:t>il craignait de ne pas le rencontrer</w:t>
      </w:r>
      <w:r w:rsidR="00F635DB">
        <w:t>.</w:t>
      </w:r>
    </w:p>
    <w:p w14:paraId="2D39B508" w14:textId="40259D9D" w:rsidR="00F635DB" w:rsidRDefault="00855694" w:rsidP="00F635DB">
      <w:r w:rsidRPr="009071AC">
        <w:t>Et tout en courant vers la place de la Bourse</w:t>
      </w:r>
      <w:r w:rsidR="00F635DB">
        <w:t xml:space="preserve">, </w:t>
      </w:r>
      <w:r w:rsidRPr="009071AC">
        <w:t>il arrangeait dans sa tête l</w:t>
      </w:r>
      <w:r w:rsidR="00F635DB">
        <w:t>’</w:t>
      </w:r>
      <w:r w:rsidRPr="009071AC">
        <w:t>histoire qu</w:t>
      </w:r>
      <w:r w:rsidR="00F635DB">
        <w:t>’</w:t>
      </w:r>
      <w:r w:rsidRPr="009071AC">
        <w:t>il raconterait</w:t>
      </w:r>
      <w:r w:rsidR="00F635DB">
        <w:t xml:space="preserve">, </w:t>
      </w:r>
      <w:r w:rsidRPr="009071AC">
        <w:t xml:space="preserve">pénétré de cette maxime populaire que </w:t>
      </w:r>
      <w:r w:rsidR="00F635DB">
        <w:t>« </w:t>
      </w:r>
      <w:r w:rsidRPr="009071AC">
        <w:t>toute vérité n</w:t>
      </w:r>
      <w:r w:rsidR="00F635DB">
        <w:t>’</w:t>
      </w:r>
      <w:r w:rsidRPr="009071AC">
        <w:t>est pas toujours bonne à dire</w:t>
      </w:r>
      <w:r w:rsidR="00F635DB">
        <w:t>. »</w:t>
      </w:r>
    </w:p>
    <w:p w14:paraId="2AB36077" w14:textId="32D00DC9" w:rsidR="00F635DB" w:rsidRDefault="00855694" w:rsidP="00F635DB">
      <w:r w:rsidRPr="009071AC">
        <w:t>Devait-il rapporter la scène du restaurant</w:t>
      </w:r>
      <w:r w:rsidR="00F635DB">
        <w:t xml:space="preserve">, </w:t>
      </w:r>
      <w:r w:rsidRPr="009071AC">
        <w:t xml:space="preserve">nommer </w:t>
      </w:r>
      <w:proofErr w:type="spellStart"/>
      <w:r w:rsidRPr="009071AC">
        <w:t>Coralth</w:t>
      </w:r>
      <w:proofErr w:type="spellEnd"/>
      <w:r w:rsidR="00F635DB">
        <w:t xml:space="preserve">, </w:t>
      </w:r>
      <w:r w:rsidRPr="009071AC">
        <w:t>dire qu</w:t>
      </w:r>
      <w:r w:rsidR="00F635DB">
        <w:t>’</w:t>
      </w:r>
      <w:r w:rsidRPr="009071AC">
        <w:t>il n</w:t>
      </w:r>
      <w:r w:rsidR="00F635DB">
        <w:t>’</w:t>
      </w:r>
      <w:r w:rsidRPr="009071AC">
        <w:t xml:space="preserve">y avait plus rien à apprendre à </w:t>
      </w:r>
      <w:r w:rsidR="00F635DB">
        <w:t>M. </w:t>
      </w:r>
      <w:proofErr w:type="spellStart"/>
      <w:r w:rsidRPr="009071AC">
        <w:t>Wilkie</w:t>
      </w:r>
      <w:proofErr w:type="spellEnd"/>
      <w:r w:rsidR="00F635DB">
        <w:t xml:space="preserve"> ?… </w:t>
      </w:r>
      <w:r w:rsidRPr="009071AC">
        <w:t>Après mûres réflexions</w:t>
      </w:r>
      <w:r w:rsidR="00F635DB">
        <w:t xml:space="preserve">, </w:t>
      </w:r>
      <w:r w:rsidRPr="009071AC">
        <w:t>il décida que non</w:t>
      </w:r>
      <w:r w:rsidR="00F635DB">
        <w:t xml:space="preserve"> ; </w:t>
      </w:r>
      <w:r w:rsidRPr="009071AC">
        <w:t xml:space="preserve">cela pouvait décider </w:t>
      </w:r>
      <w:r w:rsidR="00F635DB">
        <w:t>M. </w:t>
      </w:r>
      <w:r w:rsidRPr="009071AC">
        <w:t>Fortunat à renoncer à l</w:t>
      </w:r>
      <w:r w:rsidR="00F635DB">
        <w:t>’</w:t>
      </w:r>
      <w:r w:rsidRPr="009071AC">
        <w:t>affaire</w:t>
      </w:r>
      <w:r w:rsidR="00F635DB">
        <w:t xml:space="preserve">. </w:t>
      </w:r>
      <w:r w:rsidRPr="009071AC">
        <w:t>Mieux valait le laisser courir à une déconvenue</w:t>
      </w:r>
      <w:r w:rsidR="00F635DB">
        <w:t xml:space="preserve">, </w:t>
      </w:r>
      <w:r w:rsidRPr="009071AC">
        <w:t>lui tout révéler ensuite</w:t>
      </w:r>
      <w:r w:rsidR="00F635DB">
        <w:t xml:space="preserve">, </w:t>
      </w:r>
      <w:r w:rsidRPr="009071AC">
        <w:t>et profiter de sa colère pour en faire un instrument de vengeance</w:t>
      </w:r>
      <w:r w:rsidR="00F635DB">
        <w:t>…</w:t>
      </w:r>
    </w:p>
    <w:p w14:paraId="12C3D251" w14:textId="0A6AEF2B" w:rsidR="00F635DB" w:rsidRDefault="00855694" w:rsidP="00F635DB">
      <w:r w:rsidRPr="009071AC">
        <w:t>Ce dimanche-là</w:t>
      </w:r>
      <w:r w:rsidR="00F635DB">
        <w:t xml:space="preserve">, </w:t>
      </w:r>
      <w:r w:rsidRPr="009071AC">
        <w:t>justement</w:t>
      </w:r>
      <w:r w:rsidR="00F635DB">
        <w:t>, M. </w:t>
      </w:r>
      <w:r w:rsidRPr="009071AC">
        <w:t>Fortunat avait arrêté qu</w:t>
      </w:r>
      <w:r w:rsidR="00F635DB">
        <w:t>’</w:t>
      </w:r>
      <w:r w:rsidRPr="009071AC">
        <w:t>il n</w:t>
      </w:r>
      <w:r w:rsidR="00F635DB">
        <w:t>’</w:t>
      </w:r>
      <w:r w:rsidRPr="009071AC">
        <w:t>irait pas à la campagne</w:t>
      </w:r>
      <w:r w:rsidR="00F635DB">
        <w:t>.</w:t>
      </w:r>
    </w:p>
    <w:p w14:paraId="1F38EA4A" w14:textId="77777777" w:rsidR="00F635DB" w:rsidRDefault="00855694" w:rsidP="00F635DB">
      <w:r w:rsidRPr="009071AC">
        <w:t>Il avait dormi la grasse matinée</w:t>
      </w:r>
      <w:r w:rsidR="00F635DB">
        <w:t xml:space="preserve">, </w:t>
      </w:r>
      <w:r w:rsidRPr="009071AC">
        <w:t>et il était encore en robe de chambre lorsque Chupin parut</w:t>
      </w:r>
      <w:r w:rsidR="00F635DB">
        <w:t xml:space="preserve">… </w:t>
      </w:r>
      <w:r w:rsidRPr="009071AC">
        <w:t xml:space="preserve">Il eut un cri de joie à sa </w:t>
      </w:r>
      <w:r w:rsidRPr="009071AC">
        <w:lastRenderedPageBreak/>
        <w:t>vue</w:t>
      </w:r>
      <w:r w:rsidR="00F635DB">
        <w:t xml:space="preserve">, </w:t>
      </w:r>
      <w:r w:rsidRPr="009071AC">
        <w:t>devinant bien que s</w:t>
      </w:r>
      <w:r w:rsidR="00F635DB">
        <w:t>’</w:t>
      </w:r>
      <w:r w:rsidRPr="009071AC">
        <w:t>il lui arrivait sitôt</w:t>
      </w:r>
      <w:r w:rsidR="00F635DB">
        <w:t xml:space="preserve">, </w:t>
      </w:r>
      <w:r w:rsidRPr="009071AC">
        <w:t>c</w:t>
      </w:r>
      <w:r w:rsidR="00F635DB">
        <w:t>’</w:t>
      </w:r>
      <w:r w:rsidRPr="009071AC">
        <w:t>est qu</w:t>
      </w:r>
      <w:r w:rsidR="00F635DB">
        <w:t>’</w:t>
      </w:r>
      <w:r w:rsidRPr="009071AC">
        <w:t>il apportait d</w:t>
      </w:r>
      <w:r w:rsidR="00F635DB">
        <w:t>’</w:t>
      </w:r>
      <w:r w:rsidRPr="009071AC">
        <w:t>heureuses nouvelles</w:t>
      </w:r>
      <w:r w:rsidR="00F635DB">
        <w:t>.</w:t>
      </w:r>
    </w:p>
    <w:p w14:paraId="1C8B104C" w14:textId="77777777" w:rsidR="00F635DB" w:rsidRDefault="00F635DB" w:rsidP="00F635DB">
      <w:r>
        <w:t>— </w:t>
      </w:r>
      <w:r w:rsidR="00855694" w:rsidRPr="009071AC">
        <w:t>Vous avez réussi</w:t>
      </w:r>
      <w:r>
        <w:t xml:space="preserve"> ?… </w:t>
      </w:r>
      <w:r w:rsidR="00855694" w:rsidRPr="009071AC">
        <w:t>lui cria-t-il</w:t>
      </w:r>
      <w:r>
        <w:t>.</w:t>
      </w:r>
    </w:p>
    <w:p w14:paraId="0E9B163B" w14:textId="77777777" w:rsidR="00F635DB" w:rsidRDefault="00F635DB" w:rsidP="00F635DB">
      <w:r>
        <w:t>— </w:t>
      </w:r>
      <w:r w:rsidR="00855694" w:rsidRPr="009071AC">
        <w:t>Oui</w:t>
      </w:r>
      <w:r>
        <w:t xml:space="preserve">, </w:t>
      </w:r>
      <w:r w:rsidR="00855694" w:rsidRPr="009071AC">
        <w:t>m</w:t>
      </w:r>
      <w:r>
        <w:t>’</w:t>
      </w:r>
      <w:proofErr w:type="spellStart"/>
      <w:r w:rsidR="00855694" w:rsidRPr="009071AC">
        <w:t>sieu</w:t>
      </w:r>
      <w:proofErr w:type="spellEnd"/>
      <w:r>
        <w:t>.</w:t>
      </w:r>
    </w:p>
    <w:p w14:paraId="060B1E1D" w14:textId="77777777" w:rsidR="00F635DB" w:rsidRDefault="00F635DB" w:rsidP="00F635DB">
      <w:r>
        <w:t>— </w:t>
      </w:r>
      <w:r w:rsidR="00855694" w:rsidRPr="009071AC">
        <w:t>Vous avez déniché le fils de la d</w:t>
      </w:r>
      <w:r>
        <w:t>’</w:t>
      </w:r>
      <w:r w:rsidR="00855694" w:rsidRPr="009071AC">
        <w:t>Argelès</w:t>
      </w:r>
      <w:r>
        <w:t> ?</w:t>
      </w:r>
    </w:p>
    <w:p w14:paraId="4CF5B9A0" w14:textId="77777777" w:rsidR="00F635DB" w:rsidRDefault="00F635DB" w:rsidP="00F635DB">
      <w:r>
        <w:t>— </w:t>
      </w:r>
      <w:r w:rsidR="00855694" w:rsidRPr="009071AC">
        <w:t>Je le tiens</w:t>
      </w:r>
      <w:r>
        <w:t> !…</w:t>
      </w:r>
    </w:p>
    <w:p w14:paraId="4C7EBC5E" w14:textId="77777777" w:rsidR="00F635DB" w:rsidRDefault="00F635DB" w:rsidP="00F635DB">
      <w:r>
        <w:t>— </w:t>
      </w:r>
      <w:r w:rsidR="00855694" w:rsidRPr="009071AC">
        <w:t>Ah</w:t>
      </w:r>
      <w:r>
        <w:t xml:space="preserve"> !… </w:t>
      </w:r>
      <w:r w:rsidR="00855694" w:rsidRPr="009071AC">
        <w:t>je disais bien que vous êtes un garçon d</w:t>
      </w:r>
      <w:r>
        <w:t>’</w:t>
      </w:r>
      <w:r w:rsidR="00855694" w:rsidRPr="009071AC">
        <w:t>esprit</w:t>
      </w:r>
      <w:r>
        <w:t xml:space="preserve">… </w:t>
      </w:r>
      <w:r w:rsidR="00855694" w:rsidRPr="009071AC">
        <w:t>Vite</w:t>
      </w:r>
      <w:r>
        <w:t xml:space="preserve">, </w:t>
      </w:r>
      <w:r w:rsidR="00855694" w:rsidRPr="009071AC">
        <w:t>contez-moi tout cela</w:t>
      </w:r>
      <w:r>
        <w:t xml:space="preserve">… </w:t>
      </w:r>
      <w:r w:rsidR="00855694" w:rsidRPr="009071AC">
        <w:t>C</w:t>
      </w:r>
      <w:r>
        <w:t>’</w:t>
      </w:r>
      <w:r w:rsidR="00855694" w:rsidRPr="009071AC">
        <w:t>est-à-dire</w:t>
      </w:r>
      <w:r>
        <w:t xml:space="preserve">, </w:t>
      </w:r>
      <w:r w:rsidR="00855694" w:rsidRPr="009071AC">
        <w:t>non</w:t>
      </w:r>
      <w:r>
        <w:t xml:space="preserve">, </w:t>
      </w:r>
      <w:r w:rsidR="00855694" w:rsidRPr="009071AC">
        <w:t>faisons mieux</w:t>
      </w:r>
      <w:r>
        <w:t xml:space="preserve">, </w:t>
      </w:r>
      <w:r w:rsidR="00855694" w:rsidRPr="009071AC">
        <w:t>attendez</w:t>
      </w:r>
      <w:r>
        <w:t> !…</w:t>
      </w:r>
    </w:p>
    <w:p w14:paraId="5880E20C" w14:textId="0ED15743" w:rsidR="00F635DB" w:rsidRDefault="00855694" w:rsidP="00F635DB">
      <w:r w:rsidRPr="009071AC">
        <w:t>Il sonna</w:t>
      </w:r>
      <w:r w:rsidR="00F635DB">
        <w:t xml:space="preserve">, </w:t>
      </w:r>
      <w:r w:rsidRPr="009071AC">
        <w:t xml:space="preserve">et </w:t>
      </w:r>
      <w:r w:rsidR="00F635DB">
        <w:t>M</w:t>
      </w:r>
      <w:r w:rsidR="00F635DB" w:rsidRPr="00F635DB">
        <w:rPr>
          <w:vertAlign w:val="superscript"/>
        </w:rPr>
        <w:t>me</w:t>
      </w:r>
      <w:r w:rsidR="00F635DB">
        <w:t> </w:t>
      </w:r>
      <w:proofErr w:type="spellStart"/>
      <w:r w:rsidRPr="009071AC">
        <w:t>Dodelin</w:t>
      </w:r>
      <w:proofErr w:type="spellEnd"/>
      <w:r w:rsidR="00F635DB">
        <w:t xml:space="preserve">, </w:t>
      </w:r>
      <w:r w:rsidRPr="009071AC">
        <w:t>sa gouvernante</w:t>
      </w:r>
      <w:r w:rsidR="00F635DB">
        <w:t xml:space="preserve">, </w:t>
      </w:r>
      <w:r w:rsidRPr="009071AC">
        <w:t>étant accourue</w:t>
      </w:r>
      <w:r w:rsidR="00F635DB">
        <w:t> :</w:t>
      </w:r>
    </w:p>
    <w:p w14:paraId="5D80BCEC" w14:textId="3C360E5F" w:rsidR="00F635DB" w:rsidRDefault="00F635DB" w:rsidP="00F635DB">
      <w:r>
        <w:t>— </w:t>
      </w:r>
      <w:r w:rsidR="00855694" w:rsidRPr="009071AC">
        <w:t>Ajoutez un couvert</w:t>
      </w:r>
      <w:r>
        <w:t xml:space="preserve">, </w:t>
      </w:r>
      <w:r w:rsidR="00855694" w:rsidRPr="009071AC">
        <w:t>commanda-t-il</w:t>
      </w:r>
      <w:r>
        <w:t>, M. </w:t>
      </w:r>
      <w:r w:rsidR="00855694" w:rsidRPr="009071AC">
        <w:t>Chupin déjeune avec moi</w:t>
      </w:r>
      <w:r>
        <w:t xml:space="preserve">… </w:t>
      </w:r>
      <w:r w:rsidR="00855694" w:rsidRPr="009071AC">
        <w:t>et servez</w:t>
      </w:r>
      <w:r>
        <w:t xml:space="preserve">… </w:t>
      </w:r>
      <w:r w:rsidR="00855694" w:rsidRPr="009071AC">
        <w:t>Cela vous convient</w:t>
      </w:r>
      <w:r>
        <w:t xml:space="preserve">, </w:t>
      </w:r>
      <w:r w:rsidR="00855694" w:rsidRPr="009071AC">
        <w:t>n</w:t>
      </w:r>
      <w:r>
        <w:t>’</w:t>
      </w:r>
      <w:r w:rsidR="00855694" w:rsidRPr="009071AC">
        <w:t>est-ce pas</w:t>
      </w:r>
      <w:r>
        <w:t xml:space="preserve">, </w:t>
      </w:r>
      <w:r w:rsidR="00855694" w:rsidRPr="009071AC">
        <w:t>Victor</w:t>
      </w:r>
      <w:r>
        <w:t xml:space="preserve"> ? </w:t>
      </w:r>
      <w:r w:rsidR="00855694" w:rsidRPr="009071AC">
        <w:t>Il est dix heures</w:t>
      </w:r>
      <w:r>
        <w:t xml:space="preserve">, </w:t>
      </w:r>
      <w:r w:rsidR="00855694" w:rsidRPr="009071AC">
        <w:t>j</w:t>
      </w:r>
      <w:r>
        <w:t>’</w:t>
      </w:r>
      <w:r w:rsidR="00855694" w:rsidRPr="009071AC">
        <w:t>ai faim</w:t>
      </w:r>
      <w:r>
        <w:t xml:space="preserve">… </w:t>
      </w:r>
      <w:r w:rsidR="00855694" w:rsidRPr="009071AC">
        <w:t>nous causerons mieux en buvant une bouteille de vin blanc</w:t>
      </w:r>
      <w:r>
        <w:t>.</w:t>
      </w:r>
    </w:p>
    <w:p w14:paraId="5FFD8A0D" w14:textId="77777777" w:rsidR="00F635DB" w:rsidRDefault="00855694" w:rsidP="00F635DB">
      <w:r w:rsidRPr="009071AC">
        <w:t>C</w:t>
      </w:r>
      <w:r w:rsidR="00F635DB">
        <w:t>’</w:t>
      </w:r>
      <w:r w:rsidRPr="009071AC">
        <w:t>était une faveur immense et qui donna à Chupin l</w:t>
      </w:r>
      <w:r w:rsidR="00F635DB">
        <w:t>’</w:t>
      </w:r>
      <w:r w:rsidRPr="009071AC">
        <w:t>exacte mesure du service qu</w:t>
      </w:r>
      <w:r w:rsidR="00F635DB">
        <w:t>’</w:t>
      </w:r>
      <w:r w:rsidRPr="009071AC">
        <w:t>il avait rendu</w:t>
      </w:r>
      <w:r w:rsidR="00F635DB">
        <w:t xml:space="preserve">. </w:t>
      </w:r>
      <w:r w:rsidRPr="009071AC">
        <w:t>Il n</w:t>
      </w:r>
      <w:r w:rsidR="00F635DB">
        <w:t>’</w:t>
      </w:r>
      <w:r w:rsidRPr="009071AC">
        <w:t>en fut pas enorgueilli</w:t>
      </w:r>
      <w:r w:rsidR="00F635DB">
        <w:t xml:space="preserve">, </w:t>
      </w:r>
      <w:r w:rsidRPr="009071AC">
        <w:t>cependant</w:t>
      </w:r>
      <w:r w:rsidR="00F635DB">
        <w:t xml:space="preserve">, </w:t>
      </w:r>
      <w:r w:rsidRPr="009071AC">
        <w:t>mais il regretta d</w:t>
      </w:r>
      <w:r w:rsidR="00F635DB">
        <w:t>’</w:t>
      </w:r>
      <w:r w:rsidRPr="009071AC">
        <w:t>avoir mangé avant de venir</w:t>
      </w:r>
      <w:r w:rsidR="00F635DB">
        <w:t>.</w:t>
      </w:r>
    </w:p>
    <w:p w14:paraId="2713C116" w14:textId="1A698575" w:rsidR="00F635DB" w:rsidRDefault="00855694" w:rsidP="00F635DB">
      <w:r w:rsidRPr="009071AC">
        <w:t>Cette faveur</w:t>
      </w:r>
      <w:r w:rsidR="00F635DB">
        <w:t>, M. </w:t>
      </w:r>
      <w:r w:rsidRPr="009071AC">
        <w:t>Fortunat ne la regretta pas</w:t>
      </w:r>
      <w:r w:rsidR="00F635DB">
        <w:t xml:space="preserve">, </w:t>
      </w:r>
      <w:r w:rsidRPr="009071AC">
        <w:t>une fois à table</w:t>
      </w:r>
      <w:r w:rsidR="00F635DB">
        <w:t xml:space="preserve">, </w:t>
      </w:r>
      <w:r w:rsidRPr="009071AC">
        <w:t>et même il oubliait son appétit</w:t>
      </w:r>
      <w:r w:rsidR="00F635DB">
        <w:t xml:space="preserve">, </w:t>
      </w:r>
      <w:r w:rsidRPr="009071AC">
        <w:t>en écoutant le récit de son employé</w:t>
      </w:r>
      <w:r w:rsidR="00F635DB">
        <w:t>.</w:t>
      </w:r>
    </w:p>
    <w:p w14:paraId="167C8E97" w14:textId="77777777" w:rsidR="00F635DB" w:rsidRDefault="00F635DB" w:rsidP="00F635DB">
      <w:r>
        <w:t>— </w:t>
      </w:r>
      <w:r w:rsidR="00855694" w:rsidRPr="009071AC">
        <w:t>Très-bien</w:t>
      </w:r>
      <w:r>
        <w:t xml:space="preserve"> !… </w:t>
      </w:r>
      <w:r w:rsidR="00855694" w:rsidRPr="009071AC">
        <w:t>interrompait-il à tout moment</w:t>
      </w:r>
      <w:r>
        <w:t xml:space="preserve">… </w:t>
      </w:r>
      <w:r w:rsidR="00855694" w:rsidRPr="009071AC">
        <w:t>parfait</w:t>
      </w:r>
      <w:r>
        <w:t xml:space="preserve"> !… </w:t>
      </w:r>
      <w:r w:rsidR="00855694" w:rsidRPr="009071AC">
        <w:t>On n</w:t>
      </w:r>
      <w:r>
        <w:t>’</w:t>
      </w:r>
      <w:r w:rsidR="00855694" w:rsidRPr="009071AC">
        <w:t>est pas plus adroit</w:t>
      </w:r>
      <w:r>
        <w:t xml:space="preserve"> !… </w:t>
      </w:r>
      <w:r w:rsidR="00855694" w:rsidRPr="009071AC">
        <w:t>Je n</w:t>
      </w:r>
      <w:r>
        <w:t>’</w:t>
      </w:r>
      <w:r w:rsidR="00855694" w:rsidRPr="009071AC">
        <w:t>aurais pas mieux fait</w:t>
      </w:r>
      <w:r>
        <w:t xml:space="preserve"> !… </w:t>
      </w:r>
      <w:r w:rsidR="00855694" w:rsidRPr="009071AC">
        <w:t>Vous serez content de moi</w:t>
      </w:r>
      <w:r>
        <w:t xml:space="preserve">, </w:t>
      </w:r>
      <w:r w:rsidR="00855694" w:rsidRPr="009071AC">
        <w:t>Victor</w:t>
      </w:r>
      <w:r>
        <w:t xml:space="preserve">, </w:t>
      </w:r>
      <w:r w:rsidR="00855694" w:rsidRPr="009071AC">
        <w:t>si l</w:t>
      </w:r>
      <w:r>
        <w:t>’</w:t>
      </w:r>
      <w:r w:rsidR="00855694" w:rsidRPr="009071AC">
        <w:t>affaire réussit</w:t>
      </w:r>
      <w:r>
        <w:t> !…</w:t>
      </w:r>
    </w:p>
    <w:p w14:paraId="4721ECDB" w14:textId="77777777" w:rsidR="00F635DB" w:rsidRDefault="00855694" w:rsidP="00F635DB">
      <w:r w:rsidRPr="009071AC">
        <w:lastRenderedPageBreak/>
        <w:t>Et sa satisfaction débordant en un monologue présomptueux</w:t>
      </w:r>
      <w:r w:rsidR="00F635DB">
        <w:t> :</w:t>
      </w:r>
    </w:p>
    <w:p w14:paraId="3CE7AF39" w14:textId="00EC9687" w:rsidR="00F635DB" w:rsidRDefault="00F635DB" w:rsidP="00F635DB">
      <w:r>
        <w:t>— </w:t>
      </w:r>
      <w:r w:rsidR="00855694" w:rsidRPr="009071AC">
        <w:t>Et pourquoi ne réussirait-elle pas</w:t>
      </w:r>
      <w:r>
        <w:t xml:space="preserve"> ?… </w:t>
      </w:r>
      <w:r w:rsidR="00855694" w:rsidRPr="009071AC">
        <w:t>poursuivait-il</w:t>
      </w:r>
      <w:r>
        <w:t xml:space="preserve">. </w:t>
      </w:r>
      <w:r w:rsidR="00855694" w:rsidRPr="009071AC">
        <w:t xml:space="preserve">En </w:t>
      </w:r>
      <w:proofErr w:type="spellStart"/>
      <w:r w:rsidR="00855694" w:rsidRPr="009071AC">
        <w:t>fut-il</w:t>
      </w:r>
      <w:proofErr w:type="spellEnd"/>
      <w:r w:rsidR="00855694" w:rsidRPr="009071AC">
        <w:t xml:space="preserve"> jamais une si simple et si belle</w:t>
      </w:r>
      <w:r>
        <w:t xml:space="preserve"> !… </w:t>
      </w:r>
      <w:r w:rsidR="00855694" w:rsidRPr="009071AC">
        <w:t>Je puis tout exiger</w:t>
      </w:r>
      <w:r>
        <w:t xml:space="preserve"> : </w:t>
      </w:r>
      <w:r w:rsidR="00855694" w:rsidRPr="009071AC">
        <w:t>cent</w:t>
      </w:r>
      <w:r>
        <w:t xml:space="preserve">, </w:t>
      </w:r>
      <w:r w:rsidR="00855694" w:rsidRPr="009071AC">
        <w:t xml:space="preserve">deux </w:t>
      </w:r>
      <w:proofErr w:type="gramStart"/>
      <w:r w:rsidR="00855694" w:rsidRPr="009071AC">
        <w:t>cent</w:t>
      </w:r>
      <w:proofErr w:type="gramEnd"/>
      <w:r>
        <w:t xml:space="preserve">, </w:t>
      </w:r>
      <w:r w:rsidR="00855694" w:rsidRPr="009071AC">
        <w:t>trois cent mille francs</w:t>
      </w:r>
      <w:r>
        <w:t xml:space="preserve">… </w:t>
      </w:r>
      <w:r w:rsidR="00855694" w:rsidRPr="009071AC">
        <w:t>Ah</w:t>
      </w:r>
      <w:r>
        <w:t xml:space="preserve"> ! </w:t>
      </w:r>
      <w:r w:rsidR="00855694" w:rsidRPr="009071AC">
        <w:t xml:space="preserve">le comte de </w:t>
      </w:r>
      <w:proofErr w:type="spellStart"/>
      <w:r w:rsidR="00855694" w:rsidRPr="009071AC">
        <w:t>Chalusse</w:t>
      </w:r>
      <w:proofErr w:type="spellEnd"/>
      <w:r w:rsidR="00855694" w:rsidRPr="009071AC">
        <w:t xml:space="preserve"> a bien fait de mourir</w:t>
      </w:r>
      <w:r>
        <w:t xml:space="preserve">… </w:t>
      </w:r>
      <w:r w:rsidR="00855694" w:rsidRPr="009071AC">
        <w:t>Du coup</w:t>
      </w:r>
      <w:r>
        <w:t xml:space="preserve">, </w:t>
      </w:r>
      <w:r w:rsidR="00855694" w:rsidRPr="009071AC">
        <w:t xml:space="preserve">je pardonne à </w:t>
      </w:r>
      <w:proofErr w:type="spellStart"/>
      <w:r w:rsidR="00855694" w:rsidRPr="009071AC">
        <w:t>Valorsay</w:t>
      </w:r>
      <w:proofErr w:type="spellEnd"/>
      <w:r>
        <w:t xml:space="preserve">… </w:t>
      </w:r>
      <w:r w:rsidR="00855694" w:rsidRPr="009071AC">
        <w:t>Qu</w:t>
      </w:r>
      <w:r>
        <w:t>’</w:t>
      </w:r>
      <w:r w:rsidR="00855694" w:rsidRPr="009071AC">
        <w:t>il garde mes quarante mille francs</w:t>
      </w:r>
      <w:r>
        <w:t xml:space="preserve">, </w:t>
      </w:r>
      <w:r w:rsidR="00855694" w:rsidRPr="009071AC">
        <w:t>je les lui donne</w:t>
      </w:r>
      <w:r>
        <w:t xml:space="preserve">… </w:t>
      </w:r>
      <w:r w:rsidR="00855694" w:rsidRPr="009071AC">
        <w:t>Qu</w:t>
      </w:r>
      <w:r>
        <w:t>’</w:t>
      </w:r>
      <w:r w:rsidR="00855694" w:rsidRPr="009071AC">
        <w:t xml:space="preserve">il épouse </w:t>
      </w:r>
      <w:r>
        <w:t>M</w:t>
      </w:r>
      <w:r w:rsidRPr="00F635DB">
        <w:rPr>
          <w:vertAlign w:val="superscript"/>
        </w:rPr>
        <w:t>lle</w:t>
      </w:r>
      <w:r>
        <w:t> </w:t>
      </w:r>
      <w:r w:rsidR="00855694" w:rsidRPr="009071AC">
        <w:t>Marguerite</w:t>
      </w:r>
      <w:r>
        <w:t xml:space="preserve">, </w:t>
      </w:r>
      <w:r w:rsidR="00855694" w:rsidRPr="009071AC">
        <w:t>je lui souhaite beaucoup d</w:t>
      </w:r>
      <w:r>
        <w:t>’</w:t>
      </w:r>
      <w:r w:rsidR="00855694" w:rsidRPr="009071AC">
        <w:t>enfants</w:t>
      </w:r>
      <w:r>
        <w:t xml:space="preserve">… </w:t>
      </w:r>
      <w:r w:rsidR="00855694" w:rsidRPr="009071AC">
        <w:t>Et que la dame d</w:t>
      </w:r>
      <w:r>
        <w:t>’</w:t>
      </w:r>
      <w:r w:rsidR="00855694" w:rsidRPr="009071AC">
        <w:t>Argelès soit bénie</w:t>
      </w:r>
      <w:r>
        <w:t> !</w:t>
      </w:r>
    </w:p>
    <w:p w14:paraId="0F8F73E1" w14:textId="50705C90" w:rsidR="00F635DB" w:rsidRDefault="00855694" w:rsidP="00F635DB">
      <w:r w:rsidRPr="009071AC">
        <w:t>Il voyait si bien sa fortune faite que</w:t>
      </w:r>
      <w:r w:rsidR="00F635DB">
        <w:t xml:space="preserve">, </w:t>
      </w:r>
      <w:r w:rsidRPr="009071AC">
        <w:t>dès midi</w:t>
      </w:r>
      <w:r w:rsidR="00F635DB">
        <w:t xml:space="preserve">, </w:t>
      </w:r>
      <w:r w:rsidRPr="009071AC">
        <w:t>n</w:t>
      </w:r>
      <w:r w:rsidR="00F635DB">
        <w:t>’</w:t>
      </w:r>
      <w:r w:rsidRPr="009071AC">
        <w:t>y tenant plus</w:t>
      </w:r>
      <w:r w:rsidR="00F635DB">
        <w:t xml:space="preserve">, </w:t>
      </w:r>
      <w:r w:rsidRPr="009071AC">
        <w:t xml:space="preserve">il monta en fiacre avec Chupin pour se rendre chez </w:t>
      </w:r>
      <w:r w:rsidR="00F635DB">
        <w:t>M. </w:t>
      </w:r>
      <w:proofErr w:type="spellStart"/>
      <w:r w:rsidRPr="009071AC">
        <w:t>Wilkie</w:t>
      </w:r>
      <w:proofErr w:type="spellEnd"/>
      <w:r w:rsidR="00F635DB">
        <w:t xml:space="preserve">, </w:t>
      </w:r>
      <w:r w:rsidRPr="009071AC">
        <w:t>déclarant qu</w:t>
      </w:r>
      <w:r w:rsidR="00F635DB">
        <w:t>’</w:t>
      </w:r>
      <w:r w:rsidRPr="009071AC">
        <w:t>au besoin il saurait bien l</w:t>
      </w:r>
      <w:r w:rsidR="00F635DB">
        <w:t>’</w:t>
      </w:r>
      <w:r w:rsidRPr="009071AC">
        <w:t>éveiller</w:t>
      </w:r>
      <w:r w:rsidR="00F635DB">
        <w:t>.</w:t>
      </w:r>
    </w:p>
    <w:p w14:paraId="49681028" w14:textId="77777777" w:rsidR="00F635DB" w:rsidRDefault="00855694" w:rsidP="00F635DB">
      <w:r w:rsidRPr="009071AC">
        <w:t>Arrivé rue du Helder</w:t>
      </w:r>
      <w:r w:rsidR="00F635DB">
        <w:t xml:space="preserve">, </w:t>
      </w:r>
      <w:r w:rsidRPr="009071AC">
        <w:t>il recommanda une fois encore à son employé de l</w:t>
      </w:r>
      <w:r w:rsidR="00F635DB">
        <w:t>’</w:t>
      </w:r>
      <w:r w:rsidRPr="009071AC">
        <w:t>attendre dans la voiture</w:t>
      </w:r>
      <w:r w:rsidR="00F635DB">
        <w:t xml:space="preserve">, </w:t>
      </w:r>
      <w:r w:rsidRPr="009071AC">
        <w:t>et pénétrant dans la maison</w:t>
      </w:r>
      <w:r w:rsidR="00F635DB">
        <w:t xml:space="preserve">, </w:t>
      </w:r>
      <w:r w:rsidRPr="009071AC">
        <w:t>il demanda</w:t>
      </w:r>
      <w:r w:rsidR="00F635DB">
        <w:t> :</w:t>
      </w:r>
    </w:p>
    <w:p w14:paraId="21B0AB65" w14:textId="5612190D" w:rsidR="00F635DB" w:rsidRDefault="00F635DB" w:rsidP="00F635DB">
      <w:r>
        <w:t>— M. </w:t>
      </w:r>
      <w:proofErr w:type="spellStart"/>
      <w:r w:rsidR="00855694" w:rsidRPr="009071AC">
        <w:t>Wilkie</w:t>
      </w:r>
      <w:proofErr w:type="spellEnd"/>
      <w:r>
        <w:t> ?…</w:t>
      </w:r>
    </w:p>
    <w:p w14:paraId="10645C35" w14:textId="77777777" w:rsidR="00F635DB" w:rsidRDefault="00F635DB" w:rsidP="00F635DB">
      <w:r>
        <w:t>— </w:t>
      </w:r>
      <w:r w:rsidR="00855694" w:rsidRPr="009071AC">
        <w:t>Au second</w:t>
      </w:r>
      <w:r>
        <w:t xml:space="preserve">, </w:t>
      </w:r>
      <w:r w:rsidR="00855694" w:rsidRPr="009071AC">
        <w:t>répondit le concierge</w:t>
      </w:r>
      <w:r>
        <w:t xml:space="preserve">, </w:t>
      </w:r>
      <w:r w:rsidR="00855694" w:rsidRPr="009071AC">
        <w:t>la porte à droite</w:t>
      </w:r>
      <w:r>
        <w:t>.</w:t>
      </w:r>
    </w:p>
    <w:p w14:paraId="1AECBC4D" w14:textId="77777777" w:rsidR="00F635DB" w:rsidRDefault="00855694" w:rsidP="00F635DB">
      <w:r w:rsidRPr="009071AC">
        <w:t>Le chasseur d</w:t>
      </w:r>
      <w:r w:rsidR="00F635DB">
        <w:t>’</w:t>
      </w:r>
      <w:r w:rsidRPr="009071AC">
        <w:t>héritages monta lentement</w:t>
      </w:r>
      <w:r w:rsidR="00F635DB">
        <w:t>.</w:t>
      </w:r>
    </w:p>
    <w:p w14:paraId="3BAE468D" w14:textId="77777777" w:rsidR="00F635DB" w:rsidRDefault="00855694" w:rsidP="00F635DB">
      <w:r w:rsidRPr="009071AC">
        <w:t>Il sentait l</w:t>
      </w:r>
      <w:r w:rsidR="00F635DB">
        <w:t>’</w:t>
      </w:r>
      <w:r w:rsidRPr="009071AC">
        <w:t>absolue nécessité de se remettre</w:t>
      </w:r>
      <w:r w:rsidR="00F635DB">
        <w:t xml:space="preserve">, </w:t>
      </w:r>
      <w:r w:rsidRPr="009071AC">
        <w:t>de reprendre son inébranlable aplomb</w:t>
      </w:r>
      <w:r w:rsidR="00F635DB">
        <w:t xml:space="preserve">, </w:t>
      </w:r>
      <w:r w:rsidRPr="009071AC">
        <w:t>et c</w:t>
      </w:r>
      <w:r w:rsidR="00F635DB">
        <w:t>’</w:t>
      </w:r>
      <w:r w:rsidRPr="009071AC">
        <w:t>est seulement quand il se fut composé une figure de circonstance qu</w:t>
      </w:r>
      <w:r w:rsidR="00F635DB">
        <w:t>’</w:t>
      </w:r>
      <w:r w:rsidRPr="009071AC">
        <w:t>il sonna</w:t>
      </w:r>
      <w:r w:rsidR="00F635DB">
        <w:t>.</w:t>
      </w:r>
    </w:p>
    <w:p w14:paraId="41C79580" w14:textId="39FC485F" w:rsidR="00F635DB" w:rsidRDefault="00855694" w:rsidP="00F635DB">
      <w:r w:rsidRPr="009071AC">
        <w:t>Un petit domestique</w:t>
      </w:r>
      <w:r w:rsidR="00F635DB">
        <w:t xml:space="preserve">, </w:t>
      </w:r>
      <w:r w:rsidRPr="009071AC">
        <w:t xml:space="preserve">souffre-douleur de </w:t>
      </w:r>
      <w:r w:rsidR="00F635DB">
        <w:t>M. </w:t>
      </w:r>
      <w:proofErr w:type="spellStart"/>
      <w:r w:rsidRPr="009071AC">
        <w:t>Wilkie</w:t>
      </w:r>
      <w:proofErr w:type="spellEnd"/>
      <w:r w:rsidR="00F635DB">
        <w:t xml:space="preserve">, </w:t>
      </w:r>
      <w:r w:rsidRPr="009071AC">
        <w:t>et qui se vengeait en le volant outrageusement</w:t>
      </w:r>
      <w:r w:rsidR="00F635DB">
        <w:t xml:space="preserve">, </w:t>
      </w:r>
      <w:r w:rsidRPr="009071AC">
        <w:t>vint ouvrir et commença par déclarer que son maître était absent</w:t>
      </w:r>
      <w:r w:rsidR="00F635DB">
        <w:t>…</w:t>
      </w:r>
    </w:p>
    <w:p w14:paraId="61B5B3DC" w14:textId="77E52636" w:rsidR="00F635DB" w:rsidRDefault="00855694" w:rsidP="00F635DB">
      <w:r w:rsidRPr="009071AC">
        <w:t xml:space="preserve">Mais </w:t>
      </w:r>
      <w:r w:rsidR="00F635DB">
        <w:t>M. </w:t>
      </w:r>
      <w:r w:rsidRPr="009071AC">
        <w:t>Fortunat s</w:t>
      </w:r>
      <w:r w:rsidR="00F635DB">
        <w:t>’</w:t>
      </w:r>
      <w:r w:rsidRPr="009071AC">
        <w:t>entendait à forcer les consignes</w:t>
      </w:r>
      <w:r w:rsidR="00F635DB">
        <w:t>.</w:t>
      </w:r>
    </w:p>
    <w:p w14:paraId="358815C4" w14:textId="77777777" w:rsidR="00F635DB" w:rsidRDefault="00855694" w:rsidP="00F635DB">
      <w:r w:rsidRPr="009071AC">
        <w:t>Il manœuvra si bien que le jeune garçon embarrassé finit par le faire entrer dans un petit salon</w:t>
      </w:r>
      <w:r w:rsidR="00F635DB">
        <w:t xml:space="preserve">, </w:t>
      </w:r>
      <w:r w:rsidRPr="009071AC">
        <w:t>en lui disant</w:t>
      </w:r>
      <w:r w:rsidR="00F635DB">
        <w:t> :</w:t>
      </w:r>
    </w:p>
    <w:p w14:paraId="672C3590" w14:textId="77777777" w:rsidR="00F635DB" w:rsidRDefault="00F635DB" w:rsidP="00F635DB">
      <w:r>
        <w:lastRenderedPageBreak/>
        <w:t>— </w:t>
      </w:r>
      <w:r w:rsidR="00855694" w:rsidRPr="009071AC">
        <w:t>Alors</w:t>
      </w:r>
      <w:r>
        <w:t xml:space="preserve">, </w:t>
      </w:r>
      <w:r w:rsidR="00855694" w:rsidRPr="009071AC">
        <w:t>asseyez-vous</w:t>
      </w:r>
      <w:r>
        <w:t xml:space="preserve">, </w:t>
      </w:r>
      <w:r w:rsidR="00855694" w:rsidRPr="009071AC">
        <w:t>je vais prévenir Monsieur</w:t>
      </w:r>
      <w:r>
        <w:t>.</w:t>
      </w:r>
    </w:p>
    <w:p w14:paraId="47C14329" w14:textId="77777777" w:rsidR="00F635DB" w:rsidRDefault="00F635DB" w:rsidP="00F635DB">
      <w:r>
        <w:t>— </w:t>
      </w:r>
      <w:r w:rsidR="00855694" w:rsidRPr="009071AC">
        <w:t>Allez</w:t>
      </w:r>
      <w:r>
        <w:t xml:space="preserve">, </w:t>
      </w:r>
      <w:r w:rsidR="00855694" w:rsidRPr="009071AC">
        <w:t>dit le dénicheur d</w:t>
      </w:r>
      <w:r>
        <w:t>’</w:t>
      </w:r>
      <w:r w:rsidR="00855694" w:rsidRPr="009071AC">
        <w:t>héritages</w:t>
      </w:r>
      <w:r>
        <w:t>.</w:t>
      </w:r>
    </w:p>
    <w:p w14:paraId="456AD9CC" w14:textId="77777777" w:rsidR="00F635DB" w:rsidRDefault="00855694" w:rsidP="00F635DB">
      <w:r w:rsidRPr="009071AC">
        <w:t>Seulement</w:t>
      </w:r>
      <w:r w:rsidR="00F635DB">
        <w:t xml:space="preserve">, </w:t>
      </w:r>
      <w:r w:rsidRPr="009071AC">
        <w:t>au lieu de s</w:t>
      </w:r>
      <w:r w:rsidR="00F635DB">
        <w:t>’</w:t>
      </w:r>
      <w:r w:rsidRPr="009071AC">
        <w:t>asseoir</w:t>
      </w:r>
      <w:r w:rsidR="00F635DB">
        <w:t xml:space="preserve">, </w:t>
      </w:r>
      <w:r w:rsidRPr="009071AC">
        <w:t>il se mit à examiner la pièce où il se trouvait</w:t>
      </w:r>
      <w:r w:rsidR="00F635DB">
        <w:t xml:space="preserve">, </w:t>
      </w:r>
      <w:r w:rsidRPr="009071AC">
        <w:t>et aussi</w:t>
      </w:r>
      <w:r w:rsidR="00F635DB">
        <w:t xml:space="preserve">, </w:t>
      </w:r>
      <w:r w:rsidRPr="009071AC">
        <w:t>par une porte entrebâillée</w:t>
      </w:r>
      <w:r w:rsidR="00F635DB">
        <w:t xml:space="preserve">, </w:t>
      </w:r>
      <w:r w:rsidRPr="009071AC">
        <w:t>une pièce voisine</w:t>
      </w:r>
      <w:r w:rsidR="00F635DB">
        <w:t xml:space="preserve">. </w:t>
      </w:r>
      <w:r w:rsidRPr="009071AC">
        <w:t>Il avait cette opinion qu</w:t>
      </w:r>
      <w:r w:rsidR="00F635DB">
        <w:t>’</w:t>
      </w:r>
      <w:r w:rsidRPr="009071AC">
        <w:t>un logis reflète le caractère de qui l</w:t>
      </w:r>
      <w:r w:rsidR="00F635DB">
        <w:t>’</w:t>
      </w:r>
      <w:r w:rsidRPr="009071AC">
        <w:t>habite</w:t>
      </w:r>
      <w:r w:rsidR="00F635DB">
        <w:t xml:space="preserve">, </w:t>
      </w:r>
      <w:r w:rsidRPr="009071AC">
        <w:t>aussi sûrement qu</w:t>
      </w:r>
      <w:r w:rsidR="00F635DB">
        <w:t>’</w:t>
      </w:r>
      <w:r w:rsidRPr="009071AC">
        <w:t>une coquille indique la forme de l</w:t>
      </w:r>
      <w:r w:rsidR="00F635DB">
        <w:t>’</w:t>
      </w:r>
      <w:r w:rsidRPr="009071AC">
        <w:t>animal qui y vit</w:t>
      </w:r>
      <w:r w:rsidR="00F635DB">
        <w:t>.</w:t>
      </w:r>
    </w:p>
    <w:p w14:paraId="342C5062" w14:textId="3C248774" w:rsidR="00F635DB" w:rsidRDefault="00F635DB" w:rsidP="00F635DB">
      <w:r>
        <w:t>M. </w:t>
      </w:r>
      <w:proofErr w:type="spellStart"/>
      <w:r w:rsidR="00855694" w:rsidRPr="009071AC">
        <w:t>Wilkie</w:t>
      </w:r>
      <w:proofErr w:type="spellEnd"/>
      <w:r w:rsidR="00855694" w:rsidRPr="009071AC">
        <w:t xml:space="preserve"> était confortablement logé</w:t>
      </w:r>
      <w:r>
        <w:t xml:space="preserve">, </w:t>
      </w:r>
      <w:r w:rsidR="00855694" w:rsidRPr="009071AC">
        <w:t>mais son appartement était orné avec une profusion prétentieuse et d</w:t>
      </w:r>
      <w:r>
        <w:t>’</w:t>
      </w:r>
      <w:r w:rsidR="00855694" w:rsidRPr="009071AC">
        <w:t>un goût plus que douteux</w:t>
      </w:r>
      <w:r>
        <w:t>.</w:t>
      </w:r>
    </w:p>
    <w:p w14:paraId="6815D84F" w14:textId="77777777" w:rsidR="00F635DB" w:rsidRDefault="00855694" w:rsidP="00F635DB">
      <w:r w:rsidRPr="009071AC">
        <w:t>Il s</w:t>
      </w:r>
      <w:r w:rsidR="00F635DB">
        <w:t>’</w:t>
      </w:r>
      <w:r w:rsidRPr="009071AC">
        <w:t>y voyait peu de livres</w:t>
      </w:r>
      <w:r w:rsidR="00F635DB">
        <w:t xml:space="preserve">, </w:t>
      </w:r>
      <w:proofErr w:type="gramStart"/>
      <w:r w:rsidRPr="009071AC">
        <w:t>mais en revanche</w:t>
      </w:r>
      <w:proofErr w:type="gramEnd"/>
      <w:r w:rsidRPr="009071AC">
        <w:t xml:space="preserve"> des cravaches</w:t>
      </w:r>
      <w:r w:rsidR="00F635DB">
        <w:t xml:space="preserve">, </w:t>
      </w:r>
      <w:r w:rsidRPr="009071AC">
        <w:t>des fouets de toutes formes</w:t>
      </w:r>
      <w:r w:rsidR="00F635DB">
        <w:t xml:space="preserve">, </w:t>
      </w:r>
      <w:r w:rsidRPr="009071AC">
        <w:t>des éperons</w:t>
      </w:r>
      <w:r w:rsidR="00F635DB">
        <w:t xml:space="preserve">, </w:t>
      </w:r>
      <w:r w:rsidRPr="009071AC">
        <w:t>des fusils</w:t>
      </w:r>
      <w:r w:rsidR="00F635DB">
        <w:t xml:space="preserve">, </w:t>
      </w:r>
      <w:r w:rsidRPr="009071AC">
        <w:t>des carniers et des cartouchières</w:t>
      </w:r>
      <w:r w:rsidR="00F635DB">
        <w:t xml:space="preserve">, </w:t>
      </w:r>
      <w:r w:rsidRPr="009071AC">
        <w:t>enfin quantité de ces ustensiles ridicules dont un sportsman ne saurait se passer</w:t>
      </w:r>
      <w:r w:rsidR="00F635DB">
        <w:t>.</w:t>
      </w:r>
    </w:p>
    <w:p w14:paraId="1FA13EC1" w14:textId="77777777" w:rsidR="00F635DB" w:rsidRDefault="00855694" w:rsidP="00F635DB">
      <w:r w:rsidRPr="009071AC">
        <w:t>Aux murs</w:t>
      </w:r>
      <w:r w:rsidR="00F635DB">
        <w:t xml:space="preserve">, </w:t>
      </w:r>
      <w:r w:rsidRPr="009071AC">
        <w:t>point de tableaux</w:t>
      </w:r>
      <w:r w:rsidR="00F635DB">
        <w:t xml:space="preserve">. </w:t>
      </w:r>
      <w:r w:rsidRPr="009071AC">
        <w:t>Des portraits de chevaux célèbres trahissaient immédiatement le gentleman propriétaire pour sa part d</w:t>
      </w:r>
      <w:r w:rsidR="00F635DB">
        <w:t>’</w:t>
      </w:r>
      <w:r w:rsidRPr="009071AC">
        <w:t>un huitième de rosse qualifiée cheval de courses</w:t>
      </w:r>
      <w:r w:rsidR="00F635DB">
        <w:t>.</w:t>
      </w:r>
    </w:p>
    <w:p w14:paraId="4BEDC47D" w14:textId="584F1F20" w:rsidR="00F635DB" w:rsidRDefault="00855694" w:rsidP="00F635DB">
      <w:r w:rsidRPr="009071AC">
        <w:t>Ayant vu</w:t>
      </w:r>
      <w:r w:rsidR="00F635DB">
        <w:t>, M. </w:t>
      </w:r>
      <w:r w:rsidRPr="009071AC">
        <w:t>Fortunat sourit</w:t>
      </w:r>
      <w:r w:rsidR="00F635DB">
        <w:t>.</w:t>
      </w:r>
    </w:p>
    <w:p w14:paraId="0A412038" w14:textId="77777777" w:rsidR="00F635DB" w:rsidRDefault="00F635DB" w:rsidP="00F635DB">
      <w:r>
        <w:t>— </w:t>
      </w:r>
      <w:r w:rsidR="00855694" w:rsidRPr="009071AC">
        <w:t>Mon gaillard</w:t>
      </w:r>
      <w:r>
        <w:t xml:space="preserve">, </w:t>
      </w:r>
      <w:r w:rsidR="00855694" w:rsidRPr="009071AC">
        <w:t>pensa-t-il</w:t>
      </w:r>
      <w:r>
        <w:t xml:space="preserve">, </w:t>
      </w:r>
      <w:r w:rsidR="00855694" w:rsidRPr="009071AC">
        <w:t>est un de ces petits messieurs qui veulent se moucher plus haut que le nez</w:t>
      </w:r>
      <w:r>
        <w:t xml:space="preserve">… </w:t>
      </w:r>
      <w:r w:rsidR="00855694" w:rsidRPr="009071AC">
        <w:t>Entre mes mains</w:t>
      </w:r>
      <w:r>
        <w:t xml:space="preserve">, </w:t>
      </w:r>
      <w:r w:rsidR="00855694" w:rsidRPr="009071AC">
        <w:t>il ne pèsera pas une once</w:t>
      </w:r>
      <w:r>
        <w:t>…</w:t>
      </w:r>
    </w:p>
    <w:p w14:paraId="12B75F59" w14:textId="77777777" w:rsidR="00F635DB" w:rsidRDefault="00855694" w:rsidP="00F635DB">
      <w:r w:rsidRPr="009071AC">
        <w:t>Il s</w:t>
      </w:r>
      <w:r w:rsidR="00F635DB">
        <w:t>’</w:t>
      </w:r>
      <w:r w:rsidRPr="009071AC">
        <w:t>arrêta</w:t>
      </w:r>
      <w:r w:rsidR="00F635DB">
        <w:t xml:space="preserve"> ; </w:t>
      </w:r>
      <w:r w:rsidRPr="009071AC">
        <w:t>le petit domestique rentrait</w:t>
      </w:r>
      <w:r w:rsidR="00F635DB">
        <w:t xml:space="preserve">, </w:t>
      </w:r>
      <w:r w:rsidRPr="009071AC">
        <w:t>qui lui dit</w:t>
      </w:r>
      <w:r w:rsidR="00F635DB">
        <w:t> :</w:t>
      </w:r>
    </w:p>
    <w:p w14:paraId="4489B914" w14:textId="77777777" w:rsidR="00F635DB" w:rsidRDefault="00F635DB" w:rsidP="00F635DB">
      <w:r>
        <w:t>— </w:t>
      </w:r>
      <w:r w:rsidR="00855694" w:rsidRPr="009071AC">
        <w:t>Monsieur est dans la salle à manger</w:t>
      </w:r>
      <w:r>
        <w:t xml:space="preserve">, </w:t>
      </w:r>
      <w:r w:rsidR="00855694" w:rsidRPr="009071AC">
        <w:t>si monsieur veut passer</w:t>
      </w:r>
      <w:r>
        <w:t>…</w:t>
      </w:r>
    </w:p>
    <w:p w14:paraId="4F94A9E9" w14:textId="72A5B0C4" w:rsidR="00F635DB" w:rsidRDefault="00855694" w:rsidP="00F635DB">
      <w:r w:rsidRPr="009071AC">
        <w:t xml:space="preserve">Le guetteur de successions passa et se trouva en face de </w:t>
      </w:r>
      <w:r w:rsidR="00F635DB">
        <w:t>M. </w:t>
      </w:r>
      <w:proofErr w:type="spellStart"/>
      <w:r w:rsidRPr="009071AC">
        <w:t>Wilkie</w:t>
      </w:r>
      <w:proofErr w:type="spellEnd"/>
      <w:r w:rsidR="00F635DB">
        <w:t xml:space="preserve">, </w:t>
      </w:r>
      <w:r w:rsidRPr="009071AC">
        <w:t>lequel déjeunait d</w:t>
      </w:r>
      <w:r w:rsidR="00F635DB">
        <w:t>’</w:t>
      </w:r>
      <w:r w:rsidRPr="009071AC">
        <w:t>une tasse de chocolat</w:t>
      </w:r>
      <w:r w:rsidR="00F635DB">
        <w:t>.</w:t>
      </w:r>
    </w:p>
    <w:p w14:paraId="6648C921" w14:textId="77777777" w:rsidR="00F635DB" w:rsidRDefault="00855694" w:rsidP="00F635DB">
      <w:r w:rsidRPr="009071AC">
        <w:lastRenderedPageBreak/>
        <w:t>Non-seulement il était levé</w:t>
      </w:r>
      <w:r w:rsidR="00F635DB">
        <w:t xml:space="preserve">, </w:t>
      </w:r>
      <w:r w:rsidRPr="009071AC">
        <w:t>mais encore il était habillé de pied en cap pour sortir</w:t>
      </w:r>
      <w:r w:rsidR="00F635DB">
        <w:t xml:space="preserve">, </w:t>
      </w:r>
      <w:r w:rsidRPr="009071AC">
        <w:t>et si mirifiquement</w:t>
      </w:r>
      <w:r w:rsidR="00F635DB">
        <w:t xml:space="preserve">, </w:t>
      </w:r>
      <w:r w:rsidRPr="009071AC">
        <w:t>qu</w:t>
      </w:r>
      <w:r w:rsidR="00F635DB">
        <w:t>’</w:t>
      </w:r>
      <w:r w:rsidRPr="009071AC">
        <w:t>on l</w:t>
      </w:r>
      <w:r w:rsidR="00F635DB">
        <w:t>’</w:t>
      </w:r>
      <w:r w:rsidRPr="009071AC">
        <w:t>eût pris pour un homme d</w:t>
      </w:r>
      <w:r w:rsidR="00F635DB">
        <w:t>’</w:t>
      </w:r>
      <w:r w:rsidRPr="009071AC">
        <w:t>écurie de bonne maison</w:t>
      </w:r>
      <w:r w:rsidR="00F635DB">
        <w:t>.</w:t>
      </w:r>
    </w:p>
    <w:p w14:paraId="1C242F14" w14:textId="77777777" w:rsidR="00F635DB" w:rsidRDefault="00855694" w:rsidP="00F635DB">
      <w:r w:rsidRPr="009071AC">
        <w:t>Une couple d</w:t>
      </w:r>
      <w:r w:rsidR="00F635DB">
        <w:t>’</w:t>
      </w:r>
      <w:r w:rsidRPr="009071AC">
        <w:t>heures de sommeil l</w:t>
      </w:r>
      <w:r w:rsidR="00F635DB">
        <w:t>’</w:t>
      </w:r>
      <w:r w:rsidRPr="009071AC">
        <w:t>ayant tout à fait remis</w:t>
      </w:r>
      <w:r w:rsidR="00F635DB">
        <w:t xml:space="preserve">, </w:t>
      </w:r>
      <w:r w:rsidRPr="009071AC">
        <w:t>il avait repris l</w:t>
      </w:r>
      <w:r w:rsidR="00F635DB">
        <w:t>’</w:t>
      </w:r>
      <w:r w:rsidRPr="009071AC">
        <w:t>arrogance qui était le trait distinctif de son caractère</w:t>
      </w:r>
      <w:r w:rsidR="00F635DB">
        <w:t xml:space="preserve">, </w:t>
      </w:r>
      <w:r w:rsidRPr="009071AC">
        <w:t>et le signe de sa prospérité</w:t>
      </w:r>
      <w:r w:rsidR="00F635DB">
        <w:t>.</w:t>
      </w:r>
    </w:p>
    <w:p w14:paraId="28F9A6EF" w14:textId="77777777" w:rsidR="00F635DB" w:rsidRDefault="00855694" w:rsidP="00F635DB">
      <w:r w:rsidRPr="009071AC">
        <w:t>Voyant entrer un visiteur inconnu</w:t>
      </w:r>
      <w:r w:rsidR="00F635DB">
        <w:t xml:space="preserve">, </w:t>
      </w:r>
      <w:r w:rsidRPr="009071AC">
        <w:t>il cligna de l</w:t>
      </w:r>
      <w:r w:rsidR="00F635DB">
        <w:t>’</w:t>
      </w:r>
      <w:r w:rsidRPr="009071AC">
        <w:t>œil pour le toiser</w:t>
      </w:r>
      <w:r w:rsidR="00F635DB">
        <w:t xml:space="preserve">, </w:t>
      </w:r>
      <w:r w:rsidRPr="009071AC">
        <w:t>et tout au plus poliment</w:t>
      </w:r>
      <w:r w:rsidR="00F635DB">
        <w:t> :</w:t>
      </w:r>
    </w:p>
    <w:p w14:paraId="05CD5B0B" w14:textId="77777777" w:rsidR="00F635DB" w:rsidRDefault="00F635DB" w:rsidP="00F635DB">
      <w:r>
        <w:t>— </w:t>
      </w:r>
      <w:r w:rsidR="00855694" w:rsidRPr="009071AC">
        <w:t>Que désirez-vous</w:t>
      </w:r>
      <w:r>
        <w:t xml:space="preserve"> ? </w:t>
      </w:r>
      <w:r w:rsidR="00855694" w:rsidRPr="009071AC">
        <w:t>demanda-t-il</w:t>
      </w:r>
      <w:r>
        <w:t>.</w:t>
      </w:r>
    </w:p>
    <w:p w14:paraId="20FF2FBC" w14:textId="77777777" w:rsidR="00F635DB" w:rsidRDefault="00F635DB" w:rsidP="00F635DB">
      <w:r>
        <w:t>— </w:t>
      </w:r>
      <w:r w:rsidR="00855694" w:rsidRPr="009071AC">
        <w:t>Monsieur</w:t>
      </w:r>
      <w:r>
        <w:t xml:space="preserve">, </w:t>
      </w:r>
      <w:r w:rsidR="00855694" w:rsidRPr="009071AC">
        <w:t>je viens pour une affaire</w:t>
      </w:r>
      <w:r>
        <w:t>…</w:t>
      </w:r>
    </w:p>
    <w:p w14:paraId="69C7A09E" w14:textId="77777777" w:rsidR="00F635DB" w:rsidRDefault="00F635DB" w:rsidP="00F635DB">
      <w:r>
        <w:t>— </w:t>
      </w:r>
      <w:r w:rsidR="00855694" w:rsidRPr="009071AC">
        <w:t>Eh bien</w:t>
      </w:r>
      <w:r>
        <w:t xml:space="preserve">, </w:t>
      </w:r>
      <w:r w:rsidR="00855694" w:rsidRPr="009071AC">
        <w:t>le moment est mal choisi</w:t>
      </w:r>
      <w:r>
        <w:t xml:space="preserve">… </w:t>
      </w:r>
      <w:r w:rsidR="00855694" w:rsidRPr="009071AC">
        <w:t>On m</w:t>
      </w:r>
      <w:r>
        <w:t>’</w:t>
      </w:r>
      <w:r w:rsidR="00855694" w:rsidRPr="009071AC">
        <w:t>attend à Vincennes</w:t>
      </w:r>
      <w:r>
        <w:t xml:space="preserve">, </w:t>
      </w:r>
      <w:r w:rsidR="00855694" w:rsidRPr="009071AC">
        <w:t>pour les courses</w:t>
      </w:r>
      <w:r>
        <w:t xml:space="preserve"> ; </w:t>
      </w:r>
      <w:r w:rsidR="00855694" w:rsidRPr="009071AC">
        <w:t>j</w:t>
      </w:r>
      <w:r>
        <w:t>’</w:t>
      </w:r>
      <w:r w:rsidR="00855694" w:rsidRPr="009071AC">
        <w:t>ai un cheval engagé</w:t>
      </w:r>
      <w:r>
        <w:t xml:space="preserve">… </w:t>
      </w:r>
      <w:r w:rsidR="00855694" w:rsidRPr="009071AC">
        <w:t>Ainsi</w:t>
      </w:r>
      <w:r>
        <w:t xml:space="preserve">, </w:t>
      </w:r>
      <w:r w:rsidR="00855694" w:rsidRPr="009071AC">
        <w:t>vous comprenez</w:t>
      </w:r>
      <w:r>
        <w:t>…</w:t>
      </w:r>
    </w:p>
    <w:p w14:paraId="3355946B" w14:textId="6AA72E77" w:rsidR="00F635DB" w:rsidRDefault="00855694" w:rsidP="00F635DB">
      <w:r w:rsidRPr="009071AC">
        <w:t>Intérieurement</w:t>
      </w:r>
      <w:r w:rsidR="00F635DB">
        <w:t>, M. </w:t>
      </w:r>
      <w:r w:rsidRPr="009071AC">
        <w:t>Fortunat s</w:t>
      </w:r>
      <w:r w:rsidR="00F635DB">
        <w:t>’</w:t>
      </w:r>
      <w:r w:rsidRPr="009071AC">
        <w:t>amusait de l</w:t>
      </w:r>
      <w:r w:rsidR="00F635DB">
        <w:t>’</w:t>
      </w:r>
      <w:r w:rsidRPr="009071AC">
        <w:t xml:space="preserve">outrecuidance de </w:t>
      </w:r>
      <w:r w:rsidR="00F635DB">
        <w:t>M. </w:t>
      </w:r>
      <w:proofErr w:type="spellStart"/>
      <w:r w:rsidRPr="009071AC">
        <w:t>Wilkie</w:t>
      </w:r>
      <w:proofErr w:type="spellEnd"/>
      <w:r w:rsidR="00F635DB">
        <w:t>.</w:t>
      </w:r>
    </w:p>
    <w:p w14:paraId="24CA3B42" w14:textId="77777777" w:rsidR="00F635DB" w:rsidRDefault="00F635DB" w:rsidP="00F635DB">
      <w:r>
        <w:t>— </w:t>
      </w:r>
      <w:r w:rsidR="00855694" w:rsidRPr="009071AC">
        <w:t>Mon gaillard</w:t>
      </w:r>
      <w:r>
        <w:t xml:space="preserve">, </w:t>
      </w:r>
      <w:r w:rsidR="00855694" w:rsidRPr="009071AC">
        <w:t>songeait-il</w:t>
      </w:r>
      <w:r>
        <w:t xml:space="preserve">, </w:t>
      </w:r>
      <w:r w:rsidR="00855694" w:rsidRPr="009071AC">
        <w:t>sera moins pressé quand il saura ce dont il retourne</w:t>
      </w:r>
      <w:r>
        <w:t>.</w:t>
      </w:r>
    </w:p>
    <w:p w14:paraId="06CBAB80" w14:textId="77777777" w:rsidR="00F635DB" w:rsidRDefault="00855694" w:rsidP="00F635DB">
      <w:r w:rsidRPr="009071AC">
        <w:t>Et tout haut il reprit</w:t>
      </w:r>
      <w:r w:rsidR="00F635DB">
        <w:t> :</w:t>
      </w:r>
    </w:p>
    <w:p w14:paraId="789D50C4" w14:textId="77777777" w:rsidR="00F635DB" w:rsidRDefault="00F635DB" w:rsidP="00F635DB">
      <w:r>
        <w:t>— </w:t>
      </w:r>
      <w:r w:rsidR="00855694" w:rsidRPr="009071AC">
        <w:t>La chose</w:t>
      </w:r>
      <w:r>
        <w:t xml:space="preserve">, </w:t>
      </w:r>
      <w:r w:rsidR="00855694" w:rsidRPr="009071AC">
        <w:t>monsieur</w:t>
      </w:r>
      <w:r>
        <w:t xml:space="preserve">, </w:t>
      </w:r>
      <w:r w:rsidR="00855694" w:rsidRPr="009071AC">
        <w:t>peut se dire en quatre mots</w:t>
      </w:r>
      <w:r>
        <w:t>…</w:t>
      </w:r>
    </w:p>
    <w:p w14:paraId="4A658395" w14:textId="77777777" w:rsidR="00F635DB" w:rsidRDefault="00F635DB" w:rsidP="00F635DB">
      <w:r>
        <w:t>— </w:t>
      </w:r>
      <w:r w:rsidR="00855694" w:rsidRPr="009071AC">
        <w:t>Alors</w:t>
      </w:r>
      <w:r>
        <w:t xml:space="preserve">, </w:t>
      </w:r>
      <w:r w:rsidR="00855694" w:rsidRPr="009071AC">
        <w:t>allez-y</w:t>
      </w:r>
      <w:r>
        <w:t> !…</w:t>
      </w:r>
    </w:p>
    <w:p w14:paraId="46492454" w14:textId="02287588" w:rsidR="00F635DB" w:rsidRDefault="00855694" w:rsidP="00F635DB">
      <w:r w:rsidRPr="009071AC">
        <w:t>Le dénicheur d</w:t>
      </w:r>
      <w:r w:rsidR="00F635DB">
        <w:t>’</w:t>
      </w:r>
      <w:r w:rsidRPr="009071AC">
        <w:t>héritiers commença par fermer une porte laissée ouverte à dessein par le domestique</w:t>
      </w:r>
      <w:r w:rsidR="00F635DB">
        <w:t xml:space="preserve">, </w:t>
      </w:r>
      <w:r w:rsidRPr="009071AC">
        <w:t xml:space="preserve">puis revenant tout près de </w:t>
      </w:r>
      <w:r w:rsidR="00F635DB">
        <w:t>M. </w:t>
      </w:r>
      <w:proofErr w:type="spellStart"/>
      <w:r w:rsidRPr="009071AC">
        <w:t>Wilkie</w:t>
      </w:r>
      <w:proofErr w:type="spellEnd"/>
      <w:r w:rsidR="00F635DB">
        <w:t xml:space="preserve">, </w:t>
      </w:r>
      <w:r w:rsidRPr="009071AC">
        <w:t>et de l</w:t>
      </w:r>
      <w:r w:rsidR="00F635DB">
        <w:t>’</w:t>
      </w:r>
      <w:r w:rsidRPr="009071AC">
        <w:t>air le plus mystérieux</w:t>
      </w:r>
      <w:r w:rsidR="00F635DB">
        <w:t> :</w:t>
      </w:r>
    </w:p>
    <w:p w14:paraId="455E0434" w14:textId="77777777" w:rsidR="00F635DB" w:rsidRDefault="00F635DB" w:rsidP="00F635DB">
      <w:r>
        <w:t>— </w:t>
      </w:r>
      <w:r w:rsidR="00855694" w:rsidRPr="009071AC">
        <w:t>Que donneriez-vous bien</w:t>
      </w:r>
      <w:r>
        <w:t xml:space="preserve">, </w:t>
      </w:r>
      <w:r w:rsidR="00855694" w:rsidRPr="009071AC">
        <w:t>commença-t-il</w:t>
      </w:r>
      <w:r>
        <w:t xml:space="preserve">, </w:t>
      </w:r>
      <w:r w:rsidR="00855694" w:rsidRPr="009071AC">
        <w:t>à l</w:t>
      </w:r>
      <w:r>
        <w:t>’</w:t>
      </w:r>
      <w:r w:rsidR="00855694" w:rsidRPr="009071AC">
        <w:t>homme habile qui tout à coup vous mettrait en possession d</w:t>
      </w:r>
      <w:r>
        <w:t>’</w:t>
      </w:r>
      <w:r w:rsidR="00855694" w:rsidRPr="009071AC">
        <w:t>une fortune immense</w:t>
      </w:r>
      <w:r>
        <w:t xml:space="preserve">, </w:t>
      </w:r>
      <w:r w:rsidR="00855694" w:rsidRPr="009071AC">
        <w:t>d</w:t>
      </w:r>
      <w:r>
        <w:t>’</w:t>
      </w:r>
      <w:r w:rsidR="00855694" w:rsidRPr="009071AC">
        <w:t>un million</w:t>
      </w:r>
      <w:r>
        <w:t xml:space="preserve">, </w:t>
      </w:r>
      <w:r w:rsidR="00855694" w:rsidRPr="009071AC">
        <w:t>de deux millions</w:t>
      </w:r>
      <w:r>
        <w:t xml:space="preserve">, </w:t>
      </w:r>
      <w:r w:rsidR="00855694" w:rsidRPr="009071AC">
        <w:t>peut-être</w:t>
      </w:r>
      <w:r>
        <w:t> ?…</w:t>
      </w:r>
    </w:p>
    <w:p w14:paraId="5F18C058" w14:textId="386A06A2" w:rsidR="00F635DB" w:rsidRDefault="00855694" w:rsidP="00F635DB">
      <w:r w:rsidRPr="009071AC">
        <w:lastRenderedPageBreak/>
        <w:t>Il avait préparé son effet</w:t>
      </w:r>
      <w:r w:rsidR="00F635DB">
        <w:t xml:space="preserve">, </w:t>
      </w:r>
      <w:r w:rsidRPr="009071AC">
        <w:t>il le croyait sûr</w:t>
      </w:r>
      <w:r w:rsidR="00F635DB">
        <w:t xml:space="preserve">, </w:t>
      </w:r>
      <w:r w:rsidRPr="009071AC">
        <w:t>il s</w:t>
      </w:r>
      <w:r w:rsidR="00F635DB">
        <w:t>’</w:t>
      </w:r>
      <w:r w:rsidRPr="009071AC">
        <w:t xml:space="preserve">attendait à voir </w:t>
      </w:r>
      <w:r w:rsidR="00F635DB">
        <w:t>M. </w:t>
      </w:r>
      <w:proofErr w:type="spellStart"/>
      <w:r w:rsidRPr="009071AC">
        <w:t>Wilkie</w:t>
      </w:r>
      <w:proofErr w:type="spellEnd"/>
      <w:r w:rsidRPr="009071AC">
        <w:t xml:space="preserve"> tomber à ses genoux</w:t>
      </w:r>
      <w:r w:rsidR="00F635DB">
        <w:t>.</w:t>
      </w:r>
    </w:p>
    <w:p w14:paraId="02F1C72F" w14:textId="77777777" w:rsidR="00F635DB" w:rsidRDefault="00855694" w:rsidP="00F635DB">
      <w:r w:rsidRPr="009071AC">
        <w:t>Et pas du tout</w:t>
      </w:r>
      <w:r w:rsidR="00F635DB">
        <w:t xml:space="preserve"> ; </w:t>
      </w:r>
      <w:r w:rsidRPr="009071AC">
        <w:t>l</w:t>
      </w:r>
      <w:r w:rsidR="00F635DB">
        <w:t>’</w:t>
      </w:r>
      <w:r w:rsidRPr="009071AC">
        <w:t>aimable gentleman ne sourcilla pas</w:t>
      </w:r>
      <w:r w:rsidR="00F635DB">
        <w:t xml:space="preserve">, </w:t>
      </w:r>
      <w:r w:rsidRPr="009071AC">
        <w:t>et c</w:t>
      </w:r>
      <w:r w:rsidR="00F635DB">
        <w:t>’</w:t>
      </w:r>
      <w:r w:rsidRPr="009071AC">
        <w:t>est du plus beau calme et la bouche à demi-pleine</w:t>
      </w:r>
      <w:r w:rsidR="00F635DB">
        <w:t xml:space="preserve">, </w:t>
      </w:r>
      <w:r w:rsidRPr="009071AC">
        <w:t>qu</w:t>
      </w:r>
      <w:r w:rsidR="00F635DB">
        <w:t>’</w:t>
      </w:r>
      <w:r w:rsidRPr="009071AC">
        <w:t>il dit</w:t>
      </w:r>
      <w:r w:rsidR="00F635DB">
        <w:t> :</w:t>
      </w:r>
    </w:p>
    <w:p w14:paraId="271D0517" w14:textId="77777777" w:rsidR="00F635DB" w:rsidRDefault="00F635DB" w:rsidP="00F635DB">
      <w:r>
        <w:t>— </w:t>
      </w:r>
      <w:r w:rsidR="00855694" w:rsidRPr="009071AC">
        <w:t>Je sais le reste</w:t>
      </w:r>
      <w:r>
        <w:t xml:space="preserve"> !… </w:t>
      </w:r>
      <w:r w:rsidR="00855694" w:rsidRPr="009071AC">
        <w:t>Vous venez</w:t>
      </w:r>
      <w:r>
        <w:t xml:space="preserve">, </w:t>
      </w:r>
      <w:r w:rsidR="00855694" w:rsidRPr="009071AC">
        <w:t>n</w:t>
      </w:r>
      <w:r>
        <w:t>’</w:t>
      </w:r>
      <w:r w:rsidR="00855694" w:rsidRPr="009071AC">
        <w:t>est-ce pas</w:t>
      </w:r>
      <w:r>
        <w:t xml:space="preserve">, </w:t>
      </w:r>
      <w:r w:rsidR="00855694" w:rsidRPr="009071AC">
        <w:t>cher monsieur</w:t>
      </w:r>
      <w:r>
        <w:t xml:space="preserve">, </w:t>
      </w:r>
      <w:r w:rsidR="00855694" w:rsidRPr="009071AC">
        <w:t>pour me vendre le secret d</w:t>
      </w:r>
      <w:r>
        <w:t>’</w:t>
      </w:r>
      <w:r w:rsidR="00855694" w:rsidRPr="009071AC">
        <w:t>une succession vacante en ce moment et qui m</w:t>
      </w:r>
      <w:r>
        <w:t>’</w:t>
      </w:r>
      <w:r w:rsidR="00855694" w:rsidRPr="009071AC">
        <w:t>appartient</w:t>
      </w:r>
      <w:r>
        <w:t xml:space="preserve"> ?… </w:t>
      </w:r>
      <w:r w:rsidR="00855694" w:rsidRPr="009071AC">
        <w:t>Eh bien</w:t>
      </w:r>
      <w:r>
        <w:t xml:space="preserve"> ! </w:t>
      </w:r>
      <w:r w:rsidR="00855694" w:rsidRPr="009071AC">
        <w:t>vous arrivez mauvais deuxième</w:t>
      </w:r>
      <w:r>
        <w:t>.</w:t>
      </w:r>
    </w:p>
    <w:p w14:paraId="362416F8" w14:textId="04953F0C" w:rsidR="00F635DB" w:rsidRDefault="00855694" w:rsidP="00F635DB">
      <w:r w:rsidRPr="009071AC">
        <w:t>Le plafond s</w:t>
      </w:r>
      <w:r w:rsidR="00F635DB">
        <w:t>’</w:t>
      </w:r>
      <w:r w:rsidRPr="009071AC">
        <w:t xml:space="preserve">effondrant sur </w:t>
      </w:r>
      <w:r w:rsidR="00F635DB">
        <w:t>M. </w:t>
      </w:r>
      <w:r w:rsidRPr="009071AC">
        <w:t>Fortunat</w:t>
      </w:r>
      <w:r w:rsidR="00F635DB">
        <w:t xml:space="preserve">, </w:t>
      </w:r>
      <w:r w:rsidRPr="009071AC">
        <w:t>ne l</w:t>
      </w:r>
      <w:r w:rsidR="00F635DB">
        <w:t>’</w:t>
      </w:r>
      <w:r w:rsidRPr="009071AC">
        <w:t>eût pas mis en si piteux état</w:t>
      </w:r>
      <w:r w:rsidR="00F635DB">
        <w:t xml:space="preserve">… </w:t>
      </w:r>
      <w:r w:rsidRPr="009071AC">
        <w:t>Il demeura béant</w:t>
      </w:r>
      <w:r w:rsidR="00F635DB">
        <w:t xml:space="preserve">, </w:t>
      </w:r>
      <w:r w:rsidRPr="009071AC">
        <w:t>stupide</w:t>
      </w:r>
      <w:r w:rsidR="00F635DB">
        <w:t xml:space="preserve">, </w:t>
      </w:r>
      <w:r w:rsidRPr="009071AC">
        <w:t>écrasé</w:t>
      </w:r>
      <w:r w:rsidR="00F635DB">
        <w:t xml:space="preserve">, </w:t>
      </w:r>
      <w:r w:rsidRPr="009071AC">
        <w:t>et ses yeux eurent une telle expression d</w:t>
      </w:r>
      <w:r w:rsidR="00F635DB">
        <w:t>’</w:t>
      </w:r>
      <w:r w:rsidRPr="009071AC">
        <w:t>ahurissement</w:t>
      </w:r>
      <w:r w:rsidR="00F635DB">
        <w:t xml:space="preserve">, </w:t>
      </w:r>
      <w:r w:rsidRPr="009071AC">
        <w:t>que l</w:t>
      </w:r>
      <w:r w:rsidR="00F635DB">
        <w:t>’</w:t>
      </w:r>
      <w:r w:rsidRPr="009071AC">
        <w:t>autre éclata de rire</w:t>
      </w:r>
      <w:r w:rsidR="00F635DB">
        <w:t>.</w:t>
      </w:r>
    </w:p>
    <w:p w14:paraId="797ADE54" w14:textId="77777777" w:rsidR="00F635DB" w:rsidRDefault="00855694" w:rsidP="00F635DB">
      <w:r w:rsidRPr="009071AC">
        <w:t>Pourtant il essaya de se débattre</w:t>
      </w:r>
      <w:r w:rsidR="00F635DB">
        <w:t xml:space="preserve">, </w:t>
      </w:r>
      <w:r w:rsidRPr="009071AC">
        <w:t>mais en homme qui se noie</w:t>
      </w:r>
      <w:r w:rsidR="00F635DB">
        <w:t xml:space="preserve">, </w:t>
      </w:r>
      <w:r w:rsidRPr="009071AC">
        <w:t>qui a bu plus d</w:t>
      </w:r>
      <w:r w:rsidR="00F635DB">
        <w:t>’</w:t>
      </w:r>
      <w:r w:rsidRPr="009071AC">
        <w:t>une gorgée et qui coule</w:t>
      </w:r>
      <w:r w:rsidR="00F635DB">
        <w:t>…</w:t>
      </w:r>
    </w:p>
    <w:p w14:paraId="7935CF3D" w14:textId="77777777" w:rsidR="00F635DB" w:rsidRDefault="00F635DB" w:rsidP="00F635DB">
      <w:r>
        <w:t>— </w:t>
      </w:r>
      <w:r w:rsidR="00855694" w:rsidRPr="009071AC">
        <w:t>Laissez-moi vous expliquer</w:t>
      </w:r>
      <w:r>
        <w:t xml:space="preserve">, </w:t>
      </w:r>
      <w:r w:rsidR="00855694" w:rsidRPr="009071AC">
        <w:t>balbutia-t-il</w:t>
      </w:r>
      <w:r>
        <w:t xml:space="preserve">, </w:t>
      </w:r>
      <w:r w:rsidR="00855694" w:rsidRPr="009071AC">
        <w:t>permettez-moi</w:t>
      </w:r>
      <w:r>
        <w:t>…</w:t>
      </w:r>
    </w:p>
    <w:p w14:paraId="128D5128" w14:textId="77777777" w:rsidR="00F635DB" w:rsidRDefault="00F635DB" w:rsidP="00F635DB">
      <w:r>
        <w:t>— </w:t>
      </w:r>
      <w:r w:rsidR="00855694" w:rsidRPr="009071AC">
        <w:t>Oh</w:t>
      </w:r>
      <w:r>
        <w:t xml:space="preserve"> !… </w:t>
      </w:r>
      <w:r w:rsidR="00855694" w:rsidRPr="009071AC">
        <w:t>inutile</w:t>
      </w:r>
      <w:r>
        <w:t xml:space="preserve"> !… </w:t>
      </w:r>
      <w:r w:rsidR="00855694" w:rsidRPr="009071AC">
        <w:t>Je sais mes droits</w:t>
      </w:r>
      <w:r>
        <w:t xml:space="preserve">. </w:t>
      </w:r>
      <w:r w:rsidR="00855694" w:rsidRPr="009071AC">
        <w:t>J</w:t>
      </w:r>
      <w:r>
        <w:t>’</w:t>
      </w:r>
      <w:r w:rsidR="00855694" w:rsidRPr="009071AC">
        <w:t>ai traité</w:t>
      </w:r>
      <w:r>
        <w:t xml:space="preserve">, </w:t>
      </w:r>
      <w:r w:rsidR="00855694" w:rsidRPr="009071AC">
        <w:t>cher monsieur</w:t>
      </w:r>
      <w:r>
        <w:t xml:space="preserve">, </w:t>
      </w:r>
      <w:r w:rsidR="00855694" w:rsidRPr="009071AC">
        <w:t>ma parole est engagée et demain ou après-demain je signerai mes conventions</w:t>
      </w:r>
      <w:r>
        <w:t>…</w:t>
      </w:r>
    </w:p>
    <w:p w14:paraId="0A649427" w14:textId="77777777" w:rsidR="00F635DB" w:rsidRDefault="00F635DB" w:rsidP="00F635DB">
      <w:r>
        <w:t>— </w:t>
      </w:r>
      <w:r w:rsidR="00855694" w:rsidRPr="009071AC">
        <w:t>Avec qui</w:t>
      </w:r>
      <w:r>
        <w:t> ?…</w:t>
      </w:r>
    </w:p>
    <w:p w14:paraId="0AFEF93E" w14:textId="77777777" w:rsidR="00F635DB" w:rsidRDefault="00F635DB" w:rsidP="00F635DB">
      <w:r>
        <w:t>— </w:t>
      </w:r>
      <w:r w:rsidR="00855694" w:rsidRPr="009071AC">
        <w:t>Ah</w:t>
      </w:r>
      <w:r>
        <w:t xml:space="preserve"> ! </w:t>
      </w:r>
      <w:r w:rsidR="00855694" w:rsidRPr="009071AC">
        <w:t>permettez</w:t>
      </w:r>
      <w:r>
        <w:t xml:space="preserve">, </w:t>
      </w:r>
      <w:r w:rsidR="00855694" w:rsidRPr="009071AC">
        <w:t>c</w:t>
      </w:r>
      <w:r>
        <w:t>’</w:t>
      </w:r>
      <w:r w:rsidR="00855694" w:rsidRPr="009071AC">
        <w:t>est de la vie privée cela</w:t>
      </w:r>
      <w:r>
        <w:t> !…</w:t>
      </w:r>
    </w:p>
    <w:p w14:paraId="5C713C6C" w14:textId="77777777" w:rsidR="00F635DB" w:rsidRDefault="00855694" w:rsidP="00F635DB">
      <w:r w:rsidRPr="009071AC">
        <w:t>Il avait achevé son chocolat</w:t>
      </w:r>
      <w:r w:rsidR="00F635DB">
        <w:t xml:space="preserve">, </w:t>
      </w:r>
      <w:r w:rsidRPr="009071AC">
        <w:t>il se versa un verre d</w:t>
      </w:r>
      <w:r w:rsidR="00F635DB">
        <w:t>’</w:t>
      </w:r>
      <w:r w:rsidRPr="009071AC">
        <w:t>eau glacée</w:t>
      </w:r>
      <w:r w:rsidR="00F635DB">
        <w:t xml:space="preserve">, </w:t>
      </w:r>
      <w:r w:rsidRPr="009071AC">
        <w:t>le but</w:t>
      </w:r>
      <w:r w:rsidR="00F635DB">
        <w:t xml:space="preserve">, </w:t>
      </w:r>
      <w:r w:rsidRPr="009071AC">
        <w:t>s</w:t>
      </w:r>
      <w:r w:rsidR="00F635DB">
        <w:t>’</w:t>
      </w:r>
      <w:r w:rsidRPr="009071AC">
        <w:t>essuya les lèvres et se levant de table</w:t>
      </w:r>
      <w:r w:rsidR="00F635DB">
        <w:t> :</w:t>
      </w:r>
    </w:p>
    <w:p w14:paraId="36C14497" w14:textId="77777777" w:rsidR="00F635DB" w:rsidRDefault="00F635DB" w:rsidP="00F635DB">
      <w:r>
        <w:t>— </w:t>
      </w:r>
      <w:r w:rsidR="00855694" w:rsidRPr="009071AC">
        <w:t>Vous m</w:t>
      </w:r>
      <w:r>
        <w:t>’</w:t>
      </w:r>
      <w:r w:rsidR="00855694" w:rsidRPr="009071AC">
        <w:t>excuserez</w:t>
      </w:r>
      <w:r>
        <w:t xml:space="preserve">, </w:t>
      </w:r>
      <w:r w:rsidR="00855694" w:rsidRPr="009071AC">
        <w:t>cher monsieur</w:t>
      </w:r>
      <w:r>
        <w:t xml:space="preserve">, </w:t>
      </w:r>
      <w:r w:rsidR="00855694" w:rsidRPr="009071AC">
        <w:t>poursuivit-il</w:t>
      </w:r>
      <w:r>
        <w:t xml:space="preserve">, </w:t>
      </w:r>
      <w:r w:rsidR="00855694" w:rsidRPr="009071AC">
        <w:t>si je ne vous reconduis pas</w:t>
      </w:r>
      <w:r>
        <w:t xml:space="preserve">… </w:t>
      </w:r>
      <w:r w:rsidR="00855694" w:rsidRPr="009071AC">
        <w:t>Je vous l</w:t>
      </w:r>
      <w:r>
        <w:t>’</w:t>
      </w:r>
      <w:r w:rsidR="00855694" w:rsidRPr="009071AC">
        <w:t>ai dit</w:t>
      </w:r>
      <w:r>
        <w:t xml:space="preserve">, </w:t>
      </w:r>
      <w:r w:rsidR="00855694" w:rsidRPr="009071AC">
        <w:t>on m</w:t>
      </w:r>
      <w:r>
        <w:t>’</w:t>
      </w:r>
      <w:r w:rsidR="00855694" w:rsidRPr="009071AC">
        <w:t>attend à Vincennes</w:t>
      </w:r>
      <w:r>
        <w:t xml:space="preserve">, </w:t>
      </w:r>
      <w:r w:rsidR="00855694" w:rsidRPr="009071AC">
        <w:t>j</w:t>
      </w:r>
      <w:r>
        <w:t>’</w:t>
      </w:r>
      <w:r w:rsidR="00855694" w:rsidRPr="009071AC">
        <w:t xml:space="preserve">ai mille louis sur </w:t>
      </w:r>
      <w:r>
        <w:t>« </w:t>
      </w:r>
      <w:r w:rsidR="00855694" w:rsidRPr="009071AC">
        <w:t>Pompier de Nanterre</w:t>
      </w:r>
      <w:r>
        <w:t>, »</w:t>
      </w:r>
      <w:r w:rsidR="00855694" w:rsidRPr="009071AC">
        <w:t xml:space="preserve"> mon </w:t>
      </w:r>
      <w:r w:rsidR="00855694" w:rsidRPr="009071AC">
        <w:lastRenderedPageBreak/>
        <w:t>cheval</w:t>
      </w:r>
      <w:r>
        <w:t xml:space="preserve">, </w:t>
      </w:r>
      <w:r w:rsidR="00855694" w:rsidRPr="009071AC">
        <w:t>et mes amis ont dix fois autant</w:t>
      </w:r>
      <w:r>
        <w:t xml:space="preserve">… </w:t>
      </w:r>
      <w:r w:rsidR="00855694" w:rsidRPr="009071AC">
        <w:t>Qui sait ce qui arriverait si je n</w:t>
      </w:r>
      <w:r>
        <w:t>’</w:t>
      </w:r>
      <w:r w:rsidR="00855694" w:rsidRPr="009071AC">
        <w:t>étais pas là au départ</w:t>
      </w:r>
      <w:r>
        <w:t>…</w:t>
      </w:r>
    </w:p>
    <w:p w14:paraId="252D27EC" w14:textId="60F3B24A" w:rsidR="00F635DB" w:rsidRDefault="00855694" w:rsidP="00F635DB">
      <w:r w:rsidRPr="009071AC">
        <w:t>Et aussitôt</w:t>
      </w:r>
      <w:r w:rsidR="00F635DB">
        <w:t xml:space="preserve">, </w:t>
      </w:r>
      <w:r w:rsidRPr="009071AC">
        <w:t xml:space="preserve">sans plus faire attention à </w:t>
      </w:r>
      <w:r w:rsidR="00F635DB">
        <w:t>M. </w:t>
      </w:r>
      <w:r w:rsidRPr="009071AC">
        <w:t>Fortunat que s</w:t>
      </w:r>
      <w:r w:rsidR="00F635DB">
        <w:t>’</w:t>
      </w:r>
      <w:r w:rsidRPr="009071AC">
        <w:t>il n</w:t>
      </w:r>
      <w:r w:rsidR="00F635DB">
        <w:t>’</w:t>
      </w:r>
      <w:r w:rsidRPr="009071AC">
        <w:t>eût pas existé</w:t>
      </w:r>
      <w:r w:rsidR="00F635DB">
        <w:t> :</w:t>
      </w:r>
    </w:p>
    <w:p w14:paraId="4132488B" w14:textId="77777777" w:rsidR="00F635DB" w:rsidRDefault="00F635DB" w:rsidP="00F635DB">
      <w:r>
        <w:t>— </w:t>
      </w:r>
      <w:r w:rsidR="00855694" w:rsidRPr="009071AC">
        <w:t>Toby</w:t>
      </w:r>
      <w:r>
        <w:t xml:space="preserve"> ! </w:t>
      </w:r>
      <w:r w:rsidR="00855694" w:rsidRPr="009071AC">
        <w:t>s</w:t>
      </w:r>
      <w:r>
        <w:t>’</w:t>
      </w:r>
      <w:r w:rsidR="00855694" w:rsidRPr="009071AC">
        <w:t>écria-t-il</w:t>
      </w:r>
      <w:r>
        <w:t xml:space="preserve">, </w:t>
      </w:r>
      <w:r w:rsidR="00855694" w:rsidRPr="009071AC">
        <w:t>drôle</w:t>
      </w:r>
      <w:r>
        <w:t xml:space="preserve"> ! </w:t>
      </w:r>
      <w:r w:rsidR="00855694" w:rsidRPr="009071AC">
        <w:t>maraud</w:t>
      </w:r>
      <w:r>
        <w:t xml:space="preserve"> ! </w:t>
      </w:r>
      <w:r w:rsidR="00855694" w:rsidRPr="009071AC">
        <w:t>où es-tu</w:t>
      </w:r>
      <w:r>
        <w:t xml:space="preserve"> ?… </w:t>
      </w:r>
      <w:r w:rsidR="00855694" w:rsidRPr="009071AC">
        <w:t>Ma voiture est-elle en bas</w:t>
      </w:r>
      <w:r>
        <w:t xml:space="preserve"> ?… </w:t>
      </w:r>
      <w:r w:rsidR="00855694" w:rsidRPr="009071AC">
        <w:t>Allons</w:t>
      </w:r>
      <w:r>
        <w:t xml:space="preserve">, </w:t>
      </w:r>
      <w:r w:rsidR="00855694" w:rsidRPr="009071AC">
        <w:t>ma canne bien vite</w:t>
      </w:r>
      <w:r>
        <w:t xml:space="preserve">, </w:t>
      </w:r>
      <w:r w:rsidR="00855694" w:rsidRPr="009071AC">
        <w:t>mes gants</w:t>
      </w:r>
      <w:r>
        <w:t xml:space="preserve">, </w:t>
      </w:r>
      <w:r w:rsidR="00855694" w:rsidRPr="009071AC">
        <w:t>ma jumelle de courses</w:t>
      </w:r>
      <w:r>
        <w:t xml:space="preserve"> !… </w:t>
      </w:r>
      <w:r w:rsidR="00855694" w:rsidRPr="009071AC">
        <w:t>Descends du champagne dans le coffre</w:t>
      </w:r>
      <w:r>
        <w:t xml:space="preserve">… </w:t>
      </w:r>
      <w:r w:rsidR="00855694" w:rsidRPr="009071AC">
        <w:t>N</w:t>
      </w:r>
      <w:r>
        <w:t>’</w:t>
      </w:r>
      <w:r w:rsidR="00855694" w:rsidRPr="009071AC">
        <w:t>oublie pas des allumettes</w:t>
      </w:r>
      <w:r>
        <w:t xml:space="preserve"> !… </w:t>
      </w:r>
      <w:r w:rsidR="00855694" w:rsidRPr="009071AC">
        <w:t>Cours mettre ta livrée neuve</w:t>
      </w:r>
      <w:r>
        <w:t xml:space="preserve">… </w:t>
      </w:r>
      <w:r w:rsidR="00855694" w:rsidRPr="009071AC">
        <w:t>Dépêche-toi donc</w:t>
      </w:r>
      <w:r>
        <w:t xml:space="preserve">, </w:t>
      </w:r>
      <w:r w:rsidR="00855694" w:rsidRPr="009071AC">
        <w:t>animal</w:t>
      </w:r>
      <w:r>
        <w:t xml:space="preserve">, </w:t>
      </w:r>
      <w:r w:rsidR="00855694" w:rsidRPr="009071AC">
        <w:t>j</w:t>
      </w:r>
      <w:r>
        <w:t>’</w:t>
      </w:r>
      <w:r w:rsidR="00855694" w:rsidRPr="009071AC">
        <w:t>arriverai trop tard</w:t>
      </w:r>
      <w:r>
        <w:t> !…</w:t>
      </w:r>
    </w:p>
    <w:p w14:paraId="7CC3FECF" w14:textId="5C8B4B37" w:rsidR="00F635DB" w:rsidRDefault="00F635DB" w:rsidP="00F635DB">
      <w:r>
        <w:t>M. </w:t>
      </w:r>
      <w:r w:rsidR="00855694" w:rsidRPr="009071AC">
        <w:t>Fortunat sortit</w:t>
      </w:r>
      <w:r>
        <w:t>…</w:t>
      </w:r>
    </w:p>
    <w:p w14:paraId="2C82C8B4" w14:textId="77777777" w:rsidR="00F635DB" w:rsidRDefault="00855694" w:rsidP="00F635DB">
      <w:r w:rsidRPr="009071AC">
        <w:t>L</w:t>
      </w:r>
      <w:r w:rsidR="00F635DB">
        <w:t>’</w:t>
      </w:r>
      <w:r w:rsidRPr="009071AC">
        <w:t>effroyable colère qui succédait à la stupeur idiote</w:t>
      </w:r>
      <w:r w:rsidR="00F635DB">
        <w:t xml:space="preserve">, </w:t>
      </w:r>
      <w:r w:rsidRPr="009071AC">
        <w:t>charriait avec une violence inouïe tout son sang à son cerveau</w:t>
      </w:r>
      <w:r w:rsidR="00F635DB">
        <w:t xml:space="preserve">… </w:t>
      </w:r>
      <w:r w:rsidRPr="009071AC">
        <w:t>Il avait un nuage pourpre devant les yeux</w:t>
      </w:r>
      <w:r w:rsidR="00F635DB">
        <w:t xml:space="preserve">, </w:t>
      </w:r>
      <w:r w:rsidRPr="009071AC">
        <w:t>ses oreilles tintaient</w:t>
      </w:r>
      <w:r w:rsidR="00F635DB">
        <w:t xml:space="preserve">, </w:t>
      </w:r>
      <w:r w:rsidRPr="009071AC">
        <w:t>et à chaque pulsation son crâne était ébranlé comme par un coup de marteau</w:t>
      </w:r>
      <w:r w:rsidR="00F635DB">
        <w:t>…</w:t>
      </w:r>
    </w:p>
    <w:p w14:paraId="15F4E91F" w14:textId="77777777" w:rsidR="00F635DB" w:rsidRDefault="00855694" w:rsidP="00F635DB">
      <w:r w:rsidRPr="009071AC">
        <w:t>Ce fut si terrible qu</w:t>
      </w:r>
      <w:r w:rsidR="00F635DB">
        <w:t>’</w:t>
      </w:r>
      <w:r w:rsidRPr="009071AC">
        <w:t>il eut peur</w:t>
      </w:r>
      <w:r w:rsidR="00F635DB">
        <w:t>.</w:t>
      </w:r>
    </w:p>
    <w:p w14:paraId="6BDDFEE7" w14:textId="77777777" w:rsidR="00F635DB" w:rsidRDefault="00F635DB" w:rsidP="00F635DB">
      <w:r>
        <w:t>— </w:t>
      </w:r>
      <w:r w:rsidR="00855694" w:rsidRPr="009071AC">
        <w:t>Vais-je donc avoir une attaque d</w:t>
      </w:r>
      <w:r>
        <w:t>’</w:t>
      </w:r>
      <w:r w:rsidR="00855694" w:rsidRPr="009071AC">
        <w:t>apoplexie</w:t>
      </w:r>
      <w:r>
        <w:t xml:space="preserve">, </w:t>
      </w:r>
      <w:r w:rsidR="00855694" w:rsidRPr="009071AC">
        <w:t>pensa-t-il</w:t>
      </w:r>
      <w:r>
        <w:t>.</w:t>
      </w:r>
    </w:p>
    <w:p w14:paraId="21573108" w14:textId="77777777" w:rsidR="00F635DB" w:rsidRDefault="00855694" w:rsidP="00F635DB">
      <w:r w:rsidRPr="009071AC">
        <w:t>Et</w:t>
      </w:r>
      <w:r w:rsidR="00F635DB">
        <w:t xml:space="preserve">, </w:t>
      </w:r>
      <w:r w:rsidRPr="009071AC">
        <w:t>comme tout</w:t>
      </w:r>
      <w:r w:rsidR="00F635DB">
        <w:t xml:space="preserve">, </w:t>
      </w:r>
      <w:r w:rsidRPr="009071AC">
        <w:t>autour de lui</w:t>
      </w:r>
      <w:r w:rsidR="00F635DB">
        <w:t xml:space="preserve">, </w:t>
      </w:r>
      <w:r w:rsidRPr="009071AC">
        <w:t>tourbillonnait</w:t>
      </w:r>
      <w:r w:rsidR="00F635DB">
        <w:t xml:space="preserve">, </w:t>
      </w:r>
      <w:r w:rsidRPr="009071AC">
        <w:t>comme les planchers semblaient se dérober sous ses pieds</w:t>
      </w:r>
      <w:r w:rsidR="00F635DB">
        <w:t xml:space="preserve">, </w:t>
      </w:r>
      <w:r w:rsidRPr="009071AC">
        <w:t>il s</w:t>
      </w:r>
      <w:r w:rsidR="00F635DB">
        <w:t>’</w:t>
      </w:r>
      <w:r w:rsidRPr="009071AC">
        <w:t>assit au beau milieu de l</w:t>
      </w:r>
      <w:r w:rsidR="00F635DB">
        <w:t>’</w:t>
      </w:r>
      <w:r w:rsidRPr="009071AC">
        <w:t>escalier</w:t>
      </w:r>
      <w:r w:rsidR="00F635DB">
        <w:t xml:space="preserve">, </w:t>
      </w:r>
      <w:r w:rsidRPr="009071AC">
        <w:t>attendant que ce dangereux vertige passât un peu</w:t>
      </w:r>
      <w:r w:rsidR="00F635DB">
        <w:t xml:space="preserve">, </w:t>
      </w:r>
      <w:r w:rsidRPr="009071AC">
        <w:t>s</w:t>
      </w:r>
      <w:r w:rsidR="00F635DB">
        <w:t>’</w:t>
      </w:r>
      <w:r w:rsidRPr="009071AC">
        <w:t>efforçant de s</w:t>
      </w:r>
      <w:r w:rsidR="00F635DB">
        <w:t>’</w:t>
      </w:r>
      <w:r w:rsidRPr="009071AC">
        <w:t>arraisonner et appelant à son secours toute sa philosophie</w:t>
      </w:r>
      <w:r w:rsidR="00F635DB">
        <w:t>.</w:t>
      </w:r>
    </w:p>
    <w:p w14:paraId="1F41367C" w14:textId="77777777" w:rsidR="00F635DB" w:rsidRDefault="00855694" w:rsidP="00F635DB">
      <w:r w:rsidRPr="009071AC">
        <w:t>Il fut bien cinq minutes avant de se risquer à descendre</w:t>
      </w:r>
      <w:r w:rsidR="00F635DB">
        <w:t xml:space="preserve">, </w:t>
      </w:r>
      <w:r w:rsidRPr="009071AC">
        <w:t>et quand enfin il arriva dans la rue</w:t>
      </w:r>
      <w:r w:rsidR="00F635DB">
        <w:t xml:space="preserve">, </w:t>
      </w:r>
      <w:r w:rsidRPr="009071AC">
        <w:t>ses traits étaient si décomposés que Chupin frémit</w:t>
      </w:r>
      <w:r w:rsidR="00F635DB">
        <w:t>.</w:t>
      </w:r>
    </w:p>
    <w:p w14:paraId="16DFEA95" w14:textId="77777777" w:rsidR="00F635DB" w:rsidRDefault="00F635DB" w:rsidP="00F635DB">
      <w:r>
        <w:t>— </w:t>
      </w:r>
      <w:r w:rsidR="00855694" w:rsidRPr="009071AC">
        <w:t>Cristi</w:t>
      </w:r>
      <w:r>
        <w:t xml:space="preserve"> !… </w:t>
      </w:r>
      <w:r w:rsidR="00855694" w:rsidRPr="009071AC">
        <w:t>murmura-t-il</w:t>
      </w:r>
      <w:r>
        <w:t xml:space="preserve">, </w:t>
      </w:r>
      <w:r w:rsidR="00855694" w:rsidRPr="009071AC">
        <w:t xml:space="preserve">le bourgeois </w:t>
      </w:r>
      <w:proofErr w:type="spellStart"/>
      <w:r w:rsidR="00855694" w:rsidRPr="009071AC">
        <w:t>a</w:t>
      </w:r>
      <w:proofErr w:type="spellEnd"/>
      <w:r w:rsidR="00855694" w:rsidRPr="009071AC">
        <w:t xml:space="preserve"> son compte</w:t>
      </w:r>
      <w:r>
        <w:t>.</w:t>
      </w:r>
    </w:p>
    <w:p w14:paraId="07249DB7" w14:textId="0C3B24B7" w:rsidR="00F635DB" w:rsidRDefault="00855694" w:rsidP="00F635DB">
      <w:r w:rsidRPr="009071AC">
        <w:lastRenderedPageBreak/>
        <w:t>Vivement il avait sauté sur le trottoir</w:t>
      </w:r>
      <w:r w:rsidR="00F635DB">
        <w:t xml:space="preserve"> ; </w:t>
      </w:r>
      <w:r w:rsidRPr="009071AC">
        <w:t xml:space="preserve">il aida </w:t>
      </w:r>
      <w:r w:rsidR="00F635DB">
        <w:t>M. </w:t>
      </w:r>
      <w:r w:rsidRPr="009071AC">
        <w:t>Fortunat à s</w:t>
      </w:r>
      <w:r w:rsidR="00F635DB">
        <w:t>’</w:t>
      </w:r>
      <w:r w:rsidRPr="009071AC">
        <w:t>installer dans le fiacre</w:t>
      </w:r>
      <w:r w:rsidR="00F635DB">
        <w:t xml:space="preserve">, </w:t>
      </w:r>
      <w:r w:rsidRPr="009071AC">
        <w:t>et avant de monter lui-même</w:t>
      </w:r>
      <w:r w:rsidR="00F635DB">
        <w:t> :</w:t>
      </w:r>
    </w:p>
    <w:p w14:paraId="33ED31D7" w14:textId="77777777" w:rsidR="00F635DB" w:rsidRDefault="00F635DB" w:rsidP="00F635DB">
      <w:r>
        <w:t>— </w:t>
      </w:r>
      <w:r w:rsidR="00855694" w:rsidRPr="009071AC">
        <w:t>Place de la Bourse</w:t>
      </w:r>
      <w:r>
        <w:t xml:space="preserve">, </w:t>
      </w:r>
      <w:r w:rsidR="00855694" w:rsidRPr="009071AC">
        <w:t>27</w:t>
      </w:r>
      <w:r>
        <w:t xml:space="preserve"> !… </w:t>
      </w:r>
      <w:r w:rsidR="00855694" w:rsidRPr="009071AC">
        <w:t>cria-t-il au cocher</w:t>
      </w:r>
      <w:r>
        <w:t xml:space="preserve">, </w:t>
      </w:r>
      <w:r w:rsidR="00855694" w:rsidRPr="009071AC">
        <w:t>qui fouetta son cheval</w:t>
      </w:r>
      <w:r>
        <w:t>.</w:t>
      </w:r>
    </w:p>
    <w:p w14:paraId="1C3C9E90" w14:textId="77777777" w:rsidR="00F635DB" w:rsidRDefault="00855694" w:rsidP="00F635DB">
      <w:r w:rsidRPr="009071AC">
        <w:t>Véritablement</w:t>
      </w:r>
      <w:r w:rsidR="00F635DB">
        <w:t xml:space="preserve">, </w:t>
      </w:r>
      <w:r w:rsidRPr="009071AC">
        <w:t>c</w:t>
      </w:r>
      <w:r w:rsidR="00F635DB">
        <w:t>’</w:t>
      </w:r>
      <w:r w:rsidRPr="009071AC">
        <w:t>était pitié de voir quel désespoir remplaçait la confiance si joyeuse du chasseur d</w:t>
      </w:r>
      <w:r w:rsidR="00F635DB">
        <w:t>’</w:t>
      </w:r>
      <w:r w:rsidRPr="009071AC">
        <w:t>héritages</w:t>
      </w:r>
      <w:r w:rsidR="00F635DB">
        <w:t>.</w:t>
      </w:r>
    </w:p>
    <w:p w14:paraId="5E0A71A9" w14:textId="77777777" w:rsidR="00F635DB" w:rsidRDefault="00F635DB" w:rsidP="00F635DB">
      <w:r>
        <w:t>— </w:t>
      </w:r>
      <w:r w:rsidR="00855694" w:rsidRPr="009071AC">
        <w:t>C</w:t>
      </w:r>
      <w:r>
        <w:t>’</w:t>
      </w:r>
      <w:r w:rsidR="00855694" w:rsidRPr="009071AC">
        <w:t>est la fin de tout</w:t>
      </w:r>
      <w:r>
        <w:t xml:space="preserve">, </w:t>
      </w:r>
      <w:r w:rsidR="00855694" w:rsidRPr="009071AC">
        <w:t>gémissait-il</w:t>
      </w:r>
      <w:r>
        <w:t xml:space="preserve">, </w:t>
      </w:r>
      <w:r w:rsidR="00855694" w:rsidRPr="009071AC">
        <w:t>je suis volé</w:t>
      </w:r>
      <w:r>
        <w:t xml:space="preserve">, </w:t>
      </w:r>
      <w:r w:rsidR="00855694" w:rsidRPr="009071AC">
        <w:t>dépouillé</w:t>
      </w:r>
      <w:r>
        <w:t xml:space="preserve">, </w:t>
      </w:r>
      <w:r w:rsidR="00855694" w:rsidRPr="009071AC">
        <w:t>ruiné</w:t>
      </w:r>
      <w:r>
        <w:t xml:space="preserve">… </w:t>
      </w:r>
      <w:r w:rsidR="00855694" w:rsidRPr="009071AC">
        <w:t>une affaire sûre</w:t>
      </w:r>
      <w:r>
        <w:t xml:space="preserve">… </w:t>
      </w:r>
      <w:r w:rsidR="00855694" w:rsidRPr="009071AC">
        <w:t>Ces malheurs n</w:t>
      </w:r>
      <w:r>
        <w:t>’</w:t>
      </w:r>
      <w:r w:rsidR="00855694" w:rsidRPr="009071AC">
        <w:t>arrivent qu</w:t>
      </w:r>
      <w:r>
        <w:t>’</w:t>
      </w:r>
      <w:r w:rsidR="00855694" w:rsidRPr="009071AC">
        <w:t>à moi</w:t>
      </w:r>
      <w:r>
        <w:t xml:space="preserve">… </w:t>
      </w:r>
      <w:r w:rsidR="00855694" w:rsidRPr="009071AC">
        <w:t>Un autre m</w:t>
      </w:r>
      <w:r>
        <w:t>’</w:t>
      </w:r>
      <w:r w:rsidR="00855694" w:rsidRPr="009071AC">
        <w:t>a devancé</w:t>
      </w:r>
      <w:r>
        <w:t xml:space="preserve">… </w:t>
      </w:r>
      <w:r w:rsidR="00855694" w:rsidRPr="009071AC">
        <w:t>un autre touchera la prime</w:t>
      </w:r>
      <w:r>
        <w:t xml:space="preserve">… </w:t>
      </w:r>
      <w:r w:rsidR="00855694" w:rsidRPr="009071AC">
        <w:t>Oh</w:t>
      </w:r>
      <w:r>
        <w:t xml:space="preserve"> !… </w:t>
      </w:r>
      <w:r w:rsidR="00855694" w:rsidRPr="009071AC">
        <w:t>si je le connaissais</w:t>
      </w:r>
      <w:r>
        <w:t xml:space="preserve">, </w:t>
      </w:r>
      <w:r w:rsidR="00855694" w:rsidRPr="009071AC">
        <w:t>le misérable</w:t>
      </w:r>
      <w:r>
        <w:t xml:space="preserve">, </w:t>
      </w:r>
      <w:r w:rsidR="00855694" w:rsidRPr="009071AC">
        <w:t>si je le connaissais</w:t>
      </w:r>
      <w:r>
        <w:t> !…</w:t>
      </w:r>
    </w:p>
    <w:p w14:paraId="01891033" w14:textId="77777777" w:rsidR="00F635DB" w:rsidRDefault="00F635DB" w:rsidP="00F635DB">
      <w:r>
        <w:t>— </w:t>
      </w:r>
      <w:r w:rsidR="00855694" w:rsidRPr="009071AC">
        <w:t>Minute</w:t>
      </w:r>
      <w:r>
        <w:t xml:space="preserve">… </w:t>
      </w:r>
      <w:r w:rsidR="00855694" w:rsidRPr="009071AC">
        <w:t>interrompit Chupin</w:t>
      </w:r>
      <w:r>
        <w:t xml:space="preserve">, </w:t>
      </w:r>
      <w:r w:rsidR="00855694" w:rsidRPr="009071AC">
        <w:t>je le connais</w:t>
      </w:r>
      <w:r>
        <w:t xml:space="preserve">, </w:t>
      </w:r>
      <w:r w:rsidR="00855694" w:rsidRPr="009071AC">
        <w:t>moi</w:t>
      </w:r>
      <w:r>
        <w:t xml:space="preserve">, </w:t>
      </w:r>
      <w:r w:rsidR="00855694" w:rsidRPr="009071AC">
        <w:t>ce particulier</w:t>
      </w:r>
      <w:r>
        <w:t>…</w:t>
      </w:r>
    </w:p>
    <w:p w14:paraId="4C479C07" w14:textId="0FEBB274" w:rsidR="00F635DB" w:rsidRDefault="00F635DB" w:rsidP="00F635DB">
      <w:r>
        <w:t>M. </w:t>
      </w:r>
      <w:r w:rsidR="00855694" w:rsidRPr="009071AC">
        <w:t>Fortunat tressauta</w:t>
      </w:r>
      <w:r>
        <w:t>.</w:t>
      </w:r>
    </w:p>
    <w:p w14:paraId="2573A717" w14:textId="77777777" w:rsidR="00F635DB" w:rsidRDefault="00F635DB" w:rsidP="00F635DB">
      <w:r>
        <w:t>— </w:t>
      </w:r>
      <w:r w:rsidR="00855694" w:rsidRPr="009071AC">
        <w:t>Impossible</w:t>
      </w:r>
      <w:r>
        <w:t xml:space="preserve"> ! </w:t>
      </w:r>
      <w:r w:rsidR="00855694" w:rsidRPr="009071AC">
        <w:t>fit-il</w:t>
      </w:r>
      <w:r>
        <w:t>.</w:t>
      </w:r>
    </w:p>
    <w:p w14:paraId="3C3923AB" w14:textId="77777777" w:rsidR="00F635DB" w:rsidRDefault="00F635DB" w:rsidP="00F635DB">
      <w:r>
        <w:t>— </w:t>
      </w:r>
      <w:r w:rsidR="00855694" w:rsidRPr="009071AC">
        <w:t>Pardon</w:t>
      </w:r>
      <w:r>
        <w:t xml:space="preserve">, </w:t>
      </w:r>
      <w:r w:rsidR="00855694" w:rsidRPr="009071AC">
        <w:t>excuse</w:t>
      </w:r>
      <w:r>
        <w:t xml:space="preserve">, </w:t>
      </w:r>
      <w:r w:rsidR="00855694" w:rsidRPr="009071AC">
        <w:t>m</w:t>
      </w:r>
      <w:r>
        <w:t>’</w:t>
      </w:r>
      <w:proofErr w:type="spellStart"/>
      <w:r w:rsidR="00855694" w:rsidRPr="009071AC">
        <w:t>sieu</w:t>
      </w:r>
      <w:proofErr w:type="spellEnd"/>
      <w:r>
        <w:t xml:space="preserve">, </w:t>
      </w:r>
      <w:r w:rsidR="00855694" w:rsidRPr="009071AC">
        <w:t>c</w:t>
      </w:r>
      <w:r>
        <w:t>’</w:t>
      </w:r>
      <w:r w:rsidR="00855694" w:rsidRPr="009071AC">
        <w:t xml:space="preserve">est un mauvais gars qui se fait appeler le vicomte de </w:t>
      </w:r>
      <w:proofErr w:type="spellStart"/>
      <w:r w:rsidR="00855694" w:rsidRPr="009071AC">
        <w:t>Coralth</w:t>
      </w:r>
      <w:proofErr w:type="spellEnd"/>
      <w:r>
        <w:t>…</w:t>
      </w:r>
    </w:p>
    <w:p w14:paraId="409BF8A5" w14:textId="3AFF7536" w:rsidR="00F635DB" w:rsidRDefault="00855694" w:rsidP="00F635DB">
      <w:r w:rsidRPr="009071AC">
        <w:t>Ce fut un rugissement plutôt qu</w:t>
      </w:r>
      <w:r w:rsidR="00F635DB">
        <w:t>’</w:t>
      </w:r>
      <w:r w:rsidRPr="009071AC">
        <w:t xml:space="preserve">un cri qui sortit de la gorge de </w:t>
      </w:r>
      <w:r w:rsidR="00F635DB">
        <w:t>M. </w:t>
      </w:r>
      <w:r w:rsidRPr="009071AC">
        <w:t>Fortunat</w:t>
      </w:r>
      <w:r w:rsidR="00F635DB">
        <w:t xml:space="preserve">. </w:t>
      </w:r>
      <w:r w:rsidRPr="009071AC">
        <w:t>À un homme de son expérience</w:t>
      </w:r>
      <w:r w:rsidR="00F635DB">
        <w:t xml:space="preserve">, </w:t>
      </w:r>
      <w:r w:rsidRPr="009071AC">
        <w:t>il ne fallait qu</w:t>
      </w:r>
      <w:r w:rsidR="00F635DB">
        <w:t>’</w:t>
      </w:r>
      <w:r w:rsidRPr="009071AC">
        <w:t>une lueur pour éclairer toute une situation</w:t>
      </w:r>
      <w:r w:rsidR="00F635DB">
        <w:t>.</w:t>
      </w:r>
    </w:p>
    <w:p w14:paraId="75AC5841" w14:textId="66F12AE6" w:rsidR="00F635DB" w:rsidRDefault="00F635DB" w:rsidP="00F635DB">
      <w:r>
        <w:t>— </w:t>
      </w:r>
      <w:r w:rsidR="00855694" w:rsidRPr="009071AC">
        <w:t>Ah</w:t>
      </w:r>
      <w:r>
        <w:t xml:space="preserve"> !… </w:t>
      </w:r>
      <w:r w:rsidR="00855694" w:rsidRPr="009071AC">
        <w:t>je comprends</w:t>
      </w:r>
      <w:r>
        <w:t xml:space="preserve">, </w:t>
      </w:r>
      <w:r w:rsidR="00855694" w:rsidRPr="009071AC">
        <w:t>s</w:t>
      </w:r>
      <w:r>
        <w:t>’</w:t>
      </w:r>
      <w:r w:rsidR="00855694" w:rsidRPr="009071AC">
        <w:t>écria-t-il</w:t>
      </w:r>
      <w:r>
        <w:t xml:space="preserve">, </w:t>
      </w:r>
      <w:r w:rsidR="00855694" w:rsidRPr="009071AC">
        <w:t>je vois</w:t>
      </w:r>
      <w:r>
        <w:t xml:space="preserve"> !… </w:t>
      </w:r>
      <w:r w:rsidR="00855694" w:rsidRPr="009071AC">
        <w:t>Oui</w:t>
      </w:r>
      <w:r>
        <w:t xml:space="preserve">, </w:t>
      </w:r>
      <w:r w:rsidR="00855694" w:rsidRPr="009071AC">
        <w:t>tu as raison</w:t>
      </w:r>
      <w:r>
        <w:t xml:space="preserve">, </w:t>
      </w:r>
      <w:r w:rsidR="00855694" w:rsidRPr="009071AC">
        <w:t>Victor</w:t>
      </w:r>
      <w:r>
        <w:t xml:space="preserve">, </w:t>
      </w:r>
      <w:r w:rsidR="00855694" w:rsidRPr="009071AC">
        <w:t>c</w:t>
      </w:r>
      <w:r>
        <w:t>’</w:t>
      </w:r>
      <w:r w:rsidR="00855694" w:rsidRPr="009071AC">
        <w:t>est lui</w:t>
      </w:r>
      <w:r>
        <w:t xml:space="preserve">, </w:t>
      </w:r>
      <w:proofErr w:type="spellStart"/>
      <w:r w:rsidR="00855694" w:rsidRPr="009071AC">
        <w:t>Coralth</w:t>
      </w:r>
      <w:proofErr w:type="spellEnd"/>
      <w:r>
        <w:t xml:space="preserve">, </w:t>
      </w:r>
      <w:r w:rsidR="00855694" w:rsidRPr="009071AC">
        <w:t>c</w:t>
      </w:r>
      <w:r>
        <w:t>’</w:t>
      </w:r>
      <w:r w:rsidR="00855694" w:rsidRPr="009071AC">
        <w:t>est l</w:t>
      </w:r>
      <w:r>
        <w:t>’</w:t>
      </w:r>
      <w:r w:rsidR="00855694" w:rsidRPr="009071AC">
        <w:t xml:space="preserve">âme damnée de </w:t>
      </w:r>
      <w:proofErr w:type="spellStart"/>
      <w:r w:rsidR="00855694" w:rsidRPr="009071AC">
        <w:t>Valorsay</w:t>
      </w:r>
      <w:proofErr w:type="spellEnd"/>
      <w:r>
        <w:t xml:space="preserve">… </w:t>
      </w:r>
      <w:proofErr w:type="spellStart"/>
      <w:r w:rsidR="00855694" w:rsidRPr="009071AC">
        <w:t>Coralth</w:t>
      </w:r>
      <w:proofErr w:type="spellEnd"/>
      <w:r w:rsidR="00855694" w:rsidRPr="009071AC">
        <w:t xml:space="preserve"> est le traître ignoble et abject qui</w:t>
      </w:r>
      <w:r>
        <w:t xml:space="preserve">, </w:t>
      </w:r>
      <w:r w:rsidR="00855694" w:rsidRPr="009071AC">
        <w:t>sur l</w:t>
      </w:r>
      <w:r>
        <w:t>’</w:t>
      </w:r>
      <w:r w:rsidR="00855694" w:rsidRPr="009071AC">
        <w:t xml:space="preserve">ordre de </w:t>
      </w:r>
      <w:proofErr w:type="spellStart"/>
      <w:r w:rsidR="00855694" w:rsidRPr="009071AC">
        <w:t>Valorsay</w:t>
      </w:r>
      <w:proofErr w:type="spellEnd"/>
      <w:r>
        <w:t xml:space="preserve">, </w:t>
      </w:r>
      <w:r w:rsidR="00855694" w:rsidRPr="009071AC">
        <w:t>a lâchement déshonoré l</w:t>
      </w:r>
      <w:r>
        <w:t>’</w:t>
      </w:r>
      <w:r w:rsidR="00855694" w:rsidRPr="009071AC">
        <w:t>homme qu</w:t>
      </w:r>
      <w:r>
        <w:t>’</w:t>
      </w:r>
      <w:r w:rsidR="00855694" w:rsidRPr="009071AC">
        <w:t xml:space="preserve">aimait </w:t>
      </w:r>
      <w:r>
        <w:t>M</w:t>
      </w:r>
      <w:r w:rsidRPr="00F635DB">
        <w:rPr>
          <w:vertAlign w:val="superscript"/>
        </w:rPr>
        <w:t>lle</w:t>
      </w:r>
      <w:r>
        <w:t> </w:t>
      </w:r>
      <w:r w:rsidR="00855694" w:rsidRPr="009071AC">
        <w:t>Marguerite</w:t>
      </w:r>
      <w:r>
        <w:t xml:space="preserve">… </w:t>
      </w:r>
      <w:r w:rsidR="00855694" w:rsidRPr="009071AC">
        <w:t>C</w:t>
      </w:r>
      <w:r>
        <w:t>’</w:t>
      </w:r>
      <w:r w:rsidR="00855694" w:rsidRPr="009071AC">
        <w:t>est chez la d</w:t>
      </w:r>
      <w:r>
        <w:t>’</w:t>
      </w:r>
      <w:r w:rsidR="00855694" w:rsidRPr="009071AC">
        <w:t>Argelès qu</w:t>
      </w:r>
      <w:r>
        <w:t>’</w:t>
      </w:r>
      <w:r w:rsidR="00855694" w:rsidRPr="009071AC">
        <w:t>a eu lieu cette immonde scène de jeu</w:t>
      </w:r>
      <w:r>
        <w:t xml:space="preserve">… </w:t>
      </w:r>
      <w:r w:rsidR="00855694" w:rsidRPr="009071AC">
        <w:t xml:space="preserve">donc </w:t>
      </w:r>
      <w:proofErr w:type="spellStart"/>
      <w:r w:rsidR="00855694" w:rsidRPr="009071AC">
        <w:t>Coralth</w:t>
      </w:r>
      <w:proofErr w:type="spellEnd"/>
      <w:r w:rsidR="00855694" w:rsidRPr="009071AC">
        <w:t xml:space="preserve"> connaît cette créature</w:t>
      </w:r>
      <w:r>
        <w:t xml:space="preserve">, </w:t>
      </w:r>
      <w:r w:rsidR="00855694" w:rsidRPr="009071AC">
        <w:t>il sait ses secrets</w:t>
      </w:r>
      <w:r>
        <w:t xml:space="preserve"> !… </w:t>
      </w:r>
      <w:r w:rsidR="00855694" w:rsidRPr="009071AC">
        <w:t>C</w:t>
      </w:r>
      <w:r>
        <w:t>’</w:t>
      </w:r>
      <w:r w:rsidR="00855694" w:rsidRPr="009071AC">
        <w:t>est lui qui m</w:t>
      </w:r>
      <w:r>
        <w:t>’</w:t>
      </w:r>
      <w:r w:rsidR="00855694" w:rsidRPr="009071AC">
        <w:t>a devancé</w:t>
      </w:r>
      <w:r>
        <w:t>.</w:t>
      </w:r>
    </w:p>
    <w:p w14:paraId="1AAC3159" w14:textId="77777777" w:rsidR="00F635DB" w:rsidRDefault="00855694" w:rsidP="00F635DB">
      <w:r w:rsidRPr="009071AC">
        <w:t>Il se recueillit une minute</w:t>
      </w:r>
      <w:r w:rsidR="00F635DB">
        <w:t xml:space="preserve">, </w:t>
      </w:r>
      <w:r w:rsidRPr="009071AC">
        <w:t>puis d</w:t>
      </w:r>
      <w:r w:rsidR="00F635DB">
        <w:t>’</w:t>
      </w:r>
      <w:r w:rsidRPr="009071AC">
        <w:t>un tout autre ton</w:t>
      </w:r>
      <w:r w:rsidR="00F635DB">
        <w:t> :</w:t>
      </w:r>
    </w:p>
    <w:p w14:paraId="755BA692" w14:textId="5C3C8CD1" w:rsidR="00F635DB" w:rsidRDefault="00F635DB" w:rsidP="00F635DB">
      <w:r>
        <w:lastRenderedPageBreak/>
        <w:t>— </w:t>
      </w:r>
      <w:r w:rsidR="00855694" w:rsidRPr="009071AC">
        <w:t xml:space="preserve">Je ne verrai jamais un sou des millions de </w:t>
      </w:r>
      <w:proofErr w:type="spellStart"/>
      <w:r w:rsidR="00855694" w:rsidRPr="009071AC">
        <w:t>Chalusse</w:t>
      </w:r>
      <w:proofErr w:type="spellEnd"/>
      <w:r w:rsidR="00855694" w:rsidRPr="009071AC">
        <w:t xml:space="preserve"> et mes 4</w:t>
      </w:r>
      <w:r w:rsidRPr="009071AC">
        <w:t>0</w:t>
      </w:r>
      <w:r>
        <w:t>,</w:t>
      </w:r>
      <w:r w:rsidRPr="009071AC">
        <w:t>0</w:t>
      </w:r>
      <w:r w:rsidR="00855694" w:rsidRPr="009071AC">
        <w:t>00 francs sont flambés</w:t>
      </w:r>
      <w:r>
        <w:t xml:space="preserve"> ; </w:t>
      </w:r>
      <w:r w:rsidR="00855694" w:rsidRPr="009071AC">
        <w:t>mais</w:t>
      </w:r>
      <w:r>
        <w:t xml:space="preserve">, </w:t>
      </w:r>
      <w:r w:rsidR="00855694" w:rsidRPr="009071AC">
        <w:t>tonnerre du ciel</w:t>
      </w:r>
      <w:r>
        <w:t xml:space="preserve"> !… </w:t>
      </w:r>
      <w:r w:rsidR="00855694" w:rsidRPr="009071AC">
        <w:t>je me donnerai de l</w:t>
      </w:r>
      <w:r>
        <w:t>’</w:t>
      </w:r>
      <w:r w:rsidR="00855694" w:rsidRPr="009071AC">
        <w:t>agrément pour mon argent</w:t>
      </w:r>
      <w:r>
        <w:t xml:space="preserve">… </w:t>
      </w:r>
      <w:r w:rsidR="00855694" w:rsidRPr="009071AC">
        <w:t>Ah</w:t>
      </w:r>
      <w:r>
        <w:t xml:space="preserve"> !… </w:t>
      </w:r>
      <w:proofErr w:type="spellStart"/>
      <w:r w:rsidR="00855694" w:rsidRPr="009071AC">
        <w:t>Coralth</w:t>
      </w:r>
      <w:proofErr w:type="spellEnd"/>
      <w:r w:rsidR="00855694" w:rsidRPr="009071AC">
        <w:t xml:space="preserve"> et </w:t>
      </w:r>
      <w:proofErr w:type="spellStart"/>
      <w:r w:rsidR="00855694" w:rsidRPr="009071AC">
        <w:t>Valorsay</w:t>
      </w:r>
      <w:proofErr w:type="spellEnd"/>
      <w:r w:rsidR="00855694" w:rsidRPr="009071AC">
        <w:t xml:space="preserve"> s</w:t>
      </w:r>
      <w:r>
        <w:t>’</w:t>
      </w:r>
      <w:r w:rsidR="00855694" w:rsidRPr="009071AC">
        <w:t>entendent pour me ruiner</w:t>
      </w:r>
      <w:r>
        <w:t xml:space="preserve"> !… </w:t>
      </w:r>
      <w:r w:rsidR="00855694" w:rsidRPr="009071AC">
        <w:t>Un moment</w:t>
      </w:r>
      <w:r>
        <w:t xml:space="preserve"> !… </w:t>
      </w:r>
      <w:r w:rsidR="00855694" w:rsidRPr="009071AC">
        <w:t>Puisque c</w:t>
      </w:r>
      <w:r>
        <w:t>’</w:t>
      </w:r>
      <w:r w:rsidR="00855694" w:rsidRPr="009071AC">
        <w:t>est ainsi</w:t>
      </w:r>
      <w:r>
        <w:t xml:space="preserve">, </w:t>
      </w:r>
      <w:r w:rsidR="00855694" w:rsidRPr="009071AC">
        <w:t>je passe</w:t>
      </w:r>
      <w:r>
        <w:t xml:space="preserve">, </w:t>
      </w:r>
      <w:r w:rsidR="00855694" w:rsidRPr="009071AC">
        <w:t>moi</w:t>
      </w:r>
      <w:r>
        <w:t xml:space="preserve">, </w:t>
      </w:r>
      <w:r w:rsidR="00855694" w:rsidRPr="009071AC">
        <w:t xml:space="preserve">du côté de </w:t>
      </w:r>
      <w:r>
        <w:t>M</w:t>
      </w:r>
      <w:r w:rsidRPr="00F635DB">
        <w:rPr>
          <w:vertAlign w:val="superscript"/>
        </w:rPr>
        <w:t>lle</w:t>
      </w:r>
      <w:r>
        <w:t> </w:t>
      </w:r>
      <w:r w:rsidR="00855694" w:rsidRPr="009071AC">
        <w:t>Marguerite et du malheureux dont on a perdu la vie</w:t>
      </w:r>
      <w:r>
        <w:t xml:space="preserve">… </w:t>
      </w:r>
      <w:r w:rsidR="00855694" w:rsidRPr="009071AC">
        <w:t>Ah</w:t>
      </w:r>
      <w:r>
        <w:t xml:space="preserve"> ! </w:t>
      </w:r>
      <w:r w:rsidR="00855694" w:rsidRPr="009071AC">
        <w:t>mes petits</w:t>
      </w:r>
      <w:r>
        <w:t xml:space="preserve">, </w:t>
      </w:r>
      <w:r w:rsidR="00855694" w:rsidRPr="009071AC">
        <w:t>vous ne connaissez pas encore Fortunat</w:t>
      </w:r>
      <w:r>
        <w:t xml:space="preserve"> !… </w:t>
      </w:r>
      <w:r w:rsidR="00855694" w:rsidRPr="009071AC">
        <w:t>Maintenant que je passe aux innocents</w:t>
      </w:r>
      <w:r>
        <w:t xml:space="preserve">, </w:t>
      </w:r>
      <w:r w:rsidR="00855694" w:rsidRPr="009071AC">
        <w:t>nous verrons s</w:t>
      </w:r>
      <w:r>
        <w:t>’</w:t>
      </w:r>
      <w:r w:rsidR="00855694" w:rsidRPr="009071AC">
        <w:t>ils n</w:t>
      </w:r>
      <w:r>
        <w:t>’</w:t>
      </w:r>
      <w:r w:rsidR="00855694" w:rsidRPr="009071AC">
        <w:t>auront pas raison de vous et s</w:t>
      </w:r>
      <w:r>
        <w:t>’</w:t>
      </w:r>
      <w:r w:rsidR="00855694" w:rsidRPr="009071AC">
        <w:t>ils ne vous démasqueront pas</w:t>
      </w:r>
      <w:r>
        <w:t xml:space="preserve">… </w:t>
      </w:r>
      <w:r w:rsidR="00855694" w:rsidRPr="009071AC">
        <w:t>Je vais me mettre à faire du bien</w:t>
      </w:r>
      <w:r>
        <w:t xml:space="preserve">, </w:t>
      </w:r>
      <w:r w:rsidR="00855694" w:rsidRPr="009071AC">
        <w:t>puisque vous m</w:t>
      </w:r>
      <w:r>
        <w:t>’</w:t>
      </w:r>
      <w:r w:rsidR="00855694" w:rsidRPr="009071AC">
        <w:t>y forcez</w:t>
      </w:r>
      <w:r>
        <w:t xml:space="preserve">, </w:t>
      </w:r>
      <w:r w:rsidR="00855694" w:rsidRPr="009071AC">
        <w:t>et gratis</w:t>
      </w:r>
      <w:r>
        <w:t xml:space="preserve">, </w:t>
      </w:r>
      <w:r w:rsidR="00855694" w:rsidRPr="009071AC">
        <w:t>encore</w:t>
      </w:r>
      <w:r>
        <w:t> !…</w:t>
      </w:r>
    </w:p>
    <w:p w14:paraId="49F94E4F" w14:textId="77777777" w:rsidR="00F635DB" w:rsidRDefault="00855694" w:rsidP="00F635DB">
      <w:r w:rsidRPr="009071AC">
        <w:t>Chupin était radieux</w:t>
      </w:r>
      <w:r w:rsidR="00F635DB">
        <w:t xml:space="preserve"> : </w:t>
      </w:r>
      <w:r w:rsidRPr="009071AC">
        <w:t>c</w:t>
      </w:r>
      <w:r w:rsidR="00F635DB">
        <w:t>’</w:t>
      </w:r>
      <w:r w:rsidRPr="009071AC">
        <w:t>était sa vengeance qui mitonnait</w:t>
      </w:r>
      <w:r w:rsidR="00F635DB">
        <w:t>.</w:t>
      </w:r>
    </w:p>
    <w:p w14:paraId="7245D109" w14:textId="77777777" w:rsidR="00F635DB" w:rsidRDefault="00F635DB" w:rsidP="00F635DB">
      <w:r>
        <w:t>— </w:t>
      </w:r>
      <w:r w:rsidR="00855694" w:rsidRPr="009071AC">
        <w:t>Et moi</w:t>
      </w:r>
      <w:r>
        <w:t xml:space="preserve">, </w:t>
      </w:r>
      <w:r w:rsidR="00855694" w:rsidRPr="009071AC">
        <w:t>m</w:t>
      </w:r>
      <w:r>
        <w:t>’</w:t>
      </w:r>
      <w:proofErr w:type="spellStart"/>
      <w:r w:rsidR="00855694" w:rsidRPr="009071AC">
        <w:t>sieu</w:t>
      </w:r>
      <w:proofErr w:type="spellEnd"/>
      <w:r>
        <w:t xml:space="preserve">, </w:t>
      </w:r>
      <w:r w:rsidR="00855694" w:rsidRPr="009071AC">
        <w:t>dit-il</w:t>
      </w:r>
      <w:r>
        <w:t xml:space="preserve">, </w:t>
      </w:r>
      <w:r w:rsidR="00855694" w:rsidRPr="009071AC">
        <w:t xml:space="preserve">je vous en apprendrai de drôles sur le </w:t>
      </w:r>
      <w:proofErr w:type="spellStart"/>
      <w:r w:rsidR="00855694" w:rsidRPr="009071AC">
        <w:t>Coralth</w:t>
      </w:r>
      <w:proofErr w:type="spellEnd"/>
      <w:r>
        <w:t xml:space="preserve">… </w:t>
      </w:r>
      <w:r w:rsidR="00855694" w:rsidRPr="009071AC">
        <w:t>D</w:t>
      </w:r>
      <w:r>
        <w:t>’</w:t>
      </w:r>
      <w:r w:rsidR="00855694" w:rsidRPr="009071AC">
        <w:t>abord</w:t>
      </w:r>
      <w:r>
        <w:t xml:space="preserve">, </w:t>
      </w:r>
      <w:r w:rsidR="00855694" w:rsidRPr="009071AC">
        <w:t>il est marié</w:t>
      </w:r>
      <w:r>
        <w:t xml:space="preserve">, </w:t>
      </w:r>
      <w:r w:rsidR="00855694" w:rsidRPr="009071AC">
        <w:t>le gredin</w:t>
      </w:r>
      <w:r>
        <w:t xml:space="preserve">, </w:t>
      </w:r>
      <w:r w:rsidR="00855694" w:rsidRPr="009071AC">
        <w:t>et sa femme doit tenir un bureau de tabac quelque part</w:t>
      </w:r>
      <w:r>
        <w:t xml:space="preserve">, </w:t>
      </w:r>
      <w:r w:rsidR="00855694" w:rsidRPr="009071AC">
        <w:t>dans les environs de la route d</w:t>
      </w:r>
      <w:r>
        <w:t>’</w:t>
      </w:r>
      <w:r w:rsidR="00855694" w:rsidRPr="009071AC">
        <w:t>Asnières</w:t>
      </w:r>
      <w:r>
        <w:t xml:space="preserve">… </w:t>
      </w:r>
      <w:r w:rsidR="00855694" w:rsidRPr="009071AC">
        <w:t>je vous la retrouverai</w:t>
      </w:r>
      <w:r>
        <w:t xml:space="preserve">, </w:t>
      </w:r>
      <w:r w:rsidR="00855694" w:rsidRPr="009071AC">
        <w:t>vous verrez</w:t>
      </w:r>
      <w:r>
        <w:t>…</w:t>
      </w:r>
    </w:p>
    <w:p w14:paraId="41CC372C" w14:textId="07E72615" w:rsidR="00F635DB" w:rsidRDefault="00855694" w:rsidP="00F635DB">
      <w:r w:rsidRPr="009071AC">
        <w:t>L</w:t>
      </w:r>
      <w:r w:rsidR="00F635DB">
        <w:t>’</w:t>
      </w:r>
      <w:r w:rsidRPr="009071AC">
        <w:t>arrêt soudain de la voiture</w:t>
      </w:r>
      <w:r w:rsidR="00F635DB">
        <w:t xml:space="preserve">, </w:t>
      </w:r>
      <w:r w:rsidRPr="009071AC">
        <w:t>arrivée à la place de la Bourse</w:t>
      </w:r>
      <w:r w:rsidR="00F635DB">
        <w:t xml:space="preserve">, </w:t>
      </w:r>
      <w:r w:rsidRPr="009071AC">
        <w:t>lui coupa la parole</w:t>
      </w:r>
      <w:r w:rsidR="00F635DB">
        <w:t>. M. </w:t>
      </w:r>
      <w:r w:rsidRPr="009071AC">
        <w:t>Fortunat commanda à Chupin de payer le cocher</w:t>
      </w:r>
      <w:r w:rsidR="00F635DB">
        <w:t xml:space="preserve">, </w:t>
      </w:r>
      <w:r w:rsidRPr="009071AC">
        <w:t>et quatre à quatre il monta ses escaliers</w:t>
      </w:r>
      <w:r w:rsidR="00F635DB">
        <w:t xml:space="preserve">, </w:t>
      </w:r>
      <w:r w:rsidRPr="009071AC">
        <w:t>ayant hâte</w:t>
      </w:r>
      <w:r w:rsidR="00F635DB">
        <w:t xml:space="preserve">, </w:t>
      </w:r>
      <w:r w:rsidRPr="009071AC">
        <w:t>ainsi qu</w:t>
      </w:r>
      <w:r w:rsidR="00F635DB">
        <w:t>’</w:t>
      </w:r>
      <w:r w:rsidRPr="009071AC">
        <w:t>il le disait</w:t>
      </w:r>
      <w:r w:rsidR="00F635DB">
        <w:t xml:space="preserve">, </w:t>
      </w:r>
      <w:r w:rsidRPr="009071AC">
        <w:t>d</w:t>
      </w:r>
      <w:r w:rsidR="00F635DB">
        <w:t>’</w:t>
      </w:r>
      <w:r w:rsidRPr="009071AC">
        <w:t>arrêter son plan de campagne</w:t>
      </w:r>
      <w:r w:rsidR="00F635DB">
        <w:t xml:space="preserve">… </w:t>
      </w:r>
      <w:r w:rsidRPr="009071AC">
        <w:t>En son absence</w:t>
      </w:r>
      <w:r w:rsidR="00F635DB">
        <w:t xml:space="preserve">, </w:t>
      </w:r>
      <w:r w:rsidRPr="009071AC">
        <w:t xml:space="preserve">un commissionnaire avait apporté une lettre que </w:t>
      </w:r>
      <w:r w:rsidR="00F635DB">
        <w:t>M</w:t>
      </w:r>
      <w:r w:rsidR="00F635DB" w:rsidRPr="00F635DB">
        <w:rPr>
          <w:vertAlign w:val="superscript"/>
        </w:rPr>
        <w:t>me</w:t>
      </w:r>
      <w:r w:rsidR="00F635DB">
        <w:t> </w:t>
      </w:r>
      <w:proofErr w:type="spellStart"/>
      <w:r w:rsidRPr="009071AC">
        <w:t>Dodelin</w:t>
      </w:r>
      <w:proofErr w:type="spellEnd"/>
      <w:r w:rsidRPr="009071AC">
        <w:t xml:space="preserve"> lui remit</w:t>
      </w:r>
      <w:r w:rsidR="00F635DB">
        <w:t>.</w:t>
      </w:r>
    </w:p>
    <w:p w14:paraId="4AFA6C11" w14:textId="77777777" w:rsidR="00F635DB" w:rsidRDefault="00855694" w:rsidP="00F635DB">
      <w:r w:rsidRPr="009071AC">
        <w:t>Il brisa le cachet</w:t>
      </w:r>
      <w:r w:rsidR="00F635DB">
        <w:t xml:space="preserve">, </w:t>
      </w:r>
      <w:r w:rsidRPr="009071AC">
        <w:t>et lut</w:t>
      </w:r>
      <w:r w:rsidR="00F635DB">
        <w:t> :</w:t>
      </w:r>
    </w:p>
    <w:p w14:paraId="0BD6D421" w14:textId="77777777" w:rsidR="00F635DB" w:rsidRDefault="00F635DB" w:rsidP="00F635DB">
      <w:r>
        <w:t>« </w:t>
      </w:r>
      <w:r w:rsidR="00855694" w:rsidRPr="009071AC">
        <w:t>Monsieur</w:t>
      </w:r>
      <w:r>
        <w:t>,</w:t>
      </w:r>
    </w:p>
    <w:p w14:paraId="23CB2E29" w14:textId="0CFFB421" w:rsidR="00F635DB" w:rsidRDefault="00F635DB" w:rsidP="00F635DB">
      <w:r>
        <w:t>« </w:t>
      </w:r>
      <w:r w:rsidR="00855694" w:rsidRPr="009071AC">
        <w:t xml:space="preserve">Je suis la pupille de feu </w:t>
      </w:r>
      <w:r>
        <w:t>M. </w:t>
      </w:r>
      <w:r w:rsidR="00855694" w:rsidRPr="009071AC">
        <w:t xml:space="preserve">le comte de </w:t>
      </w:r>
      <w:proofErr w:type="spellStart"/>
      <w:r w:rsidR="00855694" w:rsidRPr="009071AC">
        <w:t>Chalusse</w:t>
      </w:r>
      <w:proofErr w:type="spellEnd"/>
      <w:r>
        <w:t xml:space="preserve">… </w:t>
      </w:r>
      <w:r w:rsidR="00855694" w:rsidRPr="009071AC">
        <w:t>Il faut que je vous parle</w:t>
      </w:r>
      <w:r>
        <w:t xml:space="preserve">… </w:t>
      </w:r>
      <w:r w:rsidR="00855694" w:rsidRPr="009071AC">
        <w:t>Voulez-vous m</w:t>
      </w:r>
      <w:r>
        <w:t>’</w:t>
      </w:r>
      <w:r w:rsidR="00855694" w:rsidRPr="009071AC">
        <w:t>attendre chez vous après-demain</w:t>
      </w:r>
      <w:r>
        <w:t xml:space="preserve">, </w:t>
      </w:r>
      <w:r w:rsidR="00855694" w:rsidRPr="009071AC">
        <w:t>mardi</w:t>
      </w:r>
      <w:r>
        <w:t xml:space="preserve">, </w:t>
      </w:r>
      <w:r w:rsidR="00855694" w:rsidRPr="009071AC">
        <w:t>de trois à quatre heures</w:t>
      </w:r>
      <w:r>
        <w:t>…</w:t>
      </w:r>
    </w:p>
    <w:p w14:paraId="2C1E9190" w14:textId="77777777" w:rsidR="00F635DB" w:rsidRDefault="00F635DB" w:rsidP="00F635DB">
      <w:r>
        <w:t>« </w:t>
      </w:r>
      <w:r w:rsidR="00855694" w:rsidRPr="009071AC">
        <w:t>Je vous salue</w:t>
      </w:r>
      <w:r>
        <w:t>,</w:t>
      </w:r>
    </w:p>
    <w:p w14:paraId="5F8B9F9E" w14:textId="44B69929" w:rsidR="00F635DB" w:rsidRDefault="00F635DB" w:rsidP="00F635DB">
      <w:pPr>
        <w:jc w:val="right"/>
      </w:pPr>
      <w:r>
        <w:t>« </w:t>
      </w:r>
      <w:r w:rsidR="00855694" w:rsidRPr="00F635DB">
        <w:t>M</w:t>
      </w:r>
      <w:r w:rsidR="00855694" w:rsidRPr="00F635DB">
        <w:rPr>
          <w:szCs w:val="32"/>
        </w:rPr>
        <w:t>ARGUERITE</w:t>
      </w:r>
      <w:r>
        <w:t>. »</w:t>
      </w:r>
    </w:p>
    <w:p w14:paraId="4D3EAE33" w14:textId="4CD697D5" w:rsidR="00855694" w:rsidRPr="009071AC" w:rsidRDefault="00855694" w:rsidP="00F635DB">
      <w:pPr>
        <w:pStyle w:val="Titre1"/>
      </w:pPr>
      <w:bookmarkStart w:id="20" w:name="_Toc202021418"/>
      <w:r w:rsidRPr="009071AC">
        <w:lastRenderedPageBreak/>
        <w:t>XX</w:t>
      </w:r>
      <w:bookmarkEnd w:id="20"/>
      <w:r w:rsidRPr="009071AC">
        <w:br/>
      </w:r>
    </w:p>
    <w:p w14:paraId="743258A7" w14:textId="3806907F" w:rsidR="00F635DB" w:rsidRDefault="00855694" w:rsidP="00F635DB">
      <w:r w:rsidRPr="009071AC">
        <w:t>Lorsque sur les dix heures du soir</w:t>
      </w:r>
      <w:r w:rsidR="00F635DB">
        <w:t xml:space="preserve">, </w:t>
      </w:r>
      <w:r w:rsidRPr="009071AC">
        <w:t>frissonnante et tout émue</w:t>
      </w:r>
      <w:r w:rsidR="00F635DB">
        <w:t>, M</w:t>
      </w:r>
      <w:r w:rsidR="00F635DB" w:rsidRPr="00F635DB">
        <w:rPr>
          <w:vertAlign w:val="superscript"/>
        </w:rPr>
        <w:t>lle</w:t>
      </w:r>
      <w:r w:rsidR="00F635DB">
        <w:t> </w:t>
      </w:r>
      <w:r w:rsidRPr="009071AC">
        <w:t xml:space="preserve">Marguerite abandonnait le lit de mort du comte de </w:t>
      </w:r>
      <w:proofErr w:type="spellStart"/>
      <w:r w:rsidRPr="009071AC">
        <w:t>Chalusse</w:t>
      </w:r>
      <w:proofErr w:type="spellEnd"/>
      <w:r w:rsidR="00F635DB">
        <w:t xml:space="preserve">, </w:t>
      </w:r>
      <w:r w:rsidRPr="009071AC">
        <w:t>pour courir rue d</w:t>
      </w:r>
      <w:r w:rsidR="00F635DB">
        <w:t>’</w:t>
      </w:r>
      <w:r w:rsidRPr="009071AC">
        <w:t>Ulm</w:t>
      </w:r>
      <w:r w:rsidR="00F635DB">
        <w:t xml:space="preserve">, </w:t>
      </w:r>
      <w:r w:rsidRPr="009071AC">
        <w:t xml:space="preserve">chez Pascal </w:t>
      </w:r>
      <w:proofErr w:type="spellStart"/>
      <w:r w:rsidRPr="009071AC">
        <w:t>Férailleur</w:t>
      </w:r>
      <w:proofErr w:type="spellEnd"/>
      <w:r w:rsidR="00F635DB">
        <w:t xml:space="preserve">, </w:t>
      </w:r>
      <w:r w:rsidRPr="009071AC">
        <w:t>elle ne désespérait pas encore de l</w:t>
      </w:r>
      <w:r w:rsidR="00F635DB">
        <w:t>’</w:t>
      </w:r>
      <w:r w:rsidRPr="009071AC">
        <w:t>avenir</w:t>
      </w:r>
      <w:r w:rsidR="00F635DB">
        <w:t>…</w:t>
      </w:r>
    </w:p>
    <w:p w14:paraId="2803298F" w14:textId="77777777" w:rsidR="00F635DB" w:rsidRDefault="00855694" w:rsidP="00F635DB">
      <w:r w:rsidRPr="009071AC">
        <w:t>Vainement le malheur qui l</w:t>
      </w:r>
      <w:r w:rsidR="00F635DB">
        <w:t>’</w:t>
      </w:r>
      <w:r w:rsidRPr="009071AC">
        <w:t>avait reçue à sa naissance et qui depuis la poursuivait sans relâche</w:t>
      </w:r>
      <w:r w:rsidR="00F635DB">
        <w:t xml:space="preserve">, </w:t>
      </w:r>
      <w:r w:rsidRPr="009071AC">
        <w:t>la frappait à coups précipités</w:t>
      </w:r>
      <w:r w:rsidR="00F635DB">
        <w:t xml:space="preserve">… </w:t>
      </w:r>
      <w:r w:rsidRPr="009071AC">
        <w:t>Père</w:t>
      </w:r>
      <w:r w:rsidR="00F635DB">
        <w:t xml:space="preserve">, </w:t>
      </w:r>
      <w:r w:rsidRPr="009071AC">
        <w:t>ami</w:t>
      </w:r>
      <w:r w:rsidR="00F635DB">
        <w:t xml:space="preserve">, </w:t>
      </w:r>
      <w:r w:rsidRPr="009071AC">
        <w:t>rang</w:t>
      </w:r>
      <w:r w:rsidR="00F635DB">
        <w:t xml:space="preserve">, </w:t>
      </w:r>
      <w:r w:rsidRPr="009071AC">
        <w:t>position</w:t>
      </w:r>
      <w:r w:rsidR="00F635DB">
        <w:t xml:space="preserve">, </w:t>
      </w:r>
      <w:r w:rsidRPr="009071AC">
        <w:t>sécurité</w:t>
      </w:r>
      <w:r w:rsidR="00F635DB">
        <w:t xml:space="preserve">, </w:t>
      </w:r>
      <w:r w:rsidRPr="009071AC">
        <w:t>fortune</w:t>
      </w:r>
      <w:r w:rsidR="00F635DB">
        <w:t xml:space="preserve">, </w:t>
      </w:r>
      <w:r w:rsidRPr="009071AC">
        <w:t>elle venait de tout perdre en un moment</w:t>
      </w:r>
      <w:r w:rsidR="00F635DB">
        <w:t xml:space="preserve"> ;… </w:t>
      </w:r>
      <w:r w:rsidRPr="009071AC">
        <w:t>n</w:t>
      </w:r>
      <w:r w:rsidR="00F635DB">
        <w:t>’</w:t>
      </w:r>
      <w:r w:rsidRPr="009071AC">
        <w:t>importe</w:t>
      </w:r>
      <w:r w:rsidR="00F635DB">
        <w:t xml:space="preserve"> !… </w:t>
      </w:r>
      <w:r w:rsidRPr="009071AC">
        <w:t>Dans le lointain</w:t>
      </w:r>
      <w:r w:rsidR="00F635DB">
        <w:t xml:space="preserve">, </w:t>
      </w:r>
      <w:r w:rsidRPr="009071AC">
        <w:t>pareille à la lueur d</w:t>
      </w:r>
      <w:r w:rsidR="00F635DB">
        <w:t>’</w:t>
      </w:r>
      <w:r w:rsidRPr="009071AC">
        <w:t>un phare obscurci par les brumes</w:t>
      </w:r>
      <w:r w:rsidR="00F635DB">
        <w:t xml:space="preserve">, </w:t>
      </w:r>
      <w:r w:rsidRPr="009071AC">
        <w:t>elle entrevoyait encore une promesse de bonheur</w:t>
      </w:r>
      <w:r w:rsidR="00F635DB">
        <w:t>.</w:t>
      </w:r>
    </w:p>
    <w:p w14:paraId="6070DB04" w14:textId="77777777" w:rsidR="00F635DB" w:rsidRDefault="00855694" w:rsidP="00F635DB">
      <w:r w:rsidRPr="009071AC">
        <w:t>Elle souffrait</w:t>
      </w:r>
      <w:r w:rsidR="00F635DB">
        <w:t xml:space="preserve">, </w:t>
      </w:r>
      <w:r w:rsidRPr="009071AC">
        <w:t>mais elle trouvait une sorte d</w:t>
      </w:r>
      <w:r w:rsidR="00F635DB">
        <w:t>’</w:t>
      </w:r>
      <w:r w:rsidRPr="009071AC">
        <w:t>amère volupté à cette pensée d</w:t>
      </w:r>
      <w:r w:rsidR="00F635DB">
        <w:t>’</w:t>
      </w:r>
      <w:r w:rsidRPr="009071AC">
        <w:t>unir indissolublement sa vie à celle d</w:t>
      </w:r>
      <w:r w:rsidR="00F635DB">
        <w:t>’</w:t>
      </w:r>
      <w:r w:rsidRPr="009071AC">
        <w:t>un homme malheureux comme elle</w:t>
      </w:r>
      <w:r w:rsidR="00F635DB">
        <w:t xml:space="preserve">, </w:t>
      </w:r>
      <w:r w:rsidRPr="009071AC">
        <w:t>comme elle calomnié</w:t>
      </w:r>
      <w:r w:rsidR="00F635DB">
        <w:t xml:space="preserve">, </w:t>
      </w:r>
      <w:r w:rsidRPr="009071AC">
        <w:t>flétri des plus terribles et des plus injustes imputations</w:t>
      </w:r>
      <w:r w:rsidR="00F635DB">
        <w:t xml:space="preserve">, </w:t>
      </w:r>
      <w:r w:rsidRPr="009071AC">
        <w:t>repoussé de tous</w:t>
      </w:r>
      <w:r w:rsidR="00F635DB">
        <w:t xml:space="preserve">, </w:t>
      </w:r>
      <w:r w:rsidRPr="009071AC">
        <w:t>sans état désormais et sans amis</w:t>
      </w:r>
      <w:r w:rsidR="00F635DB">
        <w:t>.</w:t>
      </w:r>
    </w:p>
    <w:p w14:paraId="5E631CE4" w14:textId="77777777" w:rsidR="00F635DB" w:rsidRDefault="00855694" w:rsidP="00F635DB">
      <w:r w:rsidRPr="009071AC">
        <w:t>Il lui semblait que la réprobation imméritée dont ils seraient l</w:t>
      </w:r>
      <w:r w:rsidR="00F635DB">
        <w:t>’</w:t>
      </w:r>
      <w:r w:rsidRPr="009071AC">
        <w:t>objet les rapprocherait encore</w:t>
      </w:r>
      <w:r w:rsidR="00F635DB">
        <w:t xml:space="preserve">, </w:t>
      </w:r>
      <w:r w:rsidRPr="009071AC">
        <w:t>resserrerait davantage les liens si forts de leur amour</w:t>
      </w:r>
      <w:r w:rsidR="00F635DB">
        <w:t xml:space="preserve">, </w:t>
      </w:r>
      <w:r w:rsidRPr="009071AC">
        <w:t>les donnerait mieux l</w:t>
      </w:r>
      <w:r w:rsidR="00F635DB">
        <w:t>’</w:t>
      </w:r>
      <w:r w:rsidRPr="009071AC">
        <w:t>un à l</w:t>
      </w:r>
      <w:r w:rsidR="00F635DB">
        <w:t>’</w:t>
      </w:r>
      <w:r w:rsidRPr="009071AC">
        <w:t>autre et achèverait de confondre leurs âmes</w:t>
      </w:r>
      <w:r w:rsidR="00F635DB">
        <w:t>…</w:t>
      </w:r>
    </w:p>
    <w:p w14:paraId="214D01ED" w14:textId="77777777" w:rsidR="00F635DB" w:rsidRDefault="00855694" w:rsidP="00F635DB">
      <w:r w:rsidRPr="009071AC">
        <w:t>On s</w:t>
      </w:r>
      <w:r w:rsidR="00F635DB">
        <w:t>’</w:t>
      </w:r>
      <w:r w:rsidRPr="009071AC">
        <w:t>éloignerait d</w:t>
      </w:r>
      <w:r w:rsidR="00F635DB">
        <w:t>’</w:t>
      </w:r>
      <w:r w:rsidRPr="009071AC">
        <w:t>eux d</w:t>
      </w:r>
      <w:r w:rsidR="00F635DB">
        <w:t>’</w:t>
      </w:r>
      <w:r w:rsidRPr="009071AC">
        <w:t>un air de mépris</w:t>
      </w:r>
      <w:r w:rsidR="00F635DB">
        <w:t xml:space="preserve"> ; </w:t>
      </w:r>
      <w:r w:rsidRPr="009071AC">
        <w:t>mais qu</w:t>
      </w:r>
      <w:r w:rsidR="00F635DB">
        <w:t>’</w:t>
      </w:r>
      <w:r w:rsidRPr="009071AC">
        <w:t>auraient-ils besoin de l</w:t>
      </w:r>
      <w:r w:rsidR="00F635DB">
        <w:t>’</w:t>
      </w:r>
      <w:r w:rsidRPr="009071AC">
        <w:t>approbation du monde</w:t>
      </w:r>
      <w:r w:rsidR="00F635DB">
        <w:t xml:space="preserve">, </w:t>
      </w:r>
      <w:r w:rsidRPr="009071AC">
        <w:t>ayant leur conscience pour eux</w:t>
      </w:r>
      <w:r w:rsidR="00F635DB">
        <w:t xml:space="preserve"> ! </w:t>
      </w:r>
      <w:r w:rsidRPr="009071AC">
        <w:t>Ne se suffiraient-ils pas</w:t>
      </w:r>
      <w:r w:rsidR="00F635DB">
        <w:t xml:space="preserve">, </w:t>
      </w:r>
      <w:r w:rsidRPr="009071AC">
        <w:t>puisqu</w:t>
      </w:r>
      <w:r w:rsidR="00F635DB">
        <w:t>’</w:t>
      </w:r>
      <w:r w:rsidRPr="009071AC">
        <w:t>ils s</w:t>
      </w:r>
      <w:r w:rsidR="00F635DB">
        <w:t>’</w:t>
      </w:r>
      <w:r w:rsidRPr="009071AC">
        <w:t>aimaient</w:t>
      </w:r>
      <w:r w:rsidR="00F635DB">
        <w:t> ?…</w:t>
      </w:r>
    </w:p>
    <w:p w14:paraId="629076BC" w14:textId="77777777" w:rsidR="00F635DB" w:rsidRDefault="00855694" w:rsidP="00F635DB">
      <w:r w:rsidRPr="009071AC">
        <w:t>Et s</w:t>
      </w:r>
      <w:r w:rsidR="00F635DB">
        <w:t>’</w:t>
      </w:r>
      <w:r w:rsidRPr="009071AC">
        <w:t>il fallait absolument quitter la France</w:t>
      </w:r>
      <w:r w:rsidR="00F635DB">
        <w:t xml:space="preserve">, </w:t>
      </w:r>
      <w:r w:rsidRPr="009071AC">
        <w:t>eh bien</w:t>
      </w:r>
      <w:r w:rsidR="00F635DB">
        <w:t xml:space="preserve"> ! </w:t>
      </w:r>
      <w:r w:rsidRPr="009071AC">
        <w:t>ils la quitteraient</w:t>
      </w:r>
      <w:r w:rsidR="00F635DB">
        <w:t xml:space="preserve"> ; </w:t>
      </w:r>
      <w:r w:rsidRPr="009071AC">
        <w:t>la patrie pour eux serait toujours où ils seraient ensemble</w:t>
      </w:r>
      <w:r w:rsidR="00F635DB">
        <w:t>.</w:t>
      </w:r>
    </w:p>
    <w:p w14:paraId="28925469" w14:textId="77777777" w:rsidR="00F635DB" w:rsidRDefault="00855694" w:rsidP="00F635DB">
      <w:r w:rsidRPr="009071AC">
        <w:lastRenderedPageBreak/>
        <w:t>Et à mesure qu</w:t>
      </w:r>
      <w:r w:rsidR="00F635DB">
        <w:t>’</w:t>
      </w:r>
      <w:r w:rsidRPr="009071AC">
        <w:t>elle approchait</w:t>
      </w:r>
      <w:r w:rsidR="00F635DB">
        <w:t xml:space="preserve">, </w:t>
      </w:r>
      <w:r w:rsidRPr="009071AC">
        <w:t>elle se représentait la douleur de Pascal</w:t>
      </w:r>
      <w:r w:rsidR="00F635DB">
        <w:t xml:space="preserve">, </w:t>
      </w:r>
      <w:r w:rsidRPr="009071AC">
        <w:t>mais aussi sa surprise et sa joie</w:t>
      </w:r>
      <w:r w:rsidR="00F635DB">
        <w:t xml:space="preserve">, </w:t>
      </w:r>
      <w:r w:rsidRPr="009071AC">
        <w:t>quand il la verrait tout à coup paraître</w:t>
      </w:r>
      <w:r w:rsidR="00F635DB">
        <w:t xml:space="preserve"> ; </w:t>
      </w:r>
      <w:r w:rsidRPr="009071AC">
        <w:t>quand</w:t>
      </w:r>
      <w:r w:rsidR="00F635DB">
        <w:t xml:space="preserve">, </w:t>
      </w:r>
      <w:r w:rsidRPr="009071AC">
        <w:t>toute palpitante</w:t>
      </w:r>
      <w:r w:rsidR="00F635DB">
        <w:t xml:space="preserve">, </w:t>
      </w:r>
      <w:r w:rsidRPr="009071AC">
        <w:t>elle lui dirait</w:t>
      </w:r>
      <w:r w:rsidR="00F635DB">
        <w:t> :</w:t>
      </w:r>
    </w:p>
    <w:p w14:paraId="3CA14383" w14:textId="77777777" w:rsidR="00F635DB" w:rsidRDefault="00F635DB" w:rsidP="00F635DB">
      <w:r>
        <w:t>— </w:t>
      </w:r>
      <w:r w:rsidR="00855694" w:rsidRPr="009071AC">
        <w:t>On vous accuse</w:t>
      </w:r>
      <w:r>
        <w:t xml:space="preserve">… </w:t>
      </w:r>
      <w:r w:rsidR="00855694" w:rsidRPr="009071AC">
        <w:t>me voici</w:t>
      </w:r>
      <w:r>
        <w:t xml:space="preserve"> !… </w:t>
      </w:r>
      <w:r w:rsidR="00855694" w:rsidRPr="009071AC">
        <w:t>Je sais que vous êtes innocent et je vous aime</w:t>
      </w:r>
      <w:r>
        <w:t> !…</w:t>
      </w:r>
    </w:p>
    <w:p w14:paraId="6BD0D3B2" w14:textId="77777777" w:rsidR="00F635DB" w:rsidRDefault="00855694" w:rsidP="00F635DB">
      <w:r w:rsidRPr="009071AC">
        <w:t>La voix brutale du portier</w:t>
      </w:r>
      <w:r w:rsidR="00F635DB">
        <w:t xml:space="preserve">, </w:t>
      </w:r>
      <w:r w:rsidRPr="009071AC">
        <w:t>lui apprenant en termes injurieux le départ furtif de Pascal</w:t>
      </w:r>
      <w:r w:rsidR="00F635DB">
        <w:t xml:space="preserve">, </w:t>
      </w:r>
      <w:r w:rsidRPr="009071AC">
        <w:t>brisa comme une bulle de savon le fragile édifice de ses rêves</w:t>
      </w:r>
      <w:r w:rsidR="00F635DB">
        <w:t>.</w:t>
      </w:r>
    </w:p>
    <w:p w14:paraId="17D44BC0" w14:textId="77777777" w:rsidR="00F635DB" w:rsidRDefault="00855694" w:rsidP="00F635DB">
      <w:r w:rsidRPr="009071AC">
        <w:t>Quel espoir garder</w:t>
      </w:r>
      <w:r w:rsidR="00F635DB">
        <w:t xml:space="preserve">, </w:t>
      </w:r>
      <w:r w:rsidRPr="009071AC">
        <w:t>quand il n</w:t>
      </w:r>
      <w:r w:rsidR="00F635DB">
        <w:t>’</w:t>
      </w:r>
      <w:r w:rsidRPr="009071AC">
        <w:t>en conservait plus</w:t>
      </w:r>
      <w:r w:rsidR="00F635DB">
        <w:t xml:space="preserve">, </w:t>
      </w:r>
      <w:r w:rsidRPr="009071AC">
        <w:t>lui</w:t>
      </w:r>
      <w:r w:rsidR="00F635DB">
        <w:t> !…</w:t>
      </w:r>
    </w:p>
    <w:p w14:paraId="0A57D626" w14:textId="77777777" w:rsidR="00F635DB" w:rsidRDefault="00855694" w:rsidP="00F635DB">
      <w:r w:rsidRPr="009071AC">
        <w:t>Elle fut écrasée</w:t>
      </w:r>
      <w:r w:rsidR="00F635DB">
        <w:t xml:space="preserve">, </w:t>
      </w:r>
      <w:r w:rsidRPr="009071AC">
        <w:t>l</w:t>
      </w:r>
      <w:r w:rsidR="00F635DB">
        <w:t>’</w:t>
      </w:r>
      <w:r w:rsidRPr="009071AC">
        <w:t>infortunée</w:t>
      </w:r>
      <w:r w:rsidR="00F635DB">
        <w:t xml:space="preserve">, </w:t>
      </w:r>
      <w:r w:rsidRPr="009071AC">
        <w:t>sous la certitude du désastre définitif</w:t>
      </w:r>
      <w:r w:rsidR="00F635DB">
        <w:t xml:space="preserve">, </w:t>
      </w:r>
      <w:r w:rsidRPr="009071AC">
        <w:t>complet</w:t>
      </w:r>
      <w:r w:rsidR="00F635DB">
        <w:t xml:space="preserve">, </w:t>
      </w:r>
      <w:r w:rsidRPr="009071AC">
        <w:t>absolu</w:t>
      </w:r>
      <w:r w:rsidR="00F635DB">
        <w:t>.</w:t>
      </w:r>
    </w:p>
    <w:p w14:paraId="4B5ACE1E" w14:textId="77777777" w:rsidR="00F635DB" w:rsidRDefault="00855694" w:rsidP="00F635DB">
      <w:r w:rsidRPr="009071AC">
        <w:t>Sa pauvre âme</w:t>
      </w:r>
      <w:r w:rsidR="00F635DB">
        <w:t xml:space="preserve">, </w:t>
      </w:r>
      <w:r w:rsidRPr="009071AC">
        <w:t>sentant la détresse profonde de l</w:t>
      </w:r>
      <w:r w:rsidR="00F635DB">
        <w:t>’</w:t>
      </w:r>
      <w:r w:rsidRPr="009071AC">
        <w:t>irréparable</w:t>
      </w:r>
      <w:r w:rsidR="00F635DB">
        <w:t xml:space="preserve">, </w:t>
      </w:r>
      <w:r w:rsidRPr="009071AC">
        <w:t>n</w:t>
      </w:r>
      <w:r w:rsidR="00F635DB">
        <w:t>’</w:t>
      </w:r>
      <w:r w:rsidRPr="009071AC">
        <w:t>aperçut plus une espérance où se reposer</w:t>
      </w:r>
      <w:r w:rsidR="00F635DB">
        <w:t xml:space="preserve">, </w:t>
      </w:r>
      <w:r w:rsidRPr="009071AC">
        <w:t>où se réfugier</w:t>
      </w:r>
      <w:r w:rsidR="00F635DB">
        <w:t>.</w:t>
      </w:r>
    </w:p>
    <w:p w14:paraId="67EB1138" w14:textId="77777777" w:rsidR="00F635DB" w:rsidRDefault="00855694" w:rsidP="00F635DB">
      <w:r w:rsidRPr="009071AC">
        <w:t>Pascal lui manquant</w:t>
      </w:r>
      <w:r w:rsidR="00F635DB">
        <w:t xml:space="preserve">, </w:t>
      </w:r>
      <w:r w:rsidRPr="009071AC">
        <w:t>tout lui manqua</w:t>
      </w:r>
      <w:r w:rsidR="00F635DB">
        <w:t xml:space="preserve">… </w:t>
      </w:r>
      <w:r w:rsidRPr="009071AC">
        <w:t>Le monde lui parut vide</w:t>
      </w:r>
      <w:r w:rsidR="00F635DB">
        <w:t xml:space="preserve">, </w:t>
      </w:r>
      <w:r w:rsidRPr="009071AC">
        <w:t>l</w:t>
      </w:r>
      <w:r w:rsidR="00F635DB">
        <w:t>’</w:t>
      </w:r>
      <w:r w:rsidRPr="009071AC">
        <w:t>existence sans but</w:t>
      </w:r>
      <w:r w:rsidR="00F635DB">
        <w:t xml:space="preserve">, </w:t>
      </w:r>
      <w:r w:rsidRPr="009071AC">
        <w:t>la lutte une folie</w:t>
      </w:r>
      <w:r w:rsidR="00F635DB">
        <w:t xml:space="preserve">, </w:t>
      </w:r>
      <w:r w:rsidRPr="009071AC">
        <w:t>le bonheur un vain mot</w:t>
      </w:r>
      <w:r w:rsidR="00F635DB">
        <w:t>…</w:t>
      </w:r>
    </w:p>
    <w:p w14:paraId="70E23945" w14:textId="77777777" w:rsidR="00F635DB" w:rsidRDefault="00855694" w:rsidP="00F635DB">
      <w:r w:rsidRPr="009071AC">
        <w:t>Elle souhaita le néant</w:t>
      </w:r>
      <w:r w:rsidR="00F635DB">
        <w:t> !…</w:t>
      </w:r>
    </w:p>
    <w:p w14:paraId="14E213D1" w14:textId="7B2C8361" w:rsidR="00F635DB" w:rsidRDefault="00F635DB" w:rsidP="00F635DB">
      <w:r>
        <w:t>M</w:t>
      </w:r>
      <w:r w:rsidRPr="00F635DB">
        <w:rPr>
          <w:vertAlign w:val="superscript"/>
        </w:rPr>
        <w:t>me</w:t>
      </w:r>
      <w:r>
        <w:t> </w:t>
      </w:r>
      <w:r w:rsidR="00855694" w:rsidRPr="009071AC">
        <w:t>Léon</w:t>
      </w:r>
      <w:r>
        <w:t xml:space="preserve">, </w:t>
      </w:r>
      <w:r w:rsidR="00855694" w:rsidRPr="009071AC">
        <w:t>cependant</w:t>
      </w:r>
      <w:r>
        <w:t xml:space="preserve">, </w:t>
      </w:r>
      <w:r w:rsidR="00855694" w:rsidRPr="009071AC">
        <w:t xml:space="preserve">qui avait des formules et des expressions </w:t>
      </w:r>
      <w:proofErr w:type="spellStart"/>
      <w:r w:rsidR="00855694" w:rsidRPr="009071AC">
        <w:t>congruantes</w:t>
      </w:r>
      <w:proofErr w:type="spellEnd"/>
      <w:r w:rsidR="00855694" w:rsidRPr="009071AC">
        <w:t xml:space="preserve"> pour toutes les circonstances de la vie</w:t>
      </w:r>
      <w:r>
        <w:t xml:space="preserve">, </w:t>
      </w:r>
      <w:r w:rsidR="00855694" w:rsidRPr="009071AC">
        <w:t>entreprit de la consoler</w:t>
      </w:r>
      <w:r>
        <w:t>.</w:t>
      </w:r>
    </w:p>
    <w:p w14:paraId="01007352" w14:textId="576EAEBF" w:rsidR="00F635DB" w:rsidRDefault="00F635DB" w:rsidP="00F635DB">
      <w:r>
        <w:t>— </w:t>
      </w:r>
      <w:r w:rsidR="00855694" w:rsidRPr="009071AC">
        <w:t>Pleurez</w:t>
      </w:r>
      <w:r>
        <w:t xml:space="preserve">, </w:t>
      </w:r>
      <w:r w:rsidR="00855694" w:rsidRPr="009071AC">
        <w:t>chère demoiselle</w:t>
      </w:r>
      <w:r>
        <w:t xml:space="preserve">, </w:t>
      </w:r>
      <w:r w:rsidR="00855694" w:rsidRPr="009071AC">
        <w:t>soupira-t-elle</w:t>
      </w:r>
      <w:r>
        <w:t xml:space="preserve">, </w:t>
      </w:r>
      <w:r w:rsidR="00855694" w:rsidRPr="009071AC">
        <w:t>pleurez</w:t>
      </w:r>
      <w:r>
        <w:t xml:space="preserve">, </w:t>
      </w:r>
      <w:r w:rsidR="00855694" w:rsidRPr="009071AC">
        <w:t>car cela soulage</w:t>
      </w:r>
      <w:r>
        <w:t xml:space="preserve">… </w:t>
      </w:r>
      <w:r w:rsidR="00855694" w:rsidRPr="009071AC">
        <w:t>Ah</w:t>
      </w:r>
      <w:r>
        <w:t xml:space="preserve"> !… </w:t>
      </w:r>
      <w:r w:rsidR="00855694" w:rsidRPr="009071AC">
        <w:t>c</w:t>
      </w:r>
      <w:r>
        <w:t>’</w:t>
      </w:r>
      <w:r w:rsidR="00855694" w:rsidRPr="009071AC">
        <w:t>est là</w:t>
      </w:r>
      <w:r>
        <w:t xml:space="preserve">, </w:t>
      </w:r>
      <w:r w:rsidR="00855694" w:rsidRPr="009071AC">
        <w:t>certes</w:t>
      </w:r>
      <w:r>
        <w:t xml:space="preserve">, </w:t>
      </w:r>
      <w:r w:rsidR="00855694" w:rsidRPr="009071AC">
        <w:t>une horrible catastrophe</w:t>
      </w:r>
      <w:r>
        <w:t xml:space="preserve"> !… </w:t>
      </w:r>
      <w:r w:rsidR="00855694" w:rsidRPr="009071AC">
        <w:t>Vous êtes jeune</w:t>
      </w:r>
      <w:r>
        <w:t xml:space="preserve">, </w:t>
      </w:r>
      <w:r w:rsidR="00855694" w:rsidRPr="009071AC">
        <w:t>heureusement</w:t>
      </w:r>
      <w:r>
        <w:t xml:space="preserve">, </w:t>
      </w:r>
      <w:r w:rsidR="00855694" w:rsidRPr="009071AC">
        <w:t>et le temps est un grand maître</w:t>
      </w:r>
      <w:r>
        <w:t>… M. </w:t>
      </w:r>
      <w:proofErr w:type="spellStart"/>
      <w:r w:rsidR="00855694" w:rsidRPr="009071AC">
        <w:t>Férailleur</w:t>
      </w:r>
      <w:proofErr w:type="spellEnd"/>
      <w:r w:rsidR="00855694" w:rsidRPr="009071AC">
        <w:t xml:space="preserve"> n</w:t>
      </w:r>
      <w:r>
        <w:t>’</w:t>
      </w:r>
      <w:r w:rsidR="00855694" w:rsidRPr="009071AC">
        <w:t>était pas seul et unique de son espèce</w:t>
      </w:r>
      <w:r>
        <w:t xml:space="preserve">, </w:t>
      </w:r>
      <w:r w:rsidR="00855694" w:rsidRPr="009071AC">
        <w:t>sur la terre</w:t>
      </w:r>
      <w:r>
        <w:t xml:space="preserve">… </w:t>
      </w:r>
      <w:r w:rsidR="00855694" w:rsidRPr="009071AC">
        <w:t>D</w:t>
      </w:r>
      <w:r>
        <w:t>’</w:t>
      </w:r>
      <w:r w:rsidR="00855694" w:rsidRPr="009071AC">
        <w:t>autres vous aimeront</w:t>
      </w:r>
      <w:r>
        <w:t xml:space="preserve">, </w:t>
      </w:r>
      <w:r w:rsidR="00855694" w:rsidRPr="009071AC">
        <w:t>d</w:t>
      </w:r>
      <w:r>
        <w:t>’</w:t>
      </w:r>
      <w:r w:rsidR="00855694" w:rsidRPr="009071AC">
        <w:t>autres vous aiment déjà</w:t>
      </w:r>
      <w:r>
        <w:t> !…</w:t>
      </w:r>
    </w:p>
    <w:p w14:paraId="15A6831C" w14:textId="77777777" w:rsidR="00F635DB" w:rsidRDefault="00F635DB" w:rsidP="00F635DB">
      <w:r>
        <w:lastRenderedPageBreak/>
        <w:t>— </w:t>
      </w:r>
      <w:r w:rsidR="00855694" w:rsidRPr="009071AC">
        <w:t>Ah</w:t>
      </w:r>
      <w:r>
        <w:t xml:space="preserve"> !… </w:t>
      </w:r>
      <w:r w:rsidR="00855694" w:rsidRPr="009071AC">
        <w:t>taisez-vous</w:t>
      </w:r>
      <w:r>
        <w:t xml:space="preserve"> !… </w:t>
      </w:r>
      <w:r w:rsidR="00855694" w:rsidRPr="009071AC">
        <w:t>interrompit-elle</w:t>
      </w:r>
      <w:r>
        <w:t xml:space="preserve">, </w:t>
      </w:r>
      <w:r w:rsidR="00855694" w:rsidRPr="009071AC">
        <w:t>plus révoltée que si elle eût entendu murmurer à son oreille les répugnantes galanteries d</w:t>
      </w:r>
      <w:r>
        <w:t>’</w:t>
      </w:r>
      <w:r w:rsidR="00855694" w:rsidRPr="009071AC">
        <w:t>un libertin</w:t>
      </w:r>
      <w:r>
        <w:t xml:space="preserve"> ; </w:t>
      </w:r>
      <w:r w:rsidR="00855694" w:rsidRPr="009071AC">
        <w:t>taisez-vous</w:t>
      </w:r>
      <w:r>
        <w:t xml:space="preserve"> ! </w:t>
      </w:r>
      <w:r w:rsidR="00855694" w:rsidRPr="009071AC">
        <w:t>Je vous défends d</w:t>
      </w:r>
      <w:r>
        <w:t>’</w:t>
      </w:r>
      <w:r w:rsidR="00855694" w:rsidRPr="009071AC">
        <w:t>ajouter un mot</w:t>
      </w:r>
      <w:r>
        <w:t>…</w:t>
      </w:r>
    </w:p>
    <w:p w14:paraId="1F5A1B4B" w14:textId="77777777" w:rsidR="00F635DB" w:rsidRDefault="00855694" w:rsidP="00F635DB">
      <w:r w:rsidRPr="009071AC">
        <w:t>Un autre</w:t>
      </w:r>
      <w:r w:rsidR="00F635DB">
        <w:t xml:space="preserve"> !… </w:t>
      </w:r>
      <w:r w:rsidRPr="009071AC">
        <w:t>quel blasphème</w:t>
      </w:r>
      <w:r w:rsidR="00F635DB">
        <w:t xml:space="preserve">… </w:t>
      </w:r>
      <w:r w:rsidRPr="009071AC">
        <w:t>Pauvre jeune fille</w:t>
      </w:r>
      <w:r w:rsidR="00F635DB">
        <w:t xml:space="preserve"> !… </w:t>
      </w:r>
      <w:r w:rsidRPr="009071AC">
        <w:t>Elle était de celles dont la vie appartient à un amour unique</w:t>
      </w:r>
      <w:r w:rsidR="00F635DB">
        <w:t>.</w:t>
      </w:r>
    </w:p>
    <w:p w14:paraId="48F6A024" w14:textId="77777777" w:rsidR="00F635DB" w:rsidRDefault="00855694" w:rsidP="00F635DB">
      <w:r w:rsidRPr="009071AC">
        <w:t>Leur échappe-t-il</w:t>
      </w:r>
      <w:r w:rsidR="00F635DB">
        <w:t xml:space="preserve"> ?… </w:t>
      </w:r>
      <w:r w:rsidRPr="009071AC">
        <w:t>C</w:t>
      </w:r>
      <w:r w:rsidR="00F635DB">
        <w:t>’</w:t>
      </w:r>
      <w:r w:rsidRPr="009071AC">
        <w:t>est la mort</w:t>
      </w:r>
      <w:r w:rsidR="00F635DB">
        <w:t>.</w:t>
      </w:r>
    </w:p>
    <w:p w14:paraId="65E77699" w14:textId="77777777" w:rsidR="00F635DB" w:rsidRDefault="00855694" w:rsidP="00F635DB">
      <w:r w:rsidRPr="009071AC">
        <w:t>Ce qui ajoutait encore à l</w:t>
      </w:r>
      <w:r w:rsidR="00F635DB">
        <w:t>’</w:t>
      </w:r>
      <w:r w:rsidRPr="009071AC">
        <w:t>horreur de ses réflexions</w:t>
      </w:r>
      <w:r w:rsidR="00F635DB">
        <w:t xml:space="preserve">, </w:t>
      </w:r>
      <w:r w:rsidRPr="009071AC">
        <w:t>c</w:t>
      </w:r>
      <w:r w:rsidR="00F635DB">
        <w:t>’</w:t>
      </w:r>
      <w:r w:rsidRPr="009071AC">
        <w:t>était le sentiment accablant de son isolement</w:t>
      </w:r>
      <w:r w:rsidR="00F635DB">
        <w:t>.</w:t>
      </w:r>
    </w:p>
    <w:p w14:paraId="3970E483" w14:textId="77777777" w:rsidR="00F635DB" w:rsidRDefault="00855694" w:rsidP="00F635DB">
      <w:r w:rsidRPr="009071AC">
        <w:t>Plus encore que l</w:t>
      </w:r>
      <w:r w:rsidR="00F635DB">
        <w:t>’</w:t>
      </w:r>
      <w:r w:rsidRPr="009071AC">
        <w:t>homme</w:t>
      </w:r>
      <w:r w:rsidR="00F635DB">
        <w:t xml:space="preserve">, </w:t>
      </w:r>
      <w:r w:rsidRPr="009071AC">
        <w:t>la femme a l</w:t>
      </w:r>
      <w:r w:rsidR="00F635DB">
        <w:t>’</w:t>
      </w:r>
      <w:r w:rsidRPr="009071AC">
        <w:t>épouvante de l</w:t>
      </w:r>
      <w:r w:rsidR="00F635DB">
        <w:t>’</w:t>
      </w:r>
      <w:r w:rsidRPr="009071AC">
        <w:t>abandon</w:t>
      </w:r>
      <w:r w:rsidR="00F635DB">
        <w:t>.</w:t>
      </w:r>
    </w:p>
    <w:p w14:paraId="57C6ADC0" w14:textId="77777777" w:rsidR="00F635DB" w:rsidRDefault="00855694" w:rsidP="00F635DB">
      <w:r w:rsidRPr="009071AC">
        <w:t>Et elle</w:t>
      </w:r>
      <w:r w:rsidR="00F635DB">
        <w:t xml:space="preserve">, </w:t>
      </w:r>
      <w:r w:rsidRPr="009071AC">
        <w:t>n</w:t>
      </w:r>
      <w:r w:rsidR="00F635DB">
        <w:t>’</w:t>
      </w:r>
      <w:r w:rsidRPr="009071AC">
        <w:t>était-elle pas abandonnée</w:t>
      </w:r>
      <w:r w:rsidR="00F635DB">
        <w:t xml:space="preserve">, </w:t>
      </w:r>
      <w:r w:rsidRPr="009071AC">
        <w:t>délaissée</w:t>
      </w:r>
      <w:r w:rsidR="00F635DB">
        <w:t xml:space="preserve">… </w:t>
      </w:r>
      <w:r w:rsidRPr="009071AC">
        <w:t>Au milieu de ce Paris égoïste</w:t>
      </w:r>
      <w:r w:rsidR="00F635DB">
        <w:t xml:space="preserve">, </w:t>
      </w:r>
      <w:r w:rsidRPr="009071AC">
        <w:t>bruyant et affairé</w:t>
      </w:r>
      <w:r w:rsidR="00F635DB">
        <w:t xml:space="preserve">, </w:t>
      </w:r>
      <w:r w:rsidRPr="009071AC">
        <w:t>n</w:t>
      </w:r>
      <w:r w:rsidR="00F635DB">
        <w:t>’</w:t>
      </w:r>
      <w:r w:rsidRPr="009071AC">
        <w:t>était-elle pas plus perdue qu</w:t>
      </w:r>
      <w:r w:rsidR="00F635DB">
        <w:t>’</w:t>
      </w:r>
      <w:r w:rsidRPr="009071AC">
        <w:t>en un désert</w:t>
      </w:r>
      <w:r w:rsidR="00F635DB">
        <w:t>…</w:t>
      </w:r>
    </w:p>
    <w:p w14:paraId="7192677E" w14:textId="7D8148E6" w:rsidR="00F635DB" w:rsidRDefault="00855694" w:rsidP="00F635DB">
      <w:r w:rsidRPr="009071AC">
        <w:t>Sur qui s</w:t>
      </w:r>
      <w:r w:rsidR="00F635DB">
        <w:t>’</w:t>
      </w:r>
      <w:r w:rsidRPr="009071AC">
        <w:t>appuyer</w:t>
      </w:r>
      <w:r w:rsidR="00F635DB">
        <w:t xml:space="preserve"> ? </w:t>
      </w:r>
      <w:r w:rsidRPr="009071AC">
        <w:t xml:space="preserve">Sur </w:t>
      </w:r>
      <w:r w:rsidR="00F635DB">
        <w:t>M</w:t>
      </w:r>
      <w:r w:rsidR="00F635DB" w:rsidRPr="00F635DB">
        <w:rPr>
          <w:vertAlign w:val="superscript"/>
        </w:rPr>
        <w:t>me</w:t>
      </w:r>
      <w:r w:rsidR="00F635DB">
        <w:t> </w:t>
      </w:r>
      <w:r w:rsidRPr="009071AC">
        <w:t>Léon</w:t>
      </w:r>
      <w:r w:rsidR="00F635DB">
        <w:t xml:space="preserve"> ?… </w:t>
      </w:r>
      <w:r w:rsidRPr="009071AC">
        <w:t>Elle se défiait horriblement de cette doucereuse personne</w:t>
      </w:r>
      <w:r w:rsidR="00F635DB">
        <w:t xml:space="preserve">. </w:t>
      </w:r>
      <w:r w:rsidRPr="009071AC">
        <w:t>Sur un des deux hommes qui avaient demandé sa main</w:t>
      </w:r>
      <w:r w:rsidR="00F635DB">
        <w:t xml:space="preserve"> ?… </w:t>
      </w:r>
      <w:r w:rsidRPr="009071AC">
        <w:t>Était-ce possible</w:t>
      </w:r>
      <w:r w:rsidR="00F635DB">
        <w:t xml:space="preserve"> !… </w:t>
      </w:r>
      <w:r w:rsidRPr="009071AC">
        <w:t xml:space="preserve">Le marquis de </w:t>
      </w:r>
      <w:proofErr w:type="spellStart"/>
      <w:r w:rsidRPr="009071AC">
        <w:t>Valorsay</w:t>
      </w:r>
      <w:proofErr w:type="spellEnd"/>
      <w:r w:rsidRPr="009071AC">
        <w:t xml:space="preserve"> lui inspirait un insurmontable dégoût</w:t>
      </w:r>
      <w:r w:rsidR="00F635DB">
        <w:t xml:space="preserve">, </w:t>
      </w:r>
      <w:r w:rsidRPr="009071AC">
        <w:t xml:space="preserve">et elle méprisait </w:t>
      </w:r>
      <w:r w:rsidR="00F635DB">
        <w:t>M. de </w:t>
      </w:r>
      <w:proofErr w:type="spellStart"/>
      <w:r w:rsidRPr="009071AC">
        <w:t>Fondège</w:t>
      </w:r>
      <w:proofErr w:type="spellEnd"/>
      <w:r w:rsidR="00F635DB">
        <w:t>, « </w:t>
      </w:r>
      <w:r w:rsidRPr="009071AC">
        <w:t>le général</w:t>
      </w:r>
      <w:r w:rsidR="00F635DB">
        <w:t>. »</w:t>
      </w:r>
    </w:p>
    <w:p w14:paraId="5453765A" w14:textId="77777777" w:rsidR="00F635DB" w:rsidRDefault="00855694" w:rsidP="00F635DB">
      <w:r w:rsidRPr="009071AC">
        <w:t>Ainsi donc</w:t>
      </w:r>
      <w:r w:rsidR="00F635DB">
        <w:t xml:space="preserve">, </w:t>
      </w:r>
      <w:r w:rsidRPr="009071AC">
        <w:t>son seul ami</w:t>
      </w:r>
      <w:r w:rsidR="00F635DB">
        <w:t xml:space="preserve">, </w:t>
      </w:r>
      <w:r w:rsidRPr="009071AC">
        <w:t>son unique protecteur était un inconnu</w:t>
      </w:r>
      <w:r w:rsidR="00F635DB">
        <w:t xml:space="preserve">… </w:t>
      </w:r>
      <w:r w:rsidRPr="009071AC">
        <w:t>Ce vieux juge de paix qui avait pris sa défense</w:t>
      </w:r>
      <w:r w:rsidR="00F635DB">
        <w:t xml:space="preserve">, </w:t>
      </w:r>
      <w:r w:rsidRPr="009071AC">
        <w:t>qui avait confondu les calomnies des domestiques</w:t>
      </w:r>
      <w:r w:rsidR="00F635DB">
        <w:t xml:space="preserve">, </w:t>
      </w:r>
      <w:r w:rsidRPr="009071AC">
        <w:t>et à qui elle avait ouvert son âme</w:t>
      </w:r>
      <w:r w:rsidR="00F635DB">
        <w:t>…</w:t>
      </w:r>
    </w:p>
    <w:p w14:paraId="3B752DEC" w14:textId="77777777" w:rsidR="00F635DB" w:rsidRDefault="00855694" w:rsidP="00F635DB">
      <w:r w:rsidRPr="009071AC">
        <w:t>Mais il ne tarderait pas à l</w:t>
      </w:r>
      <w:r w:rsidR="00F635DB">
        <w:t>’</w:t>
      </w:r>
      <w:r w:rsidRPr="009071AC">
        <w:t>oublier</w:t>
      </w:r>
      <w:r w:rsidR="00F635DB">
        <w:t xml:space="preserve">, </w:t>
      </w:r>
      <w:r w:rsidRPr="009071AC">
        <w:t>pensait-elle</w:t>
      </w:r>
      <w:r w:rsidR="00F635DB">
        <w:t xml:space="preserve">, </w:t>
      </w:r>
      <w:r w:rsidRPr="009071AC">
        <w:t>et alors son imagination lui représentait avec une vivacité extraordinaire l</w:t>
      </w:r>
      <w:r w:rsidR="00F635DB">
        <w:t>’</w:t>
      </w:r>
      <w:r w:rsidRPr="009071AC">
        <w:t>effrayant tableau de son avenir</w:t>
      </w:r>
      <w:r w:rsidR="00F635DB">
        <w:t>.</w:t>
      </w:r>
    </w:p>
    <w:p w14:paraId="6899E29B" w14:textId="77777777" w:rsidR="00F635DB" w:rsidRDefault="00855694" w:rsidP="00F635DB">
      <w:r w:rsidRPr="009071AC">
        <w:lastRenderedPageBreak/>
        <w:t>Elle savait</w:t>
      </w:r>
      <w:r w:rsidR="00F635DB">
        <w:t xml:space="preserve">, </w:t>
      </w:r>
      <w:r w:rsidRPr="009071AC">
        <w:t>elle</w:t>
      </w:r>
      <w:r w:rsidR="00F635DB">
        <w:t xml:space="preserve">, </w:t>
      </w:r>
      <w:r w:rsidRPr="009071AC">
        <w:t>l</w:t>
      </w:r>
      <w:r w:rsidR="00F635DB">
        <w:t>’</w:t>
      </w:r>
      <w:r w:rsidRPr="009071AC">
        <w:t>ancienne apprentie de la rue Saint-Denis</w:t>
      </w:r>
      <w:r w:rsidR="00F635DB">
        <w:t xml:space="preserve">, </w:t>
      </w:r>
      <w:r w:rsidRPr="009071AC">
        <w:t>les humiliations et les périls qui attendent une pauvre fille esseulée et quels pièges ignobles on peut lui tendre</w:t>
      </w:r>
      <w:r w:rsidR="00F635DB">
        <w:t>…</w:t>
      </w:r>
    </w:p>
    <w:p w14:paraId="305E909C" w14:textId="77777777" w:rsidR="00F635DB" w:rsidRDefault="00855694" w:rsidP="00F635DB">
      <w:r w:rsidRPr="009071AC">
        <w:t>Ainsi</w:t>
      </w:r>
      <w:r w:rsidR="00F635DB">
        <w:t xml:space="preserve">, </w:t>
      </w:r>
      <w:r w:rsidRPr="009071AC">
        <w:t>durant plus d</w:t>
      </w:r>
      <w:r w:rsidR="00F635DB">
        <w:t>’</w:t>
      </w:r>
      <w:r w:rsidRPr="009071AC">
        <w:t>un quart d</w:t>
      </w:r>
      <w:r w:rsidR="00F635DB">
        <w:t>’</w:t>
      </w:r>
      <w:r w:rsidRPr="009071AC">
        <w:t>heure</w:t>
      </w:r>
      <w:r w:rsidR="00F635DB">
        <w:t xml:space="preserve">, </w:t>
      </w:r>
      <w:r w:rsidRPr="009071AC">
        <w:t>ses idées tourbillonnèrent comme les feuilles mortes au souffle furieux de la tempête</w:t>
      </w:r>
      <w:r w:rsidR="00F635DB">
        <w:t xml:space="preserve">, </w:t>
      </w:r>
      <w:r w:rsidRPr="009071AC">
        <w:t>et les plus sinistres pressentiments</w:t>
      </w:r>
      <w:r w:rsidR="00F635DB">
        <w:t xml:space="preserve">, </w:t>
      </w:r>
      <w:r w:rsidRPr="009071AC">
        <w:t>les projets les plus impossibles s</w:t>
      </w:r>
      <w:r w:rsidR="00F635DB">
        <w:t>’</w:t>
      </w:r>
      <w:r w:rsidRPr="009071AC">
        <w:t>entrechoquèrent dans le chaos de son cerveau</w:t>
      </w:r>
      <w:r w:rsidR="00F635DB">
        <w:t>.</w:t>
      </w:r>
    </w:p>
    <w:p w14:paraId="12B99229" w14:textId="77777777" w:rsidR="00F635DB" w:rsidRDefault="00855694" w:rsidP="00F635DB">
      <w:r w:rsidRPr="009071AC">
        <w:t>Cependant</w:t>
      </w:r>
      <w:r w:rsidR="00F635DB">
        <w:t xml:space="preserve">, </w:t>
      </w:r>
      <w:r w:rsidRPr="009071AC">
        <w:t>elle était trop vaillante pour rester ainsi écrasée</w:t>
      </w:r>
      <w:r w:rsidR="00F635DB">
        <w:t>.</w:t>
      </w:r>
    </w:p>
    <w:p w14:paraId="61DCCD06" w14:textId="62865C3B" w:rsidR="00F635DB" w:rsidRDefault="00855694" w:rsidP="00F635DB">
      <w:r w:rsidRPr="009071AC">
        <w:t>Elle se roidit contre la douleur</w:t>
      </w:r>
      <w:r w:rsidR="00F635DB">
        <w:t xml:space="preserve">, </w:t>
      </w:r>
      <w:r w:rsidRPr="009071AC">
        <w:t>et alors la pensée lui vint que peut-être elle arriverait jusqu</w:t>
      </w:r>
      <w:r w:rsidR="00F635DB">
        <w:t>’</w:t>
      </w:r>
      <w:r w:rsidRPr="009071AC">
        <w:t>à Pascal</w:t>
      </w:r>
      <w:r w:rsidR="00F635DB">
        <w:t xml:space="preserve">, </w:t>
      </w:r>
      <w:r w:rsidRPr="009071AC">
        <w:t>avec l</w:t>
      </w:r>
      <w:r w:rsidR="00F635DB">
        <w:t>’</w:t>
      </w:r>
      <w:r w:rsidRPr="009071AC">
        <w:t>aide de l</w:t>
      </w:r>
      <w:r w:rsidR="00F635DB">
        <w:t>’</w:t>
      </w:r>
      <w:r w:rsidRPr="009071AC">
        <w:t xml:space="preserve">homme employé jadis par le comte de </w:t>
      </w:r>
      <w:proofErr w:type="spellStart"/>
      <w:r w:rsidRPr="009071AC">
        <w:t>Chalusse</w:t>
      </w:r>
      <w:proofErr w:type="spellEnd"/>
      <w:r w:rsidR="00F635DB">
        <w:t>, M. </w:t>
      </w:r>
      <w:r w:rsidRPr="009071AC">
        <w:t>Fortunat</w:t>
      </w:r>
      <w:r w:rsidR="00F635DB">
        <w:t>.</w:t>
      </w:r>
    </w:p>
    <w:p w14:paraId="48BAAA09" w14:textId="77777777" w:rsidR="00F635DB" w:rsidRDefault="00855694" w:rsidP="00F635DB">
      <w:r w:rsidRPr="009071AC">
        <w:t>Cet espoir</w:t>
      </w:r>
      <w:r w:rsidR="00F635DB">
        <w:t xml:space="preserve">, </w:t>
      </w:r>
      <w:r w:rsidRPr="009071AC">
        <w:t>c</w:t>
      </w:r>
      <w:r w:rsidR="00F635DB">
        <w:t>’</w:t>
      </w:r>
      <w:r w:rsidRPr="009071AC">
        <w:t>était le salut</w:t>
      </w:r>
      <w:r w:rsidR="00F635DB">
        <w:t xml:space="preserve">… </w:t>
      </w:r>
      <w:r w:rsidRPr="009071AC">
        <w:t>Elle s</w:t>
      </w:r>
      <w:r w:rsidR="00F635DB">
        <w:t>’</w:t>
      </w:r>
      <w:r w:rsidRPr="009071AC">
        <w:t>y attacha d</w:t>
      </w:r>
      <w:r w:rsidR="00F635DB">
        <w:t>’</w:t>
      </w:r>
      <w:r w:rsidRPr="009071AC">
        <w:t>une étreinte désespérée</w:t>
      </w:r>
      <w:r w:rsidR="00F635DB">
        <w:t xml:space="preserve">, </w:t>
      </w:r>
      <w:r w:rsidRPr="009071AC">
        <w:t>comme le naufragé à l</w:t>
      </w:r>
      <w:r w:rsidR="00F635DB">
        <w:t>’</w:t>
      </w:r>
      <w:r w:rsidRPr="009071AC">
        <w:t>épave</w:t>
      </w:r>
      <w:r w:rsidR="00F635DB">
        <w:t xml:space="preserve">, </w:t>
      </w:r>
      <w:r w:rsidRPr="009071AC">
        <w:t>qui</w:t>
      </w:r>
      <w:r w:rsidR="00F635DB">
        <w:t xml:space="preserve">, </w:t>
      </w:r>
      <w:r w:rsidRPr="009071AC">
        <w:t>en le soutenant au-dessus du gouffre</w:t>
      </w:r>
      <w:r w:rsidR="00F635DB">
        <w:t xml:space="preserve">, </w:t>
      </w:r>
      <w:r w:rsidRPr="009071AC">
        <w:t>lui permet d</w:t>
      </w:r>
      <w:r w:rsidR="00F635DB">
        <w:t>’</w:t>
      </w:r>
      <w:r w:rsidRPr="009071AC">
        <w:t>attendre un secours problématique</w:t>
      </w:r>
      <w:r w:rsidR="00F635DB">
        <w:t>…</w:t>
      </w:r>
    </w:p>
    <w:p w14:paraId="4CEDED0C" w14:textId="3273D451" w:rsidR="00F635DB" w:rsidRDefault="00855694" w:rsidP="00F635DB">
      <w:r w:rsidRPr="009071AC">
        <w:t>Retrouver Pascal</w:t>
      </w:r>
      <w:r w:rsidR="00F635DB">
        <w:t xml:space="preserve">, </w:t>
      </w:r>
      <w:r w:rsidRPr="009071AC">
        <w:t>le rejoindre n</w:t>
      </w:r>
      <w:r w:rsidR="00F635DB">
        <w:t>’</w:t>
      </w:r>
      <w:r w:rsidRPr="009071AC">
        <w:t>importe où</w:t>
      </w:r>
      <w:r w:rsidR="00F635DB">
        <w:t xml:space="preserve">, </w:t>
      </w:r>
      <w:r w:rsidRPr="009071AC">
        <w:t>partager son sort quel qu</w:t>
      </w:r>
      <w:r w:rsidR="00F635DB">
        <w:t>’</w:t>
      </w:r>
      <w:r w:rsidRPr="009071AC">
        <w:t>il fût</w:t>
      </w:r>
      <w:r w:rsidR="00F635DB">
        <w:t xml:space="preserve">, </w:t>
      </w:r>
      <w:r w:rsidRPr="009071AC">
        <w:t>c</w:t>
      </w:r>
      <w:r w:rsidR="00F635DB">
        <w:t>’</w:t>
      </w:r>
      <w:r w:rsidRPr="009071AC">
        <w:t xml:space="preserve">était là une tâche digne du courage de </w:t>
      </w:r>
      <w:r w:rsidR="00F635DB">
        <w:t>M</w:t>
      </w:r>
      <w:r w:rsidR="00F635DB" w:rsidRPr="00F635DB">
        <w:rPr>
          <w:vertAlign w:val="superscript"/>
        </w:rPr>
        <w:t>lle</w:t>
      </w:r>
      <w:r w:rsidR="00F635DB">
        <w:t> </w:t>
      </w:r>
      <w:r w:rsidRPr="009071AC">
        <w:t>Marguerite</w:t>
      </w:r>
      <w:r w:rsidR="00F635DB">
        <w:t>.</w:t>
      </w:r>
    </w:p>
    <w:p w14:paraId="7F1A8A74" w14:textId="77777777" w:rsidR="00F635DB" w:rsidRDefault="00855694" w:rsidP="00F635DB">
      <w:r w:rsidRPr="009071AC">
        <w:t>Aussi</w:t>
      </w:r>
      <w:r w:rsidR="00F635DB">
        <w:t xml:space="preserve">, </w:t>
      </w:r>
      <w:r w:rsidRPr="009071AC">
        <w:t>quand elle rentra à l</w:t>
      </w:r>
      <w:r w:rsidR="00F635DB">
        <w:t>’</w:t>
      </w:r>
      <w:r w:rsidRPr="009071AC">
        <w:t>hôtel</w:t>
      </w:r>
      <w:r w:rsidR="00F635DB">
        <w:t xml:space="preserve">, </w:t>
      </w:r>
      <w:r w:rsidRPr="009071AC">
        <w:t>sa résolution était bien prise</w:t>
      </w:r>
      <w:r w:rsidR="00F635DB">
        <w:t xml:space="preserve">, </w:t>
      </w:r>
      <w:r w:rsidRPr="009071AC">
        <w:t>et elle avait recouvré ce calme imposant qui lui était habituel</w:t>
      </w:r>
      <w:r w:rsidR="00F635DB">
        <w:t>…</w:t>
      </w:r>
    </w:p>
    <w:p w14:paraId="4FEC86C9" w14:textId="0799A054" w:rsidR="00F635DB" w:rsidRDefault="00855694" w:rsidP="00F635DB">
      <w:r w:rsidRPr="009071AC">
        <w:t>Il n</w:t>
      </w:r>
      <w:r w:rsidR="00F635DB">
        <w:t>’</w:t>
      </w:r>
      <w:r w:rsidRPr="009071AC">
        <w:t>était pas tout à fait onze heures</w:t>
      </w:r>
      <w:r w:rsidR="00F635DB">
        <w:t xml:space="preserve">, </w:t>
      </w:r>
      <w:r w:rsidRPr="009071AC">
        <w:t>quand elle revint</w:t>
      </w:r>
      <w:r w:rsidR="00F635DB">
        <w:t xml:space="preserve">, </w:t>
      </w:r>
      <w:r w:rsidRPr="009071AC">
        <w:t xml:space="preserve">suivie de </w:t>
      </w:r>
      <w:r w:rsidR="00F635DB">
        <w:t>M</w:t>
      </w:r>
      <w:r w:rsidR="00F635DB" w:rsidRPr="00F635DB">
        <w:rPr>
          <w:vertAlign w:val="superscript"/>
        </w:rPr>
        <w:t>me</w:t>
      </w:r>
      <w:r w:rsidR="00F635DB">
        <w:t> </w:t>
      </w:r>
      <w:r w:rsidRPr="009071AC">
        <w:t>Léon</w:t>
      </w:r>
      <w:r w:rsidR="00F635DB">
        <w:t xml:space="preserve">, </w:t>
      </w:r>
      <w:r w:rsidRPr="009071AC">
        <w:t>s</w:t>
      </w:r>
      <w:r w:rsidR="00F635DB">
        <w:t>’</w:t>
      </w:r>
      <w:r w:rsidRPr="009071AC">
        <w:t>agenouiller dans la chambre mortuaire</w:t>
      </w:r>
      <w:r w:rsidR="00F635DB">
        <w:t xml:space="preserve">… </w:t>
      </w:r>
      <w:r w:rsidRPr="009071AC">
        <w:t>Elle n</w:t>
      </w:r>
      <w:r w:rsidR="00F635DB">
        <w:t>’</w:t>
      </w:r>
      <w:r w:rsidRPr="009071AC">
        <w:t xml:space="preserve">y était pas depuis dix minutes lorsque </w:t>
      </w:r>
      <w:r w:rsidR="00F635DB">
        <w:t>M. </w:t>
      </w:r>
      <w:proofErr w:type="spellStart"/>
      <w:r w:rsidRPr="009071AC">
        <w:t>Bourigeau</w:t>
      </w:r>
      <w:proofErr w:type="spellEnd"/>
      <w:r w:rsidR="00F635DB">
        <w:t xml:space="preserve">, </w:t>
      </w:r>
      <w:r w:rsidRPr="009071AC">
        <w:t>le concierge</w:t>
      </w:r>
      <w:r w:rsidR="00F635DB">
        <w:t xml:space="preserve">, </w:t>
      </w:r>
      <w:r w:rsidRPr="009071AC">
        <w:t>lui monta une lettre qu</w:t>
      </w:r>
      <w:r w:rsidR="00F635DB">
        <w:t>’</w:t>
      </w:r>
      <w:r w:rsidRPr="009071AC">
        <w:t>on venait d</w:t>
      </w:r>
      <w:r w:rsidR="00F635DB">
        <w:t>’</w:t>
      </w:r>
      <w:r w:rsidRPr="009071AC">
        <w:t>apporter</w:t>
      </w:r>
      <w:r w:rsidR="00F635DB">
        <w:t xml:space="preserve">. </w:t>
      </w:r>
      <w:r w:rsidRPr="009071AC">
        <w:t>Si tard</w:t>
      </w:r>
      <w:r w:rsidR="00F635DB">
        <w:t xml:space="preserve">, </w:t>
      </w:r>
      <w:r w:rsidRPr="009071AC">
        <w:t>c</w:t>
      </w:r>
      <w:r w:rsidR="00F635DB">
        <w:t>’</w:t>
      </w:r>
      <w:r w:rsidRPr="009071AC">
        <w:t>était au moins surprenant</w:t>
      </w:r>
      <w:r w:rsidR="00F635DB">
        <w:t>…</w:t>
      </w:r>
    </w:p>
    <w:p w14:paraId="363FA072" w14:textId="77777777" w:rsidR="00F635DB" w:rsidRDefault="00855694" w:rsidP="00F635DB">
      <w:r w:rsidRPr="009071AC">
        <w:lastRenderedPageBreak/>
        <w:t>L</w:t>
      </w:r>
      <w:r w:rsidR="00F635DB">
        <w:t>’</w:t>
      </w:r>
      <w:r w:rsidRPr="009071AC">
        <w:t>adresse était ainsi libellée</w:t>
      </w:r>
      <w:r w:rsidR="00F635DB">
        <w:t> :</w:t>
      </w:r>
    </w:p>
    <w:p w14:paraId="6C505463" w14:textId="3FFBB445" w:rsidR="00F635DB" w:rsidRDefault="00855694" w:rsidP="00F635DB">
      <w:pPr>
        <w:ind w:firstLine="0"/>
        <w:jc w:val="center"/>
      </w:pPr>
      <w:r w:rsidRPr="00F635DB">
        <w:t>À Mademoiselle</w:t>
      </w:r>
    </w:p>
    <w:p w14:paraId="56237231" w14:textId="77777777" w:rsidR="00F635DB" w:rsidRDefault="00855694" w:rsidP="00F635DB">
      <w:pPr>
        <w:ind w:firstLine="0"/>
        <w:jc w:val="center"/>
      </w:pPr>
      <w:r w:rsidRPr="00F635DB">
        <w:t xml:space="preserve">Marguerite de Durtal de </w:t>
      </w:r>
      <w:proofErr w:type="spellStart"/>
      <w:r w:rsidRPr="00F635DB">
        <w:t>Chalusse</w:t>
      </w:r>
      <w:proofErr w:type="spellEnd"/>
      <w:r w:rsidR="00F635DB">
        <w:t>,</w:t>
      </w:r>
    </w:p>
    <w:p w14:paraId="580A1DB8" w14:textId="41FB060A" w:rsidR="00F635DB" w:rsidRDefault="00855694" w:rsidP="00F635DB">
      <w:pPr>
        <w:ind w:firstLine="0"/>
        <w:jc w:val="center"/>
      </w:pPr>
      <w:r w:rsidRPr="00F635DB">
        <w:t>À l</w:t>
      </w:r>
      <w:r w:rsidR="00F635DB">
        <w:t>’</w:t>
      </w:r>
      <w:r w:rsidRPr="00F635DB">
        <w:t xml:space="preserve">hôtel de </w:t>
      </w:r>
      <w:proofErr w:type="spellStart"/>
      <w:r w:rsidRPr="00F635DB">
        <w:t>Chalusse</w:t>
      </w:r>
      <w:proofErr w:type="spellEnd"/>
    </w:p>
    <w:p w14:paraId="4CE7C6EE" w14:textId="77777777" w:rsidR="00F635DB" w:rsidRDefault="00855694" w:rsidP="00F635DB">
      <w:pPr>
        <w:ind w:firstLine="0"/>
        <w:jc w:val="center"/>
      </w:pPr>
      <w:r w:rsidRPr="00F635DB">
        <w:t>Rue de Courcelles</w:t>
      </w:r>
      <w:r w:rsidR="00F635DB">
        <w:t>.</w:t>
      </w:r>
    </w:p>
    <w:p w14:paraId="6808AAB0" w14:textId="4A363986" w:rsidR="00F635DB" w:rsidRDefault="00F635DB" w:rsidP="00F635DB">
      <w:r>
        <w:t>M</w:t>
      </w:r>
      <w:r w:rsidRPr="00F635DB">
        <w:rPr>
          <w:vertAlign w:val="superscript"/>
        </w:rPr>
        <w:t>lle</w:t>
      </w:r>
      <w:r>
        <w:t> </w:t>
      </w:r>
      <w:r w:rsidR="00855694" w:rsidRPr="009071AC">
        <w:t>Marguerite rougit</w:t>
      </w:r>
      <w:r>
        <w:t xml:space="preserve">. </w:t>
      </w:r>
      <w:r w:rsidR="00855694" w:rsidRPr="009071AC">
        <w:t>Qui donc lui donnait ce nom qu</w:t>
      </w:r>
      <w:r>
        <w:t>’</w:t>
      </w:r>
      <w:r w:rsidR="00855694" w:rsidRPr="009071AC">
        <w:t>elle n</w:t>
      </w:r>
      <w:r>
        <w:t>’</w:t>
      </w:r>
      <w:r w:rsidR="00855694" w:rsidRPr="009071AC">
        <w:t>avait pas le droit de porter</w:t>
      </w:r>
      <w:r>
        <w:t> !…</w:t>
      </w:r>
    </w:p>
    <w:p w14:paraId="36384711" w14:textId="77777777" w:rsidR="00F635DB" w:rsidRDefault="00855694" w:rsidP="00F635DB">
      <w:r w:rsidRPr="009071AC">
        <w:t>Elle étudia un moment l</w:t>
      </w:r>
      <w:r w:rsidR="00F635DB">
        <w:t>’</w:t>
      </w:r>
      <w:r w:rsidRPr="009071AC">
        <w:t>écriture</w:t>
      </w:r>
      <w:r w:rsidR="00F635DB">
        <w:t xml:space="preserve">, </w:t>
      </w:r>
      <w:r w:rsidRPr="009071AC">
        <w:t>mais elle ne se rappela pas l</w:t>
      </w:r>
      <w:r w:rsidR="00F635DB">
        <w:t>’</w:t>
      </w:r>
      <w:r w:rsidRPr="009071AC">
        <w:t>avoir jamais vue</w:t>
      </w:r>
      <w:r w:rsidR="00F635DB">
        <w:t xml:space="preserve">. </w:t>
      </w:r>
      <w:r w:rsidRPr="009071AC">
        <w:t>C</w:t>
      </w:r>
      <w:r w:rsidR="00F635DB">
        <w:t>’</w:t>
      </w:r>
      <w:r w:rsidRPr="009071AC">
        <w:t>était l</w:t>
      </w:r>
      <w:r w:rsidR="00F635DB">
        <w:t>’</w:t>
      </w:r>
      <w:r w:rsidRPr="009071AC">
        <w:t>écriture d</w:t>
      </w:r>
      <w:r w:rsidR="00F635DB">
        <w:t>’</w:t>
      </w:r>
      <w:r w:rsidRPr="009071AC">
        <w:t>une femme</w:t>
      </w:r>
      <w:r w:rsidR="00F635DB">
        <w:t xml:space="preserve">, </w:t>
      </w:r>
      <w:r w:rsidRPr="009071AC">
        <w:t>mais elle avait beau évoquer ses souvenirs</w:t>
      </w:r>
      <w:r w:rsidR="00F635DB">
        <w:t xml:space="preserve">, </w:t>
      </w:r>
      <w:r w:rsidRPr="009071AC">
        <w:t>il lui semblait qu</w:t>
      </w:r>
      <w:r w:rsidR="00F635DB">
        <w:t>’</w:t>
      </w:r>
      <w:r w:rsidRPr="009071AC">
        <w:t>elle ne connaissait aucune femme</w:t>
      </w:r>
      <w:r w:rsidR="00F635DB">
        <w:t>.</w:t>
      </w:r>
    </w:p>
    <w:p w14:paraId="50FF7124" w14:textId="77777777" w:rsidR="00F635DB" w:rsidRDefault="00855694" w:rsidP="00F635DB">
      <w:r w:rsidRPr="009071AC">
        <w:t>Enfin</w:t>
      </w:r>
      <w:r w:rsidR="00F635DB">
        <w:t xml:space="preserve">, </w:t>
      </w:r>
      <w:r w:rsidRPr="009071AC">
        <w:t>elle brisa l</w:t>
      </w:r>
      <w:r w:rsidR="00F635DB">
        <w:t>’</w:t>
      </w:r>
      <w:r w:rsidRPr="009071AC">
        <w:t>enveloppe et lut</w:t>
      </w:r>
      <w:r w:rsidR="00F635DB">
        <w:t> :</w:t>
      </w:r>
    </w:p>
    <w:p w14:paraId="673BAF3A" w14:textId="280B3510" w:rsidR="00F635DB" w:rsidRDefault="00F635DB" w:rsidP="00F635DB">
      <w:r>
        <w:t>« </w:t>
      </w:r>
      <w:r w:rsidR="00855694" w:rsidRPr="009071AC">
        <w:t>Chère</w:t>
      </w:r>
      <w:r>
        <w:t xml:space="preserve">, </w:t>
      </w:r>
      <w:r w:rsidR="00855694" w:rsidRPr="009071AC">
        <w:t>bien chère enfant</w:t>
      </w:r>
      <w:r>
        <w:t>… »</w:t>
      </w:r>
    </w:p>
    <w:p w14:paraId="25153BA1" w14:textId="77777777" w:rsidR="00F635DB" w:rsidRDefault="00F635DB" w:rsidP="00F635DB">
      <w:r>
        <w:t>« </w:t>
      </w:r>
      <w:r w:rsidR="00855694" w:rsidRPr="009071AC">
        <w:t>Chère enfant</w:t>
      </w:r>
      <w:r>
        <w:t> !… »</w:t>
      </w:r>
      <w:r w:rsidR="00855694" w:rsidRPr="009071AC">
        <w:t xml:space="preserve"> Qu</w:t>
      </w:r>
      <w:r>
        <w:t>’</w:t>
      </w:r>
      <w:r w:rsidR="00855694" w:rsidRPr="009071AC">
        <w:t>est-ce que cela voulait dire</w:t>
      </w:r>
      <w:r>
        <w:t xml:space="preserve"> !… </w:t>
      </w:r>
      <w:r w:rsidR="00855694" w:rsidRPr="009071AC">
        <w:t>Il était donc au monde une personne qui s</w:t>
      </w:r>
      <w:r>
        <w:t>’</w:t>
      </w:r>
      <w:r w:rsidR="00855694" w:rsidRPr="009071AC">
        <w:t>intéressait à elle</w:t>
      </w:r>
      <w:r>
        <w:t xml:space="preserve">, </w:t>
      </w:r>
      <w:r w:rsidR="00855694" w:rsidRPr="009071AC">
        <w:t>qui l</w:t>
      </w:r>
      <w:r>
        <w:t>’</w:t>
      </w:r>
      <w:r w:rsidR="00855694" w:rsidRPr="009071AC">
        <w:t>aimait assez pour l</w:t>
      </w:r>
      <w:r>
        <w:t>’</w:t>
      </w:r>
      <w:r w:rsidR="00855694" w:rsidRPr="009071AC">
        <w:t>appeler ainsi</w:t>
      </w:r>
      <w:r>
        <w:t>.</w:t>
      </w:r>
    </w:p>
    <w:p w14:paraId="42072266" w14:textId="77777777" w:rsidR="00F635DB" w:rsidRDefault="00855694" w:rsidP="00F635DB">
      <w:r w:rsidRPr="009071AC">
        <w:t>Vivement</w:t>
      </w:r>
      <w:r w:rsidR="00F635DB">
        <w:t xml:space="preserve">, </w:t>
      </w:r>
      <w:r w:rsidRPr="009071AC">
        <w:t>elle tourna le feuillet pour voir la signature</w:t>
      </w:r>
      <w:r w:rsidR="00F635DB">
        <w:t xml:space="preserve">, </w:t>
      </w:r>
      <w:r w:rsidRPr="009071AC">
        <w:t>et elle pâlit un peu en la voyant</w:t>
      </w:r>
      <w:r w:rsidR="00F635DB">
        <w:t>.</w:t>
      </w:r>
    </w:p>
    <w:p w14:paraId="18E288FD" w14:textId="77777777" w:rsidR="00F635DB" w:rsidRDefault="00F635DB" w:rsidP="00F635DB">
      <w:r>
        <w:t>— </w:t>
      </w:r>
      <w:r w:rsidR="00855694" w:rsidRPr="009071AC">
        <w:t>Ah</w:t>
      </w:r>
      <w:r>
        <w:t xml:space="preserve"> !… </w:t>
      </w:r>
      <w:r w:rsidR="00855694" w:rsidRPr="009071AC">
        <w:t>fit-elle involontairement</w:t>
      </w:r>
      <w:r>
        <w:t xml:space="preserve">, </w:t>
      </w:r>
      <w:r w:rsidR="00855694" w:rsidRPr="009071AC">
        <w:t>ah</w:t>
      </w:r>
      <w:r>
        <w:t xml:space="preserve"> ! </w:t>
      </w:r>
      <w:r w:rsidR="00855694" w:rsidRPr="009071AC">
        <w:t>ah</w:t>
      </w:r>
      <w:r>
        <w:t> !…</w:t>
      </w:r>
    </w:p>
    <w:p w14:paraId="44054B1D" w14:textId="77777777" w:rsidR="00F635DB" w:rsidRDefault="00855694" w:rsidP="00F635DB">
      <w:r w:rsidRPr="009071AC">
        <w:t>La lettre était signée</w:t>
      </w:r>
      <w:r w:rsidR="00F635DB">
        <w:t> : « </w:t>
      </w:r>
      <w:r w:rsidRPr="009071AC">
        <w:t xml:space="preserve">Athénaïs de </w:t>
      </w:r>
      <w:proofErr w:type="spellStart"/>
      <w:r w:rsidRPr="009071AC">
        <w:t>Fondège</w:t>
      </w:r>
      <w:proofErr w:type="spellEnd"/>
      <w:r w:rsidR="00F635DB">
        <w:t>. »</w:t>
      </w:r>
      <w:r w:rsidRPr="009071AC">
        <w:t xml:space="preserve"> C</w:t>
      </w:r>
      <w:r w:rsidR="00F635DB">
        <w:t>’</w:t>
      </w:r>
      <w:r w:rsidRPr="009071AC">
        <w:t xml:space="preserve">était la femme du </w:t>
      </w:r>
      <w:r w:rsidR="00F635DB">
        <w:t>« </w:t>
      </w:r>
      <w:r w:rsidRPr="009071AC">
        <w:t>général</w:t>
      </w:r>
      <w:r w:rsidR="00F635DB">
        <w:t> »</w:t>
      </w:r>
      <w:r w:rsidRPr="009071AC">
        <w:t xml:space="preserve"> qui lui écrivait</w:t>
      </w:r>
      <w:r w:rsidR="00F635DB">
        <w:t>.</w:t>
      </w:r>
    </w:p>
    <w:p w14:paraId="444FF5E8" w14:textId="77777777" w:rsidR="00F635DB" w:rsidRDefault="00855694" w:rsidP="00F635DB">
      <w:r w:rsidRPr="009071AC">
        <w:t>Elle reprit</w:t>
      </w:r>
      <w:r w:rsidR="00F635DB">
        <w:t> :</w:t>
      </w:r>
    </w:p>
    <w:p w14:paraId="0451A4BA" w14:textId="77777777" w:rsidR="00F635DB" w:rsidRDefault="00F635DB" w:rsidP="00F635DB">
      <w:r>
        <w:t>« </w:t>
      </w:r>
      <w:r w:rsidR="00855694" w:rsidRPr="009071AC">
        <w:t>J</w:t>
      </w:r>
      <w:r>
        <w:t>’</w:t>
      </w:r>
      <w:r w:rsidR="00855694" w:rsidRPr="009071AC">
        <w:t>apprends à l</w:t>
      </w:r>
      <w:r>
        <w:t>’</w:t>
      </w:r>
      <w:r w:rsidR="00855694" w:rsidRPr="009071AC">
        <w:t>instant la perte si cruelle que vous venez de faire</w:t>
      </w:r>
      <w:r>
        <w:t xml:space="preserve">, </w:t>
      </w:r>
      <w:r w:rsidR="00855694" w:rsidRPr="009071AC">
        <w:t xml:space="preserve">et aussi que ce pauvre comte de </w:t>
      </w:r>
      <w:proofErr w:type="spellStart"/>
      <w:r w:rsidR="00855694" w:rsidRPr="009071AC">
        <w:t>Chalusse</w:t>
      </w:r>
      <w:proofErr w:type="spellEnd"/>
      <w:r>
        <w:t xml:space="preserve">, </w:t>
      </w:r>
      <w:r w:rsidR="00855694" w:rsidRPr="009071AC">
        <w:t xml:space="preserve">faute de </w:t>
      </w:r>
      <w:r w:rsidR="00855694" w:rsidRPr="009071AC">
        <w:lastRenderedPageBreak/>
        <w:t>dispositions testamentaires</w:t>
      </w:r>
      <w:r>
        <w:t xml:space="preserve">, </w:t>
      </w:r>
      <w:r w:rsidR="00855694" w:rsidRPr="009071AC">
        <w:t>vous laisse</w:t>
      </w:r>
      <w:r>
        <w:t xml:space="preserve">, </w:t>
      </w:r>
      <w:r w:rsidR="00855694" w:rsidRPr="009071AC">
        <w:t>vous sa fille adorée</w:t>
      </w:r>
      <w:r>
        <w:t xml:space="preserve">, </w:t>
      </w:r>
      <w:r w:rsidR="00855694" w:rsidRPr="009071AC">
        <w:t>presque sans ressources</w:t>
      </w:r>
      <w:r>
        <w:t>.</w:t>
      </w:r>
    </w:p>
    <w:p w14:paraId="06EDF077" w14:textId="77777777" w:rsidR="00F635DB" w:rsidRDefault="00F635DB" w:rsidP="00F635DB">
      <w:r>
        <w:t>« </w:t>
      </w:r>
      <w:r w:rsidR="00855694" w:rsidRPr="009071AC">
        <w:t>Je n</w:t>
      </w:r>
      <w:r>
        <w:t>’</w:t>
      </w:r>
      <w:r w:rsidR="00855694" w:rsidRPr="009071AC">
        <w:t>essaierai pas de vous adresser des consolations stériles</w:t>
      </w:r>
      <w:r>
        <w:t xml:space="preserve">. </w:t>
      </w:r>
      <w:r w:rsidR="00855694" w:rsidRPr="009071AC">
        <w:t>À Dieu seul il appartient de calmer certaines douleurs</w:t>
      </w:r>
      <w:r>
        <w:t xml:space="preserve">. </w:t>
      </w:r>
      <w:r w:rsidR="00855694" w:rsidRPr="009071AC">
        <w:t>Je serais allée pleurer avec vous</w:t>
      </w:r>
      <w:r>
        <w:t xml:space="preserve">, </w:t>
      </w:r>
      <w:r w:rsidR="00855694" w:rsidRPr="009071AC">
        <w:t>si je n</w:t>
      </w:r>
      <w:r>
        <w:t>’</w:t>
      </w:r>
      <w:r w:rsidR="00855694" w:rsidRPr="009071AC">
        <w:t>étais retenue au lit par la fièvre</w:t>
      </w:r>
      <w:r>
        <w:t>.</w:t>
      </w:r>
    </w:p>
    <w:p w14:paraId="2603E55D" w14:textId="77777777" w:rsidR="00F635DB" w:rsidRDefault="00F635DB" w:rsidP="00F635DB">
      <w:r>
        <w:t>« </w:t>
      </w:r>
      <w:r w:rsidR="00855694" w:rsidRPr="009071AC">
        <w:t>Mais demain</w:t>
      </w:r>
      <w:r>
        <w:t xml:space="preserve">, </w:t>
      </w:r>
      <w:r w:rsidR="00855694" w:rsidRPr="009071AC">
        <w:t>quoi qu</w:t>
      </w:r>
      <w:r>
        <w:t>’</w:t>
      </w:r>
      <w:r w:rsidR="00855694" w:rsidRPr="009071AC">
        <w:t>il arrive</w:t>
      </w:r>
      <w:r>
        <w:t xml:space="preserve">, </w:t>
      </w:r>
      <w:r w:rsidR="00855694" w:rsidRPr="009071AC">
        <w:t>je serai près de vous avant déjeuner</w:t>
      </w:r>
      <w:r>
        <w:t>.</w:t>
      </w:r>
    </w:p>
    <w:p w14:paraId="7D355313" w14:textId="77777777" w:rsidR="00F635DB" w:rsidRDefault="00F635DB" w:rsidP="00F635DB">
      <w:r>
        <w:t>« </w:t>
      </w:r>
      <w:r w:rsidR="00855694" w:rsidRPr="009071AC">
        <w:t>C</w:t>
      </w:r>
      <w:r>
        <w:t>’</w:t>
      </w:r>
      <w:r w:rsidR="00855694" w:rsidRPr="009071AC">
        <w:t>est aux jours d</w:t>
      </w:r>
      <w:r>
        <w:t>’</w:t>
      </w:r>
      <w:r w:rsidR="00855694" w:rsidRPr="009071AC">
        <w:t>épreuve</w:t>
      </w:r>
      <w:r>
        <w:t xml:space="preserve">, </w:t>
      </w:r>
      <w:r w:rsidR="00855694" w:rsidRPr="009071AC">
        <w:t>chère et malheureuse enfant</w:t>
      </w:r>
      <w:r>
        <w:t xml:space="preserve">, </w:t>
      </w:r>
      <w:r w:rsidR="00855694" w:rsidRPr="009071AC">
        <w:t>qu</w:t>
      </w:r>
      <w:r>
        <w:t>’</w:t>
      </w:r>
      <w:r w:rsidR="00855694" w:rsidRPr="009071AC">
        <w:t>on compte ses véritables amis</w:t>
      </w:r>
      <w:r>
        <w:t xml:space="preserve">… </w:t>
      </w:r>
      <w:r w:rsidR="00855694" w:rsidRPr="009071AC">
        <w:t>nous sommes les vôtres</w:t>
      </w:r>
      <w:r>
        <w:t xml:space="preserve">, </w:t>
      </w:r>
      <w:r w:rsidR="00855694" w:rsidRPr="009071AC">
        <w:t>j</w:t>
      </w:r>
      <w:r>
        <w:t>’</w:t>
      </w:r>
      <w:r w:rsidR="00855694" w:rsidRPr="009071AC">
        <w:t>espère vous le prouver</w:t>
      </w:r>
      <w:r>
        <w:t>.</w:t>
      </w:r>
    </w:p>
    <w:p w14:paraId="659DCD00" w14:textId="77777777" w:rsidR="00F635DB" w:rsidRDefault="00F635DB" w:rsidP="00F635DB">
      <w:r>
        <w:t>« </w:t>
      </w:r>
      <w:r w:rsidR="00855694" w:rsidRPr="009071AC">
        <w:t>Le général croirait offenser et trahir la mémoire de l</w:t>
      </w:r>
      <w:r>
        <w:t>’</w:t>
      </w:r>
      <w:r w:rsidR="00855694" w:rsidRPr="009071AC">
        <w:t>homme dont il fut trente ans l</w:t>
      </w:r>
      <w:r>
        <w:t>’</w:t>
      </w:r>
      <w:r w:rsidR="00855694" w:rsidRPr="009071AC">
        <w:t>ami le plus cher</w:t>
      </w:r>
      <w:r>
        <w:t xml:space="preserve">, </w:t>
      </w:r>
      <w:r w:rsidR="00855694" w:rsidRPr="009071AC">
        <w:t>s</w:t>
      </w:r>
      <w:r>
        <w:t>’</w:t>
      </w:r>
      <w:r w:rsidR="00855694" w:rsidRPr="009071AC">
        <w:t>il ne le remplaçait pas et s</w:t>
      </w:r>
      <w:r>
        <w:t>’</w:t>
      </w:r>
      <w:r w:rsidR="00855694" w:rsidRPr="009071AC">
        <w:t>il ne devenait pas pour vous un second père</w:t>
      </w:r>
      <w:r>
        <w:t>…</w:t>
      </w:r>
    </w:p>
    <w:p w14:paraId="15B6EEFA" w14:textId="77777777" w:rsidR="00F635DB" w:rsidRDefault="00F635DB" w:rsidP="00F635DB">
      <w:r>
        <w:t>« </w:t>
      </w:r>
      <w:r w:rsidR="00855694" w:rsidRPr="009071AC">
        <w:t>Il vous a offert notre modeste maison</w:t>
      </w:r>
      <w:r>
        <w:t xml:space="preserve"> ; </w:t>
      </w:r>
      <w:r w:rsidR="00855694" w:rsidRPr="009071AC">
        <w:t>vous avez refusé</w:t>
      </w:r>
      <w:r>
        <w:t xml:space="preserve">… </w:t>
      </w:r>
      <w:r w:rsidR="00855694" w:rsidRPr="009071AC">
        <w:t>Pourquoi</w:t>
      </w:r>
      <w:r>
        <w:t> ?</w:t>
      </w:r>
    </w:p>
    <w:p w14:paraId="1EAA29D5" w14:textId="77777777" w:rsidR="00F635DB" w:rsidRDefault="00F635DB" w:rsidP="00F635DB">
      <w:r>
        <w:t>« </w:t>
      </w:r>
      <w:r w:rsidR="00855694" w:rsidRPr="009071AC">
        <w:t>Je vous dirai</w:t>
      </w:r>
      <w:r>
        <w:t xml:space="preserve">, </w:t>
      </w:r>
      <w:r w:rsidR="00855694" w:rsidRPr="009071AC">
        <w:t>moi</w:t>
      </w:r>
      <w:r>
        <w:t xml:space="preserve">, </w:t>
      </w:r>
      <w:r w:rsidR="00855694" w:rsidRPr="009071AC">
        <w:t>avec l</w:t>
      </w:r>
      <w:r>
        <w:t>’</w:t>
      </w:r>
      <w:r w:rsidR="00855694" w:rsidRPr="009071AC">
        <w:t>autorité que me donne mon âge et mon titre de mère de famille</w:t>
      </w:r>
      <w:r>
        <w:t xml:space="preserve">, </w:t>
      </w:r>
      <w:r w:rsidR="00855694" w:rsidRPr="009071AC">
        <w:t>je vous dirai</w:t>
      </w:r>
      <w:r>
        <w:t xml:space="preserve">, </w:t>
      </w:r>
      <w:r w:rsidR="00855694" w:rsidRPr="009071AC">
        <w:t>moi</w:t>
      </w:r>
      <w:r>
        <w:t xml:space="preserve">, </w:t>
      </w:r>
      <w:r w:rsidR="00855694" w:rsidRPr="009071AC">
        <w:t>que vous devez accepter</w:t>
      </w:r>
      <w:r>
        <w:t>.</w:t>
      </w:r>
    </w:p>
    <w:p w14:paraId="641B0136" w14:textId="77777777" w:rsidR="00F635DB" w:rsidRDefault="00F635DB" w:rsidP="00F635DB">
      <w:r>
        <w:t>« </w:t>
      </w:r>
      <w:r w:rsidR="00855694" w:rsidRPr="009071AC">
        <w:t>À quel autre parti pouvez-vous honorablement et sagement songer</w:t>
      </w:r>
      <w:r>
        <w:t xml:space="preserve"> ? </w:t>
      </w:r>
      <w:r w:rsidR="00855694" w:rsidRPr="009071AC">
        <w:t>Où iriez-vous</w:t>
      </w:r>
      <w:r>
        <w:t xml:space="preserve">, </w:t>
      </w:r>
      <w:r w:rsidR="00855694" w:rsidRPr="009071AC">
        <w:t>pauvre chère enfant</w:t>
      </w:r>
      <w:r>
        <w:t> ?</w:t>
      </w:r>
    </w:p>
    <w:p w14:paraId="59FA0764" w14:textId="77777777" w:rsidR="00F635DB" w:rsidRDefault="00F635DB" w:rsidP="00F635DB">
      <w:r>
        <w:t>« </w:t>
      </w:r>
      <w:r w:rsidR="00855694" w:rsidRPr="009071AC">
        <w:t>Mais nous causerons de cela demain</w:t>
      </w:r>
      <w:r>
        <w:t>.</w:t>
      </w:r>
    </w:p>
    <w:p w14:paraId="0DA1E6F3" w14:textId="77777777" w:rsidR="00F635DB" w:rsidRDefault="00F635DB" w:rsidP="00F635DB">
      <w:r>
        <w:t>« </w:t>
      </w:r>
      <w:r w:rsidR="00855694" w:rsidRPr="009071AC">
        <w:t>Je saurai bien vous décider à nous aimer et à vous laisser aimer</w:t>
      </w:r>
      <w:r>
        <w:t xml:space="preserve">… </w:t>
      </w:r>
      <w:r w:rsidR="00855694" w:rsidRPr="009071AC">
        <w:t>Pour moi</w:t>
      </w:r>
      <w:r>
        <w:t xml:space="preserve">, </w:t>
      </w:r>
      <w:r w:rsidR="00855694" w:rsidRPr="009071AC">
        <w:t>vous remplacerez la fille tant aimée et tant pleurée que j</w:t>
      </w:r>
      <w:r>
        <w:t>’</w:t>
      </w:r>
      <w:r w:rsidR="00855694" w:rsidRPr="009071AC">
        <w:t>ai perdue</w:t>
      </w:r>
      <w:r>
        <w:t xml:space="preserve">, </w:t>
      </w:r>
      <w:r w:rsidR="00855694" w:rsidRPr="009071AC">
        <w:t>ma belle et douce Bathilde</w:t>
      </w:r>
      <w:r>
        <w:t>…</w:t>
      </w:r>
    </w:p>
    <w:p w14:paraId="1AD9212F" w14:textId="77777777" w:rsidR="00F635DB" w:rsidRDefault="00F635DB" w:rsidP="00F635DB">
      <w:r>
        <w:t>« </w:t>
      </w:r>
      <w:r w:rsidR="00855694" w:rsidRPr="009071AC">
        <w:t>Encore une fois</w:t>
      </w:r>
      <w:r>
        <w:t xml:space="preserve">, </w:t>
      </w:r>
      <w:r w:rsidR="00855694" w:rsidRPr="009071AC">
        <w:t>à demain</w:t>
      </w:r>
      <w:r>
        <w:t xml:space="preserve">… </w:t>
      </w:r>
      <w:r w:rsidR="00855694" w:rsidRPr="009071AC">
        <w:t>et laissez-vous embrasser par votre meilleure amie</w:t>
      </w:r>
      <w:r>
        <w:t>.</w:t>
      </w:r>
    </w:p>
    <w:p w14:paraId="66E630B4" w14:textId="1725A935" w:rsidR="00F635DB" w:rsidRDefault="00F635DB" w:rsidP="00F635DB">
      <w:pPr>
        <w:jc w:val="right"/>
      </w:pPr>
      <w:r>
        <w:lastRenderedPageBreak/>
        <w:t>« </w:t>
      </w:r>
      <w:r w:rsidR="00855694" w:rsidRPr="00F635DB">
        <w:t xml:space="preserve">ATHÉNAÏS DE </w:t>
      </w:r>
      <w:proofErr w:type="spellStart"/>
      <w:r w:rsidR="00855694" w:rsidRPr="00F635DB">
        <w:t>FONDÈGE</w:t>
      </w:r>
      <w:proofErr w:type="spellEnd"/>
      <w:r>
        <w:t>. »</w:t>
      </w:r>
    </w:p>
    <w:p w14:paraId="6408B779" w14:textId="61131BB4" w:rsidR="00F635DB" w:rsidRDefault="00F635DB" w:rsidP="00F635DB">
      <w:r>
        <w:t>M</w:t>
      </w:r>
      <w:r w:rsidRPr="00F635DB">
        <w:rPr>
          <w:vertAlign w:val="superscript"/>
        </w:rPr>
        <w:t>lle</w:t>
      </w:r>
      <w:r>
        <w:t> </w:t>
      </w:r>
      <w:r w:rsidR="00855694" w:rsidRPr="009071AC">
        <w:t>Marguerite devait être et fut abasourdie de cette lettre</w:t>
      </w:r>
      <w:r>
        <w:t>.</w:t>
      </w:r>
    </w:p>
    <w:p w14:paraId="15F6CFDD" w14:textId="77777777" w:rsidR="00F635DB" w:rsidRDefault="00855694" w:rsidP="00F635DB">
      <w:r w:rsidRPr="009071AC">
        <w:t>Cette femme qui lui écrivait ainsi</w:t>
      </w:r>
      <w:r w:rsidR="00F635DB">
        <w:t xml:space="preserve">, </w:t>
      </w:r>
      <w:r w:rsidRPr="009071AC">
        <w:t>c</w:t>
      </w:r>
      <w:r w:rsidR="00F635DB">
        <w:t>’</w:t>
      </w:r>
      <w:r w:rsidRPr="009071AC">
        <w:t>est tout au plus si elle l</w:t>
      </w:r>
      <w:r w:rsidR="00F635DB">
        <w:t>’</w:t>
      </w:r>
      <w:r w:rsidRPr="009071AC">
        <w:t>avait vue cinq ou six fois</w:t>
      </w:r>
      <w:r w:rsidR="00F635DB">
        <w:t xml:space="preserve"> ; </w:t>
      </w:r>
      <w:r w:rsidRPr="009071AC">
        <w:t>jamais n</w:t>
      </w:r>
      <w:r w:rsidR="00F635DB">
        <w:t>’</w:t>
      </w:r>
      <w:r w:rsidRPr="009071AC">
        <w:t>était allée chez elle</w:t>
      </w:r>
      <w:r w:rsidR="00F635DB">
        <w:t xml:space="preserve">, </w:t>
      </w:r>
      <w:r w:rsidRPr="009071AC">
        <w:t>et c</w:t>
      </w:r>
      <w:r w:rsidR="00F635DB">
        <w:t>’</w:t>
      </w:r>
      <w:r w:rsidRPr="009071AC">
        <w:t>est à peine si en tout elles avaient échangé vingt paroles</w:t>
      </w:r>
      <w:r w:rsidR="00F635DB">
        <w:t>.</w:t>
      </w:r>
    </w:p>
    <w:p w14:paraId="3172DBDB" w14:textId="15BC9CC9" w:rsidR="00F635DB" w:rsidRDefault="00855694" w:rsidP="00F635DB">
      <w:r w:rsidRPr="009071AC">
        <w:t>Bien plus</w:t>
      </w:r>
      <w:r w:rsidR="00F635DB">
        <w:t xml:space="preserve">, </w:t>
      </w:r>
      <w:r w:rsidRPr="009071AC">
        <w:t xml:space="preserve">elle se rappelait certains regards dont une fois </w:t>
      </w:r>
      <w:r w:rsidR="00F635DB">
        <w:t>M</w:t>
      </w:r>
      <w:r w:rsidR="00F635DB" w:rsidRPr="00F635DB">
        <w:rPr>
          <w:vertAlign w:val="superscript"/>
        </w:rPr>
        <w:t>me</w:t>
      </w:r>
      <w:r w:rsidR="00F635DB">
        <w:t> de </w:t>
      </w:r>
      <w:proofErr w:type="spellStart"/>
      <w:r w:rsidRPr="009071AC">
        <w:t>Fondège</w:t>
      </w:r>
      <w:proofErr w:type="spellEnd"/>
      <w:r w:rsidRPr="009071AC">
        <w:t xml:space="preserve"> avait essayé de l</w:t>
      </w:r>
      <w:r w:rsidR="00F635DB">
        <w:t>’</w:t>
      </w:r>
      <w:r w:rsidRPr="009071AC">
        <w:t>écraser</w:t>
      </w:r>
      <w:r w:rsidR="00F635DB">
        <w:t xml:space="preserve">, </w:t>
      </w:r>
      <w:r w:rsidRPr="009071AC">
        <w:t>regards chargés d</w:t>
      </w:r>
      <w:r w:rsidR="00F635DB">
        <w:t>’</w:t>
      </w:r>
      <w:r w:rsidRPr="009071AC">
        <w:t>un si cruel mépris</w:t>
      </w:r>
      <w:r w:rsidR="00F635DB">
        <w:t xml:space="preserve">, </w:t>
      </w:r>
      <w:r w:rsidRPr="009071AC">
        <w:t>qu</w:t>
      </w:r>
      <w:r w:rsidR="00F635DB">
        <w:t>’</w:t>
      </w:r>
      <w:r w:rsidRPr="009071AC">
        <w:t>ils lui avaient arraché des larmes de douleur</w:t>
      </w:r>
      <w:r w:rsidR="00F635DB">
        <w:t xml:space="preserve">, </w:t>
      </w:r>
      <w:r w:rsidRPr="009071AC">
        <w:t>de honte et de colère</w:t>
      </w:r>
      <w:r w:rsidR="00F635DB">
        <w:t>.</w:t>
      </w:r>
    </w:p>
    <w:p w14:paraId="4157A1C0" w14:textId="77777777" w:rsidR="00F635DB" w:rsidRDefault="00855694" w:rsidP="00F635DB">
      <w:r w:rsidRPr="009071AC">
        <w:t>Et même</w:t>
      </w:r>
      <w:r w:rsidR="00F635DB">
        <w:t xml:space="preserve">, </w:t>
      </w:r>
      <w:r w:rsidRPr="009071AC">
        <w:t>à cette occasion</w:t>
      </w:r>
      <w:r w:rsidR="00F635DB">
        <w:t xml:space="preserve">, </w:t>
      </w:r>
      <w:r w:rsidRPr="009071AC">
        <w:t xml:space="preserve">le comte de </w:t>
      </w:r>
      <w:proofErr w:type="spellStart"/>
      <w:r w:rsidRPr="009071AC">
        <w:t>Chalusse</w:t>
      </w:r>
      <w:proofErr w:type="spellEnd"/>
      <w:r w:rsidRPr="009071AC">
        <w:t xml:space="preserve"> lui avait dit</w:t>
      </w:r>
      <w:r w:rsidR="00F635DB">
        <w:t> :</w:t>
      </w:r>
    </w:p>
    <w:p w14:paraId="45B49C75" w14:textId="77777777" w:rsidR="00F635DB" w:rsidRDefault="00F635DB" w:rsidP="00F635DB">
      <w:r>
        <w:t>— </w:t>
      </w:r>
      <w:r w:rsidR="00855694" w:rsidRPr="009071AC">
        <w:t>Ne soyez donc pas si enfant</w:t>
      </w:r>
      <w:r>
        <w:t xml:space="preserve">, </w:t>
      </w:r>
      <w:r w:rsidR="00855694" w:rsidRPr="009071AC">
        <w:t>chère Marguerite</w:t>
      </w:r>
      <w:r>
        <w:t xml:space="preserve">, </w:t>
      </w:r>
      <w:r w:rsidR="00855694" w:rsidRPr="009071AC">
        <w:t>que de vous préoccuper de cette sotte et impudente pécore</w:t>
      </w:r>
      <w:r>
        <w:t>.</w:t>
      </w:r>
    </w:p>
    <w:p w14:paraId="6F36C5CB" w14:textId="77777777" w:rsidR="00F635DB" w:rsidRDefault="00855694" w:rsidP="00F635DB">
      <w:r w:rsidRPr="009071AC">
        <w:t>Eh bien</w:t>
      </w:r>
      <w:r w:rsidR="00F635DB">
        <w:t xml:space="preserve"> ! </w:t>
      </w:r>
      <w:r w:rsidRPr="009071AC">
        <w:t>c</w:t>
      </w:r>
      <w:r w:rsidR="00F635DB">
        <w:t>’</w:t>
      </w:r>
      <w:r w:rsidRPr="009071AC">
        <w:t xml:space="preserve">était cette même </w:t>
      </w:r>
      <w:r w:rsidR="00F635DB">
        <w:t>« </w:t>
      </w:r>
      <w:r w:rsidRPr="009071AC">
        <w:t>pécore</w:t>
      </w:r>
      <w:r w:rsidR="00F635DB">
        <w:t> »</w:t>
      </w:r>
      <w:r w:rsidRPr="009071AC">
        <w:t xml:space="preserve"> qui tout à coup composait une épître où débordait une sensibilité brûlante</w:t>
      </w:r>
      <w:r w:rsidR="00F635DB">
        <w:t xml:space="preserve">, </w:t>
      </w:r>
      <w:r w:rsidRPr="009071AC">
        <w:t>où elle invoquait les droits de son affection sur le ton d</w:t>
      </w:r>
      <w:r w:rsidR="00F635DB">
        <w:t>’</w:t>
      </w:r>
      <w:r w:rsidRPr="009071AC">
        <w:t>une amitié ancienne et déjà éprouvée</w:t>
      </w:r>
      <w:r w:rsidR="00F635DB">
        <w:t>.</w:t>
      </w:r>
    </w:p>
    <w:p w14:paraId="237C7F61" w14:textId="77777777" w:rsidR="00F635DB" w:rsidRDefault="00855694" w:rsidP="00F635DB">
      <w:r w:rsidRPr="009071AC">
        <w:t>Était-il naturel que du matin au soir cette altière personne eût été ainsi métamorphosée</w:t>
      </w:r>
      <w:r w:rsidR="00F635DB">
        <w:t> ?</w:t>
      </w:r>
    </w:p>
    <w:p w14:paraId="074F5775" w14:textId="0C98E6AA" w:rsidR="00F635DB" w:rsidRDefault="00F635DB" w:rsidP="00F635DB">
      <w:r>
        <w:t>M</w:t>
      </w:r>
      <w:r w:rsidRPr="00F635DB">
        <w:rPr>
          <w:vertAlign w:val="superscript"/>
        </w:rPr>
        <w:t>lle</w:t>
      </w:r>
      <w:r>
        <w:t> </w:t>
      </w:r>
      <w:r w:rsidR="00855694" w:rsidRPr="009071AC">
        <w:t>Marguerite ne pouvait l</w:t>
      </w:r>
      <w:r>
        <w:t>’</w:t>
      </w:r>
      <w:r w:rsidR="00855694" w:rsidRPr="009071AC">
        <w:t>imaginer</w:t>
      </w:r>
      <w:r>
        <w:t xml:space="preserve">, </w:t>
      </w:r>
      <w:r w:rsidR="00855694" w:rsidRPr="009071AC">
        <w:t>n</w:t>
      </w:r>
      <w:r>
        <w:t>’</w:t>
      </w:r>
      <w:r w:rsidR="00855694" w:rsidRPr="009071AC">
        <w:t>étant pas ce qui s</w:t>
      </w:r>
      <w:r>
        <w:t>’</w:t>
      </w:r>
      <w:r w:rsidR="00855694" w:rsidRPr="009071AC">
        <w:t>appelle crédule</w:t>
      </w:r>
      <w:r>
        <w:t xml:space="preserve">, </w:t>
      </w:r>
      <w:r w:rsidR="00855694" w:rsidRPr="009071AC">
        <w:t>mais très-portée à la défiance</w:t>
      </w:r>
      <w:r>
        <w:t xml:space="preserve">, </w:t>
      </w:r>
      <w:r w:rsidR="00855694" w:rsidRPr="009071AC">
        <w:t>au contraire</w:t>
      </w:r>
      <w:r>
        <w:t xml:space="preserve">, </w:t>
      </w:r>
      <w:r w:rsidR="00855694" w:rsidRPr="009071AC">
        <w:t>et inclinant comme tous les malheureux à supposer le mal plus promptement que le bien</w:t>
      </w:r>
      <w:r>
        <w:t>.</w:t>
      </w:r>
    </w:p>
    <w:p w14:paraId="2B147141" w14:textId="09AE14A2" w:rsidR="00F635DB" w:rsidRDefault="00855694" w:rsidP="00F635DB">
      <w:r w:rsidRPr="009071AC">
        <w:t xml:space="preserve">Il fallait donc que </w:t>
      </w:r>
      <w:r w:rsidR="00F635DB">
        <w:t>M</w:t>
      </w:r>
      <w:r w:rsidR="00F635DB" w:rsidRPr="00F635DB">
        <w:rPr>
          <w:vertAlign w:val="superscript"/>
        </w:rPr>
        <w:t>me</w:t>
      </w:r>
      <w:r w:rsidR="00F635DB">
        <w:t> de </w:t>
      </w:r>
      <w:proofErr w:type="spellStart"/>
      <w:r w:rsidRPr="009071AC">
        <w:t>Fondège</w:t>
      </w:r>
      <w:proofErr w:type="spellEnd"/>
      <w:r w:rsidRPr="009071AC">
        <w:t xml:space="preserve"> eût écrit sous l</w:t>
      </w:r>
      <w:r w:rsidR="00F635DB">
        <w:t>’</w:t>
      </w:r>
      <w:r w:rsidRPr="009071AC">
        <w:t>empire de quelque raison pressante et décisive</w:t>
      </w:r>
      <w:r w:rsidR="00F635DB">
        <w:t xml:space="preserve">… </w:t>
      </w:r>
      <w:r w:rsidRPr="009071AC">
        <w:t>mais laquelle</w:t>
      </w:r>
      <w:r w:rsidR="00F635DB">
        <w:t xml:space="preserve"> ?… </w:t>
      </w:r>
      <w:r w:rsidRPr="009071AC">
        <w:t>Hélas</w:t>
      </w:r>
      <w:r w:rsidR="00F635DB">
        <w:t> ! M</w:t>
      </w:r>
      <w:r w:rsidR="00F635DB" w:rsidRPr="00F635DB">
        <w:rPr>
          <w:vertAlign w:val="superscript"/>
        </w:rPr>
        <w:t>lle</w:t>
      </w:r>
      <w:r w:rsidR="00F635DB">
        <w:t> </w:t>
      </w:r>
      <w:r w:rsidRPr="009071AC">
        <w:t>Marguerite ne croyait que trop la deviner</w:t>
      </w:r>
      <w:r w:rsidR="00F635DB">
        <w:t>.</w:t>
      </w:r>
    </w:p>
    <w:p w14:paraId="0425DF9D" w14:textId="77777777" w:rsidR="00F635DB" w:rsidRDefault="00855694" w:rsidP="00F635DB">
      <w:r w:rsidRPr="009071AC">
        <w:lastRenderedPageBreak/>
        <w:t xml:space="preserve">Le </w:t>
      </w:r>
      <w:r w:rsidR="00F635DB">
        <w:t>« </w:t>
      </w:r>
      <w:r w:rsidRPr="009071AC">
        <w:t>général</w:t>
      </w:r>
      <w:r w:rsidR="00F635DB">
        <w:t> »</w:t>
      </w:r>
      <w:r w:rsidRPr="009071AC">
        <w:t xml:space="preserve"> la soupçonnant d</w:t>
      </w:r>
      <w:r w:rsidR="00F635DB">
        <w:t>’</w:t>
      </w:r>
      <w:r w:rsidRPr="009071AC">
        <w:t xml:space="preserve">avoir détourné des millions de la succession du comte de </w:t>
      </w:r>
      <w:proofErr w:type="spellStart"/>
      <w:r w:rsidRPr="009071AC">
        <w:t>Chalusse</w:t>
      </w:r>
      <w:proofErr w:type="spellEnd"/>
      <w:r w:rsidR="00F635DB">
        <w:t xml:space="preserve">, </w:t>
      </w:r>
      <w:r w:rsidRPr="009071AC">
        <w:t>avait fait partager ses soupçons à sa femme</w:t>
      </w:r>
      <w:r w:rsidR="00F635DB">
        <w:t xml:space="preserve">, </w:t>
      </w:r>
      <w:r w:rsidRPr="009071AC">
        <w:t>et celle-ci</w:t>
      </w:r>
      <w:r w:rsidR="00F635DB">
        <w:t xml:space="preserve">, </w:t>
      </w:r>
      <w:r w:rsidRPr="009071AC">
        <w:t>cupide autant que son mari et tout aussi peu scrupuleuse</w:t>
      </w:r>
      <w:r w:rsidR="00F635DB">
        <w:t xml:space="preserve">, </w:t>
      </w:r>
      <w:r w:rsidRPr="009071AC">
        <w:t>tâchait d</w:t>
      </w:r>
      <w:r w:rsidR="00F635DB">
        <w:t>’</w:t>
      </w:r>
      <w:r w:rsidRPr="009071AC">
        <w:t>engluer et de confisquer la voleuse</w:t>
      </w:r>
      <w:r w:rsidR="00F635DB">
        <w:t xml:space="preserve">, </w:t>
      </w:r>
      <w:r w:rsidRPr="009071AC">
        <w:t>à la seule fin d</w:t>
      </w:r>
      <w:r w:rsidR="00F635DB">
        <w:t>’</w:t>
      </w:r>
      <w:r w:rsidRPr="009071AC">
        <w:t>assurer à son fils le bénéfice du vol</w:t>
      </w:r>
      <w:r w:rsidR="00F635DB">
        <w:t>.</w:t>
      </w:r>
    </w:p>
    <w:p w14:paraId="6EDA6C8E" w14:textId="77777777" w:rsidR="00F635DB" w:rsidRDefault="00855694" w:rsidP="00F635DB">
      <w:r w:rsidRPr="009071AC">
        <w:t>Rien de si commun</w:t>
      </w:r>
      <w:r w:rsidR="00F635DB">
        <w:t xml:space="preserve">, </w:t>
      </w:r>
      <w:r w:rsidRPr="009071AC">
        <w:t>à notre époque</w:t>
      </w:r>
      <w:r w:rsidR="00F635DB">
        <w:t xml:space="preserve">, </w:t>
      </w:r>
      <w:r w:rsidRPr="009071AC">
        <w:t>que ce prudent et honorable calcul</w:t>
      </w:r>
      <w:r w:rsidR="00F635DB">
        <w:t xml:space="preserve">… </w:t>
      </w:r>
      <w:r w:rsidRPr="009071AC">
        <w:t>Voler</w:t>
      </w:r>
      <w:r w:rsidR="00F635DB">
        <w:t xml:space="preserve">, </w:t>
      </w:r>
      <w:r w:rsidRPr="009071AC">
        <w:t>soi</w:t>
      </w:r>
      <w:r w:rsidR="00F635DB">
        <w:t xml:space="preserve"> !… </w:t>
      </w:r>
      <w:r w:rsidRPr="009071AC">
        <w:t>Fi</w:t>
      </w:r>
      <w:r w:rsidR="00F635DB">
        <w:t xml:space="preserve"> !… </w:t>
      </w:r>
      <w:r w:rsidRPr="009071AC">
        <w:t>jamais</w:t>
      </w:r>
      <w:r w:rsidR="00F635DB">
        <w:t xml:space="preserve"> !… </w:t>
      </w:r>
      <w:r w:rsidRPr="009071AC">
        <w:t>On n</w:t>
      </w:r>
      <w:r w:rsidR="00F635DB">
        <w:t>’</w:t>
      </w:r>
      <w:r w:rsidRPr="009071AC">
        <w:t>oserait</w:t>
      </w:r>
      <w:r w:rsidR="00F635DB">
        <w:t xml:space="preserve">. </w:t>
      </w:r>
      <w:r w:rsidRPr="009071AC">
        <w:t>D</w:t>
      </w:r>
      <w:r w:rsidR="00F635DB">
        <w:t>’</w:t>
      </w:r>
      <w:r w:rsidRPr="009071AC">
        <w:t>ailleurs on est honnête</w:t>
      </w:r>
      <w:r w:rsidR="00F635DB">
        <w:t xml:space="preserve">. </w:t>
      </w:r>
      <w:r w:rsidRPr="009071AC">
        <w:t>Mais profiter d</w:t>
      </w:r>
      <w:r w:rsidR="00F635DB">
        <w:t>’</w:t>
      </w:r>
      <w:r w:rsidRPr="009071AC">
        <w:t>un détournement</w:t>
      </w:r>
      <w:r w:rsidR="00F635DB">
        <w:t xml:space="preserve">… </w:t>
      </w:r>
      <w:r w:rsidRPr="009071AC">
        <w:t>Excusez</w:t>
      </w:r>
      <w:r w:rsidR="00F635DB">
        <w:t xml:space="preserve"> !… </w:t>
      </w:r>
      <w:r w:rsidRPr="009071AC">
        <w:t>c</w:t>
      </w:r>
      <w:r w:rsidR="00F635DB">
        <w:t>’</w:t>
      </w:r>
      <w:r w:rsidRPr="009071AC">
        <w:t>est une autre paire de manches</w:t>
      </w:r>
      <w:r w:rsidR="00F635DB">
        <w:t xml:space="preserve">, </w:t>
      </w:r>
      <w:r w:rsidRPr="009071AC">
        <w:t>surtout s</w:t>
      </w:r>
      <w:r w:rsidR="00F635DB">
        <w:t>’</w:t>
      </w:r>
      <w:r w:rsidRPr="009071AC">
        <w:t>il n</w:t>
      </w:r>
      <w:r w:rsidR="00F635DB">
        <w:t>’</w:t>
      </w:r>
      <w:r w:rsidRPr="009071AC">
        <w:t>y a pas de risques à courir</w:t>
      </w:r>
      <w:r w:rsidR="00F635DB">
        <w:t>.</w:t>
      </w:r>
    </w:p>
    <w:p w14:paraId="69A64DAF" w14:textId="537748BC" w:rsidR="00F635DB" w:rsidRDefault="00855694" w:rsidP="00F635DB">
      <w:r w:rsidRPr="009071AC">
        <w:t>Et tout en relisant sa lettre</w:t>
      </w:r>
      <w:r w:rsidR="00F635DB">
        <w:t>, M</w:t>
      </w:r>
      <w:r w:rsidR="00F635DB" w:rsidRPr="00F635DB">
        <w:rPr>
          <w:vertAlign w:val="superscript"/>
        </w:rPr>
        <w:t>lle</w:t>
      </w:r>
      <w:r w:rsidR="00F635DB">
        <w:t> </w:t>
      </w:r>
      <w:r w:rsidRPr="009071AC">
        <w:t xml:space="preserve">Marguerite croyait entendre le </w:t>
      </w:r>
      <w:r w:rsidR="00F635DB">
        <w:t>« </w:t>
      </w:r>
      <w:r w:rsidRPr="009071AC">
        <w:t>général</w:t>
      </w:r>
      <w:r w:rsidR="00F635DB">
        <w:t> »</w:t>
      </w:r>
      <w:r w:rsidRPr="009071AC">
        <w:t xml:space="preserve"> et sa femme discuter les moyens d</w:t>
      </w:r>
      <w:r w:rsidR="00F635DB">
        <w:t>’</w:t>
      </w:r>
      <w:r w:rsidRPr="009071AC">
        <w:t>obtenir leur part de ce magnifique coup de filet de plus de deux millions</w:t>
      </w:r>
      <w:r w:rsidR="00F635DB">
        <w:t>…</w:t>
      </w:r>
    </w:p>
    <w:p w14:paraId="74BC96F5" w14:textId="144CF714" w:rsidR="00F635DB" w:rsidRDefault="00855694" w:rsidP="00F635DB">
      <w:r w:rsidRPr="009071AC">
        <w:t xml:space="preserve">Il lui semblait ouïr </w:t>
      </w:r>
      <w:r w:rsidR="00F635DB">
        <w:t>M</w:t>
      </w:r>
      <w:r w:rsidR="00F635DB" w:rsidRPr="00F635DB">
        <w:rPr>
          <w:vertAlign w:val="superscript"/>
        </w:rPr>
        <w:t>me</w:t>
      </w:r>
      <w:r w:rsidR="00F635DB">
        <w:t> de </w:t>
      </w:r>
      <w:proofErr w:type="spellStart"/>
      <w:r w:rsidRPr="009071AC">
        <w:t>Fondège</w:t>
      </w:r>
      <w:proofErr w:type="spellEnd"/>
      <w:r w:rsidRPr="009071AC">
        <w:t xml:space="preserve"> dire à son mari d</w:t>
      </w:r>
      <w:r w:rsidR="00F635DB">
        <w:t>’</w:t>
      </w:r>
      <w:r w:rsidRPr="009071AC">
        <w:t>un air avisé</w:t>
      </w:r>
      <w:r w:rsidR="00F635DB">
        <w:t> :</w:t>
      </w:r>
    </w:p>
    <w:p w14:paraId="2A5A6136" w14:textId="77777777" w:rsidR="00F635DB" w:rsidRDefault="00F635DB" w:rsidP="00F635DB">
      <w:r>
        <w:t>— </w:t>
      </w:r>
      <w:r w:rsidR="00855694" w:rsidRPr="009071AC">
        <w:t>Tu n</w:t>
      </w:r>
      <w:r>
        <w:t>’</w:t>
      </w:r>
      <w:r w:rsidR="00855694" w:rsidRPr="009071AC">
        <w:t>es qu</w:t>
      </w:r>
      <w:r>
        <w:t>’</w:t>
      </w:r>
      <w:r w:rsidR="00855694" w:rsidRPr="009071AC">
        <w:t>un maladroit</w:t>
      </w:r>
      <w:r>
        <w:t xml:space="preserve"> !… </w:t>
      </w:r>
      <w:r w:rsidR="00855694" w:rsidRPr="009071AC">
        <w:t>Ta précipitation et ta brusquerie l</w:t>
      </w:r>
      <w:r>
        <w:t>’</w:t>
      </w:r>
      <w:r w:rsidR="00855694" w:rsidRPr="009071AC">
        <w:t>ont effarouchée</w:t>
      </w:r>
      <w:r>
        <w:t xml:space="preserve">, </w:t>
      </w:r>
      <w:r w:rsidR="00855694" w:rsidRPr="009071AC">
        <w:t>cette enfant</w:t>
      </w:r>
      <w:r>
        <w:t xml:space="preserve">… </w:t>
      </w:r>
      <w:r w:rsidR="00855694" w:rsidRPr="009071AC">
        <w:t>Heureusement</w:t>
      </w:r>
      <w:r>
        <w:t xml:space="preserve">, </w:t>
      </w:r>
      <w:r w:rsidR="00855694" w:rsidRPr="009071AC">
        <w:t>je suis là</w:t>
      </w:r>
      <w:r>
        <w:t xml:space="preserve">… </w:t>
      </w:r>
      <w:r w:rsidR="00855694" w:rsidRPr="009071AC">
        <w:t>Laisse-moi faire</w:t>
      </w:r>
      <w:r>
        <w:t xml:space="preserve">, </w:t>
      </w:r>
      <w:r w:rsidR="00855694" w:rsidRPr="009071AC">
        <w:t>et je te prouverai que les femmes sont autrement habiles que vous autres</w:t>
      </w:r>
      <w:r>
        <w:t xml:space="preserve">, </w:t>
      </w:r>
      <w:r w:rsidR="00855694" w:rsidRPr="009071AC">
        <w:t>messieurs</w:t>
      </w:r>
      <w:r>
        <w:t>.</w:t>
      </w:r>
    </w:p>
    <w:p w14:paraId="658958E5" w14:textId="3728AE5C" w:rsidR="00F635DB" w:rsidRDefault="00855694" w:rsidP="00F635DB">
      <w:r w:rsidRPr="009071AC">
        <w:t>Et là-dessus elle avait pris la plume</w:t>
      </w:r>
      <w:r w:rsidR="00F635DB">
        <w:t xml:space="preserve">, </w:t>
      </w:r>
      <w:r w:rsidRPr="009071AC">
        <w:t xml:space="preserve">et au jugement de </w:t>
      </w:r>
      <w:r w:rsidR="00F635DB">
        <w:t>M</w:t>
      </w:r>
      <w:r w:rsidR="00F635DB" w:rsidRPr="00F635DB">
        <w:rPr>
          <w:vertAlign w:val="superscript"/>
        </w:rPr>
        <w:t>lle</w:t>
      </w:r>
      <w:r w:rsidR="00F635DB">
        <w:t> </w:t>
      </w:r>
      <w:r w:rsidRPr="009071AC">
        <w:t>Marguerite la rédaction trahissait la collaboration des deux époux</w:t>
      </w:r>
      <w:r w:rsidR="00F635DB">
        <w:t>.</w:t>
      </w:r>
    </w:p>
    <w:p w14:paraId="45129C8A" w14:textId="77777777" w:rsidR="00F635DB" w:rsidRDefault="00855694" w:rsidP="00F635DB">
      <w:r w:rsidRPr="009071AC">
        <w:t>Ainsi</w:t>
      </w:r>
      <w:r w:rsidR="00F635DB">
        <w:t xml:space="preserve">, </w:t>
      </w:r>
      <w:r w:rsidRPr="009071AC">
        <w:t>elle eût juré que c</w:t>
      </w:r>
      <w:r w:rsidR="00F635DB">
        <w:t>’</w:t>
      </w:r>
      <w:r w:rsidRPr="009071AC">
        <w:t>était le mari qui avait inspiré ou même dicté cette phrase</w:t>
      </w:r>
      <w:r w:rsidR="00F635DB">
        <w:t> :</w:t>
      </w:r>
    </w:p>
    <w:p w14:paraId="654D3435" w14:textId="61243503" w:rsidR="00F635DB" w:rsidRDefault="00F635DB" w:rsidP="00F635DB">
      <w:r>
        <w:t>« </w:t>
      </w:r>
      <w:r w:rsidR="00855694" w:rsidRPr="009071AC">
        <w:t>Le général croirait offenser et trahir la mémoire de l</w:t>
      </w:r>
      <w:r>
        <w:t>’</w:t>
      </w:r>
      <w:r w:rsidR="00855694" w:rsidRPr="009071AC">
        <w:t>homme dont il fut trente ans l</w:t>
      </w:r>
      <w:r>
        <w:t>’</w:t>
      </w:r>
      <w:r w:rsidR="00855694" w:rsidRPr="009071AC">
        <w:t>ami le plus cher</w:t>
      </w:r>
      <w:r>
        <w:t>… »</w:t>
      </w:r>
    </w:p>
    <w:p w14:paraId="4E635B6B" w14:textId="77777777" w:rsidR="00F635DB" w:rsidRDefault="00855694" w:rsidP="00F635DB">
      <w:r w:rsidRPr="009071AC">
        <w:lastRenderedPageBreak/>
        <w:t>C</w:t>
      </w:r>
      <w:r w:rsidR="00F635DB">
        <w:t>’</w:t>
      </w:r>
      <w:r w:rsidRPr="009071AC">
        <w:t>étaient bien là les façons de dire de ce grotesque</w:t>
      </w:r>
      <w:r w:rsidR="00F635DB">
        <w:t xml:space="preserve">, </w:t>
      </w:r>
      <w:r w:rsidRPr="009071AC">
        <w:t>dont la grosse préoccupation était de rendre ce qu</w:t>
      </w:r>
      <w:r w:rsidR="00F635DB">
        <w:t>’</w:t>
      </w:r>
      <w:r w:rsidRPr="009071AC">
        <w:t>il appelait la loyauté simple et la rude franchise du vieux soldat</w:t>
      </w:r>
      <w:r w:rsidR="00F635DB">
        <w:t xml:space="preserve">. </w:t>
      </w:r>
      <w:r w:rsidRPr="009071AC">
        <w:t>Cette phrase</w:t>
      </w:r>
      <w:r w:rsidR="00F635DB">
        <w:t xml:space="preserve">, </w:t>
      </w:r>
      <w:r w:rsidRPr="009071AC">
        <w:t>au contraire</w:t>
      </w:r>
      <w:r w:rsidR="00F635DB">
        <w:t> : « </w:t>
      </w:r>
      <w:r w:rsidRPr="009071AC">
        <w:t>Je saurai bien vous décider à vous laisser aimer</w:t>
      </w:r>
      <w:r w:rsidR="00F635DB">
        <w:t>, »</w:t>
      </w:r>
      <w:r w:rsidRPr="009071AC">
        <w:t xml:space="preserve"> était de la femme évidemment</w:t>
      </w:r>
      <w:r w:rsidR="00F635DB">
        <w:t>.</w:t>
      </w:r>
    </w:p>
    <w:p w14:paraId="0CD8FCF6" w14:textId="77777777" w:rsidR="00F635DB" w:rsidRDefault="00855694" w:rsidP="00F635DB">
      <w:r w:rsidRPr="009071AC">
        <w:t>Enfin</w:t>
      </w:r>
      <w:r w:rsidR="00F635DB">
        <w:t xml:space="preserve">, </w:t>
      </w:r>
      <w:r w:rsidRPr="009071AC">
        <w:t>un passage de la lettre trahissait sans doute possible la recherche de l</w:t>
      </w:r>
      <w:r w:rsidR="00F635DB">
        <w:t>’</w:t>
      </w:r>
      <w:r w:rsidRPr="009071AC">
        <w:t>attendrissement</w:t>
      </w:r>
      <w:r w:rsidR="00F635DB">
        <w:t xml:space="preserve">, </w:t>
      </w:r>
      <w:r w:rsidRPr="009071AC">
        <w:t>même aux dépens de la vérité</w:t>
      </w:r>
      <w:r w:rsidR="00F635DB">
        <w:t xml:space="preserve">, </w:t>
      </w:r>
      <w:r w:rsidRPr="009071AC">
        <w:t>la comédie</w:t>
      </w:r>
      <w:r w:rsidR="00F635DB">
        <w:t xml:space="preserve">, </w:t>
      </w:r>
      <w:r w:rsidRPr="009071AC">
        <w:t>en un mot</w:t>
      </w:r>
      <w:r w:rsidR="00F635DB">
        <w:t>.</w:t>
      </w:r>
    </w:p>
    <w:p w14:paraId="2368A29C" w14:textId="03EE8277" w:rsidR="00F635DB" w:rsidRDefault="00855694" w:rsidP="00F635DB">
      <w:r w:rsidRPr="009071AC">
        <w:t>Les convoitises et l</w:t>
      </w:r>
      <w:r w:rsidR="00F635DB">
        <w:t>’</w:t>
      </w:r>
      <w:r w:rsidRPr="009071AC">
        <w:t xml:space="preserve">ambition du succès avaient entraîné </w:t>
      </w:r>
      <w:r w:rsidR="00F635DB">
        <w:t>M</w:t>
      </w:r>
      <w:r w:rsidR="00F635DB" w:rsidRPr="00F635DB">
        <w:rPr>
          <w:vertAlign w:val="superscript"/>
        </w:rPr>
        <w:t>me</w:t>
      </w:r>
      <w:r w:rsidR="00F635DB">
        <w:t> de </w:t>
      </w:r>
      <w:proofErr w:type="spellStart"/>
      <w:r w:rsidRPr="009071AC">
        <w:t>Fondège</w:t>
      </w:r>
      <w:proofErr w:type="spellEnd"/>
      <w:r w:rsidRPr="009071AC">
        <w:t xml:space="preserve"> un peu trop loin</w:t>
      </w:r>
      <w:r w:rsidR="00F635DB">
        <w:t>.</w:t>
      </w:r>
    </w:p>
    <w:p w14:paraId="3EF7E1AE" w14:textId="0D129CE6" w:rsidR="00F635DB" w:rsidRDefault="00F635DB" w:rsidP="00F635DB">
      <w:r>
        <w:t>« </w:t>
      </w:r>
      <w:r w:rsidR="00855694" w:rsidRPr="009071AC">
        <w:t>Vous remplacerez ma fille tant aimée et tant pleurée</w:t>
      </w:r>
      <w:r>
        <w:t>, »</w:t>
      </w:r>
      <w:r w:rsidR="00855694" w:rsidRPr="009071AC">
        <w:t xml:space="preserve"> écrivait-elle à </w:t>
      </w:r>
      <w:r>
        <w:t>M</w:t>
      </w:r>
      <w:r w:rsidRPr="00F635DB">
        <w:rPr>
          <w:vertAlign w:val="superscript"/>
        </w:rPr>
        <w:t>lle</w:t>
      </w:r>
      <w:r>
        <w:t> </w:t>
      </w:r>
      <w:r w:rsidR="00855694" w:rsidRPr="009071AC">
        <w:t>Marguerite</w:t>
      </w:r>
      <w:r>
        <w:t xml:space="preserve">. </w:t>
      </w:r>
      <w:r w:rsidR="00855694" w:rsidRPr="009071AC">
        <w:t>Or</w:t>
      </w:r>
      <w:r>
        <w:t xml:space="preserve">, </w:t>
      </w:r>
      <w:r w:rsidR="00855694" w:rsidRPr="009071AC">
        <w:t>elle avait eu une fille</w:t>
      </w:r>
      <w:r>
        <w:t xml:space="preserve">, </w:t>
      </w:r>
      <w:r w:rsidR="00855694" w:rsidRPr="009071AC">
        <w:t>en effet</w:t>
      </w:r>
      <w:r>
        <w:t xml:space="preserve">, </w:t>
      </w:r>
      <w:r w:rsidR="00855694" w:rsidRPr="009071AC">
        <w:t>la chère dame</w:t>
      </w:r>
      <w:r>
        <w:t xml:space="preserve">, </w:t>
      </w:r>
      <w:r w:rsidR="00855694" w:rsidRPr="009071AC">
        <w:t>mais elle lui avait été enlevée par le croup à l</w:t>
      </w:r>
      <w:r>
        <w:t>’</w:t>
      </w:r>
      <w:r w:rsidR="00855694" w:rsidRPr="009071AC">
        <w:t>âge de six mois</w:t>
      </w:r>
      <w:r>
        <w:t xml:space="preserve">, </w:t>
      </w:r>
      <w:r w:rsidR="00855694" w:rsidRPr="009071AC">
        <w:t>et il y avait de cela plus de vingt-cinq ans</w:t>
      </w:r>
      <w:r>
        <w:t> !…</w:t>
      </w:r>
    </w:p>
    <w:p w14:paraId="1165460A" w14:textId="415E2ECB" w:rsidR="00F635DB" w:rsidRDefault="00855694" w:rsidP="00F635DB">
      <w:r w:rsidRPr="009071AC">
        <w:t>Ce qui était singulier aussi</w:t>
      </w:r>
      <w:r w:rsidR="00F635DB">
        <w:t xml:space="preserve">, </w:t>
      </w:r>
      <w:r w:rsidRPr="009071AC">
        <w:t>c</w:t>
      </w:r>
      <w:r w:rsidR="00F635DB">
        <w:t>’</w:t>
      </w:r>
      <w:r w:rsidRPr="009071AC">
        <w:t>était l</w:t>
      </w:r>
      <w:r w:rsidR="00F635DB">
        <w:t>’</w:t>
      </w:r>
      <w:r w:rsidRPr="009071AC">
        <w:t>envoi de cette lettre à dix heures du soir</w:t>
      </w:r>
      <w:r w:rsidR="00F635DB">
        <w:t xml:space="preserve">. </w:t>
      </w:r>
      <w:r w:rsidRPr="009071AC">
        <w:t>Mais en y réfléchissant</w:t>
      </w:r>
      <w:r w:rsidR="00F635DB">
        <w:t>, M</w:t>
      </w:r>
      <w:r w:rsidR="00F635DB" w:rsidRPr="00F635DB">
        <w:rPr>
          <w:vertAlign w:val="superscript"/>
        </w:rPr>
        <w:t>lle</w:t>
      </w:r>
      <w:r w:rsidR="00F635DB">
        <w:t> </w:t>
      </w:r>
      <w:r w:rsidRPr="009071AC">
        <w:t>Marguerite s</w:t>
      </w:r>
      <w:r w:rsidR="00F635DB">
        <w:t>’</w:t>
      </w:r>
      <w:r w:rsidRPr="009071AC">
        <w:t>expliquait cette circonstance</w:t>
      </w:r>
      <w:r w:rsidR="00F635DB">
        <w:t>.</w:t>
      </w:r>
    </w:p>
    <w:p w14:paraId="3589D7FA" w14:textId="6B1702E9" w:rsidR="00F635DB" w:rsidRDefault="00F635DB" w:rsidP="00F635DB">
      <w:r>
        <w:t>— </w:t>
      </w:r>
      <w:r w:rsidR="00855694" w:rsidRPr="009071AC">
        <w:t>Avant d</w:t>
      </w:r>
      <w:r>
        <w:t>’</w:t>
      </w:r>
      <w:r w:rsidR="00855694" w:rsidRPr="009071AC">
        <w:t>agir</w:t>
      </w:r>
      <w:r>
        <w:t xml:space="preserve">, </w:t>
      </w:r>
      <w:r w:rsidR="00855694" w:rsidRPr="009071AC">
        <w:t>pensait-elle</w:t>
      </w:r>
      <w:r>
        <w:t>, M. </w:t>
      </w:r>
      <w:r w:rsidR="00855694" w:rsidRPr="009071AC">
        <w:t xml:space="preserve">et </w:t>
      </w:r>
      <w:r>
        <w:t>M</w:t>
      </w:r>
      <w:r w:rsidRPr="00F635DB">
        <w:rPr>
          <w:vertAlign w:val="superscript"/>
        </w:rPr>
        <w:t>me</w:t>
      </w:r>
      <w:r>
        <w:t> de </w:t>
      </w:r>
      <w:proofErr w:type="spellStart"/>
      <w:r w:rsidR="00855694" w:rsidRPr="009071AC">
        <w:t>Fondège</w:t>
      </w:r>
      <w:proofErr w:type="spellEnd"/>
      <w:r w:rsidR="00855694" w:rsidRPr="009071AC">
        <w:t xml:space="preserve"> ont tenu à consulter leur fils</w:t>
      </w:r>
      <w:r>
        <w:t xml:space="preserve">, </w:t>
      </w:r>
      <w:r w:rsidR="00855694" w:rsidRPr="009071AC">
        <w:t>et ils n</w:t>
      </w:r>
      <w:r>
        <w:t>’</w:t>
      </w:r>
      <w:r w:rsidR="00855694" w:rsidRPr="009071AC">
        <w:t>ont pu le voir que très-tard</w:t>
      </w:r>
      <w:r>
        <w:t xml:space="preserve">… </w:t>
      </w:r>
      <w:r w:rsidR="00855694" w:rsidRPr="009071AC">
        <w:t>Le brillant hussard ayant approuvé l</w:t>
      </w:r>
      <w:r>
        <w:t>’</w:t>
      </w:r>
      <w:r w:rsidR="00855694" w:rsidRPr="009071AC">
        <w:t>honnête combinaison de ses parents</w:t>
      </w:r>
      <w:r>
        <w:t xml:space="preserve">, </w:t>
      </w:r>
      <w:r w:rsidR="00855694" w:rsidRPr="009071AC">
        <w:t>on m</w:t>
      </w:r>
      <w:r>
        <w:t>’</w:t>
      </w:r>
      <w:r w:rsidR="00855694" w:rsidRPr="009071AC">
        <w:t>a aussitôt dépêché un domestique</w:t>
      </w:r>
      <w:r>
        <w:t>…</w:t>
      </w:r>
    </w:p>
    <w:p w14:paraId="2A8700F7" w14:textId="59A5AC18" w:rsidR="00F635DB" w:rsidRDefault="00855694" w:rsidP="00F635DB">
      <w:r w:rsidRPr="009071AC">
        <w:t>Toutes ces hypothèses</w:t>
      </w:r>
      <w:r w:rsidR="00F635DB">
        <w:t xml:space="preserve">, </w:t>
      </w:r>
      <w:r w:rsidRPr="009071AC">
        <w:t>assurément</w:t>
      </w:r>
      <w:r w:rsidR="00F635DB">
        <w:t xml:space="preserve">, </w:t>
      </w:r>
      <w:r w:rsidRPr="009071AC">
        <w:t>étaient fort admissibles</w:t>
      </w:r>
      <w:r w:rsidR="00F635DB">
        <w:t xml:space="preserve"> ; </w:t>
      </w:r>
      <w:r w:rsidRPr="009071AC">
        <w:t>seulement</w:t>
      </w:r>
      <w:r w:rsidR="00F635DB">
        <w:t xml:space="preserve">, </w:t>
      </w:r>
      <w:r w:rsidRPr="009071AC">
        <w:t>il était très-difficile de les accorder avec l</w:t>
      </w:r>
      <w:r w:rsidR="00F635DB">
        <w:t>’</w:t>
      </w:r>
      <w:r w:rsidRPr="009071AC">
        <w:t>opinion émise par le vieux juge de paix</w:t>
      </w:r>
      <w:r w:rsidR="00F635DB">
        <w:t xml:space="preserve">, </w:t>
      </w:r>
      <w:r w:rsidRPr="009071AC">
        <w:t xml:space="preserve">que </w:t>
      </w:r>
      <w:r w:rsidR="00F635DB">
        <w:t>M. de </w:t>
      </w:r>
      <w:proofErr w:type="spellStart"/>
      <w:r w:rsidRPr="009071AC">
        <w:t>Fondège</w:t>
      </w:r>
      <w:proofErr w:type="spellEnd"/>
      <w:r w:rsidRPr="009071AC">
        <w:t xml:space="preserve"> devait savoir où avaient passé les millions disparus</w:t>
      </w:r>
      <w:r w:rsidR="00F635DB">
        <w:t>.</w:t>
      </w:r>
    </w:p>
    <w:p w14:paraId="6EA8E2C4" w14:textId="1954F966" w:rsidR="00F635DB" w:rsidRDefault="00855694" w:rsidP="00F635DB">
      <w:r w:rsidRPr="009071AC">
        <w:t xml:space="preserve">Mais </w:t>
      </w:r>
      <w:r w:rsidR="00F635DB">
        <w:t>M</w:t>
      </w:r>
      <w:r w:rsidR="00F635DB" w:rsidRPr="00F635DB">
        <w:rPr>
          <w:vertAlign w:val="superscript"/>
        </w:rPr>
        <w:t>lle</w:t>
      </w:r>
      <w:r w:rsidR="00F635DB">
        <w:t> </w:t>
      </w:r>
      <w:r w:rsidRPr="009071AC">
        <w:t>Marguerite n</w:t>
      </w:r>
      <w:r w:rsidR="00F635DB">
        <w:t>’</w:t>
      </w:r>
      <w:r w:rsidRPr="009071AC">
        <w:t>en était pas à compter les contradictions de son esprit depuis vingt-quatre heures</w:t>
      </w:r>
      <w:r w:rsidR="00F635DB">
        <w:t>.</w:t>
      </w:r>
    </w:p>
    <w:p w14:paraId="6FC7024A" w14:textId="77777777" w:rsidR="00F635DB" w:rsidRDefault="00855694" w:rsidP="00F635DB">
      <w:r w:rsidRPr="009071AC">
        <w:lastRenderedPageBreak/>
        <w:t>Elle perdait d</w:t>
      </w:r>
      <w:r w:rsidR="00F635DB">
        <w:t>’</w:t>
      </w:r>
      <w:r w:rsidRPr="009071AC">
        <w:t>ailleurs son sang-froid</w:t>
      </w:r>
      <w:r w:rsidR="00F635DB">
        <w:t xml:space="preserve">, </w:t>
      </w:r>
      <w:r w:rsidRPr="009071AC">
        <w:t>à l</w:t>
      </w:r>
      <w:r w:rsidR="00F635DB">
        <w:t>’</w:t>
      </w:r>
      <w:r w:rsidRPr="009071AC">
        <w:t>idée de ces odieux soupçons de détournement qui planaient sur elle</w:t>
      </w:r>
      <w:r w:rsidR="00F635DB">
        <w:t xml:space="preserve">, </w:t>
      </w:r>
      <w:r w:rsidRPr="009071AC">
        <w:t>et qu</w:t>
      </w:r>
      <w:r w:rsidR="00F635DB">
        <w:t>’</w:t>
      </w:r>
      <w:r w:rsidRPr="009071AC">
        <w:t>il lui semblait avoir lu dans les yeux de tous ceux qui l</w:t>
      </w:r>
      <w:r w:rsidR="00F635DB">
        <w:t>’</w:t>
      </w:r>
      <w:r w:rsidRPr="009071AC">
        <w:t>avaient approchée</w:t>
      </w:r>
      <w:r w:rsidR="00F635DB">
        <w:t xml:space="preserve">, </w:t>
      </w:r>
      <w:r w:rsidRPr="009071AC">
        <w:t xml:space="preserve">depuis le docteur </w:t>
      </w:r>
      <w:proofErr w:type="spellStart"/>
      <w:r w:rsidRPr="009071AC">
        <w:t>Jodon</w:t>
      </w:r>
      <w:proofErr w:type="spellEnd"/>
      <w:r w:rsidRPr="009071AC">
        <w:t xml:space="preserve"> jusqu</w:t>
      </w:r>
      <w:r w:rsidR="00F635DB">
        <w:t>’</w:t>
      </w:r>
      <w:r w:rsidRPr="009071AC">
        <w:t xml:space="preserve">au marquis de </w:t>
      </w:r>
      <w:proofErr w:type="spellStart"/>
      <w:r w:rsidRPr="009071AC">
        <w:t>Valorsay</w:t>
      </w:r>
      <w:proofErr w:type="spellEnd"/>
      <w:r w:rsidR="00F635DB">
        <w:t>.</w:t>
      </w:r>
    </w:p>
    <w:p w14:paraId="314BC977" w14:textId="77777777" w:rsidR="00F635DB" w:rsidRDefault="00855694" w:rsidP="00F635DB">
      <w:r w:rsidRPr="009071AC">
        <w:t>Le juge de paix</w:t>
      </w:r>
      <w:r w:rsidR="00F635DB">
        <w:t xml:space="preserve">, </w:t>
      </w:r>
      <w:r w:rsidRPr="009071AC">
        <w:t>il est vrai</w:t>
      </w:r>
      <w:r w:rsidR="00F635DB">
        <w:t xml:space="preserve">, </w:t>
      </w:r>
      <w:r w:rsidRPr="009071AC">
        <w:t>avait pris sa défense</w:t>
      </w:r>
      <w:r w:rsidR="00F635DB">
        <w:t xml:space="preserve">, </w:t>
      </w:r>
      <w:r w:rsidRPr="009071AC">
        <w:t>il avait imposé silence aux domestiques</w:t>
      </w:r>
      <w:r w:rsidR="00F635DB">
        <w:t xml:space="preserve">, </w:t>
      </w:r>
      <w:r w:rsidRPr="009071AC">
        <w:t>mais cela suffisait-il</w:t>
      </w:r>
      <w:r w:rsidR="00F635DB">
        <w:t> ?…</w:t>
      </w:r>
    </w:p>
    <w:p w14:paraId="20FE14C2" w14:textId="77777777" w:rsidR="00F635DB" w:rsidRDefault="00855694" w:rsidP="00F635DB">
      <w:r w:rsidRPr="009071AC">
        <w:t>En resterait-elle moins flétrie d</w:t>
      </w:r>
      <w:r w:rsidR="00F635DB">
        <w:t>’</w:t>
      </w:r>
      <w:r w:rsidRPr="009071AC">
        <w:t>une abominable accusation</w:t>
      </w:r>
      <w:r w:rsidR="00F635DB">
        <w:t> !…</w:t>
      </w:r>
    </w:p>
    <w:p w14:paraId="17366C49" w14:textId="77777777" w:rsidR="00F635DB" w:rsidRDefault="00855694" w:rsidP="00F635DB">
      <w:r w:rsidRPr="009071AC">
        <w:t>Et son innocence ne la rassurait pas</w:t>
      </w:r>
      <w:r w:rsidR="00F635DB">
        <w:t xml:space="preserve">. </w:t>
      </w:r>
      <w:r w:rsidRPr="009071AC">
        <w:t>L</w:t>
      </w:r>
      <w:r w:rsidR="00F635DB">
        <w:t>’</w:t>
      </w:r>
      <w:r w:rsidRPr="009071AC">
        <w:t>exemple de Pascal était là pour apprendre ce que peut l</w:t>
      </w:r>
      <w:r w:rsidR="00F635DB">
        <w:t>’</w:t>
      </w:r>
      <w:r w:rsidRPr="009071AC">
        <w:t>innocence contre l</w:t>
      </w:r>
      <w:r w:rsidR="00F635DB">
        <w:t>’</w:t>
      </w:r>
      <w:r w:rsidRPr="009071AC">
        <w:t>effort de la calomnie</w:t>
      </w:r>
      <w:r w:rsidR="00F635DB">
        <w:t>.</w:t>
      </w:r>
    </w:p>
    <w:p w14:paraId="738887BE" w14:textId="77777777" w:rsidR="00F635DB" w:rsidRDefault="00855694" w:rsidP="00F635DB">
      <w:r w:rsidRPr="009071AC">
        <w:t>Devait-elle espérer se sauver</w:t>
      </w:r>
      <w:r w:rsidR="00F635DB">
        <w:t xml:space="preserve">, </w:t>
      </w:r>
      <w:r w:rsidRPr="009071AC">
        <w:t>quand il avait péri</w:t>
      </w:r>
      <w:r w:rsidR="00F635DB">
        <w:t xml:space="preserve">, </w:t>
      </w:r>
      <w:r w:rsidRPr="009071AC">
        <w:t>lui</w:t>
      </w:r>
      <w:r w:rsidR="00F635DB">
        <w:t> !…</w:t>
      </w:r>
    </w:p>
    <w:p w14:paraId="58CBFB57" w14:textId="77777777" w:rsidR="00F635DB" w:rsidRDefault="00855694" w:rsidP="00F635DB">
      <w:r w:rsidRPr="009071AC">
        <w:t>Et cependant il avait été torturé par toutes les angoisses qui la déchiraient</w:t>
      </w:r>
      <w:r w:rsidR="00F635DB">
        <w:t xml:space="preserve">… </w:t>
      </w:r>
      <w:r w:rsidRPr="009071AC">
        <w:t>Par ce qu</w:t>
      </w:r>
      <w:r w:rsidR="00F635DB">
        <w:t>’</w:t>
      </w:r>
      <w:r w:rsidRPr="009071AC">
        <w:t>elle endurait</w:t>
      </w:r>
      <w:r w:rsidR="00F635DB">
        <w:t xml:space="preserve">, </w:t>
      </w:r>
      <w:r w:rsidRPr="009071AC">
        <w:t>elle comprenait ce qu</w:t>
      </w:r>
      <w:r w:rsidR="00F635DB">
        <w:t>’</w:t>
      </w:r>
      <w:r w:rsidRPr="009071AC">
        <w:t>il avait dû souffrir avant de fuir</w:t>
      </w:r>
      <w:r w:rsidR="00F635DB">
        <w:t xml:space="preserve">, </w:t>
      </w:r>
      <w:r w:rsidRPr="009071AC">
        <w:t>avant de disparaître</w:t>
      </w:r>
      <w:r w:rsidR="00F635DB">
        <w:t>…</w:t>
      </w:r>
    </w:p>
    <w:p w14:paraId="62EA7759" w14:textId="47406BBB" w:rsidR="00F635DB" w:rsidRDefault="00855694" w:rsidP="00F635DB">
      <w:r w:rsidRPr="009071AC">
        <w:t>Où était-il maintenant</w:t>
      </w:r>
      <w:r w:rsidR="00F635DB">
        <w:t xml:space="preserve">, </w:t>
      </w:r>
      <w:r w:rsidRPr="009071AC">
        <w:t>le malheureux</w:t>
      </w:r>
      <w:r w:rsidR="00F635DB">
        <w:t xml:space="preserve"> ?… </w:t>
      </w:r>
      <w:r w:rsidRPr="009071AC">
        <w:t>Hors de France</w:t>
      </w:r>
      <w:r w:rsidR="00F635DB">
        <w:t xml:space="preserve"> ?… </w:t>
      </w:r>
      <w:r w:rsidRPr="009071AC">
        <w:t>On le lui avait dit</w:t>
      </w:r>
      <w:r w:rsidR="00F635DB">
        <w:t xml:space="preserve">, </w:t>
      </w:r>
      <w:r w:rsidRPr="009071AC">
        <w:t>mais elle ne pouvait le croire</w:t>
      </w:r>
      <w:r w:rsidR="00F635DB">
        <w:t xml:space="preserve">… </w:t>
      </w:r>
      <w:r w:rsidRPr="009071AC">
        <w:t>Le connaissant comme elle le connaissait</w:t>
      </w:r>
      <w:r w:rsidR="00F635DB">
        <w:t xml:space="preserve">, </w:t>
      </w:r>
      <w:r w:rsidRPr="009071AC">
        <w:t>il lui semblait impossible qu</w:t>
      </w:r>
      <w:r w:rsidR="00F635DB">
        <w:t>’</w:t>
      </w:r>
      <w:r w:rsidRPr="009071AC">
        <w:t>il se fût résigné si vite</w:t>
      </w:r>
      <w:r w:rsidR="00F635DB">
        <w:t xml:space="preserve">, </w:t>
      </w:r>
      <w:r w:rsidRPr="009071AC">
        <w:t>sans luttes</w:t>
      </w:r>
      <w:r w:rsidR="00F635DB">
        <w:t xml:space="preserve">, </w:t>
      </w:r>
      <w:r w:rsidRPr="009071AC">
        <w:t>ni que tout fût fini</w:t>
      </w:r>
      <w:r w:rsidR="00F635DB">
        <w:t xml:space="preserve">… </w:t>
      </w:r>
      <w:r w:rsidRPr="009071AC">
        <w:t>Un secret pressentiment lui disait qu</w:t>
      </w:r>
      <w:r w:rsidR="00F635DB">
        <w:t>’</w:t>
      </w:r>
      <w:r w:rsidRPr="009071AC">
        <w:t>il ne s</w:t>
      </w:r>
      <w:r w:rsidR="00F635DB">
        <w:t>’</w:t>
      </w:r>
      <w:r w:rsidRPr="009071AC">
        <w:t>était éloigné qu</w:t>
      </w:r>
      <w:r w:rsidR="00F635DB">
        <w:t>’</w:t>
      </w:r>
      <w:r w:rsidRPr="009071AC">
        <w:t>en apparence</w:t>
      </w:r>
      <w:r w:rsidR="00F635DB">
        <w:t xml:space="preserve">, </w:t>
      </w:r>
      <w:r w:rsidRPr="009071AC">
        <w:t>qu</w:t>
      </w:r>
      <w:r w:rsidR="00F635DB">
        <w:t>’</w:t>
      </w:r>
      <w:r w:rsidRPr="009071AC">
        <w:t xml:space="preserve">il veillait et que </w:t>
      </w:r>
      <w:r w:rsidR="00F635DB">
        <w:t>M. </w:t>
      </w:r>
      <w:r w:rsidRPr="009071AC">
        <w:t>Fortunat n</w:t>
      </w:r>
      <w:r w:rsidR="00F635DB">
        <w:t>’</w:t>
      </w:r>
      <w:r w:rsidRPr="009071AC">
        <w:t>aurait pas beaucoup de chemin à faire pour arriver jusqu</w:t>
      </w:r>
      <w:r w:rsidR="00F635DB">
        <w:t>’</w:t>
      </w:r>
      <w:r w:rsidRPr="009071AC">
        <w:t>à lui</w:t>
      </w:r>
      <w:r w:rsidR="00F635DB">
        <w:t>…</w:t>
      </w:r>
    </w:p>
    <w:p w14:paraId="672D002D" w14:textId="69C6E238" w:rsidR="00F635DB" w:rsidRDefault="00855694" w:rsidP="00F635DB">
      <w:r w:rsidRPr="009071AC">
        <w:t>C</w:t>
      </w:r>
      <w:r w:rsidR="00F635DB">
        <w:t>’</w:t>
      </w:r>
      <w:r w:rsidRPr="009071AC">
        <w:t xml:space="preserve">est dans la chambre de </w:t>
      </w:r>
      <w:r w:rsidR="00F635DB">
        <w:t>M. de </w:t>
      </w:r>
      <w:proofErr w:type="spellStart"/>
      <w:r w:rsidRPr="009071AC">
        <w:t>Chalusse</w:t>
      </w:r>
      <w:proofErr w:type="spellEnd"/>
      <w:r w:rsidRPr="009071AC">
        <w:t xml:space="preserve"> qu</w:t>
      </w:r>
      <w:r w:rsidR="00F635DB">
        <w:t>’</w:t>
      </w:r>
      <w:r w:rsidRPr="009071AC">
        <w:t>elle réfléchissait ainsi</w:t>
      </w:r>
      <w:r w:rsidR="00F635DB">
        <w:t xml:space="preserve">, </w:t>
      </w:r>
      <w:r w:rsidRPr="009071AC">
        <w:t>à deux pas du lit où gisait la dépouille mortelle de cet homme</w:t>
      </w:r>
      <w:r w:rsidR="00F635DB">
        <w:t xml:space="preserve">, </w:t>
      </w:r>
      <w:r w:rsidRPr="009071AC">
        <w:t>son père</w:t>
      </w:r>
      <w:r w:rsidR="00F635DB">
        <w:t xml:space="preserve">, </w:t>
      </w:r>
      <w:r w:rsidRPr="009071AC">
        <w:t>dont la faiblesse avait fait de sa vie un long martyre</w:t>
      </w:r>
      <w:r w:rsidR="00F635DB">
        <w:t xml:space="preserve">, </w:t>
      </w:r>
      <w:r w:rsidRPr="009071AC">
        <w:t>dont l</w:t>
      </w:r>
      <w:r w:rsidR="00F635DB">
        <w:t>’</w:t>
      </w:r>
      <w:r w:rsidRPr="009071AC">
        <w:t>imprévoyance brisait son avenir</w:t>
      </w:r>
      <w:r w:rsidR="00F635DB">
        <w:t xml:space="preserve">, </w:t>
      </w:r>
      <w:r w:rsidRPr="009071AC">
        <w:t>et que cependant elle ne maudissait pas</w:t>
      </w:r>
      <w:r w:rsidR="00F635DB">
        <w:t>…</w:t>
      </w:r>
    </w:p>
    <w:p w14:paraId="1730C2EE" w14:textId="77777777" w:rsidR="00F635DB" w:rsidRDefault="00855694" w:rsidP="00F635DB">
      <w:r w:rsidRPr="009071AC">
        <w:lastRenderedPageBreak/>
        <w:t>Elle se tenait debout devant une fenêtre</w:t>
      </w:r>
      <w:r w:rsidR="00F635DB">
        <w:t xml:space="preserve">, </w:t>
      </w:r>
      <w:r w:rsidRPr="009071AC">
        <w:t>appuyant aux carreaux son front brûlant</w:t>
      </w:r>
      <w:r w:rsidR="00F635DB">
        <w:t>…</w:t>
      </w:r>
    </w:p>
    <w:p w14:paraId="1B804A75" w14:textId="59272BC5" w:rsidR="00F635DB" w:rsidRDefault="00855694" w:rsidP="00F635DB">
      <w:r w:rsidRPr="009071AC">
        <w:t>C</w:t>
      </w:r>
      <w:r w:rsidR="00F635DB">
        <w:t>’</w:t>
      </w:r>
      <w:r w:rsidRPr="009071AC">
        <w:t>était l</w:t>
      </w:r>
      <w:r w:rsidR="00F635DB">
        <w:t>’</w:t>
      </w:r>
      <w:r w:rsidRPr="009071AC">
        <w:t>heure précisément où Pascal</w:t>
      </w:r>
      <w:r w:rsidR="00F635DB">
        <w:t xml:space="preserve">, </w:t>
      </w:r>
      <w:r w:rsidRPr="009071AC">
        <w:t>assis sur une borne</w:t>
      </w:r>
      <w:r w:rsidR="00F635DB">
        <w:t xml:space="preserve">, </w:t>
      </w:r>
      <w:r w:rsidRPr="009071AC">
        <w:t>en face de l</w:t>
      </w:r>
      <w:r w:rsidR="00F635DB">
        <w:t>’</w:t>
      </w:r>
      <w:r w:rsidRPr="009071AC">
        <w:t>hôtel</w:t>
      </w:r>
      <w:r w:rsidR="00F635DB">
        <w:t xml:space="preserve">, </w:t>
      </w:r>
      <w:r w:rsidRPr="009071AC">
        <w:t>attendait</w:t>
      </w:r>
      <w:r w:rsidR="00F635DB">
        <w:t xml:space="preserve">. </w:t>
      </w:r>
      <w:r w:rsidRPr="009071AC">
        <w:t>En ce moment même</w:t>
      </w:r>
      <w:r w:rsidR="00F635DB">
        <w:t xml:space="preserve">, </w:t>
      </w:r>
      <w:r w:rsidRPr="009071AC">
        <w:t>il suivait des yeux l</w:t>
      </w:r>
      <w:r w:rsidR="00F635DB">
        <w:t>’</w:t>
      </w:r>
      <w:r w:rsidRPr="009071AC">
        <w:t>ombre qui se dessinait dans le cadre éclairé de la fenêtre</w:t>
      </w:r>
      <w:r w:rsidR="00F635DB">
        <w:t xml:space="preserve">, </w:t>
      </w:r>
      <w:r w:rsidRPr="009071AC">
        <w:t>et il se demandait si ce n</w:t>
      </w:r>
      <w:r w:rsidR="00F635DB">
        <w:t>’</w:t>
      </w:r>
      <w:r w:rsidRPr="009071AC">
        <w:t>était pas l</w:t>
      </w:r>
      <w:r w:rsidR="00F635DB">
        <w:t>’</w:t>
      </w:r>
      <w:r w:rsidRPr="009071AC">
        <w:t xml:space="preserve">ombre de </w:t>
      </w:r>
      <w:r w:rsidR="00F635DB">
        <w:t>M</w:t>
      </w:r>
      <w:r w:rsidR="00F635DB" w:rsidRPr="00F635DB">
        <w:rPr>
          <w:vertAlign w:val="superscript"/>
        </w:rPr>
        <w:t>lle</w:t>
      </w:r>
      <w:r w:rsidR="00F635DB">
        <w:t> </w:t>
      </w:r>
      <w:r w:rsidRPr="009071AC">
        <w:t>Marguerite</w:t>
      </w:r>
      <w:r w:rsidR="00F635DB">
        <w:t>.</w:t>
      </w:r>
    </w:p>
    <w:p w14:paraId="78FAF8F2" w14:textId="77777777" w:rsidR="00F635DB" w:rsidRDefault="00855694" w:rsidP="00F635DB">
      <w:r w:rsidRPr="009071AC">
        <w:t>Si la nuit eût été claire</w:t>
      </w:r>
      <w:r w:rsidR="00F635DB">
        <w:t xml:space="preserve">, </w:t>
      </w:r>
      <w:r w:rsidRPr="009071AC">
        <w:t>apercevant dans la rue cet homme immobile</w:t>
      </w:r>
      <w:r w:rsidR="00F635DB">
        <w:t xml:space="preserve">, </w:t>
      </w:r>
      <w:r w:rsidRPr="009071AC">
        <w:t>peut-être eût-elle deviné Pascal</w:t>
      </w:r>
      <w:r w:rsidR="00F635DB">
        <w:t xml:space="preserve">… </w:t>
      </w:r>
      <w:r w:rsidRPr="009071AC">
        <w:t>Mais comment eût-elle soupçonné sa présence</w:t>
      </w:r>
      <w:r w:rsidR="00F635DB">
        <w:t xml:space="preserve">, </w:t>
      </w:r>
      <w:r w:rsidRPr="009071AC">
        <w:t>et qu</w:t>
      </w:r>
      <w:r w:rsidR="00F635DB">
        <w:t>’</w:t>
      </w:r>
      <w:r w:rsidRPr="009071AC">
        <w:t>il accourait rue de Courcelles comme elle avait couru rue d</w:t>
      </w:r>
      <w:r w:rsidR="00F635DB">
        <w:t>’</w:t>
      </w:r>
      <w:r w:rsidRPr="009071AC">
        <w:t>Ulm</w:t>
      </w:r>
      <w:r w:rsidR="00F635DB">
        <w:t>…</w:t>
      </w:r>
    </w:p>
    <w:p w14:paraId="1642C9F7" w14:textId="77777777" w:rsidR="00F635DB" w:rsidRDefault="00855694" w:rsidP="00F635DB">
      <w:r w:rsidRPr="009071AC">
        <w:t>Il n</w:t>
      </w:r>
      <w:r w:rsidR="00F635DB">
        <w:t>’</w:t>
      </w:r>
      <w:r w:rsidRPr="009071AC">
        <w:t>était pas loin de minuit</w:t>
      </w:r>
      <w:r w:rsidR="00F635DB">
        <w:t xml:space="preserve">, </w:t>
      </w:r>
      <w:r w:rsidRPr="009071AC">
        <w:t>quand un léger mouvement dans la chambre</w:t>
      </w:r>
      <w:r w:rsidR="00F635DB">
        <w:t xml:space="preserve">, </w:t>
      </w:r>
      <w:r w:rsidRPr="009071AC">
        <w:t>un bruit de pas étouffés</w:t>
      </w:r>
      <w:r w:rsidR="00F635DB">
        <w:t xml:space="preserve">, </w:t>
      </w:r>
      <w:r w:rsidRPr="009071AC">
        <w:t>la firent se retourner</w:t>
      </w:r>
      <w:r w:rsidR="00F635DB">
        <w:t>…</w:t>
      </w:r>
    </w:p>
    <w:p w14:paraId="211F8104" w14:textId="1DA41DD9" w:rsidR="00F635DB" w:rsidRDefault="00855694" w:rsidP="00F635DB">
      <w:r w:rsidRPr="009071AC">
        <w:t>C</w:t>
      </w:r>
      <w:r w:rsidR="00F635DB">
        <w:t>’</w:t>
      </w:r>
      <w:r w:rsidRPr="009071AC">
        <w:t xml:space="preserve">était </w:t>
      </w:r>
      <w:r w:rsidR="00F635DB">
        <w:t>M</w:t>
      </w:r>
      <w:r w:rsidR="00F635DB" w:rsidRPr="00F635DB">
        <w:rPr>
          <w:vertAlign w:val="superscript"/>
        </w:rPr>
        <w:t>me</w:t>
      </w:r>
      <w:r w:rsidR="00F635DB">
        <w:t> </w:t>
      </w:r>
      <w:r w:rsidRPr="009071AC">
        <w:t>Léon qui sortait</w:t>
      </w:r>
      <w:r w:rsidR="00F635DB">
        <w:t xml:space="preserve">, </w:t>
      </w:r>
      <w:r w:rsidRPr="009071AC">
        <w:t>et moins d</w:t>
      </w:r>
      <w:r w:rsidR="00F635DB">
        <w:t>’</w:t>
      </w:r>
      <w:r w:rsidRPr="009071AC">
        <w:t>une minute après on entendit claquer la grande porte vitrée qui donnait du vestibule dans le jardin</w:t>
      </w:r>
      <w:r w:rsidR="00F635DB">
        <w:t>…</w:t>
      </w:r>
    </w:p>
    <w:p w14:paraId="702E889D" w14:textId="652E5DCA" w:rsidR="00F635DB" w:rsidRDefault="00855694" w:rsidP="00F635DB">
      <w:r w:rsidRPr="009071AC">
        <w:t>Certes</w:t>
      </w:r>
      <w:r w:rsidR="00F635DB">
        <w:t xml:space="preserve">, </w:t>
      </w:r>
      <w:r w:rsidRPr="009071AC">
        <w:t>il n</w:t>
      </w:r>
      <w:r w:rsidR="00F635DB">
        <w:t>’</w:t>
      </w:r>
      <w:r w:rsidRPr="009071AC">
        <w:t>y avait rien là que de tout ordinaire et de très-naturel</w:t>
      </w:r>
      <w:r w:rsidR="00F635DB">
        <w:t xml:space="preserve">, </w:t>
      </w:r>
      <w:r w:rsidRPr="009071AC">
        <w:t xml:space="preserve">et cependant </w:t>
      </w:r>
      <w:r w:rsidR="00F635DB">
        <w:t>M</w:t>
      </w:r>
      <w:r w:rsidR="00F635DB" w:rsidRPr="00F635DB">
        <w:rPr>
          <w:vertAlign w:val="superscript"/>
        </w:rPr>
        <w:t>lle</w:t>
      </w:r>
      <w:r w:rsidR="00F635DB">
        <w:t> </w:t>
      </w:r>
      <w:r w:rsidRPr="009071AC">
        <w:t>Marguerite en conçut une vague appréhension</w:t>
      </w:r>
      <w:r w:rsidR="00F635DB">
        <w:t>.</w:t>
      </w:r>
    </w:p>
    <w:p w14:paraId="4A97E602" w14:textId="77777777" w:rsidR="00F635DB" w:rsidRDefault="00855694" w:rsidP="00F635DB">
      <w:r w:rsidRPr="009071AC">
        <w:t>Pourquoi</w:t>
      </w:r>
      <w:r w:rsidR="00F635DB">
        <w:t xml:space="preserve"> ?… </w:t>
      </w:r>
      <w:r w:rsidRPr="009071AC">
        <w:t>Elle n</w:t>
      </w:r>
      <w:r w:rsidR="00F635DB">
        <w:t>’</w:t>
      </w:r>
      <w:r w:rsidRPr="009071AC">
        <w:t>eût su le dire</w:t>
      </w:r>
      <w:r w:rsidR="00F635DB">
        <w:t xml:space="preserve"> ; </w:t>
      </w:r>
      <w:r w:rsidRPr="009071AC">
        <w:t>mais il lui revenait à la mémoire toutes sortes de petites circonstances futiles qui tout à coup prenaient une signification inquiétante</w:t>
      </w:r>
      <w:r w:rsidR="00F635DB">
        <w:t>.</w:t>
      </w:r>
    </w:p>
    <w:p w14:paraId="31EF983D" w14:textId="504E9294" w:rsidR="00F635DB" w:rsidRDefault="00855694" w:rsidP="00F635DB">
      <w:r w:rsidRPr="009071AC">
        <w:t>Ainsi</w:t>
      </w:r>
      <w:r w:rsidR="00F635DB">
        <w:t xml:space="preserve">, </w:t>
      </w:r>
      <w:r w:rsidRPr="009071AC">
        <w:t xml:space="preserve">elle avait remarqué que toute la soirée </w:t>
      </w:r>
      <w:r w:rsidR="00F635DB">
        <w:t>M</w:t>
      </w:r>
      <w:r w:rsidR="00F635DB" w:rsidRPr="00F635DB">
        <w:rPr>
          <w:vertAlign w:val="superscript"/>
        </w:rPr>
        <w:t>me</w:t>
      </w:r>
      <w:r w:rsidR="00F635DB">
        <w:t> </w:t>
      </w:r>
      <w:r w:rsidRPr="009071AC">
        <w:t>Léon avait été inquiète</w:t>
      </w:r>
      <w:r w:rsidR="00F635DB">
        <w:t xml:space="preserve">, </w:t>
      </w:r>
      <w:r w:rsidRPr="009071AC">
        <w:t>agitée et comme sur les épines</w:t>
      </w:r>
      <w:r w:rsidR="00F635DB">
        <w:t xml:space="preserve">. </w:t>
      </w:r>
      <w:r w:rsidRPr="009071AC">
        <w:t>Elle qui ne se remuait guère</w:t>
      </w:r>
      <w:r w:rsidR="00F635DB">
        <w:t xml:space="preserve">, </w:t>
      </w:r>
      <w:r w:rsidRPr="009071AC">
        <w:t>qui restait des heures engourdie sur un fauteuil</w:t>
      </w:r>
      <w:r w:rsidR="00F635DB">
        <w:t xml:space="preserve">, </w:t>
      </w:r>
      <w:r w:rsidRPr="009071AC">
        <w:t>elle avait monté et descendu l</w:t>
      </w:r>
      <w:r w:rsidR="00F635DB">
        <w:t>’</w:t>
      </w:r>
      <w:r w:rsidRPr="009071AC">
        <w:t>escalier au moins dix fois</w:t>
      </w:r>
      <w:r w:rsidR="00F635DB">
        <w:t xml:space="preserve">. </w:t>
      </w:r>
      <w:r w:rsidRPr="009071AC">
        <w:t>À tout moment elle consultait la pendule ou sa montre</w:t>
      </w:r>
      <w:r w:rsidR="00F635DB">
        <w:t>.</w:t>
      </w:r>
    </w:p>
    <w:p w14:paraId="3370EE11" w14:textId="77777777" w:rsidR="00F635DB" w:rsidRDefault="00855694" w:rsidP="00F635DB">
      <w:r w:rsidRPr="009071AC">
        <w:lastRenderedPageBreak/>
        <w:t>Enfin</w:t>
      </w:r>
      <w:r w:rsidR="00F635DB">
        <w:t xml:space="preserve">, </w:t>
      </w:r>
      <w:r w:rsidRPr="009071AC">
        <w:t>à deux reprises</w:t>
      </w:r>
      <w:r w:rsidR="00F635DB">
        <w:t xml:space="preserve">, </w:t>
      </w:r>
      <w:r w:rsidRPr="009071AC">
        <w:t>le concierge était venu la prévenir que quelqu</w:t>
      </w:r>
      <w:r w:rsidR="00F635DB">
        <w:t>’</w:t>
      </w:r>
      <w:r w:rsidRPr="009071AC">
        <w:t>un la demandait</w:t>
      </w:r>
      <w:r w:rsidR="00F635DB">
        <w:t>…</w:t>
      </w:r>
    </w:p>
    <w:p w14:paraId="09C0A9F4" w14:textId="55B5C8DC" w:rsidR="00F635DB" w:rsidRDefault="00F635DB" w:rsidP="00F635DB">
      <w:r>
        <w:t>— </w:t>
      </w:r>
      <w:r w:rsidR="00855694" w:rsidRPr="009071AC">
        <w:t>Où donc va-t-elle encore</w:t>
      </w:r>
      <w:r>
        <w:t xml:space="preserve">, </w:t>
      </w:r>
      <w:r w:rsidR="00855694" w:rsidRPr="009071AC">
        <w:t xml:space="preserve">se demanda </w:t>
      </w:r>
      <w:r>
        <w:t>M</w:t>
      </w:r>
      <w:r w:rsidRPr="00F635DB">
        <w:rPr>
          <w:vertAlign w:val="superscript"/>
        </w:rPr>
        <w:t>lle</w:t>
      </w:r>
      <w:r>
        <w:t> </w:t>
      </w:r>
      <w:r w:rsidR="00855694" w:rsidRPr="009071AC">
        <w:t>Marguerite</w:t>
      </w:r>
      <w:r>
        <w:t xml:space="preserve">, </w:t>
      </w:r>
      <w:r w:rsidR="00855694" w:rsidRPr="009071AC">
        <w:t>à minuit</w:t>
      </w:r>
      <w:r>
        <w:t xml:space="preserve">, </w:t>
      </w:r>
      <w:r w:rsidR="00855694" w:rsidRPr="009071AC">
        <w:t>elle</w:t>
      </w:r>
      <w:r>
        <w:t xml:space="preserve">… </w:t>
      </w:r>
      <w:r w:rsidR="00855694" w:rsidRPr="009071AC">
        <w:t>si peureuse</w:t>
      </w:r>
      <w:r>
        <w:t> ?…</w:t>
      </w:r>
    </w:p>
    <w:p w14:paraId="494687FE" w14:textId="0DAAE783" w:rsidR="00F635DB" w:rsidRDefault="00855694" w:rsidP="00F635DB">
      <w:r w:rsidRPr="009071AC">
        <w:t>S</w:t>
      </w:r>
      <w:r w:rsidR="00F635DB">
        <w:t>’</w:t>
      </w:r>
      <w:r w:rsidRPr="009071AC">
        <w:t>adresser cette question</w:t>
      </w:r>
      <w:r w:rsidR="00F635DB">
        <w:t xml:space="preserve">, </w:t>
      </w:r>
      <w:r w:rsidRPr="009071AC">
        <w:t>c</w:t>
      </w:r>
      <w:r w:rsidR="00F635DB">
        <w:t>’</w:t>
      </w:r>
      <w:r w:rsidRPr="009071AC">
        <w:t>était avoir envie de la résoudre</w:t>
      </w:r>
      <w:r w:rsidR="00F635DB">
        <w:t xml:space="preserve"> ; </w:t>
      </w:r>
      <w:r w:rsidRPr="009071AC">
        <w:t xml:space="preserve">mais </w:t>
      </w:r>
      <w:r w:rsidR="00F635DB">
        <w:t>M</w:t>
      </w:r>
      <w:r w:rsidR="00F635DB" w:rsidRPr="00F635DB">
        <w:rPr>
          <w:vertAlign w:val="superscript"/>
        </w:rPr>
        <w:t>lle</w:t>
      </w:r>
      <w:r w:rsidR="00F635DB">
        <w:t> </w:t>
      </w:r>
      <w:r w:rsidRPr="009071AC">
        <w:t>Marguerite résista</w:t>
      </w:r>
      <w:r w:rsidR="00F635DB">
        <w:t xml:space="preserve">. </w:t>
      </w:r>
      <w:r w:rsidRPr="009071AC">
        <w:t>D</w:t>
      </w:r>
      <w:r w:rsidR="00F635DB">
        <w:t>’</w:t>
      </w:r>
      <w:r w:rsidRPr="009071AC">
        <w:t>abord</w:t>
      </w:r>
      <w:r w:rsidR="00F635DB">
        <w:t xml:space="preserve">, </w:t>
      </w:r>
      <w:r w:rsidRPr="009071AC">
        <w:t>ses inexplicables soupçons lui parurent ridicules</w:t>
      </w:r>
      <w:r w:rsidR="00F635DB">
        <w:t xml:space="preserve"> ; </w:t>
      </w:r>
      <w:r w:rsidRPr="009071AC">
        <w:t>ensuite</w:t>
      </w:r>
      <w:r w:rsidR="00F635DB">
        <w:t xml:space="preserve">, </w:t>
      </w:r>
      <w:r w:rsidRPr="009071AC">
        <w:t>épier quelqu</w:t>
      </w:r>
      <w:r w:rsidR="00F635DB">
        <w:t>’</w:t>
      </w:r>
      <w:r w:rsidRPr="009071AC">
        <w:t>un lui répugnait extrêmement</w:t>
      </w:r>
      <w:r w:rsidR="00F635DB">
        <w:t>.</w:t>
      </w:r>
    </w:p>
    <w:p w14:paraId="5CAADE7A" w14:textId="7CF59E24" w:rsidR="00F635DB" w:rsidRDefault="00855694" w:rsidP="00F635DB">
      <w:r w:rsidRPr="009071AC">
        <w:t>Elle prêtait l</w:t>
      </w:r>
      <w:r w:rsidR="00F635DB">
        <w:t>’</w:t>
      </w:r>
      <w:r w:rsidRPr="009071AC">
        <w:t>oreille</w:t>
      </w:r>
      <w:r w:rsidR="00F635DB">
        <w:t xml:space="preserve">, </w:t>
      </w:r>
      <w:r w:rsidRPr="009071AC">
        <w:t>cependant</w:t>
      </w:r>
      <w:r w:rsidR="00F635DB">
        <w:t xml:space="preserve">, </w:t>
      </w:r>
      <w:r w:rsidRPr="009071AC">
        <w:t xml:space="preserve">guettant le bruit que </w:t>
      </w:r>
      <w:r w:rsidR="00F635DB">
        <w:t>M</w:t>
      </w:r>
      <w:r w:rsidR="00F635DB" w:rsidRPr="00F635DB">
        <w:rPr>
          <w:vertAlign w:val="superscript"/>
        </w:rPr>
        <w:t>me</w:t>
      </w:r>
      <w:r w:rsidR="00F635DB">
        <w:t> </w:t>
      </w:r>
      <w:r w:rsidRPr="009071AC">
        <w:t>Léon ne manquerait pas de faire lorsqu</w:t>
      </w:r>
      <w:r w:rsidR="00F635DB">
        <w:t>’</w:t>
      </w:r>
      <w:r w:rsidRPr="009071AC">
        <w:t>elle rentrerait</w:t>
      </w:r>
      <w:r w:rsidR="00F635DB">
        <w:t>.</w:t>
      </w:r>
    </w:p>
    <w:p w14:paraId="1E73FEF5" w14:textId="77777777" w:rsidR="00F635DB" w:rsidRDefault="00855694" w:rsidP="00F635DB">
      <w:r w:rsidRPr="009071AC">
        <w:t>Mais il s</w:t>
      </w:r>
      <w:r w:rsidR="00F635DB">
        <w:t>’</w:t>
      </w:r>
      <w:r w:rsidRPr="009071AC">
        <w:t>écoula bien plus d</w:t>
      </w:r>
      <w:r w:rsidR="00F635DB">
        <w:t>’</w:t>
      </w:r>
      <w:r w:rsidRPr="009071AC">
        <w:t>un quart d</w:t>
      </w:r>
      <w:r w:rsidR="00F635DB">
        <w:t>’</w:t>
      </w:r>
      <w:r w:rsidRPr="009071AC">
        <w:t>heure sans que la porte bougeât de nouveau</w:t>
      </w:r>
      <w:r w:rsidR="00F635DB">
        <w:t xml:space="preserve">. </w:t>
      </w:r>
      <w:r w:rsidRPr="009071AC">
        <w:t>Ou la femme de charge n</w:t>
      </w:r>
      <w:r w:rsidR="00F635DB">
        <w:t>’</w:t>
      </w:r>
      <w:r w:rsidRPr="009071AC">
        <w:t>était pas sortie</w:t>
      </w:r>
      <w:r w:rsidR="00F635DB">
        <w:t xml:space="preserve">, </w:t>
      </w:r>
      <w:r w:rsidRPr="009071AC">
        <w:t>ou elle était encore dehors</w:t>
      </w:r>
      <w:r w:rsidR="00F635DB">
        <w:t>.</w:t>
      </w:r>
    </w:p>
    <w:p w14:paraId="61303BCA" w14:textId="1489ADA0" w:rsidR="00F635DB" w:rsidRDefault="00F635DB" w:rsidP="00F635DB">
      <w:r>
        <w:t>— </w:t>
      </w:r>
      <w:r w:rsidR="00855694" w:rsidRPr="009071AC">
        <w:t>C</w:t>
      </w:r>
      <w:r>
        <w:t>’</w:t>
      </w:r>
      <w:r w:rsidR="00855694" w:rsidRPr="009071AC">
        <w:t>est vraiment bizarre</w:t>
      </w:r>
      <w:r>
        <w:t xml:space="preserve"> !… </w:t>
      </w:r>
      <w:r w:rsidR="00855694" w:rsidRPr="009071AC">
        <w:t xml:space="preserve">pensa </w:t>
      </w:r>
      <w:r>
        <w:t>M</w:t>
      </w:r>
      <w:r w:rsidRPr="00F635DB">
        <w:rPr>
          <w:vertAlign w:val="superscript"/>
        </w:rPr>
        <w:t>lle</w:t>
      </w:r>
      <w:r>
        <w:t> </w:t>
      </w:r>
      <w:r w:rsidR="00855694" w:rsidRPr="009071AC">
        <w:t>Marguerite</w:t>
      </w:r>
      <w:r>
        <w:t xml:space="preserve">. </w:t>
      </w:r>
      <w:r w:rsidR="00855694" w:rsidRPr="009071AC">
        <w:t>Me serais-je trompée</w:t>
      </w:r>
      <w:r>
        <w:t xml:space="preserve"> ?… </w:t>
      </w:r>
      <w:r w:rsidR="00855694" w:rsidRPr="009071AC">
        <w:t>Il faut que j</w:t>
      </w:r>
      <w:r>
        <w:t>’</w:t>
      </w:r>
      <w:r w:rsidR="00855694" w:rsidRPr="009071AC">
        <w:t>en aie le cœur net</w:t>
      </w:r>
      <w:r>
        <w:t>.</w:t>
      </w:r>
    </w:p>
    <w:p w14:paraId="54FF963E" w14:textId="77777777" w:rsidR="00F635DB" w:rsidRDefault="00855694" w:rsidP="00F635DB">
      <w:r w:rsidRPr="009071AC">
        <w:t>Et aussitôt</w:t>
      </w:r>
      <w:r w:rsidR="00F635DB">
        <w:t xml:space="preserve">, </w:t>
      </w:r>
      <w:r w:rsidRPr="009071AC">
        <w:t>obéissant à une impulsion mystérieuse</w:t>
      </w:r>
      <w:r w:rsidR="00F635DB">
        <w:t xml:space="preserve">, </w:t>
      </w:r>
      <w:r w:rsidRPr="009071AC">
        <w:t>plus forte que sa volonté</w:t>
      </w:r>
      <w:r w:rsidR="00F635DB">
        <w:t xml:space="preserve">, </w:t>
      </w:r>
      <w:r w:rsidRPr="009071AC">
        <w:t>elle quitta la chambre à son tour et rapidement descendit</w:t>
      </w:r>
      <w:r w:rsidR="00F635DB">
        <w:t>…</w:t>
      </w:r>
    </w:p>
    <w:p w14:paraId="141F3901" w14:textId="02B1EE5D" w:rsidR="00F635DB" w:rsidRDefault="00855694" w:rsidP="00F635DB">
      <w:r w:rsidRPr="009071AC">
        <w:t>Elle arrivait dans le vestibule</w:t>
      </w:r>
      <w:r w:rsidR="00F635DB">
        <w:t xml:space="preserve">, </w:t>
      </w:r>
      <w:r w:rsidRPr="009071AC">
        <w:t>lorsque la grande porte vitrée s</w:t>
      </w:r>
      <w:r w:rsidR="00F635DB">
        <w:t>’</w:t>
      </w:r>
      <w:r w:rsidRPr="009071AC">
        <w:t>ouvrit brusquement</w:t>
      </w:r>
      <w:r w:rsidR="00F635DB">
        <w:t>… M</w:t>
      </w:r>
      <w:r w:rsidR="00F635DB" w:rsidRPr="00F635DB">
        <w:rPr>
          <w:vertAlign w:val="superscript"/>
        </w:rPr>
        <w:t>me</w:t>
      </w:r>
      <w:r w:rsidR="00F635DB">
        <w:t> </w:t>
      </w:r>
      <w:r w:rsidRPr="009071AC">
        <w:t>Léon rentrait</w:t>
      </w:r>
      <w:r w:rsidR="00F635DB">
        <w:t>.</w:t>
      </w:r>
    </w:p>
    <w:p w14:paraId="375BE324" w14:textId="77777777" w:rsidR="00F635DB" w:rsidRDefault="00855694" w:rsidP="00F635DB">
      <w:r w:rsidRPr="009071AC">
        <w:t>Tout le monde veillant à l</w:t>
      </w:r>
      <w:r w:rsidR="00F635DB">
        <w:t>’</w:t>
      </w:r>
      <w:r w:rsidRPr="009071AC">
        <w:t xml:space="preserve">hôtel de </w:t>
      </w:r>
      <w:proofErr w:type="spellStart"/>
      <w:r w:rsidRPr="009071AC">
        <w:t>Chalusse</w:t>
      </w:r>
      <w:proofErr w:type="spellEnd"/>
      <w:r w:rsidR="00F635DB">
        <w:t xml:space="preserve">, </w:t>
      </w:r>
      <w:r w:rsidRPr="009071AC">
        <w:t>les candélabres de l</w:t>
      </w:r>
      <w:r w:rsidR="00F635DB">
        <w:t>’</w:t>
      </w:r>
      <w:r w:rsidRPr="009071AC">
        <w:t>escalier étaient restés allumés</w:t>
      </w:r>
      <w:r w:rsidR="00F635DB">
        <w:t xml:space="preserve">, </w:t>
      </w:r>
      <w:r w:rsidRPr="009071AC">
        <w:t>et par suite il était aisé d</w:t>
      </w:r>
      <w:r w:rsidR="00F635DB">
        <w:t>’</w:t>
      </w:r>
      <w:r w:rsidRPr="009071AC">
        <w:t>observer la femme de charge aussi bien qu</w:t>
      </w:r>
      <w:r w:rsidR="00F635DB">
        <w:t>’</w:t>
      </w:r>
      <w:r w:rsidRPr="009071AC">
        <w:t>en plein jour</w:t>
      </w:r>
      <w:r w:rsidR="00F635DB">
        <w:t>.</w:t>
      </w:r>
    </w:p>
    <w:p w14:paraId="4F7ED887" w14:textId="77777777" w:rsidR="00F635DB" w:rsidRDefault="00855694" w:rsidP="00F635DB">
      <w:r w:rsidRPr="009071AC">
        <w:t>Elle était essoufflée comme une personne qui a couru très-vite</w:t>
      </w:r>
      <w:r w:rsidR="00F635DB">
        <w:t xml:space="preserve">, </w:t>
      </w:r>
      <w:r w:rsidRPr="009071AC">
        <w:t>pâle</w:t>
      </w:r>
      <w:r w:rsidR="00F635DB">
        <w:t xml:space="preserve">, </w:t>
      </w:r>
      <w:r w:rsidRPr="009071AC">
        <w:t>émue</w:t>
      </w:r>
      <w:r w:rsidR="00F635DB">
        <w:t xml:space="preserve">, </w:t>
      </w:r>
      <w:r w:rsidRPr="009071AC">
        <w:t>tremblante et tout en désordre</w:t>
      </w:r>
      <w:r w:rsidR="00F635DB">
        <w:t>…</w:t>
      </w:r>
    </w:p>
    <w:p w14:paraId="17574A7C" w14:textId="77777777" w:rsidR="00F635DB" w:rsidRDefault="00855694" w:rsidP="00F635DB">
      <w:r w:rsidRPr="009071AC">
        <w:lastRenderedPageBreak/>
        <w:t>Même</w:t>
      </w:r>
      <w:r w:rsidR="00F635DB">
        <w:t xml:space="preserve">, </w:t>
      </w:r>
      <w:r w:rsidRPr="009071AC">
        <w:t>les brides de son bonnet s</w:t>
      </w:r>
      <w:r w:rsidR="00F635DB">
        <w:t>’</w:t>
      </w:r>
      <w:r w:rsidRPr="009071AC">
        <w:t>étant dénouées</w:t>
      </w:r>
      <w:r w:rsidR="00F635DB">
        <w:t xml:space="preserve">, </w:t>
      </w:r>
      <w:r w:rsidRPr="009071AC">
        <w:t>il avait glissé de sa tête et pendait dans le milieu de son dos</w:t>
      </w:r>
      <w:r w:rsidR="00F635DB">
        <w:t>…</w:t>
      </w:r>
    </w:p>
    <w:p w14:paraId="14DAAE0B" w14:textId="268EBE5B" w:rsidR="00F635DB" w:rsidRDefault="00F635DB" w:rsidP="00F635DB">
      <w:r>
        <w:t>— </w:t>
      </w:r>
      <w:r w:rsidR="00855694" w:rsidRPr="009071AC">
        <w:t>Qu</w:t>
      </w:r>
      <w:r>
        <w:t>’</w:t>
      </w:r>
      <w:r w:rsidR="00855694" w:rsidRPr="009071AC">
        <w:t>avez-vous</w:t>
      </w:r>
      <w:r>
        <w:t xml:space="preserve"> ? </w:t>
      </w:r>
      <w:r w:rsidR="00855694" w:rsidRPr="009071AC">
        <w:t>s</w:t>
      </w:r>
      <w:r>
        <w:t>’</w:t>
      </w:r>
      <w:r w:rsidR="00855694" w:rsidRPr="009071AC">
        <w:t xml:space="preserve">écria </w:t>
      </w:r>
      <w:r>
        <w:t>M</w:t>
      </w:r>
      <w:r w:rsidRPr="00F635DB">
        <w:rPr>
          <w:vertAlign w:val="superscript"/>
        </w:rPr>
        <w:t>lle</w:t>
      </w:r>
      <w:r>
        <w:t> </w:t>
      </w:r>
      <w:r w:rsidR="00855694" w:rsidRPr="009071AC">
        <w:t>Marguerite</w:t>
      </w:r>
      <w:r>
        <w:t xml:space="preserve">, </w:t>
      </w:r>
      <w:r w:rsidR="00855694" w:rsidRPr="009071AC">
        <w:t>d</w:t>
      </w:r>
      <w:r>
        <w:t>’</w:t>
      </w:r>
      <w:r w:rsidR="00855694" w:rsidRPr="009071AC">
        <w:t xml:space="preserve">où </w:t>
      </w:r>
      <w:proofErr w:type="spellStart"/>
      <w:r w:rsidR="00855694" w:rsidRPr="009071AC">
        <w:t>venez-vous</w:t>
      </w:r>
      <w:proofErr w:type="spellEnd"/>
      <w:r>
        <w:t> ?…</w:t>
      </w:r>
    </w:p>
    <w:p w14:paraId="38CFF74C" w14:textId="05275C11" w:rsidR="00F635DB" w:rsidRDefault="00855694" w:rsidP="00F635DB">
      <w:r w:rsidRPr="009071AC">
        <w:t>En apercevant la jeune fille</w:t>
      </w:r>
      <w:r w:rsidR="00F635DB">
        <w:t>, M</w:t>
      </w:r>
      <w:r w:rsidR="00F635DB" w:rsidRPr="00F635DB">
        <w:rPr>
          <w:vertAlign w:val="superscript"/>
        </w:rPr>
        <w:t>me</w:t>
      </w:r>
      <w:r w:rsidR="00F635DB">
        <w:t> </w:t>
      </w:r>
      <w:r w:rsidRPr="009071AC">
        <w:t>Léon s</w:t>
      </w:r>
      <w:r w:rsidR="00F635DB">
        <w:t>’</w:t>
      </w:r>
      <w:r w:rsidRPr="009071AC">
        <w:t>était vivement rejetée en arrière</w:t>
      </w:r>
      <w:r w:rsidR="00F635DB">
        <w:t xml:space="preserve">… </w:t>
      </w:r>
      <w:r w:rsidRPr="009071AC">
        <w:t>Devait-elle fuir ou rester</w:t>
      </w:r>
      <w:r w:rsidR="00F635DB">
        <w:t xml:space="preserve"> ?… </w:t>
      </w:r>
      <w:r w:rsidRPr="009071AC">
        <w:t>Elle hésita une seconde</w:t>
      </w:r>
      <w:r w:rsidR="00F635DB">
        <w:t xml:space="preserve">, </w:t>
      </w:r>
      <w:r w:rsidRPr="009071AC">
        <w:t>et son hésitation se lut dans ses yeux</w:t>
      </w:r>
      <w:r w:rsidR="00F635DB">
        <w:t>…</w:t>
      </w:r>
    </w:p>
    <w:p w14:paraId="77BB3B2C" w14:textId="77777777" w:rsidR="00F635DB" w:rsidRDefault="00855694" w:rsidP="00F635DB">
      <w:r w:rsidRPr="009071AC">
        <w:t>Elle resta</w:t>
      </w:r>
      <w:r w:rsidR="00F635DB">
        <w:t xml:space="preserve">, </w:t>
      </w:r>
      <w:r w:rsidRPr="009071AC">
        <w:t>et c</w:t>
      </w:r>
      <w:r w:rsidR="00F635DB">
        <w:t>’</w:t>
      </w:r>
      <w:r w:rsidRPr="009071AC">
        <w:t>est avec un sourire contraint et d</w:t>
      </w:r>
      <w:r w:rsidR="00F635DB">
        <w:t>’</w:t>
      </w:r>
      <w:r w:rsidRPr="009071AC">
        <w:t>une voix altérée qu</w:t>
      </w:r>
      <w:r w:rsidR="00F635DB">
        <w:t>’</w:t>
      </w:r>
      <w:r w:rsidRPr="009071AC">
        <w:t>elle répondit</w:t>
      </w:r>
      <w:r w:rsidR="00F635DB">
        <w:t> :</w:t>
      </w:r>
    </w:p>
    <w:p w14:paraId="1B864BDC" w14:textId="77777777" w:rsidR="00F635DB" w:rsidRDefault="00F635DB" w:rsidP="00F635DB">
      <w:r>
        <w:t>— </w:t>
      </w:r>
      <w:r w:rsidR="00855694" w:rsidRPr="009071AC">
        <w:t>Comme vous me dites cela</w:t>
      </w:r>
      <w:r>
        <w:t xml:space="preserve">, </w:t>
      </w:r>
      <w:r w:rsidR="00855694" w:rsidRPr="009071AC">
        <w:t>chère demoiselle</w:t>
      </w:r>
      <w:r>
        <w:t xml:space="preserve"> !… </w:t>
      </w:r>
      <w:r w:rsidR="00855694" w:rsidRPr="009071AC">
        <w:t>On croirait que vous êtes fâchée</w:t>
      </w:r>
      <w:r>
        <w:t xml:space="preserve"> !… </w:t>
      </w:r>
      <w:r w:rsidR="00855694" w:rsidRPr="009071AC">
        <w:t>Vous voyez bien que je viens du jardin</w:t>
      </w:r>
      <w:r>
        <w:t>…</w:t>
      </w:r>
    </w:p>
    <w:p w14:paraId="7A40ED13" w14:textId="77777777" w:rsidR="00F635DB" w:rsidRDefault="00F635DB" w:rsidP="00F635DB">
      <w:r>
        <w:t>— </w:t>
      </w:r>
      <w:r w:rsidR="00855694" w:rsidRPr="009071AC">
        <w:t>À cette heure</w:t>
      </w:r>
      <w:r>
        <w:t> !…</w:t>
      </w:r>
    </w:p>
    <w:p w14:paraId="08ED6848" w14:textId="77777777" w:rsidR="00F635DB" w:rsidRDefault="00F635DB" w:rsidP="00F635DB">
      <w:r>
        <w:t>— </w:t>
      </w:r>
      <w:r w:rsidR="00855694" w:rsidRPr="009071AC">
        <w:t>Mon Dieu</w:t>
      </w:r>
      <w:r>
        <w:t xml:space="preserve">, </w:t>
      </w:r>
      <w:r w:rsidR="00855694" w:rsidRPr="009071AC">
        <w:t>oui</w:t>
      </w:r>
      <w:r>
        <w:t xml:space="preserve"> !… </w:t>
      </w:r>
      <w:r w:rsidR="00855694" w:rsidRPr="009071AC">
        <w:t>Et point pour mon agrément</w:t>
      </w:r>
      <w:r>
        <w:t xml:space="preserve">, </w:t>
      </w:r>
      <w:r w:rsidR="00855694" w:rsidRPr="009071AC">
        <w:t>je vous le jure</w:t>
      </w:r>
      <w:r>
        <w:t xml:space="preserve">, </w:t>
      </w:r>
      <w:r w:rsidR="00855694" w:rsidRPr="009071AC">
        <w:t>oh</w:t>
      </w:r>
      <w:r>
        <w:t xml:space="preserve"> ! </w:t>
      </w:r>
      <w:r w:rsidR="00855694" w:rsidRPr="009071AC">
        <w:t>pas du tout</w:t>
      </w:r>
      <w:r>
        <w:t xml:space="preserve">… </w:t>
      </w:r>
      <w:r w:rsidR="00855694" w:rsidRPr="009071AC">
        <w:t>Moi</w:t>
      </w:r>
      <w:r>
        <w:t xml:space="preserve">, </w:t>
      </w:r>
      <w:r w:rsidR="00855694" w:rsidRPr="009071AC">
        <w:t>d</w:t>
      </w:r>
      <w:r>
        <w:t>’</w:t>
      </w:r>
      <w:r w:rsidR="00855694" w:rsidRPr="009071AC">
        <w:t>abord</w:t>
      </w:r>
      <w:r>
        <w:t xml:space="preserve">, </w:t>
      </w:r>
      <w:r w:rsidR="00855694" w:rsidRPr="009071AC">
        <w:t>dès que je n</w:t>
      </w:r>
      <w:r>
        <w:t>’</w:t>
      </w:r>
      <w:r w:rsidR="00855694" w:rsidRPr="009071AC">
        <w:t>y vois plus clair</w:t>
      </w:r>
      <w:r>
        <w:t xml:space="preserve">, </w:t>
      </w:r>
      <w:r w:rsidR="00855694" w:rsidRPr="009071AC">
        <w:t>je suis comme perdue</w:t>
      </w:r>
      <w:r>
        <w:t>…</w:t>
      </w:r>
    </w:p>
    <w:p w14:paraId="4EC650E5" w14:textId="77777777" w:rsidR="00F635DB" w:rsidRDefault="00855694" w:rsidP="00F635DB">
      <w:r w:rsidRPr="009071AC">
        <w:t>Le prétexte à donner</w:t>
      </w:r>
      <w:r w:rsidR="00F635DB">
        <w:t xml:space="preserve">, </w:t>
      </w:r>
      <w:r w:rsidRPr="009071AC">
        <w:t>elle ne le tenait pas encore</w:t>
      </w:r>
      <w:r w:rsidR="00F635DB">
        <w:t xml:space="preserve">, </w:t>
      </w:r>
      <w:r w:rsidRPr="009071AC">
        <w:t>et elle le cherchait</w:t>
      </w:r>
      <w:r w:rsidR="00F635DB">
        <w:t xml:space="preserve">… </w:t>
      </w:r>
      <w:r w:rsidRPr="009071AC">
        <w:t>De sorte que</w:t>
      </w:r>
      <w:r w:rsidR="00F635DB">
        <w:t xml:space="preserve">, </w:t>
      </w:r>
      <w:r w:rsidRPr="009071AC">
        <w:t>pendant un moment</w:t>
      </w:r>
      <w:r w:rsidR="00F635DB">
        <w:t xml:space="preserve">, </w:t>
      </w:r>
      <w:r w:rsidRPr="009071AC">
        <w:t>elle bredouilla</w:t>
      </w:r>
      <w:r w:rsidR="00F635DB">
        <w:t xml:space="preserve">, </w:t>
      </w:r>
      <w:r w:rsidRPr="009071AC">
        <w:t>se répandant en phrases oiseuses pour gagner du temps et implorant du ciel une inspiration</w:t>
      </w:r>
      <w:r w:rsidR="00F635DB">
        <w:t>.</w:t>
      </w:r>
    </w:p>
    <w:p w14:paraId="6EFB4C34" w14:textId="3B22DF02" w:rsidR="00F635DB" w:rsidRDefault="00F635DB" w:rsidP="00F635DB">
      <w:r>
        <w:t>— </w:t>
      </w:r>
      <w:r w:rsidR="00855694" w:rsidRPr="009071AC">
        <w:t>Enfin</w:t>
      </w:r>
      <w:r>
        <w:t xml:space="preserve">, </w:t>
      </w:r>
      <w:r w:rsidR="00855694" w:rsidRPr="009071AC">
        <w:t>insista d</w:t>
      </w:r>
      <w:r>
        <w:t>’</w:t>
      </w:r>
      <w:r w:rsidR="00855694" w:rsidRPr="009071AC">
        <w:t xml:space="preserve">un ton impatient </w:t>
      </w:r>
      <w:r>
        <w:t>M</w:t>
      </w:r>
      <w:r w:rsidRPr="00F635DB">
        <w:rPr>
          <w:vertAlign w:val="superscript"/>
        </w:rPr>
        <w:t>lle</w:t>
      </w:r>
      <w:r>
        <w:t> </w:t>
      </w:r>
      <w:r w:rsidR="00855694" w:rsidRPr="009071AC">
        <w:t>Marguerite</w:t>
      </w:r>
      <w:r>
        <w:t xml:space="preserve">, </w:t>
      </w:r>
      <w:r w:rsidR="00855694" w:rsidRPr="009071AC">
        <w:t>pourquoi étiez-vous sortie</w:t>
      </w:r>
      <w:r>
        <w:t> ?…</w:t>
      </w:r>
    </w:p>
    <w:p w14:paraId="65647E76" w14:textId="77777777" w:rsidR="00F635DB" w:rsidRDefault="00F635DB" w:rsidP="00F635DB">
      <w:r>
        <w:t>— </w:t>
      </w:r>
      <w:r w:rsidR="00855694" w:rsidRPr="009071AC">
        <w:t>Ah</w:t>
      </w:r>
      <w:r>
        <w:t xml:space="preserve"> !… </w:t>
      </w:r>
      <w:r w:rsidR="00855694" w:rsidRPr="009071AC">
        <w:t>voilà</w:t>
      </w:r>
      <w:r>
        <w:t xml:space="preserve"> !… </w:t>
      </w:r>
      <w:r w:rsidR="00855694" w:rsidRPr="009071AC">
        <w:t>j</w:t>
      </w:r>
      <w:r>
        <w:t>’</w:t>
      </w:r>
      <w:r w:rsidR="00855694" w:rsidRPr="009071AC">
        <w:t>ai cru entendre Mirza aboyer dans le jardin</w:t>
      </w:r>
      <w:r>
        <w:t xml:space="preserve">… </w:t>
      </w:r>
      <w:r w:rsidR="00855694" w:rsidRPr="009071AC">
        <w:t>J</w:t>
      </w:r>
      <w:r>
        <w:t>’</w:t>
      </w:r>
      <w:r w:rsidR="00855694" w:rsidRPr="009071AC">
        <w:t>ai pensé qu</w:t>
      </w:r>
      <w:r>
        <w:t>’</w:t>
      </w:r>
      <w:r w:rsidR="00855694" w:rsidRPr="009071AC">
        <w:t>on l</w:t>
      </w:r>
      <w:r>
        <w:t>’</w:t>
      </w:r>
      <w:r w:rsidR="00855694" w:rsidRPr="009071AC">
        <w:t>avait oubliée au milieu de tout ce remue-ménage</w:t>
      </w:r>
      <w:r>
        <w:t xml:space="preserve">, </w:t>
      </w:r>
      <w:r w:rsidR="00855694" w:rsidRPr="009071AC">
        <w:t>et qu</w:t>
      </w:r>
      <w:r>
        <w:t>’</w:t>
      </w:r>
      <w:r w:rsidR="00855694" w:rsidRPr="009071AC">
        <w:t>il ne fallait pas la laisser coucher dehors</w:t>
      </w:r>
      <w:r>
        <w:t xml:space="preserve">, </w:t>
      </w:r>
      <w:r w:rsidR="00855694" w:rsidRPr="009071AC">
        <w:t>la pauvre bête</w:t>
      </w:r>
      <w:r>
        <w:t xml:space="preserve">… </w:t>
      </w:r>
      <w:r w:rsidR="00855694" w:rsidRPr="009071AC">
        <w:t>Là-dessus</w:t>
      </w:r>
      <w:r>
        <w:t xml:space="preserve">, </w:t>
      </w:r>
      <w:r w:rsidR="00855694" w:rsidRPr="009071AC">
        <w:t>j</w:t>
      </w:r>
      <w:r>
        <w:t>’</w:t>
      </w:r>
      <w:r w:rsidR="00855694" w:rsidRPr="009071AC">
        <w:t>ai pris mon courage à deux mains</w:t>
      </w:r>
      <w:r>
        <w:t xml:space="preserve">, </w:t>
      </w:r>
      <w:r w:rsidR="00855694" w:rsidRPr="009071AC">
        <w:t>et tant pis</w:t>
      </w:r>
      <w:r>
        <w:t xml:space="preserve"> !… </w:t>
      </w:r>
      <w:r w:rsidR="00855694" w:rsidRPr="009071AC">
        <w:t>je me suis risquée</w:t>
      </w:r>
      <w:r>
        <w:t>…</w:t>
      </w:r>
    </w:p>
    <w:p w14:paraId="50C034DC" w14:textId="1E089ACF" w:rsidR="00F635DB" w:rsidRDefault="00855694" w:rsidP="00F635DB">
      <w:r w:rsidRPr="009071AC">
        <w:lastRenderedPageBreak/>
        <w:t>Mirza</w:t>
      </w:r>
      <w:r w:rsidR="00F635DB">
        <w:t xml:space="preserve">, </w:t>
      </w:r>
      <w:r w:rsidRPr="009071AC">
        <w:t>c</w:t>
      </w:r>
      <w:r w:rsidR="00F635DB">
        <w:t>’</w:t>
      </w:r>
      <w:r w:rsidRPr="009071AC">
        <w:t>était une vieille chienne épagneule</w:t>
      </w:r>
      <w:r w:rsidR="00F635DB">
        <w:t xml:space="preserve">, </w:t>
      </w:r>
      <w:r w:rsidRPr="009071AC">
        <w:t xml:space="preserve">que </w:t>
      </w:r>
      <w:r w:rsidR="00F635DB">
        <w:t>M. de </w:t>
      </w:r>
      <w:proofErr w:type="spellStart"/>
      <w:r w:rsidRPr="009071AC">
        <w:t>Chalusse</w:t>
      </w:r>
      <w:proofErr w:type="spellEnd"/>
      <w:r w:rsidR="00F635DB">
        <w:t xml:space="preserve">, </w:t>
      </w:r>
      <w:r w:rsidRPr="009071AC">
        <w:t>de son vivant</w:t>
      </w:r>
      <w:r w:rsidR="00F635DB">
        <w:t xml:space="preserve">, </w:t>
      </w:r>
      <w:r w:rsidRPr="009071AC">
        <w:t>aimait beaucoup et dont tous les gens de l</w:t>
      </w:r>
      <w:r w:rsidR="00F635DB">
        <w:t>’</w:t>
      </w:r>
      <w:r w:rsidRPr="009071AC">
        <w:t>hôtel respectaient les caprices</w:t>
      </w:r>
      <w:r w:rsidR="00F635DB">
        <w:t>.</w:t>
      </w:r>
    </w:p>
    <w:p w14:paraId="610DAC6A" w14:textId="442819DD" w:rsidR="00F635DB" w:rsidRDefault="00F635DB" w:rsidP="00F635DB">
      <w:r>
        <w:t>— </w:t>
      </w:r>
      <w:r w:rsidR="00855694" w:rsidRPr="009071AC">
        <w:t>C</w:t>
      </w:r>
      <w:r>
        <w:t>’</w:t>
      </w:r>
      <w:r w:rsidR="00855694" w:rsidRPr="009071AC">
        <w:t>est singulier</w:t>
      </w:r>
      <w:r>
        <w:t xml:space="preserve">, </w:t>
      </w:r>
      <w:r w:rsidR="00855694" w:rsidRPr="009071AC">
        <w:t xml:space="preserve">objecta </w:t>
      </w:r>
      <w:r>
        <w:t>M</w:t>
      </w:r>
      <w:r w:rsidRPr="00F635DB">
        <w:rPr>
          <w:vertAlign w:val="superscript"/>
        </w:rPr>
        <w:t>lle</w:t>
      </w:r>
      <w:r>
        <w:t> </w:t>
      </w:r>
      <w:r w:rsidR="00855694" w:rsidRPr="009071AC">
        <w:t>Marguerite</w:t>
      </w:r>
      <w:r>
        <w:t xml:space="preserve">, </w:t>
      </w:r>
      <w:r w:rsidR="00855694" w:rsidRPr="009071AC">
        <w:t>quand vous avez quitté la chambre</w:t>
      </w:r>
      <w:r>
        <w:t xml:space="preserve">, </w:t>
      </w:r>
      <w:r w:rsidR="00855694" w:rsidRPr="009071AC">
        <w:t>il y a une demi-heure</w:t>
      </w:r>
      <w:r>
        <w:t xml:space="preserve">, </w:t>
      </w:r>
      <w:r w:rsidR="00855694" w:rsidRPr="009071AC">
        <w:t>Mirza dormait à vos pieds</w:t>
      </w:r>
      <w:r>
        <w:t>.</w:t>
      </w:r>
    </w:p>
    <w:p w14:paraId="5C6ECEDC" w14:textId="77777777" w:rsidR="00F635DB" w:rsidRDefault="00F635DB" w:rsidP="00F635DB">
      <w:r>
        <w:t>— </w:t>
      </w:r>
      <w:r w:rsidR="00855694" w:rsidRPr="009071AC">
        <w:t>Quoi</w:t>
      </w:r>
      <w:r>
        <w:t xml:space="preserve"> !… </w:t>
      </w:r>
      <w:r w:rsidR="00855694" w:rsidRPr="009071AC">
        <w:t>Vraiment</w:t>
      </w:r>
      <w:r>
        <w:t xml:space="preserve"> !… </w:t>
      </w:r>
      <w:r w:rsidR="00855694" w:rsidRPr="009071AC">
        <w:t>Est-ce possible</w:t>
      </w:r>
      <w:r>
        <w:t> ?…</w:t>
      </w:r>
    </w:p>
    <w:p w14:paraId="5BE1EA63" w14:textId="77777777" w:rsidR="00F635DB" w:rsidRDefault="00F635DB" w:rsidP="00F635DB">
      <w:r>
        <w:t>— </w:t>
      </w:r>
      <w:r w:rsidR="00855694" w:rsidRPr="009071AC">
        <w:t>C</w:t>
      </w:r>
      <w:r>
        <w:t>’</w:t>
      </w:r>
      <w:r w:rsidR="00855694" w:rsidRPr="009071AC">
        <w:t>est sûr</w:t>
      </w:r>
      <w:r>
        <w:t> !</w:t>
      </w:r>
    </w:p>
    <w:p w14:paraId="18A6CBD9" w14:textId="77777777" w:rsidR="00F635DB" w:rsidRDefault="00855694" w:rsidP="00F635DB">
      <w:r w:rsidRPr="009071AC">
        <w:t>Mais déjà l</w:t>
      </w:r>
      <w:r w:rsidR="00F635DB">
        <w:t>’</w:t>
      </w:r>
      <w:r w:rsidRPr="009071AC">
        <w:t>estimable dame reprenait son aplomb et en même temps sa loquacité douceâtre</w:t>
      </w:r>
      <w:r w:rsidR="00F635DB">
        <w:t>…</w:t>
      </w:r>
    </w:p>
    <w:p w14:paraId="28E8F27D" w14:textId="77777777" w:rsidR="00F635DB" w:rsidRDefault="00F635DB" w:rsidP="00F635DB">
      <w:r>
        <w:t>— </w:t>
      </w:r>
      <w:r w:rsidR="00855694" w:rsidRPr="009071AC">
        <w:t>Ah</w:t>
      </w:r>
      <w:r>
        <w:t xml:space="preserve"> !… </w:t>
      </w:r>
      <w:r w:rsidR="00855694" w:rsidRPr="009071AC">
        <w:t>chère demoiselle</w:t>
      </w:r>
      <w:r>
        <w:t xml:space="preserve">, </w:t>
      </w:r>
      <w:r w:rsidR="00855694" w:rsidRPr="009071AC">
        <w:t>fit-elle effrontément</w:t>
      </w:r>
      <w:r>
        <w:t xml:space="preserve">, </w:t>
      </w:r>
      <w:r w:rsidR="00855694" w:rsidRPr="009071AC">
        <w:t>j</w:t>
      </w:r>
      <w:r>
        <w:t>’</w:t>
      </w:r>
      <w:r w:rsidR="00855694" w:rsidRPr="009071AC">
        <w:t>ai tant de chagrin que j</w:t>
      </w:r>
      <w:r>
        <w:t>’</w:t>
      </w:r>
      <w:r w:rsidR="00855694" w:rsidRPr="009071AC">
        <w:t>en perds la tête</w:t>
      </w:r>
      <w:r>
        <w:t xml:space="preserve">… </w:t>
      </w:r>
      <w:r w:rsidR="00855694" w:rsidRPr="009071AC">
        <w:t>Toujours est-il que par bonté d</w:t>
      </w:r>
      <w:r>
        <w:t>’</w:t>
      </w:r>
      <w:r w:rsidR="00855694" w:rsidRPr="009071AC">
        <w:t>âme je me suis hasardée dans le jardin</w:t>
      </w:r>
      <w:r>
        <w:t xml:space="preserve">… </w:t>
      </w:r>
      <w:r w:rsidR="00855694" w:rsidRPr="009071AC">
        <w:t>et à peine y étais-je qu</w:t>
      </w:r>
      <w:r>
        <w:t>’</w:t>
      </w:r>
      <w:r w:rsidR="00855694" w:rsidRPr="009071AC">
        <w:t>il m</w:t>
      </w:r>
      <w:r>
        <w:t>’</w:t>
      </w:r>
      <w:r w:rsidR="00855694" w:rsidRPr="009071AC">
        <w:t>a semblé voir courir quelque chose de blanc</w:t>
      </w:r>
      <w:r>
        <w:t xml:space="preserve">, </w:t>
      </w:r>
      <w:r w:rsidR="00855694" w:rsidRPr="009071AC">
        <w:t>comme Mirza</w:t>
      </w:r>
      <w:r>
        <w:t xml:space="preserve">… </w:t>
      </w:r>
      <w:r w:rsidR="00855694" w:rsidRPr="009071AC">
        <w:t>je me suis élancée après</w:t>
      </w:r>
      <w:r>
        <w:t xml:space="preserve">… </w:t>
      </w:r>
      <w:r w:rsidR="00855694" w:rsidRPr="009071AC">
        <w:t>rien</w:t>
      </w:r>
      <w:r>
        <w:t xml:space="preserve">. </w:t>
      </w:r>
      <w:r w:rsidR="00855694" w:rsidRPr="009071AC">
        <w:t>J</w:t>
      </w:r>
      <w:r>
        <w:t>’</w:t>
      </w:r>
      <w:r w:rsidR="00855694" w:rsidRPr="009071AC">
        <w:t>ai appelé</w:t>
      </w:r>
      <w:r>
        <w:t xml:space="preserve"> : </w:t>
      </w:r>
      <w:r w:rsidR="00855694" w:rsidRPr="009071AC">
        <w:t>Mirza</w:t>
      </w:r>
      <w:r>
        <w:t xml:space="preserve"> !… </w:t>
      </w:r>
      <w:r w:rsidR="00855694" w:rsidRPr="009071AC">
        <w:t>Mirza</w:t>
      </w:r>
      <w:r>
        <w:t xml:space="preserve"> !… </w:t>
      </w:r>
      <w:r w:rsidR="00855694" w:rsidRPr="009071AC">
        <w:t>rien encore</w:t>
      </w:r>
      <w:r>
        <w:t xml:space="preserve">… </w:t>
      </w:r>
      <w:r w:rsidR="00855694" w:rsidRPr="009071AC">
        <w:t>J</w:t>
      </w:r>
      <w:r>
        <w:t>’</w:t>
      </w:r>
      <w:r w:rsidR="00855694" w:rsidRPr="009071AC">
        <w:t>ai cherché sous les arbres</w:t>
      </w:r>
      <w:r>
        <w:t xml:space="preserve">… </w:t>
      </w:r>
      <w:r w:rsidR="00855694" w:rsidRPr="009071AC">
        <w:t>toujours rien</w:t>
      </w:r>
      <w:r>
        <w:t xml:space="preserve">… </w:t>
      </w:r>
      <w:r w:rsidR="00855694" w:rsidRPr="009071AC">
        <w:t>Il faisait noir comme dans un four</w:t>
      </w:r>
      <w:r>
        <w:t xml:space="preserve">, </w:t>
      </w:r>
      <w:r w:rsidR="00855694" w:rsidRPr="009071AC">
        <w:t>la peur m</w:t>
      </w:r>
      <w:r>
        <w:t>’</w:t>
      </w:r>
      <w:r w:rsidR="00855694" w:rsidRPr="009071AC">
        <w:t>a pris</w:t>
      </w:r>
      <w:r>
        <w:t xml:space="preserve">, </w:t>
      </w:r>
      <w:r w:rsidR="00855694" w:rsidRPr="009071AC">
        <w:t>une peur si terrible que je crois bien que j</w:t>
      </w:r>
      <w:r>
        <w:t>’</w:t>
      </w:r>
      <w:r w:rsidR="00855694" w:rsidRPr="009071AC">
        <w:t>ai crié au secours et je suis rentrée en courant comme une folle</w:t>
      </w:r>
      <w:r>
        <w:t>…</w:t>
      </w:r>
    </w:p>
    <w:p w14:paraId="49B134CA" w14:textId="77777777" w:rsidR="00F635DB" w:rsidRDefault="00855694" w:rsidP="00F635DB">
      <w:r w:rsidRPr="009071AC">
        <w:t>Qui l</w:t>
      </w:r>
      <w:r w:rsidR="00F635DB">
        <w:t>’</w:t>
      </w:r>
      <w:r w:rsidRPr="009071AC">
        <w:t>eût entendue eût juré qu</w:t>
      </w:r>
      <w:r w:rsidR="00F635DB">
        <w:t>’</w:t>
      </w:r>
      <w:r w:rsidRPr="009071AC">
        <w:t>elle disait la vérité pure</w:t>
      </w:r>
      <w:r w:rsidR="00F635DB">
        <w:t>.</w:t>
      </w:r>
    </w:p>
    <w:p w14:paraId="5B7DB7C6" w14:textId="77777777" w:rsidR="00F635DB" w:rsidRDefault="00855694" w:rsidP="00F635DB">
      <w:r w:rsidRPr="009071AC">
        <w:t>Malheureusement pour elle</w:t>
      </w:r>
      <w:r w:rsidR="00F635DB">
        <w:t xml:space="preserve">, </w:t>
      </w:r>
      <w:r w:rsidRPr="009071AC">
        <w:t>son attitude</w:t>
      </w:r>
      <w:r w:rsidR="00F635DB">
        <w:t xml:space="preserve">, </w:t>
      </w:r>
      <w:r w:rsidRPr="009071AC">
        <w:t>au début</w:t>
      </w:r>
      <w:r w:rsidR="00F635DB">
        <w:t xml:space="preserve">, </w:t>
      </w:r>
      <w:r w:rsidRPr="009071AC">
        <w:t>avait eu l</w:t>
      </w:r>
      <w:r w:rsidR="00F635DB">
        <w:t>’</w:t>
      </w:r>
      <w:r w:rsidRPr="009071AC">
        <w:t>accablante signification d</w:t>
      </w:r>
      <w:r w:rsidR="00F635DB">
        <w:t>’</w:t>
      </w:r>
      <w:r w:rsidRPr="009071AC">
        <w:t>un aveu</w:t>
      </w:r>
      <w:r w:rsidR="00F635DB">
        <w:t>.</w:t>
      </w:r>
    </w:p>
    <w:p w14:paraId="7BD92CD1" w14:textId="2AF3DC11" w:rsidR="00F635DB" w:rsidRDefault="00F635DB" w:rsidP="00F635DB">
      <w:r>
        <w:t>M</w:t>
      </w:r>
      <w:r w:rsidRPr="00F635DB">
        <w:rPr>
          <w:vertAlign w:val="superscript"/>
        </w:rPr>
        <w:t>lle</w:t>
      </w:r>
      <w:r>
        <w:t> </w:t>
      </w:r>
      <w:r w:rsidR="00855694" w:rsidRPr="009071AC">
        <w:t>Marguerite ne s</w:t>
      </w:r>
      <w:r>
        <w:t>’</w:t>
      </w:r>
      <w:r w:rsidR="00855694" w:rsidRPr="009071AC">
        <w:t>y était pas trompée</w:t>
      </w:r>
      <w:r>
        <w:t xml:space="preserve">, </w:t>
      </w:r>
      <w:r w:rsidR="00855694" w:rsidRPr="009071AC">
        <w:t>et s</w:t>
      </w:r>
      <w:r>
        <w:t>’</w:t>
      </w:r>
      <w:r w:rsidR="00855694" w:rsidRPr="009071AC">
        <w:t>était dit</w:t>
      </w:r>
      <w:r>
        <w:t> :</w:t>
      </w:r>
    </w:p>
    <w:p w14:paraId="73ECF591" w14:textId="77777777" w:rsidR="00F635DB" w:rsidRDefault="00F635DB" w:rsidP="00F635DB">
      <w:r>
        <w:t>— </w:t>
      </w:r>
      <w:r w:rsidR="00855694" w:rsidRPr="009071AC">
        <w:t>Je suis sur la trace de quelque abominable action</w:t>
      </w:r>
      <w:r>
        <w:t>.</w:t>
      </w:r>
    </w:p>
    <w:p w14:paraId="5D7B2DE6" w14:textId="77777777" w:rsidR="00F635DB" w:rsidRDefault="00855694" w:rsidP="00F635DB">
      <w:r w:rsidRPr="009071AC">
        <w:t>Seulement</w:t>
      </w:r>
      <w:r w:rsidR="00F635DB">
        <w:t xml:space="preserve">, </w:t>
      </w:r>
      <w:r w:rsidRPr="009071AC">
        <w:t>elle restait assez maîtresse d</w:t>
      </w:r>
      <w:r w:rsidR="00F635DB">
        <w:t>’</w:t>
      </w:r>
      <w:r w:rsidRPr="009071AC">
        <w:t>elle-même pour ne rien laisser paraître de ses soupçons</w:t>
      </w:r>
      <w:r w:rsidR="00F635DB">
        <w:t xml:space="preserve">… </w:t>
      </w:r>
      <w:r w:rsidRPr="009071AC">
        <w:t xml:space="preserve">Opposant à la duplicité de la femme de charge une dissimulation bien permise </w:t>
      </w:r>
      <w:r w:rsidRPr="009071AC">
        <w:lastRenderedPageBreak/>
        <w:t>dans sa situation</w:t>
      </w:r>
      <w:r w:rsidR="00F635DB">
        <w:t xml:space="preserve">, </w:t>
      </w:r>
      <w:r w:rsidRPr="009071AC">
        <w:t>elle parut se contenter de la fable qui lui était contée</w:t>
      </w:r>
      <w:r w:rsidR="00F635DB">
        <w:t>.</w:t>
      </w:r>
    </w:p>
    <w:p w14:paraId="6AB1D151" w14:textId="77777777" w:rsidR="00F635DB" w:rsidRDefault="00F635DB" w:rsidP="00F635DB">
      <w:r>
        <w:t>— </w:t>
      </w:r>
      <w:r w:rsidR="00855694" w:rsidRPr="009071AC">
        <w:t>En vérité</w:t>
      </w:r>
      <w:r>
        <w:t xml:space="preserve">, </w:t>
      </w:r>
      <w:r w:rsidR="00855694" w:rsidRPr="009071AC">
        <w:t>ma pauvre Léon</w:t>
      </w:r>
      <w:r>
        <w:t xml:space="preserve">, </w:t>
      </w:r>
      <w:r w:rsidR="00855694" w:rsidRPr="009071AC">
        <w:t>prononça-t-elle bonnement</w:t>
      </w:r>
      <w:r>
        <w:t xml:space="preserve">, </w:t>
      </w:r>
      <w:r w:rsidR="00855694" w:rsidRPr="009071AC">
        <w:t>vous êtes par trop poltronne</w:t>
      </w:r>
      <w:r>
        <w:t xml:space="preserve"> ; </w:t>
      </w:r>
      <w:r w:rsidR="00855694" w:rsidRPr="009071AC">
        <w:t>c</w:t>
      </w:r>
      <w:r>
        <w:t>’</w:t>
      </w:r>
      <w:r w:rsidR="00855694" w:rsidRPr="009071AC">
        <w:t>est honteux</w:t>
      </w:r>
      <w:r>
        <w:t> !…</w:t>
      </w:r>
    </w:p>
    <w:p w14:paraId="293AAF7B" w14:textId="77777777" w:rsidR="00F635DB" w:rsidRDefault="00855694" w:rsidP="00F635DB">
      <w:r w:rsidRPr="009071AC">
        <w:t>La femme de charge hocha la tête</w:t>
      </w:r>
      <w:r w:rsidR="00F635DB">
        <w:t>.</w:t>
      </w:r>
    </w:p>
    <w:p w14:paraId="5DC211DC" w14:textId="77777777" w:rsidR="00F635DB" w:rsidRDefault="00F635DB" w:rsidP="00F635DB">
      <w:r>
        <w:t>— </w:t>
      </w:r>
      <w:r w:rsidR="00855694" w:rsidRPr="009071AC">
        <w:t>Je sais bien que je suis ridicule</w:t>
      </w:r>
      <w:r>
        <w:t xml:space="preserve">, </w:t>
      </w:r>
      <w:r w:rsidR="00855694" w:rsidRPr="009071AC">
        <w:t>répondit-elle</w:t>
      </w:r>
      <w:r>
        <w:t xml:space="preserve">, </w:t>
      </w:r>
      <w:r w:rsidR="00855694" w:rsidRPr="009071AC">
        <w:t>mais que voulez-vous</w:t>
      </w:r>
      <w:r>
        <w:t xml:space="preserve">, </w:t>
      </w:r>
      <w:r w:rsidR="00855694" w:rsidRPr="009071AC">
        <w:t>mademoiselle</w:t>
      </w:r>
      <w:r>
        <w:t xml:space="preserve">, </w:t>
      </w:r>
      <w:r w:rsidR="00855694" w:rsidRPr="009071AC">
        <w:t>on ne se refait pas</w:t>
      </w:r>
      <w:r>
        <w:t xml:space="preserve">. </w:t>
      </w:r>
      <w:r w:rsidR="00855694" w:rsidRPr="009071AC">
        <w:t>La frayeur ne se raisonne point</w:t>
      </w:r>
      <w:r>
        <w:t xml:space="preserve">… </w:t>
      </w:r>
      <w:r w:rsidR="00855694" w:rsidRPr="009071AC">
        <w:t>Qu</w:t>
      </w:r>
      <w:r>
        <w:t>’</w:t>
      </w:r>
      <w:r w:rsidR="00855694" w:rsidRPr="009071AC">
        <w:t>est-ce que cette forme blanche que j</w:t>
      </w:r>
      <w:r>
        <w:t>’</w:t>
      </w:r>
      <w:r w:rsidR="00855694" w:rsidRPr="009071AC">
        <w:t>ai vue comme je vous vois</w:t>
      </w:r>
      <w:r>
        <w:t> ?…</w:t>
      </w:r>
    </w:p>
    <w:p w14:paraId="5B42AAB1" w14:textId="77777777" w:rsidR="00F635DB" w:rsidRDefault="00855694" w:rsidP="00F635DB">
      <w:r w:rsidRPr="009071AC">
        <w:t>Persuadée que son mensonge passait comme une lettre à la poste</w:t>
      </w:r>
      <w:r w:rsidR="00F635DB">
        <w:t xml:space="preserve">, </w:t>
      </w:r>
      <w:r w:rsidRPr="009071AC">
        <w:t>elle l</w:t>
      </w:r>
      <w:r w:rsidR="00F635DB">
        <w:t>’</w:t>
      </w:r>
      <w:r w:rsidRPr="009071AC">
        <w:t>enjolivait</w:t>
      </w:r>
      <w:r w:rsidR="00F635DB">
        <w:t xml:space="preserve">, </w:t>
      </w:r>
      <w:r w:rsidRPr="009071AC">
        <w:t>et elle osa ajouter</w:t>
      </w:r>
      <w:r w:rsidR="00F635DB">
        <w:t> :</w:t>
      </w:r>
    </w:p>
    <w:p w14:paraId="065F8668" w14:textId="77777777" w:rsidR="00F635DB" w:rsidRDefault="00F635DB" w:rsidP="00F635DB">
      <w:r>
        <w:t>— </w:t>
      </w:r>
      <w:r w:rsidR="00855694" w:rsidRPr="009071AC">
        <w:t>Même</w:t>
      </w:r>
      <w:r>
        <w:t xml:space="preserve">, </w:t>
      </w:r>
      <w:r w:rsidR="00855694" w:rsidRPr="009071AC">
        <w:t>chère demoiselle</w:t>
      </w:r>
      <w:r>
        <w:t xml:space="preserve">, </w:t>
      </w:r>
      <w:r w:rsidR="00855694" w:rsidRPr="009071AC">
        <w:t>je tremblerai toute la nuit si on ne visite pas le jardin</w:t>
      </w:r>
      <w:r>
        <w:t xml:space="preserve">… </w:t>
      </w:r>
      <w:r w:rsidR="00855694" w:rsidRPr="009071AC">
        <w:t>Je vous en prie</w:t>
      </w:r>
      <w:r>
        <w:t xml:space="preserve">, </w:t>
      </w:r>
      <w:r w:rsidR="00855694" w:rsidRPr="009071AC">
        <w:t>ordonnez aux domestiques d</w:t>
      </w:r>
      <w:r>
        <w:t>’</w:t>
      </w:r>
      <w:r w:rsidR="00855694" w:rsidRPr="009071AC">
        <w:t>y faire une ronde</w:t>
      </w:r>
      <w:r>
        <w:t xml:space="preserve">… </w:t>
      </w:r>
      <w:r w:rsidR="00855694" w:rsidRPr="009071AC">
        <w:t>Il y a tant de mauvais gars à Paris</w:t>
      </w:r>
      <w:r>
        <w:t> !</w:t>
      </w:r>
    </w:p>
    <w:p w14:paraId="2A661687" w14:textId="12BC2A45" w:rsidR="00F635DB" w:rsidRDefault="00855694" w:rsidP="00F635DB">
      <w:r w:rsidRPr="009071AC">
        <w:t>En tout autre circonstance</w:t>
      </w:r>
      <w:r w:rsidR="00F635DB">
        <w:t>, M</w:t>
      </w:r>
      <w:r w:rsidR="00F635DB" w:rsidRPr="00F635DB">
        <w:rPr>
          <w:vertAlign w:val="superscript"/>
        </w:rPr>
        <w:t>lle</w:t>
      </w:r>
      <w:r w:rsidR="00F635DB">
        <w:t> </w:t>
      </w:r>
      <w:r w:rsidRPr="009071AC">
        <w:t>Marguerite eût rejeté bien loin cette ridicule prière</w:t>
      </w:r>
      <w:r w:rsidR="00F635DB">
        <w:t xml:space="preserve">, </w:t>
      </w:r>
      <w:r w:rsidRPr="009071AC">
        <w:t>mais résolue à jouer cette hypocrite qui pensait la duper</w:t>
      </w:r>
      <w:r w:rsidR="00F635DB">
        <w:t> :</w:t>
      </w:r>
    </w:p>
    <w:p w14:paraId="6D79E8D8" w14:textId="77777777" w:rsidR="00F635DB" w:rsidRDefault="00F635DB" w:rsidP="00F635DB">
      <w:r>
        <w:t>— </w:t>
      </w:r>
      <w:r w:rsidR="00855694" w:rsidRPr="009071AC">
        <w:t>Soit</w:t>
      </w:r>
      <w:r>
        <w:t xml:space="preserve"> ! </w:t>
      </w:r>
      <w:r w:rsidR="00855694" w:rsidRPr="009071AC">
        <w:t>répondit-elle</w:t>
      </w:r>
      <w:r>
        <w:t>.</w:t>
      </w:r>
    </w:p>
    <w:p w14:paraId="44192048" w14:textId="189C10C4" w:rsidR="00F635DB" w:rsidRDefault="00855694" w:rsidP="00F635DB">
      <w:r w:rsidRPr="009071AC">
        <w:t xml:space="preserve">Et mandant </w:t>
      </w:r>
      <w:r w:rsidR="00F635DB">
        <w:t>M. </w:t>
      </w:r>
      <w:r w:rsidRPr="009071AC">
        <w:t xml:space="preserve">Casimir et </w:t>
      </w:r>
      <w:proofErr w:type="spellStart"/>
      <w:r w:rsidRPr="009071AC">
        <w:t>Bourigeau</w:t>
      </w:r>
      <w:proofErr w:type="spellEnd"/>
      <w:r w:rsidR="00F635DB">
        <w:t xml:space="preserve">, </w:t>
      </w:r>
      <w:r w:rsidRPr="009071AC">
        <w:t>le concierge</w:t>
      </w:r>
      <w:r w:rsidR="00F635DB">
        <w:t xml:space="preserve">, </w:t>
      </w:r>
      <w:r w:rsidRPr="009071AC">
        <w:t>elle leur commanda de prendre une lanterne et de se livrer aux plus minutieuses investigations</w:t>
      </w:r>
      <w:r w:rsidR="00F635DB">
        <w:t>…</w:t>
      </w:r>
    </w:p>
    <w:p w14:paraId="5AA8900C" w14:textId="77777777" w:rsidR="00F635DB" w:rsidRDefault="00855694" w:rsidP="00F635DB">
      <w:r w:rsidRPr="009071AC">
        <w:t>Ils obéirent d</w:t>
      </w:r>
      <w:r w:rsidR="00F635DB">
        <w:t>’</w:t>
      </w:r>
      <w:r w:rsidRPr="009071AC">
        <w:t>assez mauvaise grâce</w:t>
      </w:r>
      <w:r w:rsidR="00F635DB">
        <w:t xml:space="preserve">, </w:t>
      </w:r>
      <w:r w:rsidRPr="009071AC">
        <w:t>n</w:t>
      </w:r>
      <w:r w:rsidR="00F635DB">
        <w:t>’</w:t>
      </w:r>
      <w:r w:rsidRPr="009071AC">
        <w:t>étant pas ce qui s</w:t>
      </w:r>
      <w:r w:rsidR="00F635DB">
        <w:t>’</w:t>
      </w:r>
      <w:r w:rsidRPr="009071AC">
        <w:t>appelle des braves</w:t>
      </w:r>
      <w:r w:rsidR="00F635DB">
        <w:t xml:space="preserve">, </w:t>
      </w:r>
      <w:r w:rsidRPr="009071AC">
        <w:t>mais enfin ils obéirent</w:t>
      </w:r>
      <w:r w:rsidR="00F635DB">
        <w:t xml:space="preserve">, </w:t>
      </w:r>
      <w:r w:rsidRPr="009071AC">
        <w:t>et comme de raison ne trouvèrent rien</w:t>
      </w:r>
      <w:r w:rsidR="00F635DB">
        <w:t>.</w:t>
      </w:r>
    </w:p>
    <w:p w14:paraId="2E7FBF82" w14:textId="50BB3944" w:rsidR="00F635DB" w:rsidRDefault="00F635DB" w:rsidP="00F635DB">
      <w:r>
        <w:t>— </w:t>
      </w:r>
      <w:r w:rsidR="00855694" w:rsidRPr="009071AC">
        <w:t>N</w:t>
      </w:r>
      <w:r>
        <w:t>’</w:t>
      </w:r>
      <w:r w:rsidR="00855694" w:rsidRPr="009071AC">
        <w:t>importe</w:t>
      </w:r>
      <w:r>
        <w:t xml:space="preserve"> !… </w:t>
      </w:r>
      <w:r w:rsidR="00855694" w:rsidRPr="009071AC">
        <w:t xml:space="preserve">déclara </w:t>
      </w:r>
      <w:r>
        <w:t>M</w:t>
      </w:r>
      <w:r w:rsidRPr="00F635DB">
        <w:rPr>
          <w:vertAlign w:val="superscript"/>
        </w:rPr>
        <w:t>me</w:t>
      </w:r>
      <w:r>
        <w:t> </w:t>
      </w:r>
      <w:r w:rsidR="00855694" w:rsidRPr="009071AC">
        <w:t>Léon</w:t>
      </w:r>
      <w:r>
        <w:t xml:space="preserve">, </w:t>
      </w:r>
      <w:r w:rsidR="00855694" w:rsidRPr="009071AC">
        <w:t>me voici tranquille maintenant</w:t>
      </w:r>
      <w:r>
        <w:t>.</w:t>
      </w:r>
    </w:p>
    <w:p w14:paraId="1497030B" w14:textId="77777777" w:rsidR="00F635DB" w:rsidRDefault="00855694" w:rsidP="00F635DB">
      <w:r w:rsidRPr="009071AC">
        <w:lastRenderedPageBreak/>
        <w:t>Tranquille</w:t>
      </w:r>
      <w:r w:rsidR="00F635DB">
        <w:t xml:space="preserve">, </w:t>
      </w:r>
      <w:r w:rsidRPr="009071AC">
        <w:t>elle l</w:t>
      </w:r>
      <w:r w:rsidR="00F635DB">
        <w:t>’</w:t>
      </w:r>
      <w:r w:rsidRPr="009071AC">
        <w:t>était en effet</w:t>
      </w:r>
      <w:r w:rsidR="00F635DB">
        <w:t xml:space="preserve">, </w:t>
      </w:r>
      <w:r w:rsidRPr="009071AC">
        <w:t>après avoir eu</w:t>
      </w:r>
      <w:r w:rsidR="00F635DB">
        <w:t xml:space="preserve">, </w:t>
      </w:r>
      <w:r w:rsidRPr="009071AC">
        <w:t>selon son expression</w:t>
      </w:r>
      <w:r w:rsidR="00F635DB">
        <w:t xml:space="preserve">, </w:t>
      </w:r>
      <w:r w:rsidRPr="009071AC">
        <w:t xml:space="preserve">une si </w:t>
      </w:r>
      <w:r w:rsidR="00F635DB">
        <w:t>« </w:t>
      </w:r>
      <w:r w:rsidRPr="009071AC">
        <w:t xml:space="preserve">fameuse </w:t>
      </w:r>
      <w:proofErr w:type="spellStart"/>
      <w:r w:rsidRPr="009071AC">
        <w:t>souleur</w:t>
      </w:r>
      <w:proofErr w:type="spellEnd"/>
      <w:r w:rsidR="00F635DB">
        <w:t>,  »</w:t>
      </w:r>
      <w:r w:rsidRPr="009071AC">
        <w:t xml:space="preserve"> qu</w:t>
      </w:r>
      <w:r w:rsidR="00F635DB">
        <w:t>’</w:t>
      </w:r>
      <w:r w:rsidRPr="009071AC">
        <w:t>elle avait failli lâcher son secret</w:t>
      </w:r>
      <w:r w:rsidR="00F635DB">
        <w:t>.</w:t>
      </w:r>
    </w:p>
    <w:p w14:paraId="7503273F" w14:textId="563FB83F" w:rsidR="00F635DB" w:rsidRDefault="00F635DB" w:rsidP="00F635DB">
      <w:r>
        <w:t>— </w:t>
      </w:r>
      <w:r w:rsidR="00855694" w:rsidRPr="009071AC">
        <w:t>Je l</w:t>
      </w:r>
      <w:r>
        <w:t>’</w:t>
      </w:r>
      <w:r w:rsidR="00855694" w:rsidRPr="009071AC">
        <w:t>ai échappée belle</w:t>
      </w:r>
      <w:r>
        <w:t xml:space="preserve">, </w:t>
      </w:r>
      <w:r w:rsidR="00855694" w:rsidRPr="009071AC">
        <w:t>pensait-elle</w:t>
      </w:r>
      <w:r>
        <w:t xml:space="preserve">. </w:t>
      </w:r>
      <w:r w:rsidR="00855694" w:rsidRPr="009071AC">
        <w:t>Que serais-je devenue</w:t>
      </w:r>
      <w:r>
        <w:t xml:space="preserve">, </w:t>
      </w:r>
      <w:r w:rsidR="00855694" w:rsidRPr="009071AC">
        <w:t>mon doux Jésus</w:t>
      </w:r>
      <w:r>
        <w:t xml:space="preserve"> ! </w:t>
      </w:r>
      <w:r w:rsidR="00855694" w:rsidRPr="009071AC">
        <w:t xml:space="preserve">entre </w:t>
      </w:r>
      <w:r>
        <w:t>M</w:t>
      </w:r>
      <w:r w:rsidRPr="00F635DB">
        <w:rPr>
          <w:vertAlign w:val="superscript"/>
        </w:rPr>
        <w:t>lle</w:t>
      </w:r>
      <w:r>
        <w:t> </w:t>
      </w:r>
      <w:r w:rsidR="00855694" w:rsidRPr="009071AC">
        <w:t>Marguerite et l</w:t>
      </w:r>
      <w:r>
        <w:t>’</w:t>
      </w:r>
      <w:r w:rsidR="00855694" w:rsidRPr="009071AC">
        <w:t>autre</w:t>
      </w:r>
      <w:r>
        <w:t xml:space="preserve">, </w:t>
      </w:r>
      <w:r w:rsidR="00855694" w:rsidRPr="009071AC">
        <w:t>si la vérité se fût découverte</w:t>
      </w:r>
      <w:r>
        <w:t xml:space="preserve"> !… </w:t>
      </w:r>
      <w:r w:rsidR="00855694" w:rsidRPr="009071AC">
        <w:t>On se connaît en malices heureusement</w:t>
      </w:r>
      <w:r>
        <w:t xml:space="preserve">, </w:t>
      </w:r>
      <w:r w:rsidR="00855694" w:rsidRPr="009071AC">
        <w:t>et la pauvre innocente ne se doute de rien</w:t>
      </w:r>
      <w:r>
        <w:t>…</w:t>
      </w:r>
    </w:p>
    <w:p w14:paraId="133C3EC0" w14:textId="7174DDB6" w:rsidR="00F635DB" w:rsidRDefault="00F635DB" w:rsidP="00F635DB">
      <w:r>
        <w:t>M</w:t>
      </w:r>
      <w:r w:rsidRPr="00F635DB">
        <w:rPr>
          <w:vertAlign w:val="superscript"/>
        </w:rPr>
        <w:t>me</w:t>
      </w:r>
      <w:r>
        <w:t> </w:t>
      </w:r>
      <w:r w:rsidR="00855694" w:rsidRPr="009071AC">
        <w:t>Léon se hâtait trop de chanter victoire</w:t>
      </w:r>
      <w:r>
        <w:t>.</w:t>
      </w:r>
    </w:p>
    <w:p w14:paraId="78AD748A" w14:textId="3155A5E6" w:rsidR="00F635DB" w:rsidRDefault="00855694" w:rsidP="00F635DB">
      <w:r w:rsidRPr="009071AC">
        <w:t>Non-seulement-</w:t>
      </w:r>
      <w:r w:rsidR="00F635DB">
        <w:t>M</w:t>
      </w:r>
      <w:r w:rsidR="00F635DB" w:rsidRPr="00F635DB">
        <w:rPr>
          <w:vertAlign w:val="superscript"/>
        </w:rPr>
        <w:t>lle</w:t>
      </w:r>
      <w:r w:rsidR="00F635DB">
        <w:t> </w:t>
      </w:r>
      <w:r w:rsidRPr="009071AC">
        <w:t>Marguerite soupçonnait une trahison</w:t>
      </w:r>
      <w:r w:rsidR="00F635DB">
        <w:t xml:space="preserve">, </w:t>
      </w:r>
      <w:r w:rsidRPr="009071AC">
        <w:t>mais elle en était à chercher par quels moyens se procurer des preuves</w:t>
      </w:r>
      <w:r w:rsidR="00F635DB">
        <w:t>.</w:t>
      </w:r>
    </w:p>
    <w:p w14:paraId="4F4632DA" w14:textId="77777777" w:rsidR="00F635DB" w:rsidRDefault="00855694" w:rsidP="00F635DB">
      <w:r w:rsidRPr="009071AC">
        <w:t>Que la doucereuse femme de charge lui eût nui cruellement en quelque chose</w:t>
      </w:r>
      <w:r w:rsidR="00F635DB">
        <w:t xml:space="preserve">, </w:t>
      </w:r>
      <w:r w:rsidRPr="009071AC">
        <w:t>elle n</w:t>
      </w:r>
      <w:r w:rsidR="00F635DB">
        <w:t>’</w:t>
      </w:r>
      <w:r w:rsidRPr="009071AC">
        <w:t>en doutait pas</w:t>
      </w:r>
      <w:r w:rsidR="00F635DB">
        <w:t>.</w:t>
      </w:r>
    </w:p>
    <w:p w14:paraId="1A236C0A" w14:textId="35E25B47" w:rsidR="00F635DB" w:rsidRDefault="00855694" w:rsidP="00F635DB">
      <w:r w:rsidRPr="009071AC">
        <w:t>Ce qu</w:t>
      </w:r>
      <w:r w:rsidR="00F635DB">
        <w:t>’</w:t>
      </w:r>
      <w:r w:rsidRPr="009071AC">
        <w:t>elle ne concevait pas</w:t>
      </w:r>
      <w:r w:rsidR="00F635DB">
        <w:t xml:space="preserve">, </w:t>
      </w:r>
      <w:r w:rsidRPr="009071AC">
        <w:t>c</w:t>
      </w:r>
      <w:r w:rsidR="00F635DB">
        <w:t>’</w:t>
      </w:r>
      <w:r w:rsidRPr="009071AC">
        <w:t xml:space="preserve">est comment </w:t>
      </w:r>
      <w:r w:rsidR="00F635DB">
        <w:t>M</w:t>
      </w:r>
      <w:r w:rsidR="00F635DB" w:rsidRPr="00F635DB">
        <w:rPr>
          <w:vertAlign w:val="superscript"/>
        </w:rPr>
        <w:t>me</w:t>
      </w:r>
      <w:r w:rsidR="00F635DB">
        <w:t> </w:t>
      </w:r>
      <w:r w:rsidRPr="009071AC">
        <w:t>Léon avait pu lui nuire</w:t>
      </w:r>
      <w:r w:rsidR="00F635DB">
        <w:t>.</w:t>
      </w:r>
    </w:p>
    <w:p w14:paraId="4F5988AC" w14:textId="77777777" w:rsidR="00F635DB" w:rsidRDefault="00855694" w:rsidP="00F635DB">
      <w:r w:rsidRPr="009071AC">
        <w:t>Il y avait longtemps qu</w:t>
      </w:r>
      <w:r w:rsidR="00F635DB">
        <w:t>’</w:t>
      </w:r>
      <w:r w:rsidRPr="009071AC">
        <w:t>elle s</w:t>
      </w:r>
      <w:r w:rsidR="00F635DB">
        <w:t>’</w:t>
      </w:r>
      <w:r w:rsidRPr="009071AC">
        <w:t>épuisait en conjectures inadmissibles</w:t>
      </w:r>
      <w:r w:rsidR="00F635DB">
        <w:t xml:space="preserve">, </w:t>
      </w:r>
      <w:r w:rsidRPr="009071AC">
        <w:t>lorsque tout à coup elle tressaillit de joie</w:t>
      </w:r>
      <w:r w:rsidR="00F635DB">
        <w:t xml:space="preserve">. </w:t>
      </w:r>
      <w:r w:rsidRPr="009071AC">
        <w:t>Elle avait trouvé</w:t>
      </w:r>
      <w:r w:rsidR="00F635DB">
        <w:t xml:space="preserve"> ; </w:t>
      </w:r>
      <w:r w:rsidRPr="009071AC">
        <w:t>elle venait de songer à la petite porte du jardin</w:t>
      </w:r>
      <w:r w:rsidR="00F635DB">
        <w:t>.</w:t>
      </w:r>
    </w:p>
    <w:p w14:paraId="16411F8A" w14:textId="77777777" w:rsidR="00F635DB" w:rsidRDefault="00F635DB" w:rsidP="00F635DB">
      <w:r>
        <w:t>— </w:t>
      </w:r>
      <w:r w:rsidR="00855694" w:rsidRPr="009071AC">
        <w:t xml:space="preserve">La coquine sera sortie </w:t>
      </w:r>
      <w:proofErr w:type="spellStart"/>
      <w:r w:rsidR="00855694" w:rsidRPr="009071AC">
        <w:t>par là</w:t>
      </w:r>
      <w:proofErr w:type="spellEnd"/>
      <w:r>
        <w:t xml:space="preserve">, </w:t>
      </w:r>
      <w:r w:rsidR="00855694" w:rsidRPr="009071AC">
        <w:t>pensa-t-elle</w:t>
      </w:r>
      <w:r>
        <w:t>.</w:t>
      </w:r>
    </w:p>
    <w:p w14:paraId="17E2AF87" w14:textId="77777777" w:rsidR="00F635DB" w:rsidRDefault="00855694" w:rsidP="00F635DB">
      <w:r w:rsidRPr="009071AC">
        <w:t>S</w:t>
      </w:r>
      <w:r w:rsidR="00F635DB">
        <w:t>’</w:t>
      </w:r>
      <w:r w:rsidRPr="009071AC">
        <w:t>en assurer était aisé</w:t>
      </w:r>
      <w:r w:rsidR="00F635DB">
        <w:t xml:space="preserve">. </w:t>
      </w:r>
      <w:r w:rsidRPr="009071AC">
        <w:t>Cette petite porte n</w:t>
      </w:r>
      <w:r w:rsidR="00F635DB">
        <w:t>’</w:t>
      </w:r>
      <w:r w:rsidRPr="009071AC">
        <w:t>était pas précisément condamnée</w:t>
      </w:r>
      <w:r w:rsidR="00F635DB">
        <w:t xml:space="preserve">, </w:t>
      </w:r>
      <w:r w:rsidRPr="009071AC">
        <w:t>mais il y avait des mois</w:t>
      </w:r>
      <w:r w:rsidR="00F635DB">
        <w:t xml:space="preserve">, </w:t>
      </w:r>
      <w:r w:rsidRPr="009071AC">
        <w:t>des années peut-être</w:t>
      </w:r>
      <w:r w:rsidR="00F635DB">
        <w:t xml:space="preserve">, </w:t>
      </w:r>
      <w:r w:rsidRPr="009071AC">
        <w:t>qu</w:t>
      </w:r>
      <w:r w:rsidR="00F635DB">
        <w:t>’</w:t>
      </w:r>
      <w:r w:rsidRPr="009071AC">
        <w:t>on ne l</w:t>
      </w:r>
      <w:r w:rsidR="00F635DB">
        <w:t>’</w:t>
      </w:r>
      <w:r w:rsidRPr="009071AC">
        <w:t>avait utilisée</w:t>
      </w:r>
      <w:r w:rsidR="00F635DB">
        <w:t xml:space="preserve">. </w:t>
      </w:r>
      <w:r w:rsidRPr="009071AC">
        <w:t>Rien n</w:t>
      </w:r>
      <w:r w:rsidR="00F635DB">
        <w:t>’</w:t>
      </w:r>
      <w:r w:rsidRPr="009071AC">
        <w:t>était donc plus simple que de vérifier si elle avait été ou non ouverte depuis peu</w:t>
      </w:r>
      <w:r w:rsidR="00F635DB">
        <w:t>.</w:t>
      </w:r>
    </w:p>
    <w:p w14:paraId="0A231441" w14:textId="398EE175" w:rsidR="00F635DB" w:rsidRDefault="00F635DB" w:rsidP="00F635DB">
      <w:r>
        <w:t>— </w:t>
      </w:r>
      <w:r w:rsidR="00855694" w:rsidRPr="009071AC">
        <w:t>Et je le vérifierai avant une heure</w:t>
      </w:r>
      <w:r>
        <w:t xml:space="preserve"> !… </w:t>
      </w:r>
      <w:r w:rsidR="00855694" w:rsidRPr="009071AC">
        <w:t xml:space="preserve">se dit </w:t>
      </w:r>
      <w:r>
        <w:t>M</w:t>
      </w:r>
      <w:r w:rsidRPr="00F635DB">
        <w:rPr>
          <w:vertAlign w:val="superscript"/>
        </w:rPr>
        <w:t>lle</w:t>
      </w:r>
      <w:r>
        <w:t> </w:t>
      </w:r>
      <w:r w:rsidR="00855694" w:rsidRPr="009071AC">
        <w:t>Marguerite</w:t>
      </w:r>
      <w:r>
        <w:t>.</w:t>
      </w:r>
    </w:p>
    <w:p w14:paraId="0F2C3AF1" w14:textId="49174F5D" w:rsidR="00F635DB" w:rsidRDefault="00855694" w:rsidP="00F635DB">
      <w:r w:rsidRPr="009071AC">
        <w:lastRenderedPageBreak/>
        <w:t>Cette résolution prise</w:t>
      </w:r>
      <w:r w:rsidR="00F635DB">
        <w:t xml:space="preserve">, </w:t>
      </w:r>
      <w:r w:rsidRPr="009071AC">
        <w:t>elle feignit de s</w:t>
      </w:r>
      <w:r w:rsidR="00F635DB">
        <w:t>’</w:t>
      </w:r>
      <w:r w:rsidRPr="009071AC">
        <w:t>assoupir</w:t>
      </w:r>
      <w:r w:rsidR="00F635DB">
        <w:t xml:space="preserve">, </w:t>
      </w:r>
      <w:r w:rsidRPr="009071AC">
        <w:t xml:space="preserve">observant entre ses longs cils </w:t>
      </w:r>
      <w:r w:rsidR="00F635DB">
        <w:t>M</w:t>
      </w:r>
      <w:r w:rsidR="00F635DB" w:rsidRPr="00F635DB">
        <w:rPr>
          <w:vertAlign w:val="superscript"/>
        </w:rPr>
        <w:t>me</w:t>
      </w:r>
      <w:r w:rsidR="00F635DB">
        <w:t> </w:t>
      </w:r>
      <w:r w:rsidRPr="009071AC">
        <w:t>Léon</w:t>
      </w:r>
      <w:r w:rsidR="00F635DB">
        <w:t xml:space="preserve">, </w:t>
      </w:r>
      <w:r w:rsidRPr="009071AC">
        <w:t>qui</w:t>
      </w:r>
      <w:r w:rsidR="00F635DB">
        <w:t xml:space="preserve">, </w:t>
      </w:r>
      <w:r w:rsidRPr="009071AC">
        <w:t>après s</w:t>
      </w:r>
      <w:r w:rsidR="00F635DB">
        <w:t>’</w:t>
      </w:r>
      <w:r w:rsidRPr="009071AC">
        <w:t>être bien tournée et retournée sur son fauteuil</w:t>
      </w:r>
      <w:r w:rsidR="00F635DB">
        <w:t xml:space="preserve">, </w:t>
      </w:r>
      <w:r w:rsidRPr="009071AC">
        <w:t>commençait à fermer les yeux</w:t>
      </w:r>
      <w:r w:rsidR="00F635DB">
        <w:t>.</w:t>
      </w:r>
    </w:p>
    <w:p w14:paraId="14DC2CDE" w14:textId="77777777" w:rsidR="00F635DB" w:rsidRDefault="00855694" w:rsidP="00F635DB">
      <w:r w:rsidRPr="009071AC">
        <w:t>Bientôt il fut évident que l</w:t>
      </w:r>
      <w:r w:rsidR="00F635DB">
        <w:t>’</w:t>
      </w:r>
      <w:r w:rsidRPr="009071AC">
        <w:t>estimable femme de charge dormait profondément</w:t>
      </w:r>
      <w:r w:rsidR="00F635DB">
        <w:t>.</w:t>
      </w:r>
    </w:p>
    <w:p w14:paraId="11A6E201" w14:textId="6BA0A38E" w:rsidR="00F635DB" w:rsidRDefault="00855694" w:rsidP="00F635DB">
      <w:r w:rsidRPr="009071AC">
        <w:t xml:space="preserve">Alors </w:t>
      </w:r>
      <w:r w:rsidR="00F635DB">
        <w:t>M</w:t>
      </w:r>
      <w:r w:rsidR="00F635DB" w:rsidRPr="00F635DB">
        <w:rPr>
          <w:vertAlign w:val="superscript"/>
        </w:rPr>
        <w:t>lle</w:t>
      </w:r>
      <w:r w:rsidR="00F635DB">
        <w:t> </w:t>
      </w:r>
      <w:r w:rsidRPr="009071AC">
        <w:t>Marguerite se leva</w:t>
      </w:r>
      <w:r w:rsidR="00F635DB">
        <w:t xml:space="preserve">, </w:t>
      </w:r>
      <w:r w:rsidRPr="009071AC">
        <w:t>sortit de la chambre sur la pointe du pied</w:t>
      </w:r>
      <w:r w:rsidR="00F635DB">
        <w:t xml:space="preserve">, </w:t>
      </w:r>
      <w:r w:rsidRPr="009071AC">
        <w:t>et gagna le jardin après s</w:t>
      </w:r>
      <w:r w:rsidR="00F635DB">
        <w:t>’</w:t>
      </w:r>
      <w:r w:rsidRPr="009071AC">
        <w:t>être munie d</w:t>
      </w:r>
      <w:r w:rsidR="00F635DB">
        <w:t>’</w:t>
      </w:r>
      <w:r w:rsidRPr="009071AC">
        <w:t>allumettes et même d</w:t>
      </w:r>
      <w:r w:rsidR="00F635DB">
        <w:t>’</w:t>
      </w:r>
      <w:r w:rsidRPr="009071AC">
        <w:t>un bout de bougie</w:t>
      </w:r>
      <w:r w:rsidR="00F635DB">
        <w:t>.</w:t>
      </w:r>
    </w:p>
    <w:p w14:paraId="05E3D14C" w14:textId="77777777" w:rsidR="00F635DB" w:rsidRDefault="00855694" w:rsidP="00F635DB">
      <w:r w:rsidRPr="009071AC">
        <w:t>Du premier coup</w:t>
      </w:r>
      <w:r w:rsidR="00F635DB">
        <w:t xml:space="preserve">, </w:t>
      </w:r>
      <w:r w:rsidRPr="009071AC">
        <w:t>elle comprit qu</w:t>
      </w:r>
      <w:r w:rsidR="00F635DB">
        <w:t>’</w:t>
      </w:r>
      <w:r w:rsidRPr="009071AC">
        <w:t>elle avait deviné juste</w:t>
      </w:r>
      <w:r w:rsidR="00F635DB">
        <w:t>.</w:t>
      </w:r>
    </w:p>
    <w:p w14:paraId="48CDB5FD" w14:textId="77777777" w:rsidR="00F635DB" w:rsidRDefault="00855694" w:rsidP="00F635DB">
      <w:r w:rsidRPr="009071AC">
        <w:t>La petite porte venait d</w:t>
      </w:r>
      <w:r w:rsidR="00F635DB">
        <w:t>’</w:t>
      </w:r>
      <w:r w:rsidRPr="009071AC">
        <w:t>être ouverte et refermée</w:t>
      </w:r>
      <w:r w:rsidR="00F635DB">
        <w:t xml:space="preserve">, </w:t>
      </w:r>
      <w:r w:rsidRPr="009071AC">
        <w:t>cela sautait aux yeux</w:t>
      </w:r>
      <w:r w:rsidR="00F635DB">
        <w:t xml:space="preserve">. </w:t>
      </w:r>
      <w:r w:rsidRPr="009071AC">
        <w:t>Les toiles d</w:t>
      </w:r>
      <w:r w:rsidR="00F635DB">
        <w:t>’</w:t>
      </w:r>
      <w:r w:rsidRPr="009071AC">
        <w:t>araignées qui avaient comme scellé les verrous étaient déchirées et arrachées</w:t>
      </w:r>
      <w:r w:rsidR="00F635DB">
        <w:t xml:space="preserve">, </w:t>
      </w:r>
      <w:r w:rsidRPr="009071AC">
        <w:t>la rouille qui avait pour ainsi dire soudé la clef dans la serrure était brisée</w:t>
      </w:r>
      <w:r w:rsidR="00F635DB">
        <w:t xml:space="preserve">, </w:t>
      </w:r>
      <w:r w:rsidRPr="009071AC">
        <w:t>enfin</w:t>
      </w:r>
      <w:r w:rsidR="00F635DB">
        <w:t xml:space="preserve">, </w:t>
      </w:r>
      <w:r w:rsidRPr="009071AC">
        <w:t>sur la poussière amassée le long de la poignée</w:t>
      </w:r>
      <w:r w:rsidR="00F635DB">
        <w:t xml:space="preserve">, </w:t>
      </w:r>
      <w:r w:rsidRPr="009071AC">
        <w:t>était visible l</w:t>
      </w:r>
      <w:r w:rsidR="00F635DB">
        <w:t>’</w:t>
      </w:r>
      <w:r w:rsidRPr="009071AC">
        <w:t>empreinte d</w:t>
      </w:r>
      <w:r w:rsidR="00F635DB">
        <w:t>’</w:t>
      </w:r>
      <w:r w:rsidRPr="009071AC">
        <w:t>une main</w:t>
      </w:r>
      <w:r w:rsidR="00F635DB">
        <w:t>…</w:t>
      </w:r>
    </w:p>
    <w:p w14:paraId="18B08B6D" w14:textId="126F9AE5" w:rsidR="00F635DB" w:rsidRDefault="00F635DB" w:rsidP="00F635DB">
      <w:r>
        <w:t>— </w:t>
      </w:r>
      <w:r w:rsidR="00855694" w:rsidRPr="009071AC">
        <w:t>Et j</w:t>
      </w:r>
      <w:r>
        <w:t>’</w:t>
      </w:r>
      <w:r w:rsidR="00855694" w:rsidRPr="009071AC">
        <w:t>ai confié mes plus chers secrets à cette méchante femme</w:t>
      </w:r>
      <w:r>
        <w:t xml:space="preserve"> ! </w:t>
      </w:r>
      <w:r w:rsidR="00855694" w:rsidRPr="009071AC">
        <w:t xml:space="preserve">pensa </w:t>
      </w:r>
      <w:r>
        <w:t>M</w:t>
      </w:r>
      <w:r w:rsidRPr="00F635DB">
        <w:rPr>
          <w:vertAlign w:val="superscript"/>
        </w:rPr>
        <w:t>lle</w:t>
      </w:r>
      <w:r>
        <w:t> </w:t>
      </w:r>
      <w:r w:rsidR="00855694" w:rsidRPr="009071AC">
        <w:t>Marguerite</w:t>
      </w:r>
      <w:r>
        <w:t xml:space="preserve">. </w:t>
      </w:r>
      <w:r w:rsidR="00855694" w:rsidRPr="009071AC">
        <w:t>Folle que j</w:t>
      </w:r>
      <w:r>
        <w:t>’</w:t>
      </w:r>
      <w:r w:rsidR="00855694" w:rsidRPr="009071AC">
        <w:t>étais</w:t>
      </w:r>
      <w:r>
        <w:t xml:space="preserve">… </w:t>
      </w:r>
      <w:r w:rsidR="00855694" w:rsidRPr="009071AC">
        <w:t>imprudente</w:t>
      </w:r>
      <w:r>
        <w:t> !…</w:t>
      </w:r>
    </w:p>
    <w:p w14:paraId="321CD35A" w14:textId="77777777" w:rsidR="00F635DB" w:rsidRDefault="00855694" w:rsidP="00F635DB">
      <w:r w:rsidRPr="009071AC">
        <w:t>Fixée désormais</w:t>
      </w:r>
      <w:r w:rsidR="00F635DB">
        <w:t xml:space="preserve">, </w:t>
      </w:r>
      <w:r w:rsidRPr="009071AC">
        <w:t>elle éteignit sa bougie</w:t>
      </w:r>
      <w:r w:rsidR="00F635DB">
        <w:t>.</w:t>
      </w:r>
    </w:p>
    <w:p w14:paraId="67C2DAC1" w14:textId="77777777" w:rsidR="00F635DB" w:rsidRDefault="00855694" w:rsidP="00F635DB">
      <w:r w:rsidRPr="009071AC">
        <w:t>Mais</w:t>
      </w:r>
      <w:r w:rsidR="00F635DB">
        <w:t xml:space="preserve">, </w:t>
      </w:r>
      <w:r w:rsidRPr="009071AC">
        <w:t>ayant tant fait</w:t>
      </w:r>
      <w:r w:rsidR="00F635DB">
        <w:t xml:space="preserve">, </w:t>
      </w:r>
      <w:r w:rsidRPr="009071AC">
        <w:t>elle voulut pousser jusqu</w:t>
      </w:r>
      <w:r w:rsidR="00F635DB">
        <w:t>’</w:t>
      </w:r>
      <w:r w:rsidRPr="009071AC">
        <w:t>au bout cette sorte d</w:t>
      </w:r>
      <w:r w:rsidR="00F635DB">
        <w:t>’</w:t>
      </w:r>
      <w:r w:rsidRPr="009071AC">
        <w:t>enquête</w:t>
      </w:r>
      <w:r w:rsidR="00F635DB">
        <w:t xml:space="preserve">, </w:t>
      </w:r>
      <w:r w:rsidRPr="009071AC">
        <w:t>et elle ouvrit la petite porte</w:t>
      </w:r>
      <w:r w:rsidR="00F635DB">
        <w:t>.</w:t>
      </w:r>
    </w:p>
    <w:p w14:paraId="26995128" w14:textId="77777777" w:rsidR="00F635DB" w:rsidRDefault="00855694" w:rsidP="00F635DB">
      <w:r w:rsidRPr="009071AC">
        <w:t>Devant</w:t>
      </w:r>
      <w:r w:rsidR="00F635DB">
        <w:t xml:space="preserve">, </w:t>
      </w:r>
      <w:r w:rsidRPr="009071AC">
        <w:t>du côté de la rue alors</w:t>
      </w:r>
      <w:r w:rsidR="00F635DB">
        <w:t xml:space="preserve">, </w:t>
      </w:r>
      <w:r w:rsidRPr="009071AC">
        <w:t>il y avait un assez large espace tout couvert de terre détrempée par les dernières pluies</w:t>
      </w:r>
      <w:r w:rsidR="00F635DB">
        <w:t xml:space="preserve">, </w:t>
      </w:r>
      <w:r w:rsidRPr="009071AC">
        <w:t>et qui n</w:t>
      </w:r>
      <w:r w:rsidR="00F635DB">
        <w:t>’</w:t>
      </w:r>
      <w:r w:rsidRPr="009071AC">
        <w:t>était point sèche encore</w:t>
      </w:r>
      <w:r w:rsidR="00F635DB">
        <w:t>.</w:t>
      </w:r>
    </w:p>
    <w:p w14:paraId="2A90266D" w14:textId="1C99BAE6" w:rsidR="00F635DB" w:rsidRDefault="00855694" w:rsidP="00F635DB">
      <w:r w:rsidRPr="009071AC">
        <w:t>Sur cette terre</w:t>
      </w:r>
      <w:r w:rsidR="00F635DB">
        <w:t xml:space="preserve">, </w:t>
      </w:r>
      <w:r w:rsidRPr="009071AC">
        <w:t>à la seule lueur du réverbère voisin</w:t>
      </w:r>
      <w:r w:rsidR="00F635DB">
        <w:t>, M</w:t>
      </w:r>
      <w:r w:rsidR="00F635DB" w:rsidRPr="00F635DB">
        <w:rPr>
          <w:vertAlign w:val="superscript"/>
        </w:rPr>
        <w:t>lle</w:t>
      </w:r>
      <w:r w:rsidR="00F635DB">
        <w:t> </w:t>
      </w:r>
      <w:r w:rsidRPr="009071AC">
        <w:t>Marguerite distingua des traces de pas</w:t>
      </w:r>
      <w:r w:rsidR="00F635DB">
        <w:t xml:space="preserve">, </w:t>
      </w:r>
      <w:r w:rsidRPr="009071AC">
        <w:t>des piétinements fort nettement accusés</w:t>
      </w:r>
      <w:r w:rsidR="00F635DB">
        <w:t>.</w:t>
      </w:r>
    </w:p>
    <w:p w14:paraId="7AF34319" w14:textId="77777777" w:rsidR="00F635DB" w:rsidRDefault="00855694" w:rsidP="00F635DB">
      <w:r w:rsidRPr="009071AC">
        <w:lastRenderedPageBreak/>
        <w:t>À la seule disposition de ces empreintes</w:t>
      </w:r>
      <w:r w:rsidR="00F635DB">
        <w:t xml:space="preserve">, </w:t>
      </w:r>
      <w:r w:rsidRPr="009071AC">
        <w:t>un observateur eût reconnu que là avait eu lieu une sorte de lutte</w:t>
      </w:r>
      <w:r w:rsidR="00F635DB">
        <w:t xml:space="preserve"> ; </w:t>
      </w:r>
      <w:r w:rsidRPr="009071AC">
        <w:t>il en eût recherché la cause</w:t>
      </w:r>
      <w:r w:rsidR="00F635DB">
        <w:t xml:space="preserve">, </w:t>
      </w:r>
      <w:r w:rsidRPr="009071AC">
        <w:t>et infailliblement fût arrivé à la vérité</w:t>
      </w:r>
      <w:r w:rsidR="00F635DB">
        <w:t>…</w:t>
      </w:r>
    </w:p>
    <w:p w14:paraId="09B04F46" w14:textId="43FC38E7" w:rsidR="00F635DB" w:rsidRDefault="00F635DB" w:rsidP="00F635DB">
      <w:r>
        <w:t>M</w:t>
      </w:r>
      <w:r w:rsidRPr="00F635DB">
        <w:rPr>
          <w:vertAlign w:val="superscript"/>
        </w:rPr>
        <w:t>lle</w:t>
      </w:r>
      <w:r>
        <w:t> </w:t>
      </w:r>
      <w:r w:rsidR="00855694" w:rsidRPr="009071AC">
        <w:t>Marguerite ne pouvait discerner cela</w:t>
      </w:r>
      <w:r>
        <w:t>.</w:t>
      </w:r>
    </w:p>
    <w:p w14:paraId="185DC566" w14:textId="77777777" w:rsidR="00F635DB" w:rsidRDefault="00855694" w:rsidP="00F635DB">
      <w:r w:rsidRPr="009071AC">
        <w:t>Seulement elle comprit ce qu</w:t>
      </w:r>
      <w:r w:rsidR="00F635DB">
        <w:t>’</w:t>
      </w:r>
      <w:r w:rsidRPr="009071AC">
        <w:t>eût compris un enfant</w:t>
      </w:r>
      <w:r w:rsidR="00F635DB">
        <w:t xml:space="preserve">, </w:t>
      </w:r>
      <w:r w:rsidRPr="009071AC">
        <w:t>à savoir que deux personnes avaient stationné là</w:t>
      </w:r>
      <w:r w:rsidR="00F635DB">
        <w:t xml:space="preserve">, </w:t>
      </w:r>
      <w:r w:rsidRPr="009071AC">
        <w:t>assez longtemps</w:t>
      </w:r>
      <w:r w:rsidR="00F635DB">
        <w:t>…</w:t>
      </w:r>
    </w:p>
    <w:p w14:paraId="7470B8CE" w14:textId="77777777" w:rsidR="00F635DB" w:rsidRDefault="00855694" w:rsidP="00F635DB">
      <w:r w:rsidRPr="009071AC">
        <w:t>Pauvre jeune fille</w:t>
      </w:r>
      <w:r w:rsidR="00F635DB">
        <w:t xml:space="preserve"> !… </w:t>
      </w:r>
      <w:r w:rsidRPr="009071AC">
        <w:t>Quelques heures plus tôt elle n</w:t>
      </w:r>
      <w:r w:rsidR="00F635DB">
        <w:t>’</w:t>
      </w:r>
      <w:r w:rsidRPr="009071AC">
        <w:t>avait pas aperçu Pascal assis devant l</w:t>
      </w:r>
      <w:r w:rsidR="00F635DB">
        <w:t>’</w:t>
      </w:r>
      <w:r w:rsidRPr="009071AC">
        <w:t xml:space="preserve">hôtel de </w:t>
      </w:r>
      <w:proofErr w:type="spellStart"/>
      <w:r w:rsidRPr="009071AC">
        <w:t>Chalusse</w:t>
      </w:r>
      <w:proofErr w:type="spellEnd"/>
      <w:r w:rsidR="00F635DB">
        <w:t xml:space="preserve">… </w:t>
      </w:r>
      <w:r w:rsidRPr="009071AC">
        <w:t>Nul pressentiment ne lui dit que les pas qu</w:t>
      </w:r>
      <w:r w:rsidR="00F635DB">
        <w:t>’</w:t>
      </w:r>
      <w:r w:rsidRPr="009071AC">
        <w:t xml:space="preserve">elle </w:t>
      </w:r>
      <w:proofErr w:type="spellStart"/>
      <w:r w:rsidRPr="009071AC">
        <w:t>voyait là</w:t>
      </w:r>
      <w:proofErr w:type="spellEnd"/>
      <w:r w:rsidRPr="009071AC">
        <w:t xml:space="preserve"> étaient ceux de Pascal</w:t>
      </w:r>
      <w:r w:rsidR="00F635DB">
        <w:t>.</w:t>
      </w:r>
    </w:p>
    <w:p w14:paraId="6956ED9E" w14:textId="4D7A747A" w:rsidR="00F635DB" w:rsidRDefault="00855694" w:rsidP="00F635DB">
      <w:r w:rsidRPr="009071AC">
        <w:t>Dans sa pensée</w:t>
      </w:r>
      <w:r w:rsidR="00F635DB">
        <w:t xml:space="preserve">, </w:t>
      </w:r>
      <w:r w:rsidRPr="009071AC">
        <w:t>l</w:t>
      </w:r>
      <w:r w:rsidR="00F635DB">
        <w:t>’</w:t>
      </w:r>
      <w:r w:rsidRPr="009071AC">
        <w:t xml:space="preserve">homme qui était venu causer à cette porte avec </w:t>
      </w:r>
      <w:r w:rsidR="00F635DB">
        <w:t>M</w:t>
      </w:r>
      <w:r w:rsidR="00F635DB" w:rsidRPr="00F635DB">
        <w:rPr>
          <w:vertAlign w:val="superscript"/>
        </w:rPr>
        <w:t>me</w:t>
      </w:r>
      <w:r w:rsidR="00F635DB">
        <w:t> </w:t>
      </w:r>
      <w:r w:rsidRPr="009071AC">
        <w:t xml:space="preserve">Léon ne pouvait être que </w:t>
      </w:r>
      <w:r w:rsidR="00F635DB">
        <w:t>M. de </w:t>
      </w:r>
      <w:proofErr w:type="spellStart"/>
      <w:r w:rsidRPr="009071AC">
        <w:t>Fondège</w:t>
      </w:r>
      <w:proofErr w:type="spellEnd"/>
      <w:r w:rsidR="00F635DB">
        <w:t xml:space="preserve">, </w:t>
      </w:r>
      <w:r w:rsidRPr="009071AC">
        <w:t xml:space="preserve">ou le marquis de </w:t>
      </w:r>
      <w:proofErr w:type="spellStart"/>
      <w:r w:rsidRPr="009071AC">
        <w:t>Valorsay</w:t>
      </w:r>
      <w:proofErr w:type="spellEnd"/>
      <w:r w:rsidR="00F635DB">
        <w:t xml:space="preserve">… </w:t>
      </w:r>
      <w:r w:rsidRPr="009071AC">
        <w:t>c</w:t>
      </w:r>
      <w:r w:rsidR="00F635DB">
        <w:t>’</w:t>
      </w:r>
      <w:r w:rsidRPr="009071AC">
        <w:t xml:space="preserve">est-à-dire que </w:t>
      </w:r>
      <w:r w:rsidR="00F635DB">
        <w:t>M</w:t>
      </w:r>
      <w:r w:rsidR="00F635DB" w:rsidRPr="00F635DB">
        <w:rPr>
          <w:vertAlign w:val="superscript"/>
        </w:rPr>
        <w:t>me</w:t>
      </w:r>
      <w:r w:rsidR="00F635DB">
        <w:t> </w:t>
      </w:r>
      <w:r w:rsidRPr="009071AC">
        <w:t>Léon était chargée de l</w:t>
      </w:r>
      <w:r w:rsidR="00F635DB">
        <w:t>’</w:t>
      </w:r>
      <w:r w:rsidRPr="009071AC">
        <w:t>espionner et rendait compte de ses moindres paroles</w:t>
      </w:r>
      <w:r w:rsidR="00F635DB">
        <w:t>…</w:t>
      </w:r>
    </w:p>
    <w:p w14:paraId="1A72A0C1" w14:textId="77777777" w:rsidR="00F635DB" w:rsidRDefault="00855694" w:rsidP="00F635DB">
      <w:r w:rsidRPr="009071AC">
        <w:t>Son premier mouvement fut tout de colère</w:t>
      </w:r>
      <w:r w:rsidR="00F635DB">
        <w:t xml:space="preserve">, </w:t>
      </w:r>
      <w:r w:rsidRPr="009071AC">
        <w:t>et elle se dit qu</w:t>
      </w:r>
      <w:r w:rsidR="00F635DB">
        <w:t>’</w:t>
      </w:r>
      <w:r w:rsidRPr="009071AC">
        <w:t>elle allait confondre et chasser cette misérable hypocrite</w:t>
      </w:r>
      <w:r w:rsidR="00F635DB">
        <w:t>.</w:t>
      </w:r>
    </w:p>
    <w:p w14:paraId="6DBC15D7" w14:textId="45A4329A" w:rsidR="00F635DB" w:rsidRDefault="00855694" w:rsidP="00F635DB">
      <w:r w:rsidRPr="009071AC">
        <w:t>Mais pendant le temps qu</w:t>
      </w:r>
      <w:r w:rsidR="00F635DB">
        <w:t>’</w:t>
      </w:r>
      <w:r w:rsidRPr="009071AC">
        <w:t xml:space="preserve">il lui fallut pour regagner la chambre de </w:t>
      </w:r>
      <w:r w:rsidR="00F635DB">
        <w:t>M. de </w:t>
      </w:r>
      <w:proofErr w:type="spellStart"/>
      <w:r w:rsidRPr="009071AC">
        <w:t>Chalusse</w:t>
      </w:r>
      <w:proofErr w:type="spellEnd"/>
      <w:r w:rsidR="00F635DB">
        <w:t xml:space="preserve">, </w:t>
      </w:r>
      <w:r w:rsidRPr="009071AC">
        <w:t>une inspiration lui vint</w:t>
      </w:r>
      <w:r w:rsidR="00F635DB">
        <w:t xml:space="preserve">, </w:t>
      </w:r>
      <w:r w:rsidRPr="009071AC">
        <w:t>que n</w:t>
      </w:r>
      <w:r w:rsidR="00F635DB">
        <w:t>’</w:t>
      </w:r>
      <w:r w:rsidRPr="009071AC">
        <w:t>eût pas désavouée un diplomate retors</w:t>
      </w:r>
      <w:r w:rsidR="00F635DB">
        <w:t>.</w:t>
      </w:r>
    </w:p>
    <w:p w14:paraId="5E1DB360" w14:textId="1D748E7F" w:rsidR="00F635DB" w:rsidRDefault="00855694" w:rsidP="00F635DB">
      <w:r w:rsidRPr="009071AC">
        <w:t xml:space="preserve">Elle se dit que </w:t>
      </w:r>
      <w:r w:rsidR="00F635DB">
        <w:t>M</w:t>
      </w:r>
      <w:r w:rsidR="00F635DB" w:rsidRPr="00F635DB">
        <w:rPr>
          <w:vertAlign w:val="superscript"/>
        </w:rPr>
        <w:t>me</w:t>
      </w:r>
      <w:r w:rsidR="00F635DB">
        <w:t> </w:t>
      </w:r>
      <w:r w:rsidRPr="009071AC">
        <w:t>Léon démasquée n</w:t>
      </w:r>
      <w:r w:rsidR="00F635DB">
        <w:t>’</w:t>
      </w:r>
      <w:r w:rsidRPr="009071AC">
        <w:t>était plus à craindre</w:t>
      </w:r>
      <w:r w:rsidR="00F635DB">
        <w:t xml:space="preserve">. </w:t>
      </w:r>
      <w:r w:rsidRPr="009071AC">
        <w:t>Dès lors</w:t>
      </w:r>
      <w:r w:rsidR="00F635DB">
        <w:t xml:space="preserve">, </w:t>
      </w:r>
      <w:r w:rsidRPr="009071AC">
        <w:t>pourquoi s</w:t>
      </w:r>
      <w:r w:rsidR="00F635DB">
        <w:t>’</w:t>
      </w:r>
      <w:r w:rsidRPr="009071AC">
        <w:t>en séparer</w:t>
      </w:r>
      <w:r w:rsidR="00F635DB">
        <w:t xml:space="preserve"> !… </w:t>
      </w:r>
      <w:r w:rsidRPr="009071AC">
        <w:t>L</w:t>
      </w:r>
      <w:r w:rsidR="00F635DB">
        <w:t>’</w:t>
      </w:r>
      <w:r w:rsidRPr="009071AC">
        <w:t>espion qu</w:t>
      </w:r>
      <w:r w:rsidR="00F635DB">
        <w:t>’</w:t>
      </w:r>
      <w:r w:rsidRPr="009071AC">
        <w:t>on connaît peut</w:t>
      </w:r>
      <w:r w:rsidR="00F635DB">
        <w:t xml:space="preserve">, </w:t>
      </w:r>
      <w:r w:rsidRPr="009071AC">
        <w:t>sans s</w:t>
      </w:r>
      <w:r w:rsidR="00F635DB">
        <w:t>’</w:t>
      </w:r>
      <w:r w:rsidRPr="009071AC">
        <w:t>en douter</w:t>
      </w:r>
      <w:r w:rsidR="00F635DB">
        <w:t xml:space="preserve">, </w:t>
      </w:r>
      <w:r w:rsidRPr="009071AC">
        <w:t>devenir un utile auxiliaire</w:t>
      </w:r>
      <w:r w:rsidR="00F635DB">
        <w:t>.</w:t>
      </w:r>
    </w:p>
    <w:p w14:paraId="615613A8" w14:textId="120176D7" w:rsidR="00F635DB" w:rsidRDefault="00F635DB" w:rsidP="00F635DB">
      <w:r>
        <w:t>— </w:t>
      </w:r>
      <w:r w:rsidR="00855694" w:rsidRPr="009071AC">
        <w:t>Pourquoi ne me servirais-je pas de cette malheureuse</w:t>
      </w:r>
      <w:r>
        <w:t xml:space="preserve"> ? </w:t>
      </w:r>
      <w:r w:rsidR="00855694" w:rsidRPr="009071AC">
        <w:t xml:space="preserve">pensait </w:t>
      </w:r>
      <w:r>
        <w:t>M</w:t>
      </w:r>
      <w:r w:rsidRPr="00F635DB">
        <w:rPr>
          <w:vertAlign w:val="superscript"/>
        </w:rPr>
        <w:t>lle</w:t>
      </w:r>
      <w:r>
        <w:t> </w:t>
      </w:r>
      <w:r w:rsidR="00855694" w:rsidRPr="009071AC">
        <w:t>Marguerite</w:t>
      </w:r>
      <w:r>
        <w:t xml:space="preserve">. </w:t>
      </w:r>
      <w:r w:rsidR="00855694" w:rsidRPr="009071AC">
        <w:t>Ce que je ne voudrais pas qu</w:t>
      </w:r>
      <w:r>
        <w:t>’</w:t>
      </w:r>
      <w:r w:rsidR="00855694" w:rsidRPr="009071AC">
        <w:t>on sût</w:t>
      </w:r>
      <w:r>
        <w:t xml:space="preserve">, </w:t>
      </w:r>
      <w:r w:rsidR="00855694" w:rsidRPr="009071AC">
        <w:t>je le lui cacherais</w:t>
      </w:r>
      <w:r>
        <w:t xml:space="preserve">, </w:t>
      </w:r>
      <w:r w:rsidR="00855694" w:rsidRPr="009071AC">
        <w:t>et avec un peu d</w:t>
      </w:r>
      <w:r>
        <w:t>’</w:t>
      </w:r>
      <w:r w:rsidR="00855694" w:rsidRPr="009071AC">
        <w:t>adresse je lui ferais rapporter à ceux qui l</w:t>
      </w:r>
      <w:r>
        <w:t>’</w:t>
      </w:r>
      <w:r w:rsidR="00855694" w:rsidRPr="009071AC">
        <w:t>emploient tout ce que je jugerais utile à mes desseins</w:t>
      </w:r>
      <w:r>
        <w:t xml:space="preserve">. </w:t>
      </w:r>
      <w:r w:rsidR="00855694" w:rsidRPr="009071AC">
        <w:t>En la surveillant</w:t>
      </w:r>
      <w:r>
        <w:t xml:space="preserve">, </w:t>
      </w:r>
      <w:r w:rsidR="00855694" w:rsidRPr="009071AC">
        <w:t>je saurais vite ce qu</w:t>
      </w:r>
      <w:r>
        <w:t>’</w:t>
      </w:r>
      <w:r w:rsidR="00855694" w:rsidRPr="009071AC">
        <w:t xml:space="preserve">on </w:t>
      </w:r>
      <w:r w:rsidR="00855694" w:rsidRPr="009071AC">
        <w:lastRenderedPageBreak/>
        <w:t>veut de moi</w:t>
      </w:r>
      <w:r>
        <w:t xml:space="preserve">… </w:t>
      </w:r>
      <w:r w:rsidR="00855694" w:rsidRPr="009071AC">
        <w:t>Et qui sait si par elle je n</w:t>
      </w:r>
      <w:r>
        <w:t>’</w:t>
      </w:r>
      <w:r w:rsidR="00855694" w:rsidRPr="009071AC">
        <w:t>aurais pas l</w:t>
      </w:r>
      <w:r>
        <w:t>’</w:t>
      </w:r>
      <w:r w:rsidR="00855694" w:rsidRPr="009071AC">
        <w:t>explication de cette fatalité qui me poursuit</w:t>
      </w:r>
      <w:r>
        <w:t>.</w:t>
      </w:r>
    </w:p>
    <w:p w14:paraId="4372AAB1" w14:textId="5EDA7662" w:rsidR="00F635DB" w:rsidRDefault="00855694" w:rsidP="00F635DB">
      <w:r w:rsidRPr="009071AC">
        <w:t xml:space="preserve">Quand </w:t>
      </w:r>
      <w:r w:rsidR="00F635DB">
        <w:t>M</w:t>
      </w:r>
      <w:r w:rsidR="00F635DB" w:rsidRPr="00F635DB">
        <w:rPr>
          <w:vertAlign w:val="superscript"/>
        </w:rPr>
        <w:t>lle</w:t>
      </w:r>
      <w:r w:rsidR="00F635DB">
        <w:t> </w:t>
      </w:r>
      <w:r w:rsidRPr="009071AC">
        <w:t xml:space="preserve">Marguerite revint prendre sa place près du lit du comte de </w:t>
      </w:r>
      <w:proofErr w:type="spellStart"/>
      <w:r w:rsidRPr="009071AC">
        <w:t>Chalusse</w:t>
      </w:r>
      <w:proofErr w:type="spellEnd"/>
      <w:r w:rsidR="00F635DB">
        <w:t xml:space="preserve">, </w:t>
      </w:r>
      <w:r w:rsidRPr="009071AC">
        <w:t>sa résolution était froidement et irrévocablement fixée</w:t>
      </w:r>
      <w:r w:rsidR="00F635DB">
        <w:t>.</w:t>
      </w:r>
    </w:p>
    <w:p w14:paraId="4257BA31" w14:textId="1BDBA025" w:rsidR="00F635DB" w:rsidRDefault="00855694" w:rsidP="00F635DB">
      <w:r w:rsidRPr="009071AC">
        <w:t xml:space="preserve">Non-seulement elle ne se séparerait pas de </w:t>
      </w:r>
      <w:r w:rsidR="00F635DB">
        <w:t>M</w:t>
      </w:r>
      <w:r w:rsidR="00F635DB" w:rsidRPr="00F635DB">
        <w:rPr>
          <w:vertAlign w:val="superscript"/>
        </w:rPr>
        <w:t>me</w:t>
      </w:r>
      <w:r w:rsidR="00F635DB">
        <w:t> </w:t>
      </w:r>
      <w:r w:rsidRPr="009071AC">
        <w:t>Léon</w:t>
      </w:r>
      <w:r w:rsidR="00F635DB">
        <w:t xml:space="preserve">, </w:t>
      </w:r>
      <w:r w:rsidRPr="009071AC">
        <w:t>mais encore elle lui témoignerait</w:t>
      </w:r>
      <w:r w:rsidR="00F635DB">
        <w:t xml:space="preserve">, </w:t>
      </w:r>
      <w:r w:rsidRPr="009071AC">
        <w:t>en apparence</w:t>
      </w:r>
      <w:r w:rsidR="00F635DB">
        <w:t xml:space="preserve">, </w:t>
      </w:r>
      <w:r w:rsidRPr="009071AC">
        <w:t>plus de confiance que jamais</w:t>
      </w:r>
      <w:r w:rsidR="00F635DB">
        <w:t>.</w:t>
      </w:r>
    </w:p>
    <w:p w14:paraId="10FA2781" w14:textId="77777777" w:rsidR="00F635DB" w:rsidRDefault="00855694" w:rsidP="00F635DB">
      <w:r w:rsidRPr="009071AC">
        <w:t>Assurément cette comédie répugnait à la loyauté naturelle de son caractère</w:t>
      </w:r>
      <w:r w:rsidR="00F635DB">
        <w:t xml:space="preserve">, </w:t>
      </w:r>
      <w:r w:rsidRPr="009071AC">
        <w:t>mais sa raison le lui disait</w:t>
      </w:r>
      <w:r w:rsidR="00F635DB">
        <w:t xml:space="preserve"> : </w:t>
      </w:r>
      <w:r w:rsidRPr="009071AC">
        <w:t>On ne combat utilement les scélérats qu</w:t>
      </w:r>
      <w:r w:rsidR="00F635DB">
        <w:t>’</w:t>
      </w:r>
      <w:r w:rsidRPr="009071AC">
        <w:t>avec leurs propres armes</w:t>
      </w:r>
      <w:r w:rsidR="00F635DB">
        <w:t xml:space="preserve">, </w:t>
      </w:r>
      <w:r w:rsidRPr="009071AC">
        <w:t>et elle avait à défendre son honneur</w:t>
      </w:r>
      <w:r w:rsidR="00F635DB">
        <w:t xml:space="preserve">, </w:t>
      </w:r>
      <w:r w:rsidRPr="009071AC">
        <w:t>sa vie</w:t>
      </w:r>
      <w:r w:rsidR="00F635DB">
        <w:t xml:space="preserve">, </w:t>
      </w:r>
      <w:r w:rsidRPr="009071AC">
        <w:t>son avenir</w:t>
      </w:r>
      <w:r w:rsidR="00F635DB">
        <w:t>…</w:t>
      </w:r>
    </w:p>
    <w:p w14:paraId="550BEC29" w14:textId="77777777" w:rsidR="00F635DB" w:rsidRDefault="00855694" w:rsidP="00F635DB">
      <w:r w:rsidRPr="009071AC">
        <w:t>Et ce plan de conduite qu</w:t>
      </w:r>
      <w:r w:rsidR="00F635DB">
        <w:t>’</w:t>
      </w:r>
      <w:r w:rsidRPr="009071AC">
        <w:t>elle se traçait</w:t>
      </w:r>
      <w:r w:rsidR="00F635DB">
        <w:t xml:space="preserve">, </w:t>
      </w:r>
      <w:r w:rsidRPr="009071AC">
        <w:t>elle était femme à le suivre strictement</w:t>
      </w:r>
      <w:r w:rsidR="00F635DB">
        <w:t xml:space="preserve">, </w:t>
      </w:r>
      <w:r w:rsidRPr="009071AC">
        <w:t>patiemment</w:t>
      </w:r>
      <w:r w:rsidR="00F635DB">
        <w:t xml:space="preserve">, </w:t>
      </w:r>
      <w:r w:rsidRPr="009071AC">
        <w:t>sans que rien pût l</w:t>
      </w:r>
      <w:r w:rsidR="00F635DB">
        <w:t>’</w:t>
      </w:r>
      <w:r w:rsidRPr="009071AC">
        <w:t>en distraire ni l</w:t>
      </w:r>
      <w:r w:rsidR="00F635DB">
        <w:t>’</w:t>
      </w:r>
      <w:r w:rsidRPr="009071AC">
        <w:t>en détourner</w:t>
      </w:r>
      <w:r w:rsidR="00F635DB">
        <w:t xml:space="preserve">. </w:t>
      </w:r>
      <w:r w:rsidRPr="009071AC">
        <w:t>Son énergie était de celles que le temps fortifie</w:t>
      </w:r>
      <w:r w:rsidR="00F635DB">
        <w:t xml:space="preserve">, </w:t>
      </w:r>
      <w:r w:rsidRPr="009071AC">
        <w:t>loin de les détremper</w:t>
      </w:r>
      <w:r w:rsidR="00F635DB">
        <w:t xml:space="preserve">. </w:t>
      </w:r>
      <w:r w:rsidRPr="009071AC">
        <w:t>Elle était capable de s</w:t>
      </w:r>
      <w:r w:rsidR="00F635DB">
        <w:t>’</w:t>
      </w:r>
      <w:r w:rsidRPr="009071AC">
        <w:t>éveiller chaque matin</w:t>
      </w:r>
      <w:r w:rsidR="00F635DB">
        <w:t xml:space="preserve">, </w:t>
      </w:r>
      <w:r w:rsidRPr="009071AC">
        <w:t>durant des années</w:t>
      </w:r>
      <w:r w:rsidR="00F635DB">
        <w:t xml:space="preserve">, </w:t>
      </w:r>
      <w:r w:rsidRPr="009071AC">
        <w:t>avec la même volonté que la veille</w:t>
      </w:r>
      <w:r w:rsidR="00F635DB">
        <w:t>.</w:t>
      </w:r>
    </w:p>
    <w:p w14:paraId="6DEAC6F8" w14:textId="77777777" w:rsidR="00F635DB" w:rsidRDefault="00855694" w:rsidP="00F635DB">
      <w:r w:rsidRPr="009071AC">
        <w:t>Un soupçon</w:t>
      </w:r>
      <w:r w:rsidR="00F635DB">
        <w:t xml:space="preserve">, </w:t>
      </w:r>
      <w:r w:rsidRPr="009071AC">
        <w:t>d</w:t>
      </w:r>
      <w:r w:rsidR="00F635DB">
        <w:t>’</w:t>
      </w:r>
      <w:r w:rsidRPr="009071AC">
        <w:t>ailleurs</w:t>
      </w:r>
      <w:r w:rsidR="00F635DB">
        <w:t xml:space="preserve">, </w:t>
      </w:r>
      <w:r w:rsidRPr="009071AC">
        <w:t>étrange et mal défini</w:t>
      </w:r>
      <w:r w:rsidR="00F635DB">
        <w:t xml:space="preserve">, </w:t>
      </w:r>
      <w:r w:rsidRPr="009071AC">
        <w:t>s</w:t>
      </w:r>
      <w:r w:rsidR="00F635DB">
        <w:t>’</w:t>
      </w:r>
      <w:r w:rsidRPr="009071AC">
        <w:t>était emparé de son esprit</w:t>
      </w:r>
      <w:r w:rsidR="00F635DB">
        <w:t xml:space="preserve">, </w:t>
      </w:r>
      <w:r w:rsidRPr="009071AC">
        <w:t>et devait suffire à dissiper ses scrupules et à dompter ses défaillances</w:t>
      </w:r>
      <w:r w:rsidR="00F635DB">
        <w:t>.</w:t>
      </w:r>
    </w:p>
    <w:p w14:paraId="49B211B3" w14:textId="77777777" w:rsidR="00F635DB" w:rsidRDefault="00855694" w:rsidP="00F635DB">
      <w:r w:rsidRPr="009071AC">
        <w:t>Cette nuit-là</w:t>
      </w:r>
      <w:r w:rsidR="00F635DB">
        <w:t xml:space="preserve">, </w:t>
      </w:r>
      <w:r w:rsidRPr="009071AC">
        <w:t>pour la première fois</w:t>
      </w:r>
      <w:r w:rsidR="00F635DB">
        <w:t xml:space="preserve">, </w:t>
      </w:r>
      <w:r w:rsidRPr="009071AC">
        <w:t>elle crut découvrir une mystérieuse relation entre le malheur de Pascal et le sien</w:t>
      </w:r>
      <w:r w:rsidR="00F635DB">
        <w:t>.</w:t>
      </w:r>
    </w:p>
    <w:p w14:paraId="5DE3922C" w14:textId="77777777" w:rsidR="00F635DB" w:rsidRDefault="00855694" w:rsidP="00F635DB">
      <w:r w:rsidRPr="009071AC">
        <w:t>Était-ce bien le hasard seul qui les frappait ainsi tous deux en même temps et de la même façon</w:t>
      </w:r>
      <w:r w:rsidR="00F635DB">
        <w:t> ?…</w:t>
      </w:r>
    </w:p>
    <w:p w14:paraId="7FA05968" w14:textId="4F5DD5E5" w:rsidR="00F635DB" w:rsidRDefault="00855694" w:rsidP="00F635DB">
      <w:r w:rsidRPr="009071AC">
        <w:t>Par la seule intensité de ses réflexions</w:t>
      </w:r>
      <w:r w:rsidR="00F635DB">
        <w:t xml:space="preserve">, </w:t>
      </w:r>
      <w:r w:rsidRPr="009071AC">
        <w:t>elle découvrit pour ainsi dire</w:t>
      </w:r>
      <w:r w:rsidR="00F635DB">
        <w:t xml:space="preserve">, </w:t>
      </w:r>
      <w:r w:rsidRPr="009071AC">
        <w:t>au fond de son intelligence</w:t>
      </w:r>
      <w:r w:rsidR="00F635DB">
        <w:t xml:space="preserve">, </w:t>
      </w:r>
      <w:r w:rsidRPr="009071AC">
        <w:t>cette maxime fatale</w:t>
      </w:r>
      <w:r w:rsidR="00F635DB">
        <w:t xml:space="preserve">, </w:t>
      </w:r>
      <w:r w:rsidRPr="009071AC">
        <w:t>qui a causé tant d</w:t>
      </w:r>
      <w:r w:rsidR="00F635DB">
        <w:t>’</w:t>
      </w:r>
      <w:r w:rsidRPr="009071AC">
        <w:t>erreurs judiciaires</w:t>
      </w:r>
      <w:r w:rsidR="00F635DB">
        <w:t> : « </w:t>
      </w:r>
      <w:r w:rsidRPr="009071AC">
        <w:t>Cherche à qui le crime profite et tu trouveras le coupable</w:t>
      </w:r>
      <w:r w:rsidR="00F635DB">
        <w:t>. »</w:t>
      </w:r>
    </w:p>
    <w:p w14:paraId="00655232" w14:textId="2050DD45" w:rsidR="00F635DB" w:rsidRDefault="00855694" w:rsidP="00F635DB">
      <w:r w:rsidRPr="009071AC">
        <w:lastRenderedPageBreak/>
        <w:t>Or</w:t>
      </w:r>
      <w:r w:rsidR="00F635DB">
        <w:t xml:space="preserve">, </w:t>
      </w:r>
      <w:r w:rsidRPr="009071AC">
        <w:t>à qui eût profité le crime abominable qui avait déshonoré Pascal</w:t>
      </w:r>
      <w:r w:rsidR="00F635DB">
        <w:t xml:space="preserve">, </w:t>
      </w:r>
      <w:r w:rsidRPr="009071AC">
        <w:t xml:space="preserve">sans la mort inattendue de </w:t>
      </w:r>
      <w:r w:rsidR="00F635DB">
        <w:t>M. de </w:t>
      </w:r>
      <w:proofErr w:type="spellStart"/>
      <w:r w:rsidRPr="009071AC">
        <w:t>Chalusse</w:t>
      </w:r>
      <w:proofErr w:type="spellEnd"/>
      <w:r w:rsidR="00F635DB">
        <w:t xml:space="preserve">, </w:t>
      </w:r>
      <w:r w:rsidRPr="009071AC">
        <w:t xml:space="preserve">sans la fermeté de </w:t>
      </w:r>
      <w:r w:rsidR="00F635DB">
        <w:t>M</w:t>
      </w:r>
      <w:r w:rsidR="00F635DB" w:rsidRPr="00F635DB">
        <w:rPr>
          <w:vertAlign w:val="superscript"/>
        </w:rPr>
        <w:t>lle</w:t>
      </w:r>
      <w:r w:rsidR="00F635DB">
        <w:t> </w:t>
      </w:r>
      <w:r w:rsidRPr="009071AC">
        <w:t>Marguerite</w:t>
      </w:r>
      <w:r w:rsidR="00F635DB">
        <w:t xml:space="preserve"> ?… </w:t>
      </w:r>
      <w:r w:rsidRPr="009071AC">
        <w:t xml:space="preserve">Au marquis de </w:t>
      </w:r>
      <w:proofErr w:type="spellStart"/>
      <w:r w:rsidRPr="009071AC">
        <w:t>Valorsay</w:t>
      </w:r>
      <w:proofErr w:type="spellEnd"/>
      <w:r w:rsidR="00F635DB">
        <w:t xml:space="preserve">, </w:t>
      </w:r>
      <w:r w:rsidRPr="009071AC">
        <w:t>évidemment</w:t>
      </w:r>
      <w:r w:rsidR="00F635DB">
        <w:t xml:space="preserve">, </w:t>
      </w:r>
      <w:r w:rsidRPr="009071AC">
        <w:t>à qui la fuite de Pascal eût laissé le champ libre</w:t>
      </w:r>
      <w:r w:rsidR="00F635DB">
        <w:t>…</w:t>
      </w:r>
    </w:p>
    <w:p w14:paraId="38F8B55C" w14:textId="77777777" w:rsidR="00F635DB" w:rsidRDefault="00855694" w:rsidP="00F635DB">
      <w:r w:rsidRPr="009071AC">
        <w:t>Tontes ces pensées étaient bien faites pour écarter le sommeil des yeux de la pauvre fille</w:t>
      </w:r>
      <w:r w:rsidR="00F635DB">
        <w:t xml:space="preserve">, </w:t>
      </w:r>
      <w:r w:rsidRPr="009071AC">
        <w:t>mais elle avait vingt ans</w:t>
      </w:r>
      <w:r w:rsidR="00F635DB">
        <w:t xml:space="preserve">, </w:t>
      </w:r>
      <w:r w:rsidRPr="009071AC">
        <w:t>mais la journée lui avait apporté d</w:t>
      </w:r>
      <w:r w:rsidR="00F635DB">
        <w:t>’</w:t>
      </w:r>
      <w:r w:rsidRPr="009071AC">
        <w:t>écrasantes émotions et c</w:t>
      </w:r>
      <w:r w:rsidR="00F635DB">
        <w:t>’</w:t>
      </w:r>
      <w:r w:rsidRPr="009071AC">
        <w:t>était la seconde nuit qu</w:t>
      </w:r>
      <w:r w:rsidR="00F635DB">
        <w:t>’</w:t>
      </w:r>
      <w:r w:rsidRPr="009071AC">
        <w:t>elle passait</w:t>
      </w:r>
      <w:r w:rsidR="00F635DB">
        <w:t xml:space="preserve">. </w:t>
      </w:r>
      <w:r w:rsidRPr="009071AC">
        <w:t>La fatigue l</w:t>
      </w:r>
      <w:r w:rsidR="00F635DB">
        <w:t>’</w:t>
      </w:r>
      <w:r w:rsidRPr="009071AC">
        <w:t>emporta</w:t>
      </w:r>
      <w:r w:rsidR="00F635DB">
        <w:t xml:space="preserve">, </w:t>
      </w:r>
      <w:r w:rsidRPr="009071AC">
        <w:t>elle s</w:t>
      </w:r>
      <w:r w:rsidR="00F635DB">
        <w:t>’</w:t>
      </w:r>
      <w:r w:rsidRPr="009071AC">
        <w:t>endormit</w:t>
      </w:r>
      <w:r w:rsidR="00F635DB">
        <w:t>.</w:t>
      </w:r>
    </w:p>
    <w:p w14:paraId="4B13F910" w14:textId="1A5AEBB2" w:rsidR="00F635DB" w:rsidRDefault="00855694" w:rsidP="00F635DB">
      <w:r w:rsidRPr="009071AC">
        <w:t>Et au matin</w:t>
      </w:r>
      <w:r w:rsidR="00F635DB">
        <w:t xml:space="preserve">, </w:t>
      </w:r>
      <w:r w:rsidRPr="009071AC">
        <w:t>vers les sept heures</w:t>
      </w:r>
      <w:r w:rsidR="00F635DB">
        <w:t>, M</w:t>
      </w:r>
      <w:r w:rsidR="00F635DB" w:rsidRPr="00F635DB">
        <w:rPr>
          <w:vertAlign w:val="superscript"/>
        </w:rPr>
        <w:t>me</w:t>
      </w:r>
      <w:r w:rsidR="00F635DB">
        <w:t> </w:t>
      </w:r>
      <w:r w:rsidRPr="009071AC">
        <w:t>Léon fut obligée de la secouer pour la tirer de l</w:t>
      </w:r>
      <w:r w:rsidR="00F635DB">
        <w:t>’</w:t>
      </w:r>
      <w:r w:rsidRPr="009071AC">
        <w:t>espèce de léthargie où elle était tombée</w:t>
      </w:r>
      <w:r w:rsidR="00F635DB">
        <w:t>.</w:t>
      </w:r>
    </w:p>
    <w:p w14:paraId="2E789AB7" w14:textId="77777777" w:rsidR="00F635DB" w:rsidRDefault="00F635DB" w:rsidP="00F635DB">
      <w:r>
        <w:t>— </w:t>
      </w:r>
      <w:r w:rsidR="00855694" w:rsidRPr="009071AC">
        <w:t>Mademoiselle</w:t>
      </w:r>
      <w:r>
        <w:t xml:space="preserve">, </w:t>
      </w:r>
      <w:r w:rsidR="00855694" w:rsidRPr="009071AC">
        <w:t>disait la femme de charge de sa voix mielleuse</w:t>
      </w:r>
      <w:r>
        <w:t xml:space="preserve">, </w:t>
      </w:r>
      <w:r w:rsidR="00855694" w:rsidRPr="009071AC">
        <w:t>chère demoiselle</w:t>
      </w:r>
      <w:r>
        <w:t xml:space="preserve">, </w:t>
      </w:r>
      <w:r w:rsidR="00855694" w:rsidRPr="009071AC">
        <w:t>éveillez-vous bien vite</w:t>
      </w:r>
      <w:r>
        <w:t> !</w:t>
      </w:r>
    </w:p>
    <w:p w14:paraId="5FD7AF94" w14:textId="77777777" w:rsidR="00F635DB" w:rsidRDefault="00F635DB" w:rsidP="00F635DB">
      <w:r>
        <w:t>— </w:t>
      </w:r>
      <w:r w:rsidR="00855694" w:rsidRPr="009071AC">
        <w:t>Qu</w:t>
      </w:r>
      <w:r>
        <w:t>’</w:t>
      </w:r>
      <w:r w:rsidR="00855694" w:rsidRPr="009071AC">
        <w:t>y a-t-il</w:t>
      </w:r>
      <w:r>
        <w:t> ?…</w:t>
      </w:r>
    </w:p>
    <w:p w14:paraId="3BD9CB49" w14:textId="77777777" w:rsidR="00F635DB" w:rsidRDefault="00F635DB" w:rsidP="00F635DB">
      <w:r>
        <w:t>— </w:t>
      </w:r>
      <w:r w:rsidR="00855694" w:rsidRPr="009071AC">
        <w:t>C</w:t>
      </w:r>
      <w:r>
        <w:t>’</w:t>
      </w:r>
      <w:r w:rsidR="00855694" w:rsidRPr="009071AC">
        <w:t>est</w:t>
      </w:r>
      <w:r>
        <w:t xml:space="preserve">… </w:t>
      </w:r>
      <w:r w:rsidR="00855694" w:rsidRPr="009071AC">
        <w:t>Ah</w:t>
      </w:r>
      <w:r>
        <w:t xml:space="preserve"> !… </w:t>
      </w:r>
      <w:r w:rsidR="00855694" w:rsidRPr="009071AC">
        <w:t>mon Dieu</w:t>
      </w:r>
      <w:r>
        <w:t xml:space="preserve"> !… </w:t>
      </w:r>
      <w:r w:rsidR="00855694" w:rsidRPr="009071AC">
        <w:t>Comment vous dire cela</w:t>
      </w:r>
      <w:r>
        <w:t xml:space="preserve">… </w:t>
      </w:r>
      <w:r w:rsidR="00855694" w:rsidRPr="009071AC">
        <w:t>C</w:t>
      </w:r>
      <w:r>
        <w:t>’</w:t>
      </w:r>
      <w:r w:rsidR="00855694" w:rsidRPr="009071AC">
        <w:t>est l</w:t>
      </w:r>
      <w:r>
        <w:t>’</w:t>
      </w:r>
      <w:r w:rsidR="00855694" w:rsidRPr="009071AC">
        <w:t>administration des pompes funèbres qui envoie ses employés disposer tout pour le</w:t>
      </w:r>
      <w:r>
        <w:t xml:space="preserve">… </w:t>
      </w:r>
      <w:r w:rsidR="00855694" w:rsidRPr="009071AC">
        <w:t>pour la cérémonie</w:t>
      </w:r>
      <w:r>
        <w:t>.</w:t>
      </w:r>
    </w:p>
    <w:p w14:paraId="37EDE7DB" w14:textId="77777777" w:rsidR="00F635DB" w:rsidRDefault="00855694" w:rsidP="00F635DB">
      <w:r w:rsidRPr="009071AC">
        <w:t>En effet</w:t>
      </w:r>
      <w:r w:rsidR="00F635DB">
        <w:t xml:space="preserve">, </w:t>
      </w:r>
      <w:r w:rsidRPr="009071AC">
        <w:t>les ouvriers de la suprême besogne venaient d</w:t>
      </w:r>
      <w:r w:rsidR="00F635DB">
        <w:t>’</w:t>
      </w:r>
      <w:r w:rsidRPr="009071AC">
        <w:t>arriver</w:t>
      </w:r>
      <w:r w:rsidR="00F635DB">
        <w:t xml:space="preserve">. </w:t>
      </w:r>
      <w:r w:rsidRPr="009071AC">
        <w:t>Leurs pas lourds retentissaient dans le vestibule</w:t>
      </w:r>
      <w:r w:rsidR="00F635DB">
        <w:t xml:space="preserve">, </w:t>
      </w:r>
      <w:r w:rsidRPr="009071AC">
        <w:t>et on les entendait</w:t>
      </w:r>
      <w:r w:rsidR="00F635DB">
        <w:t xml:space="preserve">, </w:t>
      </w:r>
      <w:r w:rsidRPr="009071AC">
        <w:t>dans la cour</w:t>
      </w:r>
      <w:r w:rsidR="00F635DB">
        <w:t xml:space="preserve">, </w:t>
      </w:r>
      <w:r w:rsidRPr="009071AC">
        <w:t>manœuvrer leur lugubre attirail de traverses et de draperies</w:t>
      </w:r>
      <w:r w:rsidR="00F635DB">
        <w:t>.</w:t>
      </w:r>
    </w:p>
    <w:p w14:paraId="2528FE3C" w14:textId="7171BCA4" w:rsidR="00F635DB" w:rsidRDefault="00855694" w:rsidP="00F635DB">
      <w:r w:rsidRPr="009071AC">
        <w:t>Tout gonflé d</w:t>
      </w:r>
      <w:r w:rsidR="00F635DB">
        <w:t>’</w:t>
      </w:r>
      <w:r w:rsidRPr="009071AC">
        <w:t>importance</w:t>
      </w:r>
      <w:r w:rsidR="00F635DB">
        <w:t>, M. </w:t>
      </w:r>
      <w:r w:rsidRPr="009071AC">
        <w:t>Casimir dirigeait le travail</w:t>
      </w:r>
      <w:r w:rsidR="00F635DB">
        <w:t xml:space="preserve">, </w:t>
      </w:r>
      <w:r w:rsidRPr="009071AC">
        <w:t>parlant haut</w:t>
      </w:r>
      <w:r w:rsidR="00F635DB">
        <w:t xml:space="preserve">, </w:t>
      </w:r>
      <w:r w:rsidRPr="009071AC">
        <w:t>selon sa coutume</w:t>
      </w:r>
      <w:r w:rsidR="00F635DB">
        <w:t xml:space="preserve">, </w:t>
      </w:r>
      <w:r w:rsidRPr="009071AC">
        <w:t>indiquant d</w:t>
      </w:r>
      <w:r w:rsidR="00F635DB">
        <w:t>’</w:t>
      </w:r>
      <w:r w:rsidRPr="009071AC">
        <w:t>un geste impérieux où il voulait qu</w:t>
      </w:r>
      <w:r w:rsidR="00F635DB">
        <w:t>’</w:t>
      </w:r>
      <w:r w:rsidRPr="009071AC">
        <w:t>on accrochât les tentures noires semées de larmes d</w:t>
      </w:r>
      <w:r w:rsidR="00F635DB">
        <w:t>’</w:t>
      </w:r>
      <w:r w:rsidRPr="009071AC">
        <w:t xml:space="preserve">argent et ornées des armes des Durtal de </w:t>
      </w:r>
      <w:proofErr w:type="spellStart"/>
      <w:r w:rsidRPr="009071AC">
        <w:t>Chalusse</w:t>
      </w:r>
      <w:proofErr w:type="spellEnd"/>
      <w:r w:rsidR="00F635DB">
        <w:t>.</w:t>
      </w:r>
    </w:p>
    <w:p w14:paraId="1DC300CB" w14:textId="77777777" w:rsidR="00F635DB" w:rsidRDefault="00855694" w:rsidP="00F635DB">
      <w:r w:rsidRPr="009071AC">
        <w:lastRenderedPageBreak/>
        <w:t>C</w:t>
      </w:r>
      <w:r w:rsidR="00F635DB">
        <w:t>’</w:t>
      </w:r>
      <w:r w:rsidRPr="009071AC">
        <w:t>est que le brillant valet de chambre se sentait devenir un personnage</w:t>
      </w:r>
      <w:r w:rsidR="00F635DB">
        <w:t xml:space="preserve">, </w:t>
      </w:r>
      <w:r w:rsidRPr="009071AC">
        <w:t>en butte qu</w:t>
      </w:r>
      <w:r w:rsidR="00F635DB">
        <w:t>’</w:t>
      </w:r>
      <w:r w:rsidRPr="009071AC">
        <w:t>il était depuis la veille aux flagorneries des représentants de toutes ces industries qui</w:t>
      </w:r>
      <w:r w:rsidR="00F635DB">
        <w:t xml:space="preserve">, </w:t>
      </w:r>
      <w:r w:rsidRPr="009071AC">
        <w:t>à Paris</w:t>
      </w:r>
      <w:r w:rsidR="00F635DB">
        <w:t xml:space="preserve">, </w:t>
      </w:r>
      <w:r w:rsidRPr="009071AC">
        <w:t>vivent de la mort</w:t>
      </w:r>
      <w:r w:rsidR="00F635DB">
        <w:t>.</w:t>
      </w:r>
    </w:p>
    <w:p w14:paraId="36EA4E91" w14:textId="77777777" w:rsidR="00F635DB" w:rsidRDefault="00855694" w:rsidP="00F635DB">
      <w:r w:rsidRPr="009071AC">
        <w:t>Combien elles sont nombreuses</w:t>
      </w:r>
      <w:r w:rsidR="00F635DB">
        <w:t xml:space="preserve">, </w:t>
      </w:r>
      <w:r w:rsidRPr="009071AC">
        <w:t>ces industries</w:t>
      </w:r>
      <w:r w:rsidR="00F635DB">
        <w:t xml:space="preserve">, </w:t>
      </w:r>
      <w:r w:rsidRPr="009071AC">
        <w:t>on ne se le figure guère</w:t>
      </w:r>
      <w:r w:rsidR="00F635DB">
        <w:t>.</w:t>
      </w:r>
    </w:p>
    <w:p w14:paraId="64581A12" w14:textId="77777777" w:rsidR="00F635DB" w:rsidRDefault="00855694" w:rsidP="00F635DB">
      <w:r w:rsidRPr="009071AC">
        <w:t>Un homme meurt-il dans une maison</w:t>
      </w:r>
      <w:r w:rsidR="00F635DB">
        <w:t xml:space="preserve"> !… </w:t>
      </w:r>
      <w:r w:rsidRPr="009071AC">
        <w:t>Deux heures après</w:t>
      </w:r>
      <w:r w:rsidR="00F635DB">
        <w:t xml:space="preserve">, </w:t>
      </w:r>
      <w:r w:rsidRPr="009071AC">
        <w:t>tout le commerce funèbre en est informé</w:t>
      </w:r>
      <w:r w:rsidR="00F635DB">
        <w:t xml:space="preserve">, </w:t>
      </w:r>
      <w:r w:rsidRPr="009071AC">
        <w:t>et le défilé commence</w:t>
      </w:r>
      <w:r w:rsidR="00F635DB">
        <w:t>.</w:t>
      </w:r>
    </w:p>
    <w:p w14:paraId="7CECB29C" w14:textId="77777777" w:rsidR="00F635DB" w:rsidRDefault="00855694" w:rsidP="00F635DB">
      <w:r w:rsidRPr="009071AC">
        <w:t>Les courtiers des embaumeurs accourent les premiers avec des prospectus qui donnent le frisson</w:t>
      </w:r>
      <w:r w:rsidR="00F635DB">
        <w:t xml:space="preserve">, </w:t>
      </w:r>
      <w:r w:rsidRPr="009071AC">
        <w:t>suivis de près par les commis des marbriers-sculpteurs</w:t>
      </w:r>
      <w:r w:rsidR="00F635DB">
        <w:t xml:space="preserve">, </w:t>
      </w:r>
      <w:r w:rsidRPr="009071AC">
        <w:t>porteurs d</w:t>
      </w:r>
      <w:r w:rsidR="00F635DB">
        <w:t>’</w:t>
      </w:r>
      <w:r w:rsidRPr="009071AC">
        <w:t>albums superbes où se trouvent des projets de monuments de tout genre</w:t>
      </w:r>
      <w:r w:rsidR="00F635DB">
        <w:t xml:space="preserve">, </w:t>
      </w:r>
      <w:r w:rsidRPr="009071AC">
        <w:t>enrichis d</w:t>
      </w:r>
      <w:r w:rsidR="00F635DB">
        <w:t>’</w:t>
      </w:r>
      <w:r w:rsidRPr="009071AC">
        <w:t>inscriptions séantes pour toutes les variétés de la douleur</w:t>
      </w:r>
      <w:r w:rsidR="00F635DB">
        <w:t>.</w:t>
      </w:r>
    </w:p>
    <w:p w14:paraId="7E352428" w14:textId="77777777" w:rsidR="00F635DB" w:rsidRDefault="00855694" w:rsidP="00F635DB">
      <w:r w:rsidRPr="009071AC">
        <w:t>C</w:t>
      </w:r>
      <w:r w:rsidR="00F635DB">
        <w:t>’</w:t>
      </w:r>
      <w:r w:rsidRPr="009071AC">
        <w:t>est un siège en règle</w:t>
      </w:r>
      <w:r w:rsidR="00F635DB">
        <w:t xml:space="preserve">. </w:t>
      </w:r>
      <w:r w:rsidRPr="009071AC">
        <w:t>L</w:t>
      </w:r>
      <w:r w:rsidR="00F635DB">
        <w:t>’</w:t>
      </w:r>
      <w:r w:rsidRPr="009071AC">
        <w:t>un vient pour le terrain et l</w:t>
      </w:r>
      <w:r w:rsidR="00F635DB">
        <w:t>’</w:t>
      </w:r>
      <w:r w:rsidRPr="009071AC">
        <w:t>autre de la part d</w:t>
      </w:r>
      <w:r w:rsidR="00F635DB">
        <w:t>’</w:t>
      </w:r>
      <w:r w:rsidRPr="009071AC">
        <w:t xml:space="preserve">un spéculateur qui céderait volontiers un </w:t>
      </w:r>
      <w:r w:rsidR="00F635DB">
        <w:t>« </w:t>
      </w:r>
      <w:r w:rsidRPr="009071AC">
        <w:t>bon caveau</w:t>
      </w:r>
      <w:r w:rsidR="00F635DB">
        <w:t>. »</w:t>
      </w:r>
      <w:r w:rsidRPr="009071AC">
        <w:t xml:space="preserve"> Un troisième demande qu</w:t>
      </w:r>
      <w:r w:rsidR="00F635DB">
        <w:t>’</w:t>
      </w:r>
      <w:r w:rsidRPr="009071AC">
        <w:t>on lui confie l</w:t>
      </w:r>
      <w:r w:rsidR="00F635DB">
        <w:t>’</w:t>
      </w:r>
      <w:r w:rsidRPr="009071AC">
        <w:t>impression des lettres qu</w:t>
      </w:r>
      <w:r w:rsidR="00F635DB">
        <w:t>’</w:t>
      </w:r>
      <w:r w:rsidRPr="009071AC">
        <w:t>il se chargerait se faire porter à domicile</w:t>
      </w:r>
      <w:r w:rsidR="00F635DB">
        <w:t xml:space="preserve">. </w:t>
      </w:r>
      <w:r w:rsidRPr="009071AC">
        <w:t>Certains magasins de deuil font pleuvoir des prospectus accompagnés d</w:t>
      </w:r>
      <w:r w:rsidR="00F635DB">
        <w:t>’</w:t>
      </w:r>
      <w:r w:rsidRPr="009071AC">
        <w:t>échantillons</w:t>
      </w:r>
      <w:r w:rsidR="00F635DB">
        <w:t xml:space="preserve">, </w:t>
      </w:r>
      <w:r w:rsidRPr="009071AC">
        <w:t>et il se présente même des messieurs qui offrent des vêtements noirs sur mesure</w:t>
      </w:r>
      <w:r w:rsidR="00F635DB">
        <w:t xml:space="preserve">, </w:t>
      </w:r>
      <w:r w:rsidRPr="009071AC">
        <w:t>coupe élégante</w:t>
      </w:r>
      <w:r w:rsidR="00F635DB">
        <w:t xml:space="preserve">, </w:t>
      </w:r>
      <w:r w:rsidRPr="009071AC">
        <w:t>tout ce qui se fait de mieux</w:t>
      </w:r>
      <w:r w:rsidR="00F635DB">
        <w:t xml:space="preserve">, </w:t>
      </w:r>
      <w:r w:rsidRPr="009071AC">
        <w:t>livrables en vingt-quatre heures</w:t>
      </w:r>
      <w:r w:rsidR="00F635DB">
        <w:t>…</w:t>
      </w:r>
    </w:p>
    <w:p w14:paraId="71C8AB59" w14:textId="77777777" w:rsidR="00F635DB" w:rsidRDefault="00855694" w:rsidP="00F635DB">
      <w:r w:rsidRPr="009071AC">
        <w:t>Et malheur à l</w:t>
      </w:r>
      <w:r w:rsidR="00F635DB">
        <w:t>’</w:t>
      </w:r>
      <w:r w:rsidRPr="009071AC">
        <w:t>infortuné près de qui pénètrent ces courtiers sinistres</w:t>
      </w:r>
      <w:r w:rsidR="00F635DB">
        <w:t xml:space="preserve">… </w:t>
      </w:r>
      <w:r w:rsidRPr="009071AC">
        <w:t>Il vient de perdre un être cher</w:t>
      </w:r>
      <w:r w:rsidR="00F635DB">
        <w:t xml:space="preserve">, </w:t>
      </w:r>
      <w:r w:rsidRPr="009071AC">
        <w:t>et son cœur se brise</w:t>
      </w:r>
      <w:r w:rsidR="00F635DB">
        <w:t xml:space="preserve">… </w:t>
      </w:r>
      <w:r w:rsidRPr="009071AC">
        <w:t>que leur importe à eux</w:t>
      </w:r>
      <w:r w:rsidR="00F635DB">
        <w:t xml:space="preserve"> !… </w:t>
      </w:r>
      <w:r w:rsidRPr="009071AC">
        <w:t>Ils ne lui feront pas grâce d</w:t>
      </w:r>
      <w:r w:rsidR="00F635DB">
        <w:t>’</w:t>
      </w:r>
      <w:r w:rsidRPr="009071AC">
        <w:t>une syllabe de leur boniment</w:t>
      </w:r>
      <w:r w:rsidR="00F635DB">
        <w:t xml:space="preserve">… </w:t>
      </w:r>
      <w:r w:rsidRPr="009071AC">
        <w:t>Ne faut-il pas que le commerce marche</w:t>
      </w:r>
      <w:r w:rsidR="00F635DB">
        <w:t> ?…</w:t>
      </w:r>
    </w:p>
    <w:p w14:paraId="6E7A7822" w14:textId="5990AF44" w:rsidR="00F635DB" w:rsidRDefault="00855694" w:rsidP="00F635DB">
      <w:r w:rsidRPr="009071AC">
        <w:t xml:space="preserve">Avec </w:t>
      </w:r>
      <w:r w:rsidR="00F635DB">
        <w:t>M. </w:t>
      </w:r>
      <w:r w:rsidRPr="009071AC">
        <w:t>Casimir</w:t>
      </w:r>
      <w:r w:rsidR="00F635DB">
        <w:t xml:space="preserve">, </w:t>
      </w:r>
      <w:r w:rsidRPr="009071AC">
        <w:t>le commerce avait marché</w:t>
      </w:r>
      <w:r w:rsidR="00F635DB">
        <w:t>.</w:t>
      </w:r>
    </w:p>
    <w:p w14:paraId="4D0E570F" w14:textId="77777777" w:rsidR="00F635DB" w:rsidRDefault="00855694" w:rsidP="00F635DB">
      <w:r w:rsidRPr="009071AC">
        <w:lastRenderedPageBreak/>
        <w:t>Le juge de paix lui ayant donné carte blanche</w:t>
      </w:r>
      <w:r w:rsidR="00F635DB">
        <w:t xml:space="preserve">, </w:t>
      </w:r>
      <w:r w:rsidRPr="009071AC">
        <w:t>il jugea convenable</w:t>
      </w:r>
      <w:r w:rsidR="00F635DB">
        <w:t xml:space="preserve">, </w:t>
      </w:r>
      <w:r w:rsidRPr="009071AC">
        <w:t>ainsi qu</w:t>
      </w:r>
      <w:r w:rsidR="00F635DB">
        <w:t>’</w:t>
      </w:r>
      <w:r w:rsidRPr="009071AC">
        <w:t xml:space="preserve">il le dit au concierge </w:t>
      </w:r>
      <w:proofErr w:type="spellStart"/>
      <w:r w:rsidRPr="009071AC">
        <w:t>Bourigeau</w:t>
      </w:r>
      <w:proofErr w:type="spellEnd"/>
      <w:r w:rsidR="00F635DB">
        <w:t xml:space="preserve">, </w:t>
      </w:r>
      <w:r w:rsidRPr="009071AC">
        <w:t xml:space="preserve">de </w:t>
      </w:r>
      <w:r w:rsidR="00F635DB">
        <w:t>« </w:t>
      </w:r>
      <w:r w:rsidRPr="009071AC">
        <w:t>tailler dans le grand</w:t>
      </w:r>
      <w:r w:rsidR="00F635DB">
        <w:t>. »</w:t>
      </w:r>
      <w:r w:rsidRPr="009071AC">
        <w:t xml:space="preserve"> Ce qu</w:t>
      </w:r>
      <w:r w:rsidR="00F635DB">
        <w:t>’</w:t>
      </w:r>
      <w:r w:rsidRPr="009071AC">
        <w:t>il se garda de dire</w:t>
      </w:r>
      <w:r w:rsidR="00F635DB">
        <w:t xml:space="preserve">, </w:t>
      </w:r>
      <w:r w:rsidRPr="009071AC">
        <w:t>par exemple</w:t>
      </w:r>
      <w:r w:rsidR="00F635DB">
        <w:t xml:space="preserve">, </w:t>
      </w:r>
      <w:r w:rsidRPr="009071AC">
        <w:t>c</w:t>
      </w:r>
      <w:r w:rsidR="00F635DB">
        <w:t>’</w:t>
      </w:r>
      <w:r w:rsidRPr="009071AC">
        <w:t>est que de tous les courtiers qu</w:t>
      </w:r>
      <w:r w:rsidR="00F635DB">
        <w:t>’</w:t>
      </w:r>
      <w:r w:rsidRPr="009071AC">
        <w:t>il favorisa d</w:t>
      </w:r>
      <w:r w:rsidR="00F635DB">
        <w:t>’</w:t>
      </w:r>
      <w:r w:rsidRPr="009071AC">
        <w:t>une commande</w:t>
      </w:r>
      <w:r w:rsidR="00F635DB">
        <w:t xml:space="preserve">, </w:t>
      </w:r>
      <w:r w:rsidRPr="009071AC">
        <w:t>il exigea une commission honnête</w:t>
      </w:r>
      <w:r w:rsidR="00F635DB">
        <w:t xml:space="preserve">. </w:t>
      </w:r>
      <w:r w:rsidRPr="009071AC">
        <w:t>Les cent et quelques francs que lui avait fait gagner Chupin l</w:t>
      </w:r>
      <w:r w:rsidR="00F635DB">
        <w:t>’</w:t>
      </w:r>
      <w:r w:rsidRPr="009071AC">
        <w:t>avaient mis en goût</w:t>
      </w:r>
      <w:r w:rsidR="00F635DB">
        <w:t>.</w:t>
      </w:r>
    </w:p>
    <w:p w14:paraId="2E59BA73" w14:textId="01FDAE21" w:rsidR="00F635DB" w:rsidRDefault="00855694" w:rsidP="00F635DB">
      <w:r w:rsidRPr="009071AC">
        <w:t>Du moins n</w:t>
      </w:r>
      <w:r w:rsidR="00F635DB">
        <w:t>’</w:t>
      </w:r>
      <w:r w:rsidRPr="009071AC">
        <w:t>épargna-t-il pas sa peine pour que tout fût magnifique</w:t>
      </w:r>
      <w:r w:rsidR="00F635DB">
        <w:t xml:space="preserve">, </w:t>
      </w:r>
      <w:r w:rsidRPr="009071AC">
        <w:t>et c</w:t>
      </w:r>
      <w:r w:rsidR="00F635DB">
        <w:t>’</w:t>
      </w:r>
      <w:r w:rsidRPr="009071AC">
        <w:t>est seulement lorsqu</w:t>
      </w:r>
      <w:r w:rsidR="00F635DB">
        <w:t>’</w:t>
      </w:r>
      <w:r w:rsidRPr="009071AC">
        <w:t>il jugea tout en place dans la cour qu</w:t>
      </w:r>
      <w:r w:rsidR="00F635DB">
        <w:t>’</w:t>
      </w:r>
      <w:r w:rsidRPr="009071AC">
        <w:t xml:space="preserve">il monta près de </w:t>
      </w:r>
      <w:r w:rsidR="00F635DB">
        <w:t>M</w:t>
      </w:r>
      <w:r w:rsidR="00F635DB" w:rsidRPr="00F635DB">
        <w:rPr>
          <w:vertAlign w:val="superscript"/>
        </w:rPr>
        <w:t>lle</w:t>
      </w:r>
      <w:r w:rsidR="00F635DB">
        <w:t> </w:t>
      </w:r>
      <w:r w:rsidRPr="009071AC">
        <w:t>Marguerite</w:t>
      </w:r>
      <w:r w:rsidR="00F635DB">
        <w:t>.</w:t>
      </w:r>
    </w:p>
    <w:p w14:paraId="54AA6D6F" w14:textId="77777777" w:rsidR="00F635DB" w:rsidRDefault="00F635DB" w:rsidP="00F635DB">
      <w:r>
        <w:t>— </w:t>
      </w:r>
      <w:r w:rsidR="00855694" w:rsidRPr="009071AC">
        <w:t>Je viens prier mademoiselle de se retirer chez elle</w:t>
      </w:r>
      <w:r>
        <w:t xml:space="preserve">, </w:t>
      </w:r>
      <w:r w:rsidR="00855694" w:rsidRPr="009071AC">
        <w:t>dit-il</w:t>
      </w:r>
      <w:r>
        <w:t>.</w:t>
      </w:r>
    </w:p>
    <w:p w14:paraId="7337CC69" w14:textId="77777777" w:rsidR="00F635DB" w:rsidRDefault="00F635DB" w:rsidP="00F635DB">
      <w:r>
        <w:t>— </w:t>
      </w:r>
      <w:r w:rsidR="00855694" w:rsidRPr="009071AC">
        <w:t>Moi</w:t>
      </w:r>
      <w:r>
        <w:t xml:space="preserve"> ! </w:t>
      </w:r>
      <w:r w:rsidR="00855694" w:rsidRPr="009071AC">
        <w:t>pourquoi</w:t>
      </w:r>
      <w:r>
        <w:t> ?…</w:t>
      </w:r>
    </w:p>
    <w:p w14:paraId="14FA5ECA" w14:textId="666D209C" w:rsidR="00F635DB" w:rsidRDefault="00855694" w:rsidP="00F635DB">
      <w:r w:rsidRPr="009071AC">
        <w:t>Il ne répondit pas</w:t>
      </w:r>
      <w:r w:rsidR="00F635DB">
        <w:t xml:space="preserve">, </w:t>
      </w:r>
      <w:r w:rsidRPr="009071AC">
        <w:t xml:space="preserve">mais du doigt montra le lit où gisait le corps de </w:t>
      </w:r>
      <w:r w:rsidR="00F635DB">
        <w:t>M. de </w:t>
      </w:r>
      <w:proofErr w:type="spellStart"/>
      <w:r w:rsidRPr="009071AC">
        <w:t>Chalusse</w:t>
      </w:r>
      <w:proofErr w:type="spellEnd"/>
      <w:r w:rsidR="00F635DB">
        <w:t xml:space="preserve">, </w:t>
      </w:r>
      <w:r w:rsidRPr="009071AC">
        <w:t>et la pauvre jeune fille comprit que l</w:t>
      </w:r>
      <w:r w:rsidR="00F635DB">
        <w:t>’</w:t>
      </w:r>
      <w:r w:rsidRPr="009071AC">
        <w:t>heure était venue de l</w:t>
      </w:r>
      <w:r w:rsidR="00F635DB">
        <w:t>’</w:t>
      </w:r>
      <w:r w:rsidRPr="009071AC">
        <w:t>éternelle séparation</w:t>
      </w:r>
      <w:r w:rsidR="00F635DB">
        <w:t>…</w:t>
      </w:r>
    </w:p>
    <w:p w14:paraId="4D208942" w14:textId="77777777" w:rsidR="00F635DB" w:rsidRDefault="00855694" w:rsidP="00F635DB">
      <w:r w:rsidRPr="009071AC">
        <w:t>Elle se leva</w:t>
      </w:r>
      <w:r w:rsidR="00F635DB">
        <w:t xml:space="preserve">, </w:t>
      </w:r>
      <w:r w:rsidRPr="009071AC">
        <w:t>non sans effort</w:t>
      </w:r>
      <w:r w:rsidR="00F635DB">
        <w:t xml:space="preserve">, </w:t>
      </w:r>
      <w:r w:rsidRPr="009071AC">
        <w:t>et lentement</w:t>
      </w:r>
      <w:r w:rsidR="00F635DB">
        <w:t xml:space="preserve">, </w:t>
      </w:r>
      <w:r w:rsidRPr="009071AC">
        <w:t>tout d</w:t>
      </w:r>
      <w:r w:rsidR="00F635DB">
        <w:t>’</w:t>
      </w:r>
      <w:r w:rsidRPr="009071AC">
        <w:t>une pièce</w:t>
      </w:r>
      <w:r w:rsidR="00F635DB">
        <w:t xml:space="preserve">, </w:t>
      </w:r>
      <w:r w:rsidRPr="009071AC">
        <w:t>elle s</w:t>
      </w:r>
      <w:r w:rsidR="00F635DB">
        <w:t>’</w:t>
      </w:r>
      <w:r w:rsidRPr="009071AC">
        <w:t>approcha du lit</w:t>
      </w:r>
      <w:r w:rsidR="00F635DB">
        <w:t>.</w:t>
      </w:r>
    </w:p>
    <w:p w14:paraId="1B980FD6" w14:textId="3539397E" w:rsidR="00F635DB" w:rsidRDefault="00855694" w:rsidP="00F635DB">
      <w:r w:rsidRPr="009071AC">
        <w:t xml:space="preserve">La mort avait rendu au visage de </w:t>
      </w:r>
      <w:r w:rsidR="00F635DB">
        <w:t>M. de </w:t>
      </w:r>
      <w:proofErr w:type="spellStart"/>
      <w:r w:rsidRPr="009071AC">
        <w:t>Chalusse</w:t>
      </w:r>
      <w:proofErr w:type="spellEnd"/>
      <w:r w:rsidRPr="009071AC">
        <w:t xml:space="preserve"> son expression accoutumée</w:t>
      </w:r>
      <w:r w:rsidR="00F635DB">
        <w:t xml:space="preserve">, </w:t>
      </w:r>
      <w:r w:rsidRPr="009071AC">
        <w:t>et effacé toutes les traces de ses dernières convulsions</w:t>
      </w:r>
      <w:r w:rsidR="00F635DB">
        <w:t xml:space="preserve">… </w:t>
      </w:r>
      <w:r w:rsidRPr="009071AC">
        <w:t>on eût dit qu</w:t>
      </w:r>
      <w:r w:rsidR="00F635DB">
        <w:t>’</w:t>
      </w:r>
      <w:r w:rsidRPr="009071AC">
        <w:t>il dormait</w:t>
      </w:r>
      <w:r w:rsidR="00F635DB">
        <w:t>.</w:t>
      </w:r>
    </w:p>
    <w:p w14:paraId="3ED6C4F7" w14:textId="41E7A843" w:rsidR="00F635DB" w:rsidRDefault="00855694" w:rsidP="00F635DB">
      <w:r w:rsidRPr="009071AC">
        <w:t xml:space="preserve">Longtemps </w:t>
      </w:r>
      <w:r w:rsidR="00F635DB">
        <w:t>M</w:t>
      </w:r>
      <w:r w:rsidR="00F635DB" w:rsidRPr="00F635DB">
        <w:rPr>
          <w:vertAlign w:val="superscript"/>
        </w:rPr>
        <w:t>lle</w:t>
      </w:r>
      <w:r w:rsidR="00F635DB">
        <w:t> </w:t>
      </w:r>
      <w:r w:rsidRPr="009071AC">
        <w:t>Marguerite le contempla</w:t>
      </w:r>
      <w:r w:rsidR="00F635DB">
        <w:t xml:space="preserve">, </w:t>
      </w:r>
      <w:r w:rsidRPr="009071AC">
        <w:t>bien longtemps</w:t>
      </w:r>
      <w:r w:rsidR="00F635DB">
        <w:t xml:space="preserve">, </w:t>
      </w:r>
      <w:r w:rsidRPr="009071AC">
        <w:t>comme si elle eût voulu graver pour toujours dans sa mémoire ces traits qu</w:t>
      </w:r>
      <w:r w:rsidR="00F635DB">
        <w:t>’</w:t>
      </w:r>
      <w:r w:rsidRPr="009071AC">
        <w:t>elle ne reverrait plus</w:t>
      </w:r>
      <w:r w:rsidR="00F635DB">
        <w:t>.</w:t>
      </w:r>
    </w:p>
    <w:p w14:paraId="015402E4" w14:textId="5DDEFED6" w:rsidR="00F635DB" w:rsidRDefault="00F635DB" w:rsidP="00F635DB">
      <w:r>
        <w:t>— </w:t>
      </w:r>
      <w:r w:rsidR="00855694" w:rsidRPr="009071AC">
        <w:t>Mademoiselle</w:t>
      </w:r>
      <w:r>
        <w:t xml:space="preserve">, </w:t>
      </w:r>
      <w:r w:rsidR="00855694" w:rsidRPr="009071AC">
        <w:t xml:space="preserve">insista </w:t>
      </w:r>
      <w:r>
        <w:t>M. </w:t>
      </w:r>
      <w:r w:rsidR="00855694" w:rsidRPr="009071AC">
        <w:t>Casimir</w:t>
      </w:r>
      <w:r>
        <w:t xml:space="preserve">, </w:t>
      </w:r>
      <w:r w:rsidR="00855694" w:rsidRPr="009071AC">
        <w:t>mademoiselle</w:t>
      </w:r>
      <w:r>
        <w:t xml:space="preserve"> !… </w:t>
      </w:r>
      <w:r w:rsidR="00855694" w:rsidRPr="009071AC">
        <w:t>ne restez pas là</w:t>
      </w:r>
      <w:r>
        <w:t>…</w:t>
      </w:r>
    </w:p>
    <w:p w14:paraId="7FB36C4C" w14:textId="3CA95A9C" w:rsidR="00F635DB" w:rsidRDefault="00855694" w:rsidP="00F635DB">
      <w:r w:rsidRPr="009071AC">
        <w:t>Elle l</w:t>
      </w:r>
      <w:r w:rsidR="00F635DB">
        <w:t>’</w:t>
      </w:r>
      <w:r w:rsidRPr="009071AC">
        <w:t>entendit</w:t>
      </w:r>
      <w:r w:rsidR="00F635DB">
        <w:t xml:space="preserve">, </w:t>
      </w:r>
      <w:r w:rsidRPr="009071AC">
        <w:t>et aussitôt</w:t>
      </w:r>
      <w:r w:rsidR="00F635DB">
        <w:t xml:space="preserve">, </w:t>
      </w:r>
      <w:r w:rsidRPr="009071AC">
        <w:t>rassemblant toutes ses forces</w:t>
      </w:r>
      <w:r w:rsidR="00F635DB">
        <w:t xml:space="preserve">, </w:t>
      </w:r>
      <w:r w:rsidRPr="009071AC">
        <w:t>elle se pencha sur le lit</w:t>
      </w:r>
      <w:r w:rsidR="00F635DB">
        <w:t xml:space="preserve">, </w:t>
      </w:r>
      <w:r w:rsidRPr="009071AC">
        <w:t xml:space="preserve">embrassa </w:t>
      </w:r>
      <w:r w:rsidR="00F635DB">
        <w:t>M. de </w:t>
      </w:r>
      <w:proofErr w:type="spellStart"/>
      <w:r w:rsidRPr="009071AC">
        <w:t>Chalusse</w:t>
      </w:r>
      <w:proofErr w:type="spellEnd"/>
      <w:r w:rsidRPr="009071AC">
        <w:t xml:space="preserve"> et sortit</w:t>
      </w:r>
      <w:r w:rsidR="00F635DB">
        <w:t>.</w:t>
      </w:r>
    </w:p>
    <w:p w14:paraId="5FC496E0" w14:textId="77777777" w:rsidR="00F635DB" w:rsidRDefault="00855694" w:rsidP="00F635DB">
      <w:r w:rsidRPr="009071AC">
        <w:lastRenderedPageBreak/>
        <w:t>Mais elle avait trop tardé</w:t>
      </w:r>
      <w:r w:rsidR="00F635DB">
        <w:t xml:space="preserve">, </w:t>
      </w:r>
      <w:r w:rsidRPr="009071AC">
        <w:t>et lorsqu</w:t>
      </w:r>
      <w:r w:rsidR="00F635DB">
        <w:t>’</w:t>
      </w:r>
      <w:r w:rsidRPr="009071AC">
        <w:t>elle traversa le palier</w:t>
      </w:r>
      <w:r w:rsidR="00F635DB">
        <w:t xml:space="preserve">, </w:t>
      </w:r>
      <w:r w:rsidRPr="009071AC">
        <w:t>elle se heurta presque à des ouvriers qui montaient</w:t>
      </w:r>
      <w:r w:rsidR="00F635DB">
        <w:t xml:space="preserve">, </w:t>
      </w:r>
      <w:r w:rsidRPr="009071AC">
        <w:t>portant sur l</w:t>
      </w:r>
      <w:r w:rsidR="00F635DB">
        <w:t>’</w:t>
      </w:r>
      <w:r w:rsidRPr="009071AC">
        <w:t>épaule une longue caisse de fer-blanc</w:t>
      </w:r>
      <w:r w:rsidR="00F635DB">
        <w:t xml:space="preserve">, </w:t>
      </w:r>
      <w:r w:rsidRPr="009071AC">
        <w:t>et deux autres caisses de chêne</w:t>
      </w:r>
      <w:r w:rsidR="00F635DB">
        <w:t>.</w:t>
      </w:r>
    </w:p>
    <w:p w14:paraId="20DCA743" w14:textId="27ED1CA4" w:rsidR="00F635DB" w:rsidRDefault="00855694" w:rsidP="00F635DB">
      <w:r w:rsidRPr="009071AC">
        <w:t>Et au moment où elle arrivait à sa chambre</w:t>
      </w:r>
      <w:r w:rsidR="00F635DB">
        <w:t xml:space="preserve">, </w:t>
      </w:r>
      <w:r w:rsidRPr="009071AC">
        <w:t>une odeur de charbon et de résine qui l</w:t>
      </w:r>
      <w:r w:rsidR="00F635DB">
        <w:t>’</w:t>
      </w:r>
      <w:r w:rsidRPr="009071AC">
        <w:t>y suivit lui apprit qu</w:t>
      </w:r>
      <w:r w:rsidR="00F635DB">
        <w:t>’</w:t>
      </w:r>
      <w:r w:rsidRPr="009071AC">
        <w:t xml:space="preserve">on soudait le cercueil renfermant la dépouille mortelle de </w:t>
      </w:r>
      <w:r w:rsidR="00F635DB">
        <w:t>M. de </w:t>
      </w:r>
      <w:proofErr w:type="spellStart"/>
      <w:r w:rsidRPr="009071AC">
        <w:t>Chalusse</w:t>
      </w:r>
      <w:proofErr w:type="spellEnd"/>
      <w:r w:rsidR="00F635DB">
        <w:t xml:space="preserve">, </w:t>
      </w:r>
      <w:r w:rsidRPr="009071AC">
        <w:t>de son père</w:t>
      </w:r>
      <w:r w:rsidR="00F635DB">
        <w:t>…</w:t>
      </w:r>
    </w:p>
    <w:p w14:paraId="21A7B8D9" w14:textId="77777777" w:rsidR="00F635DB" w:rsidRDefault="00855694" w:rsidP="00F635DB">
      <w:r w:rsidRPr="009071AC">
        <w:t>Ainsi</w:t>
      </w:r>
      <w:r w:rsidR="00F635DB">
        <w:t xml:space="preserve">, </w:t>
      </w:r>
      <w:r w:rsidRPr="009071AC">
        <w:t>aucun de ces terribles détails qui avivent la douleur</w:t>
      </w:r>
      <w:r w:rsidR="00F635DB">
        <w:t xml:space="preserve">, </w:t>
      </w:r>
      <w:r w:rsidRPr="009071AC">
        <w:t>qui sont comme de l</w:t>
      </w:r>
      <w:r w:rsidR="00F635DB">
        <w:t>’</w:t>
      </w:r>
      <w:r w:rsidRPr="009071AC">
        <w:t>huile bouillante sur une plaie vive</w:t>
      </w:r>
      <w:r w:rsidR="00F635DB">
        <w:t xml:space="preserve">, </w:t>
      </w:r>
      <w:r w:rsidRPr="009071AC">
        <w:t>ne lui était épargné</w:t>
      </w:r>
      <w:r w:rsidR="00F635DB">
        <w:t xml:space="preserve"> !… </w:t>
      </w:r>
      <w:r w:rsidRPr="009071AC">
        <w:t>Mais elle avait tant souffert depuis deux jours qu</w:t>
      </w:r>
      <w:r w:rsidR="00F635DB">
        <w:t>’</w:t>
      </w:r>
      <w:r w:rsidRPr="009071AC">
        <w:t>elle arrivait à une sorte d</w:t>
      </w:r>
      <w:r w:rsidR="00F635DB">
        <w:t>’</w:t>
      </w:r>
      <w:r w:rsidRPr="009071AC">
        <w:t>insensibilité morne</w:t>
      </w:r>
      <w:r w:rsidR="00F635DB">
        <w:t xml:space="preserve">, </w:t>
      </w:r>
      <w:r w:rsidRPr="009071AC">
        <w:t>et que l</w:t>
      </w:r>
      <w:r w:rsidR="00F635DB">
        <w:t>’</w:t>
      </w:r>
      <w:r w:rsidRPr="009071AC">
        <w:t>exercice de ses facultés était comme suspendu</w:t>
      </w:r>
      <w:r w:rsidR="00F635DB">
        <w:t>.</w:t>
      </w:r>
    </w:p>
    <w:p w14:paraId="3ABBFD15" w14:textId="5778A583" w:rsidR="00F635DB" w:rsidRDefault="00855694" w:rsidP="00F635DB">
      <w:r w:rsidRPr="009071AC">
        <w:t>Plus blanche et plus froide qu</w:t>
      </w:r>
      <w:r w:rsidR="00F635DB">
        <w:t>’</w:t>
      </w:r>
      <w:r w:rsidRPr="009071AC">
        <w:t>une statue</w:t>
      </w:r>
      <w:r w:rsidR="00F635DB">
        <w:t xml:space="preserve">, </w:t>
      </w:r>
      <w:r w:rsidRPr="009071AC">
        <w:t>elle se laissa tomber plutôt qu</w:t>
      </w:r>
      <w:r w:rsidR="00F635DB">
        <w:t>’</w:t>
      </w:r>
      <w:r w:rsidRPr="009071AC">
        <w:t>elle ne s</w:t>
      </w:r>
      <w:r w:rsidR="00F635DB">
        <w:t>’</w:t>
      </w:r>
      <w:r w:rsidRPr="009071AC">
        <w:t>assit sur un fauteuil</w:t>
      </w:r>
      <w:r w:rsidR="00F635DB">
        <w:t xml:space="preserve">, </w:t>
      </w:r>
      <w:r w:rsidRPr="009071AC">
        <w:t>ne s</w:t>
      </w:r>
      <w:r w:rsidR="00F635DB">
        <w:t>’</w:t>
      </w:r>
      <w:r w:rsidRPr="009071AC">
        <w:t xml:space="preserve">apercevant seulement pas que </w:t>
      </w:r>
      <w:r w:rsidR="00F635DB">
        <w:t>M</w:t>
      </w:r>
      <w:r w:rsidR="00F635DB" w:rsidRPr="00F635DB">
        <w:rPr>
          <w:vertAlign w:val="superscript"/>
        </w:rPr>
        <w:t>me</w:t>
      </w:r>
      <w:r w:rsidR="00F635DB">
        <w:t> </w:t>
      </w:r>
      <w:r w:rsidRPr="009071AC">
        <w:t>Léon</w:t>
      </w:r>
      <w:r w:rsidR="00F635DB">
        <w:t xml:space="preserve">, </w:t>
      </w:r>
      <w:r w:rsidRPr="009071AC">
        <w:t>qui l</w:t>
      </w:r>
      <w:r w:rsidR="00F635DB">
        <w:t>’</w:t>
      </w:r>
      <w:r w:rsidRPr="009071AC">
        <w:t>avait suivie</w:t>
      </w:r>
      <w:r w:rsidR="00F635DB">
        <w:t xml:space="preserve">, </w:t>
      </w:r>
      <w:r w:rsidRPr="009071AC">
        <w:t>s</w:t>
      </w:r>
      <w:r w:rsidR="00F635DB">
        <w:t>’</w:t>
      </w:r>
      <w:r w:rsidRPr="009071AC">
        <w:t>agitait beaucoup autour d</w:t>
      </w:r>
      <w:r w:rsidR="00F635DB">
        <w:t>’</w:t>
      </w:r>
      <w:r w:rsidRPr="009071AC">
        <w:t>elle et lui parlait</w:t>
      </w:r>
      <w:r w:rsidR="00F635DB">
        <w:t>.</w:t>
      </w:r>
    </w:p>
    <w:p w14:paraId="7C055FEC" w14:textId="77777777" w:rsidR="00F635DB" w:rsidRDefault="00855694" w:rsidP="00F635DB">
      <w:r w:rsidRPr="009071AC">
        <w:t>L</w:t>
      </w:r>
      <w:r w:rsidR="00F635DB">
        <w:t>’</w:t>
      </w:r>
      <w:r w:rsidRPr="009071AC">
        <w:t>estimable femme de charge était inquiète</w:t>
      </w:r>
      <w:r w:rsidR="00F635DB">
        <w:t xml:space="preserve">, </w:t>
      </w:r>
      <w:r w:rsidRPr="009071AC">
        <w:t>et non sans raison</w:t>
      </w:r>
      <w:r w:rsidR="00F635DB">
        <w:t>.</w:t>
      </w:r>
    </w:p>
    <w:p w14:paraId="636F378C" w14:textId="2217C0D0" w:rsidR="00F635DB" w:rsidRDefault="00855694" w:rsidP="00F635DB">
      <w:r w:rsidRPr="009071AC">
        <w:t>Il avait été convenu qu</w:t>
      </w:r>
      <w:r w:rsidR="00F635DB">
        <w:t>’</w:t>
      </w:r>
      <w:r w:rsidRPr="009071AC">
        <w:t>à défaut de parents</w:t>
      </w:r>
      <w:r w:rsidR="00F635DB">
        <w:t>, M. de </w:t>
      </w:r>
      <w:proofErr w:type="spellStart"/>
      <w:r w:rsidRPr="009071AC">
        <w:t>Fondège</w:t>
      </w:r>
      <w:proofErr w:type="spellEnd"/>
      <w:r w:rsidR="00F635DB">
        <w:t xml:space="preserve">, </w:t>
      </w:r>
      <w:r w:rsidRPr="009071AC">
        <w:t xml:space="preserve">le plus vieil ami de </w:t>
      </w:r>
      <w:r w:rsidR="00F635DB">
        <w:t>M. de </w:t>
      </w:r>
      <w:proofErr w:type="spellStart"/>
      <w:r w:rsidRPr="009071AC">
        <w:t>Chalusse</w:t>
      </w:r>
      <w:proofErr w:type="spellEnd"/>
      <w:r w:rsidR="00F635DB">
        <w:t xml:space="preserve">, </w:t>
      </w:r>
      <w:r w:rsidRPr="009071AC">
        <w:t>ferait les honneurs de l</w:t>
      </w:r>
      <w:r w:rsidR="00F635DB">
        <w:t>’</w:t>
      </w:r>
      <w:r w:rsidRPr="009071AC">
        <w:t>hôtel aux personnes invitées aux funérailles</w:t>
      </w:r>
      <w:r w:rsidR="00F635DB">
        <w:t xml:space="preserve">, </w:t>
      </w:r>
      <w:r w:rsidRPr="009071AC">
        <w:t>et il avait juré</w:t>
      </w:r>
      <w:r w:rsidR="00F635DB">
        <w:t xml:space="preserve">, </w:t>
      </w:r>
      <w:r w:rsidRPr="009071AC">
        <w:t>sacrebleu</w:t>
      </w:r>
      <w:r w:rsidR="00F635DB">
        <w:t xml:space="preserve"> ! </w:t>
      </w:r>
      <w:r w:rsidRPr="009071AC">
        <w:t>qu</w:t>
      </w:r>
      <w:r w:rsidR="00F635DB">
        <w:t>’</w:t>
      </w:r>
      <w:r w:rsidRPr="009071AC">
        <w:t>il serait sous les armes de grand matin</w:t>
      </w:r>
      <w:r w:rsidR="00F635DB">
        <w:t xml:space="preserve">, </w:t>
      </w:r>
      <w:r w:rsidRPr="009071AC">
        <w:t>et qu</w:t>
      </w:r>
      <w:r w:rsidR="00F635DB">
        <w:t>’</w:t>
      </w:r>
      <w:r w:rsidRPr="009071AC">
        <w:t>on pouvait compter sur lui</w:t>
      </w:r>
      <w:r w:rsidR="00F635DB">
        <w:t>…</w:t>
      </w:r>
    </w:p>
    <w:p w14:paraId="37BC1F50" w14:textId="0BBA4615" w:rsidR="00F635DB" w:rsidRDefault="00855694" w:rsidP="00F635DB">
      <w:r w:rsidRPr="009071AC">
        <w:t>Or</w:t>
      </w:r>
      <w:r w:rsidR="00F635DB">
        <w:t xml:space="preserve">, </w:t>
      </w:r>
      <w:r w:rsidRPr="009071AC">
        <w:t>l</w:t>
      </w:r>
      <w:r w:rsidR="00F635DB">
        <w:t>’</w:t>
      </w:r>
      <w:r w:rsidRPr="009071AC">
        <w:t>heure fixée pour la cérémonie approchait</w:t>
      </w:r>
      <w:r w:rsidR="00F635DB">
        <w:t xml:space="preserve">, </w:t>
      </w:r>
      <w:r w:rsidRPr="009071AC">
        <w:t>déjà quelques personnes étaient arrivées</w:t>
      </w:r>
      <w:r w:rsidR="00F635DB">
        <w:t xml:space="preserve">, </w:t>
      </w:r>
      <w:r w:rsidRPr="009071AC">
        <w:t xml:space="preserve">et </w:t>
      </w:r>
      <w:r w:rsidR="00F635DB">
        <w:t>M. de </w:t>
      </w:r>
      <w:proofErr w:type="spellStart"/>
      <w:r w:rsidRPr="009071AC">
        <w:t>Fondège</w:t>
      </w:r>
      <w:proofErr w:type="spellEnd"/>
      <w:r w:rsidRPr="009071AC">
        <w:t xml:space="preserve"> ne paraissait pas</w:t>
      </w:r>
      <w:r w:rsidR="00F635DB">
        <w:t>.</w:t>
      </w:r>
    </w:p>
    <w:p w14:paraId="6A70BA80" w14:textId="38EA614A" w:rsidR="00F635DB" w:rsidRDefault="00F635DB" w:rsidP="00F635DB">
      <w:r>
        <w:lastRenderedPageBreak/>
        <w:t>— </w:t>
      </w:r>
      <w:r w:rsidR="00855694" w:rsidRPr="009071AC">
        <w:t>C</w:t>
      </w:r>
      <w:r>
        <w:t>’</w:t>
      </w:r>
      <w:r w:rsidR="00855694" w:rsidRPr="009071AC">
        <w:t>est inconcevable</w:t>
      </w:r>
      <w:r>
        <w:t xml:space="preserve">, </w:t>
      </w:r>
      <w:r w:rsidR="00855694" w:rsidRPr="009071AC">
        <w:t xml:space="preserve">répétait </w:t>
      </w:r>
      <w:r>
        <w:t>M</w:t>
      </w:r>
      <w:r w:rsidRPr="00F635DB">
        <w:rPr>
          <w:vertAlign w:val="superscript"/>
        </w:rPr>
        <w:t>me</w:t>
      </w:r>
      <w:r>
        <w:t> </w:t>
      </w:r>
      <w:r w:rsidR="00855694" w:rsidRPr="009071AC">
        <w:t>Léon</w:t>
      </w:r>
      <w:r>
        <w:t xml:space="preserve">, </w:t>
      </w:r>
      <w:r w:rsidR="00855694" w:rsidRPr="009071AC">
        <w:t>et même inquiétant</w:t>
      </w:r>
      <w:r>
        <w:t xml:space="preserve">… </w:t>
      </w:r>
      <w:r w:rsidR="00855694" w:rsidRPr="009071AC">
        <w:t>Le général qui est l</w:t>
      </w:r>
      <w:r>
        <w:t>’</w:t>
      </w:r>
      <w:r w:rsidR="00855694" w:rsidRPr="009071AC">
        <w:t>exactitude même</w:t>
      </w:r>
      <w:r>
        <w:t xml:space="preserve"> ! </w:t>
      </w:r>
      <w:r w:rsidR="00855694" w:rsidRPr="009071AC">
        <w:t>Lui serait-il arrivé quelque accident</w:t>
      </w:r>
      <w:r>
        <w:t> !…</w:t>
      </w:r>
    </w:p>
    <w:p w14:paraId="4C41A4ED" w14:textId="77777777" w:rsidR="00F635DB" w:rsidRDefault="00855694" w:rsidP="00F635DB">
      <w:r w:rsidRPr="009071AC">
        <w:t>Dans son impatience</w:t>
      </w:r>
      <w:r w:rsidR="00F635DB">
        <w:t xml:space="preserve">, </w:t>
      </w:r>
      <w:r w:rsidRPr="009071AC">
        <w:t>elle était allée s</w:t>
      </w:r>
      <w:r w:rsidR="00F635DB">
        <w:t>’</w:t>
      </w:r>
      <w:r w:rsidRPr="009071AC">
        <w:t>établir à la fenêtre</w:t>
      </w:r>
      <w:r w:rsidR="00F635DB">
        <w:t xml:space="preserve">, </w:t>
      </w:r>
      <w:r w:rsidRPr="009071AC">
        <w:t>d</w:t>
      </w:r>
      <w:r w:rsidR="00F635DB">
        <w:t>’</w:t>
      </w:r>
      <w:r w:rsidRPr="009071AC">
        <w:t>où elle dominait la cour</w:t>
      </w:r>
      <w:r w:rsidR="00F635DB">
        <w:t xml:space="preserve">, </w:t>
      </w:r>
      <w:r w:rsidRPr="009071AC">
        <w:t>et elle nommait à haute voix tous les gens qu</w:t>
      </w:r>
      <w:r w:rsidR="00F635DB">
        <w:t>’</w:t>
      </w:r>
      <w:r w:rsidRPr="009071AC">
        <w:t>elle connaissait parmi ceux qui entraient</w:t>
      </w:r>
      <w:r w:rsidR="00F635DB">
        <w:t>.</w:t>
      </w:r>
    </w:p>
    <w:p w14:paraId="5DE60D90" w14:textId="3FF49D1A" w:rsidR="00F635DB" w:rsidRDefault="00855694" w:rsidP="00F635DB">
      <w:r w:rsidRPr="009071AC">
        <w:t>Il en entrait beaucoup</w:t>
      </w:r>
      <w:r w:rsidR="00F635DB">
        <w:t>. M. de </w:t>
      </w:r>
      <w:proofErr w:type="spellStart"/>
      <w:r w:rsidRPr="009071AC">
        <w:t>Chalusse</w:t>
      </w:r>
      <w:proofErr w:type="spellEnd"/>
      <w:r w:rsidRPr="009071AC">
        <w:t xml:space="preserve"> ne voyait presque plus personne</w:t>
      </w:r>
      <w:r w:rsidR="00F635DB">
        <w:t xml:space="preserve">, </w:t>
      </w:r>
      <w:r w:rsidRPr="009071AC">
        <w:t>pendant les dernières années de sa vie</w:t>
      </w:r>
      <w:r w:rsidR="00F635DB">
        <w:t xml:space="preserve">, </w:t>
      </w:r>
      <w:r w:rsidRPr="009071AC">
        <w:t>mais il avait été très-répandu autrefois</w:t>
      </w:r>
      <w:r w:rsidR="00F635DB">
        <w:t xml:space="preserve">, </w:t>
      </w:r>
      <w:r w:rsidRPr="009071AC">
        <w:t>et il avait laissé dans le monde le meilleur souvenir</w:t>
      </w:r>
      <w:r w:rsidR="00F635DB">
        <w:t>.</w:t>
      </w:r>
    </w:p>
    <w:p w14:paraId="5B7A42CA" w14:textId="77777777" w:rsidR="00F635DB" w:rsidRDefault="00855694" w:rsidP="00F635DB">
      <w:r w:rsidRPr="009071AC">
        <w:t>Il portait en outre un trop grand nom pour qu</w:t>
      </w:r>
      <w:r w:rsidR="00F635DB">
        <w:t>’</w:t>
      </w:r>
      <w:r w:rsidRPr="009071AC">
        <w:t>on ne tînt pas à dire qu</w:t>
      </w:r>
      <w:r w:rsidR="00F635DB">
        <w:t>’</w:t>
      </w:r>
      <w:r w:rsidRPr="009071AC">
        <w:t>on avait été son ami et à le prouver en l</w:t>
      </w:r>
      <w:r w:rsidR="00F635DB">
        <w:t>’</w:t>
      </w:r>
      <w:r w:rsidRPr="009071AC">
        <w:t>accompagnant au moins jusqu</w:t>
      </w:r>
      <w:r w:rsidR="00F635DB">
        <w:t>’</w:t>
      </w:r>
      <w:r w:rsidRPr="009071AC">
        <w:t>à l</w:t>
      </w:r>
      <w:r w:rsidR="00F635DB">
        <w:t>’</w:t>
      </w:r>
      <w:r w:rsidRPr="009071AC">
        <w:t>église</w:t>
      </w:r>
      <w:r w:rsidR="00F635DB">
        <w:t>.</w:t>
      </w:r>
    </w:p>
    <w:p w14:paraId="3675B5D5" w14:textId="77777777" w:rsidR="00F635DB" w:rsidRDefault="00855694" w:rsidP="00F635DB">
      <w:r w:rsidRPr="009071AC">
        <w:t>Cette dernière considération devait être puissante à une époque où on se fait une notoriété</w:t>
      </w:r>
      <w:r w:rsidR="00F635DB">
        <w:t xml:space="preserve">, </w:t>
      </w:r>
      <w:r w:rsidRPr="009071AC">
        <w:t>rien qu</w:t>
      </w:r>
      <w:r w:rsidR="00F635DB">
        <w:t>’</w:t>
      </w:r>
      <w:r w:rsidRPr="009071AC">
        <w:t>en suivant les enterrements dont les journaux rendent compte</w:t>
      </w:r>
      <w:r w:rsidR="00F635DB">
        <w:t>.</w:t>
      </w:r>
    </w:p>
    <w:p w14:paraId="5443DCC6" w14:textId="46B9BC6F" w:rsidR="00F635DB" w:rsidRDefault="00855694" w:rsidP="00F635DB">
      <w:r w:rsidRPr="009071AC">
        <w:t>Enfin</w:t>
      </w:r>
      <w:r w:rsidR="00F635DB">
        <w:t xml:space="preserve">, </w:t>
      </w:r>
      <w:r w:rsidRPr="009071AC">
        <w:t>un peu avant la demie de neuf heures</w:t>
      </w:r>
      <w:r w:rsidR="00F635DB">
        <w:t>, M</w:t>
      </w:r>
      <w:r w:rsidR="00F635DB" w:rsidRPr="00F635DB">
        <w:rPr>
          <w:vertAlign w:val="superscript"/>
        </w:rPr>
        <w:t>me</w:t>
      </w:r>
      <w:r w:rsidR="00F635DB">
        <w:t> </w:t>
      </w:r>
      <w:r w:rsidRPr="009071AC">
        <w:t>Léon s</w:t>
      </w:r>
      <w:r w:rsidR="00F635DB">
        <w:t>’</w:t>
      </w:r>
      <w:r w:rsidRPr="009071AC">
        <w:t>écria</w:t>
      </w:r>
      <w:r w:rsidR="00F635DB">
        <w:t> :</w:t>
      </w:r>
    </w:p>
    <w:p w14:paraId="2FE6260D" w14:textId="77777777" w:rsidR="00F635DB" w:rsidRDefault="00F635DB" w:rsidP="00F635DB">
      <w:r>
        <w:t>— </w:t>
      </w:r>
      <w:r w:rsidR="00855694" w:rsidRPr="009071AC">
        <w:t>Le voici</w:t>
      </w:r>
      <w:r>
        <w:t xml:space="preserve"> !… </w:t>
      </w:r>
      <w:r w:rsidR="00855694" w:rsidRPr="009071AC">
        <w:t>Vous m</w:t>
      </w:r>
      <w:r>
        <w:t>’</w:t>
      </w:r>
      <w:r w:rsidR="00855694" w:rsidRPr="009071AC">
        <w:t>entendez</w:t>
      </w:r>
      <w:r>
        <w:t xml:space="preserve">, </w:t>
      </w:r>
      <w:r w:rsidR="00855694" w:rsidRPr="009071AC">
        <w:t>mademoiselle</w:t>
      </w:r>
      <w:r>
        <w:t xml:space="preserve">, </w:t>
      </w:r>
      <w:r w:rsidR="00855694" w:rsidRPr="009071AC">
        <w:t>voici le général</w:t>
      </w:r>
      <w:r>
        <w:t>.</w:t>
      </w:r>
    </w:p>
    <w:p w14:paraId="7EA0F99B" w14:textId="5BD348F8" w:rsidR="00F635DB" w:rsidRDefault="00855694" w:rsidP="00F635DB">
      <w:r w:rsidRPr="009071AC">
        <w:t>La minute d</w:t>
      </w:r>
      <w:r w:rsidR="00F635DB">
        <w:t>’</w:t>
      </w:r>
      <w:r w:rsidRPr="009071AC">
        <w:t>après</w:t>
      </w:r>
      <w:r w:rsidR="00F635DB">
        <w:t xml:space="preserve">, </w:t>
      </w:r>
      <w:r w:rsidRPr="009071AC">
        <w:t>en effet</w:t>
      </w:r>
      <w:r w:rsidR="00F635DB">
        <w:t xml:space="preserve">, – </w:t>
      </w:r>
      <w:r w:rsidRPr="009071AC">
        <w:t>juste le temps de monter l</w:t>
      </w:r>
      <w:r w:rsidR="00F635DB">
        <w:t>’</w:t>
      </w:r>
      <w:r w:rsidRPr="009071AC">
        <w:t>escalier quatre à quatre</w:t>
      </w:r>
      <w:r w:rsidR="00F635DB">
        <w:t xml:space="preserve">, – </w:t>
      </w:r>
      <w:r w:rsidRPr="009071AC">
        <w:t>on frappa doucement à la porte de la chambre</w:t>
      </w:r>
      <w:r w:rsidR="00F635DB">
        <w:t xml:space="preserve">, </w:t>
      </w:r>
      <w:r w:rsidRPr="009071AC">
        <w:t>la femme de charge ouvrit</w:t>
      </w:r>
      <w:r w:rsidR="00F635DB">
        <w:t xml:space="preserve">, </w:t>
      </w:r>
      <w:r w:rsidRPr="009071AC">
        <w:t xml:space="preserve">et </w:t>
      </w:r>
      <w:r w:rsidR="00F635DB">
        <w:t>M. de </w:t>
      </w:r>
      <w:proofErr w:type="spellStart"/>
      <w:r w:rsidRPr="009071AC">
        <w:t>Fondège</w:t>
      </w:r>
      <w:proofErr w:type="spellEnd"/>
      <w:r w:rsidRPr="009071AC">
        <w:t xml:space="preserve"> parut </w:t>
      </w:r>
      <w:r w:rsidR="00F635DB">
        <w:t>« </w:t>
      </w:r>
      <w:r w:rsidRPr="009071AC">
        <w:t>en grande tenue</w:t>
      </w:r>
      <w:r w:rsidR="00F635DB">
        <w:t>, »</w:t>
      </w:r>
      <w:r w:rsidRPr="009071AC">
        <w:t xml:space="preserve"> selon son expression</w:t>
      </w:r>
      <w:r w:rsidR="00F635DB">
        <w:t>.</w:t>
      </w:r>
    </w:p>
    <w:p w14:paraId="62A54BC4" w14:textId="77777777" w:rsidR="00F635DB" w:rsidRDefault="00F635DB" w:rsidP="00F635DB">
      <w:r>
        <w:t>— </w:t>
      </w:r>
      <w:r w:rsidR="00855694" w:rsidRPr="009071AC">
        <w:t>Ah</w:t>
      </w:r>
      <w:r>
        <w:t xml:space="preserve"> !… </w:t>
      </w:r>
      <w:r w:rsidR="00855694" w:rsidRPr="009071AC">
        <w:t>je suis en retard</w:t>
      </w:r>
      <w:r>
        <w:t xml:space="preserve"> ! </w:t>
      </w:r>
      <w:r w:rsidR="00855694" w:rsidRPr="009071AC">
        <w:t>s</w:t>
      </w:r>
      <w:r>
        <w:t>’</w:t>
      </w:r>
      <w:r w:rsidR="00855694" w:rsidRPr="009071AC">
        <w:t>écria-t-il tout d</w:t>
      </w:r>
      <w:r>
        <w:t>’</w:t>
      </w:r>
      <w:r w:rsidR="00855694" w:rsidRPr="009071AC">
        <w:t>abord</w:t>
      </w:r>
      <w:r>
        <w:t xml:space="preserve"> ; </w:t>
      </w:r>
      <w:r w:rsidR="00855694" w:rsidRPr="009071AC">
        <w:t>mais sacrebleu</w:t>
      </w:r>
      <w:r>
        <w:t xml:space="preserve"> ! </w:t>
      </w:r>
      <w:r w:rsidR="00855694" w:rsidRPr="009071AC">
        <w:t>ce n</w:t>
      </w:r>
      <w:r>
        <w:t>’</w:t>
      </w:r>
      <w:r w:rsidR="00855694" w:rsidRPr="009071AC">
        <w:t>est pas ma faute</w:t>
      </w:r>
      <w:r>
        <w:t> !…</w:t>
      </w:r>
    </w:p>
    <w:p w14:paraId="32ED4E00" w14:textId="0E8B7A1F" w:rsidR="00F635DB" w:rsidRDefault="00855694" w:rsidP="00F635DB">
      <w:r w:rsidRPr="009071AC">
        <w:t>Et</w:t>
      </w:r>
      <w:r w:rsidR="00F635DB">
        <w:t xml:space="preserve">, </w:t>
      </w:r>
      <w:r w:rsidRPr="009071AC">
        <w:t>frappé de l</w:t>
      </w:r>
      <w:r w:rsidR="00F635DB">
        <w:t>’</w:t>
      </w:r>
      <w:r w:rsidRPr="009071AC">
        <w:t xml:space="preserve">immobilité de </w:t>
      </w:r>
      <w:r w:rsidR="00F635DB">
        <w:t>M</w:t>
      </w:r>
      <w:r w:rsidR="00F635DB" w:rsidRPr="00F635DB">
        <w:rPr>
          <w:vertAlign w:val="superscript"/>
        </w:rPr>
        <w:t>lle</w:t>
      </w:r>
      <w:r w:rsidR="00F635DB">
        <w:t> </w:t>
      </w:r>
      <w:r w:rsidRPr="009071AC">
        <w:t>Marguerite</w:t>
      </w:r>
      <w:r w:rsidR="00F635DB">
        <w:t xml:space="preserve">, </w:t>
      </w:r>
      <w:r w:rsidRPr="009071AC">
        <w:t>il s</w:t>
      </w:r>
      <w:r w:rsidR="00F635DB">
        <w:t>’</w:t>
      </w:r>
      <w:r w:rsidRPr="009071AC">
        <w:t>avança vers elle</w:t>
      </w:r>
      <w:r w:rsidR="00F635DB">
        <w:t xml:space="preserve">, </w:t>
      </w:r>
      <w:r w:rsidRPr="009071AC">
        <w:t>et lui prenant la main</w:t>
      </w:r>
      <w:r w:rsidR="00F635DB">
        <w:t> :</w:t>
      </w:r>
    </w:p>
    <w:p w14:paraId="33DFCBDA" w14:textId="77777777" w:rsidR="00F635DB" w:rsidRDefault="00F635DB" w:rsidP="00F635DB">
      <w:r>
        <w:lastRenderedPageBreak/>
        <w:t>— </w:t>
      </w:r>
      <w:r w:rsidR="00855694" w:rsidRPr="009071AC">
        <w:t>Mais vous</w:t>
      </w:r>
      <w:r>
        <w:t xml:space="preserve">, </w:t>
      </w:r>
      <w:r w:rsidR="00855694" w:rsidRPr="009071AC">
        <w:t>chère mignonne</w:t>
      </w:r>
      <w:r>
        <w:t xml:space="preserve">, </w:t>
      </w:r>
      <w:r w:rsidR="00855694" w:rsidRPr="009071AC">
        <w:t>poursuivit-il</w:t>
      </w:r>
      <w:r>
        <w:t xml:space="preserve">, </w:t>
      </w:r>
      <w:r w:rsidR="00855694" w:rsidRPr="009071AC">
        <w:t>qu</w:t>
      </w:r>
      <w:r>
        <w:t>’</w:t>
      </w:r>
      <w:r w:rsidR="00855694" w:rsidRPr="009071AC">
        <w:t>avez-vous</w:t>
      </w:r>
      <w:r>
        <w:t xml:space="preserve"> ? </w:t>
      </w:r>
      <w:r w:rsidR="00855694" w:rsidRPr="009071AC">
        <w:t>Seriez-vous souffrante</w:t>
      </w:r>
      <w:r>
        <w:t xml:space="preserve"> ? </w:t>
      </w:r>
      <w:r w:rsidR="00855694" w:rsidRPr="009071AC">
        <w:t>vous êtes pâle à faire peur</w:t>
      </w:r>
      <w:r>
        <w:t>…</w:t>
      </w:r>
    </w:p>
    <w:p w14:paraId="256F18FF" w14:textId="77777777" w:rsidR="00F635DB" w:rsidRDefault="00855694" w:rsidP="00F635DB">
      <w:r w:rsidRPr="009071AC">
        <w:t>Elle réussit à secouer la torpeur qui l</w:t>
      </w:r>
      <w:r w:rsidR="00F635DB">
        <w:t>’</w:t>
      </w:r>
      <w:r w:rsidRPr="009071AC">
        <w:t>avait envahie</w:t>
      </w:r>
      <w:r w:rsidR="00F635DB">
        <w:t xml:space="preserve">, </w:t>
      </w:r>
      <w:r w:rsidRPr="009071AC">
        <w:t>et d</w:t>
      </w:r>
      <w:r w:rsidR="00F635DB">
        <w:t>’</w:t>
      </w:r>
      <w:r w:rsidRPr="009071AC">
        <w:t>une voix faible</w:t>
      </w:r>
      <w:r w:rsidR="00F635DB">
        <w:t> :</w:t>
      </w:r>
    </w:p>
    <w:p w14:paraId="5C83011A" w14:textId="77777777" w:rsidR="00F635DB" w:rsidRDefault="00F635DB" w:rsidP="00F635DB">
      <w:r>
        <w:t>— </w:t>
      </w:r>
      <w:r w:rsidR="00855694" w:rsidRPr="009071AC">
        <w:t>Je ne suis pas malade</w:t>
      </w:r>
      <w:r>
        <w:t xml:space="preserve">, </w:t>
      </w:r>
      <w:r w:rsidR="00855694" w:rsidRPr="009071AC">
        <w:t>monsieur</w:t>
      </w:r>
      <w:r>
        <w:t xml:space="preserve">, </w:t>
      </w:r>
      <w:r w:rsidR="00855694" w:rsidRPr="009071AC">
        <w:t>répondit-elle</w:t>
      </w:r>
      <w:r>
        <w:t>.</w:t>
      </w:r>
    </w:p>
    <w:p w14:paraId="087B9309" w14:textId="77777777" w:rsidR="00F635DB" w:rsidRDefault="00F635DB" w:rsidP="00F635DB">
      <w:r>
        <w:t>— </w:t>
      </w:r>
      <w:r w:rsidR="00855694" w:rsidRPr="009071AC">
        <w:t>Allons</w:t>
      </w:r>
      <w:r>
        <w:t xml:space="preserve">, </w:t>
      </w:r>
      <w:r w:rsidR="00855694" w:rsidRPr="009071AC">
        <w:t>tant mieux</w:t>
      </w:r>
      <w:r>
        <w:t xml:space="preserve">, </w:t>
      </w:r>
      <w:r w:rsidR="00855694" w:rsidRPr="009071AC">
        <w:t>chère enfant</w:t>
      </w:r>
      <w:r>
        <w:t xml:space="preserve">, </w:t>
      </w:r>
      <w:r w:rsidR="00855694" w:rsidRPr="009071AC">
        <w:t>tant mieux</w:t>
      </w:r>
      <w:r>
        <w:t xml:space="preserve"> !… </w:t>
      </w:r>
      <w:r w:rsidR="00855694" w:rsidRPr="009071AC">
        <w:t>C</w:t>
      </w:r>
      <w:r>
        <w:t>’</w:t>
      </w:r>
      <w:r w:rsidR="00855694" w:rsidRPr="009071AC">
        <w:t>est notre petit cœur qui souffre</w:t>
      </w:r>
      <w:r>
        <w:t xml:space="preserve">, </w:t>
      </w:r>
      <w:r w:rsidR="00855694" w:rsidRPr="009071AC">
        <w:t>n</w:t>
      </w:r>
      <w:r>
        <w:t>’</w:t>
      </w:r>
      <w:r w:rsidR="00855694" w:rsidRPr="009071AC">
        <w:t>est-ce pas</w:t>
      </w:r>
      <w:r>
        <w:t xml:space="preserve"> ?… </w:t>
      </w:r>
      <w:r w:rsidR="00855694" w:rsidRPr="009071AC">
        <w:t>Oui</w:t>
      </w:r>
      <w:r>
        <w:t xml:space="preserve">… </w:t>
      </w:r>
      <w:r w:rsidR="00855694" w:rsidRPr="009071AC">
        <w:t>je comprends cela</w:t>
      </w:r>
      <w:r>
        <w:t xml:space="preserve">… </w:t>
      </w:r>
      <w:r w:rsidR="00855694" w:rsidRPr="009071AC">
        <w:t>Mais vos vieux amis vous consoleront</w:t>
      </w:r>
      <w:r>
        <w:t xml:space="preserve">, </w:t>
      </w:r>
      <w:r w:rsidR="00855694" w:rsidRPr="009071AC">
        <w:t>mille tonnerres</w:t>
      </w:r>
      <w:r>
        <w:t xml:space="preserve"> !… </w:t>
      </w:r>
      <w:r w:rsidR="00855694" w:rsidRPr="009071AC">
        <w:t>Vous avez reçu la lettre de ma femme</w:t>
      </w:r>
      <w:r>
        <w:t xml:space="preserve">, </w:t>
      </w:r>
      <w:r w:rsidR="00855694" w:rsidRPr="009071AC">
        <w:t>n</w:t>
      </w:r>
      <w:r>
        <w:t>’</w:t>
      </w:r>
      <w:r w:rsidR="00855694" w:rsidRPr="009071AC">
        <w:t>est-ce pas</w:t>
      </w:r>
      <w:r>
        <w:t xml:space="preserve"> ?… </w:t>
      </w:r>
      <w:r w:rsidR="00855694" w:rsidRPr="009071AC">
        <w:t>Eh bien</w:t>
      </w:r>
      <w:r>
        <w:t xml:space="preserve"> ! </w:t>
      </w:r>
      <w:r w:rsidR="00855694" w:rsidRPr="009071AC">
        <w:t>ce qu</w:t>
      </w:r>
      <w:r>
        <w:t>’</w:t>
      </w:r>
      <w:r w:rsidR="00855694" w:rsidRPr="009071AC">
        <w:t>elle vous a dit qu</w:t>
      </w:r>
      <w:r>
        <w:t>’</w:t>
      </w:r>
      <w:r w:rsidR="00855694" w:rsidRPr="009071AC">
        <w:t>elle ferait</w:t>
      </w:r>
      <w:r>
        <w:t xml:space="preserve">, </w:t>
      </w:r>
      <w:r w:rsidR="00855694" w:rsidRPr="009071AC">
        <w:t>elle le fera</w:t>
      </w:r>
      <w:r>
        <w:t xml:space="preserve">… </w:t>
      </w:r>
      <w:r w:rsidR="00855694" w:rsidRPr="009071AC">
        <w:t>Et la preuve</w:t>
      </w:r>
      <w:r>
        <w:t xml:space="preserve">, </w:t>
      </w:r>
      <w:r w:rsidR="00855694" w:rsidRPr="009071AC">
        <w:t>c</w:t>
      </w:r>
      <w:r>
        <w:t>’</w:t>
      </w:r>
      <w:r w:rsidR="00855694" w:rsidRPr="009071AC">
        <w:t>est que</w:t>
      </w:r>
      <w:r>
        <w:t xml:space="preserve">, </w:t>
      </w:r>
      <w:r w:rsidR="00855694" w:rsidRPr="009071AC">
        <w:t>malgré la fièvre</w:t>
      </w:r>
      <w:r>
        <w:t xml:space="preserve">, </w:t>
      </w:r>
      <w:r w:rsidR="00855694" w:rsidRPr="009071AC">
        <w:t>elle s</w:t>
      </w:r>
      <w:r>
        <w:t>’</w:t>
      </w:r>
      <w:r w:rsidR="00855694" w:rsidRPr="009071AC">
        <w:t>est levée</w:t>
      </w:r>
      <w:r>
        <w:t xml:space="preserve">… </w:t>
      </w:r>
      <w:r w:rsidR="00855694" w:rsidRPr="009071AC">
        <w:t>et elle me suit</w:t>
      </w:r>
      <w:r>
        <w:t xml:space="preserve">… </w:t>
      </w:r>
      <w:r w:rsidR="00855694" w:rsidRPr="009071AC">
        <w:t>et la voici</w:t>
      </w:r>
      <w:r>
        <w:t> !…</w:t>
      </w:r>
    </w:p>
    <w:p w14:paraId="28F2B086" w14:textId="28CE2C05" w:rsidR="00855694" w:rsidRPr="009071AC" w:rsidRDefault="00855694" w:rsidP="00F635DB">
      <w:pPr>
        <w:pStyle w:val="Titre1"/>
      </w:pPr>
      <w:bookmarkStart w:id="21" w:name="_Toc202021419"/>
      <w:r w:rsidRPr="009071AC">
        <w:lastRenderedPageBreak/>
        <w:t>XXI</w:t>
      </w:r>
      <w:bookmarkEnd w:id="21"/>
      <w:r w:rsidRPr="009071AC">
        <w:br/>
      </w:r>
    </w:p>
    <w:p w14:paraId="430797EA" w14:textId="68A8D59F" w:rsidR="00F635DB" w:rsidRDefault="00855694" w:rsidP="00F635DB">
      <w:r w:rsidRPr="009071AC">
        <w:t>D</w:t>
      </w:r>
      <w:r w:rsidR="00F635DB">
        <w:t>’</w:t>
      </w:r>
      <w:r w:rsidRPr="009071AC">
        <w:t>un bond</w:t>
      </w:r>
      <w:r w:rsidR="00F635DB">
        <w:t>, M</w:t>
      </w:r>
      <w:r w:rsidR="00F635DB" w:rsidRPr="00F635DB">
        <w:rPr>
          <w:vertAlign w:val="superscript"/>
        </w:rPr>
        <w:t>lle</w:t>
      </w:r>
      <w:r w:rsidR="00F635DB">
        <w:t> </w:t>
      </w:r>
      <w:r w:rsidRPr="009071AC">
        <w:t>Marguerite fut debout</w:t>
      </w:r>
      <w:r w:rsidR="00F635DB">
        <w:t xml:space="preserve">, </w:t>
      </w:r>
      <w:r w:rsidRPr="009071AC">
        <w:t>vibrante d</w:t>
      </w:r>
      <w:r w:rsidR="00F635DB">
        <w:t>’</w:t>
      </w:r>
      <w:r w:rsidRPr="009071AC">
        <w:t>indignation</w:t>
      </w:r>
      <w:r w:rsidR="00F635DB">
        <w:t xml:space="preserve">, </w:t>
      </w:r>
      <w:r w:rsidRPr="009071AC">
        <w:t>l</w:t>
      </w:r>
      <w:r w:rsidR="00F635DB">
        <w:t>’</w:t>
      </w:r>
      <w:r w:rsidRPr="009071AC">
        <w:t>œil étincelant</w:t>
      </w:r>
      <w:r w:rsidR="00F635DB">
        <w:t xml:space="preserve">, </w:t>
      </w:r>
      <w:r w:rsidRPr="009071AC">
        <w:t>la lèvre frémissante</w:t>
      </w:r>
      <w:r w:rsidR="00F635DB">
        <w:t xml:space="preserve">, </w:t>
      </w:r>
      <w:r w:rsidRPr="009071AC">
        <w:t>secouant la tête d</w:t>
      </w:r>
      <w:r w:rsidR="00F635DB">
        <w:t>’</w:t>
      </w:r>
      <w:r w:rsidRPr="009071AC">
        <w:t>un geste superbe</w:t>
      </w:r>
      <w:r w:rsidR="00F635DB">
        <w:t xml:space="preserve">, </w:t>
      </w:r>
      <w:r w:rsidRPr="009071AC">
        <w:t>qui éparpillait à flots sur ses épaules ses admirables cheveux noirs</w:t>
      </w:r>
      <w:r w:rsidR="00F635DB">
        <w:t>…</w:t>
      </w:r>
    </w:p>
    <w:p w14:paraId="7DAD9CE5" w14:textId="77777777" w:rsidR="00F635DB" w:rsidRDefault="00855694" w:rsidP="00F635DB">
      <w:r w:rsidRPr="009071AC">
        <w:t>Tous les sentiments qui s</w:t>
      </w:r>
      <w:r w:rsidR="00F635DB">
        <w:t>’</w:t>
      </w:r>
      <w:r w:rsidRPr="009071AC">
        <w:t>agitaient en elle</w:t>
      </w:r>
      <w:r w:rsidR="00F635DB">
        <w:t xml:space="preserve">, </w:t>
      </w:r>
      <w:r w:rsidRPr="009071AC">
        <w:t>les soupçons et la colère</w:t>
      </w:r>
      <w:r w:rsidR="00F635DB">
        <w:t xml:space="preserve">, </w:t>
      </w:r>
      <w:r w:rsidRPr="009071AC">
        <w:t>la haine et le mépris</w:t>
      </w:r>
      <w:r w:rsidR="00F635DB">
        <w:t xml:space="preserve">, </w:t>
      </w:r>
      <w:r w:rsidRPr="009071AC">
        <w:t>gonflaient sa poitrine à la briser</w:t>
      </w:r>
      <w:r w:rsidR="00F635DB">
        <w:t>…</w:t>
      </w:r>
    </w:p>
    <w:p w14:paraId="3FD6518A" w14:textId="5141A7E4" w:rsidR="00F635DB" w:rsidRDefault="00F635DB" w:rsidP="00F635DB">
      <w:r>
        <w:t>— </w:t>
      </w:r>
      <w:r w:rsidR="00855694" w:rsidRPr="009071AC">
        <w:t>Ah</w:t>
      </w:r>
      <w:r>
        <w:t xml:space="preserve"> !… </w:t>
      </w:r>
      <w:r w:rsidR="00855694" w:rsidRPr="009071AC">
        <w:t xml:space="preserve">voici </w:t>
      </w:r>
      <w:r>
        <w:t>M</w:t>
      </w:r>
      <w:r w:rsidRPr="00F635DB">
        <w:rPr>
          <w:vertAlign w:val="superscript"/>
        </w:rPr>
        <w:t>me</w:t>
      </w:r>
      <w:r>
        <w:t> de </w:t>
      </w:r>
      <w:proofErr w:type="spellStart"/>
      <w:r w:rsidR="00855694" w:rsidRPr="009071AC">
        <w:t>Fondège</w:t>
      </w:r>
      <w:proofErr w:type="spellEnd"/>
      <w:r>
        <w:t xml:space="preserve">, </w:t>
      </w:r>
      <w:r w:rsidR="00855694" w:rsidRPr="009071AC">
        <w:t>répéta-t-elle d</w:t>
      </w:r>
      <w:r>
        <w:t>’</w:t>
      </w:r>
      <w:r w:rsidR="00855694" w:rsidRPr="009071AC">
        <w:t>un ton d</w:t>
      </w:r>
      <w:r>
        <w:t>’</w:t>
      </w:r>
      <w:r w:rsidR="00855694" w:rsidRPr="009071AC">
        <w:t>ironie menaçante</w:t>
      </w:r>
      <w:r>
        <w:t>, M</w:t>
      </w:r>
      <w:r w:rsidRPr="00F635DB">
        <w:rPr>
          <w:vertAlign w:val="superscript"/>
        </w:rPr>
        <w:t>me</w:t>
      </w:r>
      <w:r>
        <w:t> de </w:t>
      </w:r>
      <w:proofErr w:type="spellStart"/>
      <w:r w:rsidR="00855694" w:rsidRPr="009071AC">
        <w:t>Fondège</w:t>
      </w:r>
      <w:proofErr w:type="spellEnd"/>
      <w:r>
        <w:t xml:space="preserve">, </w:t>
      </w:r>
      <w:r w:rsidR="00855694" w:rsidRPr="009071AC">
        <w:t>votre femme</w:t>
      </w:r>
      <w:r>
        <w:t> !…</w:t>
      </w:r>
    </w:p>
    <w:p w14:paraId="3A23531E" w14:textId="77777777" w:rsidR="00F635DB" w:rsidRDefault="00855694" w:rsidP="00F635DB">
      <w:r w:rsidRPr="009071AC">
        <w:t>Recevoir l</w:t>
      </w:r>
      <w:r w:rsidR="00F635DB">
        <w:t>’</w:t>
      </w:r>
      <w:r w:rsidRPr="009071AC">
        <w:t>hypocrite qui lui avait écrit la lettre de la veille</w:t>
      </w:r>
      <w:r w:rsidR="00F635DB">
        <w:t xml:space="preserve">, </w:t>
      </w:r>
      <w:r w:rsidRPr="009071AC">
        <w:t>la complice des misérables qui abusaient de sa détresse et de son isolement</w:t>
      </w:r>
      <w:r w:rsidR="00F635DB">
        <w:t xml:space="preserve">, </w:t>
      </w:r>
      <w:r w:rsidRPr="009071AC">
        <w:t>la révoltait</w:t>
      </w:r>
      <w:r w:rsidR="00F635DB">
        <w:t>…</w:t>
      </w:r>
    </w:p>
    <w:p w14:paraId="2BAB9A46" w14:textId="77777777" w:rsidR="00F635DB" w:rsidRDefault="00855694" w:rsidP="00F635DB">
      <w:r w:rsidRPr="009071AC">
        <w:t>Son cœur se soulevait de dégoût à la pensée de subir le contact de cette femme</w:t>
      </w:r>
      <w:r w:rsidR="00F635DB">
        <w:t xml:space="preserve">, </w:t>
      </w:r>
      <w:r w:rsidRPr="009071AC">
        <w:t>de cette mère</w:t>
      </w:r>
      <w:r w:rsidR="00F635DB">
        <w:t xml:space="preserve">, </w:t>
      </w:r>
      <w:r w:rsidRPr="009071AC">
        <w:t>qui sans conscience ni vergogne venait courtiser bassement en elle</w:t>
      </w:r>
      <w:r w:rsidR="00F635DB">
        <w:t xml:space="preserve">, </w:t>
      </w:r>
      <w:r w:rsidRPr="009071AC">
        <w:t>pour son fils</w:t>
      </w:r>
      <w:r w:rsidR="00F635DB">
        <w:t xml:space="preserve">, </w:t>
      </w:r>
      <w:r w:rsidRPr="009071AC">
        <w:t>les millions qu</w:t>
      </w:r>
      <w:r w:rsidR="00F635DB">
        <w:t>’</w:t>
      </w:r>
      <w:r w:rsidRPr="009071AC">
        <w:t>elle supposait volés</w:t>
      </w:r>
      <w:r w:rsidR="00F635DB">
        <w:t>…</w:t>
      </w:r>
    </w:p>
    <w:p w14:paraId="44F8E6A4" w14:textId="77777777" w:rsidR="00F635DB" w:rsidRDefault="00855694" w:rsidP="00F635DB">
      <w:r w:rsidRPr="009071AC">
        <w:t>Elle allait lui interdire sa porte ou se retirer</w:t>
      </w:r>
      <w:r w:rsidR="00F635DB">
        <w:t xml:space="preserve">, </w:t>
      </w:r>
      <w:r w:rsidRPr="009071AC">
        <w:t>quand le souvenir de sa résolution l</w:t>
      </w:r>
      <w:r w:rsidR="00F635DB">
        <w:t>’</w:t>
      </w:r>
      <w:r w:rsidRPr="009071AC">
        <w:t>arrêta</w:t>
      </w:r>
      <w:r w:rsidR="00F635DB">
        <w:t xml:space="preserve">… </w:t>
      </w:r>
      <w:r w:rsidRPr="009071AC">
        <w:t>Ce fut la goutte d</w:t>
      </w:r>
      <w:r w:rsidR="00F635DB">
        <w:t>’</w:t>
      </w:r>
      <w:r w:rsidRPr="009071AC">
        <w:t>eau froide qui suspend le bouillonnement de la fonte en fusion</w:t>
      </w:r>
      <w:r w:rsidR="00F635DB">
        <w:t xml:space="preserve">. </w:t>
      </w:r>
      <w:r w:rsidRPr="009071AC">
        <w:t>Elle comprit son imprudence horrible</w:t>
      </w:r>
      <w:r w:rsidR="00F635DB">
        <w:t xml:space="preserve">, </w:t>
      </w:r>
      <w:r w:rsidRPr="009071AC">
        <w:t>qu</w:t>
      </w:r>
      <w:r w:rsidR="00F635DB">
        <w:t>’</w:t>
      </w:r>
      <w:r w:rsidRPr="009071AC">
        <w:t>elle se perdait</w:t>
      </w:r>
      <w:r w:rsidR="00F635DB">
        <w:t xml:space="preserve">, </w:t>
      </w:r>
      <w:r w:rsidRPr="009071AC">
        <w:t>et</w:t>
      </w:r>
      <w:r w:rsidR="00F635DB">
        <w:t xml:space="preserve">, </w:t>
      </w:r>
      <w:r w:rsidRPr="009071AC">
        <w:t>grâce à un prodigieux et héroïque effort de volonté</w:t>
      </w:r>
      <w:r w:rsidR="00F635DB">
        <w:t xml:space="preserve">, </w:t>
      </w:r>
      <w:r w:rsidRPr="009071AC">
        <w:t>elle se maîtrisa</w:t>
      </w:r>
      <w:r w:rsidR="00F635DB">
        <w:t>.</w:t>
      </w:r>
    </w:p>
    <w:p w14:paraId="0A99787A" w14:textId="03842810" w:rsidR="00F635DB" w:rsidRDefault="00F635DB" w:rsidP="00F635DB">
      <w:r>
        <w:t>— M</w:t>
      </w:r>
      <w:r w:rsidRPr="00F635DB">
        <w:rPr>
          <w:vertAlign w:val="superscript"/>
        </w:rPr>
        <w:t>me</w:t>
      </w:r>
      <w:r>
        <w:t> de </w:t>
      </w:r>
      <w:proofErr w:type="spellStart"/>
      <w:r w:rsidR="00855694" w:rsidRPr="009071AC">
        <w:t>Fondège</w:t>
      </w:r>
      <w:proofErr w:type="spellEnd"/>
      <w:r w:rsidR="00855694" w:rsidRPr="009071AC">
        <w:t xml:space="preserve"> est trop bonne</w:t>
      </w:r>
      <w:r>
        <w:t xml:space="preserve">, </w:t>
      </w:r>
      <w:r w:rsidR="00855694" w:rsidRPr="009071AC">
        <w:t>murmura-t-elle d</w:t>
      </w:r>
      <w:r>
        <w:t>’</w:t>
      </w:r>
      <w:r w:rsidR="00855694" w:rsidRPr="009071AC">
        <w:t>une voix radoucie</w:t>
      </w:r>
      <w:r>
        <w:t xml:space="preserve">, </w:t>
      </w:r>
      <w:r w:rsidR="00855694" w:rsidRPr="009071AC">
        <w:t>comment lui témoigner jamais toute ma reconnaissance</w:t>
      </w:r>
      <w:r>
        <w:t> ?…</w:t>
      </w:r>
    </w:p>
    <w:p w14:paraId="35AC1775" w14:textId="7D7166D6" w:rsidR="00F635DB" w:rsidRDefault="00F635DB" w:rsidP="00F635DB">
      <w:r>
        <w:t>M</w:t>
      </w:r>
      <w:r w:rsidRPr="00F635DB">
        <w:rPr>
          <w:vertAlign w:val="superscript"/>
        </w:rPr>
        <w:t>me</w:t>
      </w:r>
      <w:r>
        <w:t> de </w:t>
      </w:r>
      <w:proofErr w:type="spellStart"/>
      <w:r w:rsidR="00855694" w:rsidRPr="009071AC">
        <w:t>Fondège</w:t>
      </w:r>
      <w:proofErr w:type="spellEnd"/>
      <w:r w:rsidR="00855694" w:rsidRPr="009071AC">
        <w:t xml:space="preserve"> dut entendre cela</w:t>
      </w:r>
      <w:r>
        <w:t xml:space="preserve">, </w:t>
      </w:r>
      <w:r w:rsidR="00855694" w:rsidRPr="009071AC">
        <w:t>car elle entrait</w:t>
      </w:r>
      <w:r>
        <w:t>.</w:t>
      </w:r>
    </w:p>
    <w:p w14:paraId="4EFFCAB6" w14:textId="77777777" w:rsidR="00F635DB" w:rsidRDefault="00855694" w:rsidP="00F635DB">
      <w:r w:rsidRPr="009071AC">
        <w:lastRenderedPageBreak/>
        <w:t>C</w:t>
      </w:r>
      <w:r w:rsidR="00F635DB">
        <w:t>’</w:t>
      </w:r>
      <w:r w:rsidRPr="009071AC">
        <w:t>était une toute petite femme</w:t>
      </w:r>
      <w:r w:rsidR="00F635DB">
        <w:t xml:space="preserve">, </w:t>
      </w:r>
      <w:r w:rsidRPr="009071AC">
        <w:t>courte</w:t>
      </w:r>
      <w:r w:rsidR="00F635DB">
        <w:t xml:space="preserve">, </w:t>
      </w:r>
      <w:r w:rsidRPr="009071AC">
        <w:t>épaisse et trop dodue</w:t>
      </w:r>
      <w:r w:rsidR="00F635DB">
        <w:t xml:space="preserve">, </w:t>
      </w:r>
      <w:r w:rsidRPr="009071AC">
        <w:t>d</w:t>
      </w:r>
      <w:r w:rsidR="00F635DB">
        <w:t>’</w:t>
      </w:r>
      <w:r w:rsidRPr="009071AC">
        <w:t>un blond terne</w:t>
      </w:r>
      <w:r w:rsidR="00F635DB">
        <w:t xml:space="preserve">, </w:t>
      </w:r>
      <w:r w:rsidRPr="009071AC">
        <w:t>toute marquée de taches de rousseur</w:t>
      </w:r>
      <w:r w:rsidR="00F635DB">
        <w:t>.</w:t>
      </w:r>
    </w:p>
    <w:p w14:paraId="05F3FC09" w14:textId="77777777" w:rsidR="00F635DB" w:rsidRDefault="00855694" w:rsidP="00F635DB">
      <w:r w:rsidRPr="009071AC">
        <w:t>Elle avait de grosses mains</w:t>
      </w:r>
      <w:r w:rsidR="00F635DB">
        <w:t xml:space="preserve">, </w:t>
      </w:r>
      <w:r w:rsidRPr="009071AC">
        <w:t>épaisses comme sa taille</w:t>
      </w:r>
      <w:r w:rsidR="00F635DB">
        <w:t xml:space="preserve">, </w:t>
      </w:r>
      <w:r w:rsidRPr="009071AC">
        <w:t>le pied large et court</w:t>
      </w:r>
      <w:r w:rsidR="00F635DB">
        <w:t xml:space="preserve">, </w:t>
      </w:r>
      <w:r w:rsidRPr="009071AC">
        <w:t>la voix aigre et dans toute sa personne quelque chose de vulgaire qu</w:t>
      </w:r>
      <w:r w:rsidR="00F635DB">
        <w:t>’</w:t>
      </w:r>
      <w:r w:rsidRPr="009071AC">
        <w:t>accusait davantage sa prétention manifeste aux façons aristocratiques</w:t>
      </w:r>
      <w:r w:rsidR="00F635DB">
        <w:t>.</w:t>
      </w:r>
    </w:p>
    <w:p w14:paraId="58F30EAD" w14:textId="77777777" w:rsidR="00F635DB" w:rsidRDefault="00855694" w:rsidP="00F635DB">
      <w:r w:rsidRPr="009071AC">
        <w:t>Car elle se piquait de grande noblesse</w:t>
      </w:r>
      <w:r w:rsidR="00F635DB">
        <w:t xml:space="preserve">, </w:t>
      </w:r>
      <w:r w:rsidRPr="009071AC">
        <w:t>encore que son père eût été marchand de bois</w:t>
      </w:r>
      <w:r w:rsidR="00F635DB">
        <w:t xml:space="preserve">, </w:t>
      </w:r>
      <w:r w:rsidRPr="009071AC">
        <w:t>de même qu</w:t>
      </w:r>
      <w:r w:rsidR="00F635DB">
        <w:t>’</w:t>
      </w:r>
      <w:r w:rsidRPr="009071AC">
        <w:t>elle s</w:t>
      </w:r>
      <w:r w:rsidR="00F635DB">
        <w:t>’</w:t>
      </w:r>
      <w:r w:rsidRPr="009071AC">
        <w:t>ingéniait et s</w:t>
      </w:r>
      <w:r w:rsidR="00F635DB">
        <w:t>’</w:t>
      </w:r>
      <w:r w:rsidRPr="009071AC">
        <w:t>épuisait à afficher les dehors du luxe</w:t>
      </w:r>
      <w:r w:rsidR="00F635DB">
        <w:t xml:space="preserve">, </w:t>
      </w:r>
      <w:r w:rsidRPr="009071AC">
        <w:t>bien que sa fortune fût problématique et son ménage des plus besogneux</w:t>
      </w:r>
      <w:r w:rsidR="00F635DB">
        <w:t>.</w:t>
      </w:r>
    </w:p>
    <w:p w14:paraId="7440186F" w14:textId="77777777" w:rsidR="00F635DB" w:rsidRDefault="00855694" w:rsidP="00F635DB">
      <w:r w:rsidRPr="009071AC">
        <w:t>Et sa mise trahissait ses incessantes préoccupations d</w:t>
      </w:r>
      <w:r w:rsidR="00F635DB">
        <w:t>’</w:t>
      </w:r>
      <w:r w:rsidRPr="009071AC">
        <w:t>élégance et d</w:t>
      </w:r>
      <w:r w:rsidR="00F635DB">
        <w:t>’</w:t>
      </w:r>
      <w:r w:rsidRPr="009071AC">
        <w:t>économie</w:t>
      </w:r>
      <w:r w:rsidR="00F635DB">
        <w:t xml:space="preserve">, </w:t>
      </w:r>
      <w:r w:rsidRPr="009071AC">
        <w:t>de gêne trop réelle et de feinte prodigalité</w:t>
      </w:r>
      <w:r w:rsidR="00F635DB">
        <w:t>.</w:t>
      </w:r>
    </w:p>
    <w:p w14:paraId="593B52F7" w14:textId="77777777" w:rsidR="00F635DB" w:rsidRDefault="00855694" w:rsidP="00F635DB">
      <w:r w:rsidRPr="009071AC">
        <w:t>Elle portait un costume de satin noir à trois étages</w:t>
      </w:r>
      <w:r w:rsidR="00F635DB">
        <w:t xml:space="preserve">, </w:t>
      </w:r>
      <w:r w:rsidRPr="009071AC">
        <w:t>mais le haut des jupes de dessous</w:t>
      </w:r>
      <w:r w:rsidR="00F635DB">
        <w:t xml:space="preserve">, </w:t>
      </w:r>
      <w:r w:rsidRPr="009071AC">
        <w:t>ce qui ne se voit pas</w:t>
      </w:r>
      <w:r w:rsidR="00F635DB">
        <w:t xml:space="preserve">, </w:t>
      </w:r>
      <w:r w:rsidRPr="009071AC">
        <w:t>était de bonne et belle lustrine à treize sous le mètre</w:t>
      </w:r>
      <w:r w:rsidR="00F635DB">
        <w:t xml:space="preserve">, </w:t>
      </w:r>
      <w:r w:rsidRPr="009071AC">
        <w:t>et ses dentelles n</w:t>
      </w:r>
      <w:r w:rsidR="00F635DB">
        <w:t>’</w:t>
      </w:r>
      <w:r w:rsidRPr="009071AC">
        <w:t xml:space="preserve">avaient </w:t>
      </w:r>
      <w:proofErr w:type="spellStart"/>
      <w:r w:rsidRPr="009071AC">
        <w:t>du</w:t>
      </w:r>
      <w:proofErr w:type="spellEnd"/>
      <w:r w:rsidRPr="009071AC">
        <w:t xml:space="preserve"> Chantilly que l</w:t>
      </w:r>
      <w:r w:rsidR="00F635DB">
        <w:t>’</w:t>
      </w:r>
      <w:r w:rsidRPr="009071AC">
        <w:t>apparence</w:t>
      </w:r>
      <w:r w:rsidR="00F635DB">
        <w:t>.</w:t>
      </w:r>
    </w:p>
    <w:p w14:paraId="6BC1027E" w14:textId="77777777" w:rsidR="00F635DB" w:rsidRDefault="00855694" w:rsidP="00F635DB">
      <w:r w:rsidRPr="009071AC">
        <w:t>Cependant</w:t>
      </w:r>
      <w:r w:rsidR="00F635DB">
        <w:t xml:space="preserve">, </w:t>
      </w:r>
      <w:r w:rsidRPr="009071AC">
        <w:t>sa fureur des chiffons ne l</w:t>
      </w:r>
      <w:r w:rsidR="00F635DB">
        <w:t>’</w:t>
      </w:r>
      <w:r w:rsidRPr="009071AC">
        <w:t>avait jamais conduite jusqu</w:t>
      </w:r>
      <w:r w:rsidR="00F635DB">
        <w:t>’</w:t>
      </w:r>
      <w:r w:rsidRPr="009071AC">
        <w:t>à voler dans les magasins de nouveautés</w:t>
      </w:r>
      <w:r w:rsidR="00F635DB">
        <w:t xml:space="preserve">, </w:t>
      </w:r>
      <w:r w:rsidRPr="009071AC">
        <w:t>jusqu</w:t>
      </w:r>
      <w:r w:rsidR="00F635DB">
        <w:t>’</w:t>
      </w:r>
      <w:r w:rsidRPr="009071AC">
        <w:t>à faire</w:t>
      </w:r>
      <w:r w:rsidR="00F635DB">
        <w:t xml:space="preserve">, </w:t>
      </w:r>
      <w:r w:rsidRPr="009071AC">
        <w:t>épouse et mère de famille</w:t>
      </w:r>
      <w:r w:rsidR="00F635DB">
        <w:t xml:space="preserve">, </w:t>
      </w:r>
      <w:r w:rsidRPr="009071AC">
        <w:t>le métier des filles de la rue</w:t>
      </w:r>
      <w:r w:rsidR="00F635DB">
        <w:t>, « </w:t>
      </w:r>
      <w:r w:rsidRPr="009071AC">
        <w:t>travers</w:t>
      </w:r>
      <w:r w:rsidR="00F635DB">
        <w:t> »</w:t>
      </w:r>
      <w:r w:rsidRPr="009071AC">
        <w:t xml:space="preserve"> si commun aujourd</w:t>
      </w:r>
      <w:r w:rsidR="00F635DB">
        <w:t>’</w:t>
      </w:r>
      <w:r w:rsidRPr="009071AC">
        <w:t>hui que nul ne s</w:t>
      </w:r>
      <w:r w:rsidR="00F635DB">
        <w:t>’</w:t>
      </w:r>
      <w:r w:rsidRPr="009071AC">
        <w:t>en étonne plus</w:t>
      </w:r>
      <w:r w:rsidR="00F635DB">
        <w:t>.</w:t>
      </w:r>
    </w:p>
    <w:p w14:paraId="47FAF9F3" w14:textId="6FD5AA0D" w:rsidR="00F635DB" w:rsidRDefault="00855694" w:rsidP="00F635DB">
      <w:r w:rsidRPr="009071AC">
        <w:t>Non</w:t>
      </w:r>
      <w:r w:rsidR="00F635DB">
        <w:t>… M</w:t>
      </w:r>
      <w:r w:rsidR="00F635DB" w:rsidRPr="00F635DB">
        <w:rPr>
          <w:vertAlign w:val="superscript"/>
        </w:rPr>
        <w:t>me</w:t>
      </w:r>
      <w:r w:rsidR="00F635DB">
        <w:t> de </w:t>
      </w:r>
      <w:proofErr w:type="spellStart"/>
      <w:r w:rsidRPr="009071AC">
        <w:t>Fondège</w:t>
      </w:r>
      <w:proofErr w:type="spellEnd"/>
      <w:r w:rsidRPr="009071AC">
        <w:t xml:space="preserve"> était une épouse fidèle</w:t>
      </w:r>
      <w:r w:rsidR="00F635DB">
        <w:t xml:space="preserve">, </w:t>
      </w:r>
      <w:r w:rsidRPr="009071AC">
        <w:t>dans le sens strict et légal du mot</w:t>
      </w:r>
      <w:r w:rsidR="00F635DB">
        <w:t xml:space="preserve">… </w:t>
      </w:r>
      <w:r w:rsidRPr="009071AC">
        <w:t>Mais comme elle s</w:t>
      </w:r>
      <w:r w:rsidR="00F635DB">
        <w:t>’</w:t>
      </w:r>
      <w:r w:rsidRPr="009071AC">
        <w:t>en vengeait</w:t>
      </w:r>
      <w:r w:rsidR="00F635DB">
        <w:t xml:space="preserve"> ! </w:t>
      </w:r>
      <w:r w:rsidRPr="009071AC">
        <w:t xml:space="preserve">Elle était </w:t>
      </w:r>
      <w:r w:rsidR="00F635DB">
        <w:t>« </w:t>
      </w:r>
      <w:r w:rsidRPr="009071AC">
        <w:t>vertueuse</w:t>
      </w:r>
      <w:r w:rsidR="00F635DB">
        <w:t>, »</w:t>
      </w:r>
      <w:r w:rsidRPr="009071AC">
        <w:t xml:space="preserve"> mais si rageusement qu</w:t>
      </w:r>
      <w:r w:rsidR="00F635DB">
        <w:t>’</w:t>
      </w:r>
      <w:r w:rsidRPr="009071AC">
        <w:t>on eût juré que c</w:t>
      </w:r>
      <w:r w:rsidR="00F635DB">
        <w:t>’</w:t>
      </w:r>
      <w:r w:rsidRPr="009071AC">
        <w:t>était contre son gré et qu</w:t>
      </w:r>
      <w:r w:rsidR="00F635DB">
        <w:t>’</w:t>
      </w:r>
      <w:r w:rsidRPr="009071AC">
        <w:t>elle le regrettait</w:t>
      </w:r>
      <w:r w:rsidR="00F635DB">
        <w:t>.</w:t>
      </w:r>
    </w:p>
    <w:p w14:paraId="611CA3A1" w14:textId="77777777" w:rsidR="00F635DB" w:rsidRDefault="00855694" w:rsidP="00F635DB">
      <w:r w:rsidRPr="009071AC">
        <w:t>Aussi</w:t>
      </w:r>
      <w:r w:rsidR="00F635DB">
        <w:t xml:space="preserve">, </w:t>
      </w:r>
      <w:r w:rsidRPr="009071AC">
        <w:t>menait-elle son mari au doigt et à l</w:t>
      </w:r>
      <w:r w:rsidR="00F635DB">
        <w:t>’</w:t>
      </w:r>
      <w:r w:rsidRPr="009071AC">
        <w:t>œil</w:t>
      </w:r>
      <w:r w:rsidR="00F635DB">
        <w:t xml:space="preserve">, </w:t>
      </w:r>
      <w:r w:rsidRPr="009071AC">
        <w:t>durement</w:t>
      </w:r>
      <w:r w:rsidR="00F635DB">
        <w:t xml:space="preserve">, </w:t>
      </w:r>
      <w:r w:rsidRPr="009071AC">
        <w:t>brutalement</w:t>
      </w:r>
      <w:r w:rsidR="00F635DB">
        <w:t xml:space="preserve">, </w:t>
      </w:r>
      <w:r w:rsidRPr="009071AC">
        <w:t>comme un nègre</w:t>
      </w:r>
      <w:r w:rsidR="00F635DB">
        <w:t>…</w:t>
      </w:r>
    </w:p>
    <w:p w14:paraId="77A2133A" w14:textId="77777777" w:rsidR="00F635DB" w:rsidRDefault="00855694" w:rsidP="00F635DB">
      <w:r w:rsidRPr="009071AC">
        <w:lastRenderedPageBreak/>
        <w:t>Et lui</w:t>
      </w:r>
      <w:r w:rsidR="00F635DB">
        <w:t xml:space="preserve">, </w:t>
      </w:r>
      <w:r w:rsidRPr="009071AC">
        <w:t>si terrible dehors</w:t>
      </w:r>
      <w:r w:rsidR="00F635DB">
        <w:t xml:space="preserve">, </w:t>
      </w:r>
      <w:r w:rsidRPr="009071AC">
        <w:t>qui relevait si crânement ses moustaches à la Victor-Emmanuel</w:t>
      </w:r>
      <w:r w:rsidR="00F635DB">
        <w:t xml:space="preserve">, </w:t>
      </w:r>
      <w:r w:rsidRPr="009071AC">
        <w:t>qui jurait à faire rougir un hussard ivre</w:t>
      </w:r>
      <w:r w:rsidR="00F635DB">
        <w:t xml:space="preserve">, </w:t>
      </w:r>
      <w:r w:rsidRPr="009071AC">
        <w:t>il devenait près de sa femme plus soumis qu</w:t>
      </w:r>
      <w:r w:rsidR="00F635DB">
        <w:t>’</w:t>
      </w:r>
      <w:r w:rsidRPr="009071AC">
        <w:t>un enfant et résigné comme un mouton</w:t>
      </w:r>
      <w:r w:rsidR="00F635DB">
        <w:t>.</w:t>
      </w:r>
    </w:p>
    <w:p w14:paraId="6DA345E1" w14:textId="77777777" w:rsidR="00F635DB" w:rsidRDefault="00855694" w:rsidP="00F635DB">
      <w:r w:rsidRPr="009071AC">
        <w:t>Il frémissait</w:t>
      </w:r>
      <w:r w:rsidR="00F635DB">
        <w:t xml:space="preserve">, </w:t>
      </w:r>
      <w:r w:rsidRPr="009071AC">
        <w:t>quand elle arrêtait sur lui</w:t>
      </w:r>
      <w:r w:rsidR="00F635DB">
        <w:t xml:space="preserve">, </w:t>
      </w:r>
      <w:r w:rsidRPr="009071AC">
        <w:t>d</w:t>
      </w:r>
      <w:r w:rsidR="00F635DB">
        <w:t>’</w:t>
      </w:r>
      <w:r w:rsidRPr="009071AC">
        <w:t>une certaine façon</w:t>
      </w:r>
      <w:r w:rsidR="00F635DB">
        <w:t xml:space="preserve">, </w:t>
      </w:r>
      <w:r w:rsidRPr="009071AC">
        <w:t>ses yeux d</w:t>
      </w:r>
      <w:r w:rsidR="00F635DB">
        <w:t>’</w:t>
      </w:r>
      <w:r w:rsidRPr="009071AC">
        <w:t>un bleu pâle</w:t>
      </w:r>
      <w:r w:rsidR="00F635DB">
        <w:t xml:space="preserve">, </w:t>
      </w:r>
      <w:r w:rsidRPr="009071AC">
        <w:t>plus froid que la lame d</w:t>
      </w:r>
      <w:r w:rsidR="00F635DB">
        <w:t>’</w:t>
      </w:r>
      <w:r w:rsidRPr="009071AC">
        <w:t>un couteau</w:t>
      </w:r>
      <w:r w:rsidR="00F635DB">
        <w:t>.</w:t>
      </w:r>
    </w:p>
    <w:p w14:paraId="050270E4" w14:textId="77777777" w:rsidR="00F635DB" w:rsidRDefault="00855694" w:rsidP="00F635DB">
      <w:r w:rsidRPr="009071AC">
        <w:t>Et malheur à lui s</w:t>
      </w:r>
      <w:r w:rsidR="00F635DB">
        <w:t>’</w:t>
      </w:r>
      <w:r w:rsidRPr="009071AC">
        <w:t>il se hasardait à se rebiffer</w:t>
      </w:r>
      <w:r w:rsidR="00F635DB">
        <w:t xml:space="preserve">… </w:t>
      </w:r>
      <w:r w:rsidRPr="009071AC">
        <w:t>Elle le laissait sans un sou en poche</w:t>
      </w:r>
      <w:r w:rsidR="00F635DB">
        <w:t xml:space="preserve">, </w:t>
      </w:r>
      <w:r w:rsidRPr="009071AC">
        <w:t>et pendant ces temps de pénitence il en était réduit à emprunter de ci et de là une pièce de vingt francs</w:t>
      </w:r>
      <w:r w:rsidR="00F635DB">
        <w:t xml:space="preserve">, </w:t>
      </w:r>
      <w:r w:rsidRPr="009071AC">
        <w:t>qu</w:t>
      </w:r>
      <w:r w:rsidR="00F635DB">
        <w:t>’</w:t>
      </w:r>
      <w:r w:rsidRPr="009071AC">
        <w:t>il oubliait de rendre généralement</w:t>
      </w:r>
      <w:r w:rsidR="00F635DB">
        <w:t>.</w:t>
      </w:r>
    </w:p>
    <w:p w14:paraId="3A17CA3E" w14:textId="36257AE8" w:rsidR="00F635DB" w:rsidRDefault="00855694" w:rsidP="00F635DB">
      <w:r w:rsidRPr="009071AC">
        <w:t xml:space="preserve">Un frère de </w:t>
      </w:r>
      <w:r w:rsidR="00F635DB">
        <w:t>M</w:t>
      </w:r>
      <w:r w:rsidR="00F635DB" w:rsidRPr="00F635DB">
        <w:rPr>
          <w:vertAlign w:val="superscript"/>
        </w:rPr>
        <w:t>me</w:t>
      </w:r>
      <w:r w:rsidR="00F635DB">
        <w:t> de </w:t>
      </w:r>
      <w:proofErr w:type="spellStart"/>
      <w:r w:rsidRPr="009071AC">
        <w:t>Fondège</w:t>
      </w:r>
      <w:proofErr w:type="spellEnd"/>
      <w:r w:rsidR="00F635DB">
        <w:t xml:space="preserve">, </w:t>
      </w:r>
      <w:r w:rsidRPr="009071AC">
        <w:t>un lieutenant de vaisseau mort au Mexique</w:t>
      </w:r>
      <w:r w:rsidR="00F635DB">
        <w:t xml:space="preserve">, </w:t>
      </w:r>
      <w:r w:rsidRPr="009071AC">
        <w:t>l</w:t>
      </w:r>
      <w:r w:rsidR="00F635DB">
        <w:t>’</w:t>
      </w:r>
      <w:r w:rsidRPr="009071AC">
        <w:t xml:space="preserve">avait surnommée </w:t>
      </w:r>
      <w:r w:rsidR="00F635DB">
        <w:t>« M</w:t>
      </w:r>
      <w:r w:rsidR="00F635DB" w:rsidRPr="00F635DB">
        <w:rPr>
          <w:vertAlign w:val="superscript"/>
        </w:rPr>
        <w:t>me</w:t>
      </w:r>
      <w:r w:rsidR="00F635DB">
        <w:t> </w:t>
      </w:r>
      <w:r w:rsidRPr="009071AC">
        <w:t>Range-à-bord</w:t>
      </w:r>
      <w:r w:rsidR="00F635DB">
        <w:t>, »</w:t>
      </w:r>
      <w:r w:rsidRPr="009071AC">
        <w:t xml:space="preserve"> et ce sobriquet trivial que les matelots donnent aux officiers despotes et tatillons</w:t>
      </w:r>
      <w:r w:rsidR="00F635DB">
        <w:t xml:space="preserve">, </w:t>
      </w:r>
      <w:r w:rsidRPr="009071AC">
        <w:t>peignait merveilleusement son caractère</w:t>
      </w:r>
      <w:r w:rsidR="00F635DB">
        <w:t>…</w:t>
      </w:r>
    </w:p>
    <w:p w14:paraId="1F13C689" w14:textId="77777777" w:rsidR="00F635DB" w:rsidRDefault="00855694" w:rsidP="00F635DB">
      <w:r w:rsidRPr="009071AC">
        <w:t>Impérieuse</w:t>
      </w:r>
      <w:r w:rsidR="00F635DB">
        <w:t xml:space="preserve">, </w:t>
      </w:r>
      <w:r w:rsidRPr="009071AC">
        <w:t>elle l</w:t>
      </w:r>
      <w:r w:rsidR="00F635DB">
        <w:t>’</w:t>
      </w:r>
      <w:r w:rsidRPr="009071AC">
        <w:t>était à l</w:t>
      </w:r>
      <w:r w:rsidR="00F635DB">
        <w:t>’</w:t>
      </w:r>
      <w:r w:rsidRPr="009071AC">
        <w:t>excès</w:t>
      </w:r>
      <w:r w:rsidR="00F635DB">
        <w:t xml:space="preserve">, </w:t>
      </w:r>
      <w:r w:rsidRPr="009071AC">
        <w:t>et</w:t>
      </w:r>
      <w:r w:rsidR="00F635DB">
        <w:t xml:space="preserve">, </w:t>
      </w:r>
      <w:r w:rsidRPr="009071AC">
        <w:t>en outre</w:t>
      </w:r>
      <w:r w:rsidR="00F635DB">
        <w:t xml:space="preserve">, </w:t>
      </w:r>
      <w:r w:rsidRPr="009071AC">
        <w:t>irascible</w:t>
      </w:r>
      <w:r w:rsidR="00F635DB">
        <w:t xml:space="preserve">, </w:t>
      </w:r>
      <w:r w:rsidRPr="009071AC">
        <w:t>envieuse et rancunière</w:t>
      </w:r>
      <w:r w:rsidR="00F635DB">
        <w:t>.</w:t>
      </w:r>
    </w:p>
    <w:p w14:paraId="0A4743E0" w14:textId="3DB68B88" w:rsidR="00F635DB" w:rsidRDefault="00855694" w:rsidP="00F635DB">
      <w:r w:rsidRPr="009071AC">
        <w:t>Nul autant qu</w:t>
      </w:r>
      <w:r w:rsidR="00F635DB">
        <w:t>’</w:t>
      </w:r>
      <w:r w:rsidRPr="009071AC">
        <w:t>elle ne fit mentir le proverbe populaire</w:t>
      </w:r>
      <w:r w:rsidR="00F635DB">
        <w:t> : « </w:t>
      </w:r>
      <w:r w:rsidRPr="009071AC">
        <w:t>Tout gras</w:t>
      </w:r>
      <w:r w:rsidR="00F635DB">
        <w:t xml:space="preserve">, </w:t>
      </w:r>
      <w:r w:rsidRPr="009071AC">
        <w:t>tout bon</w:t>
      </w:r>
      <w:r w:rsidR="00F635DB">
        <w:t>. »</w:t>
      </w:r>
    </w:p>
    <w:p w14:paraId="21EF2169" w14:textId="77777777" w:rsidR="00F635DB" w:rsidRDefault="00855694" w:rsidP="00F635DB">
      <w:r w:rsidRPr="009071AC">
        <w:t>Le fiel et les rages dévorées en secret l</w:t>
      </w:r>
      <w:r w:rsidR="00F635DB">
        <w:t>’</w:t>
      </w:r>
      <w:r w:rsidRPr="009071AC">
        <w:t>avaient engraissée</w:t>
      </w:r>
      <w:r w:rsidR="00F635DB">
        <w:t> !…</w:t>
      </w:r>
    </w:p>
    <w:p w14:paraId="7DC8ADA5" w14:textId="0E9FDE92" w:rsidR="00F635DB" w:rsidRDefault="00855694" w:rsidP="00F635DB">
      <w:r w:rsidRPr="009071AC">
        <w:t>Mais</w:t>
      </w:r>
      <w:r w:rsidR="00F635DB">
        <w:t xml:space="preserve">, </w:t>
      </w:r>
      <w:r w:rsidRPr="009071AC">
        <w:t>en venant à l</w:t>
      </w:r>
      <w:r w:rsidR="00F635DB">
        <w:t>’</w:t>
      </w:r>
      <w:r w:rsidRPr="009071AC">
        <w:t xml:space="preserve">hôtel de </w:t>
      </w:r>
      <w:proofErr w:type="spellStart"/>
      <w:r w:rsidRPr="009071AC">
        <w:t>Chalusse</w:t>
      </w:r>
      <w:proofErr w:type="spellEnd"/>
      <w:r w:rsidR="00F635DB">
        <w:t>, M</w:t>
      </w:r>
      <w:r w:rsidR="00F635DB" w:rsidRPr="00F635DB">
        <w:rPr>
          <w:vertAlign w:val="superscript"/>
        </w:rPr>
        <w:t>me</w:t>
      </w:r>
      <w:r w:rsidR="00F635DB">
        <w:t> de </w:t>
      </w:r>
      <w:proofErr w:type="spellStart"/>
      <w:r w:rsidRPr="009071AC">
        <w:t>Fondège</w:t>
      </w:r>
      <w:proofErr w:type="spellEnd"/>
      <w:r w:rsidRPr="009071AC">
        <w:t xml:space="preserve"> s</w:t>
      </w:r>
      <w:r w:rsidR="00F635DB">
        <w:t>’</w:t>
      </w:r>
      <w:r w:rsidRPr="009071AC">
        <w:t>était grimée de douceur et de sensibilité</w:t>
      </w:r>
      <w:r w:rsidR="00F635DB">
        <w:t xml:space="preserve"> ; </w:t>
      </w:r>
      <w:r w:rsidRPr="009071AC">
        <w:t>ses yeux avaient des caresses inaccoutumées</w:t>
      </w:r>
      <w:r w:rsidR="00F635DB">
        <w:t xml:space="preserve">, </w:t>
      </w:r>
      <w:r w:rsidRPr="009071AC">
        <w:t>et lorsqu</w:t>
      </w:r>
      <w:r w:rsidR="00F635DB">
        <w:t>’</w:t>
      </w:r>
      <w:r w:rsidRPr="009071AC">
        <w:t>elle entra</w:t>
      </w:r>
      <w:r w:rsidR="00F635DB">
        <w:t xml:space="preserve">, </w:t>
      </w:r>
      <w:r w:rsidRPr="009071AC">
        <w:t>elle appuyait son mouchoir sur sa bouche comme pour comprimer des sanglots</w:t>
      </w:r>
      <w:r w:rsidR="00F635DB">
        <w:t>.</w:t>
      </w:r>
    </w:p>
    <w:p w14:paraId="0C1C61AE" w14:textId="019B40F5" w:rsidR="00F635DB" w:rsidRDefault="00855694" w:rsidP="00F635DB">
      <w:r w:rsidRPr="009071AC">
        <w:t>Le général</w:t>
      </w:r>
      <w:r w:rsidR="00F635DB">
        <w:t xml:space="preserve">, </w:t>
      </w:r>
      <w:r w:rsidRPr="009071AC">
        <w:t>aussitôt</w:t>
      </w:r>
      <w:r w:rsidR="00F635DB">
        <w:t xml:space="preserve">, </w:t>
      </w:r>
      <w:r w:rsidRPr="009071AC">
        <w:t>l</w:t>
      </w:r>
      <w:r w:rsidR="00F635DB">
        <w:t>’</w:t>
      </w:r>
      <w:r w:rsidRPr="009071AC">
        <w:t xml:space="preserve">attira vers </w:t>
      </w:r>
      <w:r w:rsidR="00F635DB">
        <w:t>M</w:t>
      </w:r>
      <w:r w:rsidR="00F635DB" w:rsidRPr="00F635DB">
        <w:rPr>
          <w:vertAlign w:val="superscript"/>
        </w:rPr>
        <w:t>lle</w:t>
      </w:r>
      <w:r w:rsidR="00F635DB">
        <w:t> </w:t>
      </w:r>
      <w:r w:rsidRPr="009071AC">
        <w:t>Marguerite</w:t>
      </w:r>
      <w:r w:rsidR="00F635DB">
        <w:t xml:space="preserve">, </w:t>
      </w:r>
      <w:r w:rsidRPr="009071AC">
        <w:t>et d</w:t>
      </w:r>
      <w:r w:rsidR="00F635DB">
        <w:t>’</w:t>
      </w:r>
      <w:r w:rsidRPr="009071AC">
        <w:t>un ton à la fois sentimental et solennel</w:t>
      </w:r>
      <w:r w:rsidR="00F635DB">
        <w:t> :</w:t>
      </w:r>
    </w:p>
    <w:p w14:paraId="0C94FEFC" w14:textId="77777777" w:rsidR="00F635DB" w:rsidRDefault="00F635DB" w:rsidP="00F635DB">
      <w:r>
        <w:lastRenderedPageBreak/>
        <w:t>— </w:t>
      </w:r>
      <w:r w:rsidR="00855694" w:rsidRPr="009071AC">
        <w:t>Chère Athénaïs</w:t>
      </w:r>
      <w:r>
        <w:t xml:space="preserve">, </w:t>
      </w:r>
      <w:r w:rsidR="00855694" w:rsidRPr="009071AC">
        <w:t>prononça-t-il</w:t>
      </w:r>
      <w:r>
        <w:t xml:space="preserve">, </w:t>
      </w:r>
      <w:r w:rsidR="00855694" w:rsidRPr="009071AC">
        <w:t>voici la fille de mon meilleur et de mon plus vieil ami</w:t>
      </w:r>
      <w:r>
        <w:t xml:space="preserve">… </w:t>
      </w:r>
      <w:r w:rsidR="00855694" w:rsidRPr="009071AC">
        <w:t>Je connais votre cœur</w:t>
      </w:r>
      <w:r>
        <w:t xml:space="preserve">… </w:t>
      </w:r>
      <w:r w:rsidR="00855694" w:rsidRPr="009071AC">
        <w:t>Je sais qu</w:t>
      </w:r>
      <w:r>
        <w:t>’</w:t>
      </w:r>
      <w:r w:rsidR="00855694" w:rsidRPr="009071AC">
        <w:t>elle trouvera en vous une seconde mère</w:t>
      </w:r>
      <w:r>
        <w:t>…</w:t>
      </w:r>
    </w:p>
    <w:p w14:paraId="5FD89AF5" w14:textId="31E16642" w:rsidR="00F635DB" w:rsidRDefault="00F635DB" w:rsidP="00F635DB">
      <w:r>
        <w:t>M</w:t>
      </w:r>
      <w:r w:rsidRPr="00F635DB">
        <w:rPr>
          <w:vertAlign w:val="superscript"/>
        </w:rPr>
        <w:t>lle</w:t>
      </w:r>
      <w:r>
        <w:t> </w:t>
      </w:r>
      <w:r w:rsidR="00855694" w:rsidRPr="009071AC">
        <w:t>Marguerite demeurait immobile et glacée</w:t>
      </w:r>
      <w:r>
        <w:t xml:space="preserve">… </w:t>
      </w:r>
      <w:r w:rsidR="00855694" w:rsidRPr="009071AC">
        <w:t xml:space="preserve">Persuadée que </w:t>
      </w:r>
      <w:r>
        <w:t>M</w:t>
      </w:r>
      <w:r w:rsidRPr="00F635DB">
        <w:rPr>
          <w:vertAlign w:val="superscript"/>
        </w:rPr>
        <w:t>me</w:t>
      </w:r>
      <w:r>
        <w:t> de </w:t>
      </w:r>
      <w:proofErr w:type="spellStart"/>
      <w:r w:rsidR="00855694" w:rsidRPr="009071AC">
        <w:t>Fondège</w:t>
      </w:r>
      <w:proofErr w:type="spellEnd"/>
      <w:r w:rsidR="00855694" w:rsidRPr="009071AC">
        <w:t xml:space="preserve"> allait se précipiter à son cou et l</w:t>
      </w:r>
      <w:r>
        <w:t>’</w:t>
      </w:r>
      <w:r w:rsidR="00855694" w:rsidRPr="009071AC">
        <w:t>embrasser</w:t>
      </w:r>
      <w:r>
        <w:t xml:space="preserve">, </w:t>
      </w:r>
      <w:r w:rsidR="00855694" w:rsidRPr="009071AC">
        <w:t>elle s</w:t>
      </w:r>
      <w:r>
        <w:t>’</w:t>
      </w:r>
      <w:r w:rsidR="00855694" w:rsidRPr="009071AC">
        <w:t>imposait la plus pénible contrainte pour dissimuler ses sensations</w:t>
      </w:r>
      <w:r>
        <w:t>.</w:t>
      </w:r>
    </w:p>
    <w:p w14:paraId="6B456820" w14:textId="77777777" w:rsidR="00F635DB" w:rsidRDefault="00855694" w:rsidP="00F635DB">
      <w:r w:rsidRPr="009071AC">
        <w:t>Elle s</w:t>
      </w:r>
      <w:r w:rsidR="00F635DB">
        <w:t>’</w:t>
      </w:r>
      <w:r w:rsidRPr="009071AC">
        <w:t>effrayait à tort</w:t>
      </w:r>
      <w:r w:rsidR="00F635DB">
        <w:t>.</w:t>
      </w:r>
    </w:p>
    <w:p w14:paraId="2287EF26" w14:textId="21A8216E" w:rsidR="00F635DB" w:rsidRDefault="00855694" w:rsidP="00F635DB">
      <w:r w:rsidRPr="009071AC">
        <w:t>L</w:t>
      </w:r>
      <w:r w:rsidR="00F635DB">
        <w:t>’</w:t>
      </w:r>
      <w:r w:rsidRPr="009071AC">
        <w:t xml:space="preserve">hypocrisie de </w:t>
      </w:r>
      <w:r w:rsidR="00F635DB">
        <w:t>« </w:t>
      </w:r>
      <w:r w:rsidRPr="009071AC">
        <w:t>la générale</w:t>
      </w:r>
      <w:r w:rsidR="00F635DB">
        <w:t> »</w:t>
      </w:r>
      <w:r w:rsidRPr="009071AC">
        <w:t xml:space="preserve"> était supérieure aux grossières manifestations de </w:t>
      </w:r>
      <w:r w:rsidR="00F635DB">
        <w:t>M</w:t>
      </w:r>
      <w:r w:rsidR="00F635DB" w:rsidRPr="00F635DB">
        <w:rPr>
          <w:vertAlign w:val="superscript"/>
        </w:rPr>
        <w:t>me</w:t>
      </w:r>
      <w:r w:rsidR="00F635DB">
        <w:t> </w:t>
      </w:r>
      <w:r w:rsidRPr="009071AC">
        <w:t>Léon</w:t>
      </w:r>
      <w:r w:rsidR="00F635DB">
        <w:t>.</w:t>
      </w:r>
    </w:p>
    <w:p w14:paraId="77C3735D" w14:textId="77777777" w:rsidR="00F635DB" w:rsidRDefault="00F635DB" w:rsidP="00F635DB">
      <w:r>
        <w:t>« </w:t>
      </w:r>
      <w:r w:rsidR="00855694" w:rsidRPr="009071AC">
        <w:t>La générale</w:t>
      </w:r>
      <w:r>
        <w:t> »</w:t>
      </w:r>
      <w:r w:rsidR="00855694" w:rsidRPr="009071AC">
        <w:t xml:space="preserve"> se contenta de lui serrer les mains avec une effusion convulsive</w:t>
      </w:r>
      <w:r>
        <w:t xml:space="preserve">, </w:t>
      </w:r>
      <w:r w:rsidR="00855694" w:rsidRPr="009071AC">
        <w:t>tout en répétant d</w:t>
      </w:r>
      <w:r>
        <w:t>’</w:t>
      </w:r>
      <w:r w:rsidR="00855694" w:rsidRPr="009071AC">
        <w:t>un ton pénétré et les yeux levés au ciel</w:t>
      </w:r>
      <w:r>
        <w:t> :</w:t>
      </w:r>
    </w:p>
    <w:p w14:paraId="14F737E7" w14:textId="77777777" w:rsidR="00F635DB" w:rsidRDefault="00F635DB" w:rsidP="00F635DB">
      <w:r>
        <w:t>— </w:t>
      </w:r>
      <w:r w:rsidR="00855694" w:rsidRPr="009071AC">
        <w:t>Quel malheur</w:t>
      </w:r>
      <w:r>
        <w:t xml:space="preserve"> !… </w:t>
      </w:r>
      <w:r w:rsidR="00855694" w:rsidRPr="009071AC">
        <w:t>Si jeune</w:t>
      </w:r>
      <w:r>
        <w:t xml:space="preserve"> !… </w:t>
      </w:r>
      <w:r w:rsidR="00855694" w:rsidRPr="009071AC">
        <w:t>Tout à coup</w:t>
      </w:r>
      <w:r>
        <w:t xml:space="preserve"> !… </w:t>
      </w:r>
      <w:r w:rsidR="00855694" w:rsidRPr="009071AC">
        <w:t>c</w:t>
      </w:r>
      <w:r>
        <w:t>’</w:t>
      </w:r>
      <w:r w:rsidR="00855694" w:rsidRPr="009071AC">
        <w:t>est affreux</w:t>
      </w:r>
      <w:r>
        <w:t> !…</w:t>
      </w:r>
    </w:p>
    <w:p w14:paraId="076E892E" w14:textId="77777777" w:rsidR="00F635DB" w:rsidRDefault="00855694" w:rsidP="00F635DB">
      <w:r w:rsidRPr="009071AC">
        <w:t>Et comme elle n</w:t>
      </w:r>
      <w:r w:rsidR="00F635DB">
        <w:t>’</w:t>
      </w:r>
      <w:r w:rsidRPr="009071AC">
        <w:t>obtenait pas de réponse</w:t>
      </w:r>
      <w:r w:rsidR="00F635DB">
        <w:t xml:space="preserve">, </w:t>
      </w:r>
      <w:r w:rsidRPr="009071AC">
        <w:t>d</w:t>
      </w:r>
      <w:r w:rsidR="00F635DB">
        <w:t>’</w:t>
      </w:r>
      <w:r w:rsidRPr="009071AC">
        <w:t>un air de dignité triste</w:t>
      </w:r>
      <w:r w:rsidR="00F635DB">
        <w:t xml:space="preserve">, </w:t>
      </w:r>
      <w:r w:rsidRPr="009071AC">
        <w:t>elle ajouta</w:t>
      </w:r>
      <w:r w:rsidR="00F635DB">
        <w:t> :</w:t>
      </w:r>
    </w:p>
    <w:p w14:paraId="043A6EE3" w14:textId="77777777" w:rsidR="00F635DB" w:rsidRDefault="00F635DB" w:rsidP="00F635DB">
      <w:r>
        <w:t>— </w:t>
      </w:r>
      <w:r w:rsidR="00855694" w:rsidRPr="009071AC">
        <w:t>Je n</w:t>
      </w:r>
      <w:r>
        <w:t>’</w:t>
      </w:r>
      <w:r w:rsidR="00855694" w:rsidRPr="009071AC">
        <w:t>ose vous demander toute votre confiance</w:t>
      </w:r>
      <w:r>
        <w:t xml:space="preserve">, </w:t>
      </w:r>
      <w:r w:rsidR="00855694" w:rsidRPr="009071AC">
        <w:t>chère et malheureuse enfant</w:t>
      </w:r>
      <w:r>
        <w:t xml:space="preserve">… </w:t>
      </w:r>
      <w:r w:rsidR="00855694" w:rsidRPr="009071AC">
        <w:t>La confiance ne peut naître que de longues relations et d</w:t>
      </w:r>
      <w:r>
        <w:t>’</w:t>
      </w:r>
      <w:r w:rsidR="00855694" w:rsidRPr="009071AC">
        <w:t>une mutuelle estime</w:t>
      </w:r>
      <w:r>
        <w:t xml:space="preserve">… </w:t>
      </w:r>
      <w:r w:rsidR="00855694" w:rsidRPr="009071AC">
        <w:t>Vous apprendrez à me connaître</w:t>
      </w:r>
      <w:r>
        <w:t xml:space="preserve">… </w:t>
      </w:r>
      <w:r w:rsidR="00855694" w:rsidRPr="009071AC">
        <w:t>Ce doux nom de mère</w:t>
      </w:r>
      <w:r>
        <w:t xml:space="preserve">, </w:t>
      </w:r>
      <w:r w:rsidR="00855694" w:rsidRPr="009071AC">
        <w:t>vous me le donnerez quand je l</w:t>
      </w:r>
      <w:r>
        <w:t>’</w:t>
      </w:r>
      <w:r w:rsidR="00855694" w:rsidRPr="009071AC">
        <w:t>aurai mérité</w:t>
      </w:r>
      <w:r>
        <w:t>…</w:t>
      </w:r>
    </w:p>
    <w:p w14:paraId="6FC05B5C" w14:textId="77777777" w:rsidR="00F635DB" w:rsidRDefault="00855694" w:rsidP="00F635DB">
      <w:r w:rsidRPr="009071AC">
        <w:t>Resté un peu à l</w:t>
      </w:r>
      <w:r w:rsidR="00F635DB">
        <w:t>’</w:t>
      </w:r>
      <w:r w:rsidRPr="009071AC">
        <w:t>écart</w:t>
      </w:r>
      <w:r w:rsidR="00F635DB">
        <w:t xml:space="preserve">, </w:t>
      </w:r>
      <w:r w:rsidRPr="009071AC">
        <w:t>le général écoutait en homme dressé à admirer sa femme et payé pour bien savoir ce dont elle était capable</w:t>
      </w:r>
      <w:r w:rsidR="00F635DB">
        <w:t>…</w:t>
      </w:r>
    </w:p>
    <w:p w14:paraId="13458B60" w14:textId="77777777" w:rsidR="00F635DB" w:rsidRDefault="00F635DB" w:rsidP="00F635DB">
      <w:r>
        <w:t>— </w:t>
      </w:r>
      <w:r w:rsidR="00855694" w:rsidRPr="009071AC">
        <w:t>Voilà la glace rompue</w:t>
      </w:r>
      <w:r>
        <w:t xml:space="preserve">, </w:t>
      </w:r>
      <w:r w:rsidR="00855694" w:rsidRPr="009071AC">
        <w:t>pensait-il</w:t>
      </w:r>
      <w:r>
        <w:t xml:space="preserve">… </w:t>
      </w:r>
      <w:r w:rsidR="00855694" w:rsidRPr="009071AC">
        <w:t>ce sera bien le diable si Athénaïs ne fait pas tout ce qu</w:t>
      </w:r>
      <w:r>
        <w:t>’</w:t>
      </w:r>
      <w:r w:rsidR="00855694" w:rsidRPr="009071AC">
        <w:t>elle voudra de cette petite sauvage</w:t>
      </w:r>
      <w:r>
        <w:t> !…</w:t>
      </w:r>
    </w:p>
    <w:p w14:paraId="29BBB4DB" w14:textId="455E08D9" w:rsidR="00F635DB" w:rsidRDefault="00855694" w:rsidP="00F635DB">
      <w:r w:rsidRPr="009071AC">
        <w:lastRenderedPageBreak/>
        <w:t>Ses espérances se reflétaient si joyeusement sur sa physionomie</w:t>
      </w:r>
      <w:r w:rsidR="00F635DB">
        <w:t xml:space="preserve">, </w:t>
      </w:r>
      <w:r w:rsidRPr="009071AC">
        <w:t xml:space="preserve">que </w:t>
      </w:r>
      <w:r w:rsidR="00F635DB">
        <w:t>M</w:t>
      </w:r>
      <w:r w:rsidR="00F635DB" w:rsidRPr="00F635DB">
        <w:rPr>
          <w:vertAlign w:val="superscript"/>
        </w:rPr>
        <w:t>me</w:t>
      </w:r>
      <w:r w:rsidR="00F635DB">
        <w:t> </w:t>
      </w:r>
      <w:r w:rsidRPr="009071AC">
        <w:t>Léon</w:t>
      </w:r>
      <w:r w:rsidR="00F635DB">
        <w:t xml:space="preserve">, </w:t>
      </w:r>
      <w:r w:rsidRPr="009071AC">
        <w:t>qui le guettait du coin de l</w:t>
      </w:r>
      <w:r w:rsidR="00F635DB">
        <w:t>’</w:t>
      </w:r>
      <w:r w:rsidRPr="009071AC">
        <w:t>œil</w:t>
      </w:r>
      <w:r w:rsidR="00F635DB">
        <w:t xml:space="preserve">, </w:t>
      </w:r>
      <w:r w:rsidRPr="009071AC">
        <w:t>en fut toute saisie</w:t>
      </w:r>
      <w:r w:rsidR="00F635DB">
        <w:t>.</w:t>
      </w:r>
    </w:p>
    <w:p w14:paraId="662B8FCB" w14:textId="77777777" w:rsidR="00F635DB" w:rsidRDefault="00F635DB" w:rsidP="00F635DB">
      <w:r>
        <w:t>— </w:t>
      </w:r>
      <w:r w:rsidR="00855694" w:rsidRPr="009071AC">
        <w:t>Ah</w:t>
      </w:r>
      <w:r>
        <w:t xml:space="preserve"> ! </w:t>
      </w:r>
      <w:r w:rsidR="00855694" w:rsidRPr="009071AC">
        <w:t>doux Jésus</w:t>
      </w:r>
      <w:r>
        <w:t xml:space="preserve"> !… </w:t>
      </w:r>
      <w:r w:rsidR="00855694" w:rsidRPr="009071AC">
        <w:t>se dit-elle</w:t>
      </w:r>
      <w:r>
        <w:t xml:space="preserve">, </w:t>
      </w:r>
      <w:r w:rsidR="00855694" w:rsidRPr="009071AC">
        <w:t>que veulent donc ces gens-ci</w:t>
      </w:r>
      <w:r>
        <w:t xml:space="preserve">, </w:t>
      </w:r>
      <w:r w:rsidR="00855694" w:rsidRPr="009071AC">
        <w:t>et que signifient toutes ces tendresses</w:t>
      </w:r>
      <w:r>
        <w:t xml:space="preserve"> ? </w:t>
      </w:r>
      <w:r w:rsidR="00855694" w:rsidRPr="009071AC">
        <w:t>Ma foi</w:t>
      </w:r>
      <w:r>
        <w:t xml:space="preserve">, </w:t>
      </w:r>
      <w:r w:rsidR="00855694" w:rsidRPr="009071AC">
        <w:t>tant pis</w:t>
      </w:r>
      <w:r>
        <w:t xml:space="preserve"> ! </w:t>
      </w:r>
      <w:r w:rsidR="00855694" w:rsidRPr="009071AC">
        <w:t>il faut que je prévienne</w:t>
      </w:r>
      <w:r>
        <w:t>.</w:t>
      </w:r>
    </w:p>
    <w:p w14:paraId="7BF03558" w14:textId="77777777" w:rsidR="00F635DB" w:rsidRDefault="00855694" w:rsidP="00F635DB">
      <w:r w:rsidRPr="009071AC">
        <w:t>Et persuadée que personne ne l</w:t>
      </w:r>
      <w:r w:rsidR="00F635DB">
        <w:t>’</w:t>
      </w:r>
      <w:r w:rsidRPr="009071AC">
        <w:t>observait</w:t>
      </w:r>
      <w:r w:rsidR="00F635DB">
        <w:t xml:space="preserve">, </w:t>
      </w:r>
      <w:r w:rsidRPr="009071AC">
        <w:t>elle se coula sans bruit jusqu</w:t>
      </w:r>
      <w:r w:rsidR="00F635DB">
        <w:t>’</w:t>
      </w:r>
      <w:r w:rsidRPr="009071AC">
        <w:t>à la porte et sortit vivement</w:t>
      </w:r>
      <w:r w:rsidR="00F635DB">
        <w:t>.</w:t>
      </w:r>
    </w:p>
    <w:p w14:paraId="0906F003" w14:textId="6FE4C5E1" w:rsidR="00F635DB" w:rsidRDefault="00855694" w:rsidP="00F635DB">
      <w:r w:rsidRPr="009071AC">
        <w:t xml:space="preserve">Mais </w:t>
      </w:r>
      <w:r w:rsidR="00F635DB">
        <w:t>M</w:t>
      </w:r>
      <w:r w:rsidR="00F635DB" w:rsidRPr="00F635DB">
        <w:rPr>
          <w:vertAlign w:val="superscript"/>
        </w:rPr>
        <w:t>lle</w:t>
      </w:r>
      <w:r w:rsidR="00F635DB">
        <w:t> </w:t>
      </w:r>
      <w:r w:rsidRPr="009071AC">
        <w:t>Marguerite veillait</w:t>
      </w:r>
      <w:r w:rsidR="00F635DB">
        <w:t>.</w:t>
      </w:r>
    </w:p>
    <w:p w14:paraId="25CB85E5" w14:textId="77777777" w:rsidR="00F635DB" w:rsidRDefault="00855694" w:rsidP="00F635DB">
      <w:r w:rsidRPr="009071AC">
        <w:t>Résolue à pénétrer l</w:t>
      </w:r>
      <w:r w:rsidR="00F635DB">
        <w:t>’</w:t>
      </w:r>
      <w:r w:rsidRPr="009071AC">
        <w:t>intrigue encore inexplicable qui s</w:t>
      </w:r>
      <w:r w:rsidR="00F635DB">
        <w:t>’</w:t>
      </w:r>
      <w:r w:rsidRPr="009071AC">
        <w:t>agitait autour d</w:t>
      </w:r>
      <w:r w:rsidR="00F635DB">
        <w:t>’</w:t>
      </w:r>
      <w:r w:rsidRPr="009071AC">
        <w:t>elle</w:t>
      </w:r>
      <w:r w:rsidR="00F635DB">
        <w:t xml:space="preserve">, </w:t>
      </w:r>
      <w:r w:rsidRPr="009071AC">
        <w:t>et à la déjouer</w:t>
      </w:r>
      <w:r w:rsidR="00F635DB">
        <w:t xml:space="preserve">, </w:t>
      </w:r>
      <w:r w:rsidRPr="009071AC">
        <w:t>elle avait compris que tout dépendait de son attention à saisir</w:t>
      </w:r>
      <w:r w:rsidR="00F635DB">
        <w:t xml:space="preserve">, </w:t>
      </w:r>
      <w:r w:rsidRPr="009071AC">
        <w:t>pour en profiter</w:t>
      </w:r>
      <w:r w:rsidR="00F635DB">
        <w:t xml:space="preserve">, </w:t>
      </w:r>
      <w:r w:rsidRPr="009071AC">
        <w:t>les plus futiles indices</w:t>
      </w:r>
      <w:r w:rsidR="00F635DB">
        <w:t>.</w:t>
      </w:r>
    </w:p>
    <w:p w14:paraId="23CE793F" w14:textId="0ABB3007" w:rsidR="00F635DB" w:rsidRDefault="00855694" w:rsidP="00F635DB">
      <w:r w:rsidRPr="009071AC">
        <w:t>Or</w:t>
      </w:r>
      <w:r w:rsidR="00F635DB">
        <w:t xml:space="preserve">, </w:t>
      </w:r>
      <w:r w:rsidRPr="009071AC">
        <w:t>elle avait surpris le triomphant sourire du général et la grimace d</w:t>
      </w:r>
      <w:r w:rsidR="00F635DB">
        <w:t>’</w:t>
      </w:r>
      <w:r w:rsidRPr="009071AC">
        <w:t xml:space="preserve">inquiétude que ce sourire avait arraché à </w:t>
      </w:r>
      <w:r w:rsidR="00F635DB">
        <w:t>M</w:t>
      </w:r>
      <w:r w:rsidR="00F635DB" w:rsidRPr="00F635DB">
        <w:rPr>
          <w:vertAlign w:val="superscript"/>
        </w:rPr>
        <w:t>me</w:t>
      </w:r>
      <w:r w:rsidR="00F635DB">
        <w:t> </w:t>
      </w:r>
      <w:r w:rsidRPr="009071AC">
        <w:t>Léon</w:t>
      </w:r>
      <w:r w:rsidR="00F635DB">
        <w:t>.</w:t>
      </w:r>
    </w:p>
    <w:p w14:paraId="1000EA2D" w14:textId="7178C852" w:rsidR="00F635DB" w:rsidRDefault="00855694" w:rsidP="00F635DB">
      <w:r w:rsidRPr="009071AC">
        <w:t>Voyant s</w:t>
      </w:r>
      <w:r w:rsidR="00F635DB">
        <w:t>’</w:t>
      </w:r>
      <w:r w:rsidRPr="009071AC">
        <w:t>éloigner cette dernière furtivement</w:t>
      </w:r>
      <w:r w:rsidR="00F635DB">
        <w:t>, M</w:t>
      </w:r>
      <w:r w:rsidR="00F635DB" w:rsidRPr="00F635DB">
        <w:rPr>
          <w:vertAlign w:val="superscript"/>
        </w:rPr>
        <w:t>lle</w:t>
      </w:r>
      <w:r w:rsidR="00F635DB">
        <w:t> </w:t>
      </w:r>
      <w:r w:rsidRPr="009071AC">
        <w:t>Marguerite comprit bien que ce n</w:t>
      </w:r>
      <w:r w:rsidR="00F635DB">
        <w:t>’</w:t>
      </w:r>
      <w:r w:rsidRPr="009071AC">
        <w:t>était pas sans quelque raison grave</w:t>
      </w:r>
      <w:r w:rsidR="00F635DB">
        <w:t>.</w:t>
      </w:r>
    </w:p>
    <w:p w14:paraId="263D25AE" w14:textId="77777777" w:rsidR="00F635DB" w:rsidRDefault="00855694" w:rsidP="00F635DB">
      <w:r w:rsidRPr="009071AC">
        <w:t>C</w:t>
      </w:r>
      <w:r w:rsidR="00F635DB">
        <w:t>’</w:t>
      </w:r>
      <w:r w:rsidRPr="009071AC">
        <w:t>est pourquoi</w:t>
      </w:r>
      <w:r w:rsidR="00F635DB">
        <w:t xml:space="preserve">, </w:t>
      </w:r>
      <w:r w:rsidRPr="009071AC">
        <w:t>sans s</w:t>
      </w:r>
      <w:r w:rsidR="00F635DB">
        <w:t>’</w:t>
      </w:r>
      <w:r w:rsidRPr="009071AC">
        <w:t>inquiéter des convenances</w:t>
      </w:r>
      <w:r w:rsidR="00F635DB">
        <w:t> :</w:t>
      </w:r>
    </w:p>
    <w:p w14:paraId="04329038" w14:textId="5C5A324A" w:rsidR="00F635DB" w:rsidRDefault="00F635DB" w:rsidP="00F635DB">
      <w:r>
        <w:t>— </w:t>
      </w:r>
      <w:r w:rsidR="00855694" w:rsidRPr="009071AC">
        <w:t>Excusez-moi une seconde</w:t>
      </w:r>
      <w:r>
        <w:t xml:space="preserve">, </w:t>
      </w:r>
      <w:r w:rsidR="00855694" w:rsidRPr="009071AC">
        <w:t xml:space="preserve">dit-elle à </w:t>
      </w:r>
      <w:r>
        <w:t>M. </w:t>
      </w:r>
      <w:r w:rsidR="00855694" w:rsidRPr="009071AC">
        <w:t xml:space="preserve">et à </w:t>
      </w:r>
      <w:r>
        <w:t>M</w:t>
      </w:r>
      <w:r w:rsidRPr="00F635DB">
        <w:rPr>
          <w:vertAlign w:val="superscript"/>
        </w:rPr>
        <w:t>me</w:t>
      </w:r>
      <w:r>
        <w:t> de </w:t>
      </w:r>
      <w:proofErr w:type="spellStart"/>
      <w:r w:rsidR="00855694" w:rsidRPr="009071AC">
        <w:t>Fondège</w:t>
      </w:r>
      <w:proofErr w:type="spellEnd"/>
      <w:r>
        <w:t>.</w:t>
      </w:r>
    </w:p>
    <w:p w14:paraId="223D20BB" w14:textId="77777777" w:rsidR="00F635DB" w:rsidRDefault="00855694" w:rsidP="00F635DB">
      <w:r w:rsidRPr="009071AC">
        <w:t>Et les laissant confondus</w:t>
      </w:r>
      <w:r w:rsidR="00F635DB">
        <w:t xml:space="preserve">, </w:t>
      </w:r>
      <w:r w:rsidRPr="009071AC">
        <w:t>elle s</w:t>
      </w:r>
      <w:r w:rsidR="00F635DB">
        <w:t>’</w:t>
      </w:r>
      <w:r w:rsidRPr="009071AC">
        <w:t>élança dehors</w:t>
      </w:r>
      <w:r w:rsidR="00F635DB">
        <w:t>.</w:t>
      </w:r>
    </w:p>
    <w:p w14:paraId="6B5FD03F" w14:textId="77777777" w:rsidR="00F635DB" w:rsidRDefault="00855694" w:rsidP="00F635DB">
      <w:r w:rsidRPr="009071AC">
        <w:t>Ah</w:t>
      </w:r>
      <w:r w:rsidR="00F635DB">
        <w:t xml:space="preserve"> !… </w:t>
      </w:r>
      <w:r w:rsidRPr="009071AC">
        <w:t>elle n</w:t>
      </w:r>
      <w:r w:rsidR="00F635DB">
        <w:t>’</w:t>
      </w:r>
      <w:r w:rsidRPr="009071AC">
        <w:t>eut pas besoin d</w:t>
      </w:r>
      <w:r w:rsidR="00F635DB">
        <w:t>’</w:t>
      </w:r>
      <w:r w:rsidRPr="009071AC">
        <w:t>aller loin</w:t>
      </w:r>
      <w:r w:rsidR="00F635DB">
        <w:t xml:space="preserve">. </w:t>
      </w:r>
      <w:r w:rsidRPr="009071AC">
        <w:t>S</w:t>
      </w:r>
      <w:r w:rsidR="00F635DB">
        <w:t>’</w:t>
      </w:r>
      <w:r w:rsidRPr="009071AC">
        <w:t>étant penchée au-dessus de la rampe</w:t>
      </w:r>
      <w:r w:rsidR="00F635DB">
        <w:t xml:space="preserve">, </w:t>
      </w:r>
      <w:r w:rsidRPr="009071AC">
        <w:t xml:space="preserve">elle aperçut dans le vestibule la femme de charge et le marquis de </w:t>
      </w:r>
      <w:proofErr w:type="spellStart"/>
      <w:r w:rsidRPr="009071AC">
        <w:t>Valorsay</w:t>
      </w:r>
      <w:proofErr w:type="spellEnd"/>
      <w:r w:rsidRPr="009071AC">
        <w:t xml:space="preserve"> qui causaient</w:t>
      </w:r>
      <w:r w:rsidR="00F635DB">
        <w:t xml:space="preserve">, </w:t>
      </w:r>
      <w:r w:rsidRPr="009071AC">
        <w:t>lui flegmatique et hautain comme d</w:t>
      </w:r>
      <w:r w:rsidR="00F635DB">
        <w:t>’</w:t>
      </w:r>
      <w:r w:rsidRPr="009071AC">
        <w:t>ordinaire</w:t>
      </w:r>
      <w:r w:rsidR="00F635DB">
        <w:t xml:space="preserve">, </w:t>
      </w:r>
      <w:r w:rsidRPr="009071AC">
        <w:t>elle assez animée</w:t>
      </w:r>
      <w:r w:rsidR="00F635DB">
        <w:t>…</w:t>
      </w:r>
    </w:p>
    <w:p w14:paraId="01B381F0" w14:textId="095AE64B" w:rsidR="00F635DB" w:rsidRDefault="00855694" w:rsidP="00F635DB">
      <w:r w:rsidRPr="009071AC">
        <w:lastRenderedPageBreak/>
        <w:t xml:space="preserve">Il tombait sous le sens que </w:t>
      </w:r>
      <w:r w:rsidR="00F635DB">
        <w:t>M</w:t>
      </w:r>
      <w:r w:rsidR="00F635DB" w:rsidRPr="00F635DB">
        <w:rPr>
          <w:vertAlign w:val="superscript"/>
        </w:rPr>
        <w:t>me</w:t>
      </w:r>
      <w:r w:rsidR="00F635DB">
        <w:t> </w:t>
      </w:r>
      <w:r w:rsidRPr="009071AC">
        <w:t>Léon s</w:t>
      </w:r>
      <w:r w:rsidR="00F635DB">
        <w:t>’</w:t>
      </w:r>
      <w:r w:rsidRPr="009071AC">
        <w:t xml:space="preserve">était doutée que le marquis serait parmi les gens arrivés des premiers pour le convoi de </w:t>
      </w:r>
      <w:r w:rsidR="00F635DB">
        <w:t>M. de </w:t>
      </w:r>
      <w:proofErr w:type="spellStart"/>
      <w:r w:rsidRPr="009071AC">
        <w:t>Chalusse</w:t>
      </w:r>
      <w:proofErr w:type="spellEnd"/>
      <w:r w:rsidR="00F635DB">
        <w:t xml:space="preserve">, </w:t>
      </w:r>
      <w:r w:rsidRPr="009071AC">
        <w:t>qu</w:t>
      </w:r>
      <w:r w:rsidR="00F635DB">
        <w:t>’</w:t>
      </w:r>
      <w:r w:rsidRPr="009071AC">
        <w:t>elle l</w:t>
      </w:r>
      <w:r w:rsidR="00F635DB">
        <w:t>’</w:t>
      </w:r>
      <w:r w:rsidRPr="009071AC">
        <w:t>avait fait demander et qu</w:t>
      </w:r>
      <w:r w:rsidR="00F635DB">
        <w:t>’</w:t>
      </w:r>
      <w:r w:rsidRPr="009071AC">
        <w:t>elle l</w:t>
      </w:r>
      <w:r w:rsidR="00F635DB">
        <w:t>’</w:t>
      </w:r>
      <w:r w:rsidRPr="009071AC">
        <w:t xml:space="preserve">avertissait de la présence de </w:t>
      </w:r>
      <w:r w:rsidR="00F635DB">
        <w:t>M</w:t>
      </w:r>
      <w:r w:rsidR="00F635DB" w:rsidRPr="00F635DB">
        <w:rPr>
          <w:vertAlign w:val="superscript"/>
        </w:rPr>
        <w:t>me</w:t>
      </w:r>
      <w:r w:rsidR="00F635DB">
        <w:t> de </w:t>
      </w:r>
      <w:proofErr w:type="spellStart"/>
      <w:r w:rsidRPr="009071AC">
        <w:t>Fondège</w:t>
      </w:r>
      <w:proofErr w:type="spellEnd"/>
      <w:r w:rsidR="00F635DB">
        <w:t>.</w:t>
      </w:r>
    </w:p>
    <w:p w14:paraId="4EBF07A2" w14:textId="1C681C55" w:rsidR="00F635DB" w:rsidRDefault="00855694" w:rsidP="00F635DB">
      <w:r w:rsidRPr="009071AC">
        <w:t>Toutes ces circonstances étaient bien peu de chose</w:t>
      </w:r>
      <w:r w:rsidR="00F635DB">
        <w:t xml:space="preserve">. </w:t>
      </w:r>
      <w:r w:rsidRPr="009071AC">
        <w:t>Mais ce sont les riens qui</w:t>
      </w:r>
      <w:r w:rsidR="00F635DB">
        <w:t xml:space="preserve">, </w:t>
      </w:r>
      <w:r w:rsidRPr="009071AC">
        <w:t>le plus souvent</w:t>
      </w:r>
      <w:r w:rsidR="00F635DB">
        <w:t xml:space="preserve">, </w:t>
      </w:r>
      <w:r w:rsidRPr="009071AC">
        <w:t>décident de la vie</w:t>
      </w:r>
      <w:r w:rsidR="00F635DB">
        <w:t xml:space="preserve">… </w:t>
      </w:r>
      <w:r w:rsidRPr="009071AC">
        <w:t>Ces riens</w:t>
      </w:r>
      <w:r w:rsidR="00F635DB">
        <w:t xml:space="preserve">, </w:t>
      </w:r>
      <w:r w:rsidRPr="009071AC">
        <w:t>d</w:t>
      </w:r>
      <w:r w:rsidR="00F635DB">
        <w:t>’</w:t>
      </w:r>
      <w:r w:rsidRPr="009071AC">
        <w:t>ailleurs</w:t>
      </w:r>
      <w:r w:rsidR="00F635DB">
        <w:t xml:space="preserve">, </w:t>
      </w:r>
      <w:r w:rsidRPr="009071AC">
        <w:t xml:space="preserve">étaient pour </w:t>
      </w:r>
      <w:r w:rsidR="00F635DB">
        <w:t>M</w:t>
      </w:r>
      <w:r w:rsidR="00F635DB" w:rsidRPr="00F635DB">
        <w:rPr>
          <w:vertAlign w:val="superscript"/>
        </w:rPr>
        <w:t>lle</w:t>
      </w:r>
      <w:r w:rsidR="00F635DB">
        <w:t> </w:t>
      </w:r>
      <w:r w:rsidRPr="009071AC">
        <w:t>Marguerite autant de lueurs dans les ténèbres</w:t>
      </w:r>
      <w:r w:rsidR="00F635DB">
        <w:t xml:space="preserve">, </w:t>
      </w:r>
      <w:r w:rsidRPr="009071AC">
        <w:t>autant de bouts du fil qui pouvait la conduire à la vérité</w:t>
      </w:r>
      <w:r w:rsidR="00F635DB">
        <w:t>.</w:t>
      </w:r>
    </w:p>
    <w:p w14:paraId="0ED37F41" w14:textId="7C935EB1" w:rsidR="00F635DB" w:rsidRDefault="00855694" w:rsidP="00F635DB">
      <w:r w:rsidRPr="009071AC">
        <w:t xml:space="preserve">Ils lui prouvaient que les intérêts de </w:t>
      </w:r>
      <w:r w:rsidR="00F635DB">
        <w:t>M. de </w:t>
      </w:r>
      <w:proofErr w:type="spellStart"/>
      <w:r w:rsidRPr="009071AC">
        <w:t>Fondège</w:t>
      </w:r>
      <w:proofErr w:type="spellEnd"/>
      <w:r w:rsidRPr="009071AC">
        <w:t xml:space="preserve"> et de </w:t>
      </w:r>
      <w:r w:rsidR="00F635DB">
        <w:t>M. de </w:t>
      </w:r>
      <w:proofErr w:type="spellStart"/>
      <w:r w:rsidRPr="009071AC">
        <w:t>Valorsay</w:t>
      </w:r>
      <w:proofErr w:type="spellEnd"/>
      <w:r w:rsidRPr="009071AC">
        <w:t xml:space="preserve"> étaient opposés</w:t>
      </w:r>
      <w:r w:rsidR="00F635DB">
        <w:t xml:space="preserve">, </w:t>
      </w:r>
      <w:r w:rsidRPr="009071AC">
        <w:t>qu</w:t>
      </w:r>
      <w:r w:rsidR="00F635DB">
        <w:t>’</w:t>
      </w:r>
      <w:r w:rsidRPr="009071AC">
        <w:t>ils devaient s</w:t>
      </w:r>
      <w:r w:rsidR="00F635DB">
        <w:t>’</w:t>
      </w:r>
      <w:r w:rsidRPr="009071AC">
        <w:t>exécrer</w:t>
      </w:r>
      <w:r w:rsidR="00F635DB">
        <w:t xml:space="preserve">, </w:t>
      </w:r>
      <w:r w:rsidRPr="009071AC">
        <w:t>par conséquent</w:t>
      </w:r>
      <w:r w:rsidR="00F635DB">
        <w:t xml:space="preserve">, </w:t>
      </w:r>
      <w:r w:rsidRPr="009071AC">
        <w:t>et qu</w:t>
      </w:r>
      <w:r w:rsidR="00F635DB">
        <w:t>’</w:t>
      </w:r>
      <w:r w:rsidRPr="009071AC">
        <w:t>avec un peu de patience on pourrait utiliser chacun d</w:t>
      </w:r>
      <w:r w:rsidR="00F635DB">
        <w:t>’</w:t>
      </w:r>
      <w:r w:rsidRPr="009071AC">
        <w:t>eux contre l</w:t>
      </w:r>
      <w:r w:rsidR="00F635DB">
        <w:t>’</w:t>
      </w:r>
      <w:r w:rsidRPr="009071AC">
        <w:t>autre</w:t>
      </w:r>
      <w:r w:rsidR="00F635DB">
        <w:t>…</w:t>
      </w:r>
    </w:p>
    <w:p w14:paraId="5005D114" w14:textId="17954F93" w:rsidR="00F635DB" w:rsidRDefault="00855694" w:rsidP="00F635DB">
      <w:r w:rsidRPr="009071AC">
        <w:t>Ils lui affirmaient aussi que c</w:t>
      </w:r>
      <w:r w:rsidR="00F635DB">
        <w:t>’</w:t>
      </w:r>
      <w:r w:rsidRPr="009071AC">
        <w:t xml:space="preserve">était pour le compte de </w:t>
      </w:r>
      <w:r w:rsidR="00F635DB">
        <w:t>M. de </w:t>
      </w:r>
      <w:proofErr w:type="spellStart"/>
      <w:r w:rsidRPr="009071AC">
        <w:t>Valorsay</w:t>
      </w:r>
      <w:proofErr w:type="spellEnd"/>
      <w:r w:rsidRPr="009071AC">
        <w:t xml:space="preserve"> que </w:t>
      </w:r>
      <w:r w:rsidR="00F635DB">
        <w:t>M</w:t>
      </w:r>
      <w:r w:rsidR="00F635DB" w:rsidRPr="00F635DB">
        <w:rPr>
          <w:vertAlign w:val="superscript"/>
        </w:rPr>
        <w:t>me</w:t>
      </w:r>
      <w:r w:rsidR="00F635DB">
        <w:t> </w:t>
      </w:r>
      <w:r w:rsidRPr="009071AC">
        <w:t>Léon l</w:t>
      </w:r>
      <w:r w:rsidR="00F635DB">
        <w:t>’</w:t>
      </w:r>
      <w:r w:rsidRPr="009071AC">
        <w:t>espionnait</w:t>
      </w:r>
      <w:r w:rsidR="00F635DB">
        <w:t xml:space="preserve">, </w:t>
      </w:r>
      <w:r w:rsidRPr="009071AC">
        <w:t>et que</w:t>
      </w:r>
      <w:r w:rsidR="00F635DB">
        <w:t xml:space="preserve">, </w:t>
      </w:r>
      <w:r w:rsidRPr="009071AC">
        <w:t>par suite</w:t>
      </w:r>
      <w:r w:rsidR="00F635DB">
        <w:t xml:space="preserve">, </w:t>
      </w:r>
      <w:r w:rsidRPr="009071AC">
        <w:t>il devait connaître depuis assez longtemps l</w:t>
      </w:r>
      <w:r w:rsidR="00F635DB">
        <w:t>’</w:t>
      </w:r>
      <w:r w:rsidRPr="009071AC">
        <w:t xml:space="preserve">existence de Pascal </w:t>
      </w:r>
      <w:proofErr w:type="spellStart"/>
      <w:r w:rsidRPr="009071AC">
        <w:t>Férailleur</w:t>
      </w:r>
      <w:proofErr w:type="spellEnd"/>
      <w:r w:rsidR="00F635DB">
        <w:t>…</w:t>
      </w:r>
    </w:p>
    <w:p w14:paraId="5BD229DB" w14:textId="24955E7D" w:rsidR="00F635DB" w:rsidRDefault="00855694" w:rsidP="00F635DB">
      <w:r w:rsidRPr="009071AC">
        <w:t>Mais elle n</w:t>
      </w:r>
      <w:r w:rsidR="00F635DB">
        <w:t>’</w:t>
      </w:r>
      <w:r w:rsidRPr="009071AC">
        <w:t>avait pas le temps de tirer les dernières conséquences de ce qu</w:t>
      </w:r>
      <w:r w:rsidR="00F635DB">
        <w:t>’</w:t>
      </w:r>
      <w:r w:rsidRPr="009071AC">
        <w:t>elle venait de découvrir</w:t>
      </w:r>
      <w:r w:rsidR="00F635DB">
        <w:t xml:space="preserve">… </w:t>
      </w:r>
      <w:r w:rsidRPr="009071AC">
        <w:t xml:space="preserve">Son absence pouvait éveiller les soupçons de </w:t>
      </w:r>
      <w:r w:rsidR="00F635DB">
        <w:t>M</w:t>
      </w:r>
      <w:r w:rsidR="00F635DB" w:rsidRPr="00F635DB">
        <w:rPr>
          <w:vertAlign w:val="superscript"/>
        </w:rPr>
        <w:t>me</w:t>
      </w:r>
      <w:r w:rsidR="00F635DB">
        <w:t> de </w:t>
      </w:r>
      <w:proofErr w:type="spellStart"/>
      <w:r w:rsidRPr="009071AC">
        <w:t>Fondège</w:t>
      </w:r>
      <w:proofErr w:type="spellEnd"/>
      <w:r w:rsidRPr="009071AC">
        <w:t xml:space="preserve"> et de son mari</w:t>
      </w:r>
      <w:r w:rsidR="00F635DB">
        <w:t xml:space="preserve">, </w:t>
      </w:r>
      <w:r w:rsidRPr="009071AC">
        <w:t>et son succès dépendait du plus ou moins d</w:t>
      </w:r>
      <w:r w:rsidR="00F635DB">
        <w:t>’</w:t>
      </w:r>
      <w:r w:rsidRPr="009071AC">
        <w:t>adresse qu</w:t>
      </w:r>
      <w:r w:rsidR="00F635DB">
        <w:t>’</w:t>
      </w:r>
      <w:r w:rsidRPr="009071AC">
        <w:t>elle mettrait à paraître dupe</w:t>
      </w:r>
      <w:r w:rsidR="00F635DB">
        <w:t>…</w:t>
      </w:r>
    </w:p>
    <w:p w14:paraId="19B2A6D9" w14:textId="77777777" w:rsidR="00F635DB" w:rsidRDefault="00855694" w:rsidP="00F635DB">
      <w:r w:rsidRPr="009071AC">
        <w:t>Elle se hâta donc de rentrer</w:t>
      </w:r>
      <w:r w:rsidR="00F635DB">
        <w:t xml:space="preserve">, </w:t>
      </w:r>
      <w:r w:rsidRPr="009071AC">
        <w:t>s</w:t>
      </w:r>
      <w:r w:rsidR="00F635DB">
        <w:t>’</w:t>
      </w:r>
      <w:r w:rsidRPr="009071AC">
        <w:t>excusant de son mieux</w:t>
      </w:r>
      <w:r w:rsidR="00F635DB">
        <w:t xml:space="preserve">… </w:t>
      </w:r>
      <w:r w:rsidRPr="009071AC">
        <w:t>Seulement elle mentait mal</w:t>
      </w:r>
      <w:r w:rsidR="00F635DB">
        <w:t xml:space="preserve">, </w:t>
      </w:r>
      <w:r w:rsidRPr="009071AC">
        <w:t>elle ne savait pas</w:t>
      </w:r>
      <w:r w:rsidR="00F635DB">
        <w:t xml:space="preserve">, </w:t>
      </w:r>
      <w:r w:rsidRPr="009071AC">
        <w:t>et son embarras l</w:t>
      </w:r>
      <w:r w:rsidR="00F635DB">
        <w:t>’</w:t>
      </w:r>
      <w:r w:rsidRPr="009071AC">
        <w:t>eût peut-être trahie</w:t>
      </w:r>
      <w:r w:rsidR="00F635DB">
        <w:t xml:space="preserve">, </w:t>
      </w:r>
      <w:r w:rsidRPr="009071AC">
        <w:t>si le général</w:t>
      </w:r>
      <w:r w:rsidR="00F635DB">
        <w:t xml:space="preserve">, </w:t>
      </w:r>
      <w:r w:rsidRPr="009071AC">
        <w:t>heureusement</w:t>
      </w:r>
      <w:r w:rsidR="00F635DB">
        <w:t xml:space="preserve">, </w:t>
      </w:r>
      <w:r w:rsidRPr="009071AC">
        <w:t>ne l</w:t>
      </w:r>
      <w:r w:rsidR="00F635DB">
        <w:t>’</w:t>
      </w:r>
      <w:r w:rsidRPr="009071AC">
        <w:t>eût interrompue</w:t>
      </w:r>
      <w:r w:rsidR="00F635DB">
        <w:t>.</w:t>
      </w:r>
    </w:p>
    <w:p w14:paraId="210F23AD" w14:textId="2699DA1F" w:rsidR="00F635DB" w:rsidRDefault="00F635DB" w:rsidP="00F635DB">
      <w:r>
        <w:t>— </w:t>
      </w:r>
      <w:r w:rsidR="00855694" w:rsidRPr="009071AC">
        <w:t>J</w:t>
      </w:r>
      <w:r>
        <w:t>’</w:t>
      </w:r>
      <w:r w:rsidR="00855694" w:rsidRPr="009071AC">
        <w:t>ai moi-même à m</w:t>
      </w:r>
      <w:r>
        <w:t>’</w:t>
      </w:r>
      <w:r w:rsidR="00855694" w:rsidRPr="009071AC">
        <w:t>excuser de vous quitter</w:t>
      </w:r>
      <w:r>
        <w:t xml:space="preserve">, </w:t>
      </w:r>
      <w:r w:rsidR="00855694" w:rsidRPr="009071AC">
        <w:t>ma chère enfant</w:t>
      </w:r>
      <w:r>
        <w:t xml:space="preserve">, </w:t>
      </w:r>
      <w:r w:rsidR="00855694" w:rsidRPr="009071AC">
        <w:t>dit-il</w:t>
      </w:r>
      <w:r>
        <w:t>… M</w:t>
      </w:r>
      <w:r w:rsidRPr="00F635DB">
        <w:rPr>
          <w:vertAlign w:val="superscript"/>
        </w:rPr>
        <w:t>me</w:t>
      </w:r>
      <w:r>
        <w:t> de </w:t>
      </w:r>
      <w:proofErr w:type="spellStart"/>
      <w:r w:rsidR="00855694" w:rsidRPr="009071AC">
        <w:t>Fondège</w:t>
      </w:r>
      <w:proofErr w:type="spellEnd"/>
      <w:r w:rsidR="00855694" w:rsidRPr="009071AC">
        <w:t xml:space="preserve"> va rester près de vous</w:t>
      </w:r>
      <w:r>
        <w:t xml:space="preserve">… </w:t>
      </w:r>
      <w:r w:rsidR="00855694" w:rsidRPr="009071AC">
        <w:t>Moi</w:t>
      </w:r>
      <w:r>
        <w:t xml:space="preserve">, </w:t>
      </w:r>
      <w:r w:rsidR="00855694" w:rsidRPr="009071AC">
        <w:t>j</w:t>
      </w:r>
      <w:r>
        <w:t>’</w:t>
      </w:r>
      <w:r w:rsidR="00855694" w:rsidRPr="009071AC">
        <w:t>ai à remplir un devoir sacré</w:t>
      </w:r>
      <w:r>
        <w:t xml:space="preserve">… </w:t>
      </w:r>
      <w:r w:rsidR="00855694" w:rsidRPr="009071AC">
        <w:t>On m</w:t>
      </w:r>
      <w:r>
        <w:t>’</w:t>
      </w:r>
      <w:r w:rsidR="00855694" w:rsidRPr="009071AC">
        <w:t xml:space="preserve">attend pour la </w:t>
      </w:r>
      <w:r w:rsidR="00855694" w:rsidRPr="009071AC">
        <w:lastRenderedPageBreak/>
        <w:t>cérémonie</w:t>
      </w:r>
      <w:r>
        <w:t xml:space="preserve">, </w:t>
      </w:r>
      <w:r w:rsidR="00855694" w:rsidRPr="009071AC">
        <w:t>et sans doute on s</w:t>
      </w:r>
      <w:r>
        <w:t>’</w:t>
      </w:r>
      <w:r w:rsidR="00855694" w:rsidRPr="009071AC">
        <w:t>impatiente</w:t>
      </w:r>
      <w:r>
        <w:t xml:space="preserve">… </w:t>
      </w:r>
      <w:r w:rsidR="00855694" w:rsidRPr="009071AC">
        <w:t>C</w:t>
      </w:r>
      <w:r>
        <w:t>’</w:t>
      </w:r>
      <w:r w:rsidR="00855694" w:rsidRPr="009071AC">
        <w:t>est la première fois de ma vie que je suis inexact</w:t>
      </w:r>
      <w:r>
        <w:t>…</w:t>
      </w:r>
    </w:p>
    <w:p w14:paraId="77AE225E" w14:textId="77777777" w:rsidR="00F635DB" w:rsidRDefault="00855694" w:rsidP="00F635DB">
      <w:r w:rsidRPr="009071AC">
        <w:t>Le général avait grandement raison de se hâter de descendre</w:t>
      </w:r>
      <w:r w:rsidR="00F635DB">
        <w:t>…</w:t>
      </w:r>
    </w:p>
    <w:p w14:paraId="5AC663F2" w14:textId="2A82F149" w:rsidR="00F635DB" w:rsidRDefault="00855694" w:rsidP="00F635DB">
      <w:r w:rsidRPr="009071AC">
        <w:t>Cent cinquante personnes</w:t>
      </w:r>
      <w:r w:rsidR="00F635DB">
        <w:t xml:space="preserve">, </w:t>
      </w:r>
      <w:r w:rsidRPr="009071AC">
        <w:t>au moins</w:t>
      </w:r>
      <w:r w:rsidR="00F635DB">
        <w:t xml:space="preserve">, </w:t>
      </w:r>
      <w:r w:rsidRPr="009071AC">
        <w:t xml:space="preserve">venues pour le convoi de </w:t>
      </w:r>
      <w:r w:rsidR="00F635DB">
        <w:t>M. de </w:t>
      </w:r>
      <w:proofErr w:type="spellStart"/>
      <w:r w:rsidRPr="009071AC">
        <w:t>Chalusse</w:t>
      </w:r>
      <w:proofErr w:type="spellEnd"/>
      <w:r w:rsidRPr="009071AC">
        <w:t xml:space="preserve"> étaient rassemblées dans les vastes salons de l</w:t>
      </w:r>
      <w:r w:rsidR="00F635DB">
        <w:t>’</w:t>
      </w:r>
      <w:r w:rsidRPr="009071AC">
        <w:t>hôtel</w:t>
      </w:r>
      <w:r w:rsidR="00F635DB">
        <w:t xml:space="preserve">, </w:t>
      </w:r>
      <w:r w:rsidRPr="009071AC">
        <w:t>et commençaient à trouver étrange et choquant qu</w:t>
      </w:r>
      <w:r w:rsidR="00F635DB">
        <w:t>’</w:t>
      </w:r>
      <w:r w:rsidRPr="009071AC">
        <w:t>on les fît attendre ainsi</w:t>
      </w:r>
      <w:r w:rsidR="00F635DB">
        <w:t>.</w:t>
      </w:r>
    </w:p>
    <w:p w14:paraId="62072C51" w14:textId="77777777" w:rsidR="00F635DB" w:rsidRDefault="00855694" w:rsidP="00F635DB">
      <w:r w:rsidRPr="009071AC">
        <w:t>Et pourtant</w:t>
      </w:r>
      <w:r w:rsidR="00F635DB">
        <w:t xml:space="preserve">, </w:t>
      </w:r>
      <w:r w:rsidRPr="009071AC">
        <w:t>la curiosité tempérait un peu l</w:t>
      </w:r>
      <w:r w:rsidR="00F635DB">
        <w:t>’</w:t>
      </w:r>
      <w:r w:rsidRPr="009071AC">
        <w:t>impatience</w:t>
      </w:r>
      <w:r w:rsidR="00F635DB">
        <w:t>.</w:t>
      </w:r>
    </w:p>
    <w:p w14:paraId="40BC6D07" w14:textId="56EB9D16" w:rsidR="00F635DB" w:rsidRDefault="00855694" w:rsidP="00F635DB">
      <w:r w:rsidRPr="009071AC">
        <w:t>Il avait transpiré quelque chose des mystérieuses circonstances de la mort du comte</w:t>
      </w:r>
      <w:r w:rsidR="00F635DB">
        <w:t xml:space="preserve">, </w:t>
      </w:r>
      <w:r w:rsidRPr="009071AC">
        <w:t>et les gens bien informés racontaient qu</w:t>
      </w:r>
      <w:r w:rsidR="00F635DB">
        <w:t>’</w:t>
      </w:r>
      <w:r w:rsidRPr="009071AC">
        <w:t>une somme fabuleuse avait été enlevée par une toute jeune fille</w:t>
      </w:r>
      <w:r w:rsidR="00F635DB">
        <w:t>, M</w:t>
      </w:r>
      <w:r w:rsidR="00F635DB" w:rsidRPr="00F635DB">
        <w:rPr>
          <w:vertAlign w:val="superscript"/>
        </w:rPr>
        <w:t>lle</w:t>
      </w:r>
      <w:r w:rsidR="00F635DB">
        <w:t> </w:t>
      </w:r>
      <w:r w:rsidRPr="009071AC">
        <w:t>Marguerite</w:t>
      </w:r>
      <w:r w:rsidR="00F635DB">
        <w:t xml:space="preserve">. </w:t>
      </w:r>
      <w:r w:rsidRPr="009071AC">
        <w:t>Il est vrai qu</w:t>
      </w:r>
      <w:r w:rsidR="00F635DB">
        <w:t>’</w:t>
      </w:r>
      <w:r w:rsidRPr="009071AC">
        <w:t>ils ne lui faisaient pas un crime de ce détournement qui révélait une femme positive et forte</w:t>
      </w:r>
      <w:r w:rsidR="00F635DB">
        <w:t xml:space="preserve">, </w:t>
      </w:r>
      <w:r w:rsidRPr="009071AC">
        <w:t>et beaucoup</w:t>
      </w:r>
      <w:r w:rsidR="00F635DB">
        <w:t xml:space="preserve">, </w:t>
      </w:r>
      <w:r w:rsidRPr="009071AC">
        <w:t>des plus fiers</w:t>
      </w:r>
      <w:r w:rsidR="00F635DB">
        <w:t xml:space="preserve">, </w:t>
      </w:r>
      <w:r w:rsidRPr="009071AC">
        <w:t xml:space="preserve">eussent pris volontiers la place de </w:t>
      </w:r>
      <w:proofErr w:type="spellStart"/>
      <w:r w:rsidRPr="009071AC">
        <w:t>Valorsay</w:t>
      </w:r>
      <w:proofErr w:type="spellEnd"/>
      <w:r w:rsidR="00F635DB">
        <w:t xml:space="preserve">, </w:t>
      </w:r>
      <w:r w:rsidRPr="009071AC">
        <w:t>lequel</w:t>
      </w:r>
      <w:r w:rsidR="00F635DB">
        <w:t xml:space="preserve">, </w:t>
      </w:r>
      <w:r w:rsidRPr="009071AC">
        <w:t>à ce qu</w:t>
      </w:r>
      <w:r w:rsidR="00F635DB">
        <w:t>’</w:t>
      </w:r>
      <w:r w:rsidRPr="009071AC">
        <w:t>on assurait</w:t>
      </w:r>
      <w:r w:rsidR="00F635DB">
        <w:t xml:space="preserve">, </w:t>
      </w:r>
      <w:r w:rsidRPr="009071AC">
        <w:t>allait épouser la jolie voleuse et ses millions</w:t>
      </w:r>
      <w:r w:rsidR="00F635DB">
        <w:t>…</w:t>
      </w:r>
    </w:p>
    <w:p w14:paraId="44FB4A26" w14:textId="7E2E8120" w:rsidR="00F635DB" w:rsidRDefault="00855694" w:rsidP="00F635DB">
      <w:r w:rsidRPr="009071AC">
        <w:t xml:space="preserve">Le plus désolé du retard était encore </w:t>
      </w:r>
      <w:r w:rsidR="00F635DB">
        <w:t>M. </w:t>
      </w:r>
      <w:r w:rsidRPr="009071AC">
        <w:t>le commissaire ordonnateur des pompes funèbres</w:t>
      </w:r>
      <w:r w:rsidR="00F635DB">
        <w:t>…</w:t>
      </w:r>
    </w:p>
    <w:p w14:paraId="3C7DACCC" w14:textId="3A146FE1" w:rsidR="00F635DB" w:rsidRDefault="00855694" w:rsidP="00F635DB">
      <w:r w:rsidRPr="009071AC">
        <w:t>Vêtu de son uniforme de première classe</w:t>
      </w:r>
      <w:r w:rsidR="00F635DB">
        <w:t xml:space="preserve">, </w:t>
      </w:r>
      <w:r w:rsidRPr="009071AC">
        <w:t>le bas de soie bien tiré sur son maigre tibia</w:t>
      </w:r>
      <w:r w:rsidR="00F635DB">
        <w:t xml:space="preserve">, </w:t>
      </w:r>
      <w:r w:rsidRPr="009071AC">
        <w:t>le manteau vénitien à l</w:t>
      </w:r>
      <w:r w:rsidR="00F635DB">
        <w:t>’</w:t>
      </w:r>
      <w:r w:rsidRPr="009071AC">
        <w:t>épaule</w:t>
      </w:r>
      <w:r w:rsidR="00F635DB">
        <w:t xml:space="preserve">, </w:t>
      </w:r>
      <w:r w:rsidRPr="009071AC">
        <w:t>le claque sous le bras</w:t>
      </w:r>
      <w:r w:rsidR="00F635DB">
        <w:t xml:space="preserve">, </w:t>
      </w:r>
      <w:r w:rsidRPr="009071AC">
        <w:t>cherchant partout la famille</w:t>
      </w:r>
      <w:r w:rsidR="00F635DB">
        <w:t>, MM. </w:t>
      </w:r>
      <w:r w:rsidRPr="009071AC">
        <w:t>les parents</w:t>
      </w:r>
      <w:r w:rsidR="00F635DB">
        <w:t xml:space="preserve">, </w:t>
      </w:r>
      <w:r w:rsidRPr="009071AC">
        <w:t>un ami</w:t>
      </w:r>
      <w:r w:rsidR="00F635DB">
        <w:t xml:space="preserve">, </w:t>
      </w:r>
      <w:r w:rsidRPr="009071AC">
        <w:t>quelqu</w:t>
      </w:r>
      <w:r w:rsidR="00F635DB">
        <w:t>’</w:t>
      </w:r>
      <w:r w:rsidRPr="009071AC">
        <w:t>un enfin à qui jeter la phrase sacramentelle qui décide le départ</w:t>
      </w:r>
      <w:r w:rsidR="00F635DB">
        <w:t> : « </w:t>
      </w:r>
      <w:r w:rsidRPr="009071AC">
        <w:t>Quand il vous fera plaisir</w:t>
      </w:r>
      <w:r w:rsidR="00F635DB">
        <w:t> !… »</w:t>
      </w:r>
    </w:p>
    <w:p w14:paraId="181C917A" w14:textId="082B8137" w:rsidR="00F635DB" w:rsidRDefault="00855694" w:rsidP="00F635DB">
      <w:r w:rsidRPr="009071AC">
        <w:t xml:space="preserve">Il </w:t>
      </w:r>
      <w:r w:rsidR="00472624">
        <w:t>parlait</w:t>
      </w:r>
      <w:r w:rsidR="00472624" w:rsidRPr="009071AC">
        <w:t xml:space="preserve"> </w:t>
      </w:r>
      <w:r w:rsidRPr="009071AC">
        <w:t>de donner le signal</w:t>
      </w:r>
      <w:r w:rsidR="00F635DB">
        <w:t xml:space="preserve">, </w:t>
      </w:r>
      <w:r w:rsidRPr="009071AC">
        <w:t xml:space="preserve">quand </w:t>
      </w:r>
      <w:r w:rsidR="00F635DB">
        <w:t>M. de </w:t>
      </w:r>
      <w:proofErr w:type="spellStart"/>
      <w:r w:rsidRPr="009071AC">
        <w:t>Fondège</w:t>
      </w:r>
      <w:proofErr w:type="spellEnd"/>
      <w:r w:rsidRPr="009071AC">
        <w:t xml:space="preserve"> parut</w:t>
      </w:r>
      <w:r w:rsidR="00F635DB">
        <w:t xml:space="preserve">… </w:t>
      </w:r>
      <w:r w:rsidRPr="009071AC">
        <w:t xml:space="preserve">Les amis de </w:t>
      </w:r>
      <w:r w:rsidR="00F635DB">
        <w:t>M. de </w:t>
      </w:r>
      <w:proofErr w:type="spellStart"/>
      <w:r w:rsidRPr="009071AC">
        <w:t>Chalusse</w:t>
      </w:r>
      <w:proofErr w:type="spellEnd"/>
      <w:r w:rsidRPr="009071AC">
        <w:t xml:space="preserve"> qui devaient tenir les cordons du poêle</w:t>
      </w:r>
      <w:r w:rsidR="00F635DB">
        <w:t xml:space="preserve">, </w:t>
      </w:r>
      <w:r w:rsidRPr="009071AC">
        <w:t>s</w:t>
      </w:r>
      <w:r w:rsidR="00F635DB">
        <w:t>’</w:t>
      </w:r>
      <w:r w:rsidRPr="009071AC">
        <w:t>avancèrent</w:t>
      </w:r>
      <w:r w:rsidR="00F635DB">
        <w:t xml:space="preserve">… </w:t>
      </w:r>
      <w:r w:rsidRPr="009071AC">
        <w:t>Le char funèbre s</w:t>
      </w:r>
      <w:r w:rsidR="00F635DB">
        <w:t>’</w:t>
      </w:r>
      <w:r w:rsidRPr="009071AC">
        <w:t>ébranla</w:t>
      </w:r>
      <w:r w:rsidR="00F635DB">
        <w:t xml:space="preserve">… </w:t>
      </w:r>
      <w:r w:rsidRPr="009071AC">
        <w:t xml:space="preserve">il </w:t>
      </w:r>
      <w:r w:rsidRPr="009071AC">
        <w:lastRenderedPageBreak/>
        <w:t>y eut une minute de confusion</w:t>
      </w:r>
      <w:r w:rsidR="00F635DB">
        <w:t xml:space="preserve">, </w:t>
      </w:r>
      <w:r w:rsidRPr="009071AC">
        <w:t>et enfin le cortège se mit en marche</w:t>
      </w:r>
      <w:r w:rsidR="00F635DB">
        <w:t>.</w:t>
      </w:r>
    </w:p>
    <w:p w14:paraId="43B36593" w14:textId="77777777" w:rsidR="00F635DB" w:rsidRDefault="00855694" w:rsidP="00F635DB">
      <w:r w:rsidRPr="009071AC">
        <w:t>Un grand silence se fit</w:t>
      </w:r>
      <w:r w:rsidR="00F635DB">
        <w:t xml:space="preserve">, </w:t>
      </w:r>
      <w:r w:rsidRPr="009071AC">
        <w:t>qui donna quelque chose de lugubre au bruit sourd de la porte de l</w:t>
      </w:r>
      <w:r w:rsidR="00F635DB">
        <w:t>’</w:t>
      </w:r>
      <w:r w:rsidRPr="009071AC">
        <w:t>hôtel se refermant lourdement</w:t>
      </w:r>
      <w:r w:rsidR="00F635DB">
        <w:t>.</w:t>
      </w:r>
    </w:p>
    <w:p w14:paraId="179BF152" w14:textId="5EF6EA2F" w:rsidR="00F635DB" w:rsidRDefault="00F635DB" w:rsidP="00F635DB">
      <w:r>
        <w:t>— </w:t>
      </w:r>
      <w:r w:rsidR="00855694" w:rsidRPr="009071AC">
        <w:t>Allons</w:t>
      </w:r>
      <w:r>
        <w:t xml:space="preserve"> !… </w:t>
      </w:r>
      <w:r w:rsidR="00855694" w:rsidRPr="009071AC">
        <w:t xml:space="preserve">gémit </w:t>
      </w:r>
      <w:r>
        <w:t>M</w:t>
      </w:r>
      <w:r w:rsidRPr="00F635DB">
        <w:rPr>
          <w:vertAlign w:val="superscript"/>
        </w:rPr>
        <w:t>me</w:t>
      </w:r>
      <w:r>
        <w:t> de </w:t>
      </w:r>
      <w:proofErr w:type="spellStart"/>
      <w:r w:rsidR="00855694" w:rsidRPr="009071AC">
        <w:t>Fondège</w:t>
      </w:r>
      <w:proofErr w:type="spellEnd"/>
      <w:r>
        <w:t xml:space="preserve">, </w:t>
      </w:r>
      <w:r w:rsidR="00855694" w:rsidRPr="009071AC">
        <w:t>tout est consommé</w:t>
      </w:r>
      <w:r>
        <w:t>…</w:t>
      </w:r>
    </w:p>
    <w:p w14:paraId="23639560" w14:textId="07EDAB5F" w:rsidR="00F635DB" w:rsidRDefault="00F635DB" w:rsidP="00F635DB">
      <w:r>
        <w:t>M</w:t>
      </w:r>
      <w:r w:rsidRPr="00F635DB">
        <w:rPr>
          <w:vertAlign w:val="superscript"/>
        </w:rPr>
        <w:t>lle</w:t>
      </w:r>
      <w:r>
        <w:t> </w:t>
      </w:r>
      <w:r w:rsidR="00855694" w:rsidRPr="009071AC">
        <w:t>Marguerite ne répondit que par un geste désolé</w:t>
      </w:r>
      <w:r>
        <w:t xml:space="preserve">… </w:t>
      </w:r>
      <w:r w:rsidR="00855694" w:rsidRPr="009071AC">
        <w:t>Articuler une syllabe lui eût été impossible</w:t>
      </w:r>
      <w:r>
        <w:t xml:space="preserve">… </w:t>
      </w:r>
      <w:r w:rsidR="00855694" w:rsidRPr="009071AC">
        <w:t>les larmes l</w:t>
      </w:r>
      <w:r>
        <w:t>’</w:t>
      </w:r>
      <w:r w:rsidR="00855694" w:rsidRPr="009071AC">
        <w:t>étouffaient</w:t>
      </w:r>
      <w:r>
        <w:t>.</w:t>
      </w:r>
    </w:p>
    <w:p w14:paraId="756E6672" w14:textId="77777777" w:rsidR="00F635DB" w:rsidRDefault="00855694" w:rsidP="00F635DB">
      <w:r w:rsidRPr="009071AC">
        <w:t>Que n</w:t>
      </w:r>
      <w:r w:rsidR="00F635DB">
        <w:t>’</w:t>
      </w:r>
      <w:r w:rsidRPr="009071AC">
        <w:t>eût-elle pas donné en ce moment pour être seule</w:t>
      </w:r>
      <w:r w:rsidR="00F635DB">
        <w:t xml:space="preserve">, </w:t>
      </w:r>
      <w:r w:rsidRPr="009071AC">
        <w:t>pour s</w:t>
      </w:r>
      <w:r w:rsidR="00F635DB">
        <w:t>’</w:t>
      </w:r>
      <w:r w:rsidRPr="009071AC">
        <w:t>abandonner sans contrainte à de poignantes émotions</w:t>
      </w:r>
      <w:r w:rsidR="00F635DB">
        <w:t>.</w:t>
      </w:r>
    </w:p>
    <w:p w14:paraId="3B15372E" w14:textId="77777777" w:rsidR="00F635DB" w:rsidRDefault="00855694" w:rsidP="00F635DB">
      <w:r w:rsidRPr="009071AC">
        <w:t>Hélas</w:t>
      </w:r>
      <w:r w:rsidR="00F635DB">
        <w:t xml:space="preserve"> !… </w:t>
      </w:r>
      <w:r w:rsidRPr="009071AC">
        <w:t>la prudence la condamnait à une sorte de comédie sinistre</w:t>
      </w:r>
      <w:r w:rsidR="00F635DB">
        <w:t>.</w:t>
      </w:r>
    </w:p>
    <w:p w14:paraId="75F045F4" w14:textId="77777777" w:rsidR="00F635DB" w:rsidRDefault="00855694" w:rsidP="00F635DB">
      <w:r w:rsidRPr="009071AC">
        <w:t>Le soin de son honneur et le souci de l</w:t>
      </w:r>
      <w:r w:rsidR="00F635DB">
        <w:t>’</w:t>
      </w:r>
      <w:r w:rsidRPr="009071AC">
        <w:t>avenir lui faisaient une loi de subir d</w:t>
      </w:r>
      <w:r w:rsidR="00F635DB">
        <w:t>’</w:t>
      </w:r>
      <w:r w:rsidRPr="009071AC">
        <w:t>un visage impénétrable les consolations menteuses d</w:t>
      </w:r>
      <w:r w:rsidR="00F635DB">
        <w:t>’</w:t>
      </w:r>
      <w:r w:rsidRPr="009071AC">
        <w:t>une femme qu</w:t>
      </w:r>
      <w:r w:rsidR="00F635DB">
        <w:t>’</w:t>
      </w:r>
      <w:r w:rsidRPr="009071AC">
        <w:t>elle savait sa plus dangereuse ennemie</w:t>
      </w:r>
      <w:r w:rsidR="00F635DB">
        <w:t>.</w:t>
      </w:r>
    </w:p>
    <w:p w14:paraId="4B90B665" w14:textId="77777777" w:rsidR="00F635DB" w:rsidRDefault="00855694" w:rsidP="00F635DB">
      <w:r w:rsidRPr="009071AC">
        <w:t>Et certes</w:t>
      </w:r>
      <w:r w:rsidR="00F635DB">
        <w:t>, « </w:t>
      </w:r>
      <w:r w:rsidRPr="009071AC">
        <w:t>la générale</w:t>
      </w:r>
      <w:r w:rsidR="00F635DB">
        <w:t> »</w:t>
      </w:r>
      <w:r w:rsidRPr="009071AC">
        <w:t xml:space="preserve"> ne les épargnait pas</w:t>
      </w:r>
      <w:r w:rsidR="00F635DB">
        <w:t xml:space="preserve">, </w:t>
      </w:r>
      <w:r w:rsidRPr="009071AC">
        <w:t>ces consolations</w:t>
      </w:r>
      <w:r w:rsidR="00F635DB">
        <w:t xml:space="preserve">… </w:t>
      </w:r>
      <w:r w:rsidRPr="009071AC">
        <w:t>Nulle mieux qu</w:t>
      </w:r>
      <w:r w:rsidR="00F635DB">
        <w:t>’</w:t>
      </w:r>
      <w:r w:rsidRPr="009071AC">
        <w:t>elle ne savait jouer la forte et rude commère qui cache un cœur d</w:t>
      </w:r>
      <w:r w:rsidR="00F635DB">
        <w:t>’</w:t>
      </w:r>
      <w:r w:rsidRPr="009071AC">
        <w:t>une exquise sensibilité sous ses robustes appas</w:t>
      </w:r>
      <w:r w:rsidR="00F635DB">
        <w:t xml:space="preserve">… </w:t>
      </w:r>
      <w:r w:rsidRPr="009071AC">
        <w:t>Et ce n</w:t>
      </w:r>
      <w:r w:rsidR="00F635DB">
        <w:t>’</w:t>
      </w:r>
      <w:r w:rsidRPr="009071AC">
        <w:t>est qu</w:t>
      </w:r>
      <w:r w:rsidR="00F635DB">
        <w:t>’</w:t>
      </w:r>
      <w:r w:rsidRPr="009071AC">
        <w:t>après d</w:t>
      </w:r>
      <w:r w:rsidR="00F635DB">
        <w:t>’</w:t>
      </w:r>
      <w:r w:rsidRPr="009071AC">
        <w:t>assez longues considérations sur l</w:t>
      </w:r>
      <w:r w:rsidR="00F635DB">
        <w:t>’</w:t>
      </w:r>
      <w:r w:rsidRPr="009071AC">
        <w:t>instabilité des choses humaines qu</w:t>
      </w:r>
      <w:r w:rsidR="00F635DB">
        <w:t>’</w:t>
      </w:r>
      <w:r w:rsidRPr="009071AC">
        <w:t>elle osa revenir au sujet que trahissait sa lettre de la veille</w:t>
      </w:r>
      <w:r w:rsidR="00F635DB">
        <w:t>…</w:t>
      </w:r>
    </w:p>
    <w:p w14:paraId="12293424" w14:textId="1FECB523" w:rsidR="00F635DB" w:rsidRDefault="00F635DB" w:rsidP="00F635DB">
      <w:r>
        <w:t>— </w:t>
      </w:r>
      <w:r w:rsidR="00855694" w:rsidRPr="009071AC">
        <w:t>Car il faut</w:t>
      </w:r>
      <w:r>
        <w:t xml:space="preserve">, </w:t>
      </w:r>
      <w:r w:rsidR="00855694" w:rsidRPr="009071AC">
        <w:t>malgré tout</w:t>
      </w:r>
      <w:r>
        <w:t xml:space="preserve">, </w:t>
      </w:r>
      <w:r w:rsidR="00855694" w:rsidRPr="009071AC">
        <w:t>en revenir au positif</w:t>
      </w:r>
      <w:r>
        <w:t xml:space="preserve">, </w:t>
      </w:r>
      <w:r w:rsidR="00855694" w:rsidRPr="009071AC">
        <w:t>poursuivait-elle</w:t>
      </w:r>
      <w:r>
        <w:t xml:space="preserve">. </w:t>
      </w:r>
      <w:r w:rsidR="00855694" w:rsidRPr="009071AC">
        <w:t>Il n</w:t>
      </w:r>
      <w:r>
        <w:t>’</w:t>
      </w:r>
      <w:r w:rsidR="00855694" w:rsidRPr="009071AC">
        <w:t>est pas de douleur que respectent les mesquines et tristes réalités de la vie</w:t>
      </w:r>
      <w:r>
        <w:t xml:space="preserve">… </w:t>
      </w:r>
      <w:r w:rsidR="00855694" w:rsidRPr="009071AC">
        <w:t>Ainsi vous</w:t>
      </w:r>
      <w:r>
        <w:t xml:space="preserve">, </w:t>
      </w:r>
      <w:r w:rsidR="00855694" w:rsidRPr="009071AC">
        <w:t>chère enfant</w:t>
      </w:r>
      <w:r>
        <w:t xml:space="preserve">, </w:t>
      </w:r>
      <w:r w:rsidR="00855694" w:rsidRPr="009071AC">
        <w:t>tandis que vous trouveriez à pleurer en paix une amère jouissance</w:t>
      </w:r>
      <w:r>
        <w:t xml:space="preserve">, </w:t>
      </w:r>
      <w:r w:rsidR="00855694" w:rsidRPr="009071AC">
        <w:t>il faut que vous songiez à votre avenir</w:t>
      </w:r>
      <w:r>
        <w:t>… M. de </w:t>
      </w:r>
      <w:proofErr w:type="spellStart"/>
      <w:r w:rsidR="00855694" w:rsidRPr="009071AC">
        <w:t>Chalusse</w:t>
      </w:r>
      <w:proofErr w:type="spellEnd"/>
      <w:r w:rsidR="00855694" w:rsidRPr="009071AC">
        <w:t xml:space="preserve"> </w:t>
      </w:r>
      <w:r w:rsidR="00855694" w:rsidRPr="009071AC">
        <w:lastRenderedPageBreak/>
        <w:t>n</w:t>
      </w:r>
      <w:r>
        <w:t>’</w:t>
      </w:r>
      <w:r w:rsidR="00855694" w:rsidRPr="009071AC">
        <w:t>ayant pas d</w:t>
      </w:r>
      <w:r>
        <w:t>’</w:t>
      </w:r>
      <w:r w:rsidR="00855694" w:rsidRPr="009071AC">
        <w:t>héritiers</w:t>
      </w:r>
      <w:r>
        <w:t xml:space="preserve">, </w:t>
      </w:r>
      <w:r w:rsidR="00855694" w:rsidRPr="009071AC">
        <w:t>la justice va s</w:t>
      </w:r>
      <w:r>
        <w:t>’</w:t>
      </w:r>
      <w:r w:rsidR="00855694" w:rsidRPr="009071AC">
        <w:t>emparer de cet hôtel</w:t>
      </w:r>
      <w:r>
        <w:t xml:space="preserve">… </w:t>
      </w:r>
      <w:r w:rsidR="00855694" w:rsidRPr="009071AC">
        <w:t>vous n</w:t>
      </w:r>
      <w:r>
        <w:t>’</w:t>
      </w:r>
      <w:r w:rsidR="00855694" w:rsidRPr="009071AC">
        <w:t>y pouvez plus rester</w:t>
      </w:r>
      <w:r>
        <w:t>.</w:t>
      </w:r>
    </w:p>
    <w:p w14:paraId="19870AD2" w14:textId="77777777" w:rsidR="00F635DB" w:rsidRDefault="00F635DB" w:rsidP="00F635DB">
      <w:r>
        <w:t>— </w:t>
      </w:r>
      <w:r w:rsidR="00855694" w:rsidRPr="009071AC">
        <w:t>Je le sais</w:t>
      </w:r>
      <w:r>
        <w:t xml:space="preserve">, </w:t>
      </w:r>
      <w:r w:rsidR="00855694" w:rsidRPr="009071AC">
        <w:t>madame</w:t>
      </w:r>
      <w:r>
        <w:t>.</w:t>
      </w:r>
    </w:p>
    <w:p w14:paraId="3F7EA1A8" w14:textId="77777777" w:rsidR="00F635DB" w:rsidRDefault="00F635DB" w:rsidP="00F635DB">
      <w:r>
        <w:t>— </w:t>
      </w:r>
      <w:r w:rsidR="00855694" w:rsidRPr="009071AC">
        <w:t>Où irez-vous</w:t>
      </w:r>
      <w:r>
        <w:t> ?</w:t>
      </w:r>
    </w:p>
    <w:p w14:paraId="10C4AF5D" w14:textId="77777777" w:rsidR="00F635DB" w:rsidRDefault="00F635DB" w:rsidP="00F635DB">
      <w:r>
        <w:t>— </w:t>
      </w:r>
      <w:r w:rsidR="00855694" w:rsidRPr="009071AC">
        <w:t>Hélas</w:t>
      </w:r>
      <w:r>
        <w:t> !</w:t>
      </w:r>
    </w:p>
    <w:p w14:paraId="5873FB90" w14:textId="46C09987" w:rsidR="00F635DB" w:rsidRDefault="00F635DB" w:rsidP="00F635DB">
      <w:r>
        <w:t>M</w:t>
      </w:r>
      <w:r w:rsidRPr="00F635DB">
        <w:rPr>
          <w:vertAlign w:val="superscript"/>
        </w:rPr>
        <w:t>me</w:t>
      </w:r>
      <w:r>
        <w:t> de </w:t>
      </w:r>
      <w:proofErr w:type="spellStart"/>
      <w:r w:rsidR="00855694" w:rsidRPr="009071AC">
        <w:t>Fondège</w:t>
      </w:r>
      <w:proofErr w:type="spellEnd"/>
      <w:r w:rsidR="00855694" w:rsidRPr="009071AC">
        <w:t xml:space="preserve"> porta son mouchoir à ses yeux comme pour essuyer une larme furtive</w:t>
      </w:r>
      <w:r>
        <w:t xml:space="preserve">, </w:t>
      </w:r>
      <w:r w:rsidR="00855694" w:rsidRPr="009071AC">
        <w:t>puis brusquement</w:t>
      </w:r>
      <w:r>
        <w:t> :</w:t>
      </w:r>
    </w:p>
    <w:p w14:paraId="6CDFE079" w14:textId="77777777" w:rsidR="00F635DB" w:rsidRDefault="00F635DB" w:rsidP="00F635DB">
      <w:r>
        <w:t>— </w:t>
      </w:r>
      <w:r w:rsidR="00855694" w:rsidRPr="009071AC">
        <w:t>Je vous dois la vérité</w:t>
      </w:r>
      <w:r>
        <w:t xml:space="preserve">, </w:t>
      </w:r>
      <w:r w:rsidR="00855694" w:rsidRPr="009071AC">
        <w:t>ma chère fille</w:t>
      </w:r>
      <w:r>
        <w:t xml:space="preserve">, </w:t>
      </w:r>
      <w:r w:rsidR="00855694" w:rsidRPr="009071AC">
        <w:t>écoutez-la</w:t>
      </w:r>
      <w:r>
        <w:t xml:space="preserve">. </w:t>
      </w:r>
      <w:r w:rsidR="00855694" w:rsidRPr="009071AC">
        <w:t>Je ne vois pour vous que deux partis à prendre</w:t>
      </w:r>
      <w:r>
        <w:t xml:space="preserve">… </w:t>
      </w:r>
      <w:r w:rsidR="00855694" w:rsidRPr="009071AC">
        <w:t>Demander la protection d</w:t>
      </w:r>
      <w:r>
        <w:t>’</w:t>
      </w:r>
      <w:r w:rsidR="00855694" w:rsidRPr="009071AC">
        <w:t>une famille honorable</w:t>
      </w:r>
      <w:r>
        <w:t xml:space="preserve">, </w:t>
      </w:r>
      <w:r w:rsidR="00855694" w:rsidRPr="009071AC">
        <w:t>ou entrer au couvent</w:t>
      </w:r>
      <w:r>
        <w:t xml:space="preserve">… </w:t>
      </w:r>
      <w:r w:rsidR="00855694" w:rsidRPr="009071AC">
        <w:t>Hors de là</w:t>
      </w:r>
      <w:r>
        <w:t xml:space="preserve">, </w:t>
      </w:r>
      <w:r w:rsidR="00855694" w:rsidRPr="009071AC">
        <w:t>point de salut</w:t>
      </w:r>
      <w:r>
        <w:t>.</w:t>
      </w:r>
    </w:p>
    <w:p w14:paraId="770E423A" w14:textId="0770AEDD" w:rsidR="00F635DB" w:rsidRDefault="00F635DB" w:rsidP="00F635DB">
      <w:r>
        <w:t>M</w:t>
      </w:r>
      <w:r w:rsidRPr="00F635DB">
        <w:rPr>
          <w:vertAlign w:val="superscript"/>
        </w:rPr>
        <w:t>lle</w:t>
      </w:r>
      <w:r>
        <w:t> </w:t>
      </w:r>
      <w:r w:rsidR="00855694" w:rsidRPr="009071AC">
        <w:t>Marguerite baissa la tête sans mot dire</w:t>
      </w:r>
      <w:r>
        <w:t xml:space="preserve">… </w:t>
      </w:r>
      <w:r w:rsidR="00855694" w:rsidRPr="009071AC">
        <w:t xml:space="preserve">Laisser </w:t>
      </w:r>
      <w:r>
        <w:t>« </w:t>
      </w:r>
      <w:r w:rsidR="00855694" w:rsidRPr="009071AC">
        <w:t>la générale</w:t>
      </w:r>
      <w:r>
        <w:t> »</w:t>
      </w:r>
      <w:r w:rsidR="00855694" w:rsidRPr="009071AC">
        <w:t xml:space="preserve"> s</w:t>
      </w:r>
      <w:r>
        <w:t>’</w:t>
      </w:r>
      <w:r w:rsidR="00855694" w:rsidRPr="009071AC">
        <w:t>avancer et parler beaucoup était la seule chance qu</w:t>
      </w:r>
      <w:r>
        <w:t>’</w:t>
      </w:r>
      <w:r w:rsidR="00855694" w:rsidRPr="009071AC">
        <w:t>elle eût de discerner sa pensée</w:t>
      </w:r>
      <w:r>
        <w:t>.</w:t>
      </w:r>
    </w:p>
    <w:p w14:paraId="67E59CDD" w14:textId="6AB44C2D" w:rsidR="00F635DB" w:rsidRDefault="00855694" w:rsidP="00F635DB">
      <w:r w:rsidRPr="009071AC">
        <w:t xml:space="preserve">Ce silence parut inquiéter </w:t>
      </w:r>
      <w:r w:rsidR="00F635DB">
        <w:t>M</w:t>
      </w:r>
      <w:r w:rsidR="00F635DB" w:rsidRPr="00F635DB">
        <w:rPr>
          <w:vertAlign w:val="superscript"/>
        </w:rPr>
        <w:t>me</w:t>
      </w:r>
      <w:r w:rsidR="00F635DB">
        <w:t> de </w:t>
      </w:r>
      <w:proofErr w:type="spellStart"/>
      <w:r w:rsidRPr="009071AC">
        <w:t>Fondège</w:t>
      </w:r>
      <w:proofErr w:type="spellEnd"/>
      <w:r w:rsidR="00F635DB">
        <w:t xml:space="preserve">, </w:t>
      </w:r>
      <w:r w:rsidRPr="009071AC">
        <w:t>qui reprit</w:t>
      </w:r>
      <w:r w:rsidR="00F635DB">
        <w:t> :</w:t>
      </w:r>
    </w:p>
    <w:p w14:paraId="4BDC90B5" w14:textId="77777777" w:rsidR="00F635DB" w:rsidRDefault="00F635DB" w:rsidP="00F635DB">
      <w:r>
        <w:t>— </w:t>
      </w:r>
      <w:r w:rsidR="00855694" w:rsidRPr="009071AC">
        <w:t>Songeriez-vous à affronter seule les difficultés et les périls de la vie</w:t>
      </w:r>
      <w:r>
        <w:t xml:space="preserve"> ?… </w:t>
      </w:r>
      <w:r w:rsidR="00855694" w:rsidRPr="009071AC">
        <w:t>Ah</w:t>
      </w:r>
      <w:r>
        <w:t xml:space="preserve"> ! </w:t>
      </w:r>
      <w:r w:rsidR="00855694" w:rsidRPr="009071AC">
        <w:t>je ne puis le croire</w:t>
      </w:r>
      <w:r>
        <w:t xml:space="preserve">… </w:t>
      </w:r>
      <w:r w:rsidR="00855694" w:rsidRPr="009071AC">
        <w:t>ce serait une épouvantable démence</w:t>
      </w:r>
      <w:r>
        <w:t xml:space="preserve">… </w:t>
      </w:r>
      <w:r w:rsidR="00855694" w:rsidRPr="009071AC">
        <w:t>Jeune comme vous l</w:t>
      </w:r>
      <w:r>
        <w:t>’</w:t>
      </w:r>
      <w:r w:rsidR="00855694" w:rsidRPr="009071AC">
        <w:t>êtes</w:t>
      </w:r>
      <w:r>
        <w:t xml:space="preserve">, </w:t>
      </w:r>
      <w:r w:rsidR="00855694" w:rsidRPr="009071AC">
        <w:t>mon enfant</w:t>
      </w:r>
      <w:r>
        <w:t xml:space="preserve">, </w:t>
      </w:r>
      <w:r w:rsidR="00855694" w:rsidRPr="009071AC">
        <w:t>belle</w:t>
      </w:r>
      <w:r>
        <w:t xml:space="preserve">, </w:t>
      </w:r>
      <w:r w:rsidR="00855694" w:rsidRPr="009071AC">
        <w:t>séduisante</w:t>
      </w:r>
      <w:r>
        <w:t xml:space="preserve">, </w:t>
      </w:r>
      <w:r w:rsidR="00855694" w:rsidRPr="009071AC">
        <w:t>souverainement douée</w:t>
      </w:r>
      <w:r>
        <w:t xml:space="preserve">, </w:t>
      </w:r>
      <w:r w:rsidR="00855694" w:rsidRPr="009071AC">
        <w:t>il est impossible que vous viviez seule et libre</w:t>
      </w:r>
      <w:r>
        <w:t xml:space="preserve">. </w:t>
      </w:r>
      <w:r w:rsidR="00855694" w:rsidRPr="009071AC">
        <w:t>Eussiez-vous assez de force de caractère pour demeurer honnête et pure</w:t>
      </w:r>
      <w:r>
        <w:t xml:space="preserve">, </w:t>
      </w:r>
      <w:r w:rsidR="00855694" w:rsidRPr="009071AC">
        <w:t>le monde ne vous en refuserait pas moins son estime</w:t>
      </w:r>
      <w:r>
        <w:t xml:space="preserve">… </w:t>
      </w:r>
      <w:r w:rsidR="00855694" w:rsidRPr="009071AC">
        <w:t>Le monde ne croit pas aux vertus qui se gardent seules</w:t>
      </w:r>
      <w:r>
        <w:t xml:space="preserve">… </w:t>
      </w:r>
      <w:r w:rsidR="00855694" w:rsidRPr="009071AC">
        <w:t>Préjugés</w:t>
      </w:r>
      <w:r>
        <w:t xml:space="preserve"> ! </w:t>
      </w:r>
      <w:r w:rsidR="00855694" w:rsidRPr="009071AC">
        <w:t>me direz-vous</w:t>
      </w:r>
      <w:r>
        <w:t xml:space="preserve">… </w:t>
      </w:r>
      <w:r w:rsidR="00855694" w:rsidRPr="009071AC">
        <w:t>Soit</w:t>
      </w:r>
      <w:r>
        <w:t xml:space="preserve"> !… </w:t>
      </w:r>
      <w:r w:rsidR="00855694" w:rsidRPr="009071AC">
        <w:t>Il n</w:t>
      </w:r>
      <w:r>
        <w:t>’</w:t>
      </w:r>
      <w:r w:rsidR="00855694" w:rsidRPr="009071AC">
        <w:t>en est pas moins vrai qu</w:t>
      </w:r>
      <w:r>
        <w:t>’</w:t>
      </w:r>
      <w:r w:rsidR="00855694" w:rsidRPr="009071AC">
        <w:t>une jeune fille qui brave l</w:t>
      </w:r>
      <w:r>
        <w:t>’</w:t>
      </w:r>
      <w:r w:rsidR="00855694" w:rsidRPr="009071AC">
        <w:t>opinion est une fille perdue</w:t>
      </w:r>
      <w:r>
        <w:t>…</w:t>
      </w:r>
    </w:p>
    <w:p w14:paraId="3DA92310" w14:textId="39A4FB03" w:rsidR="00F635DB" w:rsidRDefault="00855694" w:rsidP="00F635DB">
      <w:r w:rsidRPr="009071AC">
        <w:t>À l</w:t>
      </w:r>
      <w:r w:rsidR="00F635DB">
        <w:t>’</w:t>
      </w:r>
      <w:r w:rsidRPr="009071AC">
        <w:t xml:space="preserve">exaltation de </w:t>
      </w:r>
      <w:r w:rsidR="00F635DB">
        <w:t>« </w:t>
      </w:r>
      <w:r w:rsidRPr="009071AC">
        <w:t>la générale</w:t>
      </w:r>
      <w:r w:rsidR="00F635DB">
        <w:t>, »</w:t>
      </w:r>
      <w:r w:rsidRPr="009071AC">
        <w:t xml:space="preserve"> il était aisé de comprendre qu</w:t>
      </w:r>
      <w:r w:rsidR="00F635DB">
        <w:t>’</w:t>
      </w:r>
      <w:r w:rsidRPr="009071AC">
        <w:t xml:space="preserve">avant tout et surtout elle craignait que </w:t>
      </w:r>
      <w:r w:rsidR="00F635DB">
        <w:t>M</w:t>
      </w:r>
      <w:r w:rsidR="00F635DB" w:rsidRPr="00F635DB">
        <w:rPr>
          <w:vertAlign w:val="superscript"/>
        </w:rPr>
        <w:t>lle</w:t>
      </w:r>
      <w:r w:rsidR="00F635DB">
        <w:t> </w:t>
      </w:r>
      <w:r w:rsidRPr="009071AC">
        <w:t>Marguerite n</w:t>
      </w:r>
      <w:r w:rsidR="00F635DB">
        <w:t>’</w:t>
      </w:r>
      <w:r w:rsidRPr="009071AC">
        <w:t>usât de sa liberté</w:t>
      </w:r>
      <w:r w:rsidR="00F635DB">
        <w:t>.</w:t>
      </w:r>
    </w:p>
    <w:p w14:paraId="1A50E376" w14:textId="77777777" w:rsidR="00F635DB" w:rsidRDefault="00F635DB" w:rsidP="00F635DB">
      <w:r>
        <w:lastRenderedPageBreak/>
        <w:t>— </w:t>
      </w:r>
      <w:r w:rsidR="00855694" w:rsidRPr="009071AC">
        <w:t>Que faire</w:t>
      </w:r>
      <w:r>
        <w:t xml:space="preserve">, </w:t>
      </w:r>
      <w:r w:rsidR="00855694" w:rsidRPr="009071AC">
        <w:t>donc</w:t>
      </w:r>
      <w:r>
        <w:t xml:space="preserve"> ?… </w:t>
      </w:r>
      <w:r w:rsidR="00855694" w:rsidRPr="009071AC">
        <w:t>demanda la jeune fille</w:t>
      </w:r>
      <w:r>
        <w:t>.</w:t>
      </w:r>
    </w:p>
    <w:p w14:paraId="37894277" w14:textId="77777777" w:rsidR="00F635DB" w:rsidRDefault="00F635DB" w:rsidP="00F635DB">
      <w:r>
        <w:t>— </w:t>
      </w:r>
      <w:r w:rsidR="00855694" w:rsidRPr="009071AC">
        <w:t>Je vous l</w:t>
      </w:r>
      <w:r>
        <w:t>’</w:t>
      </w:r>
      <w:r w:rsidR="00855694" w:rsidRPr="009071AC">
        <w:t>ai dit</w:t>
      </w:r>
      <w:r>
        <w:t xml:space="preserve">, </w:t>
      </w:r>
      <w:r w:rsidR="00855694" w:rsidRPr="009071AC">
        <w:t>il y a le couvent</w:t>
      </w:r>
      <w:r>
        <w:t xml:space="preserve">. </w:t>
      </w:r>
      <w:r w:rsidR="00855694" w:rsidRPr="009071AC">
        <w:t>Pourquoi n</w:t>
      </w:r>
      <w:r>
        <w:t>’</w:t>
      </w:r>
      <w:r w:rsidR="00855694" w:rsidRPr="009071AC">
        <w:t>y entreriez-vous pas</w:t>
      </w:r>
      <w:r>
        <w:t> ?</w:t>
      </w:r>
    </w:p>
    <w:p w14:paraId="330119F4" w14:textId="77777777" w:rsidR="00F635DB" w:rsidRDefault="00F635DB" w:rsidP="00F635DB">
      <w:r>
        <w:t>— </w:t>
      </w:r>
      <w:r w:rsidR="00855694" w:rsidRPr="009071AC">
        <w:t>J</w:t>
      </w:r>
      <w:r>
        <w:t>’</w:t>
      </w:r>
      <w:r w:rsidR="00855694" w:rsidRPr="009071AC">
        <w:t>aime la vie</w:t>
      </w:r>
      <w:r>
        <w:t>…</w:t>
      </w:r>
    </w:p>
    <w:p w14:paraId="502C90E1" w14:textId="77777777" w:rsidR="00F635DB" w:rsidRDefault="00F635DB" w:rsidP="00F635DB">
      <w:r>
        <w:t>— </w:t>
      </w:r>
      <w:r w:rsidR="00855694" w:rsidRPr="009071AC">
        <w:t>Alors</w:t>
      </w:r>
      <w:r>
        <w:t xml:space="preserve">, </w:t>
      </w:r>
      <w:r w:rsidR="00855694" w:rsidRPr="009071AC">
        <w:t>frappez à la porte d</w:t>
      </w:r>
      <w:r>
        <w:t>’</w:t>
      </w:r>
      <w:r w:rsidR="00855694" w:rsidRPr="009071AC">
        <w:t>une maison honorable</w:t>
      </w:r>
      <w:r>
        <w:t>.</w:t>
      </w:r>
    </w:p>
    <w:p w14:paraId="2CBB89A1" w14:textId="77777777" w:rsidR="00F635DB" w:rsidRDefault="00F635DB" w:rsidP="00F635DB">
      <w:r>
        <w:t>— </w:t>
      </w:r>
      <w:r w:rsidR="00855694" w:rsidRPr="009071AC">
        <w:t>L</w:t>
      </w:r>
      <w:r>
        <w:t>’</w:t>
      </w:r>
      <w:r w:rsidR="00855694" w:rsidRPr="009071AC">
        <w:t>idée d</w:t>
      </w:r>
      <w:r>
        <w:t>’</w:t>
      </w:r>
      <w:r w:rsidR="00855694" w:rsidRPr="009071AC">
        <w:t>être à charge à quelqu</w:t>
      </w:r>
      <w:r>
        <w:t>’</w:t>
      </w:r>
      <w:r w:rsidR="00855694" w:rsidRPr="009071AC">
        <w:t>un me révolte</w:t>
      </w:r>
      <w:r>
        <w:t>.</w:t>
      </w:r>
    </w:p>
    <w:p w14:paraId="3EB74ECF" w14:textId="0649A692" w:rsidR="00F635DB" w:rsidRDefault="00855694" w:rsidP="00F635DB">
      <w:r w:rsidRPr="009071AC">
        <w:t>Fait significatif</w:t>
      </w:r>
      <w:r w:rsidR="00F635DB">
        <w:t>, M</w:t>
      </w:r>
      <w:r w:rsidR="00F635DB" w:rsidRPr="00F635DB">
        <w:rPr>
          <w:vertAlign w:val="superscript"/>
        </w:rPr>
        <w:t>me</w:t>
      </w:r>
      <w:r w:rsidR="00F635DB">
        <w:t> de </w:t>
      </w:r>
      <w:proofErr w:type="spellStart"/>
      <w:r w:rsidRPr="009071AC">
        <w:t>Fondège</w:t>
      </w:r>
      <w:proofErr w:type="spellEnd"/>
      <w:r w:rsidRPr="009071AC">
        <w:t xml:space="preserve"> ne protesta pas</w:t>
      </w:r>
      <w:r w:rsidR="00F635DB">
        <w:t xml:space="preserve">, </w:t>
      </w:r>
      <w:r w:rsidRPr="009071AC">
        <w:t>ne parla pas de sa maison</w:t>
      </w:r>
      <w:r w:rsidR="00F635DB">
        <w:t xml:space="preserve">… </w:t>
      </w:r>
      <w:r w:rsidRPr="009071AC">
        <w:t>Elle était trop fière pour cela</w:t>
      </w:r>
      <w:r w:rsidR="00F635DB">
        <w:t xml:space="preserve">… </w:t>
      </w:r>
      <w:r w:rsidRPr="009071AC">
        <w:t>L</w:t>
      </w:r>
      <w:r w:rsidR="00F635DB">
        <w:t>’</w:t>
      </w:r>
      <w:r w:rsidRPr="009071AC">
        <w:t>ayant une fois offerte</w:t>
      </w:r>
      <w:r w:rsidR="00F635DB">
        <w:t xml:space="preserve">, </w:t>
      </w:r>
      <w:r w:rsidRPr="009071AC">
        <w:t>elle crut qu</w:t>
      </w:r>
      <w:r w:rsidR="00F635DB">
        <w:t>’</w:t>
      </w:r>
      <w:r w:rsidRPr="009071AC">
        <w:t>insister serait éveiller des défiances</w:t>
      </w:r>
      <w:r w:rsidR="00F635DB">
        <w:t>.</w:t>
      </w:r>
    </w:p>
    <w:p w14:paraId="4194D290" w14:textId="77777777" w:rsidR="00F635DB" w:rsidRDefault="00855694" w:rsidP="00F635DB">
      <w:r w:rsidRPr="009071AC">
        <w:t>Elle se contenta d</w:t>
      </w:r>
      <w:r w:rsidR="00F635DB">
        <w:t>’</w:t>
      </w:r>
      <w:r w:rsidRPr="009071AC">
        <w:t>énumérer les raisons qui militaient en faveur des deux déterminations qu</w:t>
      </w:r>
      <w:r w:rsidR="00F635DB">
        <w:t>’</w:t>
      </w:r>
      <w:r w:rsidRPr="009071AC">
        <w:t>elle offrait</w:t>
      </w:r>
      <w:r w:rsidR="00F635DB">
        <w:t xml:space="preserve">, </w:t>
      </w:r>
      <w:r w:rsidRPr="009071AC">
        <w:t>répétant de temps à autre</w:t>
      </w:r>
      <w:r w:rsidR="00F635DB">
        <w:t> :</w:t>
      </w:r>
    </w:p>
    <w:p w14:paraId="1EF67464" w14:textId="77777777" w:rsidR="00F635DB" w:rsidRDefault="00F635DB" w:rsidP="00F635DB">
      <w:r>
        <w:t>— </w:t>
      </w:r>
      <w:r w:rsidR="00855694" w:rsidRPr="009071AC">
        <w:t>Décidez-vous</w:t>
      </w:r>
      <w:r>
        <w:t xml:space="preserve"> !… </w:t>
      </w:r>
      <w:r w:rsidR="00855694" w:rsidRPr="009071AC">
        <w:t>N</w:t>
      </w:r>
      <w:r>
        <w:t>’</w:t>
      </w:r>
      <w:r w:rsidR="00855694" w:rsidRPr="009071AC">
        <w:t>attendez pas le dernier moment</w:t>
      </w:r>
      <w:r>
        <w:t> !…</w:t>
      </w:r>
    </w:p>
    <w:p w14:paraId="640AE173" w14:textId="74129FA9" w:rsidR="00F635DB" w:rsidRDefault="00F635DB" w:rsidP="00F635DB">
      <w:r>
        <w:t>M</w:t>
      </w:r>
      <w:r w:rsidRPr="00F635DB">
        <w:rPr>
          <w:vertAlign w:val="superscript"/>
        </w:rPr>
        <w:t>lle</w:t>
      </w:r>
      <w:r>
        <w:t> </w:t>
      </w:r>
      <w:r w:rsidR="00855694" w:rsidRPr="009071AC">
        <w:t>Marguerite était décidée</w:t>
      </w:r>
      <w:r>
        <w:t xml:space="preserve">… </w:t>
      </w:r>
      <w:r w:rsidR="00855694" w:rsidRPr="009071AC">
        <w:t>Cependant</w:t>
      </w:r>
      <w:r>
        <w:t xml:space="preserve">, </w:t>
      </w:r>
      <w:r w:rsidR="00855694" w:rsidRPr="009071AC">
        <w:t>avant de se déclarer</w:t>
      </w:r>
      <w:r>
        <w:t xml:space="preserve">, </w:t>
      </w:r>
      <w:r w:rsidR="00855694" w:rsidRPr="009071AC">
        <w:t>elle eût voulu consulter le seul ami qu</w:t>
      </w:r>
      <w:r>
        <w:t>’</w:t>
      </w:r>
      <w:r w:rsidR="00855694" w:rsidRPr="009071AC">
        <w:t>elle se connût au monde</w:t>
      </w:r>
      <w:r>
        <w:t xml:space="preserve">, </w:t>
      </w:r>
      <w:r w:rsidR="00855694" w:rsidRPr="009071AC">
        <w:t>le vieux juge de paix</w:t>
      </w:r>
      <w:r>
        <w:t>.</w:t>
      </w:r>
    </w:p>
    <w:p w14:paraId="60564361" w14:textId="77777777" w:rsidR="00F635DB" w:rsidRDefault="00855694" w:rsidP="00F635DB">
      <w:r w:rsidRPr="009071AC">
        <w:t>La veille</w:t>
      </w:r>
      <w:r w:rsidR="00F635DB">
        <w:t xml:space="preserve">, </w:t>
      </w:r>
      <w:r w:rsidRPr="009071AC">
        <w:t>il lui avait dit</w:t>
      </w:r>
      <w:r w:rsidR="00F635DB">
        <w:t> : « </w:t>
      </w:r>
      <w:r w:rsidRPr="009071AC">
        <w:t>À demain</w:t>
      </w:r>
      <w:r w:rsidR="00F635DB">
        <w:t> ; »</w:t>
      </w:r>
      <w:r w:rsidRPr="009071AC">
        <w:t xml:space="preserve"> elle savait que l</w:t>
      </w:r>
      <w:r w:rsidR="00F635DB">
        <w:t>’</w:t>
      </w:r>
      <w:r w:rsidRPr="009071AC">
        <w:t>opération de l</w:t>
      </w:r>
      <w:r w:rsidR="00F635DB">
        <w:t>’</w:t>
      </w:r>
      <w:r w:rsidRPr="009071AC">
        <w:t>apposition des scellés n</w:t>
      </w:r>
      <w:r w:rsidR="00F635DB">
        <w:t>’</w:t>
      </w:r>
      <w:r w:rsidRPr="009071AC">
        <w:t>était pas terminée</w:t>
      </w:r>
      <w:r w:rsidR="00F635DB">
        <w:t xml:space="preserve">, </w:t>
      </w:r>
      <w:r w:rsidRPr="009071AC">
        <w:t>elle s</w:t>
      </w:r>
      <w:r w:rsidR="00F635DB">
        <w:t>’</w:t>
      </w:r>
      <w:r w:rsidRPr="009071AC">
        <w:t>étonnait de ne pas l</w:t>
      </w:r>
      <w:r w:rsidR="00F635DB">
        <w:t>’</w:t>
      </w:r>
      <w:r w:rsidRPr="009071AC">
        <w:t>avoir vu encore</w:t>
      </w:r>
      <w:r w:rsidR="00F635DB">
        <w:t xml:space="preserve">, </w:t>
      </w:r>
      <w:r w:rsidRPr="009071AC">
        <w:t>et elle l</w:t>
      </w:r>
      <w:r w:rsidR="00F635DB">
        <w:t>’</w:t>
      </w:r>
      <w:r w:rsidRPr="009071AC">
        <w:t>espérait de minute en minute</w:t>
      </w:r>
      <w:r w:rsidR="00F635DB">
        <w:t>.</w:t>
      </w:r>
    </w:p>
    <w:p w14:paraId="5667919B" w14:textId="77777777" w:rsidR="00F635DB" w:rsidRDefault="00855694" w:rsidP="00F635DB">
      <w:r w:rsidRPr="009071AC">
        <w:t>Aussi</w:t>
      </w:r>
      <w:r w:rsidR="00F635DB">
        <w:t xml:space="preserve">, </w:t>
      </w:r>
      <w:r w:rsidRPr="009071AC">
        <w:t>évita-t-elle</w:t>
      </w:r>
      <w:r w:rsidR="00F635DB">
        <w:t xml:space="preserve">, </w:t>
      </w:r>
      <w:r w:rsidRPr="009071AC">
        <w:t>et non sans adresse</w:t>
      </w:r>
      <w:r w:rsidR="00F635DB">
        <w:t xml:space="preserve">, </w:t>
      </w:r>
      <w:r w:rsidRPr="009071AC">
        <w:t>toute réponse formelle</w:t>
      </w:r>
      <w:r w:rsidR="00F635DB">
        <w:t xml:space="preserve">, </w:t>
      </w:r>
      <w:r w:rsidRPr="009071AC">
        <w:t>jusqu</w:t>
      </w:r>
      <w:r w:rsidR="00F635DB">
        <w:t>’</w:t>
      </w:r>
      <w:r w:rsidRPr="009071AC">
        <w:t>à ce qu</w:t>
      </w:r>
      <w:r w:rsidR="00F635DB">
        <w:t>’</w:t>
      </w:r>
      <w:r w:rsidRPr="009071AC">
        <w:t>enfin</w:t>
      </w:r>
      <w:r w:rsidR="00F635DB">
        <w:t xml:space="preserve">, </w:t>
      </w:r>
      <w:r w:rsidRPr="009071AC">
        <w:t>un domestique parut</w:t>
      </w:r>
      <w:r w:rsidR="00F635DB">
        <w:t xml:space="preserve">, </w:t>
      </w:r>
      <w:r w:rsidRPr="009071AC">
        <w:t>qui annonça</w:t>
      </w:r>
      <w:r w:rsidR="00F635DB">
        <w:t> :</w:t>
      </w:r>
    </w:p>
    <w:p w14:paraId="51ED7929" w14:textId="0EDB65B8" w:rsidR="00F635DB" w:rsidRDefault="00F635DB" w:rsidP="00F635DB">
      <w:r>
        <w:t>— M. </w:t>
      </w:r>
      <w:r w:rsidR="00855694" w:rsidRPr="009071AC">
        <w:t>le juge de paix</w:t>
      </w:r>
      <w:r>
        <w:t>.</w:t>
      </w:r>
    </w:p>
    <w:p w14:paraId="3174EEFC" w14:textId="184929C3" w:rsidR="00F635DB" w:rsidRDefault="00855694" w:rsidP="00F635DB">
      <w:r w:rsidRPr="009071AC">
        <w:lastRenderedPageBreak/>
        <w:t>Il entra lentement</w:t>
      </w:r>
      <w:r w:rsidR="00F635DB">
        <w:t xml:space="preserve">, </w:t>
      </w:r>
      <w:r w:rsidRPr="009071AC">
        <w:t>ayant toujours aux lèvres son sourire débonnaire</w:t>
      </w:r>
      <w:r w:rsidR="00F635DB">
        <w:t xml:space="preserve">, </w:t>
      </w:r>
      <w:r w:rsidRPr="009071AC">
        <w:t xml:space="preserve">mais son œil perspicace ne quitta pas </w:t>
      </w:r>
      <w:r w:rsidR="00F635DB">
        <w:t>M</w:t>
      </w:r>
      <w:r w:rsidR="00F635DB" w:rsidRPr="00F635DB">
        <w:rPr>
          <w:vertAlign w:val="superscript"/>
        </w:rPr>
        <w:t>me</w:t>
      </w:r>
      <w:r w:rsidR="00F635DB">
        <w:t> de </w:t>
      </w:r>
      <w:proofErr w:type="spellStart"/>
      <w:r w:rsidRPr="009071AC">
        <w:t>Fondège</w:t>
      </w:r>
      <w:proofErr w:type="spellEnd"/>
      <w:r w:rsidR="00F635DB">
        <w:t>.</w:t>
      </w:r>
    </w:p>
    <w:p w14:paraId="38BF20BE" w14:textId="71685F1A" w:rsidR="00F635DB" w:rsidRDefault="00855694" w:rsidP="00F635DB">
      <w:r w:rsidRPr="009071AC">
        <w:t>Il salua</w:t>
      </w:r>
      <w:r w:rsidR="00F635DB">
        <w:t xml:space="preserve">, </w:t>
      </w:r>
      <w:r w:rsidRPr="009071AC">
        <w:t>prononça quelques mots de politesse</w:t>
      </w:r>
      <w:r w:rsidR="00F635DB">
        <w:t xml:space="preserve">, </w:t>
      </w:r>
      <w:r w:rsidRPr="009071AC">
        <w:t>puis s</w:t>
      </w:r>
      <w:r w:rsidR="00F635DB">
        <w:t>’</w:t>
      </w:r>
      <w:r w:rsidRPr="009071AC">
        <w:t xml:space="preserve">adressant à </w:t>
      </w:r>
      <w:r w:rsidR="00F635DB">
        <w:t>M</w:t>
      </w:r>
      <w:r w:rsidR="00F635DB" w:rsidRPr="00F635DB">
        <w:rPr>
          <w:vertAlign w:val="superscript"/>
        </w:rPr>
        <w:t>lle</w:t>
      </w:r>
      <w:r w:rsidR="00F635DB">
        <w:t> </w:t>
      </w:r>
      <w:r w:rsidRPr="009071AC">
        <w:t>Marguerite</w:t>
      </w:r>
      <w:r w:rsidR="00F635DB">
        <w:t> :</w:t>
      </w:r>
    </w:p>
    <w:p w14:paraId="243AD7E4" w14:textId="77777777" w:rsidR="00F635DB" w:rsidRDefault="00F635DB" w:rsidP="00F635DB">
      <w:r>
        <w:t>— </w:t>
      </w:r>
      <w:r w:rsidR="00855694" w:rsidRPr="009071AC">
        <w:t>Il faut que je vous parle</w:t>
      </w:r>
      <w:r>
        <w:t xml:space="preserve">, </w:t>
      </w:r>
      <w:r w:rsidR="00855694" w:rsidRPr="009071AC">
        <w:t>mademoiselle</w:t>
      </w:r>
      <w:r>
        <w:t xml:space="preserve">, </w:t>
      </w:r>
      <w:r w:rsidR="00855694" w:rsidRPr="009071AC">
        <w:t>dit-il</w:t>
      </w:r>
      <w:r>
        <w:t xml:space="preserve">, </w:t>
      </w:r>
      <w:r w:rsidR="00855694" w:rsidRPr="009071AC">
        <w:t>à l</w:t>
      </w:r>
      <w:r>
        <w:t>’</w:t>
      </w:r>
      <w:r w:rsidR="00855694" w:rsidRPr="009071AC">
        <w:t>instant</w:t>
      </w:r>
      <w:r>
        <w:t xml:space="preserve">… </w:t>
      </w:r>
      <w:r w:rsidR="00855694" w:rsidRPr="009071AC">
        <w:t>Mais dites à madame que vous serez de retour près d</w:t>
      </w:r>
      <w:r>
        <w:t>’</w:t>
      </w:r>
      <w:r w:rsidR="00855694" w:rsidRPr="009071AC">
        <w:t>elle avant un quart d</w:t>
      </w:r>
      <w:r>
        <w:t>’</w:t>
      </w:r>
      <w:r w:rsidR="00855694" w:rsidRPr="009071AC">
        <w:t>heure</w:t>
      </w:r>
      <w:r>
        <w:t>.</w:t>
      </w:r>
    </w:p>
    <w:p w14:paraId="3D8DA529" w14:textId="7A8F92FC" w:rsidR="00F635DB" w:rsidRDefault="00855694" w:rsidP="00F635DB">
      <w:r w:rsidRPr="009071AC">
        <w:t>Elle le suivit</w:t>
      </w:r>
      <w:r w:rsidR="00F635DB">
        <w:t xml:space="preserve">, </w:t>
      </w:r>
      <w:r w:rsidRPr="009071AC">
        <w:t>et lorsqu</w:t>
      </w:r>
      <w:r w:rsidR="00F635DB">
        <w:t>’</w:t>
      </w:r>
      <w:r w:rsidRPr="009071AC">
        <w:t>ils furent seuls</w:t>
      </w:r>
      <w:r w:rsidR="00F635DB">
        <w:t xml:space="preserve">, </w:t>
      </w:r>
      <w:r w:rsidRPr="009071AC">
        <w:t>les portes fermées</w:t>
      </w:r>
      <w:r w:rsidR="00F635DB">
        <w:t xml:space="preserve">, </w:t>
      </w:r>
      <w:r w:rsidRPr="009071AC">
        <w:t xml:space="preserve">dans le cabinet de feu </w:t>
      </w:r>
      <w:r w:rsidR="00F635DB">
        <w:t>M. de </w:t>
      </w:r>
      <w:proofErr w:type="spellStart"/>
      <w:r w:rsidRPr="009071AC">
        <w:t>Chalusse</w:t>
      </w:r>
      <w:proofErr w:type="spellEnd"/>
      <w:r w:rsidR="00F635DB">
        <w:t> :</w:t>
      </w:r>
    </w:p>
    <w:p w14:paraId="45BC5192" w14:textId="77777777" w:rsidR="00F635DB" w:rsidRDefault="00F635DB" w:rsidP="00F635DB">
      <w:r>
        <w:t>— </w:t>
      </w:r>
      <w:r w:rsidR="00855694" w:rsidRPr="009071AC">
        <w:t>J</w:t>
      </w:r>
      <w:r>
        <w:t>’</w:t>
      </w:r>
      <w:r w:rsidR="00855694" w:rsidRPr="009071AC">
        <w:t>ai beaucoup pensé à vous</w:t>
      </w:r>
      <w:r>
        <w:t xml:space="preserve">, </w:t>
      </w:r>
      <w:r w:rsidR="00855694" w:rsidRPr="009071AC">
        <w:t>mon enfant</w:t>
      </w:r>
      <w:r>
        <w:t xml:space="preserve">, </w:t>
      </w:r>
      <w:r w:rsidR="00855694" w:rsidRPr="009071AC">
        <w:t>reprit le vieux juge</w:t>
      </w:r>
      <w:r>
        <w:t xml:space="preserve">, </w:t>
      </w:r>
      <w:r w:rsidR="00855694" w:rsidRPr="009071AC">
        <w:t>oui</w:t>
      </w:r>
      <w:r>
        <w:t xml:space="preserve">, </w:t>
      </w:r>
      <w:r w:rsidR="00855694" w:rsidRPr="009071AC">
        <w:t>beaucoup</w:t>
      </w:r>
      <w:r>
        <w:t xml:space="preserve">… </w:t>
      </w:r>
      <w:r w:rsidR="00855694" w:rsidRPr="009071AC">
        <w:t>et il me semble que je m</w:t>
      </w:r>
      <w:r>
        <w:t>’</w:t>
      </w:r>
      <w:r w:rsidR="00855694" w:rsidRPr="009071AC">
        <w:t>explique certaines choses</w:t>
      </w:r>
      <w:r>
        <w:t xml:space="preserve">. </w:t>
      </w:r>
      <w:r w:rsidR="00855694" w:rsidRPr="009071AC">
        <w:t>Mais avant tout</w:t>
      </w:r>
      <w:r>
        <w:t xml:space="preserve">, </w:t>
      </w:r>
      <w:r w:rsidR="00855694" w:rsidRPr="009071AC">
        <w:t>qu</w:t>
      </w:r>
      <w:r>
        <w:t>’</w:t>
      </w:r>
      <w:r w:rsidR="00855694" w:rsidRPr="009071AC">
        <w:t>est-il arrivé depuis que je vous ai quittée</w:t>
      </w:r>
      <w:r>
        <w:t> ?</w:t>
      </w:r>
    </w:p>
    <w:p w14:paraId="54AC4472" w14:textId="77777777" w:rsidR="00F635DB" w:rsidRDefault="00F635DB" w:rsidP="00F635DB">
      <w:r>
        <w:t>— </w:t>
      </w:r>
      <w:r w:rsidR="00855694" w:rsidRPr="009071AC">
        <w:t>Ah</w:t>
      </w:r>
      <w:r>
        <w:t xml:space="preserve"> !… </w:t>
      </w:r>
      <w:r w:rsidR="00855694" w:rsidRPr="009071AC">
        <w:t>monsieur</w:t>
      </w:r>
      <w:r>
        <w:t xml:space="preserve">, </w:t>
      </w:r>
      <w:r w:rsidR="00855694" w:rsidRPr="009071AC">
        <w:t>beaucoup de choses</w:t>
      </w:r>
      <w:r>
        <w:t>.</w:t>
      </w:r>
    </w:p>
    <w:p w14:paraId="4DABF1DA" w14:textId="24C60EBD" w:rsidR="00F635DB" w:rsidRDefault="00855694" w:rsidP="00F635DB">
      <w:r w:rsidRPr="009071AC">
        <w:t>Et aussitôt</w:t>
      </w:r>
      <w:r w:rsidR="00F635DB">
        <w:t xml:space="preserve">, </w:t>
      </w:r>
      <w:r w:rsidRPr="009071AC">
        <w:t>brièvement</w:t>
      </w:r>
      <w:r w:rsidR="00F635DB">
        <w:t xml:space="preserve">, </w:t>
      </w:r>
      <w:r w:rsidRPr="009071AC">
        <w:t>mais avec une précision extrême</w:t>
      </w:r>
      <w:r w:rsidR="00F635DB">
        <w:t xml:space="preserve">, </w:t>
      </w:r>
      <w:r w:rsidRPr="009071AC">
        <w:t>elle lui détailla les événements si petits et si importants qui se succédaient depuis vingt-quatre heures</w:t>
      </w:r>
      <w:r w:rsidR="00F635DB">
        <w:t xml:space="preserve">, </w:t>
      </w:r>
      <w:r w:rsidRPr="009071AC">
        <w:t>sa course inutile rue d</w:t>
      </w:r>
      <w:r w:rsidR="00F635DB">
        <w:t>’</w:t>
      </w:r>
      <w:r w:rsidRPr="009071AC">
        <w:t>Ulm</w:t>
      </w:r>
      <w:r w:rsidR="00F635DB">
        <w:t xml:space="preserve">, </w:t>
      </w:r>
      <w:r w:rsidRPr="009071AC">
        <w:t xml:space="preserve">la sortie mystérieuse de </w:t>
      </w:r>
      <w:r w:rsidR="00F635DB">
        <w:t>M</w:t>
      </w:r>
      <w:r w:rsidR="00F635DB" w:rsidRPr="00F635DB">
        <w:rPr>
          <w:vertAlign w:val="superscript"/>
        </w:rPr>
        <w:t>me</w:t>
      </w:r>
      <w:r w:rsidR="00F635DB">
        <w:t> </w:t>
      </w:r>
      <w:r w:rsidRPr="009071AC">
        <w:t xml:space="preserve">Léon et sa conversation avec le marquis de </w:t>
      </w:r>
      <w:proofErr w:type="spellStart"/>
      <w:r w:rsidRPr="009071AC">
        <w:t>Valorsay</w:t>
      </w:r>
      <w:proofErr w:type="spellEnd"/>
      <w:r w:rsidR="00F635DB">
        <w:t xml:space="preserve">, </w:t>
      </w:r>
      <w:r w:rsidRPr="009071AC">
        <w:t xml:space="preserve">la lettre de </w:t>
      </w:r>
      <w:r w:rsidR="00F635DB">
        <w:t>M</w:t>
      </w:r>
      <w:r w:rsidR="00F635DB" w:rsidRPr="00F635DB">
        <w:rPr>
          <w:vertAlign w:val="superscript"/>
        </w:rPr>
        <w:t>me</w:t>
      </w:r>
      <w:r w:rsidR="00F635DB">
        <w:t> de </w:t>
      </w:r>
      <w:proofErr w:type="spellStart"/>
      <w:r w:rsidRPr="009071AC">
        <w:t>Fondège</w:t>
      </w:r>
      <w:proofErr w:type="spellEnd"/>
      <w:r w:rsidRPr="009071AC">
        <w:t xml:space="preserve"> et enfin cette insupportable visite et tout ce qui s</w:t>
      </w:r>
      <w:r w:rsidR="00F635DB">
        <w:t>’</w:t>
      </w:r>
      <w:r w:rsidRPr="009071AC">
        <w:t>y était dit</w:t>
      </w:r>
      <w:r w:rsidR="00F635DB">
        <w:t>.</w:t>
      </w:r>
    </w:p>
    <w:p w14:paraId="7859B3E7" w14:textId="77777777" w:rsidR="00F635DB" w:rsidRDefault="00855694" w:rsidP="00F635DB">
      <w:r w:rsidRPr="009071AC">
        <w:t>Lui écoutait</w:t>
      </w:r>
      <w:r w:rsidR="00F635DB">
        <w:t xml:space="preserve">, </w:t>
      </w:r>
      <w:r w:rsidRPr="009071AC">
        <w:t>les yeux attachés au chaton de sa bague</w:t>
      </w:r>
      <w:r w:rsidR="00F635DB">
        <w:t xml:space="preserve">, </w:t>
      </w:r>
      <w:r w:rsidRPr="009071AC">
        <w:t>selon sa coutume dans les conjonctures qu</w:t>
      </w:r>
      <w:r w:rsidR="00F635DB">
        <w:t>’</w:t>
      </w:r>
      <w:r w:rsidRPr="009071AC">
        <w:t>il estimait difficiles</w:t>
      </w:r>
      <w:r w:rsidR="00F635DB">
        <w:t>.</w:t>
      </w:r>
    </w:p>
    <w:p w14:paraId="52241F79" w14:textId="00DDED34" w:rsidR="00F635DB" w:rsidRDefault="00F635DB" w:rsidP="00F635DB">
      <w:r>
        <w:t>— </w:t>
      </w:r>
      <w:r w:rsidR="00855694" w:rsidRPr="009071AC">
        <w:t>Tout cela est grave</w:t>
      </w:r>
      <w:r>
        <w:t xml:space="preserve">, </w:t>
      </w:r>
      <w:r w:rsidR="00855694" w:rsidRPr="009071AC">
        <w:t>prononça-t-il</w:t>
      </w:r>
      <w:r>
        <w:t xml:space="preserve">, </w:t>
      </w:r>
      <w:r w:rsidR="00855694" w:rsidRPr="009071AC">
        <w:t>très-grave</w:t>
      </w:r>
      <w:r>
        <w:t xml:space="preserve">… </w:t>
      </w:r>
      <w:r w:rsidR="00855694" w:rsidRPr="009071AC">
        <w:t>La lumière se fait</w:t>
      </w:r>
      <w:r>
        <w:t xml:space="preserve">, </w:t>
      </w:r>
      <w:r w:rsidR="00855694" w:rsidRPr="009071AC">
        <w:t>peu à peu</w:t>
      </w:r>
      <w:r>
        <w:t xml:space="preserve">… </w:t>
      </w:r>
      <w:r w:rsidR="00855694" w:rsidRPr="009071AC">
        <w:t>Vous aviez peut-être raison</w:t>
      </w:r>
      <w:r>
        <w:t xml:space="preserve">… </w:t>
      </w:r>
      <w:r w:rsidR="00855694" w:rsidRPr="009071AC">
        <w:t xml:space="preserve">Peut-être </w:t>
      </w:r>
      <w:r>
        <w:t>M. </w:t>
      </w:r>
      <w:proofErr w:type="spellStart"/>
      <w:r w:rsidR="00855694" w:rsidRPr="009071AC">
        <w:t>Férailleur</w:t>
      </w:r>
      <w:proofErr w:type="spellEnd"/>
      <w:r w:rsidR="00855694" w:rsidRPr="009071AC">
        <w:t xml:space="preserve"> est-il innocent</w:t>
      </w:r>
      <w:r>
        <w:t xml:space="preserve">… </w:t>
      </w:r>
      <w:r w:rsidR="00855694" w:rsidRPr="009071AC">
        <w:t>Et cependant</w:t>
      </w:r>
      <w:r>
        <w:t xml:space="preserve">, </w:t>
      </w:r>
      <w:r w:rsidR="00855694" w:rsidRPr="009071AC">
        <w:t>pourquoi fuir</w:t>
      </w:r>
      <w:r>
        <w:t xml:space="preserve">, </w:t>
      </w:r>
      <w:r w:rsidR="00855694" w:rsidRPr="009071AC">
        <w:t>pourquoi passer à l</w:t>
      </w:r>
      <w:r>
        <w:t>’</w:t>
      </w:r>
      <w:r w:rsidR="00855694" w:rsidRPr="009071AC">
        <w:t>étranger</w:t>
      </w:r>
      <w:r>
        <w:t> ?…</w:t>
      </w:r>
    </w:p>
    <w:p w14:paraId="5963C47A" w14:textId="77777777" w:rsidR="00F635DB" w:rsidRDefault="00F635DB" w:rsidP="00F635DB">
      <w:r>
        <w:lastRenderedPageBreak/>
        <w:t>— </w:t>
      </w:r>
      <w:r w:rsidR="00855694" w:rsidRPr="009071AC">
        <w:t>Ah</w:t>
      </w:r>
      <w:r>
        <w:t xml:space="preserve"> !… </w:t>
      </w:r>
      <w:r w:rsidR="00855694" w:rsidRPr="009071AC">
        <w:t>monsieur</w:t>
      </w:r>
      <w:r>
        <w:t xml:space="preserve">, </w:t>
      </w:r>
      <w:r w:rsidR="00855694" w:rsidRPr="009071AC">
        <w:t>la fuite de Pascal n</w:t>
      </w:r>
      <w:r>
        <w:t>’</w:t>
      </w:r>
      <w:r w:rsidR="00855694" w:rsidRPr="009071AC">
        <w:t>est qu</w:t>
      </w:r>
      <w:r>
        <w:t>’</w:t>
      </w:r>
      <w:r w:rsidR="00855694" w:rsidRPr="009071AC">
        <w:t>une feinte</w:t>
      </w:r>
      <w:r>
        <w:t xml:space="preserve">, </w:t>
      </w:r>
      <w:r w:rsidR="00855694" w:rsidRPr="009071AC">
        <w:t>il est à Paris</w:t>
      </w:r>
      <w:r>
        <w:t xml:space="preserve">, </w:t>
      </w:r>
      <w:r w:rsidR="00855694" w:rsidRPr="009071AC">
        <w:t>caché quelque part</w:t>
      </w:r>
      <w:r>
        <w:t xml:space="preserve">, </w:t>
      </w:r>
      <w:r w:rsidR="00855694" w:rsidRPr="009071AC">
        <w:t>un pressentiment me le crie</w:t>
      </w:r>
      <w:r>
        <w:t xml:space="preserve">, </w:t>
      </w:r>
      <w:r w:rsidR="00855694" w:rsidRPr="009071AC">
        <w:t>j</w:t>
      </w:r>
      <w:r>
        <w:t>’</w:t>
      </w:r>
      <w:r w:rsidR="00855694" w:rsidRPr="009071AC">
        <w:t>en suis sûre</w:t>
      </w:r>
      <w:r>
        <w:t xml:space="preserve">, </w:t>
      </w:r>
      <w:r w:rsidR="00855694" w:rsidRPr="009071AC">
        <w:t>et je sais un homme qui me le retrouvera</w:t>
      </w:r>
      <w:r>
        <w:t xml:space="preserve">… </w:t>
      </w:r>
      <w:r w:rsidR="00855694" w:rsidRPr="009071AC">
        <w:t>Une seule chose me confond</w:t>
      </w:r>
      <w:r>
        <w:t xml:space="preserve"> : </w:t>
      </w:r>
      <w:r w:rsidR="00855694" w:rsidRPr="009071AC">
        <w:t>son silence</w:t>
      </w:r>
      <w:r>
        <w:t xml:space="preserve">… </w:t>
      </w:r>
      <w:r w:rsidR="00855694" w:rsidRPr="009071AC">
        <w:t>Disparaître ainsi sans un mot</w:t>
      </w:r>
      <w:r>
        <w:t xml:space="preserve">, </w:t>
      </w:r>
      <w:r w:rsidR="00855694" w:rsidRPr="009071AC">
        <w:t>sans me donner signe de vie</w:t>
      </w:r>
      <w:r>
        <w:t>…</w:t>
      </w:r>
    </w:p>
    <w:p w14:paraId="2AD2ADE6" w14:textId="77777777" w:rsidR="00F635DB" w:rsidRDefault="00855694" w:rsidP="00F635DB">
      <w:r w:rsidRPr="009071AC">
        <w:t>D</w:t>
      </w:r>
      <w:r w:rsidR="00F635DB">
        <w:t>’</w:t>
      </w:r>
      <w:r w:rsidRPr="009071AC">
        <w:t>un geste</w:t>
      </w:r>
      <w:r w:rsidR="00F635DB">
        <w:t xml:space="preserve">, </w:t>
      </w:r>
      <w:r w:rsidRPr="009071AC">
        <w:t>le juge de paix l</w:t>
      </w:r>
      <w:r w:rsidR="00F635DB">
        <w:t>’</w:t>
      </w:r>
      <w:r w:rsidRPr="009071AC">
        <w:t>arrêta</w:t>
      </w:r>
      <w:r w:rsidR="00F635DB">
        <w:t>.</w:t>
      </w:r>
    </w:p>
    <w:p w14:paraId="3CB49F07" w14:textId="77777777" w:rsidR="00F635DB" w:rsidRDefault="00F635DB" w:rsidP="00F635DB">
      <w:r>
        <w:t>— </w:t>
      </w:r>
      <w:r w:rsidR="00855694" w:rsidRPr="009071AC">
        <w:t>Je ne vois rien là de surprenant</w:t>
      </w:r>
      <w:r>
        <w:t xml:space="preserve">, </w:t>
      </w:r>
      <w:r w:rsidR="00855694" w:rsidRPr="009071AC">
        <w:t>fit-il</w:t>
      </w:r>
      <w:r>
        <w:t xml:space="preserve">, </w:t>
      </w:r>
      <w:r w:rsidR="00855694" w:rsidRPr="009071AC">
        <w:t>du moment où votre gouvernante est l</w:t>
      </w:r>
      <w:r>
        <w:t>’</w:t>
      </w:r>
      <w:r w:rsidR="00855694" w:rsidRPr="009071AC">
        <w:t xml:space="preserve">espion du marquis de </w:t>
      </w:r>
      <w:proofErr w:type="spellStart"/>
      <w:r w:rsidR="00855694" w:rsidRPr="009071AC">
        <w:t>Valorsay</w:t>
      </w:r>
      <w:proofErr w:type="spellEnd"/>
      <w:r>
        <w:t xml:space="preserve">… </w:t>
      </w:r>
      <w:r w:rsidR="00855694" w:rsidRPr="009071AC">
        <w:t>Qui vous dit qu</w:t>
      </w:r>
      <w:r>
        <w:t>’</w:t>
      </w:r>
      <w:r w:rsidR="00855694" w:rsidRPr="009071AC">
        <w:t>elle n</w:t>
      </w:r>
      <w:r>
        <w:t>’</w:t>
      </w:r>
      <w:r w:rsidR="00855694" w:rsidRPr="009071AC">
        <w:t>a pas intercepté ou détruit quelque lettre</w:t>
      </w:r>
      <w:r>
        <w:t> ?</w:t>
      </w:r>
    </w:p>
    <w:p w14:paraId="2493D9DC" w14:textId="5A155C44" w:rsidR="00F635DB" w:rsidRDefault="00F635DB" w:rsidP="00F635DB">
      <w:r>
        <w:t>M</w:t>
      </w:r>
      <w:r w:rsidRPr="00F635DB">
        <w:rPr>
          <w:vertAlign w:val="superscript"/>
        </w:rPr>
        <w:t>lle</w:t>
      </w:r>
      <w:r>
        <w:t> </w:t>
      </w:r>
      <w:r w:rsidR="00855694" w:rsidRPr="009071AC">
        <w:t>Marguerite pâlit</w:t>
      </w:r>
      <w:r>
        <w:t xml:space="preserve">, </w:t>
      </w:r>
      <w:r w:rsidR="00855694" w:rsidRPr="009071AC">
        <w:t>et ses yeux noirs étincelèrent</w:t>
      </w:r>
      <w:r>
        <w:t>.</w:t>
      </w:r>
    </w:p>
    <w:p w14:paraId="0C47EDB9" w14:textId="77777777" w:rsidR="00F635DB" w:rsidRDefault="00F635DB" w:rsidP="00F635DB">
      <w:r>
        <w:t>— </w:t>
      </w:r>
      <w:r w:rsidR="00855694" w:rsidRPr="009071AC">
        <w:t>Grand Dieu</w:t>
      </w:r>
      <w:r>
        <w:t xml:space="preserve"> ! </w:t>
      </w:r>
      <w:r w:rsidR="00855694" w:rsidRPr="009071AC">
        <w:t>s</w:t>
      </w:r>
      <w:r>
        <w:t>’</w:t>
      </w:r>
      <w:r w:rsidR="00855694" w:rsidRPr="009071AC">
        <w:t>écria-t-elle</w:t>
      </w:r>
      <w:r>
        <w:t xml:space="preserve">, </w:t>
      </w:r>
      <w:r w:rsidR="00855694" w:rsidRPr="009071AC">
        <w:t>quelle n</w:t>
      </w:r>
      <w:r>
        <w:t>’</w:t>
      </w:r>
      <w:r w:rsidR="00855694" w:rsidRPr="009071AC">
        <w:t>était pas mon aveuglement</w:t>
      </w:r>
      <w:r>
        <w:t xml:space="preserve"> !… </w:t>
      </w:r>
      <w:r w:rsidR="00855694" w:rsidRPr="009071AC">
        <w:t>Je n</w:t>
      </w:r>
      <w:r>
        <w:t>’</w:t>
      </w:r>
      <w:r w:rsidR="00855694" w:rsidRPr="009071AC">
        <w:t>avais pas songé à cela</w:t>
      </w:r>
      <w:r>
        <w:t xml:space="preserve"> ! </w:t>
      </w:r>
      <w:r w:rsidR="00855694" w:rsidRPr="009071AC">
        <w:t>Oh</w:t>
      </w:r>
      <w:r>
        <w:t xml:space="preserve"> ! </w:t>
      </w:r>
      <w:r w:rsidR="00855694" w:rsidRPr="009071AC">
        <w:t>la misérable</w:t>
      </w:r>
      <w:r>
        <w:t xml:space="preserve"> !… </w:t>
      </w:r>
      <w:r w:rsidR="00855694" w:rsidRPr="009071AC">
        <w:t>Et ne pouvoir l</w:t>
      </w:r>
      <w:r>
        <w:t>’</w:t>
      </w:r>
      <w:r w:rsidR="00855694" w:rsidRPr="009071AC">
        <w:t>interroger et lui arracher l</w:t>
      </w:r>
      <w:r>
        <w:t>’</w:t>
      </w:r>
      <w:r w:rsidR="00855694" w:rsidRPr="009071AC">
        <w:t>aveu de son crime</w:t>
      </w:r>
      <w:r>
        <w:t xml:space="preserve"> !… </w:t>
      </w:r>
      <w:r w:rsidR="00855694" w:rsidRPr="009071AC">
        <w:t>Être condamnée</w:t>
      </w:r>
      <w:r>
        <w:t xml:space="preserve">, </w:t>
      </w:r>
      <w:r w:rsidR="00855694" w:rsidRPr="009071AC">
        <w:t>si je veux arriver à la vérité</w:t>
      </w:r>
      <w:r>
        <w:t xml:space="preserve">, </w:t>
      </w:r>
      <w:r w:rsidR="00855694" w:rsidRPr="009071AC">
        <w:t>à rester avec elle en apparence ce que j</w:t>
      </w:r>
      <w:r>
        <w:t>’</w:t>
      </w:r>
      <w:r w:rsidR="00855694" w:rsidRPr="009071AC">
        <w:t>étais par le passé</w:t>
      </w:r>
      <w:r>
        <w:t> !…</w:t>
      </w:r>
    </w:p>
    <w:p w14:paraId="0DCB7429" w14:textId="77777777" w:rsidR="00F635DB" w:rsidRDefault="00855694" w:rsidP="00F635DB">
      <w:r w:rsidRPr="009071AC">
        <w:t>Mais le juge de paix n</w:t>
      </w:r>
      <w:r w:rsidR="00F635DB">
        <w:t>’</w:t>
      </w:r>
      <w:r w:rsidRPr="009071AC">
        <w:t>était pas homme à laisser s</w:t>
      </w:r>
      <w:r w:rsidR="00F635DB">
        <w:t>’</w:t>
      </w:r>
      <w:r w:rsidRPr="009071AC">
        <w:t>égarer une enquête qu</w:t>
      </w:r>
      <w:r w:rsidR="00F635DB">
        <w:t>’</w:t>
      </w:r>
      <w:r w:rsidRPr="009071AC">
        <w:t>il entreprenait</w:t>
      </w:r>
      <w:r w:rsidR="00F635DB">
        <w:t>.</w:t>
      </w:r>
    </w:p>
    <w:p w14:paraId="5099AEE0" w14:textId="7A848C29" w:rsidR="00F635DB" w:rsidRDefault="00F635DB" w:rsidP="00F635DB">
      <w:r>
        <w:t>— </w:t>
      </w:r>
      <w:r w:rsidR="00855694" w:rsidRPr="009071AC">
        <w:t xml:space="preserve">Revenons à </w:t>
      </w:r>
      <w:r>
        <w:t>M</w:t>
      </w:r>
      <w:r w:rsidRPr="00F635DB">
        <w:rPr>
          <w:vertAlign w:val="superscript"/>
        </w:rPr>
        <w:t>me</w:t>
      </w:r>
      <w:r>
        <w:t> de </w:t>
      </w:r>
      <w:proofErr w:type="spellStart"/>
      <w:r w:rsidR="00855694" w:rsidRPr="009071AC">
        <w:t>Fondège</w:t>
      </w:r>
      <w:proofErr w:type="spellEnd"/>
      <w:r>
        <w:t xml:space="preserve">, </w:t>
      </w:r>
      <w:r w:rsidR="00855694" w:rsidRPr="009071AC">
        <w:t>dit-il</w:t>
      </w:r>
      <w:r>
        <w:t xml:space="preserve">, </w:t>
      </w:r>
      <w:r w:rsidR="00855694" w:rsidRPr="009071AC">
        <w:t>et résumons sa conversation</w:t>
      </w:r>
      <w:r>
        <w:t xml:space="preserve">. </w:t>
      </w:r>
      <w:r w:rsidR="00855694" w:rsidRPr="009071AC">
        <w:t>Elle redoute extrêmement de vous voir courir le monde</w:t>
      </w:r>
      <w:r>
        <w:t xml:space="preserve">… </w:t>
      </w:r>
      <w:r w:rsidR="00855694" w:rsidRPr="009071AC">
        <w:t>Est-ce par affection</w:t>
      </w:r>
      <w:r>
        <w:t xml:space="preserve"> ? </w:t>
      </w:r>
      <w:r w:rsidR="00855694" w:rsidRPr="009071AC">
        <w:t>Non</w:t>
      </w:r>
      <w:r>
        <w:t xml:space="preserve">. </w:t>
      </w:r>
      <w:r w:rsidR="00855694" w:rsidRPr="009071AC">
        <w:t>Pourquoi</w:t>
      </w:r>
      <w:r>
        <w:t xml:space="preserve">, </w:t>
      </w:r>
      <w:r w:rsidR="00855694" w:rsidRPr="009071AC">
        <w:t>alors</w:t>
      </w:r>
      <w:r>
        <w:t xml:space="preserve"> ? </w:t>
      </w:r>
      <w:r w:rsidR="00855694" w:rsidRPr="009071AC">
        <w:t>C</w:t>
      </w:r>
      <w:r>
        <w:t>’</w:t>
      </w:r>
      <w:r w:rsidR="00855694" w:rsidRPr="009071AC">
        <w:t>est ce qu</w:t>
      </w:r>
      <w:r>
        <w:t>’</w:t>
      </w:r>
      <w:r w:rsidR="00855694" w:rsidRPr="009071AC">
        <w:t>il faudra chercher</w:t>
      </w:r>
      <w:r>
        <w:t xml:space="preserve">. </w:t>
      </w:r>
      <w:r w:rsidR="00855694" w:rsidRPr="009071AC">
        <w:t>Secondement</w:t>
      </w:r>
      <w:r>
        <w:t xml:space="preserve">, </w:t>
      </w:r>
      <w:r w:rsidR="00855694" w:rsidRPr="009071AC">
        <w:t>il paraît lui être indifférent que vous acceptiez son hospitalité ou que vous entriez au couvent</w:t>
      </w:r>
      <w:r>
        <w:t>.</w:t>
      </w:r>
    </w:p>
    <w:p w14:paraId="6FF64103" w14:textId="77777777" w:rsidR="00F635DB" w:rsidRDefault="00F635DB" w:rsidP="00F635DB">
      <w:r>
        <w:t>— </w:t>
      </w:r>
      <w:r w:rsidR="00855694" w:rsidRPr="009071AC">
        <w:t>Elle me pousserait plutôt vers le couvent</w:t>
      </w:r>
      <w:r>
        <w:t>…</w:t>
      </w:r>
    </w:p>
    <w:p w14:paraId="1F7A8C00" w14:textId="77777777" w:rsidR="00F635DB" w:rsidRDefault="00F635DB" w:rsidP="00F635DB">
      <w:r>
        <w:t>— </w:t>
      </w:r>
      <w:r w:rsidR="00855694" w:rsidRPr="009071AC">
        <w:t>Eh bien</w:t>
      </w:r>
      <w:r>
        <w:t xml:space="preserve"> !… </w:t>
      </w:r>
      <w:r w:rsidR="00855694" w:rsidRPr="009071AC">
        <w:t>que conclure de là</w:t>
      </w:r>
      <w:r>
        <w:t xml:space="preserve"> ?… </w:t>
      </w:r>
      <w:r w:rsidR="00855694" w:rsidRPr="009071AC">
        <w:t xml:space="preserve">que les </w:t>
      </w:r>
      <w:proofErr w:type="spellStart"/>
      <w:r w:rsidR="00855694" w:rsidRPr="009071AC">
        <w:t>Fondège</w:t>
      </w:r>
      <w:proofErr w:type="spellEnd"/>
      <w:r w:rsidR="00855694" w:rsidRPr="009071AC">
        <w:t xml:space="preserve"> ne tiennent aucunement à s</w:t>
      </w:r>
      <w:r>
        <w:t>’</w:t>
      </w:r>
      <w:r w:rsidR="00855694" w:rsidRPr="009071AC">
        <w:t>emparer de vous et à vous faire épouser leur fils</w:t>
      </w:r>
      <w:r>
        <w:t xml:space="preserve">… </w:t>
      </w:r>
      <w:r w:rsidR="00855694" w:rsidRPr="009071AC">
        <w:t>S</w:t>
      </w:r>
      <w:r>
        <w:t>’</w:t>
      </w:r>
      <w:r w:rsidR="00855694" w:rsidRPr="009071AC">
        <w:t>ils n</w:t>
      </w:r>
      <w:r>
        <w:t>’</w:t>
      </w:r>
      <w:r w:rsidR="00855694" w:rsidRPr="009071AC">
        <w:t>y tiennent pas</w:t>
      </w:r>
      <w:r>
        <w:t xml:space="preserve">, </w:t>
      </w:r>
      <w:r w:rsidR="00855694" w:rsidRPr="009071AC">
        <w:t>c</w:t>
      </w:r>
      <w:r>
        <w:t>’</w:t>
      </w:r>
      <w:r w:rsidR="00855694" w:rsidRPr="009071AC">
        <w:t>est qu</w:t>
      </w:r>
      <w:r>
        <w:t>’</w:t>
      </w:r>
      <w:r w:rsidR="00855694" w:rsidRPr="009071AC">
        <w:t>ils sont sûrs</w:t>
      </w:r>
      <w:r>
        <w:t xml:space="preserve">, </w:t>
      </w:r>
      <w:r w:rsidR="00855694" w:rsidRPr="009071AC">
        <w:t>positivement</w:t>
      </w:r>
      <w:r>
        <w:t xml:space="preserve">, </w:t>
      </w:r>
      <w:r w:rsidR="00855694" w:rsidRPr="009071AC">
        <w:t>indiscutablement</w:t>
      </w:r>
      <w:r>
        <w:t xml:space="preserve">, </w:t>
      </w:r>
      <w:r w:rsidR="00855694" w:rsidRPr="009071AC">
        <w:t>que les valeurs disparues n</w:t>
      </w:r>
      <w:r>
        <w:t>’</w:t>
      </w:r>
      <w:r w:rsidR="00855694" w:rsidRPr="009071AC">
        <w:t>ont pas été détournées par vous</w:t>
      </w:r>
      <w:r>
        <w:t xml:space="preserve">… </w:t>
      </w:r>
      <w:r w:rsidR="00855694" w:rsidRPr="009071AC">
        <w:t>Or</w:t>
      </w:r>
      <w:r>
        <w:t xml:space="preserve">, </w:t>
      </w:r>
      <w:r w:rsidR="00855694" w:rsidRPr="009071AC">
        <w:t>je vous le demande</w:t>
      </w:r>
      <w:r>
        <w:t xml:space="preserve">, </w:t>
      </w:r>
      <w:r w:rsidR="00855694" w:rsidRPr="009071AC">
        <w:lastRenderedPageBreak/>
        <w:t>d</w:t>
      </w:r>
      <w:r>
        <w:t>’</w:t>
      </w:r>
      <w:r w:rsidR="00855694" w:rsidRPr="009071AC">
        <w:t>où vient cette certitude absolue</w:t>
      </w:r>
      <w:r>
        <w:t xml:space="preserve"> ?… </w:t>
      </w:r>
      <w:r w:rsidR="00855694" w:rsidRPr="009071AC">
        <w:t>Simplement de ce qu</w:t>
      </w:r>
      <w:r>
        <w:t>’</w:t>
      </w:r>
      <w:r w:rsidR="00855694" w:rsidRPr="009071AC">
        <w:t>ils savent où sont les millions</w:t>
      </w:r>
      <w:r>
        <w:t xml:space="preserve">… </w:t>
      </w:r>
      <w:r w:rsidR="00855694" w:rsidRPr="009071AC">
        <w:t>et s</w:t>
      </w:r>
      <w:r>
        <w:t>’</w:t>
      </w:r>
      <w:r w:rsidR="00855694" w:rsidRPr="009071AC">
        <w:t>ils le savent</w:t>
      </w:r>
      <w:r>
        <w:t>…</w:t>
      </w:r>
    </w:p>
    <w:p w14:paraId="790F8864" w14:textId="77777777" w:rsidR="00F635DB" w:rsidRDefault="00F635DB" w:rsidP="00F635DB">
      <w:r>
        <w:t>— </w:t>
      </w:r>
      <w:r w:rsidR="00855694" w:rsidRPr="009071AC">
        <w:t>Ah</w:t>
      </w:r>
      <w:r>
        <w:t xml:space="preserve"> !… </w:t>
      </w:r>
      <w:r w:rsidR="00855694" w:rsidRPr="009071AC">
        <w:t>monsieur</w:t>
      </w:r>
      <w:r>
        <w:t xml:space="preserve">, </w:t>
      </w:r>
      <w:r w:rsidR="00855694" w:rsidRPr="009071AC">
        <w:t>c</w:t>
      </w:r>
      <w:r>
        <w:t>’</w:t>
      </w:r>
      <w:r w:rsidR="00855694" w:rsidRPr="009071AC">
        <w:t>est qu</w:t>
      </w:r>
      <w:r>
        <w:t>’</w:t>
      </w:r>
      <w:r w:rsidR="00855694" w:rsidRPr="009071AC">
        <w:t>ils les ont volés</w:t>
      </w:r>
      <w:r>
        <w:t> !…</w:t>
      </w:r>
    </w:p>
    <w:p w14:paraId="15EF025E" w14:textId="77777777" w:rsidR="00F635DB" w:rsidRDefault="00855694" w:rsidP="00F635DB">
      <w:r w:rsidRPr="009071AC">
        <w:t>Le vieux juge se taisait</w:t>
      </w:r>
      <w:r w:rsidR="00F635DB">
        <w:t>.</w:t>
      </w:r>
    </w:p>
    <w:p w14:paraId="1C9B577A" w14:textId="77777777" w:rsidR="00F635DB" w:rsidRDefault="00855694" w:rsidP="00F635DB">
      <w:r w:rsidRPr="009071AC">
        <w:t>Il avait retourné en dedans le chaton de sa bague</w:t>
      </w:r>
      <w:r w:rsidR="00F635DB">
        <w:t xml:space="preserve"> – </w:t>
      </w:r>
      <w:r w:rsidRPr="009071AC">
        <w:t>signe d</w:t>
      </w:r>
      <w:r w:rsidR="00F635DB">
        <w:t>’</w:t>
      </w:r>
      <w:r w:rsidRPr="009071AC">
        <w:t>orage</w:t>
      </w:r>
      <w:r w:rsidR="00F635DB">
        <w:t xml:space="preserve">, </w:t>
      </w:r>
      <w:r w:rsidRPr="009071AC">
        <w:t>eût dit son greffier</w:t>
      </w:r>
      <w:r w:rsidR="00F635DB">
        <w:t xml:space="preserve"> – </w:t>
      </w:r>
      <w:r w:rsidRPr="009071AC">
        <w:t>et si maître qu</w:t>
      </w:r>
      <w:r w:rsidR="00F635DB">
        <w:t>’</w:t>
      </w:r>
      <w:r w:rsidRPr="009071AC">
        <w:t>il fût de l</w:t>
      </w:r>
      <w:r w:rsidR="00F635DB">
        <w:t>’</w:t>
      </w:r>
      <w:r w:rsidRPr="009071AC">
        <w:t>expression de son visage</w:t>
      </w:r>
      <w:r w:rsidR="00F635DB">
        <w:t xml:space="preserve">, </w:t>
      </w:r>
      <w:r w:rsidRPr="009071AC">
        <w:t>on pouvait y suivre les phases d</w:t>
      </w:r>
      <w:r w:rsidR="00F635DB">
        <w:t>’</w:t>
      </w:r>
      <w:r w:rsidRPr="009071AC">
        <w:t>un violent combat intérieur</w:t>
      </w:r>
      <w:r w:rsidR="00F635DB">
        <w:t>.</w:t>
      </w:r>
    </w:p>
    <w:p w14:paraId="1CE3C1A8" w14:textId="2A2A71DD" w:rsidR="00F635DB" w:rsidRDefault="00F635DB" w:rsidP="00F635DB">
      <w:r>
        <w:t>— </w:t>
      </w:r>
      <w:r w:rsidR="00855694" w:rsidRPr="009071AC">
        <w:t>Eh bien</w:t>
      </w:r>
      <w:r>
        <w:t xml:space="preserve">, </w:t>
      </w:r>
      <w:r w:rsidR="00855694" w:rsidRPr="009071AC">
        <w:t>oui</w:t>
      </w:r>
      <w:r>
        <w:t xml:space="preserve">, </w:t>
      </w:r>
      <w:r w:rsidR="00855694" w:rsidRPr="009071AC">
        <w:t>mon enfant</w:t>
      </w:r>
      <w:r>
        <w:t xml:space="preserve">, </w:t>
      </w:r>
      <w:r w:rsidR="00855694" w:rsidRPr="009071AC">
        <w:t>prononça-t-il enfin</w:t>
      </w:r>
      <w:r>
        <w:t xml:space="preserve">, </w:t>
      </w:r>
      <w:r w:rsidR="00855694" w:rsidRPr="009071AC">
        <w:t xml:space="preserve">oui ma conviction est que les </w:t>
      </w:r>
      <w:proofErr w:type="spellStart"/>
      <w:r w:rsidR="00855694" w:rsidRPr="009071AC">
        <w:t>Fondège</w:t>
      </w:r>
      <w:proofErr w:type="spellEnd"/>
      <w:r w:rsidR="00855694" w:rsidRPr="009071AC">
        <w:t xml:space="preserve"> ont entre les mains les millions que vous aviez vus dans le secrétaire de </w:t>
      </w:r>
      <w:r>
        <w:t>M. de </w:t>
      </w:r>
      <w:proofErr w:type="spellStart"/>
      <w:r w:rsidR="00855694" w:rsidRPr="009071AC">
        <w:t>Chalusse</w:t>
      </w:r>
      <w:proofErr w:type="spellEnd"/>
      <w:r w:rsidR="00855694" w:rsidRPr="009071AC">
        <w:t xml:space="preserve"> et que nous n</w:t>
      </w:r>
      <w:r>
        <w:t>’</w:t>
      </w:r>
      <w:r w:rsidR="00855694" w:rsidRPr="009071AC">
        <w:t>y avons plus retrouvés</w:t>
      </w:r>
      <w:r>
        <w:t xml:space="preserve">… </w:t>
      </w:r>
      <w:r w:rsidR="00855694" w:rsidRPr="009071AC">
        <w:t>Comment</w:t>
      </w:r>
      <w:r>
        <w:t xml:space="preserve">, </w:t>
      </w:r>
      <w:r w:rsidR="00855694" w:rsidRPr="009071AC">
        <w:t>par quel prodige de ruse et de scélératesse s</w:t>
      </w:r>
      <w:r>
        <w:t>’</w:t>
      </w:r>
      <w:r w:rsidR="00855694" w:rsidRPr="009071AC">
        <w:t>en sont-ils emparés</w:t>
      </w:r>
      <w:r>
        <w:t xml:space="preserve"> ?… </w:t>
      </w:r>
      <w:r w:rsidR="00855694" w:rsidRPr="009071AC">
        <w:t>C</w:t>
      </w:r>
      <w:r>
        <w:t>’</w:t>
      </w:r>
      <w:r w:rsidR="00855694" w:rsidRPr="009071AC">
        <w:t>est ce que je ne puis concevoir</w:t>
      </w:r>
      <w:r>
        <w:t xml:space="preserve">… </w:t>
      </w:r>
      <w:r w:rsidR="00855694" w:rsidRPr="009071AC">
        <w:t>Le sûr</w:t>
      </w:r>
      <w:r>
        <w:t xml:space="preserve">, </w:t>
      </w:r>
      <w:r w:rsidR="00855694" w:rsidRPr="009071AC">
        <w:t>c</w:t>
      </w:r>
      <w:r>
        <w:t>’</w:t>
      </w:r>
      <w:r w:rsidR="00855694" w:rsidRPr="009071AC">
        <w:t>est qu</w:t>
      </w:r>
      <w:r>
        <w:t>’</w:t>
      </w:r>
      <w:r w:rsidR="00855694" w:rsidRPr="009071AC">
        <w:t>ils les ont</w:t>
      </w:r>
      <w:r>
        <w:t xml:space="preserve">, </w:t>
      </w:r>
      <w:r w:rsidR="00855694" w:rsidRPr="009071AC">
        <w:t>ou la logique n</w:t>
      </w:r>
      <w:r>
        <w:t>’</w:t>
      </w:r>
      <w:r w:rsidR="00855694" w:rsidRPr="009071AC">
        <w:t>est plus la logique</w:t>
      </w:r>
      <w:r>
        <w:t>.</w:t>
      </w:r>
    </w:p>
    <w:p w14:paraId="69C2DDC9" w14:textId="77777777" w:rsidR="00F635DB" w:rsidRDefault="00855694" w:rsidP="00F635DB">
      <w:r w:rsidRPr="009071AC">
        <w:t>Il demeura pensif un moment</w:t>
      </w:r>
      <w:r w:rsidR="00F635DB">
        <w:t xml:space="preserve">, </w:t>
      </w:r>
      <w:r w:rsidRPr="009071AC">
        <w:t>les sourcils contractés par l</w:t>
      </w:r>
      <w:r w:rsidR="00F635DB">
        <w:t>’</w:t>
      </w:r>
      <w:r w:rsidRPr="009071AC">
        <w:t>effort de la réflexion</w:t>
      </w:r>
      <w:r w:rsidR="00F635DB">
        <w:t xml:space="preserve">, </w:t>
      </w:r>
      <w:r w:rsidRPr="009071AC">
        <w:t>et plus lentement il reprit</w:t>
      </w:r>
      <w:r w:rsidR="00F635DB">
        <w:t> :</w:t>
      </w:r>
    </w:p>
    <w:p w14:paraId="27DEA2C6" w14:textId="3CA993F8" w:rsidR="00F635DB" w:rsidRDefault="00F635DB" w:rsidP="00F635DB">
      <w:r>
        <w:t>— </w:t>
      </w:r>
      <w:r w:rsidR="00855694" w:rsidRPr="009071AC">
        <w:t>En vous découvrant toute ma pensée</w:t>
      </w:r>
      <w:r>
        <w:t xml:space="preserve">, </w:t>
      </w:r>
      <w:r w:rsidR="00855694" w:rsidRPr="009071AC">
        <w:t>je vous donne</w:t>
      </w:r>
      <w:r>
        <w:t xml:space="preserve">, </w:t>
      </w:r>
      <w:r w:rsidR="00855694" w:rsidRPr="009071AC">
        <w:t>à vous</w:t>
      </w:r>
      <w:r>
        <w:t xml:space="preserve">, </w:t>
      </w:r>
      <w:r w:rsidR="00855694" w:rsidRPr="009071AC">
        <w:t>jeune fille</w:t>
      </w:r>
      <w:r>
        <w:t xml:space="preserve">, </w:t>
      </w:r>
      <w:r w:rsidR="00855694" w:rsidRPr="009071AC">
        <w:t>presqu</w:t>
      </w:r>
      <w:r>
        <w:t>’</w:t>
      </w:r>
      <w:r w:rsidR="00855694" w:rsidRPr="009071AC">
        <w:t>une enfant</w:t>
      </w:r>
      <w:r>
        <w:t xml:space="preserve">, </w:t>
      </w:r>
      <w:r w:rsidR="00855694" w:rsidRPr="009071AC">
        <w:t>une preuve d</w:t>
      </w:r>
      <w:r>
        <w:t>’</w:t>
      </w:r>
      <w:r w:rsidR="00855694" w:rsidRPr="009071AC">
        <w:t>estime et de confiance dont peu d</w:t>
      </w:r>
      <w:r>
        <w:t>’</w:t>
      </w:r>
      <w:r w:rsidR="00855694" w:rsidRPr="009071AC">
        <w:t>hommes me sembleraient dignes</w:t>
      </w:r>
      <w:r>
        <w:t xml:space="preserve">. </w:t>
      </w:r>
      <w:r w:rsidR="00855694" w:rsidRPr="009071AC">
        <w:t>C</w:t>
      </w:r>
      <w:r>
        <w:t>’</w:t>
      </w:r>
      <w:r w:rsidR="00855694" w:rsidRPr="009071AC">
        <w:t>est que je puis me tromper et qu</w:t>
      </w:r>
      <w:r>
        <w:t>’</w:t>
      </w:r>
      <w:r w:rsidR="00855694" w:rsidRPr="009071AC">
        <w:t>un magistrat ne doit pas accuser sans être trois fois sûr</w:t>
      </w:r>
      <w:r>
        <w:t xml:space="preserve">… </w:t>
      </w:r>
      <w:r w:rsidR="00855694" w:rsidRPr="009071AC">
        <w:t>Ce que je viens de vous dire</w:t>
      </w:r>
      <w:r>
        <w:t>, M</w:t>
      </w:r>
      <w:r w:rsidRPr="00F635DB">
        <w:rPr>
          <w:vertAlign w:val="superscript"/>
        </w:rPr>
        <w:t>lle</w:t>
      </w:r>
      <w:r>
        <w:t> </w:t>
      </w:r>
      <w:r w:rsidR="00855694" w:rsidRPr="009071AC">
        <w:t>Marguerite</w:t>
      </w:r>
      <w:r>
        <w:t xml:space="preserve">, </w:t>
      </w:r>
      <w:r w:rsidR="00855694" w:rsidRPr="009071AC">
        <w:t>vous devez l</w:t>
      </w:r>
      <w:r>
        <w:t>’</w:t>
      </w:r>
      <w:r w:rsidR="00855694" w:rsidRPr="009071AC">
        <w:t>oublier</w:t>
      </w:r>
      <w:r>
        <w:t>…</w:t>
      </w:r>
    </w:p>
    <w:p w14:paraId="4E5B0CEF" w14:textId="77777777" w:rsidR="00F635DB" w:rsidRDefault="00855694" w:rsidP="00F635DB">
      <w:r w:rsidRPr="009071AC">
        <w:t>Toute remuée par l</w:t>
      </w:r>
      <w:r w:rsidR="00F635DB">
        <w:t>’</w:t>
      </w:r>
      <w:r w:rsidRPr="009071AC">
        <w:t>accent du juge</w:t>
      </w:r>
      <w:r w:rsidR="00F635DB">
        <w:t xml:space="preserve">, </w:t>
      </w:r>
      <w:r w:rsidRPr="009071AC">
        <w:t>elle le regardait d</w:t>
      </w:r>
      <w:r w:rsidR="00F635DB">
        <w:t>’</w:t>
      </w:r>
      <w:r w:rsidRPr="009071AC">
        <w:t>un air de stupeur profonde</w:t>
      </w:r>
      <w:r w:rsidR="00F635DB">
        <w:t>.</w:t>
      </w:r>
    </w:p>
    <w:p w14:paraId="66F832F6" w14:textId="77777777" w:rsidR="00F635DB" w:rsidRDefault="00F635DB" w:rsidP="00F635DB">
      <w:r>
        <w:t>— </w:t>
      </w:r>
      <w:r w:rsidR="00855694" w:rsidRPr="009071AC">
        <w:t>Vous me conseillez d</w:t>
      </w:r>
      <w:r>
        <w:t>’</w:t>
      </w:r>
      <w:r w:rsidR="00855694" w:rsidRPr="009071AC">
        <w:t>oublier</w:t>
      </w:r>
      <w:r>
        <w:t xml:space="preserve"> ! </w:t>
      </w:r>
      <w:r w:rsidR="00855694" w:rsidRPr="009071AC">
        <w:t>murmura-t-elle</w:t>
      </w:r>
      <w:r>
        <w:t xml:space="preserve">, </w:t>
      </w:r>
      <w:r w:rsidR="00855694" w:rsidRPr="009071AC">
        <w:t>vous voulez que j</w:t>
      </w:r>
      <w:r>
        <w:t>’</w:t>
      </w:r>
      <w:r w:rsidR="00855694" w:rsidRPr="009071AC">
        <w:t>oublie</w:t>
      </w:r>
      <w:r>
        <w:t> !…</w:t>
      </w:r>
    </w:p>
    <w:p w14:paraId="44A3D70F" w14:textId="77777777" w:rsidR="00F635DB" w:rsidRDefault="00F635DB" w:rsidP="00F635DB">
      <w:r>
        <w:lastRenderedPageBreak/>
        <w:t>— </w:t>
      </w:r>
      <w:r w:rsidR="00855694" w:rsidRPr="009071AC">
        <w:t>Oui</w:t>
      </w:r>
      <w:r>
        <w:t xml:space="preserve"> !… </w:t>
      </w:r>
      <w:r w:rsidR="00855694" w:rsidRPr="009071AC">
        <w:t>Vos légitimes soupçons</w:t>
      </w:r>
      <w:r>
        <w:t xml:space="preserve">, </w:t>
      </w:r>
      <w:r w:rsidR="00855694" w:rsidRPr="009071AC">
        <w:t>vous devez les cacher au plus profond de votre cœur</w:t>
      </w:r>
      <w:r>
        <w:t xml:space="preserve">, </w:t>
      </w:r>
      <w:r w:rsidR="00855694" w:rsidRPr="009071AC">
        <w:t>jusqu</w:t>
      </w:r>
      <w:r>
        <w:t>’</w:t>
      </w:r>
      <w:r w:rsidR="00855694" w:rsidRPr="009071AC">
        <w:t>au moment où vous aurez réuni assez de preuves pour confondre les misérables</w:t>
      </w:r>
      <w:r>
        <w:t xml:space="preserve">… </w:t>
      </w:r>
      <w:r w:rsidR="00855694" w:rsidRPr="009071AC">
        <w:t>Certes</w:t>
      </w:r>
      <w:r>
        <w:t xml:space="preserve">, </w:t>
      </w:r>
      <w:r w:rsidR="00855694" w:rsidRPr="009071AC">
        <w:t>découvrir et rassembler d</w:t>
      </w:r>
      <w:r>
        <w:t>’</w:t>
      </w:r>
      <w:r w:rsidR="00855694" w:rsidRPr="009071AC">
        <w:t>irrécusables preuves de ce mystérieux détournement est difficile</w:t>
      </w:r>
      <w:r>
        <w:t xml:space="preserve">… </w:t>
      </w:r>
      <w:r w:rsidR="00855694" w:rsidRPr="009071AC">
        <w:t>Ce n</w:t>
      </w:r>
      <w:r>
        <w:t>’</w:t>
      </w:r>
      <w:r w:rsidR="00855694" w:rsidRPr="009071AC">
        <w:t>est pas impossible</w:t>
      </w:r>
      <w:r>
        <w:t xml:space="preserve">, </w:t>
      </w:r>
      <w:r w:rsidR="00855694" w:rsidRPr="009071AC">
        <w:t>avec le temps</w:t>
      </w:r>
      <w:r>
        <w:t xml:space="preserve">, </w:t>
      </w:r>
      <w:r w:rsidR="00855694" w:rsidRPr="009071AC">
        <w:t>cet infaillible divulgateur des crimes</w:t>
      </w:r>
      <w:r>
        <w:t xml:space="preserve">… </w:t>
      </w:r>
      <w:r w:rsidR="00855694" w:rsidRPr="009071AC">
        <w:t>Et vous pouvez compter sur moi</w:t>
      </w:r>
      <w:r>
        <w:t xml:space="preserve">… </w:t>
      </w:r>
      <w:r w:rsidR="00855694" w:rsidRPr="009071AC">
        <w:t>je vous aiderai de toutes les forces de ma vieille expérience</w:t>
      </w:r>
      <w:r>
        <w:t xml:space="preserve">… </w:t>
      </w:r>
      <w:r w:rsidR="00855694" w:rsidRPr="009071AC">
        <w:t>Il ne sera pas dit que j</w:t>
      </w:r>
      <w:r>
        <w:t>’</w:t>
      </w:r>
      <w:r w:rsidR="00855694" w:rsidRPr="009071AC">
        <w:t>aurai laissé écraser une pauvre fille</w:t>
      </w:r>
      <w:r>
        <w:t xml:space="preserve">, </w:t>
      </w:r>
      <w:r w:rsidR="00855694" w:rsidRPr="009071AC">
        <w:t>lorsque je vois une chance de la sauver</w:t>
      </w:r>
      <w:r>
        <w:t>…</w:t>
      </w:r>
    </w:p>
    <w:p w14:paraId="70E809B5" w14:textId="513F2013" w:rsidR="00F635DB" w:rsidRDefault="00855694" w:rsidP="00F635DB">
      <w:r w:rsidRPr="009071AC">
        <w:t>Des larmes</w:t>
      </w:r>
      <w:r w:rsidR="00F635DB">
        <w:t xml:space="preserve">, </w:t>
      </w:r>
      <w:r w:rsidRPr="009071AC">
        <w:t>bien douces cette fois</w:t>
      </w:r>
      <w:r w:rsidR="00F635DB">
        <w:t xml:space="preserve">, </w:t>
      </w:r>
      <w:r w:rsidRPr="009071AC">
        <w:t xml:space="preserve">tremblaient dans les longs cils de </w:t>
      </w:r>
      <w:r w:rsidR="00F635DB">
        <w:t>M</w:t>
      </w:r>
      <w:r w:rsidR="00F635DB" w:rsidRPr="00F635DB">
        <w:rPr>
          <w:vertAlign w:val="superscript"/>
        </w:rPr>
        <w:t>lle</w:t>
      </w:r>
      <w:r w:rsidR="00F635DB">
        <w:t> </w:t>
      </w:r>
      <w:r w:rsidRPr="009071AC">
        <w:t>Marguerite</w:t>
      </w:r>
      <w:r w:rsidR="00F635DB">
        <w:t xml:space="preserve">. </w:t>
      </w:r>
      <w:r w:rsidRPr="009071AC">
        <w:t>Le monde n</w:t>
      </w:r>
      <w:r w:rsidR="00F635DB">
        <w:t>’</w:t>
      </w:r>
      <w:r w:rsidRPr="009071AC">
        <w:t>était donc pas composé uniquement de coquins</w:t>
      </w:r>
      <w:r w:rsidR="00F635DB">
        <w:t> !…</w:t>
      </w:r>
    </w:p>
    <w:p w14:paraId="170AF596" w14:textId="77777777" w:rsidR="00F635DB" w:rsidRDefault="00F635DB" w:rsidP="00F635DB">
      <w:r>
        <w:t>— </w:t>
      </w:r>
      <w:r w:rsidR="00855694" w:rsidRPr="009071AC">
        <w:t>Ah</w:t>
      </w:r>
      <w:r>
        <w:t xml:space="preserve"> !… </w:t>
      </w:r>
      <w:r w:rsidR="00855694" w:rsidRPr="009071AC">
        <w:t>vous êtes bon</w:t>
      </w:r>
      <w:r>
        <w:t xml:space="preserve">, </w:t>
      </w:r>
      <w:r w:rsidR="00855694" w:rsidRPr="009071AC">
        <w:t>vous</w:t>
      </w:r>
      <w:r>
        <w:t xml:space="preserve">, </w:t>
      </w:r>
      <w:r w:rsidR="00855694" w:rsidRPr="009071AC">
        <w:t>monsieur</w:t>
      </w:r>
      <w:r>
        <w:t xml:space="preserve">, </w:t>
      </w:r>
      <w:r w:rsidR="00855694" w:rsidRPr="009071AC">
        <w:t>dit-elle</w:t>
      </w:r>
      <w:r>
        <w:t xml:space="preserve">, </w:t>
      </w:r>
      <w:r w:rsidR="00855694" w:rsidRPr="009071AC">
        <w:t>vous êtes bon</w:t>
      </w:r>
      <w:r>
        <w:t> !…</w:t>
      </w:r>
    </w:p>
    <w:p w14:paraId="27F4DF59" w14:textId="77777777" w:rsidR="00F635DB" w:rsidRDefault="00F635DB" w:rsidP="00F635DB">
      <w:r>
        <w:t>— </w:t>
      </w:r>
      <w:r w:rsidR="00855694" w:rsidRPr="009071AC">
        <w:t>Assurément</w:t>
      </w:r>
      <w:r>
        <w:t xml:space="preserve"> ! </w:t>
      </w:r>
      <w:r w:rsidR="00855694" w:rsidRPr="009071AC">
        <w:t>interrompit-il avec une bienveillante brusquerie</w:t>
      </w:r>
      <w:r>
        <w:t xml:space="preserve">… </w:t>
      </w:r>
      <w:r w:rsidR="00855694" w:rsidRPr="009071AC">
        <w:t>Mais il faudra</w:t>
      </w:r>
      <w:r>
        <w:t xml:space="preserve">, </w:t>
      </w:r>
      <w:r w:rsidR="00855694" w:rsidRPr="009071AC">
        <w:t>mon enfant</w:t>
      </w:r>
      <w:r>
        <w:t xml:space="preserve">, </w:t>
      </w:r>
      <w:r w:rsidR="00855694" w:rsidRPr="009071AC">
        <w:t>vous aider vous-même</w:t>
      </w:r>
      <w:r>
        <w:t xml:space="preserve">… </w:t>
      </w:r>
      <w:r w:rsidR="00855694" w:rsidRPr="009071AC">
        <w:t>Songez-y bien</w:t>
      </w:r>
      <w:r>
        <w:t xml:space="preserve"> ; </w:t>
      </w:r>
      <w:r w:rsidR="00855694" w:rsidRPr="009071AC">
        <w:t xml:space="preserve">si les </w:t>
      </w:r>
      <w:proofErr w:type="spellStart"/>
      <w:r w:rsidR="00855694" w:rsidRPr="009071AC">
        <w:t>Fondège</w:t>
      </w:r>
      <w:proofErr w:type="spellEnd"/>
      <w:r w:rsidR="00855694" w:rsidRPr="009071AC">
        <w:t xml:space="preserve"> se doutent de vos</w:t>
      </w:r>
      <w:r>
        <w:t xml:space="preserve">… </w:t>
      </w:r>
      <w:r w:rsidR="00855694" w:rsidRPr="009071AC">
        <w:t>c</w:t>
      </w:r>
      <w:r>
        <w:t>’</w:t>
      </w:r>
      <w:r w:rsidR="00855694" w:rsidRPr="009071AC">
        <w:t>est-à-dire de nos soupçons</w:t>
      </w:r>
      <w:r>
        <w:t xml:space="preserve">, </w:t>
      </w:r>
      <w:r w:rsidR="00855694" w:rsidRPr="009071AC">
        <w:t>tout est perdu</w:t>
      </w:r>
      <w:r>
        <w:t xml:space="preserve">. </w:t>
      </w:r>
      <w:r w:rsidR="00855694" w:rsidRPr="009071AC">
        <w:t>Répétez-vous cela à tout moment de la journée</w:t>
      </w:r>
      <w:r>
        <w:t xml:space="preserve">… </w:t>
      </w:r>
      <w:r w:rsidR="00855694" w:rsidRPr="009071AC">
        <w:t>et soyez impénétrable</w:t>
      </w:r>
      <w:r>
        <w:t xml:space="preserve">, </w:t>
      </w:r>
      <w:r w:rsidR="00855694" w:rsidRPr="009071AC">
        <w:t>car les gens qui n</w:t>
      </w:r>
      <w:r>
        <w:t>’</w:t>
      </w:r>
      <w:r w:rsidR="00855694" w:rsidRPr="009071AC">
        <w:t>ont ni la conscience ni les mains nettes sont ombrageux</w:t>
      </w:r>
      <w:r>
        <w:t>.</w:t>
      </w:r>
    </w:p>
    <w:p w14:paraId="5B670127" w14:textId="77777777" w:rsidR="00F635DB" w:rsidRDefault="00855694" w:rsidP="00F635DB">
      <w:r w:rsidRPr="009071AC">
        <w:t>Il n</w:t>
      </w:r>
      <w:r w:rsidR="00F635DB">
        <w:t>’</w:t>
      </w:r>
      <w:r w:rsidRPr="009071AC">
        <w:t>avait nul besoin d</w:t>
      </w:r>
      <w:r w:rsidR="00F635DB">
        <w:t>’</w:t>
      </w:r>
      <w:r w:rsidRPr="009071AC">
        <w:t>insister sur ce point</w:t>
      </w:r>
      <w:r w:rsidR="00F635DB">
        <w:t xml:space="preserve">. </w:t>
      </w:r>
      <w:r w:rsidRPr="009071AC">
        <w:t>Il le comprit</w:t>
      </w:r>
      <w:r w:rsidR="00F635DB">
        <w:t xml:space="preserve">, </w:t>
      </w:r>
      <w:r w:rsidRPr="009071AC">
        <w:t>et changeant brusquement de ton</w:t>
      </w:r>
      <w:r w:rsidR="00F635DB">
        <w:t> :</w:t>
      </w:r>
    </w:p>
    <w:p w14:paraId="4772FF4B" w14:textId="77777777" w:rsidR="00F635DB" w:rsidRDefault="00F635DB" w:rsidP="00F635DB">
      <w:r>
        <w:t>— </w:t>
      </w:r>
      <w:r w:rsidR="00855694" w:rsidRPr="009071AC">
        <w:t>Avez-vous quelque projet</w:t>
      </w:r>
      <w:r>
        <w:t xml:space="preserve"> ? </w:t>
      </w:r>
      <w:r w:rsidR="00855694" w:rsidRPr="009071AC">
        <w:t>demanda-t-il</w:t>
      </w:r>
      <w:r>
        <w:t>.</w:t>
      </w:r>
    </w:p>
    <w:p w14:paraId="467CF307" w14:textId="77777777" w:rsidR="00F635DB" w:rsidRDefault="00855694" w:rsidP="00F635DB">
      <w:r w:rsidRPr="009071AC">
        <w:t>À lui</w:t>
      </w:r>
      <w:r w:rsidR="00F635DB">
        <w:t xml:space="preserve">, </w:t>
      </w:r>
      <w:r w:rsidRPr="009071AC">
        <w:t>elle pouvait</w:t>
      </w:r>
      <w:r w:rsidR="00F635DB">
        <w:t xml:space="preserve">, </w:t>
      </w:r>
      <w:r w:rsidRPr="009071AC">
        <w:t>elle devait tout dire</w:t>
      </w:r>
      <w:r w:rsidR="00F635DB">
        <w:t>.</w:t>
      </w:r>
    </w:p>
    <w:p w14:paraId="628BE8C2" w14:textId="77777777" w:rsidR="00F635DB" w:rsidRDefault="00855694" w:rsidP="00F635DB">
      <w:r w:rsidRPr="009071AC">
        <w:t>Elle se redressa donc</w:t>
      </w:r>
      <w:r w:rsidR="00F635DB">
        <w:t xml:space="preserve">, </w:t>
      </w:r>
      <w:r w:rsidRPr="009071AC">
        <w:t>vibrante d</w:t>
      </w:r>
      <w:r w:rsidR="00F635DB">
        <w:t>’</w:t>
      </w:r>
      <w:r w:rsidRPr="009071AC">
        <w:t>énergie</w:t>
      </w:r>
      <w:r w:rsidR="00F635DB">
        <w:t xml:space="preserve">, </w:t>
      </w:r>
      <w:r w:rsidRPr="009071AC">
        <w:t>et d</w:t>
      </w:r>
      <w:r w:rsidR="00F635DB">
        <w:t>’</w:t>
      </w:r>
      <w:r w:rsidRPr="009071AC">
        <w:t>une voix ferme</w:t>
      </w:r>
      <w:r w:rsidR="00F635DB">
        <w:t> :</w:t>
      </w:r>
    </w:p>
    <w:p w14:paraId="749997CD" w14:textId="71DEB6F3" w:rsidR="00F635DB" w:rsidRDefault="00F635DB" w:rsidP="00F635DB">
      <w:r>
        <w:lastRenderedPageBreak/>
        <w:t>— </w:t>
      </w:r>
      <w:r w:rsidR="00855694" w:rsidRPr="009071AC">
        <w:t>Ma résolution est prise</w:t>
      </w:r>
      <w:r>
        <w:t xml:space="preserve">, </w:t>
      </w:r>
      <w:r w:rsidR="00855694" w:rsidRPr="009071AC">
        <w:t>monsieur</w:t>
      </w:r>
      <w:r>
        <w:t xml:space="preserve">, </w:t>
      </w:r>
      <w:r w:rsidR="00855694" w:rsidRPr="009071AC">
        <w:t>sauf toutefois votre approbation</w:t>
      </w:r>
      <w:r>
        <w:t xml:space="preserve">. </w:t>
      </w:r>
      <w:r w:rsidR="00855694" w:rsidRPr="009071AC">
        <w:t>D</w:t>
      </w:r>
      <w:r>
        <w:t>’</w:t>
      </w:r>
      <w:r w:rsidR="00855694" w:rsidRPr="009071AC">
        <w:t>abord</w:t>
      </w:r>
      <w:r>
        <w:t xml:space="preserve">, </w:t>
      </w:r>
      <w:r w:rsidR="00855694" w:rsidRPr="009071AC">
        <w:t xml:space="preserve">je garde </w:t>
      </w:r>
      <w:r>
        <w:t>M</w:t>
      </w:r>
      <w:r w:rsidRPr="00F635DB">
        <w:rPr>
          <w:vertAlign w:val="superscript"/>
        </w:rPr>
        <w:t>me</w:t>
      </w:r>
      <w:r>
        <w:t> </w:t>
      </w:r>
      <w:r w:rsidR="00855694" w:rsidRPr="009071AC">
        <w:t>Léon près de moi</w:t>
      </w:r>
      <w:r>
        <w:t xml:space="preserve">… </w:t>
      </w:r>
      <w:r w:rsidR="00855694" w:rsidRPr="009071AC">
        <w:t>au titre qu</w:t>
      </w:r>
      <w:r>
        <w:t>’</w:t>
      </w:r>
      <w:r w:rsidR="00855694" w:rsidRPr="009071AC">
        <w:t>elle voudra</w:t>
      </w:r>
      <w:r>
        <w:t xml:space="preserve">, </w:t>
      </w:r>
      <w:r w:rsidR="00855694" w:rsidRPr="009071AC">
        <w:t>peu m</w:t>
      </w:r>
      <w:r>
        <w:t>’</w:t>
      </w:r>
      <w:r w:rsidR="00855694" w:rsidRPr="009071AC">
        <w:t>importe</w:t>
      </w:r>
      <w:r>
        <w:t xml:space="preserve">. </w:t>
      </w:r>
      <w:r w:rsidR="00855694" w:rsidRPr="009071AC">
        <w:t>Par elle</w:t>
      </w:r>
      <w:r>
        <w:t xml:space="preserve">, </w:t>
      </w:r>
      <w:r w:rsidR="00855694" w:rsidRPr="009071AC">
        <w:t>sans qu</w:t>
      </w:r>
      <w:r>
        <w:t>’</w:t>
      </w:r>
      <w:r w:rsidR="00855694" w:rsidRPr="009071AC">
        <w:t>elle s</w:t>
      </w:r>
      <w:r>
        <w:t>’</w:t>
      </w:r>
      <w:r w:rsidR="00855694" w:rsidRPr="009071AC">
        <w:t>en doute</w:t>
      </w:r>
      <w:r>
        <w:t xml:space="preserve">, </w:t>
      </w:r>
      <w:r w:rsidR="00855694" w:rsidRPr="009071AC">
        <w:t xml:space="preserve">je saurai les menées de </w:t>
      </w:r>
      <w:r>
        <w:t>M. de </w:t>
      </w:r>
      <w:proofErr w:type="spellStart"/>
      <w:r w:rsidR="00855694" w:rsidRPr="009071AC">
        <w:t>Valorsay</w:t>
      </w:r>
      <w:proofErr w:type="spellEnd"/>
      <w:r w:rsidR="00855694" w:rsidRPr="009071AC">
        <w:t xml:space="preserve"> et peut-être même ses espérances et son but</w:t>
      </w:r>
      <w:r>
        <w:t xml:space="preserve">… </w:t>
      </w:r>
      <w:r w:rsidR="00855694" w:rsidRPr="009071AC">
        <w:t>En second lieu</w:t>
      </w:r>
      <w:r>
        <w:t xml:space="preserve">, </w:t>
      </w:r>
      <w:r w:rsidR="00855694" w:rsidRPr="009071AC">
        <w:t>j</w:t>
      </w:r>
      <w:r>
        <w:t>’</w:t>
      </w:r>
      <w:r w:rsidR="00855694" w:rsidRPr="009071AC">
        <w:t>accepte l</w:t>
      </w:r>
      <w:r>
        <w:t>’</w:t>
      </w:r>
      <w:r w:rsidR="00855694" w:rsidRPr="009071AC">
        <w:t>hospitalité que m</w:t>
      </w:r>
      <w:r>
        <w:t>’</w:t>
      </w:r>
      <w:r w:rsidR="00855694" w:rsidRPr="009071AC">
        <w:t>offrent le général et sa femme</w:t>
      </w:r>
      <w:r>
        <w:t xml:space="preserve">… </w:t>
      </w:r>
      <w:r w:rsidR="00855694" w:rsidRPr="009071AC">
        <w:t>Près d</w:t>
      </w:r>
      <w:r>
        <w:t>’</w:t>
      </w:r>
      <w:r w:rsidR="00855694" w:rsidRPr="009071AC">
        <w:t>eux je serai au centre même de l</w:t>
      </w:r>
      <w:r>
        <w:t>’</w:t>
      </w:r>
      <w:r w:rsidR="00855694" w:rsidRPr="009071AC">
        <w:t>intrigue et dans une position unique pour recueillir les preuves de leur infamie</w:t>
      </w:r>
      <w:r>
        <w:t>.</w:t>
      </w:r>
    </w:p>
    <w:p w14:paraId="10ECAB4A" w14:textId="77777777" w:rsidR="00F635DB" w:rsidRDefault="00855694" w:rsidP="00F635DB">
      <w:r w:rsidRPr="009071AC">
        <w:t>Le vieux juge eut une exclamation de plaisir</w:t>
      </w:r>
      <w:r w:rsidR="00F635DB">
        <w:t>.</w:t>
      </w:r>
    </w:p>
    <w:p w14:paraId="1333E6F3" w14:textId="77777777" w:rsidR="00F635DB" w:rsidRDefault="00F635DB" w:rsidP="00F635DB">
      <w:r>
        <w:t>— </w:t>
      </w:r>
      <w:r w:rsidR="00855694" w:rsidRPr="009071AC">
        <w:t>Vous êtes une vaillante fille</w:t>
      </w:r>
      <w:r>
        <w:t xml:space="preserve">, </w:t>
      </w:r>
      <w:r w:rsidR="00855694" w:rsidRPr="009071AC">
        <w:t>mademoiselle Marguerite</w:t>
      </w:r>
      <w:r>
        <w:t xml:space="preserve"> !… </w:t>
      </w:r>
      <w:r w:rsidR="00855694" w:rsidRPr="009071AC">
        <w:t>s</w:t>
      </w:r>
      <w:r>
        <w:t>’</w:t>
      </w:r>
      <w:r w:rsidR="00855694" w:rsidRPr="009071AC">
        <w:t>écria-t-il</w:t>
      </w:r>
      <w:r>
        <w:t xml:space="preserve">, </w:t>
      </w:r>
      <w:r w:rsidR="00855694" w:rsidRPr="009071AC">
        <w:t>et prudente en même temps</w:t>
      </w:r>
      <w:r>
        <w:t xml:space="preserve">… </w:t>
      </w:r>
      <w:r w:rsidR="00855694" w:rsidRPr="009071AC">
        <w:t>Oui</w:t>
      </w:r>
      <w:r>
        <w:t xml:space="preserve">, </w:t>
      </w:r>
      <w:r w:rsidR="00855694" w:rsidRPr="009071AC">
        <w:t>c</w:t>
      </w:r>
      <w:r>
        <w:t>’</w:t>
      </w:r>
      <w:r w:rsidR="00855694" w:rsidRPr="009071AC">
        <w:t>est bien ainsi qu</w:t>
      </w:r>
      <w:r>
        <w:t>’</w:t>
      </w:r>
      <w:r w:rsidR="00855694" w:rsidRPr="009071AC">
        <w:t>il faut agir</w:t>
      </w:r>
      <w:r>
        <w:t>.</w:t>
      </w:r>
    </w:p>
    <w:p w14:paraId="48C80FA6" w14:textId="3015D7A3" w:rsidR="00F635DB" w:rsidRDefault="00855694" w:rsidP="00F635DB">
      <w:r w:rsidRPr="009071AC">
        <w:t>Il n</w:t>
      </w:r>
      <w:r w:rsidR="00F635DB">
        <w:t>’</w:t>
      </w:r>
      <w:r w:rsidRPr="009071AC">
        <w:t>y avait plus qu</w:t>
      </w:r>
      <w:r w:rsidR="00F635DB">
        <w:t>’</w:t>
      </w:r>
      <w:r w:rsidRPr="009071AC">
        <w:t xml:space="preserve">à régler les conditions du départ de </w:t>
      </w:r>
      <w:r w:rsidR="00F635DB">
        <w:t>M</w:t>
      </w:r>
      <w:r w:rsidR="00F635DB" w:rsidRPr="00F635DB">
        <w:rPr>
          <w:vertAlign w:val="superscript"/>
        </w:rPr>
        <w:t>lle</w:t>
      </w:r>
      <w:r w:rsidR="00F635DB">
        <w:t> </w:t>
      </w:r>
      <w:r w:rsidRPr="009071AC">
        <w:t>Marguerite</w:t>
      </w:r>
      <w:r w:rsidR="00F635DB">
        <w:t>.</w:t>
      </w:r>
    </w:p>
    <w:p w14:paraId="1D66B523" w14:textId="77777777" w:rsidR="00F635DB" w:rsidRDefault="00855694" w:rsidP="00F635DB">
      <w:r w:rsidRPr="009071AC">
        <w:t>Elle possédait de très-beaux diamants et des bijoux du plus grand prix</w:t>
      </w:r>
      <w:r w:rsidR="00F635DB">
        <w:t xml:space="preserve"> ; </w:t>
      </w:r>
      <w:r w:rsidRPr="009071AC">
        <w:t>devait-elle les garder</w:t>
      </w:r>
      <w:r w:rsidR="00F635DB">
        <w:t> ?</w:t>
      </w:r>
    </w:p>
    <w:p w14:paraId="1236E908" w14:textId="77777777" w:rsidR="00F635DB" w:rsidRDefault="00F635DB" w:rsidP="00F635DB">
      <w:r>
        <w:t>— </w:t>
      </w:r>
      <w:r w:rsidR="00855694" w:rsidRPr="009071AC">
        <w:t>Certes</w:t>
      </w:r>
      <w:r>
        <w:t xml:space="preserve">, </w:t>
      </w:r>
      <w:r w:rsidR="00855694" w:rsidRPr="009071AC">
        <w:t>ils sont bien à moi</w:t>
      </w:r>
      <w:r>
        <w:t xml:space="preserve">, </w:t>
      </w:r>
      <w:r w:rsidR="00855694" w:rsidRPr="009071AC">
        <w:t>dit-elle</w:t>
      </w:r>
      <w:r>
        <w:t xml:space="preserve">. </w:t>
      </w:r>
      <w:r w:rsidR="00855694" w:rsidRPr="009071AC">
        <w:t>Mais après les indignes accusations dont j</w:t>
      </w:r>
      <w:r>
        <w:t>’</w:t>
      </w:r>
      <w:r w:rsidR="00855694" w:rsidRPr="009071AC">
        <w:t>ai été l</w:t>
      </w:r>
      <w:r>
        <w:t>’</w:t>
      </w:r>
      <w:r w:rsidR="00855694" w:rsidRPr="009071AC">
        <w:t>objet</w:t>
      </w:r>
      <w:r>
        <w:t xml:space="preserve">, </w:t>
      </w:r>
      <w:r w:rsidR="00855694" w:rsidRPr="009071AC">
        <w:t>je ne puis consentir à les emporter</w:t>
      </w:r>
      <w:r>
        <w:t xml:space="preserve">, </w:t>
      </w:r>
      <w:r w:rsidR="00855694" w:rsidRPr="009071AC">
        <w:t>il y en a pour une somme trop considérable</w:t>
      </w:r>
      <w:r>
        <w:t xml:space="preserve">… </w:t>
      </w:r>
      <w:r w:rsidR="00855694" w:rsidRPr="009071AC">
        <w:t>Je vous les laisserai</w:t>
      </w:r>
      <w:r>
        <w:t xml:space="preserve">, </w:t>
      </w:r>
      <w:r w:rsidR="00855694" w:rsidRPr="009071AC">
        <w:t>monsieur</w:t>
      </w:r>
      <w:r>
        <w:t xml:space="preserve">, </w:t>
      </w:r>
      <w:r w:rsidR="00855694" w:rsidRPr="009071AC">
        <w:t>à l</w:t>
      </w:r>
      <w:r>
        <w:t>’</w:t>
      </w:r>
      <w:r w:rsidR="00855694" w:rsidRPr="009071AC">
        <w:t>exception de ceux dont je me sers habituellement</w:t>
      </w:r>
      <w:r>
        <w:t xml:space="preserve">… </w:t>
      </w:r>
      <w:r w:rsidR="00855694" w:rsidRPr="009071AC">
        <w:t>Si plus tard le tribunal me les restitue</w:t>
      </w:r>
      <w:r>
        <w:t xml:space="preserve">, </w:t>
      </w:r>
      <w:r w:rsidR="00855694" w:rsidRPr="009071AC">
        <w:t>eh bien</w:t>
      </w:r>
      <w:r>
        <w:t xml:space="preserve"> !… </w:t>
      </w:r>
      <w:r w:rsidR="00855694" w:rsidRPr="009071AC">
        <w:t>je les reprendrai</w:t>
      </w:r>
      <w:r>
        <w:t xml:space="preserve">… </w:t>
      </w:r>
      <w:r w:rsidR="00855694" w:rsidRPr="009071AC">
        <w:t>et non sans plaisir</w:t>
      </w:r>
      <w:r>
        <w:t xml:space="preserve">, </w:t>
      </w:r>
      <w:r w:rsidR="00855694" w:rsidRPr="009071AC">
        <w:t>je l</w:t>
      </w:r>
      <w:r>
        <w:t>’</w:t>
      </w:r>
      <w:r w:rsidR="00855694" w:rsidRPr="009071AC">
        <w:t>avoue à ma honte</w:t>
      </w:r>
      <w:r>
        <w:t>.</w:t>
      </w:r>
    </w:p>
    <w:p w14:paraId="2EB89167" w14:textId="77777777" w:rsidR="00F635DB" w:rsidRDefault="00855694" w:rsidP="00F635DB">
      <w:r w:rsidRPr="009071AC">
        <w:t>Et le juge s</w:t>
      </w:r>
      <w:r w:rsidR="00F635DB">
        <w:t>’</w:t>
      </w:r>
      <w:r w:rsidRPr="009071AC">
        <w:t>inquiétant de la façon dont elle vivrait et de ses ressources</w:t>
      </w:r>
      <w:r w:rsidR="00F635DB">
        <w:t> :</w:t>
      </w:r>
    </w:p>
    <w:p w14:paraId="46108BD5" w14:textId="2B1F2977" w:rsidR="00F635DB" w:rsidRDefault="00F635DB" w:rsidP="00F635DB">
      <w:r>
        <w:t>— </w:t>
      </w:r>
      <w:r w:rsidR="00855694" w:rsidRPr="009071AC">
        <w:t>Oh</w:t>
      </w:r>
      <w:r>
        <w:t xml:space="preserve"> !… </w:t>
      </w:r>
      <w:r w:rsidR="00855694" w:rsidRPr="009071AC">
        <w:t>j</w:t>
      </w:r>
      <w:r>
        <w:t>’</w:t>
      </w:r>
      <w:r w:rsidR="00855694" w:rsidRPr="009071AC">
        <w:t>ai de l</w:t>
      </w:r>
      <w:r>
        <w:t>’</w:t>
      </w:r>
      <w:r w:rsidR="00855694" w:rsidRPr="009071AC">
        <w:t>argent</w:t>
      </w:r>
      <w:r>
        <w:t xml:space="preserve">, </w:t>
      </w:r>
      <w:r w:rsidR="00855694" w:rsidRPr="009071AC">
        <w:t>répondit-elle</w:t>
      </w:r>
      <w:r>
        <w:t>. M. de </w:t>
      </w:r>
      <w:proofErr w:type="spellStart"/>
      <w:r w:rsidR="00855694" w:rsidRPr="009071AC">
        <w:t>Chalusse</w:t>
      </w:r>
      <w:proofErr w:type="spellEnd"/>
      <w:r w:rsidR="00855694" w:rsidRPr="009071AC">
        <w:t xml:space="preserve"> était la générosité même</w:t>
      </w:r>
      <w:r>
        <w:t xml:space="preserve">, </w:t>
      </w:r>
      <w:r w:rsidR="00855694" w:rsidRPr="009071AC">
        <w:t>et moi j</w:t>
      </w:r>
      <w:r>
        <w:t>’</w:t>
      </w:r>
      <w:r w:rsidR="00855694" w:rsidRPr="009071AC">
        <w:t>ai des goûts assez simples</w:t>
      </w:r>
      <w:r>
        <w:t xml:space="preserve">… </w:t>
      </w:r>
      <w:r w:rsidR="00855694" w:rsidRPr="009071AC">
        <w:t>En moins de six mois</w:t>
      </w:r>
      <w:r>
        <w:t xml:space="preserve">, </w:t>
      </w:r>
      <w:r w:rsidR="00855694" w:rsidRPr="009071AC">
        <w:t>sur ce qu</w:t>
      </w:r>
      <w:r>
        <w:t>’</w:t>
      </w:r>
      <w:r w:rsidR="00855694" w:rsidRPr="009071AC">
        <w:t>il me donnait pour ma toilette</w:t>
      </w:r>
      <w:r>
        <w:t xml:space="preserve">, </w:t>
      </w:r>
      <w:r w:rsidR="00855694" w:rsidRPr="009071AC">
        <w:lastRenderedPageBreak/>
        <w:t>j</w:t>
      </w:r>
      <w:r>
        <w:t>’</w:t>
      </w:r>
      <w:r w:rsidR="00855694" w:rsidRPr="009071AC">
        <w:t>ai économisé plus de huit mille francs</w:t>
      </w:r>
      <w:r>
        <w:t xml:space="preserve">… </w:t>
      </w:r>
      <w:r w:rsidR="00855694" w:rsidRPr="009071AC">
        <w:t>C</w:t>
      </w:r>
      <w:r>
        <w:t>’</w:t>
      </w:r>
      <w:r w:rsidR="00855694" w:rsidRPr="009071AC">
        <w:t>est la sécurité pour plus d</w:t>
      </w:r>
      <w:r>
        <w:t>’</w:t>
      </w:r>
      <w:r w:rsidR="00855694" w:rsidRPr="009071AC">
        <w:t>un an</w:t>
      </w:r>
      <w:r>
        <w:t>.</w:t>
      </w:r>
    </w:p>
    <w:p w14:paraId="0EA5E4D9" w14:textId="77777777" w:rsidR="00F635DB" w:rsidRDefault="00855694" w:rsidP="00F635DB">
      <w:r w:rsidRPr="009071AC">
        <w:t>Le juge de paix lui expliqua alors</w:t>
      </w:r>
      <w:r w:rsidR="00F635DB">
        <w:t xml:space="preserve">, </w:t>
      </w:r>
      <w:r w:rsidRPr="009071AC">
        <w:t>que presque certainement le tribunal lui allouerait une certaine somme à prendre sur cette fortune immense</w:t>
      </w:r>
      <w:r w:rsidR="00F635DB">
        <w:t xml:space="preserve">, </w:t>
      </w:r>
      <w:r w:rsidRPr="009071AC">
        <w:t>désormais sans possesseur connu</w:t>
      </w:r>
      <w:r w:rsidR="00F635DB">
        <w:t>.</w:t>
      </w:r>
    </w:p>
    <w:p w14:paraId="44A3D8CE" w14:textId="77777777" w:rsidR="00F635DB" w:rsidRDefault="00855694" w:rsidP="00F635DB">
      <w:r w:rsidRPr="009071AC">
        <w:t>Le comte</w:t>
      </w:r>
      <w:r w:rsidR="00F635DB">
        <w:t xml:space="preserve">, </w:t>
      </w:r>
      <w:r w:rsidRPr="009071AC">
        <w:t>qu</w:t>
      </w:r>
      <w:r w:rsidR="00F635DB">
        <w:t>’</w:t>
      </w:r>
      <w:r w:rsidRPr="009071AC">
        <w:t>il fût ou non son père</w:t>
      </w:r>
      <w:r w:rsidR="00F635DB">
        <w:t xml:space="preserve">, – </w:t>
      </w:r>
      <w:r w:rsidRPr="009071AC">
        <w:t>là n</w:t>
      </w:r>
      <w:r w:rsidR="00F635DB">
        <w:t>’</w:t>
      </w:r>
      <w:r w:rsidRPr="009071AC">
        <w:t>était pas la question</w:t>
      </w:r>
      <w:r w:rsidR="00F635DB">
        <w:t xml:space="preserve">, – </w:t>
      </w:r>
      <w:r w:rsidRPr="009071AC">
        <w:t>se trouvait être en fait</w:t>
      </w:r>
      <w:r w:rsidR="00F635DB">
        <w:t xml:space="preserve">, </w:t>
      </w:r>
      <w:r w:rsidRPr="009071AC">
        <w:t xml:space="preserve">son </w:t>
      </w:r>
      <w:r w:rsidR="00F635DB">
        <w:t>« </w:t>
      </w:r>
      <w:r w:rsidRPr="009071AC">
        <w:t>tuteur officieux</w:t>
      </w:r>
      <w:r w:rsidR="00F635DB">
        <w:t>… »</w:t>
      </w:r>
      <w:r w:rsidRPr="009071AC">
        <w:t xml:space="preserve"> et elle</w:t>
      </w:r>
      <w:r w:rsidR="00F635DB">
        <w:t xml:space="preserve">, </w:t>
      </w:r>
      <w:r w:rsidRPr="009071AC">
        <w:t>encore qu</w:t>
      </w:r>
      <w:r w:rsidR="00F635DB">
        <w:t>’</w:t>
      </w:r>
      <w:r w:rsidRPr="009071AC">
        <w:t>elle fût émancipée</w:t>
      </w:r>
      <w:r w:rsidR="00F635DB">
        <w:t xml:space="preserve">, </w:t>
      </w:r>
      <w:r w:rsidRPr="009071AC">
        <w:t>pouvait être considérée comme une mineure</w:t>
      </w:r>
      <w:r w:rsidR="00F635DB">
        <w:t>.</w:t>
      </w:r>
    </w:p>
    <w:p w14:paraId="7A3BB11A" w14:textId="77777777" w:rsidR="00F635DB" w:rsidRDefault="00855694" w:rsidP="00F635DB">
      <w:r w:rsidRPr="009071AC">
        <w:t>Elle avait donc à invoquer le bénéfice de l</w:t>
      </w:r>
      <w:r w:rsidR="00F635DB">
        <w:t>’</w:t>
      </w:r>
      <w:r w:rsidRPr="009071AC">
        <w:t>article 367 du Code civil</w:t>
      </w:r>
      <w:r w:rsidR="00F635DB">
        <w:t xml:space="preserve">, </w:t>
      </w:r>
      <w:r w:rsidRPr="009071AC">
        <w:t>lequel dit expressément</w:t>
      </w:r>
      <w:r w:rsidR="00F635DB">
        <w:t> :</w:t>
      </w:r>
    </w:p>
    <w:p w14:paraId="0812F83C" w14:textId="5CC12F2D" w:rsidR="00F635DB" w:rsidRDefault="00F635DB" w:rsidP="00F635DB">
      <w:r>
        <w:t>« </w:t>
      </w:r>
      <w:r w:rsidR="00855694" w:rsidRPr="009071AC">
        <w:t>Dans le cas où le tuteur officieux mourrait</w:t>
      </w:r>
      <w:r>
        <w:t xml:space="preserve">, </w:t>
      </w:r>
      <w:r w:rsidR="00855694" w:rsidRPr="009071AC">
        <w:t>sans avoir adopté son pupille</w:t>
      </w:r>
      <w:r>
        <w:t xml:space="preserve">, </w:t>
      </w:r>
      <w:r w:rsidR="00855694" w:rsidRPr="009071AC">
        <w:t>il sera fourni à celui-ci</w:t>
      </w:r>
      <w:r>
        <w:t xml:space="preserve">, </w:t>
      </w:r>
      <w:r w:rsidR="00855694" w:rsidRPr="009071AC">
        <w:t>durant sa minorité</w:t>
      </w:r>
      <w:r>
        <w:t xml:space="preserve">, </w:t>
      </w:r>
      <w:r w:rsidR="00855694" w:rsidRPr="009071AC">
        <w:t>des moyens de subsister dont la quotité et l</w:t>
      </w:r>
      <w:r>
        <w:t>’</w:t>
      </w:r>
      <w:r w:rsidR="00855694" w:rsidRPr="009071AC">
        <w:t>espèce</w:t>
      </w:r>
      <w:r>
        <w:t xml:space="preserve">… </w:t>
      </w:r>
      <w:r w:rsidR="00855694" w:rsidRPr="009071AC">
        <w:t>seront réglées</w:t>
      </w:r>
      <w:r>
        <w:t xml:space="preserve">, </w:t>
      </w:r>
      <w:r w:rsidR="00855694" w:rsidRPr="009071AC">
        <w:t>soit amiablement</w:t>
      </w:r>
      <w:r>
        <w:t xml:space="preserve">… </w:t>
      </w:r>
      <w:r w:rsidR="00855694" w:rsidRPr="009071AC">
        <w:t>soit judiciairement</w:t>
      </w:r>
      <w:r>
        <w:t>. »</w:t>
      </w:r>
    </w:p>
    <w:p w14:paraId="0C9B1301" w14:textId="447C50F4" w:rsidR="00F635DB" w:rsidRDefault="00F635DB" w:rsidP="00F635DB">
      <w:r>
        <w:t>— </w:t>
      </w:r>
      <w:r w:rsidR="00855694" w:rsidRPr="009071AC">
        <w:t>Raison de plus</w:t>
      </w:r>
      <w:r>
        <w:t xml:space="preserve">, </w:t>
      </w:r>
      <w:r w:rsidR="00855694" w:rsidRPr="009071AC">
        <w:t xml:space="preserve">prononça </w:t>
      </w:r>
      <w:r>
        <w:t>M</w:t>
      </w:r>
      <w:r w:rsidRPr="00F635DB">
        <w:rPr>
          <w:vertAlign w:val="superscript"/>
        </w:rPr>
        <w:t>lle</w:t>
      </w:r>
      <w:r>
        <w:t> </w:t>
      </w:r>
      <w:r w:rsidR="00855694" w:rsidRPr="009071AC">
        <w:t>Marguerite</w:t>
      </w:r>
      <w:r>
        <w:t xml:space="preserve">, </w:t>
      </w:r>
      <w:r w:rsidR="00855694" w:rsidRPr="009071AC">
        <w:t>pour renoncer à mes parures</w:t>
      </w:r>
      <w:r>
        <w:t>.</w:t>
      </w:r>
    </w:p>
    <w:p w14:paraId="64D440ED" w14:textId="77777777" w:rsidR="00F635DB" w:rsidRDefault="00855694" w:rsidP="00F635DB">
      <w:r w:rsidRPr="009071AC">
        <w:t>Restait à décider comment elle donnerait de ses nouvelles à son vieil ami</w:t>
      </w:r>
      <w:r w:rsidR="00F635DB">
        <w:t xml:space="preserve">. </w:t>
      </w:r>
      <w:r w:rsidRPr="009071AC">
        <w:t>Ils cherchèrent et trouvèrent un moyen de correspondance qui devait déjouer la plus exacte surveillance du général et de sa femme</w:t>
      </w:r>
      <w:r w:rsidR="00F635DB">
        <w:t>.</w:t>
      </w:r>
    </w:p>
    <w:p w14:paraId="48B5E381" w14:textId="3D181D7F" w:rsidR="00F635DB" w:rsidRDefault="00F635DB" w:rsidP="00F635DB">
      <w:r>
        <w:t>— </w:t>
      </w:r>
      <w:r w:rsidR="00855694" w:rsidRPr="009071AC">
        <w:t>Et maintenant</w:t>
      </w:r>
      <w:r>
        <w:t xml:space="preserve">, </w:t>
      </w:r>
      <w:r w:rsidR="00855694" w:rsidRPr="009071AC">
        <w:t>fit le juge de paix</w:t>
      </w:r>
      <w:r>
        <w:t xml:space="preserve">, </w:t>
      </w:r>
      <w:r w:rsidR="00855694" w:rsidRPr="009071AC">
        <w:t>remontez vite chez vous</w:t>
      </w:r>
      <w:r>
        <w:t xml:space="preserve">… </w:t>
      </w:r>
      <w:r w:rsidR="00855694" w:rsidRPr="009071AC">
        <w:t xml:space="preserve">Qui sait ce que pense </w:t>
      </w:r>
      <w:r>
        <w:t>M</w:t>
      </w:r>
      <w:r w:rsidRPr="00F635DB">
        <w:rPr>
          <w:vertAlign w:val="superscript"/>
        </w:rPr>
        <w:t>me</w:t>
      </w:r>
      <w:r>
        <w:t> de </w:t>
      </w:r>
      <w:proofErr w:type="spellStart"/>
      <w:r w:rsidR="00855694" w:rsidRPr="009071AC">
        <w:t>Fondège</w:t>
      </w:r>
      <w:proofErr w:type="spellEnd"/>
      <w:r w:rsidR="00855694" w:rsidRPr="009071AC">
        <w:t xml:space="preserve"> de votre absence</w:t>
      </w:r>
      <w:r>
        <w:t> ?…</w:t>
      </w:r>
    </w:p>
    <w:p w14:paraId="797197CB" w14:textId="0BA2447A" w:rsidR="00F635DB" w:rsidRDefault="00855694" w:rsidP="00F635DB">
      <w:r w:rsidRPr="009071AC">
        <w:t xml:space="preserve">Mais </w:t>
      </w:r>
      <w:r w:rsidR="00F635DB">
        <w:t>M</w:t>
      </w:r>
      <w:r w:rsidR="00F635DB" w:rsidRPr="00F635DB">
        <w:rPr>
          <w:vertAlign w:val="superscript"/>
        </w:rPr>
        <w:t>lle</w:t>
      </w:r>
      <w:r w:rsidR="00F635DB">
        <w:t> </w:t>
      </w:r>
      <w:r w:rsidRPr="009071AC">
        <w:t>Marguerite avait une requête à présenter</w:t>
      </w:r>
      <w:r w:rsidR="00F635DB">
        <w:t>.</w:t>
      </w:r>
    </w:p>
    <w:p w14:paraId="48506EF5" w14:textId="76B1CACB" w:rsidR="00F635DB" w:rsidRDefault="00855694" w:rsidP="00F635DB">
      <w:r w:rsidRPr="009071AC">
        <w:t xml:space="preserve">Elle avait vu très-souvent entre les mains de </w:t>
      </w:r>
      <w:r w:rsidR="00F635DB">
        <w:t>M. de </w:t>
      </w:r>
      <w:proofErr w:type="spellStart"/>
      <w:r w:rsidRPr="009071AC">
        <w:t>Chalusse</w:t>
      </w:r>
      <w:proofErr w:type="spellEnd"/>
      <w:r w:rsidR="00F635DB">
        <w:t xml:space="preserve">, </w:t>
      </w:r>
      <w:r w:rsidRPr="009071AC">
        <w:t>un petit cahier relié où il notait l</w:t>
      </w:r>
      <w:r w:rsidR="00F635DB">
        <w:t>’</w:t>
      </w:r>
      <w:r w:rsidRPr="009071AC">
        <w:t xml:space="preserve">adresse des gens avec </w:t>
      </w:r>
      <w:r w:rsidRPr="009071AC">
        <w:lastRenderedPageBreak/>
        <w:t>qui il était en relations</w:t>
      </w:r>
      <w:r w:rsidR="00F635DB">
        <w:t xml:space="preserve">. </w:t>
      </w:r>
      <w:r w:rsidRPr="009071AC">
        <w:t>L</w:t>
      </w:r>
      <w:r w:rsidR="00F635DB">
        <w:t>’</w:t>
      </w:r>
      <w:r w:rsidRPr="009071AC">
        <w:t xml:space="preserve">adresse de </w:t>
      </w:r>
      <w:r w:rsidR="00F635DB">
        <w:t>M. </w:t>
      </w:r>
      <w:r w:rsidRPr="009071AC">
        <w:t>Fortunat devait s</w:t>
      </w:r>
      <w:r w:rsidR="00F635DB">
        <w:t>’</w:t>
      </w:r>
      <w:r w:rsidRPr="009071AC">
        <w:t>y trouver</w:t>
      </w:r>
      <w:r w:rsidR="00F635DB">
        <w:t>.</w:t>
      </w:r>
    </w:p>
    <w:p w14:paraId="11BA0058" w14:textId="77777777" w:rsidR="00F635DB" w:rsidRDefault="00855694" w:rsidP="00F635DB">
      <w:r w:rsidRPr="009071AC">
        <w:t>Elle demanda donc et obtint du juge de paix la permission de rechercher ce répertoire</w:t>
      </w:r>
      <w:r w:rsidR="00F635DB">
        <w:t xml:space="preserve">. </w:t>
      </w:r>
      <w:r w:rsidRPr="009071AC">
        <w:t>Elle le trouva</w:t>
      </w:r>
      <w:r w:rsidR="00F635DB">
        <w:t xml:space="preserve">, </w:t>
      </w:r>
      <w:r w:rsidRPr="009071AC">
        <w:t>et à sa grande joie</w:t>
      </w:r>
      <w:r w:rsidR="00F635DB">
        <w:t xml:space="preserve">, </w:t>
      </w:r>
      <w:r w:rsidRPr="009071AC">
        <w:t>à la lettre F</w:t>
      </w:r>
      <w:r w:rsidR="00F635DB">
        <w:t xml:space="preserve">, </w:t>
      </w:r>
      <w:r w:rsidRPr="009071AC">
        <w:t>elle lut</w:t>
      </w:r>
      <w:r w:rsidR="00F635DB">
        <w:t> :</w:t>
      </w:r>
    </w:p>
    <w:p w14:paraId="07304A60" w14:textId="77777777" w:rsidR="00F635DB" w:rsidRDefault="00855694" w:rsidP="00F635DB">
      <w:r w:rsidRPr="009071AC">
        <w:t>Fortunat</w:t>
      </w:r>
      <w:r w:rsidR="00F635DB">
        <w:t xml:space="preserve"> (</w:t>
      </w:r>
      <w:r w:rsidRPr="009071AC">
        <w:t>Isidore</w:t>
      </w:r>
      <w:r w:rsidR="00F635DB">
        <w:t xml:space="preserve">), </w:t>
      </w:r>
      <w:r w:rsidRPr="009071AC">
        <w:t>agent d</w:t>
      </w:r>
      <w:r w:rsidR="00F635DB">
        <w:t>’</w:t>
      </w:r>
      <w:r w:rsidRPr="009071AC">
        <w:t>affaires</w:t>
      </w:r>
      <w:r w:rsidR="00F635DB">
        <w:t xml:space="preserve">, </w:t>
      </w:r>
      <w:r w:rsidRPr="009071AC">
        <w:t>28</w:t>
      </w:r>
      <w:r w:rsidR="00F635DB">
        <w:t xml:space="preserve">, </w:t>
      </w:r>
      <w:r w:rsidRPr="009071AC">
        <w:t>place de la Bourse</w:t>
      </w:r>
      <w:r w:rsidR="00F635DB">
        <w:t>.</w:t>
      </w:r>
    </w:p>
    <w:p w14:paraId="7BDDF990" w14:textId="77777777" w:rsidR="00F635DB" w:rsidRDefault="00F635DB" w:rsidP="00F635DB">
      <w:r>
        <w:t>— </w:t>
      </w:r>
      <w:r w:rsidR="00855694" w:rsidRPr="009071AC">
        <w:t>Ah</w:t>
      </w:r>
      <w:r>
        <w:t xml:space="preserve"> !… </w:t>
      </w:r>
      <w:r w:rsidR="00855694" w:rsidRPr="009071AC">
        <w:t>je suis sûre à cette heure de retrouver Pascal</w:t>
      </w:r>
      <w:r>
        <w:t xml:space="preserve">, </w:t>
      </w:r>
      <w:r w:rsidR="00855694" w:rsidRPr="009071AC">
        <w:t>s</w:t>
      </w:r>
      <w:r>
        <w:t>’</w:t>
      </w:r>
      <w:r w:rsidR="00855694" w:rsidRPr="009071AC">
        <w:t>écria-t-elle</w:t>
      </w:r>
      <w:r>
        <w:t>.</w:t>
      </w:r>
    </w:p>
    <w:p w14:paraId="7E0E696E" w14:textId="77777777" w:rsidR="00F635DB" w:rsidRDefault="00855694" w:rsidP="00F635DB">
      <w:r w:rsidRPr="009071AC">
        <w:t>Et après avoir une fois encore remercié le juge de paix</w:t>
      </w:r>
      <w:r w:rsidR="00F635DB">
        <w:t xml:space="preserve">, </w:t>
      </w:r>
      <w:r w:rsidRPr="009071AC">
        <w:t>dissimulant sous l</w:t>
      </w:r>
      <w:r w:rsidR="00F635DB">
        <w:t>’</w:t>
      </w:r>
      <w:r w:rsidRPr="009071AC">
        <w:t>air le plus abattu qu</w:t>
      </w:r>
      <w:r w:rsidR="00F635DB">
        <w:t>’</w:t>
      </w:r>
      <w:r w:rsidRPr="009071AC">
        <w:t>elle put prendre ses grandes espérances</w:t>
      </w:r>
      <w:r w:rsidR="00F635DB">
        <w:t xml:space="preserve">, </w:t>
      </w:r>
      <w:r w:rsidRPr="009071AC">
        <w:t>elle regagna sa chambre</w:t>
      </w:r>
      <w:r w:rsidR="00F635DB">
        <w:t>.</w:t>
      </w:r>
    </w:p>
    <w:p w14:paraId="4668D836" w14:textId="65E1E109" w:rsidR="00F635DB" w:rsidRDefault="00F635DB" w:rsidP="00F635DB">
      <w:r>
        <w:t>— </w:t>
      </w:r>
      <w:r w:rsidR="00855694" w:rsidRPr="009071AC">
        <w:t>Comme vous avez été longtemps</w:t>
      </w:r>
      <w:r>
        <w:t xml:space="preserve">, </w:t>
      </w:r>
      <w:r w:rsidR="00855694" w:rsidRPr="009071AC">
        <w:t>bon Dieu</w:t>
      </w:r>
      <w:r>
        <w:t xml:space="preserve"> ! </w:t>
      </w:r>
      <w:r w:rsidR="00855694" w:rsidRPr="009071AC">
        <w:t xml:space="preserve">lui dit </w:t>
      </w:r>
      <w:r>
        <w:t>M</w:t>
      </w:r>
      <w:r w:rsidRPr="00F635DB">
        <w:rPr>
          <w:vertAlign w:val="superscript"/>
        </w:rPr>
        <w:t>me</w:t>
      </w:r>
      <w:r>
        <w:t> de </w:t>
      </w:r>
      <w:proofErr w:type="spellStart"/>
      <w:r w:rsidR="00855694" w:rsidRPr="009071AC">
        <w:t>Fondège</w:t>
      </w:r>
      <w:proofErr w:type="spellEnd"/>
      <w:r>
        <w:t>.</w:t>
      </w:r>
    </w:p>
    <w:p w14:paraId="677A05F5" w14:textId="77777777" w:rsidR="00F635DB" w:rsidRDefault="00F635DB" w:rsidP="00F635DB">
      <w:r>
        <w:t>— </w:t>
      </w:r>
      <w:r w:rsidR="00855694" w:rsidRPr="009071AC">
        <w:t>J</w:t>
      </w:r>
      <w:r>
        <w:t>’</w:t>
      </w:r>
      <w:r w:rsidR="00855694" w:rsidRPr="009071AC">
        <w:t>ai eu beaucoup d</w:t>
      </w:r>
      <w:r>
        <w:t>’</w:t>
      </w:r>
      <w:r w:rsidR="00855694" w:rsidRPr="009071AC">
        <w:t>explications à donner</w:t>
      </w:r>
      <w:r>
        <w:t xml:space="preserve">, </w:t>
      </w:r>
      <w:r w:rsidR="00855694" w:rsidRPr="009071AC">
        <w:t>madame</w:t>
      </w:r>
      <w:r>
        <w:t>.</w:t>
      </w:r>
    </w:p>
    <w:p w14:paraId="6749CA6C" w14:textId="77777777" w:rsidR="00F635DB" w:rsidRDefault="00F635DB" w:rsidP="00F635DB">
      <w:r>
        <w:t>— </w:t>
      </w:r>
      <w:r w:rsidR="00855694" w:rsidRPr="009071AC">
        <w:t>On vous tourmente</w:t>
      </w:r>
      <w:r>
        <w:t xml:space="preserve">, </w:t>
      </w:r>
      <w:r w:rsidR="00855694" w:rsidRPr="009071AC">
        <w:t>ma pauvre petite</w:t>
      </w:r>
      <w:r>
        <w:t> !</w:t>
      </w:r>
    </w:p>
    <w:p w14:paraId="11397915" w14:textId="77777777" w:rsidR="00F635DB" w:rsidRDefault="00F635DB" w:rsidP="00F635DB">
      <w:r>
        <w:t>— </w:t>
      </w:r>
      <w:r w:rsidR="00855694" w:rsidRPr="009071AC">
        <w:t>Oh</w:t>
      </w:r>
      <w:r>
        <w:t xml:space="preserve"> ! </w:t>
      </w:r>
      <w:r w:rsidR="00855694" w:rsidRPr="009071AC">
        <w:t>indignement</w:t>
      </w:r>
      <w:r>
        <w:t>…</w:t>
      </w:r>
    </w:p>
    <w:p w14:paraId="03CBA703" w14:textId="77777777" w:rsidR="00F635DB" w:rsidRDefault="00855694" w:rsidP="00F635DB">
      <w:r w:rsidRPr="009071AC">
        <w:t xml:space="preserve">Ce mot fournissait à </w:t>
      </w:r>
      <w:r w:rsidR="00F635DB">
        <w:t>« </w:t>
      </w:r>
      <w:r w:rsidRPr="009071AC">
        <w:t>la générale</w:t>
      </w:r>
      <w:r w:rsidR="00F635DB">
        <w:t> »</w:t>
      </w:r>
      <w:r w:rsidRPr="009071AC">
        <w:t xml:space="preserve"> l</w:t>
      </w:r>
      <w:r w:rsidR="00F635DB">
        <w:t>’</w:t>
      </w:r>
      <w:r w:rsidRPr="009071AC">
        <w:t>occasion de revenir tout naturellement à ses conseils</w:t>
      </w:r>
      <w:r w:rsidR="00F635DB">
        <w:t>.</w:t>
      </w:r>
    </w:p>
    <w:p w14:paraId="51F20B82" w14:textId="54591615" w:rsidR="00F635DB" w:rsidRDefault="00855694" w:rsidP="00F635DB">
      <w:r w:rsidRPr="009071AC">
        <w:t xml:space="preserve">Mais </w:t>
      </w:r>
      <w:r w:rsidR="00F635DB">
        <w:t>M</w:t>
      </w:r>
      <w:r w:rsidR="00F635DB" w:rsidRPr="00F635DB">
        <w:rPr>
          <w:vertAlign w:val="superscript"/>
        </w:rPr>
        <w:t>lle</w:t>
      </w:r>
      <w:r w:rsidR="00F635DB">
        <w:t> </w:t>
      </w:r>
      <w:r w:rsidRPr="009071AC">
        <w:t>Marguerite n</w:t>
      </w:r>
      <w:r w:rsidR="00F635DB">
        <w:t>’</w:t>
      </w:r>
      <w:r w:rsidRPr="009071AC">
        <w:t>était pas si simple que de se laisser convaincre</w:t>
      </w:r>
      <w:r w:rsidR="00F635DB">
        <w:t xml:space="preserve">, </w:t>
      </w:r>
      <w:r w:rsidRPr="009071AC">
        <w:t>comme cela</w:t>
      </w:r>
      <w:r w:rsidR="00F635DB">
        <w:t xml:space="preserve">, </w:t>
      </w:r>
      <w:r w:rsidRPr="009071AC">
        <w:t>tout à coup</w:t>
      </w:r>
      <w:r w:rsidR="00F635DB">
        <w:t xml:space="preserve"> ; </w:t>
      </w:r>
      <w:r w:rsidRPr="009071AC">
        <w:t>elle éleva bien des objections et discuta longtemps avant d</w:t>
      </w:r>
      <w:r w:rsidR="00F635DB">
        <w:t>’</w:t>
      </w:r>
      <w:r w:rsidRPr="009071AC">
        <w:t xml:space="preserve">en arriver à déclarer à </w:t>
      </w:r>
      <w:r w:rsidR="00F635DB">
        <w:t>M</w:t>
      </w:r>
      <w:r w:rsidR="00F635DB" w:rsidRPr="00F635DB">
        <w:rPr>
          <w:vertAlign w:val="superscript"/>
        </w:rPr>
        <w:t>me</w:t>
      </w:r>
      <w:r w:rsidR="00F635DB">
        <w:t> de </w:t>
      </w:r>
      <w:proofErr w:type="spellStart"/>
      <w:r w:rsidRPr="009071AC">
        <w:t>Fondège</w:t>
      </w:r>
      <w:proofErr w:type="spellEnd"/>
      <w:r w:rsidRPr="009071AC">
        <w:t xml:space="preserve"> qu</w:t>
      </w:r>
      <w:r w:rsidR="00F635DB">
        <w:t>’</w:t>
      </w:r>
      <w:r w:rsidRPr="009071AC">
        <w:t>elle serait trop heureuse d</w:t>
      </w:r>
      <w:r w:rsidR="00F635DB">
        <w:t>’</w:t>
      </w:r>
      <w:r w:rsidRPr="009071AC">
        <w:t>accepter la protection et l</w:t>
      </w:r>
      <w:r w:rsidR="00F635DB">
        <w:t>’</w:t>
      </w:r>
      <w:r w:rsidRPr="009071AC">
        <w:t>hospitalité qu</w:t>
      </w:r>
      <w:r w:rsidR="00F635DB">
        <w:t>’</w:t>
      </w:r>
      <w:r w:rsidRPr="009071AC">
        <w:t>elle lui avait offertes</w:t>
      </w:r>
      <w:r w:rsidR="00F635DB">
        <w:t>…</w:t>
      </w:r>
    </w:p>
    <w:p w14:paraId="036D2122" w14:textId="77777777" w:rsidR="00F635DB" w:rsidRDefault="00855694" w:rsidP="00F635DB">
      <w:r w:rsidRPr="009071AC">
        <w:t>Et encore</w:t>
      </w:r>
      <w:r w:rsidR="00F635DB">
        <w:t xml:space="preserve">, </w:t>
      </w:r>
      <w:r w:rsidRPr="009071AC">
        <w:t>n</w:t>
      </w:r>
      <w:r w:rsidR="00F635DB">
        <w:t>’</w:t>
      </w:r>
      <w:r w:rsidRPr="009071AC">
        <w:t>était-ce pas sans conditions</w:t>
      </w:r>
      <w:r w:rsidR="00F635DB">
        <w:t xml:space="preserve">… </w:t>
      </w:r>
      <w:r w:rsidRPr="009071AC">
        <w:t>Ainsi</w:t>
      </w:r>
      <w:r w:rsidR="00F635DB">
        <w:t xml:space="preserve">, </w:t>
      </w:r>
      <w:r w:rsidRPr="009071AC">
        <w:t>elle prétendait payer une pension</w:t>
      </w:r>
      <w:r w:rsidR="00F635DB">
        <w:t xml:space="preserve">, </w:t>
      </w:r>
      <w:r w:rsidRPr="009071AC">
        <w:t>ne voulant pas être une charge</w:t>
      </w:r>
      <w:r w:rsidR="00F635DB">
        <w:t xml:space="preserve">… </w:t>
      </w:r>
      <w:r w:rsidRPr="009071AC">
        <w:lastRenderedPageBreak/>
        <w:t>Elle tenait aussi à garder près d</w:t>
      </w:r>
      <w:r w:rsidR="00F635DB">
        <w:t>’</w:t>
      </w:r>
      <w:r w:rsidRPr="009071AC">
        <w:t>elle sa gouvernante</w:t>
      </w:r>
      <w:r w:rsidR="00F635DB">
        <w:t xml:space="preserve">, </w:t>
      </w:r>
      <w:r w:rsidRPr="009071AC">
        <w:t>trop attachée</w:t>
      </w:r>
      <w:r w:rsidR="00F635DB">
        <w:t xml:space="preserve">, </w:t>
      </w:r>
      <w:r w:rsidRPr="009071AC">
        <w:t>disait-elle</w:t>
      </w:r>
      <w:r w:rsidR="00F635DB">
        <w:t xml:space="preserve">, </w:t>
      </w:r>
      <w:r w:rsidRPr="009071AC">
        <w:t>à cette chère Léon pour s</w:t>
      </w:r>
      <w:r w:rsidR="00F635DB">
        <w:t>’</w:t>
      </w:r>
      <w:r w:rsidRPr="009071AC">
        <w:t>en séparer</w:t>
      </w:r>
      <w:r w:rsidR="00F635DB">
        <w:t>.</w:t>
      </w:r>
    </w:p>
    <w:p w14:paraId="74BA6B3B" w14:textId="37C65A69" w:rsidR="00F635DB" w:rsidRDefault="00855694" w:rsidP="00F635DB">
      <w:r w:rsidRPr="009071AC">
        <w:t>La digne femme de charge assistait à cette conversation</w:t>
      </w:r>
      <w:r w:rsidR="00F635DB">
        <w:t xml:space="preserve">. </w:t>
      </w:r>
      <w:r w:rsidRPr="009071AC">
        <w:t>Un instant</w:t>
      </w:r>
      <w:r w:rsidR="00F635DB">
        <w:t xml:space="preserve">, </w:t>
      </w:r>
      <w:r w:rsidRPr="009071AC">
        <w:t xml:space="preserve">elle avait craint que </w:t>
      </w:r>
      <w:r w:rsidR="00F635DB">
        <w:t>M</w:t>
      </w:r>
      <w:r w:rsidR="00F635DB" w:rsidRPr="00F635DB">
        <w:rPr>
          <w:vertAlign w:val="superscript"/>
        </w:rPr>
        <w:t>lle</w:t>
      </w:r>
      <w:r w:rsidR="00F635DB">
        <w:t> </w:t>
      </w:r>
      <w:r w:rsidRPr="009071AC">
        <w:t>Marguerite ne soupçonnât ses honnêtes manœuvres</w:t>
      </w:r>
      <w:r w:rsidR="00F635DB">
        <w:t xml:space="preserve">… </w:t>
      </w:r>
      <w:r w:rsidRPr="009071AC">
        <w:t>ses craintes s</w:t>
      </w:r>
      <w:r w:rsidR="00F635DB">
        <w:t>’</w:t>
      </w:r>
      <w:r w:rsidRPr="009071AC">
        <w:t>envolèrent</w:t>
      </w:r>
      <w:r w:rsidR="00F635DB">
        <w:t xml:space="preserve">. </w:t>
      </w:r>
      <w:r w:rsidRPr="009071AC">
        <w:t>Et même</w:t>
      </w:r>
      <w:r w:rsidR="00F635DB">
        <w:t xml:space="preserve">, </w:t>
      </w:r>
      <w:r w:rsidRPr="009071AC">
        <w:t>intérieurement</w:t>
      </w:r>
      <w:r w:rsidR="00F635DB">
        <w:t xml:space="preserve">, </w:t>
      </w:r>
      <w:r w:rsidRPr="009071AC">
        <w:t>elle se félicita de sa rare habileté</w:t>
      </w:r>
      <w:r w:rsidR="00F635DB">
        <w:t>.</w:t>
      </w:r>
    </w:p>
    <w:p w14:paraId="48F46412" w14:textId="77777777" w:rsidR="00F635DB" w:rsidRDefault="00855694" w:rsidP="00F635DB">
      <w:r w:rsidRPr="009071AC">
        <w:t>Tout était entendu</w:t>
      </w:r>
      <w:r w:rsidR="00F635DB">
        <w:t xml:space="preserve">, </w:t>
      </w:r>
      <w:r w:rsidRPr="009071AC">
        <w:t>conclu</w:t>
      </w:r>
      <w:r w:rsidR="00F635DB">
        <w:t xml:space="preserve">, </w:t>
      </w:r>
      <w:r w:rsidRPr="009071AC">
        <w:t>scellé par un baiser</w:t>
      </w:r>
      <w:r w:rsidR="00F635DB">
        <w:t xml:space="preserve">, </w:t>
      </w:r>
      <w:r w:rsidRPr="009071AC">
        <w:t>lorsque</w:t>
      </w:r>
      <w:r w:rsidR="00F635DB">
        <w:t xml:space="preserve">, </w:t>
      </w:r>
      <w:r w:rsidRPr="009071AC">
        <w:t>sur les quatre heures</w:t>
      </w:r>
      <w:r w:rsidR="00F635DB">
        <w:t xml:space="preserve">, </w:t>
      </w:r>
      <w:r w:rsidRPr="009071AC">
        <w:t>le général reparut</w:t>
      </w:r>
      <w:r w:rsidR="00F635DB">
        <w:t>.</w:t>
      </w:r>
    </w:p>
    <w:p w14:paraId="13563759" w14:textId="77777777" w:rsidR="00F635DB" w:rsidRDefault="00F635DB" w:rsidP="00F635DB">
      <w:r>
        <w:t>— </w:t>
      </w:r>
      <w:r w:rsidR="00855694" w:rsidRPr="009071AC">
        <w:t>Ah</w:t>
      </w:r>
      <w:r>
        <w:t xml:space="preserve"> !… </w:t>
      </w:r>
      <w:r w:rsidR="00855694" w:rsidRPr="009071AC">
        <w:t>mon ami</w:t>
      </w:r>
      <w:r>
        <w:t xml:space="preserve">, </w:t>
      </w:r>
      <w:r w:rsidR="00855694" w:rsidRPr="009071AC">
        <w:t>lui cria sa femme</w:t>
      </w:r>
      <w:r>
        <w:t xml:space="preserve">, </w:t>
      </w:r>
      <w:r w:rsidR="00855694" w:rsidRPr="009071AC">
        <w:t>quel bonheur</w:t>
      </w:r>
      <w:r>
        <w:t xml:space="preserve"> !… </w:t>
      </w:r>
      <w:r w:rsidR="00855694" w:rsidRPr="009071AC">
        <w:t>Nous avons une fille</w:t>
      </w:r>
      <w:r>
        <w:t> !…</w:t>
      </w:r>
    </w:p>
    <w:p w14:paraId="31D58D42" w14:textId="165BEBF9" w:rsidR="00F635DB" w:rsidRDefault="00855694" w:rsidP="00F635DB">
      <w:r w:rsidRPr="009071AC">
        <w:t>Il ne fallait rien moins que cette nouvelle pour le remettre</w:t>
      </w:r>
      <w:r w:rsidR="00F635DB">
        <w:t xml:space="preserve">. </w:t>
      </w:r>
      <w:r w:rsidRPr="009071AC">
        <w:t xml:space="preserve">Au bruit sourd des pelletées de terre tombant sur le cercueil de </w:t>
      </w:r>
      <w:r w:rsidR="00F635DB">
        <w:t>M. de </w:t>
      </w:r>
      <w:proofErr w:type="spellStart"/>
      <w:r w:rsidRPr="009071AC">
        <w:t>Chalusse</w:t>
      </w:r>
      <w:proofErr w:type="spellEnd"/>
      <w:r w:rsidR="00F635DB">
        <w:t xml:space="preserve">, </w:t>
      </w:r>
      <w:r w:rsidRPr="009071AC">
        <w:t>il s</w:t>
      </w:r>
      <w:r w:rsidR="00F635DB">
        <w:t>’</w:t>
      </w:r>
      <w:r w:rsidRPr="009071AC">
        <w:t>était presque trouvé mal au cimetière</w:t>
      </w:r>
      <w:r w:rsidR="00F635DB">
        <w:t xml:space="preserve">, </w:t>
      </w:r>
      <w:r w:rsidRPr="009071AC">
        <w:t>et même cette défaillance d</w:t>
      </w:r>
      <w:r w:rsidR="00F635DB">
        <w:t>’</w:t>
      </w:r>
      <w:r w:rsidRPr="009071AC">
        <w:t>un homme orné de si terribles moustaches avait beaucoup surpris</w:t>
      </w:r>
      <w:r w:rsidR="00F635DB">
        <w:t>.</w:t>
      </w:r>
    </w:p>
    <w:p w14:paraId="4BC0A9F2" w14:textId="77777777" w:rsidR="00F635DB" w:rsidRDefault="00F635DB" w:rsidP="00F635DB">
      <w:r>
        <w:t>— </w:t>
      </w:r>
      <w:r w:rsidR="00855694" w:rsidRPr="009071AC">
        <w:t>Oui</w:t>
      </w:r>
      <w:r>
        <w:t xml:space="preserve">, </w:t>
      </w:r>
      <w:r w:rsidR="00855694" w:rsidRPr="009071AC">
        <w:t>c</w:t>
      </w:r>
      <w:r>
        <w:t>’</w:t>
      </w:r>
      <w:r w:rsidR="00855694" w:rsidRPr="009071AC">
        <w:t>est un grand</w:t>
      </w:r>
      <w:r>
        <w:t>’</w:t>
      </w:r>
      <w:r w:rsidR="00C03E1E">
        <w:t xml:space="preserve"> </w:t>
      </w:r>
      <w:r w:rsidR="00855694" w:rsidRPr="009071AC">
        <w:t>bonheur</w:t>
      </w:r>
      <w:r>
        <w:t xml:space="preserve"> !… </w:t>
      </w:r>
      <w:r w:rsidR="00855694" w:rsidRPr="009071AC">
        <w:t>répondit-il</w:t>
      </w:r>
      <w:r>
        <w:t xml:space="preserve">. </w:t>
      </w:r>
      <w:r w:rsidR="00855694" w:rsidRPr="009071AC">
        <w:t>Mais</w:t>
      </w:r>
      <w:r>
        <w:t xml:space="preserve">, </w:t>
      </w:r>
      <w:r w:rsidR="00855694" w:rsidRPr="009071AC">
        <w:t>sacré tonnerre</w:t>
      </w:r>
      <w:r>
        <w:t xml:space="preserve"> !… </w:t>
      </w:r>
      <w:r w:rsidR="00855694" w:rsidRPr="009071AC">
        <w:t>je n</w:t>
      </w:r>
      <w:r>
        <w:t>’</w:t>
      </w:r>
      <w:r w:rsidR="00855694" w:rsidRPr="009071AC">
        <w:t>avais jamais douté du cœur de cette chère mignonne</w:t>
      </w:r>
      <w:r>
        <w:t>.</w:t>
      </w:r>
    </w:p>
    <w:p w14:paraId="173E966C" w14:textId="77777777" w:rsidR="00F635DB" w:rsidRDefault="00855694" w:rsidP="00F635DB">
      <w:r w:rsidRPr="009071AC">
        <w:t>Sa femme et lui</w:t>
      </w:r>
      <w:r w:rsidR="00F635DB">
        <w:t xml:space="preserve">, </w:t>
      </w:r>
      <w:r w:rsidRPr="009071AC">
        <w:t>néanmoins</w:t>
      </w:r>
      <w:r w:rsidR="00F635DB">
        <w:t xml:space="preserve">, </w:t>
      </w:r>
      <w:r w:rsidRPr="009071AC">
        <w:t>dissimulèrent mal une grimace</w:t>
      </w:r>
      <w:r w:rsidR="00F635DB">
        <w:t xml:space="preserve">, </w:t>
      </w:r>
      <w:r w:rsidRPr="009071AC">
        <w:t xml:space="preserve">quand le juge de paix leur apprit que leur </w:t>
      </w:r>
      <w:r w:rsidR="00F635DB">
        <w:t>« </w:t>
      </w:r>
      <w:r w:rsidRPr="009071AC">
        <w:t>chère fille aimée</w:t>
      </w:r>
      <w:r w:rsidR="00F635DB">
        <w:t> »</w:t>
      </w:r>
      <w:r w:rsidRPr="009071AC">
        <w:t xml:space="preserve"> n</w:t>
      </w:r>
      <w:r w:rsidR="00F635DB">
        <w:t>’</w:t>
      </w:r>
      <w:r w:rsidRPr="009071AC">
        <w:t>emportait pas ses diamants</w:t>
      </w:r>
      <w:r w:rsidR="00F635DB">
        <w:t>.</w:t>
      </w:r>
    </w:p>
    <w:p w14:paraId="1EA665B0" w14:textId="77777777" w:rsidR="00F635DB" w:rsidRDefault="00F635DB" w:rsidP="00F635DB">
      <w:r>
        <w:t>— </w:t>
      </w:r>
      <w:r w:rsidR="00855694" w:rsidRPr="009071AC">
        <w:t>Sacrebleu</w:t>
      </w:r>
      <w:r>
        <w:t xml:space="preserve"> !… </w:t>
      </w:r>
      <w:r w:rsidR="00855694" w:rsidRPr="009071AC">
        <w:t>gronda le général</w:t>
      </w:r>
      <w:r>
        <w:t xml:space="preserve">, </w:t>
      </w:r>
      <w:r w:rsidR="00855694" w:rsidRPr="009071AC">
        <w:t>je reconnais son père à ce trait</w:t>
      </w:r>
      <w:r>
        <w:t xml:space="preserve"> !… </w:t>
      </w:r>
      <w:r w:rsidR="00855694" w:rsidRPr="009071AC">
        <w:t>Voilà de la délicatesse</w:t>
      </w:r>
      <w:r>
        <w:t xml:space="preserve">, </w:t>
      </w:r>
      <w:r w:rsidR="00855694" w:rsidRPr="009071AC">
        <w:t>ou je ne m</w:t>
      </w:r>
      <w:r>
        <w:t>’</w:t>
      </w:r>
      <w:r w:rsidR="00855694" w:rsidRPr="009071AC">
        <w:t>y connais pas</w:t>
      </w:r>
      <w:r>
        <w:t xml:space="preserve"> !… </w:t>
      </w:r>
      <w:r w:rsidR="00855694" w:rsidRPr="009071AC">
        <w:t>Beaucoup de délicatesse</w:t>
      </w:r>
      <w:r>
        <w:t xml:space="preserve"> !… </w:t>
      </w:r>
      <w:r w:rsidR="00855694" w:rsidRPr="009071AC">
        <w:t>trop</w:t>
      </w:r>
      <w:r>
        <w:t xml:space="preserve">, </w:t>
      </w:r>
      <w:r w:rsidR="00855694" w:rsidRPr="009071AC">
        <w:t>peut-être</w:t>
      </w:r>
      <w:r>
        <w:t>.</w:t>
      </w:r>
    </w:p>
    <w:p w14:paraId="090C2B8C" w14:textId="1159F9C1" w:rsidR="00F635DB" w:rsidRDefault="00855694" w:rsidP="00F635DB">
      <w:r w:rsidRPr="009071AC">
        <w:t>Mais le juge de paix lui ayant dit que le tribunal</w:t>
      </w:r>
      <w:r w:rsidR="00F635DB">
        <w:t xml:space="preserve">, </w:t>
      </w:r>
      <w:r w:rsidRPr="009071AC">
        <w:t>sans doute</w:t>
      </w:r>
      <w:r w:rsidR="00F635DB">
        <w:t xml:space="preserve">, </w:t>
      </w:r>
      <w:r w:rsidRPr="009071AC">
        <w:t>ordonnerait la restitution des diamants</w:t>
      </w:r>
      <w:r w:rsidR="00F635DB">
        <w:t xml:space="preserve">, </w:t>
      </w:r>
      <w:r w:rsidRPr="009071AC">
        <w:t>son visage s</w:t>
      </w:r>
      <w:r w:rsidR="00F635DB">
        <w:t>’</w:t>
      </w:r>
      <w:r w:rsidRPr="009071AC">
        <w:t>éclaira</w:t>
      </w:r>
      <w:r w:rsidR="00F635DB">
        <w:t xml:space="preserve">, </w:t>
      </w:r>
      <w:r w:rsidRPr="009071AC">
        <w:t xml:space="preserve">et il descendit veiller de sa personne aux malles et aux effets de </w:t>
      </w:r>
      <w:r w:rsidR="00F635DB">
        <w:t>M</w:t>
      </w:r>
      <w:r w:rsidR="00F635DB" w:rsidRPr="00F635DB">
        <w:rPr>
          <w:vertAlign w:val="superscript"/>
        </w:rPr>
        <w:t>lle</w:t>
      </w:r>
      <w:r w:rsidR="00F635DB">
        <w:t> </w:t>
      </w:r>
      <w:r w:rsidRPr="009071AC">
        <w:t>Marguerite</w:t>
      </w:r>
      <w:r w:rsidR="00F635DB">
        <w:t xml:space="preserve">, </w:t>
      </w:r>
      <w:r w:rsidRPr="009071AC">
        <w:t xml:space="preserve">que </w:t>
      </w:r>
      <w:r w:rsidR="00F635DB">
        <w:t>M. </w:t>
      </w:r>
      <w:r w:rsidRPr="009071AC">
        <w:t>Casimir faisait charger sur un des fourgons de l</w:t>
      </w:r>
      <w:r w:rsidR="00F635DB">
        <w:t>’</w:t>
      </w:r>
      <w:r w:rsidRPr="009071AC">
        <w:t>hôtel</w:t>
      </w:r>
      <w:r w:rsidR="00F635DB">
        <w:t>…</w:t>
      </w:r>
    </w:p>
    <w:p w14:paraId="2034BC67" w14:textId="77777777" w:rsidR="00F635DB" w:rsidRDefault="00855694" w:rsidP="00F635DB">
      <w:r w:rsidRPr="009071AC">
        <w:lastRenderedPageBreak/>
        <w:t>Puis le moment du départ vint</w:t>
      </w:r>
      <w:r w:rsidR="00F635DB">
        <w:t>.</w:t>
      </w:r>
    </w:p>
    <w:p w14:paraId="1DC3D793" w14:textId="12A2B2FF" w:rsidR="00F635DB" w:rsidRDefault="00F635DB" w:rsidP="00F635DB">
      <w:r>
        <w:t>M</w:t>
      </w:r>
      <w:r w:rsidRPr="00F635DB">
        <w:rPr>
          <w:vertAlign w:val="superscript"/>
        </w:rPr>
        <w:t>lle</w:t>
      </w:r>
      <w:r>
        <w:t> </w:t>
      </w:r>
      <w:r w:rsidR="00855694" w:rsidRPr="009071AC">
        <w:t>Marguerite répondit aux adieux des domestiques</w:t>
      </w:r>
      <w:r>
        <w:t xml:space="preserve">, </w:t>
      </w:r>
      <w:r w:rsidR="00855694" w:rsidRPr="009071AC">
        <w:t>ravis d</w:t>
      </w:r>
      <w:r>
        <w:t>’</w:t>
      </w:r>
      <w:r w:rsidR="00855694" w:rsidRPr="009071AC">
        <w:t>être débarrassés de sa présence</w:t>
      </w:r>
      <w:r>
        <w:t xml:space="preserve">, </w:t>
      </w:r>
      <w:r w:rsidR="00855694" w:rsidRPr="009071AC">
        <w:t>et</w:t>
      </w:r>
      <w:r>
        <w:t xml:space="preserve">, </w:t>
      </w:r>
      <w:r w:rsidR="00855694" w:rsidRPr="009071AC">
        <w:t>avant de monter en voiture</w:t>
      </w:r>
      <w:r>
        <w:t xml:space="preserve">, </w:t>
      </w:r>
      <w:r w:rsidR="00855694" w:rsidRPr="009071AC">
        <w:t xml:space="preserve">elle attacha un long et douloureux regard à cette princière demeure de </w:t>
      </w:r>
      <w:proofErr w:type="spellStart"/>
      <w:r w:rsidR="00855694" w:rsidRPr="009071AC">
        <w:t>Chalusse</w:t>
      </w:r>
      <w:proofErr w:type="spellEnd"/>
      <w:r>
        <w:t xml:space="preserve">, </w:t>
      </w:r>
      <w:r w:rsidR="00855694" w:rsidRPr="009071AC">
        <w:t>qu</w:t>
      </w:r>
      <w:r>
        <w:t>’</w:t>
      </w:r>
      <w:r w:rsidR="00855694" w:rsidRPr="009071AC">
        <w:t>elle avait eu le droit de croire sienne</w:t>
      </w:r>
      <w:r>
        <w:t xml:space="preserve">, </w:t>
      </w:r>
      <w:r w:rsidR="00855694" w:rsidRPr="009071AC">
        <w:t>et qu</w:t>
      </w:r>
      <w:r>
        <w:t>’</w:t>
      </w:r>
      <w:r w:rsidR="00855694" w:rsidRPr="009071AC">
        <w:t>elle quittait sans doute pour toujours</w:t>
      </w:r>
      <w:r>
        <w:t> !…</w:t>
      </w:r>
    </w:p>
    <w:p w14:paraId="61059D99" w14:textId="222C6FA5" w:rsidR="00F635DB" w:rsidRDefault="00855694" w:rsidP="00F635DB">
      <w:pPr>
        <w:ind w:firstLine="0"/>
        <w:jc w:val="center"/>
      </w:pPr>
      <w:r w:rsidRPr="00F635DB">
        <w:t>FIN DE LA PREMIÈRE PARTIE</w:t>
      </w:r>
    </w:p>
    <w:p w14:paraId="6CF7D097" w14:textId="7F75B09E" w:rsidR="00033562" w:rsidRDefault="00033562">
      <w:pPr>
        <w:sectPr w:rsidR="00033562" w:rsidSect="00B75A96">
          <w:footerReference w:type="default" r:id="rId11"/>
          <w:pgSz w:w="11906" w:h="16838" w:code="9"/>
          <w:pgMar w:top="1134" w:right="1134" w:bottom="1134" w:left="1134" w:header="709" w:footer="709" w:gutter="0"/>
          <w:cols w:space="708"/>
          <w:titlePg/>
          <w:docGrid w:linePitch="360"/>
        </w:sectPr>
      </w:pPr>
    </w:p>
    <w:p w14:paraId="7A0A3301" w14:textId="77777777" w:rsidR="00033562" w:rsidRDefault="00033562" w:rsidP="00B75A96">
      <w:pPr>
        <w:pStyle w:val="Titre1"/>
        <w:spacing w:before="0" w:after="480"/>
      </w:pPr>
      <w:bookmarkStart w:id="22" w:name="_Toc202021420"/>
      <w:r>
        <w:lastRenderedPageBreak/>
        <w:t>À propos de cette édition électronique</w:t>
      </w:r>
      <w:bookmarkEnd w:id="22"/>
    </w:p>
    <w:p w14:paraId="66D7B551" w14:textId="77777777" w:rsidR="00B75A96" w:rsidRPr="00633842" w:rsidRDefault="00B75A96" w:rsidP="00B75A96">
      <w:pPr>
        <w:spacing w:before="180" w:after="180"/>
        <w:ind w:firstLine="0"/>
        <w:jc w:val="center"/>
        <w:rPr>
          <w:b/>
          <w:bCs/>
          <w:szCs w:val="32"/>
        </w:rPr>
      </w:pPr>
      <w:r w:rsidRPr="00633842">
        <w:rPr>
          <w:b/>
          <w:bCs/>
          <w:szCs w:val="32"/>
        </w:rPr>
        <w:t>Texte libre de droits.</w:t>
      </w:r>
    </w:p>
    <w:p w14:paraId="7C53CF32" w14:textId="77777777" w:rsidR="00B75A96" w:rsidRPr="00633842" w:rsidRDefault="00B75A96" w:rsidP="00B75A96">
      <w:pPr>
        <w:pStyle w:val="Centr"/>
        <w:spacing w:before="180" w:after="180"/>
      </w:pPr>
      <w:r w:rsidRPr="00633842">
        <w:t>Corrections, édition, conversion informatique et publication par le groupe :</w:t>
      </w:r>
    </w:p>
    <w:p w14:paraId="3640AB26" w14:textId="77777777" w:rsidR="00B75A96" w:rsidRPr="00633842" w:rsidRDefault="00B75A96" w:rsidP="00B75A96">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69F29F8D" w14:textId="77777777" w:rsidR="00B75A96" w:rsidRPr="00633842" w:rsidRDefault="00B75A96" w:rsidP="00B75A96">
      <w:pPr>
        <w:pStyle w:val="Centr"/>
        <w:spacing w:before="180" w:after="180"/>
      </w:pPr>
      <w:hyperlink r:id="rId12" w:history="1">
        <w:r w:rsidRPr="00F74CD6">
          <w:rPr>
            <w:rStyle w:val="Lienhypertexte"/>
          </w:rPr>
          <w:t>https://groups.google.com/g/ebooksgratuits</w:t>
        </w:r>
      </w:hyperlink>
    </w:p>
    <w:p w14:paraId="1BDFE0C2" w14:textId="377E14A0" w:rsidR="00B75A96" w:rsidRPr="00633842" w:rsidRDefault="00B75A96" w:rsidP="00B75A96">
      <w:pPr>
        <w:pStyle w:val="Centr"/>
        <w:spacing w:before="180" w:after="180"/>
      </w:pPr>
      <w:r w:rsidRPr="00633842">
        <w:t>Adresse du site web du groupe :</w:t>
      </w:r>
      <w:r w:rsidRPr="00633842">
        <w:br/>
      </w:r>
      <w:hyperlink r:id="rId13" w:history="1">
        <w:r w:rsidRPr="00B75A96">
          <w:rPr>
            <w:rStyle w:val="Lienhypertexte"/>
            <w:szCs w:val="32"/>
          </w:rPr>
          <w:t>https://www.ebooksgratuits.com/</w:t>
        </w:r>
      </w:hyperlink>
    </w:p>
    <w:p w14:paraId="76BE219A" w14:textId="77777777" w:rsidR="00B75A96" w:rsidRPr="00633842" w:rsidRDefault="00B75A96" w:rsidP="00B75A96">
      <w:pPr>
        <w:pStyle w:val="Centr"/>
        <w:spacing w:before="180" w:after="180"/>
      </w:pPr>
      <w:r w:rsidRPr="00633842">
        <w:t>—</w:t>
      </w:r>
    </w:p>
    <w:p w14:paraId="771C1ACF" w14:textId="6E877934" w:rsidR="00B75A96" w:rsidRPr="00633842" w:rsidRDefault="00B75A96" w:rsidP="00B75A96">
      <w:pPr>
        <w:spacing w:before="180" w:after="180"/>
        <w:ind w:firstLine="0"/>
        <w:jc w:val="center"/>
        <w:rPr>
          <w:b/>
          <w:bCs/>
          <w:szCs w:val="32"/>
        </w:rPr>
      </w:pPr>
      <w:r>
        <w:rPr>
          <w:b/>
          <w:bCs/>
          <w:szCs w:val="32"/>
        </w:rPr>
        <w:t>Juin 2025</w:t>
      </w:r>
    </w:p>
    <w:p w14:paraId="0C3D7FCC" w14:textId="77777777" w:rsidR="00B75A96" w:rsidRPr="00633842" w:rsidRDefault="00B75A96" w:rsidP="00B75A96">
      <w:pPr>
        <w:pStyle w:val="Centr"/>
        <w:spacing w:before="180" w:after="180"/>
      </w:pPr>
      <w:r w:rsidRPr="00633842">
        <w:t>—</w:t>
      </w:r>
    </w:p>
    <w:p w14:paraId="2E5C6DAF" w14:textId="77777777" w:rsidR="00B75A96" w:rsidRPr="00633842" w:rsidRDefault="00B75A96" w:rsidP="00B75A96">
      <w:pPr>
        <w:spacing w:before="180" w:after="180"/>
      </w:pPr>
      <w:r w:rsidRPr="00633842">
        <w:t>– </w:t>
      </w:r>
      <w:r w:rsidRPr="00633842">
        <w:rPr>
          <w:b/>
        </w:rPr>
        <w:t>Élaboration de ce livre électronique</w:t>
      </w:r>
      <w:r w:rsidRPr="00633842">
        <w:t> :</w:t>
      </w:r>
    </w:p>
    <w:p w14:paraId="2AE88B5F" w14:textId="3352BC4A" w:rsidR="00B75A96" w:rsidRPr="00633842" w:rsidRDefault="00B75A96" w:rsidP="00B75A96">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009E40EB" w:rsidRPr="009E40EB">
        <w:t xml:space="preserve">Fred, Jean-Marc, </w:t>
      </w:r>
      <w:proofErr w:type="spellStart"/>
      <w:r w:rsidR="009E40EB" w:rsidRPr="009E40EB">
        <w:t>RobertB</w:t>
      </w:r>
      <w:proofErr w:type="spellEnd"/>
      <w:r w:rsidR="009E40EB">
        <w:t xml:space="preserve">, </w:t>
      </w:r>
      <w:proofErr w:type="spellStart"/>
      <w:r w:rsidR="009E40EB">
        <w:t>Coolmicro</w:t>
      </w:r>
      <w:proofErr w:type="spellEnd"/>
      <w:r w:rsidR="009E40EB">
        <w:t>.</w:t>
      </w:r>
    </w:p>
    <w:p w14:paraId="36378937" w14:textId="77777777" w:rsidR="00B75A96" w:rsidRPr="00633842" w:rsidRDefault="00B75A96" w:rsidP="00B75A96">
      <w:pPr>
        <w:spacing w:before="180" w:after="180"/>
      </w:pPr>
      <w:r w:rsidRPr="00633842">
        <w:t>– </w:t>
      </w:r>
      <w:r w:rsidRPr="00633842">
        <w:rPr>
          <w:b/>
        </w:rPr>
        <w:t>Dispositions</w:t>
      </w:r>
      <w:r w:rsidRPr="00633842">
        <w:t> :</w:t>
      </w:r>
    </w:p>
    <w:p w14:paraId="0B97C452" w14:textId="77777777" w:rsidR="00B75A96" w:rsidRPr="00633842" w:rsidRDefault="00B75A96" w:rsidP="00B75A96">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58534040" w14:textId="77777777" w:rsidR="00B75A96" w:rsidRPr="00633842" w:rsidRDefault="00B75A96" w:rsidP="00B75A96">
      <w:pPr>
        <w:spacing w:before="180" w:after="180"/>
      </w:pPr>
      <w:r w:rsidRPr="00633842">
        <w:t>– </w:t>
      </w:r>
      <w:r w:rsidRPr="00633842">
        <w:rPr>
          <w:b/>
        </w:rPr>
        <w:t>Qualité</w:t>
      </w:r>
      <w:r w:rsidRPr="00633842">
        <w:t> :</w:t>
      </w:r>
    </w:p>
    <w:p w14:paraId="0CD4B583" w14:textId="77777777" w:rsidR="00B75A96" w:rsidRPr="00633842" w:rsidRDefault="00B75A96" w:rsidP="00B75A96">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57442965" w14:textId="77777777" w:rsidR="00B75A96" w:rsidRPr="00633842" w:rsidRDefault="00B75A96" w:rsidP="00B75A96">
      <w:pPr>
        <w:spacing w:before="180" w:after="180"/>
        <w:ind w:firstLine="0"/>
        <w:jc w:val="center"/>
        <w:rPr>
          <w:i/>
          <w:iCs/>
          <w:szCs w:val="32"/>
        </w:rPr>
      </w:pPr>
      <w:r w:rsidRPr="00633842">
        <w:rPr>
          <w:i/>
          <w:iCs/>
          <w:szCs w:val="32"/>
        </w:rPr>
        <w:t>Votre aide est la bienvenue !</w:t>
      </w:r>
    </w:p>
    <w:p w14:paraId="4FB12240" w14:textId="0FF309F9" w:rsidR="00033562" w:rsidRPr="00F635DB" w:rsidRDefault="00B75A96" w:rsidP="00B75A96">
      <w:pPr>
        <w:pStyle w:val="Centr"/>
        <w:suppressAutoHyphens/>
        <w:spacing w:before="180" w:after="180"/>
      </w:pPr>
      <w:r w:rsidRPr="00633842">
        <w:t>VOUS POUVEZ NOUS AIDER À FAIRE CONNAÎTRE CES CLASSIQUES LITTÉRAIRES.</w:t>
      </w:r>
    </w:p>
    <w:sectPr w:rsidR="00033562" w:rsidRPr="00F635DB" w:rsidSect="00B75A96">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AF37B" w14:textId="77777777" w:rsidR="00AF5372" w:rsidRDefault="00AF5372">
      <w:r>
        <w:separator/>
      </w:r>
    </w:p>
  </w:endnote>
  <w:endnote w:type="continuationSeparator" w:id="0">
    <w:p w14:paraId="311B5F28" w14:textId="77777777" w:rsidR="00AF5372" w:rsidRDefault="00AF5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5906" w14:textId="77777777" w:rsidR="00855694" w:rsidRDefault="00855694">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EA37D" w14:textId="77777777" w:rsidR="00855694" w:rsidRDefault="00855694">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C03E1E">
      <w:rPr>
        <w:rStyle w:val="Numrodepage"/>
        <w:noProof/>
        <w:sz w:val="30"/>
        <w:szCs w:val="30"/>
      </w:rPr>
      <w:t>513</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F4908" w14:textId="77777777" w:rsidR="00AF5372" w:rsidRDefault="00AF5372">
      <w:r>
        <w:separator/>
      </w:r>
    </w:p>
  </w:footnote>
  <w:footnote w:type="continuationSeparator" w:id="0">
    <w:p w14:paraId="5ECD2639" w14:textId="77777777" w:rsidR="00AF5372" w:rsidRDefault="00AF5372">
      <w:r>
        <w:continuationSeparator/>
      </w:r>
    </w:p>
  </w:footnote>
  <w:footnote w:id="1">
    <w:p w14:paraId="78021195" w14:textId="2547C82F" w:rsidR="00855694" w:rsidRDefault="00855694" w:rsidP="00855694">
      <w:pPr>
        <w:pStyle w:val="Notedebasdepage"/>
      </w:pPr>
      <w:r>
        <w:rPr>
          <w:rStyle w:val="Appelnotedebasdep"/>
        </w:rPr>
        <w:footnoteRef/>
      </w:r>
      <w:r>
        <w:t xml:space="preserve"> </w:t>
      </w:r>
      <w:r w:rsidRPr="00BF3C52">
        <w:t xml:space="preserve">Voir </w:t>
      </w:r>
      <w:r w:rsidR="00F635DB">
        <w:t>« </w:t>
      </w:r>
      <w:r w:rsidRPr="00BF3C52">
        <w:t>Les esclaves de Paris</w:t>
      </w:r>
      <w:r w:rsidR="00F635DB">
        <w:t> »</w:t>
      </w:r>
      <w:r w:rsidRPr="00BF3C52">
        <w:t xml:space="preserve"> du même auteur</w:t>
      </w:r>
      <w:r w:rsidR="00F635DB">
        <w:t xml:space="preserve">, </w:t>
      </w:r>
      <w:r w:rsidRPr="00BF3C52">
        <w:t xml:space="preserve">disponible sur le site du groupe </w:t>
      </w:r>
      <w:r w:rsidR="00F635DB">
        <w:t>« </w:t>
      </w:r>
      <w:r w:rsidRPr="00CE435D">
        <w:rPr>
          <w:i/>
        </w:rPr>
        <w:t>Ebooks libres et gratuits</w:t>
      </w:r>
      <w:r w:rsidR="00F635DB">
        <w:t> » (</w:t>
      </w:r>
      <w:r w:rsidRPr="00CE435D">
        <w:t>note du correcteur</w:t>
      </w:r>
      <w:r w:rsidRPr="009555FE">
        <w:rPr>
          <w:i/>
        </w:rPr>
        <w:t xml:space="preserve"> ELG</w:t>
      </w:r>
      <w:r w:rsidR="00F635DB">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681860100">
    <w:abstractNumId w:val="10"/>
  </w:num>
  <w:num w:numId="2" w16cid:durableId="1215854034">
    <w:abstractNumId w:val="11"/>
  </w:num>
  <w:num w:numId="3" w16cid:durableId="1449617503">
    <w:abstractNumId w:val="12"/>
  </w:num>
  <w:num w:numId="4" w16cid:durableId="1266379910">
    <w:abstractNumId w:val="13"/>
  </w:num>
  <w:num w:numId="5" w16cid:durableId="793988672">
    <w:abstractNumId w:val="8"/>
  </w:num>
  <w:num w:numId="6" w16cid:durableId="591816877">
    <w:abstractNumId w:val="3"/>
  </w:num>
  <w:num w:numId="7" w16cid:durableId="2052537105">
    <w:abstractNumId w:val="2"/>
  </w:num>
  <w:num w:numId="8" w16cid:durableId="997656774">
    <w:abstractNumId w:val="1"/>
  </w:num>
  <w:num w:numId="9" w16cid:durableId="1324046711">
    <w:abstractNumId w:val="0"/>
  </w:num>
  <w:num w:numId="10" w16cid:durableId="2075201627">
    <w:abstractNumId w:val="9"/>
  </w:num>
  <w:num w:numId="11" w16cid:durableId="780148754">
    <w:abstractNumId w:val="7"/>
  </w:num>
  <w:num w:numId="12" w16cid:durableId="461188993">
    <w:abstractNumId w:val="6"/>
  </w:num>
  <w:num w:numId="13" w16cid:durableId="348798298">
    <w:abstractNumId w:val="5"/>
  </w:num>
  <w:num w:numId="14" w16cid:durableId="16249962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119AC"/>
    <w:rsid w:val="00021C38"/>
    <w:rsid w:val="00033562"/>
    <w:rsid w:val="00066E2D"/>
    <w:rsid w:val="000F4250"/>
    <w:rsid w:val="0010298A"/>
    <w:rsid w:val="001635FE"/>
    <w:rsid w:val="00203135"/>
    <w:rsid w:val="00204BB9"/>
    <w:rsid w:val="00284AF2"/>
    <w:rsid w:val="002914B6"/>
    <w:rsid w:val="002D216A"/>
    <w:rsid w:val="002E4734"/>
    <w:rsid w:val="00303241"/>
    <w:rsid w:val="00327097"/>
    <w:rsid w:val="00335365"/>
    <w:rsid w:val="00366F73"/>
    <w:rsid w:val="00367258"/>
    <w:rsid w:val="003979EA"/>
    <w:rsid w:val="003B06CF"/>
    <w:rsid w:val="003B61C4"/>
    <w:rsid w:val="003F6FF9"/>
    <w:rsid w:val="004558D3"/>
    <w:rsid w:val="004618A4"/>
    <w:rsid w:val="00472624"/>
    <w:rsid w:val="004C540E"/>
    <w:rsid w:val="005003DF"/>
    <w:rsid w:val="00563CB6"/>
    <w:rsid w:val="00576E04"/>
    <w:rsid w:val="00640C4F"/>
    <w:rsid w:val="00702751"/>
    <w:rsid w:val="00703D4D"/>
    <w:rsid w:val="00722EA0"/>
    <w:rsid w:val="007542E0"/>
    <w:rsid w:val="007841D8"/>
    <w:rsid w:val="007872E2"/>
    <w:rsid w:val="007A353A"/>
    <w:rsid w:val="007B6898"/>
    <w:rsid w:val="007F5860"/>
    <w:rsid w:val="00855694"/>
    <w:rsid w:val="00856DF4"/>
    <w:rsid w:val="00863B07"/>
    <w:rsid w:val="00876D7E"/>
    <w:rsid w:val="008A0509"/>
    <w:rsid w:val="008A3EE6"/>
    <w:rsid w:val="00930A77"/>
    <w:rsid w:val="009749C7"/>
    <w:rsid w:val="009C541A"/>
    <w:rsid w:val="009E40EB"/>
    <w:rsid w:val="00A971CF"/>
    <w:rsid w:val="00AA4829"/>
    <w:rsid w:val="00AC54D2"/>
    <w:rsid w:val="00AF5372"/>
    <w:rsid w:val="00B00F38"/>
    <w:rsid w:val="00B75A96"/>
    <w:rsid w:val="00BB77C9"/>
    <w:rsid w:val="00BD0C07"/>
    <w:rsid w:val="00BD0C8F"/>
    <w:rsid w:val="00C03E1E"/>
    <w:rsid w:val="00CB7CA0"/>
    <w:rsid w:val="00CC207D"/>
    <w:rsid w:val="00D02BDE"/>
    <w:rsid w:val="00D45B42"/>
    <w:rsid w:val="00D80434"/>
    <w:rsid w:val="00D9756D"/>
    <w:rsid w:val="00DA54E2"/>
    <w:rsid w:val="00DF43DD"/>
    <w:rsid w:val="00E04942"/>
    <w:rsid w:val="00E04F0D"/>
    <w:rsid w:val="00E847C9"/>
    <w:rsid w:val="00ED5069"/>
    <w:rsid w:val="00F635DB"/>
    <w:rsid w:val="00FC50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0B78F1"/>
  <w15:chartTrackingRefBased/>
  <w15:docId w15:val="{B27B9C68-4B69-48A7-B092-0265D2B8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CB6"/>
    <w:pPr>
      <w:spacing w:before="240" w:after="240"/>
      <w:ind w:firstLine="680"/>
      <w:jc w:val="both"/>
    </w:pPr>
    <w:rPr>
      <w:rFonts w:ascii="Amasis30" w:hAnsi="Amasis30"/>
      <w:sz w:val="36"/>
      <w:szCs w:val="24"/>
    </w:rPr>
  </w:style>
  <w:style w:type="paragraph" w:styleId="Titre1">
    <w:name w:val="heading 1"/>
    <w:basedOn w:val="Normal"/>
    <w:next w:val="Normal"/>
    <w:qFormat/>
    <w:rsid w:val="00563CB6"/>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563CB6"/>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563CB6"/>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563CB6"/>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563CB6"/>
  </w:style>
  <w:style w:type="character" w:styleId="Lienhypertexte">
    <w:name w:val="Hyperlink"/>
    <w:uiPriority w:val="99"/>
    <w:rsid w:val="00563CB6"/>
    <w:rPr>
      <w:rFonts w:ascii="Amasis30" w:hAnsi="Amasis30"/>
      <w:color w:val="004080"/>
      <w:u w:val="single"/>
    </w:rPr>
  </w:style>
  <w:style w:type="paragraph" w:styleId="Explorateurdedocuments">
    <w:name w:val="Document Map"/>
    <w:basedOn w:val="Normal"/>
    <w:semiHidden/>
    <w:rsid w:val="00563CB6"/>
    <w:pPr>
      <w:shd w:val="clear" w:color="auto" w:fill="000080"/>
    </w:pPr>
    <w:rPr>
      <w:rFonts w:ascii="Tahoma" w:hAnsi="Tahoma" w:cs="Tahoma"/>
    </w:rPr>
  </w:style>
  <w:style w:type="paragraph" w:styleId="TM1">
    <w:name w:val="toc 1"/>
    <w:basedOn w:val="Normal"/>
    <w:next w:val="Normal"/>
    <w:autoRedefine/>
    <w:uiPriority w:val="39"/>
    <w:rsid w:val="00563CB6"/>
    <w:pPr>
      <w:tabs>
        <w:tab w:val="right" w:leader="dot" w:pos="9639"/>
      </w:tabs>
      <w:spacing w:before="180" w:after="180"/>
      <w:ind w:firstLine="0"/>
      <w:jc w:val="left"/>
    </w:pPr>
    <w:rPr>
      <w:bCs/>
      <w:iCs/>
      <w:noProof/>
      <w:color w:val="000080"/>
      <w:szCs w:val="28"/>
    </w:rPr>
  </w:style>
  <w:style w:type="paragraph" w:styleId="En-tte">
    <w:name w:val="header"/>
    <w:basedOn w:val="Normal"/>
    <w:rsid w:val="00563CB6"/>
    <w:pPr>
      <w:tabs>
        <w:tab w:val="center" w:pos="4536"/>
        <w:tab w:val="right" w:pos="9072"/>
      </w:tabs>
    </w:pPr>
  </w:style>
  <w:style w:type="paragraph" w:styleId="Pieddepage">
    <w:name w:val="footer"/>
    <w:basedOn w:val="Normal"/>
    <w:rsid w:val="00563CB6"/>
    <w:pPr>
      <w:tabs>
        <w:tab w:val="center" w:pos="4536"/>
        <w:tab w:val="right" w:pos="9072"/>
      </w:tabs>
      <w:ind w:firstLine="0"/>
      <w:jc w:val="center"/>
    </w:pPr>
    <w:rPr>
      <w:sz w:val="32"/>
    </w:rPr>
  </w:style>
  <w:style w:type="character" w:styleId="Numrodepage">
    <w:name w:val="page number"/>
    <w:basedOn w:val="Policepardfaut"/>
    <w:rsid w:val="00563CB6"/>
  </w:style>
  <w:style w:type="paragraph" w:styleId="TM2">
    <w:name w:val="toc 2"/>
    <w:basedOn w:val="Normal"/>
    <w:next w:val="Normal"/>
    <w:autoRedefine/>
    <w:uiPriority w:val="39"/>
    <w:rsid w:val="00563CB6"/>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563CB6"/>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563CB6"/>
    <w:pPr>
      <w:ind w:left="780"/>
    </w:pPr>
  </w:style>
  <w:style w:type="paragraph" w:styleId="TM5">
    <w:name w:val="toc 5"/>
    <w:basedOn w:val="Normal"/>
    <w:next w:val="Normal"/>
    <w:autoRedefine/>
    <w:semiHidden/>
    <w:rsid w:val="00563CB6"/>
    <w:pPr>
      <w:ind w:left="1040"/>
    </w:pPr>
  </w:style>
  <w:style w:type="paragraph" w:styleId="TM6">
    <w:name w:val="toc 6"/>
    <w:basedOn w:val="Normal"/>
    <w:next w:val="Normal"/>
    <w:autoRedefine/>
    <w:semiHidden/>
    <w:rsid w:val="00563CB6"/>
    <w:pPr>
      <w:ind w:left="1300"/>
    </w:pPr>
  </w:style>
  <w:style w:type="paragraph" w:styleId="TM7">
    <w:name w:val="toc 7"/>
    <w:basedOn w:val="Normal"/>
    <w:next w:val="Normal"/>
    <w:autoRedefine/>
    <w:semiHidden/>
    <w:rsid w:val="00563CB6"/>
    <w:pPr>
      <w:ind w:left="1560"/>
    </w:pPr>
  </w:style>
  <w:style w:type="paragraph" w:styleId="TM8">
    <w:name w:val="toc 8"/>
    <w:basedOn w:val="Normal"/>
    <w:next w:val="Normal"/>
    <w:autoRedefine/>
    <w:semiHidden/>
    <w:rsid w:val="00563CB6"/>
    <w:pPr>
      <w:ind w:left="1820"/>
    </w:pPr>
  </w:style>
  <w:style w:type="paragraph" w:styleId="TM9">
    <w:name w:val="toc 9"/>
    <w:basedOn w:val="Normal"/>
    <w:next w:val="Normal"/>
    <w:autoRedefine/>
    <w:semiHidden/>
    <w:rsid w:val="00563CB6"/>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563CB6"/>
    <w:rPr>
      <w:rFonts w:ascii="Amasis30" w:hAnsi="Amasis30"/>
      <w:b/>
      <w:sz w:val="36"/>
      <w:vertAlign w:val="superscript"/>
    </w:rPr>
  </w:style>
  <w:style w:type="paragraph" w:styleId="Notedebasdepage">
    <w:name w:val="footnote text"/>
    <w:basedOn w:val="Taille-1Normal"/>
    <w:qFormat/>
    <w:rsid w:val="00563CB6"/>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563CB6"/>
    <w:pPr>
      <w:spacing w:before="0" w:after="1800"/>
      <w:ind w:right="851" w:firstLine="0"/>
      <w:jc w:val="right"/>
    </w:pPr>
    <w:rPr>
      <w:sz w:val="48"/>
    </w:rPr>
  </w:style>
  <w:style w:type="paragraph" w:customStyle="1" w:styleId="Titrelivre">
    <w:name w:val="Titre_livre"/>
    <w:basedOn w:val="Normal"/>
    <w:rsid w:val="00563CB6"/>
    <w:pPr>
      <w:spacing w:before="0" w:after="1200"/>
      <w:ind w:left="2268" w:right="851" w:firstLine="0"/>
      <w:jc w:val="right"/>
    </w:pPr>
    <w:rPr>
      <w:b/>
      <w:bCs/>
      <w:sz w:val="72"/>
    </w:rPr>
  </w:style>
  <w:style w:type="paragraph" w:customStyle="1" w:styleId="Soustitrelivre">
    <w:name w:val="Sous_titre_livre"/>
    <w:basedOn w:val="Normal"/>
    <w:rsid w:val="00563CB6"/>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563CB6"/>
    <w:pPr>
      <w:spacing w:after="1080"/>
      <w:ind w:left="2268" w:firstLine="0"/>
      <w:jc w:val="center"/>
    </w:pPr>
    <w:rPr>
      <w:noProof/>
    </w:rPr>
  </w:style>
  <w:style w:type="paragraph" w:customStyle="1" w:styleId="DateSortie">
    <w:name w:val="Date_Sortie"/>
    <w:basedOn w:val="Normal"/>
    <w:rsid w:val="00563CB6"/>
    <w:pPr>
      <w:spacing w:before="0" w:after="0"/>
      <w:ind w:right="1418" w:firstLine="0"/>
      <w:jc w:val="right"/>
    </w:pPr>
    <w:rPr>
      <w:bCs/>
      <w:sz w:val="40"/>
    </w:rPr>
  </w:style>
  <w:style w:type="paragraph" w:customStyle="1" w:styleId="Titretablematires">
    <w:name w:val="Titre table matières"/>
    <w:basedOn w:val="Normal"/>
    <w:rsid w:val="00563CB6"/>
    <w:pPr>
      <w:pBdr>
        <w:top w:val="single" w:sz="8" w:space="1" w:color="auto"/>
        <w:bottom w:val="single" w:sz="8" w:space="1" w:color="auto"/>
      </w:pBdr>
      <w:ind w:left="2552" w:right="2552" w:firstLine="0"/>
      <w:jc w:val="center"/>
    </w:pPr>
    <w:rPr>
      <w:bCs/>
    </w:rPr>
  </w:style>
  <w:style w:type="paragraph" w:customStyle="1" w:styleId="StyleCentr">
    <w:name w:val="Style Centré"/>
    <w:basedOn w:val="Normal"/>
    <w:rsid w:val="00855694"/>
    <w:pPr>
      <w:ind w:firstLine="0"/>
      <w:jc w:val="center"/>
    </w:pPr>
  </w:style>
  <w:style w:type="paragraph" w:customStyle="1" w:styleId="StyleDroite">
    <w:name w:val="Style Droite"/>
    <w:basedOn w:val="Normal"/>
    <w:rsid w:val="00855694"/>
    <w:pPr>
      <w:ind w:firstLine="0"/>
      <w:jc w:val="right"/>
    </w:pPr>
  </w:style>
  <w:style w:type="character" w:styleId="Marquedecommentaire">
    <w:name w:val="annotation reference"/>
    <w:basedOn w:val="Policepardfaut"/>
    <w:semiHidden/>
    <w:rsid w:val="00855694"/>
    <w:rPr>
      <w:sz w:val="16"/>
      <w:szCs w:val="16"/>
    </w:rPr>
  </w:style>
  <w:style w:type="paragraph" w:styleId="Commentaire">
    <w:name w:val="annotation text"/>
    <w:basedOn w:val="Normal"/>
    <w:semiHidden/>
    <w:rsid w:val="00855694"/>
    <w:rPr>
      <w:sz w:val="20"/>
      <w:szCs w:val="20"/>
    </w:rPr>
  </w:style>
  <w:style w:type="paragraph" w:styleId="Objetducommentaire">
    <w:name w:val="annotation subject"/>
    <w:basedOn w:val="Commentaire"/>
    <w:next w:val="Commentaire"/>
    <w:semiHidden/>
    <w:rsid w:val="00855694"/>
    <w:rPr>
      <w:b/>
      <w:bCs/>
    </w:rPr>
  </w:style>
  <w:style w:type="paragraph" w:styleId="Textedebulles">
    <w:name w:val="Balloon Text"/>
    <w:basedOn w:val="Normal"/>
    <w:semiHidden/>
    <w:rsid w:val="00855694"/>
    <w:rPr>
      <w:rFonts w:ascii="Tahoma" w:hAnsi="Tahoma" w:cs="Tahoma"/>
      <w:sz w:val="16"/>
      <w:szCs w:val="16"/>
    </w:rPr>
  </w:style>
  <w:style w:type="paragraph" w:styleId="Rvision">
    <w:name w:val="Revision"/>
    <w:hidden/>
    <w:uiPriority w:val="99"/>
    <w:semiHidden/>
    <w:rsid w:val="007872E2"/>
    <w:rPr>
      <w:rFonts w:ascii="Georgia" w:hAnsi="Georgia"/>
      <w:sz w:val="32"/>
      <w:szCs w:val="24"/>
    </w:rPr>
  </w:style>
  <w:style w:type="paragraph" w:customStyle="1" w:styleId="Centr">
    <w:name w:val="Centré"/>
    <w:basedOn w:val="Normal"/>
    <w:rsid w:val="00563CB6"/>
    <w:pPr>
      <w:ind w:firstLine="0"/>
      <w:jc w:val="center"/>
    </w:pPr>
    <w:rPr>
      <w:szCs w:val="20"/>
    </w:rPr>
  </w:style>
  <w:style w:type="paragraph" w:customStyle="1" w:styleId="NormalSansIndent">
    <w:name w:val="NormalSansIndent"/>
    <w:basedOn w:val="Normal"/>
    <w:rsid w:val="00563CB6"/>
    <w:pPr>
      <w:ind w:firstLine="0"/>
    </w:pPr>
    <w:rPr>
      <w:szCs w:val="20"/>
    </w:rPr>
  </w:style>
  <w:style w:type="paragraph" w:customStyle="1" w:styleId="NormalSolidaire">
    <w:name w:val="NormalSolidaire"/>
    <w:basedOn w:val="Normal"/>
    <w:qFormat/>
    <w:rsid w:val="00563CB6"/>
    <w:pPr>
      <w:keepNext/>
    </w:pPr>
  </w:style>
  <w:style w:type="paragraph" w:customStyle="1" w:styleId="NormalSautPageAvant">
    <w:name w:val="NormalSautPageAvant"/>
    <w:basedOn w:val="Normal"/>
    <w:qFormat/>
    <w:rsid w:val="00563CB6"/>
    <w:pPr>
      <w:pageBreakBefore/>
    </w:pPr>
  </w:style>
  <w:style w:type="paragraph" w:customStyle="1" w:styleId="NormalEspAvtGrand">
    <w:name w:val="NormalEspAvtGrand"/>
    <w:basedOn w:val="Normal"/>
    <w:rsid w:val="00563CB6"/>
    <w:pPr>
      <w:spacing w:before="2640"/>
    </w:pPr>
    <w:rPr>
      <w:szCs w:val="20"/>
    </w:rPr>
  </w:style>
  <w:style w:type="paragraph" w:customStyle="1" w:styleId="CentrEspAvt0">
    <w:name w:val="CentréEspAvt0"/>
    <w:basedOn w:val="Centr"/>
    <w:next w:val="CentrEspAvt0EspApr0"/>
    <w:rsid w:val="00563CB6"/>
    <w:pPr>
      <w:spacing w:before="0"/>
    </w:pPr>
  </w:style>
  <w:style w:type="paragraph" w:customStyle="1" w:styleId="CentrEspApr0">
    <w:name w:val="CentréEspApr0"/>
    <w:basedOn w:val="Centr"/>
    <w:next w:val="Normal"/>
    <w:rsid w:val="00563CB6"/>
    <w:pPr>
      <w:spacing w:after="0"/>
    </w:pPr>
  </w:style>
  <w:style w:type="paragraph" w:customStyle="1" w:styleId="CentrEspAvt0EspApr0">
    <w:name w:val="CentréEspAvt0EspApr0"/>
    <w:basedOn w:val="Centr"/>
    <w:rsid w:val="00563CB6"/>
    <w:pPr>
      <w:spacing w:before="0" w:after="0"/>
    </w:pPr>
  </w:style>
  <w:style w:type="paragraph" w:customStyle="1" w:styleId="Droite">
    <w:name w:val="Droite"/>
    <w:basedOn w:val="Normal"/>
    <w:next w:val="Normal"/>
    <w:rsid w:val="00563CB6"/>
    <w:pPr>
      <w:ind w:firstLine="0"/>
      <w:jc w:val="right"/>
    </w:pPr>
    <w:rPr>
      <w:szCs w:val="20"/>
    </w:rPr>
  </w:style>
  <w:style w:type="paragraph" w:customStyle="1" w:styleId="DroiteRetraitGauche1X">
    <w:name w:val="DroiteRetraitGauche1X"/>
    <w:basedOn w:val="Droite"/>
    <w:next w:val="Normal"/>
    <w:rsid w:val="00563CB6"/>
    <w:pPr>
      <w:ind w:left="680"/>
    </w:pPr>
  </w:style>
  <w:style w:type="paragraph" w:customStyle="1" w:styleId="DroiteRetraitGauche2X">
    <w:name w:val="DroiteRetraitGauche2X"/>
    <w:basedOn w:val="Droite"/>
    <w:next w:val="Normal"/>
    <w:rsid w:val="00563CB6"/>
    <w:pPr>
      <w:ind w:left="1361"/>
    </w:pPr>
  </w:style>
  <w:style w:type="paragraph" w:customStyle="1" w:styleId="DroiteRetraitGauche3X">
    <w:name w:val="DroiteRetraitGauche3X"/>
    <w:basedOn w:val="Droite"/>
    <w:next w:val="Normal"/>
    <w:rsid w:val="00563CB6"/>
    <w:pPr>
      <w:ind w:left="2041"/>
    </w:pPr>
  </w:style>
  <w:style w:type="paragraph" w:customStyle="1" w:styleId="DroiteRetraitGauche4X">
    <w:name w:val="DroiteRetraitGauche4X"/>
    <w:basedOn w:val="Droite"/>
    <w:next w:val="Normal"/>
    <w:rsid w:val="00563CB6"/>
    <w:pPr>
      <w:ind w:left="2722"/>
    </w:pPr>
  </w:style>
  <w:style w:type="paragraph" w:customStyle="1" w:styleId="Taille-1Normal">
    <w:name w:val="Taille-1Normal"/>
    <w:basedOn w:val="Normal"/>
    <w:rsid w:val="00563CB6"/>
    <w:rPr>
      <w:sz w:val="32"/>
      <w:szCs w:val="28"/>
    </w:rPr>
  </w:style>
  <w:style w:type="paragraph" w:customStyle="1" w:styleId="Taille-1RetraitGauche1X">
    <w:name w:val="Taille-1RetraitGauche1X"/>
    <w:basedOn w:val="Taille-1Normal"/>
    <w:rsid w:val="00563CB6"/>
    <w:pPr>
      <w:ind w:left="680"/>
    </w:pPr>
    <w:rPr>
      <w:szCs w:val="20"/>
    </w:rPr>
  </w:style>
  <w:style w:type="paragraph" w:customStyle="1" w:styleId="Taille-1RetraitGauche2X">
    <w:name w:val="Taille-1RetraitGauche2X"/>
    <w:basedOn w:val="Taille-1Normal"/>
    <w:rsid w:val="00563CB6"/>
    <w:pPr>
      <w:ind w:left="1361"/>
    </w:pPr>
    <w:rPr>
      <w:szCs w:val="20"/>
    </w:rPr>
  </w:style>
  <w:style w:type="paragraph" w:customStyle="1" w:styleId="Taille-1RetraitGauche3X">
    <w:name w:val="Taille-1RetraitGauche3X"/>
    <w:basedOn w:val="Taille-1Normal"/>
    <w:rsid w:val="00563CB6"/>
    <w:pPr>
      <w:ind w:left="2041"/>
    </w:pPr>
    <w:rPr>
      <w:szCs w:val="20"/>
    </w:rPr>
  </w:style>
  <w:style w:type="paragraph" w:customStyle="1" w:styleId="Taille-1RetraitGauche1XIndent0">
    <w:name w:val="Taille-1RetraitGauche1XIndent0"/>
    <w:basedOn w:val="Taille-1RetraitGauche1X"/>
    <w:rsid w:val="00563CB6"/>
    <w:pPr>
      <w:ind w:firstLine="0"/>
    </w:pPr>
  </w:style>
  <w:style w:type="paragraph" w:customStyle="1" w:styleId="Taille-1RetraitGauche2XIndent0">
    <w:name w:val="Taille-1RetraitGauche2XIndent0"/>
    <w:basedOn w:val="Taille-1RetraitGauche2X"/>
    <w:rsid w:val="00563CB6"/>
    <w:pPr>
      <w:ind w:firstLine="0"/>
    </w:pPr>
  </w:style>
  <w:style w:type="paragraph" w:customStyle="1" w:styleId="Taille-1RetraitGauche3XIndent0">
    <w:name w:val="Taille-1RetraitGauche3XIndent0"/>
    <w:basedOn w:val="Taille-1RetraitGauche3X"/>
    <w:rsid w:val="00563CB6"/>
    <w:pPr>
      <w:ind w:firstLine="0"/>
    </w:pPr>
  </w:style>
  <w:style w:type="paragraph" w:customStyle="1" w:styleId="Taille-1RetraitGauche4XIndent0">
    <w:name w:val="Taille-1RetraitGauche4XIndent0"/>
    <w:basedOn w:val="Taille-1Normal"/>
    <w:rsid w:val="00563CB6"/>
    <w:pPr>
      <w:ind w:left="2722" w:firstLine="0"/>
    </w:pPr>
    <w:rPr>
      <w:szCs w:val="20"/>
    </w:rPr>
  </w:style>
  <w:style w:type="paragraph" w:customStyle="1" w:styleId="NormalRetraitGauche1X">
    <w:name w:val="NormalRetraitGauche1X"/>
    <w:basedOn w:val="Normal"/>
    <w:rsid w:val="00563CB6"/>
    <w:pPr>
      <w:ind w:left="680"/>
    </w:pPr>
    <w:rPr>
      <w:szCs w:val="20"/>
    </w:rPr>
  </w:style>
  <w:style w:type="paragraph" w:customStyle="1" w:styleId="NormalRetraitGauche2X">
    <w:name w:val="NormalRetraitGauche2X"/>
    <w:basedOn w:val="Normal"/>
    <w:rsid w:val="00563CB6"/>
    <w:pPr>
      <w:ind w:left="1361"/>
    </w:pPr>
    <w:rPr>
      <w:szCs w:val="20"/>
    </w:rPr>
  </w:style>
  <w:style w:type="paragraph" w:customStyle="1" w:styleId="NormalRetraitGauche3X">
    <w:name w:val="NormalRetraitGauche3X"/>
    <w:basedOn w:val="Normal"/>
    <w:rsid w:val="00563CB6"/>
    <w:pPr>
      <w:ind w:left="2041"/>
    </w:pPr>
    <w:rPr>
      <w:szCs w:val="20"/>
    </w:rPr>
  </w:style>
  <w:style w:type="paragraph" w:customStyle="1" w:styleId="NormalRetraitGauche1XIndent0">
    <w:name w:val="NormalRetraitGauche1XIndent0"/>
    <w:basedOn w:val="NormalRetraitGauche1X"/>
    <w:rsid w:val="00563CB6"/>
    <w:pPr>
      <w:ind w:firstLine="0"/>
    </w:pPr>
  </w:style>
  <w:style w:type="paragraph" w:customStyle="1" w:styleId="NormalRetraitGauche2XIndent0">
    <w:name w:val="NormalRetraitGauche2XIndent0"/>
    <w:basedOn w:val="NormalRetraitGauche2X"/>
    <w:rsid w:val="00563CB6"/>
    <w:pPr>
      <w:ind w:firstLine="0"/>
    </w:pPr>
  </w:style>
  <w:style w:type="paragraph" w:customStyle="1" w:styleId="NormalRetraitGauche3XIndent0">
    <w:name w:val="NormalRetraitGauche3XIndent0"/>
    <w:basedOn w:val="NormalRetraitGauche3X"/>
    <w:rsid w:val="00563CB6"/>
    <w:pPr>
      <w:ind w:firstLine="0"/>
    </w:pPr>
  </w:style>
  <w:style w:type="paragraph" w:customStyle="1" w:styleId="NormalRetraitGauche4XIndent0">
    <w:name w:val="NormalRetraitGauche4XIndent0"/>
    <w:basedOn w:val="Normal"/>
    <w:rsid w:val="00563CB6"/>
    <w:pPr>
      <w:ind w:left="2722" w:firstLine="0"/>
    </w:pPr>
    <w:rPr>
      <w:szCs w:val="20"/>
    </w:rPr>
  </w:style>
  <w:style w:type="paragraph" w:styleId="Notedefin">
    <w:name w:val="endnote text"/>
    <w:basedOn w:val="Taille-1Normal"/>
    <w:link w:val="NotedefinCar"/>
    <w:uiPriority w:val="99"/>
    <w:semiHidden/>
    <w:unhideWhenUsed/>
    <w:qFormat/>
    <w:rsid w:val="00563CB6"/>
    <w:rPr>
      <w:szCs w:val="20"/>
      <w:lang w:val="x-none" w:eastAsia="x-none"/>
    </w:rPr>
  </w:style>
  <w:style w:type="character" w:customStyle="1" w:styleId="NotedefinCar">
    <w:name w:val="Note de fin Car"/>
    <w:link w:val="Notedefin"/>
    <w:uiPriority w:val="99"/>
    <w:semiHidden/>
    <w:rsid w:val="00563CB6"/>
    <w:rPr>
      <w:rFonts w:ascii="Amasis30" w:hAnsi="Amasis30"/>
      <w:sz w:val="32"/>
      <w:lang w:val="x-none" w:eastAsia="x-none"/>
    </w:rPr>
  </w:style>
  <w:style w:type="character" w:styleId="Appeldenotedefin">
    <w:name w:val="endnote reference"/>
    <w:uiPriority w:val="99"/>
    <w:unhideWhenUsed/>
    <w:qFormat/>
    <w:rsid w:val="00563CB6"/>
    <w:rPr>
      <w:rFonts w:ascii="Amasis30" w:hAnsi="Amasis30"/>
      <w:b/>
      <w:sz w:val="36"/>
      <w:vertAlign w:val="superscript"/>
    </w:rPr>
  </w:style>
  <w:style w:type="paragraph" w:customStyle="1" w:styleId="NormalSuspendu1X">
    <w:name w:val="NormalSuspendu1X"/>
    <w:basedOn w:val="Normal"/>
    <w:rsid w:val="00563CB6"/>
    <w:pPr>
      <w:ind w:left="680" w:hanging="680"/>
    </w:pPr>
    <w:rPr>
      <w:szCs w:val="20"/>
    </w:rPr>
  </w:style>
  <w:style w:type="paragraph" w:customStyle="1" w:styleId="NormalSuspendu1XRetrait1X">
    <w:name w:val="NormalSuspendu1XRetrait1X"/>
    <w:basedOn w:val="Normal"/>
    <w:rsid w:val="00563CB6"/>
    <w:pPr>
      <w:ind w:left="1360" w:hanging="680"/>
    </w:pPr>
  </w:style>
  <w:style w:type="paragraph" w:customStyle="1" w:styleId="NormalEspAvt0EspApr0">
    <w:name w:val="NormalEspAvt0EspApr0"/>
    <w:basedOn w:val="Normal"/>
    <w:rsid w:val="00563CB6"/>
    <w:pPr>
      <w:spacing w:before="0" w:after="0"/>
    </w:pPr>
    <w:rPr>
      <w:szCs w:val="20"/>
    </w:rPr>
  </w:style>
  <w:style w:type="paragraph" w:customStyle="1" w:styleId="NormalSuspendu1XRetrait2X">
    <w:name w:val="NormalSuspendu1XRetrait2X"/>
    <w:basedOn w:val="Normal"/>
    <w:rsid w:val="00563CB6"/>
    <w:pPr>
      <w:ind w:left="2041" w:hanging="680"/>
    </w:pPr>
  </w:style>
  <w:style w:type="paragraph" w:customStyle="1" w:styleId="NormalSuspendu1XRetrait3X">
    <w:name w:val="NormalSuspendu1XRetrait3X"/>
    <w:basedOn w:val="Normal"/>
    <w:rsid w:val="00563CB6"/>
    <w:pPr>
      <w:ind w:left="2721" w:hanging="680"/>
    </w:pPr>
    <w:rPr>
      <w:szCs w:val="20"/>
    </w:rPr>
  </w:style>
  <w:style w:type="paragraph" w:customStyle="1" w:styleId="NormalSuspendu1XRetrait4X">
    <w:name w:val="NormalSuspendu1XRetrait4X"/>
    <w:basedOn w:val="Normal"/>
    <w:rsid w:val="00563CB6"/>
    <w:pPr>
      <w:ind w:left="3402" w:hanging="680"/>
    </w:pPr>
    <w:rPr>
      <w:szCs w:val="20"/>
    </w:rPr>
  </w:style>
  <w:style w:type="character" w:customStyle="1" w:styleId="Taille-1Caracteres">
    <w:name w:val="Taille-1Caracteres"/>
    <w:qFormat/>
    <w:rsid w:val="00563CB6"/>
    <w:rPr>
      <w:sz w:val="32"/>
      <w:szCs w:val="20"/>
    </w:rPr>
  </w:style>
  <w:style w:type="paragraph" w:customStyle="1" w:styleId="Etoile">
    <w:name w:val="Etoile"/>
    <w:basedOn w:val="Normal"/>
    <w:qFormat/>
    <w:rsid w:val="00563CB6"/>
    <w:pPr>
      <w:ind w:firstLine="0"/>
      <w:jc w:val="center"/>
    </w:pPr>
    <w:rPr>
      <w:b/>
      <w:sz w:val="40"/>
      <w:szCs w:val="28"/>
    </w:rPr>
  </w:style>
  <w:style w:type="paragraph" w:customStyle="1" w:styleId="Taille-1Suspendu1XRetrait1XEsp0">
    <w:name w:val="Taille-1Suspendu1XRetrait1XEsp0"/>
    <w:basedOn w:val="Taille-1RetraitGauche1X"/>
    <w:qFormat/>
    <w:rsid w:val="00563CB6"/>
    <w:pPr>
      <w:spacing w:before="0" w:after="0"/>
      <w:ind w:left="1360" w:hanging="680"/>
    </w:pPr>
  </w:style>
  <w:style w:type="character" w:styleId="Mentionnonrsolue">
    <w:name w:val="Unresolved Mention"/>
    <w:uiPriority w:val="99"/>
    <w:semiHidden/>
    <w:unhideWhenUsed/>
    <w:rsid w:val="00563CB6"/>
    <w:rPr>
      <w:color w:val="605E5C"/>
      <w:shd w:val="clear" w:color="auto" w:fill="E1DFDD"/>
    </w:rPr>
  </w:style>
  <w:style w:type="paragraph" w:customStyle="1" w:styleId="Taille-1Suspendu1XRetrait2XEsp0">
    <w:name w:val="Taille-1Suspendu1XRetrait2XEsp0"/>
    <w:basedOn w:val="Taille-1RetraitGauche2X"/>
    <w:qFormat/>
    <w:rsid w:val="00563CB6"/>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563CB6"/>
    <w:pPr>
      <w:spacing w:before="0" w:after="0"/>
    </w:pPr>
  </w:style>
  <w:style w:type="paragraph" w:customStyle="1" w:styleId="NormalSuspendu1XEsp0">
    <w:name w:val="NormalSuspendu1XEsp0"/>
    <w:basedOn w:val="NormalSuspendu1X"/>
    <w:qFormat/>
    <w:rsid w:val="00563CB6"/>
    <w:pPr>
      <w:spacing w:before="0" w:after="0"/>
    </w:pPr>
  </w:style>
  <w:style w:type="paragraph" w:customStyle="1" w:styleId="NormalSuspendu1XRetrait2XEsp0">
    <w:name w:val="NormalSuspendu1XRetrait2XEsp0"/>
    <w:basedOn w:val="NormalSuspendu1XRetrait2X"/>
    <w:qFormat/>
    <w:rsid w:val="00563CB6"/>
    <w:pPr>
      <w:spacing w:before="0" w:after="0"/>
    </w:pPr>
  </w:style>
  <w:style w:type="paragraph" w:customStyle="1" w:styleId="ParagrapheVideNormal">
    <w:name w:val="ParagrapheVideNormal"/>
    <w:basedOn w:val="Normal"/>
    <w:next w:val="Normal"/>
    <w:qFormat/>
    <w:rsid w:val="00563CB6"/>
  </w:style>
  <w:style w:type="paragraph" w:customStyle="1" w:styleId="ParagrapheVideNormal2">
    <w:name w:val="ParagrapheVideNormal2"/>
    <w:basedOn w:val="ParagrapheVideNormal"/>
    <w:next w:val="Normal"/>
    <w:qFormat/>
    <w:rsid w:val="00563CB6"/>
  </w:style>
  <w:style w:type="paragraph" w:customStyle="1" w:styleId="Image">
    <w:name w:val="Image"/>
    <w:basedOn w:val="Centr"/>
    <w:next w:val="Normal"/>
    <w:qFormat/>
    <w:rsid w:val="00563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649B4-0819-4E23-B434-1CD1E8AE4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18</TotalTime>
  <Pages>1</Pages>
  <Words>104065</Words>
  <Characters>572361</Characters>
  <Application>Microsoft Office Word</Application>
  <DocSecurity>0</DocSecurity>
  <Lines>4769</Lines>
  <Paragraphs>1350</Paragraphs>
  <ScaleCrop>false</ScaleCrop>
  <HeadingPairs>
    <vt:vector size="2" baseType="variant">
      <vt:variant>
        <vt:lpstr>Titre</vt:lpstr>
      </vt:variant>
      <vt:variant>
        <vt:i4>1</vt:i4>
      </vt:variant>
    </vt:vector>
  </HeadingPairs>
  <TitlesOfParts>
    <vt:vector size="1" baseType="lpstr">
      <vt:lpstr>LA VIE INFERNALE Tome 1</vt:lpstr>
    </vt:vector>
  </TitlesOfParts>
  <Company>Ebooks libres et gratuits</Company>
  <LinksUpToDate>false</LinksUpToDate>
  <CharactersWithSpaces>675076</CharactersWithSpaces>
  <SharedDoc>false</SharedDoc>
  <HLinks>
    <vt:vector size="150" baseType="variant">
      <vt:variant>
        <vt:i4>2293820</vt:i4>
      </vt:variant>
      <vt:variant>
        <vt:i4>144</vt:i4>
      </vt:variant>
      <vt:variant>
        <vt:i4>0</vt:i4>
      </vt:variant>
      <vt:variant>
        <vt:i4>5</vt:i4>
      </vt:variant>
      <vt:variant>
        <vt:lpwstr>http://www.ebooksgratuits.com/</vt:lpwstr>
      </vt:variant>
      <vt:variant>
        <vt:lpwstr/>
      </vt:variant>
      <vt:variant>
        <vt:i4>7929972</vt:i4>
      </vt:variant>
      <vt:variant>
        <vt:i4>141</vt:i4>
      </vt:variant>
      <vt:variant>
        <vt:i4>0</vt:i4>
      </vt:variant>
      <vt:variant>
        <vt:i4>5</vt:i4>
      </vt:variant>
      <vt:variant>
        <vt:lpwstr>http://fr.groups.yahoo.com/group/ebooksgratuits</vt:lpwstr>
      </vt:variant>
      <vt:variant>
        <vt:lpwstr/>
      </vt:variant>
      <vt:variant>
        <vt:i4>1114168</vt:i4>
      </vt:variant>
      <vt:variant>
        <vt:i4>134</vt:i4>
      </vt:variant>
      <vt:variant>
        <vt:i4>0</vt:i4>
      </vt:variant>
      <vt:variant>
        <vt:i4>5</vt:i4>
      </vt:variant>
      <vt:variant>
        <vt:lpwstr/>
      </vt:variant>
      <vt:variant>
        <vt:lpwstr>_Toc258356764</vt:lpwstr>
      </vt:variant>
      <vt:variant>
        <vt:i4>1114168</vt:i4>
      </vt:variant>
      <vt:variant>
        <vt:i4>128</vt:i4>
      </vt:variant>
      <vt:variant>
        <vt:i4>0</vt:i4>
      </vt:variant>
      <vt:variant>
        <vt:i4>5</vt:i4>
      </vt:variant>
      <vt:variant>
        <vt:lpwstr/>
      </vt:variant>
      <vt:variant>
        <vt:lpwstr>_Toc258356763</vt:lpwstr>
      </vt:variant>
      <vt:variant>
        <vt:i4>1114168</vt:i4>
      </vt:variant>
      <vt:variant>
        <vt:i4>122</vt:i4>
      </vt:variant>
      <vt:variant>
        <vt:i4>0</vt:i4>
      </vt:variant>
      <vt:variant>
        <vt:i4>5</vt:i4>
      </vt:variant>
      <vt:variant>
        <vt:lpwstr/>
      </vt:variant>
      <vt:variant>
        <vt:lpwstr>_Toc258356762</vt:lpwstr>
      </vt:variant>
      <vt:variant>
        <vt:i4>1114168</vt:i4>
      </vt:variant>
      <vt:variant>
        <vt:i4>116</vt:i4>
      </vt:variant>
      <vt:variant>
        <vt:i4>0</vt:i4>
      </vt:variant>
      <vt:variant>
        <vt:i4>5</vt:i4>
      </vt:variant>
      <vt:variant>
        <vt:lpwstr/>
      </vt:variant>
      <vt:variant>
        <vt:lpwstr>_Toc258356761</vt:lpwstr>
      </vt:variant>
      <vt:variant>
        <vt:i4>1114168</vt:i4>
      </vt:variant>
      <vt:variant>
        <vt:i4>110</vt:i4>
      </vt:variant>
      <vt:variant>
        <vt:i4>0</vt:i4>
      </vt:variant>
      <vt:variant>
        <vt:i4>5</vt:i4>
      </vt:variant>
      <vt:variant>
        <vt:lpwstr/>
      </vt:variant>
      <vt:variant>
        <vt:lpwstr>_Toc258356760</vt:lpwstr>
      </vt:variant>
      <vt:variant>
        <vt:i4>1179704</vt:i4>
      </vt:variant>
      <vt:variant>
        <vt:i4>104</vt:i4>
      </vt:variant>
      <vt:variant>
        <vt:i4>0</vt:i4>
      </vt:variant>
      <vt:variant>
        <vt:i4>5</vt:i4>
      </vt:variant>
      <vt:variant>
        <vt:lpwstr/>
      </vt:variant>
      <vt:variant>
        <vt:lpwstr>_Toc258356759</vt:lpwstr>
      </vt:variant>
      <vt:variant>
        <vt:i4>1179704</vt:i4>
      </vt:variant>
      <vt:variant>
        <vt:i4>98</vt:i4>
      </vt:variant>
      <vt:variant>
        <vt:i4>0</vt:i4>
      </vt:variant>
      <vt:variant>
        <vt:i4>5</vt:i4>
      </vt:variant>
      <vt:variant>
        <vt:lpwstr/>
      </vt:variant>
      <vt:variant>
        <vt:lpwstr>_Toc258356758</vt:lpwstr>
      </vt:variant>
      <vt:variant>
        <vt:i4>1179704</vt:i4>
      </vt:variant>
      <vt:variant>
        <vt:i4>92</vt:i4>
      </vt:variant>
      <vt:variant>
        <vt:i4>0</vt:i4>
      </vt:variant>
      <vt:variant>
        <vt:i4>5</vt:i4>
      </vt:variant>
      <vt:variant>
        <vt:lpwstr/>
      </vt:variant>
      <vt:variant>
        <vt:lpwstr>_Toc258356757</vt:lpwstr>
      </vt:variant>
      <vt:variant>
        <vt:i4>1179704</vt:i4>
      </vt:variant>
      <vt:variant>
        <vt:i4>86</vt:i4>
      </vt:variant>
      <vt:variant>
        <vt:i4>0</vt:i4>
      </vt:variant>
      <vt:variant>
        <vt:i4>5</vt:i4>
      </vt:variant>
      <vt:variant>
        <vt:lpwstr/>
      </vt:variant>
      <vt:variant>
        <vt:lpwstr>_Toc258356756</vt:lpwstr>
      </vt:variant>
      <vt:variant>
        <vt:i4>1179704</vt:i4>
      </vt:variant>
      <vt:variant>
        <vt:i4>80</vt:i4>
      </vt:variant>
      <vt:variant>
        <vt:i4>0</vt:i4>
      </vt:variant>
      <vt:variant>
        <vt:i4>5</vt:i4>
      </vt:variant>
      <vt:variant>
        <vt:lpwstr/>
      </vt:variant>
      <vt:variant>
        <vt:lpwstr>_Toc258356755</vt:lpwstr>
      </vt:variant>
      <vt:variant>
        <vt:i4>1179704</vt:i4>
      </vt:variant>
      <vt:variant>
        <vt:i4>74</vt:i4>
      </vt:variant>
      <vt:variant>
        <vt:i4>0</vt:i4>
      </vt:variant>
      <vt:variant>
        <vt:i4>5</vt:i4>
      </vt:variant>
      <vt:variant>
        <vt:lpwstr/>
      </vt:variant>
      <vt:variant>
        <vt:lpwstr>_Toc258356754</vt:lpwstr>
      </vt:variant>
      <vt:variant>
        <vt:i4>1179704</vt:i4>
      </vt:variant>
      <vt:variant>
        <vt:i4>68</vt:i4>
      </vt:variant>
      <vt:variant>
        <vt:i4>0</vt:i4>
      </vt:variant>
      <vt:variant>
        <vt:i4>5</vt:i4>
      </vt:variant>
      <vt:variant>
        <vt:lpwstr/>
      </vt:variant>
      <vt:variant>
        <vt:lpwstr>_Toc258356753</vt:lpwstr>
      </vt:variant>
      <vt:variant>
        <vt:i4>1179704</vt:i4>
      </vt:variant>
      <vt:variant>
        <vt:i4>62</vt:i4>
      </vt:variant>
      <vt:variant>
        <vt:i4>0</vt:i4>
      </vt:variant>
      <vt:variant>
        <vt:i4>5</vt:i4>
      </vt:variant>
      <vt:variant>
        <vt:lpwstr/>
      </vt:variant>
      <vt:variant>
        <vt:lpwstr>_Toc258356752</vt:lpwstr>
      </vt:variant>
      <vt:variant>
        <vt:i4>1179704</vt:i4>
      </vt:variant>
      <vt:variant>
        <vt:i4>56</vt:i4>
      </vt:variant>
      <vt:variant>
        <vt:i4>0</vt:i4>
      </vt:variant>
      <vt:variant>
        <vt:i4>5</vt:i4>
      </vt:variant>
      <vt:variant>
        <vt:lpwstr/>
      </vt:variant>
      <vt:variant>
        <vt:lpwstr>_Toc258356751</vt:lpwstr>
      </vt:variant>
      <vt:variant>
        <vt:i4>1179704</vt:i4>
      </vt:variant>
      <vt:variant>
        <vt:i4>50</vt:i4>
      </vt:variant>
      <vt:variant>
        <vt:i4>0</vt:i4>
      </vt:variant>
      <vt:variant>
        <vt:i4>5</vt:i4>
      </vt:variant>
      <vt:variant>
        <vt:lpwstr/>
      </vt:variant>
      <vt:variant>
        <vt:lpwstr>_Toc258356750</vt:lpwstr>
      </vt:variant>
      <vt:variant>
        <vt:i4>1245240</vt:i4>
      </vt:variant>
      <vt:variant>
        <vt:i4>44</vt:i4>
      </vt:variant>
      <vt:variant>
        <vt:i4>0</vt:i4>
      </vt:variant>
      <vt:variant>
        <vt:i4>5</vt:i4>
      </vt:variant>
      <vt:variant>
        <vt:lpwstr/>
      </vt:variant>
      <vt:variant>
        <vt:lpwstr>_Toc258356749</vt:lpwstr>
      </vt:variant>
      <vt:variant>
        <vt:i4>1245240</vt:i4>
      </vt:variant>
      <vt:variant>
        <vt:i4>38</vt:i4>
      </vt:variant>
      <vt:variant>
        <vt:i4>0</vt:i4>
      </vt:variant>
      <vt:variant>
        <vt:i4>5</vt:i4>
      </vt:variant>
      <vt:variant>
        <vt:lpwstr/>
      </vt:variant>
      <vt:variant>
        <vt:lpwstr>_Toc258356748</vt:lpwstr>
      </vt:variant>
      <vt:variant>
        <vt:i4>1245240</vt:i4>
      </vt:variant>
      <vt:variant>
        <vt:i4>32</vt:i4>
      </vt:variant>
      <vt:variant>
        <vt:i4>0</vt:i4>
      </vt:variant>
      <vt:variant>
        <vt:i4>5</vt:i4>
      </vt:variant>
      <vt:variant>
        <vt:lpwstr/>
      </vt:variant>
      <vt:variant>
        <vt:lpwstr>_Toc258356747</vt:lpwstr>
      </vt:variant>
      <vt:variant>
        <vt:i4>1245240</vt:i4>
      </vt:variant>
      <vt:variant>
        <vt:i4>26</vt:i4>
      </vt:variant>
      <vt:variant>
        <vt:i4>0</vt:i4>
      </vt:variant>
      <vt:variant>
        <vt:i4>5</vt:i4>
      </vt:variant>
      <vt:variant>
        <vt:lpwstr/>
      </vt:variant>
      <vt:variant>
        <vt:lpwstr>_Toc258356746</vt:lpwstr>
      </vt:variant>
      <vt:variant>
        <vt:i4>1245240</vt:i4>
      </vt:variant>
      <vt:variant>
        <vt:i4>20</vt:i4>
      </vt:variant>
      <vt:variant>
        <vt:i4>0</vt:i4>
      </vt:variant>
      <vt:variant>
        <vt:i4>5</vt:i4>
      </vt:variant>
      <vt:variant>
        <vt:lpwstr/>
      </vt:variant>
      <vt:variant>
        <vt:lpwstr>_Toc258356745</vt:lpwstr>
      </vt:variant>
      <vt:variant>
        <vt:i4>1245240</vt:i4>
      </vt:variant>
      <vt:variant>
        <vt:i4>14</vt:i4>
      </vt:variant>
      <vt:variant>
        <vt:i4>0</vt:i4>
      </vt:variant>
      <vt:variant>
        <vt:i4>5</vt:i4>
      </vt:variant>
      <vt:variant>
        <vt:lpwstr/>
      </vt:variant>
      <vt:variant>
        <vt:lpwstr>_Toc258356744</vt:lpwstr>
      </vt:variant>
      <vt:variant>
        <vt:i4>1245240</vt:i4>
      </vt:variant>
      <vt:variant>
        <vt:i4>8</vt:i4>
      </vt:variant>
      <vt:variant>
        <vt:i4>0</vt:i4>
      </vt:variant>
      <vt:variant>
        <vt:i4>5</vt:i4>
      </vt:variant>
      <vt:variant>
        <vt:lpwstr/>
      </vt:variant>
      <vt:variant>
        <vt:lpwstr>_Toc258356743</vt:lpwstr>
      </vt:variant>
      <vt:variant>
        <vt:i4>1245240</vt:i4>
      </vt:variant>
      <vt:variant>
        <vt:i4>2</vt:i4>
      </vt:variant>
      <vt:variant>
        <vt:i4>0</vt:i4>
      </vt:variant>
      <vt:variant>
        <vt:i4>5</vt:i4>
      </vt:variant>
      <vt:variant>
        <vt:lpwstr/>
      </vt:variant>
      <vt:variant>
        <vt:lpwstr>_Toc258356742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Vie infernale - Tome I</dc:title>
  <dc:subject>Romans</dc:subject>
  <dc:creator>Émile Gaboriau</dc:creator>
  <cp:keywords/>
  <dc:description>Orpheline, Marguerite est recueillie le comte de Chalusse. Ce dernier, semblant vouloir échapper à un mystérieux poursuivant, entraîne Marguerite dans le sud de la France, puis en Italie, pour finalement revenir s'installer à Paris. Secrètement amoureuse et aimée de Pascal Férailleur, un jeune et brillant avocat, Marguerite est promise en mariage au marquis de Valorsay. Un soir, le comte décède d'une attaque d'apoplexie. Durant cette même nuit, Pascal Férailleur est accusé de tricher aux cartes, il est déshonoré et devra quitter le barreau. Chez le compte, deux millions de Francs disparaissent et le testament du comte est introuvable : que va devenir Marguerite ? Épousera-t-elle l'élu de son coeur ou celui qu'elle exècre?</dc:description>
  <cp:lastModifiedBy>Cool Micro</cp:lastModifiedBy>
  <cp:revision>10</cp:revision>
  <cp:lastPrinted>2025-06-28T14:43:00Z</cp:lastPrinted>
  <dcterms:created xsi:type="dcterms:W3CDTF">2025-06-28T14:14:00Z</dcterms:created>
  <dcterms:modified xsi:type="dcterms:W3CDTF">2025-06-28T14:44:00Z</dcterms:modified>
  <cp:category>Romans</cp:category>
</cp:coreProperties>
</file>