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45C3" w14:textId="2FAD3DE1" w:rsidR="00033562" w:rsidRPr="007549CD" w:rsidRDefault="00B97E5D" w:rsidP="00B97E5D">
      <w:pPr>
        <w:pStyle w:val="Photoauteur"/>
      </w:pPr>
      <w:r w:rsidRPr="007549CD">
        <w:drawing>
          <wp:anchor distT="0" distB="0" distL="114300" distR="114300" simplePos="0" relativeHeight="251657728" behindDoc="0" locked="0" layoutInCell="1" allowOverlap="1" wp14:anchorId="73F0A855" wp14:editId="25A4363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1784867232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68C1">
        <w:drawing>
          <wp:inline distT="0" distB="0" distL="0" distR="0" wp14:anchorId="3CBF09AA" wp14:editId="27C1581E">
            <wp:extent cx="3340735" cy="4097020"/>
            <wp:effectExtent l="0" t="0" r="0" b="0"/>
            <wp:docPr id="4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409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F0602" w14:textId="77777777" w:rsidR="00033562" w:rsidRDefault="00810CE0">
      <w:pPr>
        <w:pStyle w:val="Auteur"/>
      </w:pPr>
      <w:r>
        <w:t>Jean Giraudoux</w:t>
      </w:r>
    </w:p>
    <w:p w14:paraId="6D964F18" w14:textId="77777777" w:rsidR="00033562" w:rsidRPr="007C1C6B" w:rsidRDefault="00810CE0" w:rsidP="007C1C6B">
      <w:pPr>
        <w:pStyle w:val="Titrelivre"/>
      </w:pPr>
      <w:r>
        <w:t>SUZANNE ET LE PACIFIQUE</w:t>
      </w:r>
    </w:p>
    <w:p w14:paraId="5866CDC7" w14:textId="060E283D" w:rsidR="00033562" w:rsidRDefault="00810CE0" w:rsidP="00810CE0">
      <w:pPr>
        <w:pStyle w:val="DateSortie"/>
      </w:pPr>
      <w:r>
        <w:t>1921</w:t>
      </w:r>
    </w:p>
    <w:p w14:paraId="6153F759" w14:textId="20E451C1" w:rsidR="00033562" w:rsidRDefault="00810CE0" w:rsidP="00B97E5D">
      <w:pPr>
        <w:pStyle w:val="DateSortie"/>
      </w:pPr>
      <w:r>
        <w:t xml:space="preserve">Bois originaux de Clément </w:t>
      </w:r>
      <w:proofErr w:type="spellStart"/>
      <w:r>
        <w:t>Serveau</w:t>
      </w:r>
      <w:proofErr w:type="spellEnd"/>
    </w:p>
    <w:p w14:paraId="6D45065E" w14:textId="77777777" w:rsidR="00033562" w:rsidRDefault="00033562" w:rsidP="007C1C6B">
      <w:pPr>
        <w:sectPr w:rsidR="00033562">
          <w:footerReference w:type="default" r:id="rId9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0C1239B7" w14:textId="77777777" w:rsidR="00033562" w:rsidRDefault="00033562" w:rsidP="00B97E5D">
      <w:pPr>
        <w:pStyle w:val="Titretablematires"/>
      </w:pPr>
      <w:r>
        <w:lastRenderedPageBreak/>
        <w:t>Table des matières</w:t>
      </w:r>
    </w:p>
    <w:p w14:paraId="323CD4CF" w14:textId="77777777" w:rsidR="00033562" w:rsidRDefault="00033562"/>
    <w:p w14:paraId="6468A423" w14:textId="0968D377" w:rsidR="009C1894" w:rsidRDefault="00033562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TOC \o "1-3" \h \z </w:instrText>
      </w:r>
      <w:r>
        <w:rPr>
          <w:noProof w:val="0"/>
        </w:rPr>
        <w:fldChar w:fldCharType="separate"/>
      </w:r>
      <w:hyperlink w:anchor="_Toc202201134" w:history="1">
        <w:r w:rsidR="009C1894" w:rsidRPr="00DE0DC5">
          <w:rPr>
            <w:rStyle w:val="Lienhypertexte"/>
          </w:rPr>
          <w:t>PREMIER CHAPITRE</w:t>
        </w:r>
        <w:r w:rsidR="009C1894">
          <w:rPr>
            <w:webHidden/>
          </w:rPr>
          <w:tab/>
        </w:r>
        <w:r w:rsidR="009C1894">
          <w:rPr>
            <w:webHidden/>
          </w:rPr>
          <w:fldChar w:fldCharType="begin"/>
        </w:r>
        <w:r w:rsidR="009C1894">
          <w:rPr>
            <w:webHidden/>
          </w:rPr>
          <w:instrText xml:space="preserve"> PAGEREF _Toc202201134 \h </w:instrText>
        </w:r>
        <w:r w:rsidR="009C1894">
          <w:rPr>
            <w:webHidden/>
          </w:rPr>
        </w:r>
        <w:r w:rsidR="009C1894">
          <w:rPr>
            <w:webHidden/>
          </w:rPr>
          <w:fldChar w:fldCharType="separate"/>
        </w:r>
        <w:r w:rsidR="00AE0DE3">
          <w:rPr>
            <w:webHidden/>
          </w:rPr>
          <w:t>4</w:t>
        </w:r>
        <w:r w:rsidR="009C1894">
          <w:rPr>
            <w:webHidden/>
          </w:rPr>
          <w:fldChar w:fldCharType="end"/>
        </w:r>
      </w:hyperlink>
    </w:p>
    <w:p w14:paraId="1D6DBB78" w14:textId="6AD3C648" w:rsidR="009C1894" w:rsidRDefault="009C189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2201135" w:history="1">
        <w:r w:rsidRPr="00DE0DC5">
          <w:rPr>
            <w:rStyle w:val="Lienhypertexte"/>
          </w:rPr>
          <w:t>CHAPITRE DEUXIÈME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_Toc202201135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E0DE3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15BD9B86" w14:textId="6AD6D9B5" w:rsidR="009C1894" w:rsidRDefault="009C189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2201136" w:history="1">
        <w:r w:rsidRPr="00DE0DC5">
          <w:rPr>
            <w:rStyle w:val="Lienhypertexte"/>
          </w:rPr>
          <w:t>CHAPITRE TROISIÈME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_Toc202201136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E0DE3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26042E9C" w14:textId="508FC2DD" w:rsidR="009C1894" w:rsidRDefault="009C189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2201137" w:history="1">
        <w:r w:rsidRPr="00DE0DC5">
          <w:rPr>
            <w:rStyle w:val="Lienhypertexte"/>
          </w:rPr>
          <w:t>CHAPITRE QUATRIÈME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_Toc202201137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E0DE3">
          <w:rPr>
            <w:webHidden/>
          </w:rPr>
          <w:t>58</w:t>
        </w:r>
        <w:r>
          <w:rPr>
            <w:webHidden/>
          </w:rPr>
          <w:fldChar w:fldCharType="end"/>
        </w:r>
      </w:hyperlink>
    </w:p>
    <w:p w14:paraId="097CE2BA" w14:textId="6EAB276C" w:rsidR="009C1894" w:rsidRDefault="009C189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2201138" w:history="1">
        <w:r w:rsidRPr="00DE0DC5">
          <w:rPr>
            <w:rStyle w:val="Lienhypertexte"/>
          </w:rPr>
          <w:t>CHAPITRE CINQUIÈME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_Toc202201138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E0DE3">
          <w:rPr>
            <w:webHidden/>
          </w:rPr>
          <w:t>79</w:t>
        </w:r>
        <w:r>
          <w:rPr>
            <w:webHidden/>
          </w:rPr>
          <w:fldChar w:fldCharType="end"/>
        </w:r>
      </w:hyperlink>
    </w:p>
    <w:p w14:paraId="1712BB0F" w14:textId="236B2606" w:rsidR="009C1894" w:rsidRDefault="009C189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2201139" w:history="1">
        <w:r w:rsidRPr="00DE0DC5">
          <w:rPr>
            <w:rStyle w:val="Lienhypertexte"/>
          </w:rPr>
          <w:t>CHAPITRE SIXIÈME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_Toc202201139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E0DE3">
          <w:rPr>
            <w:webHidden/>
          </w:rPr>
          <w:t>93</w:t>
        </w:r>
        <w:r>
          <w:rPr>
            <w:webHidden/>
          </w:rPr>
          <w:fldChar w:fldCharType="end"/>
        </w:r>
      </w:hyperlink>
    </w:p>
    <w:p w14:paraId="449EFED9" w14:textId="3C25D9B9" w:rsidR="009C1894" w:rsidRDefault="009C189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2201140" w:history="1">
        <w:r w:rsidRPr="00DE0DC5">
          <w:rPr>
            <w:rStyle w:val="Lienhypertexte"/>
          </w:rPr>
          <w:t>CHAPITRE SEPTIÈME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_Toc202201140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E0DE3">
          <w:rPr>
            <w:webHidden/>
          </w:rPr>
          <w:t>110</w:t>
        </w:r>
        <w:r>
          <w:rPr>
            <w:webHidden/>
          </w:rPr>
          <w:fldChar w:fldCharType="end"/>
        </w:r>
      </w:hyperlink>
    </w:p>
    <w:p w14:paraId="22A3A0DA" w14:textId="1150BD1C" w:rsidR="009C1894" w:rsidRDefault="009C189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2201141" w:history="1">
        <w:r w:rsidRPr="00DE0DC5">
          <w:rPr>
            <w:rStyle w:val="Lienhypertexte"/>
          </w:rPr>
          <w:t>CHAPITRE HUITIÈME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_Toc202201141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E0DE3">
          <w:rPr>
            <w:webHidden/>
          </w:rPr>
          <w:t>129</w:t>
        </w:r>
        <w:r>
          <w:rPr>
            <w:webHidden/>
          </w:rPr>
          <w:fldChar w:fldCharType="end"/>
        </w:r>
      </w:hyperlink>
    </w:p>
    <w:p w14:paraId="7A5E92C0" w14:textId="2C8441D4" w:rsidR="009C1894" w:rsidRDefault="009C189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2201142" w:history="1">
        <w:r w:rsidRPr="00DE0DC5">
          <w:rPr>
            <w:rStyle w:val="Lienhypertexte"/>
          </w:rPr>
          <w:t>CHAPITRE NEUVIÈME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_Toc202201142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E0DE3">
          <w:rPr>
            <w:webHidden/>
          </w:rPr>
          <w:t>151</w:t>
        </w:r>
        <w:r>
          <w:rPr>
            <w:webHidden/>
          </w:rPr>
          <w:fldChar w:fldCharType="end"/>
        </w:r>
      </w:hyperlink>
    </w:p>
    <w:p w14:paraId="1930BB80" w14:textId="2CA320A9" w:rsidR="009C1894" w:rsidRDefault="009C189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2201143" w:history="1">
        <w:r w:rsidRPr="00DE0DC5">
          <w:rPr>
            <w:rStyle w:val="Lienhypertexte"/>
          </w:rPr>
          <w:t>CHAPITRE DIXIÈME ET DERNIER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_Toc202201143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E0DE3">
          <w:rPr>
            <w:webHidden/>
          </w:rPr>
          <w:t>171</w:t>
        </w:r>
        <w:r>
          <w:rPr>
            <w:webHidden/>
          </w:rPr>
          <w:fldChar w:fldCharType="end"/>
        </w:r>
      </w:hyperlink>
    </w:p>
    <w:p w14:paraId="7D95D8C4" w14:textId="7AC40615" w:rsidR="009C1894" w:rsidRDefault="009C189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202201144" w:history="1">
        <w:r w:rsidRPr="00DE0DC5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_Toc202201144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E0DE3">
          <w:rPr>
            <w:webHidden/>
          </w:rPr>
          <w:t>203</w:t>
        </w:r>
        <w:r>
          <w:rPr>
            <w:webHidden/>
          </w:rPr>
          <w:fldChar w:fldCharType="end"/>
        </w:r>
      </w:hyperlink>
    </w:p>
    <w:p w14:paraId="7D3E577B" w14:textId="78A9CB0A" w:rsidR="00033562" w:rsidRDefault="00033562">
      <w:r>
        <w:fldChar w:fldCharType="end"/>
      </w:r>
    </w:p>
    <w:p w14:paraId="5BAEF342" w14:textId="16B4F80F" w:rsidR="00F225BE" w:rsidRPr="003E4D35" w:rsidRDefault="00B97E5D" w:rsidP="00B97E5D">
      <w:pPr>
        <w:pStyle w:val="Centr"/>
        <w:sectPr w:rsidR="00F225BE" w:rsidRPr="003E4D35">
          <w:pgSz w:w="11906" w:h="16838"/>
          <w:pgMar w:top="2305" w:right="1418" w:bottom="2305" w:left="1418" w:header="1701" w:footer="1701" w:gutter="0"/>
          <w:cols w:space="720"/>
          <w:docGrid w:linePitch="360"/>
        </w:sectPr>
      </w:pPr>
      <w:bookmarkStart w:id="0" w:name="bookmark4"/>
      <w:bookmarkEnd w:id="0"/>
      <w:r w:rsidRPr="003E4D35">
        <w:rPr>
          <w:noProof/>
        </w:rPr>
        <w:lastRenderedPageBreak/>
        <w:drawing>
          <wp:inline distT="0" distB="0" distL="0" distR="0" wp14:anchorId="4D46387C" wp14:editId="1BAECB1A">
            <wp:extent cx="5349875" cy="7552690"/>
            <wp:effectExtent l="0" t="0" r="0" b="0"/>
            <wp:docPr id="2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875" cy="7552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70244" w14:textId="77777777" w:rsidR="00F225BE" w:rsidRPr="003E4D35" w:rsidRDefault="00F225BE" w:rsidP="00B97E5D">
      <w:pPr>
        <w:pStyle w:val="Titre1"/>
      </w:pPr>
      <w:bookmarkStart w:id="1" w:name="_Toc202201134"/>
      <w:r w:rsidRPr="003E4D35">
        <w:lastRenderedPageBreak/>
        <w:t>PREMIER CHAPITRE</w:t>
      </w:r>
      <w:bookmarkEnd w:id="1"/>
    </w:p>
    <w:p w14:paraId="44DEDBFF" w14:textId="69D47217" w:rsidR="00F225BE" w:rsidRPr="003E4D35" w:rsidRDefault="00B97E5D" w:rsidP="00B97E5D">
      <w:pPr>
        <w:pStyle w:val="Centr"/>
      </w:pPr>
      <w:r w:rsidRPr="003E4D35">
        <w:rPr>
          <w:noProof/>
        </w:rPr>
        <w:drawing>
          <wp:inline distT="0" distB="0" distL="0" distR="0" wp14:anchorId="051D4F32" wp14:editId="795A63AD">
            <wp:extent cx="3096000" cy="4864363"/>
            <wp:effectExtent l="0" t="0" r="9525" b="0"/>
            <wp:docPr id="3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158" cy="4870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586FB" w14:textId="77777777" w:rsidR="00B97E5D" w:rsidRDefault="004F0B20" w:rsidP="00F225BE">
      <w:r w:rsidRPr="003E4D35">
        <w:t>C</w:t>
      </w:r>
      <w:r w:rsidR="00B97E5D">
        <w:t>’</w:t>
      </w:r>
      <w:r w:rsidRPr="003E4D35">
        <w:t xml:space="preserve">était </w:t>
      </w:r>
      <w:r w:rsidR="00F225BE" w:rsidRPr="003E4D35">
        <w:t>pourtant un de ces jours où rien n</w:t>
      </w:r>
      <w:r w:rsidR="00B97E5D">
        <w:t>’</w:t>
      </w:r>
      <w:r w:rsidR="00F225BE" w:rsidRPr="003E4D35">
        <w:t>arrive</w:t>
      </w:r>
      <w:r w:rsidR="00B97E5D">
        <w:t xml:space="preserve">, </w:t>
      </w:r>
      <w:r w:rsidR="00F225BE" w:rsidRPr="003E4D35">
        <w:t>où</w:t>
      </w:r>
      <w:r w:rsidR="00B97E5D">
        <w:t xml:space="preserve">, </w:t>
      </w:r>
      <w:r w:rsidR="00F225BE" w:rsidRPr="003E4D35">
        <w:t>co</w:t>
      </w:r>
      <w:r w:rsidR="00F225BE" w:rsidRPr="003E4D35">
        <w:t>m</w:t>
      </w:r>
      <w:r w:rsidR="00F225BE" w:rsidRPr="003E4D35">
        <w:t>me les poules quand la pluie va durer</w:t>
      </w:r>
      <w:r w:rsidR="00B97E5D">
        <w:t xml:space="preserve">, </w:t>
      </w:r>
      <w:r w:rsidR="00F225BE" w:rsidRPr="003E4D35">
        <w:t>sentant que jusqu</w:t>
      </w:r>
      <w:r w:rsidR="00B97E5D">
        <w:t>’</w:t>
      </w:r>
      <w:r w:rsidR="00F225BE" w:rsidRPr="003E4D35">
        <w:t>au soir la vie sera monotone</w:t>
      </w:r>
      <w:r w:rsidR="00B97E5D">
        <w:t xml:space="preserve">, </w:t>
      </w:r>
      <w:r w:rsidR="00F225BE" w:rsidRPr="003E4D35">
        <w:t>les astres occupés d</w:t>
      </w:r>
      <w:r w:rsidR="00B97E5D">
        <w:t>’</w:t>
      </w:r>
      <w:r w:rsidR="00F225BE" w:rsidRPr="003E4D35">
        <w:t>habitude à la varier so</w:t>
      </w:r>
      <w:r w:rsidR="00F225BE" w:rsidRPr="003E4D35">
        <w:t>r</w:t>
      </w:r>
      <w:r w:rsidR="00F225BE" w:rsidRPr="003E4D35">
        <w:t>tent sans emploi et voisinent</w:t>
      </w:r>
      <w:r w:rsidR="00B97E5D">
        <w:t xml:space="preserve">. </w:t>
      </w:r>
      <w:r w:rsidR="00F225BE" w:rsidRPr="003E4D35">
        <w:t>Il y avait de tout dans le ciel</w:t>
      </w:r>
      <w:r w:rsidR="00B97E5D">
        <w:t xml:space="preserve">. </w:t>
      </w:r>
      <w:r w:rsidR="00F225BE" w:rsidRPr="003E4D35">
        <w:t>Il y avait le soleil</w:t>
      </w:r>
      <w:r w:rsidR="00B97E5D">
        <w:t xml:space="preserve"> ; </w:t>
      </w:r>
      <w:r w:rsidR="00F225BE" w:rsidRPr="003E4D35">
        <w:t>il y avait</w:t>
      </w:r>
      <w:r w:rsidR="00B97E5D">
        <w:t xml:space="preserve">, </w:t>
      </w:r>
      <w:r w:rsidR="00F225BE" w:rsidRPr="003E4D35">
        <w:t>sous une housse</w:t>
      </w:r>
      <w:r w:rsidR="00B97E5D">
        <w:t xml:space="preserve">, </w:t>
      </w:r>
      <w:r w:rsidR="00F225BE" w:rsidRPr="003E4D35">
        <w:t>la lune</w:t>
      </w:r>
      <w:r w:rsidR="00B97E5D">
        <w:t xml:space="preserve">. </w:t>
      </w:r>
      <w:r w:rsidR="00F225BE" w:rsidRPr="003E4D35">
        <w:t>Nuit</w:t>
      </w:r>
      <w:r w:rsidR="00B97E5D">
        <w:t xml:space="preserve">, </w:t>
      </w:r>
      <w:r w:rsidR="00F225BE" w:rsidRPr="003E4D35">
        <w:t>matin</w:t>
      </w:r>
      <w:r w:rsidR="00B97E5D">
        <w:t xml:space="preserve">, </w:t>
      </w:r>
      <w:r w:rsidR="00F225BE" w:rsidRPr="003E4D35">
        <w:t>tout était servi sur les mêmes nappes radieuses</w:t>
      </w:r>
      <w:r w:rsidR="00B97E5D">
        <w:t xml:space="preserve">. </w:t>
      </w:r>
      <w:r w:rsidR="00F225BE" w:rsidRPr="003E4D35">
        <w:t>Le vent du Sud tombait sur le vent d</w:t>
      </w:r>
      <w:r w:rsidR="00B97E5D">
        <w:t>’</w:t>
      </w:r>
      <w:r w:rsidR="00F225BE" w:rsidRPr="003E4D35">
        <w:t>Est</w:t>
      </w:r>
      <w:r w:rsidR="00B97E5D">
        <w:t xml:space="preserve">, </w:t>
      </w:r>
      <w:r w:rsidR="00F225BE" w:rsidRPr="003E4D35">
        <w:t>perpendiculaire</w:t>
      </w:r>
      <w:r w:rsidR="00B97E5D">
        <w:t xml:space="preserve">, </w:t>
      </w:r>
      <w:r w:rsidR="00F225BE" w:rsidRPr="003E4D35">
        <w:t>et les souffles Nord-Ouest-Sud-Est vous caressaient dans l</w:t>
      </w:r>
      <w:r w:rsidR="00B97E5D">
        <w:t>’</w:t>
      </w:r>
      <w:r w:rsidR="00F225BE" w:rsidRPr="003E4D35">
        <w:t>angle droit</w:t>
      </w:r>
      <w:r w:rsidR="00B97E5D">
        <w:t xml:space="preserve">. </w:t>
      </w:r>
      <w:r w:rsidR="00F225BE" w:rsidRPr="003E4D35">
        <w:t>Les cloches sonnaient</w:t>
      </w:r>
      <w:r w:rsidR="00B97E5D">
        <w:t xml:space="preserve"> ; </w:t>
      </w:r>
      <w:r w:rsidR="00F225BE" w:rsidRPr="003E4D35">
        <w:t>quand le battant frappait leur côté oriental</w:t>
      </w:r>
      <w:r w:rsidR="00B97E5D">
        <w:t xml:space="preserve">, </w:t>
      </w:r>
      <w:r w:rsidR="00F225BE" w:rsidRPr="003E4D35">
        <w:t>déjà ti</w:t>
      </w:r>
      <w:r w:rsidR="00F225BE" w:rsidRPr="003E4D35">
        <w:t>è</w:t>
      </w:r>
      <w:r w:rsidR="00F225BE" w:rsidRPr="003E4D35">
        <w:t>de</w:t>
      </w:r>
      <w:r w:rsidR="00B97E5D">
        <w:t xml:space="preserve">, </w:t>
      </w:r>
      <w:r w:rsidR="00F225BE" w:rsidRPr="003E4D35">
        <w:t>le son était moitié plus tendre</w:t>
      </w:r>
      <w:r w:rsidR="00B97E5D">
        <w:t xml:space="preserve">. </w:t>
      </w:r>
      <w:r w:rsidR="00F225BE" w:rsidRPr="003E4D35">
        <w:t>Tout le monde était sur les portes</w:t>
      </w:r>
      <w:r w:rsidR="00B97E5D">
        <w:t xml:space="preserve">, </w:t>
      </w:r>
      <w:r w:rsidR="00F225BE" w:rsidRPr="003E4D35">
        <w:t xml:space="preserve">on mettait son </w:t>
      </w:r>
      <w:r w:rsidR="00F225BE" w:rsidRPr="003E4D35">
        <w:lastRenderedPageBreak/>
        <w:t>ombre au soleil</w:t>
      </w:r>
      <w:r w:rsidR="00B97E5D">
        <w:t xml:space="preserve">. </w:t>
      </w:r>
      <w:r w:rsidR="00F225BE" w:rsidRPr="003E4D35">
        <w:t>Le facteur allait en zigzag d</w:t>
      </w:r>
      <w:r w:rsidR="00B97E5D">
        <w:t>’</w:t>
      </w:r>
      <w:r w:rsidR="00F225BE" w:rsidRPr="003E4D35">
        <w:t>un trottoir à l</w:t>
      </w:r>
      <w:r w:rsidR="00B97E5D">
        <w:t>’</w:t>
      </w:r>
      <w:r w:rsidR="00F225BE" w:rsidRPr="003E4D35">
        <w:t>autre trottoir</w:t>
      </w:r>
      <w:r w:rsidR="00B97E5D">
        <w:t xml:space="preserve"> ; </w:t>
      </w:r>
      <w:r w:rsidR="00F225BE" w:rsidRPr="003E4D35">
        <w:t>il se</w:t>
      </w:r>
      <w:r w:rsidR="00F225BE" w:rsidRPr="003E4D35">
        <w:t>m</w:t>
      </w:r>
      <w:r w:rsidR="00F225BE" w:rsidRPr="003E4D35">
        <w:t>blait ivre de beau temps</w:t>
      </w:r>
      <w:r w:rsidR="00B97E5D">
        <w:t xml:space="preserve">, </w:t>
      </w:r>
      <w:r w:rsidR="00F225BE" w:rsidRPr="003E4D35">
        <w:t>la rue n</w:t>
      </w:r>
      <w:r w:rsidR="00B97E5D">
        <w:t>’</w:t>
      </w:r>
      <w:r w:rsidR="00F225BE" w:rsidRPr="003E4D35">
        <w:t>était pas assez large</w:t>
      </w:r>
      <w:r w:rsidR="00B97E5D">
        <w:t xml:space="preserve">. </w:t>
      </w:r>
      <w:r w:rsidR="00F225BE" w:rsidRPr="003E4D35">
        <w:t>Il ne se hâtait guère</w:t>
      </w:r>
      <w:r w:rsidR="00B97E5D">
        <w:t xml:space="preserve">, </w:t>
      </w:r>
      <w:r w:rsidR="00F225BE" w:rsidRPr="003E4D35">
        <w:t>il regardait d</w:t>
      </w:r>
      <w:r w:rsidR="00F225BE" w:rsidRPr="003E4D35">
        <w:t>é</w:t>
      </w:r>
      <w:r w:rsidR="00F225BE" w:rsidRPr="003E4D35">
        <w:t>cacheter chaque enveloppe</w:t>
      </w:r>
      <w:r w:rsidR="00B97E5D">
        <w:t xml:space="preserve">, </w:t>
      </w:r>
      <w:r w:rsidR="00F225BE" w:rsidRPr="003E4D35">
        <w:t>et ch</w:t>
      </w:r>
      <w:r w:rsidR="00F225BE" w:rsidRPr="003E4D35">
        <w:t>a</w:t>
      </w:r>
      <w:r w:rsidR="00F225BE" w:rsidRPr="003E4D35">
        <w:t>que nouvelle passer du secret à un jour aveuglant</w:t>
      </w:r>
      <w:r w:rsidR="00B97E5D">
        <w:t xml:space="preserve">. </w:t>
      </w:r>
      <w:r w:rsidR="00F225BE" w:rsidRPr="003E4D35">
        <w:t>Puis il me fit avec le bras ces signes défe</w:t>
      </w:r>
      <w:r w:rsidR="00F225BE" w:rsidRPr="003E4D35">
        <w:t>n</w:t>
      </w:r>
      <w:r w:rsidR="00F225BE" w:rsidRPr="003E4D35">
        <w:t>dus pourtant dans les Postes depuis Morse</w:t>
      </w:r>
      <w:r w:rsidR="00B97E5D">
        <w:t xml:space="preserve">, </w:t>
      </w:r>
      <w:r w:rsidR="00F225BE" w:rsidRPr="003E4D35">
        <w:t>agita vers moi une lettre dont je vis le timbre australien</w:t>
      </w:r>
      <w:r w:rsidR="00B97E5D">
        <w:t>…</w:t>
      </w:r>
    </w:p>
    <w:p w14:paraId="12C6A848" w14:textId="77777777" w:rsidR="00B97E5D" w:rsidRDefault="00F225BE" w:rsidP="00F225BE">
      <w:r w:rsidRPr="003E4D35">
        <w:t>Je rougis</w:t>
      </w:r>
      <w:r w:rsidR="00B97E5D">
        <w:t>…</w:t>
      </w:r>
    </w:p>
    <w:p w14:paraId="2FC48372" w14:textId="77777777" w:rsidR="00B97E5D" w:rsidRDefault="00F225BE" w:rsidP="00F225BE">
      <w:r w:rsidRPr="003E4D35">
        <w:t>Car je rougis toujours quand on me parle d</w:t>
      </w:r>
      <w:r w:rsidR="00B97E5D">
        <w:t>’</w:t>
      </w:r>
      <w:r w:rsidRPr="003E4D35">
        <w:t>un pays étra</w:t>
      </w:r>
      <w:r w:rsidRPr="003E4D35">
        <w:t>n</w:t>
      </w:r>
      <w:r w:rsidRPr="003E4D35">
        <w:t>ger</w:t>
      </w:r>
      <w:r w:rsidR="00B97E5D">
        <w:t>…</w:t>
      </w:r>
    </w:p>
    <w:p w14:paraId="3919214C" w14:textId="77777777" w:rsidR="00B97E5D" w:rsidRDefault="00F225BE" w:rsidP="00F225BE">
      <w:r w:rsidRPr="003E4D35">
        <w:t>J</w:t>
      </w:r>
      <w:r w:rsidR="00B97E5D">
        <w:t>’</w:t>
      </w:r>
      <w:r w:rsidRPr="003E4D35">
        <w:t>avais dix-huit ans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heureuse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habitais</w:t>
      </w:r>
      <w:r w:rsidR="00B97E5D">
        <w:t xml:space="preserve">, </w:t>
      </w:r>
      <w:r w:rsidRPr="003E4D35">
        <w:t>avec mon tuteur</w:t>
      </w:r>
      <w:r w:rsidR="00B97E5D">
        <w:t xml:space="preserve">, </w:t>
      </w:r>
      <w:r w:rsidRPr="003E4D35">
        <w:t>une maison toute en longueur dont chaque porte-fenêtre donnait sur la ville</w:t>
      </w:r>
      <w:r w:rsidR="00B97E5D">
        <w:t xml:space="preserve">, </w:t>
      </w:r>
      <w:r w:rsidRPr="003E4D35">
        <w:t>chaque fenêtre sur un pays à ruisseaux et à collines</w:t>
      </w:r>
      <w:r w:rsidR="00B97E5D">
        <w:t xml:space="preserve">, </w:t>
      </w:r>
      <w:r w:rsidRPr="003E4D35">
        <w:t>avec des champs et des châtaigneraies comme des r</w:t>
      </w:r>
      <w:r w:rsidRPr="003E4D35">
        <w:t>a</w:t>
      </w:r>
      <w:r w:rsidRPr="003E4D35">
        <w:t>piéçages</w:t>
      </w:r>
      <w:r w:rsidR="00B97E5D">
        <w:t xml:space="preserve">…, </w:t>
      </w:r>
      <w:r w:rsidRPr="003E4D35">
        <w:t>car c</w:t>
      </w:r>
      <w:r w:rsidR="00B97E5D">
        <w:t>’</w:t>
      </w:r>
      <w:r w:rsidRPr="003E4D35">
        <w:t>était une terre qui avait beaucoup servi déjà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le Limousin</w:t>
      </w:r>
      <w:r w:rsidR="00B97E5D">
        <w:t xml:space="preserve">. </w:t>
      </w:r>
      <w:r w:rsidRPr="003E4D35">
        <w:t>Les jours de foire</w:t>
      </w:r>
      <w:r w:rsidR="00B97E5D">
        <w:t xml:space="preserve">, </w:t>
      </w:r>
      <w:r w:rsidRPr="003E4D35">
        <w:t>je n</w:t>
      </w:r>
      <w:r w:rsidR="00B97E5D">
        <w:t>’</w:t>
      </w:r>
      <w:r w:rsidRPr="003E4D35">
        <w:t>avais qu</w:t>
      </w:r>
      <w:r w:rsidR="00B97E5D">
        <w:t>’</w:t>
      </w:r>
      <w:r w:rsidRPr="003E4D35">
        <w:t>à tourner sur ma chaise pour ne plus voir le marché et retrouver</w:t>
      </w:r>
      <w:r w:rsidR="00B97E5D">
        <w:t xml:space="preserve">, </w:t>
      </w:r>
      <w:r w:rsidRPr="003E4D35">
        <w:t>vide de ses troupeaux</w:t>
      </w:r>
      <w:r w:rsidR="00B97E5D">
        <w:t xml:space="preserve">, </w:t>
      </w:r>
      <w:r w:rsidRPr="003E4D35">
        <w:t>la campagne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pris l</w:t>
      </w:r>
      <w:r w:rsidR="00B97E5D">
        <w:t>’</w:t>
      </w:r>
      <w:r w:rsidRPr="003E4D35">
        <w:t>habitude de faire ce demi-tour à tout propos</w:t>
      </w:r>
      <w:r w:rsidR="00B97E5D">
        <w:t xml:space="preserve">, </w:t>
      </w:r>
      <w:r w:rsidRPr="003E4D35">
        <w:t>cherchant à tout passant</w:t>
      </w:r>
      <w:r w:rsidR="00B97E5D">
        <w:t xml:space="preserve">, </w:t>
      </w:r>
      <w:r w:rsidRPr="003E4D35">
        <w:t>au curé</w:t>
      </w:r>
      <w:r w:rsidR="00B97E5D">
        <w:t xml:space="preserve">, </w:t>
      </w:r>
      <w:r w:rsidRPr="003E4D35">
        <w:t>au sous-préfet</w:t>
      </w:r>
      <w:r w:rsidR="00B97E5D">
        <w:t xml:space="preserve">, </w:t>
      </w:r>
      <w:r w:rsidRPr="003E4D35">
        <w:t>son contrepoids de vide et de silence entre des collines</w:t>
      </w:r>
      <w:r w:rsidR="00B97E5D">
        <w:t xml:space="preserve"> ; </w:t>
      </w:r>
      <w:r w:rsidRPr="003E4D35">
        <w:t>et pour changer le royaume des sons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à peine plus diff</w:t>
      </w:r>
      <w:r w:rsidRPr="003E4D35">
        <w:t>i</w:t>
      </w:r>
      <w:r w:rsidRPr="003E4D35">
        <w:t>cile</w:t>
      </w:r>
      <w:r w:rsidR="00B97E5D">
        <w:t xml:space="preserve">, </w:t>
      </w:r>
      <w:r w:rsidRPr="003E4D35">
        <w:t>il fallait changer de fenêtre</w:t>
      </w:r>
      <w:r w:rsidR="00B97E5D">
        <w:t xml:space="preserve">. </w:t>
      </w:r>
      <w:r w:rsidRPr="003E4D35">
        <w:t>Du côté de la rue</w:t>
      </w:r>
      <w:r w:rsidR="00B97E5D">
        <w:t xml:space="preserve">, </w:t>
      </w:r>
      <w:r w:rsidRPr="003E4D35">
        <w:t>des enfants jouant au train</w:t>
      </w:r>
      <w:r w:rsidR="00B97E5D">
        <w:t xml:space="preserve">, </w:t>
      </w:r>
      <w:r w:rsidRPr="003E4D35">
        <w:t>un phonographe</w:t>
      </w:r>
      <w:r w:rsidR="00B97E5D">
        <w:t xml:space="preserve">, </w:t>
      </w:r>
      <w:r w:rsidRPr="003E4D35">
        <w:t>la trompe des journaux</w:t>
      </w:r>
      <w:r w:rsidR="00B97E5D">
        <w:t xml:space="preserve">, </w:t>
      </w:r>
      <w:r w:rsidRPr="003E4D35">
        <w:t>et les chevreaux et canards qu</w:t>
      </w:r>
      <w:r w:rsidR="00B97E5D">
        <w:t>’</w:t>
      </w:r>
      <w:r w:rsidRPr="003E4D35">
        <w:t>on portait aux cuisines poussant un cri de plus en plus métallique à mesure qu</w:t>
      </w:r>
      <w:r w:rsidR="00B97E5D">
        <w:t>’</w:t>
      </w:r>
      <w:r w:rsidRPr="003E4D35">
        <w:t>il devenait leur cri de mort</w:t>
      </w:r>
      <w:r w:rsidR="00B97E5D">
        <w:t xml:space="preserve">. </w:t>
      </w:r>
      <w:r w:rsidRPr="003E4D35">
        <w:t>Du côté de la montagne</w:t>
      </w:r>
      <w:r w:rsidR="00B97E5D">
        <w:t xml:space="preserve">, </w:t>
      </w:r>
      <w:r w:rsidRPr="003E4D35">
        <w:t>le vrai train</w:t>
      </w:r>
      <w:r w:rsidR="00B97E5D">
        <w:t xml:space="preserve">, </w:t>
      </w:r>
      <w:r w:rsidRPr="003E4D35">
        <w:t>des meuglements</w:t>
      </w:r>
      <w:r w:rsidR="00B97E5D">
        <w:t xml:space="preserve">, </w:t>
      </w:r>
      <w:r w:rsidRPr="003E4D35">
        <w:t>des bêlements que l</w:t>
      </w:r>
      <w:r w:rsidR="00B97E5D">
        <w:t>’</w:t>
      </w:r>
      <w:r w:rsidRPr="003E4D35">
        <w:t>hiver on devinait d</w:t>
      </w:r>
      <w:r w:rsidR="00B97E5D">
        <w:t>’</w:t>
      </w:r>
      <w:r w:rsidRPr="003E4D35">
        <w:t>avance au nuage autour des museaux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est là que nous dînions l</w:t>
      </w:r>
      <w:r w:rsidR="00B97E5D">
        <w:t>’</w:t>
      </w:r>
      <w:r w:rsidRPr="003E4D35">
        <w:t>été</w:t>
      </w:r>
      <w:r w:rsidR="00B97E5D">
        <w:t xml:space="preserve">, </w:t>
      </w:r>
      <w:r w:rsidRPr="003E4D35">
        <w:t>sur une terrasse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parfois la semaine où les acacias embaument</w:t>
      </w:r>
      <w:r w:rsidR="00B97E5D">
        <w:t xml:space="preserve">, </w:t>
      </w:r>
      <w:r w:rsidRPr="003E4D35">
        <w:t>et nous les mangions dans des beignets</w:t>
      </w:r>
      <w:r w:rsidR="00B97E5D">
        <w:t xml:space="preserve"> ; </w:t>
      </w:r>
      <w:r w:rsidRPr="003E4D35">
        <w:t>où les alouettes criblaient le ciel</w:t>
      </w:r>
      <w:r w:rsidR="00B97E5D">
        <w:t xml:space="preserve">, </w:t>
      </w:r>
      <w:r w:rsidRPr="003E4D35">
        <w:t xml:space="preserve">et nous </w:t>
      </w:r>
      <w:r w:rsidRPr="003E4D35">
        <w:lastRenderedPageBreak/>
        <w:t>les mangions dans des pâtés</w:t>
      </w:r>
      <w:r w:rsidR="00B97E5D">
        <w:t xml:space="preserve"> ; </w:t>
      </w:r>
      <w:r w:rsidRPr="003E4D35">
        <w:t>parfois le jour où le seigle devient tout doré et a son jour de triomphe</w:t>
      </w:r>
      <w:r w:rsidR="00B97E5D">
        <w:t xml:space="preserve">, </w:t>
      </w:r>
      <w:r w:rsidRPr="003E4D35">
        <w:t>unique</w:t>
      </w:r>
      <w:r w:rsidR="00B97E5D">
        <w:t xml:space="preserve">, </w:t>
      </w:r>
      <w:r w:rsidRPr="003E4D35">
        <w:t>sur le fr</w:t>
      </w:r>
      <w:r w:rsidRPr="003E4D35">
        <w:t>o</w:t>
      </w:r>
      <w:r w:rsidRPr="003E4D35">
        <w:t>ment</w:t>
      </w:r>
      <w:r w:rsidR="00B97E5D">
        <w:t xml:space="preserve"> ; </w:t>
      </w:r>
      <w:r w:rsidRPr="003E4D35">
        <w:t>nous mangions des crêpes de seigle</w:t>
      </w:r>
      <w:r w:rsidR="00B97E5D">
        <w:t xml:space="preserve">. </w:t>
      </w:r>
      <w:r w:rsidRPr="003E4D35">
        <w:t>Un coup de feu dans un taillis</w:t>
      </w:r>
      <w:r w:rsidR="00B97E5D">
        <w:t xml:space="preserve"> : </w:t>
      </w:r>
      <w:r w:rsidRPr="003E4D35">
        <w:t>c</w:t>
      </w:r>
      <w:r w:rsidR="00B97E5D">
        <w:t>’</w:t>
      </w:r>
      <w:r w:rsidRPr="003E4D35">
        <w:t>est que les bécasses passaient</w:t>
      </w:r>
      <w:r w:rsidR="00B97E5D">
        <w:t xml:space="preserve">, </w:t>
      </w:r>
      <w:r w:rsidRPr="003E4D35">
        <w:t>allant en un jour</w:t>
      </w:r>
      <w:r w:rsidR="00B97E5D">
        <w:t xml:space="preserve">, </w:t>
      </w:r>
      <w:r w:rsidRPr="003E4D35">
        <w:t>e</w:t>
      </w:r>
      <w:r w:rsidRPr="003E4D35">
        <w:t>x</w:t>
      </w:r>
      <w:r w:rsidRPr="003E4D35">
        <w:t>pliquait mon tuteur pour me faire rougir</w:t>
      </w:r>
      <w:r w:rsidR="00B97E5D">
        <w:t xml:space="preserve">, </w:t>
      </w:r>
      <w:r w:rsidRPr="003E4D35">
        <w:t>à l</w:t>
      </w:r>
      <w:r w:rsidR="00B97E5D">
        <w:t>’</w:t>
      </w:r>
      <w:r w:rsidRPr="003E4D35">
        <w:t>Afrique centrale</w:t>
      </w:r>
      <w:r w:rsidR="00B97E5D">
        <w:t xml:space="preserve">. </w:t>
      </w:r>
      <w:r w:rsidRPr="003E4D35">
        <w:t>Une bergère qui faisait claquer ses deux sabots l</w:t>
      </w:r>
      <w:r w:rsidR="00B97E5D">
        <w:t>’</w:t>
      </w:r>
      <w:r w:rsidRPr="003E4D35">
        <w:t>un contre l</w:t>
      </w:r>
      <w:r w:rsidR="00B97E5D">
        <w:t>’</w:t>
      </w:r>
      <w:r w:rsidRPr="003E4D35">
        <w:t>a</w:t>
      </w:r>
      <w:r w:rsidRPr="003E4D35">
        <w:t>u</w:t>
      </w:r>
      <w:r w:rsidRPr="003E4D35">
        <w:t>tre</w:t>
      </w:r>
      <w:r w:rsidR="00B97E5D">
        <w:t xml:space="preserve"> : </w:t>
      </w:r>
      <w:r w:rsidRPr="003E4D35">
        <w:t>c</w:t>
      </w:r>
      <w:r w:rsidR="00B97E5D">
        <w:t>’</w:t>
      </w:r>
      <w:r w:rsidRPr="003E4D35">
        <w:t>était voilà vingt ans l</w:t>
      </w:r>
      <w:r w:rsidR="00B97E5D">
        <w:t>’</w:t>
      </w:r>
      <w:r w:rsidRPr="003E4D35">
        <w:t>appel contre les loups</w:t>
      </w:r>
      <w:r w:rsidR="00B97E5D">
        <w:t xml:space="preserve">, </w:t>
      </w:r>
      <w:r w:rsidRPr="003E4D35">
        <w:t>il servait maintenant contre les renards</w:t>
      </w:r>
      <w:r w:rsidR="00B97E5D">
        <w:t xml:space="preserve">, </w:t>
      </w:r>
      <w:r w:rsidRPr="003E4D35">
        <w:t>dans vingt ans il ne servirait plus que contre les fouines</w:t>
      </w:r>
      <w:r w:rsidR="00B97E5D">
        <w:t xml:space="preserve">. </w:t>
      </w:r>
      <w:r w:rsidRPr="003E4D35">
        <w:t>Puis le soleil se couchait</w:t>
      </w:r>
      <w:r w:rsidR="00B97E5D">
        <w:t xml:space="preserve">, </w:t>
      </w:r>
      <w:r w:rsidRPr="003E4D35">
        <w:t>de biais</w:t>
      </w:r>
      <w:r w:rsidR="00B97E5D">
        <w:t xml:space="preserve">, </w:t>
      </w:r>
      <w:r w:rsidRPr="003E4D35">
        <w:t>ne voulant blesser mon vieux pays qu</w:t>
      </w:r>
      <w:r w:rsidR="00B97E5D">
        <w:t>’</w:t>
      </w:r>
      <w:r w:rsidRPr="003E4D35">
        <w:t>en séton</w:t>
      </w:r>
      <w:r w:rsidR="00B97E5D">
        <w:t xml:space="preserve">. </w:t>
      </w:r>
      <w:r w:rsidRPr="003E4D35">
        <w:t>On le voyait à demi une minute</w:t>
      </w:r>
      <w:r w:rsidR="00B97E5D">
        <w:t xml:space="preserve">, </w:t>
      </w:r>
      <w:r w:rsidRPr="003E4D35">
        <w:t>abrité par la colline comme un acteur</w:t>
      </w:r>
      <w:r w:rsidR="00B97E5D">
        <w:t xml:space="preserve">. </w:t>
      </w:r>
      <w:r w:rsidRPr="003E4D35">
        <w:t>Il eût suffi de l</w:t>
      </w:r>
      <w:r w:rsidR="00B97E5D">
        <w:t>’</w:t>
      </w:r>
      <w:r w:rsidRPr="003E4D35">
        <w:t>applaudir pour qu</w:t>
      </w:r>
      <w:r w:rsidR="00B97E5D">
        <w:t>’</w:t>
      </w:r>
      <w:r w:rsidRPr="003E4D35">
        <w:t>il revînt</w:t>
      </w:r>
      <w:r w:rsidR="00B97E5D">
        <w:t xml:space="preserve">. </w:t>
      </w:r>
      <w:r w:rsidRPr="003E4D35">
        <w:t>Mais tout restait silencieux</w:t>
      </w:r>
      <w:r w:rsidR="00B97E5D">
        <w:t xml:space="preserve">… </w:t>
      </w:r>
      <w:r w:rsidRPr="003E4D35">
        <w:t>Ill</w:t>
      </w:r>
      <w:r w:rsidRPr="003E4D35">
        <w:t>u</w:t>
      </w:r>
      <w:r w:rsidRPr="003E4D35">
        <w:t>minés de dos</w:t>
      </w:r>
      <w:r w:rsidR="00B97E5D">
        <w:t xml:space="preserve">, </w:t>
      </w:r>
      <w:r w:rsidRPr="003E4D35">
        <w:t>toutes les branches et les moindres rameaux semblaient se lever</w:t>
      </w:r>
      <w:r w:rsidR="00B97E5D">
        <w:t xml:space="preserve">, </w:t>
      </w:r>
      <w:r w:rsidRPr="003E4D35">
        <w:t>tous les arbres se rendre à merci</w:t>
      </w:r>
      <w:r w:rsidR="00B97E5D">
        <w:t xml:space="preserve">… </w:t>
      </w:r>
      <w:r w:rsidRPr="003E4D35">
        <w:t>On les rassurait</w:t>
      </w:r>
      <w:r w:rsidR="00B97E5D">
        <w:t xml:space="preserve">… </w:t>
      </w:r>
      <w:r w:rsidRPr="003E4D35">
        <w:t>On faisait malgré soi un demi-geste pour les rass</w:t>
      </w:r>
      <w:r w:rsidRPr="003E4D35">
        <w:t>u</w:t>
      </w:r>
      <w:r w:rsidRPr="003E4D35">
        <w:t>rer</w:t>
      </w:r>
      <w:r w:rsidR="00B97E5D">
        <w:t xml:space="preserve">… </w:t>
      </w:r>
      <w:r w:rsidRPr="003E4D35">
        <w:t>Un grand oiseau volait très bas</w:t>
      </w:r>
      <w:r w:rsidR="00B97E5D">
        <w:t xml:space="preserve">, </w:t>
      </w:r>
      <w:r w:rsidRPr="003E4D35">
        <w:t>seul éclairé encore en ce bas monde</w:t>
      </w:r>
      <w:r w:rsidR="00B97E5D">
        <w:t xml:space="preserve"> ; </w:t>
      </w:r>
      <w:r w:rsidRPr="003E4D35">
        <w:t>on était ému à le voir comme s</w:t>
      </w:r>
      <w:r w:rsidR="00B97E5D">
        <w:t>’</w:t>
      </w:r>
      <w:r w:rsidRPr="003E4D35">
        <w:t>il y avait chez les o</w:t>
      </w:r>
      <w:r w:rsidRPr="003E4D35">
        <w:t>i</w:t>
      </w:r>
      <w:r w:rsidRPr="003E4D35">
        <w:t>seaux non des races qui volent haut</w:t>
      </w:r>
      <w:r w:rsidR="00B97E5D">
        <w:t xml:space="preserve">, </w:t>
      </w:r>
      <w:r w:rsidRPr="003E4D35">
        <w:t>mais un épervier solitaire et toujours lumineux</w:t>
      </w:r>
      <w:r w:rsidR="00B97E5D">
        <w:t xml:space="preserve">… </w:t>
      </w:r>
      <w:r w:rsidRPr="003E4D35">
        <w:t>Un braconnier là-bas péchait les écrevi</w:t>
      </w:r>
      <w:r w:rsidRPr="003E4D35">
        <w:t>s</w:t>
      </w:r>
      <w:r w:rsidRPr="003E4D35">
        <w:t>ses et sa lanterne suivait le ruisseau</w:t>
      </w:r>
      <w:r w:rsidR="00B97E5D">
        <w:t xml:space="preserve"> ; </w:t>
      </w:r>
      <w:r w:rsidRPr="003E4D35">
        <w:t>le vent se levait</w:t>
      </w:r>
      <w:r w:rsidR="00B97E5D">
        <w:t xml:space="preserve">, </w:t>
      </w:r>
      <w:r w:rsidRPr="003E4D35">
        <w:t>retrou</w:t>
      </w:r>
      <w:r w:rsidRPr="003E4D35">
        <w:t>s</w:t>
      </w:r>
      <w:r w:rsidRPr="003E4D35">
        <w:t>sait nos prisonniers chênes</w:t>
      </w:r>
      <w:r w:rsidR="00B97E5D">
        <w:t xml:space="preserve">, </w:t>
      </w:r>
      <w:r w:rsidRPr="003E4D35">
        <w:t>nos prisonniers vergnes</w:t>
      </w:r>
      <w:r w:rsidR="00B97E5D">
        <w:t xml:space="preserve">, </w:t>
      </w:r>
      <w:r w:rsidRPr="003E4D35">
        <w:t>leur do</w:t>
      </w:r>
      <w:r w:rsidRPr="003E4D35">
        <w:t>n</w:t>
      </w:r>
      <w:r w:rsidRPr="003E4D35">
        <w:t>nant à tous la couleur des saules</w:t>
      </w:r>
      <w:r w:rsidR="00B97E5D">
        <w:t xml:space="preserve">. </w:t>
      </w:r>
      <w:r w:rsidRPr="003E4D35">
        <w:t>On souriait à suivre ce feu qui taquinait cette eau</w:t>
      </w:r>
      <w:r w:rsidR="00B97E5D">
        <w:t xml:space="preserve">, </w:t>
      </w:r>
      <w:r w:rsidRPr="003E4D35">
        <w:t>cet air qui taquinait la terre</w:t>
      </w:r>
      <w:r w:rsidR="00B97E5D">
        <w:t xml:space="preserve">, </w:t>
      </w:r>
      <w:r w:rsidRPr="003E4D35">
        <w:t>les quatre él</w:t>
      </w:r>
      <w:r w:rsidRPr="003E4D35">
        <w:t>é</w:t>
      </w:r>
      <w:r w:rsidRPr="003E4D35">
        <w:t>ments ensommeillés et doucement en jeu</w:t>
      </w:r>
      <w:r w:rsidR="00B97E5D">
        <w:t xml:space="preserve">. </w:t>
      </w:r>
      <w:r w:rsidRPr="003E4D35">
        <w:t>À la première étoile nous abandonnions notre visage comme une prime</w:t>
      </w:r>
      <w:r w:rsidR="00B97E5D">
        <w:t xml:space="preserve">, </w:t>
      </w:r>
      <w:r w:rsidRPr="003E4D35">
        <w:t>nous repr</w:t>
      </w:r>
      <w:r w:rsidRPr="003E4D35">
        <w:t>e</w:t>
      </w:r>
      <w:r w:rsidRPr="003E4D35">
        <w:t>nant un peu à la seconde</w:t>
      </w:r>
      <w:r w:rsidR="00B97E5D">
        <w:t xml:space="preserve">. </w:t>
      </w:r>
      <w:r w:rsidRPr="003E4D35">
        <w:t>De la Montagne de Blond un hulul</w:t>
      </w:r>
      <w:r w:rsidRPr="003E4D35">
        <w:t>e</w:t>
      </w:r>
      <w:r w:rsidRPr="003E4D35">
        <w:t>ment s</w:t>
      </w:r>
      <w:r w:rsidR="00B97E5D">
        <w:t>’</w:t>
      </w:r>
      <w:r w:rsidRPr="003E4D35">
        <w:t>élevait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le grand-duc des Cévennes</w:t>
      </w:r>
      <w:r w:rsidR="00B97E5D">
        <w:t xml:space="preserve">, </w:t>
      </w:r>
      <w:r w:rsidRPr="003E4D35">
        <w:t>le plus grand</w:t>
      </w:r>
      <w:r w:rsidR="00B97E5D">
        <w:t xml:space="preserve">, </w:t>
      </w:r>
      <w:r w:rsidRPr="003E4D35">
        <w:t>disait mon tuteur</w:t>
      </w:r>
      <w:r w:rsidR="00B97E5D">
        <w:t xml:space="preserve">, </w:t>
      </w:r>
      <w:r w:rsidRPr="003E4D35">
        <w:t>après celui des Andes</w:t>
      </w:r>
      <w:r w:rsidR="00B97E5D">
        <w:t xml:space="preserve">. </w:t>
      </w:r>
      <w:r w:rsidRPr="003E4D35">
        <w:t>Une lune ronde</w:t>
      </w:r>
      <w:r w:rsidR="00B97E5D">
        <w:t xml:space="preserve">, </w:t>
      </w:r>
      <w:r w:rsidRPr="003E4D35">
        <w:t>ro</w:t>
      </w:r>
      <w:r w:rsidRPr="003E4D35">
        <w:t>n</w:t>
      </w:r>
      <w:r w:rsidRPr="003E4D35">
        <w:t>de</w:t>
      </w:r>
      <w:r w:rsidR="00B97E5D">
        <w:t xml:space="preserve">, </w:t>
      </w:r>
      <w:r w:rsidRPr="003E4D35">
        <w:t>dont tous les nuages étaient rejetés</w:t>
      </w:r>
      <w:r w:rsidR="00B97E5D">
        <w:t xml:space="preserve">, </w:t>
      </w:r>
      <w:r w:rsidRPr="003E4D35">
        <w:t>qui parfois semblait tourner à reculons</w:t>
      </w:r>
      <w:r w:rsidR="00B97E5D">
        <w:t xml:space="preserve">, </w:t>
      </w:r>
      <w:r w:rsidRPr="003E4D35">
        <w:t>comme si allait virer ce que Mademoiselle appelait chaque soir le char de la nuit</w:t>
      </w:r>
      <w:r w:rsidR="00B97E5D">
        <w:t xml:space="preserve">, </w:t>
      </w:r>
      <w:r w:rsidRPr="003E4D35">
        <w:t>une lune qu</w:t>
      </w:r>
      <w:r w:rsidR="00B97E5D">
        <w:t>’</w:t>
      </w:r>
      <w:r w:rsidRPr="003E4D35">
        <w:t>il eût suffi pour me faire pleurer</w:t>
      </w:r>
      <w:r w:rsidR="00B97E5D">
        <w:t xml:space="preserve">, </w:t>
      </w:r>
      <w:r w:rsidRPr="003E4D35">
        <w:t>moi et mes pareilles</w:t>
      </w:r>
      <w:r w:rsidR="00B97E5D">
        <w:t xml:space="preserve">, </w:t>
      </w:r>
      <w:r w:rsidRPr="003E4D35">
        <w:t xml:space="preserve">de dire semblable </w:t>
      </w:r>
      <w:r w:rsidRPr="003E4D35">
        <w:lastRenderedPageBreak/>
        <w:t>à celle de Batavia</w:t>
      </w:r>
      <w:r w:rsidR="00B97E5D">
        <w:t xml:space="preserve">, </w:t>
      </w:r>
      <w:r w:rsidRPr="003E4D35">
        <w:t>montait</w:t>
      </w:r>
      <w:r w:rsidR="00B97E5D">
        <w:t xml:space="preserve">… </w:t>
      </w:r>
      <w:r w:rsidRPr="003E4D35">
        <w:t>On entendait Marie dans la chambre</w:t>
      </w:r>
      <w:r w:rsidR="00B97E5D">
        <w:t xml:space="preserve">, </w:t>
      </w:r>
      <w:r w:rsidRPr="003E4D35">
        <w:t>cornant les lits pour sa dernière visite</w:t>
      </w:r>
      <w:r w:rsidR="00B97E5D">
        <w:t xml:space="preserve">… </w:t>
      </w:r>
      <w:r w:rsidRPr="003E4D35">
        <w:t>Tout à coup sur la rue s</w:t>
      </w:r>
      <w:r w:rsidR="00B97E5D">
        <w:t>’</w:t>
      </w:r>
      <w:r w:rsidRPr="003E4D35">
        <w:t>allumait le gaz</w:t>
      </w:r>
      <w:r w:rsidR="00B97E5D">
        <w:t xml:space="preserve">, </w:t>
      </w:r>
      <w:r w:rsidRPr="003E4D35">
        <w:t>et le char de la nuit tournait vraiment</w:t>
      </w:r>
      <w:r w:rsidR="00B97E5D">
        <w:t xml:space="preserve">, </w:t>
      </w:r>
      <w:r w:rsidRPr="003E4D35">
        <w:t>cha</w:t>
      </w:r>
      <w:r w:rsidRPr="003E4D35">
        <w:t>s</w:t>
      </w:r>
      <w:r w:rsidRPr="003E4D35">
        <w:t>sant les chauves-souris</w:t>
      </w:r>
      <w:r w:rsidR="00B97E5D">
        <w:t xml:space="preserve">… </w:t>
      </w:r>
      <w:r w:rsidRPr="003E4D35">
        <w:t>C</w:t>
      </w:r>
      <w:r w:rsidR="00B97E5D">
        <w:t>’</w:t>
      </w:r>
      <w:r w:rsidRPr="003E4D35">
        <w:t>est alors qu</w:t>
      </w:r>
      <w:r w:rsidR="00B97E5D">
        <w:t>’</w:t>
      </w:r>
      <w:r w:rsidRPr="003E4D35">
        <w:t>on sonnait et qu</w:t>
      </w:r>
      <w:r w:rsidR="00B97E5D">
        <w:t>’</w:t>
      </w:r>
      <w:r w:rsidRPr="003E4D35">
        <w:t>arr</w:t>
      </w:r>
      <w:r w:rsidRPr="003E4D35">
        <w:t>i</w:t>
      </w:r>
      <w:r w:rsidRPr="003E4D35">
        <w:t>vaient mes amies</w:t>
      </w:r>
      <w:r w:rsidR="00B97E5D">
        <w:t>.</w:t>
      </w:r>
    </w:p>
    <w:p w14:paraId="0926EC96" w14:textId="77777777" w:rsidR="00B97E5D" w:rsidRDefault="00F225BE" w:rsidP="00F225BE">
      <w:r w:rsidRPr="003E4D35">
        <w:t>Je vais vous dire leur taille</w:t>
      </w:r>
      <w:r w:rsidR="00B97E5D">
        <w:t xml:space="preserve">, </w:t>
      </w:r>
      <w:r w:rsidRPr="003E4D35">
        <w:t>leur couleur</w:t>
      </w:r>
      <w:r w:rsidR="00B97E5D">
        <w:t xml:space="preserve">. </w:t>
      </w:r>
      <w:r w:rsidRPr="003E4D35">
        <w:t>En les poussant toutes trois devant moi je pourrai peut-être enfin commencer ce récit</w:t>
      </w:r>
      <w:r w:rsidR="00B97E5D">
        <w:t xml:space="preserve">. </w:t>
      </w:r>
      <w:r w:rsidRPr="003E4D35">
        <w:t>Je vais vous dire la longueur de leurs cheveux</w:t>
      </w:r>
      <w:r w:rsidR="00B97E5D">
        <w:t xml:space="preserve">, </w:t>
      </w:r>
      <w:r w:rsidRPr="003E4D35">
        <w:t>leur poi</w:t>
      </w:r>
      <w:r w:rsidRPr="003E4D35">
        <w:t>n</w:t>
      </w:r>
      <w:r w:rsidRPr="003E4D35">
        <w:t>ture</w:t>
      </w:r>
      <w:r w:rsidR="00B97E5D">
        <w:t xml:space="preserve">. </w:t>
      </w:r>
      <w:r w:rsidRPr="003E4D35">
        <w:t>Dès que je place devant moi une feuille blanche</w:t>
      </w:r>
      <w:r w:rsidR="00B97E5D">
        <w:t xml:space="preserve">, </w:t>
      </w:r>
      <w:r w:rsidRPr="003E4D35">
        <w:t>deux pe</w:t>
      </w:r>
      <w:r w:rsidRPr="003E4D35">
        <w:t>r</w:t>
      </w:r>
      <w:r w:rsidRPr="003E4D35">
        <w:t>sonnes dissemblables fuient</w:t>
      </w:r>
      <w:r w:rsidR="00B97E5D">
        <w:t xml:space="preserve">, </w:t>
      </w:r>
      <w:r w:rsidRPr="003E4D35">
        <w:t>comme sous un bec de gaz nos ombres</w:t>
      </w:r>
      <w:r w:rsidR="00B97E5D">
        <w:t xml:space="preserve">, </w:t>
      </w:r>
      <w:r w:rsidRPr="003E4D35">
        <w:t>mais de moi il ne reste rien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ai dû si longtemps</w:t>
      </w:r>
      <w:r w:rsidR="00B97E5D">
        <w:t xml:space="preserve">, </w:t>
      </w:r>
      <w:r w:rsidRPr="003E4D35">
        <w:t>dans une réclusion et une solitude sans exemple</w:t>
      </w:r>
      <w:r w:rsidR="00B97E5D">
        <w:t xml:space="preserve">, </w:t>
      </w:r>
      <w:r w:rsidRPr="003E4D35">
        <w:t>par besoin ou par jeu</w:t>
      </w:r>
      <w:r w:rsidR="00B97E5D">
        <w:t xml:space="preserve">, </w:t>
      </w:r>
      <w:r w:rsidRPr="003E4D35">
        <w:t>laisser parfois mon cœur</w:t>
      </w:r>
      <w:r w:rsidR="00B97E5D">
        <w:t xml:space="preserve">, </w:t>
      </w:r>
      <w:r w:rsidRPr="003E4D35">
        <w:t>ma volonté</w:t>
      </w:r>
      <w:r w:rsidR="00B97E5D">
        <w:t xml:space="preserve">, </w:t>
      </w:r>
      <w:r w:rsidRPr="003E4D35">
        <w:t>jusqu</w:t>
      </w:r>
      <w:r w:rsidR="00B97E5D">
        <w:t>’</w:t>
      </w:r>
      <w:r w:rsidRPr="003E4D35">
        <w:t>à mon corps</w:t>
      </w:r>
      <w:r w:rsidR="00B97E5D">
        <w:t xml:space="preserve">, </w:t>
      </w:r>
      <w:r w:rsidRPr="003E4D35">
        <w:t>me dominer et m</w:t>
      </w:r>
      <w:r w:rsidR="00B97E5D">
        <w:t>’</w:t>
      </w:r>
      <w:r w:rsidRPr="003E4D35">
        <w:t>effrayer comme ceux d</w:t>
      </w:r>
      <w:r w:rsidR="00B97E5D">
        <w:t>’</w:t>
      </w:r>
      <w:r w:rsidRPr="003E4D35">
        <w:t>un être infiniment plus grand et plus fort</w:t>
      </w:r>
      <w:r w:rsidR="00B97E5D">
        <w:t xml:space="preserve">, </w:t>
      </w:r>
      <w:r w:rsidRPr="003E4D35">
        <w:t>tant de fois au contraire réprimer des gestes d</w:t>
      </w:r>
      <w:r w:rsidR="00B97E5D">
        <w:t>’</w:t>
      </w:r>
      <w:r w:rsidRPr="003E4D35">
        <w:t>enfant au berceau</w:t>
      </w:r>
      <w:r w:rsidR="00B97E5D">
        <w:t xml:space="preserve">, </w:t>
      </w:r>
      <w:r w:rsidRPr="003E4D35">
        <w:t>rattraper avec peine au fond de moi tout ce qu</w:t>
      </w:r>
      <w:r w:rsidR="00B97E5D">
        <w:t>’</w:t>
      </w:r>
      <w:r w:rsidRPr="003E4D35">
        <w:t>il y a de plus menu comme pensée</w:t>
      </w:r>
      <w:r w:rsidR="00B97E5D">
        <w:t xml:space="preserve">, </w:t>
      </w:r>
      <w:r w:rsidRPr="003E4D35">
        <w:t>de plus végétal comme âme</w:t>
      </w:r>
      <w:r w:rsidR="00B97E5D">
        <w:t xml:space="preserve">, </w:t>
      </w:r>
      <w:r w:rsidRPr="003E4D35">
        <w:t>que je ne trouve d</w:t>
      </w:r>
      <w:r w:rsidR="00B97E5D">
        <w:t>’</w:t>
      </w:r>
      <w:r w:rsidRPr="003E4D35">
        <w:t>habitude à choisir</w:t>
      </w:r>
      <w:r w:rsidR="00B97E5D">
        <w:t xml:space="preserve">, </w:t>
      </w:r>
      <w:r w:rsidRPr="003E4D35">
        <w:t>quand je veux r</w:t>
      </w:r>
      <w:r w:rsidRPr="003E4D35">
        <w:t>a</w:t>
      </w:r>
      <w:r w:rsidRPr="003E4D35">
        <w:t>conter mon aventure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entre une image gigantesque et une image minuscule de moi-même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ai beau m</w:t>
      </w:r>
      <w:r w:rsidR="00B97E5D">
        <w:t>’</w:t>
      </w:r>
      <w:r w:rsidRPr="003E4D35">
        <w:t>installer comme tous les écrivains femmes</w:t>
      </w:r>
      <w:r w:rsidR="00B97E5D">
        <w:t xml:space="preserve">, </w:t>
      </w:r>
      <w:r w:rsidRPr="003E4D35">
        <w:t>pour ne pas me sentir à moi-même ni trop étrange ni trop familière</w:t>
      </w:r>
      <w:r w:rsidR="00B97E5D">
        <w:t xml:space="preserve">, </w:t>
      </w:r>
      <w:r w:rsidRPr="003E4D35">
        <w:t>en face de ma psyché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ai beau écrire de force une première phrase</w:t>
      </w:r>
      <w:r w:rsidR="00B97E5D">
        <w:t xml:space="preserve">, </w:t>
      </w:r>
      <w:r w:rsidRPr="003E4D35">
        <w:t>un premier souvenir</w:t>
      </w:r>
      <w:r w:rsidR="00B97E5D">
        <w:t xml:space="preserve">, </w:t>
      </w:r>
      <w:r w:rsidRPr="003E4D35">
        <w:t>saisi au hasard</w:t>
      </w:r>
      <w:r w:rsidR="00B97E5D">
        <w:t xml:space="preserve">, – </w:t>
      </w:r>
      <w:r w:rsidRPr="003E4D35">
        <w:t>c</w:t>
      </w:r>
      <w:r w:rsidR="00B97E5D">
        <w:t>’</w:t>
      </w:r>
      <w:r w:rsidRPr="003E4D35">
        <w:t>est fini</w:t>
      </w:r>
      <w:r w:rsidR="00B97E5D">
        <w:t xml:space="preserve">, </w:t>
      </w:r>
      <w:r w:rsidRPr="003E4D35">
        <w:t>cette personne intraitable en moi m</w:t>
      </w:r>
      <w:r w:rsidR="00B97E5D">
        <w:t>’</w:t>
      </w:r>
      <w:r w:rsidRPr="003E4D35">
        <w:t>abandonne plutôt</w:t>
      </w:r>
      <w:r w:rsidR="00B97E5D">
        <w:t xml:space="preserve">, </w:t>
      </w:r>
      <w:r w:rsidRPr="003E4D35">
        <w:t>quand je tire sur elle</w:t>
      </w:r>
      <w:r w:rsidR="00B97E5D">
        <w:t xml:space="preserve">, </w:t>
      </w:r>
      <w:r w:rsidRPr="003E4D35">
        <w:t>sa main ou son bras entier et ma phrase reste unique</w:t>
      </w:r>
      <w:r w:rsidR="00B97E5D">
        <w:t xml:space="preserve">. </w:t>
      </w:r>
      <w:r w:rsidRPr="003E4D35">
        <w:t>Mais je vais promener a</w:t>
      </w:r>
      <w:r w:rsidRPr="003E4D35">
        <w:t>u</w:t>
      </w:r>
      <w:r w:rsidRPr="003E4D35">
        <w:t>jourd</w:t>
      </w:r>
      <w:r w:rsidR="00B97E5D">
        <w:t>’</w:t>
      </w:r>
      <w:r w:rsidRPr="003E4D35">
        <w:t>hui devant elle</w:t>
      </w:r>
      <w:r w:rsidR="00B97E5D">
        <w:t xml:space="preserve">, </w:t>
      </w:r>
      <w:r w:rsidRPr="003E4D35">
        <w:t>pour l</w:t>
      </w:r>
      <w:r w:rsidR="00B97E5D">
        <w:t>’</w:t>
      </w:r>
      <w:r w:rsidRPr="003E4D35">
        <w:t>apprivoiser</w:t>
      </w:r>
      <w:r w:rsidR="00B97E5D">
        <w:t xml:space="preserve">, </w:t>
      </w:r>
      <w:r w:rsidRPr="003E4D35">
        <w:t>le petit troupeau de mes amies</w:t>
      </w:r>
      <w:r w:rsidR="00B97E5D">
        <w:t xml:space="preserve">, </w:t>
      </w:r>
      <w:r w:rsidRPr="003E4D35">
        <w:t>et si c</w:t>
      </w:r>
      <w:r w:rsidR="00B97E5D">
        <w:t>’</w:t>
      </w:r>
      <w:r w:rsidRPr="003E4D35">
        <w:t>est aussitôt après les avoir décrites que je pa</w:t>
      </w:r>
      <w:r w:rsidRPr="003E4D35">
        <w:t>r</w:t>
      </w:r>
      <w:r w:rsidRPr="003E4D35">
        <w:t>le de moi</w:t>
      </w:r>
      <w:r w:rsidR="00B97E5D">
        <w:t xml:space="preserve">, </w:t>
      </w:r>
      <w:r w:rsidRPr="003E4D35">
        <w:t>vous risquez peut-être d</w:t>
      </w:r>
      <w:r w:rsidR="00B97E5D">
        <w:t>’</w:t>
      </w:r>
      <w:r w:rsidRPr="003E4D35">
        <w:t>apercevoir à sa vraie taille</w:t>
      </w:r>
      <w:r w:rsidR="00B97E5D">
        <w:t xml:space="preserve"> – </w:t>
      </w:r>
      <w:r w:rsidRPr="003E4D35">
        <w:t>deux centimètres de moins que Juliette</w:t>
      </w:r>
      <w:r w:rsidR="00B97E5D">
        <w:t xml:space="preserve">, </w:t>
      </w:r>
      <w:r w:rsidRPr="003E4D35">
        <w:t>deux pointures au-dessus de Victoria</w:t>
      </w:r>
      <w:r w:rsidR="00B97E5D">
        <w:t xml:space="preserve"> – </w:t>
      </w:r>
      <w:r w:rsidRPr="003E4D35">
        <w:t>une âme que je ne m</w:t>
      </w:r>
      <w:r w:rsidR="00B97E5D">
        <w:t>’</w:t>
      </w:r>
      <w:r w:rsidRPr="003E4D35">
        <w:t>occuperai plus</w:t>
      </w:r>
      <w:r w:rsidR="00B97E5D">
        <w:t xml:space="preserve">, </w:t>
      </w:r>
      <w:r w:rsidRPr="003E4D35">
        <w:t>dans les autres chapitres</w:t>
      </w:r>
      <w:r w:rsidR="00B97E5D">
        <w:t xml:space="preserve">, </w:t>
      </w:r>
      <w:r w:rsidRPr="003E4D35">
        <w:t>de gonfler ou de contenir</w:t>
      </w:r>
      <w:r w:rsidR="00B97E5D">
        <w:t>.</w:t>
      </w:r>
    </w:p>
    <w:p w14:paraId="3232E115" w14:textId="77777777" w:rsidR="00B97E5D" w:rsidRDefault="00F225BE" w:rsidP="00F225BE">
      <w:r w:rsidRPr="003E4D35">
        <w:lastRenderedPageBreak/>
        <w:t>Victoria avait dix-sept de cheville</w:t>
      </w:r>
      <w:r w:rsidR="00B97E5D">
        <w:t xml:space="preserve">, </w:t>
      </w:r>
      <w:r w:rsidRPr="003E4D35">
        <w:t>trente de mollet</w:t>
      </w:r>
      <w:r w:rsidR="00B97E5D">
        <w:t xml:space="preserve">. </w:t>
      </w:r>
      <w:r w:rsidRPr="003E4D35">
        <w:t>Elle était née le même jour que moi</w:t>
      </w:r>
      <w:r w:rsidR="00B97E5D">
        <w:t xml:space="preserve">. </w:t>
      </w:r>
      <w:r w:rsidRPr="003E4D35">
        <w:t>Notre vie</w:t>
      </w:r>
      <w:r w:rsidR="00B97E5D">
        <w:t xml:space="preserve">, </w:t>
      </w:r>
      <w:r w:rsidRPr="003E4D35">
        <w:t>depuis dix-huit ans</w:t>
      </w:r>
      <w:r w:rsidR="00B97E5D">
        <w:t xml:space="preserve">, </w:t>
      </w:r>
      <w:r w:rsidRPr="003E4D35">
        <w:t>était une sorte de petit match</w:t>
      </w:r>
      <w:r w:rsidR="00B97E5D">
        <w:t xml:space="preserve">, </w:t>
      </w:r>
      <w:r w:rsidRPr="003E4D35">
        <w:t>et chacune s</w:t>
      </w:r>
      <w:r w:rsidR="00B97E5D">
        <w:t>’</w:t>
      </w:r>
      <w:r w:rsidRPr="003E4D35">
        <w:t>efforçait de le gagner en arrivant une seconde plus tôt à la table ou dix centimètres en avance au jardin</w:t>
      </w:r>
      <w:r w:rsidR="00B97E5D">
        <w:t xml:space="preserve">. </w:t>
      </w:r>
      <w:r w:rsidRPr="003E4D35">
        <w:t>Mais je ne la battais qu</w:t>
      </w:r>
      <w:r w:rsidR="00B97E5D">
        <w:t>’</w:t>
      </w:r>
      <w:r w:rsidRPr="003E4D35">
        <w:t>à la course</w:t>
      </w:r>
      <w:r w:rsidR="00B97E5D">
        <w:t xml:space="preserve">. </w:t>
      </w:r>
      <w:r w:rsidRPr="003E4D35">
        <w:t>Pour les fumées</w:t>
      </w:r>
      <w:r w:rsidR="00B97E5D">
        <w:t xml:space="preserve">, </w:t>
      </w:r>
      <w:r w:rsidRPr="003E4D35">
        <w:t>les oiseaux</w:t>
      </w:r>
      <w:r w:rsidR="00B97E5D">
        <w:t xml:space="preserve">, </w:t>
      </w:r>
      <w:r w:rsidRPr="003E4D35">
        <w:t>elle les voyait alors qu</w:t>
      </w:r>
      <w:r w:rsidR="00B97E5D">
        <w:t>’</w:t>
      </w:r>
      <w:r w:rsidRPr="003E4D35">
        <w:t>ils étaient encore i</w:t>
      </w:r>
      <w:r w:rsidRPr="003E4D35">
        <w:t>n</w:t>
      </w:r>
      <w:r w:rsidRPr="003E4D35">
        <w:t>visibles à nous toutes</w:t>
      </w:r>
      <w:r w:rsidR="00B97E5D">
        <w:t xml:space="preserve">. </w:t>
      </w:r>
      <w:r w:rsidRPr="003E4D35">
        <w:t>Pour les souvenirs</w:t>
      </w:r>
      <w:r w:rsidR="00B97E5D">
        <w:t xml:space="preserve">, </w:t>
      </w:r>
      <w:r w:rsidRPr="003E4D35">
        <w:t>elle en avait qui r</w:t>
      </w:r>
      <w:r w:rsidRPr="003E4D35">
        <w:t>e</w:t>
      </w:r>
      <w:r w:rsidRPr="003E4D35">
        <w:t>montaient à sa première année et épouvantaient ses parents</w:t>
      </w:r>
      <w:r w:rsidR="00B97E5D">
        <w:t xml:space="preserve">. </w:t>
      </w:r>
      <w:r w:rsidRPr="003E4D35">
        <w:t>La nuit</w:t>
      </w:r>
      <w:r w:rsidR="00B97E5D">
        <w:t xml:space="preserve">, </w:t>
      </w:r>
      <w:r w:rsidRPr="003E4D35">
        <w:t>elle reconnaissait le village d</w:t>
      </w:r>
      <w:r w:rsidR="00B97E5D">
        <w:t>’</w:t>
      </w:r>
      <w:r w:rsidRPr="003E4D35">
        <w:t>un paysan à son pas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elle trouvait différent selon la commune</w:t>
      </w:r>
      <w:r w:rsidR="00B97E5D">
        <w:t xml:space="preserve">. </w:t>
      </w:r>
      <w:r w:rsidRPr="003E4D35">
        <w:t>Il eût suffi de bien peu d</w:t>
      </w:r>
      <w:r w:rsidR="00B97E5D">
        <w:t>’</w:t>
      </w:r>
      <w:r w:rsidRPr="003E4D35">
        <w:t>êtres avec des sens aussi perçants pour que la France fût exa</w:t>
      </w:r>
      <w:r w:rsidRPr="003E4D35">
        <w:t>c</w:t>
      </w:r>
      <w:r w:rsidRPr="003E4D35">
        <w:t>tement peuplée et que rien</w:t>
      </w:r>
      <w:r w:rsidR="00B97E5D">
        <w:t xml:space="preserve">, </w:t>
      </w:r>
      <w:r w:rsidRPr="003E4D35">
        <w:t>du travail même des roitelets et des taupes</w:t>
      </w:r>
      <w:r w:rsidR="00B97E5D">
        <w:t xml:space="preserve">, </w:t>
      </w:r>
      <w:r w:rsidRPr="003E4D35">
        <w:t>n</w:t>
      </w:r>
      <w:r w:rsidR="00B97E5D">
        <w:t>’</w:t>
      </w:r>
      <w:r w:rsidRPr="003E4D35">
        <w:t>y fût sous un contrôle humain</w:t>
      </w:r>
      <w:r w:rsidR="00B97E5D">
        <w:t xml:space="preserve">. </w:t>
      </w:r>
      <w:r w:rsidRPr="003E4D35">
        <w:t>Aussi</w:t>
      </w:r>
      <w:r w:rsidR="00B97E5D">
        <w:t xml:space="preserve">, </w:t>
      </w:r>
      <w:r w:rsidRPr="003E4D35">
        <w:t>quand elle vous souhaitait votre fête</w:t>
      </w:r>
      <w:r w:rsidR="00B97E5D">
        <w:t xml:space="preserve">, </w:t>
      </w:r>
      <w:r w:rsidRPr="003E4D35">
        <w:t>vous aviez l</w:t>
      </w:r>
      <w:r w:rsidR="00B97E5D">
        <w:t>’</w:t>
      </w:r>
      <w:r w:rsidRPr="003E4D35">
        <w:t>impression d</w:t>
      </w:r>
      <w:r w:rsidR="00B97E5D">
        <w:t>’</w:t>
      </w:r>
      <w:r w:rsidRPr="003E4D35">
        <w:t>être à la minute anniversaire</w:t>
      </w:r>
      <w:r w:rsidR="00B97E5D">
        <w:t xml:space="preserve">, </w:t>
      </w:r>
      <w:r w:rsidRPr="003E4D35">
        <w:t>exacte</w:t>
      </w:r>
      <w:r w:rsidR="00B97E5D">
        <w:t xml:space="preserve">, </w:t>
      </w:r>
      <w:r w:rsidRPr="003E4D35">
        <w:t>de votre naissance</w:t>
      </w:r>
      <w:r w:rsidR="00B97E5D">
        <w:t xml:space="preserve">. </w:t>
      </w:r>
      <w:r w:rsidRPr="003E4D35">
        <w:t>Quand elle disait</w:t>
      </w:r>
      <w:r w:rsidR="00B97E5D">
        <w:t xml:space="preserve"> : – </w:t>
      </w:r>
      <w:r w:rsidRPr="003E4D35">
        <w:t>Vous avez raison</w:t>
      </w:r>
      <w:r w:rsidR="00B97E5D">
        <w:t xml:space="preserve"> ! – </w:t>
      </w:r>
      <w:r w:rsidRPr="003E4D35">
        <w:t>on sentait qu</w:t>
      </w:r>
      <w:r w:rsidR="00B97E5D">
        <w:t>’</w:t>
      </w:r>
      <w:r w:rsidRPr="003E4D35">
        <w:t>en effet cette petite illumin</w:t>
      </w:r>
      <w:r w:rsidRPr="003E4D35">
        <w:t>a</w:t>
      </w:r>
      <w:r w:rsidRPr="003E4D35">
        <w:t>tion et ce petit bien-être qui sont la raison se déliaient en vous</w:t>
      </w:r>
      <w:r w:rsidR="00B97E5D">
        <w:t xml:space="preserve">. </w:t>
      </w:r>
      <w:r w:rsidRPr="003E4D35">
        <w:t>Sur elle</w:t>
      </w:r>
      <w:r w:rsidR="00B97E5D">
        <w:t xml:space="preserve">, </w:t>
      </w:r>
      <w:r w:rsidRPr="003E4D35">
        <w:t>chaque objet</w:t>
      </w:r>
      <w:r w:rsidR="00B97E5D">
        <w:t xml:space="preserve">, </w:t>
      </w:r>
      <w:r w:rsidRPr="003E4D35">
        <w:t>chaque trait reprenait sa valeur et sa mi</w:t>
      </w:r>
      <w:r w:rsidRPr="003E4D35">
        <w:t>s</w:t>
      </w:r>
      <w:r w:rsidRPr="003E4D35">
        <w:t>sion</w:t>
      </w:r>
      <w:r w:rsidR="00B97E5D">
        <w:t xml:space="preserve"> ; </w:t>
      </w:r>
      <w:r w:rsidRPr="003E4D35">
        <w:t>ses sourcils étaient forts et empêchaient bien</w:t>
      </w:r>
      <w:r w:rsidR="00B97E5D">
        <w:t xml:space="preserve">, </w:t>
      </w:r>
      <w:r w:rsidRPr="003E4D35">
        <w:t>quand il pleuvait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eau de rouler de son front dans ses yeux</w:t>
      </w:r>
      <w:r w:rsidR="00B97E5D">
        <w:t xml:space="preserve"> ; </w:t>
      </w:r>
      <w:r w:rsidRPr="003E4D35">
        <w:t>ils se rejo</w:t>
      </w:r>
      <w:r w:rsidRPr="003E4D35">
        <w:t>i</w:t>
      </w:r>
      <w:r w:rsidRPr="003E4D35">
        <w:t>gnaient</w:t>
      </w:r>
      <w:r w:rsidR="00B97E5D">
        <w:t xml:space="preserve"> : </w:t>
      </w:r>
      <w:r w:rsidRPr="003E4D35">
        <w:t>le nez aussi était abrité</w:t>
      </w:r>
      <w:r w:rsidR="00B97E5D">
        <w:t xml:space="preserve"> ; </w:t>
      </w:r>
      <w:r w:rsidRPr="003E4D35">
        <w:t>ses cils protégeaient bien ses yeux de la poussière</w:t>
      </w:r>
      <w:r w:rsidR="00B97E5D">
        <w:t xml:space="preserve">, </w:t>
      </w:r>
      <w:r w:rsidRPr="003E4D35">
        <w:t>et s</w:t>
      </w:r>
      <w:r w:rsidR="00B97E5D">
        <w:t>’</w:t>
      </w:r>
      <w:r w:rsidRPr="003E4D35">
        <w:t>emboîtaient comme un démêloir</w:t>
      </w:r>
      <w:r w:rsidR="00B97E5D">
        <w:t xml:space="preserve">, </w:t>
      </w:r>
      <w:r w:rsidRPr="003E4D35">
        <w:t>au cas où un brin de paille y serait pris</w:t>
      </w:r>
      <w:r w:rsidR="00B97E5D">
        <w:t xml:space="preserve"> ; </w:t>
      </w:r>
      <w:r w:rsidRPr="003E4D35">
        <w:t>ses cheveux étaient longs</w:t>
      </w:r>
      <w:r w:rsidR="00B97E5D">
        <w:t xml:space="preserve">, </w:t>
      </w:r>
      <w:r w:rsidRPr="003E4D35">
        <w:t>de façon à la vêtir</w:t>
      </w:r>
      <w:r w:rsidR="00B97E5D">
        <w:t xml:space="preserve">, </w:t>
      </w:r>
      <w:r w:rsidRPr="003E4D35">
        <w:t>et châtain doré</w:t>
      </w:r>
      <w:r w:rsidR="00B97E5D">
        <w:t xml:space="preserve">, </w:t>
      </w:r>
      <w:r w:rsidRPr="003E4D35">
        <w:t>de façon</w:t>
      </w:r>
      <w:r w:rsidR="00B97E5D">
        <w:t xml:space="preserve">, </w:t>
      </w:r>
      <w:r w:rsidRPr="003E4D35">
        <w:t>une fois vêtue</w:t>
      </w:r>
      <w:r w:rsidR="00B97E5D">
        <w:t xml:space="preserve">, </w:t>
      </w:r>
      <w:r w:rsidRPr="003E4D35">
        <w:t>à la rendre invisible</w:t>
      </w:r>
      <w:r w:rsidR="00B97E5D">
        <w:t xml:space="preserve"> ; </w:t>
      </w:r>
      <w:r w:rsidRPr="003E4D35">
        <w:t>son index vacillait toujours comme une bou</w:t>
      </w:r>
      <w:r w:rsidRPr="003E4D35">
        <w:t>s</w:t>
      </w:r>
      <w:r w:rsidRPr="003E4D35">
        <w:t>sole</w:t>
      </w:r>
      <w:r w:rsidR="00B97E5D">
        <w:t xml:space="preserve">, </w:t>
      </w:r>
      <w:r w:rsidRPr="003E4D35">
        <w:t>et l</w:t>
      </w:r>
      <w:r w:rsidR="00B97E5D">
        <w:t>’</w:t>
      </w:r>
      <w:r w:rsidRPr="003E4D35">
        <w:t>on comprenait</w:t>
      </w:r>
      <w:r w:rsidR="00B97E5D">
        <w:t xml:space="preserve">, </w:t>
      </w:r>
      <w:r w:rsidRPr="003E4D35">
        <w:t>en la voyant à l</w:t>
      </w:r>
      <w:r w:rsidR="00B97E5D">
        <w:t>’</w:t>
      </w:r>
      <w:r w:rsidRPr="003E4D35">
        <w:t>affût d</w:t>
      </w:r>
      <w:r w:rsidR="00B97E5D">
        <w:t>’</w:t>
      </w:r>
      <w:r w:rsidRPr="003E4D35">
        <w:t>un lièvre</w:t>
      </w:r>
      <w:r w:rsidR="00B97E5D">
        <w:t xml:space="preserve">, </w:t>
      </w:r>
      <w:r w:rsidRPr="003E4D35">
        <w:t>a</w:t>
      </w:r>
      <w:r w:rsidRPr="003E4D35">
        <w:t>c</w:t>
      </w:r>
      <w:r w:rsidRPr="003E4D35">
        <w:t>croupie</w:t>
      </w:r>
      <w:r w:rsidR="00B97E5D">
        <w:t xml:space="preserve">, </w:t>
      </w:r>
      <w:r w:rsidRPr="003E4D35">
        <w:t>pour bondir</w:t>
      </w:r>
      <w:r w:rsidR="00B97E5D">
        <w:t xml:space="preserve">, </w:t>
      </w:r>
      <w:r w:rsidRPr="003E4D35">
        <w:t>pourquoi les genoux des hommes et des femmes se replient en dedans et non en dehors</w:t>
      </w:r>
      <w:r w:rsidR="00B97E5D">
        <w:t>.</w:t>
      </w:r>
    </w:p>
    <w:p w14:paraId="26F24F20" w14:textId="77777777" w:rsidR="00B97E5D" w:rsidRDefault="00F225BE" w:rsidP="00F225BE">
      <w:r w:rsidRPr="003E4D35">
        <w:t>Juliette Lartigue était plus vivante encore</w:t>
      </w:r>
      <w:r w:rsidR="00B97E5D">
        <w:t xml:space="preserve">, </w:t>
      </w:r>
      <w:r w:rsidRPr="003E4D35">
        <w:t>mais avec moins d</w:t>
      </w:r>
      <w:r w:rsidR="00B97E5D">
        <w:t>’</w:t>
      </w:r>
      <w:proofErr w:type="spellStart"/>
      <w:r w:rsidRPr="003E4D35">
        <w:t>à propos</w:t>
      </w:r>
      <w:proofErr w:type="spellEnd"/>
      <w:r w:rsidR="00B97E5D">
        <w:t xml:space="preserve">. </w:t>
      </w:r>
      <w:r w:rsidRPr="003E4D35">
        <w:t>Ses yeux brillaient quand elle avait faim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eau lui venait à la bouche quand on achetait des parfums</w:t>
      </w:r>
      <w:r w:rsidR="00B97E5D">
        <w:t xml:space="preserve">, </w:t>
      </w:r>
      <w:r w:rsidRPr="003E4D35">
        <w:t>et son nez remuait quand on parlait de Dieu</w:t>
      </w:r>
      <w:r w:rsidR="00B97E5D">
        <w:t xml:space="preserve">. </w:t>
      </w:r>
      <w:r w:rsidRPr="003E4D35">
        <w:t xml:space="preserve">Elle disposait </w:t>
      </w:r>
      <w:r w:rsidRPr="003E4D35">
        <w:lastRenderedPageBreak/>
        <w:t>d</w:t>
      </w:r>
      <w:r w:rsidR="00B97E5D">
        <w:t>’</w:t>
      </w:r>
      <w:r w:rsidRPr="003E4D35">
        <w:t>une foule de réflexes</w:t>
      </w:r>
      <w:r w:rsidR="00B97E5D">
        <w:t xml:space="preserve">, </w:t>
      </w:r>
      <w:r w:rsidRPr="003E4D35">
        <w:t>tous faux</w:t>
      </w:r>
      <w:r w:rsidR="00B97E5D">
        <w:t xml:space="preserve"> ; </w:t>
      </w:r>
      <w:r w:rsidRPr="003E4D35">
        <w:t>elle donnait des gifles dans les semaines de piété</w:t>
      </w:r>
      <w:r w:rsidR="00B97E5D">
        <w:t xml:space="preserve">, </w:t>
      </w:r>
      <w:r w:rsidRPr="003E4D35">
        <w:t>elle tendait la main pour savoir s</w:t>
      </w:r>
      <w:r w:rsidR="00B97E5D">
        <w:t>’</w:t>
      </w:r>
      <w:r w:rsidRPr="003E4D35">
        <w:t>il faisait beau</w:t>
      </w:r>
      <w:r w:rsidR="00B97E5D">
        <w:t xml:space="preserve">, </w:t>
      </w:r>
      <w:r w:rsidRPr="003E4D35">
        <w:t>et quand un de ses cils glissait sur sa joue</w:t>
      </w:r>
      <w:r w:rsidR="00B97E5D">
        <w:t xml:space="preserve">, </w:t>
      </w:r>
      <w:r w:rsidRPr="003E4D35">
        <w:t>elle le recueillait et le croquait</w:t>
      </w:r>
      <w:r w:rsidR="00B97E5D">
        <w:t xml:space="preserve">. </w:t>
      </w:r>
      <w:r w:rsidRPr="003E4D35">
        <w:t>La vue d</w:t>
      </w:r>
      <w:r w:rsidR="00B97E5D">
        <w:t>’</w:t>
      </w:r>
      <w:r w:rsidRPr="003E4D35">
        <w:t>un animal lui arrachait toujours le cri d</w:t>
      </w:r>
      <w:r w:rsidR="00B97E5D">
        <w:t>’</w:t>
      </w:r>
      <w:r w:rsidRPr="003E4D35">
        <w:t>un animal di</w:t>
      </w:r>
      <w:r w:rsidRPr="003E4D35">
        <w:t>f</w:t>
      </w:r>
      <w:r w:rsidRPr="003E4D35">
        <w:t>férent</w:t>
      </w:r>
      <w:r w:rsidR="00B97E5D">
        <w:t xml:space="preserve">, </w:t>
      </w:r>
      <w:r w:rsidRPr="003E4D35">
        <w:t>et quand on l</w:t>
      </w:r>
      <w:r w:rsidR="00B97E5D">
        <w:t>’</w:t>
      </w:r>
      <w:r w:rsidRPr="003E4D35">
        <w:t>entendait chanter on était tranquille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elle avait envie de dormir</w:t>
      </w:r>
      <w:r w:rsidR="00B97E5D">
        <w:t xml:space="preserve">. </w:t>
      </w:r>
      <w:r w:rsidRPr="003E4D35">
        <w:t>Parfois elle se fardait</w:t>
      </w:r>
      <w:r w:rsidR="00B97E5D">
        <w:t xml:space="preserve">, </w:t>
      </w:r>
      <w:r w:rsidRPr="003E4D35">
        <w:t>minutie</w:t>
      </w:r>
      <w:r w:rsidRPr="003E4D35">
        <w:t>u</w:t>
      </w:r>
      <w:r w:rsidRPr="003E4D35">
        <w:t>sement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que nous allions à l</w:t>
      </w:r>
      <w:r w:rsidR="00B97E5D">
        <w:t>’</w:t>
      </w:r>
      <w:r w:rsidRPr="003E4D35">
        <w:t>étang nous baigner</w:t>
      </w:r>
      <w:r w:rsidR="00B97E5D">
        <w:t xml:space="preserve">. </w:t>
      </w:r>
      <w:r w:rsidRPr="003E4D35">
        <w:t>Elle pa</w:t>
      </w:r>
      <w:r w:rsidRPr="003E4D35">
        <w:t>r</w:t>
      </w:r>
      <w:r w:rsidRPr="003E4D35">
        <w:t>lait par phrases jumelles</w:t>
      </w:r>
      <w:r w:rsidR="00B97E5D">
        <w:t xml:space="preserve">, </w:t>
      </w:r>
      <w:r w:rsidRPr="003E4D35">
        <w:t>contradictoires</w:t>
      </w:r>
      <w:r w:rsidR="00B97E5D">
        <w:t xml:space="preserve">, </w:t>
      </w:r>
      <w:r w:rsidRPr="003E4D35">
        <w:t>la première comme</w:t>
      </w:r>
      <w:r w:rsidRPr="003E4D35">
        <w:t>n</w:t>
      </w:r>
      <w:r w:rsidRPr="003E4D35">
        <w:t xml:space="preserve">çait par le mot </w:t>
      </w:r>
      <w:r w:rsidR="00B97E5D">
        <w:t>« </w:t>
      </w:r>
      <w:r w:rsidRPr="003E4D35">
        <w:t>physiquement</w:t>
      </w:r>
      <w:r w:rsidR="00B97E5D">
        <w:t xml:space="preserve"> », </w:t>
      </w:r>
      <w:r w:rsidRPr="003E4D35">
        <w:t>et l</w:t>
      </w:r>
      <w:r w:rsidR="00B97E5D">
        <w:t>’</w:t>
      </w:r>
      <w:r w:rsidRPr="003E4D35">
        <w:t xml:space="preserve">autre par </w:t>
      </w:r>
      <w:r w:rsidR="00B97E5D">
        <w:t>« </w:t>
      </w:r>
      <w:r w:rsidRPr="003E4D35">
        <w:t>moralement</w:t>
      </w:r>
      <w:r w:rsidR="00B97E5D">
        <w:t> ».</w:t>
      </w:r>
    </w:p>
    <w:p w14:paraId="73AAB7AC" w14:textId="77777777" w:rsidR="00B97E5D" w:rsidRDefault="00B97E5D" w:rsidP="00F225BE">
      <w:r>
        <w:t>— </w:t>
      </w:r>
      <w:r w:rsidR="00F225BE" w:rsidRPr="003E4D35">
        <w:t>Physiquement</w:t>
      </w:r>
      <w:r>
        <w:t xml:space="preserve">, </w:t>
      </w:r>
      <w:r w:rsidR="00F225BE" w:rsidRPr="003E4D35">
        <w:t>il est très mal</w:t>
      </w:r>
      <w:r>
        <w:t xml:space="preserve">, </w:t>
      </w:r>
      <w:r w:rsidR="00F225BE" w:rsidRPr="003E4D35">
        <w:t>disait-elle</w:t>
      </w:r>
      <w:r>
        <w:t xml:space="preserve">. </w:t>
      </w:r>
      <w:r w:rsidR="00F225BE" w:rsidRPr="003E4D35">
        <w:t>Moralement</w:t>
      </w:r>
      <w:r>
        <w:t xml:space="preserve">, </w:t>
      </w:r>
      <w:r w:rsidR="00F225BE" w:rsidRPr="003E4D35">
        <w:t>il est parfait</w:t>
      </w:r>
      <w:r>
        <w:t xml:space="preserve">. </w:t>
      </w:r>
      <w:r w:rsidR="00F225BE" w:rsidRPr="003E4D35">
        <w:t>Sensuellement</w:t>
      </w:r>
      <w:r>
        <w:t xml:space="preserve">, </w:t>
      </w:r>
      <w:r w:rsidR="00F225BE" w:rsidRPr="003E4D35">
        <w:t>elle est sérieuse</w:t>
      </w:r>
      <w:r>
        <w:t xml:space="preserve">. </w:t>
      </w:r>
      <w:r w:rsidR="00F225BE" w:rsidRPr="003E4D35">
        <w:t>Moralement</w:t>
      </w:r>
      <w:r>
        <w:t xml:space="preserve">, </w:t>
      </w:r>
      <w:r w:rsidR="00F225BE" w:rsidRPr="003E4D35">
        <w:t>elle est légère</w:t>
      </w:r>
      <w:r>
        <w:t>.</w:t>
      </w:r>
    </w:p>
    <w:p w14:paraId="1D9D6510" w14:textId="77777777" w:rsidR="00B97E5D" w:rsidRDefault="00F225BE" w:rsidP="00F225BE">
      <w:r w:rsidRPr="003E4D35">
        <w:t>À propos d</w:t>
      </w:r>
      <w:r w:rsidR="00B97E5D">
        <w:t>’</w:t>
      </w:r>
      <w:r w:rsidRPr="003E4D35">
        <w:t>elle-même aussi</w:t>
      </w:r>
      <w:r w:rsidR="00B97E5D">
        <w:t xml:space="preserve">, </w:t>
      </w:r>
      <w:r w:rsidRPr="003E4D35">
        <w:t>elle faisait depuis son enfance cette distinction</w:t>
      </w:r>
      <w:r w:rsidR="00B97E5D">
        <w:t xml:space="preserve">. </w:t>
      </w:r>
      <w:r w:rsidRPr="003E4D35">
        <w:t>Une forte réflexion au cours d</w:t>
      </w:r>
      <w:r w:rsidR="00B97E5D">
        <w:t>’</w:t>
      </w:r>
      <w:r w:rsidRPr="003E4D35">
        <w:t>une quarantaine l</w:t>
      </w:r>
      <w:r w:rsidR="00B97E5D">
        <w:t>’</w:t>
      </w:r>
      <w:r w:rsidRPr="003E4D35">
        <w:t>avait ainsi à neuf ans coupée en deux</w:t>
      </w:r>
      <w:r w:rsidR="00B97E5D">
        <w:t xml:space="preserve">, </w:t>
      </w:r>
      <w:r w:rsidRPr="003E4D35">
        <w:t>et nous avions pris l</w:t>
      </w:r>
      <w:r w:rsidR="00B97E5D">
        <w:t>’</w:t>
      </w:r>
      <w:r w:rsidRPr="003E4D35">
        <w:t>h</w:t>
      </w:r>
      <w:r w:rsidRPr="003E4D35">
        <w:t>a</w:t>
      </w:r>
      <w:r w:rsidRPr="003E4D35">
        <w:t>bitude de l</w:t>
      </w:r>
      <w:r w:rsidR="00B97E5D">
        <w:t>’</w:t>
      </w:r>
      <w:r w:rsidRPr="003E4D35">
        <w:t>appeler par son prénom ou par son nom de famille</w:t>
      </w:r>
      <w:r w:rsidR="00B97E5D">
        <w:t xml:space="preserve">, </w:t>
      </w:r>
      <w:r w:rsidRPr="003E4D35">
        <w:t>selon qu</w:t>
      </w:r>
      <w:r w:rsidR="00B97E5D">
        <w:t>’</w:t>
      </w:r>
      <w:r w:rsidRPr="003E4D35">
        <w:t>il s</w:t>
      </w:r>
      <w:r w:rsidR="00B97E5D">
        <w:t>’</w:t>
      </w:r>
      <w:r w:rsidRPr="003E4D35">
        <w:t>agissait de Juliette physique ou de sa contraire éthérée</w:t>
      </w:r>
      <w:r w:rsidR="00B97E5D">
        <w:t xml:space="preserve">. </w:t>
      </w:r>
      <w:r w:rsidRPr="003E4D35">
        <w:t>Elle ne s</w:t>
      </w:r>
      <w:r w:rsidR="00B97E5D">
        <w:t>’</w:t>
      </w:r>
      <w:r w:rsidRPr="003E4D35">
        <w:t>y trompait pas</w:t>
      </w:r>
      <w:r w:rsidR="00B97E5D">
        <w:t> :</w:t>
      </w:r>
    </w:p>
    <w:p w14:paraId="7E2436E5" w14:textId="77777777" w:rsidR="00B97E5D" w:rsidRDefault="00B97E5D" w:rsidP="00F225BE">
      <w:r>
        <w:t>— </w:t>
      </w:r>
      <w:r w:rsidR="00F225BE" w:rsidRPr="003E4D35">
        <w:t>Que penses-tu</w:t>
      </w:r>
      <w:r>
        <w:t xml:space="preserve">, </w:t>
      </w:r>
      <w:r w:rsidR="00F225BE" w:rsidRPr="003E4D35">
        <w:t>Juliette</w:t>
      </w:r>
      <w:r>
        <w:t> ?</w:t>
      </w:r>
    </w:p>
    <w:p w14:paraId="0FAA9DF2" w14:textId="77777777" w:rsidR="00B97E5D" w:rsidRDefault="00F225BE" w:rsidP="00F225BE">
      <w:r w:rsidRPr="003E4D35">
        <w:t>Juliette pensait que sa peau</w:t>
      </w:r>
      <w:r w:rsidR="00B97E5D">
        <w:t xml:space="preserve">, </w:t>
      </w:r>
      <w:r w:rsidRPr="003E4D35">
        <w:t>en la frottant</w:t>
      </w:r>
      <w:r w:rsidR="00B97E5D">
        <w:t xml:space="preserve">, </w:t>
      </w:r>
      <w:r w:rsidRPr="003E4D35">
        <w:t>sentait le mort</w:t>
      </w:r>
      <w:r w:rsidR="00B97E5D">
        <w:t>.</w:t>
      </w:r>
    </w:p>
    <w:p w14:paraId="25A1B72F" w14:textId="77777777" w:rsidR="00B97E5D" w:rsidRDefault="00B97E5D" w:rsidP="00F225BE">
      <w:r>
        <w:t>— </w:t>
      </w:r>
      <w:r w:rsidR="00F225BE" w:rsidRPr="003E4D35">
        <w:t>Holà</w:t>
      </w:r>
      <w:r>
        <w:t xml:space="preserve"> ! </w:t>
      </w:r>
      <w:r w:rsidR="00F225BE" w:rsidRPr="003E4D35">
        <w:t>Lartigue</w:t>
      </w:r>
      <w:r>
        <w:t xml:space="preserve">, </w:t>
      </w:r>
      <w:r w:rsidR="00F225BE" w:rsidRPr="003E4D35">
        <w:t>que penses-tu</w:t>
      </w:r>
      <w:r>
        <w:t> ?</w:t>
      </w:r>
    </w:p>
    <w:p w14:paraId="5C1F1F28" w14:textId="77777777" w:rsidR="00B97E5D" w:rsidRDefault="00F225BE" w:rsidP="00F225BE">
      <w:r w:rsidRPr="003E4D35">
        <w:t>Car nous la surprenions pour qu</w:t>
      </w:r>
      <w:r w:rsidR="00B97E5D">
        <w:t>’</w:t>
      </w:r>
      <w:r w:rsidRPr="003E4D35">
        <w:t>elle sort</w:t>
      </w:r>
      <w:r>
        <w:t>î</w:t>
      </w:r>
      <w:r w:rsidRPr="003E4D35">
        <w:t>t de son rôle</w:t>
      </w:r>
      <w:r w:rsidR="00B97E5D">
        <w:t xml:space="preserve">. </w:t>
      </w:r>
      <w:r w:rsidRPr="003E4D35">
        <w:t>Mais Lartigue</w:t>
      </w:r>
      <w:r w:rsidR="00B97E5D">
        <w:t xml:space="preserve">, </w:t>
      </w:r>
      <w:r w:rsidRPr="003E4D35">
        <w:t>au milieu de cet émoi</w:t>
      </w:r>
      <w:r w:rsidR="00B97E5D">
        <w:t xml:space="preserve">, </w:t>
      </w:r>
      <w:r w:rsidRPr="003E4D35">
        <w:t>et sous notre poids même</w:t>
      </w:r>
      <w:r w:rsidR="00B97E5D">
        <w:t xml:space="preserve">, </w:t>
      </w:r>
      <w:r w:rsidRPr="003E4D35">
        <w:t>car nous avions bondi sur elle</w:t>
      </w:r>
      <w:r w:rsidR="00B97E5D">
        <w:t xml:space="preserve">, </w:t>
      </w:r>
      <w:r w:rsidRPr="003E4D35">
        <w:t>pensait justement que l</w:t>
      </w:r>
      <w:r w:rsidR="00B97E5D">
        <w:t>’</w:t>
      </w:r>
      <w:r w:rsidRPr="003E4D35">
        <w:t>âme est immortelle</w:t>
      </w:r>
      <w:r w:rsidR="00B97E5D">
        <w:t>.</w:t>
      </w:r>
    </w:p>
    <w:p w14:paraId="2D33333A" w14:textId="77777777" w:rsidR="00B97E5D" w:rsidRDefault="00F225BE" w:rsidP="00F225BE">
      <w:r w:rsidRPr="003E4D35">
        <w:t>De sorte que nous dirigions sur elle tout ce qui nous se</w:t>
      </w:r>
      <w:r w:rsidRPr="003E4D35">
        <w:t>m</w:t>
      </w:r>
      <w:r w:rsidRPr="003E4D35">
        <w:t>blait d</w:t>
      </w:r>
      <w:r w:rsidR="00B97E5D">
        <w:t>’</w:t>
      </w:r>
      <w:r w:rsidRPr="003E4D35">
        <w:t>un règne trop physique</w:t>
      </w:r>
      <w:r w:rsidR="00B97E5D">
        <w:t xml:space="preserve">, </w:t>
      </w:r>
      <w:r w:rsidRPr="003E4D35">
        <w:t>crabes</w:t>
      </w:r>
      <w:r w:rsidR="00B97E5D">
        <w:t xml:space="preserve">, </w:t>
      </w:r>
      <w:r w:rsidRPr="003E4D35">
        <w:t>écrevisses</w:t>
      </w:r>
      <w:r w:rsidR="00B97E5D">
        <w:t xml:space="preserve">, </w:t>
      </w:r>
      <w:r w:rsidRPr="003E4D35">
        <w:t>araignées</w:t>
      </w:r>
      <w:r w:rsidR="00B97E5D">
        <w:t xml:space="preserve">, </w:t>
      </w:r>
      <w:r w:rsidRPr="003E4D35">
        <w:t>ou tout ce qui dépassait notre morale</w:t>
      </w:r>
      <w:r w:rsidR="00B97E5D">
        <w:t xml:space="preserve">, </w:t>
      </w:r>
      <w:r w:rsidRPr="003E4D35">
        <w:t>inceste</w:t>
      </w:r>
      <w:r w:rsidR="00B97E5D">
        <w:t xml:space="preserve">, </w:t>
      </w:r>
      <w:r w:rsidRPr="003E4D35">
        <w:t>meurtre</w:t>
      </w:r>
      <w:r w:rsidR="00B97E5D">
        <w:t xml:space="preserve">, </w:t>
      </w:r>
      <w:r w:rsidRPr="003E4D35">
        <w:lastRenderedPageBreak/>
        <w:t>taoïsme</w:t>
      </w:r>
      <w:r w:rsidR="00B97E5D">
        <w:t xml:space="preserve">, </w:t>
      </w:r>
      <w:r w:rsidRPr="003E4D35">
        <w:t>lui laissant le soin d</w:t>
      </w:r>
      <w:r w:rsidR="00B97E5D">
        <w:t>’</w:t>
      </w:r>
      <w:r w:rsidRPr="003E4D35">
        <w:t>éprouver les frontières de notre âme</w:t>
      </w:r>
      <w:r w:rsidR="00B97E5D">
        <w:t xml:space="preserve">. </w:t>
      </w:r>
      <w:r w:rsidRPr="003E4D35">
        <w:t>Elle allait ainsi gentiment</w:t>
      </w:r>
      <w:r w:rsidR="00B97E5D">
        <w:t xml:space="preserve">, </w:t>
      </w:r>
      <w:r w:rsidRPr="003E4D35">
        <w:t>une ou deux fois par minute</w:t>
      </w:r>
      <w:r w:rsidR="00B97E5D">
        <w:t xml:space="preserve">, </w:t>
      </w:r>
      <w:r w:rsidRPr="003E4D35">
        <w:t>du néant à la gr</w:t>
      </w:r>
      <w:r w:rsidRPr="003E4D35">
        <w:t>â</w:t>
      </w:r>
      <w:r w:rsidRPr="003E4D35">
        <w:t>ce totale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oubliais de dire que sa main gauche était toujours froide</w:t>
      </w:r>
      <w:r w:rsidR="00B97E5D">
        <w:t xml:space="preserve">, </w:t>
      </w:r>
      <w:r w:rsidRPr="003E4D35">
        <w:t>sa main droite chaude</w:t>
      </w:r>
      <w:r w:rsidR="00B97E5D">
        <w:t xml:space="preserve">… </w:t>
      </w:r>
      <w:r w:rsidRPr="003E4D35">
        <w:t>Celle de nous qui</w:t>
      </w:r>
      <w:r w:rsidR="00B97E5D">
        <w:t xml:space="preserve">, </w:t>
      </w:r>
      <w:r w:rsidRPr="003E4D35">
        <w:t>en somme</w:t>
      </w:r>
      <w:r w:rsidR="00B97E5D">
        <w:t xml:space="preserve">, </w:t>
      </w:r>
      <w:r w:rsidRPr="003E4D35">
        <w:t>pesait le moins</w:t>
      </w:r>
      <w:r w:rsidR="00B97E5D">
        <w:t xml:space="preserve"> ; </w:t>
      </w:r>
      <w:r w:rsidRPr="003E4D35">
        <w:t>mais que cependant devant chaque émotion</w:t>
      </w:r>
      <w:r w:rsidR="00B97E5D">
        <w:t xml:space="preserve">, </w:t>
      </w:r>
      <w:r w:rsidRPr="003E4D35">
        <w:t>chaque coucher de soleil</w:t>
      </w:r>
      <w:r w:rsidR="00B97E5D">
        <w:t xml:space="preserve">, </w:t>
      </w:r>
      <w:r w:rsidRPr="003E4D35">
        <w:t>nous appelions vite</w:t>
      </w:r>
      <w:r w:rsidR="00B97E5D">
        <w:t xml:space="preserve">, </w:t>
      </w:r>
      <w:r w:rsidRPr="003E4D35">
        <w:t>comme on met un gramme dans un plateau pour annuler dans l</w:t>
      </w:r>
      <w:r w:rsidR="00B97E5D">
        <w:t>’</w:t>
      </w:r>
      <w:r w:rsidRPr="003E4D35">
        <w:t>autre le poids du papier-enveloppe et avoir la pesée exacte</w:t>
      </w:r>
      <w:r w:rsidR="00B97E5D">
        <w:t>.</w:t>
      </w:r>
    </w:p>
    <w:p w14:paraId="79B81C11" w14:textId="77777777" w:rsidR="00B97E5D" w:rsidRDefault="00F225BE" w:rsidP="00F225BE">
      <w:r w:rsidRPr="003E4D35">
        <w:t>Marie-Sévère est morte maintenant</w:t>
      </w:r>
      <w:r w:rsidR="00B97E5D">
        <w:t xml:space="preserve">. </w:t>
      </w:r>
      <w:r w:rsidRPr="003E4D35">
        <w:t>Elle était condamnée</w:t>
      </w:r>
      <w:r w:rsidR="00B97E5D">
        <w:t xml:space="preserve"> ; </w:t>
      </w:r>
      <w:r w:rsidRPr="003E4D35">
        <w:t>on nous avait prévenues de sa mort subite</w:t>
      </w:r>
      <w:r w:rsidR="00B97E5D">
        <w:t xml:space="preserve"> ; </w:t>
      </w:r>
      <w:r w:rsidRPr="003E4D35">
        <w:t>nos yeux dix ans la surveillèrent sans relâche et l</w:t>
      </w:r>
      <w:r w:rsidR="00B97E5D">
        <w:t>’</w:t>
      </w:r>
      <w:r w:rsidRPr="003E4D35">
        <w:t>on ne saurait trop dire combien sur un visage d</w:t>
      </w:r>
      <w:r w:rsidR="00B97E5D">
        <w:t>’</w:t>
      </w:r>
      <w:r w:rsidRPr="003E4D35">
        <w:t>amie il est peu de tressaillements ou de miro</w:t>
      </w:r>
      <w:r w:rsidRPr="003E4D35">
        <w:t>i</w:t>
      </w:r>
      <w:r w:rsidRPr="003E4D35">
        <w:t>tements dont on puisse jurer qu</w:t>
      </w:r>
      <w:r w:rsidR="00B97E5D">
        <w:t>’</w:t>
      </w:r>
      <w:r w:rsidRPr="003E4D35">
        <w:t>ils ne précèdent pas la mort</w:t>
      </w:r>
      <w:r w:rsidR="00B97E5D">
        <w:t xml:space="preserve">. </w:t>
      </w:r>
      <w:r w:rsidRPr="003E4D35">
        <w:t>Chacun de ses désirs était pour nous son dernier désir</w:t>
      </w:r>
      <w:r w:rsidR="00B97E5D">
        <w:t xml:space="preserve">, </w:t>
      </w:r>
      <w:r w:rsidRPr="003E4D35">
        <w:t>nous nous précipitions</w:t>
      </w:r>
      <w:r w:rsidR="00B97E5D">
        <w:t xml:space="preserve">, </w:t>
      </w:r>
      <w:r w:rsidRPr="003E4D35">
        <w:t>et nous l</w:t>
      </w:r>
      <w:r w:rsidR="00B97E5D">
        <w:t>’</w:t>
      </w:r>
      <w:r w:rsidRPr="003E4D35">
        <w:t>avions rendue autoritaire</w:t>
      </w:r>
      <w:r w:rsidR="00B97E5D">
        <w:t xml:space="preserve">. </w:t>
      </w:r>
      <w:r w:rsidRPr="003E4D35">
        <w:t>Elle se</w:t>
      </w:r>
      <w:r w:rsidRPr="003E4D35">
        <w:t>m</w:t>
      </w:r>
      <w:r w:rsidRPr="003E4D35">
        <w:t>blait parfois nous céder</w:t>
      </w:r>
      <w:r w:rsidR="00B97E5D">
        <w:t xml:space="preserve">, </w:t>
      </w:r>
      <w:r w:rsidRPr="003E4D35">
        <w:t>mais</w:t>
      </w:r>
      <w:r w:rsidR="00B97E5D">
        <w:t xml:space="preserve">, </w:t>
      </w:r>
      <w:r w:rsidRPr="003E4D35">
        <w:t>dès la fin de sa réponse avait r</w:t>
      </w:r>
      <w:r w:rsidRPr="003E4D35">
        <w:t>e</w:t>
      </w:r>
      <w:r w:rsidRPr="003E4D35">
        <w:t>pris sa volonté</w:t>
      </w:r>
      <w:r w:rsidR="00B97E5D">
        <w:t>…</w:t>
      </w:r>
    </w:p>
    <w:p w14:paraId="1E422FC1" w14:textId="77777777" w:rsidR="00B97E5D" w:rsidRDefault="00B97E5D" w:rsidP="00F225BE">
      <w:r>
        <w:t>— </w:t>
      </w:r>
      <w:r w:rsidR="00F225BE" w:rsidRPr="003E4D35">
        <w:t>Tu n</w:t>
      </w:r>
      <w:r>
        <w:t>’</w:t>
      </w:r>
      <w:r w:rsidR="00F225BE" w:rsidRPr="003E4D35">
        <w:t>auras plus de glace</w:t>
      </w:r>
      <w:r>
        <w:t xml:space="preserve">, </w:t>
      </w:r>
      <w:r w:rsidR="00F225BE" w:rsidRPr="003E4D35">
        <w:t>Marie-Sévère</w:t>
      </w:r>
      <w:r>
        <w:t>.</w:t>
      </w:r>
    </w:p>
    <w:p w14:paraId="5632C047" w14:textId="77777777" w:rsidR="00B97E5D" w:rsidRDefault="00B97E5D" w:rsidP="00F225BE">
      <w:r>
        <w:t>— </w:t>
      </w:r>
      <w:r w:rsidR="00F225BE" w:rsidRPr="003E4D35">
        <w:t>Non</w:t>
      </w:r>
      <w:r>
        <w:t xml:space="preserve">, </w:t>
      </w:r>
      <w:r w:rsidR="00F225BE" w:rsidRPr="003E4D35">
        <w:t>je n</w:t>
      </w:r>
      <w:r>
        <w:t>’</w:t>
      </w:r>
      <w:r w:rsidR="00F225BE" w:rsidRPr="003E4D35">
        <w:t>en aurai plus</w:t>
      </w:r>
      <w:r>
        <w:t xml:space="preserve">… </w:t>
      </w:r>
      <w:r w:rsidR="00F225BE" w:rsidRPr="003E4D35">
        <w:t>J</w:t>
      </w:r>
      <w:r>
        <w:t>’</w:t>
      </w:r>
      <w:r w:rsidR="00F225BE" w:rsidRPr="003E4D35">
        <w:t>en veux</w:t>
      </w:r>
      <w:r>
        <w:t>…</w:t>
      </w:r>
    </w:p>
    <w:p w14:paraId="556F7A8A" w14:textId="77777777" w:rsidR="00B97E5D" w:rsidRDefault="00F225BE" w:rsidP="00F225BE">
      <w:r w:rsidRPr="003E4D35">
        <w:t>Muette et gênée</w:t>
      </w:r>
      <w:r w:rsidR="00B97E5D">
        <w:t xml:space="preserve">, </w:t>
      </w:r>
      <w:r w:rsidRPr="003E4D35">
        <w:t>dès que notre conversation de pensio</w:t>
      </w:r>
      <w:r w:rsidRPr="003E4D35">
        <w:t>n</w:t>
      </w:r>
      <w:r w:rsidRPr="003E4D35">
        <w:t>naires prétendait s</w:t>
      </w:r>
      <w:r w:rsidR="00B97E5D">
        <w:t>’</w:t>
      </w:r>
      <w:r w:rsidRPr="003E4D35">
        <w:t>élever</w:t>
      </w:r>
      <w:r w:rsidR="00B97E5D">
        <w:t xml:space="preserve">, </w:t>
      </w:r>
      <w:r w:rsidRPr="003E4D35">
        <w:t>que nous parlions de la patrie</w:t>
      </w:r>
      <w:r w:rsidR="00B97E5D">
        <w:t xml:space="preserve">, </w:t>
      </w:r>
      <w:r w:rsidRPr="003E4D35">
        <w:t>des mariages secrets</w:t>
      </w:r>
      <w:r w:rsidR="00B97E5D">
        <w:t xml:space="preserve">, </w:t>
      </w:r>
      <w:r w:rsidRPr="003E4D35">
        <w:t>des supplices chinois</w:t>
      </w:r>
      <w:r w:rsidR="00B97E5D">
        <w:t xml:space="preserve">, </w:t>
      </w:r>
      <w:r w:rsidRPr="003E4D35">
        <w:t>comme si de tout cela elle avait une expérience intolérable</w:t>
      </w:r>
      <w:r w:rsidR="00B97E5D">
        <w:t xml:space="preserve">. </w:t>
      </w:r>
      <w:r w:rsidRPr="003E4D35">
        <w:t>Elle est morte chez moi</w:t>
      </w:r>
      <w:r w:rsidR="00B97E5D">
        <w:t xml:space="preserve">, </w:t>
      </w:r>
      <w:r w:rsidRPr="003E4D35">
        <w:t>dans ma chambre</w:t>
      </w:r>
      <w:r w:rsidR="00B97E5D">
        <w:t xml:space="preserve">, </w:t>
      </w:r>
      <w:r w:rsidRPr="003E4D35">
        <w:t>et moi</w:t>
      </w:r>
      <w:r w:rsidR="00B97E5D">
        <w:t xml:space="preserve">, </w:t>
      </w:r>
      <w:r w:rsidRPr="003E4D35">
        <w:t>toute cette semaine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dans son lit</w:t>
      </w:r>
      <w:r w:rsidR="00B97E5D">
        <w:t xml:space="preserve">, </w:t>
      </w:r>
      <w:r w:rsidRPr="003E4D35">
        <w:t>chez elle</w:t>
      </w:r>
      <w:r w:rsidR="00B97E5D">
        <w:t xml:space="preserve">, </w:t>
      </w:r>
      <w:r w:rsidRPr="003E4D35">
        <w:t>que je couchai</w:t>
      </w:r>
      <w:r w:rsidR="00B97E5D">
        <w:t xml:space="preserve">, </w:t>
      </w:r>
      <w:r w:rsidRPr="003E4D35">
        <w:t>retrouvant au réveil tous ses vêt</w:t>
      </w:r>
      <w:r w:rsidRPr="003E4D35">
        <w:t>e</w:t>
      </w:r>
      <w:r w:rsidRPr="003E4D35">
        <w:t>ments</w:t>
      </w:r>
      <w:r w:rsidR="00B97E5D">
        <w:t xml:space="preserve">, </w:t>
      </w:r>
      <w:r w:rsidRPr="003E4D35">
        <w:t>ses meubles</w:t>
      </w:r>
      <w:r w:rsidR="00B97E5D">
        <w:t xml:space="preserve">, </w:t>
      </w:r>
      <w:r w:rsidRPr="003E4D35">
        <w:t>son savon</w:t>
      </w:r>
      <w:r w:rsidR="00B97E5D">
        <w:t xml:space="preserve">, </w:t>
      </w:r>
      <w:r w:rsidRPr="003E4D35">
        <w:t>triste d</w:t>
      </w:r>
      <w:r w:rsidR="00B97E5D">
        <w:t>’</w:t>
      </w:r>
      <w:r w:rsidRPr="003E4D35">
        <w:t>habiter son corps même</w:t>
      </w:r>
      <w:r w:rsidR="00B97E5D">
        <w:t xml:space="preserve">. </w:t>
      </w:r>
      <w:r w:rsidRPr="003E4D35">
        <w:t>Juliette et Victoria m</w:t>
      </w:r>
      <w:r w:rsidR="00B97E5D">
        <w:t>’</w:t>
      </w:r>
      <w:r w:rsidRPr="003E4D35">
        <w:t>évitaient</w:t>
      </w:r>
      <w:r w:rsidR="00B97E5D">
        <w:t xml:space="preserve"> : </w:t>
      </w:r>
      <w:r w:rsidRPr="003E4D35">
        <w:t>j</w:t>
      </w:r>
      <w:r w:rsidR="00B97E5D">
        <w:t>’</w:t>
      </w:r>
      <w:r w:rsidRPr="003E4D35">
        <w:t>avais son parfum</w:t>
      </w:r>
      <w:r w:rsidR="00B97E5D">
        <w:t xml:space="preserve">. </w:t>
      </w:r>
      <w:r w:rsidRPr="003E4D35">
        <w:t>Elle mourut lentement</w:t>
      </w:r>
      <w:r w:rsidR="00B97E5D">
        <w:t xml:space="preserve">, </w:t>
      </w:r>
      <w:r w:rsidRPr="003E4D35">
        <w:t>sûrement</w:t>
      </w:r>
      <w:r w:rsidR="00B97E5D">
        <w:t xml:space="preserve">, </w:t>
      </w:r>
      <w:r w:rsidRPr="003E4D35">
        <w:t>consumée comme ceux qui se dévouent et portent sur eux un sachet de radium</w:t>
      </w:r>
      <w:r w:rsidR="00B97E5D">
        <w:t xml:space="preserve">, </w:t>
      </w:r>
      <w:r w:rsidRPr="003E4D35">
        <w:t>et d</w:t>
      </w:r>
      <w:r w:rsidR="00B97E5D">
        <w:t>’</w:t>
      </w:r>
      <w:r w:rsidRPr="003E4D35">
        <w:t>elle toujours oisive</w:t>
      </w:r>
      <w:r w:rsidR="00B97E5D">
        <w:t xml:space="preserve">, </w:t>
      </w:r>
      <w:r w:rsidRPr="003E4D35">
        <w:t>égoïste</w:t>
      </w:r>
      <w:r w:rsidR="00B97E5D">
        <w:t xml:space="preserve">, </w:t>
      </w:r>
      <w:r w:rsidRPr="003E4D35">
        <w:t xml:space="preserve">nous est resté le même souvenir que </w:t>
      </w:r>
      <w:r w:rsidRPr="003E4D35">
        <w:lastRenderedPageBreak/>
        <w:t>si elle s</w:t>
      </w:r>
      <w:r w:rsidR="00B97E5D">
        <w:t>’</w:t>
      </w:r>
      <w:r w:rsidRPr="003E4D35">
        <w:t>était d</w:t>
      </w:r>
      <w:r w:rsidRPr="003E4D35">
        <w:t>é</w:t>
      </w:r>
      <w:r w:rsidRPr="003E4D35">
        <w:t>vouée à une grande cause</w:t>
      </w:r>
      <w:r w:rsidR="00B97E5D">
        <w:t xml:space="preserve">. </w:t>
      </w:r>
      <w:r w:rsidRPr="003E4D35">
        <w:t>Elle voulait être préférée de chacune de nous</w:t>
      </w:r>
      <w:r w:rsidR="00B97E5D">
        <w:t xml:space="preserve">, </w:t>
      </w:r>
      <w:r w:rsidRPr="003E4D35">
        <w:t>et à chacune laissait croire qu</w:t>
      </w:r>
      <w:r w:rsidR="00B97E5D">
        <w:t>’</w:t>
      </w:r>
      <w:r w:rsidRPr="003E4D35">
        <w:t>elle la préférait</w:t>
      </w:r>
      <w:r w:rsidR="00B97E5D">
        <w:t xml:space="preserve">. </w:t>
      </w:r>
      <w:r w:rsidRPr="003E4D35">
        <w:t>Nous étions réunies autour d</w:t>
      </w:r>
      <w:r w:rsidR="00B97E5D">
        <w:t>’</w:t>
      </w:r>
      <w:r w:rsidRPr="003E4D35">
        <w:t>elle le jour de sa mort</w:t>
      </w:r>
      <w:r w:rsidR="00B97E5D">
        <w:t xml:space="preserve"> : – </w:t>
      </w:r>
      <w:r w:rsidRPr="003E4D35">
        <w:t>Bonheur de mourir</w:t>
      </w:r>
      <w:r w:rsidR="00B97E5D">
        <w:t xml:space="preserve"> – </w:t>
      </w:r>
      <w:r w:rsidRPr="003E4D35">
        <w:t>dit-elle seulement</w:t>
      </w:r>
      <w:r w:rsidR="00B97E5D">
        <w:t xml:space="preserve">, </w:t>
      </w:r>
      <w:r w:rsidRPr="003E4D35">
        <w:t>devant celle qu</w:t>
      </w:r>
      <w:r w:rsidR="00B97E5D">
        <w:t>’</w:t>
      </w:r>
      <w:r w:rsidRPr="003E4D35">
        <w:t>on aime</w:t>
      </w:r>
      <w:r w:rsidR="00B97E5D">
        <w:t> !</w:t>
      </w:r>
    </w:p>
    <w:p w14:paraId="5916EAB6" w14:textId="77777777" w:rsidR="00B97E5D" w:rsidRDefault="00F225BE" w:rsidP="00F225BE">
      <w:r w:rsidRPr="003E4D35">
        <w:t>On devinait qu</w:t>
      </w:r>
      <w:r w:rsidR="00B97E5D">
        <w:t>’</w:t>
      </w:r>
      <w:r w:rsidRPr="003E4D35">
        <w:t>il n</w:t>
      </w:r>
      <w:r w:rsidR="00B97E5D">
        <w:t>’</w:t>
      </w:r>
      <w:r w:rsidRPr="003E4D35">
        <w:t>y avait pas d</w:t>
      </w:r>
      <w:r w:rsidR="00B97E5D">
        <w:t>’</w:t>
      </w:r>
      <w:r w:rsidRPr="003E4D35">
        <w:rPr>
          <w:i/>
          <w:iCs/>
        </w:rPr>
        <w:t>s</w:t>
      </w:r>
      <w:r w:rsidRPr="003E4D35">
        <w:t xml:space="preserve"> à celle</w:t>
      </w:r>
      <w:r w:rsidR="00B97E5D">
        <w:t xml:space="preserve">, </w:t>
      </w:r>
      <w:r w:rsidRPr="003E4D35">
        <w:t>aussi nettement que si on l</w:t>
      </w:r>
      <w:r w:rsidR="00B97E5D">
        <w:t>’</w:t>
      </w:r>
      <w:r w:rsidRPr="003E4D35">
        <w:t>avait lu</w:t>
      </w:r>
      <w:r w:rsidR="00B97E5D">
        <w:t>.</w:t>
      </w:r>
    </w:p>
    <w:p w14:paraId="650118ED" w14:textId="77777777" w:rsidR="00B97E5D" w:rsidRDefault="00B97E5D" w:rsidP="00F225BE">
      <w:r>
        <w:t>— </w:t>
      </w:r>
      <w:r w:rsidR="00F225BE" w:rsidRPr="003E4D35">
        <w:t>Tu ne meurs pas</w:t>
      </w:r>
      <w:r>
        <w:t xml:space="preserve">, </w:t>
      </w:r>
      <w:r w:rsidR="00F225BE" w:rsidRPr="003E4D35">
        <w:t>Marie-Sévère</w:t>
      </w:r>
      <w:r>
        <w:t> !</w:t>
      </w:r>
    </w:p>
    <w:p w14:paraId="32DBB38B" w14:textId="77777777" w:rsidR="00B97E5D" w:rsidRDefault="00B97E5D" w:rsidP="00F225BE">
      <w:r>
        <w:t>— </w:t>
      </w:r>
      <w:r w:rsidR="00F225BE" w:rsidRPr="003E4D35">
        <w:t>Non</w:t>
      </w:r>
      <w:r>
        <w:t xml:space="preserve">, </w:t>
      </w:r>
      <w:r w:rsidR="00F225BE" w:rsidRPr="003E4D35">
        <w:t>je ne meurs pas</w:t>
      </w:r>
      <w:r>
        <w:t xml:space="preserve">… </w:t>
      </w:r>
      <w:r w:rsidR="00F225BE" w:rsidRPr="003E4D35">
        <w:t>Je meurs</w:t>
      </w:r>
      <w:r>
        <w:t>.</w:t>
      </w:r>
    </w:p>
    <w:p w14:paraId="24187E31" w14:textId="36421E70" w:rsidR="00B97E5D" w:rsidRDefault="00F225BE" w:rsidP="00F225BE">
      <w:r w:rsidRPr="003E4D35">
        <w:t>Nos cousins et nos institutrices nous apprenaient la vie</w:t>
      </w:r>
      <w:r w:rsidR="00B97E5D">
        <w:t xml:space="preserve">. </w:t>
      </w:r>
      <w:r w:rsidRPr="003E4D35">
        <w:t>On nous apprenait à appeler les promenades des randonnées</w:t>
      </w:r>
      <w:r w:rsidR="00B97E5D">
        <w:t xml:space="preserve">, </w:t>
      </w:r>
      <w:r w:rsidRPr="003E4D35">
        <w:t>la mort la camarde</w:t>
      </w:r>
      <w:r w:rsidR="00B97E5D">
        <w:t xml:space="preserve">, </w:t>
      </w:r>
      <w:r w:rsidRPr="003E4D35">
        <w:t>et à employer le plus possible l</w:t>
      </w:r>
      <w:r w:rsidR="00B97E5D">
        <w:t>’</w:t>
      </w:r>
      <w:r w:rsidRPr="003E4D35">
        <w:t xml:space="preserve">expression </w:t>
      </w:r>
      <w:r w:rsidR="00B97E5D">
        <w:t>« </w:t>
      </w:r>
      <w:r w:rsidRPr="003E4D35">
        <w:t>grâce d</w:t>
      </w:r>
      <w:r w:rsidR="00B97E5D">
        <w:t>’</w:t>
      </w:r>
      <w:r w:rsidRPr="003E4D35">
        <w:t>état</w:t>
      </w:r>
      <w:r w:rsidR="00B97E5D">
        <w:t xml:space="preserve"> ». </w:t>
      </w:r>
      <w:r w:rsidRPr="003E4D35">
        <w:t>On nous donnait peut-être une fausse notion du monde</w:t>
      </w:r>
      <w:r w:rsidR="00B97E5D">
        <w:t xml:space="preserve">. </w:t>
      </w:r>
      <w:r w:rsidRPr="003E4D35">
        <w:t>Je ne veux citer ici que ce dont nous étions sûres</w:t>
      </w:r>
      <w:r w:rsidR="00B97E5D">
        <w:t xml:space="preserve">, </w:t>
      </w:r>
      <w:r w:rsidRPr="003E4D35">
        <w:t>ayant obtenu la preuve par des recoupements</w:t>
      </w:r>
      <w:r w:rsidR="00B97E5D">
        <w:t xml:space="preserve">. </w:t>
      </w:r>
      <w:r w:rsidRPr="003E4D35">
        <w:t>On nous appr</w:t>
      </w:r>
      <w:r w:rsidRPr="003E4D35">
        <w:t>e</w:t>
      </w:r>
      <w:r w:rsidRPr="003E4D35">
        <w:t>nait qu</w:t>
      </w:r>
      <w:r w:rsidR="00B97E5D">
        <w:t>’</w:t>
      </w:r>
      <w:r w:rsidRPr="003E4D35">
        <w:t>en Amérique les prostituées volent les hommes</w:t>
      </w:r>
      <w:r w:rsidR="00B97E5D">
        <w:t xml:space="preserve">, </w:t>
      </w:r>
      <w:r w:rsidRPr="003E4D35">
        <w:t>restent p</w:t>
      </w:r>
      <w:r w:rsidRPr="003E4D35">
        <w:t>u</w:t>
      </w:r>
      <w:r w:rsidRPr="003E4D35">
        <w:t>res</w:t>
      </w:r>
      <w:r w:rsidR="00B97E5D">
        <w:t xml:space="preserve">, </w:t>
      </w:r>
      <w:r w:rsidRPr="003E4D35">
        <w:t>mais sont en somme des voleuses</w:t>
      </w:r>
      <w:r w:rsidR="00B97E5D">
        <w:t xml:space="preserve"> ; </w:t>
      </w:r>
      <w:r w:rsidRPr="003E4D35">
        <w:t>qu</w:t>
      </w:r>
      <w:r w:rsidR="00B97E5D">
        <w:t>’</w:t>
      </w:r>
      <w:r w:rsidRPr="003E4D35">
        <w:t>en France</w:t>
      </w:r>
      <w:r w:rsidR="00B97E5D">
        <w:t xml:space="preserve">, </w:t>
      </w:r>
      <w:r w:rsidRPr="003E4D35">
        <w:t>au contraire</w:t>
      </w:r>
      <w:r w:rsidR="00B97E5D">
        <w:t xml:space="preserve">, </w:t>
      </w:r>
      <w:r w:rsidRPr="003E4D35">
        <w:t>les voleuses préfèrent se voler entre elles</w:t>
      </w:r>
      <w:r w:rsidR="00B97E5D">
        <w:t xml:space="preserve">, </w:t>
      </w:r>
      <w:r w:rsidRPr="003E4D35">
        <w:t>car elles tombent amoureuses des victimes chloroformées</w:t>
      </w:r>
      <w:r w:rsidR="00B97E5D">
        <w:t xml:space="preserve">. </w:t>
      </w:r>
      <w:r w:rsidRPr="003E4D35">
        <w:t>On nous a</w:t>
      </w:r>
      <w:r w:rsidRPr="003E4D35">
        <w:t>p</w:t>
      </w:r>
      <w:r w:rsidRPr="003E4D35">
        <w:t>prenait que sur leur Suède gantée de lichen</w:t>
      </w:r>
      <w:r w:rsidR="00B97E5D">
        <w:t xml:space="preserve">, </w:t>
      </w:r>
      <w:r w:rsidRPr="003E4D35">
        <w:t>les Suédoises sont des volcans de neige</w:t>
      </w:r>
      <w:r w:rsidR="00B97E5D">
        <w:t xml:space="preserve">, </w:t>
      </w:r>
      <w:r w:rsidRPr="003E4D35">
        <w:t>des feux de glace</w:t>
      </w:r>
      <w:r w:rsidR="00B97E5D">
        <w:t xml:space="preserve">. </w:t>
      </w:r>
      <w:r w:rsidRPr="003E4D35">
        <w:t>Que les Petites-Russiennes imitent les écritures des vingt hommes qu</w:t>
      </w:r>
      <w:r w:rsidR="00B97E5D">
        <w:t>’</w:t>
      </w:r>
      <w:r w:rsidRPr="003E4D35">
        <w:t>elles dés</w:t>
      </w:r>
      <w:r w:rsidRPr="003E4D35">
        <w:t>i</w:t>
      </w:r>
      <w:r w:rsidRPr="003E4D35">
        <w:t>rent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écrivent à elles-mêmes vingt demandes en mariage</w:t>
      </w:r>
      <w:r w:rsidR="00B97E5D">
        <w:t xml:space="preserve">, </w:t>
      </w:r>
      <w:r w:rsidRPr="003E4D35">
        <w:t>les refusent par vingt réponses motivées</w:t>
      </w:r>
      <w:r w:rsidR="00B97E5D">
        <w:t xml:space="preserve">, </w:t>
      </w:r>
      <w:r w:rsidRPr="003E4D35">
        <w:t>et vont</w:t>
      </w:r>
      <w:r w:rsidR="00B97E5D">
        <w:t xml:space="preserve">, </w:t>
      </w:r>
      <w:r w:rsidRPr="003E4D35">
        <w:t>méprisantes</w:t>
      </w:r>
      <w:r w:rsidR="00B97E5D">
        <w:t xml:space="preserve">, </w:t>
      </w:r>
      <w:r w:rsidRPr="003E4D35">
        <w:t>par le monde</w:t>
      </w:r>
      <w:r w:rsidR="00B97E5D">
        <w:t xml:space="preserve">. </w:t>
      </w:r>
      <w:r w:rsidRPr="003E4D35">
        <w:t>Que les Américains</w:t>
      </w:r>
      <w:r w:rsidR="00B97E5D">
        <w:t xml:space="preserve">, </w:t>
      </w:r>
      <w:r w:rsidRPr="003E4D35">
        <w:t>de même que leurs étudiants ne viennent apprendre à Paris que l</w:t>
      </w:r>
      <w:r w:rsidR="00B97E5D">
        <w:t>’</w:t>
      </w:r>
      <w:r w:rsidRPr="003E4D35">
        <w:t>architecture</w:t>
      </w:r>
      <w:r w:rsidR="00B97E5D">
        <w:t xml:space="preserve">, </w:t>
      </w:r>
      <w:r w:rsidRPr="003E4D35">
        <w:t>viennent copier dans le cœur des Françaises je ne sais quelle architecture du bonheur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 xml:space="preserve">ils partent ensuite au galop établir à </w:t>
      </w:r>
      <w:proofErr w:type="spellStart"/>
      <w:r w:rsidRPr="003E4D35">
        <w:t>Minnéapolis</w:t>
      </w:r>
      <w:proofErr w:type="spellEnd"/>
      <w:r w:rsidR="00B97E5D">
        <w:t xml:space="preserve">, </w:t>
      </w:r>
      <w:r w:rsidRPr="003E4D35">
        <w:t>dans le sein des jeunes filles géantes nommées presque toujours Watson</w:t>
      </w:r>
      <w:r w:rsidR="00B97E5D">
        <w:t xml:space="preserve">. </w:t>
      </w:r>
      <w:r w:rsidRPr="003E4D35">
        <w:t>On ne nous laissait rien ignorer du Turkestan</w:t>
      </w:r>
      <w:r w:rsidR="00B97E5D">
        <w:t xml:space="preserve">, </w:t>
      </w:r>
      <w:r w:rsidRPr="003E4D35">
        <w:t>où le sultan</w:t>
      </w:r>
      <w:r w:rsidR="00B97E5D">
        <w:t xml:space="preserve">, </w:t>
      </w:r>
      <w:r w:rsidRPr="003E4D35">
        <w:t xml:space="preserve">ennemi des </w:t>
      </w:r>
      <w:r w:rsidRPr="003E4D35">
        <w:lastRenderedPageBreak/>
        <w:t>chenilles et des pucerons</w:t>
      </w:r>
      <w:r w:rsidR="00B97E5D">
        <w:t xml:space="preserve">, </w:t>
      </w:r>
      <w:r w:rsidRPr="003E4D35">
        <w:t>est précédé dans son jardin par trois petites filles qui les écrasent dans leurs doigts</w:t>
      </w:r>
      <w:r w:rsidR="00B97E5D">
        <w:t xml:space="preserve"> ; </w:t>
      </w:r>
      <w:r w:rsidRPr="003E4D35">
        <w:t>du shah de Perse</w:t>
      </w:r>
      <w:r w:rsidR="00B97E5D">
        <w:t xml:space="preserve">, </w:t>
      </w:r>
      <w:r w:rsidRPr="003E4D35">
        <w:t>de passage à Paris où il vendait la Pe</w:t>
      </w:r>
      <w:r w:rsidRPr="003E4D35">
        <w:t>r</w:t>
      </w:r>
      <w:r w:rsidRPr="003E4D35">
        <w:t>se à l</w:t>
      </w:r>
      <w:r w:rsidR="00B97E5D">
        <w:t>’</w:t>
      </w:r>
      <w:r w:rsidRPr="003E4D35">
        <w:t>Angleterre</w:t>
      </w:r>
      <w:r w:rsidR="00B97E5D">
        <w:t xml:space="preserve">, </w:t>
      </w:r>
      <w:r w:rsidRPr="003E4D35">
        <w:t>qui voulait en échange</w:t>
      </w:r>
      <w:r w:rsidR="00B97E5D">
        <w:t xml:space="preserve">, </w:t>
      </w:r>
      <w:r w:rsidRPr="003E4D35">
        <w:t xml:space="preserve">sous le nom de </w:t>
      </w:r>
      <w:r w:rsidR="00B97E5D">
        <w:t>M. </w:t>
      </w:r>
      <w:r w:rsidRPr="003E4D35">
        <w:t>Téhéran</w:t>
      </w:r>
      <w:r w:rsidR="00B97E5D">
        <w:t xml:space="preserve">, </w:t>
      </w:r>
      <w:r w:rsidRPr="003E4D35">
        <w:t>voler la plus belle danseuse de l</w:t>
      </w:r>
      <w:r w:rsidR="00B97E5D">
        <w:t>’</w:t>
      </w:r>
      <w:r w:rsidRPr="003E4D35">
        <w:t xml:space="preserve">Opéra à </w:t>
      </w:r>
      <w:r w:rsidR="00B97E5D">
        <w:t>M. </w:t>
      </w:r>
      <w:r w:rsidRPr="003E4D35">
        <w:t xml:space="preserve">Sanchez y </w:t>
      </w:r>
      <w:proofErr w:type="spellStart"/>
      <w:r w:rsidRPr="003E4D35">
        <w:t>Tolédo</w:t>
      </w:r>
      <w:proofErr w:type="spellEnd"/>
      <w:r w:rsidR="00B97E5D">
        <w:t xml:space="preserve">. </w:t>
      </w:r>
      <w:r w:rsidRPr="003E4D35">
        <w:t>Mon tuteur nous lisait dans les</w:t>
      </w:r>
      <w:r w:rsidRPr="003E4D35">
        <w:rPr>
          <w:i/>
          <w:iCs/>
        </w:rPr>
        <w:t xml:space="preserve"> Débats</w:t>
      </w:r>
      <w:r w:rsidR="00B97E5D">
        <w:rPr>
          <w:i/>
          <w:iCs/>
        </w:rPr>
        <w:t xml:space="preserve">, </w:t>
      </w:r>
      <w:r w:rsidRPr="003E4D35">
        <w:t>agacé par nos chuchotements</w:t>
      </w:r>
      <w:r w:rsidR="00B97E5D">
        <w:t xml:space="preserve">, </w:t>
      </w:r>
      <w:r w:rsidRPr="003E4D35">
        <w:t>les nouvelles de l</w:t>
      </w:r>
      <w:r w:rsidR="00B97E5D">
        <w:t>’</w:t>
      </w:r>
      <w:r w:rsidRPr="003E4D35">
        <w:t>Arabie</w:t>
      </w:r>
      <w:r w:rsidR="00B97E5D">
        <w:t xml:space="preserve">, </w:t>
      </w:r>
      <w:r w:rsidRPr="003E4D35">
        <w:t>où les femmes se marient à dix ans</w:t>
      </w:r>
      <w:r w:rsidR="00B97E5D">
        <w:t xml:space="preserve"> ; – </w:t>
      </w:r>
      <w:r w:rsidRPr="003E4D35">
        <w:t>allions-nous nous taire</w:t>
      </w:r>
      <w:r w:rsidR="00B97E5D">
        <w:t xml:space="preserve"> ? – </w:t>
      </w:r>
      <w:r w:rsidRPr="003E4D35">
        <w:t>où à dix-sept ans elles sont difformes</w:t>
      </w:r>
      <w:r w:rsidR="00B97E5D">
        <w:t xml:space="preserve"> ; </w:t>
      </w:r>
      <w:r w:rsidRPr="003E4D35">
        <w:t>un mot</w:t>
      </w:r>
      <w:r w:rsidR="00B97E5D">
        <w:t xml:space="preserve">, </w:t>
      </w:r>
      <w:r w:rsidRPr="003E4D35">
        <w:t>un mot de plus et nous étions vieilles</w:t>
      </w:r>
      <w:r w:rsidR="00B97E5D">
        <w:t xml:space="preserve"> ! </w:t>
      </w:r>
      <w:r w:rsidRPr="003E4D35">
        <w:t>De Monte-Carlo</w:t>
      </w:r>
      <w:r w:rsidR="00B97E5D">
        <w:t xml:space="preserve">, </w:t>
      </w:r>
      <w:r w:rsidRPr="003E4D35">
        <w:t>où la duchesse Coupeau met un lorgnon de presbyte pour placer sa mise</w:t>
      </w:r>
      <w:r w:rsidR="00B97E5D">
        <w:t xml:space="preserve">, </w:t>
      </w:r>
      <w:r w:rsidRPr="003E4D35">
        <w:t>puis un de myope pour suivre la bille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on pouvait apercevoir tourner toute brillante</w:t>
      </w:r>
      <w:r w:rsidR="00B97E5D">
        <w:t xml:space="preserve">, </w:t>
      </w:r>
      <w:r w:rsidRPr="003E4D35">
        <w:t>si loin qu</w:t>
      </w:r>
      <w:r w:rsidR="00B97E5D">
        <w:t>’</w:t>
      </w:r>
      <w:r w:rsidRPr="003E4D35">
        <w:t>elle fût</w:t>
      </w:r>
      <w:r w:rsidR="00B97E5D">
        <w:t xml:space="preserve">, </w:t>
      </w:r>
      <w:r w:rsidRPr="003E4D35">
        <w:t>grâce d</w:t>
      </w:r>
      <w:r w:rsidR="00B97E5D">
        <w:t>’</w:t>
      </w:r>
      <w:r w:rsidRPr="003E4D35">
        <w:t>état</w:t>
      </w:r>
      <w:r w:rsidR="00B97E5D">
        <w:t xml:space="preserve">, </w:t>
      </w:r>
      <w:r w:rsidRPr="003E4D35">
        <w:t>dans l</w:t>
      </w:r>
      <w:r w:rsidR="00B97E5D">
        <w:t>’</w:t>
      </w:r>
      <w:r w:rsidRPr="003E4D35">
        <w:t>œil de la princesse Kohn</w:t>
      </w:r>
      <w:r w:rsidR="00B97E5D">
        <w:t xml:space="preserve">. </w:t>
      </w:r>
      <w:r w:rsidRPr="003E4D35">
        <w:t>On nous apprenait que dans le métro</w:t>
      </w:r>
      <w:r w:rsidR="00B97E5D">
        <w:t xml:space="preserve">, </w:t>
      </w:r>
      <w:r w:rsidRPr="003E4D35">
        <w:t>à Paris</w:t>
      </w:r>
      <w:r w:rsidR="00B97E5D">
        <w:t xml:space="preserve">, </w:t>
      </w:r>
      <w:r w:rsidRPr="003E4D35">
        <w:t>une femme honnête peut cependant</w:t>
      </w:r>
      <w:r w:rsidR="00B97E5D">
        <w:t xml:space="preserve">, </w:t>
      </w:r>
      <w:r w:rsidRPr="003E4D35">
        <w:t>avec ce reflet d</w:t>
      </w:r>
      <w:r w:rsidR="00B97E5D">
        <w:t>’</w:t>
      </w:r>
      <w:r w:rsidRPr="003E4D35">
        <w:t>elle dans la vitre</w:t>
      </w:r>
      <w:r w:rsidR="00B97E5D">
        <w:t xml:space="preserve">, </w:t>
      </w:r>
      <w:r w:rsidRPr="003E4D35">
        <w:t>toujours vif à cause du souterrain</w:t>
      </w:r>
      <w:r w:rsidR="00B97E5D">
        <w:t xml:space="preserve">, </w:t>
      </w:r>
      <w:r w:rsidRPr="003E4D35">
        <w:t>sourire au jeune ho</w:t>
      </w:r>
      <w:r w:rsidRPr="003E4D35">
        <w:t>m</w:t>
      </w:r>
      <w:r w:rsidRPr="003E4D35">
        <w:t>me d</w:t>
      </w:r>
      <w:r w:rsidR="00B97E5D">
        <w:t>’</w:t>
      </w:r>
      <w:r w:rsidRPr="003E4D35">
        <w:t>en face</w:t>
      </w:r>
      <w:r w:rsidR="00B97E5D">
        <w:t xml:space="preserve">, – </w:t>
      </w:r>
      <w:r w:rsidRPr="003E4D35">
        <w:t>avec le reflet seulement</w:t>
      </w:r>
      <w:r w:rsidR="00B97E5D">
        <w:t xml:space="preserve">, </w:t>
      </w:r>
      <w:r w:rsidRPr="003E4D35">
        <w:t>sévère et dédaigneuse quand elle le regarde elle-même</w:t>
      </w:r>
      <w:r w:rsidR="00B97E5D">
        <w:t xml:space="preserve"> ; </w:t>
      </w:r>
      <w:r w:rsidRPr="003E4D35">
        <w:t>et</w:t>
      </w:r>
      <w:r w:rsidR="00B97E5D">
        <w:t xml:space="preserve">, </w:t>
      </w:r>
      <w:r w:rsidRPr="003E4D35">
        <w:t>avec tous nos reflets</w:t>
      </w:r>
      <w:r w:rsidR="00B97E5D">
        <w:t xml:space="preserve">, </w:t>
      </w:r>
      <w:r w:rsidRPr="003E4D35">
        <w:t>nous ne manquions pas de faire des sourires ou des promesses à l</w:t>
      </w:r>
      <w:r w:rsidR="00B97E5D">
        <w:t>’</w:t>
      </w:r>
      <w:r w:rsidRPr="003E4D35">
        <w:t>avenir</w:t>
      </w:r>
      <w:r w:rsidR="00B97E5D">
        <w:t xml:space="preserve">, </w:t>
      </w:r>
      <w:r w:rsidRPr="003E4D35">
        <w:t>au mariage</w:t>
      </w:r>
      <w:r w:rsidR="00B97E5D">
        <w:t xml:space="preserve">, </w:t>
      </w:r>
      <w:r w:rsidRPr="003E4D35">
        <w:t>pudibondes et dures s</w:t>
      </w:r>
      <w:r w:rsidR="00B97E5D">
        <w:t>’</w:t>
      </w:r>
      <w:r w:rsidRPr="003E4D35">
        <w:t>il nous regardait bien en face</w:t>
      </w:r>
      <w:r w:rsidR="00B97E5D">
        <w:t xml:space="preserve">. </w:t>
      </w:r>
      <w:r w:rsidRPr="003E4D35">
        <w:t>Peu Orientales</w:t>
      </w:r>
      <w:r w:rsidR="00B97E5D">
        <w:t xml:space="preserve">, </w:t>
      </w:r>
      <w:r w:rsidRPr="003E4D35">
        <w:t xml:space="preserve">nous nous disputions un carré de </w:t>
      </w:r>
      <w:proofErr w:type="spellStart"/>
      <w:r w:rsidRPr="003E4D35">
        <w:t>rahat</w:t>
      </w:r>
      <w:proofErr w:type="spellEnd"/>
      <w:r w:rsidRPr="003E4D35">
        <w:t xml:space="preserve"> </w:t>
      </w:r>
      <w:proofErr w:type="spellStart"/>
      <w:r w:rsidRPr="003E4D35">
        <w:t>loucoum</w:t>
      </w:r>
      <w:proofErr w:type="spellEnd"/>
      <w:r w:rsidRPr="003E4D35">
        <w:t xml:space="preserve"> comme on se dispute un gâteau sec</w:t>
      </w:r>
      <w:r w:rsidR="00B97E5D">
        <w:t xml:space="preserve">, </w:t>
      </w:r>
      <w:r w:rsidRPr="003E4D35">
        <w:t>le tirant chacune à nous</w:t>
      </w:r>
      <w:r w:rsidR="00B97E5D">
        <w:t xml:space="preserve">. </w:t>
      </w:r>
      <w:r w:rsidRPr="003E4D35">
        <w:t>Parfois de vieux généraux</w:t>
      </w:r>
      <w:r w:rsidR="00B97E5D">
        <w:t xml:space="preserve">, </w:t>
      </w:r>
      <w:r w:rsidRPr="003E4D35">
        <w:t>affectant une pate</w:t>
      </w:r>
      <w:r w:rsidRPr="003E4D35">
        <w:t>r</w:t>
      </w:r>
      <w:r w:rsidRPr="003E4D35">
        <w:t>nité parfaite</w:t>
      </w:r>
      <w:r w:rsidR="00B97E5D">
        <w:t xml:space="preserve">, </w:t>
      </w:r>
      <w:r w:rsidRPr="003E4D35">
        <w:t>nous prenaient la taille et tiraient à nos tresses</w:t>
      </w:r>
      <w:r w:rsidR="00B97E5D">
        <w:t xml:space="preserve">, </w:t>
      </w:r>
      <w:r w:rsidRPr="003E4D35">
        <w:t>s</w:t>
      </w:r>
      <w:r w:rsidRPr="003E4D35">
        <w:t>e</w:t>
      </w:r>
      <w:r w:rsidRPr="003E4D35">
        <w:t>couant notre tête sans parvenir à secouer nos yeux</w:t>
      </w:r>
      <w:r w:rsidR="00B97E5D">
        <w:t xml:space="preserve">, </w:t>
      </w:r>
      <w:r w:rsidRPr="003E4D35">
        <w:t>que nous rendions implacables comme deux disques</w:t>
      </w:r>
      <w:r w:rsidR="00B97E5D">
        <w:t xml:space="preserve">. </w:t>
      </w:r>
      <w:r w:rsidRPr="003E4D35">
        <w:t>Nous avions une maîtresse de piano déplorable</w:t>
      </w:r>
      <w:r w:rsidR="00B97E5D">
        <w:t xml:space="preserve">, </w:t>
      </w:r>
      <w:r w:rsidRPr="003E4D35">
        <w:t>mais bonne</w:t>
      </w:r>
      <w:r w:rsidR="00B97E5D">
        <w:t xml:space="preserve">, </w:t>
      </w:r>
      <w:r w:rsidRPr="003E4D35">
        <w:t>de sorte que nous faisions venir de Limoges</w:t>
      </w:r>
      <w:r w:rsidR="00B97E5D">
        <w:t xml:space="preserve">, </w:t>
      </w:r>
      <w:r w:rsidRPr="003E4D35">
        <w:t>à la dérobée</w:t>
      </w:r>
      <w:r w:rsidR="00B97E5D">
        <w:t xml:space="preserve">, </w:t>
      </w:r>
      <w:r w:rsidRPr="003E4D35">
        <w:t>un professeur du Conservatoire</w:t>
      </w:r>
      <w:r w:rsidR="00B97E5D">
        <w:t xml:space="preserve"> ; </w:t>
      </w:r>
      <w:r w:rsidRPr="003E4D35">
        <w:t>nous avions un vieux confesseur sourd</w:t>
      </w:r>
      <w:r w:rsidR="00B97E5D">
        <w:t xml:space="preserve">, </w:t>
      </w:r>
      <w:r w:rsidRPr="003E4D35">
        <w:t>de sorte que nous allions une fois par mois nous confesser en suppl</w:t>
      </w:r>
      <w:r w:rsidRPr="003E4D35">
        <w:t>é</w:t>
      </w:r>
      <w:r w:rsidRPr="003E4D35">
        <w:t>ment au chanoine de Saint-Martial</w:t>
      </w:r>
      <w:r w:rsidR="00B97E5D">
        <w:t xml:space="preserve"> ; </w:t>
      </w:r>
      <w:r w:rsidRPr="003E4D35">
        <w:t>mais tous deux étaient contents de nous</w:t>
      </w:r>
      <w:r w:rsidR="00B97E5D">
        <w:t xml:space="preserve">, </w:t>
      </w:r>
      <w:r w:rsidRPr="003E4D35">
        <w:t>nos progrès en piano et en sagesse déconce</w:t>
      </w:r>
      <w:r w:rsidRPr="003E4D35">
        <w:t>r</w:t>
      </w:r>
      <w:r w:rsidRPr="003E4D35">
        <w:t>tant Bellac</w:t>
      </w:r>
      <w:r w:rsidR="00B97E5D">
        <w:t xml:space="preserve">, </w:t>
      </w:r>
      <w:r w:rsidRPr="003E4D35">
        <w:t>et ravis d</w:t>
      </w:r>
      <w:r w:rsidR="00B97E5D">
        <w:t>’</w:t>
      </w:r>
      <w:r w:rsidRPr="003E4D35">
        <w:t>eux-mêmes</w:t>
      </w:r>
      <w:r w:rsidR="00B97E5D">
        <w:t xml:space="preserve">. </w:t>
      </w:r>
      <w:r w:rsidRPr="003E4D35">
        <w:lastRenderedPageBreak/>
        <w:t>Nous avions des cousins rev</w:t>
      </w:r>
      <w:r w:rsidRPr="003E4D35">
        <w:t>ê</w:t>
      </w:r>
      <w:r w:rsidRPr="003E4D35">
        <w:t>ches</w:t>
      </w:r>
      <w:r w:rsidR="00B97E5D">
        <w:t xml:space="preserve">, </w:t>
      </w:r>
      <w:r w:rsidRPr="003E4D35">
        <w:t>peuplés de boutons</w:t>
      </w:r>
      <w:r w:rsidR="00B97E5D">
        <w:t xml:space="preserve">, </w:t>
      </w:r>
      <w:r w:rsidRPr="003E4D35">
        <w:t>labourés par de jeunes rasoirs</w:t>
      </w:r>
      <w:r w:rsidR="00B97E5D">
        <w:t xml:space="preserve">, </w:t>
      </w:r>
      <w:r w:rsidRPr="003E4D35">
        <w:t>mais tous les jeudis</w:t>
      </w:r>
      <w:r w:rsidR="00B97E5D">
        <w:t xml:space="preserve">, </w:t>
      </w:r>
      <w:r w:rsidRPr="003E4D35">
        <w:t>à Limoges</w:t>
      </w:r>
      <w:r w:rsidR="00B97E5D">
        <w:t xml:space="preserve">, </w:t>
      </w:r>
      <w:r w:rsidRPr="003E4D35">
        <w:t>des lieutenants de hussards inco</w:t>
      </w:r>
      <w:r w:rsidRPr="003E4D35">
        <w:t>n</w:t>
      </w:r>
      <w:r w:rsidRPr="003E4D35">
        <w:t>nus</w:t>
      </w:r>
      <w:r w:rsidR="00B97E5D">
        <w:t xml:space="preserve">, </w:t>
      </w:r>
      <w:r w:rsidRPr="003E4D35">
        <w:t>cousins ravissants d</w:t>
      </w:r>
      <w:r w:rsidR="00B97E5D">
        <w:t>’</w:t>
      </w:r>
      <w:r w:rsidRPr="003E4D35">
        <w:t>autres filles</w:t>
      </w:r>
      <w:r w:rsidR="00B97E5D">
        <w:t xml:space="preserve">, </w:t>
      </w:r>
      <w:r w:rsidRPr="003E4D35">
        <w:t>nous suivaient</w:t>
      </w:r>
      <w:r w:rsidR="00B97E5D">
        <w:t xml:space="preserve">. </w:t>
      </w:r>
      <w:r w:rsidRPr="003E4D35">
        <w:t>De sorte que la vie et l</w:t>
      </w:r>
      <w:r w:rsidR="00B97E5D">
        <w:t>’</w:t>
      </w:r>
      <w:r w:rsidRPr="003E4D35">
        <w:t>âme nous apparaissaient déjà doubles</w:t>
      </w:r>
      <w:r w:rsidR="00B97E5D">
        <w:t xml:space="preserve">. </w:t>
      </w:r>
      <w:r w:rsidRPr="003E4D35">
        <w:t>Tout ce qui plus tard deviendrait nos armes pénétrait jusqu</w:t>
      </w:r>
      <w:r w:rsidR="00B97E5D">
        <w:t>’</w:t>
      </w:r>
      <w:r w:rsidRPr="003E4D35">
        <w:t>à nous par les canaux les plus secrets</w:t>
      </w:r>
      <w:r w:rsidR="00B97E5D">
        <w:t xml:space="preserve">, </w:t>
      </w:r>
      <w:r w:rsidRPr="003E4D35">
        <w:t>le Baume Salva dans un faux-livre</w:t>
      </w:r>
      <w:r w:rsidR="00B97E5D">
        <w:t xml:space="preserve">, </w:t>
      </w:r>
      <w:r w:rsidRPr="003E4D35">
        <w:t>la Crème-de-Beauté cachée dans un pain d</w:t>
      </w:r>
      <w:r w:rsidR="00B97E5D">
        <w:t>’</w:t>
      </w:r>
      <w:r w:rsidRPr="003E4D35">
        <w:t>épice</w:t>
      </w:r>
      <w:r w:rsidR="00B97E5D">
        <w:t xml:space="preserve">, </w:t>
      </w:r>
      <w:r w:rsidRPr="003E4D35">
        <w:t>la poudre de riz de l</w:t>
      </w:r>
      <w:r w:rsidR="00B97E5D">
        <w:t>’</w:t>
      </w:r>
      <w:r w:rsidRPr="003E4D35">
        <w:t>Empereur de Chine dans un poche de manchon</w:t>
      </w:r>
      <w:r w:rsidR="00B97E5D">
        <w:t xml:space="preserve">, </w:t>
      </w:r>
      <w:r w:rsidRPr="003E4D35">
        <w:t>comme les instruments qui</w:t>
      </w:r>
      <w:r w:rsidR="00B97E5D">
        <w:t xml:space="preserve">, </w:t>
      </w:r>
      <w:r w:rsidRPr="003E4D35">
        <w:t>réunis</w:t>
      </w:r>
      <w:r w:rsidR="00B97E5D">
        <w:t xml:space="preserve">, </w:t>
      </w:r>
      <w:r w:rsidRPr="003E4D35">
        <w:t>scient les barreaux des prisonniers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ces choses secrètes</w:t>
      </w:r>
      <w:r w:rsidR="00B97E5D">
        <w:t xml:space="preserve">, </w:t>
      </w:r>
      <w:r w:rsidRPr="003E4D35">
        <w:t>nous nous en barbouillions les joues</w:t>
      </w:r>
      <w:r w:rsidR="00B97E5D">
        <w:t xml:space="preserve">, </w:t>
      </w:r>
      <w:r w:rsidRPr="003E4D35">
        <w:t>nous les étalions sur notre visage et les promenions innoce</w:t>
      </w:r>
      <w:r w:rsidRPr="003E4D35">
        <w:t>m</w:t>
      </w:r>
      <w:r w:rsidRPr="003E4D35">
        <w:t>ment par la Promenade du Coq</w:t>
      </w:r>
      <w:r w:rsidR="00B97E5D">
        <w:t xml:space="preserve"> ; </w:t>
      </w:r>
      <w:r w:rsidRPr="003E4D35">
        <w:t>les cheveux bourrés d</w:t>
      </w:r>
      <w:r w:rsidR="00B97E5D">
        <w:t>’</w:t>
      </w:r>
      <w:r w:rsidRPr="003E4D35">
        <w:t>invis</w:t>
      </w:r>
      <w:r w:rsidRPr="003E4D35">
        <w:t>i</w:t>
      </w:r>
      <w:r w:rsidRPr="003E4D35">
        <w:t>bles épingles dorées</w:t>
      </w:r>
      <w:r w:rsidR="00B97E5D">
        <w:t xml:space="preserve">, </w:t>
      </w:r>
      <w:r w:rsidRPr="003E4D35">
        <w:t>dont parfois une tombait à terre</w:t>
      </w:r>
      <w:r w:rsidR="00B97E5D">
        <w:t xml:space="preserve">, </w:t>
      </w:r>
      <w:r w:rsidRPr="003E4D35">
        <w:t>sans que nous daignions l</w:t>
      </w:r>
      <w:r w:rsidR="00B97E5D">
        <w:t>’</w:t>
      </w:r>
      <w:r w:rsidRPr="003E4D35">
        <w:t>apercevoir</w:t>
      </w:r>
      <w:r w:rsidR="00B97E5D">
        <w:t xml:space="preserve">, </w:t>
      </w:r>
      <w:r w:rsidRPr="003E4D35">
        <w:t>la laissant ramasser par une du</w:t>
      </w:r>
      <w:r w:rsidRPr="003E4D35">
        <w:t>è</w:t>
      </w:r>
      <w:r w:rsidRPr="003E4D35">
        <w:t>gne</w:t>
      </w:r>
      <w:r w:rsidR="00B97E5D">
        <w:t xml:space="preserve">, </w:t>
      </w:r>
      <w:r w:rsidRPr="003E4D35">
        <w:t>comme une reine le fait d</w:t>
      </w:r>
      <w:r w:rsidR="00B97E5D">
        <w:t>’</w:t>
      </w:r>
      <w:r w:rsidRPr="003E4D35">
        <w:t>un amant maladroit</w:t>
      </w:r>
      <w:r w:rsidR="00B97E5D">
        <w:t xml:space="preserve"> ; </w:t>
      </w:r>
      <w:r w:rsidRPr="003E4D35">
        <w:t>des rubans roses ou noirs sortant tout d</w:t>
      </w:r>
      <w:r w:rsidR="00B97E5D">
        <w:t>’</w:t>
      </w:r>
      <w:r w:rsidRPr="003E4D35">
        <w:t>un coup de nos manches</w:t>
      </w:r>
      <w:r w:rsidR="00B97E5D">
        <w:t xml:space="preserve">, </w:t>
      </w:r>
      <w:r w:rsidRPr="003E4D35">
        <w:t>sur le</w:t>
      </w:r>
      <w:r w:rsidRPr="003E4D35">
        <w:t>s</w:t>
      </w:r>
      <w:r w:rsidRPr="003E4D35">
        <w:t>quels il eût suffi</w:t>
      </w:r>
      <w:r w:rsidR="00B97E5D">
        <w:t xml:space="preserve">, </w:t>
      </w:r>
      <w:r w:rsidRPr="003E4D35">
        <w:t>peut-être</w:t>
      </w:r>
      <w:r w:rsidR="00B97E5D">
        <w:t xml:space="preserve">, </w:t>
      </w:r>
      <w:r w:rsidRPr="003E4D35">
        <w:t>de tirer pour nous ouvrir comme des boîtes à dragées</w:t>
      </w:r>
      <w:r w:rsidR="00B97E5D">
        <w:t xml:space="preserve">. </w:t>
      </w:r>
      <w:r w:rsidRPr="003E4D35">
        <w:t>Nous avions des pyjamas</w:t>
      </w:r>
      <w:r w:rsidR="00B97E5D">
        <w:t xml:space="preserve">, </w:t>
      </w:r>
      <w:r w:rsidRPr="003E4D35">
        <w:t>que nous mettions à minuit</w:t>
      </w:r>
      <w:r w:rsidR="00B97E5D">
        <w:t xml:space="preserve">, </w:t>
      </w:r>
      <w:r w:rsidRPr="003E4D35">
        <w:t>nous nous réveillions avant l</w:t>
      </w:r>
      <w:r w:rsidR="00B97E5D">
        <w:t>’</w:t>
      </w:r>
      <w:r w:rsidRPr="003E4D35">
        <w:t>aurore pour les remplacer par nos chemises</w:t>
      </w:r>
      <w:r w:rsidR="00B97E5D">
        <w:t xml:space="preserve">, </w:t>
      </w:r>
      <w:r w:rsidRPr="003E4D35">
        <w:t>et jamais l</w:t>
      </w:r>
      <w:r w:rsidR="00B97E5D">
        <w:t>’</w:t>
      </w:r>
      <w:r w:rsidRPr="003E4D35">
        <w:t>on ne nous surprit dans nos m</w:t>
      </w:r>
      <w:r w:rsidRPr="003E4D35">
        <w:t>é</w:t>
      </w:r>
      <w:r w:rsidRPr="003E4D35">
        <w:t>tamorphoses</w:t>
      </w:r>
      <w:r w:rsidR="00B97E5D">
        <w:t xml:space="preserve">. </w:t>
      </w:r>
      <w:r w:rsidRPr="003E4D35">
        <w:t>Nous avions découvert</w:t>
      </w:r>
      <w:r w:rsidR="00B97E5D">
        <w:t xml:space="preserve">, </w:t>
      </w:r>
      <w:r w:rsidRPr="003E4D35">
        <w:t>après quinze années d</w:t>
      </w:r>
      <w:r w:rsidR="00B97E5D">
        <w:t>’</w:t>
      </w:r>
      <w:r w:rsidRPr="003E4D35">
        <w:t>e</w:t>
      </w:r>
      <w:r w:rsidRPr="003E4D35">
        <w:t>s</w:t>
      </w:r>
      <w:r w:rsidRPr="003E4D35">
        <w:t>pionnage et d</w:t>
      </w:r>
      <w:r w:rsidR="00B97E5D">
        <w:t>’</w:t>
      </w:r>
      <w:r w:rsidRPr="003E4D35">
        <w:t>expérience</w:t>
      </w:r>
      <w:r w:rsidR="00B97E5D">
        <w:t xml:space="preserve">, </w:t>
      </w:r>
      <w:r w:rsidRPr="003E4D35">
        <w:t>que c</w:t>
      </w:r>
      <w:r w:rsidR="00B97E5D">
        <w:t>’</w:t>
      </w:r>
      <w:r w:rsidRPr="003E4D35">
        <w:t>est de trois heures vingt à qu</w:t>
      </w:r>
      <w:r w:rsidRPr="003E4D35">
        <w:t>a</w:t>
      </w:r>
      <w:r w:rsidRPr="003E4D35">
        <w:t>tre heures dix que la fatigue de la vie se faisait sentir chez nos aînées</w:t>
      </w:r>
      <w:r w:rsidR="00B97E5D">
        <w:t xml:space="preserve">, </w:t>
      </w:r>
      <w:r w:rsidRPr="003E4D35">
        <w:t>et que leur surveillance était en défaut</w:t>
      </w:r>
      <w:r w:rsidR="00B97E5D">
        <w:t xml:space="preserve">. </w:t>
      </w:r>
      <w:r w:rsidRPr="003E4D35">
        <w:t>Dès trois heures vingt et une nous respirions à une fiole d</w:t>
      </w:r>
      <w:r w:rsidR="00B97E5D">
        <w:t>’</w:t>
      </w:r>
      <w:r w:rsidRPr="003E4D35">
        <w:t>éther</w:t>
      </w:r>
      <w:r w:rsidR="00B97E5D">
        <w:t xml:space="preserve">, </w:t>
      </w:r>
      <w:r w:rsidRPr="003E4D35">
        <w:t>nous fumions une cigarette ambrée</w:t>
      </w:r>
      <w:r w:rsidR="00B97E5D">
        <w:t xml:space="preserve">, </w:t>
      </w:r>
      <w:r w:rsidRPr="003E4D35">
        <w:t>nous débouchions une bouteille de Céle</w:t>
      </w:r>
      <w:r w:rsidRPr="003E4D35">
        <w:t>s</w:t>
      </w:r>
      <w:r w:rsidRPr="003E4D35">
        <w:t>tins pour contrôler si c</w:t>
      </w:r>
      <w:r w:rsidR="00B97E5D">
        <w:t>’</w:t>
      </w:r>
      <w:r w:rsidRPr="003E4D35">
        <w:t>est vraiment l</w:t>
      </w:r>
      <w:r w:rsidR="00B97E5D">
        <w:t>’</w:t>
      </w:r>
      <w:r w:rsidRPr="003E4D35">
        <w:t>eau qui a le plus le goût de larmes</w:t>
      </w:r>
      <w:r w:rsidR="00B97E5D">
        <w:t xml:space="preserve">, </w:t>
      </w:r>
      <w:r w:rsidRPr="003E4D35">
        <w:t>nous brûlions du houx à la chandelle pour avoir l</w:t>
      </w:r>
      <w:r w:rsidR="00B97E5D">
        <w:t>’</w:t>
      </w:r>
      <w:r w:rsidRPr="003E4D35">
        <w:t>odeur exacte de l</w:t>
      </w:r>
      <w:r w:rsidR="00B97E5D">
        <w:t>’</w:t>
      </w:r>
      <w:r w:rsidRPr="003E4D35">
        <w:t>opium</w:t>
      </w:r>
      <w:r w:rsidR="00B97E5D">
        <w:t xml:space="preserve">, </w:t>
      </w:r>
      <w:r w:rsidRPr="003E4D35">
        <w:t>et quand à quatre heures onze le plus méfiant des êtres fatigués arrivait</w:t>
      </w:r>
      <w:r w:rsidR="00B97E5D">
        <w:t xml:space="preserve">, </w:t>
      </w:r>
      <w:r w:rsidRPr="003E4D35">
        <w:t>il ne trouvait que deux portes ouve</w:t>
      </w:r>
      <w:r w:rsidRPr="003E4D35">
        <w:t>r</w:t>
      </w:r>
      <w:r w:rsidRPr="003E4D35">
        <w:t>tes</w:t>
      </w:r>
      <w:r w:rsidR="00B97E5D">
        <w:t xml:space="preserve">, </w:t>
      </w:r>
      <w:r w:rsidRPr="003E4D35">
        <w:t>deux fenêtres ouvertes</w:t>
      </w:r>
      <w:r w:rsidR="00B97E5D">
        <w:t xml:space="preserve">, </w:t>
      </w:r>
      <w:r w:rsidRPr="003E4D35">
        <w:t>un parfum de sorcière</w:t>
      </w:r>
      <w:r w:rsidR="00B97E5D">
        <w:t>…</w:t>
      </w:r>
    </w:p>
    <w:p w14:paraId="5E38E94D" w14:textId="77777777" w:rsidR="00B97E5D" w:rsidRDefault="00F225BE" w:rsidP="00F225BE">
      <w:r w:rsidRPr="003E4D35">
        <w:lastRenderedPageBreak/>
        <w:t>Ainsi</w:t>
      </w:r>
      <w:r w:rsidR="00B97E5D">
        <w:t xml:space="preserve">, </w:t>
      </w:r>
      <w:r w:rsidRPr="003E4D35">
        <w:t>chaque après-midi</w:t>
      </w:r>
      <w:r w:rsidR="00B97E5D">
        <w:t xml:space="preserve">, </w:t>
      </w:r>
      <w:r w:rsidRPr="003E4D35">
        <w:t>nous jetions toutes quatre au m</w:t>
      </w:r>
      <w:r w:rsidRPr="003E4D35">
        <w:t>i</w:t>
      </w:r>
      <w:r w:rsidRPr="003E4D35">
        <w:t>lieu de nous nos années éparses</w:t>
      </w:r>
      <w:r w:rsidR="00B97E5D">
        <w:t xml:space="preserve">, </w:t>
      </w:r>
      <w:r w:rsidRPr="003E4D35">
        <w:t>et l</w:t>
      </w:r>
      <w:r w:rsidR="00B97E5D">
        <w:t>’</w:t>
      </w:r>
      <w:r w:rsidRPr="003E4D35">
        <w:t>une avait le droit d</w:t>
      </w:r>
      <w:r w:rsidR="00B97E5D">
        <w:t>’</w:t>
      </w:r>
      <w:r w:rsidRPr="003E4D35">
        <w:t>en prendre plus que son compte</w:t>
      </w:r>
      <w:r w:rsidR="00B97E5D">
        <w:t xml:space="preserve">, </w:t>
      </w:r>
      <w:r w:rsidRPr="003E4D35">
        <w:t>devenait soucieuse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autre moins que son compte</w:t>
      </w:r>
      <w:r w:rsidR="00B97E5D">
        <w:t xml:space="preserve">, </w:t>
      </w:r>
      <w:r w:rsidRPr="003E4D35">
        <w:t>devenait notre enfant</w:t>
      </w:r>
      <w:r w:rsidR="00B97E5D">
        <w:t xml:space="preserve">. </w:t>
      </w:r>
      <w:r w:rsidRPr="003E4D35">
        <w:t>Nous nous sentions un corps plein</w:t>
      </w:r>
      <w:r w:rsidR="00B97E5D">
        <w:t xml:space="preserve">, </w:t>
      </w:r>
      <w:r w:rsidRPr="003E4D35">
        <w:t>des sens à peine creusés par lui et les démons ne pouvaient y pénétrer plus que la pluie dans une oreille</w:t>
      </w:r>
      <w:r w:rsidR="00B97E5D">
        <w:t xml:space="preserve">. </w:t>
      </w:r>
      <w:r w:rsidRPr="003E4D35">
        <w:t>Il nous eût été bien facile</w:t>
      </w:r>
      <w:r w:rsidR="00B97E5D">
        <w:t xml:space="preserve">, </w:t>
      </w:r>
      <w:r w:rsidRPr="003E4D35">
        <w:t>avec cette Victoria</w:t>
      </w:r>
      <w:r w:rsidR="00B97E5D">
        <w:t xml:space="preserve">, </w:t>
      </w:r>
      <w:r w:rsidRPr="003E4D35">
        <w:t>si proche</w:t>
      </w:r>
      <w:r w:rsidR="00B97E5D">
        <w:t xml:space="preserve">, </w:t>
      </w:r>
      <w:r w:rsidRPr="003E4D35">
        <w:t>par sa m</w:t>
      </w:r>
      <w:r w:rsidRPr="003E4D35">
        <w:t>é</w:t>
      </w:r>
      <w:r w:rsidRPr="003E4D35">
        <w:t>moire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existence antérieure</w:t>
      </w:r>
      <w:r w:rsidR="00B97E5D">
        <w:t xml:space="preserve">, </w:t>
      </w:r>
      <w:r w:rsidRPr="003E4D35">
        <w:t>avec cette Marie-Sévère si vo</w:t>
      </w:r>
      <w:r w:rsidRPr="003E4D35">
        <w:t>i</w:t>
      </w:r>
      <w:r w:rsidRPr="003E4D35">
        <w:t>sine</w:t>
      </w:r>
      <w:r w:rsidR="00B97E5D">
        <w:t xml:space="preserve">, </w:t>
      </w:r>
      <w:r w:rsidRPr="003E4D35">
        <w:t>elle</w:t>
      </w:r>
      <w:r w:rsidR="00B97E5D">
        <w:t xml:space="preserve">, </w:t>
      </w:r>
      <w:r w:rsidRPr="003E4D35">
        <w:t>de la mort</w:t>
      </w:r>
      <w:r w:rsidR="00B97E5D">
        <w:t xml:space="preserve">, </w:t>
      </w:r>
      <w:r w:rsidRPr="003E4D35">
        <w:t>de faire de notre présent un terrain plus réduit encore et plus pathétique que ce tréteau sur lequel No</w:t>
      </w:r>
      <w:r w:rsidRPr="003E4D35">
        <w:t>r</w:t>
      </w:r>
      <w:r w:rsidRPr="003E4D35">
        <w:t>végiennes et Russes boxent la vie</w:t>
      </w:r>
      <w:r w:rsidR="00B97E5D">
        <w:t xml:space="preserve">. </w:t>
      </w:r>
      <w:r w:rsidRPr="003E4D35">
        <w:t>Mais nous étions des França</w:t>
      </w:r>
      <w:r w:rsidRPr="003E4D35">
        <w:t>i</w:t>
      </w:r>
      <w:r w:rsidRPr="003E4D35">
        <w:t>ses</w:t>
      </w:r>
      <w:r w:rsidR="00B97E5D">
        <w:t xml:space="preserve">. </w:t>
      </w:r>
      <w:r w:rsidRPr="003E4D35">
        <w:t>Mais</w:t>
      </w:r>
      <w:r w:rsidR="00B97E5D">
        <w:t xml:space="preserve">, </w:t>
      </w:r>
      <w:r w:rsidRPr="003E4D35">
        <w:t>à Bellac</w:t>
      </w:r>
      <w:r w:rsidR="00B97E5D">
        <w:t xml:space="preserve">, </w:t>
      </w:r>
      <w:r w:rsidRPr="003E4D35">
        <w:t>on se laisse conduire par la faim et la soif</w:t>
      </w:r>
      <w:r w:rsidR="00B97E5D">
        <w:t xml:space="preserve">, </w:t>
      </w:r>
      <w:r w:rsidRPr="003E4D35">
        <w:t>par la fatigue et le sommeil</w:t>
      </w:r>
      <w:r w:rsidR="00B97E5D">
        <w:t xml:space="preserve">, </w:t>
      </w:r>
      <w:r w:rsidRPr="003E4D35">
        <w:t>seules marées des campagnes</w:t>
      </w:r>
      <w:r w:rsidR="00B97E5D">
        <w:t xml:space="preserve">, </w:t>
      </w:r>
      <w:r w:rsidRPr="003E4D35">
        <w:t>et par tout ce qui dilate et rassemble une famille autour de sa ma</w:t>
      </w:r>
      <w:r w:rsidRPr="003E4D35">
        <w:t>i</w:t>
      </w:r>
      <w:r w:rsidRPr="003E4D35">
        <w:t>son ou de sa ferme</w:t>
      </w:r>
      <w:r w:rsidR="00B97E5D">
        <w:t xml:space="preserve">. </w:t>
      </w:r>
      <w:r w:rsidRPr="003E4D35">
        <w:t>La courroie qui unit les deux repas</w:t>
      </w:r>
      <w:r w:rsidR="00B97E5D">
        <w:t xml:space="preserve">, </w:t>
      </w:r>
      <w:r w:rsidRPr="003E4D35">
        <w:t>le rideau qu</w:t>
      </w:r>
      <w:r w:rsidR="00B97E5D">
        <w:t>’</w:t>
      </w:r>
      <w:r w:rsidRPr="003E4D35">
        <w:t>on tire le soir</w:t>
      </w:r>
      <w:r w:rsidR="00B97E5D">
        <w:t xml:space="preserve">, </w:t>
      </w:r>
      <w:r w:rsidRPr="003E4D35">
        <w:t>tout fonctionnait à merveille</w:t>
      </w:r>
      <w:r w:rsidR="00B97E5D">
        <w:t xml:space="preserve">. </w:t>
      </w:r>
      <w:r w:rsidRPr="003E4D35">
        <w:t>Nous ne che</w:t>
      </w:r>
      <w:r w:rsidRPr="003E4D35">
        <w:t>r</w:t>
      </w:r>
      <w:r w:rsidRPr="003E4D35">
        <w:t>chions pas</w:t>
      </w:r>
      <w:r w:rsidR="00B97E5D">
        <w:t xml:space="preserve">, </w:t>
      </w:r>
      <w:r w:rsidRPr="003E4D35">
        <w:t>comme les snobs à Paris</w:t>
      </w:r>
      <w:r w:rsidR="00B97E5D">
        <w:t xml:space="preserve">, </w:t>
      </w:r>
      <w:r w:rsidRPr="003E4D35">
        <w:t>la destinée ou la politique dans les mots des concierges</w:t>
      </w:r>
      <w:r w:rsidR="00B97E5D">
        <w:t xml:space="preserve">. </w:t>
      </w:r>
      <w:r w:rsidRPr="003E4D35">
        <w:t>Nous ne trichions pas dans les anecdotes</w:t>
      </w:r>
      <w:r w:rsidR="00B97E5D">
        <w:t xml:space="preserve">, </w:t>
      </w:r>
      <w:r w:rsidRPr="003E4D35">
        <w:t>pour donner au monde un aspect de folie ou de st</w:t>
      </w:r>
      <w:r w:rsidRPr="003E4D35">
        <w:t>u</w:t>
      </w:r>
      <w:r w:rsidRPr="003E4D35">
        <w:t>pidité</w:t>
      </w:r>
      <w:r w:rsidR="00B97E5D">
        <w:t xml:space="preserve">, </w:t>
      </w:r>
      <w:r w:rsidRPr="003E4D35">
        <w:t>nous ne rencontrions pas le cousin de Kipling le jour où nous pr</w:t>
      </w:r>
      <w:r w:rsidRPr="003E4D35">
        <w:t>o</w:t>
      </w:r>
      <w:r w:rsidRPr="003E4D35">
        <w:t>noncions son nom</w:t>
      </w:r>
      <w:r w:rsidR="00B97E5D">
        <w:t xml:space="preserve">, </w:t>
      </w:r>
      <w:r w:rsidRPr="003E4D35">
        <w:t>notre fabricant de cercueils ne s</w:t>
      </w:r>
      <w:r w:rsidR="00B97E5D">
        <w:t>’</w:t>
      </w:r>
      <w:r w:rsidRPr="003E4D35">
        <w:t>appelait pas Courteline</w:t>
      </w:r>
      <w:r w:rsidR="00B97E5D">
        <w:t xml:space="preserve">. </w:t>
      </w:r>
      <w:r w:rsidRPr="003E4D35">
        <w:t>Nous avions des yeux sans double fond</w:t>
      </w:r>
      <w:r w:rsidR="00B97E5D">
        <w:t xml:space="preserve">, </w:t>
      </w:r>
      <w:r w:rsidRPr="003E4D35">
        <w:t>un cœur ovale et qui jamais ne se mettait de biais</w:t>
      </w:r>
      <w:r w:rsidR="00B97E5D">
        <w:t xml:space="preserve"> ; </w:t>
      </w:r>
      <w:r w:rsidRPr="003E4D35">
        <w:t>et ceux qui paraissent aux Parisiens des êtres étranges</w:t>
      </w:r>
      <w:r w:rsidR="00B97E5D">
        <w:t xml:space="preserve">, </w:t>
      </w:r>
      <w:r w:rsidRPr="003E4D35">
        <w:t>les grands-ducs russes qui d</w:t>
      </w:r>
      <w:r w:rsidRPr="003E4D35">
        <w:t>é</w:t>
      </w:r>
      <w:r w:rsidRPr="003E4D35">
        <w:t>jeunent en jouant du tambour</w:t>
      </w:r>
      <w:r w:rsidR="00B97E5D">
        <w:t xml:space="preserve">, </w:t>
      </w:r>
      <w:r w:rsidRPr="003E4D35">
        <w:t>les Américaines qui se font raser le crâne pour porter une chevelure en tulle</w:t>
      </w:r>
      <w:r w:rsidR="00B97E5D">
        <w:t xml:space="preserve">, </w:t>
      </w:r>
      <w:r w:rsidRPr="003E4D35">
        <w:t>nous voyions que c</w:t>
      </w:r>
      <w:r w:rsidR="00B97E5D">
        <w:t>’</w:t>
      </w:r>
      <w:r w:rsidRPr="003E4D35">
        <w:t>était une malfaçon</w:t>
      </w:r>
      <w:r w:rsidR="00B97E5D">
        <w:t xml:space="preserve">, </w:t>
      </w:r>
      <w:r w:rsidRPr="003E4D35">
        <w:t>nous en avions pitié</w:t>
      </w:r>
      <w:r w:rsidR="00B97E5D">
        <w:t xml:space="preserve">. </w:t>
      </w:r>
      <w:r w:rsidRPr="003E4D35">
        <w:t>Point de sort non plus</w:t>
      </w:r>
      <w:r w:rsidR="00B97E5D">
        <w:t xml:space="preserve">, </w:t>
      </w:r>
      <w:r w:rsidRPr="003E4D35">
        <w:t>de malédiction divine sur nos cousins ou nos p</w:t>
      </w:r>
      <w:r w:rsidRPr="003E4D35">
        <w:t>a</w:t>
      </w:r>
      <w:r w:rsidRPr="003E4D35">
        <w:t>rents</w:t>
      </w:r>
      <w:r w:rsidR="00B97E5D">
        <w:t xml:space="preserve">, </w:t>
      </w:r>
      <w:r w:rsidRPr="003E4D35">
        <w:t>et quand ils partaient pour la chasse</w:t>
      </w:r>
      <w:r w:rsidR="00B97E5D">
        <w:t xml:space="preserve">, </w:t>
      </w:r>
      <w:r w:rsidRPr="003E4D35">
        <w:t>entre deux perdrix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une marquée de Dieu et l</w:t>
      </w:r>
      <w:r w:rsidR="00B97E5D">
        <w:t>’</w:t>
      </w:r>
      <w:r w:rsidRPr="003E4D35">
        <w:t>autre perdrix simple</w:t>
      </w:r>
      <w:r w:rsidR="00B97E5D">
        <w:t xml:space="preserve">, </w:t>
      </w:r>
      <w:r w:rsidRPr="003E4D35">
        <w:t xml:space="preserve">nous étions </w:t>
      </w:r>
      <w:proofErr w:type="spellStart"/>
      <w:r w:rsidRPr="003E4D35">
        <w:t>s</w:t>
      </w:r>
      <w:r w:rsidRPr="003E4D35">
        <w:t>û</w:t>
      </w:r>
      <w:r w:rsidRPr="003E4D35">
        <w:t>res</w:t>
      </w:r>
      <w:proofErr w:type="spellEnd"/>
      <w:r w:rsidRPr="003E4D35">
        <w:t xml:space="preserve"> que leur fusil se tournerait irrésistiblement vers le perdreau</w:t>
      </w:r>
      <w:r w:rsidR="00B97E5D">
        <w:t>.</w:t>
      </w:r>
    </w:p>
    <w:p w14:paraId="6A59439B" w14:textId="77777777" w:rsidR="00B97E5D" w:rsidRDefault="00F225BE" w:rsidP="00F225BE">
      <w:r w:rsidRPr="003E4D35">
        <w:lastRenderedPageBreak/>
        <w:t>Notre ville était posée sur la route nationale de Paris à To</w:t>
      </w:r>
      <w:r w:rsidRPr="003E4D35">
        <w:t>u</w:t>
      </w:r>
      <w:r w:rsidRPr="003E4D35">
        <w:t>louse</w:t>
      </w:r>
      <w:r w:rsidR="00B97E5D">
        <w:t xml:space="preserve">, </w:t>
      </w:r>
      <w:r w:rsidRPr="003E4D35">
        <w:t>nos domaines les plus éloignés allaient à quelques lieues au sud</w:t>
      </w:r>
      <w:r w:rsidR="00B97E5D">
        <w:t xml:space="preserve">, </w:t>
      </w:r>
      <w:r w:rsidRPr="003E4D35">
        <w:t>et entre la borne 405 et la borne 420</w:t>
      </w:r>
      <w:r w:rsidR="00B97E5D">
        <w:t xml:space="preserve">, </w:t>
      </w:r>
      <w:r w:rsidRPr="003E4D35">
        <w:t>atteignant ce d</w:t>
      </w:r>
      <w:r w:rsidRPr="003E4D35">
        <w:t>e</w:t>
      </w:r>
      <w:r w:rsidRPr="003E4D35">
        <w:t>gré suprême en cas de beau temps fixe</w:t>
      </w:r>
      <w:r w:rsidR="00B97E5D">
        <w:t xml:space="preserve">, </w:t>
      </w:r>
      <w:r w:rsidRPr="003E4D35">
        <w:t>nous la goûtions</w:t>
      </w:r>
      <w:r w:rsidR="00B97E5D">
        <w:t xml:space="preserve">, </w:t>
      </w:r>
      <w:r w:rsidRPr="003E4D35">
        <w:t>co</w:t>
      </w:r>
      <w:r w:rsidRPr="003E4D35">
        <w:t>m</w:t>
      </w:r>
      <w:r w:rsidRPr="003E4D35">
        <w:t>me on l</w:t>
      </w:r>
      <w:r w:rsidR="00B97E5D">
        <w:t>’</w:t>
      </w:r>
      <w:r w:rsidRPr="003E4D35">
        <w:t>appelle aussi à Bellac</w:t>
      </w:r>
      <w:r w:rsidR="00B97E5D">
        <w:t xml:space="preserve">, </w:t>
      </w:r>
      <w:r w:rsidRPr="003E4D35">
        <w:t>la vie</w:t>
      </w:r>
      <w:r w:rsidR="00B97E5D">
        <w:t xml:space="preserve">, </w:t>
      </w:r>
      <w:r w:rsidRPr="003E4D35">
        <w:t>dans sa plénitude</w:t>
      </w:r>
      <w:r w:rsidR="00B97E5D">
        <w:t xml:space="preserve">. </w:t>
      </w:r>
      <w:r w:rsidRPr="003E4D35">
        <w:t>Nous ne revenions point des jardins</w:t>
      </w:r>
      <w:r w:rsidR="00B97E5D">
        <w:t xml:space="preserve">, </w:t>
      </w:r>
      <w:r w:rsidRPr="003E4D35">
        <w:t>tant les paniers débordaient</w:t>
      </w:r>
      <w:r w:rsidR="00B97E5D">
        <w:t xml:space="preserve">, </w:t>
      </w:r>
      <w:r w:rsidRPr="003E4D35">
        <w:t>sans qu</w:t>
      </w:r>
      <w:r w:rsidR="00B97E5D">
        <w:t>’</w:t>
      </w:r>
      <w:r w:rsidRPr="003E4D35">
        <w:t>on pût trouver notre trace aux cassis</w:t>
      </w:r>
      <w:r w:rsidR="00B97E5D">
        <w:t xml:space="preserve">, </w:t>
      </w:r>
      <w:r w:rsidRPr="003E4D35">
        <w:t>aux framboises</w:t>
      </w:r>
      <w:r w:rsidR="00B97E5D">
        <w:t xml:space="preserve">, </w:t>
      </w:r>
      <w:r w:rsidRPr="003E4D35">
        <w:t>aux fraises</w:t>
      </w:r>
      <w:r w:rsidR="00B97E5D">
        <w:t xml:space="preserve">, </w:t>
      </w:r>
      <w:r w:rsidRPr="003E4D35">
        <w:t>et ceux des chiens qui aiment mieux les fruits que les larves nous suivaient de préférence aux charrues</w:t>
      </w:r>
      <w:r w:rsidR="00B97E5D">
        <w:t xml:space="preserve">. </w:t>
      </w:r>
      <w:r w:rsidRPr="003E4D35">
        <w:t>La nuit</w:t>
      </w:r>
      <w:r w:rsidR="00B97E5D">
        <w:t xml:space="preserve">, </w:t>
      </w:r>
      <w:r w:rsidRPr="003E4D35">
        <w:t>par la fenêtre ouverte</w:t>
      </w:r>
      <w:r w:rsidR="00B97E5D">
        <w:t xml:space="preserve">, </w:t>
      </w:r>
      <w:r w:rsidRPr="003E4D35">
        <w:t>on entendait selon la saison des chutes molles ou dures</w:t>
      </w:r>
      <w:r w:rsidR="00B97E5D">
        <w:t xml:space="preserve"> ; </w:t>
      </w:r>
      <w:r w:rsidRPr="003E4D35">
        <w:t>c</w:t>
      </w:r>
      <w:r w:rsidR="00B97E5D">
        <w:t>’</w:t>
      </w:r>
      <w:r w:rsidRPr="003E4D35">
        <w:t>étaient les abricots ou les noix qui tombaient</w:t>
      </w:r>
      <w:r w:rsidR="00B97E5D">
        <w:t xml:space="preserve">. </w:t>
      </w:r>
      <w:r w:rsidRPr="003E4D35">
        <w:t>Pa</w:t>
      </w:r>
      <w:r w:rsidRPr="003E4D35">
        <w:t>r</w:t>
      </w:r>
      <w:r w:rsidRPr="003E4D35">
        <w:t>fois</w:t>
      </w:r>
      <w:r w:rsidR="00B97E5D">
        <w:t xml:space="preserve">, </w:t>
      </w:r>
      <w:r w:rsidRPr="003E4D35">
        <w:t>en été</w:t>
      </w:r>
      <w:r w:rsidR="00B97E5D">
        <w:t xml:space="preserve">, </w:t>
      </w:r>
      <w:r w:rsidRPr="003E4D35">
        <w:t>nos parents couchaient aux domaines et après le d</w:t>
      </w:r>
      <w:r w:rsidRPr="003E4D35">
        <w:t>î</w:t>
      </w:r>
      <w:r w:rsidRPr="003E4D35">
        <w:t>ner nous rentrions seules</w:t>
      </w:r>
      <w:r w:rsidR="00B97E5D">
        <w:t xml:space="preserve">. </w:t>
      </w:r>
      <w:r w:rsidRPr="003E4D35">
        <w:t>D</w:t>
      </w:r>
      <w:r w:rsidR="00B97E5D">
        <w:t>’</w:t>
      </w:r>
      <w:r w:rsidRPr="003E4D35">
        <w:t>abord raisonnables</w:t>
      </w:r>
      <w:r w:rsidR="00B97E5D">
        <w:t xml:space="preserve">, </w:t>
      </w:r>
      <w:r w:rsidRPr="003E4D35">
        <w:t>par la route de grès</w:t>
      </w:r>
      <w:r w:rsidR="00B97E5D">
        <w:t xml:space="preserve">, </w:t>
      </w:r>
      <w:r w:rsidRPr="003E4D35">
        <w:t>sur laquelle sonnaient nos talons</w:t>
      </w:r>
      <w:r w:rsidR="00B97E5D">
        <w:t xml:space="preserve">, </w:t>
      </w:r>
      <w:r w:rsidRPr="003E4D35">
        <w:t>puis par les prairies</w:t>
      </w:r>
      <w:r w:rsidR="00B97E5D">
        <w:t xml:space="preserve">, </w:t>
      </w:r>
      <w:r w:rsidRPr="003E4D35">
        <w:t>nos souliers à la main</w:t>
      </w:r>
      <w:r w:rsidR="00B97E5D">
        <w:t xml:space="preserve">, </w:t>
      </w:r>
      <w:r w:rsidRPr="003E4D35">
        <w:t>puis</w:t>
      </w:r>
      <w:r w:rsidR="00B97E5D">
        <w:t xml:space="preserve">, </w:t>
      </w:r>
      <w:r w:rsidRPr="003E4D35">
        <w:t>les pieds enfin nus</w:t>
      </w:r>
      <w:r w:rsidR="00B97E5D">
        <w:t xml:space="preserve">, </w:t>
      </w:r>
      <w:r w:rsidRPr="003E4D35">
        <w:t>par le ruisseau lui-même</w:t>
      </w:r>
      <w:r w:rsidR="00B97E5D">
        <w:t xml:space="preserve">. </w:t>
      </w:r>
      <w:r w:rsidRPr="003E4D35">
        <w:t>Nous allions à la nuit sans laisser de traces</w:t>
      </w:r>
      <w:r w:rsidR="00B97E5D">
        <w:t xml:space="preserve">. </w:t>
      </w:r>
      <w:r w:rsidRPr="003E4D35">
        <w:t>Au ras des champs de blé noir</w:t>
      </w:r>
      <w:r w:rsidR="00B97E5D">
        <w:t xml:space="preserve">, </w:t>
      </w:r>
      <w:r w:rsidRPr="003E4D35">
        <w:t>tout rouges et noirs</w:t>
      </w:r>
      <w:r w:rsidR="00B97E5D">
        <w:t xml:space="preserve">, </w:t>
      </w:r>
      <w:r w:rsidRPr="003E4D35">
        <w:t>le soleil était encore a</w:t>
      </w:r>
      <w:r w:rsidRPr="003E4D35">
        <w:t>s</w:t>
      </w:r>
      <w:r w:rsidRPr="003E4D35">
        <w:t>sez large pour que s</w:t>
      </w:r>
      <w:r w:rsidR="00B97E5D">
        <w:t>’</w:t>
      </w:r>
      <w:r w:rsidRPr="003E4D35">
        <w:t>y encadrât une de nos têtes</w:t>
      </w:r>
      <w:r w:rsidR="00B97E5D">
        <w:t xml:space="preserve">, </w:t>
      </w:r>
      <w:r w:rsidRPr="003E4D35">
        <w:t>ou</w:t>
      </w:r>
      <w:r w:rsidR="00B97E5D">
        <w:t xml:space="preserve">, </w:t>
      </w:r>
      <w:r w:rsidRPr="003E4D35">
        <w:t>tout e</w:t>
      </w:r>
      <w:r w:rsidRPr="003E4D35">
        <w:t>n</w:t>
      </w:r>
      <w:r w:rsidRPr="003E4D35">
        <w:t>tière</w:t>
      </w:r>
      <w:r w:rsidR="00B97E5D">
        <w:t xml:space="preserve">, </w:t>
      </w:r>
      <w:r w:rsidRPr="003E4D35">
        <w:t>celle de nous qui s</w:t>
      </w:r>
      <w:r w:rsidR="00B97E5D">
        <w:t>’</w:t>
      </w:r>
      <w:r w:rsidRPr="003E4D35">
        <w:t>éloignait un peu</w:t>
      </w:r>
      <w:r w:rsidR="00B97E5D">
        <w:t xml:space="preserve">. </w:t>
      </w:r>
      <w:r w:rsidRPr="003E4D35">
        <w:t>Nous jouions à nous cacher</w:t>
      </w:r>
      <w:r w:rsidR="00B97E5D">
        <w:t xml:space="preserve">, </w:t>
      </w:r>
      <w:r w:rsidRPr="003E4D35">
        <w:t>oubliant de désigner la chercheuse</w:t>
      </w:r>
      <w:r w:rsidR="00B97E5D">
        <w:t xml:space="preserve">, </w:t>
      </w:r>
      <w:r w:rsidRPr="003E4D35">
        <w:t>et chacune restait étendue</w:t>
      </w:r>
      <w:r w:rsidR="00B97E5D">
        <w:t xml:space="preserve">, </w:t>
      </w:r>
      <w:r w:rsidRPr="003E4D35">
        <w:t>sans mot dire</w:t>
      </w:r>
      <w:r w:rsidR="00B97E5D">
        <w:t xml:space="preserve">, </w:t>
      </w:r>
      <w:r w:rsidRPr="003E4D35">
        <w:t>sans un geste</w:t>
      </w:r>
      <w:r w:rsidR="00B97E5D">
        <w:t xml:space="preserve">, </w:t>
      </w:r>
      <w:r w:rsidRPr="003E4D35">
        <w:t>bientôt ignorée d</w:t>
      </w:r>
      <w:r w:rsidR="00B97E5D">
        <w:t>’</w:t>
      </w:r>
      <w:r w:rsidRPr="003E4D35">
        <w:t>elle-même</w:t>
      </w:r>
      <w:r w:rsidR="00B97E5D">
        <w:t xml:space="preserve">. </w:t>
      </w:r>
      <w:r w:rsidRPr="003E4D35">
        <w:t>La première caille rappelait</w:t>
      </w:r>
      <w:r w:rsidR="00B97E5D">
        <w:t xml:space="preserve">, </w:t>
      </w:r>
      <w:r w:rsidRPr="003E4D35">
        <w:t>les signaux des oiseaux déjà étaient valables pour nous</w:t>
      </w:r>
      <w:r w:rsidR="00B97E5D">
        <w:t xml:space="preserve">, </w:t>
      </w:r>
      <w:r w:rsidRPr="003E4D35">
        <w:t>nous repartions</w:t>
      </w:r>
      <w:r w:rsidR="00B97E5D">
        <w:t xml:space="preserve">. </w:t>
      </w:r>
      <w:r w:rsidRPr="003E4D35">
        <w:t>Il faisait nuit</w:t>
      </w:r>
      <w:r w:rsidR="00B97E5D">
        <w:t xml:space="preserve">. </w:t>
      </w:r>
      <w:r w:rsidRPr="003E4D35">
        <w:t>La louange au beau temps était passée subitement des grillons aux cr</w:t>
      </w:r>
      <w:r w:rsidRPr="003E4D35">
        <w:t>a</w:t>
      </w:r>
      <w:r w:rsidRPr="003E4D35">
        <w:t>pauds</w:t>
      </w:r>
      <w:r w:rsidR="00B97E5D">
        <w:t xml:space="preserve">. </w:t>
      </w:r>
      <w:r w:rsidRPr="003E4D35">
        <w:t>Un vieux paysan nous saluait et s</w:t>
      </w:r>
      <w:r w:rsidR="00B97E5D">
        <w:t>’</w:t>
      </w:r>
      <w:r w:rsidRPr="003E4D35">
        <w:t>attirait quatre saluts tout clairs</w:t>
      </w:r>
      <w:r w:rsidR="00B97E5D">
        <w:t xml:space="preserve">. </w:t>
      </w:r>
      <w:r w:rsidRPr="003E4D35">
        <w:t>Juliette s</w:t>
      </w:r>
      <w:r w:rsidR="00B97E5D">
        <w:t>’</w:t>
      </w:r>
      <w:r w:rsidRPr="003E4D35">
        <w:t>appuyait à mon bras</w:t>
      </w:r>
      <w:r w:rsidR="00B97E5D">
        <w:t xml:space="preserve">, </w:t>
      </w:r>
      <w:r w:rsidRPr="003E4D35">
        <w:t>devant l</w:t>
      </w:r>
      <w:r w:rsidR="00B97E5D">
        <w:t>’</w:t>
      </w:r>
      <w:r w:rsidRPr="003E4D35">
        <w:t>ombre</w:t>
      </w:r>
      <w:r w:rsidR="00B97E5D">
        <w:t xml:space="preserve">, </w:t>
      </w:r>
      <w:r w:rsidRPr="003E4D35">
        <w:t>à moins que ce ne fût Lartigue</w:t>
      </w:r>
      <w:r w:rsidR="00B97E5D">
        <w:t xml:space="preserve">, </w:t>
      </w:r>
      <w:r w:rsidRPr="003E4D35">
        <w:t>devant l</w:t>
      </w:r>
      <w:r w:rsidR="00B97E5D">
        <w:t>’</w:t>
      </w:r>
      <w:r w:rsidRPr="003E4D35">
        <w:t>inconnu</w:t>
      </w:r>
      <w:r w:rsidR="00B97E5D">
        <w:t xml:space="preserve">, </w:t>
      </w:r>
      <w:r w:rsidRPr="003E4D35">
        <w:t>qui s</w:t>
      </w:r>
      <w:r w:rsidR="00B97E5D">
        <w:t>’</w:t>
      </w:r>
      <w:r w:rsidRPr="003E4D35">
        <w:t>appuyât à mon silence</w:t>
      </w:r>
      <w:r w:rsidR="00B97E5D">
        <w:t xml:space="preserve">. </w:t>
      </w:r>
      <w:r w:rsidRPr="003E4D35">
        <w:t>Victoria voyait le premier hibou</w:t>
      </w:r>
      <w:r w:rsidR="00B97E5D">
        <w:t xml:space="preserve"> ; </w:t>
      </w:r>
      <w:r w:rsidRPr="003E4D35">
        <w:t>au moment où nous l</w:t>
      </w:r>
      <w:r w:rsidR="00B97E5D">
        <w:t>’</w:t>
      </w:r>
      <w:r w:rsidRPr="003E4D35">
        <w:t>apercevions enfin</w:t>
      </w:r>
      <w:r w:rsidR="00B97E5D">
        <w:t xml:space="preserve">, </w:t>
      </w:r>
      <w:r w:rsidRPr="003E4D35">
        <w:t>entendait son vol</w:t>
      </w:r>
      <w:r w:rsidR="00B97E5D">
        <w:t xml:space="preserve"> ; </w:t>
      </w:r>
      <w:r w:rsidRPr="003E4D35">
        <w:t>quand nous l</w:t>
      </w:r>
      <w:r w:rsidR="00B97E5D">
        <w:t>’</w:t>
      </w:r>
      <w:r w:rsidRPr="003E4D35">
        <w:t>e</w:t>
      </w:r>
      <w:r w:rsidRPr="003E4D35">
        <w:t>n</w:t>
      </w:r>
      <w:r w:rsidRPr="003E4D35">
        <w:t>tendions</w:t>
      </w:r>
      <w:r w:rsidR="00B97E5D">
        <w:t xml:space="preserve">, </w:t>
      </w:r>
      <w:r w:rsidRPr="003E4D35">
        <w:t>respirait</w:t>
      </w:r>
      <w:r w:rsidR="00B97E5D">
        <w:t xml:space="preserve">, </w:t>
      </w:r>
      <w:r w:rsidRPr="003E4D35">
        <w:t>pour nous un mystère</w:t>
      </w:r>
      <w:r w:rsidR="00B97E5D">
        <w:t xml:space="preserve">, </w:t>
      </w:r>
      <w:r w:rsidRPr="003E4D35">
        <w:t>son odeur de fourmi</w:t>
      </w:r>
      <w:r w:rsidR="00B97E5D">
        <w:t xml:space="preserve"> ; </w:t>
      </w:r>
      <w:r w:rsidRPr="003E4D35">
        <w:t>et des carrières le kaolin glissait doucement comme le sable d</w:t>
      </w:r>
      <w:r w:rsidR="00B97E5D">
        <w:t>’</w:t>
      </w:r>
      <w:r w:rsidRPr="003E4D35">
        <w:t>un sablier</w:t>
      </w:r>
      <w:r w:rsidR="00B97E5D">
        <w:t>.</w:t>
      </w:r>
    </w:p>
    <w:p w14:paraId="3BC85C62" w14:textId="77777777" w:rsidR="00B97E5D" w:rsidRDefault="00B97E5D" w:rsidP="00F225BE">
      <w:r>
        <w:lastRenderedPageBreak/>
        <w:t>— </w:t>
      </w:r>
      <w:r w:rsidR="00F225BE" w:rsidRPr="003E4D35">
        <w:t>La vie</w:t>
      </w:r>
      <w:r>
        <w:t> !</w:t>
      </w:r>
    </w:p>
    <w:p w14:paraId="0957D13F" w14:textId="77777777" w:rsidR="00B97E5D" w:rsidRDefault="00F225BE" w:rsidP="00F225BE">
      <w:r w:rsidRPr="003E4D35">
        <w:t>Que ne promet pas la vie</w:t>
      </w:r>
      <w:r w:rsidR="00B97E5D">
        <w:t xml:space="preserve">, </w:t>
      </w:r>
      <w:r w:rsidRPr="003E4D35">
        <w:t>quand du haut d</w:t>
      </w:r>
      <w:r w:rsidR="00B97E5D">
        <w:t>’</w:t>
      </w:r>
      <w:r w:rsidRPr="003E4D35">
        <w:t>une colline</w:t>
      </w:r>
      <w:r w:rsidR="00B97E5D">
        <w:t xml:space="preserve">, </w:t>
      </w:r>
      <w:r w:rsidRPr="003E4D35">
        <w:t>à distance égale de parents et de grands-parents endormis</w:t>
      </w:r>
      <w:r w:rsidR="00B97E5D">
        <w:t xml:space="preserve">, </w:t>
      </w:r>
      <w:r w:rsidRPr="003E4D35">
        <w:t>on aperçoit soudain</w:t>
      </w:r>
      <w:r w:rsidR="00B97E5D">
        <w:t xml:space="preserve">, </w:t>
      </w:r>
      <w:r w:rsidRPr="003E4D35">
        <w:t>toutes allumées</w:t>
      </w:r>
      <w:r w:rsidR="00B97E5D">
        <w:t xml:space="preserve">, </w:t>
      </w:r>
      <w:r w:rsidRPr="003E4D35">
        <w:t>comme au poste téléphon</w:t>
      </w:r>
      <w:r w:rsidRPr="003E4D35">
        <w:t>i</w:t>
      </w:r>
      <w:r w:rsidRPr="003E4D35">
        <w:t>que</w:t>
      </w:r>
      <w:r w:rsidR="00B97E5D">
        <w:t xml:space="preserve">, </w:t>
      </w:r>
      <w:r w:rsidRPr="003E4D35">
        <w:t>les mille ampoules qui réclament toutes qu</w:t>
      </w:r>
      <w:r w:rsidR="00B97E5D">
        <w:t>’</w:t>
      </w:r>
      <w:r w:rsidRPr="003E4D35">
        <w:t>on leur parle</w:t>
      </w:r>
      <w:r w:rsidR="00B97E5D">
        <w:t xml:space="preserve">, </w:t>
      </w:r>
      <w:r w:rsidRPr="003E4D35">
        <w:t>lancinants</w:t>
      </w:r>
      <w:r w:rsidR="00B97E5D">
        <w:t xml:space="preserve">, </w:t>
      </w:r>
      <w:r w:rsidRPr="003E4D35">
        <w:t>exigeants</w:t>
      </w:r>
      <w:r w:rsidR="00B97E5D">
        <w:t xml:space="preserve">, </w:t>
      </w:r>
      <w:r w:rsidRPr="003E4D35">
        <w:t>les becs électriques de Bellac</w:t>
      </w:r>
      <w:r w:rsidR="00B97E5D">
        <w:t xml:space="preserve">. </w:t>
      </w:r>
      <w:r w:rsidRPr="003E4D35">
        <w:t>Des cloches nous appelaient aussi</w:t>
      </w:r>
      <w:r w:rsidR="00B97E5D">
        <w:t xml:space="preserve">, </w:t>
      </w:r>
      <w:r w:rsidRPr="003E4D35">
        <w:t>vieux système</w:t>
      </w:r>
      <w:r w:rsidR="00B97E5D">
        <w:t xml:space="preserve">, </w:t>
      </w:r>
      <w:r w:rsidRPr="003E4D35">
        <w:t>de tous les plis dans la plaine et la montagne où les hommes savent le mieux reposer et dormir</w:t>
      </w:r>
      <w:r w:rsidR="00B97E5D">
        <w:t xml:space="preserve">. </w:t>
      </w:r>
      <w:r w:rsidRPr="003E4D35">
        <w:t>Chaque peuplier frissonnant</w:t>
      </w:r>
      <w:r w:rsidR="00B97E5D">
        <w:t xml:space="preserve">, </w:t>
      </w:r>
      <w:r w:rsidRPr="003E4D35">
        <w:t>chaque ruisseau coulant</w:t>
      </w:r>
      <w:r w:rsidR="00B97E5D">
        <w:t xml:space="preserve">, </w:t>
      </w:r>
      <w:r w:rsidRPr="003E4D35">
        <w:t>chaque ramier attardé s</w:t>
      </w:r>
      <w:r w:rsidR="00B97E5D">
        <w:t>’</w:t>
      </w:r>
      <w:r w:rsidRPr="003E4D35">
        <w:t>offrait de lui-même et s</w:t>
      </w:r>
      <w:r w:rsidR="00B97E5D">
        <w:t>’</w:t>
      </w:r>
      <w:r w:rsidRPr="003E4D35">
        <w:t>élargissait en nous comme une métaphore</w:t>
      </w:r>
      <w:r w:rsidR="00B97E5D">
        <w:t xml:space="preserve">. </w:t>
      </w:r>
      <w:r w:rsidRPr="003E4D35">
        <w:t>Seul moment où nous osions</w:t>
      </w:r>
      <w:r w:rsidR="00B97E5D">
        <w:t xml:space="preserve">, </w:t>
      </w:r>
      <w:r w:rsidRPr="003E4D35">
        <w:t>à travers la nuit comme à travers des lunettes noires pour dévis</w:t>
      </w:r>
      <w:r w:rsidRPr="003E4D35">
        <w:t>a</w:t>
      </w:r>
      <w:r w:rsidRPr="003E4D35">
        <w:t>ger le soleil</w:t>
      </w:r>
      <w:r w:rsidR="00B97E5D">
        <w:t xml:space="preserve">, </w:t>
      </w:r>
      <w:r w:rsidRPr="003E4D35">
        <w:t>regarder en face notre destin</w:t>
      </w:r>
      <w:r w:rsidR="00B97E5D">
        <w:t xml:space="preserve">, </w:t>
      </w:r>
      <w:r w:rsidRPr="003E4D35">
        <w:t>notre bonheur</w:t>
      </w:r>
      <w:r w:rsidR="00B97E5D">
        <w:t xml:space="preserve">, </w:t>
      </w:r>
      <w:r w:rsidRPr="003E4D35">
        <w:t>et tous ces petits feux en bas et tous ces petits feux là-haut en semblaient seulement les éclats</w:t>
      </w:r>
      <w:r w:rsidR="00B97E5D">
        <w:t xml:space="preserve">. </w:t>
      </w:r>
      <w:r w:rsidRPr="003E4D35">
        <w:t>Nous nous accoudions au be</w:t>
      </w:r>
      <w:r w:rsidRPr="003E4D35">
        <w:t>l</w:t>
      </w:r>
      <w:r w:rsidRPr="003E4D35">
        <w:t>védère</w:t>
      </w:r>
      <w:r w:rsidR="00B97E5D">
        <w:t xml:space="preserve">. </w:t>
      </w:r>
      <w:r w:rsidRPr="003E4D35">
        <w:t>Nous nous taisions</w:t>
      </w:r>
      <w:r w:rsidR="00B97E5D">
        <w:t xml:space="preserve">. </w:t>
      </w:r>
      <w:r w:rsidRPr="003E4D35">
        <w:t>Parfois un craquement dans un ve</w:t>
      </w:r>
      <w:r w:rsidRPr="003E4D35">
        <w:t>r</w:t>
      </w:r>
      <w:r w:rsidRPr="003E4D35">
        <w:t>ger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une branche de prunier</w:t>
      </w:r>
      <w:r w:rsidR="00B97E5D">
        <w:t xml:space="preserve">, </w:t>
      </w:r>
      <w:r w:rsidRPr="003E4D35">
        <w:t>surchargée</w:t>
      </w:r>
      <w:r w:rsidR="00B97E5D">
        <w:t xml:space="preserve">, </w:t>
      </w:r>
      <w:r w:rsidRPr="003E4D35">
        <w:t>qui cassait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cent jeunes fruits voués à la mort</w:t>
      </w:r>
      <w:r w:rsidR="00B97E5D">
        <w:t xml:space="preserve">. </w:t>
      </w:r>
      <w:r w:rsidRPr="003E4D35">
        <w:t>Parfois un cri dans un sillon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la musaraigne saisie par la chouette</w:t>
      </w:r>
      <w:r w:rsidR="00B97E5D">
        <w:t xml:space="preserve">. </w:t>
      </w:r>
      <w:r w:rsidRPr="003E4D35">
        <w:t>Une étoile f</w:t>
      </w:r>
      <w:r w:rsidRPr="003E4D35">
        <w:t>i</w:t>
      </w:r>
      <w:r w:rsidRPr="003E4D35">
        <w:t>lait</w:t>
      </w:r>
      <w:r w:rsidR="00B97E5D">
        <w:t xml:space="preserve">. </w:t>
      </w:r>
      <w:r w:rsidRPr="003E4D35">
        <w:t>Toutes ces petites caresses d</w:t>
      </w:r>
      <w:r w:rsidR="00B97E5D">
        <w:t>’</w:t>
      </w:r>
      <w:r w:rsidRPr="003E4D35">
        <w:t>une mort puérile</w:t>
      </w:r>
      <w:r w:rsidR="00B97E5D">
        <w:t xml:space="preserve">, </w:t>
      </w:r>
      <w:r w:rsidRPr="003E4D35">
        <w:t>ou d</w:t>
      </w:r>
      <w:r w:rsidR="00B97E5D">
        <w:t>’</w:t>
      </w:r>
      <w:r w:rsidRPr="003E4D35">
        <w:t>une mort antique et périmée</w:t>
      </w:r>
      <w:r w:rsidR="00B97E5D">
        <w:t xml:space="preserve">, </w:t>
      </w:r>
      <w:r w:rsidRPr="003E4D35">
        <w:t>flattaient notre cœur et lui donnaient une minute son immortalité</w:t>
      </w:r>
      <w:r w:rsidR="00B97E5D">
        <w:t xml:space="preserve">. </w:t>
      </w:r>
      <w:r w:rsidRPr="003E4D35">
        <w:t>Derrière nous</w:t>
      </w:r>
      <w:r w:rsidR="00B97E5D">
        <w:t xml:space="preserve">, </w:t>
      </w:r>
      <w:r w:rsidRPr="003E4D35">
        <w:t>tout le passé du monde s</w:t>
      </w:r>
      <w:r w:rsidR="00B97E5D">
        <w:t>’</w:t>
      </w:r>
      <w:r w:rsidRPr="003E4D35">
        <w:t>accumulait soudain</w:t>
      </w:r>
      <w:r w:rsidR="00B97E5D">
        <w:t xml:space="preserve">, </w:t>
      </w:r>
      <w:r w:rsidRPr="003E4D35">
        <w:t>et nous nous arc-boutions à la b</w:t>
      </w:r>
      <w:r w:rsidRPr="003E4D35">
        <w:t>a</w:t>
      </w:r>
      <w:r w:rsidRPr="003E4D35">
        <w:t>lustrade pour le contenir</w:t>
      </w:r>
      <w:r w:rsidR="00B97E5D">
        <w:t xml:space="preserve">, </w:t>
      </w:r>
      <w:r w:rsidRPr="003E4D35">
        <w:t>faible barrage</w:t>
      </w:r>
      <w:r w:rsidR="00B97E5D">
        <w:t xml:space="preserve">. </w:t>
      </w:r>
      <w:r w:rsidRPr="003E4D35">
        <w:t>Notre moindre regard retenait en lui tout ce que l</w:t>
      </w:r>
      <w:r w:rsidR="00B97E5D">
        <w:t>’</w:t>
      </w:r>
      <w:r w:rsidRPr="003E4D35">
        <w:t>être peut distiller des aventures h</w:t>
      </w:r>
      <w:r w:rsidRPr="003E4D35">
        <w:t>u</w:t>
      </w:r>
      <w:r w:rsidRPr="003E4D35">
        <w:t>maines</w:t>
      </w:r>
      <w:r w:rsidR="00B97E5D">
        <w:t xml:space="preserve">. </w:t>
      </w:r>
      <w:r w:rsidRPr="003E4D35">
        <w:t>En nous bougeaient tous les germes de notre vie future</w:t>
      </w:r>
      <w:r w:rsidR="00B97E5D">
        <w:t xml:space="preserve">, </w:t>
      </w:r>
      <w:r w:rsidRPr="003E4D35">
        <w:t>tous probables</w:t>
      </w:r>
      <w:r w:rsidR="00B97E5D">
        <w:t xml:space="preserve">, </w:t>
      </w:r>
      <w:r w:rsidRPr="003E4D35">
        <w:t>tous contraires</w:t>
      </w:r>
      <w:r w:rsidR="00B97E5D">
        <w:t xml:space="preserve">, </w:t>
      </w:r>
      <w:r w:rsidRPr="003E4D35">
        <w:t>tous désirables</w:t>
      </w:r>
      <w:r w:rsidR="00B97E5D">
        <w:t xml:space="preserve"> ; </w:t>
      </w:r>
      <w:r w:rsidRPr="003E4D35">
        <w:t>notre mort prochaine</w:t>
      </w:r>
      <w:r w:rsidR="00B97E5D">
        <w:t xml:space="preserve">, </w:t>
      </w:r>
      <w:r w:rsidRPr="003E4D35">
        <w:t>immédiate</w:t>
      </w:r>
      <w:r w:rsidR="00B97E5D">
        <w:t xml:space="preserve">, </w:t>
      </w:r>
      <w:r w:rsidRPr="003E4D35">
        <w:t>mais enlacée à notre mort lointaine</w:t>
      </w:r>
      <w:r w:rsidR="00B97E5D">
        <w:t xml:space="preserve">, </w:t>
      </w:r>
      <w:r w:rsidRPr="003E4D35">
        <w:t>à notre éternité</w:t>
      </w:r>
      <w:r w:rsidR="00B97E5D">
        <w:t xml:space="preserve"> ; </w:t>
      </w:r>
      <w:r w:rsidRPr="003E4D35">
        <w:t>notre cœur toujours calme et notre cœur to</w:t>
      </w:r>
      <w:r w:rsidRPr="003E4D35">
        <w:t>u</w:t>
      </w:r>
      <w:r w:rsidRPr="003E4D35">
        <w:t>jours agité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un près de l</w:t>
      </w:r>
      <w:r w:rsidR="00B97E5D">
        <w:t>’</w:t>
      </w:r>
      <w:r w:rsidRPr="003E4D35">
        <w:t>autre</w:t>
      </w:r>
      <w:r w:rsidR="00B97E5D">
        <w:t xml:space="preserve">, </w:t>
      </w:r>
      <w:r w:rsidRPr="003E4D35">
        <w:t>se chevauchant comme des vis</w:t>
      </w:r>
      <w:r w:rsidRPr="003E4D35">
        <w:t>a</w:t>
      </w:r>
      <w:r w:rsidRPr="003E4D35">
        <w:t>ges d</w:t>
      </w:r>
      <w:r w:rsidR="00B97E5D">
        <w:t>’</w:t>
      </w:r>
      <w:r w:rsidRPr="003E4D35">
        <w:t>époux royaux sur des médailles</w:t>
      </w:r>
      <w:r w:rsidR="00B97E5D">
        <w:t xml:space="preserve"> ; </w:t>
      </w:r>
      <w:r w:rsidRPr="003E4D35">
        <w:t>nos époux</w:t>
      </w:r>
      <w:r w:rsidR="00B97E5D">
        <w:t xml:space="preserve">, </w:t>
      </w:r>
      <w:r w:rsidRPr="003E4D35">
        <w:t>nos amants jouant paisiblement avec notre jalousie féroce</w:t>
      </w:r>
      <w:r w:rsidR="00B97E5D">
        <w:t xml:space="preserve">, </w:t>
      </w:r>
      <w:r w:rsidRPr="003E4D35">
        <w:t>notre confiance aveugle</w:t>
      </w:r>
      <w:r w:rsidR="00B97E5D">
        <w:t xml:space="preserve"> ; </w:t>
      </w:r>
      <w:r w:rsidRPr="003E4D35">
        <w:t xml:space="preserve">ces </w:t>
      </w:r>
      <w:r w:rsidRPr="003E4D35">
        <w:lastRenderedPageBreak/>
        <w:t>voyages à Bornéo</w:t>
      </w:r>
      <w:r w:rsidR="00B97E5D">
        <w:t xml:space="preserve">, </w:t>
      </w:r>
      <w:r w:rsidRPr="003E4D35">
        <w:t>ces tempêtes délicieuses</w:t>
      </w:r>
      <w:r w:rsidR="00B97E5D">
        <w:t xml:space="preserve">, </w:t>
      </w:r>
      <w:r w:rsidRPr="003E4D35">
        <w:t>ces beaux naufrages</w:t>
      </w:r>
      <w:r w:rsidR="00B97E5D">
        <w:t xml:space="preserve">, </w:t>
      </w:r>
      <w:r w:rsidRPr="003E4D35">
        <w:t>mais aussi ce séjour bien heureux</w:t>
      </w:r>
      <w:r w:rsidR="00B97E5D">
        <w:t xml:space="preserve">, </w:t>
      </w:r>
      <w:r w:rsidRPr="003E4D35">
        <w:t>immuable</w:t>
      </w:r>
      <w:r w:rsidR="00B97E5D">
        <w:t xml:space="preserve">, </w:t>
      </w:r>
      <w:r w:rsidRPr="003E4D35">
        <w:t>dans Bellac où nous étions nées</w:t>
      </w:r>
      <w:r w:rsidR="00B97E5D">
        <w:t xml:space="preserve"> ; </w:t>
      </w:r>
      <w:r w:rsidRPr="003E4D35">
        <w:t>cet étranger brun et chéri a</w:t>
      </w:r>
      <w:r w:rsidRPr="003E4D35">
        <w:t>u</w:t>
      </w:r>
      <w:r w:rsidRPr="003E4D35">
        <w:t>quel nous commandions</w:t>
      </w:r>
      <w:r w:rsidR="00B97E5D">
        <w:t xml:space="preserve">, </w:t>
      </w:r>
      <w:r w:rsidRPr="003E4D35">
        <w:t>implacables</w:t>
      </w:r>
      <w:r w:rsidR="00B97E5D">
        <w:t xml:space="preserve">, </w:t>
      </w:r>
      <w:r w:rsidRPr="003E4D35">
        <w:t>mais avec ce Français blond un peu bougon</w:t>
      </w:r>
      <w:r w:rsidR="00B97E5D">
        <w:t xml:space="preserve">, </w:t>
      </w:r>
      <w:r w:rsidRPr="003E4D35">
        <w:t>à grande jaquette</w:t>
      </w:r>
      <w:r w:rsidR="00B97E5D">
        <w:t xml:space="preserve">, </w:t>
      </w:r>
      <w:r w:rsidRPr="003E4D35">
        <w:t>près de qui nous v</w:t>
      </w:r>
      <w:r w:rsidRPr="003E4D35">
        <w:t>i</w:t>
      </w:r>
      <w:r w:rsidRPr="003E4D35">
        <w:t>vions</w:t>
      </w:r>
      <w:r w:rsidR="00B97E5D">
        <w:t xml:space="preserve">, </w:t>
      </w:r>
      <w:r w:rsidRPr="003E4D35">
        <w:t>passionnées</w:t>
      </w:r>
      <w:r w:rsidR="00B97E5D">
        <w:t xml:space="preserve">, </w:t>
      </w:r>
      <w:r w:rsidRPr="003E4D35">
        <w:t>dans une fausse crainte</w:t>
      </w:r>
      <w:r w:rsidR="00B97E5D">
        <w:t xml:space="preserve"> ; </w:t>
      </w:r>
      <w:r w:rsidRPr="003E4D35">
        <w:t>et ces aveux en plein salon à celui qui ne veut pas comprendre</w:t>
      </w:r>
      <w:r w:rsidR="00B97E5D">
        <w:t xml:space="preserve"> ; </w:t>
      </w:r>
      <w:r w:rsidRPr="003E4D35">
        <w:t>et cette fuite devant celui qui nous poursuit</w:t>
      </w:r>
      <w:r w:rsidR="00B97E5D">
        <w:t xml:space="preserve"> ; </w:t>
      </w:r>
      <w:r w:rsidRPr="003E4D35">
        <w:t>et cette décision de s</w:t>
      </w:r>
      <w:r w:rsidR="00B97E5D">
        <w:t>’</w:t>
      </w:r>
      <w:r w:rsidRPr="003E4D35">
        <w:t>abando</w:t>
      </w:r>
      <w:r w:rsidRPr="003E4D35">
        <w:t>n</w:t>
      </w:r>
      <w:r w:rsidRPr="003E4D35">
        <w:t>ner à tous</w:t>
      </w:r>
      <w:r w:rsidR="00B97E5D">
        <w:t xml:space="preserve">, – </w:t>
      </w:r>
      <w:r w:rsidRPr="003E4D35">
        <w:t>à personne</w:t>
      </w:r>
      <w:r w:rsidR="00B97E5D">
        <w:t xml:space="preserve"> ; </w:t>
      </w:r>
      <w:r w:rsidRPr="003E4D35">
        <w:t>et cette soif de modestie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effac</w:t>
      </w:r>
      <w:r w:rsidRPr="003E4D35">
        <w:t>e</w:t>
      </w:r>
      <w:r w:rsidRPr="003E4D35">
        <w:t>ment</w:t>
      </w:r>
      <w:r w:rsidR="00B97E5D">
        <w:t xml:space="preserve"> ; </w:t>
      </w:r>
      <w:r w:rsidRPr="003E4D35">
        <w:t>et tous ces millions</w:t>
      </w:r>
      <w:r w:rsidR="00B97E5D">
        <w:t xml:space="preserve">, </w:t>
      </w:r>
      <w:r w:rsidRPr="003E4D35">
        <w:t>et ces orgies</w:t>
      </w:r>
      <w:r w:rsidR="00B97E5D">
        <w:t xml:space="preserve">, </w:t>
      </w:r>
      <w:r w:rsidRPr="003E4D35">
        <w:t>et ces honneurs</w:t>
      </w:r>
      <w:r w:rsidR="00B97E5D">
        <w:t xml:space="preserve"> : </w:t>
      </w:r>
      <w:r w:rsidRPr="003E4D35">
        <w:t>tout cela s</w:t>
      </w:r>
      <w:r w:rsidR="00B97E5D">
        <w:t>’</w:t>
      </w:r>
      <w:r w:rsidRPr="003E4D35">
        <w:t>agitait en nous</w:t>
      </w:r>
      <w:r w:rsidR="00B97E5D">
        <w:t xml:space="preserve">, </w:t>
      </w:r>
      <w:r w:rsidRPr="003E4D35">
        <w:t>de la taille à peu près de souvenirs d</w:t>
      </w:r>
      <w:r w:rsidR="00B97E5D">
        <w:t>’</w:t>
      </w:r>
      <w:r w:rsidRPr="003E4D35">
        <w:t>un an</w:t>
      </w:r>
      <w:r w:rsidR="00B97E5D">
        <w:t xml:space="preserve">. </w:t>
      </w:r>
      <w:r w:rsidRPr="003E4D35">
        <w:t>Appuyées l</w:t>
      </w:r>
      <w:r w:rsidR="00B97E5D">
        <w:t>’</w:t>
      </w:r>
      <w:r w:rsidRPr="003E4D35">
        <w:t>une sur l</w:t>
      </w:r>
      <w:r w:rsidR="00B97E5D">
        <w:t>’</w:t>
      </w:r>
      <w:r w:rsidRPr="003E4D35">
        <w:t>autre</w:t>
      </w:r>
      <w:r w:rsidR="00B97E5D">
        <w:t xml:space="preserve">, </w:t>
      </w:r>
      <w:r w:rsidRPr="003E4D35">
        <w:t>nous hissant l</w:t>
      </w:r>
      <w:r w:rsidR="00B97E5D">
        <w:t>’</w:t>
      </w:r>
      <w:r w:rsidRPr="003E4D35">
        <w:t>une sur l</w:t>
      </w:r>
      <w:r w:rsidR="00B97E5D">
        <w:t>’</w:t>
      </w:r>
      <w:r w:rsidRPr="003E4D35">
        <w:t>autre pour aspirer la nuit</w:t>
      </w:r>
      <w:r w:rsidR="00B97E5D">
        <w:t xml:space="preserve">, </w:t>
      </w:r>
      <w:r w:rsidRPr="003E4D35">
        <w:t>nous nous laissions allaiter par un doux monstre noir</w:t>
      </w:r>
      <w:r w:rsidR="00B97E5D">
        <w:t xml:space="preserve"> ; </w:t>
      </w:r>
      <w:r w:rsidRPr="003E4D35">
        <w:t>la bouche ouverte</w:t>
      </w:r>
      <w:r w:rsidR="00B97E5D">
        <w:t xml:space="preserve">, </w:t>
      </w:r>
      <w:r w:rsidRPr="003E4D35">
        <w:t>mais muettes</w:t>
      </w:r>
      <w:r w:rsidR="00B97E5D">
        <w:t xml:space="preserve"> ; </w:t>
      </w:r>
      <w:r w:rsidRPr="003E4D35">
        <w:t>les yeux éla</w:t>
      </w:r>
      <w:r w:rsidRPr="003E4D35">
        <w:t>r</w:t>
      </w:r>
      <w:r w:rsidRPr="003E4D35">
        <w:t>gis</w:t>
      </w:r>
      <w:r w:rsidR="00B97E5D">
        <w:t xml:space="preserve">, </w:t>
      </w:r>
      <w:r w:rsidRPr="003E4D35">
        <w:t>mais sans lueurs</w:t>
      </w:r>
      <w:r w:rsidR="00B97E5D">
        <w:t xml:space="preserve">, </w:t>
      </w:r>
      <w:r w:rsidRPr="003E4D35">
        <w:t>et le gros diamant de Marie-Sévère était notre seule réponse</w:t>
      </w:r>
      <w:r w:rsidR="00B97E5D">
        <w:t xml:space="preserve">, </w:t>
      </w:r>
      <w:r w:rsidRPr="003E4D35">
        <w:t>digne d</w:t>
      </w:r>
      <w:r w:rsidR="00B97E5D">
        <w:t>’</w:t>
      </w:r>
      <w:r w:rsidRPr="003E4D35">
        <w:t>ailleurs</w:t>
      </w:r>
      <w:r w:rsidR="00B97E5D">
        <w:t xml:space="preserve">, </w:t>
      </w:r>
      <w:r w:rsidRPr="003E4D35">
        <w:t>il venait de Tobolsk</w:t>
      </w:r>
      <w:r w:rsidR="00B97E5D">
        <w:t xml:space="preserve">, </w:t>
      </w:r>
      <w:r w:rsidRPr="003E4D35">
        <w:t>à tant d</w:t>
      </w:r>
      <w:r w:rsidR="00B97E5D">
        <w:t>’</w:t>
      </w:r>
      <w:r w:rsidRPr="003E4D35">
        <w:t>ombre</w:t>
      </w:r>
      <w:r w:rsidR="00B97E5D">
        <w:t xml:space="preserve">, </w:t>
      </w:r>
      <w:r w:rsidRPr="003E4D35">
        <w:t>à tant d</w:t>
      </w:r>
      <w:r w:rsidR="00B97E5D">
        <w:t>’</w:t>
      </w:r>
      <w:r w:rsidRPr="003E4D35">
        <w:t>éclat</w:t>
      </w:r>
      <w:r w:rsidR="00B97E5D">
        <w:t>.</w:t>
      </w:r>
    </w:p>
    <w:p w14:paraId="550BB679" w14:textId="77777777" w:rsidR="00B97E5D" w:rsidRDefault="00F225BE" w:rsidP="00F225BE">
      <w:r w:rsidRPr="003E4D35">
        <w:t>Un renard qui mangeait les baies d</w:t>
      </w:r>
      <w:r w:rsidR="00B97E5D">
        <w:t>’</w:t>
      </w:r>
      <w:r w:rsidRPr="003E4D35">
        <w:t>un genévrier nous fa</w:t>
      </w:r>
      <w:r w:rsidRPr="003E4D35">
        <w:t>i</w:t>
      </w:r>
      <w:r w:rsidRPr="003E4D35">
        <w:t>sait peur</w:t>
      </w:r>
      <w:r w:rsidR="00B97E5D">
        <w:t xml:space="preserve">. </w:t>
      </w:r>
      <w:r w:rsidRPr="003E4D35">
        <w:t>Nous redescendions vers la ville à grands pas d</w:t>
      </w:r>
      <w:r w:rsidR="00B97E5D">
        <w:t>’</w:t>
      </w:r>
      <w:r w:rsidRPr="003E4D35">
        <w:t>ho</w:t>
      </w:r>
      <w:r w:rsidRPr="003E4D35">
        <w:t>m</w:t>
      </w:r>
      <w:r w:rsidRPr="003E4D35">
        <w:t>me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image du petit renard qui mange nous rassurait</w:t>
      </w:r>
      <w:r w:rsidR="00B97E5D">
        <w:t xml:space="preserve">. </w:t>
      </w:r>
      <w:r w:rsidRPr="003E4D35">
        <w:t>Autour de chaque maison les gaillardes</w:t>
      </w:r>
      <w:r w:rsidR="00B97E5D">
        <w:t xml:space="preserve">, </w:t>
      </w:r>
      <w:r w:rsidRPr="003E4D35">
        <w:t>les dahlias</w:t>
      </w:r>
      <w:r w:rsidR="00B97E5D">
        <w:t xml:space="preserve">, </w:t>
      </w:r>
      <w:r w:rsidRPr="003E4D35">
        <w:t>les soleils et les cr</w:t>
      </w:r>
      <w:r w:rsidRPr="003E4D35">
        <w:t>ê</w:t>
      </w:r>
      <w:r w:rsidRPr="003E4D35">
        <w:t>tes de coq entassés semblaient en avoir été expulsés pour pur</w:t>
      </w:r>
      <w:r w:rsidRPr="003E4D35">
        <w:t>i</w:t>
      </w:r>
      <w:r w:rsidRPr="003E4D35">
        <w:t>fier l</w:t>
      </w:r>
      <w:r w:rsidR="00B97E5D">
        <w:t>’</w:t>
      </w:r>
      <w:r w:rsidRPr="003E4D35">
        <w:t>air du dormeur</w:t>
      </w:r>
      <w:r w:rsidR="00B97E5D">
        <w:t xml:space="preserve">. </w:t>
      </w:r>
      <w:r w:rsidRPr="003E4D35">
        <w:t>La pleine lune</w:t>
      </w:r>
      <w:r w:rsidR="00B97E5D">
        <w:t xml:space="preserve">, </w:t>
      </w:r>
      <w:r w:rsidRPr="003E4D35">
        <w:t>un nuage à la place où nous voyions parfois ses yeux</w:t>
      </w:r>
      <w:r w:rsidR="00B97E5D">
        <w:t xml:space="preserve">, </w:t>
      </w:r>
      <w:r w:rsidRPr="003E4D35">
        <w:t>se donnait le secret d</w:t>
      </w:r>
      <w:r w:rsidR="00B97E5D">
        <w:t>’</w:t>
      </w:r>
      <w:r w:rsidRPr="003E4D35">
        <w:t>une lune ma</w:t>
      </w:r>
      <w:r w:rsidRPr="003E4D35">
        <w:t>s</w:t>
      </w:r>
      <w:r w:rsidRPr="003E4D35">
        <w:t>quée</w:t>
      </w:r>
      <w:r w:rsidR="00B97E5D">
        <w:t xml:space="preserve">. </w:t>
      </w:r>
      <w:r w:rsidRPr="003E4D35">
        <w:t>Nous longions le cimetière dénudé et lumineux avec dans un des coins</w:t>
      </w:r>
      <w:r w:rsidR="00B97E5D">
        <w:t xml:space="preserve">, </w:t>
      </w:r>
      <w:r w:rsidRPr="003E4D35">
        <w:t>debout</w:t>
      </w:r>
      <w:r w:rsidR="00B97E5D">
        <w:t xml:space="preserve">, </w:t>
      </w:r>
      <w:r w:rsidRPr="003E4D35">
        <w:t>les pelles</w:t>
      </w:r>
      <w:r w:rsidR="00B97E5D">
        <w:t xml:space="preserve">, </w:t>
      </w:r>
      <w:r w:rsidRPr="003E4D35">
        <w:t>les pioches</w:t>
      </w:r>
      <w:r w:rsidR="00B97E5D">
        <w:t xml:space="preserve">, </w:t>
      </w:r>
      <w:r w:rsidRPr="003E4D35">
        <w:t>les brancards des fossoyeurs</w:t>
      </w:r>
      <w:r w:rsidR="00B97E5D">
        <w:t xml:space="preserve">, </w:t>
      </w:r>
      <w:r w:rsidRPr="003E4D35">
        <w:t>et dans l</w:t>
      </w:r>
      <w:r w:rsidR="00B97E5D">
        <w:t>’</w:t>
      </w:r>
      <w:r w:rsidRPr="003E4D35">
        <w:t>autre</w:t>
      </w:r>
      <w:r w:rsidR="00B97E5D">
        <w:t xml:space="preserve">, </w:t>
      </w:r>
      <w:r w:rsidRPr="003E4D35">
        <w:t>en bouquet</w:t>
      </w:r>
      <w:r w:rsidR="00B97E5D">
        <w:t xml:space="preserve">, </w:t>
      </w:r>
      <w:r w:rsidRPr="003E4D35">
        <w:t>trois cyprès</w:t>
      </w:r>
      <w:r w:rsidR="00B97E5D">
        <w:t xml:space="preserve">, </w:t>
      </w:r>
      <w:r w:rsidRPr="003E4D35">
        <w:t>les f</w:t>
      </w:r>
      <w:r w:rsidRPr="003E4D35">
        <w:t>u</w:t>
      </w:r>
      <w:r w:rsidRPr="003E4D35">
        <w:t>seaux qu</w:t>
      </w:r>
      <w:r w:rsidR="00B97E5D">
        <w:t>’</w:t>
      </w:r>
      <w:r w:rsidRPr="003E4D35">
        <w:t xml:space="preserve">éventait minuit des </w:t>
      </w:r>
      <w:proofErr w:type="spellStart"/>
      <w:r w:rsidRPr="003E4D35">
        <w:t>parques</w:t>
      </w:r>
      <w:proofErr w:type="spellEnd"/>
      <w:r w:rsidRPr="003E4D35">
        <w:t xml:space="preserve"> de Bellac</w:t>
      </w:r>
      <w:r w:rsidR="00B97E5D">
        <w:t xml:space="preserve">. </w:t>
      </w:r>
      <w:r w:rsidRPr="003E4D35">
        <w:t>Les héliotropes e</w:t>
      </w:r>
      <w:r w:rsidRPr="003E4D35">
        <w:t>m</w:t>
      </w:r>
      <w:r w:rsidRPr="003E4D35">
        <w:t>baumaient</w:t>
      </w:r>
      <w:r w:rsidR="00B97E5D">
        <w:t xml:space="preserve">, </w:t>
      </w:r>
      <w:r w:rsidRPr="003E4D35">
        <w:t>tout droits</w:t>
      </w:r>
      <w:r w:rsidR="00B97E5D">
        <w:t xml:space="preserve">, </w:t>
      </w:r>
      <w:r w:rsidRPr="003E4D35">
        <w:t>dédaigneux de la lune</w:t>
      </w:r>
      <w:r w:rsidR="00B97E5D">
        <w:t xml:space="preserve">, </w:t>
      </w:r>
      <w:r w:rsidRPr="003E4D35">
        <w:t>persuadés que le jour aussi ils n</w:t>
      </w:r>
      <w:r w:rsidR="00B97E5D">
        <w:t>’</w:t>
      </w:r>
      <w:r w:rsidRPr="003E4D35">
        <w:t>obéissaient qu</w:t>
      </w:r>
      <w:r w:rsidR="00B97E5D">
        <w:t>’</w:t>
      </w:r>
      <w:r w:rsidRPr="003E4D35">
        <w:t>à eux-mêmes</w:t>
      </w:r>
      <w:r w:rsidR="00B97E5D">
        <w:t xml:space="preserve">. </w:t>
      </w:r>
      <w:r w:rsidRPr="003E4D35">
        <w:t>Au premier coin de rue</w:t>
      </w:r>
      <w:r w:rsidR="00B97E5D">
        <w:t xml:space="preserve">, </w:t>
      </w:r>
      <w:r w:rsidRPr="003E4D35">
        <w:t>notre corps</w:t>
      </w:r>
      <w:r w:rsidR="00B97E5D">
        <w:t xml:space="preserve">, </w:t>
      </w:r>
      <w:r w:rsidRPr="003E4D35">
        <w:t>déjà pénétré de tant de clarté</w:t>
      </w:r>
      <w:r w:rsidR="00B97E5D">
        <w:t xml:space="preserve">, </w:t>
      </w:r>
      <w:r w:rsidRPr="003E4D35">
        <w:t>tombait sous un bec électrique</w:t>
      </w:r>
      <w:r w:rsidR="00B97E5D">
        <w:t xml:space="preserve">, </w:t>
      </w:r>
      <w:r w:rsidRPr="003E4D35">
        <w:t>qui nous semblait donc éclairer soudain notre âme même</w:t>
      </w:r>
      <w:r w:rsidR="00B97E5D">
        <w:t xml:space="preserve">. </w:t>
      </w:r>
      <w:r w:rsidRPr="003E4D35">
        <w:t xml:space="preserve">Puis venaient </w:t>
      </w:r>
      <w:r w:rsidRPr="003E4D35">
        <w:lastRenderedPageBreak/>
        <w:t>des maisons d</w:t>
      </w:r>
      <w:r w:rsidR="00B97E5D">
        <w:t>’</w:t>
      </w:r>
      <w:r w:rsidRPr="003E4D35">
        <w:t>amis</w:t>
      </w:r>
      <w:r w:rsidR="00B97E5D">
        <w:t xml:space="preserve">, </w:t>
      </w:r>
      <w:r w:rsidRPr="003E4D35">
        <w:t>où nous était connue l</w:t>
      </w:r>
      <w:r w:rsidR="00B97E5D">
        <w:t>’</w:t>
      </w:r>
      <w:r w:rsidRPr="003E4D35">
        <w:t>orientation de chaque lit</w:t>
      </w:r>
      <w:r w:rsidR="00B97E5D">
        <w:t xml:space="preserve">, </w:t>
      </w:r>
      <w:r w:rsidRPr="003E4D35">
        <w:t>de chaque dormeur</w:t>
      </w:r>
      <w:r w:rsidR="00B97E5D">
        <w:t xml:space="preserve">, </w:t>
      </w:r>
      <w:r w:rsidRPr="003E4D35">
        <w:t>et nous grattions au volet quand nous savions sa tête toute proche</w:t>
      </w:r>
      <w:r w:rsidR="00B97E5D">
        <w:t xml:space="preserve">. </w:t>
      </w:r>
      <w:r w:rsidRPr="003E4D35">
        <w:t>Une à une mes compagnes m</w:t>
      </w:r>
      <w:r w:rsidR="00B97E5D">
        <w:t>’</w:t>
      </w:r>
      <w:r w:rsidRPr="003E4D35">
        <w:t>abandonnaient</w:t>
      </w:r>
      <w:r w:rsidR="00B97E5D">
        <w:t xml:space="preserve">, </w:t>
      </w:r>
      <w:r w:rsidRPr="003E4D35">
        <w:t>comme des doubles touchés l</w:t>
      </w:r>
      <w:r w:rsidR="00B97E5D">
        <w:t>’</w:t>
      </w:r>
      <w:r w:rsidRPr="003E4D35">
        <w:t>un après l</w:t>
      </w:r>
      <w:r w:rsidR="00B97E5D">
        <w:t>’</w:t>
      </w:r>
      <w:r w:rsidRPr="003E4D35">
        <w:t>autre par le vent de minuit</w:t>
      </w:r>
      <w:r w:rsidR="00B97E5D">
        <w:t xml:space="preserve">, </w:t>
      </w:r>
      <w:r w:rsidRPr="003E4D35">
        <w:t>je montais à ma chambre en me hâtant</w:t>
      </w:r>
      <w:r w:rsidR="00B97E5D">
        <w:t xml:space="preserve">, </w:t>
      </w:r>
      <w:r w:rsidRPr="003E4D35">
        <w:t>poursuivie de tout près par je ne sais quelle métamorphose</w:t>
      </w:r>
      <w:r w:rsidR="00B97E5D">
        <w:t xml:space="preserve">. </w:t>
      </w:r>
      <w:r w:rsidRPr="003E4D35">
        <w:t>Les arbres frissonnaient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bien m</w:t>
      </w:r>
      <w:r w:rsidRPr="003E4D35">
        <w:t>i</w:t>
      </w:r>
      <w:r w:rsidRPr="003E4D35">
        <w:t>nuit</w:t>
      </w:r>
      <w:r w:rsidR="00B97E5D">
        <w:t xml:space="preserve">. </w:t>
      </w:r>
      <w:r w:rsidRPr="003E4D35">
        <w:t>On entendait au dehors le froissement d</w:t>
      </w:r>
      <w:r w:rsidR="00B97E5D">
        <w:t>’</w:t>
      </w:r>
      <w:r w:rsidRPr="003E4D35">
        <w:t>un grand feuillet qu</w:t>
      </w:r>
      <w:r w:rsidR="00B97E5D">
        <w:t>’</w:t>
      </w:r>
      <w:r w:rsidRPr="003E4D35">
        <w:t>on tourne</w:t>
      </w:r>
      <w:r w:rsidR="00B97E5D">
        <w:t xml:space="preserve"> : </w:t>
      </w:r>
      <w:r w:rsidRPr="003E4D35">
        <w:t>je prononçais mon nom tout haut pour parapher la page fraîche</w:t>
      </w:r>
      <w:r w:rsidR="00B97E5D">
        <w:t xml:space="preserve">, </w:t>
      </w:r>
      <w:r w:rsidRPr="003E4D35">
        <w:t>mon prénom</w:t>
      </w:r>
      <w:r w:rsidR="00B97E5D">
        <w:t xml:space="preserve">, </w:t>
      </w:r>
      <w:r w:rsidRPr="003E4D35">
        <w:t>mon nom surtout</w:t>
      </w:r>
      <w:r w:rsidR="00B97E5D">
        <w:t xml:space="preserve">, </w:t>
      </w:r>
      <w:r w:rsidRPr="003E4D35">
        <w:t>plus fragile chez les jeunes filles qu</w:t>
      </w:r>
      <w:r w:rsidR="00B97E5D">
        <w:t>’</w:t>
      </w:r>
      <w:r w:rsidRPr="003E4D35">
        <w:t>un prénom</w:t>
      </w:r>
      <w:r w:rsidR="00B97E5D">
        <w:t xml:space="preserve"> ; </w:t>
      </w:r>
      <w:r w:rsidRPr="003E4D35">
        <w:t>toute cette toilette de nuit qu</w:t>
      </w:r>
      <w:r w:rsidR="00B97E5D">
        <w:t>’</w:t>
      </w:r>
      <w:r w:rsidRPr="003E4D35">
        <w:t>on fait devant un miroir</w:t>
      </w:r>
      <w:r w:rsidR="00B97E5D">
        <w:t xml:space="preserve">, </w:t>
      </w:r>
      <w:r w:rsidRPr="003E4D35">
        <w:t>devant la vitre sans me voir je l</w:t>
      </w:r>
      <w:r w:rsidR="00B97E5D">
        <w:t>’</w:t>
      </w:r>
      <w:r w:rsidRPr="003E4D35">
        <w:t>achevais</w:t>
      </w:r>
      <w:r w:rsidR="00B97E5D">
        <w:t xml:space="preserve"> ; </w:t>
      </w:r>
      <w:r w:rsidRPr="003E4D35">
        <w:t>les dents serrées d</w:t>
      </w:r>
      <w:r w:rsidR="00B97E5D">
        <w:t>’</w:t>
      </w:r>
      <w:r w:rsidRPr="003E4D35">
        <w:t>angoisse et parce qu</w:t>
      </w:r>
      <w:r w:rsidR="00B97E5D">
        <w:t>’</w:t>
      </w:r>
      <w:r w:rsidRPr="003E4D35">
        <w:t>elles tenaient une épingle</w:t>
      </w:r>
      <w:r w:rsidR="00B97E5D">
        <w:t xml:space="preserve"> ; </w:t>
      </w:r>
      <w:r w:rsidRPr="003E4D35">
        <w:t>la tête penchée de tendresse et pour ne pas broui</w:t>
      </w:r>
      <w:r w:rsidRPr="003E4D35">
        <w:t>l</w:t>
      </w:r>
      <w:r w:rsidRPr="003E4D35">
        <w:t>ler mes cheveux déliés</w:t>
      </w:r>
      <w:r w:rsidR="00B97E5D">
        <w:t xml:space="preserve">. </w:t>
      </w:r>
      <w:r w:rsidRPr="003E4D35">
        <w:t>Je laissais les rideaux ouverts</w:t>
      </w:r>
      <w:r w:rsidR="00B97E5D">
        <w:t xml:space="preserve">. </w:t>
      </w:r>
      <w:r w:rsidRPr="003E4D35">
        <w:t>Je m</w:t>
      </w:r>
      <w:r w:rsidR="00B97E5D">
        <w:t>’</w:t>
      </w:r>
      <w:r w:rsidRPr="003E4D35">
        <w:t>e</w:t>
      </w:r>
      <w:r w:rsidRPr="003E4D35">
        <w:t>n</w:t>
      </w:r>
      <w:r w:rsidRPr="003E4D35">
        <w:t>dormais</w:t>
      </w:r>
      <w:r w:rsidR="00B97E5D">
        <w:t xml:space="preserve">, </w:t>
      </w:r>
      <w:r w:rsidRPr="003E4D35">
        <w:t>avec de petites enclaves de froid sur mon visage ou sur mes bras</w:t>
      </w:r>
      <w:r w:rsidR="00B97E5D">
        <w:t xml:space="preserve">, </w:t>
      </w:r>
      <w:r w:rsidRPr="003E4D35">
        <w:t>aux endroits que frappait la lune</w:t>
      </w:r>
      <w:r w:rsidR="00B97E5D">
        <w:t xml:space="preserve"> ; </w:t>
      </w:r>
      <w:r w:rsidRPr="003E4D35">
        <w:t>et soudain juste aux mêmes places j</w:t>
      </w:r>
      <w:r w:rsidR="00B97E5D">
        <w:t>’</w:t>
      </w:r>
      <w:r w:rsidRPr="003E4D35">
        <w:t>avais chaud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ouvrais les yeux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dormi huit heures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le soleil</w:t>
      </w:r>
      <w:r w:rsidR="00B97E5D">
        <w:t> !</w:t>
      </w:r>
    </w:p>
    <w:p w14:paraId="47F8CDD8" w14:textId="5C3E1B3A" w:rsidR="00B97E5D" w:rsidRDefault="00F225BE" w:rsidP="00F225BE">
      <w:r w:rsidRPr="003E4D35">
        <w:t>Alors</w:t>
      </w:r>
      <w:r w:rsidR="00B97E5D">
        <w:t xml:space="preserve">, – </w:t>
      </w:r>
      <w:r w:rsidRPr="003E4D35">
        <w:t>et mon histoire a l</w:t>
      </w:r>
      <w:r w:rsidR="00B97E5D">
        <w:t>’</w:t>
      </w:r>
      <w:r w:rsidRPr="003E4D35">
        <w:t>air de ne jamais finir et en fait elle ne finissait point</w:t>
      </w:r>
      <w:r w:rsidR="00B97E5D">
        <w:t xml:space="preserve">, – </w:t>
      </w:r>
      <w:r w:rsidRPr="003E4D35">
        <w:t>alors éloignées pendant les jours de ce</w:t>
      </w:r>
      <w:r w:rsidRPr="003E4D35">
        <w:t>t</w:t>
      </w:r>
      <w:r w:rsidRPr="003E4D35">
        <w:t>te vie étrange à laquelle nous étions secrètement engagées</w:t>
      </w:r>
      <w:r w:rsidR="00B97E5D">
        <w:t xml:space="preserve">, </w:t>
      </w:r>
      <w:r w:rsidRPr="003E4D35">
        <w:t>a</w:t>
      </w:r>
      <w:r w:rsidRPr="003E4D35">
        <w:t>f</w:t>
      </w:r>
      <w:r w:rsidRPr="003E4D35">
        <w:t>fectant du dédain pour elle</w:t>
      </w:r>
      <w:r w:rsidR="00B97E5D">
        <w:t xml:space="preserve">, </w:t>
      </w:r>
      <w:r w:rsidRPr="003E4D35">
        <w:t>et pour Verlaine</w:t>
      </w:r>
      <w:r w:rsidR="00B97E5D">
        <w:t xml:space="preserve">, </w:t>
      </w:r>
      <w:r w:rsidRPr="003E4D35">
        <w:t>et pour Loti</w:t>
      </w:r>
      <w:r w:rsidR="00B97E5D">
        <w:t xml:space="preserve"> ; </w:t>
      </w:r>
      <w:r w:rsidRPr="003E4D35">
        <w:t>re</w:t>
      </w:r>
      <w:r w:rsidRPr="003E4D35">
        <w:t>m</w:t>
      </w:r>
      <w:r w:rsidRPr="003E4D35">
        <w:t>plaçant pour la journée dans notre langue de la nuit le mot soie par le mot coton</w:t>
      </w:r>
      <w:r w:rsidR="00B97E5D">
        <w:t xml:space="preserve">, </w:t>
      </w:r>
      <w:r w:rsidRPr="003E4D35">
        <w:t>le mot émeraude par le mot améthyste</w:t>
      </w:r>
      <w:r w:rsidR="00B97E5D">
        <w:t xml:space="preserve">, </w:t>
      </w:r>
      <w:r w:rsidRPr="003E4D35">
        <w:t>nous flirtions avec la vie médiocre de la ville comme avec un jeune cousin</w:t>
      </w:r>
      <w:r w:rsidR="00B97E5D">
        <w:t xml:space="preserve">. </w:t>
      </w:r>
      <w:r w:rsidRPr="003E4D35">
        <w:t>Les petites villes ne sont point des miroirs déformants</w:t>
      </w:r>
      <w:r w:rsidR="00B97E5D">
        <w:t xml:space="preserve">. </w:t>
      </w:r>
      <w:r w:rsidRPr="003E4D35">
        <w:t>Les vertus</w:t>
      </w:r>
      <w:r w:rsidR="00B97E5D">
        <w:t xml:space="preserve">, </w:t>
      </w:r>
      <w:r w:rsidRPr="003E4D35">
        <w:t>les mouvements de l</w:t>
      </w:r>
      <w:r w:rsidR="00B97E5D">
        <w:t>’</w:t>
      </w:r>
      <w:r w:rsidRPr="003E4D35">
        <w:t>univers ne se reflétaient dans Bellac qu</w:t>
      </w:r>
      <w:r w:rsidR="00B97E5D">
        <w:t>’</w:t>
      </w:r>
      <w:r w:rsidRPr="003E4D35">
        <w:t>ordonnés</w:t>
      </w:r>
      <w:r w:rsidR="00B97E5D">
        <w:t xml:space="preserve">, </w:t>
      </w:r>
      <w:r w:rsidRPr="003E4D35">
        <w:t>et si visibles qu</w:t>
      </w:r>
      <w:r w:rsidR="00B97E5D">
        <w:t>’</w:t>
      </w:r>
      <w:r w:rsidRPr="003E4D35">
        <w:t>ils étaient inoffensifs</w:t>
      </w:r>
      <w:r w:rsidR="00B97E5D">
        <w:t xml:space="preserve">. </w:t>
      </w:r>
      <w:r w:rsidRPr="003E4D35">
        <w:t>Ja</w:t>
      </w:r>
      <w:r w:rsidRPr="003E4D35">
        <w:t>n</w:t>
      </w:r>
      <w:r w:rsidRPr="003E4D35">
        <w:t>vier y était toujours froid</w:t>
      </w:r>
      <w:r w:rsidR="00B97E5D">
        <w:t xml:space="preserve">, </w:t>
      </w:r>
      <w:r w:rsidRPr="003E4D35">
        <w:t>août toujours torride</w:t>
      </w:r>
      <w:r w:rsidR="00B97E5D">
        <w:t xml:space="preserve">, </w:t>
      </w:r>
      <w:r w:rsidRPr="003E4D35">
        <w:t>chaque voisin n</w:t>
      </w:r>
      <w:r w:rsidR="00B97E5D">
        <w:t>’</w:t>
      </w:r>
      <w:r w:rsidRPr="003E4D35">
        <w:t>avait à la fois qu</w:t>
      </w:r>
      <w:r w:rsidR="00B97E5D">
        <w:t>’</w:t>
      </w:r>
      <w:r w:rsidRPr="003E4D35">
        <w:t>une qualité ou qu</w:t>
      </w:r>
      <w:r w:rsidR="00B97E5D">
        <w:t>’</w:t>
      </w:r>
      <w:r w:rsidRPr="003E4D35">
        <w:t>un vice</w:t>
      </w:r>
      <w:r w:rsidR="00B97E5D">
        <w:t xml:space="preserve"> ; </w:t>
      </w:r>
      <w:r w:rsidRPr="003E4D35">
        <w:t>et nous appr</w:t>
      </w:r>
      <w:r w:rsidRPr="003E4D35">
        <w:t>e</w:t>
      </w:r>
      <w:r w:rsidRPr="003E4D35">
        <w:t>nions à connaître le monde</w:t>
      </w:r>
      <w:r w:rsidR="00B97E5D">
        <w:t xml:space="preserve">, </w:t>
      </w:r>
      <w:r w:rsidRPr="003E4D35">
        <w:t>comme il le faut</w:t>
      </w:r>
      <w:r w:rsidR="00B97E5D">
        <w:t xml:space="preserve">, </w:t>
      </w:r>
      <w:r w:rsidRPr="003E4D35">
        <w:t>en l</w:t>
      </w:r>
      <w:r w:rsidR="00B97E5D">
        <w:t>’</w:t>
      </w:r>
      <w:r w:rsidRPr="003E4D35">
        <w:t>épelant</w:t>
      </w:r>
      <w:r w:rsidR="00B97E5D">
        <w:t xml:space="preserve">, </w:t>
      </w:r>
      <w:r w:rsidRPr="003E4D35">
        <w:t>par saisons et par sentiments séparés</w:t>
      </w:r>
      <w:r w:rsidR="00B97E5D">
        <w:t xml:space="preserve">. </w:t>
      </w:r>
      <w:r w:rsidRPr="003E4D35">
        <w:lastRenderedPageBreak/>
        <w:t>Chacune de ces maisons bien crépites était dans la rue une note</w:t>
      </w:r>
      <w:r w:rsidR="00B97E5D">
        <w:t xml:space="preserve">, </w:t>
      </w:r>
      <w:r w:rsidRPr="003E4D35">
        <w:t>avarice</w:t>
      </w:r>
      <w:r w:rsidR="00B97E5D">
        <w:t xml:space="preserve">, </w:t>
      </w:r>
      <w:r w:rsidRPr="003E4D35">
        <w:t>vanité</w:t>
      </w:r>
      <w:r w:rsidR="00B97E5D">
        <w:t xml:space="preserve">, </w:t>
      </w:r>
      <w:r w:rsidRPr="003E4D35">
        <w:t>gourma</w:t>
      </w:r>
      <w:r w:rsidRPr="003E4D35">
        <w:t>n</w:t>
      </w:r>
      <w:r w:rsidRPr="003E4D35">
        <w:t>dise</w:t>
      </w:r>
      <w:r w:rsidR="00B97E5D">
        <w:t xml:space="preserve"> : </w:t>
      </w:r>
      <w:r w:rsidRPr="003E4D35">
        <w:t>pas de dièse</w:t>
      </w:r>
      <w:r w:rsidR="00B97E5D">
        <w:t xml:space="preserve">, </w:t>
      </w:r>
      <w:r w:rsidRPr="003E4D35">
        <w:t>pas de bémol</w:t>
      </w:r>
      <w:r w:rsidR="00B97E5D">
        <w:t xml:space="preserve"> ; </w:t>
      </w:r>
      <w:r w:rsidRPr="003E4D35">
        <w:t>pas de gourmand-avare</w:t>
      </w:r>
      <w:r w:rsidR="00B97E5D">
        <w:t xml:space="preserve">, </w:t>
      </w:r>
      <w:r w:rsidRPr="003E4D35">
        <w:t>de vaniteux-modeste</w:t>
      </w:r>
      <w:r w:rsidR="00B97E5D">
        <w:t xml:space="preserve"> ; </w:t>
      </w:r>
      <w:r w:rsidRPr="003E4D35">
        <w:t>insensibles</w:t>
      </w:r>
      <w:r w:rsidR="00B97E5D">
        <w:t xml:space="preserve">, </w:t>
      </w:r>
      <w:r w:rsidRPr="003E4D35">
        <w:t>nous frappions à tour de bras sur chacun</w:t>
      </w:r>
      <w:r w:rsidR="00B97E5D">
        <w:t xml:space="preserve">, </w:t>
      </w:r>
      <w:r w:rsidRPr="003E4D35">
        <w:t>ou nous amusant</w:t>
      </w:r>
      <w:r w:rsidR="00B97E5D">
        <w:t xml:space="preserve">, </w:t>
      </w:r>
      <w:r w:rsidRPr="003E4D35">
        <w:t>comme à notre piano le jour que nous avions pris le morceau où l</w:t>
      </w:r>
      <w:r w:rsidR="00B97E5D">
        <w:t>’</w:t>
      </w:r>
      <w:r w:rsidRPr="003E4D35">
        <w:t>on croise les mains</w:t>
      </w:r>
      <w:r w:rsidR="00B97E5D">
        <w:t xml:space="preserve">, </w:t>
      </w:r>
      <w:r w:rsidRPr="003E4D35">
        <w:t>à des vis</w:t>
      </w:r>
      <w:r w:rsidRPr="003E4D35">
        <w:t>i</w:t>
      </w:r>
      <w:r w:rsidRPr="003E4D35">
        <w:t>tes alternées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avare au prodigue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envieux au satisfait</w:t>
      </w:r>
      <w:r w:rsidR="00B97E5D">
        <w:t xml:space="preserve">… </w:t>
      </w:r>
      <w:r w:rsidRPr="003E4D35">
        <w:t>C</w:t>
      </w:r>
      <w:r w:rsidR="00B97E5D">
        <w:t>’</w:t>
      </w:r>
      <w:r w:rsidRPr="003E4D35">
        <w:t>était le 1</w:t>
      </w:r>
      <w:r w:rsidR="00B97E5D" w:rsidRPr="003E4D35">
        <w:t>4</w:t>
      </w:r>
      <w:r w:rsidR="00B97E5D">
        <w:t> </w:t>
      </w:r>
      <w:r w:rsidR="00B97E5D" w:rsidRPr="003E4D35">
        <w:t>juillet</w:t>
      </w:r>
      <w:r w:rsidR="00B97E5D">
        <w:t xml:space="preserve">, </w:t>
      </w:r>
      <w:r w:rsidRPr="003E4D35">
        <w:t>les drapeaux à la fenêtre le matin qui font à la fois le bruit de la pluie et le bruit du feu</w:t>
      </w:r>
      <w:r w:rsidR="00B97E5D">
        <w:t xml:space="preserve">, </w:t>
      </w:r>
      <w:r w:rsidRPr="003E4D35">
        <w:t>et les chevaux de bois qui tournent autour de l</w:t>
      </w:r>
      <w:r w:rsidR="00B97E5D">
        <w:t>’</w:t>
      </w:r>
      <w:r w:rsidRPr="003E4D35">
        <w:t>arbre de la liberté</w:t>
      </w:r>
      <w:r w:rsidR="00B97E5D">
        <w:t xml:space="preserve">… </w:t>
      </w:r>
      <w:r w:rsidRPr="003E4D35">
        <w:t>C</w:t>
      </w:r>
      <w:r w:rsidR="00B97E5D">
        <w:t>’</w:t>
      </w:r>
      <w:r w:rsidRPr="003E4D35">
        <w:t>était la foire</w:t>
      </w:r>
      <w:r w:rsidR="00B97E5D">
        <w:t xml:space="preserve">, </w:t>
      </w:r>
      <w:r w:rsidRPr="003E4D35">
        <w:t>et le sommeil troublé par des meuglements</w:t>
      </w:r>
      <w:r w:rsidR="00B97E5D">
        <w:t xml:space="preserve">, </w:t>
      </w:r>
      <w:r w:rsidRPr="003E4D35">
        <w:t>des hennissements coupés court comme si le paysan étouffait de ses mains la bo</w:t>
      </w:r>
      <w:r w:rsidRPr="003E4D35">
        <w:t>u</w:t>
      </w:r>
      <w:r w:rsidRPr="003E4D35">
        <w:t>che du cheval ou du bœuf</w:t>
      </w:r>
      <w:r w:rsidR="00B97E5D">
        <w:t xml:space="preserve">, </w:t>
      </w:r>
      <w:r w:rsidRPr="003E4D35">
        <w:t>des piétinements</w:t>
      </w:r>
      <w:r w:rsidR="00B97E5D">
        <w:t xml:space="preserve">, </w:t>
      </w:r>
      <w:r w:rsidRPr="003E4D35">
        <w:t>la relève mensuelle que font les animaux vers le travail et la mort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la Sainte-Hortense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le 1</w:t>
      </w:r>
      <w:r w:rsidR="00B97E5D" w:rsidRPr="003E4D35">
        <w:t>5</w:t>
      </w:r>
      <w:r w:rsidR="00B97E5D">
        <w:t> </w:t>
      </w:r>
      <w:r w:rsidR="00B97E5D" w:rsidRPr="003E4D35">
        <w:t>août</w:t>
      </w:r>
      <w:r w:rsidR="00B97E5D">
        <w:t xml:space="preserve">, </w:t>
      </w:r>
      <w:r w:rsidRPr="003E4D35">
        <w:t>gonflés de soleil et sonores comme des chapelles désaffectées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 xml:space="preserve">était la mort de madame </w:t>
      </w:r>
      <w:proofErr w:type="spellStart"/>
      <w:r w:rsidRPr="003E4D35">
        <w:t>Parpon</w:t>
      </w:r>
      <w:proofErr w:type="spellEnd"/>
      <w:r w:rsidR="00B97E5D">
        <w:t xml:space="preserve">, </w:t>
      </w:r>
      <w:r w:rsidRPr="003E4D35">
        <w:t>et son mari qui sifflait toujours</w:t>
      </w:r>
      <w:r w:rsidR="00B97E5D">
        <w:t xml:space="preserve">, </w:t>
      </w:r>
      <w:r w:rsidRPr="003E4D35">
        <w:t>commençant chaque minute un sifflet machinal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arrêtant dès la première note</w:t>
      </w:r>
      <w:r w:rsidR="00B97E5D">
        <w:t xml:space="preserve">, </w:t>
      </w:r>
      <w:r w:rsidRPr="003E4D35">
        <w:t>faisant toute la première semaine de son deuil le même bruit qu</w:t>
      </w:r>
      <w:r w:rsidR="00B97E5D">
        <w:t>’</w:t>
      </w:r>
      <w:r w:rsidRPr="003E4D35">
        <w:t>un crapaud le soir</w:t>
      </w:r>
      <w:r w:rsidR="00B97E5D">
        <w:t xml:space="preserve"> : </w:t>
      </w:r>
      <w:r w:rsidRPr="003E4D35">
        <w:t>c</w:t>
      </w:r>
      <w:r w:rsidR="00B97E5D">
        <w:t>’</w:t>
      </w:r>
      <w:r w:rsidRPr="003E4D35">
        <w:t>était une faillite</w:t>
      </w:r>
      <w:r w:rsidR="00B97E5D">
        <w:t xml:space="preserve">, </w:t>
      </w:r>
      <w:r w:rsidRPr="003E4D35">
        <w:t>et l</w:t>
      </w:r>
      <w:r w:rsidR="00B97E5D">
        <w:t>’</w:t>
      </w:r>
      <w:r w:rsidRPr="003E4D35">
        <w:t>avoué failli</w:t>
      </w:r>
      <w:r w:rsidR="00B97E5D">
        <w:t xml:space="preserve">, </w:t>
      </w:r>
      <w:r w:rsidRPr="003E4D35">
        <w:t>qui hier écartait du pied mon chien couché sur le trottoir</w:t>
      </w:r>
      <w:r w:rsidR="00B97E5D">
        <w:t xml:space="preserve">, </w:t>
      </w:r>
      <w:r w:rsidRPr="003E4D35">
        <w:t>se baissant pour le caresser et le contournant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un incendie dévorant le hall de l</w:t>
      </w:r>
      <w:r w:rsidR="00B97E5D">
        <w:t>’</w:t>
      </w:r>
      <w:r w:rsidRPr="003E4D35">
        <w:t>hôtel</w:t>
      </w:r>
      <w:r w:rsidR="00B97E5D">
        <w:t xml:space="preserve"> ; </w:t>
      </w:r>
      <w:r w:rsidRPr="003E4D35">
        <w:t>on voyait les boules de verre refléter un moment les flammes</w:t>
      </w:r>
      <w:r w:rsidR="00B97E5D">
        <w:t xml:space="preserve">, </w:t>
      </w:r>
      <w:r w:rsidRPr="003E4D35">
        <w:t>puis éclater</w:t>
      </w:r>
      <w:r w:rsidR="00B97E5D">
        <w:t xml:space="preserve">, </w:t>
      </w:r>
      <w:r w:rsidRPr="003E4D35">
        <w:t>et les palmiers en pot soudain calcinés</w:t>
      </w:r>
      <w:r w:rsidR="00B97E5D">
        <w:t xml:space="preserve">, </w:t>
      </w:r>
      <w:r w:rsidRPr="003E4D35">
        <w:t>déçus qu</w:t>
      </w:r>
      <w:r w:rsidR="00B97E5D">
        <w:t>’</w:t>
      </w:r>
      <w:r w:rsidRPr="003E4D35">
        <w:t>au bout par un pareil climat</w:t>
      </w:r>
      <w:r w:rsidR="00B97E5D">
        <w:t xml:space="preserve">. </w:t>
      </w:r>
      <w:r w:rsidRPr="003E4D35">
        <w:t>Mais tout cela</w:t>
      </w:r>
      <w:r w:rsidR="00B97E5D">
        <w:t xml:space="preserve">, </w:t>
      </w:r>
      <w:r w:rsidRPr="003E4D35">
        <w:t>et ruine</w:t>
      </w:r>
      <w:r w:rsidR="00B97E5D">
        <w:t xml:space="preserve">, </w:t>
      </w:r>
      <w:r w:rsidRPr="003E4D35">
        <w:t>et fête nati</w:t>
      </w:r>
      <w:r w:rsidRPr="003E4D35">
        <w:t>o</w:t>
      </w:r>
      <w:r w:rsidRPr="003E4D35">
        <w:t>nale</w:t>
      </w:r>
      <w:r w:rsidR="00B97E5D">
        <w:t xml:space="preserve">, </w:t>
      </w:r>
      <w:r w:rsidRPr="003E4D35">
        <w:t>et le feu lui-même nous l</w:t>
      </w:r>
      <w:r w:rsidR="00B97E5D">
        <w:t>’</w:t>
      </w:r>
      <w:r w:rsidRPr="003E4D35">
        <w:t>approchions sans en souffrir avec un masque de mica rose que les deux vieux généraux touchaient quelquefois du bout de l</w:t>
      </w:r>
      <w:r w:rsidR="00B97E5D">
        <w:t>’</w:t>
      </w:r>
      <w:r w:rsidRPr="003E4D35">
        <w:t>index en hochant la tête</w:t>
      </w:r>
      <w:r w:rsidR="00B97E5D">
        <w:t xml:space="preserve">. </w:t>
      </w:r>
      <w:r w:rsidRPr="003E4D35">
        <w:t>Le frère du roi de Portugal traversait le Limousin dans un carrosse à douze m</w:t>
      </w:r>
      <w:r w:rsidRPr="003E4D35">
        <w:t>u</w:t>
      </w:r>
      <w:r w:rsidRPr="003E4D35">
        <w:t>les</w:t>
      </w:r>
      <w:r w:rsidR="00B97E5D">
        <w:t xml:space="preserve"> ; </w:t>
      </w:r>
      <w:r w:rsidRPr="003E4D35">
        <w:t>il pesait deux cents kilos</w:t>
      </w:r>
      <w:r w:rsidR="00B97E5D">
        <w:t xml:space="preserve"> ; </w:t>
      </w:r>
      <w:r w:rsidRPr="003E4D35">
        <w:t xml:space="preserve">le duc de </w:t>
      </w:r>
      <w:proofErr w:type="spellStart"/>
      <w:r w:rsidRPr="003E4D35">
        <w:t>Palmella</w:t>
      </w:r>
      <w:proofErr w:type="spellEnd"/>
      <w:r w:rsidR="00B97E5D">
        <w:t xml:space="preserve">, </w:t>
      </w:r>
      <w:r w:rsidRPr="003E4D35">
        <w:t>son comp</w:t>
      </w:r>
      <w:r w:rsidRPr="003E4D35">
        <w:t>a</w:t>
      </w:r>
      <w:r w:rsidRPr="003E4D35">
        <w:t>gnon</w:t>
      </w:r>
      <w:r w:rsidR="00B97E5D">
        <w:t xml:space="preserve">, </w:t>
      </w:r>
      <w:r w:rsidRPr="003E4D35">
        <w:t>cent trente</w:t>
      </w:r>
      <w:r w:rsidR="00B97E5D">
        <w:t xml:space="preserve"> ; </w:t>
      </w:r>
      <w:r w:rsidRPr="003E4D35">
        <w:t>mais ce n</w:t>
      </w:r>
      <w:r w:rsidR="00B97E5D">
        <w:t>’</w:t>
      </w:r>
      <w:r w:rsidRPr="003E4D35">
        <w:t>était pas pour nous une désill</w:t>
      </w:r>
      <w:r w:rsidRPr="003E4D35">
        <w:t>u</w:t>
      </w:r>
      <w:r w:rsidRPr="003E4D35">
        <w:t>sion</w:t>
      </w:r>
      <w:r w:rsidR="00B97E5D">
        <w:t xml:space="preserve"> : </w:t>
      </w:r>
      <w:r w:rsidRPr="003E4D35">
        <w:t xml:space="preserve">notre avenir commençait encore </w:t>
      </w:r>
      <w:proofErr w:type="spellStart"/>
      <w:r w:rsidRPr="003E4D35">
        <w:t>au delà</w:t>
      </w:r>
      <w:proofErr w:type="spellEnd"/>
      <w:r w:rsidRPr="003E4D35">
        <w:t xml:space="preserve"> de </w:t>
      </w:r>
      <w:r w:rsidRPr="003E4D35">
        <w:lastRenderedPageBreak/>
        <w:t>ce royaume dont les rois présents sont les extrêmes marques</w:t>
      </w:r>
      <w:r w:rsidR="00B97E5D">
        <w:t xml:space="preserve">. </w:t>
      </w:r>
      <w:r w:rsidRPr="003E4D35">
        <w:t>Nous allions</w:t>
      </w:r>
      <w:r w:rsidR="00B97E5D">
        <w:t xml:space="preserve"> ; </w:t>
      </w:r>
      <w:r w:rsidRPr="003E4D35">
        <w:t>les parents du fils Merle nous obligeaient à toucher ses cils qu</w:t>
      </w:r>
      <w:r w:rsidR="00B97E5D">
        <w:t>’</w:t>
      </w:r>
      <w:r w:rsidRPr="003E4D35">
        <w:t>il venait de couper au ciseau</w:t>
      </w:r>
      <w:r w:rsidR="00B97E5D">
        <w:t xml:space="preserve">, </w:t>
      </w:r>
      <w:r w:rsidRPr="003E4D35">
        <w:t>on eut dit deux brosses à dents</w:t>
      </w:r>
      <w:r w:rsidR="00B97E5D">
        <w:t xml:space="preserve">. </w:t>
      </w:r>
      <w:r w:rsidRPr="003E4D35">
        <w:t>Ja</w:t>
      </w:r>
      <w:r w:rsidRPr="003E4D35">
        <w:t>c</w:t>
      </w:r>
      <w:r w:rsidRPr="003E4D35">
        <w:t>ques Lartigue nous passait les vers que le petit poète biblioth</w:t>
      </w:r>
      <w:r w:rsidRPr="003E4D35">
        <w:t>é</w:t>
      </w:r>
      <w:r w:rsidRPr="003E4D35">
        <w:t>caire inlassablement nous dédiait</w:t>
      </w:r>
      <w:r w:rsidR="00B97E5D">
        <w:t xml:space="preserve">, </w:t>
      </w:r>
      <w:r w:rsidRPr="003E4D35">
        <w:t>de petits vers recourbés</w:t>
      </w:r>
      <w:r w:rsidR="00B97E5D">
        <w:t xml:space="preserve">, </w:t>
      </w:r>
      <w:r w:rsidRPr="003E4D35">
        <w:t>sans rime</w:t>
      </w:r>
      <w:r w:rsidR="00B97E5D">
        <w:t xml:space="preserve">, </w:t>
      </w:r>
      <w:r w:rsidRPr="003E4D35">
        <w:t>dont il changeait seulement les adjectifs pour chacune de nous</w:t>
      </w:r>
      <w:r w:rsidR="00B97E5D">
        <w:t xml:space="preserve">, </w:t>
      </w:r>
      <w:r w:rsidRPr="003E4D35">
        <w:t>comme s</w:t>
      </w:r>
      <w:r w:rsidR="00B97E5D">
        <w:t>’</w:t>
      </w:r>
      <w:r w:rsidRPr="003E4D35">
        <w:t>il péchait à la truite</w:t>
      </w:r>
      <w:r w:rsidR="00B97E5D">
        <w:t xml:space="preserve">. </w:t>
      </w:r>
      <w:r w:rsidRPr="003E4D35">
        <w:t>De sa fenêtre où il lisait</w:t>
      </w:r>
      <w:r w:rsidRPr="003E4D35">
        <w:rPr>
          <w:i/>
          <w:iCs/>
        </w:rPr>
        <w:t xml:space="preserve"> l</w:t>
      </w:r>
      <w:r w:rsidR="00B97E5D">
        <w:rPr>
          <w:i/>
          <w:iCs/>
        </w:rPr>
        <w:t>’</w:t>
      </w:r>
      <w:r w:rsidRPr="003E4D35">
        <w:rPr>
          <w:i/>
          <w:iCs/>
        </w:rPr>
        <w:t>Odyssée</w:t>
      </w:r>
      <w:r w:rsidRPr="003E4D35">
        <w:t xml:space="preserve"> attribuée à Homère</w:t>
      </w:r>
      <w:r w:rsidR="00B97E5D">
        <w:t xml:space="preserve"> (</w:t>
      </w:r>
      <w:r w:rsidRPr="003E4D35">
        <w:t>car il contestait toujours l</w:t>
      </w:r>
      <w:r w:rsidR="00B97E5D">
        <w:t>’</w:t>
      </w:r>
      <w:r w:rsidRPr="003E4D35">
        <w:t>exi</w:t>
      </w:r>
      <w:r w:rsidRPr="003E4D35">
        <w:t>s</w:t>
      </w:r>
      <w:r w:rsidRPr="003E4D35">
        <w:t>tence des auteurs</w:t>
      </w:r>
      <w:r w:rsidR="00B97E5D">
        <w:t xml:space="preserve">), </w:t>
      </w:r>
      <w:r w:rsidRPr="003E4D35">
        <w:t>et</w:t>
      </w:r>
      <w:r w:rsidRPr="003E4D35">
        <w:rPr>
          <w:i/>
          <w:iCs/>
        </w:rPr>
        <w:t xml:space="preserve"> l</w:t>
      </w:r>
      <w:r w:rsidR="00B97E5D">
        <w:rPr>
          <w:i/>
          <w:iCs/>
        </w:rPr>
        <w:t>’</w:t>
      </w:r>
      <w:r w:rsidRPr="003E4D35">
        <w:rPr>
          <w:i/>
          <w:iCs/>
        </w:rPr>
        <w:t>Adolphe</w:t>
      </w:r>
      <w:r w:rsidRPr="003E4D35">
        <w:t xml:space="preserve"> attribué à Constant</w:t>
      </w:r>
      <w:r w:rsidR="00B97E5D">
        <w:t>. M. de </w:t>
      </w:r>
      <w:proofErr w:type="spellStart"/>
      <w:r w:rsidRPr="003E4D35">
        <w:t>La</w:t>
      </w:r>
      <w:r w:rsidRPr="003E4D35">
        <w:t>r</w:t>
      </w:r>
      <w:r w:rsidRPr="003E4D35">
        <w:t>dois</w:t>
      </w:r>
      <w:proofErr w:type="spellEnd"/>
      <w:r w:rsidR="00B97E5D">
        <w:t xml:space="preserve">, </w:t>
      </w:r>
      <w:r w:rsidRPr="003E4D35">
        <w:t>depuis qu</w:t>
      </w:r>
      <w:r w:rsidR="00B97E5D">
        <w:t>’</w:t>
      </w:r>
      <w:r w:rsidRPr="003E4D35">
        <w:t>il croyait nous avoir prouvé l</w:t>
      </w:r>
      <w:r w:rsidR="00B97E5D">
        <w:t>’</w:t>
      </w:r>
      <w:r w:rsidRPr="003E4D35">
        <w:t>immortalité de l</w:t>
      </w:r>
      <w:r w:rsidR="00B97E5D">
        <w:t>’</w:t>
      </w:r>
      <w:r w:rsidRPr="003E4D35">
        <w:t>âme par les causes finales</w:t>
      </w:r>
      <w:r w:rsidR="00B97E5D">
        <w:t xml:space="preserve">, </w:t>
      </w:r>
      <w:r w:rsidRPr="003E4D35">
        <w:t>souriait à nos robes mortelles</w:t>
      </w:r>
      <w:r w:rsidR="00B97E5D">
        <w:t xml:space="preserve">, </w:t>
      </w:r>
      <w:r w:rsidRPr="003E4D35">
        <w:t>et nous envoyait mille signes dictés par l</w:t>
      </w:r>
      <w:r w:rsidR="00B97E5D">
        <w:t>’</w:t>
      </w:r>
      <w:r w:rsidRPr="003E4D35">
        <w:t>amitié</w:t>
      </w:r>
      <w:r w:rsidR="00B97E5D">
        <w:t xml:space="preserve">, </w:t>
      </w:r>
      <w:r w:rsidRPr="003E4D35">
        <w:t>cause finale de l</w:t>
      </w:r>
      <w:r w:rsidR="00B97E5D">
        <w:t>’</w:t>
      </w:r>
      <w:r w:rsidRPr="003E4D35">
        <w:t>amour</w:t>
      </w:r>
      <w:r w:rsidR="00B97E5D">
        <w:t xml:space="preserve">. </w:t>
      </w:r>
      <w:r w:rsidRPr="003E4D35">
        <w:t>Au bord de la terrasse</w:t>
      </w:r>
      <w:r w:rsidR="00B97E5D">
        <w:t xml:space="preserve">, </w:t>
      </w:r>
      <w:r w:rsidRPr="003E4D35">
        <w:t xml:space="preserve">nous trouvions madame </w:t>
      </w:r>
      <w:proofErr w:type="spellStart"/>
      <w:r w:rsidRPr="003E4D35">
        <w:t>Blédé</w:t>
      </w:r>
      <w:proofErr w:type="spellEnd"/>
      <w:r w:rsidR="00B97E5D">
        <w:t xml:space="preserve">, </w:t>
      </w:r>
      <w:r w:rsidRPr="003E4D35">
        <w:t>toute poudrée</w:t>
      </w:r>
      <w:r w:rsidR="00B97E5D">
        <w:t xml:space="preserve">, </w:t>
      </w:r>
      <w:r w:rsidRPr="003E4D35">
        <w:t>les bras nus fardés</w:t>
      </w:r>
      <w:r w:rsidR="00B97E5D">
        <w:t xml:space="preserve">, </w:t>
      </w:r>
      <w:r w:rsidRPr="003E4D35">
        <w:t>étendus devant le soleil</w:t>
      </w:r>
      <w:r w:rsidR="00B97E5D">
        <w:t xml:space="preserve">, </w:t>
      </w:r>
      <w:r w:rsidRPr="003E4D35">
        <w:t>et molle</w:t>
      </w:r>
      <w:r w:rsidR="00B97E5D">
        <w:t xml:space="preserve">, </w:t>
      </w:r>
      <w:r w:rsidRPr="003E4D35">
        <w:t>et faible</w:t>
      </w:r>
      <w:r w:rsidR="00B97E5D">
        <w:t xml:space="preserve">, </w:t>
      </w:r>
      <w:r w:rsidRPr="003E4D35">
        <w:t>comme un pain avant la fournée</w:t>
      </w:r>
      <w:r w:rsidR="00B97E5D">
        <w:t xml:space="preserve">. </w:t>
      </w:r>
      <w:r w:rsidRPr="003E4D35">
        <w:t>Les deux m</w:t>
      </w:r>
      <w:r w:rsidRPr="003E4D35">
        <w:t>é</w:t>
      </w:r>
      <w:r w:rsidRPr="003E4D35">
        <w:t>decins se croisaient</w:t>
      </w:r>
      <w:r w:rsidR="00B97E5D">
        <w:t xml:space="preserve">, </w:t>
      </w:r>
      <w:r w:rsidRPr="003E4D35">
        <w:t>le jeune qu</w:t>
      </w:r>
      <w:r w:rsidR="00B97E5D">
        <w:t>’</w:t>
      </w:r>
      <w:r w:rsidRPr="003E4D35">
        <w:t>on appelait pour les vieux</w:t>
      </w:r>
      <w:r w:rsidR="00B97E5D">
        <w:t xml:space="preserve">, </w:t>
      </w:r>
      <w:r w:rsidRPr="003E4D35">
        <w:t>le vieux qu</w:t>
      </w:r>
      <w:r w:rsidR="00B97E5D">
        <w:t>’</w:t>
      </w:r>
      <w:r w:rsidRPr="003E4D35">
        <w:t>on appelait pour les jeunes</w:t>
      </w:r>
      <w:r w:rsidR="00B97E5D">
        <w:t xml:space="preserve">, </w:t>
      </w:r>
      <w:r w:rsidRPr="003E4D35">
        <w:t>et aucun n</w:t>
      </w:r>
      <w:r w:rsidR="00B97E5D">
        <w:t>’</w:t>
      </w:r>
      <w:r w:rsidRPr="003E4D35">
        <w:t>eut jamais un client de son âge</w:t>
      </w:r>
      <w:r w:rsidR="00B97E5D">
        <w:t>. M. de </w:t>
      </w:r>
      <w:proofErr w:type="spellStart"/>
      <w:r w:rsidRPr="003E4D35">
        <w:t>Lalautie</w:t>
      </w:r>
      <w:proofErr w:type="spellEnd"/>
      <w:r w:rsidR="00B97E5D">
        <w:t xml:space="preserve">, </w:t>
      </w:r>
      <w:r w:rsidRPr="003E4D35">
        <w:t>qui avait juré de ne plus d</w:t>
      </w:r>
      <w:r w:rsidRPr="003E4D35">
        <w:t>é</w:t>
      </w:r>
      <w:r w:rsidRPr="003E4D35">
        <w:t>penser sa fortune en allumettes</w:t>
      </w:r>
      <w:r w:rsidR="00B97E5D">
        <w:t xml:space="preserve">, </w:t>
      </w:r>
      <w:r w:rsidRPr="003E4D35">
        <w:t>enjambait soudain la rue avec un papier flambant qu</w:t>
      </w:r>
      <w:r w:rsidR="00B97E5D">
        <w:t>’</w:t>
      </w:r>
      <w:r w:rsidRPr="003E4D35">
        <w:t>il venait de plonger dans la cuisinière de sa sœur</w:t>
      </w:r>
      <w:r w:rsidR="00B97E5D">
        <w:t xml:space="preserve">, </w:t>
      </w:r>
      <w:r w:rsidRPr="003E4D35">
        <w:t>qui habitait en face</w:t>
      </w:r>
      <w:r w:rsidR="00B97E5D">
        <w:t xml:space="preserve">, </w:t>
      </w:r>
      <w:r w:rsidRPr="003E4D35">
        <w:t>pour allumer son gaz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hiver v</w:t>
      </w:r>
      <w:r w:rsidRPr="003E4D35">
        <w:t>e</w:t>
      </w:r>
      <w:r w:rsidRPr="003E4D35">
        <w:t>nait</w:t>
      </w:r>
      <w:r w:rsidR="00B97E5D">
        <w:t xml:space="preserve">, </w:t>
      </w:r>
      <w:r w:rsidRPr="003E4D35">
        <w:t>la terre brune picotée un beau matin de points blancs</w:t>
      </w:r>
      <w:r w:rsidR="00B97E5D">
        <w:t xml:space="preserve">, </w:t>
      </w:r>
      <w:r w:rsidRPr="003E4D35">
        <w:t>comme un œuf de vanneau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automne</w:t>
      </w:r>
      <w:r w:rsidR="00B97E5D">
        <w:t xml:space="preserve">, </w:t>
      </w:r>
      <w:r w:rsidRPr="003E4D35">
        <w:t>et les rides brunes que les paysans amoureux de la terre effaçaient avec les herses</w:t>
      </w:r>
      <w:r w:rsidR="00B97E5D">
        <w:t xml:space="preserve">, </w:t>
      </w:r>
      <w:r w:rsidRPr="003E4D35">
        <w:t>et les vignobles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ils massaient à la main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été</w:t>
      </w:r>
      <w:r w:rsidR="00B97E5D">
        <w:t xml:space="preserve">, </w:t>
      </w:r>
      <w:r w:rsidRPr="003E4D35">
        <w:t>le printemps</w:t>
      </w:r>
      <w:r w:rsidR="00B97E5D">
        <w:t xml:space="preserve">. </w:t>
      </w:r>
      <w:r w:rsidRPr="003E4D35">
        <w:t>Nous allions</w:t>
      </w:r>
      <w:r w:rsidR="00B97E5D">
        <w:t xml:space="preserve">, </w:t>
      </w:r>
      <w:r w:rsidRPr="003E4D35">
        <w:t>versant parfois des larmes insensibles</w:t>
      </w:r>
      <w:r w:rsidR="00B97E5D">
        <w:t xml:space="preserve">, </w:t>
      </w:r>
      <w:r w:rsidRPr="003E4D35">
        <w:t>brûlant n</w:t>
      </w:r>
      <w:r w:rsidRPr="003E4D35">
        <w:t>o</w:t>
      </w:r>
      <w:r w:rsidRPr="003E4D35">
        <w:t>tre cœur de fers rouges tout froids</w:t>
      </w:r>
      <w:r w:rsidR="00B97E5D">
        <w:t xml:space="preserve">, </w:t>
      </w:r>
      <w:r w:rsidRPr="003E4D35">
        <w:t>et notre seule souffrance était aux deux places</w:t>
      </w:r>
      <w:r w:rsidR="00B97E5D">
        <w:t xml:space="preserve">, </w:t>
      </w:r>
      <w:r w:rsidRPr="003E4D35">
        <w:t>plutôt petites</w:t>
      </w:r>
      <w:r w:rsidR="00B97E5D">
        <w:t xml:space="preserve">, </w:t>
      </w:r>
      <w:r w:rsidRPr="003E4D35">
        <w:t>par lesquelles nous to</w:t>
      </w:r>
      <w:r w:rsidRPr="003E4D35">
        <w:t>u</w:t>
      </w:r>
      <w:r w:rsidRPr="003E4D35">
        <w:t>chions à la terre</w:t>
      </w:r>
      <w:r w:rsidR="00B97E5D">
        <w:t xml:space="preserve"> : </w:t>
      </w:r>
      <w:r w:rsidRPr="003E4D35">
        <w:t>les pieds un peu las en juillet</w:t>
      </w:r>
      <w:r w:rsidR="00B97E5D">
        <w:t xml:space="preserve">, </w:t>
      </w:r>
      <w:r w:rsidRPr="003E4D35">
        <w:t>les pieds tout gelés en décembre</w:t>
      </w:r>
      <w:r w:rsidR="00B97E5D">
        <w:t>.</w:t>
      </w:r>
    </w:p>
    <w:p w14:paraId="57651FE7" w14:textId="77777777" w:rsidR="00B97E5D" w:rsidRDefault="00F225BE" w:rsidP="00F225BE">
      <w:r w:rsidRPr="003E4D35">
        <w:t>Or ce jour-là le facteur me remit vraiment une lettre d</w:t>
      </w:r>
      <w:r w:rsidR="00B97E5D">
        <w:t>’</w:t>
      </w:r>
      <w:r w:rsidRPr="003E4D35">
        <w:t>Au</w:t>
      </w:r>
      <w:r w:rsidRPr="003E4D35">
        <w:t>s</w:t>
      </w:r>
      <w:r w:rsidRPr="003E4D35">
        <w:t>tralie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 xml:space="preserve">avais gagné le voyage autour du monde offert </w:t>
      </w:r>
      <w:r w:rsidRPr="003E4D35">
        <w:lastRenderedPageBreak/>
        <w:t>par le</w:t>
      </w:r>
      <w:r w:rsidRPr="003E4D35">
        <w:rPr>
          <w:i/>
          <w:iCs/>
        </w:rPr>
        <w:t xml:space="preserve"> Sydney Daily</w:t>
      </w:r>
      <w:r w:rsidR="00B97E5D">
        <w:rPr>
          <w:i/>
          <w:iCs/>
        </w:rPr>
        <w:t xml:space="preserve">, </w:t>
      </w:r>
      <w:r w:rsidRPr="003E4D35">
        <w:t>à la première de son concours de la meilleure maxime sur l</w:t>
      </w:r>
      <w:r w:rsidR="00B97E5D">
        <w:t>’</w:t>
      </w:r>
      <w:r w:rsidRPr="003E4D35">
        <w:t>ennui</w:t>
      </w:r>
      <w:r w:rsidR="00B97E5D">
        <w:t>. « </w:t>
      </w:r>
      <w:r w:rsidRPr="003E4D35">
        <w:t>Si un homme s</w:t>
      </w:r>
      <w:r w:rsidR="00B97E5D">
        <w:t>’</w:t>
      </w:r>
      <w:r w:rsidRPr="003E4D35">
        <w:t>ennuie</w:t>
      </w:r>
      <w:r w:rsidR="00B97E5D">
        <w:t xml:space="preserve">, </w:t>
      </w:r>
      <w:r w:rsidRPr="003E4D35">
        <w:t>avais-je écrit à Sydney</w:t>
      </w:r>
      <w:r w:rsidR="00B97E5D">
        <w:t xml:space="preserve">, </w:t>
      </w:r>
      <w:r w:rsidRPr="003E4D35">
        <w:t>excitez-le</w:t>
      </w:r>
      <w:r w:rsidR="00B97E5D">
        <w:t xml:space="preserve"> ! </w:t>
      </w:r>
      <w:r w:rsidRPr="003E4D35">
        <w:t>si une femme s</w:t>
      </w:r>
      <w:r w:rsidR="00B97E5D">
        <w:t>’</w:t>
      </w:r>
      <w:r w:rsidRPr="003E4D35">
        <w:t>ennuie</w:t>
      </w:r>
      <w:r w:rsidR="00B97E5D">
        <w:t xml:space="preserve">, </w:t>
      </w:r>
      <w:r w:rsidRPr="003E4D35">
        <w:t>retenez-là</w:t>
      </w:r>
      <w:r w:rsidR="00B97E5D">
        <w:t> ! »</w:t>
      </w:r>
      <w:r w:rsidRPr="003E4D35">
        <w:t xml:space="preserve"> En échange d</w:t>
      </w:r>
      <w:r w:rsidR="00B97E5D">
        <w:t>’</w:t>
      </w:r>
      <w:r w:rsidRPr="003E4D35">
        <w:t>un conseil aussi utile pour elle l</w:t>
      </w:r>
      <w:r w:rsidR="00B97E5D">
        <w:t>’</w:t>
      </w:r>
      <w:r w:rsidRPr="003E4D35">
        <w:t>Australie m</w:t>
      </w:r>
      <w:r w:rsidR="00B97E5D">
        <w:t>’</w:t>
      </w:r>
      <w:r w:rsidRPr="003E4D35">
        <w:t>appelait</w:t>
      </w:r>
      <w:r w:rsidR="00B97E5D">
        <w:t xml:space="preserve">, </w:t>
      </w:r>
      <w:r w:rsidRPr="003E4D35">
        <w:t>et malgré mon tuteur je partis</w:t>
      </w:r>
      <w:r w:rsidR="00B97E5D">
        <w:t xml:space="preserve">. </w:t>
      </w:r>
      <w:r w:rsidRPr="003E4D35">
        <w:t>Mademoiselle m</w:t>
      </w:r>
      <w:r w:rsidR="00B97E5D">
        <w:t>’</w:t>
      </w:r>
      <w:r w:rsidRPr="003E4D35">
        <w:t>accompagnait</w:t>
      </w:r>
      <w:r w:rsidR="00B97E5D">
        <w:t xml:space="preserve">. </w:t>
      </w:r>
      <w:r w:rsidRPr="003E4D35">
        <w:t>Je quittai Bellac par un train de nuit</w:t>
      </w:r>
      <w:r w:rsidR="00B97E5D">
        <w:t xml:space="preserve"> ; </w:t>
      </w:r>
      <w:r w:rsidRPr="003E4D35">
        <w:t>si j</w:t>
      </w:r>
      <w:r w:rsidR="00B97E5D">
        <w:t>’</w:t>
      </w:r>
      <w:r w:rsidRPr="003E4D35">
        <w:t xml:space="preserve">avais laissé brûler mon gaz comme </w:t>
      </w:r>
      <w:proofErr w:type="spellStart"/>
      <w:r w:rsidRPr="003E4D35">
        <w:t>Philéas</w:t>
      </w:r>
      <w:proofErr w:type="spellEnd"/>
      <w:r w:rsidRPr="003E4D35">
        <w:t xml:space="preserve"> Fogg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aurais pu le voir de la gare</w:t>
      </w:r>
      <w:r w:rsidR="00B97E5D">
        <w:t xml:space="preserve">. </w:t>
      </w:r>
      <w:r w:rsidRPr="003E4D35">
        <w:t>Peut-être un voyage dans un seul pays eût-il attristé mes amies</w:t>
      </w:r>
      <w:r w:rsidR="00B97E5D">
        <w:t xml:space="preserve">, </w:t>
      </w:r>
      <w:r w:rsidRPr="003E4D35">
        <w:t>mais elles pensaient que chaque pas loin d</w:t>
      </w:r>
      <w:r w:rsidR="00B97E5D">
        <w:t>’</w:t>
      </w:r>
      <w:r w:rsidRPr="003E4D35">
        <w:t>elles me ramenait</w:t>
      </w:r>
      <w:r w:rsidR="00B97E5D">
        <w:t xml:space="preserve">, </w:t>
      </w:r>
      <w:r w:rsidRPr="003E4D35">
        <w:t>et quand le wagon s</w:t>
      </w:r>
      <w:r w:rsidR="00B97E5D">
        <w:t>’</w:t>
      </w:r>
      <w:r w:rsidRPr="003E4D35">
        <w:t>arrêta</w:t>
      </w:r>
      <w:r w:rsidR="00B97E5D">
        <w:t xml:space="preserve">, </w:t>
      </w:r>
      <w:r w:rsidRPr="003E4D35">
        <w:t>elles me poussèrent</w:t>
      </w:r>
      <w:r w:rsidR="00B97E5D">
        <w:t xml:space="preserve">, </w:t>
      </w:r>
      <w:r w:rsidRPr="003E4D35">
        <w:t>elles me hissèrent sans trop pleurer</w:t>
      </w:r>
      <w:r w:rsidR="00B97E5D">
        <w:t xml:space="preserve">, </w:t>
      </w:r>
      <w:r w:rsidRPr="003E4D35">
        <w:t>comme si elles m</w:t>
      </w:r>
      <w:r w:rsidR="00B97E5D">
        <w:t>’</w:t>
      </w:r>
      <w:r w:rsidRPr="003E4D35">
        <w:t>élevaient simplement à la hauteur où la vitesse de la terre n</w:t>
      </w:r>
      <w:r w:rsidR="00B97E5D">
        <w:t>’</w:t>
      </w:r>
      <w:r w:rsidRPr="003E4D35">
        <w:t>emporte plus</w:t>
      </w:r>
      <w:r w:rsidR="00B97E5D">
        <w:t xml:space="preserve">, </w:t>
      </w:r>
      <w:r w:rsidRPr="003E4D35">
        <w:t>et si elles devaient venir demain à la même heure</w:t>
      </w:r>
      <w:r w:rsidR="00B97E5D">
        <w:t xml:space="preserve">, </w:t>
      </w:r>
      <w:r w:rsidRPr="003E4D35">
        <w:t>avides de nouvelles</w:t>
      </w:r>
      <w:r w:rsidR="00B97E5D">
        <w:t xml:space="preserve">, </w:t>
      </w:r>
      <w:r w:rsidRPr="003E4D35">
        <w:t>me décrocher au passage</w:t>
      </w:r>
      <w:r w:rsidR="00B97E5D">
        <w:t>.</w:t>
      </w:r>
    </w:p>
    <w:p w14:paraId="1047F7CE" w14:textId="2EFDBDBF" w:rsidR="00F225BE" w:rsidRPr="003E4D35" w:rsidRDefault="00F225BE" w:rsidP="00B97E5D">
      <w:pPr>
        <w:pStyle w:val="Titre1"/>
      </w:pPr>
      <w:bookmarkStart w:id="2" w:name="_Toc202201135"/>
      <w:r w:rsidRPr="003E4D35">
        <w:lastRenderedPageBreak/>
        <w:t>CHAPITRE DEUXIÈME</w:t>
      </w:r>
      <w:bookmarkEnd w:id="2"/>
    </w:p>
    <w:p w14:paraId="33FA4B4A" w14:textId="797FD01F" w:rsidR="00F225BE" w:rsidRPr="003E4D35" w:rsidRDefault="00B97E5D" w:rsidP="00B97E5D">
      <w:pPr>
        <w:pStyle w:val="Centr"/>
      </w:pPr>
      <w:r w:rsidRPr="003E4D35">
        <w:rPr>
          <w:noProof/>
        </w:rPr>
        <w:drawing>
          <wp:inline distT="0" distB="0" distL="0" distR="0" wp14:anchorId="5073F5DF" wp14:editId="4677B4A8">
            <wp:extent cx="5450400" cy="5372802"/>
            <wp:effectExtent l="0" t="0" r="0" b="0"/>
            <wp:docPr id="4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298" cy="537861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7A503" w14:textId="77777777" w:rsidR="00B97E5D" w:rsidRDefault="00F225BE" w:rsidP="00F225BE">
      <w:r w:rsidRPr="003E4D35">
        <w:t>Une fois dépassée La Chapelle-Saint-Ursin</w:t>
      </w:r>
      <w:r w:rsidR="00B97E5D">
        <w:t xml:space="preserve">, </w:t>
      </w:r>
      <w:r w:rsidRPr="003E4D35">
        <w:t>terminus de son plus grand voyage</w:t>
      </w:r>
      <w:r w:rsidR="00B97E5D">
        <w:t xml:space="preserve">, </w:t>
      </w:r>
      <w:r w:rsidRPr="003E4D35">
        <w:t>tout ce que voyait mademoiselle était nouveau</w:t>
      </w:r>
      <w:r w:rsidR="00B97E5D">
        <w:t xml:space="preserve">. </w:t>
      </w:r>
      <w:r w:rsidRPr="003E4D35">
        <w:t>Elle avait dans le wagon</w:t>
      </w:r>
      <w:r w:rsidR="00B97E5D">
        <w:t xml:space="preserve">, </w:t>
      </w:r>
      <w:r w:rsidRPr="003E4D35">
        <w:t>comme dans une voiture de paysan</w:t>
      </w:r>
      <w:r w:rsidR="00B97E5D">
        <w:t xml:space="preserve">, </w:t>
      </w:r>
      <w:r w:rsidRPr="003E4D35">
        <w:t>le sentiment des moindres montées</w:t>
      </w:r>
      <w:r w:rsidR="00B97E5D">
        <w:t xml:space="preserve">, </w:t>
      </w:r>
      <w:r w:rsidRPr="003E4D35">
        <w:t>des moindres de</w:t>
      </w:r>
      <w:r w:rsidRPr="003E4D35">
        <w:t>s</w:t>
      </w:r>
      <w:r w:rsidRPr="003E4D35">
        <w:t>centes</w:t>
      </w:r>
      <w:r w:rsidR="00B97E5D">
        <w:t xml:space="preserve">. </w:t>
      </w:r>
      <w:r w:rsidRPr="003E4D35">
        <w:t>Aux peupliers de Vierzon</w:t>
      </w:r>
      <w:r w:rsidR="00B97E5D">
        <w:t xml:space="preserve">, </w:t>
      </w:r>
      <w:r w:rsidRPr="003E4D35">
        <w:t>aux porteurs des Aubrais</w:t>
      </w:r>
      <w:r w:rsidR="00B97E5D">
        <w:t xml:space="preserve">, </w:t>
      </w:r>
      <w:r w:rsidRPr="003E4D35">
        <w:t>elle trouvait ces puissantes particularités que les autres explorateurs ne perçoivent plus que sur des baobabs au moins et des métis birmans</w:t>
      </w:r>
      <w:r w:rsidR="00B97E5D">
        <w:t xml:space="preserve">. </w:t>
      </w:r>
      <w:r w:rsidRPr="003E4D35">
        <w:t>Elle se pencha au viaduc d</w:t>
      </w:r>
      <w:r w:rsidR="00B97E5D">
        <w:t>’</w:t>
      </w:r>
      <w:r w:rsidRPr="003E4D35">
        <w:t>Orléans à voir son reflet dans l</w:t>
      </w:r>
      <w:r w:rsidR="00B97E5D">
        <w:t>’</w:t>
      </w:r>
      <w:r w:rsidRPr="003E4D35">
        <w:t>eau</w:t>
      </w:r>
      <w:r w:rsidR="00B97E5D">
        <w:t xml:space="preserve">. </w:t>
      </w:r>
      <w:r w:rsidRPr="003E4D35">
        <w:t>Les femmes d</w:t>
      </w:r>
      <w:r w:rsidR="00B97E5D">
        <w:t>’</w:t>
      </w:r>
      <w:r w:rsidRPr="003E4D35">
        <w:t xml:space="preserve">Étampes détestaient </w:t>
      </w:r>
      <w:r w:rsidRPr="003E4D35">
        <w:lastRenderedPageBreak/>
        <w:t>les corsets</w:t>
      </w:r>
      <w:r w:rsidR="00B97E5D">
        <w:t xml:space="preserve">, </w:t>
      </w:r>
      <w:r w:rsidRPr="003E4D35">
        <w:t>leur gorge était belle</w:t>
      </w:r>
      <w:r w:rsidR="00B97E5D">
        <w:t xml:space="preserve">. </w:t>
      </w:r>
      <w:r w:rsidRPr="003E4D35">
        <w:t>Les hommes de Juvisy saluaient chaque fois qu</w:t>
      </w:r>
      <w:r w:rsidR="00B97E5D">
        <w:t>’</w:t>
      </w:r>
      <w:r w:rsidRPr="003E4D35">
        <w:t>ils parlaient et se coiffaient trop juste</w:t>
      </w:r>
      <w:r w:rsidR="00B97E5D">
        <w:t xml:space="preserve">. </w:t>
      </w:r>
      <w:r w:rsidRPr="003E4D35">
        <w:t>Elle voulait descendre à chaque gare comme dans une escale</w:t>
      </w:r>
      <w:r w:rsidR="00B97E5D">
        <w:t xml:space="preserve">. </w:t>
      </w:r>
      <w:r w:rsidRPr="003E4D35">
        <w:t>Pleine d</w:t>
      </w:r>
      <w:r w:rsidR="00B97E5D">
        <w:t>’</w:t>
      </w:r>
      <w:r w:rsidRPr="003E4D35">
        <w:t>attention d</w:t>
      </w:r>
      <w:r w:rsidR="00B97E5D">
        <w:t>’</w:t>
      </w:r>
      <w:r w:rsidRPr="003E4D35">
        <w:t>ai</w:t>
      </w:r>
      <w:r w:rsidRPr="003E4D35">
        <w:t>l</w:t>
      </w:r>
      <w:r w:rsidRPr="003E4D35">
        <w:t>leurs pour les voyageurs qui s</w:t>
      </w:r>
      <w:r w:rsidR="00B97E5D">
        <w:t>’</w:t>
      </w:r>
      <w:r w:rsidRPr="003E4D35">
        <w:t>installaient ou qui partaient</w:t>
      </w:r>
      <w:r w:rsidR="00B97E5D">
        <w:t xml:space="preserve">, </w:t>
      </w:r>
      <w:r w:rsidRPr="003E4D35">
        <w:t>poussant leur valise</w:t>
      </w:r>
      <w:r w:rsidR="00B97E5D">
        <w:t xml:space="preserve">, </w:t>
      </w:r>
      <w:r w:rsidRPr="003E4D35">
        <w:t>les protégeant du soleil</w:t>
      </w:r>
      <w:r w:rsidR="00B97E5D">
        <w:t xml:space="preserve">, </w:t>
      </w:r>
      <w:r w:rsidRPr="003E4D35">
        <w:t>leur offrant du lait coupé d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comme si tous ces êtres</w:t>
      </w:r>
      <w:r w:rsidR="00B97E5D">
        <w:t xml:space="preserve">, </w:t>
      </w:r>
      <w:r w:rsidRPr="003E4D35">
        <w:t>jeunes ou vieux</w:t>
      </w:r>
      <w:r w:rsidR="00B97E5D">
        <w:t xml:space="preserve">, </w:t>
      </w:r>
      <w:r w:rsidRPr="003E4D35">
        <w:t>non se</w:t>
      </w:r>
      <w:r w:rsidRPr="003E4D35">
        <w:t>u</w:t>
      </w:r>
      <w:r w:rsidRPr="003E4D35">
        <w:t>lement étaient nouveaux pour elle</w:t>
      </w:r>
      <w:r w:rsidR="00B97E5D">
        <w:t xml:space="preserve">, </w:t>
      </w:r>
      <w:r w:rsidRPr="003E4D35">
        <w:t>mais venaient de naître</w:t>
      </w:r>
      <w:r w:rsidR="00B97E5D">
        <w:t>.</w:t>
      </w:r>
    </w:p>
    <w:p w14:paraId="39113E8A" w14:textId="15FCBC3E" w:rsidR="00B97E5D" w:rsidRDefault="00F225BE" w:rsidP="00F225BE">
      <w:r w:rsidRPr="003E4D35">
        <w:t>Elle voulut rester un mois à Paris</w:t>
      </w:r>
      <w:r w:rsidR="00B97E5D">
        <w:t xml:space="preserve">, </w:t>
      </w:r>
      <w:r w:rsidRPr="003E4D35">
        <w:t>car ce qui était sur elle vacillant ou fragile</w:t>
      </w:r>
      <w:r w:rsidR="00B97E5D">
        <w:t xml:space="preserve">, </w:t>
      </w:r>
      <w:r w:rsidRPr="003E4D35">
        <w:t>deux ou trois dents</w:t>
      </w:r>
      <w:r w:rsidR="00B97E5D">
        <w:t xml:space="preserve">, </w:t>
      </w:r>
      <w:r w:rsidRPr="003E4D35">
        <w:t>une broche qui fermait mal</w:t>
      </w:r>
      <w:r w:rsidR="00B97E5D">
        <w:t xml:space="preserve">, </w:t>
      </w:r>
      <w:r w:rsidRPr="003E4D35">
        <w:t>elle le fit attacher solidement par des spécialistes en prév</w:t>
      </w:r>
      <w:r w:rsidRPr="003E4D35">
        <w:t>i</w:t>
      </w:r>
      <w:r w:rsidRPr="003E4D35">
        <w:t>sion des tempêtes</w:t>
      </w:r>
      <w:r w:rsidR="00B97E5D">
        <w:t xml:space="preserve">. </w:t>
      </w:r>
      <w:r w:rsidRPr="003E4D35">
        <w:t>Elle se procura des lunettes quadrillées en prévision des typhons</w:t>
      </w:r>
      <w:r w:rsidR="00B97E5D">
        <w:t xml:space="preserve">. </w:t>
      </w:r>
      <w:r w:rsidRPr="003E4D35">
        <w:t>Tous les matins nous quittions ensemble notre hôtel du boulevard Raspail où nous ne rentrions que le soir</w:t>
      </w:r>
      <w:r w:rsidR="00B97E5D">
        <w:t xml:space="preserve"> (</w:t>
      </w:r>
      <w:r w:rsidRPr="003E4D35">
        <w:t>et nous ne coûtions ainsi au concierge</w:t>
      </w:r>
      <w:r w:rsidR="00B97E5D">
        <w:t xml:space="preserve">, </w:t>
      </w:r>
      <w:r w:rsidRPr="003E4D35">
        <w:t>à deux</w:t>
      </w:r>
      <w:r w:rsidR="00B97E5D">
        <w:t xml:space="preserve">, </w:t>
      </w:r>
      <w:r w:rsidRPr="003E4D35">
        <w:t>que juste deux saluts par jour</w:t>
      </w:r>
      <w:r w:rsidR="00B97E5D">
        <w:t xml:space="preserve">). </w:t>
      </w:r>
      <w:r w:rsidRPr="003E4D35">
        <w:t>Par le grand pont où le péage est perçu</w:t>
      </w:r>
      <w:r w:rsidR="00B97E5D">
        <w:t xml:space="preserve">, </w:t>
      </w:r>
      <w:r w:rsidRPr="003E4D35">
        <w:t>politesse suprême de Paris</w:t>
      </w:r>
      <w:r w:rsidR="00B97E5D">
        <w:t xml:space="preserve">, </w:t>
      </w:r>
      <w:r w:rsidRPr="003E4D35">
        <w:t>par un aveugle</w:t>
      </w:r>
      <w:r w:rsidR="00B97E5D">
        <w:t xml:space="preserve">, </w:t>
      </w:r>
      <w:r w:rsidRPr="003E4D35">
        <w:t>nous traversions la Seine en jetant à droite un coup d</w:t>
      </w:r>
      <w:r w:rsidR="00B97E5D">
        <w:t>’</w:t>
      </w:r>
      <w:r w:rsidRPr="003E4D35">
        <w:t>œil à Notre-Dame</w:t>
      </w:r>
      <w:r w:rsidR="00B97E5D">
        <w:t xml:space="preserve">, </w:t>
      </w:r>
      <w:r w:rsidRPr="003E4D35">
        <w:t>à la roya</w:t>
      </w:r>
      <w:r w:rsidRPr="003E4D35">
        <w:t>u</w:t>
      </w:r>
      <w:r w:rsidRPr="003E4D35">
        <w:t>té</w:t>
      </w:r>
      <w:r w:rsidR="00B97E5D">
        <w:t xml:space="preserve">, </w:t>
      </w:r>
      <w:r w:rsidRPr="003E4D35">
        <w:t>à gauche au Trocadéro</w:t>
      </w:r>
      <w:r w:rsidR="00B97E5D">
        <w:t xml:space="preserve">, </w:t>
      </w:r>
      <w:r w:rsidRPr="003E4D35">
        <w:t>à la République</w:t>
      </w:r>
      <w:r w:rsidR="00B97E5D">
        <w:t xml:space="preserve"> ; </w:t>
      </w:r>
      <w:r w:rsidRPr="003E4D35">
        <w:t>nous longions vers la Concorde la balustrade des Tuileries tendue contre le jardin comme le mètre-type de toutes les promenades</w:t>
      </w:r>
      <w:r w:rsidR="00B97E5D">
        <w:t xml:space="preserve">, </w:t>
      </w:r>
      <w:r w:rsidRPr="003E4D35">
        <w:t>avec ses balu</w:t>
      </w:r>
      <w:r w:rsidRPr="003E4D35">
        <w:t>s</w:t>
      </w:r>
      <w:r w:rsidRPr="003E4D35">
        <w:t>tres comme des centimètres</w:t>
      </w:r>
      <w:r w:rsidR="00B97E5D">
        <w:t xml:space="preserve">, </w:t>
      </w:r>
      <w:r w:rsidRPr="003E4D35">
        <w:t>et notre pas ainsi étalonné</w:t>
      </w:r>
      <w:r w:rsidR="00B97E5D">
        <w:t xml:space="preserve">, </w:t>
      </w:r>
      <w:r w:rsidRPr="003E4D35">
        <w:t>elle me quittait</w:t>
      </w:r>
      <w:r w:rsidR="00B97E5D">
        <w:t xml:space="preserve">, </w:t>
      </w:r>
      <w:r w:rsidRPr="003E4D35">
        <w:t>fuyant pour la journée</w:t>
      </w:r>
      <w:r w:rsidR="00B97E5D">
        <w:t xml:space="preserve">, </w:t>
      </w:r>
      <w:r w:rsidRPr="003E4D35">
        <w:t>vers une rue</w:t>
      </w:r>
      <w:r w:rsidR="00B97E5D">
        <w:t xml:space="preserve">, </w:t>
      </w:r>
      <w:r w:rsidRPr="003E4D35">
        <w:t>vers une seule rue</w:t>
      </w:r>
      <w:r w:rsidR="00B97E5D">
        <w:t xml:space="preserve">, </w:t>
      </w:r>
      <w:r w:rsidRPr="003E4D35">
        <w:t xml:space="preserve">la rue </w:t>
      </w:r>
      <w:proofErr w:type="spellStart"/>
      <w:r w:rsidRPr="003E4D35">
        <w:t>Pape-Carpentier</w:t>
      </w:r>
      <w:proofErr w:type="spellEnd"/>
      <w:r w:rsidR="00B97E5D">
        <w:t xml:space="preserve">, </w:t>
      </w:r>
      <w:r w:rsidRPr="003E4D35">
        <w:t>où elle avait trouvé par hasard un de</w:t>
      </w:r>
      <w:r w:rsidRPr="003E4D35">
        <w:t>n</w:t>
      </w:r>
      <w:r w:rsidRPr="003E4D35">
        <w:t>tiste et depuis</w:t>
      </w:r>
      <w:r w:rsidR="00B97E5D">
        <w:t xml:space="preserve">, </w:t>
      </w:r>
      <w:r w:rsidRPr="003E4D35">
        <w:t>avec parti pris</w:t>
      </w:r>
      <w:r w:rsidR="00B97E5D">
        <w:t xml:space="preserve">, </w:t>
      </w:r>
      <w:r w:rsidRPr="003E4D35">
        <w:t>tous ses autres fournisseurs</w:t>
      </w:r>
      <w:r w:rsidR="00B97E5D">
        <w:t xml:space="preserve">. </w:t>
      </w:r>
      <w:r w:rsidRPr="003E4D35">
        <w:t>Chaque soir elle en revenait avec un membre réparé et une e</w:t>
      </w:r>
      <w:r w:rsidRPr="003E4D35">
        <w:t>m</w:t>
      </w:r>
      <w:r w:rsidRPr="003E4D35">
        <w:t>plette</w:t>
      </w:r>
      <w:r w:rsidR="00B97E5D">
        <w:t xml:space="preserve">, </w:t>
      </w:r>
      <w:r w:rsidRPr="003E4D35">
        <w:t>un chapeau de duvetine rouge quand sa canine fut limée</w:t>
      </w:r>
      <w:r w:rsidR="00B97E5D">
        <w:t xml:space="preserve">, </w:t>
      </w:r>
      <w:r w:rsidRPr="003E4D35">
        <w:t xml:space="preserve">un éventail de </w:t>
      </w:r>
      <w:proofErr w:type="spellStart"/>
      <w:r w:rsidRPr="003E4D35">
        <w:t>friseline</w:t>
      </w:r>
      <w:proofErr w:type="spellEnd"/>
      <w:r w:rsidRPr="003E4D35">
        <w:t xml:space="preserve"> verte quand l</w:t>
      </w:r>
      <w:r w:rsidR="00B97E5D">
        <w:t>’</w:t>
      </w:r>
      <w:r w:rsidRPr="003E4D35">
        <w:t>ongle de son orteil eut été redressé</w:t>
      </w:r>
      <w:r w:rsidR="00B97E5D">
        <w:t xml:space="preserve">, </w:t>
      </w:r>
      <w:r w:rsidRPr="003E4D35">
        <w:t>si bien qu</w:t>
      </w:r>
      <w:r w:rsidR="00B97E5D">
        <w:t>’</w:t>
      </w:r>
      <w:r w:rsidRPr="003E4D35">
        <w:t>elle se vit dans la glace toute neuve et velo</w:t>
      </w:r>
      <w:r w:rsidRPr="003E4D35">
        <w:t>u</w:t>
      </w:r>
      <w:r w:rsidRPr="003E4D35">
        <w:t xml:space="preserve">tée et éclatante le jour où les artistes de la rue </w:t>
      </w:r>
      <w:proofErr w:type="spellStart"/>
      <w:r w:rsidRPr="003E4D35">
        <w:t>Pape-Carpentier</w:t>
      </w:r>
      <w:proofErr w:type="spellEnd"/>
      <w:r w:rsidRPr="003E4D35">
        <w:t xml:space="preserve"> l</w:t>
      </w:r>
      <w:r w:rsidR="00B97E5D">
        <w:t>’</w:t>
      </w:r>
      <w:r w:rsidRPr="003E4D35">
        <w:t>eurent libérée de ses imperfections cachées</w:t>
      </w:r>
      <w:r w:rsidR="00B97E5D">
        <w:t xml:space="preserve">. </w:t>
      </w:r>
      <w:r w:rsidRPr="003E4D35">
        <w:t>Au dîner j</w:t>
      </w:r>
      <w:r w:rsidR="00B97E5D">
        <w:t>’</w:t>
      </w:r>
      <w:r w:rsidRPr="003E4D35">
        <w:t>avais ses remarques</w:t>
      </w:r>
      <w:r w:rsidR="00B97E5D">
        <w:t xml:space="preserve">, </w:t>
      </w:r>
      <w:r w:rsidRPr="003E4D35">
        <w:t>qui restaient à peu près celles de Bellac</w:t>
      </w:r>
      <w:r w:rsidR="00B97E5D">
        <w:t xml:space="preserve">, </w:t>
      </w:r>
      <w:r w:rsidRPr="003E4D35">
        <w:t xml:space="preserve">car elle </w:t>
      </w:r>
      <w:r w:rsidRPr="003E4D35">
        <w:lastRenderedPageBreak/>
        <w:t>avait gardé dans Paris l</w:t>
      </w:r>
      <w:r w:rsidR="00B97E5D">
        <w:t>’</w:t>
      </w:r>
      <w:r w:rsidRPr="003E4D35">
        <w:t>ouïe d</w:t>
      </w:r>
      <w:r w:rsidR="00B97E5D">
        <w:t>’</w:t>
      </w:r>
      <w:r w:rsidRPr="003E4D35">
        <w:t>une provinciale</w:t>
      </w:r>
      <w:r w:rsidR="00B97E5D">
        <w:t xml:space="preserve"> : </w:t>
      </w:r>
      <w:r w:rsidRPr="003E4D35">
        <w:t>on avait sonné le glas à Saint-Germain</w:t>
      </w:r>
      <w:r w:rsidR="00B97E5D">
        <w:t xml:space="preserve"> ; </w:t>
      </w:r>
      <w:r w:rsidRPr="003E4D35">
        <w:t>le tonnerre était tombé rue Danton</w:t>
      </w:r>
      <w:r w:rsidR="00B97E5D">
        <w:t xml:space="preserve"> ; </w:t>
      </w:r>
      <w:r w:rsidRPr="003E4D35">
        <w:t xml:space="preserve">les girouettes de la mairie du </w:t>
      </w:r>
      <w:r w:rsidR="00B97E5D" w:rsidRPr="003E4D35">
        <w:t>VII</w:t>
      </w:r>
      <w:r w:rsidR="00B97E5D" w:rsidRPr="00B97E5D">
        <w:rPr>
          <w:vertAlign w:val="superscript"/>
        </w:rPr>
        <w:t>e</w:t>
      </w:r>
      <w:r w:rsidRPr="003E4D35">
        <w:t xml:space="preserve"> étaient coincées</w:t>
      </w:r>
      <w:r w:rsidR="00B97E5D">
        <w:t xml:space="preserve">, </w:t>
      </w:r>
      <w:r w:rsidRPr="003E4D35">
        <w:t>il fallait aller jusqu</w:t>
      </w:r>
      <w:r w:rsidR="00B97E5D">
        <w:t>’</w:t>
      </w:r>
      <w:r w:rsidRPr="003E4D35">
        <w:t>au Panthéon pour savoir le vent</w:t>
      </w:r>
      <w:r w:rsidR="00B97E5D">
        <w:t xml:space="preserve">. </w:t>
      </w:r>
      <w:r w:rsidRPr="003E4D35">
        <w:t>Parfois des quartiers-maîtres en congé l</w:t>
      </w:r>
      <w:r w:rsidR="00B97E5D">
        <w:t>’</w:t>
      </w:r>
      <w:r w:rsidRPr="003E4D35">
        <w:t>abordaient pour lui vendre des bibelots</w:t>
      </w:r>
      <w:r w:rsidR="00B97E5D">
        <w:t xml:space="preserve">. </w:t>
      </w:r>
      <w:r w:rsidRPr="003E4D35">
        <w:t>Elle acheta une poupée japonaise pour la rapporter au Japon</w:t>
      </w:r>
      <w:r w:rsidR="00B97E5D">
        <w:t xml:space="preserve">, </w:t>
      </w:r>
      <w:r w:rsidRPr="003E4D35">
        <w:t>pour l</w:t>
      </w:r>
      <w:r w:rsidR="00B97E5D">
        <w:t>’</w:t>
      </w:r>
      <w:r w:rsidRPr="003E4D35">
        <w:t>y relâcher sans doute</w:t>
      </w:r>
      <w:r w:rsidR="00B97E5D">
        <w:t xml:space="preserve">, </w:t>
      </w:r>
      <w:r w:rsidRPr="003E4D35">
        <w:t>comme elle eût fait d</w:t>
      </w:r>
      <w:r w:rsidR="00B97E5D">
        <w:t>’</w:t>
      </w:r>
      <w:r w:rsidRPr="003E4D35">
        <w:t>un oiseau</w:t>
      </w:r>
      <w:r w:rsidR="00B97E5D">
        <w:t xml:space="preserve">, </w:t>
      </w:r>
      <w:r w:rsidRPr="003E4D35">
        <w:t>et du dentiste elle tenait mille renseignements décisifs pour notre voyage</w:t>
      </w:r>
      <w:r w:rsidR="00B97E5D">
        <w:t xml:space="preserve"> : </w:t>
      </w:r>
      <w:r w:rsidRPr="003E4D35">
        <w:t>les Siamoises ont les dents rouges</w:t>
      </w:r>
      <w:r w:rsidR="00B97E5D">
        <w:t xml:space="preserve">, </w:t>
      </w:r>
      <w:r w:rsidRPr="003E4D35">
        <w:t>les Annamites qui ont les dents laquées noir ne sont pas des Annamites</w:t>
      </w:r>
      <w:r w:rsidR="00B97E5D">
        <w:t xml:space="preserve">, </w:t>
      </w:r>
      <w:r w:rsidRPr="003E4D35">
        <w:t>mais des Tonkinois</w:t>
      </w:r>
      <w:r w:rsidR="00B97E5D">
        <w:t xml:space="preserve">. </w:t>
      </w:r>
      <w:r w:rsidRPr="003E4D35">
        <w:t>Prétextes à parler de son deuxième fiancé</w:t>
      </w:r>
      <w:r w:rsidR="00B97E5D">
        <w:t xml:space="preserve">, </w:t>
      </w:r>
      <w:r w:rsidRPr="003E4D35">
        <w:t>qui le m</w:t>
      </w:r>
      <w:r w:rsidRPr="003E4D35">
        <w:t>a</w:t>
      </w:r>
      <w:r w:rsidRPr="003E4D35">
        <w:t>tin de son départ pour l</w:t>
      </w:r>
      <w:r w:rsidR="00B97E5D">
        <w:t>’</w:t>
      </w:r>
      <w:r w:rsidRPr="003E4D35">
        <w:t>Indochine lui avait dit</w:t>
      </w:r>
      <w:r w:rsidR="00B97E5D">
        <w:t xml:space="preserve">, – </w:t>
      </w:r>
      <w:r w:rsidRPr="003E4D35">
        <w:t>dernières p</w:t>
      </w:r>
      <w:r w:rsidRPr="003E4D35">
        <w:t>a</w:t>
      </w:r>
      <w:r w:rsidRPr="003E4D35">
        <w:t>roles</w:t>
      </w:r>
      <w:r w:rsidR="00B97E5D">
        <w:t xml:space="preserve">, </w:t>
      </w:r>
      <w:r w:rsidRPr="003E4D35">
        <w:t>adieu suprême</w:t>
      </w:r>
      <w:r w:rsidR="00B97E5D">
        <w:t xml:space="preserve">, </w:t>
      </w:r>
      <w:r w:rsidRPr="003E4D35">
        <w:t>il l</w:t>
      </w:r>
      <w:r w:rsidR="00B97E5D">
        <w:t>’</w:t>
      </w:r>
      <w:r w:rsidRPr="003E4D35">
        <w:t>adorait</w:t>
      </w:r>
      <w:r w:rsidR="00B97E5D">
        <w:t xml:space="preserve">, </w:t>
      </w:r>
      <w:r w:rsidRPr="003E4D35">
        <w:t>le pauvre homme</w:t>
      </w:r>
      <w:r w:rsidR="00B97E5D">
        <w:t> :</w:t>
      </w:r>
    </w:p>
    <w:p w14:paraId="38E85B97" w14:textId="77777777" w:rsidR="00B97E5D" w:rsidRDefault="00B97E5D" w:rsidP="00F225BE">
      <w:r>
        <w:t>— </w:t>
      </w:r>
      <w:r w:rsidR="00F225BE" w:rsidRPr="003E4D35">
        <w:t>Tu étais bête et méchante</w:t>
      </w:r>
      <w:r>
        <w:t xml:space="preserve">, </w:t>
      </w:r>
      <w:r w:rsidR="00F225BE" w:rsidRPr="003E4D35">
        <w:t>voilà que tu enlaidis</w:t>
      </w:r>
      <w:r>
        <w:t> !</w:t>
      </w:r>
    </w:p>
    <w:p w14:paraId="597D6691" w14:textId="77777777" w:rsidR="00B97E5D" w:rsidRDefault="00F225BE" w:rsidP="00F225BE">
      <w:r w:rsidRPr="003E4D35">
        <w:t>Moi qui ne connaissais pas Paris</w:t>
      </w:r>
      <w:r w:rsidR="00B97E5D">
        <w:t xml:space="preserve">, </w:t>
      </w:r>
      <w:r w:rsidRPr="003E4D35">
        <w:t>je regardais sans ardeur et dignement</w:t>
      </w:r>
      <w:r w:rsidR="00B97E5D">
        <w:t xml:space="preserve">, </w:t>
      </w:r>
      <w:r w:rsidRPr="003E4D35">
        <w:t>ainsi qu</w:t>
      </w:r>
      <w:r w:rsidR="00B97E5D">
        <w:t>’</w:t>
      </w:r>
      <w:r w:rsidRPr="003E4D35">
        <w:t>il sied pour un point de départ</w:t>
      </w:r>
      <w:r w:rsidR="00B97E5D">
        <w:t xml:space="preserve">, </w:t>
      </w:r>
      <w:r w:rsidRPr="003E4D35">
        <w:t>cette ville qui à tous les êtres est le point d</w:t>
      </w:r>
      <w:r w:rsidR="00B97E5D">
        <w:t>’</w:t>
      </w:r>
      <w:r w:rsidRPr="003E4D35">
        <w:t>arrivée</w:t>
      </w:r>
      <w:r w:rsidR="00B97E5D">
        <w:t xml:space="preserve">, </w:t>
      </w:r>
      <w:r w:rsidRPr="003E4D35">
        <w:t>et où les gens de l</w:t>
      </w:r>
      <w:r w:rsidR="00B97E5D">
        <w:t>’</w:t>
      </w:r>
      <w:r w:rsidRPr="003E4D35">
        <w:t>un</w:t>
      </w:r>
      <w:r w:rsidRPr="003E4D35">
        <w:t>i</w:t>
      </w:r>
      <w:r w:rsidRPr="003E4D35">
        <w:t>vers lâchant enfin leurs valises</w:t>
      </w:r>
      <w:r w:rsidR="00B97E5D">
        <w:t xml:space="preserve">, </w:t>
      </w:r>
      <w:r w:rsidRPr="003E4D35">
        <w:t>comme les sauteurs dans les cirques</w:t>
      </w:r>
      <w:r w:rsidR="00B97E5D">
        <w:t xml:space="preserve">, </w:t>
      </w:r>
      <w:r w:rsidRPr="003E4D35">
        <w:t>se sentent pour la première fois libres et bondissants</w:t>
      </w:r>
      <w:r w:rsidR="00B97E5D">
        <w:t xml:space="preserve">. </w:t>
      </w:r>
      <w:r w:rsidRPr="003E4D35">
        <w:t>La pudeur qui écarte les jeunes gens des grands hommes m</w:t>
      </w:r>
      <w:r w:rsidR="00B97E5D">
        <w:t>’</w:t>
      </w:r>
      <w:r w:rsidRPr="003E4D35">
        <w:t>écartait</w:t>
      </w:r>
      <w:r w:rsidR="00B97E5D">
        <w:t xml:space="preserve">, </w:t>
      </w:r>
      <w:r w:rsidRPr="003E4D35">
        <w:t>moi</w:t>
      </w:r>
      <w:r w:rsidR="00B97E5D">
        <w:t xml:space="preserve">, </w:t>
      </w:r>
      <w:r w:rsidRPr="003E4D35">
        <w:t>des monuments célèbres</w:t>
      </w:r>
      <w:r w:rsidR="00B97E5D">
        <w:t xml:space="preserve">. </w:t>
      </w:r>
      <w:r w:rsidRPr="003E4D35">
        <w:t>Cet Arc de Triomphe que les Américains mettent sur leurs âmes comme un binocle à voir la France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en détournais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aimais ma myopie</w:t>
      </w:r>
      <w:r w:rsidR="00B97E5D">
        <w:t xml:space="preserve">. </w:t>
      </w:r>
      <w:r w:rsidRPr="003E4D35">
        <w:t>Cet arc du Carrousel</w:t>
      </w:r>
      <w:r w:rsidR="00B97E5D">
        <w:t xml:space="preserve">, </w:t>
      </w:r>
      <w:r w:rsidRPr="003E4D35">
        <w:t>abandonné debout comme un palanquin dans le désert</w:t>
      </w:r>
      <w:r w:rsidR="00B97E5D">
        <w:t xml:space="preserve">, </w:t>
      </w:r>
      <w:r w:rsidRPr="003E4D35">
        <w:t>je laissais les Suédois et Danois chercher autour de lui les ossements de l</w:t>
      </w:r>
      <w:r w:rsidR="00B97E5D">
        <w:t>’</w:t>
      </w:r>
      <w:r w:rsidRPr="003E4D35">
        <w:t>animal qui l</w:t>
      </w:r>
      <w:r w:rsidR="00B97E5D">
        <w:t>’</w:t>
      </w:r>
      <w:r w:rsidRPr="003E4D35">
        <w:t>avait apporté puis qui était mort là</w:t>
      </w:r>
      <w:r w:rsidR="00B97E5D">
        <w:t xml:space="preserve">. </w:t>
      </w:r>
      <w:r w:rsidRPr="003E4D35">
        <w:t>Cette irritation</w:t>
      </w:r>
      <w:r w:rsidR="00B97E5D">
        <w:t xml:space="preserve">, </w:t>
      </w:r>
      <w:r w:rsidRPr="003E4D35">
        <w:t>cette déception que l</w:t>
      </w:r>
      <w:r w:rsidR="00B97E5D">
        <w:t>’</w:t>
      </w:r>
      <w:r w:rsidRPr="003E4D35">
        <w:t>on éprouve dans une forêt pétrifiée</w:t>
      </w:r>
      <w:r w:rsidR="00B97E5D">
        <w:t xml:space="preserve">, </w:t>
      </w:r>
      <w:r w:rsidRPr="003E4D35">
        <w:t>je l</w:t>
      </w:r>
      <w:r w:rsidR="00B97E5D">
        <w:t>’</w:t>
      </w:r>
      <w:r w:rsidRPr="003E4D35">
        <w:t>avais aussi devant toutes ces pierres qui pe</w:t>
      </w:r>
      <w:r w:rsidRPr="003E4D35">
        <w:t>r</w:t>
      </w:r>
      <w:r w:rsidRPr="003E4D35">
        <w:t>sonnifiaient des gloires ici rigides</w:t>
      </w:r>
      <w:r w:rsidR="00B97E5D">
        <w:t xml:space="preserve">, </w:t>
      </w:r>
      <w:r w:rsidRPr="003E4D35">
        <w:t>mais dont l</w:t>
      </w:r>
      <w:r w:rsidR="00B97E5D">
        <w:t>’</w:t>
      </w:r>
      <w:r w:rsidRPr="003E4D35">
        <w:t>ombre à Bellac ondoyait encore et palpitait</w:t>
      </w:r>
      <w:r w:rsidR="00B97E5D">
        <w:t xml:space="preserve">, </w:t>
      </w:r>
      <w:r w:rsidRPr="003E4D35">
        <w:t>la colonne Vendôme</w:t>
      </w:r>
      <w:r w:rsidR="00B97E5D">
        <w:t xml:space="preserve">, </w:t>
      </w:r>
      <w:r w:rsidRPr="003E4D35">
        <w:t>celle de la Bastille</w:t>
      </w:r>
      <w:r w:rsidR="00B97E5D">
        <w:t xml:space="preserve">, </w:t>
      </w:r>
      <w:r w:rsidRPr="003E4D35">
        <w:t xml:space="preserve">la Chapelle </w:t>
      </w:r>
      <w:r w:rsidRPr="003E4D35">
        <w:lastRenderedPageBreak/>
        <w:t>expiatoire</w:t>
      </w:r>
      <w:r w:rsidR="00B97E5D">
        <w:t xml:space="preserve">. </w:t>
      </w:r>
      <w:r w:rsidRPr="003E4D35">
        <w:t>Dans ce Louvre</w:t>
      </w:r>
      <w:r w:rsidR="00B97E5D">
        <w:t xml:space="preserve">, </w:t>
      </w:r>
      <w:r w:rsidRPr="003E4D35">
        <w:t>dans ces t</w:t>
      </w:r>
      <w:r w:rsidRPr="003E4D35">
        <w:t>a</w:t>
      </w:r>
      <w:r w:rsidRPr="003E4D35">
        <w:t>bleaux où les jeunes filles des pensions viennent contempler leur image suprême en Cléopâtre ou en Judith</w:t>
      </w:r>
      <w:r w:rsidR="00B97E5D">
        <w:t xml:space="preserve">, </w:t>
      </w:r>
      <w:r w:rsidRPr="003E4D35">
        <w:t>comme ils sont recouverts de vitre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surtout mon image en costume de voyage que j</w:t>
      </w:r>
      <w:r w:rsidR="00B97E5D">
        <w:t>’</w:t>
      </w:r>
      <w:r w:rsidRPr="003E4D35">
        <w:t>y contemplais</w:t>
      </w:r>
      <w:r w:rsidR="00B97E5D">
        <w:t xml:space="preserve">, </w:t>
      </w:r>
      <w:r w:rsidRPr="003E4D35">
        <w:t>et les esthètes Scandinaves ne co</w:t>
      </w:r>
      <w:r w:rsidRPr="003E4D35">
        <w:t>m</w:t>
      </w:r>
      <w:r w:rsidRPr="003E4D35">
        <w:t>prenaient pas pourquoi j</w:t>
      </w:r>
      <w:r w:rsidR="00B97E5D">
        <w:t>’</w:t>
      </w:r>
      <w:r w:rsidRPr="003E4D35">
        <w:t>ajustais ma blouse</w:t>
      </w:r>
      <w:r w:rsidR="00B97E5D">
        <w:t xml:space="preserve">, </w:t>
      </w:r>
      <w:r w:rsidRPr="003E4D35">
        <w:t>je resserrais ma ceinture devant une Antiope nue</w:t>
      </w:r>
      <w:r w:rsidR="00B97E5D">
        <w:t xml:space="preserve">. </w:t>
      </w:r>
      <w:r w:rsidRPr="003E4D35">
        <w:t>Ces canaux vénitiens</w:t>
      </w:r>
      <w:r w:rsidR="00B97E5D">
        <w:t xml:space="preserve">, </w:t>
      </w:r>
      <w:r w:rsidRPr="003E4D35">
        <w:t>ces r</w:t>
      </w:r>
      <w:r w:rsidRPr="003E4D35">
        <w:t>e</w:t>
      </w:r>
      <w:r w:rsidRPr="003E4D35">
        <w:t>gards lombards qui viennent vers vous toujours de face</w:t>
      </w:r>
      <w:r w:rsidR="00B97E5D">
        <w:t xml:space="preserve">, </w:t>
      </w:r>
      <w:r w:rsidRPr="003E4D35">
        <w:t>et se déversent en votre cœur sans arrêt</w:t>
      </w:r>
      <w:r w:rsidR="00B97E5D">
        <w:t xml:space="preserve">, </w:t>
      </w:r>
      <w:r w:rsidRPr="003E4D35">
        <w:t>gouttières d</w:t>
      </w:r>
      <w:r w:rsidR="00B97E5D">
        <w:t>’</w:t>
      </w:r>
      <w:r w:rsidRPr="003E4D35">
        <w:t>une contrée bien chargée de nuages</w:t>
      </w:r>
      <w:r w:rsidR="00B97E5D">
        <w:t xml:space="preserve"> ; </w:t>
      </w:r>
      <w:r w:rsidRPr="003E4D35">
        <w:t>ces bourreaux qui s</w:t>
      </w:r>
      <w:r w:rsidR="00B97E5D">
        <w:t>’</w:t>
      </w:r>
      <w:r w:rsidRPr="003E4D35">
        <w:t>arrangent pour couper un rayon de soleil juste avant la tête du saint</w:t>
      </w:r>
      <w:r w:rsidR="00B97E5D">
        <w:t xml:space="preserve">, </w:t>
      </w:r>
      <w:r w:rsidRPr="003E4D35">
        <w:t>je les r</w:t>
      </w:r>
      <w:r w:rsidRPr="003E4D35">
        <w:t>e</w:t>
      </w:r>
      <w:r w:rsidRPr="003E4D35">
        <w:t>gardais</w:t>
      </w:r>
      <w:r w:rsidR="00B97E5D">
        <w:t xml:space="preserve">, </w:t>
      </w:r>
      <w:r w:rsidRPr="003E4D35">
        <w:t>mais sans insister</w:t>
      </w:r>
      <w:r w:rsidR="00B97E5D">
        <w:t xml:space="preserve">, </w:t>
      </w:r>
      <w:r w:rsidRPr="003E4D35">
        <w:t>comme les cartes postales d</w:t>
      </w:r>
      <w:r w:rsidR="00B97E5D">
        <w:t>’</w:t>
      </w:r>
      <w:r w:rsidRPr="003E4D35">
        <w:t>un pays qu</w:t>
      </w:r>
      <w:r w:rsidR="00B97E5D">
        <w:t>’</w:t>
      </w:r>
      <w:r w:rsidRPr="003E4D35">
        <w:t>un jour je verrais moi-même</w:t>
      </w:r>
      <w:r w:rsidR="00B97E5D">
        <w:t xml:space="preserve">. </w:t>
      </w:r>
      <w:r w:rsidRPr="003E4D35">
        <w:t>Ou bien</w:t>
      </w:r>
      <w:r w:rsidR="00B97E5D">
        <w:t xml:space="preserve">, </w:t>
      </w:r>
      <w:r w:rsidRPr="003E4D35">
        <w:t>tous ces tableaux pendus l</w:t>
      </w:r>
      <w:r w:rsidR="00B97E5D">
        <w:t>’</w:t>
      </w:r>
      <w:r w:rsidRPr="003E4D35">
        <w:t>un à côté de l</w:t>
      </w:r>
      <w:r w:rsidR="00B97E5D">
        <w:t>’</w:t>
      </w:r>
      <w:r w:rsidRPr="003E4D35">
        <w:t>autre m</w:t>
      </w:r>
      <w:r w:rsidR="00B97E5D">
        <w:t>’</w:t>
      </w:r>
      <w:r w:rsidRPr="003E4D35">
        <w:t>excitaient au bonheur</w:t>
      </w:r>
      <w:r w:rsidR="00B97E5D">
        <w:t xml:space="preserve">, </w:t>
      </w:r>
      <w:r w:rsidRPr="003E4D35">
        <w:t>en gén</w:t>
      </w:r>
      <w:r w:rsidRPr="003E4D35">
        <w:t>é</w:t>
      </w:r>
      <w:r w:rsidRPr="003E4D35">
        <w:t>ral</w:t>
      </w:r>
      <w:r w:rsidR="00B97E5D">
        <w:t xml:space="preserve">, </w:t>
      </w:r>
      <w:r w:rsidRPr="003E4D35">
        <w:t>comme les affiches des gares excitent au voyage</w:t>
      </w:r>
      <w:r w:rsidR="00B97E5D">
        <w:t xml:space="preserve">. </w:t>
      </w:r>
      <w:r w:rsidRPr="003E4D35">
        <w:t>Ou bien ils ornaient pour moi cette semaine de départ</w:t>
      </w:r>
      <w:r w:rsidR="00B97E5D">
        <w:t xml:space="preserve">. </w:t>
      </w:r>
      <w:r w:rsidRPr="003E4D35">
        <w:t>Soudain</w:t>
      </w:r>
      <w:r w:rsidR="00B97E5D">
        <w:t xml:space="preserve">, </w:t>
      </w:r>
      <w:r w:rsidRPr="003E4D35">
        <w:t>à la seule pensée de Rubens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étais gaie</w:t>
      </w:r>
      <w:r w:rsidR="00B97E5D">
        <w:t xml:space="preserve">, </w:t>
      </w:r>
      <w:r w:rsidRPr="003E4D35">
        <w:t>comme le passager qui voit</w:t>
      </w:r>
      <w:r w:rsidR="00B97E5D">
        <w:t xml:space="preserve">, </w:t>
      </w:r>
      <w:r w:rsidRPr="003E4D35">
        <w:t>le bateau du Havre doublant le môle</w:t>
      </w:r>
      <w:r w:rsidR="00B97E5D">
        <w:t xml:space="preserve">, </w:t>
      </w:r>
      <w:r w:rsidRPr="003E4D35">
        <w:t>une grosse Normande courir sur le quai</w:t>
      </w:r>
      <w:r w:rsidR="00B97E5D">
        <w:t xml:space="preserve">. </w:t>
      </w:r>
      <w:r w:rsidRPr="003E4D35">
        <w:t>Devant Rembrandt</w:t>
      </w:r>
      <w:r w:rsidR="00B97E5D">
        <w:t xml:space="preserve">, </w:t>
      </w:r>
      <w:r w:rsidRPr="003E4D35">
        <w:t>je me sentais soudain reco</w:t>
      </w:r>
      <w:r w:rsidRPr="003E4D35">
        <w:t>n</w:t>
      </w:r>
      <w:r w:rsidRPr="003E4D35">
        <w:t>naissante</w:t>
      </w:r>
      <w:r w:rsidR="00B97E5D">
        <w:t xml:space="preserve">, </w:t>
      </w:r>
      <w:r w:rsidRPr="003E4D35">
        <w:t>à la pensée d</w:t>
      </w:r>
      <w:r w:rsidR="00B97E5D">
        <w:t>’</w:t>
      </w:r>
      <w:r w:rsidRPr="003E4D35">
        <w:t>une grande âme dévouée aux hommes</w:t>
      </w:r>
      <w:r w:rsidR="00B97E5D">
        <w:t xml:space="preserve">, </w:t>
      </w:r>
      <w:r w:rsidRPr="003E4D35">
        <w:t>comme celui</w:t>
      </w:r>
      <w:r w:rsidR="00B97E5D">
        <w:t xml:space="preserve">, </w:t>
      </w:r>
      <w:r w:rsidRPr="003E4D35">
        <w:t>au lever de l</w:t>
      </w:r>
      <w:r w:rsidR="00B97E5D">
        <w:t>’</w:t>
      </w:r>
      <w:r w:rsidRPr="003E4D35">
        <w:t>ancre pour les Indes</w:t>
      </w:r>
      <w:r w:rsidR="00B97E5D">
        <w:t xml:space="preserve">, </w:t>
      </w:r>
      <w:r w:rsidRPr="003E4D35">
        <w:t>qui voit un petit fonctionnaire barbu sauver de la mer un enfant</w:t>
      </w:r>
      <w:r w:rsidR="00B97E5D">
        <w:t xml:space="preserve">. </w:t>
      </w:r>
      <w:r w:rsidRPr="003E4D35">
        <w:t>Ou aussi j</w:t>
      </w:r>
      <w:r w:rsidR="00B97E5D">
        <w:t>’</w:t>
      </w:r>
      <w:r w:rsidRPr="003E4D35">
        <w:t>étais heureuse comme si c</w:t>
      </w:r>
      <w:r w:rsidR="00B97E5D">
        <w:t>’</w:t>
      </w:r>
      <w:r w:rsidRPr="003E4D35">
        <w:t>était Delacroix qui avait pris mon billet</w:t>
      </w:r>
      <w:r w:rsidR="00B97E5D">
        <w:t xml:space="preserve">, </w:t>
      </w:r>
      <w:r w:rsidRPr="003E4D35">
        <w:t>Manet qui avait fait enregistrer mes malles</w:t>
      </w:r>
      <w:r w:rsidR="00B97E5D">
        <w:t xml:space="preserve"> ; </w:t>
      </w:r>
      <w:r w:rsidRPr="003E4D35">
        <w:t>et l</w:t>
      </w:r>
      <w:r w:rsidR="00B97E5D">
        <w:t>’</w:t>
      </w:r>
      <w:r w:rsidRPr="003E4D35">
        <w:t>idée de Watteau ou de Chardin se posait sur ma valise ou sur mon nécessaire</w:t>
      </w:r>
      <w:r w:rsidR="00B97E5D">
        <w:t xml:space="preserve">… </w:t>
      </w:r>
      <w:r w:rsidRPr="003E4D35">
        <w:t>Mais c</w:t>
      </w:r>
      <w:r w:rsidR="00B97E5D">
        <w:t>’</w:t>
      </w:r>
      <w:r w:rsidRPr="003E4D35">
        <w:t>était tout</w:t>
      </w:r>
      <w:r w:rsidR="00B97E5D">
        <w:t xml:space="preserve">… </w:t>
      </w:r>
      <w:r w:rsidRPr="003E4D35">
        <w:t>Mais ce cœur</w:t>
      </w:r>
      <w:r w:rsidR="00B97E5D">
        <w:t xml:space="preserve">, </w:t>
      </w:r>
      <w:r w:rsidRPr="003E4D35">
        <w:t>que l</w:t>
      </w:r>
      <w:r w:rsidR="00B97E5D">
        <w:t>’</w:t>
      </w:r>
      <w:r w:rsidRPr="003E4D35">
        <w:t>avenue des Champs-Élysées tenue aux quatre coins comme une couverture</w:t>
      </w:r>
      <w:r w:rsidR="00B97E5D">
        <w:t xml:space="preserve">, </w:t>
      </w:r>
      <w:r w:rsidRPr="003E4D35">
        <w:t>du moins les Tchèques le certifient</w:t>
      </w:r>
      <w:r w:rsidR="00B97E5D">
        <w:t xml:space="preserve">, </w:t>
      </w:r>
      <w:r w:rsidRPr="003E4D35">
        <w:t>lance au ciel</w:t>
      </w:r>
      <w:r w:rsidR="00B97E5D">
        <w:t xml:space="preserve">, </w:t>
      </w:r>
      <w:r w:rsidRPr="003E4D35">
        <w:t>il était en moi tranquille</w:t>
      </w:r>
      <w:r w:rsidR="00B97E5D">
        <w:t xml:space="preserve">. </w:t>
      </w:r>
      <w:r w:rsidRPr="003E4D35">
        <w:t>Sur les créneaux de Cluny</w:t>
      </w:r>
      <w:r w:rsidR="00B97E5D">
        <w:t xml:space="preserve">, </w:t>
      </w:r>
      <w:r w:rsidRPr="003E4D35">
        <w:t xml:space="preserve">sur les visages des </w:t>
      </w:r>
      <w:proofErr w:type="spellStart"/>
      <w:r w:rsidRPr="003E4D35">
        <w:t>Rodins</w:t>
      </w:r>
      <w:proofErr w:type="spellEnd"/>
      <w:r w:rsidR="00B97E5D">
        <w:t xml:space="preserve">, </w:t>
      </w:r>
      <w:r w:rsidRPr="003E4D35">
        <w:t>roue sans dentelure</w:t>
      </w:r>
      <w:r w:rsidR="00B97E5D">
        <w:t xml:space="preserve">, </w:t>
      </w:r>
      <w:r w:rsidRPr="003E4D35">
        <w:t>il ne mordait pas</w:t>
      </w:r>
      <w:r w:rsidR="00B97E5D">
        <w:t xml:space="preserve">. </w:t>
      </w:r>
      <w:r w:rsidRPr="003E4D35">
        <w:t>Je revenais doucement boulevard Raspail en remontant la Seine</w:t>
      </w:r>
      <w:r w:rsidR="00B97E5D">
        <w:t xml:space="preserve">, </w:t>
      </w:r>
      <w:r w:rsidRPr="003E4D35">
        <w:t>et quand à cette foule des gares</w:t>
      </w:r>
      <w:r w:rsidR="00B97E5D">
        <w:t xml:space="preserve">, </w:t>
      </w:r>
      <w:r w:rsidRPr="003E4D35">
        <w:t>ces Égyptiens</w:t>
      </w:r>
      <w:r w:rsidR="00B97E5D">
        <w:t xml:space="preserve">, </w:t>
      </w:r>
      <w:r w:rsidRPr="003E4D35">
        <w:t>ces Australiens</w:t>
      </w:r>
      <w:r w:rsidR="00B97E5D">
        <w:t xml:space="preserve">, </w:t>
      </w:r>
      <w:r w:rsidRPr="003E4D35">
        <w:t>ces Japonais qui arr</w:t>
      </w:r>
      <w:r w:rsidRPr="003E4D35">
        <w:t>i</w:t>
      </w:r>
      <w:r w:rsidRPr="003E4D35">
        <w:t xml:space="preserve">vaient si péniblement à ce </w:t>
      </w:r>
      <w:r w:rsidRPr="003E4D35">
        <w:lastRenderedPageBreak/>
        <w:t>palier d</w:t>
      </w:r>
      <w:r w:rsidR="00B97E5D">
        <w:t>’</w:t>
      </w:r>
      <w:r w:rsidRPr="003E4D35">
        <w:t>où nous partions</w:t>
      </w:r>
      <w:r w:rsidR="00B97E5D">
        <w:t xml:space="preserve">, </w:t>
      </w:r>
      <w:r w:rsidRPr="003E4D35">
        <w:t>loin de vouloir les connaître</w:t>
      </w:r>
      <w:r w:rsidR="00B97E5D">
        <w:t xml:space="preserve">, </w:t>
      </w:r>
      <w:r w:rsidRPr="003E4D35">
        <w:t>il me semblait que j</w:t>
      </w:r>
      <w:r w:rsidR="00B97E5D">
        <w:t>’</w:t>
      </w:r>
      <w:r w:rsidRPr="003E4D35">
        <w:t>allais dans je ne sais quel double merveilleux de leurs fades pays</w:t>
      </w:r>
      <w:r w:rsidR="00B97E5D">
        <w:t xml:space="preserve">, </w:t>
      </w:r>
      <w:r w:rsidRPr="003E4D35">
        <w:t>inconnus surtout à eux-mêmes</w:t>
      </w:r>
      <w:r w:rsidR="00B97E5D">
        <w:t>.</w:t>
      </w:r>
    </w:p>
    <w:p w14:paraId="0E4B2703" w14:textId="77777777" w:rsidR="00B97E5D" w:rsidRDefault="00F225BE" w:rsidP="00F225BE">
      <w:r w:rsidRPr="003E4D35">
        <w:t>L</w:t>
      </w:r>
      <w:r w:rsidR="00B97E5D">
        <w:t>’</w:t>
      </w:r>
      <w:r w:rsidRPr="003E4D35">
        <w:t>après-midi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allais à Chatou</w:t>
      </w:r>
      <w:r w:rsidR="00B97E5D">
        <w:t xml:space="preserve">, </w:t>
      </w:r>
      <w:r w:rsidRPr="003E4D35">
        <w:t>à Joinville</w:t>
      </w:r>
      <w:r w:rsidR="00B97E5D">
        <w:t xml:space="preserve">. </w:t>
      </w:r>
      <w:r w:rsidRPr="003E4D35">
        <w:t>Je prenais des tramways qui ne quittaient la Seine</w:t>
      </w:r>
      <w:r w:rsidR="00B97E5D">
        <w:t xml:space="preserve">, </w:t>
      </w:r>
      <w:proofErr w:type="spellStart"/>
      <w:r w:rsidRPr="003E4D35">
        <w:t>grésillants</w:t>
      </w:r>
      <w:proofErr w:type="spellEnd"/>
      <w:r w:rsidRPr="003E4D35">
        <w:t xml:space="preserve"> plus que des h</w:t>
      </w:r>
      <w:r w:rsidRPr="003E4D35">
        <w:t>y</w:t>
      </w:r>
      <w:r w:rsidRPr="003E4D35">
        <w:t>droplanes</w:t>
      </w:r>
      <w:r w:rsidR="00B97E5D">
        <w:t xml:space="preserve">, </w:t>
      </w:r>
      <w:r w:rsidRPr="003E4D35">
        <w:t>que pour gagner la Marne ou l</w:t>
      </w:r>
      <w:r w:rsidR="00B97E5D">
        <w:t>’</w:t>
      </w:r>
      <w:r w:rsidRPr="003E4D35">
        <w:t>Oise</w:t>
      </w:r>
      <w:r w:rsidR="00B97E5D">
        <w:t xml:space="preserve">, </w:t>
      </w:r>
      <w:r w:rsidRPr="003E4D35">
        <w:t>et qui me ram</w:t>
      </w:r>
      <w:r w:rsidRPr="003E4D35">
        <w:t>e</w:t>
      </w:r>
      <w:r w:rsidRPr="003E4D35">
        <w:t>naient chaque soir à l</w:t>
      </w:r>
      <w:r w:rsidR="00B97E5D">
        <w:t>’</w:t>
      </w:r>
      <w:r w:rsidRPr="003E4D35">
        <w:t>Alma</w:t>
      </w:r>
      <w:r w:rsidR="00B97E5D">
        <w:t xml:space="preserve">, </w:t>
      </w:r>
      <w:r w:rsidRPr="003E4D35">
        <w:t>à la Concorde</w:t>
      </w:r>
      <w:r w:rsidR="00B97E5D">
        <w:t xml:space="preserve">, </w:t>
      </w:r>
      <w:r w:rsidRPr="003E4D35">
        <w:t>au cœur de Paris et au niveau de l</w:t>
      </w:r>
      <w:r w:rsidR="00B97E5D">
        <w:t>’</w:t>
      </w:r>
      <w:r w:rsidRPr="003E4D35">
        <w:t>eau</w:t>
      </w:r>
      <w:r w:rsidR="00B97E5D">
        <w:t xml:space="preserve">. </w:t>
      </w:r>
      <w:r w:rsidRPr="003E4D35">
        <w:t>Jusqu</w:t>
      </w:r>
      <w:r w:rsidR="00B97E5D">
        <w:t>’</w:t>
      </w:r>
      <w:r w:rsidRPr="003E4D35">
        <w:t>à la porte de Clichy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Ivry</w:t>
      </w:r>
      <w:r w:rsidR="00B97E5D">
        <w:t xml:space="preserve">, </w:t>
      </w:r>
      <w:r w:rsidRPr="003E4D35">
        <w:t>de Vince</w:t>
      </w:r>
      <w:r w:rsidRPr="003E4D35">
        <w:t>n</w:t>
      </w:r>
      <w:r w:rsidRPr="003E4D35">
        <w:t>nes</w:t>
      </w:r>
      <w:r w:rsidR="00B97E5D">
        <w:t xml:space="preserve">, </w:t>
      </w:r>
      <w:r w:rsidRPr="003E4D35">
        <w:t>je restais dans mon coin méfiante</w:t>
      </w:r>
      <w:r w:rsidR="00B97E5D">
        <w:t xml:space="preserve">. </w:t>
      </w:r>
      <w:r w:rsidRPr="003E4D35">
        <w:t>Mais</w:t>
      </w:r>
      <w:r w:rsidR="00B97E5D">
        <w:t xml:space="preserve">, </w:t>
      </w:r>
      <w:r w:rsidRPr="003E4D35">
        <w:t>dès que la muraille de Paris n</w:t>
      </w:r>
      <w:r w:rsidR="00B97E5D">
        <w:t>’</w:t>
      </w:r>
      <w:r w:rsidRPr="003E4D35">
        <w:t>était plus derrière moi qu</w:t>
      </w:r>
      <w:r w:rsidR="00B97E5D">
        <w:t>’</w:t>
      </w:r>
      <w:r w:rsidRPr="003E4D35">
        <w:t>un pauvre pneu éclaté en vingt places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il eût fallu souffler encore longtemps pour re</w:t>
      </w:r>
      <w:r w:rsidRPr="003E4D35">
        <w:t>n</w:t>
      </w:r>
      <w:r w:rsidRPr="003E4D35">
        <w:t>dre rond et dur</w:t>
      </w:r>
      <w:r w:rsidR="00B97E5D">
        <w:t xml:space="preserve"> ; </w:t>
      </w:r>
      <w:r w:rsidRPr="003E4D35">
        <w:t>une fois criés par la receveuse ces noms de grands hommes qui arrêtent</w:t>
      </w:r>
      <w:r w:rsidR="00B97E5D">
        <w:t xml:space="preserve">, </w:t>
      </w:r>
      <w:r w:rsidRPr="003E4D35">
        <w:t>à l</w:t>
      </w:r>
      <w:r w:rsidR="00B97E5D">
        <w:t>’</w:t>
      </w:r>
      <w:r w:rsidRPr="003E4D35">
        <w:t>exclusion de tous les autres noms</w:t>
      </w:r>
      <w:r w:rsidR="00B97E5D">
        <w:t xml:space="preserve">, </w:t>
      </w:r>
      <w:r w:rsidRPr="003E4D35">
        <w:t>et brusquement</w:t>
      </w:r>
      <w:r w:rsidR="00B97E5D">
        <w:t xml:space="preserve">, </w:t>
      </w:r>
      <w:r w:rsidRPr="003E4D35">
        <w:t>les tramways dans les banlieues</w:t>
      </w:r>
      <w:r w:rsidR="00B97E5D">
        <w:t xml:space="preserve"> : </w:t>
      </w:r>
      <w:r w:rsidRPr="003E4D35">
        <w:t>Lak</w:t>
      </w:r>
      <w:r w:rsidRPr="003E4D35">
        <w:t>a</w:t>
      </w:r>
      <w:r w:rsidRPr="003E4D35">
        <w:t>nal</w:t>
      </w:r>
      <w:r w:rsidR="00B97E5D">
        <w:t xml:space="preserve">, </w:t>
      </w:r>
      <w:r w:rsidRPr="003E4D35">
        <w:t>Carnot</w:t>
      </w:r>
      <w:r w:rsidR="00B97E5D">
        <w:t xml:space="preserve">, </w:t>
      </w:r>
      <w:r w:rsidRPr="003E4D35">
        <w:t>Zola</w:t>
      </w:r>
      <w:r w:rsidR="00B97E5D">
        <w:t xml:space="preserve"> ; </w:t>
      </w:r>
      <w:r w:rsidRPr="003E4D35">
        <w:t>une fois doublée la grille du cimetière des chiens</w:t>
      </w:r>
      <w:r w:rsidR="00B97E5D">
        <w:t xml:space="preserve">, </w:t>
      </w:r>
      <w:r w:rsidRPr="003E4D35">
        <w:t>à travers laquelle on voit de vieilles dames à fourrure en poil végétal</w:t>
      </w:r>
      <w:r w:rsidR="00B97E5D">
        <w:t xml:space="preserve">, </w:t>
      </w:r>
      <w:r w:rsidRPr="003E4D35">
        <w:t>à boas en plume de palmier</w:t>
      </w:r>
      <w:r w:rsidR="00B97E5D">
        <w:t xml:space="preserve">, </w:t>
      </w:r>
      <w:r w:rsidRPr="003E4D35">
        <w:t>à chaussures en cuir de bananes</w:t>
      </w:r>
      <w:r w:rsidR="00B97E5D">
        <w:t xml:space="preserve">, </w:t>
      </w:r>
      <w:r w:rsidRPr="003E4D35">
        <w:t>terribles pour les végétaux</w:t>
      </w:r>
      <w:r w:rsidR="00B97E5D">
        <w:t xml:space="preserve">, </w:t>
      </w:r>
      <w:r w:rsidRPr="003E4D35">
        <w:t>sarcler des tombes e</w:t>
      </w:r>
      <w:r w:rsidRPr="003E4D35">
        <w:t>f</w:t>
      </w:r>
      <w:r w:rsidRPr="003E4D35">
        <w:t>froyablement inégales</w:t>
      </w:r>
      <w:r w:rsidR="00B97E5D">
        <w:t xml:space="preserve">, </w:t>
      </w:r>
      <w:r w:rsidRPr="003E4D35">
        <w:t>perroquets</w:t>
      </w:r>
      <w:r w:rsidR="00B97E5D">
        <w:t xml:space="preserve">, </w:t>
      </w:r>
      <w:r w:rsidRPr="003E4D35">
        <w:t>éléphants et levrettes y a</w:t>
      </w:r>
      <w:r w:rsidRPr="003E4D35">
        <w:t>l</w:t>
      </w:r>
      <w:r w:rsidRPr="003E4D35">
        <w:t>ternant</w:t>
      </w:r>
      <w:r w:rsidR="00B97E5D">
        <w:t xml:space="preserve"> ; </w:t>
      </w:r>
      <w:r w:rsidRPr="003E4D35">
        <w:t>une fois franchis tous ces espaces incroyablement o</w:t>
      </w:r>
      <w:r w:rsidRPr="003E4D35">
        <w:t>u</w:t>
      </w:r>
      <w:r w:rsidRPr="003E4D35">
        <w:t>verts où se commettent cependant tous les crimes</w:t>
      </w:r>
      <w:r w:rsidR="00B97E5D">
        <w:t xml:space="preserve"> ; </w:t>
      </w:r>
      <w:r w:rsidRPr="003E4D35">
        <w:t>où l</w:t>
      </w:r>
      <w:r w:rsidR="00B97E5D">
        <w:t>’</w:t>
      </w:r>
      <w:r w:rsidRPr="003E4D35">
        <w:t>on sent se mêler</w:t>
      </w:r>
      <w:r w:rsidR="00B97E5D">
        <w:t xml:space="preserve">, </w:t>
      </w:r>
      <w:r w:rsidRPr="003E4D35">
        <w:t>gare de marchandises par le vide et l</w:t>
      </w:r>
      <w:r w:rsidR="00B97E5D">
        <w:t>’</w:t>
      </w:r>
      <w:r w:rsidRPr="003E4D35">
        <w:t>impalpable</w:t>
      </w:r>
      <w:r w:rsidR="00B97E5D">
        <w:t xml:space="preserve">, </w:t>
      </w:r>
      <w:r w:rsidRPr="003E4D35">
        <w:t>les ondes de la télégraphie sans fil</w:t>
      </w:r>
      <w:r w:rsidR="00B97E5D">
        <w:t xml:space="preserve">, </w:t>
      </w:r>
      <w:r w:rsidRPr="003E4D35">
        <w:t>où les méridiens font leurs a</w:t>
      </w:r>
      <w:r w:rsidRPr="003E4D35">
        <w:t>i</w:t>
      </w:r>
      <w:r w:rsidRPr="003E4D35">
        <w:t>guillages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entassés en paquets invisibles</w:t>
      </w:r>
      <w:r w:rsidR="00B97E5D">
        <w:t xml:space="preserve">, </w:t>
      </w:r>
      <w:r w:rsidRPr="003E4D35">
        <w:t>tous ces frets sans corps qui cherchent Paris</w:t>
      </w:r>
      <w:r w:rsidR="00B97E5D">
        <w:t xml:space="preserve"> ; </w:t>
      </w:r>
      <w:r w:rsidRPr="003E4D35">
        <w:t>dépassée par les autos dont un gros parvenu à bagues d</w:t>
      </w:r>
      <w:r w:rsidR="00B97E5D">
        <w:t>’</w:t>
      </w:r>
      <w:r w:rsidRPr="003E4D35">
        <w:t>or tient le volant</w:t>
      </w:r>
      <w:r w:rsidR="00B97E5D">
        <w:t xml:space="preserve">, </w:t>
      </w:r>
      <w:r w:rsidRPr="003E4D35">
        <w:t>comme les cocottes quand elles boivent</w:t>
      </w:r>
      <w:r w:rsidR="00B97E5D">
        <w:t xml:space="preserve">, </w:t>
      </w:r>
      <w:r w:rsidRPr="003E4D35">
        <w:t>en relevant les deux petits doigts</w:t>
      </w:r>
      <w:r w:rsidR="00B97E5D">
        <w:t xml:space="preserve"> ; </w:t>
      </w:r>
      <w:r w:rsidRPr="003E4D35">
        <w:t>les grands pa</w:t>
      </w:r>
      <w:r w:rsidRPr="003E4D35">
        <w:t>n</w:t>
      </w:r>
      <w:r w:rsidRPr="003E4D35">
        <w:t xml:space="preserve">neaux-réclame éclatants ou </w:t>
      </w:r>
      <w:proofErr w:type="spellStart"/>
      <w:r w:rsidRPr="003E4D35">
        <w:t>dépérissants</w:t>
      </w:r>
      <w:proofErr w:type="spellEnd"/>
      <w:r w:rsidR="00B97E5D">
        <w:t xml:space="preserve">, </w:t>
      </w:r>
      <w:r w:rsidRPr="003E4D35">
        <w:t>dans les champs en bordure</w:t>
      </w:r>
      <w:r w:rsidR="00B97E5D">
        <w:t xml:space="preserve">, </w:t>
      </w:r>
      <w:r w:rsidRPr="003E4D35">
        <w:t>selon que leur manque s</w:t>
      </w:r>
      <w:r w:rsidR="00B97E5D">
        <w:t>’</w:t>
      </w:r>
      <w:r w:rsidRPr="003E4D35">
        <w:t>enrichit ou fait faillite</w:t>
      </w:r>
      <w:r w:rsidR="00B97E5D">
        <w:t xml:space="preserve"> ; </w:t>
      </w:r>
      <w:r w:rsidRPr="003E4D35">
        <w:t>un ruisseau</w:t>
      </w:r>
      <w:r w:rsidR="00B97E5D">
        <w:t xml:space="preserve">, </w:t>
      </w:r>
      <w:r w:rsidRPr="003E4D35">
        <w:t>dans un bas-fond</w:t>
      </w:r>
      <w:r w:rsidR="00B97E5D">
        <w:t xml:space="preserve">, </w:t>
      </w:r>
      <w:r w:rsidRPr="003E4D35">
        <w:t>sur un seul remous apportant vers la guinguette une touffe de ronces</w:t>
      </w:r>
      <w:r w:rsidR="00B97E5D">
        <w:t xml:space="preserve">, </w:t>
      </w:r>
      <w:r w:rsidRPr="003E4D35">
        <w:t>plus fier que le Mississipi</w:t>
      </w:r>
      <w:r w:rsidR="00B97E5D">
        <w:t xml:space="preserve"> ; </w:t>
      </w:r>
      <w:r w:rsidRPr="003E4D35">
        <w:t>à la limite de la zone que n</w:t>
      </w:r>
      <w:r w:rsidR="00B97E5D">
        <w:t>’</w:t>
      </w:r>
      <w:r w:rsidRPr="003E4D35">
        <w:t>atteignent plus les petits bleus</w:t>
      </w:r>
      <w:r w:rsidR="00B97E5D">
        <w:t xml:space="preserve">, </w:t>
      </w:r>
      <w:r w:rsidRPr="003E4D35">
        <w:t xml:space="preserve">de </w:t>
      </w:r>
      <w:r w:rsidRPr="003E4D35">
        <w:lastRenderedPageBreak/>
        <w:t>tri</w:t>
      </w:r>
      <w:r w:rsidRPr="003E4D35">
        <w:t>s</w:t>
      </w:r>
      <w:r w:rsidRPr="003E4D35">
        <w:t>tes villes où l</w:t>
      </w:r>
      <w:r w:rsidR="00B97E5D">
        <w:t>’</w:t>
      </w:r>
      <w:r w:rsidRPr="003E4D35">
        <w:t>on fait le savon</w:t>
      </w:r>
      <w:r w:rsidR="00B97E5D">
        <w:t xml:space="preserve">, </w:t>
      </w:r>
      <w:r w:rsidRPr="003E4D35">
        <w:t>toutes parfumées</w:t>
      </w:r>
      <w:r w:rsidR="00B97E5D">
        <w:t xml:space="preserve">, </w:t>
      </w:r>
      <w:r w:rsidRPr="003E4D35">
        <w:t>sans arbres</w:t>
      </w:r>
      <w:r w:rsidR="00B97E5D">
        <w:t xml:space="preserve">, </w:t>
      </w:r>
      <w:r w:rsidRPr="003E4D35">
        <w:t>sans buissons</w:t>
      </w:r>
      <w:r w:rsidR="00B97E5D">
        <w:t xml:space="preserve">, </w:t>
      </w:r>
      <w:r w:rsidRPr="003E4D35">
        <w:t>et où les seuls oiseaux sont des serins échappés</w:t>
      </w:r>
      <w:r w:rsidR="00B97E5D">
        <w:t xml:space="preserve"> ; </w:t>
      </w:r>
      <w:r w:rsidRPr="003E4D35">
        <w:t>une fois dépassée la file des petites villas si neuves qu</w:t>
      </w:r>
      <w:r w:rsidR="00B97E5D">
        <w:t>’</w:t>
      </w:r>
      <w:r w:rsidRPr="003E4D35">
        <w:t>en criant tout haut le prénom inscrit dans leur plaque de marbre</w:t>
      </w:r>
      <w:r w:rsidR="00B97E5D">
        <w:t xml:space="preserve">, </w:t>
      </w:r>
      <w:r w:rsidRPr="003E4D35">
        <w:t>Mado</w:t>
      </w:r>
      <w:r w:rsidR="00B97E5D">
        <w:t xml:space="preserve">, </w:t>
      </w:r>
      <w:r w:rsidRPr="003E4D35">
        <w:t>Nadine ou Colette</w:t>
      </w:r>
      <w:r w:rsidR="00B97E5D">
        <w:t xml:space="preserve">, </w:t>
      </w:r>
      <w:r w:rsidRPr="003E4D35">
        <w:t>on appelle à la fenêtre la femme qui l</w:t>
      </w:r>
      <w:r w:rsidR="00B97E5D">
        <w:t>’</w:t>
      </w:r>
      <w:r w:rsidRPr="003E4D35">
        <w:t>habite</w:t>
      </w:r>
      <w:r w:rsidR="00B97E5D">
        <w:t xml:space="preserve">, </w:t>
      </w:r>
      <w:r w:rsidRPr="003E4D35">
        <w:t>ou qu</w:t>
      </w:r>
      <w:r w:rsidR="00B97E5D">
        <w:t>’</w:t>
      </w:r>
      <w:r w:rsidRPr="003E4D35">
        <w:t>on voit</w:t>
      </w:r>
      <w:r w:rsidR="00B97E5D">
        <w:t xml:space="preserve">, </w:t>
      </w:r>
      <w:r w:rsidRPr="003E4D35">
        <w:t>devant le chalet des Hortensias</w:t>
      </w:r>
      <w:r w:rsidR="00B97E5D">
        <w:t xml:space="preserve">, </w:t>
      </w:r>
      <w:r w:rsidRPr="003E4D35">
        <w:t>dans un pot de grès ou d</w:t>
      </w:r>
      <w:r w:rsidR="00B97E5D">
        <w:t>’</w:t>
      </w:r>
      <w:r w:rsidRPr="003E4D35">
        <w:t>onyx au centre du jardin</w:t>
      </w:r>
      <w:r w:rsidR="00B97E5D">
        <w:t xml:space="preserve">, </w:t>
      </w:r>
      <w:r w:rsidRPr="003E4D35">
        <w:t>aimé comme un jet d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un pied d</w:t>
      </w:r>
      <w:r w:rsidR="00B97E5D">
        <w:t>’</w:t>
      </w:r>
      <w:r w:rsidRPr="003E4D35">
        <w:t>hortensia</w:t>
      </w:r>
      <w:r w:rsidR="00B97E5D">
        <w:t xml:space="preserve">, </w:t>
      </w:r>
      <w:r w:rsidRPr="003E4D35">
        <w:t>le parrain</w:t>
      </w:r>
      <w:r w:rsidR="00B97E5D">
        <w:t xml:space="preserve"> ; </w:t>
      </w:r>
      <w:r w:rsidRPr="003E4D35">
        <w:t>alors</w:t>
      </w:r>
      <w:r w:rsidR="00B97E5D">
        <w:t xml:space="preserve">, </w:t>
      </w:r>
      <w:r w:rsidRPr="003E4D35">
        <w:t>quand la route tourne droit vers l</w:t>
      </w:r>
      <w:r w:rsidR="00B97E5D">
        <w:t>’</w:t>
      </w:r>
      <w:r w:rsidRPr="003E4D35">
        <w:t>est</w:t>
      </w:r>
      <w:r w:rsidR="00B97E5D">
        <w:t xml:space="preserve">, </w:t>
      </w:r>
      <w:r w:rsidRPr="003E4D35">
        <w:t>et que les ormeaux</w:t>
      </w:r>
      <w:r w:rsidR="00B97E5D">
        <w:t xml:space="preserve">, </w:t>
      </w:r>
      <w:r w:rsidRPr="003E4D35">
        <w:t>les panneaux de la Bénédictine</w:t>
      </w:r>
      <w:r w:rsidR="00B97E5D">
        <w:t xml:space="preserve">, </w:t>
      </w:r>
      <w:r w:rsidRPr="003E4D35">
        <w:t>inclinés par le vent du nord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inclinent soudain tous vers vous</w:t>
      </w:r>
      <w:r w:rsidR="00B97E5D">
        <w:t xml:space="preserve"> ; </w:t>
      </w:r>
      <w:r w:rsidRPr="003E4D35">
        <w:t>quand elle remonte au nord</w:t>
      </w:r>
      <w:r w:rsidR="00B97E5D">
        <w:t xml:space="preserve">, </w:t>
      </w:r>
      <w:r w:rsidRPr="003E4D35">
        <w:t>et que dans les terreaux</w:t>
      </w:r>
      <w:r w:rsidR="00B97E5D">
        <w:t xml:space="preserve">, </w:t>
      </w:r>
      <w:r w:rsidRPr="003E4D35">
        <w:t>éclairés de face par le soleil</w:t>
      </w:r>
      <w:r w:rsidR="00B97E5D">
        <w:t xml:space="preserve">, </w:t>
      </w:r>
      <w:r w:rsidRPr="003E4D35">
        <w:t>tous les tessons</w:t>
      </w:r>
      <w:r w:rsidR="00B97E5D">
        <w:t xml:space="preserve">, </w:t>
      </w:r>
      <w:r w:rsidRPr="003E4D35">
        <w:t>toutes les boîtes de sardines flamboient</w:t>
      </w:r>
      <w:r w:rsidR="00B97E5D">
        <w:t xml:space="preserve"> ; </w:t>
      </w:r>
      <w:r w:rsidRPr="003E4D35">
        <w:t>quand une bande de fillettes</w:t>
      </w:r>
      <w:r w:rsidR="00B97E5D">
        <w:t xml:space="preserve"> (</w:t>
      </w:r>
      <w:r w:rsidRPr="003E4D35">
        <w:t>les mêmes qui go</w:t>
      </w:r>
      <w:r w:rsidRPr="003E4D35">
        <w:t>û</w:t>
      </w:r>
      <w:r w:rsidRPr="003E4D35">
        <w:t>tent leurs larmes depuis qu</w:t>
      </w:r>
      <w:r w:rsidR="00B97E5D">
        <w:t>’</w:t>
      </w:r>
      <w:r w:rsidRPr="003E4D35">
        <w:t>on leur a dit qu</w:t>
      </w:r>
      <w:r w:rsidR="00B97E5D">
        <w:t>’</w:t>
      </w:r>
      <w:r w:rsidRPr="003E4D35">
        <w:t>elles sont salées</w:t>
      </w:r>
      <w:r w:rsidR="00B97E5D">
        <w:t xml:space="preserve">) </w:t>
      </w:r>
      <w:r w:rsidRPr="003E4D35">
        <w:t>se précipitent derrière le train depuis qu</w:t>
      </w:r>
      <w:r w:rsidR="00B97E5D">
        <w:t>’</w:t>
      </w:r>
      <w:r w:rsidRPr="003E4D35">
        <w:t>on leur a dit que les rails deviennent brûlants et les touchent</w:t>
      </w:r>
      <w:r w:rsidR="00B97E5D">
        <w:t xml:space="preserve"> ; </w:t>
      </w:r>
      <w:r w:rsidRPr="003E4D35">
        <w:t>quand le fleuve</w:t>
      </w:r>
      <w:r w:rsidR="00B97E5D">
        <w:t xml:space="preserve">, </w:t>
      </w:r>
      <w:r w:rsidRPr="003E4D35">
        <w:t>que le r</w:t>
      </w:r>
      <w:r w:rsidRPr="003E4D35">
        <w:t>e</w:t>
      </w:r>
      <w:r w:rsidRPr="003E4D35">
        <w:t>morqueur à bande rouge coupe en son centre exact pour que le remous use également les deux rives</w:t>
      </w:r>
      <w:r w:rsidR="00B97E5D">
        <w:t xml:space="preserve">, </w:t>
      </w:r>
      <w:r w:rsidRPr="003E4D35">
        <w:t>coupait la plaine au h</w:t>
      </w:r>
      <w:r w:rsidRPr="003E4D35">
        <w:t>a</w:t>
      </w:r>
      <w:r w:rsidRPr="003E4D35">
        <w:t>sard</w:t>
      </w:r>
      <w:r w:rsidR="00B97E5D">
        <w:t xml:space="preserve">, </w:t>
      </w:r>
      <w:r w:rsidRPr="003E4D35">
        <w:t>usant au hasard mon cœur</w:t>
      </w:r>
      <w:r w:rsidR="00B97E5D">
        <w:t xml:space="preserve"> : </w:t>
      </w:r>
      <w:r w:rsidRPr="003E4D35">
        <w:t>et que vers lui descendaient au loin les zouaves de Rosny</w:t>
      </w:r>
      <w:r w:rsidR="00B97E5D">
        <w:t xml:space="preserve">, </w:t>
      </w:r>
      <w:r w:rsidRPr="003E4D35">
        <w:t>ceux qui savent le mieux nager marchant le plus vite</w:t>
      </w:r>
      <w:r w:rsidR="00B97E5D">
        <w:t xml:space="preserve"> ; </w:t>
      </w:r>
      <w:r w:rsidRPr="003E4D35">
        <w:t>et qu</w:t>
      </w:r>
      <w:r w:rsidR="00B97E5D">
        <w:t>’</w:t>
      </w:r>
      <w:r w:rsidRPr="003E4D35">
        <w:t>une rivière déportait vers lui</w:t>
      </w:r>
      <w:r w:rsidR="00B97E5D">
        <w:t xml:space="preserve">, </w:t>
      </w:r>
      <w:r w:rsidRPr="003E4D35">
        <w:t>plus digne que l</w:t>
      </w:r>
      <w:r w:rsidR="00B97E5D">
        <w:t>’</w:t>
      </w:r>
      <w:r w:rsidRPr="003E4D35">
        <w:t>Orénoque</w:t>
      </w:r>
      <w:r w:rsidR="00B97E5D">
        <w:t xml:space="preserve">, </w:t>
      </w:r>
      <w:r w:rsidRPr="003E4D35">
        <w:t>sur des eaux irisées par la benzine</w:t>
      </w:r>
      <w:r w:rsidR="00B97E5D">
        <w:t xml:space="preserve">, </w:t>
      </w:r>
      <w:r w:rsidRPr="003E4D35">
        <w:t>des écorces de citron</w:t>
      </w:r>
      <w:r w:rsidR="00B97E5D">
        <w:t xml:space="preserve">, </w:t>
      </w:r>
      <w:r w:rsidRPr="003E4D35">
        <w:t>un canoë vert et rouge appelé</w:t>
      </w:r>
      <w:r w:rsidRPr="003E4D35">
        <w:rPr>
          <w:i/>
          <w:iCs/>
        </w:rPr>
        <w:t xml:space="preserve"> </w:t>
      </w:r>
      <w:proofErr w:type="spellStart"/>
      <w:r w:rsidRPr="003E4D35">
        <w:rPr>
          <w:i/>
          <w:iCs/>
        </w:rPr>
        <w:t>Youpinskoff</w:t>
      </w:r>
      <w:proofErr w:type="spellEnd"/>
      <w:r w:rsidR="00B97E5D">
        <w:rPr>
          <w:i/>
          <w:iCs/>
        </w:rPr>
        <w:t xml:space="preserve"> ; </w:t>
      </w:r>
      <w:r w:rsidRPr="003E4D35">
        <w:t>et que soudain</w:t>
      </w:r>
      <w:r w:rsidR="00B97E5D">
        <w:t xml:space="preserve">, </w:t>
      </w:r>
      <w:r w:rsidRPr="003E4D35">
        <w:t>la route entrant dans les falaises</w:t>
      </w:r>
      <w:r w:rsidR="00B97E5D">
        <w:t xml:space="preserve">, </w:t>
      </w:r>
      <w:r w:rsidRPr="003E4D35">
        <w:t>on apercevait</w:t>
      </w:r>
      <w:r w:rsidR="00B97E5D">
        <w:t xml:space="preserve">, </w:t>
      </w:r>
      <w:r w:rsidRPr="003E4D35">
        <w:t>surplombant les acacias</w:t>
      </w:r>
      <w:r w:rsidR="00B97E5D">
        <w:t xml:space="preserve">, </w:t>
      </w:r>
      <w:r w:rsidRPr="003E4D35">
        <w:t>au faîte des talus</w:t>
      </w:r>
      <w:r w:rsidR="00B97E5D">
        <w:t xml:space="preserve">, </w:t>
      </w:r>
      <w:r w:rsidRPr="003E4D35">
        <w:t>la dernière rangée des épis de blé d</w:t>
      </w:r>
      <w:r w:rsidR="00B97E5D">
        <w:t>’</w:t>
      </w:r>
      <w:r w:rsidRPr="003E4D35">
        <w:t>un grand champ</w:t>
      </w:r>
      <w:r w:rsidR="00B97E5D">
        <w:t xml:space="preserve">, </w:t>
      </w:r>
      <w:r w:rsidRPr="003E4D35">
        <w:t>les épis de blé les plus pr</w:t>
      </w:r>
      <w:r w:rsidRPr="003E4D35">
        <w:t>o</w:t>
      </w:r>
      <w:r w:rsidRPr="003E4D35">
        <w:t>ches de la ville</w:t>
      </w:r>
      <w:r w:rsidR="00B97E5D">
        <w:t xml:space="preserve"> ; </w:t>
      </w:r>
      <w:r w:rsidRPr="003E4D35">
        <w:t>alors</w:t>
      </w:r>
      <w:r w:rsidR="00B97E5D">
        <w:t xml:space="preserve">, </w:t>
      </w:r>
      <w:r w:rsidRPr="003E4D35">
        <w:t>et comme les jeunes filles</w:t>
      </w:r>
      <w:r w:rsidR="00B97E5D">
        <w:t xml:space="preserve">, </w:t>
      </w:r>
      <w:r w:rsidRPr="003E4D35">
        <w:t>tout ce qui est autour des passions et de l</w:t>
      </w:r>
      <w:r w:rsidR="00B97E5D">
        <w:t>’</w:t>
      </w:r>
      <w:r w:rsidRPr="003E4D35">
        <w:t>amitié elles le reçoivent et le co</w:t>
      </w:r>
      <w:r w:rsidRPr="003E4D35">
        <w:t>m</w:t>
      </w:r>
      <w:r w:rsidRPr="003E4D35">
        <w:t>prennent sans vouloir comprendre les passions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amitié</w:t>
      </w:r>
      <w:r w:rsidR="00B97E5D">
        <w:t xml:space="preserve">, </w:t>
      </w:r>
      <w:r w:rsidRPr="003E4D35">
        <w:t>je comprenais tout cela</w:t>
      </w:r>
      <w:r w:rsidR="00B97E5D">
        <w:t xml:space="preserve">, </w:t>
      </w:r>
      <w:r w:rsidRPr="003E4D35">
        <w:t>je fermais les yeux</w:t>
      </w:r>
      <w:r w:rsidR="00B97E5D">
        <w:t xml:space="preserve">, </w:t>
      </w:r>
      <w:r w:rsidRPr="003E4D35">
        <w:t>je les sentais à l</w:t>
      </w:r>
      <w:r w:rsidR="00B97E5D">
        <w:t>’</w:t>
      </w:r>
      <w:r w:rsidRPr="003E4D35">
        <w:t>int</w:t>
      </w:r>
      <w:r w:rsidRPr="003E4D35">
        <w:t>é</w:t>
      </w:r>
      <w:r w:rsidRPr="003E4D35">
        <w:t>rieur</w:t>
      </w:r>
      <w:r w:rsidR="00B97E5D">
        <w:t xml:space="preserve">, </w:t>
      </w:r>
      <w:r w:rsidRPr="003E4D35">
        <w:t>salées</w:t>
      </w:r>
      <w:r w:rsidR="00B97E5D">
        <w:t xml:space="preserve">, </w:t>
      </w:r>
      <w:r w:rsidRPr="003E4D35">
        <w:t>mes larmes</w:t>
      </w:r>
      <w:r w:rsidR="00B97E5D">
        <w:t xml:space="preserve">, </w:t>
      </w:r>
      <w:r w:rsidRPr="003E4D35">
        <w:t>sans comprendre Paris</w:t>
      </w:r>
      <w:r w:rsidR="00B97E5D">
        <w:t> !</w:t>
      </w:r>
    </w:p>
    <w:p w14:paraId="2FEF9E22" w14:textId="77777777" w:rsidR="00B97E5D" w:rsidRDefault="00F225BE" w:rsidP="00F225BE">
      <w:r w:rsidRPr="003E4D35">
        <w:lastRenderedPageBreak/>
        <w:t>Parfois j</w:t>
      </w:r>
      <w:r w:rsidR="00B97E5D">
        <w:t>’</w:t>
      </w:r>
      <w:r w:rsidRPr="003E4D35">
        <w:t>apercevais</w:t>
      </w:r>
      <w:r w:rsidR="00B97E5D">
        <w:t xml:space="preserve">, </w:t>
      </w:r>
      <w:r w:rsidRPr="003E4D35">
        <w:t>réclame de la nature</w:t>
      </w:r>
      <w:r w:rsidR="00B97E5D">
        <w:t xml:space="preserve">, </w:t>
      </w:r>
      <w:r w:rsidRPr="003E4D35">
        <w:t>une autre jeune fille</w:t>
      </w:r>
      <w:r w:rsidR="00B97E5D">
        <w:t xml:space="preserve">. </w:t>
      </w:r>
      <w:r w:rsidRPr="003E4D35">
        <w:t>Je lui souriais</w:t>
      </w:r>
      <w:r w:rsidR="00B97E5D">
        <w:t xml:space="preserve">, </w:t>
      </w:r>
      <w:r w:rsidRPr="003E4D35">
        <w:t>je lui faisais signe</w:t>
      </w:r>
      <w:r w:rsidR="00B97E5D">
        <w:t xml:space="preserve">. </w:t>
      </w:r>
      <w:r w:rsidRPr="003E4D35">
        <w:t>Elle me répondait de là-bas en secouant la tête</w:t>
      </w:r>
      <w:r w:rsidR="00B97E5D">
        <w:t xml:space="preserve">, </w:t>
      </w:r>
      <w:r w:rsidRPr="003E4D35">
        <w:t>en agitant les bras</w:t>
      </w:r>
      <w:r w:rsidR="00B97E5D">
        <w:t xml:space="preserve">, </w:t>
      </w:r>
      <w:r w:rsidRPr="003E4D35">
        <w:t>par un de ces gestes de sourd-muet qui les livre alors que leur langage est si vide</w:t>
      </w:r>
      <w:r w:rsidR="00B97E5D">
        <w:t xml:space="preserve">. </w:t>
      </w:r>
      <w:r w:rsidRPr="003E4D35">
        <w:t>Parfois</w:t>
      </w:r>
      <w:r w:rsidR="00B97E5D">
        <w:t xml:space="preserve">, </w:t>
      </w:r>
      <w:r w:rsidRPr="003E4D35">
        <w:t>immobile et encadrée par la fenêtre ou la porte comme jadis une de ces marques qui indiquaient</w:t>
      </w:r>
      <w:r w:rsidR="00B97E5D">
        <w:t xml:space="preserve">, </w:t>
      </w:r>
      <w:r w:rsidRPr="003E4D35">
        <w:t>à l</w:t>
      </w:r>
      <w:r w:rsidR="00B97E5D">
        <w:t>’</w:t>
      </w:r>
      <w:r w:rsidRPr="003E4D35">
        <w:t>insu des propri</w:t>
      </w:r>
      <w:r w:rsidRPr="003E4D35">
        <w:t>é</w:t>
      </w:r>
      <w:r w:rsidRPr="003E4D35">
        <w:t>taires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il fallait tout y piller ou tout y respecter</w:t>
      </w:r>
      <w:r w:rsidR="00B97E5D">
        <w:t xml:space="preserve"> ; </w:t>
      </w:r>
      <w:r w:rsidRPr="003E4D35">
        <w:t>ou bien courbés</w:t>
      </w:r>
      <w:r w:rsidR="00B97E5D">
        <w:t xml:space="preserve">, </w:t>
      </w:r>
      <w:r w:rsidRPr="003E4D35">
        <w:t>et nourrissant à deux un bouvreuil</w:t>
      </w:r>
      <w:r w:rsidR="00B97E5D">
        <w:t xml:space="preserve"> ; </w:t>
      </w:r>
      <w:r w:rsidRPr="003E4D35">
        <w:t>d</w:t>
      </w:r>
      <w:r w:rsidR="00B97E5D">
        <w:t>’</w:t>
      </w:r>
      <w:r w:rsidRPr="003E4D35">
        <w:t>autres renvoyant leur souffle sans l</w:t>
      </w:r>
      <w:r w:rsidR="00B97E5D">
        <w:t>’</w:t>
      </w:r>
      <w:r w:rsidRPr="003E4D35">
        <w:t>aspirer jusqu</w:t>
      </w:r>
      <w:r w:rsidR="00B97E5D">
        <w:t>’</w:t>
      </w:r>
      <w:r w:rsidRPr="003E4D35">
        <w:t>au fond</w:t>
      </w:r>
      <w:r w:rsidR="00B97E5D">
        <w:t xml:space="preserve">, </w:t>
      </w:r>
      <w:r w:rsidRPr="003E4D35">
        <w:t>comme les mauvais fumeurs la fumée</w:t>
      </w:r>
      <w:r w:rsidR="00B97E5D">
        <w:t xml:space="preserve">, </w:t>
      </w:r>
      <w:r w:rsidRPr="003E4D35">
        <w:t>songeant à peine à respirer</w:t>
      </w:r>
      <w:r w:rsidR="00B97E5D">
        <w:t xml:space="preserve">, </w:t>
      </w:r>
      <w:r w:rsidRPr="003E4D35">
        <w:t>condamnés à mourir au premier oubli</w:t>
      </w:r>
      <w:r w:rsidR="00B97E5D">
        <w:t xml:space="preserve"> ; </w:t>
      </w:r>
      <w:r w:rsidRPr="003E4D35">
        <w:t>une qui me ressemblait</w:t>
      </w:r>
      <w:r w:rsidR="00B97E5D">
        <w:t xml:space="preserve">, </w:t>
      </w:r>
      <w:r w:rsidRPr="003E4D35">
        <w:t>dont chaque regard</w:t>
      </w:r>
      <w:r w:rsidR="00B97E5D">
        <w:t xml:space="preserve">, </w:t>
      </w:r>
      <w:r w:rsidRPr="003E4D35">
        <w:t>chaque mouvement ne s</w:t>
      </w:r>
      <w:r w:rsidR="00B97E5D">
        <w:t>’</w:t>
      </w:r>
      <w:r w:rsidRPr="003E4D35">
        <w:t>expliquait que par une fra</w:t>
      </w:r>
      <w:r w:rsidRPr="003E4D35">
        <w:t>n</w:t>
      </w:r>
      <w:r w:rsidRPr="003E4D35">
        <w:t>chise intraitable</w:t>
      </w:r>
      <w:r w:rsidR="00B97E5D">
        <w:t xml:space="preserve"> ; </w:t>
      </w:r>
      <w:r w:rsidRPr="003E4D35">
        <w:t>une qui me ressemblait tout autant</w:t>
      </w:r>
      <w:r w:rsidR="00B97E5D">
        <w:t xml:space="preserve">, </w:t>
      </w:r>
      <w:r w:rsidRPr="003E4D35">
        <w:t>dont tous les gestes ne s</w:t>
      </w:r>
      <w:r w:rsidR="00B97E5D">
        <w:t>’</w:t>
      </w:r>
      <w:r w:rsidRPr="003E4D35">
        <w:t>expliquaient que par une hypocrisie sans bornes</w:t>
      </w:r>
      <w:r w:rsidR="00B97E5D">
        <w:t xml:space="preserve"> ; </w:t>
      </w:r>
      <w:r w:rsidRPr="003E4D35">
        <w:t>et d</w:t>
      </w:r>
      <w:r w:rsidR="00B97E5D">
        <w:t>’</w:t>
      </w:r>
      <w:r w:rsidRPr="003E4D35">
        <w:t>autres qui me faisaient des sourires d</w:t>
      </w:r>
      <w:r w:rsidR="00B97E5D">
        <w:t>’</w:t>
      </w:r>
      <w:r w:rsidRPr="003E4D35">
        <w:t>entente</w:t>
      </w:r>
      <w:r w:rsidR="00B97E5D">
        <w:t xml:space="preserve">, </w:t>
      </w:r>
      <w:r w:rsidRPr="003E4D35">
        <w:t>si bien que je me sentais à la fois conjurée et dénuée du mot de passe</w:t>
      </w:r>
      <w:r w:rsidR="00B97E5D">
        <w:t xml:space="preserve">. </w:t>
      </w:r>
      <w:r w:rsidRPr="003E4D35">
        <w:t>Mais un jour je m</w:t>
      </w:r>
      <w:r w:rsidR="00B97E5D">
        <w:t>’</w:t>
      </w:r>
      <w:r w:rsidRPr="003E4D35">
        <w:t>aperçus que j</w:t>
      </w:r>
      <w:r w:rsidR="00B97E5D">
        <w:t>’</w:t>
      </w:r>
      <w:r w:rsidRPr="003E4D35">
        <w:t>étais suivie moi-même</w:t>
      </w:r>
      <w:r w:rsidR="00B97E5D">
        <w:t>.</w:t>
      </w:r>
    </w:p>
    <w:p w14:paraId="071A63CE" w14:textId="77777777" w:rsidR="00B97E5D" w:rsidRDefault="00F225BE" w:rsidP="00F225BE">
      <w:r w:rsidRPr="003E4D35">
        <w:t>Un jeune homme me suivait</w:t>
      </w:r>
      <w:r w:rsidR="00B97E5D">
        <w:t xml:space="preserve">. </w:t>
      </w:r>
      <w:r w:rsidRPr="003E4D35">
        <w:t>S</w:t>
      </w:r>
      <w:r w:rsidR="00B97E5D">
        <w:t>’</w:t>
      </w:r>
      <w:r w:rsidRPr="003E4D35">
        <w:t>il voulait le secret des je</w:t>
      </w:r>
      <w:r w:rsidRPr="003E4D35">
        <w:t>u</w:t>
      </w:r>
      <w:r w:rsidRPr="003E4D35">
        <w:t>nes filles</w:t>
      </w:r>
      <w:r w:rsidR="00B97E5D">
        <w:t xml:space="preserve">, </w:t>
      </w:r>
      <w:r w:rsidRPr="003E4D35">
        <w:t>il tombait bien</w:t>
      </w:r>
      <w:r w:rsidR="00B97E5D">
        <w:t xml:space="preserve">. </w:t>
      </w:r>
      <w:r w:rsidRPr="003E4D35">
        <w:t>Chaque matin il m</w:t>
      </w:r>
      <w:r w:rsidR="00B97E5D">
        <w:t>’</w:t>
      </w:r>
      <w:r w:rsidRPr="003E4D35">
        <w:t>attendait près de l</w:t>
      </w:r>
      <w:r w:rsidR="00B97E5D">
        <w:t>’</w:t>
      </w:r>
      <w:r w:rsidRPr="003E4D35">
        <w:t>hôtel</w:t>
      </w:r>
      <w:r w:rsidR="00B97E5D">
        <w:t xml:space="preserve">, </w:t>
      </w:r>
      <w:r w:rsidRPr="003E4D35">
        <w:t>devant une boutique d</w:t>
      </w:r>
      <w:r w:rsidR="00B97E5D">
        <w:t>’</w:t>
      </w:r>
      <w:r w:rsidRPr="003E4D35">
        <w:t>anatomie</w:t>
      </w:r>
      <w:r w:rsidR="00B97E5D">
        <w:t xml:space="preserve">, </w:t>
      </w:r>
      <w:r w:rsidRPr="003E4D35">
        <w:t>avec des poumons ve</w:t>
      </w:r>
      <w:r w:rsidRPr="003E4D35">
        <w:t>r</w:t>
      </w:r>
      <w:r w:rsidRPr="003E4D35">
        <w:t>nis en vitrine</w:t>
      </w:r>
      <w:r w:rsidR="00B97E5D">
        <w:t xml:space="preserve">, </w:t>
      </w:r>
      <w:r w:rsidRPr="003E4D35">
        <w:t>des foies en cire</w:t>
      </w:r>
      <w:r w:rsidR="00B97E5D">
        <w:t xml:space="preserve">, </w:t>
      </w:r>
      <w:r w:rsidRPr="003E4D35">
        <w:t>des têtes demi-découpées</w:t>
      </w:r>
      <w:r w:rsidR="00B97E5D">
        <w:t xml:space="preserve">, </w:t>
      </w:r>
      <w:r w:rsidRPr="003E4D35">
        <w:t>mais qui exhalait l</w:t>
      </w:r>
      <w:r w:rsidR="00B97E5D">
        <w:t>’</w:t>
      </w:r>
      <w:r w:rsidRPr="003E4D35">
        <w:t>odeur du pain frais</w:t>
      </w:r>
      <w:r w:rsidR="00B97E5D">
        <w:t xml:space="preserve">, </w:t>
      </w:r>
      <w:r w:rsidRPr="003E4D35">
        <w:t>car il y avait un pétrin dans le sous-sol</w:t>
      </w:r>
      <w:r w:rsidR="00B97E5D">
        <w:t xml:space="preserve">. </w:t>
      </w:r>
      <w:r w:rsidRPr="003E4D35">
        <w:t>On voyait le boulanger tout blanc au-dessus des squ</w:t>
      </w:r>
      <w:r w:rsidRPr="003E4D35">
        <w:t>e</w:t>
      </w:r>
      <w:r w:rsidRPr="003E4D35">
        <w:t>lettes</w:t>
      </w:r>
      <w:r w:rsidR="00B97E5D">
        <w:t xml:space="preserve">, </w:t>
      </w:r>
      <w:r w:rsidRPr="003E4D35">
        <w:t>incolore et gras</w:t>
      </w:r>
      <w:r w:rsidR="00B97E5D">
        <w:t xml:space="preserve">, </w:t>
      </w:r>
      <w:r w:rsidRPr="003E4D35">
        <w:t>fantôme bien nourri</w:t>
      </w:r>
      <w:r w:rsidR="00B97E5D">
        <w:t xml:space="preserve">. </w:t>
      </w:r>
      <w:r w:rsidRPr="003E4D35">
        <w:t>Dès que j</w:t>
      </w:r>
      <w:r w:rsidR="00B97E5D">
        <w:t>’</w:t>
      </w:r>
      <w:r w:rsidRPr="003E4D35">
        <w:t>étais pa</w:t>
      </w:r>
      <w:r w:rsidRPr="003E4D35">
        <w:t>s</w:t>
      </w:r>
      <w:r w:rsidRPr="003E4D35">
        <w:t>sée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aube m</w:t>
      </w:r>
      <w:r w:rsidR="00B97E5D">
        <w:t>’</w:t>
      </w:r>
      <w:r w:rsidRPr="003E4D35">
        <w:t>escortait à distance</w:t>
      </w:r>
      <w:r w:rsidR="00B97E5D">
        <w:t xml:space="preserve">, </w:t>
      </w:r>
      <w:r w:rsidRPr="003E4D35">
        <w:t>désormais indifférent aux humains et à leurs membres</w:t>
      </w:r>
      <w:r w:rsidR="00B97E5D">
        <w:t xml:space="preserve">, </w:t>
      </w:r>
      <w:r w:rsidRPr="003E4D35">
        <w:t>à leurs globes oculaires</w:t>
      </w:r>
      <w:r w:rsidR="00B97E5D">
        <w:t xml:space="preserve">, </w:t>
      </w:r>
      <w:r w:rsidRPr="003E4D35">
        <w:t>aux mu</w:t>
      </w:r>
      <w:r w:rsidRPr="003E4D35">
        <w:t>s</w:t>
      </w:r>
      <w:r w:rsidRPr="003E4D35">
        <w:t>cles de leur rotule</w:t>
      </w:r>
      <w:r w:rsidR="00B97E5D">
        <w:t xml:space="preserve">, </w:t>
      </w:r>
      <w:r w:rsidRPr="003E4D35">
        <w:t>mais caressant les chats</w:t>
      </w:r>
      <w:r w:rsidR="00B97E5D">
        <w:t xml:space="preserve">, </w:t>
      </w:r>
      <w:r w:rsidRPr="003E4D35">
        <w:t>les chiens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to</w:t>
      </w:r>
      <w:r w:rsidRPr="003E4D35">
        <w:t>u</w:t>
      </w:r>
      <w:r w:rsidRPr="003E4D35">
        <w:t>jours</w:t>
      </w:r>
      <w:r w:rsidR="00B97E5D">
        <w:t xml:space="preserve">, </w:t>
      </w:r>
      <w:r w:rsidRPr="003E4D35">
        <w:t>à la porte d</w:t>
      </w:r>
      <w:r w:rsidR="00B97E5D">
        <w:t>’</w:t>
      </w:r>
      <w:r w:rsidRPr="003E4D35">
        <w:t>un café</w:t>
      </w:r>
      <w:r w:rsidR="00B97E5D">
        <w:t xml:space="preserve">, </w:t>
      </w:r>
      <w:r w:rsidRPr="003E4D35">
        <w:t>une grosse terre-neuve si affectueuse qu</w:t>
      </w:r>
      <w:r w:rsidR="00B97E5D">
        <w:t>’</w:t>
      </w:r>
      <w:r w:rsidRPr="003E4D35">
        <w:t>elle se laissait choir tout entière du côté de la caresse</w:t>
      </w:r>
      <w:r w:rsidR="00B97E5D">
        <w:t xml:space="preserve">. </w:t>
      </w:r>
      <w:r w:rsidRPr="003E4D35">
        <w:t>Bientôt il osa prendre mes tramways jusqu</w:t>
      </w:r>
      <w:r w:rsidR="00B97E5D">
        <w:t>’</w:t>
      </w:r>
      <w:r w:rsidRPr="003E4D35">
        <w:t>à leur point terminus</w:t>
      </w:r>
      <w:r w:rsidR="00B97E5D">
        <w:t xml:space="preserve">, </w:t>
      </w:r>
      <w:r w:rsidRPr="003E4D35">
        <w:t>in</w:t>
      </w:r>
      <w:r w:rsidRPr="003E4D35">
        <w:t>s</w:t>
      </w:r>
      <w:r w:rsidRPr="003E4D35">
        <w:t>pecta ces butoirs qui les arrêtent à Bonneuil ou à Créteil</w:t>
      </w:r>
      <w:r w:rsidR="00B97E5D">
        <w:t xml:space="preserve">, </w:t>
      </w:r>
      <w:r w:rsidRPr="003E4D35">
        <w:t>rev</w:t>
      </w:r>
      <w:r w:rsidRPr="003E4D35">
        <w:t>e</w:t>
      </w:r>
      <w:r w:rsidRPr="003E4D35">
        <w:t xml:space="preserve">nant avec moi sur la </w:t>
      </w:r>
      <w:r w:rsidRPr="003E4D35">
        <w:lastRenderedPageBreak/>
        <w:t>banquette d</w:t>
      </w:r>
      <w:r w:rsidR="00B97E5D">
        <w:t>’</w:t>
      </w:r>
      <w:r w:rsidRPr="003E4D35">
        <w:t>en face</w:t>
      </w:r>
      <w:r w:rsidR="00B97E5D">
        <w:t xml:space="preserve">, </w:t>
      </w:r>
      <w:r w:rsidRPr="003E4D35">
        <w:t>au-dessus du rail qui n</w:t>
      </w:r>
      <w:r w:rsidR="00B97E5D">
        <w:t>’</w:t>
      </w:r>
      <w:r w:rsidRPr="003E4D35">
        <w:t>était pas le mien</w:t>
      </w:r>
      <w:r w:rsidR="00B97E5D">
        <w:t xml:space="preserve">, </w:t>
      </w:r>
      <w:r w:rsidRPr="003E4D35">
        <w:t>aussi proche et aussi lointain de moi qu</w:t>
      </w:r>
      <w:r w:rsidR="00B97E5D">
        <w:t>’</w:t>
      </w:r>
      <w:r w:rsidRPr="003E4D35">
        <w:t>une vie d</w:t>
      </w:r>
      <w:r w:rsidR="00B97E5D">
        <w:t>’</w:t>
      </w:r>
      <w:r w:rsidRPr="003E4D35">
        <w:t>une vie parallèle</w:t>
      </w:r>
      <w:r w:rsidR="00B97E5D">
        <w:t xml:space="preserve">, </w:t>
      </w:r>
      <w:r w:rsidRPr="003E4D35">
        <w:t>soumis aux mêmes édits de la police des omnibus qu</w:t>
      </w:r>
      <w:r w:rsidR="00B97E5D">
        <w:t>’</w:t>
      </w:r>
      <w:r w:rsidRPr="003E4D35">
        <w:t>il lisait sans cesse</w:t>
      </w:r>
      <w:r w:rsidR="00B97E5D">
        <w:t xml:space="preserve">, </w:t>
      </w:r>
      <w:r w:rsidRPr="003E4D35">
        <w:t>aux mêmes humeurs des rec</w:t>
      </w:r>
      <w:r w:rsidRPr="003E4D35">
        <w:t>e</w:t>
      </w:r>
      <w:r w:rsidRPr="003E4D35">
        <w:t>veurs</w:t>
      </w:r>
      <w:r w:rsidR="00B97E5D">
        <w:t xml:space="preserve">, </w:t>
      </w:r>
      <w:r w:rsidRPr="003E4D35">
        <w:t>ayant parfois sur cent mille numéros de tickets le numéro qui juste suivait le mien</w:t>
      </w:r>
      <w:r w:rsidR="00B97E5D">
        <w:t xml:space="preserve">… ; </w:t>
      </w:r>
      <w:r w:rsidRPr="003E4D35">
        <w:t>mais</w:t>
      </w:r>
      <w:r w:rsidR="00B97E5D">
        <w:t xml:space="preserve">, </w:t>
      </w:r>
      <w:r w:rsidRPr="003E4D35">
        <w:t>tant que nos rails ne se coup</w:t>
      </w:r>
      <w:r w:rsidRPr="003E4D35">
        <w:t>e</w:t>
      </w:r>
      <w:r w:rsidRPr="003E4D35">
        <w:t>raient pas</w:t>
      </w:r>
      <w:r w:rsidR="00B97E5D">
        <w:t xml:space="preserve">, </w:t>
      </w:r>
      <w:r w:rsidRPr="003E4D35">
        <w:t>je n</w:t>
      </w:r>
      <w:r w:rsidR="00B97E5D">
        <w:t>’</w:t>
      </w:r>
      <w:r w:rsidRPr="003E4D35">
        <w:t>avais pas même l</w:t>
      </w:r>
      <w:r w:rsidR="00B97E5D">
        <w:t>’</w:t>
      </w:r>
      <w:r w:rsidRPr="003E4D35">
        <w:t>idée qu</w:t>
      </w:r>
      <w:r w:rsidR="00B97E5D">
        <w:t>’</w:t>
      </w:r>
      <w:r w:rsidRPr="003E4D35">
        <w:t>il pût m</w:t>
      </w:r>
      <w:r w:rsidR="00B97E5D">
        <w:t>’</w:t>
      </w:r>
      <w:r w:rsidRPr="003E4D35">
        <w:t>adresser la p</w:t>
      </w:r>
      <w:r w:rsidRPr="003E4D35">
        <w:t>a</w:t>
      </w:r>
      <w:r w:rsidRPr="003E4D35">
        <w:t>role</w:t>
      </w:r>
      <w:r w:rsidR="00B97E5D">
        <w:t xml:space="preserve">. </w:t>
      </w:r>
      <w:r w:rsidRPr="003E4D35">
        <w:t>Parfois je le dévisageais</w:t>
      </w:r>
      <w:r w:rsidR="00B97E5D">
        <w:t xml:space="preserve">, </w:t>
      </w:r>
      <w:r w:rsidRPr="003E4D35">
        <w:t>et lui transmettait froidement ce regard à l</w:t>
      </w:r>
      <w:r w:rsidR="00B97E5D">
        <w:t>’</w:t>
      </w:r>
      <w:r w:rsidRPr="003E4D35">
        <w:t>affiche des tarifs extra-urbains</w:t>
      </w:r>
      <w:r w:rsidR="00B97E5D">
        <w:t xml:space="preserve">. </w:t>
      </w:r>
      <w:r w:rsidRPr="003E4D35">
        <w:t>Parfois il tournait les yeux avec affectation vers un point dans la campagne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étais sûre alors</w:t>
      </w:r>
      <w:r w:rsidR="00B97E5D">
        <w:t xml:space="preserve">, </w:t>
      </w:r>
      <w:r w:rsidRPr="003E4D35">
        <w:t>si je l</w:t>
      </w:r>
      <w:r w:rsidR="00B97E5D">
        <w:t>’</w:t>
      </w:r>
      <w:r w:rsidRPr="003E4D35">
        <w:t>imitais</w:t>
      </w:r>
      <w:r w:rsidR="00B97E5D">
        <w:t xml:space="preserve">, </w:t>
      </w:r>
      <w:r w:rsidRPr="003E4D35">
        <w:t>de voir quelque étang ou quelque villa bizarre</w:t>
      </w:r>
      <w:r w:rsidR="00B97E5D">
        <w:t xml:space="preserve">. </w:t>
      </w:r>
      <w:r w:rsidRPr="003E4D35">
        <w:t>Parfois il tournait tout son corps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il m</w:t>
      </w:r>
      <w:r w:rsidR="00B97E5D">
        <w:t>’</w:t>
      </w:r>
      <w:r w:rsidRPr="003E4D35">
        <w:t>indiquait plus encore</w:t>
      </w:r>
      <w:r w:rsidR="00B97E5D">
        <w:t xml:space="preserve">, </w:t>
      </w:r>
      <w:r w:rsidRPr="003E4D35">
        <w:t>un château</w:t>
      </w:r>
      <w:r w:rsidR="00B97E5D">
        <w:t xml:space="preserve">, </w:t>
      </w:r>
      <w:r w:rsidRPr="003E4D35">
        <w:t>une ruine</w:t>
      </w:r>
      <w:r w:rsidR="00B97E5D">
        <w:t xml:space="preserve"> ; </w:t>
      </w:r>
      <w:r w:rsidRPr="003E4D35">
        <w:t>parfois il mettait un lo</w:t>
      </w:r>
      <w:r w:rsidRPr="003E4D35">
        <w:t>r</w:t>
      </w:r>
      <w:r w:rsidRPr="003E4D35">
        <w:t>gnon</w:t>
      </w:r>
      <w:r w:rsidR="00B97E5D">
        <w:t xml:space="preserve">, </w:t>
      </w:r>
      <w:r w:rsidRPr="003E4D35">
        <w:t>il insistait</w:t>
      </w:r>
      <w:r w:rsidR="00B97E5D">
        <w:t xml:space="preserve"> : </w:t>
      </w:r>
      <w:r w:rsidRPr="003E4D35">
        <w:t>j</w:t>
      </w:r>
      <w:r w:rsidR="00B97E5D">
        <w:t>’</w:t>
      </w:r>
      <w:r w:rsidRPr="003E4D35">
        <w:t>avais l</w:t>
      </w:r>
      <w:r w:rsidR="00B97E5D">
        <w:t>’</w:t>
      </w:r>
      <w:r w:rsidRPr="003E4D35">
        <w:t>impression</w:t>
      </w:r>
      <w:r w:rsidR="00B97E5D">
        <w:t xml:space="preserve">, </w:t>
      </w:r>
      <w:r w:rsidRPr="003E4D35">
        <w:t>comme le cocher de ma grand</w:t>
      </w:r>
      <w:r w:rsidR="00B97E5D">
        <w:t>’</w:t>
      </w:r>
      <w:r w:rsidRPr="003E4D35">
        <w:t>mère quand j</w:t>
      </w:r>
      <w:r w:rsidR="00B97E5D">
        <w:t>’</w:t>
      </w:r>
      <w:r w:rsidRPr="003E4D35">
        <w:t>étais assise sur le siège avec lui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il m</w:t>
      </w:r>
      <w:r w:rsidR="00B97E5D">
        <w:t>’</w:t>
      </w:r>
      <w:r w:rsidRPr="003E4D35">
        <w:t>orientait la tête de sa main vers des clochers ou vers des égl</w:t>
      </w:r>
      <w:r w:rsidRPr="003E4D35">
        <w:t>i</w:t>
      </w:r>
      <w:r w:rsidRPr="003E4D35">
        <w:t>ses</w:t>
      </w:r>
      <w:r w:rsidR="00B97E5D">
        <w:t xml:space="preserve">. </w:t>
      </w:r>
      <w:r w:rsidRPr="003E4D35">
        <w:t>Alors je résistais et sacrifiais à ma liberté la vue d</w:t>
      </w:r>
      <w:r w:rsidR="00B97E5D">
        <w:t>’</w:t>
      </w:r>
      <w:r w:rsidRPr="003E4D35">
        <w:t>un donjon ou d</w:t>
      </w:r>
      <w:r w:rsidR="00B97E5D">
        <w:t>’</w:t>
      </w:r>
      <w:r w:rsidRPr="003E4D35">
        <w:t>une cathédrale</w:t>
      </w:r>
      <w:r w:rsidR="00B97E5D">
        <w:t xml:space="preserve">. </w:t>
      </w:r>
      <w:r w:rsidRPr="003E4D35">
        <w:t>Puis</w:t>
      </w:r>
      <w:r w:rsidR="00B97E5D">
        <w:t xml:space="preserve">, – </w:t>
      </w:r>
      <w:r w:rsidRPr="003E4D35">
        <w:t>il faut bien s</w:t>
      </w:r>
      <w:r w:rsidR="00B97E5D">
        <w:t>’</w:t>
      </w:r>
      <w:r w:rsidRPr="003E4D35">
        <w:t>amuser</w:t>
      </w:r>
      <w:r w:rsidR="00B97E5D">
        <w:t xml:space="preserve">, – </w:t>
      </w:r>
      <w:r w:rsidRPr="003E4D35">
        <w:t>je jouais avec lui à notre jeu du pensionnat</w:t>
      </w:r>
      <w:r w:rsidR="00B97E5D">
        <w:t xml:space="preserve">, </w:t>
      </w:r>
      <w:r w:rsidRPr="003E4D35">
        <w:t>qui consistait à s</w:t>
      </w:r>
      <w:r w:rsidR="00B97E5D">
        <w:t>’</w:t>
      </w:r>
      <w:r w:rsidRPr="003E4D35">
        <w:t>occuper des êtres les plus indifférents avec les mots et les gradations même de la passion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satisfaite de le voir rabroué par un contr</w:t>
      </w:r>
      <w:r w:rsidRPr="003E4D35">
        <w:t>ô</w:t>
      </w:r>
      <w:r w:rsidRPr="003E4D35">
        <w:t>leur pour avoir grignoté son billet après l</w:t>
      </w:r>
      <w:r w:rsidR="00B97E5D">
        <w:t>’</w:t>
      </w:r>
      <w:r w:rsidRPr="003E4D35">
        <w:t>avoir plié en quatre</w:t>
      </w:r>
      <w:r w:rsidR="00B97E5D">
        <w:t xml:space="preserve">, </w:t>
      </w:r>
      <w:r w:rsidRPr="003E4D35">
        <w:t>puis roulé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étais charmée de voir son reflet dans la vitre</w:t>
      </w:r>
      <w:r w:rsidR="00B97E5D">
        <w:t xml:space="preserve">, – </w:t>
      </w:r>
      <w:r w:rsidRPr="003E4D35">
        <w:t>en dépit des histoires qu</w:t>
      </w:r>
      <w:r w:rsidR="00B97E5D">
        <w:t>’</w:t>
      </w:r>
      <w:r w:rsidRPr="003E4D35">
        <w:t>on nous contait à Bellac</w:t>
      </w:r>
      <w:r w:rsidR="00B97E5D">
        <w:t xml:space="preserve">, – </w:t>
      </w:r>
      <w:r w:rsidRPr="003E4D35">
        <w:t>se conduire avec mon reflet avec plus d</w:t>
      </w:r>
      <w:r w:rsidR="00B97E5D">
        <w:t>’</w:t>
      </w:r>
      <w:r w:rsidRPr="003E4D35">
        <w:t>égards encore qu</w:t>
      </w:r>
      <w:r w:rsidR="00B97E5D">
        <w:t>’</w:t>
      </w:r>
      <w:r w:rsidRPr="003E4D35">
        <w:t>avec moi-même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étais navrée et sans force de voir qu</w:t>
      </w:r>
      <w:r w:rsidR="00B97E5D">
        <w:t>’</w:t>
      </w:r>
      <w:r w:rsidRPr="003E4D35">
        <w:t>il n</w:t>
      </w:r>
      <w:r w:rsidR="00B97E5D">
        <w:t>’</w:t>
      </w:r>
      <w:r w:rsidRPr="003E4D35">
        <w:t>avait ni moustache</w:t>
      </w:r>
      <w:r w:rsidR="00B97E5D">
        <w:t xml:space="preserve">, </w:t>
      </w:r>
      <w:r w:rsidRPr="003E4D35">
        <w:t>ni barbe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étais folle et délirante que le contrôleur le forçât à payer de nouveau</w:t>
      </w:r>
      <w:r w:rsidR="00B97E5D">
        <w:t xml:space="preserve">. </w:t>
      </w:r>
      <w:r w:rsidRPr="003E4D35">
        <w:t>Tout cela au fond m</w:t>
      </w:r>
      <w:r w:rsidR="00B97E5D">
        <w:t>’</w:t>
      </w:r>
      <w:r w:rsidRPr="003E4D35">
        <w:t>était égal</w:t>
      </w:r>
      <w:r w:rsidR="00B97E5D">
        <w:t xml:space="preserve">, </w:t>
      </w:r>
      <w:r w:rsidRPr="003E4D35">
        <w:t>et rentrée à Paris</w:t>
      </w:r>
      <w:r w:rsidR="00B97E5D">
        <w:t xml:space="preserve">, </w:t>
      </w:r>
      <w:r w:rsidRPr="003E4D35">
        <w:t>je l</w:t>
      </w:r>
      <w:r w:rsidR="00B97E5D">
        <w:t>’</w:t>
      </w:r>
      <w:r w:rsidRPr="003E4D35">
        <w:t>abandonnais sans plus y penser entre son pain frais et ses cadavres</w:t>
      </w:r>
      <w:r w:rsidR="00B97E5D">
        <w:t xml:space="preserve"> ; </w:t>
      </w:r>
      <w:r w:rsidRPr="003E4D35">
        <w:t>un peu vexée cependant d</w:t>
      </w:r>
      <w:r w:rsidR="00B97E5D">
        <w:t>’</w:t>
      </w:r>
      <w:r w:rsidRPr="003E4D35">
        <w:t>être suivie non pour moi-même</w:t>
      </w:r>
      <w:r w:rsidR="00B97E5D">
        <w:t xml:space="preserve">, </w:t>
      </w:r>
      <w:r w:rsidRPr="003E4D35">
        <w:t>mais</w:t>
      </w:r>
      <w:r w:rsidR="00B97E5D">
        <w:t xml:space="preserve">, </w:t>
      </w:r>
      <w:r w:rsidRPr="003E4D35">
        <w:t>comme un chien d</w:t>
      </w:r>
      <w:r w:rsidR="00B97E5D">
        <w:t>’</w:t>
      </w:r>
      <w:r w:rsidRPr="003E4D35">
        <w:t>arrêt</w:t>
      </w:r>
      <w:r w:rsidR="00B97E5D">
        <w:t xml:space="preserve">, </w:t>
      </w:r>
      <w:r w:rsidRPr="003E4D35">
        <w:t>pour je ne sais quel gibier dont je sentais sa carnassière pleine quand les douaniers l</w:t>
      </w:r>
      <w:r w:rsidR="00B97E5D">
        <w:t>’</w:t>
      </w:r>
      <w:r w:rsidRPr="003E4D35">
        <w:t>inte</w:t>
      </w:r>
      <w:r w:rsidRPr="003E4D35">
        <w:t>r</w:t>
      </w:r>
      <w:r w:rsidRPr="003E4D35">
        <w:t xml:space="preserve">rogeaient aux </w:t>
      </w:r>
      <w:r w:rsidRPr="003E4D35">
        <w:lastRenderedPageBreak/>
        <w:t>portes</w:t>
      </w:r>
      <w:r w:rsidR="00B97E5D">
        <w:t xml:space="preserve">. </w:t>
      </w:r>
      <w:r w:rsidRPr="003E4D35">
        <w:t>Un matin d</w:t>
      </w:r>
      <w:r w:rsidR="00B97E5D">
        <w:t>’</w:t>
      </w:r>
      <w:r w:rsidRPr="003E4D35">
        <w:t>ailleurs il ne parut point</w:t>
      </w:r>
      <w:r w:rsidR="00B97E5D">
        <w:t xml:space="preserve"> ; </w:t>
      </w:r>
      <w:r w:rsidRPr="003E4D35">
        <w:t>le lendemain pas davantage</w:t>
      </w:r>
      <w:r w:rsidR="00B97E5D">
        <w:t xml:space="preserve"> ; </w:t>
      </w:r>
      <w:r w:rsidRPr="003E4D35">
        <w:t>mais en somme j</w:t>
      </w:r>
      <w:r w:rsidR="00B97E5D">
        <w:t>’</w:t>
      </w:r>
      <w:r w:rsidRPr="003E4D35">
        <w:t>étais s</w:t>
      </w:r>
      <w:r w:rsidRPr="003E4D35">
        <w:t>a</w:t>
      </w:r>
      <w:r w:rsidRPr="003E4D35">
        <w:t>tisfaite d</w:t>
      </w:r>
      <w:r w:rsidR="00B97E5D">
        <w:t>’</w:t>
      </w:r>
      <w:r w:rsidRPr="003E4D35">
        <w:t>être enfin seule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étais charmée de sentir deux guides flotter sur mon cou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étais ravie et sans force de m</w:t>
      </w:r>
      <w:r w:rsidR="00B97E5D">
        <w:t>’</w:t>
      </w:r>
      <w:r w:rsidRPr="003E4D35">
        <w:t>asseoir au bord de l</w:t>
      </w:r>
      <w:r w:rsidR="00B97E5D">
        <w:t>’</w:t>
      </w:r>
      <w:r w:rsidRPr="003E4D35">
        <w:t>abreuvoir de Marly sans trouver en face l</w:t>
      </w:r>
      <w:r w:rsidR="00B97E5D">
        <w:t>’</w:t>
      </w:r>
      <w:r w:rsidRPr="003E4D35">
        <w:t>image d</w:t>
      </w:r>
      <w:r w:rsidR="00B97E5D">
        <w:t>’</w:t>
      </w:r>
      <w:r w:rsidRPr="003E4D35">
        <w:t>un étranger dans l</w:t>
      </w:r>
      <w:r w:rsidR="00B97E5D">
        <w:t>’</w:t>
      </w:r>
      <w:r w:rsidRPr="003E4D35">
        <w:t>eau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étais folle et délirante d</w:t>
      </w:r>
      <w:r w:rsidR="00B97E5D">
        <w:t>’</w:t>
      </w:r>
      <w:r w:rsidRPr="003E4D35">
        <w:t>avoir effleuré une amitié d</w:t>
      </w:r>
      <w:r w:rsidR="00B97E5D">
        <w:t>’</w:t>
      </w:r>
      <w:r w:rsidRPr="003E4D35">
        <w:t>homme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avoir égarée pour toujours</w:t>
      </w:r>
      <w:r w:rsidR="00B97E5D">
        <w:t xml:space="preserve">. </w:t>
      </w:r>
      <w:r w:rsidRPr="003E4D35">
        <w:t>Au fond je le regre</w:t>
      </w:r>
      <w:r w:rsidRPr="003E4D35">
        <w:t>t</w:t>
      </w:r>
      <w:r w:rsidRPr="003E4D35">
        <w:t>tais un peu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privé de mon spectateur</w:t>
      </w:r>
      <w:r w:rsidR="00B97E5D">
        <w:t xml:space="preserve">, </w:t>
      </w:r>
      <w:r w:rsidRPr="003E4D35">
        <w:t>comme les grands joueurs de tennis ou de pelote dès qu</w:t>
      </w:r>
      <w:r w:rsidR="00B97E5D">
        <w:t>’</w:t>
      </w:r>
      <w:r w:rsidRPr="003E4D35">
        <w:t>ils n</w:t>
      </w:r>
      <w:r w:rsidR="00B97E5D">
        <w:t>’</w:t>
      </w:r>
      <w:r w:rsidRPr="003E4D35">
        <w:t>ont plus de public</w:t>
      </w:r>
      <w:r w:rsidR="00B97E5D">
        <w:t xml:space="preserve">, </w:t>
      </w:r>
      <w:r w:rsidRPr="003E4D35">
        <w:t>je jouais mal avec Paris</w:t>
      </w:r>
      <w:r w:rsidR="00B97E5D">
        <w:t xml:space="preserve">, </w:t>
      </w:r>
      <w:r w:rsidRPr="003E4D35">
        <w:t>je prenais une voiture pour une autre</w:t>
      </w:r>
      <w:r w:rsidR="00B97E5D">
        <w:t xml:space="preserve">, </w:t>
      </w:r>
      <w:r w:rsidRPr="003E4D35">
        <w:t>je devais changer à mi-chemin</w:t>
      </w:r>
      <w:r w:rsidR="00B97E5D">
        <w:t xml:space="preserve">, </w:t>
      </w:r>
      <w:r w:rsidRPr="003E4D35">
        <w:t>je décochais avec moins de sûreté mes tramways sur Triel ou sur Pavillons</w:t>
      </w:r>
      <w:r w:rsidR="00B97E5D">
        <w:t xml:space="preserve">. </w:t>
      </w:r>
      <w:r w:rsidRPr="003E4D35">
        <w:t>Un jour je tombai</w:t>
      </w:r>
      <w:r w:rsidR="00B97E5D">
        <w:t xml:space="preserve">. </w:t>
      </w:r>
      <w:r w:rsidRPr="003E4D35">
        <w:t>Je me surpris à la recherche de quelqu</w:t>
      </w:r>
      <w:r w:rsidR="00B97E5D">
        <w:t>’</w:t>
      </w:r>
      <w:r w:rsidRPr="003E4D35">
        <w:t>un qui m</w:t>
      </w:r>
      <w:r w:rsidR="00B97E5D">
        <w:t>’</w:t>
      </w:r>
      <w:r w:rsidRPr="003E4D35">
        <w:t>aurait cherchée</w:t>
      </w:r>
      <w:r w:rsidR="00B97E5D">
        <w:t xml:space="preserve">. </w:t>
      </w:r>
      <w:r w:rsidRPr="003E4D35">
        <w:t>Un après-midi je l</w:t>
      </w:r>
      <w:r w:rsidR="00B97E5D">
        <w:t>’</w:t>
      </w:r>
      <w:r w:rsidRPr="003E4D35">
        <w:t>aperçus enfin assis dans un jardin</w:t>
      </w:r>
      <w:r w:rsidR="00B97E5D">
        <w:t xml:space="preserve"> ; </w:t>
      </w:r>
      <w:r w:rsidRPr="003E4D35">
        <w:t>il ne me voyait pas</w:t>
      </w:r>
      <w:r w:rsidR="00B97E5D">
        <w:t xml:space="preserve">, </w:t>
      </w:r>
      <w:r w:rsidRPr="003E4D35">
        <w:t>il avait les deux bras passés derrière la barre du banc</w:t>
      </w:r>
      <w:r w:rsidR="00B97E5D">
        <w:t xml:space="preserve">, </w:t>
      </w:r>
      <w:r w:rsidRPr="003E4D35">
        <w:t>une guêpe l</w:t>
      </w:r>
      <w:r w:rsidR="00B97E5D">
        <w:t>’</w:t>
      </w:r>
      <w:r w:rsidRPr="003E4D35">
        <w:t>attaquait sans cesse</w:t>
      </w:r>
      <w:r w:rsidR="00B97E5D">
        <w:t xml:space="preserve">. </w:t>
      </w:r>
      <w:r w:rsidRPr="003E4D35">
        <w:t>Au moindre tressai</w:t>
      </w:r>
      <w:r w:rsidRPr="003E4D35">
        <w:t>l</w:t>
      </w:r>
      <w:r w:rsidRPr="003E4D35">
        <w:t>lement il allait être piqué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abattis la guêpe et l</w:t>
      </w:r>
      <w:r w:rsidR="00B97E5D">
        <w:t>’</w:t>
      </w:r>
      <w:r w:rsidRPr="003E4D35">
        <w:t>écrasai</w:t>
      </w:r>
      <w:r w:rsidR="00B97E5D">
        <w:t xml:space="preserve">. </w:t>
      </w:r>
      <w:r w:rsidRPr="003E4D35">
        <w:t>Puis je m</w:t>
      </w:r>
      <w:r w:rsidR="00B97E5D">
        <w:t>’</w:t>
      </w:r>
      <w:r w:rsidRPr="003E4D35">
        <w:t>éloignai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une ardeur qui me fit tuer une seconde guêpe</w:t>
      </w:r>
      <w:r w:rsidR="00B97E5D">
        <w:t xml:space="preserve">, </w:t>
      </w:r>
      <w:r w:rsidRPr="003E4D35">
        <w:t>qui jamais ne l</w:t>
      </w:r>
      <w:r w:rsidR="00B97E5D">
        <w:t>’</w:t>
      </w:r>
      <w:r w:rsidRPr="003E4D35">
        <w:t>eût menacé</w:t>
      </w:r>
      <w:r w:rsidR="00B97E5D">
        <w:t xml:space="preserve">, </w:t>
      </w:r>
      <w:r w:rsidRPr="003E4D35">
        <w:t>un perce-oreille</w:t>
      </w:r>
      <w:r w:rsidR="00B97E5D">
        <w:t xml:space="preserve">, </w:t>
      </w:r>
      <w:r w:rsidRPr="003E4D35">
        <w:t>à terre cependant et loin de toute oreille</w:t>
      </w:r>
      <w:r w:rsidR="00B97E5D">
        <w:t xml:space="preserve">, </w:t>
      </w:r>
      <w:r w:rsidRPr="003E4D35">
        <w:t>et je brisai la branche basse d</w:t>
      </w:r>
      <w:r w:rsidR="00B97E5D">
        <w:t>’</w:t>
      </w:r>
      <w:r w:rsidRPr="003E4D35">
        <w:t>un arbre bien peu vénéneux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tilleul</w:t>
      </w:r>
      <w:r w:rsidR="00B97E5D">
        <w:t xml:space="preserve">. </w:t>
      </w:r>
      <w:r w:rsidRPr="003E4D35">
        <w:t>Puis</w:t>
      </w:r>
      <w:r w:rsidR="00B97E5D">
        <w:t xml:space="preserve">, – </w:t>
      </w:r>
      <w:r w:rsidRPr="003E4D35">
        <w:t>que risque-t-on quand on part dans quinze jours pour contourner le monde</w:t>
      </w:r>
      <w:r w:rsidR="00B97E5D">
        <w:t xml:space="preserve"> ? – </w:t>
      </w:r>
      <w:r w:rsidRPr="003E4D35">
        <w:t>pour la première fois</w:t>
      </w:r>
      <w:r w:rsidR="00B97E5D">
        <w:t xml:space="preserve">, </w:t>
      </w:r>
      <w:r w:rsidRPr="003E4D35">
        <w:t>de bien plus loin d</w:t>
      </w:r>
      <w:r w:rsidR="00B97E5D">
        <w:t>’</w:t>
      </w:r>
      <w:r w:rsidRPr="003E4D35">
        <w:t>ailleurs que je ne voulais le fa</w:t>
      </w:r>
      <w:r w:rsidRPr="003E4D35">
        <w:t>i</w:t>
      </w:r>
      <w:r w:rsidRPr="003E4D35">
        <w:t>re avec le globe</w:t>
      </w:r>
      <w:r w:rsidR="00B97E5D">
        <w:t xml:space="preserve">, </w:t>
      </w:r>
      <w:r w:rsidRPr="003E4D35">
        <w:t>je tournai autour d</w:t>
      </w:r>
      <w:r w:rsidR="00B97E5D">
        <w:t>’</w:t>
      </w:r>
      <w:r w:rsidRPr="003E4D35">
        <w:t>un homme</w:t>
      </w:r>
      <w:r w:rsidR="00B97E5D">
        <w:t xml:space="preserve"> ; </w:t>
      </w:r>
      <w:r w:rsidRPr="003E4D35">
        <w:t>ennuyée de ne pas avoir été élevée avec lui depuis l</w:t>
      </w:r>
      <w:r w:rsidR="00B97E5D">
        <w:t>’</w:t>
      </w:r>
      <w:r w:rsidRPr="003E4D35">
        <w:t>âge de deux ans</w:t>
      </w:r>
      <w:r w:rsidR="00B97E5D">
        <w:t xml:space="preserve">, </w:t>
      </w:r>
      <w:r w:rsidRPr="003E4D35">
        <w:t>désolée de ne pouvoir me rappeler au juste la couleur de ses cheveux</w:t>
      </w:r>
      <w:r w:rsidR="00B97E5D">
        <w:t xml:space="preserve">, </w:t>
      </w:r>
      <w:r w:rsidRPr="003E4D35">
        <w:t>n</w:t>
      </w:r>
      <w:r w:rsidRPr="003E4D35">
        <w:t>a</w:t>
      </w:r>
      <w:r w:rsidRPr="003E4D35">
        <w:t>vrée de n</w:t>
      </w:r>
      <w:r w:rsidR="00B97E5D">
        <w:t>’</w:t>
      </w:r>
      <w:r w:rsidRPr="003E4D35">
        <w:t>avoir pas de miroir pour lui envoyer un rond de soleil</w:t>
      </w:r>
      <w:r w:rsidR="00B97E5D">
        <w:t xml:space="preserve">, </w:t>
      </w:r>
      <w:r w:rsidRPr="003E4D35">
        <w:t>désespérée de n</w:t>
      </w:r>
      <w:r w:rsidR="00B97E5D">
        <w:t>’</w:t>
      </w:r>
      <w:r w:rsidRPr="003E4D35">
        <w:t>être pas sa fiancée</w:t>
      </w:r>
      <w:r w:rsidR="00B97E5D">
        <w:t xml:space="preserve">, </w:t>
      </w:r>
      <w:r w:rsidRPr="003E4D35">
        <w:t>sa femme</w:t>
      </w:r>
      <w:r w:rsidR="00B97E5D">
        <w:t xml:space="preserve">. </w:t>
      </w:r>
      <w:r w:rsidRPr="003E4D35">
        <w:t>Tout heureuse</w:t>
      </w:r>
      <w:r w:rsidR="00B97E5D">
        <w:t xml:space="preserve">, </w:t>
      </w:r>
      <w:r w:rsidRPr="003E4D35">
        <w:t>si heureuse d</w:t>
      </w:r>
      <w:r w:rsidR="00B97E5D">
        <w:t>’</w:t>
      </w:r>
      <w:r w:rsidRPr="003E4D35">
        <w:t>être libre</w:t>
      </w:r>
      <w:r w:rsidR="00B97E5D">
        <w:t xml:space="preserve">, </w:t>
      </w:r>
      <w:r w:rsidRPr="003E4D35">
        <w:t>et de ne le connaître jamais</w:t>
      </w:r>
      <w:r w:rsidR="00B97E5D">
        <w:t> !</w:t>
      </w:r>
    </w:p>
    <w:p w14:paraId="5CF498E8" w14:textId="77777777" w:rsidR="00B97E5D" w:rsidRDefault="00F225BE" w:rsidP="00F225BE">
      <w:r w:rsidRPr="003E4D35">
        <w:t>Soudain</w:t>
      </w:r>
      <w:r w:rsidR="00B97E5D">
        <w:t xml:space="preserve">, </w:t>
      </w:r>
      <w:r w:rsidRPr="003E4D35">
        <w:t>sans que mes yeux pourtant se fussent détournés de lui et comme dédoublé en un quart de seconde par cette a</w:t>
      </w:r>
      <w:r w:rsidRPr="003E4D35">
        <w:t>t</w:t>
      </w:r>
      <w:r w:rsidRPr="003E4D35">
        <w:t>tention que je lui accordais enfin</w:t>
      </w:r>
      <w:r w:rsidR="00B97E5D">
        <w:t xml:space="preserve">, </w:t>
      </w:r>
      <w:r w:rsidRPr="003E4D35">
        <w:t xml:space="preserve">je le vis debout et </w:t>
      </w:r>
      <w:r w:rsidRPr="003E4D35">
        <w:lastRenderedPageBreak/>
        <w:t>près d</w:t>
      </w:r>
      <w:r w:rsidR="00B97E5D">
        <w:t>’</w:t>
      </w:r>
      <w:r w:rsidRPr="003E4D35">
        <w:t>une jeune fille</w:t>
      </w:r>
      <w:r w:rsidR="00B97E5D">
        <w:t xml:space="preserve">. </w:t>
      </w:r>
      <w:r w:rsidRPr="003E4D35">
        <w:t>Il parlait</w:t>
      </w:r>
      <w:r w:rsidR="00B97E5D">
        <w:t xml:space="preserve"> ; </w:t>
      </w:r>
      <w:r w:rsidRPr="003E4D35">
        <w:t>elle ne répondait pas</w:t>
      </w:r>
      <w:r w:rsidR="00B97E5D">
        <w:t xml:space="preserve">, </w:t>
      </w:r>
      <w:r w:rsidRPr="003E4D35">
        <w:t>double trop récent encore pour avoir un avis</w:t>
      </w:r>
      <w:r w:rsidR="00B97E5D">
        <w:t xml:space="preserve"> ; </w:t>
      </w:r>
      <w:r w:rsidRPr="003E4D35">
        <w:t>le soleil se voilait ou se découvrait</w:t>
      </w:r>
      <w:r w:rsidR="00B97E5D">
        <w:t xml:space="preserve">, </w:t>
      </w:r>
      <w:r w:rsidRPr="003E4D35">
        <w:t>elle ouvrait son ombrelle et refermait comme pour garder un équilibre que chaque mot du jeune homme semblait menacer</w:t>
      </w:r>
      <w:r w:rsidR="00B97E5D">
        <w:t xml:space="preserve">. </w:t>
      </w:r>
      <w:r w:rsidRPr="003E4D35">
        <w:t>Je ne saurai jamais décrire un visage parce que je ne sais</w:t>
      </w:r>
      <w:r w:rsidR="00B97E5D">
        <w:t xml:space="preserve">, </w:t>
      </w:r>
      <w:r w:rsidRPr="003E4D35">
        <w:t>co</w:t>
      </w:r>
      <w:r w:rsidRPr="003E4D35">
        <w:t>m</w:t>
      </w:r>
      <w:r w:rsidRPr="003E4D35">
        <w:t>me pour faire un signe de croix ou une cravate sur un autre</w:t>
      </w:r>
      <w:r w:rsidR="00B97E5D">
        <w:t xml:space="preserve">, </w:t>
      </w:r>
      <w:r w:rsidRPr="003E4D35">
        <w:t>par quel trait commencer</w:t>
      </w:r>
      <w:r w:rsidR="00B97E5D">
        <w:t xml:space="preserve"> ; </w:t>
      </w:r>
      <w:r w:rsidRPr="003E4D35">
        <w:t>mais elle avait le type grec avec un nez retroussé</w:t>
      </w:r>
      <w:r w:rsidR="00B97E5D">
        <w:t xml:space="preserve">, </w:t>
      </w:r>
      <w:r w:rsidRPr="003E4D35">
        <w:t>des cheveux blonds</w:t>
      </w:r>
      <w:r w:rsidR="00B97E5D">
        <w:t xml:space="preserve">, </w:t>
      </w:r>
      <w:r w:rsidRPr="003E4D35">
        <w:t>une bouche ronde</w:t>
      </w:r>
      <w:r w:rsidR="00B97E5D">
        <w:t xml:space="preserve"> ; </w:t>
      </w:r>
      <w:r w:rsidRPr="003E4D35">
        <w:t>elle était simple avec tout ce qui surcharge</w:t>
      </w:r>
      <w:r w:rsidR="00B97E5D">
        <w:t xml:space="preserve">, </w:t>
      </w:r>
      <w:r w:rsidRPr="003E4D35">
        <w:t>des petits nœuds le long de chaque couture</w:t>
      </w:r>
      <w:r w:rsidR="00B97E5D">
        <w:t xml:space="preserve">, </w:t>
      </w:r>
      <w:r w:rsidRPr="003E4D35">
        <w:t>des boucles d</w:t>
      </w:r>
      <w:r w:rsidR="00B97E5D">
        <w:t>’</w:t>
      </w:r>
      <w:r w:rsidRPr="003E4D35">
        <w:t>or sur les souliers</w:t>
      </w:r>
      <w:r w:rsidR="00B97E5D">
        <w:t xml:space="preserve">, </w:t>
      </w:r>
      <w:r w:rsidRPr="003E4D35">
        <w:t>des paniers à sa robe</w:t>
      </w:r>
      <w:r w:rsidR="00B97E5D">
        <w:t xml:space="preserve"> ; </w:t>
      </w:r>
      <w:r w:rsidRPr="003E4D35">
        <w:t>elle avait une tête et des mains qui semblaient ind</w:t>
      </w:r>
      <w:r w:rsidRPr="003E4D35">
        <w:t>é</w:t>
      </w:r>
      <w:r w:rsidRPr="003E4D35">
        <w:t>cemment nus malgré une dizaine de grosses turquoises à ses doigts</w:t>
      </w:r>
      <w:r w:rsidR="00B97E5D">
        <w:t xml:space="preserve">, </w:t>
      </w:r>
      <w:r w:rsidRPr="003E4D35">
        <w:t>un collier</w:t>
      </w:r>
      <w:r w:rsidR="00B97E5D">
        <w:t xml:space="preserve">, </w:t>
      </w:r>
      <w:r w:rsidRPr="003E4D35">
        <w:t>des peignes ornés de turquoises</w:t>
      </w:r>
      <w:r w:rsidR="00B97E5D">
        <w:t xml:space="preserve">, </w:t>
      </w:r>
      <w:r w:rsidRPr="003E4D35">
        <w:t>des boucles d</w:t>
      </w:r>
      <w:r w:rsidR="00B97E5D">
        <w:t>’</w:t>
      </w:r>
      <w:r w:rsidRPr="003E4D35">
        <w:t>oreille en turquoises</w:t>
      </w:r>
      <w:r w:rsidR="00B97E5D">
        <w:t xml:space="preserve">. </w:t>
      </w:r>
      <w:r w:rsidRPr="003E4D35">
        <w:t>On devinait que c</w:t>
      </w:r>
      <w:r w:rsidR="00B97E5D">
        <w:t>’</w:t>
      </w:r>
      <w:r w:rsidRPr="003E4D35">
        <w:t>était sur elle une éru</w:t>
      </w:r>
      <w:r w:rsidRPr="003E4D35">
        <w:t>p</w:t>
      </w:r>
      <w:r w:rsidRPr="003E4D35">
        <w:t>tion subite de pierres bleues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elle s</w:t>
      </w:r>
      <w:r w:rsidR="00B97E5D">
        <w:t>’</w:t>
      </w:r>
      <w:r w:rsidRPr="003E4D35">
        <w:t>en était couverte ce jour-là par un amour soudain pour elles</w:t>
      </w:r>
      <w:r w:rsidR="00B97E5D">
        <w:t xml:space="preserve">, </w:t>
      </w:r>
      <w:r w:rsidRPr="003E4D35">
        <w:t>et que c</w:t>
      </w:r>
      <w:r w:rsidR="00B97E5D">
        <w:t>’</w:t>
      </w:r>
      <w:r w:rsidRPr="003E4D35">
        <w:t>était une preuve</w:t>
      </w:r>
      <w:r w:rsidR="00B97E5D">
        <w:t xml:space="preserve">, </w:t>
      </w:r>
      <w:r w:rsidRPr="003E4D35">
        <w:t>non de mauvais goût</w:t>
      </w:r>
      <w:r w:rsidR="00B97E5D">
        <w:t xml:space="preserve">, </w:t>
      </w:r>
      <w:r w:rsidRPr="003E4D35">
        <w:t>mais de courage</w:t>
      </w:r>
      <w:r w:rsidR="00B97E5D">
        <w:t xml:space="preserve">. </w:t>
      </w:r>
      <w:r w:rsidRPr="003E4D35">
        <w:t>Elle appelait le jeune homme Simon et l</w:t>
      </w:r>
      <w:r w:rsidR="00B97E5D">
        <w:t>’</w:t>
      </w:r>
      <w:r w:rsidRPr="003E4D35">
        <w:t>embrassait</w:t>
      </w:r>
      <w:r w:rsidR="00B97E5D">
        <w:t xml:space="preserve">, </w:t>
      </w:r>
      <w:r w:rsidRPr="003E4D35">
        <w:t>de petits baisers furtifs dont il n</w:t>
      </w:r>
      <w:r w:rsidR="00B97E5D">
        <w:t>’</w:t>
      </w:r>
      <w:r w:rsidRPr="003E4D35">
        <w:t>avait pas l</w:t>
      </w:r>
      <w:r w:rsidR="00B97E5D">
        <w:t>’</w:t>
      </w:r>
      <w:r w:rsidRPr="003E4D35">
        <w:t>air de s</w:t>
      </w:r>
      <w:r w:rsidR="00B97E5D">
        <w:t>’</w:t>
      </w:r>
      <w:r w:rsidRPr="003E4D35">
        <w:t>apercevoir</w:t>
      </w:r>
      <w:r w:rsidR="00B97E5D">
        <w:t xml:space="preserve">, </w:t>
      </w:r>
      <w:r w:rsidRPr="003E4D35">
        <w:t>et sans qu</w:t>
      </w:r>
      <w:r w:rsidR="00B97E5D">
        <w:t>’</w:t>
      </w:r>
      <w:r w:rsidRPr="003E4D35">
        <w:t>elle quittât son air noble et railleur</w:t>
      </w:r>
      <w:r w:rsidR="00B97E5D">
        <w:t xml:space="preserve">. </w:t>
      </w:r>
      <w:r w:rsidRPr="003E4D35">
        <w:t>Elle lui ressemblait un peu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devant moi un spectacle bien simple</w:t>
      </w:r>
      <w:r w:rsidR="00B97E5D">
        <w:t xml:space="preserve">, </w:t>
      </w:r>
      <w:r w:rsidRPr="003E4D35">
        <w:t>une rencontre de famille</w:t>
      </w:r>
      <w:r w:rsidR="00B97E5D">
        <w:t xml:space="preserve">, </w:t>
      </w:r>
      <w:r w:rsidRPr="003E4D35">
        <w:t>des fiancés</w:t>
      </w:r>
      <w:r w:rsidR="00B97E5D">
        <w:t xml:space="preserve">, </w:t>
      </w:r>
      <w:r w:rsidRPr="003E4D35">
        <w:t>des cousins</w:t>
      </w:r>
      <w:r w:rsidR="00B97E5D">
        <w:t xml:space="preserve"> ; </w:t>
      </w:r>
      <w:r w:rsidRPr="003E4D35">
        <w:t>ou affreusement compliqué</w:t>
      </w:r>
      <w:r w:rsidR="00B97E5D">
        <w:t xml:space="preserve">, </w:t>
      </w:r>
      <w:r w:rsidRPr="003E4D35">
        <w:t>un adultère</w:t>
      </w:r>
      <w:r w:rsidR="00B97E5D">
        <w:t xml:space="preserve">, </w:t>
      </w:r>
      <w:r w:rsidRPr="003E4D35">
        <w:t>un i</w:t>
      </w:r>
      <w:r w:rsidRPr="003E4D35">
        <w:t>n</w:t>
      </w:r>
      <w:r w:rsidRPr="003E4D35">
        <w:t>ceste</w:t>
      </w:r>
      <w:r w:rsidR="00B97E5D">
        <w:t xml:space="preserve">. </w:t>
      </w:r>
      <w:r w:rsidRPr="003E4D35">
        <w:t>À travers les grilles du jardin</w:t>
      </w:r>
      <w:r w:rsidR="00B97E5D">
        <w:t xml:space="preserve">, </w:t>
      </w:r>
      <w:r w:rsidRPr="003E4D35">
        <w:t>je regardais ce monstre sans qu</w:t>
      </w:r>
      <w:r w:rsidR="00B97E5D">
        <w:t>’</w:t>
      </w:r>
      <w:r w:rsidRPr="003E4D35">
        <w:t>aucun des sentiments préparés en moi pour le jour de ma rencontre avec lui pût me servir</w:t>
      </w:r>
      <w:r w:rsidR="00B97E5D">
        <w:t xml:space="preserve">, </w:t>
      </w:r>
      <w:r w:rsidRPr="003E4D35">
        <w:t>comme d</w:t>
      </w:r>
      <w:r w:rsidR="00B97E5D">
        <w:t>’</w:t>
      </w:r>
      <w:r w:rsidRPr="003E4D35">
        <w:t>ailleurs pour le pr</w:t>
      </w:r>
      <w:r w:rsidRPr="003E4D35">
        <w:t>e</w:t>
      </w:r>
      <w:r w:rsidRPr="003E4D35">
        <w:t>mier lion que je vis</w:t>
      </w:r>
      <w:r w:rsidR="00B97E5D">
        <w:t xml:space="preserve">. </w:t>
      </w:r>
      <w:r w:rsidRPr="003E4D35">
        <w:t>Je les regardais de biais</w:t>
      </w:r>
      <w:r w:rsidR="00B97E5D">
        <w:t xml:space="preserve">, </w:t>
      </w:r>
      <w:r w:rsidRPr="003E4D35">
        <w:t>un peu honteuse malgré tout</w:t>
      </w:r>
      <w:r w:rsidR="00B97E5D">
        <w:t xml:space="preserve">, </w:t>
      </w:r>
      <w:r w:rsidRPr="003E4D35">
        <w:t>comme ces provinciaux qui se confient à un ba</w:t>
      </w:r>
      <w:r w:rsidRPr="003E4D35">
        <w:t>n</w:t>
      </w:r>
      <w:r w:rsidRPr="003E4D35">
        <w:t>quier parisien</w:t>
      </w:r>
      <w:r w:rsidR="00B97E5D">
        <w:t xml:space="preserve">, </w:t>
      </w:r>
      <w:r w:rsidRPr="003E4D35">
        <w:t>de placer soudain sur ce groupe inconnu tout le dévouement économisé sou à sou dans Bellac aux dépens de cœurs limousins</w:t>
      </w:r>
      <w:r w:rsidR="00B97E5D">
        <w:t xml:space="preserve"> ; </w:t>
      </w:r>
      <w:r w:rsidRPr="003E4D35">
        <w:t>et bientôt</w:t>
      </w:r>
      <w:r w:rsidR="00B97E5D">
        <w:t xml:space="preserve">, </w:t>
      </w:r>
      <w:r w:rsidRPr="003E4D35">
        <w:t>comme s</w:t>
      </w:r>
      <w:r w:rsidR="00B97E5D">
        <w:t>’</w:t>
      </w:r>
      <w:r w:rsidRPr="003E4D35">
        <w:t>il y avait par là un qu</w:t>
      </w:r>
      <w:r w:rsidRPr="003E4D35">
        <w:t>a</w:t>
      </w:r>
      <w:r w:rsidRPr="003E4D35">
        <w:t>trième spectateur dont l</w:t>
      </w:r>
      <w:r w:rsidR="00B97E5D">
        <w:t>’</w:t>
      </w:r>
      <w:r w:rsidRPr="003E4D35">
        <w:t>œil</w:t>
      </w:r>
      <w:r w:rsidR="00B97E5D">
        <w:t xml:space="preserve">, </w:t>
      </w:r>
      <w:r w:rsidRPr="003E4D35">
        <w:t>plus puissant que le mien</w:t>
      </w:r>
      <w:r w:rsidR="00B97E5D">
        <w:t xml:space="preserve">, </w:t>
      </w:r>
      <w:r w:rsidRPr="003E4D35">
        <w:t>devait donner au jeune homme deux doubles au lieu d</w:t>
      </w:r>
      <w:r w:rsidR="00B97E5D">
        <w:t>’</w:t>
      </w:r>
      <w:r w:rsidRPr="003E4D35">
        <w:t>un</w:t>
      </w:r>
      <w:r w:rsidR="00B97E5D">
        <w:t xml:space="preserve">, </w:t>
      </w:r>
      <w:r w:rsidRPr="003E4D35">
        <w:lastRenderedPageBreak/>
        <w:t>j</w:t>
      </w:r>
      <w:r w:rsidR="00B97E5D">
        <w:t>’</w:t>
      </w:r>
      <w:r w:rsidRPr="003E4D35">
        <w:t>allai vers lui</w:t>
      </w:r>
      <w:r w:rsidR="00B97E5D">
        <w:t xml:space="preserve">, </w:t>
      </w:r>
      <w:r w:rsidRPr="003E4D35">
        <w:t>et il me regarda venir en souriant</w:t>
      </w:r>
      <w:r w:rsidR="00B97E5D">
        <w:t xml:space="preserve">, </w:t>
      </w:r>
      <w:r w:rsidRPr="003E4D35">
        <w:t>sans surprise</w:t>
      </w:r>
      <w:r w:rsidR="00B97E5D">
        <w:t xml:space="preserve">, </w:t>
      </w:r>
      <w:r w:rsidRPr="003E4D35">
        <w:t>comme ceux auxquels l</w:t>
      </w:r>
      <w:r w:rsidR="00B97E5D">
        <w:t>’</w:t>
      </w:r>
      <w:r w:rsidRPr="003E4D35">
        <w:t>univers a l</w:t>
      </w:r>
      <w:r w:rsidR="00B97E5D">
        <w:t>’</w:t>
      </w:r>
      <w:r w:rsidRPr="003E4D35">
        <w:t>habitude de fournir des amies et des taxis</w:t>
      </w:r>
      <w:r w:rsidR="00B97E5D">
        <w:t xml:space="preserve">. </w:t>
      </w:r>
      <w:r w:rsidRPr="003E4D35">
        <w:t>Satisfait de moi ou de lui</w:t>
      </w:r>
      <w:r w:rsidR="00B97E5D">
        <w:t xml:space="preserve">, </w:t>
      </w:r>
      <w:r w:rsidRPr="003E4D35">
        <w:t>il m</w:t>
      </w:r>
      <w:r w:rsidR="00B97E5D">
        <w:t>’</w:t>
      </w:r>
      <w:r w:rsidRPr="003E4D35">
        <w:t>accueillit dans ce jardin p</w:t>
      </w:r>
      <w:r w:rsidRPr="003E4D35">
        <w:t>u</w:t>
      </w:r>
      <w:r w:rsidRPr="003E4D35">
        <w:t>blic comme un enfant qui vient vers un autre groupe jouer à la liberté</w:t>
      </w:r>
      <w:r w:rsidR="00B97E5D">
        <w:t xml:space="preserve">, </w:t>
      </w:r>
      <w:r w:rsidRPr="003E4D35">
        <w:t>à l</w:t>
      </w:r>
      <w:r w:rsidR="00B97E5D">
        <w:t>’</w:t>
      </w:r>
      <w:r w:rsidRPr="003E4D35">
        <w:t>hypocrisie</w:t>
      </w:r>
      <w:r w:rsidR="00B97E5D">
        <w:t xml:space="preserve">, </w:t>
      </w:r>
      <w:r w:rsidRPr="003E4D35">
        <w:t>à la franchise</w:t>
      </w:r>
      <w:r w:rsidR="00B97E5D">
        <w:t xml:space="preserve">. </w:t>
      </w:r>
      <w:r w:rsidRPr="003E4D35">
        <w:t>Moi</w:t>
      </w:r>
      <w:r w:rsidR="00B97E5D">
        <w:t xml:space="preserve">, </w:t>
      </w:r>
      <w:r w:rsidRPr="003E4D35">
        <w:t>satisfaite à la fois et mécontente que mon joli profil fût du côté d</w:t>
      </w:r>
      <w:r w:rsidR="00B97E5D">
        <w:t>’</w:t>
      </w:r>
      <w:r w:rsidRPr="003E4D35">
        <w:t>elle et non de lui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eus la stupidité de demander le boulevard Gambetta</w:t>
      </w:r>
      <w:r w:rsidR="00B97E5D">
        <w:t>.</w:t>
      </w:r>
    </w:p>
    <w:p w14:paraId="06B8E20E" w14:textId="77777777" w:rsidR="00B97E5D" w:rsidRDefault="00B97E5D" w:rsidP="00F225BE">
      <w:r>
        <w:t>— </w:t>
      </w:r>
      <w:r w:rsidR="00F225BE" w:rsidRPr="003E4D35">
        <w:t>Comme cela tombe bien</w:t>
      </w:r>
      <w:r>
        <w:t xml:space="preserve">, – </w:t>
      </w:r>
      <w:r w:rsidR="00F225BE" w:rsidRPr="003E4D35">
        <w:t>dit-il</w:t>
      </w:r>
      <w:r>
        <w:t xml:space="preserve">, – </w:t>
      </w:r>
      <w:r w:rsidR="00F225BE" w:rsidRPr="003E4D35">
        <w:t>nous y allons</w:t>
      </w:r>
      <w:r>
        <w:t xml:space="preserve">. </w:t>
      </w:r>
      <w:r w:rsidR="00F225BE" w:rsidRPr="003E4D35">
        <w:t>Vous tombez sur deux personnes qui partaient pour le boulevard Gambetta</w:t>
      </w:r>
      <w:r>
        <w:t xml:space="preserve">. </w:t>
      </w:r>
      <w:r w:rsidR="00F225BE" w:rsidRPr="003E4D35">
        <w:t>Venez</w:t>
      </w:r>
      <w:r>
        <w:t xml:space="preserve">. </w:t>
      </w:r>
      <w:r w:rsidR="00F225BE" w:rsidRPr="003E4D35">
        <w:t>Notre voiture est là</w:t>
      </w:r>
      <w:r>
        <w:t>.</w:t>
      </w:r>
    </w:p>
    <w:p w14:paraId="078E5FD0" w14:textId="77777777" w:rsidR="00B97E5D" w:rsidRDefault="00F225BE" w:rsidP="00F225BE">
      <w:r w:rsidRPr="003E4D35">
        <w:t>Il m</w:t>
      </w:r>
      <w:r w:rsidR="00B97E5D">
        <w:t>’</w:t>
      </w:r>
      <w:r w:rsidRPr="003E4D35">
        <w:t>entraîna</w:t>
      </w:r>
      <w:r w:rsidR="00B97E5D">
        <w:t xml:space="preserve">. </w:t>
      </w:r>
      <w:r w:rsidRPr="003E4D35">
        <w:t>Son amie Anne nous suivait</w:t>
      </w:r>
      <w:r w:rsidR="00B97E5D">
        <w:t xml:space="preserve">, </w:t>
      </w:r>
      <w:r w:rsidRPr="003E4D35">
        <w:t>mais je vis</w:t>
      </w:r>
      <w:r w:rsidR="00B97E5D">
        <w:t xml:space="preserve">, </w:t>
      </w:r>
      <w:r w:rsidRPr="003E4D35">
        <w:t>quand elle monta dans la voiture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elle n</w:t>
      </w:r>
      <w:r w:rsidR="00B97E5D">
        <w:t>’</w:t>
      </w:r>
      <w:r w:rsidRPr="003E4D35">
        <w:t>avait plus de boucles d</w:t>
      </w:r>
      <w:r w:rsidR="00B97E5D">
        <w:t>’</w:t>
      </w:r>
      <w:r w:rsidRPr="003E4D35">
        <w:t>oreille et plus de bagues</w:t>
      </w:r>
      <w:r w:rsidR="00B97E5D">
        <w:t xml:space="preserve">. </w:t>
      </w:r>
      <w:r w:rsidRPr="003E4D35">
        <w:t>On entendait dans sa robe de petits craquements qui étaient des chocs de turquoises</w:t>
      </w:r>
      <w:r w:rsidR="00B97E5D">
        <w:t>.</w:t>
      </w:r>
    </w:p>
    <w:p w14:paraId="47D19C59" w14:textId="7DC4F23F" w:rsidR="00F225BE" w:rsidRPr="003E4D35" w:rsidRDefault="00F225BE" w:rsidP="00F225BE"/>
    <w:p w14:paraId="6A5CDBC9" w14:textId="77777777" w:rsidR="00B97E5D" w:rsidRDefault="00F225BE" w:rsidP="00F225BE">
      <w:r w:rsidRPr="003E4D35">
        <w:t>Quand ils apprirent mon départ</w:t>
      </w:r>
      <w:r w:rsidR="00B97E5D">
        <w:t xml:space="preserve">, </w:t>
      </w:r>
      <w:r w:rsidRPr="003E4D35">
        <w:t>Anne et Simon voulurent me faire connaître un soir leurs amis voyageurs</w:t>
      </w:r>
      <w:r w:rsidR="00B97E5D">
        <w:t xml:space="preserve">. </w:t>
      </w:r>
      <w:r w:rsidRPr="003E4D35">
        <w:t>Je vis arriver</w:t>
      </w:r>
      <w:r w:rsidR="00B97E5D">
        <w:t xml:space="preserve">, </w:t>
      </w:r>
      <w:r w:rsidRPr="003E4D35">
        <w:t>à de longs ou courts intervalles</w:t>
      </w:r>
      <w:r w:rsidR="00B97E5D">
        <w:t xml:space="preserve">, </w:t>
      </w:r>
      <w:r w:rsidRPr="003E4D35">
        <w:t>et comme si c</w:t>
      </w:r>
      <w:r w:rsidR="00B97E5D">
        <w:t>’</w:t>
      </w:r>
      <w:r w:rsidRPr="003E4D35">
        <w:t>était l</w:t>
      </w:r>
      <w:r w:rsidR="00B97E5D">
        <w:t>’</w:t>
      </w:r>
      <w:r w:rsidRPr="003E4D35">
        <w:t>arrivée même d</w:t>
      </w:r>
      <w:r w:rsidR="00B97E5D">
        <w:t>’</w:t>
      </w:r>
      <w:r w:rsidRPr="003E4D35">
        <w:t>une course autour de la terre</w:t>
      </w:r>
      <w:r w:rsidR="00B97E5D">
        <w:t xml:space="preserve">, </w:t>
      </w:r>
      <w:r w:rsidRPr="003E4D35">
        <w:t>un jeune homme tout blond</w:t>
      </w:r>
      <w:r w:rsidR="00B97E5D">
        <w:t xml:space="preserve">, </w:t>
      </w:r>
      <w:r w:rsidRPr="003E4D35">
        <w:t>p</w:t>
      </w:r>
      <w:r w:rsidRPr="003E4D35">
        <w:t>o</w:t>
      </w:r>
      <w:r w:rsidRPr="003E4D35">
        <w:t>telé</w:t>
      </w:r>
      <w:r w:rsidR="00B97E5D">
        <w:t xml:space="preserve">, </w:t>
      </w:r>
      <w:r w:rsidRPr="003E4D35">
        <w:t>craquelé par la Chine mais toujours rose</w:t>
      </w:r>
      <w:r w:rsidR="00B97E5D">
        <w:t xml:space="preserve">, </w:t>
      </w:r>
      <w:r w:rsidRPr="003E4D35">
        <w:t xml:space="preserve">qui était le duc de </w:t>
      </w:r>
      <w:proofErr w:type="spellStart"/>
      <w:r w:rsidRPr="003E4D35">
        <w:t>Sarignon</w:t>
      </w:r>
      <w:proofErr w:type="spellEnd"/>
      <w:r w:rsidR="00B97E5D">
        <w:t xml:space="preserve">, </w:t>
      </w:r>
      <w:r w:rsidRPr="003E4D35">
        <w:t>une vieille actrice israélite des Français</w:t>
      </w:r>
      <w:r w:rsidR="00B97E5D">
        <w:t xml:space="preserve">, </w:t>
      </w:r>
      <w:r w:rsidRPr="003E4D35">
        <w:t>qui parlait avec l</w:t>
      </w:r>
      <w:r w:rsidR="00B97E5D">
        <w:t>’</w:t>
      </w:r>
      <w:r w:rsidRPr="003E4D35">
        <w:t>accent anglais et qu</w:t>
      </w:r>
      <w:r w:rsidR="00B97E5D">
        <w:t>’</w:t>
      </w:r>
      <w:r w:rsidRPr="003E4D35">
        <w:t xml:space="preserve">on appelait </w:t>
      </w:r>
      <w:proofErr w:type="spellStart"/>
      <w:r w:rsidRPr="003E4D35">
        <w:t>Ceorelle</w:t>
      </w:r>
      <w:proofErr w:type="spellEnd"/>
      <w:r w:rsidR="00B97E5D">
        <w:t xml:space="preserve">, </w:t>
      </w:r>
      <w:r w:rsidRPr="003E4D35">
        <w:t>un explorateur d</w:t>
      </w:r>
      <w:r w:rsidR="00B97E5D">
        <w:t>’</w:t>
      </w:r>
      <w:r w:rsidRPr="003E4D35">
        <w:t>âge</w:t>
      </w:r>
      <w:r w:rsidR="00B97E5D">
        <w:t xml:space="preserve">, </w:t>
      </w:r>
      <w:r w:rsidRPr="003E4D35">
        <w:t>remarquable en tous pays par ses canines qui étaient doubles</w:t>
      </w:r>
      <w:r w:rsidR="00B97E5D">
        <w:t xml:space="preserve">, </w:t>
      </w:r>
      <w:r w:rsidRPr="003E4D35">
        <w:t>le seul qui parût avoir tiré un profit naturel de ses voyages</w:t>
      </w:r>
      <w:r w:rsidR="00B97E5D">
        <w:t xml:space="preserve">, </w:t>
      </w:r>
      <w:r w:rsidRPr="003E4D35">
        <w:t>car il avait des perles aux oreilles</w:t>
      </w:r>
      <w:r w:rsidR="00B97E5D">
        <w:t xml:space="preserve">, </w:t>
      </w:r>
      <w:r w:rsidRPr="003E4D35">
        <w:t>une chaîne de corail</w:t>
      </w:r>
      <w:r w:rsidR="00B97E5D">
        <w:t xml:space="preserve">, </w:t>
      </w:r>
      <w:r w:rsidRPr="003E4D35">
        <w:t>des boutons en dents de molosse et des photographies de L</w:t>
      </w:r>
      <w:r w:rsidRPr="003E4D35">
        <w:t>a</w:t>
      </w:r>
      <w:r w:rsidRPr="003E4D35">
        <w:t>pons dans ses poches</w:t>
      </w:r>
      <w:r w:rsidR="00B97E5D">
        <w:t xml:space="preserve"> ; </w:t>
      </w:r>
      <w:r w:rsidRPr="003E4D35">
        <w:t>la princesse Marie Belliard</w:t>
      </w:r>
      <w:r w:rsidR="00B97E5D">
        <w:t xml:space="preserve">, </w:t>
      </w:r>
      <w:r w:rsidRPr="003E4D35">
        <w:t>toujours si curieuse et si étonnée de ce que disaient les autres qu</w:t>
      </w:r>
      <w:r w:rsidR="00B97E5D">
        <w:t>’</w:t>
      </w:r>
      <w:r w:rsidRPr="003E4D35">
        <w:t>on se d</w:t>
      </w:r>
      <w:r w:rsidRPr="003E4D35">
        <w:t>e</w:t>
      </w:r>
      <w:r w:rsidRPr="003E4D35">
        <w:t xml:space="preserve">mandait quel chemin elle avait bien pu suivre autour du monde pour éviter à la fois la Sibérie et les </w:t>
      </w:r>
      <w:r w:rsidRPr="003E4D35">
        <w:lastRenderedPageBreak/>
        <w:t>Indes</w:t>
      </w:r>
      <w:r w:rsidR="00B97E5D">
        <w:t xml:space="preserve">, </w:t>
      </w:r>
      <w:r w:rsidRPr="003E4D35">
        <w:t>le Brésil et les États-Unis</w:t>
      </w:r>
      <w:r w:rsidR="00B97E5D">
        <w:t xml:space="preserve">, – </w:t>
      </w:r>
      <w:r w:rsidRPr="003E4D35">
        <w:t>se retrouvant cependant un peu aux isthmes</w:t>
      </w:r>
      <w:r w:rsidR="00B97E5D">
        <w:t xml:space="preserve">, </w:t>
      </w:r>
      <w:r w:rsidRPr="003E4D35">
        <w:t>Suez</w:t>
      </w:r>
      <w:r w:rsidR="00B97E5D">
        <w:t xml:space="preserve">, </w:t>
      </w:r>
      <w:r w:rsidRPr="003E4D35">
        <w:t>Si</w:t>
      </w:r>
      <w:r w:rsidRPr="003E4D35">
        <w:t>n</w:t>
      </w:r>
      <w:r w:rsidRPr="003E4D35">
        <w:t>gapour et Panama</w:t>
      </w:r>
      <w:r w:rsidR="00B97E5D">
        <w:t xml:space="preserve">, </w:t>
      </w:r>
      <w:r w:rsidRPr="003E4D35">
        <w:t>et sachant le nom du président de comp</w:t>
      </w:r>
      <w:r w:rsidRPr="003E4D35">
        <w:t>a</w:t>
      </w:r>
      <w:r w:rsidRPr="003E4D35">
        <w:t>gnie qui l</w:t>
      </w:r>
      <w:r w:rsidR="00B97E5D">
        <w:t>’</w:t>
      </w:r>
      <w:r w:rsidRPr="003E4D35">
        <w:t>avait reçue à l</w:t>
      </w:r>
      <w:r w:rsidR="00B97E5D">
        <w:t>’</w:t>
      </w:r>
      <w:r w:rsidRPr="003E4D35">
        <w:t>entrée de chaque canal</w:t>
      </w:r>
      <w:r w:rsidR="00B97E5D">
        <w:t xml:space="preserve">, – </w:t>
      </w:r>
      <w:r w:rsidRPr="003E4D35">
        <w:t>et un grand personnage maigre sur un ami tout rond</w:t>
      </w:r>
      <w:r w:rsidR="00B97E5D">
        <w:t xml:space="preserve">, </w:t>
      </w:r>
      <w:r w:rsidRPr="003E4D35">
        <w:t>qui était Toulet sur Curnonsky</w:t>
      </w:r>
      <w:r w:rsidR="00B97E5D">
        <w:t>.</w:t>
      </w:r>
    </w:p>
    <w:p w14:paraId="50C64DDE" w14:textId="77777777" w:rsidR="00B97E5D" w:rsidRDefault="00F225BE" w:rsidP="00F225BE">
      <w:r w:rsidRPr="003E4D35">
        <w:t>L</w:t>
      </w:r>
      <w:r w:rsidR="00B97E5D">
        <w:t>’</w:t>
      </w:r>
      <w:r w:rsidRPr="003E4D35">
        <w:t>explorateur se rua sur les huîtres</w:t>
      </w:r>
      <w:r w:rsidR="00B97E5D">
        <w:t xml:space="preserve">. </w:t>
      </w:r>
      <w:r w:rsidRPr="003E4D35">
        <w:t>Rien de plus doulo</w:t>
      </w:r>
      <w:r w:rsidRPr="003E4D35">
        <w:t>u</w:t>
      </w:r>
      <w:r w:rsidRPr="003E4D35">
        <w:t>reux</w:t>
      </w:r>
      <w:r w:rsidR="00B97E5D">
        <w:t xml:space="preserve">, </w:t>
      </w:r>
      <w:r w:rsidRPr="003E4D35">
        <w:t>déclarait-il</w:t>
      </w:r>
      <w:r w:rsidR="00B97E5D">
        <w:t xml:space="preserve">, </w:t>
      </w:r>
      <w:r w:rsidRPr="003E4D35">
        <w:t>que la faim des huîtres au centre du Thibet</w:t>
      </w:r>
      <w:r w:rsidR="00B97E5D">
        <w:t xml:space="preserve"> ! </w:t>
      </w:r>
      <w:r w:rsidRPr="003E4D35">
        <w:t>On voyait qu</w:t>
      </w:r>
      <w:r w:rsidR="00B97E5D">
        <w:t>’</w:t>
      </w:r>
      <w:r w:rsidRPr="003E4D35">
        <w:t>il inventerait une anecdote pour chaque service</w:t>
      </w:r>
      <w:r w:rsidR="00B97E5D">
        <w:t xml:space="preserve">. </w:t>
      </w:r>
      <w:r w:rsidRPr="003E4D35">
        <w:t>Mais Toulet l</w:t>
      </w:r>
      <w:r w:rsidR="00B97E5D">
        <w:t>’</w:t>
      </w:r>
      <w:r w:rsidRPr="003E4D35">
        <w:t>avait</w:t>
      </w:r>
      <w:r w:rsidR="00B97E5D">
        <w:t xml:space="preserve">, </w:t>
      </w:r>
      <w:r w:rsidRPr="003E4D35">
        <w:t>dès son premier mot</w:t>
      </w:r>
      <w:r w:rsidR="00B97E5D">
        <w:t xml:space="preserve">, </w:t>
      </w:r>
      <w:r w:rsidRPr="003E4D35">
        <w:t>pris en haine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arrêta au potage</w:t>
      </w:r>
      <w:r w:rsidR="00B97E5D">
        <w:t xml:space="preserve">, </w:t>
      </w:r>
      <w:r w:rsidRPr="003E4D35">
        <w:t>juste avant la description du potage nuptial des Kir</w:t>
      </w:r>
      <w:r w:rsidRPr="003E4D35">
        <w:t>g</w:t>
      </w:r>
      <w:r w:rsidRPr="003E4D35">
        <w:t>hizes</w:t>
      </w:r>
      <w:r w:rsidR="00B97E5D">
        <w:t xml:space="preserve"> (</w:t>
      </w:r>
      <w:r w:rsidRPr="003E4D35">
        <w:t>toujours servi bouillant mais en dehors de la tente et qui s</w:t>
      </w:r>
      <w:r w:rsidR="00B97E5D">
        <w:t>’</w:t>
      </w:r>
      <w:r w:rsidRPr="003E4D35">
        <w:t>achève vu la température en sorbet</w:t>
      </w:r>
      <w:r w:rsidR="00B97E5D">
        <w:t xml:space="preserve">), </w:t>
      </w:r>
      <w:r w:rsidRPr="003E4D35">
        <w:t>et lui prodigua les av</w:t>
      </w:r>
      <w:r w:rsidRPr="003E4D35">
        <w:t>a</w:t>
      </w:r>
      <w:r w:rsidRPr="003E4D35">
        <w:t>nies</w:t>
      </w:r>
      <w:r w:rsidR="00B97E5D">
        <w:t xml:space="preserve">. </w:t>
      </w:r>
      <w:r w:rsidRPr="003E4D35">
        <w:t>Il lui prouva</w:t>
      </w:r>
      <w:r w:rsidR="00B97E5D">
        <w:t xml:space="preserve">, </w:t>
      </w:r>
      <w:r w:rsidRPr="003E4D35">
        <w:t>malgré ses dires</w:t>
      </w:r>
      <w:r w:rsidR="00B97E5D">
        <w:t xml:space="preserve">, </w:t>
      </w:r>
      <w:r w:rsidRPr="003E4D35">
        <w:t>demandant un dictionnaire au maître d</w:t>
      </w:r>
      <w:r w:rsidR="00B97E5D">
        <w:t>’</w:t>
      </w:r>
      <w:r w:rsidRPr="003E4D35">
        <w:t>hôtel</w:t>
      </w:r>
      <w:r w:rsidR="00B97E5D">
        <w:t xml:space="preserve">, </w:t>
      </w:r>
      <w:r w:rsidRPr="003E4D35">
        <w:t>que le Canada était plus grand que les États-Unis</w:t>
      </w:r>
      <w:r w:rsidR="00B97E5D">
        <w:t xml:space="preserve"> ; </w:t>
      </w:r>
      <w:r w:rsidRPr="003E4D35">
        <w:t>puis</w:t>
      </w:r>
      <w:r w:rsidR="00B97E5D">
        <w:t xml:space="preserve">, </w:t>
      </w:r>
      <w:r w:rsidRPr="003E4D35">
        <w:t>réclamant de la femme de chambre des hémisph</w:t>
      </w:r>
      <w:r w:rsidRPr="003E4D35">
        <w:t>è</w:t>
      </w:r>
      <w:r w:rsidRPr="003E4D35">
        <w:t>res que le fameux voyage de l</w:t>
      </w:r>
      <w:r w:rsidR="00B97E5D">
        <w:t>’</w:t>
      </w:r>
      <w:r w:rsidRPr="003E4D35">
        <w:t>explorateur par la Sibérie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Alaska et l</w:t>
      </w:r>
      <w:r w:rsidR="00B97E5D">
        <w:t>’</w:t>
      </w:r>
      <w:r w:rsidRPr="003E4D35">
        <w:t>Hudson n</w:t>
      </w:r>
      <w:r w:rsidR="00B97E5D">
        <w:t>’</w:t>
      </w:r>
      <w:r w:rsidRPr="003E4D35">
        <w:t>atteignit pas en kilomètres le quart du voyage par l</w:t>
      </w:r>
      <w:r w:rsidR="00B97E5D">
        <w:t>’</w:t>
      </w:r>
      <w:r w:rsidRPr="003E4D35">
        <w:t>Équateur</w:t>
      </w:r>
      <w:r w:rsidR="00B97E5D">
        <w:t xml:space="preserve">. </w:t>
      </w:r>
      <w:r w:rsidRPr="003E4D35">
        <w:t>Comme l</w:t>
      </w:r>
      <w:r w:rsidR="00B97E5D">
        <w:t>’</w:t>
      </w:r>
      <w:r w:rsidRPr="003E4D35">
        <w:t>autre se défendait</w:t>
      </w:r>
      <w:r w:rsidR="00B97E5D">
        <w:t xml:space="preserve">, </w:t>
      </w:r>
      <w:r w:rsidRPr="003E4D35">
        <w:t>Toulet sut lui rappeler aigrement qu</w:t>
      </w:r>
      <w:r w:rsidR="00B97E5D">
        <w:t>’</w:t>
      </w:r>
      <w:r w:rsidRPr="003E4D35">
        <w:t xml:space="preserve">il avait dédié son récit à </w:t>
      </w:r>
      <w:proofErr w:type="spellStart"/>
      <w:r w:rsidRPr="003E4D35">
        <w:t>Soleillet</w:t>
      </w:r>
      <w:proofErr w:type="spellEnd"/>
      <w:r w:rsidR="00B97E5D">
        <w:t xml:space="preserve">, </w:t>
      </w:r>
      <w:r w:rsidRPr="003E4D35">
        <w:t>et fit des all</w:t>
      </w:r>
      <w:r w:rsidRPr="003E4D35">
        <w:t>u</w:t>
      </w:r>
      <w:r w:rsidRPr="003E4D35">
        <w:t xml:space="preserve">sions délicates à un autre </w:t>
      </w:r>
      <w:proofErr w:type="spellStart"/>
      <w:r w:rsidRPr="003E4D35">
        <w:t>Soleillet</w:t>
      </w:r>
      <w:proofErr w:type="spellEnd"/>
      <w:r w:rsidR="00B97E5D">
        <w:t xml:space="preserve">, </w:t>
      </w:r>
      <w:r w:rsidRPr="003E4D35">
        <w:t>qui venait d</w:t>
      </w:r>
      <w:r w:rsidR="00B97E5D">
        <w:t>’</w:t>
      </w:r>
      <w:r w:rsidRPr="003E4D35">
        <w:t>assassiner une petite fille</w:t>
      </w:r>
      <w:r w:rsidR="00B97E5D">
        <w:t xml:space="preserve">, </w:t>
      </w:r>
      <w:r w:rsidRPr="003E4D35">
        <w:t>affectant de les confondre</w:t>
      </w:r>
      <w:r w:rsidR="00B97E5D">
        <w:t xml:space="preserve">. </w:t>
      </w:r>
      <w:r w:rsidRPr="003E4D35">
        <w:t>Comme l</w:t>
      </w:r>
      <w:r w:rsidR="00B97E5D">
        <w:t>’</w:t>
      </w:r>
      <w:r w:rsidRPr="003E4D35">
        <w:t>autre insistait encore</w:t>
      </w:r>
      <w:r w:rsidR="00B97E5D">
        <w:t xml:space="preserve">, </w:t>
      </w:r>
      <w:r w:rsidRPr="003E4D35">
        <w:t>Toulet lui montra bien qu</w:t>
      </w:r>
      <w:r w:rsidR="00B97E5D">
        <w:t>’</w:t>
      </w:r>
      <w:r w:rsidRPr="003E4D35">
        <w:t>il n</w:t>
      </w:r>
      <w:r w:rsidR="00B97E5D">
        <w:t>’</w:t>
      </w:r>
      <w:r w:rsidRPr="003E4D35">
        <w:t>ignorait pas que ce par quoi ce pauvre homme avait été soudain poussé aux voyages c</w:t>
      </w:r>
      <w:r w:rsidR="00B97E5D">
        <w:t>’</w:t>
      </w:r>
      <w:r w:rsidRPr="003E4D35">
        <w:t>était l</w:t>
      </w:r>
      <w:r w:rsidR="00B97E5D">
        <w:t>’</w:t>
      </w:r>
      <w:r w:rsidRPr="003E4D35">
        <w:t>inconduite de sa femme</w:t>
      </w:r>
      <w:r w:rsidR="00B97E5D">
        <w:t xml:space="preserve"> : </w:t>
      </w:r>
      <w:r w:rsidRPr="003E4D35">
        <w:t>quand l</w:t>
      </w:r>
      <w:r w:rsidR="00B97E5D">
        <w:t>’</w:t>
      </w:r>
      <w:r w:rsidRPr="003E4D35">
        <w:t>explorateur prono</w:t>
      </w:r>
      <w:r w:rsidRPr="003E4D35">
        <w:t>n</w:t>
      </w:r>
      <w:r w:rsidRPr="003E4D35">
        <w:t>çait le nom de Perm</w:t>
      </w:r>
      <w:r w:rsidR="00B97E5D">
        <w:t xml:space="preserve">, </w:t>
      </w:r>
      <w:r w:rsidRPr="003E4D35">
        <w:t>d</w:t>
      </w:r>
      <w:r w:rsidR="00B97E5D">
        <w:t>’</w:t>
      </w:r>
      <w:proofErr w:type="spellStart"/>
      <w:r w:rsidRPr="003E4D35">
        <w:t>Irkoustk</w:t>
      </w:r>
      <w:proofErr w:type="spellEnd"/>
      <w:r w:rsidRPr="003E4D35">
        <w:t xml:space="preserve"> ou de Vancouver</w:t>
      </w:r>
      <w:r w:rsidR="00B97E5D">
        <w:t xml:space="preserve">, </w:t>
      </w:r>
      <w:r w:rsidRPr="003E4D35">
        <w:t>il le regardait d</w:t>
      </w:r>
      <w:r w:rsidR="00B97E5D">
        <w:t>’</w:t>
      </w:r>
      <w:r w:rsidRPr="003E4D35">
        <w:t>un air à la fois furibond et méprisant comme si cet homme à barbe blanche avouait sans rougir les péripéties de ses infort</w:t>
      </w:r>
      <w:r w:rsidRPr="003E4D35">
        <w:t>u</w:t>
      </w:r>
      <w:r w:rsidRPr="003E4D35">
        <w:t>nes conjugales</w:t>
      </w:r>
      <w:r w:rsidR="00B97E5D">
        <w:t xml:space="preserve"> : </w:t>
      </w:r>
      <w:r w:rsidRPr="003E4D35">
        <w:t>au mot traîneau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indigna comme jamais prélat ne le fit en entendant nommer le plus vil objet de toilette</w:t>
      </w:r>
      <w:r w:rsidR="00B97E5D">
        <w:t xml:space="preserve"> ; </w:t>
      </w:r>
      <w:r w:rsidRPr="003E4D35">
        <w:t>au mot de pemmican rougit</w:t>
      </w:r>
      <w:r w:rsidR="00B97E5D">
        <w:t xml:space="preserve">, </w:t>
      </w:r>
      <w:r w:rsidRPr="003E4D35">
        <w:t>et plus le malheureux s</w:t>
      </w:r>
      <w:r w:rsidR="00B97E5D">
        <w:t>’</w:t>
      </w:r>
      <w:r w:rsidRPr="003E4D35">
        <w:t>entêtait à nous apprendre le passage à pied sec d</w:t>
      </w:r>
      <w:r w:rsidR="00B97E5D">
        <w:t>’</w:t>
      </w:r>
      <w:r w:rsidRPr="003E4D35">
        <w:t>Asie en Amérique</w:t>
      </w:r>
      <w:r w:rsidR="00B97E5D">
        <w:t xml:space="preserve">, </w:t>
      </w:r>
      <w:r w:rsidRPr="003E4D35">
        <w:t>par soixa</w:t>
      </w:r>
      <w:r w:rsidRPr="003E4D35">
        <w:t>n</w:t>
      </w:r>
      <w:r w:rsidRPr="003E4D35">
        <w:t>te degrés de gel</w:t>
      </w:r>
      <w:r w:rsidR="00B97E5D">
        <w:t xml:space="preserve">, </w:t>
      </w:r>
      <w:r w:rsidRPr="003E4D35">
        <w:t xml:space="preserve">plus la mine de Toulet laissait croire </w:t>
      </w:r>
      <w:r w:rsidRPr="003E4D35">
        <w:lastRenderedPageBreak/>
        <w:t>qu</w:t>
      </w:r>
      <w:r w:rsidR="00B97E5D">
        <w:t>’</w:t>
      </w:r>
      <w:r w:rsidRPr="003E4D35">
        <w:t>il nous contait là une indigne et discourtoise histoire de femme</w:t>
      </w:r>
      <w:r w:rsidR="00B97E5D">
        <w:t xml:space="preserve">. </w:t>
      </w:r>
      <w:r w:rsidRPr="003E4D35">
        <w:t>Si bien que la transition parut naturelle à Curnonsky et qu</w:t>
      </w:r>
      <w:r w:rsidR="00B97E5D">
        <w:t>’</w:t>
      </w:r>
      <w:r w:rsidRPr="003E4D35">
        <w:t>il nous mima le chant d</w:t>
      </w:r>
      <w:r w:rsidR="00B97E5D">
        <w:t>’</w:t>
      </w:r>
      <w:r w:rsidRPr="003E4D35">
        <w:t xml:space="preserve">amour des épouses du </w:t>
      </w:r>
      <w:proofErr w:type="spellStart"/>
      <w:r w:rsidRPr="003E4D35">
        <w:t>Labouan</w:t>
      </w:r>
      <w:proofErr w:type="spellEnd"/>
      <w:r w:rsidR="00B97E5D">
        <w:t xml:space="preserve">, </w:t>
      </w:r>
      <w:r w:rsidRPr="003E4D35">
        <w:t>quand l</w:t>
      </w:r>
      <w:r w:rsidR="00B97E5D">
        <w:t>’</w:t>
      </w:r>
      <w:r w:rsidRPr="003E4D35">
        <w:t>amant veut partir par le tramway pour Bornéo et que les maris le retiennent avec des fleurs</w:t>
      </w:r>
      <w:r w:rsidR="00B97E5D">
        <w:t>.</w:t>
      </w:r>
    </w:p>
    <w:p w14:paraId="1B300D72" w14:textId="79FD63AE" w:rsidR="00B97E5D" w:rsidRDefault="00F225BE" w:rsidP="00F225BE">
      <w:r w:rsidRPr="003E4D35">
        <w:t>C</w:t>
      </w:r>
      <w:r w:rsidR="00B97E5D">
        <w:t>’</w:t>
      </w:r>
      <w:r w:rsidRPr="003E4D35">
        <w:t>était le 1</w:t>
      </w:r>
      <w:r w:rsidR="00B97E5D" w:rsidRPr="003E4D35">
        <w:t>4</w:t>
      </w:r>
      <w:r w:rsidR="00B97E5D">
        <w:t> </w:t>
      </w:r>
      <w:r w:rsidR="00B97E5D" w:rsidRPr="003E4D35">
        <w:t>juillet</w:t>
      </w:r>
      <w:r w:rsidR="00B97E5D">
        <w:t xml:space="preserve">. </w:t>
      </w:r>
      <w:r w:rsidRPr="003E4D35">
        <w:t>Toute l</w:t>
      </w:r>
      <w:r w:rsidR="00B97E5D">
        <w:t>’</w:t>
      </w:r>
      <w:r w:rsidRPr="003E4D35">
        <w:t>assemblée monta pour le feu d</w:t>
      </w:r>
      <w:r w:rsidR="00B97E5D">
        <w:t>’</w:t>
      </w:r>
      <w:r w:rsidRPr="003E4D35">
        <w:t>artifice sur le toit</w:t>
      </w:r>
      <w:r w:rsidR="00B97E5D">
        <w:t xml:space="preserve">. </w:t>
      </w:r>
      <w:r w:rsidRPr="003E4D35">
        <w:t>Assis dans des transatlantiques</w:t>
      </w:r>
      <w:r w:rsidR="00B97E5D">
        <w:t xml:space="preserve">, </w:t>
      </w:r>
      <w:r w:rsidRPr="003E4D35">
        <w:t>sur la te</w:t>
      </w:r>
      <w:r w:rsidRPr="003E4D35">
        <w:t>r</w:t>
      </w:r>
      <w:r w:rsidRPr="003E4D35">
        <w:t>rasse en tôle comme sur une quille de bateau retourné</w:t>
      </w:r>
      <w:r w:rsidR="00B97E5D">
        <w:t xml:space="preserve">, </w:t>
      </w:r>
      <w:r w:rsidRPr="003E4D35">
        <w:t xml:space="preserve">tous ces Français échappés du Pacifique regardèrent tirer le plus beau </w:t>
      </w:r>
      <w:proofErr w:type="spellStart"/>
      <w:r w:rsidRPr="003E4D35">
        <w:t>signal</w:t>
      </w:r>
      <w:proofErr w:type="spellEnd"/>
      <w:r w:rsidRPr="003E4D35">
        <w:t xml:space="preserve"> que capitaine ait jamais fait jaillir de son naufrage</w:t>
      </w:r>
      <w:r w:rsidR="00B97E5D">
        <w:t xml:space="preserve">… </w:t>
      </w:r>
      <w:r w:rsidRPr="003E4D35">
        <w:t>To</w:t>
      </w:r>
      <w:r w:rsidRPr="003E4D35">
        <w:t>u</w:t>
      </w:r>
      <w:r w:rsidRPr="003E4D35">
        <w:t>let fit éteindre le cigare de l</w:t>
      </w:r>
      <w:r w:rsidR="00B97E5D">
        <w:t>’</w:t>
      </w:r>
      <w:r w:rsidRPr="003E4D35">
        <w:t>explorateur</w:t>
      </w:r>
      <w:r w:rsidR="00B97E5D">
        <w:t xml:space="preserve">, </w:t>
      </w:r>
      <w:r w:rsidRPr="003E4D35">
        <w:t>disant que la lumière l</w:t>
      </w:r>
      <w:r w:rsidR="00B97E5D">
        <w:t>’</w:t>
      </w:r>
      <w:r w:rsidRPr="003E4D35">
        <w:t>en gênait et troublait l</w:t>
      </w:r>
      <w:r w:rsidR="00B97E5D">
        <w:t>’</w:t>
      </w:r>
      <w:r w:rsidRPr="003E4D35">
        <w:t>obscurité entre les pièces d</w:t>
      </w:r>
      <w:r w:rsidR="00B97E5D">
        <w:t>’</w:t>
      </w:r>
      <w:r w:rsidRPr="003E4D35">
        <w:t>artillerie</w:t>
      </w:r>
      <w:r w:rsidR="00B97E5D">
        <w:t xml:space="preserve">… </w:t>
      </w:r>
      <w:r w:rsidRPr="003E4D35">
        <w:t>Autour de l</w:t>
      </w:r>
      <w:r w:rsidR="00B97E5D">
        <w:t>’</w:t>
      </w:r>
      <w:r w:rsidRPr="003E4D35">
        <w:t>Institut</w:t>
      </w:r>
      <w:r w:rsidR="00B97E5D">
        <w:t xml:space="preserve">, </w:t>
      </w:r>
      <w:r w:rsidRPr="003E4D35">
        <w:t>du Louvre</w:t>
      </w:r>
      <w:r w:rsidR="00B97E5D">
        <w:t xml:space="preserve">, </w:t>
      </w:r>
      <w:r w:rsidRPr="003E4D35">
        <w:t>les rampes de gaz indiquaient de ces palais la vraie architecture</w:t>
      </w:r>
      <w:r w:rsidR="00B97E5D">
        <w:t xml:space="preserve">, </w:t>
      </w:r>
      <w:r w:rsidRPr="003E4D35">
        <w:t>le vrai squelette</w:t>
      </w:r>
      <w:r w:rsidR="00B97E5D">
        <w:t xml:space="preserve">… </w:t>
      </w:r>
      <w:r w:rsidRPr="003E4D35">
        <w:t xml:space="preserve">Le collier en feu de </w:t>
      </w:r>
      <w:proofErr w:type="spellStart"/>
      <w:r w:rsidRPr="003E4D35">
        <w:t>Ceorelle</w:t>
      </w:r>
      <w:proofErr w:type="spellEnd"/>
      <w:r w:rsidR="00B97E5D">
        <w:t xml:space="preserve">, </w:t>
      </w:r>
      <w:r w:rsidRPr="003E4D35">
        <w:t>ses bagues flamboyantes</w:t>
      </w:r>
      <w:r w:rsidR="00B97E5D">
        <w:t xml:space="preserve">, </w:t>
      </w:r>
      <w:r w:rsidRPr="003E4D35">
        <w:t>semblaient de même correspondre à je ne sais quels os en cercles</w:t>
      </w:r>
      <w:r w:rsidR="00B97E5D">
        <w:t xml:space="preserve">, </w:t>
      </w:r>
      <w:r w:rsidRPr="003E4D35">
        <w:t>ou quels os tout courts et ronds</w:t>
      </w:r>
      <w:r w:rsidR="00B97E5D">
        <w:t xml:space="preserve">, </w:t>
      </w:r>
      <w:r w:rsidRPr="003E4D35">
        <w:t>différents des nôtres</w:t>
      </w:r>
      <w:r w:rsidR="00B97E5D">
        <w:t xml:space="preserve"> ; </w:t>
      </w:r>
      <w:r w:rsidRPr="003E4D35">
        <w:t>et quand elle ente</w:t>
      </w:r>
      <w:r w:rsidRPr="003E4D35">
        <w:t>n</w:t>
      </w:r>
      <w:r w:rsidRPr="003E4D35">
        <w:t>dait un cri dans la foule</w:t>
      </w:r>
      <w:r w:rsidR="00B97E5D">
        <w:t xml:space="preserve">, </w:t>
      </w:r>
      <w:r w:rsidRPr="003E4D35">
        <w:t>elle frémissait</w:t>
      </w:r>
      <w:r w:rsidR="00B97E5D">
        <w:t xml:space="preserve">, </w:t>
      </w:r>
      <w:r w:rsidRPr="003E4D35">
        <w:t>prétendait que le bâton de la fusée venait sûrement de retomber sur un crâne</w:t>
      </w:r>
      <w:r w:rsidR="00B97E5D">
        <w:t xml:space="preserve">, </w:t>
      </w:r>
      <w:r w:rsidRPr="003E4D35">
        <w:t>de le pe</w:t>
      </w:r>
      <w:r w:rsidRPr="003E4D35">
        <w:t>r</w:t>
      </w:r>
      <w:r w:rsidRPr="003E4D35">
        <w:t>cer peut-être s</w:t>
      </w:r>
      <w:r w:rsidR="00B97E5D">
        <w:t>’</w:t>
      </w:r>
      <w:r w:rsidRPr="003E4D35">
        <w:t>il était retombé vertical</w:t>
      </w:r>
      <w:r w:rsidR="00B97E5D">
        <w:t xml:space="preserve">, </w:t>
      </w:r>
      <w:r w:rsidRPr="003E4D35">
        <w:t>comptant après chaque détonation comme on le fait pour le tonnerre et rassurée au chiffre vingt</w:t>
      </w:r>
      <w:r w:rsidR="00B97E5D">
        <w:t xml:space="preserve">. </w:t>
      </w:r>
      <w:r w:rsidRPr="003E4D35">
        <w:t>Marie Belliard</w:t>
      </w:r>
      <w:r w:rsidR="00B97E5D">
        <w:t xml:space="preserve">, </w:t>
      </w:r>
      <w:r w:rsidRPr="003E4D35">
        <w:t>amie des drogues</w:t>
      </w:r>
      <w:r w:rsidR="00B97E5D">
        <w:t xml:space="preserve">, </w:t>
      </w:r>
      <w:r w:rsidRPr="003E4D35">
        <w:t>inclinait curie</w:t>
      </w:r>
      <w:r w:rsidRPr="003E4D35">
        <w:t>u</w:t>
      </w:r>
      <w:r w:rsidRPr="003E4D35">
        <w:t xml:space="preserve">sement son petit nez vers le duc de </w:t>
      </w:r>
      <w:proofErr w:type="spellStart"/>
      <w:r w:rsidRPr="003E4D35">
        <w:t>Sarignon</w:t>
      </w:r>
      <w:proofErr w:type="spellEnd"/>
      <w:r w:rsidR="00B97E5D">
        <w:t xml:space="preserve">, </w:t>
      </w:r>
      <w:r w:rsidRPr="003E4D35">
        <w:t>qui ne méritait pas tant d</w:t>
      </w:r>
      <w:r w:rsidR="00B97E5D">
        <w:t>’</w:t>
      </w:r>
      <w:r w:rsidRPr="003E4D35">
        <w:t>honneur</w:t>
      </w:r>
      <w:r w:rsidR="00B97E5D">
        <w:t xml:space="preserve">, </w:t>
      </w:r>
      <w:r w:rsidRPr="003E4D35">
        <w:t>qui avait tout simplement lavé son stylo à l</w:t>
      </w:r>
      <w:r w:rsidR="00B97E5D">
        <w:t>’</w:t>
      </w:r>
      <w:r w:rsidRPr="003E4D35">
        <w:t>éther</w:t>
      </w:r>
      <w:r w:rsidR="00B97E5D">
        <w:t xml:space="preserve">, </w:t>
      </w:r>
      <w:r w:rsidRPr="003E4D35">
        <w:t>et qui nous parlait</w:t>
      </w:r>
      <w:r w:rsidR="00B97E5D">
        <w:t xml:space="preserve">, </w:t>
      </w:r>
      <w:r w:rsidRPr="003E4D35">
        <w:t>avec sa science des rites chinois et des distances françaises</w:t>
      </w:r>
      <w:r w:rsidR="00B97E5D">
        <w:t xml:space="preserve">, </w:t>
      </w:r>
      <w:r w:rsidRPr="003E4D35">
        <w:t>selon que nous étions rouges</w:t>
      </w:r>
      <w:r w:rsidR="00B97E5D">
        <w:t xml:space="preserve">, </w:t>
      </w:r>
      <w:r w:rsidRPr="003E4D35">
        <w:t>blancs ou verts</w:t>
      </w:r>
      <w:r w:rsidR="00B97E5D">
        <w:t xml:space="preserve"> (</w:t>
      </w:r>
      <w:r w:rsidRPr="003E4D35">
        <w:t>il n</w:t>
      </w:r>
      <w:r w:rsidR="00B97E5D">
        <w:t>’</w:t>
      </w:r>
      <w:r w:rsidRPr="003E4D35">
        <w:t>y avait que ces trois couleurs</w:t>
      </w:r>
      <w:r w:rsidR="00B97E5D">
        <w:t xml:space="preserve">, </w:t>
      </w:r>
      <w:r w:rsidRPr="003E4D35">
        <w:t>même</w:t>
      </w:r>
      <w:r w:rsidR="00B97E5D">
        <w:t xml:space="preserve">, </w:t>
      </w:r>
      <w:r w:rsidRPr="003E4D35">
        <w:t>pour le 1</w:t>
      </w:r>
      <w:r w:rsidR="00B97E5D" w:rsidRPr="003E4D35">
        <w:t>4</w:t>
      </w:r>
      <w:r w:rsidR="00B97E5D">
        <w:t> </w:t>
      </w:r>
      <w:r w:rsidR="00B97E5D" w:rsidRPr="003E4D35">
        <w:t>juillet</w:t>
      </w:r>
      <w:r w:rsidR="00B97E5D">
        <w:t xml:space="preserve">, </w:t>
      </w:r>
      <w:r w:rsidRPr="003E4D35">
        <w:t>car les pièces étaient italiennes</w:t>
      </w:r>
      <w:r w:rsidR="00B97E5D">
        <w:t xml:space="preserve">), </w:t>
      </w:r>
      <w:r w:rsidRPr="003E4D35">
        <w:t>d</w:t>
      </w:r>
      <w:r w:rsidR="00B97E5D">
        <w:t>’</w:t>
      </w:r>
      <w:r w:rsidRPr="003E4D35">
        <w:t>une voix et avec des égards différents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écoutais Toulet décrire le ciel ou les feux par des noms de couleurs que je ne connaissais pas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aventurine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itéra</w:t>
      </w:r>
      <w:r w:rsidR="00B97E5D">
        <w:t xml:space="preserve">, </w:t>
      </w:r>
      <w:r w:rsidRPr="003E4D35">
        <w:t xml:space="preserve">le </w:t>
      </w:r>
      <w:proofErr w:type="spellStart"/>
      <w:r w:rsidRPr="003E4D35">
        <w:t>latil</w:t>
      </w:r>
      <w:proofErr w:type="spellEnd"/>
      <w:r w:rsidR="00B97E5D">
        <w:t xml:space="preserve"> ; </w:t>
      </w:r>
      <w:r w:rsidRPr="003E4D35">
        <w:t>d</w:t>
      </w:r>
      <w:r w:rsidR="00B97E5D">
        <w:t>’</w:t>
      </w:r>
      <w:r w:rsidRPr="003E4D35">
        <w:t>une voix si tendre et insinuante qu</w:t>
      </w:r>
      <w:r w:rsidR="00B97E5D">
        <w:t>’</w:t>
      </w:r>
      <w:r w:rsidRPr="003E4D35">
        <w:t>il me se</w:t>
      </w:r>
      <w:r w:rsidRPr="003E4D35">
        <w:t>m</w:t>
      </w:r>
      <w:r w:rsidRPr="003E4D35">
        <w:t>blait me farder les yeux</w:t>
      </w:r>
      <w:r w:rsidR="00B97E5D">
        <w:t xml:space="preserve">. </w:t>
      </w:r>
      <w:r w:rsidRPr="003E4D35">
        <w:t xml:space="preserve">Il y avait ceux qui parlaient quand la </w:t>
      </w:r>
      <w:r w:rsidRPr="003E4D35">
        <w:lastRenderedPageBreak/>
        <w:t>fusée montait</w:t>
      </w:r>
      <w:r w:rsidR="00B97E5D">
        <w:t xml:space="preserve">, </w:t>
      </w:r>
      <w:r w:rsidRPr="003E4D35">
        <w:t>ceux qui parlaient quand elle était éclatée</w:t>
      </w:r>
      <w:r w:rsidR="00B97E5D">
        <w:t xml:space="preserve">. </w:t>
      </w:r>
      <w:proofErr w:type="spellStart"/>
      <w:r w:rsidRPr="003E4D35">
        <w:t>Ce</w:t>
      </w:r>
      <w:r w:rsidRPr="003E4D35">
        <w:t>o</w:t>
      </w:r>
      <w:r w:rsidRPr="003E4D35">
        <w:t>relle</w:t>
      </w:r>
      <w:proofErr w:type="spellEnd"/>
      <w:r w:rsidRPr="003E4D35">
        <w:t xml:space="preserve"> debout de peur</w:t>
      </w:r>
      <w:r w:rsidR="00B97E5D">
        <w:t xml:space="preserve">, </w:t>
      </w:r>
      <w:r w:rsidRPr="003E4D35">
        <w:t>battant les secondes aussi fort qu</w:t>
      </w:r>
      <w:r w:rsidR="00B97E5D">
        <w:t>’</w:t>
      </w:r>
      <w:r w:rsidRPr="003E4D35">
        <w:t>une ho</w:t>
      </w:r>
      <w:r w:rsidRPr="003E4D35">
        <w:t>r</w:t>
      </w:r>
      <w:r w:rsidRPr="003E4D35">
        <w:t>loge de campagne</w:t>
      </w:r>
      <w:r w:rsidR="00B97E5D">
        <w:t xml:space="preserve">, </w:t>
      </w:r>
      <w:r w:rsidRPr="003E4D35">
        <w:t>et l</w:t>
      </w:r>
      <w:r w:rsidR="00B97E5D">
        <w:t>’</w:t>
      </w:r>
      <w:r w:rsidRPr="003E4D35">
        <w:t>explorateur poussant un petit cri</w:t>
      </w:r>
      <w:r w:rsidR="00B97E5D">
        <w:t xml:space="preserve">, </w:t>
      </w:r>
      <w:r w:rsidRPr="003E4D35">
        <w:t>un seul</w:t>
      </w:r>
      <w:r w:rsidR="00B97E5D">
        <w:t xml:space="preserve">, </w:t>
      </w:r>
      <w:r w:rsidRPr="003E4D35">
        <w:t>juste au moment de l</w:t>
      </w:r>
      <w:r w:rsidR="00B97E5D">
        <w:t>’</w:t>
      </w:r>
      <w:r w:rsidRPr="003E4D35">
        <w:t>éclat</w:t>
      </w:r>
      <w:r w:rsidR="00B97E5D">
        <w:t xml:space="preserve">. </w:t>
      </w:r>
      <w:r w:rsidRPr="003E4D35">
        <w:t>Pourchassé par Toulet</w:t>
      </w:r>
      <w:r w:rsidR="00B97E5D">
        <w:t xml:space="preserve">, </w:t>
      </w:r>
      <w:r w:rsidRPr="003E4D35">
        <w:t>il n</w:t>
      </w:r>
      <w:r w:rsidR="00B97E5D">
        <w:t>’</w:t>
      </w:r>
      <w:r w:rsidRPr="003E4D35">
        <w:t>avait trouvé de refuge que sur cette seconde lumière</w:t>
      </w:r>
      <w:r w:rsidR="00B97E5D">
        <w:t>.</w:t>
      </w:r>
    </w:p>
    <w:p w14:paraId="6534E2CF" w14:textId="77777777" w:rsidR="00B97E5D" w:rsidRDefault="00F225BE" w:rsidP="00F225BE">
      <w:r w:rsidRPr="003E4D35">
        <w:t>Toulet était maintenant près de moi</w:t>
      </w:r>
      <w:r w:rsidR="00B97E5D">
        <w:t xml:space="preserve">, </w:t>
      </w:r>
      <w:r w:rsidRPr="003E4D35">
        <w:t>Curnonsky tenant sa droite qu</w:t>
      </w:r>
      <w:r w:rsidR="00B97E5D">
        <w:t>’</w:t>
      </w:r>
      <w:r w:rsidRPr="003E4D35">
        <w:t>il avait gardée dans tout leur voyage autour du monde</w:t>
      </w:r>
      <w:r w:rsidR="00B97E5D">
        <w:t xml:space="preserve">, </w:t>
      </w:r>
      <w:r w:rsidRPr="003E4D35">
        <w:t>un peu penché</w:t>
      </w:r>
      <w:r w:rsidR="00B97E5D">
        <w:t xml:space="preserve">, </w:t>
      </w:r>
      <w:r w:rsidRPr="003E4D35">
        <w:t>paraissant rechercher de ses yeux myopes une signature dans le coin droit de toutes choses et de tous spect</w:t>
      </w:r>
      <w:r w:rsidRPr="003E4D35">
        <w:t>a</w:t>
      </w:r>
      <w:r w:rsidRPr="003E4D35">
        <w:t>cles</w:t>
      </w:r>
      <w:r w:rsidR="00B97E5D">
        <w:t xml:space="preserve">, </w:t>
      </w:r>
      <w:r w:rsidRPr="003E4D35">
        <w:t>Toulet ne lui cédant jamais la place centrale</w:t>
      </w:r>
      <w:r w:rsidR="00B97E5D">
        <w:t xml:space="preserve">, – </w:t>
      </w:r>
      <w:r w:rsidRPr="003E4D35">
        <w:t>la signature des Pyramides</w:t>
      </w:r>
      <w:r w:rsidR="00B97E5D">
        <w:t xml:space="preserve">, </w:t>
      </w:r>
      <w:r w:rsidRPr="003E4D35">
        <w:t>des baobabs</w:t>
      </w:r>
      <w:r w:rsidR="00B97E5D">
        <w:t xml:space="preserve">… </w:t>
      </w:r>
      <w:r w:rsidRPr="003E4D35">
        <w:t>De cette main cruelle qui lança mille piastres de langoustes</w:t>
      </w:r>
      <w:r w:rsidR="00B97E5D">
        <w:t xml:space="preserve">, </w:t>
      </w:r>
      <w:r w:rsidRPr="003E4D35">
        <w:t>une par une</w:t>
      </w:r>
      <w:r w:rsidR="00B97E5D">
        <w:t xml:space="preserve">, </w:t>
      </w:r>
      <w:r w:rsidRPr="003E4D35">
        <w:t>aux pieuvres de l</w:t>
      </w:r>
      <w:r w:rsidR="00B97E5D">
        <w:t>’</w:t>
      </w:r>
      <w:r w:rsidRPr="003E4D35">
        <w:t>aquarium de Malacca</w:t>
      </w:r>
      <w:r w:rsidR="00B97E5D">
        <w:t xml:space="preserve">, </w:t>
      </w:r>
      <w:r w:rsidRPr="003E4D35">
        <w:t>pour qu</w:t>
      </w:r>
      <w:r w:rsidR="00B97E5D">
        <w:t>’</w:t>
      </w:r>
      <w:r w:rsidRPr="003E4D35">
        <w:t>on vit la carapace happée ju</w:t>
      </w:r>
      <w:r w:rsidRPr="003E4D35">
        <w:t>s</w:t>
      </w:r>
      <w:r w:rsidRPr="003E4D35">
        <w:t>qu</w:t>
      </w:r>
      <w:r w:rsidR="00B97E5D">
        <w:t>’</w:t>
      </w:r>
      <w:r w:rsidRPr="003E4D35">
        <w:t>au fond par les ventouses remonter vide à la vitesse d</w:t>
      </w:r>
      <w:r w:rsidR="00B97E5D">
        <w:t>’</w:t>
      </w:r>
      <w:r w:rsidRPr="003E4D35">
        <w:t>un boulet</w:t>
      </w:r>
      <w:r w:rsidR="00B97E5D">
        <w:t xml:space="preserve">, </w:t>
      </w:r>
      <w:r w:rsidRPr="003E4D35">
        <w:t>Toulet suivait</w:t>
      </w:r>
      <w:r w:rsidR="00B97E5D">
        <w:t xml:space="preserve">, </w:t>
      </w:r>
      <w:r w:rsidRPr="003E4D35">
        <w:t>bue par la nuit</w:t>
      </w:r>
      <w:r w:rsidR="00B97E5D">
        <w:t xml:space="preserve">, </w:t>
      </w:r>
      <w:r w:rsidRPr="003E4D35">
        <w:t>chaque fusée</w:t>
      </w:r>
      <w:r w:rsidR="00B97E5D">
        <w:t xml:space="preserve">. </w:t>
      </w:r>
      <w:r w:rsidRPr="003E4D35">
        <w:t>Je me se</w:t>
      </w:r>
      <w:r w:rsidRPr="003E4D35">
        <w:t>n</w:t>
      </w:r>
      <w:r w:rsidRPr="003E4D35">
        <w:t>tais près de lui satisfaite</w:t>
      </w:r>
      <w:r w:rsidR="00B97E5D">
        <w:t xml:space="preserve">. </w:t>
      </w:r>
      <w:r w:rsidRPr="003E4D35">
        <w:t>Quand on cause dix minutes avec To</w:t>
      </w:r>
      <w:r w:rsidRPr="003E4D35">
        <w:t>u</w:t>
      </w:r>
      <w:r w:rsidRPr="003E4D35">
        <w:t>let</w:t>
      </w:r>
      <w:r w:rsidR="00B97E5D">
        <w:t xml:space="preserve">, </w:t>
      </w:r>
      <w:r w:rsidRPr="003E4D35">
        <w:t>horloger des âmes</w:t>
      </w:r>
      <w:r w:rsidR="00B97E5D">
        <w:t xml:space="preserve">, </w:t>
      </w:r>
      <w:r w:rsidRPr="003E4D35">
        <w:t>toujours courbé comme sur un rouage</w:t>
      </w:r>
      <w:r w:rsidR="00B97E5D">
        <w:t xml:space="preserve">, </w:t>
      </w:r>
      <w:r w:rsidRPr="003E4D35">
        <w:t>on se sent aller juste pendant vingt-quatre heures</w:t>
      </w:r>
      <w:r w:rsidR="00B97E5D">
        <w:t xml:space="preserve"> ; </w:t>
      </w:r>
      <w:r w:rsidRPr="003E4D35">
        <w:t>on ne co</w:t>
      </w:r>
      <w:r w:rsidRPr="003E4D35">
        <w:t>m</w:t>
      </w:r>
      <w:r w:rsidRPr="003E4D35">
        <w:t>met plus de pléonasmes</w:t>
      </w:r>
      <w:r w:rsidR="00B97E5D">
        <w:t xml:space="preserve">, </w:t>
      </w:r>
      <w:r w:rsidRPr="003E4D35">
        <w:t>de solécismes</w:t>
      </w:r>
      <w:r w:rsidR="00B97E5D">
        <w:t xml:space="preserve">, </w:t>
      </w:r>
      <w:r w:rsidRPr="003E4D35">
        <w:t>on n</w:t>
      </w:r>
      <w:r w:rsidR="00B97E5D">
        <w:t>’</w:t>
      </w:r>
      <w:r w:rsidRPr="003E4D35">
        <w:t>obéit plus à de faux syllogismes</w:t>
      </w:r>
      <w:r w:rsidR="00B97E5D">
        <w:t xml:space="preserve"> ; </w:t>
      </w:r>
      <w:r w:rsidRPr="003E4D35">
        <w:t>et je n</w:t>
      </w:r>
      <w:r w:rsidR="00B97E5D">
        <w:t>’</w:t>
      </w:r>
      <w:r w:rsidRPr="003E4D35">
        <w:t>étais un peu troublée que par ses yeux in</w:t>
      </w:r>
      <w:r w:rsidRPr="003E4D35">
        <w:t>s</w:t>
      </w:r>
      <w:r w:rsidRPr="003E4D35">
        <w:t>pectant mon visage éclairé</w:t>
      </w:r>
      <w:r w:rsidR="00B97E5D">
        <w:t xml:space="preserve">, </w:t>
      </w:r>
      <w:r w:rsidRPr="003E4D35">
        <w:t>réparateur qu</w:t>
      </w:r>
      <w:r w:rsidR="00B97E5D">
        <w:t>’</w:t>
      </w:r>
      <w:r w:rsidRPr="003E4D35">
        <w:t>il était aussi de c</w:t>
      </w:r>
      <w:r w:rsidRPr="003E4D35">
        <w:t>a</w:t>
      </w:r>
      <w:r w:rsidRPr="003E4D35">
        <w:t>drans solaires</w:t>
      </w:r>
      <w:r w:rsidR="00B97E5D">
        <w:t xml:space="preserve"> ! </w:t>
      </w:r>
      <w:r w:rsidRPr="003E4D35">
        <w:t>Il me demanda ma province</w:t>
      </w:r>
      <w:r w:rsidR="00B97E5D">
        <w:t xml:space="preserve">, </w:t>
      </w:r>
      <w:r w:rsidRPr="003E4D35">
        <w:t>et se mit alors à me parler du Limousin comme si c</w:t>
      </w:r>
      <w:r w:rsidR="00B97E5D">
        <w:t>’</w:t>
      </w:r>
      <w:r w:rsidRPr="003E4D35">
        <w:t>était non point mon pays de d</w:t>
      </w:r>
      <w:r w:rsidRPr="003E4D35">
        <w:t>é</w:t>
      </w:r>
      <w:r w:rsidRPr="003E4D35">
        <w:t>part</w:t>
      </w:r>
      <w:r w:rsidR="00B97E5D">
        <w:t xml:space="preserve">, </w:t>
      </w:r>
      <w:r w:rsidRPr="003E4D35">
        <w:t>mais mon but et un lointain Éden</w:t>
      </w:r>
      <w:r w:rsidR="00B97E5D">
        <w:t xml:space="preserve">. </w:t>
      </w:r>
      <w:r w:rsidRPr="003E4D35">
        <w:t>Chaque mot que je d</w:t>
      </w:r>
      <w:r w:rsidRPr="003E4D35">
        <w:t>i</w:t>
      </w:r>
      <w:r w:rsidRPr="003E4D35">
        <w:t>sais de Bellac</w:t>
      </w:r>
      <w:r w:rsidR="00B97E5D">
        <w:t xml:space="preserve">, </w:t>
      </w:r>
      <w:r w:rsidRPr="003E4D35">
        <w:t xml:space="preserve">de </w:t>
      </w:r>
      <w:proofErr w:type="spellStart"/>
      <w:r w:rsidRPr="003E4D35">
        <w:t>Fursac</w:t>
      </w:r>
      <w:proofErr w:type="spellEnd"/>
      <w:r w:rsidR="00B97E5D">
        <w:t xml:space="preserve">, </w:t>
      </w:r>
      <w:r w:rsidRPr="003E4D35">
        <w:t>de Chateauponsac</w:t>
      </w:r>
      <w:r w:rsidR="00B97E5D">
        <w:t xml:space="preserve">, </w:t>
      </w:r>
      <w:r w:rsidRPr="003E4D35">
        <w:t>il le prenait pour je ne sais quel compliment fait par moi à lui-même</w:t>
      </w:r>
      <w:r w:rsidR="00B97E5D">
        <w:t xml:space="preserve">, </w:t>
      </w:r>
      <w:r w:rsidRPr="003E4D35">
        <w:t>saluant au mot Eymoutiers</w:t>
      </w:r>
      <w:r w:rsidR="00B97E5D">
        <w:t xml:space="preserve">, </w:t>
      </w:r>
      <w:r w:rsidRPr="003E4D35">
        <w:t>rougissant</w:t>
      </w:r>
      <w:r w:rsidR="00B97E5D">
        <w:t xml:space="preserve"> (</w:t>
      </w:r>
      <w:r w:rsidRPr="003E4D35">
        <w:t>de plaisir cette fois</w:t>
      </w:r>
      <w:r w:rsidR="00B97E5D">
        <w:t xml:space="preserve">) </w:t>
      </w:r>
      <w:r w:rsidRPr="003E4D35">
        <w:t>au mot Cr</w:t>
      </w:r>
      <w:r w:rsidRPr="003E4D35">
        <w:t>o</w:t>
      </w:r>
      <w:r w:rsidRPr="003E4D35">
        <w:t>zant</w:t>
      </w:r>
      <w:r w:rsidR="00B97E5D">
        <w:t xml:space="preserve">, – </w:t>
      </w:r>
      <w:r w:rsidRPr="003E4D35">
        <w:t>ou bien comme une révélation telle</w:t>
      </w:r>
      <w:r w:rsidR="00B97E5D">
        <w:t xml:space="preserve">, </w:t>
      </w:r>
      <w:r w:rsidRPr="003E4D35">
        <w:t>me baisant la main au mot Rochechouart</w:t>
      </w:r>
      <w:r w:rsidR="00B97E5D">
        <w:t xml:space="preserve">, </w:t>
      </w:r>
      <w:r w:rsidRPr="003E4D35">
        <w:t>le poignet au mot Ambazac</w:t>
      </w:r>
      <w:r w:rsidR="00B97E5D">
        <w:t xml:space="preserve">, </w:t>
      </w:r>
      <w:r w:rsidRPr="003E4D35">
        <w:t>que je n</w:t>
      </w:r>
      <w:r w:rsidR="00B97E5D">
        <w:t>’</w:t>
      </w:r>
      <w:r w:rsidRPr="003E4D35">
        <w:t>osais lui parler de mes villages favoris</w:t>
      </w:r>
      <w:r w:rsidR="00B97E5D">
        <w:t xml:space="preserve">. </w:t>
      </w:r>
      <w:r w:rsidRPr="003E4D35">
        <w:t>M</w:t>
      </w:r>
      <w:r w:rsidR="00B97E5D">
        <w:t>’</w:t>
      </w:r>
      <w:r w:rsidRPr="003E4D35">
        <w:t>amusant à ce jeu de mon enfance</w:t>
      </w:r>
      <w:r w:rsidR="00B97E5D">
        <w:t xml:space="preserve">, </w:t>
      </w:r>
      <w:r w:rsidRPr="003E4D35">
        <w:t>qui était d</w:t>
      </w:r>
      <w:r w:rsidR="00B97E5D">
        <w:t>’</w:t>
      </w:r>
      <w:r w:rsidRPr="003E4D35">
        <w:t>ajouter à chacune de ses réponses</w:t>
      </w:r>
      <w:r w:rsidR="00B97E5D">
        <w:t xml:space="preserve">, </w:t>
      </w:r>
      <w:r w:rsidRPr="003E4D35">
        <w:t xml:space="preserve">mais tout </w:t>
      </w:r>
      <w:r w:rsidRPr="003E4D35">
        <w:lastRenderedPageBreak/>
        <w:t>bas</w:t>
      </w:r>
      <w:r w:rsidR="00B97E5D">
        <w:t xml:space="preserve">, </w:t>
      </w:r>
      <w:r w:rsidRPr="003E4D35">
        <w:t>un aveu à celui qui me parlait et me plaisait</w:t>
      </w:r>
      <w:r w:rsidR="00B97E5D">
        <w:t xml:space="preserve">, </w:t>
      </w:r>
      <w:r w:rsidRPr="003E4D35">
        <w:t>je lui révélai qu</w:t>
      </w:r>
      <w:r w:rsidR="00B97E5D">
        <w:t>’</w:t>
      </w:r>
      <w:r w:rsidRPr="003E4D35">
        <w:t>entre toutes nos collines</w:t>
      </w:r>
      <w:r w:rsidR="00B97E5D">
        <w:t xml:space="preserve">, </w:t>
      </w:r>
      <w:r w:rsidRPr="003E4D35">
        <w:t>mon vieux Toulet</w:t>
      </w:r>
      <w:r w:rsidR="00B97E5D">
        <w:t xml:space="preserve">, </w:t>
      </w:r>
      <w:r w:rsidRPr="003E4D35">
        <w:t>il y a non des grès et de la lave</w:t>
      </w:r>
      <w:r w:rsidR="00B97E5D">
        <w:t xml:space="preserve">, </w:t>
      </w:r>
      <w:r w:rsidRPr="003E4D35">
        <w:t>ainsi que le prétend Reclus</w:t>
      </w:r>
      <w:r w:rsidR="00B97E5D">
        <w:t xml:space="preserve">, </w:t>
      </w:r>
      <w:r w:rsidRPr="003E4D35">
        <w:t>mais de petits lacs</w:t>
      </w:r>
      <w:r w:rsidR="00B97E5D">
        <w:t xml:space="preserve">, – </w:t>
      </w:r>
      <w:r w:rsidRPr="003E4D35">
        <w:t>et il écartait de plaisir ses lèvres</w:t>
      </w:r>
      <w:r w:rsidR="00B97E5D">
        <w:t xml:space="preserve">, </w:t>
      </w:r>
      <w:r w:rsidRPr="003E4D35">
        <w:t>comme celui qui trouve plein de liqueur un bonbon qu</w:t>
      </w:r>
      <w:r w:rsidR="00B97E5D">
        <w:t>’</w:t>
      </w:r>
      <w:r w:rsidRPr="003E4D35">
        <w:t>on dit au nougat</w:t>
      </w:r>
      <w:r w:rsidR="00B97E5D">
        <w:t xml:space="preserve"> ; </w:t>
      </w:r>
      <w:r w:rsidRPr="003E4D35">
        <w:t>que les rochers de Blond</w:t>
      </w:r>
      <w:r w:rsidR="00B97E5D">
        <w:t xml:space="preserve">, </w:t>
      </w:r>
      <w:r w:rsidRPr="003E4D35">
        <w:t>Toulet aux belles mains</w:t>
      </w:r>
      <w:r w:rsidR="00B97E5D">
        <w:t xml:space="preserve">, </w:t>
      </w:r>
      <w:r w:rsidRPr="003E4D35">
        <w:t>poussent des plaintes en a</w:t>
      </w:r>
      <w:r w:rsidRPr="003E4D35">
        <w:t>u</w:t>
      </w:r>
      <w:r w:rsidRPr="003E4D35">
        <w:t>tomne</w:t>
      </w:r>
      <w:r w:rsidR="00B97E5D">
        <w:t xml:space="preserve">, </w:t>
      </w:r>
      <w:r w:rsidRPr="003E4D35">
        <w:t>et il me remerciait</w:t>
      </w:r>
      <w:r w:rsidR="00B97E5D">
        <w:t xml:space="preserve">, </w:t>
      </w:r>
      <w:r w:rsidRPr="003E4D35">
        <w:t>comme s</w:t>
      </w:r>
      <w:r w:rsidR="00B97E5D">
        <w:t>’</w:t>
      </w:r>
      <w:r w:rsidRPr="003E4D35">
        <w:t>il apprenait de moi non pas le mot Montagne-de-Blond</w:t>
      </w:r>
      <w:r w:rsidR="00B97E5D">
        <w:t xml:space="preserve">, </w:t>
      </w:r>
      <w:r w:rsidRPr="003E4D35">
        <w:t>mais le mot plainte</w:t>
      </w:r>
      <w:r w:rsidR="00B97E5D">
        <w:t xml:space="preserve">, </w:t>
      </w:r>
      <w:r w:rsidRPr="003E4D35">
        <w:t>mais le mot a</w:t>
      </w:r>
      <w:r w:rsidRPr="003E4D35">
        <w:t>u</w:t>
      </w:r>
      <w:r w:rsidRPr="003E4D35">
        <w:t>tomne</w:t>
      </w:r>
      <w:r w:rsidR="00B97E5D">
        <w:t xml:space="preserve"> ; </w:t>
      </w:r>
      <w:r w:rsidRPr="003E4D35">
        <w:t>que les bergères</w:t>
      </w:r>
      <w:r w:rsidR="00B97E5D">
        <w:t xml:space="preserve">, </w:t>
      </w:r>
      <w:r w:rsidRPr="003E4D35">
        <w:t>pour chasser</w:t>
      </w:r>
      <w:r w:rsidR="00B97E5D">
        <w:t xml:space="preserve">, </w:t>
      </w:r>
      <w:r w:rsidRPr="003E4D35">
        <w:t>adorable Toulet</w:t>
      </w:r>
      <w:r w:rsidR="00B97E5D">
        <w:t xml:space="preserve">, </w:t>
      </w:r>
      <w:r w:rsidRPr="003E4D35">
        <w:t>les loups</w:t>
      </w:r>
      <w:r w:rsidR="00B97E5D">
        <w:t xml:space="preserve">, </w:t>
      </w:r>
      <w:r w:rsidRPr="003E4D35">
        <w:t>retirent leurs sabots et les claquent l</w:t>
      </w:r>
      <w:r w:rsidR="00B97E5D">
        <w:t>’</w:t>
      </w:r>
      <w:r w:rsidRPr="003E4D35">
        <w:t>un contre l</w:t>
      </w:r>
      <w:r w:rsidR="00B97E5D">
        <w:t>’</w:t>
      </w:r>
      <w:r w:rsidRPr="003E4D35">
        <w:t>autre</w:t>
      </w:r>
      <w:r w:rsidR="00B97E5D">
        <w:t xml:space="preserve">, </w:t>
      </w:r>
      <w:r w:rsidRPr="003E4D35">
        <w:t>et il avait l</w:t>
      </w:r>
      <w:r w:rsidR="00B97E5D">
        <w:t>’</w:t>
      </w:r>
      <w:r w:rsidRPr="003E4D35">
        <w:t>air délivré</w:t>
      </w:r>
      <w:r w:rsidR="00B97E5D">
        <w:t xml:space="preserve">, </w:t>
      </w:r>
      <w:r w:rsidRPr="003E4D35">
        <w:t>comme s</w:t>
      </w:r>
      <w:r w:rsidR="00B97E5D">
        <w:t>’</w:t>
      </w:r>
      <w:r w:rsidRPr="003E4D35">
        <w:t>il allait profiter aussitôt de la r</w:t>
      </w:r>
      <w:r w:rsidRPr="003E4D35">
        <w:t>e</w:t>
      </w:r>
      <w:r w:rsidRPr="003E4D35">
        <w:t>cette dès qu</w:t>
      </w:r>
      <w:r w:rsidR="00B97E5D">
        <w:t>’</w:t>
      </w:r>
      <w:r w:rsidRPr="003E4D35">
        <w:t>il arriverait près de Saint-Augustin</w:t>
      </w:r>
      <w:r w:rsidR="00B97E5D">
        <w:t xml:space="preserve">, </w:t>
      </w:r>
      <w:r w:rsidRPr="003E4D35">
        <w:t>sa paroisse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comme une modiste de Paris vous prend un chapeau de Limoges</w:t>
      </w:r>
      <w:r w:rsidR="00B97E5D">
        <w:t xml:space="preserve">, </w:t>
      </w:r>
      <w:r w:rsidRPr="003E4D35">
        <w:t>le chiffonne et vous en coiffe à nouveau</w:t>
      </w:r>
      <w:r w:rsidR="00B97E5D">
        <w:t xml:space="preserve">, </w:t>
      </w:r>
      <w:r w:rsidRPr="003E4D35">
        <w:t>il me rendit un pays élégant où je me connaissais à peine</w:t>
      </w:r>
      <w:r w:rsidR="00B97E5D">
        <w:t xml:space="preserve">. </w:t>
      </w:r>
      <w:r w:rsidRPr="003E4D35">
        <w:t>Dans chacun de mes bourgs médiocres</w:t>
      </w:r>
      <w:r w:rsidR="00B97E5D">
        <w:t xml:space="preserve">, </w:t>
      </w:r>
      <w:r w:rsidRPr="003E4D35">
        <w:t>il trouva le moyen de loger un grand homme</w:t>
      </w:r>
      <w:r w:rsidR="00B97E5D">
        <w:t xml:space="preserve"> ; </w:t>
      </w:r>
      <w:r w:rsidRPr="003E4D35">
        <w:t>cette province que je lui avais décrite</w:t>
      </w:r>
      <w:r w:rsidR="00B97E5D">
        <w:t xml:space="preserve">, </w:t>
      </w:r>
      <w:r w:rsidRPr="003E4D35">
        <w:t>toute fière</w:t>
      </w:r>
      <w:r w:rsidR="00B97E5D">
        <w:t xml:space="preserve"> (</w:t>
      </w:r>
      <w:r w:rsidRPr="003E4D35">
        <w:t>confuse maintenant</w:t>
      </w:r>
      <w:r w:rsidR="00B97E5D">
        <w:t xml:space="preserve">), </w:t>
      </w:r>
      <w:r w:rsidRPr="003E4D35">
        <w:t>éclairée à l</w:t>
      </w:r>
      <w:r w:rsidR="00B97E5D">
        <w:t>’</w:t>
      </w:r>
      <w:r w:rsidRPr="003E4D35">
        <w:t>électricité jusque dans les m</w:t>
      </w:r>
      <w:r w:rsidRPr="003E4D35">
        <w:t>é</w:t>
      </w:r>
      <w:r w:rsidRPr="003E4D35">
        <w:t>tairies et les porcheries</w:t>
      </w:r>
      <w:r w:rsidR="00B97E5D">
        <w:t xml:space="preserve">, </w:t>
      </w:r>
      <w:r w:rsidRPr="003E4D35">
        <w:t>il l</w:t>
      </w:r>
      <w:r w:rsidR="00B97E5D">
        <w:t>’</w:t>
      </w:r>
      <w:r w:rsidRPr="003E4D35">
        <w:t>éclaira soudain</w:t>
      </w:r>
      <w:r w:rsidR="00B97E5D">
        <w:t xml:space="preserve">, </w:t>
      </w:r>
      <w:r w:rsidRPr="003E4D35">
        <w:t>lui</w:t>
      </w:r>
      <w:r w:rsidR="00B97E5D">
        <w:t xml:space="preserve">, </w:t>
      </w:r>
      <w:r w:rsidRPr="003E4D35">
        <w:t>au génie</w:t>
      </w:r>
      <w:r w:rsidR="00B97E5D">
        <w:t xml:space="preserve"> ; </w:t>
      </w:r>
      <w:r w:rsidRPr="003E4D35">
        <w:t>dans Limoges il logea Renoir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obligea à découvrir que mes grands-parents s</w:t>
      </w:r>
      <w:r w:rsidR="00B97E5D">
        <w:t>’</w:t>
      </w:r>
      <w:r w:rsidRPr="003E4D35">
        <w:t>étaient mariés alors qu</w:t>
      </w:r>
      <w:r w:rsidR="00B97E5D">
        <w:t>’</w:t>
      </w:r>
      <w:r w:rsidRPr="003E4D35">
        <w:t>il y peignait la porcelaine</w:t>
      </w:r>
      <w:r w:rsidR="00B97E5D">
        <w:t xml:space="preserve"> ; </w:t>
      </w:r>
      <w:r w:rsidRPr="003E4D35">
        <w:t>que leurs services à café et de table avaient été décorés</w:t>
      </w:r>
      <w:r w:rsidR="00B97E5D">
        <w:t xml:space="preserve">, </w:t>
      </w:r>
      <w:r w:rsidRPr="003E4D35">
        <w:t>sûrement</w:t>
      </w:r>
      <w:r w:rsidR="00B97E5D">
        <w:t xml:space="preserve">, </w:t>
      </w:r>
      <w:r w:rsidRPr="003E4D35">
        <w:t>par Renoir</w:t>
      </w:r>
      <w:r w:rsidR="00B97E5D">
        <w:t xml:space="preserve"> ; </w:t>
      </w:r>
      <w:r w:rsidRPr="003E4D35">
        <w:t>dans Bellac même</w:t>
      </w:r>
      <w:r w:rsidR="00B97E5D">
        <w:t xml:space="preserve">, </w:t>
      </w:r>
      <w:r w:rsidRPr="003E4D35">
        <w:t>La Fontaine</w:t>
      </w:r>
      <w:r w:rsidR="00B97E5D">
        <w:t xml:space="preserve">, </w:t>
      </w:r>
      <w:r w:rsidRPr="003E4D35">
        <w:t>qui y aima une jeune veuve</w:t>
      </w:r>
      <w:r w:rsidR="00B97E5D">
        <w:t xml:space="preserve">, </w:t>
      </w:r>
      <w:r w:rsidRPr="003E4D35">
        <w:t>fort probablement</w:t>
      </w:r>
      <w:r w:rsidR="00B97E5D">
        <w:t xml:space="preserve">, </w:t>
      </w:r>
      <w:r w:rsidRPr="003E4D35">
        <w:t>disait-il</w:t>
      </w:r>
      <w:r w:rsidR="00B97E5D">
        <w:t xml:space="preserve">, </w:t>
      </w:r>
      <w:r w:rsidRPr="003E4D35">
        <w:t>mon aïeule</w:t>
      </w:r>
      <w:r w:rsidR="00B97E5D">
        <w:t xml:space="preserve"> ; </w:t>
      </w:r>
      <w:r w:rsidRPr="003E4D35">
        <w:t>dans Be</w:t>
      </w:r>
      <w:r w:rsidRPr="003E4D35">
        <w:t>s</w:t>
      </w:r>
      <w:r w:rsidRPr="003E4D35">
        <w:t>sines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 xml:space="preserve">Anglais Young et la Danoise </w:t>
      </w:r>
      <w:proofErr w:type="spellStart"/>
      <w:r w:rsidRPr="003E4D35">
        <w:t>Yversen</w:t>
      </w:r>
      <w:proofErr w:type="spellEnd"/>
      <w:r w:rsidR="00B97E5D">
        <w:t xml:space="preserve">, </w:t>
      </w:r>
      <w:r w:rsidRPr="003E4D35">
        <w:t>l</w:t>
      </w:r>
      <w:r w:rsidR="00B97E5D">
        <w:t>’</w:t>
      </w:r>
      <w:r w:rsidRPr="003E4D35">
        <w:t>amie de Chopin</w:t>
      </w:r>
      <w:r w:rsidR="00B97E5D">
        <w:t xml:space="preserve">, </w:t>
      </w:r>
      <w:r w:rsidRPr="003E4D35">
        <w:t>qui y aima un jeune bourgeois</w:t>
      </w:r>
      <w:r w:rsidR="00B97E5D">
        <w:t xml:space="preserve">, </w:t>
      </w:r>
      <w:r w:rsidRPr="003E4D35">
        <w:t>blond justement</w:t>
      </w:r>
      <w:r w:rsidR="00B97E5D">
        <w:t xml:space="preserve">, </w:t>
      </w:r>
      <w:r w:rsidRPr="003E4D35">
        <w:t>sans aucun doute mon grand-père</w:t>
      </w:r>
      <w:r w:rsidR="00B97E5D">
        <w:t xml:space="preserve"> ; </w:t>
      </w:r>
      <w:r w:rsidRPr="003E4D35">
        <w:t>de sorte qu</w:t>
      </w:r>
      <w:r w:rsidR="00B97E5D">
        <w:t>’</w:t>
      </w:r>
      <w:r w:rsidRPr="003E4D35">
        <w:t>à ses yeux je fus bientôt la seule descendante du plus grand des poètes de France et de la plus belle romantique d</w:t>
      </w:r>
      <w:r w:rsidR="00B97E5D">
        <w:t>’</w:t>
      </w:r>
      <w:r w:rsidRPr="003E4D35">
        <w:t>Europe</w:t>
      </w:r>
      <w:r w:rsidR="00B97E5D">
        <w:t xml:space="preserve">, </w:t>
      </w:r>
      <w:r w:rsidRPr="003E4D35">
        <w:t>et il me traitait comme telle</w:t>
      </w:r>
      <w:r w:rsidR="00B97E5D">
        <w:t xml:space="preserve">. </w:t>
      </w:r>
      <w:r w:rsidRPr="003E4D35">
        <w:t>Il t</w:t>
      </w:r>
      <w:r w:rsidRPr="003E4D35">
        <w:t>e</w:t>
      </w:r>
      <w:r w:rsidRPr="003E4D35">
        <w:t>nait les yeux fermés</w:t>
      </w:r>
      <w:r w:rsidR="00B97E5D">
        <w:t xml:space="preserve">, </w:t>
      </w:r>
      <w:r w:rsidRPr="003E4D35">
        <w:t>car le feu d</w:t>
      </w:r>
      <w:r w:rsidR="00B97E5D">
        <w:t>’</w:t>
      </w:r>
      <w:r w:rsidRPr="003E4D35">
        <w:t>artifice maintenant l</w:t>
      </w:r>
      <w:r w:rsidR="00B97E5D">
        <w:t>’</w:t>
      </w:r>
      <w:r w:rsidRPr="003E4D35">
        <w:t>excédait</w:t>
      </w:r>
      <w:r w:rsidR="00B97E5D">
        <w:t xml:space="preserve">. </w:t>
      </w:r>
      <w:r w:rsidRPr="003E4D35">
        <w:t>Moi</w:t>
      </w:r>
      <w:r w:rsidR="00B97E5D">
        <w:t xml:space="preserve">, </w:t>
      </w:r>
      <w:r w:rsidRPr="003E4D35">
        <w:t>je voyais des soleils tournant de gauche à droite</w:t>
      </w:r>
      <w:r w:rsidR="00B97E5D">
        <w:t xml:space="preserve">, </w:t>
      </w:r>
      <w:r w:rsidRPr="003E4D35">
        <w:t>des lunes tournant de droite à gauche</w:t>
      </w:r>
      <w:r w:rsidR="00B97E5D">
        <w:t xml:space="preserve">, </w:t>
      </w:r>
      <w:r w:rsidR="00B97E5D" w:rsidRPr="003E4D35">
        <w:t>Henri</w:t>
      </w:r>
      <w:r w:rsidR="00B97E5D">
        <w:t> </w:t>
      </w:r>
      <w:r w:rsidR="00B97E5D" w:rsidRPr="003E4D35">
        <w:t>IV</w:t>
      </w:r>
      <w:r w:rsidRPr="003E4D35">
        <w:t xml:space="preserve"> à cheval </w:t>
      </w:r>
      <w:r w:rsidRPr="003E4D35">
        <w:lastRenderedPageBreak/>
        <w:t>comme un fer à repasser sur la Seine toute lisse</w:t>
      </w:r>
      <w:r w:rsidR="00B97E5D">
        <w:t xml:space="preserve">. </w:t>
      </w:r>
      <w:r w:rsidRPr="003E4D35">
        <w:t>Il me parlait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une lumière aussi lointaine que celle d</w:t>
      </w:r>
      <w:r w:rsidR="00B97E5D">
        <w:t>’</w:t>
      </w:r>
      <w:r w:rsidRPr="003E4D35">
        <w:t>où les vieillards parlent à un enfant</w:t>
      </w:r>
      <w:r w:rsidR="00B97E5D">
        <w:t xml:space="preserve"> ; </w:t>
      </w:r>
      <w:r w:rsidRPr="003E4D35">
        <w:t>après un silence</w:t>
      </w:r>
      <w:r w:rsidR="00B97E5D">
        <w:t xml:space="preserve">, </w:t>
      </w:r>
      <w:r w:rsidRPr="003E4D35">
        <w:t>disant du bien de Bertrand de Born</w:t>
      </w:r>
      <w:r w:rsidR="00B97E5D">
        <w:t xml:space="preserve">, </w:t>
      </w:r>
      <w:r w:rsidRPr="003E4D35">
        <w:t>le troub</w:t>
      </w:r>
      <w:r w:rsidRPr="003E4D35">
        <w:t>a</w:t>
      </w:r>
      <w:r w:rsidRPr="003E4D35">
        <w:t>dour limousin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approuvant après tout de n</w:t>
      </w:r>
      <w:r w:rsidR="00B97E5D">
        <w:t>’</w:t>
      </w:r>
      <w:r w:rsidRPr="003E4D35">
        <w:t>avoir fait dans toute son œuvre qu</w:t>
      </w:r>
      <w:r w:rsidR="00B97E5D">
        <w:t>’</w:t>
      </w:r>
      <w:r w:rsidRPr="003E4D35">
        <w:t>une métaphore</w:t>
      </w:r>
      <w:r w:rsidR="00B97E5D">
        <w:t xml:space="preserve"> ; </w:t>
      </w:r>
      <w:r w:rsidRPr="003E4D35">
        <w:t>après un autre</w:t>
      </w:r>
      <w:r w:rsidR="00B97E5D">
        <w:t xml:space="preserve">, </w:t>
      </w:r>
      <w:r w:rsidRPr="003E4D35">
        <w:t>disant tout ce qui se peut dire d</w:t>
      </w:r>
      <w:r w:rsidR="00B97E5D">
        <w:t>’</w:t>
      </w:r>
      <w:r w:rsidRPr="003E4D35">
        <w:t>affectueux</w:t>
      </w:r>
      <w:r w:rsidR="00B97E5D">
        <w:t xml:space="preserve">, </w:t>
      </w:r>
      <w:r w:rsidRPr="003E4D35">
        <w:t>de sensible et d</w:t>
      </w:r>
      <w:r w:rsidR="00B97E5D">
        <w:t>’</w:t>
      </w:r>
      <w:r w:rsidRPr="003E4D35">
        <w:t xml:space="preserve">équitable sur le kaolin et la pâte </w:t>
      </w:r>
      <w:proofErr w:type="spellStart"/>
      <w:r w:rsidRPr="003E4D35">
        <w:t>mi-tendre</w:t>
      </w:r>
      <w:proofErr w:type="spellEnd"/>
      <w:r w:rsidR="00B97E5D">
        <w:t xml:space="preserve"> ; </w:t>
      </w:r>
      <w:r w:rsidRPr="003E4D35">
        <w:t>après un autre</w:t>
      </w:r>
      <w:r w:rsidR="00B97E5D">
        <w:t xml:space="preserve">, </w:t>
      </w:r>
      <w:r w:rsidRPr="003E4D35">
        <w:t>la vérité éternelle sur les saumons</w:t>
      </w:r>
      <w:r w:rsidR="00B97E5D">
        <w:t xml:space="preserve">, </w:t>
      </w:r>
      <w:r w:rsidRPr="003E4D35">
        <w:t>les châtaignes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étais vaguement heureuse et béate</w:t>
      </w:r>
      <w:r w:rsidR="00B97E5D">
        <w:t xml:space="preserve">, </w:t>
      </w:r>
      <w:r w:rsidRPr="003E4D35">
        <w:t>agitée mollement dans mon pays comme dans un berceau</w:t>
      </w:r>
      <w:r w:rsidR="00B97E5D">
        <w:t>.</w:t>
      </w:r>
    </w:p>
    <w:p w14:paraId="209F5675" w14:textId="77777777" w:rsidR="00B97E5D" w:rsidRDefault="00F225BE" w:rsidP="00F225BE">
      <w:r w:rsidRPr="003E4D35">
        <w:t>Des brûlots suivaient maintenant la Seine</w:t>
      </w:r>
      <w:r w:rsidR="00B97E5D">
        <w:t xml:space="preserve"> ; </w:t>
      </w:r>
      <w:r w:rsidRPr="003E4D35">
        <w:t>Paris était att</w:t>
      </w:r>
      <w:r w:rsidRPr="003E4D35">
        <w:t>a</w:t>
      </w:r>
      <w:r w:rsidRPr="003E4D35">
        <w:t>qué par un faux incendie</w:t>
      </w:r>
      <w:r w:rsidR="00B97E5D">
        <w:t xml:space="preserve">, </w:t>
      </w:r>
      <w:r w:rsidRPr="003E4D35">
        <w:t>couvert d</w:t>
      </w:r>
      <w:r w:rsidR="00B97E5D">
        <w:t>’</w:t>
      </w:r>
      <w:r w:rsidRPr="003E4D35">
        <w:t>une vraie fumée</w:t>
      </w:r>
      <w:r w:rsidR="00B97E5D">
        <w:t xml:space="preserve">, </w:t>
      </w:r>
      <w:r w:rsidRPr="003E4D35">
        <w:t>et les o</w:t>
      </w:r>
      <w:r w:rsidRPr="003E4D35">
        <w:t>m</w:t>
      </w:r>
      <w:r w:rsidRPr="003E4D35">
        <w:t>bres de ses monuments se consumaient une par une</w:t>
      </w:r>
      <w:r w:rsidR="00B97E5D">
        <w:t xml:space="preserve">. </w:t>
      </w:r>
      <w:r w:rsidRPr="003E4D35">
        <w:t xml:space="preserve">Le petit </w:t>
      </w:r>
      <w:proofErr w:type="spellStart"/>
      <w:r w:rsidRPr="003E4D35">
        <w:t>Sarignon</w:t>
      </w:r>
      <w:proofErr w:type="spellEnd"/>
      <w:r w:rsidRPr="003E4D35">
        <w:t xml:space="preserve"> m</w:t>
      </w:r>
      <w:r w:rsidR="00B97E5D">
        <w:t>’</w:t>
      </w:r>
      <w:r w:rsidRPr="003E4D35">
        <w:t>avait pris le bras et me disait</w:t>
      </w:r>
      <w:r w:rsidR="00B97E5D">
        <w:t xml:space="preserve">, </w:t>
      </w:r>
      <w:r w:rsidRPr="003E4D35">
        <w:t>je ne sais pourquoi</w:t>
      </w:r>
      <w:r w:rsidR="00B97E5D">
        <w:t xml:space="preserve">, </w:t>
      </w:r>
      <w:r w:rsidRPr="003E4D35">
        <w:t>tout ce par quoi l</w:t>
      </w:r>
      <w:r w:rsidR="00B97E5D">
        <w:t>’</w:t>
      </w:r>
      <w:r w:rsidRPr="003E4D35">
        <w:t>on console les rois qui abdiquent</w:t>
      </w:r>
      <w:r w:rsidR="00B97E5D">
        <w:t xml:space="preserve"> (</w:t>
      </w:r>
      <w:r w:rsidRPr="003E4D35">
        <w:t>excepté les rois de France</w:t>
      </w:r>
      <w:r w:rsidR="00B97E5D">
        <w:t xml:space="preserve">), </w:t>
      </w:r>
      <w:r w:rsidRPr="003E4D35">
        <w:t>que Paris seul est beau</w:t>
      </w:r>
      <w:r w:rsidR="00B97E5D">
        <w:t xml:space="preserve">, – </w:t>
      </w:r>
      <w:r w:rsidRPr="003E4D35">
        <w:t>Paris et Versailles</w:t>
      </w:r>
      <w:r w:rsidR="00B97E5D">
        <w:t xml:space="preserve">, – </w:t>
      </w:r>
      <w:r w:rsidRPr="003E4D35">
        <w:t>Paris</w:t>
      </w:r>
      <w:r w:rsidR="00B97E5D">
        <w:t xml:space="preserve">, </w:t>
      </w:r>
      <w:r w:rsidRPr="003E4D35">
        <w:t>Versailles et Marly</w:t>
      </w:r>
      <w:r w:rsidR="00B97E5D">
        <w:t xml:space="preserve"> ; </w:t>
      </w:r>
      <w:r w:rsidRPr="003E4D35">
        <w:t>il ne pouvait plus s</w:t>
      </w:r>
      <w:r w:rsidR="00B97E5D">
        <w:t>’</w:t>
      </w:r>
      <w:r w:rsidRPr="003E4D35">
        <w:t>arrêter</w:t>
      </w:r>
      <w:r w:rsidR="00B97E5D">
        <w:t xml:space="preserve"> : </w:t>
      </w:r>
      <w:r w:rsidRPr="003E4D35">
        <w:t>Paris</w:t>
      </w:r>
      <w:r w:rsidR="00B97E5D">
        <w:t xml:space="preserve">, </w:t>
      </w:r>
      <w:r w:rsidRPr="003E4D35">
        <w:t>Versailles</w:t>
      </w:r>
      <w:r w:rsidR="00B97E5D">
        <w:t xml:space="preserve">, </w:t>
      </w:r>
      <w:r w:rsidRPr="003E4D35">
        <w:t>Marly</w:t>
      </w:r>
      <w:r w:rsidR="00B97E5D">
        <w:t xml:space="preserve">, </w:t>
      </w:r>
      <w:r w:rsidRPr="003E4D35">
        <w:t>Saint-Cloud</w:t>
      </w:r>
      <w:r w:rsidR="00B97E5D">
        <w:t xml:space="preserve">. </w:t>
      </w:r>
      <w:r w:rsidRPr="003E4D35">
        <w:t>Puis tout fut noir comme dans les beaux théâtres où l</w:t>
      </w:r>
      <w:r w:rsidR="00B97E5D">
        <w:t>’</w:t>
      </w:r>
      <w:r w:rsidRPr="003E4D35">
        <w:t>on change le décor sans baisser le rideau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avec le bruit des grandes eaux</w:t>
      </w:r>
      <w:r w:rsidR="00B97E5D">
        <w:t xml:space="preserve">, </w:t>
      </w:r>
      <w:r w:rsidRPr="003E4D35">
        <w:t>sous la pression de la nuit la plus comble</w:t>
      </w:r>
      <w:r w:rsidR="00B97E5D">
        <w:t xml:space="preserve">, </w:t>
      </w:r>
      <w:r w:rsidRPr="003E4D35">
        <w:t>tous les jets des pièces finales</w:t>
      </w:r>
      <w:r w:rsidR="00B97E5D">
        <w:t xml:space="preserve">, </w:t>
      </w:r>
      <w:r w:rsidRPr="003E4D35">
        <w:t>fontaines parties des points les plus pétrifiés de Paris</w:t>
      </w:r>
      <w:r w:rsidR="00B97E5D">
        <w:t xml:space="preserve">, </w:t>
      </w:r>
      <w:r w:rsidRPr="003E4D35">
        <w:t>du plâtre de Montmartre</w:t>
      </w:r>
      <w:r w:rsidR="00B97E5D">
        <w:t xml:space="preserve">, </w:t>
      </w:r>
      <w:r w:rsidRPr="003E4D35">
        <w:t>du pavé du Pont-Neuf</w:t>
      </w:r>
      <w:r w:rsidR="00B97E5D">
        <w:t xml:space="preserve">, </w:t>
      </w:r>
      <w:r w:rsidRPr="003E4D35">
        <w:t>du marbre du Père-Lachaise</w:t>
      </w:r>
      <w:r w:rsidR="00B97E5D">
        <w:t xml:space="preserve">, </w:t>
      </w:r>
      <w:r w:rsidRPr="003E4D35">
        <w:t>jaillirent</w:t>
      </w:r>
      <w:r w:rsidR="00B97E5D">
        <w:t xml:space="preserve">. </w:t>
      </w:r>
      <w:r w:rsidRPr="003E4D35">
        <w:t>Tant d</w:t>
      </w:r>
      <w:r w:rsidR="00B97E5D">
        <w:t>’</w:t>
      </w:r>
      <w:r w:rsidRPr="003E4D35">
        <w:t>éclairs luxueux</w:t>
      </w:r>
      <w:r w:rsidR="00B97E5D">
        <w:t xml:space="preserve">, </w:t>
      </w:r>
      <w:r w:rsidRPr="003E4D35">
        <w:t>tant d</w:t>
      </w:r>
      <w:r w:rsidR="00B97E5D">
        <w:t>’</w:t>
      </w:r>
      <w:r w:rsidRPr="003E4D35">
        <w:t>éclairs artificiels remuaient i</w:t>
      </w:r>
      <w:r w:rsidRPr="003E4D35">
        <w:t>m</w:t>
      </w:r>
      <w:r w:rsidRPr="003E4D35">
        <w:t>perceptiblement en moi</w:t>
      </w:r>
      <w:r w:rsidR="00B97E5D">
        <w:t xml:space="preserve">, </w:t>
      </w:r>
      <w:r w:rsidRPr="003E4D35">
        <w:t>mais du moins remuaient</w:t>
      </w:r>
      <w:r w:rsidR="00B97E5D">
        <w:t xml:space="preserve">, </w:t>
      </w:r>
      <w:r w:rsidRPr="003E4D35">
        <w:t>tout ce qu</w:t>
      </w:r>
      <w:r w:rsidR="00B97E5D">
        <w:t>’</w:t>
      </w:r>
      <w:r w:rsidRPr="003E4D35">
        <w:t>y réveillait un seul vrai éclair d</w:t>
      </w:r>
      <w:r w:rsidR="00B97E5D">
        <w:t>’</w:t>
      </w:r>
      <w:r w:rsidRPr="003E4D35">
        <w:t>orage à Bellac</w:t>
      </w:r>
      <w:r w:rsidR="00B97E5D">
        <w:t xml:space="preserve">, </w:t>
      </w:r>
      <w:r w:rsidRPr="003E4D35">
        <w:t>ces désirs</w:t>
      </w:r>
      <w:r w:rsidR="00B97E5D">
        <w:t xml:space="preserve">, </w:t>
      </w:r>
      <w:r w:rsidRPr="003E4D35">
        <w:t>ce m</w:t>
      </w:r>
      <w:r w:rsidRPr="003E4D35">
        <w:t>i</w:t>
      </w:r>
      <w:r w:rsidRPr="003E4D35">
        <w:t>nimum de désirs</w:t>
      </w:r>
      <w:r w:rsidR="00B97E5D">
        <w:t xml:space="preserve">, </w:t>
      </w:r>
      <w:proofErr w:type="spellStart"/>
      <w:r w:rsidRPr="003E4D35">
        <w:t>Sarignon</w:t>
      </w:r>
      <w:proofErr w:type="spellEnd"/>
      <w:r w:rsidRPr="003E4D35">
        <w:t xml:space="preserve"> chéri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une vingtième mort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troisième sexe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une millième vie</w:t>
      </w:r>
      <w:r w:rsidR="00B97E5D">
        <w:t xml:space="preserve">. </w:t>
      </w:r>
      <w:r w:rsidRPr="003E4D35">
        <w:t xml:space="preserve">Avec le vieil explorateur dans notre dos qui tressait à la dérobée les cheveux de </w:t>
      </w:r>
      <w:proofErr w:type="spellStart"/>
      <w:r w:rsidRPr="003E4D35">
        <w:t>Ceorelle</w:t>
      </w:r>
      <w:proofErr w:type="spellEnd"/>
      <w:r w:rsidRPr="003E4D35">
        <w:t xml:space="preserve"> co</w:t>
      </w:r>
      <w:r w:rsidRPr="003E4D35">
        <w:t>m</w:t>
      </w:r>
      <w:r w:rsidRPr="003E4D35">
        <w:t>me les lutins le font aux crinières des pouliches</w:t>
      </w:r>
      <w:r w:rsidR="00B97E5D">
        <w:t xml:space="preserve"> ; </w:t>
      </w:r>
      <w:r w:rsidRPr="003E4D35">
        <w:t>avec Simon et Anne qui me souriaient</w:t>
      </w:r>
      <w:r w:rsidR="00B97E5D">
        <w:t xml:space="preserve">, </w:t>
      </w:r>
      <w:r w:rsidRPr="003E4D35">
        <w:t>tantôt rouges</w:t>
      </w:r>
      <w:r w:rsidR="00B97E5D">
        <w:t xml:space="preserve">, </w:t>
      </w:r>
      <w:r w:rsidRPr="003E4D35">
        <w:t>ou vert</w:t>
      </w:r>
      <w:r w:rsidR="00B97E5D">
        <w:t xml:space="preserve">, </w:t>
      </w:r>
      <w:r w:rsidRPr="003E4D35">
        <w:t>ou bleus</w:t>
      </w:r>
      <w:r w:rsidR="00B97E5D">
        <w:t xml:space="preserve">, </w:t>
      </w:r>
      <w:r w:rsidRPr="003E4D35">
        <w:t>comme des états différents de l</w:t>
      </w:r>
      <w:r w:rsidR="00B97E5D">
        <w:t>’</w:t>
      </w:r>
      <w:r w:rsidRPr="003E4D35">
        <w:t>amitié</w:t>
      </w:r>
      <w:r w:rsidR="00B97E5D">
        <w:t xml:space="preserve"> ; </w:t>
      </w:r>
      <w:r w:rsidRPr="003E4D35">
        <w:t>entre Marie Belliard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on d</w:t>
      </w:r>
      <w:r w:rsidRPr="003E4D35">
        <w:t>i</w:t>
      </w:r>
      <w:r w:rsidRPr="003E4D35">
        <w:t xml:space="preserve">sait un peu </w:t>
      </w:r>
      <w:r w:rsidRPr="003E4D35">
        <w:lastRenderedPageBreak/>
        <w:t>menteuse</w:t>
      </w:r>
      <w:r w:rsidR="00B97E5D">
        <w:t xml:space="preserve">, </w:t>
      </w:r>
      <w:r w:rsidRPr="003E4D35">
        <w:t>qui me murmurait</w:t>
      </w:r>
      <w:r w:rsidR="00B97E5D">
        <w:t> : « </w:t>
      </w:r>
      <w:r w:rsidRPr="003E4D35">
        <w:t>Je vous déteste</w:t>
      </w:r>
      <w:r w:rsidR="00B97E5D">
        <w:t xml:space="preserve"> », </w:t>
      </w:r>
      <w:r w:rsidRPr="003E4D35">
        <w:t xml:space="preserve">qui embaumait </w:t>
      </w:r>
      <w:r w:rsidR="00B97E5D">
        <w:t>« </w:t>
      </w:r>
      <w:r w:rsidRPr="003E4D35">
        <w:t>Un jour d</w:t>
      </w:r>
      <w:r w:rsidR="00B97E5D">
        <w:t>’</w:t>
      </w:r>
      <w:r w:rsidRPr="003E4D35">
        <w:t>autrefois</w:t>
      </w:r>
      <w:r w:rsidR="00B97E5D">
        <w:t xml:space="preserve"> », </w:t>
      </w:r>
      <w:r w:rsidRPr="003E4D35">
        <w:t>parfum sur elle prome</w:t>
      </w:r>
      <w:r w:rsidRPr="003E4D35">
        <w:t>t</w:t>
      </w:r>
      <w:r w:rsidRPr="003E4D35">
        <w:t>teur</w:t>
      </w:r>
      <w:r w:rsidR="00B97E5D">
        <w:t xml:space="preserve">, </w:t>
      </w:r>
      <w:r w:rsidRPr="003E4D35">
        <w:t>et le petit duc qui cette fois me donnait avec une seule vraie larme dans un seul œil tous ces avis pratiques qu</w:t>
      </w:r>
      <w:r w:rsidR="00B97E5D">
        <w:t>’</w:t>
      </w:r>
      <w:r w:rsidRPr="003E4D35">
        <w:t>on donne aux rois qui prennent le pouvoir</w:t>
      </w:r>
      <w:r w:rsidR="00B97E5D">
        <w:t xml:space="preserve">, </w:t>
      </w:r>
      <w:r w:rsidRPr="003E4D35">
        <w:t>que la beauté seule est belle</w:t>
      </w:r>
      <w:r w:rsidR="00B97E5D">
        <w:t xml:space="preserve">, </w:t>
      </w:r>
      <w:r w:rsidRPr="003E4D35">
        <w:t>le vrai seul est vrai</w:t>
      </w:r>
      <w:r w:rsidR="00B97E5D">
        <w:t xml:space="preserve"> ; </w:t>
      </w:r>
      <w:r w:rsidRPr="003E4D35">
        <w:t>avec Curnonsky au coin</w:t>
      </w:r>
      <w:r w:rsidR="00B97E5D">
        <w:t xml:space="preserve">, </w:t>
      </w:r>
      <w:r w:rsidRPr="003E4D35">
        <w:t>à droite</w:t>
      </w:r>
      <w:r w:rsidR="00B97E5D">
        <w:t xml:space="preserve">, </w:t>
      </w:r>
      <w:r w:rsidRPr="003E4D35">
        <w:t>cherchant au lorgnon la signature de cette nuit</w:t>
      </w:r>
      <w:r w:rsidR="00B97E5D">
        <w:t xml:space="preserve"> ; </w:t>
      </w:r>
      <w:r w:rsidRPr="003E4D35">
        <w:t>avec toutes ces maisons au bord de l</w:t>
      </w:r>
      <w:r w:rsidR="00B97E5D">
        <w:t>’</w:t>
      </w:r>
      <w:r w:rsidRPr="003E4D35">
        <w:t>eau portant tous leurs habitants dans l</w:t>
      </w:r>
      <w:r w:rsidR="00B97E5D">
        <w:t>’</w:t>
      </w:r>
      <w:r w:rsidRPr="003E4D35">
        <w:t>angle de leur plus haute terrasse comme si elles allaient plonger et s</w:t>
      </w:r>
      <w:r w:rsidR="00B97E5D">
        <w:t>’</w:t>
      </w:r>
      <w:r w:rsidRPr="003E4D35">
        <w:t>en d</w:t>
      </w:r>
      <w:r w:rsidRPr="003E4D35">
        <w:t>é</w:t>
      </w:r>
      <w:r w:rsidRPr="003E4D35">
        <w:t>barrasser pour toujours</w:t>
      </w:r>
      <w:r w:rsidR="00B97E5D">
        <w:t xml:space="preserve"> ; </w:t>
      </w:r>
      <w:r w:rsidRPr="003E4D35">
        <w:t>avec des femmes criant vers nous de la rue comme elles crient des fenêtres à ceux du sol pendant les vrais incendies</w:t>
      </w:r>
      <w:r w:rsidR="00B97E5D">
        <w:t xml:space="preserve"> ; </w:t>
      </w:r>
      <w:r w:rsidRPr="003E4D35">
        <w:t>alors</w:t>
      </w:r>
      <w:r w:rsidR="00B97E5D">
        <w:t xml:space="preserve">, </w:t>
      </w:r>
      <w:r w:rsidRPr="003E4D35">
        <w:t>avec Toulet près de moi comme Asm</w:t>
      </w:r>
      <w:r w:rsidRPr="003E4D35">
        <w:t>o</w:t>
      </w:r>
      <w:r w:rsidRPr="003E4D35">
        <w:t>dée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attendais je ne sais quelle science subite et infernale de Paris</w:t>
      </w:r>
      <w:r w:rsidR="00B97E5D">
        <w:t xml:space="preserve">, </w:t>
      </w:r>
      <w:r w:rsidRPr="003E4D35">
        <w:t>et en effet il leva le bras</w:t>
      </w:r>
      <w:r w:rsidR="00B97E5D">
        <w:t xml:space="preserve">, </w:t>
      </w:r>
      <w:r w:rsidRPr="003E4D35">
        <w:t>et il</w:t>
      </w:r>
      <w:r w:rsidR="00B97E5D">
        <w:t xml:space="preserve">… </w:t>
      </w:r>
      <w:r w:rsidRPr="003E4D35">
        <w:t>Hélas</w:t>
      </w:r>
      <w:r w:rsidR="00B97E5D">
        <w:t xml:space="preserve"> ! </w:t>
      </w:r>
      <w:r w:rsidRPr="003E4D35">
        <w:t>la nuit revint</w:t>
      </w:r>
      <w:r w:rsidR="00B97E5D">
        <w:t xml:space="preserve"> ; </w:t>
      </w:r>
      <w:r w:rsidRPr="003E4D35">
        <w:t>l</w:t>
      </w:r>
      <w:r w:rsidR="00B97E5D">
        <w:t>’</w:t>
      </w:r>
      <w:r w:rsidRPr="003E4D35">
        <w:t>on n</w:t>
      </w:r>
      <w:r w:rsidR="00B97E5D">
        <w:t>’</w:t>
      </w:r>
      <w:r w:rsidRPr="003E4D35">
        <w:t>entendit plus que les aboiements d</w:t>
      </w:r>
      <w:r w:rsidR="00B97E5D">
        <w:t>’</w:t>
      </w:r>
      <w:r w:rsidRPr="003E4D35">
        <w:t>un chien</w:t>
      </w:r>
      <w:r w:rsidR="00B97E5D">
        <w:t xml:space="preserve">, </w:t>
      </w:r>
      <w:r w:rsidRPr="003E4D35">
        <w:t>comme à la ca</w:t>
      </w:r>
      <w:r w:rsidRPr="003E4D35">
        <w:t>m</w:t>
      </w:r>
      <w:r w:rsidRPr="003E4D35">
        <w:t>pagne</w:t>
      </w:r>
      <w:r w:rsidR="00B97E5D">
        <w:t xml:space="preserve">, </w:t>
      </w:r>
      <w:r w:rsidRPr="003E4D35">
        <w:t>et tous les astronomes déjà s</w:t>
      </w:r>
      <w:r w:rsidR="00B97E5D">
        <w:t>’</w:t>
      </w:r>
      <w:r w:rsidRPr="003E4D35">
        <w:t>empressaient vers leurs l</w:t>
      </w:r>
      <w:r w:rsidRPr="003E4D35">
        <w:t>u</w:t>
      </w:r>
      <w:r w:rsidRPr="003E4D35">
        <w:t>nettes pour les tourner sur un ciel si bien secoué</w:t>
      </w:r>
      <w:r w:rsidR="00B97E5D">
        <w:t>.</w:t>
      </w:r>
    </w:p>
    <w:p w14:paraId="5CECD3D1" w14:textId="77777777" w:rsidR="00B97E5D" w:rsidRDefault="00F225BE" w:rsidP="00F225BE">
      <w:r w:rsidRPr="003E4D35">
        <w:t>Tout le monde m</w:t>
      </w:r>
      <w:r w:rsidR="00B97E5D">
        <w:t>’</w:t>
      </w:r>
      <w:r w:rsidRPr="003E4D35">
        <w:t>accompagna</w:t>
      </w:r>
      <w:r w:rsidR="00B97E5D">
        <w:t xml:space="preserve">, </w:t>
      </w:r>
      <w:r w:rsidRPr="003E4D35">
        <w:t>car je partais pour Saint-Nazaire le lendemain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entendis</w:t>
      </w:r>
      <w:r w:rsidR="00B97E5D">
        <w:t xml:space="preserve">, </w:t>
      </w:r>
      <w:r w:rsidRPr="003E4D35">
        <w:t>en ouvrant ma fenêtre</w:t>
      </w:r>
      <w:r w:rsidR="00B97E5D">
        <w:t xml:space="preserve">, </w:t>
      </w:r>
      <w:r w:rsidRPr="003E4D35">
        <w:t>To</w:t>
      </w:r>
      <w:r w:rsidRPr="003E4D35">
        <w:t>u</w:t>
      </w:r>
      <w:r w:rsidRPr="003E4D35">
        <w:t>let qui frappait de sa canne en buis contre la canne en rhinoc</w:t>
      </w:r>
      <w:r w:rsidRPr="003E4D35">
        <w:t>é</w:t>
      </w:r>
      <w:r w:rsidRPr="003E4D35">
        <w:t>ros de l</w:t>
      </w:r>
      <w:r w:rsidR="00B97E5D">
        <w:t>’</w:t>
      </w:r>
      <w:r w:rsidRPr="003E4D35">
        <w:t>explorateur</w:t>
      </w:r>
      <w:r w:rsidR="00B97E5D">
        <w:t xml:space="preserve">, </w:t>
      </w:r>
      <w:r w:rsidRPr="003E4D35">
        <w:t>de toutes ses forces</w:t>
      </w:r>
      <w:r w:rsidR="00B97E5D">
        <w:t xml:space="preserve">, </w:t>
      </w:r>
      <w:r w:rsidRPr="003E4D35">
        <w:t>pour me dire un de</w:t>
      </w:r>
      <w:r w:rsidRPr="003E4D35">
        <w:t>r</w:t>
      </w:r>
      <w:r w:rsidRPr="003E4D35">
        <w:t>nier adieu et faire peur au loup</w:t>
      </w:r>
      <w:r w:rsidR="00B97E5D">
        <w:t>.</w:t>
      </w:r>
    </w:p>
    <w:p w14:paraId="1603F9DF" w14:textId="1BC48346" w:rsidR="00F225BE" w:rsidRPr="003E4D35" w:rsidRDefault="00F225BE" w:rsidP="00B97E5D">
      <w:pPr>
        <w:pStyle w:val="Titre1"/>
      </w:pPr>
      <w:bookmarkStart w:id="3" w:name="_Toc202201136"/>
      <w:r w:rsidRPr="003E4D35">
        <w:lastRenderedPageBreak/>
        <w:t>CHAPITRE TROISIÈME</w:t>
      </w:r>
      <w:bookmarkEnd w:id="3"/>
    </w:p>
    <w:p w14:paraId="3195A552" w14:textId="45CCEE0B" w:rsidR="00F225BE" w:rsidRPr="003E4D35" w:rsidRDefault="00B97E5D" w:rsidP="00B97E5D">
      <w:pPr>
        <w:pStyle w:val="Centr"/>
      </w:pPr>
      <w:r w:rsidRPr="003E4D35">
        <w:rPr>
          <w:noProof/>
        </w:rPr>
        <w:drawing>
          <wp:inline distT="0" distB="0" distL="0" distR="0" wp14:anchorId="0BAC5B82" wp14:editId="29FC1328">
            <wp:extent cx="3604872" cy="4356000"/>
            <wp:effectExtent l="0" t="0" r="0" b="6985"/>
            <wp:docPr id="5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983" cy="436580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A6676" w14:textId="77777777" w:rsidR="00B97E5D" w:rsidRDefault="004F0B20" w:rsidP="00F225BE">
      <w:r w:rsidRPr="003E4D35">
        <w:t>C</w:t>
      </w:r>
      <w:r w:rsidR="00B97E5D">
        <w:t>’</w:t>
      </w:r>
      <w:r w:rsidRPr="003E4D35">
        <w:t xml:space="preserve">était </w:t>
      </w:r>
      <w:r w:rsidR="00F225BE" w:rsidRPr="003E4D35">
        <w:t>dimanche</w:t>
      </w:r>
      <w:r w:rsidR="00B97E5D">
        <w:t xml:space="preserve">. </w:t>
      </w:r>
      <w:r w:rsidR="00F225BE" w:rsidRPr="003E4D35">
        <w:t>Échangeant leurs dieux</w:t>
      </w:r>
      <w:r w:rsidR="00B97E5D">
        <w:t xml:space="preserve">, </w:t>
      </w:r>
      <w:r w:rsidR="00F225BE" w:rsidRPr="003E4D35">
        <w:t>équipages a</w:t>
      </w:r>
      <w:r w:rsidR="00F225BE" w:rsidRPr="003E4D35">
        <w:t>l</w:t>
      </w:r>
      <w:r w:rsidR="00F225BE" w:rsidRPr="003E4D35">
        <w:t>laient entendre la messe dans les églises</w:t>
      </w:r>
      <w:r w:rsidR="00B97E5D">
        <w:t xml:space="preserve">, </w:t>
      </w:r>
      <w:r w:rsidR="00F225BE" w:rsidRPr="003E4D35">
        <w:t>et citadins aux paqu</w:t>
      </w:r>
      <w:r w:rsidR="00F225BE" w:rsidRPr="003E4D35">
        <w:t>e</w:t>
      </w:r>
      <w:r w:rsidR="00F225BE" w:rsidRPr="003E4D35">
        <w:t>bots</w:t>
      </w:r>
      <w:r w:rsidR="00B97E5D">
        <w:t xml:space="preserve">. </w:t>
      </w:r>
      <w:r w:rsidR="00F225BE" w:rsidRPr="003E4D35">
        <w:t>Je m</w:t>
      </w:r>
      <w:r w:rsidR="00B97E5D">
        <w:t>’</w:t>
      </w:r>
      <w:r w:rsidR="00F225BE" w:rsidRPr="003E4D35">
        <w:t>embarquais</w:t>
      </w:r>
      <w:r w:rsidR="00B97E5D">
        <w:t xml:space="preserve">. </w:t>
      </w:r>
      <w:r w:rsidR="00F225BE" w:rsidRPr="003E4D35">
        <w:t>Il y avait entre mon navire et le quai deux mètres d</w:t>
      </w:r>
      <w:r w:rsidR="00B97E5D">
        <w:t>’</w:t>
      </w:r>
      <w:r w:rsidR="00F225BE" w:rsidRPr="003E4D35">
        <w:t>océan incompressible et deux mètres de lumière entre l</w:t>
      </w:r>
      <w:r w:rsidR="00B97E5D">
        <w:t>’</w:t>
      </w:r>
      <w:r w:rsidR="00F225BE" w:rsidRPr="003E4D35">
        <w:t>extrême mer et l</w:t>
      </w:r>
      <w:r w:rsidR="00B97E5D">
        <w:t>’</w:t>
      </w:r>
      <w:r w:rsidR="00F225BE" w:rsidRPr="003E4D35">
        <w:t>horizon</w:t>
      </w:r>
      <w:r w:rsidR="00B97E5D">
        <w:t xml:space="preserve">. </w:t>
      </w:r>
      <w:r w:rsidR="00F225BE" w:rsidRPr="003E4D35">
        <w:t>Des voyageurs retour de D</w:t>
      </w:r>
      <w:r w:rsidR="00F225BE" w:rsidRPr="003E4D35">
        <w:t>a</w:t>
      </w:r>
      <w:r w:rsidR="00F225BE" w:rsidRPr="003E4D35">
        <w:t>mas qui partaient pour l</w:t>
      </w:r>
      <w:r w:rsidR="00B97E5D">
        <w:t>’</w:t>
      </w:r>
      <w:r w:rsidR="00F225BE" w:rsidRPr="003E4D35">
        <w:t>Océanie regardaient avec émoi</w:t>
      </w:r>
      <w:r w:rsidR="00B97E5D">
        <w:t xml:space="preserve">, </w:t>
      </w:r>
      <w:r w:rsidR="00F225BE" w:rsidRPr="003E4D35">
        <w:t>sy</w:t>
      </w:r>
      <w:r w:rsidR="00F225BE" w:rsidRPr="003E4D35">
        <w:t>m</w:t>
      </w:r>
      <w:r w:rsidR="00F225BE" w:rsidRPr="003E4D35">
        <w:t>bole de la vie errante</w:t>
      </w:r>
      <w:r w:rsidR="00B97E5D">
        <w:t xml:space="preserve">, </w:t>
      </w:r>
      <w:r w:rsidR="00F225BE" w:rsidRPr="003E4D35">
        <w:t>des mouettes qui n</w:t>
      </w:r>
      <w:r w:rsidR="00B97E5D">
        <w:t>’</w:t>
      </w:r>
      <w:r w:rsidR="00F225BE" w:rsidRPr="003E4D35">
        <w:t>avaient jamais quitté Saint-Nazaire</w:t>
      </w:r>
      <w:r w:rsidR="00B97E5D">
        <w:t xml:space="preserve">. </w:t>
      </w:r>
      <w:r w:rsidR="00F225BE" w:rsidRPr="003E4D35">
        <w:t>Le soleil étincelait</w:t>
      </w:r>
      <w:r w:rsidR="00B97E5D">
        <w:t xml:space="preserve">. </w:t>
      </w:r>
      <w:r w:rsidR="00F225BE" w:rsidRPr="003E4D35">
        <w:t>Les flammèches et les pavi</w:t>
      </w:r>
      <w:r w:rsidR="00F225BE" w:rsidRPr="003E4D35">
        <w:t>l</w:t>
      </w:r>
      <w:r w:rsidR="00F225BE" w:rsidRPr="003E4D35">
        <w:t>lons doublés pour le jour saint battaient l</w:t>
      </w:r>
      <w:r w:rsidR="00B97E5D">
        <w:t>’</w:t>
      </w:r>
      <w:r w:rsidR="00F225BE" w:rsidRPr="003E4D35">
        <w:t>air</w:t>
      </w:r>
      <w:r w:rsidR="00B97E5D">
        <w:t xml:space="preserve">, </w:t>
      </w:r>
      <w:r w:rsidR="00F225BE" w:rsidRPr="003E4D35">
        <w:t>et de chaque él</w:t>
      </w:r>
      <w:r w:rsidR="00F225BE" w:rsidRPr="003E4D35">
        <w:t>é</w:t>
      </w:r>
      <w:r w:rsidR="00F225BE" w:rsidRPr="003E4D35">
        <w:t>ment</w:t>
      </w:r>
      <w:r w:rsidR="00B97E5D">
        <w:t xml:space="preserve">, </w:t>
      </w:r>
      <w:r w:rsidR="00F225BE" w:rsidRPr="003E4D35">
        <w:t>de chaque être aussi l</w:t>
      </w:r>
      <w:r w:rsidR="00B97E5D">
        <w:t>’</w:t>
      </w:r>
      <w:r w:rsidR="00F225BE" w:rsidRPr="003E4D35">
        <w:t>on sentait doublée l</w:t>
      </w:r>
      <w:r w:rsidR="00B97E5D">
        <w:t>’</w:t>
      </w:r>
      <w:r w:rsidR="00F225BE" w:rsidRPr="003E4D35">
        <w:t>épithète</w:t>
      </w:r>
      <w:r w:rsidR="00B97E5D">
        <w:t xml:space="preserve">, </w:t>
      </w:r>
      <w:r w:rsidR="00F225BE" w:rsidRPr="003E4D35">
        <w:t>la même ép</w:t>
      </w:r>
      <w:r w:rsidR="00F225BE" w:rsidRPr="003E4D35">
        <w:t>i</w:t>
      </w:r>
      <w:r w:rsidR="00F225BE" w:rsidRPr="003E4D35">
        <w:t>thète</w:t>
      </w:r>
      <w:r w:rsidR="00B97E5D">
        <w:t xml:space="preserve"> ; </w:t>
      </w:r>
      <w:r w:rsidR="00F225BE" w:rsidRPr="003E4D35">
        <w:t>le navire était blanc</w:t>
      </w:r>
      <w:r w:rsidR="00B97E5D">
        <w:t xml:space="preserve">, </w:t>
      </w:r>
      <w:r w:rsidR="00F225BE" w:rsidRPr="003E4D35">
        <w:t>blanc</w:t>
      </w:r>
      <w:r w:rsidR="00B97E5D">
        <w:t xml:space="preserve"> ; </w:t>
      </w:r>
      <w:r w:rsidR="00F225BE" w:rsidRPr="003E4D35">
        <w:t>la mer bleue</w:t>
      </w:r>
      <w:r w:rsidR="00B97E5D">
        <w:t xml:space="preserve">, </w:t>
      </w:r>
      <w:r w:rsidR="00F225BE" w:rsidRPr="003E4D35">
        <w:t>bleue</w:t>
      </w:r>
      <w:r w:rsidR="00B97E5D">
        <w:t xml:space="preserve">. </w:t>
      </w:r>
      <w:r w:rsidR="00F225BE" w:rsidRPr="003E4D35">
        <w:t>Seule</w:t>
      </w:r>
      <w:r w:rsidR="00B97E5D">
        <w:t xml:space="preserve">, </w:t>
      </w:r>
      <w:r w:rsidR="00F225BE" w:rsidRPr="003E4D35">
        <w:t>abandonnée dans le dock</w:t>
      </w:r>
      <w:r w:rsidR="00B97E5D">
        <w:t xml:space="preserve">, </w:t>
      </w:r>
      <w:r w:rsidR="00F225BE" w:rsidRPr="003E4D35">
        <w:t>parmi ses bagages</w:t>
      </w:r>
      <w:r w:rsidR="00B97E5D">
        <w:t xml:space="preserve">, </w:t>
      </w:r>
      <w:r w:rsidR="00F225BE" w:rsidRPr="003E4D35">
        <w:t>une jolie petite femme</w:t>
      </w:r>
      <w:r w:rsidR="00B97E5D">
        <w:t xml:space="preserve">, </w:t>
      </w:r>
      <w:r w:rsidR="00F225BE" w:rsidRPr="003E4D35">
        <w:t>au lieu d</w:t>
      </w:r>
      <w:r w:rsidR="00B97E5D">
        <w:t>’</w:t>
      </w:r>
      <w:r w:rsidR="00F225BE" w:rsidRPr="003E4D35">
        <w:t xml:space="preserve">être </w:t>
      </w:r>
      <w:r w:rsidR="00F225BE" w:rsidRPr="003E4D35">
        <w:lastRenderedPageBreak/>
        <w:t>brune</w:t>
      </w:r>
      <w:r w:rsidR="00B97E5D">
        <w:t xml:space="preserve">, </w:t>
      </w:r>
      <w:r w:rsidR="00F225BE" w:rsidRPr="003E4D35">
        <w:t>brune</w:t>
      </w:r>
      <w:r w:rsidR="00B97E5D">
        <w:t xml:space="preserve">, </w:t>
      </w:r>
      <w:r w:rsidR="00F225BE" w:rsidRPr="003E4D35">
        <w:t>était brune</w:t>
      </w:r>
      <w:r w:rsidR="00B97E5D">
        <w:t xml:space="preserve">, </w:t>
      </w:r>
      <w:r w:rsidR="00F225BE" w:rsidRPr="003E4D35">
        <w:t>rose</w:t>
      </w:r>
      <w:r w:rsidR="00B97E5D">
        <w:t xml:space="preserve">. </w:t>
      </w:r>
      <w:r w:rsidR="00F225BE" w:rsidRPr="003E4D35">
        <w:t>Je lui pr</w:t>
      </w:r>
      <w:r w:rsidR="00F225BE" w:rsidRPr="003E4D35">
        <w:t>o</w:t>
      </w:r>
      <w:r w:rsidR="00F225BE" w:rsidRPr="003E4D35">
        <w:t>posai mon porteur</w:t>
      </w:r>
      <w:r w:rsidR="00B97E5D">
        <w:t xml:space="preserve">, </w:t>
      </w:r>
      <w:r w:rsidR="00F225BE" w:rsidRPr="003E4D35">
        <w:t>déchargé de ma grosse malle</w:t>
      </w:r>
      <w:r w:rsidR="00B97E5D">
        <w:t xml:space="preserve">, </w:t>
      </w:r>
      <w:r w:rsidR="00F225BE" w:rsidRPr="003E4D35">
        <w:t>et qui</w:t>
      </w:r>
      <w:r w:rsidR="00B97E5D">
        <w:t xml:space="preserve">, </w:t>
      </w:r>
      <w:r w:rsidR="00F225BE" w:rsidRPr="003E4D35">
        <w:t>de voir ces petits sacs</w:t>
      </w:r>
      <w:r w:rsidR="00B97E5D">
        <w:t xml:space="preserve">, </w:t>
      </w:r>
      <w:r w:rsidR="00F225BE" w:rsidRPr="003E4D35">
        <w:t>rapprochait déjà les bras comme un compas</w:t>
      </w:r>
      <w:r w:rsidR="00B97E5D">
        <w:t> :</w:t>
      </w:r>
    </w:p>
    <w:p w14:paraId="60FAF72F" w14:textId="77777777" w:rsidR="00B97E5D" w:rsidRDefault="00B97E5D" w:rsidP="00F225BE">
      <w:r>
        <w:t>— </w:t>
      </w:r>
      <w:r w:rsidR="00F225BE" w:rsidRPr="003E4D35">
        <w:t>Ma sœur Sofia en cherche un</w:t>
      </w:r>
      <w:r>
        <w:t xml:space="preserve">, – </w:t>
      </w:r>
      <w:r w:rsidR="00F225BE" w:rsidRPr="003E4D35">
        <w:t>répondit-elle</w:t>
      </w:r>
      <w:r>
        <w:t>.</w:t>
      </w:r>
    </w:p>
    <w:p w14:paraId="1E26C8F9" w14:textId="77777777" w:rsidR="00B97E5D" w:rsidRDefault="00F225BE" w:rsidP="00F225BE">
      <w:r w:rsidRPr="003E4D35">
        <w:t>Nourri de malles en beau cuir</w:t>
      </w:r>
      <w:r w:rsidR="00B97E5D">
        <w:t xml:space="preserve">, </w:t>
      </w:r>
      <w:r w:rsidRPr="003E4D35">
        <w:t>le navire tressaillait déjà et poussait de petits sifflements</w:t>
      </w:r>
      <w:r w:rsidR="00B97E5D">
        <w:t xml:space="preserve">. </w:t>
      </w:r>
      <w:r w:rsidRPr="003E4D35">
        <w:t>Je proposai d</w:t>
      </w:r>
      <w:r w:rsidR="00B97E5D">
        <w:t>’</w:t>
      </w:r>
      <w:r w:rsidRPr="003E4D35">
        <w:t>envoyer chercher Sofia</w:t>
      </w:r>
      <w:r w:rsidR="00B97E5D">
        <w:t>.</w:t>
      </w:r>
    </w:p>
    <w:p w14:paraId="6FB7B82F" w14:textId="77777777" w:rsidR="00B97E5D" w:rsidRDefault="00B97E5D" w:rsidP="00F225BE">
      <w:r>
        <w:t>— </w:t>
      </w:r>
      <w:r w:rsidR="00F225BE" w:rsidRPr="003E4D35">
        <w:t xml:space="preserve">Mon mari </w:t>
      </w:r>
      <w:proofErr w:type="spellStart"/>
      <w:r w:rsidR="00F225BE" w:rsidRPr="003E4D35">
        <w:t>Naki</w:t>
      </w:r>
      <w:proofErr w:type="spellEnd"/>
      <w:r w:rsidR="00F225BE" w:rsidRPr="003E4D35">
        <w:t xml:space="preserve"> la cherche</w:t>
      </w:r>
      <w:r>
        <w:t xml:space="preserve">, – </w:t>
      </w:r>
      <w:r w:rsidR="00F225BE" w:rsidRPr="003E4D35">
        <w:t>répondit-elle</w:t>
      </w:r>
      <w:r>
        <w:t>.</w:t>
      </w:r>
    </w:p>
    <w:p w14:paraId="08CEDDF2" w14:textId="77777777" w:rsidR="00B97E5D" w:rsidRDefault="00F225BE" w:rsidP="00F225BE">
      <w:r w:rsidRPr="003E4D35">
        <w:t>J</w:t>
      </w:r>
      <w:r w:rsidR="00B97E5D">
        <w:t>’</w:t>
      </w:r>
      <w:r w:rsidRPr="003E4D35">
        <w:t>attendis donc encore</w:t>
      </w:r>
      <w:r w:rsidR="00B97E5D">
        <w:t xml:space="preserve">. </w:t>
      </w:r>
      <w:r w:rsidRPr="003E4D35">
        <w:t>Puis je proposai d</w:t>
      </w:r>
      <w:r w:rsidR="00B97E5D">
        <w:t>’</w:t>
      </w:r>
      <w:r w:rsidRPr="003E4D35">
        <w:t xml:space="preserve">envoyer chercher </w:t>
      </w:r>
      <w:proofErr w:type="spellStart"/>
      <w:r w:rsidRPr="003E4D35">
        <w:t>Naki</w:t>
      </w:r>
      <w:proofErr w:type="spellEnd"/>
      <w:r w:rsidR="00B97E5D">
        <w:t>.</w:t>
      </w:r>
    </w:p>
    <w:p w14:paraId="4854C04B" w14:textId="77777777" w:rsidR="00B97E5D" w:rsidRDefault="00B97E5D" w:rsidP="00F225BE">
      <w:r>
        <w:t>— </w:t>
      </w:r>
      <w:proofErr w:type="spellStart"/>
      <w:r w:rsidR="00F225BE" w:rsidRPr="003E4D35">
        <w:t>Riko</w:t>
      </w:r>
      <w:proofErr w:type="spellEnd"/>
      <w:r w:rsidR="00F225BE" w:rsidRPr="003E4D35">
        <w:t xml:space="preserve"> le cherche</w:t>
      </w:r>
      <w:r>
        <w:t xml:space="preserve">, </w:t>
      </w:r>
      <w:r w:rsidR="00F225BE" w:rsidRPr="003E4D35">
        <w:t>mon beau-frère</w:t>
      </w:r>
      <w:r>
        <w:t xml:space="preserve">. </w:t>
      </w:r>
      <w:r w:rsidR="00F225BE" w:rsidRPr="003E4D35">
        <w:t>Nous avons un billet du sous-préfet pour la cabine du pont qu</w:t>
      </w:r>
      <w:r>
        <w:t>’</w:t>
      </w:r>
      <w:r w:rsidR="00F225BE" w:rsidRPr="003E4D35">
        <w:t xml:space="preserve">a déjà obtenue une fois mon cousin </w:t>
      </w:r>
      <w:proofErr w:type="spellStart"/>
      <w:r w:rsidR="00F225BE" w:rsidRPr="003E4D35">
        <w:t>Papo</w:t>
      </w:r>
      <w:proofErr w:type="spellEnd"/>
      <w:r>
        <w:t>…</w:t>
      </w:r>
    </w:p>
    <w:p w14:paraId="203AEA0D" w14:textId="77777777" w:rsidR="00B97E5D" w:rsidRDefault="00F225BE" w:rsidP="00F225BE">
      <w:r w:rsidRPr="003E4D35">
        <w:t>C</w:t>
      </w:r>
      <w:r w:rsidR="00B97E5D">
        <w:t>’</w:t>
      </w:r>
      <w:r w:rsidRPr="003E4D35">
        <w:t xml:space="preserve">est au mot </w:t>
      </w:r>
      <w:proofErr w:type="spellStart"/>
      <w:r w:rsidRPr="003E4D35">
        <w:t>Papo</w:t>
      </w:r>
      <w:proofErr w:type="spellEnd"/>
      <w:r w:rsidRPr="003E4D35">
        <w:t xml:space="preserve"> que je ne résistai plus</w:t>
      </w:r>
      <w:r w:rsidR="00B97E5D">
        <w:t xml:space="preserve">, </w:t>
      </w:r>
      <w:r w:rsidRPr="003E4D35">
        <w:t>que je fus agri</w:t>
      </w:r>
      <w:r w:rsidRPr="003E4D35">
        <w:t>p</w:t>
      </w:r>
      <w:r w:rsidRPr="003E4D35">
        <w:t>pée</w:t>
      </w:r>
      <w:r w:rsidR="00B97E5D">
        <w:t xml:space="preserve">, </w:t>
      </w:r>
      <w:r w:rsidRPr="003E4D35">
        <w:t>que cette petite Grecque me prit dans le rouage sans fin de ses parentés</w:t>
      </w:r>
      <w:r w:rsidR="00B97E5D">
        <w:t xml:space="preserve"> : </w:t>
      </w:r>
      <w:r w:rsidRPr="003E4D35">
        <w:t xml:space="preserve">je demandai si </w:t>
      </w:r>
      <w:proofErr w:type="spellStart"/>
      <w:r w:rsidRPr="003E4D35">
        <w:t>Papo</w:t>
      </w:r>
      <w:proofErr w:type="spellEnd"/>
      <w:r w:rsidRPr="003E4D35">
        <w:t xml:space="preserve"> était allé loin</w:t>
      </w:r>
      <w:r w:rsidR="00B97E5D">
        <w:t>.</w:t>
      </w:r>
    </w:p>
    <w:p w14:paraId="02E591F9" w14:textId="77777777" w:rsidR="00B97E5D" w:rsidRDefault="00B97E5D" w:rsidP="00F225BE">
      <w:r>
        <w:t>— </w:t>
      </w:r>
      <w:proofErr w:type="spellStart"/>
      <w:r w:rsidR="00F225BE" w:rsidRPr="003E4D35">
        <w:t>Papo</w:t>
      </w:r>
      <w:proofErr w:type="spellEnd"/>
      <w:r w:rsidR="00F225BE" w:rsidRPr="003E4D35">
        <w:t xml:space="preserve"> allait à Rancagua du Chili rejoindre Maria</w:t>
      </w:r>
      <w:r>
        <w:t xml:space="preserve">, </w:t>
      </w:r>
      <w:r w:rsidR="00F225BE" w:rsidRPr="003E4D35">
        <w:t>ma ta</w:t>
      </w:r>
      <w:r w:rsidR="00F225BE" w:rsidRPr="003E4D35">
        <w:t>n</w:t>
      </w:r>
      <w:r w:rsidR="00F225BE" w:rsidRPr="003E4D35">
        <w:t>te</w:t>
      </w:r>
      <w:r>
        <w:t xml:space="preserve">. </w:t>
      </w:r>
      <w:r w:rsidR="00F225BE" w:rsidRPr="003E4D35">
        <w:t>Elle habite maintenant Lima</w:t>
      </w:r>
      <w:r>
        <w:t>.</w:t>
      </w:r>
    </w:p>
    <w:p w14:paraId="5B8981F1" w14:textId="77777777" w:rsidR="00B97E5D" w:rsidRDefault="00B97E5D" w:rsidP="00F225BE">
      <w:r>
        <w:t>— </w:t>
      </w:r>
      <w:r w:rsidR="00F225BE" w:rsidRPr="003E4D35">
        <w:t>Elle s</w:t>
      </w:r>
      <w:r>
        <w:t>’</w:t>
      </w:r>
      <w:r w:rsidR="00F225BE" w:rsidRPr="003E4D35">
        <w:t>y plaît</w:t>
      </w:r>
      <w:r>
        <w:t> ?</w:t>
      </w:r>
    </w:p>
    <w:p w14:paraId="6793FA84" w14:textId="77777777" w:rsidR="00B97E5D" w:rsidRDefault="00F225BE" w:rsidP="00F225BE">
      <w:pPr>
        <w:rPr>
          <w:rFonts w:eastAsia="Georgia"/>
        </w:rPr>
      </w:pPr>
      <w:r w:rsidRPr="003E4D35">
        <w:t>C</w:t>
      </w:r>
      <w:r w:rsidR="00B97E5D">
        <w:t>’</w:t>
      </w:r>
      <w:r w:rsidRPr="003E4D35">
        <w:t>est ainsi que ma nouvelle amie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mot</w:t>
      </w:r>
      <w:r w:rsidR="00B97E5D">
        <w:t xml:space="preserve">, </w:t>
      </w:r>
      <w:r w:rsidRPr="003E4D35">
        <w:t>vous obligeait</w:t>
      </w:r>
      <w:r w:rsidR="00B97E5D">
        <w:t xml:space="preserve">, </w:t>
      </w:r>
      <w:r w:rsidRPr="003E4D35">
        <w:t>en une seconde</w:t>
      </w:r>
      <w:r w:rsidR="00B97E5D">
        <w:t xml:space="preserve">, </w:t>
      </w:r>
      <w:r w:rsidRPr="003E4D35">
        <w:t>à demander</w:t>
      </w:r>
      <w:r w:rsidR="00B97E5D">
        <w:t xml:space="preserve">, </w:t>
      </w:r>
      <w:r w:rsidRPr="003E4D35">
        <w:t>sous peine d</w:t>
      </w:r>
      <w:r w:rsidR="00B97E5D">
        <w:t>’</w:t>
      </w:r>
      <w:r w:rsidRPr="003E4D35">
        <w:t>être impoli</w:t>
      </w:r>
      <w:r w:rsidR="00B97E5D">
        <w:t xml:space="preserve">, </w:t>
      </w:r>
      <w:r w:rsidRPr="003E4D35">
        <w:t>les no</w:t>
      </w:r>
      <w:r w:rsidRPr="003E4D35">
        <w:t>u</w:t>
      </w:r>
      <w:r w:rsidRPr="003E4D35">
        <w:t>velles d</w:t>
      </w:r>
      <w:r w:rsidR="00B97E5D">
        <w:t>’</w:t>
      </w:r>
      <w:r w:rsidRPr="003E4D35">
        <w:t>une veuve de juge à Lima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pharmacien à Monastir</w:t>
      </w:r>
      <w:r w:rsidR="00B97E5D">
        <w:t xml:space="preserve">. </w:t>
      </w:r>
      <w:r w:rsidRPr="003E4D35">
        <w:t>Je dus donc écouter la dernière lettre de la tante Marika</w:t>
      </w:r>
      <w:r w:rsidR="00B97E5D">
        <w:t xml:space="preserve">, </w:t>
      </w:r>
      <w:r w:rsidRPr="003E4D35">
        <w:t>qui r</w:t>
      </w:r>
      <w:r w:rsidRPr="003E4D35">
        <w:t>a</w:t>
      </w:r>
      <w:r w:rsidRPr="003E4D35">
        <w:t>contait son voyage aux Andes et s</w:t>
      </w:r>
      <w:r w:rsidR="00B97E5D">
        <w:t>’</w:t>
      </w:r>
      <w:r w:rsidRPr="003E4D35">
        <w:t>extasiait d</w:t>
      </w:r>
      <w:r w:rsidR="00B97E5D">
        <w:t>’</w:t>
      </w:r>
      <w:r w:rsidRPr="003E4D35">
        <w:t>avoir vu tout un troupeau de lamas qui avait dormi sous la neige</w:t>
      </w:r>
      <w:r w:rsidR="00B97E5D">
        <w:t xml:space="preserve">, </w:t>
      </w:r>
      <w:r w:rsidRPr="003E4D35">
        <w:t>en surgir</w:t>
      </w:r>
      <w:r w:rsidR="00B97E5D">
        <w:t xml:space="preserve">, </w:t>
      </w:r>
      <w:r w:rsidRPr="003E4D35">
        <w:t>de ses hautes têtes que la foudre atteint plutôt que l</w:t>
      </w:r>
      <w:r w:rsidR="00B97E5D">
        <w:t>’</w:t>
      </w:r>
      <w:r w:rsidRPr="003E4D35">
        <w:t>homme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o</w:t>
      </w:r>
      <w:r w:rsidRPr="003E4D35">
        <w:t>n</w:t>
      </w:r>
      <w:r w:rsidRPr="003E4D35">
        <w:t>cle Lili avait photographié le rocher d</w:t>
      </w:r>
      <w:r w:rsidR="00B97E5D">
        <w:t>’</w:t>
      </w:r>
      <w:r w:rsidRPr="003E4D35">
        <w:t>où partirent les trois fr</w:t>
      </w:r>
      <w:r w:rsidRPr="003E4D35">
        <w:t>è</w:t>
      </w:r>
      <w:r w:rsidRPr="003E4D35">
        <w:t>res Incas</w:t>
      </w:r>
      <w:r w:rsidR="00B97E5D">
        <w:t xml:space="preserve">, </w:t>
      </w:r>
      <w:r w:rsidRPr="003E4D35">
        <w:t>dont le père</w:t>
      </w:r>
      <w:r w:rsidR="00B97E5D">
        <w:rPr>
          <w:rFonts w:eastAsia="Georgia"/>
        </w:rPr>
        <w:t>…</w:t>
      </w:r>
    </w:p>
    <w:p w14:paraId="6BDFE88A" w14:textId="77777777" w:rsidR="00B97E5D" w:rsidRDefault="00F225BE" w:rsidP="00F225BE">
      <w:r w:rsidRPr="003E4D35">
        <w:lastRenderedPageBreak/>
        <w:t xml:space="preserve">Car tout se ramenait pour </w:t>
      </w:r>
      <w:proofErr w:type="spellStart"/>
      <w:r w:rsidRPr="003E4D35">
        <w:t>Nenetza</w:t>
      </w:r>
      <w:proofErr w:type="spellEnd"/>
      <w:r w:rsidR="00B97E5D">
        <w:t xml:space="preserve">, </w:t>
      </w:r>
      <w:r w:rsidRPr="003E4D35">
        <w:t>dans l</w:t>
      </w:r>
      <w:r w:rsidR="00B97E5D">
        <w:t>’</w:t>
      </w:r>
      <w:r w:rsidRPr="003E4D35">
        <w:t>histoire ou dans le présent</w:t>
      </w:r>
      <w:r w:rsidR="00B97E5D">
        <w:t xml:space="preserve">, </w:t>
      </w:r>
      <w:r w:rsidRPr="003E4D35">
        <w:t>à des affaires de famille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des mouettes volant a</w:t>
      </w:r>
      <w:r w:rsidRPr="003E4D35">
        <w:t>u</w:t>
      </w:r>
      <w:r w:rsidRPr="003E4D35">
        <w:t>tour de nous</w:t>
      </w:r>
      <w:r w:rsidR="00B97E5D">
        <w:t xml:space="preserve">, </w:t>
      </w:r>
      <w:r w:rsidRPr="003E4D35">
        <w:t>elle distingua parmi elles le père</w:t>
      </w:r>
      <w:r w:rsidR="00B97E5D">
        <w:t xml:space="preserve">, </w:t>
      </w:r>
      <w:r w:rsidRPr="003E4D35">
        <w:t>la mère</w:t>
      </w:r>
      <w:r w:rsidR="00B97E5D">
        <w:t xml:space="preserve">, </w:t>
      </w:r>
      <w:r w:rsidRPr="003E4D35">
        <w:t>les e</w:t>
      </w:r>
      <w:r w:rsidRPr="003E4D35">
        <w:t>n</w:t>
      </w:r>
      <w:r w:rsidRPr="003E4D35">
        <w:t>fants</w:t>
      </w:r>
      <w:r w:rsidR="00B97E5D">
        <w:t xml:space="preserve">. </w:t>
      </w:r>
      <w:r w:rsidRPr="003E4D35">
        <w:t>Entre les bateaux qui venaient et sortaient</w:t>
      </w:r>
      <w:r w:rsidR="00B97E5D">
        <w:t xml:space="preserve">, </w:t>
      </w:r>
      <w:r w:rsidRPr="003E4D35">
        <w:t>elle semblait imaginer des liens aussi naturels que la conception et l</w:t>
      </w:r>
      <w:r w:rsidR="00B97E5D">
        <w:t>’</w:t>
      </w:r>
      <w:r w:rsidRPr="003E4D35">
        <w:t>enfa</w:t>
      </w:r>
      <w:r w:rsidRPr="003E4D35">
        <w:t>n</w:t>
      </w:r>
      <w:r w:rsidRPr="003E4D35">
        <w:t>tement</w:t>
      </w:r>
      <w:r w:rsidR="00B97E5D">
        <w:t xml:space="preserve">. </w:t>
      </w:r>
      <w:r w:rsidRPr="003E4D35">
        <w:t xml:space="preserve">Puis le beau </w:t>
      </w:r>
      <w:proofErr w:type="spellStart"/>
      <w:r w:rsidRPr="003E4D35">
        <w:t>Naki</w:t>
      </w:r>
      <w:proofErr w:type="spellEnd"/>
      <w:r w:rsidRPr="003E4D35">
        <w:t xml:space="preserve"> arriva</w:t>
      </w:r>
      <w:r w:rsidR="00B97E5D">
        <w:t xml:space="preserve">, </w:t>
      </w:r>
      <w:r w:rsidRPr="003E4D35">
        <w:t>deux fois haut et large comme elle et qui l</w:t>
      </w:r>
      <w:r w:rsidR="00B97E5D">
        <w:t>’</w:t>
      </w:r>
      <w:r w:rsidRPr="003E4D35">
        <w:t>ombrageait comme un mur</w:t>
      </w:r>
      <w:r w:rsidR="00B97E5D">
        <w:t xml:space="preserve">, </w:t>
      </w:r>
      <w:r w:rsidRPr="003E4D35">
        <w:t>avec une bonne âme dont on sentait aussi les flammèches doublées en ce beau d</w:t>
      </w:r>
      <w:r w:rsidRPr="003E4D35">
        <w:t>i</w:t>
      </w:r>
      <w:r w:rsidRPr="003E4D35">
        <w:t>manche</w:t>
      </w:r>
      <w:r w:rsidR="00B97E5D">
        <w:t xml:space="preserve"> : </w:t>
      </w:r>
      <w:r w:rsidRPr="003E4D35">
        <w:t>il était tranquille</w:t>
      </w:r>
      <w:r w:rsidR="00B97E5D">
        <w:t xml:space="preserve">, </w:t>
      </w:r>
      <w:r w:rsidRPr="003E4D35">
        <w:t>tranquille</w:t>
      </w:r>
      <w:r w:rsidR="00B97E5D">
        <w:t xml:space="preserve">, </w:t>
      </w:r>
      <w:r w:rsidRPr="003E4D35">
        <w:t>il était fort</w:t>
      </w:r>
      <w:r w:rsidR="00B97E5D">
        <w:t xml:space="preserve">. </w:t>
      </w:r>
      <w:r w:rsidRPr="003E4D35">
        <w:t>Mais sa fe</w:t>
      </w:r>
      <w:r w:rsidRPr="003E4D35">
        <w:t>m</w:t>
      </w:r>
      <w:r w:rsidRPr="003E4D35">
        <w:t xml:space="preserve">me </w:t>
      </w:r>
      <w:proofErr w:type="spellStart"/>
      <w:r w:rsidRPr="003E4D35">
        <w:t>Nenetza</w:t>
      </w:r>
      <w:proofErr w:type="spellEnd"/>
      <w:r w:rsidR="00B97E5D">
        <w:t xml:space="preserve">, </w:t>
      </w:r>
      <w:r w:rsidRPr="003E4D35">
        <w:t>son épouse</w:t>
      </w:r>
      <w:r w:rsidR="00B97E5D">
        <w:t xml:space="preserve">, </w:t>
      </w:r>
      <w:r w:rsidRPr="003E4D35">
        <w:t>sa compagne</w:t>
      </w:r>
      <w:r w:rsidR="00B97E5D">
        <w:t xml:space="preserve">, </w:t>
      </w:r>
      <w:r w:rsidRPr="003E4D35">
        <w:t>continuait à être douce</w:t>
      </w:r>
      <w:r w:rsidR="00B97E5D">
        <w:t xml:space="preserve">, </w:t>
      </w:r>
      <w:r w:rsidRPr="003E4D35">
        <w:t>acerbe</w:t>
      </w:r>
      <w:r w:rsidR="00B97E5D">
        <w:t xml:space="preserve">… </w:t>
      </w:r>
      <w:r w:rsidRPr="003E4D35">
        <w:t>Le temps d</w:t>
      </w:r>
      <w:r w:rsidR="00B97E5D">
        <w:t>’</w:t>
      </w:r>
      <w:r w:rsidRPr="003E4D35">
        <w:t xml:space="preserve">insulter </w:t>
      </w:r>
      <w:proofErr w:type="spellStart"/>
      <w:r w:rsidRPr="003E4D35">
        <w:t>Riko</w:t>
      </w:r>
      <w:proofErr w:type="spellEnd"/>
      <w:r w:rsidR="00B97E5D">
        <w:t xml:space="preserve">, </w:t>
      </w:r>
      <w:r w:rsidRPr="003E4D35">
        <w:t>de l</w:t>
      </w:r>
      <w:r w:rsidR="00B97E5D">
        <w:t>’</w:t>
      </w:r>
      <w:r w:rsidRPr="003E4D35">
        <w:t>embrasser quinze fois sur la bouche</w:t>
      </w:r>
      <w:r w:rsidR="00B97E5D">
        <w:t xml:space="preserve">, </w:t>
      </w:r>
      <w:r w:rsidRPr="003E4D35">
        <w:t>et elle bondit dans notre grosse cousine de navire</w:t>
      </w:r>
      <w:r w:rsidR="00B97E5D">
        <w:t xml:space="preserve">, </w:t>
      </w:r>
      <w:r w:rsidRPr="003E4D35">
        <w:t>dont toujours elle prononça le nom entier</w:t>
      </w:r>
      <w:r w:rsidR="00B97E5D">
        <w:t xml:space="preserve">, </w:t>
      </w:r>
      <w:r w:rsidRPr="003E4D35">
        <w:rPr>
          <w:i/>
          <w:iCs/>
        </w:rPr>
        <w:t>Amélie-Cécile-</w:t>
      </w:r>
      <w:proofErr w:type="spellStart"/>
      <w:r w:rsidRPr="003E4D35">
        <w:rPr>
          <w:i/>
          <w:iCs/>
        </w:rPr>
        <w:t>Rochameau</w:t>
      </w:r>
      <w:proofErr w:type="spellEnd"/>
      <w:r w:rsidR="00B97E5D">
        <w:rPr>
          <w:i/>
          <w:iCs/>
        </w:rPr>
        <w:t xml:space="preserve">, </w:t>
      </w:r>
      <w:r w:rsidRPr="003E4D35">
        <w:t>car elle ne donnait de diminutif d</w:t>
      </w:r>
      <w:r w:rsidR="00B97E5D">
        <w:t>’</w:t>
      </w:r>
      <w:r w:rsidRPr="003E4D35">
        <w:t>amitié ou d</w:t>
      </w:r>
      <w:r w:rsidR="00B97E5D">
        <w:t>’</w:t>
      </w:r>
      <w:r w:rsidRPr="003E4D35">
        <w:t>amour qu</w:t>
      </w:r>
      <w:r w:rsidR="00B97E5D">
        <w:t>’</w:t>
      </w:r>
      <w:r w:rsidRPr="003E4D35">
        <w:t>aux noms d</w:t>
      </w:r>
      <w:r w:rsidR="00B97E5D">
        <w:t>’</w:t>
      </w:r>
      <w:r w:rsidRPr="003E4D35">
        <w:t>homme</w:t>
      </w:r>
      <w:r w:rsidR="00B97E5D">
        <w:t xml:space="preserve">. </w:t>
      </w:r>
      <w:r w:rsidRPr="003E4D35">
        <w:t>Déjà filait à l</w:t>
      </w:r>
      <w:r w:rsidR="00B97E5D">
        <w:t>’</w:t>
      </w:r>
      <w:r w:rsidRPr="003E4D35">
        <w:t>avance vers le la</w:t>
      </w:r>
      <w:r w:rsidRPr="003E4D35">
        <w:t>r</w:t>
      </w:r>
      <w:r w:rsidRPr="003E4D35">
        <w:t>ge</w:t>
      </w:r>
      <w:r w:rsidR="00B97E5D">
        <w:t xml:space="preserve">, </w:t>
      </w:r>
      <w:r w:rsidRPr="003E4D35">
        <w:t>comme dans une petite course à pied entre amis pour contrôler votre arrivée</w:t>
      </w:r>
      <w:r w:rsidR="00B97E5D">
        <w:t xml:space="preserve">, </w:t>
      </w:r>
      <w:r w:rsidRPr="003E4D35">
        <w:t>un gros nuage</w:t>
      </w:r>
      <w:r w:rsidR="00B97E5D">
        <w:t>.</w:t>
      </w:r>
    </w:p>
    <w:p w14:paraId="0AF22473" w14:textId="77777777" w:rsidR="00B97E5D" w:rsidRDefault="00F225BE" w:rsidP="00F225BE">
      <w:r w:rsidRPr="003E4D35">
        <w:t xml:space="preserve">Je retrouvai </w:t>
      </w:r>
      <w:proofErr w:type="spellStart"/>
      <w:r w:rsidRPr="003E4D35">
        <w:t>Nenetza</w:t>
      </w:r>
      <w:proofErr w:type="spellEnd"/>
      <w:r w:rsidRPr="003E4D35">
        <w:t xml:space="preserve"> une heure plus tard</w:t>
      </w:r>
      <w:r w:rsidR="00B97E5D">
        <w:t xml:space="preserve">, </w:t>
      </w:r>
      <w:r w:rsidRPr="003E4D35">
        <w:t>accoudée au ba</w:t>
      </w:r>
      <w:r w:rsidRPr="003E4D35">
        <w:t>s</w:t>
      </w:r>
      <w:r w:rsidRPr="003E4D35">
        <w:t>tingage</w:t>
      </w:r>
      <w:r w:rsidR="00B97E5D">
        <w:t xml:space="preserve">, </w:t>
      </w:r>
      <w:r w:rsidRPr="003E4D35">
        <w:t>suivant les adieux</w:t>
      </w:r>
      <w:r w:rsidR="00B97E5D">
        <w:t xml:space="preserve">, </w:t>
      </w:r>
      <w:r w:rsidRPr="003E4D35">
        <w:t>insensible à des séparations qui semblaient déchirantes</w:t>
      </w:r>
      <w:r w:rsidR="00B97E5D">
        <w:t xml:space="preserve">, </w:t>
      </w:r>
      <w:r w:rsidRPr="003E4D35">
        <w:t>émue et atterrée devant des gens qui se pressaient simplement la main</w:t>
      </w:r>
      <w:r w:rsidR="00B97E5D">
        <w:t xml:space="preserve">, </w:t>
      </w:r>
      <w:r w:rsidRPr="003E4D35">
        <w:t>puisqu</w:t>
      </w:r>
      <w:r w:rsidR="00B97E5D">
        <w:t>’</w:t>
      </w:r>
      <w:r w:rsidRPr="003E4D35">
        <w:t>elle distinguait sans j</w:t>
      </w:r>
      <w:r w:rsidRPr="003E4D35">
        <w:t>a</w:t>
      </w:r>
      <w:r w:rsidRPr="003E4D35">
        <w:t>mais s</w:t>
      </w:r>
      <w:r w:rsidR="00B97E5D">
        <w:t>’</w:t>
      </w:r>
      <w:r w:rsidRPr="003E4D35">
        <w:t>y tromper les larmes filiales</w:t>
      </w:r>
      <w:r w:rsidR="00B97E5D">
        <w:t xml:space="preserve">, </w:t>
      </w:r>
      <w:r w:rsidRPr="003E4D35">
        <w:t>fraternelles ou seulement avunculaires</w:t>
      </w:r>
      <w:r w:rsidR="00B97E5D">
        <w:t xml:space="preserve">, – </w:t>
      </w:r>
      <w:r w:rsidRPr="003E4D35">
        <w:t>interrogeant et moi et le steward d</w:t>
      </w:r>
      <w:r w:rsidR="00B97E5D">
        <w:t>’</w:t>
      </w:r>
      <w:r w:rsidRPr="003E4D35">
        <w:t>une phrase pourtant simple mais qui ordonnait je ne sais quelle réponse poétique</w:t>
      </w:r>
      <w:r w:rsidR="00B97E5D">
        <w:t xml:space="preserve">, </w:t>
      </w:r>
      <w:r w:rsidRPr="003E4D35">
        <w:t>comme celle de sœur Anne</w:t>
      </w:r>
      <w:r w:rsidR="00B97E5D">
        <w:t>.</w:t>
      </w:r>
    </w:p>
    <w:p w14:paraId="1FE33D9F" w14:textId="77777777" w:rsidR="00B97E5D" w:rsidRDefault="00B97E5D" w:rsidP="00F225BE">
      <w:r>
        <w:t>— </w:t>
      </w:r>
      <w:r w:rsidR="00F225BE" w:rsidRPr="003E4D35">
        <w:t>Qui sont-elles ces centaines de voyageurs sans bagages qui gravissent l</w:t>
      </w:r>
      <w:r>
        <w:t>’</w:t>
      </w:r>
      <w:r w:rsidR="00F225BE" w:rsidRPr="003E4D35">
        <w:t>autre bateau</w:t>
      </w:r>
      <w:r>
        <w:t> ?</w:t>
      </w:r>
    </w:p>
    <w:p w14:paraId="38651175" w14:textId="77777777" w:rsidR="00B97E5D" w:rsidRDefault="00B97E5D" w:rsidP="00F225BE">
      <w:r>
        <w:t>— </w:t>
      </w:r>
      <w:r w:rsidR="00F225BE" w:rsidRPr="003E4D35">
        <w:t>Elles sont les forçats qui partent pour la Guyane</w:t>
      </w:r>
      <w:r>
        <w:t>.</w:t>
      </w:r>
    </w:p>
    <w:p w14:paraId="08A016C9" w14:textId="77777777" w:rsidR="00B97E5D" w:rsidRDefault="00F225BE" w:rsidP="00F225BE">
      <w:r w:rsidRPr="003E4D35">
        <w:t>C</w:t>
      </w:r>
      <w:r w:rsidR="00B97E5D">
        <w:t>’</w:t>
      </w:r>
      <w:r w:rsidRPr="003E4D35">
        <w:t>était en effet une file par deux de forçats</w:t>
      </w:r>
      <w:r w:rsidR="00B97E5D">
        <w:t xml:space="preserve">. </w:t>
      </w:r>
      <w:r w:rsidRPr="003E4D35">
        <w:t>Un morceau de lettre déchirée traînait à terre</w:t>
      </w:r>
      <w:r w:rsidR="00B97E5D">
        <w:t xml:space="preserve">, </w:t>
      </w:r>
      <w:r w:rsidRPr="003E4D35">
        <w:t>tous se bousculaient un peu et r</w:t>
      </w:r>
      <w:r w:rsidRPr="003E4D35">
        <w:t>a</w:t>
      </w:r>
      <w:r w:rsidRPr="003E4D35">
        <w:t>lentissaient le pas</w:t>
      </w:r>
      <w:r w:rsidR="00B97E5D">
        <w:t xml:space="preserve">, </w:t>
      </w:r>
      <w:r w:rsidRPr="003E4D35">
        <w:t>pour essayer d</w:t>
      </w:r>
      <w:r w:rsidR="00B97E5D">
        <w:t>’</w:t>
      </w:r>
      <w:r w:rsidRPr="003E4D35">
        <w:t>y lire</w:t>
      </w:r>
      <w:r w:rsidR="00B97E5D">
        <w:t>.</w:t>
      </w:r>
    </w:p>
    <w:p w14:paraId="36C912CA" w14:textId="77777777" w:rsidR="00B97E5D" w:rsidRDefault="00B97E5D" w:rsidP="00F225BE">
      <w:r>
        <w:lastRenderedPageBreak/>
        <w:t>— </w:t>
      </w:r>
      <w:r w:rsidR="00F225BE" w:rsidRPr="003E4D35">
        <w:t>Qui est-ce ce type de dame si belle</w:t>
      </w:r>
      <w:r>
        <w:t xml:space="preserve">, </w:t>
      </w:r>
      <w:r w:rsidR="00F225BE" w:rsidRPr="003E4D35">
        <w:t>si hardie</w:t>
      </w:r>
      <w:r>
        <w:t> ?</w:t>
      </w:r>
    </w:p>
    <w:p w14:paraId="43BF55A3" w14:textId="77777777" w:rsidR="00B97E5D" w:rsidRDefault="00B97E5D" w:rsidP="00F225BE">
      <w:r>
        <w:t>— </w:t>
      </w:r>
      <w:r w:rsidR="00F225BE" w:rsidRPr="003E4D35">
        <w:t xml:space="preserve">Il est la señora </w:t>
      </w:r>
      <w:proofErr w:type="spellStart"/>
      <w:r w:rsidR="00F225BE" w:rsidRPr="003E4D35">
        <w:t>Subercaseaux</w:t>
      </w:r>
      <w:proofErr w:type="spellEnd"/>
      <w:r>
        <w:t xml:space="preserve">, </w:t>
      </w:r>
      <w:r w:rsidR="00F225BE" w:rsidRPr="003E4D35">
        <w:t xml:space="preserve">de </w:t>
      </w:r>
      <w:proofErr w:type="spellStart"/>
      <w:r w:rsidR="00F225BE" w:rsidRPr="003E4D35">
        <w:t>Babia</w:t>
      </w:r>
      <w:proofErr w:type="spellEnd"/>
      <w:r>
        <w:t xml:space="preserve">, </w:t>
      </w:r>
      <w:r w:rsidR="00F225BE" w:rsidRPr="003E4D35">
        <w:t>qui voyage avec ses singes</w:t>
      </w:r>
      <w:r>
        <w:t xml:space="preserve">. </w:t>
      </w:r>
      <w:r w:rsidR="00F225BE" w:rsidRPr="003E4D35">
        <w:t>La seule qui ait obtenu des chimpanzés en cage</w:t>
      </w:r>
      <w:r>
        <w:t xml:space="preserve">. </w:t>
      </w:r>
      <w:r w:rsidR="00F225BE" w:rsidRPr="003E4D35">
        <w:t>Pour la naissance du dernier on manda le cinématographe</w:t>
      </w:r>
      <w:r>
        <w:t>…</w:t>
      </w:r>
    </w:p>
    <w:p w14:paraId="5E9A0D32" w14:textId="77777777" w:rsidR="00B97E5D" w:rsidRDefault="00F225BE" w:rsidP="00F225BE">
      <w:r w:rsidRPr="003E4D35">
        <w:t>Maintenant nous partions</w:t>
      </w:r>
      <w:r w:rsidR="00B97E5D">
        <w:t xml:space="preserve">. </w:t>
      </w:r>
      <w:r w:rsidRPr="003E4D35">
        <w:t>Comme j</w:t>
      </w:r>
      <w:r w:rsidR="00B97E5D">
        <w:t>’</w:t>
      </w:r>
      <w:r w:rsidRPr="003E4D35">
        <w:t>avais trop fortement gonflé ma poitrine de cet air nouveau</w:t>
      </w:r>
      <w:r w:rsidR="00B97E5D">
        <w:t xml:space="preserve">, </w:t>
      </w:r>
      <w:r w:rsidRPr="003E4D35">
        <w:t>et que j</w:t>
      </w:r>
      <w:r w:rsidR="00B97E5D">
        <w:t>’</w:t>
      </w:r>
      <w:r w:rsidRPr="003E4D35">
        <w:t>expirais</w:t>
      </w:r>
      <w:r w:rsidR="00B97E5D">
        <w:t xml:space="preserve">, </w:t>
      </w:r>
      <w:r w:rsidRPr="003E4D35">
        <w:t>je sentis ce nouveau sol bouger</w:t>
      </w:r>
      <w:r w:rsidR="00B97E5D">
        <w:t xml:space="preserve">. </w:t>
      </w:r>
      <w:r w:rsidRPr="003E4D35">
        <w:t>Le bateau</w:t>
      </w:r>
      <w:r w:rsidR="00B97E5D">
        <w:t xml:space="preserve">, </w:t>
      </w:r>
      <w:r w:rsidRPr="003E4D35">
        <w:t>comme dernière ancre</w:t>
      </w:r>
      <w:r w:rsidR="00B97E5D">
        <w:t xml:space="preserve">, </w:t>
      </w:r>
      <w:r w:rsidRPr="003E4D35">
        <w:t>r</w:t>
      </w:r>
      <w:r w:rsidRPr="003E4D35">
        <w:t>e</w:t>
      </w:r>
      <w:r w:rsidRPr="003E4D35">
        <w:t>donnait à la terre la femme du commandant</w:t>
      </w:r>
      <w:r w:rsidR="00B97E5D">
        <w:t xml:space="preserve">, </w:t>
      </w:r>
      <w:r w:rsidRPr="003E4D35">
        <w:t>et il tournait par petits coups comme un cheval qu</w:t>
      </w:r>
      <w:r w:rsidR="00B97E5D">
        <w:t>’</w:t>
      </w:r>
      <w:r w:rsidRPr="003E4D35">
        <w:t>on selle</w:t>
      </w:r>
      <w:r w:rsidR="00B97E5D">
        <w:t xml:space="preserve">. </w:t>
      </w:r>
      <w:r w:rsidRPr="003E4D35">
        <w:t>Au lieu de sonner comme d</w:t>
      </w:r>
      <w:r w:rsidR="00B97E5D">
        <w:t>’</w:t>
      </w:r>
      <w:r w:rsidRPr="003E4D35">
        <w:t>habitude pour le déjeuner du départ</w:t>
      </w:r>
      <w:r w:rsidR="00B97E5D">
        <w:t xml:space="preserve">, </w:t>
      </w:r>
      <w:r w:rsidRPr="003E4D35">
        <w:t>puisque c</w:t>
      </w:r>
      <w:r w:rsidR="00B97E5D">
        <w:t>’</w:t>
      </w:r>
      <w:r w:rsidRPr="003E4D35">
        <w:t>était dimanche</w:t>
      </w:r>
      <w:r w:rsidR="00B97E5D">
        <w:t xml:space="preserve">, </w:t>
      </w:r>
      <w:r w:rsidRPr="003E4D35">
        <w:t>le steward sonnait pour la messe</w:t>
      </w:r>
      <w:r w:rsidR="00B97E5D">
        <w:t xml:space="preserve">. </w:t>
      </w:r>
      <w:r w:rsidRPr="003E4D35">
        <w:t>Des affamés s</w:t>
      </w:r>
      <w:r w:rsidR="00B97E5D">
        <w:t>’</w:t>
      </w:r>
      <w:r w:rsidRPr="003E4D35">
        <w:t>y trompaient et arrivaient surpris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eau à la bouche</w:t>
      </w:r>
      <w:r w:rsidR="00B97E5D">
        <w:t xml:space="preserve">, </w:t>
      </w:r>
      <w:r w:rsidRPr="003E4D35">
        <w:t>en présence de Dieu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une vraie messe</w:t>
      </w:r>
      <w:r w:rsidR="00B97E5D">
        <w:t xml:space="preserve">, </w:t>
      </w:r>
      <w:r w:rsidRPr="003E4D35">
        <w:t>dite dans la salle à manger par un lazariste qui rentrait au Pérou et avait avec lui</w:t>
      </w:r>
      <w:r w:rsidR="00B97E5D">
        <w:t xml:space="preserve">, </w:t>
      </w:r>
      <w:r w:rsidRPr="003E4D35">
        <w:t>faveur sp</w:t>
      </w:r>
      <w:r w:rsidRPr="003E4D35">
        <w:t>é</w:t>
      </w:r>
      <w:r w:rsidRPr="003E4D35">
        <w:t>ciale à son ordre</w:t>
      </w:r>
      <w:r w:rsidR="00B97E5D">
        <w:t xml:space="preserve">, </w:t>
      </w:r>
      <w:r w:rsidRPr="003E4D35">
        <w:t>les vases sacrés</w:t>
      </w:r>
      <w:r w:rsidR="00B97E5D">
        <w:t xml:space="preserve">. </w:t>
      </w:r>
      <w:proofErr w:type="spellStart"/>
      <w:r w:rsidRPr="003E4D35">
        <w:t>Naki</w:t>
      </w:r>
      <w:proofErr w:type="spellEnd"/>
      <w:r w:rsidRPr="003E4D35">
        <w:t xml:space="preserve"> refusait de s</w:t>
      </w:r>
      <w:r w:rsidR="00B97E5D">
        <w:t>’</w:t>
      </w:r>
      <w:r w:rsidRPr="003E4D35">
        <w:t>y rendre</w:t>
      </w:r>
      <w:r w:rsidR="00B97E5D">
        <w:t xml:space="preserve">. </w:t>
      </w:r>
      <w:proofErr w:type="spellStart"/>
      <w:r w:rsidRPr="003E4D35">
        <w:t>Nenetza</w:t>
      </w:r>
      <w:proofErr w:type="spellEnd"/>
      <w:r w:rsidRPr="003E4D35">
        <w:t xml:space="preserve"> l</w:t>
      </w:r>
      <w:r w:rsidR="00B97E5D">
        <w:t>’</w:t>
      </w:r>
      <w:r w:rsidRPr="003E4D35">
        <w:t>insultait</w:t>
      </w:r>
      <w:r w:rsidR="00B97E5D">
        <w:t xml:space="preserve">, </w:t>
      </w:r>
      <w:r w:rsidRPr="003E4D35">
        <w:t>affirmant que l</w:t>
      </w:r>
      <w:r w:rsidR="00B97E5D">
        <w:t>’</w:t>
      </w:r>
      <w:r w:rsidRPr="003E4D35">
        <w:t>âme est immortelle</w:t>
      </w:r>
      <w:r w:rsidR="00B97E5D">
        <w:t xml:space="preserve"> ; </w:t>
      </w:r>
      <w:r w:rsidRPr="003E4D35">
        <w:t>puis</w:t>
      </w:r>
      <w:r w:rsidR="00B97E5D">
        <w:t xml:space="preserve">, </w:t>
      </w:r>
      <w:r w:rsidRPr="003E4D35">
        <w:t>dés</w:t>
      </w:r>
      <w:r w:rsidRPr="003E4D35">
        <w:t>o</w:t>
      </w:r>
      <w:r w:rsidRPr="003E4D35">
        <w:t>lée d</w:t>
      </w:r>
      <w:r w:rsidR="00B97E5D">
        <w:t>’</w:t>
      </w:r>
      <w:r w:rsidRPr="003E4D35">
        <w:t>apprendre qu</w:t>
      </w:r>
      <w:r w:rsidR="00B97E5D">
        <w:t>’</w:t>
      </w:r>
      <w:r w:rsidRPr="003E4D35">
        <w:t>elle n</w:t>
      </w:r>
      <w:r w:rsidR="00B97E5D">
        <w:t>’</w:t>
      </w:r>
      <w:r w:rsidRPr="003E4D35">
        <w:t>avait pas vu le dolmen sur la place de Saint-Nazaire</w:t>
      </w:r>
      <w:r w:rsidR="00B97E5D">
        <w:t xml:space="preserve">, </w:t>
      </w:r>
      <w:r w:rsidRPr="003E4D35">
        <w:t>dédaignant la dernière verdure</w:t>
      </w:r>
      <w:r w:rsidR="00B97E5D">
        <w:t xml:space="preserve">, </w:t>
      </w:r>
      <w:r w:rsidRPr="003E4D35">
        <w:t>la dernière égl</w:t>
      </w:r>
      <w:r w:rsidRPr="003E4D35">
        <w:t>i</w:t>
      </w:r>
      <w:r w:rsidRPr="003E4D35">
        <w:t>se</w:t>
      </w:r>
      <w:r w:rsidR="00B97E5D">
        <w:t xml:space="preserve">, </w:t>
      </w:r>
      <w:r w:rsidRPr="003E4D35">
        <w:t>la foule endimanchée</w:t>
      </w:r>
      <w:r w:rsidR="00B97E5D">
        <w:t xml:space="preserve">, </w:t>
      </w:r>
      <w:r w:rsidRPr="003E4D35">
        <w:t>ne cherchait plus qu</w:t>
      </w:r>
      <w:r w:rsidR="00B97E5D">
        <w:t>’</w:t>
      </w:r>
      <w:r w:rsidRPr="003E4D35">
        <w:t>à entrevoir la pierre la plus usée et la plus morne d</w:t>
      </w:r>
      <w:r w:rsidR="00B97E5D">
        <w:t>’</w:t>
      </w:r>
      <w:r w:rsidRPr="003E4D35">
        <w:t>Europe</w:t>
      </w:r>
      <w:r w:rsidR="00B97E5D">
        <w:t xml:space="preserve">. </w:t>
      </w:r>
      <w:r w:rsidRPr="003E4D35">
        <w:t>Des voisins</w:t>
      </w:r>
      <w:r w:rsidR="00B97E5D">
        <w:t xml:space="preserve">, </w:t>
      </w:r>
      <w:r w:rsidRPr="003E4D35">
        <w:t>à la voir si triste et si agitée</w:t>
      </w:r>
      <w:r w:rsidR="00B97E5D">
        <w:t xml:space="preserve">, </w:t>
      </w:r>
      <w:r w:rsidRPr="003E4D35">
        <w:t>la plaignaient</w:t>
      </w:r>
      <w:r w:rsidR="00B97E5D">
        <w:t xml:space="preserve">, </w:t>
      </w:r>
      <w:r w:rsidRPr="003E4D35">
        <w:t>ne devinant pas qu</w:t>
      </w:r>
      <w:r w:rsidR="00B97E5D">
        <w:t>’</w:t>
      </w:r>
      <w:r w:rsidRPr="003E4D35">
        <w:t>elle se séparait seulement d</w:t>
      </w:r>
      <w:r w:rsidR="00B97E5D">
        <w:t>’</w:t>
      </w:r>
      <w:r w:rsidRPr="003E4D35">
        <w:t>un dolmen inconnu</w:t>
      </w:r>
      <w:r w:rsidR="00B97E5D">
        <w:t xml:space="preserve">. </w:t>
      </w:r>
      <w:r w:rsidRPr="003E4D35">
        <w:t>Mais déjà le de</w:t>
      </w:r>
      <w:r w:rsidRPr="003E4D35">
        <w:t>r</w:t>
      </w:r>
      <w:r w:rsidRPr="003E4D35">
        <w:t>nier des moineaux venus pour picorer sur le pont s</w:t>
      </w:r>
      <w:r w:rsidR="00B97E5D">
        <w:t>’</w:t>
      </w:r>
      <w:r w:rsidRPr="003E4D35">
        <w:t>envolait</w:t>
      </w:r>
      <w:r w:rsidR="00B97E5D">
        <w:t>…</w:t>
      </w:r>
    </w:p>
    <w:p w14:paraId="2E2D6C98" w14:textId="77777777" w:rsidR="00B97E5D" w:rsidRDefault="00B97E5D" w:rsidP="00F225BE">
      <w:r>
        <w:t>— </w:t>
      </w:r>
      <w:r w:rsidR="00F225BE" w:rsidRPr="003E4D35">
        <w:t>Amour</w:t>
      </w:r>
      <w:r>
        <w:t xml:space="preserve"> !… – </w:t>
      </w:r>
      <w:r w:rsidR="00F225BE" w:rsidRPr="003E4D35">
        <w:t xml:space="preserve">disait </w:t>
      </w:r>
      <w:proofErr w:type="spellStart"/>
      <w:r w:rsidR="00F225BE" w:rsidRPr="003E4D35">
        <w:t>Nenetza</w:t>
      </w:r>
      <w:proofErr w:type="spellEnd"/>
      <w:r>
        <w:t>.</w:t>
      </w:r>
    </w:p>
    <w:p w14:paraId="1D7D8EF2" w14:textId="77777777" w:rsidR="00B97E5D" w:rsidRDefault="00F225BE" w:rsidP="00F225BE">
      <w:r w:rsidRPr="003E4D35">
        <w:t>Deux cuisiniers en retard</w:t>
      </w:r>
      <w:r w:rsidR="00B97E5D">
        <w:t xml:space="preserve">, </w:t>
      </w:r>
      <w:r w:rsidRPr="003E4D35">
        <w:t>ivres</w:t>
      </w:r>
      <w:r w:rsidR="00B97E5D">
        <w:t xml:space="preserve">, </w:t>
      </w:r>
      <w:r w:rsidRPr="003E4D35">
        <w:t>suivaient le môle en fa</w:t>
      </w:r>
      <w:r w:rsidRPr="003E4D35">
        <w:t>i</w:t>
      </w:r>
      <w:r w:rsidRPr="003E4D35">
        <w:t>sant des signes et des grimaces au navire</w:t>
      </w:r>
      <w:r w:rsidR="00B97E5D">
        <w:t xml:space="preserve">. </w:t>
      </w:r>
      <w:r w:rsidRPr="003E4D35">
        <w:t>Des enfants les im</w:t>
      </w:r>
      <w:r w:rsidRPr="003E4D35">
        <w:t>i</w:t>
      </w:r>
      <w:r w:rsidRPr="003E4D35">
        <w:t>taient</w:t>
      </w:r>
      <w:r w:rsidR="00B97E5D">
        <w:t xml:space="preserve">, </w:t>
      </w:r>
      <w:r w:rsidRPr="003E4D35">
        <w:t>et titubaient</w:t>
      </w:r>
      <w:r w:rsidR="00B97E5D">
        <w:t xml:space="preserve">. </w:t>
      </w:r>
      <w:r w:rsidRPr="003E4D35">
        <w:t>De notre place</w:t>
      </w:r>
      <w:r w:rsidR="00B97E5D">
        <w:t xml:space="preserve">, </w:t>
      </w:r>
      <w:r w:rsidRPr="003E4D35">
        <w:t>les gens qui restent à terre semblaient tous fous</w:t>
      </w:r>
      <w:r w:rsidR="00B97E5D">
        <w:t xml:space="preserve">, </w:t>
      </w:r>
      <w:r w:rsidRPr="003E4D35">
        <w:t>semblaient marcher sur l</w:t>
      </w:r>
      <w:r w:rsidR="00B97E5D">
        <w:t>’</w:t>
      </w:r>
      <w:r w:rsidRPr="003E4D35">
        <w:t>erreur</w:t>
      </w:r>
      <w:r w:rsidR="00B97E5D">
        <w:t xml:space="preserve">. </w:t>
      </w:r>
      <w:r w:rsidRPr="003E4D35">
        <w:t>Nous</w:t>
      </w:r>
      <w:r w:rsidR="00B97E5D">
        <w:t xml:space="preserve">, </w:t>
      </w:r>
      <w:r w:rsidRPr="003E4D35">
        <w:t>nous tanguions déjà</w:t>
      </w:r>
      <w:r w:rsidR="00B97E5D">
        <w:t xml:space="preserve">, </w:t>
      </w:r>
      <w:r w:rsidRPr="003E4D35">
        <w:t>sur la seule vérité</w:t>
      </w:r>
      <w:r w:rsidR="00B97E5D">
        <w:t xml:space="preserve">. </w:t>
      </w:r>
      <w:r w:rsidRPr="003E4D35">
        <w:t>À tribord</w:t>
      </w:r>
      <w:r w:rsidR="00B97E5D">
        <w:t xml:space="preserve">, </w:t>
      </w:r>
      <w:r w:rsidRPr="003E4D35">
        <w:t xml:space="preserve">au milieu </w:t>
      </w:r>
      <w:r w:rsidRPr="003E4D35">
        <w:lastRenderedPageBreak/>
        <w:t>de la mer</w:t>
      </w:r>
      <w:r w:rsidR="00B97E5D">
        <w:t xml:space="preserve">, </w:t>
      </w:r>
      <w:r w:rsidRPr="003E4D35">
        <w:t>se dressait une grande vague toute seule</w:t>
      </w:r>
      <w:r w:rsidR="00B97E5D">
        <w:t xml:space="preserve">, </w:t>
      </w:r>
      <w:r w:rsidRPr="003E4D35">
        <w:t>sœur du do</w:t>
      </w:r>
      <w:r w:rsidRPr="003E4D35">
        <w:t>l</w:t>
      </w:r>
      <w:r w:rsidRPr="003E4D35">
        <w:t>men</w:t>
      </w:r>
      <w:r w:rsidR="00B97E5D">
        <w:t>.</w:t>
      </w:r>
    </w:p>
    <w:p w14:paraId="0D9AD440" w14:textId="77777777" w:rsidR="00B97E5D" w:rsidRDefault="00B97E5D" w:rsidP="00F225BE">
      <w:r>
        <w:t>— </w:t>
      </w:r>
      <w:r w:rsidR="00F225BE" w:rsidRPr="003E4D35">
        <w:t>Amour</w:t>
      </w:r>
      <w:r>
        <w:t xml:space="preserve"> !… – </w:t>
      </w:r>
      <w:r w:rsidR="00F225BE" w:rsidRPr="003E4D35">
        <w:t xml:space="preserve">disait </w:t>
      </w:r>
      <w:proofErr w:type="spellStart"/>
      <w:r w:rsidR="00F225BE" w:rsidRPr="003E4D35">
        <w:t>Nenetza</w:t>
      </w:r>
      <w:proofErr w:type="spellEnd"/>
      <w:r>
        <w:t>.</w:t>
      </w:r>
    </w:p>
    <w:p w14:paraId="6CB36BD3" w14:textId="77777777" w:rsidR="00B97E5D" w:rsidRDefault="00F225BE" w:rsidP="00F225BE">
      <w:r w:rsidRPr="003E4D35">
        <w:t>C</w:t>
      </w:r>
      <w:r w:rsidR="00B97E5D">
        <w:t>’</w:t>
      </w:r>
      <w:r w:rsidRPr="003E4D35">
        <w:t>était son mot de réponse à toutes les attentions de la n</w:t>
      </w:r>
      <w:r w:rsidRPr="003E4D35">
        <w:t>a</w:t>
      </w:r>
      <w:r w:rsidRPr="003E4D35">
        <w:t>ture</w:t>
      </w:r>
      <w:r w:rsidR="00B97E5D">
        <w:t xml:space="preserve">, </w:t>
      </w:r>
      <w:r w:rsidRPr="003E4D35">
        <w:t>aux poissons volants</w:t>
      </w:r>
      <w:r w:rsidR="00B97E5D">
        <w:t xml:space="preserve">, </w:t>
      </w:r>
      <w:r w:rsidRPr="003E4D35">
        <w:t>aux oiseaux flottants</w:t>
      </w:r>
      <w:r w:rsidR="00B97E5D">
        <w:t xml:space="preserve">. </w:t>
      </w:r>
      <w:r w:rsidRPr="003E4D35">
        <w:t>Je lui dema</w:t>
      </w:r>
      <w:r w:rsidRPr="003E4D35">
        <w:t>n</w:t>
      </w:r>
      <w:r w:rsidRPr="003E4D35">
        <w:t>dais pourquoi elle employait ce mot</w:t>
      </w:r>
      <w:r w:rsidR="00B97E5D">
        <w:t xml:space="preserve"> : </w:t>
      </w:r>
      <w:r w:rsidRPr="003E4D35">
        <w:t>ce n</w:t>
      </w:r>
      <w:r w:rsidR="00B97E5D">
        <w:t>’</w:t>
      </w:r>
      <w:r w:rsidRPr="003E4D35">
        <w:t>était pas un tic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elle pensait bien</w:t>
      </w:r>
      <w:r w:rsidR="00B97E5D">
        <w:t xml:space="preserve">, </w:t>
      </w:r>
      <w:r w:rsidRPr="003E4D35">
        <w:t>me répondait-elle</w:t>
      </w:r>
      <w:r w:rsidR="00B97E5D">
        <w:t xml:space="preserve">, </w:t>
      </w:r>
      <w:r w:rsidRPr="003E4D35">
        <w:t>à quelque chose comme Amour</w:t>
      </w:r>
      <w:r w:rsidR="00B97E5D">
        <w:t xml:space="preserve">… </w:t>
      </w:r>
      <w:r w:rsidRPr="003E4D35">
        <w:t>Du moins</w:t>
      </w:r>
      <w:r w:rsidR="00B97E5D">
        <w:t xml:space="preserve">, </w:t>
      </w:r>
      <w:r w:rsidRPr="003E4D35">
        <w:t>grâce à cette petite Grecque</w:t>
      </w:r>
      <w:r w:rsidR="00B97E5D">
        <w:t xml:space="preserve">, </w:t>
      </w:r>
      <w:r w:rsidRPr="003E4D35">
        <w:t>je partis pour un autre monde comme pour un cabotage</w:t>
      </w:r>
      <w:r w:rsidR="00B97E5D">
        <w:t xml:space="preserve">, </w:t>
      </w:r>
      <w:r w:rsidRPr="003E4D35">
        <w:t>innocemment</w:t>
      </w:r>
      <w:r w:rsidR="00B97E5D">
        <w:t xml:space="preserve">, </w:t>
      </w:r>
      <w:r w:rsidRPr="003E4D35">
        <w:t>et de la France en cherchant à la voir toute</w:t>
      </w:r>
      <w:r w:rsidR="00B97E5D">
        <w:t xml:space="preserve">, </w:t>
      </w:r>
      <w:r w:rsidRPr="003E4D35">
        <w:t>comme une île</w:t>
      </w:r>
      <w:r w:rsidR="00B97E5D">
        <w:t>…</w:t>
      </w:r>
    </w:p>
    <w:p w14:paraId="3931804C" w14:textId="77777777" w:rsidR="00B97E5D" w:rsidRDefault="00F225BE" w:rsidP="00F225BE">
      <w:r w:rsidRPr="003E4D35">
        <w:t>Nous partions</w:t>
      </w:r>
      <w:r w:rsidR="00B97E5D">
        <w:t xml:space="preserve">. </w:t>
      </w:r>
      <w:r w:rsidRPr="003E4D35">
        <w:t>Tous ceux des passagers qui ne croient pas en un Dieu trop rancunier et qui avaient manqué la messe</w:t>
      </w:r>
      <w:r w:rsidR="00B97E5D">
        <w:t xml:space="preserve">, </w:t>
      </w:r>
      <w:r w:rsidRPr="003E4D35">
        <w:t>po</w:t>
      </w:r>
      <w:r w:rsidRPr="003E4D35">
        <w:t>u</w:t>
      </w:r>
      <w:r w:rsidRPr="003E4D35">
        <w:t>vaient voir l</w:t>
      </w:r>
      <w:r w:rsidR="00B97E5D">
        <w:t>’</w:t>
      </w:r>
      <w:r w:rsidRPr="003E4D35">
        <w:t>Europe disparaître</w:t>
      </w:r>
      <w:r w:rsidR="00B97E5D">
        <w:t xml:space="preserve">. </w:t>
      </w:r>
      <w:r w:rsidRPr="003E4D35">
        <w:t>Nous la longions de très loin</w:t>
      </w:r>
      <w:r w:rsidR="00B97E5D">
        <w:t xml:space="preserve">, </w:t>
      </w:r>
      <w:r w:rsidRPr="003E4D35">
        <w:t>escortés sur notre droite par le navire des forçats</w:t>
      </w:r>
      <w:r w:rsidR="00B97E5D">
        <w:t xml:space="preserve">, </w:t>
      </w:r>
      <w:r w:rsidRPr="003E4D35">
        <w:t>sinistre</w:t>
      </w:r>
      <w:r w:rsidR="00B97E5D">
        <w:t xml:space="preserve">, </w:t>
      </w:r>
      <w:r w:rsidRPr="003E4D35">
        <w:t>car il semblait vide</w:t>
      </w:r>
      <w:r w:rsidR="00B97E5D">
        <w:t xml:space="preserve">, </w:t>
      </w:r>
      <w:r w:rsidRPr="003E4D35">
        <w:t>et soudain</w:t>
      </w:r>
      <w:r w:rsidR="00B97E5D">
        <w:t xml:space="preserve">, </w:t>
      </w:r>
      <w:r w:rsidRPr="003E4D35">
        <w:t>la récréation sans doute</w:t>
      </w:r>
      <w:r w:rsidR="00B97E5D">
        <w:t xml:space="preserve">, </w:t>
      </w:r>
      <w:r w:rsidRPr="003E4D35">
        <w:t>grouillant de têtes</w:t>
      </w:r>
      <w:r w:rsidR="00B97E5D">
        <w:t xml:space="preserve">, </w:t>
      </w:r>
      <w:r w:rsidRPr="003E4D35">
        <w:t>et que l</w:t>
      </w:r>
      <w:r w:rsidR="00B97E5D">
        <w:t>’</w:t>
      </w:r>
      <w:r w:rsidRPr="003E4D35">
        <w:t>on sentait convoyé lui-même</w:t>
      </w:r>
      <w:r w:rsidR="00B97E5D">
        <w:t xml:space="preserve">, </w:t>
      </w:r>
      <w:r w:rsidRPr="003E4D35">
        <w:t>à tribord</w:t>
      </w:r>
      <w:r w:rsidR="00B97E5D">
        <w:t xml:space="preserve">, </w:t>
      </w:r>
      <w:r w:rsidRPr="003E4D35">
        <w:t>à la même exacte distance</w:t>
      </w:r>
      <w:r w:rsidR="00B97E5D">
        <w:t xml:space="preserve">, </w:t>
      </w:r>
      <w:r w:rsidRPr="003E4D35">
        <w:t>par le navire qui porte les crimes mêmes</w:t>
      </w:r>
      <w:r w:rsidR="00B97E5D">
        <w:t xml:space="preserve">. </w:t>
      </w:r>
      <w:r w:rsidRPr="003E4D35">
        <w:t>Les premiers grains de beauté faits par les escarbilles éclataient déjà sur le visage de ces deux passagères en chandail qui se prom</w:t>
      </w:r>
      <w:r w:rsidRPr="003E4D35">
        <w:t>è</w:t>
      </w:r>
      <w:r w:rsidRPr="003E4D35">
        <w:t>nent sans cesse autour du navire en se tenant le bras</w:t>
      </w:r>
      <w:r w:rsidR="00B97E5D">
        <w:t xml:space="preserve">, </w:t>
      </w:r>
      <w:r w:rsidRPr="003E4D35">
        <w:t>et dont on regarde aussi les joues ou les cheveux</w:t>
      </w:r>
      <w:r w:rsidR="00B97E5D">
        <w:t xml:space="preserve">, </w:t>
      </w:r>
      <w:r w:rsidRPr="003E4D35">
        <w:t>du fauteuil</w:t>
      </w:r>
      <w:r w:rsidR="00B97E5D">
        <w:t xml:space="preserve">, </w:t>
      </w:r>
      <w:r w:rsidRPr="003E4D35">
        <w:t>pour voir s</w:t>
      </w:r>
      <w:r w:rsidR="00B97E5D">
        <w:t>’</w:t>
      </w:r>
      <w:r w:rsidRPr="003E4D35">
        <w:t>il fait froid ou s</w:t>
      </w:r>
      <w:r w:rsidR="00B97E5D">
        <w:t>’</w:t>
      </w:r>
      <w:r w:rsidRPr="003E4D35">
        <w:t>il vente</w:t>
      </w:r>
      <w:r w:rsidR="00B97E5D">
        <w:t xml:space="preserve">. </w:t>
      </w:r>
      <w:r w:rsidRPr="003E4D35">
        <w:t xml:space="preserve">Le beau </w:t>
      </w:r>
      <w:proofErr w:type="spellStart"/>
      <w:r w:rsidRPr="003E4D35">
        <w:t>Naki</w:t>
      </w:r>
      <w:proofErr w:type="spellEnd"/>
      <w:r w:rsidRPr="003E4D35">
        <w:t xml:space="preserve"> retenait nos chaises longues sur le pont</w:t>
      </w:r>
      <w:r w:rsidR="00B97E5D">
        <w:t xml:space="preserve">, </w:t>
      </w:r>
      <w:r w:rsidRPr="003E4D35">
        <w:t>et tous et toutes arrivaient</w:t>
      </w:r>
      <w:r w:rsidR="00B97E5D">
        <w:t xml:space="preserve">, </w:t>
      </w:r>
      <w:r w:rsidRPr="003E4D35">
        <w:t>avec des couvertures ou des pelages de la couleur qu</w:t>
      </w:r>
      <w:r w:rsidR="00B97E5D">
        <w:t>’</w:t>
      </w:r>
      <w:r w:rsidRPr="003E4D35">
        <w:t>ils eussent choisie étant des bêtes</w:t>
      </w:r>
      <w:r w:rsidR="00B97E5D">
        <w:t xml:space="preserve">, </w:t>
      </w:r>
      <w:r w:rsidRPr="003E4D35">
        <w:t>violet à raies brunes</w:t>
      </w:r>
      <w:r w:rsidR="00B97E5D">
        <w:t xml:space="preserve">, </w:t>
      </w:r>
      <w:r w:rsidRPr="003E4D35">
        <w:t>ou gris frappé à taches roses</w:t>
      </w:r>
      <w:r w:rsidR="00B97E5D">
        <w:t xml:space="preserve">, </w:t>
      </w:r>
      <w:r w:rsidRPr="003E4D35">
        <w:t>se disputant les places où la vue de l</w:t>
      </w:r>
      <w:r w:rsidR="00B97E5D">
        <w:t>’</w:t>
      </w:r>
      <w:r w:rsidRPr="003E4D35">
        <w:t>Océan entier n</w:t>
      </w:r>
      <w:r w:rsidR="00B97E5D">
        <w:t>’</w:t>
      </w:r>
      <w:r w:rsidRPr="003E4D35">
        <w:t>était pas gênée par un fil de fer ou un brin de ficelle</w:t>
      </w:r>
      <w:r w:rsidR="00B97E5D">
        <w:t xml:space="preserve"> ; </w:t>
      </w:r>
      <w:r w:rsidRPr="003E4D35">
        <w:t>de pauvres ignorants ravis de tro</w:t>
      </w:r>
      <w:r w:rsidRPr="003E4D35">
        <w:t>u</w:t>
      </w:r>
      <w:r w:rsidRPr="003E4D35">
        <w:t>ver libre un espace superbe que l</w:t>
      </w:r>
      <w:r w:rsidR="00B97E5D">
        <w:t>’</w:t>
      </w:r>
      <w:r w:rsidRPr="003E4D35">
        <w:t>expérience de dix ans avait r</w:t>
      </w:r>
      <w:r w:rsidRPr="003E4D35">
        <w:t>é</w:t>
      </w:r>
      <w:r w:rsidRPr="003E4D35">
        <w:t>vélé aux stewards inhabitable</w:t>
      </w:r>
      <w:r w:rsidR="00B97E5D">
        <w:t xml:space="preserve">, </w:t>
      </w:r>
      <w:r w:rsidRPr="003E4D35">
        <w:t xml:space="preserve">et qui réunissait on ne </w:t>
      </w:r>
      <w:r w:rsidRPr="003E4D35">
        <w:lastRenderedPageBreak/>
        <w:t>sait pou</w:t>
      </w:r>
      <w:r w:rsidRPr="003E4D35">
        <w:t>r</w:t>
      </w:r>
      <w:r w:rsidRPr="003E4D35">
        <w:t>quoi les inconvénients</w:t>
      </w:r>
      <w:r w:rsidR="00B97E5D">
        <w:t xml:space="preserve">, </w:t>
      </w:r>
      <w:r w:rsidRPr="003E4D35">
        <w:t>chaleur</w:t>
      </w:r>
      <w:r w:rsidR="00B97E5D">
        <w:t xml:space="preserve">, </w:t>
      </w:r>
      <w:r w:rsidRPr="003E4D35">
        <w:t>froid</w:t>
      </w:r>
      <w:r w:rsidR="00B97E5D">
        <w:t xml:space="preserve">, </w:t>
      </w:r>
      <w:r w:rsidRPr="003E4D35">
        <w:t>tristes odeurs</w:t>
      </w:r>
      <w:r w:rsidR="00B97E5D">
        <w:t xml:space="preserve">, </w:t>
      </w:r>
      <w:r w:rsidRPr="003E4D35">
        <w:t>de tous les continents</w:t>
      </w:r>
      <w:r w:rsidR="00B97E5D">
        <w:t>.</w:t>
      </w:r>
    </w:p>
    <w:p w14:paraId="7BA04141" w14:textId="77777777" w:rsidR="00B97E5D" w:rsidRDefault="00F225BE" w:rsidP="00F225BE">
      <w:r w:rsidRPr="003E4D35">
        <w:t>Mademoiselle apprenait dans un livre les termes navals</w:t>
      </w:r>
      <w:r w:rsidR="00B97E5D">
        <w:t xml:space="preserve">, </w:t>
      </w:r>
      <w:r w:rsidRPr="003E4D35">
        <w:t>que chaque soir je lui faisais réciter</w:t>
      </w:r>
      <w:r w:rsidR="00B97E5D">
        <w:t xml:space="preserve">, </w:t>
      </w:r>
      <w:r w:rsidRPr="003E4D35">
        <w:t>et étudiait la carte du ciel</w:t>
      </w:r>
      <w:r w:rsidR="00B97E5D">
        <w:t xml:space="preserve">, </w:t>
      </w:r>
      <w:r w:rsidRPr="003E4D35">
        <w:t>au cas où dans un naufrage</w:t>
      </w:r>
      <w:r w:rsidR="00B97E5D">
        <w:t xml:space="preserve">, </w:t>
      </w:r>
      <w:r w:rsidRPr="003E4D35">
        <w:t>par la mort de tous les plus qual</w:t>
      </w:r>
      <w:r w:rsidRPr="003E4D35">
        <w:t>i</w:t>
      </w:r>
      <w:r w:rsidRPr="003E4D35">
        <w:t>fiés</w:t>
      </w:r>
      <w:r w:rsidR="00B97E5D">
        <w:t xml:space="preserve">, </w:t>
      </w:r>
      <w:r w:rsidRPr="003E4D35">
        <w:t>le commandement du bateau lui reviendrait</w:t>
      </w:r>
      <w:r w:rsidR="00B97E5D">
        <w:t xml:space="preserve">. </w:t>
      </w:r>
      <w:r w:rsidRPr="003E4D35">
        <w:t>Le capitaine circulait</w:t>
      </w:r>
      <w:r w:rsidR="00B97E5D">
        <w:t xml:space="preserve">, </w:t>
      </w:r>
      <w:r w:rsidRPr="003E4D35">
        <w:t>la tête vissée sur la droite comme un instrument pour observer un astre</w:t>
      </w:r>
      <w:r w:rsidR="00B97E5D">
        <w:t xml:space="preserve">, </w:t>
      </w:r>
      <w:r w:rsidRPr="003E4D35">
        <w:t>et regardait les groupes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œil qui intim</w:t>
      </w:r>
      <w:r w:rsidRPr="003E4D35">
        <w:t>i</w:t>
      </w:r>
      <w:r w:rsidRPr="003E4D35">
        <w:t>dait mais qui cherchait seulement les joueurs de poker</w:t>
      </w:r>
      <w:r w:rsidR="00B97E5D">
        <w:t xml:space="preserve">. </w:t>
      </w:r>
      <w:r w:rsidRPr="003E4D35">
        <w:t xml:space="preserve">Tous ces petits fils de parenté que </w:t>
      </w:r>
      <w:proofErr w:type="spellStart"/>
      <w:r w:rsidRPr="003E4D35">
        <w:t>Nenetza</w:t>
      </w:r>
      <w:proofErr w:type="spellEnd"/>
      <w:r w:rsidRPr="003E4D35">
        <w:t xml:space="preserve"> sans s</w:t>
      </w:r>
      <w:r w:rsidR="00B97E5D">
        <w:t>’</w:t>
      </w:r>
      <w:r w:rsidRPr="003E4D35">
        <w:t>en douter avait accr</w:t>
      </w:r>
      <w:r w:rsidRPr="003E4D35">
        <w:t>o</w:t>
      </w:r>
      <w:r w:rsidRPr="003E4D35">
        <w:t>chés de moi à chacune des choses françaises</w:t>
      </w:r>
      <w:r w:rsidR="00B97E5D">
        <w:t xml:space="preserve">, </w:t>
      </w:r>
      <w:r w:rsidRPr="003E4D35">
        <w:t>aux clochers</w:t>
      </w:r>
      <w:r w:rsidR="00B97E5D">
        <w:t xml:space="preserve">, </w:t>
      </w:r>
      <w:r w:rsidRPr="003E4D35">
        <w:t>aux tramways</w:t>
      </w:r>
      <w:r w:rsidR="00B97E5D">
        <w:t xml:space="preserve">, </w:t>
      </w:r>
      <w:r w:rsidRPr="003E4D35">
        <w:t>commençaient à tirer un peu</w:t>
      </w:r>
      <w:r w:rsidR="00B97E5D">
        <w:t xml:space="preserve">. </w:t>
      </w:r>
      <w:r w:rsidRPr="003E4D35">
        <w:t>Plus loin déjà de cette terre que nous touchions du regard que de la terre américaine</w:t>
      </w:r>
      <w:r w:rsidR="00B97E5D">
        <w:t xml:space="preserve">, </w:t>
      </w:r>
      <w:r w:rsidRPr="003E4D35">
        <w:t>nous sentions tous nos arbres d</w:t>
      </w:r>
      <w:r w:rsidR="00B97E5D">
        <w:t>’</w:t>
      </w:r>
      <w:r w:rsidRPr="003E4D35">
        <w:t>Europe</w:t>
      </w:r>
      <w:r w:rsidR="00B97E5D">
        <w:t xml:space="preserve">, </w:t>
      </w:r>
      <w:r w:rsidRPr="003E4D35">
        <w:t>les plus touffus encore visibles</w:t>
      </w:r>
      <w:r w:rsidR="00B97E5D">
        <w:t xml:space="preserve">, </w:t>
      </w:r>
      <w:r w:rsidRPr="003E4D35">
        <w:t>se ranger dans notre mémoire par ordre de grandeur</w:t>
      </w:r>
      <w:r w:rsidR="00B97E5D">
        <w:t xml:space="preserve">, </w:t>
      </w:r>
      <w:r w:rsidRPr="003E4D35">
        <w:t>chêne</w:t>
      </w:r>
      <w:r w:rsidR="00B97E5D">
        <w:t xml:space="preserve">, </w:t>
      </w:r>
      <w:r w:rsidRPr="003E4D35">
        <w:t>orme</w:t>
      </w:r>
      <w:r w:rsidR="00B97E5D">
        <w:t xml:space="preserve">, </w:t>
      </w:r>
      <w:r w:rsidRPr="003E4D35">
        <w:t>peuplier</w:t>
      </w:r>
      <w:r w:rsidR="00B97E5D">
        <w:t xml:space="preserve">, </w:t>
      </w:r>
      <w:r w:rsidRPr="003E4D35">
        <w:t>bouleau</w:t>
      </w:r>
      <w:r w:rsidR="00B97E5D">
        <w:t xml:space="preserve">, </w:t>
      </w:r>
      <w:r w:rsidRPr="003E4D35">
        <w:t>et tous ces sentiments aussi qui poussent sur terre en taillis</w:t>
      </w:r>
      <w:r w:rsidR="00B97E5D">
        <w:t xml:space="preserve">, </w:t>
      </w:r>
      <w:r w:rsidRPr="003E4D35">
        <w:t>amour</w:t>
      </w:r>
      <w:r w:rsidR="00B97E5D">
        <w:t xml:space="preserve">, </w:t>
      </w:r>
      <w:r w:rsidRPr="003E4D35">
        <w:t>amitié</w:t>
      </w:r>
      <w:r w:rsidR="00B97E5D">
        <w:t xml:space="preserve">, </w:t>
      </w:r>
      <w:r w:rsidRPr="003E4D35">
        <w:t>orgueil</w:t>
      </w:r>
      <w:r w:rsidR="00B97E5D">
        <w:t xml:space="preserve"> ; </w:t>
      </w:r>
      <w:r w:rsidRPr="003E4D35">
        <w:t>et des an</w:t>
      </w:r>
      <w:r w:rsidRPr="003E4D35">
        <w:t>i</w:t>
      </w:r>
      <w:r w:rsidRPr="003E4D35">
        <w:t>maux français les plus grands aussi étaient ceux dont la pensée nous accompagnait le plus loin</w:t>
      </w:r>
      <w:r w:rsidR="00B97E5D">
        <w:t xml:space="preserve">, </w:t>
      </w:r>
      <w:r w:rsidRPr="003E4D35">
        <w:t>taureaux</w:t>
      </w:r>
      <w:r w:rsidR="00B97E5D">
        <w:t xml:space="preserve">, </w:t>
      </w:r>
      <w:r w:rsidRPr="003E4D35">
        <w:t>chevaux et bœufs</w:t>
      </w:r>
      <w:r w:rsidR="00B97E5D">
        <w:t xml:space="preserve">, </w:t>
      </w:r>
      <w:r w:rsidRPr="003E4D35">
        <w:t>la tête levée pour nous au-dessus de cette eau dont ils ne buvaient pas</w:t>
      </w:r>
      <w:r w:rsidR="00B97E5D">
        <w:t xml:space="preserve">. </w:t>
      </w:r>
      <w:r w:rsidRPr="003E4D35">
        <w:t>Plus loin d</w:t>
      </w:r>
      <w:r w:rsidR="00B97E5D">
        <w:t>’</w:t>
      </w:r>
      <w:r w:rsidRPr="003E4D35">
        <w:t>hier que notre plus extrême vieillesse</w:t>
      </w:r>
      <w:r w:rsidR="00B97E5D">
        <w:t xml:space="preserve">, </w:t>
      </w:r>
      <w:r w:rsidRPr="003E4D35">
        <w:t>nous étions attristés</w:t>
      </w:r>
      <w:r w:rsidR="00B97E5D">
        <w:t xml:space="preserve">. </w:t>
      </w:r>
      <w:r w:rsidRPr="003E4D35">
        <w:t>Le jeu était commencé entre des passagers i</w:t>
      </w:r>
      <w:r w:rsidRPr="003E4D35">
        <w:t>n</w:t>
      </w:r>
      <w:r w:rsidRPr="003E4D35">
        <w:t>connus sur ce pont comme sur une table d</w:t>
      </w:r>
      <w:r w:rsidR="00B97E5D">
        <w:t>’</w:t>
      </w:r>
      <w:r w:rsidRPr="003E4D35">
        <w:t>échecs</w:t>
      </w:r>
      <w:r w:rsidR="00B97E5D">
        <w:t xml:space="preserve">, </w:t>
      </w:r>
      <w:r w:rsidRPr="003E4D35">
        <w:t>chacun ava</w:t>
      </w:r>
      <w:r w:rsidRPr="003E4D35">
        <w:t>n</w:t>
      </w:r>
      <w:r w:rsidRPr="003E4D35">
        <w:t>çant</w:t>
      </w:r>
      <w:r w:rsidR="00B97E5D">
        <w:t xml:space="preserve">, </w:t>
      </w:r>
      <w:r w:rsidRPr="003E4D35">
        <w:t>suivant la convention imposée par la mer</w:t>
      </w:r>
      <w:r w:rsidR="00B97E5D">
        <w:t xml:space="preserve">, </w:t>
      </w:r>
      <w:r w:rsidRPr="003E4D35">
        <w:t>à petits pas</w:t>
      </w:r>
      <w:r w:rsidR="00B97E5D">
        <w:t xml:space="preserve">, </w:t>
      </w:r>
      <w:r w:rsidRPr="003E4D35">
        <w:t>comme un simple pion</w:t>
      </w:r>
      <w:r w:rsidR="00B97E5D">
        <w:t xml:space="preserve">, </w:t>
      </w:r>
      <w:r w:rsidRPr="003E4D35">
        <w:t>ou par bond comme la reine</w:t>
      </w:r>
      <w:r w:rsidR="00B97E5D">
        <w:t xml:space="preserve">, </w:t>
      </w:r>
      <w:r w:rsidRPr="003E4D35">
        <w:t>ou de biais comme le cheval</w:t>
      </w:r>
      <w:r w:rsidR="00B97E5D">
        <w:t xml:space="preserve">. </w:t>
      </w:r>
      <w:r w:rsidRPr="003E4D35">
        <w:t>Pions aimantés</w:t>
      </w:r>
      <w:r w:rsidR="00B97E5D">
        <w:t xml:space="preserve">, </w:t>
      </w:r>
      <w:proofErr w:type="spellStart"/>
      <w:r w:rsidRPr="003E4D35">
        <w:t>Nenetza</w:t>
      </w:r>
      <w:proofErr w:type="spellEnd"/>
      <w:r w:rsidRPr="003E4D35">
        <w:t xml:space="preserve"> et moi nous courions l</w:t>
      </w:r>
      <w:r w:rsidR="00B97E5D">
        <w:t>’</w:t>
      </w:r>
      <w:r w:rsidRPr="003E4D35">
        <w:t>une vers l</w:t>
      </w:r>
      <w:r w:rsidR="00B97E5D">
        <w:t>’</w:t>
      </w:r>
      <w:r w:rsidRPr="003E4D35">
        <w:t>autre et nous heurtions à nous faire mal</w:t>
      </w:r>
      <w:r w:rsidR="00B97E5D">
        <w:t>.</w:t>
      </w:r>
    </w:p>
    <w:p w14:paraId="2FAF13E2" w14:textId="6127E9B2" w:rsidR="00B97E5D" w:rsidRDefault="00F225BE" w:rsidP="00F225BE">
      <w:r w:rsidRPr="003E4D35">
        <w:t>Le vent d</w:t>
      </w:r>
      <w:r w:rsidR="00B97E5D">
        <w:t>’</w:t>
      </w:r>
      <w:r w:rsidRPr="003E4D35">
        <w:t>ouest souffla deux jours et ce fut mal incliné que le bateau prit le virage d</w:t>
      </w:r>
      <w:r w:rsidR="00B97E5D">
        <w:t>’</w:t>
      </w:r>
      <w:r w:rsidRPr="003E4D35">
        <w:t>Europe</w:t>
      </w:r>
      <w:r w:rsidR="00B97E5D">
        <w:t xml:space="preserve">. </w:t>
      </w:r>
      <w:r w:rsidRPr="003E4D35">
        <w:t>Parfois</w:t>
      </w:r>
      <w:r w:rsidR="00B97E5D">
        <w:t xml:space="preserve">, </w:t>
      </w:r>
      <w:r w:rsidRPr="003E4D35">
        <w:t>il s</w:t>
      </w:r>
      <w:r w:rsidR="00B97E5D">
        <w:t>’</w:t>
      </w:r>
      <w:r w:rsidRPr="003E4D35">
        <w:t>enfonçait subit</w:t>
      </w:r>
      <w:r w:rsidRPr="003E4D35">
        <w:t>e</w:t>
      </w:r>
      <w:r w:rsidRPr="003E4D35">
        <w:t>ment</w:t>
      </w:r>
      <w:r w:rsidR="00B97E5D">
        <w:t xml:space="preserve">, </w:t>
      </w:r>
      <w:r w:rsidRPr="003E4D35">
        <w:t>se relevait</w:t>
      </w:r>
      <w:r w:rsidR="00B97E5D">
        <w:t xml:space="preserve">, </w:t>
      </w:r>
      <w:r w:rsidRPr="003E4D35">
        <w:t>et Mademoiselle lançait au timonier ce regard dont on punit le chauffeur</w:t>
      </w:r>
      <w:r w:rsidR="00B97E5D">
        <w:t xml:space="preserve">, </w:t>
      </w:r>
      <w:r w:rsidRPr="003E4D35">
        <w:t>en auto</w:t>
      </w:r>
      <w:r w:rsidR="00B97E5D">
        <w:t xml:space="preserve">, </w:t>
      </w:r>
      <w:r w:rsidRPr="003E4D35">
        <w:t>qui n</w:t>
      </w:r>
      <w:r w:rsidR="00B97E5D">
        <w:t>’</w:t>
      </w:r>
      <w:r w:rsidRPr="003E4D35">
        <w:t xml:space="preserve">a pas </w:t>
      </w:r>
      <w:r w:rsidRPr="003E4D35">
        <w:lastRenderedPageBreak/>
        <w:t>prévu un dos d</w:t>
      </w:r>
      <w:r w:rsidR="00B97E5D">
        <w:t>’</w:t>
      </w:r>
      <w:r w:rsidRPr="003E4D35">
        <w:t>âne</w:t>
      </w:r>
      <w:r w:rsidR="00B97E5D">
        <w:t xml:space="preserve">. </w:t>
      </w:r>
      <w:r w:rsidRPr="003E4D35">
        <w:t>Nous avions rejoint dès le premier jour le gros nuage pa</w:t>
      </w:r>
      <w:r w:rsidRPr="003E4D35">
        <w:t>r</w:t>
      </w:r>
      <w:r w:rsidRPr="003E4D35">
        <w:t>ti deux heures avant nous et qui tous les soirs recueillait notre soleil dans sa ouate</w:t>
      </w:r>
      <w:r w:rsidR="00B97E5D">
        <w:t xml:space="preserve">. </w:t>
      </w:r>
      <w:r w:rsidRPr="003E4D35">
        <w:t>Près du fauteuil de Mademoiselle un fa</w:t>
      </w:r>
      <w:r w:rsidRPr="003E4D35">
        <w:t>u</w:t>
      </w:r>
      <w:r w:rsidRPr="003E4D35">
        <w:t>teuil vide</w:t>
      </w:r>
      <w:r w:rsidR="00B97E5D">
        <w:t xml:space="preserve">, </w:t>
      </w:r>
      <w:r w:rsidRPr="003E4D35">
        <w:t>abandonné par un malade</w:t>
      </w:r>
      <w:r w:rsidR="00B97E5D">
        <w:t xml:space="preserve">, </w:t>
      </w:r>
      <w:r w:rsidRPr="003E4D35">
        <w:t>recevait tous les passagers qui aiment changer de place et des inconnus en surgissaient tout à coup la nuit</w:t>
      </w:r>
      <w:r w:rsidR="00B97E5D">
        <w:t xml:space="preserve">. </w:t>
      </w:r>
      <w:r w:rsidRPr="003E4D35">
        <w:t>Tantôt Sophie Mayer</w:t>
      </w:r>
      <w:r w:rsidR="00B97E5D">
        <w:t xml:space="preserve">, </w:t>
      </w:r>
      <w:r w:rsidRPr="003E4D35">
        <w:t>de Munich</w:t>
      </w:r>
      <w:r w:rsidR="00B97E5D">
        <w:t xml:space="preserve">, </w:t>
      </w:r>
      <w:r w:rsidRPr="003E4D35">
        <w:t>qui allait rejoindre son fiancé</w:t>
      </w:r>
      <w:r w:rsidR="00B97E5D">
        <w:t xml:space="preserve">, </w:t>
      </w:r>
      <w:r w:rsidRPr="003E4D35">
        <w:t>inventeur à Bogota</w:t>
      </w:r>
      <w:r w:rsidR="00B97E5D">
        <w:t xml:space="preserve">, </w:t>
      </w:r>
      <w:r w:rsidRPr="003E4D35">
        <w:t>toujours vêtue de r</w:t>
      </w:r>
      <w:r w:rsidRPr="003E4D35">
        <w:t>o</w:t>
      </w:r>
      <w:r w:rsidRPr="003E4D35">
        <w:t>bes bleues</w:t>
      </w:r>
      <w:r w:rsidR="00B97E5D">
        <w:t xml:space="preserve">, </w:t>
      </w:r>
      <w:r w:rsidRPr="003E4D35">
        <w:t>de foulards</w:t>
      </w:r>
      <w:r w:rsidR="00B97E5D">
        <w:t xml:space="preserve">, </w:t>
      </w:r>
      <w:r w:rsidRPr="003E4D35">
        <w:t>de bas bleu clair</w:t>
      </w:r>
      <w:r w:rsidR="00B97E5D">
        <w:t xml:space="preserve">, </w:t>
      </w:r>
      <w:r w:rsidRPr="003E4D35">
        <w:t>invisible souvent au bastingage</w:t>
      </w:r>
      <w:r w:rsidR="00B97E5D">
        <w:t xml:space="preserve">, </w:t>
      </w:r>
      <w:r w:rsidRPr="003E4D35">
        <w:t>qui étudiait la grammaire des pays côtoyés par le bateau</w:t>
      </w:r>
      <w:r w:rsidR="00B97E5D">
        <w:t xml:space="preserve">, </w:t>
      </w:r>
      <w:r w:rsidRPr="003E4D35">
        <w:t>la française jusqu</w:t>
      </w:r>
      <w:r w:rsidR="00B97E5D">
        <w:t>’</w:t>
      </w:r>
      <w:r w:rsidRPr="003E4D35">
        <w:t>à un pli dans la mer qui lui fit prendre la grammaire espagnole</w:t>
      </w:r>
      <w:r w:rsidR="00B97E5D">
        <w:t xml:space="preserve">, </w:t>
      </w:r>
      <w:r w:rsidRPr="003E4D35">
        <w:t>assurée en cas de naufrage de ne pas parler en solécismes à ses sauveteurs</w:t>
      </w:r>
      <w:r w:rsidR="00B97E5D">
        <w:t xml:space="preserve">, </w:t>
      </w:r>
      <w:r w:rsidRPr="003E4D35">
        <w:t>et parfois elle était s</w:t>
      </w:r>
      <w:r w:rsidRPr="003E4D35">
        <w:t>e</w:t>
      </w:r>
      <w:r w:rsidRPr="003E4D35">
        <w:t>couée d</w:t>
      </w:r>
      <w:r w:rsidR="00B97E5D">
        <w:t>’</w:t>
      </w:r>
      <w:r w:rsidRPr="003E4D35">
        <w:t>un frisson</w:t>
      </w:r>
      <w:r w:rsidR="00B97E5D">
        <w:t xml:space="preserve">, </w:t>
      </w:r>
      <w:r w:rsidRPr="003E4D35">
        <w:t>qui devait mystérieusement correspondre à quelque frémissement d</w:t>
      </w:r>
      <w:r w:rsidR="00B97E5D">
        <w:t>’</w:t>
      </w:r>
      <w:r w:rsidRPr="003E4D35">
        <w:t>invention chez son fiancé</w:t>
      </w:r>
      <w:r w:rsidR="00B97E5D">
        <w:t xml:space="preserve">. </w:t>
      </w:r>
      <w:r w:rsidRPr="003E4D35">
        <w:t xml:space="preserve">Tantôt </w:t>
      </w:r>
      <w:r w:rsidR="00B97E5D">
        <w:t>M. </w:t>
      </w:r>
      <w:proofErr w:type="spellStart"/>
      <w:r w:rsidRPr="003E4D35">
        <w:t>Chotard</w:t>
      </w:r>
      <w:proofErr w:type="spellEnd"/>
      <w:r w:rsidR="00B97E5D">
        <w:t xml:space="preserve">, </w:t>
      </w:r>
      <w:r w:rsidRPr="003E4D35">
        <w:t>de Valparaiso</w:t>
      </w:r>
      <w:r w:rsidR="00B97E5D">
        <w:t xml:space="preserve">, </w:t>
      </w:r>
      <w:r w:rsidRPr="003E4D35">
        <w:t>la cravate tenue par une perle noire qui lui était restée dans la main d</w:t>
      </w:r>
      <w:r w:rsidR="00B97E5D">
        <w:t>’</w:t>
      </w:r>
      <w:r w:rsidRPr="003E4D35">
        <w:t xml:space="preserve">un collier de </w:t>
      </w:r>
      <w:proofErr w:type="spellStart"/>
      <w:r w:rsidRPr="003E4D35">
        <w:t>Tahiriri</w:t>
      </w:r>
      <w:proofErr w:type="spellEnd"/>
      <w:r w:rsidR="00B97E5D">
        <w:t xml:space="preserve">, </w:t>
      </w:r>
      <w:r w:rsidRPr="003E4D35">
        <w:t>fille de Pomaré</w:t>
      </w:r>
      <w:r w:rsidR="00B97E5D">
        <w:t xml:space="preserve">, </w:t>
      </w:r>
      <w:r w:rsidRPr="003E4D35">
        <w:t>auquel il s</w:t>
      </w:r>
      <w:r w:rsidR="00B97E5D">
        <w:t>’</w:t>
      </w:r>
      <w:r w:rsidRPr="003E4D35">
        <w:t>était accroché en tombant d</w:t>
      </w:r>
      <w:r w:rsidR="00B97E5D">
        <w:t>’</w:t>
      </w:r>
      <w:r w:rsidRPr="003E4D35">
        <w:t>une véranda</w:t>
      </w:r>
      <w:r w:rsidR="00B97E5D">
        <w:t xml:space="preserve">, </w:t>
      </w:r>
      <w:r w:rsidRPr="003E4D35">
        <w:t>le jour où il apporta à la mère</w:t>
      </w:r>
      <w:r w:rsidR="00B97E5D">
        <w:t xml:space="preserve">, </w:t>
      </w:r>
      <w:r w:rsidRPr="003E4D35">
        <w:t>voilà cinquante-neuf ans</w:t>
      </w:r>
      <w:r w:rsidR="00B97E5D">
        <w:t xml:space="preserve">, </w:t>
      </w:r>
      <w:r w:rsidRPr="003E4D35">
        <w:t>la paire de bottines jaunes qu</w:t>
      </w:r>
      <w:r w:rsidR="00B97E5D">
        <w:t>’</w:t>
      </w:r>
      <w:r w:rsidRPr="003E4D35">
        <w:t>envoyait en cadeau l</w:t>
      </w:r>
      <w:r w:rsidR="00B97E5D">
        <w:t>’</w:t>
      </w:r>
      <w:r w:rsidRPr="003E4D35">
        <w:t>impératrice Eugénie</w:t>
      </w:r>
      <w:r w:rsidR="00B97E5D">
        <w:t xml:space="preserve">. </w:t>
      </w:r>
      <w:r w:rsidRPr="003E4D35">
        <w:t xml:space="preserve">Tantôt la señora </w:t>
      </w:r>
      <w:proofErr w:type="spellStart"/>
      <w:r w:rsidRPr="003E4D35">
        <w:t>Subercaseaux</w:t>
      </w:r>
      <w:proofErr w:type="spellEnd"/>
      <w:r w:rsidRPr="003E4D35">
        <w:t xml:space="preserve"> avec ses histoires de singes et </w:t>
      </w:r>
      <w:proofErr w:type="spellStart"/>
      <w:r w:rsidRPr="003E4D35">
        <w:t>Kikina</w:t>
      </w:r>
      <w:proofErr w:type="spellEnd"/>
      <w:r w:rsidR="00B97E5D">
        <w:t xml:space="preserve">, </w:t>
      </w:r>
      <w:r w:rsidRPr="003E4D35">
        <w:t>sa chimpanzé</w:t>
      </w:r>
      <w:r w:rsidR="00B97E5D">
        <w:t xml:space="preserve">, </w:t>
      </w:r>
      <w:r w:rsidRPr="003E4D35">
        <w:t xml:space="preserve">sœur de cette </w:t>
      </w:r>
      <w:proofErr w:type="spellStart"/>
      <w:r w:rsidRPr="003E4D35">
        <w:t>Lirila</w:t>
      </w:r>
      <w:proofErr w:type="spellEnd"/>
      <w:r w:rsidRPr="003E4D35">
        <w:t xml:space="preserve"> qui avait trouvé dans la chapelle du parc les lunettes noires du père Antonio</w:t>
      </w:r>
      <w:r w:rsidR="00B97E5D">
        <w:t xml:space="preserve">, </w:t>
      </w:r>
      <w:r w:rsidRPr="003E4D35">
        <w:t>les avait mises</w:t>
      </w:r>
      <w:r w:rsidR="00B97E5D">
        <w:t xml:space="preserve">, </w:t>
      </w:r>
      <w:r w:rsidRPr="003E4D35">
        <w:t>brisé une statue neuve de Lourdes et était morte folle le soir même quand revint la nuit</w:t>
      </w:r>
      <w:r w:rsidR="00B97E5D">
        <w:t xml:space="preserve">, </w:t>
      </w:r>
      <w:r w:rsidRPr="003E4D35">
        <w:t>plus noire encore que les lune</w:t>
      </w:r>
      <w:r w:rsidRPr="003E4D35">
        <w:t>t</w:t>
      </w:r>
      <w:r w:rsidRPr="003E4D35">
        <w:t>tes</w:t>
      </w:r>
      <w:r w:rsidR="00B97E5D">
        <w:t xml:space="preserve">, </w:t>
      </w:r>
      <w:r w:rsidRPr="003E4D35">
        <w:t>pour l</w:t>
      </w:r>
      <w:r w:rsidR="00B97E5D">
        <w:t>’</w:t>
      </w:r>
      <w:r w:rsidRPr="003E4D35">
        <w:t>édification des esclaves de l</w:t>
      </w:r>
      <w:r w:rsidR="00B97E5D">
        <w:t>’</w:t>
      </w:r>
      <w:r w:rsidRPr="003E4D35">
        <w:t>hacienda</w:t>
      </w:r>
      <w:r w:rsidR="00B97E5D">
        <w:t xml:space="preserve">. </w:t>
      </w:r>
      <w:r w:rsidRPr="003E4D35">
        <w:t>Tantôt un grand Norvégien roux</w:t>
      </w:r>
      <w:r w:rsidR="00B97E5D">
        <w:t xml:space="preserve">, </w:t>
      </w:r>
      <w:r w:rsidRPr="003E4D35">
        <w:t>celui qui avait rattrapé avec son canot à pétrole un pavillon de l</w:t>
      </w:r>
      <w:r w:rsidR="00B97E5D">
        <w:t>’</w:t>
      </w:r>
      <w:r w:rsidRPr="003E4D35">
        <w:t>hôpital sur pilotis de Colon qui s</w:t>
      </w:r>
      <w:r w:rsidR="00B97E5D">
        <w:t>’</w:t>
      </w:r>
      <w:r w:rsidRPr="003E4D35">
        <w:t>en a</w:t>
      </w:r>
      <w:r w:rsidRPr="003E4D35">
        <w:t>l</w:t>
      </w:r>
      <w:r w:rsidRPr="003E4D35">
        <w:t>lait à la dérive</w:t>
      </w:r>
      <w:r w:rsidR="00B97E5D">
        <w:t xml:space="preserve">, – </w:t>
      </w:r>
      <w:r w:rsidRPr="003E4D35">
        <w:t xml:space="preserve">et que </w:t>
      </w:r>
      <w:proofErr w:type="spellStart"/>
      <w:r w:rsidRPr="003E4D35">
        <w:t>Naki</w:t>
      </w:r>
      <w:proofErr w:type="spellEnd"/>
      <w:r w:rsidRPr="003E4D35">
        <w:t xml:space="preserve"> prétendait amoureux de sa fe</w:t>
      </w:r>
      <w:r w:rsidRPr="003E4D35">
        <w:t>m</w:t>
      </w:r>
      <w:r w:rsidRPr="003E4D35">
        <w:t>me</w:t>
      </w:r>
      <w:r w:rsidR="00B97E5D">
        <w:t>.</w:t>
      </w:r>
    </w:p>
    <w:p w14:paraId="45411E38" w14:textId="77777777" w:rsidR="00B97E5D" w:rsidRDefault="00B97E5D" w:rsidP="00F225BE">
      <w:r>
        <w:t>— </w:t>
      </w:r>
      <w:r w:rsidR="00F225BE" w:rsidRPr="003E4D35">
        <w:t>N</w:t>
      </w:r>
      <w:r>
        <w:t>’</w:t>
      </w:r>
      <w:r w:rsidR="00F225BE" w:rsidRPr="003E4D35">
        <w:t>a-t-il pas le droit</w:t>
      </w:r>
      <w:r>
        <w:t xml:space="preserve"> ? – </w:t>
      </w:r>
      <w:r w:rsidR="00F225BE" w:rsidRPr="003E4D35">
        <w:t xml:space="preserve">disait </w:t>
      </w:r>
      <w:proofErr w:type="spellStart"/>
      <w:r w:rsidR="00F225BE" w:rsidRPr="003E4D35">
        <w:t>Nenetza</w:t>
      </w:r>
      <w:proofErr w:type="spellEnd"/>
      <w:r>
        <w:t xml:space="preserve">. – </w:t>
      </w:r>
      <w:r w:rsidR="00F225BE" w:rsidRPr="003E4D35">
        <w:t>Et toi</w:t>
      </w:r>
      <w:r>
        <w:t xml:space="preserve">, </w:t>
      </w:r>
      <w:r w:rsidR="00F225BE" w:rsidRPr="003E4D35">
        <w:t>pou</w:t>
      </w:r>
      <w:r w:rsidR="00F225BE" w:rsidRPr="003E4D35">
        <w:t>r</w:t>
      </w:r>
      <w:r w:rsidR="00F225BE" w:rsidRPr="003E4D35">
        <w:t>quoi m</w:t>
      </w:r>
      <w:r>
        <w:t>’</w:t>
      </w:r>
      <w:r w:rsidR="00F225BE" w:rsidRPr="003E4D35">
        <w:t>as-tu choisie parmi toutes les joueuses de tennis de D</w:t>
      </w:r>
      <w:r w:rsidR="00F225BE" w:rsidRPr="003E4D35">
        <w:t>é</w:t>
      </w:r>
      <w:r w:rsidR="00F225BE" w:rsidRPr="003E4D35">
        <w:t>los</w:t>
      </w:r>
      <w:r>
        <w:t> ?</w:t>
      </w:r>
    </w:p>
    <w:p w14:paraId="6E824E07" w14:textId="77777777" w:rsidR="00B97E5D" w:rsidRDefault="00F225BE" w:rsidP="00F225BE">
      <w:r w:rsidRPr="003E4D35">
        <w:lastRenderedPageBreak/>
        <w:t>Mon âme s</w:t>
      </w:r>
      <w:r w:rsidR="00B97E5D">
        <w:t>’</w:t>
      </w:r>
      <w:r w:rsidRPr="003E4D35">
        <w:t>engraissait de ce sel</w:t>
      </w:r>
      <w:r w:rsidR="00B97E5D">
        <w:t xml:space="preserve">, </w:t>
      </w:r>
      <w:r w:rsidRPr="003E4D35">
        <w:t>de ce repos</w:t>
      </w:r>
      <w:r w:rsidR="00B97E5D">
        <w:t xml:space="preserve">. </w:t>
      </w:r>
      <w:r w:rsidRPr="003E4D35">
        <w:t>Tous mes se</w:t>
      </w:r>
      <w:r w:rsidRPr="003E4D35">
        <w:t>n</w:t>
      </w:r>
      <w:r w:rsidRPr="003E4D35">
        <w:t>timents de France s</w:t>
      </w:r>
      <w:r w:rsidR="00B97E5D">
        <w:t>’</w:t>
      </w:r>
      <w:r w:rsidRPr="003E4D35">
        <w:t>engourdissaient</w:t>
      </w:r>
      <w:r w:rsidR="00B97E5D">
        <w:t xml:space="preserve">, – </w:t>
      </w:r>
      <w:r w:rsidRPr="003E4D35">
        <w:t>et s</w:t>
      </w:r>
      <w:r w:rsidR="00B97E5D">
        <w:t>’</w:t>
      </w:r>
      <w:r w:rsidRPr="003E4D35">
        <w:t>agitaient au contra</w:t>
      </w:r>
      <w:r w:rsidRPr="003E4D35">
        <w:t>i</w:t>
      </w:r>
      <w:r w:rsidRPr="003E4D35">
        <w:t>re en moi</w:t>
      </w:r>
      <w:r w:rsidR="00B97E5D">
        <w:t xml:space="preserve">, </w:t>
      </w:r>
      <w:r w:rsidRPr="003E4D35">
        <w:t>mais tout petits encore</w:t>
      </w:r>
      <w:r w:rsidR="00B97E5D">
        <w:t xml:space="preserve">, </w:t>
      </w:r>
      <w:r w:rsidRPr="003E4D35">
        <w:t>des désirs subits et limités</w:t>
      </w:r>
      <w:r w:rsidR="00B97E5D">
        <w:t xml:space="preserve">, </w:t>
      </w:r>
      <w:r w:rsidRPr="003E4D35">
        <w:t>celui de sauver une jeune Grecque d</w:t>
      </w:r>
      <w:r w:rsidR="00B97E5D">
        <w:t>’</w:t>
      </w:r>
      <w:r w:rsidRPr="003E4D35">
        <w:t>un naufrage</w:t>
      </w:r>
      <w:r w:rsidR="00B97E5D">
        <w:t xml:space="preserve">, </w:t>
      </w:r>
      <w:r w:rsidRPr="003E4D35">
        <w:t>celui de faire pleurer un Norvégien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obliger une Munichoise à passer un corsage rouge</w:t>
      </w:r>
      <w:r w:rsidR="00B97E5D">
        <w:t xml:space="preserve">… </w:t>
      </w:r>
      <w:r w:rsidRPr="003E4D35">
        <w:t>Parfois tous les passagers se précipitaient vers un bord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un petit bateau noir</w:t>
      </w:r>
      <w:r w:rsidR="00B97E5D">
        <w:t xml:space="preserve">, </w:t>
      </w:r>
      <w:r w:rsidRPr="003E4D35">
        <w:t>comme un rat dans un t</w:t>
      </w:r>
      <w:r w:rsidRPr="003E4D35">
        <w:t>é</w:t>
      </w:r>
      <w:r w:rsidRPr="003E4D35">
        <w:t>lescope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était logé entre le soleil couchant et nous</w:t>
      </w:r>
      <w:r w:rsidR="00B97E5D">
        <w:t xml:space="preserve">. </w:t>
      </w:r>
      <w:r w:rsidRPr="003E4D35">
        <w:t>Parfois arr</w:t>
      </w:r>
      <w:r w:rsidRPr="003E4D35">
        <w:t>i</w:t>
      </w:r>
      <w:r w:rsidRPr="003E4D35">
        <w:t>vait un souffle d</w:t>
      </w:r>
      <w:r w:rsidR="00B97E5D">
        <w:t>’</w:t>
      </w:r>
      <w:r w:rsidRPr="003E4D35">
        <w:t>eucalyptus</w:t>
      </w:r>
      <w:r w:rsidR="00B97E5D">
        <w:t xml:space="preserve">, </w:t>
      </w:r>
      <w:r w:rsidRPr="003E4D35">
        <w:t>on l</w:t>
      </w:r>
      <w:r w:rsidR="00B97E5D">
        <w:t>’</w:t>
      </w:r>
      <w:r w:rsidRPr="003E4D35">
        <w:t>avait prévu de loin</w:t>
      </w:r>
      <w:r w:rsidR="00B97E5D">
        <w:t xml:space="preserve">, </w:t>
      </w:r>
      <w:r w:rsidRPr="003E4D35">
        <w:t>au nez des deux femmes en chandail</w:t>
      </w:r>
      <w:r w:rsidR="00B97E5D">
        <w:t xml:space="preserve">, </w:t>
      </w:r>
      <w:r w:rsidRPr="003E4D35">
        <w:t>et Sophie Mayer cherchait la gra</w:t>
      </w:r>
      <w:r w:rsidRPr="003E4D35">
        <w:t>m</w:t>
      </w:r>
      <w:r w:rsidRPr="003E4D35">
        <w:t>maire portugaise</w:t>
      </w:r>
      <w:r w:rsidR="00B97E5D">
        <w:t xml:space="preserve">. </w:t>
      </w:r>
      <w:r w:rsidRPr="003E4D35">
        <w:t>À tribord</w:t>
      </w:r>
      <w:r w:rsidR="00B97E5D">
        <w:t xml:space="preserve">, </w:t>
      </w:r>
      <w:r w:rsidRPr="003E4D35">
        <w:t>à la place des forçats</w:t>
      </w:r>
      <w:r w:rsidR="00B97E5D">
        <w:t xml:space="preserve">, </w:t>
      </w:r>
      <w:r w:rsidRPr="003E4D35">
        <w:t>à la place de ceux qui ont tué leur fille</w:t>
      </w:r>
      <w:r w:rsidR="00B97E5D">
        <w:t xml:space="preserve">, </w:t>
      </w:r>
      <w:r w:rsidRPr="003E4D35">
        <w:t>dévalisé la cathédrale</w:t>
      </w:r>
      <w:r w:rsidR="00B97E5D">
        <w:t xml:space="preserve">, </w:t>
      </w:r>
      <w:r w:rsidRPr="003E4D35">
        <w:t>il n</w:t>
      </w:r>
      <w:r w:rsidR="00B97E5D">
        <w:t>’</w:t>
      </w:r>
      <w:r w:rsidRPr="003E4D35">
        <w:t>y avait plus que de petites barques de pêcheurs sans casier judiciaire</w:t>
      </w:r>
      <w:r w:rsidR="00B97E5D">
        <w:t xml:space="preserve">, </w:t>
      </w:r>
      <w:r w:rsidRPr="003E4D35">
        <w:t>des charbonniers anglais respectueux des évêques</w:t>
      </w:r>
      <w:r w:rsidR="00B97E5D">
        <w:t xml:space="preserve">. </w:t>
      </w:r>
      <w:r w:rsidRPr="003E4D35">
        <w:t>Le capitaine pa</w:t>
      </w:r>
      <w:r w:rsidRPr="003E4D35">
        <w:t>s</w:t>
      </w:r>
      <w:r w:rsidRPr="003E4D35">
        <w:t>sait et repassait</w:t>
      </w:r>
      <w:r w:rsidR="00B97E5D">
        <w:t xml:space="preserve">, </w:t>
      </w:r>
      <w:r w:rsidRPr="003E4D35">
        <w:t>distribuant aux passagers de marque des phr</w:t>
      </w:r>
      <w:r w:rsidRPr="003E4D35">
        <w:t>a</w:t>
      </w:r>
      <w:r w:rsidRPr="003E4D35">
        <w:t>ses à peu près incompréhensibles</w:t>
      </w:r>
      <w:r w:rsidR="00B97E5D">
        <w:t xml:space="preserve">, </w:t>
      </w:r>
      <w:r w:rsidRPr="003E4D35">
        <w:t>car il avait la manie d</w:t>
      </w:r>
      <w:r w:rsidR="00B97E5D">
        <w:t>’</w:t>
      </w:r>
      <w:r w:rsidRPr="003E4D35">
        <w:t>oublier</w:t>
      </w:r>
      <w:r w:rsidR="00B97E5D">
        <w:t xml:space="preserve">, </w:t>
      </w:r>
      <w:r w:rsidRPr="003E4D35">
        <w:t>en parlant</w:t>
      </w:r>
      <w:r w:rsidR="00B97E5D">
        <w:t xml:space="preserve">, </w:t>
      </w:r>
      <w:r w:rsidRPr="003E4D35">
        <w:t>ces adverbes ou prépositions que nous oublions pa</w:t>
      </w:r>
      <w:r w:rsidRPr="003E4D35">
        <w:t>r</w:t>
      </w:r>
      <w:r w:rsidRPr="003E4D35">
        <w:t>fois en écrivant</w:t>
      </w:r>
      <w:r w:rsidR="00B97E5D">
        <w:t> : « </w:t>
      </w:r>
      <w:r w:rsidRPr="003E4D35">
        <w:t>à propos de</w:t>
      </w:r>
      <w:r w:rsidR="00B97E5D">
        <w:t> », « </w:t>
      </w:r>
      <w:r w:rsidRPr="003E4D35">
        <w:t>avec</w:t>
      </w:r>
      <w:r w:rsidR="00B97E5D">
        <w:t> », « </w:t>
      </w:r>
      <w:r w:rsidRPr="003E4D35">
        <w:t>depuis</w:t>
      </w:r>
      <w:r w:rsidR="00B97E5D">
        <w:t> »…</w:t>
      </w:r>
    </w:p>
    <w:p w14:paraId="2D6A1CB9" w14:textId="77777777" w:rsidR="00B97E5D" w:rsidRDefault="00B97E5D" w:rsidP="00F225BE">
      <w:r>
        <w:t>— </w:t>
      </w:r>
      <w:r w:rsidR="00F225BE" w:rsidRPr="003E4D35">
        <w:t>Ils se sont brouillés un chapeau</w:t>
      </w:r>
      <w:r>
        <w:t xml:space="preserve">, – </w:t>
      </w:r>
      <w:r w:rsidR="00F225BE" w:rsidRPr="003E4D35">
        <w:t>disait-il</w:t>
      </w:r>
      <w:r>
        <w:t xml:space="preserve">. – </w:t>
      </w:r>
      <w:r w:rsidR="00F225BE" w:rsidRPr="003E4D35">
        <w:t>J</w:t>
      </w:r>
      <w:r>
        <w:t>’</w:t>
      </w:r>
      <w:r w:rsidR="00F225BE" w:rsidRPr="003E4D35">
        <w:t>étais v</w:t>
      </w:r>
      <w:r w:rsidR="00F225BE" w:rsidRPr="003E4D35">
        <w:t>e</w:t>
      </w:r>
      <w:r w:rsidR="00F225BE" w:rsidRPr="003E4D35">
        <w:t>nu un chien</w:t>
      </w:r>
      <w:r>
        <w:t xml:space="preserve">… </w:t>
      </w:r>
      <w:r w:rsidR="00F225BE" w:rsidRPr="003E4D35">
        <w:t>Je l</w:t>
      </w:r>
      <w:r>
        <w:t>’</w:t>
      </w:r>
      <w:r w:rsidR="00F225BE" w:rsidRPr="003E4D35">
        <w:t>avais attendu une statue</w:t>
      </w:r>
      <w:r>
        <w:t>…</w:t>
      </w:r>
    </w:p>
    <w:p w14:paraId="60552FA5" w14:textId="77777777" w:rsidR="00B97E5D" w:rsidRDefault="00F225BE" w:rsidP="00F225BE">
      <w:r w:rsidRPr="003E4D35">
        <w:t xml:space="preserve">À San </w:t>
      </w:r>
      <w:proofErr w:type="spellStart"/>
      <w:r w:rsidRPr="003E4D35">
        <w:t>Ioäo</w:t>
      </w:r>
      <w:proofErr w:type="spellEnd"/>
      <w:r w:rsidR="00B97E5D">
        <w:t xml:space="preserve">, </w:t>
      </w:r>
      <w:r w:rsidRPr="003E4D35">
        <w:t>il fit escale</w:t>
      </w:r>
      <w:r w:rsidR="00B97E5D">
        <w:t xml:space="preserve">, </w:t>
      </w:r>
      <w:r w:rsidRPr="003E4D35">
        <w:t>sous le prétexte de prendre de la glace</w:t>
      </w:r>
      <w:r w:rsidR="00B97E5D">
        <w:t xml:space="preserve">, </w:t>
      </w:r>
      <w:r w:rsidRPr="003E4D35">
        <w:t xml:space="preserve">en fait pour amener et retenir à bord le major </w:t>
      </w:r>
      <w:proofErr w:type="spellStart"/>
      <w:r w:rsidRPr="003E4D35">
        <w:t>Almira</w:t>
      </w:r>
      <w:proofErr w:type="spellEnd"/>
      <w:r w:rsidRPr="003E4D35">
        <w:t xml:space="preserve"> </w:t>
      </w:r>
      <w:proofErr w:type="spellStart"/>
      <w:r w:rsidRPr="003E4D35">
        <w:t>P</w:t>
      </w:r>
      <w:r w:rsidRPr="003E4D35">
        <w:t>e</w:t>
      </w:r>
      <w:r w:rsidRPr="003E4D35">
        <w:t>raira</w:t>
      </w:r>
      <w:proofErr w:type="spellEnd"/>
      <w:r w:rsidRPr="003E4D35">
        <w:t xml:space="preserve"> d</w:t>
      </w:r>
      <w:r w:rsidR="00B97E5D">
        <w:t>’</w:t>
      </w:r>
      <w:proofErr w:type="spellStart"/>
      <w:r w:rsidRPr="003E4D35">
        <w:t>Heica</w:t>
      </w:r>
      <w:proofErr w:type="spellEnd"/>
      <w:r w:rsidR="00B97E5D">
        <w:t xml:space="preserve">, </w:t>
      </w:r>
      <w:r w:rsidRPr="003E4D35">
        <w:t>le fameux joueur de poker</w:t>
      </w:r>
      <w:r w:rsidR="00B97E5D">
        <w:t xml:space="preserve">. </w:t>
      </w:r>
      <w:r w:rsidRPr="003E4D35">
        <w:t>Cela nous permit à tous quatre de pousser en automobile jusqu</w:t>
      </w:r>
      <w:r w:rsidR="00B97E5D">
        <w:t>’</w:t>
      </w:r>
      <w:r w:rsidRPr="003E4D35">
        <w:t>à Porto avec le No</w:t>
      </w:r>
      <w:r w:rsidRPr="003E4D35">
        <w:t>r</w:t>
      </w:r>
      <w:r w:rsidRPr="003E4D35">
        <w:t>végien roux et un général anglais qui répondait toujours</w:t>
      </w:r>
      <w:r w:rsidR="00B97E5D">
        <w:t> : « </w:t>
      </w:r>
      <w:r w:rsidRPr="003E4D35">
        <w:t>très pratique</w:t>
      </w:r>
      <w:r w:rsidR="00B97E5D">
        <w:t xml:space="preserve"> ». </w:t>
      </w:r>
      <w:r w:rsidRPr="003E4D35">
        <w:t xml:space="preserve">Je me rappelle </w:t>
      </w:r>
      <w:proofErr w:type="gramStart"/>
      <w:r w:rsidRPr="003E4D35">
        <w:t>des</w:t>
      </w:r>
      <w:proofErr w:type="gramEnd"/>
      <w:r w:rsidRPr="003E4D35">
        <w:t xml:space="preserve"> tours de porcelaine</w:t>
      </w:r>
      <w:r w:rsidR="00B97E5D">
        <w:t xml:space="preserve">, </w:t>
      </w:r>
      <w:r w:rsidRPr="003E4D35">
        <w:t>un palm</w:t>
      </w:r>
      <w:r w:rsidRPr="003E4D35">
        <w:t>a</w:t>
      </w:r>
      <w:r w:rsidRPr="003E4D35">
        <w:t>rium où une jeune Française caressait un jeune palmier</w:t>
      </w:r>
      <w:r w:rsidR="00B97E5D">
        <w:t xml:space="preserve">, </w:t>
      </w:r>
      <w:r w:rsidRPr="003E4D35">
        <w:t>le Do</w:t>
      </w:r>
      <w:r w:rsidRPr="003E4D35">
        <w:t>u</w:t>
      </w:r>
      <w:r w:rsidRPr="003E4D35">
        <w:t>ro vert</w:t>
      </w:r>
      <w:r w:rsidR="00B97E5D">
        <w:t xml:space="preserve">, </w:t>
      </w:r>
      <w:r w:rsidRPr="003E4D35">
        <w:t>vert</w:t>
      </w:r>
      <w:r w:rsidR="00B97E5D">
        <w:t xml:space="preserve"> (</w:t>
      </w:r>
      <w:r w:rsidRPr="003E4D35">
        <w:t>très pratique</w:t>
      </w:r>
      <w:r w:rsidR="00B97E5D">
        <w:t xml:space="preserve"> !), </w:t>
      </w:r>
      <w:r w:rsidRPr="003E4D35">
        <w:t>les toits chinois rouges</w:t>
      </w:r>
      <w:r w:rsidR="00B97E5D">
        <w:t xml:space="preserve">, </w:t>
      </w:r>
      <w:r w:rsidRPr="003E4D35">
        <w:t>rouges</w:t>
      </w:r>
      <w:r w:rsidR="00B97E5D">
        <w:t xml:space="preserve">, </w:t>
      </w:r>
      <w:r w:rsidRPr="003E4D35">
        <w:t>et de deux ponts suspendus des reflets partant vers le fleuve</w:t>
      </w:r>
      <w:r w:rsidR="00B97E5D">
        <w:t xml:space="preserve">, </w:t>
      </w:r>
      <w:r w:rsidRPr="003E4D35">
        <w:t>quand un bœuf tournait la tête</w:t>
      </w:r>
      <w:r w:rsidR="00B97E5D">
        <w:t xml:space="preserve">, </w:t>
      </w:r>
      <w:r w:rsidRPr="003E4D35">
        <w:t>à cause de son diadème de cu</w:t>
      </w:r>
      <w:r w:rsidRPr="003E4D35">
        <w:t>i</w:t>
      </w:r>
      <w:r w:rsidRPr="003E4D35">
        <w:t>vre</w:t>
      </w:r>
      <w:r w:rsidR="00B97E5D">
        <w:t xml:space="preserve">. </w:t>
      </w:r>
      <w:r w:rsidRPr="003E4D35">
        <w:t>On était à la veille de la récolte</w:t>
      </w:r>
      <w:r w:rsidR="00B97E5D">
        <w:t xml:space="preserve">, </w:t>
      </w:r>
      <w:r w:rsidRPr="003E4D35">
        <w:t xml:space="preserve">le plus jeune </w:t>
      </w:r>
      <w:r w:rsidRPr="003E4D35">
        <w:lastRenderedPageBreak/>
        <w:t>porto avait près d</w:t>
      </w:r>
      <w:r w:rsidR="00B97E5D">
        <w:t>’</w:t>
      </w:r>
      <w:r w:rsidRPr="003E4D35">
        <w:t>un an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la semaine où l</w:t>
      </w:r>
      <w:r w:rsidR="00B97E5D">
        <w:t>’</w:t>
      </w:r>
      <w:r w:rsidRPr="003E4D35">
        <w:t>habitant de Porto le plus fou</w:t>
      </w:r>
      <w:r w:rsidR="00B97E5D">
        <w:t xml:space="preserve">, </w:t>
      </w:r>
      <w:r w:rsidRPr="003E4D35">
        <w:t>si loin du vin nouveau</w:t>
      </w:r>
      <w:r w:rsidR="00B97E5D">
        <w:t xml:space="preserve">, </w:t>
      </w:r>
      <w:r w:rsidRPr="003E4D35">
        <w:t>est le plus sage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un d</w:t>
      </w:r>
      <w:r w:rsidR="00B97E5D">
        <w:t>’</w:t>
      </w:r>
      <w:r w:rsidRPr="003E4D35">
        <w:t>eux cria à n</w:t>
      </w:r>
      <w:r w:rsidRPr="003E4D35">
        <w:t>o</w:t>
      </w:r>
      <w:r w:rsidRPr="003E4D35">
        <w:t>tre vue</w:t>
      </w:r>
      <w:r w:rsidR="00B97E5D">
        <w:t> : « </w:t>
      </w:r>
      <w:r w:rsidRPr="003E4D35">
        <w:t>Vivent les démocrates</w:t>
      </w:r>
      <w:r w:rsidR="00B97E5D">
        <w:t> ! »</w:t>
      </w:r>
      <w:r w:rsidRPr="003E4D35">
        <w:t xml:space="preserve"> C</w:t>
      </w:r>
      <w:r w:rsidR="00B97E5D">
        <w:t>’</w:t>
      </w:r>
      <w:r w:rsidRPr="003E4D35">
        <w:t>est</w:t>
      </w:r>
      <w:r w:rsidR="00B97E5D">
        <w:t xml:space="preserve">, </w:t>
      </w:r>
      <w:r w:rsidRPr="003E4D35">
        <w:t>le guide nous l</w:t>
      </w:r>
      <w:r w:rsidR="00B97E5D">
        <w:t>’</w:t>
      </w:r>
      <w:r w:rsidRPr="003E4D35">
        <w:t>expl</w:t>
      </w:r>
      <w:r w:rsidRPr="003E4D35">
        <w:t>i</w:t>
      </w:r>
      <w:r w:rsidRPr="003E4D35">
        <w:t>qua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à la même heure</w:t>
      </w:r>
      <w:r w:rsidR="00B97E5D">
        <w:t xml:space="preserve">, </w:t>
      </w:r>
      <w:r w:rsidRPr="003E4D35">
        <w:t>tant l</w:t>
      </w:r>
      <w:r w:rsidR="00B97E5D">
        <w:t>’</w:t>
      </w:r>
      <w:r w:rsidRPr="003E4D35">
        <w:t>instinct de contradiction est vif entre les deux villes</w:t>
      </w:r>
      <w:r w:rsidR="00B97E5D">
        <w:t xml:space="preserve">, </w:t>
      </w:r>
      <w:r w:rsidRPr="003E4D35">
        <w:t>quelqu</w:t>
      </w:r>
      <w:r w:rsidR="00B97E5D">
        <w:t>’</w:t>
      </w:r>
      <w:r w:rsidRPr="003E4D35">
        <w:t>un à Lisbonne avait crié</w:t>
      </w:r>
      <w:r w:rsidR="00B97E5D">
        <w:t> : « </w:t>
      </w:r>
      <w:r w:rsidRPr="003E4D35">
        <w:t>Vivent les libéraux</w:t>
      </w:r>
      <w:r w:rsidR="00B97E5D">
        <w:t> ! »</w:t>
      </w:r>
      <w:r w:rsidRPr="003E4D35">
        <w:t xml:space="preserve"> Les collines portaient des lignes de petits mo</w:t>
      </w:r>
      <w:r w:rsidRPr="003E4D35">
        <w:t>u</w:t>
      </w:r>
      <w:r w:rsidRPr="003E4D35">
        <w:t>lins qui moulaient le blé grain par grain</w:t>
      </w:r>
      <w:r w:rsidR="00B97E5D">
        <w:t>.</w:t>
      </w:r>
    </w:p>
    <w:p w14:paraId="23F2EFED" w14:textId="77777777" w:rsidR="00B97E5D" w:rsidRDefault="00B97E5D" w:rsidP="00F225BE">
      <w:r>
        <w:t>— </w:t>
      </w:r>
      <w:r w:rsidR="00F225BE" w:rsidRPr="003E4D35">
        <w:t>Amour</w:t>
      </w:r>
      <w:r>
        <w:t xml:space="preserve"> ! – </w:t>
      </w:r>
      <w:r w:rsidR="00F225BE" w:rsidRPr="003E4D35">
        <w:t xml:space="preserve">disait </w:t>
      </w:r>
      <w:proofErr w:type="spellStart"/>
      <w:r w:rsidR="00F225BE" w:rsidRPr="003E4D35">
        <w:t>Nenetza</w:t>
      </w:r>
      <w:proofErr w:type="spellEnd"/>
      <w:r>
        <w:t>.</w:t>
      </w:r>
    </w:p>
    <w:p w14:paraId="090A1AB1" w14:textId="77777777" w:rsidR="00B97E5D" w:rsidRDefault="00B97E5D" w:rsidP="00F225BE">
      <w:r>
        <w:t>— </w:t>
      </w:r>
      <w:r w:rsidR="00F225BE" w:rsidRPr="003E4D35">
        <w:t>Très pratique</w:t>
      </w:r>
      <w:r>
        <w:t xml:space="preserve">, – </w:t>
      </w:r>
      <w:r w:rsidR="00F225BE" w:rsidRPr="003E4D35">
        <w:t>disait le général</w:t>
      </w:r>
      <w:r>
        <w:t>.</w:t>
      </w:r>
    </w:p>
    <w:p w14:paraId="3D153914" w14:textId="77777777" w:rsidR="00B97E5D" w:rsidRDefault="00F225BE" w:rsidP="00F225BE">
      <w:r w:rsidRPr="003E4D35">
        <w:t>Et nous revînmes à</w:t>
      </w:r>
      <w:r w:rsidRPr="003E4D35">
        <w:rPr>
          <w:i/>
          <w:iCs/>
        </w:rPr>
        <w:t xml:space="preserve"> l</w:t>
      </w:r>
      <w:r w:rsidR="00B97E5D">
        <w:rPr>
          <w:i/>
          <w:iCs/>
        </w:rPr>
        <w:t>’</w:t>
      </w:r>
      <w:r w:rsidRPr="003E4D35">
        <w:rPr>
          <w:i/>
          <w:iCs/>
        </w:rPr>
        <w:t>Amélie</w:t>
      </w:r>
      <w:r w:rsidRPr="003E4D35">
        <w:t xml:space="preserve"> par des avenues où la pou</w:t>
      </w:r>
      <w:r w:rsidRPr="003E4D35">
        <w:t>s</w:t>
      </w:r>
      <w:r w:rsidRPr="003E4D35">
        <w:t>sière au lieu de suivre les autos avait des tourbillons spéciaux</w:t>
      </w:r>
      <w:r w:rsidR="00B97E5D">
        <w:t xml:space="preserve">, </w:t>
      </w:r>
      <w:r w:rsidRPr="003E4D35">
        <w:t>et où des placards prévenaient devant chaque palais que le parc était défendu contre les maraudeurs par des ratières à feu</w:t>
      </w:r>
      <w:r w:rsidR="00B97E5D">
        <w:t>…</w:t>
      </w:r>
    </w:p>
    <w:p w14:paraId="73D57BD0" w14:textId="77777777" w:rsidR="00B97E5D" w:rsidRDefault="00F225BE" w:rsidP="00F225BE">
      <w:r w:rsidRPr="003E4D35">
        <w:t>Il y eut un jour brumeux</w:t>
      </w:r>
      <w:r w:rsidR="00B97E5D">
        <w:t xml:space="preserve">, </w:t>
      </w:r>
      <w:r w:rsidRPr="003E4D35">
        <w:t>des visages méchants</w:t>
      </w:r>
      <w:r w:rsidR="00B97E5D">
        <w:t xml:space="preserve">. </w:t>
      </w:r>
      <w:r w:rsidRPr="003E4D35">
        <w:t>Le Gulf Stream n</w:t>
      </w:r>
      <w:r w:rsidR="00B97E5D">
        <w:t>’</w:t>
      </w:r>
      <w:r w:rsidRPr="003E4D35">
        <w:t>atteignait plus que quelques cœurs de passagers</w:t>
      </w:r>
      <w:r w:rsidR="00B97E5D">
        <w:t xml:space="preserve">. </w:t>
      </w:r>
      <w:r w:rsidRPr="003E4D35">
        <w:t>La mer semblait calme mais détruisait le navire par-dessous</w:t>
      </w:r>
      <w:r w:rsidR="00B97E5D">
        <w:t xml:space="preserve">, </w:t>
      </w:r>
      <w:r w:rsidRPr="003E4D35">
        <w:t>comme une falaise</w:t>
      </w:r>
      <w:r w:rsidR="00B97E5D">
        <w:t xml:space="preserve">. </w:t>
      </w:r>
      <w:r w:rsidRPr="003E4D35">
        <w:t>Puis une haleine aride nous couvrit de pou</w:t>
      </w:r>
      <w:r w:rsidRPr="003E4D35">
        <w:t>s</w:t>
      </w:r>
      <w:r w:rsidRPr="003E4D35">
        <w:t>sière comme si nous avions été sur une place à Tarascon</w:t>
      </w:r>
      <w:r w:rsidR="00B97E5D">
        <w:t xml:space="preserve">. </w:t>
      </w:r>
      <w:r w:rsidRPr="003E4D35">
        <w:t>Sophie Mayer</w:t>
      </w:r>
      <w:r w:rsidR="00B97E5D">
        <w:t xml:space="preserve">, </w:t>
      </w:r>
      <w:r w:rsidRPr="003E4D35">
        <w:t>n</w:t>
      </w:r>
      <w:r w:rsidR="00B97E5D">
        <w:t>’</w:t>
      </w:r>
      <w:r w:rsidRPr="003E4D35">
        <w:t>ayant pas de grammaire arabe</w:t>
      </w:r>
      <w:r w:rsidR="00B97E5D">
        <w:t xml:space="preserve">, </w:t>
      </w:r>
      <w:r w:rsidRPr="003E4D35">
        <w:t>rêvait</w:t>
      </w:r>
      <w:r w:rsidR="00B97E5D">
        <w:t xml:space="preserve">. </w:t>
      </w:r>
      <w:r w:rsidRPr="003E4D35">
        <w:t>Une averse tomba</w:t>
      </w:r>
      <w:r w:rsidR="00B97E5D">
        <w:t xml:space="preserve">, </w:t>
      </w:r>
      <w:r w:rsidRPr="003E4D35">
        <w:t>dégageant du bateau</w:t>
      </w:r>
      <w:r w:rsidR="00B97E5D">
        <w:t xml:space="preserve">, </w:t>
      </w:r>
      <w:r w:rsidRPr="003E4D35">
        <w:t>qui jadis avait été anglais</w:t>
      </w:r>
      <w:r w:rsidR="00B97E5D">
        <w:t xml:space="preserve">, </w:t>
      </w:r>
      <w:r w:rsidRPr="003E4D35">
        <w:t>puis j</w:t>
      </w:r>
      <w:r w:rsidRPr="003E4D35">
        <w:t>a</w:t>
      </w:r>
      <w:r w:rsidRPr="003E4D35">
        <w:t>ponais</w:t>
      </w:r>
      <w:r w:rsidR="00B97E5D">
        <w:t xml:space="preserve">, </w:t>
      </w:r>
      <w:r w:rsidRPr="003E4D35">
        <w:t>puis allemand</w:t>
      </w:r>
      <w:r w:rsidR="00B97E5D">
        <w:t xml:space="preserve">, </w:t>
      </w:r>
      <w:r w:rsidRPr="003E4D35">
        <w:t>toutes les odeurs accumulées et lui</w:t>
      </w:r>
      <w:r w:rsidR="00B97E5D">
        <w:t xml:space="preserve">, </w:t>
      </w:r>
      <w:r w:rsidRPr="003E4D35">
        <w:t>et les passagers les combattaient par mille parfums séparés</w:t>
      </w:r>
      <w:r w:rsidR="00B97E5D">
        <w:t xml:space="preserve">. </w:t>
      </w:r>
      <w:r w:rsidRPr="003E4D35">
        <w:t>Enfin vers le soir le ciel s</w:t>
      </w:r>
      <w:r w:rsidR="00B97E5D">
        <w:t>’</w:t>
      </w:r>
      <w:r w:rsidRPr="003E4D35">
        <w:t>ouvrit</w:t>
      </w:r>
      <w:r w:rsidR="00B97E5D">
        <w:t xml:space="preserve">, </w:t>
      </w:r>
      <w:r w:rsidRPr="003E4D35">
        <w:t>et l</w:t>
      </w:r>
      <w:r w:rsidR="00B97E5D">
        <w:t>’</w:t>
      </w:r>
      <w:r w:rsidRPr="003E4D35">
        <w:t>on vit au-dessus des mâts que</w:t>
      </w:r>
      <w:r w:rsidRPr="003E4D35">
        <w:t>l</w:t>
      </w:r>
      <w:r w:rsidRPr="003E4D35">
        <w:t>ques vraies étoiles isolées et neuves comme celles qu</w:t>
      </w:r>
      <w:r w:rsidR="00B97E5D">
        <w:t>’</w:t>
      </w:r>
      <w:r w:rsidRPr="003E4D35">
        <w:t>on aperçoit au cinéma quand s</w:t>
      </w:r>
      <w:r w:rsidR="00B97E5D">
        <w:t>’</w:t>
      </w:r>
      <w:r w:rsidRPr="003E4D35">
        <w:t>ouvre le plafond de la salle</w:t>
      </w:r>
      <w:r w:rsidR="00B97E5D">
        <w:t xml:space="preserve">. </w:t>
      </w:r>
      <w:r w:rsidRPr="003E4D35">
        <w:t>Le lendemain parut Madère</w:t>
      </w:r>
      <w:r w:rsidR="00B97E5D">
        <w:t xml:space="preserve">, </w:t>
      </w:r>
      <w:r w:rsidRPr="003E4D35">
        <w:t>où le capitaine stoppa</w:t>
      </w:r>
      <w:r w:rsidR="00B97E5D">
        <w:t xml:space="preserve">, </w:t>
      </w:r>
      <w:r w:rsidRPr="003E4D35">
        <w:t>sous le prétexte de reno</w:t>
      </w:r>
      <w:r w:rsidRPr="003E4D35">
        <w:t>u</w:t>
      </w:r>
      <w:r w:rsidRPr="003E4D35">
        <w:t>veler de l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en fait pour débarquer</w:t>
      </w:r>
      <w:r w:rsidR="00B97E5D">
        <w:t xml:space="preserve"> (</w:t>
      </w:r>
      <w:r w:rsidRPr="003E4D35">
        <w:t>à regret</w:t>
      </w:r>
      <w:r w:rsidR="00B97E5D">
        <w:t xml:space="preserve">, </w:t>
      </w:r>
      <w:r w:rsidRPr="003E4D35">
        <w:t>car nous étions le 21 et il avait des pokers d</w:t>
      </w:r>
      <w:r w:rsidR="00B97E5D">
        <w:t>’</w:t>
      </w:r>
      <w:r w:rsidRPr="003E4D35">
        <w:t>as tous les 22</w:t>
      </w:r>
      <w:r w:rsidR="00B97E5D">
        <w:t xml:space="preserve">) </w:t>
      </w:r>
      <w:r w:rsidRPr="003E4D35">
        <w:t xml:space="preserve">le major </w:t>
      </w:r>
      <w:proofErr w:type="spellStart"/>
      <w:r w:rsidRPr="003E4D35">
        <w:t>Almira</w:t>
      </w:r>
      <w:proofErr w:type="spellEnd"/>
      <w:r w:rsidRPr="003E4D35">
        <w:t xml:space="preserve"> </w:t>
      </w:r>
      <w:proofErr w:type="spellStart"/>
      <w:r w:rsidRPr="003E4D35">
        <w:t>P</w:t>
      </w:r>
      <w:r w:rsidRPr="003E4D35">
        <w:t>e</w:t>
      </w:r>
      <w:r w:rsidRPr="003E4D35">
        <w:t>raira</w:t>
      </w:r>
      <w:proofErr w:type="spellEnd"/>
      <w:r w:rsidR="00B97E5D">
        <w:t xml:space="preserve">, </w:t>
      </w:r>
      <w:r w:rsidRPr="003E4D35">
        <w:t>gonflé d</w:t>
      </w:r>
      <w:r w:rsidR="00B97E5D">
        <w:t>’</w:t>
      </w:r>
      <w:r w:rsidRPr="003E4D35">
        <w:t>argent</w:t>
      </w:r>
      <w:r w:rsidR="00B97E5D">
        <w:t xml:space="preserve">, </w:t>
      </w:r>
      <w:r w:rsidRPr="003E4D35">
        <w:t xml:space="preserve">au milieu des </w:t>
      </w:r>
      <w:r w:rsidRPr="003E4D35">
        <w:lastRenderedPageBreak/>
        <w:t>jets de toutes les chaudi</w:t>
      </w:r>
      <w:r w:rsidRPr="003E4D35">
        <w:t>è</w:t>
      </w:r>
      <w:r w:rsidRPr="003E4D35">
        <w:t>res</w:t>
      </w:r>
      <w:r w:rsidR="00B97E5D">
        <w:t xml:space="preserve">. </w:t>
      </w:r>
      <w:r w:rsidRPr="003E4D35">
        <w:t>Cela nous valut d</w:t>
      </w:r>
      <w:r w:rsidR="00B97E5D">
        <w:t>’</w:t>
      </w:r>
      <w:r w:rsidRPr="003E4D35">
        <w:t>être traînés dans un panier du haut de l</w:t>
      </w:r>
      <w:r w:rsidR="00B97E5D">
        <w:t>’</w:t>
      </w:r>
      <w:r w:rsidRPr="003E4D35">
        <w:t>île sur une piste en cailloux ronds</w:t>
      </w:r>
      <w:r w:rsidR="00B97E5D">
        <w:t xml:space="preserve">. </w:t>
      </w:r>
      <w:r w:rsidRPr="003E4D35">
        <w:t>Déjà ce n</w:t>
      </w:r>
      <w:r w:rsidR="00B97E5D">
        <w:t>’</w:t>
      </w:r>
      <w:r w:rsidRPr="003E4D35">
        <w:t>était plus l</w:t>
      </w:r>
      <w:r w:rsidR="00B97E5D">
        <w:t>’</w:t>
      </w:r>
      <w:r w:rsidRPr="003E4D35">
        <w:t>Europe</w:t>
      </w:r>
      <w:r w:rsidR="00B97E5D">
        <w:t xml:space="preserve">. </w:t>
      </w:r>
      <w:r w:rsidRPr="003E4D35">
        <w:t>Sur le square à gauche du wharf</w:t>
      </w:r>
      <w:r w:rsidR="00B97E5D">
        <w:t xml:space="preserve">, </w:t>
      </w:r>
      <w:r w:rsidRPr="003E4D35">
        <w:t>les arbres étaient couleur de saule</w:t>
      </w:r>
      <w:r w:rsidR="00B97E5D">
        <w:t xml:space="preserve">, </w:t>
      </w:r>
      <w:r w:rsidRPr="003E4D35">
        <w:t>le gazon bleu</w:t>
      </w:r>
      <w:r w:rsidR="00B97E5D">
        <w:t xml:space="preserve">, </w:t>
      </w:r>
      <w:r w:rsidRPr="003E4D35">
        <w:t>les ruisseaux rouges</w:t>
      </w:r>
      <w:r w:rsidR="00B97E5D">
        <w:t xml:space="preserve">. </w:t>
      </w:r>
      <w:r w:rsidRPr="003E4D35">
        <w:t>Les mendiants assi</w:t>
      </w:r>
      <w:r w:rsidRPr="003E4D35">
        <w:t>é</w:t>
      </w:r>
      <w:r w:rsidRPr="003E4D35">
        <w:t>geaient les églises</w:t>
      </w:r>
      <w:r w:rsidR="00B97E5D">
        <w:t xml:space="preserve">, </w:t>
      </w:r>
      <w:r w:rsidRPr="003E4D35">
        <w:t>les vieillards comptant sur ceux qui entrent</w:t>
      </w:r>
      <w:r w:rsidR="00B97E5D">
        <w:t xml:space="preserve">, </w:t>
      </w:r>
      <w:r w:rsidRPr="003E4D35">
        <w:t>les enfants ignorants sur ceux qui sortent</w:t>
      </w:r>
      <w:r w:rsidR="00B97E5D">
        <w:t xml:space="preserve">. </w:t>
      </w:r>
      <w:r w:rsidRPr="003E4D35">
        <w:t>Les passagers ach</w:t>
      </w:r>
      <w:r w:rsidRPr="003E4D35">
        <w:t>e</w:t>
      </w:r>
      <w:r w:rsidRPr="003E4D35">
        <w:t>taient du tabac</w:t>
      </w:r>
      <w:r w:rsidR="00B97E5D">
        <w:t xml:space="preserve">, </w:t>
      </w:r>
      <w:r w:rsidRPr="003E4D35">
        <w:t>les passagères des timbres et l</w:t>
      </w:r>
      <w:r w:rsidR="00B97E5D">
        <w:t>’</w:t>
      </w:r>
      <w:r w:rsidRPr="003E4D35">
        <w:t>on nous rendait des pièces de bronze si lourdes que nos vêtements étaient te</w:t>
      </w:r>
      <w:r w:rsidRPr="003E4D35">
        <w:t>n</w:t>
      </w:r>
      <w:r w:rsidRPr="003E4D35">
        <w:t>dus</w:t>
      </w:r>
      <w:r w:rsidR="00B97E5D">
        <w:t xml:space="preserve">. </w:t>
      </w:r>
      <w:r w:rsidRPr="003E4D35">
        <w:t>Dans un traîneau doré à bœufs</w:t>
      </w:r>
      <w:r w:rsidR="00B97E5D">
        <w:t xml:space="preserve">, </w:t>
      </w:r>
      <w:r w:rsidRPr="003E4D35">
        <w:t>le vent souleva les rideaux pourpres et l</w:t>
      </w:r>
      <w:r w:rsidR="00B97E5D">
        <w:t>’</w:t>
      </w:r>
      <w:r w:rsidRPr="003E4D35">
        <w:t>on vit le Norvégien embrassant Sophie Mayer</w:t>
      </w:r>
      <w:r w:rsidR="00B97E5D">
        <w:t xml:space="preserve">. </w:t>
      </w:r>
      <w:r w:rsidRPr="003E4D35">
        <w:t>Les gamins étaient nus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ils étaient de bonne famille</w:t>
      </w:r>
      <w:r w:rsidR="00B97E5D">
        <w:t xml:space="preserve">… </w:t>
      </w:r>
      <w:r w:rsidRPr="003E4D35">
        <w:t>co</w:t>
      </w:r>
      <w:r w:rsidRPr="003E4D35">
        <w:t>u</w:t>
      </w:r>
      <w:r w:rsidRPr="003E4D35">
        <w:t>verts de vêtements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ils avaient à s</w:t>
      </w:r>
      <w:r w:rsidR="00B97E5D">
        <w:t>’</w:t>
      </w:r>
      <w:r w:rsidRPr="003E4D35">
        <w:t>approcher des A</w:t>
      </w:r>
      <w:r w:rsidRPr="003E4D35">
        <w:t>n</w:t>
      </w:r>
      <w:r w:rsidRPr="003E4D35">
        <w:t>glais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ils mendiaient</w:t>
      </w:r>
      <w:r w:rsidR="00B97E5D">
        <w:t xml:space="preserve">. </w:t>
      </w:r>
      <w:r w:rsidRPr="003E4D35">
        <w:t>Sur les arbres</w:t>
      </w:r>
      <w:r w:rsidR="00B97E5D">
        <w:t xml:space="preserve">, </w:t>
      </w:r>
      <w:r w:rsidRPr="003E4D35">
        <w:t>près de chaque grappe de raisin</w:t>
      </w:r>
      <w:r w:rsidR="00B97E5D">
        <w:t xml:space="preserve">, </w:t>
      </w:r>
      <w:r w:rsidRPr="003E4D35">
        <w:t>il fallait la toucher d</w:t>
      </w:r>
      <w:r w:rsidR="00B97E5D">
        <w:t>’</w:t>
      </w:r>
      <w:r w:rsidRPr="003E4D35">
        <w:t>abord et agiter son pa</w:t>
      </w:r>
      <w:r w:rsidRPr="003E4D35">
        <w:t>r</w:t>
      </w:r>
      <w:r w:rsidRPr="003E4D35">
        <w:t>fum avant de cueillir le fruit</w:t>
      </w:r>
      <w:r w:rsidR="00B97E5D">
        <w:t xml:space="preserve">, </w:t>
      </w:r>
      <w:r w:rsidRPr="003E4D35">
        <w:t>une grappe de glycine</w:t>
      </w:r>
      <w:r w:rsidR="00B97E5D">
        <w:t xml:space="preserve">. </w:t>
      </w:r>
      <w:r w:rsidRPr="003E4D35">
        <w:t>Heurté par une sentinelle maladroite</w:t>
      </w:r>
      <w:r w:rsidR="00B97E5D">
        <w:t xml:space="preserve">, </w:t>
      </w:r>
      <w:r w:rsidRPr="003E4D35">
        <w:t>un boulet de l</w:t>
      </w:r>
      <w:r w:rsidR="00B97E5D">
        <w:t>’</w:t>
      </w:r>
      <w:r w:rsidRPr="003E4D35">
        <w:t>arsenal descendait tout seul la rue à pic</w:t>
      </w:r>
      <w:r w:rsidR="00B97E5D">
        <w:t xml:space="preserve">, </w:t>
      </w:r>
      <w:r w:rsidRPr="003E4D35">
        <w:t>ralenti aux passages à escaliers</w:t>
      </w:r>
      <w:r w:rsidR="00B97E5D">
        <w:t xml:space="preserve">, </w:t>
      </w:r>
      <w:r w:rsidRPr="003E4D35">
        <w:t>poursuivi par le trompette</w:t>
      </w:r>
      <w:r w:rsidR="00B97E5D">
        <w:t xml:space="preserve">. </w:t>
      </w:r>
      <w:r w:rsidRPr="003E4D35">
        <w:t>Puis la sirène de</w:t>
      </w:r>
      <w:r w:rsidRPr="003E4D35">
        <w:rPr>
          <w:i/>
          <w:iCs/>
        </w:rPr>
        <w:t xml:space="preserve"> </w:t>
      </w:r>
      <w:r w:rsidRPr="003E4D35">
        <w:t>l</w:t>
      </w:r>
      <w:r w:rsidR="00B97E5D">
        <w:t>’</w:t>
      </w:r>
      <w:r w:rsidRPr="003E4D35">
        <w:rPr>
          <w:i/>
          <w:iCs/>
        </w:rPr>
        <w:t>Amélie</w:t>
      </w:r>
      <w:r w:rsidRPr="003E4D35">
        <w:t xml:space="preserve"> siffla</w:t>
      </w:r>
      <w:r w:rsidR="00B97E5D">
        <w:t xml:space="preserve">, </w:t>
      </w:r>
      <w:r w:rsidRPr="003E4D35">
        <w:t>le dernier reflet de l</w:t>
      </w:r>
      <w:r w:rsidR="00B97E5D">
        <w:t>’</w:t>
      </w:r>
      <w:r w:rsidRPr="003E4D35">
        <w:t>Europe me sourit</w:t>
      </w:r>
      <w:r w:rsidR="00B97E5D">
        <w:t xml:space="preserve"> ; </w:t>
      </w:r>
      <w:r w:rsidRPr="003E4D35">
        <w:t>sur le visage d</w:t>
      </w:r>
      <w:r w:rsidR="00B97E5D">
        <w:t>’</w:t>
      </w:r>
      <w:r w:rsidRPr="003E4D35">
        <w:t>une fillette accoudée au quai</w:t>
      </w:r>
      <w:r w:rsidR="00B97E5D">
        <w:t xml:space="preserve">, </w:t>
      </w:r>
      <w:r w:rsidRPr="003E4D35">
        <w:t>je caressai le dernier reflet d</w:t>
      </w:r>
      <w:r w:rsidR="00B97E5D">
        <w:t>’</w:t>
      </w:r>
      <w:r w:rsidRPr="003E4D35">
        <w:t>Europe</w:t>
      </w:r>
      <w:r w:rsidR="00B97E5D">
        <w:t xml:space="preserve">, </w:t>
      </w:r>
      <w:r w:rsidRPr="003E4D35">
        <w:t xml:space="preserve">et </w:t>
      </w:r>
      <w:proofErr w:type="spellStart"/>
      <w:r w:rsidRPr="003E4D35">
        <w:t>Naki</w:t>
      </w:r>
      <w:proofErr w:type="spellEnd"/>
      <w:r w:rsidRPr="003E4D35">
        <w:t xml:space="preserve"> de ses bras pui</w:t>
      </w:r>
      <w:r w:rsidRPr="003E4D35">
        <w:t>s</w:t>
      </w:r>
      <w:r w:rsidRPr="003E4D35">
        <w:t>sants m</w:t>
      </w:r>
      <w:r w:rsidR="00B97E5D">
        <w:t>’</w:t>
      </w:r>
      <w:r w:rsidRPr="003E4D35">
        <w:t>arracha à ma terre</w:t>
      </w:r>
      <w:r w:rsidR="00B97E5D">
        <w:t>.</w:t>
      </w:r>
    </w:p>
    <w:p w14:paraId="582D4F2E" w14:textId="77777777" w:rsidR="00B97E5D" w:rsidRDefault="00F225BE" w:rsidP="00F225BE">
      <w:r w:rsidRPr="003E4D35">
        <w:t>Pendant deux jours l</w:t>
      </w:r>
      <w:r w:rsidR="00B97E5D">
        <w:t>’</w:t>
      </w:r>
      <w:r w:rsidRPr="003E4D35">
        <w:t>Afrique avança encore quelques îles sur la mer comme un enjeu</w:t>
      </w:r>
      <w:r w:rsidR="00B97E5D">
        <w:t xml:space="preserve">, </w:t>
      </w:r>
      <w:r w:rsidRPr="003E4D35">
        <w:t>des Canaries</w:t>
      </w:r>
      <w:r w:rsidR="00B97E5D">
        <w:t xml:space="preserve">, </w:t>
      </w:r>
      <w:r w:rsidRPr="003E4D35">
        <w:t>des Îles Vertes</w:t>
      </w:r>
      <w:r w:rsidR="00B97E5D">
        <w:t xml:space="preserve"> ; </w:t>
      </w:r>
      <w:r w:rsidRPr="003E4D35">
        <w:t>nous les dédaignions</w:t>
      </w:r>
      <w:r w:rsidR="00B97E5D">
        <w:t xml:space="preserve">. </w:t>
      </w:r>
      <w:r w:rsidRPr="003E4D35">
        <w:t>Dès lors ce fut l</w:t>
      </w:r>
      <w:r w:rsidR="00B97E5D">
        <w:t>’</w:t>
      </w:r>
      <w:r w:rsidRPr="003E4D35">
        <w:t>Océan du Sud et chaque jour un jour de moins de vingt-trois heures où mon cœur pourtant était au large</w:t>
      </w:r>
      <w:r w:rsidR="00B97E5D">
        <w:t xml:space="preserve">. </w:t>
      </w:r>
      <w:r w:rsidRPr="003E4D35">
        <w:t>Le soleil commençait par nos pieds étendus</w:t>
      </w:r>
      <w:r w:rsidR="00B97E5D">
        <w:t xml:space="preserve">, </w:t>
      </w:r>
      <w:r w:rsidRPr="003E4D35">
        <w:t>poussait peu à peu l</w:t>
      </w:r>
      <w:r w:rsidR="00B97E5D">
        <w:t>’</w:t>
      </w:r>
      <w:r w:rsidRPr="003E4D35">
        <w:t>ombre vers le haut de notre corps comme une teinture</w:t>
      </w:r>
      <w:r w:rsidR="00B97E5D">
        <w:t xml:space="preserve">, </w:t>
      </w:r>
      <w:r w:rsidRPr="003E4D35">
        <w:t>et nous laissait le soir cuits et dorés</w:t>
      </w:r>
      <w:r w:rsidR="00B97E5D">
        <w:t xml:space="preserve">. </w:t>
      </w:r>
      <w:r w:rsidRPr="003E4D35">
        <w:t>Certains p</w:t>
      </w:r>
      <w:r w:rsidRPr="003E4D35">
        <w:t>e</w:t>
      </w:r>
      <w:r w:rsidRPr="003E4D35">
        <w:t>tits ponts</w:t>
      </w:r>
      <w:r w:rsidR="00B97E5D">
        <w:t xml:space="preserve">, </w:t>
      </w:r>
      <w:r w:rsidRPr="003E4D35">
        <w:t>utiles pour l</w:t>
      </w:r>
      <w:r w:rsidR="00B97E5D">
        <w:t>’</w:t>
      </w:r>
      <w:r w:rsidRPr="003E4D35">
        <w:t>agrément de la traversée</w:t>
      </w:r>
      <w:r w:rsidR="00B97E5D">
        <w:t xml:space="preserve">, </w:t>
      </w:r>
      <w:r w:rsidRPr="003E4D35">
        <w:t>sans valeur après le voyage</w:t>
      </w:r>
      <w:r w:rsidR="00B97E5D">
        <w:t xml:space="preserve">, </w:t>
      </w:r>
      <w:r w:rsidRPr="003E4D35">
        <w:t>étaient maintenant bien fixés</w:t>
      </w:r>
      <w:r w:rsidR="00B97E5D">
        <w:t xml:space="preserve"> : </w:t>
      </w:r>
      <w:r w:rsidRPr="003E4D35">
        <w:t>le Norvégien voulait ne vivre que pour moi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 xml:space="preserve">habiterais avec </w:t>
      </w:r>
      <w:proofErr w:type="spellStart"/>
      <w:r w:rsidRPr="003E4D35">
        <w:t>Nenetza</w:t>
      </w:r>
      <w:proofErr w:type="spellEnd"/>
      <w:r w:rsidRPr="003E4D35">
        <w:t xml:space="preserve"> to</w:t>
      </w:r>
      <w:r w:rsidRPr="003E4D35">
        <w:t>u</w:t>
      </w:r>
      <w:r w:rsidRPr="003E4D35">
        <w:t>jours</w:t>
      </w:r>
      <w:r w:rsidR="00B97E5D">
        <w:t xml:space="preserve">, </w:t>
      </w:r>
      <w:r w:rsidRPr="003E4D35">
        <w:t xml:space="preserve">le général ferait élever à Sidney pour </w:t>
      </w:r>
      <w:r w:rsidRPr="003E4D35">
        <w:lastRenderedPageBreak/>
        <w:t>Juliette Lartigue un couple de kangourous</w:t>
      </w:r>
      <w:r w:rsidR="00B97E5D">
        <w:t xml:space="preserve">. </w:t>
      </w:r>
      <w:r w:rsidRPr="003E4D35">
        <w:t>Tranquilles désormais</w:t>
      </w:r>
      <w:r w:rsidR="00B97E5D">
        <w:t xml:space="preserve">, </w:t>
      </w:r>
      <w:r w:rsidRPr="003E4D35">
        <w:t>nous allions ch</w:t>
      </w:r>
      <w:r w:rsidRPr="003E4D35">
        <w:t>a</w:t>
      </w:r>
      <w:r w:rsidRPr="003E4D35">
        <w:t>que matin à la messe</w:t>
      </w:r>
      <w:r w:rsidR="00B97E5D">
        <w:t xml:space="preserve">, </w:t>
      </w:r>
      <w:r w:rsidRPr="003E4D35">
        <w:t>que disait dans la bibliothèque le dire</w:t>
      </w:r>
      <w:r w:rsidRPr="003E4D35">
        <w:t>c</w:t>
      </w:r>
      <w:r w:rsidRPr="003E4D35">
        <w:t xml:space="preserve">teur du Grand Séminaire de </w:t>
      </w:r>
      <w:proofErr w:type="spellStart"/>
      <w:r w:rsidRPr="003E4D35">
        <w:t>Truxillo</w:t>
      </w:r>
      <w:proofErr w:type="spellEnd"/>
      <w:r w:rsidR="00B97E5D">
        <w:t xml:space="preserve">, </w:t>
      </w:r>
      <w:r w:rsidRPr="003E4D35">
        <w:t>le ciboire posé sur deux Larousse arrachés chaque fois à Sophie Mayer</w:t>
      </w:r>
      <w:r w:rsidR="00B97E5D">
        <w:t xml:space="preserve">, </w:t>
      </w:r>
      <w:r w:rsidRPr="003E4D35">
        <w:t xml:space="preserve">tous les éventails des Liméniennes et des </w:t>
      </w:r>
      <w:proofErr w:type="spellStart"/>
      <w:r w:rsidRPr="003E4D35">
        <w:t>Venezueliennes</w:t>
      </w:r>
      <w:proofErr w:type="spellEnd"/>
      <w:r w:rsidRPr="003E4D35">
        <w:t xml:space="preserve"> bruissant</w:t>
      </w:r>
      <w:r w:rsidR="00B97E5D">
        <w:t xml:space="preserve">, </w:t>
      </w:r>
      <w:r w:rsidRPr="003E4D35">
        <w:t>à part une seconde pendant l</w:t>
      </w:r>
      <w:r w:rsidR="00B97E5D">
        <w:t>’</w:t>
      </w:r>
      <w:r w:rsidRPr="003E4D35">
        <w:t>élévation</w:t>
      </w:r>
      <w:r w:rsidR="00B97E5D">
        <w:t xml:space="preserve">. </w:t>
      </w:r>
      <w:r w:rsidRPr="003E4D35">
        <w:t>Le soir</w:t>
      </w:r>
      <w:r w:rsidR="00B97E5D">
        <w:t xml:space="preserve">, </w:t>
      </w:r>
      <w:r w:rsidRPr="003E4D35">
        <w:t>quand l</w:t>
      </w:r>
      <w:r w:rsidR="00B97E5D">
        <w:t>’</w:t>
      </w:r>
      <w:r w:rsidRPr="003E4D35">
        <w:t>ombre nous avait pris</w:t>
      </w:r>
      <w:r w:rsidR="00B97E5D">
        <w:t xml:space="preserve">, </w:t>
      </w:r>
      <w:r w:rsidRPr="003E4D35">
        <w:t>par la tête</w:t>
      </w:r>
      <w:r w:rsidR="00B97E5D">
        <w:t xml:space="preserve">, </w:t>
      </w:r>
      <w:r w:rsidRPr="003E4D35">
        <w:t>elle</w:t>
      </w:r>
      <w:r w:rsidR="00B97E5D">
        <w:t xml:space="preserve">, </w:t>
      </w:r>
      <w:r w:rsidRPr="003E4D35">
        <w:t>nous empruntions son violon à un ém</w:t>
      </w:r>
      <w:r w:rsidRPr="003E4D35">
        <w:t>i</w:t>
      </w:r>
      <w:r w:rsidRPr="003E4D35">
        <w:t>grant de seconde classe</w:t>
      </w:r>
      <w:r w:rsidR="00B97E5D">
        <w:t xml:space="preserve">, </w:t>
      </w:r>
      <w:r w:rsidRPr="003E4D35">
        <w:t xml:space="preserve">et </w:t>
      </w:r>
      <w:proofErr w:type="spellStart"/>
      <w:r w:rsidRPr="003E4D35">
        <w:t>Naki</w:t>
      </w:r>
      <w:proofErr w:type="spellEnd"/>
      <w:r w:rsidRPr="003E4D35">
        <w:t xml:space="preserve"> s</w:t>
      </w:r>
      <w:r w:rsidR="00B97E5D">
        <w:t>’</w:t>
      </w:r>
      <w:r w:rsidRPr="003E4D35">
        <w:t>accompagnait en chantant grec</w:t>
      </w:r>
      <w:r w:rsidR="00B97E5D">
        <w:t>, « </w:t>
      </w:r>
      <w:r w:rsidRPr="003E4D35">
        <w:t>Un doux amour</w:t>
      </w:r>
      <w:r w:rsidR="00B97E5D">
        <w:t xml:space="preserve">, </w:t>
      </w:r>
      <w:r w:rsidRPr="003E4D35">
        <w:t>une île belle</w:t>
      </w:r>
      <w:r w:rsidR="00B97E5D">
        <w:t xml:space="preserve"> » : </w:t>
      </w:r>
      <w:r w:rsidRPr="003E4D35">
        <w:t>ou bien</w:t>
      </w:r>
      <w:r w:rsidR="00B97E5D">
        <w:t> : « </w:t>
      </w:r>
      <w:r w:rsidRPr="003E4D35">
        <w:t>C</w:t>
      </w:r>
      <w:r w:rsidR="00B97E5D">
        <w:t>’</w:t>
      </w:r>
      <w:r w:rsidRPr="003E4D35">
        <w:t>est tout le portrait de son père</w:t>
      </w:r>
      <w:r w:rsidR="00B97E5D">
        <w:t xml:space="preserve"> ». </w:t>
      </w:r>
      <w:r w:rsidRPr="003E4D35">
        <w:t>Des Italiens sur la proue jouaient de la mandoline avec deux émigrants de Barcelonnette qui jouaient de l</w:t>
      </w:r>
      <w:r w:rsidR="00B97E5D">
        <w:t>’</w:t>
      </w:r>
      <w:r w:rsidRPr="003E4D35">
        <w:t>accordéon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l</w:t>
      </w:r>
      <w:r w:rsidR="00B97E5D">
        <w:t>’</w:t>
      </w:r>
      <w:r w:rsidRPr="003E4D35">
        <w:t xml:space="preserve">heure ou </w:t>
      </w:r>
      <w:proofErr w:type="spellStart"/>
      <w:r w:rsidRPr="003E4D35">
        <w:t>Nenetza</w:t>
      </w:r>
      <w:proofErr w:type="spellEnd"/>
      <w:r w:rsidRPr="003E4D35">
        <w:t xml:space="preserve"> suppliait qu</w:t>
      </w:r>
      <w:r w:rsidR="00B97E5D">
        <w:t>’</w:t>
      </w:r>
      <w:r w:rsidRPr="003E4D35">
        <w:t>on allât dans l</w:t>
      </w:r>
      <w:r w:rsidR="00B97E5D">
        <w:t>’</w:t>
      </w:r>
      <w:r w:rsidRPr="003E4D35">
        <w:t>entrepont voir les trois marmottes</w:t>
      </w:r>
      <w:r w:rsidR="00B97E5D">
        <w:t xml:space="preserve"> ; </w:t>
      </w:r>
      <w:r w:rsidRPr="003E4D35">
        <w:t>où le général ému me parlait de la France</w:t>
      </w:r>
      <w:r w:rsidR="00B97E5D">
        <w:t xml:space="preserve"> : </w:t>
      </w:r>
      <w:r w:rsidRPr="003E4D35">
        <w:t>il avait toujours désiré voir la petite butte devant laquelle la Loire renonce à aller vers la Manche et tourne à gauche</w:t>
      </w:r>
      <w:r w:rsidR="00B97E5D">
        <w:t xml:space="preserve">. </w:t>
      </w:r>
      <w:r w:rsidRPr="003E4D35">
        <w:t>Du fauteuil vide s</w:t>
      </w:r>
      <w:r w:rsidR="00B97E5D">
        <w:t>’</w:t>
      </w:r>
      <w:r w:rsidRPr="003E4D35">
        <w:t>élevait quelqu</w:t>
      </w:r>
      <w:r w:rsidR="00B97E5D">
        <w:t>’</w:t>
      </w:r>
      <w:r w:rsidRPr="003E4D35">
        <w:t>un qu</w:t>
      </w:r>
      <w:r w:rsidR="00B97E5D">
        <w:t>’</w:t>
      </w:r>
      <w:r w:rsidRPr="003E4D35">
        <w:t>on n</w:t>
      </w:r>
      <w:r w:rsidR="00B97E5D">
        <w:t>’</w:t>
      </w:r>
      <w:r w:rsidRPr="003E4D35">
        <w:t>avait pas vu s</w:t>
      </w:r>
      <w:r w:rsidR="00B97E5D">
        <w:t>’</w:t>
      </w:r>
      <w:r w:rsidRPr="003E4D35">
        <w:t>y étendre</w:t>
      </w:r>
      <w:r w:rsidR="00B97E5D">
        <w:t xml:space="preserve">, </w:t>
      </w:r>
      <w:r w:rsidRPr="003E4D35">
        <w:t>et que nous ne connaissions que par un surnom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homme rat</w:t>
      </w:r>
      <w:r w:rsidR="00B97E5D">
        <w:t xml:space="preserve">, </w:t>
      </w:r>
      <w:r w:rsidRPr="003E4D35">
        <w:t>ou la cantinière</w:t>
      </w:r>
      <w:r w:rsidR="00B97E5D">
        <w:t xml:space="preserve">, </w:t>
      </w:r>
      <w:r w:rsidRPr="003E4D35">
        <w:t>ou un philosophe péruvien à ba</w:t>
      </w:r>
      <w:r w:rsidRPr="003E4D35">
        <w:t>r</w:t>
      </w:r>
      <w:r w:rsidRPr="003E4D35">
        <w:t>be blanche qui discutait avec Mayer des méthodes de travail</w:t>
      </w:r>
      <w:r w:rsidR="00B97E5D">
        <w:t xml:space="preserve">. </w:t>
      </w:r>
      <w:r w:rsidRPr="003E4D35">
        <w:t>Lui</w:t>
      </w:r>
      <w:r w:rsidR="00B97E5D">
        <w:t xml:space="preserve">, </w:t>
      </w:r>
      <w:r w:rsidRPr="003E4D35">
        <w:t>dès qu</w:t>
      </w:r>
      <w:r w:rsidR="00B97E5D">
        <w:t>’</w:t>
      </w:r>
      <w:r w:rsidRPr="003E4D35">
        <w:t>il voulait penser</w:t>
      </w:r>
      <w:r w:rsidR="00B97E5D">
        <w:t xml:space="preserve">, </w:t>
      </w:r>
      <w:r w:rsidRPr="003E4D35">
        <w:t>au Pérou</w:t>
      </w:r>
      <w:r w:rsidR="00B97E5D">
        <w:t xml:space="preserve">, </w:t>
      </w:r>
      <w:r w:rsidRPr="003E4D35">
        <w:t>il prenait le funiculaire et montait à cinq mille mètres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étoile polaire parmi les cordages et sous les chaînes</w:t>
      </w:r>
      <w:r w:rsidR="00B97E5D">
        <w:t xml:space="preserve">, </w:t>
      </w:r>
      <w:r w:rsidRPr="003E4D35">
        <w:t>faisait vers elle vingt pas rapides</w:t>
      </w:r>
      <w:r w:rsidR="00B97E5D">
        <w:t xml:space="preserve">, </w:t>
      </w:r>
      <w:r w:rsidRPr="003E4D35">
        <w:t>réflexes des Scandinaves</w:t>
      </w:r>
      <w:r w:rsidR="00B97E5D">
        <w:t xml:space="preserve">. </w:t>
      </w:r>
      <w:r w:rsidRPr="003E4D35">
        <w:t>La chouette</w:t>
      </w:r>
      <w:r w:rsidR="00B97E5D">
        <w:t xml:space="preserve">, </w:t>
      </w:r>
      <w:r w:rsidRPr="003E4D35">
        <w:t xml:space="preserve">qui tous les soirs sortait de la cale saluée par le mot </w:t>
      </w:r>
      <w:r w:rsidR="00B97E5D">
        <w:t>« </w:t>
      </w:r>
      <w:r w:rsidRPr="003E4D35">
        <w:t>chouette</w:t>
      </w:r>
      <w:r w:rsidR="00B97E5D">
        <w:t> »</w:t>
      </w:r>
      <w:r w:rsidRPr="003E4D35">
        <w:t xml:space="preserve"> en toutes les langues du monde</w:t>
      </w:r>
      <w:r w:rsidR="00B97E5D">
        <w:t xml:space="preserve">, </w:t>
      </w:r>
      <w:r w:rsidRPr="003E4D35">
        <w:t>et voltigeait autour du navire</w:t>
      </w:r>
      <w:r w:rsidR="00B97E5D">
        <w:t xml:space="preserve">, </w:t>
      </w:r>
      <w:r w:rsidRPr="003E4D35">
        <w:t>se posait enfin</w:t>
      </w:r>
      <w:r w:rsidR="00B97E5D">
        <w:t xml:space="preserve"> : </w:t>
      </w:r>
      <w:r w:rsidRPr="003E4D35">
        <w:t>le cœur de M</w:t>
      </w:r>
      <w:r w:rsidRPr="003E4D35">
        <w:t>a</w:t>
      </w:r>
      <w:r w:rsidRPr="003E4D35">
        <w:t>demoiselle se calmait</w:t>
      </w:r>
      <w:r w:rsidR="00B97E5D">
        <w:t xml:space="preserve">. </w:t>
      </w:r>
      <w:r w:rsidRPr="003E4D35">
        <w:t>Par signaux lumineux</w:t>
      </w:r>
      <w:r w:rsidR="00B97E5D">
        <w:t xml:space="preserve">, </w:t>
      </w:r>
      <w:r w:rsidRPr="003E4D35">
        <w:t>le commandant jouait au poker avec le commandant du navire-prison</w:t>
      </w:r>
      <w:r w:rsidR="00B97E5D">
        <w:t xml:space="preserve">. </w:t>
      </w:r>
      <w:r w:rsidRPr="003E4D35">
        <w:t xml:space="preserve">Le blanc des yeux de </w:t>
      </w:r>
      <w:proofErr w:type="spellStart"/>
      <w:r w:rsidRPr="003E4D35">
        <w:t>Naki</w:t>
      </w:r>
      <w:proofErr w:type="spellEnd"/>
      <w:r w:rsidRPr="003E4D35">
        <w:t xml:space="preserve"> buvait les étoiles comme un papier buvard</w:t>
      </w:r>
      <w:r w:rsidR="00B97E5D">
        <w:t xml:space="preserve">. </w:t>
      </w:r>
      <w:r w:rsidRPr="003E4D35">
        <w:t>Les étoiles s</w:t>
      </w:r>
      <w:r w:rsidR="00B97E5D">
        <w:t>’</w:t>
      </w:r>
      <w:r w:rsidRPr="003E4D35">
        <w:t>élargissaient</w:t>
      </w:r>
      <w:r w:rsidR="00B97E5D">
        <w:t xml:space="preserve">, </w:t>
      </w:r>
      <w:r w:rsidRPr="003E4D35">
        <w:t>le ciel était percé comme un confessio</w:t>
      </w:r>
      <w:r w:rsidRPr="003E4D35">
        <w:t>n</w:t>
      </w:r>
      <w:r w:rsidRPr="003E4D35">
        <w:t>nal</w:t>
      </w:r>
      <w:r w:rsidR="00B97E5D">
        <w:t xml:space="preserve">, </w:t>
      </w:r>
      <w:r w:rsidRPr="003E4D35">
        <w:t>avec la bougie du côté du Père</w:t>
      </w:r>
      <w:r w:rsidR="00B97E5D">
        <w:t xml:space="preserve">, </w:t>
      </w:r>
      <w:r w:rsidRPr="003E4D35">
        <w:t>et nous nous confessions</w:t>
      </w:r>
      <w:r w:rsidR="00B97E5D">
        <w:t xml:space="preserve">, </w:t>
      </w:r>
      <w:r w:rsidRPr="003E4D35">
        <w:t>nous plaignant doucement et tous</w:t>
      </w:r>
      <w:r w:rsidR="00B97E5D">
        <w:t xml:space="preserve">. </w:t>
      </w:r>
      <w:r w:rsidRPr="003E4D35">
        <w:t xml:space="preserve">Je me plaignais de </w:t>
      </w:r>
      <w:proofErr w:type="spellStart"/>
      <w:r w:rsidRPr="003E4D35">
        <w:t>Naki</w:t>
      </w:r>
      <w:proofErr w:type="spellEnd"/>
      <w:r w:rsidRPr="003E4D35">
        <w:t xml:space="preserve"> qui pinçait </w:t>
      </w:r>
      <w:r w:rsidRPr="003E4D35">
        <w:lastRenderedPageBreak/>
        <w:t>l</w:t>
      </w:r>
      <w:r w:rsidR="00B97E5D">
        <w:t>’</w:t>
      </w:r>
      <w:r w:rsidRPr="003E4D35">
        <w:t>épaule de sa femme malgré les promesses qu</w:t>
      </w:r>
      <w:r w:rsidR="00B97E5D">
        <w:t>’</w:t>
      </w:r>
      <w:r w:rsidRPr="003E4D35">
        <w:t>il m</w:t>
      </w:r>
      <w:r w:rsidR="00B97E5D">
        <w:t>’</w:t>
      </w:r>
      <w:r w:rsidRPr="003E4D35">
        <w:t>avait faites</w:t>
      </w:r>
      <w:r w:rsidR="00B97E5D">
        <w:t xml:space="preserve">. </w:t>
      </w:r>
      <w:proofErr w:type="spellStart"/>
      <w:r w:rsidRPr="003E4D35">
        <w:t>Chotard</w:t>
      </w:r>
      <w:proofErr w:type="spellEnd"/>
      <w:r w:rsidRPr="003E4D35">
        <w:t xml:space="preserve"> se plaignait des métis d</w:t>
      </w:r>
      <w:r w:rsidR="00B97E5D">
        <w:t>’</w:t>
      </w:r>
      <w:r w:rsidRPr="003E4D35">
        <w:t>Iquique</w:t>
      </w:r>
      <w:r w:rsidR="00B97E5D">
        <w:t xml:space="preserve">, </w:t>
      </w:r>
      <w:r w:rsidRPr="003E4D35">
        <w:t>où il devait</w:t>
      </w:r>
      <w:r w:rsidR="00B97E5D">
        <w:t xml:space="preserve">, </w:t>
      </w:r>
      <w:r w:rsidRPr="003E4D35">
        <w:t>les jours de révolution</w:t>
      </w:r>
      <w:r w:rsidR="00B97E5D">
        <w:t xml:space="preserve">, </w:t>
      </w:r>
      <w:r w:rsidRPr="003E4D35">
        <w:t>faire escorter sa bonne au marché par un Indien pur qui tirait sur les fenêtres</w:t>
      </w:r>
      <w:r w:rsidR="00B97E5D">
        <w:t xml:space="preserve"> ; </w:t>
      </w:r>
      <w:proofErr w:type="spellStart"/>
      <w:r w:rsidRPr="003E4D35">
        <w:t>Naki</w:t>
      </w:r>
      <w:proofErr w:type="spellEnd"/>
      <w:r w:rsidRPr="003E4D35">
        <w:t xml:space="preserve"> se plaignait des Turcs</w:t>
      </w:r>
      <w:r w:rsidR="00B97E5D">
        <w:t xml:space="preserve">, </w:t>
      </w:r>
      <w:r w:rsidRPr="003E4D35">
        <w:t>qui avaient tué sa famille tous les vingt ans depuis l</w:t>
      </w:r>
      <w:r w:rsidR="00B97E5D">
        <w:t>’</w:t>
      </w:r>
      <w:r w:rsidRPr="003E4D35">
        <w:t>âge reconnu moderne par les manuels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histoire français</w:t>
      </w:r>
      <w:r w:rsidR="00B97E5D">
        <w:t xml:space="preserve"> ; </w:t>
      </w:r>
      <w:r w:rsidRPr="003E4D35">
        <w:t>le gén</w:t>
      </w:r>
      <w:r w:rsidRPr="003E4D35">
        <w:t>é</w:t>
      </w:r>
      <w:r w:rsidRPr="003E4D35">
        <w:t>ral</w:t>
      </w:r>
      <w:r w:rsidR="00B97E5D">
        <w:t xml:space="preserve">, </w:t>
      </w:r>
      <w:r w:rsidRPr="003E4D35">
        <w:t xml:space="preserve">des </w:t>
      </w:r>
      <w:proofErr w:type="spellStart"/>
      <w:r w:rsidRPr="003E4D35">
        <w:t>Balorabari</w:t>
      </w:r>
      <w:proofErr w:type="spellEnd"/>
      <w:r w:rsidR="00B97E5D">
        <w:t xml:space="preserve">, </w:t>
      </w:r>
      <w:r w:rsidRPr="003E4D35">
        <w:t>tribu d</w:t>
      </w:r>
      <w:r w:rsidR="00B97E5D">
        <w:t>’</w:t>
      </w:r>
      <w:r w:rsidRPr="003E4D35">
        <w:t>Afghans</w:t>
      </w:r>
      <w:r w:rsidR="00B97E5D">
        <w:t xml:space="preserve">, </w:t>
      </w:r>
      <w:r w:rsidRPr="003E4D35">
        <w:t>qui lui avaient volé un d</w:t>
      </w:r>
      <w:r w:rsidRPr="003E4D35">
        <w:t>o</w:t>
      </w:r>
      <w:r w:rsidRPr="003E4D35">
        <w:t>gue</w:t>
      </w:r>
      <w:r w:rsidR="00B97E5D">
        <w:t xml:space="preserve"> ; </w:t>
      </w:r>
      <w:r w:rsidRPr="003E4D35">
        <w:t>Mademoiselle disait son mot sur les punaises</w:t>
      </w:r>
      <w:r w:rsidR="00B97E5D">
        <w:t xml:space="preserve">. </w:t>
      </w:r>
      <w:r w:rsidRPr="003E4D35">
        <w:t>Chacun ge</w:t>
      </w:r>
      <w:r w:rsidRPr="003E4D35">
        <w:t>i</w:t>
      </w:r>
      <w:r w:rsidRPr="003E4D35">
        <w:t>gnait comme une petite bête au sujet de la bête de son ennemie</w:t>
      </w:r>
      <w:r w:rsidR="00B97E5D">
        <w:t xml:space="preserve">. </w:t>
      </w:r>
      <w:r w:rsidRPr="003E4D35">
        <w:t>Le commandant venait de nous dire que nous étions au point où le Gulf Stream faisait son coude</w:t>
      </w:r>
      <w:r w:rsidR="00B97E5D">
        <w:t xml:space="preserve">, </w:t>
      </w:r>
      <w:r w:rsidRPr="003E4D35">
        <w:t>et le général curieux se pe</w:t>
      </w:r>
      <w:r w:rsidRPr="003E4D35">
        <w:t>n</w:t>
      </w:r>
      <w:r w:rsidRPr="003E4D35">
        <w:t>chait pour tâcher de voir à cause de quelle petite butte</w:t>
      </w:r>
      <w:r w:rsidR="00B97E5D">
        <w:t xml:space="preserve">. </w:t>
      </w:r>
      <w:r w:rsidRPr="003E4D35">
        <w:t xml:space="preserve">Puis la lune se levait et </w:t>
      </w:r>
      <w:proofErr w:type="spellStart"/>
      <w:r w:rsidRPr="003E4D35">
        <w:t>Nenetza</w:t>
      </w:r>
      <w:proofErr w:type="spellEnd"/>
      <w:r w:rsidR="00B97E5D">
        <w:t xml:space="preserve">, </w:t>
      </w:r>
      <w:r w:rsidRPr="003E4D35">
        <w:t>hésitant par politesse à la montrer du doigt</w:t>
      </w:r>
      <w:r w:rsidR="00B97E5D">
        <w:t xml:space="preserve">, </w:t>
      </w:r>
      <w:r w:rsidRPr="003E4D35">
        <w:t>nous en parlait</w:t>
      </w:r>
      <w:r w:rsidR="00B97E5D">
        <w:t xml:space="preserve">, </w:t>
      </w:r>
      <w:r w:rsidRPr="003E4D35">
        <w:t>prétendant que l</w:t>
      </w:r>
      <w:r w:rsidR="00B97E5D">
        <w:t>’</w:t>
      </w:r>
      <w:r w:rsidRPr="003E4D35">
        <w:t>âme est immortelle</w:t>
      </w:r>
      <w:r w:rsidR="00B97E5D">
        <w:t>.</w:t>
      </w:r>
    </w:p>
    <w:p w14:paraId="7EE0E5F8" w14:textId="77777777" w:rsidR="00B97E5D" w:rsidRDefault="00B97E5D" w:rsidP="00F225BE">
      <w:r>
        <w:t>— </w:t>
      </w:r>
      <w:r w:rsidR="00F225BE" w:rsidRPr="003E4D35">
        <w:t>Je te dis que non</w:t>
      </w:r>
      <w:r>
        <w:t xml:space="preserve">, – </w:t>
      </w:r>
      <w:r w:rsidR="00F225BE" w:rsidRPr="003E4D35">
        <w:t xml:space="preserve">disait </w:t>
      </w:r>
      <w:proofErr w:type="spellStart"/>
      <w:r w:rsidR="00F225BE" w:rsidRPr="003E4D35">
        <w:t>Naki</w:t>
      </w:r>
      <w:proofErr w:type="spellEnd"/>
      <w:r>
        <w:t xml:space="preserve">. – </w:t>
      </w:r>
      <w:r w:rsidR="00F225BE" w:rsidRPr="003E4D35">
        <w:t>Tout le monde le sait</w:t>
      </w:r>
      <w:r>
        <w:t xml:space="preserve">. </w:t>
      </w:r>
      <w:r w:rsidR="00F225BE" w:rsidRPr="003E4D35">
        <w:t>L</w:t>
      </w:r>
      <w:r>
        <w:t>’</w:t>
      </w:r>
      <w:r w:rsidR="00F225BE" w:rsidRPr="003E4D35">
        <w:t>âme est-elle immortelle</w:t>
      </w:r>
      <w:r>
        <w:t xml:space="preserve">, </w:t>
      </w:r>
      <w:r w:rsidR="00F225BE" w:rsidRPr="003E4D35">
        <w:t>mon général</w:t>
      </w:r>
      <w:r>
        <w:t> ?</w:t>
      </w:r>
    </w:p>
    <w:p w14:paraId="7168E1F9" w14:textId="77777777" w:rsidR="00B97E5D" w:rsidRDefault="00F225BE" w:rsidP="00F225BE">
      <w:r w:rsidRPr="003E4D35">
        <w:t>Le général l</w:t>
      </w:r>
      <w:r w:rsidR="00B97E5D">
        <w:t>’</w:t>
      </w:r>
      <w:r w:rsidRPr="003E4D35">
        <w:t>avait entendu dire à Oxford</w:t>
      </w:r>
      <w:r w:rsidR="00B97E5D">
        <w:t xml:space="preserve">. </w:t>
      </w:r>
      <w:r w:rsidRPr="003E4D35">
        <w:t>À Cambridge on le niait</w:t>
      </w:r>
      <w:r w:rsidR="00B97E5D">
        <w:t xml:space="preserve">, </w:t>
      </w:r>
      <w:r w:rsidRPr="003E4D35">
        <w:t>mais une âme mortelle serait si peu pratique</w:t>
      </w:r>
      <w:r w:rsidR="00B97E5D">
        <w:t> !</w:t>
      </w:r>
    </w:p>
    <w:p w14:paraId="48CC2BDE" w14:textId="77777777" w:rsidR="00B97E5D" w:rsidRDefault="00F225BE" w:rsidP="00F225BE">
      <w:r w:rsidRPr="003E4D35">
        <w:t>Enfin nous nous levions</w:t>
      </w:r>
      <w:r w:rsidR="00B97E5D">
        <w:t xml:space="preserve">, </w:t>
      </w:r>
      <w:r w:rsidRPr="003E4D35">
        <w:t>baissant presque la tête à cause de ces étoiles si proches</w:t>
      </w:r>
      <w:r w:rsidR="00B97E5D">
        <w:t xml:space="preserve">. </w:t>
      </w:r>
      <w:r w:rsidRPr="003E4D35">
        <w:t>On voyait de petits sillages de feu venir à toute vitesse du navire des forçats</w:t>
      </w:r>
      <w:r w:rsidR="00B97E5D">
        <w:t xml:space="preserve">, </w:t>
      </w:r>
      <w:r w:rsidRPr="003E4D35">
        <w:t>où la vaisselle était finie</w:t>
      </w:r>
      <w:r w:rsidR="00B97E5D">
        <w:t xml:space="preserve"> ; </w:t>
      </w:r>
      <w:r w:rsidRPr="003E4D35">
        <w:t>c</w:t>
      </w:r>
      <w:r w:rsidR="00B97E5D">
        <w:t>’</w:t>
      </w:r>
      <w:r w:rsidRPr="003E4D35">
        <w:t>étaient les requins</w:t>
      </w:r>
      <w:r w:rsidR="00B97E5D">
        <w:t xml:space="preserve">. </w:t>
      </w:r>
      <w:r w:rsidRPr="003E4D35">
        <w:t>Après quelques menus désirs</w:t>
      </w:r>
      <w:r w:rsidR="00B97E5D">
        <w:t xml:space="preserve">, </w:t>
      </w:r>
      <w:r w:rsidRPr="003E4D35">
        <w:t>celui d</w:t>
      </w:r>
      <w:r w:rsidR="00B97E5D">
        <w:t>’</w:t>
      </w:r>
      <w:r w:rsidRPr="003E4D35">
        <w:t>être un géant pour gratter la mer à ses places irritées et ardentes</w:t>
      </w:r>
      <w:r w:rsidR="00B97E5D">
        <w:t xml:space="preserve">, </w:t>
      </w:r>
      <w:r w:rsidRPr="003E4D35">
        <w:t>c</w:t>
      </w:r>
      <w:r w:rsidRPr="003E4D35">
        <w:t>e</w:t>
      </w:r>
      <w:r w:rsidRPr="003E4D35">
        <w:t>lui de tourner le gouvernail</w:t>
      </w:r>
      <w:r w:rsidR="00B97E5D">
        <w:t xml:space="preserve">, </w:t>
      </w:r>
      <w:r w:rsidRPr="003E4D35">
        <w:t>celui d</w:t>
      </w:r>
      <w:r w:rsidR="00B97E5D">
        <w:t>’</w:t>
      </w:r>
      <w:r w:rsidRPr="003E4D35">
        <w:t xml:space="preserve">être la nièce de </w:t>
      </w:r>
      <w:proofErr w:type="spellStart"/>
      <w:r w:rsidRPr="003E4D35">
        <w:t>Pizarre</w:t>
      </w:r>
      <w:proofErr w:type="spellEnd"/>
      <w:r w:rsidR="00B97E5D">
        <w:t xml:space="preserve">, </w:t>
      </w:r>
      <w:r w:rsidRPr="003E4D35">
        <w:t>après un dernier regard jeté à tous les astres comme à un co</w:t>
      </w:r>
      <w:r w:rsidRPr="003E4D35">
        <w:t>u</w:t>
      </w:r>
      <w:r w:rsidRPr="003E4D35">
        <w:t>vent préparé d</w:t>
      </w:r>
      <w:r w:rsidR="00B97E5D">
        <w:t>’</w:t>
      </w:r>
      <w:r w:rsidRPr="003E4D35">
        <w:t>avance</w:t>
      </w:r>
      <w:r w:rsidR="00B97E5D">
        <w:t xml:space="preserve">, </w:t>
      </w:r>
      <w:r w:rsidRPr="003E4D35">
        <w:t>nous allions dormir</w:t>
      </w:r>
      <w:r w:rsidR="00B97E5D">
        <w:t xml:space="preserve">. </w:t>
      </w:r>
      <w:proofErr w:type="spellStart"/>
      <w:r w:rsidRPr="003E4D35">
        <w:t>Nenetza</w:t>
      </w:r>
      <w:proofErr w:type="spellEnd"/>
      <w:r w:rsidRPr="003E4D35">
        <w:t xml:space="preserve"> me désh</w:t>
      </w:r>
      <w:r w:rsidRPr="003E4D35">
        <w:t>a</w:t>
      </w:r>
      <w:r w:rsidRPr="003E4D35">
        <w:t>billait et me levait le pied comme à une écuyère pour me hisser dans la couchette</w:t>
      </w:r>
      <w:r w:rsidR="00B97E5D">
        <w:t xml:space="preserve">. </w:t>
      </w:r>
      <w:r w:rsidRPr="003E4D35">
        <w:t>Puis Mademoiselle se glissait au-dessous de moi</w:t>
      </w:r>
      <w:r w:rsidR="00B97E5D">
        <w:t xml:space="preserve">, </w:t>
      </w:r>
      <w:r w:rsidRPr="003E4D35">
        <w:t>se cramponnant aux courroies jusqu</w:t>
      </w:r>
      <w:r w:rsidR="00B97E5D">
        <w:t>’</w:t>
      </w:r>
      <w:r w:rsidRPr="003E4D35">
        <w:t xml:space="preserve">au matin pour sortir de cette nuit dont elle avait </w:t>
      </w:r>
      <w:r w:rsidRPr="003E4D35">
        <w:lastRenderedPageBreak/>
        <w:t>toujours peur comme Ulysse sous son mouton</w:t>
      </w:r>
      <w:r w:rsidR="00B97E5D">
        <w:t xml:space="preserve">. </w:t>
      </w:r>
      <w:r w:rsidRPr="003E4D35">
        <w:t>Nous entendions un dernier pas</w:t>
      </w:r>
      <w:r w:rsidR="00B97E5D">
        <w:t xml:space="preserve">, </w:t>
      </w:r>
      <w:r w:rsidRPr="003E4D35">
        <w:t>le philosophe l</w:t>
      </w:r>
      <w:r w:rsidRPr="003E4D35">
        <w:t>i</w:t>
      </w:r>
      <w:r w:rsidRPr="003E4D35">
        <w:t>ménien qui descendait de dix mètres pour trouver le sommeil</w:t>
      </w:r>
      <w:r w:rsidR="00B97E5D">
        <w:t xml:space="preserve">. </w:t>
      </w:r>
      <w:r w:rsidRPr="003E4D35">
        <w:t>Nous dormions</w:t>
      </w:r>
      <w:r w:rsidR="00B97E5D">
        <w:t xml:space="preserve">. </w:t>
      </w:r>
      <w:r w:rsidRPr="003E4D35">
        <w:t>Parfois la nuit</w:t>
      </w:r>
      <w:r w:rsidR="00B97E5D">
        <w:t xml:space="preserve">, </w:t>
      </w:r>
      <w:r w:rsidRPr="003E4D35">
        <w:t>je ne sais quoi d</w:t>
      </w:r>
      <w:r w:rsidR="00B97E5D">
        <w:t>’</w:t>
      </w:r>
      <w:r w:rsidRPr="003E4D35">
        <w:t>inhabituel me réveillait</w:t>
      </w:r>
      <w:r w:rsidR="00B97E5D">
        <w:t xml:space="preserve">, </w:t>
      </w:r>
      <w:r w:rsidRPr="003E4D35">
        <w:t>comme un remords</w:t>
      </w:r>
      <w:r w:rsidR="00B97E5D">
        <w:t xml:space="preserve">, </w:t>
      </w:r>
      <w:r w:rsidRPr="003E4D35">
        <w:t>comme un pli à mon drap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 xml:space="preserve">était la bague de fiançailles de </w:t>
      </w:r>
      <w:proofErr w:type="spellStart"/>
      <w:r w:rsidRPr="003E4D35">
        <w:t>Nenetza</w:t>
      </w:r>
      <w:proofErr w:type="spellEnd"/>
      <w:r w:rsidRPr="003E4D35">
        <w:t xml:space="preserve"> que j</w:t>
      </w:r>
      <w:r w:rsidR="00B97E5D">
        <w:t>’</w:t>
      </w:r>
      <w:r w:rsidRPr="003E4D35">
        <w:t>avais mise par jeu et o</w:t>
      </w:r>
      <w:r w:rsidRPr="003E4D35">
        <w:t>u</w:t>
      </w:r>
      <w:r w:rsidRPr="003E4D35">
        <w:t>blié de rendre</w:t>
      </w:r>
      <w:r w:rsidR="00B97E5D">
        <w:t xml:space="preserve">. </w:t>
      </w:r>
      <w:r w:rsidRPr="003E4D35">
        <w:t>Parfois le hublot s</w:t>
      </w:r>
      <w:r w:rsidR="00B97E5D">
        <w:t>’</w:t>
      </w:r>
      <w:r w:rsidRPr="003E4D35">
        <w:t>ouvrait tout à coup</w:t>
      </w:r>
      <w:r w:rsidR="00B97E5D">
        <w:t xml:space="preserve">, </w:t>
      </w:r>
      <w:r w:rsidRPr="003E4D35">
        <w:t>comme une portière de wagon quand on arrive</w:t>
      </w:r>
      <w:r w:rsidR="00B97E5D">
        <w:t>.</w:t>
      </w:r>
    </w:p>
    <w:p w14:paraId="4DF0C41B" w14:textId="77777777" w:rsidR="00B97E5D" w:rsidRDefault="00F225BE" w:rsidP="00F225BE">
      <w:r w:rsidRPr="003E4D35">
        <w:t>Un mois passa ainsi</w:t>
      </w:r>
      <w:r w:rsidR="00B97E5D">
        <w:t xml:space="preserve">, </w:t>
      </w:r>
      <w:r w:rsidRPr="003E4D35">
        <w:t>bientôt avec des escales toutes les trente heures</w:t>
      </w:r>
      <w:r w:rsidR="00B97E5D">
        <w:t xml:space="preserve">, </w:t>
      </w:r>
      <w:r w:rsidRPr="003E4D35">
        <w:t>le Venezuela peuplé de statues gigantesques él</w:t>
      </w:r>
      <w:r w:rsidRPr="003E4D35">
        <w:t>e</w:t>
      </w:r>
      <w:r w:rsidRPr="003E4D35">
        <w:t>vées toutes par Bianco</w:t>
      </w:r>
      <w:r w:rsidR="00B97E5D">
        <w:t xml:space="preserve">, </w:t>
      </w:r>
      <w:r w:rsidRPr="003E4D35">
        <w:t>toutes de vénézuéliens inconnus</w:t>
      </w:r>
      <w:r w:rsidR="00B97E5D">
        <w:t xml:space="preserve">, </w:t>
      </w:r>
      <w:r w:rsidRPr="003E4D35">
        <w:t>mais célèbres d</w:t>
      </w:r>
      <w:r w:rsidR="00B97E5D">
        <w:t>’</w:t>
      </w:r>
      <w:r w:rsidRPr="003E4D35">
        <w:t>être honorés par Bianco</w:t>
      </w:r>
      <w:r w:rsidR="00B97E5D">
        <w:t xml:space="preserve"> ; </w:t>
      </w:r>
      <w:r w:rsidRPr="003E4D35">
        <w:t>la Martinique en gradins</w:t>
      </w:r>
      <w:r w:rsidR="00B97E5D">
        <w:t xml:space="preserve">, </w:t>
      </w:r>
      <w:r w:rsidRPr="003E4D35">
        <w:t>avec des ruines</w:t>
      </w:r>
      <w:r w:rsidR="00B97E5D">
        <w:t xml:space="preserve">, </w:t>
      </w:r>
      <w:r w:rsidRPr="003E4D35">
        <w:t>comme une machine à écrire pleine de palmiers dont deux ou trois lettres sont cassées</w:t>
      </w:r>
      <w:r w:rsidR="00B97E5D">
        <w:t xml:space="preserve"> ; </w:t>
      </w:r>
      <w:r w:rsidRPr="003E4D35">
        <w:t>Colon</w:t>
      </w:r>
      <w:r w:rsidR="00B97E5D">
        <w:t xml:space="preserve">, </w:t>
      </w:r>
      <w:r w:rsidRPr="003E4D35">
        <w:t>où le Norvégien nous montra en rougissant l</w:t>
      </w:r>
      <w:r w:rsidR="00B97E5D">
        <w:t>’</w:t>
      </w:r>
      <w:r w:rsidRPr="003E4D35">
        <w:t>annexe de l</w:t>
      </w:r>
      <w:r w:rsidR="00B97E5D">
        <w:t>’</w:t>
      </w:r>
      <w:r w:rsidRPr="003E4D35">
        <w:t>hôpital sur pilotis</w:t>
      </w:r>
      <w:r w:rsidR="00B97E5D">
        <w:t xml:space="preserve">, </w:t>
      </w:r>
      <w:r w:rsidRPr="003E4D35">
        <w:t>maintenant tenu par quatre chaînes</w:t>
      </w:r>
      <w:r w:rsidR="00B97E5D">
        <w:t xml:space="preserve"> ; </w:t>
      </w:r>
      <w:r w:rsidRPr="003E4D35">
        <w:t>le canal</w:t>
      </w:r>
      <w:r w:rsidR="00B97E5D">
        <w:t xml:space="preserve">, </w:t>
      </w:r>
      <w:r w:rsidRPr="003E4D35">
        <w:t xml:space="preserve">coupé comme un </w:t>
      </w:r>
      <w:proofErr w:type="spellStart"/>
      <w:r w:rsidRPr="003E4D35">
        <w:t>tourron</w:t>
      </w:r>
      <w:proofErr w:type="spellEnd"/>
      <w:r w:rsidR="00B97E5D">
        <w:t xml:space="preserve">, </w:t>
      </w:r>
      <w:r w:rsidRPr="003E4D35">
        <w:t>et les couches tertiaires de gauche essayant vainement d</w:t>
      </w:r>
      <w:r w:rsidR="00B97E5D">
        <w:t>’</w:t>
      </w:r>
      <w:r w:rsidRPr="003E4D35">
        <w:t>intriguer avec les couches secondaires de droite</w:t>
      </w:r>
      <w:r w:rsidR="00B97E5D">
        <w:t xml:space="preserve"> ; </w:t>
      </w:r>
      <w:r w:rsidRPr="003E4D35">
        <w:t>puis</w:t>
      </w:r>
      <w:r w:rsidR="00B97E5D">
        <w:t xml:space="preserve">, </w:t>
      </w:r>
      <w:r w:rsidRPr="003E4D35">
        <w:t>tous sur le bateau d</w:t>
      </w:r>
      <w:r w:rsidR="00B97E5D">
        <w:t>’</w:t>
      </w:r>
      <w:r w:rsidRPr="003E4D35">
        <w:t>ailleurs l</w:t>
      </w:r>
      <w:r w:rsidR="00B97E5D">
        <w:t>’</w:t>
      </w:r>
      <w:r w:rsidRPr="003E4D35">
        <w:t>auraient nommé ainsi</w:t>
      </w:r>
      <w:r w:rsidR="00B97E5D">
        <w:t xml:space="preserve">, – </w:t>
      </w:r>
      <w:r w:rsidRPr="003E4D35">
        <w:t>il balançait des écorces d</w:t>
      </w:r>
      <w:r w:rsidR="00B97E5D">
        <w:t>’</w:t>
      </w:r>
      <w:r w:rsidRPr="003E4D35">
        <w:t>orange creuses sans les couler</w:t>
      </w:r>
      <w:r w:rsidR="00B97E5D">
        <w:t xml:space="preserve">, </w:t>
      </w:r>
      <w:r w:rsidRPr="003E4D35">
        <w:t>il se retirait do</w:t>
      </w:r>
      <w:r w:rsidRPr="003E4D35">
        <w:t>u</w:t>
      </w:r>
      <w:r w:rsidRPr="003E4D35">
        <w:t>cement de deux mètres quand du côté de la Chine on le tirait</w:t>
      </w:r>
      <w:r w:rsidR="00B97E5D">
        <w:t xml:space="preserve">, </w:t>
      </w:r>
      <w:r w:rsidRPr="003E4D35">
        <w:t>il léchait les pieds nus des femmes légères de Panama</w:t>
      </w:r>
      <w:r w:rsidR="00B97E5D">
        <w:t xml:space="preserve">, </w:t>
      </w:r>
      <w:r w:rsidRPr="003E4D35">
        <w:t>couro</w:t>
      </w:r>
      <w:r w:rsidRPr="003E4D35">
        <w:t>n</w:t>
      </w:r>
      <w:r w:rsidRPr="003E4D35">
        <w:t>nées de chapeaux à plumes</w:t>
      </w:r>
      <w:r w:rsidR="00B97E5D">
        <w:t xml:space="preserve">, – </w:t>
      </w:r>
      <w:r w:rsidRPr="003E4D35">
        <w:t>et même nous l</w:t>
      </w:r>
      <w:r w:rsidR="00B97E5D">
        <w:t>’</w:t>
      </w:r>
      <w:r w:rsidRPr="003E4D35">
        <w:t>aurions peut-être appelé la Magnanime</w:t>
      </w:r>
      <w:r w:rsidR="00B97E5D">
        <w:t xml:space="preserve">, </w:t>
      </w:r>
      <w:r w:rsidRPr="003E4D35">
        <w:t>le Sûr entre tous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Ami véritable</w:t>
      </w:r>
      <w:r w:rsidR="00B97E5D">
        <w:t xml:space="preserve">, – </w:t>
      </w:r>
      <w:r w:rsidRPr="003E4D35">
        <w:t>il semblait de toutes ses vagues ne regarder que vous seule comme les yeux des visages dans les réclames</w:t>
      </w:r>
      <w:r w:rsidR="00B97E5D">
        <w:t xml:space="preserve">, – </w:t>
      </w:r>
      <w:r w:rsidRPr="003E4D35">
        <w:t>le Pacifique</w:t>
      </w:r>
      <w:r w:rsidR="00B97E5D">
        <w:t> !</w:t>
      </w:r>
    </w:p>
    <w:p w14:paraId="27E35CE0" w14:textId="5BBBC7E7" w:rsidR="00F225BE" w:rsidRPr="003E4D35" w:rsidRDefault="00F225BE" w:rsidP="00F225BE"/>
    <w:p w14:paraId="2158233A" w14:textId="77777777" w:rsidR="00B97E5D" w:rsidRDefault="00F225BE" w:rsidP="00F225BE">
      <w:r w:rsidRPr="003E4D35">
        <w:t>Oui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bien ce que vous pensez</w:t>
      </w:r>
      <w:r w:rsidR="00B97E5D">
        <w:t xml:space="preserve">. </w:t>
      </w:r>
      <w:r w:rsidRPr="003E4D35">
        <w:t>Ce fut bien un réveil à minuit</w:t>
      </w:r>
      <w:r w:rsidR="00B97E5D">
        <w:t xml:space="preserve">, </w:t>
      </w:r>
      <w:r w:rsidRPr="003E4D35">
        <w:t>ma main qui se baissait vers le commutateur heurtant la main de Mademoiselle qui se levait vers lui</w:t>
      </w:r>
      <w:r w:rsidR="00B97E5D">
        <w:t xml:space="preserve"> ; </w:t>
      </w:r>
      <w:r w:rsidRPr="003E4D35">
        <w:t xml:space="preserve">des pas </w:t>
      </w:r>
      <w:r w:rsidRPr="003E4D35">
        <w:lastRenderedPageBreak/>
        <w:t>légers</w:t>
      </w:r>
      <w:r w:rsidR="00B97E5D">
        <w:t xml:space="preserve">, </w:t>
      </w:r>
      <w:r w:rsidRPr="003E4D35">
        <w:t>si bien que Mademoiselle crut que c</w:t>
      </w:r>
      <w:r w:rsidR="00B97E5D">
        <w:t>’</w:t>
      </w:r>
      <w:r w:rsidRPr="003E4D35">
        <w:t>étaient les guenons de la s</w:t>
      </w:r>
      <w:r w:rsidRPr="003E4D35">
        <w:t>e</w:t>
      </w:r>
      <w:r w:rsidRPr="003E4D35">
        <w:t xml:space="preserve">ñora </w:t>
      </w:r>
      <w:proofErr w:type="spellStart"/>
      <w:r w:rsidRPr="003E4D35">
        <w:t>Subercaseaux</w:t>
      </w:r>
      <w:proofErr w:type="spellEnd"/>
      <w:r w:rsidR="00B97E5D">
        <w:t xml:space="preserve">, </w:t>
      </w:r>
      <w:r w:rsidRPr="003E4D35">
        <w:t>dont la passion était de dérober les brosses à dents</w:t>
      </w:r>
      <w:r w:rsidR="00B97E5D">
        <w:t xml:space="preserve">, </w:t>
      </w:r>
      <w:r w:rsidRPr="003E4D35">
        <w:t>et qu</w:t>
      </w:r>
      <w:r w:rsidR="00B97E5D">
        <w:t>’</w:t>
      </w:r>
      <w:r w:rsidRPr="003E4D35">
        <w:t>elle les appela par leur nom</w:t>
      </w:r>
      <w:r w:rsidR="00B97E5D">
        <w:t xml:space="preserve"> : </w:t>
      </w:r>
      <w:proofErr w:type="spellStart"/>
      <w:r w:rsidRPr="003E4D35">
        <w:t>Kalhila</w:t>
      </w:r>
      <w:proofErr w:type="spellEnd"/>
      <w:r w:rsidR="00B97E5D">
        <w:t xml:space="preserve">, </w:t>
      </w:r>
      <w:proofErr w:type="spellStart"/>
      <w:r w:rsidRPr="003E4D35">
        <w:t>Chinita</w:t>
      </w:r>
      <w:proofErr w:type="spellEnd"/>
      <w:r w:rsidR="00B97E5D">
        <w:t xml:space="preserve">, </w:t>
      </w:r>
      <w:r w:rsidRPr="003E4D35">
        <w:t>les noms les plus tendres de Lima</w:t>
      </w:r>
      <w:r w:rsidR="00B97E5D">
        <w:t xml:space="preserve">, </w:t>
      </w:r>
      <w:r w:rsidRPr="003E4D35">
        <w:t>capitale des caresses</w:t>
      </w:r>
      <w:r w:rsidR="00B97E5D">
        <w:t xml:space="preserve">… </w:t>
      </w:r>
      <w:r w:rsidRPr="003E4D35">
        <w:t xml:space="preserve">Il fallait sa naïveté pour appeler la mort </w:t>
      </w:r>
      <w:proofErr w:type="spellStart"/>
      <w:r w:rsidRPr="003E4D35">
        <w:t>Kalhila</w:t>
      </w:r>
      <w:proofErr w:type="spellEnd"/>
      <w:r w:rsidR="00B97E5D">
        <w:t xml:space="preserve">, </w:t>
      </w:r>
      <w:proofErr w:type="spellStart"/>
      <w:r w:rsidRPr="003E4D35">
        <w:t>Chinita</w:t>
      </w:r>
      <w:proofErr w:type="spellEnd"/>
      <w:r w:rsidR="00B97E5D">
        <w:t>.</w:t>
      </w:r>
    </w:p>
    <w:p w14:paraId="00CE81BA" w14:textId="77777777" w:rsidR="00B97E5D" w:rsidRDefault="00F225BE" w:rsidP="00F225BE">
      <w:r w:rsidRPr="003E4D35">
        <w:t>Oui</w:t>
      </w:r>
      <w:r w:rsidR="00B97E5D">
        <w:t xml:space="preserve">, </w:t>
      </w:r>
      <w:r w:rsidRPr="003E4D35">
        <w:t>ce fut le hublot se fermant soudain</w:t>
      </w:r>
      <w:r w:rsidR="00B97E5D">
        <w:t xml:space="preserve">, </w:t>
      </w:r>
      <w:r w:rsidRPr="003E4D35">
        <w:t>prenant la chem</w:t>
      </w:r>
      <w:r w:rsidRPr="003E4D35">
        <w:t>i</w:t>
      </w:r>
      <w:r w:rsidRPr="003E4D35">
        <w:t>sette de Mademoiselle qui séchait</w:t>
      </w:r>
      <w:r w:rsidR="00B97E5D">
        <w:t xml:space="preserve">, </w:t>
      </w:r>
      <w:r w:rsidRPr="003E4D35">
        <w:t>lavée pour la fête du lend</w:t>
      </w:r>
      <w:r w:rsidRPr="003E4D35">
        <w:t>e</w:t>
      </w:r>
      <w:r w:rsidRPr="003E4D35">
        <w:t>main</w:t>
      </w:r>
      <w:r w:rsidR="00B97E5D">
        <w:t xml:space="preserve">. </w:t>
      </w:r>
      <w:r w:rsidRPr="003E4D35">
        <w:t>Elle se précipita</w:t>
      </w:r>
      <w:r w:rsidR="00B97E5D">
        <w:t xml:space="preserve">, </w:t>
      </w:r>
      <w:r w:rsidRPr="003E4D35">
        <w:t>arrache le linge oblitéré par un gros c</w:t>
      </w:r>
      <w:r w:rsidRPr="003E4D35">
        <w:t>a</w:t>
      </w:r>
      <w:r w:rsidRPr="003E4D35">
        <w:t>chet d</w:t>
      </w:r>
      <w:r w:rsidR="00B97E5D">
        <w:t>’</w:t>
      </w:r>
      <w:r w:rsidRPr="003E4D35">
        <w:t>huile</w:t>
      </w:r>
      <w:r w:rsidR="00B97E5D">
        <w:t xml:space="preserve">, </w:t>
      </w:r>
      <w:r w:rsidRPr="003E4D35">
        <w:t>tout ce que peut réunir d</w:t>
      </w:r>
      <w:r w:rsidR="00B97E5D">
        <w:t>’</w:t>
      </w:r>
      <w:r w:rsidRPr="003E4D35">
        <w:t>indignation et de mépris pour le Pacifique un être de cent cinquante-deux centimètres et de quarante-neuf kilos</w:t>
      </w:r>
      <w:r w:rsidR="00B97E5D">
        <w:t xml:space="preserve">, </w:t>
      </w:r>
      <w:r w:rsidRPr="003E4D35">
        <w:t>elle l</w:t>
      </w:r>
      <w:r w:rsidR="00B97E5D">
        <w:t>’</w:t>
      </w:r>
      <w:r w:rsidRPr="003E4D35">
        <w:t>assembla</w:t>
      </w:r>
      <w:r w:rsidR="00B97E5D">
        <w:t xml:space="preserve">. </w:t>
      </w:r>
      <w:r w:rsidRPr="003E4D35">
        <w:t>Elle maintenait le hublot comme la paupière d</w:t>
      </w:r>
      <w:r w:rsidR="00B97E5D">
        <w:t>’</w:t>
      </w:r>
      <w:r w:rsidRPr="003E4D35">
        <w:t>un géant qui ne veut pas voir</w:t>
      </w:r>
      <w:r w:rsidR="00B97E5D">
        <w:t xml:space="preserve">. </w:t>
      </w:r>
      <w:r w:rsidRPr="003E4D35">
        <w:t>Il dut voir la chemisette</w:t>
      </w:r>
      <w:r w:rsidR="00B97E5D">
        <w:t xml:space="preserve">, </w:t>
      </w:r>
      <w:r w:rsidRPr="003E4D35">
        <w:t xml:space="preserve">jadis célèbre un jour dans toute la rue </w:t>
      </w:r>
      <w:proofErr w:type="spellStart"/>
      <w:r w:rsidRPr="003E4D35">
        <w:t>Pape-Carpentier</w:t>
      </w:r>
      <w:proofErr w:type="spellEnd"/>
      <w:r w:rsidR="00B97E5D">
        <w:t xml:space="preserve">, </w:t>
      </w:r>
      <w:r w:rsidRPr="003E4D35">
        <w:t>perdue</w:t>
      </w:r>
      <w:r w:rsidR="00B97E5D">
        <w:t xml:space="preserve"> ; </w:t>
      </w:r>
      <w:r w:rsidRPr="003E4D35">
        <w:t>il dut me voir</w:t>
      </w:r>
      <w:r w:rsidR="00B97E5D">
        <w:t xml:space="preserve">, </w:t>
      </w:r>
      <w:r w:rsidRPr="003E4D35">
        <w:t>assise sur mon lit comme à la campagne</w:t>
      </w:r>
      <w:r w:rsidR="00B97E5D">
        <w:t xml:space="preserve">, </w:t>
      </w:r>
      <w:r w:rsidRPr="003E4D35">
        <w:t>quand le mourant d</w:t>
      </w:r>
      <w:r w:rsidR="00B97E5D">
        <w:t>’</w:t>
      </w:r>
      <w:r w:rsidRPr="003E4D35">
        <w:t>à côté va plus mal</w:t>
      </w:r>
      <w:r w:rsidR="00B97E5D">
        <w:t xml:space="preserve">. </w:t>
      </w:r>
      <w:r w:rsidRPr="003E4D35">
        <w:t>De l</w:t>
      </w:r>
      <w:r w:rsidR="00B97E5D">
        <w:t>’</w:t>
      </w:r>
      <w:r w:rsidRPr="003E4D35">
        <w:t>Océan montait un sifflement</w:t>
      </w:r>
      <w:r w:rsidR="00B97E5D">
        <w:t xml:space="preserve">, </w:t>
      </w:r>
      <w:r w:rsidRPr="003E4D35">
        <w:t>comme celui du gaz resté ouvert</w:t>
      </w:r>
      <w:r w:rsidR="00B97E5D">
        <w:t>.</w:t>
      </w:r>
    </w:p>
    <w:p w14:paraId="54D32FF9" w14:textId="77777777" w:rsidR="00B97E5D" w:rsidRDefault="00B97E5D" w:rsidP="00F225BE">
      <w:r>
        <w:t>— </w:t>
      </w:r>
      <w:r w:rsidR="00F225BE" w:rsidRPr="003E4D35">
        <w:t>L</w:t>
      </w:r>
      <w:r>
        <w:t>’</w:t>
      </w:r>
      <w:r w:rsidR="00F225BE" w:rsidRPr="003E4D35">
        <w:t>équateur</w:t>
      </w:r>
      <w:r>
        <w:t xml:space="preserve"> ! – </w:t>
      </w:r>
      <w:r w:rsidR="00F225BE" w:rsidRPr="003E4D35">
        <w:t>dit Mademoiselle</w:t>
      </w:r>
      <w:r>
        <w:t>.</w:t>
      </w:r>
    </w:p>
    <w:p w14:paraId="027C54E8" w14:textId="77777777" w:rsidR="00B97E5D" w:rsidRDefault="00F225BE" w:rsidP="00F225BE">
      <w:r w:rsidRPr="003E4D35">
        <w:t>Oui</w:t>
      </w:r>
      <w:r w:rsidR="00B97E5D">
        <w:t xml:space="preserve">, </w:t>
      </w:r>
      <w:r w:rsidRPr="003E4D35">
        <w:t>ce furent les clefs tombant tout à coup des serrures</w:t>
      </w:r>
      <w:r w:rsidR="00B97E5D">
        <w:t xml:space="preserve">. </w:t>
      </w:r>
      <w:r w:rsidRPr="003E4D35">
        <w:t>Le coupe-papier tombant du Pascal que je lisais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aiguille du r</w:t>
      </w:r>
      <w:r w:rsidRPr="003E4D35">
        <w:t>é</w:t>
      </w:r>
      <w:r w:rsidRPr="003E4D35">
        <w:t>veille-matin sautant</w:t>
      </w:r>
      <w:r w:rsidR="00B97E5D">
        <w:t xml:space="preserve">, </w:t>
      </w:r>
      <w:r w:rsidRPr="003E4D35">
        <w:t>chaque objet se libérant de ce qui lui do</w:t>
      </w:r>
      <w:r w:rsidRPr="003E4D35">
        <w:t>n</w:t>
      </w:r>
      <w:r w:rsidRPr="003E4D35">
        <w:t>nait un usage humain</w:t>
      </w:r>
      <w:r w:rsidR="00B97E5D">
        <w:t xml:space="preserve"> ; </w:t>
      </w:r>
      <w:r w:rsidRPr="003E4D35">
        <w:t>de chaque phrase de Pascal tombait sur moi</w:t>
      </w:r>
      <w:r w:rsidR="00B97E5D">
        <w:t xml:space="preserve">, </w:t>
      </w:r>
      <w:r w:rsidRPr="003E4D35">
        <w:t>qui avait compris</w:t>
      </w:r>
      <w:r w:rsidR="00B97E5D">
        <w:t xml:space="preserve">, </w:t>
      </w:r>
      <w:r w:rsidRPr="003E4D35">
        <w:t>son aiguille ou sa clef</w:t>
      </w:r>
      <w:r w:rsidR="00B97E5D">
        <w:t xml:space="preserve">. </w:t>
      </w:r>
      <w:r w:rsidRPr="003E4D35">
        <w:t>Ce fut Pascal</w:t>
      </w:r>
      <w:r w:rsidR="00B97E5D">
        <w:t xml:space="preserve">, </w:t>
      </w:r>
      <w:r w:rsidRPr="003E4D35">
        <w:t>Marc Aurèle</w:t>
      </w:r>
      <w:r w:rsidR="00B97E5D">
        <w:t xml:space="preserve">, </w:t>
      </w:r>
      <w:r w:rsidRPr="003E4D35">
        <w:t>et tous les autres dieux de terre ferme sans force et inutiles</w:t>
      </w:r>
      <w:r w:rsidR="00B97E5D">
        <w:t>.</w:t>
      </w:r>
    </w:p>
    <w:p w14:paraId="732C76B2" w14:textId="77777777" w:rsidR="00B97E5D" w:rsidRDefault="00B97E5D" w:rsidP="00F225BE">
      <w:r>
        <w:t>— </w:t>
      </w:r>
      <w:r w:rsidR="00F225BE" w:rsidRPr="003E4D35">
        <w:t>Un fantôme</w:t>
      </w:r>
      <w:r>
        <w:t xml:space="preserve"> ! – </w:t>
      </w:r>
      <w:r w:rsidR="00F225BE" w:rsidRPr="003E4D35">
        <w:t>dit Mademoiselle</w:t>
      </w:r>
      <w:r>
        <w:t>.</w:t>
      </w:r>
    </w:p>
    <w:p w14:paraId="26E6FB3E" w14:textId="77777777" w:rsidR="00B97E5D" w:rsidRDefault="00F225BE" w:rsidP="00F225BE">
      <w:r w:rsidRPr="003E4D35">
        <w:t>Oui</w:t>
      </w:r>
      <w:r w:rsidR="00B97E5D">
        <w:t xml:space="preserve">, </w:t>
      </w:r>
      <w:r w:rsidRPr="003E4D35">
        <w:t>ce fut un marin entrant dans notre cabine</w:t>
      </w:r>
      <w:r w:rsidR="00B97E5D">
        <w:t xml:space="preserve">, </w:t>
      </w:r>
      <w:r w:rsidRPr="003E4D35">
        <w:t>ordonnant de nous habiller</w:t>
      </w:r>
      <w:r w:rsidR="00B97E5D">
        <w:t xml:space="preserve">, </w:t>
      </w:r>
      <w:r w:rsidRPr="003E4D35">
        <w:t xml:space="preserve">nous recommandant surtout de prendre nos </w:t>
      </w:r>
      <w:r w:rsidRPr="003E4D35">
        <w:lastRenderedPageBreak/>
        <w:t>souliers</w:t>
      </w:r>
      <w:r w:rsidR="00B97E5D">
        <w:t xml:space="preserve">, </w:t>
      </w:r>
      <w:r w:rsidRPr="003E4D35">
        <w:t>comme si nous avions à faire un long trajet terrestre</w:t>
      </w:r>
      <w:r w:rsidR="00B97E5D">
        <w:t>…</w:t>
      </w:r>
    </w:p>
    <w:p w14:paraId="1078E75E" w14:textId="77777777" w:rsidR="00B97E5D" w:rsidRDefault="00B97E5D" w:rsidP="00F225BE">
      <w:r>
        <w:t>— </w:t>
      </w:r>
      <w:r w:rsidR="00F225BE" w:rsidRPr="003E4D35">
        <w:t>Une révolte</w:t>
      </w:r>
      <w:r>
        <w:t xml:space="preserve">, – </w:t>
      </w:r>
      <w:r w:rsidR="00F225BE" w:rsidRPr="003E4D35">
        <w:t>dit Mademoiselle</w:t>
      </w:r>
      <w:r>
        <w:t>.</w:t>
      </w:r>
    </w:p>
    <w:p w14:paraId="7BFCA3F4" w14:textId="77777777" w:rsidR="00B97E5D" w:rsidRDefault="00F225BE" w:rsidP="00F225BE">
      <w:r w:rsidRPr="003E4D35">
        <w:t>Elle s</w:t>
      </w:r>
      <w:r w:rsidR="00B97E5D">
        <w:t>’</w:t>
      </w:r>
      <w:r w:rsidRPr="003E4D35">
        <w:t>habillait devant ce Breton placide comme on se vêt devant un corsaire</w:t>
      </w:r>
      <w:r w:rsidR="00B97E5D">
        <w:t xml:space="preserve">, </w:t>
      </w:r>
      <w:r w:rsidRPr="003E4D35">
        <w:t>attachant sa chaîne d</w:t>
      </w:r>
      <w:r w:rsidR="00B97E5D">
        <w:t>’</w:t>
      </w:r>
      <w:r w:rsidRPr="003E4D35">
        <w:t>or à la dérobée</w:t>
      </w:r>
      <w:r w:rsidR="00B97E5D">
        <w:t xml:space="preserve">, </w:t>
      </w:r>
      <w:r w:rsidRPr="003E4D35">
        <w:t>étou</w:t>
      </w:r>
      <w:r w:rsidRPr="003E4D35">
        <w:t>f</w:t>
      </w:r>
      <w:r w:rsidRPr="003E4D35">
        <w:t>fant le bruit de ses boutons à pression</w:t>
      </w:r>
      <w:r w:rsidR="00B97E5D">
        <w:t xml:space="preserve">. </w:t>
      </w:r>
      <w:r w:rsidRPr="003E4D35">
        <w:t>Puis l</w:t>
      </w:r>
      <w:r w:rsidR="00B97E5D">
        <w:t>’</w:t>
      </w:r>
      <w:r w:rsidRPr="003E4D35">
        <w:t>ampoule éclata</w:t>
      </w:r>
      <w:r w:rsidR="00B97E5D">
        <w:t xml:space="preserve">. </w:t>
      </w:r>
      <w:r w:rsidRPr="003E4D35">
        <w:t>Le marin sortit pour chercher des allumettes</w:t>
      </w:r>
      <w:r w:rsidR="00B97E5D">
        <w:t xml:space="preserve">. </w:t>
      </w:r>
      <w:r w:rsidRPr="003E4D35">
        <w:t>Chacune apercevait de l</w:t>
      </w:r>
      <w:r w:rsidR="00B97E5D">
        <w:t>’</w:t>
      </w:r>
      <w:r w:rsidRPr="003E4D35">
        <w:t>autre quelque fantôme secoué d</w:t>
      </w:r>
      <w:r w:rsidR="00B97E5D">
        <w:t>’</w:t>
      </w:r>
      <w:r w:rsidRPr="003E4D35">
        <w:t>où tombait continuell</w:t>
      </w:r>
      <w:r w:rsidRPr="003E4D35">
        <w:t>e</w:t>
      </w:r>
      <w:r w:rsidRPr="003E4D35">
        <w:t>ment un objet mal attaché</w:t>
      </w:r>
      <w:r w:rsidR="00B97E5D">
        <w:t xml:space="preserve">, </w:t>
      </w:r>
      <w:r w:rsidRPr="003E4D35">
        <w:t>une pièce de monnaie</w:t>
      </w:r>
      <w:r w:rsidR="00B97E5D">
        <w:t xml:space="preserve">, </w:t>
      </w:r>
      <w:r w:rsidRPr="003E4D35">
        <w:t>une boucle</w:t>
      </w:r>
      <w:r w:rsidR="00B97E5D">
        <w:t xml:space="preserve">. </w:t>
      </w:r>
      <w:r w:rsidRPr="003E4D35">
        <w:t>De moi surtout</w:t>
      </w:r>
      <w:r w:rsidR="00B97E5D">
        <w:t xml:space="preserve"> : </w:t>
      </w:r>
      <w:r w:rsidRPr="003E4D35">
        <w:t xml:space="preserve">les réparateurs de la rue </w:t>
      </w:r>
      <w:proofErr w:type="spellStart"/>
      <w:r w:rsidRPr="003E4D35">
        <w:t>Pape-Carpentier</w:t>
      </w:r>
      <w:proofErr w:type="spellEnd"/>
      <w:r w:rsidRPr="003E4D35">
        <w:t xml:space="preserve"> avaient été consciencieux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essayais par de petits mots ins</w:t>
      </w:r>
      <w:r w:rsidRPr="003E4D35">
        <w:t>i</w:t>
      </w:r>
      <w:r w:rsidRPr="003E4D35">
        <w:t>dieux de savoir si ma compagne comprenait que nous étions sur les récifs</w:t>
      </w:r>
      <w:r w:rsidR="00B97E5D">
        <w:t>.</w:t>
      </w:r>
    </w:p>
    <w:p w14:paraId="4FCBF776" w14:textId="77777777" w:rsidR="00B97E5D" w:rsidRDefault="00B97E5D" w:rsidP="00F225BE">
      <w:r>
        <w:t>— </w:t>
      </w:r>
      <w:r w:rsidR="00F225BE" w:rsidRPr="003E4D35">
        <w:t>Ils vont fusiller le commandant</w:t>
      </w:r>
      <w:r>
        <w:t xml:space="preserve">, – </w:t>
      </w:r>
      <w:r w:rsidR="00F225BE" w:rsidRPr="003E4D35">
        <w:t>répondit-elle</w:t>
      </w:r>
      <w:r>
        <w:t>.</w:t>
      </w:r>
    </w:p>
    <w:p w14:paraId="05E3466B" w14:textId="77777777" w:rsidR="00B97E5D" w:rsidRDefault="00F225BE" w:rsidP="00F225BE">
      <w:r w:rsidRPr="003E4D35">
        <w:t>Ce fut la course dans les couloirs vides</w:t>
      </w:r>
      <w:r w:rsidR="00B97E5D">
        <w:t xml:space="preserve">, </w:t>
      </w:r>
      <w:r w:rsidRPr="003E4D35">
        <w:t>jonchés de vitres et d</w:t>
      </w:r>
      <w:r w:rsidR="00B97E5D">
        <w:t>’</w:t>
      </w:r>
      <w:r w:rsidRPr="003E4D35">
        <w:t>assiettes cassées</w:t>
      </w:r>
      <w:r w:rsidR="00B97E5D">
        <w:t xml:space="preserve">. </w:t>
      </w:r>
      <w:r w:rsidRPr="003E4D35">
        <w:t>Sans les conseils du matelot</w:t>
      </w:r>
      <w:r w:rsidR="00B97E5D">
        <w:t xml:space="preserve">, </w:t>
      </w:r>
      <w:r w:rsidRPr="003E4D35">
        <w:t>nos pieds eu</w:t>
      </w:r>
      <w:r w:rsidRPr="003E4D35">
        <w:t>s</w:t>
      </w:r>
      <w:r w:rsidRPr="003E4D35">
        <w:t>sent été en sang</w:t>
      </w:r>
      <w:r w:rsidR="00B97E5D">
        <w:t xml:space="preserve">. </w:t>
      </w:r>
      <w:r w:rsidRPr="003E4D35">
        <w:t>Près de l</w:t>
      </w:r>
      <w:r w:rsidR="00B97E5D">
        <w:t>’</w:t>
      </w:r>
      <w:r w:rsidRPr="003E4D35">
        <w:t>office</w:t>
      </w:r>
      <w:r w:rsidR="00B97E5D">
        <w:t xml:space="preserve">, </w:t>
      </w:r>
      <w:r w:rsidRPr="003E4D35">
        <w:t>il fallut piétiner des raisins</w:t>
      </w:r>
      <w:r w:rsidR="00B97E5D">
        <w:t xml:space="preserve">, </w:t>
      </w:r>
      <w:r w:rsidRPr="003E4D35">
        <w:t>des mangues pourries</w:t>
      </w:r>
      <w:r w:rsidR="00B97E5D">
        <w:t xml:space="preserve">, </w:t>
      </w:r>
      <w:r w:rsidRPr="003E4D35">
        <w:t>enjamber des blocs de glace</w:t>
      </w:r>
      <w:r w:rsidR="00B97E5D">
        <w:t xml:space="preserve">. </w:t>
      </w:r>
      <w:r w:rsidRPr="003E4D35">
        <w:t>Les saisons aussi</w:t>
      </w:r>
      <w:r w:rsidR="00B97E5D">
        <w:t xml:space="preserve">, </w:t>
      </w:r>
      <w:r w:rsidRPr="003E4D35">
        <w:t>traîtres aux hommes</w:t>
      </w:r>
      <w:r w:rsidR="00B97E5D">
        <w:t xml:space="preserve">, </w:t>
      </w:r>
      <w:r w:rsidRPr="003E4D35">
        <w:t>disaient leur petit mot dans ce d</w:t>
      </w:r>
      <w:r w:rsidRPr="003E4D35">
        <w:t>é</w:t>
      </w:r>
      <w:r w:rsidRPr="003E4D35">
        <w:t>sastre</w:t>
      </w:r>
      <w:r w:rsidR="00B97E5D">
        <w:t xml:space="preserve">. </w:t>
      </w:r>
      <w:r w:rsidRPr="003E4D35">
        <w:t>Enfin le ciel apparut</w:t>
      </w:r>
      <w:r w:rsidR="00B97E5D">
        <w:t xml:space="preserve">, </w:t>
      </w:r>
      <w:r w:rsidRPr="003E4D35">
        <w:t>tout le ciel</w:t>
      </w:r>
      <w:r w:rsidR="00B97E5D">
        <w:t xml:space="preserve">, </w:t>
      </w:r>
      <w:r w:rsidRPr="003E4D35">
        <w:t>si pur</w:t>
      </w:r>
      <w:r w:rsidR="00B97E5D">
        <w:t xml:space="preserve">, </w:t>
      </w:r>
      <w:r w:rsidRPr="003E4D35">
        <w:t>si chargé d</w:t>
      </w:r>
      <w:r w:rsidR="00B97E5D">
        <w:t>’</w:t>
      </w:r>
      <w:r w:rsidRPr="003E4D35">
        <w:t>éto</w:t>
      </w:r>
      <w:r w:rsidRPr="003E4D35">
        <w:t>i</w:t>
      </w:r>
      <w:r w:rsidRPr="003E4D35">
        <w:t>les que Mademoiselle s</w:t>
      </w:r>
      <w:r w:rsidR="00B97E5D">
        <w:t>’</w:t>
      </w:r>
      <w:r w:rsidRPr="003E4D35">
        <w:t>écria</w:t>
      </w:r>
      <w:r w:rsidR="00B97E5D">
        <w:t xml:space="preserve">, </w:t>
      </w:r>
      <w:r w:rsidRPr="003E4D35">
        <w:t>ce fut presque son dernier mot dans cette tempête</w:t>
      </w:r>
      <w:r w:rsidR="00B97E5D">
        <w:t> :</w:t>
      </w:r>
    </w:p>
    <w:p w14:paraId="5B0E5B76" w14:textId="77777777" w:rsidR="00B97E5D" w:rsidRDefault="00B97E5D" w:rsidP="00F225BE">
      <w:r>
        <w:t>— </w:t>
      </w:r>
      <w:r w:rsidR="00F225BE" w:rsidRPr="003E4D35">
        <w:t>Ah</w:t>
      </w:r>
      <w:r>
        <w:t xml:space="preserve"> ! </w:t>
      </w:r>
      <w:r w:rsidR="00F225BE" w:rsidRPr="003E4D35">
        <w:t>qu</w:t>
      </w:r>
      <w:r>
        <w:t>’</w:t>
      </w:r>
      <w:r w:rsidR="00F225BE" w:rsidRPr="003E4D35">
        <w:t>il fait beau</w:t>
      </w:r>
      <w:r>
        <w:t> !</w:t>
      </w:r>
    </w:p>
    <w:p w14:paraId="7CB82BD5" w14:textId="77777777" w:rsidR="00B97E5D" w:rsidRDefault="00F225BE" w:rsidP="00F225BE">
      <w:r w:rsidRPr="003E4D35">
        <w:t>Puis elle poussa un cri</w:t>
      </w:r>
      <w:r w:rsidR="00B97E5D">
        <w:t xml:space="preserve">, </w:t>
      </w:r>
      <w:r w:rsidRPr="003E4D35">
        <w:t>nous avions oublié les ceintures</w:t>
      </w:r>
      <w:r w:rsidR="00B97E5D">
        <w:t xml:space="preserve"> ; </w:t>
      </w:r>
      <w:r w:rsidRPr="003E4D35">
        <w:t>e</w:t>
      </w:r>
      <w:r w:rsidRPr="003E4D35">
        <w:t>l</w:t>
      </w:r>
      <w:r w:rsidRPr="003E4D35">
        <w:t>le m</w:t>
      </w:r>
      <w:r w:rsidR="00B97E5D">
        <w:t>’</w:t>
      </w:r>
      <w:r w:rsidRPr="003E4D35">
        <w:t>ordonna de rester là</w:t>
      </w:r>
      <w:r w:rsidR="00B97E5D">
        <w:t xml:space="preserve">, </w:t>
      </w:r>
      <w:r w:rsidRPr="003E4D35">
        <w:t>devant ce canot numéro dix</w:t>
      </w:r>
      <w:r w:rsidR="00B97E5D">
        <w:t xml:space="preserve">, </w:t>
      </w:r>
      <w:r w:rsidRPr="003E4D35">
        <w:t>où pour l</w:t>
      </w:r>
      <w:r w:rsidR="00B97E5D">
        <w:t>’</w:t>
      </w:r>
      <w:r w:rsidRPr="003E4D35">
        <w:t>exercice de sauvetage aussi</w:t>
      </w:r>
      <w:r w:rsidR="00B97E5D">
        <w:t xml:space="preserve">, </w:t>
      </w:r>
      <w:r w:rsidRPr="003E4D35">
        <w:t>tous les dimanches matin</w:t>
      </w:r>
      <w:r w:rsidR="00B97E5D">
        <w:t xml:space="preserve">, </w:t>
      </w:r>
      <w:r w:rsidRPr="003E4D35">
        <w:t>nous arrivions les premières</w:t>
      </w:r>
      <w:r w:rsidR="00B97E5D">
        <w:t xml:space="preserve">. </w:t>
      </w:r>
      <w:r w:rsidRPr="003E4D35">
        <w:t>On avait allumé les phares de trois a</w:t>
      </w:r>
      <w:r w:rsidRPr="003E4D35">
        <w:t>u</w:t>
      </w:r>
      <w:r w:rsidRPr="003E4D35">
        <w:t>tos placées sur le pont</w:t>
      </w:r>
      <w:r w:rsidR="00B97E5D">
        <w:t xml:space="preserve"> ; </w:t>
      </w:r>
      <w:r w:rsidRPr="003E4D35">
        <w:t>sous ces étoiles cela donnait l</w:t>
      </w:r>
      <w:r w:rsidR="00B97E5D">
        <w:t>’</w:t>
      </w:r>
      <w:r w:rsidRPr="003E4D35">
        <w:t>illusion d</w:t>
      </w:r>
      <w:r w:rsidR="00B97E5D">
        <w:t>’</w:t>
      </w:r>
      <w:r w:rsidRPr="003E4D35">
        <w:t>une panne</w:t>
      </w:r>
      <w:r w:rsidR="00B97E5D">
        <w:t xml:space="preserve">, </w:t>
      </w:r>
      <w:r w:rsidRPr="003E4D35">
        <w:t>loin d</w:t>
      </w:r>
      <w:r w:rsidR="00B97E5D">
        <w:t>’</w:t>
      </w:r>
      <w:r w:rsidRPr="003E4D35">
        <w:t>une ville</w:t>
      </w:r>
      <w:r w:rsidR="00B97E5D">
        <w:t xml:space="preserve">, </w:t>
      </w:r>
      <w:r w:rsidRPr="003E4D35">
        <w:t>à la campagne</w:t>
      </w:r>
      <w:r w:rsidR="00B97E5D">
        <w:t xml:space="preserve">. </w:t>
      </w:r>
      <w:r w:rsidRPr="003E4D35">
        <w:t>Assise sur des p</w:t>
      </w:r>
      <w:r w:rsidRPr="003E4D35">
        <w:t>a</w:t>
      </w:r>
      <w:r w:rsidRPr="003E4D35">
        <w:t>quets de corde</w:t>
      </w:r>
      <w:r w:rsidR="00B97E5D">
        <w:t xml:space="preserve">, </w:t>
      </w:r>
      <w:r w:rsidRPr="003E4D35">
        <w:t>la tête dans mes mains</w:t>
      </w:r>
      <w:r w:rsidR="00B97E5D">
        <w:t xml:space="preserve">, </w:t>
      </w:r>
      <w:r w:rsidRPr="003E4D35">
        <w:t xml:space="preserve">me </w:t>
      </w:r>
      <w:r w:rsidRPr="003E4D35">
        <w:lastRenderedPageBreak/>
        <w:t>bouchant les orei</w:t>
      </w:r>
      <w:r w:rsidRPr="003E4D35">
        <w:t>l</w:t>
      </w:r>
      <w:r w:rsidRPr="003E4D35">
        <w:t>les</w:t>
      </w:r>
      <w:r w:rsidR="00B97E5D">
        <w:t xml:space="preserve">, </w:t>
      </w:r>
      <w:r w:rsidRPr="003E4D35">
        <w:t>me fermant les yeux</w:t>
      </w:r>
      <w:r w:rsidR="00B97E5D">
        <w:t xml:space="preserve">, </w:t>
      </w:r>
      <w:r w:rsidRPr="003E4D35">
        <w:t>je voulais éviter au sort et à mes sens de se compromettre</w:t>
      </w:r>
      <w:r w:rsidR="00B97E5D">
        <w:t xml:space="preserve">, </w:t>
      </w:r>
      <w:r w:rsidRPr="003E4D35">
        <w:t>de recevoir des signes irrémédiables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essayais en vain d</w:t>
      </w:r>
      <w:r w:rsidR="00B97E5D">
        <w:t>’</w:t>
      </w:r>
      <w:r w:rsidRPr="003E4D35">
        <w:t>assembler autour de moi tout ce que je croyais contenir d</w:t>
      </w:r>
      <w:r w:rsidR="00B97E5D">
        <w:t>’</w:t>
      </w:r>
      <w:r w:rsidRPr="003E4D35">
        <w:t>éternité</w:t>
      </w:r>
      <w:r w:rsidR="00B97E5D">
        <w:t xml:space="preserve"> : </w:t>
      </w:r>
      <w:r w:rsidRPr="003E4D35">
        <w:t>et cette logique qui rendait si i</w:t>
      </w:r>
      <w:r w:rsidRPr="003E4D35">
        <w:t>m</w:t>
      </w:r>
      <w:r w:rsidRPr="003E4D35">
        <w:t>probable qu</w:t>
      </w:r>
      <w:r w:rsidR="00B97E5D">
        <w:t>’</w:t>
      </w:r>
      <w:r w:rsidRPr="003E4D35">
        <w:t>une jeune fille de Bellac dût mourir au centre du Pacifique</w:t>
      </w:r>
      <w:r w:rsidR="00B97E5D">
        <w:t xml:space="preserve">, </w:t>
      </w:r>
      <w:r w:rsidRPr="003E4D35">
        <w:t>et cette modestie</w:t>
      </w:r>
      <w:r w:rsidR="00B97E5D">
        <w:t xml:space="preserve">, </w:t>
      </w:r>
      <w:r w:rsidRPr="003E4D35">
        <w:t>qui m</w:t>
      </w:r>
      <w:r w:rsidR="00B97E5D">
        <w:t>’</w:t>
      </w:r>
      <w:r w:rsidRPr="003E4D35">
        <w:t>interdisait de croire une c</w:t>
      </w:r>
      <w:r w:rsidRPr="003E4D35">
        <w:t>a</w:t>
      </w:r>
      <w:r w:rsidRPr="003E4D35">
        <w:t>tastrophe célèbre nécessaire pour anéantir une conscience aussi faible</w:t>
      </w:r>
      <w:r w:rsidR="00B97E5D">
        <w:t xml:space="preserve">. </w:t>
      </w:r>
      <w:r w:rsidRPr="003E4D35">
        <w:t>Des pianos sous des bâches roulaient d</w:t>
      </w:r>
      <w:r w:rsidR="00B97E5D">
        <w:t>’</w:t>
      </w:r>
      <w:r w:rsidRPr="003E4D35">
        <w:t>un bout à l</w:t>
      </w:r>
      <w:r w:rsidR="00B97E5D">
        <w:t>’</w:t>
      </w:r>
      <w:r w:rsidRPr="003E4D35">
        <w:t>autre avec des fracas à eux</w:t>
      </w:r>
      <w:r w:rsidR="00B97E5D">
        <w:t>.</w:t>
      </w:r>
    </w:p>
    <w:p w14:paraId="1E368D4F" w14:textId="77777777" w:rsidR="00B97E5D" w:rsidRDefault="00B97E5D" w:rsidP="00F225BE">
      <w:r>
        <w:t>— </w:t>
      </w:r>
      <w:r w:rsidR="00F225BE" w:rsidRPr="003E4D35">
        <w:t>Un incendie</w:t>
      </w:r>
      <w:r>
        <w:t xml:space="preserve">, – </w:t>
      </w:r>
      <w:r w:rsidR="00F225BE" w:rsidRPr="003E4D35">
        <w:t>dit-on à mon oreille</w:t>
      </w:r>
      <w:r>
        <w:t>.</w:t>
      </w:r>
    </w:p>
    <w:p w14:paraId="4D5299E2" w14:textId="77777777" w:rsidR="00B97E5D" w:rsidRDefault="00F225BE" w:rsidP="00F225BE">
      <w:r w:rsidRPr="003E4D35">
        <w:t>Car Mademoiselle avait trouvé ce dernier moyen de me rendre l</w:t>
      </w:r>
      <w:r w:rsidR="00B97E5D">
        <w:t>’</w:t>
      </w:r>
      <w:r w:rsidRPr="003E4D35">
        <w:t>eau moins redoutable</w:t>
      </w:r>
      <w:r w:rsidR="00B97E5D">
        <w:t xml:space="preserve">. </w:t>
      </w:r>
      <w:r w:rsidRPr="003E4D35">
        <w:t>Je la contemplais</w:t>
      </w:r>
      <w:r w:rsidR="00B97E5D">
        <w:t xml:space="preserve">. </w:t>
      </w:r>
      <w:r w:rsidRPr="003E4D35">
        <w:t>Car ce qu</w:t>
      </w:r>
      <w:r w:rsidR="00B97E5D">
        <w:t>’</w:t>
      </w:r>
      <w:r w:rsidRPr="003E4D35">
        <w:t>elle était allée chercher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plus que la ceinture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autres yeux</w:t>
      </w:r>
      <w:r w:rsidR="00B97E5D">
        <w:t xml:space="preserve">, </w:t>
      </w:r>
      <w:r w:rsidRPr="003E4D35">
        <w:t>des yeux de naufrage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autres lèvres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autres mains</w:t>
      </w:r>
      <w:r w:rsidR="00B97E5D">
        <w:t xml:space="preserve">, </w:t>
      </w:r>
      <w:r w:rsidRPr="003E4D35">
        <w:t>des mains décharnées</w:t>
      </w:r>
      <w:r w:rsidR="00B97E5D">
        <w:t xml:space="preserve">, </w:t>
      </w:r>
      <w:r w:rsidRPr="003E4D35">
        <w:t>et qu</w:t>
      </w:r>
      <w:r w:rsidR="00B97E5D">
        <w:t>’</w:t>
      </w:r>
      <w:r w:rsidRPr="003E4D35">
        <w:t>on sentait assassines pour tout ce qui me m</w:t>
      </w:r>
      <w:r w:rsidRPr="003E4D35">
        <w:t>e</w:t>
      </w:r>
      <w:r w:rsidRPr="003E4D35">
        <w:t>nacerait</w:t>
      </w:r>
      <w:r w:rsidR="00B97E5D">
        <w:t xml:space="preserve">. </w:t>
      </w:r>
      <w:r w:rsidRPr="003E4D35">
        <w:t>Elle tira la ceinture d</w:t>
      </w:r>
      <w:r w:rsidR="00B97E5D">
        <w:t>’</w:t>
      </w:r>
      <w:r w:rsidRPr="003E4D35">
        <w:t>une étoffe où elle l</w:t>
      </w:r>
      <w:r w:rsidR="00B97E5D">
        <w:t>’</w:t>
      </w:r>
      <w:r w:rsidRPr="003E4D35">
        <w:t>avait envelo</w:t>
      </w:r>
      <w:r w:rsidRPr="003E4D35">
        <w:t>p</w:t>
      </w:r>
      <w:r w:rsidRPr="003E4D35">
        <w:t>pée</w:t>
      </w:r>
      <w:r w:rsidR="00B97E5D">
        <w:t xml:space="preserve">, </w:t>
      </w:r>
      <w:r w:rsidRPr="003E4D35">
        <w:t>regardant autour d</w:t>
      </w:r>
      <w:r w:rsidR="00B97E5D">
        <w:t>’</w:t>
      </w:r>
      <w:r w:rsidRPr="003E4D35">
        <w:t>elle</w:t>
      </w:r>
      <w:r w:rsidR="00B97E5D">
        <w:t xml:space="preserve">, </w:t>
      </w:r>
      <w:r w:rsidRPr="003E4D35">
        <w:t>et l</w:t>
      </w:r>
      <w:r w:rsidR="00B97E5D">
        <w:t>’</w:t>
      </w:r>
      <w:r w:rsidRPr="003E4D35">
        <w:t>on devinait qu</w:t>
      </w:r>
      <w:r w:rsidR="00B97E5D">
        <w:t>’</w:t>
      </w:r>
      <w:r w:rsidRPr="003E4D35">
        <w:t>elle avait appris</w:t>
      </w:r>
      <w:r w:rsidR="00B97E5D">
        <w:t xml:space="preserve">, </w:t>
      </w:r>
      <w:r w:rsidRPr="003E4D35">
        <w:t>dans ces dix minutes d</w:t>
      </w:r>
      <w:r w:rsidR="00B97E5D">
        <w:t>’</w:t>
      </w:r>
      <w:r w:rsidRPr="003E4D35">
        <w:t>absence</w:t>
      </w:r>
      <w:r w:rsidR="00B97E5D">
        <w:t xml:space="preserve">, </w:t>
      </w:r>
      <w:r w:rsidRPr="003E4D35">
        <w:t>quels crimes l</w:t>
      </w:r>
      <w:r w:rsidR="00B97E5D">
        <w:t>’</w:t>
      </w:r>
      <w:r w:rsidRPr="003E4D35">
        <w:t>on commet pour une ceinture</w:t>
      </w:r>
      <w:r w:rsidR="00B97E5D">
        <w:t xml:space="preserve">. </w:t>
      </w:r>
      <w:r w:rsidRPr="003E4D35">
        <w:t>Elle voulut me la ceindre elle-même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entourant de ses bras comme pour une danse</w:t>
      </w:r>
      <w:r w:rsidR="00B97E5D">
        <w:t xml:space="preserve">, </w:t>
      </w:r>
      <w:r w:rsidRPr="003E4D35">
        <w:t>la tête toujours tournée vers la droite ou la gauche comme justement dans ces tangos où l</w:t>
      </w:r>
      <w:r w:rsidR="00B97E5D">
        <w:t>’</w:t>
      </w:r>
      <w:r w:rsidRPr="003E4D35">
        <w:t>on surveille le rival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attachant enfin d</w:t>
      </w:r>
      <w:r w:rsidR="00B97E5D">
        <w:t>’</w:t>
      </w:r>
      <w:r w:rsidRPr="003E4D35">
        <w:t>un nœud</w:t>
      </w:r>
      <w:r w:rsidR="00B97E5D">
        <w:t xml:space="preserve">, </w:t>
      </w:r>
      <w:r w:rsidRPr="003E4D35">
        <w:t>non pas d</w:t>
      </w:r>
      <w:r w:rsidR="00B97E5D">
        <w:t>’</w:t>
      </w:r>
      <w:r w:rsidRPr="003E4D35">
        <w:t>une boucle</w:t>
      </w:r>
      <w:r w:rsidR="00B97E5D">
        <w:t xml:space="preserve">, </w:t>
      </w:r>
      <w:r w:rsidRPr="003E4D35">
        <w:t>le signe le plus grand qu</w:t>
      </w:r>
      <w:r w:rsidR="00B97E5D">
        <w:t>’</w:t>
      </w:r>
      <w:r w:rsidRPr="003E4D35">
        <w:t>elle pût me donner de détresse et d</w:t>
      </w:r>
      <w:r w:rsidR="00B97E5D">
        <w:t>’</w:t>
      </w:r>
      <w:r w:rsidRPr="003E4D35">
        <w:t>affection</w:t>
      </w:r>
      <w:r w:rsidR="00B97E5D">
        <w:t xml:space="preserve">, </w:t>
      </w:r>
      <w:r w:rsidRPr="003E4D35">
        <w:t>car dix ans elle m</w:t>
      </w:r>
      <w:r w:rsidR="00B97E5D">
        <w:t>’</w:t>
      </w:r>
      <w:r w:rsidRPr="003E4D35">
        <w:t>avait appris à considérer les nœuds comme une chose haïssable et inutile et injuste</w:t>
      </w:r>
      <w:r w:rsidR="00B97E5D">
        <w:t xml:space="preserve">, </w:t>
      </w:r>
      <w:r w:rsidRPr="003E4D35">
        <w:t>puisque la boucle existe</w:t>
      </w:r>
      <w:r w:rsidR="00B97E5D">
        <w:t xml:space="preserve">. </w:t>
      </w:r>
      <w:r w:rsidRPr="003E4D35">
        <w:t>Elle m</w:t>
      </w:r>
      <w:r w:rsidR="00B97E5D">
        <w:t>’</w:t>
      </w:r>
      <w:r w:rsidRPr="003E4D35">
        <w:t>embrassa</w:t>
      </w:r>
      <w:r w:rsidR="00B97E5D">
        <w:t xml:space="preserve">, </w:t>
      </w:r>
      <w:r w:rsidRPr="003E4D35">
        <w:t>de loin</w:t>
      </w:r>
      <w:r w:rsidR="00B97E5D">
        <w:t xml:space="preserve">, </w:t>
      </w:r>
      <w:r w:rsidRPr="003E4D35">
        <w:t>à cause de la ceinture</w:t>
      </w:r>
      <w:r w:rsidR="00B97E5D">
        <w:t xml:space="preserve">, </w:t>
      </w:r>
      <w:r w:rsidRPr="003E4D35">
        <w:t>courbant de loin la tête comme vers une femme enceinte</w:t>
      </w:r>
      <w:r w:rsidR="00B97E5D">
        <w:t xml:space="preserve">, </w:t>
      </w:r>
      <w:r w:rsidRPr="003E4D35">
        <w:t>sans vouloir effleurer la ceinture</w:t>
      </w:r>
      <w:r w:rsidR="00B97E5D">
        <w:t>.</w:t>
      </w:r>
    </w:p>
    <w:p w14:paraId="44FF8A3F" w14:textId="77777777" w:rsidR="00B97E5D" w:rsidRDefault="00B97E5D" w:rsidP="00F225BE">
      <w:r>
        <w:t>— </w:t>
      </w:r>
      <w:r w:rsidR="00F225BE" w:rsidRPr="003E4D35">
        <w:t>À vous</w:t>
      </w:r>
      <w:r>
        <w:t xml:space="preserve">, – </w:t>
      </w:r>
      <w:r w:rsidR="00F225BE" w:rsidRPr="003E4D35">
        <w:t>dis-je</w:t>
      </w:r>
      <w:r>
        <w:t>.</w:t>
      </w:r>
    </w:p>
    <w:p w14:paraId="0A72C7E3" w14:textId="77777777" w:rsidR="00B97E5D" w:rsidRDefault="00F225BE" w:rsidP="00F225BE">
      <w:r w:rsidRPr="003E4D35">
        <w:t>Elle rougit</w:t>
      </w:r>
      <w:r w:rsidR="00B97E5D">
        <w:t xml:space="preserve">, </w:t>
      </w:r>
      <w:r w:rsidRPr="003E4D35">
        <w:t>elle s</w:t>
      </w:r>
      <w:r w:rsidR="00B97E5D">
        <w:t>’</w:t>
      </w:r>
      <w:r w:rsidRPr="003E4D35">
        <w:t>éloignait</w:t>
      </w:r>
      <w:r w:rsidR="00B97E5D">
        <w:t> :</w:t>
      </w:r>
    </w:p>
    <w:p w14:paraId="55092176" w14:textId="77777777" w:rsidR="00B97E5D" w:rsidRDefault="00B97E5D" w:rsidP="00F225BE">
      <w:r>
        <w:lastRenderedPageBreak/>
        <w:t>— </w:t>
      </w:r>
      <w:r w:rsidR="00F225BE" w:rsidRPr="003E4D35">
        <w:t>Je n</w:t>
      </w:r>
      <w:r>
        <w:t>’</w:t>
      </w:r>
      <w:r w:rsidR="00F225BE" w:rsidRPr="003E4D35">
        <w:t>ai trouvé que la vôtre</w:t>
      </w:r>
      <w:r>
        <w:t>.</w:t>
      </w:r>
    </w:p>
    <w:p w14:paraId="211C1E37" w14:textId="77777777" w:rsidR="00B97E5D" w:rsidRDefault="00F225BE" w:rsidP="00F225BE">
      <w:r w:rsidRPr="003E4D35">
        <w:t>Je la saisis par le bras</w:t>
      </w:r>
      <w:r w:rsidR="00B97E5D">
        <w:t xml:space="preserve">, </w:t>
      </w:r>
      <w:r w:rsidRPr="003E4D35">
        <w:t>elle se dérobait comme si nous étions déjà sur la mer et qu</w:t>
      </w:r>
      <w:r w:rsidR="00B97E5D">
        <w:t>’</w:t>
      </w:r>
      <w:r w:rsidRPr="003E4D35">
        <w:t xml:space="preserve">elle </w:t>
      </w:r>
      <w:proofErr w:type="gramStart"/>
      <w:r w:rsidRPr="003E4D35">
        <w:t>eût peur</w:t>
      </w:r>
      <w:proofErr w:type="gramEnd"/>
      <w:r w:rsidRPr="003E4D35">
        <w:t xml:space="preserve"> de m</w:t>
      </w:r>
      <w:r w:rsidR="00B97E5D">
        <w:t>’</w:t>
      </w:r>
      <w:r w:rsidRPr="003E4D35">
        <w:t>alourdir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</w:t>
      </w:r>
      <w:r w:rsidRPr="003E4D35">
        <w:t>s</w:t>
      </w:r>
      <w:r w:rsidRPr="003E4D35">
        <w:t>sayais d</w:t>
      </w:r>
      <w:r w:rsidR="00B97E5D">
        <w:t>’</w:t>
      </w:r>
      <w:r w:rsidRPr="003E4D35">
        <w:t>arracher la ceinture</w:t>
      </w:r>
      <w:r w:rsidR="00B97E5D">
        <w:t xml:space="preserve"> : </w:t>
      </w:r>
      <w:r w:rsidRPr="003E4D35">
        <w:t>elle me regardait</w:t>
      </w:r>
      <w:r w:rsidR="00B97E5D">
        <w:t xml:space="preserve">, </w:t>
      </w:r>
      <w:r w:rsidRPr="003E4D35">
        <w:t>tenant à la main un petit paquet pour sa sœur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elle n</w:t>
      </w:r>
      <w:r w:rsidR="00B97E5D">
        <w:t>’</w:t>
      </w:r>
      <w:r w:rsidRPr="003E4D35">
        <w:t>osait plus me confier</w:t>
      </w:r>
      <w:r w:rsidR="00B97E5D">
        <w:t xml:space="preserve">, </w:t>
      </w:r>
      <w:r w:rsidRPr="003E4D35">
        <w:t>puisque j</w:t>
      </w:r>
      <w:r w:rsidR="00B97E5D">
        <w:t>’</w:t>
      </w:r>
      <w:r w:rsidRPr="003E4D35">
        <w:t>étais si folle</w:t>
      </w:r>
      <w:r w:rsidR="00B97E5D">
        <w:t xml:space="preserve">. </w:t>
      </w:r>
      <w:r w:rsidRPr="003E4D35">
        <w:t>Je courrai après elle</w:t>
      </w:r>
      <w:r w:rsidR="00B97E5D">
        <w:t xml:space="preserve"> ; </w:t>
      </w:r>
      <w:r w:rsidRPr="003E4D35">
        <w:t>alors elle enjamba le bastingage</w:t>
      </w:r>
      <w:r w:rsidR="00B97E5D">
        <w:t xml:space="preserve">, </w:t>
      </w:r>
      <w:r w:rsidRPr="003E4D35">
        <w:t>et me cria</w:t>
      </w:r>
      <w:r w:rsidR="00B97E5D">
        <w:t xml:space="preserve">, </w:t>
      </w:r>
      <w:r w:rsidRPr="003E4D35">
        <w:t>aveu terrible</w:t>
      </w:r>
      <w:r w:rsidR="00B97E5D">
        <w:t xml:space="preserve">, </w:t>
      </w:r>
      <w:r w:rsidRPr="003E4D35">
        <w:t>avant de disparaître</w:t>
      </w:r>
      <w:r w:rsidR="00B97E5D">
        <w:t> :</w:t>
      </w:r>
    </w:p>
    <w:p w14:paraId="35F4F8E9" w14:textId="77777777" w:rsidR="00B97E5D" w:rsidRDefault="00B97E5D" w:rsidP="00F225BE">
      <w:r>
        <w:t>— </w:t>
      </w:r>
      <w:r w:rsidR="00F225BE" w:rsidRPr="003E4D35">
        <w:t>C</w:t>
      </w:r>
      <w:r>
        <w:t>’</w:t>
      </w:r>
      <w:r w:rsidR="00F225BE" w:rsidRPr="003E4D35">
        <w:t>est la tempête</w:t>
      </w:r>
      <w:r>
        <w:t> !…</w:t>
      </w:r>
    </w:p>
    <w:p w14:paraId="5D23C5E3" w14:textId="4EBFFA5F" w:rsidR="00F225BE" w:rsidRPr="003E4D35" w:rsidRDefault="00F225BE" w:rsidP="00F225BE"/>
    <w:p w14:paraId="5298D760" w14:textId="77777777" w:rsidR="00B97E5D" w:rsidRDefault="00F225BE" w:rsidP="00F225BE">
      <w:r w:rsidRPr="003E4D35">
        <w:t>Oui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bien ce que vous pensez</w:t>
      </w:r>
      <w:r w:rsidR="00B97E5D">
        <w:t xml:space="preserve">. </w:t>
      </w:r>
      <w:r w:rsidRPr="003E4D35">
        <w:t xml:space="preserve">Ce fut </w:t>
      </w:r>
      <w:proofErr w:type="spellStart"/>
      <w:r w:rsidRPr="003E4D35">
        <w:t>Nenetza</w:t>
      </w:r>
      <w:proofErr w:type="spellEnd"/>
      <w:r w:rsidRPr="003E4D35">
        <w:t xml:space="preserve"> me rel</w:t>
      </w:r>
      <w:r w:rsidRPr="003E4D35">
        <w:t>e</w:t>
      </w:r>
      <w:r w:rsidRPr="003E4D35">
        <w:t>vant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embrassant</w:t>
      </w:r>
      <w:r w:rsidR="00B97E5D">
        <w:t xml:space="preserve">. </w:t>
      </w:r>
      <w:r w:rsidRPr="003E4D35">
        <w:t>Elle m</w:t>
      </w:r>
      <w:r w:rsidR="00B97E5D">
        <w:t>’</w:t>
      </w:r>
      <w:r w:rsidRPr="003E4D35">
        <w:t>embaumait</w:t>
      </w:r>
      <w:r w:rsidR="00B97E5D">
        <w:t xml:space="preserve">, </w:t>
      </w:r>
      <w:r w:rsidRPr="003E4D35">
        <w:t>elle avait dû briser sur elle un flacon de parfums</w:t>
      </w:r>
      <w:r w:rsidR="00B97E5D">
        <w:t xml:space="preserve">. </w:t>
      </w:r>
      <w:r w:rsidRPr="003E4D35">
        <w:t>De la terre</w:t>
      </w:r>
      <w:r w:rsidR="00B97E5D">
        <w:t xml:space="preserve">, </w:t>
      </w:r>
      <w:r w:rsidRPr="003E4D35">
        <w:t>de Paris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effluve la plus odorante m</w:t>
      </w:r>
      <w:r w:rsidR="00B97E5D">
        <w:t>’</w:t>
      </w:r>
      <w:r w:rsidRPr="003E4D35">
        <w:t>enveloppait</w:t>
      </w:r>
      <w:r w:rsidR="00B97E5D">
        <w:t xml:space="preserve">. </w:t>
      </w:r>
      <w:r w:rsidRPr="003E4D35">
        <w:t>Elle me passait son collier de perles</w:t>
      </w:r>
      <w:r w:rsidR="00B97E5D">
        <w:t xml:space="preserve">, </w:t>
      </w:r>
      <w:r w:rsidRPr="003E4D35">
        <w:t>une de ses bagues</w:t>
      </w:r>
      <w:r w:rsidR="00B97E5D">
        <w:t xml:space="preserve">. </w:t>
      </w:r>
      <w:proofErr w:type="spellStart"/>
      <w:r w:rsidRPr="003E4D35">
        <w:t>Naki</w:t>
      </w:r>
      <w:proofErr w:type="spellEnd"/>
      <w:r w:rsidRPr="003E4D35">
        <w:t xml:space="preserve"> me maintenait</w:t>
      </w:r>
      <w:r w:rsidR="00B97E5D">
        <w:t xml:space="preserve">, </w:t>
      </w:r>
      <w:r w:rsidRPr="003E4D35">
        <w:t>elle défaisait sa ceinture et me l</w:t>
      </w:r>
      <w:r w:rsidR="00B97E5D">
        <w:t>’</w:t>
      </w:r>
      <w:r w:rsidRPr="003E4D35">
        <w:t>attachait de force</w:t>
      </w:r>
      <w:r w:rsidR="00B97E5D">
        <w:t xml:space="preserve">, </w:t>
      </w:r>
      <w:r w:rsidRPr="003E4D35">
        <w:t>car on avait dû prendre la mienne pendant mon évanouissement</w:t>
      </w:r>
      <w:r w:rsidR="00B97E5D">
        <w:t xml:space="preserve">. </w:t>
      </w:r>
      <w:r w:rsidRPr="003E4D35">
        <w:t>Elle riait</w:t>
      </w:r>
      <w:r w:rsidR="00B97E5D">
        <w:t xml:space="preserve">. </w:t>
      </w:r>
      <w:r w:rsidRPr="003E4D35">
        <w:t>Son sacrifice</w:t>
      </w:r>
      <w:r w:rsidR="00B97E5D">
        <w:t xml:space="preserve">, </w:t>
      </w:r>
      <w:r w:rsidRPr="003E4D35">
        <w:t xml:space="preserve">son sang-froid assuraient pour toujours son triomphe sur </w:t>
      </w:r>
      <w:proofErr w:type="spellStart"/>
      <w:r w:rsidRPr="003E4D35">
        <w:t>Naki</w:t>
      </w:r>
      <w:proofErr w:type="spellEnd"/>
      <w:r w:rsidR="00B97E5D">
        <w:t xml:space="preserve">, </w:t>
      </w:r>
      <w:r w:rsidRPr="003E4D35">
        <w:t>elle le savourait</w:t>
      </w:r>
      <w:r w:rsidR="00B97E5D">
        <w:t xml:space="preserve">, </w:t>
      </w:r>
      <w:r w:rsidRPr="003E4D35">
        <w:t>elle était heureuse d</w:t>
      </w:r>
      <w:r w:rsidR="00B97E5D">
        <w:t>’</w:t>
      </w:r>
      <w:r w:rsidRPr="003E4D35">
        <w:t>avoir eu finalement raison dans tous ces tournois interminables qu</w:t>
      </w:r>
      <w:r w:rsidR="00B97E5D">
        <w:t>’</w:t>
      </w:r>
      <w:r w:rsidRPr="003E4D35">
        <w:t>était leur vie</w:t>
      </w:r>
      <w:r w:rsidR="00B97E5D">
        <w:t xml:space="preserve">. </w:t>
      </w:r>
      <w:r w:rsidRPr="003E4D35">
        <w:t xml:space="preserve">Tous les gestes de </w:t>
      </w:r>
      <w:proofErr w:type="spellStart"/>
      <w:r w:rsidRPr="003E4D35">
        <w:t>Naki</w:t>
      </w:r>
      <w:proofErr w:type="spellEnd"/>
      <w:r w:rsidR="00B97E5D">
        <w:t xml:space="preserve">, </w:t>
      </w:r>
      <w:r w:rsidRPr="003E4D35">
        <w:t>ses yeux</w:t>
      </w:r>
      <w:r w:rsidR="00B97E5D">
        <w:t xml:space="preserve">, </w:t>
      </w:r>
      <w:r w:rsidRPr="003E4D35">
        <w:t>ses lèvres</w:t>
      </w:r>
      <w:r w:rsidR="00B97E5D">
        <w:t xml:space="preserve">, </w:t>
      </w:r>
      <w:r w:rsidRPr="003E4D35">
        <w:t>prouvaient qu</w:t>
      </w:r>
      <w:r w:rsidR="00B97E5D">
        <w:t>’</w:t>
      </w:r>
      <w:r w:rsidRPr="003E4D35">
        <w:t>il ne contest</w:t>
      </w:r>
      <w:r w:rsidRPr="003E4D35">
        <w:t>e</w:t>
      </w:r>
      <w:r w:rsidRPr="003E4D35">
        <w:t>rait plus jamais rien désormais de ce qu</w:t>
      </w:r>
      <w:r w:rsidR="00B97E5D">
        <w:t>’</w:t>
      </w:r>
      <w:r w:rsidRPr="003E4D35">
        <w:t>elle avait affirmé</w:t>
      </w:r>
      <w:r w:rsidR="00B97E5D">
        <w:t xml:space="preserve">, </w:t>
      </w:r>
      <w:r w:rsidRPr="003E4D35">
        <w:t xml:space="preserve">que </w:t>
      </w:r>
      <w:proofErr w:type="spellStart"/>
      <w:r w:rsidRPr="003E4D35">
        <w:t>Merika</w:t>
      </w:r>
      <w:proofErr w:type="spellEnd"/>
      <w:r w:rsidRPr="003E4D35">
        <w:t xml:space="preserve"> </w:t>
      </w:r>
      <w:proofErr w:type="spellStart"/>
      <w:r w:rsidRPr="003E4D35">
        <w:t>Arnagos</w:t>
      </w:r>
      <w:proofErr w:type="spellEnd"/>
      <w:r w:rsidRPr="003E4D35">
        <w:t xml:space="preserve"> était moins belle que </w:t>
      </w:r>
      <w:proofErr w:type="spellStart"/>
      <w:r w:rsidRPr="003E4D35">
        <w:t>Basilea</w:t>
      </w:r>
      <w:proofErr w:type="spellEnd"/>
      <w:r w:rsidRPr="003E4D35">
        <w:t xml:space="preserve"> </w:t>
      </w:r>
      <w:proofErr w:type="spellStart"/>
      <w:r w:rsidRPr="003E4D35">
        <w:t>Persinellas</w:t>
      </w:r>
      <w:proofErr w:type="spellEnd"/>
      <w:r w:rsidR="00B97E5D">
        <w:t xml:space="preserve">, </w:t>
      </w:r>
      <w:r w:rsidRPr="003E4D35">
        <w:t>que l</w:t>
      </w:r>
      <w:r w:rsidR="00B97E5D">
        <w:t>’</w:t>
      </w:r>
      <w:r w:rsidRPr="003E4D35">
        <w:t>âme était immortelle</w:t>
      </w:r>
      <w:r w:rsidR="00B97E5D">
        <w:t xml:space="preserve">, </w:t>
      </w:r>
      <w:r w:rsidRPr="003E4D35">
        <w:t>que le bordeaux valait le bourgogne</w:t>
      </w:r>
      <w:r w:rsidR="00B97E5D">
        <w:t xml:space="preserve">, </w:t>
      </w:r>
      <w:r w:rsidRPr="003E4D35">
        <w:t>que tribord est sur la gauche et bâbord sur la droite</w:t>
      </w:r>
      <w:r w:rsidR="00B97E5D">
        <w:t xml:space="preserve">. </w:t>
      </w:r>
      <w:proofErr w:type="spellStart"/>
      <w:r w:rsidRPr="003E4D35">
        <w:t>Nenetza</w:t>
      </w:r>
      <w:proofErr w:type="spellEnd"/>
      <w:r w:rsidRPr="003E4D35">
        <w:t xml:space="preserve"> s</w:t>
      </w:r>
      <w:r w:rsidR="00B97E5D">
        <w:t>’</w:t>
      </w:r>
      <w:r w:rsidRPr="003E4D35">
        <w:t>ép</w:t>
      </w:r>
      <w:r w:rsidRPr="003E4D35">
        <w:t>a</w:t>
      </w:r>
      <w:r w:rsidRPr="003E4D35">
        <w:t>nouissait d</w:t>
      </w:r>
      <w:r w:rsidR="00B97E5D">
        <w:t>’</w:t>
      </w:r>
      <w:r w:rsidRPr="003E4D35">
        <w:t>aise</w:t>
      </w:r>
      <w:r w:rsidR="00B97E5D">
        <w:t xml:space="preserve"> ; </w:t>
      </w:r>
      <w:r w:rsidRPr="003E4D35">
        <w:t>puis</w:t>
      </w:r>
      <w:r w:rsidR="00B97E5D">
        <w:t xml:space="preserve">, </w:t>
      </w:r>
      <w:r w:rsidRPr="003E4D35">
        <w:t>comme j</w:t>
      </w:r>
      <w:r w:rsidR="00B97E5D">
        <w:t>’</w:t>
      </w:r>
      <w:r w:rsidRPr="003E4D35">
        <w:t>étais calmée et que je pleurais</w:t>
      </w:r>
      <w:r w:rsidR="00B97E5D">
        <w:t xml:space="preserve">, </w:t>
      </w:r>
      <w:r w:rsidRPr="003E4D35">
        <w:t>elle m</w:t>
      </w:r>
      <w:r w:rsidR="00B97E5D">
        <w:t>’</w:t>
      </w:r>
      <w:r w:rsidRPr="003E4D35">
        <w:t>embrassa</w:t>
      </w:r>
      <w:r w:rsidR="00B97E5D">
        <w:t>.</w:t>
      </w:r>
    </w:p>
    <w:p w14:paraId="17DC22BA" w14:textId="77777777" w:rsidR="00B97E5D" w:rsidRDefault="00B97E5D" w:rsidP="00F225BE">
      <w:r>
        <w:t>— </w:t>
      </w:r>
      <w:r w:rsidR="00F225BE" w:rsidRPr="003E4D35">
        <w:t>Adieu</w:t>
      </w:r>
      <w:r>
        <w:t xml:space="preserve">, </w:t>
      </w:r>
      <w:r w:rsidR="00F225BE" w:rsidRPr="003E4D35">
        <w:t>chérie</w:t>
      </w:r>
      <w:r>
        <w:t xml:space="preserve">, – </w:t>
      </w:r>
      <w:r w:rsidR="00F225BE" w:rsidRPr="003E4D35">
        <w:t>dit-elle</w:t>
      </w:r>
      <w:r>
        <w:t xml:space="preserve">. – </w:t>
      </w:r>
      <w:r w:rsidR="00F225BE" w:rsidRPr="003E4D35">
        <w:t>Je sens trop bon</w:t>
      </w:r>
      <w:r>
        <w:t xml:space="preserve">, </w:t>
      </w:r>
      <w:r w:rsidR="00F225BE" w:rsidRPr="003E4D35">
        <w:t>hein</w:t>
      </w:r>
      <w:r>
        <w:t xml:space="preserve"> ? </w:t>
      </w:r>
      <w:r w:rsidR="00F225BE" w:rsidRPr="003E4D35">
        <w:t>Adieu</w:t>
      </w:r>
      <w:r>
        <w:t xml:space="preserve">, </w:t>
      </w:r>
      <w:r w:rsidR="00F225BE" w:rsidRPr="003E4D35">
        <w:t xml:space="preserve">mon petit </w:t>
      </w:r>
      <w:proofErr w:type="spellStart"/>
      <w:r w:rsidR="00F225BE" w:rsidRPr="003E4D35">
        <w:t>Naki</w:t>
      </w:r>
      <w:proofErr w:type="spellEnd"/>
      <w:r>
        <w:t xml:space="preserve">. </w:t>
      </w:r>
      <w:r w:rsidR="00F225BE" w:rsidRPr="003E4D35">
        <w:t xml:space="preserve">Tu vois que les flacons de Coty ne sont </w:t>
      </w:r>
      <w:r w:rsidR="00F225BE" w:rsidRPr="003E4D35">
        <w:lastRenderedPageBreak/>
        <w:t>pas sol</w:t>
      </w:r>
      <w:r w:rsidR="00F225BE" w:rsidRPr="003E4D35">
        <w:t>i</w:t>
      </w:r>
      <w:r w:rsidR="00F225BE" w:rsidRPr="003E4D35">
        <w:t>des</w:t>
      </w:r>
      <w:r>
        <w:t xml:space="preserve">. </w:t>
      </w:r>
      <w:r w:rsidR="00F225BE" w:rsidRPr="003E4D35">
        <w:t>Adieu</w:t>
      </w:r>
      <w:r>
        <w:t xml:space="preserve">, </w:t>
      </w:r>
      <w:proofErr w:type="spellStart"/>
      <w:r w:rsidR="00F225BE" w:rsidRPr="003E4D35">
        <w:t>Naki</w:t>
      </w:r>
      <w:proofErr w:type="spellEnd"/>
      <w:r w:rsidR="00F225BE" w:rsidRPr="003E4D35">
        <w:t xml:space="preserve"> aimé</w:t>
      </w:r>
      <w:r>
        <w:t xml:space="preserve">. </w:t>
      </w:r>
      <w:r w:rsidR="00F225BE" w:rsidRPr="003E4D35">
        <w:t>Tu vois qu</w:t>
      </w:r>
      <w:r>
        <w:t>’</w:t>
      </w:r>
      <w:r w:rsidR="00F225BE" w:rsidRPr="003E4D35">
        <w:t>il y a parfois des tempêtes</w:t>
      </w:r>
      <w:r>
        <w:t xml:space="preserve">… </w:t>
      </w:r>
      <w:r w:rsidR="00F225BE" w:rsidRPr="003E4D35">
        <w:t>Oh</w:t>
      </w:r>
      <w:r>
        <w:t xml:space="preserve"> ! </w:t>
      </w:r>
      <w:r w:rsidR="00F225BE" w:rsidRPr="003E4D35">
        <w:t>regardez cette étoile</w:t>
      </w:r>
      <w:r>
        <w:t> !</w:t>
      </w:r>
    </w:p>
    <w:p w14:paraId="1D32BB2C" w14:textId="77777777" w:rsidR="00B97E5D" w:rsidRDefault="00F225BE" w:rsidP="00F225BE">
      <w:r w:rsidRPr="003E4D35">
        <w:t>Nous avions levé la tête</w:t>
      </w:r>
      <w:r w:rsidR="00B97E5D">
        <w:t xml:space="preserve">, </w:t>
      </w:r>
      <w:r w:rsidRPr="003E4D35">
        <w:t>nous rabaissions les yeux</w:t>
      </w:r>
      <w:r w:rsidR="00B97E5D">
        <w:t xml:space="preserve">, </w:t>
      </w:r>
      <w:r w:rsidRPr="003E4D35">
        <w:t>trop tard</w:t>
      </w:r>
      <w:r w:rsidR="00B97E5D">
        <w:t xml:space="preserve">, </w:t>
      </w:r>
      <w:r w:rsidRPr="003E4D35">
        <w:t>elle avait sauté</w:t>
      </w:r>
      <w:r w:rsidR="00B97E5D">
        <w:t>.</w:t>
      </w:r>
    </w:p>
    <w:p w14:paraId="30FC7BE3" w14:textId="732CEAA5" w:rsidR="00F225BE" w:rsidRPr="003E4D35" w:rsidRDefault="00F225BE" w:rsidP="00F225BE"/>
    <w:p w14:paraId="369EF617" w14:textId="77777777" w:rsidR="00B97E5D" w:rsidRDefault="00F225BE" w:rsidP="00F225BE">
      <w:r w:rsidRPr="003E4D35">
        <w:t>Oui</w:t>
      </w:r>
      <w:r w:rsidR="00B97E5D">
        <w:t xml:space="preserve">, </w:t>
      </w:r>
      <w:r w:rsidRPr="003E4D35">
        <w:t>des heures</w:t>
      </w:r>
      <w:r w:rsidR="00B97E5D">
        <w:t xml:space="preserve">, </w:t>
      </w:r>
      <w:r w:rsidRPr="003E4D35">
        <w:t>des matins</w:t>
      </w:r>
      <w:r w:rsidR="00B97E5D">
        <w:t xml:space="preserve">, </w:t>
      </w:r>
      <w:r w:rsidRPr="003E4D35">
        <w:t>des soirs</w:t>
      </w:r>
      <w:r w:rsidR="00B97E5D">
        <w:t xml:space="preserve">, </w:t>
      </w:r>
      <w:r w:rsidRPr="003E4D35">
        <w:t xml:space="preserve">ce fut </w:t>
      </w:r>
      <w:proofErr w:type="spellStart"/>
      <w:r w:rsidRPr="003E4D35">
        <w:t>Naki</w:t>
      </w:r>
      <w:proofErr w:type="spellEnd"/>
      <w:r w:rsidRPr="003E4D35">
        <w:t xml:space="preserve"> nageant au pied de mon radeau</w:t>
      </w:r>
      <w:r w:rsidR="00B97E5D">
        <w:t xml:space="preserve">. </w:t>
      </w:r>
      <w:r w:rsidRPr="003E4D35">
        <w:t>Je le regardais des minutes entières</w:t>
      </w:r>
      <w:r w:rsidR="00B97E5D">
        <w:t xml:space="preserve">, </w:t>
      </w:r>
      <w:r w:rsidRPr="003E4D35">
        <w:t>mon seul secours</w:t>
      </w:r>
      <w:r w:rsidR="00B97E5D">
        <w:t xml:space="preserve">, </w:t>
      </w:r>
      <w:r w:rsidRPr="003E4D35">
        <w:t>ma seule demeure</w:t>
      </w:r>
      <w:r w:rsidR="00B97E5D">
        <w:t xml:space="preserve">, </w:t>
      </w:r>
      <w:r w:rsidRPr="003E4D35">
        <w:t>qui s</w:t>
      </w:r>
      <w:r w:rsidR="00B97E5D">
        <w:t>’</w:t>
      </w:r>
      <w:r w:rsidRPr="003E4D35">
        <w:t>entêtait à me sauver</w:t>
      </w:r>
      <w:r w:rsidR="00B97E5D">
        <w:t xml:space="preserve">, </w:t>
      </w:r>
      <w:r w:rsidRPr="003E4D35">
        <w:t>avec son accent grec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après-midi je dus tourner la tête</w:t>
      </w:r>
      <w:r w:rsidR="00B97E5D">
        <w:t xml:space="preserve">, </w:t>
      </w:r>
      <w:r w:rsidRPr="003E4D35">
        <w:t>à cause du soleil</w:t>
      </w:r>
      <w:r w:rsidR="00B97E5D">
        <w:t xml:space="preserve">, </w:t>
      </w:r>
      <w:r w:rsidRPr="003E4D35">
        <w:t xml:space="preserve">et </w:t>
      </w:r>
      <w:proofErr w:type="spellStart"/>
      <w:r w:rsidRPr="003E4D35">
        <w:t>Naki</w:t>
      </w:r>
      <w:proofErr w:type="spellEnd"/>
      <w:r w:rsidR="00B97E5D">
        <w:t xml:space="preserve">, </w:t>
      </w:r>
      <w:r w:rsidRPr="003E4D35">
        <w:t>pour nourrir mon regard</w:t>
      </w:r>
      <w:r w:rsidR="00B97E5D">
        <w:t xml:space="preserve">, </w:t>
      </w:r>
      <w:r w:rsidRPr="003E4D35">
        <w:t>fit le tour du r</w:t>
      </w:r>
      <w:r w:rsidRPr="003E4D35">
        <w:t>a</w:t>
      </w:r>
      <w:r w:rsidRPr="003E4D35">
        <w:t>deau</w:t>
      </w:r>
      <w:r w:rsidR="00B97E5D">
        <w:t xml:space="preserve">. </w:t>
      </w:r>
      <w:r w:rsidRPr="003E4D35">
        <w:t>On entendait de grands coups au fond de la mer</w:t>
      </w:r>
      <w:r w:rsidR="00B97E5D">
        <w:t xml:space="preserve">. </w:t>
      </w:r>
      <w:r w:rsidRPr="003E4D35">
        <w:t>Nous avions je ne sais quel espoir comme des mineurs qu</w:t>
      </w:r>
      <w:r w:rsidR="00B97E5D">
        <w:t>’</w:t>
      </w:r>
      <w:r w:rsidRPr="003E4D35">
        <w:t>on va dél</w:t>
      </w:r>
      <w:r w:rsidRPr="003E4D35">
        <w:t>i</w:t>
      </w:r>
      <w:r w:rsidRPr="003E4D35">
        <w:t>vrer</w:t>
      </w:r>
      <w:r w:rsidR="00B97E5D">
        <w:t xml:space="preserve">. </w:t>
      </w:r>
      <w:r w:rsidRPr="003E4D35">
        <w:t>Je lui fis signe de monter sur le radeau</w:t>
      </w:r>
      <w:r w:rsidR="00B97E5D">
        <w:t xml:space="preserve"> : </w:t>
      </w:r>
      <w:r w:rsidRPr="003E4D35">
        <w:t>il y posa un genou</w:t>
      </w:r>
      <w:r w:rsidR="00B97E5D">
        <w:t xml:space="preserve">, – </w:t>
      </w:r>
      <w:r w:rsidRPr="003E4D35">
        <w:t>toujours je le verrai ainsi</w:t>
      </w:r>
      <w:r w:rsidR="00B97E5D">
        <w:t xml:space="preserve">, – </w:t>
      </w:r>
      <w:r w:rsidRPr="003E4D35">
        <w:t>et il se rejeta en arrière avec le geste des petits Grecs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 xml:space="preserve">on chasse du </w:t>
      </w:r>
      <w:proofErr w:type="spellStart"/>
      <w:r w:rsidRPr="003E4D35">
        <w:t>marche-pied</w:t>
      </w:r>
      <w:proofErr w:type="spellEnd"/>
      <w:r w:rsidRPr="003E4D35">
        <w:t xml:space="preserve"> de la Vict</w:t>
      </w:r>
      <w:r w:rsidRPr="003E4D35">
        <w:t>o</w:t>
      </w:r>
      <w:r w:rsidRPr="003E4D35">
        <w:t>ria</w:t>
      </w:r>
      <w:r w:rsidR="00B97E5D">
        <w:t>.</w:t>
      </w:r>
    </w:p>
    <w:p w14:paraId="20007C84" w14:textId="77777777" w:rsidR="00B97E5D" w:rsidRDefault="00F225BE" w:rsidP="00F225BE">
      <w:r w:rsidRPr="003E4D35">
        <w:t>La nuit tomba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endormis</w:t>
      </w:r>
      <w:r w:rsidR="00B97E5D">
        <w:t xml:space="preserve">. </w:t>
      </w:r>
      <w:r w:rsidRPr="003E4D35">
        <w:t>Le jour revint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éveillai</w:t>
      </w:r>
      <w:r w:rsidR="00B97E5D">
        <w:t xml:space="preserve">. </w:t>
      </w:r>
      <w:r w:rsidRPr="003E4D35">
        <w:t>Le radeau s</w:t>
      </w:r>
      <w:r w:rsidR="00B97E5D">
        <w:t>’</w:t>
      </w:r>
      <w:r w:rsidRPr="003E4D35">
        <w:t>augmentait de toutes les épaves qui passaient à po</w:t>
      </w:r>
      <w:r w:rsidRPr="003E4D35">
        <w:t>r</w:t>
      </w:r>
      <w:r w:rsidRPr="003E4D35">
        <w:t xml:space="preserve">tée de </w:t>
      </w:r>
      <w:proofErr w:type="spellStart"/>
      <w:r w:rsidRPr="003E4D35">
        <w:t>Naki</w:t>
      </w:r>
      <w:proofErr w:type="spellEnd"/>
      <w:r w:rsidR="00B97E5D">
        <w:t xml:space="preserve">, </w:t>
      </w:r>
      <w:r w:rsidRPr="003E4D35">
        <w:t>toute une collection qui prouvait quelle confiance il avait jusqu</w:t>
      </w:r>
      <w:r w:rsidR="00B97E5D">
        <w:t>’</w:t>
      </w:r>
      <w:r w:rsidRPr="003E4D35">
        <w:t>au bout en mon sort</w:t>
      </w:r>
      <w:r w:rsidR="00B97E5D">
        <w:t xml:space="preserve">, </w:t>
      </w:r>
      <w:r w:rsidRPr="003E4D35">
        <w:t>des bouteilles pour que je pui</w:t>
      </w:r>
      <w:r w:rsidRPr="003E4D35">
        <w:t>s</w:t>
      </w:r>
      <w:r w:rsidRPr="003E4D35">
        <w:t>se boire une fois à terre</w:t>
      </w:r>
      <w:r w:rsidR="00B97E5D">
        <w:t xml:space="preserve">, </w:t>
      </w:r>
      <w:r w:rsidRPr="003E4D35">
        <w:t>une ombrelle</w:t>
      </w:r>
      <w:r w:rsidR="00B97E5D">
        <w:t xml:space="preserve">, </w:t>
      </w:r>
      <w:r w:rsidRPr="003E4D35">
        <w:t>pour me faire dans cette Océanie une ombre à moi</w:t>
      </w:r>
      <w:r w:rsidR="00B97E5D">
        <w:t xml:space="preserve">, </w:t>
      </w:r>
      <w:r w:rsidRPr="003E4D35">
        <w:t>une espèce de fourrure pour que je n</w:t>
      </w:r>
      <w:r w:rsidR="00B97E5D">
        <w:t>’</w:t>
      </w:r>
      <w:r w:rsidRPr="003E4D35">
        <w:t>aie pas froid quand viendrait l</w:t>
      </w:r>
      <w:r w:rsidR="00B97E5D">
        <w:t>’</w:t>
      </w:r>
      <w:r w:rsidRPr="003E4D35">
        <w:t>hiver</w:t>
      </w:r>
      <w:r w:rsidR="00B97E5D">
        <w:t xml:space="preserve">. </w:t>
      </w:r>
      <w:r w:rsidRPr="003E4D35">
        <w:t>Je délirais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délire qui me poussait à l</w:t>
      </w:r>
      <w:r w:rsidR="00B97E5D">
        <w:t>’</w:t>
      </w:r>
      <w:r w:rsidRPr="003E4D35">
        <w:t>amour</w:t>
      </w:r>
      <w:r w:rsidR="00B97E5D">
        <w:t xml:space="preserve">, </w:t>
      </w:r>
      <w:r w:rsidRPr="003E4D35">
        <w:t>à la gratitude</w:t>
      </w:r>
      <w:r w:rsidR="00B97E5D">
        <w:t xml:space="preserve">, </w:t>
      </w:r>
      <w:r w:rsidRPr="003E4D35">
        <w:t>comme une opérée au réveil</w:t>
      </w:r>
      <w:r w:rsidR="00B97E5D">
        <w:t xml:space="preserve">. </w:t>
      </w:r>
      <w:r w:rsidRPr="003E4D35">
        <w:t>Je cherchais dans mon esprit tout ce que je savais po</w:t>
      </w:r>
      <w:r w:rsidRPr="003E4D35">
        <w:t>u</w:t>
      </w:r>
      <w:r w:rsidRPr="003E4D35">
        <w:t xml:space="preserve">voir flatter </w:t>
      </w:r>
      <w:proofErr w:type="spellStart"/>
      <w:r w:rsidRPr="003E4D35">
        <w:t>Naki</w:t>
      </w:r>
      <w:proofErr w:type="spellEnd"/>
      <w:r w:rsidR="00B97E5D">
        <w:t xml:space="preserve">, </w:t>
      </w:r>
      <w:r w:rsidRPr="003E4D35">
        <w:t>et je le lui criais</w:t>
      </w:r>
      <w:r w:rsidR="00B97E5D">
        <w:t xml:space="preserve"> : </w:t>
      </w:r>
      <w:r w:rsidRPr="003E4D35">
        <w:t>son épingle de cravate</w:t>
      </w:r>
      <w:r w:rsidR="00B97E5D">
        <w:t xml:space="preserve">, </w:t>
      </w:r>
      <w:r w:rsidRPr="003E4D35">
        <w:t>si a</w:t>
      </w:r>
      <w:r w:rsidRPr="003E4D35">
        <w:t>f</w:t>
      </w:r>
      <w:r w:rsidRPr="003E4D35">
        <w:t>freuse et dont il était fier</w:t>
      </w:r>
      <w:r w:rsidR="00B97E5D">
        <w:t xml:space="preserve">, </w:t>
      </w:r>
      <w:r w:rsidRPr="003E4D35">
        <w:t>cette perle rocaille tenue par un se</w:t>
      </w:r>
      <w:r w:rsidRPr="003E4D35">
        <w:t>r</w:t>
      </w:r>
      <w:r w:rsidRPr="003E4D35">
        <w:t>pent d</w:t>
      </w:r>
      <w:r w:rsidR="00B97E5D">
        <w:t>’</w:t>
      </w:r>
      <w:r w:rsidRPr="003E4D35">
        <w:t>or</w:t>
      </w:r>
      <w:r w:rsidR="00B97E5D">
        <w:t xml:space="preserve">, </w:t>
      </w:r>
      <w:r w:rsidRPr="003E4D35">
        <w:t>tenu lui-même par une main</w:t>
      </w:r>
      <w:r w:rsidR="00B97E5D">
        <w:t xml:space="preserve">, </w:t>
      </w:r>
      <w:r w:rsidRPr="003E4D35">
        <w:t>une main debout sur une tortue d</w:t>
      </w:r>
      <w:r w:rsidR="00B97E5D">
        <w:t>’</w:t>
      </w:r>
      <w:r w:rsidRPr="003E4D35">
        <w:t>émeraude</w:t>
      </w:r>
      <w:r w:rsidR="00B97E5D">
        <w:t xml:space="preserve">, </w:t>
      </w:r>
      <w:r w:rsidRPr="003E4D35">
        <w:t>je lui criais combien elle était simple</w:t>
      </w:r>
      <w:r w:rsidR="00B97E5D">
        <w:t xml:space="preserve">, – </w:t>
      </w:r>
      <w:r w:rsidRPr="003E4D35">
        <w:t>et combien superbe</w:t>
      </w:r>
      <w:r w:rsidR="00B97E5D">
        <w:t xml:space="preserve">, </w:t>
      </w:r>
      <w:r w:rsidRPr="003E4D35">
        <w:t xml:space="preserve">combien anglaise sa cravate de </w:t>
      </w:r>
      <w:proofErr w:type="spellStart"/>
      <w:r w:rsidRPr="003E4D35">
        <w:t>smyrne</w:t>
      </w:r>
      <w:proofErr w:type="spellEnd"/>
      <w:r w:rsidR="00B97E5D">
        <w:t xml:space="preserve">, </w:t>
      </w:r>
      <w:r w:rsidRPr="003E4D35">
        <w:t xml:space="preserve">toute carmin avec des </w:t>
      </w:r>
      <w:r w:rsidRPr="003E4D35">
        <w:lastRenderedPageBreak/>
        <w:t>fleurs de lys et des liserés verts</w:t>
      </w:r>
      <w:r w:rsidR="00B97E5D">
        <w:t xml:space="preserve">. </w:t>
      </w:r>
      <w:r w:rsidRPr="003E4D35">
        <w:t>Il m</w:t>
      </w:r>
      <w:r w:rsidR="00B97E5D">
        <w:t>’</w:t>
      </w:r>
      <w:r w:rsidRPr="003E4D35">
        <w:t>a</w:t>
      </w:r>
      <w:r w:rsidRPr="003E4D35">
        <w:t>p</w:t>
      </w:r>
      <w:r w:rsidRPr="003E4D35">
        <w:t>prouvait d</w:t>
      </w:r>
      <w:r w:rsidR="00B97E5D">
        <w:t>’</w:t>
      </w:r>
      <w:r w:rsidRPr="003E4D35">
        <w:t>un geste de tête qui amenait l</w:t>
      </w:r>
      <w:r w:rsidR="00B97E5D">
        <w:t>’</w:t>
      </w:r>
      <w:r w:rsidRPr="003E4D35">
        <w:t>Océan juste au-dessous de sa bouche</w:t>
      </w:r>
      <w:r w:rsidR="00B97E5D">
        <w:t>.</w:t>
      </w:r>
    </w:p>
    <w:p w14:paraId="4A9D3BAA" w14:textId="77777777" w:rsidR="00B97E5D" w:rsidRDefault="00F225BE" w:rsidP="00F225BE">
      <w:r w:rsidRPr="003E4D35">
        <w:t>Il nagea soudain à ma hauteur</w:t>
      </w:r>
      <w:r w:rsidR="00B97E5D">
        <w:t xml:space="preserve">, </w:t>
      </w:r>
      <w:r w:rsidRPr="003E4D35">
        <w:t>caressa mon visage dess</w:t>
      </w:r>
      <w:r w:rsidRPr="003E4D35">
        <w:t>é</w:t>
      </w:r>
      <w:r w:rsidRPr="003E4D35">
        <w:t>ché de sa main humide</w:t>
      </w:r>
      <w:r w:rsidR="00B97E5D">
        <w:t xml:space="preserve">. </w:t>
      </w:r>
      <w:r w:rsidRPr="003E4D35">
        <w:t>Qu</w:t>
      </w:r>
      <w:r w:rsidR="00B97E5D">
        <w:t>’</w:t>
      </w:r>
      <w:r w:rsidRPr="003E4D35">
        <w:t>ils étaient beaux</w:t>
      </w:r>
      <w:r w:rsidR="00B97E5D">
        <w:t xml:space="preserve">, </w:t>
      </w:r>
      <w:r w:rsidRPr="003E4D35">
        <w:t>ses boutons de manchette en malachite</w:t>
      </w:r>
      <w:r w:rsidR="00B97E5D">
        <w:t xml:space="preserve">, </w:t>
      </w:r>
      <w:r w:rsidRPr="003E4D35">
        <w:t>ceinte de dragons</w:t>
      </w:r>
      <w:r w:rsidR="00B97E5D">
        <w:t xml:space="preserve"> ! </w:t>
      </w:r>
      <w:r w:rsidRPr="003E4D35">
        <w:t>Qu</w:t>
      </w:r>
      <w:r w:rsidR="00B97E5D">
        <w:t>’</w:t>
      </w:r>
      <w:r w:rsidRPr="003E4D35">
        <w:t>ils étaient si</w:t>
      </w:r>
      <w:r w:rsidRPr="003E4D35">
        <w:t>m</w:t>
      </w:r>
      <w:r w:rsidRPr="003E4D35">
        <w:t>ples</w:t>
      </w:r>
      <w:r w:rsidR="00B97E5D">
        <w:t xml:space="preserve">, </w:t>
      </w:r>
      <w:r w:rsidRPr="003E4D35">
        <w:t>ses yeux d</w:t>
      </w:r>
      <w:r w:rsidR="00B97E5D">
        <w:t>’</w:t>
      </w:r>
      <w:r w:rsidRPr="003E4D35">
        <w:t>aventurine sur ivoire encadrés de sourcils bleus touffus comme des palmes</w:t>
      </w:r>
      <w:r w:rsidR="00B97E5D">
        <w:t xml:space="preserve"> ! </w:t>
      </w:r>
      <w:r w:rsidRPr="003E4D35">
        <w:t>et je ne compris pas pourquoi il me tendit sa bourse</w:t>
      </w:r>
      <w:r w:rsidR="00B97E5D">
        <w:t xml:space="preserve">, </w:t>
      </w:r>
      <w:r w:rsidRPr="003E4D35">
        <w:t>comme la dame qui fait payer son invité au restaurant</w:t>
      </w:r>
      <w:r w:rsidR="00B97E5D">
        <w:t xml:space="preserve">, </w:t>
      </w:r>
      <w:r w:rsidRPr="003E4D35">
        <w:t>et pourquoi</w:t>
      </w:r>
      <w:r w:rsidR="00B97E5D">
        <w:t xml:space="preserve">, </w:t>
      </w:r>
      <w:r w:rsidRPr="003E4D35">
        <w:t>car il n</w:t>
      </w:r>
      <w:r w:rsidR="00B97E5D">
        <w:t>’</w:t>
      </w:r>
      <w:r w:rsidRPr="003E4D35">
        <w:t>avait pas d</w:t>
      </w:r>
      <w:r w:rsidR="00B97E5D">
        <w:t>’</w:t>
      </w:r>
      <w:r w:rsidRPr="003E4D35">
        <w:t>imagination</w:t>
      </w:r>
      <w:r w:rsidR="00B97E5D">
        <w:t xml:space="preserve">, </w:t>
      </w:r>
      <w:r w:rsidRPr="003E4D35">
        <w:t>il me désigna soudain quelque chose dans le ciel</w:t>
      </w:r>
      <w:r w:rsidR="00B97E5D">
        <w:t xml:space="preserve">, </w:t>
      </w:r>
      <w:r w:rsidRPr="003E4D35">
        <w:t xml:space="preserve">comme </w:t>
      </w:r>
      <w:proofErr w:type="spellStart"/>
      <w:r w:rsidRPr="003E4D35">
        <w:t>Nenetza</w:t>
      </w:r>
      <w:proofErr w:type="spellEnd"/>
      <w:r w:rsidR="00B97E5D">
        <w:t xml:space="preserve">, </w:t>
      </w:r>
      <w:r w:rsidRPr="003E4D35">
        <w:t>bien que ce fût le jour</w:t>
      </w:r>
      <w:r w:rsidR="00B97E5D">
        <w:t xml:space="preserve">, </w:t>
      </w:r>
      <w:r w:rsidRPr="003E4D35">
        <w:t>et me fit détourner les yeux de lui une s</w:t>
      </w:r>
      <w:r w:rsidRPr="003E4D35">
        <w:t>e</w:t>
      </w:r>
      <w:r w:rsidRPr="003E4D35">
        <w:t>conde</w:t>
      </w:r>
      <w:r w:rsidR="00B97E5D">
        <w:t>…</w:t>
      </w:r>
    </w:p>
    <w:p w14:paraId="10811AA5" w14:textId="4DB59836" w:rsidR="00F225BE" w:rsidRPr="003E4D35" w:rsidRDefault="00F225BE" w:rsidP="00B97E5D">
      <w:pPr>
        <w:pStyle w:val="Titre1"/>
      </w:pPr>
      <w:bookmarkStart w:id="4" w:name="_Toc202201137"/>
      <w:r w:rsidRPr="003E4D35">
        <w:lastRenderedPageBreak/>
        <w:t>CHAPITRE QUATRIÈME</w:t>
      </w:r>
      <w:bookmarkEnd w:id="4"/>
    </w:p>
    <w:p w14:paraId="43E7D3CE" w14:textId="5116A13A" w:rsidR="00F225BE" w:rsidRPr="003E4D35" w:rsidRDefault="00B97E5D" w:rsidP="00B97E5D">
      <w:pPr>
        <w:pStyle w:val="Centr"/>
      </w:pPr>
      <w:r w:rsidRPr="003E4D35">
        <w:rPr>
          <w:noProof/>
        </w:rPr>
        <w:drawing>
          <wp:inline distT="0" distB="0" distL="0" distR="0" wp14:anchorId="6E3F487D" wp14:editId="3576CF50">
            <wp:extent cx="5709600" cy="4404672"/>
            <wp:effectExtent l="0" t="0" r="5715" b="0"/>
            <wp:docPr id="6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359" cy="440988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68A48" w14:textId="77777777" w:rsidR="00B97E5D" w:rsidRDefault="00F225BE" w:rsidP="00F225BE">
      <w:r w:rsidRPr="003E4D35">
        <w:t>C</w:t>
      </w:r>
      <w:r w:rsidR="00B97E5D">
        <w:t>’</w:t>
      </w:r>
      <w:r w:rsidRPr="003E4D35">
        <w:t>était la nuit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dû rester évanouie un jour entier</w:t>
      </w:r>
      <w:r w:rsidR="00B97E5D">
        <w:t xml:space="preserve">, </w:t>
      </w:r>
      <w:r w:rsidRPr="003E4D35">
        <w:t>car aussi loin que pouvaient porter mes mains</w:t>
      </w:r>
      <w:r w:rsidR="00B97E5D">
        <w:t xml:space="preserve">, </w:t>
      </w:r>
      <w:r w:rsidRPr="003E4D35">
        <w:t>je me trouvais sèche et tiède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eus l</w:t>
      </w:r>
      <w:r w:rsidR="00B97E5D">
        <w:t>’</w:t>
      </w:r>
      <w:r w:rsidRPr="003E4D35">
        <w:t>idée de passer le bras à travers les planches du radeau</w:t>
      </w:r>
      <w:r w:rsidR="00B97E5D">
        <w:t xml:space="preserve"> : </w:t>
      </w:r>
      <w:r w:rsidRPr="003E4D35">
        <w:t>c</w:t>
      </w:r>
      <w:r w:rsidR="00B97E5D">
        <w:t>’</w:t>
      </w:r>
      <w:r w:rsidRPr="003E4D35">
        <w:t>était la terre</w:t>
      </w:r>
      <w:r w:rsidR="00B97E5D">
        <w:t> !</w:t>
      </w:r>
    </w:p>
    <w:p w14:paraId="1900F9A5" w14:textId="77777777" w:rsidR="00B97E5D" w:rsidRDefault="00B97E5D" w:rsidP="00F225BE">
      <w:r>
        <w:t>— </w:t>
      </w:r>
      <w:r w:rsidR="00F225BE" w:rsidRPr="003E4D35">
        <w:t>Suzanne</w:t>
      </w:r>
      <w:r>
        <w:t xml:space="preserve"> ! – </w:t>
      </w:r>
      <w:r w:rsidR="00F225BE" w:rsidRPr="003E4D35">
        <w:t>criai-je</w:t>
      </w:r>
      <w:r>
        <w:t>.</w:t>
      </w:r>
    </w:p>
    <w:p w14:paraId="2595FEE4" w14:textId="77777777" w:rsidR="00B97E5D" w:rsidRDefault="00F225BE" w:rsidP="00F225BE">
      <w:r w:rsidRPr="003E4D35">
        <w:t>Ce n</w:t>
      </w:r>
      <w:r w:rsidR="00B97E5D">
        <w:t>’</w:t>
      </w:r>
      <w:r w:rsidRPr="003E4D35">
        <w:t>était pas seulement parce qu</w:t>
      </w:r>
      <w:r w:rsidR="00B97E5D">
        <w:t>’</w:t>
      </w:r>
      <w:r w:rsidRPr="003E4D35">
        <w:t>il m</w:t>
      </w:r>
      <w:r w:rsidR="00B97E5D">
        <w:t>’</w:t>
      </w:r>
      <w:r w:rsidRPr="003E4D35">
        <w:t>avait semblé</w:t>
      </w:r>
      <w:r w:rsidR="00B97E5D">
        <w:t xml:space="preserve">, </w:t>
      </w:r>
      <w:r w:rsidRPr="003E4D35">
        <w:t>par ce sable</w:t>
      </w:r>
      <w:r w:rsidR="00B97E5D">
        <w:t xml:space="preserve">, </w:t>
      </w:r>
      <w:r w:rsidRPr="003E4D35">
        <w:t>ces cailloux</w:t>
      </w:r>
      <w:r w:rsidR="00B97E5D">
        <w:t xml:space="preserve">, </w:t>
      </w:r>
      <w:r w:rsidRPr="003E4D35">
        <w:t>retrouver la preuve de moi-même</w:t>
      </w:r>
      <w:r w:rsidR="00B97E5D">
        <w:t xml:space="preserve">. </w:t>
      </w:r>
      <w:r w:rsidRPr="003E4D35">
        <w:t>Tant de fois j</w:t>
      </w:r>
      <w:r w:rsidR="00B97E5D">
        <w:t>’</w:t>
      </w:r>
      <w:r w:rsidRPr="003E4D35">
        <w:t>ai heurté depuis la terre sans crier mon nom</w:t>
      </w:r>
      <w:r w:rsidR="00B97E5D">
        <w:t xml:space="preserve"> ! </w:t>
      </w:r>
      <w:r w:rsidRPr="003E4D35">
        <w:t>Mais c</w:t>
      </w:r>
      <w:r w:rsidR="00B97E5D">
        <w:t>’</w:t>
      </w:r>
      <w:r w:rsidRPr="003E4D35">
        <w:t xml:space="preserve">était le mot que </w:t>
      </w:r>
      <w:proofErr w:type="spellStart"/>
      <w:r w:rsidRPr="003E4D35">
        <w:t>Nenetza</w:t>
      </w:r>
      <w:proofErr w:type="spellEnd"/>
      <w:r w:rsidRPr="003E4D35">
        <w:t xml:space="preserve"> prononçait à tout propos</w:t>
      </w:r>
      <w:r w:rsidR="00B97E5D">
        <w:t xml:space="preserve"> ; </w:t>
      </w:r>
      <w:r w:rsidRPr="003E4D35">
        <w:t>et toutes les m</w:t>
      </w:r>
      <w:r w:rsidRPr="003E4D35">
        <w:t>a</w:t>
      </w:r>
      <w:r w:rsidRPr="003E4D35">
        <w:t>nies de langage des amis qui étaient morts pour me sauver</w:t>
      </w:r>
      <w:r w:rsidR="00B97E5D">
        <w:t xml:space="preserve">, </w:t>
      </w:r>
      <w:r w:rsidRPr="003E4D35">
        <w:t xml:space="preserve">le </w:t>
      </w:r>
      <w:r w:rsidR="00B97E5D">
        <w:t>« </w:t>
      </w:r>
      <w:r w:rsidRPr="003E4D35">
        <w:t>Je vous promets</w:t>
      </w:r>
      <w:r w:rsidR="00B97E5D">
        <w:t> »</w:t>
      </w:r>
      <w:r w:rsidRPr="003E4D35">
        <w:t xml:space="preserve"> de Mademoiselle au lieu de </w:t>
      </w:r>
      <w:r w:rsidR="00B97E5D">
        <w:t>« </w:t>
      </w:r>
      <w:r w:rsidRPr="003E4D35">
        <w:t>Je vous a</w:t>
      </w:r>
      <w:r w:rsidRPr="003E4D35">
        <w:t>s</w:t>
      </w:r>
      <w:r w:rsidRPr="003E4D35">
        <w:t>sure</w:t>
      </w:r>
      <w:r w:rsidR="00B97E5D">
        <w:t xml:space="preserve"> », </w:t>
      </w:r>
      <w:r w:rsidRPr="003E4D35">
        <w:t xml:space="preserve">le </w:t>
      </w:r>
      <w:r w:rsidR="00B97E5D">
        <w:t>« </w:t>
      </w:r>
      <w:r w:rsidRPr="003E4D35">
        <w:t>péricliter</w:t>
      </w:r>
      <w:r w:rsidR="00B97E5D">
        <w:t> »</w:t>
      </w:r>
      <w:r w:rsidRPr="003E4D35">
        <w:t xml:space="preserve"> de </w:t>
      </w:r>
      <w:proofErr w:type="spellStart"/>
      <w:r w:rsidRPr="003E4D35">
        <w:t>Naki</w:t>
      </w:r>
      <w:proofErr w:type="spellEnd"/>
      <w:r w:rsidRPr="003E4D35">
        <w:t xml:space="preserve"> quand il voulait </w:t>
      </w:r>
      <w:r w:rsidRPr="003E4D35">
        <w:lastRenderedPageBreak/>
        <w:t xml:space="preserve">dire </w:t>
      </w:r>
      <w:r w:rsidR="00B97E5D">
        <w:t>« </w:t>
      </w:r>
      <w:r w:rsidRPr="003E4D35">
        <w:t>perdre au jeu</w:t>
      </w:r>
      <w:r w:rsidR="00B97E5D">
        <w:t xml:space="preserve"> », </w:t>
      </w:r>
      <w:r w:rsidRPr="003E4D35">
        <w:t>toute cette nuit-là je les eus dans mon oreille comme si c</w:t>
      </w:r>
      <w:r w:rsidR="00B97E5D">
        <w:t>’</w:t>
      </w:r>
      <w:r w:rsidRPr="003E4D35">
        <w:t>étaient les derniers cris qu</w:t>
      </w:r>
      <w:r w:rsidR="00B97E5D">
        <w:t>’</w:t>
      </w:r>
      <w:r w:rsidRPr="003E4D35">
        <w:t>ils eussent poussés en mourant</w:t>
      </w:r>
      <w:r w:rsidR="00B97E5D">
        <w:t xml:space="preserve">… </w:t>
      </w:r>
      <w:r w:rsidRPr="003E4D35">
        <w:t>Ma main avait rencontré dans le sable une racine</w:t>
      </w:r>
      <w:r w:rsidR="00B97E5D">
        <w:t xml:space="preserve"> ; </w:t>
      </w:r>
      <w:r w:rsidRPr="003E4D35">
        <w:t>je somnolais sans la lâcher</w:t>
      </w:r>
      <w:r w:rsidR="00B97E5D">
        <w:t xml:space="preserve">, </w:t>
      </w:r>
      <w:r w:rsidRPr="003E4D35">
        <w:t>mon dernier câble</w:t>
      </w:r>
      <w:r w:rsidR="00B97E5D">
        <w:t>…</w:t>
      </w:r>
    </w:p>
    <w:p w14:paraId="34B62F78" w14:textId="77777777" w:rsidR="00B97E5D" w:rsidRDefault="00B97E5D" w:rsidP="00F225BE">
      <w:r>
        <w:t>— </w:t>
      </w:r>
      <w:r w:rsidR="00F225BE" w:rsidRPr="003E4D35">
        <w:t>Très pratique</w:t>
      </w:r>
      <w:r>
        <w:t xml:space="preserve">, – </w:t>
      </w:r>
      <w:r w:rsidR="00F225BE" w:rsidRPr="003E4D35">
        <w:t>dis-je en m</w:t>
      </w:r>
      <w:r>
        <w:t>’</w:t>
      </w:r>
      <w:r w:rsidR="00F225BE" w:rsidRPr="003E4D35">
        <w:t>éveillant</w:t>
      </w:r>
      <w:r>
        <w:t xml:space="preserve">, </w:t>
      </w:r>
      <w:r w:rsidR="00F225BE" w:rsidRPr="003E4D35">
        <w:t>malgré moi e</w:t>
      </w:r>
      <w:r w:rsidR="00F225BE" w:rsidRPr="003E4D35">
        <w:t>n</w:t>
      </w:r>
      <w:r w:rsidR="00F225BE" w:rsidRPr="003E4D35">
        <w:t>core</w:t>
      </w:r>
      <w:r>
        <w:t>…</w:t>
      </w:r>
    </w:p>
    <w:p w14:paraId="7D8A3D8B" w14:textId="77777777" w:rsidR="00B97E5D" w:rsidRDefault="00F225BE" w:rsidP="00F225BE">
      <w:r w:rsidRPr="003E4D35">
        <w:t>C</w:t>
      </w:r>
      <w:r w:rsidR="00B97E5D">
        <w:t>’</w:t>
      </w:r>
      <w:r w:rsidRPr="003E4D35">
        <w:t>est ainsi que j</w:t>
      </w:r>
      <w:r w:rsidR="00B97E5D">
        <w:t>’</w:t>
      </w:r>
      <w:r w:rsidRPr="003E4D35">
        <w:t>appris la mort du général</w:t>
      </w:r>
      <w:r w:rsidR="00B97E5D">
        <w:t>…</w:t>
      </w:r>
    </w:p>
    <w:p w14:paraId="2114BB69" w14:textId="77777777" w:rsidR="00B97E5D" w:rsidRDefault="00F225BE" w:rsidP="00F225BE">
      <w:r w:rsidRPr="003E4D35">
        <w:t>Il n</w:t>
      </w:r>
      <w:r w:rsidR="00B97E5D">
        <w:t>’</w:t>
      </w:r>
      <w:r w:rsidRPr="003E4D35">
        <w:t>y avait pas de lune</w:t>
      </w:r>
      <w:r w:rsidR="00B97E5D">
        <w:t xml:space="preserve">. </w:t>
      </w:r>
      <w:r w:rsidRPr="003E4D35">
        <w:t>Je cherchais vainement à prendre pied dans le ciel opaque</w:t>
      </w:r>
      <w:r w:rsidR="00B97E5D">
        <w:t xml:space="preserve">. </w:t>
      </w:r>
      <w:r w:rsidRPr="003E4D35">
        <w:t>Je n</w:t>
      </w:r>
      <w:r w:rsidR="00B97E5D">
        <w:t>’</w:t>
      </w:r>
      <w:r w:rsidRPr="003E4D35">
        <w:t>osais sortir de mon radeau</w:t>
      </w:r>
      <w:r w:rsidR="00B97E5D">
        <w:t xml:space="preserve"> ; </w:t>
      </w:r>
      <w:r w:rsidRPr="003E4D35">
        <w:t>à mon côté droit</w:t>
      </w:r>
      <w:r w:rsidR="00B97E5D">
        <w:t xml:space="preserve">, </w:t>
      </w:r>
      <w:r w:rsidRPr="003E4D35">
        <w:t>la mer passait et repassait comme une varlope</w:t>
      </w:r>
      <w:r w:rsidR="00B97E5D">
        <w:t xml:space="preserve"> ; </w:t>
      </w:r>
      <w:r w:rsidRPr="003E4D35">
        <w:t>à mon côté gauche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île se taisait</w:t>
      </w:r>
      <w:r w:rsidR="00B97E5D">
        <w:t xml:space="preserve">. </w:t>
      </w:r>
      <w:r w:rsidRPr="003E4D35">
        <w:t>Pourquoi une île</w:t>
      </w:r>
      <w:r w:rsidR="00B97E5D">
        <w:t xml:space="preserve"> ? </w:t>
      </w:r>
      <w:r w:rsidRPr="003E4D35">
        <w:t>Je ne sais quoi l</w:t>
      </w:r>
      <w:r w:rsidR="00B97E5D">
        <w:t>’</w:t>
      </w:r>
      <w:r w:rsidRPr="003E4D35">
        <w:t>indiquait au toucher</w:t>
      </w:r>
      <w:r w:rsidR="00B97E5D">
        <w:t xml:space="preserve">. </w:t>
      </w:r>
      <w:r w:rsidRPr="003E4D35">
        <w:t>Les heures s</w:t>
      </w:r>
      <w:r w:rsidR="00B97E5D">
        <w:t>’</w:t>
      </w:r>
      <w:r w:rsidRPr="003E4D35">
        <w:t>écoulaient</w:t>
      </w:r>
      <w:r w:rsidR="00B97E5D">
        <w:t xml:space="preserve">. </w:t>
      </w:r>
      <w:r w:rsidRPr="003E4D35">
        <w:t>Je reco</w:t>
      </w:r>
      <w:r w:rsidRPr="003E4D35">
        <w:t>n</w:t>
      </w:r>
      <w:r w:rsidRPr="003E4D35">
        <w:t>naissais chacune des veilles à un bruit inconnu</w:t>
      </w:r>
      <w:r w:rsidR="00B97E5D">
        <w:t xml:space="preserve">, </w:t>
      </w:r>
      <w:r w:rsidRPr="003E4D35">
        <w:t>mais dont je d</w:t>
      </w:r>
      <w:r w:rsidRPr="003E4D35">
        <w:t>e</w:t>
      </w:r>
      <w:r w:rsidRPr="003E4D35">
        <w:t>vinais la traduction</w:t>
      </w:r>
      <w:r w:rsidR="00B97E5D">
        <w:t xml:space="preserve">. </w:t>
      </w:r>
      <w:r w:rsidRPr="003E4D35">
        <w:t>Vers le milieu de la nuit</w:t>
      </w:r>
      <w:r w:rsidR="00B97E5D">
        <w:t xml:space="preserve">, </w:t>
      </w:r>
      <w:r w:rsidRPr="003E4D35">
        <w:t>un cri de tro</w:t>
      </w:r>
      <w:r w:rsidRPr="003E4D35">
        <w:t>m</w:t>
      </w:r>
      <w:r w:rsidRPr="003E4D35">
        <w:t>pette et trois hululements</w:t>
      </w:r>
      <w:r w:rsidR="00B97E5D">
        <w:t xml:space="preserve">, </w:t>
      </w:r>
      <w:r w:rsidRPr="003E4D35">
        <w:t>ce qui devait être ici le premier chant du coq</w:t>
      </w:r>
      <w:r w:rsidR="00B97E5D">
        <w:t xml:space="preserve"> ; </w:t>
      </w:r>
      <w:r w:rsidRPr="003E4D35">
        <w:t>un peu plus tard</w:t>
      </w:r>
      <w:r w:rsidR="00B97E5D">
        <w:t xml:space="preserve">, </w:t>
      </w:r>
      <w:r w:rsidRPr="003E4D35">
        <w:t>ce qui devait être ici notre brise de deux heures et ses jasmins et sa glycine</w:t>
      </w:r>
      <w:r w:rsidR="00B97E5D">
        <w:t xml:space="preserve"> : </w:t>
      </w:r>
      <w:r w:rsidRPr="003E4D35">
        <w:t>une haleine en vanille et en poivre</w:t>
      </w:r>
      <w:r w:rsidR="00B97E5D">
        <w:t xml:space="preserve"> ; </w:t>
      </w:r>
      <w:r w:rsidRPr="003E4D35">
        <w:t>plus tard encore</w:t>
      </w:r>
      <w:r w:rsidR="00B97E5D">
        <w:t xml:space="preserve">, </w:t>
      </w:r>
      <w:r w:rsidRPr="003E4D35">
        <w:t>des fracas de baisers qui firent taire tous les autres oiseaux</w:t>
      </w:r>
      <w:r w:rsidR="00B97E5D">
        <w:t xml:space="preserve">, </w:t>
      </w:r>
      <w:r w:rsidRPr="003E4D35">
        <w:t>ce qui devait correspondre ici aux roul</w:t>
      </w:r>
      <w:r w:rsidRPr="003E4D35">
        <w:t>a</w:t>
      </w:r>
      <w:r w:rsidRPr="003E4D35">
        <w:t>des</w:t>
      </w:r>
      <w:r w:rsidR="00B97E5D">
        <w:t xml:space="preserve">, </w:t>
      </w:r>
      <w:r w:rsidRPr="003E4D35">
        <w:t>au rossignol</w:t>
      </w:r>
      <w:r w:rsidR="00B97E5D">
        <w:t xml:space="preserve">. </w:t>
      </w:r>
      <w:r w:rsidRPr="003E4D35">
        <w:t>Je n</w:t>
      </w:r>
      <w:r w:rsidR="00B97E5D">
        <w:t>’</w:t>
      </w:r>
      <w:r w:rsidRPr="003E4D35">
        <w:t>osais penser</w:t>
      </w:r>
      <w:r w:rsidR="00B97E5D">
        <w:t xml:space="preserve">. </w:t>
      </w:r>
      <w:r w:rsidRPr="003E4D35">
        <w:t>Deux ou trois mots me tr</w:t>
      </w:r>
      <w:r w:rsidRPr="003E4D35">
        <w:t>a</w:t>
      </w:r>
      <w:r w:rsidRPr="003E4D35">
        <w:t>versaient parfois</w:t>
      </w:r>
      <w:r w:rsidR="00B97E5D">
        <w:t xml:space="preserve">, </w:t>
      </w:r>
      <w:r w:rsidRPr="003E4D35">
        <w:t>le mot la Nuit</w:t>
      </w:r>
      <w:r w:rsidR="00B97E5D">
        <w:t xml:space="preserve">, </w:t>
      </w:r>
      <w:r w:rsidRPr="003E4D35">
        <w:t>le mot la Mer</w:t>
      </w:r>
      <w:r w:rsidR="00B97E5D">
        <w:t xml:space="preserve">, </w:t>
      </w:r>
      <w:r w:rsidRPr="003E4D35">
        <w:t>comme si tous ceux qui ont prononcé ces deux mots-là m</w:t>
      </w:r>
      <w:r w:rsidR="00B97E5D">
        <w:t>’</w:t>
      </w:r>
      <w:r w:rsidRPr="003E4D35">
        <w:t>avaient sauvée</w:t>
      </w:r>
      <w:r w:rsidR="00B97E5D">
        <w:t xml:space="preserve">, </w:t>
      </w:r>
      <w:r w:rsidRPr="003E4D35">
        <w:t>puis étaient morts</w:t>
      </w:r>
      <w:r w:rsidR="00B97E5D">
        <w:t xml:space="preserve">… </w:t>
      </w:r>
      <w:r w:rsidRPr="003E4D35">
        <w:t>Puis un souffle sec</w:t>
      </w:r>
      <w:r w:rsidR="00B97E5D">
        <w:t xml:space="preserve">, </w:t>
      </w:r>
      <w:r w:rsidRPr="003E4D35">
        <w:t>ardent</w:t>
      </w:r>
      <w:r w:rsidR="00B97E5D">
        <w:t xml:space="preserve">, </w:t>
      </w:r>
      <w:r w:rsidRPr="003E4D35">
        <w:t>ce qui corre</w:t>
      </w:r>
      <w:r w:rsidRPr="003E4D35">
        <w:t>s</w:t>
      </w:r>
      <w:r w:rsidRPr="003E4D35">
        <w:t>pondait dans cet archipel à la rosée</w:t>
      </w:r>
      <w:r w:rsidR="00B97E5D">
        <w:t xml:space="preserve">… </w:t>
      </w:r>
      <w:r w:rsidRPr="003E4D35">
        <w:t>Puis la même angoisse</w:t>
      </w:r>
      <w:r w:rsidR="00B97E5D">
        <w:t xml:space="preserve">… </w:t>
      </w:r>
      <w:r w:rsidRPr="003E4D35">
        <w:t>Puis un coup à ma tête</w:t>
      </w:r>
      <w:r w:rsidR="00B97E5D">
        <w:t xml:space="preserve">, </w:t>
      </w:r>
      <w:r w:rsidRPr="003E4D35">
        <w:t>un oiseau à gros bec s</w:t>
      </w:r>
      <w:r w:rsidR="00B97E5D">
        <w:t>’</w:t>
      </w:r>
      <w:r w:rsidRPr="003E4D35">
        <w:t>enfuit après m</w:t>
      </w:r>
      <w:r w:rsidR="00B97E5D">
        <w:t>’</w:t>
      </w:r>
      <w:r w:rsidRPr="003E4D35">
        <w:t>avoir blessée</w:t>
      </w:r>
      <w:r w:rsidR="00B97E5D">
        <w:t xml:space="preserve">, </w:t>
      </w:r>
      <w:r w:rsidRPr="003E4D35">
        <w:t>le sang coulait de mon front</w:t>
      </w:r>
      <w:r w:rsidR="00B97E5D">
        <w:t xml:space="preserve">… </w:t>
      </w:r>
      <w:r w:rsidRPr="003E4D35">
        <w:t>Ce qui corre</w:t>
      </w:r>
      <w:r w:rsidRPr="003E4D35">
        <w:t>s</w:t>
      </w:r>
      <w:r w:rsidRPr="003E4D35">
        <w:t>pondait ici à l</w:t>
      </w:r>
      <w:r w:rsidR="00B97E5D">
        <w:t>’</w:t>
      </w:r>
      <w:r w:rsidRPr="003E4D35">
        <w:t>appel de Mademoiselle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est ainsi que l</w:t>
      </w:r>
      <w:r w:rsidR="00B97E5D">
        <w:t>’</w:t>
      </w:r>
      <w:r w:rsidRPr="003E4D35">
        <w:t>île évei</w:t>
      </w:r>
      <w:r w:rsidRPr="003E4D35">
        <w:t>l</w:t>
      </w:r>
      <w:r w:rsidRPr="003E4D35">
        <w:t>lait</w:t>
      </w:r>
      <w:r w:rsidR="00B97E5D">
        <w:t xml:space="preserve">… </w:t>
      </w:r>
      <w:r w:rsidRPr="003E4D35">
        <w:t>En effet une faible lune passa sans hâte sur tout le ciel un enduit bla</w:t>
      </w:r>
      <w:r w:rsidRPr="003E4D35">
        <w:t>n</w:t>
      </w:r>
      <w:r w:rsidRPr="003E4D35">
        <w:t>châtre</w:t>
      </w:r>
      <w:r w:rsidR="00B97E5D">
        <w:t xml:space="preserve">, </w:t>
      </w:r>
      <w:r w:rsidRPr="003E4D35">
        <w:t>et subitement le soleil</w:t>
      </w:r>
      <w:r w:rsidR="00B97E5D">
        <w:t xml:space="preserve">, </w:t>
      </w:r>
      <w:r w:rsidRPr="003E4D35">
        <w:t>derrière moi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rayon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nuage chiffon fit tout étinceler</w:t>
      </w:r>
      <w:r w:rsidR="00B97E5D">
        <w:t xml:space="preserve">… </w:t>
      </w:r>
      <w:r w:rsidRPr="003E4D35">
        <w:t>Je me retournai</w:t>
      </w:r>
      <w:r w:rsidR="00B97E5D">
        <w:t xml:space="preserve">, </w:t>
      </w:r>
      <w:r w:rsidRPr="003E4D35">
        <w:t>et vis mon île</w:t>
      </w:r>
      <w:r w:rsidR="00B97E5D">
        <w:t>…</w:t>
      </w:r>
    </w:p>
    <w:p w14:paraId="7E8CEEC7" w14:textId="77777777" w:rsidR="00B97E5D" w:rsidRDefault="00F225BE" w:rsidP="00F225BE">
      <w:r w:rsidRPr="003E4D35">
        <w:lastRenderedPageBreak/>
        <w:t>Elle sortait de la brume</w:t>
      </w:r>
      <w:r w:rsidR="00B97E5D">
        <w:t xml:space="preserve">. </w:t>
      </w:r>
      <w:r w:rsidRPr="003E4D35">
        <w:t>Mille arcs-en-ciel levés ou posés de biais joignaient les criques à des mornes</w:t>
      </w:r>
      <w:r w:rsidR="00B97E5D">
        <w:t xml:space="preserve">. </w:t>
      </w:r>
      <w:r w:rsidRPr="003E4D35">
        <w:t>Des bosquets d</w:t>
      </w:r>
      <w:r w:rsidR="00B97E5D">
        <w:t>’</w:t>
      </w:r>
      <w:r w:rsidRPr="003E4D35">
        <w:t>a</w:t>
      </w:r>
      <w:r w:rsidRPr="003E4D35">
        <w:t>r</w:t>
      </w:r>
      <w:r w:rsidRPr="003E4D35">
        <w:t>bres à palmes</w:t>
      </w:r>
      <w:r w:rsidR="00B97E5D">
        <w:t xml:space="preserve">, </w:t>
      </w:r>
      <w:r w:rsidRPr="003E4D35">
        <w:t>coupés de frondaisons carmin</w:t>
      </w:r>
      <w:r w:rsidR="00B97E5D">
        <w:t xml:space="preserve">, </w:t>
      </w:r>
      <w:r w:rsidRPr="003E4D35">
        <w:t>scintillaient dans la vapeur d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plus immobiles que le zinc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entendais so</w:t>
      </w:r>
      <w:r w:rsidRPr="003E4D35">
        <w:t>u</w:t>
      </w:r>
      <w:r w:rsidRPr="003E4D35">
        <w:t>dain</w:t>
      </w:r>
      <w:r w:rsidR="00B97E5D">
        <w:t xml:space="preserve">, </w:t>
      </w:r>
      <w:r w:rsidRPr="003E4D35">
        <w:t>comme celui de jets d</w:t>
      </w:r>
      <w:r w:rsidR="00B97E5D">
        <w:t>’</w:t>
      </w:r>
      <w:r w:rsidRPr="003E4D35">
        <w:t>eau qu</w:t>
      </w:r>
      <w:r w:rsidR="00B97E5D">
        <w:t>’</w:t>
      </w:r>
      <w:r w:rsidRPr="003E4D35">
        <w:t>on ouvre au jour</w:t>
      </w:r>
      <w:r w:rsidR="00B97E5D">
        <w:t xml:space="preserve">, </w:t>
      </w:r>
      <w:r w:rsidRPr="003E4D35">
        <w:t>le bruit de cascades</w:t>
      </w:r>
      <w:r w:rsidR="00B97E5D">
        <w:t xml:space="preserve">… </w:t>
      </w:r>
      <w:r w:rsidRPr="003E4D35">
        <w:t>Chaque arbre livrait l</w:t>
      </w:r>
      <w:r w:rsidR="00B97E5D">
        <w:t>’</w:t>
      </w:r>
      <w:r w:rsidRPr="003E4D35">
        <w:t>oiseau rouge ou doré qu</w:t>
      </w:r>
      <w:r w:rsidR="00B97E5D">
        <w:t>’</w:t>
      </w:r>
      <w:r w:rsidRPr="003E4D35">
        <w:t>il avait gardé toute la nuit en otage pour l</w:t>
      </w:r>
      <w:r w:rsidR="00B97E5D">
        <w:t>’</w:t>
      </w:r>
      <w:r w:rsidRPr="003E4D35">
        <w:t>aurore</w:t>
      </w:r>
      <w:r w:rsidR="00B97E5D">
        <w:t xml:space="preserve"> ; </w:t>
      </w:r>
      <w:r w:rsidRPr="003E4D35">
        <w:t>et</w:t>
      </w:r>
      <w:r w:rsidR="00B97E5D">
        <w:t xml:space="preserve">, </w:t>
      </w:r>
      <w:r w:rsidRPr="003E4D35">
        <w:t>à dix mètres de moi</w:t>
      </w:r>
      <w:r w:rsidR="00B97E5D">
        <w:t xml:space="preserve">, </w:t>
      </w:r>
      <w:r w:rsidRPr="003E4D35">
        <w:t>je voyais déjà réuni</w:t>
      </w:r>
      <w:r w:rsidR="00B97E5D">
        <w:t xml:space="preserve">, – </w:t>
      </w:r>
      <w:r w:rsidRPr="003E4D35">
        <w:t>pour que tout malentendu à ce pr</w:t>
      </w:r>
      <w:r w:rsidRPr="003E4D35">
        <w:t>o</w:t>
      </w:r>
      <w:r w:rsidRPr="003E4D35">
        <w:t>pos fût dissipé dès la première minute entre la Providence et moi</w:t>
      </w:r>
      <w:r w:rsidR="00B97E5D">
        <w:t xml:space="preserve">, – </w:t>
      </w:r>
      <w:r w:rsidRPr="003E4D35">
        <w:t>presque à portée de la main comme un déjeuner auprès d</w:t>
      </w:r>
      <w:r w:rsidR="00B97E5D">
        <w:t>’</w:t>
      </w:r>
      <w:r w:rsidRPr="003E4D35">
        <w:t>un dormeur</w:t>
      </w:r>
      <w:r w:rsidR="00B97E5D">
        <w:t xml:space="preserve">, – </w:t>
      </w:r>
      <w:r w:rsidRPr="003E4D35">
        <w:t>tout ce qui pourrait jamais apaiser ma faim et ma soif</w:t>
      </w:r>
      <w:r w:rsidR="00B97E5D">
        <w:t xml:space="preserve">. </w:t>
      </w:r>
      <w:r w:rsidRPr="003E4D35">
        <w:t>Des bananiers offrant autour d</w:t>
      </w:r>
      <w:r w:rsidR="00B97E5D">
        <w:t>’</w:t>
      </w:r>
      <w:r w:rsidRPr="003E4D35">
        <w:t>eux mille bananes</w:t>
      </w:r>
      <w:r w:rsidR="00B97E5D">
        <w:t xml:space="preserve">, </w:t>
      </w:r>
      <w:r w:rsidRPr="003E4D35">
        <w:t>comme leur mille anses</w:t>
      </w:r>
      <w:r w:rsidR="00B97E5D">
        <w:t xml:space="preserve">, </w:t>
      </w:r>
      <w:r w:rsidRPr="003E4D35">
        <w:t>dont on rompait la plus belle douc</w:t>
      </w:r>
      <w:r w:rsidRPr="003E4D35">
        <w:t>e</w:t>
      </w:r>
      <w:r w:rsidRPr="003E4D35">
        <w:t>ment avec la bonté d</w:t>
      </w:r>
      <w:r w:rsidR="00B97E5D">
        <w:t>’</w:t>
      </w:r>
      <w:r w:rsidRPr="003E4D35">
        <w:t>un chirurgien qui rompt une côte</w:t>
      </w:r>
      <w:r w:rsidR="00B97E5D">
        <w:t xml:space="preserve">, </w:t>
      </w:r>
      <w:r w:rsidRPr="003E4D35">
        <w:t>heureux aussi au craquement</w:t>
      </w:r>
      <w:r w:rsidR="00B97E5D">
        <w:t xml:space="preserve"> ; </w:t>
      </w:r>
      <w:r w:rsidRPr="003E4D35">
        <w:t>des cocotiers plus hauts que les chênes</w:t>
      </w:r>
      <w:r w:rsidR="00B97E5D">
        <w:t xml:space="preserve">, </w:t>
      </w:r>
      <w:r w:rsidRPr="003E4D35">
        <w:t>dont les noix tombaient sur une mousse ou sur des stalagmites qui les faisaient éclater</w:t>
      </w:r>
      <w:r w:rsidR="00B97E5D">
        <w:t xml:space="preserve"> ; </w:t>
      </w:r>
      <w:r w:rsidRPr="003E4D35">
        <w:t>des manguiers</w:t>
      </w:r>
      <w:r w:rsidR="00B97E5D">
        <w:t xml:space="preserve">, </w:t>
      </w:r>
      <w:r w:rsidRPr="003E4D35">
        <w:t>et la première mangue que je cueillis était juste à point</w:t>
      </w:r>
      <w:r w:rsidR="00B97E5D">
        <w:t xml:space="preserve">. </w:t>
      </w:r>
      <w:r w:rsidRPr="003E4D35">
        <w:t>Depuis des milliers d</w:t>
      </w:r>
      <w:r w:rsidR="00B97E5D">
        <w:t>’</w:t>
      </w:r>
      <w:r w:rsidRPr="003E4D35">
        <w:t>années</w:t>
      </w:r>
      <w:r w:rsidR="00B97E5D">
        <w:t xml:space="preserve">, </w:t>
      </w:r>
      <w:r w:rsidRPr="003E4D35">
        <w:t>la course entre mon destin et celui de cette mangue avait été réglée à la seconde</w:t>
      </w:r>
      <w:r w:rsidR="00B97E5D">
        <w:t xml:space="preserve">. </w:t>
      </w:r>
      <w:r w:rsidRPr="003E4D35">
        <w:t>Un beau soleil vaquait derrière fougères et palmes comme une cuisinière</w:t>
      </w:r>
      <w:r w:rsidR="00B97E5D">
        <w:t xml:space="preserve">. </w:t>
      </w:r>
      <w:r w:rsidRPr="003E4D35">
        <w:t>Ou bien</w:t>
      </w:r>
      <w:r w:rsidR="00B97E5D">
        <w:t xml:space="preserve">, </w:t>
      </w:r>
      <w:r w:rsidRPr="003E4D35">
        <w:t>de rayons séparés et croisés comme les bâtons d</w:t>
      </w:r>
      <w:r w:rsidR="00B97E5D">
        <w:t>’</w:t>
      </w:r>
      <w:r w:rsidRPr="003E4D35">
        <w:t>un Chinois qui mange</w:t>
      </w:r>
      <w:r w:rsidR="00B97E5D">
        <w:t xml:space="preserve">, </w:t>
      </w:r>
      <w:r w:rsidRPr="003E4D35">
        <w:t>il harcelait et me r</w:t>
      </w:r>
      <w:r w:rsidRPr="003E4D35">
        <w:t>é</w:t>
      </w:r>
      <w:r w:rsidRPr="003E4D35">
        <w:t>vélait de petits ananas et d</w:t>
      </w:r>
      <w:r w:rsidR="00B97E5D">
        <w:t>’</w:t>
      </w:r>
      <w:r w:rsidRPr="003E4D35">
        <w:t>énormes fraises</w:t>
      </w:r>
      <w:r w:rsidR="00B97E5D">
        <w:t xml:space="preserve">. </w:t>
      </w:r>
      <w:r w:rsidRPr="003E4D35">
        <w:t>Partout des arbres inconnus</w:t>
      </w:r>
      <w:r w:rsidR="00B97E5D">
        <w:t xml:space="preserve">, </w:t>
      </w:r>
      <w:r w:rsidRPr="003E4D35">
        <w:t>mais qu</w:t>
      </w:r>
      <w:r w:rsidR="00B97E5D">
        <w:t>’</w:t>
      </w:r>
      <w:r w:rsidRPr="003E4D35">
        <w:t>on devinait des aliments rébus</w:t>
      </w:r>
      <w:r w:rsidR="00B97E5D">
        <w:t xml:space="preserve"> ; </w:t>
      </w:r>
      <w:r w:rsidRPr="003E4D35">
        <w:t>il devait me suffire de patience pour en trouver la solution</w:t>
      </w:r>
      <w:r w:rsidR="00B97E5D">
        <w:t xml:space="preserve">, </w:t>
      </w:r>
      <w:r w:rsidRPr="003E4D35">
        <w:t>pour découvrir entre eux quel était l</w:t>
      </w:r>
      <w:r w:rsidR="00B97E5D">
        <w:t>’</w:t>
      </w:r>
      <w:r w:rsidRPr="003E4D35">
        <w:t>arbre pain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arbre lait</w:t>
      </w:r>
      <w:r w:rsidR="00B97E5D">
        <w:t xml:space="preserve">, </w:t>
      </w:r>
      <w:r w:rsidRPr="003E4D35">
        <w:t>peut-être l</w:t>
      </w:r>
      <w:r w:rsidR="00B97E5D">
        <w:t>’</w:t>
      </w:r>
      <w:r w:rsidRPr="003E4D35">
        <w:t>arbre viande</w:t>
      </w:r>
      <w:r w:rsidR="00B97E5D">
        <w:t xml:space="preserve">. </w:t>
      </w:r>
      <w:r w:rsidRPr="003E4D35">
        <w:t>Des arbres sans fruits et presque sans feuillage</w:t>
      </w:r>
      <w:r w:rsidR="00B97E5D">
        <w:t xml:space="preserve">, </w:t>
      </w:r>
      <w:r w:rsidRPr="003E4D35">
        <w:t>mais cerclés de cercles rouges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on devinait pleins d</w:t>
      </w:r>
      <w:r w:rsidR="00B97E5D">
        <w:t>’</w:t>
      </w:r>
      <w:r w:rsidRPr="003E4D35">
        <w:t>abondance</w:t>
      </w:r>
      <w:r w:rsidR="00B97E5D">
        <w:t xml:space="preserve">, </w:t>
      </w:r>
      <w:r w:rsidRPr="003E4D35">
        <w:t>et dont je tapais le fût</w:t>
      </w:r>
      <w:r w:rsidR="00B97E5D">
        <w:t xml:space="preserve">, </w:t>
      </w:r>
      <w:r w:rsidRPr="003E4D35">
        <w:t>pour voir s</w:t>
      </w:r>
      <w:r w:rsidR="00B97E5D">
        <w:t>’</w:t>
      </w:r>
      <w:r w:rsidRPr="003E4D35">
        <w:t>ils étaient pleins</w:t>
      </w:r>
      <w:r w:rsidR="00B97E5D">
        <w:t xml:space="preserve">, </w:t>
      </w:r>
      <w:r w:rsidRPr="003E4D35">
        <w:t>de ma main ou d</w:t>
      </w:r>
      <w:r w:rsidR="00B97E5D">
        <w:t>’</w:t>
      </w:r>
      <w:r w:rsidRPr="003E4D35">
        <w:t>un bâton</w:t>
      </w:r>
      <w:r w:rsidR="00B97E5D">
        <w:t xml:space="preserve">. </w:t>
      </w:r>
      <w:r w:rsidRPr="003E4D35">
        <w:t>Des arbres qui</w:t>
      </w:r>
      <w:r w:rsidR="00B97E5D">
        <w:t xml:space="preserve">, </w:t>
      </w:r>
      <w:r w:rsidRPr="003E4D35">
        <w:t>à mesure qu</w:t>
      </w:r>
      <w:r w:rsidR="00B97E5D">
        <w:t>’</w:t>
      </w:r>
      <w:r w:rsidRPr="003E4D35">
        <w:t>ils étaient plus stériles</w:t>
      </w:r>
      <w:r w:rsidR="00B97E5D">
        <w:t xml:space="preserve">, </w:t>
      </w:r>
      <w:r w:rsidRPr="003E4D35">
        <w:t>offraient plus franchement leurs dons</w:t>
      </w:r>
      <w:r w:rsidR="00B97E5D">
        <w:t xml:space="preserve"> : </w:t>
      </w:r>
      <w:r w:rsidRPr="003E4D35">
        <w:t>des trous d</w:t>
      </w:r>
      <w:r w:rsidR="00B97E5D">
        <w:t>’</w:t>
      </w:r>
      <w:r w:rsidRPr="003E4D35">
        <w:t>où sortaient les abeilles</w:t>
      </w:r>
      <w:r w:rsidR="00B97E5D">
        <w:t xml:space="preserve">, </w:t>
      </w:r>
      <w:r w:rsidRPr="003E4D35">
        <w:t>des trous d</w:t>
      </w:r>
      <w:r w:rsidR="00B97E5D">
        <w:t>’</w:t>
      </w:r>
      <w:r w:rsidRPr="003E4D35">
        <w:t xml:space="preserve">où coulait le miel </w:t>
      </w:r>
      <w:r w:rsidRPr="003E4D35">
        <w:lastRenderedPageBreak/>
        <w:t>même</w:t>
      </w:r>
      <w:r w:rsidR="00B97E5D">
        <w:t xml:space="preserve"> ; </w:t>
      </w:r>
      <w:r w:rsidRPr="003E4D35">
        <w:t>ou bien</w:t>
      </w:r>
      <w:r w:rsidR="00B97E5D">
        <w:t xml:space="preserve">, </w:t>
      </w:r>
      <w:r w:rsidRPr="003E4D35">
        <w:t>à la hauteur d</w:t>
      </w:r>
      <w:r w:rsidR="00B97E5D">
        <w:t>’</w:t>
      </w:r>
      <w:r w:rsidRPr="003E4D35">
        <w:t>appui de cet être humain qui jamais encore n</w:t>
      </w:r>
      <w:r w:rsidR="00B97E5D">
        <w:t>’</w:t>
      </w:r>
      <w:r w:rsidRPr="003E4D35">
        <w:t>était passé là</w:t>
      </w:r>
      <w:r w:rsidR="00B97E5D">
        <w:t xml:space="preserve">, </w:t>
      </w:r>
      <w:r w:rsidRPr="003E4D35">
        <w:t>des œufs d</w:t>
      </w:r>
      <w:r w:rsidR="00B97E5D">
        <w:t>’</w:t>
      </w:r>
      <w:r w:rsidRPr="003E4D35">
        <w:t>oiseaux dans des nids</w:t>
      </w:r>
      <w:r w:rsidR="00B97E5D">
        <w:t xml:space="preserve">. </w:t>
      </w:r>
      <w:r w:rsidRPr="003E4D35">
        <w:t>Des tortues</w:t>
      </w:r>
      <w:r w:rsidR="00B97E5D">
        <w:t xml:space="preserve">, </w:t>
      </w:r>
      <w:r w:rsidRPr="003E4D35">
        <w:t>arrêtées dans l</w:t>
      </w:r>
      <w:r w:rsidR="00B97E5D">
        <w:t>’</w:t>
      </w:r>
      <w:r w:rsidRPr="003E4D35">
        <w:t>ombre</w:t>
      </w:r>
      <w:r w:rsidR="00B97E5D">
        <w:t xml:space="preserve">, </w:t>
      </w:r>
      <w:r w:rsidRPr="003E4D35">
        <w:t>mais tout près de la tache de ce soleil qui couvait leurs œufs</w:t>
      </w:r>
      <w:r w:rsidR="00B97E5D">
        <w:t xml:space="preserve">, </w:t>
      </w:r>
      <w:r w:rsidRPr="003E4D35">
        <w:t>comme un oiseau mâle près de sa femelle</w:t>
      </w:r>
      <w:r w:rsidR="00B97E5D">
        <w:t xml:space="preserve">. </w:t>
      </w:r>
      <w:r w:rsidRPr="003E4D35">
        <w:t>Entre des arbustes qu</w:t>
      </w:r>
      <w:r w:rsidR="00B97E5D">
        <w:t>’</w:t>
      </w:r>
      <w:r w:rsidRPr="003E4D35">
        <w:t>on devinait épices</w:t>
      </w:r>
      <w:r w:rsidR="00B97E5D">
        <w:t xml:space="preserve">, </w:t>
      </w:r>
      <w:r w:rsidRPr="003E4D35">
        <w:t>des herbes qu</w:t>
      </w:r>
      <w:r w:rsidR="00B97E5D">
        <w:t>’</w:t>
      </w:r>
      <w:r w:rsidRPr="003E4D35">
        <w:t>on devinait lég</w:t>
      </w:r>
      <w:r w:rsidRPr="003E4D35">
        <w:t>u</w:t>
      </w:r>
      <w:r w:rsidRPr="003E4D35">
        <w:t>mes</w:t>
      </w:r>
      <w:r w:rsidR="00B97E5D">
        <w:t xml:space="preserve"> ; </w:t>
      </w:r>
      <w:r w:rsidRPr="003E4D35">
        <w:t>des fleurs qu</w:t>
      </w:r>
      <w:r w:rsidR="00B97E5D">
        <w:t>’</w:t>
      </w:r>
      <w:r w:rsidRPr="003E4D35">
        <w:t>un instinct me poussait à goûter</w:t>
      </w:r>
      <w:r w:rsidR="00B97E5D">
        <w:t xml:space="preserve">, </w:t>
      </w:r>
      <w:r w:rsidRPr="003E4D35">
        <w:t>qui avaient goût de porcelet</w:t>
      </w:r>
      <w:r w:rsidR="00B97E5D">
        <w:t xml:space="preserve">, </w:t>
      </w:r>
      <w:r w:rsidRPr="003E4D35">
        <w:t>qui étaient nourrissantes</w:t>
      </w:r>
      <w:r w:rsidR="00B97E5D">
        <w:t xml:space="preserve">. </w:t>
      </w:r>
      <w:r w:rsidRPr="003E4D35">
        <w:t>De grandes fleurs pleines d</w:t>
      </w:r>
      <w:r w:rsidR="00B97E5D">
        <w:t>’</w:t>
      </w:r>
      <w:r w:rsidRPr="003E4D35">
        <w:t>eau de pluie à la cannelle où je pouvais boire par une paille</w:t>
      </w:r>
      <w:r w:rsidR="00B97E5D">
        <w:t xml:space="preserve">…, </w:t>
      </w:r>
      <w:r w:rsidRPr="003E4D35">
        <w:t>et mes mains</w:t>
      </w:r>
      <w:r w:rsidR="00B97E5D">
        <w:t xml:space="preserve">, </w:t>
      </w:r>
      <w:r w:rsidRPr="003E4D35">
        <w:t>après une matinée dans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sentaient tout ce que sentent</w:t>
      </w:r>
      <w:r w:rsidR="00B97E5D">
        <w:t xml:space="preserve">, </w:t>
      </w:r>
      <w:r w:rsidRPr="003E4D35">
        <w:t>le premier matin de son apprentissage au bar</w:t>
      </w:r>
      <w:r w:rsidR="00B97E5D">
        <w:t xml:space="preserve">, </w:t>
      </w:r>
      <w:r w:rsidRPr="003E4D35">
        <w:t>les mains de la barmaid</w:t>
      </w:r>
      <w:r w:rsidR="00B97E5D">
        <w:t>.</w:t>
      </w:r>
    </w:p>
    <w:p w14:paraId="4CF53BF4" w14:textId="77777777" w:rsidR="00B97E5D" w:rsidRDefault="00F225BE" w:rsidP="00F225BE">
      <w:r w:rsidRPr="003E4D35">
        <w:t>Pour que tout malentendu fût dissipé aussi entre la Prov</w:t>
      </w:r>
      <w:r w:rsidRPr="003E4D35">
        <w:t>i</w:t>
      </w:r>
      <w:r w:rsidRPr="003E4D35">
        <w:t>dence des parfums et moi</w:t>
      </w:r>
      <w:r w:rsidR="00B97E5D">
        <w:t xml:space="preserve">, </w:t>
      </w:r>
      <w:r w:rsidRPr="003E4D35">
        <w:t>la brise me vaporisait de toutes les odeurs de l</w:t>
      </w:r>
      <w:r w:rsidR="00B97E5D">
        <w:t>’</w:t>
      </w:r>
      <w:r w:rsidRPr="003E4D35">
        <w:t>île</w:t>
      </w:r>
      <w:r w:rsidR="00B97E5D">
        <w:t xml:space="preserve">. </w:t>
      </w:r>
      <w:r w:rsidRPr="003E4D35">
        <w:t>Il y en avait de familières</w:t>
      </w:r>
      <w:r w:rsidR="00B97E5D">
        <w:t xml:space="preserve">, </w:t>
      </w:r>
      <w:r w:rsidRPr="003E4D35">
        <w:t>que je retrouvais aussi nettes qu</w:t>
      </w:r>
      <w:r w:rsidR="00B97E5D">
        <w:t>’</w:t>
      </w:r>
      <w:r w:rsidRPr="003E4D35">
        <w:t>autour de leur flacon</w:t>
      </w:r>
      <w:r w:rsidR="00B97E5D">
        <w:t xml:space="preserve">, </w:t>
      </w:r>
      <w:r w:rsidRPr="003E4D35">
        <w:t>Rose d</w:t>
      </w:r>
      <w:r w:rsidR="00B97E5D">
        <w:t>’</w:t>
      </w:r>
      <w:r w:rsidRPr="003E4D35">
        <w:t>Orsay</w:t>
      </w:r>
      <w:r w:rsidR="00B97E5D">
        <w:t xml:space="preserve">, </w:t>
      </w:r>
      <w:r w:rsidRPr="003E4D35">
        <w:t>Ambre Antique</w:t>
      </w:r>
      <w:r w:rsidR="00B97E5D">
        <w:t xml:space="preserve">, </w:t>
      </w:r>
      <w:r w:rsidRPr="003E4D35">
        <w:t>le Mouchoir de Monsieur</w:t>
      </w:r>
      <w:r w:rsidR="00B97E5D">
        <w:t xml:space="preserve"> ; </w:t>
      </w:r>
      <w:r w:rsidRPr="003E4D35">
        <w:t>mais surtout de plus étranges</w:t>
      </w:r>
      <w:r w:rsidR="00B97E5D">
        <w:t xml:space="preserve">, </w:t>
      </w:r>
      <w:r w:rsidRPr="003E4D35">
        <w:t>que je sentais pour la première fois et qui agitaient en moi</w:t>
      </w:r>
      <w:r w:rsidR="00B97E5D">
        <w:t xml:space="preserve">, </w:t>
      </w:r>
      <w:r w:rsidRPr="003E4D35">
        <w:t>à défaut de vrais souvenirs</w:t>
      </w:r>
      <w:r w:rsidR="00B97E5D">
        <w:t xml:space="preserve">, </w:t>
      </w:r>
      <w:r w:rsidRPr="003E4D35">
        <w:t>à vide</w:t>
      </w:r>
      <w:r w:rsidR="00B97E5D">
        <w:t xml:space="preserve">, </w:t>
      </w:r>
      <w:r w:rsidRPr="003E4D35">
        <w:t>la mémoire d</w:t>
      </w:r>
      <w:r w:rsidR="00B97E5D">
        <w:t>’</w:t>
      </w:r>
      <w:r w:rsidRPr="003E4D35">
        <w:t>une sauvage</w:t>
      </w:r>
      <w:r w:rsidR="00B97E5D">
        <w:t xml:space="preserve">. </w:t>
      </w:r>
      <w:r w:rsidRPr="003E4D35">
        <w:t>Elles s</w:t>
      </w:r>
      <w:r w:rsidR="00B97E5D">
        <w:t>’</w:t>
      </w:r>
      <w:r w:rsidRPr="003E4D35">
        <w:t>att</w:t>
      </w:r>
      <w:r w:rsidRPr="003E4D35">
        <w:t>a</w:t>
      </w:r>
      <w:r w:rsidRPr="003E4D35">
        <w:t>chaient à vous</w:t>
      </w:r>
      <w:r w:rsidR="00B97E5D">
        <w:t xml:space="preserve">, </w:t>
      </w:r>
      <w:r w:rsidRPr="003E4D35">
        <w:t>on devinait qu</w:t>
      </w:r>
      <w:r w:rsidR="00B97E5D">
        <w:t>’</w:t>
      </w:r>
      <w:r w:rsidRPr="003E4D35">
        <w:t>elles n</w:t>
      </w:r>
      <w:r w:rsidR="00B97E5D">
        <w:t>’</w:t>
      </w:r>
      <w:r w:rsidRPr="003E4D35">
        <w:t>étaient pas stériles</w:t>
      </w:r>
      <w:r w:rsidR="00B97E5D">
        <w:t xml:space="preserve">, </w:t>
      </w:r>
      <w:r w:rsidRPr="003E4D35">
        <w:t>comme en Europe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elles se déposaient sur vous dans un but choisi par la nature</w:t>
      </w:r>
      <w:r w:rsidR="00B97E5D">
        <w:t xml:space="preserve">. </w:t>
      </w:r>
      <w:r w:rsidRPr="003E4D35">
        <w:t>Chaque parfum me poussait hors de son bosquet</w:t>
      </w:r>
      <w:r w:rsidR="00B97E5D">
        <w:t xml:space="preserve">, </w:t>
      </w:r>
      <w:r w:rsidRPr="003E4D35">
        <w:t>comme si j</w:t>
      </w:r>
      <w:r w:rsidR="00B97E5D">
        <w:t>’</w:t>
      </w:r>
      <w:r w:rsidRPr="003E4D35">
        <w:t>avais à le fuir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allais</w:t>
      </w:r>
      <w:r w:rsidR="00B97E5D">
        <w:t xml:space="preserve">, </w:t>
      </w:r>
      <w:r w:rsidRPr="003E4D35">
        <w:t>prenant sans m</w:t>
      </w:r>
      <w:r w:rsidR="00B97E5D">
        <w:t>’</w:t>
      </w:r>
      <w:r w:rsidRPr="003E4D35">
        <w:t>en douter l</w:t>
      </w:r>
      <w:r w:rsidR="00B97E5D">
        <w:t>’</w:t>
      </w:r>
      <w:r w:rsidRPr="003E4D35">
        <w:t>île dans sa longueur</w:t>
      </w:r>
      <w:r w:rsidR="00B97E5D">
        <w:t xml:space="preserve">, </w:t>
      </w:r>
      <w:r w:rsidRPr="003E4D35">
        <w:t>allant d</w:t>
      </w:r>
      <w:r w:rsidR="00B97E5D">
        <w:t>’</w:t>
      </w:r>
      <w:r w:rsidRPr="003E4D35">
        <w:t>instinct vers le promontoire qui l</w:t>
      </w:r>
      <w:r w:rsidR="00B97E5D">
        <w:t>’</w:t>
      </w:r>
      <w:r w:rsidRPr="003E4D35">
        <w:t>avait jadis rattachée au continent</w:t>
      </w:r>
      <w:r w:rsidR="00B97E5D">
        <w:t xml:space="preserve">, </w:t>
      </w:r>
      <w:r w:rsidRPr="003E4D35">
        <w:t>et soudain au-dessus d</w:t>
      </w:r>
      <w:r w:rsidR="00B97E5D">
        <w:t>’</w:t>
      </w:r>
      <w:r w:rsidRPr="003E4D35">
        <w:t>un rivage rompu</w:t>
      </w:r>
      <w:r w:rsidR="00B97E5D">
        <w:t xml:space="preserve">, </w:t>
      </w:r>
      <w:r w:rsidRPr="003E4D35">
        <w:t>désespérée</w:t>
      </w:r>
      <w:r w:rsidR="00B97E5D">
        <w:t xml:space="preserve">, </w:t>
      </w:r>
      <w:r w:rsidRPr="003E4D35">
        <w:t>en retard de milliers d</w:t>
      </w:r>
      <w:r w:rsidR="00B97E5D">
        <w:t>’</w:t>
      </w:r>
      <w:r w:rsidRPr="003E4D35">
        <w:t>années</w:t>
      </w:r>
      <w:r w:rsidR="00B97E5D">
        <w:t xml:space="preserve">… </w:t>
      </w:r>
      <w:r w:rsidRPr="003E4D35">
        <w:t>Mais la vie montait en moi avec le jour</w:t>
      </w:r>
      <w:r w:rsidR="00B97E5D">
        <w:t xml:space="preserve">… </w:t>
      </w:r>
      <w:r w:rsidRPr="003E4D35">
        <w:t>Un beau soleil attaquait chaque fleur et la cascade d</w:t>
      </w:r>
      <w:r w:rsidR="00B97E5D">
        <w:t>’</w:t>
      </w:r>
      <w:r w:rsidRPr="003E4D35">
        <w:t>une lance courtoise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oiseau-mouche avait le parfum de la dernière fleur visitée et le bec de sa couleur</w:t>
      </w:r>
      <w:r w:rsidR="00B97E5D">
        <w:t xml:space="preserve">… </w:t>
      </w:r>
      <w:r w:rsidRPr="003E4D35">
        <w:t>Des lianes dorées</w:t>
      </w:r>
      <w:r w:rsidR="00B97E5D">
        <w:t xml:space="preserve">, </w:t>
      </w:r>
      <w:r w:rsidRPr="003E4D35">
        <w:t>comme des tuyaux reliaient les massifs</w:t>
      </w:r>
      <w:r w:rsidR="00B97E5D">
        <w:t xml:space="preserve">, </w:t>
      </w:r>
      <w:r w:rsidRPr="003E4D35">
        <w:t>et semblaient y faire circuler entre les arbres abonnés tous les agréments de l</w:t>
      </w:r>
      <w:r w:rsidR="00B97E5D">
        <w:t>’</w:t>
      </w:r>
      <w:r w:rsidRPr="003E4D35">
        <w:t>Océanie</w:t>
      </w:r>
      <w:r w:rsidR="00B97E5D">
        <w:t xml:space="preserve">. </w:t>
      </w:r>
      <w:r w:rsidRPr="003E4D35">
        <w:t>Tout le luxe était là</w:t>
      </w:r>
      <w:r w:rsidR="00B97E5D">
        <w:t xml:space="preserve">, </w:t>
      </w:r>
      <w:r w:rsidRPr="003E4D35">
        <w:t xml:space="preserve">tout le confort que </w:t>
      </w:r>
      <w:r w:rsidRPr="003E4D35">
        <w:lastRenderedPageBreak/>
        <w:t>peut se donner la nature par fierté personnelle</w:t>
      </w:r>
      <w:r w:rsidR="00B97E5D">
        <w:t xml:space="preserve">, </w:t>
      </w:r>
      <w:r w:rsidRPr="003E4D35">
        <w:t>dans de petites îles sans visiteurs</w:t>
      </w:r>
      <w:r w:rsidR="00B97E5D">
        <w:t xml:space="preserve"> ; </w:t>
      </w:r>
      <w:r w:rsidRPr="003E4D35">
        <w:t>une petite source chaude dans un rocher d</w:t>
      </w:r>
      <w:r w:rsidR="00B97E5D">
        <w:t>’</w:t>
      </w:r>
      <w:r w:rsidRPr="003E4D35">
        <w:t>agate</w:t>
      </w:r>
      <w:r w:rsidR="00B97E5D">
        <w:t xml:space="preserve">, </w:t>
      </w:r>
      <w:r w:rsidRPr="003E4D35">
        <w:t>près d</w:t>
      </w:r>
      <w:r w:rsidR="00B97E5D">
        <w:t>’</w:t>
      </w:r>
      <w:r w:rsidRPr="003E4D35">
        <w:t>une petite source froide</w:t>
      </w:r>
      <w:r w:rsidR="00B97E5D">
        <w:t xml:space="preserve">, </w:t>
      </w:r>
      <w:r w:rsidRPr="003E4D35">
        <w:t>dans la mousse</w:t>
      </w:r>
      <w:r w:rsidR="00B97E5D">
        <w:t xml:space="preserve"> ; </w:t>
      </w:r>
      <w:r w:rsidRPr="003E4D35">
        <w:t>un geyser d</w:t>
      </w:r>
      <w:r w:rsidR="00B97E5D">
        <w:t>’</w:t>
      </w:r>
      <w:r w:rsidRPr="003E4D35">
        <w:t>eau tiède</w:t>
      </w:r>
      <w:r w:rsidR="00B97E5D">
        <w:t xml:space="preserve">, </w:t>
      </w:r>
      <w:r w:rsidRPr="003E4D35">
        <w:t>qui montait toutes les heures</w:t>
      </w:r>
      <w:r w:rsidR="00B97E5D">
        <w:t xml:space="preserve">, </w:t>
      </w:r>
      <w:r w:rsidRPr="003E4D35">
        <w:t>près d</w:t>
      </w:r>
      <w:r w:rsidR="00B97E5D">
        <w:t>’</w:t>
      </w:r>
      <w:r w:rsidRPr="003E4D35">
        <w:t>une chute d</w:t>
      </w:r>
      <w:r w:rsidR="00B97E5D">
        <w:t>’</w:t>
      </w:r>
      <w:r w:rsidRPr="003E4D35">
        <w:t>eau glacée</w:t>
      </w:r>
      <w:r w:rsidR="00B97E5D">
        <w:t xml:space="preserve"> ; </w:t>
      </w:r>
      <w:r w:rsidRPr="003E4D35">
        <w:t>des fruits semblables à des s</w:t>
      </w:r>
      <w:r w:rsidRPr="003E4D35">
        <w:t>a</w:t>
      </w:r>
      <w:r w:rsidRPr="003E4D35">
        <w:t>vons</w:t>
      </w:r>
      <w:r w:rsidR="00B97E5D">
        <w:t xml:space="preserve">, </w:t>
      </w:r>
      <w:r w:rsidRPr="003E4D35">
        <w:t>des pierres ponces éparses</w:t>
      </w:r>
      <w:r w:rsidR="00B97E5D">
        <w:t xml:space="preserve">, </w:t>
      </w:r>
      <w:r w:rsidRPr="003E4D35">
        <w:t>des feuilles-brosses</w:t>
      </w:r>
      <w:r w:rsidR="00B97E5D">
        <w:t xml:space="preserve">, </w:t>
      </w:r>
      <w:r w:rsidRPr="003E4D35">
        <w:t>des ép</w:t>
      </w:r>
      <w:r w:rsidRPr="003E4D35">
        <w:t>i</w:t>
      </w:r>
      <w:r w:rsidRPr="003E4D35">
        <w:t>nes-épingles</w:t>
      </w:r>
      <w:r w:rsidR="00B97E5D">
        <w:t xml:space="preserve"> ; </w:t>
      </w:r>
      <w:r w:rsidRPr="003E4D35">
        <w:t>les simulacres en quartz d</w:t>
      </w:r>
      <w:r w:rsidR="00B97E5D">
        <w:t>’</w:t>
      </w:r>
      <w:r w:rsidRPr="003E4D35">
        <w:t>or d</w:t>
      </w:r>
      <w:r w:rsidR="00B97E5D">
        <w:t>’</w:t>
      </w:r>
      <w:r w:rsidRPr="003E4D35">
        <w:t>une grande ch</w:t>
      </w:r>
      <w:r w:rsidRPr="003E4D35">
        <w:t>e</w:t>
      </w:r>
      <w:r w:rsidRPr="003E4D35">
        <w:t xml:space="preserve">minée </w:t>
      </w:r>
      <w:r w:rsidR="00B97E5D" w:rsidRPr="003E4D35">
        <w:t>Louis</w:t>
      </w:r>
      <w:r w:rsidR="00B97E5D">
        <w:t> </w:t>
      </w:r>
      <w:r w:rsidR="00B97E5D" w:rsidRPr="003E4D35">
        <w:t>XV</w:t>
      </w:r>
      <w:r w:rsidRPr="003E4D35">
        <w:t xml:space="preserve"> et d</w:t>
      </w:r>
      <w:r w:rsidR="00B97E5D">
        <w:t>’</w:t>
      </w:r>
      <w:r w:rsidRPr="003E4D35">
        <w:t>un orgue de style moins pur</w:t>
      </w:r>
      <w:r w:rsidR="00B97E5D">
        <w:t xml:space="preserve"> ; </w:t>
      </w:r>
      <w:r w:rsidRPr="003E4D35">
        <w:t>une caverne de cristal de roche</w:t>
      </w:r>
      <w:r w:rsidR="00B97E5D">
        <w:t xml:space="preserve">, </w:t>
      </w:r>
      <w:r w:rsidRPr="003E4D35">
        <w:t>dans laquelle se prenait parfois un oiseau rouge qui la faisait scintiller comme une ampoule</w:t>
      </w:r>
      <w:r w:rsidR="00B97E5D">
        <w:t xml:space="preserve"> ; </w:t>
      </w:r>
      <w:r w:rsidRPr="003E4D35">
        <w:t>et</w:t>
      </w:r>
      <w:r w:rsidR="00B97E5D">
        <w:t xml:space="preserve">, </w:t>
      </w:r>
      <w:r w:rsidRPr="003E4D35">
        <w:t>suprême confort des îles</w:t>
      </w:r>
      <w:r w:rsidR="00B97E5D">
        <w:t xml:space="preserve">, </w:t>
      </w:r>
      <w:r w:rsidRPr="003E4D35">
        <w:t>tout comme au fond des beaux sous-sols de Po</w:t>
      </w:r>
      <w:r w:rsidRPr="003E4D35">
        <w:t>i</w:t>
      </w:r>
      <w:r w:rsidRPr="003E4D35">
        <w:t>ré et de Groux</w:t>
      </w:r>
      <w:r w:rsidR="00B97E5D">
        <w:t xml:space="preserve">, </w:t>
      </w:r>
      <w:r w:rsidRPr="003E4D35">
        <w:t>au fond de chaque allée toute droite</w:t>
      </w:r>
      <w:r w:rsidR="00B97E5D">
        <w:t xml:space="preserve">, </w:t>
      </w:r>
      <w:r w:rsidRPr="003E4D35">
        <w:t>pavée de corail de deuil et bordée de cocotiers où montaient et desce</w:t>
      </w:r>
      <w:r w:rsidRPr="003E4D35">
        <w:t>n</w:t>
      </w:r>
      <w:r w:rsidRPr="003E4D35">
        <w:t>daient des crabes roses</w:t>
      </w:r>
      <w:r w:rsidR="00B97E5D">
        <w:t xml:space="preserve"> ; </w:t>
      </w:r>
      <w:r w:rsidRPr="003E4D35">
        <w:t>amassées contre un petit mont central</w:t>
      </w:r>
      <w:r w:rsidR="00B97E5D">
        <w:t xml:space="preserve">, </w:t>
      </w:r>
      <w:r w:rsidRPr="003E4D35">
        <w:t>des monceaux de plumes rouges et bleues</w:t>
      </w:r>
      <w:r w:rsidR="00B97E5D">
        <w:t xml:space="preserve">… </w:t>
      </w:r>
      <w:r w:rsidRPr="003E4D35">
        <w:t>C</w:t>
      </w:r>
      <w:r w:rsidR="00B97E5D">
        <w:t>’</w:t>
      </w:r>
      <w:r w:rsidRPr="003E4D35">
        <w:t>était bien une île</w:t>
      </w:r>
      <w:r w:rsidR="00B97E5D">
        <w:t xml:space="preserve">. </w:t>
      </w:r>
      <w:r w:rsidRPr="003E4D35">
        <w:t>Errant le long de la grève</w:t>
      </w:r>
      <w:r w:rsidR="00B97E5D">
        <w:t xml:space="preserve">, </w:t>
      </w:r>
      <w:r w:rsidRPr="003E4D35">
        <w:t>cherchant un gué</w:t>
      </w:r>
      <w:r w:rsidR="00B97E5D">
        <w:t xml:space="preserve">, </w:t>
      </w:r>
      <w:r w:rsidRPr="003E4D35">
        <w:t>un gué à traverser le Pacifique</w:t>
      </w:r>
      <w:r w:rsidR="00B97E5D">
        <w:t xml:space="preserve">, </w:t>
      </w:r>
      <w:r w:rsidRPr="003E4D35">
        <w:t>le soir j</w:t>
      </w:r>
      <w:r w:rsidR="00B97E5D">
        <w:t>’</w:t>
      </w:r>
      <w:r w:rsidRPr="003E4D35">
        <w:t>en avais fait le tour</w:t>
      </w:r>
      <w:r w:rsidR="00B97E5D">
        <w:t xml:space="preserve">… </w:t>
      </w:r>
      <w:r w:rsidRPr="003E4D35">
        <w:t>Deux milles peut-être en largeur</w:t>
      </w:r>
      <w:r w:rsidR="00B97E5D">
        <w:t xml:space="preserve">, </w:t>
      </w:r>
      <w:r w:rsidRPr="003E4D35">
        <w:t>trois en longueur</w:t>
      </w:r>
      <w:r w:rsidR="00B97E5D">
        <w:t xml:space="preserve"> ; </w:t>
      </w:r>
      <w:r w:rsidRPr="003E4D35">
        <w:t>de biais dans l</w:t>
      </w:r>
      <w:r w:rsidR="00B97E5D">
        <w:t>’</w:t>
      </w:r>
      <w:r w:rsidRPr="003E4D35">
        <w:t>Océan</w:t>
      </w:r>
      <w:r w:rsidR="00B97E5D">
        <w:t xml:space="preserve">, </w:t>
      </w:r>
      <w:r w:rsidRPr="003E4D35">
        <w:t>à ce que le soleil m</w:t>
      </w:r>
      <w:r w:rsidR="00B97E5D">
        <w:t>’</w:t>
      </w:r>
      <w:r w:rsidRPr="003E4D35">
        <w:t>indiqua</w:t>
      </w:r>
      <w:r w:rsidR="00B97E5D">
        <w:t xml:space="preserve">. </w:t>
      </w:r>
      <w:r w:rsidRPr="003E4D35">
        <w:t>Le soir même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franchi les sept rui</w:t>
      </w:r>
      <w:r w:rsidRPr="003E4D35">
        <w:t>s</w:t>
      </w:r>
      <w:r w:rsidRPr="003E4D35">
        <w:t>seaux</w:t>
      </w:r>
      <w:r w:rsidR="00B97E5D">
        <w:t xml:space="preserve">, </w:t>
      </w:r>
      <w:r w:rsidRPr="003E4D35">
        <w:t>obligée</w:t>
      </w:r>
      <w:r w:rsidR="00B97E5D">
        <w:t xml:space="preserve">, </w:t>
      </w:r>
      <w:r w:rsidRPr="003E4D35">
        <w:t>pour le plus rapide et le plus large</w:t>
      </w:r>
      <w:r w:rsidR="00B97E5D">
        <w:t xml:space="preserve">, </w:t>
      </w:r>
      <w:r w:rsidRPr="003E4D35">
        <w:t>de remonter à leur source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 gravi la montagne</w:t>
      </w:r>
      <w:r w:rsidR="00B97E5D">
        <w:t xml:space="preserve">, </w:t>
      </w:r>
      <w:r w:rsidRPr="003E4D35">
        <w:t>aperçu</w:t>
      </w:r>
      <w:r w:rsidR="00B97E5D">
        <w:t xml:space="preserve"> – </w:t>
      </w:r>
      <w:r w:rsidRPr="003E4D35">
        <w:t>pour que tout malentendu fût dissipé aussi dès le premier jour avec l</w:t>
      </w:r>
      <w:r w:rsidR="00B97E5D">
        <w:t>’</w:t>
      </w:r>
      <w:r w:rsidRPr="003E4D35">
        <w:t>Espéra</w:t>
      </w:r>
      <w:r w:rsidRPr="003E4D35">
        <w:t>n</w:t>
      </w:r>
      <w:r w:rsidRPr="003E4D35">
        <w:t>ce</w:t>
      </w:r>
      <w:r w:rsidR="00B97E5D">
        <w:t xml:space="preserve"> – </w:t>
      </w:r>
      <w:r w:rsidRPr="003E4D35">
        <w:t>à deux ou trois kilomètres au sud une seconde île</w:t>
      </w:r>
      <w:r w:rsidR="00B97E5D">
        <w:t xml:space="preserve">, </w:t>
      </w:r>
      <w:r w:rsidRPr="003E4D35">
        <w:t>un peu plus grande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à mi-chemin entre celle-là et l</w:t>
      </w:r>
      <w:r w:rsidR="00B97E5D">
        <w:t>’</w:t>
      </w:r>
      <w:r w:rsidRPr="003E4D35">
        <w:t>horizon</w:t>
      </w:r>
      <w:r w:rsidR="00B97E5D">
        <w:t xml:space="preserve">, </w:t>
      </w:r>
      <w:r w:rsidRPr="003E4D35">
        <w:t>pour que la route n</w:t>
      </w:r>
      <w:r w:rsidR="00B97E5D">
        <w:t>’</w:t>
      </w:r>
      <w:r w:rsidRPr="003E4D35">
        <w:t>en parût point à mon regard même infinie</w:t>
      </w:r>
      <w:r w:rsidR="00B97E5D">
        <w:t xml:space="preserve">, </w:t>
      </w:r>
      <w:r w:rsidRPr="003E4D35">
        <w:t>une tro</w:t>
      </w:r>
      <w:r w:rsidRPr="003E4D35">
        <w:t>i</w:t>
      </w:r>
      <w:r w:rsidRPr="003E4D35">
        <w:t>sième</w:t>
      </w:r>
      <w:r w:rsidR="00B97E5D">
        <w:t xml:space="preserve">, </w:t>
      </w:r>
      <w:r w:rsidRPr="003E4D35">
        <w:t>scintillante de grandes lumières vertes comme les arrêts facultatifs des tramways</w:t>
      </w:r>
      <w:r w:rsidR="00B97E5D">
        <w:t xml:space="preserve">, </w:t>
      </w:r>
      <w:r w:rsidRPr="003E4D35">
        <w:t>à Paris</w:t>
      </w:r>
      <w:r w:rsidR="00B97E5D">
        <w:t>.</w:t>
      </w:r>
    </w:p>
    <w:p w14:paraId="083322AC" w14:textId="7FB1396E" w:rsidR="00F225BE" w:rsidRPr="003E4D35" w:rsidRDefault="00F225BE" w:rsidP="00F225BE"/>
    <w:p w14:paraId="4F9898FA" w14:textId="77777777" w:rsidR="00B97E5D" w:rsidRDefault="00F225BE" w:rsidP="00F225BE">
      <w:r w:rsidRPr="003E4D35">
        <w:t>Je rougis d</w:t>
      </w:r>
      <w:r w:rsidR="00B97E5D">
        <w:t>’</w:t>
      </w:r>
      <w:r w:rsidRPr="003E4D35">
        <w:t>avouer à quoi se passa ma première semaine</w:t>
      </w:r>
      <w:r w:rsidR="00B97E5D">
        <w:t xml:space="preserve">, </w:t>
      </w:r>
      <w:r w:rsidRPr="003E4D35">
        <w:t>quand je compare cette vie frivole à celles des naufragés class</w:t>
      </w:r>
      <w:r w:rsidRPr="003E4D35">
        <w:t>i</w:t>
      </w:r>
      <w:r w:rsidRPr="003E4D35">
        <w:t>ques</w:t>
      </w:r>
      <w:r w:rsidR="00B97E5D">
        <w:t xml:space="preserve">. </w:t>
      </w:r>
      <w:r w:rsidRPr="003E4D35">
        <w:t>À part le coup de bec qui m</w:t>
      </w:r>
      <w:r w:rsidR="00B97E5D">
        <w:t>’</w:t>
      </w:r>
      <w:r w:rsidRPr="003E4D35">
        <w:t xml:space="preserve">éveillait chaque matin et </w:t>
      </w:r>
      <w:r w:rsidRPr="003E4D35">
        <w:lastRenderedPageBreak/>
        <w:t>qui cessa du jour où je surpris et frappai l</w:t>
      </w:r>
      <w:r w:rsidR="00B97E5D">
        <w:t>’</w:t>
      </w:r>
      <w:r w:rsidRPr="003E4D35">
        <w:t>oiseau</w:t>
      </w:r>
      <w:r w:rsidR="00B97E5D">
        <w:t xml:space="preserve">, </w:t>
      </w:r>
      <w:r w:rsidRPr="003E4D35">
        <w:t>à part ce coup au front</w:t>
      </w:r>
      <w:r w:rsidR="00B97E5D">
        <w:t xml:space="preserve">, </w:t>
      </w:r>
      <w:r w:rsidRPr="003E4D35">
        <w:t>pas beaucoup plus fort d</w:t>
      </w:r>
      <w:r w:rsidR="00B97E5D">
        <w:t>’</w:t>
      </w:r>
      <w:r w:rsidRPr="003E4D35">
        <w:t>ailleurs pour celles de mon âge qu</w:t>
      </w:r>
      <w:r w:rsidR="00B97E5D">
        <w:t>’</w:t>
      </w:r>
      <w:r w:rsidRPr="003E4D35">
        <w:t>une forte pensée</w:t>
      </w:r>
      <w:r w:rsidR="00B97E5D">
        <w:t xml:space="preserve">, </w:t>
      </w:r>
      <w:r w:rsidRPr="003E4D35">
        <w:t>je n</w:t>
      </w:r>
      <w:r w:rsidR="00B97E5D">
        <w:t>’</w:t>
      </w:r>
      <w:r w:rsidRPr="003E4D35">
        <w:t>ai pas eu une douleur dans l</w:t>
      </w:r>
      <w:r w:rsidR="00B97E5D">
        <w:t>’</w:t>
      </w:r>
      <w:r w:rsidRPr="003E4D35">
        <w:t>île</w:t>
      </w:r>
      <w:r w:rsidR="00B97E5D">
        <w:t xml:space="preserve">. </w:t>
      </w:r>
      <w:r w:rsidRPr="003E4D35">
        <w:t>Le s</w:t>
      </w:r>
      <w:r w:rsidRPr="003E4D35">
        <w:t>e</w:t>
      </w:r>
      <w:r w:rsidRPr="003E4D35">
        <w:t>cond jour</w:t>
      </w:r>
      <w:r w:rsidR="00B97E5D">
        <w:t xml:space="preserve">, </w:t>
      </w:r>
      <w:r w:rsidRPr="003E4D35">
        <w:t>je l</w:t>
      </w:r>
      <w:r w:rsidR="00B97E5D">
        <w:t>’</w:t>
      </w:r>
      <w:r w:rsidRPr="003E4D35">
        <w:t>occupai à me faire</w:t>
      </w:r>
      <w:r w:rsidR="00B97E5D">
        <w:t xml:space="preserve">, </w:t>
      </w:r>
      <w:r w:rsidRPr="003E4D35">
        <w:t>dans une des trois niches de la caverne de corail blanc un lit avec des plumages dont l</w:t>
      </w:r>
      <w:r w:rsidR="00B97E5D">
        <w:t>’</w:t>
      </w:r>
      <w:r w:rsidRPr="003E4D35">
        <w:t>île était jonchée</w:t>
      </w:r>
      <w:r w:rsidR="00B97E5D">
        <w:t xml:space="preserve">. </w:t>
      </w:r>
      <w:r w:rsidRPr="003E4D35">
        <w:t>Le troisième jour</w:t>
      </w:r>
      <w:r w:rsidR="00B97E5D">
        <w:t xml:space="preserve">, </w:t>
      </w:r>
      <w:r w:rsidRPr="003E4D35">
        <w:t>je retirai les plumes trop dures et amassai les duvets de gros oiseaux de mer</w:t>
      </w:r>
      <w:r w:rsidR="00B97E5D">
        <w:t xml:space="preserve">, </w:t>
      </w:r>
      <w:r w:rsidRPr="003E4D35">
        <w:t>qui les perdaient en flocons au moindre vol et qu</w:t>
      </w:r>
      <w:r w:rsidR="00B97E5D">
        <w:t>’</w:t>
      </w:r>
      <w:r w:rsidRPr="003E4D35">
        <w:t>un regard plumait comme une v</w:t>
      </w:r>
      <w:r w:rsidRPr="003E4D35">
        <w:t>o</w:t>
      </w:r>
      <w:r w:rsidRPr="003E4D35">
        <w:t>lée de plomb</w:t>
      </w:r>
      <w:r w:rsidR="00B97E5D">
        <w:t xml:space="preserve">. </w:t>
      </w:r>
      <w:r w:rsidRPr="003E4D35">
        <w:t>Le quatrième jour</w:t>
      </w:r>
      <w:r w:rsidR="00B97E5D">
        <w:t xml:space="preserve">, </w:t>
      </w:r>
      <w:r w:rsidRPr="003E4D35">
        <w:t>je triai les plumes d</w:t>
      </w:r>
      <w:r w:rsidR="00B97E5D">
        <w:t>’</w:t>
      </w:r>
      <w:r w:rsidRPr="003E4D35">
        <w:t>après leur couleur</w:t>
      </w:r>
      <w:r w:rsidR="00B97E5D">
        <w:t xml:space="preserve">, </w:t>
      </w:r>
      <w:r w:rsidRPr="003E4D35">
        <w:t>pour avoir trois divans</w:t>
      </w:r>
      <w:r w:rsidR="00B97E5D">
        <w:t xml:space="preserve">, </w:t>
      </w:r>
      <w:r w:rsidRPr="003E4D35">
        <w:t>jaune</w:t>
      </w:r>
      <w:r w:rsidR="00B97E5D">
        <w:t xml:space="preserve">, </w:t>
      </w:r>
      <w:r w:rsidRPr="003E4D35">
        <w:t>ocre</w:t>
      </w:r>
      <w:r w:rsidR="00B97E5D">
        <w:t xml:space="preserve">, </w:t>
      </w:r>
      <w:r w:rsidRPr="003E4D35">
        <w:t>rouge</w:t>
      </w:r>
      <w:r w:rsidR="00B97E5D">
        <w:t xml:space="preserve">. </w:t>
      </w:r>
      <w:r w:rsidRPr="003E4D35">
        <w:t>Le ci</w:t>
      </w:r>
      <w:r w:rsidRPr="003E4D35">
        <w:t>n</w:t>
      </w:r>
      <w:r w:rsidRPr="003E4D35">
        <w:t>quième jour</w:t>
      </w:r>
      <w:r w:rsidR="00B97E5D">
        <w:t xml:space="preserve">, </w:t>
      </w:r>
      <w:r w:rsidRPr="003E4D35">
        <w:t>je dus vider ces trois niches comme trois baigno</w:t>
      </w:r>
      <w:r w:rsidRPr="003E4D35">
        <w:t>i</w:t>
      </w:r>
      <w:r w:rsidRPr="003E4D35">
        <w:t>res</w:t>
      </w:r>
      <w:r w:rsidR="00B97E5D">
        <w:t xml:space="preserve">, </w:t>
      </w:r>
      <w:r w:rsidRPr="003E4D35">
        <w:t xml:space="preserve">pour retrouver une des bagues de </w:t>
      </w:r>
      <w:proofErr w:type="spellStart"/>
      <w:r w:rsidRPr="003E4D35">
        <w:t>Nenetza</w:t>
      </w:r>
      <w:proofErr w:type="spellEnd"/>
      <w:r w:rsidR="00B97E5D">
        <w:t xml:space="preserve">, </w:t>
      </w:r>
      <w:r w:rsidRPr="003E4D35">
        <w:t>que j</w:t>
      </w:r>
      <w:r w:rsidR="00B97E5D">
        <w:t>’</w:t>
      </w:r>
      <w:r w:rsidRPr="003E4D35">
        <w:t>y avais perdue</w:t>
      </w:r>
      <w:r w:rsidR="00B97E5D">
        <w:t xml:space="preserve">. </w:t>
      </w:r>
      <w:r w:rsidRPr="003E4D35">
        <w:t>Le sixième jour</w:t>
      </w:r>
      <w:r w:rsidR="00B97E5D">
        <w:t xml:space="preserve">, </w:t>
      </w:r>
      <w:r w:rsidRPr="003E4D35">
        <w:t>je retirai certaines plumes vertes qui déte</w:t>
      </w:r>
      <w:r w:rsidRPr="003E4D35">
        <w:t>i</w:t>
      </w:r>
      <w:r w:rsidRPr="003E4D35">
        <w:t>gnaient</w:t>
      </w:r>
      <w:r w:rsidR="00B97E5D">
        <w:t xml:space="preserve">, </w:t>
      </w:r>
      <w:r w:rsidRPr="003E4D35">
        <w:t>et certaines pourpres qui piquaient</w:t>
      </w:r>
      <w:r w:rsidR="00B97E5D">
        <w:t xml:space="preserve">. </w:t>
      </w:r>
      <w:r w:rsidRPr="003E4D35">
        <w:t>Après ces six jours de création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étais juste arrivée à faire mon lit</w:t>
      </w:r>
      <w:r w:rsidR="00B97E5D">
        <w:t xml:space="preserve">… </w:t>
      </w:r>
      <w:r w:rsidRPr="003E4D35">
        <w:t>Déjà c</w:t>
      </w:r>
      <w:r w:rsidRPr="003E4D35">
        <w:t>e</w:t>
      </w:r>
      <w:r w:rsidRPr="003E4D35">
        <w:t>pendant le lait avait jailli pour moi de l</w:t>
      </w:r>
      <w:r w:rsidR="00B97E5D">
        <w:t>’</w:t>
      </w:r>
      <w:r w:rsidRPr="003E4D35">
        <w:t>arbre de lait</w:t>
      </w:r>
      <w:r w:rsidR="00B97E5D">
        <w:t xml:space="preserve"> ; </w:t>
      </w:r>
      <w:r w:rsidRPr="003E4D35">
        <w:t>flattant l</w:t>
      </w:r>
      <w:r w:rsidR="00B97E5D">
        <w:t>’</w:t>
      </w:r>
      <w:r w:rsidRPr="003E4D35">
        <w:t>arbre de la main</w:t>
      </w:r>
      <w:r w:rsidR="00B97E5D">
        <w:t xml:space="preserve">, </w:t>
      </w:r>
      <w:r w:rsidRPr="003E4D35">
        <w:t>génisse millénaire dont le vent retournait parfois la cr</w:t>
      </w:r>
      <w:r w:rsidRPr="003E4D35">
        <w:t>i</w:t>
      </w:r>
      <w:r w:rsidRPr="003E4D35">
        <w:t>nière vers ma joue</w:t>
      </w:r>
      <w:r w:rsidR="00B97E5D">
        <w:t xml:space="preserve">, </w:t>
      </w:r>
      <w:r w:rsidRPr="003E4D35">
        <w:t>je réussissais à emplir ma boîte de conse</w:t>
      </w:r>
      <w:r w:rsidRPr="003E4D35">
        <w:t>r</w:t>
      </w:r>
      <w:r w:rsidRPr="003E4D35">
        <w:t>ves</w:t>
      </w:r>
      <w:r w:rsidR="00B97E5D">
        <w:t xml:space="preserve"> ; </w:t>
      </w:r>
      <w:r w:rsidRPr="003E4D35">
        <w:t>déjà je savais que l</w:t>
      </w:r>
      <w:r w:rsidR="00B97E5D">
        <w:t>’</w:t>
      </w:r>
      <w:r w:rsidRPr="003E4D35">
        <w:t>on peut boire à même l</w:t>
      </w:r>
      <w:r w:rsidR="00B97E5D">
        <w:t>’</w:t>
      </w:r>
      <w:r w:rsidRPr="003E4D35">
        <w:t>arbre vin</w:t>
      </w:r>
      <w:r w:rsidR="00B97E5D">
        <w:t xml:space="preserve">, </w:t>
      </w:r>
      <w:r w:rsidRPr="003E4D35">
        <w:t>mais qu</w:t>
      </w:r>
      <w:r w:rsidR="00B97E5D">
        <w:t>’</w:t>
      </w:r>
      <w:r w:rsidRPr="003E4D35">
        <w:t>il faut que repose le suc de l</w:t>
      </w:r>
      <w:r w:rsidR="00B97E5D">
        <w:t>’</w:t>
      </w:r>
      <w:r w:rsidRPr="003E4D35">
        <w:t>arbre cidre</w:t>
      </w:r>
      <w:r w:rsidR="00B97E5D">
        <w:t xml:space="preserve"> ; </w:t>
      </w:r>
      <w:r w:rsidRPr="003E4D35">
        <w:t>déjà les fruits que l</w:t>
      </w:r>
      <w:r w:rsidR="00B97E5D">
        <w:t>’</w:t>
      </w:r>
      <w:r w:rsidRPr="003E4D35">
        <w:t>on sèche et ceux que l</w:t>
      </w:r>
      <w:r w:rsidR="00B97E5D">
        <w:t>’</w:t>
      </w:r>
      <w:r w:rsidRPr="003E4D35">
        <w:t>on mange frais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ma grève balayée d</w:t>
      </w:r>
      <w:r w:rsidR="00B97E5D">
        <w:t>’</w:t>
      </w:r>
      <w:r w:rsidRPr="003E4D35">
        <w:t>un balai en vrai marabout</w:t>
      </w:r>
      <w:r w:rsidR="00B97E5D">
        <w:t xml:space="preserve">, </w:t>
      </w:r>
      <w:r w:rsidRPr="003E4D35">
        <w:t>mon costume de ficelles et de plumes de paradis achevé</w:t>
      </w:r>
      <w:r w:rsidR="00B97E5D">
        <w:t xml:space="preserve">, </w:t>
      </w:r>
      <w:r w:rsidRPr="003E4D35">
        <w:t>une fois tout vérifié</w:t>
      </w:r>
      <w:r w:rsidR="00B97E5D">
        <w:t xml:space="preserve">, </w:t>
      </w:r>
      <w:r w:rsidRPr="003E4D35">
        <w:t>le soleil vér</w:t>
      </w:r>
      <w:r w:rsidRPr="003E4D35">
        <w:t>i</w:t>
      </w:r>
      <w:r w:rsidRPr="003E4D35">
        <w:t>fié avec mes deux loupes d</w:t>
      </w:r>
      <w:r w:rsidR="00B97E5D">
        <w:t>’</w:t>
      </w:r>
      <w:r w:rsidRPr="003E4D35">
        <w:t>où je tirais le feu le plus facile</w:t>
      </w:r>
      <w:r w:rsidR="00B97E5D">
        <w:t xml:space="preserve">, </w:t>
      </w:r>
      <w:r w:rsidRPr="003E4D35">
        <w:t>vérifié le ruisseau plein de ces poissons qui n</w:t>
      </w:r>
      <w:r w:rsidR="00B97E5D">
        <w:t>’</w:t>
      </w:r>
      <w:r w:rsidRPr="003E4D35">
        <w:t>avaient que deux cents mètres pour leurs ébats entre l</w:t>
      </w:r>
      <w:r w:rsidR="00B97E5D">
        <w:t>’</w:t>
      </w:r>
      <w:r w:rsidRPr="003E4D35">
        <w:t>eau salée et le roc de la source</w:t>
      </w:r>
      <w:r w:rsidR="00B97E5D">
        <w:t xml:space="preserve">, </w:t>
      </w:r>
      <w:r w:rsidRPr="003E4D35">
        <w:t>vérifiés trois échos dont le dernier répétait douze fois vos par</w:t>
      </w:r>
      <w:r w:rsidRPr="003E4D35">
        <w:t>o</w:t>
      </w:r>
      <w:r w:rsidRPr="003E4D35">
        <w:t>les</w:t>
      </w:r>
      <w:r w:rsidR="00B97E5D">
        <w:t xml:space="preserve">, </w:t>
      </w:r>
      <w:r w:rsidRPr="003E4D35">
        <w:t>écho pour femme seule</w:t>
      </w:r>
      <w:r w:rsidR="00B97E5D">
        <w:t xml:space="preserve">, </w:t>
      </w:r>
      <w:r w:rsidRPr="003E4D35">
        <w:t>vérifiées les huîtres</w:t>
      </w:r>
      <w:r w:rsidR="00B97E5D">
        <w:t xml:space="preserve">, </w:t>
      </w:r>
      <w:r w:rsidRPr="003E4D35">
        <w:t>les moules</w:t>
      </w:r>
      <w:r w:rsidR="00B97E5D">
        <w:t xml:space="preserve">, </w:t>
      </w:r>
      <w:r w:rsidRPr="003E4D35">
        <w:t>e</w:t>
      </w:r>
      <w:r w:rsidRPr="003E4D35">
        <w:t>x</w:t>
      </w:r>
      <w:r w:rsidRPr="003E4D35">
        <w:t>cellentes mais dont la nacre était molle de nouveauté</w:t>
      </w:r>
      <w:r w:rsidR="00B97E5D">
        <w:t xml:space="preserve">, </w:t>
      </w:r>
      <w:r w:rsidRPr="003E4D35">
        <w:t>vérifiée l</w:t>
      </w:r>
      <w:r w:rsidR="00B97E5D">
        <w:t>’</w:t>
      </w:r>
      <w:r w:rsidRPr="003E4D35">
        <w:t>herbe qui remplacerait pour moi le cerfeuil</w:t>
      </w:r>
      <w:r w:rsidR="00B97E5D">
        <w:t xml:space="preserve">, </w:t>
      </w:r>
      <w:r w:rsidRPr="003E4D35">
        <w:t>celle qui serait mon échalote</w:t>
      </w:r>
      <w:r w:rsidR="00B97E5D">
        <w:t xml:space="preserve">, </w:t>
      </w:r>
      <w:r w:rsidRPr="003E4D35">
        <w:t>me sentant pour jamais sans occupation sur cette île parfaite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attendis</w:t>
      </w:r>
      <w:r w:rsidR="00B97E5D">
        <w:t>…</w:t>
      </w:r>
    </w:p>
    <w:p w14:paraId="03548D12" w14:textId="77777777" w:rsidR="00B97E5D" w:rsidRDefault="00F225BE" w:rsidP="00F225BE">
      <w:r w:rsidRPr="003E4D35">
        <w:lastRenderedPageBreak/>
        <w:t>Tant pis si je vous décris trop tôt les tortures de l</w:t>
      </w:r>
      <w:r w:rsidR="00B97E5D">
        <w:t>’</w:t>
      </w:r>
      <w:r w:rsidRPr="003E4D35">
        <w:t>attente</w:t>
      </w:r>
      <w:r w:rsidR="00B97E5D">
        <w:t xml:space="preserve">. </w:t>
      </w:r>
      <w:r w:rsidRPr="003E4D35">
        <w:t>Je passais mes journées au bord même de la mer</w:t>
      </w:r>
      <w:r w:rsidR="00B97E5D">
        <w:t xml:space="preserve">, </w:t>
      </w:r>
      <w:r w:rsidRPr="003E4D35">
        <w:t>les pieds to</w:t>
      </w:r>
      <w:r w:rsidRPr="003E4D35">
        <w:t>u</w:t>
      </w:r>
      <w:r w:rsidRPr="003E4D35">
        <w:t>chant l</w:t>
      </w:r>
      <w:r w:rsidR="00B97E5D">
        <w:t>’</w:t>
      </w:r>
      <w:r w:rsidRPr="003E4D35">
        <w:t>Océan par je ne sais quelle superstition qui me conda</w:t>
      </w:r>
      <w:r w:rsidRPr="003E4D35">
        <w:t>m</w:t>
      </w:r>
      <w:r w:rsidRPr="003E4D35">
        <w:t>nait à ne pas perdre son contact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attendais pour le soir même</w:t>
      </w:r>
      <w:r w:rsidR="00B97E5D">
        <w:t xml:space="preserve">, </w:t>
      </w:r>
      <w:r w:rsidRPr="003E4D35">
        <w:t>pour le lendemain au plus tard</w:t>
      </w:r>
      <w:r w:rsidR="00B97E5D">
        <w:t xml:space="preserve">. </w:t>
      </w:r>
      <w:r w:rsidRPr="003E4D35">
        <w:t>Parfois</w:t>
      </w:r>
      <w:r w:rsidR="00B97E5D">
        <w:t xml:space="preserve">, </w:t>
      </w:r>
      <w:r w:rsidRPr="003E4D35">
        <w:t>désespérée</w:t>
      </w:r>
      <w:r w:rsidR="00B97E5D">
        <w:t xml:space="preserve">, </w:t>
      </w:r>
      <w:r w:rsidRPr="003E4D35">
        <w:t>je me rec</w:t>
      </w:r>
      <w:r w:rsidRPr="003E4D35">
        <w:t>u</w:t>
      </w:r>
      <w:r w:rsidRPr="003E4D35">
        <w:t>lais d</w:t>
      </w:r>
      <w:r w:rsidR="00B97E5D">
        <w:t>’</w:t>
      </w:r>
      <w:r w:rsidRPr="003E4D35">
        <w:t>un mètre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pas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que je n</w:t>
      </w:r>
      <w:r w:rsidR="00B97E5D">
        <w:t>’</w:t>
      </w:r>
      <w:r w:rsidRPr="003E4D35">
        <w:t>attendais plus le secours que pour dans six mois</w:t>
      </w:r>
      <w:r w:rsidR="00B97E5D">
        <w:t xml:space="preserve">, </w:t>
      </w:r>
      <w:r w:rsidRPr="003E4D35">
        <w:t>dans un an</w:t>
      </w:r>
      <w:r w:rsidR="00B97E5D">
        <w:t xml:space="preserve">. </w:t>
      </w:r>
      <w:r w:rsidRPr="003E4D35">
        <w:t>Par des additions</w:t>
      </w:r>
      <w:r w:rsidR="00B97E5D">
        <w:t xml:space="preserve">, </w:t>
      </w:r>
      <w:r w:rsidRPr="003E4D35">
        <w:t>par des chiffres que je vérifiais tout le jour</w:t>
      </w:r>
      <w:r w:rsidR="00B97E5D">
        <w:t xml:space="preserve">, </w:t>
      </w:r>
      <w:r w:rsidRPr="003E4D35">
        <w:t>gagnant quelquefois une semaine sur le total précédent</w:t>
      </w:r>
      <w:r w:rsidR="00B97E5D">
        <w:t xml:space="preserve">, </w:t>
      </w:r>
      <w:r w:rsidRPr="003E4D35">
        <w:t>je trouvais le compte précis des mois</w:t>
      </w:r>
      <w:r w:rsidR="00B97E5D">
        <w:t xml:space="preserve">, </w:t>
      </w:r>
      <w:r w:rsidRPr="003E4D35">
        <w:t>des années qu</w:t>
      </w:r>
      <w:r w:rsidR="00B97E5D">
        <w:t>’</w:t>
      </w:r>
      <w:r w:rsidRPr="003E4D35">
        <w:t>il me faudrait subir dans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à moins d</w:t>
      </w:r>
      <w:r w:rsidR="00B97E5D">
        <w:t>’</w:t>
      </w:r>
      <w:r w:rsidRPr="003E4D35">
        <w:t>un hasard</w:t>
      </w:r>
      <w:r w:rsidR="00B97E5D">
        <w:t xml:space="preserve">, </w:t>
      </w:r>
      <w:r w:rsidRPr="003E4D35">
        <w:t>avant qu</w:t>
      </w:r>
      <w:r w:rsidR="00B97E5D">
        <w:t>’</w:t>
      </w:r>
      <w:r w:rsidRPr="003E4D35">
        <w:t>un navire fût envoyé à notre recherche</w:t>
      </w:r>
      <w:r w:rsidR="00B97E5D">
        <w:t xml:space="preserve">. </w:t>
      </w:r>
      <w:r w:rsidRPr="003E4D35">
        <w:t>Mieux qu</w:t>
      </w:r>
      <w:r w:rsidR="00B97E5D">
        <w:t>’</w:t>
      </w:r>
      <w:r w:rsidRPr="003E4D35">
        <w:t>un armateur qui construirait lui-même son steamer</w:t>
      </w:r>
      <w:r w:rsidR="00B97E5D">
        <w:t xml:space="preserve">, </w:t>
      </w:r>
      <w:r w:rsidRPr="003E4D35">
        <w:t>je connais maintenant ce qu</w:t>
      </w:r>
      <w:r w:rsidR="00B97E5D">
        <w:t>’</w:t>
      </w:r>
      <w:r w:rsidRPr="003E4D35">
        <w:t>un navire coûte de peine et de jours</w:t>
      </w:r>
      <w:r w:rsidR="00B97E5D">
        <w:t xml:space="preserve">… </w:t>
      </w:r>
      <w:r w:rsidRPr="003E4D35">
        <w:t>Que de semaines encore</w:t>
      </w:r>
      <w:r w:rsidR="00B97E5D">
        <w:t xml:space="preserve">, </w:t>
      </w:r>
      <w:r w:rsidRPr="003E4D35">
        <w:t>avant qu</w:t>
      </w:r>
      <w:r w:rsidR="00B97E5D">
        <w:t>’</w:t>
      </w:r>
      <w:r w:rsidRPr="003E4D35">
        <w:t>on ait passé le mien au r</w:t>
      </w:r>
      <w:r w:rsidRPr="003E4D35">
        <w:t>a</w:t>
      </w:r>
      <w:r w:rsidRPr="003E4D35">
        <w:t>doub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on ait repeint</w:t>
      </w:r>
      <w:r w:rsidR="00B97E5D">
        <w:t xml:space="preserve"> (</w:t>
      </w:r>
      <w:r w:rsidRPr="003E4D35">
        <w:t>pourvu qu</w:t>
      </w:r>
      <w:r w:rsidR="00B97E5D">
        <w:t>’</w:t>
      </w:r>
      <w:r w:rsidRPr="003E4D35">
        <w:t>il fasse soleil en Europe</w:t>
      </w:r>
      <w:r w:rsidR="00B97E5D">
        <w:t xml:space="preserve"> !) </w:t>
      </w:r>
      <w:r w:rsidRPr="003E4D35">
        <w:t>sa bande rouge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on ait rassemblé dans son entrepont ces mat</w:t>
      </w:r>
      <w:r w:rsidRPr="003E4D35">
        <w:t>e</w:t>
      </w:r>
      <w:r w:rsidRPr="003E4D35">
        <w:t>lots que je voyais en ce moment au fond d</w:t>
      </w:r>
      <w:r w:rsidR="00B97E5D">
        <w:t>’</w:t>
      </w:r>
      <w:r w:rsidRPr="003E4D35">
        <w:t>un cabaret de Saint-Brieuc ou dans un wagon de la gare de Gannat</w:t>
      </w:r>
      <w:r w:rsidR="00B97E5D">
        <w:t xml:space="preserve">, </w:t>
      </w:r>
      <w:r w:rsidRPr="003E4D35">
        <w:t>sur cette diag</w:t>
      </w:r>
      <w:r w:rsidRPr="003E4D35">
        <w:t>o</w:t>
      </w:r>
      <w:r w:rsidRPr="003E4D35">
        <w:t>nale de Brest à Toulon qui amène les équipages d</w:t>
      </w:r>
      <w:r w:rsidR="00B97E5D">
        <w:t>’</w:t>
      </w:r>
      <w:r w:rsidRPr="003E4D35">
        <w:t>une mer à l</w:t>
      </w:r>
      <w:r w:rsidR="00B97E5D">
        <w:t>’</w:t>
      </w:r>
      <w:r w:rsidRPr="003E4D35">
        <w:t>autre avec l</w:t>
      </w:r>
      <w:r w:rsidR="00B97E5D">
        <w:t>’</w:t>
      </w:r>
      <w:r w:rsidRPr="003E4D35">
        <w:t>Auvergne pour écluse</w:t>
      </w:r>
      <w:r w:rsidR="00B97E5D">
        <w:t xml:space="preserve"> ; </w:t>
      </w:r>
      <w:r w:rsidRPr="003E4D35">
        <w:t>avant que ne soient emba</w:t>
      </w:r>
      <w:r w:rsidRPr="003E4D35">
        <w:t>r</w:t>
      </w:r>
      <w:r w:rsidRPr="003E4D35">
        <w:t>qués ces moutons qui pâturaient encore en Nivernais</w:t>
      </w:r>
      <w:r w:rsidR="00B97E5D">
        <w:t xml:space="preserve">, </w:t>
      </w:r>
      <w:r w:rsidRPr="003E4D35">
        <w:t>près d</w:t>
      </w:r>
      <w:r w:rsidR="00B97E5D">
        <w:t>’</w:t>
      </w:r>
      <w:r w:rsidRPr="003E4D35">
        <w:t>une ferme dont on raserait les haies avant leur vente</w:t>
      </w:r>
      <w:r w:rsidR="00B97E5D">
        <w:t xml:space="preserve"> ! </w:t>
      </w:r>
      <w:r w:rsidRPr="003E4D35">
        <w:t>Six mois de soleil continu en Europe m</w:t>
      </w:r>
      <w:r w:rsidR="00B97E5D">
        <w:t>’</w:t>
      </w:r>
      <w:r w:rsidRPr="003E4D35">
        <w:t>auraient fait gagner deux ou trois jours</w:t>
      </w:r>
      <w:r w:rsidR="00B97E5D">
        <w:t xml:space="preserve"> ! </w:t>
      </w:r>
      <w:r w:rsidRPr="003E4D35">
        <w:t>Parfois je croyais sentir que le navire partait</w:t>
      </w:r>
      <w:r w:rsidR="00B97E5D">
        <w:t xml:space="preserve">, </w:t>
      </w:r>
      <w:r w:rsidRPr="003E4D35">
        <w:t>peut-être partait-il</w:t>
      </w:r>
      <w:r w:rsidR="00B97E5D">
        <w:t xml:space="preserve">, </w:t>
      </w:r>
      <w:r w:rsidRPr="003E4D35">
        <w:t>on mettait un navire gigantesque à la mer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de l</w:t>
      </w:r>
      <w:r w:rsidR="00B97E5D">
        <w:t>’</w:t>
      </w:r>
      <w:r w:rsidRPr="003E4D35">
        <w:t>eau soudain jusqu</w:t>
      </w:r>
      <w:r w:rsidR="00B97E5D">
        <w:t>’</w:t>
      </w:r>
      <w:r w:rsidRPr="003E4D35">
        <w:t>aux chevilles</w:t>
      </w:r>
      <w:r w:rsidR="00B97E5D">
        <w:t xml:space="preserve"> ; </w:t>
      </w:r>
      <w:r w:rsidRPr="003E4D35">
        <w:t>mais un soupçon se gli</w:t>
      </w:r>
      <w:r w:rsidRPr="003E4D35">
        <w:t>s</w:t>
      </w:r>
      <w:r w:rsidRPr="003E4D35">
        <w:t>sait en moi</w:t>
      </w:r>
      <w:r w:rsidR="00B97E5D">
        <w:t xml:space="preserve">, </w:t>
      </w:r>
      <w:r w:rsidRPr="003E4D35">
        <w:t>un défaut se glissait en lui</w:t>
      </w:r>
      <w:r w:rsidR="00B97E5D">
        <w:t xml:space="preserve">, </w:t>
      </w:r>
      <w:r w:rsidRPr="003E4D35">
        <w:t>et je me sentais obligée de le ramener au port</w:t>
      </w:r>
      <w:r w:rsidR="00B97E5D">
        <w:t xml:space="preserve">. </w:t>
      </w:r>
      <w:r w:rsidRPr="003E4D35">
        <w:t>Le bœuf de Salers</w:t>
      </w:r>
      <w:r w:rsidR="00B97E5D">
        <w:t xml:space="preserve">, </w:t>
      </w:r>
      <w:r w:rsidRPr="003E4D35">
        <w:t>qui devait remplir ses conserves</w:t>
      </w:r>
      <w:r w:rsidR="00B97E5D">
        <w:t xml:space="preserve">, </w:t>
      </w:r>
      <w:r w:rsidRPr="003E4D35">
        <w:t>je le voyais subitement</w:t>
      </w:r>
      <w:r w:rsidR="00B97E5D">
        <w:t xml:space="preserve">, </w:t>
      </w:r>
      <w:r w:rsidRPr="003E4D35">
        <w:t>encore vivant et paisible</w:t>
      </w:r>
      <w:r w:rsidR="00B97E5D">
        <w:t xml:space="preserve">, </w:t>
      </w:r>
      <w:r w:rsidRPr="003E4D35">
        <w:t>dans un chemin creux de Salers</w:t>
      </w:r>
      <w:r w:rsidR="00B97E5D">
        <w:t xml:space="preserve"> ; </w:t>
      </w:r>
      <w:r w:rsidRPr="003E4D35">
        <w:t>le troisième anneau de l</w:t>
      </w:r>
      <w:r w:rsidR="00B97E5D">
        <w:t>’</w:t>
      </w:r>
      <w:r w:rsidRPr="003E4D35">
        <w:t>ancre de tribord</w:t>
      </w:r>
      <w:r w:rsidR="00B97E5D">
        <w:t xml:space="preserve">, </w:t>
      </w:r>
      <w:r w:rsidRPr="003E4D35">
        <w:t>je le voyais abandonné sur une écluse du Creusot</w:t>
      </w:r>
      <w:r w:rsidR="00B97E5D">
        <w:t xml:space="preserve">, – </w:t>
      </w:r>
      <w:r w:rsidRPr="003E4D35">
        <w:t>l</w:t>
      </w:r>
      <w:r w:rsidR="00B97E5D">
        <w:t>’</w:t>
      </w:r>
      <w:r w:rsidRPr="003E4D35">
        <w:t>ouvrier avait la grippe</w:t>
      </w:r>
      <w:r w:rsidR="00B97E5D">
        <w:t xml:space="preserve">, </w:t>
      </w:r>
      <w:r w:rsidRPr="003E4D35">
        <w:t xml:space="preserve">la pneumonie le </w:t>
      </w:r>
      <w:r w:rsidRPr="003E4D35">
        <w:lastRenderedPageBreak/>
        <w:t>menaçait</w:t>
      </w:r>
      <w:r w:rsidR="00B97E5D">
        <w:t xml:space="preserve">… </w:t>
      </w:r>
      <w:r w:rsidRPr="003E4D35">
        <w:t>Tous ces objets infimes</w:t>
      </w:r>
      <w:r w:rsidR="00B97E5D">
        <w:t xml:space="preserve">, </w:t>
      </w:r>
      <w:r w:rsidRPr="003E4D35">
        <w:t>mais plus nécessaires pour lui dans l</w:t>
      </w:r>
      <w:r w:rsidR="00B97E5D">
        <w:t>’</w:t>
      </w:r>
      <w:r w:rsidRPr="003E4D35">
        <w:t>éternité que ses chaudières et ses cloisons</w:t>
      </w:r>
      <w:r w:rsidR="00B97E5D">
        <w:t xml:space="preserve">, </w:t>
      </w:r>
      <w:r w:rsidRPr="003E4D35">
        <w:t>le flacon de pickles de la table du commandant</w:t>
      </w:r>
      <w:r w:rsidR="00B97E5D">
        <w:t xml:space="preserve">, </w:t>
      </w:r>
      <w:r w:rsidRPr="003E4D35">
        <w:t>la breloque à double fond du second médecin</w:t>
      </w:r>
      <w:r w:rsidR="00B97E5D">
        <w:t xml:space="preserve">, </w:t>
      </w:r>
      <w:r w:rsidRPr="003E4D35">
        <w:t>ils étaient celui-là à l</w:t>
      </w:r>
      <w:r w:rsidR="00B97E5D">
        <w:t>’</w:t>
      </w:r>
      <w:r w:rsidRPr="003E4D35">
        <w:t>embouteillage</w:t>
      </w:r>
      <w:r w:rsidR="00B97E5D">
        <w:t xml:space="preserve">, </w:t>
      </w:r>
      <w:r w:rsidRPr="003E4D35">
        <w:t>celle-ci au fond d</w:t>
      </w:r>
      <w:r w:rsidR="00B97E5D">
        <w:t>’</w:t>
      </w:r>
      <w:r w:rsidRPr="003E4D35">
        <w:t>un tiroir d</w:t>
      </w:r>
      <w:r w:rsidR="00B97E5D">
        <w:t>’</w:t>
      </w:r>
      <w:r w:rsidRPr="003E4D35">
        <w:t>horloger d</w:t>
      </w:r>
      <w:r w:rsidR="00B97E5D">
        <w:t>’</w:t>
      </w:r>
      <w:r w:rsidRPr="003E4D35">
        <w:t>Angoulême</w:t>
      </w:r>
      <w:r w:rsidR="00B97E5D">
        <w:t xml:space="preserve">. </w:t>
      </w:r>
      <w:r w:rsidRPr="003E4D35">
        <w:t>Que le second médecin n</w:t>
      </w:r>
      <w:r w:rsidR="00B97E5D">
        <w:t>’</w:t>
      </w:r>
      <w:r w:rsidRPr="003E4D35">
        <w:t>eût pas une panne d</w:t>
      </w:r>
      <w:r w:rsidR="00B97E5D">
        <w:t>’</w:t>
      </w:r>
      <w:r w:rsidRPr="003E4D35">
        <w:t>auto sur cette place d</w:t>
      </w:r>
      <w:r w:rsidR="00B97E5D">
        <w:t>’</w:t>
      </w:r>
      <w:r w:rsidRPr="003E4D35">
        <w:t>Angoulême</w:t>
      </w:r>
      <w:r w:rsidR="00B97E5D">
        <w:t xml:space="preserve">, </w:t>
      </w:r>
      <w:r w:rsidRPr="003E4D35">
        <w:t>n</w:t>
      </w:r>
      <w:r w:rsidR="00B97E5D">
        <w:t>’</w:t>
      </w:r>
      <w:r w:rsidRPr="003E4D35">
        <w:t>eût pas à flâner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étais abandonnée pour toujours</w:t>
      </w:r>
      <w:r w:rsidR="00B97E5D">
        <w:t xml:space="preserve"> ! </w:t>
      </w:r>
      <w:r w:rsidRPr="003E4D35">
        <w:t>Enfin mon navire partait au complet</w:t>
      </w:r>
      <w:r w:rsidR="00B97E5D">
        <w:t xml:space="preserve">, </w:t>
      </w:r>
      <w:r w:rsidRPr="003E4D35">
        <w:t>mais tout subitement m</w:t>
      </w:r>
      <w:r w:rsidR="00B97E5D">
        <w:t>’</w:t>
      </w:r>
      <w:r w:rsidRPr="003E4D35">
        <w:t>en paraissait trop neuf</w:t>
      </w:r>
      <w:r w:rsidR="00B97E5D">
        <w:t xml:space="preserve"> ; </w:t>
      </w:r>
      <w:r w:rsidRPr="003E4D35">
        <w:t>il fa</w:t>
      </w:r>
      <w:r w:rsidRPr="003E4D35">
        <w:t>l</w:t>
      </w:r>
      <w:r w:rsidRPr="003E4D35">
        <w:t>lait qu</w:t>
      </w:r>
      <w:r w:rsidR="00B97E5D">
        <w:t>’</w:t>
      </w:r>
      <w:r w:rsidRPr="003E4D35">
        <w:t>avant le départ trois verres de la cuisine fussent cassés</w:t>
      </w:r>
      <w:r w:rsidR="00B97E5D">
        <w:t xml:space="preserve">, </w:t>
      </w:r>
      <w:r w:rsidRPr="003E4D35">
        <w:t>deux vergues</w:t>
      </w:r>
      <w:r w:rsidR="00B97E5D">
        <w:t xml:space="preserve"> (</w:t>
      </w:r>
      <w:r w:rsidRPr="003E4D35">
        <w:t>ah</w:t>
      </w:r>
      <w:r w:rsidR="00B97E5D">
        <w:t xml:space="preserve"> ! </w:t>
      </w:r>
      <w:r w:rsidRPr="003E4D35">
        <w:t>qu</w:t>
      </w:r>
      <w:r w:rsidR="00B97E5D">
        <w:t>’</w:t>
      </w:r>
      <w:r w:rsidRPr="003E4D35">
        <w:t>un orage souffle vite sur l</w:t>
      </w:r>
      <w:r w:rsidR="00B97E5D">
        <w:t>’</w:t>
      </w:r>
      <w:r w:rsidRPr="003E4D35">
        <w:t>Europe</w:t>
      </w:r>
      <w:r w:rsidR="00B97E5D">
        <w:t xml:space="preserve"> !) </w:t>
      </w:r>
      <w:r w:rsidRPr="003E4D35">
        <w:t>aba</w:t>
      </w:r>
      <w:r w:rsidRPr="003E4D35">
        <w:t>t</w:t>
      </w:r>
      <w:r w:rsidRPr="003E4D35">
        <w:t>tues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un matelot fût amputé d</w:t>
      </w:r>
      <w:r w:rsidR="00B97E5D">
        <w:t>’</w:t>
      </w:r>
      <w:r w:rsidRPr="003E4D35">
        <w:t>un doigt</w:t>
      </w:r>
      <w:r w:rsidR="00B97E5D">
        <w:t xml:space="preserve">, </w:t>
      </w:r>
      <w:r w:rsidRPr="003E4D35">
        <w:t>un passager du lobe de l</w:t>
      </w:r>
      <w:r w:rsidR="00B97E5D">
        <w:t>’</w:t>
      </w:r>
      <w:r w:rsidRPr="003E4D35">
        <w:t>oreille</w:t>
      </w:r>
      <w:r w:rsidR="00B97E5D">
        <w:t xml:space="preserve"> ; </w:t>
      </w:r>
      <w:r w:rsidRPr="003E4D35">
        <w:t>dans ma hâte j</w:t>
      </w:r>
      <w:r w:rsidR="00B97E5D">
        <w:t>’</w:t>
      </w:r>
      <w:r w:rsidRPr="003E4D35">
        <w:t>avais racolé un équipage brillant</w:t>
      </w:r>
      <w:r w:rsidR="00B97E5D">
        <w:t xml:space="preserve">, </w:t>
      </w:r>
      <w:r w:rsidRPr="003E4D35">
        <w:t>mais sans vie</w:t>
      </w:r>
      <w:r w:rsidR="00B97E5D">
        <w:t xml:space="preserve">, </w:t>
      </w:r>
      <w:r w:rsidRPr="003E4D35">
        <w:t>de fantômes</w:t>
      </w:r>
      <w:r w:rsidR="00B97E5D">
        <w:t xml:space="preserve">, </w:t>
      </w:r>
      <w:r w:rsidRPr="003E4D35">
        <w:t>et je les débarquais</w:t>
      </w:r>
      <w:r w:rsidR="00B97E5D">
        <w:t xml:space="preserve">, </w:t>
      </w:r>
      <w:r w:rsidRPr="003E4D35">
        <w:t>les relâchant vers les morsures et les accidents d</w:t>
      </w:r>
      <w:r w:rsidR="00B97E5D">
        <w:t>’</w:t>
      </w:r>
      <w:r w:rsidRPr="003E4D35">
        <w:t>ascenseurs</w:t>
      </w:r>
      <w:r w:rsidR="00B97E5D">
        <w:t xml:space="preserve">, </w:t>
      </w:r>
      <w:r w:rsidRPr="003E4D35">
        <w:t>vers la vie qui poinçonne</w:t>
      </w:r>
      <w:r w:rsidR="00B97E5D">
        <w:t xml:space="preserve"> ! </w:t>
      </w:r>
      <w:r w:rsidRPr="003E4D35">
        <w:t>Parfois c</w:t>
      </w:r>
      <w:r w:rsidR="00B97E5D">
        <w:t>’</w:t>
      </w:r>
      <w:r w:rsidRPr="003E4D35">
        <w:t>était une saison entière qui se soulevait contre moi</w:t>
      </w:r>
      <w:r w:rsidR="00B97E5D">
        <w:t xml:space="preserve"> ; </w:t>
      </w:r>
      <w:r w:rsidRPr="003E4D35">
        <w:t>la glace du garde-manger était encore un ruisseau</w:t>
      </w:r>
      <w:r w:rsidR="00B97E5D">
        <w:t xml:space="preserve"> ; </w:t>
      </w:r>
      <w:r w:rsidRPr="003E4D35">
        <w:t>le vin de l</w:t>
      </w:r>
      <w:r w:rsidR="00B97E5D">
        <w:t>’</w:t>
      </w:r>
      <w:r w:rsidRPr="003E4D35">
        <w:t>équipage était encore raisin</w:t>
      </w:r>
      <w:r w:rsidR="00B97E5D">
        <w:t xml:space="preserve">… </w:t>
      </w:r>
      <w:r w:rsidRPr="003E4D35">
        <w:t>Ou bien</w:t>
      </w:r>
      <w:r w:rsidR="00B97E5D">
        <w:t xml:space="preserve">, </w:t>
      </w:r>
      <w:r w:rsidRPr="003E4D35">
        <w:t>au milieu du voyage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oiseau parti du cap Nord que sa vigie devait apercevoir au large de Terre-Neuve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algue déportée de Cuba qui devait même toucher sa quille</w:t>
      </w:r>
      <w:r w:rsidR="00B97E5D">
        <w:t xml:space="preserve">, </w:t>
      </w:r>
      <w:r w:rsidRPr="003E4D35">
        <w:t>la tortue de Patagonie qui devait danser dans son remous aux environs des Açores n</w:t>
      </w:r>
      <w:r w:rsidR="00B97E5D">
        <w:t>’</w:t>
      </w:r>
      <w:r w:rsidRPr="003E4D35">
        <w:t>arrivaient pas à temps sur sa ligne</w:t>
      </w:r>
      <w:r w:rsidR="00B97E5D">
        <w:t xml:space="preserve">, </w:t>
      </w:r>
      <w:r w:rsidRPr="003E4D35">
        <w:t>et tous les fils de mon destin partaient d</w:t>
      </w:r>
      <w:r w:rsidR="00B97E5D">
        <w:t>’</w:t>
      </w:r>
      <w:r w:rsidRPr="003E4D35">
        <w:t>un coup sous cette navette impuissante</w:t>
      </w:r>
      <w:r w:rsidR="00B97E5D">
        <w:t xml:space="preserve">. </w:t>
      </w:r>
      <w:r w:rsidRPr="003E4D35">
        <w:t>Tant une Française du Centre est impuissante à faire la besogne de Dieu et doit lui r</w:t>
      </w:r>
      <w:r w:rsidRPr="003E4D35">
        <w:t>e</w:t>
      </w:r>
      <w:r w:rsidRPr="003E4D35">
        <w:t>mettre sa tâche</w:t>
      </w:r>
      <w:r w:rsidR="00B97E5D">
        <w:t xml:space="preserve"> !… </w:t>
      </w:r>
      <w:r w:rsidRPr="003E4D35">
        <w:t>Que de fois</w:t>
      </w:r>
      <w:r w:rsidR="00B97E5D">
        <w:t xml:space="preserve">, </w:t>
      </w:r>
      <w:r w:rsidRPr="003E4D35">
        <w:t>subitement</w:t>
      </w:r>
      <w:r w:rsidR="00B97E5D">
        <w:t xml:space="preserve">, </w:t>
      </w:r>
      <w:r w:rsidRPr="003E4D35">
        <w:t>mon cœur s</w:t>
      </w:r>
      <w:r w:rsidR="00B97E5D">
        <w:t>’</w:t>
      </w:r>
      <w:r w:rsidRPr="003E4D35">
        <w:t>est se</w:t>
      </w:r>
      <w:r w:rsidRPr="003E4D35">
        <w:t>r</w:t>
      </w:r>
      <w:r w:rsidRPr="003E4D35">
        <w:t>ré</w:t>
      </w:r>
      <w:r w:rsidR="00B97E5D">
        <w:t xml:space="preserve"> : </w:t>
      </w:r>
      <w:r w:rsidRPr="003E4D35">
        <w:t>c</w:t>
      </w:r>
      <w:r w:rsidR="00B97E5D">
        <w:t>’</w:t>
      </w:r>
      <w:r w:rsidRPr="003E4D35">
        <w:t>est que je venais de voir</w:t>
      </w:r>
      <w:r w:rsidR="00B97E5D">
        <w:t xml:space="preserve">, </w:t>
      </w:r>
      <w:r w:rsidRPr="003E4D35">
        <w:t>grimpant à un orme en Savoie</w:t>
      </w:r>
      <w:r w:rsidR="00B97E5D">
        <w:t xml:space="preserve">, </w:t>
      </w:r>
      <w:r w:rsidRPr="003E4D35">
        <w:t>le chat sauvage dont la fourrure entourerait le cou d</w:t>
      </w:r>
      <w:r w:rsidR="00B97E5D">
        <w:t>’</w:t>
      </w:r>
      <w:r w:rsidRPr="003E4D35">
        <w:t>un timonier mon sauveteur</w:t>
      </w:r>
      <w:r w:rsidR="00B97E5D">
        <w:t xml:space="preserve">, </w:t>
      </w:r>
      <w:r w:rsidRPr="003E4D35">
        <w:t>ou</w:t>
      </w:r>
      <w:r w:rsidR="00B97E5D">
        <w:t xml:space="preserve">, </w:t>
      </w:r>
      <w:r w:rsidRPr="003E4D35">
        <w:t xml:space="preserve">immobile au terme de la </w:t>
      </w:r>
      <w:proofErr w:type="spellStart"/>
      <w:r w:rsidRPr="003E4D35">
        <w:t>Dalécardie</w:t>
      </w:r>
      <w:proofErr w:type="spellEnd"/>
      <w:r w:rsidR="00B97E5D">
        <w:t xml:space="preserve"> (</w:t>
      </w:r>
      <w:r w:rsidRPr="003E4D35">
        <w:t>sur le fond de neige je ne voyais que les deux ou trois taches de son écorce</w:t>
      </w:r>
      <w:r w:rsidR="00B97E5D">
        <w:t xml:space="preserve">), </w:t>
      </w:r>
      <w:r w:rsidRPr="003E4D35">
        <w:t>le bouleau qui fournirait le papier du premier</w:t>
      </w:r>
      <w:r w:rsidRPr="003E4D35">
        <w:rPr>
          <w:i/>
          <w:iCs/>
        </w:rPr>
        <w:t xml:space="preserve"> Petit P</w:t>
      </w:r>
      <w:r w:rsidRPr="003E4D35">
        <w:rPr>
          <w:i/>
          <w:iCs/>
        </w:rPr>
        <w:t>a</w:t>
      </w:r>
      <w:r w:rsidRPr="003E4D35">
        <w:rPr>
          <w:i/>
          <w:iCs/>
        </w:rPr>
        <w:t>risien</w:t>
      </w:r>
      <w:r w:rsidRPr="003E4D35">
        <w:t xml:space="preserve"> que je lirais à bord</w:t>
      </w:r>
      <w:r w:rsidR="00B97E5D">
        <w:t>.</w:t>
      </w:r>
    </w:p>
    <w:p w14:paraId="7533EEE6" w14:textId="77777777" w:rsidR="00B97E5D" w:rsidRDefault="00F225BE" w:rsidP="00F225BE">
      <w:r w:rsidRPr="003E4D35">
        <w:lastRenderedPageBreak/>
        <w:t>Le soir</w:t>
      </w:r>
      <w:r w:rsidR="00B97E5D">
        <w:t xml:space="preserve">, </w:t>
      </w:r>
      <w:r w:rsidRPr="003E4D35">
        <w:t>quand je m</w:t>
      </w:r>
      <w:r w:rsidR="00B97E5D">
        <w:t>’</w:t>
      </w:r>
      <w:r w:rsidRPr="003E4D35">
        <w:t>endormais</w:t>
      </w:r>
      <w:r w:rsidR="00B97E5D">
        <w:t xml:space="preserve">, </w:t>
      </w:r>
      <w:r w:rsidRPr="003E4D35">
        <w:t>et que je ruminais tous les sauvetages</w:t>
      </w:r>
      <w:r w:rsidR="00B97E5D">
        <w:t xml:space="preserve">, </w:t>
      </w:r>
      <w:r w:rsidRPr="003E4D35">
        <w:t>de nouveaux calculs se posaient</w:t>
      </w:r>
      <w:r w:rsidR="00B97E5D">
        <w:t xml:space="preserve">, </w:t>
      </w:r>
      <w:r w:rsidRPr="003E4D35">
        <w:t>que je ne pouvais non plus résoudre</w:t>
      </w:r>
      <w:r w:rsidR="00B97E5D">
        <w:t xml:space="preserve">. </w:t>
      </w:r>
      <w:r w:rsidRPr="003E4D35">
        <w:t>Un sauvage abordait bien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mais il était dans un canot qui ne pouvait tenir qu</w:t>
      </w:r>
      <w:r w:rsidR="00B97E5D">
        <w:t>’</w:t>
      </w:r>
      <w:r w:rsidRPr="003E4D35">
        <w:t>une personne</w:t>
      </w:r>
      <w:r w:rsidR="00B97E5D">
        <w:t xml:space="preserve">. </w:t>
      </w:r>
      <w:r w:rsidRPr="003E4D35">
        <w:t>Un petit sous-marin apparaissait</w:t>
      </w:r>
      <w:r w:rsidR="00B97E5D">
        <w:t xml:space="preserve">, </w:t>
      </w:r>
      <w:r w:rsidRPr="003E4D35">
        <w:t>mais pas un de ses trois hommes qui ne fût indispensable à la manœuvre et pas de place pour un a</w:t>
      </w:r>
      <w:r w:rsidRPr="003E4D35">
        <w:t>u</w:t>
      </w:r>
      <w:r w:rsidRPr="003E4D35">
        <w:t>tre</w:t>
      </w:r>
      <w:r w:rsidR="00B97E5D">
        <w:t xml:space="preserve">. </w:t>
      </w:r>
      <w:r w:rsidRPr="003E4D35">
        <w:t>Un ballon atterrissait</w:t>
      </w:r>
      <w:r w:rsidR="00B97E5D">
        <w:t xml:space="preserve">, </w:t>
      </w:r>
      <w:r w:rsidRPr="003E4D35">
        <w:t>avec une nacelle de onze passagers</w:t>
      </w:r>
      <w:r w:rsidR="00B97E5D">
        <w:t xml:space="preserve">, </w:t>
      </w:r>
      <w:r w:rsidRPr="003E4D35">
        <w:t>mais pas un</w:t>
      </w:r>
      <w:r w:rsidR="00B97E5D">
        <w:t xml:space="preserve">, </w:t>
      </w:r>
      <w:r w:rsidRPr="003E4D35">
        <w:t>cette fois</w:t>
      </w:r>
      <w:r w:rsidR="00B97E5D">
        <w:t xml:space="preserve">, </w:t>
      </w:r>
      <w:r w:rsidRPr="003E4D35">
        <w:t>qui ne fût indispensable non au mani</w:t>
      </w:r>
      <w:r w:rsidRPr="003E4D35">
        <w:t>e</w:t>
      </w:r>
      <w:r w:rsidRPr="003E4D35">
        <w:t>ment du ballon mais à la vie des dix autres</w:t>
      </w:r>
      <w:r w:rsidR="00B97E5D">
        <w:t xml:space="preserve">, </w:t>
      </w:r>
      <w:r w:rsidRPr="003E4D35">
        <w:t>dans un engrenage plus nécessaire que celui des bielles</w:t>
      </w:r>
      <w:r w:rsidR="00B97E5D">
        <w:t xml:space="preserve">, </w:t>
      </w:r>
      <w:r w:rsidRPr="003E4D35">
        <w:t>je renonçais à séparer la femme du capitaine de son ami le mécanicien</w:t>
      </w:r>
      <w:r w:rsidR="00B97E5D">
        <w:t xml:space="preserve"> ; </w:t>
      </w:r>
      <w:r w:rsidRPr="003E4D35">
        <w:t>du cuisinier</w:t>
      </w:r>
      <w:r w:rsidR="00B97E5D">
        <w:t xml:space="preserve">, </w:t>
      </w:r>
      <w:r w:rsidRPr="003E4D35">
        <w:t>le médecin qui devait mourir le jour où il n</w:t>
      </w:r>
      <w:r w:rsidR="00B97E5D">
        <w:t>’</w:t>
      </w:r>
      <w:r w:rsidRPr="003E4D35">
        <w:t>aurait plus son régime</w:t>
      </w:r>
      <w:r w:rsidR="00B97E5D">
        <w:t xml:space="preserve">. </w:t>
      </w:r>
      <w:r w:rsidRPr="003E4D35">
        <w:t>Je ne voulais pas être cause de tant de désastres</w:t>
      </w:r>
      <w:r w:rsidR="00B97E5D">
        <w:t xml:space="preserve">, </w:t>
      </w:r>
      <w:r w:rsidRPr="003E4D35">
        <w:t>je renonçais à trouver ma place parmi eux</w:t>
      </w:r>
      <w:r w:rsidR="00B97E5D">
        <w:t xml:space="preserve">, </w:t>
      </w:r>
      <w:r w:rsidRPr="003E4D35">
        <w:t>et seule</w:t>
      </w:r>
      <w:r w:rsidR="00B97E5D">
        <w:t xml:space="preserve">, </w:t>
      </w:r>
      <w:r w:rsidRPr="003E4D35">
        <w:t>à de tels moments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a</w:t>
      </w:r>
      <w:r w:rsidRPr="003E4D35">
        <w:t>u</w:t>
      </w:r>
      <w:r w:rsidRPr="003E4D35">
        <w:t>rait remplie de joie sans mélange la vue du</w:t>
      </w:r>
      <w:r w:rsidRPr="003E4D35">
        <w:rPr>
          <w:i/>
          <w:iCs/>
        </w:rPr>
        <w:t xml:space="preserve"> Lusitania</w:t>
      </w:r>
      <w:r w:rsidR="00B97E5D">
        <w:rPr>
          <w:i/>
          <w:iCs/>
        </w:rPr>
        <w:t xml:space="preserve">. </w:t>
      </w:r>
      <w:r w:rsidRPr="003E4D35">
        <w:t>Je m</w:t>
      </w:r>
      <w:r w:rsidR="00B97E5D">
        <w:t>’</w:t>
      </w:r>
      <w:r w:rsidRPr="003E4D35">
        <w:t>e</w:t>
      </w:r>
      <w:r w:rsidRPr="003E4D35">
        <w:t>n</w:t>
      </w:r>
      <w:r w:rsidRPr="003E4D35">
        <w:t>dormais</w:t>
      </w:r>
      <w:r w:rsidR="00B97E5D">
        <w:t xml:space="preserve">, </w:t>
      </w:r>
      <w:r w:rsidRPr="003E4D35">
        <w:t>n</w:t>
      </w:r>
      <w:r w:rsidR="00B97E5D">
        <w:t>’</w:t>
      </w:r>
      <w:r w:rsidRPr="003E4D35">
        <w:t>ayant plus d</w:t>
      </w:r>
      <w:r w:rsidR="00B97E5D">
        <w:t>’</w:t>
      </w:r>
      <w:r w:rsidRPr="003E4D35">
        <w:t>espérance que dans le plus grand bateau du monde</w:t>
      </w:r>
      <w:r w:rsidR="00B97E5D">
        <w:t>.</w:t>
      </w:r>
    </w:p>
    <w:p w14:paraId="76E40DE8" w14:textId="712472B5" w:rsidR="00B97E5D" w:rsidRDefault="00F225BE" w:rsidP="00F225BE">
      <w:r w:rsidRPr="003E4D35">
        <w:t>Parfois j</w:t>
      </w:r>
      <w:r w:rsidR="00B97E5D">
        <w:t>’</w:t>
      </w:r>
      <w:r w:rsidRPr="003E4D35">
        <w:t>attendais sans parler</w:t>
      </w:r>
      <w:r w:rsidR="00B97E5D">
        <w:t xml:space="preserve">, </w:t>
      </w:r>
      <w:r w:rsidRPr="003E4D35">
        <w:t>sans manger</w:t>
      </w:r>
      <w:r w:rsidR="00B97E5D">
        <w:t xml:space="preserve">, </w:t>
      </w:r>
      <w:r w:rsidRPr="003E4D35">
        <w:t>sans espérer</w:t>
      </w:r>
      <w:r w:rsidR="00B97E5D">
        <w:t xml:space="preserve">, </w:t>
      </w:r>
      <w:r w:rsidRPr="003E4D35">
        <w:t>étendue devant la mer comme un chien devant une tombe</w:t>
      </w:r>
      <w:r w:rsidR="00B97E5D">
        <w:t xml:space="preserve">. </w:t>
      </w:r>
      <w:r w:rsidRPr="003E4D35">
        <w:t>Ce que j</w:t>
      </w:r>
      <w:r w:rsidR="00B97E5D">
        <w:t>’</w:t>
      </w:r>
      <w:r w:rsidRPr="003E4D35">
        <w:t>éprouvais</w:t>
      </w:r>
      <w:r w:rsidR="00B97E5D">
        <w:t xml:space="preserve"> ? </w:t>
      </w:r>
      <w:r w:rsidRPr="003E4D35">
        <w:t>le remords d</w:t>
      </w:r>
      <w:r w:rsidR="00B97E5D">
        <w:t>’</w:t>
      </w:r>
      <w:r w:rsidRPr="003E4D35">
        <w:t>un enfant qui s</w:t>
      </w:r>
      <w:r w:rsidR="00B97E5D">
        <w:t>’</w:t>
      </w:r>
      <w:r w:rsidRPr="003E4D35">
        <w:t>est fait écraser ou perdre</w:t>
      </w:r>
      <w:r w:rsidR="00B97E5D">
        <w:t xml:space="preserve">. </w:t>
      </w:r>
      <w:r w:rsidRPr="003E4D35">
        <w:t>Toujours d</w:t>
      </w:r>
      <w:r w:rsidR="00B97E5D">
        <w:t>’</w:t>
      </w:r>
      <w:r w:rsidRPr="003E4D35">
        <w:t>ailleurs j</w:t>
      </w:r>
      <w:r w:rsidR="00B97E5D">
        <w:t>’</w:t>
      </w:r>
      <w:r w:rsidRPr="003E4D35">
        <w:t>avais été distraite</w:t>
      </w:r>
      <w:r w:rsidR="00B97E5D">
        <w:t xml:space="preserve">, </w:t>
      </w:r>
      <w:r w:rsidRPr="003E4D35">
        <w:t>sans trop d</w:t>
      </w:r>
      <w:r w:rsidR="00B97E5D">
        <w:t>’</w:t>
      </w:r>
      <w:r w:rsidRPr="003E4D35">
        <w:t>o</w:t>
      </w:r>
      <w:r w:rsidRPr="003E4D35">
        <w:t>r</w:t>
      </w:r>
      <w:r w:rsidRPr="003E4D35">
        <w:t>dre</w:t>
      </w:r>
      <w:r w:rsidR="00B97E5D">
        <w:t xml:space="preserve">. </w:t>
      </w:r>
      <w:r w:rsidRPr="003E4D35">
        <w:t>Au bord du Rhône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le Joanne de la Loire que je retro</w:t>
      </w:r>
      <w:r w:rsidRPr="003E4D35">
        <w:t>u</w:t>
      </w:r>
      <w:r w:rsidRPr="003E4D35">
        <w:t>vais dans ma valise et je visitais le château des Papes avec l</w:t>
      </w:r>
      <w:r w:rsidR="00B97E5D">
        <w:t>’</w:t>
      </w:r>
      <w:r w:rsidRPr="003E4D35">
        <w:t>h</w:t>
      </w:r>
      <w:r w:rsidRPr="003E4D35">
        <w:t>u</w:t>
      </w:r>
      <w:r w:rsidRPr="003E4D35">
        <w:t>meur de Chenonceaux</w:t>
      </w:r>
      <w:r w:rsidR="00B97E5D">
        <w:t xml:space="preserve">. </w:t>
      </w:r>
      <w:r w:rsidRPr="003E4D35">
        <w:t>Dans mon cours de seconde année</w:t>
      </w:r>
      <w:r w:rsidR="00B97E5D">
        <w:t xml:space="preserve">, </w:t>
      </w:r>
      <w:r w:rsidRPr="003E4D35">
        <w:t>je me passionnais pour les auteurs du troisième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arrivais à l</w:t>
      </w:r>
      <w:r w:rsidR="00B97E5D">
        <w:t>’</w:t>
      </w:r>
      <w:r w:rsidRPr="003E4D35">
        <w:t>examen</w:t>
      </w:r>
      <w:r w:rsidR="00B97E5D">
        <w:t xml:space="preserve">, </w:t>
      </w:r>
      <w:r w:rsidRPr="003E4D35">
        <w:t>non pas avec Racine</w:t>
      </w:r>
      <w:r w:rsidR="00B97E5D">
        <w:t xml:space="preserve">, </w:t>
      </w:r>
      <w:r w:rsidRPr="003E4D35">
        <w:t>avec Fénelon et Baudelaire</w:t>
      </w:r>
      <w:r w:rsidR="00B97E5D">
        <w:t xml:space="preserve">, </w:t>
      </w:r>
      <w:r w:rsidRPr="003E4D35">
        <w:t>mais avec Dante</w:t>
      </w:r>
      <w:r w:rsidR="00B97E5D">
        <w:t xml:space="preserve">, </w:t>
      </w:r>
      <w:r w:rsidRPr="003E4D35">
        <w:t>Shakespeare et du Bellay</w:t>
      </w:r>
      <w:r w:rsidR="00B97E5D">
        <w:t xml:space="preserve">, </w:t>
      </w:r>
      <w:r w:rsidRPr="003E4D35">
        <w:t>avec de faux t</w:t>
      </w:r>
      <w:r w:rsidRPr="003E4D35">
        <w:t>é</w:t>
      </w:r>
      <w:r w:rsidRPr="003E4D35">
        <w:t>moins</w:t>
      </w:r>
      <w:r w:rsidR="00B97E5D">
        <w:t xml:space="preserve">, </w:t>
      </w:r>
      <w:r w:rsidRPr="003E4D35">
        <w:t>qui m</w:t>
      </w:r>
      <w:r w:rsidR="00B97E5D">
        <w:t>’</w:t>
      </w:r>
      <w:r w:rsidRPr="003E4D35">
        <w:t xml:space="preserve">abandonnaient lâchement au premier froncement du sourcil de </w:t>
      </w:r>
      <w:r w:rsidR="00B97E5D">
        <w:t>M. </w:t>
      </w:r>
      <w:proofErr w:type="spellStart"/>
      <w:r w:rsidRPr="003E4D35">
        <w:t>Joubin</w:t>
      </w:r>
      <w:proofErr w:type="spellEnd"/>
      <w:r w:rsidR="00B97E5D">
        <w:t xml:space="preserve">. </w:t>
      </w:r>
      <w:r w:rsidRPr="003E4D35">
        <w:t>Or</w:t>
      </w:r>
      <w:r w:rsidR="00B97E5D">
        <w:t xml:space="preserve">, </w:t>
      </w:r>
      <w:r w:rsidRPr="003E4D35">
        <w:t xml:space="preserve">ces </w:t>
      </w:r>
      <w:proofErr w:type="spellStart"/>
      <w:r w:rsidRPr="003E4D35">
        <w:t>matins-là</w:t>
      </w:r>
      <w:proofErr w:type="spellEnd"/>
      <w:r w:rsidR="00B97E5D">
        <w:t xml:space="preserve">, </w:t>
      </w:r>
      <w:r w:rsidRPr="003E4D35">
        <w:t>dans mon île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l</w:t>
      </w:r>
      <w:r w:rsidR="00B97E5D">
        <w:t>’</w:t>
      </w:r>
      <w:r w:rsidRPr="003E4D35">
        <w:t>impression</w:t>
      </w:r>
      <w:r w:rsidR="00B97E5D">
        <w:t xml:space="preserve">, </w:t>
      </w:r>
      <w:r w:rsidRPr="003E4D35">
        <w:t>non pas d</w:t>
      </w:r>
      <w:r w:rsidR="00B97E5D">
        <w:t>’</w:t>
      </w:r>
      <w:r w:rsidRPr="003E4D35">
        <w:t>être séparée de tout</w:t>
      </w:r>
      <w:r w:rsidR="00B97E5D">
        <w:t xml:space="preserve">, </w:t>
      </w:r>
      <w:r w:rsidRPr="003E4D35">
        <w:t>mais d</w:t>
      </w:r>
      <w:r w:rsidR="00B97E5D">
        <w:t>’</w:t>
      </w:r>
      <w:r w:rsidRPr="003E4D35">
        <w:t>avoir tout égaré</w:t>
      </w:r>
      <w:r w:rsidR="00B97E5D">
        <w:t xml:space="preserve">. </w:t>
      </w:r>
      <w:r w:rsidRPr="003E4D35">
        <w:t>Voilà que j</w:t>
      </w:r>
      <w:r w:rsidR="00B97E5D">
        <w:t>’</w:t>
      </w:r>
      <w:r w:rsidRPr="003E4D35">
        <w:t>arrivais à vingt ans non avec les poiriers</w:t>
      </w:r>
      <w:r w:rsidR="00B97E5D">
        <w:t xml:space="preserve">, </w:t>
      </w:r>
      <w:r w:rsidRPr="003E4D35">
        <w:t>les ross</w:t>
      </w:r>
      <w:r w:rsidRPr="003E4D35">
        <w:t>i</w:t>
      </w:r>
      <w:r w:rsidRPr="003E4D35">
        <w:t>gnols</w:t>
      </w:r>
      <w:r w:rsidR="00B97E5D">
        <w:t xml:space="preserve">, </w:t>
      </w:r>
      <w:r w:rsidRPr="003E4D35">
        <w:t>mais avec les acajous et les cacatoès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à un faux rendez-vous</w:t>
      </w:r>
      <w:r w:rsidR="00B97E5D">
        <w:t xml:space="preserve"> : </w:t>
      </w:r>
      <w:r w:rsidRPr="003E4D35">
        <w:t>j</w:t>
      </w:r>
      <w:r w:rsidR="00B97E5D">
        <w:t>’</w:t>
      </w:r>
      <w:r w:rsidRPr="003E4D35">
        <w:t xml:space="preserve">aurais dû </w:t>
      </w:r>
      <w:r w:rsidRPr="003E4D35">
        <w:lastRenderedPageBreak/>
        <w:t>consulter un agent</w:t>
      </w:r>
      <w:r w:rsidR="00B97E5D">
        <w:t xml:space="preserve">, </w:t>
      </w:r>
      <w:r w:rsidRPr="003E4D35">
        <w:t>prendre un bon b</w:t>
      </w:r>
      <w:r w:rsidRPr="003E4D35">
        <w:t>a</w:t>
      </w:r>
      <w:r w:rsidRPr="003E4D35">
        <w:t>teau</w:t>
      </w:r>
      <w:r w:rsidR="00B97E5D">
        <w:t xml:space="preserve">. </w:t>
      </w:r>
      <w:r w:rsidRPr="003E4D35">
        <w:t>Si bien que chaque arbre</w:t>
      </w:r>
      <w:r w:rsidR="00B97E5D">
        <w:t xml:space="preserve">, </w:t>
      </w:r>
      <w:r w:rsidRPr="003E4D35">
        <w:t>chaque oiseau</w:t>
      </w:r>
      <w:r w:rsidR="00B97E5D">
        <w:t xml:space="preserve">, </w:t>
      </w:r>
      <w:r w:rsidRPr="003E4D35">
        <w:t>je clignais des yeux en les voyant</w:t>
      </w:r>
      <w:r w:rsidR="00B97E5D">
        <w:t xml:space="preserve">, </w:t>
      </w:r>
      <w:r w:rsidRPr="003E4D35">
        <w:t>pour en faire apparaître un plus vrai à leur place ou leur enlever cette forme exotique qu</w:t>
      </w:r>
      <w:r w:rsidR="00B97E5D">
        <w:t>’</w:t>
      </w:r>
      <w:r w:rsidRPr="003E4D35">
        <w:t>il faut cligner des yeux</w:t>
      </w:r>
      <w:r w:rsidR="00B97E5D">
        <w:t xml:space="preserve">, </w:t>
      </w:r>
      <w:r w:rsidRPr="003E4D35">
        <w:t>en Europe</w:t>
      </w:r>
      <w:r w:rsidR="00B97E5D">
        <w:t xml:space="preserve">, </w:t>
      </w:r>
      <w:r w:rsidRPr="003E4D35">
        <w:t>pour leur donner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 égaré le pain</w:t>
      </w:r>
      <w:r w:rsidR="00B97E5D">
        <w:t xml:space="preserve">, </w:t>
      </w:r>
      <w:r w:rsidRPr="003E4D35">
        <w:t>le vin</w:t>
      </w:r>
      <w:r w:rsidR="00B97E5D">
        <w:t xml:space="preserve">, </w:t>
      </w:r>
      <w:r w:rsidRPr="003E4D35">
        <w:t>les hors-d</w:t>
      </w:r>
      <w:r w:rsidR="00B97E5D">
        <w:t>’</w:t>
      </w:r>
      <w:r w:rsidRPr="003E4D35">
        <w:t>œuvre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 égaré les hommes</w:t>
      </w:r>
      <w:r w:rsidR="00B97E5D">
        <w:t xml:space="preserve">, </w:t>
      </w:r>
      <w:r w:rsidRPr="003E4D35">
        <w:t>les enfants</w:t>
      </w:r>
      <w:r w:rsidR="00B97E5D">
        <w:t xml:space="preserve">, </w:t>
      </w:r>
      <w:r w:rsidRPr="003E4D35">
        <w:t>les femmes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 perdu les animaux</w:t>
      </w:r>
      <w:r w:rsidR="00B97E5D">
        <w:t xml:space="preserve">, </w:t>
      </w:r>
      <w:r w:rsidRPr="003E4D35">
        <w:t>les légumes</w:t>
      </w:r>
      <w:r w:rsidR="00B97E5D">
        <w:t xml:space="preserve">. </w:t>
      </w:r>
      <w:r w:rsidRPr="003E4D35">
        <w:t>Quel déso</w:t>
      </w:r>
      <w:r w:rsidRPr="003E4D35">
        <w:t>r</w:t>
      </w:r>
      <w:r w:rsidRPr="003E4D35">
        <w:t>dre</w:t>
      </w:r>
      <w:r w:rsidR="00B97E5D">
        <w:t xml:space="preserve"> !… </w:t>
      </w:r>
      <w:r w:rsidRPr="003E4D35">
        <w:t>Du haut du rocher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apercevais ces arbres à branches écrasées</w:t>
      </w:r>
      <w:r w:rsidR="00B97E5D">
        <w:t xml:space="preserve">, </w:t>
      </w:r>
      <w:r w:rsidRPr="003E4D35">
        <w:t>ces lianes à bout perdu comme l</w:t>
      </w:r>
      <w:r w:rsidR="00B97E5D">
        <w:t>’</w:t>
      </w:r>
      <w:r w:rsidRPr="003E4D35">
        <w:t>envers d</w:t>
      </w:r>
      <w:r w:rsidR="00B97E5D">
        <w:t>’</w:t>
      </w:r>
      <w:r w:rsidRPr="003E4D35">
        <w:t>une tapiss</w:t>
      </w:r>
      <w:r w:rsidRPr="003E4D35">
        <w:t>e</w:t>
      </w:r>
      <w:r w:rsidRPr="003E4D35">
        <w:t>rie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 mis ma vie du mauvais côté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 retourné la mer sur sa surface déserte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attendais</w:t>
      </w:r>
      <w:r w:rsidR="00B97E5D">
        <w:t xml:space="preserve">… </w:t>
      </w:r>
      <w:r w:rsidRPr="003E4D35">
        <w:t>Déjà dans ce temps éternel tout se dissociait de mon passé</w:t>
      </w:r>
      <w:r w:rsidR="00B97E5D">
        <w:t xml:space="preserve">. </w:t>
      </w:r>
      <w:r w:rsidRPr="003E4D35">
        <w:t>Alors que</w:t>
      </w:r>
      <w:r w:rsidR="00B97E5D">
        <w:t xml:space="preserve">, </w:t>
      </w:r>
      <w:r w:rsidRPr="003E4D35">
        <w:t>les premiers mois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gardé mes heures de prière</w:t>
      </w:r>
      <w:r w:rsidR="00B97E5D">
        <w:t xml:space="preserve">, </w:t>
      </w:r>
      <w:r w:rsidRPr="003E4D35">
        <w:t>de repos</w:t>
      </w:r>
      <w:r w:rsidR="00B97E5D">
        <w:t xml:space="preserve">, </w:t>
      </w:r>
      <w:r w:rsidRPr="003E4D35">
        <w:t>de repas</w:t>
      </w:r>
      <w:r w:rsidR="00B97E5D">
        <w:t xml:space="preserve">, </w:t>
      </w:r>
      <w:r w:rsidRPr="003E4D35">
        <w:t>que je m</w:t>
      </w:r>
      <w:r w:rsidR="00B97E5D">
        <w:t>’</w:t>
      </w:r>
      <w:r w:rsidRPr="003E4D35">
        <w:t>étais crue obligée chaque jour de déjeuner</w:t>
      </w:r>
      <w:r w:rsidR="00B97E5D">
        <w:t xml:space="preserve">, </w:t>
      </w:r>
      <w:r w:rsidRPr="003E4D35">
        <w:t>de dîner</w:t>
      </w:r>
      <w:r w:rsidR="00B97E5D">
        <w:t xml:space="preserve">, </w:t>
      </w:r>
      <w:r w:rsidRPr="003E4D35">
        <w:t>de so</w:t>
      </w:r>
      <w:r w:rsidRPr="003E4D35">
        <w:t>u</w:t>
      </w:r>
      <w:r w:rsidRPr="003E4D35">
        <w:t>per</w:t>
      </w:r>
      <w:r w:rsidR="00B97E5D">
        <w:t xml:space="preserve">… </w:t>
      </w:r>
      <w:r w:rsidRPr="003E4D35">
        <w:t>maintenant je vivais de bananes ou de mangues heure par heure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au milieu de la nuit des heures de veille qui ne me semblaient pas prises sur le sommeil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attendais</w:t>
      </w:r>
      <w:r w:rsidR="00B97E5D">
        <w:t xml:space="preserve">… </w:t>
      </w:r>
      <w:r w:rsidRPr="003E4D35">
        <w:t>Par bo</w:t>
      </w:r>
      <w:r w:rsidRPr="003E4D35">
        <w:t>n</w:t>
      </w:r>
      <w:r w:rsidRPr="003E4D35">
        <w:t>heur les moments qui aiguisent l</w:t>
      </w:r>
      <w:r w:rsidR="00B97E5D">
        <w:t>’</w:t>
      </w:r>
      <w:r w:rsidRPr="003E4D35">
        <w:t>attente en Europe n</w:t>
      </w:r>
      <w:r w:rsidR="00B97E5D">
        <w:t>’</w:t>
      </w:r>
      <w:r w:rsidRPr="003E4D35">
        <w:t>existaient point ici</w:t>
      </w:r>
      <w:r w:rsidR="00B97E5D">
        <w:t xml:space="preserve">. </w:t>
      </w:r>
      <w:r w:rsidRPr="003E4D35">
        <w:t>Pas de crépuscule</w:t>
      </w:r>
      <w:r w:rsidR="00B97E5D">
        <w:t xml:space="preserve">, </w:t>
      </w:r>
      <w:r w:rsidRPr="003E4D35">
        <w:t>pas d</w:t>
      </w:r>
      <w:r w:rsidR="00B97E5D">
        <w:t>’</w:t>
      </w:r>
      <w:r w:rsidRPr="003E4D35">
        <w:t>aurore</w:t>
      </w:r>
      <w:r w:rsidR="00B97E5D">
        <w:t xml:space="preserve">. </w:t>
      </w:r>
      <w:r w:rsidRPr="003E4D35">
        <w:t>Nuit et jour se succ</w:t>
      </w:r>
      <w:r w:rsidRPr="003E4D35">
        <w:t>é</w:t>
      </w:r>
      <w:r w:rsidRPr="003E4D35">
        <w:t>daient plus rapidement que par un bouton électrique</w:t>
      </w:r>
      <w:r w:rsidR="00B97E5D">
        <w:t xml:space="preserve">. </w:t>
      </w:r>
      <w:r w:rsidRPr="003E4D35">
        <w:t>Alors que préparée à la mélancolie je m</w:t>
      </w:r>
      <w:r w:rsidR="00B97E5D">
        <w:t>’</w:t>
      </w:r>
      <w:r w:rsidRPr="003E4D35">
        <w:t>asseyais au bord de la mer</w:t>
      </w:r>
      <w:r w:rsidR="00B97E5D">
        <w:t xml:space="preserve">, </w:t>
      </w:r>
      <w:r w:rsidRPr="003E4D35">
        <w:t>la t</w:t>
      </w:r>
      <w:r w:rsidRPr="003E4D35">
        <w:t>i</w:t>
      </w:r>
      <w:r w:rsidRPr="003E4D35">
        <w:t>rant doucement à moi d</w:t>
      </w:r>
      <w:r w:rsidR="00B97E5D">
        <w:t>’</w:t>
      </w:r>
      <w:r w:rsidRPr="003E4D35">
        <w:t>un mouvement qui devait là-bas déco</w:t>
      </w:r>
      <w:r w:rsidRPr="003E4D35">
        <w:t>u</w:t>
      </w:r>
      <w:r w:rsidRPr="003E4D35">
        <w:t>vrir un tout petit peu le Pérou</w:t>
      </w:r>
      <w:r w:rsidR="00B97E5D">
        <w:t xml:space="preserve">, </w:t>
      </w:r>
      <w:r w:rsidRPr="003E4D35">
        <w:t>doubler le Chili</w:t>
      </w:r>
      <w:r w:rsidR="00B97E5D">
        <w:t xml:space="preserve">, </w:t>
      </w:r>
      <w:r w:rsidRPr="003E4D35">
        <w:t>face au soleil couchant</w:t>
      </w:r>
      <w:r w:rsidR="00B97E5D">
        <w:t xml:space="preserve">, </w:t>
      </w:r>
      <w:r w:rsidRPr="003E4D35">
        <w:t>attendant toutes ces fausses couleurs du soir qui dans Bellac donnent à l</w:t>
      </w:r>
      <w:r w:rsidR="00B97E5D">
        <w:t>’</w:t>
      </w:r>
      <w:r w:rsidRPr="003E4D35">
        <w:t>âme ses vrais reflets</w:t>
      </w:r>
      <w:r w:rsidR="00B97E5D">
        <w:t xml:space="preserve">, </w:t>
      </w:r>
      <w:r w:rsidRPr="003E4D35">
        <w:t>attendant que la lagune devînt violette</w:t>
      </w:r>
      <w:r w:rsidR="00B97E5D">
        <w:t xml:space="preserve">, </w:t>
      </w:r>
      <w:r w:rsidRPr="003E4D35">
        <w:t>les champs de nacre orange</w:t>
      </w:r>
      <w:r w:rsidR="00B97E5D">
        <w:t xml:space="preserve">, </w:t>
      </w:r>
      <w:r w:rsidRPr="003E4D35">
        <w:t>les arbres pourpre</w:t>
      </w:r>
      <w:r w:rsidR="00B97E5D">
        <w:t xml:space="preserve">, </w:t>
      </w:r>
      <w:r w:rsidRPr="003E4D35">
        <w:t>le ciel vermillon</w:t>
      </w:r>
      <w:r w:rsidR="00B97E5D">
        <w:t xml:space="preserve">, </w:t>
      </w:r>
      <w:r w:rsidRPr="003E4D35">
        <w:t>à peine le soleil commençait-il à rougir qu</w:t>
      </w:r>
      <w:r w:rsidR="00B97E5D">
        <w:t>’</w:t>
      </w:r>
      <w:r w:rsidRPr="003E4D35">
        <w:t>une main le lâchait et que tout n</w:t>
      </w:r>
      <w:r w:rsidR="00B97E5D">
        <w:t>’</w:t>
      </w:r>
      <w:r w:rsidRPr="003E4D35">
        <w:t>était plus que nuit</w:t>
      </w:r>
      <w:r w:rsidR="00B97E5D">
        <w:t xml:space="preserve">. </w:t>
      </w:r>
      <w:r w:rsidRPr="003E4D35">
        <w:t>Une nuit to</w:t>
      </w:r>
      <w:r w:rsidRPr="003E4D35">
        <w:t>u</w:t>
      </w:r>
      <w:r w:rsidRPr="003E4D35">
        <w:t>jours éclatante</w:t>
      </w:r>
      <w:r w:rsidR="00B97E5D">
        <w:t xml:space="preserve">, </w:t>
      </w:r>
      <w:r w:rsidRPr="003E4D35">
        <w:t>laiteuse</w:t>
      </w:r>
      <w:r w:rsidR="00B97E5D">
        <w:t xml:space="preserve">, </w:t>
      </w:r>
      <w:r w:rsidRPr="003E4D35">
        <w:t>qui passait sur le monde sa couche de nacre</w:t>
      </w:r>
      <w:r w:rsidR="00B97E5D">
        <w:t xml:space="preserve">, </w:t>
      </w:r>
      <w:r w:rsidRPr="003E4D35">
        <w:t>et qui soudain</w:t>
      </w:r>
      <w:r w:rsidR="00B97E5D">
        <w:t xml:space="preserve">, </w:t>
      </w:r>
      <w:r w:rsidRPr="003E4D35">
        <w:t>au bout de douze heures</w:t>
      </w:r>
      <w:r w:rsidR="00B97E5D">
        <w:t xml:space="preserve">, </w:t>
      </w:r>
      <w:r w:rsidRPr="003E4D35">
        <w:t>me donnait à un jour aussitôt pompeux et rutilant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déversée sans arrêt de cette conque d</w:t>
      </w:r>
      <w:r w:rsidR="00B97E5D">
        <w:t>’</w:t>
      </w:r>
      <w:r w:rsidRPr="003E4D35">
        <w:t xml:space="preserve">argent à cette conque </w:t>
      </w:r>
      <w:r w:rsidRPr="003E4D35">
        <w:lastRenderedPageBreak/>
        <w:t>d</w:t>
      </w:r>
      <w:r w:rsidR="00B97E5D">
        <w:t>’</w:t>
      </w:r>
      <w:r w:rsidRPr="003E4D35">
        <w:t>or</w:t>
      </w:r>
      <w:r w:rsidR="00B97E5D">
        <w:t xml:space="preserve">. </w:t>
      </w:r>
      <w:r w:rsidRPr="003E4D35">
        <w:t>Toute la nuit tombait sur le premier appel de la mélancolie</w:t>
      </w:r>
      <w:r w:rsidR="00B97E5D">
        <w:t xml:space="preserve">. </w:t>
      </w:r>
      <w:r w:rsidRPr="003E4D35">
        <w:t>Tout le jour se levait sur la première angoisse</w:t>
      </w:r>
      <w:r w:rsidR="00B97E5D">
        <w:t xml:space="preserve">. </w:t>
      </w:r>
      <w:r w:rsidRPr="003E4D35">
        <w:t>Ce monde en laque et en obsidienne n</w:t>
      </w:r>
      <w:r w:rsidR="00B97E5D">
        <w:t>’</w:t>
      </w:r>
      <w:r w:rsidRPr="003E4D35">
        <w:t>a</w:t>
      </w:r>
      <w:r w:rsidRPr="003E4D35">
        <w:t>c</w:t>
      </w:r>
      <w:r w:rsidRPr="003E4D35">
        <w:t>ceptait pas plus le chagrin que la pluie</w:t>
      </w:r>
      <w:r w:rsidR="00B97E5D">
        <w:t xml:space="preserve">. </w:t>
      </w:r>
      <w:r w:rsidRPr="003E4D35">
        <w:t>Donc bientôt ma tri</w:t>
      </w:r>
      <w:r w:rsidRPr="003E4D35">
        <w:t>s</w:t>
      </w:r>
      <w:r w:rsidRPr="003E4D35">
        <w:t>tesse</w:t>
      </w:r>
      <w:r w:rsidR="00B97E5D">
        <w:t xml:space="preserve">, </w:t>
      </w:r>
      <w:r w:rsidRPr="003E4D35">
        <w:t>je l</w:t>
      </w:r>
      <w:r w:rsidR="00B97E5D">
        <w:t>’</w:t>
      </w:r>
      <w:r w:rsidRPr="003E4D35">
        <w:t>oubliai et la laissai en moi s</w:t>
      </w:r>
      <w:r w:rsidR="00B97E5D">
        <w:t>’</w:t>
      </w:r>
      <w:r w:rsidRPr="003E4D35">
        <w:t>arranger toute seule comme une tumeur</w:t>
      </w:r>
      <w:r w:rsidR="00B97E5D">
        <w:t>.</w:t>
      </w:r>
    </w:p>
    <w:p w14:paraId="79BD8C72" w14:textId="77777777" w:rsidR="00B97E5D" w:rsidRDefault="00F225BE" w:rsidP="00F225BE">
      <w:r w:rsidRPr="003E4D35">
        <w:t>Mais il est temps que je vous décrive mon île</w:t>
      </w:r>
      <w:r w:rsidR="00B97E5D">
        <w:t>.</w:t>
      </w:r>
    </w:p>
    <w:p w14:paraId="550BAF68" w14:textId="25F66CED" w:rsidR="00F225BE" w:rsidRPr="003E4D35" w:rsidRDefault="00F225BE" w:rsidP="00F225BE"/>
    <w:p w14:paraId="66E62624" w14:textId="0FAF167F" w:rsidR="00B97E5D" w:rsidRDefault="00F225BE" w:rsidP="00F225BE">
      <w:r w:rsidRPr="003E4D35">
        <w:t>Vous allez être déçus</w:t>
      </w:r>
      <w:r w:rsidR="00B97E5D">
        <w:t xml:space="preserve">. </w:t>
      </w:r>
      <w:r w:rsidRPr="003E4D35">
        <w:t>Non pas qu</w:t>
      </w:r>
      <w:r w:rsidR="00B97E5D">
        <w:t>’</w:t>
      </w:r>
      <w:r w:rsidRPr="003E4D35">
        <w:t>elle ne fût comble des a</w:t>
      </w:r>
      <w:r w:rsidRPr="003E4D35">
        <w:t>r</w:t>
      </w:r>
      <w:r w:rsidRPr="003E4D35">
        <w:t>bres les plus beaux</w:t>
      </w:r>
      <w:r w:rsidR="00B97E5D">
        <w:t xml:space="preserve">, </w:t>
      </w:r>
      <w:r w:rsidRPr="003E4D35">
        <w:t>de ces minéraux qui servent d</w:t>
      </w:r>
      <w:r w:rsidR="00B97E5D">
        <w:t>’</w:t>
      </w:r>
      <w:r w:rsidRPr="003E4D35">
        <w:t>étalon pour juger les autres minéraux et sont à eux ce qu</w:t>
      </w:r>
      <w:r w:rsidR="00B97E5D">
        <w:t>’</w:t>
      </w:r>
      <w:r w:rsidRPr="003E4D35">
        <w:t>aux métaux est l</w:t>
      </w:r>
      <w:r w:rsidR="00B97E5D">
        <w:t>’</w:t>
      </w:r>
      <w:r w:rsidRPr="003E4D35">
        <w:t>or</w:t>
      </w:r>
      <w:r w:rsidR="00B97E5D">
        <w:t xml:space="preserve">, </w:t>
      </w:r>
      <w:r w:rsidRPr="003E4D35">
        <w:t>de ces papillons sur la présence desquels se juge une collection</w:t>
      </w:r>
      <w:r w:rsidR="00B97E5D">
        <w:t xml:space="preserve">. </w:t>
      </w:r>
      <w:r w:rsidRPr="003E4D35">
        <w:t>Mais je ne pourrais vous dire le nom de ces merveilles</w:t>
      </w:r>
      <w:r w:rsidR="00B97E5D">
        <w:t xml:space="preserve">. </w:t>
      </w:r>
      <w:r w:rsidRPr="003E4D35">
        <w:t>On avait négligé à Bellac de m</w:t>
      </w:r>
      <w:r w:rsidR="00B97E5D">
        <w:t>’</w:t>
      </w:r>
      <w:r w:rsidRPr="003E4D35">
        <w:t>apprendre la faune et la flore équatoriales</w:t>
      </w:r>
      <w:r w:rsidR="00B97E5D">
        <w:t xml:space="preserve">. </w:t>
      </w:r>
      <w:r w:rsidRPr="003E4D35">
        <w:t>Sans trop de peine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identifiai les cocotiers</w:t>
      </w:r>
      <w:r w:rsidR="00B97E5D">
        <w:t xml:space="preserve">, </w:t>
      </w:r>
      <w:r w:rsidRPr="003E4D35">
        <w:t>les oiseaux de par</w:t>
      </w:r>
      <w:r w:rsidRPr="003E4D35">
        <w:t>a</w:t>
      </w:r>
      <w:r w:rsidRPr="003E4D35">
        <w:t>dis</w:t>
      </w:r>
      <w:r w:rsidR="00B97E5D">
        <w:t xml:space="preserve">, </w:t>
      </w:r>
      <w:r w:rsidRPr="003E4D35">
        <w:t>mais ce fut tout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emploierai donc à tort</w:t>
      </w:r>
      <w:r w:rsidR="00B97E5D">
        <w:t xml:space="preserve">, </w:t>
      </w:r>
      <w:r w:rsidRPr="003E4D35">
        <w:t>pour vous parler des plantes</w:t>
      </w:r>
      <w:r w:rsidR="00B97E5D">
        <w:t xml:space="preserve">, </w:t>
      </w:r>
      <w:r w:rsidRPr="003E4D35">
        <w:t>tout ce qui me reviendra des mots exotiques</w:t>
      </w:r>
      <w:r w:rsidR="00B97E5D">
        <w:t xml:space="preserve">, </w:t>
      </w:r>
      <w:r w:rsidRPr="003E4D35">
        <w:t>pal</w:t>
      </w:r>
      <w:r w:rsidRPr="003E4D35">
        <w:t>é</w:t>
      </w:r>
      <w:r w:rsidRPr="003E4D35">
        <w:t>tuviers</w:t>
      </w:r>
      <w:r w:rsidR="00B97E5D">
        <w:t xml:space="preserve">, </w:t>
      </w:r>
      <w:r w:rsidRPr="003E4D35">
        <w:t>mandragores</w:t>
      </w:r>
      <w:r w:rsidR="00B97E5D">
        <w:t xml:space="preserve">, </w:t>
      </w:r>
      <w:r w:rsidRPr="003E4D35">
        <w:t>mancenilliers</w:t>
      </w:r>
      <w:r w:rsidR="00B97E5D">
        <w:t xml:space="preserve">, </w:t>
      </w:r>
      <w:r w:rsidRPr="003E4D35">
        <w:t>tout ce que m</w:t>
      </w:r>
      <w:r w:rsidR="00B97E5D">
        <w:t>’</w:t>
      </w:r>
      <w:r w:rsidRPr="003E4D35">
        <w:t>a appris de botanique le grand opéra</w:t>
      </w:r>
      <w:r w:rsidR="00B97E5D">
        <w:t xml:space="preserve">, </w:t>
      </w:r>
      <w:r w:rsidRPr="003E4D35">
        <w:t>et pour vous décrire la plus belle v</w:t>
      </w:r>
      <w:r w:rsidRPr="003E4D35">
        <w:t>o</w:t>
      </w:r>
      <w:r w:rsidRPr="003E4D35">
        <w:t>lière du monde</w:t>
      </w:r>
      <w:r w:rsidR="00B97E5D">
        <w:t xml:space="preserve">, </w:t>
      </w:r>
      <w:r w:rsidRPr="003E4D35">
        <w:t>ou des mots un peu simples</w:t>
      </w:r>
      <w:r w:rsidR="00B97E5D">
        <w:t xml:space="preserve"> : </w:t>
      </w:r>
      <w:r w:rsidRPr="003E4D35">
        <w:t>la poule tricolore</w:t>
      </w:r>
      <w:r w:rsidR="00B97E5D">
        <w:t xml:space="preserve">, </w:t>
      </w:r>
      <w:r w:rsidRPr="003E4D35">
        <w:t>la pie à bavette</w:t>
      </w:r>
      <w:r w:rsidR="00B97E5D">
        <w:t xml:space="preserve">, </w:t>
      </w:r>
      <w:r w:rsidRPr="003E4D35">
        <w:t>ou</w:t>
      </w:r>
      <w:r w:rsidR="00B97E5D">
        <w:t xml:space="preserve">, </w:t>
      </w:r>
      <w:r w:rsidRPr="003E4D35">
        <w:t>pour que le décor ait l</w:t>
      </w:r>
      <w:r w:rsidR="00B97E5D">
        <w:t>’</w:t>
      </w:r>
      <w:r w:rsidRPr="003E4D35">
        <w:t>air situé</w:t>
      </w:r>
      <w:r w:rsidR="00B97E5D">
        <w:t xml:space="preserve">, </w:t>
      </w:r>
      <w:r w:rsidRPr="003E4D35">
        <w:t>les trois ou quatre mots que l</w:t>
      </w:r>
      <w:r w:rsidR="00B97E5D">
        <w:t>’</w:t>
      </w:r>
      <w:r w:rsidRPr="003E4D35">
        <w:t>on retient par dérision</w:t>
      </w:r>
      <w:r w:rsidR="00B97E5D">
        <w:t xml:space="preserve">, </w:t>
      </w:r>
      <w:r w:rsidRPr="003E4D35">
        <w:t>à dix ans</w:t>
      </w:r>
      <w:r w:rsidR="00B97E5D">
        <w:t xml:space="preserve">, </w:t>
      </w:r>
      <w:r w:rsidRPr="003E4D35">
        <w:t>après une lecture de voyage en Guinée</w:t>
      </w:r>
      <w:r w:rsidR="00B97E5D">
        <w:t xml:space="preserve">, </w:t>
      </w:r>
      <w:r w:rsidRPr="003E4D35">
        <w:t>et qui serv</w:t>
      </w:r>
      <w:r w:rsidR="008F1FED">
        <w:t>e</w:t>
      </w:r>
      <w:r w:rsidRPr="003E4D35">
        <w:t>nt à surnommer des camarades</w:t>
      </w:r>
      <w:r w:rsidR="00B97E5D">
        <w:t xml:space="preserve"> : </w:t>
      </w:r>
      <w:proofErr w:type="spellStart"/>
      <w:r w:rsidRPr="003E4D35">
        <w:t>ptémérops</w:t>
      </w:r>
      <w:proofErr w:type="spellEnd"/>
      <w:r w:rsidR="00B97E5D">
        <w:t xml:space="preserve">, </w:t>
      </w:r>
      <w:proofErr w:type="spellStart"/>
      <w:r w:rsidRPr="003E4D35">
        <w:t>gourah</w:t>
      </w:r>
      <w:proofErr w:type="spellEnd"/>
      <w:r w:rsidRPr="003E4D35">
        <w:t xml:space="preserve"> Morandi</w:t>
      </w:r>
      <w:r w:rsidR="00B97E5D">
        <w:t xml:space="preserve">, </w:t>
      </w:r>
      <w:r w:rsidRPr="003E4D35">
        <w:t xml:space="preserve">et </w:t>
      </w:r>
      <w:proofErr w:type="spellStart"/>
      <w:r w:rsidRPr="003E4D35">
        <w:t>Mucuna</w:t>
      </w:r>
      <w:proofErr w:type="spellEnd"/>
      <w:r w:rsidR="00B97E5D">
        <w:t>.</w:t>
      </w:r>
    </w:p>
    <w:p w14:paraId="3686D0DE" w14:textId="0EA43F89" w:rsidR="00B97E5D" w:rsidRDefault="00F225BE" w:rsidP="00F225BE">
      <w:r w:rsidRPr="003E4D35">
        <w:t>Sur mon île</w:t>
      </w:r>
      <w:r w:rsidR="00B97E5D">
        <w:t xml:space="preserve">, </w:t>
      </w:r>
      <w:r w:rsidRPr="003E4D35">
        <w:t>dessinée comme un signal à terre dans les camps d</w:t>
      </w:r>
      <w:r w:rsidR="00B97E5D">
        <w:t>’</w:t>
      </w:r>
      <w:r w:rsidRPr="003E4D35">
        <w:t>aviation</w:t>
      </w:r>
      <w:r w:rsidR="00B97E5D">
        <w:t xml:space="preserve">, </w:t>
      </w:r>
      <w:r w:rsidRPr="003E4D35">
        <w:t>première bordure en corail et en nacre</w:t>
      </w:r>
      <w:r w:rsidR="00B97E5D">
        <w:t xml:space="preserve">, </w:t>
      </w:r>
      <w:r w:rsidRPr="003E4D35">
        <w:t>s</w:t>
      </w:r>
      <w:r w:rsidRPr="003E4D35">
        <w:t>e</w:t>
      </w:r>
      <w:r w:rsidRPr="003E4D35">
        <w:t>conde ceinture de cocotiers</w:t>
      </w:r>
      <w:r w:rsidR="00B97E5D">
        <w:t xml:space="preserve">, </w:t>
      </w:r>
      <w:r w:rsidRPr="003E4D35">
        <w:t>troisième de fleurs et de gazons</w:t>
      </w:r>
      <w:r w:rsidR="00B97E5D">
        <w:t xml:space="preserve">, </w:t>
      </w:r>
      <w:r w:rsidRPr="003E4D35">
        <w:t>au centre deux collines dans des forêts vierges</w:t>
      </w:r>
      <w:r w:rsidR="00B97E5D">
        <w:t xml:space="preserve">, </w:t>
      </w:r>
      <w:r w:rsidRPr="003E4D35">
        <w:t>les zones vertes étincelant le jour</w:t>
      </w:r>
      <w:r w:rsidR="00B97E5D">
        <w:t xml:space="preserve">, </w:t>
      </w:r>
      <w:r w:rsidRPr="003E4D35">
        <w:t>celle des coquillages la nuit</w:t>
      </w:r>
      <w:r w:rsidR="00B97E5D">
        <w:t xml:space="preserve">, </w:t>
      </w:r>
      <w:r w:rsidRPr="003E4D35">
        <w:t>à midi juste deux petits lacs s</w:t>
      </w:r>
      <w:r w:rsidR="00B97E5D">
        <w:t>’</w:t>
      </w:r>
      <w:r w:rsidRPr="003E4D35">
        <w:t>allumant au faîte des mornes</w:t>
      </w:r>
      <w:r w:rsidR="00B97E5D">
        <w:t xml:space="preserve">, </w:t>
      </w:r>
      <w:r w:rsidRPr="003E4D35">
        <w:t>tous les oiseaux du Pacifique venaient atterrir</w:t>
      </w:r>
      <w:r w:rsidR="00B97E5D">
        <w:t xml:space="preserve">. </w:t>
      </w:r>
      <w:r w:rsidRPr="003E4D35">
        <w:t>Des milliers d</w:t>
      </w:r>
      <w:r w:rsidR="00B97E5D">
        <w:t>’</w:t>
      </w:r>
      <w:r w:rsidRPr="003E4D35">
        <w:t xml:space="preserve">oiseaux </w:t>
      </w:r>
      <w:r w:rsidRPr="003E4D35">
        <w:lastRenderedPageBreak/>
        <w:t>inconnus flo</w:t>
      </w:r>
      <w:r w:rsidRPr="003E4D35">
        <w:t>t</w:t>
      </w:r>
      <w:r w:rsidRPr="003E4D35">
        <w:t>tèrent donc autour de moi comme une langue nouvelle</w:t>
      </w:r>
      <w:r w:rsidR="00B97E5D">
        <w:t xml:space="preserve">. </w:t>
      </w:r>
      <w:r w:rsidRPr="003E4D35">
        <w:t>Toute l</w:t>
      </w:r>
      <w:r w:rsidR="00B97E5D">
        <w:t>’</w:t>
      </w:r>
      <w:r w:rsidRPr="003E4D35">
        <w:t>île au moindre vent était ébouriffée</w:t>
      </w:r>
      <w:r w:rsidR="00B97E5D">
        <w:t xml:space="preserve">. </w:t>
      </w:r>
      <w:r w:rsidRPr="003E4D35">
        <w:t>Chaque fois que je levais trop vite les bras</w:t>
      </w:r>
      <w:r w:rsidR="00B97E5D">
        <w:t xml:space="preserve">, </w:t>
      </w:r>
      <w:r w:rsidRPr="003E4D35">
        <w:t>je semblais secouer un tapis rouge ou bleu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au réveil</w:t>
      </w:r>
      <w:r w:rsidR="00B97E5D">
        <w:t xml:space="preserve">, </w:t>
      </w:r>
      <w:r w:rsidRPr="003E4D35">
        <w:t>en les écartant pour bailler</w:t>
      </w:r>
      <w:r w:rsidR="00B97E5D">
        <w:t xml:space="preserve">, </w:t>
      </w:r>
      <w:r w:rsidRPr="003E4D35">
        <w:t>le découdre</w:t>
      </w:r>
      <w:r w:rsidR="00B97E5D">
        <w:t xml:space="preserve">. </w:t>
      </w:r>
      <w:r w:rsidRPr="003E4D35">
        <w:t>Le vent d</w:t>
      </w:r>
      <w:r w:rsidR="00B97E5D">
        <w:t>’</w:t>
      </w:r>
      <w:r w:rsidRPr="003E4D35">
        <w:t>Ouest poussait vers la mer des balles de duvet qui flottaient comme de faux cygnes sur la lagune</w:t>
      </w:r>
      <w:r w:rsidR="00B97E5D">
        <w:t xml:space="preserve">, </w:t>
      </w:r>
      <w:r w:rsidRPr="003E4D35">
        <w:t>jusqu</w:t>
      </w:r>
      <w:r w:rsidR="00B97E5D">
        <w:t>’</w:t>
      </w:r>
      <w:r w:rsidRPr="003E4D35">
        <w:t>au point où le co</w:t>
      </w:r>
      <w:r w:rsidRPr="003E4D35">
        <w:t>u</w:t>
      </w:r>
      <w:r w:rsidRPr="003E4D35">
        <w:t>rant les prenait et les emportait compacts</w:t>
      </w:r>
      <w:r w:rsidR="00B97E5D">
        <w:t xml:space="preserve">, </w:t>
      </w:r>
      <w:r w:rsidRPr="003E4D35">
        <w:t>en oreillers</w:t>
      </w:r>
      <w:r w:rsidR="00B97E5D">
        <w:t xml:space="preserve">, </w:t>
      </w:r>
      <w:r w:rsidRPr="003E4D35">
        <w:t xml:space="preserve">vers le </w:t>
      </w:r>
      <w:proofErr w:type="spellStart"/>
      <w:r w:rsidRPr="003E4D35">
        <w:t>Khouro</w:t>
      </w:r>
      <w:proofErr w:type="spellEnd"/>
      <w:r w:rsidRPr="003E4D35">
        <w:t xml:space="preserve"> </w:t>
      </w:r>
      <w:proofErr w:type="spellStart"/>
      <w:r w:rsidRPr="003E4D35">
        <w:t>Shivo</w:t>
      </w:r>
      <w:proofErr w:type="spellEnd"/>
      <w:r w:rsidR="00B97E5D">
        <w:t xml:space="preserve">… </w:t>
      </w:r>
      <w:r w:rsidRPr="003E4D35">
        <w:t>J</w:t>
      </w:r>
      <w:r w:rsidR="00B97E5D">
        <w:t>’</w:t>
      </w:r>
      <w:r w:rsidRPr="003E4D35">
        <w:t>essayai de m</w:t>
      </w:r>
      <w:r w:rsidR="00B97E5D">
        <w:t>’</w:t>
      </w:r>
      <w:r w:rsidRPr="003E4D35">
        <w:t>orienter dans cette volière</w:t>
      </w:r>
      <w:r w:rsidR="00B97E5D">
        <w:t xml:space="preserve">. </w:t>
      </w:r>
      <w:r w:rsidRPr="003E4D35">
        <w:t>La présence de quelque oiseau reconnu par Jules Verne ou par la classe de leçons de choses m</w:t>
      </w:r>
      <w:r w:rsidR="00B97E5D">
        <w:t>’</w:t>
      </w:r>
      <w:r w:rsidRPr="003E4D35">
        <w:t>eût appris ma place dans le monde</w:t>
      </w:r>
      <w:r w:rsidR="00B97E5D">
        <w:t xml:space="preserve">. </w:t>
      </w:r>
      <w:r w:rsidRPr="003E4D35">
        <w:t>Je savais que le casoar annonce une terre toute proche de l</w:t>
      </w:r>
      <w:r w:rsidR="00B97E5D">
        <w:t>’</w:t>
      </w:r>
      <w:r w:rsidRPr="003E4D35">
        <w:t>Au</w:t>
      </w:r>
      <w:r w:rsidRPr="003E4D35">
        <w:t>s</w:t>
      </w:r>
      <w:r w:rsidRPr="003E4D35">
        <w:t>tralie</w:t>
      </w:r>
      <w:r w:rsidR="00B97E5D">
        <w:t xml:space="preserve">, </w:t>
      </w:r>
      <w:r w:rsidRPr="003E4D35">
        <w:t>car il est venu de Tasmanie à pied</w:t>
      </w:r>
      <w:r w:rsidR="00B97E5D">
        <w:t xml:space="preserve">, </w:t>
      </w:r>
      <w:r w:rsidRPr="003E4D35">
        <w:t>mais je cherchai en vain mon casoar</w:t>
      </w:r>
      <w:r w:rsidR="00B97E5D">
        <w:t xml:space="preserve">… </w:t>
      </w:r>
      <w:r w:rsidRPr="003E4D35">
        <w:t>que l</w:t>
      </w:r>
      <w:r w:rsidR="00B97E5D">
        <w:t>’</w:t>
      </w:r>
      <w:r w:rsidRPr="003E4D35">
        <w:t>outarde annonce l</w:t>
      </w:r>
      <w:r w:rsidR="00B97E5D">
        <w:t>’</w:t>
      </w:r>
      <w:r w:rsidRPr="003E4D35">
        <w:t>Afrique du Sud</w:t>
      </w:r>
      <w:r w:rsidR="00B97E5D">
        <w:t xml:space="preserve"> ; </w:t>
      </w:r>
      <w:r w:rsidRPr="003E4D35">
        <w:t>mais pas d</w:t>
      </w:r>
      <w:r w:rsidR="00B97E5D">
        <w:t>’</w:t>
      </w:r>
      <w:r w:rsidRPr="003E4D35">
        <w:t>outarde</w:t>
      </w:r>
      <w:r w:rsidR="00B97E5D">
        <w:t xml:space="preserve">… </w:t>
      </w:r>
      <w:r w:rsidRPr="003E4D35">
        <w:t>que l</w:t>
      </w:r>
      <w:r w:rsidR="00B97E5D">
        <w:t>’</w:t>
      </w:r>
      <w:r w:rsidRPr="003E4D35">
        <w:t>Équateur peut encore receler des o</w:t>
      </w:r>
      <w:r w:rsidRPr="003E4D35">
        <w:t>i</w:t>
      </w:r>
      <w:r w:rsidRPr="003E4D35">
        <w:t>seaux préhistoriques</w:t>
      </w:r>
      <w:r w:rsidR="00B97E5D">
        <w:t xml:space="preserve">, </w:t>
      </w:r>
      <w:r w:rsidRPr="003E4D35">
        <w:t>et quand j</w:t>
      </w:r>
      <w:r w:rsidR="00B97E5D">
        <w:t>’</w:t>
      </w:r>
      <w:r w:rsidRPr="003E4D35">
        <w:t>apercevais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épiant de de</w:t>
      </w:r>
      <w:r w:rsidRPr="003E4D35">
        <w:t>r</w:t>
      </w:r>
      <w:r w:rsidRPr="003E4D35">
        <w:t>rière un arbre</w:t>
      </w:r>
      <w:r w:rsidR="00B97E5D">
        <w:t xml:space="preserve">, </w:t>
      </w:r>
      <w:r w:rsidRPr="003E4D35">
        <w:t>quelque tête dénudée avec un bec en vieille corne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peur</w:t>
      </w:r>
      <w:r w:rsidR="00B97E5D">
        <w:t xml:space="preserve">, </w:t>
      </w:r>
      <w:r w:rsidRPr="003E4D35">
        <w:t>me demandant s</w:t>
      </w:r>
      <w:r w:rsidR="00B97E5D">
        <w:t>’</w:t>
      </w:r>
      <w:r w:rsidRPr="003E4D35">
        <w:t>il n</w:t>
      </w:r>
      <w:r w:rsidR="00B97E5D">
        <w:t>’</w:t>
      </w:r>
      <w:r w:rsidRPr="003E4D35">
        <w:t xml:space="preserve">y avait pas là pour la soutenir un </w:t>
      </w:r>
      <w:proofErr w:type="spellStart"/>
      <w:r w:rsidRPr="003E4D35">
        <w:t>cou</w:t>
      </w:r>
      <w:proofErr w:type="spellEnd"/>
      <w:r w:rsidRPr="003E4D35">
        <w:t xml:space="preserve"> de reptile avec des poils</w:t>
      </w:r>
      <w:r w:rsidR="00B97E5D">
        <w:t xml:space="preserve">, </w:t>
      </w:r>
      <w:r w:rsidRPr="003E4D35">
        <w:t>issu d</w:t>
      </w:r>
      <w:r w:rsidR="00B97E5D">
        <w:t>’</w:t>
      </w:r>
      <w:r w:rsidRPr="003E4D35">
        <w:t>un corps hérissé de pointes en sparadrap avec des pieds palmés</w:t>
      </w:r>
      <w:r w:rsidR="00B97E5D">
        <w:t xml:space="preserve">. </w:t>
      </w:r>
      <w:r w:rsidRPr="003E4D35">
        <w:t>Mais cette île était aussi à jour</w:t>
      </w:r>
      <w:r w:rsidR="00B97E5D">
        <w:t xml:space="preserve">, </w:t>
      </w:r>
      <w:r w:rsidRPr="003E4D35">
        <w:t>pour les espèces à la mode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un jardin d</w:t>
      </w:r>
      <w:r w:rsidR="00B97E5D">
        <w:t>’</w:t>
      </w:r>
      <w:r w:rsidRPr="003E4D35">
        <w:t>acclimatation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pour ses plumages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une maison de m</w:t>
      </w:r>
      <w:r w:rsidRPr="003E4D35">
        <w:t>o</w:t>
      </w:r>
      <w:r w:rsidRPr="003E4D35">
        <w:t>des</w:t>
      </w:r>
      <w:r w:rsidR="00B97E5D">
        <w:t xml:space="preserve">. </w:t>
      </w:r>
      <w:r w:rsidRPr="003E4D35">
        <w:t>Partout des paradisiers</w:t>
      </w:r>
      <w:r w:rsidR="00B97E5D">
        <w:t xml:space="preserve">, </w:t>
      </w:r>
      <w:r w:rsidRPr="003E4D35">
        <w:t>des aigrettes</w:t>
      </w:r>
      <w:r w:rsidR="00B97E5D">
        <w:t xml:space="preserve">, </w:t>
      </w:r>
      <w:r w:rsidRPr="003E4D35">
        <w:t>et les plumes de m</w:t>
      </w:r>
      <w:r w:rsidRPr="003E4D35">
        <w:t>a</w:t>
      </w:r>
      <w:r w:rsidRPr="003E4D35">
        <w:t>rabout ou d</w:t>
      </w:r>
      <w:r w:rsidR="00B97E5D">
        <w:t>’</w:t>
      </w:r>
      <w:r w:rsidRPr="003E4D35">
        <w:t>autruche piquées sur de petits corbeaux</w:t>
      </w:r>
      <w:r w:rsidR="00B97E5D">
        <w:t xml:space="preserve">. </w:t>
      </w:r>
      <w:r w:rsidRPr="003E4D35">
        <w:t>Partout</w:t>
      </w:r>
      <w:r w:rsidR="00B97E5D">
        <w:t xml:space="preserve">, </w:t>
      </w:r>
      <w:r w:rsidRPr="003E4D35">
        <w:t>semblant pendre aux cocotiers par un fil</w:t>
      </w:r>
      <w:r w:rsidR="00B97E5D">
        <w:t xml:space="preserve">, </w:t>
      </w:r>
      <w:r w:rsidRPr="003E4D35">
        <w:t>comme les poignées d</w:t>
      </w:r>
      <w:r w:rsidR="00B97E5D">
        <w:t>’</w:t>
      </w:r>
      <w:r w:rsidRPr="003E4D35">
        <w:t>un cordon à tirer un rideau</w:t>
      </w:r>
      <w:r w:rsidR="00B97E5D">
        <w:t xml:space="preserve">, </w:t>
      </w:r>
      <w:r w:rsidRPr="003E4D35">
        <w:t>la tête en bas</w:t>
      </w:r>
      <w:r w:rsidR="00B97E5D">
        <w:t xml:space="preserve">, </w:t>
      </w:r>
      <w:r w:rsidRPr="003E4D35">
        <w:t>des perroquets ignorants encore de la la</w:t>
      </w:r>
      <w:r w:rsidRPr="003E4D35">
        <w:t>n</w:t>
      </w:r>
      <w:r w:rsidRPr="003E4D35">
        <w:t>gue humaine et qui ne répétaient que les cris du premier perr</w:t>
      </w:r>
      <w:r w:rsidRPr="003E4D35">
        <w:t>o</w:t>
      </w:r>
      <w:r w:rsidRPr="003E4D35">
        <w:t>quet</w:t>
      </w:r>
      <w:r w:rsidR="00B97E5D">
        <w:t xml:space="preserve">, </w:t>
      </w:r>
      <w:r w:rsidRPr="003E4D35">
        <w:t>ou bien grimpant à dix par le bec</w:t>
      </w:r>
      <w:r w:rsidR="00B97E5D">
        <w:t xml:space="preserve">, </w:t>
      </w:r>
      <w:r w:rsidRPr="003E4D35">
        <w:t>et s</w:t>
      </w:r>
      <w:r w:rsidR="00B97E5D">
        <w:t>’</w:t>
      </w:r>
      <w:r w:rsidRPr="003E4D35">
        <w:t>arrêtant échelonnés sur le tronc en ampoules de résine bleue</w:t>
      </w:r>
      <w:r w:rsidR="00B97E5D">
        <w:t xml:space="preserve">, </w:t>
      </w:r>
      <w:r w:rsidRPr="003E4D35">
        <w:t>jaune ou rouge</w:t>
      </w:r>
      <w:r w:rsidR="00B97E5D">
        <w:t xml:space="preserve">. </w:t>
      </w:r>
      <w:r w:rsidRPr="003E4D35">
        <w:t>Des kakatoès qui allaient tous les soirs coucher dans la seconde île</w:t>
      </w:r>
      <w:r w:rsidR="00B97E5D">
        <w:t xml:space="preserve">, </w:t>
      </w:r>
      <w:r w:rsidRPr="003E4D35">
        <w:t xml:space="preserve">délirants à la rencontre des </w:t>
      </w:r>
      <w:proofErr w:type="spellStart"/>
      <w:r w:rsidRPr="003E4D35">
        <w:t>gourahs</w:t>
      </w:r>
      <w:proofErr w:type="spellEnd"/>
      <w:r w:rsidRPr="003E4D35">
        <w:t xml:space="preserve"> qui venaient de là-bas co</w:t>
      </w:r>
      <w:r w:rsidRPr="003E4D35">
        <w:t>u</w:t>
      </w:r>
      <w:r w:rsidRPr="003E4D35">
        <w:t>cher dans la mienne</w:t>
      </w:r>
      <w:r w:rsidR="00B97E5D">
        <w:t xml:space="preserve">. </w:t>
      </w:r>
      <w:r w:rsidRPr="003E4D35">
        <w:t>De-ci</w:t>
      </w:r>
      <w:r w:rsidR="00B97E5D">
        <w:t xml:space="preserve">, </w:t>
      </w:r>
      <w:r w:rsidRPr="003E4D35">
        <w:t>de-là</w:t>
      </w:r>
      <w:r w:rsidR="00B97E5D">
        <w:t xml:space="preserve">, </w:t>
      </w:r>
      <w:r w:rsidRPr="003E4D35">
        <w:t>des oiseaux dont j</w:t>
      </w:r>
      <w:r w:rsidR="00B97E5D">
        <w:t>’</w:t>
      </w:r>
      <w:r w:rsidRPr="003E4D35">
        <w:t xml:space="preserve">avais vu la </w:t>
      </w:r>
      <w:r w:rsidRPr="003E4D35">
        <w:lastRenderedPageBreak/>
        <w:t>photographie dans le</w:t>
      </w:r>
      <w:r w:rsidRPr="003E4D35">
        <w:rPr>
          <w:i/>
          <w:iCs/>
        </w:rPr>
        <w:t xml:space="preserve"> Journal des Voyages</w:t>
      </w:r>
      <w:r w:rsidR="00B97E5D">
        <w:rPr>
          <w:i/>
          <w:iCs/>
        </w:rPr>
        <w:t xml:space="preserve">, </w:t>
      </w:r>
      <w:r w:rsidRPr="003E4D35">
        <w:t>celui qu</w:t>
      </w:r>
      <w:r w:rsidR="00B97E5D">
        <w:t>’</w:t>
      </w:r>
      <w:r w:rsidRPr="003E4D35">
        <w:t>on appelait l</w:t>
      </w:r>
      <w:r w:rsidR="00B97E5D">
        <w:t>’</w:t>
      </w:r>
      <w:r w:rsidRPr="003E4D35">
        <w:t>Oiseau Muet</w:t>
      </w:r>
      <w:r w:rsidR="00B97E5D">
        <w:t xml:space="preserve">, </w:t>
      </w:r>
      <w:r w:rsidRPr="003E4D35">
        <w:t>et qui se posait toujours juste sur la branche au-dessus de l</w:t>
      </w:r>
      <w:r w:rsidR="00B97E5D">
        <w:t>’</w:t>
      </w:r>
      <w:r w:rsidRPr="003E4D35">
        <w:t>oiseau qui chantait</w:t>
      </w:r>
      <w:r w:rsidR="00B97E5D">
        <w:t xml:space="preserve">, </w:t>
      </w:r>
      <w:r w:rsidRPr="003E4D35">
        <w:t>ouvrant le bec sans émettre un son</w:t>
      </w:r>
      <w:r w:rsidR="00B97E5D">
        <w:t xml:space="preserve"> ; </w:t>
      </w:r>
      <w:r w:rsidRPr="003E4D35">
        <w:t>celui qu</w:t>
      </w:r>
      <w:r w:rsidR="00B97E5D">
        <w:t>’</w:t>
      </w:r>
      <w:r w:rsidRPr="003E4D35">
        <w:t>on appelait le Plus-laid-du-Monde</w:t>
      </w:r>
      <w:r w:rsidR="00B97E5D">
        <w:t xml:space="preserve">, </w:t>
      </w:r>
      <w:r w:rsidRPr="003E4D35">
        <w:t>que je reconnus aussitôt</w:t>
      </w:r>
      <w:r w:rsidR="00B97E5D">
        <w:t xml:space="preserve">, </w:t>
      </w:r>
      <w:r w:rsidRPr="003E4D35">
        <w:t>le plus laid</w:t>
      </w:r>
      <w:r w:rsidR="00B97E5D">
        <w:t xml:space="preserve">, </w:t>
      </w:r>
      <w:r w:rsidRPr="003E4D35">
        <w:t>car il p</w:t>
      </w:r>
      <w:r w:rsidRPr="003E4D35">
        <w:t>a</w:t>
      </w:r>
      <w:r w:rsidRPr="003E4D35">
        <w:t>raissait avoir toutes les petites maladies humaines</w:t>
      </w:r>
      <w:r w:rsidR="00B97E5D">
        <w:t xml:space="preserve">, </w:t>
      </w:r>
      <w:r w:rsidRPr="003E4D35">
        <w:t>si humilia</w:t>
      </w:r>
      <w:r w:rsidRPr="003E4D35">
        <w:t>n</w:t>
      </w:r>
      <w:r w:rsidRPr="003E4D35">
        <w:t>tes pour les ténors et les jeunes mariées</w:t>
      </w:r>
      <w:r w:rsidR="00B97E5D">
        <w:t xml:space="preserve">, </w:t>
      </w:r>
      <w:r w:rsidRPr="003E4D35">
        <w:t>des cors à ses pattes</w:t>
      </w:r>
      <w:r w:rsidR="00B97E5D">
        <w:t xml:space="preserve">, </w:t>
      </w:r>
      <w:r w:rsidRPr="003E4D35">
        <w:t>des oignons à son cou</w:t>
      </w:r>
      <w:r w:rsidR="00B97E5D">
        <w:t xml:space="preserve">, </w:t>
      </w:r>
      <w:r w:rsidRPr="003E4D35">
        <w:t>un compère-loriot</w:t>
      </w:r>
      <w:r w:rsidR="00B97E5D">
        <w:t xml:space="preserve">, </w:t>
      </w:r>
      <w:r w:rsidRPr="003E4D35">
        <w:t>et qui éternuait</w:t>
      </w:r>
      <w:r w:rsidR="00B97E5D">
        <w:t xml:space="preserve"> ; – </w:t>
      </w:r>
      <w:r w:rsidRPr="003E4D35">
        <w:t>qui s</w:t>
      </w:r>
      <w:r w:rsidR="00B97E5D">
        <w:t>’</w:t>
      </w:r>
      <w:r w:rsidRPr="003E4D35">
        <w:t>apprivoisa d</w:t>
      </w:r>
      <w:r w:rsidR="00B97E5D">
        <w:t>’</w:t>
      </w:r>
      <w:r w:rsidRPr="003E4D35">
        <w:t>ailleurs le premier</w:t>
      </w:r>
      <w:r w:rsidR="00B97E5D">
        <w:t xml:space="preserve">, </w:t>
      </w:r>
      <w:r w:rsidRPr="003E4D35">
        <w:t>ayant</w:t>
      </w:r>
      <w:r w:rsidR="00B97E5D">
        <w:t xml:space="preserve">, </w:t>
      </w:r>
      <w:r w:rsidRPr="003E4D35">
        <w:t>comme tous les hommes laids</w:t>
      </w:r>
      <w:r w:rsidR="00B97E5D">
        <w:t xml:space="preserve">, </w:t>
      </w:r>
      <w:r w:rsidRPr="003E4D35">
        <w:t>la beauté de son cœur</w:t>
      </w:r>
      <w:r w:rsidR="00B97E5D">
        <w:t xml:space="preserve">. </w:t>
      </w:r>
      <w:r w:rsidRPr="003E4D35">
        <w:t>Des moineaux dorés</w:t>
      </w:r>
      <w:r w:rsidR="00B97E5D">
        <w:t xml:space="preserve">, </w:t>
      </w:r>
      <w:r w:rsidRPr="003E4D35">
        <w:t>noirs et rouges qui en se posant devenaient des boules incol</w:t>
      </w:r>
      <w:r w:rsidRPr="003E4D35">
        <w:t>o</w:t>
      </w:r>
      <w:r w:rsidRPr="003E4D35">
        <w:t>res</w:t>
      </w:r>
      <w:r w:rsidR="00B97E5D">
        <w:t xml:space="preserve"> ; </w:t>
      </w:r>
      <w:r w:rsidRPr="003E4D35">
        <w:t>des merles au vol blanc sale qui se posant devenaient des poires de pourpre et d</w:t>
      </w:r>
      <w:r w:rsidR="00B97E5D">
        <w:t>’</w:t>
      </w:r>
      <w:r w:rsidRPr="003E4D35">
        <w:t>indigo</w:t>
      </w:r>
      <w:r w:rsidR="00B97E5D">
        <w:t xml:space="preserve"> ; </w:t>
      </w:r>
      <w:r w:rsidRPr="003E4D35">
        <w:t>parfois</w:t>
      </w:r>
      <w:r w:rsidR="00B97E5D">
        <w:t xml:space="preserve">, </w:t>
      </w:r>
      <w:r w:rsidRPr="003E4D35">
        <w:t>sur la grève</w:t>
      </w:r>
      <w:r w:rsidR="00B97E5D">
        <w:t xml:space="preserve">, </w:t>
      </w:r>
      <w:r w:rsidRPr="003E4D35">
        <w:t>je tombais sur une basse-cour travestie</w:t>
      </w:r>
      <w:r w:rsidR="00B97E5D">
        <w:t xml:space="preserve">, </w:t>
      </w:r>
      <w:r w:rsidRPr="003E4D35">
        <w:t>sur des oies vermillonnes</w:t>
      </w:r>
      <w:r w:rsidR="00B97E5D">
        <w:t xml:space="preserve"> ; </w:t>
      </w:r>
      <w:r w:rsidRPr="003E4D35">
        <w:t>des c</w:t>
      </w:r>
      <w:r w:rsidRPr="003E4D35">
        <w:t>a</w:t>
      </w:r>
      <w:r w:rsidRPr="003E4D35">
        <w:t>nards bleu-blanc-rouge</w:t>
      </w:r>
      <w:r w:rsidR="00B97E5D">
        <w:t xml:space="preserve">, </w:t>
      </w:r>
      <w:r w:rsidRPr="003E4D35">
        <w:t>des dindes dorées et vertes</w:t>
      </w:r>
      <w:r w:rsidR="00B97E5D">
        <w:t xml:space="preserve">, </w:t>
      </w:r>
      <w:r w:rsidRPr="003E4D35">
        <w:t>des paons carmin</w:t>
      </w:r>
      <w:r w:rsidR="00B97E5D">
        <w:t xml:space="preserve">, </w:t>
      </w:r>
      <w:r w:rsidRPr="003E4D35">
        <w:t>et au moindre de mes gestes toutes ces couleurs cha</w:t>
      </w:r>
      <w:r w:rsidRPr="003E4D35">
        <w:t>n</w:t>
      </w:r>
      <w:r w:rsidRPr="003E4D35">
        <w:t>geaient comme dans un kaléidoscope</w:t>
      </w:r>
      <w:r w:rsidR="00B97E5D">
        <w:t xml:space="preserve">. </w:t>
      </w:r>
      <w:r w:rsidRPr="003E4D35">
        <w:t>Des coqs</w:t>
      </w:r>
      <w:r w:rsidR="00B97E5D">
        <w:t xml:space="preserve">, </w:t>
      </w:r>
      <w:r w:rsidRPr="003E4D35">
        <w:t>des poules</w:t>
      </w:r>
      <w:r w:rsidR="00B97E5D">
        <w:t xml:space="preserve">, </w:t>
      </w:r>
      <w:r w:rsidRPr="003E4D35">
        <w:t>des pintades</w:t>
      </w:r>
      <w:r w:rsidR="00B97E5D">
        <w:t xml:space="preserve">, </w:t>
      </w:r>
      <w:r w:rsidRPr="003E4D35">
        <w:t>mais sous la casaque d</w:t>
      </w:r>
      <w:r w:rsidR="00B97E5D">
        <w:t>’</w:t>
      </w:r>
      <w:r w:rsidRPr="003E4D35">
        <w:t>un propriétaire milliardaire</w:t>
      </w:r>
      <w:r w:rsidR="00B97E5D">
        <w:t xml:space="preserve">. </w:t>
      </w:r>
      <w:r w:rsidRPr="003E4D35">
        <w:t>Parfois l</w:t>
      </w:r>
      <w:r w:rsidR="00B97E5D">
        <w:t>’</w:t>
      </w:r>
      <w:r w:rsidRPr="003E4D35">
        <w:t>arbre où l</w:t>
      </w:r>
      <w:r w:rsidR="00B97E5D">
        <w:t>’</w:t>
      </w:r>
      <w:r w:rsidRPr="003E4D35">
        <w:t>on couvait</w:t>
      </w:r>
      <w:r w:rsidR="00B97E5D">
        <w:t xml:space="preserve">, </w:t>
      </w:r>
      <w:r w:rsidRPr="003E4D35">
        <w:t>aimé pour ses branches horizo</w:t>
      </w:r>
      <w:r w:rsidRPr="003E4D35">
        <w:t>n</w:t>
      </w:r>
      <w:r w:rsidRPr="003E4D35">
        <w:t>tales</w:t>
      </w:r>
      <w:r w:rsidR="00B97E5D">
        <w:t xml:space="preserve"> ; </w:t>
      </w:r>
      <w:r w:rsidRPr="003E4D35">
        <w:t>sur toutes des femelles accro</w:t>
      </w:r>
      <w:r w:rsidRPr="003E4D35">
        <w:t>u</w:t>
      </w:r>
      <w:r w:rsidRPr="003E4D35">
        <w:t>pies et le mâle debout</w:t>
      </w:r>
      <w:r w:rsidR="00B97E5D">
        <w:t xml:space="preserve">, </w:t>
      </w:r>
      <w:r w:rsidRPr="003E4D35">
        <w:t>tous comme empaillés sur un arbre de Noël</w:t>
      </w:r>
      <w:r w:rsidR="00B97E5D">
        <w:t xml:space="preserve">, </w:t>
      </w:r>
      <w:r w:rsidRPr="003E4D35">
        <w:t>mais leurs couleurs de plus en plus vives et les espèces de plus en plus grosses à m</w:t>
      </w:r>
      <w:r w:rsidRPr="003E4D35">
        <w:t>e</w:t>
      </w:r>
      <w:r w:rsidRPr="003E4D35">
        <w:t>sure qu</w:t>
      </w:r>
      <w:r w:rsidR="00B97E5D">
        <w:t>’</w:t>
      </w:r>
      <w:r w:rsidRPr="003E4D35">
        <w:t>on arrivait plus près du faîte</w:t>
      </w:r>
      <w:r w:rsidR="00B97E5D">
        <w:t xml:space="preserve">, </w:t>
      </w:r>
      <w:r w:rsidRPr="003E4D35">
        <w:t>et aux dernières branches le nid ne pouvait plus contenir les queues des paradisiers</w:t>
      </w:r>
      <w:r w:rsidR="00B97E5D">
        <w:t xml:space="preserve">. </w:t>
      </w:r>
      <w:r w:rsidRPr="003E4D35">
        <w:t>Pa</w:t>
      </w:r>
      <w:r w:rsidRPr="003E4D35">
        <w:t>r</w:t>
      </w:r>
      <w:r w:rsidRPr="003E4D35">
        <w:t xml:space="preserve">fois une </w:t>
      </w:r>
      <w:proofErr w:type="spellStart"/>
      <w:r w:rsidRPr="003E4D35">
        <w:t>Mucuna</w:t>
      </w:r>
      <w:proofErr w:type="spellEnd"/>
      <w:r w:rsidRPr="003E4D35">
        <w:t xml:space="preserve"> </w:t>
      </w:r>
      <w:proofErr w:type="spellStart"/>
      <w:r w:rsidRPr="003E4D35">
        <w:t>Benettii</w:t>
      </w:r>
      <w:proofErr w:type="spellEnd"/>
      <w:r w:rsidRPr="003E4D35">
        <w:t xml:space="preserve"> me heu</w:t>
      </w:r>
      <w:r w:rsidRPr="003E4D35">
        <w:t>r</w:t>
      </w:r>
      <w:r w:rsidRPr="003E4D35">
        <w:t>tait</w:t>
      </w:r>
      <w:r w:rsidR="00B97E5D">
        <w:t xml:space="preserve">, </w:t>
      </w:r>
      <w:r w:rsidRPr="003E4D35">
        <w:t>ou se posait sur moi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elle n</w:t>
      </w:r>
      <w:r w:rsidR="00B97E5D">
        <w:t>’</w:t>
      </w:r>
      <w:r w:rsidRPr="003E4D35">
        <w:t>avait pas vu encore de créature humaine</w:t>
      </w:r>
      <w:r w:rsidR="00B97E5D">
        <w:t xml:space="preserve"> ; </w:t>
      </w:r>
      <w:r w:rsidRPr="003E4D35">
        <w:t>elle me be</w:t>
      </w:r>
      <w:r w:rsidRPr="003E4D35">
        <w:t>c</w:t>
      </w:r>
      <w:r w:rsidRPr="003E4D35">
        <w:t>quetait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elle confondait peau et écorce</w:t>
      </w:r>
      <w:r w:rsidR="00B97E5D">
        <w:t xml:space="preserve"> ; </w:t>
      </w:r>
      <w:r w:rsidRPr="003E4D35">
        <w:t>je sentais que certains eussent aimé vivre sur moi</w:t>
      </w:r>
      <w:r w:rsidR="00B97E5D">
        <w:t xml:space="preserve">, </w:t>
      </w:r>
      <w:r w:rsidRPr="003E4D35">
        <w:t>être pour une femme ce que dans d</w:t>
      </w:r>
      <w:r w:rsidR="00B97E5D">
        <w:t>’</w:t>
      </w:r>
      <w:r w:rsidRPr="003E4D35">
        <w:t>autres climats ils étaient pour le crocodile ou le rhinoc</w:t>
      </w:r>
      <w:r w:rsidRPr="003E4D35">
        <w:t>é</w:t>
      </w:r>
      <w:r w:rsidRPr="003E4D35">
        <w:t>ros</w:t>
      </w:r>
      <w:r w:rsidR="00B97E5D">
        <w:t xml:space="preserve">, </w:t>
      </w:r>
      <w:r w:rsidRPr="003E4D35">
        <w:t>gagnés par la douceur d</w:t>
      </w:r>
      <w:r w:rsidR="00B97E5D">
        <w:t>’</w:t>
      </w:r>
      <w:r w:rsidRPr="003E4D35">
        <w:t>un grand être</w:t>
      </w:r>
      <w:r w:rsidR="00B97E5D">
        <w:t xml:space="preserve">, </w:t>
      </w:r>
      <w:r w:rsidRPr="003E4D35">
        <w:t>ne demandant qu</w:t>
      </w:r>
      <w:r w:rsidR="00B97E5D">
        <w:t>’</w:t>
      </w:r>
      <w:r w:rsidRPr="003E4D35">
        <w:t>à m</w:t>
      </w:r>
      <w:r w:rsidR="00B97E5D">
        <w:t>’</w:t>
      </w:r>
      <w:r w:rsidRPr="003E4D35">
        <w:t>annoncer mes ennemis</w:t>
      </w:r>
      <w:r w:rsidR="00B97E5D">
        <w:t xml:space="preserve">. </w:t>
      </w:r>
      <w:r w:rsidRPr="003E4D35">
        <w:t>Tous familiers d</w:t>
      </w:r>
      <w:r w:rsidR="00B97E5D">
        <w:t>’</w:t>
      </w:r>
      <w:r w:rsidRPr="003E4D35">
        <w:t>ailleurs</w:t>
      </w:r>
      <w:r w:rsidR="00B97E5D">
        <w:t xml:space="preserve">, </w:t>
      </w:r>
      <w:r w:rsidRPr="003E4D35">
        <w:t>se laissant presque tous approcher et caresser</w:t>
      </w:r>
      <w:r w:rsidR="00B97E5D">
        <w:t xml:space="preserve">, </w:t>
      </w:r>
      <w:r w:rsidRPr="003E4D35">
        <w:t xml:space="preserve">et en ce point </w:t>
      </w:r>
      <w:r w:rsidRPr="003E4D35">
        <w:lastRenderedPageBreak/>
        <w:t>seulement mon aventure ressemblait à un vrai rêve</w:t>
      </w:r>
      <w:r w:rsidR="00B97E5D">
        <w:t xml:space="preserve">. </w:t>
      </w:r>
      <w:r w:rsidRPr="003E4D35">
        <w:t>Parfois d</w:t>
      </w:r>
      <w:r w:rsidR="00B97E5D">
        <w:t>’</w:t>
      </w:r>
      <w:r w:rsidRPr="003E4D35">
        <w:t>immenses conciliabules entre les myri</w:t>
      </w:r>
      <w:r w:rsidRPr="003E4D35">
        <w:t>a</w:t>
      </w:r>
      <w:r w:rsidRPr="003E4D35">
        <w:t>des d</w:t>
      </w:r>
      <w:r w:rsidR="00B97E5D">
        <w:t>’</w:t>
      </w:r>
      <w:r w:rsidRPr="003E4D35">
        <w:t>oiseaux qui tissent</w:t>
      </w:r>
      <w:r w:rsidR="00B97E5D">
        <w:t xml:space="preserve">, </w:t>
      </w:r>
      <w:r w:rsidRPr="003E4D35">
        <w:t>ceux qui fauchent</w:t>
      </w:r>
      <w:r w:rsidR="00B97E5D">
        <w:t xml:space="preserve">, </w:t>
      </w:r>
      <w:r w:rsidRPr="003E4D35">
        <w:t>ceux qui cousent et ceux qui secrètent</w:t>
      </w:r>
      <w:r w:rsidR="00B97E5D">
        <w:t xml:space="preserve">, </w:t>
      </w:r>
      <w:r w:rsidRPr="003E4D35">
        <w:t>ceux qui pla</w:t>
      </w:r>
      <w:r w:rsidRPr="003E4D35">
        <w:t>n</w:t>
      </w:r>
      <w:r w:rsidRPr="003E4D35">
        <w:t>tent des joncs et ceux qui pla</w:t>
      </w:r>
      <w:r w:rsidRPr="003E4D35">
        <w:t>n</w:t>
      </w:r>
      <w:r w:rsidRPr="003E4D35">
        <w:t>tent des coquilles</w:t>
      </w:r>
      <w:r w:rsidR="00B97E5D">
        <w:t xml:space="preserve">, </w:t>
      </w:r>
      <w:r w:rsidRPr="003E4D35">
        <w:t>comme s</w:t>
      </w:r>
      <w:r w:rsidR="00B97E5D">
        <w:t>’</w:t>
      </w:r>
      <w:r w:rsidRPr="003E4D35">
        <w:t>il s</w:t>
      </w:r>
      <w:r w:rsidR="00B97E5D">
        <w:t>’</w:t>
      </w:r>
      <w:r w:rsidRPr="003E4D35">
        <w:t>agissait enfin d</w:t>
      </w:r>
      <w:r w:rsidR="00B97E5D">
        <w:t>’</w:t>
      </w:r>
      <w:r w:rsidRPr="003E4D35">
        <w:t>établir un m</w:t>
      </w:r>
      <w:r w:rsidRPr="003E4D35">
        <w:t>o</w:t>
      </w:r>
      <w:r w:rsidRPr="003E4D35">
        <w:t>dèle de nid commun</w:t>
      </w:r>
      <w:r w:rsidR="00B97E5D">
        <w:t xml:space="preserve">. </w:t>
      </w:r>
      <w:r w:rsidRPr="003E4D35">
        <w:t>Parfois</w:t>
      </w:r>
      <w:r w:rsidR="00B97E5D">
        <w:t xml:space="preserve">, </w:t>
      </w:r>
      <w:r w:rsidRPr="003E4D35">
        <w:t>au coucher du soleil</w:t>
      </w:r>
      <w:r w:rsidR="00B97E5D">
        <w:t xml:space="preserve">, </w:t>
      </w:r>
      <w:r w:rsidRPr="003E4D35">
        <w:t>un vol de pigeons nains s</w:t>
      </w:r>
      <w:r w:rsidR="00B97E5D">
        <w:t>’</w:t>
      </w:r>
      <w:r w:rsidRPr="003E4D35">
        <w:t>abattant à la hâte sur un manguier auquel les chauves-souris pendaient le jour par grappes et les condamnant à errer jusqu</w:t>
      </w:r>
      <w:r w:rsidR="00B97E5D">
        <w:t>’</w:t>
      </w:r>
      <w:r w:rsidRPr="003E4D35">
        <w:t>au matin</w:t>
      </w:r>
      <w:r w:rsidR="00B97E5D">
        <w:t xml:space="preserve">. </w:t>
      </w:r>
      <w:r w:rsidRPr="003E4D35">
        <w:t>Un perpétuel quatre-coins sur chaque arbre</w:t>
      </w:r>
      <w:r w:rsidR="00B97E5D">
        <w:t xml:space="preserve">, </w:t>
      </w:r>
      <w:r w:rsidRPr="003E4D35">
        <w:t>qui laissait flottantes des centa</w:t>
      </w:r>
      <w:r w:rsidRPr="003E4D35">
        <w:t>i</w:t>
      </w:r>
      <w:r w:rsidRPr="003E4D35">
        <w:t>nes d</w:t>
      </w:r>
      <w:r w:rsidR="00B97E5D">
        <w:t>’</w:t>
      </w:r>
      <w:r w:rsidRPr="003E4D35">
        <w:t>ailes</w:t>
      </w:r>
      <w:r w:rsidR="00B97E5D">
        <w:t xml:space="preserve">. </w:t>
      </w:r>
      <w:r w:rsidRPr="003E4D35">
        <w:t>Parfois des a</w:t>
      </w:r>
      <w:r w:rsidRPr="003E4D35">
        <w:t>r</w:t>
      </w:r>
      <w:r w:rsidRPr="003E4D35">
        <w:t>bres combles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où j</w:t>
      </w:r>
      <w:r w:rsidR="00B97E5D">
        <w:t>’</w:t>
      </w:r>
      <w:r w:rsidRPr="003E4D35">
        <w:t>enlevais à la main le plus gros oiseau</w:t>
      </w:r>
      <w:r w:rsidR="00B97E5D">
        <w:t xml:space="preserve">, </w:t>
      </w:r>
      <w:r w:rsidRPr="003E4D35">
        <w:t>comme un fruit mûr</w:t>
      </w:r>
      <w:r w:rsidR="00B97E5D">
        <w:t xml:space="preserve">, </w:t>
      </w:r>
      <w:r w:rsidRPr="003E4D35">
        <w:t>pour sauver la bra</w:t>
      </w:r>
      <w:r w:rsidRPr="003E4D35">
        <w:t>n</w:t>
      </w:r>
      <w:r w:rsidRPr="003E4D35">
        <w:t>che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essayais de les effrayer par des cris</w:t>
      </w:r>
      <w:r w:rsidR="00B97E5D">
        <w:t xml:space="preserve"> ; </w:t>
      </w:r>
      <w:r w:rsidRPr="003E4D35">
        <w:t>tous alors se tou</w:t>
      </w:r>
      <w:r w:rsidRPr="003E4D35">
        <w:t>r</w:t>
      </w:r>
      <w:r w:rsidRPr="003E4D35">
        <w:t>naient vers moi sur leurs perchoirs</w:t>
      </w:r>
      <w:r w:rsidR="00B97E5D">
        <w:t xml:space="preserve">, </w:t>
      </w:r>
      <w:r w:rsidRPr="003E4D35">
        <w:t>me regardant</w:t>
      </w:r>
      <w:r w:rsidR="00B97E5D">
        <w:t xml:space="preserve"> ; </w:t>
      </w:r>
      <w:r w:rsidRPr="003E4D35">
        <w:t>par des ge</w:t>
      </w:r>
      <w:r w:rsidRPr="003E4D35">
        <w:t>s</w:t>
      </w:r>
      <w:r w:rsidRPr="003E4D35">
        <w:t>tes</w:t>
      </w:r>
      <w:r w:rsidR="00B97E5D">
        <w:t xml:space="preserve">, </w:t>
      </w:r>
      <w:r w:rsidRPr="003E4D35">
        <w:t>alors tous me tournaient le dos</w:t>
      </w:r>
      <w:r w:rsidR="00B97E5D">
        <w:t xml:space="preserve">, </w:t>
      </w:r>
      <w:r w:rsidRPr="003E4D35">
        <w:t>veuves et paradis fleuri</w:t>
      </w:r>
      <w:r w:rsidRPr="003E4D35">
        <w:t>s</w:t>
      </w:r>
      <w:r w:rsidRPr="003E4D35">
        <w:t>sant soudain l</w:t>
      </w:r>
      <w:r w:rsidR="00B97E5D">
        <w:t>’</w:t>
      </w:r>
      <w:r w:rsidRPr="003E4D35">
        <w:t>arbre</w:t>
      </w:r>
      <w:r w:rsidR="00B97E5D">
        <w:t xml:space="preserve">. </w:t>
      </w:r>
      <w:r w:rsidRPr="003E4D35">
        <w:t>Des oiseaux que je croyais terriens to</w:t>
      </w:r>
      <w:r w:rsidRPr="003E4D35">
        <w:t>m</w:t>
      </w:r>
      <w:r w:rsidRPr="003E4D35">
        <w:t>bant soudain comme des pierres au fond de la lagune</w:t>
      </w:r>
      <w:r w:rsidR="00B97E5D">
        <w:t xml:space="preserve">. </w:t>
      </w:r>
      <w:r w:rsidRPr="003E4D35">
        <w:t>Les gra</w:t>
      </w:r>
      <w:r w:rsidRPr="003E4D35">
        <w:t>n</w:t>
      </w:r>
      <w:r w:rsidRPr="003E4D35">
        <w:t xml:space="preserve">des attaques des </w:t>
      </w:r>
      <w:proofErr w:type="spellStart"/>
      <w:r w:rsidRPr="003E4D35">
        <w:t>ptém</w:t>
      </w:r>
      <w:r w:rsidRPr="003E4D35">
        <w:t>é</w:t>
      </w:r>
      <w:r w:rsidRPr="003E4D35">
        <w:t>rops</w:t>
      </w:r>
      <w:proofErr w:type="spellEnd"/>
      <w:r w:rsidRPr="003E4D35">
        <w:t xml:space="preserve"> contre les poivriers en fleurs</w:t>
      </w:r>
      <w:r w:rsidR="00B97E5D">
        <w:t xml:space="preserve">, </w:t>
      </w:r>
      <w:r w:rsidRPr="003E4D35">
        <w:t>et leurs jabots ensuite à c</w:t>
      </w:r>
      <w:r w:rsidRPr="003E4D35">
        <w:t>a</w:t>
      </w:r>
      <w:r w:rsidRPr="003E4D35">
        <w:t>resser</w:t>
      </w:r>
      <w:r w:rsidR="00B97E5D">
        <w:t xml:space="preserve">, </w:t>
      </w:r>
      <w:r w:rsidRPr="003E4D35">
        <w:t>gonflés de grains</w:t>
      </w:r>
      <w:r w:rsidR="00B97E5D">
        <w:t xml:space="preserve">. </w:t>
      </w:r>
      <w:r w:rsidRPr="003E4D35">
        <w:t>Tous mes mouvements</w:t>
      </w:r>
      <w:r w:rsidR="00B97E5D">
        <w:t xml:space="preserve">, </w:t>
      </w:r>
      <w:r w:rsidRPr="003E4D35">
        <w:t>toutes mes habitudes ayant une escorte pon</w:t>
      </w:r>
      <w:r w:rsidRPr="003E4D35">
        <w:t>c</w:t>
      </w:r>
      <w:r w:rsidRPr="003E4D35">
        <w:t>tuelle de couleurs</w:t>
      </w:r>
      <w:r w:rsidR="00B97E5D">
        <w:t xml:space="preserve"> ; </w:t>
      </w:r>
      <w:r w:rsidRPr="003E4D35">
        <w:t>quand je mangeais des bananes</w:t>
      </w:r>
      <w:r w:rsidR="00B97E5D">
        <w:t xml:space="preserve">, </w:t>
      </w:r>
      <w:r w:rsidRPr="003E4D35">
        <w:t>deux perr</w:t>
      </w:r>
      <w:r w:rsidRPr="003E4D35">
        <w:t>o</w:t>
      </w:r>
      <w:r w:rsidRPr="003E4D35">
        <w:t>quets bleu</w:t>
      </w:r>
      <w:r w:rsidR="00B97E5D">
        <w:t xml:space="preserve"> ; </w:t>
      </w:r>
      <w:r w:rsidRPr="003E4D35">
        <w:t>quand j</w:t>
      </w:r>
      <w:r w:rsidR="00B97E5D">
        <w:t>’</w:t>
      </w:r>
      <w:r w:rsidRPr="003E4D35">
        <w:t>ouvrais des huîtres</w:t>
      </w:r>
      <w:r w:rsidR="00B97E5D">
        <w:t xml:space="preserve">, </w:t>
      </w:r>
      <w:r w:rsidRPr="003E4D35">
        <w:t>deux plongeurs bistre</w:t>
      </w:r>
      <w:r w:rsidR="00B97E5D">
        <w:t xml:space="preserve"> ; </w:t>
      </w:r>
      <w:r w:rsidRPr="003E4D35">
        <w:t>quand je cueillais des ma</w:t>
      </w:r>
      <w:r w:rsidRPr="003E4D35">
        <w:t>n</w:t>
      </w:r>
      <w:r w:rsidRPr="003E4D35">
        <w:t>gues</w:t>
      </w:r>
      <w:r w:rsidR="00B97E5D">
        <w:t xml:space="preserve">, </w:t>
      </w:r>
      <w:r w:rsidRPr="003E4D35">
        <w:t>deux bergeronnettes orange qui volaient toujours l</w:t>
      </w:r>
      <w:r w:rsidR="00B97E5D">
        <w:t>’</w:t>
      </w:r>
      <w:r w:rsidRPr="003E4D35">
        <w:t>une avec l</w:t>
      </w:r>
      <w:r w:rsidR="00B97E5D">
        <w:t>’</w:t>
      </w:r>
      <w:r w:rsidRPr="003E4D35">
        <w:t>autre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élevant</w:t>
      </w:r>
      <w:r w:rsidR="00B97E5D">
        <w:t xml:space="preserve">, </w:t>
      </w:r>
      <w:r w:rsidRPr="003E4D35">
        <w:t>se posant à la même seconde</w:t>
      </w:r>
      <w:r w:rsidR="00B97E5D">
        <w:t xml:space="preserve">, </w:t>
      </w:r>
      <w:r w:rsidRPr="003E4D35">
        <w:t>séparées par le même espace</w:t>
      </w:r>
      <w:r w:rsidR="00B97E5D">
        <w:t xml:space="preserve">, </w:t>
      </w:r>
      <w:r w:rsidRPr="003E4D35">
        <w:t>pour que chacun de mes regards eût son rayon</w:t>
      </w:r>
      <w:r w:rsidR="00B97E5D">
        <w:t xml:space="preserve">… </w:t>
      </w:r>
      <w:r w:rsidRPr="003E4D35">
        <w:t>Les premiers mois</w:t>
      </w:r>
      <w:r w:rsidR="00B97E5D">
        <w:t xml:space="preserve">, </w:t>
      </w:r>
      <w:r w:rsidRPr="003E4D35">
        <w:t>cette volière me sauva de la solitude</w:t>
      </w:r>
      <w:r w:rsidR="00B97E5D">
        <w:t xml:space="preserve">, </w:t>
      </w:r>
      <w:r w:rsidRPr="003E4D35">
        <w:t>car la tendresse qu</w:t>
      </w:r>
      <w:r w:rsidR="00B97E5D">
        <w:t>’</w:t>
      </w:r>
      <w:r w:rsidRPr="003E4D35">
        <w:t>inspire</w:t>
      </w:r>
      <w:r w:rsidR="002B2D7F">
        <w:t>nt</w:t>
      </w:r>
      <w:r w:rsidRPr="003E4D35">
        <w:t xml:space="preserve"> les plumages je la prenais encore pour la tendresse des oiseaux</w:t>
      </w:r>
      <w:r w:rsidR="00B97E5D">
        <w:t>.</w:t>
      </w:r>
    </w:p>
    <w:p w14:paraId="5C10F3D2" w14:textId="77777777" w:rsidR="00B97E5D" w:rsidRDefault="00F225BE" w:rsidP="00F225BE">
      <w:r w:rsidRPr="003E4D35">
        <w:t>Mais peu à peu je dus reconnaître que nous n</w:t>
      </w:r>
      <w:r w:rsidR="00B97E5D">
        <w:t>’</w:t>
      </w:r>
      <w:r w:rsidRPr="003E4D35">
        <w:t>étions pas</w:t>
      </w:r>
      <w:r w:rsidR="00B97E5D">
        <w:t xml:space="preserve">, </w:t>
      </w:r>
      <w:r w:rsidRPr="003E4D35">
        <w:t>eux et moi</w:t>
      </w:r>
      <w:r w:rsidR="00B97E5D">
        <w:t xml:space="preserve">, </w:t>
      </w:r>
      <w:r w:rsidRPr="003E4D35">
        <w:t>de la même époque du monde</w:t>
      </w:r>
      <w:r w:rsidR="00B97E5D">
        <w:t xml:space="preserve">. </w:t>
      </w:r>
      <w:r w:rsidRPr="003E4D35">
        <w:t>Les vertébrés</w:t>
      </w:r>
      <w:r w:rsidR="00B97E5D">
        <w:t xml:space="preserve">, </w:t>
      </w:r>
      <w:r w:rsidRPr="003E4D35">
        <w:t>les mammifères me manquaient comme des compagnons de d</w:t>
      </w:r>
      <w:r w:rsidRPr="003E4D35">
        <w:t>é</w:t>
      </w:r>
      <w:r w:rsidRPr="003E4D35">
        <w:t>luge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lasse de voir inoccupés autour de moi tous ces gou</w:t>
      </w:r>
      <w:r w:rsidRPr="003E4D35">
        <w:t>f</w:t>
      </w:r>
      <w:r w:rsidRPr="003E4D35">
        <w:t>fres d</w:t>
      </w:r>
      <w:r w:rsidR="00B97E5D">
        <w:t>’</w:t>
      </w:r>
      <w:r w:rsidRPr="003E4D35">
        <w:t>air où l</w:t>
      </w:r>
      <w:r w:rsidR="00B97E5D">
        <w:t>’</w:t>
      </w:r>
      <w:r w:rsidRPr="003E4D35">
        <w:t>on m</w:t>
      </w:r>
      <w:r w:rsidR="00B97E5D">
        <w:t>’</w:t>
      </w:r>
      <w:r w:rsidRPr="003E4D35">
        <w:t>avait appris</w:t>
      </w:r>
      <w:r w:rsidR="00B97E5D">
        <w:t xml:space="preserve">, </w:t>
      </w:r>
      <w:r w:rsidRPr="003E4D35">
        <w:t>dès mon enfance</w:t>
      </w:r>
      <w:r w:rsidR="00B97E5D">
        <w:t xml:space="preserve">, </w:t>
      </w:r>
      <w:r w:rsidRPr="003E4D35">
        <w:t xml:space="preserve">à loger </w:t>
      </w:r>
      <w:r w:rsidRPr="003E4D35">
        <w:lastRenderedPageBreak/>
        <w:t>des esclaves de mon poids</w:t>
      </w:r>
      <w:r w:rsidR="00B97E5D">
        <w:t xml:space="preserve">, </w:t>
      </w:r>
      <w:r w:rsidRPr="003E4D35">
        <w:t>des chèvres</w:t>
      </w:r>
      <w:r w:rsidR="00B97E5D">
        <w:t xml:space="preserve">, </w:t>
      </w:r>
      <w:r w:rsidRPr="003E4D35">
        <w:t>des chiens</w:t>
      </w:r>
      <w:r w:rsidR="00B97E5D">
        <w:t xml:space="preserve">, </w:t>
      </w:r>
      <w:r w:rsidRPr="003E4D35">
        <w:t>des chevaux</w:t>
      </w:r>
      <w:r w:rsidR="00B97E5D">
        <w:t xml:space="preserve">. </w:t>
      </w:r>
      <w:r w:rsidRPr="003E4D35">
        <w:t>Le soir</w:t>
      </w:r>
      <w:r w:rsidR="00B97E5D">
        <w:t xml:space="preserve">, </w:t>
      </w:r>
      <w:r w:rsidRPr="003E4D35">
        <w:t>dans chaque rameau</w:t>
      </w:r>
      <w:r w:rsidR="00B97E5D">
        <w:t xml:space="preserve">, </w:t>
      </w:r>
      <w:r w:rsidRPr="003E4D35">
        <w:t>mille boules décapitées</w:t>
      </w:r>
      <w:r w:rsidR="00B97E5D">
        <w:t xml:space="preserve">, </w:t>
      </w:r>
      <w:r w:rsidRPr="003E4D35">
        <w:t>et seul un o</w:t>
      </w:r>
      <w:r w:rsidRPr="003E4D35">
        <w:t>i</w:t>
      </w:r>
      <w:r w:rsidRPr="003E4D35">
        <w:t>seau veillant d</w:t>
      </w:r>
      <w:r w:rsidR="00B97E5D">
        <w:t>’</w:t>
      </w:r>
      <w:r w:rsidRPr="003E4D35">
        <w:t>une oreille ronde et visible sur tant de corps sans têtes</w:t>
      </w:r>
      <w:r w:rsidR="00B97E5D">
        <w:t xml:space="preserve">. </w:t>
      </w:r>
      <w:r w:rsidRPr="003E4D35">
        <w:t>Jamais d</w:t>
      </w:r>
      <w:r w:rsidR="00B97E5D">
        <w:t>’</w:t>
      </w:r>
      <w:r w:rsidRPr="003E4D35">
        <w:t>autres compagnons</w:t>
      </w:r>
      <w:r w:rsidR="00B97E5D">
        <w:t xml:space="preserve">. </w:t>
      </w:r>
      <w:r w:rsidRPr="003E4D35">
        <w:t>Jamais de compagnons avec des yeux obliques</w:t>
      </w:r>
      <w:r w:rsidR="00B97E5D">
        <w:t xml:space="preserve">, </w:t>
      </w:r>
      <w:r w:rsidRPr="003E4D35">
        <w:t>des yeux ovales</w:t>
      </w:r>
      <w:r w:rsidR="00B97E5D">
        <w:t xml:space="preserve">, </w:t>
      </w:r>
      <w:r w:rsidRPr="003E4D35">
        <w:t>des paupières</w:t>
      </w:r>
      <w:r w:rsidR="00B97E5D">
        <w:t xml:space="preserve">, </w:t>
      </w:r>
      <w:r w:rsidRPr="003E4D35">
        <w:t>toujours ces deux petites cymbales qui se recouvraient la nuit de cuir blanc</w:t>
      </w:r>
      <w:r w:rsidR="00B97E5D">
        <w:t xml:space="preserve">. </w:t>
      </w:r>
      <w:r w:rsidRPr="003E4D35">
        <w:t>Jamais de ruse</w:t>
      </w:r>
      <w:r w:rsidR="00B97E5D">
        <w:t xml:space="preserve">, </w:t>
      </w:r>
      <w:r w:rsidRPr="003E4D35">
        <w:t>de tendresse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intelligence</w:t>
      </w:r>
      <w:r w:rsidR="00B97E5D">
        <w:t xml:space="preserve"> ; </w:t>
      </w:r>
      <w:r w:rsidRPr="003E4D35">
        <w:t>on sentait que le premier chat</w:t>
      </w:r>
      <w:r w:rsidR="00B97E5D">
        <w:t xml:space="preserve">, </w:t>
      </w:r>
      <w:r w:rsidRPr="003E4D35">
        <w:t>la première mangouste n</w:t>
      </w:r>
      <w:r w:rsidR="00B97E5D">
        <w:t>’</w:t>
      </w:r>
      <w:r w:rsidRPr="003E4D35">
        <w:t>étaient pas encore nés</w:t>
      </w:r>
      <w:r w:rsidR="00B97E5D">
        <w:t xml:space="preserve">. </w:t>
      </w:r>
      <w:r w:rsidRPr="003E4D35">
        <w:t>Jamais</w:t>
      </w:r>
      <w:r w:rsidR="00B97E5D">
        <w:t xml:space="preserve">, </w:t>
      </w:r>
      <w:r w:rsidRPr="003E4D35">
        <w:t>comme je le voyais émue à la campagne</w:t>
      </w:r>
      <w:r w:rsidR="00B97E5D">
        <w:t xml:space="preserve">, </w:t>
      </w:r>
      <w:r w:rsidRPr="003E4D35">
        <w:t>les corps de femelles peu à peu doucement distendues</w:t>
      </w:r>
      <w:r w:rsidR="00B97E5D">
        <w:t xml:space="preserve">, </w:t>
      </w:r>
      <w:r w:rsidRPr="003E4D35">
        <w:t>les chiennes avec leurs petits</w:t>
      </w:r>
      <w:r w:rsidR="00B97E5D">
        <w:t xml:space="preserve">, </w:t>
      </w:r>
      <w:r w:rsidRPr="003E4D35">
        <w:t>les larges vaches avec leurs pis</w:t>
      </w:r>
      <w:r w:rsidR="00B97E5D">
        <w:t xml:space="preserve">, </w:t>
      </w:r>
      <w:r w:rsidRPr="003E4D35">
        <w:t>les biches lourdes de leurs faons</w:t>
      </w:r>
      <w:r w:rsidR="00B97E5D">
        <w:t xml:space="preserve">, </w:t>
      </w:r>
      <w:r w:rsidRPr="003E4D35">
        <w:t>et la vie ne se transmettait dans cette île</w:t>
      </w:r>
      <w:r w:rsidR="00B97E5D">
        <w:t xml:space="preserve">, </w:t>
      </w:r>
      <w:r w:rsidRPr="003E4D35">
        <w:t>entre des êtres toujours maigres comme une jonglerie</w:t>
      </w:r>
      <w:r w:rsidR="00B97E5D">
        <w:t xml:space="preserve">, </w:t>
      </w:r>
      <w:r w:rsidRPr="003E4D35">
        <w:t>que par des œufs verts ou violets piqués de brun</w:t>
      </w:r>
      <w:r w:rsidR="00B97E5D">
        <w:t xml:space="preserve">. </w:t>
      </w:r>
      <w:r w:rsidRPr="003E4D35">
        <w:t>Jamais d</w:t>
      </w:r>
      <w:r w:rsidR="00B97E5D">
        <w:t>’</w:t>
      </w:r>
      <w:r w:rsidRPr="003E4D35">
        <w:t>êtres pesants</w:t>
      </w:r>
      <w:r w:rsidR="00B97E5D">
        <w:t xml:space="preserve">, </w:t>
      </w:r>
      <w:r w:rsidRPr="003E4D35">
        <w:t>jamais même de ces petits animaux qu</w:t>
      </w:r>
      <w:r w:rsidR="00B97E5D">
        <w:t>’</w:t>
      </w:r>
      <w:r w:rsidRPr="003E4D35">
        <w:t>on met sur un sentiment qui flotte comme un presse-papier</w:t>
      </w:r>
      <w:r w:rsidR="00B97E5D">
        <w:t xml:space="preserve">, </w:t>
      </w:r>
      <w:r w:rsidRPr="003E4D35">
        <w:t>le blaireau sur la malice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hermine sur la douceur</w:t>
      </w:r>
      <w:r w:rsidR="00B97E5D">
        <w:t xml:space="preserve"> ; </w:t>
      </w:r>
      <w:r w:rsidRPr="003E4D35">
        <w:t>les tortues avaient disparu quelques jours après mon arrivée</w:t>
      </w:r>
      <w:r w:rsidR="00B97E5D">
        <w:t xml:space="preserve">, </w:t>
      </w:r>
      <w:r w:rsidRPr="003E4D35">
        <w:t>et je craignais</w:t>
      </w:r>
      <w:r w:rsidR="00B97E5D">
        <w:t xml:space="preserve">, </w:t>
      </w:r>
      <w:r w:rsidRPr="003E4D35">
        <w:t>dès que les oiseaux s</w:t>
      </w:r>
      <w:r w:rsidR="00B97E5D">
        <w:t>’</w:t>
      </w:r>
      <w:r w:rsidRPr="003E4D35">
        <w:t>a</w:t>
      </w:r>
      <w:r w:rsidRPr="003E4D35">
        <w:t>s</w:t>
      </w:r>
      <w:r w:rsidRPr="003E4D35">
        <w:t>semblaient sur le rivage</w:t>
      </w:r>
      <w:r w:rsidR="00B97E5D">
        <w:t xml:space="preserve">, </w:t>
      </w:r>
      <w:r w:rsidRPr="003E4D35">
        <w:t>ou s</w:t>
      </w:r>
      <w:r w:rsidR="00B97E5D">
        <w:t>’</w:t>
      </w:r>
      <w:r w:rsidRPr="003E4D35">
        <w:t>alignaient sur les lianes comme sur des fils télégraphiques qu</w:t>
      </w:r>
      <w:r w:rsidR="00B97E5D">
        <w:t>’</w:t>
      </w:r>
      <w:r w:rsidRPr="003E4D35">
        <w:t>ils ne m</w:t>
      </w:r>
      <w:r w:rsidR="00B97E5D">
        <w:t>’</w:t>
      </w:r>
      <w:r w:rsidRPr="003E4D35">
        <w:t>abandonnassent tous en une seconde</w:t>
      </w:r>
      <w:r w:rsidR="00B97E5D">
        <w:t xml:space="preserve">. </w:t>
      </w:r>
      <w:r w:rsidRPr="003E4D35">
        <w:t>Je les sentais à la merci du moindre souffle qui annoncerait</w:t>
      </w:r>
      <w:r w:rsidR="00B97E5D">
        <w:t xml:space="preserve">, </w:t>
      </w:r>
      <w:r w:rsidRPr="003E4D35">
        <w:t>à faux peut-être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hiver ou le typhon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en avais mis deux en cage</w:t>
      </w:r>
      <w:r w:rsidR="00B97E5D">
        <w:t xml:space="preserve">, </w:t>
      </w:r>
      <w:r w:rsidRPr="003E4D35">
        <w:t>pour qu</w:t>
      </w:r>
      <w:r w:rsidR="00B97E5D">
        <w:t>’</w:t>
      </w:r>
      <w:r w:rsidRPr="003E4D35">
        <w:t>il me restât du moins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ils partaient tous</w:t>
      </w:r>
      <w:r w:rsidR="00B97E5D">
        <w:t xml:space="preserve">, </w:t>
      </w:r>
      <w:r w:rsidRPr="003E4D35">
        <w:t>deux compagnons vivants</w:t>
      </w:r>
      <w:r w:rsidR="00B97E5D">
        <w:t xml:space="preserve"> : </w:t>
      </w:r>
      <w:r w:rsidRPr="003E4D35">
        <w:t>je les changeais chaque jour</w:t>
      </w:r>
      <w:r w:rsidR="00B97E5D">
        <w:t xml:space="preserve">, </w:t>
      </w:r>
      <w:r w:rsidRPr="003E4D35">
        <w:t>et je les avais quelques heures plus agités et plus ardents</w:t>
      </w:r>
      <w:r w:rsidR="00B97E5D">
        <w:t xml:space="preserve">, </w:t>
      </w:r>
      <w:r w:rsidRPr="003E4D35">
        <w:t>comme si c</w:t>
      </w:r>
      <w:r w:rsidR="00B97E5D">
        <w:t>’</w:t>
      </w:r>
      <w:r w:rsidRPr="003E4D35">
        <w:t>était seulement leur air et leurs couleurs que je changeais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d</w:t>
      </w:r>
      <w:r w:rsidR="00B97E5D">
        <w:t>’</w:t>
      </w:r>
      <w:r w:rsidRPr="003E4D35">
        <w:t>ailleurs peine inutile</w:t>
      </w:r>
      <w:r w:rsidR="00B97E5D">
        <w:t xml:space="preserve"> ; </w:t>
      </w:r>
      <w:r w:rsidRPr="003E4D35">
        <w:t>tous restaient là</w:t>
      </w:r>
      <w:r w:rsidR="00B97E5D">
        <w:t xml:space="preserve">, </w:t>
      </w:r>
      <w:r w:rsidRPr="003E4D35">
        <w:t>butant à ci</w:t>
      </w:r>
      <w:r w:rsidRPr="003E4D35">
        <w:t>n</w:t>
      </w:r>
      <w:r w:rsidRPr="003E4D35">
        <w:t>quante mètres de l</w:t>
      </w:r>
      <w:r w:rsidR="00B97E5D">
        <w:t>’</w:t>
      </w:r>
      <w:r w:rsidRPr="003E4D35">
        <w:t>île contre une muraille factice</w:t>
      </w:r>
      <w:r w:rsidR="00B97E5D">
        <w:t xml:space="preserve">. </w:t>
      </w:r>
      <w:r w:rsidRPr="003E4D35">
        <w:t>Oiseaux m</w:t>
      </w:r>
      <w:r w:rsidRPr="003E4D35">
        <w:t>i</w:t>
      </w:r>
      <w:r w:rsidRPr="003E4D35">
        <w:t>grateurs au centre des saisons</w:t>
      </w:r>
      <w:r w:rsidR="00B97E5D">
        <w:t xml:space="preserve">, </w:t>
      </w:r>
      <w:r w:rsidRPr="003E4D35">
        <w:t>affolés comme la boussole placée sur le pôle même</w:t>
      </w:r>
      <w:r w:rsidR="00B97E5D">
        <w:t xml:space="preserve">. </w:t>
      </w:r>
      <w:r w:rsidRPr="003E4D35">
        <w:t>Un geste de géant</w:t>
      </w:r>
      <w:r w:rsidR="00B97E5D">
        <w:t xml:space="preserve">, </w:t>
      </w:r>
      <w:r w:rsidRPr="003E4D35">
        <w:t>et tout ce qu</w:t>
      </w:r>
      <w:r w:rsidR="00B97E5D">
        <w:t>’</w:t>
      </w:r>
      <w:r w:rsidRPr="003E4D35">
        <w:t>il y avait de vivant dans l</w:t>
      </w:r>
      <w:r w:rsidR="00B97E5D">
        <w:t>’</w:t>
      </w:r>
      <w:r w:rsidRPr="003E4D35">
        <w:t>île était balayé</w:t>
      </w:r>
      <w:r w:rsidR="00B97E5D">
        <w:t xml:space="preserve">, </w:t>
      </w:r>
      <w:r w:rsidRPr="003E4D35">
        <w:t>à part moi</w:t>
      </w:r>
      <w:r w:rsidR="00B97E5D">
        <w:t xml:space="preserve">. </w:t>
      </w:r>
      <w:r w:rsidRPr="003E4D35">
        <w:t>Je me sentais souvent à la merci d</w:t>
      </w:r>
      <w:r w:rsidR="00B97E5D">
        <w:t>’</w:t>
      </w:r>
      <w:r w:rsidRPr="003E4D35">
        <w:t xml:space="preserve">une brouille </w:t>
      </w:r>
      <w:r w:rsidRPr="003E4D35">
        <w:lastRenderedPageBreak/>
        <w:t>subite avec ces oiseaux</w:t>
      </w:r>
      <w:r w:rsidR="00B97E5D">
        <w:t xml:space="preserve">, </w:t>
      </w:r>
      <w:r w:rsidRPr="003E4D35">
        <w:t>qui ne compr</w:t>
      </w:r>
      <w:r w:rsidRPr="003E4D35">
        <w:t>e</w:t>
      </w:r>
      <w:r w:rsidRPr="003E4D35">
        <w:t>naient pas</w:t>
      </w:r>
      <w:r w:rsidR="00B97E5D">
        <w:t xml:space="preserve">, </w:t>
      </w:r>
      <w:r w:rsidRPr="003E4D35">
        <w:t>et qui le jour où je les aurais vexés ou effrayés à mon insu</w:t>
      </w:r>
      <w:r w:rsidR="00B97E5D">
        <w:t xml:space="preserve">, </w:t>
      </w:r>
      <w:r w:rsidRPr="003E4D35">
        <w:t>sans me laisser justifier partiraient pour d</w:t>
      </w:r>
      <w:r w:rsidR="00B97E5D">
        <w:t>’</w:t>
      </w:r>
      <w:r w:rsidRPr="003E4D35">
        <w:t>autres îles</w:t>
      </w:r>
      <w:r w:rsidR="00B97E5D">
        <w:t xml:space="preserve">, </w:t>
      </w:r>
      <w:r w:rsidRPr="003E4D35">
        <w:t>abandonnant leurs œufs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douce</w:t>
      </w:r>
      <w:r w:rsidR="00B97E5D">
        <w:t xml:space="preserve">, </w:t>
      </w:r>
      <w:r w:rsidRPr="003E4D35">
        <w:t>avec chaque espèce</w:t>
      </w:r>
      <w:r w:rsidR="00B97E5D">
        <w:t xml:space="preserve">, </w:t>
      </w:r>
      <w:r w:rsidRPr="003E4D35">
        <w:t>et méfiante et souple</w:t>
      </w:r>
      <w:r w:rsidR="00B97E5D">
        <w:t xml:space="preserve">, </w:t>
      </w:r>
      <w:r w:rsidRPr="003E4D35">
        <w:t>comme quand l</w:t>
      </w:r>
      <w:r w:rsidR="00B97E5D">
        <w:t>’</w:t>
      </w:r>
      <w:r w:rsidRPr="003E4D35">
        <w:t>on vit avec un dieu inconnu</w:t>
      </w:r>
      <w:r w:rsidR="00B97E5D">
        <w:t xml:space="preserve">, </w:t>
      </w:r>
      <w:r w:rsidRPr="003E4D35">
        <w:t>flattant hypocritement par des éloges l</w:t>
      </w:r>
      <w:r w:rsidR="00B97E5D">
        <w:t>’</w:t>
      </w:r>
      <w:r w:rsidRPr="003E4D35">
        <w:t>Oiseau-Laid</w:t>
      </w:r>
      <w:r w:rsidR="00B97E5D">
        <w:t xml:space="preserve">, </w:t>
      </w:r>
      <w:r w:rsidRPr="003E4D35">
        <w:t>félicitant tout haut le Muet de son chant</w:t>
      </w:r>
      <w:r w:rsidR="00B97E5D">
        <w:t xml:space="preserve">. </w:t>
      </w:r>
      <w:r w:rsidRPr="003E4D35">
        <w:t>Mais sans le leur dire</w:t>
      </w:r>
      <w:r w:rsidR="00B97E5D">
        <w:t xml:space="preserve">, </w:t>
      </w:r>
      <w:r w:rsidRPr="003E4D35">
        <w:t>feignant de chercher quelque bijou</w:t>
      </w:r>
      <w:r w:rsidR="00B97E5D">
        <w:t xml:space="preserve">, </w:t>
      </w:r>
      <w:r w:rsidRPr="003E4D35">
        <w:t>du même regard qui voulait un b</w:t>
      </w:r>
      <w:r w:rsidRPr="003E4D35">
        <w:t>a</w:t>
      </w:r>
      <w:r w:rsidRPr="003E4D35">
        <w:t>teau sur la mer</w:t>
      </w:r>
      <w:r w:rsidR="00B97E5D">
        <w:t xml:space="preserve">, </w:t>
      </w:r>
      <w:r w:rsidRPr="003E4D35">
        <w:t>je cherchais un animal dans l</w:t>
      </w:r>
      <w:r w:rsidR="00B97E5D">
        <w:t>’</w:t>
      </w:r>
      <w:r w:rsidRPr="003E4D35">
        <w:t>île</w:t>
      </w:r>
      <w:r w:rsidR="00B97E5D">
        <w:t xml:space="preserve"> ; </w:t>
      </w:r>
      <w:r w:rsidRPr="003E4D35">
        <w:t>et il advint que je découvris</w:t>
      </w:r>
      <w:r w:rsidR="00B97E5D">
        <w:t xml:space="preserve"> (</w:t>
      </w:r>
      <w:r w:rsidRPr="003E4D35">
        <w:t>c</w:t>
      </w:r>
      <w:r w:rsidR="00B97E5D">
        <w:t>’</w:t>
      </w:r>
      <w:r w:rsidRPr="003E4D35">
        <w:t>était tout ce que le Pacifique avait pu faire pour moi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mon seul enfant avec lui</w:t>
      </w:r>
      <w:r w:rsidR="00B97E5D">
        <w:t xml:space="preserve">) </w:t>
      </w:r>
      <w:r w:rsidRPr="003E4D35">
        <w:t>un oiseau qui avait des poils</w:t>
      </w:r>
      <w:r w:rsidR="00B97E5D">
        <w:t xml:space="preserve">, </w:t>
      </w:r>
      <w:r w:rsidRPr="003E4D35">
        <w:t>un bec qui avait des dents</w:t>
      </w:r>
      <w:r w:rsidR="00B97E5D">
        <w:t xml:space="preserve">, </w:t>
      </w:r>
      <w:r w:rsidRPr="003E4D35">
        <w:t>un bel ornithorynque</w:t>
      </w:r>
      <w:r w:rsidR="00B97E5D">
        <w:t>.</w:t>
      </w:r>
    </w:p>
    <w:p w14:paraId="67484662" w14:textId="6D07B754" w:rsidR="00F225BE" w:rsidRPr="003E4D35" w:rsidRDefault="00F225BE" w:rsidP="00F225BE"/>
    <w:p w14:paraId="29D943F8" w14:textId="77777777" w:rsidR="00B97E5D" w:rsidRDefault="00F225BE" w:rsidP="00F225BE">
      <w:r w:rsidRPr="003E4D35">
        <w:t>Ce n</w:t>
      </w:r>
      <w:r w:rsidR="00B97E5D">
        <w:t>’</w:t>
      </w:r>
      <w:r w:rsidRPr="003E4D35">
        <w:t>est pas vrai qu</w:t>
      </w:r>
      <w:r w:rsidR="00B97E5D">
        <w:t>’</w:t>
      </w:r>
      <w:r w:rsidRPr="003E4D35">
        <w:t>un navire passa</w:t>
      </w:r>
      <w:r w:rsidR="00B97E5D">
        <w:t xml:space="preserve">, </w:t>
      </w:r>
      <w:r w:rsidRPr="003E4D35">
        <w:t>un matin</w:t>
      </w:r>
      <w:r w:rsidR="00B97E5D">
        <w:t xml:space="preserve">, </w:t>
      </w:r>
      <w:r w:rsidRPr="003E4D35">
        <w:t>à peu de milles</w:t>
      </w:r>
      <w:r w:rsidR="00B97E5D">
        <w:t xml:space="preserve"> ; </w:t>
      </w:r>
      <w:r w:rsidRPr="003E4D35">
        <w:t>ce n</w:t>
      </w:r>
      <w:r w:rsidR="00B97E5D">
        <w:t>’</w:t>
      </w:r>
      <w:r w:rsidRPr="003E4D35">
        <w:t>est pas vrai que je n</w:t>
      </w:r>
      <w:r w:rsidR="00B97E5D">
        <w:t>’</w:t>
      </w:r>
      <w:r w:rsidRPr="003E4D35">
        <w:t>avais encore rien de prêt</w:t>
      </w:r>
      <w:r w:rsidR="00B97E5D">
        <w:t xml:space="preserve">, </w:t>
      </w:r>
      <w:r w:rsidRPr="003E4D35">
        <w:t>ni projecteur</w:t>
      </w:r>
      <w:r w:rsidR="00B97E5D">
        <w:t xml:space="preserve">, </w:t>
      </w:r>
      <w:r w:rsidRPr="003E4D35">
        <w:t>ni étoffe</w:t>
      </w:r>
      <w:r w:rsidR="00B97E5D">
        <w:t xml:space="preserve">, </w:t>
      </w:r>
      <w:r w:rsidRPr="003E4D35">
        <w:t>pour lui faire signe</w:t>
      </w:r>
      <w:r w:rsidR="00B97E5D">
        <w:t xml:space="preserve">. </w:t>
      </w:r>
      <w:r w:rsidRPr="003E4D35">
        <w:t>Je voyais trois bandes blanches à sa cheminée</w:t>
      </w:r>
      <w:r w:rsidR="00B97E5D">
        <w:t xml:space="preserve">. </w:t>
      </w:r>
      <w:r w:rsidRPr="003E4D35">
        <w:t>Je pourrais aujourd</w:t>
      </w:r>
      <w:r w:rsidR="00B97E5D">
        <w:t>’</w:t>
      </w:r>
      <w:r w:rsidRPr="003E4D35">
        <w:t>hui retrouver la Compagnie</w:t>
      </w:r>
      <w:r w:rsidR="00B97E5D">
        <w:t xml:space="preserve">, </w:t>
      </w:r>
      <w:r w:rsidRPr="003E4D35">
        <w:t>et savoir les noms de ceux qui vinrent si près de moi</w:t>
      </w:r>
      <w:r w:rsidR="00B97E5D">
        <w:t xml:space="preserve">. </w:t>
      </w:r>
      <w:r w:rsidRPr="003E4D35">
        <w:t>Je courus sur la grève en m</w:t>
      </w:r>
      <w:r w:rsidR="00B97E5D">
        <w:t>’</w:t>
      </w:r>
      <w:r w:rsidRPr="003E4D35">
        <w:t>agitant</w:t>
      </w:r>
      <w:r w:rsidR="00B97E5D">
        <w:t xml:space="preserve">, </w:t>
      </w:r>
      <w:r w:rsidRPr="003E4D35">
        <w:t>en faisant de grandes ondées d</w:t>
      </w:r>
      <w:r w:rsidR="00B97E5D">
        <w:t>’</w:t>
      </w:r>
      <w:r w:rsidRPr="003E4D35">
        <w:t>oiseaux</w:t>
      </w:r>
      <w:r w:rsidR="00B97E5D">
        <w:t xml:space="preserve">, </w:t>
      </w:r>
      <w:r w:rsidRPr="003E4D35">
        <w:t>muette</w:t>
      </w:r>
      <w:r w:rsidR="00B97E5D">
        <w:t xml:space="preserve">, </w:t>
      </w:r>
      <w:r w:rsidRPr="003E4D35">
        <w:t>sachant combien mes cris étaient in</w:t>
      </w:r>
      <w:r w:rsidRPr="003E4D35">
        <w:t>u</w:t>
      </w:r>
      <w:r w:rsidRPr="003E4D35">
        <w:t>tiles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l</w:t>
      </w:r>
      <w:r w:rsidR="00B97E5D">
        <w:t>’</w:t>
      </w:r>
      <w:r w:rsidRPr="003E4D35">
        <w:t>époque où je portais encore une tunique</w:t>
      </w:r>
      <w:r w:rsidR="00B97E5D">
        <w:t xml:space="preserve"> ; </w:t>
      </w:r>
      <w:r w:rsidRPr="003E4D35">
        <w:t>du pr</w:t>
      </w:r>
      <w:r w:rsidRPr="003E4D35">
        <w:t>o</w:t>
      </w:r>
      <w:r w:rsidRPr="003E4D35">
        <w:t>montoire</w:t>
      </w:r>
      <w:r w:rsidR="00B97E5D">
        <w:t xml:space="preserve">, </w:t>
      </w:r>
      <w:r w:rsidRPr="003E4D35">
        <w:t>je l</w:t>
      </w:r>
      <w:r w:rsidR="00B97E5D">
        <w:t>’</w:t>
      </w:r>
      <w:r w:rsidRPr="003E4D35">
        <w:t>agitai</w:t>
      </w:r>
      <w:r w:rsidR="00B97E5D">
        <w:t xml:space="preserve">, </w:t>
      </w:r>
      <w:r w:rsidRPr="003E4D35">
        <w:t>la plus indigne des héroïnes</w:t>
      </w:r>
      <w:r w:rsidR="00B97E5D">
        <w:t xml:space="preserve"> ; </w:t>
      </w:r>
      <w:r w:rsidRPr="003E4D35">
        <w:t>pour des hommes</w:t>
      </w:r>
      <w:r w:rsidR="00B97E5D">
        <w:t xml:space="preserve">, </w:t>
      </w:r>
      <w:r w:rsidRPr="003E4D35">
        <w:t>qui du moins ne virent pas</w:t>
      </w:r>
      <w:r w:rsidR="00B97E5D">
        <w:t xml:space="preserve">, </w:t>
      </w:r>
      <w:r w:rsidRPr="003E4D35">
        <w:t>je me mis nue</w:t>
      </w:r>
      <w:r w:rsidR="00B97E5D">
        <w:t>.</w:t>
      </w:r>
    </w:p>
    <w:p w14:paraId="26B521B0" w14:textId="77777777" w:rsidR="00B97E5D" w:rsidRDefault="00F225BE" w:rsidP="00F225BE">
      <w:r w:rsidRPr="003E4D35">
        <w:t>Ce n</w:t>
      </w:r>
      <w:r w:rsidR="00B97E5D">
        <w:t>’</w:t>
      </w:r>
      <w:r w:rsidRPr="003E4D35">
        <w:t>est pas vrai qu</w:t>
      </w:r>
      <w:r w:rsidR="00B97E5D">
        <w:t>’</w:t>
      </w:r>
      <w:r w:rsidRPr="003E4D35">
        <w:t>alors je voulus mourir de faim</w:t>
      </w:r>
      <w:r w:rsidR="00B97E5D">
        <w:t xml:space="preserve">. </w:t>
      </w:r>
      <w:r w:rsidRPr="003E4D35">
        <w:t>Que je m</w:t>
      </w:r>
      <w:r w:rsidR="00B97E5D">
        <w:t>’</w:t>
      </w:r>
      <w:r w:rsidRPr="003E4D35">
        <w:t>étendis le corps dans l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pour mourir aussi noyée</w:t>
      </w:r>
      <w:r w:rsidR="00B97E5D">
        <w:t xml:space="preserve">. </w:t>
      </w:r>
      <w:r w:rsidRPr="003E4D35">
        <w:t>Que je laissai ma tête hors de la mer</w:t>
      </w:r>
      <w:r w:rsidR="00B97E5D">
        <w:t xml:space="preserve">, </w:t>
      </w:r>
      <w:r w:rsidRPr="003E4D35">
        <w:t>contre un caillou</w:t>
      </w:r>
      <w:r w:rsidR="00B97E5D">
        <w:t xml:space="preserve">, </w:t>
      </w:r>
      <w:r w:rsidRPr="003E4D35">
        <w:t>pour mourir aussi d</w:t>
      </w:r>
      <w:r w:rsidR="00B97E5D">
        <w:t>’</w:t>
      </w:r>
      <w:r w:rsidRPr="003E4D35">
        <w:t>insolation</w:t>
      </w:r>
      <w:r w:rsidR="00B97E5D">
        <w:t xml:space="preserve">. </w:t>
      </w:r>
      <w:r w:rsidRPr="003E4D35">
        <w:t>Que je pensai à tout ce qu</w:t>
      </w:r>
      <w:r w:rsidR="00B97E5D">
        <w:t>’</w:t>
      </w:r>
      <w:r w:rsidRPr="003E4D35">
        <w:t>il y a de plus vil et de plus bas dans le monde</w:t>
      </w:r>
      <w:r w:rsidR="00B97E5D">
        <w:t xml:space="preserve">, </w:t>
      </w:r>
      <w:r w:rsidRPr="003E4D35">
        <w:t>pour mourir aussi d</w:t>
      </w:r>
      <w:r w:rsidR="00B97E5D">
        <w:t>’</w:t>
      </w:r>
      <w:r w:rsidRPr="003E4D35">
        <w:t>indignité</w:t>
      </w:r>
      <w:r w:rsidR="00B97E5D">
        <w:t xml:space="preserve">. </w:t>
      </w:r>
      <w:r w:rsidRPr="003E4D35">
        <w:t>Que j</w:t>
      </w:r>
      <w:r w:rsidR="00B97E5D">
        <w:t>’</w:t>
      </w:r>
      <w:r w:rsidRPr="003E4D35">
        <w:t>ouvris autour de moi toutes les morts comme des tuyaux à gaz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attendis</w:t>
      </w:r>
      <w:r w:rsidR="00B97E5D">
        <w:t xml:space="preserve">. </w:t>
      </w:r>
      <w:r w:rsidRPr="003E4D35">
        <w:t>Mais toutes les morts s</w:t>
      </w:r>
      <w:r w:rsidR="00B97E5D">
        <w:t>’</w:t>
      </w:r>
      <w:r w:rsidRPr="003E4D35">
        <w:t>écartèrent</w:t>
      </w:r>
      <w:r w:rsidR="00B97E5D">
        <w:t xml:space="preserve">, </w:t>
      </w:r>
      <w:r w:rsidRPr="003E4D35">
        <w:lastRenderedPageBreak/>
        <w:t>appelées vers des besognes plus riches loin de cette enfant seule</w:t>
      </w:r>
      <w:r w:rsidR="00B97E5D">
        <w:t xml:space="preserve">. </w:t>
      </w:r>
      <w:r w:rsidRPr="003E4D35">
        <w:t>Le soleil di</w:t>
      </w:r>
      <w:r w:rsidRPr="003E4D35">
        <w:t>s</w:t>
      </w:r>
      <w:r w:rsidRPr="003E4D35">
        <w:t>parut</w:t>
      </w:r>
      <w:r w:rsidR="00B97E5D">
        <w:t xml:space="preserve">. </w:t>
      </w:r>
      <w:r w:rsidRPr="003E4D35">
        <w:t>La mer se retira</w:t>
      </w:r>
      <w:r w:rsidR="00B97E5D">
        <w:t xml:space="preserve">. </w:t>
      </w:r>
      <w:r w:rsidRPr="003E4D35">
        <w:t>Tout le ciel me donna soudain des no</w:t>
      </w:r>
      <w:r w:rsidRPr="003E4D35">
        <w:t>u</w:t>
      </w:r>
      <w:r w:rsidRPr="003E4D35">
        <w:t>velles d</w:t>
      </w:r>
      <w:r w:rsidR="00B97E5D">
        <w:t>’</w:t>
      </w:r>
      <w:r w:rsidRPr="003E4D35">
        <w:t>Europe</w:t>
      </w:r>
      <w:r w:rsidR="00B97E5D">
        <w:t xml:space="preserve"> : </w:t>
      </w:r>
      <w:r w:rsidRPr="003E4D35">
        <w:t>sur la nuit de grosses étoiles poilues trembl</w:t>
      </w:r>
      <w:r w:rsidRPr="003E4D35">
        <w:t>o</w:t>
      </w:r>
      <w:r w:rsidRPr="003E4D35">
        <w:t>taient</w:t>
      </w:r>
      <w:r w:rsidR="00B97E5D">
        <w:t xml:space="preserve">, </w:t>
      </w:r>
      <w:r w:rsidRPr="003E4D35">
        <w:t>comme</w:t>
      </w:r>
      <w:r w:rsidR="00B97E5D">
        <w:t xml:space="preserve">, </w:t>
      </w:r>
      <w:r w:rsidRPr="003E4D35">
        <w:t>sur le parapluie du camelot près de la Brasserie Universelle</w:t>
      </w:r>
      <w:r w:rsidR="00B97E5D">
        <w:t xml:space="preserve">, </w:t>
      </w:r>
      <w:r w:rsidRPr="003E4D35">
        <w:t>les fausses araignées en laiton</w:t>
      </w:r>
      <w:r w:rsidR="00B97E5D">
        <w:t xml:space="preserve">… </w:t>
      </w:r>
      <w:r w:rsidRPr="003E4D35">
        <w:t>Dieu me promit que je repasserais près de là</w:t>
      </w:r>
      <w:r w:rsidR="00B97E5D">
        <w:t xml:space="preserve">, </w:t>
      </w:r>
      <w:r w:rsidRPr="003E4D35">
        <w:t>côtoyée par des autobus</w:t>
      </w:r>
      <w:r w:rsidR="00B97E5D">
        <w:t xml:space="preserve">… </w:t>
      </w:r>
      <w:r w:rsidRPr="003E4D35">
        <w:t>Dieu me promit qu</w:t>
      </w:r>
      <w:r w:rsidR="00B97E5D">
        <w:t>’</w:t>
      </w:r>
      <w:r w:rsidRPr="003E4D35">
        <w:t>un jour</w:t>
      </w:r>
      <w:r w:rsidR="00B97E5D">
        <w:t xml:space="preserve">, </w:t>
      </w:r>
      <w:r w:rsidRPr="003E4D35">
        <w:t>dans ce magasin près de la Madeleine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irais acheter pour mes enfants de fausses araignées</w:t>
      </w:r>
      <w:r w:rsidR="00B97E5D">
        <w:t xml:space="preserve">, </w:t>
      </w:r>
      <w:r w:rsidRPr="003E4D35">
        <w:t>de fausses saut</w:t>
      </w:r>
      <w:r w:rsidRPr="003E4D35">
        <w:t>e</w:t>
      </w:r>
      <w:r w:rsidRPr="003E4D35">
        <w:t>relles</w:t>
      </w:r>
      <w:r w:rsidR="00B97E5D">
        <w:t xml:space="preserve">, </w:t>
      </w:r>
      <w:r w:rsidRPr="003E4D35">
        <w:t>des cigares qui éclatent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étais sauvée</w:t>
      </w:r>
      <w:r w:rsidR="00B97E5D">
        <w:t>…</w:t>
      </w:r>
    </w:p>
    <w:p w14:paraId="0723C597" w14:textId="5FC45E7F" w:rsidR="00B97E5D" w:rsidRDefault="00F225BE" w:rsidP="00F225BE">
      <w:pPr>
        <w:rPr>
          <w:rFonts w:eastAsia="Georgia"/>
        </w:rPr>
      </w:pPr>
      <w:r w:rsidRPr="003E4D35">
        <w:t>Ce n</w:t>
      </w:r>
      <w:r w:rsidR="00B97E5D">
        <w:t>’</w:t>
      </w:r>
      <w:r w:rsidRPr="003E4D35">
        <w:t>est pas vrai que j</w:t>
      </w:r>
      <w:r w:rsidR="00B97E5D">
        <w:t>’</w:t>
      </w:r>
      <w:r w:rsidRPr="003E4D35">
        <w:t>usais mes jours à me poncer les ja</w:t>
      </w:r>
      <w:r w:rsidRPr="003E4D35">
        <w:t>m</w:t>
      </w:r>
      <w:r w:rsidRPr="003E4D35">
        <w:t>bes et à les frotter d</w:t>
      </w:r>
      <w:r w:rsidR="00B97E5D">
        <w:t>’</w:t>
      </w:r>
      <w:r w:rsidRPr="003E4D35">
        <w:t>une poudre de nacre qui les rendait d</w:t>
      </w:r>
      <w:r w:rsidR="00B97E5D">
        <w:t>’</w:t>
      </w:r>
      <w:r w:rsidRPr="003E4D35">
        <w:t>argent même sous les rayons du soleil</w:t>
      </w:r>
      <w:r w:rsidR="00B97E5D">
        <w:t xml:space="preserve">. </w:t>
      </w:r>
      <w:r w:rsidRPr="003E4D35">
        <w:t>Bientôt ce fut mon corps entier</w:t>
      </w:r>
      <w:r w:rsidR="00B97E5D">
        <w:t xml:space="preserve">. </w:t>
      </w:r>
      <w:r w:rsidRPr="003E4D35">
        <w:t>Je n</w:t>
      </w:r>
      <w:r w:rsidR="00B97E5D">
        <w:t>’</w:t>
      </w:r>
      <w:r w:rsidRPr="003E4D35">
        <w:t>avais plus qu</w:t>
      </w:r>
      <w:r w:rsidR="00B97E5D">
        <w:t>’</w:t>
      </w:r>
      <w:r w:rsidRPr="003E4D35">
        <w:t>un grand chapeau ou une ombrelle</w:t>
      </w:r>
      <w:r w:rsidR="00B97E5D">
        <w:t xml:space="preserve">. </w:t>
      </w:r>
      <w:r w:rsidRPr="003E4D35">
        <w:t>Après les quelques mois où le plus confiant s</w:t>
      </w:r>
      <w:r w:rsidR="00B97E5D">
        <w:t>’</w:t>
      </w:r>
      <w:r w:rsidRPr="003E4D35">
        <w:t>entête à vivre en naufragé</w:t>
      </w:r>
      <w:r w:rsidR="00B97E5D">
        <w:t xml:space="preserve">, </w:t>
      </w:r>
      <w:r w:rsidRPr="003E4D35">
        <w:t>toujours sur la grève</w:t>
      </w:r>
      <w:r w:rsidR="00B97E5D">
        <w:t xml:space="preserve">, </w:t>
      </w:r>
      <w:r w:rsidRPr="003E4D35">
        <w:t>mesurant de l</w:t>
      </w:r>
      <w:r w:rsidR="00B97E5D">
        <w:t>’</w:t>
      </w:r>
      <w:r w:rsidRPr="003E4D35">
        <w:t>œil les arbres comme de f</w:t>
      </w:r>
      <w:r w:rsidRPr="003E4D35">
        <w:t>u</w:t>
      </w:r>
      <w:r w:rsidRPr="003E4D35">
        <w:t>turs bateaux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obstinant à chercher des hameçons pour ces truites qui se laissaient prendre à la main et des pièges pour ces oiseaux qui ne savaient pour vous éviter</w:t>
      </w:r>
      <w:r w:rsidR="00B97E5D">
        <w:t xml:space="preserve">, </w:t>
      </w:r>
      <w:r w:rsidRPr="003E4D35">
        <w:t>comme en Europe sur votre fusil</w:t>
      </w:r>
      <w:r w:rsidR="00B97E5D">
        <w:t xml:space="preserve">, </w:t>
      </w:r>
      <w:r w:rsidRPr="003E4D35">
        <w:t>que se poser sur votre bras même</w:t>
      </w:r>
      <w:r w:rsidR="00B97E5D">
        <w:t xml:space="preserve">, </w:t>
      </w:r>
      <w:r w:rsidRPr="003E4D35">
        <w:t>je renonçai à être autre chose qu</w:t>
      </w:r>
      <w:r w:rsidR="00B97E5D">
        <w:t>’</w:t>
      </w:r>
      <w:r w:rsidRPr="003E4D35">
        <w:t>une oisive et une milliardaire</w:t>
      </w:r>
      <w:r w:rsidR="00B97E5D">
        <w:t xml:space="preserve">. </w:t>
      </w:r>
      <w:r w:rsidRPr="003E4D35">
        <w:t>Je tendis des écrans de plumes de cocotiers à cocotiers</w:t>
      </w:r>
      <w:r w:rsidR="00B97E5D">
        <w:t xml:space="preserve">, </w:t>
      </w:r>
      <w:r w:rsidRPr="003E4D35">
        <w:t>y attachant parfois pour quelques heures des oiseaux vivants</w:t>
      </w:r>
      <w:r w:rsidR="00B97E5D">
        <w:t xml:space="preserve">, </w:t>
      </w:r>
      <w:r w:rsidRPr="003E4D35">
        <w:t>car les plumes des plus beaux s</w:t>
      </w:r>
      <w:r w:rsidR="00B97E5D">
        <w:t>’</w:t>
      </w:r>
      <w:r w:rsidRPr="003E4D35">
        <w:t>assombrissaient une fois tombées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eus des ce</w:t>
      </w:r>
      <w:r w:rsidRPr="003E4D35">
        <w:t>n</w:t>
      </w:r>
      <w:r w:rsidRPr="003E4D35">
        <w:t>taines d</w:t>
      </w:r>
      <w:r w:rsidR="00B97E5D">
        <w:t>’</w:t>
      </w:r>
      <w:r w:rsidRPr="003E4D35">
        <w:t>énormes perles que je p</w:t>
      </w:r>
      <w:r w:rsidR="00720FC8">
        <w:t>ê</w:t>
      </w:r>
      <w:r w:rsidRPr="003E4D35">
        <w:t>chais à la plongée</w:t>
      </w:r>
      <w:r w:rsidR="00B97E5D">
        <w:t xml:space="preserve">, </w:t>
      </w:r>
      <w:r w:rsidRPr="003E4D35">
        <w:t>que je ne savais pas percer et que je portais au cou et aux genoux comme des billes dans de petits filets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des parfums de résine fraîche mêlée aux pollens</w:t>
      </w:r>
      <w:r w:rsidR="00B97E5D">
        <w:t xml:space="preserve"> ; </w:t>
      </w:r>
      <w:r w:rsidRPr="003E4D35">
        <w:t>des lotions obtenues de mon arbre à sucre</w:t>
      </w:r>
      <w:r w:rsidR="00B97E5D">
        <w:t xml:space="preserve"> ; </w:t>
      </w:r>
      <w:r w:rsidRPr="003E4D35">
        <w:t>toujours trop capiteuses</w:t>
      </w:r>
      <w:r w:rsidR="00B97E5D">
        <w:t xml:space="preserve">, </w:t>
      </w:r>
      <w:r w:rsidRPr="003E4D35">
        <w:t>mais</w:t>
      </w:r>
      <w:r w:rsidR="00B97E5D">
        <w:t xml:space="preserve">, </w:t>
      </w:r>
      <w:r w:rsidRPr="003E4D35">
        <w:t>une fois enduite dans l</w:t>
      </w:r>
      <w:r w:rsidR="00B97E5D">
        <w:t>’</w:t>
      </w:r>
      <w:r w:rsidRPr="003E4D35">
        <w:t>eau de la source et puis séchée par le soleil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étais certain</w:t>
      </w:r>
      <w:r w:rsidRPr="003E4D35">
        <w:t>e</w:t>
      </w:r>
      <w:r w:rsidRPr="003E4D35">
        <w:t>ment ce qui sentait le meilleur de l</w:t>
      </w:r>
      <w:r w:rsidR="00B97E5D">
        <w:t>’</w:t>
      </w:r>
      <w:r w:rsidRPr="003E4D35">
        <w:t>archipel entier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avais mes onze poudres de riz</w:t>
      </w:r>
      <w:r w:rsidR="00B97E5D">
        <w:t xml:space="preserve">, </w:t>
      </w:r>
      <w:r w:rsidRPr="003E4D35">
        <w:t>celle qui me rendait scintillante</w:t>
      </w:r>
      <w:r w:rsidR="00B97E5D">
        <w:t xml:space="preserve">, </w:t>
      </w:r>
      <w:r w:rsidRPr="003E4D35">
        <w:t>de nacre pilée</w:t>
      </w:r>
      <w:r w:rsidR="00B97E5D">
        <w:t xml:space="preserve"> ; </w:t>
      </w:r>
      <w:r w:rsidRPr="003E4D35">
        <w:t xml:space="preserve">celle qui </w:t>
      </w:r>
      <w:r w:rsidRPr="003E4D35">
        <w:lastRenderedPageBreak/>
        <w:t>m</w:t>
      </w:r>
      <w:r w:rsidR="00B97E5D">
        <w:t>’</w:t>
      </w:r>
      <w:r w:rsidRPr="003E4D35">
        <w:t>assombrissait</w:t>
      </w:r>
      <w:r w:rsidR="00B97E5D">
        <w:t xml:space="preserve"> ; </w:t>
      </w:r>
      <w:r w:rsidRPr="003E4D35">
        <w:t>celle qui me teignait de rouge</w:t>
      </w:r>
      <w:r w:rsidR="00B97E5D">
        <w:t xml:space="preserve"> ; </w:t>
      </w:r>
      <w:r w:rsidRPr="003E4D35">
        <w:t>celle</w:t>
      </w:r>
      <w:r w:rsidR="00B97E5D">
        <w:t xml:space="preserve">, </w:t>
      </w:r>
      <w:r w:rsidRPr="003E4D35">
        <w:t>plus chair</w:t>
      </w:r>
      <w:r w:rsidR="00B97E5D">
        <w:t xml:space="preserve">, </w:t>
      </w:r>
      <w:r w:rsidRPr="003E4D35">
        <w:t>que j</w:t>
      </w:r>
      <w:r w:rsidR="00B97E5D">
        <w:t>’</w:t>
      </w:r>
      <w:r w:rsidRPr="003E4D35">
        <w:t>eusse mise à Limoges pour le bal du pr</w:t>
      </w:r>
      <w:r w:rsidRPr="003E4D35">
        <w:t>é</w:t>
      </w:r>
      <w:r w:rsidRPr="003E4D35">
        <w:t>fet</w:t>
      </w:r>
      <w:r w:rsidR="00B97E5D">
        <w:t xml:space="preserve">, </w:t>
      </w:r>
      <w:r w:rsidRPr="003E4D35">
        <w:t>et je me séchais au buvard dans la grande feuille du ban</w:t>
      </w:r>
      <w:r w:rsidRPr="003E4D35">
        <w:t>a</w:t>
      </w:r>
      <w:r w:rsidRPr="003E4D35">
        <w:t>nier gris</w:t>
      </w:r>
      <w:r w:rsidR="00B97E5D">
        <w:t xml:space="preserve">… </w:t>
      </w:r>
      <w:r w:rsidRPr="003E4D35">
        <w:t>Européenne sacrilège</w:t>
      </w:r>
      <w:r w:rsidR="00B97E5D">
        <w:t xml:space="preserve">, </w:t>
      </w:r>
      <w:r w:rsidRPr="003E4D35">
        <w:t>tout ce par quoi les Polyn</w:t>
      </w:r>
      <w:r w:rsidRPr="003E4D35">
        <w:t>é</w:t>
      </w:r>
      <w:r w:rsidRPr="003E4D35">
        <w:t>siens honorent leurs morts</w:t>
      </w:r>
      <w:r w:rsidR="00B97E5D">
        <w:t xml:space="preserve">, </w:t>
      </w:r>
      <w:r w:rsidRPr="003E4D35">
        <w:t>je le faisais à moi-même</w:t>
      </w:r>
      <w:r w:rsidR="00B97E5D">
        <w:t xml:space="preserve">. </w:t>
      </w:r>
      <w:r w:rsidRPr="003E4D35">
        <w:t>Ces ch</w:t>
      </w:r>
      <w:r w:rsidRPr="003E4D35">
        <w:t>â</w:t>
      </w:r>
      <w:r w:rsidRPr="003E4D35">
        <w:t>teaux de bois au faîte des arbres où se consument leurs cad</w:t>
      </w:r>
      <w:r w:rsidRPr="003E4D35">
        <w:t>a</w:t>
      </w:r>
      <w:r w:rsidRPr="003E4D35">
        <w:t>vres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y étendais</w:t>
      </w:r>
      <w:r w:rsidR="00B97E5D">
        <w:t xml:space="preserve">, </w:t>
      </w:r>
      <w:r w:rsidRPr="003E4D35">
        <w:t>remuante</w:t>
      </w:r>
      <w:r w:rsidR="00B97E5D">
        <w:t xml:space="preserve">, </w:t>
      </w:r>
      <w:r w:rsidRPr="003E4D35">
        <w:t>sujet d</w:t>
      </w:r>
      <w:r w:rsidR="00B97E5D">
        <w:t>’</w:t>
      </w:r>
      <w:r w:rsidRPr="003E4D35">
        <w:t>étonnement pour de p</w:t>
      </w:r>
      <w:r w:rsidRPr="003E4D35">
        <w:t>e</w:t>
      </w:r>
      <w:r w:rsidRPr="003E4D35">
        <w:t>tits éperviers venus d</w:t>
      </w:r>
      <w:r w:rsidR="00B97E5D">
        <w:t>’</w:t>
      </w:r>
      <w:r w:rsidRPr="003E4D35">
        <w:t>îles où l</w:t>
      </w:r>
      <w:r w:rsidR="00B97E5D">
        <w:t>’</w:t>
      </w:r>
      <w:r w:rsidRPr="003E4D35">
        <w:t>on mourait</w:t>
      </w:r>
      <w:r w:rsidR="00B97E5D">
        <w:t xml:space="preserve"> ; </w:t>
      </w:r>
      <w:r w:rsidRPr="003E4D35">
        <w:t>je m</w:t>
      </w:r>
      <w:r w:rsidR="00B97E5D">
        <w:t>’</w:t>
      </w:r>
      <w:r w:rsidRPr="003E4D35">
        <w:t>enduisais d</w:t>
      </w:r>
      <w:r w:rsidR="00B97E5D">
        <w:t>’</w:t>
      </w:r>
      <w:r w:rsidRPr="003E4D35">
        <w:t>hu</w:t>
      </w:r>
      <w:r w:rsidRPr="003E4D35">
        <w:t>i</w:t>
      </w:r>
      <w:r w:rsidRPr="003E4D35">
        <w:t>le de palme et de mica</w:t>
      </w:r>
      <w:r w:rsidR="00B97E5D">
        <w:t xml:space="preserve">, </w:t>
      </w:r>
      <w:r w:rsidRPr="003E4D35">
        <w:t>et tous ces honneurs et soins qui ca</w:t>
      </w:r>
      <w:r w:rsidRPr="003E4D35">
        <w:t>l</w:t>
      </w:r>
      <w:r w:rsidRPr="003E4D35">
        <w:t>ment les fantômes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en étais moi-même adoucie</w:t>
      </w:r>
      <w:r w:rsidR="00B97E5D">
        <w:t xml:space="preserve">. </w:t>
      </w:r>
      <w:r w:rsidRPr="003E4D35">
        <w:t>Si je me négl</w:t>
      </w:r>
      <w:r w:rsidRPr="003E4D35">
        <w:t>i</w:t>
      </w:r>
      <w:r w:rsidRPr="003E4D35">
        <w:t>geais un jour</w:t>
      </w:r>
      <w:r w:rsidR="00B97E5D">
        <w:t xml:space="preserve">, </w:t>
      </w:r>
      <w:r w:rsidRPr="003E4D35">
        <w:t>par chagrin</w:t>
      </w:r>
      <w:r w:rsidR="00B97E5D">
        <w:t xml:space="preserve">, </w:t>
      </w:r>
      <w:r w:rsidRPr="003E4D35">
        <w:t>mon fard s</w:t>
      </w:r>
      <w:r w:rsidR="00B97E5D">
        <w:t>’</w:t>
      </w:r>
      <w:r w:rsidRPr="003E4D35">
        <w:t>écaillait vite</w:t>
      </w:r>
      <w:r w:rsidR="00B97E5D">
        <w:t xml:space="preserve">, </w:t>
      </w:r>
      <w:r w:rsidRPr="003E4D35">
        <w:t>et mes plus petites tristesses semblaient des sorties d</w:t>
      </w:r>
      <w:r w:rsidR="00B97E5D">
        <w:t>’</w:t>
      </w:r>
      <w:r w:rsidRPr="003E4D35">
        <w:t>orgies</w:t>
      </w:r>
      <w:r w:rsidR="00B97E5D">
        <w:t xml:space="preserve">, </w:t>
      </w:r>
      <w:r w:rsidRPr="003E4D35">
        <w:t>mais cela pa</w:t>
      </w:r>
      <w:r w:rsidRPr="003E4D35">
        <w:t>s</w:t>
      </w:r>
      <w:r w:rsidRPr="003E4D35">
        <w:t>sait vite</w:t>
      </w:r>
      <w:r w:rsidR="00B97E5D">
        <w:t xml:space="preserve">. </w:t>
      </w:r>
      <w:r w:rsidRPr="003E4D35">
        <w:t>Et enfin vint le premier soir où</w:t>
      </w:r>
      <w:r w:rsidR="00B97E5D">
        <w:t xml:space="preserve">, </w:t>
      </w:r>
      <w:r w:rsidRPr="003E4D35">
        <w:t>de calme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allai dormir dans le centre de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au lieu de m</w:t>
      </w:r>
      <w:r w:rsidR="00B97E5D">
        <w:t>’</w:t>
      </w:r>
      <w:r w:rsidRPr="003E4D35">
        <w:t>étendre près de la mer para</w:t>
      </w:r>
      <w:r w:rsidRPr="003E4D35">
        <w:t>l</w:t>
      </w:r>
      <w:r w:rsidRPr="003E4D35">
        <w:t>lèle à je ne sais lequel de ses mouvements</w:t>
      </w:r>
      <w:r w:rsidR="00B97E5D">
        <w:t xml:space="preserve">, </w:t>
      </w:r>
      <w:r w:rsidRPr="003E4D35">
        <w:t>juste au centre de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sacrifiant par paresse la moitié des hasards d</w:t>
      </w:r>
      <w:r w:rsidR="00B97E5D">
        <w:t>’</w:t>
      </w:r>
      <w:r w:rsidRPr="003E4D35">
        <w:t>un sauv</w:t>
      </w:r>
      <w:r w:rsidRPr="003E4D35">
        <w:t>e</w:t>
      </w:r>
      <w:r w:rsidRPr="003E4D35">
        <w:t>tage</w:t>
      </w:r>
      <w:r w:rsidR="00B97E5D">
        <w:rPr>
          <w:rFonts w:eastAsia="Georgia"/>
        </w:rPr>
        <w:t>…</w:t>
      </w:r>
    </w:p>
    <w:p w14:paraId="33E7FFCF" w14:textId="77777777" w:rsidR="00B97E5D" w:rsidRDefault="00F225BE" w:rsidP="00F225BE">
      <w:r w:rsidRPr="003E4D35">
        <w:t>Ce n</w:t>
      </w:r>
      <w:r w:rsidR="00B97E5D">
        <w:t>’</w:t>
      </w:r>
      <w:r w:rsidRPr="003E4D35">
        <w:t>est pas vrai que j</w:t>
      </w:r>
      <w:r w:rsidR="00B97E5D">
        <w:t>’</w:t>
      </w:r>
      <w:r w:rsidRPr="003E4D35">
        <w:t>embrassais l</w:t>
      </w:r>
      <w:r w:rsidR="00B97E5D">
        <w:t>’</w:t>
      </w:r>
      <w:r w:rsidRPr="003E4D35">
        <w:t>ornithorynque</w:t>
      </w:r>
      <w:r w:rsidR="00B97E5D">
        <w:t xml:space="preserve"> ; </w:t>
      </w:r>
      <w:r w:rsidRPr="003E4D35">
        <w:t>que je fouillais dans sa petite poche</w:t>
      </w:r>
      <w:r w:rsidR="00B97E5D">
        <w:t xml:space="preserve">, </w:t>
      </w:r>
      <w:r w:rsidRPr="003E4D35">
        <w:t>que je n</w:t>
      </w:r>
      <w:r w:rsidR="00B97E5D">
        <w:t>’</w:t>
      </w:r>
      <w:r w:rsidRPr="003E4D35">
        <w:t>y retrouvai rien</w:t>
      </w:r>
      <w:r w:rsidR="00B97E5D">
        <w:t xml:space="preserve">, </w:t>
      </w:r>
      <w:r w:rsidRPr="003E4D35">
        <w:t>pas de lettre oubliée</w:t>
      </w:r>
      <w:r w:rsidR="00B97E5D">
        <w:t xml:space="preserve">. </w:t>
      </w:r>
      <w:r w:rsidRPr="003E4D35">
        <w:t>Il se plaignait doucement par des cris de canard</w:t>
      </w:r>
      <w:r w:rsidR="00B97E5D">
        <w:t xml:space="preserve">. </w:t>
      </w:r>
      <w:r w:rsidRPr="003E4D35">
        <w:t>Que je grattais le renflement près de son crâne</w:t>
      </w:r>
      <w:r w:rsidR="00B97E5D">
        <w:t xml:space="preserve">. </w:t>
      </w:r>
      <w:r w:rsidRPr="003E4D35">
        <w:t>Il remuait la queue comme un chien</w:t>
      </w:r>
      <w:r w:rsidR="00B97E5D">
        <w:t xml:space="preserve">. </w:t>
      </w:r>
      <w:r w:rsidRPr="003E4D35">
        <w:t>Que je le gavais de petits œufs</w:t>
      </w:r>
      <w:r w:rsidR="00B97E5D">
        <w:t xml:space="preserve">. </w:t>
      </w:r>
      <w:r w:rsidRPr="003E4D35">
        <w:t>Il battait des pattes de devant comme un castor</w:t>
      </w:r>
      <w:r w:rsidR="00B97E5D">
        <w:t>.</w:t>
      </w:r>
    </w:p>
    <w:p w14:paraId="6E27B4C2" w14:textId="025FE52F" w:rsidR="00F225BE" w:rsidRPr="003E4D35" w:rsidRDefault="00F225BE" w:rsidP="00F225BE"/>
    <w:p w14:paraId="47AD94DC" w14:textId="77777777" w:rsidR="00B97E5D" w:rsidRDefault="00F225BE" w:rsidP="00F225BE">
      <w:pPr>
        <w:rPr>
          <w:rFonts w:eastAsia="Georgia"/>
        </w:rPr>
      </w:pPr>
      <w:r w:rsidRPr="003E4D35">
        <w:t>Tous les jours maintenant je contournais l</w:t>
      </w:r>
      <w:r w:rsidR="00B97E5D">
        <w:t>’</w:t>
      </w:r>
      <w:r w:rsidRPr="003E4D35">
        <w:t>île à la nage ju</w:t>
      </w:r>
      <w:r w:rsidRPr="003E4D35">
        <w:t>s</w:t>
      </w:r>
      <w:r w:rsidRPr="003E4D35">
        <w:t>qu</w:t>
      </w:r>
      <w:r w:rsidR="00B97E5D">
        <w:t>’</w:t>
      </w:r>
      <w:r w:rsidRPr="003E4D35">
        <w:t>au point d</w:t>
      </w:r>
      <w:r w:rsidR="00B97E5D">
        <w:t>’</w:t>
      </w:r>
      <w:r w:rsidRPr="003E4D35">
        <w:t>où j</w:t>
      </w:r>
      <w:r w:rsidR="00B97E5D">
        <w:t>’</w:t>
      </w:r>
      <w:r w:rsidRPr="003E4D35">
        <w:t>avais à la traverser dans toute sa largeur pour revenir au promontoire</w:t>
      </w:r>
      <w:r w:rsidR="00B97E5D">
        <w:t xml:space="preserve">. </w:t>
      </w:r>
      <w:r w:rsidRPr="003E4D35">
        <w:t>Avant d</w:t>
      </w:r>
      <w:r w:rsidR="00B97E5D">
        <w:t>’</w:t>
      </w:r>
      <w:r w:rsidRPr="003E4D35">
        <w:t>avoir franchi la zone de sable et de corail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étais déjà sèche</w:t>
      </w:r>
      <w:r w:rsidR="00B97E5D">
        <w:t xml:space="preserve">. </w:t>
      </w:r>
      <w:r w:rsidRPr="003E4D35">
        <w:t>Puis venaient les cocotiers et cinq minutes d</w:t>
      </w:r>
      <w:r w:rsidR="00B97E5D">
        <w:t>’</w:t>
      </w:r>
      <w:r w:rsidRPr="003E4D35">
        <w:t>ombre</w:t>
      </w:r>
      <w:r w:rsidR="00B97E5D">
        <w:t xml:space="preserve">. </w:t>
      </w:r>
      <w:r w:rsidRPr="003E4D35">
        <w:t>Je faisais un détour pour aller appuyer ma main</w:t>
      </w:r>
      <w:r w:rsidR="00B97E5D">
        <w:t xml:space="preserve">, </w:t>
      </w:r>
      <w:r w:rsidRPr="003E4D35">
        <w:t>les cinq doigts grands ouverts</w:t>
      </w:r>
      <w:r w:rsidR="00B97E5D">
        <w:t xml:space="preserve">, </w:t>
      </w:r>
      <w:r w:rsidRPr="003E4D35">
        <w:t>dans cinq petits rameaux écartés de la même branche</w:t>
      </w:r>
      <w:r w:rsidR="00B97E5D">
        <w:t xml:space="preserve">, </w:t>
      </w:r>
      <w:r w:rsidRPr="003E4D35">
        <w:t xml:space="preserve">qui formaient à </w:t>
      </w:r>
      <w:r w:rsidRPr="003E4D35">
        <w:lastRenderedPageBreak/>
        <w:t>s</w:t>
      </w:r>
      <w:r w:rsidR="00B97E5D">
        <w:t>’</w:t>
      </w:r>
      <w:r w:rsidRPr="003E4D35">
        <w:t>y méprendre une main</w:t>
      </w:r>
      <w:r w:rsidR="00B97E5D">
        <w:t xml:space="preserve">, </w:t>
      </w:r>
      <w:r w:rsidRPr="003E4D35">
        <w:t>avec phalanges et phalangettes</w:t>
      </w:r>
      <w:r w:rsidR="00B97E5D">
        <w:t xml:space="preserve">, </w:t>
      </w:r>
      <w:r w:rsidRPr="003E4D35">
        <w:t>car tout ce qui resse</w:t>
      </w:r>
      <w:r w:rsidRPr="003E4D35">
        <w:t>m</w:t>
      </w:r>
      <w:r w:rsidRPr="003E4D35">
        <w:t>blait dans l</w:t>
      </w:r>
      <w:r w:rsidR="00B97E5D">
        <w:t>’</w:t>
      </w:r>
      <w:r w:rsidRPr="003E4D35">
        <w:t>île à un être de ma race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en avais maintenant l</w:t>
      </w:r>
      <w:r w:rsidR="00B97E5D">
        <w:t>’</w:t>
      </w:r>
      <w:r w:rsidRPr="003E4D35">
        <w:t>i</w:t>
      </w:r>
      <w:r w:rsidRPr="003E4D35">
        <w:t>n</w:t>
      </w:r>
      <w:r w:rsidRPr="003E4D35">
        <w:t>ventaire</w:t>
      </w:r>
      <w:r w:rsidR="00B97E5D">
        <w:t xml:space="preserve">… </w:t>
      </w:r>
      <w:r w:rsidRPr="003E4D35">
        <w:t>Puis venait la plaine</w:t>
      </w:r>
      <w:r w:rsidR="00B97E5D">
        <w:t xml:space="preserve">, </w:t>
      </w:r>
      <w:r w:rsidRPr="003E4D35">
        <w:t>coupée des trois ruisseaux</w:t>
      </w:r>
      <w:r w:rsidR="00B97E5D">
        <w:t xml:space="preserve">, </w:t>
      </w:r>
      <w:r w:rsidRPr="003E4D35">
        <w:t>avec les secteurs alternés de gazons et de cattleyas</w:t>
      </w:r>
      <w:r w:rsidR="00B97E5D">
        <w:t xml:space="preserve">, </w:t>
      </w:r>
      <w:r w:rsidRPr="003E4D35">
        <w:t>semés de champs de tournesols pareils à nos topinambours où tous les perroquets prenaient leur pâture</w:t>
      </w:r>
      <w:r w:rsidR="00B97E5D">
        <w:t xml:space="preserve">, </w:t>
      </w:r>
      <w:r w:rsidRPr="003E4D35">
        <w:t>les plus gourmands se précipitant</w:t>
      </w:r>
      <w:r w:rsidR="00B97E5D">
        <w:t xml:space="preserve">, </w:t>
      </w:r>
      <w:r w:rsidRPr="003E4D35">
        <w:t>les a</w:t>
      </w:r>
      <w:r w:rsidRPr="003E4D35">
        <w:t>i</w:t>
      </w:r>
      <w:r w:rsidRPr="003E4D35">
        <w:t>les déployées</w:t>
      </w:r>
      <w:r w:rsidR="00B97E5D">
        <w:t xml:space="preserve">, </w:t>
      </w:r>
      <w:r w:rsidRPr="003E4D35">
        <w:t>pour manger à même les soleils</w:t>
      </w:r>
      <w:r w:rsidR="00B97E5D">
        <w:t xml:space="preserve">. </w:t>
      </w:r>
      <w:r w:rsidRPr="003E4D35">
        <w:t>Confondues a</w:t>
      </w:r>
      <w:r w:rsidRPr="003E4D35">
        <w:t>u</w:t>
      </w:r>
      <w:r w:rsidRPr="003E4D35">
        <w:t>tour d</w:t>
      </w:r>
      <w:r w:rsidR="00B97E5D">
        <w:t>’</w:t>
      </w:r>
      <w:r w:rsidRPr="003E4D35">
        <w:t>un seul disque jaune</w:t>
      </w:r>
      <w:r w:rsidR="00B97E5D">
        <w:t xml:space="preserve">, </w:t>
      </w:r>
      <w:r w:rsidRPr="003E4D35">
        <w:t xml:space="preserve">toutes les couleurs parois de </w:t>
      </w:r>
      <w:r>
        <w:t>l</w:t>
      </w:r>
      <w:r w:rsidR="00B97E5D">
        <w:t>’</w:t>
      </w:r>
      <w:r w:rsidRPr="003E4D35">
        <w:t>arc-en-ciel</w:t>
      </w:r>
      <w:r w:rsidR="00B97E5D">
        <w:t xml:space="preserve">, </w:t>
      </w:r>
      <w:r w:rsidRPr="003E4D35">
        <w:t>chacune avec son cri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 xml:space="preserve">une fois contourné le </w:t>
      </w:r>
      <w:proofErr w:type="spellStart"/>
      <w:r w:rsidRPr="003E4D35">
        <w:t>balivier</w:t>
      </w:r>
      <w:proofErr w:type="spellEnd"/>
      <w:r w:rsidRPr="003E4D35">
        <w:t xml:space="preserve"> brisé par la foudre qui ressemblait à une statue d</w:t>
      </w:r>
      <w:r w:rsidR="00B97E5D">
        <w:t>’</w:t>
      </w:r>
      <w:r w:rsidRPr="003E4D35">
        <w:t>homme</w:t>
      </w:r>
      <w:r w:rsidR="00B97E5D">
        <w:t xml:space="preserve">, </w:t>
      </w:r>
      <w:r w:rsidRPr="003E4D35">
        <w:t>pre</w:t>
      </w:r>
      <w:r w:rsidRPr="003E4D35">
        <w:t>s</w:t>
      </w:r>
      <w:r w:rsidRPr="003E4D35">
        <w:t>que à un homme</w:t>
      </w:r>
      <w:r w:rsidR="00B97E5D">
        <w:t xml:space="preserve">, </w:t>
      </w:r>
      <w:r w:rsidRPr="003E4D35">
        <w:t>après les petits marais taillés en plein corail d</w:t>
      </w:r>
      <w:r w:rsidR="00B97E5D">
        <w:t>’</w:t>
      </w:r>
      <w:r w:rsidRPr="003E4D35">
        <w:t>où montaient en jets d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avec un oiseau voltigeant au-dessus au lieu d</w:t>
      </w:r>
      <w:r w:rsidR="00B97E5D">
        <w:t>’</w:t>
      </w:r>
      <w:r w:rsidRPr="003E4D35">
        <w:t>un œuf</w:t>
      </w:r>
      <w:r w:rsidR="00B97E5D">
        <w:t xml:space="preserve">, </w:t>
      </w:r>
      <w:r w:rsidRPr="003E4D35">
        <w:t>des orchidées hautes de dix mètres</w:t>
      </w:r>
      <w:r w:rsidR="00B97E5D">
        <w:t xml:space="preserve">, </w:t>
      </w:r>
      <w:r w:rsidRPr="003E4D35">
        <w:t>une sorte de pré où mes pas étaient étouffés</w:t>
      </w:r>
      <w:r w:rsidR="00B97E5D">
        <w:t xml:space="preserve">, </w:t>
      </w:r>
      <w:r w:rsidRPr="003E4D35">
        <w:t>où les oiseaux se to</w:t>
      </w:r>
      <w:r w:rsidRPr="003E4D35">
        <w:t>i</w:t>
      </w:r>
      <w:r w:rsidRPr="003E4D35">
        <w:t>saient</w:t>
      </w:r>
      <w:r w:rsidR="00B97E5D">
        <w:t xml:space="preserve">, </w:t>
      </w:r>
      <w:r w:rsidRPr="003E4D35">
        <w:t>où les innombrables fleurs étaient sans parfums</w:t>
      </w:r>
      <w:r w:rsidR="00B97E5D">
        <w:t xml:space="preserve">, </w:t>
      </w:r>
      <w:r w:rsidRPr="003E4D35">
        <w:t>et qui me donnait</w:t>
      </w:r>
      <w:r w:rsidR="00B97E5D">
        <w:t xml:space="preserve">, </w:t>
      </w:r>
      <w:r w:rsidRPr="003E4D35">
        <w:t>surtout à moi si nue et si poudrée de nacre</w:t>
      </w:r>
      <w:r w:rsidR="00B97E5D">
        <w:t xml:space="preserve">, </w:t>
      </w:r>
      <w:r w:rsidRPr="003E4D35">
        <w:t>un se</w:t>
      </w:r>
      <w:r w:rsidRPr="003E4D35">
        <w:t>n</w:t>
      </w:r>
      <w:r w:rsidRPr="003E4D35">
        <w:t>timent d</w:t>
      </w:r>
      <w:r w:rsidR="00B97E5D">
        <w:t>’</w:t>
      </w:r>
      <w:r w:rsidRPr="003E4D35">
        <w:t>inexistence ou de champ des enfers</w:t>
      </w:r>
      <w:r w:rsidR="00B97E5D">
        <w:t xml:space="preserve">. </w:t>
      </w:r>
      <w:r w:rsidRPr="003E4D35">
        <w:t>Des luttes sans bruit</w:t>
      </w:r>
      <w:r w:rsidR="00B97E5D">
        <w:t xml:space="preserve">, </w:t>
      </w:r>
      <w:r w:rsidRPr="003E4D35">
        <w:t>et presque immobiles</w:t>
      </w:r>
      <w:r w:rsidR="00B97E5D">
        <w:t xml:space="preserve">, </w:t>
      </w:r>
      <w:r w:rsidRPr="003E4D35">
        <w:t>et entre animaux que rien</w:t>
      </w:r>
      <w:r w:rsidR="00B97E5D">
        <w:t xml:space="preserve">, </w:t>
      </w:r>
      <w:r w:rsidRPr="003E4D35">
        <w:t>même la haine</w:t>
      </w:r>
      <w:r w:rsidR="00B97E5D">
        <w:t xml:space="preserve">, </w:t>
      </w:r>
      <w:r w:rsidRPr="003E4D35">
        <w:t>ne semblait devoir assembler</w:t>
      </w:r>
      <w:r w:rsidR="00B97E5D">
        <w:t xml:space="preserve">, </w:t>
      </w:r>
      <w:r w:rsidRPr="003E4D35">
        <w:t>des oiseaux-mouches en débat avec des araignées</w:t>
      </w:r>
      <w:r w:rsidR="00B97E5D">
        <w:t xml:space="preserve">, </w:t>
      </w:r>
      <w:r w:rsidRPr="003E4D35">
        <w:t>de petites oies</w:t>
      </w:r>
      <w:r w:rsidR="00B97E5D">
        <w:t xml:space="preserve">, </w:t>
      </w:r>
      <w:r w:rsidRPr="003E4D35">
        <w:t>le bec pris entre les l</w:t>
      </w:r>
      <w:r w:rsidRPr="003E4D35">
        <w:t>è</w:t>
      </w:r>
      <w:r w:rsidRPr="003E4D35">
        <w:t>vres de grenouilles géantes</w:t>
      </w:r>
      <w:r w:rsidR="00B97E5D">
        <w:t xml:space="preserve">, </w:t>
      </w:r>
      <w:r w:rsidRPr="003E4D35">
        <w:t>des crabes de palmier enlaçant des couleuvres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est près de là que d</w:t>
      </w:r>
      <w:r w:rsidR="00B97E5D">
        <w:t>’</w:t>
      </w:r>
      <w:r w:rsidRPr="003E4D35">
        <w:t>un tronc lisse sortait une ha</w:t>
      </w:r>
      <w:r w:rsidRPr="003E4D35">
        <w:t>n</w:t>
      </w:r>
      <w:r w:rsidRPr="003E4D35">
        <w:t>che</w:t>
      </w:r>
      <w:r w:rsidR="00B97E5D">
        <w:t xml:space="preserve">, </w:t>
      </w:r>
      <w:r w:rsidRPr="003E4D35">
        <w:t>une hanche de femme entière</w:t>
      </w:r>
      <w:r w:rsidR="00B97E5D">
        <w:t xml:space="preserve">, </w:t>
      </w:r>
      <w:r w:rsidRPr="003E4D35">
        <w:t>toujours au soleil</w:t>
      </w:r>
      <w:r w:rsidR="00B97E5D">
        <w:t xml:space="preserve">, </w:t>
      </w:r>
      <w:r w:rsidRPr="003E4D35">
        <w:t>chaude comme si la métamorphose venait juste d</w:t>
      </w:r>
      <w:r w:rsidR="00B97E5D">
        <w:t>’</w:t>
      </w:r>
      <w:r w:rsidRPr="003E4D35">
        <w:t>avoir lieu</w:t>
      </w:r>
      <w:r w:rsidR="00B97E5D">
        <w:t xml:space="preserve">, </w:t>
      </w:r>
      <w:r w:rsidRPr="003E4D35">
        <w:t>et je la c</w:t>
      </w:r>
      <w:r w:rsidRPr="003E4D35">
        <w:t>a</w:t>
      </w:r>
      <w:r w:rsidRPr="003E4D35">
        <w:t>ressais</w:t>
      </w:r>
      <w:r w:rsidR="00B97E5D">
        <w:t xml:space="preserve">, </w:t>
      </w:r>
      <w:r w:rsidRPr="003E4D35">
        <w:t>un peu curieuse</w:t>
      </w:r>
      <w:r w:rsidR="00B97E5D">
        <w:t xml:space="preserve">, </w:t>
      </w:r>
      <w:r w:rsidRPr="003E4D35">
        <w:t>comme si venait d</w:t>
      </w:r>
      <w:r w:rsidR="00B97E5D">
        <w:t>’</w:t>
      </w:r>
      <w:r w:rsidRPr="003E4D35">
        <w:t>avoir lieu</w:t>
      </w:r>
      <w:r w:rsidR="00B97E5D">
        <w:t xml:space="preserve">, </w:t>
      </w:r>
      <w:r w:rsidRPr="003E4D35">
        <w:t>à cette place</w:t>
      </w:r>
      <w:r w:rsidR="00B97E5D">
        <w:t xml:space="preserve">, </w:t>
      </w:r>
      <w:r w:rsidRPr="003E4D35">
        <w:t>la faute qui vous change en arbre</w:t>
      </w:r>
      <w:r w:rsidR="00B97E5D">
        <w:t xml:space="preserve"> : </w:t>
      </w:r>
      <w:r w:rsidRPr="003E4D35">
        <w:t>l</w:t>
      </w:r>
      <w:r w:rsidR="00B97E5D">
        <w:t>’</w:t>
      </w:r>
      <w:r w:rsidRPr="003E4D35">
        <w:t>attaque par des dieux lascifs ou l</w:t>
      </w:r>
      <w:r w:rsidR="00B97E5D">
        <w:t>’</w:t>
      </w:r>
      <w:r w:rsidRPr="003E4D35">
        <w:t>accès d</w:t>
      </w:r>
      <w:r w:rsidR="00B97E5D">
        <w:t>’</w:t>
      </w:r>
      <w:r w:rsidRPr="003E4D35">
        <w:t>un trop grand orgueil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l</w:t>
      </w:r>
      <w:r w:rsidR="00B97E5D">
        <w:t>’</w:t>
      </w:r>
      <w:r w:rsidRPr="003E4D35">
        <w:t>endroit aussi où le bruit des cascades était devenu égal au bruit de la mer sur les récifs</w:t>
      </w:r>
      <w:r w:rsidR="00B97E5D">
        <w:t xml:space="preserve">, </w:t>
      </w:r>
      <w:r w:rsidRPr="003E4D35">
        <w:t>et la forêt s</w:t>
      </w:r>
      <w:r w:rsidR="00B97E5D">
        <w:t>’</w:t>
      </w:r>
      <w:r w:rsidRPr="003E4D35">
        <w:t>ouvrait par mille trous dorés comme un gâteau de miel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y pénétrais</w:t>
      </w:r>
      <w:r w:rsidR="00B97E5D">
        <w:t xml:space="preserve">, </w:t>
      </w:r>
      <w:r w:rsidRPr="003E4D35">
        <w:t>inconsciemment</w:t>
      </w:r>
      <w:r w:rsidR="00B97E5D">
        <w:t xml:space="preserve">, </w:t>
      </w:r>
      <w:r w:rsidRPr="003E4D35">
        <w:t>par celui d</w:t>
      </w:r>
      <w:r w:rsidR="00B97E5D">
        <w:t>’</w:t>
      </w:r>
      <w:r w:rsidRPr="003E4D35">
        <w:t>où je voyais sortir le plus gros oiseau</w:t>
      </w:r>
      <w:r w:rsidR="00B97E5D">
        <w:t xml:space="preserve">. </w:t>
      </w:r>
      <w:r w:rsidRPr="003E4D35">
        <w:t xml:space="preserve">Je marchais sur des cattleyas quatre ou cinq </w:t>
      </w:r>
      <w:r w:rsidRPr="003E4D35">
        <w:lastRenderedPageBreak/>
        <w:t>fois plus larges qu</w:t>
      </w:r>
      <w:r w:rsidR="00B97E5D">
        <w:t>’</w:t>
      </w:r>
      <w:r w:rsidRPr="003E4D35">
        <w:t>en Europe</w:t>
      </w:r>
      <w:r w:rsidR="00B97E5D">
        <w:t xml:space="preserve">, </w:t>
      </w:r>
      <w:r w:rsidRPr="003E4D35">
        <w:t>mous et cassants sous mes pieds comme des cèpes</w:t>
      </w:r>
      <w:r w:rsidR="00B97E5D">
        <w:t xml:space="preserve">. </w:t>
      </w:r>
      <w:r w:rsidRPr="003E4D35">
        <w:t>Je me hâtais suivant une liane de glycine</w:t>
      </w:r>
      <w:r w:rsidR="00B97E5D">
        <w:t xml:space="preserve">, </w:t>
      </w:r>
      <w:r w:rsidRPr="003E4D35">
        <w:t>et arrivais par elle à des clairières de jasmins et de passeroses où j</w:t>
      </w:r>
      <w:r w:rsidR="00B97E5D">
        <w:t>’</w:t>
      </w:r>
      <w:r w:rsidRPr="003E4D35">
        <w:t>aspirais de tout mon souffle</w:t>
      </w:r>
      <w:r w:rsidR="00B97E5D">
        <w:t xml:space="preserve">, </w:t>
      </w:r>
      <w:r w:rsidRPr="003E4D35">
        <w:t>comme si c</w:t>
      </w:r>
      <w:r w:rsidR="00B97E5D">
        <w:t>’</w:t>
      </w:r>
      <w:r w:rsidRPr="003E4D35">
        <w:t>était l</w:t>
      </w:r>
      <w:r w:rsidR="00B97E5D">
        <w:t>’</w:t>
      </w:r>
      <w:r w:rsidRPr="003E4D35">
        <w:t>air</w:t>
      </w:r>
      <w:r w:rsidR="00B97E5D">
        <w:t xml:space="preserve">, </w:t>
      </w:r>
      <w:r w:rsidRPr="003E4D35">
        <w:t>des parfums violents à tuer</w:t>
      </w:r>
      <w:r w:rsidR="00B97E5D">
        <w:t xml:space="preserve">. </w:t>
      </w:r>
      <w:r w:rsidRPr="003E4D35">
        <w:t>Chacune était un cimetière</w:t>
      </w:r>
      <w:r w:rsidR="00B97E5D">
        <w:t xml:space="preserve">, </w:t>
      </w:r>
      <w:r w:rsidRPr="003E4D35">
        <w:t>là un arbre au pied duquel étaient les cadavres d</w:t>
      </w:r>
      <w:r w:rsidR="00B97E5D">
        <w:t>’</w:t>
      </w:r>
      <w:r w:rsidRPr="003E4D35">
        <w:t>énormes pies-grièches</w:t>
      </w:r>
      <w:r w:rsidR="00B97E5D">
        <w:t xml:space="preserve"> ; </w:t>
      </w:r>
      <w:r w:rsidRPr="003E4D35">
        <w:t>là</w:t>
      </w:r>
      <w:r w:rsidR="00B97E5D">
        <w:t xml:space="preserve">, </w:t>
      </w:r>
      <w:r w:rsidRPr="003E4D35">
        <w:t>un cercle de gazon sur lequel finissaient leur vie</w:t>
      </w:r>
      <w:r w:rsidR="00B97E5D">
        <w:t xml:space="preserve">, </w:t>
      </w:r>
      <w:r w:rsidRPr="003E4D35">
        <w:t>après mille ans de voyages de l</w:t>
      </w:r>
      <w:r w:rsidR="00B97E5D">
        <w:t>’</w:t>
      </w:r>
      <w:r w:rsidRPr="003E4D35">
        <w:t>un à l</w:t>
      </w:r>
      <w:r w:rsidR="00B97E5D">
        <w:t>’</w:t>
      </w:r>
      <w:r w:rsidRPr="003E4D35">
        <w:t>autre pôle</w:t>
      </w:r>
      <w:r w:rsidR="00B97E5D">
        <w:t xml:space="preserve">, </w:t>
      </w:r>
      <w:r w:rsidRPr="003E4D35">
        <w:t>les tortues</w:t>
      </w:r>
      <w:r w:rsidR="00B97E5D">
        <w:t xml:space="preserve">. </w:t>
      </w:r>
      <w:r w:rsidRPr="003E4D35">
        <w:t>Il y en avait des dizaines</w:t>
      </w:r>
      <w:r w:rsidR="00B97E5D">
        <w:t xml:space="preserve">, </w:t>
      </w:r>
      <w:r w:rsidRPr="003E4D35">
        <w:t>dont seules subsistaient les carapaces</w:t>
      </w:r>
      <w:r w:rsidR="00B97E5D">
        <w:t xml:space="preserve">, </w:t>
      </w:r>
      <w:r w:rsidRPr="003E4D35">
        <w:t>toutes de même exacte grandeur</w:t>
      </w:r>
      <w:r w:rsidR="00B97E5D">
        <w:t xml:space="preserve">, </w:t>
      </w:r>
      <w:r w:rsidRPr="003E4D35">
        <w:t>toutes mortes au même âge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œil</w:t>
      </w:r>
      <w:r w:rsidR="00B97E5D">
        <w:t xml:space="preserve">, </w:t>
      </w:r>
      <w:r w:rsidRPr="003E4D35">
        <w:t xml:space="preserve">le vrai œil humain encastré dans le </w:t>
      </w:r>
      <w:proofErr w:type="spellStart"/>
      <w:r w:rsidRPr="003E4D35">
        <w:t>mancellier</w:t>
      </w:r>
      <w:proofErr w:type="spellEnd"/>
      <w:r w:rsidR="00B97E5D">
        <w:t xml:space="preserve">, </w:t>
      </w:r>
      <w:r w:rsidRPr="003E4D35">
        <w:t>avec l</w:t>
      </w:r>
      <w:r w:rsidR="00B97E5D">
        <w:t>’</w:t>
      </w:r>
      <w:r w:rsidRPr="003E4D35">
        <w:t>iris percé par moi</w:t>
      </w:r>
      <w:r w:rsidR="00B97E5D">
        <w:t xml:space="preserve">, </w:t>
      </w:r>
      <w:r w:rsidRPr="003E4D35">
        <w:t>contemplait tout cela</w:t>
      </w:r>
      <w:r w:rsidR="00B97E5D">
        <w:t xml:space="preserve">… </w:t>
      </w:r>
      <w:r w:rsidRPr="003E4D35">
        <w:t>Enfin la clairière ce</w:t>
      </w:r>
      <w:r w:rsidRPr="003E4D35">
        <w:t>n</w:t>
      </w:r>
      <w:r w:rsidRPr="003E4D35">
        <w:t>trale</w:t>
      </w:r>
      <w:r w:rsidR="00B97E5D">
        <w:t xml:space="preserve">, </w:t>
      </w:r>
      <w:r w:rsidRPr="003E4D35">
        <w:t>avec de petits aigles dormant parés de deux taches aux épaules et qui semblaient des scarabées</w:t>
      </w:r>
      <w:r w:rsidR="00B97E5D">
        <w:t xml:space="preserve"> ; </w:t>
      </w:r>
      <w:r w:rsidRPr="003E4D35">
        <w:t>avec des paonnes tri</w:t>
      </w:r>
      <w:r w:rsidRPr="003E4D35">
        <w:t>s</w:t>
      </w:r>
      <w:r w:rsidRPr="003E4D35">
        <w:t>tes gardant à peine autour du cou un peu de cette braise qui inonderait au printemps tous les paons de mon île</w:t>
      </w:r>
      <w:r w:rsidR="00B97E5D">
        <w:t xml:space="preserve">… </w:t>
      </w:r>
      <w:r w:rsidRPr="003E4D35">
        <w:t>avec ce r</w:t>
      </w:r>
      <w:r w:rsidRPr="003E4D35">
        <w:t>o</w:t>
      </w:r>
      <w:r w:rsidRPr="003E4D35">
        <w:t>cher d</w:t>
      </w:r>
      <w:r w:rsidR="00B97E5D">
        <w:t>’</w:t>
      </w:r>
      <w:r w:rsidRPr="003E4D35">
        <w:t>où tombaient les lichens en chevelures de femmes</w:t>
      </w:r>
      <w:r w:rsidR="00B97E5D">
        <w:t xml:space="preserve"> ; </w:t>
      </w:r>
      <w:r w:rsidRPr="003E4D35">
        <w:t>avec</w:t>
      </w:r>
      <w:r w:rsidR="00B97E5D">
        <w:t xml:space="preserve">, </w:t>
      </w:r>
      <w:r w:rsidRPr="003E4D35">
        <w:t>à mes pieds</w:t>
      </w:r>
      <w:r w:rsidR="00B97E5D">
        <w:t xml:space="preserve">, </w:t>
      </w:r>
      <w:r w:rsidRPr="003E4D35">
        <w:t>des morceaux de bois pourris qui avaient l</w:t>
      </w:r>
      <w:r w:rsidR="00B97E5D">
        <w:t>’</w:t>
      </w:r>
      <w:r w:rsidRPr="003E4D35">
        <w:t>air de mâchoires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arcades sourcilières</w:t>
      </w:r>
      <w:r w:rsidR="00B97E5D">
        <w:t xml:space="preserve">, </w:t>
      </w:r>
      <w:r w:rsidRPr="003E4D35">
        <w:t>de coudes humains</w:t>
      </w:r>
      <w:r w:rsidR="00B97E5D">
        <w:t xml:space="preserve">… </w:t>
      </w:r>
      <w:r w:rsidRPr="003E4D35">
        <w:t>Tout c</w:t>
      </w:r>
      <w:r w:rsidRPr="003E4D35">
        <w:t>e</w:t>
      </w:r>
      <w:r w:rsidRPr="003E4D35">
        <w:t>la n</w:t>
      </w:r>
      <w:r w:rsidR="00B97E5D">
        <w:t>’</w:t>
      </w:r>
      <w:r w:rsidRPr="003E4D35">
        <w:t>était point seulement imagination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ai vu depuis les noms donnés par les savants à ces apparences humaines</w:t>
      </w:r>
      <w:r w:rsidR="00B97E5D">
        <w:t xml:space="preserve"> ; </w:t>
      </w:r>
      <w:r w:rsidRPr="003E4D35">
        <w:t>l</w:t>
      </w:r>
      <w:r w:rsidR="00B97E5D">
        <w:t>’</w:t>
      </w:r>
      <w:r w:rsidRPr="003E4D35">
        <w:t>œil de bois fut bien nommé par Littré</w:t>
      </w:r>
      <w:r w:rsidRPr="003E4D35">
        <w:rPr>
          <w:i/>
          <w:iCs/>
        </w:rPr>
        <w:t xml:space="preserve"> nodus oculus</w:t>
      </w:r>
      <w:r w:rsidR="00B97E5D">
        <w:rPr>
          <w:i/>
          <w:iCs/>
        </w:rPr>
        <w:t xml:space="preserve"> ; </w:t>
      </w:r>
      <w:r w:rsidRPr="003E4D35">
        <w:t>le lichen</w:t>
      </w:r>
      <w:r w:rsidRPr="003E4D35">
        <w:rPr>
          <w:i/>
          <w:iCs/>
        </w:rPr>
        <w:t xml:space="preserve"> </w:t>
      </w:r>
      <w:proofErr w:type="spellStart"/>
      <w:r w:rsidRPr="003E4D35">
        <w:rPr>
          <w:i/>
          <w:iCs/>
        </w:rPr>
        <w:t>capilla</w:t>
      </w:r>
      <w:proofErr w:type="spellEnd"/>
      <w:r w:rsidRPr="003E4D35">
        <w:rPr>
          <w:i/>
          <w:iCs/>
        </w:rPr>
        <w:t xml:space="preserve"> </w:t>
      </w:r>
      <w:proofErr w:type="spellStart"/>
      <w:r w:rsidRPr="003E4D35">
        <w:rPr>
          <w:i/>
          <w:iCs/>
        </w:rPr>
        <w:t>Irenei</w:t>
      </w:r>
      <w:proofErr w:type="spellEnd"/>
      <w:r w:rsidRPr="003E4D35">
        <w:rPr>
          <w:i/>
          <w:iCs/>
        </w:rPr>
        <w:t xml:space="preserve"> </w:t>
      </w:r>
      <w:r w:rsidRPr="003E4D35">
        <w:t>par Buffon</w:t>
      </w:r>
      <w:r w:rsidR="00B97E5D">
        <w:t xml:space="preserve">, </w:t>
      </w:r>
      <w:r w:rsidRPr="003E4D35">
        <w:t>et ces deux fûts lisses et courbés</w:t>
      </w:r>
      <w:r w:rsidR="00B97E5D">
        <w:t xml:space="preserve">, </w:t>
      </w:r>
      <w:r w:rsidRPr="003E4D35">
        <w:t>sur lesquels j</w:t>
      </w:r>
      <w:r w:rsidR="00B97E5D">
        <w:t>’</w:t>
      </w:r>
      <w:r w:rsidRPr="003E4D35">
        <w:t>allais m</w:t>
      </w:r>
      <w:r w:rsidR="00B97E5D">
        <w:t>’</w:t>
      </w:r>
      <w:r w:rsidRPr="003E4D35">
        <w:t>asseoir</w:t>
      </w:r>
      <w:r w:rsidR="00B97E5D">
        <w:t xml:space="preserve">, </w:t>
      </w:r>
      <w:r w:rsidRPr="003E4D35">
        <w:t>dont j</w:t>
      </w:r>
      <w:r w:rsidR="00B97E5D">
        <w:t>’</w:t>
      </w:r>
      <w:r w:rsidRPr="003E4D35">
        <w:t>enlaçais le haut tronc</w:t>
      </w:r>
      <w:r w:rsidR="00B97E5D">
        <w:t xml:space="preserve">, </w:t>
      </w:r>
      <w:r w:rsidRPr="003E4D35">
        <w:t>Blaringhem les déno</w:t>
      </w:r>
      <w:r w:rsidRPr="003E4D35">
        <w:t>m</w:t>
      </w:r>
      <w:r w:rsidRPr="003E4D35">
        <w:t>ma</w:t>
      </w:r>
      <w:r w:rsidRPr="003E4D35">
        <w:rPr>
          <w:i/>
          <w:iCs/>
        </w:rPr>
        <w:t xml:space="preserve"> </w:t>
      </w:r>
      <w:proofErr w:type="spellStart"/>
      <w:r w:rsidRPr="003E4D35">
        <w:rPr>
          <w:i/>
          <w:iCs/>
        </w:rPr>
        <w:t>osculus</w:t>
      </w:r>
      <w:proofErr w:type="spellEnd"/>
      <w:r w:rsidRPr="003E4D35">
        <w:rPr>
          <w:i/>
          <w:iCs/>
        </w:rPr>
        <w:t xml:space="preserve"> </w:t>
      </w:r>
      <w:proofErr w:type="spellStart"/>
      <w:r w:rsidRPr="003E4D35">
        <w:rPr>
          <w:i/>
          <w:iCs/>
        </w:rPr>
        <w:t>Rodini</w:t>
      </w:r>
      <w:proofErr w:type="spellEnd"/>
      <w:r w:rsidR="00B97E5D">
        <w:rPr>
          <w:i/>
          <w:iCs/>
        </w:rPr>
        <w:t xml:space="preserve">… </w:t>
      </w:r>
      <w:r w:rsidRPr="003E4D35">
        <w:t>C</w:t>
      </w:r>
      <w:r w:rsidR="00B97E5D">
        <w:t>’</w:t>
      </w:r>
      <w:r w:rsidRPr="003E4D35">
        <w:t>est de là que j</w:t>
      </w:r>
      <w:r w:rsidR="00B97E5D">
        <w:t>’</w:t>
      </w:r>
      <w:r w:rsidRPr="003E4D35">
        <w:t>apercevais</w:t>
      </w:r>
      <w:r w:rsidR="00B97E5D">
        <w:t xml:space="preserve">, </w:t>
      </w:r>
      <w:r w:rsidRPr="003E4D35">
        <w:t>lancés au-dessus de la forêt comme des torches échangées par des jo</w:t>
      </w:r>
      <w:r w:rsidRPr="003E4D35">
        <w:t>n</w:t>
      </w:r>
      <w:r w:rsidRPr="003E4D35">
        <w:t>gleurs</w:t>
      </w:r>
      <w:r w:rsidR="00B97E5D">
        <w:t xml:space="preserve">, </w:t>
      </w:r>
      <w:r w:rsidRPr="003E4D35">
        <w:t>les oiseaux de paradis</w:t>
      </w:r>
      <w:r w:rsidR="00B97E5D">
        <w:rPr>
          <w:rFonts w:eastAsia="Georgia"/>
        </w:rPr>
        <w:t>…</w:t>
      </w:r>
    </w:p>
    <w:p w14:paraId="4E04075F" w14:textId="664D89D5" w:rsidR="00F225BE" w:rsidRPr="003E4D35" w:rsidRDefault="00F225BE" w:rsidP="00F225BE"/>
    <w:p w14:paraId="1EF82752" w14:textId="77777777" w:rsidR="00B97E5D" w:rsidRDefault="00F225BE" w:rsidP="00F225BE">
      <w:r w:rsidRPr="003E4D35">
        <w:t>Telle était mon île</w:t>
      </w:r>
      <w:r w:rsidR="00B97E5D">
        <w:t xml:space="preserve">, </w:t>
      </w:r>
      <w:r w:rsidRPr="003E4D35">
        <w:t>trop scintillante</w:t>
      </w:r>
      <w:r w:rsidR="00B97E5D">
        <w:t xml:space="preserve">, </w:t>
      </w:r>
      <w:r w:rsidRPr="003E4D35">
        <w:t>avec des jours où la nacre</w:t>
      </w:r>
      <w:r w:rsidR="00B97E5D">
        <w:t xml:space="preserve">, </w:t>
      </w:r>
      <w:r w:rsidRPr="003E4D35">
        <w:t xml:space="preserve">les coquillages étaient faits au Brassa ou au </w:t>
      </w:r>
      <w:proofErr w:type="spellStart"/>
      <w:r w:rsidRPr="003E4D35">
        <w:t>Faineuf</w:t>
      </w:r>
      <w:proofErr w:type="spellEnd"/>
      <w:r w:rsidR="00B97E5D">
        <w:t xml:space="preserve">, </w:t>
      </w:r>
      <w:r w:rsidRPr="003E4D35">
        <w:t>et tremblante parfois de petits tremblements de terre</w:t>
      </w:r>
      <w:r w:rsidR="00B97E5D">
        <w:t xml:space="preserve">, </w:t>
      </w:r>
      <w:r w:rsidRPr="003E4D35">
        <w:t xml:space="preserve">quand un </w:t>
      </w:r>
      <w:r w:rsidRPr="003E4D35">
        <w:lastRenderedPageBreak/>
        <w:t>corail poussait plus vite que les autres ou que trois madrépores discutaient</w:t>
      </w:r>
      <w:r w:rsidR="00B97E5D">
        <w:t xml:space="preserve">. </w:t>
      </w:r>
      <w:r w:rsidRPr="003E4D35">
        <w:t>Toutes ces couleurs</w:t>
      </w:r>
      <w:r w:rsidR="00B97E5D">
        <w:t xml:space="preserve">, </w:t>
      </w:r>
      <w:r w:rsidRPr="003E4D35">
        <w:t>tous ces cattleyas géants b</w:t>
      </w:r>
      <w:r w:rsidRPr="003E4D35">
        <w:t>u</w:t>
      </w:r>
      <w:r w:rsidRPr="003E4D35">
        <w:t>vaient ma solitude et ma tristesse</w:t>
      </w:r>
      <w:r w:rsidR="00B97E5D">
        <w:t xml:space="preserve">, </w:t>
      </w:r>
      <w:r w:rsidRPr="003E4D35">
        <w:t>je l</w:t>
      </w:r>
      <w:r w:rsidR="00B97E5D">
        <w:t>’</w:t>
      </w:r>
      <w:r w:rsidRPr="003E4D35">
        <w:t>ai déjà dit</w:t>
      </w:r>
      <w:r w:rsidR="00B97E5D">
        <w:t xml:space="preserve">, </w:t>
      </w:r>
      <w:r w:rsidRPr="003E4D35">
        <w:t>comme un b</w:t>
      </w:r>
      <w:r w:rsidRPr="003E4D35">
        <w:t>u</w:t>
      </w:r>
      <w:r w:rsidRPr="003E4D35">
        <w:t>vard</w:t>
      </w:r>
      <w:r w:rsidR="00B97E5D">
        <w:t xml:space="preserve">. </w:t>
      </w:r>
      <w:r w:rsidRPr="003E4D35">
        <w:t>Si bien qu</w:t>
      </w:r>
      <w:r w:rsidR="00B97E5D">
        <w:t>’</w:t>
      </w:r>
      <w:r w:rsidRPr="003E4D35">
        <w:t>il me semblait souvent non pas être égarée</w:t>
      </w:r>
      <w:r w:rsidR="00B97E5D">
        <w:t xml:space="preserve">, </w:t>
      </w:r>
      <w:r w:rsidRPr="003E4D35">
        <w:t>mais être morte</w:t>
      </w:r>
      <w:r w:rsidR="00B97E5D">
        <w:t xml:space="preserve">. </w:t>
      </w:r>
      <w:r w:rsidRPr="003E4D35">
        <w:t>Mais avoir commencé cette migration qui vous entraîne d</w:t>
      </w:r>
      <w:r w:rsidR="00B97E5D">
        <w:t>’</w:t>
      </w:r>
      <w:r w:rsidRPr="003E4D35">
        <w:t>astre en astre en modifiant vos molécules</w:t>
      </w:r>
      <w:r w:rsidR="00B97E5D">
        <w:t xml:space="preserve">. </w:t>
      </w:r>
      <w:r w:rsidRPr="003E4D35">
        <w:t>Sur une étoile de millième grandeur</w:t>
      </w:r>
      <w:r w:rsidR="00B97E5D">
        <w:t xml:space="preserve">, </w:t>
      </w:r>
      <w:r w:rsidRPr="003E4D35">
        <w:t>de quatre à cinq kilomètres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étais devenue fille-oiseau</w:t>
      </w:r>
      <w:r w:rsidR="00B97E5D">
        <w:t xml:space="preserve">. </w:t>
      </w:r>
      <w:r w:rsidRPr="003E4D35">
        <w:t>Déjà pour dormir je me surprenais à me</w:t>
      </w:r>
      <w:r w:rsidRPr="003E4D35">
        <w:t>t</w:t>
      </w:r>
      <w:r w:rsidRPr="003E4D35">
        <w:t>tre ma tête sous mon bras</w:t>
      </w:r>
      <w:r w:rsidR="00B97E5D">
        <w:t xml:space="preserve">, </w:t>
      </w:r>
      <w:r w:rsidRPr="003E4D35">
        <w:t>et il ne me restait plus guère</w:t>
      </w:r>
      <w:r w:rsidR="00B97E5D">
        <w:t xml:space="preserve">, </w:t>
      </w:r>
      <w:r w:rsidRPr="003E4D35">
        <w:t>de la contradiction humaine</w:t>
      </w:r>
      <w:r w:rsidR="00B97E5D">
        <w:t xml:space="preserve">, </w:t>
      </w:r>
      <w:r w:rsidRPr="003E4D35">
        <w:t>que de me sentir</w:t>
      </w:r>
      <w:r w:rsidR="00B97E5D">
        <w:t xml:space="preserve">, </w:t>
      </w:r>
      <w:r w:rsidRPr="003E4D35">
        <w:t>le jour</w:t>
      </w:r>
      <w:r w:rsidR="00B97E5D">
        <w:t xml:space="preserve">, </w:t>
      </w:r>
      <w:r w:rsidRPr="003E4D35">
        <w:t>plutôt sœur des oiseaux de nuit</w:t>
      </w:r>
      <w:r w:rsidR="00B97E5D">
        <w:t xml:space="preserve">, </w:t>
      </w:r>
      <w:r w:rsidRPr="003E4D35">
        <w:t>la nuit</w:t>
      </w:r>
      <w:r w:rsidR="00B97E5D">
        <w:t xml:space="preserve">, </w:t>
      </w:r>
      <w:r w:rsidRPr="003E4D35">
        <w:t>sœur des oiseaux de jour</w:t>
      </w:r>
      <w:r w:rsidR="00B97E5D">
        <w:t>.</w:t>
      </w:r>
    </w:p>
    <w:p w14:paraId="6FA047CD" w14:textId="693485A6" w:rsidR="00F225BE" w:rsidRPr="003E4D35" w:rsidRDefault="00F225BE" w:rsidP="00F225BE"/>
    <w:p w14:paraId="72EF6E78" w14:textId="77777777" w:rsidR="00F225BE" w:rsidRPr="003E4D35" w:rsidRDefault="00F225BE" w:rsidP="00B97E5D">
      <w:pPr>
        <w:pStyle w:val="Titre1"/>
      </w:pPr>
      <w:bookmarkStart w:id="5" w:name="_Toc202201138"/>
      <w:r w:rsidRPr="003E4D35">
        <w:lastRenderedPageBreak/>
        <w:t>CHAPITRE CINQUIÈME</w:t>
      </w:r>
      <w:bookmarkEnd w:id="5"/>
    </w:p>
    <w:p w14:paraId="666DDA1E" w14:textId="582FBFDF" w:rsidR="00F225BE" w:rsidRPr="003E4D35" w:rsidRDefault="00B97E5D" w:rsidP="00B97E5D">
      <w:pPr>
        <w:pStyle w:val="Centr"/>
      </w:pPr>
      <w:r w:rsidRPr="003E4D35">
        <w:rPr>
          <w:noProof/>
        </w:rPr>
        <w:drawing>
          <wp:inline distT="0" distB="0" distL="0" distR="0" wp14:anchorId="0CCCE171" wp14:editId="149BBB8D">
            <wp:extent cx="3346273" cy="3880800"/>
            <wp:effectExtent l="0" t="0" r="6985" b="5715"/>
            <wp:docPr id="7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285" cy="3897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624D0" w14:textId="4F4E7B0F" w:rsidR="00B97E5D" w:rsidRDefault="006D2EA0" w:rsidP="00F225BE">
      <w:r w:rsidRPr="003E4D35">
        <w:t xml:space="preserve">Cette </w:t>
      </w:r>
      <w:r w:rsidR="00F225BE" w:rsidRPr="003E4D35">
        <w:t>innocence de l</w:t>
      </w:r>
      <w:r w:rsidR="00B97E5D">
        <w:t>’</w:t>
      </w:r>
      <w:r w:rsidR="00F225BE" w:rsidRPr="003E4D35">
        <w:t>île</w:t>
      </w:r>
      <w:r w:rsidR="00B97E5D">
        <w:t xml:space="preserve">, </w:t>
      </w:r>
      <w:r w:rsidR="00F225BE" w:rsidRPr="003E4D35">
        <w:t>après m</w:t>
      </w:r>
      <w:r w:rsidR="00B97E5D">
        <w:t>’</w:t>
      </w:r>
      <w:r w:rsidR="00F225BE" w:rsidRPr="003E4D35">
        <w:t>en être réjouie j</w:t>
      </w:r>
      <w:r w:rsidR="00B97E5D">
        <w:t>’</w:t>
      </w:r>
      <w:r w:rsidR="00F225BE" w:rsidRPr="003E4D35">
        <w:t>en fus d</w:t>
      </w:r>
      <w:r w:rsidR="00F225BE" w:rsidRPr="003E4D35">
        <w:t>é</w:t>
      </w:r>
      <w:r w:rsidR="00F225BE" w:rsidRPr="003E4D35">
        <w:t>çue</w:t>
      </w:r>
      <w:r w:rsidR="00B97E5D">
        <w:t xml:space="preserve">. </w:t>
      </w:r>
      <w:r w:rsidR="00F225BE" w:rsidRPr="003E4D35">
        <w:t>J</w:t>
      </w:r>
      <w:r w:rsidR="00B97E5D">
        <w:t>’</w:t>
      </w:r>
      <w:r w:rsidR="00F225BE" w:rsidRPr="003E4D35">
        <w:t>eus</w:t>
      </w:r>
      <w:r w:rsidR="00B97E5D">
        <w:t xml:space="preserve">, </w:t>
      </w:r>
      <w:r w:rsidR="00F225BE" w:rsidRPr="003E4D35">
        <w:t>moins de respect pour cette nature</w:t>
      </w:r>
      <w:r w:rsidR="00B97E5D">
        <w:t xml:space="preserve"> ; </w:t>
      </w:r>
      <w:r w:rsidR="00F225BE" w:rsidRPr="003E4D35">
        <w:t>je fis sur elle</w:t>
      </w:r>
      <w:r w:rsidR="00B97E5D">
        <w:t xml:space="preserve">, </w:t>
      </w:r>
      <w:r w:rsidR="00F225BE" w:rsidRPr="003E4D35">
        <w:t>pour la taquiner ou l</w:t>
      </w:r>
      <w:r w:rsidR="00B97E5D">
        <w:t>’</w:t>
      </w:r>
      <w:r w:rsidR="00F225BE" w:rsidRPr="003E4D35">
        <w:t>insulter</w:t>
      </w:r>
      <w:r w:rsidR="00B97E5D">
        <w:t xml:space="preserve">, </w:t>
      </w:r>
      <w:r w:rsidR="00F225BE" w:rsidRPr="003E4D35">
        <w:t>toutes les expériences qui m</w:t>
      </w:r>
      <w:r w:rsidR="00B97E5D">
        <w:t>’</w:t>
      </w:r>
      <w:r w:rsidR="00F225BE" w:rsidRPr="003E4D35">
        <w:t>auraient coûté cher dans cette France qu</w:t>
      </w:r>
      <w:r w:rsidR="00B97E5D">
        <w:t>’</w:t>
      </w:r>
      <w:r w:rsidR="00F225BE" w:rsidRPr="003E4D35">
        <w:t>on proclame inn</w:t>
      </w:r>
      <w:r w:rsidR="00F225BE" w:rsidRPr="003E4D35">
        <w:t>o</w:t>
      </w:r>
      <w:r w:rsidR="00F225BE" w:rsidRPr="003E4D35">
        <w:t>cente</w:t>
      </w:r>
      <w:r w:rsidR="00B97E5D">
        <w:t xml:space="preserve">. </w:t>
      </w:r>
      <w:r w:rsidR="00F225BE" w:rsidRPr="003E4D35">
        <w:t>Je goûtai les baies qui ressemblent à nos baies empo</w:t>
      </w:r>
      <w:r w:rsidR="00F225BE" w:rsidRPr="003E4D35">
        <w:t>i</w:t>
      </w:r>
      <w:r w:rsidR="00F225BE" w:rsidRPr="003E4D35">
        <w:t>sonnées</w:t>
      </w:r>
      <w:r w:rsidR="00B97E5D">
        <w:t xml:space="preserve">, </w:t>
      </w:r>
      <w:r w:rsidR="00F225BE" w:rsidRPr="003E4D35">
        <w:t>je me repus de belladone</w:t>
      </w:r>
      <w:r w:rsidR="00B97E5D">
        <w:t xml:space="preserve">, </w:t>
      </w:r>
      <w:r w:rsidR="00F225BE" w:rsidRPr="003E4D35">
        <w:t>de ciguë frite</w:t>
      </w:r>
      <w:r w:rsidR="00B97E5D">
        <w:t xml:space="preserve">, </w:t>
      </w:r>
      <w:r w:rsidR="00F225BE" w:rsidRPr="003E4D35">
        <w:t>sûre qu</w:t>
      </w:r>
      <w:r w:rsidR="00B97E5D">
        <w:t>’</w:t>
      </w:r>
      <w:r w:rsidR="00F225BE" w:rsidRPr="003E4D35">
        <w:t>elles ne contenaient qu</w:t>
      </w:r>
      <w:r w:rsidR="00B97E5D">
        <w:t>’</w:t>
      </w:r>
      <w:r w:rsidR="00F225BE" w:rsidRPr="003E4D35">
        <w:t>un sucre niais et docile</w:t>
      </w:r>
      <w:r w:rsidR="00B97E5D">
        <w:t xml:space="preserve">. </w:t>
      </w:r>
      <w:r w:rsidR="00F225BE" w:rsidRPr="003E4D35">
        <w:t>Je dormis à l</w:t>
      </w:r>
      <w:r w:rsidR="00B97E5D">
        <w:t>’</w:t>
      </w:r>
      <w:r w:rsidR="00F225BE" w:rsidRPr="003E4D35">
        <w:t>ombre d</w:t>
      </w:r>
      <w:r w:rsidR="00B97E5D">
        <w:t>’</w:t>
      </w:r>
      <w:r w:rsidR="00F225BE" w:rsidRPr="003E4D35">
        <w:t>arbres à feuilles de noyer</w:t>
      </w:r>
      <w:r w:rsidR="00B97E5D">
        <w:t xml:space="preserve">, </w:t>
      </w:r>
      <w:r w:rsidR="00F225BE" w:rsidRPr="003E4D35">
        <w:t>je goûtai à de grands champignons écarlates</w:t>
      </w:r>
      <w:r w:rsidR="00B97E5D">
        <w:t xml:space="preserve"> ; </w:t>
      </w:r>
      <w:r w:rsidR="00F225BE" w:rsidRPr="003E4D35">
        <w:t>en France j</w:t>
      </w:r>
      <w:r w:rsidR="00B97E5D">
        <w:t>’</w:t>
      </w:r>
      <w:r w:rsidR="00F225BE" w:rsidRPr="003E4D35">
        <w:t>aurais pris la tavelée</w:t>
      </w:r>
      <w:r w:rsidR="00B97E5D">
        <w:t xml:space="preserve">, </w:t>
      </w:r>
      <w:r w:rsidR="00F225BE" w:rsidRPr="003E4D35">
        <w:t>l</w:t>
      </w:r>
      <w:r w:rsidR="00B97E5D">
        <w:t>’</w:t>
      </w:r>
      <w:proofErr w:type="spellStart"/>
      <w:r w:rsidR="00F225BE" w:rsidRPr="003E4D35">
        <w:t>onglée</w:t>
      </w:r>
      <w:proofErr w:type="spellEnd"/>
      <w:r w:rsidR="00B97E5D">
        <w:t xml:space="preserve">, </w:t>
      </w:r>
      <w:r w:rsidR="00F225BE" w:rsidRPr="003E4D35">
        <w:t xml:space="preserve">la </w:t>
      </w:r>
      <w:proofErr w:type="spellStart"/>
      <w:r w:rsidR="00F225BE" w:rsidRPr="003E4D35">
        <w:t>paupi</w:t>
      </w:r>
      <w:r w:rsidR="00F225BE" w:rsidRPr="003E4D35">
        <w:t>é</w:t>
      </w:r>
      <w:r w:rsidR="00F225BE" w:rsidRPr="003E4D35">
        <w:t>rite</w:t>
      </w:r>
      <w:proofErr w:type="spellEnd"/>
      <w:r w:rsidR="00B97E5D">
        <w:t xml:space="preserve">, </w:t>
      </w:r>
      <w:r w:rsidR="00F225BE" w:rsidRPr="003E4D35">
        <w:t>mais la solitude vaccine contre tous les maux</w:t>
      </w:r>
      <w:r w:rsidR="00B97E5D">
        <w:t xml:space="preserve">. </w:t>
      </w:r>
      <w:r w:rsidR="00F225BE" w:rsidRPr="003E4D35">
        <w:t>C</w:t>
      </w:r>
      <w:r w:rsidR="00B97E5D">
        <w:t>’</w:t>
      </w:r>
      <w:r w:rsidR="00F225BE" w:rsidRPr="003E4D35">
        <w:t>était la</w:t>
      </w:r>
      <w:r w:rsidR="00F225BE" w:rsidRPr="003E4D35">
        <w:t>s</w:t>
      </w:r>
      <w:r w:rsidR="00F225BE" w:rsidRPr="003E4D35">
        <w:t>sant de voir ces palmiers naïfs sur lesquels seul un crabe mo</w:t>
      </w:r>
      <w:r w:rsidR="00F225BE" w:rsidRPr="003E4D35">
        <w:t>n</w:t>
      </w:r>
      <w:r w:rsidR="00F225BE" w:rsidRPr="003E4D35">
        <w:t>tait et redescendait</w:t>
      </w:r>
      <w:r w:rsidR="00B97E5D">
        <w:t xml:space="preserve">, </w:t>
      </w:r>
      <w:r w:rsidR="00F225BE" w:rsidRPr="003E4D35">
        <w:t>selon le soleil</w:t>
      </w:r>
      <w:r w:rsidR="00B97E5D">
        <w:t xml:space="preserve">, </w:t>
      </w:r>
      <w:r w:rsidR="00F225BE" w:rsidRPr="003E4D35">
        <w:t>comme un poids de pendule</w:t>
      </w:r>
      <w:r w:rsidR="00B97E5D">
        <w:t xml:space="preserve">. </w:t>
      </w:r>
      <w:r w:rsidR="00F225BE" w:rsidRPr="003E4D35">
        <w:t>Les larges feuilles piquantes dans lesquelles j</w:t>
      </w:r>
      <w:r w:rsidR="00B97E5D">
        <w:t>’</w:t>
      </w:r>
      <w:r w:rsidR="00F225BE" w:rsidRPr="003E4D35">
        <w:t>étendais mon bras j</w:t>
      </w:r>
      <w:r w:rsidR="00F225BE" w:rsidRPr="003E4D35">
        <w:t>a</w:t>
      </w:r>
      <w:r w:rsidR="00F225BE" w:rsidRPr="003E4D35">
        <w:t>mais ne se refermaient sur lui</w:t>
      </w:r>
      <w:r w:rsidR="00B97E5D">
        <w:t xml:space="preserve">, </w:t>
      </w:r>
      <w:r w:rsidR="00F225BE" w:rsidRPr="003E4D35">
        <w:t xml:space="preserve">et pas une fleur qui essayât de mordre ou de retenir même </w:t>
      </w:r>
      <w:r w:rsidR="00F225BE" w:rsidRPr="003E4D35">
        <w:lastRenderedPageBreak/>
        <w:t>mon petit doigt</w:t>
      </w:r>
      <w:r w:rsidR="00B97E5D">
        <w:t xml:space="preserve">. </w:t>
      </w:r>
      <w:r w:rsidR="00F225BE" w:rsidRPr="003E4D35">
        <w:t>Ces massifs d</w:t>
      </w:r>
      <w:r w:rsidR="00B97E5D">
        <w:t>’</w:t>
      </w:r>
      <w:r w:rsidR="00F225BE" w:rsidRPr="003E4D35">
        <w:t>h</w:t>
      </w:r>
      <w:r w:rsidR="00F225BE" w:rsidRPr="003E4D35">
        <w:t>é</w:t>
      </w:r>
      <w:r w:rsidR="00F225BE" w:rsidRPr="003E4D35">
        <w:t>liotropes</w:t>
      </w:r>
      <w:r w:rsidR="00B97E5D">
        <w:t xml:space="preserve">, </w:t>
      </w:r>
      <w:r w:rsidR="00F225BE" w:rsidRPr="003E4D35">
        <w:t>ces bosquets de tournesols qui agitaient lentement et unanimement leurs têtes vers le soleil comme les girls dans les music-halls</w:t>
      </w:r>
      <w:r w:rsidR="00B97E5D">
        <w:t xml:space="preserve">, </w:t>
      </w:r>
      <w:r w:rsidR="00F225BE" w:rsidRPr="003E4D35">
        <w:t>ces perroquets qui faisaient un succès à mes moi</w:t>
      </w:r>
      <w:r w:rsidR="00F225BE" w:rsidRPr="003E4D35">
        <w:t>n</w:t>
      </w:r>
      <w:r w:rsidR="00F225BE" w:rsidRPr="003E4D35">
        <w:t>dres mots</w:t>
      </w:r>
      <w:r w:rsidR="00B97E5D">
        <w:t xml:space="preserve">, </w:t>
      </w:r>
      <w:r w:rsidR="00F225BE" w:rsidRPr="003E4D35">
        <w:t>ces échos</w:t>
      </w:r>
      <w:r w:rsidR="00B97E5D">
        <w:t xml:space="preserve">, </w:t>
      </w:r>
      <w:r w:rsidR="00F225BE" w:rsidRPr="003E4D35">
        <w:t>ces paradisiers familiers comme au par</w:t>
      </w:r>
      <w:r w:rsidR="00F225BE" w:rsidRPr="003E4D35">
        <w:t>a</w:t>
      </w:r>
      <w:r w:rsidR="00F225BE" w:rsidRPr="003E4D35">
        <w:t>dis même</w:t>
      </w:r>
      <w:r w:rsidR="00B97E5D">
        <w:t xml:space="preserve">, </w:t>
      </w:r>
      <w:r w:rsidR="00F225BE" w:rsidRPr="003E4D35">
        <w:t xml:space="preserve">ces </w:t>
      </w:r>
      <w:proofErr w:type="spellStart"/>
      <w:r w:rsidR="00F225BE" w:rsidRPr="003E4D35">
        <w:t>gourahs</w:t>
      </w:r>
      <w:proofErr w:type="spellEnd"/>
      <w:r w:rsidR="00F225BE" w:rsidRPr="003E4D35">
        <w:t xml:space="preserve"> qui demeuraient paisibles sur leur bra</w:t>
      </w:r>
      <w:r w:rsidR="00F225BE" w:rsidRPr="003E4D35">
        <w:t>n</w:t>
      </w:r>
      <w:r w:rsidR="00F225BE" w:rsidRPr="003E4D35">
        <w:t>che même quand je criais</w:t>
      </w:r>
      <w:r w:rsidR="00B97E5D">
        <w:t xml:space="preserve">, </w:t>
      </w:r>
      <w:r w:rsidR="00F225BE" w:rsidRPr="003E4D35">
        <w:t>ou daignant tout au plus se soulever</w:t>
      </w:r>
      <w:r w:rsidR="00B97E5D">
        <w:t xml:space="preserve">, </w:t>
      </w:r>
      <w:r w:rsidR="00F225BE" w:rsidRPr="003E4D35">
        <w:t>par politesse</w:t>
      </w:r>
      <w:r w:rsidR="00B97E5D">
        <w:t xml:space="preserve">, </w:t>
      </w:r>
      <w:r w:rsidR="00F225BE" w:rsidRPr="003E4D35">
        <w:t>de la hauteur dont on soulève un chapeau</w:t>
      </w:r>
      <w:r w:rsidR="00B97E5D">
        <w:t xml:space="preserve"> (</w:t>
      </w:r>
      <w:r w:rsidR="00F225BE" w:rsidRPr="003E4D35">
        <w:t>pour partir affolés dès que leur parvenait quelque écho d</w:t>
      </w:r>
      <w:r w:rsidR="00B97E5D">
        <w:t>’</w:t>
      </w:r>
      <w:r w:rsidR="00F225BE" w:rsidRPr="003E4D35">
        <w:t>écho impe</w:t>
      </w:r>
      <w:r w:rsidR="00F225BE" w:rsidRPr="003E4D35">
        <w:t>r</w:t>
      </w:r>
      <w:r w:rsidR="00F225BE" w:rsidRPr="003E4D35">
        <w:t>ceptible pour moi</w:t>
      </w:r>
      <w:r w:rsidR="00B97E5D">
        <w:t xml:space="preserve">), </w:t>
      </w:r>
      <w:r w:rsidR="00F225BE" w:rsidRPr="003E4D35">
        <w:t>cette nature en somme qui ne gardait point ses distances avec un être humain</w:t>
      </w:r>
      <w:r w:rsidR="00B97E5D">
        <w:t xml:space="preserve">, </w:t>
      </w:r>
      <w:r w:rsidR="00F225BE" w:rsidRPr="003E4D35">
        <w:t>paralysée par le bonheur</w:t>
      </w:r>
      <w:r w:rsidR="00B97E5D">
        <w:t xml:space="preserve">, </w:t>
      </w:r>
      <w:r w:rsidR="00F225BE" w:rsidRPr="003E4D35">
        <w:t>par l</w:t>
      </w:r>
      <w:r w:rsidR="00B97E5D">
        <w:t>’</w:t>
      </w:r>
      <w:r w:rsidR="00F225BE" w:rsidRPr="003E4D35">
        <w:t>impuissance à faire venir des continents ses conduites de v</w:t>
      </w:r>
      <w:r w:rsidR="00F225BE" w:rsidRPr="003E4D35">
        <w:t>e</w:t>
      </w:r>
      <w:r w:rsidR="00F225BE" w:rsidRPr="003E4D35">
        <w:t>nin</w:t>
      </w:r>
      <w:r w:rsidR="00B97E5D">
        <w:t xml:space="preserve">, </w:t>
      </w:r>
      <w:r w:rsidR="00F225BE" w:rsidRPr="003E4D35">
        <w:t>et dont les réflexes</w:t>
      </w:r>
      <w:r w:rsidR="00B97E5D">
        <w:t xml:space="preserve">, </w:t>
      </w:r>
      <w:r w:rsidR="00F225BE" w:rsidRPr="003E4D35">
        <w:t>oiseau qui s</w:t>
      </w:r>
      <w:r w:rsidR="00B97E5D">
        <w:t>’</w:t>
      </w:r>
      <w:r w:rsidR="00F225BE" w:rsidRPr="003E4D35">
        <w:t>envole</w:t>
      </w:r>
      <w:r w:rsidR="00B97E5D">
        <w:t xml:space="preserve">, </w:t>
      </w:r>
      <w:r w:rsidR="00F225BE" w:rsidRPr="003E4D35">
        <w:t>lézard qui fuit</w:t>
      </w:r>
      <w:r w:rsidR="00B97E5D">
        <w:t xml:space="preserve">, </w:t>
      </w:r>
      <w:r w:rsidR="00F225BE" w:rsidRPr="003E4D35">
        <w:t>ne fonctionnaient jamais</w:t>
      </w:r>
      <w:r w:rsidR="00B97E5D">
        <w:t xml:space="preserve">, </w:t>
      </w:r>
      <w:r w:rsidR="00F225BE" w:rsidRPr="003E4D35">
        <w:t>même en frappant au bon endroit</w:t>
      </w:r>
      <w:r w:rsidR="00B97E5D">
        <w:t xml:space="preserve"> ; </w:t>
      </w:r>
      <w:r w:rsidR="00F225BE" w:rsidRPr="003E4D35">
        <w:t>pa</w:t>
      </w:r>
      <w:r w:rsidR="00F225BE" w:rsidRPr="003E4D35">
        <w:t>r</w:t>
      </w:r>
      <w:r w:rsidR="00F225BE" w:rsidRPr="003E4D35">
        <w:t>fois elle m</w:t>
      </w:r>
      <w:r w:rsidR="00B97E5D">
        <w:t>’</w:t>
      </w:r>
      <w:r w:rsidR="00F225BE" w:rsidRPr="003E4D35">
        <w:t>exaspérait</w:t>
      </w:r>
      <w:r w:rsidR="00B97E5D">
        <w:t xml:space="preserve">. </w:t>
      </w:r>
      <w:r w:rsidR="00F225BE" w:rsidRPr="003E4D35">
        <w:t>Jamais un rayon coupé par un nuage</w:t>
      </w:r>
      <w:r w:rsidR="00B97E5D">
        <w:t xml:space="preserve">, </w:t>
      </w:r>
      <w:r w:rsidR="00F225BE" w:rsidRPr="003E4D35">
        <w:t xml:space="preserve">ou vous échappant </w:t>
      </w:r>
      <w:r w:rsidR="007168B2">
        <w:t>soudain</w:t>
      </w:r>
      <w:r w:rsidR="00B97E5D">
        <w:t xml:space="preserve">, </w:t>
      </w:r>
      <w:r w:rsidR="00F225BE" w:rsidRPr="003E4D35">
        <w:t>tous trempant dans l</w:t>
      </w:r>
      <w:r w:rsidR="00B97E5D">
        <w:t>’</w:t>
      </w:r>
      <w:r w:rsidR="00F225BE" w:rsidRPr="003E4D35">
        <w:t>océan ou dans la terre et tenus par un pêcheur endormi qui jamais ne les rel</w:t>
      </w:r>
      <w:r w:rsidR="00F225BE" w:rsidRPr="003E4D35">
        <w:t>e</w:t>
      </w:r>
      <w:r w:rsidR="00F225BE" w:rsidRPr="003E4D35">
        <w:t>vait</w:t>
      </w:r>
      <w:r w:rsidR="00B97E5D">
        <w:t xml:space="preserve"> ; </w:t>
      </w:r>
      <w:r w:rsidR="00F225BE" w:rsidRPr="003E4D35">
        <w:t>jamais un poisson fuyant devant vous</w:t>
      </w:r>
      <w:r w:rsidR="00B97E5D">
        <w:t xml:space="preserve">, </w:t>
      </w:r>
      <w:r w:rsidR="00F225BE" w:rsidRPr="003E4D35">
        <w:t>car le soleil ni la mer n</w:t>
      </w:r>
      <w:r w:rsidR="00B97E5D">
        <w:t>’</w:t>
      </w:r>
      <w:r w:rsidR="00F225BE" w:rsidRPr="003E4D35">
        <w:t>avaient non plus leurs réflexes</w:t>
      </w:r>
      <w:r w:rsidR="00B97E5D">
        <w:t xml:space="preserve">, </w:t>
      </w:r>
      <w:r w:rsidR="00F225BE" w:rsidRPr="003E4D35">
        <w:t>et il fallait chatouiller les truites pour t</w:t>
      </w:r>
      <w:r w:rsidR="00F225BE" w:rsidRPr="003E4D35">
        <w:t>i</w:t>
      </w:r>
      <w:r w:rsidR="00F225BE" w:rsidRPr="003E4D35">
        <w:t>rer d</w:t>
      </w:r>
      <w:r w:rsidR="00B97E5D">
        <w:t>’</w:t>
      </w:r>
      <w:r w:rsidR="00F225BE" w:rsidRPr="003E4D35">
        <w:t>elles quelque vague révérence</w:t>
      </w:r>
      <w:r w:rsidR="00B97E5D">
        <w:t xml:space="preserve">. </w:t>
      </w:r>
      <w:r w:rsidR="00F225BE" w:rsidRPr="003E4D35">
        <w:t>Peut-être un homme eût-il obtenu plus de réaction de cette île qui restait sous moi placide comme un cheval sous un cavalier-femme</w:t>
      </w:r>
      <w:r w:rsidR="00B97E5D">
        <w:t xml:space="preserve">. </w:t>
      </w:r>
      <w:r w:rsidR="00F225BE" w:rsidRPr="003E4D35">
        <w:t>Pourtant je devenais un être plus fort et habile</w:t>
      </w:r>
      <w:r w:rsidR="00B97E5D">
        <w:t xml:space="preserve">, </w:t>
      </w:r>
      <w:r w:rsidR="00F225BE" w:rsidRPr="003E4D35">
        <w:t>je grimpais</w:t>
      </w:r>
      <w:r w:rsidR="00B97E5D">
        <w:t xml:space="preserve">, </w:t>
      </w:r>
      <w:r w:rsidR="00F225BE" w:rsidRPr="003E4D35">
        <w:t>je nageais</w:t>
      </w:r>
      <w:r w:rsidR="00B97E5D">
        <w:t xml:space="preserve">, </w:t>
      </w:r>
      <w:r w:rsidR="00F225BE" w:rsidRPr="003E4D35">
        <w:t>de petites boules rondes</w:t>
      </w:r>
      <w:r w:rsidR="00B97E5D">
        <w:t xml:space="preserve">, </w:t>
      </w:r>
      <w:r w:rsidR="00F225BE" w:rsidRPr="003E4D35">
        <w:t>des muscles glissaient à ch</w:t>
      </w:r>
      <w:r w:rsidR="00F225BE" w:rsidRPr="003E4D35">
        <w:t>a</w:t>
      </w:r>
      <w:r w:rsidR="00F225BE" w:rsidRPr="003E4D35">
        <w:t>cun de mes mouv</w:t>
      </w:r>
      <w:r w:rsidR="00F225BE" w:rsidRPr="003E4D35">
        <w:t>e</w:t>
      </w:r>
      <w:r w:rsidR="00F225BE" w:rsidRPr="003E4D35">
        <w:t>ments sous ma peau</w:t>
      </w:r>
      <w:r w:rsidR="00B97E5D">
        <w:t xml:space="preserve"> ; </w:t>
      </w:r>
      <w:r w:rsidR="00F225BE" w:rsidRPr="003E4D35">
        <w:t>mais pour me donner des oiseaux pe</w:t>
      </w:r>
      <w:r w:rsidR="00F225BE" w:rsidRPr="003E4D35">
        <w:t>u</w:t>
      </w:r>
      <w:r w:rsidR="00F225BE" w:rsidRPr="003E4D35">
        <w:t>reux</w:t>
      </w:r>
      <w:r w:rsidR="00B97E5D">
        <w:t xml:space="preserve">, </w:t>
      </w:r>
      <w:r w:rsidR="00F225BE" w:rsidRPr="003E4D35">
        <w:t>des arbres esclaves</w:t>
      </w:r>
      <w:r w:rsidR="00B97E5D">
        <w:t xml:space="preserve">, </w:t>
      </w:r>
      <w:r w:rsidR="00F225BE" w:rsidRPr="003E4D35">
        <w:t>il eût fallu dix ans au moins de feu ou de massacre</w:t>
      </w:r>
      <w:r w:rsidR="00B97E5D">
        <w:t xml:space="preserve">. </w:t>
      </w:r>
      <w:r w:rsidR="00F225BE" w:rsidRPr="003E4D35">
        <w:t>Toutes ces racines qui étaient de la réglisse</w:t>
      </w:r>
      <w:r w:rsidR="00B97E5D">
        <w:t xml:space="preserve">, </w:t>
      </w:r>
      <w:r w:rsidR="00F225BE" w:rsidRPr="003E4D35">
        <w:t>toutes ces herbes folles qui étaient de la vanille</w:t>
      </w:r>
      <w:r w:rsidR="00B97E5D">
        <w:t xml:space="preserve">, </w:t>
      </w:r>
      <w:r w:rsidR="00F225BE" w:rsidRPr="003E4D35">
        <w:t>ces troncs qui étaient du lait</w:t>
      </w:r>
      <w:r w:rsidR="00B97E5D">
        <w:t xml:space="preserve">, </w:t>
      </w:r>
      <w:r w:rsidR="00F225BE" w:rsidRPr="003E4D35">
        <w:t>ces pierres qui étaient des perles</w:t>
      </w:r>
      <w:r w:rsidR="00B97E5D">
        <w:t xml:space="preserve">, </w:t>
      </w:r>
      <w:r w:rsidR="00F225BE" w:rsidRPr="003E4D35">
        <w:t>il eût fallu au moins un couple humain pour en refaire</w:t>
      </w:r>
      <w:r w:rsidR="00B97E5D">
        <w:t xml:space="preserve">, </w:t>
      </w:r>
      <w:r w:rsidR="00F225BE" w:rsidRPr="003E4D35">
        <w:t>comme en E</w:t>
      </w:r>
      <w:r w:rsidR="00F225BE" w:rsidRPr="003E4D35">
        <w:t>u</w:t>
      </w:r>
      <w:r w:rsidR="00F225BE" w:rsidRPr="003E4D35">
        <w:t>rope</w:t>
      </w:r>
      <w:r w:rsidR="00B97E5D">
        <w:t xml:space="preserve">, </w:t>
      </w:r>
      <w:r w:rsidR="00F225BE" w:rsidRPr="003E4D35">
        <w:t>des mo</w:t>
      </w:r>
      <w:r w:rsidR="00F225BE" w:rsidRPr="003E4D35">
        <w:t>r</w:t>
      </w:r>
      <w:r w:rsidR="00F225BE" w:rsidRPr="003E4D35">
        <w:t>ceaux de bois stériles ou de l</w:t>
      </w:r>
      <w:r w:rsidR="00B97E5D">
        <w:t>’</w:t>
      </w:r>
      <w:r w:rsidR="00F225BE" w:rsidRPr="003E4D35">
        <w:t>ivraie</w:t>
      </w:r>
      <w:r w:rsidR="00B97E5D">
        <w:t xml:space="preserve">. </w:t>
      </w:r>
      <w:r w:rsidR="00F225BE" w:rsidRPr="003E4D35">
        <w:t>Mon cœur aussi était dev</w:t>
      </w:r>
      <w:r w:rsidR="00F225BE" w:rsidRPr="003E4D35">
        <w:t>e</w:t>
      </w:r>
      <w:r w:rsidR="00F225BE" w:rsidRPr="003E4D35">
        <w:t>nu inoffensif</w:t>
      </w:r>
      <w:r w:rsidR="00B97E5D">
        <w:t xml:space="preserve">… </w:t>
      </w:r>
      <w:r w:rsidR="00F225BE" w:rsidRPr="003E4D35">
        <w:t>l</w:t>
      </w:r>
      <w:r w:rsidR="00B97E5D">
        <w:t>’</w:t>
      </w:r>
      <w:r w:rsidR="00F225BE" w:rsidRPr="003E4D35">
        <w:t>île s</w:t>
      </w:r>
      <w:r w:rsidR="00B97E5D">
        <w:t>’</w:t>
      </w:r>
      <w:r w:rsidR="00F225BE" w:rsidRPr="003E4D35">
        <w:t xml:space="preserve">était glissée entre le monde et lui </w:t>
      </w:r>
      <w:r w:rsidR="00F225BE" w:rsidRPr="003E4D35">
        <w:lastRenderedPageBreak/>
        <w:t>comme un mastic</w:t>
      </w:r>
      <w:r w:rsidR="00B97E5D">
        <w:t xml:space="preserve">. </w:t>
      </w:r>
      <w:r w:rsidR="00F225BE" w:rsidRPr="003E4D35">
        <w:t>Rien ne le faisait plus battre</w:t>
      </w:r>
      <w:r w:rsidR="00B97E5D">
        <w:t xml:space="preserve">. </w:t>
      </w:r>
      <w:r w:rsidR="00F225BE" w:rsidRPr="003E4D35">
        <w:t>Il ne s</w:t>
      </w:r>
      <w:r w:rsidR="00B97E5D">
        <w:t>’</w:t>
      </w:r>
      <w:r w:rsidR="00F225BE" w:rsidRPr="003E4D35">
        <w:t>accélérait même plus</w:t>
      </w:r>
      <w:r w:rsidR="00B97E5D">
        <w:t xml:space="preserve">, </w:t>
      </w:r>
      <w:r w:rsidR="00F225BE" w:rsidRPr="003E4D35">
        <w:t>tant j</w:t>
      </w:r>
      <w:r w:rsidR="00B97E5D">
        <w:t>’</w:t>
      </w:r>
      <w:r w:rsidR="00F225BE" w:rsidRPr="003E4D35">
        <w:t>étais entraînée</w:t>
      </w:r>
      <w:r w:rsidR="00B97E5D">
        <w:t xml:space="preserve">, </w:t>
      </w:r>
      <w:r w:rsidR="00F225BE" w:rsidRPr="003E4D35">
        <w:t>si je courais ou si je nageais</w:t>
      </w:r>
      <w:r w:rsidR="00B97E5D">
        <w:t xml:space="preserve">. </w:t>
      </w:r>
      <w:r w:rsidR="00F225BE" w:rsidRPr="003E4D35">
        <w:t>Parfois j</w:t>
      </w:r>
      <w:r w:rsidR="00B97E5D">
        <w:t>’</w:t>
      </w:r>
      <w:r w:rsidR="00F225BE" w:rsidRPr="003E4D35">
        <w:t>essayais de me raccorder à distance avec cette tristesse</w:t>
      </w:r>
      <w:r w:rsidR="00B97E5D">
        <w:t xml:space="preserve">, </w:t>
      </w:r>
      <w:r w:rsidR="00F225BE" w:rsidRPr="003E4D35">
        <w:t>cette douleur</w:t>
      </w:r>
      <w:r w:rsidR="00B97E5D">
        <w:t xml:space="preserve">, </w:t>
      </w:r>
      <w:r w:rsidR="00F225BE" w:rsidRPr="003E4D35">
        <w:t>ces larmes que saisons et villes di</w:t>
      </w:r>
      <w:r w:rsidR="00F225BE" w:rsidRPr="003E4D35">
        <w:t>s</w:t>
      </w:r>
      <w:r w:rsidR="00F225BE" w:rsidRPr="003E4D35">
        <w:t>tribuent dans le pays sous une infaillible pression</w:t>
      </w:r>
      <w:r w:rsidR="00B97E5D">
        <w:t xml:space="preserve">. </w:t>
      </w:r>
      <w:r w:rsidR="00F225BE" w:rsidRPr="003E4D35">
        <w:t>J</w:t>
      </w:r>
      <w:r w:rsidR="00B97E5D">
        <w:t>’</w:t>
      </w:r>
      <w:r w:rsidR="00F225BE" w:rsidRPr="003E4D35">
        <w:t>allais</w:t>
      </w:r>
      <w:r w:rsidR="00B97E5D">
        <w:t xml:space="preserve">, </w:t>
      </w:r>
      <w:r w:rsidR="00F225BE" w:rsidRPr="003E4D35">
        <w:t>dans mon désir de souffrir</w:t>
      </w:r>
      <w:r w:rsidR="00B97E5D">
        <w:t xml:space="preserve">, </w:t>
      </w:r>
      <w:r w:rsidR="00F225BE" w:rsidRPr="003E4D35">
        <w:t>chercher mes derniers souvenirs au-dessus de mon naufrage</w:t>
      </w:r>
      <w:r w:rsidR="00B97E5D">
        <w:t xml:space="preserve">, </w:t>
      </w:r>
      <w:r w:rsidR="00F225BE" w:rsidRPr="003E4D35">
        <w:t>comme au-dessus de la place où l</w:t>
      </w:r>
      <w:r w:rsidR="00B97E5D">
        <w:t>’</w:t>
      </w:r>
      <w:r w:rsidR="00F225BE" w:rsidRPr="003E4D35">
        <w:t>on a relevé un câble</w:t>
      </w:r>
      <w:r w:rsidR="00B97E5D">
        <w:t xml:space="preserve">. </w:t>
      </w:r>
      <w:r w:rsidR="00F225BE" w:rsidRPr="003E4D35">
        <w:t>J</w:t>
      </w:r>
      <w:r w:rsidR="00B97E5D">
        <w:t>’</w:t>
      </w:r>
      <w:r w:rsidR="00F225BE" w:rsidRPr="003E4D35">
        <w:t>essayais de croire que par télépathie</w:t>
      </w:r>
      <w:r w:rsidR="00B97E5D">
        <w:t xml:space="preserve">, </w:t>
      </w:r>
      <w:r w:rsidR="00F225BE" w:rsidRPr="003E4D35">
        <w:t>par des clignements</w:t>
      </w:r>
      <w:r w:rsidR="00B97E5D">
        <w:t xml:space="preserve">, </w:t>
      </w:r>
      <w:r w:rsidR="00F225BE" w:rsidRPr="003E4D35">
        <w:t>des frissons</w:t>
      </w:r>
      <w:r w:rsidR="00B97E5D">
        <w:t xml:space="preserve">, </w:t>
      </w:r>
      <w:r w:rsidR="00F225BE" w:rsidRPr="003E4D35">
        <w:t>j</w:t>
      </w:r>
      <w:r w:rsidR="00B97E5D">
        <w:t>’</w:t>
      </w:r>
      <w:r w:rsidR="00F225BE" w:rsidRPr="003E4D35">
        <w:t>étais renseignée sur le mal qui adv</w:t>
      </w:r>
      <w:r w:rsidR="00F225BE" w:rsidRPr="003E4D35">
        <w:t>e</w:t>
      </w:r>
      <w:r w:rsidR="00F225BE" w:rsidRPr="003E4D35">
        <w:t>nait en Europe et les morts de mes amis</w:t>
      </w:r>
      <w:r w:rsidR="00B97E5D">
        <w:t xml:space="preserve"> ; </w:t>
      </w:r>
      <w:r w:rsidR="00F225BE" w:rsidRPr="003E4D35">
        <w:t>en vain</w:t>
      </w:r>
      <w:r w:rsidR="00B97E5D">
        <w:t xml:space="preserve">, </w:t>
      </w:r>
      <w:r w:rsidR="00F225BE" w:rsidRPr="003E4D35">
        <w:t>de toute une année je ne pus pleurer qu</w:t>
      </w:r>
      <w:r w:rsidR="00B97E5D">
        <w:t>’</w:t>
      </w:r>
      <w:r w:rsidR="00F225BE" w:rsidRPr="003E4D35">
        <w:t>une fois et par hasard</w:t>
      </w:r>
      <w:r w:rsidR="00B97E5D">
        <w:t xml:space="preserve">, </w:t>
      </w:r>
      <w:r w:rsidR="00F225BE" w:rsidRPr="003E4D35">
        <w:t>le jour où je pensai à une br</w:t>
      </w:r>
      <w:r w:rsidR="00F225BE" w:rsidRPr="003E4D35">
        <w:t>o</w:t>
      </w:r>
      <w:r w:rsidR="00F225BE" w:rsidRPr="003E4D35">
        <w:t>che</w:t>
      </w:r>
      <w:r w:rsidR="00B97E5D">
        <w:t xml:space="preserve"> (</w:t>
      </w:r>
      <w:r w:rsidR="00F225BE" w:rsidRPr="003E4D35">
        <w:t>de corail justement</w:t>
      </w:r>
      <w:r w:rsidR="00B97E5D">
        <w:t xml:space="preserve">, </w:t>
      </w:r>
      <w:r w:rsidR="00F225BE" w:rsidRPr="003E4D35">
        <w:t>le premier éclat que j</w:t>
      </w:r>
      <w:r w:rsidR="00B97E5D">
        <w:t>’</w:t>
      </w:r>
      <w:r w:rsidR="00F225BE" w:rsidRPr="003E4D35">
        <w:t>aie vu de cet élément sur lequel je devais vivre</w:t>
      </w:r>
      <w:r w:rsidR="00B97E5D">
        <w:t xml:space="preserve">) </w:t>
      </w:r>
      <w:r w:rsidR="00F225BE" w:rsidRPr="003E4D35">
        <w:t>le premier c</w:t>
      </w:r>
      <w:r w:rsidR="00F225BE" w:rsidRPr="003E4D35">
        <w:t>a</w:t>
      </w:r>
      <w:r w:rsidR="00F225BE" w:rsidRPr="003E4D35">
        <w:t>deau qu</w:t>
      </w:r>
      <w:r w:rsidR="00B97E5D">
        <w:t>’</w:t>
      </w:r>
      <w:r w:rsidR="00F225BE" w:rsidRPr="003E4D35">
        <w:t>on m</w:t>
      </w:r>
      <w:r w:rsidR="00B97E5D">
        <w:t>’</w:t>
      </w:r>
      <w:r w:rsidR="00F225BE" w:rsidRPr="003E4D35">
        <w:t>eût fait</w:t>
      </w:r>
      <w:r w:rsidR="00B97E5D">
        <w:t xml:space="preserve">, </w:t>
      </w:r>
      <w:r w:rsidR="00F225BE" w:rsidRPr="003E4D35">
        <w:t>que j</w:t>
      </w:r>
      <w:r w:rsidR="00B97E5D">
        <w:t>’</w:t>
      </w:r>
      <w:r w:rsidR="00F225BE" w:rsidRPr="003E4D35">
        <w:t>avais échappée dans une fontaine</w:t>
      </w:r>
      <w:r w:rsidR="00B97E5D">
        <w:t xml:space="preserve">, </w:t>
      </w:r>
      <w:r w:rsidR="00F225BE" w:rsidRPr="003E4D35">
        <w:t>qui m</w:t>
      </w:r>
      <w:r w:rsidR="00B97E5D">
        <w:t>’</w:t>
      </w:r>
      <w:r w:rsidR="00F225BE" w:rsidRPr="003E4D35">
        <w:t>avait fait haïr une soirée entière ces gens qui ne plo</w:t>
      </w:r>
      <w:r w:rsidR="00F225BE" w:rsidRPr="003E4D35">
        <w:t>n</w:t>
      </w:r>
      <w:r w:rsidR="00F225BE" w:rsidRPr="003E4D35">
        <w:t>geaient pas pour me la rapporter</w:t>
      </w:r>
      <w:r w:rsidR="00B97E5D">
        <w:t xml:space="preserve">, </w:t>
      </w:r>
      <w:r w:rsidR="00F225BE" w:rsidRPr="003E4D35">
        <w:t>car je prévoyais si peu qu</w:t>
      </w:r>
      <w:r w:rsidR="00B97E5D">
        <w:t>’</w:t>
      </w:r>
      <w:r w:rsidR="00F225BE" w:rsidRPr="003E4D35">
        <w:t>elle dût s</w:t>
      </w:r>
      <w:r w:rsidR="00B97E5D">
        <w:t>’</w:t>
      </w:r>
      <w:r w:rsidR="00F225BE" w:rsidRPr="003E4D35">
        <w:t>épanouir ensuite dans l</w:t>
      </w:r>
      <w:r w:rsidR="00B97E5D">
        <w:t>’</w:t>
      </w:r>
      <w:r w:rsidR="00F225BE" w:rsidRPr="003E4D35">
        <w:t>Océan et me sauver</w:t>
      </w:r>
      <w:r w:rsidR="00B97E5D">
        <w:t>.</w:t>
      </w:r>
    </w:p>
    <w:p w14:paraId="31F72C78" w14:textId="31092B7D" w:rsidR="00F225BE" w:rsidRPr="003E4D35" w:rsidRDefault="00F225BE" w:rsidP="00F225BE"/>
    <w:p w14:paraId="60AD9DA5" w14:textId="77777777" w:rsidR="00B97E5D" w:rsidRDefault="00F225BE" w:rsidP="00F225BE">
      <w:r w:rsidRPr="003E4D35">
        <w:t>Par bonheur aussi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île eut à cette époque besoin de moi</w:t>
      </w:r>
      <w:r w:rsidR="00B97E5D">
        <w:t xml:space="preserve">. </w:t>
      </w:r>
      <w:r w:rsidRPr="003E4D35">
        <w:t>Pendant quelques jours le courant qui contournait les récifs puis perçait la lagune pour effleurer le promontoire porta des amas de feuilles ou des îlots d</w:t>
      </w:r>
      <w:r w:rsidR="00B97E5D">
        <w:t>’</w:t>
      </w:r>
      <w:r w:rsidRPr="003E4D35">
        <w:t>arbres entrelacés</w:t>
      </w:r>
      <w:r w:rsidR="00B97E5D">
        <w:t xml:space="preserve">, </w:t>
      </w:r>
      <w:r w:rsidRPr="003E4D35">
        <w:t>tantôt à demi pe</w:t>
      </w:r>
      <w:r w:rsidRPr="003E4D35">
        <w:t>n</w:t>
      </w:r>
      <w:r w:rsidRPr="003E4D35">
        <w:t>chés</w:t>
      </w:r>
      <w:r w:rsidR="00B97E5D">
        <w:t xml:space="preserve">, </w:t>
      </w:r>
      <w:r w:rsidRPr="003E4D35">
        <w:t>tantôt droits</w:t>
      </w:r>
      <w:r w:rsidR="00B97E5D">
        <w:t xml:space="preserve">, </w:t>
      </w:r>
      <w:r w:rsidRPr="003E4D35">
        <w:t>comme dans les gravures de Mississipi</w:t>
      </w:r>
      <w:r w:rsidR="00B97E5D">
        <w:t xml:space="preserve">. </w:t>
      </w:r>
      <w:r w:rsidRPr="003E4D35">
        <w:t>Ils avaient de larges fleurs</w:t>
      </w:r>
      <w:r w:rsidR="00B97E5D">
        <w:t xml:space="preserve">… </w:t>
      </w:r>
      <w:r w:rsidRPr="003E4D35">
        <w:t>Peut-être le vent ne pouvait-il dét</w:t>
      </w:r>
      <w:r w:rsidRPr="003E4D35">
        <w:t>a</w:t>
      </w:r>
      <w:r w:rsidRPr="003E4D35">
        <w:t>cher leur pollen</w:t>
      </w:r>
      <w:r w:rsidR="00B97E5D">
        <w:t xml:space="preserve">, </w:t>
      </w:r>
      <w:r w:rsidRPr="003E4D35">
        <w:t>peut-être était-ce des espèces que la nature d</w:t>
      </w:r>
      <w:r w:rsidRPr="003E4D35">
        <w:t>e</w:t>
      </w:r>
      <w:r w:rsidRPr="003E4D35">
        <w:t>vait approcher entières des autres espèces et des autres îles</w:t>
      </w:r>
      <w:r w:rsidR="00B97E5D">
        <w:t xml:space="preserve">, </w:t>
      </w:r>
      <w:r w:rsidRPr="003E4D35">
        <w:t>plantes qui s</w:t>
      </w:r>
      <w:r w:rsidR="00B97E5D">
        <w:t>’</w:t>
      </w:r>
      <w:r w:rsidRPr="003E4D35">
        <w:t>aimaient à la manière des hommes</w:t>
      </w:r>
      <w:r w:rsidR="00B97E5D">
        <w:t xml:space="preserve">. </w:t>
      </w:r>
      <w:r w:rsidRPr="003E4D35">
        <w:t>Mais</w:t>
      </w:r>
      <w:r w:rsidR="00B97E5D">
        <w:t xml:space="preserve">, </w:t>
      </w:r>
      <w:r w:rsidRPr="003E4D35">
        <w:t>du plus grand</w:t>
      </w:r>
      <w:r w:rsidR="00B97E5D">
        <w:t xml:space="preserve">, </w:t>
      </w:r>
      <w:r w:rsidRPr="003E4D35">
        <w:t>je vis une liane se détacher</w:t>
      </w:r>
      <w:r w:rsidR="00B97E5D">
        <w:t xml:space="preserve">, </w:t>
      </w:r>
      <w:r w:rsidRPr="003E4D35">
        <w:t>nager</w:t>
      </w:r>
      <w:r w:rsidR="00B97E5D">
        <w:t xml:space="preserve">, </w:t>
      </w:r>
      <w:r w:rsidRPr="003E4D35">
        <w:t>accoster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enrouler autour d</w:t>
      </w:r>
      <w:r w:rsidR="00B97E5D">
        <w:t>’</w:t>
      </w:r>
      <w:r w:rsidRPr="003E4D35">
        <w:t>un arbuste</w:t>
      </w:r>
      <w:r w:rsidR="00B97E5D">
        <w:t xml:space="preserve"> : </w:t>
      </w:r>
      <w:r w:rsidRPr="003E4D35">
        <w:t>un boa</w:t>
      </w:r>
      <w:r w:rsidR="00B97E5D">
        <w:t xml:space="preserve">. </w:t>
      </w:r>
      <w:r w:rsidRPr="003E4D35">
        <w:t>Je le tuai le soir même</w:t>
      </w:r>
      <w:r w:rsidR="00B97E5D">
        <w:t xml:space="preserve">, </w:t>
      </w:r>
      <w:r w:rsidRPr="003E4D35">
        <w:t>dans son sommeil</w:t>
      </w:r>
      <w:r w:rsidR="00B97E5D">
        <w:t xml:space="preserve">, </w:t>
      </w:r>
      <w:r w:rsidRPr="003E4D35">
        <w:t>mais non sans qu</w:t>
      </w:r>
      <w:r w:rsidR="00B97E5D">
        <w:t>’</w:t>
      </w:r>
      <w:r w:rsidRPr="003E4D35">
        <w:t xml:space="preserve">il eût mangé deux </w:t>
      </w:r>
      <w:proofErr w:type="spellStart"/>
      <w:r w:rsidRPr="003E4D35">
        <w:t>gourahs</w:t>
      </w:r>
      <w:proofErr w:type="spellEnd"/>
      <w:r w:rsidR="00B97E5D">
        <w:t xml:space="preserve">… </w:t>
      </w:r>
      <w:r w:rsidRPr="003E4D35">
        <w:t>Une semaine plus tard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par en haut</w:t>
      </w:r>
      <w:r w:rsidR="00B97E5D">
        <w:t xml:space="preserve">, </w:t>
      </w:r>
      <w:r w:rsidRPr="003E4D35">
        <w:lastRenderedPageBreak/>
        <w:t>comme les assiégés par les aviateurs</w:t>
      </w:r>
      <w:r w:rsidR="00B97E5D">
        <w:t xml:space="preserve">, </w:t>
      </w:r>
      <w:r w:rsidRPr="003E4D35">
        <w:t>que je fus ravitaillée en crainte</w:t>
      </w:r>
      <w:r w:rsidR="00B97E5D">
        <w:t xml:space="preserve"> ; </w:t>
      </w:r>
      <w:r w:rsidRPr="003E4D35">
        <w:t>un épervier</w:t>
      </w:r>
      <w:r w:rsidR="00B97E5D">
        <w:t xml:space="preserve">, </w:t>
      </w:r>
      <w:r w:rsidRPr="003E4D35">
        <w:t>qui</w:t>
      </w:r>
      <w:r w:rsidR="00B97E5D">
        <w:t xml:space="preserve">, </w:t>
      </w:r>
      <w:r w:rsidRPr="003E4D35">
        <w:t>lui</w:t>
      </w:r>
      <w:r w:rsidR="00B97E5D">
        <w:t xml:space="preserve">, </w:t>
      </w:r>
      <w:r w:rsidRPr="003E4D35">
        <w:t>avant d</w:t>
      </w:r>
      <w:r w:rsidR="00B97E5D">
        <w:t>’</w:t>
      </w:r>
      <w:r w:rsidRPr="003E4D35">
        <w:t>être atteint par ma fronde</w:t>
      </w:r>
      <w:r w:rsidR="00B97E5D">
        <w:t xml:space="preserve">, </w:t>
      </w:r>
      <w:r w:rsidRPr="003E4D35">
        <w:t>eut le temps de goûter un spécimen de tous mes oiseaux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sur un de ces îlots dér</w:t>
      </w:r>
      <w:r w:rsidRPr="003E4D35">
        <w:t>i</w:t>
      </w:r>
      <w:r w:rsidRPr="003E4D35">
        <w:t>vants</w:t>
      </w:r>
      <w:r w:rsidR="00B97E5D">
        <w:t xml:space="preserve">, </w:t>
      </w:r>
      <w:r w:rsidRPr="003E4D35">
        <w:t>je crus apercevoir une bête à pelage</w:t>
      </w:r>
      <w:r w:rsidR="00B97E5D">
        <w:t xml:space="preserve">, </w:t>
      </w:r>
      <w:r w:rsidRPr="003E4D35">
        <w:t>ocelot ou couguar</w:t>
      </w:r>
      <w:r w:rsidR="00B97E5D">
        <w:t xml:space="preserve">, </w:t>
      </w:r>
      <w:r w:rsidRPr="003E4D35">
        <w:t>que j</w:t>
      </w:r>
      <w:r w:rsidR="00B97E5D">
        <w:t>’</w:t>
      </w:r>
      <w:r w:rsidRPr="003E4D35">
        <w:t>empêchai de se jeter vers moi en le menaçant tout le long de la grève d</w:t>
      </w:r>
      <w:r w:rsidR="00B97E5D">
        <w:t>’</w:t>
      </w:r>
      <w:r w:rsidRPr="003E4D35">
        <w:t>une branche allumée</w:t>
      </w:r>
      <w:r w:rsidR="00B97E5D">
        <w:t>…</w:t>
      </w:r>
    </w:p>
    <w:p w14:paraId="47D048CE" w14:textId="77777777" w:rsidR="00B97E5D" w:rsidRDefault="00F225BE" w:rsidP="00F225BE">
      <w:r w:rsidRPr="003E4D35">
        <w:t>J</w:t>
      </w:r>
      <w:r w:rsidR="00B97E5D">
        <w:t>’</w:t>
      </w:r>
      <w:r w:rsidRPr="003E4D35">
        <w:t>étais touchée des dangers qu</w:t>
      </w:r>
      <w:r w:rsidR="00B97E5D">
        <w:t>’</w:t>
      </w:r>
      <w:r w:rsidRPr="003E4D35">
        <w:t>avait enfin courus mon île</w:t>
      </w:r>
      <w:r w:rsidR="00B97E5D">
        <w:t xml:space="preserve">. </w:t>
      </w:r>
      <w:r w:rsidRPr="003E4D35">
        <w:t>La seule attaque peut-être que devait y faire le mal</w:t>
      </w:r>
      <w:r w:rsidR="00B97E5D">
        <w:t xml:space="preserve">, </w:t>
      </w:r>
      <w:r w:rsidRPr="003E4D35">
        <w:t>la Prov</w:t>
      </w:r>
      <w:r w:rsidRPr="003E4D35">
        <w:t>i</w:t>
      </w:r>
      <w:r w:rsidRPr="003E4D35">
        <w:t>dence m</w:t>
      </w:r>
      <w:r w:rsidR="00B97E5D">
        <w:t>’</w:t>
      </w:r>
      <w:r w:rsidRPr="003E4D35">
        <w:t>avait mandée de Bellac pour y répondre</w:t>
      </w:r>
      <w:r w:rsidR="00B97E5D">
        <w:t xml:space="preserve">. </w:t>
      </w:r>
      <w:r w:rsidRPr="003E4D35">
        <w:t>Mon cœur avait battu trois fois</w:t>
      </w:r>
      <w:r w:rsidR="00B97E5D">
        <w:t xml:space="preserve">, </w:t>
      </w:r>
      <w:r w:rsidRPr="003E4D35">
        <w:t>comme chez ceux qui vont aimer</w:t>
      </w:r>
      <w:r w:rsidR="00B97E5D">
        <w:t xml:space="preserve">… </w:t>
      </w:r>
      <w:r w:rsidRPr="003E4D35">
        <w:t>Un jour aussi</w:t>
      </w:r>
      <w:r w:rsidR="00B97E5D">
        <w:t xml:space="preserve">, </w:t>
      </w:r>
      <w:r w:rsidRPr="003E4D35">
        <w:t>je découvris un alligator de vingt centimètres</w:t>
      </w:r>
      <w:r w:rsidR="00B97E5D">
        <w:t xml:space="preserve"> ; </w:t>
      </w:r>
      <w:r w:rsidRPr="003E4D35">
        <w:t>je savais qu</w:t>
      </w:r>
      <w:r w:rsidR="00B97E5D">
        <w:t>’</w:t>
      </w:r>
      <w:r w:rsidRPr="003E4D35">
        <w:t>il lui fallait bien des années pour devenir terrible</w:t>
      </w:r>
      <w:r w:rsidR="00B97E5D">
        <w:t xml:space="preserve">, </w:t>
      </w:r>
      <w:r w:rsidRPr="003E4D35">
        <w:t>dix ans au moins pour mordiller avec fruit l</w:t>
      </w:r>
      <w:r w:rsidR="00B97E5D">
        <w:t>’</w:t>
      </w:r>
      <w:r w:rsidRPr="003E4D35">
        <w:t>ornit</w:t>
      </w:r>
      <w:r w:rsidR="0049073F">
        <w:t>h</w:t>
      </w:r>
      <w:r w:rsidRPr="003E4D35">
        <w:t>orynque</w:t>
      </w:r>
      <w:r w:rsidR="00B97E5D">
        <w:t xml:space="preserve">, </w:t>
      </w:r>
      <w:r w:rsidRPr="003E4D35">
        <w:t>vingt pour sa</w:t>
      </w:r>
      <w:r w:rsidRPr="003E4D35">
        <w:t>i</w:t>
      </w:r>
      <w:r w:rsidRPr="003E4D35">
        <w:t>sir par la patte un échassier</w:t>
      </w:r>
      <w:r w:rsidR="00B97E5D">
        <w:t xml:space="preserve"> : </w:t>
      </w:r>
      <w:r w:rsidRPr="003E4D35">
        <w:t>jusqu</w:t>
      </w:r>
      <w:r w:rsidR="00B97E5D">
        <w:t>’</w:t>
      </w:r>
      <w:r w:rsidRPr="003E4D35">
        <w:t>à nouvel ordre je le gardai dans un bassin</w:t>
      </w:r>
      <w:r w:rsidR="00B97E5D">
        <w:t xml:space="preserve">, </w:t>
      </w:r>
      <w:r w:rsidRPr="003E4D35">
        <w:t>puis il disparut</w:t>
      </w:r>
      <w:r w:rsidR="00B97E5D">
        <w:t xml:space="preserve">, </w:t>
      </w:r>
      <w:r w:rsidRPr="003E4D35">
        <w:t>et il n</w:t>
      </w:r>
      <w:r w:rsidR="00B97E5D">
        <w:t>’</w:t>
      </w:r>
      <w:r w:rsidRPr="003E4D35">
        <w:t>y eut plus d</w:t>
      </w:r>
      <w:r w:rsidR="00B97E5D">
        <w:t>’</w:t>
      </w:r>
      <w:r w:rsidRPr="003E4D35">
        <w:t>hypothèque</w:t>
      </w:r>
      <w:r w:rsidR="00B97E5D">
        <w:t xml:space="preserve">, </w:t>
      </w:r>
      <w:r w:rsidRPr="003E4D35">
        <w:t>même à dix ans</w:t>
      </w:r>
      <w:r w:rsidR="00B97E5D">
        <w:t xml:space="preserve">, </w:t>
      </w:r>
      <w:r w:rsidRPr="003E4D35">
        <w:t>sur mon animal ou sur ma main</w:t>
      </w:r>
      <w:r w:rsidR="00B97E5D">
        <w:t xml:space="preserve">, </w:t>
      </w:r>
      <w:r w:rsidRPr="003E4D35">
        <w:t>même à vingt ans sur mes oiseaux</w:t>
      </w:r>
      <w:r w:rsidR="00B97E5D">
        <w:t>.</w:t>
      </w:r>
    </w:p>
    <w:p w14:paraId="3BC4DFCC" w14:textId="7F85B727" w:rsidR="00F225BE" w:rsidRPr="003E4D35" w:rsidRDefault="00F225BE" w:rsidP="00F225BE"/>
    <w:p w14:paraId="5811929F" w14:textId="77777777" w:rsidR="00B97E5D" w:rsidRDefault="00F225BE" w:rsidP="00F225BE">
      <w:r w:rsidRPr="003E4D35">
        <w:t>Seule</w:t>
      </w:r>
      <w:r w:rsidR="00B97E5D">
        <w:t xml:space="preserve"> ?… </w:t>
      </w:r>
      <w:r w:rsidRPr="003E4D35">
        <w:t>Pas tout à fait</w:t>
      </w:r>
      <w:r w:rsidR="00B97E5D">
        <w:t xml:space="preserve">… </w:t>
      </w:r>
      <w:r w:rsidRPr="003E4D35">
        <w:t>Les personnages que nous inve</w:t>
      </w:r>
      <w:r w:rsidRPr="003E4D35">
        <w:t>n</w:t>
      </w:r>
      <w:r w:rsidRPr="003E4D35">
        <w:t>tions au couvent</w:t>
      </w:r>
      <w:r w:rsidR="00B97E5D">
        <w:t xml:space="preserve">, </w:t>
      </w:r>
      <w:r w:rsidRPr="003E4D35">
        <w:t>celui qui claque les volets</w:t>
      </w:r>
      <w:r w:rsidR="00B97E5D">
        <w:t xml:space="preserve">, </w:t>
      </w:r>
      <w:r w:rsidRPr="003E4D35">
        <w:t>qui agite les futaies</w:t>
      </w:r>
      <w:r w:rsidR="00B97E5D">
        <w:t xml:space="preserve">, </w:t>
      </w:r>
      <w:r w:rsidRPr="003E4D35">
        <w:t>et que nous appelions le Novice</w:t>
      </w:r>
      <w:r w:rsidR="00B97E5D">
        <w:t xml:space="preserve">… ; </w:t>
      </w:r>
      <w:r w:rsidRPr="003E4D35">
        <w:t>celui qui brise la vaisselle</w:t>
      </w:r>
      <w:r w:rsidR="00B97E5D">
        <w:t xml:space="preserve">, </w:t>
      </w:r>
      <w:r w:rsidRPr="003E4D35">
        <w:t>qui se prend les pieds dans les cordes</w:t>
      </w:r>
      <w:r w:rsidR="00B97E5D">
        <w:t xml:space="preserve">, </w:t>
      </w:r>
      <w:r w:rsidRPr="003E4D35">
        <w:t xml:space="preserve">qui renverse les </w:t>
      </w:r>
      <w:proofErr w:type="spellStart"/>
      <w:r w:rsidRPr="003E4D35">
        <w:t>tubs</w:t>
      </w:r>
      <w:proofErr w:type="spellEnd"/>
      <w:r w:rsidRPr="003E4D35">
        <w:t xml:space="preserve"> à minuit dans la villa endormie</w:t>
      </w:r>
      <w:r w:rsidR="00B97E5D">
        <w:t xml:space="preserve">, </w:t>
      </w:r>
      <w:r w:rsidRPr="003E4D35">
        <w:t>et que mes cousins</w:t>
      </w:r>
      <w:r w:rsidR="00B97E5D">
        <w:t xml:space="preserve">, </w:t>
      </w:r>
      <w:r w:rsidRPr="003E4D35">
        <w:t>du nom du fonctionnaire le plus maladroit de Limoges</w:t>
      </w:r>
      <w:r w:rsidR="00B97E5D">
        <w:t xml:space="preserve">, </w:t>
      </w:r>
      <w:r w:rsidRPr="003E4D35">
        <w:t>appelaient le Contrôleur</w:t>
      </w:r>
      <w:r w:rsidR="00B97E5D">
        <w:t xml:space="preserve">, </w:t>
      </w:r>
      <w:r w:rsidRPr="003E4D35">
        <w:t>ces deux-là</w:t>
      </w:r>
      <w:r w:rsidR="00B97E5D">
        <w:t xml:space="preserve">, </w:t>
      </w:r>
      <w:r w:rsidRPr="003E4D35">
        <w:t>fidèles</w:t>
      </w:r>
      <w:r w:rsidR="00B97E5D">
        <w:t xml:space="preserve">, </w:t>
      </w:r>
      <w:r w:rsidRPr="003E4D35">
        <w:t>à travers Atlantique et Pacif</w:t>
      </w:r>
      <w:r w:rsidRPr="003E4D35">
        <w:t>i</w:t>
      </w:r>
      <w:r w:rsidRPr="003E4D35">
        <w:t>que</w:t>
      </w:r>
      <w:r w:rsidR="00B97E5D">
        <w:t xml:space="preserve">, </w:t>
      </w:r>
      <w:r w:rsidRPr="003E4D35">
        <w:t>tinrent à me rejoindre</w:t>
      </w:r>
      <w:r w:rsidR="00B97E5D">
        <w:t xml:space="preserve">. </w:t>
      </w:r>
      <w:r w:rsidRPr="003E4D35">
        <w:t>Un jour je fus réveillée de ma sieste par des tôles tombant d</w:t>
      </w:r>
      <w:r w:rsidR="00B97E5D">
        <w:t>’</w:t>
      </w:r>
      <w:r w:rsidRPr="003E4D35">
        <w:t>un toit</w:t>
      </w:r>
      <w:r w:rsidR="00B97E5D">
        <w:t>.</w:t>
      </w:r>
    </w:p>
    <w:p w14:paraId="765599A1" w14:textId="77777777" w:rsidR="00B97E5D" w:rsidRDefault="00B97E5D" w:rsidP="00F225BE">
      <w:r>
        <w:t>— </w:t>
      </w:r>
      <w:r w:rsidR="00F225BE" w:rsidRPr="003E4D35">
        <w:t>Le Contrôleur</w:t>
      </w:r>
      <w:r>
        <w:t> !</w:t>
      </w:r>
    </w:p>
    <w:p w14:paraId="3DA20CA2" w14:textId="45B9222E" w:rsidR="00B97E5D" w:rsidRDefault="00F225BE" w:rsidP="00F225BE">
      <w:r w:rsidRPr="003E4D35">
        <w:lastRenderedPageBreak/>
        <w:t>To</w:t>
      </w:r>
      <w:r w:rsidR="0049073F">
        <w:t>u</w:t>
      </w:r>
      <w:r w:rsidRPr="003E4D35">
        <w:t>te une semaine en effet le Contrôleur sévit sur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vite au courant d</w:t>
      </w:r>
      <w:r w:rsidR="00B97E5D">
        <w:t>’</w:t>
      </w:r>
      <w:r w:rsidRPr="003E4D35">
        <w:t>ailleurs</w:t>
      </w:r>
      <w:r w:rsidR="00B97E5D">
        <w:t xml:space="preserve">, </w:t>
      </w:r>
      <w:r w:rsidRPr="003E4D35">
        <w:t>et ce premier bruit inexplicable fut le seul bruit d</w:t>
      </w:r>
      <w:r w:rsidR="00B97E5D">
        <w:t>’</w:t>
      </w:r>
      <w:r w:rsidRPr="003E4D35">
        <w:t>Europe auquel il eut recours</w:t>
      </w:r>
      <w:r w:rsidR="00B97E5D">
        <w:t xml:space="preserve">. </w:t>
      </w:r>
      <w:r w:rsidRPr="003E4D35">
        <w:t>Mais des noix de coco to</w:t>
      </w:r>
      <w:r w:rsidRPr="003E4D35">
        <w:t>m</w:t>
      </w:r>
      <w:r w:rsidRPr="003E4D35">
        <w:t>bèrent juste sur des crabes et les écrasèrent</w:t>
      </w:r>
      <w:r w:rsidR="00B97E5D">
        <w:t xml:space="preserve">. </w:t>
      </w:r>
      <w:r w:rsidRPr="003E4D35">
        <w:t>Je trouvai une to</w:t>
      </w:r>
      <w:r w:rsidRPr="003E4D35">
        <w:t>r</w:t>
      </w:r>
      <w:r w:rsidRPr="003E4D35">
        <w:t>tue éclatée</w:t>
      </w:r>
      <w:r w:rsidR="00B97E5D">
        <w:t xml:space="preserve">, </w:t>
      </w:r>
      <w:r w:rsidRPr="003E4D35">
        <w:t>des oiseaux pris dans des lianes</w:t>
      </w:r>
      <w:r w:rsidR="00B97E5D">
        <w:t xml:space="preserve"> : </w:t>
      </w:r>
      <w:r w:rsidRPr="003E4D35">
        <w:t>il avait passé par là</w:t>
      </w:r>
      <w:r w:rsidR="00B97E5D">
        <w:t xml:space="preserve">… </w:t>
      </w:r>
      <w:r w:rsidRPr="003E4D35">
        <w:t>Puis</w:t>
      </w:r>
      <w:r w:rsidR="00B97E5D">
        <w:t xml:space="preserve">, </w:t>
      </w:r>
      <w:r w:rsidRPr="003E4D35">
        <w:t>un jour</w:t>
      </w:r>
      <w:r w:rsidR="00B97E5D">
        <w:t xml:space="preserve">, </w:t>
      </w:r>
      <w:r w:rsidRPr="003E4D35">
        <w:t>deux petits nuages partis de l</w:t>
      </w:r>
      <w:r w:rsidR="00B97E5D">
        <w:t>’</w:t>
      </w:r>
      <w:r w:rsidRPr="003E4D35">
        <w:t>Ouest allèrent s</w:t>
      </w:r>
      <w:r w:rsidR="00B97E5D">
        <w:t>’</w:t>
      </w:r>
      <w:r w:rsidRPr="003E4D35">
        <w:t>installer à l</w:t>
      </w:r>
      <w:r w:rsidR="00B97E5D">
        <w:t>’</w:t>
      </w:r>
      <w:r w:rsidRPr="003E4D35">
        <w:t>Est avec autant de dignité que pour un quadrille</w:t>
      </w:r>
      <w:r w:rsidR="00B97E5D">
        <w:t xml:space="preserve">, </w:t>
      </w:r>
      <w:r w:rsidRPr="003E4D35">
        <w:t>le vent se mit à souffler</w:t>
      </w:r>
      <w:r w:rsidR="00B97E5D">
        <w:t xml:space="preserve">, </w:t>
      </w:r>
      <w:r w:rsidRPr="003E4D35">
        <w:t>et le Contrôleur passa la main au Novice</w:t>
      </w:r>
      <w:r w:rsidR="00B97E5D">
        <w:t xml:space="preserve">. </w:t>
      </w:r>
      <w:r w:rsidRPr="003E4D35">
        <w:t>Les arbres furent éventés jusqu</w:t>
      </w:r>
      <w:r w:rsidR="00B97E5D">
        <w:t>’</w:t>
      </w:r>
      <w:r w:rsidRPr="003E4D35">
        <w:t>au dernier fond de leurs troncs et par tous les trous il en sortait une fumée avec les oiseaux</w:t>
      </w:r>
      <w:r w:rsidR="00B97E5D">
        <w:t xml:space="preserve">. </w:t>
      </w:r>
      <w:r w:rsidRPr="003E4D35">
        <w:t>Tout ce qu</w:t>
      </w:r>
      <w:r w:rsidR="00B97E5D">
        <w:t>’</w:t>
      </w:r>
      <w:r w:rsidRPr="003E4D35">
        <w:t>il se permettait en Limousin avec les feuillages</w:t>
      </w:r>
      <w:r w:rsidR="00B97E5D">
        <w:t xml:space="preserve">, </w:t>
      </w:r>
      <w:r w:rsidRPr="003E4D35">
        <w:t>les ramures</w:t>
      </w:r>
      <w:r w:rsidR="00B97E5D">
        <w:t xml:space="preserve">, </w:t>
      </w:r>
      <w:r w:rsidRPr="003E4D35">
        <w:t>les frondaisons</w:t>
      </w:r>
      <w:r w:rsidR="00B97E5D">
        <w:t xml:space="preserve">, </w:t>
      </w:r>
      <w:r w:rsidRPr="003E4D35">
        <w:t>le Novice le fit avec les feuilles de b</w:t>
      </w:r>
      <w:r w:rsidRPr="003E4D35">
        <w:t>a</w:t>
      </w:r>
      <w:r w:rsidRPr="003E4D35">
        <w:t>nanier</w:t>
      </w:r>
      <w:r w:rsidR="00B97E5D">
        <w:t xml:space="preserve">, </w:t>
      </w:r>
      <w:r w:rsidRPr="003E4D35">
        <w:t>les palmes</w:t>
      </w:r>
      <w:r w:rsidR="00B97E5D">
        <w:t xml:space="preserve">… </w:t>
      </w:r>
      <w:r w:rsidRPr="003E4D35">
        <w:t>Les oiseaux à plumages ras</w:t>
      </w:r>
      <w:r w:rsidR="00B97E5D">
        <w:t xml:space="preserve">, </w:t>
      </w:r>
      <w:r w:rsidRPr="003E4D35">
        <w:t>seuls</w:t>
      </w:r>
      <w:r w:rsidR="00B97E5D">
        <w:t xml:space="preserve">, </w:t>
      </w:r>
      <w:r w:rsidRPr="003E4D35">
        <w:t>osaient se poser au hasard</w:t>
      </w:r>
      <w:r w:rsidR="00B97E5D">
        <w:t xml:space="preserve">, </w:t>
      </w:r>
      <w:r w:rsidRPr="003E4D35">
        <w:t>mais les queues des paradisiers et des ve</w:t>
      </w:r>
      <w:r w:rsidRPr="003E4D35">
        <w:t>u</w:t>
      </w:r>
      <w:r w:rsidRPr="003E4D35">
        <w:t>ves revenaient en rafale par-dessus leur tête à leur moindre faux mouvement</w:t>
      </w:r>
      <w:r w:rsidR="00B97E5D">
        <w:t xml:space="preserve">. </w:t>
      </w:r>
      <w:r w:rsidRPr="003E4D35">
        <w:t>Toutes les plaisanteries qu</w:t>
      </w:r>
      <w:r w:rsidR="00B97E5D">
        <w:t>’</w:t>
      </w:r>
      <w:r w:rsidRPr="003E4D35">
        <w:t>il se permettait là-bas avec mes robes</w:t>
      </w:r>
      <w:r w:rsidR="00B97E5D">
        <w:t xml:space="preserve">, </w:t>
      </w:r>
      <w:r w:rsidRPr="003E4D35">
        <w:t>il les essaya sur moi nue</w:t>
      </w:r>
      <w:r w:rsidR="00B97E5D">
        <w:t xml:space="preserve">. </w:t>
      </w:r>
      <w:r w:rsidRPr="003E4D35">
        <w:t>Et bien d</w:t>
      </w:r>
      <w:r w:rsidR="00B97E5D">
        <w:t>’</w:t>
      </w:r>
      <w:r w:rsidRPr="003E4D35">
        <w:t>autres e</w:t>
      </w:r>
      <w:r w:rsidRPr="003E4D35">
        <w:t>n</w:t>
      </w:r>
      <w:r w:rsidRPr="003E4D35">
        <w:t>suite me visitèrent</w:t>
      </w:r>
      <w:r w:rsidR="00B97E5D">
        <w:t xml:space="preserve">, </w:t>
      </w:r>
      <w:r w:rsidRPr="003E4D35">
        <w:t>de ceux qui se nomment dans les pensions de jeunes filles l</w:t>
      </w:r>
      <w:r w:rsidR="00B97E5D">
        <w:t>’</w:t>
      </w:r>
      <w:r w:rsidRPr="003E4D35">
        <w:t>Architecte</w:t>
      </w:r>
      <w:r w:rsidR="00B97E5D">
        <w:t xml:space="preserve">, </w:t>
      </w:r>
      <w:r w:rsidRPr="003E4D35">
        <w:t>Coco ou Casimir</w:t>
      </w:r>
      <w:r w:rsidR="00B97E5D">
        <w:t xml:space="preserve">, </w:t>
      </w:r>
      <w:r w:rsidRPr="003E4D35">
        <w:t>qui pelaient en une seconde des régimes de bananes</w:t>
      </w:r>
      <w:r w:rsidR="00B97E5D">
        <w:t xml:space="preserve">, </w:t>
      </w:r>
      <w:r w:rsidRPr="003E4D35">
        <w:t>qui changeaient en glu le sirop d</w:t>
      </w:r>
      <w:r w:rsidR="00B97E5D">
        <w:t>’</w:t>
      </w:r>
      <w:r w:rsidRPr="003E4D35">
        <w:t>érable</w:t>
      </w:r>
      <w:r w:rsidR="00B97E5D">
        <w:t xml:space="preserve">, </w:t>
      </w:r>
      <w:r w:rsidRPr="003E4D35">
        <w:t>qui faisaient reparaître sur moi</w:t>
      </w:r>
      <w:r w:rsidR="00B97E5D">
        <w:t xml:space="preserve">, </w:t>
      </w:r>
      <w:r w:rsidRPr="003E4D35">
        <w:t>par rougeurs inexpl</w:t>
      </w:r>
      <w:r w:rsidRPr="003E4D35">
        <w:t>i</w:t>
      </w:r>
      <w:r w:rsidRPr="003E4D35">
        <w:t>cables</w:t>
      </w:r>
      <w:r w:rsidR="00B97E5D">
        <w:t xml:space="preserve">, </w:t>
      </w:r>
      <w:r w:rsidRPr="003E4D35">
        <w:t>des traces de jarretelles</w:t>
      </w:r>
      <w:r w:rsidR="00B97E5D">
        <w:t xml:space="preserve">, </w:t>
      </w:r>
      <w:r w:rsidRPr="003E4D35">
        <w:t>de corset ou d</w:t>
      </w:r>
      <w:r w:rsidR="00B97E5D">
        <w:t>’</w:t>
      </w:r>
      <w:r w:rsidRPr="003E4D35">
        <w:t>épaulettes</w:t>
      </w:r>
      <w:r w:rsidR="00B97E5D">
        <w:t xml:space="preserve">…, </w:t>
      </w:r>
      <w:r w:rsidRPr="003E4D35">
        <w:t>dont j</w:t>
      </w:r>
      <w:r w:rsidR="00B97E5D">
        <w:t>’</w:t>
      </w:r>
      <w:r w:rsidRPr="003E4D35">
        <w:t>ignorais les noms</w:t>
      </w:r>
      <w:r w:rsidR="00B97E5D">
        <w:t xml:space="preserve">, </w:t>
      </w:r>
      <w:r w:rsidRPr="003E4D35">
        <w:t>et qu</w:t>
      </w:r>
      <w:r w:rsidR="00B97E5D">
        <w:t>’</w:t>
      </w:r>
      <w:r w:rsidRPr="003E4D35">
        <w:t>une vraie sauvage eût créés dieux</w:t>
      </w:r>
      <w:r w:rsidR="00B97E5D">
        <w:t xml:space="preserve">, </w:t>
      </w:r>
      <w:r w:rsidRPr="003E4D35">
        <w:t>tant leur malice était vibrante</w:t>
      </w:r>
      <w:r w:rsidR="00B97E5D">
        <w:t xml:space="preserve">. </w:t>
      </w:r>
      <w:r w:rsidRPr="003E4D35">
        <w:t>Mille souffles</w:t>
      </w:r>
      <w:r w:rsidR="00B97E5D">
        <w:t xml:space="preserve">, </w:t>
      </w:r>
      <w:r w:rsidRPr="003E4D35">
        <w:t>mille petits fracas</w:t>
      </w:r>
      <w:r w:rsidR="00B97E5D">
        <w:t xml:space="preserve">, </w:t>
      </w:r>
      <w:r w:rsidRPr="003E4D35">
        <w:t>mille petites présences qui tournoyaient a</w:t>
      </w:r>
      <w:r w:rsidRPr="003E4D35">
        <w:t>u</w:t>
      </w:r>
      <w:r w:rsidRPr="003E4D35">
        <w:t>tour de moi</w:t>
      </w:r>
      <w:r w:rsidR="00B97E5D">
        <w:t xml:space="preserve">, </w:t>
      </w:r>
      <w:r w:rsidRPr="003E4D35">
        <w:t>mendiant cette divinité qu</w:t>
      </w:r>
      <w:r w:rsidR="00B97E5D">
        <w:t>’</w:t>
      </w:r>
      <w:r w:rsidRPr="003E4D35">
        <w:t>ils savaient par les livres de Spencer plus facile à obtenir en Polynésie que dans le reste du monde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a</w:t>
      </w:r>
      <w:r w:rsidRPr="003E4D35">
        <w:t>s</w:t>
      </w:r>
      <w:r w:rsidRPr="003E4D35">
        <w:t>saillie de leurs ambitions</w:t>
      </w:r>
      <w:r w:rsidR="00B97E5D">
        <w:t xml:space="preserve">. </w:t>
      </w:r>
      <w:r w:rsidRPr="003E4D35">
        <w:t>Je les comprenais d</w:t>
      </w:r>
      <w:r w:rsidR="00B97E5D">
        <w:t>’</w:t>
      </w:r>
      <w:r w:rsidRPr="003E4D35">
        <w:t>instinct</w:t>
      </w:r>
      <w:r w:rsidR="00B97E5D">
        <w:t xml:space="preserve">. </w:t>
      </w:r>
      <w:r w:rsidRPr="003E4D35">
        <w:t>Un bruissement dont les cattleyas juste au lever du soleil qui eût voulu être dieu du rayon rouge</w:t>
      </w:r>
      <w:r w:rsidR="00B97E5D">
        <w:t xml:space="preserve">. </w:t>
      </w:r>
      <w:r w:rsidRPr="003E4D35">
        <w:t>Une fulguration sur les tourn</w:t>
      </w:r>
      <w:r w:rsidRPr="003E4D35">
        <w:t>e</w:t>
      </w:r>
      <w:r w:rsidRPr="003E4D35">
        <w:t>sols</w:t>
      </w:r>
      <w:r w:rsidR="00B97E5D">
        <w:t xml:space="preserve">, </w:t>
      </w:r>
      <w:r w:rsidRPr="003E4D35">
        <w:t>qui eût voulu être déesse du rayon vert</w:t>
      </w:r>
      <w:r w:rsidR="00B97E5D">
        <w:t xml:space="preserve">. </w:t>
      </w:r>
      <w:r w:rsidRPr="003E4D35">
        <w:t>Une plainte dans la forêt</w:t>
      </w:r>
      <w:r w:rsidR="00B97E5D">
        <w:t xml:space="preserve">, </w:t>
      </w:r>
      <w:r w:rsidRPr="003E4D35">
        <w:t>qui suppliait</w:t>
      </w:r>
      <w:r w:rsidR="00B97E5D">
        <w:t xml:space="preserve">, </w:t>
      </w:r>
      <w:r w:rsidRPr="003E4D35">
        <w:t xml:space="preserve">qui </w:t>
      </w:r>
      <w:r w:rsidRPr="003E4D35">
        <w:lastRenderedPageBreak/>
        <w:t>demandait presque d</w:t>
      </w:r>
      <w:r w:rsidR="00B97E5D">
        <w:t>’</w:t>
      </w:r>
      <w:r w:rsidRPr="003E4D35">
        <w:t>une voix humaine à être le dieu du silence</w:t>
      </w:r>
      <w:r w:rsidR="00B97E5D">
        <w:t xml:space="preserve">. </w:t>
      </w:r>
      <w:r w:rsidRPr="003E4D35">
        <w:t>Un rugissement des grosses orchidées</w:t>
      </w:r>
      <w:r w:rsidR="00B97E5D">
        <w:t xml:space="preserve">, </w:t>
      </w:r>
      <w:r w:rsidRPr="003E4D35">
        <w:t>comme d</w:t>
      </w:r>
      <w:r w:rsidR="00B97E5D">
        <w:t>’</w:t>
      </w:r>
      <w:r w:rsidRPr="003E4D35">
        <w:t>un phonographe</w:t>
      </w:r>
      <w:r w:rsidR="00B97E5D">
        <w:t xml:space="preserve">, </w:t>
      </w:r>
      <w:r w:rsidRPr="003E4D35">
        <w:t>pour la place de dieux des pollens</w:t>
      </w:r>
      <w:r w:rsidR="00B97E5D">
        <w:t xml:space="preserve">… </w:t>
      </w:r>
      <w:r w:rsidRPr="003E4D35">
        <w:t>Quand je passais sous l</w:t>
      </w:r>
      <w:r w:rsidR="00B97E5D">
        <w:t>’</w:t>
      </w:r>
      <w:r w:rsidRPr="003E4D35">
        <w:t>arbre à racines r</w:t>
      </w:r>
      <w:r w:rsidRPr="003E4D35">
        <w:t>e</w:t>
      </w:r>
      <w:r w:rsidRPr="003E4D35">
        <w:t>tombantes toujours un coup sur l</w:t>
      </w:r>
      <w:r w:rsidR="00B97E5D">
        <w:t>’</w:t>
      </w:r>
      <w:r w:rsidRPr="003E4D35">
        <w:t>épaule</w:t>
      </w:r>
      <w:r w:rsidR="00B97E5D">
        <w:t xml:space="preserve">, </w:t>
      </w:r>
      <w:r w:rsidRPr="003E4D35">
        <w:t>net</w:t>
      </w:r>
      <w:r w:rsidR="00B97E5D">
        <w:t xml:space="preserve">, </w:t>
      </w:r>
      <w:r w:rsidRPr="003E4D35">
        <w:t>et brutal</w:t>
      </w:r>
      <w:r w:rsidR="00B97E5D">
        <w:t xml:space="preserve">, </w:t>
      </w:r>
      <w:r w:rsidRPr="003E4D35">
        <w:t>de celui qui voulait devenir peut-être dieu des caresses</w:t>
      </w:r>
      <w:r w:rsidR="00B97E5D">
        <w:t xml:space="preserve">. </w:t>
      </w:r>
      <w:r w:rsidRPr="003E4D35">
        <w:t>Une ambition sans bornes des moindres reflets dans les eaux</w:t>
      </w:r>
      <w:r w:rsidR="00B97E5D">
        <w:t xml:space="preserve">, </w:t>
      </w:r>
      <w:r w:rsidRPr="003E4D35">
        <w:t>des sources</w:t>
      </w:r>
      <w:r w:rsidR="00B97E5D">
        <w:t xml:space="preserve">, </w:t>
      </w:r>
      <w:r w:rsidRPr="003E4D35">
        <w:t>et qui gagnait des poissons isolés</w:t>
      </w:r>
      <w:r w:rsidR="00B97E5D">
        <w:t xml:space="preserve">, </w:t>
      </w:r>
      <w:r w:rsidRPr="003E4D35">
        <w:t>soudain figés et ridicules</w:t>
      </w:r>
      <w:r w:rsidR="00B97E5D">
        <w:t xml:space="preserve">. </w:t>
      </w:r>
      <w:r w:rsidRPr="003E4D35">
        <w:t>Les demi-appels</w:t>
      </w:r>
      <w:r w:rsidR="00B97E5D">
        <w:t xml:space="preserve">, </w:t>
      </w:r>
      <w:r w:rsidRPr="003E4D35">
        <w:t>les demi-éclats des modestes qui ne voulaient être que demi-dieux</w:t>
      </w:r>
      <w:r w:rsidR="00B97E5D">
        <w:t xml:space="preserve">. </w:t>
      </w:r>
      <w:r w:rsidRPr="003E4D35">
        <w:t>Une flatterie unanime qui me conviait à me croire d</w:t>
      </w:r>
      <w:r w:rsidR="00B97E5D">
        <w:t>’</w:t>
      </w:r>
      <w:r w:rsidRPr="003E4D35">
        <w:t>essence royale pour que tous alors sous mon couvert pussent se précipiter à la curée des noblesses</w:t>
      </w:r>
      <w:r w:rsidR="00B97E5D">
        <w:t xml:space="preserve">. </w:t>
      </w:r>
      <w:r w:rsidRPr="003E4D35">
        <w:t>Un nuage tout rond</w:t>
      </w:r>
      <w:r w:rsidR="00B97E5D">
        <w:t xml:space="preserve">, </w:t>
      </w:r>
      <w:r w:rsidRPr="003E4D35">
        <w:t>quotidien</w:t>
      </w:r>
      <w:r w:rsidR="00B97E5D">
        <w:t xml:space="preserve">, </w:t>
      </w:r>
      <w:r w:rsidRPr="003E4D35">
        <w:t>qui défilait vers midi devant moi</w:t>
      </w:r>
      <w:r w:rsidR="00B97E5D">
        <w:t xml:space="preserve">, </w:t>
      </w:r>
      <w:r w:rsidRPr="003E4D35">
        <w:t>fardé et po</w:t>
      </w:r>
      <w:r w:rsidRPr="003E4D35">
        <w:t>u</w:t>
      </w:r>
      <w:r w:rsidRPr="003E4D35">
        <w:t>dré</w:t>
      </w:r>
      <w:r w:rsidR="00B97E5D">
        <w:t xml:space="preserve">, </w:t>
      </w:r>
      <w:r w:rsidRPr="003E4D35">
        <w:t>comme Esther devant son roi</w:t>
      </w:r>
      <w:r w:rsidR="00B97E5D">
        <w:t xml:space="preserve">, </w:t>
      </w:r>
      <w:r w:rsidRPr="003E4D35">
        <w:t>avec la secrète prétention d</w:t>
      </w:r>
      <w:r w:rsidR="00B97E5D">
        <w:t>’</w:t>
      </w:r>
      <w:r w:rsidRPr="003E4D35">
        <w:t xml:space="preserve">avoir un grade entre les </w:t>
      </w:r>
      <w:proofErr w:type="spellStart"/>
      <w:r w:rsidRPr="003E4D35">
        <w:t>cumuli</w:t>
      </w:r>
      <w:proofErr w:type="spellEnd"/>
      <w:r w:rsidR="00B97E5D">
        <w:t xml:space="preserve"> ; </w:t>
      </w:r>
      <w:r w:rsidRPr="003E4D35">
        <w:t>les brisants autour de l</w:t>
      </w:r>
      <w:r w:rsidR="00B97E5D">
        <w:t>’</w:t>
      </w:r>
      <w:r w:rsidRPr="003E4D35">
        <w:t>île qui voulaient faire de moi avec leur fruit de feu une Walkyrie évei</w:t>
      </w:r>
      <w:r w:rsidRPr="003E4D35">
        <w:t>l</w:t>
      </w:r>
      <w:r w:rsidRPr="003E4D35">
        <w:t>lée</w:t>
      </w:r>
      <w:r w:rsidR="00B97E5D">
        <w:t xml:space="preserve"> ; </w:t>
      </w:r>
      <w:r w:rsidRPr="003E4D35">
        <w:t>la mer</w:t>
      </w:r>
      <w:r w:rsidR="00B97E5D">
        <w:t xml:space="preserve">, </w:t>
      </w:r>
      <w:r w:rsidRPr="003E4D35">
        <w:t>qui parfois s</w:t>
      </w:r>
      <w:r w:rsidR="00B97E5D">
        <w:t>’</w:t>
      </w:r>
      <w:r w:rsidRPr="003E4D35">
        <w:t>écartait de l</w:t>
      </w:r>
      <w:r w:rsidR="00B97E5D">
        <w:t>’</w:t>
      </w:r>
      <w:r w:rsidRPr="003E4D35">
        <w:t>horizon comme un gâteau de son moule</w:t>
      </w:r>
      <w:r w:rsidR="00B97E5D">
        <w:t xml:space="preserve">, </w:t>
      </w:r>
      <w:r w:rsidRPr="003E4D35">
        <w:t>que je n</w:t>
      </w:r>
      <w:r w:rsidR="00B97E5D">
        <w:t>’</w:t>
      </w:r>
      <w:r w:rsidRPr="003E4D35">
        <w:t>aurais eu dans ces moments qu</w:t>
      </w:r>
      <w:r w:rsidR="00B97E5D">
        <w:t>’</w:t>
      </w:r>
      <w:r w:rsidRPr="003E4D35">
        <w:t>à retou</w:t>
      </w:r>
      <w:r w:rsidRPr="003E4D35">
        <w:t>r</w:t>
      </w:r>
      <w:r w:rsidRPr="003E4D35">
        <w:t>ner</w:t>
      </w:r>
      <w:r w:rsidR="00B97E5D">
        <w:t xml:space="preserve">, </w:t>
      </w:r>
      <w:r w:rsidRPr="003E4D35">
        <w:t>déesse</w:t>
      </w:r>
      <w:r w:rsidR="00B97E5D">
        <w:t xml:space="preserve">. </w:t>
      </w:r>
      <w:r w:rsidRPr="003E4D35">
        <w:t>Je me refusais à combler ces vœux enfantins</w:t>
      </w:r>
      <w:r w:rsidR="00B97E5D">
        <w:t xml:space="preserve">. </w:t>
      </w:r>
      <w:r w:rsidRPr="003E4D35">
        <w:t>Le Novice et le Contrôleur gardèrent seuls une existence officielle au milieu de leurs rivaux du Pacifique</w:t>
      </w:r>
      <w:r w:rsidR="00B97E5D">
        <w:t xml:space="preserve">. </w:t>
      </w:r>
      <w:r w:rsidRPr="003E4D35">
        <w:t>Je me détournais du nuage</w:t>
      </w:r>
      <w:r w:rsidR="00B97E5D">
        <w:t xml:space="preserve">, </w:t>
      </w:r>
      <w:r w:rsidRPr="003E4D35">
        <w:t>du rayon avec l</w:t>
      </w:r>
      <w:r w:rsidR="00B97E5D">
        <w:t>’</w:t>
      </w:r>
      <w:r w:rsidRPr="003E4D35">
        <w:t>h</w:t>
      </w:r>
      <w:r w:rsidRPr="003E4D35">
        <w:t>u</w:t>
      </w:r>
      <w:r w:rsidRPr="003E4D35">
        <w:t>meur du prince qu</w:t>
      </w:r>
      <w:r w:rsidR="00B97E5D">
        <w:t>’</w:t>
      </w:r>
      <w:r w:rsidRPr="003E4D35">
        <w:t>on sollicite</w:t>
      </w:r>
      <w:r w:rsidR="00B97E5D">
        <w:t xml:space="preserve">. </w:t>
      </w:r>
      <w:r w:rsidRPr="003E4D35">
        <w:t>Je me gardais de certains gestes comme s</w:t>
      </w:r>
      <w:r w:rsidR="00B97E5D">
        <w:t>’</w:t>
      </w:r>
      <w:r w:rsidRPr="003E4D35">
        <w:t>ils allaient conférer d</w:t>
      </w:r>
      <w:r w:rsidR="00B97E5D">
        <w:t>’</w:t>
      </w:r>
      <w:r w:rsidRPr="003E4D35">
        <w:t>eux-mêmes</w:t>
      </w:r>
      <w:r w:rsidR="00B97E5D">
        <w:t xml:space="preserve">, </w:t>
      </w:r>
      <w:r w:rsidRPr="003E4D35">
        <w:t>ainsi qu</w:t>
      </w:r>
      <w:r w:rsidR="00B97E5D">
        <w:t>’</w:t>
      </w:r>
      <w:r w:rsidRPr="003E4D35">
        <w:t>il arrive parfois au roi d</w:t>
      </w:r>
      <w:r w:rsidR="00B97E5D">
        <w:t>’</w:t>
      </w:r>
      <w:r w:rsidRPr="003E4D35">
        <w:t>Espagne s</w:t>
      </w:r>
      <w:r w:rsidR="00B97E5D">
        <w:t>’</w:t>
      </w:r>
      <w:r w:rsidRPr="003E4D35">
        <w:t>il se couvre ou s</w:t>
      </w:r>
      <w:r w:rsidR="00B97E5D">
        <w:t>’</w:t>
      </w:r>
      <w:r w:rsidRPr="003E4D35">
        <w:t>il tutoie</w:t>
      </w:r>
      <w:r w:rsidR="00B97E5D">
        <w:t xml:space="preserve">, </w:t>
      </w:r>
      <w:r w:rsidRPr="003E4D35">
        <w:t>des titres à tous ces démons</w:t>
      </w:r>
      <w:r w:rsidR="00B97E5D">
        <w:t xml:space="preserve">. </w:t>
      </w:r>
      <w:r w:rsidRPr="003E4D35">
        <w:t>Je disais vous aux o</w:t>
      </w:r>
      <w:r w:rsidRPr="003E4D35">
        <w:t>i</w:t>
      </w:r>
      <w:r w:rsidRPr="003E4D35">
        <w:t>seaux</w:t>
      </w:r>
      <w:r w:rsidR="00B97E5D">
        <w:t xml:space="preserve">, </w:t>
      </w:r>
      <w:r w:rsidRPr="003E4D35">
        <w:t>à l</w:t>
      </w:r>
      <w:r w:rsidR="00B97E5D">
        <w:t>’</w:t>
      </w:r>
      <w:r w:rsidR="0057225F">
        <w:t>î</w:t>
      </w:r>
      <w:r w:rsidRPr="003E4D35">
        <w:t>le</w:t>
      </w:r>
      <w:r w:rsidR="00B97E5D">
        <w:t xml:space="preserve">. </w:t>
      </w:r>
      <w:r w:rsidRPr="003E4D35">
        <w:t>Je me m</w:t>
      </w:r>
      <w:r w:rsidRPr="003E4D35">
        <w:t>é</w:t>
      </w:r>
      <w:r w:rsidRPr="003E4D35">
        <w:t>fiais aussi de moi-même</w:t>
      </w:r>
      <w:r w:rsidR="00B97E5D">
        <w:t xml:space="preserve">, </w:t>
      </w:r>
      <w:r w:rsidRPr="003E4D35">
        <w:t>je savais que les femmes créent</w:t>
      </w:r>
      <w:r w:rsidR="00B97E5D">
        <w:t xml:space="preserve">, </w:t>
      </w:r>
      <w:r w:rsidRPr="003E4D35">
        <w:t>même sans l</w:t>
      </w:r>
      <w:r w:rsidR="00B97E5D">
        <w:t>’</w:t>
      </w:r>
      <w:r w:rsidRPr="003E4D35">
        <w:t>enfantement</w:t>
      </w:r>
      <w:r w:rsidR="00B97E5D">
        <w:t xml:space="preserve">, </w:t>
      </w:r>
      <w:r w:rsidRPr="003E4D35">
        <w:t>et d</w:t>
      </w:r>
      <w:r w:rsidR="00B97E5D">
        <w:t>’</w:t>
      </w:r>
      <w:r w:rsidRPr="003E4D35">
        <w:t>elles-mêmes</w:t>
      </w:r>
      <w:r w:rsidR="00B97E5D">
        <w:t xml:space="preserve">, </w:t>
      </w:r>
      <w:r w:rsidRPr="003E4D35">
        <w:t>des êtres toujours plus grands qu</w:t>
      </w:r>
      <w:r w:rsidR="00B97E5D">
        <w:t>’</w:t>
      </w:r>
      <w:r w:rsidRPr="003E4D35">
        <w:t>elles</w:t>
      </w:r>
      <w:r w:rsidR="00B97E5D">
        <w:t xml:space="preserve">. </w:t>
      </w:r>
      <w:r w:rsidRPr="003E4D35">
        <w:t>Je ne voulais donner à a</w:t>
      </w:r>
      <w:r w:rsidRPr="003E4D35">
        <w:t>u</w:t>
      </w:r>
      <w:r w:rsidRPr="003E4D35">
        <w:t>cune crainte</w:t>
      </w:r>
      <w:r w:rsidR="00B97E5D">
        <w:t xml:space="preserve">, </w:t>
      </w:r>
      <w:r w:rsidRPr="003E4D35">
        <w:t>à aucun espoir</w:t>
      </w:r>
      <w:r w:rsidR="00B97E5D">
        <w:t xml:space="preserve">, </w:t>
      </w:r>
      <w:r w:rsidRPr="003E4D35">
        <w:t>à aucun parfum dans l</w:t>
      </w:r>
      <w:r w:rsidR="00B97E5D">
        <w:t>’</w:t>
      </w:r>
      <w:r w:rsidRPr="003E4D35">
        <w:t>île le droit de se dire mon égal</w:t>
      </w:r>
      <w:r w:rsidR="00B97E5D">
        <w:t xml:space="preserve">. </w:t>
      </w:r>
      <w:r w:rsidRPr="003E4D35">
        <w:t>Souvent</w:t>
      </w:r>
      <w:r w:rsidR="00B97E5D">
        <w:t xml:space="preserve">, </w:t>
      </w:r>
      <w:r w:rsidRPr="003E4D35">
        <w:t>le soir</w:t>
      </w:r>
      <w:r w:rsidR="00B97E5D">
        <w:t xml:space="preserve">, </w:t>
      </w:r>
      <w:r w:rsidRPr="003E4D35">
        <w:t>quand toutes les forces d</w:t>
      </w:r>
      <w:r w:rsidRPr="003E4D35">
        <w:t>é</w:t>
      </w:r>
      <w:r w:rsidRPr="003E4D35">
        <w:t>chaînées du vent</w:t>
      </w:r>
      <w:r w:rsidR="00B97E5D">
        <w:t xml:space="preserve">, </w:t>
      </w:r>
      <w:r w:rsidRPr="003E4D35">
        <w:t>de la mer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archipel m</w:t>
      </w:r>
      <w:r w:rsidR="00B97E5D">
        <w:t>’</w:t>
      </w:r>
      <w:r w:rsidRPr="003E4D35">
        <w:t>assaillaient</w:t>
      </w:r>
      <w:r w:rsidR="00B97E5D">
        <w:t xml:space="preserve"> ; </w:t>
      </w:r>
      <w:r w:rsidRPr="003E4D35">
        <w:t>quand je les écoutais mendier</w:t>
      </w:r>
      <w:r w:rsidR="00B97E5D">
        <w:t xml:space="preserve">, </w:t>
      </w:r>
      <w:r w:rsidRPr="003E4D35">
        <w:t>désorientée malgré tout comme une mère qui n</w:t>
      </w:r>
      <w:r w:rsidR="00B97E5D">
        <w:t>’</w:t>
      </w:r>
      <w:r w:rsidRPr="003E4D35">
        <w:t xml:space="preserve">a </w:t>
      </w:r>
      <w:r w:rsidRPr="003E4D35">
        <w:lastRenderedPageBreak/>
        <w:t>pas do</w:t>
      </w:r>
      <w:r w:rsidRPr="003E4D35">
        <w:t>n</w:t>
      </w:r>
      <w:r w:rsidRPr="003E4D35">
        <w:t>né de nom à ses nombreux enfants</w:t>
      </w:r>
      <w:r w:rsidR="00B97E5D">
        <w:t xml:space="preserve"> ; </w:t>
      </w:r>
      <w:r w:rsidRPr="003E4D35">
        <w:t>quand</w:t>
      </w:r>
      <w:r w:rsidR="00B97E5D">
        <w:t xml:space="preserve">, </w:t>
      </w:r>
      <w:r w:rsidRPr="003E4D35">
        <w:t>petites et éternelles</w:t>
      </w:r>
      <w:r w:rsidR="00B97E5D">
        <w:t xml:space="preserve">, </w:t>
      </w:r>
      <w:r w:rsidRPr="003E4D35">
        <w:t>elles me découvraient sous mes plumes et mes feuillages et t</w:t>
      </w:r>
      <w:r w:rsidRPr="003E4D35">
        <w:t>i</w:t>
      </w:r>
      <w:r w:rsidRPr="003E4D35">
        <w:t>raient sur moi comme sur l</w:t>
      </w:r>
      <w:r w:rsidR="00B97E5D">
        <w:t>’</w:t>
      </w:r>
      <w:r w:rsidRPr="003E4D35">
        <w:t>anneau de la trappe qui leur ouvr</w:t>
      </w:r>
      <w:r w:rsidRPr="003E4D35">
        <w:t>i</w:t>
      </w:r>
      <w:r w:rsidRPr="003E4D35">
        <w:t>rait tout</w:t>
      </w:r>
      <w:r w:rsidR="00B97E5D">
        <w:t xml:space="preserve"> ; </w:t>
      </w:r>
      <w:r w:rsidRPr="003E4D35">
        <w:t>quand je me redressais au milieu de leur jubilation</w:t>
      </w:r>
      <w:r w:rsidR="00B97E5D">
        <w:t xml:space="preserve"> ; </w:t>
      </w:r>
      <w:r w:rsidRPr="003E4D35">
        <w:t>quand elles m</w:t>
      </w:r>
      <w:r w:rsidR="00B97E5D">
        <w:t>’</w:t>
      </w:r>
      <w:r w:rsidRPr="003E4D35">
        <w:t>éventaient</w:t>
      </w:r>
      <w:r w:rsidR="00B97E5D">
        <w:t xml:space="preserve">, </w:t>
      </w:r>
      <w:r w:rsidRPr="003E4D35">
        <w:t>me flattaient dans tous les recoins de mon âme</w:t>
      </w:r>
      <w:r w:rsidR="00B97E5D">
        <w:t xml:space="preserve">, </w:t>
      </w:r>
      <w:r w:rsidRPr="003E4D35">
        <w:t>touchaient de vraies mains mon corps</w:t>
      </w:r>
      <w:r w:rsidR="00B97E5D">
        <w:t xml:space="preserve">, </w:t>
      </w:r>
      <w:r w:rsidRPr="003E4D35">
        <w:t>caressant ma peau par sa doublure</w:t>
      </w:r>
      <w:r w:rsidR="00B97E5D">
        <w:t xml:space="preserve">, </w:t>
      </w:r>
      <w:r w:rsidRPr="003E4D35">
        <w:t>mes yeux par leur envers</w:t>
      </w:r>
      <w:r w:rsidR="00B97E5D">
        <w:t xml:space="preserve">, </w:t>
      </w:r>
      <w:r w:rsidRPr="003E4D35">
        <w:t>voyant dans cette fille de France leur unique chance d</w:t>
      </w:r>
      <w:r w:rsidR="00B97E5D">
        <w:t>’</w:t>
      </w:r>
      <w:r w:rsidRPr="003E4D35">
        <w:t>arriver jamais à la divinité</w:t>
      </w:r>
      <w:r w:rsidR="00B97E5D">
        <w:t xml:space="preserve"> ; </w:t>
      </w:r>
      <w:r w:rsidRPr="003E4D35">
        <w:t>et quand les parfums s</w:t>
      </w:r>
      <w:r w:rsidR="00B97E5D">
        <w:t>’</w:t>
      </w:r>
      <w:r w:rsidRPr="003E4D35">
        <w:t>en m</w:t>
      </w:r>
      <w:r w:rsidRPr="003E4D35">
        <w:t>ê</w:t>
      </w:r>
      <w:r w:rsidRPr="003E4D35">
        <w:t>laient</w:t>
      </w:r>
      <w:r w:rsidR="00B97E5D">
        <w:t xml:space="preserve"> ; </w:t>
      </w:r>
      <w:r w:rsidRPr="003E4D35">
        <w:t>et quand l</w:t>
      </w:r>
      <w:r w:rsidR="00B97E5D">
        <w:t>’</w:t>
      </w:r>
      <w:r w:rsidRPr="003E4D35">
        <w:t>odeur des glycines devenait si forte que je fronçais les sourcils comme en Europe quand le gaz est ouvert</w:t>
      </w:r>
      <w:r w:rsidR="00B97E5D">
        <w:t xml:space="preserve"> ; </w:t>
      </w:r>
      <w:r w:rsidRPr="003E4D35">
        <w:t>et quand chaque futur d</w:t>
      </w:r>
      <w:r w:rsidRPr="003E4D35">
        <w:t>é</w:t>
      </w:r>
      <w:r w:rsidRPr="003E4D35">
        <w:t>mon</w:t>
      </w:r>
      <w:r w:rsidR="00B97E5D">
        <w:t xml:space="preserve">, </w:t>
      </w:r>
      <w:r w:rsidRPr="003E4D35">
        <w:t>croyant me tenter et me laissant lui choisir jusqu</w:t>
      </w:r>
      <w:r w:rsidR="00B97E5D">
        <w:t>’</w:t>
      </w:r>
      <w:r w:rsidRPr="003E4D35">
        <w:t>à mon sexe</w:t>
      </w:r>
      <w:r w:rsidR="00B97E5D">
        <w:t xml:space="preserve">, </w:t>
      </w:r>
      <w:r w:rsidRPr="003E4D35">
        <w:t>se mettait à ma merci pour son genre d</w:t>
      </w:r>
      <w:r w:rsidR="00B97E5D">
        <w:t>’</w:t>
      </w:r>
      <w:r w:rsidRPr="003E4D35">
        <w:t>amour</w:t>
      </w:r>
      <w:r w:rsidR="00B97E5D">
        <w:t xml:space="preserve"> ; </w:t>
      </w:r>
      <w:r w:rsidRPr="003E4D35">
        <w:t>quand il eût suffi de mon consentement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clignement de mes yeux pour leur faire cette liberté que seule</w:t>
      </w:r>
      <w:r w:rsidR="00B97E5D">
        <w:t xml:space="preserve">, </w:t>
      </w:r>
      <w:r w:rsidRPr="003E4D35">
        <w:t>à mille lieues à la ronde</w:t>
      </w:r>
      <w:r w:rsidR="00B97E5D">
        <w:t xml:space="preserve">, </w:t>
      </w:r>
      <w:r w:rsidRPr="003E4D35">
        <w:t>je pouvais donner</w:t>
      </w:r>
      <w:r w:rsidR="00B97E5D">
        <w:t xml:space="preserve"> ; </w:t>
      </w:r>
      <w:r w:rsidRPr="003E4D35">
        <w:t>quand j</w:t>
      </w:r>
      <w:r w:rsidR="00B97E5D">
        <w:t>’</w:t>
      </w:r>
      <w:r w:rsidRPr="003E4D35">
        <w:t>entendais soudain</w:t>
      </w:r>
      <w:r w:rsidR="00B97E5D">
        <w:t xml:space="preserve">, </w:t>
      </w:r>
      <w:r w:rsidRPr="003E4D35">
        <w:t>au milieu de leur voix déjà familière</w:t>
      </w:r>
      <w:r w:rsidR="00B97E5D">
        <w:t xml:space="preserve">, </w:t>
      </w:r>
      <w:r w:rsidRPr="003E4D35">
        <w:t>le cri nouveau d</w:t>
      </w:r>
      <w:r w:rsidR="00B97E5D">
        <w:t>’</w:t>
      </w:r>
      <w:r w:rsidRPr="003E4D35">
        <w:t>un collègue venu du bout de l</w:t>
      </w:r>
      <w:r w:rsidR="00B97E5D">
        <w:t>’</w:t>
      </w:r>
      <w:r w:rsidRPr="003E4D35">
        <w:t>Océanie</w:t>
      </w:r>
      <w:r w:rsidR="00B97E5D">
        <w:t xml:space="preserve">, </w:t>
      </w:r>
      <w:r w:rsidRPr="003E4D35">
        <w:t>en m</w:t>
      </w:r>
      <w:r w:rsidR="00B97E5D">
        <w:t>’</w:t>
      </w:r>
      <w:r w:rsidRPr="003E4D35">
        <w:t>apprenant ici</w:t>
      </w:r>
      <w:r w:rsidR="00B97E5D">
        <w:t xml:space="preserve"> ; </w:t>
      </w:r>
      <w:r w:rsidRPr="003E4D35">
        <w:t>quand ils m</w:t>
      </w:r>
      <w:r w:rsidR="00B97E5D">
        <w:t>’</w:t>
      </w:r>
      <w:r w:rsidRPr="003E4D35">
        <w:t>assiégeaient</w:t>
      </w:r>
      <w:r w:rsidR="00B97E5D">
        <w:t xml:space="preserve">, </w:t>
      </w:r>
      <w:r w:rsidRPr="003E4D35">
        <w:t>dédaigneux de quelque vraie reine p</w:t>
      </w:r>
      <w:r w:rsidRPr="003E4D35">
        <w:t>o</w:t>
      </w:r>
      <w:r w:rsidRPr="003E4D35">
        <w:t>lynésienne d</w:t>
      </w:r>
      <w:r w:rsidR="00B97E5D">
        <w:t>’</w:t>
      </w:r>
      <w:r w:rsidRPr="003E4D35">
        <w:t>une île voisine</w:t>
      </w:r>
      <w:r w:rsidR="00B97E5D">
        <w:t xml:space="preserve">, </w:t>
      </w:r>
      <w:r w:rsidRPr="003E4D35">
        <w:t>parce qu</w:t>
      </w:r>
      <w:r w:rsidR="00B97E5D">
        <w:t>’</w:t>
      </w:r>
      <w:r w:rsidRPr="003E4D35">
        <w:t>ils me savaient</w:t>
      </w:r>
      <w:r w:rsidR="00B97E5D">
        <w:t xml:space="preserve">, </w:t>
      </w:r>
      <w:r w:rsidRPr="003E4D35">
        <w:t xml:space="preserve">élève de la pension </w:t>
      </w:r>
      <w:proofErr w:type="spellStart"/>
      <w:r w:rsidRPr="003E4D35">
        <w:t>Savageon</w:t>
      </w:r>
      <w:proofErr w:type="spellEnd"/>
      <w:r w:rsidR="00B97E5D">
        <w:t xml:space="preserve">, </w:t>
      </w:r>
      <w:r w:rsidRPr="003E4D35">
        <w:t>plus riche en mots magiques</w:t>
      </w:r>
      <w:r w:rsidR="00B97E5D">
        <w:t xml:space="preserve">, </w:t>
      </w:r>
      <w:r w:rsidRPr="003E4D35">
        <w:t>en noms illu</w:t>
      </w:r>
      <w:r w:rsidRPr="003E4D35">
        <w:t>s</w:t>
      </w:r>
      <w:r w:rsidRPr="003E4D35">
        <w:t>tres</w:t>
      </w:r>
      <w:r w:rsidR="00B97E5D">
        <w:t xml:space="preserve">, </w:t>
      </w:r>
      <w:r w:rsidRPr="003E4D35">
        <w:t>plus nourrie de po</w:t>
      </w:r>
      <w:r w:rsidRPr="003E4D35">
        <w:t>è</w:t>
      </w:r>
      <w:r w:rsidRPr="003E4D35">
        <w:t>mes et de gloires et qu</w:t>
      </w:r>
      <w:r w:rsidR="00B97E5D">
        <w:t>’</w:t>
      </w:r>
      <w:r w:rsidRPr="003E4D35">
        <w:t>ils désiraient tout à coup un titre européen</w:t>
      </w:r>
      <w:r w:rsidR="00B97E5D">
        <w:t xml:space="preserve"> ; </w:t>
      </w:r>
      <w:r w:rsidRPr="003E4D35">
        <w:t>quand je chassais le vent de la main comme chez nous un insecte</w:t>
      </w:r>
      <w:r w:rsidR="00B97E5D">
        <w:t xml:space="preserve">, </w:t>
      </w:r>
      <w:r w:rsidRPr="003E4D35">
        <w:t>la mer du pied comme chez nous un chien</w:t>
      </w:r>
      <w:r w:rsidR="00B97E5D">
        <w:t xml:space="preserve">, </w:t>
      </w:r>
      <w:r w:rsidRPr="003E4D35">
        <w:t>mer imbécile qui s</w:t>
      </w:r>
      <w:r w:rsidR="00B97E5D">
        <w:t>’</w:t>
      </w:r>
      <w:r w:rsidRPr="003E4D35">
        <w:t>offrait toute en ce moment même pour échanger son terr</w:t>
      </w:r>
      <w:r w:rsidRPr="003E4D35">
        <w:t>i</w:t>
      </w:r>
      <w:r w:rsidRPr="003E4D35">
        <w:t>ble nom plébéien contre un petit mot caressant</w:t>
      </w:r>
      <w:r w:rsidR="00B97E5D">
        <w:t xml:space="preserve"> ; </w:t>
      </w:r>
      <w:r w:rsidRPr="003E4D35">
        <w:t>quand je leur disais</w:t>
      </w:r>
      <w:r w:rsidR="00B97E5D">
        <w:t xml:space="preserve"> : </w:t>
      </w:r>
      <w:r w:rsidRPr="003E4D35">
        <w:t>tu ne me feras pas dire que tu es Éole</w:t>
      </w:r>
      <w:r w:rsidR="00B97E5D">
        <w:t xml:space="preserve">, </w:t>
      </w:r>
      <w:r w:rsidRPr="003E4D35">
        <w:t>que tu es Orphée</w:t>
      </w:r>
      <w:r w:rsidR="00B97E5D">
        <w:t xml:space="preserve">, </w:t>
      </w:r>
      <w:r w:rsidRPr="003E4D35">
        <w:t>tu n</w:t>
      </w:r>
      <w:r w:rsidR="00B97E5D">
        <w:t>’</w:t>
      </w:r>
      <w:r w:rsidRPr="003E4D35">
        <w:t>es que le vent</w:t>
      </w:r>
      <w:r w:rsidR="00B97E5D">
        <w:t xml:space="preserve">, </w:t>
      </w:r>
      <w:r w:rsidRPr="003E4D35">
        <w:t>tu n</w:t>
      </w:r>
      <w:r w:rsidR="00B97E5D">
        <w:t>’</w:t>
      </w:r>
      <w:r w:rsidRPr="003E4D35">
        <w:t>es que le cattleya</w:t>
      </w:r>
      <w:r w:rsidR="00B97E5D">
        <w:t xml:space="preserve">, </w:t>
      </w:r>
      <w:r w:rsidRPr="003E4D35">
        <w:t>tu n</w:t>
      </w:r>
      <w:r w:rsidR="00B97E5D">
        <w:t>’</w:t>
      </w:r>
      <w:r w:rsidRPr="003E4D35">
        <w:t>es que la mer</w:t>
      </w:r>
      <w:r w:rsidR="00B97E5D">
        <w:t xml:space="preserve"> ; </w:t>
      </w:r>
      <w:r w:rsidRPr="003E4D35">
        <w:t>et que le soleil et la lune au-dessus de ces vanités</w:t>
      </w:r>
      <w:r w:rsidR="00B97E5D">
        <w:t xml:space="preserve">, </w:t>
      </w:r>
      <w:r w:rsidRPr="003E4D35">
        <w:t>leur nom de Phébus et de Phébé collés sur eux comme un nom sur une gare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approuvaient</w:t>
      </w:r>
      <w:r w:rsidR="00B97E5D">
        <w:t xml:space="preserve">, </w:t>
      </w:r>
      <w:r w:rsidRPr="003E4D35">
        <w:t>alors</w:t>
      </w:r>
      <w:r w:rsidR="00B97E5D">
        <w:t xml:space="preserve">, </w:t>
      </w:r>
      <w:r w:rsidRPr="003E4D35">
        <w:t>parfois</w:t>
      </w:r>
      <w:r w:rsidR="00B97E5D">
        <w:t xml:space="preserve">, </w:t>
      </w:r>
      <w:r w:rsidRPr="003E4D35">
        <w:t>faut-il le dire</w:t>
      </w:r>
      <w:r w:rsidR="00B97E5D">
        <w:t xml:space="preserve"> ? </w:t>
      </w:r>
      <w:r w:rsidRPr="003E4D35">
        <w:t>un regret me prenait de n</w:t>
      </w:r>
      <w:r w:rsidR="00B97E5D">
        <w:t>’</w:t>
      </w:r>
      <w:r w:rsidRPr="003E4D35">
        <w:t>être point aussi avide qu</w:t>
      </w:r>
      <w:r w:rsidR="00B97E5D">
        <w:t>’</w:t>
      </w:r>
      <w:r w:rsidRPr="003E4D35">
        <w:t>eux</w:t>
      </w:r>
      <w:r w:rsidR="00B97E5D">
        <w:t xml:space="preserve">, </w:t>
      </w:r>
      <w:r w:rsidRPr="003E4D35">
        <w:t xml:space="preserve">une envie </w:t>
      </w:r>
      <w:r w:rsidRPr="003E4D35">
        <w:lastRenderedPageBreak/>
        <w:t>de sacrifier un peu de ces trésors en moi à mon éternité</w:t>
      </w:r>
      <w:r w:rsidR="00B97E5D">
        <w:t xml:space="preserve"> ; </w:t>
      </w:r>
      <w:r w:rsidRPr="003E4D35">
        <w:t>seule avec tant de mots merveilleux à mon se</w:t>
      </w:r>
      <w:r w:rsidRPr="003E4D35">
        <w:t>r</w:t>
      </w:r>
      <w:r w:rsidRPr="003E4D35">
        <w:t>vice</w:t>
      </w:r>
      <w:r w:rsidR="00B97E5D">
        <w:t xml:space="preserve">, </w:t>
      </w:r>
      <w:r w:rsidRPr="003E4D35">
        <w:t>un désir de choisir les cent plus beaux pour moi-même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pour narguer tous ces démons an</w:t>
      </w:r>
      <w:r w:rsidRPr="003E4D35">
        <w:t>o</w:t>
      </w:r>
      <w:r w:rsidRPr="003E4D35">
        <w:t>nymes</w:t>
      </w:r>
      <w:r w:rsidR="00B97E5D">
        <w:t xml:space="preserve">, </w:t>
      </w:r>
      <w:r w:rsidRPr="003E4D35">
        <w:t>de couvrir d</w:t>
      </w:r>
      <w:r w:rsidR="00B97E5D">
        <w:t>’</w:t>
      </w:r>
      <w:r w:rsidRPr="003E4D35">
        <w:t>appellations divines mes mains</w:t>
      </w:r>
      <w:r w:rsidR="00B97E5D">
        <w:t xml:space="preserve">, </w:t>
      </w:r>
      <w:r w:rsidRPr="003E4D35">
        <w:t>mes genoux et jusqu</w:t>
      </w:r>
      <w:r w:rsidR="00B97E5D">
        <w:t>’</w:t>
      </w:r>
      <w:r w:rsidRPr="003E4D35">
        <w:t>à mes pensées</w:t>
      </w:r>
      <w:r w:rsidR="00B97E5D">
        <w:t xml:space="preserve">. </w:t>
      </w:r>
      <w:r w:rsidRPr="003E4D35">
        <w:t>Je succombais une minute à cette couronne qu</w:t>
      </w:r>
      <w:r w:rsidR="00B97E5D">
        <w:t>’</w:t>
      </w:r>
      <w:r w:rsidRPr="003E4D35">
        <w:t>on m</w:t>
      </w:r>
      <w:r w:rsidR="00B97E5D">
        <w:t>’</w:t>
      </w:r>
      <w:r w:rsidRPr="003E4D35">
        <w:t>offrait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malgré moi plus compassée</w:t>
      </w:r>
      <w:r w:rsidR="00B97E5D">
        <w:t xml:space="preserve">, </w:t>
      </w:r>
      <w:r w:rsidRPr="003E4D35">
        <w:t>je me promenais d</w:t>
      </w:r>
      <w:r w:rsidR="00B97E5D">
        <w:t>’</w:t>
      </w:r>
      <w:r w:rsidRPr="003E4D35">
        <w:t>un pas plus noble dans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je forçais mon r</w:t>
      </w:r>
      <w:r w:rsidRPr="003E4D35">
        <w:t>e</w:t>
      </w:r>
      <w:r w:rsidRPr="003E4D35">
        <w:t>gard à plus d</w:t>
      </w:r>
      <w:r w:rsidR="00B97E5D">
        <w:t>’</w:t>
      </w:r>
      <w:r w:rsidRPr="003E4D35">
        <w:t>éclat</w:t>
      </w:r>
      <w:r w:rsidR="00B97E5D">
        <w:t xml:space="preserve">, </w:t>
      </w:r>
      <w:r w:rsidRPr="003E4D35">
        <w:t>plus de domination</w:t>
      </w:r>
      <w:r w:rsidR="00B97E5D">
        <w:t xml:space="preserve"> ; </w:t>
      </w:r>
      <w:r w:rsidRPr="003E4D35">
        <w:t>toute nue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allais co</w:t>
      </w:r>
      <w:r w:rsidRPr="003E4D35">
        <w:t>m</w:t>
      </w:r>
      <w:r w:rsidRPr="003E4D35">
        <w:t>me avec une traîne</w:t>
      </w:r>
      <w:r w:rsidR="00B97E5D">
        <w:t xml:space="preserve">. </w:t>
      </w:r>
      <w:r w:rsidRPr="003E4D35">
        <w:t>Déjà rusée comme un faux dieu</w:t>
      </w:r>
      <w:r w:rsidR="00B97E5D">
        <w:t xml:space="preserve">, </w:t>
      </w:r>
      <w:r w:rsidRPr="003E4D35">
        <w:t>connaissant les habit</w:t>
      </w:r>
      <w:r w:rsidRPr="003E4D35">
        <w:t>u</w:t>
      </w:r>
      <w:r w:rsidRPr="003E4D35">
        <w:t>des des astres ou des éléments</w:t>
      </w:r>
      <w:r w:rsidR="00B97E5D">
        <w:t xml:space="preserve">, </w:t>
      </w:r>
      <w:r w:rsidRPr="003E4D35">
        <w:t>comme les e</w:t>
      </w:r>
      <w:r w:rsidRPr="003E4D35">
        <w:t>n</w:t>
      </w:r>
      <w:r w:rsidRPr="003E4D35">
        <w:t>fants qui comptent trois</w:t>
      </w:r>
      <w:r w:rsidR="00B97E5D">
        <w:t xml:space="preserve">, </w:t>
      </w:r>
      <w:r w:rsidRPr="003E4D35">
        <w:t>pour faire partir le train</w:t>
      </w:r>
      <w:r w:rsidR="00B97E5D">
        <w:t xml:space="preserve">, </w:t>
      </w:r>
      <w:r w:rsidRPr="003E4D35">
        <w:t xml:space="preserve">je disais </w:t>
      </w:r>
      <w:r w:rsidR="00B97E5D">
        <w:t>« </w:t>
      </w:r>
      <w:proofErr w:type="spellStart"/>
      <w:r w:rsidRPr="003E4D35">
        <w:t>couche-toi</w:t>
      </w:r>
      <w:proofErr w:type="spellEnd"/>
      <w:r w:rsidR="00B97E5D">
        <w:t> »</w:t>
      </w:r>
      <w:r w:rsidRPr="003E4D35">
        <w:t xml:space="preserve"> au soleil devant mes démons ébahis</w:t>
      </w:r>
      <w:r w:rsidR="00B97E5D">
        <w:t xml:space="preserve">, </w:t>
      </w:r>
      <w:r w:rsidRPr="003E4D35">
        <w:t>quand le soleil touchait l</w:t>
      </w:r>
      <w:r w:rsidR="00B97E5D">
        <w:t>’</w:t>
      </w:r>
      <w:r w:rsidRPr="003E4D35">
        <w:t>horizon</w:t>
      </w:r>
      <w:r w:rsidR="00B97E5D">
        <w:t xml:space="preserve">. </w:t>
      </w:r>
      <w:r w:rsidRPr="003E4D35">
        <w:t>Mais le sentiment hiérarchique est le plus fort dans une âme l</w:t>
      </w:r>
      <w:r w:rsidRPr="003E4D35">
        <w:t>a</w:t>
      </w:r>
      <w:r w:rsidRPr="003E4D35">
        <w:t>tine</w:t>
      </w:r>
      <w:r w:rsidR="00B97E5D">
        <w:t xml:space="preserve">. </w:t>
      </w:r>
      <w:r w:rsidRPr="003E4D35">
        <w:t>La pensée soudaine de ces gens en Europe que je sentais mes vrais maîtres</w:t>
      </w:r>
      <w:r w:rsidR="00B97E5D">
        <w:t xml:space="preserve">, </w:t>
      </w:r>
      <w:r w:rsidRPr="003E4D35">
        <w:t>ces receveuses de tra</w:t>
      </w:r>
      <w:r w:rsidRPr="003E4D35">
        <w:t>m</w:t>
      </w:r>
      <w:r w:rsidRPr="003E4D35">
        <w:t>ways qui vous égarent</w:t>
      </w:r>
      <w:r w:rsidR="00B97E5D">
        <w:t xml:space="preserve">, </w:t>
      </w:r>
      <w:r w:rsidRPr="003E4D35">
        <w:t>ces agents qui vous martyrisent</w:t>
      </w:r>
      <w:r w:rsidR="00B97E5D">
        <w:t xml:space="preserve">, </w:t>
      </w:r>
      <w:r w:rsidRPr="003E4D35">
        <w:t>ces c</w:t>
      </w:r>
      <w:r w:rsidRPr="003E4D35">
        <w:t>o</w:t>
      </w:r>
      <w:r w:rsidRPr="003E4D35">
        <w:t>chers qui vous enferment en des boîtes puantes</w:t>
      </w:r>
      <w:r w:rsidR="00B97E5D">
        <w:t xml:space="preserve">, </w:t>
      </w:r>
      <w:r w:rsidRPr="003E4D35">
        <w:t>ces taxis</w:t>
      </w:r>
      <w:r w:rsidR="00B97E5D">
        <w:t xml:space="preserve">, </w:t>
      </w:r>
      <w:r w:rsidRPr="003E4D35">
        <w:t xml:space="preserve">refuges et plates-formes où je </w:t>
      </w:r>
      <w:proofErr w:type="gramStart"/>
      <w:r w:rsidRPr="003E4D35">
        <w:t>n</w:t>
      </w:r>
      <w:r w:rsidR="00B97E5D">
        <w:t>’</w:t>
      </w:r>
      <w:r w:rsidRPr="003E4D35">
        <w:t>avais été</w:t>
      </w:r>
      <w:proofErr w:type="gramEnd"/>
      <w:r w:rsidRPr="003E4D35">
        <w:t xml:space="preserve"> et ne serais jamais à mon retour qu</w:t>
      </w:r>
      <w:r w:rsidR="00B97E5D">
        <w:t>’</w:t>
      </w:r>
      <w:r w:rsidRPr="003E4D35">
        <w:t>une esclave payante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égayait et m</w:t>
      </w:r>
      <w:r w:rsidR="00B97E5D">
        <w:t>’</w:t>
      </w:r>
      <w:r w:rsidRPr="003E4D35">
        <w:t>enlevait toute prétention</w:t>
      </w:r>
      <w:r w:rsidR="00B97E5D">
        <w:t xml:space="preserve">, </w:t>
      </w:r>
      <w:r w:rsidRPr="003E4D35">
        <w:t>même en c</w:t>
      </w:r>
      <w:r w:rsidRPr="003E4D35">
        <w:t>a</w:t>
      </w:r>
      <w:r w:rsidRPr="003E4D35">
        <w:t>chette</w:t>
      </w:r>
      <w:r w:rsidR="00B97E5D">
        <w:t xml:space="preserve">, </w:t>
      </w:r>
      <w:r w:rsidRPr="003E4D35">
        <w:t>à être dieu</w:t>
      </w:r>
      <w:r w:rsidR="00B97E5D">
        <w:t xml:space="preserve">. </w:t>
      </w:r>
      <w:r w:rsidRPr="003E4D35">
        <w:t>Je sortais du rayon où malgré moi je m</w:t>
      </w:r>
      <w:r w:rsidR="00B97E5D">
        <w:t>’</w:t>
      </w:r>
      <w:r w:rsidRPr="003E4D35">
        <w:t>étais logée</w:t>
      </w:r>
      <w:r w:rsidR="00B97E5D">
        <w:t xml:space="preserve">, </w:t>
      </w:r>
      <w:r w:rsidRPr="003E4D35">
        <w:t>comme d</w:t>
      </w:r>
      <w:r w:rsidR="00B97E5D">
        <w:t>’</w:t>
      </w:r>
      <w:r w:rsidRPr="003E4D35">
        <w:t>un déguisement</w:t>
      </w:r>
      <w:r w:rsidR="00B97E5D">
        <w:t>.</w:t>
      </w:r>
    </w:p>
    <w:p w14:paraId="74A98D69" w14:textId="77777777" w:rsidR="00B97E5D" w:rsidRDefault="00F225BE" w:rsidP="00F225BE">
      <w:r w:rsidRPr="003E4D35">
        <w:t>Les mois passaient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vite appris à compter par lunes</w:t>
      </w:r>
      <w:r w:rsidR="00B97E5D">
        <w:t xml:space="preserve">. </w:t>
      </w:r>
      <w:r w:rsidRPr="003E4D35">
        <w:t>Je me réjouissais des pleines lunes comme d</w:t>
      </w:r>
      <w:r w:rsidR="00B97E5D">
        <w:t>’</w:t>
      </w:r>
      <w:r w:rsidRPr="003E4D35">
        <w:t>un salaire</w:t>
      </w:r>
      <w:r w:rsidR="00B97E5D">
        <w:t xml:space="preserve">, </w:t>
      </w:r>
      <w:r w:rsidRPr="003E4D35">
        <w:t>comme chez nous des fins de mois</w:t>
      </w:r>
      <w:r w:rsidR="00B97E5D">
        <w:t xml:space="preserve">, </w:t>
      </w:r>
      <w:r w:rsidRPr="003E4D35">
        <w:t>heureuse d</w:t>
      </w:r>
      <w:r w:rsidR="00B97E5D">
        <w:t>’</w:t>
      </w:r>
      <w:r w:rsidRPr="003E4D35">
        <w:t>avoir roulé de mes yeux cette boule à la maturité</w:t>
      </w:r>
      <w:r w:rsidR="00B97E5D">
        <w:t xml:space="preserve">. </w:t>
      </w:r>
      <w:r w:rsidRPr="003E4D35">
        <w:t>Mais déjà j</w:t>
      </w:r>
      <w:r w:rsidR="00B97E5D">
        <w:t>’</w:t>
      </w:r>
      <w:r w:rsidRPr="003E4D35">
        <w:t>étais à l</w:t>
      </w:r>
      <w:r w:rsidR="00B97E5D">
        <w:t>’</w:t>
      </w:r>
      <w:r w:rsidRPr="003E4D35">
        <w:t>étroit dans ces époques trop petites</w:t>
      </w:r>
      <w:r w:rsidR="00B97E5D">
        <w:t xml:space="preserve">. </w:t>
      </w:r>
      <w:r w:rsidRPr="003E4D35">
        <w:t>Ce désir trimestriel de vagabondage que me poussait autrefois aux couturières</w:t>
      </w:r>
      <w:r w:rsidR="00B97E5D">
        <w:t xml:space="preserve">, </w:t>
      </w:r>
      <w:r w:rsidRPr="003E4D35">
        <w:t>aux modistes</w:t>
      </w:r>
      <w:r w:rsidR="00B97E5D">
        <w:t xml:space="preserve">, </w:t>
      </w:r>
      <w:r w:rsidRPr="003E4D35">
        <w:t>je lui obéissais encore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le désir de saisons</w:t>
      </w:r>
      <w:r w:rsidR="00B97E5D">
        <w:t xml:space="preserve"> ; </w:t>
      </w:r>
      <w:r w:rsidRPr="003E4D35">
        <w:t>mais je n</w:t>
      </w:r>
      <w:r w:rsidR="00B97E5D">
        <w:t>’</w:t>
      </w:r>
      <w:r w:rsidRPr="003E4D35">
        <w:t>arrivais pas à en découvrir</w:t>
      </w:r>
      <w:r w:rsidR="00B97E5D">
        <w:t xml:space="preserve">. </w:t>
      </w:r>
      <w:r w:rsidRPr="003E4D35">
        <w:t>Rien dans l</w:t>
      </w:r>
      <w:r w:rsidR="00B97E5D">
        <w:t>’</w:t>
      </w:r>
      <w:r w:rsidRPr="003E4D35">
        <w:t>île qui m</w:t>
      </w:r>
      <w:r w:rsidR="00B97E5D">
        <w:t>’</w:t>
      </w:r>
      <w:r w:rsidRPr="003E4D35">
        <w:t>eût permis encore de distinguer un automne ou un hiver</w:t>
      </w:r>
      <w:r w:rsidR="00B97E5D">
        <w:t xml:space="preserve">. </w:t>
      </w:r>
      <w:r w:rsidRPr="003E4D35">
        <w:t>Parfois une frange rose aux feuilles d</w:t>
      </w:r>
      <w:r w:rsidR="00B97E5D">
        <w:t>’</w:t>
      </w:r>
      <w:r w:rsidRPr="003E4D35">
        <w:t>un arbre semblait indiquer un arrière-printemps</w:t>
      </w:r>
      <w:r w:rsidR="00B97E5D">
        <w:t xml:space="preserve">, </w:t>
      </w:r>
      <w:r w:rsidRPr="003E4D35">
        <w:t>un été à sa fin</w:t>
      </w:r>
      <w:r w:rsidR="00B97E5D">
        <w:t xml:space="preserve">, </w:t>
      </w:r>
      <w:r w:rsidRPr="003E4D35">
        <w:t>mais l</w:t>
      </w:r>
      <w:r w:rsidR="00B97E5D">
        <w:t>’</w:t>
      </w:r>
      <w:r w:rsidRPr="003E4D35">
        <w:t>arbre voisin n</w:t>
      </w:r>
      <w:r w:rsidR="00B97E5D">
        <w:t>’</w:t>
      </w:r>
      <w:r w:rsidRPr="003E4D35">
        <w:t xml:space="preserve">en était </w:t>
      </w:r>
      <w:r w:rsidRPr="003E4D35">
        <w:lastRenderedPageBreak/>
        <w:t>que plus vert</w:t>
      </w:r>
      <w:r w:rsidR="00B97E5D">
        <w:t xml:space="preserve">. </w:t>
      </w:r>
      <w:r w:rsidRPr="003E4D35">
        <w:t>Parfois la lune était mince et transparente</w:t>
      </w:r>
      <w:r w:rsidR="00B97E5D">
        <w:t xml:space="preserve">, </w:t>
      </w:r>
      <w:r w:rsidRPr="003E4D35">
        <w:t>on voyait les étoiles au travers comme en été</w:t>
      </w:r>
      <w:r w:rsidR="00B97E5D">
        <w:t xml:space="preserve">, </w:t>
      </w:r>
      <w:r w:rsidRPr="003E4D35">
        <w:t>mais le soleil n</w:t>
      </w:r>
      <w:r w:rsidR="00B97E5D">
        <w:t>’</w:t>
      </w:r>
      <w:r w:rsidRPr="003E4D35">
        <w:t>était pas d</w:t>
      </w:r>
      <w:r w:rsidR="00B97E5D">
        <w:t>’</w:t>
      </w:r>
      <w:r w:rsidRPr="003E4D35">
        <w:t>un degré plus fort</w:t>
      </w:r>
      <w:r w:rsidR="00B97E5D">
        <w:t xml:space="preserve">, </w:t>
      </w:r>
      <w:r w:rsidRPr="003E4D35">
        <w:t>et tous deux ne vivaient pas ici aux dépens l</w:t>
      </w:r>
      <w:r w:rsidR="00B97E5D">
        <w:t>’</w:t>
      </w:r>
      <w:r w:rsidRPr="003E4D35">
        <w:t>un de l</w:t>
      </w:r>
      <w:r w:rsidR="00B97E5D">
        <w:t>’</w:t>
      </w:r>
      <w:r w:rsidRPr="003E4D35">
        <w:t>autre</w:t>
      </w:r>
      <w:r w:rsidR="00B97E5D">
        <w:t xml:space="preserve">. </w:t>
      </w:r>
      <w:r w:rsidRPr="003E4D35">
        <w:t>On avait déposé au pied de chaque arbuste une année entière qu</w:t>
      </w:r>
      <w:r w:rsidR="00B97E5D">
        <w:t>’</w:t>
      </w:r>
      <w:r w:rsidRPr="003E4D35">
        <w:t>il consumait lentement à sa guise</w:t>
      </w:r>
      <w:r w:rsidR="00B97E5D">
        <w:t xml:space="preserve">. </w:t>
      </w:r>
      <w:r w:rsidRPr="003E4D35">
        <w:t>Je crus découvrir qu</w:t>
      </w:r>
      <w:r w:rsidR="00B97E5D">
        <w:t>’</w:t>
      </w:r>
      <w:r w:rsidRPr="003E4D35">
        <w:t>une sorte de tilleul perdait son feuillage</w:t>
      </w:r>
      <w:r w:rsidR="00B97E5D">
        <w:t xml:space="preserve"> ; </w:t>
      </w:r>
      <w:r w:rsidRPr="003E4D35">
        <w:t>je m</w:t>
      </w:r>
      <w:r w:rsidR="00B97E5D">
        <w:t>’</w:t>
      </w:r>
      <w:r w:rsidRPr="003E4D35">
        <w:t>en réjouissais</w:t>
      </w:r>
      <w:r w:rsidR="00B97E5D">
        <w:t xml:space="preserve"> ; </w:t>
      </w:r>
      <w:r w:rsidRPr="003E4D35">
        <w:t>ainsi je ve</w:t>
      </w:r>
      <w:r w:rsidRPr="003E4D35">
        <w:t>r</w:t>
      </w:r>
      <w:r w:rsidRPr="003E4D35">
        <w:t>rais du moins des bourgeons pousser</w:t>
      </w:r>
      <w:r w:rsidR="00B97E5D">
        <w:t xml:space="preserve">, </w:t>
      </w:r>
      <w:r w:rsidRPr="003E4D35">
        <w:t>des rameaux verdir</w:t>
      </w:r>
      <w:r w:rsidR="00B97E5D">
        <w:t xml:space="preserve"> : </w:t>
      </w:r>
      <w:r w:rsidRPr="003E4D35">
        <w:t>je venais chaque jour ramasser chaque feuille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allumais le feu à leur tas</w:t>
      </w:r>
      <w:r w:rsidR="00B97E5D">
        <w:t xml:space="preserve">, </w:t>
      </w:r>
      <w:r w:rsidRPr="003E4D35">
        <w:t>de cette loupe que me faisait voir toujours deux ou trois fois grandeur nature l</w:t>
      </w:r>
      <w:r w:rsidR="00B97E5D">
        <w:t>’</w:t>
      </w:r>
      <w:r w:rsidRPr="003E4D35">
        <w:t>objet que j</w:t>
      </w:r>
      <w:r w:rsidR="00B97E5D">
        <w:t>’</w:t>
      </w:r>
      <w:r w:rsidRPr="003E4D35">
        <w:t>allais détruire</w:t>
      </w:r>
      <w:r w:rsidR="00B97E5D">
        <w:t xml:space="preserve"> ; </w:t>
      </w:r>
      <w:r w:rsidRPr="003E4D35">
        <w:t>je pus une m</w:t>
      </w:r>
      <w:r w:rsidRPr="003E4D35">
        <w:t>i</w:t>
      </w:r>
      <w:r w:rsidRPr="003E4D35">
        <w:t>nute voir une feuille morte trois fois plus grande</w:t>
      </w:r>
      <w:r w:rsidR="00B97E5D">
        <w:t xml:space="preserve">, </w:t>
      </w:r>
      <w:r w:rsidRPr="003E4D35">
        <w:t>un automne trois fois plus grand que ceux d</w:t>
      </w:r>
      <w:r w:rsidR="00B97E5D">
        <w:t>’</w:t>
      </w:r>
      <w:r w:rsidRPr="003E4D35">
        <w:t>Europe</w:t>
      </w:r>
      <w:r w:rsidR="00B97E5D">
        <w:t xml:space="preserve">… </w:t>
      </w:r>
      <w:r w:rsidRPr="003E4D35">
        <w:t>mais bientôt je co</w:t>
      </w:r>
      <w:r w:rsidRPr="003E4D35">
        <w:t>m</w:t>
      </w:r>
      <w:r w:rsidRPr="003E4D35">
        <w:t>pris le malentendu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arbre était mort pour toujours</w:t>
      </w:r>
      <w:r w:rsidR="00B97E5D">
        <w:t xml:space="preserve">. </w:t>
      </w:r>
      <w:r w:rsidRPr="003E4D35">
        <w:t>Pas de sa</w:t>
      </w:r>
      <w:r w:rsidRPr="003E4D35">
        <w:t>i</w:t>
      </w:r>
      <w:r w:rsidRPr="003E4D35">
        <w:t>sons</w:t>
      </w:r>
      <w:r w:rsidR="00B97E5D">
        <w:t xml:space="preserve">. </w:t>
      </w:r>
      <w:r w:rsidRPr="003E4D35">
        <w:t>Je cherchais leurs traces des heures entières</w:t>
      </w:r>
      <w:r w:rsidR="00B97E5D">
        <w:t xml:space="preserve">, </w:t>
      </w:r>
      <w:r w:rsidRPr="003E4D35">
        <w:t>dans les co</w:t>
      </w:r>
      <w:r w:rsidRPr="003E4D35">
        <w:t>l</w:t>
      </w:r>
      <w:r w:rsidRPr="003E4D35">
        <w:t>lines</w:t>
      </w:r>
      <w:r w:rsidR="00B97E5D">
        <w:t xml:space="preserve">, </w:t>
      </w:r>
      <w:r w:rsidRPr="003E4D35">
        <w:t>dans les gazons</w:t>
      </w:r>
      <w:r w:rsidR="00B97E5D">
        <w:t xml:space="preserve">, </w:t>
      </w:r>
      <w:r w:rsidRPr="003E4D35">
        <w:t>obtenant une minute un faux printemps grâce à mille perruches d</w:t>
      </w:r>
      <w:r w:rsidR="00B97E5D">
        <w:t>’</w:t>
      </w:r>
      <w:r w:rsidRPr="003E4D35">
        <w:t>un vert nouveau sur un bosquet</w:t>
      </w:r>
      <w:r w:rsidR="00B97E5D">
        <w:t xml:space="preserve">, </w:t>
      </w:r>
      <w:r w:rsidRPr="003E4D35">
        <w:t>un faux hiver toute une nuit grâce au faux givre de la nacre</w:t>
      </w:r>
      <w:r w:rsidR="00B97E5D">
        <w:t xml:space="preserve">… </w:t>
      </w:r>
      <w:r w:rsidRPr="003E4D35">
        <w:t>mais désorientée dans ma marche et mes promenades</w:t>
      </w:r>
      <w:r w:rsidR="00B97E5D">
        <w:t xml:space="preserve">, </w:t>
      </w:r>
      <w:r w:rsidRPr="003E4D35">
        <w:t>comme si l</w:t>
      </w:r>
      <w:r w:rsidR="00B97E5D">
        <w:t>’</w:t>
      </w:r>
      <w:r w:rsidRPr="003E4D35">
        <w:t>on m</w:t>
      </w:r>
      <w:r w:rsidR="00B97E5D">
        <w:t>’</w:t>
      </w:r>
      <w:r w:rsidRPr="003E4D35">
        <w:t>avait enlevé</w:t>
      </w:r>
      <w:r w:rsidR="00B97E5D">
        <w:t xml:space="preserve">, </w:t>
      </w:r>
      <w:r w:rsidRPr="003E4D35">
        <w:t>avec elles quatre</w:t>
      </w:r>
      <w:r w:rsidR="00B97E5D">
        <w:t xml:space="preserve">, </w:t>
      </w:r>
      <w:r w:rsidRPr="003E4D35">
        <w:t>mes quatre points cardinaux</w:t>
      </w:r>
      <w:r w:rsidR="00B97E5D">
        <w:t>.</w:t>
      </w:r>
    </w:p>
    <w:p w14:paraId="30B11442" w14:textId="77777777" w:rsidR="00B97E5D" w:rsidRDefault="00F225BE" w:rsidP="00F225BE">
      <w:r w:rsidRPr="003E4D35">
        <w:t>Or</w:t>
      </w:r>
      <w:r w:rsidR="00B97E5D">
        <w:t xml:space="preserve">, </w:t>
      </w:r>
      <w:r w:rsidRPr="003E4D35">
        <w:t>un matin</w:t>
      </w:r>
      <w:r w:rsidR="00B97E5D">
        <w:t xml:space="preserve">, </w:t>
      </w:r>
      <w:r w:rsidRPr="003E4D35">
        <w:t>je fus éveillée par des cris d</w:t>
      </w:r>
      <w:r w:rsidR="00B97E5D">
        <w:t>’</w:t>
      </w:r>
      <w:r w:rsidRPr="003E4D35">
        <w:t>oiseaux inco</w:t>
      </w:r>
      <w:r w:rsidRPr="003E4D35">
        <w:t>n</w:t>
      </w:r>
      <w:r w:rsidRPr="003E4D35">
        <w:t>nus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île tout entière n</w:t>
      </w:r>
      <w:r w:rsidR="00B97E5D">
        <w:t>’</w:t>
      </w:r>
      <w:r w:rsidRPr="003E4D35">
        <w:t>était que vacarme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essayais de voir ces nouveaux hôtes qui venaient de s</w:t>
      </w:r>
      <w:r w:rsidR="00B97E5D">
        <w:t>’</w:t>
      </w:r>
      <w:r w:rsidRPr="003E4D35">
        <w:t>abattre par myriades autour de moi</w:t>
      </w:r>
      <w:r w:rsidR="00B97E5D">
        <w:t xml:space="preserve">. </w:t>
      </w:r>
      <w:r w:rsidRPr="003E4D35">
        <w:t>Mais je ne distinguais</w:t>
      </w:r>
      <w:r w:rsidR="00B97E5D">
        <w:t xml:space="preserve">, </w:t>
      </w:r>
      <w:r w:rsidRPr="003E4D35">
        <w:t>immobiles sur leurs branches ou à leur place habituelle</w:t>
      </w:r>
      <w:r w:rsidR="00B97E5D">
        <w:t xml:space="preserve">, </w:t>
      </w:r>
      <w:r w:rsidRPr="003E4D35">
        <w:t xml:space="preserve">que les mêmes </w:t>
      </w:r>
      <w:proofErr w:type="spellStart"/>
      <w:r w:rsidRPr="003E4D35">
        <w:t>gourahs</w:t>
      </w:r>
      <w:proofErr w:type="spellEnd"/>
      <w:r w:rsidR="00B97E5D">
        <w:t xml:space="preserve">, </w:t>
      </w:r>
      <w:r w:rsidRPr="003E4D35">
        <w:t>les mêmes pa</w:t>
      </w:r>
      <w:r w:rsidRPr="003E4D35">
        <w:t>s</w:t>
      </w:r>
      <w:r w:rsidRPr="003E4D35">
        <w:t>sereaux</w:t>
      </w:r>
      <w:r w:rsidR="00B97E5D">
        <w:t xml:space="preserve">, </w:t>
      </w:r>
      <w:r w:rsidRPr="003E4D35">
        <w:t>les mêmes adjudants</w:t>
      </w:r>
      <w:r w:rsidR="00B97E5D">
        <w:t xml:space="preserve">. </w:t>
      </w:r>
      <w:r w:rsidRPr="003E4D35">
        <w:t>Des improvisations entières de rossignols</w:t>
      </w:r>
      <w:r w:rsidR="00B97E5D">
        <w:t xml:space="preserve">, </w:t>
      </w:r>
      <w:r w:rsidRPr="003E4D35">
        <w:t>des chants de merle</w:t>
      </w:r>
      <w:r w:rsidR="00B97E5D">
        <w:t xml:space="preserve">, </w:t>
      </w:r>
      <w:r w:rsidRPr="003E4D35">
        <w:t>de canari</w:t>
      </w:r>
      <w:r w:rsidR="00B97E5D">
        <w:t xml:space="preserve">, </w:t>
      </w:r>
      <w:r w:rsidRPr="003E4D35">
        <w:t>mais j</w:t>
      </w:r>
      <w:r w:rsidR="00B97E5D">
        <w:t>’</w:t>
      </w:r>
      <w:r w:rsidRPr="003E4D35">
        <w:t>essayais en vain d</w:t>
      </w:r>
      <w:r w:rsidR="00B97E5D">
        <w:t>’</w:t>
      </w:r>
      <w:r w:rsidRPr="003E4D35">
        <w:t>apercevoir les chanteurs</w:t>
      </w:r>
      <w:r w:rsidR="00B97E5D">
        <w:t xml:space="preserve">. </w:t>
      </w:r>
      <w:r w:rsidRPr="003E4D35">
        <w:t>Enfin je compris</w:t>
      </w:r>
      <w:r w:rsidR="00B97E5D">
        <w:t xml:space="preserve">… </w:t>
      </w:r>
      <w:r w:rsidRPr="003E4D35">
        <w:t>Ces cris pa</w:t>
      </w:r>
      <w:r w:rsidRPr="003E4D35">
        <w:t>r</w:t>
      </w:r>
      <w:r w:rsidRPr="003E4D35">
        <w:t>taient de mes oiseaux</w:t>
      </w:r>
      <w:r w:rsidR="00B97E5D">
        <w:t xml:space="preserve">. </w:t>
      </w:r>
      <w:r w:rsidRPr="003E4D35">
        <w:t>Ces myriades de chanteurs étaient logés chacun dans un de mes compagnons muets</w:t>
      </w:r>
      <w:r w:rsidR="00B97E5D">
        <w:t xml:space="preserve">. </w:t>
      </w:r>
      <w:r w:rsidRPr="003E4D35">
        <w:t>Ce sifflement à v</w:t>
      </w:r>
      <w:r w:rsidRPr="003E4D35">
        <w:t>o</w:t>
      </w:r>
      <w:r w:rsidRPr="003E4D35">
        <w:t>lutes sortait de ces pigeons qui d</w:t>
      </w:r>
      <w:r w:rsidR="00B97E5D">
        <w:t>’</w:t>
      </w:r>
      <w:r w:rsidRPr="003E4D35">
        <w:t>habitude gloussaient</w:t>
      </w:r>
      <w:r w:rsidR="00B97E5D">
        <w:t xml:space="preserve">. </w:t>
      </w:r>
      <w:r w:rsidRPr="003E4D35">
        <w:t>Ces cris de merle</w:t>
      </w:r>
      <w:r w:rsidR="00B97E5D">
        <w:t xml:space="preserve">, </w:t>
      </w:r>
      <w:r w:rsidRPr="003E4D35">
        <w:t xml:space="preserve">de la demoiselle </w:t>
      </w:r>
      <w:r w:rsidRPr="003E4D35">
        <w:lastRenderedPageBreak/>
        <w:t>à aigrette qui parlait jusqu</w:t>
      </w:r>
      <w:r w:rsidR="00B97E5D">
        <w:t>’</w:t>
      </w:r>
      <w:r w:rsidRPr="003E4D35">
        <w:t>ici par des ricanements</w:t>
      </w:r>
      <w:r w:rsidR="00B97E5D">
        <w:t xml:space="preserve">. </w:t>
      </w:r>
      <w:r w:rsidRPr="003E4D35">
        <w:t>Les paradisiers à cordes vocales en zinc s</w:t>
      </w:r>
      <w:r w:rsidR="00B97E5D">
        <w:t>’</w:t>
      </w:r>
      <w:r w:rsidRPr="003E4D35">
        <w:t>étaient attendris soudain et modulaient</w:t>
      </w:r>
      <w:r w:rsidR="00B97E5D">
        <w:t xml:space="preserve">. </w:t>
      </w:r>
      <w:r w:rsidRPr="003E4D35">
        <w:t>Ou j</w:t>
      </w:r>
      <w:r w:rsidR="00B97E5D">
        <w:t>’</w:t>
      </w:r>
      <w:r w:rsidRPr="003E4D35">
        <w:t>assistais à un miracle</w:t>
      </w:r>
      <w:r w:rsidR="00B97E5D">
        <w:t xml:space="preserve">, </w:t>
      </w:r>
      <w:r w:rsidRPr="003E4D35">
        <w:t>ou je voyais se délier une corde dans le gosier et le cœur des o</w:t>
      </w:r>
      <w:r w:rsidRPr="003E4D35">
        <w:t>i</w:t>
      </w:r>
      <w:r w:rsidRPr="003E4D35">
        <w:t>seaux</w:t>
      </w:r>
      <w:r w:rsidR="00B97E5D">
        <w:t xml:space="preserve">, </w:t>
      </w:r>
      <w:r w:rsidRPr="003E4D35">
        <w:t xml:space="preserve">y compris le </w:t>
      </w:r>
      <w:proofErr w:type="spellStart"/>
      <w:r w:rsidRPr="003E4D35">
        <w:t>ptémérops</w:t>
      </w:r>
      <w:proofErr w:type="spellEnd"/>
      <w:r w:rsidR="00B97E5D">
        <w:t xml:space="preserve">, </w:t>
      </w:r>
      <w:r w:rsidRPr="003E4D35">
        <w:t>qui donnaient un bruit d</w:t>
      </w:r>
      <w:r w:rsidR="00B97E5D">
        <w:t>’</w:t>
      </w:r>
      <w:r w:rsidRPr="003E4D35">
        <w:t>acco</w:t>
      </w:r>
      <w:r w:rsidRPr="003E4D35">
        <w:t>r</w:t>
      </w:r>
      <w:r w:rsidRPr="003E4D35">
        <w:t>déon</w:t>
      </w:r>
      <w:r w:rsidR="00B97E5D">
        <w:t xml:space="preserve">. </w:t>
      </w:r>
      <w:r w:rsidRPr="003E4D35">
        <w:t>Ou bien</w:t>
      </w:r>
      <w:r w:rsidR="00B97E5D">
        <w:t xml:space="preserve"> (</w:t>
      </w:r>
      <w:r w:rsidRPr="003E4D35">
        <w:t>mais quel miracle plus grand encore</w:t>
      </w:r>
      <w:r w:rsidR="00B97E5D">
        <w:t xml:space="preserve"> !) </w:t>
      </w:r>
      <w:r w:rsidRPr="003E4D35">
        <w:t>c</w:t>
      </w:r>
      <w:r w:rsidR="00B97E5D">
        <w:t>’</w:t>
      </w:r>
      <w:r w:rsidRPr="003E4D35">
        <w:t>était le printemps</w:t>
      </w:r>
      <w:r w:rsidR="00B97E5D">
        <w:t>…</w:t>
      </w:r>
    </w:p>
    <w:p w14:paraId="31754CB3" w14:textId="77777777" w:rsidR="00B97E5D" w:rsidRDefault="00F225BE" w:rsidP="00F225BE">
      <w:r w:rsidRPr="003E4D35">
        <w:t>J</w:t>
      </w:r>
      <w:r w:rsidR="00B97E5D">
        <w:t>’</w:t>
      </w:r>
      <w:r w:rsidRPr="003E4D35">
        <w:t>étais un genou en terre</w:t>
      </w:r>
      <w:r w:rsidR="00B97E5D">
        <w:t xml:space="preserve">, </w:t>
      </w:r>
      <w:r w:rsidRPr="003E4D35">
        <w:t>à l</w:t>
      </w:r>
      <w:r w:rsidR="00B97E5D">
        <w:t>’</w:t>
      </w:r>
      <w:r w:rsidRPr="003E4D35">
        <w:t>affût de ma saison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bien la lumière si pure qu</w:t>
      </w:r>
      <w:r w:rsidR="00B97E5D">
        <w:t>’</w:t>
      </w:r>
      <w:r w:rsidRPr="003E4D35">
        <w:t>un moucheron y paraissait une bulle dans une vitre</w:t>
      </w:r>
      <w:r w:rsidR="00B97E5D">
        <w:t xml:space="preserve">, </w:t>
      </w:r>
      <w:r w:rsidRPr="003E4D35">
        <w:t>mais les oiseaux s</w:t>
      </w:r>
      <w:r w:rsidR="00B97E5D">
        <w:t>’</w:t>
      </w:r>
      <w:r w:rsidRPr="003E4D35">
        <w:t>occupaient bien des moucherons</w:t>
      </w:r>
      <w:r w:rsidR="00B97E5D">
        <w:t xml:space="preserve"> ! </w:t>
      </w:r>
      <w:r w:rsidRPr="003E4D35">
        <w:t>C</w:t>
      </w:r>
      <w:r w:rsidR="00B97E5D">
        <w:t>’</w:t>
      </w:r>
      <w:r w:rsidRPr="003E4D35">
        <w:t>était bien le soleil à la fois d</w:t>
      </w:r>
      <w:r w:rsidR="00B97E5D">
        <w:t>’</w:t>
      </w:r>
      <w:r w:rsidRPr="003E4D35">
        <w:t>un demi-degré plus frais et plus tiède</w:t>
      </w:r>
      <w:r w:rsidR="00B97E5D">
        <w:t xml:space="preserve">, </w:t>
      </w:r>
      <w:r w:rsidRPr="003E4D35">
        <w:t>et le moucheron</w:t>
      </w:r>
      <w:r w:rsidR="00B97E5D">
        <w:t xml:space="preserve">, </w:t>
      </w:r>
      <w:r w:rsidRPr="003E4D35">
        <w:t>laissant tomber l</w:t>
      </w:r>
      <w:r w:rsidR="00B97E5D">
        <w:t>’</w:t>
      </w:r>
      <w:r w:rsidRPr="003E4D35">
        <w:t>île comme un lest plein d</w:t>
      </w:r>
      <w:r w:rsidR="00B97E5D">
        <w:t>’</w:t>
      </w:r>
      <w:r w:rsidRPr="003E4D35">
        <w:t>aventure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envolait directement vers le soleil</w:t>
      </w:r>
      <w:r w:rsidR="00B97E5D">
        <w:t xml:space="preserve"> ! </w:t>
      </w:r>
      <w:r w:rsidRPr="003E4D35">
        <w:t>Sentant l</w:t>
      </w:r>
      <w:r w:rsidR="00B97E5D">
        <w:t>’</w:t>
      </w:r>
      <w:r w:rsidRPr="003E4D35">
        <w:t>herbe pousser</w:t>
      </w:r>
      <w:r w:rsidR="00B97E5D">
        <w:t xml:space="preserve">, </w:t>
      </w:r>
      <w:r w:rsidRPr="003E4D35">
        <w:t>les branches craquer de sève</w:t>
      </w:r>
      <w:r w:rsidR="00B97E5D">
        <w:t xml:space="preserve">, </w:t>
      </w:r>
      <w:r w:rsidRPr="003E4D35">
        <w:t>les oiseaux évitaient de se poser et voltigeaient chacun au-dessus de ce qui allait être un bourgeon nouveau</w:t>
      </w:r>
      <w:r w:rsidR="00B97E5D">
        <w:t xml:space="preserve">. </w:t>
      </w:r>
      <w:r w:rsidRPr="003E4D35">
        <w:t>Les outardes alanguies couvaient des o</w:t>
      </w:r>
      <w:r w:rsidRPr="003E4D35">
        <w:t>i</w:t>
      </w:r>
      <w:r w:rsidRPr="003E4D35">
        <w:t>gnons de renoncules comme des œufs</w:t>
      </w:r>
      <w:r w:rsidR="00B97E5D">
        <w:t xml:space="preserve">. </w:t>
      </w:r>
      <w:r w:rsidRPr="003E4D35">
        <w:t>La jeunesse se posait sur les coraux</w:t>
      </w:r>
      <w:r w:rsidR="00B97E5D">
        <w:t xml:space="preserve">, </w:t>
      </w:r>
      <w:r w:rsidRPr="003E4D35">
        <w:t>les perroquets</w:t>
      </w:r>
      <w:r w:rsidR="00B97E5D">
        <w:t xml:space="preserve">, </w:t>
      </w:r>
      <w:r w:rsidRPr="003E4D35">
        <w:t>les baobabs</w:t>
      </w:r>
      <w:r w:rsidR="00B97E5D">
        <w:t xml:space="preserve">. </w:t>
      </w:r>
      <w:r w:rsidRPr="003E4D35">
        <w:t>Le mot jeune s</w:t>
      </w:r>
      <w:r w:rsidR="00B97E5D">
        <w:t>’</w:t>
      </w:r>
      <w:r w:rsidRPr="003E4D35">
        <w:t>ajoutait dans ma pensée à chaque mot</w:t>
      </w:r>
      <w:r w:rsidR="00B97E5D">
        <w:t xml:space="preserve">, </w:t>
      </w:r>
      <w:r w:rsidRPr="003E4D35">
        <w:t>comme une baladeuse</w:t>
      </w:r>
      <w:r w:rsidR="00B97E5D">
        <w:t xml:space="preserve">, </w:t>
      </w:r>
      <w:r w:rsidRPr="003E4D35">
        <w:t>au pri</w:t>
      </w:r>
      <w:r w:rsidRPr="003E4D35">
        <w:t>n</w:t>
      </w:r>
      <w:r w:rsidRPr="003E4D35">
        <w:t>temps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ajoute à chaque tramway d</w:t>
      </w:r>
      <w:r w:rsidR="00B97E5D">
        <w:t>’</w:t>
      </w:r>
      <w:r w:rsidRPr="003E4D35">
        <w:t>Europe</w:t>
      </w:r>
      <w:r w:rsidR="00B97E5D">
        <w:t xml:space="preserve"> ; </w:t>
      </w:r>
      <w:r w:rsidRPr="003E4D35">
        <w:t>la jeune Océanie millénaire</w:t>
      </w:r>
      <w:r w:rsidR="00B97E5D">
        <w:t xml:space="preserve">, </w:t>
      </w:r>
      <w:r w:rsidRPr="003E4D35">
        <w:t>les jeunes vieux kakatoès</w:t>
      </w:r>
      <w:r w:rsidR="00B97E5D">
        <w:t xml:space="preserve"> ; </w:t>
      </w:r>
      <w:r w:rsidRPr="003E4D35">
        <w:t>mon chagrin</w:t>
      </w:r>
      <w:r w:rsidR="00B97E5D">
        <w:t xml:space="preserve">, </w:t>
      </w:r>
      <w:r w:rsidRPr="003E4D35">
        <w:t>mon dése</w:t>
      </w:r>
      <w:r w:rsidRPr="003E4D35">
        <w:t>s</w:t>
      </w:r>
      <w:r w:rsidRPr="003E4D35">
        <w:t>poir je les sentais en moi devenir des chagrins</w:t>
      </w:r>
      <w:r w:rsidR="00B97E5D">
        <w:t xml:space="preserve">, </w:t>
      </w:r>
      <w:r w:rsidRPr="003E4D35">
        <w:t>des désespoirs jeunes et forts</w:t>
      </w:r>
      <w:r w:rsidR="00B97E5D">
        <w:t xml:space="preserve">. </w:t>
      </w:r>
      <w:r w:rsidRPr="003E4D35">
        <w:t>À un bleu plus pâle on reconnaissait les gouffres les plus profonds du ciel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l</w:t>
      </w:r>
      <w:r w:rsidR="00B97E5D">
        <w:t>’</w:t>
      </w:r>
      <w:r w:rsidRPr="003E4D35">
        <w:t>espoir attaché à la queue de chaque oiseau comme ces papiers roulés dans les classes aux pattes de la mouche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l</w:t>
      </w:r>
      <w:r w:rsidR="00B97E5D">
        <w:t>’</w:t>
      </w:r>
      <w:r w:rsidRPr="003E4D35">
        <w:t>eau de mon ruisseau le plus pl</w:t>
      </w:r>
      <w:r w:rsidRPr="003E4D35">
        <w:t>a</w:t>
      </w:r>
      <w:r w:rsidRPr="003E4D35">
        <w:t>cide soudain frétillante et froide comme une eau de montagne</w:t>
      </w:r>
      <w:r w:rsidR="00B97E5D">
        <w:t xml:space="preserve">. </w:t>
      </w:r>
      <w:r w:rsidRPr="003E4D35">
        <w:t>En une nuit</w:t>
      </w:r>
      <w:r w:rsidR="00B97E5D">
        <w:t xml:space="preserve">, </w:t>
      </w:r>
      <w:r w:rsidRPr="003E4D35">
        <w:t>les carapaces des tortues</w:t>
      </w:r>
      <w:r w:rsidR="00B97E5D">
        <w:t xml:space="preserve">, </w:t>
      </w:r>
      <w:r w:rsidRPr="003E4D35">
        <w:t>les peaux des lézards</w:t>
      </w:r>
      <w:r w:rsidR="00B97E5D">
        <w:t xml:space="preserve">, </w:t>
      </w:r>
      <w:r w:rsidRPr="003E4D35">
        <w:t>étaient plus claires et frottées avec des peignes ou des port</w:t>
      </w:r>
      <w:r w:rsidRPr="003E4D35">
        <w:t>e</w:t>
      </w:r>
      <w:r w:rsidRPr="003E4D35">
        <w:t>feuilles</w:t>
      </w:r>
      <w:r w:rsidR="00B97E5D">
        <w:t xml:space="preserve">, </w:t>
      </w:r>
      <w:r w:rsidRPr="003E4D35">
        <w:t>ceintes aussi de gribiches d</w:t>
      </w:r>
      <w:r w:rsidR="00B97E5D">
        <w:t>’</w:t>
      </w:r>
      <w:r w:rsidRPr="003E4D35">
        <w:t>argent et d</w:t>
      </w:r>
      <w:r w:rsidR="00B97E5D">
        <w:t>’</w:t>
      </w:r>
      <w:r w:rsidRPr="003E4D35">
        <w:t>or</w:t>
      </w:r>
      <w:r w:rsidR="00B97E5D">
        <w:t xml:space="preserve">. </w:t>
      </w:r>
      <w:r w:rsidRPr="003E4D35">
        <w:t>Tout ce avec quoi se fait le printemps en France</w:t>
      </w:r>
      <w:r w:rsidR="00B97E5D">
        <w:t xml:space="preserve">, </w:t>
      </w:r>
      <w:r w:rsidRPr="003E4D35">
        <w:t>la neige</w:t>
      </w:r>
      <w:r w:rsidR="00B97E5D">
        <w:t xml:space="preserve">, </w:t>
      </w:r>
      <w:r w:rsidRPr="003E4D35">
        <w:t>les glaciers</w:t>
      </w:r>
      <w:r w:rsidR="00B97E5D">
        <w:t xml:space="preserve">, </w:t>
      </w:r>
      <w:r w:rsidRPr="003E4D35">
        <w:t>il se</w:t>
      </w:r>
      <w:r w:rsidRPr="003E4D35">
        <w:t>m</w:t>
      </w:r>
      <w:r w:rsidRPr="003E4D35">
        <w:t>blait qu</w:t>
      </w:r>
      <w:r w:rsidR="00B97E5D">
        <w:t>’</w:t>
      </w:r>
      <w:r w:rsidRPr="003E4D35">
        <w:t>un dépôt en fût caché au centre de l</w:t>
      </w:r>
      <w:r w:rsidR="00B97E5D">
        <w:t>’</w:t>
      </w:r>
      <w:r w:rsidRPr="003E4D35">
        <w:t>île</w:t>
      </w:r>
      <w:r w:rsidR="00B97E5D">
        <w:t xml:space="preserve">. </w:t>
      </w:r>
      <w:r w:rsidRPr="003E4D35">
        <w:t>Un afflux vert partait de l</w:t>
      </w:r>
      <w:r w:rsidR="00B97E5D">
        <w:t>’</w:t>
      </w:r>
      <w:r w:rsidRPr="003E4D35">
        <w:t xml:space="preserve">attache des feuilles de bananiers et poussait la sève </w:t>
      </w:r>
      <w:r w:rsidRPr="003E4D35">
        <w:lastRenderedPageBreak/>
        <w:t>jaune vers le haut de la feuille</w:t>
      </w:r>
      <w:r w:rsidR="00B97E5D">
        <w:t xml:space="preserve">, </w:t>
      </w:r>
      <w:r w:rsidRPr="003E4D35">
        <w:t>comme dans une chevelure teinte la vraie couleur</w:t>
      </w:r>
      <w:r w:rsidR="00B97E5D">
        <w:t xml:space="preserve">, </w:t>
      </w:r>
      <w:r w:rsidRPr="003E4D35">
        <w:t>mais à une allure sensible à l</w:t>
      </w:r>
      <w:r w:rsidR="00B97E5D">
        <w:t>’</w:t>
      </w:r>
      <w:r w:rsidRPr="003E4D35">
        <w:t>œil nu</w:t>
      </w:r>
      <w:r w:rsidR="00B97E5D">
        <w:t xml:space="preserve">. </w:t>
      </w:r>
      <w:r w:rsidRPr="003E4D35">
        <w:t>Tous les insectes à tous les arbres grimpaient droit comme des coccine</w:t>
      </w:r>
      <w:r w:rsidRPr="003E4D35">
        <w:t>l</w:t>
      </w:r>
      <w:r w:rsidRPr="003E4D35">
        <w:t>les</w:t>
      </w:r>
      <w:r w:rsidR="00B97E5D">
        <w:t xml:space="preserve">. </w:t>
      </w:r>
      <w:r w:rsidRPr="003E4D35">
        <w:t>Ces carabes lumineux de nuit voletaient en plein jour comme des lampions qu</w:t>
      </w:r>
      <w:r w:rsidR="00B97E5D">
        <w:t>’</w:t>
      </w:r>
      <w:r w:rsidRPr="003E4D35">
        <w:t>on a oublié d</w:t>
      </w:r>
      <w:r w:rsidR="00B97E5D">
        <w:t>’</w:t>
      </w:r>
      <w:r w:rsidRPr="003E4D35">
        <w:t>éteindre au lendemain d</w:t>
      </w:r>
      <w:r w:rsidR="00B97E5D">
        <w:t>’</w:t>
      </w:r>
      <w:r w:rsidRPr="003E4D35">
        <w:t>une fête</w:t>
      </w:r>
      <w:r w:rsidR="00B97E5D">
        <w:t xml:space="preserve">, </w:t>
      </w:r>
      <w:r w:rsidRPr="003E4D35">
        <w:t>mais leur petite flamme était la seule chose obscure</w:t>
      </w:r>
      <w:r w:rsidR="00B97E5D">
        <w:t xml:space="preserve">. </w:t>
      </w:r>
      <w:r w:rsidRPr="003E4D35">
        <w:t>Les feuilles de palmiers s</w:t>
      </w:r>
      <w:r w:rsidR="00B97E5D">
        <w:t>’</w:t>
      </w:r>
      <w:r w:rsidRPr="003E4D35">
        <w:t>ouvraient toutes en craquant comme les mains du squelette qui ressuscite</w:t>
      </w:r>
      <w:r w:rsidR="00B97E5D">
        <w:t xml:space="preserve">. </w:t>
      </w:r>
      <w:r w:rsidRPr="003E4D35">
        <w:t>Les poissons</w:t>
      </w:r>
      <w:r w:rsidR="00B97E5D">
        <w:t xml:space="preserve">, </w:t>
      </w:r>
      <w:r w:rsidRPr="003E4D35">
        <w:t>devinant cette couche de jeunesse abattue sur la mer</w:t>
      </w:r>
      <w:r w:rsidR="00B97E5D">
        <w:t xml:space="preserve">, </w:t>
      </w:r>
      <w:r w:rsidRPr="003E4D35">
        <w:t>la déchiraient de leur nageoire dorsale toute hors de l</w:t>
      </w:r>
      <w:r w:rsidR="00B97E5D">
        <w:t>’</w:t>
      </w:r>
      <w:r w:rsidRPr="003E4D35">
        <w:t>eau</w:t>
      </w:r>
      <w:r w:rsidR="00B97E5D">
        <w:t xml:space="preserve">. </w:t>
      </w:r>
      <w:r w:rsidRPr="003E4D35">
        <w:t>Dans la coupe des v</w:t>
      </w:r>
      <w:r w:rsidRPr="003E4D35">
        <w:t>a</w:t>
      </w:r>
      <w:r w:rsidRPr="003E4D35">
        <w:t>gues</w:t>
      </w:r>
      <w:r w:rsidR="00B97E5D">
        <w:t xml:space="preserve">, </w:t>
      </w:r>
      <w:r w:rsidRPr="003E4D35">
        <w:t>on apercevait des bancs de harengs affleurer l</w:t>
      </w:r>
      <w:r w:rsidR="00B97E5D">
        <w:t>’</w:t>
      </w:r>
      <w:r w:rsidRPr="003E4D35">
        <w:t>air même de tous leurs flancs argentés</w:t>
      </w:r>
      <w:r w:rsidR="00B97E5D">
        <w:t xml:space="preserve">, </w:t>
      </w:r>
      <w:r w:rsidRPr="003E4D35">
        <w:t>et soudain</w:t>
      </w:r>
      <w:r w:rsidR="00B97E5D">
        <w:t xml:space="preserve">, </w:t>
      </w:r>
      <w:r w:rsidRPr="003E4D35">
        <w:t>preuve suprême</w:t>
      </w:r>
      <w:r w:rsidR="00B97E5D">
        <w:t xml:space="preserve">, – </w:t>
      </w:r>
      <w:r w:rsidRPr="003E4D35">
        <w:t>de quel oiseau partait ce cri</w:t>
      </w:r>
      <w:r w:rsidR="00B97E5D">
        <w:t xml:space="preserve">, </w:t>
      </w:r>
      <w:r w:rsidRPr="003E4D35">
        <w:t>de quelle grue de Numidie</w:t>
      </w:r>
      <w:r w:rsidR="00B97E5D">
        <w:t xml:space="preserve">, </w:t>
      </w:r>
      <w:r w:rsidRPr="003E4D35">
        <w:t>de quel c</w:t>
      </w:r>
      <w:r w:rsidRPr="003E4D35">
        <w:t>o</w:t>
      </w:r>
      <w:r w:rsidRPr="003E4D35">
        <w:t>libri</w:t>
      </w:r>
      <w:r w:rsidR="00B97E5D">
        <w:t xml:space="preserve">, </w:t>
      </w:r>
      <w:r w:rsidRPr="003E4D35">
        <w:t>de quel ma</w:t>
      </w:r>
      <w:r w:rsidRPr="003E4D35">
        <w:t>r</w:t>
      </w:r>
      <w:r w:rsidRPr="003E4D35">
        <w:t>tin-pêcheur ou de quel adjudant</w:t>
      </w:r>
      <w:r w:rsidR="00B97E5D">
        <w:t xml:space="preserve"> – </w:t>
      </w:r>
      <w:r w:rsidRPr="003E4D35">
        <w:t>j</w:t>
      </w:r>
      <w:r w:rsidR="00B97E5D">
        <w:t>’</w:t>
      </w:r>
      <w:r w:rsidRPr="003E4D35">
        <w:t>entendis le coucou</w:t>
      </w:r>
      <w:r w:rsidR="00B97E5D">
        <w:t> !</w:t>
      </w:r>
    </w:p>
    <w:p w14:paraId="7C23B789" w14:textId="77777777" w:rsidR="00B97E5D" w:rsidRDefault="00F225BE" w:rsidP="00F225BE">
      <w:r w:rsidRPr="003E4D35">
        <w:t>Trois jours dura le printemps</w:t>
      </w:r>
      <w:r w:rsidR="00B97E5D">
        <w:t xml:space="preserve">. </w:t>
      </w:r>
      <w:r w:rsidRPr="003E4D35">
        <w:t>Trois jours où les plantes et les oiseaux s</w:t>
      </w:r>
      <w:r w:rsidR="00B97E5D">
        <w:t>’</w:t>
      </w:r>
      <w:r w:rsidRPr="003E4D35">
        <w:t>exaspérèrent</w:t>
      </w:r>
      <w:r w:rsidR="00B97E5D">
        <w:t xml:space="preserve">. </w:t>
      </w:r>
      <w:r w:rsidRPr="003E4D35">
        <w:t>Tous les feuillages des cocotiers</w:t>
      </w:r>
      <w:r w:rsidR="00B97E5D">
        <w:t xml:space="preserve">, </w:t>
      </w:r>
      <w:r w:rsidRPr="003E4D35">
        <w:t>des palétuviers</w:t>
      </w:r>
      <w:r w:rsidR="00B97E5D">
        <w:t xml:space="preserve">, </w:t>
      </w:r>
      <w:r w:rsidRPr="003E4D35">
        <w:t>toutes les tiges s</w:t>
      </w:r>
      <w:r w:rsidR="00B97E5D">
        <w:t>’</w:t>
      </w:r>
      <w:r w:rsidRPr="003E4D35">
        <w:t>étaient relevées</w:t>
      </w:r>
      <w:r w:rsidR="00B97E5D">
        <w:t xml:space="preserve">, </w:t>
      </w:r>
      <w:r w:rsidRPr="003E4D35">
        <w:t>et je n</w:t>
      </w:r>
      <w:r w:rsidR="00B97E5D">
        <w:t>’</w:t>
      </w:r>
      <w:r w:rsidRPr="003E4D35">
        <w:t>en connai</w:t>
      </w:r>
      <w:r w:rsidRPr="003E4D35">
        <w:t>s</w:t>
      </w:r>
      <w:r w:rsidRPr="003E4D35">
        <w:t>sais plus les ombres</w:t>
      </w:r>
      <w:r w:rsidR="00B97E5D">
        <w:t xml:space="preserve">. </w:t>
      </w:r>
      <w:r w:rsidRPr="003E4D35">
        <w:t>Au-dessous de ces branches retroussées</w:t>
      </w:r>
      <w:r w:rsidR="00B97E5D">
        <w:t xml:space="preserve">, </w:t>
      </w:r>
      <w:r w:rsidRPr="003E4D35">
        <w:t>les oiseaux apparaissaient plus nus et plus vifs comme des de</w:t>
      </w:r>
      <w:r w:rsidRPr="003E4D35">
        <w:t>s</w:t>
      </w:r>
      <w:r w:rsidRPr="003E4D35">
        <w:t>sous irritants</w:t>
      </w:r>
      <w:r w:rsidR="00B97E5D">
        <w:t xml:space="preserve">. </w:t>
      </w:r>
      <w:r w:rsidRPr="003E4D35">
        <w:t>Les lianes resserraient une étreinte défaite par l</w:t>
      </w:r>
      <w:r w:rsidR="00B97E5D">
        <w:t>’</w:t>
      </w:r>
      <w:r w:rsidRPr="003E4D35">
        <w:t>année écoulée d</w:t>
      </w:r>
      <w:r w:rsidR="00B97E5D">
        <w:t>’</w:t>
      </w:r>
      <w:r w:rsidRPr="003E4D35">
        <w:t>un centimètre</w:t>
      </w:r>
      <w:r w:rsidR="00B97E5D">
        <w:t xml:space="preserve">. </w:t>
      </w:r>
      <w:r w:rsidRPr="003E4D35">
        <w:t>Pour la première fois</w:t>
      </w:r>
      <w:r w:rsidR="00B97E5D">
        <w:t xml:space="preserve">, </w:t>
      </w:r>
      <w:r w:rsidRPr="003E4D35">
        <w:t>les o</w:t>
      </w:r>
      <w:r w:rsidRPr="003E4D35">
        <w:t>i</w:t>
      </w:r>
      <w:r w:rsidRPr="003E4D35">
        <w:t>seaux-mouches volaient par couples</w:t>
      </w:r>
      <w:r w:rsidR="00B97E5D">
        <w:t xml:space="preserve">, </w:t>
      </w:r>
      <w:r w:rsidRPr="003E4D35">
        <w:t>le mari signalant les pa</w:t>
      </w:r>
      <w:r w:rsidRPr="003E4D35">
        <w:t>r</w:t>
      </w:r>
      <w:r w:rsidRPr="003E4D35">
        <w:t>fums défendus</w:t>
      </w:r>
      <w:r w:rsidR="00B97E5D">
        <w:t xml:space="preserve">. </w:t>
      </w:r>
      <w:r w:rsidRPr="003E4D35">
        <w:t>Sous les fourrés</w:t>
      </w:r>
      <w:r w:rsidR="00B97E5D">
        <w:t xml:space="preserve">, </w:t>
      </w:r>
      <w:r w:rsidRPr="003E4D35">
        <w:t>de grosses taches d</w:t>
      </w:r>
      <w:r w:rsidR="00B97E5D">
        <w:t>’</w:t>
      </w:r>
      <w:r w:rsidRPr="003E4D35">
        <w:t>un soleil tango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étaient les roues de coqs qui se battaient</w:t>
      </w:r>
      <w:r w:rsidR="00B97E5D">
        <w:t xml:space="preserve">. </w:t>
      </w:r>
      <w:r w:rsidRPr="003E4D35">
        <w:t>Parfois</w:t>
      </w:r>
      <w:r w:rsidR="00B97E5D">
        <w:t xml:space="preserve">, </w:t>
      </w:r>
      <w:r w:rsidRPr="003E4D35">
        <w:t>arr</w:t>
      </w:r>
      <w:r w:rsidRPr="003E4D35">
        <w:t>ê</w:t>
      </w:r>
      <w:r w:rsidRPr="003E4D35">
        <w:t>tée par un de ces fils blancs qui barrent en mai nos vergers</w:t>
      </w:r>
      <w:r w:rsidR="00B97E5D">
        <w:t xml:space="preserve">, </w:t>
      </w:r>
      <w:r w:rsidRPr="003E4D35">
        <w:t>je ne bougeais plus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entêtais à rester prise dans ce filet d</w:t>
      </w:r>
      <w:r w:rsidR="00B97E5D">
        <w:t>’</w:t>
      </w:r>
      <w:r w:rsidRPr="003E4D35">
        <w:t>Europe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le soir du troisième jour</w:t>
      </w:r>
      <w:r w:rsidR="00B97E5D">
        <w:t xml:space="preserve">, </w:t>
      </w:r>
      <w:r w:rsidRPr="003E4D35">
        <w:t>tous les paradisiers luttèrent</w:t>
      </w:r>
      <w:r w:rsidR="00B97E5D">
        <w:t xml:space="preserve"> ; </w:t>
      </w:r>
      <w:r w:rsidRPr="003E4D35">
        <w:t>un seul</w:t>
      </w:r>
      <w:r w:rsidR="00B97E5D">
        <w:t xml:space="preserve">, </w:t>
      </w:r>
      <w:r w:rsidRPr="003E4D35">
        <w:t>le plus faible et le plus petit</w:t>
      </w:r>
      <w:r w:rsidR="00B97E5D">
        <w:t xml:space="preserve">, </w:t>
      </w:r>
      <w:r w:rsidRPr="003E4D35">
        <w:t>fut tué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comme si la plus légère proie de l</w:t>
      </w:r>
      <w:r w:rsidR="00B97E5D">
        <w:t>’</w:t>
      </w:r>
      <w:r w:rsidRPr="003E4D35">
        <w:t>île lui avait suffi</w:t>
      </w:r>
      <w:r w:rsidR="00B97E5D">
        <w:t xml:space="preserve">, </w:t>
      </w:r>
      <w:r w:rsidRPr="003E4D35">
        <w:t>le printemps disparut</w:t>
      </w:r>
      <w:r w:rsidR="00B97E5D">
        <w:t xml:space="preserve">. </w:t>
      </w:r>
      <w:r w:rsidRPr="003E4D35">
        <w:t>Les fleurs déjà perdaient de leur éclat comme les plumes d</w:t>
      </w:r>
      <w:r w:rsidR="00B97E5D">
        <w:t>’</w:t>
      </w:r>
      <w:r w:rsidRPr="003E4D35">
        <w:t>un o</w:t>
      </w:r>
      <w:r w:rsidRPr="003E4D35">
        <w:t>i</w:t>
      </w:r>
      <w:r w:rsidRPr="003E4D35">
        <w:t>seau tué</w:t>
      </w:r>
      <w:r w:rsidR="00B97E5D">
        <w:t xml:space="preserve">. </w:t>
      </w:r>
      <w:r w:rsidRPr="003E4D35">
        <w:t>Heureuse encore si d</w:t>
      </w:r>
      <w:r w:rsidR="00B97E5D">
        <w:t>’</w:t>
      </w:r>
      <w:r w:rsidRPr="003E4D35">
        <w:t>ici le printemps prochain j</w:t>
      </w:r>
      <w:r w:rsidR="00B97E5D">
        <w:t>’</w:t>
      </w:r>
      <w:r w:rsidRPr="003E4D35">
        <w:t>avais trois jours d</w:t>
      </w:r>
      <w:r w:rsidR="00B97E5D">
        <w:t>’</w:t>
      </w:r>
      <w:r w:rsidRPr="003E4D35">
        <w:t>hiver</w:t>
      </w:r>
      <w:r w:rsidR="00B97E5D">
        <w:t> !</w:t>
      </w:r>
    </w:p>
    <w:p w14:paraId="4F33E057" w14:textId="51E8FA4E" w:rsidR="00B97E5D" w:rsidRDefault="00F225BE" w:rsidP="00F225BE">
      <w:r w:rsidRPr="003E4D35">
        <w:lastRenderedPageBreak/>
        <w:t>D</w:t>
      </w:r>
      <w:r w:rsidR="00B97E5D">
        <w:t>’</w:t>
      </w:r>
      <w:r w:rsidRPr="003E4D35">
        <w:t>autres mois passèrent</w:t>
      </w:r>
      <w:r w:rsidR="00B97E5D">
        <w:t xml:space="preserve">. </w:t>
      </w:r>
      <w:r w:rsidRPr="003E4D35">
        <w:t>Celui où je fus mordue par un poisson</w:t>
      </w:r>
      <w:r w:rsidR="00B97E5D">
        <w:t xml:space="preserve">, </w:t>
      </w:r>
      <w:r w:rsidRPr="003E4D35">
        <w:t>celui où je me coupai le doigt</w:t>
      </w:r>
      <w:r w:rsidR="00B97E5D">
        <w:t xml:space="preserve">, </w:t>
      </w:r>
      <w:r w:rsidRPr="003E4D35">
        <w:t>et ils marquaient sur moi comme des coches</w:t>
      </w:r>
      <w:r w:rsidR="00B97E5D">
        <w:t xml:space="preserve">. </w:t>
      </w:r>
      <w:r w:rsidRPr="003E4D35">
        <w:t>Entre les eaux pures et les fruits j</w:t>
      </w:r>
      <w:r w:rsidR="00B97E5D">
        <w:t>’</w:t>
      </w:r>
      <w:r w:rsidRPr="003E4D35">
        <w:t>avais maintenant ces habitudes ou ces sciences qu</w:t>
      </w:r>
      <w:r w:rsidR="00B97E5D">
        <w:t>’</w:t>
      </w:r>
      <w:r w:rsidRPr="003E4D35">
        <w:t>on prend en E</w:t>
      </w:r>
      <w:r w:rsidRPr="003E4D35">
        <w:t>u</w:t>
      </w:r>
      <w:r w:rsidRPr="003E4D35">
        <w:t>rope entre des vins et des cuisines</w:t>
      </w:r>
      <w:r w:rsidR="00B97E5D">
        <w:t xml:space="preserve">. </w:t>
      </w:r>
      <w:r w:rsidRPr="003E4D35">
        <w:t>Il y avait une source que je préférais</w:t>
      </w:r>
      <w:r w:rsidR="00B97E5D">
        <w:t xml:space="preserve"> ; </w:t>
      </w:r>
      <w:r w:rsidRPr="003E4D35">
        <w:t>je savais mon meilleur bananier</w:t>
      </w:r>
      <w:r w:rsidR="00B97E5D">
        <w:t xml:space="preserve">, </w:t>
      </w:r>
      <w:r w:rsidRPr="003E4D35">
        <w:t>ma meilleure ma</w:t>
      </w:r>
      <w:r w:rsidRPr="003E4D35">
        <w:t>n</w:t>
      </w:r>
      <w:r w:rsidRPr="003E4D35">
        <w:t>gue</w:t>
      </w:r>
      <w:r w:rsidR="00B97E5D">
        <w:t xml:space="preserve">. </w:t>
      </w:r>
      <w:r w:rsidRPr="003E4D35">
        <w:t>Ce que l</w:t>
      </w:r>
      <w:r w:rsidR="00B97E5D">
        <w:t>’</w:t>
      </w:r>
      <w:r w:rsidRPr="003E4D35">
        <w:t>on peut distinguer sans diplôme</w:t>
      </w:r>
      <w:r w:rsidR="00B97E5D">
        <w:t xml:space="preserve">, </w:t>
      </w:r>
      <w:r w:rsidRPr="003E4D35">
        <w:t>je le confondais peut-être encore</w:t>
      </w:r>
      <w:r w:rsidR="00B97E5D">
        <w:t xml:space="preserve"> ; </w:t>
      </w:r>
      <w:r w:rsidRPr="003E4D35">
        <w:t>je fus malade</w:t>
      </w:r>
      <w:r w:rsidR="00B97E5D">
        <w:t xml:space="preserve">, </w:t>
      </w:r>
      <w:r w:rsidRPr="003E4D35">
        <w:t>et me crus triste</w:t>
      </w:r>
      <w:r w:rsidR="00B97E5D">
        <w:t xml:space="preserve">. </w:t>
      </w:r>
      <w:r w:rsidRPr="003E4D35">
        <w:t>Je grelottai de fi</w:t>
      </w:r>
      <w:r w:rsidRPr="003E4D35">
        <w:t>è</w:t>
      </w:r>
      <w:r w:rsidRPr="003E4D35">
        <w:t>vre et crus que j</w:t>
      </w:r>
      <w:r w:rsidR="00B97E5D">
        <w:t>’</w:t>
      </w:r>
      <w:r w:rsidRPr="003E4D35">
        <w:t>avais froid</w:t>
      </w:r>
      <w:r w:rsidR="00B97E5D">
        <w:t xml:space="preserve">. </w:t>
      </w:r>
      <w:r w:rsidRPr="003E4D35">
        <w:t>Soudain je sentais des ressorts de mon âme</w:t>
      </w:r>
      <w:r w:rsidR="00B97E5D">
        <w:t xml:space="preserve">, </w:t>
      </w:r>
      <w:r w:rsidRPr="003E4D35">
        <w:t>insoupçonnés</w:t>
      </w:r>
      <w:r w:rsidR="00B97E5D">
        <w:t xml:space="preserve">, </w:t>
      </w:r>
      <w:r w:rsidRPr="003E4D35">
        <w:t>éclater comme des baleines dans une étoffe qui vieillit</w:t>
      </w:r>
      <w:r w:rsidR="00B97E5D">
        <w:t xml:space="preserve">, </w:t>
      </w:r>
      <w:r w:rsidRPr="003E4D35">
        <w:t>et me révéler mes vraies qualités</w:t>
      </w:r>
      <w:r w:rsidR="00B97E5D">
        <w:t xml:space="preserve">. </w:t>
      </w:r>
      <w:r w:rsidRPr="003E4D35">
        <w:t>Je découvris un jour que j</w:t>
      </w:r>
      <w:r w:rsidR="00B97E5D">
        <w:t>’</w:t>
      </w:r>
      <w:r w:rsidRPr="003E4D35">
        <w:t>étais brave</w:t>
      </w:r>
      <w:r w:rsidR="00B97E5D">
        <w:t xml:space="preserve">, </w:t>
      </w:r>
      <w:r w:rsidRPr="003E4D35">
        <w:t>de cette façon</w:t>
      </w:r>
      <w:r w:rsidR="00B97E5D">
        <w:t xml:space="preserve">, </w:t>
      </w:r>
      <w:r w:rsidRPr="003E4D35">
        <w:t>à un craquement en moi</w:t>
      </w:r>
      <w:r w:rsidR="00B97E5D">
        <w:t xml:space="preserve">. </w:t>
      </w:r>
      <w:r w:rsidRPr="003E4D35">
        <w:t>Désormais je renonçai à la peur</w:t>
      </w:r>
      <w:r w:rsidR="00B97E5D">
        <w:t xml:space="preserve">. </w:t>
      </w:r>
      <w:r w:rsidRPr="003E4D35">
        <w:t>Un autre jour</w:t>
      </w:r>
      <w:r w:rsidR="00B97E5D">
        <w:t xml:space="preserve">, </w:t>
      </w:r>
      <w:r w:rsidRPr="003E4D35">
        <w:t>je me fis honte</w:t>
      </w:r>
      <w:r w:rsidR="00B97E5D">
        <w:t xml:space="preserve">, – </w:t>
      </w:r>
      <w:r w:rsidRPr="003E4D35">
        <w:t>car je ne souriais plus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étais sans vivacité et toute te</w:t>
      </w:r>
      <w:r w:rsidRPr="003E4D35">
        <w:t>r</w:t>
      </w:r>
      <w:r w:rsidRPr="003E4D35">
        <w:t>ne</w:t>
      </w:r>
      <w:r w:rsidR="00B97E5D">
        <w:t xml:space="preserve">, </w:t>
      </w:r>
      <w:r w:rsidRPr="003E4D35">
        <w:t>délaissant mes poudres et mes onguents</w:t>
      </w:r>
      <w:r w:rsidR="00B97E5D">
        <w:t xml:space="preserve"> ; </w:t>
      </w:r>
      <w:r w:rsidRPr="003E4D35">
        <w:t>je m</w:t>
      </w:r>
      <w:r w:rsidR="00B97E5D">
        <w:t>’</w:t>
      </w:r>
      <w:r w:rsidRPr="003E4D35">
        <w:t>insultai</w:t>
      </w:r>
      <w:r w:rsidR="00B97E5D">
        <w:t xml:space="preserve"> ; </w:t>
      </w:r>
      <w:r w:rsidRPr="003E4D35">
        <w:t>je me répétai que je n</w:t>
      </w:r>
      <w:r w:rsidR="00B97E5D">
        <w:t>’</w:t>
      </w:r>
      <w:r w:rsidRPr="003E4D35">
        <w:t>étais tout de même pas une Russe</w:t>
      </w:r>
      <w:r w:rsidR="00B97E5D">
        <w:t xml:space="preserve">, </w:t>
      </w:r>
      <w:r w:rsidRPr="003E4D35">
        <w:t>une A</w:t>
      </w:r>
      <w:r w:rsidRPr="003E4D35">
        <w:t>l</w:t>
      </w:r>
      <w:r w:rsidRPr="003E4D35">
        <w:t>lemande pour prendre ainsi au tragique ma vie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à jouer le rôle d</w:t>
      </w:r>
      <w:r w:rsidR="00B97E5D">
        <w:t>’</w:t>
      </w:r>
      <w:r w:rsidRPr="003E4D35">
        <w:t>une Française seule dans une île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</w:t>
      </w:r>
      <w:r w:rsidR="00B97E5D">
        <w:t xml:space="preserve">, </w:t>
      </w:r>
      <w:r w:rsidRPr="003E4D35">
        <w:t>en me pr</w:t>
      </w:r>
      <w:r w:rsidRPr="003E4D35">
        <w:t>e</w:t>
      </w:r>
      <w:r w:rsidRPr="003E4D35">
        <w:t>nant le pied dans une liane</w:t>
      </w:r>
      <w:r w:rsidR="00B97E5D">
        <w:t xml:space="preserve">, </w:t>
      </w:r>
      <w:r w:rsidRPr="003E4D35">
        <w:t>à faire mille grâces aux lianes</w:t>
      </w:r>
      <w:r w:rsidR="00B97E5D">
        <w:t xml:space="preserve"> ; </w:t>
      </w:r>
      <w:r w:rsidRPr="003E4D35">
        <w:t>je décidai qu</w:t>
      </w:r>
      <w:r w:rsidR="00B97E5D">
        <w:t>’</w:t>
      </w:r>
      <w:r w:rsidRPr="003E4D35">
        <w:t>un jour par semaine</w:t>
      </w:r>
      <w:r w:rsidR="00B97E5D">
        <w:t xml:space="preserve">, </w:t>
      </w:r>
      <w:r w:rsidRPr="003E4D35">
        <w:t>du lever au coucher</w:t>
      </w:r>
      <w:r w:rsidR="00B97E5D">
        <w:t xml:space="preserve">, </w:t>
      </w:r>
      <w:r w:rsidRPr="003E4D35">
        <w:t>quel que f</w:t>
      </w:r>
      <w:r w:rsidR="00C410E8">
        <w:t>û</w:t>
      </w:r>
      <w:r w:rsidRPr="003E4D35">
        <w:t>t le temps</w:t>
      </w:r>
      <w:r w:rsidR="00B97E5D">
        <w:t xml:space="preserve">, </w:t>
      </w:r>
      <w:r w:rsidRPr="003E4D35">
        <w:t>je serais gaie</w:t>
      </w:r>
      <w:r w:rsidR="00B97E5D">
        <w:t xml:space="preserve">. </w:t>
      </w:r>
      <w:r w:rsidRPr="003E4D35">
        <w:t>Je fixai même cette première fois au lendemain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attendis avec angoisse</w:t>
      </w:r>
      <w:r w:rsidR="00B97E5D">
        <w:t xml:space="preserve">, </w:t>
      </w:r>
      <w:r w:rsidRPr="003E4D35">
        <w:t>comme un rendez-vous avec un inconnu</w:t>
      </w:r>
      <w:r w:rsidR="00B97E5D">
        <w:t xml:space="preserve">, </w:t>
      </w:r>
      <w:r w:rsidRPr="003E4D35">
        <w:t>cette entrevue avec mon ancienne gaîté</w:t>
      </w:r>
      <w:r w:rsidR="00B97E5D">
        <w:t xml:space="preserve">… </w:t>
      </w:r>
      <w:r w:rsidRPr="003E4D35">
        <w:t>Nuit longue</w:t>
      </w:r>
      <w:r w:rsidR="00B97E5D">
        <w:t xml:space="preserve">, </w:t>
      </w:r>
      <w:r w:rsidRPr="003E4D35">
        <w:t>visitée par toutes ces ombres qui se précipitent sur les cœurs un peu éclairés</w:t>
      </w:r>
      <w:r w:rsidR="00B97E5D">
        <w:t xml:space="preserve">… </w:t>
      </w:r>
      <w:r w:rsidRPr="003E4D35">
        <w:t>mais au terme de laquelle je sentis un sourire manger par le milieu mon visage</w:t>
      </w:r>
      <w:r w:rsidR="00B97E5D">
        <w:t xml:space="preserve">. </w:t>
      </w:r>
      <w:r w:rsidRPr="003E4D35">
        <w:t>Le soleil se levait de la mer sans débat</w:t>
      </w:r>
      <w:r w:rsidR="00B97E5D">
        <w:t xml:space="preserve">… </w:t>
      </w:r>
      <w:r w:rsidRPr="003E4D35">
        <w:t>Près des cacaos embaumés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éveillai co</w:t>
      </w:r>
      <w:r w:rsidRPr="003E4D35">
        <w:t>m</w:t>
      </w:r>
      <w:r w:rsidRPr="003E4D35">
        <w:t>me jadis près de mon chocolat</w:t>
      </w:r>
      <w:r w:rsidR="00B97E5D">
        <w:t xml:space="preserve">… </w:t>
      </w:r>
      <w:r w:rsidRPr="003E4D35">
        <w:t>Je souriais</w:t>
      </w:r>
      <w:r w:rsidR="00B97E5D">
        <w:t xml:space="preserve">, </w:t>
      </w:r>
      <w:r w:rsidRPr="003E4D35">
        <w:t>mes yeux se pli</w:t>
      </w:r>
      <w:r w:rsidRPr="003E4D35">
        <w:t>s</w:t>
      </w:r>
      <w:r w:rsidRPr="003E4D35">
        <w:t>saient</w:t>
      </w:r>
      <w:r w:rsidR="00B97E5D">
        <w:t xml:space="preserve">, </w:t>
      </w:r>
      <w:r w:rsidRPr="003E4D35">
        <w:t>mes joues se pinçaient</w:t>
      </w:r>
      <w:r w:rsidR="00B97E5D">
        <w:t xml:space="preserve">, </w:t>
      </w:r>
      <w:r w:rsidRPr="003E4D35">
        <w:t>ma gaîté se pendait à mon visage par mille pinces comme un linge qui va flotter</w:t>
      </w:r>
      <w:r w:rsidR="00B97E5D">
        <w:t xml:space="preserve">… </w:t>
      </w:r>
      <w:r w:rsidRPr="003E4D35">
        <w:t>Mais ce n</w:t>
      </w:r>
      <w:r w:rsidR="00B97E5D">
        <w:t>’</w:t>
      </w:r>
      <w:r w:rsidRPr="003E4D35">
        <w:t>était pas la gaîté qui me revenait seule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une pudeur que je ne connaissais plus</w:t>
      </w:r>
      <w:r w:rsidR="00B97E5D">
        <w:t xml:space="preserve">. </w:t>
      </w:r>
      <w:r w:rsidRPr="003E4D35">
        <w:t>Jamais Américaine</w:t>
      </w:r>
      <w:r w:rsidR="00B97E5D">
        <w:t xml:space="preserve">, </w:t>
      </w:r>
      <w:r w:rsidRPr="003E4D35">
        <w:t xml:space="preserve">jamais </w:t>
      </w:r>
      <w:r w:rsidRPr="003E4D35">
        <w:lastRenderedPageBreak/>
        <w:t>Italienne seule dans une île ne regarda avec plus de bienheureuse gêne</w:t>
      </w:r>
      <w:r w:rsidR="00B97E5D">
        <w:t xml:space="preserve">, </w:t>
      </w:r>
      <w:r w:rsidRPr="003E4D35">
        <w:t>dans la loupe son unique glace</w:t>
      </w:r>
      <w:r w:rsidR="00B97E5D">
        <w:t xml:space="preserve">, </w:t>
      </w:r>
      <w:r w:rsidRPr="003E4D35">
        <w:t>son corps</w:t>
      </w:r>
      <w:r w:rsidR="00B97E5D">
        <w:t xml:space="preserve">, </w:t>
      </w:r>
      <w:r w:rsidRPr="003E4D35">
        <w:t>son unique corps</w:t>
      </w:r>
      <w:r w:rsidR="00B97E5D">
        <w:t xml:space="preserve">. </w:t>
      </w:r>
      <w:r w:rsidRPr="003E4D35">
        <w:t>Une ma</w:t>
      </w:r>
      <w:r w:rsidRPr="003E4D35">
        <w:t>n</w:t>
      </w:r>
      <w:r w:rsidRPr="003E4D35">
        <w:t>gue que je pressais trop fort</w:t>
      </w:r>
      <w:r w:rsidR="00B97E5D">
        <w:t xml:space="preserve">, </w:t>
      </w:r>
      <w:r w:rsidRPr="003E4D35">
        <w:t>éclata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inonda</w:t>
      </w:r>
      <w:r w:rsidR="00B97E5D">
        <w:t xml:space="preserve">. </w:t>
      </w:r>
      <w:r w:rsidRPr="003E4D35">
        <w:t>Jamais Cubaine</w:t>
      </w:r>
      <w:r w:rsidR="00B97E5D">
        <w:t xml:space="preserve">, </w:t>
      </w:r>
      <w:r w:rsidRPr="003E4D35">
        <w:t>jamais Liménienne</w:t>
      </w:r>
      <w:r w:rsidR="00B97E5D">
        <w:t xml:space="preserve">, </w:t>
      </w:r>
      <w:r w:rsidRPr="003E4D35">
        <w:t>jamais Orientale nue ne reçut sur elle avec plus de rougeur une mangue éclatée</w:t>
      </w:r>
      <w:r w:rsidR="00B97E5D">
        <w:t xml:space="preserve">… </w:t>
      </w:r>
      <w:r w:rsidRPr="003E4D35">
        <w:t>et toutes les coquetteries qu</w:t>
      </w:r>
      <w:r w:rsidR="00B97E5D">
        <w:t>’</w:t>
      </w:r>
      <w:r w:rsidRPr="003E4D35">
        <w:t>une Française vêtue de plumes rouges peut faire au soleil l</w:t>
      </w:r>
      <w:r w:rsidRPr="003E4D35">
        <w:t>e</w:t>
      </w:r>
      <w:r w:rsidRPr="003E4D35">
        <w:t>vant</w:t>
      </w:r>
      <w:r w:rsidR="00B97E5D">
        <w:t xml:space="preserve">, </w:t>
      </w:r>
      <w:r w:rsidRPr="003E4D35">
        <w:t>je les fis jusqu</w:t>
      </w:r>
      <w:r w:rsidR="00B97E5D">
        <w:t>’</w:t>
      </w:r>
      <w:r w:rsidRPr="003E4D35">
        <w:t>à midi</w:t>
      </w:r>
      <w:r w:rsidR="00B97E5D">
        <w:t xml:space="preserve">… </w:t>
      </w:r>
      <w:r w:rsidRPr="003E4D35">
        <w:t>C</w:t>
      </w:r>
      <w:r w:rsidR="00B97E5D">
        <w:t>’</w:t>
      </w:r>
      <w:r w:rsidRPr="003E4D35">
        <w:t>est ainsi qu</w:t>
      </w:r>
      <w:r w:rsidR="00B97E5D">
        <w:t>’</w:t>
      </w:r>
      <w:r w:rsidRPr="003E4D35">
        <w:t>en moi rien n</w:t>
      </w:r>
      <w:r w:rsidR="00B97E5D">
        <w:t>’</w:t>
      </w:r>
      <w:r w:rsidRPr="003E4D35">
        <w:t>obéi</w:t>
      </w:r>
      <w:r w:rsidRPr="003E4D35">
        <w:t>s</w:t>
      </w:r>
      <w:r w:rsidRPr="003E4D35">
        <w:t>sait plus très bien aux commandes</w:t>
      </w:r>
      <w:r w:rsidR="00B97E5D">
        <w:t xml:space="preserve">, </w:t>
      </w:r>
      <w:r w:rsidRPr="003E4D35">
        <w:t>que je trouvai je ne sais quelle variété d</w:t>
      </w:r>
      <w:r w:rsidR="00B97E5D">
        <w:t>’</w:t>
      </w:r>
      <w:r w:rsidRPr="003E4D35">
        <w:t>innocence en cherchant la gaîté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la semaine suivante</w:t>
      </w:r>
      <w:r w:rsidR="00B97E5D">
        <w:t xml:space="preserve">, </w:t>
      </w:r>
      <w:r w:rsidRPr="003E4D35">
        <w:t>en cherchant la piété</w:t>
      </w:r>
      <w:r w:rsidR="00B97E5D">
        <w:t xml:space="preserve">, </w:t>
      </w:r>
      <w:r w:rsidRPr="003E4D35">
        <w:t>je ne sais quelle ardeur d</w:t>
      </w:r>
      <w:r w:rsidR="00B97E5D">
        <w:t>’</w:t>
      </w:r>
      <w:r w:rsidRPr="003E4D35">
        <w:t>arch</w:t>
      </w:r>
      <w:r w:rsidRPr="003E4D35">
        <w:t>i</w:t>
      </w:r>
      <w:r w:rsidRPr="003E4D35">
        <w:t>tecte qui me fit transporter des arbres</w:t>
      </w:r>
      <w:r w:rsidR="00B97E5D">
        <w:t xml:space="preserve">, </w:t>
      </w:r>
      <w:r w:rsidRPr="003E4D35">
        <w:t>tisser des lianes</w:t>
      </w:r>
      <w:r w:rsidR="00B97E5D">
        <w:t xml:space="preserve"> ; </w:t>
      </w:r>
      <w:r w:rsidRPr="003E4D35">
        <w:t>puis de peintre</w:t>
      </w:r>
      <w:r w:rsidR="00B97E5D">
        <w:t xml:space="preserve">, </w:t>
      </w:r>
      <w:r w:rsidRPr="003E4D35">
        <w:t>qui me fit découvrir dans cette étendue étincelante les trois ou quatre points sensibles qu</w:t>
      </w:r>
      <w:r w:rsidR="00B97E5D">
        <w:t>’</w:t>
      </w:r>
      <w:r w:rsidRPr="003E4D35">
        <w:t>il fallait percer et par où les couleurs particulières se donnaient vraiment aux hommes</w:t>
      </w:r>
      <w:r w:rsidR="00B97E5D">
        <w:t xml:space="preserve"> : </w:t>
      </w:r>
      <w:r w:rsidRPr="003E4D35">
        <w:t>un coquillage</w:t>
      </w:r>
      <w:r w:rsidR="00B97E5D">
        <w:t xml:space="preserve">, </w:t>
      </w:r>
      <w:r w:rsidRPr="003E4D35">
        <w:t>qui donnait le vermillon</w:t>
      </w:r>
      <w:r w:rsidR="00B97E5D">
        <w:t xml:space="preserve">, </w:t>
      </w:r>
      <w:r w:rsidRPr="003E4D35">
        <w:t>une fleur</w:t>
      </w:r>
      <w:r w:rsidR="00B97E5D">
        <w:t xml:space="preserve">, </w:t>
      </w:r>
      <w:r w:rsidRPr="003E4D35">
        <w:t>qui donnait le bleu</w:t>
      </w:r>
      <w:r w:rsidR="00B97E5D">
        <w:t xml:space="preserve">, </w:t>
      </w:r>
      <w:r w:rsidRPr="003E4D35">
        <w:t>et une petite carrière qui donnait un blanc de céruse</w:t>
      </w:r>
      <w:r w:rsidR="00B97E5D">
        <w:t xml:space="preserve"> ; </w:t>
      </w:r>
      <w:r w:rsidRPr="003E4D35">
        <w:t>car l</w:t>
      </w:r>
      <w:r w:rsidR="00B97E5D">
        <w:t>’</w:t>
      </w:r>
      <w:r w:rsidRPr="003E4D35">
        <w:t>île toujours ne se crut obligée de sécréter que cette résine fra</w:t>
      </w:r>
      <w:r w:rsidRPr="003E4D35">
        <w:t>n</w:t>
      </w:r>
      <w:r w:rsidRPr="003E4D35">
        <w:t>çaise</w:t>
      </w:r>
      <w:r w:rsidR="00B97E5D">
        <w:t xml:space="preserve">, </w:t>
      </w:r>
      <w:r w:rsidRPr="003E4D35">
        <w:t>et je n</w:t>
      </w:r>
      <w:r w:rsidR="00B97E5D">
        <w:t>’</w:t>
      </w:r>
      <w:r w:rsidRPr="003E4D35">
        <w:t>en usai d</w:t>
      </w:r>
      <w:r w:rsidR="00B97E5D">
        <w:t>’</w:t>
      </w:r>
      <w:r w:rsidRPr="003E4D35">
        <w:t>ailleurs que pour accentuer toutes ces a</w:t>
      </w:r>
      <w:r w:rsidRPr="003E4D35">
        <w:t>p</w:t>
      </w:r>
      <w:r w:rsidRPr="003E4D35">
        <w:t>parences dont je vous ai parlé et qui semblaient humaines</w:t>
      </w:r>
      <w:r w:rsidR="00B97E5D">
        <w:t xml:space="preserve">, </w:t>
      </w:r>
      <w:r w:rsidRPr="003E4D35">
        <w:t>pour souligner de violet tous ces yeux contenus dans les écorces</w:t>
      </w:r>
      <w:r w:rsidR="00B97E5D">
        <w:t xml:space="preserve"> ; </w:t>
      </w:r>
      <w:r w:rsidRPr="003E4D35">
        <w:t>teindre de blanc les branches qui ressemblaient à des bras</w:t>
      </w:r>
      <w:r w:rsidR="00B97E5D">
        <w:t xml:space="preserve"> ; </w:t>
      </w:r>
      <w:r w:rsidRPr="003E4D35">
        <w:t>les vers</w:t>
      </w:r>
      <w:r w:rsidR="00B97E5D">
        <w:t xml:space="preserve">, </w:t>
      </w:r>
      <w:r w:rsidRPr="003E4D35">
        <w:t>les chenilles</w:t>
      </w:r>
      <w:r w:rsidR="00B97E5D">
        <w:t xml:space="preserve">, </w:t>
      </w:r>
      <w:r w:rsidRPr="003E4D35">
        <w:t>les insectes furent tenus par ces couleurs à l</w:t>
      </w:r>
      <w:r w:rsidR="00B97E5D">
        <w:t>’</w:t>
      </w:r>
      <w:r w:rsidRPr="003E4D35">
        <w:t>écart des hanches en mancenillier</w:t>
      </w:r>
      <w:r w:rsidR="00B97E5D">
        <w:t xml:space="preserve">, </w:t>
      </w:r>
      <w:r w:rsidRPr="003E4D35">
        <w:t>des cous en palmes</w:t>
      </w:r>
      <w:r w:rsidR="00B97E5D">
        <w:t xml:space="preserve"> ; </w:t>
      </w:r>
      <w:r w:rsidRPr="003E4D35">
        <w:t>tous les chemins par où la pensée pouvait gagner un corps humain avaient ainsi leurs écriteaux</w:t>
      </w:r>
      <w:r w:rsidR="00B97E5D">
        <w:t xml:space="preserve">… </w:t>
      </w:r>
      <w:r w:rsidRPr="003E4D35">
        <w:t>Pauvre compagnon</w:t>
      </w:r>
      <w:r w:rsidR="00B97E5D">
        <w:t xml:space="preserve">, </w:t>
      </w:r>
      <w:r w:rsidRPr="003E4D35">
        <w:t>épars dans le bois vivant</w:t>
      </w:r>
      <w:r w:rsidR="00B97E5D">
        <w:t xml:space="preserve">, </w:t>
      </w:r>
      <w:r w:rsidRPr="003E4D35">
        <w:t>yeux</w:t>
      </w:r>
      <w:r w:rsidR="00B97E5D">
        <w:t xml:space="preserve">, </w:t>
      </w:r>
      <w:r w:rsidRPr="003E4D35">
        <w:t>bouches</w:t>
      </w:r>
      <w:r w:rsidR="00B97E5D">
        <w:t xml:space="preserve">, </w:t>
      </w:r>
      <w:r w:rsidRPr="003E4D35">
        <w:t>lèvres</w:t>
      </w:r>
      <w:r w:rsidR="00B97E5D">
        <w:t xml:space="preserve">, </w:t>
      </w:r>
      <w:r w:rsidRPr="003E4D35">
        <w:t>bousculés par la sève vég</w:t>
      </w:r>
      <w:r w:rsidRPr="003E4D35">
        <w:t>é</w:t>
      </w:r>
      <w:r w:rsidRPr="003E4D35">
        <w:t>tale</w:t>
      </w:r>
      <w:r w:rsidR="00B97E5D">
        <w:t xml:space="preserve">… </w:t>
      </w:r>
      <w:r w:rsidRPr="003E4D35">
        <w:t>seul compagnon</w:t>
      </w:r>
      <w:r w:rsidR="00B97E5D">
        <w:t> !</w:t>
      </w:r>
    </w:p>
    <w:p w14:paraId="541720D6" w14:textId="01450094" w:rsidR="00F225BE" w:rsidRPr="003E4D35" w:rsidRDefault="00F225BE" w:rsidP="00F225BE"/>
    <w:p w14:paraId="6AD04154" w14:textId="77777777" w:rsidR="00B97E5D" w:rsidRDefault="00F225BE" w:rsidP="00F225BE">
      <w:r w:rsidRPr="003E4D35">
        <w:t>Il devait y avoir plus d</w:t>
      </w:r>
      <w:r w:rsidR="00B97E5D">
        <w:t>’</w:t>
      </w:r>
      <w:r w:rsidRPr="003E4D35">
        <w:t>un an que j</w:t>
      </w:r>
      <w:r w:rsidR="00B97E5D">
        <w:t>’</w:t>
      </w:r>
      <w:r w:rsidRPr="003E4D35">
        <w:t>étais naufragée</w:t>
      </w:r>
      <w:r w:rsidR="00B97E5D">
        <w:t xml:space="preserve">, </w:t>
      </w:r>
      <w:r w:rsidRPr="003E4D35">
        <w:t>quand je pus enfin partir pour l</w:t>
      </w:r>
      <w:r w:rsidR="00B97E5D">
        <w:t>’</w:t>
      </w:r>
      <w:r w:rsidRPr="003E4D35">
        <w:t>île d</w:t>
      </w:r>
      <w:r w:rsidR="00B97E5D">
        <w:t>’</w:t>
      </w:r>
      <w:r w:rsidRPr="003E4D35">
        <w:t>en face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devenue bonne n</w:t>
      </w:r>
      <w:r w:rsidRPr="003E4D35">
        <w:t>a</w:t>
      </w:r>
      <w:r w:rsidRPr="003E4D35">
        <w:t>geuse</w:t>
      </w:r>
      <w:r w:rsidR="00B97E5D">
        <w:t xml:space="preserve">, </w:t>
      </w:r>
      <w:r w:rsidRPr="003E4D35">
        <w:t>et plusieurs fois déjà j</w:t>
      </w:r>
      <w:r w:rsidR="00B97E5D">
        <w:t>’</w:t>
      </w:r>
      <w:r w:rsidRPr="003E4D35">
        <w:t>avais pris ce départ</w:t>
      </w:r>
      <w:r w:rsidR="00B97E5D">
        <w:t xml:space="preserve">, </w:t>
      </w:r>
      <w:r w:rsidRPr="003E4D35">
        <w:t xml:space="preserve">mais </w:t>
      </w:r>
      <w:r w:rsidRPr="003E4D35">
        <w:lastRenderedPageBreak/>
        <w:t>toujours le courant m</w:t>
      </w:r>
      <w:r w:rsidR="00B97E5D">
        <w:t>’</w:t>
      </w:r>
      <w:r w:rsidRPr="003E4D35">
        <w:t>avait ramenée à la grève</w:t>
      </w:r>
      <w:r w:rsidR="00B97E5D">
        <w:t xml:space="preserve">. </w:t>
      </w:r>
      <w:r w:rsidRPr="003E4D35">
        <w:t>Je découvris un jour qu</w:t>
      </w:r>
      <w:r w:rsidR="00B97E5D">
        <w:t>’</w:t>
      </w:r>
      <w:r w:rsidRPr="003E4D35">
        <w:t>après avoir fait le tour de mon île</w:t>
      </w:r>
      <w:r w:rsidR="00B97E5D">
        <w:t xml:space="preserve">, </w:t>
      </w:r>
      <w:r w:rsidRPr="003E4D35">
        <w:t>ledit courant s</w:t>
      </w:r>
      <w:r w:rsidR="00B97E5D">
        <w:t>’</w:t>
      </w:r>
      <w:r w:rsidRPr="003E4D35">
        <w:t>infléchissait à nouveau vers l</w:t>
      </w:r>
      <w:r w:rsidR="00B97E5D">
        <w:t>’</w:t>
      </w:r>
      <w:r w:rsidRPr="003E4D35">
        <w:t>autre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un chemin facile</w:t>
      </w:r>
      <w:r w:rsidR="00B97E5D">
        <w:t xml:space="preserve">, </w:t>
      </w:r>
      <w:r w:rsidRPr="003E4D35">
        <w:t>indiqué d</w:t>
      </w:r>
      <w:r w:rsidR="00B97E5D">
        <w:t>’</w:t>
      </w:r>
      <w:r w:rsidRPr="003E4D35">
        <w:t>ai</w:t>
      </w:r>
      <w:r w:rsidRPr="003E4D35">
        <w:t>l</w:t>
      </w:r>
      <w:r w:rsidRPr="003E4D35">
        <w:t>leurs par des bandes d</w:t>
      </w:r>
      <w:r w:rsidR="00B97E5D">
        <w:t>’</w:t>
      </w:r>
      <w:r w:rsidRPr="003E4D35">
        <w:t>oiseaux qui suivaient les poissons</w:t>
      </w:r>
      <w:r w:rsidR="00B97E5D">
        <w:t xml:space="preserve">. </w:t>
      </w:r>
      <w:r w:rsidRPr="003E4D35">
        <w:t>Je partis curieuse</w:t>
      </w:r>
      <w:r w:rsidR="00B97E5D">
        <w:t xml:space="preserve">, </w:t>
      </w:r>
      <w:r w:rsidRPr="003E4D35">
        <w:t>mais sans espoir</w:t>
      </w:r>
      <w:r w:rsidR="00B97E5D">
        <w:t xml:space="preserve">. </w:t>
      </w:r>
      <w:r w:rsidRPr="003E4D35">
        <w:t>La fumée qui montait de là-bas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vite deviné que c</w:t>
      </w:r>
      <w:r w:rsidR="00B97E5D">
        <w:t>’</w:t>
      </w:r>
      <w:r w:rsidRPr="003E4D35">
        <w:t>était celle d</w:t>
      </w:r>
      <w:r w:rsidR="00B97E5D">
        <w:t>’</w:t>
      </w:r>
      <w:r w:rsidRPr="003E4D35">
        <w:t>une source chaude</w:t>
      </w:r>
      <w:r w:rsidR="00B97E5D">
        <w:t xml:space="preserve">, </w:t>
      </w:r>
      <w:r w:rsidRPr="003E4D35">
        <w:t>comme dans mon île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seulement l</w:t>
      </w:r>
      <w:r w:rsidR="00B97E5D">
        <w:t>’</w:t>
      </w:r>
      <w:r w:rsidRPr="003E4D35">
        <w:t>impression de changer de place dans une balance</w:t>
      </w:r>
      <w:r w:rsidR="00B97E5D">
        <w:t xml:space="preserve">, </w:t>
      </w:r>
      <w:r w:rsidRPr="003E4D35">
        <w:t>pour vérifier je ne sais quelle pesée de moi-même</w:t>
      </w:r>
      <w:r w:rsidR="00B97E5D">
        <w:t xml:space="preserve">. </w:t>
      </w:r>
      <w:r w:rsidRPr="003E4D35">
        <w:t>Je partis</w:t>
      </w:r>
      <w:r w:rsidR="00B97E5D">
        <w:t xml:space="preserve">. </w:t>
      </w:r>
      <w:r w:rsidRPr="003E4D35">
        <w:t>Tous les ennuis d</w:t>
      </w:r>
      <w:r w:rsidR="00B97E5D">
        <w:t>’</w:t>
      </w:r>
      <w:r w:rsidRPr="003E4D35">
        <w:t>ailleurs qui s</w:t>
      </w:r>
      <w:r w:rsidR="00B97E5D">
        <w:t>’</w:t>
      </w:r>
      <w:r w:rsidRPr="003E4D35">
        <w:t>acc</w:t>
      </w:r>
      <w:r w:rsidRPr="003E4D35">
        <w:t>u</w:t>
      </w:r>
      <w:r w:rsidRPr="003E4D35">
        <w:t>mulent pour le lancement d</w:t>
      </w:r>
      <w:r w:rsidR="00B97E5D">
        <w:t>’</w:t>
      </w:r>
      <w:r w:rsidRPr="003E4D35">
        <w:t>un grand bateau</w:t>
      </w:r>
      <w:r w:rsidR="00B97E5D">
        <w:t xml:space="preserve">, </w:t>
      </w:r>
      <w:r w:rsidRPr="003E4D35">
        <w:t>je ne les évitais pas avec mon seul corps</w:t>
      </w:r>
      <w:r w:rsidR="00B97E5D">
        <w:t xml:space="preserve">. </w:t>
      </w:r>
      <w:r w:rsidRPr="003E4D35">
        <w:t>Un jour j</w:t>
      </w:r>
      <w:r w:rsidR="00B97E5D">
        <w:t>’</w:t>
      </w:r>
      <w:r w:rsidRPr="003E4D35">
        <w:t>eus une crampe et dus re</w:t>
      </w:r>
      <w:r w:rsidRPr="003E4D35">
        <w:t>n</w:t>
      </w:r>
      <w:r w:rsidRPr="003E4D35">
        <w:t>trer</w:t>
      </w:r>
      <w:r w:rsidR="00B97E5D">
        <w:t xml:space="preserve">. </w:t>
      </w:r>
      <w:r w:rsidRPr="003E4D35">
        <w:t>Le lendemain</w:t>
      </w:r>
      <w:r w:rsidR="00B97E5D">
        <w:t xml:space="preserve">, </w:t>
      </w:r>
      <w:r w:rsidRPr="003E4D35">
        <w:t>je déchirai mes pieds à un récif et dus atte</w:t>
      </w:r>
      <w:r w:rsidRPr="003E4D35">
        <w:t>n</w:t>
      </w:r>
      <w:r w:rsidRPr="003E4D35">
        <w:t>dre la guérison</w:t>
      </w:r>
      <w:r w:rsidR="00B97E5D">
        <w:t xml:space="preserve">. </w:t>
      </w:r>
      <w:r w:rsidRPr="003E4D35">
        <w:t>Enfin un matin où le courant se jalonnait d</w:t>
      </w:r>
      <w:r w:rsidR="00B97E5D">
        <w:t>’</w:t>
      </w:r>
      <w:r w:rsidRPr="003E4D35">
        <w:t>o</w:t>
      </w:r>
      <w:r w:rsidRPr="003E4D35">
        <w:t>i</w:t>
      </w:r>
      <w:r w:rsidRPr="003E4D35">
        <w:t>seaux dormants comme de bouées</w:t>
      </w:r>
      <w:r w:rsidR="00B97E5D">
        <w:t xml:space="preserve">, </w:t>
      </w:r>
      <w:r w:rsidRPr="003E4D35">
        <w:t xml:space="preserve">la mer </w:t>
      </w:r>
      <w:proofErr w:type="gramStart"/>
      <w:r w:rsidRPr="003E4D35">
        <w:t>toute</w:t>
      </w:r>
      <w:proofErr w:type="gramEnd"/>
      <w:r w:rsidRPr="003E4D35">
        <w:t xml:space="preserve"> opalisée comme de l</w:t>
      </w:r>
      <w:r w:rsidR="00B97E5D">
        <w:t>’</w:t>
      </w:r>
      <w:r w:rsidRPr="003E4D35">
        <w:t>eau de Cologne où l</w:t>
      </w:r>
      <w:r w:rsidR="00B97E5D">
        <w:t>’</w:t>
      </w:r>
      <w:r w:rsidRPr="003E4D35">
        <w:t>on a versé de l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trop d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je partis</w:t>
      </w:r>
      <w:r w:rsidR="00B97E5D">
        <w:t xml:space="preserve">, </w:t>
      </w:r>
      <w:r w:rsidRPr="003E4D35">
        <w:t>escortée jusqu</w:t>
      </w:r>
      <w:r w:rsidR="00B97E5D">
        <w:t>’</w:t>
      </w:r>
      <w:r w:rsidRPr="003E4D35">
        <w:t>au large par mes oiseaux favoris</w:t>
      </w:r>
      <w:r w:rsidR="00B97E5D">
        <w:t xml:space="preserve">. </w:t>
      </w:r>
      <w:r w:rsidRPr="003E4D35">
        <w:t>En évidence près de ma grotte</w:t>
      </w:r>
      <w:r w:rsidR="00B97E5D">
        <w:t xml:space="preserve">, </w:t>
      </w:r>
      <w:r w:rsidRPr="003E4D35">
        <w:t>sur une planche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écrit</w:t>
      </w:r>
      <w:r w:rsidR="00B97E5D">
        <w:t xml:space="preserve">, </w:t>
      </w:r>
      <w:r w:rsidRPr="003E4D35">
        <w:t>comme la concierge qui s</w:t>
      </w:r>
      <w:r w:rsidR="00B97E5D">
        <w:t>’</w:t>
      </w:r>
      <w:r w:rsidRPr="003E4D35">
        <w:t>est absentée une minute</w:t>
      </w:r>
      <w:r w:rsidR="00B97E5D">
        <w:t xml:space="preserve">, </w:t>
      </w:r>
      <w:r w:rsidRPr="003E4D35">
        <w:t>en anglais et en fra</w:t>
      </w:r>
      <w:r w:rsidRPr="003E4D35">
        <w:t>n</w:t>
      </w:r>
      <w:r w:rsidRPr="003E4D35">
        <w:t>çais</w:t>
      </w:r>
      <w:r w:rsidR="00B97E5D">
        <w:t xml:space="preserve">, </w:t>
      </w:r>
      <w:r w:rsidRPr="003E4D35">
        <w:t>comme une concierge instruite</w:t>
      </w:r>
      <w:r w:rsidR="00B97E5D">
        <w:t xml:space="preserve"> : – </w:t>
      </w:r>
      <w:r w:rsidRPr="003E4D35">
        <w:t>Je suis dans l</w:t>
      </w:r>
      <w:r w:rsidR="00B97E5D">
        <w:t>’</w:t>
      </w:r>
      <w:r w:rsidRPr="003E4D35">
        <w:t>autre île</w:t>
      </w:r>
      <w:r w:rsidR="00B97E5D">
        <w:t xml:space="preserve">, </w:t>
      </w:r>
      <w:r w:rsidRPr="003E4D35">
        <w:t>je reviens</w:t>
      </w:r>
      <w:r w:rsidR="00B97E5D">
        <w:t>…</w:t>
      </w:r>
    </w:p>
    <w:p w14:paraId="20F4741C" w14:textId="14325AC0" w:rsidR="00F225BE" w:rsidRPr="003E4D35" w:rsidRDefault="00F225BE" w:rsidP="00B97E5D">
      <w:pPr>
        <w:pStyle w:val="Titre1"/>
      </w:pPr>
      <w:bookmarkStart w:id="6" w:name="_Toc202201139"/>
      <w:r w:rsidRPr="003E4D35">
        <w:lastRenderedPageBreak/>
        <w:t>CHAPITRE SIXIÈME</w:t>
      </w:r>
      <w:bookmarkEnd w:id="6"/>
    </w:p>
    <w:p w14:paraId="5D172751" w14:textId="7C22B70D" w:rsidR="00F225BE" w:rsidRPr="003E4D35" w:rsidRDefault="00B97E5D" w:rsidP="00B97E5D">
      <w:pPr>
        <w:pStyle w:val="Centr"/>
      </w:pPr>
      <w:r w:rsidRPr="003E4D35">
        <w:rPr>
          <w:noProof/>
        </w:rPr>
        <w:drawing>
          <wp:inline distT="0" distB="0" distL="0" distR="0" wp14:anchorId="2AF1739C" wp14:editId="00ECB9AC">
            <wp:extent cx="5608800" cy="4591202"/>
            <wp:effectExtent l="0" t="0" r="0" b="0"/>
            <wp:docPr id="8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863" cy="459780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2A5D8" w14:textId="77777777" w:rsidR="00B97E5D" w:rsidRDefault="00F225BE" w:rsidP="00F225BE">
      <w:r w:rsidRPr="003E4D35">
        <w:t>Mon voyage fut facile</w:t>
      </w:r>
      <w:r w:rsidR="00B97E5D">
        <w:t xml:space="preserve">. </w:t>
      </w:r>
      <w:r w:rsidRPr="003E4D35">
        <w:t>Pour parler comme les protestants dans leurs récits de naufrage</w:t>
      </w:r>
      <w:r w:rsidR="00B97E5D">
        <w:t xml:space="preserve">, </w:t>
      </w:r>
      <w:r w:rsidRPr="003E4D35">
        <w:t>Dieu fit qu</w:t>
      </w:r>
      <w:r w:rsidR="00B97E5D">
        <w:t>’</w:t>
      </w:r>
      <w:r w:rsidRPr="003E4D35">
        <w:t>un gros poisson que je croyais torpille en me heurtant n</w:t>
      </w:r>
      <w:r w:rsidR="00B97E5D">
        <w:t>’</w:t>
      </w:r>
      <w:r w:rsidRPr="003E4D35">
        <w:t>éclatât pas</w:t>
      </w:r>
      <w:r w:rsidR="00B97E5D">
        <w:t xml:space="preserve">. </w:t>
      </w:r>
      <w:r w:rsidRPr="003E4D35">
        <w:t>Dieu me fit couper des assises de belles ablettes étagées et immobiles comme des élus dans Tintoret</w:t>
      </w:r>
      <w:r w:rsidR="00B97E5D">
        <w:t xml:space="preserve">. </w:t>
      </w:r>
      <w:r w:rsidRPr="003E4D35">
        <w:t>Dieu</w:t>
      </w:r>
      <w:r w:rsidR="00B97E5D">
        <w:t xml:space="preserve"> (</w:t>
      </w:r>
      <w:r w:rsidRPr="003E4D35">
        <w:t>non sans avoir empli ma bouche à deux reprises de sa grande humeur salée</w:t>
      </w:r>
      <w:r w:rsidR="00B97E5D">
        <w:t xml:space="preserve">) </w:t>
      </w:r>
      <w:r w:rsidRPr="003E4D35">
        <w:t>me fit découvrir à tr</w:t>
      </w:r>
      <w:r w:rsidRPr="003E4D35">
        <w:t>a</w:t>
      </w:r>
      <w:r w:rsidRPr="003E4D35">
        <w:t>vers les récifs un canal</w:t>
      </w:r>
      <w:r w:rsidR="00B97E5D">
        <w:t xml:space="preserve">, </w:t>
      </w:r>
      <w:r w:rsidRPr="003E4D35">
        <w:t>prendre pied</w:t>
      </w:r>
      <w:r w:rsidR="00B97E5D">
        <w:t xml:space="preserve">, </w:t>
      </w:r>
      <w:r w:rsidRPr="003E4D35">
        <w:t>ma tête dépassant</w:t>
      </w:r>
      <w:r w:rsidR="00B97E5D">
        <w:t xml:space="preserve">, </w:t>
      </w:r>
      <w:r w:rsidRPr="003E4D35">
        <w:t>sur une lagune</w:t>
      </w:r>
      <w:r w:rsidR="00B97E5D">
        <w:t xml:space="preserve">, </w:t>
      </w:r>
      <w:r w:rsidRPr="003E4D35">
        <w:t>et soudain</w:t>
      </w:r>
      <w:r w:rsidR="00B97E5D">
        <w:t xml:space="preserve">, </w:t>
      </w:r>
      <w:r w:rsidRPr="003E4D35">
        <w:t>comme si Dieu ouvrait enfin ces deux oreilles condamnées depuis un an au seul chant des oiseaux</w:t>
      </w:r>
      <w:r w:rsidR="00B97E5D">
        <w:t xml:space="preserve">. </w:t>
      </w:r>
      <w:r w:rsidRPr="003E4D35">
        <w:t>Dieu me laissa entendre aussitôt des clameurs</w:t>
      </w:r>
      <w:r w:rsidR="00B97E5D">
        <w:t xml:space="preserve">, </w:t>
      </w:r>
      <w:r w:rsidRPr="003E4D35">
        <w:t>des glapiss</w:t>
      </w:r>
      <w:r w:rsidRPr="003E4D35">
        <w:t>e</w:t>
      </w:r>
      <w:r w:rsidRPr="003E4D35">
        <w:t>ments</w:t>
      </w:r>
      <w:r w:rsidR="00B97E5D">
        <w:t xml:space="preserve">, </w:t>
      </w:r>
      <w:r w:rsidRPr="003E4D35">
        <w:t>des sifflets et des aboiements</w:t>
      </w:r>
      <w:r w:rsidR="00B97E5D">
        <w:t xml:space="preserve">. </w:t>
      </w:r>
      <w:r w:rsidRPr="003E4D35">
        <w:t>Puis Dieu</w:t>
      </w:r>
      <w:r w:rsidR="00B97E5D">
        <w:t xml:space="preserve">, </w:t>
      </w:r>
      <w:r w:rsidRPr="003E4D35">
        <w:t xml:space="preserve">pendant que je secouais ou débouchais du petit doigt </w:t>
      </w:r>
      <w:r w:rsidRPr="003E4D35">
        <w:lastRenderedPageBreak/>
        <w:t>mes oreilles pleines d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fit miauler</w:t>
      </w:r>
      <w:r w:rsidR="00B97E5D">
        <w:t xml:space="preserve">, </w:t>
      </w:r>
      <w:r w:rsidRPr="003E4D35">
        <w:t>hennir</w:t>
      </w:r>
      <w:r w:rsidR="00B97E5D">
        <w:t xml:space="preserve">, </w:t>
      </w:r>
      <w:r w:rsidRPr="003E4D35">
        <w:t>barrir et trompeter</w:t>
      </w:r>
      <w:r w:rsidR="00B97E5D">
        <w:t xml:space="preserve">. </w:t>
      </w:r>
      <w:r w:rsidRPr="003E4D35">
        <w:t>Tous les cris des an</w:t>
      </w:r>
      <w:r w:rsidRPr="003E4D35">
        <w:t>i</w:t>
      </w:r>
      <w:r w:rsidRPr="003E4D35">
        <w:t>maux les plus bruyants</w:t>
      </w:r>
      <w:r w:rsidR="00B97E5D">
        <w:t xml:space="preserve">, </w:t>
      </w:r>
      <w:r w:rsidRPr="003E4D35">
        <w:t>celui de l</w:t>
      </w:r>
      <w:r w:rsidR="00B97E5D">
        <w:t>’</w:t>
      </w:r>
      <w:r w:rsidRPr="003E4D35">
        <w:t>hippopotame</w:t>
      </w:r>
      <w:r w:rsidR="00B97E5D">
        <w:t xml:space="preserve">, </w:t>
      </w:r>
      <w:r w:rsidRPr="003E4D35">
        <w:t>du chat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onagre</w:t>
      </w:r>
      <w:r w:rsidR="00B97E5D">
        <w:t xml:space="preserve">, </w:t>
      </w:r>
      <w:r w:rsidRPr="003E4D35">
        <w:t>et des cris inconnus qui devaient être ceux de la girafe ou du yack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accueillaient</w:t>
      </w:r>
      <w:r w:rsidR="00B97E5D">
        <w:t xml:space="preserve">, </w:t>
      </w:r>
      <w:r w:rsidRPr="003E4D35">
        <w:t>mais ils partaient du sommet des arbres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déconcertée de trouver si peu d</w:t>
      </w:r>
      <w:r w:rsidR="00B97E5D">
        <w:t>’</w:t>
      </w:r>
      <w:r w:rsidRPr="003E4D35">
        <w:t>harmonie</w:t>
      </w:r>
      <w:r w:rsidR="00B97E5D">
        <w:t xml:space="preserve">, </w:t>
      </w:r>
      <w:r w:rsidRPr="003E4D35">
        <w:t>pour la première fois où elle daignait me reparler</w:t>
      </w:r>
      <w:r w:rsidR="00B97E5D">
        <w:t xml:space="preserve">, </w:t>
      </w:r>
      <w:r w:rsidRPr="003E4D35">
        <w:t>dans la voix de la n</w:t>
      </w:r>
      <w:r w:rsidRPr="003E4D35">
        <w:t>a</w:t>
      </w:r>
      <w:r w:rsidRPr="003E4D35">
        <w:t>ture</w:t>
      </w:r>
      <w:r w:rsidR="00B97E5D">
        <w:t xml:space="preserve">. </w:t>
      </w:r>
      <w:r w:rsidRPr="003E4D35">
        <w:t>Ainsi le sourd dont la guérison arrive un jour à la salle de concert</w:t>
      </w:r>
      <w:r w:rsidR="00B97E5D">
        <w:t xml:space="preserve">, </w:t>
      </w:r>
      <w:r w:rsidRPr="003E4D35">
        <w:t>alors que l</w:t>
      </w:r>
      <w:r w:rsidR="00B97E5D">
        <w:t>’</w:t>
      </w:r>
      <w:r w:rsidRPr="003E4D35">
        <w:t>orchestre entame la symphonie dada</w:t>
      </w:r>
      <w:r w:rsidR="00B97E5D">
        <w:t xml:space="preserve">. </w:t>
      </w:r>
      <w:r w:rsidRPr="003E4D35">
        <w:t>Tous les cocotiers ronflaient comme des tuyaux d</w:t>
      </w:r>
      <w:r w:rsidR="00B97E5D">
        <w:t>’</w:t>
      </w:r>
      <w:r w:rsidRPr="003E4D35">
        <w:t>orgue</w:t>
      </w:r>
      <w:r w:rsidR="00B97E5D">
        <w:t>.</w:t>
      </w:r>
    </w:p>
    <w:p w14:paraId="5ABA726A" w14:textId="77777777" w:rsidR="00B97E5D" w:rsidRDefault="00B97E5D" w:rsidP="00F225BE">
      <w:r>
        <w:t>— </w:t>
      </w:r>
      <w:r w:rsidR="00F225BE" w:rsidRPr="003E4D35">
        <w:t>Oh</w:t>
      </w:r>
      <w:r>
        <w:t xml:space="preserve"> ! </w:t>
      </w:r>
      <w:r w:rsidR="00F225BE" w:rsidRPr="003E4D35">
        <w:t>oh</w:t>
      </w:r>
      <w:r>
        <w:t xml:space="preserve"> ! </w:t>
      </w:r>
      <w:r w:rsidR="00F225BE" w:rsidRPr="003E4D35">
        <w:t>criai-je</w:t>
      </w:r>
      <w:r>
        <w:t xml:space="preserve">… </w:t>
      </w:r>
      <w:r w:rsidR="00F225BE" w:rsidRPr="003E4D35">
        <w:t>Mais déjà j</w:t>
      </w:r>
      <w:r>
        <w:t>’</w:t>
      </w:r>
      <w:r w:rsidR="00F225BE" w:rsidRPr="003E4D35">
        <w:t>avais deviné</w:t>
      </w:r>
      <w:r>
        <w:t xml:space="preserve">. </w:t>
      </w:r>
      <w:r w:rsidR="00F225BE" w:rsidRPr="003E4D35">
        <w:t>Je n</w:t>
      </w:r>
      <w:r>
        <w:t>’</w:t>
      </w:r>
      <w:r w:rsidR="00F225BE" w:rsidRPr="003E4D35">
        <w:t>avais pas peur</w:t>
      </w:r>
      <w:r>
        <w:t>.</w:t>
      </w:r>
    </w:p>
    <w:p w14:paraId="2A058A3D" w14:textId="66F6A76E" w:rsidR="00B97E5D" w:rsidRDefault="00F225BE" w:rsidP="00F225BE">
      <w:r w:rsidRPr="003E4D35">
        <w:t>À ma voix l</w:t>
      </w:r>
      <w:r w:rsidR="00B97E5D">
        <w:t>’</w:t>
      </w:r>
      <w:r w:rsidRPr="003E4D35">
        <w:t>orchestre se tut</w:t>
      </w:r>
      <w:r w:rsidR="00B97E5D">
        <w:t xml:space="preserve">. </w:t>
      </w:r>
      <w:r w:rsidRPr="003E4D35">
        <w:t>Tous les oiseaux de l</w:t>
      </w:r>
      <w:r w:rsidR="00B97E5D">
        <w:t>’</w:t>
      </w:r>
      <w:r w:rsidR="00822160">
        <w:t>î</w:t>
      </w:r>
      <w:r w:rsidRPr="003E4D35">
        <w:t>le vol</w:t>
      </w:r>
      <w:r w:rsidRPr="003E4D35">
        <w:t>è</w:t>
      </w:r>
      <w:r w:rsidRPr="003E4D35">
        <w:t>rent et se réfugièrent derrière moi</w:t>
      </w:r>
      <w:r w:rsidR="00B97E5D">
        <w:t xml:space="preserve"> ; </w:t>
      </w:r>
      <w:r w:rsidRPr="003E4D35">
        <w:t>reconnaissant la reine des oiseaux et celle dont la présence partage les espèces volantes des espèces invisibles</w:t>
      </w:r>
      <w:r w:rsidR="00B97E5D">
        <w:t xml:space="preserve">. </w:t>
      </w:r>
      <w:r w:rsidRPr="003E4D35">
        <w:t>Mais</w:t>
      </w:r>
      <w:r w:rsidR="00B97E5D">
        <w:t xml:space="preserve">, </w:t>
      </w:r>
      <w:r w:rsidRPr="003E4D35">
        <w:t>à l</w:t>
      </w:r>
      <w:r w:rsidR="00B97E5D">
        <w:t>’</w:t>
      </w:r>
      <w:r w:rsidRPr="003E4D35">
        <w:t>extrême cime des arbres</w:t>
      </w:r>
      <w:r w:rsidR="00B97E5D">
        <w:t xml:space="preserve">, </w:t>
      </w:r>
      <w:r w:rsidRPr="003E4D35">
        <w:t>repr</w:t>
      </w:r>
      <w:r w:rsidRPr="003E4D35">
        <w:t>e</w:t>
      </w:r>
      <w:r w:rsidRPr="003E4D35">
        <w:t>nait son vacarme toute une faune ventriloque de rhinocéros et de zèbres</w:t>
      </w:r>
      <w:r w:rsidR="00B97E5D">
        <w:t xml:space="preserve">. </w:t>
      </w:r>
      <w:r w:rsidRPr="003E4D35">
        <w:t>Je levai les bras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comme si ce geste de reddition déclarait ici la guerre</w:t>
      </w:r>
      <w:r w:rsidR="00B97E5D">
        <w:t xml:space="preserve">, </w:t>
      </w:r>
      <w:r w:rsidRPr="003E4D35">
        <w:t>je fus bombardée aussitôt de noix de c</w:t>
      </w:r>
      <w:r w:rsidRPr="003E4D35">
        <w:t>o</w:t>
      </w:r>
      <w:r w:rsidRPr="003E4D35">
        <w:t>co</w:t>
      </w:r>
      <w:r w:rsidR="00B97E5D">
        <w:t xml:space="preserve">, </w:t>
      </w:r>
      <w:r w:rsidRPr="003E4D35">
        <w:t>de bananes</w:t>
      </w:r>
      <w:r w:rsidR="00B97E5D">
        <w:t xml:space="preserve">, </w:t>
      </w:r>
      <w:r w:rsidRPr="003E4D35">
        <w:t>de noisettes et de tous les échantillons de ce que je pourrais jamais manger dans cette nouvelle île</w:t>
      </w:r>
      <w:r w:rsidR="00B97E5D">
        <w:t xml:space="preserve">. </w:t>
      </w:r>
      <w:r w:rsidRPr="003E4D35">
        <w:t>Mais je ne pouvais voir aucun des singes</w:t>
      </w:r>
      <w:r w:rsidR="00B97E5D">
        <w:t xml:space="preserve">. </w:t>
      </w:r>
      <w:r w:rsidRPr="003E4D35">
        <w:t>Je ne m</w:t>
      </w:r>
      <w:r w:rsidR="00B97E5D">
        <w:t>’</w:t>
      </w:r>
      <w:r w:rsidRPr="003E4D35">
        <w:t>éloignais pas du rivage</w:t>
      </w:r>
      <w:r w:rsidR="00B97E5D">
        <w:t xml:space="preserve">, </w:t>
      </w:r>
      <w:r w:rsidRPr="003E4D35">
        <w:t>prête à plonger si c</w:t>
      </w:r>
      <w:r w:rsidR="00B97E5D">
        <w:t>’</w:t>
      </w:r>
      <w:r w:rsidRPr="003E4D35">
        <w:t>était une race trop grosse</w:t>
      </w:r>
      <w:r w:rsidR="00B97E5D">
        <w:t xml:space="preserve">. </w:t>
      </w:r>
      <w:r w:rsidRPr="003E4D35">
        <w:t>Les plus gou</w:t>
      </w:r>
      <w:r w:rsidRPr="003E4D35">
        <w:t>r</w:t>
      </w:r>
      <w:r w:rsidRPr="003E4D35">
        <w:t>mands et les moins dévoués à la patrie des singes</w:t>
      </w:r>
      <w:r w:rsidR="00B97E5D">
        <w:t xml:space="preserve">, </w:t>
      </w:r>
      <w:r w:rsidRPr="003E4D35">
        <w:t>au lieu de noix et de bananes pleines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envoyaient des coquilles et des pelures qui</w:t>
      </w:r>
      <w:r w:rsidR="00B97E5D">
        <w:t xml:space="preserve">, </w:t>
      </w:r>
      <w:r w:rsidRPr="003E4D35">
        <w:t>elles</w:t>
      </w:r>
      <w:r w:rsidR="00B97E5D">
        <w:t xml:space="preserve">, </w:t>
      </w:r>
      <w:r w:rsidRPr="003E4D35">
        <w:t>flottaient</w:t>
      </w:r>
      <w:r w:rsidR="00B97E5D">
        <w:t xml:space="preserve">. </w:t>
      </w:r>
      <w:r w:rsidRPr="003E4D35">
        <w:t>Puis j</w:t>
      </w:r>
      <w:r w:rsidR="00B97E5D">
        <w:t>’</w:t>
      </w:r>
      <w:r w:rsidRPr="003E4D35">
        <w:t>entendis des cris d</w:t>
      </w:r>
      <w:r w:rsidR="00B97E5D">
        <w:t>’</w:t>
      </w:r>
      <w:r w:rsidRPr="003E4D35">
        <w:t>enfant qu</w:t>
      </w:r>
      <w:r w:rsidR="00B97E5D">
        <w:t>’</w:t>
      </w:r>
      <w:r w:rsidRPr="003E4D35">
        <w:t>on bat et je vis</w:t>
      </w:r>
      <w:r w:rsidR="00B97E5D">
        <w:t xml:space="preserve">, </w:t>
      </w:r>
      <w:r w:rsidRPr="003E4D35">
        <w:t>dégringolant de liane en liane sans qu</w:t>
      </w:r>
      <w:r w:rsidR="00B97E5D">
        <w:t>’</w:t>
      </w:r>
      <w:r w:rsidRPr="003E4D35">
        <w:t>aucune pût le retenir</w:t>
      </w:r>
      <w:r w:rsidR="00B97E5D">
        <w:t xml:space="preserve">, </w:t>
      </w:r>
      <w:r w:rsidRPr="003E4D35">
        <w:t>un singe ridicule à peine plus gros que les singes pour orgues de Barbarie</w:t>
      </w:r>
      <w:r w:rsidR="00B97E5D">
        <w:t xml:space="preserve"> (</w:t>
      </w:r>
      <w:r w:rsidRPr="003E4D35">
        <w:t>le dernier que j</w:t>
      </w:r>
      <w:r w:rsidR="00B97E5D">
        <w:t>’</w:t>
      </w:r>
      <w:r w:rsidRPr="003E4D35">
        <w:t>avais vu de cette taille était habillé</w:t>
      </w:r>
      <w:r w:rsidR="00B97E5D">
        <w:t xml:space="preserve">), </w:t>
      </w:r>
      <w:r w:rsidRPr="003E4D35">
        <w:t>que se tournait de face vers moi</w:t>
      </w:r>
      <w:r w:rsidR="00B97E5D">
        <w:t xml:space="preserve">, </w:t>
      </w:r>
      <w:r w:rsidRPr="003E4D35">
        <w:t>qui ne put même garder cet équilibre</w:t>
      </w:r>
      <w:r w:rsidR="00B97E5D">
        <w:t xml:space="preserve">, </w:t>
      </w:r>
      <w:r w:rsidRPr="003E4D35">
        <w:t>et dont je vis soudain le derrière bleu</w:t>
      </w:r>
      <w:r w:rsidR="00B97E5D">
        <w:t xml:space="preserve">. </w:t>
      </w:r>
      <w:r w:rsidRPr="003E4D35">
        <w:t>Tous les autres</w:t>
      </w:r>
      <w:r w:rsidR="00B97E5D">
        <w:t xml:space="preserve">, </w:t>
      </w:r>
      <w:r w:rsidRPr="003E4D35">
        <w:lastRenderedPageBreak/>
        <w:t>indignés de voir trahir ainsi à la fois leur présence et leur secret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enfuirent</w:t>
      </w:r>
      <w:r w:rsidR="00B97E5D">
        <w:t xml:space="preserve">, </w:t>
      </w:r>
      <w:r w:rsidRPr="003E4D35">
        <w:t>et la verdure fut trouée de cent taches indigo</w:t>
      </w:r>
      <w:r w:rsidR="00B97E5D">
        <w:t xml:space="preserve">. </w:t>
      </w:r>
      <w:r w:rsidRPr="003E4D35">
        <w:t>Je les vis d</w:t>
      </w:r>
      <w:r w:rsidR="00B97E5D">
        <w:t>’</w:t>
      </w:r>
      <w:r w:rsidRPr="003E4D35">
        <w:t>arbre en arbre sauter</w:t>
      </w:r>
      <w:r w:rsidR="00B97E5D">
        <w:t xml:space="preserve">, </w:t>
      </w:r>
      <w:r w:rsidRPr="003E4D35">
        <w:t>comme un ramoneur surgir de chaque cocotier</w:t>
      </w:r>
      <w:r w:rsidR="00B97E5D">
        <w:t xml:space="preserve">, </w:t>
      </w:r>
      <w:r w:rsidRPr="003E4D35">
        <w:t>se poursuivre chacun comme le d</w:t>
      </w:r>
      <w:r w:rsidRPr="003E4D35">
        <w:t>é</w:t>
      </w:r>
      <w:r w:rsidRPr="003E4D35">
        <w:t>nonciateur</w:t>
      </w:r>
      <w:r w:rsidR="00B97E5D">
        <w:t xml:space="preserve">, </w:t>
      </w:r>
      <w:r w:rsidRPr="003E4D35">
        <w:t>disparaître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dans le voisinage</w:t>
      </w:r>
      <w:r w:rsidR="00B97E5D">
        <w:t xml:space="preserve">, </w:t>
      </w:r>
      <w:r w:rsidRPr="003E4D35">
        <w:t>je les entendis pousser ensemble la même clameur</w:t>
      </w:r>
      <w:r w:rsidR="00B97E5D">
        <w:t xml:space="preserve">, </w:t>
      </w:r>
      <w:r w:rsidRPr="003E4D35">
        <w:t>une exclamation prov</w:t>
      </w:r>
      <w:r w:rsidRPr="003E4D35">
        <w:t>o</w:t>
      </w:r>
      <w:r w:rsidRPr="003E4D35">
        <w:t>quée sûrement par quelque autre bête</w:t>
      </w:r>
      <w:r w:rsidR="00B97E5D">
        <w:t xml:space="preserve">, </w:t>
      </w:r>
      <w:r w:rsidRPr="003E4D35">
        <w:t>mais cette fois unanime</w:t>
      </w:r>
      <w:r w:rsidR="00B97E5D">
        <w:t xml:space="preserve">, </w:t>
      </w:r>
      <w:r w:rsidRPr="003E4D35">
        <w:t>et dont l</w:t>
      </w:r>
      <w:r w:rsidR="00B97E5D">
        <w:t>’</w:t>
      </w:r>
      <w:r w:rsidRPr="003E4D35">
        <w:t>accord prouvait que là-bas passait un être sur lequel les singes ne sauraient avoir d</w:t>
      </w:r>
      <w:r w:rsidR="00B97E5D">
        <w:t>’</w:t>
      </w:r>
      <w:r w:rsidRPr="003E4D35">
        <w:t>avis et de cris mélangés comme en ce qui regarde une jeune fille de Bellac</w:t>
      </w:r>
      <w:r w:rsidR="00B97E5D">
        <w:t xml:space="preserve">… </w:t>
      </w:r>
      <w:r w:rsidRPr="003E4D35">
        <w:t>un boa peut-être</w:t>
      </w:r>
      <w:r w:rsidR="00B97E5D">
        <w:t xml:space="preserve">, </w:t>
      </w:r>
      <w:r w:rsidRPr="003E4D35">
        <w:t>ou un fauve</w:t>
      </w:r>
      <w:r w:rsidR="00B97E5D">
        <w:t xml:space="preserve">… </w:t>
      </w:r>
      <w:r w:rsidRPr="003E4D35">
        <w:t>Mais je n</w:t>
      </w:r>
      <w:r w:rsidR="00B97E5D">
        <w:t>’</w:t>
      </w:r>
      <w:r w:rsidRPr="003E4D35">
        <w:t>avais pas peur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avançai</w:t>
      </w:r>
      <w:r w:rsidR="00B97E5D">
        <w:t>…</w:t>
      </w:r>
    </w:p>
    <w:p w14:paraId="3C7305CA" w14:textId="77777777" w:rsidR="00B97E5D" w:rsidRDefault="00F225BE" w:rsidP="00F225BE">
      <w:r w:rsidRPr="003E4D35">
        <w:t>Joie</w:t>
      </w:r>
      <w:r w:rsidR="00B97E5D">
        <w:t xml:space="preserve">, </w:t>
      </w:r>
      <w:r w:rsidRPr="003E4D35">
        <w:t>pour qui ne sait plus ce qu</w:t>
      </w:r>
      <w:r w:rsidR="00B97E5D">
        <w:t>’</w:t>
      </w:r>
      <w:r w:rsidRPr="003E4D35">
        <w:t>est un œil</w:t>
      </w:r>
      <w:r w:rsidR="00B97E5D">
        <w:t xml:space="preserve">, </w:t>
      </w:r>
      <w:r w:rsidRPr="003E4D35">
        <w:t>sans gaine bla</w:t>
      </w:r>
      <w:r w:rsidRPr="003E4D35">
        <w:t>n</w:t>
      </w:r>
      <w:r w:rsidRPr="003E4D35">
        <w:t>che</w:t>
      </w:r>
      <w:r w:rsidR="00B97E5D">
        <w:t xml:space="preserve">, </w:t>
      </w:r>
      <w:r w:rsidRPr="003E4D35">
        <w:t>un œil autre que l</w:t>
      </w:r>
      <w:r w:rsidR="00B97E5D">
        <w:t>’</w:t>
      </w:r>
      <w:r w:rsidRPr="003E4D35">
        <w:t>œil des oiseaux</w:t>
      </w:r>
      <w:r w:rsidR="00B97E5D">
        <w:t xml:space="preserve">, </w:t>
      </w:r>
      <w:r w:rsidRPr="003E4D35">
        <w:t>un œil enfin décousu par le vrai canif</w:t>
      </w:r>
      <w:r w:rsidR="00B97E5D">
        <w:t xml:space="preserve">, </w:t>
      </w:r>
      <w:r w:rsidRPr="003E4D35">
        <w:t>pour qui a cherché des semaines un poisson à yeux ovales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apercevoir à chaque minute</w:t>
      </w:r>
      <w:r w:rsidR="00B97E5D">
        <w:t xml:space="preserve">, </w:t>
      </w:r>
      <w:r w:rsidRPr="003E4D35">
        <w:t>né d</w:t>
      </w:r>
      <w:r w:rsidR="00B97E5D">
        <w:t>’</w:t>
      </w:r>
      <w:r w:rsidRPr="003E4D35">
        <w:t>une minute de s</w:t>
      </w:r>
      <w:r w:rsidRPr="003E4D35">
        <w:t>i</w:t>
      </w:r>
      <w:r w:rsidRPr="003E4D35">
        <w:t>lence</w:t>
      </w:r>
      <w:r w:rsidR="00B97E5D">
        <w:t xml:space="preserve">, </w:t>
      </w:r>
      <w:r w:rsidRPr="003E4D35">
        <w:t>un petit animal neuf</w:t>
      </w:r>
      <w:r w:rsidR="00B97E5D">
        <w:t xml:space="preserve">, </w:t>
      </w:r>
      <w:r w:rsidRPr="003E4D35">
        <w:t>une paire d</w:t>
      </w:r>
      <w:r w:rsidR="00B97E5D">
        <w:t>’</w:t>
      </w:r>
      <w:r w:rsidRPr="003E4D35">
        <w:t>yeux</w:t>
      </w:r>
      <w:r w:rsidR="00B97E5D">
        <w:t xml:space="preserve">. </w:t>
      </w:r>
      <w:r w:rsidRPr="003E4D35">
        <w:t>Des rats</w:t>
      </w:r>
      <w:r w:rsidR="00B97E5D">
        <w:t xml:space="preserve">, </w:t>
      </w:r>
      <w:r w:rsidRPr="003E4D35">
        <w:t>qui bo</w:t>
      </w:r>
      <w:r w:rsidRPr="003E4D35">
        <w:t>n</w:t>
      </w:r>
      <w:r w:rsidRPr="003E4D35">
        <w:t>dirent à la mer</w:t>
      </w:r>
      <w:r w:rsidR="00B97E5D">
        <w:t xml:space="preserve">, </w:t>
      </w:r>
      <w:r w:rsidRPr="003E4D35">
        <w:t>annonçant faussement que l</w:t>
      </w:r>
      <w:r w:rsidR="00B97E5D">
        <w:t>’</w:t>
      </w:r>
      <w:r w:rsidRPr="003E4D35">
        <w:t>île allait sombrer</w:t>
      </w:r>
      <w:r w:rsidR="00B97E5D">
        <w:t xml:space="preserve">. </w:t>
      </w:r>
      <w:r w:rsidRPr="003E4D35">
        <w:t>Des cobayes</w:t>
      </w:r>
      <w:r w:rsidR="00B97E5D">
        <w:t xml:space="preserve">. </w:t>
      </w:r>
      <w:r w:rsidRPr="003E4D35">
        <w:t>Des musaraignes</w:t>
      </w:r>
      <w:r w:rsidR="00B97E5D">
        <w:t xml:space="preserve">. </w:t>
      </w:r>
      <w:r w:rsidRPr="003E4D35">
        <w:t>Je les suivais d</w:t>
      </w:r>
      <w:r w:rsidR="00B97E5D">
        <w:t>’</w:t>
      </w:r>
      <w:r w:rsidRPr="003E4D35">
        <w:t>un regard étonné d</w:t>
      </w:r>
      <w:r w:rsidR="00B97E5D">
        <w:t>’</w:t>
      </w:r>
      <w:r w:rsidRPr="003E4D35">
        <w:t>avoir à ne point s</w:t>
      </w:r>
      <w:r w:rsidR="00B97E5D">
        <w:t>’</w:t>
      </w:r>
      <w:r w:rsidRPr="003E4D35">
        <w:t>élever</w:t>
      </w:r>
      <w:r w:rsidR="00B97E5D">
        <w:t xml:space="preserve">, </w:t>
      </w:r>
      <w:r w:rsidRPr="003E4D35">
        <w:t>habitué par les oiseaux à une vie ve</w:t>
      </w:r>
      <w:r w:rsidRPr="003E4D35">
        <w:t>r</w:t>
      </w:r>
      <w:r w:rsidRPr="003E4D35">
        <w:t>ticale dont j</w:t>
      </w:r>
      <w:r w:rsidR="00B97E5D">
        <w:t>’</w:t>
      </w:r>
      <w:r w:rsidRPr="003E4D35">
        <w:t>étais ce matin sortie</w:t>
      </w:r>
      <w:r w:rsidR="00B97E5D">
        <w:t xml:space="preserve">… </w:t>
      </w:r>
      <w:r w:rsidRPr="003E4D35">
        <w:t>Sur le sable</w:t>
      </w:r>
      <w:r w:rsidR="00B97E5D">
        <w:t xml:space="preserve">, </w:t>
      </w:r>
      <w:r w:rsidRPr="003E4D35">
        <w:t>sur la partie de l</w:t>
      </w:r>
      <w:r w:rsidR="00B97E5D">
        <w:t>’</w:t>
      </w:r>
      <w:r w:rsidRPr="003E4D35">
        <w:t>île où j</w:t>
      </w:r>
      <w:r w:rsidR="00B97E5D">
        <w:t>’</w:t>
      </w:r>
      <w:r w:rsidRPr="003E4D35">
        <w:t>aurais eu le plus de chances de trouver une trace h</w:t>
      </w:r>
      <w:r w:rsidRPr="003E4D35">
        <w:t>u</w:t>
      </w:r>
      <w:r w:rsidRPr="003E4D35">
        <w:t>maine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avançais</w:t>
      </w:r>
      <w:r w:rsidR="00B97E5D">
        <w:t xml:space="preserve">, </w:t>
      </w:r>
      <w:r w:rsidRPr="003E4D35">
        <w:t>essayant de la démêler dans mille empreintes de singes avec la patience de celui qui cherche</w:t>
      </w:r>
      <w:r w:rsidR="00B97E5D">
        <w:t xml:space="preserve">, </w:t>
      </w:r>
      <w:r w:rsidRPr="003E4D35">
        <w:t>dans un champ de trèfles</w:t>
      </w:r>
      <w:r w:rsidR="00B97E5D">
        <w:t xml:space="preserve">, </w:t>
      </w:r>
      <w:r w:rsidRPr="003E4D35">
        <w:t>le trèfle à quatre feuilles</w:t>
      </w:r>
      <w:r w:rsidR="00B97E5D">
        <w:t xml:space="preserve">… </w:t>
      </w:r>
      <w:r w:rsidRPr="003E4D35">
        <w:t>De loin j</w:t>
      </w:r>
      <w:r w:rsidR="00B97E5D">
        <w:t>’</w:t>
      </w:r>
      <w:r w:rsidRPr="003E4D35">
        <w:t>entendais d</w:t>
      </w:r>
      <w:r w:rsidR="00B97E5D">
        <w:t>’</w:t>
      </w:r>
      <w:r w:rsidRPr="003E4D35">
        <w:t>ai</w:t>
      </w:r>
      <w:r w:rsidRPr="003E4D35">
        <w:t>l</w:t>
      </w:r>
      <w:r w:rsidRPr="003E4D35">
        <w:t>leurs encore les singes</w:t>
      </w:r>
      <w:r w:rsidR="00B97E5D">
        <w:t xml:space="preserve">, – </w:t>
      </w:r>
      <w:r w:rsidRPr="003E4D35">
        <w:t>à nouveau discordants</w:t>
      </w:r>
      <w:r w:rsidR="00B97E5D">
        <w:t xml:space="preserve"> :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ils pensaient à moi</w:t>
      </w:r>
      <w:r w:rsidR="00B97E5D">
        <w:t xml:space="preserve">… </w:t>
      </w:r>
      <w:r w:rsidRPr="003E4D35">
        <w:t>Puis j</w:t>
      </w:r>
      <w:r w:rsidR="00B97E5D">
        <w:t>’</w:t>
      </w:r>
      <w:r w:rsidRPr="003E4D35">
        <w:t>entrai</w:t>
      </w:r>
      <w:r w:rsidR="00B97E5D">
        <w:t xml:space="preserve">, </w:t>
      </w:r>
      <w:r w:rsidRPr="003E4D35">
        <w:t>la zone des cocotiers franchie</w:t>
      </w:r>
      <w:r w:rsidR="00B97E5D">
        <w:t xml:space="preserve">, </w:t>
      </w:r>
      <w:r w:rsidRPr="003E4D35">
        <w:t>dans un haut gazon planté de tiges de rosiers</w:t>
      </w:r>
      <w:r w:rsidR="00B97E5D">
        <w:t xml:space="preserve">, </w:t>
      </w:r>
      <w:r w:rsidRPr="003E4D35">
        <w:t>toutes sèches</w:t>
      </w:r>
      <w:r w:rsidR="00B97E5D">
        <w:t xml:space="preserve"> – </w:t>
      </w:r>
      <w:r w:rsidRPr="003E4D35">
        <w:t>des hommes jadis avaient passé là</w:t>
      </w:r>
      <w:r w:rsidR="00B97E5D">
        <w:t xml:space="preserve"> – </w:t>
      </w:r>
      <w:r w:rsidRPr="003E4D35">
        <w:t>et partout</w:t>
      </w:r>
      <w:r w:rsidR="00B97E5D">
        <w:t xml:space="preserve">, </w:t>
      </w:r>
      <w:r w:rsidRPr="003E4D35">
        <w:t>au lieu de ces taches colorées et stupides qui m</w:t>
      </w:r>
      <w:r w:rsidR="00B97E5D">
        <w:t>’</w:t>
      </w:r>
      <w:r w:rsidRPr="003E4D35">
        <w:t>accompagnaient hier encore</w:t>
      </w:r>
      <w:r w:rsidR="00B97E5D">
        <w:t xml:space="preserve">, </w:t>
      </w:r>
      <w:r w:rsidRPr="003E4D35">
        <w:t>des glissements</w:t>
      </w:r>
      <w:r w:rsidR="00B97E5D">
        <w:t xml:space="preserve">, </w:t>
      </w:r>
      <w:r w:rsidRPr="003E4D35">
        <w:t>et bientôt</w:t>
      </w:r>
      <w:r w:rsidR="00B97E5D">
        <w:t xml:space="preserve">, </w:t>
      </w:r>
      <w:r w:rsidRPr="003E4D35">
        <w:t>me regardant de ce regard par lequel dans mon enfance il avait pris ma confiance</w:t>
      </w:r>
      <w:r w:rsidR="00B97E5D">
        <w:t xml:space="preserve">, </w:t>
      </w:r>
      <w:r w:rsidRPr="003E4D35">
        <w:t>rabaissant cette oreille qui avait conquis ma tendresse</w:t>
      </w:r>
      <w:r w:rsidR="00B97E5D">
        <w:t xml:space="preserve">, </w:t>
      </w:r>
      <w:r w:rsidRPr="003E4D35">
        <w:t xml:space="preserve">remuant </w:t>
      </w:r>
      <w:r w:rsidRPr="003E4D35">
        <w:lastRenderedPageBreak/>
        <w:t>ce nez qui lui avait donné mon amour</w:t>
      </w:r>
      <w:r w:rsidR="00B97E5D">
        <w:t xml:space="preserve">, </w:t>
      </w:r>
      <w:r w:rsidRPr="003E4D35">
        <w:t>un lapin</w:t>
      </w:r>
      <w:r w:rsidR="00B97E5D">
        <w:t xml:space="preserve">… </w:t>
      </w:r>
      <w:r w:rsidRPr="003E4D35">
        <w:t>Partout</w:t>
      </w:r>
      <w:r w:rsidR="00B97E5D">
        <w:t xml:space="preserve">, </w:t>
      </w:r>
      <w:r w:rsidRPr="003E4D35">
        <w:t>me regardant à tr</w:t>
      </w:r>
      <w:r w:rsidRPr="003E4D35">
        <w:t>a</w:t>
      </w:r>
      <w:r w:rsidRPr="003E4D35">
        <w:t>vers un animal</w:t>
      </w:r>
      <w:r w:rsidR="00B97E5D">
        <w:t xml:space="preserve">, </w:t>
      </w:r>
      <w:r w:rsidRPr="003E4D35">
        <w:t>à travers ce décor de mon existence ancienne qu</w:t>
      </w:r>
      <w:r w:rsidR="00B97E5D">
        <w:t>’</w:t>
      </w:r>
      <w:r w:rsidRPr="003E4D35">
        <w:t>était une antilope</w:t>
      </w:r>
      <w:r w:rsidR="00B97E5D">
        <w:t xml:space="preserve">, </w:t>
      </w:r>
      <w:r w:rsidRPr="003E4D35">
        <w:t>un chat</w:t>
      </w:r>
      <w:r w:rsidR="00B97E5D">
        <w:t xml:space="preserve">, </w:t>
      </w:r>
      <w:r w:rsidRPr="003E4D35">
        <w:t>une fouine</w:t>
      </w:r>
      <w:r w:rsidR="00B97E5D">
        <w:t xml:space="preserve">, </w:t>
      </w:r>
      <w:r w:rsidRPr="003E4D35">
        <w:t>les deux yeux d</w:t>
      </w:r>
      <w:r w:rsidR="00B97E5D">
        <w:t>’</w:t>
      </w:r>
      <w:r w:rsidRPr="003E4D35">
        <w:t>un petit acteur</w:t>
      </w:r>
      <w:r w:rsidR="00B97E5D">
        <w:t xml:space="preserve">. </w:t>
      </w:r>
      <w:r w:rsidRPr="003E4D35">
        <w:t>Partout</w:t>
      </w:r>
      <w:r w:rsidR="00B97E5D">
        <w:t xml:space="preserve">, </w:t>
      </w:r>
      <w:r w:rsidRPr="003E4D35">
        <w:t>au lieu de ces bruits fripés de plumes</w:t>
      </w:r>
      <w:r w:rsidR="00B97E5D">
        <w:t xml:space="preserve">, </w:t>
      </w:r>
      <w:r w:rsidRPr="003E4D35">
        <w:t>des bruits de pas</w:t>
      </w:r>
      <w:r w:rsidR="00B97E5D">
        <w:t xml:space="preserve">, </w:t>
      </w:r>
      <w:r w:rsidRPr="003E4D35">
        <w:t>de trot</w:t>
      </w:r>
      <w:r w:rsidR="00B97E5D">
        <w:t xml:space="preserve">, </w:t>
      </w:r>
      <w:r w:rsidRPr="003E4D35">
        <w:t>de galop</w:t>
      </w:r>
      <w:r w:rsidR="00B97E5D">
        <w:t xml:space="preserve">, </w:t>
      </w:r>
      <w:r w:rsidRPr="003E4D35">
        <w:t>un rythme d</w:t>
      </w:r>
      <w:r w:rsidR="00B97E5D">
        <w:t>’</w:t>
      </w:r>
      <w:r w:rsidRPr="003E4D35">
        <w:t>Europe qui me r</w:t>
      </w:r>
      <w:r w:rsidRPr="003E4D35">
        <w:t>e</w:t>
      </w:r>
      <w:r w:rsidRPr="003E4D35">
        <w:t>donnait la lenteur et la vitesse</w:t>
      </w:r>
      <w:r w:rsidR="00B97E5D">
        <w:t xml:space="preserve">. </w:t>
      </w:r>
      <w:r w:rsidRPr="003E4D35">
        <w:t>De beaux oiseaux rouges et verts montaient à chaque instant sous mes pas</w:t>
      </w:r>
      <w:r w:rsidR="00B97E5D">
        <w:t xml:space="preserve">, </w:t>
      </w:r>
      <w:r w:rsidRPr="003E4D35">
        <w:t>tout droits</w:t>
      </w:r>
      <w:r w:rsidR="00B97E5D">
        <w:t xml:space="preserve">, </w:t>
      </w:r>
      <w:r w:rsidRPr="003E4D35">
        <w:t>comme les fusées italiennes qu</w:t>
      </w:r>
      <w:r w:rsidR="00B97E5D">
        <w:t>’</w:t>
      </w:r>
      <w:r w:rsidRPr="003E4D35">
        <w:t>on lance pour distraire un criminel de son crime</w:t>
      </w:r>
      <w:r w:rsidR="00B97E5D">
        <w:t xml:space="preserve">, </w:t>
      </w:r>
      <w:r w:rsidRPr="003E4D35">
        <w:t>un savant de son travail</w:t>
      </w:r>
      <w:r w:rsidR="00B97E5D">
        <w:t xml:space="preserve">, </w:t>
      </w:r>
      <w:r w:rsidRPr="003E4D35">
        <w:t>mais je ne levais plus les yeux</w:t>
      </w:r>
      <w:r w:rsidR="00B97E5D">
        <w:t xml:space="preserve">. </w:t>
      </w:r>
      <w:r w:rsidRPr="003E4D35">
        <w:t>Je heurtais du pied de gros œufs orange</w:t>
      </w:r>
      <w:r w:rsidR="00B97E5D">
        <w:t xml:space="preserve">, </w:t>
      </w:r>
      <w:r w:rsidRPr="003E4D35">
        <w:t>placés là pour r</w:t>
      </w:r>
      <w:r w:rsidRPr="003E4D35">
        <w:t>e</w:t>
      </w:r>
      <w:r w:rsidRPr="003E4D35">
        <w:t>tarder ma course vers le lièvre ou le blaireau</w:t>
      </w:r>
      <w:r w:rsidR="00B97E5D">
        <w:t xml:space="preserve">, </w:t>
      </w:r>
      <w:r w:rsidRPr="003E4D35">
        <w:t>mais je ne les r</w:t>
      </w:r>
      <w:r w:rsidRPr="003E4D35">
        <w:t>a</w:t>
      </w:r>
      <w:r w:rsidRPr="003E4D35">
        <w:t>massais plus</w:t>
      </w:r>
      <w:r w:rsidR="00B97E5D">
        <w:t xml:space="preserve">. </w:t>
      </w:r>
      <w:r w:rsidRPr="003E4D35">
        <w:t>Toute une journée se passa à tourner à rebours un cinéma de mon enfance qui me rendit les cochons d</w:t>
      </w:r>
      <w:r w:rsidR="00B97E5D">
        <w:t>’</w:t>
      </w:r>
      <w:r w:rsidRPr="003E4D35">
        <w:t>Inde</w:t>
      </w:r>
      <w:r w:rsidR="00B97E5D">
        <w:t xml:space="preserve">, </w:t>
      </w:r>
      <w:r w:rsidRPr="003E4D35">
        <w:t>les écureuils</w:t>
      </w:r>
      <w:r w:rsidR="00B97E5D">
        <w:t xml:space="preserve">. </w:t>
      </w:r>
      <w:r w:rsidRPr="003E4D35">
        <w:t>Quand j</w:t>
      </w:r>
      <w:r w:rsidR="00B97E5D">
        <w:t>’</w:t>
      </w:r>
      <w:r w:rsidRPr="003E4D35">
        <w:t>entendis les herbes froissées</w:t>
      </w:r>
      <w:r w:rsidR="00B97E5D">
        <w:t xml:space="preserve">, </w:t>
      </w:r>
      <w:r w:rsidRPr="003E4D35">
        <w:t>quand un bui</w:t>
      </w:r>
      <w:r w:rsidRPr="003E4D35">
        <w:t>s</w:t>
      </w:r>
      <w:r w:rsidRPr="003E4D35">
        <w:t>son ondulait</w:t>
      </w:r>
      <w:r w:rsidR="00B97E5D">
        <w:t xml:space="preserve">, </w:t>
      </w:r>
      <w:r w:rsidRPr="003E4D35">
        <w:t>au lieu de n</w:t>
      </w:r>
      <w:r w:rsidR="00B97E5D">
        <w:t>’</w:t>
      </w:r>
      <w:r w:rsidRPr="003E4D35">
        <w:t>avoir à penser comme dans mon île c</w:t>
      </w:r>
      <w:r w:rsidR="00B97E5D">
        <w:t>’</w:t>
      </w:r>
      <w:r w:rsidRPr="003E4D35">
        <w:t>est le vent d</w:t>
      </w:r>
      <w:r w:rsidR="00B97E5D">
        <w:t>’</w:t>
      </w:r>
      <w:r w:rsidRPr="003E4D35">
        <w:t>Est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le vent d</w:t>
      </w:r>
      <w:r w:rsidR="00B97E5D">
        <w:t>’</w:t>
      </w:r>
      <w:r w:rsidRPr="003E4D35">
        <w:t>Ouest</w:t>
      </w:r>
      <w:r w:rsidR="00B97E5D">
        <w:t xml:space="preserve">,… </w:t>
      </w:r>
      <w:r w:rsidRPr="003E4D35">
        <w:t>de ma mémoire s</w:t>
      </w:r>
      <w:r w:rsidR="00B97E5D">
        <w:t>’</w:t>
      </w:r>
      <w:r w:rsidRPr="003E4D35">
        <w:t>échappait</w:t>
      </w:r>
      <w:r w:rsidR="00B97E5D">
        <w:t xml:space="preserve">, </w:t>
      </w:r>
      <w:r w:rsidRPr="003E4D35">
        <w:t>la raclant doucement s</w:t>
      </w:r>
      <w:r w:rsidR="00B97E5D">
        <w:t>’</w:t>
      </w:r>
      <w:r w:rsidRPr="003E4D35">
        <w:t>il avait des piquants</w:t>
      </w:r>
      <w:r w:rsidR="00B97E5D">
        <w:t xml:space="preserve">, </w:t>
      </w:r>
      <w:r w:rsidRPr="003E4D35">
        <w:t>un nouvel animal</w:t>
      </w:r>
      <w:r w:rsidR="00B97E5D">
        <w:t xml:space="preserve"> : – </w:t>
      </w:r>
      <w:r w:rsidRPr="003E4D35">
        <w:t>C</w:t>
      </w:r>
      <w:r w:rsidR="00B97E5D">
        <w:t>’</w:t>
      </w:r>
      <w:r w:rsidRPr="003E4D35">
        <w:t>est un pécari</w:t>
      </w:r>
      <w:r w:rsidR="00B97E5D">
        <w:t xml:space="preserve">, </w:t>
      </w:r>
      <w:r w:rsidRPr="003E4D35">
        <w:t>me disais-je</w:t>
      </w:r>
      <w:r w:rsidR="00B97E5D">
        <w:t xml:space="preserve">… </w:t>
      </w:r>
      <w:r w:rsidRPr="003E4D35">
        <w:t>C</w:t>
      </w:r>
      <w:r w:rsidR="00B97E5D">
        <w:t>’</w:t>
      </w:r>
      <w:r w:rsidRPr="003E4D35">
        <w:t>est un igu</w:t>
      </w:r>
      <w:r w:rsidRPr="003E4D35">
        <w:t>a</w:t>
      </w:r>
      <w:r w:rsidRPr="003E4D35">
        <w:t>ne</w:t>
      </w:r>
      <w:r w:rsidR="00B97E5D">
        <w:t xml:space="preserve">… </w:t>
      </w:r>
      <w:r w:rsidRPr="003E4D35">
        <w:t>C</w:t>
      </w:r>
      <w:r w:rsidR="00B97E5D">
        <w:t>’</w:t>
      </w:r>
      <w:r w:rsidRPr="003E4D35">
        <w:t>est peut-être un tatou</w:t>
      </w:r>
      <w:r w:rsidR="00B97E5D">
        <w:t xml:space="preserve">… </w:t>
      </w:r>
      <w:r w:rsidRPr="003E4D35">
        <w:t>Chaque insecte</w:t>
      </w:r>
      <w:r w:rsidR="00B97E5D">
        <w:t xml:space="preserve">, </w:t>
      </w:r>
      <w:r w:rsidRPr="003E4D35">
        <w:t>chaque plante me donnait</w:t>
      </w:r>
      <w:r w:rsidR="00B97E5D">
        <w:t xml:space="preserve">, </w:t>
      </w:r>
      <w:r w:rsidRPr="003E4D35">
        <w:t>comme à un créateur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image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attente de l</w:t>
      </w:r>
      <w:r w:rsidR="00B97E5D">
        <w:t>’</w:t>
      </w:r>
      <w:r w:rsidRPr="003E4D35">
        <w:t>animal qui vivait d</w:t>
      </w:r>
      <w:r w:rsidR="00B97E5D">
        <w:t>’</w:t>
      </w:r>
      <w:r w:rsidRPr="003E4D35">
        <w:t>eux</w:t>
      </w:r>
      <w:r w:rsidR="00B97E5D">
        <w:t xml:space="preserve"> : </w:t>
      </w:r>
      <w:r w:rsidRPr="003E4D35">
        <w:t>des blattes</w:t>
      </w:r>
      <w:r w:rsidR="00B97E5D">
        <w:t xml:space="preserve"> ? </w:t>
      </w:r>
      <w:r w:rsidRPr="003E4D35">
        <w:t>ma mangouste n</w:t>
      </w:r>
      <w:r w:rsidR="00B97E5D">
        <w:t>’</w:t>
      </w:r>
      <w:r w:rsidRPr="003E4D35">
        <w:t>était pas loin</w:t>
      </w:r>
      <w:r w:rsidR="00B97E5D">
        <w:t xml:space="preserve">… </w:t>
      </w:r>
      <w:r w:rsidRPr="003E4D35">
        <w:t>Des abeilles</w:t>
      </w:r>
      <w:r w:rsidR="00B97E5D">
        <w:t xml:space="preserve"> ? </w:t>
      </w:r>
      <w:r w:rsidRPr="003E4D35">
        <w:t>attention aux petits ours</w:t>
      </w:r>
      <w:r w:rsidR="00B97E5D">
        <w:t xml:space="preserve">… </w:t>
      </w:r>
      <w:r w:rsidRPr="003E4D35">
        <w:t>Des carabes dorés</w:t>
      </w:r>
      <w:r w:rsidR="00B97E5D">
        <w:t xml:space="preserve"> ? </w:t>
      </w:r>
      <w:r w:rsidRPr="003E4D35">
        <w:t>j</w:t>
      </w:r>
      <w:r w:rsidR="00B97E5D">
        <w:t>’</w:t>
      </w:r>
      <w:r w:rsidRPr="003E4D35">
        <w:t>allais voir un carabinier</w:t>
      </w:r>
      <w:r w:rsidR="00B97E5D">
        <w:t xml:space="preserve">. </w:t>
      </w:r>
      <w:r w:rsidRPr="003E4D35">
        <w:t>De naufragée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épave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étais promue Alice au pays des merveilles</w:t>
      </w:r>
      <w:r w:rsidR="00B97E5D">
        <w:t xml:space="preserve">. </w:t>
      </w:r>
      <w:r w:rsidRPr="003E4D35">
        <w:t>Plus qu</w:t>
      </w:r>
      <w:r w:rsidR="00B97E5D">
        <w:t>’</w:t>
      </w:r>
      <w:r w:rsidRPr="003E4D35">
        <w:t>elle encore j</w:t>
      </w:r>
      <w:r w:rsidR="00B97E5D">
        <w:t>’</w:t>
      </w:r>
      <w:r w:rsidRPr="003E4D35">
        <w:t>éprouvais ce délire intérieur que donne l</w:t>
      </w:r>
      <w:r w:rsidR="00B97E5D">
        <w:t>’</w:t>
      </w:r>
      <w:r w:rsidRPr="003E4D35">
        <w:t>idée du singe bleu</w:t>
      </w:r>
      <w:r w:rsidR="00B97E5D">
        <w:t xml:space="preserve">, </w:t>
      </w:r>
      <w:r w:rsidRPr="003E4D35">
        <w:t>et cet apitoi</w:t>
      </w:r>
      <w:r w:rsidRPr="003E4D35">
        <w:t>e</w:t>
      </w:r>
      <w:r w:rsidRPr="003E4D35">
        <w:t>ment sur le mal humain que donne le tatou</w:t>
      </w:r>
      <w:r w:rsidR="00B97E5D">
        <w:t xml:space="preserve">, </w:t>
      </w:r>
      <w:r w:rsidRPr="003E4D35">
        <w:t>et ce dévouement pour la patrie que donne la petite antilope grise</w:t>
      </w:r>
      <w:r w:rsidR="00B97E5D">
        <w:t xml:space="preserve">, </w:t>
      </w:r>
      <w:r w:rsidRPr="003E4D35">
        <w:t>et cet amour des savants</w:t>
      </w:r>
      <w:r w:rsidR="00B97E5D">
        <w:t xml:space="preserve">, </w:t>
      </w:r>
      <w:r w:rsidRPr="003E4D35">
        <w:t>des poètes</w:t>
      </w:r>
      <w:r w:rsidR="00B97E5D">
        <w:t xml:space="preserve">, </w:t>
      </w:r>
      <w:r w:rsidRPr="003E4D35">
        <w:t>que donne l</w:t>
      </w:r>
      <w:r w:rsidR="00B97E5D">
        <w:t>’</w:t>
      </w:r>
      <w:r w:rsidRPr="003E4D35">
        <w:t>antilope rayée</w:t>
      </w:r>
      <w:r w:rsidR="00B97E5D">
        <w:t xml:space="preserve">. </w:t>
      </w:r>
      <w:r w:rsidRPr="003E4D35">
        <w:t>Chaque motte de l</w:t>
      </w:r>
      <w:r w:rsidR="00B97E5D">
        <w:t>’</w:t>
      </w:r>
      <w:r w:rsidRPr="003E4D35">
        <w:t>île tombée à la mer devenait un rat musqué</w:t>
      </w:r>
      <w:r w:rsidR="00B97E5D">
        <w:t xml:space="preserve">, </w:t>
      </w:r>
      <w:r w:rsidRPr="003E4D35">
        <w:t>une lo</w:t>
      </w:r>
      <w:r w:rsidRPr="003E4D35">
        <w:t>u</w:t>
      </w:r>
      <w:r w:rsidRPr="003E4D35">
        <w:t>tre</w:t>
      </w:r>
      <w:r w:rsidR="00B97E5D">
        <w:t xml:space="preserve">, </w:t>
      </w:r>
      <w:r w:rsidRPr="003E4D35">
        <w:t>et la regagnait aussitôt</w:t>
      </w:r>
      <w:r w:rsidR="00B97E5D">
        <w:t xml:space="preserve">, </w:t>
      </w:r>
      <w:r w:rsidRPr="003E4D35">
        <w:t>lui redonnant en vie et en poil tout ce qu</w:t>
      </w:r>
      <w:r w:rsidR="00B97E5D">
        <w:t>’</w:t>
      </w:r>
      <w:r w:rsidRPr="003E4D35">
        <w:t>elle perdait de roche et de feuillage</w:t>
      </w:r>
      <w:r w:rsidR="00B97E5D">
        <w:t xml:space="preserve">. </w:t>
      </w:r>
      <w:r w:rsidRPr="003E4D35">
        <w:t>Un élan encore de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allais voir les racines plongées dans l</w:t>
      </w:r>
      <w:r w:rsidR="00B97E5D">
        <w:t>’</w:t>
      </w:r>
      <w:r w:rsidRPr="003E4D35">
        <w:t>eau s</w:t>
      </w:r>
      <w:r w:rsidR="00B97E5D">
        <w:t>’</w:t>
      </w:r>
      <w:r w:rsidRPr="003E4D35">
        <w:t>agiter</w:t>
      </w:r>
      <w:r w:rsidR="00B97E5D">
        <w:t xml:space="preserve">, </w:t>
      </w:r>
      <w:r w:rsidRPr="003E4D35">
        <w:t>dev</w:t>
      </w:r>
      <w:r w:rsidRPr="003E4D35">
        <w:t>e</w:t>
      </w:r>
      <w:r w:rsidRPr="003E4D35">
        <w:t xml:space="preserve">nir </w:t>
      </w:r>
      <w:r w:rsidRPr="003E4D35">
        <w:lastRenderedPageBreak/>
        <w:t>des trompes</w:t>
      </w:r>
      <w:r w:rsidR="00B97E5D">
        <w:t xml:space="preserve">, </w:t>
      </w:r>
      <w:r w:rsidRPr="003E4D35">
        <w:t xml:space="preserve">le tronc tacheté des vieillis devenir un </w:t>
      </w:r>
      <w:proofErr w:type="spellStart"/>
      <w:r w:rsidRPr="003E4D35">
        <w:t>cou</w:t>
      </w:r>
      <w:proofErr w:type="spellEnd"/>
      <w:r w:rsidRPr="003E4D35">
        <w:t xml:space="preserve"> de girafe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comme si les fruits étaient vivants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arbre que je secouai entre vingt fruits</w:t>
      </w:r>
      <w:r w:rsidR="00B97E5D">
        <w:t xml:space="preserve">, </w:t>
      </w:r>
      <w:r w:rsidRPr="003E4D35">
        <w:t>un écureuil tomba sur mon épaule</w:t>
      </w:r>
      <w:r w:rsidR="00B97E5D">
        <w:t xml:space="preserve">. </w:t>
      </w:r>
      <w:r w:rsidRPr="003E4D35">
        <w:t>Déjà il avait glissé le long de mon corps</w:t>
      </w:r>
      <w:r w:rsidR="00B97E5D">
        <w:t xml:space="preserve">, </w:t>
      </w:r>
      <w:r w:rsidRPr="003E4D35">
        <w:t>je n</w:t>
      </w:r>
      <w:r w:rsidR="00B97E5D">
        <w:t>’</w:t>
      </w:r>
      <w:r w:rsidRPr="003E4D35">
        <w:t>avais attrapé qu</w:t>
      </w:r>
      <w:r w:rsidR="00B97E5D">
        <w:t>’</w:t>
      </w:r>
      <w:r w:rsidRPr="003E4D35">
        <w:t>une prune écrasée</w:t>
      </w:r>
      <w:r w:rsidR="00B97E5D">
        <w:t xml:space="preserve">, </w:t>
      </w:r>
      <w:r w:rsidRPr="003E4D35">
        <w:t>mais j</w:t>
      </w:r>
      <w:r w:rsidR="00B97E5D">
        <w:t>’</w:t>
      </w:r>
      <w:r w:rsidRPr="003E4D35">
        <w:t>avais enfin été frôlée par autre ch</w:t>
      </w:r>
      <w:r w:rsidRPr="003E4D35">
        <w:t>o</w:t>
      </w:r>
      <w:r w:rsidRPr="003E4D35">
        <w:t>se qu</w:t>
      </w:r>
      <w:r w:rsidR="00B97E5D">
        <w:t>’</w:t>
      </w:r>
      <w:r w:rsidRPr="003E4D35">
        <w:t>une aile et qu</w:t>
      </w:r>
      <w:r w:rsidR="00B97E5D">
        <w:t>’</w:t>
      </w:r>
      <w:r w:rsidRPr="003E4D35">
        <w:t>une écaille</w:t>
      </w:r>
      <w:r w:rsidR="00B97E5D">
        <w:t xml:space="preserve">, </w:t>
      </w:r>
      <w:r w:rsidRPr="003E4D35">
        <w:t>par un de ces êtres qui donnent plus à l</w:t>
      </w:r>
      <w:r w:rsidR="00B97E5D">
        <w:t>’</w:t>
      </w:r>
      <w:r w:rsidRPr="003E4D35">
        <w:t>homme que des chapeaux et des peignes</w:t>
      </w:r>
      <w:r w:rsidR="00B97E5D">
        <w:t xml:space="preserve">, </w:t>
      </w:r>
      <w:r w:rsidRPr="003E4D35">
        <w:t>par un de ces êtres destinés à orner</w:t>
      </w:r>
      <w:r w:rsidR="00B97E5D">
        <w:t xml:space="preserve">, </w:t>
      </w:r>
      <w:r w:rsidRPr="003E4D35">
        <w:t>non plus notre tête</w:t>
      </w:r>
      <w:r w:rsidR="00B97E5D">
        <w:t xml:space="preserve">, </w:t>
      </w:r>
      <w:r w:rsidRPr="003E4D35">
        <w:t>mais notre corps</w:t>
      </w:r>
      <w:r w:rsidR="00B97E5D">
        <w:t xml:space="preserve">, </w:t>
      </w:r>
      <w:r w:rsidRPr="003E4D35">
        <w:t>par un être de ma chaleur</w:t>
      </w:r>
      <w:r w:rsidR="00B97E5D">
        <w:t>.</w:t>
      </w:r>
    </w:p>
    <w:p w14:paraId="7DF499E2" w14:textId="77777777" w:rsidR="00B97E5D" w:rsidRDefault="00F225BE" w:rsidP="00F225BE">
      <w:r w:rsidRPr="003E4D35">
        <w:t>Je vois maintenant qu</w:t>
      </w:r>
      <w:r w:rsidR="00B97E5D">
        <w:t>’</w:t>
      </w:r>
      <w:r w:rsidRPr="003E4D35">
        <w:t xml:space="preserve">il </w:t>
      </w:r>
      <w:proofErr w:type="gramStart"/>
      <w:r w:rsidRPr="003E4D35">
        <w:t>eût</w:t>
      </w:r>
      <w:proofErr w:type="gramEnd"/>
      <w:r w:rsidRPr="003E4D35">
        <w:t xml:space="preserve"> été trop violent</w:t>
      </w:r>
      <w:r w:rsidR="00B97E5D">
        <w:t xml:space="preserve">, </w:t>
      </w:r>
      <w:r w:rsidRPr="003E4D35">
        <w:t>trop dang</w:t>
      </w:r>
      <w:r w:rsidRPr="003E4D35">
        <w:t>e</w:t>
      </w:r>
      <w:r w:rsidRPr="003E4D35">
        <w:t>reux pour moi de retrouver tout de suite</w:t>
      </w:r>
      <w:r w:rsidR="00B97E5D">
        <w:t xml:space="preserve">, </w:t>
      </w:r>
      <w:r w:rsidRPr="003E4D35">
        <w:t>sans intermédiaire</w:t>
      </w:r>
      <w:r w:rsidR="00B97E5D">
        <w:t xml:space="preserve">, </w:t>
      </w:r>
      <w:r w:rsidRPr="003E4D35">
        <w:t>des hommes</w:t>
      </w:r>
      <w:r w:rsidR="00B97E5D">
        <w:t xml:space="preserve">… </w:t>
      </w:r>
      <w:r w:rsidRPr="003E4D35">
        <w:t>Mais un beau soleil</w:t>
      </w:r>
      <w:r w:rsidR="00B97E5D">
        <w:t xml:space="preserve">, </w:t>
      </w:r>
      <w:r w:rsidRPr="003E4D35">
        <w:t>ce jour-là</w:t>
      </w:r>
      <w:r w:rsidR="00B97E5D">
        <w:t xml:space="preserve">, </w:t>
      </w:r>
      <w:r w:rsidRPr="003E4D35">
        <w:t>projecteur d</w:t>
      </w:r>
      <w:r w:rsidR="00B97E5D">
        <w:t>’</w:t>
      </w:r>
      <w:r w:rsidRPr="003E4D35">
        <w:t>E</w:t>
      </w:r>
      <w:r w:rsidRPr="003E4D35">
        <w:t>u</w:t>
      </w:r>
      <w:r w:rsidRPr="003E4D35">
        <w:t>rope</w:t>
      </w:r>
      <w:r w:rsidR="00B97E5D">
        <w:t xml:space="preserve">, </w:t>
      </w:r>
      <w:r w:rsidRPr="003E4D35">
        <w:t>projetait sur ces bêtes de petits défauts</w:t>
      </w:r>
      <w:r w:rsidR="00B97E5D">
        <w:t xml:space="preserve">, </w:t>
      </w:r>
      <w:r w:rsidRPr="003E4D35">
        <w:t>de petites qualités qui ne me rendaient qu</w:t>
      </w:r>
      <w:r w:rsidR="00B97E5D">
        <w:t>’</w:t>
      </w:r>
      <w:r w:rsidRPr="003E4D35">
        <w:t>à une douce et enfantine humanité</w:t>
      </w:r>
      <w:r w:rsidR="00B97E5D">
        <w:t xml:space="preserve">. </w:t>
      </w:r>
      <w:r w:rsidRPr="003E4D35">
        <w:t>Tous les animaux des fables étaient là</w:t>
      </w:r>
      <w:r w:rsidR="00B97E5D">
        <w:t xml:space="preserve">, </w:t>
      </w:r>
      <w:r w:rsidRPr="003E4D35">
        <w:t>qui m</w:t>
      </w:r>
      <w:r w:rsidR="00B97E5D">
        <w:t>’</w:t>
      </w:r>
      <w:r w:rsidRPr="003E4D35">
        <w:t>avaient</w:t>
      </w:r>
      <w:r w:rsidR="00B97E5D">
        <w:t xml:space="preserve">, </w:t>
      </w:r>
      <w:r w:rsidRPr="003E4D35">
        <w:t>à dix ans</w:t>
      </w:r>
      <w:r w:rsidR="00B97E5D">
        <w:t xml:space="preserve">, </w:t>
      </w:r>
      <w:r w:rsidRPr="003E4D35">
        <w:t>quand je croyais les humains sans défaut</w:t>
      </w:r>
      <w:r w:rsidR="00B97E5D">
        <w:t xml:space="preserve">, </w:t>
      </w:r>
      <w:r w:rsidRPr="003E4D35">
        <w:t>amenée à croire au mal</w:t>
      </w:r>
      <w:r w:rsidR="00B97E5D">
        <w:t xml:space="preserve">, </w:t>
      </w:r>
      <w:r w:rsidRPr="003E4D35">
        <w:t>à la légèreté</w:t>
      </w:r>
      <w:r w:rsidR="00B97E5D">
        <w:t xml:space="preserve">, </w:t>
      </w:r>
      <w:r w:rsidRPr="003E4D35">
        <w:t>à l</w:t>
      </w:r>
      <w:r w:rsidR="00B97E5D">
        <w:t>’</w:t>
      </w:r>
      <w:r w:rsidRPr="003E4D35">
        <w:t>égoïsme</w:t>
      </w:r>
      <w:r w:rsidR="00B97E5D">
        <w:t xml:space="preserve"> ; </w:t>
      </w:r>
      <w:r w:rsidRPr="003E4D35">
        <w:t>les mêmes lapins</w:t>
      </w:r>
      <w:r w:rsidR="00B97E5D">
        <w:t xml:space="preserve">, </w:t>
      </w:r>
      <w:r w:rsidRPr="003E4D35">
        <w:t>rats et bele</w:t>
      </w:r>
      <w:r w:rsidRPr="003E4D35">
        <w:t>t</w:t>
      </w:r>
      <w:r w:rsidRPr="003E4D35">
        <w:t>tes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à nouveau dans un pays où mon esprit et mon cœur d</w:t>
      </w:r>
      <w:r w:rsidR="00B97E5D">
        <w:t>’</w:t>
      </w:r>
      <w:r w:rsidRPr="003E4D35">
        <w:t>autrefois se monnayaient et avaient cours</w:t>
      </w:r>
      <w:r w:rsidR="00B97E5D">
        <w:t xml:space="preserve">. </w:t>
      </w:r>
      <w:r w:rsidRPr="003E4D35">
        <w:t xml:space="preserve">Que </w:t>
      </w:r>
      <w:proofErr w:type="spellStart"/>
      <w:r w:rsidRPr="003E4D35">
        <w:t>sert-il</w:t>
      </w:r>
      <w:proofErr w:type="spellEnd"/>
      <w:r w:rsidRPr="003E4D35">
        <w:t xml:space="preserve"> d</w:t>
      </w:r>
      <w:r w:rsidR="00B97E5D">
        <w:t>’</w:t>
      </w:r>
      <w:r w:rsidRPr="003E4D35">
        <w:t>être bo</w:t>
      </w:r>
      <w:r w:rsidRPr="003E4D35">
        <w:t>n</w:t>
      </w:r>
      <w:r w:rsidRPr="003E4D35">
        <w:t>ne</w:t>
      </w:r>
      <w:r w:rsidR="00B97E5D">
        <w:t xml:space="preserve">, </w:t>
      </w:r>
      <w:r w:rsidRPr="003E4D35">
        <w:t>avec des poissons torpille et des truites arc-en-ciel</w:t>
      </w:r>
      <w:r w:rsidR="00B97E5D">
        <w:t xml:space="preserve"> ? </w:t>
      </w:r>
      <w:r w:rsidRPr="003E4D35">
        <w:t>D</w:t>
      </w:r>
      <w:r w:rsidR="00B97E5D">
        <w:t>’</w:t>
      </w:r>
      <w:r w:rsidRPr="003E4D35">
        <w:t xml:space="preserve">être obstinée avec des </w:t>
      </w:r>
      <w:proofErr w:type="spellStart"/>
      <w:r w:rsidRPr="003E4D35">
        <w:t>ptémérops</w:t>
      </w:r>
      <w:proofErr w:type="spellEnd"/>
      <w:r w:rsidRPr="003E4D35">
        <w:t xml:space="preserve"> et des </w:t>
      </w:r>
      <w:proofErr w:type="spellStart"/>
      <w:r w:rsidRPr="003E4D35">
        <w:t>gourahs</w:t>
      </w:r>
      <w:proofErr w:type="spellEnd"/>
      <w:r w:rsidR="00B97E5D">
        <w:t xml:space="preserve"> ? </w:t>
      </w:r>
      <w:r w:rsidRPr="003E4D35">
        <w:t>D</w:t>
      </w:r>
      <w:r w:rsidR="00B97E5D">
        <w:t>’</w:t>
      </w:r>
      <w:r w:rsidRPr="003E4D35">
        <w:t>être v</w:t>
      </w:r>
      <w:r w:rsidRPr="003E4D35">
        <w:t>o</w:t>
      </w:r>
      <w:r w:rsidRPr="003E4D35">
        <w:t>luptue</w:t>
      </w:r>
      <w:r w:rsidRPr="003E4D35">
        <w:t>u</w:t>
      </w:r>
      <w:r w:rsidRPr="003E4D35">
        <w:t>se avec des paradisiers et des poules</w:t>
      </w:r>
      <w:r w:rsidR="00B97E5D">
        <w:t xml:space="preserve"> ? </w:t>
      </w:r>
      <w:r w:rsidRPr="003E4D35">
        <w:t>Je sentais qu</w:t>
      </w:r>
      <w:r w:rsidR="00B97E5D">
        <w:t>’</w:t>
      </w:r>
      <w:r w:rsidRPr="003E4D35">
        <w:t>ici</w:t>
      </w:r>
      <w:r w:rsidR="00B97E5D">
        <w:t xml:space="preserve">, </w:t>
      </w:r>
      <w:r w:rsidRPr="003E4D35">
        <w:t>en ce moment</w:t>
      </w:r>
      <w:r w:rsidR="00B97E5D">
        <w:t xml:space="preserve">, </w:t>
      </w:r>
      <w:r w:rsidRPr="003E4D35">
        <w:t>chacun de mes gestes</w:t>
      </w:r>
      <w:r w:rsidR="00B97E5D">
        <w:t xml:space="preserve">, </w:t>
      </w:r>
      <w:r w:rsidRPr="003E4D35">
        <w:t>observé par mille yeux</w:t>
      </w:r>
      <w:r w:rsidR="00B97E5D">
        <w:t xml:space="preserve">, </w:t>
      </w:r>
      <w:r w:rsidRPr="003E4D35">
        <w:t>servait à faire battre un cœur et à me rendre déesse dans un ce</w:t>
      </w:r>
      <w:r w:rsidRPr="003E4D35">
        <w:t>r</w:t>
      </w:r>
      <w:r w:rsidRPr="003E4D35">
        <w:t>veau d</w:t>
      </w:r>
      <w:r w:rsidR="00B97E5D">
        <w:t>’</w:t>
      </w:r>
      <w:r w:rsidRPr="003E4D35">
        <w:t>antilope ou de musaraigne</w:t>
      </w:r>
      <w:r w:rsidR="00B97E5D">
        <w:t xml:space="preserve">, </w:t>
      </w:r>
      <w:r w:rsidRPr="003E4D35">
        <w:t>et je ne refusais plus sur ce poil la royauté que j</w:t>
      </w:r>
      <w:r w:rsidR="00B97E5D">
        <w:t>’</w:t>
      </w:r>
      <w:r w:rsidRPr="003E4D35">
        <w:t>avais dédaignée sur les moussons et les c</w:t>
      </w:r>
      <w:r w:rsidRPr="003E4D35">
        <w:t>o</w:t>
      </w:r>
      <w:r w:rsidRPr="003E4D35">
        <w:t>raux</w:t>
      </w:r>
      <w:r w:rsidR="00B97E5D">
        <w:t xml:space="preserve">. </w:t>
      </w:r>
      <w:r w:rsidRPr="003E4D35">
        <w:t>Puis une chevrette passa</w:t>
      </w:r>
      <w:r w:rsidR="00B97E5D">
        <w:t xml:space="preserve">, </w:t>
      </w:r>
      <w:r w:rsidRPr="003E4D35">
        <w:t>une patte boiteuse</w:t>
      </w:r>
      <w:r w:rsidR="00B97E5D">
        <w:t xml:space="preserve">, </w:t>
      </w:r>
      <w:r w:rsidRPr="003E4D35">
        <w:t>mal soudée à la cassure mais garnie d</w:t>
      </w:r>
      <w:r w:rsidR="00B97E5D">
        <w:t>’</w:t>
      </w:r>
      <w:r w:rsidRPr="003E4D35">
        <w:t>un tampon goudronné</w:t>
      </w:r>
      <w:r w:rsidR="00B97E5D">
        <w:t xml:space="preserve"> : </w:t>
      </w:r>
      <w:r w:rsidRPr="003E4D35">
        <w:t>et</w:t>
      </w:r>
      <w:r w:rsidR="00B97E5D">
        <w:t xml:space="preserve">, </w:t>
      </w:r>
      <w:r w:rsidRPr="003E4D35">
        <w:t>comme si je reconnaissais à une greffe sur un arbre le passage d</w:t>
      </w:r>
      <w:r w:rsidR="00B97E5D">
        <w:t>’</w:t>
      </w:r>
      <w:r w:rsidRPr="003E4D35">
        <w:t>un homme</w:t>
      </w:r>
      <w:r w:rsidR="00B97E5D">
        <w:t xml:space="preserve">, </w:t>
      </w:r>
      <w:r w:rsidRPr="003E4D35">
        <w:t>je me sentis</w:t>
      </w:r>
      <w:r w:rsidR="00B97E5D">
        <w:t xml:space="preserve">, – </w:t>
      </w:r>
      <w:r w:rsidRPr="003E4D35">
        <w:t>le chat sauvage aussi y contribua un peu</w:t>
      </w:r>
      <w:r w:rsidR="00B97E5D">
        <w:t xml:space="preserve">, </w:t>
      </w:r>
      <w:r w:rsidRPr="003E4D35">
        <w:t>surgi</w:t>
      </w:r>
      <w:r w:rsidRPr="003E4D35">
        <w:t>s</w:t>
      </w:r>
      <w:r w:rsidRPr="003E4D35">
        <w:t>sant tout à coup</w:t>
      </w:r>
      <w:r w:rsidR="00B97E5D">
        <w:t xml:space="preserve">, </w:t>
      </w:r>
      <w:r w:rsidRPr="003E4D35">
        <w:t>ouvrant sa gueule rose</w:t>
      </w:r>
      <w:r w:rsidR="00B97E5D">
        <w:t xml:space="preserve">, </w:t>
      </w:r>
      <w:r w:rsidRPr="003E4D35">
        <w:t>crachant vers moi</w:t>
      </w:r>
      <w:r w:rsidR="00B97E5D">
        <w:t xml:space="preserve">, – </w:t>
      </w:r>
      <w:r w:rsidRPr="003E4D35">
        <w:t>inondée de tendresse</w:t>
      </w:r>
      <w:r w:rsidR="00B97E5D">
        <w:t>…</w:t>
      </w:r>
    </w:p>
    <w:p w14:paraId="0EEF41B6" w14:textId="77777777" w:rsidR="00B97E5D" w:rsidRDefault="00F225BE" w:rsidP="00F225BE">
      <w:r w:rsidRPr="003E4D35">
        <w:lastRenderedPageBreak/>
        <w:t>C</w:t>
      </w:r>
      <w:r w:rsidR="00B97E5D">
        <w:t>’</w:t>
      </w:r>
      <w:r w:rsidRPr="003E4D35">
        <w:t>était bien la tendresse d</w:t>
      </w:r>
      <w:r w:rsidR="00B97E5D">
        <w:t>’</w:t>
      </w:r>
      <w:r w:rsidRPr="003E4D35">
        <w:t>Europe qui consiste à caresser un animal vivant</w:t>
      </w:r>
      <w:r w:rsidR="00B97E5D">
        <w:t xml:space="preserve">, </w:t>
      </w:r>
      <w:r w:rsidRPr="003E4D35">
        <w:t>point celle d</w:t>
      </w:r>
      <w:r w:rsidR="00B97E5D">
        <w:t>’</w:t>
      </w:r>
      <w:r w:rsidRPr="003E4D35">
        <w:t>Asie qui est de se tuer pour son chef</w:t>
      </w:r>
      <w:r w:rsidR="00B97E5D">
        <w:t xml:space="preserve">, </w:t>
      </w:r>
      <w:r w:rsidRPr="003E4D35">
        <w:t>point la tendresse américaine</w:t>
      </w:r>
      <w:r w:rsidR="00B97E5D">
        <w:t xml:space="preserve">, </w:t>
      </w:r>
      <w:r w:rsidRPr="003E4D35">
        <w:t>qui est de feindre</w:t>
      </w:r>
      <w:r w:rsidR="00B97E5D">
        <w:t xml:space="preserve">, </w:t>
      </w:r>
      <w:r w:rsidRPr="003E4D35">
        <w:t>en da</w:t>
      </w:r>
      <w:r w:rsidRPr="003E4D35">
        <w:t>n</w:t>
      </w:r>
      <w:r w:rsidRPr="003E4D35">
        <w:t>sant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 xml:space="preserve">avoir le pied pris à du </w:t>
      </w:r>
      <w:proofErr w:type="spellStart"/>
      <w:r w:rsidRPr="003E4D35">
        <w:t>chewing</w:t>
      </w:r>
      <w:proofErr w:type="spellEnd"/>
      <w:r w:rsidRPr="003E4D35">
        <w:t xml:space="preserve"> </w:t>
      </w:r>
      <w:proofErr w:type="spellStart"/>
      <w:r w:rsidRPr="003E4D35">
        <w:t>gum</w:t>
      </w:r>
      <w:proofErr w:type="spellEnd"/>
      <w:r w:rsidRPr="003E4D35">
        <w:t xml:space="preserve"> tombé à terre et d</w:t>
      </w:r>
      <w:r w:rsidR="00B97E5D">
        <w:t>’</w:t>
      </w:r>
      <w:r w:rsidRPr="003E4D35">
        <w:t>amuser ainsi sa danseuse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essayai de saisir une de ces mille bêtes</w:t>
      </w:r>
      <w:r w:rsidR="00B97E5D">
        <w:t xml:space="preserve">. </w:t>
      </w:r>
      <w:r w:rsidRPr="003E4D35">
        <w:t>Mais les plus familières à mon cœur s</w:t>
      </w:r>
      <w:r w:rsidR="00B97E5D">
        <w:t>’</w:t>
      </w:r>
      <w:r w:rsidRPr="003E4D35">
        <w:t>enfuyaient le plus vite</w:t>
      </w:r>
      <w:r w:rsidR="00B97E5D">
        <w:t xml:space="preserve">, </w:t>
      </w:r>
      <w:r w:rsidRPr="003E4D35">
        <w:t>et il ne me resta après une heure de course qu</w:t>
      </w:r>
      <w:r w:rsidR="00B97E5D">
        <w:t>’</w:t>
      </w:r>
      <w:r w:rsidRPr="003E4D35">
        <w:t>un tatou</w:t>
      </w:r>
      <w:r w:rsidR="00B97E5D">
        <w:t xml:space="preserve">, </w:t>
      </w:r>
      <w:r w:rsidRPr="003E4D35">
        <w:t>dont je ne savais que faire et qui attendait</w:t>
      </w:r>
      <w:r w:rsidR="00B97E5D">
        <w:t xml:space="preserve">, </w:t>
      </w:r>
      <w:r w:rsidRPr="003E4D35">
        <w:t>stupide</w:t>
      </w:r>
      <w:r w:rsidR="00B97E5D">
        <w:t xml:space="preserve">, </w:t>
      </w:r>
      <w:r w:rsidRPr="003E4D35">
        <w:t>comme un colin-maillard quand on vous a fait prendre un passant inco</w:t>
      </w:r>
      <w:r w:rsidRPr="003E4D35">
        <w:t>n</w:t>
      </w:r>
      <w:r w:rsidRPr="003E4D35">
        <w:t>nu</w:t>
      </w:r>
      <w:r w:rsidR="00B97E5D">
        <w:t xml:space="preserve">. </w:t>
      </w:r>
      <w:r w:rsidRPr="003E4D35">
        <w:t>Je cherchais</w:t>
      </w:r>
      <w:r w:rsidR="00B97E5D">
        <w:t xml:space="preserve">, </w:t>
      </w:r>
      <w:r w:rsidRPr="003E4D35">
        <w:t>à défaut d</w:t>
      </w:r>
      <w:r w:rsidR="00B97E5D">
        <w:t>’</w:t>
      </w:r>
      <w:r w:rsidRPr="003E4D35">
        <w:t>eux-mêmes</w:t>
      </w:r>
      <w:r w:rsidR="00B97E5D">
        <w:t xml:space="preserve">, </w:t>
      </w:r>
      <w:r w:rsidRPr="003E4D35">
        <w:t>à atteindre leurs petits</w:t>
      </w:r>
      <w:r w:rsidR="00B97E5D">
        <w:t xml:space="preserve">, </w:t>
      </w:r>
      <w:r w:rsidRPr="003E4D35">
        <w:t>à trouver un nid de chats sauvages</w:t>
      </w:r>
      <w:r w:rsidR="00B97E5D">
        <w:t xml:space="preserve">, </w:t>
      </w:r>
      <w:r w:rsidRPr="003E4D35">
        <w:t>de renards</w:t>
      </w:r>
      <w:r w:rsidR="00B97E5D">
        <w:t xml:space="preserve">, </w:t>
      </w:r>
      <w:r w:rsidRPr="003E4D35">
        <w:t>de blaireaux</w:t>
      </w:r>
      <w:r w:rsidR="00B97E5D">
        <w:t xml:space="preserve"> ; </w:t>
      </w:r>
      <w:r w:rsidRPr="003E4D35">
        <w:t>en vain</w:t>
      </w:r>
      <w:r w:rsidR="00B97E5D">
        <w:t xml:space="preserve">. </w:t>
      </w:r>
      <w:r w:rsidRPr="003E4D35">
        <w:t>Une sarigue passa</w:t>
      </w:r>
      <w:r w:rsidR="00B97E5D">
        <w:t xml:space="preserve">, </w:t>
      </w:r>
      <w:r w:rsidRPr="003E4D35">
        <w:t>que je ne pus fouiller</w:t>
      </w:r>
      <w:r w:rsidR="00B97E5D">
        <w:t xml:space="preserve">. </w:t>
      </w:r>
      <w:r w:rsidRPr="003E4D35">
        <w:t>Les singes cont</w:t>
      </w:r>
      <w:r w:rsidRPr="003E4D35">
        <w:t>i</w:t>
      </w:r>
      <w:r w:rsidRPr="003E4D35">
        <w:t>nuaient leur vacarme</w:t>
      </w:r>
      <w:r w:rsidR="00B97E5D">
        <w:t xml:space="preserve">, </w:t>
      </w:r>
      <w:r w:rsidRPr="003E4D35">
        <w:t>tournant autour de l</w:t>
      </w:r>
      <w:r w:rsidR="00B97E5D">
        <w:t>’</w:t>
      </w:r>
      <w:r w:rsidRPr="003E4D35">
        <w:t>île et s</w:t>
      </w:r>
      <w:r w:rsidR="00B97E5D">
        <w:t>’</w:t>
      </w:r>
      <w:r w:rsidRPr="003E4D35">
        <w:t>ameutant de distance en distance comme les fanfares</w:t>
      </w:r>
      <w:r w:rsidR="00B97E5D">
        <w:t xml:space="preserve">, </w:t>
      </w:r>
      <w:r w:rsidRPr="003E4D35">
        <w:t>au premier janvier</w:t>
      </w:r>
      <w:r w:rsidR="00B97E5D">
        <w:t xml:space="preserve">, </w:t>
      </w:r>
      <w:r w:rsidRPr="003E4D35">
        <w:t>dans les bourgs</w:t>
      </w:r>
      <w:r w:rsidR="00B97E5D">
        <w:t xml:space="preserve">, </w:t>
      </w:r>
      <w:r w:rsidRPr="003E4D35">
        <w:t>qui vont souhaiter la bonne année aux me</w:t>
      </w:r>
      <w:r w:rsidRPr="003E4D35">
        <w:t>m</w:t>
      </w:r>
      <w:r w:rsidRPr="003E4D35">
        <w:t>bres d</w:t>
      </w:r>
      <w:r w:rsidR="00B97E5D">
        <w:t>’</w:t>
      </w:r>
      <w:r w:rsidRPr="003E4D35">
        <w:t>honneur</w:t>
      </w:r>
      <w:r w:rsidR="00B97E5D">
        <w:t xml:space="preserve">. </w:t>
      </w:r>
      <w:r w:rsidRPr="003E4D35">
        <w:t>Parfois à un craquement</w:t>
      </w:r>
      <w:r w:rsidR="00B97E5D">
        <w:t xml:space="preserve">, </w:t>
      </w:r>
      <w:r w:rsidRPr="003E4D35">
        <w:t>je les devinais au-dessus de moi</w:t>
      </w:r>
      <w:r w:rsidR="00B97E5D">
        <w:t xml:space="preserve">, </w:t>
      </w:r>
      <w:r w:rsidRPr="003E4D35">
        <w:t>silencieux et immobiles jusqu</w:t>
      </w:r>
      <w:r w:rsidR="00B97E5D">
        <w:t>’</w:t>
      </w:r>
      <w:r w:rsidRPr="003E4D35">
        <w:t>à la seconde où l</w:t>
      </w:r>
      <w:r w:rsidR="00B97E5D">
        <w:t>’</w:t>
      </w:r>
      <w:r w:rsidRPr="003E4D35">
        <w:t>un d</w:t>
      </w:r>
      <w:r w:rsidR="00B97E5D">
        <w:t>’</w:t>
      </w:r>
      <w:r w:rsidRPr="003E4D35">
        <w:t>eux</w:t>
      </w:r>
      <w:r w:rsidR="00B97E5D">
        <w:t xml:space="preserve">, </w:t>
      </w:r>
      <w:r w:rsidRPr="003E4D35">
        <w:t>après un faux geste</w:t>
      </w:r>
      <w:r w:rsidR="00B97E5D">
        <w:t xml:space="preserve">, </w:t>
      </w:r>
      <w:r w:rsidRPr="003E4D35">
        <w:t>devait choir</w:t>
      </w:r>
      <w:r w:rsidR="00B97E5D">
        <w:t xml:space="preserve">, </w:t>
      </w:r>
      <w:r w:rsidRPr="003E4D35">
        <w:t>obligé de revenir chercher presque jusqu</w:t>
      </w:r>
      <w:r w:rsidR="00B97E5D">
        <w:t>’</w:t>
      </w:r>
      <w:r w:rsidRPr="003E4D35">
        <w:t>au sol son adresse de singe</w:t>
      </w:r>
      <w:r w:rsidR="00B97E5D">
        <w:t xml:space="preserve">. </w:t>
      </w:r>
      <w:r w:rsidRPr="003E4D35">
        <w:t>Mais ils ba</w:t>
      </w:r>
      <w:r w:rsidRPr="003E4D35">
        <w:t>t</w:t>
      </w:r>
      <w:r w:rsidRPr="003E4D35">
        <w:t>taient en retraite assourdissante</w:t>
      </w:r>
      <w:r w:rsidR="00B97E5D">
        <w:t xml:space="preserve">… </w:t>
      </w:r>
      <w:r w:rsidRPr="003E4D35">
        <w:t>Mais déjà</w:t>
      </w:r>
      <w:r w:rsidR="00B97E5D">
        <w:t xml:space="preserve">, </w:t>
      </w:r>
      <w:r w:rsidRPr="003E4D35">
        <w:t>attirée par des b</w:t>
      </w:r>
      <w:r w:rsidRPr="003E4D35">
        <w:t>a</w:t>
      </w:r>
      <w:r w:rsidRPr="003E4D35">
        <w:t>nanes toutes décortiquées dont je semais ma route</w:t>
      </w:r>
      <w:r w:rsidR="00B97E5D">
        <w:t xml:space="preserve">, </w:t>
      </w:r>
      <w:r w:rsidRPr="003E4D35">
        <w:t>par des tranches de noix de coco entières</w:t>
      </w:r>
      <w:r w:rsidR="00B97E5D">
        <w:t xml:space="preserve">, </w:t>
      </w:r>
      <w:r w:rsidRPr="003E4D35">
        <w:t>une guenon boiteuse me su</w:t>
      </w:r>
      <w:r w:rsidRPr="003E4D35">
        <w:t>i</w:t>
      </w:r>
      <w:r w:rsidRPr="003E4D35">
        <w:t>vait</w:t>
      </w:r>
      <w:r w:rsidR="00B97E5D">
        <w:t xml:space="preserve">. </w:t>
      </w:r>
      <w:r w:rsidRPr="003E4D35">
        <w:t>Je me retournai vers elle soudain</w:t>
      </w:r>
      <w:r w:rsidR="00B97E5D">
        <w:t xml:space="preserve">, </w:t>
      </w:r>
      <w:r w:rsidRPr="003E4D35">
        <w:t>et alors au lieu de fuir</w:t>
      </w:r>
      <w:r w:rsidR="00B97E5D">
        <w:t xml:space="preserve">, </w:t>
      </w:r>
      <w:r w:rsidRPr="003E4D35">
        <w:t>se roulant sur le dos</w:t>
      </w:r>
      <w:r w:rsidR="00B97E5D">
        <w:t xml:space="preserve">, </w:t>
      </w:r>
      <w:r w:rsidRPr="003E4D35">
        <w:t>de trois pattes</w:t>
      </w:r>
      <w:r w:rsidR="00B97E5D">
        <w:t xml:space="preserve">, </w:t>
      </w:r>
      <w:r w:rsidRPr="003E4D35">
        <w:t>la patte boiteuse écartée de cet honneur</w:t>
      </w:r>
      <w:r w:rsidR="00B97E5D">
        <w:t xml:space="preserve">, </w:t>
      </w:r>
      <w:r w:rsidRPr="003E4D35">
        <w:t>elle me tendit son enfant</w:t>
      </w:r>
      <w:r w:rsidR="00B97E5D">
        <w:t xml:space="preserve">. </w:t>
      </w:r>
      <w:r w:rsidRPr="003E4D35">
        <w:t>Il criait</w:t>
      </w:r>
      <w:r w:rsidR="00B97E5D">
        <w:t xml:space="preserve">, </w:t>
      </w:r>
      <w:r w:rsidRPr="003E4D35">
        <w:t>mais ne résistait pas</w:t>
      </w:r>
      <w:r w:rsidR="00B97E5D">
        <w:t xml:space="preserve">. </w:t>
      </w:r>
      <w:r w:rsidRPr="003E4D35">
        <w:t>Il me faisait des grimaces</w:t>
      </w:r>
      <w:r w:rsidR="00B97E5D">
        <w:t xml:space="preserve">, </w:t>
      </w:r>
      <w:r w:rsidRPr="003E4D35">
        <w:t>mais il m</w:t>
      </w:r>
      <w:r w:rsidR="00B97E5D">
        <w:t>’</w:t>
      </w:r>
      <w:r w:rsidRPr="003E4D35">
        <w:t>embrassait</w:t>
      </w:r>
      <w:r w:rsidR="00B97E5D">
        <w:t xml:space="preserve">. </w:t>
      </w:r>
      <w:r w:rsidRPr="003E4D35">
        <w:t>Il me ba</w:t>
      </w:r>
      <w:r w:rsidRPr="003E4D35">
        <w:t>t</w:t>
      </w:r>
      <w:r w:rsidRPr="003E4D35">
        <w:t>tait</w:t>
      </w:r>
      <w:r w:rsidR="00B97E5D">
        <w:t xml:space="preserve">, </w:t>
      </w:r>
      <w:r w:rsidRPr="003E4D35">
        <w:t>mais regardait déjà par-dessus mon épaule comme d</w:t>
      </w:r>
      <w:r w:rsidR="00B97E5D">
        <w:t>’</w:t>
      </w:r>
      <w:r w:rsidRPr="003E4D35">
        <w:t>un rempart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au premier geste berceur que je fis</w:t>
      </w:r>
      <w:r w:rsidR="00B97E5D">
        <w:t xml:space="preserve">, </w:t>
      </w:r>
      <w:r w:rsidRPr="003E4D35">
        <w:t>dans un élan pour m</w:t>
      </w:r>
      <w:r w:rsidR="00B97E5D">
        <w:t>’</w:t>
      </w:r>
      <w:r w:rsidRPr="003E4D35">
        <w:t>échapper</w:t>
      </w:r>
      <w:r w:rsidR="00B97E5D">
        <w:t xml:space="preserve">, </w:t>
      </w:r>
      <w:r w:rsidRPr="003E4D35">
        <w:t>il s</w:t>
      </w:r>
      <w:r w:rsidR="00B97E5D">
        <w:t>’</w:t>
      </w:r>
      <w:r w:rsidRPr="003E4D35">
        <w:t>endormit</w:t>
      </w:r>
      <w:r w:rsidR="00B97E5D">
        <w:t>.</w:t>
      </w:r>
    </w:p>
    <w:p w14:paraId="0C541977" w14:textId="2BC064FE" w:rsidR="00F225BE" w:rsidRPr="003E4D35" w:rsidRDefault="00F225BE" w:rsidP="00F225BE"/>
    <w:p w14:paraId="465E9565" w14:textId="77777777" w:rsidR="00B97E5D" w:rsidRDefault="00F225BE" w:rsidP="00F225BE">
      <w:r w:rsidRPr="003E4D35">
        <w:lastRenderedPageBreak/>
        <w:t>C</w:t>
      </w:r>
      <w:r w:rsidR="00B97E5D">
        <w:t>’</w:t>
      </w:r>
      <w:r w:rsidRPr="003E4D35">
        <w:t>était bien dans la vie que je rentrais</w:t>
      </w:r>
      <w:r w:rsidR="00B97E5D">
        <w:t xml:space="preserve">, </w:t>
      </w:r>
      <w:r w:rsidRPr="003E4D35">
        <w:t>car ma journée du lendemain</w:t>
      </w:r>
      <w:r w:rsidR="00B97E5D">
        <w:t xml:space="preserve">, </w:t>
      </w:r>
      <w:r w:rsidRPr="003E4D35">
        <w:t>au lieu d</w:t>
      </w:r>
      <w:r w:rsidR="00B97E5D">
        <w:t>’</w:t>
      </w:r>
      <w:r w:rsidRPr="003E4D35">
        <w:t>être faite d</w:t>
      </w:r>
      <w:r w:rsidR="00B97E5D">
        <w:t>’</w:t>
      </w:r>
      <w:r w:rsidRPr="003E4D35">
        <w:t>heures interchangeables</w:t>
      </w:r>
      <w:r w:rsidR="00B97E5D">
        <w:t xml:space="preserve">, </w:t>
      </w:r>
      <w:r w:rsidRPr="003E4D35">
        <w:t>se morcela en épisodes</w:t>
      </w:r>
      <w:r w:rsidR="00B97E5D">
        <w:t xml:space="preserve">, </w:t>
      </w:r>
      <w:r w:rsidRPr="003E4D35">
        <w:t>comme en Europe</w:t>
      </w:r>
      <w:r w:rsidR="00B97E5D">
        <w:t xml:space="preserve">. </w:t>
      </w:r>
      <w:r w:rsidRPr="003E4D35">
        <w:t>Il y eut l</w:t>
      </w:r>
      <w:r w:rsidR="00B97E5D">
        <w:t>’</w:t>
      </w:r>
      <w:r w:rsidRPr="003E4D35">
        <w:t>épisode du tremblement de terre</w:t>
      </w:r>
      <w:r w:rsidR="00B97E5D">
        <w:t xml:space="preserve">, </w:t>
      </w:r>
      <w:r w:rsidRPr="003E4D35">
        <w:t>celui de la mort de la guenon</w:t>
      </w:r>
      <w:r w:rsidR="00B97E5D">
        <w:t xml:space="preserve">, </w:t>
      </w:r>
      <w:r w:rsidRPr="003E4D35">
        <w:t>celui du trésor</w:t>
      </w:r>
      <w:r w:rsidR="00B97E5D">
        <w:t>.</w:t>
      </w:r>
    </w:p>
    <w:p w14:paraId="5BEC1116" w14:textId="77777777" w:rsidR="00B97E5D" w:rsidRDefault="00F225BE" w:rsidP="00F225BE">
      <w:r w:rsidRPr="003E4D35">
        <w:t>Déjà le jour renaissait</w:t>
      </w:r>
      <w:r w:rsidR="00B97E5D">
        <w:t xml:space="preserve">. </w:t>
      </w:r>
      <w:r w:rsidRPr="003E4D35">
        <w:t>Les feuilles de bananier combles de rosée chaviraient l</w:t>
      </w:r>
      <w:r w:rsidR="00B97E5D">
        <w:t>’</w:t>
      </w:r>
      <w:r w:rsidRPr="003E4D35">
        <w:t>une après l</w:t>
      </w:r>
      <w:r w:rsidR="00B97E5D">
        <w:t>’</w:t>
      </w:r>
      <w:r w:rsidRPr="003E4D35">
        <w:t>autre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est cette eau que j</w:t>
      </w:r>
      <w:r w:rsidR="00B97E5D">
        <w:t>’</w:t>
      </w:r>
      <w:r w:rsidRPr="003E4D35">
        <w:t>aimais boire chaque matin après avoir pressé un pamplemousse au-dessus de la feuille même</w:t>
      </w:r>
      <w:r w:rsidR="00B97E5D">
        <w:t xml:space="preserve">. </w:t>
      </w:r>
      <w:r w:rsidRPr="003E4D35">
        <w:t>Le son métallique que mon île re</w:t>
      </w:r>
      <w:r w:rsidRPr="003E4D35">
        <w:t>n</w:t>
      </w:r>
      <w:r w:rsidRPr="003E4D35">
        <w:t>dait parfois était ici plus marqué encore</w:t>
      </w:r>
      <w:r w:rsidR="00B97E5D">
        <w:t xml:space="preserve">. </w:t>
      </w:r>
      <w:r w:rsidRPr="003E4D35">
        <w:t>Des scies grinçaient</w:t>
      </w:r>
      <w:r w:rsidR="00B97E5D">
        <w:t xml:space="preserve">, </w:t>
      </w:r>
      <w:r w:rsidRPr="003E4D35">
        <w:t>les feuilles de palmier se heurtaient au fracas du zinc</w:t>
      </w:r>
      <w:r w:rsidR="00B97E5D">
        <w:t xml:space="preserve"> ; </w:t>
      </w:r>
      <w:r w:rsidRPr="003E4D35">
        <w:t>avec les cris des singes autour de moi qui jouaient à eux seuls toutes les fables de La Fontaine</w:t>
      </w:r>
      <w:r w:rsidR="00B97E5D">
        <w:t xml:space="preserve">, </w:t>
      </w:r>
      <w:r w:rsidRPr="003E4D35">
        <w:t>se rencontrant de face sur une liane au-dessus d</w:t>
      </w:r>
      <w:r w:rsidR="00B97E5D">
        <w:t>’</w:t>
      </w:r>
      <w:r w:rsidRPr="003E4D35">
        <w:t>un gouffre et ne cédant point</w:t>
      </w:r>
      <w:r w:rsidR="00B97E5D">
        <w:t xml:space="preserve">, </w:t>
      </w:r>
      <w:r w:rsidRPr="003E4D35">
        <w:t>tirant par la queue une guenon sur le dos qui étreignait une noix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un d</w:t>
      </w:r>
      <w:r w:rsidR="00B97E5D">
        <w:t>’</w:t>
      </w:r>
      <w:r w:rsidRPr="003E4D35">
        <w:t>en bas parlant à l</w:t>
      </w:r>
      <w:r w:rsidR="00B97E5D">
        <w:t>’</w:t>
      </w:r>
      <w:r w:rsidRPr="003E4D35">
        <w:t>autre d</w:t>
      </w:r>
      <w:r w:rsidR="00B97E5D">
        <w:t>’</w:t>
      </w:r>
      <w:r w:rsidRPr="003E4D35">
        <w:t>en haut qui mangeait une banane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plus encore aussi cette impression de me réveiller dans un jardin public</w:t>
      </w:r>
      <w:r w:rsidR="00B97E5D">
        <w:t xml:space="preserve">, </w:t>
      </w:r>
      <w:r w:rsidRPr="003E4D35">
        <w:t>le matin</w:t>
      </w:r>
      <w:r w:rsidR="00B97E5D">
        <w:t xml:space="preserve">, </w:t>
      </w:r>
      <w:r w:rsidRPr="003E4D35">
        <w:t>non loin d</w:t>
      </w:r>
      <w:r w:rsidR="00B97E5D">
        <w:t>’</w:t>
      </w:r>
      <w:r w:rsidRPr="003E4D35">
        <w:t>une usine</w:t>
      </w:r>
      <w:r w:rsidR="00B97E5D">
        <w:t xml:space="preserve">. </w:t>
      </w:r>
      <w:r w:rsidRPr="003E4D35">
        <w:t>Une mangouste passa au galop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eus le sursaut qu</w:t>
      </w:r>
      <w:r w:rsidR="00B97E5D">
        <w:t>’</w:t>
      </w:r>
      <w:r w:rsidRPr="003E4D35">
        <w:t>on a au Jardin des Plantes quand la ma</w:t>
      </w:r>
      <w:r w:rsidRPr="003E4D35">
        <w:t>n</w:t>
      </w:r>
      <w:r w:rsidRPr="003E4D35">
        <w:t>gouste s</w:t>
      </w:r>
      <w:r w:rsidR="00B97E5D">
        <w:t>’</w:t>
      </w:r>
      <w:r w:rsidRPr="003E4D35">
        <w:t>échappe</w:t>
      </w:r>
      <w:r w:rsidR="00B97E5D">
        <w:t xml:space="preserve">, </w:t>
      </w:r>
      <w:r w:rsidRPr="003E4D35">
        <w:t>du regard cherchant je ne sais quel gardien</w:t>
      </w:r>
      <w:r w:rsidR="00B97E5D">
        <w:t xml:space="preserve">… </w:t>
      </w:r>
      <w:r w:rsidRPr="003E4D35">
        <w:t>Mon petit singe passait de mon épaule à ma poitrine</w:t>
      </w:r>
      <w:r w:rsidR="00B97E5D">
        <w:t xml:space="preserve">, </w:t>
      </w:r>
      <w:r w:rsidRPr="003E4D35">
        <w:t>comme la goutte d</w:t>
      </w:r>
      <w:r w:rsidR="00B97E5D">
        <w:t>’</w:t>
      </w:r>
      <w:r w:rsidRPr="003E4D35">
        <w:t>eau d</w:t>
      </w:r>
      <w:r w:rsidR="00B97E5D">
        <w:t>’</w:t>
      </w:r>
      <w:r w:rsidRPr="003E4D35">
        <w:t>un niveau</w:t>
      </w:r>
      <w:r w:rsidR="00B97E5D">
        <w:t xml:space="preserve">, </w:t>
      </w:r>
      <w:r w:rsidRPr="003E4D35">
        <w:t>chaque fois que je me levais ou m</w:t>
      </w:r>
      <w:r w:rsidR="00B97E5D">
        <w:t>’</w:t>
      </w:r>
      <w:r w:rsidRPr="003E4D35">
        <w:t>étendais</w:t>
      </w:r>
      <w:r w:rsidR="00B97E5D">
        <w:t xml:space="preserve">… </w:t>
      </w:r>
      <w:r w:rsidRPr="003E4D35">
        <w:t>Je voyais sur la mer ces moutons et ces flocons que les appartements rendent le matin</w:t>
      </w:r>
      <w:r w:rsidR="00B97E5D">
        <w:t xml:space="preserve">, </w:t>
      </w:r>
      <w:r w:rsidRPr="003E4D35">
        <w:t>gloire des femmes de m</w:t>
      </w:r>
      <w:r w:rsidRPr="003E4D35">
        <w:t>é</w:t>
      </w:r>
      <w:r w:rsidRPr="003E4D35">
        <w:t>nage</w:t>
      </w:r>
      <w:r w:rsidR="00B97E5D">
        <w:t xml:space="preserve">. </w:t>
      </w:r>
      <w:r w:rsidRPr="003E4D35">
        <w:t>Au-dessus de ces échafaudages invisibles que sans relâche bâtissaient les singes pour repeindre devant les cocotiers une invisible façade</w:t>
      </w:r>
      <w:r w:rsidR="00B97E5D">
        <w:t xml:space="preserve">, </w:t>
      </w:r>
      <w:r w:rsidRPr="003E4D35">
        <w:t>avec leurs clameurs quand tombait une planche invisible</w:t>
      </w:r>
      <w:r w:rsidR="00B97E5D">
        <w:t xml:space="preserve">, </w:t>
      </w:r>
      <w:r w:rsidRPr="003E4D35">
        <w:t>prise dans le filet que traçaient autour de moi martres</w:t>
      </w:r>
      <w:r w:rsidR="00B97E5D">
        <w:t xml:space="preserve">, </w:t>
      </w:r>
      <w:proofErr w:type="spellStart"/>
      <w:r w:rsidRPr="003E4D35">
        <w:t>bigans</w:t>
      </w:r>
      <w:proofErr w:type="spellEnd"/>
      <w:r w:rsidRPr="003E4D35">
        <w:t xml:space="preserve"> et hérissons</w:t>
      </w:r>
      <w:r w:rsidR="00B97E5D">
        <w:t xml:space="preserve">, </w:t>
      </w:r>
      <w:r w:rsidRPr="003E4D35">
        <w:t>les oiseaux-mouches heurtant des sphinx qui modéraient leurs hélices puis rebondissaient vers le ciel</w:t>
      </w:r>
      <w:r w:rsidR="00B97E5D">
        <w:t xml:space="preserve">… </w:t>
      </w:r>
      <w:r w:rsidRPr="003E4D35">
        <w:t>toute l</w:t>
      </w:r>
      <w:r w:rsidR="00B97E5D">
        <w:t>’</w:t>
      </w:r>
      <w:r w:rsidRPr="003E4D35">
        <w:t>île travaillant pour moi comme un chantier</w:t>
      </w:r>
      <w:r w:rsidR="00B97E5D">
        <w:t xml:space="preserve">… </w:t>
      </w:r>
      <w:r w:rsidRPr="003E4D35">
        <w:t>c</w:t>
      </w:r>
      <w:r w:rsidR="00B97E5D">
        <w:t>’</w:t>
      </w:r>
      <w:r w:rsidRPr="003E4D35">
        <w:t>est alors qu</w:t>
      </w:r>
      <w:r w:rsidR="00B97E5D">
        <w:t>’</w:t>
      </w:r>
      <w:r w:rsidRPr="003E4D35">
        <w:t>eut lieu le tremblement de terre</w:t>
      </w:r>
      <w:r w:rsidR="00B97E5D">
        <w:t>…</w:t>
      </w:r>
    </w:p>
    <w:p w14:paraId="789CB07D" w14:textId="77777777" w:rsidR="00B97E5D" w:rsidRDefault="00F225BE" w:rsidP="00F225BE">
      <w:r w:rsidRPr="003E4D35">
        <w:lastRenderedPageBreak/>
        <w:t>Le soir</w:t>
      </w:r>
      <w:r w:rsidR="00B97E5D">
        <w:t xml:space="preserve">, </w:t>
      </w:r>
      <w:r w:rsidRPr="003E4D35">
        <w:t>quand tout fut calmé</w:t>
      </w:r>
      <w:r w:rsidR="00B97E5D">
        <w:t xml:space="preserve">, </w:t>
      </w:r>
      <w:r w:rsidRPr="003E4D35">
        <w:t>quand je n</w:t>
      </w:r>
      <w:r w:rsidR="00B97E5D">
        <w:t>’</w:t>
      </w:r>
      <w:r w:rsidRPr="003E4D35">
        <w:t>ignorai plus</w:t>
      </w:r>
      <w:r w:rsidR="00B97E5D">
        <w:t xml:space="preserve">, </w:t>
      </w:r>
      <w:r w:rsidRPr="003E4D35">
        <w:t>pour les avoir vus éperdus</w:t>
      </w:r>
      <w:r w:rsidR="00B97E5D">
        <w:t xml:space="preserve">, </w:t>
      </w:r>
      <w:r w:rsidRPr="003E4D35">
        <w:t>aucun des animaux de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quand les si</w:t>
      </w:r>
      <w:r w:rsidRPr="003E4D35">
        <w:t>n</w:t>
      </w:r>
      <w:r w:rsidRPr="003E4D35">
        <w:t>ges attirés par la lune d</w:t>
      </w:r>
      <w:r w:rsidR="00B97E5D">
        <w:t>’</w:t>
      </w:r>
      <w:r w:rsidRPr="003E4D35">
        <w:t>un arbre se penchèrent vers la mer</w:t>
      </w:r>
      <w:r w:rsidR="00B97E5D">
        <w:t xml:space="preserve">, </w:t>
      </w:r>
      <w:r w:rsidRPr="003E4D35">
        <w:t>gl</w:t>
      </w:r>
      <w:r w:rsidRPr="003E4D35">
        <w:t>a</w:t>
      </w:r>
      <w:r w:rsidRPr="003E4D35">
        <w:t>pissant lorsqu</w:t>
      </w:r>
      <w:r w:rsidR="00B97E5D">
        <w:t>’</w:t>
      </w:r>
      <w:r w:rsidRPr="003E4D35">
        <w:t>un singe pâle tendait de l</w:t>
      </w:r>
      <w:r w:rsidR="00B97E5D">
        <w:t>’</w:t>
      </w:r>
      <w:r w:rsidRPr="003E4D35">
        <w:t>eau la main vers le plus hardi d</w:t>
      </w:r>
      <w:r w:rsidR="00B97E5D">
        <w:t>’</w:t>
      </w:r>
      <w:r w:rsidRPr="003E4D35">
        <w:t>entre eux</w:t>
      </w:r>
      <w:r w:rsidR="00B97E5D">
        <w:t xml:space="preserve">, </w:t>
      </w:r>
      <w:r w:rsidRPr="003E4D35">
        <w:t>quand les antilopes s</w:t>
      </w:r>
      <w:r w:rsidR="00B97E5D">
        <w:t>’</w:t>
      </w:r>
      <w:r w:rsidRPr="003E4D35">
        <w:t>endormirent d</w:t>
      </w:r>
      <w:r w:rsidR="00B97E5D">
        <w:t>’</w:t>
      </w:r>
      <w:r w:rsidRPr="003E4D35">
        <w:t>épuis</w:t>
      </w:r>
      <w:r w:rsidRPr="003E4D35">
        <w:t>e</w:t>
      </w:r>
      <w:r w:rsidRPr="003E4D35">
        <w:t>ment</w:t>
      </w:r>
      <w:r w:rsidR="00B97E5D">
        <w:t xml:space="preserve">, </w:t>
      </w:r>
      <w:r w:rsidRPr="003E4D35">
        <w:t>agenouillées</w:t>
      </w:r>
      <w:r w:rsidR="00B97E5D">
        <w:t xml:space="preserve">, </w:t>
      </w:r>
      <w:r w:rsidRPr="003E4D35">
        <w:t>quand les familles d</w:t>
      </w:r>
      <w:r w:rsidR="00B97E5D">
        <w:t>’</w:t>
      </w:r>
      <w:r w:rsidRPr="003E4D35">
        <w:t>écureuils chassés des troncs d</w:t>
      </w:r>
      <w:r w:rsidR="00B97E5D">
        <w:t>’</w:t>
      </w:r>
      <w:r w:rsidRPr="003E4D35">
        <w:t>arbre erraient encore</w:t>
      </w:r>
      <w:r w:rsidR="00B97E5D">
        <w:t xml:space="preserve">, </w:t>
      </w:r>
      <w:r w:rsidRPr="003E4D35">
        <w:t>couchant enfin chez des oiseaux</w:t>
      </w:r>
      <w:r w:rsidR="00B97E5D">
        <w:t xml:space="preserve">, </w:t>
      </w:r>
      <w:r w:rsidRPr="003E4D35">
        <w:t>quand la mer</w:t>
      </w:r>
      <w:r w:rsidR="00B97E5D">
        <w:t xml:space="preserve">, </w:t>
      </w:r>
      <w:r w:rsidRPr="003E4D35">
        <w:t>toute la journée secouée et battue</w:t>
      </w:r>
      <w:r w:rsidR="00B97E5D">
        <w:t xml:space="preserve">, </w:t>
      </w:r>
      <w:r w:rsidRPr="003E4D35">
        <w:t>fut saisie aux quatre angles et tirée</w:t>
      </w:r>
      <w:r w:rsidR="00B97E5D">
        <w:t xml:space="preserve">, </w:t>
      </w:r>
      <w:r w:rsidRPr="003E4D35">
        <w:t>tendue à craquer</w:t>
      </w:r>
      <w:r w:rsidR="00B97E5D">
        <w:t xml:space="preserve"> ; </w:t>
      </w:r>
      <w:r w:rsidRPr="003E4D35">
        <w:t>quand le jet d</w:t>
      </w:r>
      <w:r w:rsidR="00B97E5D">
        <w:t>’</w:t>
      </w:r>
      <w:r w:rsidRPr="003E4D35">
        <w:t>eau de la source chaude baissa peu à peu</w:t>
      </w:r>
      <w:r w:rsidR="00B97E5D">
        <w:t xml:space="preserve"> ; </w:t>
      </w:r>
      <w:r w:rsidRPr="003E4D35">
        <w:t>à l</w:t>
      </w:r>
      <w:r w:rsidR="00B97E5D">
        <w:t>’</w:t>
      </w:r>
      <w:r w:rsidRPr="003E4D35">
        <w:t>heure en somme où j</w:t>
      </w:r>
      <w:r w:rsidR="00B97E5D">
        <w:t>’</w:t>
      </w:r>
      <w:r w:rsidRPr="003E4D35">
        <w:t>aurais dû être expulsée de ce jardin public</w:t>
      </w:r>
      <w:r w:rsidR="00B97E5D">
        <w:t xml:space="preserve">, </w:t>
      </w:r>
      <w:r w:rsidRPr="003E4D35">
        <w:t>alors mourut la guenon</w:t>
      </w:r>
      <w:r w:rsidR="00B97E5D">
        <w:t>.</w:t>
      </w:r>
    </w:p>
    <w:p w14:paraId="5B6962F5" w14:textId="77777777" w:rsidR="00B97E5D" w:rsidRDefault="00F225BE" w:rsidP="00F225BE">
      <w:r w:rsidRPr="003E4D35">
        <w:t>Alors cette île ennemie</w:t>
      </w:r>
      <w:r w:rsidR="00B97E5D">
        <w:t xml:space="preserve">, </w:t>
      </w:r>
      <w:r w:rsidRPr="003E4D35">
        <w:t>dont les petits à-coups terribles n</w:t>
      </w:r>
      <w:r w:rsidR="00B97E5D">
        <w:t>’</w:t>
      </w:r>
      <w:r w:rsidRPr="003E4D35">
        <w:t>avaient pu me désarçonner</w:t>
      </w:r>
      <w:r w:rsidR="00B97E5D">
        <w:t xml:space="preserve">, </w:t>
      </w:r>
      <w:r w:rsidRPr="003E4D35">
        <w:t>accrochée que j</w:t>
      </w:r>
      <w:r w:rsidR="00B97E5D">
        <w:t>’</w:t>
      </w:r>
      <w:r w:rsidRPr="003E4D35">
        <w:t>étais à tous ses arçons</w:t>
      </w:r>
      <w:r w:rsidR="00B97E5D">
        <w:t xml:space="preserve">, </w:t>
      </w:r>
      <w:r w:rsidRPr="003E4D35">
        <w:t>aux lianes</w:t>
      </w:r>
      <w:r w:rsidR="00B97E5D">
        <w:t xml:space="preserve">, </w:t>
      </w:r>
      <w:r w:rsidRPr="003E4D35">
        <w:t>aux racines</w:t>
      </w:r>
      <w:r w:rsidR="00B97E5D">
        <w:t xml:space="preserve">, </w:t>
      </w:r>
      <w:r w:rsidRPr="003E4D35">
        <w:t>voulut se venger dès le lend</w:t>
      </w:r>
      <w:r w:rsidRPr="003E4D35">
        <w:t>e</w:t>
      </w:r>
      <w:r w:rsidRPr="003E4D35">
        <w:t>main en m</w:t>
      </w:r>
      <w:r w:rsidR="00B97E5D">
        <w:t>’</w:t>
      </w:r>
      <w:r w:rsidRPr="003E4D35">
        <w:t>humiliant</w:t>
      </w:r>
      <w:r w:rsidR="00B97E5D">
        <w:t xml:space="preserve">, </w:t>
      </w:r>
      <w:r w:rsidRPr="003E4D35">
        <w:t>et en m</w:t>
      </w:r>
      <w:r w:rsidR="00B97E5D">
        <w:t>’</w:t>
      </w:r>
      <w:r w:rsidRPr="003E4D35">
        <w:t>offrant</w:t>
      </w:r>
      <w:r w:rsidR="00B97E5D">
        <w:t xml:space="preserve">, </w:t>
      </w:r>
      <w:r w:rsidRPr="003E4D35">
        <w:t>jouée par des animaux grotesques</w:t>
      </w:r>
      <w:r w:rsidR="00B97E5D">
        <w:t xml:space="preserve">, </w:t>
      </w:r>
      <w:r w:rsidRPr="003E4D35">
        <w:t>la revue des deux grands jeux humains</w:t>
      </w:r>
      <w:r w:rsidR="00B97E5D">
        <w:t xml:space="preserve">, </w:t>
      </w:r>
      <w:r w:rsidRPr="003E4D35">
        <w:t>que jamais je n</w:t>
      </w:r>
      <w:r w:rsidR="00B97E5D">
        <w:t>’</w:t>
      </w:r>
      <w:r w:rsidRPr="003E4D35">
        <w:t>avais vue jouée par des hommes mêmes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amour avec ses tatous</w:t>
      </w:r>
      <w:r w:rsidR="00B97E5D">
        <w:t xml:space="preserve">, </w:t>
      </w:r>
      <w:r w:rsidRPr="003E4D35">
        <w:t>la mort avec une guenon</w:t>
      </w:r>
      <w:r w:rsidR="00B97E5D">
        <w:t xml:space="preserve">. </w:t>
      </w:r>
      <w:r w:rsidRPr="003E4D35">
        <w:t>Au milieu d</w:t>
      </w:r>
      <w:r w:rsidR="00B97E5D">
        <w:t>’</w:t>
      </w:r>
      <w:r w:rsidRPr="003E4D35">
        <w:t>une clairière ronde pour l</w:t>
      </w:r>
      <w:r w:rsidR="00B97E5D">
        <w:t>’</w:t>
      </w:r>
      <w:r w:rsidRPr="003E4D35">
        <w:t>amour</w:t>
      </w:r>
      <w:r w:rsidR="00B97E5D">
        <w:t xml:space="preserve">, </w:t>
      </w:r>
      <w:r w:rsidRPr="003E4D35">
        <w:t>sur un rivage ouvert pour la mort</w:t>
      </w:r>
      <w:r w:rsidR="00B97E5D">
        <w:t xml:space="preserve">, </w:t>
      </w:r>
      <w:r w:rsidRPr="003E4D35">
        <w:t>avec toutes les précautions de clarté et d</w:t>
      </w:r>
      <w:r w:rsidR="00B97E5D">
        <w:t>’</w:t>
      </w:r>
      <w:r w:rsidRPr="003E4D35">
        <w:t>évidence de la nature quand elle veut gagner au matérialisme un académicien</w:t>
      </w:r>
      <w:r w:rsidR="00B97E5D">
        <w:t xml:space="preserve">, </w:t>
      </w:r>
      <w:r w:rsidRPr="003E4D35">
        <w:t>je vis les tatous s</w:t>
      </w:r>
      <w:r w:rsidR="00B97E5D">
        <w:t>’</w:t>
      </w:r>
      <w:r w:rsidRPr="003E4D35">
        <w:t>a</w:t>
      </w:r>
      <w:r w:rsidRPr="003E4D35">
        <w:t>i</w:t>
      </w:r>
      <w:r w:rsidRPr="003E4D35">
        <w:t>mer</w:t>
      </w:r>
      <w:r w:rsidR="00B97E5D">
        <w:t xml:space="preserve">, </w:t>
      </w:r>
      <w:r w:rsidRPr="003E4D35">
        <w:t>la guenon mourir</w:t>
      </w:r>
      <w:r w:rsidR="00B97E5D">
        <w:t xml:space="preserve">. </w:t>
      </w:r>
      <w:r w:rsidRPr="003E4D35">
        <w:t>Mais du moins la guenon mima en grande actrice ce qu</w:t>
      </w:r>
      <w:r w:rsidR="00B97E5D">
        <w:t>’</w:t>
      </w:r>
      <w:r w:rsidRPr="003E4D35">
        <w:t>est en Europe la mort d</w:t>
      </w:r>
      <w:r w:rsidR="00B97E5D">
        <w:t>’</w:t>
      </w:r>
      <w:r w:rsidRPr="003E4D35">
        <w:t>un ami d</w:t>
      </w:r>
      <w:r w:rsidR="00B97E5D">
        <w:t>’</w:t>
      </w:r>
      <w:r w:rsidRPr="003E4D35">
        <w:t>un jour</w:t>
      </w:r>
      <w:r w:rsidR="00B97E5D">
        <w:t xml:space="preserve">. </w:t>
      </w:r>
      <w:r w:rsidRPr="003E4D35">
        <w:t>Les amis d</w:t>
      </w:r>
      <w:r w:rsidR="00B97E5D">
        <w:t>’</w:t>
      </w:r>
      <w:r w:rsidRPr="003E4D35">
        <w:t>un jour qui meurent le soir</w:t>
      </w:r>
      <w:r w:rsidR="00B97E5D">
        <w:t xml:space="preserve">, </w:t>
      </w:r>
      <w:r w:rsidRPr="003E4D35">
        <w:t>relient dans leur esprit leur mort et votre rencontre</w:t>
      </w:r>
      <w:r w:rsidR="00B97E5D">
        <w:t xml:space="preserve">, </w:t>
      </w:r>
      <w:r w:rsidRPr="003E4D35">
        <w:t>croient mourir de cette dernière</w:t>
      </w:r>
      <w:r w:rsidR="00B97E5D">
        <w:t xml:space="preserve">, </w:t>
      </w:r>
      <w:r w:rsidRPr="003E4D35">
        <w:t>vous pardonnent</w:t>
      </w:r>
      <w:r w:rsidR="00B97E5D">
        <w:t xml:space="preserve">. </w:t>
      </w:r>
      <w:r w:rsidRPr="003E4D35">
        <w:t>Ils vous montrent du doigt la place où ils souffrent</w:t>
      </w:r>
      <w:r w:rsidR="00B97E5D">
        <w:t xml:space="preserve">… </w:t>
      </w:r>
      <w:r w:rsidRPr="003E4D35">
        <w:t>Ils acceptent la banane avec enthousiasme</w:t>
      </w:r>
      <w:r w:rsidR="00B97E5D">
        <w:t xml:space="preserve">, </w:t>
      </w:r>
      <w:r w:rsidRPr="003E4D35">
        <w:t>la lai</w:t>
      </w:r>
      <w:r w:rsidRPr="003E4D35">
        <w:t>s</w:t>
      </w:r>
      <w:r w:rsidRPr="003E4D35">
        <w:t>sent tomber en frémissant de dégoût</w:t>
      </w:r>
      <w:r w:rsidR="00B97E5D">
        <w:t xml:space="preserve">, </w:t>
      </w:r>
      <w:r w:rsidRPr="003E4D35">
        <w:t>embrassent votre main</w:t>
      </w:r>
      <w:r w:rsidR="00B97E5D">
        <w:t xml:space="preserve">… </w:t>
      </w:r>
      <w:r w:rsidRPr="003E4D35">
        <w:t>Ils cherchent par contenance de petits poux sur votre grand bras nu et lisse</w:t>
      </w:r>
      <w:r w:rsidR="00B97E5D">
        <w:t xml:space="preserve">… </w:t>
      </w:r>
      <w:r w:rsidRPr="003E4D35">
        <w:t>vous supplient on ne sait de quoi</w:t>
      </w:r>
      <w:r w:rsidR="00B97E5D">
        <w:t xml:space="preserve">, </w:t>
      </w:r>
      <w:r w:rsidRPr="003E4D35">
        <w:t>de leur donner v</w:t>
      </w:r>
      <w:r w:rsidRPr="003E4D35">
        <w:t>i</w:t>
      </w:r>
      <w:r w:rsidRPr="003E4D35">
        <w:t>te un nom</w:t>
      </w:r>
      <w:r w:rsidR="00B97E5D">
        <w:t xml:space="preserve">, </w:t>
      </w:r>
      <w:r w:rsidRPr="003E4D35">
        <w:t>de ne pas les laisser mourir sans avoir du moins</w:t>
      </w:r>
      <w:r w:rsidR="00B97E5D">
        <w:t xml:space="preserve">, </w:t>
      </w:r>
      <w:r w:rsidRPr="003E4D35">
        <w:t>une minute</w:t>
      </w:r>
      <w:r w:rsidR="00B97E5D">
        <w:t xml:space="preserve">, </w:t>
      </w:r>
      <w:r w:rsidRPr="003E4D35">
        <w:t xml:space="preserve">un </w:t>
      </w:r>
      <w:r w:rsidRPr="003E4D35">
        <w:lastRenderedPageBreak/>
        <w:t>nom</w:t>
      </w:r>
      <w:r w:rsidR="00B97E5D">
        <w:t xml:space="preserve"> ; </w:t>
      </w:r>
      <w:r w:rsidRPr="003E4D35">
        <w:t>ils pleurent</w:t>
      </w:r>
      <w:r w:rsidR="00B97E5D">
        <w:t xml:space="preserve">… </w:t>
      </w:r>
      <w:r w:rsidRPr="003E4D35">
        <w:t>Cette souffrance que les draps là-bas cachent et qui s</w:t>
      </w:r>
      <w:r w:rsidR="00B97E5D">
        <w:t>’</w:t>
      </w:r>
      <w:r w:rsidRPr="003E4D35">
        <w:t>amasse sur leur tête</w:t>
      </w:r>
      <w:r w:rsidR="00B97E5D">
        <w:t xml:space="preserve">, </w:t>
      </w:r>
      <w:r w:rsidRPr="003E4D35">
        <w:t>je la vis s</w:t>
      </w:r>
      <w:r w:rsidR="00B97E5D">
        <w:t>’</w:t>
      </w:r>
      <w:r w:rsidRPr="003E4D35">
        <w:t>emparer du corps entier de la guenon comme une ciguë</w:t>
      </w:r>
      <w:r w:rsidR="00B97E5D">
        <w:t xml:space="preserve">, </w:t>
      </w:r>
      <w:r w:rsidRPr="003E4D35">
        <w:t>ses pieds devi</w:t>
      </w:r>
      <w:r w:rsidRPr="003E4D35">
        <w:t>n</w:t>
      </w:r>
      <w:r w:rsidRPr="003E4D35">
        <w:t>rent froids</w:t>
      </w:r>
      <w:r w:rsidR="00B97E5D">
        <w:t xml:space="preserve">, </w:t>
      </w:r>
      <w:r w:rsidRPr="003E4D35">
        <w:t>puis ses genoux</w:t>
      </w:r>
      <w:r w:rsidR="00B97E5D">
        <w:t xml:space="preserve">, </w:t>
      </w:r>
      <w:r w:rsidRPr="003E4D35">
        <w:t>ses mains firent le geste de plumer un oiseau</w:t>
      </w:r>
      <w:r w:rsidR="00B97E5D">
        <w:t xml:space="preserve">, </w:t>
      </w:r>
      <w:r w:rsidRPr="003E4D35">
        <w:t>elle sacrifia un perroquet à son dieu des médecines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mourut</w:t>
      </w:r>
      <w:r w:rsidR="00B97E5D">
        <w:t xml:space="preserve">, </w:t>
      </w:r>
      <w:r w:rsidRPr="003E4D35">
        <w:t>guenon</w:t>
      </w:r>
      <w:r w:rsidR="00B97E5D">
        <w:t xml:space="preserve">, </w:t>
      </w:r>
      <w:r w:rsidRPr="003E4D35">
        <w:t>de la plus grande mort</w:t>
      </w:r>
      <w:r w:rsidR="00B97E5D">
        <w:t>…</w:t>
      </w:r>
    </w:p>
    <w:p w14:paraId="0A91FC08" w14:textId="77777777" w:rsidR="00B97E5D" w:rsidRDefault="00F225BE" w:rsidP="00F225BE">
      <w:r w:rsidRPr="003E4D35">
        <w:t>Les traces du naufragé qui m</w:t>
      </w:r>
      <w:r w:rsidR="00B97E5D">
        <w:t>’</w:t>
      </w:r>
      <w:r w:rsidRPr="003E4D35">
        <w:t>avait précédée dans cette île étaient évidemment du même homme</w:t>
      </w:r>
      <w:r w:rsidR="00B97E5D">
        <w:t xml:space="preserve">, </w:t>
      </w:r>
      <w:r w:rsidRPr="003E4D35">
        <w:t>mais les unes semblaient dater d</w:t>
      </w:r>
      <w:r w:rsidR="00B97E5D">
        <w:t>’</w:t>
      </w:r>
      <w:r w:rsidRPr="003E4D35">
        <w:t>hier et les autres semblaient centenaires</w:t>
      </w:r>
      <w:r w:rsidR="00B97E5D">
        <w:t xml:space="preserve">. </w:t>
      </w:r>
      <w:r w:rsidRPr="003E4D35">
        <w:t>Des pics</w:t>
      </w:r>
      <w:r w:rsidR="00B97E5D">
        <w:t xml:space="preserve">, </w:t>
      </w:r>
      <w:r w:rsidRPr="003E4D35">
        <w:t>des crochets portaient cent ans de rouille</w:t>
      </w:r>
      <w:r w:rsidR="00B97E5D">
        <w:t xml:space="preserve">, </w:t>
      </w:r>
      <w:r w:rsidRPr="003E4D35">
        <w:t>mais à certains mouv</w:t>
      </w:r>
      <w:r w:rsidRPr="003E4D35">
        <w:t>e</w:t>
      </w:r>
      <w:r w:rsidRPr="003E4D35">
        <w:t>ments des antilopes je croyais voir qu</w:t>
      </w:r>
      <w:r w:rsidR="00B97E5D">
        <w:t>’</w:t>
      </w:r>
      <w:r w:rsidRPr="003E4D35">
        <w:t>elles avaient jadis été c</w:t>
      </w:r>
      <w:r w:rsidRPr="003E4D35">
        <w:t>a</w:t>
      </w:r>
      <w:r w:rsidRPr="003E4D35">
        <w:t>ressées</w:t>
      </w:r>
      <w:r w:rsidR="00B97E5D">
        <w:t xml:space="preserve">. </w:t>
      </w:r>
      <w:r w:rsidRPr="003E4D35">
        <w:t>Un des singes donnait l</w:t>
      </w:r>
      <w:r w:rsidR="00B97E5D">
        <w:t>’</w:t>
      </w:r>
      <w:r w:rsidRPr="003E4D35">
        <w:t>impression qu</w:t>
      </w:r>
      <w:r w:rsidR="00B97E5D">
        <w:t>’</w:t>
      </w:r>
      <w:r w:rsidRPr="003E4D35">
        <w:t>il avait été battu</w:t>
      </w:r>
      <w:r w:rsidR="00B97E5D">
        <w:t xml:space="preserve">, </w:t>
      </w:r>
      <w:r w:rsidRPr="003E4D35">
        <w:t>un autre d</w:t>
      </w:r>
      <w:r w:rsidR="00B97E5D">
        <w:t>’</w:t>
      </w:r>
      <w:r w:rsidRPr="003E4D35">
        <w:t>avoir été humilié</w:t>
      </w:r>
      <w:r w:rsidR="00B97E5D">
        <w:t xml:space="preserve">. </w:t>
      </w:r>
      <w:r w:rsidRPr="003E4D35">
        <w:t>Tout ce que cet homme avait voulu créer en matériaux impérissables</w:t>
      </w:r>
      <w:r w:rsidR="00B97E5D">
        <w:t xml:space="preserve">, </w:t>
      </w:r>
      <w:r w:rsidRPr="003E4D35">
        <w:t>sa maison de troncs d</w:t>
      </w:r>
      <w:r w:rsidR="00B97E5D">
        <w:t>’</w:t>
      </w:r>
      <w:r w:rsidRPr="003E4D35">
        <w:t>arbres</w:t>
      </w:r>
      <w:r w:rsidR="00B97E5D">
        <w:t xml:space="preserve">, </w:t>
      </w:r>
      <w:r w:rsidRPr="003E4D35">
        <w:t>son hangar de marbre</w:t>
      </w:r>
      <w:r w:rsidR="00B97E5D">
        <w:t xml:space="preserve">, </w:t>
      </w:r>
      <w:r w:rsidRPr="003E4D35">
        <w:t>je le trouvais déjà mangé de mousse ou écroulé</w:t>
      </w:r>
      <w:r w:rsidR="00B97E5D">
        <w:t xml:space="preserve">… </w:t>
      </w:r>
      <w:r w:rsidRPr="003E4D35">
        <w:t>mais les deux fossettes d</w:t>
      </w:r>
      <w:r w:rsidR="00B97E5D">
        <w:t>’</w:t>
      </w:r>
      <w:r w:rsidRPr="003E4D35">
        <w:t>amitié et de crainte impr</w:t>
      </w:r>
      <w:r w:rsidRPr="003E4D35">
        <w:t>i</w:t>
      </w:r>
      <w:r w:rsidRPr="003E4D35">
        <w:t>mées sur deux cœurs d</w:t>
      </w:r>
      <w:r w:rsidR="00B97E5D">
        <w:t>’</w:t>
      </w:r>
      <w:r w:rsidRPr="003E4D35">
        <w:t>animaux étaient encore visibles</w:t>
      </w:r>
      <w:r w:rsidR="00B97E5D">
        <w:t xml:space="preserve">. </w:t>
      </w:r>
      <w:r w:rsidRPr="003E4D35">
        <w:t>Sur quelques plantes aussi marquait sa marque</w:t>
      </w:r>
      <w:r w:rsidR="00B97E5D">
        <w:t xml:space="preserve"> : </w:t>
      </w:r>
      <w:r w:rsidRPr="003E4D35">
        <w:t>les herbes paras</w:t>
      </w:r>
      <w:r w:rsidRPr="003E4D35">
        <w:t>i</w:t>
      </w:r>
      <w:r w:rsidRPr="003E4D35">
        <w:t>tes respectaient au centre de l</w:t>
      </w:r>
      <w:r w:rsidR="00B97E5D">
        <w:t>’</w:t>
      </w:r>
      <w:r w:rsidRPr="003E4D35">
        <w:t>île un enclos pelé</w:t>
      </w:r>
      <w:r w:rsidR="00B97E5D">
        <w:t xml:space="preserve">, </w:t>
      </w:r>
      <w:r w:rsidRPr="003E4D35">
        <w:t>respectaient trois vieux épis</w:t>
      </w:r>
      <w:r w:rsidR="00B97E5D">
        <w:t xml:space="preserve">, </w:t>
      </w:r>
      <w:r w:rsidRPr="003E4D35">
        <w:t>et les tiges de tournesols</w:t>
      </w:r>
      <w:r w:rsidR="00B97E5D">
        <w:t xml:space="preserve">, </w:t>
      </w:r>
      <w:r w:rsidRPr="003E4D35">
        <w:t>pendant que leurs f</w:t>
      </w:r>
      <w:r w:rsidRPr="003E4D35">
        <w:t>i</w:t>
      </w:r>
      <w:r w:rsidRPr="003E4D35">
        <w:t>gures n</w:t>
      </w:r>
      <w:r w:rsidR="00B97E5D">
        <w:t>’</w:t>
      </w:r>
      <w:r w:rsidRPr="003E4D35">
        <w:t>obéissaient qu</w:t>
      </w:r>
      <w:r w:rsidR="00B97E5D">
        <w:t>’</w:t>
      </w:r>
      <w:r w:rsidRPr="003E4D35">
        <w:t>au soleil</w:t>
      </w:r>
      <w:r w:rsidR="00B97E5D">
        <w:t xml:space="preserve">, </w:t>
      </w:r>
      <w:r w:rsidRPr="003E4D35">
        <w:t>étaient plantées suivant une o</w:t>
      </w:r>
      <w:r w:rsidRPr="003E4D35">
        <w:t>r</w:t>
      </w:r>
      <w:r w:rsidRPr="003E4D35">
        <w:t>donnance qui obéissait d</w:t>
      </w:r>
      <w:r w:rsidR="00B97E5D">
        <w:t>’</w:t>
      </w:r>
      <w:r w:rsidRPr="003E4D35">
        <w:t>abord à un humain</w:t>
      </w:r>
      <w:r w:rsidR="00B97E5D">
        <w:t xml:space="preserve">. </w:t>
      </w:r>
      <w:r w:rsidRPr="003E4D35">
        <w:t>Pas une femme sûrement</w:t>
      </w:r>
      <w:r w:rsidR="00B97E5D">
        <w:t xml:space="preserve">, </w:t>
      </w:r>
      <w:r w:rsidRPr="003E4D35">
        <w:t>car il s</w:t>
      </w:r>
      <w:r w:rsidR="00B97E5D">
        <w:t>’</w:t>
      </w:r>
      <w:r w:rsidRPr="003E4D35">
        <w:t>était entêté aux besognes pauvres qu</w:t>
      </w:r>
      <w:r w:rsidR="00B97E5D">
        <w:t>’</w:t>
      </w:r>
      <w:r w:rsidRPr="003E4D35">
        <w:t>on ass</w:t>
      </w:r>
      <w:r w:rsidRPr="003E4D35">
        <w:t>i</w:t>
      </w:r>
      <w:r w:rsidRPr="003E4D35">
        <w:t>gne à l</w:t>
      </w:r>
      <w:r w:rsidR="00B97E5D">
        <w:t>’</w:t>
      </w:r>
      <w:r w:rsidRPr="003E4D35">
        <w:t>énergie et au sexe fort dans les îles désertes</w:t>
      </w:r>
      <w:r w:rsidR="00B97E5D">
        <w:t xml:space="preserve"> : </w:t>
      </w:r>
      <w:r w:rsidRPr="003E4D35">
        <w:t>ici</w:t>
      </w:r>
      <w:r w:rsidR="00B97E5D">
        <w:t xml:space="preserve">, </w:t>
      </w:r>
      <w:r w:rsidRPr="003E4D35">
        <w:t>où tout est abondance en fruits et en coquillages</w:t>
      </w:r>
      <w:r w:rsidR="00B97E5D">
        <w:t xml:space="preserve">, </w:t>
      </w:r>
      <w:r w:rsidRPr="003E4D35">
        <w:t>il avait défriché et s</w:t>
      </w:r>
      <w:r w:rsidRPr="003E4D35">
        <w:t>e</w:t>
      </w:r>
      <w:r w:rsidRPr="003E4D35">
        <w:t>mé du seigle</w:t>
      </w:r>
      <w:r w:rsidR="00B97E5D">
        <w:t xml:space="preserve"> ; </w:t>
      </w:r>
      <w:r w:rsidRPr="003E4D35">
        <w:t>ici</w:t>
      </w:r>
      <w:r w:rsidR="00B97E5D">
        <w:t xml:space="preserve">, </w:t>
      </w:r>
      <w:r w:rsidRPr="003E4D35">
        <w:t>près de deux grottes chaudes la nuit et fra</w:t>
      </w:r>
      <w:r w:rsidRPr="003E4D35">
        <w:t>î</w:t>
      </w:r>
      <w:r w:rsidRPr="003E4D35">
        <w:t>ches le jour</w:t>
      </w:r>
      <w:r w:rsidR="00B97E5D">
        <w:t xml:space="preserve">, </w:t>
      </w:r>
      <w:r w:rsidRPr="003E4D35">
        <w:t>il avait coupé des madriers et bâti une hutte</w:t>
      </w:r>
      <w:r w:rsidR="00B97E5D">
        <w:t xml:space="preserve"> ; </w:t>
      </w:r>
      <w:r w:rsidRPr="003E4D35">
        <w:t>ici</w:t>
      </w:r>
      <w:r w:rsidR="00B97E5D">
        <w:t xml:space="preserve">, </w:t>
      </w:r>
      <w:r w:rsidRPr="003E4D35">
        <w:t>où l</w:t>
      </w:r>
      <w:r w:rsidR="00B97E5D">
        <w:t>’</w:t>
      </w:r>
      <w:r w:rsidRPr="003E4D35">
        <w:t>on apprend à grimper en deux heures</w:t>
      </w:r>
      <w:r w:rsidR="00B97E5D">
        <w:t xml:space="preserve">, </w:t>
      </w:r>
      <w:r w:rsidRPr="003E4D35">
        <w:t>il avait construit des échelles</w:t>
      </w:r>
      <w:r w:rsidR="00B97E5D">
        <w:t xml:space="preserve">, </w:t>
      </w:r>
      <w:r w:rsidRPr="003E4D35">
        <w:t>des vingtaines d</w:t>
      </w:r>
      <w:r w:rsidR="00B97E5D">
        <w:t>’</w:t>
      </w:r>
      <w:r w:rsidRPr="003E4D35">
        <w:t>échelle rangées au fond d</w:t>
      </w:r>
      <w:r w:rsidR="00B97E5D">
        <w:t>’</w:t>
      </w:r>
      <w:r w:rsidRPr="003E4D35">
        <w:t>un vallon comme les veilles d</w:t>
      </w:r>
      <w:r w:rsidR="00B97E5D">
        <w:t>’</w:t>
      </w:r>
      <w:r w:rsidRPr="003E4D35">
        <w:t>assaut ou des cueillettes des olives</w:t>
      </w:r>
      <w:r w:rsidR="00B97E5D">
        <w:t xml:space="preserve"> ; </w:t>
      </w:r>
      <w:r w:rsidRPr="003E4D35">
        <w:t>ici</w:t>
      </w:r>
      <w:r w:rsidR="00B97E5D">
        <w:t xml:space="preserve">, </w:t>
      </w:r>
      <w:r w:rsidRPr="003E4D35">
        <w:t>où les ruisseaux coulaient à vitesse différente pour étancher les soifs les plus diverses</w:t>
      </w:r>
      <w:r w:rsidR="00B97E5D">
        <w:t xml:space="preserve">, </w:t>
      </w:r>
      <w:r w:rsidRPr="003E4D35">
        <w:t>il avait amené des conduites en bambou jusqu</w:t>
      </w:r>
      <w:r w:rsidR="00B97E5D">
        <w:t>’</w:t>
      </w:r>
      <w:r w:rsidRPr="003E4D35">
        <w:t xml:space="preserve">à </w:t>
      </w:r>
      <w:r w:rsidRPr="003E4D35">
        <w:lastRenderedPageBreak/>
        <w:t>sa case</w:t>
      </w:r>
      <w:r w:rsidR="00B97E5D">
        <w:t xml:space="preserve"> ; </w:t>
      </w:r>
      <w:r w:rsidRPr="003E4D35">
        <w:t>ici</w:t>
      </w:r>
      <w:r w:rsidR="00B97E5D">
        <w:t xml:space="preserve">, </w:t>
      </w:r>
      <w:r w:rsidRPr="003E4D35">
        <w:t>où partout était la mer</w:t>
      </w:r>
      <w:r w:rsidR="00B97E5D">
        <w:t xml:space="preserve">, </w:t>
      </w:r>
      <w:r w:rsidRPr="003E4D35">
        <w:t>il y avait une petite piscine en ciment</w:t>
      </w:r>
      <w:r w:rsidR="00B97E5D">
        <w:t xml:space="preserve">, </w:t>
      </w:r>
      <w:r w:rsidRPr="003E4D35">
        <w:t>un tub</w:t>
      </w:r>
      <w:r w:rsidR="00B97E5D">
        <w:t xml:space="preserve"> ; </w:t>
      </w:r>
      <w:r w:rsidRPr="003E4D35">
        <w:t>ici</w:t>
      </w:r>
      <w:r w:rsidR="00B97E5D">
        <w:t xml:space="preserve">, </w:t>
      </w:r>
      <w:r w:rsidRPr="003E4D35">
        <w:t>où la nuit s</w:t>
      </w:r>
      <w:r w:rsidR="00B97E5D">
        <w:t>’</w:t>
      </w:r>
      <w:r w:rsidRPr="003E4D35">
        <w:t>égale au jour</w:t>
      </w:r>
      <w:r w:rsidR="00B97E5D">
        <w:t xml:space="preserve">, </w:t>
      </w:r>
      <w:r w:rsidRPr="003E4D35">
        <w:t>où le soleil d</w:t>
      </w:r>
      <w:r w:rsidR="00B97E5D">
        <w:t>’</w:t>
      </w:r>
      <w:r w:rsidRPr="003E4D35">
        <w:t>un jeu régulier avec l</w:t>
      </w:r>
      <w:r w:rsidR="00B97E5D">
        <w:t>’</w:t>
      </w:r>
      <w:r w:rsidRPr="003E4D35">
        <w:t>équateur joue à la corde</w:t>
      </w:r>
      <w:r w:rsidR="00B97E5D">
        <w:t xml:space="preserve">, </w:t>
      </w:r>
      <w:r w:rsidRPr="003E4D35">
        <w:t>il y avait des cadrans solaires sur chaque pierre plate et un vieux squ</w:t>
      </w:r>
      <w:r w:rsidRPr="003E4D35">
        <w:t>e</w:t>
      </w:r>
      <w:r w:rsidRPr="003E4D35">
        <w:t>lette de pendule en ressorts à boudins</w:t>
      </w:r>
      <w:r w:rsidR="00B97E5D">
        <w:t xml:space="preserve">… </w:t>
      </w:r>
      <w:r w:rsidRPr="003E4D35">
        <w:t>Sur le rocher qui dom</w:t>
      </w:r>
      <w:r w:rsidRPr="003E4D35">
        <w:t>i</w:t>
      </w:r>
      <w:r w:rsidRPr="003E4D35">
        <w:t>nait la mer</w:t>
      </w:r>
      <w:r w:rsidR="00B97E5D">
        <w:t xml:space="preserve">, </w:t>
      </w:r>
      <w:r w:rsidRPr="003E4D35">
        <w:t>était gravé un mètre séparé en décimètres</w:t>
      </w:r>
      <w:r w:rsidR="00B97E5D">
        <w:t xml:space="preserve">… </w:t>
      </w:r>
      <w:r w:rsidRPr="003E4D35">
        <w:t>Le Pac</w:t>
      </w:r>
      <w:r w:rsidRPr="003E4D35">
        <w:t>i</w:t>
      </w:r>
      <w:r w:rsidRPr="003E4D35">
        <w:t>fique pouvait même s</w:t>
      </w:r>
      <w:r w:rsidR="00B97E5D">
        <w:t>’</w:t>
      </w:r>
      <w:r w:rsidRPr="003E4D35">
        <w:t>y mesurer au millimètre</w:t>
      </w:r>
      <w:r w:rsidR="00B97E5D">
        <w:t xml:space="preserve">. </w:t>
      </w:r>
      <w:r w:rsidRPr="003E4D35">
        <w:t>Comme une femme qui succède dans une chambre d</w:t>
      </w:r>
      <w:r w:rsidR="00B97E5D">
        <w:t>’</w:t>
      </w:r>
      <w:r w:rsidRPr="003E4D35">
        <w:t>hôtel à un homme qui y fuma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eus le besoin d</w:t>
      </w:r>
      <w:r w:rsidR="00B97E5D">
        <w:t>’</w:t>
      </w:r>
      <w:r w:rsidRPr="003E4D35">
        <w:t>aérer cette île</w:t>
      </w:r>
      <w:r w:rsidR="00B97E5D">
        <w:t xml:space="preserve">, </w:t>
      </w:r>
      <w:r w:rsidRPr="003E4D35">
        <w:t>de jeter sur le banc de pierre</w:t>
      </w:r>
      <w:r w:rsidR="00B97E5D">
        <w:t xml:space="preserve">, </w:t>
      </w:r>
      <w:r w:rsidRPr="003E4D35">
        <w:t>sur la chaise en bambous quelques écrans de pleureuses et quelques divans de plumes</w:t>
      </w:r>
      <w:r w:rsidR="00B97E5D">
        <w:t xml:space="preserve">. </w:t>
      </w:r>
      <w:r w:rsidRPr="003E4D35">
        <w:t>Là où tout est solitude et bonté</w:t>
      </w:r>
      <w:r w:rsidR="00B97E5D">
        <w:t xml:space="preserve">, </w:t>
      </w:r>
      <w:r w:rsidRPr="003E4D35">
        <w:t>il y avait gr</w:t>
      </w:r>
      <w:r w:rsidRPr="003E4D35">
        <w:t>a</w:t>
      </w:r>
      <w:r w:rsidRPr="003E4D35">
        <w:t>vé en latin sur la grotte</w:t>
      </w:r>
      <w:r w:rsidR="00B97E5D">
        <w:t xml:space="preserve"> : </w:t>
      </w:r>
      <w:r w:rsidRPr="003E4D35">
        <w:t>Méfie-toi de toi-même</w:t>
      </w:r>
      <w:r w:rsidR="00B97E5D">
        <w:t xml:space="preserve">. </w:t>
      </w:r>
      <w:r w:rsidRPr="003E4D35">
        <w:t>On y voyait aussi</w:t>
      </w:r>
      <w:r w:rsidR="00B97E5D">
        <w:t xml:space="preserve">, </w:t>
      </w:r>
      <w:r w:rsidRPr="003E4D35">
        <w:t>dans un petit clos pris sur les champs d</w:t>
      </w:r>
      <w:r w:rsidR="00B97E5D">
        <w:t>’</w:t>
      </w:r>
      <w:r w:rsidRPr="003E4D35">
        <w:t>orchidées</w:t>
      </w:r>
      <w:r w:rsidR="00B97E5D">
        <w:t xml:space="preserve">, </w:t>
      </w:r>
      <w:r w:rsidRPr="003E4D35">
        <w:t>des fleurs misérables</w:t>
      </w:r>
      <w:r w:rsidR="00B97E5D">
        <w:t xml:space="preserve">, </w:t>
      </w:r>
      <w:r w:rsidRPr="003E4D35">
        <w:t xml:space="preserve">des </w:t>
      </w:r>
      <w:proofErr w:type="spellStart"/>
      <w:r w:rsidRPr="003E4D35">
        <w:t>zinias</w:t>
      </w:r>
      <w:proofErr w:type="spellEnd"/>
      <w:r w:rsidR="00B97E5D">
        <w:t xml:space="preserve">, </w:t>
      </w:r>
      <w:r w:rsidRPr="003E4D35">
        <w:t>des balsamines</w:t>
      </w:r>
      <w:r w:rsidR="00B97E5D">
        <w:t xml:space="preserve">… </w:t>
      </w:r>
      <w:r w:rsidRPr="003E4D35">
        <w:t>Près du tub</w:t>
      </w:r>
      <w:r w:rsidR="00B97E5D">
        <w:t xml:space="preserve">, </w:t>
      </w:r>
      <w:r w:rsidRPr="003E4D35">
        <w:t>je trouvai un sou italien</w:t>
      </w:r>
      <w:r w:rsidR="00B97E5D">
        <w:t>.</w:t>
      </w:r>
    </w:p>
    <w:p w14:paraId="14C9445E" w14:textId="77777777" w:rsidR="00B97E5D" w:rsidRDefault="00F225BE" w:rsidP="00F225BE">
      <w:r w:rsidRPr="003E4D35">
        <w:t>Un sou n</w:t>
      </w:r>
      <w:r w:rsidR="00B97E5D">
        <w:t>’</w:t>
      </w:r>
      <w:r w:rsidRPr="003E4D35">
        <w:t xml:space="preserve">est pas </w:t>
      </w:r>
      <w:proofErr w:type="spellStart"/>
      <w:r w:rsidRPr="003E4D35">
        <w:t>grand</w:t>
      </w:r>
      <w:r w:rsidR="00B97E5D">
        <w:t>’</w:t>
      </w:r>
      <w:r w:rsidRPr="003E4D35">
        <w:t>chose</w:t>
      </w:r>
      <w:proofErr w:type="spellEnd"/>
      <w:r w:rsidR="00B97E5D">
        <w:t xml:space="preserve">, </w:t>
      </w:r>
      <w:r w:rsidRPr="003E4D35">
        <w:t>surtout pour qui vient de d</w:t>
      </w:r>
      <w:r w:rsidRPr="003E4D35">
        <w:t>é</w:t>
      </w:r>
      <w:r w:rsidRPr="003E4D35">
        <w:t>couvrir un trésor</w:t>
      </w:r>
      <w:r w:rsidR="00B97E5D">
        <w:t xml:space="preserve">, </w:t>
      </w:r>
      <w:r w:rsidRPr="003E4D35">
        <w:t>mais qu</w:t>
      </w:r>
      <w:r w:rsidR="00B97E5D">
        <w:t>’</w:t>
      </w:r>
      <w:r w:rsidRPr="003E4D35">
        <w:t>il fût italien</w:t>
      </w:r>
      <w:r w:rsidR="00B97E5D">
        <w:t xml:space="preserve">, </w:t>
      </w:r>
      <w:r w:rsidRPr="003E4D35">
        <w:t xml:space="preserve">mais que ce </w:t>
      </w:r>
      <w:proofErr w:type="spellStart"/>
      <w:r w:rsidRPr="003E4D35">
        <w:t>fût ce</w:t>
      </w:r>
      <w:proofErr w:type="spellEnd"/>
      <w:r w:rsidRPr="003E4D35">
        <w:t xml:space="preserve"> sou qu</w:t>
      </w:r>
      <w:r w:rsidR="00B97E5D">
        <w:t>’</w:t>
      </w:r>
      <w:r w:rsidRPr="003E4D35">
        <w:t>on me refusait enfant dans les pâtisseries</w:t>
      </w:r>
      <w:r w:rsidR="00B97E5D">
        <w:t xml:space="preserve">, </w:t>
      </w:r>
      <w:r w:rsidRPr="003E4D35">
        <w:t>et que les vag</w:t>
      </w:r>
      <w:r w:rsidRPr="003E4D35">
        <w:t>a</w:t>
      </w:r>
      <w:r w:rsidRPr="003E4D35">
        <w:t>bonds n</w:t>
      </w:r>
      <w:r w:rsidR="00B97E5D">
        <w:t>’</w:t>
      </w:r>
      <w:r w:rsidRPr="003E4D35">
        <w:t>acceptaient que s</w:t>
      </w:r>
      <w:r w:rsidR="00B97E5D">
        <w:t>’</w:t>
      </w:r>
      <w:r w:rsidRPr="003E4D35">
        <w:t>ils allaient vers le Sud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en fus atte</w:t>
      </w:r>
      <w:r w:rsidRPr="003E4D35">
        <w:t>r</w:t>
      </w:r>
      <w:r w:rsidRPr="003E4D35">
        <w:t>rée</w:t>
      </w:r>
      <w:r w:rsidR="00B97E5D">
        <w:t xml:space="preserve">. </w:t>
      </w:r>
      <w:r w:rsidRPr="003E4D35">
        <w:t>Car j</w:t>
      </w:r>
      <w:r w:rsidR="00B97E5D">
        <w:t>’</w:t>
      </w:r>
      <w:r w:rsidRPr="003E4D35">
        <w:t>avais imaginé un Irlandais</w:t>
      </w:r>
      <w:r w:rsidR="00B97E5D">
        <w:t xml:space="preserve">, </w:t>
      </w:r>
      <w:r w:rsidRPr="003E4D35">
        <w:t>un Suédois seul dans une île</w:t>
      </w:r>
      <w:r w:rsidR="00B97E5D">
        <w:t xml:space="preserve">, </w:t>
      </w:r>
      <w:r w:rsidRPr="003E4D35">
        <w:t>mais le dernier de tous</w:t>
      </w:r>
      <w:r w:rsidR="00B97E5D">
        <w:t xml:space="preserve">, </w:t>
      </w:r>
      <w:r w:rsidRPr="003E4D35">
        <w:t>après le Belge</w:t>
      </w:r>
      <w:r w:rsidR="00B97E5D">
        <w:t xml:space="preserve">, </w:t>
      </w:r>
      <w:r w:rsidRPr="003E4D35">
        <w:t>après le Luxembou</w:t>
      </w:r>
      <w:r w:rsidRPr="003E4D35">
        <w:t>r</w:t>
      </w:r>
      <w:r w:rsidRPr="003E4D35">
        <w:t>geois</w:t>
      </w:r>
      <w:r w:rsidR="00B97E5D">
        <w:t xml:space="preserve">, </w:t>
      </w:r>
      <w:r w:rsidRPr="003E4D35">
        <w:t>un Italien</w:t>
      </w:r>
      <w:r w:rsidR="00B97E5D">
        <w:t xml:space="preserve">… </w:t>
      </w:r>
      <w:r w:rsidRPr="003E4D35">
        <w:t>Jamais ma propre détresse</w:t>
      </w:r>
      <w:r w:rsidR="00B97E5D">
        <w:t xml:space="preserve">, </w:t>
      </w:r>
      <w:r w:rsidRPr="003E4D35">
        <w:t>ma solitude en fut claire comme à cette minute où je vis un Italien à ma place</w:t>
      </w:r>
      <w:r w:rsidR="00B97E5D">
        <w:t xml:space="preserve">. </w:t>
      </w:r>
      <w:r w:rsidRPr="003E4D35">
        <w:t>Ce mot de solitude</w:t>
      </w:r>
      <w:r w:rsidR="00B97E5D">
        <w:t xml:space="preserve">, </w:t>
      </w:r>
      <w:r w:rsidRPr="003E4D35">
        <w:t>supportable si juste avec son sens écossais ou danois</w:t>
      </w:r>
      <w:r w:rsidR="00B97E5D">
        <w:t xml:space="preserve">, </w:t>
      </w:r>
      <w:r w:rsidRPr="003E4D35">
        <w:t>me fus décoché soudain d</w:t>
      </w:r>
      <w:r w:rsidR="00B97E5D">
        <w:t>’</w:t>
      </w:r>
      <w:r w:rsidRPr="003E4D35">
        <w:t>Italie même et de sa cap</w:t>
      </w:r>
      <w:r w:rsidRPr="003E4D35">
        <w:t>i</w:t>
      </w:r>
      <w:r w:rsidRPr="003E4D35">
        <w:t>tale</w:t>
      </w:r>
      <w:r w:rsidR="00B97E5D">
        <w:t xml:space="preserve">. </w:t>
      </w:r>
      <w:r w:rsidRPr="003E4D35">
        <w:t>Tout ce que la solitude italienne tient de villas</w:t>
      </w:r>
      <w:r w:rsidR="00B97E5D">
        <w:t xml:space="preserve">, </w:t>
      </w:r>
      <w:r w:rsidRPr="003E4D35">
        <w:t>de terrasses</w:t>
      </w:r>
      <w:r w:rsidR="00B97E5D">
        <w:t xml:space="preserve">, </w:t>
      </w:r>
      <w:r w:rsidRPr="003E4D35">
        <w:t>de feux d</w:t>
      </w:r>
      <w:r w:rsidR="00B97E5D">
        <w:t>’</w:t>
      </w:r>
      <w:r w:rsidRPr="003E4D35">
        <w:t>artifice et de foule</w:t>
      </w:r>
      <w:r w:rsidR="00B97E5D">
        <w:t xml:space="preserve">, </w:t>
      </w:r>
      <w:r w:rsidRPr="003E4D35">
        <w:t>avec les roulements des chariots</w:t>
      </w:r>
      <w:r w:rsidR="00B97E5D">
        <w:t xml:space="preserve"> ; </w:t>
      </w:r>
      <w:r w:rsidRPr="003E4D35">
        <w:t>avec les vignes d</w:t>
      </w:r>
      <w:r w:rsidR="00B97E5D">
        <w:t>’</w:t>
      </w:r>
      <w:r w:rsidRPr="003E4D35">
        <w:t>où les vendangeuses tout à l</w:t>
      </w:r>
      <w:r w:rsidR="00B97E5D">
        <w:t>’</w:t>
      </w:r>
      <w:r w:rsidRPr="003E4D35">
        <w:t>heure invisibles se relèvent à la fois quand vous passez</w:t>
      </w:r>
      <w:r w:rsidR="00B97E5D">
        <w:t xml:space="preserve"> ; </w:t>
      </w:r>
      <w:r w:rsidRPr="003E4D35">
        <w:t>avec suprême solitude</w:t>
      </w:r>
      <w:r w:rsidR="00B97E5D">
        <w:t xml:space="preserve">, </w:t>
      </w:r>
      <w:r w:rsidRPr="003E4D35">
        <w:t>dans un ciel tout bleu</w:t>
      </w:r>
      <w:r w:rsidR="00B97E5D">
        <w:t xml:space="preserve">, </w:t>
      </w:r>
      <w:r w:rsidRPr="003E4D35">
        <w:t>un curé sous un aqueduc qui tend la main pour voir si l</w:t>
      </w:r>
      <w:r w:rsidR="00B97E5D">
        <w:t>’</w:t>
      </w:r>
      <w:r w:rsidRPr="003E4D35">
        <w:t>eau traverse et goutte</w:t>
      </w:r>
      <w:r w:rsidR="00B97E5D">
        <w:t xml:space="preserve"> ; </w:t>
      </w:r>
      <w:r w:rsidRPr="003E4D35">
        <w:t>et la solitude des conciles</w:t>
      </w:r>
      <w:r w:rsidR="00B97E5D">
        <w:t xml:space="preserve"> ; </w:t>
      </w:r>
      <w:r w:rsidRPr="003E4D35">
        <w:t>et le pape</w:t>
      </w:r>
      <w:r w:rsidR="00B97E5D">
        <w:t xml:space="preserve">, </w:t>
      </w:r>
      <w:r w:rsidRPr="003E4D35">
        <w:t>presque seul aussi dans son île</w:t>
      </w:r>
      <w:r w:rsidR="00B97E5D">
        <w:t xml:space="preserve">, </w:t>
      </w:r>
      <w:r w:rsidRPr="003E4D35">
        <w:t>et enfin les grands jardins où l</w:t>
      </w:r>
      <w:r w:rsidR="00B97E5D">
        <w:t>’</w:t>
      </w:r>
      <w:r w:rsidRPr="003E4D35">
        <w:t xml:space="preserve">on serait </w:t>
      </w:r>
      <w:r w:rsidRPr="003E4D35">
        <w:lastRenderedPageBreak/>
        <w:t>seul</w:t>
      </w:r>
      <w:r w:rsidR="00B97E5D">
        <w:t xml:space="preserve">, </w:t>
      </w:r>
      <w:r w:rsidRPr="003E4D35">
        <w:t>si l</w:t>
      </w:r>
      <w:r w:rsidR="00B97E5D">
        <w:t>’</w:t>
      </w:r>
      <w:r w:rsidRPr="003E4D35">
        <w:t>on n</w:t>
      </w:r>
      <w:r w:rsidR="00B97E5D">
        <w:t>’</w:t>
      </w:r>
      <w:r w:rsidRPr="003E4D35">
        <w:t>était justement avec la sol</w:t>
      </w:r>
      <w:r w:rsidRPr="003E4D35">
        <w:t>i</w:t>
      </w:r>
      <w:r w:rsidRPr="003E4D35">
        <w:t>tude comme avec un autre que soi</w:t>
      </w:r>
      <w:r w:rsidR="00B97E5D">
        <w:t xml:space="preserve"> ; </w:t>
      </w:r>
      <w:r w:rsidRPr="003E4D35">
        <w:t>la vision m</w:t>
      </w:r>
      <w:r w:rsidR="00B97E5D">
        <w:t>’</w:t>
      </w:r>
      <w:r w:rsidRPr="003E4D35">
        <w:t>en fit compre</w:t>
      </w:r>
      <w:r w:rsidRPr="003E4D35">
        <w:t>n</w:t>
      </w:r>
      <w:r w:rsidRPr="003E4D35">
        <w:t>dre que</w:t>
      </w:r>
      <w:r w:rsidR="00B97E5D">
        <w:t xml:space="preserve">, </w:t>
      </w:r>
      <w:r w:rsidRPr="003E4D35">
        <w:t>si j</w:t>
      </w:r>
      <w:r w:rsidR="00B97E5D">
        <w:t>’</w:t>
      </w:r>
      <w:r w:rsidRPr="003E4D35">
        <w:t>avais supporté mon île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que justement tout ce qui était italien en moi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eu la force de me le cacher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soudoyé de nacre</w:t>
      </w:r>
      <w:r w:rsidR="00B97E5D">
        <w:t xml:space="preserve">, </w:t>
      </w:r>
      <w:r w:rsidRPr="003E4D35">
        <w:t>pour qu</w:t>
      </w:r>
      <w:r w:rsidR="00B97E5D">
        <w:t>’</w:t>
      </w:r>
      <w:r w:rsidRPr="003E4D35">
        <w:t>elles ne me hantent pas</w:t>
      </w:r>
      <w:r w:rsidR="00B97E5D">
        <w:t xml:space="preserve">, </w:t>
      </w:r>
      <w:r w:rsidRPr="003E4D35">
        <w:t>les terrasses d</w:t>
      </w:r>
      <w:r w:rsidR="00B97E5D">
        <w:t>’</w:t>
      </w:r>
      <w:r w:rsidRPr="003E4D35">
        <w:t>onyx et d</w:t>
      </w:r>
      <w:r w:rsidR="00B97E5D">
        <w:t>’</w:t>
      </w:r>
      <w:r w:rsidRPr="003E4D35">
        <w:t>albâtre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 soudoyé de corail les m</w:t>
      </w:r>
      <w:r w:rsidRPr="003E4D35">
        <w:t>a</w:t>
      </w:r>
      <w:r w:rsidRPr="003E4D35">
        <w:t>rais pontins et le Rialto</w:t>
      </w:r>
      <w:r w:rsidR="00B97E5D">
        <w:t xml:space="preserve"> ; </w:t>
      </w:r>
      <w:r w:rsidRPr="003E4D35">
        <w:t>de fruits rouges gros comme des c</w:t>
      </w:r>
      <w:r w:rsidRPr="003E4D35">
        <w:t>i</w:t>
      </w:r>
      <w:r w:rsidRPr="003E4D35">
        <w:t>trouilles et d</w:t>
      </w:r>
      <w:r w:rsidR="00B97E5D">
        <w:t>’</w:t>
      </w:r>
      <w:r w:rsidRPr="003E4D35">
        <w:t>orchidées des cyprès</w:t>
      </w:r>
      <w:r w:rsidR="00B97E5D">
        <w:t xml:space="preserve">, </w:t>
      </w:r>
      <w:r w:rsidRPr="003E4D35">
        <w:t>les piments et les roses</w:t>
      </w:r>
      <w:r w:rsidR="00B97E5D">
        <w:t xml:space="preserve">. </w:t>
      </w:r>
      <w:r w:rsidRPr="003E4D35">
        <w:t>Sol</w:t>
      </w:r>
      <w:r w:rsidRPr="003E4D35">
        <w:t>i</w:t>
      </w:r>
      <w:r w:rsidRPr="003E4D35">
        <w:t>tudes latines qu</w:t>
      </w:r>
      <w:r w:rsidR="00B97E5D">
        <w:t>’</w:t>
      </w:r>
      <w:r w:rsidRPr="003E4D35">
        <w:t>hélas je découvris grâce à ce sou</w:t>
      </w:r>
      <w:r w:rsidR="00B97E5D">
        <w:t xml:space="preserve">, </w:t>
      </w:r>
      <w:r w:rsidRPr="003E4D35">
        <w:t>et sans les avoir connues</w:t>
      </w:r>
      <w:r w:rsidR="00B97E5D">
        <w:t xml:space="preserve"> ; </w:t>
      </w:r>
      <w:r w:rsidRPr="003E4D35">
        <w:t>enfant que je n</w:t>
      </w:r>
      <w:r w:rsidR="00B97E5D">
        <w:t>’</w:t>
      </w:r>
      <w:r w:rsidRPr="003E4D35">
        <w:t>avais pas eu et dont je retrouvais pourtant les vêtements et les jouets</w:t>
      </w:r>
      <w:r w:rsidR="00B97E5D">
        <w:t xml:space="preserve">. </w:t>
      </w:r>
      <w:r w:rsidRPr="003E4D35">
        <w:t>Solitude portugaise</w:t>
      </w:r>
      <w:r w:rsidR="00B97E5D">
        <w:t xml:space="preserve">, </w:t>
      </w:r>
      <w:r w:rsidRPr="003E4D35">
        <w:t>avec des pampres au nord si épais sur les routes que les enfants y font des trous pour voir les aéroplanes</w:t>
      </w:r>
      <w:r w:rsidR="00B97E5D">
        <w:t xml:space="preserve">, </w:t>
      </w:r>
      <w:r w:rsidRPr="003E4D35">
        <w:t>et Cintra</w:t>
      </w:r>
      <w:r w:rsidR="00B97E5D">
        <w:t xml:space="preserve">, </w:t>
      </w:r>
      <w:r w:rsidRPr="003E4D35">
        <w:t>où les va</w:t>
      </w:r>
      <w:r w:rsidRPr="003E4D35">
        <w:t>u</w:t>
      </w:r>
      <w:r w:rsidRPr="003E4D35">
        <w:t>tours</w:t>
      </w:r>
      <w:r w:rsidR="00B97E5D">
        <w:t xml:space="preserve">, </w:t>
      </w:r>
      <w:r w:rsidRPr="003E4D35">
        <w:t>conscients eux de l</w:t>
      </w:r>
      <w:r w:rsidR="00B97E5D">
        <w:t>’</w:t>
      </w:r>
      <w:r w:rsidRPr="003E4D35">
        <w:t>altitude</w:t>
      </w:r>
      <w:r w:rsidR="00B97E5D">
        <w:t xml:space="preserve">, </w:t>
      </w:r>
      <w:r w:rsidRPr="003E4D35">
        <w:t>tournoient à dix mètres au-dessus des hommes</w:t>
      </w:r>
      <w:r w:rsidR="00B97E5D">
        <w:t xml:space="preserve">, </w:t>
      </w:r>
      <w:r w:rsidRPr="003E4D35">
        <w:t>qui se croient toujours au niveau de la mer</w:t>
      </w:r>
      <w:r w:rsidR="00B97E5D">
        <w:t xml:space="preserve"> ; </w:t>
      </w:r>
      <w:r w:rsidRPr="003E4D35">
        <w:t>avec le bruit des fontaines parfois assourdi</w:t>
      </w:r>
      <w:r w:rsidR="00B97E5D">
        <w:t xml:space="preserve">, </w:t>
      </w:r>
      <w:r w:rsidRPr="003E4D35">
        <w:t>quand une femme étend devant le jet son pied nu</w:t>
      </w:r>
      <w:r w:rsidR="00B97E5D">
        <w:t xml:space="preserve">. </w:t>
      </w:r>
      <w:r w:rsidRPr="003E4D35">
        <w:t>Solitude espagnole</w:t>
      </w:r>
      <w:r w:rsidR="00B97E5D">
        <w:t xml:space="preserve">, </w:t>
      </w:r>
      <w:r w:rsidRPr="003E4D35">
        <w:t>avec un grand sol en pierre sur lequel de petites taches de velours et de soie se promènent</w:t>
      </w:r>
      <w:r w:rsidR="00B97E5D">
        <w:t xml:space="preserve">, </w:t>
      </w:r>
      <w:r w:rsidRPr="003E4D35">
        <w:t>qui sont les hommes et les femmes</w:t>
      </w:r>
      <w:r w:rsidR="00B97E5D">
        <w:t xml:space="preserve">, </w:t>
      </w:r>
      <w:r w:rsidRPr="003E4D35">
        <w:t>un grand silence de Dieu avec de petits points tendres et amers</w:t>
      </w:r>
      <w:r w:rsidR="00B97E5D">
        <w:t xml:space="preserve">, </w:t>
      </w:r>
      <w:r w:rsidRPr="003E4D35">
        <w:t>qui sont les guitares et mandolines</w:t>
      </w:r>
      <w:r w:rsidR="00B97E5D">
        <w:t xml:space="preserve"> ; </w:t>
      </w:r>
      <w:r w:rsidRPr="003E4D35">
        <w:t>Comme on juge un poison sur un être plus faible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absinthe sur un lézard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opium sur une chatte</w:t>
      </w:r>
      <w:r w:rsidR="00B97E5D">
        <w:t xml:space="preserve">, </w:t>
      </w:r>
      <w:r w:rsidRPr="003E4D35">
        <w:t>je versai une seconde cette solitude de l</w:t>
      </w:r>
      <w:r w:rsidR="00B97E5D">
        <w:t>’</w:t>
      </w:r>
      <w:r w:rsidRPr="003E4D35">
        <w:t>équateur dans deux grands yeux italiens tendus au-dessous de moi co</w:t>
      </w:r>
      <w:r w:rsidRPr="003E4D35">
        <w:t>m</w:t>
      </w:r>
      <w:r w:rsidRPr="003E4D35">
        <w:t>me pour recevoir un collyre</w:t>
      </w:r>
      <w:r w:rsidR="00B97E5D">
        <w:t xml:space="preserve">… </w:t>
      </w:r>
      <w:r w:rsidRPr="003E4D35">
        <w:t>Et je vis mon Italienne blêmir</w:t>
      </w:r>
      <w:r w:rsidR="00B97E5D">
        <w:t xml:space="preserve">, </w:t>
      </w:r>
      <w:r w:rsidRPr="003E4D35">
        <w:t>mourir</w:t>
      </w:r>
      <w:r w:rsidR="00B97E5D">
        <w:t xml:space="preserve"> ! </w:t>
      </w:r>
      <w:r w:rsidRPr="003E4D35">
        <w:t>Une Florentine seule sur un récif</w:t>
      </w:r>
      <w:r w:rsidR="00B97E5D">
        <w:t xml:space="preserve">, </w:t>
      </w:r>
      <w:r w:rsidRPr="003E4D35">
        <w:t>même proche de l</w:t>
      </w:r>
      <w:r w:rsidR="00B97E5D">
        <w:t>’</w:t>
      </w:r>
      <w:r w:rsidRPr="003E4D35">
        <w:t>Italie</w:t>
      </w:r>
      <w:r w:rsidR="00B97E5D">
        <w:t xml:space="preserve"> ; </w:t>
      </w:r>
      <w:r w:rsidRPr="003E4D35">
        <w:t>une Napolitaine seule en Sicile</w:t>
      </w:r>
      <w:r w:rsidR="00B97E5D">
        <w:t xml:space="preserve">, </w:t>
      </w:r>
      <w:r w:rsidRPr="003E4D35">
        <w:t>une Corse</w:t>
      </w:r>
      <w:r w:rsidR="00B97E5D">
        <w:t xml:space="preserve">, </w:t>
      </w:r>
      <w:r w:rsidRPr="003E4D35">
        <w:t>seule</w:t>
      </w:r>
      <w:r w:rsidR="00B97E5D">
        <w:t xml:space="preserve">, </w:t>
      </w:r>
      <w:r w:rsidRPr="003E4D35">
        <w:t>toute seule dans l</w:t>
      </w:r>
      <w:r w:rsidR="00B97E5D">
        <w:t>’</w:t>
      </w:r>
      <w:r w:rsidRPr="003E4D35">
        <w:t>île d</w:t>
      </w:r>
      <w:r w:rsidR="00B97E5D">
        <w:t>’</w:t>
      </w:r>
      <w:r w:rsidRPr="003E4D35">
        <w:t>Elbe</w:t>
      </w:r>
      <w:r w:rsidR="00B97E5D">
        <w:t xml:space="preserve">, </w:t>
      </w:r>
      <w:r w:rsidRPr="003E4D35">
        <w:t>quelle pitié</w:t>
      </w:r>
      <w:r w:rsidR="00B97E5D">
        <w:t xml:space="preserve">, </w:t>
      </w:r>
      <w:r w:rsidRPr="003E4D35">
        <w:t xml:space="preserve">alors que de chacun des </w:t>
      </w:r>
      <w:proofErr w:type="spellStart"/>
      <w:r w:rsidRPr="003E4D35">
        <w:t>Touamotou</w:t>
      </w:r>
      <w:proofErr w:type="spellEnd"/>
      <w:r w:rsidR="00B97E5D">
        <w:t xml:space="preserve">, </w:t>
      </w:r>
      <w:r w:rsidRPr="003E4D35">
        <w:t>des Nouvelles Hébrides et des Bahamas</w:t>
      </w:r>
      <w:r w:rsidR="00B97E5D">
        <w:t xml:space="preserve">, </w:t>
      </w:r>
      <w:r w:rsidRPr="003E4D35">
        <w:t>une A</w:t>
      </w:r>
      <w:r w:rsidRPr="003E4D35">
        <w:t>n</w:t>
      </w:r>
      <w:r w:rsidRPr="003E4D35">
        <w:t>glaise en chandail jaillissait au moindre appel</w:t>
      </w:r>
      <w:r w:rsidR="00B97E5D">
        <w:t> !</w:t>
      </w:r>
    </w:p>
    <w:p w14:paraId="11F3402E" w14:textId="77777777" w:rsidR="00B97E5D" w:rsidRDefault="00F225BE" w:rsidP="00F225BE">
      <w:r w:rsidRPr="003E4D35">
        <w:t>Rien ne prouvait d</w:t>
      </w:r>
      <w:r w:rsidR="00B97E5D">
        <w:t>’</w:t>
      </w:r>
      <w:r w:rsidRPr="003E4D35">
        <w:t>ailleurs que le naufragé fût bien Italien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allais à la recherche d</w:t>
      </w:r>
      <w:r w:rsidR="00B97E5D">
        <w:t>’</w:t>
      </w:r>
      <w:r w:rsidRPr="003E4D35">
        <w:t>autres indices</w:t>
      </w:r>
      <w:r w:rsidR="00B97E5D">
        <w:t xml:space="preserve">, </w:t>
      </w:r>
      <w:r w:rsidRPr="003E4D35">
        <w:t xml:space="preserve">aussi acharnée à </w:t>
      </w:r>
      <w:r w:rsidRPr="003E4D35">
        <w:lastRenderedPageBreak/>
        <w:t>ident</w:t>
      </w:r>
      <w:r w:rsidRPr="003E4D35">
        <w:t>i</w:t>
      </w:r>
      <w:r w:rsidRPr="003E4D35">
        <w:t>fier cet ancêtre que si c</w:t>
      </w:r>
      <w:r w:rsidR="00B97E5D">
        <w:t>’</w:t>
      </w:r>
      <w:r w:rsidRPr="003E4D35">
        <w:t>était le mien et que si les hommes se r</w:t>
      </w:r>
      <w:r w:rsidRPr="003E4D35">
        <w:t>e</w:t>
      </w:r>
      <w:r w:rsidRPr="003E4D35">
        <w:t>produisaient par marcottage</w:t>
      </w:r>
      <w:r w:rsidR="00B97E5D">
        <w:t xml:space="preserve">, </w:t>
      </w:r>
      <w:r w:rsidRPr="003E4D35">
        <w:t>quelques générations après leur mort</w:t>
      </w:r>
      <w:r w:rsidR="00B97E5D">
        <w:t xml:space="preserve">, </w:t>
      </w:r>
      <w:r w:rsidRPr="003E4D35">
        <w:t>sans intermédiaires palpables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un marin</w:t>
      </w:r>
      <w:r w:rsidR="00B97E5D">
        <w:t xml:space="preserve">, </w:t>
      </w:r>
      <w:r w:rsidRPr="003E4D35">
        <w:t>on le voyait à de petites ancres gravées sur les écorces et les pierres</w:t>
      </w:r>
      <w:r w:rsidR="00B97E5D">
        <w:t xml:space="preserve"> ; </w:t>
      </w:r>
      <w:r w:rsidRPr="003E4D35">
        <w:t>c</w:t>
      </w:r>
      <w:r w:rsidR="00B97E5D">
        <w:t>’</w:t>
      </w:r>
      <w:r w:rsidRPr="003E4D35">
        <w:t>était un homme qui avait quitté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y était revenu</w:t>
      </w:r>
      <w:r w:rsidR="00B97E5D">
        <w:t xml:space="preserve">, </w:t>
      </w:r>
      <w:r w:rsidRPr="003E4D35">
        <w:t>on le voyait aux bêtes dont la présence ne s</w:t>
      </w:r>
      <w:r w:rsidR="00B97E5D">
        <w:t>’</w:t>
      </w:r>
      <w:r w:rsidRPr="003E4D35">
        <w:t>expliquait que par voy</w:t>
      </w:r>
      <w:r w:rsidRPr="003E4D35">
        <w:t>a</w:t>
      </w:r>
      <w:r w:rsidRPr="003E4D35">
        <w:t>ges dans d</w:t>
      </w:r>
      <w:r w:rsidR="00B97E5D">
        <w:t>’</w:t>
      </w:r>
      <w:r w:rsidRPr="003E4D35">
        <w:t>autres continents</w:t>
      </w:r>
      <w:r w:rsidR="00B97E5D">
        <w:t xml:space="preserve"> : </w:t>
      </w:r>
      <w:r w:rsidRPr="003E4D35">
        <w:t>il y avait des fourmiliers</w:t>
      </w:r>
      <w:r w:rsidR="00B97E5D">
        <w:t xml:space="preserve">, </w:t>
      </w:r>
      <w:r w:rsidRPr="003E4D35">
        <w:t>mais pas une seule fourmi</w:t>
      </w:r>
      <w:r w:rsidR="00B97E5D">
        <w:t xml:space="preserve">, </w:t>
      </w:r>
      <w:r w:rsidRPr="003E4D35">
        <w:t>et ils mangeaient les écorces et les feuilles comme l</w:t>
      </w:r>
      <w:r w:rsidR="00B97E5D">
        <w:t>’</w:t>
      </w:r>
      <w:r w:rsidRPr="003E4D35">
        <w:t>eussent fait les fourmis mêmes</w:t>
      </w:r>
      <w:r w:rsidR="00B97E5D">
        <w:t xml:space="preserve">. </w:t>
      </w:r>
      <w:r w:rsidRPr="003E4D35">
        <w:t>Il y avait des mangou</w:t>
      </w:r>
      <w:r w:rsidRPr="003E4D35">
        <w:t>s</w:t>
      </w:r>
      <w:r w:rsidRPr="003E4D35">
        <w:t>tes</w:t>
      </w:r>
      <w:r w:rsidR="00B97E5D">
        <w:t xml:space="preserve">, </w:t>
      </w:r>
      <w:r w:rsidRPr="003E4D35">
        <w:t>mais pas un seul serpent</w:t>
      </w:r>
      <w:r w:rsidR="00B97E5D">
        <w:t xml:space="preserve">, </w:t>
      </w:r>
      <w:r w:rsidRPr="003E4D35">
        <w:t>et elles se vengeaient sur la seule chose commune aux autres espèces et aux serpents</w:t>
      </w:r>
      <w:r w:rsidR="00B97E5D">
        <w:t xml:space="preserve">, </w:t>
      </w:r>
      <w:r w:rsidRPr="003E4D35">
        <w:t>sur les œufs</w:t>
      </w:r>
      <w:r w:rsidR="00B97E5D">
        <w:t xml:space="preserve">. </w:t>
      </w:r>
      <w:r w:rsidRPr="003E4D35">
        <w:t>Je trouvai quelques ossements d</w:t>
      </w:r>
      <w:r w:rsidR="00B97E5D">
        <w:t>’</w:t>
      </w:r>
      <w:r w:rsidRPr="003E4D35">
        <w:t>animaux venus dans l</w:t>
      </w:r>
      <w:r w:rsidR="00B97E5D">
        <w:t>’</w:t>
      </w:r>
      <w:r w:rsidRPr="003E4D35">
        <w:t>île déjà vieux</w:t>
      </w:r>
      <w:r w:rsidR="00B97E5D">
        <w:t xml:space="preserve">, </w:t>
      </w:r>
      <w:r w:rsidRPr="003E4D35">
        <w:t>ou isolés et sans femelle ou mâle</w:t>
      </w:r>
      <w:r w:rsidR="00B97E5D">
        <w:t xml:space="preserve">, </w:t>
      </w:r>
      <w:r w:rsidRPr="003E4D35">
        <w:t>un chien</w:t>
      </w:r>
      <w:r w:rsidR="00B97E5D">
        <w:t xml:space="preserve">, </w:t>
      </w:r>
      <w:r w:rsidRPr="003E4D35">
        <w:t>un chat</w:t>
      </w:r>
      <w:r w:rsidR="00B97E5D">
        <w:t xml:space="preserve">, </w:t>
      </w:r>
      <w:r w:rsidRPr="003E4D35">
        <w:t>espèces éteintes pour moi désormais</w:t>
      </w:r>
      <w:r w:rsidR="00B97E5D">
        <w:t xml:space="preserve">, </w:t>
      </w:r>
      <w:r w:rsidRPr="003E4D35">
        <w:t>espèces ancestrales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tout</w:t>
      </w:r>
      <w:r w:rsidR="00B97E5D">
        <w:t xml:space="preserve">. </w:t>
      </w:r>
      <w:r w:rsidRPr="003E4D35">
        <w:t>À part les dix centimes italiens</w:t>
      </w:r>
      <w:r w:rsidR="00B97E5D">
        <w:t xml:space="preserve">, </w:t>
      </w:r>
      <w:r w:rsidRPr="003E4D35">
        <w:t>que je glissai dans une fente de corail comme pour que toute la mer se mît à jouer une marche</w:t>
      </w:r>
      <w:r w:rsidR="00B97E5D">
        <w:t xml:space="preserve">, – </w:t>
      </w:r>
      <w:r w:rsidRPr="003E4D35">
        <w:t>l</w:t>
      </w:r>
      <w:r w:rsidR="00B97E5D">
        <w:t>’</w:t>
      </w:r>
      <w:r w:rsidRPr="003E4D35">
        <w:t>appareil ne fonctionnait plus</w:t>
      </w:r>
      <w:r w:rsidR="00B97E5D">
        <w:t xml:space="preserve">, </w:t>
      </w:r>
      <w:r w:rsidRPr="003E4D35">
        <w:t>la mer se taisait</w:t>
      </w:r>
      <w:r w:rsidR="00B97E5D">
        <w:t xml:space="preserve">, – </w:t>
      </w:r>
      <w:r w:rsidRPr="003E4D35">
        <w:t>par d</w:t>
      </w:r>
      <w:r w:rsidR="00B97E5D">
        <w:t>’</w:t>
      </w:r>
      <w:r w:rsidRPr="003E4D35">
        <w:t>autres signes que les ancres</w:t>
      </w:r>
      <w:r w:rsidR="00B97E5D">
        <w:t xml:space="preserve">, </w:t>
      </w:r>
      <w:r w:rsidRPr="003E4D35">
        <w:t>distendues ou chavirées sur les écorces</w:t>
      </w:r>
      <w:r w:rsidR="00B97E5D">
        <w:t xml:space="preserve">, </w:t>
      </w:r>
      <w:r w:rsidRPr="003E4D35">
        <w:t>intactes sur les roches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il avait jetés sans arrêt comme dans une tempête</w:t>
      </w:r>
      <w:r w:rsidR="00B97E5D">
        <w:t xml:space="preserve">, </w:t>
      </w:r>
      <w:r w:rsidRPr="003E4D35">
        <w:t>et qui résistaient</w:t>
      </w:r>
      <w:r w:rsidR="00B97E5D">
        <w:t xml:space="preserve">, </w:t>
      </w:r>
      <w:r w:rsidRPr="003E4D35">
        <w:t>mordant aux ac</w:t>
      </w:r>
      <w:r w:rsidRPr="003E4D35">
        <w:t>a</w:t>
      </w:r>
      <w:r w:rsidRPr="003E4D35">
        <w:t>jous</w:t>
      </w:r>
      <w:r w:rsidR="00B97E5D">
        <w:t xml:space="preserve">, </w:t>
      </w:r>
      <w:r w:rsidRPr="003E4D35">
        <w:t xml:space="preserve">aux </w:t>
      </w:r>
      <w:proofErr w:type="spellStart"/>
      <w:r w:rsidRPr="003E4D35">
        <w:t>amboines</w:t>
      </w:r>
      <w:proofErr w:type="spellEnd"/>
      <w:r w:rsidR="00B97E5D">
        <w:t xml:space="preserve">, </w:t>
      </w:r>
      <w:r w:rsidRPr="003E4D35">
        <w:t>sans voir qu</w:t>
      </w:r>
      <w:r w:rsidR="00B97E5D">
        <w:t>’</w:t>
      </w:r>
      <w:r w:rsidRPr="003E4D35">
        <w:t>il était parti</w:t>
      </w:r>
      <w:r w:rsidR="00B97E5D">
        <w:t xml:space="preserve">. </w:t>
      </w:r>
      <w:r w:rsidRPr="003E4D35">
        <w:t>En vain essayais-je d</w:t>
      </w:r>
      <w:r w:rsidR="00B97E5D">
        <w:t>’</w:t>
      </w:r>
      <w:r w:rsidRPr="003E4D35">
        <w:t>obtenir quelque preuve de l</w:t>
      </w:r>
      <w:r w:rsidR="00B97E5D">
        <w:t>’</w:t>
      </w:r>
      <w:r w:rsidRPr="003E4D35">
        <w:t>antilope aux caresses</w:t>
      </w:r>
      <w:r w:rsidR="00B97E5D">
        <w:t xml:space="preserve">, </w:t>
      </w:r>
      <w:r w:rsidRPr="003E4D35">
        <w:t>lui disant des noms italiens</w:t>
      </w:r>
      <w:r w:rsidR="00B97E5D">
        <w:t xml:space="preserve">, </w:t>
      </w:r>
      <w:r w:rsidRPr="003E4D35">
        <w:t>lui parlant avec l</w:t>
      </w:r>
      <w:r w:rsidR="00B97E5D">
        <w:t>’</w:t>
      </w:r>
      <w:r w:rsidRPr="003E4D35">
        <w:t>accent vénitien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accent r</w:t>
      </w:r>
      <w:r w:rsidRPr="003E4D35">
        <w:t>o</w:t>
      </w:r>
      <w:r w:rsidRPr="003E4D35">
        <w:t>main</w:t>
      </w:r>
      <w:r w:rsidR="00B97E5D">
        <w:t xml:space="preserve">… </w:t>
      </w:r>
      <w:r w:rsidRPr="003E4D35">
        <w:t>La nuit déjà revenait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élevais mes bras pour bailler</w:t>
      </w:r>
      <w:r w:rsidR="00B97E5D">
        <w:t xml:space="preserve">, </w:t>
      </w:r>
      <w:r w:rsidRPr="003E4D35">
        <w:t>et les singes me lançaient</w:t>
      </w:r>
      <w:r w:rsidR="00B97E5D">
        <w:t xml:space="preserve">, </w:t>
      </w:r>
      <w:r w:rsidRPr="003E4D35">
        <w:t>croyant qu</w:t>
      </w:r>
      <w:r w:rsidR="00B97E5D">
        <w:t>’</w:t>
      </w:r>
      <w:r w:rsidRPr="003E4D35">
        <w:t>on comble ainsi le sac h</w:t>
      </w:r>
      <w:r w:rsidRPr="003E4D35">
        <w:t>u</w:t>
      </w:r>
      <w:r w:rsidRPr="003E4D35">
        <w:t>main</w:t>
      </w:r>
      <w:r w:rsidR="00B97E5D">
        <w:t xml:space="preserve">, </w:t>
      </w:r>
      <w:r w:rsidRPr="003E4D35">
        <w:t>les fruits qui croissent le plus haut</w:t>
      </w:r>
      <w:r w:rsidR="00B97E5D">
        <w:t xml:space="preserve">. </w:t>
      </w:r>
      <w:r w:rsidRPr="003E4D35">
        <w:t>De l</w:t>
      </w:r>
      <w:r w:rsidR="00B97E5D">
        <w:t>’</w:t>
      </w:r>
      <w:r w:rsidRPr="003E4D35">
        <w:t>autre île</w:t>
      </w:r>
      <w:r w:rsidR="00B97E5D">
        <w:t xml:space="preserve">, </w:t>
      </w:r>
      <w:r w:rsidRPr="003E4D35">
        <w:t>mes o</w:t>
      </w:r>
      <w:r w:rsidRPr="003E4D35">
        <w:t>i</w:t>
      </w:r>
      <w:r w:rsidRPr="003E4D35">
        <w:t>seaux apprivoisés me faisaient leur dernière visite de ce jour</w:t>
      </w:r>
      <w:r w:rsidR="00B97E5D">
        <w:t xml:space="preserve">, </w:t>
      </w:r>
      <w:r w:rsidRPr="003E4D35">
        <w:t>oies et canards suivant le courant à cause des poissons</w:t>
      </w:r>
      <w:r w:rsidR="00B97E5D">
        <w:t xml:space="preserve">, </w:t>
      </w:r>
      <w:r w:rsidRPr="003E4D35">
        <w:t>tous les autres volant tout droit</w:t>
      </w:r>
      <w:r w:rsidR="00B97E5D">
        <w:t>.</w:t>
      </w:r>
    </w:p>
    <w:p w14:paraId="6BA83B4D" w14:textId="08507709" w:rsidR="00F225BE" w:rsidRPr="003E4D35" w:rsidRDefault="00F225BE" w:rsidP="00F225BE"/>
    <w:p w14:paraId="4A891DE2" w14:textId="77777777" w:rsidR="00B97E5D" w:rsidRDefault="00F225BE" w:rsidP="00F225BE">
      <w:r w:rsidRPr="003E4D35">
        <w:lastRenderedPageBreak/>
        <w:t>J</w:t>
      </w:r>
      <w:r w:rsidR="00B97E5D">
        <w:t>’</w:t>
      </w:r>
      <w:r w:rsidRPr="003E4D35">
        <w:t>avais résolu de nager aussi jusqu</w:t>
      </w:r>
      <w:r w:rsidR="00B97E5D">
        <w:t>’</w:t>
      </w:r>
      <w:r w:rsidRPr="003E4D35">
        <w:t>à la troisième île</w:t>
      </w:r>
      <w:r w:rsidR="00B97E5D">
        <w:t xml:space="preserve">, </w:t>
      </w:r>
      <w:r w:rsidRPr="003E4D35">
        <w:t>malgré son aspect</w:t>
      </w:r>
      <w:r w:rsidR="00B97E5D">
        <w:t xml:space="preserve">. </w:t>
      </w:r>
      <w:r w:rsidRPr="003E4D35">
        <w:t>À sept ou huit encablures</w:t>
      </w:r>
      <w:r w:rsidR="00B97E5D">
        <w:t xml:space="preserve">, </w:t>
      </w:r>
      <w:r w:rsidRPr="003E4D35">
        <w:t>inculte comme un cuira</w:t>
      </w:r>
      <w:r w:rsidRPr="003E4D35">
        <w:t>s</w:t>
      </w:r>
      <w:r w:rsidRPr="003E4D35">
        <w:t>sé</w:t>
      </w:r>
      <w:r w:rsidR="00B97E5D">
        <w:t xml:space="preserve">, </w:t>
      </w:r>
      <w:r w:rsidRPr="003E4D35">
        <w:t>elle surveillait ses deux sœurs</w:t>
      </w:r>
      <w:r w:rsidR="00B97E5D">
        <w:t xml:space="preserve">. </w:t>
      </w:r>
      <w:r w:rsidRPr="003E4D35">
        <w:t>Pas un arbre</w:t>
      </w:r>
      <w:r w:rsidR="00B97E5D">
        <w:t xml:space="preserve">. </w:t>
      </w:r>
      <w:r w:rsidRPr="003E4D35">
        <w:t>Le vent soufflait sur elle les pollens par cuillerées</w:t>
      </w:r>
      <w:r w:rsidR="00B97E5D">
        <w:t xml:space="preserve">, </w:t>
      </w:r>
      <w:r w:rsidRPr="003E4D35">
        <w:t>les duvets de tournesols par quarterons</w:t>
      </w:r>
      <w:r w:rsidR="00B97E5D">
        <w:t xml:space="preserve">, </w:t>
      </w:r>
      <w:r w:rsidRPr="003E4D35">
        <w:t>et ces oiseaux à bec long par qui se marient les pal</w:t>
      </w:r>
      <w:r w:rsidRPr="003E4D35">
        <w:t>é</w:t>
      </w:r>
      <w:r w:rsidRPr="003E4D35">
        <w:t>tuviers</w:t>
      </w:r>
      <w:r w:rsidR="00B97E5D">
        <w:t xml:space="preserve">, </w:t>
      </w:r>
      <w:r w:rsidRPr="003E4D35">
        <w:t>et ces insectes gonflés de graines de fraisiers qui re</w:t>
      </w:r>
      <w:r w:rsidRPr="003E4D35">
        <w:t>m</w:t>
      </w:r>
      <w:r w:rsidRPr="003E4D35">
        <w:t>placent en Polynésie le marcottage</w:t>
      </w:r>
      <w:r w:rsidR="00B97E5D">
        <w:t xml:space="preserve">, </w:t>
      </w:r>
      <w:r w:rsidRPr="003E4D35">
        <w:t>mais on la sentait stérile</w:t>
      </w:r>
      <w:r w:rsidR="00B97E5D">
        <w:t xml:space="preserve">. </w:t>
      </w:r>
      <w:r w:rsidRPr="003E4D35">
        <w:t>E</w:t>
      </w:r>
      <w:r w:rsidRPr="003E4D35">
        <w:t>l</w:t>
      </w:r>
      <w:r w:rsidRPr="003E4D35">
        <w:t>le n</w:t>
      </w:r>
      <w:r w:rsidR="00B97E5D">
        <w:t>’</w:t>
      </w:r>
      <w:r w:rsidRPr="003E4D35">
        <w:t>avait pas non plus sa bague</w:t>
      </w:r>
      <w:r w:rsidR="00B97E5D">
        <w:t xml:space="preserve">, </w:t>
      </w:r>
      <w:r w:rsidRPr="003E4D35">
        <w:t>ses récifs</w:t>
      </w:r>
      <w:r w:rsidR="00B97E5D">
        <w:t xml:space="preserve">, </w:t>
      </w:r>
      <w:r w:rsidRPr="003E4D35">
        <w:t>négresse près des deux favorites</w:t>
      </w:r>
      <w:r w:rsidR="00B97E5D">
        <w:t xml:space="preserve">, </w:t>
      </w:r>
      <w:r w:rsidRPr="003E4D35">
        <w:t>épouse illégitime du Pacifique</w:t>
      </w:r>
      <w:r w:rsidR="00B97E5D">
        <w:t xml:space="preserve">, </w:t>
      </w:r>
      <w:r w:rsidRPr="003E4D35">
        <w:t>et je n</w:t>
      </w:r>
      <w:r w:rsidR="00B97E5D">
        <w:t>’</w:t>
      </w:r>
      <w:r w:rsidRPr="003E4D35">
        <w:t>étais pas sans inquiétude sur l</w:t>
      </w:r>
      <w:r w:rsidR="00B97E5D">
        <w:t>’</w:t>
      </w:r>
      <w:r w:rsidRPr="003E4D35">
        <w:t>abordage</w:t>
      </w:r>
      <w:r w:rsidR="00B97E5D">
        <w:t xml:space="preserve">. </w:t>
      </w:r>
      <w:r w:rsidRPr="003E4D35">
        <w:t>À mesure que je nageais vers e</w:t>
      </w:r>
      <w:r w:rsidRPr="003E4D35">
        <w:t>l</w:t>
      </w:r>
      <w:r w:rsidRPr="003E4D35">
        <w:t>le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déjà assez l</w:t>
      </w:r>
      <w:r w:rsidR="00B97E5D">
        <w:t>’</w:t>
      </w:r>
      <w:r w:rsidRPr="003E4D35">
        <w:t>instinct de la mer pour sentir les poissons de moins en moins nombreux</w:t>
      </w:r>
      <w:r w:rsidR="00B97E5D">
        <w:t xml:space="preserve">. </w:t>
      </w:r>
      <w:r w:rsidRPr="003E4D35">
        <w:t>Je traversais des zones d</w:t>
      </w:r>
      <w:r w:rsidR="00B97E5D">
        <w:t>’</w:t>
      </w:r>
      <w:r w:rsidRPr="003E4D35">
        <w:t>un l</w:t>
      </w:r>
      <w:r w:rsidRPr="003E4D35">
        <w:t>i</w:t>
      </w:r>
      <w:r w:rsidRPr="003E4D35">
        <w:t>quide qui me supportait à peine</w:t>
      </w:r>
      <w:r w:rsidR="00B97E5D">
        <w:t xml:space="preserve">, </w:t>
      </w:r>
      <w:r w:rsidRPr="003E4D35">
        <w:t>et qui devait être du pétrole</w:t>
      </w:r>
      <w:r w:rsidR="00B97E5D">
        <w:t xml:space="preserve">, </w:t>
      </w:r>
      <w:r w:rsidRPr="003E4D35">
        <w:t>puisqu</w:t>
      </w:r>
      <w:r w:rsidR="00B97E5D">
        <w:t>’</w:t>
      </w:r>
      <w:r w:rsidRPr="003E4D35">
        <w:t>en sortant de l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je vis mes tatouages à demi effacés</w:t>
      </w:r>
      <w:r w:rsidR="00B97E5D">
        <w:t xml:space="preserve">. </w:t>
      </w:r>
      <w:r w:rsidRPr="003E4D35">
        <w:t>Je longeai une heure entière une falaise à pic et qui devait être en pierre ponce</w:t>
      </w:r>
      <w:r w:rsidR="00B97E5D">
        <w:t xml:space="preserve">, </w:t>
      </w:r>
      <w:r w:rsidRPr="003E4D35">
        <w:t>puisque mon côté gauche</w:t>
      </w:r>
      <w:r w:rsidR="00B97E5D">
        <w:t xml:space="preserve">, </w:t>
      </w:r>
      <w:r w:rsidRPr="003E4D35">
        <w:t>pour l</w:t>
      </w:r>
      <w:r w:rsidR="00B97E5D">
        <w:t>’</w:t>
      </w:r>
      <w:r w:rsidRPr="003E4D35">
        <w:t>avoir effleuré trois fois</w:t>
      </w:r>
      <w:r w:rsidR="00B97E5D">
        <w:t xml:space="preserve">, </w:t>
      </w:r>
      <w:r w:rsidRPr="003E4D35">
        <w:t>redevint blanc comme en Europe</w:t>
      </w:r>
      <w:r w:rsidR="00B97E5D">
        <w:t xml:space="preserve"> ; </w:t>
      </w:r>
      <w:r w:rsidRPr="003E4D35">
        <w:t>et par un escalier</w:t>
      </w:r>
      <w:r w:rsidR="00B97E5D">
        <w:t xml:space="preserve">, </w:t>
      </w:r>
      <w:r w:rsidRPr="003E4D35">
        <w:t>un vrai escalier en pas de vis comme ceux qui mènent chez nous dans les caves</w:t>
      </w:r>
      <w:r w:rsidR="00B97E5D">
        <w:t xml:space="preserve">, </w:t>
      </w:r>
      <w:r w:rsidRPr="003E4D35">
        <w:t>je montai</w:t>
      </w:r>
      <w:r w:rsidR="00B97E5D">
        <w:t xml:space="preserve">, </w:t>
      </w:r>
      <w:r w:rsidRPr="003E4D35">
        <w:t>avec l</w:t>
      </w:r>
      <w:r w:rsidR="00B97E5D">
        <w:t>’</w:t>
      </w:r>
      <w:r w:rsidRPr="003E4D35">
        <w:t>impression de m</w:t>
      </w:r>
      <w:r w:rsidR="00B97E5D">
        <w:t>’</w:t>
      </w:r>
      <w:r w:rsidRPr="003E4D35">
        <w:t>enfoncer</w:t>
      </w:r>
      <w:r w:rsidR="00B97E5D">
        <w:t xml:space="preserve">, </w:t>
      </w:r>
      <w:r w:rsidRPr="003E4D35">
        <w:t>sur la pointe des pieds et les coudes au corps</w:t>
      </w:r>
      <w:r w:rsidR="00B97E5D">
        <w:t xml:space="preserve">, </w:t>
      </w:r>
      <w:r w:rsidRPr="003E4D35">
        <w:t>me gardant de petites sources qui devaient être des acides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est du dernier escalier que je vis les dieux</w:t>
      </w:r>
      <w:r w:rsidR="00B97E5D">
        <w:t xml:space="preserve">… </w:t>
      </w:r>
      <w:r w:rsidRPr="003E4D35">
        <w:t>Ils étaient alignés par centaines comme des menhirs</w:t>
      </w:r>
      <w:r w:rsidR="00B97E5D">
        <w:t xml:space="preserve"> ; </w:t>
      </w:r>
      <w:r w:rsidRPr="003E4D35">
        <w:t>hautes de cinq</w:t>
      </w:r>
      <w:r w:rsidR="00B97E5D">
        <w:t xml:space="preserve">, </w:t>
      </w:r>
      <w:r w:rsidRPr="003E4D35">
        <w:t>de dix</w:t>
      </w:r>
      <w:r w:rsidR="00B97E5D">
        <w:t xml:space="preserve">, </w:t>
      </w:r>
      <w:r w:rsidRPr="003E4D35">
        <w:t>de quinze mètres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éno</w:t>
      </w:r>
      <w:r w:rsidRPr="003E4D35">
        <w:t>r</w:t>
      </w:r>
      <w:r w:rsidRPr="003E4D35">
        <w:t>mes têtes contemplaient ma tête encore au ras du sol</w:t>
      </w:r>
      <w:r w:rsidR="00B97E5D">
        <w:t xml:space="preserve">, </w:t>
      </w:r>
      <w:r w:rsidRPr="003E4D35">
        <w:t>avec des nez tout froncés comme si tous m</w:t>
      </w:r>
      <w:r w:rsidR="00B97E5D">
        <w:t>’</w:t>
      </w:r>
      <w:r w:rsidRPr="003E4D35">
        <w:t>avaient déjà senti monter</w:t>
      </w:r>
      <w:r w:rsidR="00B97E5D">
        <w:t xml:space="preserve">, </w:t>
      </w:r>
      <w:r w:rsidRPr="003E4D35">
        <w:t>des yeux caves dont les plus proches de moi pleuraient de petites larmes sèches qui étaient des souris effrayées</w:t>
      </w:r>
      <w:r w:rsidR="00B97E5D">
        <w:t xml:space="preserve"> ; </w:t>
      </w:r>
      <w:r w:rsidRPr="003E4D35">
        <w:t>tous surpris dans une opération silencieuse</w:t>
      </w:r>
      <w:r w:rsidR="00B97E5D">
        <w:t xml:space="preserve">, </w:t>
      </w:r>
      <w:r w:rsidRPr="003E4D35">
        <w:t>dont il m</w:t>
      </w:r>
      <w:r w:rsidR="00B97E5D">
        <w:t>’</w:t>
      </w:r>
      <w:r w:rsidRPr="003E4D35">
        <w:t>avait semblé surprendre les miroitements</w:t>
      </w:r>
      <w:r w:rsidR="00B97E5D">
        <w:t xml:space="preserve">, </w:t>
      </w:r>
      <w:r w:rsidRPr="003E4D35">
        <w:t>les scintillements</w:t>
      </w:r>
      <w:r w:rsidR="00B97E5D">
        <w:t xml:space="preserve">. </w:t>
      </w:r>
      <w:r w:rsidRPr="003E4D35">
        <w:t>Mais je me sentais rassurée</w:t>
      </w:r>
      <w:r w:rsidR="00B97E5D">
        <w:t xml:space="preserve">, </w:t>
      </w:r>
      <w:r w:rsidRPr="003E4D35">
        <w:t>de n</w:t>
      </w:r>
      <w:r w:rsidR="00B97E5D">
        <w:t>’</w:t>
      </w:r>
      <w:r w:rsidRPr="003E4D35">
        <w:t>avoir touché leur île que de mes orteils</w:t>
      </w:r>
      <w:r w:rsidR="00B97E5D">
        <w:t xml:space="preserve">. </w:t>
      </w:r>
      <w:r w:rsidRPr="003E4D35">
        <w:t>Je gravis les dernières marches</w:t>
      </w:r>
      <w:r w:rsidR="00B97E5D">
        <w:t>.</w:t>
      </w:r>
    </w:p>
    <w:p w14:paraId="4BBAC25D" w14:textId="77777777" w:rsidR="00B97E5D" w:rsidRDefault="00F225BE" w:rsidP="00F225BE">
      <w:r w:rsidRPr="003E4D35">
        <w:lastRenderedPageBreak/>
        <w:t>Je les voyais tous de face éclairés de dos par le soleil</w:t>
      </w:r>
      <w:r w:rsidR="00B97E5D">
        <w:t xml:space="preserve">, </w:t>
      </w:r>
      <w:r w:rsidRPr="003E4D35">
        <w:t>leur ombre dans cette revue rangée à leur pied comme un équip</w:t>
      </w:r>
      <w:r w:rsidRPr="003E4D35">
        <w:t>e</w:t>
      </w:r>
      <w:r w:rsidRPr="003E4D35">
        <w:t>ment</w:t>
      </w:r>
      <w:r w:rsidR="00B97E5D">
        <w:t xml:space="preserve">. </w:t>
      </w:r>
      <w:r w:rsidRPr="003E4D35">
        <w:t>Tous l</w:t>
      </w:r>
      <w:r w:rsidR="00B97E5D">
        <w:t>’</w:t>
      </w:r>
      <w:r w:rsidRPr="003E4D35">
        <w:t xml:space="preserve">esprit et le corps tendus comme le fils de </w:t>
      </w:r>
      <w:proofErr w:type="spellStart"/>
      <w:r w:rsidRPr="003E4D35">
        <w:t>Footit</w:t>
      </w:r>
      <w:proofErr w:type="spellEnd"/>
      <w:r w:rsidRPr="003E4D35">
        <w:t xml:space="preserve"> quand son père lui demande s</w:t>
      </w:r>
      <w:r w:rsidR="00B97E5D">
        <w:t>’</w:t>
      </w:r>
      <w:r w:rsidRPr="003E4D35">
        <w:t>il sait ce que c</w:t>
      </w:r>
      <w:r w:rsidR="00B97E5D">
        <w:t>’</w:t>
      </w:r>
      <w:r w:rsidRPr="003E4D35">
        <w:t>est que penser</w:t>
      </w:r>
      <w:r w:rsidR="00B97E5D">
        <w:t xml:space="preserve">. </w:t>
      </w:r>
      <w:r w:rsidRPr="003E4D35">
        <w:t>Tous</w:t>
      </w:r>
      <w:r w:rsidR="00B97E5D">
        <w:t xml:space="preserve">, </w:t>
      </w:r>
      <w:r w:rsidRPr="003E4D35">
        <w:t>à ma vue</w:t>
      </w:r>
      <w:r w:rsidR="00B97E5D">
        <w:t xml:space="preserve">, </w:t>
      </w:r>
      <w:r w:rsidRPr="003E4D35">
        <w:t>se demandant</w:t>
      </w:r>
      <w:r w:rsidR="00B97E5D">
        <w:t xml:space="preserve">, </w:t>
      </w:r>
      <w:r w:rsidRPr="003E4D35">
        <w:t>cherchant en eux s</w:t>
      </w:r>
      <w:r w:rsidR="00B97E5D">
        <w:t>’</w:t>
      </w:r>
      <w:r w:rsidRPr="003E4D35">
        <w:t>ils le s</w:t>
      </w:r>
      <w:r w:rsidRPr="003E4D35">
        <w:t>a</w:t>
      </w:r>
      <w:r w:rsidRPr="003E4D35">
        <w:t>vaient</w:t>
      </w:r>
      <w:r w:rsidR="00B97E5D">
        <w:t xml:space="preserve">. </w:t>
      </w:r>
      <w:r w:rsidRPr="003E4D35">
        <w:t>Tous poussiéreux comme des marbres de commode</w:t>
      </w:r>
      <w:r w:rsidR="00B97E5D">
        <w:t xml:space="preserve">, </w:t>
      </w:r>
      <w:r w:rsidRPr="003E4D35">
        <w:t>o</w:t>
      </w:r>
      <w:r w:rsidRPr="003E4D35">
        <w:t>f</w:t>
      </w:r>
      <w:r w:rsidRPr="003E4D35">
        <w:t>frant à un kodak une proie superbe</w:t>
      </w:r>
      <w:r w:rsidR="00B97E5D">
        <w:t xml:space="preserve">, </w:t>
      </w:r>
      <w:r w:rsidRPr="003E4D35">
        <w:t>et au cinéma juste le petit mouvement de leur ombre</w:t>
      </w:r>
      <w:r w:rsidR="00B97E5D">
        <w:t xml:space="preserve">. </w:t>
      </w:r>
      <w:r w:rsidRPr="003E4D35">
        <w:t>Tous</w:t>
      </w:r>
      <w:r w:rsidR="00B97E5D">
        <w:t xml:space="preserve">, </w:t>
      </w:r>
      <w:r w:rsidRPr="003E4D35">
        <w:t>par politesse pour un humain</w:t>
      </w:r>
      <w:r w:rsidR="00B97E5D">
        <w:t xml:space="preserve">, </w:t>
      </w:r>
      <w:r w:rsidRPr="003E4D35">
        <w:t>essayant de m</w:t>
      </w:r>
      <w:r w:rsidR="00B97E5D">
        <w:t>’</w:t>
      </w:r>
      <w:r w:rsidRPr="003E4D35">
        <w:t>accueillir par ce qu</w:t>
      </w:r>
      <w:r w:rsidR="00B97E5D">
        <w:t>’</w:t>
      </w:r>
      <w:r w:rsidRPr="003E4D35">
        <w:t>ils croyaient la pensée</w:t>
      </w:r>
      <w:r w:rsidR="00B97E5D">
        <w:t xml:space="preserve"> ; </w:t>
      </w:r>
      <w:r w:rsidRPr="003E4D35">
        <w:t>celui-ci par un oiseau gris rampant qui le parcourait comme un pou</w:t>
      </w:r>
      <w:r w:rsidR="00B97E5D">
        <w:t xml:space="preserve"> ; </w:t>
      </w:r>
      <w:r w:rsidRPr="003E4D35">
        <w:t>celui-là par une grenouille dans ses oreilles à rebords qui conservaient une eau plus pure que celle des orchidées</w:t>
      </w:r>
      <w:r w:rsidR="00B97E5D">
        <w:t xml:space="preserve"> ; </w:t>
      </w:r>
      <w:r w:rsidRPr="003E4D35">
        <w:t>celui-là</w:t>
      </w:r>
      <w:r w:rsidR="00B97E5D">
        <w:t xml:space="preserve">, </w:t>
      </w:r>
      <w:r w:rsidRPr="003E4D35">
        <w:t>en laissant tomber de son corps géant un petit bras usé</w:t>
      </w:r>
      <w:r w:rsidR="00B97E5D">
        <w:t xml:space="preserve">. </w:t>
      </w:r>
      <w:r w:rsidRPr="003E4D35">
        <w:t>Parfois j</w:t>
      </w:r>
      <w:r w:rsidR="00B97E5D">
        <w:t>’</w:t>
      </w:r>
      <w:r w:rsidRPr="003E4D35">
        <w:t>avais l</w:t>
      </w:r>
      <w:r w:rsidR="00B97E5D">
        <w:t>’</w:t>
      </w:r>
      <w:r w:rsidRPr="003E4D35">
        <w:t>impression qu</w:t>
      </w:r>
      <w:r w:rsidR="00B97E5D">
        <w:t>’</w:t>
      </w:r>
      <w:r w:rsidRPr="003E4D35">
        <w:t>ils se relâchaient de leur immobilité</w:t>
      </w:r>
      <w:r w:rsidR="00B97E5D">
        <w:t xml:space="preserve">, </w:t>
      </w:r>
      <w:r w:rsidRPr="003E4D35">
        <w:t>que là-bas on s</w:t>
      </w:r>
      <w:r w:rsidR="00B97E5D">
        <w:t>’</w:t>
      </w:r>
      <w:r w:rsidRPr="003E4D35">
        <w:t>inclinait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ici on remuait</w:t>
      </w:r>
      <w:r w:rsidR="00B97E5D">
        <w:t xml:space="preserve">. </w:t>
      </w:r>
      <w:r w:rsidRPr="003E4D35">
        <w:t>Je poussais un grand cri</w:t>
      </w:r>
      <w:r w:rsidR="00B97E5D">
        <w:t xml:space="preserve">, </w:t>
      </w:r>
      <w:r w:rsidRPr="003E4D35">
        <w:t>et le garde-à-vous reprenait</w:t>
      </w:r>
      <w:r w:rsidR="00B97E5D">
        <w:t>.</w:t>
      </w:r>
    </w:p>
    <w:p w14:paraId="01EB6A4D" w14:textId="77777777" w:rsidR="00B97E5D" w:rsidRDefault="00F225BE" w:rsidP="00F225BE">
      <w:r w:rsidRPr="003E4D35">
        <w:t>On apprend vite à distinguer les dieux</w:t>
      </w:r>
      <w:r w:rsidR="00B97E5D">
        <w:t xml:space="preserve">. </w:t>
      </w:r>
      <w:r w:rsidRPr="003E4D35">
        <w:t>Un seul était vra</w:t>
      </w:r>
      <w:r w:rsidRPr="003E4D35">
        <w:t>i</w:t>
      </w:r>
      <w:r w:rsidRPr="003E4D35">
        <w:t>ment beau</w:t>
      </w:r>
      <w:r w:rsidR="00B97E5D">
        <w:t xml:space="preserve">, </w:t>
      </w:r>
      <w:r w:rsidRPr="003E4D35">
        <w:t>un seul m</w:t>
      </w:r>
      <w:r w:rsidR="00B97E5D">
        <w:t>’</w:t>
      </w:r>
      <w:r w:rsidRPr="003E4D35">
        <w:t>eût plu</w:t>
      </w:r>
      <w:r w:rsidR="00B97E5D">
        <w:t xml:space="preserve">, </w:t>
      </w:r>
      <w:r w:rsidRPr="003E4D35">
        <w:t>avec une belle raie et une belle pomme d</w:t>
      </w:r>
      <w:r w:rsidR="00B97E5D">
        <w:t>’</w:t>
      </w:r>
      <w:r w:rsidRPr="003E4D35">
        <w:t>Adam</w:t>
      </w:r>
      <w:r w:rsidR="00B97E5D">
        <w:t xml:space="preserve">, </w:t>
      </w:r>
      <w:r w:rsidRPr="003E4D35">
        <w:t>comme en ont à Deauville les joueurs de te</w:t>
      </w:r>
      <w:r w:rsidRPr="003E4D35">
        <w:t>n</w:t>
      </w:r>
      <w:r w:rsidRPr="003E4D35">
        <w:t>nis</w:t>
      </w:r>
      <w:r w:rsidR="00B97E5D">
        <w:t xml:space="preserve">. </w:t>
      </w:r>
      <w:r w:rsidRPr="003E4D35">
        <w:t>Celui-ci d</w:t>
      </w:r>
      <w:r w:rsidR="00B97E5D">
        <w:t>’</w:t>
      </w:r>
      <w:r w:rsidRPr="003E4D35">
        <w:t>une île où l</w:t>
      </w:r>
      <w:r w:rsidR="00B97E5D">
        <w:t>’</w:t>
      </w:r>
      <w:r w:rsidRPr="003E4D35">
        <w:t>on a des faux cols</w:t>
      </w:r>
      <w:r w:rsidR="00B97E5D">
        <w:t xml:space="preserve">. </w:t>
      </w:r>
      <w:r w:rsidRPr="003E4D35">
        <w:t>Un seul vraiment intelligent et auquel il eût été doux d</w:t>
      </w:r>
      <w:r w:rsidR="00B97E5D">
        <w:t>’</w:t>
      </w:r>
      <w:r w:rsidRPr="003E4D35">
        <w:t>apprendre les quatre sa</w:t>
      </w:r>
      <w:r w:rsidRPr="003E4D35">
        <w:t>i</w:t>
      </w:r>
      <w:r w:rsidRPr="003E4D35">
        <w:t>sons</w:t>
      </w:r>
      <w:r w:rsidR="00B97E5D">
        <w:t xml:space="preserve">, </w:t>
      </w:r>
      <w:r w:rsidRPr="003E4D35">
        <w:t>les quatre opérations</w:t>
      </w:r>
      <w:r w:rsidR="00B97E5D">
        <w:t xml:space="preserve">. </w:t>
      </w:r>
      <w:r w:rsidRPr="003E4D35">
        <w:t>Il avait le nez levé</w:t>
      </w:r>
      <w:r w:rsidR="00B97E5D">
        <w:t xml:space="preserve">, </w:t>
      </w:r>
      <w:r w:rsidRPr="003E4D35">
        <w:t>comme un fox</w:t>
      </w:r>
      <w:r w:rsidR="00B97E5D">
        <w:t xml:space="preserve">. </w:t>
      </w:r>
      <w:r w:rsidRPr="003E4D35">
        <w:t>À mon âme un mouvement quand mon regard allait de celui qui avait un sourire passager à celui qui avait un sourire éternel</w:t>
      </w:r>
      <w:r w:rsidR="00B97E5D">
        <w:t xml:space="preserve">. </w:t>
      </w:r>
      <w:r w:rsidRPr="003E4D35">
        <w:t>Certains paraissaient faux et truqués comme par des antiqua</w:t>
      </w:r>
      <w:r w:rsidRPr="003E4D35">
        <w:t>i</w:t>
      </w:r>
      <w:r w:rsidRPr="003E4D35">
        <w:t>res</w:t>
      </w:r>
      <w:r w:rsidR="00B97E5D">
        <w:t xml:space="preserve"> ; </w:t>
      </w:r>
      <w:r w:rsidRPr="003E4D35">
        <w:t>et ainsi que l</w:t>
      </w:r>
      <w:r w:rsidR="00B97E5D">
        <w:t>’</w:t>
      </w:r>
      <w:r w:rsidRPr="003E4D35">
        <w:t>on se campe en face d</w:t>
      </w:r>
      <w:r w:rsidR="00B97E5D">
        <w:t>’</w:t>
      </w:r>
      <w:r w:rsidRPr="003E4D35">
        <w:t xml:space="preserve">une commode </w:t>
      </w:r>
      <w:r w:rsidR="00B97E5D" w:rsidRPr="003E4D35">
        <w:t>Louis</w:t>
      </w:r>
      <w:r w:rsidR="00B97E5D">
        <w:t> </w:t>
      </w:r>
      <w:r w:rsidR="00B97E5D" w:rsidRPr="003E4D35">
        <w:t>XVI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on la juge vraie si l</w:t>
      </w:r>
      <w:r w:rsidR="00B97E5D">
        <w:t>’</w:t>
      </w:r>
      <w:r w:rsidRPr="003E4D35">
        <w:t xml:space="preserve">on éprouve je ne sais quelle émotion </w:t>
      </w:r>
      <w:r w:rsidR="00B97E5D" w:rsidRPr="003E4D35">
        <w:t>Louis</w:t>
      </w:r>
      <w:r w:rsidR="00B97E5D">
        <w:t> </w:t>
      </w:r>
      <w:r w:rsidR="00B97E5D" w:rsidRPr="003E4D35">
        <w:t>XVI</w:t>
      </w:r>
      <w:r w:rsidR="00B97E5D">
        <w:t xml:space="preserve">, </w:t>
      </w:r>
      <w:r w:rsidRPr="003E4D35">
        <w:t>je me plaçais en face de chacun d</w:t>
      </w:r>
      <w:r w:rsidR="00B97E5D">
        <w:t>’</w:t>
      </w:r>
      <w:r w:rsidRPr="003E4D35">
        <w:t>eux</w:t>
      </w:r>
      <w:r w:rsidR="00B97E5D">
        <w:t xml:space="preserve">, </w:t>
      </w:r>
      <w:r w:rsidRPr="003E4D35">
        <w:t>je le jugeais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éprouvais je ne sais quelle horreur calédonienne</w:t>
      </w:r>
      <w:r w:rsidR="00B97E5D">
        <w:t xml:space="preserve">, </w:t>
      </w:r>
      <w:r w:rsidRPr="003E4D35">
        <w:t>quelle te</w:t>
      </w:r>
      <w:r w:rsidRPr="003E4D35">
        <w:t>n</w:t>
      </w:r>
      <w:r w:rsidRPr="003E4D35">
        <w:t>dresse papoue</w:t>
      </w:r>
      <w:r w:rsidR="00B97E5D">
        <w:t xml:space="preserve"> : </w:t>
      </w:r>
      <w:r w:rsidRPr="003E4D35">
        <w:t>c</w:t>
      </w:r>
      <w:r w:rsidR="00B97E5D">
        <w:t>’</w:t>
      </w:r>
      <w:r w:rsidRPr="003E4D35">
        <w:t>était de vrais dieux</w:t>
      </w:r>
      <w:r w:rsidR="00B97E5D">
        <w:t xml:space="preserve">. </w:t>
      </w:r>
      <w:r w:rsidRPr="003E4D35">
        <w:t>Certains que je croyais avoir déjà vus</w:t>
      </w:r>
      <w:r w:rsidR="00B97E5D">
        <w:t xml:space="preserve">, </w:t>
      </w:r>
      <w:r w:rsidRPr="003E4D35">
        <w:t>je les retrouvais loin derrière</w:t>
      </w:r>
      <w:r w:rsidR="00B97E5D">
        <w:t xml:space="preserve">, </w:t>
      </w:r>
      <w:r w:rsidRPr="003E4D35">
        <w:t>souriants de leur farce</w:t>
      </w:r>
      <w:r w:rsidR="00B97E5D">
        <w:t xml:space="preserve">, </w:t>
      </w:r>
      <w:r w:rsidRPr="003E4D35">
        <w:t>parvenus à cette nouvelle place par une marche oblique ou droite comme le cheval ou le fou</w:t>
      </w:r>
      <w:r w:rsidR="00B97E5D">
        <w:t xml:space="preserve">. </w:t>
      </w:r>
      <w:r w:rsidRPr="003E4D35">
        <w:t xml:space="preserve">Autour </w:t>
      </w:r>
      <w:r w:rsidRPr="003E4D35">
        <w:lastRenderedPageBreak/>
        <w:t>de quelques-uns</w:t>
      </w:r>
      <w:r w:rsidR="00B97E5D">
        <w:t xml:space="preserve">, </w:t>
      </w:r>
      <w:r w:rsidRPr="003E4D35">
        <w:t>sans que rien pût faire comprendre cette maternité</w:t>
      </w:r>
      <w:r w:rsidR="00B97E5D">
        <w:t xml:space="preserve">, </w:t>
      </w:r>
      <w:r w:rsidRPr="003E4D35">
        <w:t>le sol co</w:t>
      </w:r>
      <w:r w:rsidRPr="003E4D35">
        <w:t>u</w:t>
      </w:r>
      <w:r w:rsidRPr="003E4D35">
        <w:t>vert de petites idoles</w:t>
      </w:r>
      <w:r w:rsidR="00B97E5D">
        <w:t xml:space="preserve">. </w:t>
      </w:r>
      <w:r w:rsidRPr="003E4D35">
        <w:t>Tous marqués du même dessin comme un troupeau de dieux appartenant au même homme</w:t>
      </w:r>
      <w:r w:rsidR="00B97E5D">
        <w:t xml:space="preserve">. </w:t>
      </w:r>
      <w:r w:rsidRPr="003E4D35">
        <w:t>Celui-là dev</w:t>
      </w:r>
      <w:r w:rsidRPr="003E4D35">
        <w:t>i</w:t>
      </w:r>
      <w:r w:rsidRPr="003E4D35">
        <w:t>nant presque</w:t>
      </w:r>
      <w:r w:rsidR="00B97E5D">
        <w:t xml:space="preserve">, </w:t>
      </w:r>
      <w:r w:rsidRPr="003E4D35">
        <w:t>le plus habile</w:t>
      </w:r>
      <w:r w:rsidR="00B97E5D">
        <w:t xml:space="preserve">, </w:t>
      </w:r>
      <w:r w:rsidRPr="003E4D35">
        <w:t>ce qu</w:t>
      </w:r>
      <w:r w:rsidR="00B97E5D">
        <w:t>’</w:t>
      </w:r>
      <w:r w:rsidRPr="003E4D35">
        <w:t>était la pensée</w:t>
      </w:r>
      <w:r w:rsidR="00B97E5D">
        <w:t xml:space="preserve"> : </w:t>
      </w:r>
      <w:r w:rsidRPr="003E4D35">
        <w:t>me parlant par la voix d</w:t>
      </w:r>
      <w:r w:rsidR="00B97E5D">
        <w:t>’</w:t>
      </w:r>
      <w:r w:rsidRPr="003E4D35">
        <w:t>un crapaud caché dans sa tête</w:t>
      </w:r>
      <w:r w:rsidR="00B97E5D">
        <w:t xml:space="preserve">, </w:t>
      </w:r>
      <w:r w:rsidRPr="003E4D35">
        <w:t>puis</w:t>
      </w:r>
      <w:r w:rsidR="00B97E5D">
        <w:t xml:space="preserve">, </w:t>
      </w:r>
      <w:r w:rsidRPr="003E4D35">
        <w:t>gâté par le succès</w:t>
      </w:r>
      <w:r w:rsidR="00B97E5D">
        <w:t xml:space="preserve">, </w:t>
      </w:r>
      <w:r w:rsidRPr="003E4D35">
        <w:t>sifflant par un serpent caché dans son pied</w:t>
      </w:r>
      <w:r w:rsidR="00B97E5D">
        <w:t xml:space="preserve">. </w:t>
      </w:r>
      <w:r w:rsidRPr="003E4D35">
        <w:t>Tous gênés</w:t>
      </w:r>
      <w:r w:rsidR="00B97E5D">
        <w:t xml:space="preserve">, </w:t>
      </w:r>
      <w:r w:rsidRPr="003E4D35">
        <w:t>humiliés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être convaincus d</w:t>
      </w:r>
      <w:r w:rsidR="00B97E5D">
        <w:t>’</w:t>
      </w:r>
      <w:r w:rsidRPr="003E4D35">
        <w:t>impuissance vis-à-vis de cette femme blanche</w:t>
      </w:r>
      <w:r w:rsidR="00B97E5D">
        <w:t xml:space="preserve">, </w:t>
      </w:r>
      <w:r w:rsidRPr="003E4D35">
        <w:t>devant cette mer</w:t>
      </w:r>
      <w:r w:rsidR="00B97E5D">
        <w:t xml:space="preserve">, </w:t>
      </w:r>
      <w:r w:rsidRPr="003E4D35">
        <w:t>cette brise qu</w:t>
      </w:r>
      <w:r w:rsidR="00B97E5D">
        <w:t>’</w:t>
      </w:r>
      <w:r w:rsidRPr="003E4D35">
        <w:t>ils avaient te</w:t>
      </w:r>
      <w:r w:rsidRPr="003E4D35">
        <w:t>r</w:t>
      </w:r>
      <w:r w:rsidRPr="003E4D35">
        <w:t>rorisée</w:t>
      </w:r>
      <w:r w:rsidR="00B97E5D">
        <w:t xml:space="preserve">. </w:t>
      </w:r>
      <w:r w:rsidRPr="003E4D35">
        <w:t>Ces deux-là avec des regards si nettement pointés vers un coin de l</w:t>
      </w:r>
      <w:r w:rsidR="00B97E5D">
        <w:t>’</w:t>
      </w:r>
      <w:r w:rsidRPr="003E4D35">
        <w:t>île que malgré moi</w:t>
      </w:r>
      <w:r w:rsidR="00B97E5D">
        <w:t xml:space="preserve">, </w:t>
      </w:r>
      <w:r w:rsidRPr="003E4D35">
        <w:t>je suivais leur invite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au de</w:t>
      </w:r>
      <w:r w:rsidRPr="003E4D35">
        <w:t>r</w:t>
      </w:r>
      <w:r w:rsidRPr="003E4D35">
        <w:t>nier balcon de la terrasse</w:t>
      </w:r>
      <w:r w:rsidR="00B97E5D">
        <w:t xml:space="preserve">, </w:t>
      </w:r>
      <w:r w:rsidRPr="003E4D35">
        <w:t>je pouvais voir enfin ce vers quoi tous étaient tournés</w:t>
      </w:r>
      <w:r w:rsidR="00B97E5D">
        <w:t xml:space="preserve"> : </w:t>
      </w:r>
      <w:r w:rsidRPr="003E4D35">
        <w:t>un océan sans île</w:t>
      </w:r>
      <w:r w:rsidR="00B97E5D">
        <w:t xml:space="preserve">, </w:t>
      </w:r>
      <w:r w:rsidRPr="003E4D35">
        <w:t>tout ce qu</w:t>
      </w:r>
      <w:r w:rsidR="00B97E5D">
        <w:t>’</w:t>
      </w:r>
      <w:r w:rsidRPr="003E4D35">
        <w:t>il y a de plus infini sur notre petite terre</w:t>
      </w:r>
      <w:r w:rsidR="00B97E5D">
        <w:t xml:space="preserve"> ; </w:t>
      </w:r>
      <w:r w:rsidRPr="003E4D35">
        <w:t>il me fallut me tourner pour retrouver</w:t>
      </w:r>
      <w:r w:rsidR="00B97E5D">
        <w:t xml:space="preserve">, </w:t>
      </w:r>
      <w:r w:rsidRPr="003E4D35">
        <w:t>derrière moi</w:t>
      </w:r>
      <w:r w:rsidR="00B97E5D">
        <w:t xml:space="preserve">, </w:t>
      </w:r>
      <w:r w:rsidRPr="003E4D35">
        <w:t>mes deux îles</w:t>
      </w:r>
      <w:r w:rsidR="00B97E5D">
        <w:t xml:space="preserve">, </w:t>
      </w:r>
      <w:r w:rsidRPr="003E4D35">
        <w:t>comme deux bouées marquant le point où s</w:t>
      </w:r>
      <w:r w:rsidR="00B97E5D">
        <w:t>’</w:t>
      </w:r>
      <w:r w:rsidRPr="003E4D35">
        <w:t>est englouti un sous-marin</w:t>
      </w:r>
      <w:r w:rsidR="00B97E5D">
        <w:t xml:space="preserve">. </w:t>
      </w:r>
      <w:r w:rsidRPr="003E4D35">
        <w:t>Tous immobiles comme s</w:t>
      </w:r>
      <w:r w:rsidR="00B97E5D">
        <w:t>’</w:t>
      </w:r>
      <w:r w:rsidRPr="003E4D35">
        <w:t>il n</w:t>
      </w:r>
      <w:r w:rsidR="00B97E5D">
        <w:t>’</w:t>
      </w:r>
      <w:r w:rsidRPr="003E4D35">
        <w:t>y avait qu</w:t>
      </w:r>
      <w:r w:rsidR="00B97E5D">
        <w:t>’</w:t>
      </w:r>
      <w:r w:rsidRPr="003E4D35">
        <w:t>un seul dieu caché dans leur armée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il s</w:t>
      </w:r>
      <w:r w:rsidR="00B97E5D">
        <w:t>’</w:t>
      </w:r>
      <w:r w:rsidRPr="003E4D35">
        <w:t>agi</w:t>
      </w:r>
      <w:r w:rsidRPr="003E4D35">
        <w:t>s</w:t>
      </w:r>
      <w:r w:rsidRPr="003E4D35">
        <w:t>sait pour moi de découvrir</w:t>
      </w:r>
      <w:r w:rsidR="00B97E5D">
        <w:t xml:space="preserve">, </w:t>
      </w:r>
      <w:r w:rsidRPr="003E4D35">
        <w:t>et qu</w:t>
      </w:r>
      <w:r w:rsidR="00B97E5D">
        <w:t>’</w:t>
      </w:r>
      <w:r w:rsidRPr="003E4D35">
        <w:t>en fait je cherchais</w:t>
      </w:r>
      <w:r w:rsidR="00B97E5D">
        <w:t xml:space="preserve">, </w:t>
      </w:r>
      <w:r w:rsidRPr="003E4D35">
        <w:t>les to</w:t>
      </w:r>
      <w:r w:rsidRPr="003E4D35">
        <w:t>u</w:t>
      </w:r>
      <w:r w:rsidRPr="003E4D35">
        <w:t>chant du doigt</w:t>
      </w:r>
      <w:r w:rsidR="00B97E5D">
        <w:t xml:space="preserve">, </w:t>
      </w:r>
      <w:r w:rsidRPr="003E4D35">
        <w:t>comme Ulysse recherchant Achille dans le rég</w:t>
      </w:r>
      <w:r w:rsidRPr="003E4D35">
        <w:t>i</w:t>
      </w:r>
      <w:r w:rsidRPr="003E4D35">
        <w:t>ment des filles</w:t>
      </w:r>
      <w:r w:rsidR="00B97E5D">
        <w:t xml:space="preserve">… </w:t>
      </w:r>
      <w:r w:rsidRPr="003E4D35">
        <w:t>Je le trouvai</w:t>
      </w:r>
      <w:r w:rsidR="00B97E5D">
        <w:t>… !</w:t>
      </w:r>
    </w:p>
    <w:p w14:paraId="725461F7" w14:textId="77777777" w:rsidR="00B97E5D" w:rsidRDefault="00F225BE" w:rsidP="00F225BE">
      <w:r w:rsidRPr="003E4D35">
        <w:t>C</w:t>
      </w:r>
      <w:r w:rsidR="00B97E5D">
        <w:t>’</w:t>
      </w:r>
      <w:r w:rsidRPr="003E4D35">
        <w:t>est ainsi que le pendule de ma vie</w:t>
      </w:r>
      <w:r w:rsidR="00B97E5D">
        <w:t xml:space="preserve">, </w:t>
      </w:r>
      <w:r w:rsidRPr="003E4D35">
        <w:t>trop tendu</w:t>
      </w:r>
      <w:r w:rsidR="00B97E5D">
        <w:t xml:space="preserve">, </w:t>
      </w:r>
      <w:r w:rsidRPr="003E4D35">
        <w:t>ne battait plus que des animaux aux dieux</w:t>
      </w:r>
      <w:r w:rsidR="00B97E5D">
        <w:t xml:space="preserve">. </w:t>
      </w:r>
      <w:r w:rsidRPr="003E4D35">
        <w:t>Certes</w:t>
      </w:r>
      <w:r w:rsidR="00B97E5D">
        <w:t xml:space="preserve">, </w:t>
      </w:r>
      <w:r w:rsidRPr="003E4D35">
        <w:t>moi aussi</w:t>
      </w:r>
      <w:r w:rsidR="00B97E5D">
        <w:t xml:space="preserve">, </w:t>
      </w:r>
      <w:r w:rsidRPr="003E4D35">
        <w:t>comme tous</w:t>
      </w:r>
      <w:r w:rsidR="00B97E5D">
        <w:t xml:space="preserve">, </w:t>
      </w:r>
      <w:r w:rsidRPr="003E4D35">
        <w:t>je créais l</w:t>
      </w:r>
      <w:r w:rsidR="00B97E5D">
        <w:t>’</w:t>
      </w:r>
      <w:r w:rsidRPr="003E4D35">
        <w:t>univers</w:t>
      </w:r>
      <w:r w:rsidR="00B97E5D">
        <w:t xml:space="preserve">. </w:t>
      </w:r>
      <w:r w:rsidRPr="003E4D35">
        <w:t>Mais cet appareil si parfait jadis</w:t>
      </w:r>
      <w:r w:rsidR="00B97E5D">
        <w:t xml:space="preserve">, </w:t>
      </w:r>
      <w:r w:rsidRPr="003E4D35">
        <w:t>et qui faisait que pour moi il n</w:t>
      </w:r>
      <w:r w:rsidR="00B97E5D">
        <w:t>’</w:t>
      </w:r>
      <w:r w:rsidRPr="003E4D35">
        <w:t>y avait pas de train en retard</w:t>
      </w:r>
      <w:r w:rsidR="00B97E5D">
        <w:t xml:space="preserve">, </w:t>
      </w:r>
      <w:r w:rsidRPr="003E4D35">
        <w:t>pas de visites en avance</w:t>
      </w:r>
      <w:r w:rsidR="00B97E5D">
        <w:t xml:space="preserve">, </w:t>
      </w:r>
      <w:r w:rsidRPr="003E4D35">
        <w:t>on pouvait dire qu</w:t>
      </w:r>
      <w:r w:rsidR="00B97E5D">
        <w:t>’</w:t>
      </w:r>
      <w:r w:rsidRPr="003E4D35">
        <w:t>il n</w:t>
      </w:r>
      <w:r w:rsidR="00B97E5D">
        <w:t>’</w:t>
      </w:r>
      <w:r w:rsidRPr="003E4D35">
        <w:t>était plus au point</w:t>
      </w:r>
      <w:r w:rsidR="00B97E5D">
        <w:t xml:space="preserve">. </w:t>
      </w:r>
      <w:r w:rsidRPr="003E4D35">
        <w:t>Je ne donnais plus que ces mouvements lents de l</w:t>
      </w:r>
      <w:r w:rsidR="00B97E5D">
        <w:t>’</w:t>
      </w:r>
      <w:r w:rsidRPr="003E4D35">
        <w:t>âme qui sont les singes</w:t>
      </w:r>
      <w:r w:rsidR="00B97E5D">
        <w:t xml:space="preserve">, </w:t>
      </w:r>
      <w:r w:rsidRPr="003E4D35">
        <w:t>les perroquets</w:t>
      </w:r>
      <w:r w:rsidR="00B97E5D">
        <w:t xml:space="preserve">, </w:t>
      </w:r>
      <w:r w:rsidRPr="003E4D35">
        <w:t>ou ces figures éclairs qui sont les dieux papous</w:t>
      </w:r>
      <w:r w:rsidR="00B97E5D">
        <w:t xml:space="preserve">. </w:t>
      </w:r>
      <w:r w:rsidRPr="003E4D35">
        <w:t>Bientôt le gouffre encore s</w:t>
      </w:r>
      <w:r w:rsidR="00B97E5D">
        <w:t>’</w:t>
      </w:r>
      <w:r w:rsidRPr="003E4D35">
        <w:t>élargirait</w:t>
      </w:r>
      <w:r w:rsidR="00B97E5D">
        <w:t xml:space="preserve">. </w:t>
      </w:r>
      <w:r w:rsidRPr="003E4D35">
        <w:t>Je n</w:t>
      </w:r>
      <w:r w:rsidR="00B97E5D">
        <w:t>’</w:t>
      </w:r>
      <w:r w:rsidRPr="003E4D35">
        <w:t>aurais plus à un bout de ma pensée que l</w:t>
      </w:r>
      <w:r w:rsidR="00B97E5D">
        <w:t>’</w:t>
      </w:r>
      <w:r w:rsidRPr="003E4D35">
        <w:t>animal le plus proche des plantes</w:t>
      </w:r>
      <w:r w:rsidR="00B97E5D">
        <w:t xml:space="preserve">, </w:t>
      </w:r>
      <w:r w:rsidRPr="003E4D35">
        <w:t>à l</w:t>
      </w:r>
      <w:r w:rsidR="00B97E5D">
        <w:t>’</w:t>
      </w:r>
      <w:r w:rsidRPr="003E4D35">
        <w:t>autre que Dieu lui-même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étaient mes deux seuls voisins</w:t>
      </w:r>
      <w:r w:rsidR="00B97E5D">
        <w:t xml:space="preserve">. </w:t>
      </w:r>
      <w:r w:rsidRPr="003E4D35">
        <w:t>Le moi</w:t>
      </w:r>
      <w:r w:rsidRPr="003E4D35">
        <w:t>n</w:t>
      </w:r>
      <w:r w:rsidRPr="003E4D35">
        <w:t>dre écart me heurtait au tatou ou à la Trinité</w:t>
      </w:r>
      <w:r w:rsidR="00B97E5D">
        <w:t xml:space="preserve">. </w:t>
      </w:r>
      <w:r w:rsidRPr="003E4D35">
        <w:t>Seule à ne pas avoir un milliard d</w:t>
      </w:r>
      <w:r w:rsidR="00B97E5D">
        <w:t>’</w:t>
      </w:r>
      <w:r w:rsidRPr="003E4D35">
        <w:t>hommes à ma droite</w:t>
      </w:r>
      <w:r w:rsidR="00B97E5D">
        <w:t xml:space="preserve">, </w:t>
      </w:r>
      <w:r w:rsidRPr="003E4D35">
        <w:t>un milliard d</w:t>
      </w:r>
      <w:r w:rsidR="00B97E5D">
        <w:t>’</w:t>
      </w:r>
      <w:r w:rsidRPr="003E4D35">
        <w:t>hommes à ma gauche</w:t>
      </w:r>
      <w:r w:rsidR="00B97E5D">
        <w:t xml:space="preserve">, </w:t>
      </w:r>
      <w:r w:rsidRPr="003E4D35">
        <w:t xml:space="preserve">avec des </w:t>
      </w:r>
      <w:r w:rsidRPr="003E4D35">
        <w:lastRenderedPageBreak/>
        <w:t>femmes entre chacun pour amortir e</w:t>
      </w:r>
      <w:r w:rsidRPr="003E4D35">
        <w:t>n</w:t>
      </w:r>
      <w:r w:rsidRPr="003E4D35">
        <w:t>core</w:t>
      </w:r>
      <w:r w:rsidR="00B97E5D">
        <w:t xml:space="preserve">, </w:t>
      </w:r>
      <w:r w:rsidRPr="003E4D35">
        <w:t>tout ce qui venait de la nature ou du cœur m</w:t>
      </w:r>
      <w:r w:rsidR="00B97E5D">
        <w:t>’</w:t>
      </w:r>
      <w:r w:rsidRPr="003E4D35">
        <w:t>atteignait de son premier choc et me bouleversait</w:t>
      </w:r>
      <w:r w:rsidR="00B97E5D">
        <w:t xml:space="preserve">. </w:t>
      </w:r>
      <w:r w:rsidRPr="003E4D35">
        <w:t>Tous ces frissons qui m</w:t>
      </w:r>
      <w:r w:rsidR="00B97E5D">
        <w:t>’</w:t>
      </w:r>
      <w:r w:rsidRPr="003E4D35">
        <w:t>étaient arrivés par mes nourrices ou mes poètes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arrachant à peine un soupir</w:t>
      </w:r>
      <w:r w:rsidR="00B97E5D">
        <w:t xml:space="preserve">, </w:t>
      </w:r>
      <w:r w:rsidRPr="003E4D35">
        <w:t>ils me jetaient maintenant à terre</w:t>
      </w:r>
      <w:r w:rsidR="00B97E5D">
        <w:t xml:space="preserve">, </w:t>
      </w:r>
      <w:r w:rsidRPr="003E4D35">
        <w:t>ils me ro</w:t>
      </w:r>
      <w:r w:rsidRPr="003E4D35">
        <w:t>u</w:t>
      </w:r>
      <w:r w:rsidRPr="003E4D35">
        <w:t>laient sanglante sur des épines</w:t>
      </w:r>
      <w:r w:rsidR="00B97E5D">
        <w:t xml:space="preserve">. </w:t>
      </w:r>
      <w:r w:rsidRPr="003E4D35">
        <w:t>Cette horreur de savoir Stra</w:t>
      </w:r>
      <w:r w:rsidRPr="003E4D35">
        <w:t>s</w:t>
      </w:r>
      <w:r w:rsidRPr="003E4D35">
        <w:t>bourg allemande qui me faisait tout fermer les yeux</w:t>
      </w:r>
      <w:r w:rsidR="00B97E5D">
        <w:t xml:space="preserve">, </w:t>
      </w:r>
      <w:r w:rsidRPr="003E4D35">
        <w:t>elle m</w:t>
      </w:r>
      <w:r w:rsidR="00B97E5D">
        <w:t>’</w:t>
      </w:r>
      <w:r w:rsidRPr="003E4D35">
        <w:t>arr</w:t>
      </w:r>
      <w:r w:rsidRPr="003E4D35">
        <w:t>a</w:t>
      </w:r>
      <w:r w:rsidRPr="003E4D35">
        <w:t>chait maintenant au plus</w:t>
      </w:r>
      <w:r w:rsidR="00B97E5D">
        <w:t xml:space="preserve">, </w:t>
      </w:r>
      <w:r w:rsidRPr="003E4D35">
        <w:t>autrefois</w:t>
      </w:r>
      <w:r w:rsidR="00B97E5D">
        <w:t xml:space="preserve">, </w:t>
      </w:r>
      <w:r w:rsidRPr="003E4D35">
        <w:t>transmise par mon tuteur</w:t>
      </w:r>
      <w:r w:rsidR="00B97E5D">
        <w:t xml:space="preserve">, </w:t>
      </w:r>
      <w:r w:rsidRPr="003E4D35">
        <w:t>sur une berge étincelante des cris stridents</w:t>
      </w:r>
      <w:r w:rsidR="00B97E5D">
        <w:t xml:space="preserve">. </w:t>
      </w:r>
      <w:r w:rsidRPr="003E4D35">
        <w:t>Cette haine de cr</w:t>
      </w:r>
      <w:r w:rsidRPr="003E4D35">
        <w:t>a</w:t>
      </w:r>
      <w:r w:rsidRPr="003E4D35">
        <w:t>vates Lavallière qui me faisait alors sourire</w:t>
      </w:r>
      <w:r w:rsidR="00B97E5D">
        <w:t xml:space="preserve">, </w:t>
      </w:r>
      <w:r w:rsidRPr="003E4D35">
        <w:t>elle me faisait jeter contre des blocs de nacre coupante des soles blanchâtres</w:t>
      </w:r>
      <w:r w:rsidR="00B97E5D">
        <w:t xml:space="preserve">. </w:t>
      </w:r>
      <w:r w:rsidRPr="003E4D35">
        <w:t>Ch</w:t>
      </w:r>
      <w:r w:rsidRPr="003E4D35">
        <w:t>a</w:t>
      </w:r>
      <w:r w:rsidRPr="003E4D35">
        <w:t>cune de mes pensées les plus simples ne s</w:t>
      </w:r>
      <w:r w:rsidR="00B97E5D">
        <w:t>’</w:t>
      </w:r>
      <w:r w:rsidRPr="003E4D35">
        <w:t>arrêtait qu</w:t>
      </w:r>
      <w:r w:rsidR="00B97E5D">
        <w:t>’</w:t>
      </w:r>
      <w:r w:rsidRPr="003E4D35">
        <w:t>après avoir atteint son zénith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beau cligner des yeux</w:t>
      </w:r>
      <w:r w:rsidR="00B97E5D">
        <w:t xml:space="preserve">, </w:t>
      </w:r>
      <w:r w:rsidRPr="003E4D35">
        <w:t>cligner de l</w:t>
      </w:r>
      <w:r w:rsidR="00B97E5D">
        <w:t>’</w:t>
      </w:r>
      <w:r w:rsidRPr="003E4D35">
        <w:t>âme</w:t>
      </w:r>
      <w:r w:rsidR="00B97E5D">
        <w:t xml:space="preserve">, </w:t>
      </w:r>
      <w:r w:rsidRPr="003E4D35">
        <w:t>rien qui me redonnât ce monde dont le mouvement était l</w:t>
      </w:r>
      <w:r w:rsidR="00B97E5D">
        <w:t>’</w:t>
      </w:r>
      <w:r w:rsidRPr="003E4D35">
        <w:t>allure Gaumont des cinémas médiocres et où j</w:t>
      </w:r>
      <w:r w:rsidR="00B97E5D">
        <w:t>’</w:t>
      </w:r>
      <w:r w:rsidRPr="003E4D35">
        <w:t>eusse retrouvé mes amis</w:t>
      </w:r>
      <w:r w:rsidR="00B97E5D">
        <w:t xml:space="preserve">… </w:t>
      </w:r>
      <w:r w:rsidRPr="003E4D35">
        <w:t>Parfois j</w:t>
      </w:r>
      <w:r w:rsidR="00B97E5D">
        <w:t>’</w:t>
      </w:r>
      <w:r w:rsidRPr="003E4D35">
        <w:t>avais l</w:t>
      </w:r>
      <w:r w:rsidR="00B97E5D">
        <w:t>’</w:t>
      </w:r>
      <w:r w:rsidRPr="003E4D35">
        <w:t>impression qu</w:t>
      </w:r>
      <w:r w:rsidR="00B97E5D">
        <w:t>’</w:t>
      </w:r>
      <w:r w:rsidRPr="003E4D35">
        <w:t>il me suffirait de trouver un mot et de le crier tout haut pour sortir de cet encha</w:t>
      </w:r>
      <w:r w:rsidRPr="003E4D35">
        <w:t>n</w:t>
      </w:r>
      <w:r w:rsidRPr="003E4D35">
        <w:t>tement</w:t>
      </w:r>
      <w:r w:rsidR="00B97E5D">
        <w:t xml:space="preserve">. </w:t>
      </w:r>
      <w:r w:rsidRPr="003E4D35">
        <w:t>Je prononçais le premier venu au hasard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essayant sur l</w:t>
      </w:r>
      <w:r w:rsidR="00B97E5D">
        <w:t>’</w:t>
      </w:r>
      <w:r w:rsidRPr="003E4D35">
        <w:t>horizon comme sur un coffre-fort</w:t>
      </w:r>
      <w:r w:rsidR="00B97E5D">
        <w:t xml:space="preserve">, </w:t>
      </w:r>
      <w:r w:rsidRPr="003E4D35">
        <w:t>désirant plus qu</w:t>
      </w:r>
      <w:r w:rsidR="00B97E5D">
        <w:t>’</w:t>
      </w:r>
      <w:r w:rsidRPr="003E4D35">
        <w:t>un sauv</w:t>
      </w:r>
      <w:r w:rsidRPr="003E4D35">
        <w:t>e</w:t>
      </w:r>
      <w:r w:rsidRPr="003E4D35">
        <w:t>teur un simple dictionnaire pour le lire de bout en bout</w:t>
      </w:r>
      <w:r w:rsidR="00B97E5D">
        <w:t xml:space="preserve">, </w:t>
      </w:r>
      <w:r w:rsidRPr="003E4D35">
        <w:t>certaine ainsi d</w:t>
      </w:r>
      <w:r w:rsidR="00B97E5D">
        <w:t>’</w:t>
      </w:r>
      <w:r w:rsidRPr="003E4D35">
        <w:t>avoir à appuyer sur le vrai ressort</w:t>
      </w:r>
      <w:r w:rsidR="00B97E5D">
        <w:t xml:space="preserve">, </w:t>
      </w:r>
      <w:r w:rsidRPr="003E4D35">
        <w:t>sur le mot qui ouvre Paris</w:t>
      </w:r>
      <w:r w:rsidR="00B97E5D">
        <w:t xml:space="preserve">, </w:t>
      </w:r>
      <w:r w:rsidRPr="003E4D35">
        <w:t>les mansardes allumées</w:t>
      </w:r>
      <w:r w:rsidR="00B97E5D">
        <w:t xml:space="preserve">, </w:t>
      </w:r>
      <w:r w:rsidRPr="003E4D35">
        <w:t>sur celui qui donne l</w:t>
      </w:r>
      <w:r w:rsidR="00B97E5D">
        <w:t>’</w:t>
      </w:r>
      <w:r w:rsidRPr="003E4D35">
        <w:t>électricité</w:t>
      </w:r>
      <w:r w:rsidR="00B97E5D">
        <w:t xml:space="preserve">, </w:t>
      </w:r>
      <w:r w:rsidRPr="003E4D35">
        <w:t>qui allume le gaz</w:t>
      </w:r>
      <w:r w:rsidR="00B97E5D">
        <w:t xml:space="preserve">… </w:t>
      </w:r>
      <w:r w:rsidRPr="003E4D35">
        <w:t>En vain</w:t>
      </w:r>
      <w:r w:rsidR="00B97E5D">
        <w:t xml:space="preserve">… </w:t>
      </w:r>
      <w:r w:rsidRPr="003E4D35">
        <w:t>Si dans ma sieste un nom me v</w:t>
      </w:r>
      <w:r w:rsidRPr="003E4D35">
        <w:t>e</w:t>
      </w:r>
      <w:r w:rsidRPr="003E4D35">
        <w:t>nait à l</w:t>
      </w:r>
      <w:r w:rsidR="00B97E5D">
        <w:t>’</w:t>
      </w:r>
      <w:r w:rsidRPr="003E4D35">
        <w:t>esprit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éveillais</w:t>
      </w:r>
      <w:r w:rsidR="00B97E5D">
        <w:t xml:space="preserve">, </w:t>
      </w:r>
      <w:r w:rsidRPr="003E4D35">
        <w:t>je le criais vers la mer</w:t>
      </w:r>
      <w:r w:rsidR="00B97E5D">
        <w:t>…</w:t>
      </w:r>
    </w:p>
    <w:p w14:paraId="551E5FDA" w14:textId="77777777" w:rsidR="00B97E5D" w:rsidRDefault="00F225BE" w:rsidP="00F225BE">
      <w:r w:rsidRPr="003E4D35">
        <w:t>Rien</w:t>
      </w:r>
      <w:r w:rsidR="00B97E5D">
        <w:t xml:space="preserve">, </w:t>
      </w:r>
      <w:r w:rsidRPr="003E4D35">
        <w:t>un oiseau</w:t>
      </w:r>
      <w:r w:rsidR="00B97E5D">
        <w:t>.</w:t>
      </w:r>
    </w:p>
    <w:p w14:paraId="60761A3D" w14:textId="77777777" w:rsidR="00B97E5D" w:rsidRDefault="00F225BE" w:rsidP="00F225BE">
      <w:r w:rsidRPr="003E4D35">
        <w:t>Je me rendais compte que je l</w:t>
      </w:r>
      <w:r w:rsidR="00B97E5D">
        <w:t>’</w:t>
      </w:r>
      <w:r w:rsidRPr="003E4D35">
        <w:t>avais dit trop brutalement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il fallait l</w:t>
      </w:r>
      <w:r w:rsidR="00B97E5D">
        <w:t>’</w:t>
      </w:r>
      <w:r w:rsidRPr="003E4D35">
        <w:t>entourer de deux ou trois consonnes indistinctes</w:t>
      </w:r>
      <w:r w:rsidR="00B97E5D">
        <w:t xml:space="preserve">. </w:t>
      </w:r>
      <w:r w:rsidRPr="003E4D35">
        <w:t>Je le logeais dans cet assemblable</w:t>
      </w:r>
      <w:r w:rsidR="00B97E5D">
        <w:t xml:space="preserve">… </w:t>
      </w:r>
      <w:r w:rsidRPr="003E4D35">
        <w:t>Je le lançais</w:t>
      </w:r>
      <w:r w:rsidR="00B97E5D">
        <w:t>…</w:t>
      </w:r>
    </w:p>
    <w:p w14:paraId="0C5F4282" w14:textId="77777777" w:rsidR="00B97E5D" w:rsidRDefault="00F225BE" w:rsidP="00F225BE">
      <w:r w:rsidRPr="003E4D35">
        <w:t>Il y avait là-bas un tout petit remous</w:t>
      </w:r>
      <w:r w:rsidR="00B97E5D">
        <w:t xml:space="preserve">, – </w:t>
      </w:r>
      <w:r w:rsidRPr="003E4D35">
        <w:t>mais un vrai petit remous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plus rien</w:t>
      </w:r>
      <w:r w:rsidR="00B97E5D">
        <w:t xml:space="preserve">… </w:t>
      </w:r>
      <w:r w:rsidRPr="003E4D35">
        <w:t>Je songeais à mourir</w:t>
      </w:r>
      <w:r w:rsidR="00B97E5D">
        <w:t>.</w:t>
      </w:r>
    </w:p>
    <w:p w14:paraId="05C3EC79" w14:textId="77777777" w:rsidR="00B97E5D" w:rsidRDefault="00F225BE" w:rsidP="00F225BE">
      <w:r w:rsidRPr="003E4D35">
        <w:lastRenderedPageBreak/>
        <w:t>Mais c</w:t>
      </w:r>
      <w:r w:rsidR="00B97E5D">
        <w:t>’</w:t>
      </w:r>
      <w:r w:rsidRPr="003E4D35">
        <w:t xml:space="preserve">est alors que Calixte </w:t>
      </w:r>
      <w:proofErr w:type="spellStart"/>
      <w:r w:rsidRPr="003E4D35">
        <w:t>Sornin</w:t>
      </w:r>
      <w:proofErr w:type="spellEnd"/>
      <w:r w:rsidRPr="003E4D35">
        <w:t xml:space="preserve"> apparaissait et me sa</w:t>
      </w:r>
      <w:r w:rsidRPr="003E4D35">
        <w:t>u</w:t>
      </w:r>
      <w:r w:rsidRPr="003E4D35">
        <w:t>vait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le premier nom de mort que j</w:t>
      </w:r>
      <w:r w:rsidR="00B97E5D">
        <w:t>’</w:t>
      </w:r>
      <w:r w:rsidRPr="003E4D35">
        <w:t>eusse entendu</w:t>
      </w:r>
      <w:r w:rsidR="00B97E5D">
        <w:t xml:space="preserve">, </w:t>
      </w:r>
      <w:r w:rsidRPr="003E4D35">
        <w:t>à ma première messe</w:t>
      </w:r>
      <w:r w:rsidR="00B97E5D">
        <w:t xml:space="preserve">. </w:t>
      </w:r>
      <w:r w:rsidRPr="003E4D35">
        <w:t>De Calixte je ne savais que ce nom</w:t>
      </w:r>
      <w:r w:rsidR="00B97E5D">
        <w:t xml:space="preserve">. </w:t>
      </w:r>
      <w:r w:rsidRPr="003E4D35">
        <w:t>Un paysan sans doute</w:t>
      </w:r>
      <w:r w:rsidR="00B97E5D">
        <w:t xml:space="preserve">, </w:t>
      </w:r>
      <w:r w:rsidRPr="003E4D35">
        <w:t>un ouvrier</w:t>
      </w:r>
      <w:r w:rsidR="00B97E5D">
        <w:t xml:space="preserve">. </w:t>
      </w:r>
      <w:r w:rsidRPr="003E4D35">
        <w:t>Mais moi seule</w:t>
      </w:r>
      <w:r w:rsidR="00B97E5D">
        <w:t xml:space="preserve">, </w:t>
      </w:r>
      <w:r w:rsidRPr="003E4D35">
        <w:t>sans aucun doute</w:t>
      </w:r>
      <w:r w:rsidR="00B97E5D">
        <w:t xml:space="preserve">, </w:t>
      </w:r>
      <w:r w:rsidRPr="003E4D35">
        <w:t>de tous ceux qui vivaient me le rappelais encore</w:t>
      </w:r>
      <w:r w:rsidR="00B97E5D">
        <w:t xml:space="preserve">. </w:t>
      </w:r>
      <w:r w:rsidRPr="003E4D35">
        <w:t>Il était célibataire</w:t>
      </w:r>
      <w:r w:rsidR="00B97E5D">
        <w:t xml:space="preserve">, </w:t>
      </w:r>
      <w:r w:rsidRPr="003E4D35">
        <w:t>il était orphelin</w:t>
      </w:r>
      <w:r w:rsidR="00B97E5D">
        <w:t xml:space="preserve">, </w:t>
      </w:r>
      <w:r w:rsidRPr="003E4D35">
        <w:t>il avait quatre-vingt-onze ans</w:t>
      </w:r>
      <w:r w:rsidR="00B97E5D">
        <w:t xml:space="preserve">, </w:t>
      </w:r>
      <w:r w:rsidRPr="003E4D35">
        <w:t>avait dit le curé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le seul dépositaire de cette faible mémoire</w:t>
      </w:r>
      <w:r w:rsidR="00B97E5D">
        <w:t xml:space="preserve">. </w:t>
      </w:r>
      <w:r w:rsidRPr="003E4D35">
        <w:t>Moi disparue</w:t>
      </w:r>
      <w:r w:rsidR="00B97E5D">
        <w:t xml:space="preserve">, </w:t>
      </w:r>
      <w:r w:rsidRPr="003E4D35">
        <w:t>alors que pour moi-même je n</w:t>
      </w:r>
      <w:r w:rsidR="00B97E5D">
        <w:t>’</w:t>
      </w:r>
      <w:r w:rsidRPr="003E4D35">
        <w:t>avais rien à craindre</w:t>
      </w:r>
      <w:r w:rsidR="00B97E5D">
        <w:t xml:space="preserve">, </w:t>
      </w:r>
      <w:r w:rsidRPr="003E4D35">
        <w:t>alors que mon souvenir vivrait encore longtemps dans Bellac et par S</w:t>
      </w:r>
      <w:r w:rsidRPr="003E4D35">
        <w:t>i</w:t>
      </w:r>
      <w:r w:rsidRPr="003E4D35">
        <w:t>mon dans Paris</w:t>
      </w:r>
      <w:r w:rsidR="00B97E5D">
        <w:t xml:space="preserve">, </w:t>
      </w:r>
      <w:r w:rsidRPr="003E4D35">
        <w:t>moi morte</w:t>
      </w:r>
      <w:r w:rsidR="00B97E5D">
        <w:t xml:space="preserve">, </w:t>
      </w:r>
      <w:r w:rsidRPr="003E4D35">
        <w:t>le dernier reflet de la vie de Calixte était anéanti</w:t>
      </w:r>
      <w:r w:rsidR="00B97E5D">
        <w:t xml:space="preserve">. </w:t>
      </w:r>
      <w:r w:rsidRPr="003E4D35">
        <w:t>Parfois je me sentais plus responsable de ce so</w:t>
      </w:r>
      <w:r w:rsidRPr="003E4D35">
        <w:t>u</w:t>
      </w:r>
      <w:r w:rsidRPr="003E4D35">
        <w:t>venir à son terme que de mon existence même</w:t>
      </w:r>
      <w:r w:rsidR="00B97E5D">
        <w:t xml:space="preserve">. </w:t>
      </w:r>
      <w:r w:rsidRPr="003E4D35">
        <w:t>Je l</w:t>
      </w:r>
      <w:r w:rsidR="00B97E5D">
        <w:t>’</w:t>
      </w:r>
      <w:r w:rsidRPr="003E4D35">
        <w:t>entretenais de mille promesses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obligerais Loti à appeler un livre de son nom</w:t>
      </w:r>
      <w:r w:rsidR="00B97E5D">
        <w:t xml:space="preserve">. </w:t>
      </w:r>
      <w:r w:rsidRPr="003E4D35">
        <w:t>Je ferais dire une messe haute devant les enfants de Marie et jeter le nom de Calixte à cinquante mémoires de petites filles</w:t>
      </w:r>
      <w:r w:rsidR="00B97E5D">
        <w:t xml:space="preserve">, </w:t>
      </w:r>
      <w:r w:rsidRPr="003E4D35">
        <w:t>sûre que l</w:t>
      </w:r>
      <w:r w:rsidR="00B97E5D">
        <w:t>’</w:t>
      </w:r>
      <w:r w:rsidRPr="003E4D35">
        <w:t>une le prendrait et le nourrirait de sa sève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oblig</w:t>
      </w:r>
      <w:r w:rsidRPr="003E4D35">
        <w:t>e</w:t>
      </w:r>
      <w:r w:rsidRPr="003E4D35">
        <w:t>rais les géographes à appeler Île Calixte mon île</w:t>
      </w:r>
      <w:r w:rsidR="00B97E5D">
        <w:t xml:space="preserve">, </w:t>
      </w:r>
      <w:r w:rsidRPr="003E4D35">
        <w:t>ou même celle des mille dieux</w:t>
      </w:r>
      <w:r w:rsidR="00B97E5D">
        <w:t xml:space="preserve">, </w:t>
      </w:r>
      <w:r w:rsidRPr="003E4D35">
        <w:t>et à le lier ainsi</w:t>
      </w:r>
      <w:r w:rsidR="00B97E5D">
        <w:t xml:space="preserve">, </w:t>
      </w:r>
      <w:r w:rsidRPr="003E4D35">
        <w:t>dans les cours des philosophes</w:t>
      </w:r>
      <w:r w:rsidR="00B97E5D">
        <w:t xml:space="preserve">, </w:t>
      </w:r>
      <w:r w:rsidRPr="003E4D35">
        <w:t>à l</w:t>
      </w:r>
      <w:r w:rsidR="00B97E5D">
        <w:t>’</w:t>
      </w:r>
      <w:r w:rsidRPr="003E4D35">
        <w:t>idée de Dieu lui-même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étais plus qu</w:t>
      </w:r>
      <w:r w:rsidR="00B97E5D">
        <w:t>’</w:t>
      </w:r>
      <w:r w:rsidRPr="003E4D35">
        <w:t>un savant qui hésite à se tuer parce qu</w:t>
      </w:r>
      <w:r w:rsidR="00B97E5D">
        <w:t>’</w:t>
      </w:r>
      <w:r w:rsidRPr="003E4D35">
        <w:t>avec lui meurt une découverte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la clef</w:t>
      </w:r>
      <w:r w:rsidR="00B97E5D">
        <w:t xml:space="preserve">, </w:t>
      </w:r>
      <w:r w:rsidRPr="003E4D35">
        <w:t>seule j</w:t>
      </w:r>
      <w:r w:rsidR="00B97E5D">
        <w:t>’</w:t>
      </w:r>
      <w:r w:rsidRPr="003E4D35">
        <w:t>avais la clef d</w:t>
      </w:r>
      <w:r w:rsidR="00B97E5D">
        <w:t>’</w:t>
      </w:r>
      <w:r w:rsidRPr="003E4D35">
        <w:t>une vie humaine</w:t>
      </w:r>
      <w:r w:rsidR="00B97E5D">
        <w:t xml:space="preserve">. </w:t>
      </w:r>
      <w:r w:rsidRPr="003E4D35">
        <w:t>Un être par moi mourrait ou vivrait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eût été de la lâcheté envers lui</w:t>
      </w:r>
      <w:r w:rsidR="00B97E5D">
        <w:t xml:space="preserve">, </w:t>
      </w:r>
      <w:r w:rsidRPr="003E4D35">
        <w:t>que de me laisser couler à fond</w:t>
      </w:r>
      <w:r w:rsidR="00B97E5D">
        <w:t xml:space="preserve">, </w:t>
      </w:r>
      <w:r w:rsidRPr="003E4D35">
        <w:t>ou de me pendre</w:t>
      </w:r>
      <w:r w:rsidR="00B97E5D">
        <w:t xml:space="preserve">, </w:t>
      </w:r>
      <w:r w:rsidRPr="003E4D35">
        <w:t>ou de désespérer</w:t>
      </w:r>
      <w:r w:rsidR="00B97E5D">
        <w:t xml:space="preserve">… </w:t>
      </w:r>
      <w:r w:rsidRPr="003E4D35">
        <w:t>C</w:t>
      </w:r>
      <w:r w:rsidR="00B97E5D">
        <w:t>’</w:t>
      </w:r>
      <w:r w:rsidRPr="003E4D35">
        <w:t>est ainsi que ce nom</w:t>
      </w:r>
      <w:r w:rsidR="00B97E5D">
        <w:t xml:space="preserve">, </w:t>
      </w:r>
      <w:r w:rsidRPr="003E4D35">
        <w:t>qui le premier avait jeté sur moi du deuil</w:t>
      </w:r>
      <w:r w:rsidR="00B97E5D">
        <w:t xml:space="preserve">, </w:t>
      </w:r>
      <w:r w:rsidRPr="003E4D35">
        <w:t>me so</w:t>
      </w:r>
      <w:r w:rsidRPr="003E4D35">
        <w:t>u</w:t>
      </w:r>
      <w:r w:rsidRPr="003E4D35">
        <w:t>tenait au-dessus des tempêtes</w:t>
      </w:r>
      <w:r w:rsidR="00B97E5D">
        <w:t xml:space="preserve">, </w:t>
      </w:r>
      <w:r w:rsidRPr="003E4D35">
        <w:t>et m</w:t>
      </w:r>
      <w:r w:rsidR="00B97E5D">
        <w:t>’</w:t>
      </w:r>
      <w:r w:rsidRPr="003E4D35">
        <w:t>attachait à la terre</w:t>
      </w:r>
      <w:r w:rsidR="00B97E5D">
        <w:t xml:space="preserve">, </w:t>
      </w:r>
      <w:r w:rsidRPr="003E4D35">
        <w:t>et me maintenait dans cette faible couche d</w:t>
      </w:r>
      <w:r w:rsidR="00B97E5D">
        <w:t>’</w:t>
      </w:r>
      <w:r w:rsidRPr="003E4D35">
        <w:t>air haute de deux mètres</w:t>
      </w:r>
      <w:r w:rsidR="00B97E5D">
        <w:t xml:space="preserve">, </w:t>
      </w:r>
      <w:r w:rsidRPr="003E4D35">
        <w:t>où l</w:t>
      </w:r>
      <w:r w:rsidR="00B97E5D">
        <w:t>’</w:t>
      </w:r>
      <w:r w:rsidRPr="003E4D35">
        <w:t>on vit</w:t>
      </w:r>
      <w:r w:rsidR="00B97E5D">
        <w:t>…</w:t>
      </w:r>
    </w:p>
    <w:p w14:paraId="156DDF7C" w14:textId="3D872C86" w:rsidR="00F225BE" w:rsidRPr="003E4D35" w:rsidRDefault="00F225BE" w:rsidP="00B97E5D">
      <w:pPr>
        <w:pStyle w:val="Titre1"/>
      </w:pPr>
      <w:bookmarkStart w:id="7" w:name="_Toc202201140"/>
      <w:r w:rsidRPr="003E4D35">
        <w:lastRenderedPageBreak/>
        <w:t>CHAPITRE SEPTIÈME</w:t>
      </w:r>
      <w:bookmarkEnd w:id="7"/>
    </w:p>
    <w:p w14:paraId="33235710" w14:textId="3EDDC02D" w:rsidR="00F225BE" w:rsidRPr="003E4D35" w:rsidRDefault="00B97E5D" w:rsidP="00B97E5D">
      <w:pPr>
        <w:pStyle w:val="Centr"/>
      </w:pPr>
      <w:r w:rsidRPr="003E4D35">
        <w:rPr>
          <w:noProof/>
        </w:rPr>
        <w:drawing>
          <wp:inline distT="0" distB="0" distL="0" distR="0" wp14:anchorId="0BECED0F" wp14:editId="4530EC79">
            <wp:extent cx="3951816" cy="3081600"/>
            <wp:effectExtent l="0" t="0" r="0" b="5080"/>
            <wp:docPr id="9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162" cy="308420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58340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Dans Londres</w:t>
      </w:r>
      <w:r w:rsidR="00B97E5D">
        <w:rPr>
          <w:i/>
          <w:iCs/>
          <w:szCs w:val="24"/>
        </w:rPr>
        <w:t xml:space="preserve">, </w:t>
      </w:r>
      <w:r w:rsidRPr="003E4D35">
        <w:rPr>
          <w:i/>
          <w:iCs/>
          <w:szCs w:val="24"/>
        </w:rPr>
        <w:t>la grande ville</w:t>
      </w:r>
      <w:r w:rsidR="00B97E5D">
        <w:rPr>
          <w:i/>
          <w:iCs/>
          <w:szCs w:val="24"/>
        </w:rPr>
        <w:t>,</w:t>
      </w:r>
    </w:p>
    <w:p w14:paraId="58A27A3F" w14:textId="19BE89B4" w:rsidR="00F225BE" w:rsidRPr="003E4D35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Il est un être plus seul</w:t>
      </w:r>
    </w:p>
    <w:p w14:paraId="6C38A484" w14:textId="34978B9A" w:rsidR="00F225BE" w:rsidRPr="003E4D35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Qu</w:t>
      </w:r>
      <w:r w:rsidR="00B97E5D">
        <w:rPr>
          <w:i/>
          <w:iCs/>
          <w:szCs w:val="24"/>
        </w:rPr>
        <w:t>’</w:t>
      </w:r>
      <w:r w:rsidRPr="003E4D35">
        <w:rPr>
          <w:i/>
          <w:iCs/>
          <w:szCs w:val="24"/>
        </w:rPr>
        <w:t>un naufragé dans son île</w:t>
      </w:r>
    </w:p>
    <w:p w14:paraId="78CDD0CF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Et qu</w:t>
      </w:r>
      <w:r w:rsidR="00B97E5D">
        <w:rPr>
          <w:i/>
          <w:iCs/>
          <w:szCs w:val="24"/>
        </w:rPr>
        <w:t>’</w:t>
      </w:r>
      <w:r w:rsidRPr="003E4D35">
        <w:rPr>
          <w:i/>
          <w:iCs/>
          <w:szCs w:val="24"/>
        </w:rPr>
        <w:t>un mort dans son linceul</w:t>
      </w:r>
      <w:r w:rsidR="00B97E5D">
        <w:rPr>
          <w:i/>
          <w:iCs/>
          <w:szCs w:val="24"/>
        </w:rPr>
        <w:t>.</w:t>
      </w:r>
    </w:p>
    <w:p w14:paraId="7ECCA47D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Grand badaud</w:t>
      </w:r>
      <w:r w:rsidR="00B97E5D">
        <w:rPr>
          <w:i/>
          <w:iCs/>
          <w:szCs w:val="24"/>
        </w:rPr>
        <w:t xml:space="preserve">, </w:t>
      </w:r>
      <w:r w:rsidRPr="003E4D35">
        <w:rPr>
          <w:i/>
          <w:iCs/>
          <w:szCs w:val="24"/>
        </w:rPr>
        <w:t>petit rentier</w:t>
      </w:r>
      <w:r w:rsidR="00B97E5D">
        <w:rPr>
          <w:i/>
          <w:iCs/>
          <w:szCs w:val="24"/>
        </w:rPr>
        <w:t>.</w:t>
      </w:r>
    </w:p>
    <w:p w14:paraId="2BC664DB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Jeanne</w:t>
      </w:r>
      <w:r w:rsidR="00B97E5D">
        <w:rPr>
          <w:i/>
          <w:iCs/>
          <w:szCs w:val="24"/>
        </w:rPr>
        <w:t xml:space="preserve">, </w:t>
      </w:r>
      <w:r w:rsidRPr="003E4D35">
        <w:rPr>
          <w:i/>
          <w:iCs/>
          <w:szCs w:val="24"/>
        </w:rPr>
        <w:t>voilà son métier</w:t>
      </w:r>
      <w:r w:rsidR="00B97E5D">
        <w:rPr>
          <w:i/>
          <w:iCs/>
          <w:szCs w:val="24"/>
        </w:rPr>
        <w:t>.</w:t>
      </w:r>
    </w:p>
    <w:p w14:paraId="30A00C6A" w14:textId="77777777" w:rsidR="00B97E5D" w:rsidRDefault="00F225BE" w:rsidP="00F225BE">
      <w:r w:rsidRPr="003E4D35">
        <w:t>Aujourd</w:t>
      </w:r>
      <w:r w:rsidR="00B97E5D">
        <w:t>’</w:t>
      </w:r>
      <w:r w:rsidRPr="003E4D35">
        <w:t>hui me revenait cette strophe de notre petit cours de morale</w:t>
      </w:r>
      <w:r w:rsidR="00B97E5D">
        <w:t xml:space="preserve">. </w:t>
      </w:r>
      <w:r w:rsidRPr="003E4D35">
        <w:t>Cette autre aussi</w:t>
      </w:r>
      <w:r w:rsidR="00B97E5D">
        <w:t> :</w:t>
      </w:r>
    </w:p>
    <w:p w14:paraId="5173339E" w14:textId="7517E458" w:rsidR="00F225BE" w:rsidRPr="003E4D35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 xml:space="preserve">À </w:t>
      </w:r>
      <w:proofErr w:type="spellStart"/>
      <w:r w:rsidRPr="003E4D35">
        <w:rPr>
          <w:i/>
          <w:iCs/>
          <w:szCs w:val="24"/>
        </w:rPr>
        <w:t>Douvre</w:t>
      </w:r>
      <w:proofErr w:type="spellEnd"/>
      <w:r w:rsidRPr="003E4D35">
        <w:rPr>
          <w:i/>
          <w:iCs/>
          <w:szCs w:val="24"/>
        </w:rPr>
        <w:t xml:space="preserve"> un original</w:t>
      </w:r>
    </w:p>
    <w:p w14:paraId="01A4AF45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Tombe un jour dans le chenal</w:t>
      </w:r>
      <w:r w:rsidR="00B97E5D">
        <w:rPr>
          <w:i/>
          <w:iCs/>
          <w:szCs w:val="24"/>
        </w:rPr>
        <w:t>.</w:t>
      </w:r>
    </w:p>
    <w:p w14:paraId="4C8E456A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Il appelle au sauvetage</w:t>
      </w:r>
      <w:r w:rsidR="00B97E5D">
        <w:rPr>
          <w:i/>
          <w:iCs/>
          <w:szCs w:val="24"/>
        </w:rPr>
        <w:t>.</w:t>
      </w:r>
    </w:p>
    <w:p w14:paraId="56BD40A0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Il se cramponne au récif</w:t>
      </w:r>
      <w:r w:rsidR="00B97E5D">
        <w:rPr>
          <w:i/>
          <w:iCs/>
          <w:szCs w:val="24"/>
        </w:rPr>
        <w:t>.</w:t>
      </w:r>
    </w:p>
    <w:p w14:paraId="01DE3ADB" w14:textId="77777777" w:rsidR="00B97E5D" w:rsidRDefault="00F225BE" w:rsidP="00F225BE">
      <w:pPr>
        <w:pStyle w:val="NormalRetraitGauche2XIndent0"/>
        <w:spacing w:before="0" w:after="0"/>
        <w:rPr>
          <w:rFonts w:eastAsia="Georgia"/>
          <w:i/>
          <w:iCs/>
          <w:szCs w:val="24"/>
        </w:rPr>
      </w:pPr>
      <w:r w:rsidRPr="003E4D35">
        <w:rPr>
          <w:i/>
          <w:iCs/>
          <w:szCs w:val="24"/>
        </w:rPr>
        <w:t>Mais vers lui nul cœur ne nage</w:t>
      </w:r>
      <w:r w:rsidR="00B97E5D">
        <w:rPr>
          <w:rFonts w:eastAsia="Georgia"/>
          <w:i/>
          <w:iCs/>
          <w:szCs w:val="24"/>
        </w:rPr>
        <w:t>…</w:t>
      </w:r>
    </w:p>
    <w:p w14:paraId="08E859DD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Adèle</w:t>
      </w:r>
      <w:r w:rsidR="00B97E5D">
        <w:rPr>
          <w:i/>
          <w:iCs/>
          <w:szCs w:val="24"/>
        </w:rPr>
        <w:t xml:space="preserve">, </w:t>
      </w:r>
      <w:r w:rsidRPr="003E4D35">
        <w:rPr>
          <w:i/>
          <w:iCs/>
          <w:szCs w:val="24"/>
        </w:rPr>
        <w:t>ainsi meurt l</w:t>
      </w:r>
      <w:r w:rsidR="00B97E5D">
        <w:rPr>
          <w:i/>
          <w:iCs/>
          <w:szCs w:val="24"/>
        </w:rPr>
        <w:t>’</w:t>
      </w:r>
      <w:r w:rsidRPr="003E4D35">
        <w:rPr>
          <w:i/>
          <w:iCs/>
          <w:szCs w:val="24"/>
        </w:rPr>
        <w:t>oisif</w:t>
      </w:r>
      <w:r w:rsidR="00B97E5D">
        <w:rPr>
          <w:i/>
          <w:iCs/>
          <w:szCs w:val="24"/>
        </w:rPr>
        <w:t>.</w:t>
      </w:r>
    </w:p>
    <w:p w14:paraId="68F40DEA" w14:textId="195705F4" w:rsidR="00F225BE" w:rsidRPr="003E4D35" w:rsidRDefault="00F225BE" w:rsidP="00F225BE">
      <w:r w:rsidRPr="003E4D35">
        <w:t xml:space="preserve">Car </w:t>
      </w:r>
      <w:r w:rsidR="00B97E5D">
        <w:t>M</w:t>
      </w:r>
      <w:r w:rsidR="00B97E5D" w:rsidRPr="00B97E5D">
        <w:rPr>
          <w:vertAlign w:val="superscript"/>
        </w:rPr>
        <w:t>lle</w:t>
      </w:r>
      <w:r w:rsidR="00B97E5D">
        <w:t> </w:t>
      </w:r>
      <w:proofErr w:type="spellStart"/>
      <w:r w:rsidRPr="003E4D35">
        <w:t>Savageon</w:t>
      </w:r>
      <w:proofErr w:type="spellEnd"/>
      <w:r w:rsidR="00B97E5D">
        <w:t xml:space="preserve">, </w:t>
      </w:r>
      <w:r w:rsidRPr="003E4D35">
        <w:t>notre maîtresse</w:t>
      </w:r>
      <w:r w:rsidR="00B97E5D">
        <w:t xml:space="preserve">, </w:t>
      </w:r>
      <w:r w:rsidRPr="003E4D35">
        <w:t>se fournissait exclus</w:t>
      </w:r>
      <w:r w:rsidRPr="003E4D35">
        <w:t>i</w:t>
      </w:r>
      <w:r w:rsidRPr="003E4D35">
        <w:t xml:space="preserve">vement dans le Royaume-Uni de nos modèles pour vices et </w:t>
      </w:r>
      <w:r w:rsidRPr="003E4D35">
        <w:lastRenderedPageBreak/>
        <w:t>qu</w:t>
      </w:r>
      <w:r w:rsidRPr="003E4D35">
        <w:t>a</w:t>
      </w:r>
      <w:r w:rsidRPr="003E4D35">
        <w:t>lités</w:t>
      </w:r>
      <w:r w:rsidR="00B97E5D">
        <w:t xml:space="preserve">. </w:t>
      </w:r>
      <w:r w:rsidRPr="003E4D35">
        <w:t>Les étoffes</w:t>
      </w:r>
      <w:r w:rsidR="00B97E5D">
        <w:t xml:space="preserve">, </w:t>
      </w:r>
      <w:proofErr w:type="gramStart"/>
      <w:r w:rsidRPr="003E4D35">
        <w:t>par contre</w:t>
      </w:r>
      <w:proofErr w:type="gramEnd"/>
      <w:r w:rsidR="00B97E5D">
        <w:t xml:space="preserve">, </w:t>
      </w:r>
      <w:r w:rsidRPr="003E4D35">
        <w:t>étaient malheureusement co</w:t>
      </w:r>
      <w:r w:rsidRPr="003E4D35">
        <w:t>m</w:t>
      </w:r>
      <w:r w:rsidRPr="003E4D35">
        <w:t xml:space="preserve">mandées à </w:t>
      </w:r>
      <w:r w:rsidR="00B97E5D">
        <w:t>M. </w:t>
      </w:r>
      <w:r w:rsidRPr="003E4D35">
        <w:t>Renon</w:t>
      </w:r>
      <w:r w:rsidR="00B97E5D">
        <w:t xml:space="preserve">, </w:t>
      </w:r>
      <w:r w:rsidRPr="003E4D35">
        <w:t>de Boussac</w:t>
      </w:r>
      <w:r w:rsidR="00B97E5D">
        <w:t xml:space="preserve">… </w:t>
      </w:r>
      <w:r w:rsidRPr="003E4D35">
        <w:t>Ainsi les oisifs et les rentiers d</w:t>
      </w:r>
      <w:r w:rsidR="00B97E5D">
        <w:t>’</w:t>
      </w:r>
      <w:r w:rsidRPr="003E4D35">
        <w:t>Europe étaient plus isolés que moi</w:t>
      </w:r>
      <w:r w:rsidR="00B97E5D">
        <w:t xml:space="preserve"> ! </w:t>
      </w:r>
      <w:r w:rsidRPr="003E4D35">
        <w:t>Je voulais bien le croire</w:t>
      </w:r>
      <w:r w:rsidR="00B97E5D">
        <w:t xml:space="preserve">. </w:t>
      </w:r>
      <w:r w:rsidRPr="003E4D35">
        <w:t>Mais du moins tous là-bas m</w:t>
      </w:r>
      <w:r w:rsidR="00B97E5D">
        <w:t>’</w:t>
      </w:r>
      <w:r w:rsidRPr="003E4D35">
        <w:t>avaient semblé heureux</w:t>
      </w:r>
      <w:r w:rsidR="00B97E5D">
        <w:t xml:space="preserve">. </w:t>
      </w:r>
      <w:r w:rsidRPr="003E4D35">
        <w:t>Peut-être est-ce que tous fumaient</w:t>
      </w:r>
      <w:r w:rsidR="00B97E5D">
        <w:t xml:space="preserve">, </w:t>
      </w:r>
      <w:r w:rsidRPr="003E4D35">
        <w:t>et je pensai donc à fumer</w:t>
      </w:r>
      <w:r w:rsidR="00B97E5D">
        <w:t xml:space="preserve"> : </w:t>
      </w:r>
      <w:r w:rsidRPr="003E4D35">
        <w:t>j</w:t>
      </w:r>
      <w:r w:rsidR="00B97E5D">
        <w:t>’</w:t>
      </w:r>
      <w:r w:rsidRPr="003E4D35">
        <w:t>essayai les roseaux</w:t>
      </w:r>
      <w:r w:rsidR="00B97E5D">
        <w:t xml:space="preserve">, </w:t>
      </w:r>
      <w:r w:rsidRPr="003E4D35">
        <w:t>les herbes sèches</w:t>
      </w:r>
      <w:r w:rsidR="00B97E5D">
        <w:t xml:space="preserve">. </w:t>
      </w:r>
      <w:r w:rsidRPr="003E4D35">
        <w:t>Il y avait sûrement du tabac dans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mais je n</w:t>
      </w:r>
      <w:r w:rsidR="00B97E5D">
        <w:t>’</w:t>
      </w:r>
      <w:r w:rsidRPr="003E4D35">
        <w:t>en avais jamais vu et c</w:t>
      </w:r>
      <w:r w:rsidR="00B97E5D">
        <w:t>’</w:t>
      </w:r>
      <w:r w:rsidRPr="003E4D35">
        <w:t>est peut-être la seule pla</w:t>
      </w:r>
      <w:r w:rsidRPr="003E4D35">
        <w:t>n</w:t>
      </w:r>
      <w:r w:rsidRPr="003E4D35">
        <w:t>te qu</w:t>
      </w:r>
      <w:r w:rsidR="00B97E5D">
        <w:t>’</w:t>
      </w:r>
      <w:r w:rsidRPr="003E4D35">
        <w:t>il ne me vint point à l</w:t>
      </w:r>
      <w:r w:rsidR="00B97E5D">
        <w:t>’</w:t>
      </w:r>
      <w:r w:rsidRPr="003E4D35">
        <w:t>esprit de brûler</w:t>
      </w:r>
      <w:r w:rsidR="00B97E5D">
        <w:t xml:space="preserve">, </w:t>
      </w:r>
      <w:r w:rsidRPr="003E4D35">
        <w:t>alors qu</w:t>
      </w:r>
      <w:r w:rsidR="00B97E5D">
        <w:t>’</w:t>
      </w:r>
      <w:r w:rsidRPr="003E4D35">
        <w:t>il est peu de feuilles et d</w:t>
      </w:r>
      <w:r w:rsidR="00B97E5D">
        <w:t>’</w:t>
      </w:r>
      <w:r w:rsidRPr="003E4D35">
        <w:t>arbres</w:t>
      </w:r>
      <w:r w:rsidR="00B97E5D">
        <w:t xml:space="preserve">, </w:t>
      </w:r>
      <w:r w:rsidRPr="003E4D35">
        <w:t>du tournesol au palétuvier</w:t>
      </w:r>
      <w:r w:rsidR="00B97E5D">
        <w:t xml:space="preserve">, </w:t>
      </w:r>
      <w:r w:rsidRPr="003E4D35">
        <w:t>dont j</w:t>
      </w:r>
      <w:r w:rsidR="00B97E5D">
        <w:t>’</w:t>
      </w:r>
      <w:r w:rsidRPr="003E4D35">
        <w:t>ignore maintenant le goût</w:t>
      </w:r>
      <w:r w:rsidR="00B97E5D">
        <w:t xml:space="preserve">. </w:t>
      </w:r>
      <w:r w:rsidRPr="003E4D35">
        <w:t>Lasse de fumer</w:t>
      </w:r>
      <w:r w:rsidR="00B97E5D">
        <w:t xml:space="preserve">, </w:t>
      </w:r>
      <w:r w:rsidRPr="003E4D35">
        <w:t>toujours comme les he</w:t>
      </w:r>
      <w:r w:rsidRPr="003E4D35">
        <w:t>u</w:t>
      </w:r>
      <w:r w:rsidRPr="003E4D35">
        <w:t>reux oisifs</w:t>
      </w:r>
      <w:r w:rsidR="00B97E5D">
        <w:t xml:space="preserve">, </w:t>
      </w:r>
      <w:r w:rsidRPr="003E4D35">
        <w:t>je mâchai des racines</w:t>
      </w:r>
      <w:r w:rsidR="00B97E5D">
        <w:t xml:space="preserve">, </w:t>
      </w:r>
      <w:r w:rsidRPr="003E4D35">
        <w:t>découvrant parfois le goût de quelque médicament pris dans mon enfance</w:t>
      </w:r>
      <w:r w:rsidR="00B97E5D">
        <w:t xml:space="preserve">. </w:t>
      </w:r>
      <w:r w:rsidRPr="003E4D35">
        <w:t>La patrie de ma potion Raoul pour raffermir les os</w:t>
      </w:r>
      <w:r w:rsidR="00B97E5D">
        <w:t xml:space="preserve">, </w:t>
      </w:r>
      <w:r w:rsidRPr="003E4D35">
        <w:t>ma poudre Richard pour durcir les gencives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mon île justement</w:t>
      </w:r>
      <w:r w:rsidR="00B97E5D">
        <w:t xml:space="preserve">. </w:t>
      </w:r>
      <w:r w:rsidRPr="003E4D35">
        <w:t>Puis je fis griller des fleurs</w:t>
      </w:r>
      <w:r w:rsidR="00B97E5D">
        <w:t xml:space="preserve">, </w:t>
      </w:r>
      <w:r w:rsidRPr="003E4D35">
        <w:t>non plus sèches</w:t>
      </w:r>
      <w:r w:rsidR="00B97E5D">
        <w:t xml:space="preserve">, </w:t>
      </w:r>
      <w:r w:rsidRPr="003E4D35">
        <w:t>mais épanouies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aspirai leur fumée</w:t>
      </w:r>
      <w:r w:rsidR="00B97E5D">
        <w:t xml:space="preserve">, </w:t>
      </w:r>
      <w:r w:rsidRPr="003E4D35">
        <w:t>et de là</w:t>
      </w:r>
      <w:r w:rsidR="00B97E5D">
        <w:t xml:space="preserve"> (</w:t>
      </w:r>
      <w:r w:rsidRPr="003E4D35">
        <w:t>ma maîtresse avait tout prévu</w:t>
      </w:r>
      <w:r w:rsidR="00B97E5D">
        <w:t xml:space="preserve">) : </w:t>
      </w:r>
      <w:r w:rsidRPr="003E4D35">
        <w:t>et de là me vint l</w:t>
      </w:r>
      <w:r w:rsidR="00B97E5D">
        <w:t>’</w:t>
      </w:r>
      <w:r w:rsidRPr="003E4D35">
        <w:t>idée</w:t>
      </w:r>
    </w:p>
    <w:p w14:paraId="75C6C197" w14:textId="77777777" w:rsidR="00F225BE" w:rsidRPr="003E4D35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Le grand Chinois de Lancastre</w:t>
      </w:r>
    </w:p>
    <w:p w14:paraId="37B86FD9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Vous attire avec des fleurs</w:t>
      </w:r>
      <w:r w:rsidR="00B97E5D">
        <w:rPr>
          <w:i/>
          <w:iCs/>
          <w:szCs w:val="24"/>
        </w:rPr>
        <w:t>…</w:t>
      </w:r>
    </w:p>
    <w:p w14:paraId="702452FE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Puis vous inonde d</w:t>
      </w:r>
      <w:r w:rsidR="00B97E5D">
        <w:rPr>
          <w:i/>
          <w:iCs/>
          <w:szCs w:val="24"/>
        </w:rPr>
        <w:t>’</w:t>
      </w:r>
      <w:r w:rsidRPr="003E4D35">
        <w:rPr>
          <w:i/>
          <w:iCs/>
          <w:szCs w:val="24"/>
        </w:rPr>
        <w:t>odeurs</w:t>
      </w:r>
      <w:r w:rsidR="00B97E5D">
        <w:rPr>
          <w:i/>
          <w:iCs/>
          <w:szCs w:val="24"/>
        </w:rPr>
        <w:t>…</w:t>
      </w:r>
    </w:p>
    <w:p w14:paraId="19208E6B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Bientôt sa pipe est votre astre</w:t>
      </w:r>
      <w:r w:rsidR="00B97E5D">
        <w:rPr>
          <w:i/>
          <w:iCs/>
          <w:szCs w:val="24"/>
        </w:rPr>
        <w:t> !</w:t>
      </w:r>
    </w:p>
    <w:p w14:paraId="6CCC9E07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Du lys au pavot</w:t>
      </w:r>
      <w:r w:rsidR="00B97E5D">
        <w:rPr>
          <w:i/>
          <w:iCs/>
          <w:szCs w:val="24"/>
        </w:rPr>
        <w:t xml:space="preserve">, </w:t>
      </w:r>
      <w:r w:rsidRPr="003E4D35">
        <w:rPr>
          <w:i/>
          <w:iCs/>
          <w:szCs w:val="24"/>
        </w:rPr>
        <w:t>Cécile</w:t>
      </w:r>
      <w:r w:rsidR="00B97E5D">
        <w:rPr>
          <w:i/>
          <w:iCs/>
          <w:szCs w:val="24"/>
        </w:rPr>
        <w:t>,</w:t>
      </w:r>
    </w:p>
    <w:p w14:paraId="643A3C7B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La route</w:t>
      </w:r>
      <w:r w:rsidR="00B97E5D">
        <w:rPr>
          <w:i/>
          <w:iCs/>
          <w:szCs w:val="24"/>
        </w:rPr>
        <w:t xml:space="preserve">, </w:t>
      </w:r>
      <w:r w:rsidRPr="003E4D35">
        <w:rPr>
          <w:i/>
          <w:iCs/>
          <w:szCs w:val="24"/>
        </w:rPr>
        <w:t>hélas</w:t>
      </w:r>
      <w:r w:rsidR="00B97E5D">
        <w:rPr>
          <w:i/>
          <w:iCs/>
          <w:szCs w:val="24"/>
        </w:rPr>
        <w:t xml:space="preserve">, </w:t>
      </w:r>
      <w:r w:rsidRPr="003E4D35">
        <w:rPr>
          <w:i/>
          <w:iCs/>
          <w:szCs w:val="24"/>
        </w:rPr>
        <w:t>est docile</w:t>
      </w:r>
      <w:r w:rsidR="00B97E5D">
        <w:rPr>
          <w:i/>
          <w:iCs/>
          <w:szCs w:val="24"/>
        </w:rPr>
        <w:t> !</w:t>
      </w:r>
    </w:p>
    <w:p w14:paraId="0F2D4A91" w14:textId="77777777" w:rsidR="00B97E5D" w:rsidRDefault="00F225BE" w:rsidP="00F225BE">
      <w:pPr>
        <w:ind w:firstLine="0"/>
        <w:rPr>
          <w:rFonts w:eastAsia="Georgia"/>
        </w:rPr>
      </w:pPr>
      <w:r w:rsidRPr="003E4D35">
        <w:t>de plaisirs défendus</w:t>
      </w:r>
      <w:r w:rsidR="00B97E5D">
        <w:t xml:space="preserve">. </w:t>
      </w:r>
      <w:r w:rsidRPr="003E4D35">
        <w:t>Par un bambou tout vert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aspirai les rôtis de la résine et du pollen</w:t>
      </w:r>
      <w:r w:rsidR="00B97E5D">
        <w:t xml:space="preserve">. </w:t>
      </w:r>
      <w:r w:rsidRPr="003E4D35">
        <w:t>Puis je pensai à la cocaïne</w:t>
      </w:r>
      <w:r w:rsidR="00B97E5D">
        <w:t xml:space="preserve">, </w:t>
      </w:r>
      <w:r w:rsidRPr="003E4D35">
        <w:t>contre l</w:t>
      </w:r>
      <w:r w:rsidRPr="003E4D35">
        <w:t>a</w:t>
      </w:r>
      <w:r w:rsidRPr="003E4D35">
        <w:t xml:space="preserve">quelle pourtant </w:t>
      </w:r>
      <w:proofErr w:type="spellStart"/>
      <w:r w:rsidRPr="003E4D35">
        <w:t>Savageon</w:t>
      </w:r>
      <w:proofErr w:type="spellEnd"/>
      <w:r w:rsidRPr="003E4D35">
        <w:t xml:space="preserve"> n</w:t>
      </w:r>
      <w:r w:rsidR="00B97E5D">
        <w:t>’</w:t>
      </w:r>
      <w:r w:rsidRPr="003E4D35">
        <w:t>avait mobilisé ni lord-maire de Be</w:t>
      </w:r>
      <w:r w:rsidRPr="003E4D35">
        <w:t>l</w:t>
      </w:r>
      <w:r w:rsidRPr="003E4D35">
        <w:t>fast ni notaire de Bath</w:t>
      </w:r>
      <w:r w:rsidR="00B97E5D">
        <w:t xml:space="preserve">. </w:t>
      </w:r>
      <w:r w:rsidRPr="003E4D35">
        <w:t>Tant pis si je devais en être un peu déf</w:t>
      </w:r>
      <w:r w:rsidRPr="003E4D35">
        <w:t>i</w:t>
      </w:r>
      <w:r w:rsidRPr="003E4D35">
        <w:t>gurée et si devait en souffrir cette bonne forme physique qui pendant ces deux années avait été ma seule ambition</w:t>
      </w:r>
      <w:r w:rsidR="00B97E5D">
        <w:t xml:space="preserve">, </w:t>
      </w:r>
      <w:r w:rsidRPr="003E4D35">
        <w:t>comme si c</w:t>
      </w:r>
      <w:r w:rsidR="00B97E5D">
        <w:t>’</w:t>
      </w:r>
      <w:r w:rsidRPr="003E4D35">
        <w:t>était par une course à pied que j</w:t>
      </w:r>
      <w:r w:rsidR="00B97E5D">
        <w:t>’</w:t>
      </w:r>
      <w:r w:rsidRPr="003E4D35">
        <w:t>arriverais un jour à sortir de l</w:t>
      </w:r>
      <w:r w:rsidR="00B97E5D">
        <w:t>’</w:t>
      </w:r>
      <w:r w:rsidRPr="003E4D35">
        <w:t>île</w:t>
      </w:r>
      <w:r w:rsidR="00B97E5D">
        <w:t xml:space="preserve">. </w:t>
      </w:r>
      <w:r w:rsidRPr="003E4D35">
        <w:t>Les baies que j</w:t>
      </w:r>
      <w:r w:rsidR="00B97E5D">
        <w:t>’</w:t>
      </w:r>
      <w:r w:rsidRPr="003E4D35">
        <w:t>avais reconnues poivrées ou que je croyais vénéneuses</w:t>
      </w:r>
      <w:r w:rsidR="00B97E5D">
        <w:t xml:space="preserve">, </w:t>
      </w:r>
      <w:r w:rsidRPr="003E4D35">
        <w:t>je les essayai dans mon nez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 xml:space="preserve">car </w:t>
      </w:r>
      <w:r w:rsidRPr="003E4D35">
        <w:lastRenderedPageBreak/>
        <w:t>je me rappelais aussi la morphine</w:t>
      </w:r>
      <w:r w:rsidR="00B97E5D">
        <w:t xml:space="preserve">, </w:t>
      </w:r>
      <w:r w:rsidRPr="003E4D35">
        <w:t>dans de petites blessures ouvertes avec des arêtes</w:t>
      </w:r>
      <w:r w:rsidR="00B97E5D">
        <w:t xml:space="preserve">. </w:t>
      </w:r>
      <w:r w:rsidRPr="003E4D35">
        <w:t>Ou bien j</w:t>
      </w:r>
      <w:r w:rsidR="00B97E5D">
        <w:t>’</w:t>
      </w:r>
      <w:r w:rsidRPr="003E4D35">
        <w:t>allais</w:t>
      </w:r>
      <w:r w:rsidR="00B97E5D">
        <w:t xml:space="preserve">, </w:t>
      </w:r>
      <w:r w:rsidRPr="003E4D35">
        <w:t>humant l</w:t>
      </w:r>
      <w:r w:rsidR="00B97E5D">
        <w:t>’</w:t>
      </w:r>
      <w:r w:rsidRPr="003E4D35">
        <w:t>air</w:t>
      </w:r>
      <w:r w:rsidR="00B97E5D">
        <w:t xml:space="preserve">, </w:t>
      </w:r>
      <w:r w:rsidRPr="003E4D35">
        <w:t>espérant des sources d</w:t>
      </w:r>
      <w:r w:rsidR="00B97E5D">
        <w:t>’</w:t>
      </w:r>
      <w:r w:rsidRPr="003E4D35">
        <w:t>éther</w:t>
      </w:r>
      <w:r w:rsidR="00B97E5D">
        <w:t xml:space="preserve">. </w:t>
      </w:r>
      <w:r w:rsidRPr="003E4D35">
        <w:t>Enfin je découvris en moi ce que j</w:t>
      </w:r>
      <w:r w:rsidR="00B97E5D">
        <w:t>’</w:t>
      </w:r>
      <w:r w:rsidRPr="003E4D35">
        <w:t>allais chercher mai</w:t>
      </w:r>
      <w:r w:rsidRPr="003E4D35">
        <w:t>n</w:t>
      </w:r>
      <w:r w:rsidRPr="003E4D35">
        <w:t>tenant jusqu</w:t>
      </w:r>
      <w:r w:rsidR="00B97E5D">
        <w:t>’</w:t>
      </w:r>
      <w:r w:rsidRPr="003E4D35">
        <w:t>aux faîtes des arbres</w:t>
      </w:r>
      <w:r w:rsidR="00B97E5D">
        <w:t xml:space="preserve">…, </w:t>
      </w:r>
      <w:r w:rsidRPr="003E4D35">
        <w:t>ce fut le rêve</w:t>
      </w:r>
      <w:r w:rsidR="00B97E5D">
        <w:rPr>
          <w:rFonts w:eastAsia="Georgia"/>
        </w:rPr>
        <w:t>…</w:t>
      </w:r>
    </w:p>
    <w:p w14:paraId="2597DD22" w14:textId="77777777" w:rsidR="00B97E5D" w:rsidRDefault="00F225BE" w:rsidP="00F225BE">
      <w:r w:rsidRPr="003E4D35">
        <w:t>Un matin</w:t>
      </w:r>
      <w:r w:rsidR="00B97E5D">
        <w:t xml:space="preserve">, </w:t>
      </w:r>
      <w:r w:rsidRPr="003E4D35">
        <w:t>moi qui jamais ne rêve</w:t>
      </w:r>
      <w:r w:rsidR="00B97E5D">
        <w:t xml:space="preserve">, </w:t>
      </w:r>
      <w:r w:rsidRPr="003E4D35">
        <w:t>je sentis en moi un no</w:t>
      </w:r>
      <w:r w:rsidRPr="003E4D35">
        <w:t>u</w:t>
      </w:r>
      <w:r w:rsidRPr="003E4D35">
        <w:t>veau cœur</w:t>
      </w:r>
      <w:r w:rsidR="00B97E5D">
        <w:t xml:space="preserve">, </w:t>
      </w:r>
      <w:r w:rsidRPr="003E4D35">
        <w:t>fragile</w:t>
      </w:r>
      <w:r w:rsidR="00B97E5D">
        <w:t xml:space="preserve">, </w:t>
      </w:r>
      <w:r w:rsidRPr="003E4D35">
        <w:t>tout enveloppé d</w:t>
      </w:r>
      <w:r w:rsidR="00B97E5D">
        <w:t>’</w:t>
      </w:r>
      <w:r w:rsidRPr="003E4D35">
        <w:t>un réseau de ficelles comme ces poêles de Sarreguemines qu</w:t>
      </w:r>
      <w:r w:rsidR="00B97E5D">
        <w:t>’</w:t>
      </w:r>
      <w:r w:rsidRPr="003E4D35">
        <w:t>on déménage</w:t>
      </w:r>
      <w:r w:rsidR="00B97E5D">
        <w:t xml:space="preserve">. </w:t>
      </w:r>
      <w:r w:rsidRPr="003E4D35">
        <w:t>Je n</w:t>
      </w:r>
      <w:r w:rsidR="00B97E5D">
        <w:t>’</w:t>
      </w:r>
      <w:r w:rsidRPr="003E4D35">
        <w:t>ouvris pas les yeux</w:t>
      </w:r>
      <w:r w:rsidR="00B97E5D">
        <w:t xml:space="preserve">, </w:t>
      </w:r>
      <w:r w:rsidRPr="003E4D35">
        <w:t>la moindre lumière allait le mettre en poudre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avais rêvé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avais rêvé ce qui en Europe eût été à peine un rêve</w:t>
      </w:r>
      <w:r w:rsidR="00B97E5D">
        <w:t xml:space="preserve">, </w:t>
      </w:r>
      <w:r w:rsidRPr="003E4D35">
        <w:t>que je me levais</w:t>
      </w:r>
      <w:r w:rsidR="00B97E5D">
        <w:t xml:space="preserve">, </w:t>
      </w:r>
      <w:r w:rsidRPr="003E4D35">
        <w:t>que je déjeunais</w:t>
      </w:r>
      <w:r w:rsidR="00B97E5D">
        <w:t xml:space="preserve">, </w:t>
      </w:r>
      <w:r w:rsidRPr="003E4D35">
        <w:t>que je cousais</w:t>
      </w:r>
      <w:r w:rsidR="00B97E5D">
        <w:t xml:space="preserve">. </w:t>
      </w:r>
      <w:r w:rsidRPr="003E4D35">
        <w:t>La plus humble servante n</w:t>
      </w:r>
      <w:r w:rsidR="00B97E5D">
        <w:t>’</w:t>
      </w:r>
      <w:r w:rsidRPr="003E4D35">
        <w:t>eût pas compté cela comme un rêve</w:t>
      </w:r>
      <w:r w:rsidR="00B97E5D">
        <w:t xml:space="preserve">. </w:t>
      </w:r>
      <w:r w:rsidRPr="003E4D35">
        <w:t>Je mettais le couvert</w:t>
      </w:r>
      <w:r w:rsidR="00B97E5D">
        <w:t xml:space="preserve">, </w:t>
      </w:r>
      <w:r w:rsidRPr="003E4D35">
        <w:t>je brodais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empilais des assiettes</w:t>
      </w:r>
      <w:r w:rsidR="00B97E5D">
        <w:t xml:space="preserve">, </w:t>
      </w:r>
      <w:r w:rsidRPr="003E4D35">
        <w:t>je coupais du pain</w:t>
      </w:r>
      <w:r w:rsidR="00B97E5D">
        <w:t xml:space="preserve">. </w:t>
      </w:r>
      <w:r w:rsidRPr="003E4D35">
        <w:t>Toutes ces précautions pour soi-même</w:t>
      </w:r>
      <w:r w:rsidR="00B97E5D">
        <w:t xml:space="preserve">, </w:t>
      </w:r>
      <w:r w:rsidRPr="003E4D35">
        <w:t>toute cette détresse au</w:t>
      </w:r>
      <w:r w:rsidRPr="003E4D35">
        <w:t>s</w:t>
      </w:r>
      <w:r w:rsidRPr="003E4D35">
        <w:t>si que donne à d</w:t>
      </w:r>
      <w:r w:rsidR="00B97E5D">
        <w:t>’</w:t>
      </w:r>
      <w:r w:rsidRPr="003E4D35">
        <w:t>autres un rêve de Turkestan</w:t>
      </w:r>
      <w:r w:rsidR="00B97E5D">
        <w:t xml:space="preserve">, </w:t>
      </w:r>
      <w:r w:rsidRPr="003E4D35">
        <w:t>de Ceylan</w:t>
      </w:r>
      <w:r w:rsidR="00B97E5D">
        <w:t xml:space="preserve">, </w:t>
      </w:r>
      <w:r w:rsidRPr="003E4D35">
        <w:t>je les eus pour toute la journée de ces fourchettes</w:t>
      </w:r>
      <w:r w:rsidR="00B97E5D">
        <w:t xml:space="preserve">, </w:t>
      </w:r>
      <w:r w:rsidRPr="003E4D35">
        <w:t>de ces assiettes</w:t>
      </w:r>
      <w:r w:rsidR="00B97E5D">
        <w:t xml:space="preserve">, </w:t>
      </w:r>
      <w:r w:rsidRPr="003E4D35">
        <w:t>de ces verres</w:t>
      </w:r>
      <w:r w:rsidR="00B97E5D">
        <w:t xml:space="preserve">. </w:t>
      </w:r>
      <w:r w:rsidRPr="003E4D35">
        <w:t>Le soir je m</w:t>
      </w:r>
      <w:r w:rsidR="00B97E5D">
        <w:t>’</w:t>
      </w:r>
      <w:r w:rsidRPr="003E4D35">
        <w:t>étendis sous le même arbre</w:t>
      </w:r>
      <w:r w:rsidR="00B97E5D">
        <w:t xml:space="preserve">, </w:t>
      </w:r>
      <w:r w:rsidRPr="003E4D35">
        <w:t>sur le même côté</w:t>
      </w:r>
      <w:r w:rsidR="00B97E5D">
        <w:t xml:space="preserve">, </w:t>
      </w:r>
      <w:r w:rsidRPr="003E4D35">
        <w:t>dans l</w:t>
      </w:r>
      <w:r w:rsidR="00B97E5D">
        <w:t>’</w:t>
      </w:r>
      <w:r w:rsidRPr="003E4D35">
        <w:t>espoir</w:t>
      </w:r>
      <w:r w:rsidR="00B97E5D">
        <w:t xml:space="preserve">, </w:t>
      </w:r>
      <w:r w:rsidRPr="003E4D35">
        <w:t>sinon de visions plus actives</w:t>
      </w:r>
      <w:r w:rsidR="00B97E5D">
        <w:t xml:space="preserve">, </w:t>
      </w:r>
      <w:r w:rsidRPr="003E4D35">
        <w:t>du moins d</w:t>
      </w:r>
      <w:r w:rsidR="00B97E5D">
        <w:t>’</w:t>
      </w:r>
      <w:r w:rsidRPr="003E4D35">
        <w:t>un rêve qui me permettrait de revoir et de toucher les objets a</w:t>
      </w:r>
      <w:r w:rsidRPr="003E4D35">
        <w:t>b</w:t>
      </w:r>
      <w:r w:rsidRPr="003E4D35">
        <w:t>sents l</w:t>
      </w:r>
      <w:r w:rsidR="00B97E5D">
        <w:t>’</w:t>
      </w:r>
      <w:r w:rsidRPr="003E4D35">
        <w:t>autre nuit</w:t>
      </w:r>
      <w:r w:rsidR="00B97E5D">
        <w:t xml:space="preserve">, </w:t>
      </w:r>
      <w:r w:rsidRPr="003E4D35">
        <w:t>les huiliers</w:t>
      </w:r>
      <w:r w:rsidR="00B97E5D">
        <w:t xml:space="preserve">, </w:t>
      </w:r>
      <w:r w:rsidRPr="003E4D35">
        <w:t>les coquetiers</w:t>
      </w:r>
      <w:r w:rsidR="00B97E5D">
        <w:t xml:space="preserve">, </w:t>
      </w:r>
      <w:r w:rsidRPr="003E4D35">
        <w:t>les cuillers à poi</w:t>
      </w:r>
      <w:r w:rsidRPr="003E4D35">
        <w:t>s</w:t>
      </w:r>
      <w:r w:rsidRPr="003E4D35">
        <w:t>son</w:t>
      </w:r>
      <w:r w:rsidR="00B97E5D">
        <w:t>…</w:t>
      </w:r>
    </w:p>
    <w:p w14:paraId="1AF9D161" w14:textId="77777777" w:rsidR="00B97E5D" w:rsidRDefault="00F225BE" w:rsidP="00F225BE">
      <w:r w:rsidRPr="003E4D35">
        <w:t>Je rêvai d</w:t>
      </w:r>
      <w:r w:rsidR="00B97E5D">
        <w:t>’</w:t>
      </w:r>
      <w:r w:rsidRPr="003E4D35">
        <w:t>un homme</w:t>
      </w:r>
      <w:r w:rsidR="00B97E5D">
        <w:t>.</w:t>
      </w:r>
    </w:p>
    <w:p w14:paraId="0CDCD258" w14:textId="77777777" w:rsidR="00B97E5D" w:rsidRDefault="00F225BE" w:rsidP="00F225BE">
      <w:r w:rsidRPr="003E4D35">
        <w:t>Pas de raviers</w:t>
      </w:r>
      <w:r w:rsidR="00B97E5D">
        <w:t xml:space="preserve">, </w:t>
      </w:r>
      <w:r w:rsidRPr="003E4D35">
        <w:t>pas de porte-couteaux</w:t>
      </w:r>
      <w:r w:rsidR="00B97E5D">
        <w:t xml:space="preserve">. </w:t>
      </w:r>
      <w:r w:rsidRPr="003E4D35">
        <w:t>Un homme qui ple</w:t>
      </w:r>
      <w:r w:rsidRPr="003E4D35">
        <w:t>u</w:t>
      </w:r>
      <w:r w:rsidRPr="003E4D35">
        <w:t>rait</w:t>
      </w:r>
      <w:r w:rsidR="00B97E5D">
        <w:t xml:space="preserve">. </w:t>
      </w:r>
      <w:r w:rsidRPr="003E4D35">
        <w:t>Pas de couvert à salade</w:t>
      </w:r>
      <w:r w:rsidR="00B97E5D">
        <w:t xml:space="preserve">, </w:t>
      </w:r>
      <w:r w:rsidRPr="003E4D35">
        <w:t>pas de compotier</w:t>
      </w:r>
      <w:r w:rsidR="00B97E5D">
        <w:t xml:space="preserve">. </w:t>
      </w:r>
      <w:r w:rsidRPr="003E4D35">
        <w:t>Un grand jeune homme blond</w:t>
      </w:r>
      <w:r w:rsidR="00B97E5D">
        <w:t xml:space="preserve">, </w:t>
      </w:r>
      <w:r w:rsidRPr="003E4D35">
        <w:t>avec de grands yeux noirs</w:t>
      </w:r>
      <w:r w:rsidR="00B97E5D">
        <w:t xml:space="preserve">. </w:t>
      </w:r>
      <w:r w:rsidRPr="003E4D35">
        <w:t>Pas de fourchettes à huîtres</w:t>
      </w:r>
      <w:r w:rsidR="00B97E5D">
        <w:t xml:space="preserve">. </w:t>
      </w:r>
      <w:r w:rsidRPr="003E4D35">
        <w:t>Un homme qui m</w:t>
      </w:r>
      <w:r w:rsidR="00B97E5D">
        <w:t>’</w:t>
      </w:r>
      <w:r w:rsidRPr="003E4D35">
        <w:t>avouait tout</w:t>
      </w:r>
      <w:r w:rsidR="00B97E5D">
        <w:t xml:space="preserve">. </w:t>
      </w:r>
      <w:r w:rsidRPr="003E4D35">
        <w:t>Il me tenait dans ses bras</w:t>
      </w:r>
      <w:r w:rsidR="00B97E5D">
        <w:t xml:space="preserve">. </w:t>
      </w:r>
      <w:r w:rsidRPr="003E4D35">
        <w:t>Il me portait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un rapt et en même temps un adieu éternel</w:t>
      </w:r>
      <w:r w:rsidR="00B97E5D">
        <w:t xml:space="preserve">. </w:t>
      </w:r>
      <w:r w:rsidRPr="003E4D35">
        <w:t>Nous nous voyions pour la première fois et nous déch</w:t>
      </w:r>
      <w:r w:rsidRPr="003E4D35">
        <w:t>i</w:t>
      </w:r>
      <w:r w:rsidRPr="003E4D35">
        <w:t>rions une éternité commune</w:t>
      </w:r>
      <w:r w:rsidR="00B97E5D">
        <w:t xml:space="preserve">. </w:t>
      </w:r>
      <w:r w:rsidRPr="003E4D35">
        <w:t>Pour la première fois il m</w:t>
      </w:r>
      <w:r w:rsidR="00B97E5D">
        <w:t>’</w:t>
      </w:r>
      <w:r w:rsidRPr="003E4D35">
        <w:t>étre</w:t>
      </w:r>
      <w:r w:rsidRPr="003E4D35">
        <w:t>i</w:t>
      </w:r>
      <w:r w:rsidRPr="003E4D35">
        <w:t>gnait</w:t>
      </w:r>
      <w:r w:rsidR="00B97E5D">
        <w:t xml:space="preserve">, </w:t>
      </w:r>
      <w:r w:rsidRPr="003E4D35">
        <w:t>et nous avions tous les souvenirs d</w:t>
      </w:r>
      <w:r w:rsidR="00B97E5D">
        <w:t>’</w:t>
      </w:r>
      <w:r w:rsidRPr="003E4D35">
        <w:t>un long amour</w:t>
      </w:r>
      <w:r w:rsidR="00B97E5D">
        <w:t xml:space="preserve">. </w:t>
      </w:r>
      <w:r w:rsidRPr="003E4D35">
        <w:t xml:space="preserve">Pas de petits coins de verre pour glisser sous les </w:t>
      </w:r>
      <w:r w:rsidRPr="003E4D35">
        <w:lastRenderedPageBreak/>
        <w:t>assiettes les jours d</w:t>
      </w:r>
      <w:r w:rsidR="00B97E5D">
        <w:t>’</w:t>
      </w:r>
      <w:r w:rsidRPr="003E4D35">
        <w:t>asperge ou d</w:t>
      </w:r>
      <w:r w:rsidR="00B97E5D">
        <w:t>’</w:t>
      </w:r>
      <w:r w:rsidRPr="003E4D35">
        <w:t>artichaut</w:t>
      </w:r>
      <w:r w:rsidR="00B97E5D">
        <w:t xml:space="preserve">, </w:t>
      </w:r>
      <w:r w:rsidRPr="003E4D35">
        <w:t>pas de bols</w:t>
      </w:r>
      <w:r w:rsidR="00B97E5D">
        <w:t xml:space="preserve">. </w:t>
      </w:r>
      <w:r w:rsidRPr="003E4D35">
        <w:t>Mais un homme qui m</w:t>
      </w:r>
      <w:r w:rsidR="00B97E5D">
        <w:t>’</w:t>
      </w:r>
      <w:r w:rsidRPr="003E4D35">
        <w:t>étreignait</w:t>
      </w:r>
      <w:r w:rsidR="00B97E5D">
        <w:t xml:space="preserve">… </w:t>
      </w:r>
      <w:r w:rsidRPr="003E4D35">
        <w:t>Pas de cuillers en vermeil</w:t>
      </w:r>
      <w:r w:rsidR="00B97E5D">
        <w:t xml:space="preserve">, </w:t>
      </w:r>
      <w:r w:rsidRPr="003E4D35">
        <w:t>de surtout en or</w:t>
      </w:r>
      <w:r w:rsidR="00B97E5D">
        <w:t xml:space="preserve">. </w:t>
      </w:r>
      <w:r w:rsidRPr="003E4D35">
        <w:t>Mais ce frère fiancé qui pour la première fois me parlait et dont pas une des phrases ne me paraissait nouvelle</w:t>
      </w:r>
      <w:r w:rsidR="00B97E5D">
        <w:t xml:space="preserve">. </w:t>
      </w:r>
      <w:r w:rsidRPr="003E4D35">
        <w:t>Il avait le même ge</w:t>
      </w:r>
      <w:r w:rsidRPr="003E4D35">
        <w:t>s</w:t>
      </w:r>
      <w:r w:rsidRPr="003E4D35">
        <w:t>te</w:t>
      </w:r>
      <w:r w:rsidR="00B97E5D">
        <w:t xml:space="preserve">, </w:t>
      </w:r>
      <w:r w:rsidRPr="003E4D35">
        <w:t>au-dessus des marais stagnants</w:t>
      </w:r>
      <w:r w:rsidR="00B97E5D">
        <w:t xml:space="preserve">, </w:t>
      </w:r>
      <w:r w:rsidRPr="003E4D35">
        <w:t>pour m</w:t>
      </w:r>
      <w:r w:rsidR="00B97E5D">
        <w:t>’</w:t>
      </w:r>
      <w:r w:rsidRPr="003E4D35">
        <w:t>incliner et me faire toucher alternativement du pied et des cheveux le courant i</w:t>
      </w:r>
      <w:r w:rsidRPr="003E4D35">
        <w:t>m</w:t>
      </w:r>
      <w:r w:rsidRPr="003E4D35">
        <w:t>pétueux</w:t>
      </w:r>
      <w:r w:rsidR="00B97E5D">
        <w:t xml:space="preserve">. </w:t>
      </w:r>
      <w:r w:rsidRPr="003E4D35">
        <w:t>Il avait la même manie de placer chacune de ses par</w:t>
      </w:r>
      <w:r w:rsidRPr="003E4D35">
        <w:t>o</w:t>
      </w:r>
      <w:r w:rsidRPr="003E4D35">
        <w:t>les en nimbe autour de sa tête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échanger avec moi des boules d</w:t>
      </w:r>
      <w:r w:rsidR="00B97E5D">
        <w:t>’</w:t>
      </w:r>
      <w:r w:rsidRPr="003E4D35">
        <w:t>ivoire qui glissaient et que nous rattrapions avec angoisse</w:t>
      </w:r>
      <w:r w:rsidR="00B97E5D">
        <w:t xml:space="preserve">. </w:t>
      </w:r>
      <w:r w:rsidRPr="003E4D35">
        <w:t>Nous allions</w:t>
      </w:r>
      <w:r w:rsidR="00B97E5D">
        <w:t xml:space="preserve">, </w:t>
      </w:r>
      <w:r w:rsidRPr="003E4D35">
        <w:t>dans le sens du fleuve</w:t>
      </w:r>
      <w:r w:rsidR="00B97E5D">
        <w:t xml:space="preserve">, </w:t>
      </w:r>
      <w:r w:rsidRPr="003E4D35">
        <w:t>dédaigneux des chiens e</w:t>
      </w:r>
      <w:r w:rsidRPr="003E4D35">
        <w:t>n</w:t>
      </w:r>
      <w:r w:rsidRPr="003E4D35">
        <w:t>ragés qui eux devaient le remonter</w:t>
      </w:r>
      <w:r w:rsidR="00B97E5D">
        <w:t xml:space="preserve">. </w:t>
      </w:r>
      <w:r w:rsidRPr="003E4D35">
        <w:t>Il avait ce cheval blanc que je n</w:t>
      </w:r>
      <w:r w:rsidR="00B97E5D">
        <w:t>’</w:t>
      </w:r>
      <w:r w:rsidRPr="003E4D35">
        <w:t>avais jamais vu</w:t>
      </w:r>
      <w:r w:rsidR="00B97E5D">
        <w:t xml:space="preserve">, </w:t>
      </w:r>
      <w:r w:rsidRPr="003E4D35">
        <w:t>le même</w:t>
      </w:r>
      <w:r w:rsidR="00B97E5D">
        <w:t xml:space="preserve">… </w:t>
      </w:r>
      <w:r w:rsidRPr="003E4D35">
        <w:t>Je sanglotais</w:t>
      </w:r>
      <w:r w:rsidR="00B97E5D">
        <w:t xml:space="preserve">… </w:t>
      </w:r>
      <w:r w:rsidRPr="003E4D35">
        <w:t>Notre seule consolation était de nous passer et repasser les boules</w:t>
      </w:r>
      <w:r w:rsidR="00B97E5D">
        <w:t xml:space="preserve">, </w:t>
      </w:r>
      <w:r w:rsidRPr="003E4D35">
        <w:t>puis de nous troquer peu à peu l</w:t>
      </w:r>
      <w:r w:rsidR="00B97E5D">
        <w:t>’</w:t>
      </w:r>
      <w:r w:rsidRPr="003E4D35">
        <w:t>un contre l</w:t>
      </w:r>
      <w:r w:rsidR="00B97E5D">
        <w:t>’</w:t>
      </w:r>
      <w:r w:rsidRPr="003E4D35">
        <w:t>autre</w:t>
      </w:r>
      <w:r w:rsidR="00B97E5D">
        <w:t xml:space="preserve">… </w:t>
      </w:r>
      <w:r w:rsidRPr="003E4D35">
        <w:t>Qu</w:t>
      </w:r>
      <w:r w:rsidR="00B97E5D">
        <w:t>’</w:t>
      </w:r>
      <w:r w:rsidRPr="003E4D35">
        <w:t>il était drôle</w:t>
      </w:r>
      <w:r w:rsidR="00B97E5D">
        <w:t xml:space="preserve">, </w:t>
      </w:r>
      <w:r w:rsidRPr="003E4D35">
        <w:t>avec mes deux petits bras pendant à ses épaules</w:t>
      </w:r>
      <w:r w:rsidR="00B97E5D">
        <w:t xml:space="preserve">, </w:t>
      </w:r>
      <w:r w:rsidRPr="003E4D35">
        <w:t>comme un des dieux de l</w:t>
      </w:r>
      <w:r w:rsidR="00B97E5D">
        <w:t>’</w:t>
      </w:r>
      <w:r w:rsidRPr="003E4D35">
        <w:t>autre île</w:t>
      </w:r>
      <w:r w:rsidR="00B97E5D">
        <w:t xml:space="preserve">… </w:t>
      </w:r>
      <w:r w:rsidRPr="003E4D35">
        <w:t>Je m</w:t>
      </w:r>
      <w:r w:rsidR="00B97E5D">
        <w:t>’</w:t>
      </w:r>
      <w:r w:rsidRPr="003E4D35">
        <w:t>éveillai</w:t>
      </w:r>
      <w:r w:rsidR="00B97E5D">
        <w:t> !…</w:t>
      </w:r>
    </w:p>
    <w:p w14:paraId="79A2E762" w14:textId="7CE23374" w:rsidR="00F225BE" w:rsidRPr="003E4D35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Le lord prévôt d</w:t>
      </w:r>
      <w:r w:rsidR="00B97E5D">
        <w:rPr>
          <w:i/>
          <w:iCs/>
          <w:szCs w:val="24"/>
        </w:rPr>
        <w:t>’</w:t>
      </w:r>
      <w:r w:rsidRPr="003E4D35">
        <w:rPr>
          <w:i/>
          <w:iCs/>
          <w:szCs w:val="24"/>
        </w:rPr>
        <w:t>Édimbourg</w:t>
      </w:r>
    </w:p>
    <w:p w14:paraId="79938DFD" w14:textId="7361CDB1" w:rsidR="00F225BE" w:rsidRPr="003E4D35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Dit que l</w:t>
      </w:r>
      <w:r w:rsidR="00B97E5D">
        <w:rPr>
          <w:i/>
          <w:iCs/>
          <w:szCs w:val="24"/>
        </w:rPr>
        <w:t>’</w:t>
      </w:r>
      <w:r w:rsidRPr="003E4D35">
        <w:rPr>
          <w:i/>
          <w:iCs/>
          <w:szCs w:val="24"/>
        </w:rPr>
        <w:t>amour est chimère</w:t>
      </w:r>
    </w:p>
    <w:p w14:paraId="19C4BE89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Mais un jour il perd sa mère</w:t>
      </w:r>
      <w:r w:rsidR="00B97E5D">
        <w:rPr>
          <w:i/>
          <w:iCs/>
          <w:szCs w:val="24"/>
        </w:rPr>
        <w:t>…</w:t>
      </w:r>
    </w:p>
    <w:p w14:paraId="26AEF143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Ses larmes coulent toujours</w:t>
      </w:r>
      <w:r w:rsidR="00B97E5D">
        <w:rPr>
          <w:i/>
          <w:iCs/>
          <w:szCs w:val="24"/>
        </w:rPr>
        <w:t>.</w:t>
      </w:r>
    </w:p>
    <w:p w14:paraId="2BD2E26C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Irène</w:t>
      </w:r>
      <w:r w:rsidR="00B97E5D">
        <w:rPr>
          <w:i/>
          <w:iCs/>
          <w:szCs w:val="24"/>
        </w:rPr>
        <w:t xml:space="preserve">, </w:t>
      </w:r>
      <w:r w:rsidRPr="003E4D35">
        <w:rPr>
          <w:i/>
          <w:iCs/>
          <w:szCs w:val="24"/>
        </w:rPr>
        <w:t>petite Irène</w:t>
      </w:r>
      <w:r w:rsidR="00B97E5D">
        <w:rPr>
          <w:i/>
          <w:iCs/>
          <w:szCs w:val="24"/>
        </w:rPr>
        <w:t>,</w:t>
      </w:r>
    </w:p>
    <w:p w14:paraId="7A0C30D5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L</w:t>
      </w:r>
      <w:r w:rsidR="00B97E5D">
        <w:rPr>
          <w:i/>
          <w:iCs/>
          <w:szCs w:val="24"/>
        </w:rPr>
        <w:t>’</w:t>
      </w:r>
      <w:r w:rsidRPr="003E4D35">
        <w:rPr>
          <w:i/>
          <w:iCs/>
          <w:szCs w:val="24"/>
        </w:rPr>
        <w:t>Amour c</w:t>
      </w:r>
      <w:r w:rsidR="00B97E5D">
        <w:rPr>
          <w:i/>
          <w:iCs/>
          <w:szCs w:val="24"/>
        </w:rPr>
        <w:t>’</w:t>
      </w:r>
      <w:r w:rsidRPr="003E4D35">
        <w:rPr>
          <w:i/>
          <w:iCs/>
          <w:szCs w:val="24"/>
        </w:rPr>
        <w:t>est la grande peine</w:t>
      </w:r>
      <w:r w:rsidR="00B97E5D">
        <w:rPr>
          <w:i/>
          <w:iCs/>
          <w:szCs w:val="24"/>
        </w:rPr>
        <w:t>.</w:t>
      </w:r>
    </w:p>
    <w:p w14:paraId="4669CB1F" w14:textId="77777777" w:rsidR="00B97E5D" w:rsidRDefault="00F225BE" w:rsidP="00F225BE">
      <w:r w:rsidRPr="003E4D35">
        <w:t>Dès lors je ne m</w:t>
      </w:r>
      <w:r w:rsidR="00B97E5D">
        <w:t>’</w:t>
      </w:r>
      <w:r w:rsidRPr="003E4D35">
        <w:t>endormis plus que sous cet arbre qui do</w:t>
      </w:r>
      <w:r w:rsidRPr="003E4D35">
        <w:t>n</w:t>
      </w:r>
      <w:r w:rsidRPr="003E4D35">
        <w:t>nait des rêves</w:t>
      </w:r>
      <w:r w:rsidR="00B97E5D">
        <w:t xml:space="preserve">, </w:t>
      </w:r>
      <w:r w:rsidRPr="003E4D35">
        <w:t>habituant les oiseaux à ne plus venir y nicher</w:t>
      </w:r>
      <w:r w:rsidR="00B97E5D">
        <w:t xml:space="preserve">, </w:t>
      </w:r>
      <w:r w:rsidRPr="003E4D35">
        <w:t>pressant mon côté gauche de la main et pensant à ceux dont je voulais rêver</w:t>
      </w:r>
      <w:r w:rsidR="00B97E5D">
        <w:t xml:space="preserve">. </w:t>
      </w:r>
      <w:r w:rsidRPr="003E4D35">
        <w:t>Cette passion dura des semaines entières</w:t>
      </w:r>
      <w:r w:rsidR="00B97E5D">
        <w:t xml:space="preserve">. </w:t>
      </w:r>
      <w:r w:rsidRPr="003E4D35">
        <w:t>Ce n</w:t>
      </w:r>
      <w:r w:rsidR="00B97E5D">
        <w:t>’</w:t>
      </w:r>
      <w:r w:rsidRPr="003E4D35">
        <w:t>était pas que mes rêves fussent variés</w:t>
      </w:r>
      <w:r w:rsidR="00B97E5D">
        <w:t xml:space="preserve">, </w:t>
      </w:r>
      <w:r w:rsidRPr="003E4D35">
        <w:t>je n</w:t>
      </w:r>
      <w:r w:rsidR="00B97E5D">
        <w:t>’</w:t>
      </w:r>
      <w:r w:rsidRPr="003E4D35">
        <w:t>éprouvais guère par eux qu</w:t>
      </w:r>
      <w:r w:rsidR="00B97E5D">
        <w:t>’</w:t>
      </w:r>
      <w:r w:rsidRPr="003E4D35">
        <w:t>une émotion</w:t>
      </w:r>
      <w:r w:rsidR="00B97E5D">
        <w:t xml:space="preserve"> : </w:t>
      </w:r>
      <w:r w:rsidRPr="003E4D35">
        <w:t>cette volupté</w:t>
      </w:r>
      <w:r w:rsidR="00B97E5D">
        <w:t xml:space="preserve">, </w:t>
      </w:r>
      <w:r w:rsidRPr="003E4D35">
        <w:t>inconnue de moi jusque-là</w:t>
      </w:r>
      <w:r w:rsidR="00B97E5D">
        <w:t xml:space="preserve">, </w:t>
      </w:r>
      <w:r w:rsidRPr="003E4D35">
        <w:t>qui mélangeait les sentiments les plus contraires</w:t>
      </w:r>
      <w:r w:rsidR="00B97E5D">
        <w:t xml:space="preserve">, </w:t>
      </w:r>
      <w:r w:rsidRPr="003E4D35">
        <w:t>et que j</w:t>
      </w:r>
      <w:r w:rsidR="00B97E5D">
        <w:t>’</w:t>
      </w:r>
      <w:r w:rsidRPr="003E4D35">
        <w:t>app</w:t>
      </w:r>
      <w:r w:rsidRPr="003E4D35">
        <w:t>e</w:t>
      </w:r>
      <w:r w:rsidRPr="003E4D35">
        <w:t>lais la désolation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non la tristesse seule</w:t>
      </w:r>
      <w:r w:rsidR="00B97E5D">
        <w:t xml:space="preserve">, </w:t>
      </w:r>
      <w:r w:rsidRPr="003E4D35">
        <w:t>mais la détresse avec tous les triomphes</w:t>
      </w:r>
      <w:r w:rsidR="00B97E5D">
        <w:t xml:space="preserve">, </w:t>
      </w:r>
      <w:r w:rsidRPr="003E4D35">
        <w:t xml:space="preserve">le bonheur </w:t>
      </w:r>
      <w:r w:rsidRPr="003E4D35">
        <w:lastRenderedPageBreak/>
        <w:t>avec tous les désespoirs</w:t>
      </w:r>
      <w:r w:rsidR="00B97E5D">
        <w:t xml:space="preserve"> ; </w:t>
      </w:r>
      <w:r w:rsidRPr="003E4D35">
        <w:t>un sentiment de trouvaille sans égale et de perte irréparable</w:t>
      </w:r>
      <w:r w:rsidR="00B97E5D">
        <w:t xml:space="preserve">, </w:t>
      </w:r>
      <w:r w:rsidRPr="003E4D35">
        <w:t>un sanglot qui gagnait comme un bâillement tous les visiteurs sa</w:t>
      </w:r>
      <w:r w:rsidRPr="003E4D35">
        <w:t>u</w:t>
      </w:r>
      <w:r w:rsidRPr="003E4D35">
        <w:t>grenus que m</w:t>
      </w:r>
      <w:r w:rsidR="00B97E5D">
        <w:t>’</w:t>
      </w:r>
      <w:r w:rsidRPr="003E4D35">
        <w:t>apportait la nuit</w:t>
      </w:r>
      <w:r w:rsidR="00B97E5D">
        <w:t xml:space="preserve"> : </w:t>
      </w:r>
      <w:r w:rsidRPr="003E4D35">
        <w:t xml:space="preserve">que ce fut </w:t>
      </w:r>
      <w:r w:rsidR="00B97E5D" w:rsidRPr="003E4D35">
        <w:t>Louis</w:t>
      </w:r>
      <w:r w:rsidR="00B97E5D">
        <w:t> </w:t>
      </w:r>
      <w:r w:rsidR="00B97E5D" w:rsidRPr="003E4D35">
        <w:t>XI</w:t>
      </w:r>
      <w:r w:rsidR="00B97E5D">
        <w:t xml:space="preserve">, </w:t>
      </w:r>
      <w:r w:rsidRPr="003E4D35">
        <w:t>me soul</w:t>
      </w:r>
      <w:r w:rsidRPr="003E4D35">
        <w:t>e</w:t>
      </w:r>
      <w:r w:rsidRPr="003E4D35">
        <w:t>vant d</w:t>
      </w:r>
      <w:r w:rsidR="00B97E5D">
        <w:t>’</w:t>
      </w:r>
      <w:r w:rsidRPr="003E4D35">
        <w:t>un geste d</w:t>
      </w:r>
      <w:r w:rsidR="00B97E5D">
        <w:t>’</w:t>
      </w:r>
      <w:r w:rsidRPr="003E4D35">
        <w:t>affection qui me vouait pour toujours à mes rois</w:t>
      </w:r>
      <w:r w:rsidR="00B97E5D">
        <w:t xml:space="preserve">, </w:t>
      </w:r>
      <w:r w:rsidRPr="003E4D35">
        <w:t xml:space="preserve">ou de pauvres amies de pension </w:t>
      </w:r>
      <w:proofErr w:type="spellStart"/>
      <w:r w:rsidRPr="003E4D35">
        <w:t>reniflantes</w:t>
      </w:r>
      <w:proofErr w:type="spellEnd"/>
      <w:r w:rsidR="00B97E5D">
        <w:t xml:space="preserve">, </w:t>
      </w:r>
      <w:r w:rsidRPr="003E4D35">
        <w:t>avec cette voix rauque et enrouée qu</w:t>
      </w:r>
      <w:r w:rsidR="00B97E5D">
        <w:t>’</w:t>
      </w:r>
      <w:r w:rsidRPr="003E4D35">
        <w:t>on a quand un malade est sauvé</w:t>
      </w:r>
      <w:r w:rsidR="00B97E5D">
        <w:t xml:space="preserve">. </w:t>
      </w:r>
      <w:r w:rsidRPr="003E4D35">
        <w:t>Mais toujours en Europe</w:t>
      </w:r>
      <w:r w:rsidR="00B97E5D">
        <w:t xml:space="preserve">, </w:t>
      </w:r>
      <w:r w:rsidRPr="003E4D35">
        <w:t>et la seule différence avec des rêves eur</w:t>
      </w:r>
      <w:r w:rsidRPr="003E4D35">
        <w:t>o</w:t>
      </w:r>
      <w:r w:rsidRPr="003E4D35">
        <w:t>péens était que le soleil y brillait</w:t>
      </w:r>
      <w:r w:rsidR="00B97E5D">
        <w:t xml:space="preserve">. </w:t>
      </w:r>
      <w:r w:rsidRPr="003E4D35">
        <w:t>Maintenant encore je suis la seule personne qui voit le soleil en rêve</w:t>
      </w:r>
      <w:r w:rsidR="00B97E5D">
        <w:t>.</w:t>
      </w:r>
    </w:p>
    <w:p w14:paraId="602CF486" w14:textId="77777777" w:rsidR="00B97E5D" w:rsidRDefault="00F225BE" w:rsidP="00F225BE">
      <w:r w:rsidRPr="003E4D35">
        <w:t>Puis venait le réveil</w:t>
      </w:r>
      <w:r w:rsidR="00B97E5D">
        <w:t>…</w:t>
      </w:r>
    </w:p>
    <w:p w14:paraId="1B560D69" w14:textId="77777777" w:rsidR="00B97E5D" w:rsidRDefault="00F225BE" w:rsidP="00F225BE">
      <w:r w:rsidRPr="003E4D35">
        <w:t>J</w:t>
      </w:r>
      <w:r w:rsidR="00B97E5D">
        <w:t>’</w:t>
      </w:r>
      <w:r w:rsidRPr="003E4D35">
        <w:t>écoutais</w:t>
      </w:r>
      <w:r w:rsidR="00B97E5D">
        <w:t xml:space="preserve">… </w:t>
      </w:r>
      <w:r w:rsidRPr="003E4D35">
        <w:t>Mais ce n</w:t>
      </w:r>
      <w:r w:rsidR="00B97E5D">
        <w:t>’</w:t>
      </w:r>
      <w:r w:rsidRPr="003E4D35">
        <w:t>était point le pas d</w:t>
      </w:r>
      <w:r w:rsidR="00B97E5D">
        <w:t>’</w:t>
      </w:r>
      <w:r w:rsidRPr="003E4D35">
        <w:t>un braconnier sur la route</w:t>
      </w:r>
      <w:r w:rsidR="00B97E5D">
        <w:t xml:space="preserve">. </w:t>
      </w:r>
      <w:r w:rsidRPr="003E4D35">
        <w:t>Ce n</w:t>
      </w:r>
      <w:r w:rsidR="00B97E5D">
        <w:t>’</w:t>
      </w:r>
      <w:r w:rsidRPr="003E4D35">
        <w:t>était point le meuglement d</w:t>
      </w:r>
      <w:r w:rsidR="00B97E5D">
        <w:t>’</w:t>
      </w:r>
      <w:r w:rsidRPr="003E4D35">
        <w:t>une génisse qu</w:t>
      </w:r>
      <w:r w:rsidR="00B97E5D">
        <w:t>’</w:t>
      </w:r>
      <w:r w:rsidRPr="003E4D35">
        <w:t>on amène au boucher</w:t>
      </w:r>
      <w:r w:rsidR="00B97E5D">
        <w:t xml:space="preserve">, </w:t>
      </w:r>
      <w:r w:rsidRPr="003E4D35">
        <w:t>et qui se refuse de ces quatre sabots</w:t>
      </w:r>
      <w:r w:rsidR="00B97E5D">
        <w:t xml:space="preserve">, </w:t>
      </w:r>
      <w:r w:rsidRPr="003E4D35">
        <w:t>pauvre bête mal renseignée</w:t>
      </w:r>
      <w:r w:rsidR="00B97E5D">
        <w:t xml:space="preserve">, </w:t>
      </w:r>
      <w:r w:rsidRPr="003E4D35">
        <w:t>à la hauteur de l</w:t>
      </w:r>
      <w:r w:rsidR="00B97E5D">
        <w:t>’</w:t>
      </w:r>
      <w:r w:rsidRPr="003E4D35">
        <w:t>épicerie</w:t>
      </w:r>
      <w:r w:rsidR="00B97E5D">
        <w:t xml:space="preserve">. </w:t>
      </w:r>
      <w:r w:rsidRPr="003E4D35">
        <w:t>Ce n</w:t>
      </w:r>
      <w:r w:rsidR="00B97E5D">
        <w:t>’</w:t>
      </w:r>
      <w:r w:rsidRPr="003E4D35">
        <w:t>était pas le poulet qu</w:t>
      </w:r>
      <w:r w:rsidR="00B97E5D">
        <w:t>’</w:t>
      </w:r>
      <w:r w:rsidRPr="003E4D35">
        <w:t>on attrape encore au poulailler pour le tuer le soir</w:t>
      </w:r>
      <w:r w:rsidR="00B97E5D">
        <w:t xml:space="preserve"> ; </w:t>
      </w:r>
      <w:r w:rsidRPr="003E4D35">
        <w:t>et toutes ces petites occupations de mort qu</w:t>
      </w:r>
      <w:r w:rsidR="00B97E5D">
        <w:t>’</w:t>
      </w:r>
      <w:r w:rsidRPr="003E4D35">
        <w:t>éclaire l</w:t>
      </w:r>
      <w:r w:rsidR="00B97E5D">
        <w:t>’</w:t>
      </w:r>
      <w:r w:rsidRPr="003E4D35">
        <w:t>aube des pr</w:t>
      </w:r>
      <w:r w:rsidRPr="003E4D35">
        <w:t>o</w:t>
      </w:r>
      <w:r w:rsidRPr="003E4D35">
        <w:t>vinces</w:t>
      </w:r>
      <w:r w:rsidR="00B97E5D">
        <w:t xml:space="preserve">. </w:t>
      </w:r>
      <w:r w:rsidRPr="003E4D35">
        <w:t>Hélas</w:t>
      </w:r>
      <w:r w:rsidR="00B97E5D">
        <w:t xml:space="preserve"> ! </w:t>
      </w:r>
      <w:r w:rsidRPr="003E4D35">
        <w:t>c</w:t>
      </w:r>
      <w:r w:rsidR="00B97E5D">
        <w:t>’</w:t>
      </w:r>
      <w:r w:rsidRPr="003E4D35">
        <w:t>était toutes les fleurs portées par mon arbre</w:t>
      </w:r>
      <w:r w:rsidR="00B97E5D">
        <w:t xml:space="preserve">, </w:t>
      </w:r>
      <w:r w:rsidRPr="003E4D35">
        <w:t>les siennes</w:t>
      </w:r>
      <w:r w:rsidR="00B97E5D">
        <w:t xml:space="preserve">, </w:t>
      </w:r>
      <w:r w:rsidRPr="003E4D35">
        <w:t>celles de ses lianes</w:t>
      </w:r>
      <w:r w:rsidR="00B97E5D">
        <w:t xml:space="preserve">, </w:t>
      </w:r>
      <w:r w:rsidRPr="003E4D35">
        <w:t>les cattleyas qui sortaient de ses trous</w:t>
      </w:r>
      <w:r w:rsidR="00B97E5D">
        <w:t xml:space="preserve">, </w:t>
      </w:r>
      <w:r w:rsidRPr="003E4D35">
        <w:t>déversant sur moi</w:t>
      </w:r>
      <w:r w:rsidR="00B97E5D">
        <w:t xml:space="preserve">, </w:t>
      </w:r>
      <w:r w:rsidRPr="003E4D35">
        <w:t>chavirées par la brise</w:t>
      </w:r>
      <w:r w:rsidR="00B97E5D">
        <w:t xml:space="preserve"> – </w:t>
      </w:r>
      <w:r w:rsidRPr="003E4D35">
        <w:t>désolation d</w:t>
      </w:r>
      <w:r w:rsidR="00B97E5D">
        <w:t>’</w:t>
      </w:r>
      <w:r w:rsidRPr="003E4D35">
        <w:t>un baobab</w:t>
      </w:r>
      <w:r w:rsidR="00B97E5D">
        <w:t xml:space="preserve"> – </w:t>
      </w:r>
      <w:r w:rsidRPr="003E4D35">
        <w:t>des pollens de toutes couleurs et si abondants que la rosée était séchée sur moi comme par une poudre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a</w:t>
      </w:r>
      <w:r w:rsidRPr="003E4D35">
        <w:t>t</w:t>
      </w:r>
      <w:r w:rsidRPr="003E4D35">
        <w:t>tendais</w:t>
      </w:r>
      <w:r w:rsidR="00B97E5D">
        <w:t xml:space="preserve">. </w:t>
      </w:r>
      <w:r w:rsidRPr="003E4D35">
        <w:t>Comme un blessé qui met machinalement la main à sa blessure</w:t>
      </w:r>
      <w:r w:rsidR="00B97E5D">
        <w:t xml:space="preserve">, </w:t>
      </w:r>
      <w:r w:rsidRPr="003E4D35">
        <w:t>je passais ma main sur mon corps et la portais ensuite à mes yeux</w:t>
      </w:r>
      <w:r w:rsidR="00B97E5D">
        <w:t xml:space="preserve">, </w:t>
      </w:r>
      <w:r w:rsidRPr="003E4D35">
        <w:t>pour voir de quelle nuance me laissait aujourd</w:t>
      </w:r>
      <w:r w:rsidR="00B97E5D">
        <w:t>’</w:t>
      </w:r>
      <w:r w:rsidRPr="003E4D35">
        <w:t>hui l</w:t>
      </w:r>
      <w:r w:rsidR="00B97E5D">
        <w:t>’</w:t>
      </w:r>
      <w:r w:rsidRPr="003E4D35">
        <w:t>aurore</w:t>
      </w:r>
      <w:r w:rsidR="00B97E5D">
        <w:t xml:space="preserve">… </w:t>
      </w:r>
      <w:r w:rsidRPr="003E4D35">
        <w:t>Plus de désolation heureuse</w:t>
      </w:r>
      <w:r w:rsidR="00B97E5D">
        <w:t xml:space="preserve"> ; </w:t>
      </w:r>
      <w:r w:rsidRPr="003E4D35">
        <w:t>seule</w:t>
      </w:r>
      <w:r w:rsidR="00B97E5D">
        <w:t xml:space="preserve">, </w:t>
      </w:r>
      <w:r w:rsidRPr="003E4D35">
        <w:t>sans limites</w:t>
      </w:r>
      <w:r w:rsidR="00B97E5D">
        <w:t xml:space="preserve">, </w:t>
      </w:r>
      <w:r w:rsidRPr="003E4D35">
        <w:t>la détresse</w:t>
      </w:r>
      <w:r w:rsidR="00B97E5D">
        <w:t xml:space="preserve">. </w:t>
      </w:r>
      <w:r w:rsidRPr="003E4D35">
        <w:t>La joie se déliait soudain du désespoir</w:t>
      </w:r>
      <w:r w:rsidR="00B97E5D">
        <w:t xml:space="preserve">, </w:t>
      </w:r>
      <w:r w:rsidRPr="003E4D35">
        <w:t>comme un se</w:t>
      </w:r>
      <w:r w:rsidRPr="003E4D35">
        <w:t>r</w:t>
      </w:r>
      <w:r w:rsidRPr="003E4D35">
        <w:t>pent effrayé de son camarade de caducée</w:t>
      </w:r>
      <w:r w:rsidR="00B97E5D">
        <w:t xml:space="preserve">, </w:t>
      </w:r>
      <w:r w:rsidRPr="003E4D35">
        <w:t>et disparaissait</w:t>
      </w:r>
      <w:r w:rsidR="00B97E5D">
        <w:t xml:space="preserve">… </w:t>
      </w:r>
      <w:r w:rsidRPr="003E4D35">
        <w:t xml:space="preserve">Ce </w:t>
      </w:r>
      <w:proofErr w:type="gramStart"/>
      <w:r w:rsidRPr="003E4D35">
        <w:t>n</w:t>
      </w:r>
      <w:r w:rsidR="00B97E5D">
        <w:t>’</w:t>
      </w:r>
      <w:r w:rsidRPr="003E4D35">
        <w:t>était</w:t>
      </w:r>
      <w:proofErr w:type="gramEnd"/>
      <w:r w:rsidRPr="003E4D35">
        <w:t xml:space="preserve"> pas les volets qu</w:t>
      </w:r>
      <w:r w:rsidR="00B97E5D">
        <w:t>’</w:t>
      </w:r>
      <w:r w:rsidRPr="003E4D35">
        <w:t>on ouvre et qui claquent</w:t>
      </w:r>
      <w:r w:rsidR="00B97E5D">
        <w:t xml:space="preserve">, </w:t>
      </w:r>
      <w:r w:rsidRPr="003E4D35">
        <w:t>ni la petite pluie du matin sur les brocs des laitières</w:t>
      </w:r>
      <w:r w:rsidR="00B97E5D">
        <w:t xml:space="preserve">. </w:t>
      </w:r>
      <w:proofErr w:type="gramStart"/>
      <w:r w:rsidRPr="003E4D35">
        <w:t>C</w:t>
      </w:r>
      <w:r w:rsidR="00B97E5D">
        <w:t>’</w:t>
      </w:r>
      <w:r w:rsidRPr="003E4D35">
        <w:t>était</w:t>
      </w:r>
      <w:proofErr w:type="gramEnd"/>
      <w:r w:rsidRPr="003E4D35">
        <w:t xml:space="preserve"> les paradisiers sortant de la nuit comme la porcelaine d</w:t>
      </w:r>
      <w:r w:rsidR="00B97E5D">
        <w:t>’</w:t>
      </w:r>
      <w:r w:rsidRPr="003E4D35">
        <w:t>un four</w:t>
      </w:r>
      <w:r w:rsidR="00B97E5D">
        <w:t xml:space="preserve">, </w:t>
      </w:r>
      <w:r w:rsidRPr="003E4D35">
        <w:t>tous les jours d</w:t>
      </w:r>
      <w:r w:rsidR="00B97E5D">
        <w:t>’</w:t>
      </w:r>
      <w:r w:rsidRPr="003E4D35">
        <w:t xml:space="preserve">un éclat </w:t>
      </w:r>
      <w:r w:rsidRPr="003E4D35">
        <w:lastRenderedPageBreak/>
        <w:t>que je n</w:t>
      </w:r>
      <w:r w:rsidR="00B97E5D">
        <w:t>’</w:t>
      </w:r>
      <w:r w:rsidRPr="003E4D35">
        <w:t>attendais pas si vif</w:t>
      </w:r>
      <w:r w:rsidR="00B97E5D">
        <w:t xml:space="preserve"> ; </w:t>
      </w:r>
      <w:r w:rsidRPr="003E4D35">
        <w:t>et c</w:t>
      </w:r>
      <w:r w:rsidR="00B97E5D">
        <w:t>’</w:t>
      </w:r>
      <w:r w:rsidRPr="003E4D35">
        <w:t>était moi-même</w:t>
      </w:r>
      <w:r w:rsidR="00B97E5D">
        <w:t xml:space="preserve">, </w:t>
      </w:r>
      <w:r w:rsidRPr="003E4D35">
        <w:t>a</w:t>
      </w:r>
      <w:r w:rsidRPr="003E4D35">
        <w:t>c</w:t>
      </w:r>
      <w:r w:rsidRPr="003E4D35">
        <w:t>coudée à plus de petits palmiers</w:t>
      </w:r>
      <w:r w:rsidR="00B97E5D">
        <w:t xml:space="preserve">, </w:t>
      </w:r>
      <w:r w:rsidRPr="003E4D35">
        <w:t>de petits bananiers et d</w:t>
      </w:r>
      <w:r w:rsidR="00B97E5D">
        <w:t>’</w:t>
      </w:r>
      <w:r w:rsidRPr="003E4D35">
        <w:t>ara</w:t>
      </w:r>
      <w:r w:rsidRPr="003E4D35">
        <w:t>u</w:t>
      </w:r>
      <w:r w:rsidRPr="003E4D35">
        <w:t>carias</w:t>
      </w:r>
      <w:r w:rsidR="00B97E5D">
        <w:t xml:space="preserve">, </w:t>
      </w:r>
      <w:r w:rsidRPr="003E4D35">
        <w:t>et plus indifférente à eux et à la vie que sur sa voiture</w:t>
      </w:r>
      <w:r w:rsidR="00B97E5D">
        <w:t xml:space="preserve">, </w:t>
      </w:r>
      <w:r w:rsidRPr="003E4D35">
        <w:t>boulevard Montparnasse</w:t>
      </w:r>
      <w:r w:rsidR="00B97E5D">
        <w:t xml:space="preserve">, </w:t>
      </w:r>
      <w:r w:rsidRPr="003E4D35">
        <w:t xml:space="preserve">le commis de </w:t>
      </w:r>
      <w:proofErr w:type="spellStart"/>
      <w:r w:rsidRPr="003E4D35">
        <w:t>Belloir</w:t>
      </w:r>
      <w:proofErr w:type="spellEnd"/>
      <w:r w:rsidRPr="003E4D35">
        <w:t xml:space="preserve"> qui ramène sa flore d</w:t>
      </w:r>
      <w:r w:rsidR="00B97E5D">
        <w:t>’</w:t>
      </w:r>
      <w:r w:rsidRPr="003E4D35">
        <w:t>un bal officiel</w:t>
      </w:r>
      <w:r w:rsidR="00B97E5D">
        <w:t xml:space="preserve">… </w:t>
      </w:r>
      <w:r w:rsidRPr="003E4D35">
        <w:t>Je me dressais</w:t>
      </w:r>
      <w:r w:rsidR="00B97E5D">
        <w:t xml:space="preserve">, </w:t>
      </w:r>
      <w:r w:rsidRPr="003E4D35">
        <w:t>secouant toute pensée et tout pollen de ce corps pour eux stérile</w:t>
      </w:r>
      <w:r w:rsidR="00B97E5D">
        <w:t xml:space="preserve">, </w:t>
      </w:r>
      <w:r w:rsidRPr="003E4D35">
        <w:t>agacée</w:t>
      </w:r>
      <w:r w:rsidR="00B97E5D">
        <w:t xml:space="preserve">, </w:t>
      </w:r>
      <w:r w:rsidRPr="003E4D35">
        <w:t>au sortir d</w:t>
      </w:r>
      <w:r w:rsidR="00B97E5D">
        <w:t>’</w:t>
      </w:r>
      <w:r w:rsidRPr="003E4D35">
        <w:t>un monde malléable et généreux</w:t>
      </w:r>
      <w:r w:rsidR="00B97E5D">
        <w:t xml:space="preserve">, </w:t>
      </w:r>
      <w:r w:rsidRPr="003E4D35">
        <w:t>de la résistance de ces arbres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on ne pouvait traverser</w:t>
      </w:r>
      <w:r w:rsidR="00B97E5D">
        <w:t xml:space="preserve">, </w:t>
      </w:r>
      <w:r w:rsidRPr="003E4D35">
        <w:t>de ces vagues liquides et non solides</w:t>
      </w:r>
      <w:r w:rsidR="00B97E5D">
        <w:t xml:space="preserve">, </w:t>
      </w:r>
      <w:r w:rsidRPr="003E4D35">
        <w:t>de ce soleil éternel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éphémère</w:t>
      </w:r>
      <w:r w:rsidR="00B97E5D">
        <w:t xml:space="preserve">… </w:t>
      </w:r>
      <w:r w:rsidRPr="003E4D35">
        <w:t>Égoïste</w:t>
      </w:r>
      <w:r w:rsidR="00B97E5D">
        <w:t xml:space="preserve">, </w:t>
      </w:r>
      <w:r w:rsidRPr="003E4D35">
        <w:t>je maigrissais</w:t>
      </w:r>
      <w:r w:rsidR="00B97E5D">
        <w:t xml:space="preserve">… </w:t>
      </w:r>
      <w:r w:rsidRPr="003E4D35">
        <w:t>E</w:t>
      </w:r>
      <w:r w:rsidRPr="003E4D35">
        <w:t>n</w:t>
      </w:r>
      <w:r w:rsidRPr="003E4D35">
        <w:t>vieuse</w:t>
      </w:r>
      <w:r w:rsidR="00B97E5D">
        <w:t xml:space="preserve">, </w:t>
      </w:r>
      <w:r w:rsidRPr="003E4D35">
        <w:t>je ne mangeais plus</w:t>
      </w:r>
      <w:r w:rsidR="00B97E5D">
        <w:t xml:space="preserve">… </w:t>
      </w:r>
      <w:r w:rsidRPr="003E4D35">
        <w:t>Menteuse à moi-même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des névralgies</w:t>
      </w:r>
      <w:r w:rsidR="00B97E5D">
        <w:t xml:space="preserve">. </w:t>
      </w:r>
      <w:r w:rsidRPr="003E4D35">
        <w:t>Si bien que je décidai de me guérir</w:t>
      </w:r>
      <w:r w:rsidR="00B97E5D">
        <w:t xml:space="preserve">… </w:t>
      </w:r>
      <w:r w:rsidRPr="003E4D35">
        <w:t>Un soir au lieu d</w:t>
      </w:r>
      <w:r w:rsidR="00B97E5D">
        <w:t>’</w:t>
      </w:r>
      <w:r w:rsidRPr="003E4D35">
        <w:t>aller me loger</w:t>
      </w:r>
      <w:r w:rsidR="00B97E5D">
        <w:t xml:space="preserve">, </w:t>
      </w:r>
      <w:r w:rsidRPr="003E4D35">
        <w:t>dès la première ombre</w:t>
      </w:r>
      <w:r w:rsidR="00B97E5D">
        <w:t xml:space="preserve">, </w:t>
      </w:r>
      <w:r w:rsidRPr="003E4D35">
        <w:t>sous cet arbre</w:t>
      </w:r>
      <w:r w:rsidR="00B97E5D">
        <w:t xml:space="preserve">, </w:t>
      </w:r>
      <w:r w:rsidRPr="003E4D35">
        <w:t>en cette empreinte dans la mousse qui me recevait maintenant comme une boîte-écrin sa louche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attendis la nuit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égarai en elle</w:t>
      </w:r>
      <w:r w:rsidR="00B97E5D">
        <w:t xml:space="preserve">, </w:t>
      </w:r>
      <w:r w:rsidRPr="003E4D35">
        <w:t>je l</w:t>
      </w:r>
      <w:r w:rsidR="00B97E5D">
        <w:t>’</w:t>
      </w:r>
      <w:r w:rsidRPr="003E4D35">
        <w:t>aspirai à grands traits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en lavai mes yeux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en fis tout ce que l</w:t>
      </w:r>
      <w:r w:rsidR="00B97E5D">
        <w:t>’</w:t>
      </w:r>
      <w:r w:rsidRPr="003E4D35">
        <w:t>on fait des collyres et des contrepoisons</w:t>
      </w:r>
      <w:r w:rsidR="00B97E5D">
        <w:t xml:space="preserve"> ; </w:t>
      </w:r>
      <w:r w:rsidRPr="003E4D35">
        <w:t>tous ces perso</w:t>
      </w:r>
      <w:r w:rsidRPr="003E4D35">
        <w:t>n</w:t>
      </w:r>
      <w:r w:rsidRPr="003E4D35">
        <w:t>nages</w:t>
      </w:r>
      <w:r w:rsidR="00B97E5D">
        <w:t xml:space="preserve">, </w:t>
      </w:r>
      <w:r w:rsidRPr="003E4D35">
        <w:t>toutes ces émotions de mes rêves si habitués à m</w:t>
      </w:r>
      <w:r w:rsidR="00B97E5D">
        <w:t>’</w:t>
      </w:r>
      <w:r w:rsidRPr="003E4D35">
        <w:t>assaillir dès cette heure qu</w:t>
      </w:r>
      <w:r w:rsidR="00B97E5D">
        <w:t>’</w:t>
      </w:r>
      <w:r w:rsidRPr="003E4D35">
        <w:t>ils pénétraient aujourd</w:t>
      </w:r>
      <w:r w:rsidR="00B97E5D">
        <w:t>’</w:t>
      </w:r>
      <w:r w:rsidRPr="003E4D35">
        <w:t>hui à vif dans mon âme la prenant pour mon sommeil</w:t>
      </w:r>
      <w:r w:rsidR="00B97E5D">
        <w:t xml:space="preserve">, </w:t>
      </w:r>
      <w:r w:rsidRPr="003E4D35">
        <w:t>je les chassai tant bien que mal</w:t>
      </w:r>
      <w:r w:rsidR="00B97E5D">
        <w:t xml:space="preserve"> ; </w:t>
      </w:r>
      <w:r w:rsidRPr="003E4D35">
        <w:t>puis</w:t>
      </w:r>
      <w:r w:rsidR="00B97E5D">
        <w:t xml:space="preserve">, </w:t>
      </w:r>
      <w:r w:rsidRPr="003E4D35">
        <w:t>à la plus grande distance connue d</w:t>
      </w:r>
      <w:r w:rsidR="00B97E5D">
        <w:t>’</w:t>
      </w:r>
      <w:r w:rsidRPr="003E4D35">
        <w:t>un arbre dans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étendis sur le dos</w:t>
      </w:r>
      <w:r w:rsidR="00B97E5D">
        <w:t xml:space="preserve">, </w:t>
      </w:r>
      <w:r w:rsidRPr="003E4D35">
        <w:t>les pieds joints</w:t>
      </w:r>
      <w:r w:rsidR="00B97E5D">
        <w:t xml:space="preserve">, </w:t>
      </w:r>
      <w:r w:rsidRPr="003E4D35">
        <w:t>les mains croisées</w:t>
      </w:r>
      <w:r w:rsidR="00B97E5D">
        <w:t xml:space="preserve">, </w:t>
      </w:r>
      <w:r w:rsidRPr="003E4D35">
        <w:t>et je me donnai à un sommeil sans rêve</w:t>
      </w:r>
      <w:r w:rsidR="00B97E5D">
        <w:t>…</w:t>
      </w:r>
    </w:p>
    <w:p w14:paraId="5F893D02" w14:textId="77777777" w:rsidR="00B97E5D" w:rsidRDefault="00F225BE" w:rsidP="00F225BE">
      <w:r w:rsidRPr="003E4D35">
        <w:t>Ce fut une passe pénible</w:t>
      </w:r>
      <w:r w:rsidR="00B97E5D">
        <w:t xml:space="preserve">. </w:t>
      </w:r>
      <w:r w:rsidRPr="003E4D35">
        <w:t>Jamais je n</w:t>
      </w:r>
      <w:r w:rsidR="00B97E5D">
        <w:t>’</w:t>
      </w:r>
      <w:r w:rsidRPr="003E4D35">
        <w:t>eus une âme plus ve</w:t>
      </w:r>
      <w:r w:rsidRPr="003E4D35">
        <w:t>u</w:t>
      </w:r>
      <w:r w:rsidRPr="003E4D35">
        <w:t>le</w:t>
      </w:r>
      <w:r w:rsidR="00B97E5D">
        <w:t xml:space="preserve">, </w:t>
      </w:r>
      <w:r w:rsidRPr="003E4D35">
        <w:t>aussi fanée</w:t>
      </w:r>
      <w:r w:rsidR="00B97E5D">
        <w:t xml:space="preserve">, </w:t>
      </w:r>
      <w:r w:rsidRPr="003E4D35">
        <w:t>jamais une vie physique plus aiguë</w:t>
      </w:r>
      <w:r w:rsidR="00B97E5D">
        <w:t xml:space="preserve">. </w:t>
      </w:r>
      <w:r w:rsidRPr="003E4D35">
        <w:t>Cette l</w:t>
      </w:r>
      <w:r w:rsidRPr="003E4D35">
        <w:t>u</w:t>
      </w:r>
      <w:r w:rsidRPr="003E4D35">
        <w:t>mière autour de moi était juste la plus vibrante avant les rayons ultra-violets</w:t>
      </w:r>
      <w:r w:rsidR="00B97E5D">
        <w:t xml:space="preserve"> ; </w:t>
      </w:r>
      <w:r w:rsidRPr="003E4D35">
        <w:t>ces oiseaux</w:t>
      </w:r>
      <w:r w:rsidR="00B97E5D">
        <w:t xml:space="preserve">, </w:t>
      </w:r>
      <w:r w:rsidRPr="003E4D35">
        <w:t>les plus beaux avant les oiseaux inv</w:t>
      </w:r>
      <w:r w:rsidRPr="003E4D35">
        <w:t>i</w:t>
      </w:r>
      <w:r w:rsidRPr="003E4D35">
        <w:t>sibles</w:t>
      </w:r>
      <w:r w:rsidR="00B97E5D">
        <w:t xml:space="preserve"> ; </w:t>
      </w:r>
      <w:r w:rsidRPr="003E4D35">
        <w:t>ces étoiles</w:t>
      </w:r>
      <w:r w:rsidR="00B97E5D">
        <w:t xml:space="preserve">, </w:t>
      </w:r>
      <w:r w:rsidRPr="003E4D35">
        <w:t>les plus proches du globe</w:t>
      </w:r>
      <w:r w:rsidR="00B97E5D">
        <w:t xml:space="preserve"> : </w:t>
      </w:r>
      <w:r w:rsidRPr="003E4D35">
        <w:t>celle-là</w:t>
      </w:r>
      <w:r w:rsidR="00B97E5D">
        <w:t xml:space="preserve">, </w:t>
      </w:r>
      <w:r w:rsidRPr="003E4D35">
        <w:t>juste au-dessus</w:t>
      </w:r>
      <w:r w:rsidR="00B97E5D">
        <w:t xml:space="preserve">, </w:t>
      </w:r>
      <w:r w:rsidRPr="003E4D35">
        <w:t>la plus proche</w:t>
      </w:r>
      <w:r w:rsidR="00B97E5D">
        <w:t xml:space="preserve"> ; </w:t>
      </w:r>
      <w:r w:rsidRPr="003E4D35">
        <w:t>le crissement de la mer contre les coraux le plus aigu après celui des scies</w:t>
      </w:r>
      <w:r w:rsidR="00B97E5D">
        <w:t xml:space="preserve"> ; </w:t>
      </w:r>
      <w:r w:rsidRPr="003E4D35">
        <w:t>il n</w:t>
      </w:r>
      <w:r w:rsidR="00B97E5D">
        <w:t>’</w:t>
      </w:r>
      <w:r w:rsidRPr="003E4D35">
        <w:t>y avait plus entre moi et le néant des forces que cette dernière apparence exaspérée</w:t>
      </w:r>
      <w:r w:rsidR="00B97E5D">
        <w:t xml:space="preserve"> ; </w:t>
      </w:r>
      <w:r w:rsidRPr="003E4D35">
        <w:t>les couleurs les plus sombres de la nature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ocre</w:t>
      </w:r>
      <w:r w:rsidR="00B97E5D">
        <w:t xml:space="preserve">, </w:t>
      </w:r>
      <w:r w:rsidRPr="003E4D35">
        <w:t>le noir</w:t>
      </w:r>
      <w:r w:rsidR="00B97E5D">
        <w:t xml:space="preserve">, </w:t>
      </w:r>
      <w:r w:rsidRPr="003E4D35">
        <w:t>étaient e</w:t>
      </w:r>
      <w:r w:rsidRPr="003E4D35">
        <w:t>l</w:t>
      </w:r>
      <w:r w:rsidRPr="003E4D35">
        <w:t>les-mêmes à leur octave la plus haute</w:t>
      </w:r>
      <w:r w:rsidR="00B97E5D">
        <w:t xml:space="preserve">. </w:t>
      </w:r>
      <w:r w:rsidRPr="003E4D35">
        <w:lastRenderedPageBreak/>
        <w:t>Pas d</w:t>
      </w:r>
      <w:r w:rsidR="00B97E5D">
        <w:t>’</w:t>
      </w:r>
      <w:r w:rsidRPr="003E4D35">
        <w:t>animaux à voix gr</w:t>
      </w:r>
      <w:r w:rsidRPr="003E4D35">
        <w:t>a</w:t>
      </w:r>
      <w:r w:rsidRPr="003E4D35">
        <w:t>ve</w:t>
      </w:r>
      <w:r w:rsidR="00B97E5D">
        <w:t xml:space="preserve"> (</w:t>
      </w:r>
      <w:r w:rsidRPr="003E4D35">
        <w:t>je n</w:t>
      </w:r>
      <w:r w:rsidR="00B97E5D">
        <w:t>’</w:t>
      </w:r>
      <w:r w:rsidRPr="003E4D35">
        <w:t>allais que tous les quinze ou vingt jours dans l</w:t>
      </w:r>
      <w:r w:rsidR="00B97E5D">
        <w:t>’</w:t>
      </w:r>
      <w:r w:rsidRPr="003E4D35">
        <w:t>île des singes</w:t>
      </w:r>
      <w:r w:rsidR="00B97E5D">
        <w:t xml:space="preserve">, </w:t>
      </w:r>
      <w:r w:rsidRPr="003E4D35">
        <w:t>n</w:t>
      </w:r>
      <w:r w:rsidR="00B97E5D">
        <w:t>’</w:t>
      </w:r>
      <w:r w:rsidRPr="003E4D35">
        <w:t>ayant pas de protection contre leurs attaques</w:t>
      </w:r>
      <w:r w:rsidR="00B97E5D">
        <w:t xml:space="preserve">) ; </w:t>
      </w:r>
      <w:r w:rsidRPr="003E4D35">
        <w:t>un</w:t>
      </w:r>
      <w:r w:rsidRPr="003E4D35">
        <w:t>i</w:t>
      </w:r>
      <w:r w:rsidRPr="003E4D35">
        <w:t>quement les cris suraigus des oiseaux</w:t>
      </w:r>
      <w:r w:rsidR="00B97E5D">
        <w:t xml:space="preserve">, </w:t>
      </w:r>
      <w:r w:rsidRPr="003E4D35">
        <w:t>le bruit métallique de leur vol</w:t>
      </w:r>
      <w:r w:rsidR="00B97E5D">
        <w:t xml:space="preserve"> ; – </w:t>
      </w:r>
      <w:r w:rsidRPr="003E4D35">
        <w:t>à part</w:t>
      </w:r>
      <w:r w:rsidR="00B97E5D">
        <w:t xml:space="preserve">, </w:t>
      </w:r>
      <w:r w:rsidRPr="003E4D35">
        <w:t>le soir</w:t>
      </w:r>
      <w:r w:rsidR="00B97E5D">
        <w:t xml:space="preserve">, </w:t>
      </w:r>
      <w:r w:rsidRPr="003E4D35">
        <w:t>cinq ou dix minutes</w:t>
      </w:r>
      <w:r w:rsidR="00B97E5D">
        <w:t xml:space="preserve">, </w:t>
      </w:r>
      <w:r w:rsidRPr="003E4D35">
        <w:t>seules petites bouches d</w:t>
      </w:r>
      <w:r w:rsidR="00B97E5D">
        <w:t>’</w:t>
      </w:r>
      <w:r w:rsidRPr="003E4D35">
        <w:t>orgue reliées à l</w:t>
      </w:r>
      <w:r w:rsidR="00B97E5D">
        <w:t>’</w:t>
      </w:r>
      <w:r w:rsidRPr="003E4D35">
        <w:t>Europe</w:t>
      </w:r>
      <w:r w:rsidR="00B97E5D">
        <w:t xml:space="preserve">, </w:t>
      </w:r>
      <w:r w:rsidRPr="003E4D35">
        <w:t>mais qui ne donnaient que quelques paroles mesurées comme par un câble</w:t>
      </w:r>
      <w:r w:rsidR="00B97E5D">
        <w:t xml:space="preserve">, </w:t>
      </w:r>
      <w:r w:rsidRPr="003E4D35">
        <w:t>les grenouilles-taureaux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l</w:t>
      </w:r>
      <w:r w:rsidR="00B97E5D">
        <w:t>’</w:t>
      </w:r>
      <w:r w:rsidRPr="003E4D35">
        <w:t>époque aussi où les costumes de plumes ne me distrayaient plus</w:t>
      </w:r>
      <w:r w:rsidR="00B97E5D">
        <w:t xml:space="preserve">, </w:t>
      </w:r>
      <w:r w:rsidRPr="003E4D35">
        <w:t>où j</w:t>
      </w:r>
      <w:r w:rsidR="00B97E5D">
        <w:t>’</w:t>
      </w:r>
      <w:r w:rsidRPr="003E4D35">
        <w:t>avais renoncé à tout vêtement</w:t>
      </w:r>
      <w:r w:rsidR="00B97E5D">
        <w:t xml:space="preserve">, </w:t>
      </w:r>
      <w:r w:rsidRPr="003E4D35">
        <w:t>où il m</w:t>
      </w:r>
      <w:r w:rsidR="00B97E5D">
        <w:t>’</w:t>
      </w:r>
      <w:r w:rsidRPr="003E4D35">
        <w:t>était donné de voir sur mon corps</w:t>
      </w:r>
      <w:r w:rsidR="00B97E5D">
        <w:t xml:space="preserve">, </w:t>
      </w:r>
      <w:r w:rsidRPr="003E4D35">
        <w:t>dernières contractions de ma vie française</w:t>
      </w:r>
      <w:r w:rsidR="00B97E5D">
        <w:t xml:space="preserve">, </w:t>
      </w:r>
      <w:r w:rsidRPr="003E4D35">
        <w:t>ces mouvements que nous ignorions là-bas</w:t>
      </w:r>
      <w:r w:rsidR="00B97E5D">
        <w:t xml:space="preserve">, </w:t>
      </w:r>
      <w:r w:rsidRPr="003E4D35">
        <w:t>perdus qu</w:t>
      </w:r>
      <w:r w:rsidR="00B97E5D">
        <w:t>’</w:t>
      </w:r>
      <w:r w:rsidRPr="003E4D35">
        <w:t>ils sont sous nos robes et nos blouses</w:t>
      </w:r>
      <w:r w:rsidR="00B97E5D">
        <w:t xml:space="preserve">, </w:t>
      </w:r>
      <w:r w:rsidRPr="003E4D35">
        <w:t>et je n</w:t>
      </w:r>
      <w:r w:rsidR="00B97E5D">
        <w:t>’</w:t>
      </w:r>
      <w:r w:rsidRPr="003E4D35">
        <w:t>avais même pas pour moi la considération qu</w:t>
      </w:r>
      <w:r w:rsidR="00B97E5D">
        <w:t>’</w:t>
      </w:r>
      <w:r w:rsidRPr="003E4D35">
        <w:t>un sauvage a du moins pour sa propre impassibilité</w:t>
      </w:r>
      <w:r w:rsidR="00B97E5D">
        <w:t xml:space="preserve">. </w:t>
      </w:r>
      <w:r w:rsidRPr="003E4D35">
        <w:t>Ma poitrine</w:t>
      </w:r>
      <w:r w:rsidR="00B97E5D">
        <w:t xml:space="preserve">, </w:t>
      </w:r>
      <w:r w:rsidRPr="003E4D35">
        <w:t>mes épaules s</w:t>
      </w:r>
      <w:r w:rsidR="00B97E5D">
        <w:t>’</w:t>
      </w:r>
      <w:r w:rsidRPr="003E4D35">
        <w:t>éca</w:t>
      </w:r>
      <w:r w:rsidRPr="003E4D35">
        <w:t>r</w:t>
      </w:r>
      <w:r w:rsidRPr="003E4D35">
        <w:t>taient dès que je me sentais franche et loyale</w:t>
      </w:r>
      <w:r w:rsidR="00B97E5D">
        <w:t xml:space="preserve">. </w:t>
      </w:r>
      <w:r w:rsidRPr="003E4D35">
        <w:t>Je relevais la tête</w:t>
      </w:r>
      <w:r w:rsidR="00B97E5D">
        <w:t xml:space="preserve">, </w:t>
      </w:r>
      <w:r w:rsidRPr="003E4D35">
        <w:t>je me redressais à l</w:t>
      </w:r>
      <w:r w:rsidR="00B97E5D">
        <w:t>’</w:t>
      </w:r>
      <w:r w:rsidRPr="003E4D35">
        <w:t>approche d</w:t>
      </w:r>
      <w:r w:rsidR="00B97E5D">
        <w:t>’</w:t>
      </w:r>
      <w:r w:rsidRPr="003E4D35">
        <w:t>un animal</w:t>
      </w:r>
      <w:r w:rsidR="00B97E5D">
        <w:t xml:space="preserve">, </w:t>
      </w:r>
      <w:r w:rsidRPr="003E4D35">
        <w:t>malgré moi</w:t>
      </w:r>
      <w:r w:rsidR="00B97E5D">
        <w:t xml:space="preserve">, </w:t>
      </w:r>
      <w:r w:rsidRPr="003E4D35">
        <w:t>avec ce</w:t>
      </w:r>
      <w:r w:rsidRPr="003E4D35">
        <w:t>t</w:t>
      </w:r>
      <w:r w:rsidRPr="003E4D35">
        <w:t>te dignité qui soulève dans Bellac une bourgeoise de la première caste quand apparaît une de la seconde</w:t>
      </w:r>
      <w:r w:rsidR="00B97E5D">
        <w:t xml:space="preserve">. </w:t>
      </w:r>
      <w:r w:rsidRPr="003E4D35">
        <w:t>Un jour aussi je déco</w:t>
      </w:r>
      <w:r w:rsidRPr="003E4D35">
        <w:t>u</w:t>
      </w:r>
      <w:r w:rsidRPr="003E4D35">
        <w:t>vris que je perdais la mémoire</w:t>
      </w:r>
      <w:r w:rsidR="00B97E5D">
        <w:t>.</w:t>
      </w:r>
    </w:p>
    <w:p w14:paraId="3C540875" w14:textId="77777777" w:rsidR="00B97E5D" w:rsidRDefault="00F225BE" w:rsidP="00F225BE">
      <w:r w:rsidRPr="003E4D35">
        <w:t>Je n</w:t>
      </w:r>
      <w:r w:rsidR="00B97E5D">
        <w:t>’</w:t>
      </w:r>
      <w:r w:rsidRPr="003E4D35">
        <w:t>avais pu résister au désir d</w:t>
      </w:r>
      <w:r w:rsidR="00B97E5D">
        <w:t>’</w:t>
      </w:r>
      <w:r w:rsidRPr="003E4D35">
        <w:t>écrire</w:t>
      </w:r>
      <w:r w:rsidR="00B97E5D">
        <w:t xml:space="preserve">, </w:t>
      </w:r>
      <w:r w:rsidRPr="003E4D35">
        <w:t>et le couteau que j</w:t>
      </w:r>
      <w:r w:rsidR="00B97E5D">
        <w:t>’</w:t>
      </w:r>
      <w:r w:rsidRPr="003E4D35">
        <w:t>avais ménagé deux ans comme ma seule arme et mon pou</w:t>
      </w:r>
      <w:r w:rsidRPr="003E4D35">
        <w:t>r</w:t>
      </w:r>
      <w:r w:rsidRPr="003E4D35">
        <w:t>voyeur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osai lui faire graver des phrases sur les arbres et dans le roc</w:t>
      </w:r>
      <w:r w:rsidR="00B97E5D">
        <w:t xml:space="preserve">. </w:t>
      </w:r>
      <w:r w:rsidRPr="003E4D35">
        <w:t>Tous les eucalyptus aux angles des allées portaient un nom de rue</w:t>
      </w:r>
      <w:r w:rsidR="00B97E5D">
        <w:t xml:space="preserve">, </w:t>
      </w:r>
      <w:r w:rsidRPr="003E4D35">
        <w:t>assez bas</w:t>
      </w:r>
      <w:r w:rsidR="00B97E5D">
        <w:t xml:space="preserve">, </w:t>
      </w:r>
      <w:r w:rsidRPr="003E4D35">
        <w:t>on aurait pu le lire avec les mains la nuit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de coraux et de nacres</w:t>
      </w:r>
      <w:r w:rsidR="00B97E5D">
        <w:t xml:space="preserve">, </w:t>
      </w:r>
      <w:r w:rsidRPr="003E4D35">
        <w:t>je composai dans les clairières des mots immenses</w:t>
      </w:r>
      <w:r w:rsidR="00B97E5D">
        <w:t xml:space="preserve">, </w:t>
      </w:r>
      <w:r w:rsidRPr="003E4D35">
        <w:t>mosaïque un peu précaire</w:t>
      </w:r>
      <w:r w:rsidR="00B97E5D">
        <w:t xml:space="preserve">, </w:t>
      </w:r>
      <w:r w:rsidRPr="003E4D35">
        <w:t>que je consolidais de résine</w:t>
      </w:r>
      <w:r w:rsidR="00B97E5D">
        <w:t xml:space="preserve">, </w:t>
      </w:r>
      <w:r w:rsidRPr="003E4D35">
        <w:t>et sur laquelle j</w:t>
      </w:r>
      <w:r w:rsidR="00B97E5D">
        <w:t>’</w:t>
      </w:r>
      <w:r w:rsidRPr="003E4D35">
        <w:t>évitai de marcher</w:t>
      </w:r>
      <w:r w:rsidR="00B97E5D">
        <w:t xml:space="preserve">, </w:t>
      </w:r>
      <w:r w:rsidRPr="003E4D35">
        <w:t>mais chaque mètre perdu pour la promenade était gagné pour ma mémoire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île fut bientôt couverte de noms propres</w:t>
      </w:r>
      <w:r w:rsidR="00B97E5D">
        <w:t xml:space="preserve">. </w:t>
      </w:r>
      <w:r w:rsidRPr="003E4D35">
        <w:t>Certains</w:t>
      </w:r>
      <w:r w:rsidR="00B97E5D">
        <w:t xml:space="preserve">, </w:t>
      </w:r>
      <w:r w:rsidRPr="003E4D35">
        <w:t>selon le coqui</w:t>
      </w:r>
      <w:r w:rsidRPr="003E4D35">
        <w:t>l</w:t>
      </w:r>
      <w:r w:rsidRPr="003E4D35">
        <w:t>lage</w:t>
      </w:r>
      <w:r w:rsidR="00B97E5D">
        <w:t xml:space="preserve">, </w:t>
      </w:r>
      <w:r w:rsidRPr="003E4D35">
        <w:t>brillaient surtout le soir</w:t>
      </w:r>
      <w:r w:rsidR="00B97E5D">
        <w:t xml:space="preserve">. </w:t>
      </w:r>
      <w:r w:rsidRPr="003E4D35">
        <w:t>D</w:t>
      </w:r>
      <w:r w:rsidR="00B97E5D">
        <w:t>’</w:t>
      </w:r>
      <w:r w:rsidRPr="003E4D35">
        <w:t>autres</w:t>
      </w:r>
      <w:r w:rsidR="00B97E5D">
        <w:t xml:space="preserve">, </w:t>
      </w:r>
      <w:r w:rsidRPr="003E4D35">
        <w:t>que je croyais des plus indifférents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empourpraient soudain sans raison</w:t>
      </w:r>
      <w:r w:rsidR="00B97E5D">
        <w:t xml:space="preserve">, </w:t>
      </w:r>
      <w:r w:rsidRPr="003E4D35">
        <w:t>et voulaient me révéler quelque amitié jusque-là inconnue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y trouvais pa</w:t>
      </w:r>
      <w:r w:rsidRPr="003E4D35">
        <w:t>r</w:t>
      </w:r>
      <w:r w:rsidRPr="003E4D35">
        <w:t>fois des oiseaux</w:t>
      </w:r>
      <w:r w:rsidR="00B97E5D">
        <w:t xml:space="preserve">, </w:t>
      </w:r>
      <w:r w:rsidRPr="003E4D35">
        <w:t xml:space="preserve">pris dans la glu et </w:t>
      </w:r>
      <w:r w:rsidRPr="003E4D35">
        <w:lastRenderedPageBreak/>
        <w:t>qui luttaient pour leur vie contre une voyelle avide</w:t>
      </w:r>
      <w:r w:rsidR="00B97E5D">
        <w:t xml:space="preserve">, </w:t>
      </w:r>
      <w:r w:rsidRPr="003E4D35">
        <w:t xml:space="preserve">des </w:t>
      </w:r>
      <w:proofErr w:type="spellStart"/>
      <w:r w:rsidRPr="003E4D35">
        <w:t>martins-pêcheurs</w:t>
      </w:r>
      <w:proofErr w:type="spellEnd"/>
      <w:r w:rsidRPr="003E4D35">
        <w:t xml:space="preserve"> pris dans le mot Hugo</w:t>
      </w:r>
      <w:r w:rsidR="00B97E5D">
        <w:t xml:space="preserve">, </w:t>
      </w:r>
      <w:r w:rsidRPr="003E4D35">
        <w:t xml:space="preserve">des rossignols dans le mot </w:t>
      </w:r>
      <w:proofErr w:type="spellStart"/>
      <w:r w:rsidRPr="003E4D35">
        <w:t>Pape-Carpentier</w:t>
      </w:r>
      <w:proofErr w:type="spellEnd"/>
      <w:r w:rsidR="00B97E5D">
        <w:t xml:space="preserve">. </w:t>
      </w:r>
      <w:r w:rsidRPr="003E4D35">
        <w:t>Ils étaient confondus le matin quand la mousson avait soufflé</w:t>
      </w:r>
      <w:r w:rsidR="00B97E5D">
        <w:t xml:space="preserve">. </w:t>
      </w:r>
      <w:r w:rsidRPr="003E4D35">
        <w:t>Sur la plage</w:t>
      </w:r>
      <w:r w:rsidR="00B97E5D">
        <w:t xml:space="preserve">, </w:t>
      </w:r>
      <w:r w:rsidRPr="003E4D35">
        <w:t>des mots plus solides en rochers grenat que j</w:t>
      </w:r>
      <w:r w:rsidR="00B97E5D">
        <w:t>’</w:t>
      </w:r>
      <w:r w:rsidRPr="003E4D35">
        <w:t>apportais un à un de la colline</w:t>
      </w:r>
      <w:r w:rsidR="00B97E5D">
        <w:t xml:space="preserve">, </w:t>
      </w:r>
      <w:r w:rsidRPr="003E4D35">
        <w:t>y retournant chaque minute comme vers l</w:t>
      </w:r>
      <w:r w:rsidR="00B97E5D">
        <w:t>’</w:t>
      </w:r>
      <w:r w:rsidRPr="003E4D35">
        <w:t>encrier ceux qui n</w:t>
      </w:r>
      <w:r w:rsidR="00B97E5D">
        <w:t>’</w:t>
      </w:r>
      <w:r w:rsidRPr="003E4D35">
        <w:t>ont pas de stylo</w:t>
      </w:r>
      <w:r w:rsidR="00B97E5D">
        <w:t xml:space="preserve">. </w:t>
      </w:r>
      <w:r w:rsidRPr="003E4D35">
        <w:t>Du promontoire</w:t>
      </w:r>
      <w:r w:rsidR="00B97E5D">
        <w:t xml:space="preserve">, </w:t>
      </w:r>
      <w:r w:rsidRPr="003E4D35">
        <w:t>je les voyais e</w:t>
      </w:r>
      <w:r w:rsidRPr="003E4D35">
        <w:t>n</w:t>
      </w:r>
      <w:r w:rsidRPr="003E4D35">
        <w:t>suite me parler comme des réclames</w:t>
      </w:r>
      <w:r w:rsidR="00B97E5D">
        <w:t xml:space="preserve">… </w:t>
      </w:r>
      <w:r w:rsidRPr="003E4D35">
        <w:t>Mais les hésitations qu</w:t>
      </w:r>
      <w:r w:rsidR="00B97E5D">
        <w:t>’</w:t>
      </w:r>
      <w:r w:rsidRPr="003E4D35">
        <w:t>on éprouve parfois en écrivant une lettre</w:t>
      </w:r>
      <w:r w:rsidR="00B97E5D">
        <w:t xml:space="preserve">, </w:t>
      </w:r>
      <w:r w:rsidRPr="003E4D35">
        <w:t>je les ressentais pour chaque syllabe de cette écriture géante</w:t>
      </w:r>
      <w:r w:rsidR="00B97E5D">
        <w:t xml:space="preserve">. </w:t>
      </w:r>
      <w:r w:rsidRPr="003E4D35">
        <w:t>Point de participes à accorder</w:t>
      </w:r>
      <w:r w:rsidR="00B97E5D">
        <w:t xml:space="preserve">, </w:t>
      </w:r>
      <w:r w:rsidRPr="003E4D35">
        <w:t>mais l</w:t>
      </w:r>
      <w:r w:rsidR="00B97E5D">
        <w:t>’</w:t>
      </w:r>
      <w:r w:rsidRPr="003E4D35">
        <w:t>orthographe des mots les plus communs me devenait bizarre</w:t>
      </w:r>
      <w:r w:rsidR="00B97E5D">
        <w:t xml:space="preserve">. </w:t>
      </w:r>
      <w:r w:rsidRPr="003E4D35">
        <w:t>Je voulus les appeler tout haut</w:t>
      </w:r>
      <w:r w:rsidR="00B97E5D">
        <w:t xml:space="preserve"> : </w:t>
      </w:r>
      <w:r w:rsidRPr="003E4D35">
        <w:t>mais jamais pavillon rouvert après des siècles ne rendit des portraits et des meubles plus vermoulus que ne le fit ma mémoire après deux ans de silence</w:t>
      </w:r>
      <w:r w:rsidR="00B97E5D">
        <w:t xml:space="preserve">. </w:t>
      </w:r>
      <w:r w:rsidRPr="003E4D35">
        <w:t>Table</w:t>
      </w:r>
      <w:r w:rsidR="00B97E5D">
        <w:t xml:space="preserve"> ! </w:t>
      </w:r>
      <w:r w:rsidRPr="003E4D35">
        <w:t>chaise</w:t>
      </w:r>
      <w:r w:rsidR="00B97E5D">
        <w:t xml:space="preserve"> ! </w:t>
      </w:r>
      <w:r w:rsidRPr="003E4D35">
        <w:t>bouteille</w:t>
      </w:r>
      <w:r w:rsidR="00B97E5D">
        <w:t xml:space="preserve"> ! </w:t>
      </w:r>
      <w:r w:rsidRPr="003E4D35">
        <w:t>ces modulations me paraissaient étranges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son inconnu</w:t>
      </w:r>
      <w:r w:rsidR="00B97E5D">
        <w:t xml:space="preserve">, </w:t>
      </w:r>
      <w:r w:rsidRPr="003E4D35">
        <w:t>ces mots prêts à m</w:t>
      </w:r>
      <w:r w:rsidR="00B97E5D">
        <w:t>’</w:t>
      </w:r>
      <w:r w:rsidRPr="003E4D35">
        <w:t>échapper</w:t>
      </w:r>
      <w:r w:rsidR="00B97E5D">
        <w:t xml:space="preserve">, </w:t>
      </w:r>
      <w:r w:rsidRPr="003E4D35">
        <w:t>à fuir</w:t>
      </w:r>
      <w:r w:rsidR="00B97E5D">
        <w:t xml:space="preserve">. </w:t>
      </w:r>
      <w:r w:rsidRPr="003E4D35">
        <w:t>Je m</w:t>
      </w:r>
      <w:r w:rsidR="00B97E5D">
        <w:t>’</w:t>
      </w:r>
      <w:r w:rsidRPr="003E4D35">
        <w:t>appelai moi-même</w:t>
      </w:r>
      <w:r w:rsidR="00B97E5D">
        <w:t xml:space="preserve">, </w:t>
      </w:r>
      <w:r w:rsidRPr="003E4D35">
        <w:t>mon nom flottait autour de moi et ne m</w:t>
      </w:r>
      <w:r w:rsidR="00B97E5D">
        <w:t>’</w:t>
      </w:r>
      <w:r w:rsidRPr="003E4D35">
        <w:t>habitait plus</w:t>
      </w:r>
      <w:r w:rsidR="00B97E5D">
        <w:t xml:space="preserve">, </w:t>
      </w:r>
      <w:r w:rsidRPr="003E4D35">
        <w:t>je me tus pour ne point d</w:t>
      </w:r>
      <w:r w:rsidRPr="003E4D35">
        <w:t>e</w:t>
      </w:r>
      <w:r w:rsidRPr="003E4D35">
        <w:t>venir quelque corps anonyme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appelai mes amies</w:t>
      </w:r>
      <w:r w:rsidR="00B97E5D">
        <w:t xml:space="preserve"> ; </w:t>
      </w:r>
      <w:r w:rsidRPr="003E4D35">
        <w:t>tirés par des attelages bizarres qui étaient les prénoms</w:t>
      </w:r>
      <w:r w:rsidR="00B97E5D">
        <w:t xml:space="preserve">, </w:t>
      </w:r>
      <w:r w:rsidRPr="003E4D35">
        <w:t>les noms de f</w:t>
      </w:r>
      <w:r w:rsidRPr="003E4D35">
        <w:t>a</w:t>
      </w:r>
      <w:r w:rsidRPr="003E4D35">
        <w:t>mille parurent</w:t>
      </w:r>
      <w:r w:rsidR="00B97E5D">
        <w:t xml:space="preserve">, </w:t>
      </w:r>
      <w:r w:rsidRPr="003E4D35">
        <w:t>durs et secs comme des objets</w:t>
      </w:r>
      <w:r w:rsidR="00B97E5D">
        <w:t xml:space="preserve">. </w:t>
      </w:r>
      <w:r w:rsidRPr="003E4D35">
        <w:t>Non seulement le mot le plus familier ne me revenait qu</w:t>
      </w:r>
      <w:r w:rsidR="00B97E5D">
        <w:t>’</w:t>
      </w:r>
      <w:r w:rsidRPr="003E4D35">
        <w:t>après un effort</w:t>
      </w:r>
      <w:r w:rsidR="00B97E5D">
        <w:t xml:space="preserve">, </w:t>
      </w:r>
      <w:r w:rsidRPr="003E4D35">
        <w:t>mais</w:t>
      </w:r>
      <w:r w:rsidR="00B97E5D">
        <w:t xml:space="preserve">, </w:t>
      </w:r>
      <w:r w:rsidRPr="003E4D35">
        <w:t>une fois prononcé</w:t>
      </w:r>
      <w:r w:rsidR="00B97E5D">
        <w:t xml:space="preserve">, </w:t>
      </w:r>
      <w:r w:rsidRPr="003E4D35">
        <w:t>il semblait libéré</w:t>
      </w:r>
      <w:r w:rsidR="00B97E5D">
        <w:t xml:space="preserve">, </w:t>
      </w:r>
      <w:r w:rsidRPr="003E4D35">
        <w:t>il devenait incolore</w:t>
      </w:r>
      <w:r w:rsidR="00B97E5D">
        <w:t xml:space="preserve">, </w:t>
      </w:r>
      <w:r w:rsidRPr="003E4D35">
        <w:t>il n</w:t>
      </w:r>
      <w:r w:rsidR="00B97E5D">
        <w:t>’</w:t>
      </w:r>
      <w:r w:rsidRPr="003E4D35">
        <w:t>agissait plus sur mon tympan</w:t>
      </w:r>
      <w:r w:rsidR="00B97E5D">
        <w:t xml:space="preserve">. </w:t>
      </w:r>
      <w:r w:rsidRPr="003E4D35">
        <w:t>Je devenais sourde à l</w:t>
      </w:r>
      <w:r w:rsidR="00B97E5D">
        <w:t>’</w:t>
      </w:r>
      <w:r w:rsidRPr="003E4D35">
        <w:t>Europe</w:t>
      </w:r>
      <w:r w:rsidR="00B97E5D">
        <w:t xml:space="preserve">. </w:t>
      </w:r>
      <w:r w:rsidRPr="003E4D35">
        <w:t>Je résolus de me guérir</w:t>
      </w:r>
      <w:r w:rsidR="00B97E5D">
        <w:t xml:space="preserve">. </w:t>
      </w:r>
      <w:r w:rsidRPr="003E4D35">
        <w:t>Je repris tous ces mots à leur enfance même</w:t>
      </w:r>
      <w:r w:rsidR="00B97E5D">
        <w:t xml:space="preserve">, </w:t>
      </w:r>
      <w:r w:rsidRPr="003E4D35">
        <w:t>quand rien ne les effarouche et ne les dissocie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est-à-dire à mon enfance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imaginai mes premières classes</w:t>
      </w:r>
      <w:r w:rsidR="00B97E5D">
        <w:t xml:space="preserve">. </w:t>
      </w:r>
      <w:r w:rsidRPr="003E4D35">
        <w:t>Je repartis</w:t>
      </w:r>
      <w:r w:rsidR="00B97E5D">
        <w:t xml:space="preserve">, </w:t>
      </w:r>
      <w:r w:rsidRPr="003E4D35">
        <w:t>pour planter à nouveau ma mémoire</w:t>
      </w:r>
      <w:r w:rsidR="00B97E5D">
        <w:t xml:space="preserve">, </w:t>
      </w:r>
      <w:r w:rsidRPr="003E4D35">
        <w:t>du lieu où j</w:t>
      </w:r>
      <w:r w:rsidR="00B97E5D">
        <w:t>’</w:t>
      </w:r>
      <w:r w:rsidRPr="003E4D35">
        <w:t>étais née</w:t>
      </w:r>
      <w:r w:rsidR="00B97E5D">
        <w:t xml:space="preserve">, </w:t>
      </w:r>
      <w:r w:rsidRPr="003E4D35">
        <w:t>des premières leçons de géographie ou du catéchisme</w:t>
      </w:r>
      <w:r w:rsidR="00B97E5D">
        <w:t xml:space="preserve">, </w:t>
      </w:r>
      <w:r w:rsidRPr="003E4D35">
        <w:t>des premi</w:t>
      </w:r>
      <w:r w:rsidRPr="003E4D35">
        <w:t>è</w:t>
      </w:r>
      <w:r w:rsidRPr="003E4D35">
        <w:t>res phrases apprises par cœur</w:t>
      </w:r>
      <w:r w:rsidR="00B97E5D">
        <w:t>…</w:t>
      </w:r>
    </w:p>
    <w:p w14:paraId="576C8552" w14:textId="77777777" w:rsidR="00B97E5D" w:rsidRDefault="00F225BE" w:rsidP="00F225BE">
      <w:r w:rsidRPr="003E4D35">
        <w:t>Il était temps</w:t>
      </w:r>
      <w:r w:rsidR="00B97E5D">
        <w:t xml:space="preserve">… </w:t>
      </w:r>
      <w:r w:rsidRPr="003E4D35">
        <w:t>Sur les dix communes du canton de Bellac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une déjà m</w:t>
      </w:r>
      <w:r w:rsidR="00B97E5D">
        <w:t>’</w:t>
      </w:r>
      <w:r w:rsidRPr="003E4D35">
        <w:t>avait pour toujours échappé</w:t>
      </w:r>
      <w:r w:rsidR="00B97E5D">
        <w:t xml:space="preserve">, </w:t>
      </w:r>
      <w:r w:rsidRPr="003E4D35">
        <w:t>et les autres</w:t>
      </w:r>
      <w:r w:rsidR="00B97E5D">
        <w:t xml:space="preserve">, </w:t>
      </w:r>
      <w:r w:rsidRPr="003E4D35">
        <w:t>Nantiat</w:t>
      </w:r>
      <w:r w:rsidR="00B97E5D">
        <w:t xml:space="preserve">, </w:t>
      </w:r>
      <w:r w:rsidRPr="003E4D35">
        <w:t>Le Breuil-au-Fa</w:t>
      </w:r>
      <w:r w:rsidR="00B97E5D">
        <w:t xml:space="preserve">, </w:t>
      </w:r>
      <w:r w:rsidRPr="003E4D35">
        <w:t>Blond</w:t>
      </w:r>
      <w:r w:rsidR="00B97E5D">
        <w:t xml:space="preserve">, </w:t>
      </w:r>
      <w:r w:rsidRPr="003E4D35">
        <w:t xml:space="preserve">tournoyaient déjà en moi </w:t>
      </w:r>
      <w:r w:rsidRPr="003E4D35">
        <w:lastRenderedPageBreak/>
        <w:t>comme des insectes un peu somnolents dans une salle dont on ouvre la po</w:t>
      </w:r>
      <w:r w:rsidRPr="003E4D35">
        <w:t>r</w:t>
      </w:r>
      <w:r w:rsidRPr="003E4D35">
        <w:t>te</w:t>
      </w:r>
      <w:r w:rsidR="00B97E5D">
        <w:t xml:space="preserve"> : </w:t>
      </w:r>
      <w:r w:rsidRPr="003E4D35">
        <w:t>un peu de soleil</w:t>
      </w:r>
      <w:r w:rsidR="00B97E5D">
        <w:t xml:space="preserve">, </w:t>
      </w:r>
      <w:r w:rsidRPr="003E4D35">
        <w:t>et Nantiat</w:t>
      </w:r>
      <w:r w:rsidR="00B97E5D">
        <w:t xml:space="preserve">, </w:t>
      </w:r>
      <w:r w:rsidRPr="003E4D35">
        <w:t>et Blond s</w:t>
      </w:r>
      <w:r w:rsidR="00B97E5D">
        <w:t>’</w:t>
      </w:r>
      <w:r w:rsidRPr="003E4D35">
        <w:t>envolaient pour to</w:t>
      </w:r>
      <w:r w:rsidRPr="003E4D35">
        <w:t>u</w:t>
      </w:r>
      <w:r w:rsidRPr="003E4D35">
        <w:t>jours</w:t>
      </w:r>
      <w:r w:rsidR="00B97E5D">
        <w:t xml:space="preserve">. </w:t>
      </w:r>
      <w:r w:rsidRPr="003E4D35">
        <w:t>Des péchés capitaux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un aussi ne vint pas et se déroba jusqu</w:t>
      </w:r>
      <w:r w:rsidR="00B97E5D">
        <w:t>’</w:t>
      </w:r>
      <w:r w:rsidRPr="003E4D35">
        <w:t>à ma délivrance</w:t>
      </w:r>
      <w:r w:rsidR="00B97E5D">
        <w:t xml:space="preserve">. </w:t>
      </w:r>
      <w:r w:rsidRPr="003E4D35">
        <w:t>Vingt fois</w:t>
      </w:r>
      <w:r w:rsidR="00B97E5D">
        <w:t xml:space="preserve">, </w:t>
      </w:r>
      <w:r w:rsidRPr="003E4D35">
        <w:t>cent fois</w:t>
      </w:r>
      <w:r w:rsidR="00B97E5D">
        <w:t xml:space="preserve">, </w:t>
      </w:r>
      <w:r w:rsidRPr="003E4D35">
        <w:t>je répétai leur liste</w:t>
      </w:r>
      <w:r w:rsidR="00B97E5D">
        <w:t xml:space="preserve"> ; </w:t>
      </w:r>
      <w:r w:rsidRPr="003E4D35">
        <w:t>parfois au hasard</w:t>
      </w:r>
      <w:r w:rsidR="00B97E5D">
        <w:t xml:space="preserve">, </w:t>
      </w:r>
      <w:r w:rsidRPr="003E4D35">
        <w:t>soudain</w:t>
      </w:r>
      <w:r w:rsidR="00B97E5D">
        <w:t xml:space="preserve">, </w:t>
      </w:r>
      <w:r w:rsidRPr="003E4D35">
        <w:t>dans l</w:t>
      </w:r>
      <w:r w:rsidR="00B97E5D">
        <w:t>’</w:t>
      </w:r>
      <w:r w:rsidRPr="003E4D35">
        <w:t>espoir de me surprendre moi-même dans je ne sais quel flagrant délit avec le péché absent</w:t>
      </w:r>
      <w:r w:rsidR="00B97E5D">
        <w:t xml:space="preserve"> ; </w:t>
      </w:r>
      <w:r w:rsidRPr="003E4D35">
        <w:t>ou bien essayant d</w:t>
      </w:r>
      <w:r w:rsidR="00B97E5D">
        <w:t>’</w:t>
      </w:r>
      <w:r w:rsidRPr="003E4D35">
        <w:t>en découvrir un indice dans mes gestes</w:t>
      </w:r>
      <w:r w:rsidR="00B97E5D">
        <w:t xml:space="preserve">, </w:t>
      </w:r>
      <w:r w:rsidRPr="003E4D35">
        <w:t>quand je me redonnais ce que mes amies et moi nous appelions à la pension notre mauvais être</w:t>
      </w:r>
      <w:r w:rsidR="00B97E5D">
        <w:t xml:space="preserve"> : </w:t>
      </w:r>
      <w:r w:rsidRPr="003E4D35">
        <w:t>étendue</w:t>
      </w:r>
      <w:r w:rsidR="00B97E5D">
        <w:t xml:space="preserve">, </w:t>
      </w:r>
      <w:r w:rsidRPr="003E4D35">
        <w:t>la tête redressée par un coussin</w:t>
      </w:r>
      <w:r w:rsidR="00B97E5D">
        <w:t xml:space="preserve">, </w:t>
      </w:r>
      <w:r w:rsidRPr="003E4D35">
        <w:t>je regardais mon corps se gonfler des défauts de l</w:t>
      </w:r>
      <w:r w:rsidR="00B97E5D">
        <w:t>’</w:t>
      </w:r>
      <w:r w:rsidRPr="003E4D35">
        <w:t>air</w:t>
      </w:r>
      <w:r w:rsidR="00B97E5D">
        <w:t xml:space="preserve">. </w:t>
      </w:r>
      <w:r w:rsidRPr="003E4D35">
        <w:t>En vain</w:t>
      </w:r>
      <w:r w:rsidR="00B97E5D">
        <w:t xml:space="preserve">. </w:t>
      </w:r>
      <w:r w:rsidRPr="003E4D35">
        <w:t>Le mensonge</w:t>
      </w:r>
      <w:r w:rsidR="00B97E5D">
        <w:t xml:space="preserve">, </w:t>
      </w:r>
      <w:r w:rsidRPr="003E4D35">
        <w:t>la paresse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immodestie passaient au-dessus de lui comme les plus légers nuages</w:t>
      </w:r>
      <w:r w:rsidR="00B97E5D">
        <w:t xml:space="preserve"> ; </w:t>
      </w:r>
      <w:r w:rsidRPr="003E4D35">
        <w:t>la gourmandise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envie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orgueil arrivaient sur lui dans un ordre aussi inoffensif et immuable que celui des couleurs du prisme</w:t>
      </w:r>
      <w:r w:rsidR="00B97E5D">
        <w:t xml:space="preserve">. </w:t>
      </w:r>
      <w:r w:rsidRPr="003E4D35">
        <w:t>Mais le septième</w:t>
      </w:r>
      <w:r w:rsidR="00B97E5D">
        <w:t xml:space="preserve">, </w:t>
      </w:r>
      <w:r w:rsidRPr="003E4D35">
        <w:t>ce péché capital que l</w:t>
      </w:r>
      <w:r w:rsidR="00B97E5D">
        <w:t>’</w:t>
      </w:r>
      <w:r w:rsidRPr="003E4D35">
        <w:t>on commet sans doute sans arrêt dans la dixième commune de Bellac</w:t>
      </w:r>
      <w:r w:rsidR="00B97E5D">
        <w:t xml:space="preserve">, </w:t>
      </w:r>
      <w:r w:rsidRPr="003E4D35">
        <w:t>résistait à tous ces hameçons que je posais sur mon corps même et que je croyais agiter en r</w:t>
      </w:r>
      <w:r w:rsidRPr="003E4D35">
        <w:t>e</w:t>
      </w:r>
      <w:r w:rsidRPr="003E4D35">
        <w:t>muant un doigt</w:t>
      </w:r>
      <w:r w:rsidR="00B97E5D">
        <w:t xml:space="preserve">, </w:t>
      </w:r>
      <w:r w:rsidRPr="003E4D35">
        <w:t>ou la langue</w:t>
      </w:r>
      <w:r w:rsidR="00B97E5D">
        <w:t xml:space="preserve">. </w:t>
      </w:r>
      <w:r w:rsidRPr="003E4D35">
        <w:t>Car si ce n</w:t>
      </w:r>
      <w:r w:rsidR="00B97E5D">
        <w:t>’</w:t>
      </w:r>
      <w:r w:rsidRPr="003E4D35">
        <w:t>est justement ce corps</w:t>
      </w:r>
      <w:r w:rsidR="00B97E5D">
        <w:t xml:space="preserve">, </w:t>
      </w:r>
      <w:r w:rsidRPr="003E4D35">
        <w:t>nul moyen de le retrouver</w:t>
      </w:r>
      <w:r w:rsidR="00B97E5D">
        <w:t xml:space="preserve">, </w:t>
      </w:r>
      <w:r w:rsidRPr="003E4D35">
        <w:t>nul dictionnaire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ouvrais les bras</w:t>
      </w:r>
      <w:r w:rsidR="00B97E5D">
        <w:t xml:space="preserve">, </w:t>
      </w:r>
      <w:r w:rsidRPr="003E4D35">
        <w:t>les jambes</w:t>
      </w:r>
      <w:r w:rsidR="00B97E5D">
        <w:t xml:space="preserve">, </w:t>
      </w:r>
      <w:r w:rsidRPr="003E4D35">
        <w:t>le feuilletant au hasard</w:t>
      </w:r>
      <w:r w:rsidR="00B97E5D">
        <w:t xml:space="preserve">. </w:t>
      </w:r>
      <w:r w:rsidRPr="003E4D35">
        <w:t>En vain</w:t>
      </w:r>
      <w:r w:rsidR="00B97E5D">
        <w:t xml:space="preserve">. </w:t>
      </w:r>
      <w:r w:rsidRPr="003E4D35">
        <w:t>Je regardais mon visage dans l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y cherchant le péché comme dans ces grav</w:t>
      </w:r>
      <w:r w:rsidRPr="003E4D35">
        <w:t>u</w:t>
      </w:r>
      <w:r w:rsidRPr="003E4D35">
        <w:t>res où les enfants doivent trouver un poisson sur l</w:t>
      </w:r>
      <w:r w:rsidR="00B97E5D">
        <w:t>’</w:t>
      </w:r>
      <w:r w:rsidRPr="003E4D35">
        <w:t>arbre ou un so</w:t>
      </w:r>
      <w:r w:rsidRPr="003E4D35">
        <w:t>l</w:t>
      </w:r>
      <w:r w:rsidRPr="003E4D35">
        <w:t>dat entre les jointures de la fenêtre</w:t>
      </w:r>
      <w:r w:rsidR="00B97E5D">
        <w:t xml:space="preserve">… </w:t>
      </w:r>
      <w:r w:rsidRPr="003E4D35">
        <w:t>En vain</w:t>
      </w:r>
      <w:r w:rsidR="00B97E5D">
        <w:t xml:space="preserve">. </w:t>
      </w:r>
      <w:r w:rsidRPr="003E4D35">
        <w:t>Je m</w:t>
      </w:r>
      <w:r w:rsidR="00B97E5D">
        <w:t>’</w:t>
      </w:r>
      <w:r w:rsidRPr="003E4D35">
        <w:t>étudiais dans la loupe</w:t>
      </w:r>
      <w:r w:rsidR="00B97E5D">
        <w:t xml:space="preserve">, </w:t>
      </w:r>
      <w:r w:rsidRPr="003E4D35">
        <w:t>car peut-être sortirait-il de mon image mille fois rapetissée</w:t>
      </w:r>
      <w:r w:rsidR="00B97E5D">
        <w:t xml:space="preserve">… </w:t>
      </w:r>
      <w:r w:rsidRPr="003E4D35">
        <w:t>Je plongeais ma main</w:t>
      </w:r>
      <w:r w:rsidR="00B97E5D">
        <w:t xml:space="preserve">, </w:t>
      </w:r>
      <w:r w:rsidRPr="003E4D35">
        <w:t>ma jambe dans une eau co</w:t>
      </w:r>
      <w:r w:rsidRPr="003E4D35">
        <w:t>u</w:t>
      </w:r>
      <w:r w:rsidRPr="003E4D35">
        <w:t>rante qui les allongeait</w:t>
      </w:r>
      <w:r w:rsidR="00B97E5D">
        <w:t xml:space="preserve">, </w:t>
      </w:r>
      <w:r w:rsidRPr="003E4D35">
        <w:t>qui les faisait toutes courtes ou toutes rondes</w:t>
      </w:r>
      <w:r w:rsidR="00B97E5D">
        <w:t xml:space="preserve">, </w:t>
      </w:r>
      <w:r w:rsidRPr="003E4D35">
        <w:t>les soumettant à une torture qui me les rendait seul</w:t>
      </w:r>
      <w:r w:rsidRPr="003E4D35">
        <w:t>e</w:t>
      </w:r>
      <w:r w:rsidRPr="003E4D35">
        <w:t>ment plus souples et plus fraîches</w:t>
      </w:r>
      <w:r w:rsidR="00B97E5D">
        <w:t xml:space="preserve">, </w:t>
      </w:r>
      <w:r w:rsidRPr="003E4D35">
        <w:t>lavées même de l</w:t>
      </w:r>
      <w:r w:rsidR="00B97E5D">
        <w:t>’</w:t>
      </w:r>
      <w:r w:rsidRPr="003E4D35">
        <w:t>orgueil et de la paresse</w:t>
      </w:r>
      <w:r w:rsidR="00B97E5D">
        <w:t xml:space="preserve">. </w:t>
      </w:r>
      <w:r w:rsidRPr="003E4D35">
        <w:t>Ou bien</w:t>
      </w:r>
      <w:r w:rsidR="00B97E5D">
        <w:t xml:space="preserve">, </w:t>
      </w:r>
      <w:r w:rsidRPr="003E4D35">
        <w:t>de même que j</w:t>
      </w:r>
      <w:r w:rsidR="00B97E5D">
        <w:t>’</w:t>
      </w:r>
      <w:r w:rsidRPr="003E4D35">
        <w:t>avais retrouvé le nom de l</w:t>
      </w:r>
      <w:r w:rsidR="00B97E5D">
        <w:t>’</w:t>
      </w:r>
      <w:r w:rsidRPr="003E4D35">
        <w:t>indigo</w:t>
      </w:r>
      <w:r w:rsidR="00B97E5D">
        <w:t xml:space="preserve">, </w:t>
      </w:r>
      <w:r w:rsidRPr="003E4D35">
        <w:t>oublié lui aussi</w:t>
      </w:r>
      <w:r w:rsidR="00B97E5D">
        <w:t xml:space="preserve">, </w:t>
      </w:r>
      <w:r w:rsidRPr="003E4D35">
        <w:t>en regardant un arc-en-ciel même</w:t>
      </w:r>
      <w:r w:rsidR="00B97E5D">
        <w:t xml:space="preserve">, </w:t>
      </w:r>
      <w:r w:rsidRPr="003E4D35">
        <w:t>je prenais une journée d</w:t>
      </w:r>
      <w:r w:rsidR="00B97E5D">
        <w:t>’</w:t>
      </w:r>
      <w:r w:rsidRPr="003E4D35">
        <w:t>Europe du lever au coucher</w:t>
      </w:r>
      <w:r w:rsidR="00B97E5D">
        <w:t xml:space="preserve">, </w:t>
      </w:r>
      <w:r w:rsidRPr="003E4D35">
        <w:t>assurée qu</w:t>
      </w:r>
      <w:r w:rsidR="00B97E5D">
        <w:t>’</w:t>
      </w:r>
      <w:r w:rsidRPr="003E4D35">
        <w:t>il suffirait de la pencher</w:t>
      </w:r>
      <w:r w:rsidR="00B97E5D">
        <w:t xml:space="preserve">, </w:t>
      </w:r>
      <w:r w:rsidRPr="003E4D35">
        <w:t xml:space="preserve">de la </w:t>
      </w:r>
      <w:r w:rsidRPr="003E4D35">
        <w:lastRenderedPageBreak/>
        <w:t>secouer</w:t>
      </w:r>
      <w:r w:rsidR="00B97E5D">
        <w:t xml:space="preserve">, </w:t>
      </w:r>
      <w:r w:rsidRPr="003E4D35">
        <w:t>comme un prisme just</w:t>
      </w:r>
      <w:r w:rsidRPr="003E4D35">
        <w:t>e</w:t>
      </w:r>
      <w:r w:rsidRPr="003E4D35">
        <w:t>ment</w:t>
      </w:r>
      <w:r w:rsidR="00B97E5D">
        <w:t xml:space="preserve">, </w:t>
      </w:r>
      <w:r w:rsidRPr="003E4D35">
        <w:t>pour que le péché y apparut</w:t>
      </w:r>
      <w:r w:rsidR="00B97E5D">
        <w:t xml:space="preserve">. </w:t>
      </w:r>
      <w:r w:rsidRPr="003E4D35">
        <w:t>Mais je tombais sur le so</w:t>
      </w:r>
      <w:r w:rsidRPr="003E4D35">
        <w:t>u</w:t>
      </w:r>
      <w:r w:rsidRPr="003E4D35">
        <w:t>venir d</w:t>
      </w:r>
      <w:r w:rsidR="00B97E5D">
        <w:t>’</w:t>
      </w:r>
      <w:r w:rsidRPr="003E4D35">
        <w:t>une journée sanctifiée</w:t>
      </w:r>
      <w:r w:rsidR="00B97E5D">
        <w:t xml:space="preserve">, </w:t>
      </w:r>
      <w:r w:rsidRPr="003E4D35">
        <w:t>où ne s</w:t>
      </w:r>
      <w:r w:rsidR="00B97E5D">
        <w:t>’</w:t>
      </w:r>
      <w:r w:rsidRPr="003E4D35">
        <w:t>offraient à moi</w:t>
      </w:r>
      <w:r w:rsidR="00B97E5D">
        <w:t xml:space="preserve">, </w:t>
      </w:r>
      <w:r w:rsidRPr="003E4D35">
        <w:t>au coin de la rue du Coq</w:t>
      </w:r>
      <w:r w:rsidR="00B97E5D">
        <w:t xml:space="preserve">, </w:t>
      </w:r>
      <w:r w:rsidRPr="003E4D35">
        <w:t>sur la promenade</w:t>
      </w:r>
      <w:r w:rsidR="00B97E5D">
        <w:t xml:space="preserve">, </w:t>
      </w:r>
      <w:r w:rsidRPr="003E4D35">
        <w:t>sur cette place mal famée elle-même</w:t>
      </w:r>
      <w:r w:rsidR="00B97E5D">
        <w:t xml:space="preserve">, </w:t>
      </w:r>
      <w:r w:rsidRPr="003E4D35">
        <w:t>que des vertus théologales et de petits bourgeois à péchés véniels</w:t>
      </w:r>
      <w:r w:rsidR="00B97E5D">
        <w:t xml:space="preserve">. </w:t>
      </w:r>
      <w:r w:rsidRPr="003E4D35">
        <w:t>Ou bien je me persuadais que je l</w:t>
      </w:r>
      <w:r w:rsidR="00B97E5D">
        <w:t>’</w:t>
      </w:r>
      <w:r w:rsidRPr="003E4D35">
        <w:t>atteindrais seulement dans la commune oubliée</w:t>
      </w:r>
      <w:r w:rsidR="00B97E5D">
        <w:t xml:space="preserve"> ; </w:t>
      </w:r>
      <w:r w:rsidRPr="003E4D35">
        <w:t>je recommençais toutes les promenades de mon enfance</w:t>
      </w:r>
      <w:r w:rsidR="00B97E5D">
        <w:t xml:space="preserve">, </w:t>
      </w:r>
      <w:r w:rsidRPr="003E4D35">
        <w:t>je reprenais toutes les pistes qui avaient pu m</w:t>
      </w:r>
      <w:r w:rsidR="00B97E5D">
        <w:t>’</w:t>
      </w:r>
      <w:r w:rsidRPr="003E4D35">
        <w:t>y conduire</w:t>
      </w:r>
      <w:r w:rsidR="00B97E5D">
        <w:t xml:space="preserve"> ; </w:t>
      </w:r>
      <w:r w:rsidRPr="003E4D35">
        <w:t>par toutes les portes de Bellac</w:t>
      </w:r>
      <w:r w:rsidR="00B97E5D">
        <w:t xml:space="preserve">, </w:t>
      </w:r>
      <w:r w:rsidRPr="003E4D35">
        <w:t>je refaisais mes premières sorties vers la campagne</w:t>
      </w:r>
      <w:r w:rsidR="00B97E5D">
        <w:t xml:space="preserve">, </w:t>
      </w:r>
      <w:r w:rsidRPr="003E4D35">
        <w:t>touchant de ma mémoire</w:t>
      </w:r>
      <w:r w:rsidR="00B97E5D">
        <w:t xml:space="preserve">, </w:t>
      </w:r>
      <w:r w:rsidRPr="003E4D35">
        <w:t>à vingt pas</w:t>
      </w:r>
      <w:r w:rsidR="00B97E5D">
        <w:t xml:space="preserve">, </w:t>
      </w:r>
      <w:r w:rsidRPr="003E4D35">
        <w:t>à quarante pas de la maison</w:t>
      </w:r>
      <w:r w:rsidR="00B97E5D">
        <w:t xml:space="preserve">, </w:t>
      </w:r>
      <w:r w:rsidRPr="003E4D35">
        <w:t>le pr</w:t>
      </w:r>
      <w:r w:rsidRPr="003E4D35">
        <w:t>e</w:t>
      </w:r>
      <w:r w:rsidRPr="003E4D35">
        <w:t>mier arbre</w:t>
      </w:r>
      <w:r w:rsidR="00B97E5D">
        <w:t xml:space="preserve">, </w:t>
      </w:r>
      <w:r w:rsidRPr="003E4D35">
        <w:t>la première épicière que j</w:t>
      </w:r>
      <w:r w:rsidR="00B97E5D">
        <w:t>’</w:t>
      </w:r>
      <w:r w:rsidRPr="003E4D35">
        <w:t>aie jamais vus</w:t>
      </w:r>
      <w:r w:rsidR="00B97E5D">
        <w:t xml:space="preserve"> ; </w:t>
      </w:r>
      <w:r w:rsidRPr="003E4D35">
        <w:t>mais commune et péché se tenaient en dehors de toute route vicinale</w:t>
      </w:r>
      <w:r w:rsidR="00B97E5D">
        <w:t xml:space="preserve">. </w:t>
      </w:r>
      <w:r w:rsidRPr="003E4D35">
        <w:t>Si bien</w:t>
      </w:r>
      <w:r w:rsidR="00B97E5D">
        <w:t xml:space="preserve">, </w:t>
      </w:r>
      <w:r w:rsidRPr="003E4D35">
        <w:t>tant les autres me paraissaient d</w:t>
      </w:r>
      <w:r w:rsidR="00B97E5D">
        <w:t>’</w:t>
      </w:r>
      <w:r w:rsidRPr="003E4D35">
        <w:t>ailleurs bénins dans cette île</w:t>
      </w:r>
      <w:r w:rsidR="00B97E5D">
        <w:t xml:space="preserve">, </w:t>
      </w:r>
      <w:r w:rsidRPr="003E4D35">
        <w:t xml:space="preserve">tant je me sentais peu orgueilleuse vis-à-vis des </w:t>
      </w:r>
      <w:proofErr w:type="spellStart"/>
      <w:r w:rsidRPr="003E4D35">
        <w:t>go</w:t>
      </w:r>
      <w:r w:rsidRPr="003E4D35">
        <w:t>u</w:t>
      </w:r>
      <w:r w:rsidRPr="003E4D35">
        <w:t>rahs</w:t>
      </w:r>
      <w:proofErr w:type="spellEnd"/>
      <w:r w:rsidR="00B97E5D">
        <w:t xml:space="preserve">, </w:t>
      </w:r>
      <w:r w:rsidRPr="003E4D35">
        <w:t xml:space="preserve">peu menteuse vis-à-vis des </w:t>
      </w:r>
      <w:proofErr w:type="spellStart"/>
      <w:r w:rsidRPr="003E4D35">
        <w:t>ptémérops</w:t>
      </w:r>
      <w:proofErr w:type="spellEnd"/>
      <w:r w:rsidR="00B97E5D">
        <w:t xml:space="preserve">, </w:t>
      </w:r>
      <w:r w:rsidRPr="003E4D35">
        <w:t>peu luxurieuse vis-à-vis de la nacre</w:t>
      </w:r>
      <w:r w:rsidR="00B97E5D">
        <w:t xml:space="preserve">, </w:t>
      </w:r>
      <w:r w:rsidRPr="003E4D35">
        <w:t>et cependant gonflé de je ne sais quels mal et fautes</w:t>
      </w:r>
      <w:r w:rsidR="00B97E5D">
        <w:t xml:space="preserve">, </w:t>
      </w:r>
      <w:r w:rsidRPr="003E4D35">
        <w:t>que lui seul était le vrai péché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en éprouvais en moi la présence terrible</w:t>
      </w:r>
      <w:r w:rsidR="00B97E5D">
        <w:t>.</w:t>
      </w:r>
    </w:p>
    <w:p w14:paraId="2E173C8E" w14:textId="23E1AB1B" w:rsidR="00B97E5D" w:rsidRDefault="00F225BE" w:rsidP="00F225BE">
      <w:r w:rsidRPr="003E4D35">
        <w:t>Des péchés</w:t>
      </w:r>
      <w:r w:rsidR="00B97E5D">
        <w:t xml:space="preserve">, – </w:t>
      </w:r>
      <w:r w:rsidRPr="003E4D35">
        <w:t>suivant d</w:t>
      </w:r>
      <w:r w:rsidR="00B97E5D">
        <w:t>’</w:t>
      </w:r>
      <w:r w:rsidRPr="003E4D35">
        <w:t>ailleurs en cela la progression i</w:t>
      </w:r>
      <w:r w:rsidRPr="003E4D35">
        <w:t>m</w:t>
      </w:r>
      <w:r w:rsidRPr="003E4D35">
        <w:t xml:space="preserve">posée par </w:t>
      </w:r>
      <w:r w:rsidR="00B97E5D">
        <w:t>M</w:t>
      </w:r>
      <w:r w:rsidR="00B97E5D" w:rsidRPr="00B97E5D">
        <w:rPr>
          <w:vertAlign w:val="superscript"/>
        </w:rPr>
        <w:t>lle</w:t>
      </w:r>
      <w:r w:rsidR="00B97E5D">
        <w:t> </w:t>
      </w:r>
      <w:proofErr w:type="spellStart"/>
      <w:r w:rsidRPr="003E4D35">
        <w:t>Savageon</w:t>
      </w:r>
      <w:proofErr w:type="spellEnd"/>
      <w:r w:rsidR="00B97E5D">
        <w:t xml:space="preserve">, – </w:t>
      </w:r>
      <w:r w:rsidRPr="003E4D35">
        <w:t>je passai aux académiciens</w:t>
      </w:r>
      <w:r w:rsidR="00B97E5D">
        <w:t xml:space="preserve">. </w:t>
      </w:r>
      <w:r w:rsidRPr="003E4D35">
        <w:t>Mais leurs ruses sont plus subtiles encore</w:t>
      </w:r>
      <w:r w:rsidR="00B97E5D">
        <w:t xml:space="preserve">. </w:t>
      </w:r>
      <w:r w:rsidRPr="003E4D35">
        <w:t>Car je ne surprendrai pe</w:t>
      </w:r>
      <w:r w:rsidRPr="003E4D35">
        <w:t>r</w:t>
      </w:r>
      <w:r w:rsidRPr="003E4D35">
        <w:t>sonne en disant combien il était rare qu</w:t>
      </w:r>
      <w:r w:rsidR="00B97E5D">
        <w:t>’</w:t>
      </w:r>
      <w:r w:rsidRPr="003E4D35">
        <w:t>un mouvement de mon corps ou un geste du ruisseau m</w:t>
      </w:r>
      <w:r w:rsidR="00B97E5D">
        <w:t>’</w:t>
      </w:r>
      <w:r w:rsidRPr="003E4D35">
        <w:t>indiquât soudain l</w:t>
      </w:r>
      <w:r w:rsidR="00B97E5D">
        <w:t>’</w:t>
      </w:r>
      <w:r w:rsidRPr="003E4D35">
        <w:t>un d</w:t>
      </w:r>
      <w:r w:rsidR="00B97E5D">
        <w:t>’</w:t>
      </w:r>
      <w:r w:rsidRPr="003E4D35">
        <w:t>eux</w:t>
      </w:r>
      <w:r w:rsidR="00B97E5D">
        <w:t xml:space="preserve">. </w:t>
      </w:r>
      <w:r w:rsidRPr="003E4D35">
        <w:t>En un jour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en eus malgré tout une cohorte d</w:t>
      </w:r>
      <w:r w:rsidR="00B97E5D">
        <w:t>’</w:t>
      </w:r>
      <w:r w:rsidRPr="003E4D35">
        <w:t>une dizaine</w:t>
      </w:r>
      <w:r w:rsidR="00B97E5D">
        <w:t xml:space="preserve">, </w:t>
      </w:r>
      <w:r w:rsidRPr="003E4D35">
        <w:t>que j</w:t>
      </w:r>
      <w:r w:rsidR="00B97E5D">
        <w:t>’</w:t>
      </w:r>
      <w:r w:rsidRPr="003E4D35">
        <w:t>a</w:t>
      </w:r>
      <w:r w:rsidRPr="003E4D35">
        <w:t>c</w:t>
      </w:r>
      <w:r w:rsidRPr="003E4D35">
        <w:t>crus peu à peu</w:t>
      </w:r>
      <w:r w:rsidR="00B97E5D">
        <w:t xml:space="preserve">, </w:t>
      </w:r>
      <w:r w:rsidRPr="003E4D35">
        <w:t>les faisant sortir dans l</w:t>
      </w:r>
      <w:r w:rsidR="00B97E5D">
        <w:t>’</w:t>
      </w:r>
      <w:r w:rsidRPr="003E4D35">
        <w:t>ordre de leur coupole</w:t>
      </w:r>
      <w:r w:rsidR="00B97E5D">
        <w:t xml:space="preserve">, </w:t>
      </w:r>
      <w:r w:rsidRPr="003E4D35">
        <w:t>à l</w:t>
      </w:r>
      <w:r w:rsidR="00B97E5D">
        <w:t>’</w:t>
      </w:r>
      <w:r w:rsidRPr="003E4D35">
        <w:t>heure que je passais chaque matin à consolider ma mémoire</w:t>
      </w:r>
      <w:r w:rsidR="00B97E5D">
        <w:t xml:space="preserve">, </w:t>
      </w:r>
      <w:r w:rsidRPr="003E4D35">
        <w:t>et parfois</w:t>
      </w:r>
      <w:r w:rsidR="00B97E5D">
        <w:t xml:space="preserve">, </w:t>
      </w:r>
      <w:r w:rsidRPr="003E4D35">
        <w:t>la mousson soufflant</w:t>
      </w:r>
      <w:r w:rsidR="00B97E5D">
        <w:t xml:space="preserve">, </w:t>
      </w:r>
      <w:r w:rsidRPr="003E4D35">
        <w:t>le ruisseau coulant</w:t>
      </w:r>
      <w:r w:rsidR="00B97E5D">
        <w:t xml:space="preserve">, </w:t>
      </w:r>
      <w:r w:rsidRPr="003E4D35">
        <w:t>comme vient justement un vers à un académicien poète</w:t>
      </w:r>
      <w:r w:rsidR="00B97E5D">
        <w:t xml:space="preserve">, </w:t>
      </w:r>
      <w:r w:rsidRPr="003E4D35">
        <w:t>un nom neuf d</w:t>
      </w:r>
      <w:r w:rsidR="00B97E5D">
        <w:t>’</w:t>
      </w:r>
      <w:r w:rsidRPr="003E4D35">
        <w:t>académicien se fichait d</w:t>
      </w:r>
      <w:r w:rsidR="00B97E5D">
        <w:t>’</w:t>
      </w:r>
      <w:r w:rsidRPr="003E4D35">
        <w:t>Europe en mon cerveau</w:t>
      </w:r>
      <w:r w:rsidR="00B97E5D">
        <w:t xml:space="preserve">. </w:t>
      </w:r>
      <w:r w:rsidRPr="003E4D35">
        <w:t>Flèches lég</w:t>
      </w:r>
      <w:r w:rsidRPr="003E4D35">
        <w:t>è</w:t>
      </w:r>
      <w:r w:rsidRPr="003E4D35">
        <w:t>res</w:t>
      </w:r>
      <w:r w:rsidR="00B97E5D">
        <w:t xml:space="preserve">, </w:t>
      </w:r>
      <w:r w:rsidRPr="003E4D35">
        <w:t>moins aiguës évidemment que celles de l</w:t>
      </w:r>
      <w:r w:rsidR="00B97E5D">
        <w:t>’</w:t>
      </w:r>
      <w:r w:rsidRPr="003E4D35">
        <w:t>amour</w:t>
      </w:r>
      <w:r w:rsidR="00B97E5D">
        <w:t xml:space="preserve">, </w:t>
      </w:r>
      <w:r w:rsidRPr="003E4D35">
        <w:t>mais qui atte</w:t>
      </w:r>
      <w:r w:rsidRPr="003E4D35">
        <w:t>i</w:t>
      </w:r>
      <w:r w:rsidRPr="003E4D35">
        <w:t>gnaient au moins</w:t>
      </w:r>
      <w:r w:rsidR="00B97E5D">
        <w:t xml:space="preserve">, </w:t>
      </w:r>
      <w:r w:rsidRPr="003E4D35">
        <w:t>autant que la mémoire</w:t>
      </w:r>
      <w:r w:rsidR="00B97E5D">
        <w:t xml:space="preserve">, </w:t>
      </w:r>
      <w:r w:rsidRPr="003E4D35">
        <w:t>une sorte d</w:t>
      </w:r>
      <w:r w:rsidR="00B97E5D">
        <w:t>’</w:t>
      </w:r>
      <w:r w:rsidRPr="003E4D35">
        <w:t>amitié</w:t>
      </w:r>
      <w:r w:rsidR="00B97E5D">
        <w:t xml:space="preserve">. </w:t>
      </w:r>
      <w:r w:rsidRPr="003E4D35">
        <w:t>Ainsi arriva à midi</w:t>
      </w:r>
      <w:r w:rsidR="00B97E5D">
        <w:t xml:space="preserve">, </w:t>
      </w:r>
      <w:r w:rsidRPr="003E4D35">
        <w:t xml:space="preserve">un paon </w:t>
      </w:r>
      <w:r w:rsidRPr="003E4D35">
        <w:lastRenderedPageBreak/>
        <w:t>blanc grattant du bec sa queue qui s</w:t>
      </w:r>
      <w:r w:rsidR="00B97E5D">
        <w:t>’</w:t>
      </w:r>
      <w:r w:rsidRPr="003E4D35">
        <w:t>écarta en deux gerbes comme l</w:t>
      </w:r>
      <w:r w:rsidR="00B97E5D">
        <w:t>’</w:t>
      </w:r>
      <w:r w:rsidRPr="003E4D35">
        <w:t>eau d</w:t>
      </w:r>
      <w:r w:rsidR="00B97E5D">
        <w:t>’</w:t>
      </w:r>
      <w:r w:rsidRPr="003E4D35">
        <w:t>une fontaine sous un doigt</w:t>
      </w:r>
      <w:r w:rsidR="00B97E5D">
        <w:t xml:space="preserve">, </w:t>
      </w:r>
      <w:r w:rsidRPr="003E4D35">
        <w:t>à la seule pensée de jet d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académicien He</w:t>
      </w:r>
      <w:r w:rsidRPr="003E4D35">
        <w:t>n</w:t>
      </w:r>
      <w:r w:rsidRPr="003E4D35">
        <w:t>ri de Régnier</w:t>
      </w:r>
      <w:r w:rsidR="00B97E5D">
        <w:t xml:space="preserve">, </w:t>
      </w:r>
      <w:r w:rsidRPr="003E4D35">
        <w:t>qui m</w:t>
      </w:r>
      <w:r w:rsidR="00B97E5D">
        <w:t>’</w:t>
      </w:r>
      <w:r w:rsidRPr="003E4D35">
        <w:t>apporta du même coup tout un monde a</w:t>
      </w:r>
      <w:r w:rsidRPr="003E4D35">
        <w:t>u</w:t>
      </w:r>
      <w:r w:rsidRPr="003E4D35">
        <w:t>quel je ne pensais plus</w:t>
      </w:r>
      <w:r w:rsidR="00B97E5D">
        <w:t xml:space="preserve">, </w:t>
      </w:r>
      <w:r w:rsidRPr="003E4D35">
        <w:t>le jaspe</w:t>
      </w:r>
      <w:r w:rsidR="00B97E5D">
        <w:t xml:space="preserve">, </w:t>
      </w:r>
      <w:r w:rsidRPr="003E4D35">
        <w:t>le jade</w:t>
      </w:r>
      <w:r w:rsidR="00B97E5D">
        <w:t xml:space="preserve">, </w:t>
      </w:r>
      <w:r w:rsidRPr="003E4D35">
        <w:t>le stuc vénitien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onyx</w:t>
      </w:r>
      <w:r w:rsidR="00B97E5D">
        <w:t xml:space="preserve">, </w:t>
      </w:r>
      <w:r w:rsidRPr="003E4D35">
        <w:t>noms étranges</w:t>
      </w:r>
      <w:r w:rsidR="00B97E5D">
        <w:t xml:space="preserve">, </w:t>
      </w:r>
      <w:r w:rsidRPr="003E4D35">
        <w:t>moins usés pour moi</w:t>
      </w:r>
      <w:r w:rsidR="00B97E5D">
        <w:t xml:space="preserve">, </w:t>
      </w:r>
      <w:r w:rsidRPr="003E4D35">
        <w:t>qui résistaient mieux aux term</w:t>
      </w:r>
      <w:r w:rsidRPr="003E4D35">
        <w:t>i</w:t>
      </w:r>
      <w:r w:rsidRPr="003E4D35">
        <w:t>tes de ma mémoire que calcaire</w:t>
      </w:r>
      <w:r w:rsidR="00B97E5D">
        <w:t xml:space="preserve">, </w:t>
      </w:r>
      <w:r w:rsidRPr="003E4D35">
        <w:t>grès ou cailloux</w:t>
      </w:r>
      <w:r w:rsidR="00B97E5D">
        <w:t xml:space="preserve">. </w:t>
      </w:r>
      <w:r w:rsidRPr="003E4D35">
        <w:t>Ainsi vint</w:t>
      </w:r>
      <w:r w:rsidR="00B97E5D">
        <w:t xml:space="preserve">, </w:t>
      </w:r>
      <w:r w:rsidRPr="003E4D35">
        <w:t>le soir du même jour</w:t>
      </w:r>
      <w:r w:rsidR="00B97E5D">
        <w:t xml:space="preserve">, </w:t>
      </w:r>
      <w:r w:rsidRPr="003E4D35">
        <w:t>en retard d</w:t>
      </w:r>
      <w:r w:rsidR="00B97E5D">
        <w:t>’</w:t>
      </w:r>
      <w:r w:rsidRPr="003E4D35">
        <w:t>un jour sur lui à cette course a</w:t>
      </w:r>
      <w:r w:rsidRPr="003E4D35">
        <w:t>u</w:t>
      </w:r>
      <w:r w:rsidRPr="003E4D35">
        <w:t>tour du monde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académicien René Boylesve</w:t>
      </w:r>
      <w:r w:rsidR="00B97E5D">
        <w:t xml:space="preserve">, </w:t>
      </w:r>
      <w:r w:rsidRPr="003E4D35">
        <w:t>grâce à une vraie ressemblance formée par des branches d</w:t>
      </w:r>
      <w:r w:rsidR="00B97E5D">
        <w:t>’</w:t>
      </w:r>
      <w:r w:rsidRPr="003E4D35">
        <w:t>arbre</w:t>
      </w:r>
      <w:r w:rsidR="00B97E5D">
        <w:t xml:space="preserve">, </w:t>
      </w:r>
      <w:r w:rsidRPr="003E4D35">
        <w:t>de tous les ac</w:t>
      </w:r>
      <w:r w:rsidRPr="003E4D35">
        <w:t>a</w:t>
      </w:r>
      <w:r w:rsidRPr="003E4D35">
        <w:t>démiciens pour moi le plus palpable</w:t>
      </w:r>
      <w:r w:rsidR="00B97E5D">
        <w:t xml:space="preserve">. – </w:t>
      </w:r>
      <w:r w:rsidRPr="003E4D35">
        <w:t>Puis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atteignant non comme une fléchette</w:t>
      </w:r>
      <w:r w:rsidR="00B97E5D">
        <w:t xml:space="preserve">, </w:t>
      </w:r>
      <w:r w:rsidRPr="003E4D35">
        <w:t>celui-là</w:t>
      </w:r>
      <w:r w:rsidR="00B97E5D">
        <w:t xml:space="preserve">, </w:t>
      </w:r>
      <w:r w:rsidRPr="003E4D35">
        <w:t>mais comme une élastique lo</w:t>
      </w:r>
      <w:r w:rsidRPr="003E4D35">
        <w:t>n</w:t>
      </w:r>
      <w:r w:rsidRPr="003E4D35">
        <w:t>guement étirée et qui me revint juste en plein cœur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académ</w:t>
      </w:r>
      <w:r w:rsidRPr="003E4D35">
        <w:t>i</w:t>
      </w:r>
      <w:r w:rsidRPr="003E4D35">
        <w:t>cien Bédier</w:t>
      </w:r>
      <w:r w:rsidR="00B97E5D">
        <w:t xml:space="preserve"> – </w:t>
      </w:r>
      <w:r w:rsidRPr="003E4D35">
        <w:t>car soudain</w:t>
      </w:r>
      <w:r w:rsidR="00B97E5D">
        <w:t xml:space="preserve">, </w:t>
      </w:r>
      <w:r w:rsidRPr="003E4D35">
        <w:t>je les avais eux aussi oubliés</w:t>
      </w:r>
      <w:r w:rsidR="00B97E5D">
        <w:t xml:space="preserve">, </w:t>
      </w:r>
      <w:r w:rsidRPr="003E4D35">
        <w:t>son nom me ramena Tristan avec Yseult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deux o</w:t>
      </w:r>
      <w:r w:rsidRPr="003E4D35">
        <w:t>i</w:t>
      </w:r>
      <w:r w:rsidRPr="003E4D35">
        <w:t>seaux écarl</w:t>
      </w:r>
      <w:r w:rsidRPr="003E4D35">
        <w:t>a</w:t>
      </w:r>
      <w:r w:rsidRPr="003E4D35">
        <w:t>tes s</w:t>
      </w:r>
      <w:r w:rsidR="00B97E5D">
        <w:t>’</w:t>
      </w:r>
      <w:r w:rsidRPr="003E4D35">
        <w:t>enchâssant</w:t>
      </w:r>
      <w:r w:rsidR="00B97E5D">
        <w:t xml:space="preserve">, </w:t>
      </w:r>
      <w:r w:rsidRPr="003E4D35">
        <w:t>les deux cardinaux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un jour</w:t>
      </w:r>
      <w:r w:rsidR="00B97E5D">
        <w:t xml:space="preserve">, </w:t>
      </w:r>
      <w:r w:rsidRPr="003E4D35">
        <w:t>où je voyais un nuage éclairé rejoindre un nuage sombre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académicien Ro</w:t>
      </w:r>
      <w:r w:rsidRPr="003E4D35">
        <w:t>s</w:t>
      </w:r>
      <w:r w:rsidRPr="003E4D35">
        <w:t>tand que j</w:t>
      </w:r>
      <w:r w:rsidR="00B97E5D">
        <w:t>’</w:t>
      </w:r>
      <w:r w:rsidRPr="003E4D35">
        <w:t xml:space="preserve">avais vu un jour rejoindre </w:t>
      </w:r>
      <w:r w:rsidR="00B97E5D">
        <w:t>M. </w:t>
      </w:r>
      <w:r w:rsidRPr="003E4D35">
        <w:t>Bonnat</w:t>
      </w:r>
      <w:r w:rsidR="00B97E5D">
        <w:t xml:space="preserve">. </w:t>
      </w:r>
      <w:r w:rsidRPr="003E4D35">
        <w:t>Tous ces chefs illustres</w:t>
      </w:r>
      <w:r w:rsidR="00B97E5D">
        <w:t xml:space="preserve">, </w:t>
      </w:r>
      <w:r w:rsidRPr="003E4D35">
        <w:t>qui couvert du même titre et du même uniforme</w:t>
      </w:r>
      <w:r w:rsidR="00B97E5D">
        <w:t xml:space="preserve">, </w:t>
      </w:r>
      <w:r w:rsidRPr="003E4D35">
        <w:t>aux jeunes filles de France paraissent à peu près le même et sont aimés en tout cas de la même passion</w:t>
      </w:r>
      <w:r w:rsidR="00B97E5D">
        <w:t xml:space="preserve">, </w:t>
      </w:r>
      <w:r w:rsidRPr="003E4D35">
        <w:t>un grand clavier vert et noir</w:t>
      </w:r>
      <w:r w:rsidR="00B97E5D">
        <w:t xml:space="preserve">, </w:t>
      </w:r>
      <w:r w:rsidRPr="003E4D35">
        <w:t>avec des dièses qui sont Barrès et Loti</w:t>
      </w:r>
      <w:r w:rsidR="00B97E5D">
        <w:t xml:space="preserve">, </w:t>
      </w:r>
      <w:r w:rsidRPr="003E4D35">
        <w:t>tous</w:t>
      </w:r>
      <w:r w:rsidR="00B97E5D">
        <w:t xml:space="preserve">, </w:t>
      </w:r>
      <w:r w:rsidRPr="003E4D35">
        <w:t>étrange influence de la Polynésie</w:t>
      </w:r>
      <w:r w:rsidR="00B97E5D">
        <w:t xml:space="preserve">, </w:t>
      </w:r>
      <w:r w:rsidRPr="003E4D35">
        <w:t>me semblaient chacun seul et original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par l</w:t>
      </w:r>
      <w:r w:rsidR="00B97E5D">
        <w:t>’</w:t>
      </w:r>
      <w:r w:rsidRPr="003E4D35">
        <w:t>Académie</w:t>
      </w:r>
      <w:r w:rsidR="00B97E5D">
        <w:t xml:space="preserve">, </w:t>
      </w:r>
      <w:r w:rsidRPr="003E4D35">
        <w:t>comme par une grande trappe</w:t>
      </w:r>
      <w:r w:rsidR="00B97E5D">
        <w:t xml:space="preserve">, </w:t>
      </w:r>
      <w:r w:rsidRPr="003E4D35">
        <w:t>passant des immortels qui vivent aux immortels qui sont morts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engouffrai dans une région où</w:t>
      </w:r>
      <w:r w:rsidR="00B97E5D">
        <w:t xml:space="preserve">, – </w:t>
      </w:r>
      <w:r w:rsidRPr="003E4D35">
        <w:t>ignorante comme je l</w:t>
      </w:r>
      <w:r w:rsidR="00B97E5D">
        <w:t>’</w:t>
      </w:r>
      <w:r w:rsidRPr="003E4D35">
        <w:t>étais</w:t>
      </w:r>
      <w:r w:rsidR="00B97E5D">
        <w:t xml:space="preserve">, </w:t>
      </w:r>
      <w:r w:rsidRPr="003E4D35">
        <w:t>seule comme je l</w:t>
      </w:r>
      <w:r w:rsidR="00B97E5D">
        <w:t>’</w:t>
      </w:r>
      <w:r w:rsidRPr="003E4D35">
        <w:t>étais</w:t>
      </w:r>
      <w:r w:rsidR="00B97E5D">
        <w:t xml:space="preserve">, – </w:t>
      </w:r>
      <w:r w:rsidRPr="003E4D35">
        <w:t>je me mis à imaginer notre littérature</w:t>
      </w:r>
      <w:r w:rsidR="00B97E5D">
        <w:t xml:space="preserve">, </w:t>
      </w:r>
      <w:r w:rsidRPr="003E4D35">
        <w:t>et</w:t>
      </w:r>
      <w:r w:rsidR="00B97E5D">
        <w:t xml:space="preserve"> – </w:t>
      </w:r>
      <w:r w:rsidRPr="003E4D35">
        <w:t>j</w:t>
      </w:r>
      <w:r w:rsidR="00B97E5D">
        <w:t>’</w:t>
      </w:r>
      <w:r w:rsidRPr="003E4D35">
        <w:t>y étais bien obligée si je voulais en savoir vraiment que</w:t>
      </w:r>
      <w:r w:rsidRPr="003E4D35">
        <w:t>l</w:t>
      </w:r>
      <w:r w:rsidRPr="003E4D35">
        <w:t>que chose</w:t>
      </w:r>
      <w:r w:rsidR="00B97E5D">
        <w:t xml:space="preserve"> – </w:t>
      </w:r>
      <w:r w:rsidRPr="003E4D35">
        <w:t>à la recréer</w:t>
      </w:r>
      <w:r w:rsidR="00B97E5D">
        <w:t>.</w:t>
      </w:r>
    </w:p>
    <w:p w14:paraId="215552E5" w14:textId="77777777" w:rsidR="00B97E5D" w:rsidRDefault="00F225BE" w:rsidP="00F225BE">
      <w:r w:rsidRPr="003E4D35">
        <w:t>Tous ces noms d</w:t>
      </w:r>
      <w:r w:rsidR="00B97E5D">
        <w:t>’</w:t>
      </w:r>
      <w:r w:rsidRPr="003E4D35">
        <w:t>auteurs et de héros</w:t>
      </w:r>
      <w:r w:rsidR="00B97E5D">
        <w:t xml:space="preserve">, </w:t>
      </w:r>
      <w:r w:rsidRPr="003E4D35">
        <w:t>de théories et d</w:t>
      </w:r>
      <w:r w:rsidR="00B97E5D">
        <w:t>’</w:t>
      </w:r>
      <w:r w:rsidRPr="003E4D35">
        <w:t>hab</w:t>
      </w:r>
      <w:r w:rsidRPr="003E4D35">
        <w:t>i</w:t>
      </w:r>
      <w:r w:rsidRPr="003E4D35">
        <w:t>tudes qui ne sont guère</w:t>
      </w:r>
      <w:r w:rsidR="00B97E5D">
        <w:t xml:space="preserve">, </w:t>
      </w:r>
      <w:r w:rsidRPr="003E4D35">
        <w:t>pour les élèves les plus grandes des pensionnats</w:t>
      </w:r>
      <w:r w:rsidR="00B97E5D">
        <w:t xml:space="preserve">, </w:t>
      </w:r>
      <w:r w:rsidRPr="003E4D35">
        <w:t>que des paravents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essayai de deviner ce qu</w:t>
      </w:r>
      <w:r w:rsidR="00B97E5D">
        <w:t>’</w:t>
      </w:r>
      <w:r w:rsidRPr="003E4D35">
        <w:t>ils dissimulaient</w:t>
      </w:r>
      <w:r w:rsidR="00B97E5D">
        <w:t xml:space="preserve">. </w:t>
      </w:r>
      <w:r w:rsidRPr="003E4D35">
        <w:t>Ces noms de Phèdre</w:t>
      </w:r>
      <w:r w:rsidR="00B97E5D">
        <w:t xml:space="preserve">, </w:t>
      </w:r>
      <w:r w:rsidRPr="003E4D35">
        <w:t>de Consuelo qu</w:t>
      </w:r>
      <w:r w:rsidR="00B97E5D">
        <w:t>’</w:t>
      </w:r>
      <w:r w:rsidRPr="003E4D35">
        <w:t xml:space="preserve">on nous </w:t>
      </w:r>
      <w:r w:rsidRPr="003E4D35">
        <w:lastRenderedPageBreak/>
        <w:t>j</w:t>
      </w:r>
      <w:r w:rsidRPr="003E4D35">
        <w:t>e</w:t>
      </w:r>
      <w:r w:rsidRPr="003E4D35">
        <w:t>tait vite aux yeux pour nous éblouir et aveugler dès qu</w:t>
      </w:r>
      <w:r w:rsidR="00B97E5D">
        <w:t>’</w:t>
      </w:r>
      <w:r w:rsidRPr="003E4D35">
        <w:t>il s</w:t>
      </w:r>
      <w:r w:rsidR="00B97E5D">
        <w:t>’</w:t>
      </w:r>
      <w:r w:rsidRPr="003E4D35">
        <w:t>agi</w:t>
      </w:r>
      <w:r w:rsidRPr="003E4D35">
        <w:t>s</w:t>
      </w:r>
      <w:r w:rsidRPr="003E4D35">
        <w:t>sait d</w:t>
      </w:r>
      <w:r w:rsidR="00B97E5D">
        <w:t>’</w:t>
      </w:r>
      <w:r w:rsidRPr="003E4D35">
        <w:t>amour</w:t>
      </w:r>
      <w:r w:rsidR="00B97E5D">
        <w:t xml:space="preserve">, </w:t>
      </w:r>
      <w:r w:rsidRPr="003E4D35">
        <w:t>ces noms de classiques</w:t>
      </w:r>
      <w:r w:rsidR="00B97E5D">
        <w:t xml:space="preserve">, </w:t>
      </w:r>
      <w:r w:rsidRPr="003E4D35">
        <w:t>Racine</w:t>
      </w:r>
      <w:r w:rsidR="00B97E5D">
        <w:t xml:space="preserve">, </w:t>
      </w:r>
      <w:r w:rsidRPr="003E4D35">
        <w:t>Corneille</w:t>
      </w:r>
      <w:r w:rsidR="00B97E5D">
        <w:t xml:space="preserve">, </w:t>
      </w:r>
      <w:r w:rsidRPr="003E4D35">
        <w:t>Rotrou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on nous donnait vite tous en bloc comme un trousseau de clefs emmêlés pour que nous ne sachions distinguer quel tiroir de notre cœur chacun pourrait ouvrir</w:t>
      </w:r>
      <w:r w:rsidR="00B97E5D">
        <w:t xml:space="preserve">, </w:t>
      </w:r>
      <w:r w:rsidRPr="003E4D35">
        <w:t>une fois prononcés</w:t>
      </w:r>
      <w:r w:rsidR="00B97E5D">
        <w:t xml:space="preserve">, </w:t>
      </w:r>
      <w:r w:rsidRPr="003E4D35">
        <w:t>ils flottaient autour de moi</w:t>
      </w:r>
      <w:r w:rsidR="00B97E5D">
        <w:t xml:space="preserve">, </w:t>
      </w:r>
      <w:r w:rsidRPr="003E4D35">
        <w:t>se refusant à rentrer dans mon esprit par le chemin habituel</w:t>
      </w:r>
      <w:r w:rsidR="00B97E5D">
        <w:t xml:space="preserve">. </w:t>
      </w:r>
      <w:r w:rsidRPr="003E4D35">
        <w:t>Les moindres distiques de Ronsard</w:t>
      </w:r>
      <w:r w:rsidR="00B97E5D">
        <w:t xml:space="preserve">, </w:t>
      </w:r>
      <w:r w:rsidRPr="003E4D35">
        <w:t>de Malherbe</w:t>
      </w:r>
      <w:r w:rsidR="00B97E5D">
        <w:t xml:space="preserve">, </w:t>
      </w:r>
      <w:r w:rsidRPr="003E4D35">
        <w:t>une fois déclamés dans cette île</w:t>
      </w:r>
      <w:r w:rsidR="00B97E5D">
        <w:t xml:space="preserve">, </w:t>
      </w:r>
      <w:r w:rsidRPr="003E4D35">
        <w:t>se cabraient et m</w:t>
      </w:r>
      <w:r w:rsidR="00B97E5D">
        <w:t>’</w:t>
      </w:r>
      <w:r w:rsidRPr="003E4D35">
        <w:t>a</w:t>
      </w:r>
      <w:r w:rsidRPr="003E4D35">
        <w:t>t</w:t>
      </w:r>
      <w:r w:rsidRPr="003E4D35">
        <w:t>taquaient doucement comme un attelage dont on a trempé le museau dans une fontaine enchantée</w:t>
      </w:r>
      <w:r w:rsidR="00B97E5D">
        <w:t xml:space="preserve">. </w:t>
      </w:r>
      <w:r w:rsidRPr="003E4D35">
        <w:t>Ces vers de Lamartine</w:t>
      </w:r>
      <w:r w:rsidR="00B97E5D">
        <w:t xml:space="preserve">, </w:t>
      </w:r>
      <w:r w:rsidRPr="003E4D35">
        <w:t>de Vigny</w:t>
      </w:r>
      <w:r w:rsidR="00B97E5D">
        <w:t xml:space="preserve">, </w:t>
      </w:r>
      <w:r w:rsidRPr="003E4D35">
        <w:t>quand ils me revenaient soudain dans le vent</w:t>
      </w:r>
      <w:r w:rsidR="00B97E5D">
        <w:t xml:space="preserve">, </w:t>
      </w:r>
      <w:r w:rsidRPr="003E4D35">
        <w:t>mon un</w:t>
      </w:r>
      <w:r w:rsidRPr="003E4D35">
        <w:t>i</w:t>
      </w:r>
      <w:r w:rsidRPr="003E4D35">
        <w:t>que souffleur</w:t>
      </w:r>
      <w:r w:rsidR="00B97E5D">
        <w:t xml:space="preserve">, </w:t>
      </w:r>
      <w:r w:rsidRPr="003E4D35">
        <w:t>souffleur embaumé</w:t>
      </w:r>
      <w:r w:rsidR="00B97E5D">
        <w:t xml:space="preserve">, </w:t>
      </w:r>
      <w:r w:rsidRPr="003E4D35">
        <w:t>et dont la parole m</w:t>
      </w:r>
      <w:r w:rsidR="00B97E5D">
        <w:t>’</w:t>
      </w:r>
      <w:r w:rsidRPr="003E4D35">
        <w:t>éventait toute</w:t>
      </w:r>
      <w:r w:rsidR="00B97E5D">
        <w:t xml:space="preserve"> ; </w:t>
      </w:r>
      <w:r w:rsidRPr="003E4D35">
        <w:t>quand on voyait les étoiles</w:t>
      </w:r>
      <w:r w:rsidR="00B97E5D">
        <w:t xml:space="preserve">, </w:t>
      </w:r>
      <w:r w:rsidRPr="003E4D35">
        <w:t>si basses ici</w:t>
      </w:r>
      <w:r w:rsidR="00B97E5D">
        <w:t xml:space="preserve">, </w:t>
      </w:r>
      <w:r w:rsidRPr="003E4D35">
        <w:t>balancées par la brise même</w:t>
      </w:r>
      <w:r w:rsidR="00B97E5D">
        <w:t xml:space="preserve">, </w:t>
      </w:r>
      <w:r w:rsidRPr="003E4D35">
        <w:t>agacer un quatrain qui ne s</w:t>
      </w:r>
      <w:r w:rsidR="00B97E5D">
        <w:t>’</w:t>
      </w:r>
      <w:r w:rsidRPr="003E4D35">
        <w:t>y prenait pas</w:t>
      </w:r>
      <w:r w:rsidR="00B97E5D">
        <w:t xml:space="preserve">, </w:t>
      </w:r>
      <w:r w:rsidRPr="003E4D35">
        <w:t>mais que je sentais bouger en ma mémoire</w:t>
      </w:r>
      <w:r w:rsidR="00B97E5D">
        <w:t xml:space="preserve"> ; </w:t>
      </w:r>
      <w:r w:rsidRPr="003E4D35">
        <w:t>quand la nuit</w:t>
      </w:r>
      <w:r w:rsidR="00B97E5D">
        <w:t xml:space="preserve">, </w:t>
      </w:r>
      <w:r w:rsidRPr="003E4D35">
        <w:t>dans un réveil subit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arrivait un vers de Musset</w:t>
      </w:r>
      <w:r w:rsidR="00B97E5D">
        <w:t xml:space="preserve">, </w:t>
      </w:r>
      <w:r w:rsidRPr="003E4D35">
        <w:t>de Shakespeare que je rép</w:t>
      </w:r>
      <w:r w:rsidRPr="003E4D35">
        <w:t>é</w:t>
      </w:r>
      <w:r w:rsidRPr="003E4D35">
        <w:t>tais presque ahurie et meurtrie</w:t>
      </w:r>
      <w:r w:rsidR="00B97E5D">
        <w:t xml:space="preserve">, </w:t>
      </w:r>
      <w:r w:rsidRPr="003E4D35">
        <w:t>comme on tient l</w:t>
      </w:r>
      <w:r w:rsidR="00B97E5D">
        <w:t>’</w:t>
      </w:r>
      <w:r w:rsidRPr="003E4D35">
        <w:t>échelon ro</w:t>
      </w:r>
      <w:r w:rsidRPr="003E4D35">
        <w:t>m</w:t>
      </w:r>
      <w:r w:rsidRPr="003E4D35">
        <w:t>pu d</w:t>
      </w:r>
      <w:r w:rsidR="00B97E5D">
        <w:t>’</w:t>
      </w:r>
      <w:r w:rsidRPr="003E4D35">
        <w:t>une échelle</w:t>
      </w:r>
      <w:r w:rsidR="00B97E5D">
        <w:t xml:space="preserve"> ; </w:t>
      </w:r>
      <w:r w:rsidRPr="003E4D35">
        <w:t>quand je m</w:t>
      </w:r>
      <w:r w:rsidR="00B97E5D">
        <w:t>’</w:t>
      </w:r>
      <w:r w:rsidRPr="003E4D35">
        <w:t>amusais à réunir tous ces noms qui pour moi ne signifiaient rien mais que je sentais pleins de sens</w:t>
      </w:r>
      <w:r w:rsidR="00B97E5D">
        <w:t xml:space="preserve">, </w:t>
      </w:r>
      <w:r w:rsidRPr="003E4D35">
        <w:t>Syrinx</w:t>
      </w:r>
      <w:r w:rsidR="00B97E5D">
        <w:t xml:space="preserve">, </w:t>
      </w:r>
      <w:r w:rsidRPr="003E4D35">
        <w:t>Paludes</w:t>
      </w:r>
      <w:r w:rsidR="00B97E5D">
        <w:t xml:space="preserve">, </w:t>
      </w:r>
      <w:r w:rsidRPr="003E4D35">
        <w:t>Théodore</w:t>
      </w:r>
      <w:r w:rsidR="00B97E5D">
        <w:t xml:space="preserve">, </w:t>
      </w:r>
      <w:r w:rsidRPr="003E4D35">
        <w:t>Adolphe</w:t>
      </w:r>
      <w:r w:rsidR="00B97E5D">
        <w:t xml:space="preserve">, </w:t>
      </w:r>
      <w:r w:rsidRPr="003E4D35">
        <w:t>avec le soin d</w:t>
      </w:r>
      <w:r w:rsidR="00B97E5D">
        <w:t>’</w:t>
      </w:r>
      <w:r w:rsidRPr="003E4D35">
        <w:t>un mi</w:t>
      </w:r>
      <w:r w:rsidRPr="003E4D35">
        <w:t>l</w:t>
      </w:r>
      <w:r w:rsidRPr="003E4D35">
        <w:t>liardaire ignorant qui collectionne des noms pour ses chevaux de course et ses vaisseaux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étais prise d</w:t>
      </w:r>
      <w:r w:rsidR="00B97E5D">
        <w:t>’</w:t>
      </w:r>
      <w:r w:rsidRPr="003E4D35">
        <w:t>une langueur mate</w:t>
      </w:r>
      <w:r w:rsidRPr="003E4D35">
        <w:t>r</w:t>
      </w:r>
      <w:r w:rsidRPr="003E4D35">
        <w:t>nelle</w:t>
      </w:r>
      <w:r w:rsidR="00B97E5D">
        <w:t xml:space="preserve">, </w:t>
      </w:r>
      <w:r w:rsidRPr="003E4D35">
        <w:t>en moi poussaient je ne sais quels germes</w:t>
      </w:r>
      <w:r w:rsidR="00B97E5D">
        <w:t xml:space="preserve">, </w:t>
      </w:r>
      <w:r w:rsidRPr="003E4D35">
        <w:t>et un soir en e</w:t>
      </w:r>
      <w:r w:rsidRPr="003E4D35">
        <w:t>f</w:t>
      </w:r>
      <w:r w:rsidRPr="003E4D35">
        <w:t>fet</w:t>
      </w:r>
      <w:r w:rsidR="00B97E5D">
        <w:t xml:space="preserve">, </w:t>
      </w:r>
      <w:r w:rsidRPr="003E4D35">
        <w:t>je me trouvais soudain face à face</w:t>
      </w:r>
      <w:r w:rsidR="00B97E5D">
        <w:t xml:space="preserve">, – </w:t>
      </w:r>
      <w:r w:rsidRPr="003E4D35">
        <w:t>mes filles aussi à moi</w:t>
      </w:r>
      <w:r w:rsidR="00B97E5D">
        <w:t xml:space="preserve">, – </w:t>
      </w:r>
      <w:r w:rsidRPr="003E4D35">
        <w:t>non plus avec des sonnets délabrés</w:t>
      </w:r>
      <w:r w:rsidR="00B97E5D">
        <w:t xml:space="preserve">, </w:t>
      </w:r>
      <w:r w:rsidRPr="003E4D35">
        <w:t>des morceaux de prose bourrés de mastic</w:t>
      </w:r>
      <w:r w:rsidR="00B97E5D">
        <w:t xml:space="preserve">, </w:t>
      </w:r>
      <w:r w:rsidRPr="003E4D35">
        <w:t>mais avec neuf personnes auxquelles j</w:t>
      </w:r>
      <w:r w:rsidR="00B97E5D">
        <w:t>’</w:t>
      </w:r>
      <w:r w:rsidRPr="003E4D35">
        <w:t>avais bien peu pensé jusqu</w:t>
      </w:r>
      <w:r w:rsidR="00B97E5D">
        <w:t>’</w:t>
      </w:r>
      <w:r w:rsidRPr="003E4D35">
        <w:t>ici</w:t>
      </w:r>
      <w:r w:rsidR="00B97E5D">
        <w:t xml:space="preserve">, </w:t>
      </w:r>
      <w:r w:rsidRPr="003E4D35">
        <w:t>avec les neuf Muses</w:t>
      </w:r>
      <w:r w:rsidR="00B97E5D">
        <w:t xml:space="preserve">. </w:t>
      </w:r>
      <w:r w:rsidRPr="003E4D35">
        <w:t>De même qu</w:t>
      </w:r>
      <w:r w:rsidR="00B97E5D">
        <w:t>’</w:t>
      </w:r>
      <w:r w:rsidRPr="003E4D35">
        <w:t>un enfant préfère les boîtes et les écrins à leur plus beau contenu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éprouvai désormais mes plus grands plaisirs avec les noms seuls des genres et de mes nouvelles compagnes</w:t>
      </w:r>
      <w:r w:rsidR="00B97E5D">
        <w:t xml:space="preserve">. </w:t>
      </w:r>
      <w:r w:rsidRPr="003E4D35">
        <w:t>Tragédie</w:t>
      </w:r>
      <w:r w:rsidR="00B97E5D">
        <w:t xml:space="preserve">, </w:t>
      </w:r>
      <w:r w:rsidRPr="003E4D35">
        <w:t>Po</w:t>
      </w:r>
      <w:r w:rsidRPr="003E4D35">
        <w:t>é</w:t>
      </w:r>
      <w:r w:rsidRPr="003E4D35">
        <w:t>sie lyrique</w:t>
      </w:r>
      <w:r w:rsidR="00B97E5D">
        <w:t xml:space="preserve">, </w:t>
      </w:r>
      <w:r w:rsidRPr="003E4D35">
        <w:t>Histoire</w:t>
      </w:r>
      <w:r w:rsidR="00B97E5D">
        <w:t xml:space="preserve">, </w:t>
      </w:r>
      <w:r w:rsidRPr="003E4D35">
        <w:t>aucune ne se déroba</w:t>
      </w:r>
      <w:r w:rsidR="00B97E5D">
        <w:t xml:space="preserve">, </w:t>
      </w:r>
      <w:r w:rsidRPr="003E4D35">
        <w:t>aussi loyales que p</w:t>
      </w:r>
      <w:r w:rsidRPr="003E4D35">
        <w:t>é</w:t>
      </w:r>
      <w:r w:rsidRPr="003E4D35">
        <w:t>chés et cantons limousins sont hypocrites</w:t>
      </w:r>
      <w:r w:rsidR="00B97E5D">
        <w:t xml:space="preserve">, </w:t>
      </w:r>
      <w:r w:rsidRPr="003E4D35">
        <w:t xml:space="preserve">et je les </w:t>
      </w:r>
      <w:r w:rsidRPr="003E4D35">
        <w:lastRenderedPageBreak/>
        <w:t>lâchai au m</w:t>
      </w:r>
      <w:r w:rsidRPr="003E4D35">
        <w:t>i</w:t>
      </w:r>
      <w:r w:rsidRPr="003E4D35">
        <w:t>lieu de mon île</w:t>
      </w:r>
      <w:r w:rsidR="00B97E5D">
        <w:t xml:space="preserve">, – </w:t>
      </w:r>
      <w:r w:rsidRPr="003E4D35">
        <w:t>première fois où des casoars heurtaient la tr</w:t>
      </w:r>
      <w:r w:rsidRPr="003E4D35">
        <w:t>a</w:t>
      </w:r>
      <w:r w:rsidRPr="003E4D35">
        <w:t>gédie</w:t>
      </w:r>
      <w:r w:rsidR="00B97E5D">
        <w:t xml:space="preserve">, </w:t>
      </w:r>
      <w:r w:rsidRPr="003E4D35">
        <w:t>des paradisiers l</w:t>
      </w:r>
      <w:r w:rsidR="00B97E5D">
        <w:t>’</w:t>
      </w:r>
      <w:r w:rsidRPr="003E4D35">
        <w:t>épopée</w:t>
      </w:r>
      <w:r w:rsidR="00B97E5D">
        <w:t>.</w:t>
      </w:r>
    </w:p>
    <w:p w14:paraId="4FFAE988" w14:textId="15FAB139" w:rsidR="00B97E5D" w:rsidRDefault="00F225BE" w:rsidP="00F225BE">
      <w:r w:rsidRPr="003E4D35">
        <w:t>D</w:t>
      </w:r>
      <w:r w:rsidR="00B97E5D">
        <w:t>’</w:t>
      </w:r>
      <w:r w:rsidRPr="003E4D35">
        <w:t>ailleurs</w:t>
      </w:r>
      <w:r w:rsidR="00B97E5D">
        <w:t xml:space="preserve">, </w:t>
      </w:r>
      <w:r w:rsidRPr="003E4D35">
        <w:t>tout l</w:t>
      </w:r>
      <w:r w:rsidR="00B97E5D">
        <w:t>’</w:t>
      </w:r>
      <w:r w:rsidRPr="003E4D35">
        <w:t>émoi des lectures</w:t>
      </w:r>
      <w:r w:rsidR="00B97E5D">
        <w:t xml:space="preserve">, </w:t>
      </w:r>
      <w:r w:rsidRPr="003E4D35">
        <w:t>ces départs aussi diff</w:t>
      </w:r>
      <w:r w:rsidRPr="003E4D35">
        <w:t>é</w:t>
      </w:r>
      <w:r w:rsidRPr="003E4D35">
        <w:t>rents pour chaque livre que pour des trains pris au hasard</w:t>
      </w:r>
      <w:r w:rsidR="00B97E5D">
        <w:t xml:space="preserve">, </w:t>
      </w:r>
      <w:r w:rsidRPr="003E4D35">
        <w:t>je les connus en m</w:t>
      </w:r>
      <w:r w:rsidR="00B97E5D">
        <w:t>’</w:t>
      </w:r>
      <w:r w:rsidRPr="003E4D35">
        <w:t>engouffrant dans des titres d</w:t>
      </w:r>
      <w:r w:rsidR="00B97E5D">
        <w:t>’</w:t>
      </w:r>
      <w:r w:rsidRPr="003E4D35">
        <w:t>œuvres à moi inco</w:t>
      </w:r>
      <w:r w:rsidRPr="003E4D35">
        <w:t>n</w:t>
      </w:r>
      <w:r w:rsidRPr="003E4D35">
        <w:t>nues et en me laissant emporter par eux</w:t>
      </w:r>
      <w:r w:rsidR="00B97E5D">
        <w:t xml:space="preserve">, </w:t>
      </w:r>
      <w:r w:rsidRPr="003E4D35">
        <w:t>Sertorius</w:t>
      </w:r>
      <w:r w:rsidR="00B97E5D">
        <w:t xml:space="preserve">, </w:t>
      </w:r>
      <w:r w:rsidRPr="003E4D35">
        <w:t>et les M</w:t>
      </w:r>
      <w:r w:rsidRPr="003E4D35">
        <w:t>é</w:t>
      </w:r>
      <w:r w:rsidRPr="003E4D35">
        <w:t>nechmes</w:t>
      </w:r>
      <w:r w:rsidR="00B97E5D">
        <w:t xml:space="preserve">, </w:t>
      </w:r>
      <w:r w:rsidRPr="003E4D35">
        <w:t>et Hamlet</w:t>
      </w:r>
      <w:r w:rsidR="00B97E5D">
        <w:t xml:space="preserve">, </w:t>
      </w:r>
      <w:r w:rsidRPr="003E4D35">
        <w:t xml:space="preserve">et </w:t>
      </w:r>
      <w:proofErr w:type="spellStart"/>
      <w:r w:rsidRPr="003E4D35">
        <w:t>Aucassin</w:t>
      </w:r>
      <w:proofErr w:type="spellEnd"/>
      <w:r w:rsidRPr="003E4D35">
        <w:t xml:space="preserve"> et </w:t>
      </w:r>
      <w:proofErr w:type="spellStart"/>
      <w:r w:rsidRPr="003E4D35">
        <w:t>Nicolette</w:t>
      </w:r>
      <w:proofErr w:type="spellEnd"/>
      <w:r w:rsidR="00B97E5D">
        <w:t xml:space="preserve">. </w:t>
      </w:r>
      <w:r w:rsidRPr="003E4D35">
        <w:t>J</w:t>
      </w:r>
      <w:r w:rsidR="00B97E5D">
        <w:t>’</w:t>
      </w:r>
      <w:r w:rsidRPr="003E4D35">
        <w:t>imaginais leurs aventures</w:t>
      </w:r>
      <w:r w:rsidR="00B97E5D">
        <w:t xml:space="preserve">, </w:t>
      </w:r>
      <w:r w:rsidRPr="003E4D35">
        <w:t>je les habillais de gestes</w:t>
      </w:r>
      <w:r w:rsidR="00B97E5D">
        <w:t xml:space="preserve">, </w:t>
      </w:r>
      <w:r w:rsidRPr="003E4D35">
        <w:t>de costumes si nets qu</w:t>
      </w:r>
      <w:r w:rsidR="00B97E5D">
        <w:t>’</w:t>
      </w:r>
      <w:r w:rsidRPr="003E4D35">
        <w:t>à mon retour en Europe les vrais m</w:t>
      </w:r>
      <w:r w:rsidR="00B97E5D">
        <w:t>’</w:t>
      </w:r>
      <w:r w:rsidRPr="003E4D35">
        <w:t>ont semblé moins réels</w:t>
      </w:r>
      <w:r w:rsidR="00B97E5D">
        <w:t xml:space="preserve">. </w:t>
      </w:r>
      <w:r w:rsidRPr="003E4D35">
        <w:t>De</w:t>
      </w:r>
      <w:r w:rsidRPr="003E4D35">
        <w:t>r</w:t>
      </w:r>
      <w:r w:rsidRPr="003E4D35">
        <w:t>rière toutes ses manies et ces cadres de l</w:t>
      </w:r>
      <w:r w:rsidR="00B97E5D">
        <w:t>’</w:t>
      </w:r>
      <w:r w:rsidRPr="003E4D35">
        <w:t>esprit et de l</w:t>
      </w:r>
      <w:r w:rsidR="00B97E5D">
        <w:t>’</w:t>
      </w:r>
      <w:r w:rsidRPr="003E4D35">
        <w:t>âme</w:t>
      </w:r>
      <w:r w:rsidR="00B97E5D">
        <w:t xml:space="preserve">, </w:t>
      </w:r>
      <w:r w:rsidRPr="003E4D35">
        <w:t>dont nous répétions les noms au pensionnat comme des perroquets</w:t>
      </w:r>
      <w:r w:rsidR="00B97E5D">
        <w:t xml:space="preserve"> : </w:t>
      </w:r>
      <w:r w:rsidRPr="003E4D35">
        <w:t>Scholastique</w:t>
      </w:r>
      <w:r w:rsidR="00B97E5D">
        <w:t xml:space="preserve">, </w:t>
      </w:r>
      <w:r w:rsidRPr="003E4D35">
        <w:t>Marivaudage</w:t>
      </w:r>
      <w:r w:rsidR="00B97E5D">
        <w:t xml:space="preserve">, </w:t>
      </w:r>
      <w:r w:rsidRPr="003E4D35">
        <w:t>Préciosité</w:t>
      </w:r>
      <w:r w:rsidR="00B97E5D">
        <w:t xml:space="preserve">,… </w:t>
      </w:r>
      <w:r w:rsidRPr="003E4D35">
        <w:t>à l</w:t>
      </w:r>
      <w:r w:rsidR="00B97E5D">
        <w:t>’</w:t>
      </w:r>
      <w:r w:rsidRPr="003E4D35">
        <w:t>aide de vieux syll</w:t>
      </w:r>
      <w:r w:rsidRPr="003E4D35">
        <w:t>o</w:t>
      </w:r>
      <w:r w:rsidRPr="003E4D35">
        <w:t>gismes</w:t>
      </w:r>
      <w:r w:rsidR="00B97E5D">
        <w:t xml:space="preserve">, </w:t>
      </w:r>
      <w:r w:rsidRPr="003E4D35">
        <w:t>de vagues restes de leçons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essayais de les comprendre</w:t>
      </w:r>
      <w:r w:rsidR="00B97E5D">
        <w:t xml:space="preserve">, </w:t>
      </w:r>
      <w:r w:rsidRPr="003E4D35">
        <w:t>et une source d</w:t>
      </w:r>
      <w:r w:rsidR="00B97E5D">
        <w:t>’</w:t>
      </w:r>
      <w:r w:rsidRPr="003E4D35">
        <w:t>agréments nouveaux s</w:t>
      </w:r>
      <w:r w:rsidR="00B97E5D">
        <w:t>’</w:t>
      </w:r>
      <w:r w:rsidRPr="003E4D35">
        <w:t>ouvrait en mon cœur comme un bar</w:t>
      </w:r>
      <w:r w:rsidR="00B97E5D">
        <w:t xml:space="preserve"> : </w:t>
      </w:r>
      <w:r w:rsidRPr="003E4D35">
        <w:t>Être précieuse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désespérer alors qu</w:t>
      </w:r>
      <w:r w:rsidR="00B97E5D">
        <w:t>’</w:t>
      </w:r>
      <w:r w:rsidRPr="003E4D35">
        <w:t>on e</w:t>
      </w:r>
      <w:r w:rsidRPr="003E4D35">
        <w:t>s</w:t>
      </w:r>
      <w:r w:rsidRPr="003E4D35">
        <w:t>père toujours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brûler de plus de feux que l</w:t>
      </w:r>
      <w:r w:rsidR="00B97E5D">
        <w:t>’</w:t>
      </w:r>
      <w:r w:rsidRPr="003E4D35">
        <w:t>on n</w:t>
      </w:r>
      <w:r w:rsidR="00B97E5D">
        <w:t>’</w:t>
      </w:r>
      <w:r w:rsidRPr="003E4D35">
        <w:t>en alluma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tresser autour des mots révérés une toile avec mille fils et dès qu</w:t>
      </w:r>
      <w:r w:rsidR="00B97E5D">
        <w:t>’</w:t>
      </w:r>
      <w:r w:rsidRPr="003E4D35">
        <w:t>un souffle</w:t>
      </w:r>
      <w:r w:rsidR="00B97E5D">
        <w:t xml:space="preserve">, </w:t>
      </w:r>
      <w:r w:rsidRPr="003E4D35">
        <w:t>une pensée l</w:t>
      </w:r>
      <w:r w:rsidR="00B97E5D">
        <w:t>’</w:t>
      </w:r>
      <w:r w:rsidRPr="003E4D35">
        <w:t>effleure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le cœur qui s</w:t>
      </w:r>
      <w:r w:rsidR="00B97E5D">
        <w:t>’</w:t>
      </w:r>
      <w:r w:rsidRPr="003E4D35">
        <w:t>élance du plus noir de sa cachette</w:t>
      </w:r>
      <w:r w:rsidR="00B97E5D">
        <w:t xml:space="preserve">, </w:t>
      </w:r>
      <w:r w:rsidRPr="003E4D35">
        <w:t>la tue</w:t>
      </w:r>
      <w:r w:rsidR="00B97E5D">
        <w:t xml:space="preserve">, </w:t>
      </w:r>
      <w:r w:rsidRPr="003E4D35">
        <w:t>suce son doux sang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 xml:space="preserve">est </w:t>
      </w:r>
      <w:r w:rsidR="00B97E5D">
        <w:t>M</w:t>
      </w:r>
      <w:r w:rsidR="00B97E5D" w:rsidRPr="00B97E5D">
        <w:rPr>
          <w:vertAlign w:val="superscript"/>
        </w:rPr>
        <w:t>lle</w:t>
      </w:r>
      <w:r w:rsidR="00B97E5D">
        <w:t> de </w:t>
      </w:r>
      <w:r w:rsidRPr="003E4D35">
        <w:t>Montpensier suçant le doux sang du mot amour</w:t>
      </w:r>
      <w:r w:rsidR="00B97E5D">
        <w:t xml:space="preserve">, </w:t>
      </w:r>
      <w:r w:rsidRPr="003E4D35">
        <w:t>du mot amant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 xml:space="preserve">est </w:t>
      </w:r>
      <w:r w:rsidR="00B97E5D">
        <w:t>M</w:t>
      </w:r>
      <w:r w:rsidR="00B97E5D" w:rsidRPr="00B97E5D">
        <w:rPr>
          <w:vertAlign w:val="superscript"/>
        </w:rPr>
        <w:t>lle</w:t>
      </w:r>
      <w:r w:rsidR="00B97E5D">
        <w:t> de </w:t>
      </w:r>
      <w:r w:rsidRPr="003E4D35">
        <w:t>Rambouillet couvrant de sa blanche main tous les mots cruels</w:t>
      </w:r>
      <w:r w:rsidR="00B97E5D">
        <w:t xml:space="preserve">, </w:t>
      </w:r>
      <w:r w:rsidRPr="003E4D35">
        <w:t>et nous les rendant ensuite</w:t>
      </w:r>
      <w:r w:rsidR="00B97E5D">
        <w:t xml:space="preserve">, </w:t>
      </w:r>
      <w:r w:rsidRPr="003E4D35">
        <w:t>le mot Cou</w:t>
      </w:r>
      <w:r w:rsidRPr="003E4D35">
        <w:t>r</w:t>
      </w:r>
      <w:r w:rsidRPr="003E4D35">
        <w:t>roux</w:t>
      </w:r>
      <w:r w:rsidR="00B97E5D">
        <w:t xml:space="preserve">, </w:t>
      </w:r>
      <w:r w:rsidRPr="003E4D35">
        <w:t>le mot Barbare</w:t>
      </w:r>
      <w:r w:rsidR="00B97E5D">
        <w:t xml:space="preserve">, </w:t>
      </w:r>
      <w:r w:rsidRPr="003E4D35">
        <w:t>inoffensifs</w:t>
      </w:r>
      <w:r w:rsidR="00B97E5D">
        <w:t xml:space="preserve">, </w:t>
      </w:r>
      <w:r w:rsidRPr="003E4D35">
        <w:t>comme les détectives qui changent le revolver du bandit en un revolver porte-cigares</w:t>
      </w:r>
      <w:r w:rsidR="00B97E5D">
        <w:t xml:space="preserve">. </w:t>
      </w:r>
      <w:r w:rsidRPr="003E4D35">
        <w:t>Le marivaudage</w:t>
      </w:r>
      <w:r w:rsidR="00B97E5D">
        <w:t xml:space="preserve"> ? </w:t>
      </w:r>
      <w:r w:rsidRPr="003E4D35">
        <w:t>marivauder</w:t>
      </w:r>
      <w:r w:rsidR="00B97E5D">
        <w:t xml:space="preserve"> ? </w:t>
      </w:r>
      <w:r w:rsidRPr="003E4D35">
        <w:t>c</w:t>
      </w:r>
      <w:r w:rsidR="00B97E5D">
        <w:t>’</w:t>
      </w:r>
      <w:r w:rsidRPr="003E4D35">
        <w:t>est</w:t>
      </w:r>
      <w:r w:rsidR="00B97E5D">
        <w:t xml:space="preserve">, </w:t>
      </w:r>
      <w:r w:rsidRPr="003E4D35">
        <w:t>sur un promontoire</w:t>
      </w:r>
      <w:r w:rsidR="00B97E5D">
        <w:t xml:space="preserve">, </w:t>
      </w:r>
      <w:r w:rsidRPr="003E4D35">
        <w:t>allongée et nue</w:t>
      </w:r>
      <w:r w:rsidR="00B97E5D">
        <w:t xml:space="preserve">, </w:t>
      </w:r>
      <w:r w:rsidRPr="003E4D35">
        <w:t>regarder le soleil</w:t>
      </w:r>
      <w:r w:rsidR="00B97E5D">
        <w:t xml:space="preserve">, </w:t>
      </w:r>
      <w:r w:rsidRPr="003E4D35">
        <w:t>soupirer</w:t>
      </w:r>
      <w:r w:rsidR="00B97E5D">
        <w:t xml:space="preserve">, </w:t>
      </w:r>
      <w:r w:rsidRPr="003E4D35">
        <w:t>et se dire</w:t>
      </w:r>
      <w:r w:rsidR="00B97E5D">
        <w:t xml:space="preserve"> : </w:t>
      </w:r>
      <w:r w:rsidRPr="003E4D35">
        <w:t>tu ne soupires pas</w:t>
      </w:r>
      <w:r w:rsidR="00B97E5D">
        <w:t xml:space="preserve"> ! </w:t>
      </w:r>
      <w:r w:rsidRPr="003E4D35">
        <w:t>tu ne regardes pas le soleil</w:t>
      </w:r>
      <w:r w:rsidR="00B97E5D">
        <w:t xml:space="preserve"> ! </w:t>
      </w:r>
      <w:r w:rsidRPr="003E4D35">
        <w:t>tu as trop chaud</w:t>
      </w:r>
      <w:r w:rsidR="00B97E5D">
        <w:t xml:space="preserve">, </w:t>
      </w:r>
      <w:r w:rsidRPr="003E4D35">
        <w:t>découvre-toi</w:t>
      </w:r>
      <w:r w:rsidR="00B97E5D">
        <w:t xml:space="preserve"> !… </w:t>
      </w:r>
      <w:r w:rsidRPr="003E4D35">
        <w:t>Marivauder avec l</w:t>
      </w:r>
      <w:r w:rsidR="00B97E5D">
        <w:t>’</w:t>
      </w:r>
      <w:r w:rsidRPr="003E4D35">
        <w:t>Europe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lui tourner le dos</w:t>
      </w:r>
      <w:r w:rsidR="00B97E5D">
        <w:t xml:space="preserve">, </w:t>
      </w:r>
      <w:r w:rsidRPr="003E4D35">
        <w:t>c</w:t>
      </w:r>
      <w:r w:rsidR="00B97E5D">
        <w:t>’</w:t>
      </w:r>
      <w:proofErr w:type="spellStart"/>
      <w:r w:rsidRPr="003E4D35">
        <w:t>est</w:t>
      </w:r>
      <w:proofErr w:type="spellEnd"/>
      <w:r w:rsidRPr="003E4D35">
        <w:t xml:space="preserve"> s</w:t>
      </w:r>
      <w:r w:rsidR="00B97E5D">
        <w:t>’</w:t>
      </w:r>
      <w:r w:rsidRPr="003E4D35">
        <w:t>occuper uniquement de suivre sur le baobab les sauts de l</w:t>
      </w:r>
      <w:r w:rsidR="00B97E5D">
        <w:t>’</w:t>
      </w:r>
      <w:r w:rsidRPr="003E4D35">
        <w:t>o</w:t>
      </w:r>
      <w:r w:rsidRPr="003E4D35">
        <w:t>i</w:t>
      </w:r>
      <w:r w:rsidRPr="003E4D35">
        <w:t>seau vert à ventre rouge qui se retourne à chaque minute co</w:t>
      </w:r>
      <w:r w:rsidRPr="003E4D35">
        <w:t>m</w:t>
      </w:r>
      <w:r w:rsidRPr="003E4D35">
        <w:t>me un disque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dire</w:t>
      </w:r>
      <w:r w:rsidR="00B97E5D">
        <w:t xml:space="preserve"> : </w:t>
      </w:r>
      <w:r w:rsidRPr="003E4D35">
        <w:t>Europe</w:t>
      </w:r>
      <w:r w:rsidR="00B97E5D">
        <w:t xml:space="preserve">, </w:t>
      </w:r>
      <w:r w:rsidRPr="003E4D35">
        <w:t>tu n</w:t>
      </w:r>
      <w:r w:rsidR="00B97E5D">
        <w:t>’</w:t>
      </w:r>
      <w:r w:rsidRPr="003E4D35">
        <w:t>existes pas</w:t>
      </w:r>
      <w:r w:rsidR="00B97E5D">
        <w:t xml:space="preserve"> ! </w:t>
      </w:r>
      <w:r w:rsidRPr="003E4D35">
        <w:t>Tu n</w:t>
      </w:r>
      <w:r w:rsidR="00B97E5D">
        <w:t>’</w:t>
      </w:r>
      <w:r w:rsidRPr="003E4D35">
        <w:t>es pas pleine de grands magasins vitrés où errent les kleptomanes</w:t>
      </w:r>
      <w:r w:rsidR="00B97E5D">
        <w:t xml:space="preserve"> ! </w:t>
      </w:r>
      <w:r w:rsidRPr="003E4D35">
        <w:lastRenderedPageBreak/>
        <w:t>Que tes villes seraient belles si on les construisait à la camp</w:t>
      </w:r>
      <w:r w:rsidRPr="003E4D35">
        <w:t>a</w:t>
      </w:r>
      <w:r w:rsidRPr="003E4D35">
        <w:t>gne</w:t>
      </w:r>
      <w:r w:rsidR="00B97E5D">
        <w:t xml:space="preserve"> ! </w:t>
      </w:r>
      <w:r w:rsidRPr="003E4D35">
        <w:t>Et le romanticisme</w:t>
      </w:r>
      <w:r w:rsidR="00B97E5D">
        <w:t xml:space="preserve">, </w:t>
      </w:r>
      <w:r w:rsidRPr="003E4D35">
        <w:t>dit romantisme</w:t>
      </w:r>
      <w:r w:rsidR="00B97E5D">
        <w:t xml:space="preserve">, – </w:t>
      </w:r>
      <w:r w:rsidRPr="003E4D35">
        <w:t>et l</w:t>
      </w:r>
      <w:r w:rsidR="00B97E5D">
        <w:t>’</w:t>
      </w:r>
      <w:r w:rsidRPr="003E4D35">
        <w:t>alexandrini</w:t>
      </w:r>
      <w:r w:rsidRPr="003E4D35">
        <w:t>s</w:t>
      </w:r>
      <w:r w:rsidRPr="003E4D35">
        <w:t>me</w:t>
      </w:r>
      <w:r w:rsidR="00B97E5D">
        <w:t xml:space="preserve">, </w:t>
      </w:r>
      <w:r w:rsidRPr="003E4D35">
        <w:t>dit hellénisme</w:t>
      </w:r>
      <w:r w:rsidR="00B97E5D">
        <w:t xml:space="preserve">, </w:t>
      </w:r>
      <w:r w:rsidRPr="003E4D35">
        <w:t>et la catachrèse</w:t>
      </w:r>
      <w:r w:rsidR="00B97E5D">
        <w:t xml:space="preserve">, </w:t>
      </w:r>
      <w:r w:rsidRPr="003E4D35">
        <w:t>et la litote</w:t>
      </w:r>
      <w:r w:rsidR="00B97E5D">
        <w:t xml:space="preserve">, </w:t>
      </w:r>
      <w:r w:rsidRPr="003E4D35">
        <w:t>et tous ces noms que nous tendions fièrement aux examens pour les faire poi</w:t>
      </w:r>
      <w:r w:rsidRPr="003E4D35">
        <w:t>n</w:t>
      </w:r>
      <w:r w:rsidRPr="003E4D35">
        <w:t>çonner comme dans le métro des tickets de toute première cla</w:t>
      </w:r>
      <w:r w:rsidRPr="003E4D35">
        <w:t>s</w:t>
      </w:r>
      <w:r w:rsidRPr="003E4D35">
        <w:t>se</w:t>
      </w:r>
      <w:r w:rsidR="00B97E5D">
        <w:t xml:space="preserve">, </w:t>
      </w:r>
      <w:r w:rsidRPr="003E4D35">
        <w:t>je les perçais à jour à ma façon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eus mon alexandrinisme à moi</w:t>
      </w:r>
      <w:r w:rsidR="00B97E5D">
        <w:t xml:space="preserve">, </w:t>
      </w:r>
      <w:r w:rsidRPr="003E4D35">
        <w:t>mon romantisme à moi</w:t>
      </w:r>
      <w:r w:rsidR="00B97E5D">
        <w:t xml:space="preserve">, </w:t>
      </w:r>
      <w:r w:rsidRPr="003E4D35">
        <w:t>et des litotes fausses plus belles que vos vraies</w:t>
      </w:r>
      <w:r w:rsidR="00B97E5D">
        <w:t xml:space="preserve">. </w:t>
      </w:r>
      <w:r w:rsidRPr="003E4D35">
        <w:t>Il est d</w:t>
      </w:r>
      <w:r w:rsidR="00B97E5D">
        <w:t>’</w:t>
      </w:r>
      <w:r w:rsidRPr="003E4D35">
        <w:t>ailleurs je ne sais quelles ornières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Homère à Chateaubriand</w:t>
      </w:r>
      <w:r w:rsidR="00B97E5D">
        <w:t xml:space="preserve">, </w:t>
      </w:r>
      <w:r w:rsidRPr="003E4D35">
        <w:t>auxquelles une pensée ignorante n</w:t>
      </w:r>
      <w:r w:rsidR="00B97E5D">
        <w:t>’</w:t>
      </w:r>
      <w:r w:rsidRPr="003E4D35">
        <w:t>a qu</w:t>
      </w:r>
      <w:r w:rsidR="00B97E5D">
        <w:t>’</w:t>
      </w:r>
      <w:r w:rsidRPr="003E4D35">
        <w:t>à se confier pour éprouver au juste</w:t>
      </w:r>
      <w:r w:rsidR="00B97E5D">
        <w:t xml:space="preserve"> – </w:t>
      </w:r>
      <w:r w:rsidRPr="003E4D35">
        <w:t>impression physique</w:t>
      </w:r>
      <w:r w:rsidR="00B97E5D">
        <w:t xml:space="preserve"> – </w:t>
      </w:r>
      <w:r w:rsidRPr="003E4D35">
        <w:t>le vrai glissement de toute la pensée humaine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est seulement sur la route présente que je m</w:t>
      </w:r>
      <w:r w:rsidR="00B97E5D">
        <w:t>’</w:t>
      </w:r>
      <w:r w:rsidRPr="003E4D35">
        <w:t>égarais</w:t>
      </w:r>
      <w:r w:rsidR="00B97E5D">
        <w:t xml:space="preserve">. </w:t>
      </w:r>
      <w:r w:rsidRPr="003E4D35">
        <w:t>Ma création devenait confuse dès qu</w:t>
      </w:r>
      <w:r w:rsidR="00B97E5D">
        <w:t>’</w:t>
      </w:r>
      <w:r w:rsidRPr="003E4D35">
        <w:t>il s</w:t>
      </w:r>
      <w:r w:rsidR="00B97E5D">
        <w:t>’</w:t>
      </w:r>
      <w:r w:rsidRPr="003E4D35">
        <w:t>agissait d</w:t>
      </w:r>
      <w:r w:rsidR="00B97E5D">
        <w:t>’</w:t>
      </w:r>
      <w:r w:rsidRPr="003E4D35">
        <w:t>un poète vivant</w:t>
      </w:r>
      <w:r w:rsidR="00B97E5D">
        <w:t xml:space="preserve">, </w:t>
      </w:r>
      <w:r w:rsidRPr="003E4D35">
        <w:t>et moi</w:t>
      </w:r>
      <w:r w:rsidR="00B97E5D">
        <w:t xml:space="preserve">, </w:t>
      </w:r>
      <w:r w:rsidRPr="003E4D35">
        <w:t>à laquelle obéi</w:t>
      </w:r>
      <w:r w:rsidRPr="003E4D35">
        <w:t>s</w:t>
      </w:r>
      <w:r w:rsidRPr="003E4D35">
        <w:t>saient les dociles Eschyle et Shakespeare</w:t>
      </w:r>
      <w:r w:rsidR="00B97E5D">
        <w:t xml:space="preserve">, </w:t>
      </w:r>
      <w:r w:rsidRPr="003E4D35">
        <w:t>tout mon pouvoir mourait sur Jammes et sur Bergson</w:t>
      </w:r>
      <w:r w:rsidR="00B97E5D">
        <w:t>.</w:t>
      </w:r>
    </w:p>
    <w:p w14:paraId="45162C63" w14:textId="13959867" w:rsidR="00B97E5D" w:rsidRDefault="00F225BE" w:rsidP="00F225BE">
      <w:r w:rsidRPr="003E4D35">
        <w:t>Je m</w:t>
      </w:r>
      <w:r w:rsidR="00B97E5D">
        <w:t>’</w:t>
      </w:r>
      <w:r w:rsidRPr="003E4D35">
        <w:t>irritais surtout contre trois noms qui revenaient con</w:t>
      </w:r>
      <w:r w:rsidRPr="003E4D35">
        <w:t>s</w:t>
      </w:r>
      <w:r w:rsidRPr="003E4D35">
        <w:t>tamment entre Simon et ses amis</w:t>
      </w:r>
      <w:r w:rsidR="00B97E5D">
        <w:t xml:space="preserve">, </w:t>
      </w:r>
      <w:r w:rsidRPr="003E4D35">
        <w:t>trois noms d</w:t>
      </w:r>
      <w:r w:rsidR="00B97E5D">
        <w:t>’</w:t>
      </w:r>
      <w:r w:rsidRPr="003E4D35">
        <w:t>ailleurs fla</w:t>
      </w:r>
      <w:r w:rsidRPr="003E4D35">
        <w:t>m</w:t>
      </w:r>
      <w:r w:rsidRPr="003E4D35">
        <w:t xml:space="preserve">boyants même pour les </w:t>
      </w:r>
      <w:proofErr w:type="spellStart"/>
      <w:r w:rsidRPr="003E4D35">
        <w:t>non initiés</w:t>
      </w:r>
      <w:proofErr w:type="spellEnd"/>
      <w:r w:rsidR="00B97E5D">
        <w:t xml:space="preserve">, </w:t>
      </w:r>
      <w:r w:rsidRPr="003E4D35">
        <w:t>et qu</w:t>
      </w:r>
      <w:r w:rsidR="00B97E5D">
        <w:t>’</w:t>
      </w:r>
      <w:r w:rsidRPr="003E4D35">
        <w:t>ils se reprenaient l</w:t>
      </w:r>
      <w:r w:rsidR="00B97E5D">
        <w:t>’</w:t>
      </w:r>
      <w:r w:rsidRPr="003E4D35">
        <w:t>un à l</w:t>
      </w:r>
      <w:r w:rsidR="00B97E5D">
        <w:t>’</w:t>
      </w:r>
      <w:r w:rsidRPr="003E4D35">
        <w:t>autre de force ou doucement comme les jongleurs les torches dans les cirques</w:t>
      </w:r>
      <w:r w:rsidR="00B97E5D">
        <w:t xml:space="preserve"> ; </w:t>
      </w:r>
      <w:r w:rsidRPr="003E4D35">
        <w:t>trois noms dont j</w:t>
      </w:r>
      <w:r w:rsidR="00B97E5D">
        <w:t>’</w:t>
      </w:r>
      <w:r w:rsidRPr="003E4D35">
        <w:t>ignorais presque l</w:t>
      </w:r>
      <w:r w:rsidR="00B97E5D">
        <w:t>’</w:t>
      </w:r>
      <w:r w:rsidRPr="003E4D35">
        <w:t>orthogr</w:t>
      </w:r>
      <w:r w:rsidRPr="003E4D35">
        <w:t>a</w:t>
      </w:r>
      <w:r w:rsidRPr="003E4D35">
        <w:t>phe</w:t>
      </w:r>
      <w:r w:rsidR="00B97E5D">
        <w:t xml:space="preserve">, </w:t>
      </w:r>
      <w:r w:rsidRPr="003E4D35">
        <w:t>mais qui me semblaient cependant</w:t>
      </w:r>
      <w:r w:rsidR="00B97E5D">
        <w:t xml:space="preserve">, </w:t>
      </w:r>
      <w:r w:rsidRPr="003E4D35">
        <w:t>à la place de Renan</w:t>
      </w:r>
      <w:r w:rsidR="00B97E5D">
        <w:t xml:space="preserve">, </w:t>
      </w:r>
      <w:r w:rsidRPr="003E4D35">
        <w:t>de Barr</w:t>
      </w:r>
      <w:r w:rsidR="00210BED">
        <w:t>è</w:t>
      </w:r>
      <w:r w:rsidRPr="003E4D35">
        <w:t>s</w:t>
      </w:r>
      <w:r w:rsidR="00B97E5D">
        <w:t xml:space="preserve">, </w:t>
      </w:r>
      <w:r w:rsidRPr="003E4D35">
        <w:t>beaux écrous un peu desserrés</w:t>
      </w:r>
      <w:r w:rsidR="00B97E5D">
        <w:t xml:space="preserve">, </w:t>
      </w:r>
      <w:r w:rsidRPr="003E4D35">
        <w:t>les seuls à visser mai</w:t>
      </w:r>
      <w:r w:rsidRPr="003E4D35">
        <w:t>n</w:t>
      </w:r>
      <w:r w:rsidRPr="003E4D35">
        <w:t>tenant notre pauvre existence contre le monde et ses mystères</w:t>
      </w:r>
      <w:r w:rsidR="00B97E5D">
        <w:t xml:space="preserve">, </w:t>
      </w:r>
      <w:r w:rsidRPr="003E4D35">
        <w:t>Mallarmé</w:t>
      </w:r>
      <w:r w:rsidR="00B97E5D">
        <w:t xml:space="preserve">, </w:t>
      </w:r>
      <w:r w:rsidRPr="003E4D35">
        <w:t>Claudel et Rimbaud</w:t>
      </w:r>
      <w:r w:rsidR="00B97E5D">
        <w:t xml:space="preserve">. </w:t>
      </w:r>
      <w:r w:rsidRPr="003E4D35">
        <w:t>Je ne savais rien d</w:t>
      </w:r>
      <w:r w:rsidR="00B97E5D">
        <w:t>’</w:t>
      </w:r>
      <w:r w:rsidRPr="003E4D35">
        <w:t>eux-mêmes</w:t>
      </w:r>
      <w:r w:rsidR="00B97E5D">
        <w:t xml:space="preserve">, </w:t>
      </w:r>
      <w:r w:rsidRPr="003E4D35">
        <w:t>pas s</w:t>
      </w:r>
      <w:r w:rsidR="00B97E5D">
        <w:t>’</w:t>
      </w:r>
      <w:r w:rsidRPr="003E4D35">
        <w:t>ils étaient vivants</w:t>
      </w:r>
      <w:r w:rsidR="00B97E5D">
        <w:t xml:space="preserve">, </w:t>
      </w:r>
      <w:r w:rsidRPr="003E4D35">
        <w:t>et pas s</w:t>
      </w:r>
      <w:r w:rsidR="00B97E5D">
        <w:t>’</w:t>
      </w:r>
      <w:r w:rsidRPr="003E4D35">
        <w:t>ils étaient morts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ignorais si le voisin que je heurterais dans les gares en prenant mon billet</w:t>
      </w:r>
      <w:r w:rsidR="00B97E5D">
        <w:t xml:space="preserve">, </w:t>
      </w:r>
      <w:r w:rsidRPr="003E4D35">
        <w:t>dans les pâtisseries en mangeant des éclairs</w:t>
      </w:r>
      <w:r w:rsidR="00B97E5D">
        <w:t xml:space="preserve">, </w:t>
      </w:r>
      <w:r w:rsidRPr="003E4D35">
        <w:t>jamais</w:t>
      </w:r>
      <w:r w:rsidR="00B97E5D">
        <w:t xml:space="preserve">, </w:t>
      </w:r>
      <w:r w:rsidRPr="003E4D35">
        <w:t>hélas</w:t>
      </w:r>
      <w:r w:rsidR="00B97E5D">
        <w:t xml:space="preserve"> ! </w:t>
      </w:r>
      <w:r w:rsidRPr="003E4D35">
        <w:t>ne serait plus</w:t>
      </w:r>
      <w:r w:rsidR="00B97E5D">
        <w:t xml:space="preserve">, </w:t>
      </w:r>
      <w:r w:rsidRPr="003E4D35">
        <w:t>ou toujours pourrait être</w:t>
      </w:r>
      <w:r w:rsidR="00B97E5D">
        <w:t xml:space="preserve">, </w:t>
      </w:r>
      <w:r w:rsidRPr="003E4D35">
        <w:t>ô bonheur</w:t>
      </w:r>
      <w:r w:rsidR="00B97E5D">
        <w:t xml:space="preserve">, </w:t>
      </w:r>
      <w:r w:rsidRPr="003E4D35">
        <w:t>Mallarmé</w:t>
      </w:r>
      <w:r w:rsidR="00B97E5D">
        <w:t xml:space="preserve">, </w:t>
      </w:r>
      <w:r w:rsidRPr="003E4D35">
        <w:t>Claudel ou Rimbaud</w:t>
      </w:r>
      <w:r w:rsidR="00B97E5D">
        <w:t xml:space="preserve">. </w:t>
      </w:r>
      <w:r w:rsidRPr="003E4D35">
        <w:t>Et la douceur de voir l</w:t>
      </w:r>
      <w:r w:rsidR="00B97E5D">
        <w:t>’</w:t>
      </w:r>
      <w:r w:rsidRPr="003E4D35">
        <w:t>un d</w:t>
      </w:r>
      <w:r w:rsidR="00B97E5D">
        <w:t>’</w:t>
      </w:r>
      <w:r w:rsidRPr="003E4D35">
        <w:t>eux en colère contre un cocher et monter de force dans le fiacre sordide co</w:t>
      </w:r>
      <w:r w:rsidRPr="003E4D35">
        <w:t>m</w:t>
      </w:r>
      <w:r w:rsidRPr="003E4D35">
        <w:t>me dans la gloire</w:t>
      </w:r>
      <w:r w:rsidR="00B97E5D">
        <w:t xml:space="preserve"> ! </w:t>
      </w:r>
      <w:r w:rsidRPr="003E4D35">
        <w:t>Parfois</w:t>
      </w:r>
      <w:r w:rsidR="00B97E5D">
        <w:t xml:space="preserve">, </w:t>
      </w:r>
      <w:r w:rsidRPr="003E4D35">
        <w:t xml:space="preserve">de même que sur une église drapée pour des funérailles on est </w:t>
      </w:r>
      <w:r w:rsidRPr="003E4D35">
        <w:lastRenderedPageBreak/>
        <w:t>inquiet d</w:t>
      </w:r>
      <w:r w:rsidR="00B97E5D">
        <w:t>’</w:t>
      </w:r>
      <w:r w:rsidRPr="003E4D35">
        <w:t>apercevoir l</w:t>
      </w:r>
      <w:r w:rsidR="00B97E5D">
        <w:t>’</w:t>
      </w:r>
      <w:r w:rsidRPr="003E4D35">
        <w:t>initiale d</w:t>
      </w:r>
      <w:r w:rsidR="00B97E5D">
        <w:t>’</w:t>
      </w:r>
      <w:r w:rsidRPr="003E4D35">
        <w:t>un parent</w:t>
      </w:r>
      <w:r w:rsidR="00B97E5D">
        <w:t xml:space="preserve">, </w:t>
      </w:r>
      <w:r w:rsidRPr="003E4D35">
        <w:t>on craint pour lui soudain</w:t>
      </w:r>
      <w:r w:rsidR="00B97E5D">
        <w:t xml:space="preserve">, – </w:t>
      </w:r>
      <w:r w:rsidRPr="003E4D35">
        <w:t>un parfum</w:t>
      </w:r>
      <w:r w:rsidR="00B97E5D">
        <w:t xml:space="preserve">, </w:t>
      </w:r>
      <w:r w:rsidRPr="003E4D35">
        <w:t>un souffle</w:t>
      </w:r>
      <w:r w:rsidR="00B97E5D">
        <w:t xml:space="preserve">, </w:t>
      </w:r>
      <w:r w:rsidRPr="003E4D35">
        <w:t>me désignait l</w:t>
      </w:r>
      <w:r w:rsidR="00B97E5D">
        <w:t>’</w:t>
      </w:r>
      <w:r w:rsidRPr="003E4D35">
        <w:t>un des trois</w:t>
      </w:r>
      <w:r w:rsidR="00B97E5D">
        <w:t xml:space="preserve">, </w:t>
      </w:r>
      <w:r w:rsidRPr="003E4D35">
        <w:t>sauvant de la mort les deux autres</w:t>
      </w:r>
      <w:r w:rsidR="00B97E5D">
        <w:t xml:space="preserve">. </w:t>
      </w:r>
      <w:r w:rsidRPr="003E4D35">
        <w:t>Je ne pensais plus qu</w:t>
      </w:r>
      <w:r w:rsidR="00B97E5D">
        <w:t>’</w:t>
      </w:r>
      <w:r w:rsidRPr="003E4D35">
        <w:t>à eux trois</w:t>
      </w:r>
      <w:r w:rsidR="00B97E5D">
        <w:t xml:space="preserve">, </w:t>
      </w:r>
      <w:r w:rsidRPr="003E4D35">
        <w:t>je nommai d</w:t>
      </w:r>
      <w:r w:rsidR="00B97E5D">
        <w:t>’</w:t>
      </w:r>
      <w:r w:rsidRPr="003E4D35">
        <w:t>après eux ruisseaux et promontoires</w:t>
      </w:r>
      <w:r w:rsidR="00B97E5D">
        <w:t xml:space="preserve">. </w:t>
      </w:r>
      <w:r w:rsidRPr="003E4D35">
        <w:t>Ou bien</w:t>
      </w:r>
      <w:r w:rsidR="00B97E5D">
        <w:t xml:space="preserve">, </w:t>
      </w:r>
      <w:r w:rsidRPr="003E4D35">
        <w:t>chantage éhonté de Dieu</w:t>
      </w:r>
      <w:r w:rsidR="00B97E5D">
        <w:t xml:space="preserve">, </w:t>
      </w:r>
      <w:r w:rsidRPr="003E4D35">
        <w:t>qui arriva ai</w:t>
      </w:r>
      <w:r w:rsidRPr="003E4D35">
        <w:t>n</w:t>
      </w:r>
      <w:r w:rsidRPr="003E4D35">
        <w:t>si à me redonner une morale</w:t>
      </w:r>
      <w:r w:rsidR="00B97E5D">
        <w:t xml:space="preserve">, – </w:t>
      </w:r>
      <w:r w:rsidRPr="003E4D35">
        <w:t>je me persuadai que j</w:t>
      </w:r>
      <w:r w:rsidR="00B97E5D">
        <w:t>’</w:t>
      </w:r>
      <w:r w:rsidRPr="003E4D35">
        <w:t>étais re</w:t>
      </w:r>
      <w:r w:rsidRPr="003E4D35">
        <w:t>s</w:t>
      </w:r>
      <w:r w:rsidRPr="003E4D35">
        <w:t>ponsable d</w:t>
      </w:r>
      <w:r w:rsidR="00B97E5D">
        <w:t>’</w:t>
      </w:r>
      <w:r w:rsidRPr="003E4D35">
        <w:t>eux trois</w:t>
      </w:r>
      <w:r w:rsidR="00B97E5D">
        <w:t xml:space="preserve">, </w:t>
      </w:r>
      <w:r w:rsidRPr="003E4D35">
        <w:t>que si j</w:t>
      </w:r>
      <w:r w:rsidR="00B97E5D">
        <w:t>’</w:t>
      </w:r>
      <w:r w:rsidRPr="003E4D35">
        <w:t>étais paresseuse</w:t>
      </w:r>
      <w:r w:rsidR="00B97E5D">
        <w:t xml:space="preserve">, </w:t>
      </w:r>
      <w:r w:rsidRPr="003E4D35">
        <w:t>que si je me pla</w:t>
      </w:r>
      <w:r w:rsidRPr="003E4D35">
        <w:t>i</w:t>
      </w:r>
      <w:r w:rsidRPr="003E4D35">
        <w:t>sais à mon insomnie</w:t>
      </w:r>
      <w:r w:rsidR="00B97E5D">
        <w:t xml:space="preserve">, </w:t>
      </w:r>
      <w:r w:rsidRPr="003E4D35">
        <w:t>que si je me redonnais à la cocaïne ou aux rêves l</w:t>
      </w:r>
      <w:r w:rsidR="00B97E5D">
        <w:t>’</w:t>
      </w:r>
      <w:r w:rsidRPr="003E4D35">
        <w:t>un d</w:t>
      </w:r>
      <w:r w:rsidR="00B97E5D">
        <w:t>’</w:t>
      </w:r>
      <w:r w:rsidRPr="003E4D35">
        <w:t>eux mourait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arrivai</w:t>
      </w:r>
      <w:r w:rsidR="00B97E5D">
        <w:t xml:space="preserve">, </w:t>
      </w:r>
      <w:r w:rsidRPr="003E4D35">
        <w:t>pour les maintenir consta</w:t>
      </w:r>
      <w:r w:rsidRPr="003E4D35">
        <w:t>m</w:t>
      </w:r>
      <w:r w:rsidRPr="003E4D35">
        <w:t>ment à la vie</w:t>
      </w:r>
      <w:r w:rsidR="00B97E5D">
        <w:t xml:space="preserve">, </w:t>
      </w:r>
      <w:r w:rsidRPr="003E4D35">
        <w:t>à plus de perfection qu</w:t>
      </w:r>
      <w:r w:rsidR="00B97E5D">
        <w:t>’</w:t>
      </w:r>
      <w:r w:rsidRPr="003E4D35">
        <w:t>une vestale</w:t>
      </w:r>
      <w:r w:rsidR="00B97E5D">
        <w:t xml:space="preserve"> ; </w:t>
      </w:r>
      <w:r w:rsidRPr="003E4D35">
        <w:t>pour les sa</w:t>
      </w:r>
      <w:r w:rsidRPr="003E4D35">
        <w:t>u</w:t>
      </w:r>
      <w:r w:rsidRPr="003E4D35">
        <w:t>ver de dents ou de bras cassés</w:t>
      </w:r>
      <w:r w:rsidR="00B97E5D">
        <w:t xml:space="preserve">, </w:t>
      </w:r>
      <w:r w:rsidRPr="003E4D35">
        <w:t>à un vrai souci de moi-même</w:t>
      </w:r>
      <w:r w:rsidR="00B97E5D">
        <w:t xml:space="preserve">. </w:t>
      </w:r>
      <w:r w:rsidRPr="003E4D35">
        <w:t>Si je laissais mes genoux se durcir au lieu de les huiler</w:t>
      </w:r>
      <w:r w:rsidR="00B97E5D">
        <w:t xml:space="preserve">, </w:t>
      </w:r>
      <w:r w:rsidRPr="003E4D35">
        <w:t>si je ne ponçais mes talons à la minute</w:t>
      </w:r>
      <w:r w:rsidR="00B97E5D">
        <w:t xml:space="preserve">, </w:t>
      </w:r>
      <w:r w:rsidRPr="003E4D35">
        <w:t>Claudel était mort depuis lon</w:t>
      </w:r>
      <w:r w:rsidRPr="003E4D35">
        <w:t>g</w:t>
      </w:r>
      <w:r w:rsidRPr="003E4D35">
        <w:t>temps</w:t>
      </w:r>
      <w:r w:rsidR="00B97E5D">
        <w:t xml:space="preserve">… </w:t>
      </w:r>
      <w:r w:rsidRPr="003E4D35">
        <w:t>Si je ne séparais ce kakatoès et ce faisan en querelle</w:t>
      </w:r>
      <w:r w:rsidR="00B97E5D">
        <w:t xml:space="preserve">, </w:t>
      </w:r>
      <w:r w:rsidRPr="003E4D35">
        <w:t>Mallarmé mourait</w:t>
      </w:r>
      <w:r w:rsidR="00B97E5D">
        <w:t xml:space="preserve">. </w:t>
      </w:r>
      <w:r w:rsidRPr="003E4D35">
        <w:t>Je levais les bras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effrayais les comba</w:t>
      </w:r>
      <w:r w:rsidRPr="003E4D35">
        <w:t>t</w:t>
      </w:r>
      <w:r w:rsidRPr="003E4D35">
        <w:t>tants</w:t>
      </w:r>
      <w:r w:rsidR="00B97E5D">
        <w:t xml:space="preserve"> ; </w:t>
      </w:r>
      <w:r w:rsidRPr="003E4D35">
        <w:t>le kakatoès noir se perchait</w:t>
      </w:r>
      <w:r w:rsidR="00B97E5D">
        <w:t xml:space="preserve">, </w:t>
      </w:r>
      <w:r w:rsidRPr="003E4D35">
        <w:t>suivant de branche en bra</w:t>
      </w:r>
      <w:r w:rsidRPr="003E4D35">
        <w:t>n</w:t>
      </w:r>
      <w:r w:rsidRPr="003E4D35">
        <w:t>che le faisan qui serpentait comme sa projection dorée</w:t>
      </w:r>
      <w:r w:rsidR="00B97E5D">
        <w:t xml:space="preserve">, </w:t>
      </w:r>
      <w:r w:rsidRPr="003E4D35">
        <w:t>mais la mort de Mallarmé s</w:t>
      </w:r>
      <w:r w:rsidR="00B97E5D">
        <w:t>’</w:t>
      </w:r>
      <w:r w:rsidRPr="003E4D35">
        <w:t>était du moins élevée de trois mètres</w:t>
      </w:r>
      <w:r w:rsidR="00B97E5D">
        <w:t xml:space="preserve">. </w:t>
      </w:r>
      <w:r w:rsidRPr="003E4D35">
        <w:t>Pa</w:t>
      </w:r>
      <w:r w:rsidRPr="003E4D35">
        <w:t>r</w:t>
      </w:r>
      <w:r w:rsidRPr="003E4D35">
        <w:t>fois c</w:t>
      </w:r>
      <w:r w:rsidR="00B97E5D">
        <w:t>’</w:t>
      </w:r>
      <w:r w:rsidRPr="003E4D35">
        <w:t>est leur famille qui était en jeu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cruelle</w:t>
      </w:r>
      <w:r w:rsidR="00B97E5D">
        <w:t xml:space="preserve">, </w:t>
      </w:r>
      <w:r w:rsidRPr="003E4D35">
        <w:t>je permis une fois que la sœur de Rimbaud tombât d</w:t>
      </w:r>
      <w:r w:rsidR="00B97E5D">
        <w:t>’</w:t>
      </w:r>
      <w:r w:rsidRPr="003E4D35">
        <w:t>une échelle</w:t>
      </w:r>
      <w:r w:rsidR="00B97E5D">
        <w:t xml:space="preserve">, </w:t>
      </w:r>
      <w:r w:rsidRPr="003E4D35">
        <w:t>une fois que se noyât l</w:t>
      </w:r>
      <w:r w:rsidR="00B97E5D">
        <w:t>’</w:t>
      </w:r>
      <w:r w:rsidRPr="003E4D35">
        <w:t>amie de Mallarmé</w:t>
      </w:r>
      <w:r w:rsidR="00B97E5D">
        <w:t>.</w:t>
      </w:r>
    </w:p>
    <w:p w14:paraId="01F9056D" w14:textId="77777777" w:rsidR="00B97E5D" w:rsidRDefault="00F225BE" w:rsidP="00F225BE">
      <w:r w:rsidRPr="003E4D35">
        <w:t>C</w:t>
      </w:r>
      <w:r w:rsidR="00B97E5D">
        <w:t>’</w:t>
      </w:r>
      <w:r w:rsidRPr="003E4D35">
        <w:t>est le soir surtout</w:t>
      </w:r>
      <w:r w:rsidR="00B97E5D">
        <w:t xml:space="preserve">, </w:t>
      </w:r>
      <w:r w:rsidRPr="003E4D35">
        <w:t>en m</w:t>
      </w:r>
      <w:r w:rsidR="00B97E5D">
        <w:t>’</w:t>
      </w:r>
      <w:r w:rsidRPr="003E4D35">
        <w:t>endormant</w:t>
      </w:r>
      <w:r w:rsidR="00B97E5D">
        <w:t xml:space="preserve">, </w:t>
      </w:r>
      <w:r w:rsidRPr="003E4D35">
        <w:t>au-dessous des éto</w:t>
      </w:r>
      <w:r w:rsidRPr="003E4D35">
        <w:t>i</w:t>
      </w:r>
      <w:r w:rsidRPr="003E4D35">
        <w:t>les si proches et si allumées qu</w:t>
      </w:r>
      <w:r w:rsidR="00B97E5D">
        <w:t>’</w:t>
      </w:r>
      <w:r w:rsidRPr="003E4D35">
        <w:t>il me semblait parfois en sentir passer une juste au-dessus de ma paupière comme une lampe de poche</w:t>
      </w:r>
      <w:r w:rsidR="00B97E5D">
        <w:t xml:space="preserve">, </w:t>
      </w:r>
      <w:r w:rsidRPr="003E4D35">
        <w:t>que je m</w:t>
      </w:r>
      <w:r w:rsidR="00B97E5D">
        <w:t>’</w:t>
      </w:r>
      <w:r w:rsidRPr="003E4D35">
        <w:t>acharnais contre ces purs esprits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l</w:t>
      </w:r>
      <w:r w:rsidR="00B97E5D">
        <w:t>’</w:t>
      </w:r>
      <w:r w:rsidRPr="003E4D35">
        <w:t>heure où je suivais le hurlement complet de la houle autour de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de la mousson autour des cocotiers et où cette solitude dans l</w:t>
      </w:r>
      <w:r w:rsidR="00B97E5D">
        <w:t>’</w:t>
      </w:r>
      <w:r w:rsidRPr="003E4D35">
        <w:t>espace me donnait</w:t>
      </w:r>
      <w:r w:rsidR="00B97E5D">
        <w:t xml:space="preserve">, </w:t>
      </w:r>
      <w:r w:rsidRPr="003E4D35">
        <w:t>même à mes propres yeux</w:t>
      </w:r>
      <w:r w:rsidR="00B97E5D">
        <w:t xml:space="preserve">, </w:t>
      </w:r>
      <w:r w:rsidRPr="003E4D35">
        <w:t>plus de noblesse que ne peut le faire en Europe la solitude du génie</w:t>
      </w:r>
      <w:r w:rsidR="00B97E5D">
        <w:t xml:space="preserve">. </w:t>
      </w:r>
      <w:r w:rsidRPr="003E4D35">
        <w:t>Égale à ces trois hommes</w:t>
      </w:r>
      <w:r w:rsidR="00B97E5D">
        <w:t xml:space="preserve">, </w:t>
      </w:r>
      <w:r w:rsidRPr="003E4D35">
        <w:t>je les appelais</w:t>
      </w:r>
      <w:r w:rsidR="00B97E5D">
        <w:t xml:space="preserve">… </w:t>
      </w:r>
      <w:r w:rsidRPr="003E4D35">
        <w:t>Je me relevais parfois pour arranger de mes mains les tisons de mon petit foyer</w:t>
      </w:r>
      <w:r w:rsidR="00B97E5D">
        <w:t xml:space="preserve">… </w:t>
      </w:r>
      <w:r w:rsidRPr="003E4D35">
        <w:t>Si n</w:t>
      </w:r>
      <w:r w:rsidR="00B97E5D">
        <w:t>’</w:t>
      </w:r>
      <w:r w:rsidRPr="003E4D35">
        <w:t>en jaillissait aussitôt une grande flamme bleue</w:t>
      </w:r>
      <w:r w:rsidR="00B97E5D">
        <w:t xml:space="preserve">, </w:t>
      </w:r>
      <w:r w:rsidRPr="003E4D35">
        <w:t>suivie d</w:t>
      </w:r>
      <w:r w:rsidR="00B97E5D">
        <w:t>’</w:t>
      </w:r>
      <w:r w:rsidRPr="003E4D35">
        <w:t>une flamme rouge</w:t>
      </w:r>
      <w:r w:rsidR="00B97E5D">
        <w:t xml:space="preserve">, </w:t>
      </w:r>
      <w:r w:rsidRPr="003E4D35">
        <w:t xml:space="preserve">Rimbaud perdait sa </w:t>
      </w:r>
      <w:r w:rsidRPr="003E4D35">
        <w:lastRenderedPageBreak/>
        <w:t>femme</w:t>
      </w:r>
      <w:r w:rsidR="00B97E5D">
        <w:t xml:space="preserve">… </w:t>
      </w:r>
      <w:r w:rsidRPr="003E4D35">
        <w:t>Puis</w:t>
      </w:r>
      <w:r w:rsidR="00B97E5D">
        <w:t xml:space="preserve">, </w:t>
      </w:r>
      <w:r w:rsidRPr="003E4D35">
        <w:t>assoupie</w:t>
      </w:r>
      <w:r w:rsidR="00B97E5D">
        <w:t xml:space="preserve">, </w:t>
      </w:r>
      <w:r w:rsidRPr="003E4D35">
        <w:t>d</w:t>
      </w:r>
      <w:r w:rsidRPr="003E4D35">
        <w:t>i</w:t>
      </w:r>
      <w:r w:rsidRPr="003E4D35">
        <w:t>vaguant sur les deux ou trois phrases que j</w:t>
      </w:r>
      <w:r w:rsidR="00B97E5D">
        <w:t>’</w:t>
      </w:r>
      <w:r w:rsidRPr="003E4D35">
        <w:t>avais entendues à leur sujet</w:t>
      </w:r>
      <w:r w:rsidR="00B97E5D">
        <w:t xml:space="preserve">, </w:t>
      </w:r>
      <w:r w:rsidRPr="003E4D35">
        <w:t>je voyais Mallarmé donner aux paroles un pouvoir physique</w:t>
      </w:r>
      <w:r w:rsidR="00B97E5D">
        <w:t xml:space="preserve">, </w:t>
      </w:r>
      <w:r w:rsidRPr="003E4D35">
        <w:t>des arbres pousser à sa voix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arrêtant une seconde aux rejets</w:t>
      </w:r>
      <w:r w:rsidR="00B97E5D">
        <w:t xml:space="preserve">, </w:t>
      </w:r>
      <w:r w:rsidRPr="003E4D35">
        <w:t>formant un nœud aux métaphores</w:t>
      </w:r>
      <w:r w:rsidR="00B97E5D">
        <w:t xml:space="preserve"> ; </w:t>
      </w:r>
      <w:r w:rsidRPr="003E4D35">
        <w:t>comme une l</w:t>
      </w:r>
      <w:r w:rsidRPr="003E4D35">
        <w:t>o</w:t>
      </w:r>
      <w:r w:rsidRPr="003E4D35">
        <w:t>tion un vers de Mallarmé donner une nouvelle flore à des coins de jardins</w:t>
      </w:r>
      <w:r w:rsidR="00B97E5D">
        <w:t xml:space="preserve">, </w:t>
      </w:r>
      <w:r w:rsidRPr="003E4D35">
        <w:t>à des tonnelles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à chaque objet</w:t>
      </w:r>
      <w:r w:rsidR="00B97E5D">
        <w:t xml:space="preserve">, </w:t>
      </w:r>
      <w:r w:rsidRPr="003E4D35">
        <w:t>à chaque arbre</w:t>
      </w:r>
      <w:r w:rsidR="00B97E5D">
        <w:t xml:space="preserve">, </w:t>
      </w:r>
      <w:r w:rsidRPr="003E4D35">
        <w:t>à chaque humain</w:t>
      </w:r>
      <w:r w:rsidR="00B97E5D">
        <w:t xml:space="preserve">, </w:t>
      </w:r>
      <w:r w:rsidRPr="003E4D35">
        <w:t>à toutes ces apparences enfin que jamais nous ne pourrons toucher</w:t>
      </w:r>
      <w:r w:rsidR="00B97E5D">
        <w:t xml:space="preserve">, </w:t>
      </w:r>
      <w:r w:rsidRPr="003E4D35">
        <w:t>Claudel</w:t>
      </w:r>
      <w:r w:rsidR="00B97E5D">
        <w:t xml:space="preserve">, </w:t>
      </w:r>
      <w:r w:rsidRPr="003E4D35">
        <w:t>après les avoir meurtries en un point attachait là du moins une comparaison</w:t>
      </w:r>
      <w:r w:rsidR="00B97E5D">
        <w:t xml:space="preserve">, </w:t>
      </w:r>
      <w:r w:rsidRPr="003E4D35">
        <w:t>qui se remplissait aussitôt</w:t>
      </w:r>
      <w:r w:rsidR="00B97E5D">
        <w:t xml:space="preserve">, </w:t>
      </w:r>
      <w:r w:rsidRPr="003E4D35">
        <w:t>par je ne sais quelle loi des vases communicants</w:t>
      </w:r>
      <w:r w:rsidR="00B97E5D">
        <w:t xml:space="preserve">, </w:t>
      </w:r>
      <w:r w:rsidRPr="003E4D35">
        <w:t>de sang</w:t>
      </w:r>
      <w:r w:rsidR="00B97E5D">
        <w:t xml:space="preserve">, </w:t>
      </w:r>
      <w:r w:rsidRPr="003E4D35">
        <w:t>ou de sève</w:t>
      </w:r>
      <w:r w:rsidR="00B97E5D">
        <w:t xml:space="preserve">, </w:t>
      </w:r>
      <w:r w:rsidRPr="003E4D35">
        <w:t>de résine</w:t>
      </w:r>
      <w:r w:rsidR="00B97E5D">
        <w:t xml:space="preserve">, </w:t>
      </w:r>
      <w:r w:rsidRPr="003E4D35">
        <w:t>de liquides premiers</w:t>
      </w:r>
      <w:r w:rsidR="00B97E5D">
        <w:t xml:space="preserve">… </w:t>
      </w:r>
      <w:r w:rsidRPr="003E4D35">
        <w:t>Un bruit sourd près de moi suivi d</w:t>
      </w:r>
      <w:r w:rsidR="00B97E5D">
        <w:t>’</w:t>
      </w:r>
      <w:r w:rsidRPr="003E4D35">
        <w:t>une douce odeur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que la noix de coco en tombant s</w:t>
      </w:r>
      <w:r w:rsidR="00B97E5D">
        <w:t>’</w:t>
      </w:r>
      <w:r w:rsidRPr="003E4D35">
        <w:t>était ouverte</w:t>
      </w:r>
      <w:r w:rsidR="00B97E5D">
        <w:t xml:space="preserve">… </w:t>
      </w:r>
      <w:r w:rsidRPr="003E4D35">
        <w:t>Toutes les huîtres s</w:t>
      </w:r>
      <w:r w:rsidR="00B97E5D">
        <w:t>’</w:t>
      </w:r>
      <w:r w:rsidRPr="003E4D35">
        <w:t>ouvraient au fond des eaux et se ripolinaient de nacre</w:t>
      </w:r>
      <w:r w:rsidR="00B97E5D">
        <w:t xml:space="preserve">… </w:t>
      </w:r>
      <w:r w:rsidRPr="003E4D35">
        <w:t>Une roussette v</w:t>
      </w:r>
      <w:r w:rsidRPr="003E4D35">
        <w:t>o</w:t>
      </w:r>
      <w:r w:rsidRPr="003E4D35">
        <w:t>lait du figuier au manguier</w:t>
      </w:r>
      <w:r w:rsidR="00B97E5D">
        <w:t xml:space="preserve">… </w:t>
      </w:r>
      <w:r w:rsidRPr="003E4D35">
        <w:t>Mallarmé ne la voyait pas</w:t>
      </w:r>
      <w:r w:rsidR="00B97E5D">
        <w:t xml:space="preserve">… </w:t>
      </w:r>
      <w:r w:rsidRPr="003E4D35">
        <w:t>Ri</w:t>
      </w:r>
      <w:r w:rsidRPr="003E4D35">
        <w:t>m</w:t>
      </w:r>
      <w:r w:rsidRPr="003E4D35">
        <w:t>baud lui prenait la tête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orientait de ses mains</w:t>
      </w:r>
      <w:r w:rsidR="00B97E5D">
        <w:t xml:space="preserve">, </w:t>
      </w:r>
      <w:r w:rsidRPr="003E4D35">
        <w:t>arrivait enfin à la lui faire voir</w:t>
      </w:r>
      <w:r w:rsidR="00B97E5D">
        <w:t xml:space="preserve">, </w:t>
      </w:r>
      <w:r w:rsidRPr="003E4D35">
        <w:t>dans son vol de retour du manguier au figuier</w:t>
      </w:r>
      <w:r w:rsidR="00B97E5D">
        <w:t xml:space="preserve">… </w:t>
      </w:r>
      <w:r w:rsidRPr="003E4D35">
        <w:t>L</w:t>
      </w:r>
      <w:r w:rsidR="00B97E5D">
        <w:t>’</w:t>
      </w:r>
      <w:r w:rsidRPr="003E4D35">
        <w:t>Amour</w:t>
      </w:r>
      <w:r w:rsidR="00B97E5D">
        <w:t xml:space="preserve"> ? </w:t>
      </w:r>
      <w:r w:rsidRPr="003E4D35">
        <w:t>Devant ce ciel qu</w:t>
      </w:r>
      <w:r w:rsidR="00B97E5D">
        <w:t>’</w:t>
      </w:r>
      <w:r w:rsidRPr="003E4D35">
        <w:t>avaient depuis trois ans</w:t>
      </w:r>
      <w:r w:rsidR="00B97E5D">
        <w:t xml:space="preserve">, </w:t>
      </w:r>
      <w:r w:rsidRPr="003E4D35">
        <w:t>combles de mes astres les plus chers</w:t>
      </w:r>
      <w:r w:rsidR="00B97E5D">
        <w:t xml:space="preserve">, </w:t>
      </w:r>
      <w:r w:rsidRPr="003E4D35">
        <w:t>débarrassés les deux chariots</w:t>
      </w:r>
      <w:r w:rsidR="00B97E5D">
        <w:t xml:space="preserve">, </w:t>
      </w:r>
      <w:r w:rsidRPr="003E4D35">
        <w:t>pourquoi pensais-je soudain qu</w:t>
      </w:r>
      <w:r w:rsidR="00B97E5D">
        <w:t>’</w:t>
      </w:r>
      <w:r w:rsidRPr="003E4D35">
        <w:t>ils avaient pu parler de l</w:t>
      </w:r>
      <w:r w:rsidR="00B97E5D">
        <w:t>’</w:t>
      </w:r>
      <w:r w:rsidRPr="003E4D35">
        <w:t>Amour</w:t>
      </w:r>
      <w:r w:rsidR="00B97E5D">
        <w:t xml:space="preserve"> ? </w:t>
      </w:r>
      <w:r w:rsidRPr="003E4D35">
        <w:t>et soudain tout ce qu</w:t>
      </w:r>
      <w:r w:rsidR="00B97E5D">
        <w:t>’</w:t>
      </w:r>
      <w:r w:rsidRPr="003E4D35">
        <w:t>avait pu en dire Racine ou Mu</w:t>
      </w:r>
      <w:r w:rsidRPr="003E4D35">
        <w:t>s</w:t>
      </w:r>
      <w:r w:rsidRPr="003E4D35">
        <w:t>set m</w:t>
      </w:r>
      <w:r w:rsidR="00B97E5D">
        <w:t>’</w:t>
      </w:r>
      <w:r w:rsidRPr="003E4D35">
        <w:t>était indifférent</w:t>
      </w:r>
      <w:r w:rsidR="00B97E5D">
        <w:t xml:space="preserve">, </w:t>
      </w:r>
      <w:r w:rsidRPr="003E4D35">
        <w:t>je sentais que c</w:t>
      </w:r>
      <w:r w:rsidR="00B97E5D">
        <w:t>’</w:t>
      </w:r>
      <w:r w:rsidRPr="003E4D35">
        <w:t>était sur ces trois réseaux neufs qu</w:t>
      </w:r>
      <w:r w:rsidR="00B97E5D">
        <w:t>’</w:t>
      </w:r>
      <w:r w:rsidRPr="003E4D35">
        <w:t>il fallait brancher ma pauvre tête-ampoule</w:t>
      </w:r>
      <w:r w:rsidR="00B97E5D">
        <w:t xml:space="preserve">… </w:t>
      </w:r>
      <w:r w:rsidRPr="003E4D35">
        <w:t>Je la s</w:t>
      </w:r>
      <w:r w:rsidRPr="003E4D35">
        <w:t>e</w:t>
      </w:r>
      <w:r w:rsidRPr="003E4D35">
        <w:t>couais dans la nuit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ajustant peu à peu sur le premier fil qui m</w:t>
      </w:r>
      <w:r w:rsidR="00B97E5D">
        <w:t>’</w:t>
      </w:r>
      <w:r w:rsidRPr="003E4D35">
        <w:t>arrivait des ténèbres</w:t>
      </w:r>
      <w:r w:rsidR="00B97E5D">
        <w:t xml:space="preserve"> ; </w:t>
      </w:r>
      <w:r w:rsidRPr="003E4D35">
        <w:t>et tout à coup une pensée si aiguë</w:t>
      </w:r>
      <w:r w:rsidR="00B97E5D">
        <w:t xml:space="preserve">, </w:t>
      </w:r>
      <w:r w:rsidRPr="003E4D35">
        <w:t>un coup si étrange m</w:t>
      </w:r>
      <w:r w:rsidR="00B97E5D">
        <w:t>’</w:t>
      </w:r>
      <w:r w:rsidRPr="003E4D35">
        <w:t>atteignait que je devinais qu</w:t>
      </w:r>
      <w:r w:rsidR="00B97E5D">
        <w:t>’</w:t>
      </w:r>
      <w:r w:rsidRPr="003E4D35">
        <w:t>eux aussi l</w:t>
      </w:r>
      <w:r w:rsidR="00B97E5D">
        <w:t>’</w:t>
      </w:r>
      <w:r w:rsidRPr="003E4D35">
        <w:t>avaient eu</w:t>
      </w:r>
      <w:r w:rsidR="00B97E5D">
        <w:t xml:space="preserve">, </w:t>
      </w:r>
      <w:r w:rsidRPr="003E4D35">
        <w:t>et à mon réveil je retrouvais mes mains toutes no</w:t>
      </w:r>
      <w:r w:rsidRPr="003E4D35">
        <w:t>i</w:t>
      </w:r>
      <w:r w:rsidRPr="003E4D35">
        <w:t>res</w:t>
      </w:r>
      <w:r w:rsidR="00B97E5D">
        <w:t xml:space="preserve">, </w:t>
      </w:r>
      <w:r w:rsidRPr="003E4D35">
        <w:t>à cause des tisons</w:t>
      </w:r>
      <w:r w:rsidR="00B97E5D">
        <w:t xml:space="preserve">, </w:t>
      </w:r>
      <w:r w:rsidRPr="003E4D35">
        <w:t>mais aussi comme le serviteur convai</w:t>
      </w:r>
      <w:r w:rsidRPr="003E4D35">
        <w:t>n</w:t>
      </w:r>
      <w:r w:rsidRPr="003E4D35">
        <w:t>cu</w:t>
      </w:r>
      <w:r w:rsidR="00B97E5D">
        <w:t xml:space="preserve">, </w:t>
      </w:r>
      <w:r w:rsidRPr="003E4D35">
        <w:t>par cette ruse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avoir touché au coffre-fort du maître</w:t>
      </w:r>
      <w:r w:rsidR="00B97E5D">
        <w:t>.</w:t>
      </w:r>
    </w:p>
    <w:p w14:paraId="61E8F671" w14:textId="77777777" w:rsidR="00B97E5D" w:rsidRDefault="00F225BE" w:rsidP="00F225BE">
      <w:r w:rsidRPr="003E4D35">
        <w:t>C</w:t>
      </w:r>
      <w:r w:rsidR="00B97E5D">
        <w:t>’</w:t>
      </w:r>
      <w:r w:rsidRPr="003E4D35">
        <w:t>est cependant à l</w:t>
      </w:r>
      <w:r w:rsidR="00B97E5D">
        <w:t>’</w:t>
      </w:r>
      <w:r w:rsidRPr="003E4D35">
        <w:t>aide de ces exercices et de ces joies fa</w:t>
      </w:r>
      <w:r w:rsidRPr="003E4D35">
        <w:t>c</w:t>
      </w:r>
      <w:r w:rsidRPr="003E4D35">
        <w:t>tices</w:t>
      </w:r>
      <w:r w:rsidR="00B97E5D">
        <w:t xml:space="preserve">, </w:t>
      </w:r>
      <w:r w:rsidRPr="003E4D35">
        <w:t>grâce à ces ombres et à ces surnoms qu</w:t>
      </w:r>
      <w:r w:rsidR="00B97E5D">
        <w:t>’</w:t>
      </w:r>
      <w:r w:rsidRPr="003E4D35">
        <w:t>un beau jour</w:t>
      </w:r>
      <w:r w:rsidR="00B97E5D">
        <w:t xml:space="preserve"> </w:t>
      </w:r>
      <w:r w:rsidR="00B97E5D">
        <w:lastRenderedPageBreak/>
        <w:t>(</w:t>
      </w:r>
      <w:r w:rsidRPr="003E4D35">
        <w:t>ainsi dans un pays étranger celui qui en apprend la langue</w:t>
      </w:r>
      <w:r w:rsidR="00B97E5D">
        <w:t xml:space="preserve">, </w:t>
      </w:r>
      <w:r w:rsidRPr="003E4D35">
        <w:t>après six mois de surdité complète</w:t>
      </w:r>
      <w:r w:rsidR="00B97E5D">
        <w:t xml:space="preserve">, </w:t>
      </w:r>
      <w:r w:rsidRPr="003E4D35">
        <w:t>un matin</w:t>
      </w:r>
      <w:r w:rsidR="00B97E5D">
        <w:t xml:space="preserve">, </w:t>
      </w:r>
      <w:r w:rsidRPr="003E4D35">
        <w:t>dès son réveil</w:t>
      </w:r>
      <w:r w:rsidR="00B97E5D">
        <w:t xml:space="preserve">, </w:t>
      </w:r>
      <w:r w:rsidRPr="003E4D35">
        <w:t>comprend tout ce que dit la bonne</w:t>
      </w:r>
      <w:r w:rsidR="00B97E5D">
        <w:t xml:space="preserve">, </w:t>
      </w:r>
      <w:r w:rsidRPr="003E4D35">
        <w:t>puis le conducteur de tramway</w:t>
      </w:r>
      <w:r w:rsidR="00B97E5D">
        <w:t xml:space="preserve">, </w:t>
      </w:r>
      <w:r w:rsidRPr="003E4D35">
        <w:t>le soir la grande tragédienne</w:t>
      </w:r>
      <w:r w:rsidR="00B97E5D">
        <w:t xml:space="preserve">) </w:t>
      </w:r>
      <w:r w:rsidRPr="003E4D35">
        <w:t>il me sembla tout à coup comprendre mes confrères les hommes</w:t>
      </w:r>
      <w:r w:rsidR="00B97E5D">
        <w:t xml:space="preserve">. </w:t>
      </w:r>
      <w:r w:rsidRPr="003E4D35">
        <w:t>Une couture céda dans cette forme ronde et imperméable dont inconsciemment je les enveloppais comme de sachets les raisins aux treilles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eus d</w:t>
      </w:r>
      <w:r w:rsidR="00B97E5D">
        <w:t>’</w:t>
      </w:r>
      <w:r w:rsidRPr="003E4D35">
        <w:t>eux cette rév</w:t>
      </w:r>
      <w:r w:rsidRPr="003E4D35">
        <w:t>é</w:t>
      </w:r>
      <w:r w:rsidRPr="003E4D35">
        <w:t>lation que d</w:t>
      </w:r>
      <w:r w:rsidR="00B97E5D">
        <w:t>’</w:t>
      </w:r>
      <w:r w:rsidRPr="003E4D35">
        <w:t>autres ont de Dieu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ailleurs de moi tout aussi pr</w:t>
      </w:r>
      <w:r w:rsidRPr="003E4D35">
        <w:t>o</w:t>
      </w:r>
      <w:r w:rsidRPr="003E4D35">
        <w:t>che</w:t>
      </w:r>
      <w:r w:rsidR="00B97E5D">
        <w:t xml:space="preserve">. </w:t>
      </w:r>
      <w:r w:rsidRPr="003E4D35">
        <w:t>Tous ces jugements que j</w:t>
      </w:r>
      <w:r w:rsidR="00B97E5D">
        <w:t>’</w:t>
      </w:r>
      <w:r w:rsidRPr="003E4D35">
        <w:t>avais appris à porter machinal</w:t>
      </w:r>
      <w:r w:rsidRPr="003E4D35">
        <w:t>e</w:t>
      </w:r>
      <w:r w:rsidRPr="003E4D35">
        <w:t>ment sur leurs vices</w:t>
      </w:r>
      <w:r w:rsidR="00B97E5D">
        <w:t xml:space="preserve">, </w:t>
      </w:r>
      <w:r w:rsidRPr="003E4D35">
        <w:t>leurs vertus furent soudain périmés</w:t>
      </w:r>
      <w:r w:rsidR="00B97E5D">
        <w:t xml:space="preserve">. </w:t>
      </w:r>
      <w:r w:rsidRPr="003E4D35">
        <w:t>De</w:t>
      </w:r>
      <w:r w:rsidRPr="003E4D35">
        <w:t>s</w:t>
      </w:r>
      <w:r w:rsidRPr="003E4D35">
        <w:t>séchés par ce soleil tropical</w:t>
      </w:r>
      <w:r w:rsidR="00B97E5D">
        <w:t xml:space="preserve">, </w:t>
      </w:r>
      <w:r w:rsidRPr="003E4D35">
        <w:t>greffes stupides</w:t>
      </w:r>
      <w:r w:rsidR="00B97E5D">
        <w:t xml:space="preserve">, </w:t>
      </w:r>
      <w:r w:rsidRPr="003E4D35">
        <w:t>préjugés</w:t>
      </w:r>
      <w:r w:rsidR="00B97E5D">
        <w:t xml:space="preserve">, </w:t>
      </w:r>
      <w:r w:rsidRPr="003E4D35">
        <w:t>bon sens et bon goût tombèrent par vieillesse de moi</w:t>
      </w:r>
      <w:r w:rsidR="00B97E5D">
        <w:t xml:space="preserve">. </w:t>
      </w:r>
      <w:r w:rsidRPr="003E4D35">
        <w:t>Le soleil se levait</w:t>
      </w:r>
      <w:r w:rsidR="00B97E5D">
        <w:t xml:space="preserve">. </w:t>
      </w:r>
      <w:r w:rsidRPr="003E4D35">
        <w:t>Pour la millième fois je le voyais monter</w:t>
      </w:r>
      <w:r w:rsidR="00B97E5D">
        <w:t xml:space="preserve">, </w:t>
      </w:r>
      <w:r w:rsidRPr="003E4D35">
        <w:t>et c</w:t>
      </w:r>
      <w:r w:rsidR="00B97E5D">
        <w:t>’</w:t>
      </w:r>
      <w:r w:rsidRPr="003E4D35">
        <w:t>était pourtant comme si je levais pour la première fois la mèche d</w:t>
      </w:r>
      <w:r w:rsidR="00B97E5D">
        <w:t>’</w:t>
      </w:r>
      <w:r w:rsidRPr="003E4D35">
        <w:t>une lampe</w:t>
      </w:r>
      <w:r w:rsidR="00B97E5D">
        <w:t xml:space="preserve">. </w:t>
      </w:r>
      <w:r w:rsidRPr="003E4D35">
        <w:t>Une telle lumière s</w:t>
      </w:r>
      <w:r w:rsidR="00B97E5D">
        <w:t>’</w:t>
      </w:r>
      <w:r w:rsidRPr="003E4D35">
        <w:t>installait sur le monde que tout ce que j</w:t>
      </w:r>
      <w:r w:rsidR="00B97E5D">
        <w:t>’</w:t>
      </w:r>
      <w:r w:rsidRPr="003E4D35">
        <w:t>a</w:t>
      </w:r>
      <w:r w:rsidRPr="003E4D35">
        <w:t>p</w:t>
      </w:r>
      <w:r w:rsidRPr="003E4D35">
        <w:t>pelais jusqu</w:t>
      </w:r>
      <w:r w:rsidR="00B97E5D">
        <w:t>’</w:t>
      </w:r>
      <w:r w:rsidRPr="003E4D35">
        <w:t>à ce jour crime ou défaut ou turpitude en était lavé</w:t>
      </w:r>
      <w:r w:rsidR="00B97E5D">
        <w:t xml:space="preserve">. </w:t>
      </w:r>
      <w:r w:rsidRPr="003E4D35">
        <w:t>Peut-être était-ce que je comprenais seulement ce jour-là la l</w:t>
      </w:r>
      <w:r w:rsidRPr="003E4D35">
        <w:t>u</w:t>
      </w:r>
      <w:r w:rsidRPr="003E4D35">
        <w:t>mière</w:t>
      </w:r>
      <w:r w:rsidR="00B97E5D">
        <w:t xml:space="preserve"> ! </w:t>
      </w:r>
      <w:r w:rsidRPr="003E4D35">
        <w:t>Le vol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assassinat</w:t>
      </w:r>
      <w:r w:rsidR="00B97E5D">
        <w:t xml:space="preserve"> ? </w:t>
      </w:r>
      <w:r w:rsidRPr="003E4D35">
        <w:t>Je voyais sur le voleur la lune ad</w:t>
      </w:r>
      <w:r w:rsidRPr="003E4D35">
        <w:t>o</w:t>
      </w:r>
      <w:r w:rsidRPr="003E4D35">
        <w:t>rable</w:t>
      </w:r>
      <w:r w:rsidR="00B97E5D">
        <w:t xml:space="preserve"> ; </w:t>
      </w:r>
      <w:r w:rsidRPr="003E4D35">
        <w:t>le couchant caresser les bras nus du criminel</w:t>
      </w:r>
      <w:r w:rsidR="00B97E5D">
        <w:t xml:space="preserve">. </w:t>
      </w:r>
      <w:r w:rsidRPr="003E4D35">
        <w:t>Je voyais un doux rayon accompagner les corps adultères</w:t>
      </w:r>
      <w:r w:rsidR="00B97E5D">
        <w:t xml:space="preserve">. </w:t>
      </w:r>
      <w:r w:rsidRPr="003E4D35">
        <w:t>Je voyais l</w:t>
      </w:r>
      <w:r w:rsidR="00B97E5D">
        <w:t>’</w:t>
      </w:r>
      <w:r w:rsidRPr="003E4D35">
        <w:t>éclat d</w:t>
      </w:r>
      <w:r w:rsidR="00B97E5D">
        <w:t>’</w:t>
      </w:r>
      <w:r w:rsidRPr="003E4D35">
        <w:t>un bec électrique sur le visage crispé de la mère dont le fils a échoué à l</w:t>
      </w:r>
      <w:r w:rsidR="00B97E5D">
        <w:t>’</w:t>
      </w:r>
      <w:r w:rsidRPr="003E4D35">
        <w:t>examen</w:t>
      </w:r>
      <w:r w:rsidR="00B97E5D">
        <w:t xml:space="preserve">. </w:t>
      </w:r>
      <w:r w:rsidRPr="003E4D35">
        <w:t>Je voyais la lumière d</w:t>
      </w:r>
      <w:r w:rsidR="00B97E5D">
        <w:t>’</w:t>
      </w:r>
      <w:r w:rsidRPr="003E4D35">
        <w:t>une lanterne vén</w:t>
      </w:r>
      <w:r w:rsidRPr="003E4D35">
        <w:t>i</w:t>
      </w:r>
      <w:r w:rsidRPr="003E4D35">
        <w:t>tienne éclairer le front du père qui ne pardonne pas</w:t>
      </w:r>
      <w:r w:rsidR="00B97E5D">
        <w:t xml:space="preserve">, – </w:t>
      </w:r>
      <w:r w:rsidRPr="003E4D35">
        <w:t>et lui était pardonné</w:t>
      </w:r>
      <w:r w:rsidR="00B97E5D">
        <w:t xml:space="preserve">. </w:t>
      </w:r>
      <w:r w:rsidRPr="003E4D35">
        <w:t>Je voyais sous leur lampe ces beaux crânes de savants sur lesquels la hache du pessimiste s</w:t>
      </w:r>
      <w:r w:rsidR="00B97E5D">
        <w:t>’</w:t>
      </w:r>
      <w:r w:rsidRPr="003E4D35">
        <w:t>émousse comme sur un nœud dans du chêne</w:t>
      </w:r>
      <w:r w:rsidR="00B97E5D">
        <w:t xml:space="preserve">. </w:t>
      </w:r>
      <w:r w:rsidRPr="003E4D35">
        <w:t>Je voyais un bras nu</w:t>
      </w:r>
      <w:r w:rsidR="00B97E5D">
        <w:t xml:space="preserve">, – </w:t>
      </w:r>
      <w:r w:rsidRPr="003E4D35">
        <w:t>était-il éclairé de l</w:t>
      </w:r>
      <w:r w:rsidR="00B97E5D">
        <w:t>’</w:t>
      </w:r>
      <w:r w:rsidRPr="003E4D35">
        <w:t>intérieur</w:t>
      </w:r>
      <w:r w:rsidR="00B97E5D">
        <w:t xml:space="preserve"> ? – </w:t>
      </w:r>
      <w:r w:rsidRPr="003E4D35">
        <w:t>jouer dans la nuit</w:t>
      </w:r>
      <w:r w:rsidR="00B97E5D">
        <w:t xml:space="preserve">, </w:t>
      </w:r>
      <w:r w:rsidRPr="003E4D35">
        <w:t>une hanche éclairée par un feu de sarments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ô lumière qui a vingt mille lieues à l</w:t>
      </w:r>
      <w:r w:rsidR="00B97E5D">
        <w:t>’</w:t>
      </w:r>
      <w:r w:rsidRPr="003E4D35">
        <w:t>heure</w:t>
      </w:r>
      <w:r w:rsidR="00B97E5D">
        <w:t xml:space="preserve">, </w:t>
      </w:r>
      <w:r w:rsidRPr="003E4D35">
        <w:t>après dix ans</w:t>
      </w:r>
      <w:r w:rsidR="00B97E5D">
        <w:t xml:space="preserve">, </w:t>
      </w:r>
      <w:r w:rsidRPr="003E4D35">
        <w:t>après quinze ans ne m</w:t>
      </w:r>
      <w:r w:rsidR="00B97E5D">
        <w:t>’</w:t>
      </w:r>
      <w:r w:rsidRPr="003E4D35">
        <w:t>atteignait qu</w:t>
      </w:r>
      <w:r w:rsidR="00B97E5D">
        <w:t>’</w:t>
      </w:r>
      <w:r w:rsidRPr="003E4D35">
        <w:t>aujourd</w:t>
      </w:r>
      <w:r w:rsidR="00B97E5D">
        <w:t>’</w:t>
      </w:r>
      <w:r w:rsidRPr="003E4D35">
        <w:t>hui</w:t>
      </w:r>
      <w:r w:rsidR="00B97E5D">
        <w:t xml:space="preserve">, </w:t>
      </w:r>
      <w:r w:rsidRPr="003E4D35">
        <w:t>les vrais regards de mes amis enfin me parv</w:t>
      </w:r>
      <w:r w:rsidRPr="003E4D35">
        <w:t>e</w:t>
      </w:r>
      <w:r w:rsidRPr="003E4D35">
        <w:t>naient</w:t>
      </w:r>
      <w:r w:rsidR="00B97E5D">
        <w:t>.</w:t>
      </w:r>
    </w:p>
    <w:p w14:paraId="48A225B7" w14:textId="77777777" w:rsidR="00B97E5D" w:rsidRDefault="00F225BE" w:rsidP="00F225BE">
      <w:r w:rsidRPr="003E4D35">
        <w:lastRenderedPageBreak/>
        <w:t>Le jour se levait</w:t>
      </w:r>
      <w:r w:rsidR="00B97E5D">
        <w:t xml:space="preserve">. </w:t>
      </w:r>
      <w:r w:rsidRPr="003E4D35">
        <w:t>Des oiseaux</w:t>
      </w:r>
      <w:r w:rsidR="00B97E5D">
        <w:t xml:space="preserve">, </w:t>
      </w:r>
      <w:r w:rsidRPr="003E4D35">
        <w:t>du milieu des clochettes d</w:t>
      </w:r>
      <w:r w:rsidR="00B97E5D">
        <w:t>’</w:t>
      </w:r>
      <w:r w:rsidRPr="003E4D35">
        <w:t>où tombait un pollen tout rouge</w:t>
      </w:r>
      <w:r w:rsidR="00B97E5D">
        <w:t xml:space="preserve">, </w:t>
      </w:r>
      <w:r w:rsidRPr="003E4D35">
        <w:t>secouaient non leurs plumes</w:t>
      </w:r>
      <w:r w:rsidR="00B97E5D">
        <w:t xml:space="preserve">, </w:t>
      </w:r>
      <w:r w:rsidRPr="003E4D35">
        <w:t>mais leur couleur elle-même</w:t>
      </w:r>
      <w:r w:rsidR="00B97E5D">
        <w:t xml:space="preserve">… </w:t>
      </w:r>
      <w:r w:rsidRPr="003E4D35">
        <w:t>Je comprenais les crinolines</w:t>
      </w:r>
      <w:r w:rsidR="00B97E5D">
        <w:t xml:space="preserve">, </w:t>
      </w:r>
      <w:r w:rsidRPr="003E4D35">
        <w:t>les manches à gigot</w:t>
      </w:r>
      <w:r w:rsidR="00B97E5D">
        <w:t xml:space="preserve">… </w:t>
      </w:r>
      <w:r w:rsidRPr="003E4D35">
        <w:t>Je comprenais tous ces grands mouvements de la terre sur lesquels Copernic et Newton sont emportés so</w:t>
      </w:r>
      <w:r w:rsidRPr="003E4D35">
        <w:t>u</w:t>
      </w:r>
      <w:r w:rsidRPr="003E4D35">
        <w:t>dain avec le commun des mortels</w:t>
      </w:r>
      <w:r w:rsidR="00B97E5D">
        <w:t xml:space="preserve">, </w:t>
      </w:r>
      <w:r w:rsidRPr="003E4D35">
        <w:t>comme dans les foires les propriétaires de manèges et de trottoirs roulants</w:t>
      </w:r>
      <w:r w:rsidR="00B97E5D">
        <w:t xml:space="preserve">. </w:t>
      </w:r>
      <w:r w:rsidRPr="003E4D35">
        <w:t>Chère petite humanité</w:t>
      </w:r>
      <w:r w:rsidR="00B97E5D">
        <w:t xml:space="preserve">, </w:t>
      </w:r>
      <w:r w:rsidRPr="003E4D35">
        <w:t>qui sans ce réveil à révélation</w:t>
      </w:r>
      <w:r w:rsidR="00B97E5D">
        <w:t xml:space="preserve">, </w:t>
      </w:r>
      <w:r w:rsidRPr="003E4D35">
        <w:t>eût toujours pour moi passé en fraude sur son astre</w:t>
      </w:r>
      <w:r w:rsidR="00B97E5D">
        <w:t xml:space="preserve">, </w:t>
      </w:r>
      <w:r w:rsidRPr="003E4D35">
        <w:t>mais qu</w:t>
      </w:r>
      <w:r w:rsidR="00B97E5D">
        <w:t>’</w:t>
      </w:r>
      <w:r w:rsidRPr="003E4D35">
        <w:t>un simple rayon ce matin trouait comme une aiguille de douanier le voleur caché dans la malle Innovation</w:t>
      </w:r>
      <w:r w:rsidR="00B97E5D">
        <w:t xml:space="preserve">… </w:t>
      </w:r>
      <w:r w:rsidRPr="003E4D35">
        <w:t>Ne criait-elle pas d</w:t>
      </w:r>
      <w:r w:rsidR="00B97E5D">
        <w:t>’</w:t>
      </w:r>
      <w:r w:rsidRPr="003E4D35">
        <w:t>ailleurs un peu</w:t>
      </w:r>
      <w:r w:rsidR="00B97E5D">
        <w:t xml:space="preserve"> ? </w:t>
      </w:r>
      <w:r w:rsidRPr="003E4D35">
        <w:t>N</w:t>
      </w:r>
      <w:r w:rsidR="00B97E5D">
        <w:t>’</w:t>
      </w:r>
      <w:r w:rsidRPr="003E4D35">
        <w:t>e</w:t>
      </w:r>
      <w:r w:rsidRPr="003E4D35">
        <w:t>n</w:t>
      </w:r>
      <w:r w:rsidRPr="003E4D35">
        <w:t>tendais-je pas crier un enfant</w:t>
      </w:r>
      <w:r w:rsidR="00B97E5D">
        <w:t xml:space="preserve">, </w:t>
      </w:r>
      <w:r w:rsidRPr="003E4D35">
        <w:t>un amant</w:t>
      </w:r>
      <w:r w:rsidR="00B97E5D">
        <w:t xml:space="preserve"> ? </w:t>
      </w:r>
      <w:r w:rsidRPr="003E4D35">
        <w:t>Une douceur en moi inexplicable</w:t>
      </w:r>
      <w:r w:rsidR="00B97E5D">
        <w:t xml:space="preserve">, </w:t>
      </w:r>
      <w:r w:rsidRPr="003E4D35">
        <w:t>une langueur me saisit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odeur des fleurs devint trop forte et me fit défaillir</w:t>
      </w:r>
      <w:r w:rsidR="00B97E5D">
        <w:t xml:space="preserve">… </w:t>
      </w:r>
      <w:r w:rsidRPr="003E4D35">
        <w:t>l</w:t>
      </w:r>
      <w:r w:rsidR="00B97E5D">
        <w:t>’</w:t>
      </w:r>
      <w:r w:rsidRPr="003E4D35">
        <w:t>humanité s</w:t>
      </w:r>
      <w:r w:rsidR="00B97E5D">
        <w:t>’</w:t>
      </w:r>
      <w:r w:rsidRPr="003E4D35">
        <w:t>installait en moi comme un fils</w:t>
      </w:r>
      <w:r w:rsidR="00B97E5D">
        <w:t xml:space="preserve">… </w:t>
      </w:r>
      <w:r w:rsidRPr="003E4D35">
        <w:t>Mes deux paradisiers apprivoisés</w:t>
      </w:r>
      <w:r w:rsidR="00B97E5D">
        <w:t xml:space="preserve">, </w:t>
      </w:r>
      <w:r w:rsidRPr="003E4D35">
        <w:t>que j</w:t>
      </w:r>
      <w:r w:rsidR="00B97E5D">
        <w:t>’</w:t>
      </w:r>
      <w:r w:rsidRPr="003E4D35">
        <w:t>aurais voulu semblables et qui ne l</w:t>
      </w:r>
      <w:r w:rsidR="00B97E5D">
        <w:t>’</w:t>
      </w:r>
      <w:r w:rsidRPr="003E4D35">
        <w:t>étaient jamais</w:t>
      </w:r>
      <w:r w:rsidR="00B97E5D">
        <w:t xml:space="preserve">, </w:t>
      </w:r>
      <w:r w:rsidRPr="003E4D35">
        <w:t>car ils ne s</w:t>
      </w:r>
      <w:r w:rsidR="00B97E5D">
        <w:t>’</w:t>
      </w:r>
      <w:r w:rsidRPr="003E4D35">
        <w:t>apprivo</w:t>
      </w:r>
      <w:r w:rsidRPr="003E4D35">
        <w:t>i</w:t>
      </w:r>
      <w:r w:rsidRPr="003E4D35">
        <w:t>saient que par couples</w:t>
      </w:r>
      <w:r w:rsidR="00B97E5D">
        <w:t xml:space="preserve">, </w:t>
      </w:r>
      <w:r w:rsidRPr="003E4D35">
        <w:t>se penchaient chacun sur une de mes épaules</w:t>
      </w:r>
      <w:r w:rsidR="00B97E5D">
        <w:t xml:space="preserve">, </w:t>
      </w:r>
      <w:r w:rsidRPr="003E4D35">
        <w:t>et je chavirais toute du côté du plus lourd</w:t>
      </w:r>
      <w:r w:rsidR="00B97E5D">
        <w:t xml:space="preserve">… </w:t>
      </w:r>
      <w:r w:rsidRPr="003E4D35">
        <w:t>Ah</w:t>
      </w:r>
      <w:r w:rsidR="00B97E5D">
        <w:t xml:space="preserve"> ! </w:t>
      </w:r>
      <w:r w:rsidRPr="003E4D35">
        <w:t>que je comprenais ce matin ce fou de Limoges qui ajoutait à chacune de ses phrases</w:t>
      </w:r>
      <w:r w:rsidR="00B97E5D">
        <w:t xml:space="preserve">, </w:t>
      </w:r>
      <w:r w:rsidRPr="003E4D35">
        <w:t>tel qu</w:t>
      </w:r>
      <w:r w:rsidR="00B97E5D">
        <w:t>’</w:t>
      </w:r>
      <w:r w:rsidRPr="003E4D35">
        <w:t>en fût le sens</w:t>
      </w:r>
      <w:r w:rsidR="00B97E5D">
        <w:t xml:space="preserve">, </w:t>
      </w:r>
      <w:r w:rsidRPr="003E4D35">
        <w:t xml:space="preserve">les trois mots </w:t>
      </w:r>
      <w:r w:rsidR="00B97E5D">
        <w:t>« </w:t>
      </w:r>
      <w:r w:rsidRPr="003E4D35">
        <w:t>comme un homme</w:t>
      </w:r>
      <w:r w:rsidR="00B97E5D">
        <w:t> »</w:t>
      </w:r>
      <w:r w:rsidRPr="003E4D35">
        <w:t xml:space="preserve"> ou</w:t>
      </w:r>
      <w:r w:rsidR="00B97E5D">
        <w:t xml:space="preserve"> « </w:t>
      </w:r>
      <w:r w:rsidRPr="003E4D35">
        <w:t>comme une femme</w:t>
      </w:r>
      <w:r w:rsidR="00B97E5D">
        <w:t xml:space="preserve"> ». </w:t>
      </w:r>
      <w:r w:rsidRPr="003E4D35">
        <w:t>Quelles délices de l</w:t>
      </w:r>
      <w:r w:rsidR="00B97E5D">
        <w:t>’</w:t>
      </w:r>
      <w:r w:rsidRPr="003E4D35">
        <w:t>imiter</w:t>
      </w:r>
      <w:r w:rsidR="00B97E5D">
        <w:t xml:space="preserve"> ! </w:t>
      </w:r>
      <w:r w:rsidRPr="003E4D35">
        <w:t>Je savourais cette heure comme si c</w:t>
      </w:r>
      <w:r w:rsidR="00B97E5D">
        <w:t>’</w:t>
      </w:r>
      <w:r w:rsidRPr="003E4D35">
        <w:t>était la première heure du monde</w:t>
      </w:r>
      <w:r w:rsidR="00B97E5D">
        <w:t xml:space="preserve">, </w:t>
      </w:r>
      <w:r w:rsidRPr="003E4D35">
        <w:t>la première où là-bas trois cents millions d</w:t>
      </w:r>
      <w:r w:rsidR="00B97E5D">
        <w:t>’</w:t>
      </w:r>
      <w:r w:rsidRPr="003E4D35">
        <w:t>hommes dormaient</w:t>
      </w:r>
      <w:r w:rsidR="00B97E5D">
        <w:t xml:space="preserve">, </w:t>
      </w:r>
      <w:r w:rsidRPr="003E4D35">
        <w:t>trois cents millions travaillaient</w:t>
      </w:r>
      <w:r w:rsidR="00B97E5D">
        <w:t xml:space="preserve">, </w:t>
      </w:r>
      <w:r w:rsidRPr="003E4D35">
        <w:t>trois cents millions mangeaient</w:t>
      </w:r>
      <w:r w:rsidR="00B97E5D">
        <w:t xml:space="preserve">, </w:t>
      </w:r>
      <w:r w:rsidRPr="003E4D35">
        <w:t>avec quelques dizaines de millions consacrés aux étreintes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ce matin ma création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étais comble d</w:t>
      </w:r>
      <w:r w:rsidR="00B97E5D">
        <w:t>’</w:t>
      </w:r>
      <w:r w:rsidRPr="003E4D35">
        <w:t>amour pour ces belles équipes</w:t>
      </w:r>
      <w:r w:rsidR="00B97E5D">
        <w:t xml:space="preserve">. </w:t>
      </w:r>
      <w:r w:rsidRPr="003E4D35">
        <w:t>Tout ce qui d</w:t>
      </w:r>
      <w:r w:rsidR="00B97E5D">
        <w:t>’</w:t>
      </w:r>
      <w:r w:rsidRPr="003E4D35">
        <w:t>elles autrefois m</w:t>
      </w:r>
      <w:r w:rsidR="00B97E5D">
        <w:t>’</w:t>
      </w:r>
      <w:r w:rsidRPr="003E4D35">
        <w:t>avait choqué je l</w:t>
      </w:r>
      <w:r w:rsidR="00B97E5D">
        <w:t>’</w:t>
      </w:r>
      <w:r w:rsidRPr="003E4D35">
        <w:t>aimais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aimais les barbes rousses</w:t>
      </w:r>
      <w:r w:rsidR="00B97E5D">
        <w:t xml:space="preserve">, </w:t>
      </w:r>
      <w:r w:rsidRPr="003E4D35">
        <w:t>les verrues</w:t>
      </w:r>
      <w:r w:rsidR="00B97E5D">
        <w:t xml:space="preserve">, </w:t>
      </w:r>
      <w:r w:rsidRPr="003E4D35">
        <w:t>les loupes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aimais les ivrognes</w:t>
      </w:r>
      <w:r w:rsidR="00B97E5D">
        <w:t xml:space="preserve">, </w:t>
      </w:r>
      <w:r w:rsidRPr="003E4D35">
        <w:t>les négociants</w:t>
      </w:r>
      <w:r w:rsidR="00B97E5D">
        <w:t xml:space="preserve">. </w:t>
      </w:r>
      <w:r w:rsidRPr="003E4D35">
        <w:t>Je comprenais ces magasins d</w:t>
      </w:r>
      <w:r w:rsidR="00B97E5D">
        <w:t>’</w:t>
      </w:r>
      <w:r w:rsidRPr="003E4D35">
        <w:t>antiquaires à la sortie du cimetière Montmartre</w:t>
      </w:r>
      <w:r w:rsidR="00B97E5D">
        <w:t xml:space="preserve">, </w:t>
      </w:r>
      <w:r w:rsidRPr="003E4D35">
        <w:t>où je détestais jadis voir les héritiers dépenser les premiers mille francs de leurs legs</w:t>
      </w:r>
      <w:r w:rsidR="00B97E5D">
        <w:t xml:space="preserve">. </w:t>
      </w:r>
      <w:r w:rsidRPr="003E4D35">
        <w:t xml:space="preserve">Je comprenais tous </w:t>
      </w:r>
      <w:r w:rsidRPr="003E4D35">
        <w:lastRenderedPageBreak/>
        <w:t>ces mariages le samedi à Saint-Sulpice</w:t>
      </w:r>
      <w:r w:rsidR="00B97E5D">
        <w:t xml:space="preserve">, </w:t>
      </w:r>
      <w:r w:rsidRPr="003E4D35">
        <w:t>tous à onze heures juste dans les vingt-deux chapelles</w:t>
      </w:r>
      <w:r w:rsidR="00B97E5D">
        <w:t xml:space="preserve">, </w:t>
      </w:r>
      <w:r w:rsidRPr="003E4D35">
        <w:t>et les mariés</w:t>
      </w:r>
      <w:r w:rsidR="00B97E5D">
        <w:t xml:space="preserve">, </w:t>
      </w:r>
      <w:r w:rsidRPr="003E4D35">
        <w:t>les cheveux coupés de la veille</w:t>
      </w:r>
      <w:r w:rsidR="00B97E5D">
        <w:t xml:space="preserve">, </w:t>
      </w:r>
      <w:r w:rsidRPr="003E4D35">
        <w:t>ras sur la nuque</w:t>
      </w:r>
      <w:r w:rsidR="00B97E5D">
        <w:t xml:space="preserve">, </w:t>
      </w:r>
      <w:r w:rsidRPr="003E4D35">
        <w:t>assis sur vingt-deux tabourets</w:t>
      </w:r>
      <w:r w:rsidR="00B97E5D">
        <w:t xml:space="preserve">, </w:t>
      </w:r>
      <w:r w:rsidRPr="003E4D35">
        <w:t>comme pour l</w:t>
      </w:r>
      <w:r w:rsidR="00B97E5D">
        <w:t>’</w:t>
      </w:r>
      <w:r w:rsidRPr="003E4D35">
        <w:t>électr</w:t>
      </w:r>
      <w:r w:rsidRPr="003E4D35">
        <w:t>o</w:t>
      </w:r>
      <w:r w:rsidRPr="003E4D35">
        <w:t>cution</w:t>
      </w:r>
      <w:r w:rsidR="00B97E5D">
        <w:t xml:space="preserve">. </w:t>
      </w:r>
      <w:r w:rsidRPr="003E4D35">
        <w:t>Tous ces regards d</w:t>
      </w:r>
      <w:r w:rsidR="00B97E5D">
        <w:t>’</w:t>
      </w:r>
      <w:r w:rsidRPr="003E4D35">
        <w:t>hommes qui avaient joué dans mes yeux aussi maladroitement que dans une fausse serrure</w:t>
      </w:r>
      <w:r w:rsidR="00B97E5D">
        <w:t xml:space="preserve">, </w:t>
      </w:r>
      <w:r w:rsidRPr="003E4D35">
        <w:t>ils s</w:t>
      </w:r>
      <w:r w:rsidR="00B97E5D">
        <w:t>’</w:t>
      </w:r>
      <w:r w:rsidRPr="003E4D35">
        <w:t>y enfonçaient maintenant comme une clef de montre</w:t>
      </w:r>
      <w:r w:rsidR="00B97E5D">
        <w:t xml:space="preserve">, </w:t>
      </w:r>
      <w:r w:rsidRPr="003E4D35">
        <w:t>et remo</w:t>
      </w:r>
      <w:r w:rsidRPr="003E4D35">
        <w:t>n</w:t>
      </w:r>
      <w:r w:rsidRPr="003E4D35">
        <w:t>taient tout le poids de mon cœur</w:t>
      </w:r>
      <w:r w:rsidR="00B97E5D">
        <w:t xml:space="preserve">… </w:t>
      </w:r>
      <w:r w:rsidRPr="003E4D35">
        <w:t xml:space="preserve">Les </w:t>
      </w:r>
      <w:proofErr w:type="spellStart"/>
      <w:r w:rsidRPr="003E4D35">
        <w:t>jacunas</w:t>
      </w:r>
      <w:proofErr w:type="spellEnd"/>
      <w:r w:rsidRPr="003E4D35">
        <w:t xml:space="preserve"> poussaient mille cris inhumains</w:t>
      </w:r>
      <w:r w:rsidR="00B97E5D">
        <w:t xml:space="preserve">, </w:t>
      </w:r>
      <w:r w:rsidRPr="003E4D35">
        <w:t>comme un homme</w:t>
      </w:r>
      <w:r w:rsidR="00B97E5D">
        <w:t xml:space="preserve">. </w:t>
      </w:r>
      <w:r w:rsidRPr="003E4D35">
        <w:t xml:space="preserve">Le </w:t>
      </w:r>
      <w:proofErr w:type="spellStart"/>
      <w:r w:rsidRPr="003E4D35">
        <w:t>kouroshivo</w:t>
      </w:r>
      <w:proofErr w:type="spellEnd"/>
      <w:r w:rsidRPr="003E4D35">
        <w:t xml:space="preserve"> soulevait l</w:t>
      </w:r>
      <w:r w:rsidRPr="003E4D35">
        <w:t>é</w:t>
      </w:r>
      <w:r w:rsidRPr="003E4D35">
        <w:t>gèrement l</w:t>
      </w:r>
      <w:r w:rsidR="00B97E5D">
        <w:t>’</w:t>
      </w:r>
      <w:r w:rsidRPr="003E4D35">
        <w:t>horizon</w:t>
      </w:r>
      <w:r w:rsidR="00B97E5D">
        <w:t xml:space="preserve">, </w:t>
      </w:r>
      <w:r w:rsidRPr="003E4D35">
        <w:t>comme une veine gonflée</w:t>
      </w:r>
      <w:r w:rsidR="00B97E5D">
        <w:t xml:space="preserve">, </w:t>
      </w:r>
      <w:r w:rsidRPr="003E4D35">
        <w:t>comme une femme</w:t>
      </w:r>
      <w:r w:rsidR="00B97E5D">
        <w:t xml:space="preserve">… </w:t>
      </w:r>
      <w:r w:rsidRPr="003E4D35">
        <w:t>Que de pitié je ressentais aussi pour eux</w:t>
      </w:r>
      <w:r w:rsidR="00B97E5D">
        <w:t xml:space="preserve">, </w:t>
      </w:r>
      <w:r w:rsidRPr="003E4D35">
        <w:t>que d</w:t>
      </w:r>
      <w:r w:rsidR="00B97E5D">
        <w:t>’</w:t>
      </w:r>
      <w:r w:rsidRPr="003E4D35">
        <w:t>ennuis ils se créent à tort avec les contrôleurs de tramways</w:t>
      </w:r>
      <w:r w:rsidR="00B97E5D">
        <w:t xml:space="preserve">, </w:t>
      </w:r>
      <w:r w:rsidRPr="003E4D35">
        <w:t>les e</w:t>
      </w:r>
      <w:r w:rsidRPr="003E4D35">
        <w:t>m</w:t>
      </w:r>
      <w:r w:rsidRPr="003E4D35">
        <w:t>prunts russes et les nègres</w:t>
      </w:r>
      <w:r w:rsidR="00B97E5D">
        <w:t xml:space="preserve"> ! </w:t>
      </w:r>
      <w:r w:rsidRPr="003E4D35">
        <w:t>Je leur souhaitais le bonheur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éternité</w:t>
      </w:r>
      <w:r w:rsidR="00B97E5D">
        <w:t xml:space="preserve">. </w:t>
      </w:r>
      <w:r w:rsidRPr="003E4D35">
        <w:t>Je leur souhaitais l</w:t>
      </w:r>
      <w:r w:rsidR="00B97E5D">
        <w:t>’</w:t>
      </w:r>
      <w:r w:rsidRPr="003E4D35">
        <w:t>alcool qui dégrise</w:t>
      </w:r>
      <w:r w:rsidR="00B97E5D">
        <w:t xml:space="preserve">, </w:t>
      </w:r>
      <w:r w:rsidRPr="003E4D35">
        <w:t>la suie qui bla</w:t>
      </w:r>
      <w:r w:rsidRPr="003E4D35">
        <w:t>n</w:t>
      </w:r>
      <w:r w:rsidRPr="003E4D35">
        <w:t>chit</w:t>
      </w:r>
      <w:r w:rsidR="00B97E5D">
        <w:t xml:space="preserve">… </w:t>
      </w:r>
      <w:r w:rsidRPr="003E4D35">
        <w:t>Si bien</w:t>
      </w:r>
      <w:r w:rsidR="00B97E5D">
        <w:t xml:space="preserve">, </w:t>
      </w:r>
      <w:r w:rsidRPr="003E4D35">
        <w:t>quand le soleil sortit de son toril</w:t>
      </w:r>
      <w:r w:rsidR="00B97E5D">
        <w:t xml:space="preserve">, </w:t>
      </w:r>
      <w:r w:rsidRPr="003E4D35">
        <w:t>harcelé par deux gros nuages</w:t>
      </w:r>
      <w:r w:rsidR="00B97E5D">
        <w:t xml:space="preserve">, </w:t>
      </w:r>
      <w:r w:rsidRPr="003E4D35">
        <w:t>ahuri</w:t>
      </w:r>
      <w:r w:rsidR="00B97E5D">
        <w:t xml:space="preserve">, </w:t>
      </w:r>
      <w:r w:rsidRPr="003E4D35">
        <w:t>que c</w:t>
      </w:r>
      <w:r w:rsidR="00B97E5D">
        <w:t>’</w:t>
      </w:r>
      <w:r w:rsidRPr="003E4D35">
        <w:t>est eux là-bas</w:t>
      </w:r>
      <w:r w:rsidR="00B97E5D">
        <w:t xml:space="preserve">, </w:t>
      </w:r>
      <w:r w:rsidRPr="003E4D35">
        <w:t>par milliards</w:t>
      </w:r>
      <w:r w:rsidR="00B97E5D">
        <w:t xml:space="preserve">, </w:t>
      </w:r>
      <w:r w:rsidRPr="003E4D35">
        <w:t>qui me semblaient soudain isolés et perdus</w:t>
      </w:r>
      <w:r w:rsidR="00B97E5D">
        <w:t xml:space="preserve">… </w:t>
      </w:r>
      <w:r w:rsidRPr="003E4D35">
        <w:t>Et tout le jour ma solitude fut quelque chose de poignant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angoissé et de doux</w:t>
      </w:r>
      <w:r w:rsidR="00B97E5D">
        <w:t xml:space="preserve">, – </w:t>
      </w:r>
      <w:r w:rsidRPr="003E4D35">
        <w:t>à croire que ce n</w:t>
      </w:r>
      <w:r w:rsidR="00B97E5D">
        <w:t>’</w:t>
      </w:r>
      <w:r w:rsidRPr="003E4D35">
        <w:t>était pas de la solitude</w:t>
      </w:r>
      <w:r w:rsidR="00B97E5D">
        <w:t xml:space="preserve">, </w:t>
      </w:r>
      <w:r w:rsidRPr="003E4D35">
        <w:t>mais de l</w:t>
      </w:r>
      <w:r w:rsidR="00B97E5D">
        <w:t>’</w:t>
      </w:r>
      <w:r w:rsidRPr="003E4D35">
        <w:t>amour</w:t>
      </w:r>
      <w:r w:rsidR="00B97E5D">
        <w:t>.</w:t>
      </w:r>
    </w:p>
    <w:p w14:paraId="4AD2B58E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Qu</w:t>
      </w:r>
      <w:r w:rsidR="00B97E5D">
        <w:rPr>
          <w:i/>
          <w:iCs/>
          <w:szCs w:val="24"/>
        </w:rPr>
        <w:t>’</w:t>
      </w:r>
      <w:r w:rsidRPr="003E4D35">
        <w:rPr>
          <w:i/>
          <w:iCs/>
          <w:szCs w:val="24"/>
        </w:rPr>
        <w:t>as-tu vu dans ton exil</w:t>
      </w:r>
      <w:r w:rsidR="00B97E5D">
        <w:rPr>
          <w:i/>
          <w:iCs/>
          <w:szCs w:val="24"/>
        </w:rPr>
        <w:t> ?</w:t>
      </w:r>
    </w:p>
    <w:p w14:paraId="62D6119F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Disait à Spencer sa femme</w:t>
      </w:r>
      <w:r w:rsidR="00B97E5D">
        <w:rPr>
          <w:i/>
          <w:iCs/>
          <w:szCs w:val="24"/>
        </w:rPr>
        <w:t>,</w:t>
      </w:r>
    </w:p>
    <w:p w14:paraId="3CB6B844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À Rome</w:t>
      </w:r>
      <w:r w:rsidR="00B97E5D">
        <w:rPr>
          <w:i/>
          <w:iCs/>
          <w:szCs w:val="24"/>
        </w:rPr>
        <w:t xml:space="preserve">, </w:t>
      </w:r>
      <w:r w:rsidRPr="003E4D35">
        <w:rPr>
          <w:i/>
          <w:iCs/>
          <w:szCs w:val="24"/>
        </w:rPr>
        <w:t>à Vienne</w:t>
      </w:r>
      <w:r w:rsidR="00B97E5D">
        <w:rPr>
          <w:i/>
          <w:iCs/>
          <w:szCs w:val="24"/>
        </w:rPr>
        <w:t xml:space="preserve">, </w:t>
      </w:r>
      <w:r w:rsidRPr="003E4D35">
        <w:rPr>
          <w:i/>
          <w:iCs/>
          <w:szCs w:val="24"/>
        </w:rPr>
        <w:t>à Pergame</w:t>
      </w:r>
      <w:r w:rsidR="00B97E5D">
        <w:rPr>
          <w:i/>
          <w:iCs/>
          <w:szCs w:val="24"/>
        </w:rPr>
        <w:t>,</w:t>
      </w:r>
    </w:p>
    <w:p w14:paraId="34903F98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À Calcutta</w:t>
      </w:r>
      <w:r w:rsidR="00B97E5D">
        <w:rPr>
          <w:i/>
          <w:iCs/>
          <w:szCs w:val="24"/>
        </w:rPr>
        <w:t xml:space="preserve"> ? </w:t>
      </w:r>
      <w:r w:rsidRPr="003E4D35">
        <w:rPr>
          <w:i/>
          <w:iCs/>
          <w:szCs w:val="24"/>
        </w:rPr>
        <w:t>Rien</w:t>
      </w:r>
      <w:r w:rsidR="00B97E5D">
        <w:rPr>
          <w:i/>
          <w:iCs/>
          <w:szCs w:val="24"/>
        </w:rPr>
        <w:t xml:space="preserve"> !… </w:t>
      </w:r>
      <w:r w:rsidRPr="003E4D35">
        <w:rPr>
          <w:i/>
          <w:iCs/>
          <w:szCs w:val="24"/>
        </w:rPr>
        <w:t>fit-il</w:t>
      </w:r>
      <w:r w:rsidR="00B97E5D">
        <w:rPr>
          <w:i/>
          <w:iCs/>
          <w:szCs w:val="24"/>
        </w:rPr>
        <w:t>…</w:t>
      </w:r>
    </w:p>
    <w:p w14:paraId="06321F0C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Veux-tu découvrir le monde</w:t>
      </w:r>
      <w:r w:rsidR="00B97E5D">
        <w:rPr>
          <w:i/>
          <w:iCs/>
          <w:szCs w:val="24"/>
        </w:rPr>
        <w:t> ?</w:t>
      </w:r>
    </w:p>
    <w:p w14:paraId="152F416D" w14:textId="77777777" w:rsidR="00B97E5D" w:rsidRDefault="00F225BE" w:rsidP="00F225BE">
      <w:pPr>
        <w:pStyle w:val="NormalRetraitGauche2XIndent0"/>
        <w:spacing w:before="0" w:after="0"/>
        <w:rPr>
          <w:i/>
          <w:iCs/>
          <w:szCs w:val="24"/>
        </w:rPr>
      </w:pPr>
      <w:r w:rsidRPr="003E4D35">
        <w:rPr>
          <w:i/>
          <w:iCs/>
          <w:szCs w:val="24"/>
        </w:rPr>
        <w:t>Ferme tes yeux</w:t>
      </w:r>
      <w:r w:rsidR="00B97E5D">
        <w:rPr>
          <w:i/>
          <w:iCs/>
          <w:szCs w:val="24"/>
        </w:rPr>
        <w:t xml:space="preserve">, </w:t>
      </w:r>
      <w:r w:rsidRPr="003E4D35">
        <w:rPr>
          <w:i/>
          <w:iCs/>
          <w:szCs w:val="24"/>
        </w:rPr>
        <w:t>Rosemonde</w:t>
      </w:r>
      <w:r w:rsidR="00B97E5D">
        <w:rPr>
          <w:i/>
          <w:iCs/>
          <w:szCs w:val="24"/>
        </w:rPr>
        <w:t>.</w:t>
      </w:r>
    </w:p>
    <w:p w14:paraId="164FF506" w14:textId="4BDDC083" w:rsidR="00F225BE" w:rsidRPr="003E4D35" w:rsidRDefault="00F225BE" w:rsidP="00B97E5D">
      <w:pPr>
        <w:pStyle w:val="Titre1"/>
      </w:pPr>
      <w:bookmarkStart w:id="8" w:name="_Toc202201141"/>
      <w:r w:rsidRPr="003E4D35">
        <w:lastRenderedPageBreak/>
        <w:t>CHAPITRE HUITIÈME</w:t>
      </w:r>
      <w:bookmarkEnd w:id="8"/>
    </w:p>
    <w:p w14:paraId="1477A24D" w14:textId="73F60062" w:rsidR="00F225BE" w:rsidRPr="003E4D35" w:rsidRDefault="00B97E5D" w:rsidP="00B97E5D">
      <w:pPr>
        <w:pStyle w:val="Centr"/>
      </w:pPr>
      <w:r w:rsidRPr="003E4D35">
        <w:rPr>
          <w:noProof/>
        </w:rPr>
        <w:drawing>
          <wp:inline distT="0" distB="0" distL="0" distR="0" wp14:anchorId="1B4F1392" wp14:editId="46F1CC21">
            <wp:extent cx="5039995" cy="6206490"/>
            <wp:effectExtent l="0" t="0" r="0" b="0"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6206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B427F" w14:textId="77777777" w:rsidR="00B97E5D" w:rsidRDefault="00F225BE" w:rsidP="00F225BE">
      <w:r w:rsidRPr="003E4D35">
        <w:t>Un soir de ces rares jours que je ne laissais pas écouler anonymes</w:t>
      </w:r>
      <w:r w:rsidR="00B97E5D">
        <w:t xml:space="preserve">, </w:t>
      </w:r>
      <w:r w:rsidRPr="003E4D35">
        <w:t>comme les milliers d</w:t>
      </w:r>
      <w:r w:rsidR="00B97E5D">
        <w:t>’</w:t>
      </w:r>
      <w:r w:rsidRPr="003E4D35">
        <w:t>autres</w:t>
      </w:r>
      <w:r w:rsidR="00B97E5D">
        <w:t xml:space="preserve">, </w:t>
      </w:r>
      <w:r w:rsidRPr="003E4D35">
        <w:t>mais que je rebaptisais de leur nom d</w:t>
      </w:r>
      <w:r w:rsidR="00B97E5D">
        <w:t>’</w:t>
      </w:r>
      <w:r w:rsidRPr="003E4D35">
        <w:t>Europe</w:t>
      </w:r>
      <w:r w:rsidR="00B97E5D">
        <w:t xml:space="preserve">, </w:t>
      </w:r>
      <w:r w:rsidRPr="003E4D35">
        <w:t>tant ils apportaient les goûts et jusqu</w:t>
      </w:r>
      <w:r w:rsidR="00B97E5D">
        <w:t>’</w:t>
      </w:r>
      <w:r w:rsidRPr="003E4D35">
        <w:t>aux habitudes d</w:t>
      </w:r>
      <w:r w:rsidR="00B97E5D">
        <w:t>’</w:t>
      </w:r>
      <w:r w:rsidRPr="003E4D35">
        <w:t>un jour précis</w:t>
      </w:r>
      <w:r w:rsidR="00B97E5D">
        <w:t xml:space="preserve">, </w:t>
      </w:r>
      <w:r w:rsidRPr="003E4D35">
        <w:t>le troisième ou quatrième soir dans l</w:t>
      </w:r>
      <w:r w:rsidR="00B97E5D">
        <w:t>’</w:t>
      </w:r>
      <w:r w:rsidRPr="003E4D35">
        <w:t>île où j</w:t>
      </w:r>
      <w:r w:rsidR="00B97E5D">
        <w:t>’</w:t>
      </w:r>
      <w:r w:rsidRPr="003E4D35">
        <w:t>aie désiré boire du vin gris</w:t>
      </w:r>
      <w:r w:rsidR="00B97E5D">
        <w:t xml:space="preserve">, </w:t>
      </w:r>
      <w:r w:rsidRPr="003E4D35">
        <w:t>manger des éclairs</w:t>
      </w:r>
      <w:r w:rsidR="00B97E5D">
        <w:t xml:space="preserve">, </w:t>
      </w:r>
      <w:r w:rsidRPr="003E4D35">
        <w:t>danser la polka piquée</w:t>
      </w:r>
      <w:r w:rsidR="00B97E5D">
        <w:t xml:space="preserve">, </w:t>
      </w:r>
      <w:r w:rsidRPr="003E4D35">
        <w:t>un samedi soir enfin</w:t>
      </w:r>
      <w:r w:rsidR="00B97E5D">
        <w:t xml:space="preserve">, </w:t>
      </w:r>
      <w:r w:rsidRPr="003E4D35">
        <w:t xml:space="preserve">il me </w:t>
      </w:r>
      <w:r w:rsidRPr="003E4D35">
        <w:lastRenderedPageBreak/>
        <w:t>sembla voir remuer au large</w:t>
      </w:r>
      <w:r w:rsidR="00B97E5D">
        <w:t xml:space="preserve">. </w:t>
      </w:r>
      <w:r w:rsidRPr="003E4D35">
        <w:t>À l</w:t>
      </w:r>
      <w:r w:rsidR="00B97E5D">
        <w:t>’</w:t>
      </w:r>
      <w:r w:rsidRPr="003E4D35">
        <w:t>extrême bord de l</w:t>
      </w:r>
      <w:r w:rsidR="00B97E5D">
        <w:t>’</w:t>
      </w:r>
      <w:r w:rsidRPr="003E4D35">
        <w:t>horizon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flot à un flot tout proche</w:t>
      </w:r>
      <w:r w:rsidR="00B97E5D">
        <w:t xml:space="preserve">, </w:t>
      </w:r>
      <w:r w:rsidRPr="003E4D35">
        <w:t>une forme avait couru et longé</w:t>
      </w:r>
      <w:r w:rsidR="00B97E5D">
        <w:t xml:space="preserve">, </w:t>
      </w:r>
      <w:r w:rsidRPr="003E4D35">
        <w:t>comme un rat à Paris d</w:t>
      </w:r>
      <w:r w:rsidR="00B97E5D">
        <w:t>’</w:t>
      </w:r>
      <w:r w:rsidRPr="003E4D35">
        <w:t>une grille d</w:t>
      </w:r>
      <w:r w:rsidR="00B97E5D">
        <w:t>’</w:t>
      </w:r>
      <w:r w:rsidRPr="003E4D35">
        <w:t>arbre dans la grille voisine</w:t>
      </w:r>
      <w:r w:rsidR="00B97E5D">
        <w:t xml:space="preserve">. </w:t>
      </w:r>
      <w:r w:rsidRPr="003E4D35">
        <w:t>Si l</w:t>
      </w:r>
      <w:r w:rsidR="00B97E5D">
        <w:t>’</w:t>
      </w:r>
      <w:r w:rsidRPr="003E4D35">
        <w:t>on ne nous avait appris</w:t>
      </w:r>
      <w:r w:rsidR="00B97E5D">
        <w:t xml:space="preserve">, </w:t>
      </w:r>
      <w:r w:rsidRPr="003E4D35">
        <w:t>dès le certificat d</w:t>
      </w:r>
      <w:r w:rsidR="00B97E5D">
        <w:t>’</w:t>
      </w:r>
      <w:r w:rsidRPr="003E4D35">
        <w:t>études</w:t>
      </w:r>
      <w:r w:rsidR="00B97E5D">
        <w:t xml:space="preserve"> (</w:t>
      </w:r>
      <w:r w:rsidRPr="003E4D35">
        <w:t>et en nous le faisant copier vingt fois comme la chose la plus utile</w:t>
      </w:r>
      <w:r w:rsidR="00B97E5D">
        <w:t xml:space="preserve">, </w:t>
      </w:r>
      <w:r w:rsidRPr="003E4D35">
        <w:t>avec la distance de la te</w:t>
      </w:r>
      <w:r w:rsidRPr="003E4D35">
        <w:t>r</w:t>
      </w:r>
      <w:r w:rsidRPr="003E4D35">
        <w:t>re à la lune</w:t>
      </w:r>
      <w:r w:rsidR="00B97E5D">
        <w:t xml:space="preserve">, </w:t>
      </w:r>
      <w:r w:rsidRPr="003E4D35">
        <w:t>aux petites filles de Bellac</w:t>
      </w:r>
      <w:r w:rsidR="00B97E5D">
        <w:t xml:space="preserve">), – </w:t>
      </w:r>
      <w:r w:rsidRPr="003E4D35">
        <w:t>que l</w:t>
      </w:r>
      <w:r w:rsidR="00B97E5D">
        <w:t>’</w:t>
      </w:r>
      <w:r w:rsidRPr="003E4D35">
        <w:t>on voit toujours les voiles ou la mâture d</w:t>
      </w:r>
      <w:r w:rsidR="00B97E5D">
        <w:t>’</w:t>
      </w:r>
      <w:r w:rsidRPr="003E4D35">
        <w:t>un navire avant sa coque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aurais juré voir un navire</w:t>
      </w:r>
      <w:r w:rsidR="00B97E5D">
        <w:t xml:space="preserve">. </w:t>
      </w:r>
      <w:r w:rsidRPr="003E4D35">
        <w:t>Si l</w:t>
      </w:r>
      <w:r w:rsidR="00B97E5D">
        <w:t>’</w:t>
      </w:r>
      <w:r w:rsidRPr="003E4D35">
        <w:t>on ne m</w:t>
      </w:r>
      <w:r w:rsidR="00B97E5D">
        <w:t>’</w:t>
      </w:r>
      <w:r w:rsidRPr="003E4D35">
        <w:t>avait pas répété</w:t>
      </w:r>
      <w:r w:rsidR="00B97E5D">
        <w:t xml:space="preserve">, </w:t>
      </w:r>
      <w:r w:rsidRPr="003E4D35">
        <w:t>dès le brevet si</w:t>
      </w:r>
      <w:r w:rsidRPr="003E4D35">
        <w:t>m</w:t>
      </w:r>
      <w:r w:rsidRPr="003E4D35">
        <w:t>ple</w:t>
      </w:r>
      <w:r w:rsidR="00B97E5D">
        <w:t xml:space="preserve">, </w:t>
      </w:r>
      <w:r w:rsidRPr="003E4D35">
        <w:t>que l</w:t>
      </w:r>
      <w:r w:rsidR="00B97E5D">
        <w:t>’</w:t>
      </w:r>
      <w:r w:rsidRPr="003E4D35">
        <w:t>espoir élargit les clavicules</w:t>
      </w:r>
      <w:r w:rsidR="00B97E5D">
        <w:t xml:space="preserve">, </w:t>
      </w:r>
      <w:r w:rsidRPr="003E4D35">
        <w:t>dilate les vaso</w:t>
      </w:r>
      <w:r w:rsidR="007631B9">
        <w:t>-</w:t>
      </w:r>
      <w:r w:rsidRPr="003E4D35">
        <w:t>moteurs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aurais juré</w:t>
      </w:r>
      <w:r w:rsidR="00B97E5D">
        <w:t xml:space="preserve">, </w:t>
      </w:r>
      <w:r w:rsidRPr="003E4D35">
        <w:t>mes épaules soudain tombantes</w:t>
      </w:r>
      <w:r w:rsidR="00B97E5D">
        <w:t xml:space="preserve">, </w:t>
      </w:r>
      <w:r w:rsidRPr="003E4D35">
        <w:t>mes artères so</w:t>
      </w:r>
      <w:r w:rsidRPr="003E4D35">
        <w:t>u</w:t>
      </w:r>
      <w:r w:rsidRPr="003E4D35">
        <w:t>dain comprimées</w:t>
      </w:r>
      <w:r w:rsidR="00B97E5D">
        <w:t xml:space="preserve">, </w:t>
      </w:r>
      <w:r w:rsidRPr="003E4D35">
        <w:t>que je venais d</w:t>
      </w:r>
      <w:r w:rsidR="00B97E5D">
        <w:t>’</w:t>
      </w:r>
      <w:r w:rsidRPr="003E4D35">
        <w:t>être traversé par l</w:t>
      </w:r>
      <w:r w:rsidR="00B97E5D">
        <w:t>’</w:t>
      </w:r>
      <w:r w:rsidRPr="003E4D35">
        <w:t>espoir</w:t>
      </w:r>
      <w:r w:rsidR="00B97E5D">
        <w:t xml:space="preserve">. </w:t>
      </w:r>
      <w:r w:rsidRPr="003E4D35">
        <w:t>Je me retournai vers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la regardant comme le visage d</w:t>
      </w:r>
      <w:r w:rsidR="00B97E5D">
        <w:t>’</w:t>
      </w:r>
      <w:r w:rsidRPr="003E4D35">
        <w:t>un ami</w:t>
      </w:r>
      <w:r w:rsidR="00B97E5D">
        <w:t xml:space="preserve">, </w:t>
      </w:r>
      <w:r w:rsidRPr="003E4D35">
        <w:t>dans une forêt</w:t>
      </w:r>
      <w:r w:rsidR="00B97E5D">
        <w:t xml:space="preserve">, </w:t>
      </w:r>
      <w:r w:rsidRPr="003E4D35">
        <w:t>quand on entend marcher</w:t>
      </w:r>
      <w:r w:rsidR="00B97E5D">
        <w:t xml:space="preserve">, </w:t>
      </w:r>
      <w:r w:rsidRPr="003E4D35">
        <w:t>mais l</w:t>
      </w:r>
      <w:r w:rsidR="00B97E5D">
        <w:t>’</w:t>
      </w:r>
      <w:r w:rsidRPr="003E4D35">
        <w:t>île jamais n</w:t>
      </w:r>
      <w:r w:rsidR="00B97E5D">
        <w:t>’</w:t>
      </w:r>
      <w:r w:rsidRPr="003E4D35">
        <w:t>avait paru plus calme</w:t>
      </w:r>
      <w:r w:rsidR="00B97E5D">
        <w:t xml:space="preserve">. </w:t>
      </w:r>
      <w:r w:rsidRPr="003E4D35">
        <w:t>À moins d</w:t>
      </w:r>
      <w:r w:rsidR="00B97E5D">
        <w:t>’</w:t>
      </w:r>
      <w:r w:rsidRPr="003E4D35">
        <w:t>une hypocrisie incroyable de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étais trompée</w:t>
      </w:r>
      <w:r w:rsidR="00B97E5D">
        <w:t xml:space="preserve">. </w:t>
      </w:r>
      <w:r w:rsidRPr="003E4D35">
        <w:t>Toutes ces manettes</w:t>
      </w:r>
      <w:r w:rsidR="00B97E5D">
        <w:t xml:space="preserve">, </w:t>
      </w:r>
      <w:r w:rsidRPr="003E4D35">
        <w:t>tous ces manom</w:t>
      </w:r>
      <w:r w:rsidRPr="003E4D35">
        <w:t>è</w:t>
      </w:r>
      <w:r w:rsidRPr="003E4D35">
        <w:t>tres dont je vous ai parlé tout à l</w:t>
      </w:r>
      <w:r w:rsidR="00B97E5D">
        <w:t>’</w:t>
      </w:r>
      <w:r w:rsidRPr="003E4D35">
        <w:t>heure indiquaient la sérénité</w:t>
      </w:r>
      <w:r w:rsidR="00B97E5D">
        <w:t xml:space="preserve">, </w:t>
      </w:r>
      <w:r w:rsidRPr="003E4D35">
        <w:t>la paillette du rocher Rimbaud étincelait</w:t>
      </w:r>
      <w:r w:rsidR="00B97E5D">
        <w:t xml:space="preserve">, </w:t>
      </w:r>
      <w:r w:rsidRPr="003E4D35">
        <w:t>la petite feuille était i</w:t>
      </w:r>
      <w:r w:rsidRPr="003E4D35">
        <w:t>m</w:t>
      </w:r>
      <w:r w:rsidRPr="003E4D35">
        <w:t>mobile</w:t>
      </w:r>
      <w:r w:rsidR="00B97E5D">
        <w:t xml:space="preserve">. </w:t>
      </w:r>
      <w:r w:rsidRPr="003E4D35">
        <w:t>Je me calmai</w:t>
      </w:r>
      <w:r w:rsidR="00B97E5D">
        <w:t xml:space="preserve"> : </w:t>
      </w:r>
      <w:r w:rsidRPr="003E4D35">
        <w:t>je descendis prendre mon bain du soir</w:t>
      </w:r>
      <w:r w:rsidR="00B97E5D">
        <w:t xml:space="preserve">. </w:t>
      </w:r>
      <w:r w:rsidRPr="003E4D35">
        <w:t>Soudain je dus regagner la lagune</w:t>
      </w:r>
      <w:r w:rsidR="00B97E5D">
        <w:t xml:space="preserve">, </w:t>
      </w:r>
      <w:r w:rsidRPr="003E4D35">
        <w:t>prendre pied au plus vite</w:t>
      </w:r>
      <w:r w:rsidR="00B97E5D">
        <w:t xml:space="preserve">, </w:t>
      </w:r>
      <w:r w:rsidRPr="003E4D35">
        <w:t>courir jusqu</w:t>
      </w:r>
      <w:r w:rsidR="00B97E5D">
        <w:t>’</w:t>
      </w:r>
      <w:r w:rsidRPr="003E4D35">
        <w:t>à la grève</w:t>
      </w:r>
      <w:r w:rsidR="00B97E5D">
        <w:t xml:space="preserve">, </w:t>
      </w:r>
      <w:r w:rsidRPr="003E4D35">
        <w:t>comme si la mer était subitement dev</w:t>
      </w:r>
      <w:r w:rsidRPr="003E4D35">
        <w:t>e</w:t>
      </w:r>
      <w:r w:rsidRPr="003E4D35">
        <w:t>nue un danger</w:t>
      </w:r>
      <w:r w:rsidR="00B97E5D">
        <w:t xml:space="preserve">. </w:t>
      </w:r>
      <w:r w:rsidRPr="003E4D35">
        <w:t>Là-bas avaient résonné deux coups de canon</w:t>
      </w:r>
      <w:r w:rsidR="00B97E5D">
        <w:t>…</w:t>
      </w:r>
    </w:p>
    <w:p w14:paraId="0FB69837" w14:textId="77777777" w:rsidR="00B97E5D" w:rsidRDefault="00F225BE" w:rsidP="00F225BE">
      <w:r w:rsidRPr="003E4D35">
        <w:t>Je n</w:t>
      </w:r>
      <w:r w:rsidR="00B97E5D">
        <w:t>’</w:t>
      </w:r>
      <w:r w:rsidRPr="003E4D35">
        <w:t>avais jamais entendu le canon</w:t>
      </w:r>
      <w:r w:rsidR="00B97E5D">
        <w:t xml:space="preserve">, </w:t>
      </w:r>
      <w:r w:rsidRPr="003E4D35">
        <w:t>mais c</w:t>
      </w:r>
      <w:r w:rsidR="00B97E5D">
        <w:t>’</w:t>
      </w:r>
      <w:r w:rsidRPr="003E4D35">
        <w:t>était bien lui</w:t>
      </w:r>
      <w:r w:rsidR="00B97E5D">
        <w:t xml:space="preserve">. </w:t>
      </w:r>
      <w:r w:rsidRPr="003E4D35">
        <w:t>Moi seule d</w:t>
      </w:r>
      <w:r w:rsidR="00B97E5D">
        <w:t>’</w:t>
      </w:r>
      <w:r w:rsidRPr="003E4D35">
        <w:t>ailleurs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Européenne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été atteinte par cette décharge</w:t>
      </w:r>
      <w:r w:rsidR="00B97E5D">
        <w:t xml:space="preserve">. </w:t>
      </w:r>
      <w:r w:rsidRPr="003E4D35">
        <w:t>Rien ne bougeait dans l</w:t>
      </w:r>
      <w:r w:rsidR="00B97E5D">
        <w:t>’</w:t>
      </w:r>
      <w:r w:rsidRPr="003E4D35">
        <w:t>île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maintenant la nuit complète</w:t>
      </w:r>
      <w:r w:rsidR="00B97E5D">
        <w:t xml:space="preserve">. </w:t>
      </w:r>
      <w:r w:rsidRPr="003E4D35">
        <w:t>Les oiseaux</w:t>
      </w:r>
      <w:r w:rsidR="00B97E5D">
        <w:t xml:space="preserve">, </w:t>
      </w:r>
      <w:r w:rsidRPr="003E4D35">
        <w:t>la tête sous leur aile</w:t>
      </w:r>
      <w:r w:rsidR="00B97E5D">
        <w:t xml:space="preserve">, </w:t>
      </w:r>
      <w:r w:rsidRPr="003E4D35">
        <w:t>n</w:t>
      </w:r>
      <w:r w:rsidR="00B97E5D">
        <w:t>’</w:t>
      </w:r>
      <w:r w:rsidRPr="003E4D35">
        <w:t>avaient rien e</w:t>
      </w:r>
      <w:r w:rsidRPr="003E4D35">
        <w:t>n</w:t>
      </w:r>
      <w:r w:rsidRPr="003E4D35">
        <w:t>tendu</w:t>
      </w:r>
      <w:r w:rsidR="00B97E5D">
        <w:t xml:space="preserve">… </w:t>
      </w:r>
      <w:r w:rsidRPr="003E4D35">
        <w:t>Ainsi des hommes étaient là</w:t>
      </w:r>
      <w:r w:rsidR="00B97E5D">
        <w:t xml:space="preserve"> ! </w:t>
      </w:r>
      <w:r w:rsidRPr="003E4D35">
        <w:t>j</w:t>
      </w:r>
      <w:r w:rsidR="00B97E5D">
        <w:t>’</w:t>
      </w:r>
      <w:r w:rsidRPr="003E4D35">
        <w:t>avais envie de ne pas a</w:t>
      </w:r>
      <w:r w:rsidRPr="003E4D35">
        <w:t>t</w:t>
      </w:r>
      <w:r w:rsidRPr="003E4D35">
        <w:t>tendre le jour</w:t>
      </w:r>
      <w:r w:rsidR="00B97E5D">
        <w:t xml:space="preserve">, </w:t>
      </w:r>
      <w:r w:rsidRPr="003E4D35">
        <w:t>de nager aussitôt vers eux</w:t>
      </w:r>
      <w:r w:rsidR="00B97E5D">
        <w:t xml:space="preserve">, </w:t>
      </w:r>
      <w:r w:rsidRPr="003E4D35">
        <w:t xml:space="preserve">de me donner au </w:t>
      </w:r>
      <w:proofErr w:type="spellStart"/>
      <w:r w:rsidRPr="003E4D35">
        <w:t>ko</w:t>
      </w:r>
      <w:r w:rsidRPr="003E4D35">
        <w:t>u</w:t>
      </w:r>
      <w:r w:rsidRPr="003E4D35">
        <w:t>roshivo</w:t>
      </w:r>
      <w:proofErr w:type="spellEnd"/>
      <w:r w:rsidRPr="003E4D35">
        <w:t xml:space="preserve"> comme on se donne au train omnibus par dépit d</w:t>
      </w:r>
      <w:r w:rsidR="00B97E5D">
        <w:t>’</w:t>
      </w:r>
      <w:r w:rsidRPr="003E4D35">
        <w:t>atte</w:t>
      </w:r>
      <w:r w:rsidRPr="003E4D35">
        <w:t>n</w:t>
      </w:r>
      <w:r w:rsidRPr="003E4D35">
        <w:t>dre le rapide</w:t>
      </w:r>
      <w:r w:rsidR="00B97E5D">
        <w:t xml:space="preserve">. – </w:t>
      </w:r>
      <w:r w:rsidRPr="003E4D35">
        <w:t>Était-ce un signal</w:t>
      </w:r>
      <w:r w:rsidR="00B97E5D">
        <w:t xml:space="preserve"> ? </w:t>
      </w:r>
      <w:r w:rsidRPr="003E4D35">
        <w:t>Tout un navire tirait-il pour me demander conseil</w:t>
      </w:r>
      <w:r w:rsidR="00B97E5D">
        <w:t xml:space="preserve"> ? </w:t>
      </w:r>
      <w:r w:rsidRPr="003E4D35">
        <w:t>Étais-je le seul recours de cent marins</w:t>
      </w:r>
      <w:r w:rsidR="00B97E5D">
        <w:t xml:space="preserve">, </w:t>
      </w:r>
      <w:r w:rsidRPr="003E4D35">
        <w:t>de cent détresses</w:t>
      </w:r>
      <w:r w:rsidR="00B97E5D">
        <w:t xml:space="preserve">… </w:t>
      </w:r>
      <w:r w:rsidRPr="003E4D35">
        <w:t xml:space="preserve">Soudain je vis deux </w:t>
      </w:r>
      <w:r w:rsidRPr="003E4D35">
        <w:lastRenderedPageBreak/>
        <w:t>heures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attendis</w:t>
      </w:r>
      <w:r w:rsidR="00B97E5D">
        <w:t xml:space="preserve">, </w:t>
      </w:r>
      <w:r w:rsidRPr="003E4D35">
        <w:t>en comptant avec plus d</w:t>
      </w:r>
      <w:r w:rsidR="00B97E5D">
        <w:t>’</w:t>
      </w:r>
      <w:r w:rsidRPr="003E4D35">
        <w:t>angoisse que dans l</w:t>
      </w:r>
      <w:r w:rsidR="00B97E5D">
        <w:t>’</w:t>
      </w:r>
      <w:r w:rsidRPr="003E4D35">
        <w:t>attente de deux obus</w:t>
      </w:r>
      <w:r w:rsidR="00B97E5D">
        <w:t xml:space="preserve"> ; – </w:t>
      </w:r>
      <w:r w:rsidRPr="003E4D35">
        <w:t>et les deux coups m</w:t>
      </w:r>
      <w:r w:rsidR="00B97E5D">
        <w:t>’</w:t>
      </w:r>
      <w:r w:rsidRPr="003E4D35">
        <w:t>arrivèrent</w:t>
      </w:r>
      <w:r w:rsidR="00B97E5D">
        <w:t> !</w:t>
      </w:r>
    </w:p>
    <w:p w14:paraId="1B0C740E" w14:textId="36117D0F" w:rsidR="00B97E5D" w:rsidRDefault="00F225BE" w:rsidP="00F225BE">
      <w:r w:rsidRPr="003E4D35">
        <w:t>Puis ce fut quatre</w:t>
      </w:r>
      <w:r w:rsidR="00B97E5D">
        <w:t xml:space="preserve">, </w:t>
      </w:r>
      <w:r w:rsidRPr="003E4D35">
        <w:t>ce fut six</w:t>
      </w:r>
      <w:r w:rsidR="00B97E5D">
        <w:t xml:space="preserve">, </w:t>
      </w:r>
      <w:r w:rsidRPr="003E4D35">
        <w:t>puis un silence</w:t>
      </w:r>
      <w:r w:rsidR="00B97E5D">
        <w:t xml:space="preserve">. </w:t>
      </w:r>
      <w:r w:rsidRPr="003E4D35">
        <w:t>Puis vingt</w:t>
      </w:r>
      <w:r w:rsidR="00B97E5D">
        <w:t xml:space="preserve">, </w:t>
      </w:r>
      <w:r w:rsidRPr="003E4D35">
        <w:t>trente</w:t>
      </w:r>
      <w:r w:rsidR="00B97E5D">
        <w:t xml:space="preserve"> : </w:t>
      </w:r>
      <w:r w:rsidRPr="003E4D35">
        <w:t>les lueurs des deux coups nouveaux s</w:t>
      </w:r>
      <w:r w:rsidR="00B97E5D">
        <w:t>’</w:t>
      </w:r>
      <w:r w:rsidRPr="003E4D35">
        <w:t>appliquaient juste sur les deux coups derniers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entendais</w:t>
      </w:r>
      <w:r w:rsidR="00B97E5D">
        <w:t xml:space="preserve">, </w:t>
      </w:r>
      <w:r w:rsidRPr="003E4D35">
        <w:t>et je voyais</w:t>
      </w:r>
      <w:r w:rsidR="00B97E5D">
        <w:t xml:space="preserve">, </w:t>
      </w:r>
      <w:r w:rsidRPr="003E4D35">
        <w:t>avec la même vitesse</w:t>
      </w:r>
      <w:r w:rsidR="00B97E5D">
        <w:t xml:space="preserve">. </w:t>
      </w:r>
      <w:r w:rsidRPr="003E4D35">
        <w:t>Puis cinquante</w:t>
      </w:r>
      <w:r w:rsidR="00B97E5D">
        <w:t xml:space="preserve">, </w:t>
      </w:r>
      <w:r w:rsidRPr="003E4D35">
        <w:t>puis cent</w:t>
      </w:r>
      <w:r w:rsidR="00B97E5D">
        <w:t xml:space="preserve"> ; </w:t>
      </w:r>
      <w:r w:rsidRPr="003E4D35">
        <w:t>on essayait sur le ciel toute la boîte d</w:t>
      </w:r>
      <w:r w:rsidR="00B97E5D">
        <w:t>’</w:t>
      </w:r>
      <w:r w:rsidRPr="003E4D35">
        <w:t>allumettes</w:t>
      </w:r>
      <w:r w:rsidR="00B97E5D">
        <w:t xml:space="preserve">… </w:t>
      </w:r>
      <w:r w:rsidRPr="003E4D35">
        <w:t>puis un silence</w:t>
      </w:r>
      <w:r w:rsidR="00B97E5D">
        <w:t xml:space="preserve">. </w:t>
      </w:r>
      <w:r w:rsidRPr="003E4D35">
        <w:t>Parfois un coup unique dont je n</w:t>
      </w:r>
      <w:r w:rsidR="00B97E5D">
        <w:t>’</w:t>
      </w:r>
      <w:r w:rsidRPr="003E4D35">
        <w:t>avais pas vu la lueur</w:t>
      </w:r>
      <w:r w:rsidR="00B97E5D">
        <w:t xml:space="preserve">, </w:t>
      </w:r>
      <w:r w:rsidRPr="003E4D35">
        <w:t>bien que mes yeux n</w:t>
      </w:r>
      <w:r w:rsidR="00B97E5D">
        <w:t>’</w:t>
      </w:r>
      <w:r w:rsidRPr="003E4D35">
        <w:t>eu</w:t>
      </w:r>
      <w:r w:rsidRPr="003E4D35">
        <w:t>s</w:t>
      </w:r>
      <w:r w:rsidRPr="003E4D35">
        <w:t>sent pas quitté l</w:t>
      </w:r>
      <w:r w:rsidR="00B97E5D">
        <w:t>’</w:t>
      </w:r>
      <w:r w:rsidRPr="003E4D35">
        <w:t>horizon</w:t>
      </w:r>
      <w:r w:rsidR="00B97E5D">
        <w:t xml:space="preserve">. </w:t>
      </w:r>
      <w:r w:rsidRPr="003E4D35">
        <w:t>Toute l</w:t>
      </w:r>
      <w:r w:rsidR="00B97E5D">
        <w:t>’</w:t>
      </w:r>
      <w:r w:rsidRPr="003E4D35">
        <w:t>île maintenant était éveillée</w:t>
      </w:r>
      <w:r w:rsidR="00B97E5D">
        <w:t xml:space="preserve">. </w:t>
      </w:r>
      <w:r w:rsidRPr="003E4D35">
        <w:t>Il faisait clair de lune</w:t>
      </w:r>
      <w:r w:rsidR="00B97E5D">
        <w:t xml:space="preserve">, </w:t>
      </w:r>
      <w:r w:rsidRPr="003E4D35">
        <w:t>tous les oiseaux volaient</w:t>
      </w:r>
      <w:r w:rsidR="00B97E5D">
        <w:t xml:space="preserve">, </w:t>
      </w:r>
      <w:r w:rsidRPr="003E4D35">
        <w:t>les oiseaux de jouer en longues bandes heurtaient les oiseaux de nuit stup</w:t>
      </w:r>
      <w:r w:rsidRPr="003E4D35">
        <w:t>é</w:t>
      </w:r>
      <w:r w:rsidRPr="003E4D35">
        <w:t>faits</w:t>
      </w:r>
      <w:r w:rsidR="00B97E5D">
        <w:t xml:space="preserve"> ; </w:t>
      </w:r>
      <w:r w:rsidRPr="003E4D35">
        <w:t>leurs couleurs que je voyais toujours isolées et à la même altitude</w:t>
      </w:r>
      <w:r w:rsidR="00B97E5D">
        <w:t xml:space="preserve">, </w:t>
      </w:r>
      <w:r w:rsidRPr="003E4D35">
        <w:t>confondues et déséquilibrées</w:t>
      </w:r>
      <w:r w:rsidR="00B97E5D">
        <w:t xml:space="preserve"> ; </w:t>
      </w:r>
      <w:r w:rsidRPr="003E4D35">
        <w:t>les oiseaux aquatiques planant dans le ciel</w:t>
      </w:r>
      <w:r w:rsidR="00B97E5D">
        <w:t xml:space="preserve">, </w:t>
      </w:r>
      <w:r w:rsidRPr="003E4D35">
        <w:t>les oiseaux-mouches se posant</w:t>
      </w:r>
      <w:r w:rsidR="00B97E5D">
        <w:t xml:space="preserve">, </w:t>
      </w:r>
      <w:r w:rsidRPr="003E4D35">
        <w:t>pour la première fois le corbeau orange descendant jusqu</w:t>
      </w:r>
      <w:r w:rsidR="00B97E5D">
        <w:t>’</w:t>
      </w:r>
      <w:r w:rsidRPr="003E4D35">
        <w:t>à moi</w:t>
      </w:r>
      <w:r w:rsidR="00B97E5D">
        <w:t xml:space="preserve">. </w:t>
      </w:r>
      <w:r w:rsidRPr="003E4D35">
        <w:t>Jamais kaléidoscope ne fut mieux secoué que mon île cette nuit-là</w:t>
      </w:r>
      <w:r w:rsidR="00B97E5D">
        <w:t xml:space="preserve"> ; </w:t>
      </w:r>
      <w:r w:rsidRPr="003E4D35">
        <w:t>pas une des combinaisons ne fut oubliée</w:t>
      </w:r>
      <w:r w:rsidR="00B97E5D">
        <w:t xml:space="preserve">. </w:t>
      </w:r>
      <w:r w:rsidRPr="003E4D35">
        <w:t>Une fusée monta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abord dédoublant les étoiles</w:t>
      </w:r>
      <w:r w:rsidR="00B97E5D">
        <w:t xml:space="preserve">, </w:t>
      </w:r>
      <w:r w:rsidRPr="003E4D35">
        <w:t>puis dédoublant la nuit</w:t>
      </w:r>
      <w:r w:rsidR="00B97E5D">
        <w:t xml:space="preserve">. </w:t>
      </w:r>
      <w:r w:rsidRPr="003E4D35">
        <w:t>La dernière fois que j</w:t>
      </w:r>
      <w:r w:rsidR="00B97E5D">
        <w:t>’</w:t>
      </w:r>
      <w:r w:rsidRPr="003E4D35">
        <w:t>avais vu une fusée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 xml:space="preserve">était du toit avec </w:t>
      </w:r>
      <w:proofErr w:type="spellStart"/>
      <w:r w:rsidRPr="003E4D35">
        <w:t>Ceorelle</w:t>
      </w:r>
      <w:proofErr w:type="spellEnd"/>
      <w:r w:rsidR="00B97E5D">
        <w:t xml:space="preserve">, </w:t>
      </w:r>
      <w:r w:rsidRPr="003E4D35">
        <w:t>le jour du 1</w:t>
      </w:r>
      <w:r w:rsidR="00B97E5D" w:rsidRPr="003E4D35">
        <w:t>4</w:t>
      </w:r>
      <w:r w:rsidR="00B97E5D">
        <w:t> </w:t>
      </w:r>
      <w:r w:rsidR="00B97E5D" w:rsidRPr="003E4D35">
        <w:t>juillet</w:t>
      </w:r>
      <w:r w:rsidR="00B97E5D">
        <w:t xml:space="preserve">. </w:t>
      </w:r>
      <w:r w:rsidRPr="003E4D35">
        <w:t>Peut-être était-ce encore fête</w:t>
      </w:r>
      <w:r w:rsidR="00B97E5D">
        <w:t xml:space="preserve"> ? </w:t>
      </w:r>
      <w:r w:rsidRPr="003E4D35">
        <w:t>Ou un fils de roi était-il né</w:t>
      </w:r>
      <w:r w:rsidR="00B97E5D">
        <w:t xml:space="preserve">, </w:t>
      </w:r>
      <w:r w:rsidRPr="003E4D35">
        <w:t>ou deux jumeaux</w:t>
      </w:r>
      <w:r w:rsidR="00B97E5D">
        <w:t xml:space="preserve">, </w:t>
      </w:r>
      <w:r w:rsidRPr="003E4D35">
        <w:t>car l</w:t>
      </w:r>
      <w:r w:rsidR="00B97E5D">
        <w:t>’</w:t>
      </w:r>
      <w:r w:rsidRPr="003E4D35">
        <w:t>on avait tiré plus de cent une fois</w:t>
      </w:r>
      <w:r w:rsidR="00B97E5D">
        <w:t xml:space="preserve">… </w:t>
      </w:r>
      <w:r w:rsidRPr="003E4D35">
        <w:t>Soudain</w:t>
      </w:r>
      <w:r w:rsidR="00B97E5D">
        <w:t xml:space="preserve">, </w:t>
      </w:r>
      <w:r w:rsidRPr="003E4D35">
        <w:t>la gerbe d</w:t>
      </w:r>
      <w:r w:rsidR="00B97E5D">
        <w:t>’</w:t>
      </w:r>
      <w:r w:rsidRPr="003E4D35">
        <w:t>un projecteur se promena sur les flots</w:t>
      </w:r>
      <w:r w:rsidR="00B97E5D">
        <w:t xml:space="preserve">, </w:t>
      </w:r>
      <w:r w:rsidRPr="003E4D35">
        <w:t>avec quelle lenteur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immobilisa bêtement sur de petits remous qui m</w:t>
      </w:r>
      <w:r w:rsidR="00B97E5D">
        <w:t>’</w:t>
      </w:r>
      <w:r w:rsidRPr="003E4D35">
        <w:t>étaient familiers et que je savais à peine creux d</w:t>
      </w:r>
      <w:r w:rsidR="00B97E5D">
        <w:t>’</w:t>
      </w:r>
      <w:r w:rsidRPr="003E4D35">
        <w:t>un mètre</w:t>
      </w:r>
      <w:r w:rsidR="00B97E5D">
        <w:t xml:space="preserve">, </w:t>
      </w:r>
      <w:r w:rsidRPr="003E4D35">
        <w:t>tourna et retourna autour d</w:t>
      </w:r>
      <w:r w:rsidR="00B97E5D">
        <w:t>’</w:t>
      </w:r>
      <w:r w:rsidRPr="003E4D35">
        <w:t>une écume comme un cheval autour d</w:t>
      </w:r>
      <w:r w:rsidR="00B97E5D">
        <w:t>’</w:t>
      </w:r>
      <w:r w:rsidRPr="003E4D35">
        <w:t>un chapeau</w:t>
      </w:r>
      <w:r w:rsidR="00B97E5D">
        <w:t xml:space="preserve">, </w:t>
      </w:r>
      <w:r w:rsidRPr="003E4D35">
        <w:t>enfin atteignit l</w:t>
      </w:r>
      <w:r w:rsidR="00B97E5D">
        <w:t>’</w:t>
      </w:r>
      <w:r w:rsidRPr="003E4D35">
        <w:t>île</w:t>
      </w:r>
      <w:r w:rsidR="00B97E5D">
        <w:t xml:space="preserve">. </w:t>
      </w:r>
      <w:r w:rsidRPr="003E4D35">
        <w:t>Il resta figé une minute</w:t>
      </w:r>
      <w:r w:rsidR="00B97E5D">
        <w:t xml:space="preserve">, </w:t>
      </w:r>
      <w:r w:rsidRPr="003E4D35">
        <w:t>héb</w:t>
      </w:r>
      <w:r w:rsidRPr="003E4D35">
        <w:t>é</w:t>
      </w:r>
      <w:r w:rsidRPr="003E4D35">
        <w:t>té d</w:t>
      </w:r>
      <w:r w:rsidR="00B97E5D">
        <w:t>’</w:t>
      </w:r>
      <w:r w:rsidRPr="003E4D35">
        <w:t>avoir heurté une masse solide</w:t>
      </w:r>
      <w:r w:rsidR="00B97E5D">
        <w:t xml:space="preserve"> ; </w:t>
      </w:r>
      <w:r w:rsidRPr="003E4D35">
        <w:t>je courus vers lui</w:t>
      </w:r>
      <w:r w:rsidR="00B97E5D">
        <w:t xml:space="preserve">, </w:t>
      </w:r>
      <w:r w:rsidRPr="003E4D35">
        <w:t>effleurée par les oiseaux qui le fuyaient</w:t>
      </w:r>
      <w:r w:rsidR="00B97E5D">
        <w:t xml:space="preserve">, </w:t>
      </w:r>
      <w:r w:rsidRPr="003E4D35">
        <w:t>tendant la main comme un na</w:t>
      </w:r>
      <w:r w:rsidRPr="003E4D35">
        <w:t>u</w:t>
      </w:r>
      <w:r w:rsidRPr="003E4D35">
        <w:t>fragé vers une corde</w:t>
      </w:r>
      <w:r w:rsidR="00B97E5D">
        <w:t xml:space="preserve"> ; </w:t>
      </w:r>
      <w:r w:rsidRPr="003E4D35">
        <w:t>il bougeait de quelques mètres</w:t>
      </w:r>
      <w:r w:rsidR="00B97E5D">
        <w:t xml:space="preserve">, </w:t>
      </w:r>
      <w:r w:rsidRPr="003E4D35">
        <w:t>je reg</w:t>
      </w:r>
      <w:r w:rsidRPr="003E4D35">
        <w:t>a</w:t>
      </w:r>
      <w:r w:rsidRPr="003E4D35">
        <w:t>gnais à nouveau le centre de la gerbe</w:t>
      </w:r>
      <w:r w:rsidR="00B97E5D">
        <w:t xml:space="preserve">, </w:t>
      </w:r>
      <w:r w:rsidRPr="003E4D35">
        <w:t>je me faisais traverser par le rayon du milieu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agitais les bras</w:t>
      </w:r>
      <w:r w:rsidR="00B97E5D">
        <w:t xml:space="preserve">, </w:t>
      </w:r>
      <w:r w:rsidRPr="003E4D35">
        <w:t>je me débattais</w:t>
      </w:r>
      <w:r w:rsidR="00B97E5D">
        <w:t xml:space="preserve">, </w:t>
      </w:r>
      <w:r w:rsidRPr="003E4D35">
        <w:t>je criais</w:t>
      </w:r>
      <w:r w:rsidR="00B97E5D">
        <w:t xml:space="preserve">. </w:t>
      </w:r>
      <w:r w:rsidRPr="003E4D35">
        <w:t>Mais</w:t>
      </w:r>
      <w:r w:rsidR="00B97E5D">
        <w:t xml:space="preserve">, </w:t>
      </w:r>
      <w:r w:rsidRPr="003E4D35">
        <w:t>comme le regard d</w:t>
      </w:r>
      <w:r w:rsidR="00B97E5D">
        <w:t>’</w:t>
      </w:r>
      <w:r w:rsidRPr="003E4D35">
        <w:t xml:space="preserve">un ami vous </w:t>
      </w:r>
      <w:r w:rsidRPr="003E4D35">
        <w:lastRenderedPageBreak/>
        <w:t>touche dans une foule et ne vous reconnaît pas</w:t>
      </w:r>
      <w:r w:rsidR="00B97E5D">
        <w:t xml:space="preserve">, </w:t>
      </w:r>
      <w:r w:rsidRPr="003E4D35">
        <w:t>vous voit toute nue vous débattre</w:t>
      </w:r>
      <w:r w:rsidR="00B97E5D">
        <w:t xml:space="preserve">, </w:t>
      </w:r>
      <w:r w:rsidRPr="003E4D35">
        <w:t>agiter les bras et ne vous reconnaît pas</w:t>
      </w:r>
      <w:r w:rsidR="00B97E5D">
        <w:t xml:space="preserve">, </w:t>
      </w:r>
      <w:r w:rsidRPr="003E4D35">
        <w:t>il s</w:t>
      </w:r>
      <w:r w:rsidR="00B97E5D">
        <w:t>’</w:t>
      </w:r>
      <w:r w:rsidRPr="003E4D35">
        <w:t>éleva soudain</w:t>
      </w:r>
      <w:r w:rsidR="00B97E5D">
        <w:t xml:space="preserve">, </w:t>
      </w:r>
      <w:r w:rsidRPr="003E4D35">
        <w:t>se redressa comme la cheminée d</w:t>
      </w:r>
      <w:r w:rsidR="00B97E5D">
        <w:t>’</w:t>
      </w:r>
      <w:r w:rsidRPr="003E4D35">
        <w:t>un navire qui a passé sous un pont</w:t>
      </w:r>
      <w:r w:rsidR="00B97E5D">
        <w:t xml:space="preserve">, </w:t>
      </w:r>
      <w:r w:rsidRPr="003E4D35">
        <w:t>se r</w:t>
      </w:r>
      <w:r w:rsidRPr="003E4D35">
        <w:t>e</w:t>
      </w:r>
      <w:r w:rsidRPr="003E4D35">
        <w:t>dressa de toute sa taille sous cette arche obscure</w:t>
      </w:r>
      <w:r w:rsidR="00B97E5D">
        <w:t xml:space="preserve">, </w:t>
      </w:r>
      <w:r w:rsidRPr="003E4D35">
        <w:t>et s</w:t>
      </w:r>
      <w:r w:rsidR="00B97E5D">
        <w:t>’</w:t>
      </w:r>
      <w:r w:rsidRPr="003E4D35">
        <w:t>éteignit</w:t>
      </w:r>
      <w:r w:rsidR="00B97E5D">
        <w:t>.</w:t>
      </w:r>
    </w:p>
    <w:p w14:paraId="20856453" w14:textId="21FBE922" w:rsidR="00B97E5D" w:rsidRDefault="00F225BE" w:rsidP="00F225BE">
      <w:r w:rsidRPr="003E4D35">
        <w:t>En vain j</w:t>
      </w:r>
      <w:r w:rsidR="00B97E5D">
        <w:t>’</w:t>
      </w:r>
      <w:r w:rsidRPr="003E4D35">
        <w:t>avais essayé avec ma loupe d</w:t>
      </w:r>
      <w:r w:rsidR="00B97E5D">
        <w:t>’</w:t>
      </w:r>
      <w:r w:rsidRPr="003E4D35">
        <w:t>allumer une écorce à cette lueur</w:t>
      </w:r>
      <w:r w:rsidR="00B97E5D">
        <w:t xml:space="preserve">. </w:t>
      </w:r>
      <w:r w:rsidRPr="003E4D35">
        <w:t xml:space="preserve">Il me fallait pour </w:t>
      </w:r>
      <w:proofErr w:type="gramStart"/>
      <w:r w:rsidRPr="003E4D35">
        <w:t>faire</w:t>
      </w:r>
      <w:proofErr w:type="gramEnd"/>
      <w:r w:rsidRPr="003E4D35">
        <w:t xml:space="preserve"> un feu attendre le soleil</w:t>
      </w:r>
      <w:r w:rsidR="00B97E5D">
        <w:t xml:space="preserve">… </w:t>
      </w:r>
      <w:r w:rsidRPr="003E4D35">
        <w:t>Soudain un dernier coup de canon retentit</w:t>
      </w:r>
      <w:r w:rsidR="00B97E5D">
        <w:t xml:space="preserve">, </w:t>
      </w:r>
      <w:r w:rsidRPr="003E4D35">
        <w:t>plus lointain</w:t>
      </w:r>
      <w:r w:rsidR="00B97E5D">
        <w:t xml:space="preserve">, </w:t>
      </w:r>
      <w:r w:rsidRPr="003E4D35">
        <w:t>mais plus sec</w:t>
      </w:r>
      <w:r w:rsidR="00B97E5D">
        <w:t xml:space="preserve">. </w:t>
      </w:r>
      <w:r w:rsidRPr="003E4D35">
        <w:t>Une sorte de coup de revolver pour achever une bête morte</w:t>
      </w:r>
      <w:r w:rsidR="00B97E5D">
        <w:t xml:space="preserve">, </w:t>
      </w:r>
      <w:r w:rsidRPr="003E4D35">
        <w:t>un homme fusillé</w:t>
      </w:r>
      <w:r w:rsidR="00B97E5D">
        <w:t xml:space="preserve"> : </w:t>
      </w:r>
      <w:r w:rsidRPr="003E4D35">
        <w:t>le premier que je compris</w:t>
      </w:r>
      <w:r w:rsidR="00B97E5D">
        <w:t xml:space="preserve">… </w:t>
      </w:r>
      <w:r w:rsidRPr="003E4D35">
        <w:t>Le pr</w:t>
      </w:r>
      <w:r w:rsidRPr="003E4D35">
        <w:t>e</w:t>
      </w:r>
      <w:r w:rsidRPr="003E4D35">
        <w:t>mier qui m</w:t>
      </w:r>
      <w:r w:rsidR="00B97E5D">
        <w:t>’</w:t>
      </w:r>
      <w:r w:rsidRPr="003E4D35">
        <w:t>annonça que les rois n</w:t>
      </w:r>
      <w:r w:rsidR="00B97E5D">
        <w:t>’</w:t>
      </w:r>
      <w:r w:rsidRPr="003E4D35">
        <w:t>avaient pas de fils</w:t>
      </w:r>
      <w:r w:rsidR="00B97E5D">
        <w:t xml:space="preserve">, </w:t>
      </w:r>
      <w:r w:rsidRPr="003E4D35">
        <w:t>les cap</w:t>
      </w:r>
      <w:r w:rsidRPr="003E4D35">
        <w:t>i</w:t>
      </w:r>
      <w:r w:rsidRPr="003E4D35">
        <w:t>taines pas d</w:t>
      </w:r>
      <w:r w:rsidR="00B97E5D">
        <w:t>’</w:t>
      </w:r>
      <w:r w:rsidRPr="003E4D35">
        <w:t>anniversaires</w:t>
      </w:r>
      <w:r w:rsidR="00B97E5D">
        <w:t xml:space="preserve">, </w:t>
      </w:r>
      <w:r w:rsidRPr="003E4D35">
        <w:t>la France pas de 1</w:t>
      </w:r>
      <w:r w:rsidR="00B97E5D" w:rsidRPr="003E4D35">
        <w:t>4</w:t>
      </w:r>
      <w:r w:rsidR="00B97E5D">
        <w:t> </w:t>
      </w:r>
      <w:r w:rsidR="00B97E5D" w:rsidRPr="003E4D35">
        <w:t>juillet</w:t>
      </w:r>
      <w:r w:rsidR="00B97E5D">
        <w:t xml:space="preserve">… </w:t>
      </w:r>
      <w:r w:rsidRPr="003E4D35">
        <w:t>qu</w:t>
      </w:r>
      <w:r w:rsidR="00B97E5D">
        <w:t>’</w:t>
      </w:r>
      <w:r w:rsidRPr="003E4D35">
        <w:t>il y avait la guerre</w:t>
      </w:r>
      <w:r w:rsidR="00B97E5D">
        <w:t> !</w:t>
      </w:r>
    </w:p>
    <w:p w14:paraId="44982AFE" w14:textId="47CD0D56" w:rsidR="00F225BE" w:rsidRPr="003E4D35" w:rsidRDefault="00F225BE" w:rsidP="00F225BE"/>
    <w:p w14:paraId="5246BC46" w14:textId="77777777" w:rsidR="00B97E5D" w:rsidRDefault="00F225BE" w:rsidP="00F225BE">
      <w:r w:rsidRPr="003E4D35">
        <w:t>C</w:t>
      </w:r>
      <w:r w:rsidR="00B97E5D">
        <w:t>’</w:t>
      </w:r>
      <w:r w:rsidRPr="003E4D35">
        <w:t>est avec le premier rayon de soleil que mon feu fut all</w:t>
      </w:r>
      <w:r w:rsidRPr="003E4D35">
        <w:t>u</w:t>
      </w:r>
      <w:r w:rsidRPr="003E4D35">
        <w:t>mé</w:t>
      </w:r>
      <w:r w:rsidR="00B97E5D">
        <w:t xml:space="preserve">, </w:t>
      </w:r>
      <w:r w:rsidRPr="003E4D35">
        <w:t>le plus pur rayon</w:t>
      </w:r>
      <w:r w:rsidR="00B97E5D">
        <w:t xml:space="preserve">, </w:t>
      </w:r>
      <w:r w:rsidRPr="003E4D35">
        <w:t>le plus froid</w:t>
      </w:r>
      <w:r w:rsidR="00B97E5D">
        <w:t xml:space="preserve">, </w:t>
      </w:r>
      <w:r w:rsidRPr="003E4D35">
        <w:t>mais j</w:t>
      </w:r>
      <w:r w:rsidR="00B97E5D">
        <w:t>’</w:t>
      </w:r>
      <w:r w:rsidRPr="003E4D35">
        <w:t>avais préparé mon bûcher de feuilles sèches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amadou</w:t>
      </w:r>
      <w:r w:rsidR="00B97E5D">
        <w:t xml:space="preserve">, </w:t>
      </w:r>
      <w:r w:rsidRPr="003E4D35">
        <w:t>de liège</w:t>
      </w:r>
      <w:r w:rsidR="00B97E5D">
        <w:t xml:space="preserve">. </w:t>
      </w:r>
      <w:r w:rsidRPr="003E4D35">
        <w:t>Il flamba</w:t>
      </w:r>
      <w:r w:rsidR="00B97E5D">
        <w:t xml:space="preserve">. </w:t>
      </w:r>
      <w:r w:rsidRPr="003E4D35">
        <w:t>Pour la première fois je laissais la flamme mordre sur les arbustes</w:t>
      </w:r>
      <w:r w:rsidR="00B97E5D">
        <w:t xml:space="preserve">, </w:t>
      </w:r>
      <w:r w:rsidRPr="003E4D35">
        <w:t>les gazons voisins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étais prête à brûler mon île comme d</w:t>
      </w:r>
      <w:r w:rsidR="00B97E5D">
        <w:t>’</w:t>
      </w:r>
      <w:r w:rsidRPr="003E4D35">
        <w:t>autres brûlèrent leurs vaisseaux</w:t>
      </w:r>
      <w:r w:rsidR="00B97E5D">
        <w:t xml:space="preserve">… </w:t>
      </w:r>
      <w:r w:rsidRPr="003E4D35">
        <w:t>Mais du secret terrible de la veille rien ne transparut sur le jour</w:t>
      </w:r>
      <w:r w:rsidR="00B97E5D">
        <w:t xml:space="preserve">… </w:t>
      </w:r>
      <w:r w:rsidRPr="003E4D35">
        <w:t>Les vols d</w:t>
      </w:r>
      <w:r w:rsidR="00B97E5D">
        <w:t>’</w:t>
      </w:r>
      <w:r w:rsidRPr="003E4D35">
        <w:t>oiseaux</w:t>
      </w:r>
      <w:r w:rsidR="00B97E5D">
        <w:t xml:space="preserve">, </w:t>
      </w:r>
      <w:r w:rsidRPr="003E4D35">
        <w:t>dégagés de l</w:t>
      </w:r>
      <w:r w:rsidR="00B97E5D">
        <w:t>’</w:t>
      </w:r>
      <w:r w:rsidRPr="003E4D35">
        <w:t>écheveau d</w:t>
      </w:r>
      <w:r w:rsidR="00B97E5D">
        <w:t>’</w:t>
      </w:r>
      <w:r w:rsidRPr="003E4D35">
        <w:t>hier</w:t>
      </w:r>
      <w:r w:rsidR="00B97E5D">
        <w:t xml:space="preserve">, </w:t>
      </w:r>
      <w:r w:rsidRPr="003E4D35">
        <w:t>étaient redevenus des fils brillants et droits</w:t>
      </w:r>
      <w:r w:rsidR="00B97E5D">
        <w:t xml:space="preserve">. </w:t>
      </w:r>
      <w:r w:rsidRPr="003E4D35">
        <w:t>Un soleil ignorant brillait</w:t>
      </w:r>
      <w:r w:rsidR="00B97E5D">
        <w:t xml:space="preserve">. </w:t>
      </w:r>
      <w:r w:rsidRPr="003E4D35">
        <w:t xml:space="preserve">Les </w:t>
      </w:r>
      <w:proofErr w:type="spellStart"/>
      <w:r w:rsidRPr="003E4D35">
        <w:t>ptémérops</w:t>
      </w:r>
      <w:proofErr w:type="spellEnd"/>
      <w:r w:rsidR="00B97E5D">
        <w:t xml:space="preserve">, </w:t>
      </w:r>
      <w:r w:rsidRPr="003E4D35">
        <w:t>les adjudants avaient tout oublié</w:t>
      </w:r>
      <w:r w:rsidR="00B97E5D">
        <w:t xml:space="preserve">… </w:t>
      </w:r>
      <w:r w:rsidRPr="003E4D35">
        <w:t>Cette peine qui partait de ce matin ne m</w:t>
      </w:r>
      <w:r w:rsidR="00B97E5D">
        <w:t>’</w:t>
      </w:r>
      <w:r w:rsidRPr="003E4D35">
        <w:t>était plus commune avec l</w:t>
      </w:r>
      <w:r w:rsidR="00B97E5D">
        <w:t>’</w:t>
      </w:r>
      <w:r w:rsidRPr="003E4D35">
        <w:t>île et ses habitants</w:t>
      </w:r>
      <w:r w:rsidR="00B97E5D">
        <w:t xml:space="preserve">, </w:t>
      </w:r>
      <w:r w:rsidRPr="003E4D35">
        <w:t>et je me sentais une no</w:t>
      </w:r>
      <w:r w:rsidRPr="003E4D35">
        <w:t>u</w:t>
      </w:r>
      <w:r w:rsidRPr="003E4D35">
        <w:t>velle solitude au cœur même de mon isolement</w:t>
      </w:r>
      <w:r w:rsidR="00B97E5D">
        <w:t xml:space="preserve">… </w:t>
      </w:r>
      <w:r w:rsidRPr="003E4D35">
        <w:t>Ainsi la guerre de son regard avait effleuré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et disparu sur son navire à la dérive</w:t>
      </w:r>
      <w:r w:rsidR="00B97E5D">
        <w:t xml:space="preserve">, </w:t>
      </w:r>
      <w:r w:rsidRPr="003E4D35">
        <w:t>et sans que j</w:t>
      </w:r>
      <w:r w:rsidR="00B97E5D">
        <w:t>’</w:t>
      </w:r>
      <w:r w:rsidRPr="003E4D35">
        <w:t>eusse eu besoin de la menacer d</w:t>
      </w:r>
      <w:r w:rsidR="00B97E5D">
        <w:t>’</w:t>
      </w:r>
      <w:r w:rsidRPr="003E4D35">
        <w:t>une perche et d</w:t>
      </w:r>
      <w:r w:rsidR="00B97E5D">
        <w:t>’</w:t>
      </w:r>
      <w:r w:rsidRPr="003E4D35">
        <w:t>une gaffe</w:t>
      </w:r>
      <w:r w:rsidR="00B97E5D">
        <w:t xml:space="preserve">, </w:t>
      </w:r>
      <w:r w:rsidRPr="003E4D35">
        <w:t>comme j</w:t>
      </w:r>
      <w:r w:rsidR="00B97E5D">
        <w:t>’</w:t>
      </w:r>
      <w:r w:rsidRPr="003E4D35">
        <w:t>avais dû le faire pour le couguar sur son radeau</w:t>
      </w:r>
      <w:r w:rsidR="00B97E5D">
        <w:t xml:space="preserve"> !… </w:t>
      </w:r>
      <w:r w:rsidRPr="003E4D35">
        <w:t>Et quelle guerre</w:t>
      </w:r>
      <w:r w:rsidR="00B97E5D">
        <w:t xml:space="preserve"> ? </w:t>
      </w:r>
      <w:r w:rsidRPr="003E4D35">
        <w:t xml:space="preserve">Quelles nations à marines avaient plongé pour </w:t>
      </w:r>
      <w:r w:rsidRPr="003E4D35">
        <w:lastRenderedPageBreak/>
        <w:t>reparaître là</w:t>
      </w:r>
      <w:r w:rsidR="00B97E5D">
        <w:t xml:space="preserve">, </w:t>
      </w:r>
      <w:r w:rsidRPr="003E4D35">
        <w:t>se battre devant un seul témoin</w:t>
      </w:r>
      <w:r w:rsidR="00B97E5D">
        <w:t xml:space="preserve">, </w:t>
      </w:r>
      <w:r w:rsidRPr="003E4D35">
        <w:t>che</w:t>
      </w:r>
      <w:r w:rsidRPr="003E4D35">
        <w:t>r</w:t>
      </w:r>
      <w:r w:rsidRPr="003E4D35">
        <w:t>chant à meurtrir à coups de canon leurs grandes ouïes</w:t>
      </w:r>
      <w:r w:rsidR="00B97E5D">
        <w:t xml:space="preserve"> ? </w:t>
      </w:r>
      <w:r w:rsidRPr="003E4D35">
        <w:t>En quelle langue disait-on maintenant</w:t>
      </w:r>
      <w:r w:rsidR="00B97E5D">
        <w:t xml:space="preserve"> : </w:t>
      </w:r>
      <w:r w:rsidRPr="003E4D35">
        <w:t>Mon fils est mort</w:t>
      </w:r>
      <w:r w:rsidR="00B97E5D">
        <w:t xml:space="preserve">, </w:t>
      </w:r>
      <w:r w:rsidRPr="003E4D35">
        <w:t>mon p</w:t>
      </w:r>
      <w:r w:rsidRPr="003E4D35">
        <w:t>è</w:t>
      </w:r>
      <w:r w:rsidRPr="003E4D35">
        <w:t>re est mort</w:t>
      </w:r>
      <w:r w:rsidR="00B97E5D">
        <w:t xml:space="preserve"> ? </w:t>
      </w:r>
      <w:r w:rsidRPr="003E4D35">
        <w:t>En quelle langue disait-on</w:t>
      </w:r>
      <w:r w:rsidR="00B97E5D">
        <w:t xml:space="preserve"> : </w:t>
      </w:r>
      <w:r w:rsidRPr="003E4D35">
        <w:t>Ils arrivent</w:t>
      </w:r>
      <w:r w:rsidR="00B97E5D">
        <w:t xml:space="preserve">, </w:t>
      </w:r>
      <w:r w:rsidRPr="003E4D35">
        <w:t>ou bien</w:t>
      </w:r>
      <w:r w:rsidR="00B97E5D">
        <w:t xml:space="preserve"> : </w:t>
      </w:r>
      <w:r w:rsidRPr="003E4D35">
        <w:t>enfin ils partent</w:t>
      </w:r>
      <w:r w:rsidR="00B97E5D">
        <w:t xml:space="preserve"> ? </w:t>
      </w:r>
      <w:r w:rsidRPr="003E4D35">
        <w:t>En quelle langue un bègue envoyé aux nouve</w:t>
      </w:r>
      <w:r w:rsidRPr="003E4D35">
        <w:t>l</w:t>
      </w:r>
      <w:r w:rsidRPr="003E4D35">
        <w:t>les annonçait-il la</w:t>
      </w:r>
      <w:r w:rsidR="00B97E5D">
        <w:t xml:space="preserve">… </w:t>
      </w:r>
      <w:r w:rsidRPr="003E4D35">
        <w:t>la</w:t>
      </w:r>
      <w:r w:rsidR="00B97E5D">
        <w:t xml:space="preserve">… </w:t>
      </w:r>
      <w:r w:rsidRPr="003E4D35">
        <w:t>annonçait-il que l</w:t>
      </w:r>
      <w:r w:rsidR="00B97E5D">
        <w:t>’</w:t>
      </w:r>
      <w:r w:rsidRPr="003E4D35">
        <w:t>armée était</w:t>
      </w:r>
      <w:r w:rsidR="00B97E5D">
        <w:t xml:space="preserve">… </w:t>
      </w:r>
      <w:r w:rsidRPr="003E4D35">
        <w:t>était</w:t>
      </w:r>
      <w:r w:rsidR="00B97E5D">
        <w:t xml:space="preserve">… </w:t>
      </w:r>
      <w:r w:rsidRPr="003E4D35">
        <w:t>enfin</w:t>
      </w:r>
      <w:r w:rsidR="00B97E5D">
        <w:t xml:space="preserve">, </w:t>
      </w:r>
      <w:r w:rsidRPr="003E4D35">
        <w:t>tapant du pied</w:t>
      </w:r>
      <w:r w:rsidR="00B97E5D">
        <w:t xml:space="preserve">, </w:t>
      </w:r>
      <w:r w:rsidRPr="003E4D35">
        <w:t>annonçait-il la guerre</w:t>
      </w:r>
      <w:r w:rsidR="00B97E5D">
        <w:t xml:space="preserve"> ? </w:t>
      </w:r>
      <w:r w:rsidRPr="003E4D35">
        <w:t>À mille lieues d</w:t>
      </w:r>
      <w:r w:rsidR="00B97E5D">
        <w:t>’</w:t>
      </w:r>
      <w:r w:rsidRPr="003E4D35">
        <w:t>e</w:t>
      </w:r>
      <w:r w:rsidRPr="003E4D35">
        <w:t>l</w:t>
      </w:r>
      <w:r w:rsidRPr="003E4D35">
        <w:t>le</w:t>
      </w:r>
      <w:r w:rsidR="00B97E5D">
        <w:t xml:space="preserve">, </w:t>
      </w:r>
      <w:r w:rsidRPr="003E4D35">
        <w:t>je me sentais redonnée</w:t>
      </w:r>
      <w:r w:rsidR="00B97E5D">
        <w:t xml:space="preserve">, </w:t>
      </w:r>
      <w:r w:rsidRPr="003E4D35">
        <w:t>comme toutes les femmes</w:t>
      </w:r>
      <w:r w:rsidR="00B97E5D">
        <w:t xml:space="preserve">, </w:t>
      </w:r>
      <w:r w:rsidRPr="003E4D35">
        <w:t>à une masse où les hommes ont le droit de choisir</w:t>
      </w:r>
      <w:r w:rsidR="00B97E5D">
        <w:t xml:space="preserve">. </w:t>
      </w:r>
      <w:r w:rsidRPr="003E4D35">
        <w:t>Quelles races de chevaux</w:t>
      </w:r>
      <w:r w:rsidR="00B97E5D">
        <w:t xml:space="preserve">, </w:t>
      </w:r>
      <w:r w:rsidRPr="003E4D35">
        <w:t>de mulets mouraient de misère et de cruauté</w:t>
      </w:r>
      <w:r w:rsidR="00B97E5D">
        <w:t xml:space="preserve"> ? </w:t>
      </w:r>
      <w:r w:rsidRPr="003E4D35">
        <w:t>Quelles villes sur des lacs sentaient l</w:t>
      </w:r>
      <w:r w:rsidR="00B97E5D">
        <w:t>’</w:t>
      </w:r>
      <w:r w:rsidRPr="003E4D35">
        <w:t>éther et l</w:t>
      </w:r>
      <w:r w:rsidR="00B97E5D">
        <w:t>’</w:t>
      </w:r>
      <w:r w:rsidRPr="003E4D35">
        <w:t>iode</w:t>
      </w:r>
      <w:r w:rsidR="00B97E5D">
        <w:t xml:space="preserve"> ? </w:t>
      </w:r>
      <w:r w:rsidRPr="003E4D35">
        <w:t>Dans quelles gares les duchesses soudoyaient-elles l</w:t>
      </w:r>
      <w:r w:rsidR="00B97E5D">
        <w:t>’</w:t>
      </w:r>
      <w:r w:rsidRPr="003E4D35">
        <w:t>employé de la statistique pour qu</w:t>
      </w:r>
      <w:r w:rsidR="00B97E5D">
        <w:t>’</w:t>
      </w:r>
      <w:r w:rsidRPr="003E4D35">
        <w:t>il dirigeât sur leur embranchement des blessés sérieux</w:t>
      </w:r>
      <w:r w:rsidR="00B97E5D">
        <w:t xml:space="preserve"> ? </w:t>
      </w:r>
      <w:r w:rsidRPr="003E4D35">
        <w:t>Je promenais la guerre sur la carte du monde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essayant à chaque pays comme un couvercle à une boîte longue ou ovale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en forçant</w:t>
      </w:r>
      <w:r w:rsidR="00B97E5D">
        <w:t xml:space="preserve">, </w:t>
      </w:r>
      <w:r w:rsidRPr="003E4D35">
        <w:t>elle allait presque à tous</w:t>
      </w:r>
      <w:r w:rsidR="00B97E5D">
        <w:t xml:space="preserve">. </w:t>
      </w:r>
      <w:r w:rsidRPr="003E4D35">
        <w:t>En quelle langue disait-on</w:t>
      </w:r>
      <w:r w:rsidR="00B97E5D">
        <w:t xml:space="preserve"> : </w:t>
      </w:r>
      <w:r w:rsidRPr="003E4D35">
        <w:t>Achevez-moi</w:t>
      </w:r>
      <w:r w:rsidR="00B97E5D">
        <w:t xml:space="preserve"> ! </w:t>
      </w:r>
      <w:r w:rsidRPr="003E4D35">
        <w:t>J</w:t>
      </w:r>
      <w:r w:rsidR="00B97E5D">
        <w:t>’</w:t>
      </w:r>
      <w:r w:rsidRPr="003E4D35">
        <w:t>hésitais à choisir</w:t>
      </w:r>
      <w:r w:rsidR="00B97E5D">
        <w:t xml:space="preserve">, </w:t>
      </w:r>
      <w:r w:rsidRPr="003E4D35">
        <w:t>comme si je donnais par ce choix le signal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hésitais entre l</w:t>
      </w:r>
      <w:r w:rsidR="00B97E5D">
        <w:t>’</w:t>
      </w:r>
      <w:r w:rsidRPr="003E4D35">
        <w:t>Allemagne et l</w:t>
      </w:r>
      <w:r w:rsidR="00B97E5D">
        <w:t>’</w:t>
      </w:r>
      <w:r w:rsidRPr="003E4D35">
        <w:t>Autriche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Esp</w:t>
      </w:r>
      <w:r w:rsidRPr="003E4D35">
        <w:t>a</w:t>
      </w:r>
      <w:r w:rsidRPr="003E4D35">
        <w:t>gne et les États-Unis</w:t>
      </w:r>
      <w:r w:rsidR="00B97E5D">
        <w:t xml:space="preserve">. </w:t>
      </w:r>
      <w:r w:rsidRPr="003E4D35">
        <w:t>La guerre</w:t>
      </w:r>
      <w:r w:rsidR="00B97E5D">
        <w:t xml:space="preserve">, </w:t>
      </w:r>
      <w:r w:rsidRPr="003E4D35">
        <w:t>qui détachait soudain du bl</w:t>
      </w:r>
      <w:r w:rsidRPr="003E4D35">
        <w:t>a</w:t>
      </w:r>
      <w:r w:rsidRPr="003E4D35">
        <w:t>son des grands empires les animaux héraldiques et les faisait pour moi lutter silencieusement à mort</w:t>
      </w:r>
      <w:r w:rsidR="00B97E5D">
        <w:t xml:space="preserve">, </w:t>
      </w:r>
      <w:r w:rsidRPr="003E4D35">
        <w:t>la licorne avec l</w:t>
      </w:r>
      <w:r w:rsidR="00B97E5D">
        <w:t>’</w:t>
      </w:r>
      <w:r w:rsidRPr="003E4D35">
        <w:t>ours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aigle à une tête avec son collègue à trois têtes</w:t>
      </w:r>
      <w:r w:rsidR="00B97E5D">
        <w:t xml:space="preserve"> !… </w:t>
      </w:r>
      <w:r w:rsidRPr="003E4D35">
        <w:t>Puis je pe</w:t>
      </w:r>
      <w:r w:rsidRPr="003E4D35">
        <w:t>n</w:t>
      </w:r>
      <w:r w:rsidRPr="003E4D35">
        <w:t>sais</w:t>
      </w:r>
      <w:r w:rsidR="00B97E5D">
        <w:t xml:space="preserve">, </w:t>
      </w:r>
      <w:r w:rsidRPr="003E4D35">
        <w:t>égoïstement</w:t>
      </w:r>
      <w:r w:rsidR="00B97E5D">
        <w:t xml:space="preserve">, </w:t>
      </w:r>
      <w:r w:rsidRPr="003E4D35">
        <w:t>moindre émoi</w:t>
      </w:r>
      <w:r w:rsidR="00B97E5D">
        <w:t xml:space="preserve">, </w:t>
      </w:r>
      <w:r w:rsidRPr="003E4D35">
        <w:t>pire tendresse</w:t>
      </w:r>
      <w:r w:rsidR="00B97E5D">
        <w:t xml:space="preserve">, </w:t>
      </w:r>
      <w:r w:rsidRPr="003E4D35">
        <w:t>que peut-être deux petites nations seulement étaient en guerre</w:t>
      </w:r>
      <w:r w:rsidR="00B97E5D">
        <w:t xml:space="preserve">, </w:t>
      </w:r>
      <w:r w:rsidRPr="003E4D35">
        <w:t>Cuba par exemple avec la Bolivie</w:t>
      </w:r>
      <w:r w:rsidR="00B97E5D">
        <w:t xml:space="preserve">, </w:t>
      </w:r>
      <w:r w:rsidRPr="003E4D35">
        <w:t>le Pérou avec son voisin nord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Équateur comme front</w:t>
      </w:r>
      <w:r w:rsidR="00B97E5D">
        <w:t xml:space="preserve">. </w:t>
      </w:r>
      <w:r w:rsidRPr="003E4D35">
        <w:t>Ou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il fallait à tout prix y mêler un peuple européen</w:t>
      </w:r>
      <w:r w:rsidR="00B97E5D">
        <w:t xml:space="preserve">, </w:t>
      </w:r>
      <w:r w:rsidRPr="003E4D35">
        <w:t>peut-être n</w:t>
      </w:r>
      <w:r w:rsidR="00B97E5D">
        <w:t>’</w:t>
      </w:r>
      <w:r w:rsidRPr="003E4D35">
        <w:t>était-ce que la Norvège contre P</w:t>
      </w:r>
      <w:r w:rsidRPr="003E4D35">
        <w:t>a</w:t>
      </w:r>
      <w:r w:rsidRPr="003E4D35">
        <w:t>nama</w:t>
      </w:r>
      <w:r w:rsidR="00B97E5D">
        <w:t xml:space="preserve">, </w:t>
      </w:r>
      <w:r w:rsidRPr="003E4D35">
        <w:t>le Danemark contre l</w:t>
      </w:r>
      <w:r w:rsidR="00B97E5D">
        <w:t>’</w:t>
      </w:r>
      <w:r w:rsidRPr="003E4D35">
        <w:t>Uruguay</w:t>
      </w:r>
      <w:r w:rsidR="00B97E5D">
        <w:t xml:space="preserve">… – </w:t>
      </w:r>
      <w:r w:rsidRPr="003E4D35">
        <w:t>Toutes les capitales</w:t>
      </w:r>
      <w:r w:rsidR="00B97E5D">
        <w:t xml:space="preserve">, </w:t>
      </w:r>
      <w:r w:rsidRPr="003E4D35">
        <w:t>je prononçai leur nom tout haut</w:t>
      </w:r>
      <w:r w:rsidR="00B97E5D">
        <w:t xml:space="preserve">, </w:t>
      </w:r>
      <w:r w:rsidRPr="003E4D35">
        <w:t>cherchant dans l</w:t>
      </w:r>
      <w:r w:rsidR="00B97E5D">
        <w:t>’</w:t>
      </w:r>
      <w:r w:rsidRPr="003E4D35">
        <w:t>air un cadenas secret qui remuait parfois impassible au mot Paris</w:t>
      </w:r>
      <w:r w:rsidR="00B97E5D">
        <w:t xml:space="preserve">… </w:t>
      </w:r>
      <w:r w:rsidRPr="003E4D35">
        <w:t>Oui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bien par le mot Copenhague</w:t>
      </w:r>
      <w:r w:rsidR="00B97E5D">
        <w:t xml:space="preserve">, </w:t>
      </w:r>
      <w:r w:rsidRPr="003E4D35">
        <w:t>le mot Lima que j</w:t>
      </w:r>
      <w:r w:rsidR="00B97E5D">
        <w:t>’</w:t>
      </w:r>
      <w:r w:rsidRPr="003E4D35">
        <w:t>ouvrais en moi une citerne de pitié</w:t>
      </w:r>
      <w:r w:rsidR="00B97E5D">
        <w:t xml:space="preserve"> ; </w:t>
      </w:r>
      <w:r w:rsidRPr="003E4D35">
        <w:t>pauvres Danois</w:t>
      </w:r>
      <w:r w:rsidR="00B97E5D">
        <w:t xml:space="preserve">, </w:t>
      </w:r>
      <w:r w:rsidRPr="003E4D35">
        <w:t xml:space="preserve">hissant leurs </w:t>
      </w:r>
      <w:r w:rsidRPr="003E4D35">
        <w:lastRenderedPageBreak/>
        <w:t>canons pour une dernière résistance sur leur plus haute montagne</w:t>
      </w:r>
      <w:r w:rsidR="00B97E5D">
        <w:t xml:space="preserve">, </w:t>
      </w:r>
      <w:r w:rsidRPr="003E4D35">
        <w:t>haute de cinquante-trois mètres</w:t>
      </w:r>
      <w:r w:rsidR="00B97E5D">
        <w:t xml:space="preserve"> ! </w:t>
      </w:r>
      <w:r w:rsidRPr="003E4D35">
        <w:t>pauvres mille Liméniennes</w:t>
      </w:r>
      <w:r w:rsidR="00B97E5D">
        <w:t xml:space="preserve">, </w:t>
      </w:r>
      <w:r w:rsidRPr="003E4D35">
        <w:t>quand dans la rue de Lima résonnait le clairon qui annonçait les listes de morts fermant toutes à la même seconde leurs yeux imme</w:t>
      </w:r>
      <w:r w:rsidRPr="003E4D35">
        <w:t>n</w:t>
      </w:r>
      <w:r w:rsidRPr="003E4D35">
        <w:t>ses</w:t>
      </w:r>
      <w:r w:rsidR="00B97E5D">
        <w:t xml:space="preserve"> !… </w:t>
      </w:r>
      <w:r w:rsidRPr="003E4D35">
        <w:t>Je me calmais un peu à confier la guerre à des mains au</w:t>
      </w:r>
      <w:r w:rsidRPr="003E4D35">
        <w:t>s</w:t>
      </w:r>
      <w:r w:rsidRPr="003E4D35">
        <w:t>si innocentes</w:t>
      </w:r>
      <w:r w:rsidR="00B97E5D">
        <w:t xml:space="preserve">… </w:t>
      </w:r>
      <w:r w:rsidRPr="003E4D35">
        <w:t>La guerre</w:t>
      </w:r>
      <w:r w:rsidR="00B97E5D">
        <w:t xml:space="preserve">, </w:t>
      </w:r>
      <w:r w:rsidRPr="003E4D35">
        <w:t>qui rend des nations entières enn</w:t>
      </w:r>
      <w:r w:rsidRPr="003E4D35">
        <w:t>e</w:t>
      </w:r>
      <w:r w:rsidRPr="003E4D35">
        <w:t>mies soudain d</w:t>
      </w:r>
      <w:r w:rsidR="00B97E5D">
        <w:t>’</w:t>
      </w:r>
      <w:r w:rsidRPr="003E4D35">
        <w:t>une couleur qu</w:t>
      </w:r>
      <w:r w:rsidR="00B97E5D">
        <w:t>’</w:t>
      </w:r>
      <w:r w:rsidRPr="003E4D35">
        <w:t>elles éparpillent dans les champs pour l</w:t>
      </w:r>
      <w:r w:rsidR="00B97E5D">
        <w:t>’</w:t>
      </w:r>
      <w:r w:rsidRPr="003E4D35">
        <w:t>exterminer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Allemagne du rouge garance</w:t>
      </w:r>
      <w:r w:rsidR="00B97E5D">
        <w:t xml:space="preserve">, </w:t>
      </w:r>
      <w:r w:rsidRPr="003E4D35">
        <w:t>la Russie du vert turc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Italie du blanc</w:t>
      </w:r>
      <w:r w:rsidR="00B97E5D">
        <w:t xml:space="preserve">… </w:t>
      </w:r>
      <w:r w:rsidRPr="003E4D35">
        <w:t>Tous ces chevaux de cuirassiers qui reviennent</w:t>
      </w:r>
      <w:r w:rsidR="00B97E5D">
        <w:t xml:space="preserve">, </w:t>
      </w:r>
      <w:r w:rsidRPr="003E4D35">
        <w:t>chacun mangeant la queue de son chef de file</w:t>
      </w:r>
      <w:r w:rsidR="00B97E5D">
        <w:t xml:space="preserve">, </w:t>
      </w:r>
      <w:r w:rsidRPr="003E4D35">
        <w:t>et dans l</w:t>
      </w:r>
      <w:r w:rsidR="00B97E5D">
        <w:t>’</w:t>
      </w:r>
      <w:r w:rsidRPr="003E4D35">
        <w:t>escadron il n</w:t>
      </w:r>
      <w:r w:rsidR="00B97E5D">
        <w:t>’</w:t>
      </w:r>
      <w:r w:rsidRPr="003E4D35">
        <w:t>y a plus de crins qu</w:t>
      </w:r>
      <w:r w:rsidR="00B97E5D">
        <w:t>’</w:t>
      </w:r>
      <w:r w:rsidRPr="003E4D35">
        <w:t>aux casques</w:t>
      </w:r>
      <w:r w:rsidR="00B97E5D">
        <w:t xml:space="preserve"> ! </w:t>
      </w:r>
      <w:r w:rsidRPr="003E4D35">
        <w:t>Tous ces millions d</w:t>
      </w:r>
      <w:r w:rsidR="00B97E5D">
        <w:t>’</w:t>
      </w:r>
      <w:r w:rsidRPr="003E4D35">
        <w:t>hommes qui partent</w:t>
      </w:r>
      <w:r w:rsidR="00B97E5D">
        <w:t xml:space="preserve">, </w:t>
      </w:r>
      <w:r w:rsidRPr="003E4D35">
        <w:t>choisissant des armes asept</w:t>
      </w:r>
      <w:r w:rsidRPr="003E4D35">
        <w:t>i</w:t>
      </w:r>
      <w:r w:rsidRPr="003E4D35">
        <w:t>sées et bien tranchantes</w:t>
      </w:r>
      <w:r w:rsidR="00B97E5D">
        <w:t xml:space="preserve">, </w:t>
      </w:r>
      <w:r w:rsidRPr="003E4D35">
        <w:t>chacun s</w:t>
      </w:r>
      <w:r w:rsidR="00B97E5D">
        <w:t>’</w:t>
      </w:r>
      <w:r w:rsidRPr="003E4D35">
        <w:t>encourageant lui-même</w:t>
      </w:r>
      <w:r w:rsidR="00B97E5D">
        <w:t xml:space="preserve">, </w:t>
      </w:r>
      <w:r w:rsidRPr="003E4D35">
        <w:t>comme si chacun avait à se tuer lui-même</w:t>
      </w:r>
      <w:r w:rsidR="00B97E5D">
        <w:t xml:space="preserve">… </w:t>
      </w:r>
      <w:r w:rsidRPr="003E4D35">
        <w:t>Guerre américaine sans doute</w:t>
      </w:r>
      <w:r w:rsidR="00B97E5D">
        <w:t xml:space="preserve">, </w:t>
      </w:r>
      <w:r w:rsidRPr="003E4D35">
        <w:t>mais je n</w:t>
      </w:r>
      <w:r w:rsidR="00B97E5D">
        <w:t>’</w:t>
      </w:r>
      <w:r w:rsidRPr="003E4D35">
        <w:t>arrivais pas cependant à calmer en moi l</w:t>
      </w:r>
      <w:r w:rsidR="00B97E5D">
        <w:t>’</w:t>
      </w:r>
      <w:r w:rsidRPr="003E4D35">
        <w:t>Europe</w:t>
      </w:r>
      <w:r w:rsidR="00B97E5D">
        <w:t xml:space="preserve">. </w:t>
      </w:r>
      <w:r w:rsidRPr="003E4D35">
        <w:t>Certes je voyais la France en paix</w:t>
      </w:r>
      <w:r w:rsidR="00B97E5D">
        <w:t xml:space="preserve">, </w:t>
      </w:r>
      <w:r w:rsidRPr="003E4D35">
        <w:t>et pourtant je se</w:t>
      </w:r>
      <w:r w:rsidRPr="003E4D35">
        <w:t>n</w:t>
      </w:r>
      <w:r w:rsidRPr="003E4D35">
        <w:t>tais déjà mes sentiments envers les autres pays</w:t>
      </w:r>
      <w:r w:rsidR="00B97E5D">
        <w:t xml:space="preserve">, </w:t>
      </w:r>
      <w:r w:rsidRPr="003E4D35">
        <w:t>envers tous</w:t>
      </w:r>
      <w:r w:rsidR="00B97E5D">
        <w:t xml:space="preserve">, </w:t>
      </w:r>
      <w:r w:rsidRPr="003E4D35">
        <w:t>v</w:t>
      </w:r>
      <w:r w:rsidRPr="003E4D35">
        <w:t>a</w:t>
      </w:r>
      <w:r w:rsidRPr="003E4D35">
        <w:t>ciller</w:t>
      </w:r>
      <w:r w:rsidR="00B97E5D">
        <w:t xml:space="preserve">, </w:t>
      </w:r>
      <w:r w:rsidRPr="003E4D35">
        <w:t>vaciller</w:t>
      </w:r>
      <w:r w:rsidR="00B97E5D">
        <w:t xml:space="preserve"> ; – </w:t>
      </w:r>
      <w:r w:rsidRPr="003E4D35">
        <w:t>je sentais je ne sais quel poison gagner cet amour que j</w:t>
      </w:r>
      <w:r w:rsidR="00B97E5D">
        <w:t>’</w:t>
      </w:r>
      <w:r w:rsidRPr="003E4D35">
        <w:t>avais des Espagnols</w:t>
      </w:r>
      <w:r w:rsidR="00B97E5D">
        <w:t xml:space="preserve">, </w:t>
      </w:r>
      <w:r w:rsidRPr="003E4D35">
        <w:t>cette confiance en les Anglais</w:t>
      </w:r>
      <w:r w:rsidR="00B97E5D">
        <w:t xml:space="preserve">, </w:t>
      </w:r>
      <w:r w:rsidRPr="003E4D35">
        <w:t>cette amitié pour la Bavière</w:t>
      </w:r>
      <w:r w:rsidR="00B97E5D">
        <w:t xml:space="preserve">, </w:t>
      </w:r>
      <w:r w:rsidRPr="003E4D35">
        <w:t>et Madrid et Londres et Munich</w:t>
      </w:r>
      <w:r w:rsidR="00B97E5D">
        <w:t xml:space="preserve">, </w:t>
      </w:r>
      <w:r w:rsidRPr="003E4D35">
        <w:t>toutes rondes sur leurs plateaux</w:t>
      </w:r>
      <w:r w:rsidR="00B97E5D">
        <w:t xml:space="preserve">, </w:t>
      </w:r>
      <w:r w:rsidRPr="003E4D35">
        <w:t>n</w:t>
      </w:r>
      <w:r w:rsidR="00B97E5D">
        <w:t>’</w:t>
      </w:r>
      <w:r w:rsidRPr="003E4D35">
        <w:t>étaient plus que les cases d</w:t>
      </w:r>
      <w:r w:rsidR="00B97E5D">
        <w:t>’</w:t>
      </w:r>
      <w:r w:rsidRPr="003E4D35">
        <w:t>une roulette effleurée sans cesse par une bille qui touchait maintenant Lisbonne</w:t>
      </w:r>
      <w:r w:rsidR="00B97E5D">
        <w:t xml:space="preserve">, </w:t>
      </w:r>
      <w:r w:rsidRPr="003E4D35">
        <w:t>maintenant Tokyo</w:t>
      </w:r>
      <w:r w:rsidR="00B97E5D">
        <w:t xml:space="preserve">. </w:t>
      </w:r>
      <w:r w:rsidRPr="003E4D35">
        <w:t>Ah</w:t>
      </w:r>
      <w:r w:rsidR="00B97E5D">
        <w:t xml:space="preserve"> ! </w:t>
      </w:r>
      <w:r w:rsidRPr="003E4D35">
        <w:t>je haïssais ce coup de canon</w:t>
      </w:r>
      <w:r w:rsidR="00B97E5D">
        <w:t xml:space="preserve">, </w:t>
      </w:r>
      <w:r w:rsidRPr="003E4D35">
        <w:t>pour toujours peut-être interrompu</w:t>
      </w:r>
      <w:r w:rsidR="00B97E5D">
        <w:t xml:space="preserve">, </w:t>
      </w:r>
      <w:r w:rsidRPr="003E4D35">
        <w:t>comme la voix d</w:t>
      </w:r>
      <w:r w:rsidR="00B97E5D">
        <w:t>’</w:t>
      </w:r>
      <w:r w:rsidRPr="003E4D35">
        <w:t>une femme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à la minute de sa mort révèle à son mari qu</w:t>
      </w:r>
      <w:r w:rsidR="00B97E5D">
        <w:t>’</w:t>
      </w:r>
      <w:r w:rsidRPr="003E4D35">
        <w:t>un de ses amis l</w:t>
      </w:r>
      <w:r w:rsidR="00B97E5D">
        <w:t>’</w:t>
      </w:r>
      <w:r w:rsidRPr="003E4D35">
        <w:t>a trompé</w:t>
      </w:r>
      <w:r w:rsidR="00B97E5D">
        <w:t xml:space="preserve">, </w:t>
      </w:r>
      <w:r w:rsidRPr="003E4D35">
        <w:t>meurt juste avant d</w:t>
      </w:r>
      <w:r w:rsidR="00B97E5D">
        <w:t>’</w:t>
      </w:r>
      <w:r w:rsidRPr="003E4D35">
        <w:t>avoir avoué le nom</w:t>
      </w:r>
      <w:r w:rsidR="00B97E5D">
        <w:t xml:space="preserve">, </w:t>
      </w:r>
      <w:r w:rsidRPr="003E4D35">
        <w:t>et gâte pour lui</w:t>
      </w:r>
      <w:r w:rsidR="00B97E5D">
        <w:t xml:space="preserve">, </w:t>
      </w:r>
      <w:r w:rsidRPr="003E4D35">
        <w:t>éternellement</w:t>
      </w:r>
      <w:r w:rsidR="00B97E5D">
        <w:t xml:space="preserve">, </w:t>
      </w:r>
      <w:r w:rsidRPr="003E4D35">
        <w:t>la grande et la petite am</w:t>
      </w:r>
      <w:r w:rsidRPr="003E4D35">
        <w:t>i</w:t>
      </w:r>
      <w:r w:rsidRPr="003E4D35">
        <w:t>tié</w:t>
      </w:r>
      <w:r w:rsidR="00B97E5D">
        <w:t>.</w:t>
      </w:r>
    </w:p>
    <w:p w14:paraId="14B8B259" w14:textId="386693F4" w:rsidR="00F225BE" w:rsidRPr="003E4D35" w:rsidRDefault="00F225BE" w:rsidP="00F225BE"/>
    <w:p w14:paraId="0204C665" w14:textId="77777777" w:rsidR="00B97E5D" w:rsidRDefault="00F225BE" w:rsidP="00F225BE">
      <w:r w:rsidRPr="003E4D35">
        <w:t>À midi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l</w:t>
      </w:r>
      <w:r w:rsidR="00B97E5D">
        <w:t>’</w:t>
      </w:r>
      <w:r w:rsidRPr="003E4D35">
        <w:t>habitude d</w:t>
      </w:r>
      <w:r w:rsidR="00B97E5D">
        <w:t>’</w:t>
      </w:r>
      <w:r w:rsidRPr="003E4D35">
        <w:t>aller au rocher Claudel</w:t>
      </w:r>
      <w:r w:rsidR="00B97E5D">
        <w:t xml:space="preserve">. </w:t>
      </w:r>
      <w:r w:rsidRPr="003E4D35">
        <w:t>Le co</w:t>
      </w:r>
      <w:r w:rsidRPr="003E4D35">
        <w:t>u</w:t>
      </w:r>
      <w:r w:rsidRPr="003E4D35">
        <w:t>rant effleurant l</w:t>
      </w:r>
      <w:r w:rsidR="00B97E5D">
        <w:t>’</w:t>
      </w:r>
      <w:r w:rsidRPr="003E4D35">
        <w:t>île juste à ce point</w:t>
      </w:r>
      <w:r w:rsidR="00B97E5D">
        <w:t xml:space="preserve">, </w:t>
      </w:r>
      <w:r w:rsidRPr="003E4D35">
        <w:t>tout ce que m</w:t>
      </w:r>
      <w:r w:rsidR="00B97E5D">
        <w:t>’</w:t>
      </w:r>
      <w:r w:rsidRPr="003E4D35">
        <w:t xml:space="preserve">envoyait </w:t>
      </w:r>
      <w:r w:rsidRPr="003E4D35">
        <w:lastRenderedPageBreak/>
        <w:t>l</w:t>
      </w:r>
      <w:r w:rsidR="00B97E5D">
        <w:t>’</w:t>
      </w:r>
      <w:r w:rsidRPr="003E4D35">
        <w:t>un</w:t>
      </w:r>
      <w:r w:rsidRPr="003E4D35">
        <w:t>i</w:t>
      </w:r>
      <w:r w:rsidRPr="003E4D35">
        <w:t>vers abordait là</w:t>
      </w:r>
      <w:r w:rsidR="00B97E5D">
        <w:t xml:space="preserve">, </w:t>
      </w:r>
      <w:r w:rsidRPr="003E4D35">
        <w:t>et je m</w:t>
      </w:r>
      <w:r w:rsidR="00B97E5D">
        <w:t>’</w:t>
      </w:r>
      <w:r w:rsidRPr="003E4D35">
        <w:t>y rendais comme à la seule distribution de cette pose</w:t>
      </w:r>
      <w:r w:rsidR="00B97E5D">
        <w:t xml:space="preserve">, </w:t>
      </w:r>
      <w:r w:rsidRPr="003E4D35">
        <w:t>qui jadis m</w:t>
      </w:r>
      <w:r w:rsidR="00B97E5D">
        <w:t>’</w:t>
      </w:r>
      <w:r w:rsidRPr="003E4D35">
        <w:t>avait apportée moi-même</w:t>
      </w:r>
      <w:r w:rsidR="00B97E5D">
        <w:t xml:space="preserve">. </w:t>
      </w:r>
      <w:r w:rsidRPr="003E4D35">
        <w:t>Tous les mois</w:t>
      </w:r>
      <w:r w:rsidR="00B97E5D">
        <w:t xml:space="preserve">, </w:t>
      </w:r>
      <w:r w:rsidRPr="003E4D35">
        <w:t>un déchet de l</w:t>
      </w:r>
      <w:r w:rsidR="00B97E5D">
        <w:t>’</w:t>
      </w:r>
      <w:r w:rsidRPr="003E4D35">
        <w:t>Europe ou un cadeau presque neuf de l</w:t>
      </w:r>
      <w:r w:rsidR="00B97E5D">
        <w:t>’</w:t>
      </w:r>
      <w:r w:rsidRPr="003E4D35">
        <w:t>Océanie m</w:t>
      </w:r>
      <w:r w:rsidR="00B97E5D">
        <w:t>’</w:t>
      </w:r>
      <w:r w:rsidRPr="003E4D35">
        <w:t>y attendait</w:t>
      </w:r>
      <w:r w:rsidR="00B97E5D">
        <w:t xml:space="preserve">, </w:t>
      </w:r>
      <w:r w:rsidRPr="003E4D35">
        <w:t>mais le plus souvent je n</w:t>
      </w:r>
      <w:r w:rsidR="00B97E5D">
        <w:t>’</w:t>
      </w:r>
      <w:r w:rsidRPr="003E4D35">
        <w:t>en revenais</w:t>
      </w:r>
      <w:r w:rsidR="00B97E5D">
        <w:t xml:space="preserve">, </w:t>
      </w:r>
      <w:r w:rsidRPr="003E4D35">
        <w:t>au bout d</w:t>
      </w:r>
      <w:r w:rsidR="00B97E5D">
        <w:t>’</w:t>
      </w:r>
      <w:r w:rsidRPr="003E4D35">
        <w:t>une ou deux heures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avec mon ombre</w:t>
      </w:r>
      <w:r w:rsidR="00B97E5D">
        <w:t xml:space="preserve">. </w:t>
      </w:r>
      <w:r w:rsidRPr="003E4D35">
        <w:t>Ce jour-là ju</w:t>
      </w:r>
      <w:r w:rsidRPr="003E4D35">
        <w:t>s</w:t>
      </w:r>
      <w:r w:rsidRPr="003E4D35">
        <w:t>tement collé par le flux au rocher</w:t>
      </w:r>
      <w:r w:rsidR="00B97E5D">
        <w:t xml:space="preserve">, </w:t>
      </w:r>
      <w:r w:rsidRPr="003E4D35">
        <w:t>imposé par une mer insi</w:t>
      </w:r>
      <w:r w:rsidRPr="003E4D35">
        <w:t>s</w:t>
      </w:r>
      <w:r w:rsidRPr="003E4D35">
        <w:t>tante</w:t>
      </w:r>
      <w:r w:rsidR="00B97E5D">
        <w:t xml:space="preserve">, </w:t>
      </w:r>
      <w:r w:rsidRPr="003E4D35">
        <w:t>flottait un corps de chien</w:t>
      </w:r>
      <w:r w:rsidR="00B97E5D">
        <w:t xml:space="preserve">. </w:t>
      </w:r>
      <w:r w:rsidRPr="003E4D35">
        <w:t>Il était déjà gonflé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bien cet animal dont le cadavre est le seul cadavre en France que l</w:t>
      </w:r>
      <w:r w:rsidR="00B97E5D">
        <w:t>’</w:t>
      </w:r>
      <w:r w:rsidRPr="003E4D35">
        <w:t>on voie couramment</w:t>
      </w:r>
      <w:r w:rsidR="00B97E5D">
        <w:t xml:space="preserve">, </w:t>
      </w:r>
      <w:r w:rsidRPr="003E4D35">
        <w:t>qui y rende le pire destin familier aux e</w:t>
      </w:r>
      <w:r w:rsidRPr="003E4D35">
        <w:t>n</w:t>
      </w:r>
      <w:r w:rsidRPr="003E4D35">
        <w:t>fants</w:t>
      </w:r>
      <w:r w:rsidR="00B97E5D">
        <w:t xml:space="preserve">, </w:t>
      </w:r>
      <w:r w:rsidRPr="003E4D35">
        <w:t>traversant tout Paris</w:t>
      </w:r>
      <w:r w:rsidR="00B97E5D">
        <w:t xml:space="preserve">, </w:t>
      </w:r>
      <w:r w:rsidRPr="003E4D35">
        <w:t>dernière pudeur</w:t>
      </w:r>
      <w:r w:rsidR="00B97E5D">
        <w:t xml:space="preserve">, </w:t>
      </w:r>
      <w:r w:rsidRPr="003E4D35">
        <w:t>toujours par l</w:t>
      </w:r>
      <w:r w:rsidR="00B97E5D">
        <w:t>’</w:t>
      </w:r>
      <w:r w:rsidRPr="003E4D35">
        <w:t>a</w:t>
      </w:r>
      <w:r w:rsidRPr="003E4D35">
        <w:t>r</w:t>
      </w:r>
      <w:r w:rsidRPr="003E4D35">
        <w:t>che du milieu</w:t>
      </w:r>
      <w:r w:rsidR="00B97E5D">
        <w:t xml:space="preserve">. </w:t>
      </w:r>
      <w:r w:rsidRPr="003E4D35">
        <w:t>Mais ici</w:t>
      </w:r>
      <w:r w:rsidR="00B97E5D">
        <w:t xml:space="preserve">, </w:t>
      </w:r>
      <w:r w:rsidRPr="003E4D35">
        <w:t>grâce au remous</w:t>
      </w:r>
      <w:r w:rsidR="00B97E5D">
        <w:t xml:space="preserve">, </w:t>
      </w:r>
      <w:r w:rsidRPr="003E4D35">
        <w:t>il s</w:t>
      </w:r>
      <w:r w:rsidR="00B97E5D">
        <w:t>’</w:t>
      </w:r>
      <w:r w:rsidRPr="003E4D35">
        <w:t>acharnait à vouloir mettre hors de l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à tirer à sec ce symbole de la mort</w:t>
      </w:r>
      <w:r w:rsidR="00B97E5D">
        <w:t xml:space="preserve">. </w:t>
      </w:r>
      <w:r w:rsidRPr="003E4D35">
        <w:t>Je l</w:t>
      </w:r>
      <w:r w:rsidR="00B97E5D">
        <w:t>’</w:t>
      </w:r>
      <w:r w:rsidRPr="003E4D35">
        <w:t>écartai d</w:t>
      </w:r>
      <w:r w:rsidR="00B97E5D">
        <w:t>’</w:t>
      </w:r>
      <w:r w:rsidRPr="003E4D35">
        <w:t>autant de coups de gaffe qu</w:t>
      </w:r>
      <w:r w:rsidR="00B97E5D">
        <w:t>’</w:t>
      </w:r>
      <w:r w:rsidRPr="003E4D35">
        <w:t>un policeman anglais qui voit un vrai chien vivant aborder en Angleterre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un can</w:t>
      </w:r>
      <w:r w:rsidRPr="003E4D35">
        <w:t>i</w:t>
      </w:r>
      <w:r w:rsidRPr="003E4D35">
        <w:t>che</w:t>
      </w:r>
      <w:r w:rsidR="00B97E5D">
        <w:t xml:space="preserve">. </w:t>
      </w:r>
      <w:r w:rsidRPr="003E4D35">
        <w:t>Il s</w:t>
      </w:r>
      <w:r w:rsidR="00B97E5D">
        <w:t>’</w:t>
      </w:r>
      <w:r w:rsidRPr="003E4D35">
        <w:t>écartait une seconde</w:t>
      </w:r>
      <w:r w:rsidR="00B97E5D">
        <w:t xml:space="preserve">, </w:t>
      </w:r>
      <w:r w:rsidRPr="003E4D35">
        <w:t>puis revenait</w:t>
      </w:r>
      <w:r w:rsidR="00B97E5D">
        <w:t xml:space="preserve">, </w:t>
      </w:r>
      <w:r w:rsidRPr="003E4D35">
        <w:t>dans un mouv</w:t>
      </w:r>
      <w:r w:rsidRPr="003E4D35">
        <w:t>e</w:t>
      </w:r>
      <w:r w:rsidRPr="003E4D35">
        <w:t>ment de la mer qui remplaçait sans le savoir le réflexe d</w:t>
      </w:r>
      <w:r w:rsidR="00B97E5D">
        <w:t>’</w:t>
      </w:r>
      <w:r w:rsidRPr="003E4D35">
        <w:t>un c</w:t>
      </w:r>
      <w:r w:rsidRPr="003E4D35">
        <w:t>a</w:t>
      </w:r>
      <w:r w:rsidRPr="003E4D35">
        <w:t>niche battu</w:t>
      </w:r>
      <w:r w:rsidR="00B97E5D">
        <w:t xml:space="preserve">. </w:t>
      </w:r>
      <w:r w:rsidRPr="003E4D35">
        <w:t>Il dérivait enfin</w:t>
      </w:r>
      <w:r w:rsidR="00B97E5D">
        <w:t xml:space="preserve">, </w:t>
      </w:r>
      <w:r w:rsidRPr="003E4D35">
        <w:t>quand j</w:t>
      </w:r>
      <w:r w:rsidR="00B97E5D">
        <w:t>’</w:t>
      </w:r>
      <w:r w:rsidRPr="003E4D35">
        <w:t>aperçus son collier</w:t>
      </w:r>
      <w:r w:rsidR="00B97E5D">
        <w:t xml:space="preserve"> : </w:t>
      </w:r>
      <w:r w:rsidRPr="003E4D35">
        <w:t>je n</w:t>
      </w:r>
      <w:r w:rsidRPr="003E4D35">
        <w:t>a</w:t>
      </w:r>
      <w:r w:rsidRPr="003E4D35">
        <w:t>geai vers lui</w:t>
      </w:r>
      <w:r w:rsidR="00B97E5D">
        <w:t xml:space="preserve">, </w:t>
      </w:r>
      <w:r w:rsidRPr="003E4D35">
        <w:t>défis la boucle</w:t>
      </w:r>
      <w:r w:rsidR="00B97E5D">
        <w:t xml:space="preserve">, </w:t>
      </w:r>
      <w:r w:rsidRPr="003E4D35">
        <w:t>et il s</w:t>
      </w:r>
      <w:r w:rsidR="00B97E5D">
        <w:t>’</w:t>
      </w:r>
      <w:r w:rsidRPr="003E4D35">
        <w:t>éloigna</w:t>
      </w:r>
      <w:r w:rsidR="00B97E5D">
        <w:t xml:space="preserve">, </w:t>
      </w:r>
      <w:r w:rsidRPr="003E4D35">
        <w:t>sa mission terminée</w:t>
      </w:r>
      <w:r w:rsidR="00B97E5D">
        <w:t xml:space="preserve">, </w:t>
      </w:r>
      <w:r w:rsidRPr="003E4D35">
        <w:t>qui était de m</w:t>
      </w:r>
      <w:r w:rsidR="00B97E5D">
        <w:t>’</w:t>
      </w:r>
      <w:r w:rsidRPr="003E4D35">
        <w:t>apporter ces deux mots incompréhensibles</w:t>
      </w:r>
      <w:r w:rsidR="00B97E5D">
        <w:t xml:space="preserve"> : </w:t>
      </w:r>
      <w:r w:rsidRPr="003E4D35">
        <w:t>Vo</w:t>
      </w:r>
      <w:r w:rsidRPr="003E4D35">
        <w:t>l</w:t>
      </w:r>
      <w:r w:rsidRPr="003E4D35">
        <w:t>ga</w:t>
      </w:r>
      <w:r w:rsidR="00B97E5D">
        <w:t xml:space="preserve">, </w:t>
      </w:r>
      <w:r w:rsidRPr="003E4D35">
        <w:t>Vermeer</w:t>
      </w:r>
      <w:r w:rsidR="00B97E5D">
        <w:t xml:space="preserve">. </w:t>
      </w:r>
      <w:r w:rsidRPr="003E4D35">
        <w:t>Quelques minutes après</w:t>
      </w:r>
      <w:r w:rsidR="00B97E5D">
        <w:t xml:space="preserve">, </w:t>
      </w:r>
      <w:r w:rsidRPr="003E4D35">
        <w:t>une masse plus lourde passa au large</w:t>
      </w:r>
      <w:r w:rsidR="00B97E5D">
        <w:t xml:space="preserve">, </w:t>
      </w:r>
      <w:r w:rsidRPr="003E4D35">
        <w:t>un autre chien</w:t>
      </w:r>
      <w:r w:rsidR="00B97E5D">
        <w:t xml:space="preserve">, </w:t>
      </w:r>
      <w:r w:rsidRPr="003E4D35">
        <w:t>un terre-neuve</w:t>
      </w:r>
      <w:r w:rsidR="00B97E5D">
        <w:t xml:space="preserve">, </w:t>
      </w:r>
      <w:r w:rsidRPr="003E4D35">
        <w:t>qui me donna lui aussi deux mots</w:t>
      </w:r>
      <w:r w:rsidR="00B97E5D">
        <w:t xml:space="preserve"> : </w:t>
      </w:r>
      <w:proofErr w:type="spellStart"/>
      <w:r w:rsidRPr="003E4D35">
        <w:t>Kismet</w:t>
      </w:r>
      <w:proofErr w:type="spellEnd"/>
      <w:r w:rsidR="00B97E5D">
        <w:t xml:space="preserve">, </w:t>
      </w:r>
      <w:proofErr w:type="spellStart"/>
      <w:r w:rsidRPr="003E4D35">
        <w:t>Bellerophon</w:t>
      </w:r>
      <w:proofErr w:type="spellEnd"/>
      <w:r w:rsidR="00B97E5D">
        <w:t xml:space="preserve">. </w:t>
      </w:r>
      <w:r w:rsidRPr="003E4D35">
        <w:t>Caniches</w:t>
      </w:r>
      <w:r w:rsidR="00B97E5D">
        <w:t xml:space="preserve">, </w:t>
      </w:r>
      <w:r w:rsidRPr="003E4D35">
        <w:t>terre-neuve</w:t>
      </w:r>
      <w:r w:rsidR="00B97E5D">
        <w:t xml:space="preserve">, </w:t>
      </w:r>
      <w:r w:rsidRPr="003E4D35">
        <w:t>races fidèles</w:t>
      </w:r>
      <w:r w:rsidR="00B97E5D">
        <w:t xml:space="preserve">, </w:t>
      </w:r>
      <w:r w:rsidRPr="003E4D35">
        <w:t>qui venaient me chercher jusque-là</w:t>
      </w:r>
      <w:r w:rsidR="00B97E5D">
        <w:t xml:space="preserve">, </w:t>
      </w:r>
      <w:r w:rsidRPr="003E4D35">
        <w:t>et qu</w:t>
      </w:r>
      <w:r w:rsidR="00B97E5D">
        <w:t>’</w:t>
      </w:r>
      <w:r w:rsidRPr="003E4D35">
        <w:t>eût e</w:t>
      </w:r>
      <w:r w:rsidRPr="003E4D35">
        <w:t>s</w:t>
      </w:r>
      <w:r w:rsidRPr="003E4D35">
        <w:t>cortés sûrement le chien de berger s</w:t>
      </w:r>
      <w:r w:rsidR="00B97E5D">
        <w:t>’</w:t>
      </w:r>
      <w:r w:rsidRPr="003E4D35">
        <w:t>il n</w:t>
      </w:r>
      <w:r w:rsidR="00B97E5D">
        <w:t>’</w:t>
      </w:r>
      <w:r w:rsidRPr="003E4D35">
        <w:t>avait été retenu au m</w:t>
      </w:r>
      <w:r w:rsidRPr="003E4D35">
        <w:t>i</w:t>
      </w:r>
      <w:r w:rsidRPr="003E4D35">
        <w:t>lieu de la Brie par son devoir</w:t>
      </w:r>
      <w:r w:rsidR="00B97E5D">
        <w:t>.</w:t>
      </w:r>
    </w:p>
    <w:p w14:paraId="6B857B6E" w14:textId="77777777" w:rsidR="00B97E5D" w:rsidRDefault="00F225BE" w:rsidP="00F225BE">
      <w:r w:rsidRPr="003E4D35">
        <w:t>Soudain retentit cet appel de mes oiseaux par lequel ils m</w:t>
      </w:r>
      <w:r w:rsidR="00B97E5D">
        <w:t>’</w:t>
      </w:r>
      <w:r w:rsidRPr="003E4D35">
        <w:t>annonçaient qu</w:t>
      </w:r>
      <w:r w:rsidR="00B97E5D">
        <w:t>’</w:t>
      </w:r>
      <w:r w:rsidRPr="003E4D35">
        <w:t>un oiseau nouveau avait pénétré dans l</w:t>
      </w:r>
      <w:r w:rsidR="00B97E5D">
        <w:t>’</w:t>
      </w:r>
      <w:r w:rsidRPr="003E4D35">
        <w:t>île</w:t>
      </w:r>
      <w:r w:rsidR="00B97E5D">
        <w:t xml:space="preserve">. </w:t>
      </w:r>
      <w:r w:rsidRPr="003E4D35">
        <w:t>Mais au lieu de poursuivre l</w:t>
      </w:r>
      <w:r w:rsidR="00B97E5D">
        <w:t>’</w:t>
      </w:r>
      <w:r w:rsidRPr="003E4D35">
        <w:t>intrus de cocotier en baobab par de longs rayons rouges ou verts terminés par les kakatoès nègres</w:t>
      </w:r>
      <w:r w:rsidR="00B97E5D">
        <w:t xml:space="preserve">, </w:t>
      </w:r>
      <w:r w:rsidRPr="003E4D35">
        <w:t>les moins rapides</w:t>
      </w:r>
      <w:r w:rsidR="00B97E5D">
        <w:t xml:space="preserve">, </w:t>
      </w:r>
      <w:r w:rsidRPr="003E4D35">
        <w:t>au bord de la mer ils se pressaient autour d</w:t>
      </w:r>
      <w:r w:rsidR="00B97E5D">
        <w:t>’</w:t>
      </w:r>
      <w:r w:rsidRPr="003E4D35">
        <w:t>une épave</w:t>
      </w:r>
      <w:r w:rsidR="00B97E5D">
        <w:t xml:space="preserve">. </w:t>
      </w:r>
      <w:r w:rsidRPr="003E4D35">
        <w:t>Ils la cachaient</w:t>
      </w:r>
      <w:r w:rsidR="00B97E5D">
        <w:t xml:space="preserve">, </w:t>
      </w:r>
      <w:r w:rsidRPr="003E4D35">
        <w:t>mais ils dessinaient autour d</w:t>
      </w:r>
      <w:r w:rsidR="00B97E5D">
        <w:t>’</w:t>
      </w:r>
      <w:r w:rsidRPr="003E4D35">
        <w:t>elle une forme</w:t>
      </w:r>
      <w:r w:rsidR="00B97E5D">
        <w:t xml:space="preserve">. </w:t>
      </w:r>
      <w:r w:rsidRPr="003E4D35">
        <w:t>Je voyais</w:t>
      </w:r>
      <w:r w:rsidR="00B97E5D">
        <w:t xml:space="preserve">, </w:t>
      </w:r>
      <w:r w:rsidRPr="003E4D35">
        <w:t>sous tant d</w:t>
      </w:r>
      <w:r w:rsidR="00B97E5D">
        <w:t>’</w:t>
      </w:r>
      <w:r w:rsidRPr="003E4D35">
        <w:t>ailes</w:t>
      </w:r>
      <w:r w:rsidR="00B97E5D">
        <w:t xml:space="preserve">, </w:t>
      </w:r>
      <w:r w:rsidRPr="003E4D35">
        <w:t xml:space="preserve">une statue </w:t>
      </w:r>
      <w:r w:rsidRPr="003E4D35">
        <w:lastRenderedPageBreak/>
        <w:t>géante</w:t>
      </w:r>
      <w:r w:rsidR="00B97E5D">
        <w:t xml:space="preserve">, </w:t>
      </w:r>
      <w:r w:rsidRPr="003E4D35">
        <w:t>une personne de tapisserie</w:t>
      </w:r>
      <w:r w:rsidR="00B97E5D">
        <w:t xml:space="preserve">, </w:t>
      </w:r>
      <w:r w:rsidRPr="003E4D35">
        <w:t>mais gonflée et palpitante</w:t>
      </w:r>
      <w:r w:rsidR="00B97E5D">
        <w:t xml:space="preserve">. </w:t>
      </w:r>
      <w:r w:rsidRPr="003E4D35">
        <w:t>À mesure que j</w:t>
      </w:r>
      <w:r w:rsidR="00B97E5D">
        <w:t>’</w:t>
      </w:r>
      <w:r w:rsidRPr="003E4D35">
        <w:t>approchais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étais moi-même entourée et drapée d</w:t>
      </w:r>
      <w:r w:rsidR="00B97E5D">
        <w:t>’</w:t>
      </w:r>
      <w:r w:rsidRPr="003E4D35">
        <w:t>un voile d</w:t>
      </w:r>
      <w:r w:rsidR="00B97E5D">
        <w:t>’</w:t>
      </w:r>
      <w:r w:rsidRPr="003E4D35">
        <w:t>oiseaux excités</w:t>
      </w:r>
      <w:r w:rsidR="00B97E5D">
        <w:t xml:space="preserve">, </w:t>
      </w:r>
      <w:r w:rsidRPr="003E4D35">
        <w:t>je devenais une créature géante aussi</w:t>
      </w:r>
      <w:r w:rsidR="00B97E5D">
        <w:t xml:space="preserve">, </w:t>
      </w:r>
      <w:r w:rsidRPr="003E4D35">
        <w:t>aérée</w:t>
      </w:r>
      <w:r w:rsidR="00B97E5D">
        <w:t xml:space="preserve">, </w:t>
      </w:r>
      <w:r w:rsidRPr="003E4D35">
        <w:t>avec au centre un petit corps de femme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arrivais</w:t>
      </w:r>
      <w:r w:rsidR="00B97E5D">
        <w:t xml:space="preserve">. </w:t>
      </w:r>
      <w:r w:rsidRPr="003E4D35">
        <w:t>Les premiers de mes perroquets se confondaient déjà avec les perroquets de l</w:t>
      </w:r>
      <w:r w:rsidR="00B97E5D">
        <w:t>’</w:t>
      </w:r>
      <w:r w:rsidRPr="003E4D35">
        <w:t>épave</w:t>
      </w:r>
      <w:r w:rsidR="00B97E5D">
        <w:t xml:space="preserve">. </w:t>
      </w:r>
      <w:r w:rsidRPr="003E4D35">
        <w:t>Je me penchai</w:t>
      </w:r>
      <w:r w:rsidR="00B97E5D">
        <w:t xml:space="preserve">, </w:t>
      </w:r>
      <w:r w:rsidRPr="003E4D35">
        <w:t>je rejetai les oiseaux qui la couvraient</w:t>
      </w:r>
      <w:r w:rsidR="00B97E5D">
        <w:t xml:space="preserve">, </w:t>
      </w:r>
      <w:r w:rsidRPr="003E4D35">
        <w:t>avec mes mains</w:t>
      </w:r>
      <w:r w:rsidR="00B97E5D">
        <w:t xml:space="preserve">, </w:t>
      </w:r>
      <w:r w:rsidRPr="003E4D35">
        <w:t>comme une couverture</w:t>
      </w:r>
      <w:r w:rsidR="00B97E5D">
        <w:t xml:space="preserve">. </w:t>
      </w:r>
      <w:r w:rsidRPr="003E4D35">
        <w:t>Je vis une épaule</w:t>
      </w:r>
      <w:r w:rsidR="00B97E5D">
        <w:t xml:space="preserve">, </w:t>
      </w:r>
      <w:r w:rsidRPr="003E4D35">
        <w:t>au</w:t>
      </w:r>
      <w:r w:rsidRPr="003E4D35">
        <w:t>s</w:t>
      </w:r>
      <w:r w:rsidRPr="003E4D35">
        <w:t>sitôt cachée par de nouveaux plumages</w:t>
      </w:r>
      <w:r w:rsidR="00B97E5D">
        <w:t xml:space="preserve">. </w:t>
      </w:r>
      <w:r w:rsidRPr="003E4D35">
        <w:t>Une minute je me battis contre cette enveloppe qui</w:t>
      </w:r>
      <w:r w:rsidR="00B97E5D">
        <w:t xml:space="preserve">, </w:t>
      </w:r>
      <w:r w:rsidRPr="003E4D35">
        <w:t>crevant par places</w:t>
      </w:r>
      <w:r w:rsidR="00B97E5D">
        <w:t xml:space="preserve">, </w:t>
      </w:r>
      <w:r w:rsidRPr="003E4D35">
        <w:t>me laissa aperc</w:t>
      </w:r>
      <w:r w:rsidRPr="003E4D35">
        <w:t>e</w:t>
      </w:r>
      <w:r w:rsidRPr="003E4D35">
        <w:t>voir un genou</w:t>
      </w:r>
      <w:r w:rsidR="00B97E5D">
        <w:t xml:space="preserve">, </w:t>
      </w:r>
      <w:r w:rsidRPr="003E4D35">
        <w:t>puis une main</w:t>
      </w:r>
      <w:r w:rsidR="00B97E5D">
        <w:t xml:space="preserve">, </w:t>
      </w:r>
      <w:r w:rsidRPr="003E4D35">
        <w:t>puis une surface lisse</w:t>
      </w:r>
      <w:r w:rsidR="00B97E5D">
        <w:t xml:space="preserve">, </w:t>
      </w:r>
      <w:r w:rsidRPr="003E4D35">
        <w:t>comme s</w:t>
      </w:r>
      <w:r w:rsidR="00B97E5D">
        <w:t>’</w:t>
      </w:r>
      <w:r w:rsidRPr="003E4D35">
        <w:t>il y avait au-dessous un sol humain</w:t>
      </w:r>
      <w:r w:rsidR="00B97E5D">
        <w:t xml:space="preserve"> ; </w:t>
      </w:r>
      <w:r w:rsidRPr="003E4D35">
        <w:t>puis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dû toucher l</w:t>
      </w:r>
      <w:r w:rsidR="00B97E5D">
        <w:t>’</w:t>
      </w:r>
      <w:r w:rsidRPr="003E4D35">
        <w:t>o</w:t>
      </w:r>
      <w:r w:rsidRPr="003E4D35">
        <w:t>i</w:t>
      </w:r>
      <w:r w:rsidRPr="003E4D35">
        <w:t>seau-agrafe de cette robe</w:t>
      </w:r>
      <w:r w:rsidR="00B97E5D">
        <w:t xml:space="preserve">, </w:t>
      </w:r>
      <w:r w:rsidRPr="003E4D35">
        <w:t>ils s</w:t>
      </w:r>
      <w:r w:rsidR="00B97E5D">
        <w:t>’</w:t>
      </w:r>
      <w:r w:rsidRPr="003E4D35">
        <w:t>envolèrent tous à la fois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ce v</w:t>
      </w:r>
      <w:r w:rsidRPr="003E4D35">
        <w:t>ê</w:t>
      </w:r>
      <w:r w:rsidRPr="003E4D35">
        <w:t>tement évanoui</w:t>
      </w:r>
      <w:r w:rsidR="00B97E5D">
        <w:t xml:space="preserve">, </w:t>
      </w:r>
      <w:r w:rsidRPr="003E4D35">
        <w:t>je vis un homme</w:t>
      </w:r>
      <w:r w:rsidR="00B97E5D">
        <w:t>.</w:t>
      </w:r>
    </w:p>
    <w:p w14:paraId="11F2BE64" w14:textId="77777777" w:rsidR="00B97E5D" w:rsidRDefault="00F225BE" w:rsidP="00F225BE">
      <w:r w:rsidRPr="003E4D35">
        <w:t>Un homme qui m</w:t>
      </w:r>
      <w:r w:rsidR="00B97E5D">
        <w:t>’</w:t>
      </w:r>
      <w:r w:rsidRPr="003E4D35">
        <w:t>arrivait nu</w:t>
      </w:r>
      <w:r w:rsidR="00B97E5D">
        <w:t xml:space="preserve">, </w:t>
      </w:r>
      <w:r w:rsidRPr="003E4D35">
        <w:t>comme aux femmes d</w:t>
      </w:r>
      <w:r w:rsidR="00B97E5D">
        <w:t>’</w:t>
      </w:r>
      <w:r w:rsidRPr="003E4D35">
        <w:t>Europe un enfant</w:t>
      </w:r>
      <w:r w:rsidR="00B97E5D">
        <w:t xml:space="preserve">. </w:t>
      </w:r>
      <w:r w:rsidRPr="003E4D35">
        <w:t>Le haut de son corps était à sec sur le sable</w:t>
      </w:r>
      <w:r w:rsidR="00B97E5D">
        <w:t xml:space="preserve">, </w:t>
      </w:r>
      <w:r w:rsidRPr="003E4D35">
        <w:t>mais l</w:t>
      </w:r>
      <w:r w:rsidR="00B97E5D">
        <w:t>’</w:t>
      </w:r>
      <w:r w:rsidRPr="003E4D35">
        <w:t>eau montait à sa ceinture et par pudeur</w:t>
      </w:r>
      <w:r w:rsidR="00B97E5D">
        <w:t xml:space="preserve">, </w:t>
      </w:r>
      <w:r w:rsidRPr="003E4D35">
        <w:t>en mourant</w:t>
      </w:r>
      <w:r w:rsidR="00B97E5D">
        <w:t xml:space="preserve">, </w:t>
      </w:r>
      <w:r w:rsidRPr="003E4D35">
        <w:t>il avait pu relever jusque-là la mer</w:t>
      </w:r>
      <w:r w:rsidR="00B97E5D">
        <w:t xml:space="preserve">. </w:t>
      </w:r>
      <w:r w:rsidRPr="003E4D35">
        <w:t>Il avait les bras écartés</w:t>
      </w:r>
      <w:r w:rsidR="00B97E5D">
        <w:t xml:space="preserve">, </w:t>
      </w:r>
      <w:r w:rsidRPr="003E4D35">
        <w:t>il semblait cloué par punition sur mon île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Océanie voulait faire un exe</w:t>
      </w:r>
      <w:r w:rsidRPr="003E4D35">
        <w:t>m</w:t>
      </w:r>
      <w:r w:rsidRPr="003E4D35">
        <w:t>ple</w:t>
      </w:r>
      <w:r w:rsidR="00B97E5D">
        <w:t xml:space="preserve">. </w:t>
      </w:r>
      <w:r w:rsidRPr="003E4D35">
        <w:t>Sur ce corps d</w:t>
      </w:r>
      <w:r w:rsidR="00B97E5D">
        <w:t>’</w:t>
      </w:r>
      <w:r w:rsidRPr="003E4D35">
        <w:t>homme</w:t>
      </w:r>
      <w:r w:rsidR="00B97E5D">
        <w:t xml:space="preserve">, </w:t>
      </w:r>
      <w:r w:rsidRPr="003E4D35">
        <w:t>le premier que je voyais</w:t>
      </w:r>
      <w:r w:rsidR="00B97E5D">
        <w:t xml:space="preserve">, </w:t>
      </w:r>
      <w:r w:rsidRPr="003E4D35">
        <w:t>du premier coup d</w:t>
      </w:r>
      <w:r w:rsidR="00B97E5D">
        <w:t>’</w:t>
      </w:r>
      <w:r w:rsidRPr="003E4D35">
        <w:t>œil j</w:t>
      </w:r>
      <w:r w:rsidR="00B97E5D">
        <w:t>’</w:t>
      </w:r>
      <w:r w:rsidRPr="003E4D35">
        <w:t>étais stupéfaite de déchiffrer sa vie et ses moindres manies</w:t>
      </w:r>
      <w:r w:rsidR="00B97E5D">
        <w:t xml:space="preserve"> ! </w:t>
      </w:r>
      <w:r w:rsidRPr="003E4D35">
        <w:t>Avais-je donc une telle science des hommes</w:t>
      </w:r>
      <w:r w:rsidR="00B97E5D">
        <w:t xml:space="preserve"> ? </w:t>
      </w:r>
      <w:r w:rsidRPr="003E4D35">
        <w:t>l</w:t>
      </w:r>
      <w:r w:rsidR="00B97E5D">
        <w:t>’</w:t>
      </w:r>
      <w:r w:rsidRPr="003E4D35">
        <w:t>index de la main droite était jaune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il fumait</w:t>
      </w:r>
      <w:r w:rsidR="00B97E5D">
        <w:t xml:space="preserve"> ; </w:t>
      </w:r>
      <w:r w:rsidRPr="003E4D35">
        <w:t>les talons usés et éculés comme des talons de souliers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il était autor</w:t>
      </w:r>
      <w:r w:rsidRPr="003E4D35">
        <w:t>i</w:t>
      </w:r>
      <w:r w:rsidRPr="003E4D35">
        <w:t>taire</w:t>
      </w:r>
      <w:r w:rsidR="00B97E5D">
        <w:t xml:space="preserve"> ; </w:t>
      </w:r>
      <w:r w:rsidRPr="003E4D35">
        <w:t>la bouche ouverte sur le côté</w:t>
      </w:r>
      <w:r w:rsidR="00B97E5D">
        <w:t xml:space="preserve">, </w:t>
      </w:r>
      <w:r w:rsidRPr="003E4D35">
        <w:t>il devait s</w:t>
      </w:r>
      <w:r w:rsidR="00B97E5D">
        <w:t>’</w:t>
      </w:r>
      <w:r w:rsidRPr="003E4D35">
        <w:t>amuser à cracher loin</w:t>
      </w:r>
      <w:r w:rsidR="00B97E5D">
        <w:t xml:space="preserve"> ; </w:t>
      </w:r>
      <w:r w:rsidRPr="003E4D35">
        <w:t>la lèvre supérieure avancée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il était gai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il aimait les calembours</w:t>
      </w:r>
      <w:r w:rsidR="00B97E5D">
        <w:t xml:space="preserve"> ; </w:t>
      </w:r>
      <w:r w:rsidRPr="003E4D35">
        <w:t>la ceinture plissée et ridée par une vraie ceint</w:t>
      </w:r>
      <w:r w:rsidRPr="003E4D35">
        <w:t>u</w:t>
      </w:r>
      <w:r w:rsidRPr="003E4D35">
        <w:t>re</w:t>
      </w:r>
      <w:r w:rsidR="00B97E5D">
        <w:t xml:space="preserve">, </w:t>
      </w:r>
      <w:r w:rsidRPr="003E4D35">
        <w:t>un gymnaste</w:t>
      </w:r>
      <w:r w:rsidR="00B97E5D">
        <w:t xml:space="preserve">. </w:t>
      </w:r>
      <w:r w:rsidRPr="003E4D35">
        <w:t>Il avait des cheveux roux et ras</w:t>
      </w:r>
      <w:r w:rsidR="00B97E5D">
        <w:t xml:space="preserve">, </w:t>
      </w:r>
      <w:r w:rsidRPr="003E4D35">
        <w:t>la barbe fra</w:t>
      </w:r>
      <w:r w:rsidRPr="003E4D35">
        <w:t>î</w:t>
      </w:r>
      <w:r w:rsidRPr="003E4D35">
        <w:t>che</w:t>
      </w:r>
      <w:r w:rsidR="00B97E5D">
        <w:t xml:space="preserve"> ; </w:t>
      </w:r>
      <w:r w:rsidRPr="003E4D35">
        <w:t>on avait prévu la bataille</w:t>
      </w:r>
      <w:r w:rsidR="00B97E5D">
        <w:t xml:space="preserve">, </w:t>
      </w:r>
      <w:r w:rsidRPr="003E4D35">
        <w:t>fait raser et tondre l</w:t>
      </w:r>
      <w:r w:rsidR="00B97E5D">
        <w:t>’</w:t>
      </w:r>
      <w:r w:rsidRPr="003E4D35">
        <w:t>équipage</w:t>
      </w:r>
      <w:r w:rsidR="00B97E5D">
        <w:t xml:space="preserve">. </w:t>
      </w:r>
      <w:r w:rsidRPr="003E4D35">
        <w:t>Le nez était cassé</w:t>
      </w:r>
      <w:r w:rsidR="00B97E5D">
        <w:t xml:space="preserve"> ; </w:t>
      </w:r>
      <w:r w:rsidRPr="003E4D35">
        <w:t>plus tard j</w:t>
      </w:r>
      <w:r w:rsidR="00B97E5D">
        <w:t>’</w:t>
      </w:r>
      <w:r w:rsidRPr="003E4D35">
        <w:t>ai songé qu</w:t>
      </w:r>
      <w:r w:rsidR="00B97E5D">
        <w:t>’</w:t>
      </w:r>
      <w:r w:rsidRPr="003E4D35">
        <w:t>il devait être boxeur</w:t>
      </w:r>
      <w:r w:rsidR="00B97E5D">
        <w:t xml:space="preserve">. </w:t>
      </w:r>
      <w:r w:rsidRPr="003E4D35">
        <w:t>Sur une de ces hanches</w:t>
      </w:r>
      <w:r w:rsidR="00B97E5D">
        <w:t xml:space="preserve">, </w:t>
      </w:r>
      <w:r w:rsidRPr="003E4D35">
        <w:t>des cicatrices comme des encoches</w:t>
      </w:r>
      <w:r w:rsidR="00B97E5D">
        <w:t xml:space="preserve">, </w:t>
      </w:r>
      <w:r w:rsidRPr="003E4D35">
        <w:t>de son genou à son épaule</w:t>
      </w:r>
      <w:r w:rsidR="00B97E5D">
        <w:t xml:space="preserve">, </w:t>
      </w:r>
      <w:r w:rsidRPr="003E4D35">
        <w:t>comme si un enfant s</w:t>
      </w:r>
      <w:r w:rsidR="00B97E5D">
        <w:t>’</w:t>
      </w:r>
      <w:r w:rsidRPr="003E4D35">
        <w:t xml:space="preserve">était mesuré chaque année </w:t>
      </w:r>
      <w:r w:rsidRPr="003E4D35">
        <w:lastRenderedPageBreak/>
        <w:t>à lui</w:t>
      </w:r>
      <w:r w:rsidR="00B97E5D">
        <w:t xml:space="preserve">. </w:t>
      </w:r>
      <w:r w:rsidRPr="003E4D35">
        <w:t>Les lèvres justes closes de celui qui vient de parler</w:t>
      </w:r>
      <w:r w:rsidR="00B97E5D">
        <w:t xml:space="preserve">, </w:t>
      </w:r>
      <w:r w:rsidRPr="003E4D35">
        <w:t>mais le visage dur de qui n</w:t>
      </w:r>
      <w:r w:rsidR="00B97E5D">
        <w:t>’</w:t>
      </w:r>
      <w:r w:rsidRPr="003E4D35">
        <w:t>attend plus de r</w:t>
      </w:r>
      <w:r w:rsidRPr="003E4D35">
        <w:t>é</w:t>
      </w:r>
      <w:r w:rsidRPr="003E4D35">
        <w:t>ponse</w:t>
      </w:r>
      <w:r w:rsidR="00B97E5D">
        <w:t xml:space="preserve"> : </w:t>
      </w:r>
      <w:r w:rsidRPr="003E4D35">
        <w:t>une plaisa</w:t>
      </w:r>
      <w:r w:rsidRPr="003E4D35">
        <w:t>n</w:t>
      </w:r>
      <w:r w:rsidRPr="003E4D35">
        <w:t>terie sans doute sur la torpille qui venait</w:t>
      </w:r>
      <w:r w:rsidR="00B97E5D">
        <w:t xml:space="preserve">. </w:t>
      </w:r>
      <w:r w:rsidRPr="003E4D35">
        <w:t>Je ne sais quoi aussi d</w:t>
      </w:r>
      <w:r w:rsidR="00B97E5D">
        <w:t>’</w:t>
      </w:r>
      <w:r w:rsidRPr="003E4D35">
        <w:t>épars jusque sur la poitrine</w:t>
      </w:r>
      <w:r w:rsidR="00B97E5D">
        <w:t xml:space="preserve">, </w:t>
      </w:r>
      <w:r w:rsidRPr="003E4D35">
        <w:t>les mains</w:t>
      </w:r>
      <w:r w:rsidR="00B97E5D">
        <w:t xml:space="preserve">, </w:t>
      </w:r>
      <w:r w:rsidRPr="003E4D35">
        <w:t>qui indiquait la ruse</w:t>
      </w:r>
      <w:r w:rsidR="00B97E5D">
        <w:t xml:space="preserve">, </w:t>
      </w:r>
      <w:r w:rsidRPr="003E4D35">
        <w:t>le mensonge</w:t>
      </w:r>
      <w:r w:rsidR="00B97E5D">
        <w:t xml:space="preserve">. </w:t>
      </w:r>
      <w:r w:rsidRPr="003E4D35">
        <w:t>Mais je ne pensai guère à me demander s</w:t>
      </w:r>
      <w:r w:rsidR="00B97E5D">
        <w:t>’</w:t>
      </w:r>
      <w:r w:rsidRPr="003E4D35">
        <w:t>il était i</w:t>
      </w:r>
      <w:r w:rsidRPr="003E4D35">
        <w:t>m</w:t>
      </w:r>
      <w:r w:rsidRPr="003E4D35">
        <w:t>prudent de me donner un maître rusé et menteur</w:t>
      </w:r>
      <w:r w:rsidR="00B97E5D">
        <w:t xml:space="preserve">, </w:t>
      </w:r>
      <w:r w:rsidRPr="003E4D35">
        <w:t>un maître qui crachait</w:t>
      </w:r>
      <w:r w:rsidR="00B97E5D">
        <w:t xml:space="preserve">, </w:t>
      </w:r>
      <w:r w:rsidRPr="003E4D35">
        <w:t>et déjà j</w:t>
      </w:r>
      <w:r w:rsidR="00B97E5D">
        <w:t>’</w:t>
      </w:r>
      <w:r w:rsidRPr="003E4D35">
        <w:t>étais courbée sur lui</w:t>
      </w:r>
      <w:r w:rsidR="00B97E5D">
        <w:t xml:space="preserve">. </w:t>
      </w:r>
      <w:r w:rsidRPr="003E4D35">
        <w:t>Je ne pouvais tirer sa langue</w:t>
      </w:r>
      <w:r w:rsidR="00B97E5D">
        <w:t xml:space="preserve">, </w:t>
      </w:r>
      <w:r w:rsidRPr="003E4D35">
        <w:t>car il était impossible d</w:t>
      </w:r>
      <w:r w:rsidR="00B97E5D">
        <w:t>’</w:t>
      </w:r>
      <w:r w:rsidRPr="003E4D35">
        <w:t>ouvrir ses mâchoires</w:t>
      </w:r>
      <w:r w:rsidR="00B97E5D">
        <w:t xml:space="preserve">, </w:t>
      </w:r>
      <w:r w:rsidRPr="003E4D35">
        <w:t>ni le su</w:t>
      </w:r>
      <w:r w:rsidRPr="003E4D35">
        <w:t>s</w:t>
      </w:r>
      <w:r w:rsidRPr="003E4D35">
        <w:t>pendre par les pieds</w:t>
      </w:r>
      <w:r w:rsidR="00B97E5D">
        <w:t xml:space="preserve">, </w:t>
      </w:r>
      <w:r w:rsidRPr="003E4D35">
        <w:t>car il était lourd</w:t>
      </w:r>
      <w:r w:rsidR="00B97E5D">
        <w:t xml:space="preserve">, </w:t>
      </w:r>
      <w:r w:rsidRPr="003E4D35">
        <w:t>ni fermer et rouvrir ses bras</w:t>
      </w:r>
      <w:r w:rsidR="00B97E5D">
        <w:t xml:space="preserve">, </w:t>
      </w:r>
      <w:r w:rsidRPr="003E4D35">
        <w:t>déjà trop raides</w:t>
      </w:r>
      <w:r w:rsidR="00B97E5D">
        <w:t xml:space="preserve">. </w:t>
      </w:r>
      <w:r w:rsidRPr="003E4D35">
        <w:t>Une heure je tournai autour de lui</w:t>
      </w:r>
      <w:r w:rsidR="00B97E5D">
        <w:t xml:space="preserve">, </w:t>
      </w:r>
      <w:r w:rsidRPr="003E4D35">
        <w:t>assi</w:t>
      </w:r>
      <w:r w:rsidRPr="003E4D35">
        <w:t>é</w:t>
      </w:r>
      <w:r w:rsidRPr="003E4D35">
        <w:t>geant ce corps pour lui donner la vie</w:t>
      </w:r>
      <w:r w:rsidR="00B97E5D">
        <w:t xml:space="preserve">, </w:t>
      </w:r>
      <w:r w:rsidRPr="003E4D35">
        <w:t>avec la minute de celui qui veut tuer une tortue ou une bête à carapace</w:t>
      </w:r>
      <w:r w:rsidR="00B97E5D">
        <w:t xml:space="preserve">, </w:t>
      </w:r>
      <w:r w:rsidRPr="003E4D35">
        <w:t>cherchant un d</w:t>
      </w:r>
      <w:r w:rsidRPr="003E4D35">
        <w:t>é</w:t>
      </w:r>
      <w:r w:rsidRPr="003E4D35">
        <w:t>faut à son armure</w:t>
      </w:r>
      <w:r w:rsidR="00B97E5D">
        <w:t xml:space="preserve">, </w:t>
      </w:r>
      <w:r w:rsidRPr="003E4D35">
        <w:t>essayant de le brûler avec ma loupe</w:t>
      </w:r>
      <w:r w:rsidR="00B97E5D">
        <w:t xml:space="preserve">, </w:t>
      </w:r>
      <w:r w:rsidRPr="003E4D35">
        <w:t>comme jadis un ennemi dans un vrai siège</w:t>
      </w:r>
      <w:r w:rsidR="00B97E5D">
        <w:t xml:space="preserve">. </w:t>
      </w:r>
      <w:r w:rsidRPr="003E4D35">
        <w:t>En vain</w:t>
      </w:r>
      <w:r w:rsidR="00B97E5D">
        <w:t xml:space="preserve">. </w:t>
      </w:r>
      <w:r w:rsidRPr="003E4D35">
        <w:t>Sur le corail où je l</w:t>
      </w:r>
      <w:r w:rsidR="00B97E5D">
        <w:t>’</w:t>
      </w:r>
      <w:r w:rsidRPr="003E4D35">
        <w:t>avais tiré</w:t>
      </w:r>
      <w:r w:rsidR="00B97E5D">
        <w:t xml:space="preserve">, </w:t>
      </w:r>
      <w:r w:rsidRPr="003E4D35">
        <w:t>étendu et en croix</w:t>
      </w:r>
      <w:r w:rsidR="00B97E5D">
        <w:t xml:space="preserve">, </w:t>
      </w:r>
      <w:r w:rsidRPr="003E4D35">
        <w:t>il me redonnait seulement à la fois l</w:t>
      </w:r>
      <w:r w:rsidR="00B97E5D">
        <w:t>’</w:t>
      </w:r>
      <w:r w:rsidRPr="003E4D35">
        <w:t>étalon de ma religion et de ma race</w:t>
      </w:r>
      <w:r w:rsidR="00B97E5D">
        <w:t xml:space="preserve">. – </w:t>
      </w:r>
      <w:r w:rsidRPr="003E4D35">
        <w:t>Pa</w:t>
      </w:r>
      <w:r w:rsidRPr="003E4D35">
        <w:t>r</w:t>
      </w:r>
      <w:r w:rsidRPr="003E4D35">
        <w:t>fois</w:t>
      </w:r>
      <w:r w:rsidR="00B97E5D">
        <w:t xml:space="preserve">, </w:t>
      </w:r>
      <w:r w:rsidRPr="003E4D35">
        <w:t>assise à son chevet</w:t>
      </w:r>
      <w:r w:rsidR="00B97E5D">
        <w:t xml:space="preserve">, </w:t>
      </w:r>
      <w:r w:rsidRPr="003E4D35">
        <w:t>je le gardais comme un typhique</w:t>
      </w:r>
      <w:r w:rsidR="00B97E5D">
        <w:t xml:space="preserve">. </w:t>
      </w:r>
      <w:r w:rsidRPr="003E4D35">
        <w:t>Il me redonnait les vieilles mesures d</w:t>
      </w:r>
      <w:r w:rsidR="00B97E5D">
        <w:t>’</w:t>
      </w:r>
      <w:r w:rsidRPr="003E4D35">
        <w:t>Occident pour juger ce monde où j</w:t>
      </w:r>
      <w:r w:rsidR="00B97E5D">
        <w:t>’</w:t>
      </w:r>
      <w:r w:rsidRPr="003E4D35">
        <w:t>étais devenue la seule norme</w:t>
      </w:r>
      <w:r w:rsidR="00B97E5D">
        <w:t xml:space="preserve">, </w:t>
      </w:r>
      <w:r w:rsidRPr="003E4D35">
        <w:t>le pouce</w:t>
      </w:r>
      <w:r w:rsidR="00B97E5D">
        <w:t xml:space="preserve">, </w:t>
      </w:r>
      <w:r w:rsidRPr="003E4D35">
        <w:t>la coudée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aune</w:t>
      </w:r>
      <w:r w:rsidR="00B97E5D">
        <w:t xml:space="preserve">. </w:t>
      </w:r>
      <w:r w:rsidRPr="003E4D35">
        <w:t>Parfois je le caressais au front comme un fiévreux</w:t>
      </w:r>
      <w:r w:rsidR="00B97E5D">
        <w:t xml:space="preserve">. </w:t>
      </w:r>
      <w:r w:rsidRPr="003E4D35">
        <w:t>Sur son v</w:t>
      </w:r>
      <w:r w:rsidRPr="003E4D35">
        <w:t>i</w:t>
      </w:r>
      <w:r w:rsidRPr="003E4D35">
        <w:t>sage les ombres</w:t>
      </w:r>
      <w:r w:rsidR="00B97E5D">
        <w:t xml:space="preserve">, </w:t>
      </w:r>
      <w:r w:rsidRPr="003E4D35">
        <w:t>à mesure que le soleil montait</w:t>
      </w:r>
      <w:r w:rsidR="00B97E5D">
        <w:t xml:space="preserve">, </w:t>
      </w:r>
      <w:r w:rsidRPr="003E4D35">
        <w:t>modifiaient à chaque instant ses traits</w:t>
      </w:r>
      <w:r w:rsidR="00B97E5D">
        <w:t xml:space="preserve">, </w:t>
      </w:r>
      <w:r w:rsidRPr="003E4D35">
        <w:t>sans que jamais cependant il resse</w:t>
      </w:r>
      <w:r w:rsidRPr="003E4D35">
        <w:t>m</w:t>
      </w:r>
      <w:r w:rsidRPr="003E4D35">
        <w:t>blât à quelqu</w:t>
      </w:r>
      <w:r w:rsidR="00B97E5D">
        <w:t>’</w:t>
      </w:r>
      <w:r w:rsidRPr="003E4D35">
        <w:t>un que j</w:t>
      </w:r>
      <w:r w:rsidR="00B97E5D">
        <w:t>’</w:t>
      </w:r>
      <w:r w:rsidRPr="003E4D35">
        <w:t>aie connu</w:t>
      </w:r>
      <w:r w:rsidR="00B97E5D">
        <w:t xml:space="preserve">, </w:t>
      </w:r>
      <w:r w:rsidRPr="003E4D35">
        <w:t>épuisant les visages d</w:t>
      </w:r>
      <w:r w:rsidR="00B97E5D">
        <w:t>’</w:t>
      </w:r>
      <w:r w:rsidRPr="003E4D35">
        <w:t>une série d</w:t>
      </w:r>
      <w:r w:rsidR="00B97E5D">
        <w:t>’</w:t>
      </w:r>
      <w:r w:rsidRPr="003E4D35">
        <w:t>humains que je n</w:t>
      </w:r>
      <w:r w:rsidR="00B97E5D">
        <w:t>’</w:t>
      </w:r>
      <w:r w:rsidRPr="003E4D35">
        <w:t>avais jamais rencontrée</w:t>
      </w:r>
      <w:r w:rsidR="00B97E5D">
        <w:t xml:space="preserve">. </w:t>
      </w:r>
      <w:r w:rsidRPr="003E4D35">
        <w:t>Il était couvert de tatouages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abord indistincts sur son corps bleuâtre</w:t>
      </w:r>
      <w:r w:rsidR="00B97E5D">
        <w:t xml:space="preserve">, </w:t>
      </w:r>
      <w:r w:rsidRPr="003E4D35">
        <w:t>mais que le soleil révéla peu à peu comme une encre sympathique</w:t>
      </w:r>
      <w:r w:rsidR="00B97E5D">
        <w:t xml:space="preserve">, </w:t>
      </w:r>
      <w:r w:rsidRPr="003E4D35">
        <w:t>et je les lisais à mesure qu</w:t>
      </w:r>
      <w:r w:rsidR="00B97E5D">
        <w:t>’</w:t>
      </w:r>
      <w:r w:rsidRPr="003E4D35">
        <w:t>ils apparaissaient sur lui</w:t>
      </w:r>
      <w:r w:rsidR="00B97E5D">
        <w:t xml:space="preserve">. </w:t>
      </w:r>
      <w:r w:rsidRPr="003E4D35">
        <w:t>D</w:t>
      </w:r>
      <w:r w:rsidR="00B97E5D">
        <w:t>’</w:t>
      </w:r>
      <w:r w:rsidRPr="003E4D35">
        <w:t>abord son prénom et son nom</w:t>
      </w:r>
      <w:r w:rsidR="00B97E5D">
        <w:t xml:space="preserve">, </w:t>
      </w:r>
      <w:r w:rsidRPr="003E4D35">
        <w:t>cela était anglais</w:t>
      </w:r>
      <w:r w:rsidR="00B97E5D">
        <w:t xml:space="preserve">, </w:t>
      </w:r>
      <w:r w:rsidRPr="003E4D35">
        <w:t>cela était le corps de John Smith</w:t>
      </w:r>
      <w:r w:rsidR="00B97E5D">
        <w:t xml:space="preserve">. </w:t>
      </w:r>
      <w:r w:rsidRPr="003E4D35">
        <w:t>Puis son surnom</w:t>
      </w:r>
      <w:r w:rsidR="00B97E5D">
        <w:t xml:space="preserve">, </w:t>
      </w:r>
      <w:r w:rsidRPr="003E4D35">
        <w:t>cela était</w:t>
      </w:r>
      <w:r w:rsidR="00B97E5D">
        <w:t xml:space="preserve">, </w:t>
      </w:r>
      <w:r w:rsidRPr="003E4D35">
        <w:t>pour les dames</w:t>
      </w:r>
      <w:r w:rsidR="00B97E5D">
        <w:t xml:space="preserve">, </w:t>
      </w:r>
      <w:r w:rsidRPr="003E4D35">
        <w:t>le corps de Johnny</w:t>
      </w:r>
      <w:r w:rsidR="00B97E5D">
        <w:t xml:space="preserve">. </w:t>
      </w:r>
      <w:r w:rsidRPr="003E4D35">
        <w:t>Puis une insulte à qui lirait ses tatouages</w:t>
      </w:r>
      <w:r w:rsidR="00B97E5D">
        <w:t xml:space="preserve">, </w:t>
      </w:r>
      <w:r w:rsidRPr="003E4D35">
        <w:t>mais je ne lui en voulus pas</w:t>
      </w:r>
      <w:r w:rsidR="00B97E5D">
        <w:t xml:space="preserve">. </w:t>
      </w:r>
      <w:r w:rsidRPr="003E4D35">
        <w:t>Puis une phrase de la Bible le dédiant à celui qui fait bondir les montagnes</w:t>
      </w:r>
      <w:r w:rsidR="00B97E5D">
        <w:t xml:space="preserve">, </w:t>
      </w:r>
      <w:r w:rsidRPr="003E4D35">
        <w:t>qui calme les cœurs</w:t>
      </w:r>
      <w:r w:rsidR="00B97E5D">
        <w:t xml:space="preserve">, </w:t>
      </w:r>
      <w:r w:rsidRPr="003E4D35">
        <w:t>cela était l</w:t>
      </w:r>
      <w:r w:rsidR="00B97E5D">
        <w:t>’</w:t>
      </w:r>
      <w:r w:rsidRPr="003E4D35">
        <w:t xml:space="preserve">âme de </w:t>
      </w:r>
      <w:r w:rsidRPr="003E4D35">
        <w:lastRenderedPageBreak/>
        <w:t>Johnny Smith</w:t>
      </w:r>
      <w:r w:rsidR="00B97E5D">
        <w:t xml:space="preserve">. </w:t>
      </w:r>
      <w:r w:rsidRPr="003E4D35">
        <w:t>Sur son bras gauche</w:t>
      </w:r>
      <w:r w:rsidR="00B97E5D">
        <w:t xml:space="preserve">, </w:t>
      </w:r>
      <w:r w:rsidRPr="003E4D35">
        <w:t>à côté de trois petites ancres en triangle</w:t>
      </w:r>
      <w:r w:rsidR="00B97E5D">
        <w:t xml:space="preserve">, </w:t>
      </w:r>
      <w:r w:rsidRPr="003E4D35">
        <w:t>marques du vaccin qui libère pour toujours de la mis</w:t>
      </w:r>
      <w:r w:rsidRPr="003E4D35">
        <w:t>è</w:t>
      </w:r>
      <w:r w:rsidRPr="003E4D35">
        <w:t>re terrienne</w:t>
      </w:r>
      <w:r w:rsidR="00B97E5D">
        <w:t xml:space="preserve">, </w:t>
      </w:r>
      <w:r w:rsidRPr="003E4D35">
        <w:t>deux mots en caractères anciens</w:t>
      </w:r>
      <w:r w:rsidR="00B97E5D">
        <w:t xml:space="preserve">, </w:t>
      </w:r>
      <w:r w:rsidRPr="003E4D35">
        <w:t>du dix-septième ou du dix-huitième siècle</w:t>
      </w:r>
      <w:r w:rsidR="00B97E5D">
        <w:t xml:space="preserve">, </w:t>
      </w:r>
      <w:r w:rsidRPr="003E4D35">
        <w:t>ROYAL NAVY</w:t>
      </w:r>
      <w:r w:rsidR="00B97E5D">
        <w:t xml:space="preserve">. </w:t>
      </w:r>
      <w:r w:rsidRPr="003E4D35">
        <w:t>Puis là où les t</w:t>
      </w:r>
      <w:r w:rsidRPr="003E4D35">
        <w:t>a</w:t>
      </w:r>
      <w:r w:rsidRPr="003E4D35">
        <w:t>toueurs s</w:t>
      </w:r>
      <w:r w:rsidR="00B97E5D">
        <w:t>’</w:t>
      </w:r>
      <w:r w:rsidRPr="003E4D35">
        <w:t>obstinent à croire qu</w:t>
      </w:r>
      <w:r w:rsidR="00B97E5D">
        <w:t>’</w:t>
      </w:r>
      <w:r w:rsidRPr="003E4D35">
        <w:t>est le cœur</w:t>
      </w:r>
      <w:r w:rsidR="00B97E5D">
        <w:t xml:space="preserve">, </w:t>
      </w:r>
      <w:r w:rsidRPr="003E4D35">
        <w:t>juste au milieu du ventre</w:t>
      </w:r>
      <w:r w:rsidR="00B97E5D">
        <w:t xml:space="preserve">, </w:t>
      </w:r>
      <w:r w:rsidRPr="003E4D35">
        <w:t>un cœur grandeur nature avec une flèche</w:t>
      </w:r>
      <w:r w:rsidR="00B97E5D">
        <w:t xml:space="preserve">. </w:t>
      </w:r>
      <w:r w:rsidRPr="003E4D35">
        <w:t>Des noms de femmes épars</w:t>
      </w:r>
      <w:r w:rsidR="00B97E5D">
        <w:t xml:space="preserve">, </w:t>
      </w:r>
      <w:r w:rsidRPr="003E4D35">
        <w:t>Mary</w:t>
      </w:r>
      <w:r w:rsidR="00B97E5D">
        <w:t xml:space="preserve">, </w:t>
      </w:r>
      <w:r w:rsidRPr="003E4D35">
        <w:t>Nelly</w:t>
      </w:r>
      <w:r w:rsidR="00B97E5D">
        <w:t xml:space="preserve">, </w:t>
      </w:r>
      <w:r w:rsidRPr="003E4D35">
        <w:t>Molly</w:t>
      </w:r>
      <w:r w:rsidR="00B97E5D">
        <w:t xml:space="preserve">, </w:t>
      </w:r>
      <w:r w:rsidRPr="003E4D35">
        <w:t>avec des dates et des vi</w:t>
      </w:r>
      <w:r w:rsidRPr="003E4D35">
        <w:t>l</w:t>
      </w:r>
      <w:r w:rsidRPr="003E4D35">
        <w:t>les</w:t>
      </w:r>
      <w:r w:rsidR="00B97E5D">
        <w:t xml:space="preserve">, </w:t>
      </w:r>
      <w:r w:rsidRPr="003E4D35">
        <w:t>Mary de Plymouth</w:t>
      </w:r>
      <w:r w:rsidR="00B97E5D">
        <w:t xml:space="preserve">, </w:t>
      </w:r>
      <w:r w:rsidRPr="003E4D35">
        <w:t>Nelly de Sao-Paulo</w:t>
      </w:r>
      <w:r w:rsidR="00B97E5D">
        <w:t xml:space="preserve">, </w:t>
      </w:r>
      <w:r w:rsidRPr="003E4D35">
        <w:t>Molly de Dakar</w:t>
      </w:r>
      <w:r w:rsidR="00B97E5D">
        <w:t xml:space="preserve">. </w:t>
      </w:r>
      <w:r w:rsidRPr="003E4D35">
        <w:t>Johnny était f</w:t>
      </w:r>
      <w:r w:rsidRPr="003E4D35">
        <w:t>i</w:t>
      </w:r>
      <w:r w:rsidRPr="003E4D35">
        <w:t>dèle aux Anglaises quel que fût le continent</w:t>
      </w:r>
      <w:r w:rsidR="00B97E5D">
        <w:t xml:space="preserve">. </w:t>
      </w:r>
      <w:r w:rsidRPr="003E4D35">
        <w:t>Une des jambes avec le dessin du tibia et du fémur</w:t>
      </w:r>
      <w:r w:rsidR="00B97E5D">
        <w:t xml:space="preserve">, </w:t>
      </w:r>
      <w:r w:rsidRPr="003E4D35">
        <w:t>le pied avec tous les petits os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sur la plante</w:t>
      </w:r>
      <w:r w:rsidR="00B97E5D">
        <w:t xml:space="preserve">, </w:t>
      </w:r>
      <w:r w:rsidRPr="003E4D35">
        <w:t>la signature de l</w:t>
      </w:r>
      <w:r w:rsidR="00B97E5D">
        <w:t>’</w:t>
      </w:r>
      <w:r w:rsidRPr="003E4D35">
        <w:t>artiste</w:t>
      </w:r>
      <w:r w:rsidR="00B97E5D">
        <w:t xml:space="preserve"> : </w:t>
      </w:r>
      <w:r w:rsidRPr="003E4D35">
        <w:t>MACD</w:t>
      </w:r>
      <w:r w:rsidRPr="003E4D35">
        <w:t>O</w:t>
      </w:r>
      <w:r w:rsidRPr="003E4D35">
        <w:t>NALD</w:t>
      </w:r>
      <w:r w:rsidR="00B97E5D">
        <w:t xml:space="preserve">, </w:t>
      </w:r>
      <w:r w:rsidRPr="003E4D35">
        <w:t>TATOUEUR DU ROI</w:t>
      </w:r>
      <w:r w:rsidR="00B97E5D">
        <w:t xml:space="preserve">. </w:t>
      </w:r>
      <w:proofErr w:type="spellStart"/>
      <w:r w:rsidRPr="003E4D35">
        <w:t>JERMYN</w:t>
      </w:r>
      <w:proofErr w:type="spellEnd"/>
      <w:r w:rsidRPr="003E4D35">
        <w:t xml:space="preserve"> STREET</w:t>
      </w:r>
      <w:r w:rsidR="00B97E5D">
        <w:t xml:space="preserve">. </w:t>
      </w:r>
      <w:r w:rsidRPr="003E4D35">
        <w:t>Sur la poitrine en lettres de cinq centimètres le début d</w:t>
      </w:r>
      <w:r w:rsidR="00B97E5D">
        <w:t>’</w:t>
      </w:r>
      <w:r w:rsidRPr="003E4D35">
        <w:t>une phrase</w:t>
      </w:r>
      <w:r w:rsidR="00B97E5D">
        <w:t xml:space="preserve">, </w:t>
      </w:r>
      <w:r w:rsidRPr="003E4D35">
        <w:t>I AM</w:t>
      </w:r>
      <w:r w:rsidR="00B97E5D">
        <w:t xml:space="preserve">, </w:t>
      </w:r>
      <w:r w:rsidRPr="003E4D35">
        <w:t>que je parvins à lire toute en retournant la plus lourde page qu</w:t>
      </w:r>
      <w:r w:rsidR="00B97E5D">
        <w:t>’</w:t>
      </w:r>
      <w:r w:rsidRPr="003E4D35">
        <w:t>on ait lue en ce bas monde</w:t>
      </w:r>
      <w:r w:rsidR="00B97E5D">
        <w:t xml:space="preserve">, </w:t>
      </w:r>
      <w:r w:rsidRPr="003E4D35">
        <w:t>I AM A SON OF HAPPY LEEDS</w:t>
      </w:r>
      <w:r w:rsidR="00B97E5D">
        <w:t xml:space="preserve">. </w:t>
      </w:r>
      <w:r w:rsidRPr="003E4D35">
        <w:t>Un fils de l</w:t>
      </w:r>
      <w:r w:rsidR="00B97E5D">
        <w:t>’</w:t>
      </w:r>
      <w:r w:rsidRPr="003E4D35">
        <w:t>heureuse Leeds</w:t>
      </w:r>
      <w:r w:rsidR="00B97E5D">
        <w:t xml:space="preserve">, </w:t>
      </w:r>
      <w:r w:rsidRPr="003E4D35">
        <w:t>de la riche Leeds</w:t>
      </w:r>
      <w:r w:rsidR="00B97E5D">
        <w:t xml:space="preserve">, </w:t>
      </w:r>
      <w:r w:rsidRPr="003E4D35">
        <w:t>grouillante d</w:t>
      </w:r>
      <w:r w:rsidR="00B97E5D">
        <w:t>’</w:t>
      </w:r>
      <w:r w:rsidRPr="003E4D35">
        <w:t>épingles à tête et d</w:t>
      </w:r>
      <w:r w:rsidR="00B97E5D">
        <w:t>’</w:t>
      </w:r>
      <w:r w:rsidRPr="003E4D35">
        <w:t>épingles à cheveux plus qu</w:t>
      </w:r>
      <w:r w:rsidR="00B97E5D">
        <w:t>’</w:t>
      </w:r>
      <w:r w:rsidRPr="003E4D35">
        <w:t>un divan</w:t>
      </w:r>
      <w:r w:rsidR="00B97E5D">
        <w:t xml:space="preserve">. </w:t>
      </w:r>
      <w:r w:rsidRPr="003E4D35">
        <w:t>Je lisais tout haut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interrompais pour chasser les oiseaux</w:t>
      </w:r>
      <w:r w:rsidR="00B97E5D">
        <w:t xml:space="preserve">, </w:t>
      </w:r>
      <w:r w:rsidRPr="003E4D35">
        <w:t>dans la langue</w:t>
      </w:r>
      <w:r w:rsidR="00B97E5D">
        <w:t xml:space="preserve">, </w:t>
      </w:r>
      <w:r w:rsidRPr="003E4D35">
        <w:t>malgré moi</w:t>
      </w:r>
      <w:r w:rsidR="00B97E5D">
        <w:t xml:space="preserve">, </w:t>
      </w:r>
      <w:r w:rsidRPr="003E4D35">
        <w:t>de Johnny Smith</w:t>
      </w:r>
      <w:r w:rsidR="00B97E5D">
        <w:t xml:space="preserve">. </w:t>
      </w:r>
      <w:r w:rsidRPr="003E4D35">
        <w:t>Je n</w:t>
      </w:r>
      <w:r w:rsidR="00B97E5D">
        <w:t>’</w:t>
      </w:r>
      <w:r w:rsidRPr="003E4D35">
        <w:t>ai parlé qu</w:t>
      </w:r>
      <w:r w:rsidR="00B97E5D">
        <w:t>’</w:t>
      </w:r>
      <w:r w:rsidRPr="003E4D35">
        <w:t>anglais avec lui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est que je voyais l</w:t>
      </w:r>
      <w:r w:rsidR="00B97E5D">
        <w:t>’</w:t>
      </w:r>
      <w:r w:rsidRPr="003E4D35">
        <w:t>A</w:t>
      </w:r>
      <w:r w:rsidRPr="003E4D35">
        <w:t>n</w:t>
      </w:r>
      <w:r w:rsidRPr="003E4D35">
        <w:t>gleterre</w:t>
      </w:r>
      <w:r w:rsidR="00B97E5D">
        <w:t xml:space="preserve">, </w:t>
      </w:r>
      <w:r w:rsidRPr="003E4D35">
        <w:t>à genoux devant lui</w:t>
      </w:r>
      <w:r w:rsidR="00B97E5D">
        <w:t xml:space="preserve">, </w:t>
      </w:r>
      <w:r w:rsidRPr="003E4D35">
        <w:t>plus que si mille vaisseaux battant l</w:t>
      </w:r>
      <w:r w:rsidR="00B97E5D">
        <w:t>’</w:t>
      </w:r>
      <w:r w:rsidRPr="003E4D35">
        <w:t>Union Jack avaient passé au large</w:t>
      </w:r>
      <w:r w:rsidR="00B97E5D">
        <w:t xml:space="preserve">… </w:t>
      </w:r>
      <w:r w:rsidRPr="003E4D35">
        <w:t>Ainsi</w:t>
      </w:r>
      <w:r w:rsidR="00B97E5D">
        <w:t xml:space="preserve">, </w:t>
      </w:r>
      <w:r w:rsidRPr="003E4D35">
        <w:t>par la loi des prob</w:t>
      </w:r>
      <w:r w:rsidRPr="003E4D35">
        <w:t>a</w:t>
      </w:r>
      <w:r w:rsidRPr="003E4D35">
        <w:t>bles et des moyennes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un Anglais que m</w:t>
      </w:r>
      <w:r w:rsidR="00B97E5D">
        <w:t>’</w:t>
      </w:r>
      <w:r w:rsidRPr="003E4D35">
        <w:t>apportait la mer</w:t>
      </w:r>
      <w:r w:rsidR="00B97E5D">
        <w:t xml:space="preserve"> ! </w:t>
      </w:r>
      <w:r w:rsidRPr="003E4D35">
        <w:t>Des cadavres flottant sur les eaux</w:t>
      </w:r>
      <w:r w:rsidR="00B97E5D">
        <w:t xml:space="preserve">, </w:t>
      </w:r>
      <w:r w:rsidRPr="003E4D35">
        <w:t>le chiffre des Anglais dépa</w:t>
      </w:r>
      <w:r w:rsidRPr="003E4D35">
        <w:t>s</w:t>
      </w:r>
      <w:r w:rsidRPr="003E4D35">
        <w:t>sait au moins d</w:t>
      </w:r>
      <w:r w:rsidR="00B97E5D">
        <w:t>’</w:t>
      </w:r>
      <w:r w:rsidRPr="003E4D35">
        <w:t>un celui des mairies du monde réunies</w:t>
      </w:r>
      <w:r w:rsidR="00B97E5D">
        <w:t xml:space="preserve">. </w:t>
      </w:r>
      <w:r w:rsidRPr="003E4D35">
        <w:t>La loi des deux tiers valait pour les corps de marins a</w:t>
      </w:r>
      <w:r w:rsidRPr="003E4D35">
        <w:t>n</w:t>
      </w:r>
      <w:r w:rsidRPr="003E4D35">
        <w:t>glais</w:t>
      </w:r>
      <w:r w:rsidR="00B97E5D">
        <w:t xml:space="preserve">, </w:t>
      </w:r>
      <w:r w:rsidRPr="003E4D35">
        <w:t>de chiens caniches anglais</w:t>
      </w:r>
      <w:r w:rsidR="00B97E5D">
        <w:t xml:space="preserve">, </w:t>
      </w:r>
      <w:r w:rsidRPr="003E4D35">
        <w:t>autant que pour les cuirassés</w:t>
      </w:r>
      <w:r w:rsidR="00B97E5D">
        <w:t xml:space="preserve">. </w:t>
      </w:r>
      <w:r w:rsidRPr="003E4D35">
        <w:t>Au premier coup de canon qui déchirait à fond mes flots</w:t>
      </w:r>
      <w:r w:rsidR="00B97E5D">
        <w:t xml:space="preserve">, </w:t>
      </w:r>
      <w:r w:rsidRPr="003E4D35">
        <w:t>John Smith m</w:t>
      </w:r>
      <w:r w:rsidR="00B97E5D">
        <w:t>’</w:t>
      </w:r>
      <w:r w:rsidRPr="003E4D35">
        <w:t>arrivait</w:t>
      </w:r>
      <w:r w:rsidR="00B97E5D">
        <w:t xml:space="preserve">, </w:t>
      </w:r>
      <w:r w:rsidRPr="003E4D35">
        <w:t>comme sous la charrue en Berry un crâne ga</w:t>
      </w:r>
      <w:r w:rsidRPr="003E4D35">
        <w:t>u</w:t>
      </w:r>
      <w:r w:rsidRPr="003E4D35">
        <w:t>lois</w:t>
      </w:r>
      <w:r w:rsidR="00B97E5D">
        <w:t xml:space="preserve"> ; </w:t>
      </w:r>
      <w:r w:rsidRPr="003E4D35">
        <w:t>un corps gonflé</w:t>
      </w:r>
      <w:r w:rsidR="00B97E5D">
        <w:t xml:space="preserve">, </w:t>
      </w:r>
      <w:r w:rsidRPr="003E4D35">
        <w:t>une éponge passée sur l</w:t>
      </w:r>
      <w:r w:rsidR="00B97E5D">
        <w:t>’</w:t>
      </w:r>
      <w:r w:rsidRPr="003E4D35">
        <w:t>Angleterre</w:t>
      </w:r>
      <w:r w:rsidR="00B97E5D">
        <w:t xml:space="preserve">, </w:t>
      </w:r>
      <w:r w:rsidRPr="003E4D35">
        <w:t>avec un relent de gin</w:t>
      </w:r>
      <w:r w:rsidR="00B97E5D">
        <w:t xml:space="preserve">, </w:t>
      </w:r>
      <w:r w:rsidRPr="003E4D35">
        <w:t>un buvard sur ces mots de Nelly et de Molly</w:t>
      </w:r>
      <w:r w:rsidR="00B97E5D">
        <w:t xml:space="preserve"> ; </w:t>
      </w:r>
      <w:r w:rsidRPr="003E4D35">
        <w:t>un de ces corps anglais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une densité plus faible que celle de l</w:t>
      </w:r>
      <w:r w:rsidR="00B97E5D">
        <w:t>’</w:t>
      </w:r>
      <w:r w:rsidRPr="003E4D35">
        <w:t>eau de la mer</w:t>
      </w:r>
      <w:r w:rsidR="00B97E5D">
        <w:t xml:space="preserve">, </w:t>
      </w:r>
      <w:r w:rsidRPr="003E4D35">
        <w:lastRenderedPageBreak/>
        <w:t>huile calmante qu</w:t>
      </w:r>
      <w:r w:rsidR="00B97E5D">
        <w:t>’</w:t>
      </w:r>
      <w:r w:rsidRPr="003E4D35">
        <w:t>on répand autour des bateaux dans la tempête</w:t>
      </w:r>
      <w:r w:rsidR="00B97E5D">
        <w:t xml:space="preserve"> ; </w:t>
      </w:r>
      <w:r w:rsidRPr="003E4D35">
        <w:t>un Anglais mort noyé</w:t>
      </w:r>
      <w:r w:rsidR="00B97E5D">
        <w:t xml:space="preserve">… </w:t>
      </w:r>
      <w:r w:rsidRPr="003E4D35">
        <w:t>Mais l</w:t>
      </w:r>
      <w:r w:rsidR="00B97E5D">
        <w:t>’</w:t>
      </w:r>
      <w:r w:rsidRPr="003E4D35">
        <w:t>idée de John Smith mort noyé</w:t>
      </w:r>
      <w:r w:rsidR="00B97E5D">
        <w:t xml:space="preserve">, </w:t>
      </w:r>
      <w:r w:rsidRPr="003E4D35">
        <w:t>au lieu de troubler</w:t>
      </w:r>
      <w:r w:rsidR="00B97E5D">
        <w:t xml:space="preserve">, </w:t>
      </w:r>
      <w:r w:rsidRPr="003E4D35">
        <w:t>donnait presque autant de calme et de confiance en le destin que celle d</w:t>
      </w:r>
      <w:r w:rsidR="00B97E5D">
        <w:t>’</w:t>
      </w:r>
      <w:r w:rsidRPr="003E4D35">
        <w:t>un Florentin mort po</w:t>
      </w:r>
      <w:r w:rsidRPr="003E4D35">
        <w:t>i</w:t>
      </w:r>
      <w:r w:rsidRPr="003E4D35">
        <w:t>gnardé ou d</w:t>
      </w:r>
      <w:r w:rsidR="00B97E5D">
        <w:t>’</w:t>
      </w:r>
      <w:r w:rsidRPr="003E4D35">
        <w:t>un Suisse mort centenaire</w:t>
      </w:r>
      <w:r w:rsidR="00B97E5D">
        <w:t>.</w:t>
      </w:r>
    </w:p>
    <w:p w14:paraId="1F81B7FA" w14:textId="77777777" w:rsidR="00B97E5D" w:rsidRDefault="00F225BE" w:rsidP="00F225BE">
      <w:r w:rsidRPr="003E4D35">
        <w:t>La nuit tombait</w:t>
      </w:r>
      <w:r w:rsidR="00B97E5D">
        <w:t xml:space="preserve">, </w:t>
      </w:r>
      <w:r w:rsidRPr="003E4D35">
        <w:t>les oiseaux les plus acharnés</w:t>
      </w:r>
      <w:r w:rsidR="00B97E5D">
        <w:t xml:space="preserve">, </w:t>
      </w:r>
      <w:r w:rsidRPr="003E4D35">
        <w:t>gagnés par le sommeil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envolaient de notre groupe</w:t>
      </w:r>
      <w:r w:rsidR="00B97E5D">
        <w:t xml:space="preserve">, </w:t>
      </w:r>
      <w:r w:rsidRPr="003E4D35">
        <w:t>allaient mettre sous leur aile le bec qui avait becqueté un humain</w:t>
      </w:r>
      <w:r w:rsidR="00B97E5D">
        <w:t xml:space="preserve">, </w:t>
      </w:r>
      <w:r w:rsidRPr="003E4D35">
        <w:t>et bientôt je fus seule avec lui</w:t>
      </w:r>
      <w:r w:rsidR="00B97E5D">
        <w:t xml:space="preserve">. </w:t>
      </w:r>
      <w:r w:rsidRPr="003E4D35">
        <w:t>Je ne pouvais me résoudre à le tirer jusqu</w:t>
      </w:r>
      <w:r w:rsidR="00B97E5D">
        <w:t>’</w:t>
      </w:r>
      <w:r w:rsidRPr="003E4D35">
        <w:t>à l</w:t>
      </w:r>
      <w:r w:rsidR="00B97E5D">
        <w:t>’</w:t>
      </w:r>
      <w:r w:rsidRPr="003E4D35">
        <w:t>une de ces baignoires de corail que je lui désignais comme tombe</w:t>
      </w:r>
      <w:r w:rsidR="00B97E5D">
        <w:t xml:space="preserve">. </w:t>
      </w:r>
      <w:r w:rsidRPr="003E4D35">
        <w:t>La lune se levait et le repassait et l</w:t>
      </w:r>
      <w:r w:rsidR="00B97E5D">
        <w:t>’</w:t>
      </w:r>
      <w:r w:rsidRPr="003E4D35">
        <w:t>argentait comme un objet de toile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le premier homme</w:t>
      </w:r>
      <w:r w:rsidR="00B97E5D">
        <w:t xml:space="preserve">, </w:t>
      </w:r>
      <w:r w:rsidRPr="003E4D35">
        <w:t>après mon grand-père</w:t>
      </w:r>
      <w:r w:rsidR="00B97E5D">
        <w:t xml:space="preserve">, </w:t>
      </w:r>
      <w:r w:rsidRPr="003E4D35">
        <w:t>que j</w:t>
      </w:r>
      <w:r w:rsidR="00B97E5D">
        <w:t>’</w:t>
      </w:r>
      <w:r w:rsidRPr="003E4D35">
        <w:t>eusse jamais veillé de ma vie</w:t>
      </w:r>
      <w:r w:rsidR="00B97E5D">
        <w:t xml:space="preserve"> ; </w:t>
      </w:r>
      <w:r w:rsidRPr="003E4D35">
        <w:t>je n</w:t>
      </w:r>
      <w:r w:rsidR="00B97E5D">
        <w:t>’</w:t>
      </w:r>
      <w:r w:rsidRPr="003E4D35">
        <w:t>avais pour cet inconnu de Leeds</w:t>
      </w:r>
      <w:r w:rsidR="00B97E5D">
        <w:t xml:space="preserve">, </w:t>
      </w:r>
      <w:r w:rsidRPr="003E4D35">
        <w:t>à chaque instant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un geste filial</w:t>
      </w:r>
      <w:r w:rsidR="00B97E5D">
        <w:t xml:space="preserve">. </w:t>
      </w:r>
      <w:r w:rsidRPr="003E4D35">
        <w:t>Comme pour mon grand-père</w:t>
      </w:r>
      <w:r w:rsidR="00B97E5D">
        <w:t xml:space="preserve">, </w:t>
      </w:r>
      <w:r w:rsidRPr="003E4D35">
        <w:t>je ne pouvais supporter d</w:t>
      </w:r>
      <w:r w:rsidR="00B97E5D">
        <w:t>’</w:t>
      </w:r>
      <w:r w:rsidRPr="003E4D35">
        <w:t>être à son côté</w:t>
      </w:r>
      <w:r w:rsidR="00B97E5D">
        <w:t xml:space="preserve">, </w:t>
      </w:r>
      <w:r w:rsidRPr="003E4D35">
        <w:t>je ne me sentais utile et sûre que debout à ses pieds</w:t>
      </w:r>
      <w:r w:rsidR="00B97E5D">
        <w:t xml:space="preserve">, </w:t>
      </w:r>
      <w:r w:rsidRPr="003E4D35">
        <w:t>sur l</w:t>
      </w:r>
      <w:r w:rsidR="00B97E5D">
        <w:t>’</w:t>
      </w:r>
      <w:r w:rsidRPr="003E4D35">
        <w:t>axe même de cette vie</w:t>
      </w:r>
      <w:r w:rsidR="00B97E5D">
        <w:t xml:space="preserve">, </w:t>
      </w:r>
      <w:r w:rsidRPr="003E4D35">
        <w:t>fo</w:t>
      </w:r>
      <w:r w:rsidRPr="003E4D35">
        <w:t>r</w:t>
      </w:r>
      <w:r w:rsidRPr="003E4D35">
        <w:t>mant au-dessus de la Mort</w:t>
      </w:r>
      <w:r w:rsidR="00B97E5D">
        <w:t xml:space="preserve">, </w:t>
      </w:r>
      <w:r w:rsidRPr="003E4D35">
        <w:t>jadis avec ce mourant</w:t>
      </w:r>
      <w:r w:rsidR="00B97E5D">
        <w:t xml:space="preserve">, </w:t>
      </w:r>
      <w:r w:rsidRPr="003E4D35">
        <w:t>ce soir avec ce noyé</w:t>
      </w:r>
      <w:r w:rsidR="00B97E5D">
        <w:t xml:space="preserve">, </w:t>
      </w:r>
      <w:r w:rsidRPr="003E4D35">
        <w:t>à peu près le même groupe que l</w:t>
      </w:r>
      <w:r w:rsidR="00B97E5D">
        <w:t>’</w:t>
      </w:r>
      <w:r w:rsidRPr="003E4D35">
        <w:t>homme et sa brouette au-dessus du Niagara</w:t>
      </w:r>
      <w:r w:rsidR="00B97E5D">
        <w:t xml:space="preserve">. </w:t>
      </w:r>
      <w:r w:rsidRPr="003E4D35">
        <w:t>Je n</w:t>
      </w:r>
      <w:r w:rsidR="00B97E5D">
        <w:t>’</w:t>
      </w:r>
      <w:r w:rsidRPr="003E4D35">
        <w:t>osais me pencher que vers lui</w:t>
      </w:r>
      <w:r w:rsidR="00B97E5D">
        <w:t xml:space="preserve">, </w:t>
      </w:r>
      <w:r w:rsidRPr="003E4D35">
        <w:t>à ca</w:t>
      </w:r>
      <w:r w:rsidRPr="003E4D35">
        <w:t>u</w:t>
      </w:r>
      <w:r w:rsidRPr="003E4D35">
        <w:t>se du vertige</w:t>
      </w:r>
      <w:r w:rsidR="00B97E5D">
        <w:t xml:space="preserve">. </w:t>
      </w:r>
      <w:r w:rsidRPr="003E4D35">
        <w:t>Chaque flot un peu bruyant</w:t>
      </w:r>
      <w:r w:rsidR="00B97E5D">
        <w:t xml:space="preserve">, </w:t>
      </w:r>
      <w:r w:rsidRPr="003E4D35">
        <w:t>chaque liane glissant</w:t>
      </w:r>
      <w:r w:rsidR="00B97E5D">
        <w:t xml:space="preserve">, </w:t>
      </w:r>
      <w:r w:rsidRPr="003E4D35">
        <w:t>chaque chute de noix me faisait frissonner comme s</w:t>
      </w:r>
      <w:r w:rsidR="00B97E5D">
        <w:t>’</w:t>
      </w:r>
      <w:r w:rsidRPr="003E4D35">
        <w:t>il était lié par des fils invisibles aux fruits</w:t>
      </w:r>
      <w:r w:rsidR="00B97E5D">
        <w:t xml:space="preserve">, </w:t>
      </w:r>
      <w:r w:rsidRPr="003E4D35">
        <w:t>aux branches</w:t>
      </w:r>
      <w:r w:rsidR="00B97E5D">
        <w:t xml:space="preserve">, </w:t>
      </w:r>
      <w:r w:rsidRPr="003E4D35">
        <w:t>aux oiseaux</w:t>
      </w:r>
      <w:r w:rsidR="00B97E5D">
        <w:t xml:space="preserve">, – </w:t>
      </w:r>
      <w:r w:rsidRPr="003E4D35">
        <w:t>anglais</w:t>
      </w:r>
      <w:r w:rsidR="00B97E5D">
        <w:t xml:space="preserve">, </w:t>
      </w:r>
      <w:r w:rsidRPr="003E4D35">
        <w:t>à chaque vague</w:t>
      </w:r>
      <w:r w:rsidR="00B97E5D">
        <w:t xml:space="preserve">, – </w:t>
      </w:r>
      <w:r w:rsidRPr="003E4D35">
        <w:t>et que tout bruit était preuve en lui d</w:t>
      </w:r>
      <w:r w:rsidR="00B97E5D">
        <w:t>’</w:t>
      </w:r>
      <w:r w:rsidRPr="003E4D35">
        <w:t>un secret mouvement</w:t>
      </w:r>
      <w:r w:rsidR="00B97E5D">
        <w:t xml:space="preserve">. </w:t>
      </w:r>
      <w:r w:rsidRPr="003E4D35">
        <w:t>Je le contemplais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maintenant la science à peu près complète de son corps</w:t>
      </w:r>
      <w:r w:rsidR="00B97E5D">
        <w:t xml:space="preserve">, </w:t>
      </w:r>
      <w:r w:rsidRPr="003E4D35">
        <w:t>je n</w:t>
      </w:r>
      <w:r w:rsidR="00B97E5D">
        <w:t>’</w:t>
      </w:r>
      <w:r w:rsidRPr="003E4D35">
        <w:t>y découvrais que deux petites traces</w:t>
      </w:r>
      <w:r w:rsidR="00B97E5D">
        <w:t xml:space="preserve">, </w:t>
      </w:r>
      <w:r w:rsidRPr="003E4D35">
        <w:t>imperceptibles</w:t>
      </w:r>
      <w:r w:rsidR="00B97E5D">
        <w:t xml:space="preserve">, </w:t>
      </w:r>
      <w:r w:rsidRPr="003E4D35">
        <w:t>de son naufrage et de la mort</w:t>
      </w:r>
      <w:r w:rsidR="00B97E5D">
        <w:t xml:space="preserve">, </w:t>
      </w:r>
      <w:r w:rsidRPr="003E4D35">
        <w:t>un œil fermé d</w:t>
      </w:r>
      <w:r w:rsidR="00B97E5D">
        <w:t>’</w:t>
      </w:r>
      <w:r w:rsidRPr="003E4D35">
        <w:t>un bourrelet plus fort que l</w:t>
      </w:r>
      <w:r w:rsidR="00B97E5D">
        <w:t>’</w:t>
      </w:r>
      <w:r w:rsidRPr="003E4D35">
        <w:t>autre</w:t>
      </w:r>
      <w:r w:rsidR="00B97E5D">
        <w:t xml:space="preserve">, </w:t>
      </w:r>
      <w:r w:rsidRPr="003E4D35">
        <w:t>celui sans doute qui avait touché l</w:t>
      </w:r>
      <w:r w:rsidR="00B97E5D">
        <w:t>’</w:t>
      </w:r>
      <w:r w:rsidRPr="003E4D35">
        <w:t>eau le premier</w:t>
      </w:r>
      <w:r w:rsidR="00B97E5D">
        <w:t xml:space="preserve">, </w:t>
      </w:r>
      <w:r w:rsidRPr="003E4D35">
        <w:t>et une égratignure près de l</w:t>
      </w:r>
      <w:r w:rsidR="00B97E5D">
        <w:t>’</w:t>
      </w:r>
      <w:r w:rsidRPr="003E4D35">
        <w:t>épaule</w:t>
      </w:r>
      <w:r w:rsidR="00B97E5D">
        <w:t xml:space="preserve">. </w:t>
      </w:r>
      <w:r w:rsidRPr="003E4D35">
        <w:t>Blessures fraîches que je soignai comme celles d</w:t>
      </w:r>
      <w:r w:rsidR="00B97E5D">
        <w:t>’</w:t>
      </w:r>
      <w:r w:rsidRPr="003E4D35">
        <w:t>un vivant</w:t>
      </w:r>
      <w:r w:rsidR="00B97E5D">
        <w:t> !</w:t>
      </w:r>
    </w:p>
    <w:p w14:paraId="7A920E7B" w14:textId="77777777" w:rsidR="00B97E5D" w:rsidRDefault="00F225BE" w:rsidP="00F225BE">
      <w:r w:rsidRPr="003E4D35">
        <w:lastRenderedPageBreak/>
        <w:t>Quand j</w:t>
      </w:r>
      <w:r w:rsidR="00B97E5D">
        <w:t>’</w:t>
      </w:r>
      <w:r w:rsidRPr="003E4D35">
        <w:t>eus tout appris de lui</w:t>
      </w:r>
      <w:r w:rsidR="00B97E5D">
        <w:t xml:space="preserve">, </w:t>
      </w:r>
      <w:r w:rsidRPr="003E4D35">
        <w:t>quand je l</w:t>
      </w:r>
      <w:r w:rsidR="00B97E5D">
        <w:t>’</w:t>
      </w:r>
      <w:r w:rsidRPr="003E4D35">
        <w:t>eus épuisé comme un journal</w:t>
      </w:r>
      <w:r w:rsidR="00B97E5D">
        <w:t xml:space="preserve">, </w:t>
      </w:r>
      <w:r w:rsidRPr="003E4D35">
        <w:t>quand j</w:t>
      </w:r>
      <w:r w:rsidR="00B97E5D">
        <w:t>’</w:t>
      </w:r>
      <w:r w:rsidRPr="003E4D35">
        <w:t>eus tourné autour de lui</w:t>
      </w:r>
      <w:r w:rsidR="00B97E5D">
        <w:t xml:space="preserve">, </w:t>
      </w:r>
      <w:r w:rsidRPr="003E4D35">
        <w:t>de près ou à di</w:t>
      </w:r>
      <w:r w:rsidRPr="003E4D35">
        <w:t>s</w:t>
      </w:r>
      <w:r w:rsidRPr="003E4D35">
        <w:t>tance</w:t>
      </w:r>
      <w:r w:rsidR="00B97E5D">
        <w:t xml:space="preserve">, </w:t>
      </w:r>
      <w:r w:rsidRPr="003E4D35">
        <w:t>comme jamais Anglaise ne le fit autour d</w:t>
      </w:r>
      <w:r w:rsidR="00B97E5D">
        <w:t>’</w:t>
      </w:r>
      <w:r w:rsidRPr="003E4D35">
        <w:t>une statue dans un musée</w:t>
      </w:r>
      <w:r w:rsidR="00B97E5D">
        <w:t xml:space="preserve">, </w:t>
      </w:r>
      <w:r w:rsidRPr="003E4D35">
        <w:t>quand toute mon île eut été rebâtie</w:t>
      </w:r>
      <w:r w:rsidR="00B97E5D">
        <w:t xml:space="preserve">, </w:t>
      </w:r>
      <w:r w:rsidRPr="003E4D35">
        <w:t>comme une ville européenne</w:t>
      </w:r>
      <w:r w:rsidR="00B97E5D">
        <w:t xml:space="preserve">, </w:t>
      </w:r>
      <w:r w:rsidRPr="003E4D35">
        <w:t>et ma pensée aussi</w:t>
      </w:r>
      <w:r w:rsidR="00B97E5D">
        <w:t xml:space="preserve">, </w:t>
      </w:r>
      <w:r w:rsidRPr="003E4D35">
        <w:t>à l</w:t>
      </w:r>
      <w:r w:rsidR="00B97E5D">
        <w:t>’</w:t>
      </w:r>
      <w:r w:rsidRPr="003E4D35">
        <w:t>échelle d</w:t>
      </w:r>
      <w:r w:rsidR="00B97E5D">
        <w:t>’</w:t>
      </w:r>
      <w:r w:rsidRPr="003E4D35">
        <w:t>un homme</w:t>
      </w:r>
      <w:r w:rsidR="00B97E5D">
        <w:t xml:space="preserve">, </w:t>
      </w:r>
      <w:r w:rsidRPr="003E4D35">
        <w:t>je jetai sur lui des brassées de fleurs qui ne s</w:t>
      </w:r>
      <w:r w:rsidR="00B97E5D">
        <w:t>’</w:t>
      </w:r>
      <w:r w:rsidRPr="003E4D35">
        <w:t>ouvrent que le soir</w:t>
      </w:r>
      <w:r w:rsidR="00B97E5D">
        <w:t xml:space="preserve">, </w:t>
      </w:r>
      <w:r w:rsidRPr="003E4D35">
        <w:t>son dernier vêtement</w:t>
      </w:r>
      <w:r w:rsidR="00B97E5D">
        <w:t xml:space="preserve">, </w:t>
      </w:r>
      <w:r w:rsidRPr="003E4D35">
        <w:t>plus vibrant et ajusté que le vêtement d</w:t>
      </w:r>
      <w:r w:rsidR="00B97E5D">
        <w:t>’</w:t>
      </w:r>
      <w:r w:rsidRPr="003E4D35">
        <w:t>o</w:t>
      </w:r>
      <w:r w:rsidRPr="003E4D35">
        <w:t>i</w:t>
      </w:r>
      <w:r w:rsidRPr="003E4D35">
        <w:t>seaux</w:t>
      </w:r>
      <w:r w:rsidR="00B97E5D">
        <w:t xml:space="preserve">, </w:t>
      </w:r>
      <w:r w:rsidRPr="003E4D35">
        <w:t>et bientôt bruyant car toutes les grosses abeilles de nuit y vinrent bourdonner</w:t>
      </w:r>
      <w:r w:rsidR="00B97E5D">
        <w:t xml:space="preserve">. </w:t>
      </w:r>
      <w:r w:rsidRPr="003E4D35">
        <w:t>Parfois je m</w:t>
      </w:r>
      <w:r w:rsidR="00B97E5D">
        <w:t>’</w:t>
      </w:r>
      <w:r w:rsidRPr="003E4D35">
        <w:t>endormais une minute</w:t>
      </w:r>
      <w:r w:rsidR="00B97E5D">
        <w:t xml:space="preserve"> ; </w:t>
      </w:r>
      <w:r w:rsidRPr="003E4D35">
        <w:t>de là-haut un aéroplane aurait cru voir dans cette île un couple do</w:t>
      </w:r>
      <w:r w:rsidRPr="003E4D35">
        <w:t>r</w:t>
      </w:r>
      <w:r w:rsidRPr="003E4D35">
        <w:t>mant</w:t>
      </w:r>
      <w:r w:rsidR="00B97E5D">
        <w:t xml:space="preserve"> ; </w:t>
      </w:r>
      <w:r w:rsidRPr="003E4D35">
        <w:t>je m</w:t>
      </w:r>
      <w:r w:rsidR="00B97E5D">
        <w:t>’</w:t>
      </w:r>
      <w:r w:rsidRPr="003E4D35">
        <w:t>amusais à ce jeu</w:t>
      </w:r>
      <w:r w:rsidR="00B97E5D">
        <w:t xml:space="preserve"> ; </w:t>
      </w:r>
      <w:r w:rsidRPr="003E4D35">
        <w:t>pour ce spectateur invisible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étendais près du corps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asseyais à sa hauteur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e</w:t>
      </w:r>
      <w:r w:rsidRPr="003E4D35">
        <w:t>n</w:t>
      </w:r>
      <w:r w:rsidRPr="003E4D35">
        <w:t>dormais au-dessus de ce bras étendu</w:t>
      </w:r>
      <w:r w:rsidR="00B97E5D">
        <w:t xml:space="preserve">. </w:t>
      </w:r>
      <w:r w:rsidRPr="003E4D35">
        <w:t>Je m</w:t>
      </w:r>
      <w:r w:rsidR="00B97E5D">
        <w:t>’</w:t>
      </w:r>
      <w:r w:rsidRPr="003E4D35">
        <w:t>éveillais</w:t>
      </w:r>
      <w:r w:rsidR="00B97E5D">
        <w:t xml:space="preserve"> ; </w:t>
      </w:r>
      <w:r w:rsidRPr="003E4D35">
        <w:t>je repr</w:t>
      </w:r>
      <w:r w:rsidRPr="003E4D35">
        <w:t>e</w:t>
      </w:r>
      <w:r w:rsidRPr="003E4D35">
        <w:t>nais dans ma pensée</w:t>
      </w:r>
      <w:r w:rsidR="00B97E5D">
        <w:t xml:space="preserve">, </w:t>
      </w:r>
      <w:r w:rsidRPr="003E4D35">
        <w:t>en sursaut</w:t>
      </w:r>
      <w:r w:rsidR="00B97E5D">
        <w:t xml:space="preserve">, </w:t>
      </w:r>
      <w:r w:rsidRPr="003E4D35">
        <w:t>possession de ce mort</w:t>
      </w:r>
      <w:r w:rsidR="00B97E5D">
        <w:t xml:space="preserve">, </w:t>
      </w:r>
      <w:r w:rsidRPr="003E4D35">
        <w:t>aussi ardemment qu</w:t>
      </w:r>
      <w:r w:rsidR="00B97E5D">
        <w:t>’</w:t>
      </w:r>
      <w:r w:rsidRPr="003E4D35">
        <w:t>on reprend</w:t>
      </w:r>
      <w:r w:rsidR="00B97E5D">
        <w:t xml:space="preserve">, </w:t>
      </w:r>
      <w:r w:rsidRPr="003E4D35">
        <w:t>en France</w:t>
      </w:r>
      <w:r w:rsidR="00B97E5D">
        <w:t xml:space="preserve">, </w:t>
      </w:r>
      <w:r w:rsidRPr="003E4D35">
        <w:t>la nuit la main d</w:t>
      </w:r>
      <w:r w:rsidR="00B97E5D">
        <w:t>’</w:t>
      </w:r>
      <w:r w:rsidRPr="003E4D35">
        <w:t>une grande sœur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attendais le jour</w:t>
      </w:r>
      <w:r w:rsidR="00B97E5D">
        <w:t xml:space="preserve">. </w:t>
      </w:r>
      <w:r w:rsidRPr="003E4D35">
        <w:t>Je voulais</w:t>
      </w:r>
      <w:r w:rsidR="00B97E5D">
        <w:t xml:space="preserve">, </w:t>
      </w:r>
      <w:r w:rsidRPr="003E4D35">
        <w:t>puisqu</w:t>
      </w:r>
      <w:r w:rsidR="00B97E5D">
        <w:t>’</w:t>
      </w:r>
      <w:r w:rsidRPr="003E4D35">
        <w:t>il n</w:t>
      </w:r>
      <w:r w:rsidR="00B97E5D">
        <w:t>’</w:t>
      </w:r>
      <w:r w:rsidRPr="003E4D35">
        <w:t>était plus possible de le sauver des ténèbres</w:t>
      </w:r>
      <w:r w:rsidR="00B97E5D">
        <w:t xml:space="preserve">, </w:t>
      </w:r>
      <w:r w:rsidRPr="003E4D35">
        <w:t>le sauver de cette dernière nuit</w:t>
      </w:r>
      <w:r w:rsidR="00B97E5D">
        <w:t xml:space="preserve">. </w:t>
      </w:r>
      <w:r w:rsidRPr="003E4D35">
        <w:t>Soudain le soleil arriva</w:t>
      </w:r>
      <w:r w:rsidR="00B97E5D">
        <w:t xml:space="preserve"> ; </w:t>
      </w:r>
      <w:r w:rsidRPr="003E4D35">
        <w:t>les petits oiseaux</w:t>
      </w:r>
      <w:r w:rsidR="00B97E5D">
        <w:t xml:space="preserve">, </w:t>
      </w:r>
      <w:r w:rsidRPr="003E4D35">
        <w:t>maintenant moins curieux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occupaient de leur repas</w:t>
      </w:r>
      <w:r w:rsidR="00B97E5D">
        <w:t xml:space="preserve">, </w:t>
      </w:r>
      <w:r w:rsidRPr="003E4D35">
        <w:t>et il n</w:t>
      </w:r>
      <w:r w:rsidR="00B97E5D">
        <w:t>’</w:t>
      </w:r>
      <w:r w:rsidRPr="003E4D35">
        <w:t>y avait plus</w:t>
      </w:r>
      <w:r w:rsidR="00B97E5D">
        <w:t xml:space="preserve">, </w:t>
      </w:r>
      <w:r w:rsidRPr="003E4D35">
        <w:t>dessinant le corps à une envergure immense</w:t>
      </w:r>
      <w:r w:rsidR="00B97E5D">
        <w:t xml:space="preserve">, </w:t>
      </w:r>
      <w:r w:rsidRPr="003E4D35">
        <w:t>que quelques va</w:t>
      </w:r>
      <w:r w:rsidRPr="003E4D35">
        <w:t>u</w:t>
      </w:r>
      <w:r w:rsidRPr="003E4D35">
        <w:t>tours perdus dans le ciel et que je n</w:t>
      </w:r>
      <w:r w:rsidR="00B97E5D">
        <w:t>’</w:t>
      </w:r>
      <w:r w:rsidRPr="003E4D35">
        <w:t>avais jamais vus jusqu</w:t>
      </w:r>
      <w:r w:rsidR="00B97E5D">
        <w:t>’</w:t>
      </w:r>
      <w:r w:rsidRPr="003E4D35">
        <w:t>à ce jour</w:t>
      </w:r>
      <w:r w:rsidR="00B97E5D">
        <w:t xml:space="preserve">. </w:t>
      </w:r>
      <w:r w:rsidRPr="003E4D35">
        <w:t>Je sentais aussi des requins en route d</w:t>
      </w:r>
      <w:r w:rsidR="00B97E5D">
        <w:t>’</w:t>
      </w:r>
      <w:r w:rsidRPr="003E4D35">
        <w:t>un fond lointain nageant vers nous à la vitesse de la lumière</w:t>
      </w:r>
      <w:r w:rsidR="00B97E5D">
        <w:t xml:space="preserve">. </w:t>
      </w:r>
      <w:r w:rsidRPr="003E4D35">
        <w:t>Je sentais des mo</w:t>
      </w:r>
      <w:r w:rsidRPr="003E4D35">
        <w:t>u</w:t>
      </w:r>
      <w:r w:rsidRPr="003E4D35">
        <w:t>ches appelées d</w:t>
      </w:r>
      <w:r w:rsidR="00B97E5D">
        <w:t>’</w:t>
      </w:r>
      <w:r w:rsidRPr="003E4D35">
        <w:t>un autre archipel voler en droite ligne et qui bientôt arriveraient</w:t>
      </w:r>
      <w:r w:rsidR="00B97E5D">
        <w:t xml:space="preserve">. </w:t>
      </w:r>
      <w:r w:rsidRPr="003E4D35">
        <w:t>Je sentais en rumeur toute cette agence du Pacifique qui veille aux enterrements d</w:t>
      </w:r>
      <w:r w:rsidR="00B97E5D">
        <w:t>’</w:t>
      </w:r>
      <w:r w:rsidRPr="003E4D35">
        <w:t>une classe aussi haute</w:t>
      </w:r>
      <w:r w:rsidR="00B97E5D">
        <w:t xml:space="preserve">. </w:t>
      </w:r>
      <w:r w:rsidRPr="003E4D35">
        <w:t>Je sentais partis</w:t>
      </w:r>
      <w:r w:rsidR="00B97E5D">
        <w:t xml:space="preserve">, </w:t>
      </w:r>
      <w:r w:rsidRPr="003E4D35">
        <w:t>à vingt mille lieues à l</w:t>
      </w:r>
      <w:r w:rsidR="00B97E5D">
        <w:t>’</w:t>
      </w:r>
      <w:r w:rsidRPr="003E4D35">
        <w:t>heure</w:t>
      </w:r>
      <w:r w:rsidR="00B97E5D">
        <w:t xml:space="preserve">, </w:t>
      </w:r>
      <w:r w:rsidRPr="003E4D35">
        <w:t>les rayons qui a</w:t>
      </w:r>
      <w:r w:rsidRPr="003E4D35">
        <w:t>l</w:t>
      </w:r>
      <w:r w:rsidRPr="003E4D35">
        <w:t>laient me le montrer plus livide</w:t>
      </w:r>
      <w:r w:rsidR="00B97E5D">
        <w:t xml:space="preserve">, </w:t>
      </w:r>
      <w:r w:rsidRPr="003E4D35">
        <w:t>plus décharné</w:t>
      </w:r>
      <w:r w:rsidR="00B97E5D">
        <w:t xml:space="preserve">, </w:t>
      </w:r>
      <w:r w:rsidRPr="003E4D35">
        <w:t>vert et indigne</w:t>
      </w:r>
      <w:r w:rsidR="00B97E5D">
        <w:t xml:space="preserve">. </w:t>
      </w:r>
      <w:r w:rsidRPr="003E4D35">
        <w:t>Je me décidai donc</w:t>
      </w:r>
      <w:r w:rsidR="00B97E5D">
        <w:t xml:space="preserve">, </w:t>
      </w:r>
      <w:r w:rsidRPr="003E4D35">
        <w:t>je le traînai jusqu</w:t>
      </w:r>
      <w:r w:rsidR="00B97E5D">
        <w:t>’</w:t>
      </w:r>
      <w:r w:rsidRPr="003E4D35">
        <w:t>à la baignoire rouge</w:t>
      </w:r>
      <w:r w:rsidR="00B97E5D">
        <w:t xml:space="preserve">, </w:t>
      </w:r>
      <w:r w:rsidRPr="003E4D35">
        <w:t>pa</w:t>
      </w:r>
      <w:r w:rsidRPr="003E4D35">
        <w:t>s</w:t>
      </w:r>
      <w:r w:rsidRPr="003E4D35">
        <w:t>sant des rondins au-dessous de son corps pour qu</w:t>
      </w:r>
      <w:r w:rsidR="00B97E5D">
        <w:t>’</w:t>
      </w:r>
      <w:r w:rsidRPr="003E4D35">
        <w:t>il roulât</w:t>
      </w:r>
      <w:r w:rsidR="00B97E5D">
        <w:t xml:space="preserve">, </w:t>
      </w:r>
      <w:r w:rsidRPr="003E4D35">
        <w:t>et il laissa sur la grève</w:t>
      </w:r>
      <w:r w:rsidR="00B97E5D">
        <w:t xml:space="preserve">, </w:t>
      </w:r>
      <w:r w:rsidRPr="003E4D35">
        <w:t>mais à contre-sens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empreinte d</w:t>
      </w:r>
      <w:r w:rsidR="00B97E5D">
        <w:t>’</w:t>
      </w:r>
      <w:r w:rsidRPr="003E4D35">
        <w:t>un petit canot qu</w:t>
      </w:r>
      <w:r w:rsidR="00B97E5D">
        <w:t>’</w:t>
      </w:r>
      <w:r w:rsidRPr="003E4D35">
        <w:t>on lance</w:t>
      </w:r>
      <w:r w:rsidR="00B97E5D">
        <w:t xml:space="preserve">. </w:t>
      </w:r>
      <w:r w:rsidRPr="003E4D35">
        <w:t>Sous le poids de cet homme</w:t>
      </w:r>
      <w:r w:rsidR="00B97E5D">
        <w:t xml:space="preserve">, </w:t>
      </w:r>
      <w:r w:rsidRPr="003E4D35">
        <w:lastRenderedPageBreak/>
        <w:t>jamais la trace de mes pas n</w:t>
      </w:r>
      <w:r w:rsidR="00B97E5D">
        <w:t>’</w:t>
      </w:r>
      <w:r w:rsidRPr="003E4D35">
        <w:t>avait été aussi distincte et j</w:t>
      </w:r>
      <w:r w:rsidR="00B97E5D">
        <w:t>’</w:t>
      </w:r>
      <w:r w:rsidRPr="003E4D35">
        <w:t>eus la même angoisse</w:t>
      </w:r>
      <w:r w:rsidR="00B97E5D">
        <w:t xml:space="preserve">, </w:t>
      </w:r>
      <w:r w:rsidRPr="003E4D35">
        <w:t>à voir mes empreintes profondes</w:t>
      </w:r>
      <w:r w:rsidR="00B97E5D">
        <w:t xml:space="preserve">, </w:t>
      </w:r>
      <w:r w:rsidRPr="003E4D35">
        <w:t>en me retournant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à voir celles d</w:t>
      </w:r>
      <w:r w:rsidR="00B97E5D">
        <w:t>’</w:t>
      </w:r>
      <w:r w:rsidRPr="003E4D35">
        <w:t>un inconnu</w:t>
      </w:r>
      <w:r w:rsidR="00B97E5D">
        <w:t>.</w:t>
      </w:r>
    </w:p>
    <w:p w14:paraId="24387B78" w14:textId="77777777" w:rsidR="00B97E5D" w:rsidRDefault="00F225BE" w:rsidP="00F225BE">
      <w:r w:rsidRPr="003E4D35">
        <w:t>J</w:t>
      </w:r>
      <w:r w:rsidR="00B97E5D">
        <w:t>’</w:t>
      </w:r>
      <w:r w:rsidRPr="003E4D35">
        <w:t>avais faim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faim d</w:t>
      </w:r>
      <w:r w:rsidR="00B97E5D">
        <w:t>’</w:t>
      </w:r>
      <w:r w:rsidRPr="003E4D35">
        <w:t>une faim nouvelle</w:t>
      </w:r>
      <w:r w:rsidR="00B97E5D">
        <w:t xml:space="preserve">. </w:t>
      </w:r>
      <w:r w:rsidRPr="003E4D35">
        <w:t>Après le premier travail que j</w:t>
      </w:r>
      <w:r w:rsidR="00B97E5D">
        <w:t>’</w:t>
      </w:r>
      <w:r w:rsidRPr="003E4D35">
        <w:t>eusse accompli dans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à cause peut-être du seul contact avec cet Anglais carnivore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envie de plus que d</w:t>
      </w:r>
      <w:r w:rsidR="00B97E5D">
        <w:t>’</w:t>
      </w:r>
      <w:r w:rsidRPr="003E4D35">
        <w:t>oranges et de bananes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désespérée mais j</w:t>
      </w:r>
      <w:r w:rsidR="00B97E5D">
        <w:t>’</w:t>
      </w:r>
      <w:r w:rsidRPr="003E4D35">
        <w:t>avais soudain appétit</w:t>
      </w:r>
      <w:r w:rsidR="00B97E5D">
        <w:t xml:space="preserve">, </w:t>
      </w:r>
      <w:r w:rsidRPr="003E4D35">
        <w:t>récompense au labeur</w:t>
      </w:r>
      <w:r w:rsidR="00B97E5D">
        <w:t xml:space="preserve">, </w:t>
      </w:r>
      <w:r w:rsidRPr="003E4D35">
        <w:t>réconfort des enterr</w:t>
      </w:r>
      <w:r w:rsidRPr="003E4D35">
        <w:t>e</w:t>
      </w:r>
      <w:r w:rsidRPr="003E4D35">
        <w:t>ments</w:t>
      </w:r>
      <w:r w:rsidR="00B97E5D">
        <w:t xml:space="preserve">, </w:t>
      </w:r>
      <w:r w:rsidRPr="003E4D35">
        <w:t>de pickles</w:t>
      </w:r>
      <w:r w:rsidR="00B97E5D">
        <w:t xml:space="preserve">, </w:t>
      </w:r>
      <w:r w:rsidRPr="003E4D35">
        <w:t>de rosbeef</w:t>
      </w:r>
      <w:r w:rsidR="00B97E5D">
        <w:t xml:space="preserve">, </w:t>
      </w:r>
      <w:r w:rsidRPr="003E4D35">
        <w:t>de poulet cocotte</w:t>
      </w:r>
      <w:r w:rsidR="00B97E5D">
        <w:t xml:space="preserve">… </w:t>
      </w:r>
      <w:r w:rsidRPr="003E4D35">
        <w:t>Mes oiseaux tournaient autour de moi sans se douter du changement</w:t>
      </w:r>
      <w:r w:rsidR="00B97E5D">
        <w:t xml:space="preserve">… </w:t>
      </w:r>
      <w:r w:rsidRPr="003E4D35">
        <w:t>Je voulus aller pêcher et griller des truites sur du charbon de bois</w:t>
      </w:r>
      <w:r w:rsidR="00B97E5D">
        <w:t xml:space="preserve">. </w:t>
      </w:r>
      <w:r w:rsidRPr="003E4D35">
        <w:t>Soudain</w:t>
      </w:r>
      <w:r w:rsidR="00B97E5D">
        <w:t xml:space="preserve">, </w:t>
      </w:r>
      <w:r w:rsidRPr="003E4D35">
        <w:t>comme je lançais à la mer un fruit rond qui m</w:t>
      </w:r>
      <w:r w:rsidR="00B97E5D">
        <w:t>’</w:t>
      </w:r>
      <w:r w:rsidRPr="003E4D35">
        <w:t>avait heurtée</w:t>
      </w:r>
      <w:r w:rsidR="00B97E5D">
        <w:t xml:space="preserve">, </w:t>
      </w:r>
      <w:r w:rsidRPr="003E4D35">
        <w:t>comme j</w:t>
      </w:r>
      <w:r w:rsidR="00B97E5D">
        <w:t>’</w:t>
      </w:r>
      <w:r w:rsidRPr="003E4D35">
        <w:t>essayais en vain de chasser une abeille</w:t>
      </w:r>
      <w:r w:rsidR="00B97E5D">
        <w:t xml:space="preserve">, </w:t>
      </w:r>
      <w:r w:rsidRPr="003E4D35">
        <w:t>co</w:t>
      </w:r>
      <w:r w:rsidRPr="003E4D35">
        <w:t>m</w:t>
      </w:r>
      <w:r w:rsidRPr="003E4D35">
        <w:t>me je pensais avec tristesse que j</w:t>
      </w:r>
      <w:r w:rsidR="00B97E5D">
        <w:t>’</w:t>
      </w:r>
      <w:r w:rsidRPr="003E4D35">
        <w:t>étais là</w:t>
      </w:r>
      <w:r w:rsidR="00B97E5D">
        <w:t xml:space="preserve">, </w:t>
      </w:r>
      <w:r w:rsidRPr="003E4D35">
        <w:t>répétant les gestes</w:t>
      </w:r>
      <w:r w:rsidR="00B97E5D">
        <w:t xml:space="preserve">, </w:t>
      </w:r>
      <w:r w:rsidRPr="003E4D35">
        <w:t>les mêmes</w:t>
      </w:r>
      <w:r w:rsidR="00B97E5D">
        <w:t xml:space="preserve">, </w:t>
      </w:r>
      <w:r w:rsidRPr="003E4D35">
        <w:t>de Nausicaa</w:t>
      </w:r>
      <w:r w:rsidR="00B97E5D">
        <w:t xml:space="preserve">, </w:t>
      </w:r>
      <w:r w:rsidRPr="003E4D35">
        <w:t xml:space="preserve">de </w:t>
      </w:r>
      <w:proofErr w:type="spellStart"/>
      <w:r w:rsidRPr="003E4D35">
        <w:t>Sakountala</w:t>
      </w:r>
      <w:proofErr w:type="spellEnd"/>
      <w:r w:rsidRPr="003E4D35">
        <w:t xml:space="preserve"> et qu</w:t>
      </w:r>
      <w:r w:rsidR="00B97E5D">
        <w:t>’</w:t>
      </w:r>
      <w:r w:rsidRPr="003E4D35">
        <w:t>une ombre de mort seule m</w:t>
      </w:r>
      <w:r w:rsidR="00B97E5D">
        <w:t>’</w:t>
      </w:r>
      <w:r w:rsidRPr="003E4D35">
        <w:t>épiait</w:t>
      </w:r>
      <w:r w:rsidR="00B97E5D">
        <w:t xml:space="preserve">, </w:t>
      </w:r>
      <w:r w:rsidRPr="003E4D35">
        <w:t>comme je devinais à vif en moi plus de tendresse</w:t>
      </w:r>
      <w:r w:rsidR="00B97E5D">
        <w:t xml:space="preserve">, </w:t>
      </w:r>
      <w:r w:rsidRPr="003E4D35">
        <w:t>de dévouement qu</w:t>
      </w:r>
      <w:r w:rsidR="00B97E5D">
        <w:t>’</w:t>
      </w:r>
      <w:r w:rsidRPr="003E4D35">
        <w:t>il n</w:t>
      </w:r>
      <w:r w:rsidR="00B97E5D">
        <w:t>’</w:t>
      </w:r>
      <w:r w:rsidRPr="003E4D35">
        <w:t>en a jamais fallu pour devenir héroïne</w:t>
      </w:r>
      <w:r w:rsidR="00B97E5D">
        <w:t xml:space="preserve">, </w:t>
      </w:r>
      <w:r w:rsidRPr="003E4D35">
        <w:t>et en plus l</w:t>
      </w:r>
      <w:r w:rsidR="00B97E5D">
        <w:t>’</w:t>
      </w:r>
      <w:r w:rsidRPr="003E4D35">
        <w:t>art de nager</w:t>
      </w:r>
      <w:r w:rsidR="00B97E5D">
        <w:t xml:space="preserve">, </w:t>
      </w:r>
      <w:r w:rsidRPr="003E4D35">
        <w:t>de grimper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art d</w:t>
      </w:r>
      <w:r w:rsidR="00B97E5D">
        <w:t>’</w:t>
      </w:r>
      <w:r w:rsidRPr="003E4D35">
        <w:t>atteindre avec une pierre n</w:t>
      </w:r>
      <w:r w:rsidR="00B97E5D">
        <w:t>’</w:t>
      </w:r>
      <w:r w:rsidRPr="003E4D35">
        <w:t>importe quelle noix de coco</w:t>
      </w:r>
      <w:r w:rsidR="00B97E5D">
        <w:t xml:space="preserve">, </w:t>
      </w:r>
      <w:r w:rsidRPr="003E4D35">
        <w:t>et tout cela stérile</w:t>
      </w:r>
      <w:r w:rsidR="00B97E5D">
        <w:t xml:space="preserve">, </w:t>
      </w:r>
      <w:r w:rsidRPr="003E4D35">
        <w:t>alors</w:t>
      </w:r>
      <w:r w:rsidR="00B97E5D">
        <w:t xml:space="preserve">, – </w:t>
      </w:r>
      <w:r w:rsidRPr="003E4D35">
        <w:t>comme si regarder fixement la mort vous la fait voir ensuite cent fois</w:t>
      </w:r>
      <w:r w:rsidR="00B97E5D">
        <w:t xml:space="preserve">, – </w:t>
      </w:r>
      <w:r w:rsidRPr="003E4D35">
        <w:t>soudain</w:t>
      </w:r>
      <w:r w:rsidR="00B97E5D">
        <w:t xml:space="preserve"> (</w:t>
      </w:r>
      <w:r w:rsidRPr="003E4D35">
        <w:t>j</w:t>
      </w:r>
      <w:r w:rsidR="00B97E5D">
        <w:t>’</w:t>
      </w:r>
      <w:r w:rsidRPr="003E4D35">
        <w:t>eus la terreur d</w:t>
      </w:r>
      <w:r w:rsidR="00B97E5D">
        <w:t>’</w:t>
      </w:r>
      <w:r w:rsidRPr="003E4D35">
        <w:t>un philosophe qui sent</w:t>
      </w:r>
      <w:r w:rsidRPr="003E4D35">
        <w:t>i</w:t>
      </w:r>
      <w:r w:rsidRPr="003E4D35">
        <w:t>rait sa pensée non se poursuivre par chaînons et écluses mais se reproduire en grouillant comme une culture</w:t>
      </w:r>
      <w:r w:rsidR="00B97E5D">
        <w:t xml:space="preserve">), </w:t>
      </w:r>
      <w:r w:rsidRPr="003E4D35">
        <w:t>je vis des cadavres aborder de partout</w:t>
      </w:r>
      <w:r w:rsidR="00B97E5D">
        <w:t xml:space="preserve">. </w:t>
      </w:r>
      <w:r w:rsidRPr="003E4D35">
        <w:t>Ils abordaient là où eussent abordé des hommes vivants</w:t>
      </w:r>
      <w:r w:rsidR="00B97E5D">
        <w:t xml:space="preserve"> ; </w:t>
      </w:r>
      <w:r w:rsidRPr="003E4D35">
        <w:t>ils étaient une vingtaine épars à cet assaut</w:t>
      </w:r>
      <w:r w:rsidR="00B97E5D">
        <w:t xml:space="preserve"> ; </w:t>
      </w:r>
      <w:r w:rsidRPr="003E4D35">
        <w:t>de toutes les petites criques par où je sortais de mon bain</w:t>
      </w:r>
      <w:r w:rsidR="00B97E5D">
        <w:t xml:space="preserve">, </w:t>
      </w:r>
      <w:r w:rsidRPr="003E4D35">
        <w:t>sortait en ce moment un homme</w:t>
      </w:r>
      <w:r w:rsidR="00B97E5D">
        <w:t xml:space="preserve">. </w:t>
      </w:r>
      <w:r w:rsidRPr="003E4D35">
        <w:t>D</w:t>
      </w:r>
      <w:r w:rsidR="00B97E5D">
        <w:t>’</w:t>
      </w:r>
      <w:r w:rsidRPr="003E4D35">
        <w:t>autres pris dans le courant pa</w:t>
      </w:r>
      <w:r w:rsidRPr="003E4D35">
        <w:t>s</w:t>
      </w:r>
      <w:r w:rsidRPr="003E4D35">
        <w:t>saient au large</w:t>
      </w:r>
      <w:r w:rsidR="00B97E5D">
        <w:t xml:space="preserve">, </w:t>
      </w:r>
      <w:r w:rsidRPr="003E4D35">
        <w:t>chacun avec sa nage propre</w:t>
      </w:r>
      <w:r w:rsidR="00B97E5D">
        <w:t xml:space="preserve">, </w:t>
      </w:r>
      <w:r w:rsidRPr="003E4D35">
        <w:t>champion dans la mort de l</w:t>
      </w:r>
      <w:r w:rsidR="00B97E5D">
        <w:t>’</w:t>
      </w:r>
      <w:proofErr w:type="spellStart"/>
      <w:r w:rsidRPr="003E4D35">
        <w:t>overarm</w:t>
      </w:r>
      <w:proofErr w:type="spellEnd"/>
      <w:r w:rsidR="00B97E5D">
        <w:t xml:space="preserve">, </w:t>
      </w:r>
      <w:r w:rsidRPr="003E4D35">
        <w:t>des épaules hors de l</w:t>
      </w:r>
      <w:r w:rsidR="00B97E5D">
        <w:t>’</w:t>
      </w:r>
      <w:r w:rsidRPr="003E4D35">
        <w:t>eau et des bras dressés</w:t>
      </w:r>
      <w:r w:rsidR="00B97E5D">
        <w:t xml:space="preserve">, </w:t>
      </w:r>
      <w:r w:rsidRPr="003E4D35">
        <w:t>là une tête</w:t>
      </w:r>
      <w:r w:rsidR="00B97E5D">
        <w:t xml:space="preserve">, </w:t>
      </w:r>
      <w:r w:rsidRPr="003E4D35">
        <w:t>là une main</w:t>
      </w:r>
      <w:r w:rsidR="00B97E5D">
        <w:t xml:space="preserve">, </w:t>
      </w:r>
      <w:r w:rsidRPr="003E4D35">
        <w:t>là-bas un pied</w:t>
      </w:r>
      <w:r w:rsidR="00B97E5D">
        <w:t xml:space="preserve">, </w:t>
      </w:r>
      <w:r w:rsidRPr="003E4D35">
        <w:t>et en rasant la mer à n</w:t>
      </w:r>
      <w:r w:rsidRPr="003E4D35">
        <w:t>i</w:t>
      </w:r>
      <w:r w:rsidRPr="003E4D35">
        <w:t>veau on eût eu de quoi me refaire le corps entier de Johnny</w:t>
      </w:r>
      <w:r w:rsidR="00B97E5D">
        <w:t xml:space="preserve">. </w:t>
      </w:r>
      <w:r w:rsidRPr="003E4D35">
        <w:t>Mais la plupart collés au rivage s</w:t>
      </w:r>
      <w:r w:rsidR="00B97E5D">
        <w:t>’</w:t>
      </w:r>
      <w:r w:rsidRPr="003E4D35">
        <w:t>usaient</w:t>
      </w:r>
      <w:r w:rsidR="00B97E5D">
        <w:t xml:space="preserve">, </w:t>
      </w:r>
      <w:r w:rsidRPr="003E4D35">
        <w:t>inlassables</w:t>
      </w:r>
      <w:r w:rsidR="00B97E5D">
        <w:t xml:space="preserve">, </w:t>
      </w:r>
      <w:r w:rsidRPr="003E4D35">
        <w:t xml:space="preserve">à la </w:t>
      </w:r>
      <w:r w:rsidRPr="003E4D35">
        <w:lastRenderedPageBreak/>
        <w:t>pierre ponce ou à la nacre</w:t>
      </w:r>
      <w:r w:rsidR="00B97E5D">
        <w:t xml:space="preserve">, </w:t>
      </w:r>
      <w:r w:rsidRPr="003E4D35">
        <w:t>avec ces saccades enfantines que nous do</w:t>
      </w:r>
      <w:r w:rsidRPr="003E4D35">
        <w:t>n</w:t>
      </w:r>
      <w:r w:rsidRPr="003E4D35">
        <w:t>nent à nous les poussées de la mer</w:t>
      </w:r>
      <w:r w:rsidR="00B97E5D">
        <w:t>.</w:t>
      </w:r>
    </w:p>
    <w:p w14:paraId="0D31C114" w14:textId="50428D6D" w:rsidR="00F225BE" w:rsidRPr="003E4D35" w:rsidRDefault="00F225BE" w:rsidP="00F225BE"/>
    <w:p w14:paraId="70A64D0A" w14:textId="77777777" w:rsidR="00B97E5D" w:rsidRDefault="00F225BE" w:rsidP="00F225BE">
      <w:r w:rsidRPr="003E4D35">
        <w:t>Comme les hommes sont dissemblables</w:t>
      </w:r>
      <w:r w:rsidR="00B97E5D">
        <w:t xml:space="preserve">, – </w:t>
      </w:r>
      <w:r w:rsidRPr="003E4D35">
        <w:t>si légers</w:t>
      </w:r>
      <w:r w:rsidR="00B97E5D">
        <w:t xml:space="preserve">, </w:t>
      </w:r>
      <w:r w:rsidRPr="003E4D35">
        <w:t>si p</w:t>
      </w:r>
      <w:r w:rsidRPr="003E4D35">
        <w:t>e</w:t>
      </w:r>
      <w:r w:rsidRPr="003E4D35">
        <w:t>sants</w:t>
      </w:r>
      <w:r w:rsidR="00B97E5D">
        <w:t xml:space="preserve">, </w:t>
      </w:r>
      <w:r w:rsidRPr="003E4D35">
        <w:t>si fins</w:t>
      </w:r>
      <w:r w:rsidR="00B97E5D">
        <w:t xml:space="preserve">, </w:t>
      </w:r>
      <w:r w:rsidRPr="003E4D35">
        <w:t>si grossiers</w:t>
      </w:r>
      <w:r w:rsidR="00B97E5D">
        <w:t xml:space="preserve">, </w:t>
      </w:r>
      <w:r w:rsidRPr="003E4D35">
        <w:t>si vulgaires et si dignes jusque dans la mort</w:t>
      </w:r>
      <w:r w:rsidR="00B97E5D">
        <w:t xml:space="preserve">, </w:t>
      </w:r>
      <w:r w:rsidRPr="003E4D35">
        <w:t>que je devinai dans ces cadavres les reconnaissants et les ingrats</w:t>
      </w:r>
      <w:r w:rsidR="00B97E5D">
        <w:t xml:space="preserve"> ! </w:t>
      </w:r>
      <w:r w:rsidRPr="003E4D35">
        <w:t>Après chaque sauvetage</w:t>
      </w:r>
      <w:r w:rsidR="00B97E5D">
        <w:t xml:space="preserve">, </w:t>
      </w:r>
      <w:r w:rsidRPr="003E4D35">
        <w:t>je me reposais</w:t>
      </w:r>
      <w:r w:rsidR="00B97E5D">
        <w:t xml:space="preserve">, </w:t>
      </w:r>
      <w:r w:rsidRPr="003E4D35">
        <w:t>mais déjà presque modelée par une demi-heure de contact ou d</w:t>
      </w:r>
      <w:r w:rsidR="00B97E5D">
        <w:t>’</w:t>
      </w:r>
      <w:r w:rsidRPr="003E4D35">
        <w:t>étreinte à certaine forme d</w:t>
      </w:r>
      <w:r w:rsidR="00B97E5D">
        <w:t>’</w:t>
      </w:r>
      <w:r w:rsidRPr="003E4D35">
        <w:t>homme</w:t>
      </w:r>
      <w:r w:rsidR="00B97E5D">
        <w:t xml:space="preserve">, </w:t>
      </w:r>
      <w:r w:rsidRPr="003E4D35">
        <w:t>désorientée quelques minutes devant le corps suivant</w:t>
      </w:r>
      <w:r w:rsidR="00B97E5D">
        <w:t xml:space="preserve">, </w:t>
      </w:r>
      <w:r w:rsidRPr="003E4D35">
        <w:t>corps habillé alors que l</w:t>
      </w:r>
      <w:r w:rsidR="00B97E5D">
        <w:t>’</w:t>
      </w:r>
      <w:r w:rsidRPr="003E4D35">
        <w:t>autre était nu</w:t>
      </w:r>
      <w:r w:rsidR="00B97E5D">
        <w:t xml:space="preserve">, </w:t>
      </w:r>
      <w:r w:rsidRPr="003E4D35">
        <w:t>souple quand l</w:t>
      </w:r>
      <w:r w:rsidR="00B97E5D">
        <w:t>’</w:t>
      </w:r>
      <w:r w:rsidRPr="003E4D35">
        <w:t>autre était raide</w:t>
      </w:r>
      <w:r w:rsidR="00B97E5D">
        <w:t xml:space="preserve">, </w:t>
      </w:r>
      <w:r w:rsidRPr="003E4D35">
        <w:t>forçant mes bras et ma piété à épouser vingt formes différentes</w:t>
      </w:r>
      <w:r w:rsidR="00B97E5D">
        <w:t xml:space="preserve">. </w:t>
      </w:r>
      <w:r w:rsidRPr="003E4D35">
        <w:t>Parfois la lune éclairait le noyé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habituais à son visage</w:t>
      </w:r>
      <w:r w:rsidR="00B97E5D">
        <w:t xml:space="preserve"> ; </w:t>
      </w:r>
      <w:r w:rsidRPr="003E4D35">
        <w:t>parfois je repêchais un corps dans l</w:t>
      </w:r>
      <w:r w:rsidR="00B97E5D">
        <w:t>’</w:t>
      </w:r>
      <w:r w:rsidRPr="003E4D35">
        <w:t>ombre</w:t>
      </w:r>
      <w:r w:rsidR="00B97E5D">
        <w:t xml:space="preserve">, </w:t>
      </w:r>
      <w:r w:rsidRPr="003E4D35">
        <w:t>et plus tard</w:t>
      </w:r>
      <w:r w:rsidR="00B97E5D">
        <w:t xml:space="preserve">, </w:t>
      </w:r>
      <w:r w:rsidRPr="003E4D35">
        <w:t>sur le rivage</w:t>
      </w:r>
      <w:r w:rsidR="00B97E5D">
        <w:t xml:space="preserve">, </w:t>
      </w:r>
      <w:r w:rsidRPr="003E4D35">
        <w:t>je ne le reconnaissais pas</w:t>
      </w:r>
      <w:r w:rsidR="00B97E5D">
        <w:t xml:space="preserve">, </w:t>
      </w:r>
      <w:r w:rsidRPr="003E4D35">
        <w:t>il me semblait venu sans moi</w:t>
      </w:r>
      <w:r w:rsidR="00B97E5D">
        <w:t xml:space="preserve">. </w:t>
      </w:r>
      <w:r w:rsidRPr="003E4D35">
        <w:t>Parfois une vague inattendue pou</w:t>
      </w:r>
      <w:r w:rsidRPr="003E4D35">
        <w:t>s</w:t>
      </w:r>
      <w:r w:rsidRPr="003E4D35">
        <w:t>sait le corps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l</w:t>
      </w:r>
      <w:r w:rsidR="00B97E5D">
        <w:t>’</w:t>
      </w:r>
      <w:r w:rsidRPr="003E4D35">
        <w:t>impression qu</w:t>
      </w:r>
      <w:r w:rsidR="00B97E5D">
        <w:t>’</w:t>
      </w:r>
      <w:r w:rsidRPr="003E4D35">
        <w:t>il s</w:t>
      </w:r>
      <w:r w:rsidR="00B97E5D">
        <w:t>’</w:t>
      </w:r>
      <w:r w:rsidRPr="003E4D35">
        <w:t>aidait</w:t>
      </w:r>
      <w:r w:rsidR="00B97E5D">
        <w:t xml:space="preserve">… </w:t>
      </w:r>
      <w:r w:rsidRPr="003E4D35">
        <w:t>Le soleil revint</w:t>
      </w:r>
      <w:r w:rsidR="00B97E5D">
        <w:t xml:space="preserve">. </w:t>
      </w:r>
      <w:r w:rsidRPr="003E4D35">
        <w:t>À chaque corps retiré de la mer</w:t>
      </w:r>
      <w:r w:rsidR="00B97E5D">
        <w:t xml:space="preserve">, </w:t>
      </w:r>
      <w:r w:rsidRPr="003E4D35">
        <w:t>elle avait changé de couleur</w:t>
      </w:r>
      <w:r w:rsidR="00B97E5D">
        <w:t xml:space="preserve">…, </w:t>
      </w:r>
      <w:r w:rsidRPr="003E4D35">
        <w:t>pourpre à l</w:t>
      </w:r>
      <w:r w:rsidR="00B97E5D">
        <w:t>’</w:t>
      </w:r>
      <w:r w:rsidRPr="003E4D35">
        <w:t>avant-dernier</w:t>
      </w:r>
      <w:r w:rsidR="00B97E5D">
        <w:t xml:space="preserve">, </w:t>
      </w:r>
      <w:r w:rsidRPr="003E4D35">
        <w:t>rouge au dernier</w:t>
      </w:r>
      <w:r w:rsidR="00B97E5D">
        <w:t xml:space="preserve">, </w:t>
      </w:r>
      <w:r w:rsidRPr="003E4D35">
        <w:t>et soudain vide de mort</w:t>
      </w:r>
      <w:r w:rsidR="00B97E5D">
        <w:t xml:space="preserve">, </w:t>
      </w:r>
      <w:r w:rsidRPr="003E4D35">
        <w:t>toute bleue</w:t>
      </w:r>
      <w:r w:rsidR="00B97E5D">
        <w:t xml:space="preserve">. </w:t>
      </w:r>
      <w:r w:rsidRPr="003E4D35">
        <w:t>Premier jour cependant où</w:t>
      </w:r>
      <w:r w:rsidR="00B97E5D">
        <w:t xml:space="preserve">, </w:t>
      </w:r>
      <w:r w:rsidRPr="003E4D35">
        <w:t>depuis des a</w:t>
      </w:r>
      <w:r w:rsidRPr="003E4D35">
        <w:t>n</w:t>
      </w:r>
      <w:r w:rsidRPr="003E4D35">
        <w:t>nées</w:t>
      </w:r>
      <w:r w:rsidR="00B97E5D">
        <w:t xml:space="preserve">, </w:t>
      </w:r>
      <w:r w:rsidRPr="003E4D35">
        <w:t>je ne me baignai pas</w:t>
      </w:r>
      <w:r w:rsidR="00B97E5D">
        <w:t>…</w:t>
      </w:r>
    </w:p>
    <w:p w14:paraId="3DFC5203" w14:textId="77777777" w:rsidR="00B97E5D" w:rsidRDefault="00F225BE" w:rsidP="00F225BE">
      <w:r w:rsidRPr="003E4D35">
        <w:t>Je les comptai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en trouvai d</w:t>
      </w:r>
      <w:r w:rsidR="00B97E5D">
        <w:t>’</w:t>
      </w:r>
      <w:r w:rsidRPr="003E4D35">
        <w:t>abord dix-sept</w:t>
      </w:r>
      <w:r w:rsidR="00B97E5D">
        <w:t xml:space="preserve">, </w:t>
      </w:r>
      <w:r w:rsidRPr="003E4D35">
        <w:t>puis seize</w:t>
      </w:r>
      <w:r w:rsidR="00B97E5D">
        <w:t xml:space="preserve"> ; </w:t>
      </w:r>
      <w:r w:rsidRPr="003E4D35">
        <w:t>puis le disparu revint</w:t>
      </w:r>
      <w:r w:rsidR="00B97E5D">
        <w:t xml:space="preserve">. </w:t>
      </w:r>
      <w:r w:rsidRPr="003E4D35">
        <w:t>Les uns avaient la tête</w:t>
      </w:r>
      <w:r w:rsidR="00B97E5D">
        <w:t xml:space="preserve">, </w:t>
      </w:r>
      <w:r w:rsidRPr="003E4D35">
        <w:t>les autres les pieds tournés vers la mer</w:t>
      </w:r>
      <w:r w:rsidR="00B97E5D">
        <w:t xml:space="preserve">. </w:t>
      </w:r>
      <w:r w:rsidRPr="003E4D35">
        <w:t>De la tête s</w:t>
      </w:r>
      <w:r w:rsidR="00B97E5D">
        <w:t>’</w:t>
      </w:r>
      <w:r w:rsidRPr="003E4D35">
        <w:t>envolait toujours quelque o</w:t>
      </w:r>
      <w:r w:rsidRPr="003E4D35">
        <w:t>i</w:t>
      </w:r>
      <w:r w:rsidRPr="003E4D35">
        <w:t>seau</w:t>
      </w:r>
      <w:r w:rsidR="00B97E5D">
        <w:t xml:space="preserve">, </w:t>
      </w:r>
      <w:r w:rsidRPr="003E4D35">
        <w:t>plus curieux que sont les oiseaux des visages que des corps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un avait un grelot dans sa poche</w:t>
      </w:r>
      <w:r w:rsidR="00B97E5D">
        <w:t xml:space="preserve">, </w:t>
      </w:r>
      <w:r w:rsidRPr="003E4D35">
        <w:t>et sonnait</w:t>
      </w:r>
      <w:r w:rsidR="00B97E5D">
        <w:t xml:space="preserve">. </w:t>
      </w:r>
      <w:r w:rsidRPr="003E4D35">
        <w:t>Deux avaient des alliances</w:t>
      </w:r>
      <w:r w:rsidR="00B97E5D">
        <w:t xml:space="preserve"> : </w:t>
      </w:r>
      <w:r w:rsidRPr="003E4D35">
        <w:t>j</w:t>
      </w:r>
      <w:r w:rsidR="00B97E5D">
        <w:t>’</w:t>
      </w:r>
      <w:r w:rsidRPr="003E4D35">
        <w:t>eus désormais deux alliances au même doigt</w:t>
      </w:r>
      <w:r w:rsidR="00B97E5D">
        <w:t xml:space="preserve">. </w:t>
      </w:r>
      <w:r w:rsidRPr="003E4D35">
        <w:t>Le plus jeune</w:t>
      </w:r>
      <w:r w:rsidR="00B97E5D">
        <w:t xml:space="preserve">, </w:t>
      </w:r>
      <w:r w:rsidRPr="003E4D35">
        <w:t>imberbe</w:t>
      </w:r>
      <w:r w:rsidR="00B97E5D">
        <w:t xml:space="preserve">, </w:t>
      </w:r>
      <w:r w:rsidRPr="003E4D35">
        <w:t>avait un veston noir avec des bo</w:t>
      </w:r>
      <w:r w:rsidRPr="003E4D35">
        <w:t>u</w:t>
      </w:r>
      <w:r w:rsidRPr="003E4D35">
        <w:t>tons d</w:t>
      </w:r>
      <w:r w:rsidR="00B97E5D">
        <w:t>’</w:t>
      </w:r>
      <w:r w:rsidRPr="003E4D35">
        <w:t>or comme les collégiens chez nous</w:t>
      </w:r>
      <w:r w:rsidR="00B97E5D">
        <w:t xml:space="preserve"> ; </w:t>
      </w:r>
      <w:r w:rsidRPr="003E4D35">
        <w:t>rien n</w:t>
      </w:r>
      <w:r w:rsidR="00B97E5D">
        <w:t>’</w:t>
      </w:r>
      <w:r w:rsidRPr="003E4D35">
        <w:t>y manquait</w:t>
      </w:r>
      <w:r w:rsidR="00B97E5D">
        <w:t xml:space="preserve">, </w:t>
      </w:r>
      <w:r w:rsidRPr="003E4D35">
        <w:t>ni la cravate</w:t>
      </w:r>
      <w:r w:rsidR="00B97E5D">
        <w:t xml:space="preserve">, </w:t>
      </w:r>
      <w:r w:rsidRPr="003E4D35">
        <w:t>ni la montre</w:t>
      </w:r>
      <w:r w:rsidR="00B97E5D">
        <w:t xml:space="preserve">, </w:t>
      </w:r>
      <w:r w:rsidRPr="003E4D35">
        <w:t>comme aux collégiens un jour de gra</w:t>
      </w:r>
      <w:r w:rsidRPr="003E4D35">
        <w:t>n</w:t>
      </w:r>
      <w:r w:rsidRPr="003E4D35">
        <w:t>de rentrée</w:t>
      </w:r>
      <w:r w:rsidR="00B97E5D">
        <w:t xml:space="preserve"> ; </w:t>
      </w:r>
      <w:proofErr w:type="gramStart"/>
      <w:r w:rsidRPr="003E4D35">
        <w:t>c</w:t>
      </w:r>
      <w:r w:rsidR="00B97E5D">
        <w:t>’</w:t>
      </w:r>
      <w:r w:rsidRPr="003E4D35">
        <w:t>était</w:t>
      </w:r>
      <w:proofErr w:type="gramEnd"/>
      <w:r w:rsidRPr="003E4D35">
        <w:t xml:space="preserve"> des vêtements faits sur </w:t>
      </w:r>
      <w:r w:rsidRPr="003E4D35">
        <w:lastRenderedPageBreak/>
        <w:t>mesure</w:t>
      </w:r>
      <w:r w:rsidR="00B97E5D">
        <w:t xml:space="preserve">, </w:t>
      </w:r>
      <w:r w:rsidRPr="003E4D35">
        <w:t>de ceux que la mer n</w:t>
      </w:r>
      <w:r w:rsidR="00B97E5D">
        <w:t>’</w:t>
      </w:r>
      <w:r w:rsidRPr="003E4D35">
        <w:t>arrive pas à enlever au corps</w:t>
      </w:r>
      <w:r w:rsidR="00B97E5D">
        <w:t xml:space="preserve">, </w:t>
      </w:r>
      <w:r w:rsidRPr="003E4D35">
        <w:t>la ceinture était fixée au drap par des boutons-agrafes</w:t>
      </w:r>
      <w:r w:rsidR="00B97E5D">
        <w:t xml:space="preserve">, </w:t>
      </w:r>
      <w:r w:rsidRPr="003E4D35">
        <w:t>et le midship retenait de la main sa casquette</w:t>
      </w:r>
      <w:r w:rsidR="00B97E5D">
        <w:t xml:space="preserve">, </w:t>
      </w:r>
      <w:r w:rsidRPr="003E4D35">
        <w:t>seul objet qu</w:t>
      </w:r>
      <w:r w:rsidR="00B97E5D">
        <w:t>’</w:t>
      </w:r>
      <w:r w:rsidRPr="003E4D35">
        <w:t>il eût pu perdre dans le désastre</w:t>
      </w:r>
      <w:r w:rsidR="00B97E5D">
        <w:t xml:space="preserve">. </w:t>
      </w:r>
      <w:r w:rsidRPr="003E4D35">
        <w:t>Toute la douce peur de perdre sa casquette</w:t>
      </w:r>
      <w:r w:rsidR="00B97E5D">
        <w:t xml:space="preserve">, </w:t>
      </w:r>
      <w:r w:rsidRPr="003E4D35">
        <w:t>mélangée à la confiance en son col</w:t>
      </w:r>
      <w:r w:rsidR="00B97E5D">
        <w:t xml:space="preserve">, </w:t>
      </w:r>
      <w:r w:rsidRPr="003E4D35">
        <w:t>en ses brodequins illuminait et sanctifiait ce visage</w:t>
      </w:r>
      <w:r w:rsidR="00B97E5D">
        <w:t xml:space="preserve">. </w:t>
      </w:r>
      <w:r w:rsidRPr="003E4D35">
        <w:t>Mais à mesure que le soleil chauffait</w:t>
      </w:r>
      <w:r w:rsidR="00B97E5D">
        <w:t xml:space="preserve">, </w:t>
      </w:r>
      <w:r w:rsidRPr="003E4D35">
        <w:t>cette troupe que je croyais d</w:t>
      </w:r>
      <w:r w:rsidR="00B97E5D">
        <w:t>’</w:t>
      </w:r>
      <w:r w:rsidRPr="003E4D35">
        <w:t>abord uniforme</w:t>
      </w:r>
      <w:r w:rsidR="00B97E5D">
        <w:t xml:space="preserve">, </w:t>
      </w:r>
      <w:r w:rsidRPr="003E4D35">
        <w:t>je la vis se diviser en deux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allia</w:t>
      </w:r>
      <w:r w:rsidRPr="003E4D35">
        <w:t>n</w:t>
      </w:r>
      <w:r w:rsidRPr="003E4D35">
        <w:t>ce que tous les noyés ont contre la nuit était rompue</w:t>
      </w:r>
      <w:r w:rsidR="00B97E5D">
        <w:t xml:space="preserve">. </w:t>
      </w:r>
      <w:r w:rsidRPr="003E4D35">
        <w:t>Il y avait deux sortes de tricots</w:t>
      </w:r>
      <w:r w:rsidR="00B97E5D">
        <w:t xml:space="preserve">, </w:t>
      </w:r>
      <w:r w:rsidRPr="003E4D35">
        <w:t>deux sortes de bérets</w:t>
      </w:r>
      <w:r w:rsidR="00B97E5D">
        <w:t xml:space="preserve"> ;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il y avait eu deux navires</w:t>
      </w:r>
      <w:r w:rsidR="00B97E5D">
        <w:t xml:space="preserve"> ; </w:t>
      </w:r>
      <w:r w:rsidRPr="003E4D35">
        <w:t>il y avait deux sortes de têtes</w:t>
      </w:r>
      <w:r w:rsidR="00B97E5D">
        <w:t xml:space="preserve">, </w:t>
      </w:r>
      <w:r w:rsidRPr="003E4D35">
        <w:t>de mains</w:t>
      </w:r>
      <w:r w:rsidR="00B97E5D">
        <w:t xml:space="preserve">, </w:t>
      </w:r>
      <w:r w:rsidRPr="003E4D35">
        <w:t>même dans la mort deux attitudes</w:t>
      </w:r>
      <w:r w:rsidR="00B97E5D">
        <w:t xml:space="preserve"> ; </w:t>
      </w:r>
      <w:r w:rsidRPr="003E4D35">
        <w:t>il y avait deux coupes de cheveux</w:t>
      </w:r>
      <w:r w:rsidR="00B97E5D">
        <w:t xml:space="preserve"> : </w:t>
      </w:r>
      <w:r w:rsidRPr="003E4D35">
        <w:t>c</w:t>
      </w:r>
      <w:r w:rsidR="00B97E5D">
        <w:t>’</w:t>
      </w:r>
      <w:r w:rsidRPr="003E4D35">
        <w:t>est qu</w:t>
      </w:r>
      <w:r w:rsidR="00B97E5D">
        <w:t>’</w:t>
      </w:r>
      <w:r w:rsidRPr="003E4D35">
        <w:t>il y avait deux races</w:t>
      </w:r>
      <w:r w:rsidR="00B97E5D">
        <w:t xml:space="preserve">… </w:t>
      </w:r>
      <w:r w:rsidRPr="003E4D35">
        <w:t>Alors je vis la guerre</w:t>
      </w:r>
      <w:r w:rsidR="00B97E5D">
        <w:t>.</w:t>
      </w:r>
    </w:p>
    <w:p w14:paraId="0783B633" w14:textId="77777777" w:rsidR="00B97E5D" w:rsidRDefault="00F225BE" w:rsidP="00F225BE">
      <w:r w:rsidRPr="003E4D35">
        <w:t>D</w:t>
      </w:r>
      <w:r w:rsidR="00B97E5D">
        <w:t>’</w:t>
      </w:r>
      <w:r w:rsidRPr="003E4D35">
        <w:t>abord la compagnie de sept géants à chair blanche</w:t>
      </w:r>
      <w:r w:rsidR="00B97E5D">
        <w:t xml:space="preserve">, </w:t>
      </w:r>
      <w:r w:rsidRPr="003E4D35">
        <w:t>je</w:t>
      </w:r>
      <w:r w:rsidRPr="003E4D35">
        <w:t>u</w:t>
      </w:r>
      <w:r w:rsidRPr="003E4D35">
        <w:t>nes tous et de taille égale comme un peuple mythique</w:t>
      </w:r>
      <w:r w:rsidR="00B97E5D">
        <w:t xml:space="preserve">, </w:t>
      </w:r>
      <w:r w:rsidRPr="003E4D35">
        <w:t>les plus défigurés et les plus gonflés</w:t>
      </w:r>
      <w:r w:rsidR="00B97E5D">
        <w:t xml:space="preserve">, </w:t>
      </w:r>
      <w:r w:rsidRPr="003E4D35">
        <w:t>comme s</w:t>
      </w:r>
      <w:r w:rsidR="00B97E5D">
        <w:t>’</w:t>
      </w:r>
      <w:r w:rsidRPr="003E4D35">
        <w:t>ils n</w:t>
      </w:r>
      <w:r w:rsidR="00B97E5D">
        <w:t>’</w:t>
      </w:r>
      <w:r w:rsidRPr="003E4D35">
        <w:t>avaient pas</w:t>
      </w:r>
      <w:r w:rsidR="00B97E5D">
        <w:t xml:space="preserve">, </w:t>
      </w:r>
      <w:r w:rsidRPr="003E4D35">
        <w:t>eux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habitude de cette mort dans l</w:t>
      </w:r>
      <w:r w:rsidR="00B97E5D">
        <w:t>’</w:t>
      </w:r>
      <w:r w:rsidRPr="003E4D35">
        <w:t>Océan</w:t>
      </w:r>
      <w:r w:rsidR="00B97E5D">
        <w:t xml:space="preserve">, </w:t>
      </w:r>
      <w:r w:rsidRPr="003E4D35">
        <w:t>le visage si gras et leurs petites moustaches blondes si pommadées que l</w:t>
      </w:r>
      <w:r w:rsidR="00B97E5D">
        <w:t>’</w:t>
      </w:r>
      <w:r w:rsidRPr="003E4D35">
        <w:t>eau restait sur eux en gouttelettes et n</w:t>
      </w:r>
      <w:r w:rsidR="00B97E5D">
        <w:t>’</w:t>
      </w:r>
      <w:r w:rsidRPr="003E4D35">
        <w:t>avait pas désuni un poil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 xml:space="preserve">un avec un </w:t>
      </w:r>
      <w:proofErr w:type="spellStart"/>
      <w:r w:rsidRPr="003E4D35">
        <w:t>maintient</w:t>
      </w:r>
      <w:proofErr w:type="spellEnd"/>
      <w:r w:rsidRPr="003E4D35">
        <w:t>-moustache</w:t>
      </w:r>
      <w:r w:rsidR="00B97E5D">
        <w:t xml:space="preserve">, </w:t>
      </w:r>
      <w:r w:rsidRPr="003E4D35">
        <w:t>tous avec des instruments dans leur p</w:t>
      </w:r>
      <w:r w:rsidRPr="003E4D35">
        <w:t>o</w:t>
      </w:r>
      <w:r w:rsidRPr="003E4D35">
        <w:t>che dont on n</w:t>
      </w:r>
      <w:r w:rsidR="00B97E5D">
        <w:t>’</w:t>
      </w:r>
      <w:r w:rsidRPr="003E4D35">
        <w:t>a rien à faire au fond des eaux</w:t>
      </w:r>
      <w:r w:rsidR="00B97E5D">
        <w:t xml:space="preserve">, </w:t>
      </w:r>
      <w:r w:rsidRPr="003E4D35">
        <w:t>des harmonicas</w:t>
      </w:r>
      <w:r w:rsidR="00B97E5D">
        <w:t xml:space="preserve">, </w:t>
      </w:r>
      <w:r w:rsidRPr="003E4D35">
        <w:t>de petites flûtes</w:t>
      </w:r>
      <w:r w:rsidR="00B97E5D">
        <w:t xml:space="preserve">, </w:t>
      </w:r>
      <w:r w:rsidRPr="003E4D35">
        <w:t>tous avec leur nom gravé à l</w:t>
      </w:r>
      <w:r w:rsidR="00B97E5D">
        <w:t>’</w:t>
      </w:r>
      <w:r w:rsidRPr="003E4D35">
        <w:t>encre indélébile sur leurs tricots</w:t>
      </w:r>
      <w:r w:rsidR="00B97E5D">
        <w:t xml:space="preserve">, </w:t>
      </w:r>
      <w:r w:rsidRPr="003E4D35">
        <w:t>mais sans tatouages et anonymes dès qu</w:t>
      </w:r>
      <w:r w:rsidR="00B97E5D">
        <w:t>’</w:t>
      </w:r>
      <w:r w:rsidRPr="003E4D35">
        <w:t>ils étaient nus</w:t>
      </w:r>
      <w:r w:rsidR="00B97E5D">
        <w:t xml:space="preserve">, </w:t>
      </w:r>
      <w:r w:rsidRPr="003E4D35">
        <w:t>les ongles faits au polissoir</w:t>
      </w:r>
      <w:r w:rsidR="00B97E5D">
        <w:t xml:space="preserve">, </w:t>
      </w:r>
      <w:r w:rsidRPr="003E4D35">
        <w:t>chacun rapportant sur son visage non pas</w:t>
      </w:r>
      <w:r w:rsidR="00B97E5D">
        <w:t xml:space="preserve">, </w:t>
      </w:r>
      <w:r w:rsidRPr="003E4D35">
        <w:t>comme d</w:t>
      </w:r>
      <w:r w:rsidR="00B97E5D">
        <w:t>’</w:t>
      </w:r>
      <w:r w:rsidRPr="003E4D35">
        <w:t>habitude les morts</w:t>
      </w:r>
      <w:r w:rsidR="00B97E5D">
        <w:t xml:space="preserve">, </w:t>
      </w:r>
      <w:r w:rsidRPr="003E4D35">
        <w:t>une resse</w:t>
      </w:r>
      <w:r w:rsidRPr="003E4D35">
        <w:t>m</w:t>
      </w:r>
      <w:r w:rsidRPr="003E4D35">
        <w:t>blance avec quelque inconnu entrevu dans un orchestre ou une diligence</w:t>
      </w:r>
      <w:r w:rsidR="00B97E5D">
        <w:t xml:space="preserve">, </w:t>
      </w:r>
      <w:r w:rsidRPr="003E4D35">
        <w:t>mais la ressemblance exacte avec le camarade d</w:t>
      </w:r>
      <w:r w:rsidR="00B97E5D">
        <w:t>’</w:t>
      </w:r>
      <w:r w:rsidRPr="003E4D35">
        <w:t>à c</w:t>
      </w:r>
      <w:r w:rsidRPr="003E4D35">
        <w:t>ô</w:t>
      </w:r>
      <w:r w:rsidRPr="003E4D35">
        <w:t>té</w:t>
      </w:r>
      <w:r w:rsidR="00B97E5D">
        <w:t xml:space="preserve"> ; </w:t>
      </w:r>
      <w:r w:rsidRPr="003E4D35">
        <w:t>et dix corps en basane et en muscles</w:t>
      </w:r>
      <w:r w:rsidR="00B97E5D">
        <w:t xml:space="preserve">, </w:t>
      </w:r>
      <w:r w:rsidRPr="003E4D35">
        <w:t>avec des cous d</w:t>
      </w:r>
      <w:r w:rsidR="00B97E5D">
        <w:t>’</w:t>
      </w:r>
      <w:r w:rsidRPr="003E4D35">
        <w:t>otarie</w:t>
      </w:r>
      <w:r w:rsidR="00B97E5D">
        <w:t xml:space="preserve">, </w:t>
      </w:r>
      <w:r w:rsidRPr="003E4D35">
        <w:t>avec des fils de laiton pour cheveux</w:t>
      </w:r>
      <w:r w:rsidR="00B97E5D">
        <w:t xml:space="preserve">, </w:t>
      </w:r>
      <w:r w:rsidRPr="003E4D35">
        <w:t>de la corne pour ongles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or pour dents</w:t>
      </w:r>
      <w:r w:rsidR="00B97E5D">
        <w:t xml:space="preserve">, </w:t>
      </w:r>
      <w:r w:rsidRPr="003E4D35">
        <w:t>tous divers ressemblant tous</w:t>
      </w:r>
      <w:r w:rsidR="00B97E5D">
        <w:t xml:space="preserve"> (</w:t>
      </w:r>
      <w:r w:rsidRPr="003E4D35">
        <w:t>avais-je donc o</w:t>
      </w:r>
      <w:r w:rsidRPr="003E4D35">
        <w:t>u</w:t>
      </w:r>
      <w:r w:rsidRPr="003E4D35">
        <w:t>blié à quoi ressemblent les hommes</w:t>
      </w:r>
      <w:r w:rsidR="00B97E5D">
        <w:t xml:space="preserve"> ?) </w:t>
      </w:r>
      <w:r w:rsidRPr="003E4D35">
        <w:t>à des chiens</w:t>
      </w:r>
      <w:r w:rsidR="00B97E5D">
        <w:t xml:space="preserve">, </w:t>
      </w:r>
      <w:r w:rsidRPr="003E4D35">
        <w:t>à des ch</w:t>
      </w:r>
      <w:r w:rsidRPr="003E4D35">
        <w:t>e</w:t>
      </w:r>
      <w:r w:rsidRPr="003E4D35">
        <w:t>vaux</w:t>
      </w:r>
      <w:r w:rsidR="00B97E5D">
        <w:t xml:space="preserve">, </w:t>
      </w:r>
      <w:r w:rsidRPr="003E4D35">
        <w:t>à des dogues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un à un chat</w:t>
      </w:r>
      <w:r w:rsidR="00B97E5D">
        <w:t xml:space="preserve">, </w:t>
      </w:r>
      <w:r w:rsidRPr="003E4D35">
        <w:t xml:space="preserve">le midship à une femme avec des </w:t>
      </w:r>
      <w:r w:rsidRPr="003E4D35">
        <w:lastRenderedPageBreak/>
        <w:t>poches toujours vides si ce n</w:t>
      </w:r>
      <w:r w:rsidR="00B97E5D">
        <w:t>’</w:t>
      </w:r>
      <w:r w:rsidRPr="003E4D35">
        <w:t>est de tabac et de pipes</w:t>
      </w:r>
      <w:r w:rsidR="00B97E5D">
        <w:t xml:space="preserve">, </w:t>
      </w:r>
      <w:r w:rsidRPr="003E4D35">
        <w:t>mais dont presque tous les corps portaient le nom et les aventures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un avec la même Molly de Dakar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autre avec toute la bataille de Hastings</w:t>
      </w:r>
      <w:r w:rsidR="00B97E5D">
        <w:t xml:space="preserve">, </w:t>
      </w:r>
      <w:r w:rsidRPr="003E4D35">
        <w:t>un troisième sa vie décrite depuis le cou en cinq ou six lignes</w:t>
      </w:r>
      <w:r w:rsidR="00B97E5D">
        <w:t xml:space="preserve">, </w:t>
      </w:r>
      <w:r w:rsidRPr="003E4D35">
        <w:t>naissance</w:t>
      </w:r>
      <w:r w:rsidR="00B97E5D">
        <w:t xml:space="preserve">, </w:t>
      </w:r>
      <w:r w:rsidRPr="003E4D35">
        <w:t>engagement</w:t>
      </w:r>
      <w:r w:rsidR="00B97E5D">
        <w:t xml:space="preserve">, </w:t>
      </w:r>
      <w:r w:rsidRPr="003E4D35">
        <w:t>naufrage du</w:t>
      </w:r>
      <w:r w:rsidRPr="003E4D35">
        <w:rPr>
          <w:i/>
          <w:iCs/>
        </w:rPr>
        <w:t xml:space="preserve"> </w:t>
      </w:r>
      <w:proofErr w:type="spellStart"/>
      <w:r w:rsidRPr="003E4D35">
        <w:rPr>
          <w:i/>
          <w:iCs/>
        </w:rPr>
        <w:t>Sunbeam</w:t>
      </w:r>
      <w:proofErr w:type="spellEnd"/>
      <w:r w:rsidR="00B97E5D">
        <w:rPr>
          <w:i/>
          <w:iCs/>
        </w:rPr>
        <w:t xml:space="preserve">, </w:t>
      </w:r>
      <w:r w:rsidRPr="003E4D35">
        <w:t>na</w:t>
      </w:r>
      <w:r w:rsidRPr="003E4D35">
        <w:t>u</w:t>
      </w:r>
      <w:r w:rsidRPr="003E4D35">
        <w:t>frage du</w:t>
      </w:r>
      <w:r w:rsidRPr="003E4D35">
        <w:rPr>
          <w:i/>
          <w:iCs/>
        </w:rPr>
        <w:t xml:space="preserve"> Lady-Grey</w:t>
      </w:r>
      <w:r w:rsidR="00B97E5D">
        <w:rPr>
          <w:i/>
          <w:iCs/>
        </w:rPr>
        <w:t xml:space="preserve">, </w:t>
      </w:r>
      <w:r w:rsidRPr="003E4D35">
        <w:t>et il restait pour inscrire sa mort toute une place réservée jalousement</w:t>
      </w:r>
      <w:r w:rsidR="00B97E5D">
        <w:t xml:space="preserve">, </w:t>
      </w:r>
      <w:r w:rsidRPr="003E4D35">
        <w:t>sans doute pour des noms de fe</w:t>
      </w:r>
      <w:r w:rsidRPr="003E4D35">
        <w:t>m</w:t>
      </w:r>
      <w:r w:rsidRPr="003E4D35">
        <w:t>mes</w:t>
      </w:r>
      <w:r w:rsidR="00B97E5D">
        <w:t xml:space="preserve">, </w:t>
      </w:r>
      <w:r w:rsidRPr="003E4D35">
        <w:t>tout le sternum</w:t>
      </w:r>
      <w:r w:rsidR="00B97E5D">
        <w:t xml:space="preserve"> ; </w:t>
      </w:r>
      <w:r w:rsidRPr="003E4D35">
        <w:t>un dernier enfin</w:t>
      </w:r>
      <w:r w:rsidR="00B97E5D">
        <w:t xml:space="preserve"> (</w:t>
      </w:r>
      <w:r w:rsidRPr="003E4D35">
        <w:t>rien que cela me poussa à prendre parti entre les deux races</w:t>
      </w:r>
      <w:r w:rsidR="00B97E5D">
        <w:t xml:space="preserve">) </w:t>
      </w:r>
      <w:r w:rsidRPr="003E4D35">
        <w:t>avec sur le bras</w:t>
      </w:r>
      <w:r w:rsidR="00B97E5D">
        <w:t xml:space="preserve"> : </w:t>
      </w:r>
      <w:r w:rsidRPr="003E4D35">
        <w:t>Souvenir de Boulogne et un pavillon français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sept matelots all</w:t>
      </w:r>
      <w:r w:rsidRPr="003E4D35">
        <w:t>e</w:t>
      </w:r>
      <w:r w:rsidRPr="003E4D35">
        <w:t>mands contre dix de la Grande-Bretagne</w:t>
      </w:r>
      <w:r w:rsidR="00B97E5D">
        <w:t xml:space="preserve"> ; </w:t>
      </w:r>
      <w:r w:rsidRPr="003E4D35">
        <w:t>c</w:t>
      </w:r>
      <w:r w:rsidR="00B97E5D">
        <w:t>’</w:t>
      </w:r>
      <w:r w:rsidRPr="003E4D35">
        <w:t>était</w:t>
      </w:r>
      <w:r w:rsidR="00B97E5D">
        <w:t xml:space="preserve">, </w:t>
      </w:r>
      <w:r w:rsidRPr="003E4D35">
        <w:t>je pouvais grâce à leurs noms nommer ces tournois</w:t>
      </w:r>
      <w:r w:rsidR="00B97E5D">
        <w:t xml:space="preserve">, </w:t>
      </w:r>
      <w:r w:rsidRPr="003E4D35">
        <w:t xml:space="preserve">Meyer contre </w:t>
      </w:r>
      <w:proofErr w:type="spellStart"/>
      <w:r w:rsidRPr="003E4D35">
        <w:t>Blakely</w:t>
      </w:r>
      <w:proofErr w:type="spellEnd"/>
      <w:r w:rsidR="00B97E5D">
        <w:t xml:space="preserve">, </w:t>
      </w:r>
      <w:proofErr w:type="spellStart"/>
      <w:r w:rsidRPr="003E4D35">
        <w:t>Waldkröte</w:t>
      </w:r>
      <w:proofErr w:type="spellEnd"/>
      <w:r w:rsidRPr="003E4D35">
        <w:t xml:space="preserve"> contre </w:t>
      </w:r>
      <w:proofErr w:type="spellStart"/>
      <w:r w:rsidRPr="003E4D35">
        <w:t>Parrott</w:t>
      </w:r>
      <w:proofErr w:type="spellEnd"/>
      <w:r w:rsidR="00B97E5D">
        <w:t xml:space="preserve">. </w:t>
      </w:r>
      <w:proofErr w:type="gramStart"/>
      <w:r w:rsidRPr="003E4D35">
        <w:t>C</w:t>
      </w:r>
      <w:r w:rsidR="00B97E5D">
        <w:t>’</w:t>
      </w:r>
      <w:r w:rsidRPr="003E4D35">
        <w:t>était</w:t>
      </w:r>
      <w:proofErr w:type="gramEnd"/>
      <w:r w:rsidRPr="003E4D35">
        <w:t xml:space="preserve"> ces bouches ouvertes</w:t>
      </w:r>
      <w:r w:rsidR="00B97E5D">
        <w:t xml:space="preserve">, </w:t>
      </w:r>
      <w:r w:rsidRPr="003E4D35">
        <w:t>ces yeux chavirés</w:t>
      </w:r>
      <w:r w:rsidR="00B97E5D">
        <w:t xml:space="preserve">, </w:t>
      </w:r>
      <w:r w:rsidRPr="003E4D35">
        <w:t>ces terriens qui voguaient sur la mer grâce à quelque truc</w:t>
      </w:r>
      <w:r w:rsidR="00B97E5D">
        <w:t xml:space="preserve">, </w:t>
      </w:r>
      <w:r w:rsidRPr="003E4D35">
        <w:t>sans que leur densité y fût pour rien</w:t>
      </w:r>
      <w:r w:rsidR="00B97E5D">
        <w:t xml:space="preserve">, </w:t>
      </w:r>
      <w:r w:rsidRPr="003E4D35">
        <w:t>les doigts si gros et écartés qu</w:t>
      </w:r>
      <w:r w:rsidR="00B97E5D">
        <w:t>’</w:t>
      </w:r>
      <w:r w:rsidRPr="003E4D35">
        <w:t>il fallait bien constater qu</w:t>
      </w:r>
      <w:r w:rsidR="00B97E5D">
        <w:t>’</w:t>
      </w:r>
      <w:r w:rsidRPr="003E4D35">
        <w:t>ils n</w:t>
      </w:r>
      <w:r w:rsidR="00B97E5D">
        <w:t>’</w:t>
      </w:r>
      <w:r w:rsidRPr="003E4D35">
        <w:t>avaient pas de palmes</w:t>
      </w:r>
      <w:r w:rsidR="00B97E5D">
        <w:t xml:space="preserve">, </w:t>
      </w:r>
      <w:r w:rsidRPr="003E4D35">
        <w:t>contre dix corps aux dents serrées</w:t>
      </w:r>
      <w:r w:rsidR="00B97E5D">
        <w:t xml:space="preserve">, </w:t>
      </w:r>
      <w:r w:rsidRPr="003E4D35">
        <w:t>aux yeux fermés</w:t>
      </w:r>
      <w:r w:rsidR="00B97E5D">
        <w:t xml:space="preserve">, </w:t>
      </w:r>
      <w:r w:rsidRPr="003E4D35">
        <w:t>si amaigris que la mer</w:t>
      </w:r>
      <w:r w:rsidR="00B97E5D">
        <w:t xml:space="preserve">, </w:t>
      </w:r>
      <w:r w:rsidRPr="003E4D35">
        <w:t>au lieu de les gonfler comme les autres d</w:t>
      </w:r>
      <w:r w:rsidR="00B97E5D">
        <w:t>’</w:t>
      </w:r>
      <w:r w:rsidRPr="003E4D35">
        <w:t>elle-même</w:t>
      </w:r>
      <w:r w:rsidR="00B97E5D">
        <w:t xml:space="preserve">, </w:t>
      </w:r>
      <w:r w:rsidRPr="003E4D35">
        <w:t>semblait les avoir sucés et de chaque Anglais repris un héritage</w:t>
      </w:r>
      <w:r w:rsidR="00B97E5D">
        <w:t xml:space="preserve">. </w:t>
      </w:r>
      <w:r w:rsidRPr="003E4D35">
        <w:t>Voilà ce que l</w:t>
      </w:r>
      <w:r w:rsidR="00B97E5D">
        <w:t>’</w:t>
      </w:r>
      <w:r w:rsidRPr="003E4D35">
        <w:t>on faisait sans moi là-bas</w:t>
      </w:r>
      <w:r w:rsidR="00B97E5D">
        <w:t xml:space="preserve"> ! </w:t>
      </w:r>
      <w:r w:rsidRPr="003E4D35">
        <w:t>C</w:t>
      </w:r>
      <w:r w:rsidR="00B97E5D">
        <w:t>’</w:t>
      </w:r>
      <w:r w:rsidRPr="003E4D35">
        <w:t>était l</w:t>
      </w:r>
      <w:r w:rsidR="00B97E5D">
        <w:t>’</w:t>
      </w:r>
      <w:r w:rsidRPr="003E4D35">
        <w:t>Angleterre contre l</w:t>
      </w:r>
      <w:r w:rsidR="00B97E5D">
        <w:t>’</w:t>
      </w:r>
      <w:r w:rsidRPr="003E4D35">
        <w:t>Allemagne</w:t>
      </w:r>
      <w:r w:rsidR="00B97E5D">
        <w:t xml:space="preserve">… </w:t>
      </w:r>
      <w:r w:rsidRPr="003E4D35">
        <w:t>Je m</w:t>
      </w:r>
      <w:r w:rsidR="00B97E5D">
        <w:t>’</w:t>
      </w:r>
      <w:r w:rsidRPr="003E4D35">
        <w:t>étonnai soudain de n</w:t>
      </w:r>
      <w:r w:rsidR="00B97E5D">
        <w:t>’</w:t>
      </w:r>
      <w:r w:rsidRPr="003E4D35">
        <w:t>avoir pas été prévenue par un bruit plus formidable</w:t>
      </w:r>
      <w:r w:rsidR="00B97E5D">
        <w:t xml:space="preserve">… </w:t>
      </w:r>
      <w:r w:rsidRPr="003E4D35">
        <w:t>Je prêtai l</w:t>
      </w:r>
      <w:r w:rsidR="00B97E5D">
        <w:t>’</w:t>
      </w:r>
      <w:r w:rsidRPr="003E4D35">
        <w:t>oreille</w:t>
      </w:r>
      <w:r w:rsidR="00B97E5D">
        <w:t>…</w:t>
      </w:r>
    </w:p>
    <w:p w14:paraId="6600A23F" w14:textId="77777777" w:rsidR="00B97E5D" w:rsidRDefault="00F225BE" w:rsidP="00F225BE">
      <w:pPr>
        <w:rPr>
          <w:rFonts w:eastAsia="Georgia"/>
        </w:rPr>
      </w:pPr>
      <w:r w:rsidRPr="003E4D35">
        <w:t>La mer était à nouveau bleu de roi</w:t>
      </w:r>
      <w:r w:rsidR="00B97E5D">
        <w:t xml:space="preserve">, </w:t>
      </w:r>
      <w:r w:rsidRPr="003E4D35">
        <w:t>colorée par ce dernier mort que personne ne pourra jamais retirer</w:t>
      </w:r>
      <w:r w:rsidR="00B97E5D">
        <w:t xml:space="preserve">. </w:t>
      </w:r>
      <w:r w:rsidRPr="003E4D35">
        <w:t>Le vent allongeait vers moi un flot qui maintenant me semblait vide</w:t>
      </w:r>
      <w:r w:rsidR="00B97E5D">
        <w:t xml:space="preserve">, </w:t>
      </w:r>
      <w:r w:rsidRPr="003E4D35">
        <w:t>un flot sans humain</w:t>
      </w:r>
      <w:r w:rsidR="00B97E5D">
        <w:t xml:space="preserve">, </w:t>
      </w:r>
      <w:r w:rsidRPr="003E4D35">
        <w:t>cependant insistant</w:t>
      </w:r>
      <w:r w:rsidR="00B97E5D">
        <w:t xml:space="preserve">. </w:t>
      </w:r>
      <w:r w:rsidRPr="003E4D35">
        <w:t>Tous ces signes par lesquels les chiens veulent annoncer que leur maître mort ou mourant est là</w:t>
      </w:r>
      <w:r w:rsidR="00B97E5D">
        <w:t xml:space="preserve">, </w:t>
      </w:r>
      <w:r w:rsidRPr="003E4D35">
        <w:t>à côté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avançant d</w:t>
      </w:r>
      <w:r w:rsidR="00B97E5D">
        <w:t>’</w:t>
      </w:r>
      <w:r w:rsidRPr="003E4D35">
        <w:t>un pas vers un inconnu</w:t>
      </w:r>
      <w:r w:rsidR="00B97E5D">
        <w:t xml:space="preserve">, </w:t>
      </w:r>
      <w:r w:rsidRPr="003E4D35">
        <w:t>lui léchant les pieds</w:t>
      </w:r>
      <w:r w:rsidR="00B97E5D">
        <w:t xml:space="preserve">, </w:t>
      </w:r>
      <w:r w:rsidRPr="003E4D35">
        <w:t>repartant d</w:t>
      </w:r>
      <w:r w:rsidR="00B97E5D">
        <w:t>’</w:t>
      </w:r>
      <w:r w:rsidRPr="003E4D35">
        <w:t>un pas en arrière</w:t>
      </w:r>
      <w:r w:rsidR="00B97E5D">
        <w:t xml:space="preserve">, </w:t>
      </w:r>
      <w:r w:rsidRPr="003E4D35">
        <w:t>se détournant vers une d</w:t>
      </w:r>
      <w:r w:rsidRPr="003E4D35">
        <w:t>i</w:t>
      </w:r>
      <w:r w:rsidRPr="003E4D35">
        <w:t>rection inutile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Océan me les faisait</w:t>
      </w:r>
      <w:r w:rsidR="00B97E5D">
        <w:t xml:space="preserve">. </w:t>
      </w:r>
      <w:r w:rsidRPr="003E4D35">
        <w:t>Les fleurs de nuit sur Smith s</w:t>
      </w:r>
      <w:r w:rsidR="00B97E5D">
        <w:t>’</w:t>
      </w:r>
      <w:r w:rsidRPr="003E4D35">
        <w:t>étaient flétries</w:t>
      </w:r>
      <w:r w:rsidR="00B97E5D">
        <w:t xml:space="preserve">. </w:t>
      </w:r>
      <w:r w:rsidRPr="003E4D35">
        <w:t>Les oiseaux picoraient sur la plage les jeunes vers</w:t>
      </w:r>
      <w:r w:rsidR="00B97E5D">
        <w:t xml:space="preserve">, </w:t>
      </w:r>
      <w:r w:rsidRPr="003E4D35">
        <w:t>et de chaque noix de coco qui tombait</w:t>
      </w:r>
      <w:r w:rsidR="00B97E5D">
        <w:t xml:space="preserve">, </w:t>
      </w:r>
      <w:r w:rsidRPr="003E4D35">
        <w:t>dès qu</w:t>
      </w:r>
      <w:r w:rsidR="00B97E5D">
        <w:t>’</w:t>
      </w:r>
      <w:r w:rsidRPr="003E4D35">
        <w:t xml:space="preserve">elle </w:t>
      </w:r>
      <w:r w:rsidRPr="003E4D35">
        <w:lastRenderedPageBreak/>
        <w:t>touchait terre</w:t>
      </w:r>
      <w:r w:rsidR="00B97E5D">
        <w:t xml:space="preserve">, </w:t>
      </w:r>
      <w:r w:rsidRPr="003E4D35">
        <w:t>comme d</w:t>
      </w:r>
      <w:r w:rsidR="00B97E5D">
        <w:t>’</w:t>
      </w:r>
      <w:r w:rsidRPr="003E4D35">
        <w:t>un obus partaient des flammes fulg</w:t>
      </w:r>
      <w:r w:rsidRPr="003E4D35">
        <w:t>u</w:t>
      </w:r>
      <w:r w:rsidRPr="003E4D35">
        <w:t>rantes qui étaient les paradisiers</w:t>
      </w:r>
      <w:r w:rsidR="00B97E5D">
        <w:t xml:space="preserve">. </w:t>
      </w:r>
      <w:r w:rsidRPr="003E4D35">
        <w:t>Le soleil</w:t>
      </w:r>
      <w:r w:rsidR="00B97E5D">
        <w:t xml:space="preserve">, </w:t>
      </w:r>
      <w:r w:rsidRPr="003E4D35">
        <w:t>selon la pente des cadavres</w:t>
      </w:r>
      <w:r w:rsidR="00B97E5D">
        <w:t xml:space="preserve">, </w:t>
      </w:r>
      <w:r w:rsidRPr="003E4D35">
        <w:t>atteignait déjà quelques visages</w:t>
      </w:r>
      <w:r w:rsidR="00B97E5D">
        <w:t xml:space="preserve">, </w:t>
      </w:r>
      <w:r w:rsidRPr="003E4D35">
        <w:t>et me les désignait</w:t>
      </w:r>
      <w:r w:rsidR="00B97E5D">
        <w:t xml:space="preserve">. </w:t>
      </w:r>
      <w:r w:rsidRPr="003E4D35">
        <w:t>Il fallait me hâter</w:t>
      </w:r>
      <w:r w:rsidR="00B97E5D">
        <w:t xml:space="preserve">, </w:t>
      </w:r>
      <w:r w:rsidRPr="003E4D35">
        <w:t>déjà ces bêtes que je n</w:t>
      </w:r>
      <w:r w:rsidR="00B97E5D">
        <w:t>’</w:t>
      </w:r>
      <w:r w:rsidRPr="003E4D35">
        <w:t>avais jamais vues dans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arrivant du dernier cadavre d</w:t>
      </w:r>
      <w:r w:rsidR="00B97E5D">
        <w:t>’</w:t>
      </w:r>
      <w:r w:rsidRPr="003E4D35">
        <w:t>oiseau à leur premier cadavre d</w:t>
      </w:r>
      <w:r w:rsidR="00B97E5D">
        <w:t>’</w:t>
      </w:r>
      <w:r w:rsidRPr="003E4D35">
        <w:t>homme par un chemin souterrain</w:t>
      </w:r>
      <w:r w:rsidR="00B97E5D">
        <w:t xml:space="preserve">, </w:t>
      </w:r>
      <w:r w:rsidRPr="003E4D35">
        <w:t>cloporte</w:t>
      </w:r>
      <w:r w:rsidR="00B97E5D">
        <w:t xml:space="preserve">, </w:t>
      </w:r>
      <w:r w:rsidRPr="003E4D35">
        <w:t>nécrophores</w:t>
      </w:r>
      <w:r w:rsidR="00B97E5D">
        <w:t xml:space="preserve">, </w:t>
      </w:r>
      <w:r w:rsidRPr="003E4D35">
        <w:t>su</w:t>
      </w:r>
      <w:r w:rsidRPr="003E4D35">
        <w:t>r</w:t>
      </w:r>
      <w:r w:rsidRPr="003E4D35">
        <w:t>gissaient près de chacun</w:t>
      </w:r>
      <w:r w:rsidR="00B97E5D">
        <w:t xml:space="preserve">, </w:t>
      </w:r>
      <w:r w:rsidRPr="003E4D35">
        <w:t>et près de chacun aussi</w:t>
      </w:r>
      <w:r w:rsidR="00B97E5D">
        <w:t xml:space="preserve">, </w:t>
      </w:r>
      <w:r w:rsidRPr="003E4D35">
        <w:t>pour retarder ce dernier départ</w:t>
      </w:r>
      <w:r w:rsidR="00B97E5D">
        <w:t xml:space="preserve">, </w:t>
      </w:r>
      <w:r w:rsidRPr="003E4D35">
        <w:t>les oiseaux qui croquaient les insectes</w:t>
      </w:r>
      <w:r w:rsidR="00B97E5D">
        <w:t xml:space="preserve">… </w:t>
      </w:r>
      <w:r w:rsidRPr="003E4D35">
        <w:t>Je ne pouvais à temps creuser autant de tombes</w:t>
      </w:r>
      <w:r w:rsidR="00B97E5D">
        <w:t xml:space="preserve">. </w:t>
      </w:r>
      <w:r w:rsidRPr="003E4D35">
        <w:t>Je décidai de jeter tous les corps dans la plus grande fosse de corail</w:t>
      </w:r>
      <w:r w:rsidR="00B97E5D">
        <w:t xml:space="preserve">, </w:t>
      </w:r>
      <w:r w:rsidRPr="003E4D35">
        <w:t>et je comme</w:t>
      </w:r>
      <w:r w:rsidRPr="003E4D35">
        <w:t>n</w:t>
      </w:r>
      <w:r w:rsidRPr="003E4D35">
        <w:t>çais par les Allemands plus proches d</w:t>
      </w:r>
      <w:r w:rsidR="00B97E5D">
        <w:t>’</w:t>
      </w:r>
      <w:r w:rsidRPr="003E4D35">
        <w:t>elle</w:t>
      </w:r>
      <w:r w:rsidR="00B97E5D">
        <w:t xml:space="preserve">. </w:t>
      </w:r>
      <w:r w:rsidRPr="003E4D35">
        <w:t>Ce fut d</w:t>
      </w:r>
      <w:r w:rsidR="00B97E5D">
        <w:t>’</w:t>
      </w:r>
      <w:r w:rsidRPr="003E4D35">
        <w:t>eux que je m</w:t>
      </w:r>
      <w:r w:rsidR="00B97E5D">
        <w:t>’</w:t>
      </w:r>
      <w:r w:rsidRPr="003E4D35">
        <w:t>enrichis</w:t>
      </w:r>
      <w:r w:rsidR="00B97E5D">
        <w:t xml:space="preserve">, </w:t>
      </w:r>
      <w:r w:rsidRPr="003E4D35">
        <w:t>ils étaient chargés de bagues</w:t>
      </w:r>
      <w:r w:rsidR="00B97E5D">
        <w:t xml:space="preserve">, </w:t>
      </w:r>
      <w:r w:rsidRPr="003E4D35">
        <w:t>de bracelets</w:t>
      </w:r>
      <w:r w:rsidR="00B97E5D">
        <w:t xml:space="preserve">, </w:t>
      </w:r>
      <w:r w:rsidRPr="003E4D35">
        <w:t>de cha</w:t>
      </w:r>
      <w:r w:rsidRPr="003E4D35">
        <w:t>î</w:t>
      </w:r>
      <w:r w:rsidRPr="003E4D35">
        <w:t>nes d</w:t>
      </w:r>
      <w:r w:rsidR="00B97E5D">
        <w:t>’</w:t>
      </w:r>
      <w:r w:rsidRPr="003E4D35">
        <w:t>or</w:t>
      </w:r>
      <w:r w:rsidR="00B97E5D">
        <w:t xml:space="preserve"> ; </w:t>
      </w:r>
      <w:r w:rsidRPr="003E4D35">
        <w:t>leurs ceintures</w:t>
      </w:r>
      <w:r w:rsidR="00B97E5D">
        <w:t xml:space="preserve">, </w:t>
      </w:r>
      <w:r w:rsidRPr="003E4D35">
        <w:t>leurs portefeuilles</w:t>
      </w:r>
      <w:r w:rsidR="00B97E5D">
        <w:t xml:space="preserve">, </w:t>
      </w:r>
      <w:r w:rsidRPr="003E4D35">
        <w:t>leurs poches étaient d</w:t>
      </w:r>
      <w:r w:rsidR="00B97E5D">
        <w:t>’</w:t>
      </w:r>
      <w:r w:rsidRPr="003E4D35">
        <w:t>un caoutchouc que l</w:t>
      </w:r>
      <w:r w:rsidR="00B97E5D">
        <w:t>’</w:t>
      </w:r>
      <w:r w:rsidRPr="003E4D35">
        <w:t>eau n</w:t>
      </w:r>
      <w:r w:rsidR="00B97E5D">
        <w:t>’</w:t>
      </w:r>
      <w:r w:rsidRPr="003E4D35">
        <w:t>avait pu entamer</w:t>
      </w:r>
      <w:r w:rsidR="00B97E5D">
        <w:t xml:space="preserve">, </w:t>
      </w:r>
      <w:r w:rsidRPr="003E4D35">
        <w:t>et tous par loi d</w:t>
      </w:r>
      <w:r w:rsidR="00B97E5D">
        <w:t>’</w:t>
      </w:r>
      <w:r w:rsidRPr="003E4D35">
        <w:t>empire étaient devenus imperméables à la mer</w:t>
      </w:r>
      <w:r w:rsidR="00B97E5D">
        <w:t xml:space="preserve">, </w:t>
      </w:r>
      <w:r w:rsidRPr="003E4D35">
        <w:t>par cette loi qui leur impose au contraire un visage et un cœur pe</w:t>
      </w:r>
      <w:r w:rsidRPr="003E4D35">
        <w:t>r</w:t>
      </w:r>
      <w:r w:rsidRPr="003E4D35">
        <w:t>méables</w:t>
      </w:r>
      <w:r w:rsidR="00B97E5D">
        <w:t xml:space="preserve">, </w:t>
      </w:r>
      <w:r w:rsidRPr="003E4D35">
        <w:t>sensible au vin et aux châteaux</w:t>
      </w:r>
      <w:r w:rsidR="00B97E5D">
        <w:t xml:space="preserve">, </w:t>
      </w:r>
      <w:r w:rsidRPr="003E4D35">
        <w:t>quand ils pénètrent dans la France</w:t>
      </w:r>
      <w:r w:rsidR="00B97E5D">
        <w:t xml:space="preserve">, </w:t>
      </w:r>
      <w:r w:rsidRPr="003E4D35">
        <w:t>avides de ses saisons</w:t>
      </w:r>
      <w:r w:rsidR="00B97E5D">
        <w:t xml:space="preserve">. </w:t>
      </w:r>
      <w:r w:rsidRPr="003E4D35">
        <w:t>Déjà je sentais en effet la France menacée elle aussi de la guerre</w:t>
      </w:r>
      <w:r w:rsidR="00B97E5D">
        <w:t xml:space="preserve"> ; </w:t>
      </w:r>
      <w:r w:rsidRPr="003E4D35">
        <w:t>dans chaque corps</w:t>
      </w:r>
      <w:r w:rsidR="00B97E5D">
        <w:t xml:space="preserve">, </w:t>
      </w:r>
      <w:r w:rsidRPr="003E4D35">
        <w:t>je cherchais un signe qui m</w:t>
      </w:r>
      <w:r w:rsidR="00B97E5D">
        <w:t>’</w:t>
      </w:r>
      <w:r w:rsidRPr="003E4D35">
        <w:t>indiquât laquelle des deux équipes était morte pour moi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espérais le deviner en me relevant so</w:t>
      </w:r>
      <w:r w:rsidRPr="003E4D35">
        <w:t>u</w:t>
      </w:r>
      <w:r w:rsidRPr="003E4D35">
        <w:t>dain</w:t>
      </w:r>
      <w:r w:rsidR="00B97E5D">
        <w:t xml:space="preserve">, </w:t>
      </w:r>
      <w:r w:rsidRPr="003E4D35">
        <w:t>en les embrassant d</w:t>
      </w:r>
      <w:r w:rsidR="00B97E5D">
        <w:t>’</w:t>
      </w:r>
      <w:r w:rsidRPr="003E4D35">
        <w:t>un regard</w:t>
      </w:r>
      <w:r w:rsidR="00B97E5D">
        <w:t xml:space="preserve">… </w:t>
      </w:r>
      <w:r w:rsidRPr="003E4D35">
        <w:t>Rien encore</w:t>
      </w:r>
      <w:r w:rsidR="00B97E5D">
        <w:t xml:space="preserve">. </w:t>
      </w:r>
      <w:r w:rsidRPr="003E4D35">
        <w:t>Pas un signe</w:t>
      </w:r>
      <w:r w:rsidR="00B97E5D">
        <w:t xml:space="preserve">. </w:t>
      </w:r>
      <w:r w:rsidRPr="003E4D35">
        <w:t>Et je me baissais pour ma récolte de plaques d</w:t>
      </w:r>
      <w:r w:rsidR="00B97E5D">
        <w:t>’</w:t>
      </w:r>
      <w:r w:rsidRPr="003E4D35">
        <w:t>écaille</w:t>
      </w:r>
      <w:r w:rsidR="00B97E5D">
        <w:t xml:space="preserve">, </w:t>
      </w:r>
      <w:r w:rsidRPr="003E4D35">
        <w:t>de pierres précieuses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algues et d</w:t>
      </w:r>
      <w:r w:rsidR="00B97E5D">
        <w:t>’</w:t>
      </w:r>
      <w:r w:rsidRPr="003E4D35">
        <w:t>insectes conservés dans des herbiers</w:t>
      </w:r>
      <w:r w:rsidR="00B97E5D">
        <w:t xml:space="preserve">, </w:t>
      </w:r>
      <w:r w:rsidRPr="003E4D35">
        <w:t>de tout ce que ce râteau à sept dents avait raclé du Pacifique</w:t>
      </w:r>
      <w:r w:rsidR="00B97E5D">
        <w:t xml:space="preserve">. </w:t>
      </w:r>
      <w:r w:rsidRPr="003E4D35">
        <w:t>Ce n</w:t>
      </w:r>
      <w:r w:rsidR="00B97E5D">
        <w:t>’</w:t>
      </w:r>
      <w:r w:rsidRPr="003E4D35">
        <w:t>est que dans le portefeuille du dernier Allemand que je trouvai le</w:t>
      </w:r>
      <w:r w:rsidRPr="003E4D35">
        <w:rPr>
          <w:i/>
          <w:iCs/>
        </w:rPr>
        <w:t xml:space="preserve"> Petit Éclaireur de </w:t>
      </w:r>
      <w:proofErr w:type="spellStart"/>
      <w:r w:rsidRPr="003E4D35">
        <w:rPr>
          <w:i/>
          <w:iCs/>
        </w:rPr>
        <w:t>Shanghaï</w:t>
      </w:r>
      <w:proofErr w:type="spellEnd"/>
      <w:r w:rsidR="00B97E5D">
        <w:rPr>
          <w:i/>
          <w:iCs/>
        </w:rPr>
        <w:t xml:space="preserve">, </w:t>
      </w:r>
      <w:r w:rsidRPr="003E4D35">
        <w:t>et un titre en lettres immenses m</w:t>
      </w:r>
      <w:r w:rsidR="00B97E5D">
        <w:t>’</w:t>
      </w:r>
      <w:r w:rsidRPr="003E4D35">
        <w:t>apprit qu</w:t>
      </w:r>
      <w:r w:rsidR="00B97E5D">
        <w:t>’</w:t>
      </w:r>
      <w:r w:rsidRPr="003E4D35">
        <w:t>en Champagne</w:t>
      </w:r>
      <w:r w:rsidR="00B97E5D">
        <w:t xml:space="preserve">, – </w:t>
      </w:r>
      <w:r w:rsidRPr="003E4D35">
        <w:t>c</w:t>
      </w:r>
      <w:r w:rsidR="00B97E5D">
        <w:t>’</w:t>
      </w:r>
      <w:r w:rsidRPr="003E4D35">
        <w:t>est la première de nos victoires que je connus</w:t>
      </w:r>
      <w:r w:rsidR="00B97E5D">
        <w:t xml:space="preserve">, </w:t>
      </w:r>
      <w:r w:rsidRPr="003E4D35">
        <w:t>cela m</w:t>
      </w:r>
      <w:r w:rsidR="00B97E5D">
        <w:t>’</w:t>
      </w:r>
      <w:r w:rsidRPr="003E4D35">
        <w:t>aida à supporter la nouvelle</w:t>
      </w:r>
      <w:r w:rsidR="00B97E5D">
        <w:t xml:space="preserve">, – </w:t>
      </w:r>
      <w:r w:rsidRPr="003E4D35">
        <w:t>une de nos patrouilles avait ramené un prisonnier</w:t>
      </w:r>
      <w:r w:rsidR="00B97E5D">
        <w:rPr>
          <w:rFonts w:eastAsia="Georgia"/>
        </w:rPr>
        <w:t>…</w:t>
      </w:r>
    </w:p>
    <w:p w14:paraId="308440A5" w14:textId="77777777" w:rsidR="00B97E5D" w:rsidRDefault="00F225BE" w:rsidP="00F225BE">
      <w:r w:rsidRPr="003E4D35">
        <w:t>J</w:t>
      </w:r>
      <w:r w:rsidR="00B97E5D">
        <w:t>’</w:t>
      </w:r>
      <w:r w:rsidRPr="003E4D35">
        <w:t>étais seule avec mes alliés</w:t>
      </w:r>
      <w:r w:rsidR="00B97E5D">
        <w:t>…</w:t>
      </w:r>
    </w:p>
    <w:p w14:paraId="045AEC9F" w14:textId="77777777" w:rsidR="00B97E5D" w:rsidRDefault="00F225BE" w:rsidP="00F225BE">
      <w:r w:rsidRPr="003E4D35">
        <w:lastRenderedPageBreak/>
        <w:t>Parfois</w:t>
      </w:r>
      <w:r w:rsidR="00B97E5D">
        <w:t xml:space="preserve">, </w:t>
      </w:r>
      <w:r w:rsidRPr="003E4D35">
        <w:t>lasse de tirer sur un corps trop lourd</w:t>
      </w:r>
      <w:r w:rsidR="00B97E5D">
        <w:t xml:space="preserve">, </w:t>
      </w:r>
      <w:r w:rsidRPr="003E4D35">
        <w:t>comme on délaisse un lacet qui s</w:t>
      </w:r>
      <w:r w:rsidR="00B97E5D">
        <w:t>’</w:t>
      </w:r>
      <w:r w:rsidRPr="003E4D35">
        <w:t>est noué pour défaire d</w:t>
      </w:r>
      <w:r w:rsidR="00B97E5D">
        <w:t>’</w:t>
      </w:r>
      <w:r w:rsidRPr="003E4D35">
        <w:t>abord l</w:t>
      </w:r>
      <w:r w:rsidR="00B97E5D">
        <w:t>’</w:t>
      </w:r>
      <w:r w:rsidRPr="003E4D35">
        <w:t>autre so</w:t>
      </w:r>
      <w:r w:rsidRPr="003E4D35">
        <w:t>u</w:t>
      </w:r>
      <w:r w:rsidRPr="003E4D35">
        <w:t>lier</w:t>
      </w:r>
      <w:r w:rsidR="00B97E5D">
        <w:t xml:space="preserve">, </w:t>
      </w:r>
      <w:r w:rsidRPr="003E4D35">
        <w:t>je le délaissais pour un plus souple</w:t>
      </w:r>
      <w:r w:rsidR="00B97E5D">
        <w:t>…</w:t>
      </w:r>
    </w:p>
    <w:p w14:paraId="7A61EADA" w14:textId="5CB0C3F8" w:rsidR="00F225BE" w:rsidRPr="003E4D35" w:rsidRDefault="00F225BE" w:rsidP="00F225BE"/>
    <w:p w14:paraId="010783BA" w14:textId="77777777" w:rsidR="00B97E5D" w:rsidRDefault="00F225BE" w:rsidP="00F225BE">
      <w:r w:rsidRPr="003E4D35">
        <w:t>Je ne me réveillai que le lendemain</w:t>
      </w:r>
      <w:r w:rsidR="00B97E5D">
        <w:t xml:space="preserve">, </w:t>
      </w:r>
      <w:r w:rsidRPr="003E4D35">
        <w:t>quand le soleil déjà déclinait</w:t>
      </w:r>
      <w:r w:rsidR="00B97E5D">
        <w:t xml:space="preserve">. </w:t>
      </w:r>
      <w:r w:rsidRPr="003E4D35">
        <w:t>Ce fut la seule journée dont je n</w:t>
      </w:r>
      <w:r w:rsidR="00B97E5D">
        <w:t>’</w:t>
      </w:r>
      <w:r w:rsidRPr="003E4D35">
        <w:t>ai vu que la moitié dans l</w:t>
      </w:r>
      <w:r w:rsidR="00B97E5D">
        <w:t>’</w:t>
      </w:r>
      <w:r w:rsidRPr="003E4D35">
        <w:t>île et que je puisse soustraire à l</w:t>
      </w:r>
      <w:r w:rsidR="00B97E5D">
        <w:t>’</w:t>
      </w:r>
      <w:r w:rsidRPr="003E4D35">
        <w:t>addition des autres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hébétée de sommeil</w:t>
      </w:r>
      <w:r w:rsidR="00B97E5D">
        <w:t xml:space="preserve">. </w:t>
      </w:r>
      <w:r w:rsidRPr="003E4D35">
        <w:t>Je me laissais parler tout haut</w:t>
      </w:r>
      <w:r w:rsidR="00B97E5D">
        <w:t xml:space="preserve">, </w:t>
      </w:r>
      <w:r w:rsidRPr="003E4D35">
        <w:t>à mon habitude</w:t>
      </w:r>
      <w:r w:rsidR="00B97E5D">
        <w:t xml:space="preserve">, </w:t>
      </w:r>
      <w:r w:rsidRPr="003E4D35">
        <w:t>sachant que ma parole la plus machinale me re</w:t>
      </w:r>
      <w:r w:rsidRPr="003E4D35">
        <w:t>n</w:t>
      </w:r>
      <w:r w:rsidRPr="003E4D35">
        <w:t>seignait sur moi-même</w:t>
      </w:r>
      <w:r w:rsidR="00B97E5D">
        <w:t>.</w:t>
      </w:r>
    </w:p>
    <w:p w14:paraId="163DBFE8" w14:textId="77777777" w:rsidR="00B97E5D" w:rsidRDefault="00B97E5D" w:rsidP="00F225BE">
      <w:r>
        <w:t>— </w:t>
      </w:r>
      <w:r w:rsidR="00F225BE" w:rsidRPr="003E4D35">
        <w:t>Suzanne</w:t>
      </w:r>
      <w:r>
        <w:t xml:space="preserve">, – </w:t>
      </w:r>
      <w:r w:rsidR="00F225BE" w:rsidRPr="003E4D35">
        <w:t>dit-elle</w:t>
      </w:r>
      <w:r>
        <w:t xml:space="preserve">, – </w:t>
      </w:r>
      <w:r w:rsidR="00F225BE" w:rsidRPr="003E4D35">
        <w:t>tu es seule</w:t>
      </w:r>
      <w:r>
        <w:t>…</w:t>
      </w:r>
    </w:p>
    <w:p w14:paraId="1599FA30" w14:textId="43F64D5C" w:rsidR="00B97E5D" w:rsidRDefault="00F225BE" w:rsidP="00F225BE">
      <w:pPr>
        <w:rPr>
          <w:i/>
          <w:iCs/>
        </w:rPr>
      </w:pPr>
      <w:r w:rsidRPr="003E4D35">
        <w:t>Et en effet</w:t>
      </w:r>
      <w:r w:rsidR="00B97E5D">
        <w:t xml:space="preserve">, </w:t>
      </w:r>
      <w:r w:rsidRPr="003E4D35">
        <w:t>on avait remonté ma solitude comme une ho</w:t>
      </w:r>
      <w:r w:rsidRPr="003E4D35">
        <w:t>r</w:t>
      </w:r>
      <w:r w:rsidRPr="003E4D35">
        <w:t>loge</w:t>
      </w:r>
      <w:r w:rsidR="00B97E5D">
        <w:t xml:space="preserve">. </w:t>
      </w:r>
      <w:r w:rsidRPr="003E4D35">
        <w:t>Je me levai</w:t>
      </w:r>
      <w:r w:rsidR="00B97E5D">
        <w:t xml:space="preserve">. </w:t>
      </w:r>
      <w:r w:rsidRPr="003E4D35">
        <w:t>Il ne restait plus de ceux qui avaient troublé l</w:t>
      </w:r>
      <w:r w:rsidR="00B97E5D">
        <w:t>’</w:t>
      </w:r>
      <w:r w:rsidRPr="003E4D35">
        <w:t>île que quelques traînées légères comme d</w:t>
      </w:r>
      <w:r w:rsidR="00B97E5D">
        <w:t>’</w:t>
      </w:r>
      <w:r w:rsidRPr="003E4D35">
        <w:t>avions qui atterri</w:t>
      </w:r>
      <w:r w:rsidRPr="003E4D35">
        <w:t>s</w:t>
      </w:r>
      <w:r w:rsidRPr="003E4D35">
        <w:t>sent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errais sur la grève</w:t>
      </w:r>
      <w:r w:rsidR="00B97E5D">
        <w:t xml:space="preserve">, </w:t>
      </w:r>
      <w:r w:rsidRPr="003E4D35">
        <w:t>je me mis encore au service de cette guerre qui comptait sur moi pour toucher l</w:t>
      </w:r>
      <w:r w:rsidR="00B97E5D">
        <w:t>’</w:t>
      </w:r>
      <w:r w:rsidRPr="003E4D35">
        <w:t>extrême pointe de ses rayons et la libérer de cet homme mort dont chacun se coi</w:t>
      </w:r>
      <w:r w:rsidRPr="003E4D35">
        <w:t>f</w:t>
      </w:r>
      <w:r w:rsidRPr="003E4D35">
        <w:t>fait</w:t>
      </w:r>
      <w:r w:rsidR="00B97E5D">
        <w:t xml:space="preserve">. </w:t>
      </w:r>
      <w:r w:rsidRPr="003E4D35">
        <w:t>Pas une vague ce jour-là qui n</w:t>
      </w:r>
      <w:r w:rsidR="00B97E5D">
        <w:t>’</w:t>
      </w:r>
      <w:r w:rsidRPr="003E4D35">
        <w:t>ait pris sous mon regard la forme d</w:t>
      </w:r>
      <w:r w:rsidR="00B97E5D">
        <w:t>’</w:t>
      </w:r>
      <w:r w:rsidRPr="003E4D35">
        <w:t>un corps</w:t>
      </w:r>
      <w:r w:rsidR="00B97E5D">
        <w:t xml:space="preserve">… </w:t>
      </w:r>
      <w:r w:rsidRPr="003E4D35">
        <w:t>Mais pourquoi après tout être plus triste qu</w:t>
      </w:r>
      <w:r w:rsidR="00B97E5D">
        <w:t>’</w:t>
      </w:r>
      <w:r w:rsidRPr="003E4D35">
        <w:t>avant-hier</w:t>
      </w:r>
      <w:r w:rsidR="00B97E5D">
        <w:t xml:space="preserve"> ? </w:t>
      </w:r>
      <w:r w:rsidRPr="003E4D35">
        <w:t>J</w:t>
      </w:r>
      <w:r w:rsidR="00B97E5D">
        <w:t>’</w:t>
      </w:r>
      <w:r w:rsidRPr="003E4D35">
        <w:t>avais des gourdes pleines de rhum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des stylos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encre</w:t>
      </w:r>
      <w:r w:rsidR="00B97E5D">
        <w:t xml:space="preserve"> ; </w:t>
      </w:r>
      <w:r w:rsidRPr="003E4D35">
        <w:t>je pouvais m</w:t>
      </w:r>
      <w:r w:rsidR="00B97E5D">
        <w:t>’</w:t>
      </w:r>
      <w:r w:rsidRPr="003E4D35">
        <w:t>enivrer</w:t>
      </w:r>
      <w:r w:rsidR="00B97E5D">
        <w:t xml:space="preserve">, </w:t>
      </w:r>
      <w:r w:rsidRPr="003E4D35">
        <w:t>je pouvais écrire une le</w:t>
      </w:r>
      <w:r w:rsidRPr="003E4D35">
        <w:t>t</w:t>
      </w:r>
      <w:r w:rsidRPr="003E4D35">
        <w:t>tre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 tout ce qui retient au monde sept marins allemands et leur rend la vie préférable à la mort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 une de ces pièces de dix pfennigs avec lesquelles on peut faire le tour de Heide</w:t>
      </w:r>
      <w:r w:rsidRPr="003E4D35">
        <w:t>l</w:t>
      </w:r>
      <w:r w:rsidRPr="003E4D35">
        <w:t>berg dans un tramway rouge ou de Munich dans un tramway bleu</w:t>
      </w:r>
      <w:r w:rsidR="00B97E5D">
        <w:t xml:space="preserve"> ; </w:t>
      </w:r>
      <w:r w:rsidRPr="003E4D35">
        <w:t>un de ces demi-mark qui suffisent</w:t>
      </w:r>
      <w:r w:rsidR="00B97E5D">
        <w:t xml:space="preserve">, </w:t>
      </w:r>
      <w:r w:rsidRPr="003E4D35">
        <w:t>au musée de Berlin</w:t>
      </w:r>
      <w:r w:rsidR="00B97E5D">
        <w:t xml:space="preserve">, </w:t>
      </w:r>
      <w:r w:rsidRPr="003E4D35">
        <w:t>pour que le gardien chef fasse tourner pour vous sur son socle à roulettes</w:t>
      </w:r>
      <w:r w:rsidRPr="002B2D7F">
        <w:rPr>
          <w:iCs/>
        </w:rPr>
        <w:t xml:space="preserve"> l</w:t>
      </w:r>
      <w:r w:rsidR="00B97E5D">
        <w:rPr>
          <w:iCs/>
        </w:rPr>
        <w:t>’</w:t>
      </w:r>
      <w:r w:rsidRPr="003E4D35">
        <w:rPr>
          <w:i/>
          <w:iCs/>
        </w:rPr>
        <w:t>Ève</w:t>
      </w:r>
      <w:r w:rsidRPr="003E4D35">
        <w:t xml:space="preserve"> de Rodin</w:t>
      </w:r>
      <w:r w:rsidR="00B97E5D">
        <w:t xml:space="preserve">, </w:t>
      </w:r>
      <w:r w:rsidRPr="003E4D35">
        <w:t>alors que les plus pauvres ne peuvent voir</w:t>
      </w:r>
      <w:r w:rsidRPr="003E4D35">
        <w:rPr>
          <w:i/>
          <w:iCs/>
        </w:rPr>
        <w:t xml:space="preserve"> Ève</w:t>
      </w:r>
      <w:r w:rsidRPr="003E4D35">
        <w:t xml:space="preserve"> que de face</w:t>
      </w:r>
      <w:r w:rsidR="00B97E5D">
        <w:t xml:space="preserve">, </w:t>
      </w:r>
      <w:r w:rsidRPr="003E4D35">
        <w:t>ou doivent tourner autour d</w:t>
      </w:r>
      <w:r w:rsidR="00B97E5D">
        <w:t>’</w:t>
      </w:r>
      <w:r w:rsidRPr="003E4D35">
        <w:t>elle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 un de ces louis d</w:t>
      </w:r>
      <w:r w:rsidR="00B97E5D">
        <w:t>’</w:t>
      </w:r>
      <w:r w:rsidRPr="003E4D35">
        <w:t xml:space="preserve">or avec lesquels on va de </w:t>
      </w:r>
      <w:proofErr w:type="spellStart"/>
      <w:r w:rsidRPr="003E4D35">
        <w:t>Coblenz</w:t>
      </w:r>
      <w:proofErr w:type="spellEnd"/>
      <w:r w:rsidRPr="003E4D35">
        <w:t xml:space="preserve"> à Bingen sur un vieux navire où est </w:t>
      </w:r>
      <w:r w:rsidRPr="003E4D35">
        <w:lastRenderedPageBreak/>
        <w:t>tracée en silhouette Bettina Brentano</w:t>
      </w:r>
      <w:r w:rsidR="00B97E5D">
        <w:t xml:space="preserve">, </w:t>
      </w:r>
      <w:r w:rsidRPr="003E4D35">
        <w:t xml:space="preserve">à la place du pont où elle dormit pour aller voir </w:t>
      </w:r>
      <w:r w:rsidR="00B97E5D">
        <w:t>Goe</w:t>
      </w:r>
      <w:r w:rsidRPr="003E4D35">
        <w:t>the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do</w:t>
      </w:r>
      <w:r w:rsidRPr="003E4D35">
        <w:t>u</w:t>
      </w:r>
      <w:r w:rsidRPr="003E4D35">
        <w:t>ze cartes postales avec les vues de Singapour</w:t>
      </w:r>
      <w:r w:rsidR="00B97E5D">
        <w:t xml:space="preserve">, </w:t>
      </w:r>
      <w:r w:rsidRPr="003E4D35">
        <w:t>et le portrait de cette pieuvre</w:t>
      </w:r>
      <w:r w:rsidR="00B97E5D">
        <w:t xml:space="preserve">, </w:t>
      </w:r>
      <w:r w:rsidRPr="003E4D35">
        <w:t>la même</w:t>
      </w:r>
      <w:r w:rsidR="00B97E5D">
        <w:t xml:space="preserve">, </w:t>
      </w:r>
      <w:r w:rsidRPr="003E4D35">
        <w:t>à laquelle Toulet jetait des langoustes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avais cinq harmonicas</w:t>
      </w:r>
      <w:r w:rsidR="00B97E5D">
        <w:t xml:space="preserve">, </w:t>
      </w:r>
      <w:r w:rsidRPr="003E4D35">
        <w:t>deux flûtes</w:t>
      </w:r>
      <w:r w:rsidR="00B97E5D">
        <w:t xml:space="preserve"> ; </w:t>
      </w:r>
      <w:r w:rsidRPr="003E4D35">
        <w:t>je les essayai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avais le sifflet auquel devait répondre le caniche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avais le briquet de celui qui ressemblait à un Français et que j</w:t>
      </w:r>
      <w:r w:rsidR="00B97E5D">
        <w:t>’</w:t>
      </w:r>
      <w:r w:rsidRPr="003E4D35">
        <w:t>avais enterré l</w:t>
      </w:r>
      <w:r w:rsidR="00B97E5D">
        <w:t>’</w:t>
      </w:r>
      <w:r w:rsidRPr="003E4D35">
        <w:t>avant-dernier</w:t>
      </w:r>
      <w:r w:rsidR="00B97E5D">
        <w:t xml:space="preserve"> ; </w:t>
      </w:r>
      <w:r w:rsidRPr="003E4D35">
        <w:t>le mouchoir en cachemire du midship</w:t>
      </w:r>
      <w:r w:rsidR="00B97E5D">
        <w:t xml:space="preserve">, </w:t>
      </w:r>
      <w:r w:rsidRPr="003E4D35">
        <w:t>que j</w:t>
      </w:r>
      <w:r w:rsidR="00B97E5D">
        <w:t>’</w:t>
      </w:r>
      <w:r w:rsidRPr="003E4D35">
        <w:t>avais e</w:t>
      </w:r>
      <w:r w:rsidRPr="003E4D35">
        <w:t>n</w:t>
      </w:r>
      <w:r w:rsidRPr="003E4D35">
        <w:t>terré le dernier</w:t>
      </w:r>
      <w:r w:rsidR="00B97E5D">
        <w:t xml:space="preserve">, </w:t>
      </w:r>
      <w:r w:rsidRPr="003E4D35">
        <w:t>pour que ses parents soient tranquilles</w:t>
      </w:r>
      <w:r w:rsidR="00B97E5D">
        <w:t xml:space="preserve">, </w:t>
      </w:r>
      <w:r w:rsidRPr="003E4D35">
        <w:t>pour qu</w:t>
      </w:r>
      <w:r w:rsidR="00B97E5D">
        <w:t>’</w:t>
      </w:r>
      <w:r w:rsidRPr="003E4D35">
        <w:t>il ait quitté le dernier son dernier bord</w:t>
      </w:r>
      <w:r w:rsidR="00B97E5D">
        <w:t xml:space="preserve"> ; </w:t>
      </w:r>
      <w:r w:rsidRPr="003E4D35">
        <w:t>le couteau à cran de l</w:t>
      </w:r>
      <w:r w:rsidR="00B97E5D">
        <w:t>’</w:t>
      </w:r>
      <w:r w:rsidRPr="003E4D35">
        <w:t>Irlandais que j</w:t>
      </w:r>
      <w:r w:rsidR="00B97E5D">
        <w:t>’</w:t>
      </w:r>
      <w:r w:rsidRPr="003E4D35">
        <w:t>avais retiré par les pieds de la vague</w:t>
      </w:r>
      <w:r w:rsidR="00B97E5D">
        <w:t xml:space="preserve">, </w:t>
      </w:r>
      <w:r w:rsidRPr="003E4D35">
        <w:t>le plus lourd</w:t>
      </w:r>
      <w:r w:rsidR="00B97E5D">
        <w:t xml:space="preserve">, </w:t>
      </w:r>
      <w:r w:rsidRPr="003E4D35">
        <w:t>qui tout le jour avait semblé</w:t>
      </w:r>
      <w:r w:rsidR="00B97E5D">
        <w:t xml:space="preserve">, </w:t>
      </w:r>
      <w:r w:rsidRPr="003E4D35">
        <w:t>à deux pas du rivage</w:t>
      </w:r>
      <w:r w:rsidR="00B97E5D">
        <w:t xml:space="preserve">, </w:t>
      </w:r>
      <w:r w:rsidRPr="003E4D35">
        <w:t>un phoque assommé au moment où il regagne la mer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a</w:t>
      </w:r>
      <w:r w:rsidRPr="003E4D35">
        <w:t>p</w:t>
      </w:r>
      <w:r w:rsidRPr="003E4D35">
        <w:t>pris tout ce qu</w:t>
      </w:r>
      <w:r w:rsidR="00B97E5D">
        <w:t>’</w:t>
      </w:r>
      <w:r w:rsidRPr="003E4D35">
        <w:t>une femme</w:t>
      </w:r>
      <w:r w:rsidR="00B97E5D">
        <w:t xml:space="preserve">, </w:t>
      </w:r>
      <w:r w:rsidRPr="003E4D35">
        <w:t>en répulsion</w:t>
      </w:r>
      <w:r w:rsidR="00B97E5D">
        <w:t xml:space="preserve">, </w:t>
      </w:r>
      <w:r w:rsidRPr="003E4D35">
        <w:t>en pitié</w:t>
      </w:r>
      <w:r w:rsidR="00B97E5D">
        <w:t xml:space="preserve">, </w:t>
      </w:r>
      <w:r w:rsidRPr="003E4D35">
        <w:t>peut appre</w:t>
      </w:r>
      <w:r w:rsidRPr="003E4D35">
        <w:t>n</w:t>
      </w:r>
      <w:r w:rsidRPr="003E4D35">
        <w:t>dre des hommes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 tout ce que vingt hommes peuvent j</w:t>
      </w:r>
      <w:r w:rsidRPr="003E4D35">
        <w:t>e</w:t>
      </w:r>
      <w:r w:rsidRPr="003E4D35">
        <w:t>ter de gages</w:t>
      </w:r>
      <w:r w:rsidR="00B97E5D">
        <w:t xml:space="preserve">, </w:t>
      </w:r>
      <w:r w:rsidRPr="003E4D35">
        <w:t>dans un jeu</w:t>
      </w:r>
      <w:r w:rsidR="00B97E5D">
        <w:t xml:space="preserve">, </w:t>
      </w:r>
      <w:r w:rsidRPr="003E4D35">
        <w:t>sur un tablier de jeune fille</w:t>
      </w:r>
      <w:r w:rsidR="00B97E5D">
        <w:t xml:space="preserve">, </w:t>
      </w:r>
      <w:r w:rsidRPr="003E4D35">
        <w:t>anneaux gravés à Rotterdam</w:t>
      </w:r>
      <w:r w:rsidR="00B97E5D">
        <w:t xml:space="preserve">, </w:t>
      </w:r>
      <w:r w:rsidRPr="003E4D35">
        <w:t>lunettes</w:t>
      </w:r>
      <w:r w:rsidR="00B97E5D">
        <w:t xml:space="preserve">, </w:t>
      </w:r>
      <w:r w:rsidRPr="003E4D35">
        <w:t>et en trousseaux de clefs de quoi ouvrir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abord vingt coffrets et cantines au fond de la mer</w:t>
      </w:r>
      <w:r w:rsidR="00B97E5D">
        <w:t xml:space="preserve">, </w:t>
      </w:r>
      <w:r w:rsidRPr="003E4D35">
        <w:t>puis vingt armoires dans Wiesbaden ou Cardiff</w:t>
      </w:r>
      <w:r w:rsidR="00B97E5D">
        <w:t xml:space="preserve">, </w:t>
      </w:r>
      <w:r w:rsidRPr="003E4D35">
        <w:t>plus une grande clef comme une clef de cave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 xml:space="preserve">avais le portrait de Sophie </w:t>
      </w:r>
      <w:proofErr w:type="spellStart"/>
      <w:r w:rsidRPr="003E4D35">
        <w:t>Silz</w:t>
      </w:r>
      <w:proofErr w:type="spellEnd"/>
      <w:r w:rsidRPr="003E4D35">
        <w:t xml:space="preserve"> en d</w:t>
      </w:r>
      <w:r w:rsidRPr="003E4D35">
        <w:t>é</w:t>
      </w:r>
      <w:r w:rsidRPr="003E4D35">
        <w:t>colleté devant cette fausse mer en toile que les photographes installent pour les amies des marins</w:t>
      </w:r>
      <w:r w:rsidR="00B97E5D">
        <w:t xml:space="preserve"> ; </w:t>
      </w:r>
      <w:r w:rsidRPr="003E4D35">
        <w:t xml:space="preserve">celui de Bertha </w:t>
      </w:r>
      <w:proofErr w:type="spellStart"/>
      <w:r w:rsidRPr="003E4D35">
        <w:t>Krapp</w:t>
      </w:r>
      <w:r w:rsidRPr="003E4D35">
        <w:t>e</w:t>
      </w:r>
      <w:r w:rsidRPr="003E4D35">
        <w:t>nau</w:t>
      </w:r>
      <w:proofErr w:type="spellEnd"/>
      <w:r w:rsidR="00B97E5D">
        <w:t xml:space="preserve">, </w:t>
      </w:r>
      <w:r w:rsidRPr="003E4D35">
        <w:t>en travesti</w:t>
      </w:r>
      <w:r w:rsidR="00B97E5D">
        <w:t xml:space="preserve">, </w:t>
      </w:r>
      <w:r w:rsidRPr="003E4D35">
        <w:t>en faux tyrolien</w:t>
      </w:r>
      <w:r w:rsidR="00B97E5D">
        <w:t xml:space="preserve">, </w:t>
      </w:r>
      <w:r w:rsidRPr="003E4D35">
        <w:t>mais auprès d</w:t>
      </w:r>
      <w:r w:rsidR="00B97E5D">
        <w:t>’</w:t>
      </w:r>
      <w:r w:rsidRPr="003E4D35">
        <w:t>un vrai lac</w:t>
      </w:r>
      <w:r w:rsidR="00B97E5D">
        <w:t xml:space="preserve">, </w:t>
      </w:r>
      <w:r w:rsidRPr="003E4D35">
        <w:t>sur une vraie barrière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 le</w:t>
      </w:r>
      <w:r w:rsidRPr="003E4D35">
        <w:rPr>
          <w:i/>
          <w:iCs/>
        </w:rPr>
        <w:t xml:space="preserve"> Petit Éclaireur</w:t>
      </w:r>
      <w:r w:rsidR="00B97E5D">
        <w:rPr>
          <w:i/>
          <w:iCs/>
        </w:rPr>
        <w:t>.</w:t>
      </w:r>
    </w:p>
    <w:p w14:paraId="11E67C15" w14:textId="77777777" w:rsidR="00B97E5D" w:rsidRDefault="00F225BE" w:rsidP="00F225BE">
      <w:r w:rsidRPr="003E4D35">
        <w:t>Je n</w:t>
      </w:r>
      <w:r w:rsidR="00B97E5D">
        <w:t>’</w:t>
      </w:r>
      <w:r w:rsidRPr="003E4D35">
        <w:t>avais pas rallumé mon feu</w:t>
      </w:r>
      <w:r w:rsidR="00B97E5D">
        <w:t xml:space="preserve">. </w:t>
      </w:r>
      <w:r w:rsidRPr="003E4D35">
        <w:t>Je n</w:t>
      </w:r>
      <w:r w:rsidR="00B97E5D">
        <w:t>’</w:t>
      </w:r>
      <w:r w:rsidRPr="003E4D35">
        <w:t>avais pas hissé mon pavillon</w:t>
      </w:r>
      <w:r w:rsidR="00B97E5D">
        <w:t xml:space="preserve">. </w:t>
      </w:r>
      <w:r w:rsidRPr="003E4D35">
        <w:t>Aujourd</w:t>
      </w:r>
      <w:r w:rsidR="00B97E5D">
        <w:t>’</w:t>
      </w:r>
      <w:r w:rsidRPr="003E4D35">
        <w:t xml:space="preserve">hui </w:t>
      </w:r>
      <w:proofErr w:type="gramStart"/>
      <w:r w:rsidRPr="003E4D35">
        <w:t>j</w:t>
      </w:r>
      <w:r w:rsidR="00B97E5D">
        <w:t>’</w:t>
      </w:r>
      <w:r w:rsidRPr="003E4D35">
        <w:t>avais peur des</w:t>
      </w:r>
      <w:proofErr w:type="gramEnd"/>
      <w:r w:rsidRPr="003E4D35">
        <w:t xml:space="preserve"> hommes</w:t>
      </w:r>
      <w:r w:rsidR="00B97E5D">
        <w:t xml:space="preserve">. </w:t>
      </w:r>
      <w:r w:rsidRPr="003E4D35">
        <w:t>D</w:t>
      </w:r>
      <w:r w:rsidR="00B97E5D">
        <w:t>’</w:t>
      </w:r>
      <w:r w:rsidRPr="003E4D35">
        <w:t>instinct je me protégeais contre ces cent millions d</w:t>
      </w:r>
      <w:r w:rsidR="00B97E5D">
        <w:t>’</w:t>
      </w:r>
      <w:r w:rsidRPr="003E4D35">
        <w:t>ennemis dont j</w:t>
      </w:r>
      <w:r w:rsidR="00B97E5D">
        <w:t>’</w:t>
      </w:r>
      <w:r w:rsidRPr="003E4D35">
        <w:t>apprenais l</w:t>
      </w:r>
      <w:r w:rsidR="00B97E5D">
        <w:t>’</w:t>
      </w:r>
      <w:r w:rsidRPr="003E4D35">
        <w:t>existence</w:t>
      </w:r>
      <w:r w:rsidR="00B97E5D">
        <w:t xml:space="preserve">. </w:t>
      </w:r>
      <w:r w:rsidRPr="003E4D35">
        <w:t>Cette île qui avait gagné</w:t>
      </w:r>
      <w:r w:rsidR="00B97E5D">
        <w:t xml:space="preserve">, </w:t>
      </w:r>
      <w:r w:rsidRPr="003E4D35">
        <w:t>par ma présence</w:t>
      </w:r>
      <w:r w:rsidR="00B97E5D">
        <w:t xml:space="preserve">, </w:t>
      </w:r>
      <w:r w:rsidRPr="003E4D35">
        <w:t>je ne sais quelle vie et quel aspect français</w:t>
      </w:r>
      <w:r w:rsidR="00B97E5D">
        <w:t xml:space="preserve">, </w:t>
      </w:r>
      <w:r w:rsidRPr="003E4D35">
        <w:t>en une minute je l</w:t>
      </w:r>
      <w:r w:rsidR="00B97E5D">
        <w:t>’</w:t>
      </w:r>
      <w:r w:rsidRPr="003E4D35">
        <w:t>eus sans presque y songer maquillée</w:t>
      </w:r>
      <w:r w:rsidR="00B97E5D">
        <w:t xml:space="preserve">, </w:t>
      </w:r>
      <w:r w:rsidRPr="003E4D35">
        <w:t>et rien n</w:t>
      </w:r>
      <w:r w:rsidR="00B97E5D">
        <w:t>’</w:t>
      </w:r>
      <w:r w:rsidRPr="003E4D35">
        <w:t>y eût exaspéré le capitaine d</w:t>
      </w:r>
      <w:r w:rsidR="00B97E5D">
        <w:t>’</w:t>
      </w:r>
      <w:r w:rsidRPr="003E4D35">
        <w:t>un corsaire allemand</w:t>
      </w:r>
      <w:r w:rsidR="00B97E5D">
        <w:t xml:space="preserve">. </w:t>
      </w:r>
      <w:r w:rsidRPr="003E4D35">
        <w:t>Tous ces perroquets qui parlaient fra</w:t>
      </w:r>
      <w:r w:rsidRPr="003E4D35">
        <w:t>n</w:t>
      </w:r>
      <w:r w:rsidRPr="003E4D35">
        <w:t>çais je les attirai au centre de l</w:t>
      </w:r>
      <w:r w:rsidR="00B97E5D">
        <w:t>’</w:t>
      </w:r>
      <w:r w:rsidRPr="003E4D35">
        <w:t xml:space="preserve">île par des graines </w:t>
      </w:r>
      <w:r w:rsidRPr="003E4D35">
        <w:lastRenderedPageBreak/>
        <w:t>de tournesol et le rivage en fut libéré</w:t>
      </w:r>
      <w:r w:rsidR="00B97E5D">
        <w:t xml:space="preserve">… </w:t>
      </w:r>
      <w:r w:rsidRPr="003E4D35">
        <w:t>Je ne pouvais lire le</w:t>
      </w:r>
      <w:r w:rsidRPr="003E4D35">
        <w:rPr>
          <w:i/>
          <w:iCs/>
        </w:rPr>
        <w:t xml:space="preserve"> Petit Éclaireur</w:t>
      </w:r>
      <w:r w:rsidRPr="003E4D35">
        <w:t xml:space="preserve"> que ligne par ligne</w:t>
      </w:r>
      <w:r w:rsidR="00B97E5D">
        <w:t xml:space="preserve">, </w:t>
      </w:r>
      <w:r w:rsidRPr="003E4D35">
        <w:t>et avec des repos</w:t>
      </w:r>
      <w:r w:rsidR="00B97E5D">
        <w:t xml:space="preserve">, </w:t>
      </w:r>
      <w:r w:rsidRPr="003E4D35">
        <w:t>car la lecture était un supplice pour mes yeux</w:t>
      </w:r>
      <w:r w:rsidR="00B97E5D">
        <w:t xml:space="preserve">. </w:t>
      </w:r>
      <w:r w:rsidRPr="003E4D35">
        <w:t>Tout ce que j</w:t>
      </w:r>
      <w:r w:rsidR="00B97E5D">
        <w:t>’</w:t>
      </w:r>
      <w:r w:rsidRPr="003E4D35">
        <w:t>avais pensé jusqu</w:t>
      </w:r>
      <w:r w:rsidR="00B97E5D">
        <w:t>’</w:t>
      </w:r>
      <w:r w:rsidRPr="003E4D35">
        <w:t>ici du bien</w:t>
      </w:r>
      <w:r w:rsidR="00B97E5D">
        <w:t xml:space="preserve">, </w:t>
      </w:r>
      <w:r w:rsidRPr="003E4D35">
        <w:t>du mal</w:t>
      </w:r>
      <w:r w:rsidR="00B97E5D">
        <w:t xml:space="preserve">, </w:t>
      </w:r>
      <w:r w:rsidRPr="003E4D35">
        <w:t>tout mon raisonnement</w:t>
      </w:r>
      <w:r w:rsidR="00B97E5D">
        <w:t xml:space="preserve">, </w:t>
      </w:r>
      <w:r w:rsidRPr="003E4D35">
        <w:t>tous mes goûts et dégoûts je les contenais</w:t>
      </w:r>
      <w:r w:rsidR="00B97E5D">
        <w:t xml:space="preserve">, </w:t>
      </w:r>
      <w:r w:rsidRPr="003E4D35">
        <w:t>résolue à donner raison à mon pays</w:t>
      </w:r>
      <w:r w:rsidR="00B97E5D">
        <w:t xml:space="preserve">. </w:t>
      </w:r>
      <w:r w:rsidRPr="003E4D35">
        <w:t>Si mon pays avait attaqué l</w:t>
      </w:r>
      <w:r w:rsidR="00B97E5D">
        <w:t>’</w:t>
      </w:r>
      <w:r w:rsidRPr="003E4D35">
        <w:t>Allemagne</w:t>
      </w:r>
      <w:r w:rsidR="00B97E5D">
        <w:t xml:space="preserve">, </w:t>
      </w:r>
      <w:r w:rsidRPr="003E4D35">
        <w:t>surpris sa frontière</w:t>
      </w:r>
      <w:r w:rsidR="00B97E5D">
        <w:t xml:space="preserve">, </w:t>
      </w:r>
      <w:r w:rsidRPr="003E4D35">
        <w:t>violé la Belgique</w:t>
      </w:r>
      <w:r w:rsidR="00B97E5D">
        <w:t xml:space="preserve">, </w:t>
      </w:r>
      <w:r w:rsidRPr="003E4D35">
        <w:t>ce tout petit nerf de mon âme</w:t>
      </w:r>
      <w:r w:rsidR="00B97E5D">
        <w:t xml:space="preserve">, </w:t>
      </w:r>
      <w:r w:rsidRPr="003E4D35">
        <w:t>infime</w:t>
      </w:r>
      <w:r w:rsidR="00B97E5D">
        <w:t xml:space="preserve">, </w:t>
      </w:r>
      <w:r w:rsidRPr="003E4D35">
        <w:t>qui admet qu</w:t>
      </w:r>
      <w:r w:rsidR="00B97E5D">
        <w:t>’</w:t>
      </w:r>
      <w:r w:rsidRPr="003E4D35">
        <w:t>on viole la Belgique</w:t>
      </w:r>
      <w:r w:rsidR="00B97E5D">
        <w:t xml:space="preserve">, </w:t>
      </w:r>
      <w:r w:rsidRPr="003E4D35">
        <w:t>je lui permettais soudain de croître</w:t>
      </w:r>
      <w:r w:rsidR="00B97E5D">
        <w:t xml:space="preserve">. </w:t>
      </w:r>
      <w:r w:rsidRPr="003E4D35">
        <w:t>Si les Français avaient pillé</w:t>
      </w:r>
      <w:r w:rsidR="00B97E5D">
        <w:t xml:space="preserve">, </w:t>
      </w:r>
      <w:r w:rsidRPr="003E4D35">
        <w:t>avaient violé</w:t>
      </w:r>
      <w:r w:rsidR="00B97E5D">
        <w:t xml:space="preserve">, </w:t>
      </w:r>
      <w:r w:rsidRPr="003E4D35">
        <w:t>ce déclic dans mon cerveau</w:t>
      </w:r>
      <w:r w:rsidR="00B97E5D">
        <w:t xml:space="preserve">, – </w:t>
      </w:r>
      <w:r w:rsidRPr="003E4D35">
        <w:t>un peu rouillé</w:t>
      </w:r>
      <w:r w:rsidR="00B97E5D">
        <w:t xml:space="preserve">, – </w:t>
      </w:r>
      <w:r w:rsidRPr="003E4D35">
        <w:t>qui approuve le pillage et le viol du Palatinat</w:t>
      </w:r>
      <w:r w:rsidR="00B97E5D">
        <w:t xml:space="preserve">, </w:t>
      </w:r>
      <w:r w:rsidRPr="003E4D35">
        <w:t>je le déclenchais</w:t>
      </w:r>
      <w:r w:rsidR="00B97E5D">
        <w:t xml:space="preserve">. </w:t>
      </w:r>
      <w:r w:rsidRPr="003E4D35">
        <w:t>Si les Français avaient fui</w:t>
      </w:r>
      <w:r w:rsidR="00B97E5D">
        <w:t xml:space="preserve">, </w:t>
      </w:r>
      <w:r w:rsidRPr="003E4D35">
        <w:t>je laissais ce démon de la déroute</w:t>
      </w:r>
      <w:r w:rsidR="00B97E5D">
        <w:t xml:space="preserve">, </w:t>
      </w:r>
      <w:r w:rsidRPr="003E4D35">
        <w:t>cet amour épouvantable des chariots de blessés ve</w:t>
      </w:r>
      <w:r w:rsidRPr="003E4D35">
        <w:t>r</w:t>
      </w:r>
      <w:r w:rsidRPr="003E4D35">
        <w:t>sant dans la boue</w:t>
      </w:r>
      <w:r w:rsidR="00B97E5D">
        <w:t xml:space="preserve">, </w:t>
      </w:r>
      <w:r w:rsidRPr="003E4D35">
        <w:t>des chiens tués d</w:t>
      </w:r>
      <w:r w:rsidR="00B97E5D">
        <w:t>’</w:t>
      </w:r>
      <w:r w:rsidRPr="003E4D35">
        <w:t>un coup de baïonnette par un caporal énervé</w:t>
      </w:r>
      <w:r w:rsidR="00B97E5D">
        <w:t xml:space="preserve">, </w:t>
      </w:r>
      <w:r w:rsidRPr="003E4D35">
        <w:t>ce goût des révoltes contre l</w:t>
      </w:r>
      <w:r w:rsidR="00B97E5D">
        <w:t>’</w:t>
      </w:r>
      <w:r w:rsidRPr="003E4D35">
        <w:t>officier qui barre le chemin</w:t>
      </w:r>
      <w:r w:rsidR="00B97E5D">
        <w:t xml:space="preserve">, </w:t>
      </w:r>
      <w:r w:rsidRPr="003E4D35">
        <w:t>je le laissais</w:t>
      </w:r>
      <w:r w:rsidR="00B97E5D">
        <w:t xml:space="preserve">, </w:t>
      </w:r>
      <w:r w:rsidRPr="003E4D35">
        <w:t>ce démon si faible dans un cœur de je</w:t>
      </w:r>
      <w:r w:rsidRPr="003E4D35">
        <w:t>u</w:t>
      </w:r>
      <w:r w:rsidRPr="003E4D35">
        <w:t>ne fille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épanouir en moi</w:t>
      </w:r>
      <w:r w:rsidR="00B97E5D">
        <w:t xml:space="preserve">. </w:t>
      </w:r>
      <w:r w:rsidRPr="003E4D35">
        <w:t>Si les Anglais leur flotte coulée</w:t>
      </w:r>
      <w:r w:rsidR="00B97E5D">
        <w:t xml:space="preserve">, </w:t>
      </w:r>
      <w:r w:rsidRPr="003E4D35">
        <w:t>ba</w:t>
      </w:r>
      <w:r w:rsidRPr="003E4D35">
        <w:t>r</w:t>
      </w:r>
      <w:r w:rsidRPr="003E4D35">
        <w:t>raient la mer par des filets et des sous-marins</w:t>
      </w:r>
      <w:r w:rsidR="00B97E5D">
        <w:t xml:space="preserve">, </w:t>
      </w:r>
      <w:r w:rsidRPr="003E4D35">
        <w:t>ce pli du cœur qui permet les naufrages cruels</w:t>
      </w:r>
      <w:r w:rsidR="00B97E5D">
        <w:t xml:space="preserve">, </w:t>
      </w:r>
      <w:r w:rsidRPr="003E4D35">
        <w:t>je l</w:t>
      </w:r>
      <w:r w:rsidR="00B97E5D">
        <w:t>’</w:t>
      </w:r>
      <w:r w:rsidRPr="003E4D35">
        <w:t>admettais</w:t>
      </w:r>
      <w:r w:rsidR="00B97E5D">
        <w:t xml:space="preserve"> ; </w:t>
      </w:r>
      <w:r w:rsidRPr="003E4D35">
        <w:t>tous ces fe</w:t>
      </w:r>
      <w:r w:rsidRPr="003E4D35">
        <w:t>r</w:t>
      </w:r>
      <w:r w:rsidRPr="003E4D35">
        <w:t>ments mauvais</w:t>
      </w:r>
      <w:r w:rsidR="00B97E5D">
        <w:t xml:space="preserve">, </w:t>
      </w:r>
      <w:r w:rsidRPr="003E4D35">
        <w:t>encore minuscules</w:t>
      </w:r>
      <w:r w:rsidR="00B97E5D">
        <w:t xml:space="preserve">, </w:t>
      </w:r>
      <w:r w:rsidRPr="003E4D35">
        <w:t>ils s</w:t>
      </w:r>
      <w:r w:rsidR="00B97E5D">
        <w:t>’</w:t>
      </w:r>
      <w:r w:rsidRPr="003E4D35">
        <w:t>opposaient déjà en moi à ces grandes formes pures et tristes</w:t>
      </w:r>
      <w:r w:rsidR="00B97E5D">
        <w:t xml:space="preserve">, </w:t>
      </w:r>
      <w:r w:rsidRPr="003E4D35">
        <w:t>toujours de grandeur n</w:t>
      </w:r>
      <w:r w:rsidRPr="003E4D35">
        <w:t>a</w:t>
      </w:r>
      <w:r w:rsidRPr="003E4D35">
        <w:t>ture dans les âmes de jeunes filles</w:t>
      </w:r>
      <w:r w:rsidR="00B97E5D">
        <w:t xml:space="preserve">, </w:t>
      </w:r>
      <w:r w:rsidRPr="003E4D35">
        <w:t>qui sont la conquête de l</w:t>
      </w:r>
      <w:r w:rsidR="00B97E5D">
        <w:t>’</w:t>
      </w:r>
      <w:r w:rsidRPr="003E4D35">
        <w:t>A</w:t>
      </w:r>
      <w:r w:rsidRPr="003E4D35">
        <w:t>l</w:t>
      </w:r>
      <w:r w:rsidRPr="003E4D35">
        <w:t>sace avec des clairons</w:t>
      </w:r>
      <w:r w:rsidR="00B97E5D">
        <w:t xml:space="preserve">, </w:t>
      </w:r>
      <w:r w:rsidRPr="003E4D35">
        <w:t>la bonté des zouaves pour les priso</w:t>
      </w:r>
      <w:r w:rsidRPr="003E4D35">
        <w:t>n</w:t>
      </w:r>
      <w:r w:rsidRPr="003E4D35">
        <w:t>niers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anarchiste et le royaliste se portant l</w:t>
      </w:r>
      <w:r w:rsidR="00B97E5D">
        <w:t>’</w:t>
      </w:r>
      <w:r w:rsidRPr="003E4D35">
        <w:t>un l</w:t>
      </w:r>
      <w:r w:rsidR="00B97E5D">
        <w:t>’</w:t>
      </w:r>
      <w:r w:rsidRPr="003E4D35">
        <w:t>autre à l</w:t>
      </w:r>
      <w:r w:rsidR="00B97E5D">
        <w:t>’</w:t>
      </w:r>
      <w:r w:rsidRPr="003E4D35">
        <w:t>hôp</w:t>
      </w:r>
      <w:r w:rsidRPr="003E4D35">
        <w:t>i</w:t>
      </w:r>
      <w:r w:rsidRPr="003E4D35">
        <w:t>tal</w:t>
      </w:r>
      <w:r w:rsidR="00B97E5D">
        <w:t xml:space="preserve">, </w:t>
      </w:r>
      <w:r w:rsidRPr="003E4D35">
        <w:t>formes soudain immobiles et exsangues</w:t>
      </w:r>
      <w:r w:rsidR="00B97E5D">
        <w:t xml:space="preserve">, </w:t>
      </w:r>
      <w:r w:rsidRPr="003E4D35">
        <w:t>presque ridicules</w:t>
      </w:r>
      <w:r w:rsidR="00B97E5D">
        <w:t xml:space="preserve">, </w:t>
      </w:r>
      <w:r w:rsidRPr="003E4D35">
        <w:t>et qui attendaient un mot de moi pour reprendre leur vie</w:t>
      </w:r>
      <w:r w:rsidR="00B97E5D">
        <w:t>.</w:t>
      </w:r>
    </w:p>
    <w:p w14:paraId="08ED478F" w14:textId="4033B381" w:rsidR="00B97E5D" w:rsidRDefault="00F225BE" w:rsidP="00F225BE">
      <w:r w:rsidRPr="003E4D35">
        <w:t>Mais déjà j</w:t>
      </w:r>
      <w:r w:rsidR="00B97E5D">
        <w:t>’</w:t>
      </w:r>
      <w:r w:rsidRPr="003E4D35">
        <w:t>avais lu les gros titres</w:t>
      </w:r>
      <w:r w:rsidR="00B97E5D">
        <w:t xml:space="preserve">, </w:t>
      </w:r>
      <w:r w:rsidRPr="003E4D35">
        <w:t>puis les moyens</w:t>
      </w:r>
      <w:r w:rsidR="00B97E5D">
        <w:t xml:space="preserve">. </w:t>
      </w:r>
      <w:r w:rsidRPr="003E4D35">
        <w:t>Déjà je savais que le fils de Kipling était tué</w:t>
      </w:r>
      <w:r w:rsidR="00B97E5D">
        <w:t xml:space="preserve">, </w:t>
      </w:r>
      <w:r w:rsidRPr="003E4D35">
        <w:t>tué aussi le neveu du pr</w:t>
      </w:r>
      <w:r w:rsidRPr="003E4D35">
        <w:t>e</w:t>
      </w:r>
      <w:r w:rsidRPr="003E4D35">
        <w:t xml:space="preserve">mier douanier de </w:t>
      </w:r>
      <w:proofErr w:type="spellStart"/>
      <w:r w:rsidRPr="003E4D35">
        <w:t>Shanghaï</w:t>
      </w:r>
      <w:proofErr w:type="spellEnd"/>
      <w:r w:rsidR="00B97E5D">
        <w:t>, M. </w:t>
      </w:r>
      <w:proofErr w:type="spellStart"/>
      <w:r w:rsidRPr="003E4D35">
        <w:t>Boilard</w:t>
      </w:r>
      <w:proofErr w:type="spellEnd"/>
      <w:r w:rsidR="00B97E5D">
        <w:t xml:space="preserve">, </w:t>
      </w:r>
      <w:r w:rsidRPr="003E4D35">
        <w:t>et en plus de ces deux-là tués depuis longtemps</w:t>
      </w:r>
      <w:r w:rsidR="00B97E5D">
        <w:t xml:space="preserve">, </w:t>
      </w:r>
      <w:r w:rsidRPr="003E4D35">
        <w:t>les deux seuls dont je connusse les noms</w:t>
      </w:r>
      <w:r w:rsidR="00B97E5D">
        <w:t xml:space="preserve">, </w:t>
      </w:r>
      <w:r w:rsidRPr="003E4D35">
        <w:t>une statistique me disait qu</w:t>
      </w:r>
      <w:r w:rsidR="00B97E5D">
        <w:t>’</w:t>
      </w:r>
      <w:r w:rsidRPr="003E4D35">
        <w:t>il y avait huit millions de morts en Europe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toute la tristesse</w:t>
      </w:r>
      <w:r w:rsidR="00B97E5D">
        <w:t xml:space="preserve">, </w:t>
      </w:r>
      <w:r w:rsidRPr="003E4D35">
        <w:t xml:space="preserve">tout le </w:t>
      </w:r>
      <w:r w:rsidRPr="003E4D35">
        <w:lastRenderedPageBreak/>
        <w:t>remords su</w:t>
      </w:r>
      <w:r w:rsidRPr="003E4D35">
        <w:t>r</w:t>
      </w:r>
      <w:r w:rsidRPr="003E4D35">
        <w:t>tout</w:t>
      </w:r>
      <w:r w:rsidR="00B97E5D">
        <w:t xml:space="preserve">, </w:t>
      </w:r>
      <w:r w:rsidRPr="003E4D35">
        <w:t>que donne une telle nouvelle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y étais cependant pour si peu</w:t>
      </w:r>
      <w:r w:rsidR="00B97E5D">
        <w:t xml:space="preserve"> ! </w:t>
      </w:r>
      <w:r w:rsidRPr="003E4D35">
        <w:t>Par quoi avais-je ma part de cause dans tant d</w:t>
      </w:r>
      <w:r w:rsidR="00B97E5D">
        <w:t>’</w:t>
      </w:r>
      <w:r w:rsidRPr="003E4D35">
        <w:t>horreur</w:t>
      </w:r>
      <w:r w:rsidR="00B97E5D">
        <w:t xml:space="preserve"> ! </w:t>
      </w:r>
      <w:r w:rsidRPr="003E4D35">
        <w:t>Pourquoi me sentais-je un peu coupable</w:t>
      </w:r>
      <w:r w:rsidR="00B97E5D">
        <w:t xml:space="preserve"> ? </w:t>
      </w:r>
      <w:r w:rsidRPr="003E4D35">
        <w:t>Quels étaient ceux de mes gestes autrefois</w:t>
      </w:r>
      <w:r w:rsidR="00B97E5D">
        <w:t xml:space="preserve">, </w:t>
      </w:r>
      <w:r w:rsidRPr="003E4D35">
        <w:t>celle de mes paroles qui avaient apporté un poids</w:t>
      </w:r>
      <w:r w:rsidR="00B97E5D">
        <w:t xml:space="preserve">, </w:t>
      </w:r>
      <w:r w:rsidRPr="003E4D35">
        <w:t xml:space="preserve">si léger </w:t>
      </w:r>
      <w:proofErr w:type="spellStart"/>
      <w:r w:rsidRPr="003E4D35">
        <w:t>fût-il</w:t>
      </w:r>
      <w:proofErr w:type="spellEnd"/>
      <w:r w:rsidR="00B97E5D">
        <w:t xml:space="preserve">, </w:t>
      </w:r>
      <w:r w:rsidRPr="003E4D35">
        <w:t>à la guerre</w:t>
      </w:r>
      <w:r w:rsidR="00B97E5D">
        <w:t xml:space="preserve"> ? </w:t>
      </w:r>
      <w:r w:rsidRPr="003E4D35">
        <w:t>Par quoi avais-je</w:t>
      </w:r>
      <w:r w:rsidR="00B97E5D">
        <w:t xml:space="preserve">, </w:t>
      </w:r>
      <w:r w:rsidRPr="003E4D35">
        <w:t>moi jadis à Bellac</w:t>
      </w:r>
      <w:r w:rsidR="00B97E5D">
        <w:t xml:space="preserve">, </w:t>
      </w:r>
      <w:r w:rsidRPr="003E4D35">
        <w:t>manqué de prudence et appuyé sur le plateau</w:t>
      </w:r>
      <w:r w:rsidR="00B97E5D">
        <w:t xml:space="preserve"> ? </w:t>
      </w:r>
      <w:r w:rsidRPr="003E4D35">
        <w:t>Tous les arbres de Picardie coupés</w:t>
      </w:r>
      <w:r w:rsidR="00B97E5D">
        <w:t xml:space="preserve">, </w:t>
      </w:r>
      <w:r w:rsidRPr="003E4D35">
        <w:t>disait un titre</w:t>
      </w:r>
      <w:r w:rsidR="00B97E5D">
        <w:t xml:space="preserve">. </w:t>
      </w:r>
      <w:r w:rsidRPr="003E4D35">
        <w:t>Plus de chevaux en France</w:t>
      </w:r>
      <w:r w:rsidR="00B97E5D">
        <w:t xml:space="preserve">, </w:t>
      </w:r>
      <w:r w:rsidRPr="003E4D35">
        <w:t>disait un autre</w:t>
      </w:r>
      <w:r w:rsidR="00B97E5D">
        <w:t xml:space="preserve">. </w:t>
      </w:r>
      <w:r w:rsidRPr="003E4D35">
        <w:t>Par quoi avais-je amené un arbre</w:t>
      </w:r>
      <w:r w:rsidR="00B97E5D">
        <w:t xml:space="preserve">, </w:t>
      </w:r>
      <w:r w:rsidRPr="003E4D35">
        <w:t>un cheval de France à la mort</w:t>
      </w:r>
      <w:r w:rsidR="00B97E5D">
        <w:t xml:space="preserve"> ? </w:t>
      </w:r>
      <w:r w:rsidRPr="003E4D35">
        <w:t>Oui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deux fois négligé</w:t>
      </w:r>
      <w:r w:rsidR="00B97E5D">
        <w:t xml:space="preserve">, </w:t>
      </w:r>
      <w:r w:rsidRPr="003E4D35">
        <w:t>les deux fois où j</w:t>
      </w:r>
      <w:r w:rsidR="00B97E5D">
        <w:t>’</w:t>
      </w:r>
      <w:r w:rsidRPr="003E4D35">
        <w:t>avais eu affaire à l</w:t>
      </w:r>
      <w:r w:rsidR="00B97E5D">
        <w:t>’</w:t>
      </w:r>
      <w:r w:rsidRPr="003E4D35">
        <w:t>Allemagne même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am</w:t>
      </w:r>
      <w:r w:rsidRPr="003E4D35">
        <w:t>a</w:t>
      </w:r>
      <w:r w:rsidRPr="003E4D35">
        <w:t>douer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attirer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dit du mal de Werther</w:t>
      </w:r>
      <w:r w:rsidR="00B97E5D">
        <w:t xml:space="preserve">, </w:t>
      </w:r>
      <w:r w:rsidRPr="003E4D35">
        <w:t>je l</w:t>
      </w:r>
      <w:r w:rsidR="00B97E5D">
        <w:t>’</w:t>
      </w:r>
      <w:r w:rsidRPr="003E4D35">
        <w:t>avais tro</w:t>
      </w:r>
      <w:r w:rsidRPr="003E4D35">
        <w:t>u</w:t>
      </w:r>
      <w:r w:rsidRPr="003E4D35">
        <w:t>vé</w:t>
      </w:r>
      <w:r w:rsidR="00B97E5D">
        <w:t xml:space="preserve">, </w:t>
      </w:r>
      <w:r w:rsidRPr="003E4D35">
        <w:t>à mon brevet</w:t>
      </w:r>
      <w:r w:rsidR="00B97E5D">
        <w:t xml:space="preserve">, </w:t>
      </w:r>
      <w:r w:rsidRPr="003E4D35">
        <w:t>plus menteur que sensuel</w:t>
      </w:r>
      <w:r w:rsidR="00B97E5D">
        <w:t xml:space="preserve">, </w:t>
      </w:r>
      <w:r w:rsidRPr="003E4D35">
        <w:t>plus bourgeois qu</w:t>
      </w:r>
      <w:r w:rsidR="00B97E5D">
        <w:t>’</w:t>
      </w:r>
      <w:r w:rsidRPr="003E4D35">
        <w:t>élevé</w:t>
      </w:r>
      <w:r w:rsidR="00B97E5D">
        <w:t xml:space="preserve"> ; </w:t>
      </w:r>
      <w:r w:rsidRPr="003E4D35">
        <w:t>et</w:t>
      </w:r>
      <w:r w:rsidR="00B97E5D">
        <w:t xml:space="preserve">, </w:t>
      </w:r>
      <w:r w:rsidRPr="003E4D35">
        <w:t>une fois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indiqué à un Allemand sur sa Me</w:t>
      </w:r>
      <w:r w:rsidRPr="003E4D35">
        <w:t>r</w:t>
      </w:r>
      <w:r w:rsidRPr="003E4D35">
        <w:t>cédès la route de Limoges quand il demandait la route de Po</w:t>
      </w:r>
      <w:r w:rsidRPr="003E4D35">
        <w:t>i</w:t>
      </w:r>
      <w:r w:rsidRPr="003E4D35">
        <w:t>tiers</w:t>
      </w:r>
      <w:r w:rsidR="00B97E5D">
        <w:t xml:space="preserve">. </w:t>
      </w:r>
      <w:r w:rsidRPr="003E4D35">
        <w:t>Il avait vu Saint-Martial au lieu de Sainte-Radegonde</w:t>
      </w:r>
      <w:r w:rsidR="00B97E5D">
        <w:t xml:space="preserve">. </w:t>
      </w:r>
      <w:r w:rsidRPr="003E4D35">
        <w:t>Vo</w:t>
      </w:r>
      <w:r w:rsidRPr="003E4D35">
        <w:t>i</w:t>
      </w:r>
      <w:r w:rsidRPr="003E4D35">
        <w:t>là ma petite part dans cette guerre</w:t>
      </w:r>
      <w:r w:rsidR="00B97E5D">
        <w:t xml:space="preserve"> : </w:t>
      </w:r>
      <w:r w:rsidRPr="003E4D35">
        <w:t>J</w:t>
      </w:r>
      <w:r w:rsidR="00B97E5D">
        <w:t>’</w:t>
      </w:r>
      <w:r w:rsidRPr="003E4D35">
        <w:t>avais irrité contre nous l</w:t>
      </w:r>
      <w:r w:rsidR="00B97E5D">
        <w:t>’</w:t>
      </w:r>
      <w:r w:rsidRPr="003E4D35">
        <w:t>ombre de Werther et un capitaine de réserve</w:t>
      </w:r>
      <w:r w:rsidR="00B97E5D">
        <w:t>…</w:t>
      </w:r>
    </w:p>
    <w:p w14:paraId="2E241A29" w14:textId="0AA326BB" w:rsidR="00B97E5D" w:rsidRDefault="00F225BE" w:rsidP="00F225BE">
      <w:r w:rsidRPr="003E4D35">
        <w:t>Je lisais</w:t>
      </w:r>
      <w:r w:rsidR="00B97E5D">
        <w:t xml:space="preserve">. </w:t>
      </w:r>
      <w:r w:rsidRPr="003E4D35">
        <w:t>Je lisais des pages obscures</w:t>
      </w:r>
      <w:r w:rsidR="00B97E5D">
        <w:t xml:space="preserve">. </w:t>
      </w:r>
      <w:r w:rsidRPr="003E4D35">
        <w:t>Je voyais la France guidée par des noms inconnus</w:t>
      </w:r>
      <w:r w:rsidR="00B97E5D">
        <w:t xml:space="preserve">, </w:t>
      </w:r>
      <w:r w:rsidRPr="003E4D35">
        <w:t>Joffre</w:t>
      </w:r>
      <w:r w:rsidR="00B97E5D">
        <w:t xml:space="preserve">, </w:t>
      </w:r>
      <w:r w:rsidRPr="003E4D35">
        <w:t>Pétain</w:t>
      </w:r>
      <w:r w:rsidR="00B97E5D">
        <w:t xml:space="preserve"> ; </w:t>
      </w:r>
      <w:r w:rsidRPr="003E4D35">
        <w:t>je voyais qu</w:t>
      </w:r>
      <w:r w:rsidR="00B97E5D">
        <w:t>’</w:t>
      </w:r>
      <w:r w:rsidRPr="003E4D35">
        <w:t>il y avait eu chaque jour un communiqué et que le 91</w:t>
      </w:r>
      <w:r w:rsidR="00B97E5D" w:rsidRPr="003E4D35">
        <w:t>1</w:t>
      </w:r>
      <w:r w:rsidR="00B97E5D" w:rsidRPr="00B97E5D">
        <w:rPr>
          <w:vertAlign w:val="superscript"/>
        </w:rPr>
        <w:t>e</w:t>
      </w:r>
      <w:r w:rsidRPr="003E4D35">
        <w:t xml:space="preserve"> seulement m</w:t>
      </w:r>
      <w:r w:rsidR="00B97E5D">
        <w:t>’</w:t>
      </w:r>
      <w:r w:rsidRPr="003E4D35">
        <w:t>arrivait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apprenais que ce gros bateau</w:t>
      </w:r>
      <w:r w:rsidR="00B97E5D">
        <w:t xml:space="preserve">, </w:t>
      </w:r>
      <w:r w:rsidRPr="003E4D35">
        <w:t>le seul sur lequel j</w:t>
      </w:r>
      <w:r w:rsidRPr="003E4D35">
        <w:t>a</w:t>
      </w:r>
      <w:r w:rsidRPr="003E4D35">
        <w:t>dis j</w:t>
      </w:r>
      <w:r w:rsidR="00B97E5D">
        <w:t>’</w:t>
      </w:r>
      <w:r w:rsidRPr="003E4D35">
        <w:t>avais compté</w:t>
      </w:r>
      <w:r w:rsidR="00B97E5D">
        <w:t xml:space="preserve">, </w:t>
      </w:r>
      <w:r w:rsidRPr="003E4D35">
        <w:t>le</w:t>
      </w:r>
      <w:r w:rsidRPr="003E4D35">
        <w:rPr>
          <w:i/>
          <w:iCs/>
        </w:rPr>
        <w:t xml:space="preserve"> Lusitania</w:t>
      </w:r>
      <w:r w:rsidR="00B97E5D">
        <w:rPr>
          <w:i/>
          <w:iCs/>
        </w:rPr>
        <w:t xml:space="preserve">, </w:t>
      </w:r>
      <w:r w:rsidRPr="003E4D35">
        <w:t>était coulé</w:t>
      </w:r>
      <w:r w:rsidR="00B97E5D">
        <w:t xml:space="preserve"> ; </w:t>
      </w:r>
      <w:r w:rsidRPr="003E4D35">
        <w:t>je découvrais qu</w:t>
      </w:r>
      <w:r w:rsidR="00B97E5D">
        <w:t>’</w:t>
      </w:r>
      <w:r w:rsidRPr="003E4D35">
        <w:t>on tue en avion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on lance des gaz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eus une description en qu</w:t>
      </w:r>
      <w:r w:rsidRPr="003E4D35">
        <w:t>a</w:t>
      </w:r>
      <w:r w:rsidRPr="003E4D35">
        <w:t>tre colonnes de l</w:t>
      </w:r>
      <w:r w:rsidR="00B97E5D">
        <w:t>’</w:t>
      </w:r>
      <w:r w:rsidRPr="003E4D35">
        <w:t xml:space="preserve">expulsion de </w:t>
      </w:r>
      <w:r w:rsidR="00B97E5D">
        <w:t>M. </w:t>
      </w:r>
      <w:proofErr w:type="spellStart"/>
      <w:r w:rsidRPr="003E4D35">
        <w:t>Dahlen</w:t>
      </w:r>
      <w:proofErr w:type="spellEnd"/>
      <w:r w:rsidRPr="003E4D35">
        <w:t xml:space="preserve"> de l</w:t>
      </w:r>
      <w:r w:rsidR="00B97E5D">
        <w:t>’</w:t>
      </w:r>
      <w:r w:rsidRPr="003E4D35">
        <w:t xml:space="preserve">école allemande de </w:t>
      </w:r>
      <w:proofErr w:type="spellStart"/>
      <w:r w:rsidRPr="003E4D35">
        <w:t>Shanghaï</w:t>
      </w:r>
      <w:proofErr w:type="spellEnd"/>
      <w:r w:rsidR="00B97E5D">
        <w:t xml:space="preserve">, </w:t>
      </w:r>
      <w:r w:rsidRPr="003E4D35">
        <w:t>tous les détails sur la fidélité du Siam aux Alliés</w:t>
      </w:r>
      <w:r w:rsidR="00B97E5D">
        <w:t xml:space="preserve">, </w:t>
      </w:r>
      <w:r w:rsidRPr="003E4D35">
        <w:t>sur le dévouement de la Cochinchine</w:t>
      </w:r>
      <w:r w:rsidR="00B97E5D">
        <w:t xml:space="preserve">, </w:t>
      </w:r>
      <w:r w:rsidRPr="003E4D35">
        <w:t>le nom de tous les donateurs de la fête de charité de Hanoï</w:t>
      </w:r>
      <w:r w:rsidR="00B97E5D">
        <w:t xml:space="preserve">, </w:t>
      </w:r>
      <w:r w:rsidRPr="003E4D35">
        <w:t>celui de tous les passagers et i</w:t>
      </w:r>
      <w:r w:rsidRPr="003E4D35">
        <w:t>n</w:t>
      </w:r>
      <w:r w:rsidRPr="003E4D35">
        <w:t xml:space="preserve">digènes de Macao coulés sur le </w:t>
      </w:r>
      <w:proofErr w:type="spellStart"/>
      <w:r w:rsidRPr="003E4D35">
        <w:t>Tokyohara</w:t>
      </w:r>
      <w:proofErr w:type="spellEnd"/>
      <w:r w:rsidR="00B97E5D">
        <w:t xml:space="preserve">. </w:t>
      </w:r>
      <w:r w:rsidRPr="003E4D35">
        <w:t>J</w:t>
      </w:r>
      <w:r w:rsidR="00B97E5D">
        <w:t>’</w:t>
      </w:r>
      <w:r w:rsidRPr="003E4D35">
        <w:t>appris que le grand-amiral vivait à terre</w:t>
      </w:r>
      <w:r w:rsidR="00B97E5D">
        <w:t xml:space="preserve">, </w:t>
      </w:r>
      <w:r w:rsidRPr="003E4D35">
        <w:t>le général en chef dans une péniche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aurais tout compris de la guerre sans une phrase insoluble qui dans chaque article contenait le nom de la même rivière</w:t>
      </w:r>
      <w:r w:rsidR="00B97E5D">
        <w:t xml:space="preserve">, </w:t>
      </w:r>
      <w:r w:rsidRPr="003E4D35">
        <w:t>sans qu</w:t>
      </w:r>
      <w:r w:rsidR="00B97E5D">
        <w:t>’</w:t>
      </w:r>
      <w:r w:rsidRPr="003E4D35">
        <w:t xml:space="preserve">on pût en saisir le rapport </w:t>
      </w:r>
      <w:r w:rsidRPr="003E4D35">
        <w:lastRenderedPageBreak/>
        <w:t>avec le sujet</w:t>
      </w:r>
      <w:r w:rsidR="00B97E5D">
        <w:t xml:space="preserve">. – </w:t>
      </w:r>
      <w:r w:rsidRPr="003E4D35">
        <w:t>Les Allemands sont chez nous</w:t>
      </w:r>
      <w:r w:rsidR="00B97E5D">
        <w:t xml:space="preserve">, </w:t>
      </w:r>
      <w:r w:rsidRPr="003E4D35">
        <w:t>disait le premier journaliste</w:t>
      </w:r>
      <w:r w:rsidR="00B97E5D">
        <w:t xml:space="preserve">, </w:t>
      </w:r>
      <w:r w:rsidRPr="003E4D35">
        <w:t>mais que disent-ils de la Marne</w:t>
      </w:r>
      <w:r w:rsidR="00B97E5D">
        <w:t xml:space="preserve"> ? – </w:t>
      </w:r>
      <w:r w:rsidRPr="003E4D35">
        <w:t>Peu de raisin en France cette année</w:t>
      </w:r>
      <w:r w:rsidR="00B97E5D">
        <w:t xml:space="preserve">, </w:t>
      </w:r>
      <w:r w:rsidRPr="003E4D35">
        <w:t>disait le second</w:t>
      </w:r>
      <w:r w:rsidR="00B97E5D">
        <w:t xml:space="preserve">, </w:t>
      </w:r>
      <w:r w:rsidRPr="003E4D35">
        <w:t>la Marne suffit aux Français</w:t>
      </w:r>
      <w:r w:rsidR="00B97E5D">
        <w:t xml:space="preserve">. </w:t>
      </w:r>
      <w:r w:rsidRPr="003E4D35">
        <w:t>À la page littéraire</w:t>
      </w:r>
      <w:r w:rsidR="00B97E5D">
        <w:t xml:space="preserve">, </w:t>
      </w:r>
      <w:r w:rsidRPr="003E4D35">
        <w:t>on se consolait des méfaits des cubistes avec le même contrepoison</w:t>
      </w:r>
      <w:r w:rsidR="00B97E5D">
        <w:t xml:space="preserve"> : – </w:t>
      </w:r>
      <w:r w:rsidRPr="003E4D35">
        <w:t>Nous avons visité les Indépendants</w:t>
      </w:r>
      <w:r w:rsidR="00B97E5D">
        <w:t xml:space="preserve">, </w:t>
      </w:r>
      <w:r w:rsidRPr="003E4D35">
        <w:t xml:space="preserve">disait </w:t>
      </w:r>
      <w:r w:rsidR="00B97E5D">
        <w:t>M. </w:t>
      </w:r>
      <w:r w:rsidRPr="003E4D35">
        <w:t>Clapier</w:t>
      </w:r>
      <w:r w:rsidR="00B97E5D">
        <w:t xml:space="preserve">, </w:t>
      </w:r>
      <w:r w:rsidRPr="003E4D35">
        <w:t>le critique he</w:t>
      </w:r>
      <w:r w:rsidRPr="003E4D35">
        <w:t>u</w:t>
      </w:r>
      <w:r w:rsidRPr="003E4D35">
        <w:t>reusement qu</w:t>
      </w:r>
      <w:r w:rsidR="00B97E5D">
        <w:t>’</w:t>
      </w:r>
      <w:r w:rsidRPr="003E4D35">
        <w:t>il y a la Marne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étais même un peu e</w:t>
      </w:r>
      <w:r w:rsidRPr="003E4D35">
        <w:t>f</w:t>
      </w:r>
      <w:r w:rsidRPr="003E4D35">
        <w:t>frayée de voir mon pays défendu contre les Allemands et les mauvais arts par ce mot unique comme par un talisman</w:t>
      </w:r>
      <w:r w:rsidR="00B97E5D">
        <w:t xml:space="preserve">. </w:t>
      </w:r>
      <w:r w:rsidRPr="003E4D35">
        <w:t>Que le mot la Marne devienne vide</w:t>
      </w:r>
      <w:r w:rsidR="00B97E5D">
        <w:t xml:space="preserve">, </w:t>
      </w:r>
      <w:r w:rsidRPr="003E4D35">
        <w:t>périmé</w:t>
      </w:r>
      <w:r w:rsidR="00B97E5D">
        <w:t xml:space="preserve">, </w:t>
      </w:r>
      <w:r w:rsidRPr="003E4D35">
        <w:t>et la France et l</w:t>
      </w:r>
      <w:r w:rsidR="00B97E5D">
        <w:t>’</w:t>
      </w:r>
      <w:r w:rsidRPr="003E4D35">
        <w:t>Académie étaient sans armes</w:t>
      </w:r>
      <w:r w:rsidR="00B97E5D">
        <w:t xml:space="preserve"> ! </w:t>
      </w:r>
      <w:r w:rsidRPr="003E4D35">
        <w:t>Mot qui semblait valable aussi pour les autres pays</w:t>
      </w:r>
      <w:r w:rsidR="00B97E5D">
        <w:t xml:space="preserve">, </w:t>
      </w:r>
      <w:r w:rsidRPr="003E4D35">
        <w:t>se</w:t>
      </w:r>
      <w:r w:rsidRPr="003E4D35">
        <w:t>u</w:t>
      </w:r>
      <w:r w:rsidRPr="003E4D35">
        <w:t>le monnaie française égale à son change</w:t>
      </w:r>
      <w:r w:rsidR="00B97E5D">
        <w:t xml:space="preserve"> : – </w:t>
      </w:r>
      <w:r w:rsidRPr="003E4D35">
        <w:t>Le Brésil est dépo</w:t>
      </w:r>
      <w:r w:rsidRPr="003E4D35">
        <w:t>s</w:t>
      </w:r>
      <w:r w:rsidRPr="003E4D35">
        <w:t>sédé du caoutchouc</w:t>
      </w:r>
      <w:r w:rsidR="00B97E5D">
        <w:t xml:space="preserve">, </w:t>
      </w:r>
      <w:r w:rsidRPr="003E4D35">
        <w:t>disait la page financière</w:t>
      </w:r>
      <w:r w:rsidR="00B97E5D">
        <w:t xml:space="preserve"> ; </w:t>
      </w:r>
      <w:r w:rsidRPr="003E4D35">
        <w:t>il se console avec la Marne</w:t>
      </w:r>
      <w:r w:rsidR="00B97E5D">
        <w:t xml:space="preserve"> ; </w:t>
      </w:r>
      <w:r w:rsidRPr="003E4D35">
        <w:t>et pas un journaliste qui se trompât et dît</w:t>
      </w:r>
      <w:r w:rsidR="00B97E5D">
        <w:t xml:space="preserve"> : – </w:t>
      </w:r>
      <w:r w:rsidRPr="003E4D35">
        <w:t>La Gr</w:t>
      </w:r>
      <w:r w:rsidRPr="003E4D35">
        <w:t>è</w:t>
      </w:r>
      <w:r w:rsidRPr="003E4D35">
        <w:t>ce est infidèle mais il y a la Saône</w:t>
      </w:r>
      <w:r w:rsidR="00B97E5D">
        <w:t xml:space="preserve">. – </w:t>
      </w:r>
      <w:r w:rsidRPr="003E4D35">
        <w:t>Les arch</w:t>
      </w:r>
      <w:r w:rsidRPr="003E4D35">
        <w:t>i</w:t>
      </w:r>
      <w:r w:rsidRPr="003E4D35">
        <w:t>tectes français sont nuls</w:t>
      </w:r>
      <w:r w:rsidR="00B97E5D">
        <w:t xml:space="preserve">, </w:t>
      </w:r>
      <w:r w:rsidRPr="003E4D35">
        <w:t>mais il y a la Vire</w:t>
      </w:r>
      <w:r w:rsidR="00B97E5D">
        <w:t xml:space="preserve">… </w:t>
      </w:r>
      <w:r w:rsidRPr="003E4D35">
        <w:t>Sous toutes les l</w:t>
      </w:r>
      <w:r w:rsidRPr="003E4D35">
        <w:t>i</w:t>
      </w:r>
      <w:r w:rsidRPr="003E4D35">
        <w:t xml:space="preserve">gnes du </w:t>
      </w:r>
      <w:r w:rsidRPr="003E4D35">
        <w:rPr>
          <w:i/>
          <w:iCs/>
        </w:rPr>
        <w:t>Petit Éclaireur</w:t>
      </w:r>
      <w:r w:rsidRPr="003E4D35">
        <w:t xml:space="preserve"> le seul nom de Marne coulait comme un ruisseau sous les planches à jour d</w:t>
      </w:r>
      <w:r w:rsidR="00B97E5D">
        <w:t>’</w:t>
      </w:r>
      <w:r w:rsidRPr="003E4D35">
        <w:t>un pont</w:t>
      </w:r>
      <w:r w:rsidR="00B97E5D">
        <w:t xml:space="preserve">. </w:t>
      </w:r>
      <w:r w:rsidRPr="003E4D35">
        <w:t>Si bien que mach</w:t>
      </w:r>
      <w:r w:rsidRPr="003E4D35">
        <w:t>i</w:t>
      </w:r>
      <w:r w:rsidRPr="003E4D35">
        <w:t>nalement je dis tout haut</w:t>
      </w:r>
      <w:r w:rsidR="00B97E5D">
        <w:t xml:space="preserve">, </w:t>
      </w:r>
      <w:r w:rsidRPr="003E4D35">
        <w:t>essayant sur moi ce baume</w:t>
      </w:r>
      <w:r w:rsidR="00B97E5D">
        <w:t xml:space="preserve">. – </w:t>
      </w:r>
      <w:r w:rsidRPr="003E4D35">
        <w:t>Elle est seule dans son île</w:t>
      </w:r>
      <w:r w:rsidR="00B97E5D">
        <w:t xml:space="preserve">, </w:t>
      </w:r>
      <w:r w:rsidRPr="003E4D35">
        <w:t>mais il y a la Marne</w:t>
      </w:r>
      <w:r w:rsidR="00B97E5D">
        <w:t xml:space="preserve">…, </w:t>
      </w:r>
      <w:r w:rsidRPr="003E4D35">
        <w:t>et soudain</w:t>
      </w:r>
      <w:r w:rsidR="00B97E5D">
        <w:t xml:space="preserve">, </w:t>
      </w:r>
      <w:r w:rsidRPr="003E4D35">
        <w:t>en effet</w:t>
      </w:r>
      <w:r w:rsidR="00B97E5D">
        <w:t xml:space="preserve">, </w:t>
      </w:r>
      <w:r w:rsidRPr="003E4D35">
        <w:t>la Marne me promit mon retour</w:t>
      </w:r>
      <w:r w:rsidR="00B97E5D">
        <w:t xml:space="preserve">, </w:t>
      </w:r>
      <w:r w:rsidRPr="003E4D35">
        <w:t>tant je revis nettement à Chare</w:t>
      </w:r>
      <w:r w:rsidRPr="003E4D35">
        <w:t>n</w:t>
      </w:r>
      <w:r w:rsidRPr="003E4D35">
        <w:t>ton</w:t>
      </w:r>
      <w:r w:rsidR="00B97E5D">
        <w:t xml:space="preserve">, </w:t>
      </w:r>
      <w:r w:rsidRPr="003E4D35">
        <w:t>sur son embouchure même</w:t>
      </w:r>
      <w:r w:rsidR="00B97E5D">
        <w:t xml:space="preserve">, </w:t>
      </w:r>
      <w:r w:rsidRPr="003E4D35">
        <w:t>ce pêcheur à la ligne plein de ravissement</w:t>
      </w:r>
      <w:r w:rsidR="00B97E5D">
        <w:t xml:space="preserve">, – </w:t>
      </w:r>
      <w:r w:rsidRPr="003E4D35">
        <w:t>je l</w:t>
      </w:r>
      <w:r w:rsidR="00B97E5D">
        <w:t>’</w:t>
      </w:r>
      <w:r w:rsidRPr="003E4D35">
        <w:t>avais félicité</w:t>
      </w:r>
      <w:r w:rsidR="00B97E5D">
        <w:t xml:space="preserve">, </w:t>
      </w:r>
      <w:r w:rsidRPr="003E4D35">
        <w:t>et il m</w:t>
      </w:r>
      <w:r w:rsidR="00B97E5D">
        <w:t>’</w:t>
      </w:r>
      <w:r w:rsidRPr="003E4D35">
        <w:t>avait tendu sa main ga</w:t>
      </w:r>
      <w:r w:rsidRPr="003E4D35">
        <w:t>u</w:t>
      </w:r>
      <w:r w:rsidRPr="003E4D35">
        <w:t>che</w:t>
      </w:r>
      <w:r w:rsidR="00B97E5D">
        <w:t xml:space="preserve">, – </w:t>
      </w:r>
      <w:r w:rsidRPr="003E4D35">
        <w:t>secouer avec la droite</w:t>
      </w:r>
      <w:r w:rsidR="00B97E5D">
        <w:t xml:space="preserve">, </w:t>
      </w:r>
      <w:r w:rsidRPr="003E4D35">
        <w:t>de son poisson</w:t>
      </w:r>
      <w:r w:rsidR="00B97E5D">
        <w:t xml:space="preserve">, </w:t>
      </w:r>
      <w:r w:rsidRPr="003E4D35">
        <w:t>pour ne pas mouiller trop sa p</w:t>
      </w:r>
      <w:r w:rsidRPr="003E4D35">
        <w:t>o</w:t>
      </w:r>
      <w:r w:rsidRPr="003E4D35">
        <w:t>che</w:t>
      </w:r>
      <w:r w:rsidR="00B97E5D">
        <w:t xml:space="preserve">, </w:t>
      </w:r>
      <w:r w:rsidRPr="003E4D35">
        <w:t>tout ce qu</w:t>
      </w:r>
      <w:r w:rsidR="00B97E5D">
        <w:t>’</w:t>
      </w:r>
      <w:r w:rsidRPr="003E4D35">
        <w:t>il pouvait de cette eau sacrée</w:t>
      </w:r>
      <w:r w:rsidR="00B97E5D">
        <w:t>.</w:t>
      </w:r>
    </w:p>
    <w:p w14:paraId="0A508DD8" w14:textId="77777777" w:rsidR="00B97E5D" w:rsidRDefault="00F225BE" w:rsidP="00F225BE">
      <w:r w:rsidRPr="003E4D35">
        <w:t>Un moineau</w:t>
      </w:r>
      <w:r w:rsidR="00B97E5D">
        <w:t xml:space="preserve">, </w:t>
      </w:r>
      <w:r w:rsidRPr="003E4D35">
        <w:t>apprivoisé sans doute sur un des navires co</w:t>
      </w:r>
      <w:r w:rsidRPr="003E4D35">
        <w:t>u</w:t>
      </w:r>
      <w:r w:rsidRPr="003E4D35">
        <w:t>lés</w:t>
      </w:r>
      <w:r w:rsidR="00B97E5D">
        <w:t xml:space="preserve">, – </w:t>
      </w:r>
      <w:r w:rsidRPr="003E4D35">
        <w:t>les moineaux sont bien laids et vulgaires</w:t>
      </w:r>
      <w:r w:rsidR="00B97E5D">
        <w:t xml:space="preserve">, </w:t>
      </w:r>
      <w:r w:rsidRPr="003E4D35">
        <w:t>mais il y a la Marne</w:t>
      </w:r>
      <w:r w:rsidR="00B97E5D">
        <w:t xml:space="preserve"> – </w:t>
      </w:r>
      <w:r w:rsidRPr="003E4D35">
        <w:t>était venu se poser sur mon épaule et ne me quitta plus</w:t>
      </w:r>
      <w:r w:rsidR="00B97E5D">
        <w:t>.</w:t>
      </w:r>
    </w:p>
    <w:p w14:paraId="0B1A74A0" w14:textId="3A0C70CF" w:rsidR="00F225BE" w:rsidRPr="003E4D35" w:rsidRDefault="00F225BE" w:rsidP="00F225BE"/>
    <w:p w14:paraId="10F8D32D" w14:textId="77777777" w:rsidR="00F225BE" w:rsidRPr="003E4D35" w:rsidRDefault="00F225BE" w:rsidP="00B97E5D">
      <w:pPr>
        <w:pStyle w:val="Titre1"/>
      </w:pPr>
      <w:bookmarkStart w:id="9" w:name="_Toc202201142"/>
      <w:r w:rsidRPr="003E4D35">
        <w:lastRenderedPageBreak/>
        <w:t>CHAPITRE NEUVIÈME</w:t>
      </w:r>
      <w:bookmarkEnd w:id="9"/>
    </w:p>
    <w:p w14:paraId="34CA2FE7" w14:textId="0A18BA0C" w:rsidR="00F225BE" w:rsidRPr="003E4D35" w:rsidRDefault="00B97E5D" w:rsidP="00B97E5D">
      <w:pPr>
        <w:pStyle w:val="Centr"/>
      </w:pPr>
      <w:r w:rsidRPr="003E4D35">
        <w:rPr>
          <w:noProof/>
        </w:rPr>
        <w:drawing>
          <wp:inline distT="0" distB="0" distL="0" distR="0" wp14:anchorId="43AE8794" wp14:editId="1553B274">
            <wp:extent cx="3657600" cy="4628905"/>
            <wp:effectExtent l="0" t="0" r="0" b="635"/>
            <wp:docPr id="1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250" cy="463352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E9F79" w14:textId="77777777" w:rsidR="00B97E5D" w:rsidRDefault="00F225BE" w:rsidP="00F225BE">
      <w:r w:rsidRPr="003E4D35">
        <w:t>Mon cher Simon</w:t>
      </w:r>
      <w:r w:rsidR="00B97E5D">
        <w:t>,</w:t>
      </w:r>
    </w:p>
    <w:p w14:paraId="61D8A5F5" w14:textId="77777777" w:rsidR="00B97E5D" w:rsidRDefault="00B97E5D" w:rsidP="00F225BE">
      <w:r>
        <w:t>» </w:t>
      </w:r>
      <w:r w:rsidR="00F225BE" w:rsidRPr="003E4D35">
        <w:t>Deux lignes de résumé d</w:t>
      </w:r>
      <w:r>
        <w:t>’</w:t>
      </w:r>
      <w:r w:rsidR="00F225BE" w:rsidRPr="003E4D35">
        <w:t>abord</w:t>
      </w:r>
      <w:r>
        <w:t xml:space="preserve">, </w:t>
      </w:r>
      <w:r w:rsidR="00F225BE" w:rsidRPr="003E4D35">
        <w:t>pour vous mettre au co</w:t>
      </w:r>
      <w:r w:rsidR="00F225BE" w:rsidRPr="003E4D35">
        <w:t>u</w:t>
      </w:r>
      <w:r w:rsidR="00F225BE" w:rsidRPr="003E4D35">
        <w:t>rant</w:t>
      </w:r>
      <w:r>
        <w:t xml:space="preserve">. </w:t>
      </w:r>
      <w:r w:rsidR="00F225BE" w:rsidRPr="003E4D35">
        <w:t>Je ne suis pas morte</w:t>
      </w:r>
      <w:r>
        <w:t xml:space="preserve">, </w:t>
      </w:r>
      <w:r w:rsidR="00F225BE" w:rsidRPr="003E4D35">
        <w:t>mais Polynésienne</w:t>
      </w:r>
      <w:r>
        <w:t xml:space="preserve">. </w:t>
      </w:r>
      <w:r w:rsidR="00F225BE" w:rsidRPr="003E4D35">
        <w:t>J</w:t>
      </w:r>
      <w:r>
        <w:t>’</w:t>
      </w:r>
      <w:r w:rsidR="00F225BE" w:rsidRPr="003E4D35">
        <w:t>ai protégé mon île d</w:t>
      </w:r>
      <w:r>
        <w:t>’</w:t>
      </w:r>
      <w:r w:rsidR="00F225BE" w:rsidRPr="003E4D35">
        <w:t>un alligator et d</w:t>
      </w:r>
      <w:r>
        <w:t>’</w:t>
      </w:r>
      <w:r w:rsidR="00F225BE" w:rsidRPr="003E4D35">
        <w:t>un couguar</w:t>
      </w:r>
      <w:r>
        <w:t xml:space="preserve">. </w:t>
      </w:r>
      <w:r w:rsidR="00F225BE" w:rsidRPr="003E4D35">
        <w:t>J</w:t>
      </w:r>
      <w:r>
        <w:t>’</w:t>
      </w:r>
      <w:r w:rsidR="00F225BE" w:rsidRPr="003E4D35">
        <w:t>ai refusé</w:t>
      </w:r>
      <w:r>
        <w:t xml:space="preserve">, </w:t>
      </w:r>
      <w:r w:rsidR="00F225BE" w:rsidRPr="003E4D35">
        <w:t>malgré des sollic</w:t>
      </w:r>
      <w:r w:rsidR="00F225BE" w:rsidRPr="003E4D35">
        <w:t>i</w:t>
      </w:r>
      <w:r w:rsidR="00F225BE" w:rsidRPr="003E4D35">
        <w:t>tations</w:t>
      </w:r>
      <w:r>
        <w:t xml:space="preserve">, </w:t>
      </w:r>
      <w:r w:rsidR="00F225BE" w:rsidRPr="003E4D35">
        <w:t>d</w:t>
      </w:r>
      <w:r>
        <w:t>’</w:t>
      </w:r>
      <w:r w:rsidR="00F225BE" w:rsidRPr="003E4D35">
        <w:t>être ma propre idole</w:t>
      </w:r>
      <w:r>
        <w:t xml:space="preserve">. </w:t>
      </w:r>
      <w:r w:rsidR="00F225BE" w:rsidRPr="003E4D35">
        <w:t>J</w:t>
      </w:r>
      <w:r>
        <w:t>’</w:t>
      </w:r>
      <w:r w:rsidR="00F225BE" w:rsidRPr="003E4D35">
        <w:t>entretiens un troupeau de deux cent trente-trois dieux et de dix-huit fantômes d</w:t>
      </w:r>
      <w:r>
        <w:t>’</w:t>
      </w:r>
      <w:r w:rsidR="00F225BE" w:rsidRPr="003E4D35">
        <w:t>hommes</w:t>
      </w:r>
      <w:r>
        <w:t xml:space="preserve">. </w:t>
      </w:r>
      <w:r w:rsidR="00F225BE" w:rsidRPr="003E4D35">
        <w:t>Un ornithorynque suit mes pas</w:t>
      </w:r>
      <w:r>
        <w:t xml:space="preserve">, </w:t>
      </w:r>
      <w:r w:rsidR="00F225BE" w:rsidRPr="003E4D35">
        <w:t>sur lequel est posé le plus p</w:t>
      </w:r>
      <w:r w:rsidR="00F225BE" w:rsidRPr="003E4D35">
        <w:t>a</w:t>
      </w:r>
      <w:r w:rsidR="00F225BE" w:rsidRPr="003E4D35">
        <w:t>resseux de mes oiseaux</w:t>
      </w:r>
      <w:r>
        <w:t xml:space="preserve">. </w:t>
      </w:r>
      <w:r w:rsidR="00F225BE" w:rsidRPr="003E4D35">
        <w:t>Je vous écris parce que j</w:t>
      </w:r>
      <w:r>
        <w:t>’</w:t>
      </w:r>
      <w:r w:rsidR="00F225BE" w:rsidRPr="003E4D35">
        <w:t>ai trouvé dans la poche d</w:t>
      </w:r>
      <w:r>
        <w:t>’</w:t>
      </w:r>
      <w:r w:rsidR="00F225BE" w:rsidRPr="003E4D35">
        <w:t xml:space="preserve">un marin noyé nommé Rudolf </w:t>
      </w:r>
      <w:proofErr w:type="spellStart"/>
      <w:r w:rsidR="00F225BE" w:rsidRPr="003E4D35">
        <w:t>Eberlein</w:t>
      </w:r>
      <w:proofErr w:type="spellEnd"/>
      <w:r w:rsidR="00F225BE" w:rsidRPr="003E4D35">
        <w:t xml:space="preserve"> un étui plein de stylographes et que l</w:t>
      </w:r>
      <w:r>
        <w:t>’</w:t>
      </w:r>
      <w:r w:rsidR="00F225BE" w:rsidRPr="003E4D35">
        <w:t>encre se résorbe</w:t>
      </w:r>
      <w:r>
        <w:t xml:space="preserve">… </w:t>
      </w:r>
      <w:r w:rsidR="00F225BE" w:rsidRPr="003E4D35">
        <w:t>Vous savez tout</w:t>
      </w:r>
      <w:r>
        <w:t>.</w:t>
      </w:r>
    </w:p>
    <w:p w14:paraId="38CF1DC0" w14:textId="77777777" w:rsidR="00B97E5D" w:rsidRDefault="00B97E5D" w:rsidP="00F225BE">
      <w:r>
        <w:lastRenderedPageBreak/>
        <w:t>» </w:t>
      </w:r>
      <w:r w:rsidR="00F225BE" w:rsidRPr="003E4D35">
        <w:t>Je vous écris d</w:t>
      </w:r>
      <w:r>
        <w:t>’</w:t>
      </w:r>
      <w:r w:rsidR="00F225BE" w:rsidRPr="003E4D35">
        <w:t>un promontoire que j</w:t>
      </w:r>
      <w:r>
        <w:t>’</w:t>
      </w:r>
      <w:r w:rsidR="00F225BE" w:rsidRPr="003E4D35">
        <w:t>ai décoré avec mille rondelles de nacre</w:t>
      </w:r>
      <w:r>
        <w:t xml:space="preserve">, </w:t>
      </w:r>
      <w:r w:rsidR="00F225BE" w:rsidRPr="003E4D35">
        <w:t>comme on le fait à Londres pour les becs de gaz et les refuges qu</w:t>
      </w:r>
      <w:r>
        <w:t>’</w:t>
      </w:r>
      <w:r w:rsidR="00F225BE" w:rsidRPr="003E4D35">
        <w:t>on signale aux automobiles</w:t>
      </w:r>
      <w:r>
        <w:t xml:space="preserve">. </w:t>
      </w:r>
      <w:r w:rsidR="00F225BE" w:rsidRPr="003E4D35">
        <w:t>Je suis visible là tous les jours</w:t>
      </w:r>
      <w:r>
        <w:t xml:space="preserve">, </w:t>
      </w:r>
      <w:r w:rsidR="00F225BE" w:rsidRPr="003E4D35">
        <w:t>de deux heures au moins à six</w:t>
      </w:r>
      <w:r>
        <w:t xml:space="preserve">. </w:t>
      </w:r>
      <w:r w:rsidR="00F225BE" w:rsidRPr="003E4D35">
        <w:t>Je dois même assurer que jamais être humain dans le monde n</w:t>
      </w:r>
      <w:r>
        <w:t>’</w:t>
      </w:r>
      <w:r w:rsidR="00F225BE" w:rsidRPr="003E4D35">
        <w:t>a été plus vis</w:t>
      </w:r>
      <w:r w:rsidR="00F225BE" w:rsidRPr="003E4D35">
        <w:t>i</w:t>
      </w:r>
      <w:r w:rsidR="00F225BE" w:rsidRPr="003E4D35">
        <w:t>ble</w:t>
      </w:r>
      <w:r>
        <w:t xml:space="preserve"> ; </w:t>
      </w:r>
      <w:r w:rsidR="00F225BE" w:rsidRPr="003E4D35">
        <w:t>sur deux trépieds à mes côtés brûlent des pommes de pin pour faire deux fumées</w:t>
      </w:r>
      <w:r>
        <w:t xml:space="preserve"> ; </w:t>
      </w:r>
      <w:r w:rsidR="00F225BE" w:rsidRPr="003E4D35">
        <w:t>du palmier de gauche au palmier de droite est tendu derrière moi un rideau de plumes rouges</w:t>
      </w:r>
      <w:r>
        <w:t xml:space="preserve">, </w:t>
      </w:r>
      <w:r w:rsidR="00F225BE" w:rsidRPr="003E4D35">
        <w:t>haut de trois mètres</w:t>
      </w:r>
      <w:r>
        <w:t xml:space="preserve"> ; </w:t>
      </w:r>
      <w:r w:rsidR="00F225BE" w:rsidRPr="003E4D35">
        <w:t>le pavé est de corail noir</w:t>
      </w:r>
      <w:r>
        <w:t xml:space="preserve">, </w:t>
      </w:r>
      <w:r w:rsidR="00F225BE" w:rsidRPr="003E4D35">
        <w:t>et ne devinez-vous pas aussi</w:t>
      </w:r>
      <w:r>
        <w:t xml:space="preserve">, </w:t>
      </w:r>
      <w:r w:rsidR="00F225BE" w:rsidRPr="003E4D35">
        <w:t>rien qu</w:t>
      </w:r>
      <w:r>
        <w:t>’</w:t>
      </w:r>
      <w:r w:rsidR="00F225BE" w:rsidRPr="003E4D35">
        <w:t>à ces quelques lignes</w:t>
      </w:r>
      <w:r>
        <w:t xml:space="preserve">, – </w:t>
      </w:r>
      <w:r w:rsidR="00F225BE" w:rsidRPr="003E4D35">
        <w:t>vous en avez l</w:t>
      </w:r>
      <w:r>
        <w:t>’</w:t>
      </w:r>
      <w:r w:rsidR="00F225BE" w:rsidRPr="003E4D35">
        <w:t>i</w:t>
      </w:r>
      <w:r w:rsidR="00F225BE" w:rsidRPr="003E4D35">
        <w:t>m</w:t>
      </w:r>
      <w:r w:rsidR="00F225BE" w:rsidRPr="003E4D35">
        <w:t>pression</w:t>
      </w:r>
      <w:r>
        <w:t xml:space="preserve">, </w:t>
      </w:r>
      <w:r w:rsidR="00F225BE" w:rsidRPr="003E4D35">
        <w:t>comme vous l</w:t>
      </w:r>
      <w:r>
        <w:t>’</w:t>
      </w:r>
      <w:r w:rsidR="00F225BE" w:rsidRPr="003E4D35">
        <w:t>avez parfois en téléphonant à une amie qui ne l</w:t>
      </w:r>
      <w:r>
        <w:t>’</w:t>
      </w:r>
      <w:r w:rsidR="00F225BE" w:rsidRPr="003E4D35">
        <w:t>avoue pas elle non plus</w:t>
      </w:r>
      <w:r>
        <w:t xml:space="preserve">, </w:t>
      </w:r>
      <w:r w:rsidR="00F225BE" w:rsidRPr="003E4D35">
        <w:t>mais qui marivaude elle aussi</w:t>
      </w:r>
      <w:r>
        <w:t xml:space="preserve">, – </w:t>
      </w:r>
      <w:r w:rsidR="00F225BE" w:rsidRPr="003E4D35">
        <w:t>que je vous écris nue</w:t>
      </w:r>
      <w:r>
        <w:t xml:space="preserve"> ? </w:t>
      </w:r>
      <w:r w:rsidR="00F225BE" w:rsidRPr="003E4D35">
        <w:t>J</w:t>
      </w:r>
      <w:r>
        <w:t>’</w:t>
      </w:r>
      <w:r w:rsidR="00F225BE" w:rsidRPr="003E4D35">
        <w:t>ai sur mes genoux une feuille quadri</w:t>
      </w:r>
      <w:r w:rsidR="00F225BE" w:rsidRPr="003E4D35">
        <w:t>l</w:t>
      </w:r>
      <w:r w:rsidR="00F225BE" w:rsidRPr="003E4D35">
        <w:t>lée</w:t>
      </w:r>
      <w:r>
        <w:t xml:space="preserve">, </w:t>
      </w:r>
      <w:r w:rsidR="00F225BE" w:rsidRPr="003E4D35">
        <w:t>et je sens au travers la plume courir</w:t>
      </w:r>
      <w:r>
        <w:t xml:space="preserve">, </w:t>
      </w:r>
      <w:r w:rsidR="00F225BE" w:rsidRPr="003E4D35">
        <w:t>me creusant aux points et aux virgules d</w:t>
      </w:r>
      <w:r>
        <w:t>’</w:t>
      </w:r>
      <w:r w:rsidR="00F225BE" w:rsidRPr="003E4D35">
        <w:t>une si agréable piqûre que je vais mult</w:t>
      </w:r>
      <w:r w:rsidR="00F225BE" w:rsidRPr="003E4D35">
        <w:t>i</w:t>
      </w:r>
      <w:r w:rsidR="00F225BE" w:rsidRPr="003E4D35">
        <w:t>plier les phrases courtes</w:t>
      </w:r>
      <w:r>
        <w:t xml:space="preserve">… </w:t>
      </w:r>
      <w:r w:rsidR="00F225BE" w:rsidRPr="003E4D35">
        <w:t>Le ciel</w:t>
      </w:r>
      <w:r>
        <w:t xml:space="preserve">… </w:t>
      </w:r>
      <w:r w:rsidR="00F225BE" w:rsidRPr="003E4D35">
        <w:t>La mer</w:t>
      </w:r>
      <w:r>
        <w:t xml:space="preserve">… </w:t>
      </w:r>
      <w:r w:rsidR="00F225BE" w:rsidRPr="003E4D35">
        <w:t>Le ciel est tout étincelant ou tout rouge</w:t>
      </w:r>
      <w:r>
        <w:t xml:space="preserve">, </w:t>
      </w:r>
      <w:r w:rsidR="00F225BE" w:rsidRPr="003E4D35">
        <w:t>c</w:t>
      </w:r>
      <w:r>
        <w:t>’</w:t>
      </w:r>
      <w:r w:rsidR="00F225BE" w:rsidRPr="003E4D35">
        <w:t>est toujours ici la fin d</w:t>
      </w:r>
      <w:r>
        <w:t>’</w:t>
      </w:r>
      <w:r w:rsidR="00F225BE" w:rsidRPr="003E4D35">
        <w:t>un grand incendie</w:t>
      </w:r>
      <w:r>
        <w:t xml:space="preserve"> ; </w:t>
      </w:r>
      <w:r w:rsidR="00F225BE" w:rsidRPr="003E4D35">
        <w:t>les papillons noirs voltigent en tout point faible de l</w:t>
      </w:r>
      <w:r>
        <w:t>’</w:t>
      </w:r>
      <w:r w:rsidR="00F225BE" w:rsidRPr="003E4D35">
        <w:t>e</w:t>
      </w:r>
      <w:r w:rsidR="00F225BE" w:rsidRPr="003E4D35">
        <w:t>s</w:t>
      </w:r>
      <w:r w:rsidR="00F225BE" w:rsidRPr="003E4D35">
        <w:t>pace comme du papier brûlé</w:t>
      </w:r>
      <w:r>
        <w:t xml:space="preserve">, </w:t>
      </w:r>
      <w:r w:rsidR="00F225BE" w:rsidRPr="003E4D35">
        <w:t>la mer sur les récifs fait la chaudière qui refro</w:t>
      </w:r>
      <w:r w:rsidR="00F225BE" w:rsidRPr="003E4D35">
        <w:t>i</w:t>
      </w:r>
      <w:r w:rsidR="00F225BE" w:rsidRPr="003E4D35">
        <w:t>dit</w:t>
      </w:r>
      <w:r>
        <w:t xml:space="preserve"> ; </w:t>
      </w:r>
      <w:r w:rsidR="00F225BE" w:rsidRPr="003E4D35">
        <w:t>les palmes claquent comme des pincettes</w:t>
      </w:r>
      <w:r>
        <w:t xml:space="preserve">. </w:t>
      </w:r>
      <w:r w:rsidR="00F225BE" w:rsidRPr="003E4D35">
        <w:t>Le monde a brûlé et j</w:t>
      </w:r>
      <w:r>
        <w:t>’</w:t>
      </w:r>
      <w:r w:rsidR="00F225BE" w:rsidRPr="003E4D35">
        <w:t>en suis</w:t>
      </w:r>
      <w:r>
        <w:t xml:space="preserve">, </w:t>
      </w:r>
      <w:r w:rsidR="00F225BE" w:rsidRPr="003E4D35">
        <w:t>tiède</w:t>
      </w:r>
      <w:r>
        <w:t xml:space="preserve">, </w:t>
      </w:r>
      <w:r w:rsidR="00F225BE" w:rsidRPr="003E4D35">
        <w:t>le pauvre résidu</w:t>
      </w:r>
      <w:r>
        <w:t>.</w:t>
      </w:r>
    </w:p>
    <w:p w14:paraId="4E10CCF3" w14:textId="77777777" w:rsidR="00B97E5D" w:rsidRDefault="00B97E5D" w:rsidP="00F225BE">
      <w:r>
        <w:t>» </w:t>
      </w:r>
      <w:r w:rsidR="00F225BE" w:rsidRPr="003E4D35">
        <w:t>Ici tout est luxe</w:t>
      </w:r>
      <w:r>
        <w:t xml:space="preserve">, </w:t>
      </w:r>
      <w:r w:rsidR="00F225BE" w:rsidRPr="003E4D35">
        <w:t>Simon</w:t>
      </w:r>
      <w:r>
        <w:t xml:space="preserve">. </w:t>
      </w:r>
      <w:r w:rsidR="00F225BE" w:rsidRPr="003E4D35">
        <w:t>De longs oiseaux à queue vermi</w:t>
      </w:r>
      <w:r w:rsidR="00F225BE" w:rsidRPr="003E4D35">
        <w:t>l</w:t>
      </w:r>
      <w:r w:rsidR="00F225BE" w:rsidRPr="003E4D35">
        <w:t>lonne remontent les gouffres de lumières par bonds</w:t>
      </w:r>
      <w:r>
        <w:t xml:space="preserve">, </w:t>
      </w:r>
      <w:r w:rsidR="00F225BE" w:rsidRPr="003E4D35">
        <w:t>comme les saumons les cascades</w:t>
      </w:r>
      <w:r>
        <w:t xml:space="preserve">, </w:t>
      </w:r>
      <w:r w:rsidR="00F225BE" w:rsidRPr="003E4D35">
        <w:t>jusqu</w:t>
      </w:r>
      <w:r>
        <w:t>’</w:t>
      </w:r>
      <w:r w:rsidR="00F225BE" w:rsidRPr="003E4D35">
        <w:t>à l</w:t>
      </w:r>
      <w:r>
        <w:t>’</w:t>
      </w:r>
      <w:r w:rsidR="00F225BE" w:rsidRPr="003E4D35">
        <w:t>éclat de soleil dont ils sont nés</w:t>
      </w:r>
      <w:r>
        <w:t xml:space="preserve">, </w:t>
      </w:r>
      <w:r w:rsidR="00F225BE" w:rsidRPr="003E4D35">
        <w:t>de leur queue reprenant l</w:t>
      </w:r>
      <w:r>
        <w:t>’</w:t>
      </w:r>
      <w:r w:rsidR="00F225BE" w:rsidRPr="003E4D35">
        <w:t>élan sur un rayon</w:t>
      </w:r>
      <w:r>
        <w:t xml:space="preserve">. </w:t>
      </w:r>
      <w:r w:rsidR="00F225BE" w:rsidRPr="003E4D35">
        <w:t>Chaque arbu</w:t>
      </w:r>
      <w:r w:rsidR="00F225BE" w:rsidRPr="003E4D35">
        <w:t>s</w:t>
      </w:r>
      <w:r w:rsidR="00F225BE" w:rsidRPr="003E4D35">
        <w:t>te par moi jadis fut sans doute si surpris qu</w:t>
      </w:r>
      <w:r>
        <w:t>’</w:t>
      </w:r>
      <w:r w:rsidR="00F225BE" w:rsidRPr="003E4D35">
        <w:t>il porte depuis mon na</w:t>
      </w:r>
      <w:r w:rsidR="00F225BE" w:rsidRPr="003E4D35">
        <w:t>u</w:t>
      </w:r>
      <w:r w:rsidR="00F225BE" w:rsidRPr="003E4D35">
        <w:t>frage les fruits d</w:t>
      </w:r>
      <w:r>
        <w:t>’</w:t>
      </w:r>
      <w:r w:rsidR="00F225BE" w:rsidRPr="003E4D35">
        <w:t>un autre</w:t>
      </w:r>
      <w:r>
        <w:t xml:space="preserve">. </w:t>
      </w:r>
      <w:r w:rsidR="00F225BE" w:rsidRPr="003E4D35">
        <w:t>Ici les pommiers donnent des ora</w:t>
      </w:r>
      <w:r w:rsidR="00F225BE" w:rsidRPr="003E4D35">
        <w:t>n</w:t>
      </w:r>
      <w:r w:rsidR="00F225BE" w:rsidRPr="003E4D35">
        <w:t>ges</w:t>
      </w:r>
      <w:r>
        <w:t xml:space="preserve">, </w:t>
      </w:r>
      <w:r w:rsidR="00F225BE" w:rsidRPr="003E4D35">
        <w:t>les figuiers des cerises</w:t>
      </w:r>
      <w:r>
        <w:t xml:space="preserve">. </w:t>
      </w:r>
      <w:r w:rsidR="00F225BE" w:rsidRPr="003E4D35">
        <w:t>Ici un monde où fleurs</w:t>
      </w:r>
      <w:r>
        <w:t xml:space="preserve">, </w:t>
      </w:r>
      <w:r w:rsidR="00F225BE" w:rsidRPr="003E4D35">
        <w:t>oiseaux</w:t>
      </w:r>
      <w:r>
        <w:t xml:space="preserve">, </w:t>
      </w:r>
      <w:r w:rsidR="00F225BE" w:rsidRPr="003E4D35">
        <w:t>animaux et insectes</w:t>
      </w:r>
      <w:r>
        <w:t xml:space="preserve">, </w:t>
      </w:r>
      <w:r w:rsidR="00F225BE" w:rsidRPr="003E4D35">
        <w:t>confondus dans le bonheur</w:t>
      </w:r>
      <w:r>
        <w:t xml:space="preserve">, </w:t>
      </w:r>
      <w:r w:rsidR="00F225BE" w:rsidRPr="003E4D35">
        <w:t>n</w:t>
      </w:r>
      <w:r>
        <w:t>’</w:t>
      </w:r>
      <w:r w:rsidR="00F225BE" w:rsidRPr="003E4D35">
        <w:t>ont pas eu le temps à mon arrivée de reprendre leurs attributs</w:t>
      </w:r>
      <w:r>
        <w:t xml:space="preserve"> : </w:t>
      </w:r>
      <w:r w:rsidR="00F225BE" w:rsidRPr="003E4D35">
        <w:t>des bêtes po</w:t>
      </w:r>
      <w:r w:rsidR="00F225BE" w:rsidRPr="003E4D35">
        <w:t>i</w:t>
      </w:r>
      <w:r w:rsidR="00F225BE" w:rsidRPr="003E4D35">
        <w:t>lues pondent des œufs</w:t>
      </w:r>
      <w:r>
        <w:t xml:space="preserve">, </w:t>
      </w:r>
      <w:r w:rsidR="00F225BE" w:rsidRPr="003E4D35">
        <w:t>les poissons couvent</w:t>
      </w:r>
      <w:r>
        <w:t xml:space="preserve">. </w:t>
      </w:r>
      <w:r w:rsidR="00F225BE" w:rsidRPr="003E4D35">
        <w:t xml:space="preserve">Tout ce que les poètes seuls voient en </w:t>
      </w:r>
      <w:r w:rsidR="00F225BE" w:rsidRPr="003E4D35">
        <w:lastRenderedPageBreak/>
        <w:t>France</w:t>
      </w:r>
      <w:r>
        <w:t xml:space="preserve">, </w:t>
      </w:r>
      <w:r w:rsidR="00F225BE" w:rsidRPr="003E4D35">
        <w:t>on le voit ici à l</w:t>
      </w:r>
      <w:r>
        <w:t>’</w:t>
      </w:r>
      <w:r w:rsidR="00F225BE" w:rsidRPr="003E4D35">
        <w:t>œil nu</w:t>
      </w:r>
      <w:r>
        <w:t xml:space="preserve"> ; </w:t>
      </w:r>
      <w:r w:rsidR="00F225BE" w:rsidRPr="003E4D35">
        <w:t>les arbres boivent à la mer par de vraies trompes qui se contractent quand elle est trop salée</w:t>
      </w:r>
      <w:r>
        <w:t xml:space="preserve">. </w:t>
      </w:r>
      <w:r w:rsidR="00F225BE" w:rsidRPr="003E4D35">
        <w:t>Tout ce qu</w:t>
      </w:r>
      <w:r>
        <w:t>’</w:t>
      </w:r>
      <w:r w:rsidR="00F225BE" w:rsidRPr="003E4D35">
        <w:t>on dit par antiphrase des femmes à Paris</w:t>
      </w:r>
      <w:r>
        <w:t xml:space="preserve">, </w:t>
      </w:r>
      <w:r w:rsidR="00F225BE" w:rsidRPr="003E4D35">
        <w:t>on peut le dire vraiment de moi</w:t>
      </w:r>
      <w:r>
        <w:t xml:space="preserve"> ; </w:t>
      </w:r>
      <w:r w:rsidR="00F225BE" w:rsidRPr="003E4D35">
        <w:t>mon teint est nacré</w:t>
      </w:r>
      <w:r>
        <w:t xml:space="preserve">, </w:t>
      </w:r>
      <w:r w:rsidR="00F225BE" w:rsidRPr="003E4D35">
        <w:t>poudré de vraie nacre</w:t>
      </w:r>
      <w:r>
        <w:t xml:space="preserve">, </w:t>
      </w:r>
      <w:r w:rsidR="00F225BE" w:rsidRPr="003E4D35">
        <w:t>mes lèvres sont de corail</w:t>
      </w:r>
      <w:r>
        <w:t xml:space="preserve">. </w:t>
      </w:r>
      <w:r w:rsidR="00F225BE" w:rsidRPr="003E4D35">
        <w:t>Les couleurs aussi ont été recollées trop vite</w:t>
      </w:r>
      <w:r>
        <w:t xml:space="preserve">, </w:t>
      </w:r>
      <w:r w:rsidR="00F225BE" w:rsidRPr="003E4D35">
        <w:t>les feuilles sont carmin ou pourpre</w:t>
      </w:r>
      <w:r>
        <w:t xml:space="preserve">, </w:t>
      </w:r>
      <w:r w:rsidR="00F225BE" w:rsidRPr="003E4D35">
        <w:t>les fruits sont verts dès qu</w:t>
      </w:r>
      <w:r>
        <w:t>’</w:t>
      </w:r>
      <w:r w:rsidR="00F225BE" w:rsidRPr="003E4D35">
        <w:t>ils sont mûrs</w:t>
      </w:r>
      <w:r>
        <w:t>.</w:t>
      </w:r>
    </w:p>
    <w:p w14:paraId="3031C3B6" w14:textId="77777777" w:rsidR="00B97E5D" w:rsidRDefault="00B97E5D" w:rsidP="00F225BE">
      <w:r>
        <w:t>» </w:t>
      </w:r>
      <w:r w:rsidR="00F225BE" w:rsidRPr="003E4D35">
        <w:t>Ici l</w:t>
      </w:r>
      <w:r>
        <w:t>’</w:t>
      </w:r>
      <w:r w:rsidR="00F225BE" w:rsidRPr="003E4D35">
        <w:t>on peut avoir sans peine tous vos sons et vos parfums d</w:t>
      </w:r>
      <w:r>
        <w:t>’</w:t>
      </w:r>
      <w:r w:rsidR="00F225BE" w:rsidRPr="003E4D35">
        <w:t>Europe</w:t>
      </w:r>
      <w:r>
        <w:t xml:space="preserve">. </w:t>
      </w:r>
      <w:r w:rsidR="00F225BE" w:rsidRPr="003E4D35">
        <w:t>Pour écouter le bruit des peupliers</w:t>
      </w:r>
      <w:r>
        <w:t xml:space="preserve">, </w:t>
      </w:r>
      <w:r w:rsidR="00F225BE" w:rsidRPr="003E4D35">
        <w:t>je n</w:t>
      </w:r>
      <w:r>
        <w:t>’</w:t>
      </w:r>
      <w:r w:rsidR="00F225BE" w:rsidRPr="003E4D35">
        <w:t>ai qu</w:t>
      </w:r>
      <w:r>
        <w:t>’</w:t>
      </w:r>
      <w:r w:rsidR="00F225BE" w:rsidRPr="003E4D35">
        <w:t>à fermer les yeux</w:t>
      </w:r>
      <w:r>
        <w:t xml:space="preserve">, </w:t>
      </w:r>
      <w:r w:rsidR="00F225BE" w:rsidRPr="003E4D35">
        <w:t>m</w:t>
      </w:r>
      <w:r>
        <w:t>’</w:t>
      </w:r>
      <w:r w:rsidR="00F225BE" w:rsidRPr="003E4D35">
        <w:t>étendre dans la grotte sous-marine</w:t>
      </w:r>
      <w:r>
        <w:t xml:space="preserve">, </w:t>
      </w:r>
      <w:r w:rsidR="00F225BE" w:rsidRPr="003E4D35">
        <w:t>et écouter le bruit de la mer sur les galets</w:t>
      </w:r>
      <w:r>
        <w:t xml:space="preserve">. </w:t>
      </w:r>
      <w:r w:rsidR="00F225BE" w:rsidRPr="003E4D35">
        <w:t>Pour entendre un murmure qui ressemble à celui de la messe</w:t>
      </w:r>
      <w:r>
        <w:t xml:space="preserve">, </w:t>
      </w:r>
      <w:r w:rsidR="00F225BE" w:rsidRPr="003E4D35">
        <w:t>avec des prie-Dieu qui claquent</w:t>
      </w:r>
      <w:r>
        <w:t xml:space="preserve">, </w:t>
      </w:r>
      <w:r w:rsidR="00F225BE" w:rsidRPr="003E4D35">
        <w:t>je n</w:t>
      </w:r>
      <w:r>
        <w:t>’</w:t>
      </w:r>
      <w:r w:rsidR="00F225BE" w:rsidRPr="003E4D35">
        <w:t>ai qu</w:t>
      </w:r>
      <w:r>
        <w:t>’</w:t>
      </w:r>
      <w:r w:rsidR="00F225BE" w:rsidRPr="003E4D35">
        <w:t>à ne pas dormir la nuit où les grosses outardes font leurs nids</w:t>
      </w:r>
      <w:r>
        <w:t xml:space="preserve">. </w:t>
      </w:r>
      <w:r w:rsidR="00F225BE" w:rsidRPr="003E4D35">
        <w:t>Pour entendre le clairon ou le coup de massue qu</w:t>
      </w:r>
      <w:r>
        <w:t>’</w:t>
      </w:r>
      <w:r w:rsidR="00F225BE" w:rsidRPr="003E4D35">
        <w:t>on donne dans les foires</w:t>
      </w:r>
      <w:r>
        <w:t xml:space="preserve">, </w:t>
      </w:r>
      <w:r w:rsidR="00F225BE" w:rsidRPr="003E4D35">
        <w:t>afin de gagner la médaille</w:t>
      </w:r>
      <w:r>
        <w:t xml:space="preserve">, </w:t>
      </w:r>
      <w:r w:rsidR="00F225BE" w:rsidRPr="003E4D35">
        <w:t>il suffit d</w:t>
      </w:r>
      <w:r>
        <w:t>’</w:t>
      </w:r>
      <w:r w:rsidR="00F225BE" w:rsidRPr="003E4D35">
        <w:t>att</w:t>
      </w:r>
      <w:r w:rsidR="00F225BE" w:rsidRPr="003E4D35">
        <w:t>a</w:t>
      </w:r>
      <w:r w:rsidR="00F225BE" w:rsidRPr="003E4D35">
        <w:t>cher une oie près d</w:t>
      </w:r>
      <w:r>
        <w:t>’</w:t>
      </w:r>
      <w:r w:rsidR="00F225BE" w:rsidRPr="003E4D35">
        <w:t>un arbre vieilli qui s</w:t>
      </w:r>
      <w:r>
        <w:t>’</w:t>
      </w:r>
      <w:r w:rsidR="00F225BE" w:rsidRPr="003E4D35">
        <w:t>écroule</w:t>
      </w:r>
      <w:r>
        <w:t xml:space="preserve">. </w:t>
      </w:r>
      <w:r w:rsidR="00F225BE" w:rsidRPr="003E4D35">
        <w:t>C</w:t>
      </w:r>
      <w:r>
        <w:t>’</w:t>
      </w:r>
      <w:r w:rsidR="00F225BE" w:rsidRPr="003E4D35">
        <w:t>est à s</w:t>
      </w:r>
      <w:r>
        <w:t>’</w:t>
      </w:r>
      <w:r w:rsidR="00F225BE" w:rsidRPr="003E4D35">
        <w:t>y m</w:t>
      </w:r>
      <w:r w:rsidR="00F225BE" w:rsidRPr="003E4D35">
        <w:t>é</w:t>
      </w:r>
      <w:r w:rsidR="00F225BE" w:rsidRPr="003E4D35">
        <w:t>prendre</w:t>
      </w:r>
      <w:r>
        <w:t xml:space="preserve">. </w:t>
      </w:r>
      <w:r w:rsidR="00F225BE" w:rsidRPr="003E4D35">
        <w:t>Il y a même un bruit qui non seulement remplace l</w:t>
      </w:r>
      <w:r>
        <w:t>’</w:t>
      </w:r>
      <w:r w:rsidR="00F225BE" w:rsidRPr="003E4D35">
        <w:t>a</w:t>
      </w:r>
      <w:r w:rsidR="00F225BE" w:rsidRPr="003E4D35">
        <w:t>u</w:t>
      </w:r>
      <w:r w:rsidR="00F225BE" w:rsidRPr="003E4D35">
        <w:t>tre</w:t>
      </w:r>
      <w:r>
        <w:t xml:space="preserve">, </w:t>
      </w:r>
      <w:r w:rsidR="00F225BE" w:rsidRPr="003E4D35">
        <w:t>mais est le même</w:t>
      </w:r>
      <w:r>
        <w:t xml:space="preserve">, </w:t>
      </w:r>
      <w:r w:rsidR="00F225BE" w:rsidRPr="003E4D35">
        <w:t>et je l</w:t>
      </w:r>
      <w:r>
        <w:t>’</w:t>
      </w:r>
      <w:r w:rsidR="00F225BE" w:rsidRPr="003E4D35">
        <w:t>écoute tant que je peux</w:t>
      </w:r>
      <w:r>
        <w:t xml:space="preserve">, </w:t>
      </w:r>
      <w:r w:rsidR="00F225BE" w:rsidRPr="003E4D35">
        <w:t>car il me rappelle Bellac et la cheminée en peluche</w:t>
      </w:r>
      <w:r>
        <w:t xml:space="preserve"> : </w:t>
      </w:r>
      <w:r w:rsidR="00F225BE" w:rsidRPr="003E4D35">
        <w:t>celui d</w:t>
      </w:r>
      <w:r>
        <w:t>’</w:t>
      </w:r>
      <w:r w:rsidR="00F225BE" w:rsidRPr="003E4D35">
        <w:t>un coquillage vide à mon oreille</w:t>
      </w:r>
      <w:r>
        <w:t xml:space="preserve">. </w:t>
      </w:r>
      <w:r w:rsidR="00F225BE" w:rsidRPr="003E4D35">
        <w:t>Et pour revoir certains gestes auxquels là-bas on tenait</w:t>
      </w:r>
      <w:r>
        <w:t xml:space="preserve">, </w:t>
      </w:r>
      <w:r w:rsidR="00F225BE" w:rsidRPr="003E4D35">
        <w:t>c</w:t>
      </w:r>
      <w:r>
        <w:t>’</w:t>
      </w:r>
      <w:r w:rsidR="00F225BE" w:rsidRPr="003E4D35">
        <w:t>est à peine plus difficile</w:t>
      </w:r>
      <w:r>
        <w:t xml:space="preserve">. </w:t>
      </w:r>
      <w:r w:rsidR="00F225BE" w:rsidRPr="003E4D35">
        <w:t>Pour retrouver votre gant jaune que je voyais sans vous voir vous-même sur la rampe du palier</w:t>
      </w:r>
      <w:r>
        <w:t xml:space="preserve">, </w:t>
      </w:r>
      <w:r w:rsidR="00F225BE" w:rsidRPr="003E4D35">
        <w:t>quand vous descendiez mon quatrième</w:t>
      </w:r>
      <w:r>
        <w:t xml:space="preserve">, </w:t>
      </w:r>
      <w:r w:rsidR="00F225BE" w:rsidRPr="003E4D35">
        <w:t>je n</w:t>
      </w:r>
      <w:r>
        <w:t>’</w:t>
      </w:r>
      <w:r w:rsidR="00F225BE" w:rsidRPr="003E4D35">
        <w:t>ai qu</w:t>
      </w:r>
      <w:r>
        <w:t>’</w:t>
      </w:r>
      <w:r w:rsidR="00F225BE" w:rsidRPr="003E4D35">
        <w:t>à me pencher sur la lagune et suivre une truite jaune qui regagne le fond en cercles toujours plus petits</w:t>
      </w:r>
      <w:r>
        <w:t xml:space="preserve">. </w:t>
      </w:r>
      <w:r w:rsidR="00F225BE" w:rsidRPr="003E4D35">
        <w:t>Le geste du conducteur qui tire la sonnette pour vous dire que le tramway est complet</w:t>
      </w:r>
      <w:r>
        <w:t xml:space="preserve">, </w:t>
      </w:r>
      <w:r w:rsidR="00F225BE" w:rsidRPr="003E4D35">
        <w:t>j</w:t>
      </w:r>
      <w:r>
        <w:t>’</w:t>
      </w:r>
      <w:r w:rsidR="00F225BE" w:rsidRPr="003E4D35">
        <w:t>ai deux singes qui le font quand je m</w:t>
      </w:r>
      <w:r>
        <w:t>’</w:t>
      </w:r>
      <w:r w:rsidR="00F225BE" w:rsidRPr="003E4D35">
        <w:t>approche de leur palmier</w:t>
      </w:r>
      <w:r>
        <w:t xml:space="preserve">. </w:t>
      </w:r>
      <w:r w:rsidR="00F225BE" w:rsidRPr="003E4D35">
        <w:t>C</w:t>
      </w:r>
      <w:r>
        <w:t>’</w:t>
      </w:r>
      <w:r w:rsidR="00F225BE" w:rsidRPr="003E4D35">
        <w:t>est tout à fait l</w:t>
      </w:r>
      <w:r>
        <w:t>’</w:t>
      </w:r>
      <w:r w:rsidR="00F225BE" w:rsidRPr="003E4D35">
        <w:t>Europe</w:t>
      </w:r>
      <w:r>
        <w:t xml:space="preserve">. </w:t>
      </w:r>
      <w:r w:rsidR="00F225BE" w:rsidRPr="003E4D35">
        <w:t>Il y a des matins aussi où j</w:t>
      </w:r>
      <w:r>
        <w:t>’</w:t>
      </w:r>
      <w:r w:rsidR="00F225BE" w:rsidRPr="003E4D35">
        <w:t>ai la fatigue</w:t>
      </w:r>
      <w:r>
        <w:t xml:space="preserve">, </w:t>
      </w:r>
      <w:r w:rsidR="00F225BE" w:rsidRPr="003E4D35">
        <w:t>non de ceux qu</w:t>
      </w:r>
      <w:r>
        <w:t>’</w:t>
      </w:r>
      <w:r w:rsidR="00F225BE" w:rsidRPr="003E4D35">
        <w:t>évente la mousson</w:t>
      </w:r>
      <w:r>
        <w:t xml:space="preserve">, </w:t>
      </w:r>
      <w:r w:rsidR="00F225BE" w:rsidRPr="003E4D35">
        <w:t xml:space="preserve">que lave trois fois par jour le </w:t>
      </w:r>
      <w:proofErr w:type="spellStart"/>
      <w:r w:rsidR="00F225BE" w:rsidRPr="003E4D35">
        <w:t>Kouro</w:t>
      </w:r>
      <w:proofErr w:type="spellEnd"/>
      <w:r w:rsidR="00F225BE" w:rsidRPr="003E4D35">
        <w:t xml:space="preserve"> </w:t>
      </w:r>
      <w:proofErr w:type="spellStart"/>
      <w:r w:rsidR="00F225BE" w:rsidRPr="003E4D35">
        <w:t>Shivo</w:t>
      </w:r>
      <w:proofErr w:type="spellEnd"/>
      <w:r>
        <w:t xml:space="preserve">, </w:t>
      </w:r>
      <w:r w:rsidR="00F225BE" w:rsidRPr="003E4D35">
        <w:t>mais de ceux dont les pieds toute la veille ont buté contre des escaliers</w:t>
      </w:r>
      <w:r>
        <w:t xml:space="preserve">, </w:t>
      </w:r>
      <w:r w:rsidR="00F225BE" w:rsidRPr="003E4D35">
        <w:t>dont les épaules sont courbées d</w:t>
      </w:r>
      <w:r>
        <w:t>’</w:t>
      </w:r>
      <w:r w:rsidR="00F225BE" w:rsidRPr="003E4D35">
        <w:t>avoir voyagé debout dans un train de Ceinture</w:t>
      </w:r>
      <w:r>
        <w:t xml:space="preserve">. </w:t>
      </w:r>
      <w:r w:rsidR="00F225BE" w:rsidRPr="003E4D35">
        <w:t>Ici</w:t>
      </w:r>
      <w:r>
        <w:t xml:space="preserve">, </w:t>
      </w:r>
      <w:r w:rsidR="00F225BE" w:rsidRPr="003E4D35">
        <w:t xml:space="preserve">devant </w:t>
      </w:r>
      <w:r w:rsidR="00F225BE" w:rsidRPr="003E4D35">
        <w:lastRenderedPageBreak/>
        <w:t>cette île qui est devenue de mon âme un miroir que je confonds avec elle</w:t>
      </w:r>
      <w:r>
        <w:t xml:space="preserve">, </w:t>
      </w:r>
      <w:r w:rsidR="00F225BE" w:rsidRPr="003E4D35">
        <w:t xml:space="preserve">devant ces </w:t>
      </w:r>
      <w:proofErr w:type="spellStart"/>
      <w:r w:rsidR="00F225BE" w:rsidRPr="003E4D35">
        <w:t>dalaganpalangs</w:t>
      </w:r>
      <w:proofErr w:type="spellEnd"/>
      <w:r w:rsidR="00F225BE" w:rsidRPr="003E4D35">
        <w:t xml:space="preserve"> qui ressemblent à une volonté que j</w:t>
      </w:r>
      <w:r>
        <w:t>’</w:t>
      </w:r>
      <w:r w:rsidR="00F225BE" w:rsidRPr="003E4D35">
        <w:t>ai</w:t>
      </w:r>
      <w:r>
        <w:t xml:space="preserve">, </w:t>
      </w:r>
      <w:r w:rsidR="00F225BE" w:rsidRPr="003E4D35">
        <w:t xml:space="preserve">cette colline </w:t>
      </w:r>
      <w:proofErr w:type="spellStart"/>
      <w:r w:rsidR="00F225BE" w:rsidRPr="003E4D35">
        <w:t>Bahiki</w:t>
      </w:r>
      <w:proofErr w:type="spellEnd"/>
      <w:r w:rsidR="00F225BE" w:rsidRPr="003E4D35">
        <w:t xml:space="preserve"> à évidés rouge et noir qui contrefait ju</w:t>
      </w:r>
      <w:r w:rsidR="00F225BE" w:rsidRPr="003E4D35">
        <w:t>s</w:t>
      </w:r>
      <w:r w:rsidR="00F225BE" w:rsidRPr="003E4D35">
        <w:t>te une petite peine que je ressens</w:t>
      </w:r>
      <w:r>
        <w:t xml:space="preserve">, </w:t>
      </w:r>
      <w:r w:rsidR="00F225BE" w:rsidRPr="003E4D35">
        <w:t xml:space="preserve">ces oiseaux </w:t>
      </w:r>
      <w:proofErr w:type="spellStart"/>
      <w:r w:rsidR="00F225BE" w:rsidRPr="003E4D35">
        <w:t>gnanlé</w:t>
      </w:r>
      <w:proofErr w:type="spellEnd"/>
      <w:r w:rsidR="00F225BE" w:rsidRPr="003E4D35">
        <w:t xml:space="preserve"> qui imitent à s</w:t>
      </w:r>
      <w:r>
        <w:t>’</w:t>
      </w:r>
      <w:r w:rsidR="00F225BE" w:rsidRPr="003E4D35">
        <w:t>y méprendre la poussière de pensée qui vole autour de mes pensées</w:t>
      </w:r>
      <w:r>
        <w:t xml:space="preserve">, </w:t>
      </w:r>
      <w:r w:rsidR="00F225BE" w:rsidRPr="003E4D35">
        <w:t>moi la reine</w:t>
      </w:r>
      <w:r>
        <w:t xml:space="preserve">, </w:t>
      </w:r>
      <w:r w:rsidR="00F225BE" w:rsidRPr="003E4D35">
        <w:t>ma perfection soudain m</w:t>
      </w:r>
      <w:r>
        <w:t>’</w:t>
      </w:r>
      <w:r w:rsidR="00F225BE" w:rsidRPr="003E4D35">
        <w:t>accable</w:t>
      </w:r>
      <w:r>
        <w:t xml:space="preserve">, </w:t>
      </w:r>
      <w:r w:rsidR="00F225BE" w:rsidRPr="003E4D35">
        <w:t>et je souhaite ce corps maladroit comme il l</w:t>
      </w:r>
      <w:r>
        <w:t>’</w:t>
      </w:r>
      <w:r w:rsidR="00F225BE" w:rsidRPr="003E4D35">
        <w:t>était à Bellac</w:t>
      </w:r>
      <w:r>
        <w:t xml:space="preserve">, </w:t>
      </w:r>
      <w:r w:rsidR="00F225BE" w:rsidRPr="003E4D35">
        <w:t>quand il cassait le douzième verre de chaque service</w:t>
      </w:r>
      <w:r>
        <w:t xml:space="preserve">, </w:t>
      </w:r>
      <w:r w:rsidR="00F225BE" w:rsidRPr="003E4D35">
        <w:t>je souhaite mon oreille polluée</w:t>
      </w:r>
      <w:r>
        <w:t xml:space="preserve">, </w:t>
      </w:r>
      <w:r w:rsidR="00F225BE" w:rsidRPr="003E4D35">
        <w:t>je voudrais entendre dire</w:t>
      </w:r>
      <w:r>
        <w:t> : « </w:t>
      </w:r>
      <w:r w:rsidR="00F225BE" w:rsidRPr="003E4D35">
        <w:t>causer à quelqu</w:t>
      </w:r>
      <w:r>
        <w:t>’</w:t>
      </w:r>
      <w:r w:rsidR="00F225BE" w:rsidRPr="003E4D35">
        <w:t>un</w:t>
      </w:r>
      <w:r>
        <w:t xml:space="preserve">, </w:t>
      </w:r>
      <w:r w:rsidR="00F225BE" w:rsidRPr="003E4D35">
        <w:t>se rappeler de quelque chose</w:t>
      </w:r>
      <w:r>
        <w:t xml:space="preserve"> » ; </w:t>
      </w:r>
      <w:r w:rsidR="00F225BE" w:rsidRPr="003E4D35">
        <w:t xml:space="preserve">entendre madame </w:t>
      </w:r>
      <w:proofErr w:type="spellStart"/>
      <w:r w:rsidR="00F225BE" w:rsidRPr="003E4D35">
        <w:t>Blébé</w:t>
      </w:r>
      <w:proofErr w:type="spellEnd"/>
      <w:r w:rsidR="00F225BE" w:rsidRPr="003E4D35">
        <w:t xml:space="preserve"> app</w:t>
      </w:r>
      <w:r w:rsidR="00F225BE" w:rsidRPr="003E4D35">
        <w:t>e</w:t>
      </w:r>
      <w:r w:rsidR="00F225BE" w:rsidRPr="003E4D35">
        <w:t>ler ses filles ses demoiselles</w:t>
      </w:r>
      <w:r>
        <w:t xml:space="preserve"> ; </w:t>
      </w:r>
      <w:r w:rsidR="00F225BE" w:rsidRPr="003E4D35">
        <w:t>je suis lasse de ces invisibles agr</w:t>
      </w:r>
      <w:r w:rsidR="00F225BE" w:rsidRPr="003E4D35">
        <w:t>a</w:t>
      </w:r>
      <w:r w:rsidR="00F225BE" w:rsidRPr="003E4D35">
        <w:t>fes qui m</w:t>
      </w:r>
      <w:r>
        <w:t>’</w:t>
      </w:r>
      <w:r w:rsidR="00F225BE" w:rsidRPr="003E4D35">
        <w:t>empêchent de tomber des plus hauts arbres</w:t>
      </w:r>
      <w:r>
        <w:t xml:space="preserve">, </w:t>
      </w:r>
      <w:r w:rsidR="00F225BE" w:rsidRPr="003E4D35">
        <w:t>de ces poches d</w:t>
      </w:r>
      <w:r>
        <w:t>’</w:t>
      </w:r>
      <w:r w:rsidR="00F225BE" w:rsidRPr="003E4D35">
        <w:t>air en moi qui me maintiennent au fond des eaux</w:t>
      </w:r>
      <w:r>
        <w:t xml:space="preserve"> ; </w:t>
      </w:r>
      <w:r w:rsidR="00F225BE" w:rsidRPr="003E4D35">
        <w:t>je voudrais toucher un homme ivre</w:t>
      </w:r>
      <w:r>
        <w:t xml:space="preserve">, </w:t>
      </w:r>
      <w:r w:rsidR="00F225BE" w:rsidRPr="003E4D35">
        <w:t>un typhique</w:t>
      </w:r>
      <w:r>
        <w:t xml:space="preserve">, </w:t>
      </w:r>
      <w:r w:rsidR="00F225BE" w:rsidRPr="003E4D35">
        <w:t>et j</w:t>
      </w:r>
      <w:r>
        <w:t>’</w:t>
      </w:r>
      <w:r w:rsidR="00F225BE" w:rsidRPr="003E4D35">
        <w:t>en oublie</w:t>
      </w:r>
      <w:r>
        <w:t xml:space="preserve">, </w:t>
      </w:r>
      <w:r w:rsidR="00F225BE" w:rsidRPr="003E4D35">
        <w:t>quand la nuit vient</w:t>
      </w:r>
      <w:r>
        <w:t xml:space="preserve">, </w:t>
      </w:r>
      <w:r w:rsidR="00F225BE" w:rsidRPr="003E4D35">
        <w:t>d</w:t>
      </w:r>
      <w:r>
        <w:t>’</w:t>
      </w:r>
      <w:r w:rsidR="00F225BE" w:rsidRPr="003E4D35">
        <w:t>allumer mes feux de santal et de co</w:t>
      </w:r>
      <w:r w:rsidR="00F225BE" w:rsidRPr="003E4D35">
        <w:t>m</w:t>
      </w:r>
      <w:r w:rsidR="00F225BE" w:rsidRPr="003E4D35">
        <w:t>mander à mon île trop parfumée le clignement qui attirera un jour le navire coureur</w:t>
      </w:r>
      <w:r>
        <w:t>.</w:t>
      </w:r>
    </w:p>
    <w:p w14:paraId="7DC6EDEA" w14:textId="77777777" w:rsidR="00B97E5D" w:rsidRDefault="00B97E5D" w:rsidP="00F225BE">
      <w:pPr>
        <w:rPr>
          <w:i/>
          <w:iCs/>
        </w:rPr>
      </w:pPr>
      <w:r>
        <w:t>» </w:t>
      </w:r>
      <w:r w:rsidR="00F225BE" w:rsidRPr="003E4D35">
        <w:t>Seule</w:t>
      </w:r>
      <w:r>
        <w:t xml:space="preserve">, </w:t>
      </w:r>
      <w:r w:rsidR="00F225BE" w:rsidRPr="003E4D35">
        <w:t>Simon</w:t>
      </w:r>
      <w:r>
        <w:t xml:space="preserve"> ; </w:t>
      </w:r>
      <w:r w:rsidR="00F225BE" w:rsidRPr="003E4D35">
        <w:t>et pourtant</w:t>
      </w:r>
      <w:r>
        <w:t xml:space="preserve">, </w:t>
      </w:r>
      <w:r w:rsidR="00F225BE" w:rsidRPr="003E4D35">
        <w:t>toutes ces places dans mon corps qui n</w:t>
      </w:r>
      <w:r>
        <w:t>’</w:t>
      </w:r>
      <w:r w:rsidR="00F225BE" w:rsidRPr="003E4D35">
        <w:t>étaient sensibles qu</w:t>
      </w:r>
      <w:r>
        <w:t>’</w:t>
      </w:r>
      <w:r w:rsidR="00F225BE" w:rsidRPr="003E4D35">
        <w:t>au contact des hommes</w:t>
      </w:r>
      <w:r>
        <w:t xml:space="preserve">, </w:t>
      </w:r>
      <w:r w:rsidR="00F225BE" w:rsidRPr="003E4D35">
        <w:t>je les sens s</w:t>
      </w:r>
      <w:r>
        <w:t>’</w:t>
      </w:r>
      <w:r w:rsidR="00F225BE" w:rsidRPr="003E4D35">
        <w:t>irriter</w:t>
      </w:r>
      <w:r>
        <w:t xml:space="preserve">. </w:t>
      </w:r>
      <w:r w:rsidR="00F225BE" w:rsidRPr="003E4D35">
        <w:t>Ce chatouillement dans ma hanche</w:t>
      </w:r>
      <w:r>
        <w:t xml:space="preserve">, </w:t>
      </w:r>
      <w:r w:rsidR="00F225BE" w:rsidRPr="003E4D35">
        <w:t>qui me pr</w:t>
      </w:r>
      <w:r w:rsidR="00F225BE" w:rsidRPr="003E4D35">
        <w:t>e</w:t>
      </w:r>
      <w:r w:rsidR="00F225BE" w:rsidRPr="003E4D35">
        <w:t>nait dès qu</w:t>
      </w:r>
      <w:r>
        <w:t>’</w:t>
      </w:r>
      <w:r w:rsidR="00F225BE" w:rsidRPr="003E4D35">
        <w:t>un homme blond chuchotait à mon oreille</w:t>
      </w:r>
      <w:r>
        <w:t xml:space="preserve">, </w:t>
      </w:r>
      <w:r w:rsidR="00F225BE" w:rsidRPr="003E4D35">
        <w:t>c</w:t>
      </w:r>
      <w:r>
        <w:t>’</w:t>
      </w:r>
      <w:r w:rsidR="00F225BE" w:rsidRPr="003E4D35">
        <w:t>est maintenant un vrai sens</w:t>
      </w:r>
      <w:r>
        <w:t xml:space="preserve">, </w:t>
      </w:r>
      <w:r w:rsidR="00F225BE" w:rsidRPr="003E4D35">
        <w:t>une vraie cicatrice</w:t>
      </w:r>
      <w:r>
        <w:t xml:space="preserve">. </w:t>
      </w:r>
      <w:r w:rsidR="00F225BE" w:rsidRPr="003E4D35">
        <w:t>Cette faiblesse dans mes épaules dès qu</w:t>
      </w:r>
      <w:r>
        <w:t>’</w:t>
      </w:r>
      <w:r w:rsidR="00F225BE" w:rsidRPr="003E4D35">
        <w:t>un jeune homme brun me parlait du théâtre</w:t>
      </w:r>
      <w:r>
        <w:t xml:space="preserve">, </w:t>
      </w:r>
      <w:r w:rsidR="00F225BE" w:rsidRPr="003E4D35">
        <w:t>je la ressens</w:t>
      </w:r>
      <w:r>
        <w:t xml:space="preserve">. </w:t>
      </w:r>
      <w:r w:rsidR="00F225BE" w:rsidRPr="003E4D35">
        <w:t>Ce petit doigt gauche qui remuait inlass</w:t>
      </w:r>
      <w:r w:rsidR="00F225BE" w:rsidRPr="003E4D35">
        <w:t>a</w:t>
      </w:r>
      <w:r w:rsidR="00F225BE" w:rsidRPr="003E4D35">
        <w:t>blement quand une femme un peu frivole me tenait la main droite</w:t>
      </w:r>
      <w:r>
        <w:t xml:space="preserve">, </w:t>
      </w:r>
      <w:r w:rsidR="00F225BE" w:rsidRPr="003E4D35">
        <w:t>il remue</w:t>
      </w:r>
      <w:r>
        <w:t xml:space="preserve">… </w:t>
      </w:r>
      <w:r w:rsidR="00F225BE" w:rsidRPr="003E4D35">
        <w:t>et tous ces gués dans mon corps</w:t>
      </w:r>
      <w:r>
        <w:t xml:space="preserve">, </w:t>
      </w:r>
      <w:r w:rsidR="00F225BE" w:rsidRPr="003E4D35">
        <w:t>quelqu</w:t>
      </w:r>
      <w:r>
        <w:t>’</w:t>
      </w:r>
      <w:r w:rsidR="00F225BE" w:rsidRPr="003E4D35">
        <w:t>un les a passés hier tous à la fois</w:t>
      </w:r>
      <w:r>
        <w:t xml:space="preserve">, </w:t>
      </w:r>
      <w:r w:rsidR="00F225BE" w:rsidRPr="003E4D35">
        <w:t>quand j</w:t>
      </w:r>
      <w:r>
        <w:t>’</w:t>
      </w:r>
      <w:r w:rsidR="00F225BE" w:rsidRPr="003E4D35">
        <w:t>ai décidé de faire sauter dans la seconde île</w:t>
      </w:r>
      <w:r>
        <w:t xml:space="preserve">, </w:t>
      </w:r>
      <w:r w:rsidR="00F225BE" w:rsidRPr="003E4D35">
        <w:t>avec des cartouches trouvées sur un marin all</w:t>
      </w:r>
      <w:r w:rsidR="00F225BE" w:rsidRPr="003E4D35">
        <w:t>e</w:t>
      </w:r>
      <w:r w:rsidR="00F225BE" w:rsidRPr="003E4D35">
        <w:t>mand</w:t>
      </w:r>
      <w:r>
        <w:t xml:space="preserve">, </w:t>
      </w:r>
      <w:r w:rsidR="00F225BE" w:rsidRPr="003E4D35">
        <w:t>la cachette en maçonnerie de l</w:t>
      </w:r>
      <w:r>
        <w:t>’</w:t>
      </w:r>
      <w:r w:rsidR="00F225BE" w:rsidRPr="003E4D35">
        <w:t>inconnu qui m</w:t>
      </w:r>
      <w:r>
        <w:t>’</w:t>
      </w:r>
      <w:r w:rsidR="00F225BE" w:rsidRPr="003E4D35">
        <w:t>y précéda</w:t>
      </w:r>
      <w:r>
        <w:t xml:space="preserve">. </w:t>
      </w:r>
      <w:r w:rsidR="00F225BE" w:rsidRPr="003E4D35">
        <w:t>Étourdis par l</w:t>
      </w:r>
      <w:r>
        <w:t>’</w:t>
      </w:r>
      <w:r w:rsidR="00F225BE" w:rsidRPr="003E4D35">
        <w:t>explosion</w:t>
      </w:r>
      <w:r>
        <w:t xml:space="preserve">, </w:t>
      </w:r>
      <w:r w:rsidR="00F225BE" w:rsidRPr="003E4D35">
        <w:t>comme leurs frères poissons quand on pêche à la dynamite</w:t>
      </w:r>
      <w:r>
        <w:t xml:space="preserve">, </w:t>
      </w:r>
      <w:r w:rsidR="00F225BE" w:rsidRPr="003E4D35">
        <w:t>des oiseaux restaient accroupis tout a</w:t>
      </w:r>
      <w:r w:rsidR="00F225BE" w:rsidRPr="003E4D35">
        <w:t>u</w:t>
      </w:r>
      <w:r w:rsidR="00F225BE" w:rsidRPr="003E4D35">
        <w:t>tour</w:t>
      </w:r>
      <w:r>
        <w:t xml:space="preserve">, </w:t>
      </w:r>
      <w:r w:rsidR="00F225BE" w:rsidRPr="003E4D35">
        <w:t xml:space="preserve">et je pus ce jour-là pour la première fois </w:t>
      </w:r>
      <w:r w:rsidR="00F225BE" w:rsidRPr="003E4D35">
        <w:lastRenderedPageBreak/>
        <w:t>saisir le plus sa</w:t>
      </w:r>
      <w:r w:rsidR="00F225BE" w:rsidRPr="003E4D35">
        <w:t>u</w:t>
      </w:r>
      <w:r w:rsidR="00F225BE" w:rsidRPr="003E4D35">
        <w:t>vage oiseau de l</w:t>
      </w:r>
      <w:r>
        <w:t>’</w:t>
      </w:r>
      <w:r w:rsidR="00F225BE" w:rsidRPr="003E4D35">
        <w:t>île</w:t>
      </w:r>
      <w:r>
        <w:t xml:space="preserve">. </w:t>
      </w:r>
      <w:r w:rsidR="00F225BE" w:rsidRPr="003E4D35">
        <w:t>Par la fente ouverte dans le mur je passais le bras</w:t>
      </w:r>
      <w:r>
        <w:t xml:space="preserve">, </w:t>
      </w:r>
      <w:r w:rsidR="00F225BE" w:rsidRPr="003E4D35">
        <w:t>posant le paradisier près de moi comme un paquet</w:t>
      </w:r>
      <w:r>
        <w:t xml:space="preserve">. </w:t>
      </w:r>
      <w:r w:rsidR="00F225BE" w:rsidRPr="003E4D35">
        <w:t>Les décollant de l</w:t>
      </w:r>
      <w:r>
        <w:t>’</w:t>
      </w:r>
      <w:r w:rsidR="00F225BE" w:rsidRPr="003E4D35">
        <w:t>ossature de l</w:t>
      </w:r>
      <w:r>
        <w:t>’</w:t>
      </w:r>
      <w:r w:rsidR="00F225BE" w:rsidRPr="003E4D35">
        <w:t>île comme d</w:t>
      </w:r>
      <w:r>
        <w:t>’</w:t>
      </w:r>
      <w:r w:rsidR="00F225BE" w:rsidRPr="003E4D35">
        <w:t>une reliure</w:t>
      </w:r>
      <w:r>
        <w:t xml:space="preserve">, </w:t>
      </w:r>
      <w:r w:rsidR="00F225BE" w:rsidRPr="003E4D35">
        <w:t>un par un</w:t>
      </w:r>
      <w:r>
        <w:t xml:space="preserve">, </w:t>
      </w:r>
      <w:r w:rsidR="00F225BE" w:rsidRPr="003E4D35">
        <w:t>je retirais des feuillets</w:t>
      </w:r>
      <w:r>
        <w:t xml:space="preserve">. </w:t>
      </w:r>
      <w:r w:rsidR="00F225BE" w:rsidRPr="003E4D35">
        <w:t>Comme en pension une grande à la moyenne qu</w:t>
      </w:r>
      <w:r>
        <w:t>’</w:t>
      </w:r>
      <w:r w:rsidR="00F225BE" w:rsidRPr="003E4D35">
        <w:t>elle adore</w:t>
      </w:r>
      <w:r>
        <w:t xml:space="preserve">, </w:t>
      </w:r>
      <w:r w:rsidR="00F225BE" w:rsidRPr="003E4D35">
        <w:t>par une fente de sa porte</w:t>
      </w:r>
      <w:r>
        <w:t xml:space="preserve">, </w:t>
      </w:r>
      <w:r w:rsidR="00F225BE" w:rsidRPr="003E4D35">
        <w:t>ce mort me passait des poèmes français</w:t>
      </w:r>
      <w:r>
        <w:t xml:space="preserve">, </w:t>
      </w:r>
      <w:r w:rsidR="00F225BE" w:rsidRPr="003E4D35">
        <w:t>des pages de roman</w:t>
      </w:r>
      <w:r>
        <w:t xml:space="preserve"> ; </w:t>
      </w:r>
      <w:r w:rsidR="00F225BE" w:rsidRPr="003E4D35">
        <w:t>quelque br</w:t>
      </w:r>
      <w:r w:rsidR="00F225BE" w:rsidRPr="003E4D35">
        <w:t>a</w:t>
      </w:r>
      <w:r w:rsidR="00F225BE" w:rsidRPr="003E4D35">
        <w:t>ve explorateur consciencieux qui avait cru que l</w:t>
      </w:r>
      <w:r>
        <w:t>’</w:t>
      </w:r>
      <w:r w:rsidR="00F225BE" w:rsidRPr="003E4D35">
        <w:t>on doit vra</w:t>
      </w:r>
      <w:r w:rsidR="00F225BE" w:rsidRPr="003E4D35">
        <w:t>i</w:t>
      </w:r>
      <w:r w:rsidR="00F225BE" w:rsidRPr="003E4D35">
        <w:t>ment emporter autour du monde ces dix chefs-d</w:t>
      </w:r>
      <w:r>
        <w:t>’</w:t>
      </w:r>
      <w:r w:rsidR="00F225BE" w:rsidRPr="003E4D35">
        <w:t>œuvre que les</w:t>
      </w:r>
      <w:r w:rsidR="00F225BE" w:rsidRPr="003E4D35">
        <w:rPr>
          <w:i/>
          <w:iCs/>
        </w:rPr>
        <w:t xml:space="preserve"> Annales </w:t>
      </w:r>
      <w:r w:rsidR="00F225BE" w:rsidRPr="003E4D35">
        <w:t>font choisir par plébiscite</w:t>
      </w:r>
      <w:r>
        <w:t xml:space="preserve">, </w:t>
      </w:r>
      <w:r w:rsidR="00F225BE" w:rsidRPr="003E4D35">
        <w:t>la feuille 31 de</w:t>
      </w:r>
      <w:r w:rsidR="00F225BE" w:rsidRPr="003E4D35">
        <w:rPr>
          <w:i/>
          <w:iCs/>
        </w:rPr>
        <w:t xml:space="preserve"> Don Qu</w:t>
      </w:r>
      <w:r w:rsidR="00F225BE" w:rsidRPr="003E4D35">
        <w:rPr>
          <w:i/>
          <w:iCs/>
        </w:rPr>
        <w:t>i</w:t>
      </w:r>
      <w:r w:rsidR="00F225BE" w:rsidRPr="003E4D35">
        <w:rPr>
          <w:i/>
          <w:iCs/>
        </w:rPr>
        <w:t>chotte</w:t>
      </w:r>
      <w:r>
        <w:rPr>
          <w:i/>
          <w:iCs/>
        </w:rPr>
        <w:t xml:space="preserve">, </w:t>
      </w:r>
      <w:r w:rsidR="00F225BE" w:rsidRPr="003E4D35">
        <w:t>la feuille 214 de Montaigne</w:t>
      </w:r>
      <w:r>
        <w:t xml:space="preserve">, </w:t>
      </w:r>
      <w:r w:rsidR="00F225BE" w:rsidRPr="003E4D35">
        <w:t>69 de</w:t>
      </w:r>
      <w:r w:rsidR="00F225BE" w:rsidRPr="003E4D35">
        <w:rPr>
          <w:i/>
          <w:iCs/>
        </w:rPr>
        <w:t xml:space="preserve"> Jacques le Fataliste</w:t>
      </w:r>
      <w:r>
        <w:rPr>
          <w:i/>
          <w:iCs/>
        </w:rPr>
        <w:t xml:space="preserve">. </w:t>
      </w:r>
      <w:r w:rsidR="00F225BE" w:rsidRPr="003E4D35">
        <w:t>Je l</w:t>
      </w:r>
      <w:r w:rsidR="00F225BE" w:rsidRPr="003E4D35">
        <w:t>i</w:t>
      </w:r>
      <w:r w:rsidR="00F225BE" w:rsidRPr="003E4D35">
        <w:t>sais chaque page aussitôt</w:t>
      </w:r>
      <w:r>
        <w:t xml:space="preserve">, </w:t>
      </w:r>
      <w:r w:rsidR="00F225BE" w:rsidRPr="003E4D35">
        <w:t>plus désolée quand je m</w:t>
      </w:r>
      <w:r>
        <w:t>’</w:t>
      </w:r>
      <w:r w:rsidR="00F225BE" w:rsidRPr="003E4D35">
        <w:t>apercevais que j</w:t>
      </w:r>
      <w:r>
        <w:t>’</w:t>
      </w:r>
      <w:r w:rsidR="00F225BE" w:rsidRPr="003E4D35">
        <w:t>avais lu le verso avant le recto que si l</w:t>
      </w:r>
      <w:r>
        <w:t>’</w:t>
      </w:r>
      <w:r w:rsidR="00F225BE" w:rsidRPr="003E4D35">
        <w:t>on m</w:t>
      </w:r>
      <w:r>
        <w:t>’</w:t>
      </w:r>
      <w:r w:rsidR="00F225BE" w:rsidRPr="003E4D35">
        <w:t>avait raconté d</w:t>
      </w:r>
      <w:r>
        <w:t>’</w:t>
      </w:r>
      <w:r w:rsidR="00F225BE" w:rsidRPr="003E4D35">
        <w:t>avance autrefois le dénouement d</w:t>
      </w:r>
      <w:r>
        <w:t>’</w:t>
      </w:r>
      <w:r w:rsidR="00F225BE" w:rsidRPr="003E4D35">
        <w:t>un roman</w:t>
      </w:r>
      <w:r>
        <w:t xml:space="preserve">, </w:t>
      </w:r>
      <w:r w:rsidR="00F225BE" w:rsidRPr="003E4D35">
        <w:t>trouvant un d</w:t>
      </w:r>
      <w:r w:rsidR="00F225BE" w:rsidRPr="003E4D35">
        <w:t>é</w:t>
      </w:r>
      <w:r w:rsidR="00F225BE" w:rsidRPr="003E4D35">
        <w:t>but</w:t>
      </w:r>
      <w:r>
        <w:t xml:space="preserve">, </w:t>
      </w:r>
      <w:r w:rsidR="00F225BE" w:rsidRPr="003E4D35">
        <w:t>un milieu et une conclusion à chacun de ces passages isolés sur l</w:t>
      </w:r>
      <w:r>
        <w:t>’</w:t>
      </w:r>
      <w:r w:rsidR="00F225BE" w:rsidRPr="003E4D35">
        <w:t>allure de Rossinante</w:t>
      </w:r>
      <w:r>
        <w:t xml:space="preserve">, </w:t>
      </w:r>
      <w:r w:rsidR="00F225BE" w:rsidRPr="003E4D35">
        <w:t>sur le vol d</w:t>
      </w:r>
      <w:r>
        <w:t>’</w:t>
      </w:r>
      <w:r w:rsidR="00F225BE" w:rsidRPr="003E4D35">
        <w:t>une bourse par Jacques</w:t>
      </w:r>
      <w:r>
        <w:t xml:space="preserve">, </w:t>
      </w:r>
      <w:r w:rsidR="00F225BE" w:rsidRPr="003E4D35">
        <w:t>sur l</w:t>
      </w:r>
      <w:r>
        <w:t>’</w:t>
      </w:r>
      <w:r w:rsidR="00F225BE" w:rsidRPr="003E4D35">
        <w:t>égoïsme</w:t>
      </w:r>
      <w:r>
        <w:t xml:space="preserve">, </w:t>
      </w:r>
      <w:r w:rsidR="00F225BE" w:rsidRPr="003E4D35">
        <w:t>et j</w:t>
      </w:r>
      <w:r>
        <w:t>’</w:t>
      </w:r>
      <w:r w:rsidR="00F225BE" w:rsidRPr="003E4D35">
        <w:t>étais comble après huit pages</w:t>
      </w:r>
      <w:r>
        <w:t xml:space="preserve">, </w:t>
      </w:r>
      <w:r w:rsidR="00F225BE" w:rsidRPr="003E4D35">
        <w:t>comme si j</w:t>
      </w:r>
      <w:r>
        <w:t>’</w:t>
      </w:r>
      <w:r w:rsidR="00F225BE" w:rsidRPr="003E4D35">
        <w:t>avais lu huit romans</w:t>
      </w:r>
      <w:r>
        <w:t xml:space="preserve">. </w:t>
      </w:r>
      <w:r w:rsidR="00F225BE" w:rsidRPr="003E4D35">
        <w:t>La page 180 de La R</w:t>
      </w:r>
      <w:r w:rsidR="00F225BE" w:rsidRPr="003E4D35">
        <w:t>o</w:t>
      </w:r>
      <w:r w:rsidR="00F225BE" w:rsidRPr="003E4D35">
        <w:t>chefoucauld</w:t>
      </w:r>
      <w:r>
        <w:t xml:space="preserve">, </w:t>
      </w:r>
      <w:r w:rsidR="00F225BE" w:rsidRPr="003E4D35">
        <w:t>qui me peina</w:t>
      </w:r>
      <w:r>
        <w:t xml:space="preserve">, </w:t>
      </w:r>
      <w:r w:rsidR="00F225BE" w:rsidRPr="003E4D35">
        <w:t>sur les femmes</w:t>
      </w:r>
      <w:r>
        <w:t xml:space="preserve">, </w:t>
      </w:r>
      <w:r w:rsidR="00F225BE" w:rsidRPr="003E4D35">
        <w:t>où La Rochefo</w:t>
      </w:r>
      <w:r w:rsidR="00F225BE" w:rsidRPr="003E4D35">
        <w:t>u</w:t>
      </w:r>
      <w:r w:rsidR="00F225BE" w:rsidRPr="003E4D35">
        <w:t>cauld avait tout prévu excepté mon cas</w:t>
      </w:r>
      <w:r>
        <w:t xml:space="preserve">, </w:t>
      </w:r>
      <w:r w:rsidR="00F225BE" w:rsidRPr="003E4D35">
        <w:t>où il insultait injust</w:t>
      </w:r>
      <w:r w:rsidR="00F225BE" w:rsidRPr="003E4D35">
        <w:t>e</w:t>
      </w:r>
      <w:r w:rsidR="00F225BE" w:rsidRPr="003E4D35">
        <w:t>ment mes fards</w:t>
      </w:r>
      <w:r>
        <w:t xml:space="preserve">, </w:t>
      </w:r>
      <w:r w:rsidR="00F225BE" w:rsidRPr="003E4D35">
        <w:t>ma fidélité</w:t>
      </w:r>
      <w:r>
        <w:t xml:space="preserve">, </w:t>
      </w:r>
      <w:r w:rsidR="00F225BE" w:rsidRPr="003E4D35">
        <w:t>et me montrait la vieillesse venant d</w:t>
      </w:r>
      <w:r>
        <w:t>’</w:t>
      </w:r>
      <w:r w:rsidR="00F225BE" w:rsidRPr="003E4D35">
        <w:t>Europe me rejoindre dans l</w:t>
      </w:r>
      <w:r>
        <w:t>’</w:t>
      </w:r>
      <w:r w:rsidR="00F225BE" w:rsidRPr="003E4D35">
        <w:t>île</w:t>
      </w:r>
      <w:r>
        <w:t xml:space="preserve">. </w:t>
      </w:r>
      <w:r w:rsidR="00F225BE" w:rsidRPr="003E4D35">
        <w:t>La page 55 de</w:t>
      </w:r>
      <w:r w:rsidR="00F225BE" w:rsidRPr="003E4D35">
        <w:rPr>
          <w:i/>
          <w:iCs/>
        </w:rPr>
        <w:t xml:space="preserve"> Gil Blas</w:t>
      </w:r>
      <w:r w:rsidR="00F225BE" w:rsidRPr="003E4D35">
        <w:t xml:space="preserve"> qui me rapprit à elle seule bien des noms</w:t>
      </w:r>
      <w:r>
        <w:t xml:space="preserve">, </w:t>
      </w:r>
      <w:r w:rsidR="00F225BE" w:rsidRPr="003E4D35">
        <w:t>les juges</w:t>
      </w:r>
      <w:r>
        <w:t xml:space="preserve">, </w:t>
      </w:r>
      <w:r w:rsidR="00F225BE" w:rsidRPr="003E4D35">
        <w:t>les mulets</w:t>
      </w:r>
      <w:r>
        <w:t xml:space="preserve">, </w:t>
      </w:r>
      <w:r w:rsidR="00F225BE" w:rsidRPr="003E4D35">
        <w:t>les du</w:t>
      </w:r>
      <w:r w:rsidR="00F225BE" w:rsidRPr="003E4D35">
        <w:t>è</w:t>
      </w:r>
      <w:r w:rsidR="00F225BE" w:rsidRPr="003E4D35">
        <w:t>gnes</w:t>
      </w:r>
      <w:r>
        <w:t xml:space="preserve">, </w:t>
      </w:r>
      <w:r w:rsidR="00F225BE" w:rsidRPr="003E4D35">
        <w:t>l</w:t>
      </w:r>
      <w:r>
        <w:t>’</w:t>
      </w:r>
      <w:r w:rsidR="00F225BE" w:rsidRPr="003E4D35">
        <w:t>ombre-chevalier</w:t>
      </w:r>
      <w:r>
        <w:t xml:space="preserve">. </w:t>
      </w:r>
      <w:r w:rsidR="00F225BE" w:rsidRPr="003E4D35">
        <w:t>Mais</w:t>
      </w:r>
      <w:r>
        <w:t xml:space="preserve">, </w:t>
      </w:r>
      <w:r w:rsidR="00F225BE" w:rsidRPr="003E4D35">
        <w:t>sans parler des noms</w:t>
      </w:r>
      <w:r>
        <w:t xml:space="preserve">, </w:t>
      </w:r>
      <w:r w:rsidR="00F225BE" w:rsidRPr="003E4D35">
        <w:t>c</w:t>
      </w:r>
      <w:r>
        <w:t>’</w:t>
      </w:r>
      <w:r w:rsidR="00F225BE" w:rsidRPr="003E4D35">
        <w:t>est su</w:t>
      </w:r>
      <w:r w:rsidR="00F225BE" w:rsidRPr="003E4D35">
        <w:t>r</w:t>
      </w:r>
      <w:r w:rsidR="00F225BE" w:rsidRPr="003E4D35">
        <w:t>tout tout un jeu d</w:t>
      </w:r>
      <w:r>
        <w:t>’</w:t>
      </w:r>
      <w:r w:rsidR="00F225BE" w:rsidRPr="003E4D35">
        <w:t>adverbes</w:t>
      </w:r>
      <w:r>
        <w:t xml:space="preserve">, </w:t>
      </w:r>
      <w:r w:rsidR="00F225BE" w:rsidRPr="003E4D35">
        <w:t>de conjonctions</w:t>
      </w:r>
      <w:r>
        <w:t xml:space="preserve">, </w:t>
      </w:r>
      <w:r w:rsidR="00F225BE" w:rsidRPr="003E4D35">
        <w:t>d</w:t>
      </w:r>
      <w:r>
        <w:t>’</w:t>
      </w:r>
      <w:r w:rsidR="00F225BE" w:rsidRPr="003E4D35">
        <w:t>exclamations</w:t>
      </w:r>
      <w:r>
        <w:t xml:space="preserve">, </w:t>
      </w:r>
      <w:r w:rsidR="00F225BE" w:rsidRPr="003E4D35">
        <w:t>qui revenaient à moi</w:t>
      </w:r>
      <w:r>
        <w:t xml:space="preserve">, </w:t>
      </w:r>
      <w:r w:rsidR="00F225BE" w:rsidRPr="003E4D35">
        <w:t>j</w:t>
      </w:r>
      <w:r>
        <w:t>’</w:t>
      </w:r>
      <w:r w:rsidR="00F225BE" w:rsidRPr="003E4D35">
        <w:t>en se</w:t>
      </w:r>
      <w:r w:rsidR="00F225BE" w:rsidRPr="003E4D35">
        <w:t>n</w:t>
      </w:r>
      <w:r w:rsidR="00F225BE" w:rsidRPr="003E4D35">
        <w:t>tais mon âme rajeunie comme un vieux coussin auquel on remet ses ressorts</w:t>
      </w:r>
      <w:r>
        <w:t xml:space="preserve"> ; </w:t>
      </w:r>
      <w:r w:rsidR="00F225BE" w:rsidRPr="003E4D35">
        <w:t>j</w:t>
      </w:r>
      <w:r>
        <w:t>’</w:t>
      </w:r>
      <w:r w:rsidR="00F225BE" w:rsidRPr="003E4D35">
        <w:t>en bourrais ma pensée</w:t>
      </w:r>
      <w:r>
        <w:t xml:space="preserve"> ; </w:t>
      </w:r>
      <w:r w:rsidR="00F225BE" w:rsidRPr="003E4D35">
        <w:t>j</w:t>
      </w:r>
      <w:r>
        <w:t>’</w:t>
      </w:r>
      <w:r w:rsidR="00F225BE" w:rsidRPr="003E4D35">
        <w:t>en séparais tous ces mots qui peu à peu s</w:t>
      </w:r>
      <w:r>
        <w:t>’</w:t>
      </w:r>
      <w:r w:rsidR="00F225BE" w:rsidRPr="003E4D35">
        <w:t>étaient r</w:t>
      </w:r>
      <w:r w:rsidR="00F225BE" w:rsidRPr="003E4D35">
        <w:t>e</w:t>
      </w:r>
      <w:r w:rsidR="00F225BE" w:rsidRPr="003E4D35">
        <w:t>joints dans mes phrases</w:t>
      </w:r>
      <w:r>
        <w:t xml:space="preserve"> ; </w:t>
      </w:r>
      <w:r w:rsidR="00F225BE" w:rsidRPr="003E4D35">
        <w:t>je me promettais de parler devant l</w:t>
      </w:r>
      <w:r>
        <w:t>’</w:t>
      </w:r>
      <w:r w:rsidR="00F225BE" w:rsidRPr="003E4D35">
        <w:t xml:space="preserve">écho avec des </w:t>
      </w:r>
      <w:r>
        <w:t>« </w:t>
      </w:r>
      <w:r w:rsidR="00F225BE" w:rsidRPr="003E4D35">
        <w:t>soit que</w:t>
      </w:r>
      <w:r>
        <w:t xml:space="preserve"> », </w:t>
      </w:r>
      <w:r w:rsidR="00F225BE" w:rsidRPr="003E4D35">
        <w:t xml:space="preserve">des </w:t>
      </w:r>
      <w:r>
        <w:t>« </w:t>
      </w:r>
      <w:r w:rsidR="00F225BE" w:rsidRPr="003E4D35">
        <w:t>suivant que</w:t>
      </w:r>
      <w:r>
        <w:t xml:space="preserve"> », </w:t>
      </w:r>
      <w:r w:rsidR="00F225BE" w:rsidRPr="003E4D35">
        <w:t xml:space="preserve">des </w:t>
      </w:r>
      <w:r>
        <w:t>« </w:t>
      </w:r>
      <w:r w:rsidR="00F225BE" w:rsidRPr="003E4D35">
        <w:t>encore que</w:t>
      </w:r>
      <w:r>
        <w:t xml:space="preserve"> ». </w:t>
      </w:r>
      <w:r w:rsidR="00F225BE" w:rsidRPr="003E4D35">
        <w:t>Après chaque page</w:t>
      </w:r>
      <w:r>
        <w:t xml:space="preserve">, </w:t>
      </w:r>
      <w:r w:rsidR="00F225BE" w:rsidRPr="003E4D35">
        <w:t>j</w:t>
      </w:r>
      <w:r>
        <w:t>’</w:t>
      </w:r>
      <w:r w:rsidR="00F225BE" w:rsidRPr="003E4D35">
        <w:t>enfo</w:t>
      </w:r>
      <w:r w:rsidR="00F225BE" w:rsidRPr="003E4D35">
        <w:t>n</w:t>
      </w:r>
      <w:r w:rsidR="00F225BE" w:rsidRPr="003E4D35">
        <w:t>çais à nouveau le bras dans la caverne</w:t>
      </w:r>
      <w:r>
        <w:t xml:space="preserve">, </w:t>
      </w:r>
      <w:r w:rsidR="00F225BE" w:rsidRPr="003E4D35">
        <w:t>appuyant de la main libre sur le paradisier qui avait r</w:t>
      </w:r>
      <w:r w:rsidR="00F225BE" w:rsidRPr="003E4D35">
        <w:t>e</w:t>
      </w:r>
      <w:r w:rsidR="00F225BE" w:rsidRPr="003E4D35">
        <w:t>pris ses sens</w:t>
      </w:r>
      <w:r>
        <w:t xml:space="preserve">, </w:t>
      </w:r>
      <w:r w:rsidR="00F225BE" w:rsidRPr="003E4D35">
        <w:t>qui se débattait</w:t>
      </w:r>
      <w:r>
        <w:t xml:space="preserve">, </w:t>
      </w:r>
      <w:r w:rsidR="00F225BE" w:rsidRPr="003E4D35">
        <w:t>qui me becqueta</w:t>
      </w:r>
      <w:r>
        <w:t xml:space="preserve">, </w:t>
      </w:r>
      <w:r w:rsidR="00F225BE" w:rsidRPr="003E4D35">
        <w:t xml:space="preserve">le </w:t>
      </w:r>
      <w:r w:rsidR="00F225BE" w:rsidRPr="003E4D35">
        <w:lastRenderedPageBreak/>
        <w:t>livrant enfin en rançon pour un volume que je retirai presque intact</w:t>
      </w:r>
      <w:r>
        <w:t xml:space="preserve">, </w:t>
      </w:r>
      <w:r w:rsidR="00F225BE" w:rsidRPr="003E4D35">
        <w:t>et dont le titre était tel que je restai une minute immobile au-dessus comme sur un miroir</w:t>
      </w:r>
      <w:r>
        <w:t xml:space="preserve"> : </w:t>
      </w:r>
      <w:r w:rsidR="00F225BE" w:rsidRPr="003E4D35">
        <w:rPr>
          <w:i/>
          <w:iCs/>
        </w:rPr>
        <w:t>Robinson Crusoé</w:t>
      </w:r>
      <w:r>
        <w:rPr>
          <w:i/>
          <w:iCs/>
        </w:rPr>
        <w:t>…</w:t>
      </w:r>
    </w:p>
    <w:p w14:paraId="0F3FF97F" w14:textId="77777777" w:rsidR="00B97E5D" w:rsidRDefault="00B97E5D" w:rsidP="00F225BE">
      <w:pPr>
        <w:rPr>
          <w:i/>
          <w:iCs/>
        </w:rPr>
      </w:pPr>
      <w:r>
        <w:rPr>
          <w:i/>
          <w:iCs/>
        </w:rPr>
        <w:t>» </w:t>
      </w:r>
      <w:r w:rsidR="00F225BE" w:rsidRPr="003E4D35">
        <w:t>Un mendiant ne comprend son infortune qu</w:t>
      </w:r>
      <w:r>
        <w:t>’</w:t>
      </w:r>
      <w:r w:rsidR="00F225BE" w:rsidRPr="003E4D35">
        <w:t>en voyant un mendiant</w:t>
      </w:r>
      <w:r>
        <w:t xml:space="preserve">, </w:t>
      </w:r>
      <w:r w:rsidR="00F225BE" w:rsidRPr="003E4D35">
        <w:t>un nègre un nègre</w:t>
      </w:r>
      <w:r>
        <w:t xml:space="preserve">, </w:t>
      </w:r>
      <w:r w:rsidR="00F225BE" w:rsidRPr="003E4D35">
        <w:t>un mort qu</w:t>
      </w:r>
      <w:r>
        <w:t>’</w:t>
      </w:r>
      <w:r w:rsidR="00F225BE" w:rsidRPr="003E4D35">
        <w:t>en voyant un mort</w:t>
      </w:r>
      <w:r>
        <w:t xml:space="preserve">. </w:t>
      </w:r>
      <w:r w:rsidR="00F225BE" w:rsidRPr="003E4D35">
        <w:t>Jamais il ne m</w:t>
      </w:r>
      <w:r>
        <w:t>’</w:t>
      </w:r>
      <w:r w:rsidR="00F225BE" w:rsidRPr="003E4D35">
        <w:t>était venu à l</w:t>
      </w:r>
      <w:r>
        <w:t>’</w:t>
      </w:r>
      <w:r w:rsidR="00F225BE" w:rsidRPr="003E4D35">
        <w:t>idée jusqu</w:t>
      </w:r>
      <w:r>
        <w:t>’</w:t>
      </w:r>
      <w:r w:rsidR="00F225BE" w:rsidRPr="003E4D35">
        <w:t>à ce jour</w:t>
      </w:r>
      <w:r>
        <w:t xml:space="preserve">, </w:t>
      </w:r>
      <w:r w:rsidR="00F225BE" w:rsidRPr="003E4D35">
        <w:t>par égoïsme</w:t>
      </w:r>
      <w:r>
        <w:t xml:space="preserve">, </w:t>
      </w:r>
      <w:r w:rsidR="00F225BE" w:rsidRPr="003E4D35">
        <w:t>de comparer mon sort à celui de Robinson</w:t>
      </w:r>
      <w:r>
        <w:t xml:space="preserve">. </w:t>
      </w:r>
      <w:r w:rsidR="00F225BE" w:rsidRPr="003E4D35">
        <w:t>Je n</w:t>
      </w:r>
      <w:r>
        <w:t>’</w:t>
      </w:r>
      <w:r w:rsidR="00F225BE" w:rsidRPr="003E4D35">
        <w:t>avais pas voulu admettre que sa solitude effroyable fût la mienne</w:t>
      </w:r>
      <w:r>
        <w:t xml:space="preserve">. </w:t>
      </w:r>
      <w:r w:rsidR="00F225BE" w:rsidRPr="003E4D35">
        <w:t>La vue de ce</w:t>
      </w:r>
      <w:r w:rsidR="00F225BE" w:rsidRPr="003E4D35">
        <w:t>t</w:t>
      </w:r>
      <w:r w:rsidR="00F225BE" w:rsidRPr="003E4D35">
        <w:t>te seconde île ronde comme un ballon d</w:t>
      </w:r>
      <w:r>
        <w:t>’</w:t>
      </w:r>
      <w:r w:rsidR="00F225BE" w:rsidRPr="003E4D35">
        <w:t xml:space="preserve">oxygène au-dessus de mon </w:t>
      </w:r>
      <w:proofErr w:type="spellStart"/>
      <w:r w:rsidR="00F225BE" w:rsidRPr="003E4D35">
        <w:t>île</w:t>
      </w:r>
      <w:proofErr w:type="spellEnd"/>
      <w:r w:rsidR="00F225BE" w:rsidRPr="003E4D35">
        <w:t xml:space="preserve"> m</w:t>
      </w:r>
      <w:r>
        <w:t>’</w:t>
      </w:r>
      <w:r w:rsidR="00F225BE" w:rsidRPr="003E4D35">
        <w:t>avait maintenue dans l</w:t>
      </w:r>
      <w:r>
        <w:t>’</w:t>
      </w:r>
      <w:r w:rsidR="00F225BE" w:rsidRPr="003E4D35">
        <w:t>espoir</w:t>
      </w:r>
      <w:r>
        <w:t xml:space="preserve">. </w:t>
      </w:r>
      <w:r w:rsidR="00F225BE" w:rsidRPr="003E4D35">
        <w:t>Mais aujourd</w:t>
      </w:r>
      <w:r>
        <w:t>’</w:t>
      </w:r>
      <w:r w:rsidR="00F225BE" w:rsidRPr="003E4D35">
        <w:t>hui je feuilletai le livre comme un manuel de médecine sur la maladie qu</w:t>
      </w:r>
      <w:r>
        <w:t>’</w:t>
      </w:r>
      <w:r w:rsidR="00F225BE" w:rsidRPr="003E4D35">
        <w:t>on croit soudain la sienne</w:t>
      </w:r>
      <w:r>
        <w:t xml:space="preserve">… </w:t>
      </w:r>
      <w:r w:rsidR="00F225BE" w:rsidRPr="003E4D35">
        <w:t>c</w:t>
      </w:r>
      <w:r>
        <w:t>’</w:t>
      </w:r>
      <w:r w:rsidR="00F225BE" w:rsidRPr="003E4D35">
        <w:t>était bien la même</w:t>
      </w:r>
      <w:r>
        <w:t xml:space="preserve">… </w:t>
      </w:r>
      <w:r w:rsidR="00F225BE" w:rsidRPr="003E4D35">
        <w:t>mêmes symptômes</w:t>
      </w:r>
      <w:r>
        <w:t xml:space="preserve">, </w:t>
      </w:r>
      <w:r w:rsidR="00F225BE" w:rsidRPr="003E4D35">
        <w:t>mêmes mots</w:t>
      </w:r>
      <w:r>
        <w:t xml:space="preserve">… </w:t>
      </w:r>
      <w:r w:rsidR="00F225BE" w:rsidRPr="003E4D35">
        <w:t>des oiseaux</w:t>
      </w:r>
      <w:r>
        <w:t xml:space="preserve">, </w:t>
      </w:r>
      <w:r w:rsidR="00F225BE" w:rsidRPr="003E4D35">
        <w:t>des bêtes</w:t>
      </w:r>
      <w:r>
        <w:t xml:space="preserve">, </w:t>
      </w:r>
      <w:r w:rsidR="00F225BE" w:rsidRPr="003E4D35">
        <w:t>un peu de terre entourée d</w:t>
      </w:r>
      <w:r>
        <w:t>’</w:t>
      </w:r>
      <w:r w:rsidR="00F225BE" w:rsidRPr="003E4D35">
        <w:t>eau de tous côtés</w:t>
      </w:r>
      <w:r>
        <w:t xml:space="preserve">… </w:t>
      </w:r>
      <w:r w:rsidR="00F225BE" w:rsidRPr="003E4D35">
        <w:t>La nuit tombait</w:t>
      </w:r>
      <w:r>
        <w:t xml:space="preserve">, </w:t>
      </w:r>
      <w:r w:rsidR="00F225BE" w:rsidRPr="003E4D35">
        <w:t>j</w:t>
      </w:r>
      <w:r>
        <w:t>’</w:t>
      </w:r>
      <w:r w:rsidR="00F225BE" w:rsidRPr="003E4D35">
        <w:t>allumai deux torches</w:t>
      </w:r>
      <w:r>
        <w:t xml:space="preserve">… </w:t>
      </w:r>
      <w:r w:rsidR="00F225BE" w:rsidRPr="003E4D35">
        <w:t>Seule</w:t>
      </w:r>
      <w:r>
        <w:t xml:space="preserve">, </w:t>
      </w:r>
      <w:r w:rsidR="00F225BE" w:rsidRPr="003E4D35">
        <w:t>seule à la lisière d</w:t>
      </w:r>
      <w:r>
        <w:t>’</w:t>
      </w:r>
      <w:r w:rsidR="00F225BE" w:rsidRPr="003E4D35">
        <w:t>un archipel</w:t>
      </w:r>
      <w:r>
        <w:t xml:space="preserve">, </w:t>
      </w:r>
      <w:r w:rsidR="00F225BE" w:rsidRPr="003E4D35">
        <w:t>une femme allait lire</w:t>
      </w:r>
      <w:r w:rsidR="00F225BE" w:rsidRPr="003E4D35">
        <w:rPr>
          <w:i/>
          <w:iCs/>
        </w:rPr>
        <w:t xml:space="preserve"> Robinson Crusoé</w:t>
      </w:r>
      <w:r>
        <w:rPr>
          <w:i/>
          <w:iCs/>
        </w:rPr>
        <w:t>.</w:t>
      </w:r>
    </w:p>
    <w:p w14:paraId="2582B3F6" w14:textId="7E40AE30" w:rsidR="00B97E5D" w:rsidRDefault="00B97E5D" w:rsidP="00F225BE">
      <w:r>
        <w:rPr>
          <w:i/>
          <w:iCs/>
        </w:rPr>
        <w:t>» </w:t>
      </w:r>
      <w:r w:rsidR="00F225BE" w:rsidRPr="003E4D35">
        <w:t>Jusqu</w:t>
      </w:r>
      <w:r>
        <w:t>’</w:t>
      </w:r>
      <w:r w:rsidR="00F225BE" w:rsidRPr="003E4D35">
        <w:t>au matin je lus</w:t>
      </w:r>
      <w:r>
        <w:t xml:space="preserve">, </w:t>
      </w:r>
      <w:r w:rsidR="00F225BE" w:rsidRPr="003E4D35">
        <w:t>jusqu</w:t>
      </w:r>
      <w:r>
        <w:t>’</w:t>
      </w:r>
      <w:r w:rsidR="00F225BE" w:rsidRPr="003E4D35">
        <w:t>à l</w:t>
      </w:r>
      <w:r>
        <w:t>’</w:t>
      </w:r>
      <w:r w:rsidR="00F225BE" w:rsidRPr="003E4D35">
        <w:t>heure où les plus grosses étoiles se rassemblent dans un coin du ciel près d</w:t>
      </w:r>
      <w:r>
        <w:t>’</w:t>
      </w:r>
      <w:r w:rsidR="00F225BE" w:rsidRPr="003E4D35">
        <w:t>un céleste g</w:t>
      </w:r>
      <w:r w:rsidR="00F225BE" w:rsidRPr="003E4D35">
        <w:t>a</w:t>
      </w:r>
      <w:r w:rsidR="00F225BE" w:rsidRPr="003E4D35">
        <w:t>gnant</w:t>
      </w:r>
      <w:r>
        <w:t xml:space="preserve">, </w:t>
      </w:r>
      <w:r w:rsidR="00F225BE" w:rsidRPr="003E4D35">
        <w:t xml:space="preserve">et où mon </w:t>
      </w:r>
      <w:proofErr w:type="spellStart"/>
      <w:r w:rsidR="00F225BE" w:rsidRPr="003E4D35">
        <w:t>ptémérops</w:t>
      </w:r>
      <w:proofErr w:type="spellEnd"/>
      <w:r w:rsidR="00F225BE" w:rsidRPr="003E4D35">
        <w:t xml:space="preserve"> apprivoisé tourne autour de ma t</w:t>
      </w:r>
      <w:r w:rsidR="00F225BE" w:rsidRPr="003E4D35">
        <w:t>ê</w:t>
      </w:r>
      <w:r w:rsidR="00F225BE" w:rsidRPr="003E4D35">
        <w:t>te en cercles égaux comme autour d</w:t>
      </w:r>
      <w:r>
        <w:t>’</w:t>
      </w:r>
      <w:r w:rsidR="00F225BE" w:rsidRPr="003E4D35">
        <w:t>une boîte à moudre</w:t>
      </w:r>
      <w:r>
        <w:t xml:space="preserve">, </w:t>
      </w:r>
      <w:r w:rsidR="00F225BE" w:rsidRPr="003E4D35">
        <w:t>avec le grincement son cri</w:t>
      </w:r>
      <w:r>
        <w:t xml:space="preserve">… </w:t>
      </w:r>
      <w:r w:rsidR="00F225BE" w:rsidRPr="003E4D35">
        <w:t>Mais moi qui cherchais dans ce livre des préceptes</w:t>
      </w:r>
      <w:r>
        <w:t xml:space="preserve">, </w:t>
      </w:r>
      <w:r w:rsidR="00F225BE" w:rsidRPr="003E4D35">
        <w:t>des avis</w:t>
      </w:r>
      <w:r>
        <w:t xml:space="preserve">, </w:t>
      </w:r>
      <w:r w:rsidR="00F225BE" w:rsidRPr="003E4D35">
        <w:t>des exemples</w:t>
      </w:r>
      <w:r>
        <w:t xml:space="preserve">, </w:t>
      </w:r>
      <w:r w:rsidR="00F225BE" w:rsidRPr="003E4D35">
        <w:t>j</w:t>
      </w:r>
      <w:r>
        <w:t>’</w:t>
      </w:r>
      <w:r w:rsidR="00F225BE" w:rsidRPr="003E4D35">
        <w:t>étais stupéfaite du peu de l</w:t>
      </w:r>
      <w:r w:rsidR="00F225BE" w:rsidRPr="003E4D35">
        <w:t>e</w:t>
      </w:r>
      <w:r w:rsidR="00F225BE" w:rsidRPr="003E4D35">
        <w:t>çons que mon aîné homme me donnait</w:t>
      </w:r>
      <w:r>
        <w:t xml:space="preserve">. </w:t>
      </w:r>
      <w:r w:rsidR="00F225BE" w:rsidRPr="003E4D35">
        <w:t>D</w:t>
      </w:r>
      <w:r>
        <w:t>’</w:t>
      </w:r>
      <w:r w:rsidR="00F225BE" w:rsidRPr="003E4D35">
        <w:t>abord c</w:t>
      </w:r>
      <w:r>
        <w:t>’</w:t>
      </w:r>
      <w:r w:rsidR="00F225BE" w:rsidRPr="003E4D35">
        <w:t>était un A</w:t>
      </w:r>
      <w:r w:rsidR="00F225BE" w:rsidRPr="003E4D35">
        <w:t>l</w:t>
      </w:r>
      <w:r w:rsidR="00F225BE" w:rsidRPr="003E4D35">
        <w:t>lemand de Br</w:t>
      </w:r>
      <w:r w:rsidR="003A66F2">
        <w:t>ê</w:t>
      </w:r>
      <w:r w:rsidR="00F225BE" w:rsidRPr="003E4D35">
        <w:t>me</w:t>
      </w:r>
      <w:r>
        <w:t xml:space="preserve">, </w:t>
      </w:r>
      <w:r w:rsidR="00F225BE" w:rsidRPr="003E4D35">
        <w:t>nommé Kreuzer</w:t>
      </w:r>
      <w:r>
        <w:t xml:space="preserve"> ; </w:t>
      </w:r>
      <w:r w:rsidR="00F225BE" w:rsidRPr="003E4D35">
        <w:t>j</w:t>
      </w:r>
      <w:r>
        <w:t>’</w:t>
      </w:r>
      <w:r w:rsidR="00F225BE" w:rsidRPr="003E4D35">
        <w:t>en étais un peu déçue</w:t>
      </w:r>
      <w:r>
        <w:t xml:space="preserve">, </w:t>
      </w:r>
      <w:r w:rsidR="00F225BE" w:rsidRPr="003E4D35">
        <w:t>comme un geôlier américain qui retrouve un nègre ou un Ch</w:t>
      </w:r>
      <w:r w:rsidR="00F225BE" w:rsidRPr="003E4D35">
        <w:t>i</w:t>
      </w:r>
      <w:r w:rsidR="00F225BE" w:rsidRPr="003E4D35">
        <w:t>nois là où il enferma un superbe Irlandais</w:t>
      </w:r>
      <w:r>
        <w:t xml:space="preserve">. </w:t>
      </w:r>
      <w:r w:rsidR="00F225BE" w:rsidRPr="003E4D35">
        <w:t>Puis</w:t>
      </w:r>
      <w:r>
        <w:t xml:space="preserve">, </w:t>
      </w:r>
      <w:r w:rsidR="00F225BE" w:rsidRPr="003E4D35">
        <w:t>peut-être à ca</w:t>
      </w:r>
      <w:r w:rsidR="00F225BE" w:rsidRPr="003E4D35">
        <w:t>u</w:t>
      </w:r>
      <w:r w:rsidR="00F225BE" w:rsidRPr="003E4D35">
        <w:t>se de cette mauvaise foi que me donnait son origine</w:t>
      </w:r>
      <w:r>
        <w:t xml:space="preserve">, </w:t>
      </w:r>
      <w:r w:rsidR="00F225BE" w:rsidRPr="003E4D35">
        <w:t>je le tro</w:t>
      </w:r>
      <w:r w:rsidR="00F225BE" w:rsidRPr="003E4D35">
        <w:t>u</w:t>
      </w:r>
      <w:r w:rsidR="00F225BE" w:rsidRPr="003E4D35">
        <w:t>vai geignard</w:t>
      </w:r>
      <w:r>
        <w:t xml:space="preserve">, </w:t>
      </w:r>
      <w:r w:rsidR="00F225BE" w:rsidRPr="003E4D35">
        <w:t>incohérent</w:t>
      </w:r>
      <w:r>
        <w:t xml:space="preserve">. </w:t>
      </w:r>
      <w:r w:rsidR="00F225BE" w:rsidRPr="003E4D35">
        <w:t>Ce puritain accablé de raison</w:t>
      </w:r>
      <w:r>
        <w:t xml:space="preserve">, </w:t>
      </w:r>
      <w:r w:rsidR="00F225BE" w:rsidRPr="003E4D35">
        <w:t>avec la certitude qu</w:t>
      </w:r>
      <w:r>
        <w:t>’</w:t>
      </w:r>
      <w:r w:rsidR="00F225BE" w:rsidRPr="003E4D35">
        <w:t>il était l</w:t>
      </w:r>
      <w:r>
        <w:t>’</w:t>
      </w:r>
      <w:r w:rsidR="00F225BE" w:rsidRPr="003E4D35">
        <w:t>unique jouet de la Providence</w:t>
      </w:r>
      <w:r>
        <w:t xml:space="preserve">, </w:t>
      </w:r>
      <w:r w:rsidR="00F225BE" w:rsidRPr="003E4D35">
        <w:t>ne se confiait pas à elle une seule minute</w:t>
      </w:r>
      <w:r>
        <w:t xml:space="preserve">. </w:t>
      </w:r>
      <w:r w:rsidR="00F225BE" w:rsidRPr="003E4D35">
        <w:t>À chaque instant pendant dix-huit années</w:t>
      </w:r>
      <w:r>
        <w:t xml:space="preserve">, </w:t>
      </w:r>
      <w:r w:rsidR="00F225BE" w:rsidRPr="003E4D35">
        <w:t>comme s</w:t>
      </w:r>
      <w:r>
        <w:t>’</w:t>
      </w:r>
      <w:r w:rsidR="00F225BE" w:rsidRPr="003E4D35">
        <w:t xml:space="preserve">il était toujours sur </w:t>
      </w:r>
      <w:r w:rsidR="00F225BE" w:rsidRPr="003E4D35">
        <w:lastRenderedPageBreak/>
        <w:t>son radeau</w:t>
      </w:r>
      <w:r>
        <w:t xml:space="preserve">, </w:t>
      </w:r>
      <w:r w:rsidR="00F225BE" w:rsidRPr="003E4D35">
        <w:t>il a</w:t>
      </w:r>
      <w:r w:rsidR="00F225BE" w:rsidRPr="003E4D35">
        <w:t>t</w:t>
      </w:r>
      <w:r w:rsidR="00F225BE" w:rsidRPr="003E4D35">
        <w:t>tachait des ficelles</w:t>
      </w:r>
      <w:r>
        <w:t xml:space="preserve">, </w:t>
      </w:r>
      <w:r w:rsidR="00F225BE" w:rsidRPr="003E4D35">
        <w:t>il sciait des pieux</w:t>
      </w:r>
      <w:r>
        <w:t xml:space="preserve">, </w:t>
      </w:r>
      <w:r w:rsidR="00F225BE" w:rsidRPr="003E4D35">
        <w:t>il clouait des planches</w:t>
      </w:r>
      <w:r>
        <w:t xml:space="preserve">. </w:t>
      </w:r>
      <w:r w:rsidR="00F225BE" w:rsidRPr="003E4D35">
        <w:t>Cet homme hardi frissonnait de peur sans arrêt</w:t>
      </w:r>
      <w:r>
        <w:t xml:space="preserve">, </w:t>
      </w:r>
      <w:r w:rsidR="00F225BE" w:rsidRPr="003E4D35">
        <w:t>et n</w:t>
      </w:r>
      <w:r>
        <w:t>’</w:t>
      </w:r>
      <w:r w:rsidR="00F225BE" w:rsidRPr="003E4D35">
        <w:t>osa qu</w:t>
      </w:r>
      <w:r>
        <w:t>’</w:t>
      </w:r>
      <w:r w:rsidR="00F225BE" w:rsidRPr="003E4D35">
        <w:t>au bout de treize mois reconnaître toute son île</w:t>
      </w:r>
      <w:r>
        <w:t xml:space="preserve">. </w:t>
      </w:r>
      <w:r w:rsidR="00F225BE" w:rsidRPr="003E4D35">
        <w:t>Ce marin qui voyait de son promontoire à l</w:t>
      </w:r>
      <w:r>
        <w:t>’</w:t>
      </w:r>
      <w:r w:rsidR="00F225BE" w:rsidRPr="003E4D35">
        <w:t>œil nu les brumes d</w:t>
      </w:r>
      <w:r>
        <w:t>’</w:t>
      </w:r>
      <w:r w:rsidR="00F225BE" w:rsidRPr="003E4D35">
        <w:t>un continent</w:t>
      </w:r>
      <w:r>
        <w:t xml:space="preserve">, </w:t>
      </w:r>
      <w:r w:rsidR="00F225BE" w:rsidRPr="003E4D35">
        <w:t>alors que j</w:t>
      </w:r>
      <w:r>
        <w:t>’</w:t>
      </w:r>
      <w:r w:rsidR="00F225BE" w:rsidRPr="003E4D35">
        <w:t>avais nagé au bout de quelques mois dans tout l</w:t>
      </w:r>
      <w:r>
        <w:t>’</w:t>
      </w:r>
      <w:r w:rsidR="00F225BE" w:rsidRPr="003E4D35">
        <w:t>archipel</w:t>
      </w:r>
      <w:r>
        <w:t xml:space="preserve">, </w:t>
      </w:r>
      <w:r w:rsidR="00F225BE" w:rsidRPr="003E4D35">
        <w:t>j</w:t>
      </w:r>
      <w:r w:rsidR="00F225BE" w:rsidRPr="003E4D35">
        <w:t>a</w:t>
      </w:r>
      <w:r w:rsidR="00F225BE" w:rsidRPr="003E4D35">
        <w:t>mais n</w:t>
      </w:r>
      <w:r>
        <w:t>’</w:t>
      </w:r>
      <w:r w:rsidR="00F225BE" w:rsidRPr="003E4D35">
        <w:t>eut l</w:t>
      </w:r>
      <w:r>
        <w:t>’</w:t>
      </w:r>
      <w:r w:rsidR="00F225BE" w:rsidRPr="003E4D35">
        <w:t>idée de partir vers lui</w:t>
      </w:r>
      <w:r>
        <w:t xml:space="preserve">. </w:t>
      </w:r>
      <w:r w:rsidR="00F225BE" w:rsidRPr="003E4D35">
        <w:t>Maladroit</w:t>
      </w:r>
      <w:r>
        <w:t xml:space="preserve">, </w:t>
      </w:r>
      <w:r w:rsidR="00F225BE" w:rsidRPr="003E4D35">
        <w:t>creusant toujours sur l</w:t>
      </w:r>
      <w:r>
        <w:t>’</w:t>
      </w:r>
      <w:r w:rsidR="00F225BE" w:rsidRPr="003E4D35">
        <w:t>équateur avec des ombrelles comme sur un fil de fer</w:t>
      </w:r>
      <w:r>
        <w:t xml:space="preserve">. </w:t>
      </w:r>
      <w:r w:rsidR="00F225BE" w:rsidRPr="003E4D35">
        <w:t>Mét</w:t>
      </w:r>
      <w:r w:rsidR="00F225BE" w:rsidRPr="003E4D35">
        <w:t>i</w:t>
      </w:r>
      <w:r w:rsidR="00F225BE" w:rsidRPr="003E4D35">
        <w:t>culeux</w:t>
      </w:r>
      <w:r>
        <w:t xml:space="preserve">, </w:t>
      </w:r>
      <w:r w:rsidR="00F225BE" w:rsidRPr="003E4D35">
        <w:t>connaissant le nom de tous les plus inutiles objets d</w:t>
      </w:r>
      <w:r>
        <w:t>’</w:t>
      </w:r>
      <w:r w:rsidR="00F225BE" w:rsidRPr="003E4D35">
        <w:t>E</w:t>
      </w:r>
      <w:r w:rsidR="00F225BE" w:rsidRPr="003E4D35">
        <w:t>u</w:t>
      </w:r>
      <w:r w:rsidR="00F225BE" w:rsidRPr="003E4D35">
        <w:t>rope</w:t>
      </w:r>
      <w:r>
        <w:t xml:space="preserve">, </w:t>
      </w:r>
      <w:r w:rsidR="00F225BE" w:rsidRPr="003E4D35">
        <w:t>et n</w:t>
      </w:r>
      <w:r>
        <w:t>’</w:t>
      </w:r>
      <w:r w:rsidR="00F225BE" w:rsidRPr="003E4D35">
        <w:t>ayant de cesse qu</w:t>
      </w:r>
      <w:r>
        <w:t>’</w:t>
      </w:r>
      <w:r w:rsidR="00F225BE" w:rsidRPr="003E4D35">
        <w:t>il n</w:t>
      </w:r>
      <w:r>
        <w:t>’</w:t>
      </w:r>
      <w:r w:rsidR="00F225BE" w:rsidRPr="003E4D35">
        <w:t>eût appris tous les métiers</w:t>
      </w:r>
      <w:r>
        <w:t xml:space="preserve">. </w:t>
      </w:r>
      <w:r w:rsidR="00F225BE" w:rsidRPr="003E4D35">
        <w:t>Il lui fallait une table</w:t>
      </w:r>
      <w:r>
        <w:t xml:space="preserve">, </w:t>
      </w:r>
      <w:r w:rsidR="00F225BE" w:rsidRPr="003E4D35">
        <w:t>pour manger</w:t>
      </w:r>
      <w:r>
        <w:t xml:space="preserve">, </w:t>
      </w:r>
      <w:r w:rsidR="00F225BE" w:rsidRPr="003E4D35">
        <w:t>une chaise pour écrire</w:t>
      </w:r>
      <w:r>
        <w:t xml:space="preserve">, </w:t>
      </w:r>
      <w:r w:rsidR="00F225BE" w:rsidRPr="003E4D35">
        <w:t>des brouettes</w:t>
      </w:r>
      <w:r>
        <w:t xml:space="preserve">, </w:t>
      </w:r>
      <w:r w:rsidR="00F225BE" w:rsidRPr="003E4D35">
        <w:t>dix espèces de paniers</w:t>
      </w:r>
      <w:r>
        <w:t xml:space="preserve"> (</w:t>
      </w:r>
      <w:r w:rsidR="00F225BE" w:rsidRPr="003E4D35">
        <w:t>et il désespéra de ne pouvoir réussir la onzième</w:t>
      </w:r>
      <w:r>
        <w:t xml:space="preserve">), </w:t>
      </w:r>
      <w:r w:rsidR="00F225BE" w:rsidRPr="003E4D35">
        <w:t>plus de filets à provisions que n</w:t>
      </w:r>
      <w:r>
        <w:t>’</w:t>
      </w:r>
      <w:r w:rsidR="00F225BE" w:rsidRPr="003E4D35">
        <w:t>en veut une ménagère les jours de marché</w:t>
      </w:r>
      <w:r>
        <w:t xml:space="preserve">, </w:t>
      </w:r>
      <w:r w:rsidR="00F225BE" w:rsidRPr="003E4D35">
        <w:t>trois genres de faucilles et faux</w:t>
      </w:r>
      <w:r>
        <w:t xml:space="preserve">, </w:t>
      </w:r>
      <w:r w:rsidR="00F225BE" w:rsidRPr="003E4D35">
        <w:t>et un crible</w:t>
      </w:r>
      <w:r>
        <w:t xml:space="preserve">, </w:t>
      </w:r>
      <w:r w:rsidR="00F225BE" w:rsidRPr="003E4D35">
        <w:t>et des roues à repasser</w:t>
      </w:r>
      <w:r>
        <w:t xml:space="preserve">, </w:t>
      </w:r>
      <w:r w:rsidR="00F225BE" w:rsidRPr="003E4D35">
        <w:t>et une herse</w:t>
      </w:r>
      <w:r>
        <w:t xml:space="preserve">, </w:t>
      </w:r>
      <w:r w:rsidR="00F225BE" w:rsidRPr="003E4D35">
        <w:t>et un mortier</w:t>
      </w:r>
      <w:r>
        <w:t xml:space="preserve">, </w:t>
      </w:r>
      <w:r w:rsidR="00F225BE" w:rsidRPr="003E4D35">
        <w:t>et un tamis</w:t>
      </w:r>
      <w:r>
        <w:t xml:space="preserve">. </w:t>
      </w:r>
      <w:r w:rsidR="00F225BE" w:rsidRPr="003E4D35">
        <w:t>Et des jarres</w:t>
      </w:r>
      <w:r>
        <w:t xml:space="preserve">, </w:t>
      </w:r>
      <w:r w:rsidR="00F225BE" w:rsidRPr="003E4D35">
        <w:t>carrées</w:t>
      </w:r>
      <w:r>
        <w:t xml:space="preserve">, </w:t>
      </w:r>
      <w:r w:rsidR="00F225BE" w:rsidRPr="003E4D35">
        <w:t>ovales et rondes</w:t>
      </w:r>
      <w:r>
        <w:t xml:space="preserve">, </w:t>
      </w:r>
      <w:r w:rsidR="00F225BE" w:rsidRPr="003E4D35">
        <w:t>et des écue</w:t>
      </w:r>
      <w:r w:rsidR="00F225BE" w:rsidRPr="003E4D35">
        <w:t>l</w:t>
      </w:r>
      <w:r w:rsidR="00F225BE" w:rsidRPr="003E4D35">
        <w:t>les</w:t>
      </w:r>
      <w:r>
        <w:t xml:space="preserve">, </w:t>
      </w:r>
      <w:r w:rsidR="00F225BE" w:rsidRPr="003E4D35">
        <w:t xml:space="preserve">et un miroir </w:t>
      </w:r>
      <w:proofErr w:type="spellStart"/>
      <w:r w:rsidR="00F225BE" w:rsidRPr="003E4D35">
        <w:t>Brot</w:t>
      </w:r>
      <w:proofErr w:type="spellEnd"/>
      <w:r>
        <w:t xml:space="preserve">, </w:t>
      </w:r>
      <w:r w:rsidR="00F225BE" w:rsidRPr="003E4D35">
        <w:t>et toutes les casseroles</w:t>
      </w:r>
      <w:r>
        <w:t xml:space="preserve">. </w:t>
      </w:r>
      <w:r w:rsidR="00F225BE" w:rsidRPr="003E4D35">
        <w:t>Encombrant déjà sa pauvre île</w:t>
      </w:r>
      <w:r>
        <w:t xml:space="preserve">, </w:t>
      </w:r>
      <w:r w:rsidR="00F225BE" w:rsidRPr="003E4D35">
        <w:t>comme sa nation plus tard</w:t>
      </w:r>
      <w:r>
        <w:t xml:space="preserve">, </w:t>
      </w:r>
      <w:r w:rsidR="00F225BE" w:rsidRPr="003E4D35">
        <w:t>allait faire le monde</w:t>
      </w:r>
      <w:r>
        <w:t xml:space="preserve">, </w:t>
      </w:r>
      <w:r w:rsidR="00F225BE" w:rsidRPr="003E4D35">
        <w:t>de pacotille et de fer blanc</w:t>
      </w:r>
      <w:r>
        <w:t xml:space="preserve">. </w:t>
      </w:r>
      <w:r w:rsidR="00F225BE" w:rsidRPr="003E4D35">
        <w:t>Le livre était plein de gravures</w:t>
      </w:r>
      <w:r>
        <w:t xml:space="preserve">, </w:t>
      </w:r>
      <w:r w:rsidR="00F225BE" w:rsidRPr="003E4D35">
        <w:t>pas une seule qui me le montrât au repos</w:t>
      </w:r>
      <w:r>
        <w:t xml:space="preserve"> : </w:t>
      </w:r>
      <w:r w:rsidR="00F225BE" w:rsidRPr="003E4D35">
        <w:t>c</w:t>
      </w:r>
      <w:r>
        <w:t>’</w:t>
      </w:r>
      <w:r w:rsidR="00F225BE" w:rsidRPr="003E4D35">
        <w:t>était Robinson bêchant</w:t>
      </w:r>
      <w:r>
        <w:t xml:space="preserve">, </w:t>
      </w:r>
      <w:r w:rsidR="00F225BE" w:rsidRPr="003E4D35">
        <w:t>ou cousant</w:t>
      </w:r>
      <w:r>
        <w:t xml:space="preserve">, </w:t>
      </w:r>
      <w:r w:rsidR="00F225BE" w:rsidRPr="003E4D35">
        <w:t>ou préparant onze fusils dans le mur à meurtrières</w:t>
      </w:r>
      <w:r>
        <w:t xml:space="preserve">, </w:t>
      </w:r>
      <w:r w:rsidR="00F225BE" w:rsidRPr="003E4D35">
        <w:t>disposant un mannequin pour effrayer les oiseaux</w:t>
      </w:r>
      <w:r>
        <w:t xml:space="preserve">. </w:t>
      </w:r>
      <w:r w:rsidR="00F225BE" w:rsidRPr="003E4D35">
        <w:t>Toujours agité</w:t>
      </w:r>
      <w:r>
        <w:t xml:space="preserve">, </w:t>
      </w:r>
      <w:r w:rsidR="00F225BE" w:rsidRPr="003E4D35">
        <w:t>non comme s</w:t>
      </w:r>
      <w:r>
        <w:t>’</w:t>
      </w:r>
      <w:r w:rsidR="00F225BE" w:rsidRPr="003E4D35">
        <w:t>il était séparé des humains</w:t>
      </w:r>
      <w:r>
        <w:t xml:space="preserve">, </w:t>
      </w:r>
      <w:r w:rsidR="00F225BE" w:rsidRPr="003E4D35">
        <w:t>mais comme s</w:t>
      </w:r>
      <w:r>
        <w:t>’</w:t>
      </w:r>
      <w:r w:rsidR="00F225BE" w:rsidRPr="003E4D35">
        <w:t>il était brouillé avec eux</w:t>
      </w:r>
      <w:r>
        <w:t xml:space="preserve">, </w:t>
      </w:r>
      <w:r w:rsidR="00F225BE" w:rsidRPr="003E4D35">
        <w:t>et ne connaissant aucun des deux périls de la solitude</w:t>
      </w:r>
      <w:r>
        <w:t xml:space="preserve">, </w:t>
      </w:r>
      <w:r w:rsidR="00F225BE" w:rsidRPr="003E4D35">
        <w:t>le suicide et la folie</w:t>
      </w:r>
      <w:r>
        <w:t xml:space="preserve">. </w:t>
      </w:r>
      <w:r w:rsidR="00F225BE" w:rsidRPr="003E4D35">
        <w:t>Le seul homme peut-être</w:t>
      </w:r>
      <w:r>
        <w:t xml:space="preserve">, </w:t>
      </w:r>
      <w:r w:rsidR="00F225BE" w:rsidRPr="003E4D35">
        <w:t>tant je le trouvais tatillon et superstitieux que je n</w:t>
      </w:r>
      <w:r>
        <w:t>’</w:t>
      </w:r>
      <w:r w:rsidR="00F225BE" w:rsidRPr="003E4D35">
        <w:t>aurais pas aimé rencontrer dans une île</w:t>
      </w:r>
      <w:r>
        <w:t xml:space="preserve">. </w:t>
      </w:r>
      <w:r w:rsidR="00F225BE" w:rsidRPr="003E4D35">
        <w:t>Ne brûlant jamais sa forteresse dans un élan vers Dieu</w:t>
      </w:r>
      <w:r>
        <w:t xml:space="preserve">, </w:t>
      </w:r>
      <w:r w:rsidR="00F225BE" w:rsidRPr="003E4D35">
        <w:t>ne songeant jamais à une femme</w:t>
      </w:r>
      <w:r>
        <w:t xml:space="preserve">, </w:t>
      </w:r>
      <w:r w:rsidR="00F225BE" w:rsidRPr="003E4D35">
        <w:t>sans divination</w:t>
      </w:r>
      <w:r>
        <w:t xml:space="preserve">, </w:t>
      </w:r>
      <w:r w:rsidR="00F225BE" w:rsidRPr="003E4D35">
        <w:t>sans instinct</w:t>
      </w:r>
      <w:r>
        <w:t xml:space="preserve">. </w:t>
      </w:r>
      <w:r w:rsidR="00F225BE" w:rsidRPr="003E4D35">
        <w:t>Si bien que c</w:t>
      </w:r>
      <w:r>
        <w:t>’</w:t>
      </w:r>
      <w:r w:rsidR="00F225BE" w:rsidRPr="003E4D35">
        <w:t>était moi qui prenais la parole à chaque instant pour lui donner des conseils</w:t>
      </w:r>
      <w:r>
        <w:t xml:space="preserve">, </w:t>
      </w:r>
      <w:r w:rsidR="00F225BE" w:rsidRPr="003E4D35">
        <w:t>pour lui dire</w:t>
      </w:r>
      <w:r>
        <w:t> : « </w:t>
      </w:r>
      <w:r w:rsidR="00F225BE" w:rsidRPr="003E4D35">
        <w:t>Va donc à gauche</w:t>
      </w:r>
      <w:r>
        <w:t xml:space="preserve">, </w:t>
      </w:r>
      <w:r w:rsidR="00F225BE" w:rsidRPr="003E4D35">
        <w:t>va donc à droite</w:t>
      </w:r>
      <w:r>
        <w:t> ! »</w:t>
      </w:r>
      <w:r w:rsidR="00F225BE" w:rsidRPr="003E4D35">
        <w:t xml:space="preserve"> Pour lui dire</w:t>
      </w:r>
      <w:r>
        <w:t> : « </w:t>
      </w:r>
      <w:r w:rsidR="00F225BE" w:rsidRPr="003E4D35">
        <w:t>Là</w:t>
      </w:r>
      <w:r>
        <w:t xml:space="preserve">, </w:t>
      </w:r>
      <w:r w:rsidR="00F225BE" w:rsidRPr="003E4D35">
        <w:t>assieds-toi</w:t>
      </w:r>
      <w:r>
        <w:t xml:space="preserve">, </w:t>
      </w:r>
      <w:r w:rsidR="00F225BE" w:rsidRPr="003E4D35">
        <w:t>pose ton fusil</w:t>
      </w:r>
      <w:r>
        <w:t xml:space="preserve">, </w:t>
      </w:r>
      <w:r w:rsidR="00F225BE" w:rsidRPr="003E4D35">
        <w:t>ton ombrelle et ta canne</w:t>
      </w:r>
      <w:r>
        <w:t xml:space="preserve">. </w:t>
      </w:r>
      <w:r w:rsidR="00F225BE" w:rsidRPr="003E4D35">
        <w:t xml:space="preserve">Tu es sur un </w:t>
      </w:r>
      <w:r w:rsidR="00F225BE" w:rsidRPr="003E4D35">
        <w:lastRenderedPageBreak/>
        <w:t>promontoire</w:t>
      </w:r>
      <w:r>
        <w:t xml:space="preserve">, </w:t>
      </w:r>
      <w:r w:rsidR="00F225BE" w:rsidRPr="003E4D35">
        <w:t>des perroquets t</w:t>
      </w:r>
      <w:r>
        <w:t>’</w:t>
      </w:r>
      <w:r w:rsidR="00F225BE" w:rsidRPr="003E4D35">
        <w:t>entourent</w:t>
      </w:r>
      <w:r>
        <w:t xml:space="preserve">, </w:t>
      </w:r>
      <w:r w:rsidR="00F225BE" w:rsidRPr="003E4D35">
        <w:t>écris donc quelques vers</w:t>
      </w:r>
      <w:r>
        <w:t xml:space="preserve"> : </w:t>
      </w:r>
      <w:r w:rsidR="00F225BE" w:rsidRPr="003E4D35">
        <w:t>pourquoi diable n</w:t>
      </w:r>
      <w:r>
        <w:t>’</w:t>
      </w:r>
      <w:r w:rsidR="00F225BE" w:rsidRPr="003E4D35">
        <w:t>es-tu pas de Düsseldorf au lieu d</w:t>
      </w:r>
      <w:r>
        <w:t>’</w:t>
      </w:r>
      <w:r w:rsidR="00F225BE" w:rsidRPr="003E4D35">
        <w:t>être de Br</w:t>
      </w:r>
      <w:r w:rsidR="00996A53">
        <w:t>ê</w:t>
      </w:r>
      <w:r w:rsidR="00F225BE" w:rsidRPr="003E4D35">
        <w:t>me</w:t>
      </w:r>
      <w:r>
        <w:t xml:space="preserve"> ! </w:t>
      </w:r>
      <w:r w:rsidR="00F225BE" w:rsidRPr="003E4D35">
        <w:t>Ne travaille pas trois mois à te faire une table</w:t>
      </w:r>
      <w:r>
        <w:t xml:space="preserve"> : </w:t>
      </w:r>
      <w:r w:rsidR="00F225BE" w:rsidRPr="003E4D35">
        <w:t>accroupis-toi</w:t>
      </w:r>
      <w:r>
        <w:t xml:space="preserve">. </w:t>
      </w:r>
      <w:r w:rsidR="00F225BE" w:rsidRPr="003E4D35">
        <w:t>Ne perds pas six mois à te faire un prie-Dieu</w:t>
      </w:r>
      <w:r>
        <w:t xml:space="preserve"> : </w:t>
      </w:r>
      <w:r w:rsidR="00F225BE" w:rsidRPr="003E4D35">
        <w:t>là</w:t>
      </w:r>
      <w:r>
        <w:t xml:space="preserve">, </w:t>
      </w:r>
      <w:r w:rsidR="00F225BE" w:rsidRPr="003E4D35">
        <w:t>agenouille-toi</w:t>
      </w:r>
      <w:r>
        <w:t xml:space="preserve">. </w:t>
      </w:r>
      <w:r w:rsidR="00F225BE" w:rsidRPr="003E4D35">
        <w:t>Ne trouve pas le moyen d</w:t>
      </w:r>
      <w:r>
        <w:t>’</w:t>
      </w:r>
      <w:r w:rsidR="00F225BE" w:rsidRPr="003E4D35">
        <w:t>avoir ici des éboulements comme dans un pays de mineurs</w:t>
      </w:r>
      <w:r>
        <w:t xml:space="preserve">, </w:t>
      </w:r>
      <w:r w:rsidR="00F225BE" w:rsidRPr="003E4D35">
        <w:t>des accidents d</w:t>
      </w:r>
      <w:r>
        <w:t>’</w:t>
      </w:r>
      <w:r w:rsidR="00F225BE" w:rsidRPr="003E4D35">
        <w:t>électricité comme dans un siècle futur</w:t>
      </w:r>
      <w:r>
        <w:t xml:space="preserve">. </w:t>
      </w:r>
      <w:r w:rsidR="00F225BE" w:rsidRPr="003E4D35">
        <w:t>Ton parapluie</w:t>
      </w:r>
      <w:r>
        <w:t xml:space="preserve">, </w:t>
      </w:r>
      <w:r w:rsidR="00F225BE" w:rsidRPr="003E4D35">
        <w:t>ton ombrelle et ton en-cas</w:t>
      </w:r>
      <w:r>
        <w:t xml:space="preserve">, </w:t>
      </w:r>
      <w:r w:rsidR="00F225BE" w:rsidRPr="003E4D35">
        <w:t>tant pis si tu n</w:t>
      </w:r>
      <w:r>
        <w:t>’</w:t>
      </w:r>
      <w:r w:rsidR="00F225BE" w:rsidRPr="003E4D35">
        <w:t>arrives pas à perfectio</w:t>
      </w:r>
      <w:r w:rsidR="00F225BE" w:rsidRPr="003E4D35">
        <w:t>n</w:t>
      </w:r>
      <w:r w:rsidR="00F225BE" w:rsidRPr="003E4D35">
        <w:t>ner le ressort qui les tient fermés</w:t>
      </w:r>
      <w:r>
        <w:t xml:space="preserve">, </w:t>
      </w:r>
      <w:r w:rsidR="00F225BE" w:rsidRPr="003E4D35">
        <w:t>laisse-les tout ouverts à la porte des forêts où tu ne peux pénétrer avec eux</w:t>
      </w:r>
      <w:r>
        <w:t xml:space="preserve">. </w:t>
      </w:r>
      <w:r w:rsidR="00F225BE" w:rsidRPr="003E4D35">
        <w:t>Pense plutôt à moi</w:t>
      </w:r>
      <w:r>
        <w:t xml:space="preserve">, </w:t>
      </w:r>
      <w:r w:rsidR="00F225BE" w:rsidRPr="003E4D35">
        <w:t>qui</w:t>
      </w:r>
      <w:r>
        <w:t xml:space="preserve">, </w:t>
      </w:r>
      <w:r w:rsidR="00F225BE" w:rsidRPr="003E4D35">
        <w:t>pour te jouer un tour</w:t>
      </w:r>
      <w:r>
        <w:t xml:space="preserve">, </w:t>
      </w:r>
      <w:r w:rsidR="00F225BE" w:rsidRPr="003E4D35">
        <w:t>aurais appuyé de la main</w:t>
      </w:r>
      <w:r>
        <w:t xml:space="preserve">, </w:t>
      </w:r>
      <w:r w:rsidR="00F225BE" w:rsidRPr="003E4D35">
        <w:t>non du pied</w:t>
      </w:r>
      <w:r>
        <w:t xml:space="preserve">, </w:t>
      </w:r>
      <w:r w:rsidR="00F225BE" w:rsidRPr="003E4D35">
        <w:t>sur le sable de ton île</w:t>
      </w:r>
      <w:r>
        <w:t xml:space="preserve">, </w:t>
      </w:r>
      <w:r w:rsidR="00F225BE" w:rsidRPr="003E4D35">
        <w:t>et disparu</w:t>
      </w:r>
      <w:r>
        <w:t xml:space="preserve">. </w:t>
      </w:r>
      <w:r w:rsidR="00F225BE" w:rsidRPr="003E4D35">
        <w:t>Que diable aurais-tu dit de cette main de femme</w:t>
      </w:r>
      <w:r>
        <w:t xml:space="preserve"> ! </w:t>
      </w:r>
      <w:r w:rsidR="00F225BE" w:rsidRPr="003E4D35">
        <w:t>Cet arbre que tu veux couper pour planter ton orge</w:t>
      </w:r>
      <w:r>
        <w:t xml:space="preserve">, </w:t>
      </w:r>
      <w:r w:rsidR="00F225BE" w:rsidRPr="003E4D35">
        <w:t>secoue-le</w:t>
      </w:r>
      <w:r>
        <w:t xml:space="preserve">, </w:t>
      </w:r>
      <w:r w:rsidR="00F225BE" w:rsidRPr="003E4D35">
        <w:t>c</w:t>
      </w:r>
      <w:r>
        <w:t>’</w:t>
      </w:r>
      <w:r w:rsidR="00F225BE" w:rsidRPr="003E4D35">
        <w:t>est un palmier</w:t>
      </w:r>
      <w:r>
        <w:t xml:space="preserve">, </w:t>
      </w:r>
      <w:r w:rsidR="00F225BE" w:rsidRPr="003E4D35">
        <w:t>il te donnera le pain tout cuit</w:t>
      </w:r>
      <w:r>
        <w:t xml:space="preserve"> ; </w:t>
      </w:r>
      <w:r w:rsidR="00F225BE" w:rsidRPr="003E4D35">
        <w:t>cet autre que tu arraches pour semer tes petits pois</w:t>
      </w:r>
      <w:r>
        <w:t xml:space="preserve">, </w:t>
      </w:r>
      <w:r w:rsidR="00F225BE" w:rsidRPr="003E4D35">
        <w:t>cueille sur lui ces serpents jaunes appelés bananes</w:t>
      </w:r>
      <w:r>
        <w:t xml:space="preserve">, </w:t>
      </w:r>
      <w:r w:rsidR="00F225BE" w:rsidRPr="003E4D35">
        <w:t>écosse-les</w:t>
      </w:r>
      <w:r>
        <w:t xml:space="preserve">. </w:t>
      </w:r>
      <w:r w:rsidR="00F225BE" w:rsidRPr="003E4D35">
        <w:t>Je t</w:t>
      </w:r>
      <w:r>
        <w:t>’</w:t>
      </w:r>
      <w:r w:rsidR="00F225BE" w:rsidRPr="003E4D35">
        <w:t>aime</w:t>
      </w:r>
      <w:r>
        <w:t xml:space="preserve">, </w:t>
      </w:r>
      <w:r w:rsidR="00F225BE" w:rsidRPr="003E4D35">
        <w:t>malgré tout</w:t>
      </w:r>
      <w:r>
        <w:t xml:space="preserve">, </w:t>
      </w:r>
      <w:r w:rsidR="00F225BE" w:rsidRPr="003E4D35">
        <w:t>toi qui parles du goût de chaque o</w:t>
      </w:r>
      <w:r w:rsidR="00F225BE" w:rsidRPr="003E4D35">
        <w:t>i</w:t>
      </w:r>
      <w:r w:rsidR="00F225BE" w:rsidRPr="003E4D35">
        <w:t>seau de l</w:t>
      </w:r>
      <w:r>
        <w:t>’</w:t>
      </w:r>
      <w:r w:rsidR="00F225BE" w:rsidRPr="003E4D35">
        <w:t>île et jamais de son chant</w:t>
      </w:r>
      <w:r>
        <w:t xml:space="preserve">. </w:t>
      </w:r>
      <w:r w:rsidR="00F225BE" w:rsidRPr="003E4D35">
        <w:t>Que dirais-tu d</w:t>
      </w:r>
      <w:r>
        <w:t>’</w:t>
      </w:r>
      <w:r w:rsidR="00F225BE" w:rsidRPr="003E4D35">
        <w:t>un verre de bière</w:t>
      </w:r>
      <w:r>
        <w:t> ? ».</w:t>
      </w:r>
    </w:p>
    <w:p w14:paraId="583F9506" w14:textId="77777777" w:rsidR="00B97E5D" w:rsidRDefault="00B97E5D" w:rsidP="00F225BE">
      <w:r>
        <w:t>» </w:t>
      </w:r>
      <w:r w:rsidR="00F225BE" w:rsidRPr="003E4D35">
        <w:t>Ainsi toute la nuit je lus</w:t>
      </w:r>
      <w:r>
        <w:t xml:space="preserve">, </w:t>
      </w:r>
      <w:r w:rsidR="00F225BE" w:rsidRPr="003E4D35">
        <w:t>jusqu</w:t>
      </w:r>
      <w:r>
        <w:t>’</w:t>
      </w:r>
      <w:r w:rsidR="00F225BE" w:rsidRPr="003E4D35">
        <w:t>à l</w:t>
      </w:r>
      <w:r>
        <w:t>’</w:t>
      </w:r>
      <w:r w:rsidR="00F225BE" w:rsidRPr="003E4D35">
        <w:t>heure où vendredi</w:t>
      </w:r>
      <w:r>
        <w:t xml:space="preserve">, </w:t>
      </w:r>
      <w:r w:rsidR="00F225BE" w:rsidRPr="003E4D35">
        <w:t>tout noir</w:t>
      </w:r>
      <w:r>
        <w:t xml:space="preserve">, </w:t>
      </w:r>
      <w:r w:rsidR="00F225BE" w:rsidRPr="003E4D35">
        <w:t>arriva avec le matin</w:t>
      </w:r>
      <w:r>
        <w:t xml:space="preserve">. </w:t>
      </w:r>
      <w:r w:rsidR="00F225BE" w:rsidRPr="003E4D35">
        <w:t>La lune se couchait</w:t>
      </w:r>
      <w:r>
        <w:t xml:space="preserve">. </w:t>
      </w:r>
      <w:r w:rsidR="00F225BE" w:rsidRPr="003E4D35">
        <w:t>Parfois</w:t>
      </w:r>
      <w:r>
        <w:t xml:space="preserve"> (</w:t>
      </w:r>
      <w:r w:rsidR="00F225BE" w:rsidRPr="003E4D35">
        <w:t>est-ce une perle qui prenait une peau au fond de la lagune</w:t>
      </w:r>
      <w:r>
        <w:t xml:space="preserve"> ?) </w:t>
      </w:r>
      <w:r w:rsidR="00F225BE" w:rsidRPr="003E4D35">
        <w:t>toute la mer se bombait et devenait opale</w:t>
      </w:r>
      <w:r>
        <w:t xml:space="preserve">. </w:t>
      </w:r>
      <w:r w:rsidR="00F225BE" w:rsidRPr="003E4D35">
        <w:t>La Grande Ourse était repliée devant moi comme un mètre pliant</w:t>
      </w:r>
      <w:r>
        <w:t xml:space="preserve">, </w:t>
      </w:r>
      <w:r w:rsidR="00F225BE" w:rsidRPr="003E4D35">
        <w:t>ma pauvre île trop petite pour pareille mesure</w:t>
      </w:r>
      <w:r>
        <w:t xml:space="preserve">… </w:t>
      </w:r>
      <w:r w:rsidR="00F225BE" w:rsidRPr="003E4D35">
        <w:t>Ce n</w:t>
      </w:r>
      <w:r>
        <w:t>’</w:t>
      </w:r>
      <w:r w:rsidR="00F225BE" w:rsidRPr="003E4D35">
        <w:t>était pas un silence d</w:t>
      </w:r>
      <w:r>
        <w:t>’</w:t>
      </w:r>
      <w:r w:rsidR="00F225BE" w:rsidRPr="003E4D35">
        <w:t>Océanie</w:t>
      </w:r>
      <w:r>
        <w:t xml:space="preserve">, </w:t>
      </w:r>
      <w:r w:rsidR="00F225BE" w:rsidRPr="003E4D35">
        <w:t>mais celui d</w:t>
      </w:r>
      <w:r>
        <w:t>’</w:t>
      </w:r>
      <w:r w:rsidR="00F225BE" w:rsidRPr="003E4D35">
        <w:t>une gare quand le dernier train est passé</w:t>
      </w:r>
      <w:r>
        <w:t xml:space="preserve">, </w:t>
      </w:r>
      <w:r w:rsidR="00F225BE" w:rsidRPr="003E4D35">
        <w:t>et la mer sur les récifs faisait le train qui disparaît</w:t>
      </w:r>
      <w:r>
        <w:t xml:space="preserve">, </w:t>
      </w:r>
      <w:r w:rsidR="00F225BE" w:rsidRPr="003E4D35">
        <w:t>et une noix de coco to</w:t>
      </w:r>
      <w:r w:rsidR="00F225BE" w:rsidRPr="003E4D35">
        <w:t>m</w:t>
      </w:r>
      <w:r w:rsidR="00F225BE" w:rsidRPr="003E4D35">
        <w:t>bait avec le bruit d</w:t>
      </w:r>
      <w:r>
        <w:t>’</w:t>
      </w:r>
      <w:r w:rsidR="00F225BE" w:rsidRPr="003E4D35">
        <w:t>un disque</w:t>
      </w:r>
      <w:r>
        <w:t xml:space="preserve">, </w:t>
      </w:r>
      <w:r w:rsidR="00F225BE" w:rsidRPr="003E4D35">
        <w:t>et</w:t>
      </w:r>
      <w:r>
        <w:t xml:space="preserve">, </w:t>
      </w:r>
      <w:r w:rsidR="00F225BE" w:rsidRPr="003E4D35">
        <w:t>mon pied pris soudain dans une liane</w:t>
      </w:r>
      <w:r>
        <w:t xml:space="preserve">, </w:t>
      </w:r>
      <w:r w:rsidR="00F225BE" w:rsidRPr="003E4D35">
        <w:t>je n</w:t>
      </w:r>
      <w:r>
        <w:t>’</w:t>
      </w:r>
      <w:r w:rsidR="00F225BE" w:rsidRPr="003E4D35">
        <w:t>osais remuer comme si j</w:t>
      </w:r>
      <w:r>
        <w:t>’</w:t>
      </w:r>
      <w:r w:rsidR="00F225BE" w:rsidRPr="003E4D35">
        <w:t>allais déranger un aigui</w:t>
      </w:r>
      <w:r w:rsidR="00F225BE" w:rsidRPr="003E4D35">
        <w:t>l</w:t>
      </w:r>
      <w:r w:rsidR="00F225BE" w:rsidRPr="003E4D35">
        <w:t>lage</w:t>
      </w:r>
      <w:r>
        <w:t xml:space="preserve">… </w:t>
      </w:r>
      <w:r w:rsidR="00F225BE" w:rsidRPr="003E4D35">
        <w:t>Toute cette petite énergie de femme que l</w:t>
      </w:r>
      <w:r>
        <w:t>’</w:t>
      </w:r>
      <w:r w:rsidR="00F225BE" w:rsidRPr="003E4D35">
        <w:t>on voit min</w:t>
      </w:r>
      <w:r w:rsidR="00F225BE" w:rsidRPr="003E4D35">
        <w:t>u</w:t>
      </w:r>
      <w:r w:rsidR="00F225BE" w:rsidRPr="003E4D35">
        <w:t>tieusement construite dans mon crâne comme un navire dans une bouteille</w:t>
      </w:r>
      <w:r>
        <w:t xml:space="preserve">, </w:t>
      </w:r>
      <w:r w:rsidR="00F225BE" w:rsidRPr="003E4D35">
        <w:t>au seul mot de Vendredi</w:t>
      </w:r>
      <w:r>
        <w:t xml:space="preserve">, </w:t>
      </w:r>
      <w:r w:rsidR="00F225BE" w:rsidRPr="003E4D35">
        <w:t>se délabra</w:t>
      </w:r>
      <w:r>
        <w:t xml:space="preserve">. </w:t>
      </w:r>
      <w:r w:rsidR="00F225BE" w:rsidRPr="003E4D35">
        <w:t>Vendredi s</w:t>
      </w:r>
      <w:r>
        <w:t>’</w:t>
      </w:r>
      <w:r w:rsidR="00F225BE" w:rsidRPr="003E4D35">
        <w:t>engouffrait en moi jusqu</w:t>
      </w:r>
      <w:r>
        <w:t>’</w:t>
      </w:r>
      <w:r w:rsidR="00F225BE" w:rsidRPr="003E4D35">
        <w:t xml:space="preserve">à </w:t>
      </w:r>
      <w:r w:rsidR="00F225BE" w:rsidRPr="003E4D35">
        <w:lastRenderedPageBreak/>
        <w:t>mon cœur d</w:t>
      </w:r>
      <w:r>
        <w:t>’</w:t>
      </w:r>
      <w:r w:rsidR="00F225BE" w:rsidRPr="003E4D35">
        <w:t>un chemin plus court que celui d</w:t>
      </w:r>
      <w:r>
        <w:t>’</w:t>
      </w:r>
      <w:r w:rsidR="00F225BE" w:rsidRPr="003E4D35">
        <w:t>un plongeur de nacre</w:t>
      </w:r>
      <w:r>
        <w:t xml:space="preserve">. </w:t>
      </w:r>
      <w:r w:rsidR="00F225BE" w:rsidRPr="003E4D35">
        <w:t>Tout ce que pensait Vendredi me semblait naturel</w:t>
      </w:r>
      <w:r>
        <w:t xml:space="preserve">, </w:t>
      </w:r>
      <w:r w:rsidR="00F225BE" w:rsidRPr="003E4D35">
        <w:t>ce qu</w:t>
      </w:r>
      <w:r>
        <w:t>’</w:t>
      </w:r>
      <w:r w:rsidR="00F225BE" w:rsidRPr="003E4D35">
        <w:t>il faisait</w:t>
      </w:r>
      <w:r>
        <w:t xml:space="preserve">, </w:t>
      </w:r>
      <w:r w:rsidR="00F225BE" w:rsidRPr="003E4D35">
        <w:t>utile</w:t>
      </w:r>
      <w:r>
        <w:t xml:space="preserve"> ; </w:t>
      </w:r>
      <w:r w:rsidR="00F225BE" w:rsidRPr="003E4D35">
        <w:t>pas un conseil à lui donner</w:t>
      </w:r>
      <w:r>
        <w:t xml:space="preserve">. </w:t>
      </w:r>
      <w:r w:rsidR="00F225BE" w:rsidRPr="003E4D35">
        <w:t>Ce goût de la chair humaine qu</w:t>
      </w:r>
      <w:r>
        <w:t>’</w:t>
      </w:r>
      <w:r w:rsidR="00F225BE" w:rsidRPr="003E4D35">
        <w:t>il conserva quelques mois encore</w:t>
      </w:r>
      <w:r>
        <w:t xml:space="preserve">, </w:t>
      </w:r>
      <w:r w:rsidR="00F225BE" w:rsidRPr="003E4D35">
        <w:t>je le comprenais</w:t>
      </w:r>
      <w:r>
        <w:t xml:space="preserve">. </w:t>
      </w:r>
      <w:r w:rsidR="00F225BE" w:rsidRPr="003E4D35">
        <w:t>Le moindre de ses pas en dehors du chemin battu de Robinson</w:t>
      </w:r>
      <w:r>
        <w:t xml:space="preserve">, </w:t>
      </w:r>
      <w:r w:rsidR="00F225BE" w:rsidRPr="003E4D35">
        <w:t>je sentais qu</w:t>
      </w:r>
      <w:r>
        <w:t>’</w:t>
      </w:r>
      <w:r w:rsidR="00F225BE" w:rsidRPr="003E4D35">
        <w:t>il eût mené à une source ou à un trésor</w:t>
      </w:r>
      <w:r>
        <w:t xml:space="preserve"> ; </w:t>
      </w:r>
      <w:r w:rsidR="00F225BE" w:rsidRPr="003E4D35">
        <w:t>et tout ce que Kreuzer maniaque avait passé des années à accomplir devenait justifié par sa seule pr</w:t>
      </w:r>
      <w:r w:rsidR="00F225BE" w:rsidRPr="003E4D35">
        <w:t>é</w:t>
      </w:r>
      <w:r w:rsidR="00F225BE" w:rsidRPr="003E4D35">
        <w:t>sence</w:t>
      </w:r>
      <w:r>
        <w:t xml:space="preserve">. </w:t>
      </w:r>
      <w:r w:rsidR="00F225BE" w:rsidRPr="003E4D35">
        <w:t>Qu</w:t>
      </w:r>
      <w:r>
        <w:t>’</w:t>
      </w:r>
      <w:r w:rsidR="00F225BE" w:rsidRPr="003E4D35">
        <w:t>il devait être doux en effet de montrer à Vendredi la belle haie de pierres</w:t>
      </w:r>
      <w:r>
        <w:t xml:space="preserve">, </w:t>
      </w:r>
      <w:r w:rsidR="00F225BE" w:rsidRPr="003E4D35">
        <w:t>de lui apprendre à écosser les haricots dans la jarre numéro quatre</w:t>
      </w:r>
      <w:r>
        <w:t xml:space="preserve"> ; </w:t>
      </w:r>
      <w:r w:rsidR="00F225BE" w:rsidRPr="003E4D35">
        <w:t>de lui révéler comment le par</w:t>
      </w:r>
      <w:r w:rsidR="00F225BE" w:rsidRPr="003E4D35">
        <w:t>a</w:t>
      </w:r>
      <w:r w:rsidR="00F225BE" w:rsidRPr="003E4D35">
        <w:t>pluie se ferme</w:t>
      </w:r>
      <w:r>
        <w:t xml:space="preserve">, </w:t>
      </w:r>
      <w:r w:rsidR="00F225BE" w:rsidRPr="003E4D35">
        <w:t>s</w:t>
      </w:r>
      <w:r>
        <w:t>’</w:t>
      </w:r>
      <w:r w:rsidR="00F225BE" w:rsidRPr="003E4D35">
        <w:t>ouvre</w:t>
      </w:r>
      <w:r>
        <w:t xml:space="preserve"> ; </w:t>
      </w:r>
      <w:r w:rsidR="00F225BE" w:rsidRPr="003E4D35">
        <w:t>comment l</w:t>
      </w:r>
      <w:r>
        <w:t>’</w:t>
      </w:r>
      <w:r w:rsidR="00F225BE" w:rsidRPr="003E4D35">
        <w:t>on fait tourner le rôti par un système de six broches et de deux ficelles</w:t>
      </w:r>
      <w:r>
        <w:t xml:space="preserve">. </w:t>
      </w:r>
      <w:r w:rsidR="00F225BE" w:rsidRPr="003E4D35">
        <w:t>Et Dieu</w:t>
      </w:r>
      <w:r>
        <w:t xml:space="preserve">, </w:t>
      </w:r>
      <w:r w:rsidR="00F225BE" w:rsidRPr="003E4D35">
        <w:t>comment il se tourne et se détourne</w:t>
      </w:r>
      <w:r>
        <w:t xml:space="preserve"> ? </w:t>
      </w:r>
      <w:r w:rsidR="00F225BE" w:rsidRPr="003E4D35">
        <w:t>Et la Trinité</w:t>
      </w:r>
      <w:r>
        <w:t xml:space="preserve">, </w:t>
      </w:r>
      <w:r w:rsidR="00F225BE" w:rsidRPr="003E4D35">
        <w:t>comment elle est triple et unique</w:t>
      </w:r>
      <w:r>
        <w:t xml:space="preserve"> ? </w:t>
      </w:r>
      <w:r w:rsidR="00F225BE" w:rsidRPr="003E4D35">
        <w:t>Apprendre l</w:t>
      </w:r>
      <w:r>
        <w:t>’</w:t>
      </w:r>
      <w:r w:rsidR="00F225BE" w:rsidRPr="003E4D35">
        <w:t>immortalité à Vendredi</w:t>
      </w:r>
      <w:r>
        <w:t xml:space="preserve">, </w:t>
      </w:r>
      <w:r w:rsidR="00F225BE" w:rsidRPr="003E4D35">
        <w:t>les yeux dans ses yeux</w:t>
      </w:r>
      <w:r>
        <w:t xml:space="preserve">, </w:t>
      </w:r>
      <w:r w:rsidR="00F225BE" w:rsidRPr="003E4D35">
        <w:t>en la lui soufflant dans sa bouche même comme la vie à un noyé</w:t>
      </w:r>
      <w:r>
        <w:t xml:space="preserve"> ; </w:t>
      </w:r>
      <w:r w:rsidR="00F225BE" w:rsidRPr="003E4D35">
        <w:t>jouir de son premier triomphe sur les animaux et les arbres mortels</w:t>
      </w:r>
      <w:r>
        <w:t xml:space="preserve">, </w:t>
      </w:r>
      <w:r w:rsidR="00F225BE" w:rsidRPr="003E4D35">
        <w:t>le voir flatter de la main avec pitié le baobab</w:t>
      </w:r>
      <w:r>
        <w:t xml:space="preserve">, </w:t>
      </w:r>
      <w:r w:rsidR="00F225BE" w:rsidRPr="003E4D35">
        <w:t>qui dans mille ans mourra</w:t>
      </w:r>
      <w:r>
        <w:t xml:space="preserve">. </w:t>
      </w:r>
      <w:r w:rsidR="00F225BE" w:rsidRPr="003E4D35">
        <w:t>Et mes paravents de trente mètres</w:t>
      </w:r>
      <w:r>
        <w:t xml:space="preserve">, </w:t>
      </w:r>
      <w:r w:rsidR="00F225BE" w:rsidRPr="003E4D35">
        <w:t>et mes bêtes apprivoisées</w:t>
      </w:r>
      <w:r>
        <w:t xml:space="preserve">, </w:t>
      </w:r>
      <w:r w:rsidR="00F225BE" w:rsidRPr="003E4D35">
        <w:t>quel supplice</w:t>
      </w:r>
      <w:r>
        <w:t xml:space="preserve">, </w:t>
      </w:r>
      <w:r w:rsidR="00F225BE" w:rsidRPr="003E4D35">
        <w:t>Simon</w:t>
      </w:r>
      <w:r>
        <w:t xml:space="preserve">, </w:t>
      </w:r>
      <w:r w:rsidR="00F225BE" w:rsidRPr="003E4D35">
        <w:t>de ne pas être a</w:t>
      </w:r>
      <w:r w:rsidR="00F225BE" w:rsidRPr="003E4D35">
        <w:t>s</w:t>
      </w:r>
      <w:r w:rsidR="00F225BE" w:rsidRPr="003E4D35">
        <w:t>surée qu</w:t>
      </w:r>
      <w:r>
        <w:t>’</w:t>
      </w:r>
      <w:r w:rsidR="00F225BE" w:rsidRPr="003E4D35">
        <w:t>un jour je les montrerai à quelqu</w:t>
      </w:r>
      <w:r>
        <w:t>’</w:t>
      </w:r>
      <w:r w:rsidR="00F225BE" w:rsidRPr="003E4D35">
        <w:t>un</w:t>
      </w:r>
      <w:r>
        <w:t xml:space="preserve"> ! </w:t>
      </w:r>
      <w:r w:rsidR="00F225BE" w:rsidRPr="003E4D35">
        <w:t>À quelqu</w:t>
      </w:r>
      <w:r>
        <w:t>’</w:t>
      </w:r>
      <w:r w:rsidR="00F225BE" w:rsidRPr="003E4D35">
        <w:t>un qui se hâte un peu</w:t>
      </w:r>
      <w:r>
        <w:t xml:space="preserve">. </w:t>
      </w:r>
      <w:r w:rsidR="00F225BE" w:rsidRPr="003E4D35">
        <w:t>Car je sens</w:t>
      </w:r>
      <w:r>
        <w:t xml:space="preserve">, </w:t>
      </w:r>
      <w:r w:rsidR="00F225BE" w:rsidRPr="003E4D35">
        <w:t>à trop de plumes qui tombent</w:t>
      </w:r>
      <w:r>
        <w:t xml:space="preserve">, </w:t>
      </w:r>
      <w:r w:rsidR="00F225BE" w:rsidRPr="003E4D35">
        <w:t>à trop de poil qui pousse</w:t>
      </w:r>
      <w:r>
        <w:t xml:space="preserve">, </w:t>
      </w:r>
      <w:r w:rsidR="00F225BE" w:rsidRPr="003E4D35">
        <w:t>qu</w:t>
      </w:r>
      <w:r>
        <w:t>’</w:t>
      </w:r>
      <w:r w:rsidR="00F225BE" w:rsidRPr="003E4D35">
        <w:t>arrive l</w:t>
      </w:r>
      <w:r>
        <w:t>’</w:t>
      </w:r>
      <w:r w:rsidR="00F225BE" w:rsidRPr="003E4D35">
        <w:t>année où mes perroquets auront cent ans</w:t>
      </w:r>
      <w:r>
        <w:t xml:space="preserve">, </w:t>
      </w:r>
      <w:r w:rsidR="00F225BE" w:rsidRPr="003E4D35">
        <w:t>mes gazelles douze ans et commenceront à mourir</w:t>
      </w:r>
      <w:r>
        <w:t>.</w:t>
      </w:r>
    </w:p>
    <w:p w14:paraId="6308857D" w14:textId="77777777" w:rsidR="00B97E5D" w:rsidRDefault="00B97E5D" w:rsidP="00F225BE">
      <w:r>
        <w:t>» </w:t>
      </w:r>
      <w:r w:rsidR="00F225BE" w:rsidRPr="003E4D35">
        <w:t>Voilà</w:t>
      </w:r>
      <w:r>
        <w:t xml:space="preserve">, </w:t>
      </w:r>
      <w:r w:rsidR="00F225BE" w:rsidRPr="003E4D35">
        <w:t>Simon</w:t>
      </w:r>
      <w:r>
        <w:t xml:space="preserve">, </w:t>
      </w:r>
      <w:r w:rsidR="00F225BE" w:rsidRPr="003E4D35">
        <w:t>car je tiens à finir ma lettre par un conce</w:t>
      </w:r>
      <w:r w:rsidR="00F225BE" w:rsidRPr="003E4D35">
        <w:t>t</w:t>
      </w:r>
      <w:r w:rsidR="00F225BE" w:rsidRPr="003E4D35">
        <w:t>to</w:t>
      </w:r>
      <w:r>
        <w:t xml:space="preserve">, </w:t>
      </w:r>
      <w:r w:rsidR="00F225BE" w:rsidRPr="003E4D35">
        <w:t>on nous l</w:t>
      </w:r>
      <w:r>
        <w:t>’</w:t>
      </w:r>
      <w:r w:rsidR="00F225BE" w:rsidRPr="003E4D35">
        <w:t>ordonnait à la pension</w:t>
      </w:r>
      <w:r>
        <w:t xml:space="preserve">, </w:t>
      </w:r>
      <w:r w:rsidR="00F225BE" w:rsidRPr="003E4D35">
        <w:t>comment mon jour le plus triste dans l</w:t>
      </w:r>
      <w:r>
        <w:t>’</w:t>
      </w:r>
      <w:r w:rsidR="00F225BE" w:rsidRPr="003E4D35">
        <w:t>île fut celui où j</w:t>
      </w:r>
      <w:r>
        <w:t>’</w:t>
      </w:r>
      <w:r w:rsidR="00F225BE" w:rsidRPr="003E4D35">
        <w:t>y fus rejointe par Robinson</w:t>
      </w:r>
      <w:r>
        <w:t>.</w:t>
      </w:r>
    </w:p>
    <w:p w14:paraId="0E43B892" w14:textId="1A44F8C6" w:rsidR="00F225BE" w:rsidRPr="003E4D35" w:rsidRDefault="00B97E5D" w:rsidP="00F225BE">
      <w:r>
        <w:t>» </w:t>
      </w:r>
      <w:r w:rsidR="00F225BE" w:rsidRPr="003E4D35">
        <w:t>Adieu</w:t>
      </w:r>
      <w:r>
        <w:t xml:space="preserve">. </w:t>
      </w:r>
      <w:r w:rsidR="00F225BE" w:rsidRPr="003E4D35">
        <w:t>Écrivez-moi ce qui se passe en Europe</w:t>
      </w:r>
      <w:r>
        <w:t>. »</w:t>
      </w:r>
    </w:p>
    <w:p w14:paraId="570C62EC" w14:textId="77777777" w:rsidR="00F225BE" w:rsidRPr="003E4D35" w:rsidRDefault="00F225BE" w:rsidP="00F225BE"/>
    <w:p w14:paraId="71EFD8F9" w14:textId="77777777" w:rsidR="00B97E5D" w:rsidRDefault="00F225BE" w:rsidP="00F225BE">
      <w:r w:rsidRPr="003E4D35">
        <w:lastRenderedPageBreak/>
        <w:t>Simon me répondit</w:t>
      </w:r>
      <w:r w:rsidR="00B97E5D">
        <w:t xml:space="preserve">, </w:t>
      </w:r>
      <w:r w:rsidRPr="003E4D35">
        <w:t>le soir même</w:t>
      </w:r>
      <w:r w:rsidR="00B97E5D">
        <w:t xml:space="preserve">, </w:t>
      </w:r>
      <w:r w:rsidRPr="003E4D35">
        <w:t>par une lettre écrite de ma main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il se passait en Europe que la guerre finissait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uniforme était maintenant grenat avec les pattes d</w:t>
      </w:r>
      <w:r w:rsidR="00B97E5D">
        <w:t>’</w:t>
      </w:r>
      <w:r w:rsidRPr="003E4D35">
        <w:t>épaules rouges</w:t>
      </w:r>
      <w:r w:rsidR="00B97E5D">
        <w:t xml:space="preserve">. </w:t>
      </w:r>
      <w:r w:rsidRPr="003E4D35">
        <w:t>Lui était entré le premier à Strasbourg le jour annive</w:t>
      </w:r>
      <w:r w:rsidRPr="003E4D35">
        <w:t>r</w:t>
      </w:r>
      <w:r w:rsidRPr="003E4D35">
        <w:t>saire de Bazeilles</w:t>
      </w:r>
      <w:r w:rsidR="00B97E5D">
        <w:t xml:space="preserve">, </w:t>
      </w:r>
      <w:r w:rsidRPr="003E4D35">
        <w:t>et le jour anniversaire de Sedan nous avions pris Berlin</w:t>
      </w:r>
      <w:r w:rsidR="00B97E5D">
        <w:t>.</w:t>
      </w:r>
    </w:p>
    <w:p w14:paraId="2166CBFA" w14:textId="77777777" w:rsidR="00B97E5D" w:rsidRDefault="00F225BE" w:rsidP="00F225BE">
      <w:r w:rsidRPr="003E4D35">
        <w:t>Il ajouta quelques phrases pourtant bien simples</w:t>
      </w:r>
      <w:r w:rsidR="00B97E5D">
        <w:t xml:space="preserve">, </w:t>
      </w:r>
      <w:r w:rsidRPr="003E4D35">
        <w:t>mais qui m</w:t>
      </w:r>
      <w:r w:rsidR="00B97E5D">
        <w:t>’</w:t>
      </w:r>
      <w:r w:rsidRPr="003E4D35">
        <w:t>émurent presque autant</w:t>
      </w:r>
      <w:r w:rsidR="00B97E5D">
        <w:t xml:space="preserve"> : </w:t>
      </w:r>
      <w:r w:rsidRPr="003E4D35">
        <w:t>que le Printemps avait son expos</w:t>
      </w:r>
      <w:r w:rsidRPr="003E4D35">
        <w:t>i</w:t>
      </w:r>
      <w:r w:rsidRPr="003E4D35">
        <w:t>tion de duvetine</w:t>
      </w:r>
      <w:r w:rsidR="00B97E5D">
        <w:t xml:space="preserve">, </w:t>
      </w:r>
      <w:r w:rsidRPr="003E4D35">
        <w:t>que l</w:t>
      </w:r>
      <w:r w:rsidR="00B97E5D">
        <w:t>’</w:t>
      </w:r>
      <w:r w:rsidRPr="003E4D35">
        <w:t>omnibus Gare Saint-Lazare était devenu autobus</w:t>
      </w:r>
      <w:r w:rsidR="00B97E5D">
        <w:t xml:space="preserve">, </w:t>
      </w:r>
      <w:r w:rsidRPr="003E4D35">
        <w:t>que le chasseur de Larue avait un crêpe au bras</w:t>
      </w:r>
      <w:r w:rsidR="00B97E5D">
        <w:t xml:space="preserve">. </w:t>
      </w:r>
      <w:r w:rsidRPr="003E4D35">
        <w:t>Tous les habitués lui serraient la main</w:t>
      </w:r>
      <w:r w:rsidR="00B97E5D">
        <w:t>.</w:t>
      </w:r>
    </w:p>
    <w:p w14:paraId="04F04E72" w14:textId="77777777" w:rsidR="00B97E5D" w:rsidRDefault="00F225BE" w:rsidP="00F225BE">
      <w:r w:rsidRPr="003E4D35">
        <w:t>Puis il me dit des phrases plus simples encore</w:t>
      </w:r>
      <w:r w:rsidR="00B97E5D">
        <w:t xml:space="preserve">, </w:t>
      </w:r>
      <w:r w:rsidRPr="003E4D35">
        <w:t>mais avec l</w:t>
      </w:r>
      <w:r w:rsidR="00B97E5D">
        <w:t>’</w:t>
      </w:r>
      <w:r w:rsidRPr="003E4D35">
        <w:t>air de me conter des anecdotes curieuses</w:t>
      </w:r>
      <w:r w:rsidR="00B97E5D">
        <w:t xml:space="preserve"> : </w:t>
      </w:r>
      <w:r w:rsidRPr="003E4D35">
        <w:t>que des gens s</w:t>
      </w:r>
      <w:r w:rsidR="00B97E5D">
        <w:t>’</w:t>
      </w:r>
      <w:r w:rsidRPr="003E4D35">
        <w:t>a</w:t>
      </w:r>
      <w:r w:rsidRPr="003E4D35">
        <w:t>i</w:t>
      </w:r>
      <w:r w:rsidRPr="003E4D35">
        <w:t>maient</w:t>
      </w:r>
      <w:r w:rsidR="00B97E5D">
        <w:t xml:space="preserve">, </w:t>
      </w:r>
      <w:r w:rsidRPr="003E4D35">
        <w:t>des gens se haïssaient</w:t>
      </w:r>
      <w:r w:rsidR="00B97E5D">
        <w:t xml:space="preserve">, </w:t>
      </w:r>
      <w:r w:rsidRPr="003E4D35">
        <w:t>des gens se retrouvaient aux g</w:t>
      </w:r>
      <w:r w:rsidRPr="003E4D35">
        <w:t>a</w:t>
      </w:r>
      <w:r w:rsidRPr="003E4D35">
        <w:t>res</w:t>
      </w:r>
      <w:r w:rsidR="00B97E5D">
        <w:t xml:space="preserve">, </w:t>
      </w:r>
      <w:r w:rsidRPr="003E4D35">
        <w:t>que des gens se mariaient et vivaient ensemble</w:t>
      </w:r>
      <w:r w:rsidR="00B97E5D">
        <w:t>.</w:t>
      </w:r>
    </w:p>
    <w:p w14:paraId="5A813EB1" w14:textId="77777777" w:rsidR="00B97E5D" w:rsidRDefault="00F225BE" w:rsidP="00F225BE">
      <w:r w:rsidRPr="003E4D35">
        <w:t>Puis</w:t>
      </w:r>
      <w:r w:rsidR="00B97E5D">
        <w:t xml:space="preserve">, </w:t>
      </w:r>
      <w:r w:rsidRPr="003E4D35">
        <w:t>des phrases qui me parurent plus étranges encore</w:t>
      </w:r>
      <w:r w:rsidR="00B97E5D">
        <w:t xml:space="preserve">, </w:t>
      </w:r>
      <w:r w:rsidRPr="003E4D35">
        <w:t>sur les métiers</w:t>
      </w:r>
      <w:r w:rsidR="00B97E5D">
        <w:t xml:space="preserve"> : </w:t>
      </w:r>
      <w:r w:rsidRPr="003E4D35">
        <w:t>que les tuileries faisaient des tuiles</w:t>
      </w:r>
      <w:r w:rsidR="00B97E5D">
        <w:t xml:space="preserve">, </w:t>
      </w:r>
      <w:r w:rsidRPr="003E4D35">
        <w:t>les épiciers des épices</w:t>
      </w:r>
      <w:r w:rsidR="00B97E5D">
        <w:t xml:space="preserve">, </w:t>
      </w:r>
      <w:r w:rsidRPr="003E4D35">
        <w:t>les pâtissiers des pâtés</w:t>
      </w:r>
      <w:r w:rsidR="00B97E5D">
        <w:t>…</w:t>
      </w:r>
    </w:p>
    <w:p w14:paraId="2623E72F" w14:textId="11FE0E8F" w:rsidR="00F225BE" w:rsidRPr="003E4D35" w:rsidRDefault="00F225BE" w:rsidP="00F225BE"/>
    <w:p w14:paraId="0F35A9DA" w14:textId="77777777" w:rsidR="00B97E5D" w:rsidRDefault="00F225BE" w:rsidP="00F225BE">
      <w:r w:rsidRPr="003E4D35">
        <w:t>Je lui répondis</w:t>
      </w:r>
      <w:r w:rsidR="00B97E5D">
        <w:t> :</w:t>
      </w:r>
    </w:p>
    <w:p w14:paraId="6031047A" w14:textId="77777777" w:rsidR="00B97E5D" w:rsidRDefault="00B97E5D" w:rsidP="00F225BE">
      <w:r>
        <w:t>« </w:t>
      </w:r>
      <w:r w:rsidR="00F225BE" w:rsidRPr="003E4D35">
        <w:t>Cher Simon</w:t>
      </w:r>
      <w:r>
        <w:t>,</w:t>
      </w:r>
    </w:p>
    <w:p w14:paraId="49F7D0DF" w14:textId="77777777" w:rsidR="00B97E5D" w:rsidRDefault="00B97E5D" w:rsidP="00F225BE">
      <w:r>
        <w:t>» </w:t>
      </w:r>
      <w:r w:rsidR="00F225BE" w:rsidRPr="003E4D35">
        <w:t>Voilà que toutes les huîtres et toutes les moules autour de mon île se referment avec le bruit de baïonnettes qu</w:t>
      </w:r>
      <w:r>
        <w:t>’</w:t>
      </w:r>
      <w:r w:rsidR="00F225BE" w:rsidRPr="003E4D35">
        <w:t>on remet au fourreau</w:t>
      </w:r>
      <w:r>
        <w:t xml:space="preserve">. </w:t>
      </w:r>
      <w:r w:rsidR="00F225BE" w:rsidRPr="003E4D35">
        <w:t>Voilà l</w:t>
      </w:r>
      <w:r>
        <w:t>’</w:t>
      </w:r>
      <w:r w:rsidR="00F225BE" w:rsidRPr="003E4D35">
        <w:t>heure où l</w:t>
      </w:r>
      <w:r>
        <w:t>’</w:t>
      </w:r>
      <w:r w:rsidR="00F225BE" w:rsidRPr="003E4D35">
        <w:t>on me disait jadis que le soleil s</w:t>
      </w:r>
      <w:r>
        <w:t>’</w:t>
      </w:r>
      <w:r w:rsidR="00F225BE" w:rsidRPr="003E4D35">
        <w:t>e</w:t>
      </w:r>
      <w:r w:rsidR="00F225BE" w:rsidRPr="003E4D35">
        <w:t>n</w:t>
      </w:r>
      <w:r w:rsidR="00F225BE" w:rsidRPr="003E4D35">
        <w:t>fonçait dans la mer</w:t>
      </w:r>
      <w:r>
        <w:t xml:space="preserve">, </w:t>
      </w:r>
      <w:r w:rsidR="00F225BE" w:rsidRPr="003E4D35">
        <w:t>que le soleil prenait son bain</w:t>
      </w:r>
      <w:r>
        <w:t xml:space="preserve"> ; </w:t>
      </w:r>
      <w:r w:rsidR="00F225BE" w:rsidRPr="003E4D35">
        <w:t>moi je ne d</w:t>
      </w:r>
      <w:r w:rsidR="00F225BE" w:rsidRPr="003E4D35">
        <w:t>i</w:t>
      </w:r>
      <w:r w:rsidR="00F225BE" w:rsidRPr="003E4D35">
        <w:t>sais rien</w:t>
      </w:r>
      <w:r>
        <w:t xml:space="preserve">, </w:t>
      </w:r>
      <w:r w:rsidR="00F225BE" w:rsidRPr="003E4D35">
        <w:t>je l</w:t>
      </w:r>
      <w:r>
        <w:t>’</w:t>
      </w:r>
      <w:r w:rsidR="00F225BE" w:rsidRPr="003E4D35">
        <w:t xml:space="preserve">ai toujours jugé tellement </w:t>
      </w:r>
      <w:proofErr w:type="spellStart"/>
      <w:r w:rsidR="00F225BE" w:rsidRPr="003E4D35">
        <w:t>au delà</w:t>
      </w:r>
      <w:proofErr w:type="spellEnd"/>
      <w:r>
        <w:t> !</w:t>
      </w:r>
    </w:p>
    <w:p w14:paraId="132AAA5E" w14:textId="77777777" w:rsidR="00B97E5D" w:rsidRDefault="00B97E5D" w:rsidP="00F225BE">
      <w:r>
        <w:t>» </w:t>
      </w:r>
      <w:r w:rsidR="00F225BE" w:rsidRPr="003E4D35">
        <w:t>Je sors d</w:t>
      </w:r>
      <w:r>
        <w:t>’</w:t>
      </w:r>
      <w:r w:rsidR="00F225BE" w:rsidRPr="003E4D35">
        <w:t>un grand danger</w:t>
      </w:r>
      <w:r>
        <w:t xml:space="preserve">. </w:t>
      </w:r>
      <w:r w:rsidR="00F225BE" w:rsidRPr="003E4D35">
        <w:t>Hier matin</w:t>
      </w:r>
      <w:r>
        <w:t xml:space="preserve">, </w:t>
      </w:r>
      <w:r w:rsidR="00F225BE" w:rsidRPr="003E4D35">
        <w:t>j</w:t>
      </w:r>
      <w:r>
        <w:t>’</w:t>
      </w:r>
      <w:r w:rsidR="00F225BE" w:rsidRPr="003E4D35">
        <w:t>ai manqué ne plus être dans mon île comme dans une nacelle de ballon</w:t>
      </w:r>
      <w:r>
        <w:t xml:space="preserve">, </w:t>
      </w:r>
      <w:r w:rsidR="00F225BE" w:rsidRPr="003E4D35">
        <w:t>b</w:t>
      </w:r>
      <w:r w:rsidR="00F225BE" w:rsidRPr="003E4D35">
        <w:t>a</w:t>
      </w:r>
      <w:r w:rsidR="00F225BE" w:rsidRPr="003E4D35">
        <w:t xml:space="preserve">lancée entre deux mondes avec des oiseaux et des plantes qui </w:t>
      </w:r>
      <w:r w:rsidR="00F225BE" w:rsidRPr="003E4D35">
        <w:lastRenderedPageBreak/>
        <w:t>se sont donnés à moi sans noms et sans conditions</w:t>
      </w:r>
      <w:r>
        <w:t xml:space="preserve">. </w:t>
      </w:r>
      <w:r w:rsidR="00F225BE" w:rsidRPr="003E4D35">
        <w:t>Sur le carnet du naufragé d</w:t>
      </w:r>
      <w:r>
        <w:t>’</w:t>
      </w:r>
      <w:r w:rsidR="00F225BE" w:rsidRPr="003E4D35">
        <w:t>en face</w:t>
      </w:r>
      <w:r>
        <w:t xml:space="preserve">, </w:t>
      </w:r>
      <w:r w:rsidR="00F225BE" w:rsidRPr="003E4D35">
        <w:t>j</w:t>
      </w:r>
      <w:r>
        <w:t>’</w:t>
      </w:r>
      <w:r w:rsidR="00F225BE" w:rsidRPr="003E4D35">
        <w:t>ai trouvé le plan de mon archipel</w:t>
      </w:r>
      <w:r>
        <w:t xml:space="preserve">, </w:t>
      </w:r>
      <w:r w:rsidR="00F225BE" w:rsidRPr="003E4D35">
        <w:t>sa l</w:t>
      </w:r>
      <w:r w:rsidR="00F225BE" w:rsidRPr="003E4D35">
        <w:t>a</w:t>
      </w:r>
      <w:r w:rsidR="00F225BE" w:rsidRPr="003E4D35">
        <w:t>titude</w:t>
      </w:r>
      <w:r>
        <w:t xml:space="preserve">, </w:t>
      </w:r>
      <w:r w:rsidR="00F225BE" w:rsidRPr="003E4D35">
        <w:t>le nombre exact de milles qui le séparent de l</w:t>
      </w:r>
      <w:r>
        <w:t>’</w:t>
      </w:r>
      <w:r w:rsidR="00F225BE" w:rsidRPr="003E4D35">
        <w:t>île Palmyre</w:t>
      </w:r>
      <w:r>
        <w:t xml:space="preserve"> (</w:t>
      </w:r>
      <w:r w:rsidR="00F225BE" w:rsidRPr="003E4D35">
        <w:t>770</w:t>
      </w:r>
      <w:r>
        <w:t xml:space="preserve">), </w:t>
      </w:r>
      <w:r w:rsidR="00F225BE" w:rsidRPr="003E4D35">
        <w:t>de l</w:t>
      </w:r>
      <w:r>
        <w:t>’</w:t>
      </w:r>
      <w:r w:rsidR="00F225BE" w:rsidRPr="003E4D35">
        <w:t xml:space="preserve">île </w:t>
      </w:r>
      <w:proofErr w:type="spellStart"/>
      <w:r w:rsidR="00F225BE" w:rsidRPr="003E4D35">
        <w:t>Rimsky</w:t>
      </w:r>
      <w:proofErr w:type="spellEnd"/>
      <w:r w:rsidR="00F225BE" w:rsidRPr="003E4D35">
        <w:t xml:space="preserve"> </w:t>
      </w:r>
      <w:proofErr w:type="spellStart"/>
      <w:r w:rsidR="00F225BE" w:rsidRPr="003E4D35">
        <w:t>Korsakof</w:t>
      </w:r>
      <w:proofErr w:type="spellEnd"/>
      <w:r>
        <w:t xml:space="preserve"> (</w:t>
      </w:r>
      <w:r w:rsidR="00F225BE" w:rsidRPr="003E4D35">
        <w:t>321</w:t>
      </w:r>
      <w:r>
        <w:t xml:space="preserve">) </w:t>
      </w:r>
      <w:r w:rsidR="00F225BE" w:rsidRPr="003E4D35">
        <w:t xml:space="preserve">et de la </w:t>
      </w:r>
      <w:proofErr w:type="spellStart"/>
      <w:r w:rsidR="00F225BE" w:rsidRPr="003E4D35">
        <w:t>Rakahanga</w:t>
      </w:r>
      <w:proofErr w:type="spellEnd"/>
      <w:r>
        <w:t xml:space="preserve"> (</w:t>
      </w:r>
      <w:r w:rsidRPr="003E4D35">
        <w:t>1</w:t>
      </w:r>
      <w:r>
        <w:t>.</w:t>
      </w:r>
      <w:r w:rsidRPr="003E4D35">
        <w:t>0</w:t>
      </w:r>
      <w:r w:rsidR="00F225BE" w:rsidRPr="003E4D35">
        <w:t>00 juste</w:t>
      </w:r>
      <w:r>
        <w:t xml:space="preserve">.) </w:t>
      </w:r>
      <w:r w:rsidR="00F225BE" w:rsidRPr="003E4D35">
        <w:t>Ce fut à peu près comme si ma vie errante sur mon r</w:t>
      </w:r>
      <w:r w:rsidR="00F225BE" w:rsidRPr="003E4D35">
        <w:t>a</w:t>
      </w:r>
      <w:r w:rsidR="00F225BE" w:rsidRPr="003E4D35">
        <w:t>deau était finie</w:t>
      </w:r>
      <w:r>
        <w:t xml:space="preserve">. </w:t>
      </w:r>
      <w:r w:rsidR="00F225BE" w:rsidRPr="003E4D35">
        <w:t>Je me sentis tenue aux quatre coins de l</w:t>
      </w:r>
      <w:r>
        <w:t>’</w:t>
      </w:r>
      <w:r w:rsidR="00F225BE" w:rsidRPr="003E4D35">
        <w:t>horizon par des câbles</w:t>
      </w:r>
      <w:r>
        <w:t xml:space="preserve">. </w:t>
      </w:r>
      <w:r w:rsidR="00F225BE" w:rsidRPr="003E4D35">
        <w:t>Je pouvais savoir sur ces cartes la profondeur à un mètre près de chaque trou de ma mer</w:t>
      </w:r>
      <w:r>
        <w:t xml:space="preserve">. </w:t>
      </w:r>
      <w:r w:rsidR="00F225BE" w:rsidRPr="003E4D35">
        <w:t>Tous ces arbres que j</w:t>
      </w:r>
      <w:r>
        <w:t>’</w:t>
      </w:r>
      <w:r w:rsidR="00F225BE" w:rsidRPr="003E4D35">
        <w:t>avais baptisés étaient rangés et dessinés dans ce carnet par e</w:t>
      </w:r>
      <w:r w:rsidR="00F225BE" w:rsidRPr="003E4D35">
        <w:t>s</w:t>
      </w:r>
      <w:r w:rsidR="00F225BE" w:rsidRPr="003E4D35">
        <w:t>sence</w:t>
      </w:r>
      <w:r>
        <w:t xml:space="preserve">, </w:t>
      </w:r>
      <w:r w:rsidR="00F225BE" w:rsidRPr="003E4D35">
        <w:t>et me rendaient peu à peu leurs beaux pseudonymes contre des noms vulgaires ou latins</w:t>
      </w:r>
      <w:r>
        <w:t xml:space="preserve"> ; </w:t>
      </w:r>
      <w:r w:rsidR="00F225BE" w:rsidRPr="003E4D35">
        <w:t>je n</w:t>
      </w:r>
      <w:r>
        <w:t>’</w:t>
      </w:r>
      <w:r w:rsidR="00F225BE" w:rsidRPr="003E4D35">
        <w:t>avais plus de balisiers</w:t>
      </w:r>
      <w:r>
        <w:t xml:space="preserve">, </w:t>
      </w:r>
      <w:r w:rsidR="00F225BE" w:rsidRPr="003E4D35">
        <w:t>de baobabs</w:t>
      </w:r>
      <w:r>
        <w:t xml:space="preserve">, </w:t>
      </w:r>
      <w:r w:rsidR="00F225BE" w:rsidRPr="003E4D35">
        <w:t>d</w:t>
      </w:r>
      <w:r>
        <w:t>’</w:t>
      </w:r>
      <w:proofErr w:type="spellStart"/>
      <w:r w:rsidR="00F225BE" w:rsidRPr="003E4D35">
        <w:t>angoissiers</w:t>
      </w:r>
      <w:proofErr w:type="spellEnd"/>
      <w:r>
        <w:t xml:space="preserve">, </w:t>
      </w:r>
      <w:r w:rsidR="00F225BE" w:rsidRPr="003E4D35">
        <w:t>mais du sagou</w:t>
      </w:r>
      <w:r>
        <w:t xml:space="preserve">, </w:t>
      </w:r>
      <w:r w:rsidR="00F225BE" w:rsidRPr="003E4D35">
        <w:t>de la muscade</w:t>
      </w:r>
      <w:r>
        <w:t xml:space="preserve"> ; </w:t>
      </w:r>
      <w:r w:rsidR="00F225BE" w:rsidRPr="003E4D35">
        <w:t>mon cocotier n</w:t>
      </w:r>
      <w:r>
        <w:t>’</w:t>
      </w:r>
      <w:r w:rsidR="00F225BE" w:rsidRPr="003E4D35">
        <w:t>était que le palmier pincette</w:t>
      </w:r>
      <w:r>
        <w:t xml:space="preserve"> ; </w:t>
      </w:r>
      <w:r w:rsidR="00F225BE" w:rsidRPr="003E4D35">
        <w:t>mon petit arbuste vert et rouge était l</w:t>
      </w:r>
      <w:r>
        <w:t>’</w:t>
      </w:r>
      <w:r w:rsidR="00F225BE" w:rsidRPr="003E4D35">
        <w:t>indigo</w:t>
      </w:r>
      <w:r>
        <w:t xml:space="preserve"> ; </w:t>
      </w:r>
      <w:r w:rsidR="00F225BE" w:rsidRPr="003E4D35">
        <w:t>mes grosses pommes jaunes étaient le cachou maigre</w:t>
      </w:r>
      <w:r>
        <w:t xml:space="preserve">. </w:t>
      </w:r>
      <w:r w:rsidR="00F225BE" w:rsidRPr="003E4D35">
        <w:t>La science allait se poser sur cette tache ronde au milieu du Pacifique et la boire comme un buvard</w:t>
      </w:r>
      <w:r>
        <w:t xml:space="preserve">. </w:t>
      </w:r>
      <w:r w:rsidR="00F225BE" w:rsidRPr="003E4D35">
        <w:t>Mes o</w:t>
      </w:r>
      <w:r w:rsidR="00F225BE" w:rsidRPr="003E4D35">
        <w:t>i</w:t>
      </w:r>
      <w:r w:rsidR="00F225BE" w:rsidRPr="003E4D35">
        <w:t>seaux allaient prendre les uniformes qu</w:t>
      </w:r>
      <w:r>
        <w:t>’</w:t>
      </w:r>
      <w:r w:rsidR="00F225BE" w:rsidRPr="003E4D35">
        <w:t>ils ont au Jardin des Plantes</w:t>
      </w:r>
      <w:r>
        <w:t xml:space="preserve">. </w:t>
      </w:r>
      <w:r w:rsidR="00F225BE" w:rsidRPr="003E4D35">
        <w:t>Hélas</w:t>
      </w:r>
      <w:r>
        <w:t xml:space="preserve"> ! </w:t>
      </w:r>
      <w:r w:rsidR="00F225BE" w:rsidRPr="003E4D35">
        <w:t>quelques-uns mêmes étaient dessinés</w:t>
      </w:r>
      <w:r>
        <w:t xml:space="preserve"> ; </w:t>
      </w:r>
      <w:r w:rsidR="00F225BE" w:rsidRPr="003E4D35">
        <w:t>mon f</w:t>
      </w:r>
      <w:r w:rsidR="00F225BE" w:rsidRPr="003E4D35">
        <w:t>a</w:t>
      </w:r>
      <w:r w:rsidR="00F225BE" w:rsidRPr="003E4D35">
        <w:t>vori jaune était un tarin mâle</w:t>
      </w:r>
      <w:r>
        <w:t xml:space="preserve"> ; </w:t>
      </w:r>
      <w:r w:rsidR="00F225BE" w:rsidRPr="003E4D35">
        <w:t xml:space="preserve">mon merle éventail était le </w:t>
      </w:r>
      <w:proofErr w:type="spellStart"/>
      <w:r w:rsidR="00F225BE" w:rsidRPr="003E4D35">
        <w:t>baza</w:t>
      </w:r>
      <w:proofErr w:type="spellEnd"/>
      <w:r w:rsidR="00F225BE" w:rsidRPr="003E4D35">
        <w:t xml:space="preserve"> gobe-mouches</w:t>
      </w:r>
      <w:r>
        <w:t xml:space="preserve"> ; </w:t>
      </w:r>
      <w:r w:rsidR="00F225BE" w:rsidRPr="003E4D35">
        <w:t xml:space="preserve">mon perroquet qui changeait de plumage et de couleur tous les mois était un guêpier </w:t>
      </w:r>
      <w:proofErr w:type="spellStart"/>
      <w:r w:rsidR="00F225BE" w:rsidRPr="003E4D35">
        <w:t>nubicoïde</w:t>
      </w:r>
      <w:proofErr w:type="spellEnd"/>
      <w:r>
        <w:t xml:space="preserve">. </w:t>
      </w:r>
      <w:r w:rsidR="00F225BE" w:rsidRPr="003E4D35">
        <w:t>Le naufragé précisait que pour reconnaître toutes les espèces d</w:t>
      </w:r>
      <w:r>
        <w:t>’</w:t>
      </w:r>
      <w:r w:rsidR="00F225BE" w:rsidRPr="003E4D35">
        <w:t>oiseaux il suffit d</w:t>
      </w:r>
      <w:r>
        <w:t>’</w:t>
      </w:r>
      <w:r w:rsidR="00F225BE" w:rsidRPr="003E4D35">
        <w:t>inspecter leurs iris</w:t>
      </w:r>
      <w:r>
        <w:t xml:space="preserve">, </w:t>
      </w:r>
      <w:r w:rsidR="00F225BE" w:rsidRPr="003E4D35">
        <w:t>et malgré moi je regardais ceux qui se posaient dans les yeux</w:t>
      </w:r>
      <w:r>
        <w:t xml:space="preserve">. </w:t>
      </w:r>
      <w:r w:rsidR="00F225BE" w:rsidRPr="003E4D35">
        <w:t>Un dont l</w:t>
      </w:r>
      <w:r>
        <w:t>’</w:t>
      </w:r>
      <w:r w:rsidR="00F225BE" w:rsidRPr="003E4D35">
        <w:t>iris était fait de deux ce</w:t>
      </w:r>
      <w:r w:rsidR="00F225BE" w:rsidRPr="003E4D35">
        <w:t>r</w:t>
      </w:r>
      <w:r w:rsidR="00F225BE" w:rsidRPr="003E4D35">
        <w:t>cles</w:t>
      </w:r>
      <w:r>
        <w:t xml:space="preserve">, </w:t>
      </w:r>
      <w:r w:rsidR="00F225BE" w:rsidRPr="003E4D35">
        <w:t>le plus grand bleu</w:t>
      </w:r>
      <w:r>
        <w:t xml:space="preserve">, </w:t>
      </w:r>
      <w:r w:rsidR="00F225BE" w:rsidRPr="003E4D35">
        <w:t>le plus petit brun</w:t>
      </w:r>
      <w:r>
        <w:t xml:space="preserve">, </w:t>
      </w:r>
      <w:r w:rsidR="00F225BE" w:rsidRPr="003E4D35">
        <w:t>c</w:t>
      </w:r>
      <w:r>
        <w:t>’</w:t>
      </w:r>
      <w:r w:rsidR="00F225BE" w:rsidRPr="003E4D35">
        <w:t xml:space="preserve">était le </w:t>
      </w:r>
      <w:proofErr w:type="spellStart"/>
      <w:r w:rsidR="00F225BE" w:rsidRPr="003E4D35">
        <w:t>lory</w:t>
      </w:r>
      <w:proofErr w:type="spellEnd"/>
      <w:r w:rsidR="00F225BE" w:rsidRPr="003E4D35">
        <w:t xml:space="preserve"> papou</w:t>
      </w:r>
      <w:r>
        <w:t xml:space="preserve">. </w:t>
      </w:r>
      <w:r w:rsidR="00F225BE" w:rsidRPr="003E4D35">
        <w:t>Un autre dont l</w:t>
      </w:r>
      <w:r>
        <w:t>’</w:t>
      </w:r>
      <w:r w:rsidR="00F225BE" w:rsidRPr="003E4D35">
        <w:t>iris était rouge-sang avec une pointe dorée</w:t>
      </w:r>
      <w:r>
        <w:t xml:space="preserve">, </w:t>
      </w:r>
      <w:r w:rsidR="00F225BE" w:rsidRPr="003E4D35">
        <w:t>c</w:t>
      </w:r>
      <w:r>
        <w:t>’</w:t>
      </w:r>
      <w:r w:rsidR="00F225BE" w:rsidRPr="003E4D35">
        <w:t>était le combattant troupiale</w:t>
      </w:r>
      <w:r>
        <w:t xml:space="preserve">. </w:t>
      </w:r>
      <w:r w:rsidR="00F225BE" w:rsidRPr="003E4D35">
        <w:t>Un autre qui était bigle</w:t>
      </w:r>
      <w:r>
        <w:t xml:space="preserve">, </w:t>
      </w:r>
      <w:r w:rsidR="00F225BE" w:rsidRPr="003E4D35">
        <w:t>c</w:t>
      </w:r>
      <w:r>
        <w:t>’</w:t>
      </w:r>
      <w:r w:rsidR="00F225BE" w:rsidRPr="003E4D35">
        <w:t>était le paradisier Dupont</w:t>
      </w:r>
      <w:r>
        <w:t xml:space="preserve"> ; </w:t>
      </w:r>
      <w:r w:rsidR="00F225BE" w:rsidRPr="003E4D35">
        <w:t>et deux planches au lavis ne me perme</w:t>
      </w:r>
      <w:r w:rsidR="00F225BE" w:rsidRPr="003E4D35">
        <w:t>t</w:t>
      </w:r>
      <w:r w:rsidR="00F225BE" w:rsidRPr="003E4D35">
        <w:t>taient pas non plus d</w:t>
      </w:r>
      <w:r>
        <w:t>’</w:t>
      </w:r>
      <w:r w:rsidR="00F225BE" w:rsidRPr="003E4D35">
        <w:t>ignorer désormais le nom d</w:t>
      </w:r>
      <w:r>
        <w:t>’</w:t>
      </w:r>
      <w:r w:rsidR="00F225BE" w:rsidRPr="003E4D35">
        <w:t>aucun coqui</w:t>
      </w:r>
      <w:r w:rsidR="00F225BE" w:rsidRPr="003E4D35">
        <w:t>l</w:t>
      </w:r>
      <w:r w:rsidR="00F225BE" w:rsidRPr="003E4D35">
        <w:t>lage</w:t>
      </w:r>
      <w:r>
        <w:t xml:space="preserve"> ; </w:t>
      </w:r>
      <w:r w:rsidR="00F225BE" w:rsidRPr="003E4D35">
        <w:t xml:space="preserve">désormais </w:t>
      </w:r>
      <w:proofErr w:type="gramStart"/>
      <w:r w:rsidR="00F225BE" w:rsidRPr="003E4D35">
        <w:t>c</w:t>
      </w:r>
      <w:r>
        <w:t>’</w:t>
      </w:r>
      <w:r w:rsidR="00F225BE" w:rsidRPr="003E4D35">
        <w:t>était</w:t>
      </w:r>
      <w:proofErr w:type="gramEnd"/>
      <w:r w:rsidR="00F225BE" w:rsidRPr="003E4D35">
        <w:t xml:space="preserve"> des coins d</w:t>
      </w:r>
      <w:r>
        <w:t>’</w:t>
      </w:r>
      <w:proofErr w:type="spellStart"/>
      <w:r w:rsidR="00F225BE" w:rsidRPr="003E4D35">
        <w:t>hammon</w:t>
      </w:r>
      <w:proofErr w:type="spellEnd"/>
      <w:r>
        <w:t xml:space="preserve">, </w:t>
      </w:r>
      <w:r w:rsidR="00F225BE" w:rsidRPr="003E4D35">
        <w:t>des nautiles</w:t>
      </w:r>
      <w:r>
        <w:t xml:space="preserve">, </w:t>
      </w:r>
      <w:r w:rsidR="00F225BE" w:rsidRPr="003E4D35">
        <w:t xml:space="preserve">des </w:t>
      </w:r>
      <w:proofErr w:type="spellStart"/>
      <w:r w:rsidR="00F225BE" w:rsidRPr="003E4D35">
        <w:t>lépas</w:t>
      </w:r>
      <w:proofErr w:type="spellEnd"/>
      <w:r w:rsidR="00F225BE" w:rsidRPr="003E4D35">
        <w:t xml:space="preserve"> que j</w:t>
      </w:r>
      <w:r>
        <w:t>’</w:t>
      </w:r>
      <w:r w:rsidR="00F225BE" w:rsidRPr="003E4D35">
        <w:t>écrasais</w:t>
      </w:r>
      <w:r>
        <w:t xml:space="preserve">. </w:t>
      </w:r>
      <w:r w:rsidR="00F225BE" w:rsidRPr="003E4D35">
        <w:t>Toute cette flore et faune indépendantes</w:t>
      </w:r>
      <w:r>
        <w:t xml:space="preserve">, </w:t>
      </w:r>
      <w:r w:rsidR="00F225BE" w:rsidRPr="003E4D35">
        <w:t>il me suffisait de lire et d</w:t>
      </w:r>
      <w:r>
        <w:t>’</w:t>
      </w:r>
      <w:r w:rsidR="00F225BE" w:rsidRPr="003E4D35">
        <w:t xml:space="preserve">accepter ce contrat </w:t>
      </w:r>
      <w:r w:rsidR="00F225BE" w:rsidRPr="003E4D35">
        <w:lastRenderedPageBreak/>
        <w:t>pour l</w:t>
      </w:r>
      <w:r>
        <w:t>’</w:t>
      </w:r>
      <w:r w:rsidR="00F225BE" w:rsidRPr="003E4D35">
        <w:t>annexer au reste du monde</w:t>
      </w:r>
      <w:r>
        <w:t xml:space="preserve">, </w:t>
      </w:r>
      <w:r w:rsidR="00F225BE" w:rsidRPr="003E4D35">
        <w:t>à Buffon et à Cuvier</w:t>
      </w:r>
      <w:r>
        <w:t xml:space="preserve">. </w:t>
      </w:r>
      <w:r w:rsidR="00F225BE" w:rsidRPr="003E4D35">
        <w:t>Comme une baladeuse à la remorque</w:t>
      </w:r>
      <w:r>
        <w:t xml:space="preserve">, </w:t>
      </w:r>
      <w:r w:rsidR="00F225BE" w:rsidRPr="003E4D35">
        <w:t>je me sentis une minute rattachée à votre train</w:t>
      </w:r>
      <w:r>
        <w:t xml:space="preserve">. </w:t>
      </w:r>
      <w:r w:rsidR="00F225BE" w:rsidRPr="003E4D35">
        <w:t>Des vents latins</w:t>
      </w:r>
      <w:r>
        <w:t xml:space="preserve">, </w:t>
      </w:r>
      <w:r w:rsidR="00F225BE" w:rsidRPr="003E4D35">
        <w:t>des courants anglais</w:t>
      </w:r>
      <w:r>
        <w:t xml:space="preserve">, </w:t>
      </w:r>
      <w:r w:rsidR="00F225BE" w:rsidRPr="003E4D35">
        <w:t>un souffle estival néerlandais</w:t>
      </w:r>
      <w:r>
        <w:t xml:space="preserve">, </w:t>
      </w:r>
      <w:r w:rsidR="00F225BE" w:rsidRPr="003E4D35">
        <w:t>voilà ce qu</w:t>
      </w:r>
      <w:r>
        <w:t>’</w:t>
      </w:r>
      <w:r w:rsidR="00F225BE" w:rsidRPr="003E4D35">
        <w:t>étaient ma mousson et mes douze alizés</w:t>
      </w:r>
      <w:r>
        <w:t xml:space="preserve">. </w:t>
      </w:r>
      <w:r w:rsidR="00F225BE" w:rsidRPr="003E4D35">
        <w:t>Je n</w:t>
      </w:r>
      <w:r>
        <w:t>’</w:t>
      </w:r>
      <w:r w:rsidR="00F225BE" w:rsidRPr="003E4D35">
        <w:t>hésitai plus</w:t>
      </w:r>
      <w:r>
        <w:t xml:space="preserve"> ; </w:t>
      </w:r>
      <w:r w:rsidR="00F225BE" w:rsidRPr="003E4D35">
        <w:t>comme vous brûlez sans les lire les lettres qui vous a</w:t>
      </w:r>
      <w:r w:rsidR="00F225BE" w:rsidRPr="003E4D35">
        <w:t>p</w:t>
      </w:r>
      <w:r w:rsidR="00F225BE" w:rsidRPr="003E4D35">
        <w:t>prennent un ancien amour de celle que vous croyiez pure</w:t>
      </w:r>
      <w:r>
        <w:t xml:space="preserve">, </w:t>
      </w:r>
      <w:r w:rsidR="00F225BE" w:rsidRPr="003E4D35">
        <w:t>je j</w:t>
      </w:r>
      <w:r w:rsidR="00F225BE" w:rsidRPr="003E4D35">
        <w:t>e</w:t>
      </w:r>
      <w:r w:rsidR="00F225BE" w:rsidRPr="003E4D35">
        <w:t>tai l</w:t>
      </w:r>
      <w:r>
        <w:t>’</w:t>
      </w:r>
      <w:r w:rsidR="00F225BE" w:rsidRPr="003E4D35">
        <w:t>inventaire au feu</w:t>
      </w:r>
      <w:r>
        <w:t xml:space="preserve">, </w:t>
      </w:r>
      <w:r w:rsidR="00F225BE" w:rsidRPr="003E4D35">
        <w:t>je relevai mes oiseaux</w:t>
      </w:r>
      <w:r>
        <w:t xml:space="preserve">, </w:t>
      </w:r>
      <w:r w:rsidR="00F225BE" w:rsidRPr="003E4D35">
        <w:t>mes poissons de leur passé</w:t>
      </w:r>
      <w:r>
        <w:t xml:space="preserve">, </w:t>
      </w:r>
      <w:r w:rsidR="00F225BE" w:rsidRPr="003E4D35">
        <w:t>et le nom stupide de mon île</w:t>
      </w:r>
      <w:r>
        <w:t xml:space="preserve">, </w:t>
      </w:r>
      <w:r w:rsidR="00F225BE" w:rsidRPr="003E4D35">
        <w:t>je ne veux même pas vous le dire</w:t>
      </w:r>
      <w:r>
        <w:t xml:space="preserve">, </w:t>
      </w:r>
      <w:r w:rsidR="00F225BE" w:rsidRPr="003E4D35">
        <w:t>pour l</w:t>
      </w:r>
      <w:r>
        <w:t>’</w:t>
      </w:r>
      <w:r w:rsidR="00F225BE" w:rsidRPr="003E4D35">
        <w:t>oublier</w:t>
      </w:r>
      <w:r>
        <w:t>.</w:t>
      </w:r>
    </w:p>
    <w:p w14:paraId="516C3723" w14:textId="77777777" w:rsidR="00B97E5D" w:rsidRDefault="00B97E5D" w:rsidP="00F225BE">
      <w:r>
        <w:t>» </w:t>
      </w:r>
      <w:r w:rsidR="00F225BE" w:rsidRPr="003E4D35">
        <w:t>Ne m</w:t>
      </w:r>
      <w:r>
        <w:t>’</w:t>
      </w:r>
      <w:r w:rsidR="00F225BE" w:rsidRPr="003E4D35">
        <w:t>en veuillez pas de mon orthographe</w:t>
      </w:r>
      <w:r>
        <w:t xml:space="preserve">. </w:t>
      </w:r>
      <w:r w:rsidR="00F225BE" w:rsidRPr="003E4D35">
        <w:t>Il ne faut pas un petit effort</w:t>
      </w:r>
      <w:r>
        <w:t xml:space="preserve">, </w:t>
      </w:r>
      <w:r w:rsidR="00F225BE" w:rsidRPr="003E4D35">
        <w:t>après cinq années</w:t>
      </w:r>
      <w:r>
        <w:t xml:space="preserve">, </w:t>
      </w:r>
      <w:r w:rsidR="00F225BE" w:rsidRPr="003E4D35">
        <w:t xml:space="preserve">pour retenir mon stylo aux doubles </w:t>
      </w:r>
      <w:proofErr w:type="spellStart"/>
      <w:r w:rsidR="00F225BE" w:rsidRPr="003E4D35">
        <w:t>lettttttres</w:t>
      </w:r>
      <w:proofErr w:type="spellEnd"/>
      <w:r>
        <w:t> !</w:t>
      </w:r>
    </w:p>
    <w:p w14:paraId="7FA2948B" w14:textId="77777777" w:rsidR="00B97E5D" w:rsidRDefault="00B97E5D" w:rsidP="00F225BE">
      <w:r>
        <w:t>» </w:t>
      </w:r>
      <w:r w:rsidR="00F225BE" w:rsidRPr="003E4D35">
        <w:t>Aujourd</w:t>
      </w:r>
      <w:r>
        <w:t>’</w:t>
      </w:r>
      <w:r w:rsidR="00F225BE" w:rsidRPr="003E4D35">
        <w:t>hui</w:t>
      </w:r>
      <w:r>
        <w:t xml:space="preserve">, </w:t>
      </w:r>
      <w:r w:rsidR="00F225BE" w:rsidRPr="003E4D35">
        <w:t>je suis plus calme</w:t>
      </w:r>
      <w:r>
        <w:t xml:space="preserve">. </w:t>
      </w:r>
      <w:r w:rsidR="00F225BE" w:rsidRPr="003E4D35">
        <w:t>Ce qui me calme surtout</w:t>
      </w:r>
      <w:r>
        <w:t xml:space="preserve">, </w:t>
      </w:r>
      <w:r w:rsidR="00F225BE" w:rsidRPr="003E4D35">
        <w:t>quand j</w:t>
      </w:r>
      <w:r>
        <w:t>’</w:t>
      </w:r>
      <w:r w:rsidR="00F225BE" w:rsidRPr="003E4D35">
        <w:t>écris</w:t>
      </w:r>
      <w:r>
        <w:t xml:space="preserve">, </w:t>
      </w:r>
      <w:r w:rsidR="00F225BE" w:rsidRPr="003E4D35">
        <w:t>c</w:t>
      </w:r>
      <w:r>
        <w:t>’</w:t>
      </w:r>
      <w:r w:rsidR="00F225BE" w:rsidRPr="003E4D35">
        <w:t>est de tracer soudain un mot en grandes maju</w:t>
      </w:r>
      <w:r w:rsidR="00F225BE" w:rsidRPr="003E4D35">
        <w:t>s</w:t>
      </w:r>
      <w:r w:rsidR="00F225BE" w:rsidRPr="003E4D35">
        <w:t>cules</w:t>
      </w:r>
      <w:r>
        <w:t xml:space="preserve">. </w:t>
      </w:r>
      <w:r w:rsidR="00F225BE" w:rsidRPr="003E4D35">
        <w:t>Je suis CALME</w:t>
      </w:r>
      <w:r>
        <w:t xml:space="preserve">. </w:t>
      </w:r>
      <w:r w:rsidR="00F225BE" w:rsidRPr="003E4D35">
        <w:t>Pourquoi vous les écrivains en France n</w:t>
      </w:r>
      <w:r>
        <w:t>’</w:t>
      </w:r>
      <w:r w:rsidR="00F225BE" w:rsidRPr="003E4D35">
        <w:t>usez-vous pas de ce procédé</w:t>
      </w:r>
      <w:r>
        <w:t xml:space="preserve">. </w:t>
      </w:r>
      <w:r w:rsidR="00F225BE" w:rsidRPr="003E4D35">
        <w:t>Cela CALME comme si l</w:t>
      </w:r>
      <w:r>
        <w:t>’</w:t>
      </w:r>
      <w:r w:rsidR="00F225BE" w:rsidRPr="003E4D35">
        <w:t>on avait soudain une loupe devant les yeux</w:t>
      </w:r>
      <w:r>
        <w:t xml:space="preserve">. </w:t>
      </w:r>
      <w:r w:rsidR="00F225BE" w:rsidRPr="003E4D35">
        <w:t>Essayons</w:t>
      </w:r>
      <w:r>
        <w:t xml:space="preserve">, </w:t>
      </w:r>
      <w:r w:rsidR="00F225BE" w:rsidRPr="003E4D35">
        <w:t>pour voir si le r</w:t>
      </w:r>
      <w:r w:rsidR="00F225BE" w:rsidRPr="003E4D35">
        <w:t>e</w:t>
      </w:r>
      <w:r w:rsidR="00F225BE" w:rsidRPr="003E4D35">
        <w:t>mède est vraiment sûr</w:t>
      </w:r>
      <w:r>
        <w:t xml:space="preserve">, </w:t>
      </w:r>
      <w:r w:rsidR="00F225BE" w:rsidRPr="003E4D35">
        <w:t>d</w:t>
      </w:r>
      <w:r>
        <w:t>’</w:t>
      </w:r>
      <w:r w:rsidR="00F225BE" w:rsidRPr="003E4D35">
        <w:t>écrire un mot qui me fasse de la peine</w:t>
      </w:r>
      <w:r>
        <w:t xml:space="preserve">, </w:t>
      </w:r>
      <w:r w:rsidR="00F225BE" w:rsidRPr="003E4D35">
        <w:t>le mot gare</w:t>
      </w:r>
      <w:r>
        <w:t xml:space="preserve">, </w:t>
      </w:r>
      <w:r w:rsidR="00F225BE" w:rsidRPr="003E4D35">
        <w:t>le mot armoire à glace</w:t>
      </w:r>
      <w:r>
        <w:t xml:space="preserve">, </w:t>
      </w:r>
      <w:r w:rsidR="00F225BE" w:rsidRPr="003E4D35">
        <w:t>le mot CHENONCEAUX</w:t>
      </w:r>
      <w:r>
        <w:t>.</w:t>
      </w:r>
    </w:p>
    <w:p w14:paraId="23FC71FC" w14:textId="77777777" w:rsidR="00B97E5D" w:rsidRDefault="00B97E5D" w:rsidP="00F225BE">
      <w:r>
        <w:t>» </w:t>
      </w:r>
      <w:r w:rsidR="00F225BE" w:rsidRPr="003E4D35">
        <w:t>Ne me dites pas que vous m</w:t>
      </w:r>
      <w:r>
        <w:t>’</w:t>
      </w:r>
      <w:r w:rsidR="00F225BE" w:rsidRPr="003E4D35">
        <w:t>aimez</w:t>
      </w:r>
      <w:r>
        <w:t xml:space="preserve">. </w:t>
      </w:r>
      <w:r w:rsidR="00F225BE" w:rsidRPr="003E4D35">
        <w:t>Vous me croyez d</w:t>
      </w:r>
      <w:r w:rsidR="00F225BE" w:rsidRPr="003E4D35">
        <w:t>e</w:t>
      </w:r>
      <w:r w:rsidR="00F225BE" w:rsidRPr="003E4D35">
        <w:t>puis longtemps diluée dans la mer</w:t>
      </w:r>
      <w:r>
        <w:t xml:space="preserve"> ; </w:t>
      </w:r>
      <w:r w:rsidR="00F225BE" w:rsidRPr="003E4D35">
        <w:t>peut-être tout au plus</w:t>
      </w:r>
      <w:r>
        <w:t xml:space="preserve">, </w:t>
      </w:r>
      <w:r w:rsidR="00F225BE" w:rsidRPr="003E4D35">
        <w:t>dans les êtres tout jeunes</w:t>
      </w:r>
      <w:r>
        <w:t xml:space="preserve">, </w:t>
      </w:r>
      <w:r w:rsidR="00F225BE" w:rsidRPr="003E4D35">
        <w:t>imaginez-vous qu</w:t>
      </w:r>
      <w:r>
        <w:t>’</w:t>
      </w:r>
      <w:r w:rsidR="00F225BE" w:rsidRPr="003E4D35">
        <w:t>est entrée une parcelle de moi et les caressez-vous</w:t>
      </w:r>
      <w:r>
        <w:t xml:space="preserve">… </w:t>
      </w:r>
      <w:r w:rsidR="00F225BE" w:rsidRPr="003E4D35">
        <w:t>Pourtant</w:t>
      </w:r>
      <w:r>
        <w:t xml:space="preserve">, </w:t>
      </w:r>
      <w:r w:rsidR="00F225BE" w:rsidRPr="003E4D35">
        <w:t>vous qui avez Cheno</w:t>
      </w:r>
      <w:r w:rsidR="00F225BE" w:rsidRPr="003E4D35">
        <w:t>n</w:t>
      </w:r>
      <w:r w:rsidR="00F225BE" w:rsidRPr="003E4D35">
        <w:t>ceaux</w:t>
      </w:r>
      <w:r>
        <w:t xml:space="preserve">, </w:t>
      </w:r>
      <w:r w:rsidR="00F225BE" w:rsidRPr="003E4D35">
        <w:t>Chambord</w:t>
      </w:r>
      <w:r>
        <w:t xml:space="preserve">, </w:t>
      </w:r>
      <w:r w:rsidR="00F225BE" w:rsidRPr="003E4D35">
        <w:t>Valençay</w:t>
      </w:r>
      <w:r>
        <w:t xml:space="preserve">, </w:t>
      </w:r>
      <w:r w:rsidR="00F225BE" w:rsidRPr="003E4D35">
        <w:t>aimez-moi</w:t>
      </w:r>
      <w:r>
        <w:t>…</w:t>
      </w:r>
    </w:p>
    <w:p w14:paraId="6E3517BB" w14:textId="77777777" w:rsidR="00B97E5D" w:rsidRDefault="00B97E5D" w:rsidP="00F225BE">
      <w:r>
        <w:t>» </w:t>
      </w:r>
      <w:r w:rsidR="00F225BE" w:rsidRPr="003E4D35">
        <w:t>Ne dites pas que vous mourrez sans moi</w:t>
      </w:r>
      <w:r>
        <w:t xml:space="preserve">. </w:t>
      </w:r>
      <w:r w:rsidR="00F225BE" w:rsidRPr="003E4D35">
        <w:t>Vous mourrez sans prononcer mon nom</w:t>
      </w:r>
      <w:r>
        <w:t xml:space="preserve">, </w:t>
      </w:r>
      <w:r w:rsidR="00F225BE" w:rsidRPr="003E4D35">
        <w:t>sans regarder dans mes yeux pour y découvrir</w:t>
      </w:r>
      <w:r>
        <w:t xml:space="preserve">, </w:t>
      </w:r>
      <w:r w:rsidR="00F225BE" w:rsidRPr="003E4D35">
        <w:t>comme le naufragé dans les iris d</w:t>
      </w:r>
      <w:r>
        <w:t>’</w:t>
      </w:r>
      <w:r w:rsidR="00F225BE" w:rsidRPr="003E4D35">
        <w:t>oiseaux</w:t>
      </w:r>
      <w:r>
        <w:t xml:space="preserve">, </w:t>
      </w:r>
      <w:r w:rsidR="00F225BE" w:rsidRPr="003E4D35">
        <w:t>ma vraie espèce</w:t>
      </w:r>
      <w:r>
        <w:t xml:space="preserve">. </w:t>
      </w:r>
      <w:r w:rsidR="00F225BE" w:rsidRPr="003E4D35">
        <w:t>Vous avez rayé de votre testament la ligne qui était pour moi</w:t>
      </w:r>
      <w:r>
        <w:t xml:space="preserve">… </w:t>
      </w:r>
      <w:r w:rsidR="00F225BE" w:rsidRPr="003E4D35">
        <w:t>Pourtant vous qui êtes là-bas</w:t>
      </w:r>
      <w:r>
        <w:t xml:space="preserve">, </w:t>
      </w:r>
      <w:r w:rsidR="00F225BE" w:rsidRPr="003E4D35">
        <w:t xml:space="preserve">vous qui avez </w:t>
      </w:r>
      <w:r w:rsidR="00F225BE" w:rsidRPr="003E4D35">
        <w:lastRenderedPageBreak/>
        <w:t>les journaux</w:t>
      </w:r>
      <w:r>
        <w:t xml:space="preserve">, </w:t>
      </w:r>
      <w:r w:rsidR="00F225BE" w:rsidRPr="003E4D35">
        <w:rPr>
          <w:i/>
          <w:iCs/>
        </w:rPr>
        <w:t>le Figaro</w:t>
      </w:r>
      <w:r>
        <w:rPr>
          <w:i/>
          <w:iCs/>
        </w:rPr>
        <w:t xml:space="preserve">, </w:t>
      </w:r>
      <w:r w:rsidR="00F225BE" w:rsidRPr="003E4D35">
        <w:rPr>
          <w:i/>
          <w:iCs/>
        </w:rPr>
        <w:t>le Matin</w:t>
      </w:r>
      <w:r>
        <w:rPr>
          <w:i/>
          <w:iCs/>
        </w:rPr>
        <w:t xml:space="preserve">, </w:t>
      </w:r>
      <w:r w:rsidR="00F225BE" w:rsidRPr="003E4D35">
        <w:rPr>
          <w:i/>
          <w:iCs/>
        </w:rPr>
        <w:t>l</w:t>
      </w:r>
      <w:r>
        <w:rPr>
          <w:i/>
          <w:iCs/>
        </w:rPr>
        <w:t>’</w:t>
      </w:r>
      <w:r w:rsidR="00F225BE" w:rsidRPr="003E4D35">
        <w:rPr>
          <w:i/>
          <w:iCs/>
        </w:rPr>
        <w:t>Écho</w:t>
      </w:r>
      <w:r w:rsidR="00F225BE" w:rsidRPr="003E4D35">
        <w:t xml:space="preserve"> et les </w:t>
      </w:r>
      <w:r w:rsidR="00F225BE" w:rsidRPr="003E4D35">
        <w:rPr>
          <w:i/>
          <w:iCs/>
        </w:rPr>
        <w:t>Débats</w:t>
      </w:r>
      <w:r>
        <w:rPr>
          <w:i/>
          <w:iCs/>
        </w:rPr>
        <w:t xml:space="preserve">, </w:t>
      </w:r>
      <w:r w:rsidR="00F225BE" w:rsidRPr="003E4D35">
        <w:t>vous qui pourriez avoir par retour du courrier</w:t>
      </w:r>
      <w:r w:rsidR="00F225BE" w:rsidRPr="003E4D35">
        <w:rPr>
          <w:i/>
          <w:iCs/>
        </w:rPr>
        <w:t xml:space="preserve"> la Gazette de Limoges</w:t>
      </w:r>
      <w:r>
        <w:rPr>
          <w:i/>
          <w:iCs/>
        </w:rPr>
        <w:t xml:space="preserve">, </w:t>
      </w:r>
      <w:r w:rsidR="00F225BE" w:rsidRPr="003E4D35">
        <w:t>aimez-moi</w:t>
      </w:r>
      <w:r>
        <w:t>…</w:t>
      </w:r>
    </w:p>
    <w:p w14:paraId="70C9C16E" w14:textId="77777777" w:rsidR="00B97E5D" w:rsidRDefault="00B97E5D" w:rsidP="00F225BE">
      <w:r>
        <w:t>» </w:t>
      </w:r>
      <w:r w:rsidR="00F225BE" w:rsidRPr="003E4D35">
        <w:t>Ah</w:t>
      </w:r>
      <w:r>
        <w:t xml:space="preserve"> ! </w:t>
      </w:r>
      <w:r w:rsidR="00F225BE" w:rsidRPr="003E4D35">
        <w:t>Simon</w:t>
      </w:r>
      <w:r>
        <w:t xml:space="preserve">. </w:t>
      </w:r>
      <w:r w:rsidR="00F225BE" w:rsidRPr="003E4D35">
        <w:t>Comme un pharmacien tout à coup au milieu de sa potion s</w:t>
      </w:r>
      <w:r>
        <w:t>’</w:t>
      </w:r>
      <w:r w:rsidR="00F225BE" w:rsidRPr="003E4D35">
        <w:t>arrête</w:t>
      </w:r>
      <w:r>
        <w:t xml:space="preserve">, </w:t>
      </w:r>
      <w:r w:rsidR="00F225BE" w:rsidRPr="003E4D35">
        <w:t>et subitement</w:t>
      </w:r>
      <w:r>
        <w:t xml:space="preserve">, </w:t>
      </w:r>
      <w:r w:rsidR="00F225BE" w:rsidRPr="003E4D35">
        <w:t>sans raison</w:t>
      </w:r>
      <w:r>
        <w:t xml:space="preserve">, </w:t>
      </w:r>
      <w:r w:rsidR="00F225BE" w:rsidRPr="003E4D35">
        <w:t>devine que sa vocation était d</w:t>
      </w:r>
      <w:r>
        <w:t>’</w:t>
      </w:r>
      <w:r w:rsidR="00F225BE" w:rsidRPr="003E4D35">
        <w:t>être géomètre</w:t>
      </w:r>
      <w:r>
        <w:t xml:space="preserve">, </w:t>
      </w:r>
      <w:r w:rsidR="00F225BE" w:rsidRPr="003E4D35">
        <w:t>comme à un jockey</w:t>
      </w:r>
      <w:r>
        <w:t xml:space="preserve">, </w:t>
      </w:r>
      <w:r w:rsidR="00F225BE" w:rsidRPr="003E4D35">
        <w:t>sans raison</w:t>
      </w:r>
      <w:r>
        <w:t xml:space="preserve">, </w:t>
      </w:r>
      <w:r w:rsidR="00F225BE" w:rsidRPr="003E4D35">
        <w:t>qui tient par la bride Dragon-du-Roi</w:t>
      </w:r>
      <w:r>
        <w:t xml:space="preserve">, </w:t>
      </w:r>
      <w:r w:rsidR="00F225BE" w:rsidRPr="003E4D35">
        <w:t>est soudain révélé qu</w:t>
      </w:r>
      <w:r>
        <w:t>’</w:t>
      </w:r>
      <w:r w:rsidR="00F225BE" w:rsidRPr="003E4D35">
        <w:t>il était né pour la médecine</w:t>
      </w:r>
      <w:r>
        <w:t xml:space="preserve">, </w:t>
      </w:r>
      <w:r w:rsidR="00F225BE" w:rsidRPr="003E4D35">
        <w:t>à l</w:t>
      </w:r>
      <w:r>
        <w:t>’</w:t>
      </w:r>
      <w:r w:rsidR="00F225BE" w:rsidRPr="003E4D35">
        <w:t>instant et sans raison</w:t>
      </w:r>
      <w:r>
        <w:t xml:space="preserve">, </w:t>
      </w:r>
      <w:r w:rsidR="00F225BE" w:rsidRPr="003E4D35">
        <w:t>je devine que j</w:t>
      </w:r>
      <w:r>
        <w:t>’</w:t>
      </w:r>
      <w:r w:rsidR="00F225BE" w:rsidRPr="003E4D35">
        <w:t>étais faite pour l</w:t>
      </w:r>
      <w:r>
        <w:t>’</w:t>
      </w:r>
      <w:r w:rsidR="00F225BE" w:rsidRPr="003E4D35">
        <w:t>AMOUR</w:t>
      </w:r>
      <w:r>
        <w:t xml:space="preserve">, </w:t>
      </w:r>
      <w:r w:rsidR="00F225BE" w:rsidRPr="003E4D35">
        <w:t>pour l</w:t>
      </w:r>
      <w:r>
        <w:t>’</w:t>
      </w:r>
      <w:r w:rsidR="00F225BE" w:rsidRPr="003E4D35">
        <w:t>AMOUR</w:t>
      </w:r>
      <w:r>
        <w:t>.</w:t>
      </w:r>
    </w:p>
    <w:p w14:paraId="741BA1C4" w14:textId="05DC5587" w:rsidR="00F225BE" w:rsidRPr="003E4D35" w:rsidRDefault="00B97E5D" w:rsidP="00F225BE">
      <w:r>
        <w:t>» </w:t>
      </w:r>
      <w:r w:rsidR="00F225BE" w:rsidRPr="003E4D35">
        <w:t>Pour l</w:t>
      </w:r>
      <w:r>
        <w:t>’</w:t>
      </w:r>
      <w:r w:rsidR="00F225BE" w:rsidRPr="003E4D35">
        <w:t>amour à Chamonix</w:t>
      </w:r>
      <w:r>
        <w:t xml:space="preserve"> ; </w:t>
      </w:r>
      <w:r w:rsidR="00F225BE" w:rsidRPr="003E4D35">
        <w:t>je vois la fenêtre de la cha</w:t>
      </w:r>
      <w:r w:rsidR="00F225BE" w:rsidRPr="003E4D35">
        <w:t>m</w:t>
      </w:r>
      <w:r w:rsidR="00F225BE" w:rsidRPr="003E4D35">
        <w:t>bre d</w:t>
      </w:r>
      <w:r>
        <w:t>’</w:t>
      </w:r>
      <w:r w:rsidR="00F225BE" w:rsidRPr="003E4D35">
        <w:t>hôtel pour laquelle j</w:t>
      </w:r>
      <w:r>
        <w:t>’</w:t>
      </w:r>
      <w:r w:rsidR="00F225BE" w:rsidRPr="003E4D35">
        <w:t>étais créée</w:t>
      </w:r>
      <w:r>
        <w:t xml:space="preserve">. </w:t>
      </w:r>
      <w:r w:rsidR="00F225BE" w:rsidRPr="003E4D35">
        <w:t>Pour l</w:t>
      </w:r>
      <w:r>
        <w:t>’</w:t>
      </w:r>
      <w:r w:rsidR="00F225BE" w:rsidRPr="003E4D35">
        <w:t>amour à Saint-Moritz</w:t>
      </w:r>
      <w:r>
        <w:t xml:space="preserve"> ; </w:t>
      </w:r>
      <w:r w:rsidR="00F225BE" w:rsidRPr="003E4D35">
        <w:t>je vois les skieurs</w:t>
      </w:r>
      <w:r>
        <w:t xml:space="preserve">. </w:t>
      </w:r>
      <w:r w:rsidR="00F225BE" w:rsidRPr="003E4D35">
        <w:t>Qu</w:t>
      </w:r>
      <w:r>
        <w:t>’</w:t>
      </w:r>
      <w:r w:rsidR="00F225BE" w:rsidRPr="003E4D35">
        <w:t>on est bête dans la vie</w:t>
      </w:r>
      <w:r>
        <w:t xml:space="preserve"> ! </w:t>
      </w:r>
      <w:r w:rsidR="00F225BE" w:rsidRPr="003E4D35">
        <w:t>Je pense que la NEIGE est un solide</w:t>
      </w:r>
      <w:r>
        <w:t xml:space="preserve">, </w:t>
      </w:r>
      <w:r w:rsidR="00F225BE" w:rsidRPr="003E4D35">
        <w:t>qu</w:t>
      </w:r>
      <w:r>
        <w:t>’</w:t>
      </w:r>
      <w:r w:rsidR="00F225BE" w:rsidRPr="003E4D35">
        <w:t>elle doit malgré tout en tombant faire un léger bruit</w:t>
      </w:r>
      <w:r>
        <w:t xml:space="preserve">, </w:t>
      </w:r>
      <w:r w:rsidR="00F225BE" w:rsidRPr="003E4D35">
        <w:t>et jamais je n</w:t>
      </w:r>
      <w:r>
        <w:t>’</w:t>
      </w:r>
      <w:r w:rsidR="00F225BE" w:rsidRPr="003E4D35">
        <w:t>ai eu l</w:t>
      </w:r>
      <w:r>
        <w:t>’</w:t>
      </w:r>
      <w:r w:rsidR="00F225BE" w:rsidRPr="003E4D35">
        <w:t>idée de l</w:t>
      </w:r>
      <w:r>
        <w:t>’</w:t>
      </w:r>
      <w:r w:rsidR="00F225BE" w:rsidRPr="003E4D35">
        <w:t>écouter</w:t>
      </w:r>
      <w:r>
        <w:t xml:space="preserve">. </w:t>
      </w:r>
      <w:r w:rsidR="00F225BE" w:rsidRPr="003E4D35">
        <w:t>Je pense que tous ces êtres humains autour de moi qui s</w:t>
      </w:r>
      <w:r>
        <w:t>’</w:t>
      </w:r>
      <w:r w:rsidR="00F225BE" w:rsidRPr="003E4D35">
        <w:t>aimaient</w:t>
      </w:r>
      <w:r>
        <w:t xml:space="preserve">, </w:t>
      </w:r>
      <w:r w:rsidR="00F225BE" w:rsidRPr="003E4D35">
        <w:t>devaient se serrer les mains à les tordre</w:t>
      </w:r>
      <w:r>
        <w:t xml:space="preserve">, </w:t>
      </w:r>
      <w:r w:rsidR="00F225BE" w:rsidRPr="003E4D35">
        <w:t>s</w:t>
      </w:r>
      <w:r>
        <w:t>’</w:t>
      </w:r>
      <w:r w:rsidR="00F225BE" w:rsidRPr="003E4D35">
        <w:t>étreindre dans des bow-windows</w:t>
      </w:r>
      <w:r>
        <w:t xml:space="preserve">, </w:t>
      </w:r>
      <w:r w:rsidR="00F225BE" w:rsidRPr="003E4D35">
        <w:t>crier</w:t>
      </w:r>
      <w:r>
        <w:t xml:space="preserve">…, </w:t>
      </w:r>
      <w:r w:rsidR="00F225BE" w:rsidRPr="003E4D35">
        <w:t>et je n</w:t>
      </w:r>
      <w:r>
        <w:t>’</w:t>
      </w:r>
      <w:r w:rsidR="00F225BE" w:rsidRPr="003E4D35">
        <w:t>ai jamais rien remarqué</w:t>
      </w:r>
      <w:r>
        <w:t xml:space="preserve">, </w:t>
      </w:r>
      <w:r w:rsidR="00F225BE" w:rsidRPr="003E4D35">
        <w:t>ni ente</w:t>
      </w:r>
      <w:r w:rsidR="00F225BE" w:rsidRPr="003E4D35">
        <w:t>n</w:t>
      </w:r>
      <w:r w:rsidR="00F225BE" w:rsidRPr="003E4D35">
        <w:t>du</w:t>
      </w:r>
      <w:r>
        <w:t xml:space="preserve">. </w:t>
      </w:r>
      <w:r w:rsidR="00F225BE" w:rsidRPr="003E4D35">
        <w:t>Pendant mes vingt ans dans le monde</w:t>
      </w:r>
      <w:r>
        <w:t xml:space="preserve">, </w:t>
      </w:r>
      <w:r w:rsidR="00F225BE" w:rsidRPr="003E4D35">
        <w:t>rien qui ait pu me laisser croire qu</w:t>
      </w:r>
      <w:r>
        <w:t>’</w:t>
      </w:r>
      <w:r w:rsidR="00F225BE" w:rsidRPr="003E4D35">
        <w:t>on s</w:t>
      </w:r>
      <w:r>
        <w:t>’</w:t>
      </w:r>
      <w:r w:rsidR="00F225BE" w:rsidRPr="003E4D35">
        <w:t>y aimait</w:t>
      </w:r>
      <w:r>
        <w:t xml:space="preserve">. </w:t>
      </w:r>
      <w:r w:rsidR="00F225BE" w:rsidRPr="003E4D35">
        <w:t>Dites-moi ce que vous faisiez avec Anne</w:t>
      </w:r>
      <w:r>
        <w:t xml:space="preserve">, </w:t>
      </w:r>
      <w:r w:rsidR="00F225BE" w:rsidRPr="003E4D35">
        <w:t>Simon</w:t>
      </w:r>
      <w:r>
        <w:t xml:space="preserve">. </w:t>
      </w:r>
      <w:r w:rsidR="00F225BE" w:rsidRPr="003E4D35">
        <w:t>Parlez-moi sans mensonge</w:t>
      </w:r>
      <w:r>
        <w:t> ! »</w:t>
      </w:r>
    </w:p>
    <w:p w14:paraId="6319DD9A" w14:textId="77777777" w:rsidR="00F225BE" w:rsidRPr="003E4D35" w:rsidRDefault="00F225BE" w:rsidP="00F225BE"/>
    <w:p w14:paraId="5402EA01" w14:textId="77777777" w:rsidR="00B97E5D" w:rsidRDefault="00F225BE" w:rsidP="00F225BE">
      <w:r w:rsidRPr="003E4D35">
        <w:t>Simon me répondit qu</w:t>
      </w:r>
      <w:r w:rsidR="00B97E5D">
        <w:t>’</w:t>
      </w:r>
      <w:r w:rsidRPr="003E4D35">
        <w:t>il allait tout me dire</w:t>
      </w:r>
      <w:r w:rsidR="00B97E5D">
        <w:t xml:space="preserve">. </w:t>
      </w:r>
      <w:r w:rsidRPr="003E4D35">
        <w:t>Qu</w:t>
      </w:r>
      <w:r w:rsidR="00B97E5D">
        <w:t>’</w:t>
      </w:r>
      <w:r w:rsidRPr="003E4D35">
        <w:t>avec Anne ils s</w:t>
      </w:r>
      <w:r w:rsidR="00B97E5D">
        <w:t>’</w:t>
      </w:r>
      <w:r w:rsidRPr="003E4D35">
        <w:t>embrassaient</w:t>
      </w:r>
      <w:r w:rsidR="00B97E5D">
        <w:t xml:space="preserve">. </w:t>
      </w:r>
      <w:r w:rsidRPr="003E4D35">
        <w:t>Très souvent</w:t>
      </w:r>
      <w:r w:rsidR="00B97E5D">
        <w:t xml:space="preserve">, </w:t>
      </w:r>
      <w:r w:rsidRPr="003E4D35">
        <w:t>derrière moi</w:t>
      </w:r>
      <w:r w:rsidR="00B97E5D">
        <w:t xml:space="preserve">. </w:t>
      </w:r>
      <w:r w:rsidRPr="003E4D35">
        <w:t>Il n</w:t>
      </w:r>
      <w:r w:rsidR="00B97E5D">
        <w:t>’</w:t>
      </w:r>
      <w:r w:rsidRPr="003E4D35">
        <w:t>y avait pas de silence</w:t>
      </w:r>
      <w:r w:rsidR="00B97E5D">
        <w:t xml:space="preserve">, </w:t>
      </w:r>
      <w:r w:rsidRPr="003E4D35">
        <w:t>car celui qui n</w:t>
      </w:r>
      <w:r w:rsidR="00B97E5D">
        <w:t>’</w:t>
      </w:r>
      <w:r w:rsidRPr="003E4D35">
        <w:t>embrassait pas continuait à parler</w:t>
      </w:r>
      <w:r w:rsidR="00B97E5D">
        <w:t xml:space="preserve">. </w:t>
      </w:r>
      <w:r w:rsidRPr="003E4D35">
        <w:t>Qu</w:t>
      </w:r>
      <w:r w:rsidR="00B97E5D">
        <w:t>’</w:t>
      </w:r>
      <w:r w:rsidRPr="003E4D35">
        <w:t>il l</w:t>
      </w:r>
      <w:r w:rsidR="00B97E5D">
        <w:t>’</w:t>
      </w:r>
      <w:r w:rsidRPr="003E4D35">
        <w:t>étendait sur mon divan rose de l</w:t>
      </w:r>
      <w:r w:rsidR="00B97E5D">
        <w:t>’</w:t>
      </w:r>
      <w:r w:rsidRPr="003E4D35">
        <w:t>hôtel</w:t>
      </w:r>
      <w:r w:rsidR="00B97E5D">
        <w:t xml:space="preserve">, </w:t>
      </w:r>
      <w:r w:rsidRPr="003E4D35">
        <w:t>vite</w:t>
      </w:r>
      <w:r w:rsidR="00B97E5D">
        <w:t xml:space="preserve">, </w:t>
      </w:r>
      <w:r w:rsidRPr="003E4D35">
        <w:t>pendant que je préparais le thé</w:t>
      </w:r>
      <w:r w:rsidR="00B97E5D">
        <w:t xml:space="preserve">. </w:t>
      </w:r>
      <w:r w:rsidRPr="003E4D35">
        <w:t>Ce bruit de pas</w:t>
      </w:r>
      <w:r w:rsidR="00B97E5D">
        <w:t xml:space="preserve">, </w:t>
      </w:r>
      <w:r w:rsidRPr="003E4D35">
        <w:t>qui m</w:t>
      </w:r>
      <w:r w:rsidR="00B97E5D">
        <w:t>’</w:t>
      </w:r>
      <w:r w:rsidRPr="003E4D35">
        <w:t>étonnait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étaient leurs quatre pieds reprenant terre</w:t>
      </w:r>
      <w:r w:rsidR="00B97E5D">
        <w:t xml:space="preserve">, </w:t>
      </w:r>
      <w:r w:rsidRPr="003E4D35">
        <w:t>eux se levant</w:t>
      </w:r>
      <w:r w:rsidR="00B97E5D">
        <w:t xml:space="preserve">. </w:t>
      </w:r>
      <w:r w:rsidRPr="003E4D35">
        <w:t>Qu</w:t>
      </w:r>
      <w:r w:rsidR="00B97E5D">
        <w:t>’</w:t>
      </w:r>
      <w:r w:rsidRPr="003E4D35">
        <w:t>il se penchait sur elle</w:t>
      </w:r>
      <w:r w:rsidR="00B97E5D">
        <w:t xml:space="preserve">, </w:t>
      </w:r>
      <w:r w:rsidRPr="003E4D35">
        <w:t>et ce cri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il avait à demi couvert en renversant le cache-pot en cuivre ondulé</w:t>
      </w:r>
      <w:r w:rsidR="00B97E5D">
        <w:t xml:space="preserve">, </w:t>
      </w:r>
      <w:r w:rsidRPr="003E4D35">
        <w:t>ce cri qui m</w:t>
      </w:r>
      <w:r w:rsidR="00B97E5D">
        <w:t>’</w:t>
      </w:r>
      <w:r w:rsidRPr="003E4D35">
        <w:t xml:space="preserve">avait </w:t>
      </w:r>
      <w:r w:rsidRPr="003E4D35">
        <w:lastRenderedPageBreak/>
        <w:t>fait accourir toute pâle</w:t>
      </w:r>
      <w:r w:rsidR="00B97E5D">
        <w:t xml:space="preserve">, </w:t>
      </w:r>
      <w:r w:rsidRPr="003E4D35">
        <w:t>et que j</w:t>
      </w:r>
      <w:r w:rsidR="00B97E5D">
        <w:t>’</w:t>
      </w:r>
      <w:r w:rsidRPr="003E4D35">
        <w:t>avais cru stupidement</w:t>
      </w:r>
      <w:r w:rsidR="00B97E5D">
        <w:t xml:space="preserve">, </w:t>
      </w:r>
      <w:r w:rsidRPr="003E4D35">
        <w:t>comme si les causes suivent les effets</w:t>
      </w:r>
      <w:r w:rsidR="00B97E5D">
        <w:t xml:space="preserve">, </w:t>
      </w:r>
      <w:r w:rsidRPr="003E4D35">
        <w:t>un cri d</w:t>
      </w:r>
      <w:r w:rsidR="00B97E5D">
        <w:t>’</w:t>
      </w:r>
      <w:r w:rsidRPr="003E4D35">
        <w:t>effroi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</w:t>
      </w:r>
      <w:r w:rsidR="00B97E5D">
        <w:t>…</w:t>
      </w:r>
    </w:p>
    <w:p w14:paraId="1123E7B1" w14:textId="77777777" w:rsidR="00B97E5D" w:rsidRDefault="00F225BE" w:rsidP="00F225BE">
      <w:r w:rsidRPr="003E4D35">
        <w:t>Ici je déchirais sa lettre</w:t>
      </w:r>
      <w:r w:rsidR="00B97E5D">
        <w:t>.</w:t>
      </w:r>
    </w:p>
    <w:p w14:paraId="26A336EB" w14:textId="0ED80AD3" w:rsidR="00F225BE" w:rsidRPr="003E4D35" w:rsidRDefault="00F225BE" w:rsidP="00F225BE"/>
    <w:p w14:paraId="1E41EDF0" w14:textId="77777777" w:rsidR="00B97E5D" w:rsidRDefault="00F225BE" w:rsidP="00F225BE">
      <w:r w:rsidRPr="003E4D35">
        <w:t>Cher Simon</w:t>
      </w:r>
      <w:r w:rsidR="00B97E5D">
        <w:t>,</w:t>
      </w:r>
    </w:p>
    <w:p w14:paraId="763C3D62" w14:textId="77777777" w:rsidR="00B97E5D" w:rsidRDefault="00F225BE" w:rsidP="00F225BE">
      <w:r w:rsidRPr="003E4D35">
        <w:t>Hélas</w:t>
      </w:r>
      <w:r w:rsidR="00B97E5D">
        <w:t xml:space="preserve"> ! </w:t>
      </w:r>
      <w:r w:rsidRPr="003E4D35">
        <w:t>oui</w:t>
      </w:r>
      <w:r w:rsidR="00B97E5D">
        <w:t xml:space="preserve">, </w:t>
      </w:r>
      <w:r w:rsidRPr="003E4D35">
        <w:t>il m</w:t>
      </w:r>
      <w:r w:rsidR="00B97E5D">
        <w:t>’</w:t>
      </w:r>
      <w:r w:rsidRPr="003E4D35">
        <w:t>arrive de dire tout haut</w:t>
      </w:r>
      <w:r w:rsidR="00B97E5D">
        <w:t xml:space="preserve">, </w:t>
      </w:r>
      <w:r w:rsidRPr="003E4D35">
        <w:t>quand un nuage blanc s</w:t>
      </w:r>
      <w:r w:rsidR="00B97E5D">
        <w:t>’</w:t>
      </w:r>
      <w:r w:rsidRPr="003E4D35">
        <w:t>élève soudain</w:t>
      </w:r>
      <w:r w:rsidR="00B97E5D">
        <w:t xml:space="preserve"> : – </w:t>
      </w:r>
      <w:r w:rsidRPr="003E4D35">
        <w:t>Le train part</w:t>
      </w:r>
      <w:r w:rsidR="00B97E5D">
        <w:t xml:space="preserve"> ! </w:t>
      </w:r>
      <w:r w:rsidRPr="003E4D35">
        <w:t>et de crier parfois</w:t>
      </w:r>
      <w:r w:rsidR="00B97E5D">
        <w:t xml:space="preserve">, </w:t>
      </w:r>
      <w:r w:rsidRPr="003E4D35">
        <w:t>quand j</w:t>
      </w:r>
      <w:r w:rsidR="00B97E5D">
        <w:t>’</w:t>
      </w:r>
      <w:r w:rsidRPr="003E4D35">
        <w:t>ai faim</w:t>
      </w:r>
      <w:r w:rsidR="00B97E5D">
        <w:t xml:space="preserve"> : – </w:t>
      </w:r>
      <w:r w:rsidRPr="003E4D35">
        <w:t>À table</w:t>
      </w:r>
      <w:r w:rsidR="00B97E5D">
        <w:t> !</w:t>
      </w:r>
    </w:p>
    <w:p w14:paraId="606115D4" w14:textId="38C8AD60" w:rsidR="00B97E5D" w:rsidRDefault="00F225BE" w:rsidP="00F225BE">
      <w:r w:rsidRPr="003E4D35">
        <w:t>C</w:t>
      </w:r>
      <w:r w:rsidR="00B97E5D">
        <w:t>’</w:t>
      </w:r>
      <w:r w:rsidRPr="003E4D35">
        <w:t>est pour m</w:t>
      </w:r>
      <w:r w:rsidR="00B97E5D">
        <w:t>’</w:t>
      </w:r>
      <w:r w:rsidRPr="003E4D35">
        <w:t>éviter ces visites douloureuses de mots fra</w:t>
      </w:r>
      <w:r w:rsidRPr="003E4D35">
        <w:t>n</w:t>
      </w:r>
      <w:r w:rsidRPr="003E4D35">
        <w:t>çais que j</w:t>
      </w:r>
      <w:r w:rsidR="00B97E5D">
        <w:t>’</w:t>
      </w:r>
      <w:r w:rsidRPr="003E4D35">
        <w:t>ai pris l</w:t>
      </w:r>
      <w:r w:rsidR="00B97E5D">
        <w:t>’</w:t>
      </w:r>
      <w:r w:rsidRPr="003E4D35">
        <w:t>habitude de me faire des mots et que j</w:t>
      </w:r>
      <w:r w:rsidR="00B97E5D">
        <w:t>’</w:t>
      </w:r>
      <w:r w:rsidRPr="003E4D35">
        <w:t>ai maintenant une langue à moi seule</w:t>
      </w:r>
      <w:r w:rsidR="00B97E5D">
        <w:t xml:space="preserve">. </w:t>
      </w:r>
      <w:r w:rsidRPr="003E4D35">
        <w:t>Aux arbres et aux oiseaux j</w:t>
      </w:r>
      <w:r w:rsidR="00B97E5D">
        <w:t>’</w:t>
      </w:r>
      <w:r w:rsidRPr="003E4D35">
        <w:t>ai retiré même ces surnoms européens déformés dont je les avais affublés au hasard</w:t>
      </w:r>
      <w:r w:rsidR="00B97E5D">
        <w:t xml:space="preserve">, </w:t>
      </w:r>
      <w:r w:rsidRPr="003E4D35">
        <w:t>comme de gibus et de corsets un roi peul</w:t>
      </w:r>
      <w:r w:rsidR="00B97E5D">
        <w:t xml:space="preserve">. </w:t>
      </w:r>
      <w:r w:rsidRPr="003E4D35">
        <w:t xml:space="preserve">Plus de </w:t>
      </w:r>
      <w:proofErr w:type="spellStart"/>
      <w:r w:rsidRPr="003E4D35">
        <w:t>prunicotiers</w:t>
      </w:r>
      <w:proofErr w:type="spellEnd"/>
      <w:r w:rsidR="00B97E5D">
        <w:t xml:space="preserve">, </w:t>
      </w:r>
      <w:r w:rsidRPr="003E4D35">
        <w:t>d</w:t>
      </w:r>
      <w:r w:rsidR="00B97E5D">
        <w:t>’</w:t>
      </w:r>
      <w:proofErr w:type="spellStart"/>
      <w:r w:rsidRPr="003E4D35">
        <w:t>adonisiers</w:t>
      </w:r>
      <w:proofErr w:type="spellEnd"/>
      <w:r w:rsidR="00B97E5D">
        <w:t xml:space="preserve">, </w:t>
      </w:r>
      <w:r w:rsidRPr="003E4D35">
        <w:t xml:space="preserve">de </w:t>
      </w:r>
      <w:proofErr w:type="spellStart"/>
      <w:r w:rsidRPr="003E4D35">
        <w:t>kerikerisiers</w:t>
      </w:r>
      <w:proofErr w:type="spellEnd"/>
      <w:r w:rsidR="00B97E5D">
        <w:t xml:space="preserve">. </w:t>
      </w:r>
      <w:r w:rsidRPr="003E4D35">
        <w:t>J</w:t>
      </w:r>
      <w:r w:rsidR="00B97E5D">
        <w:t>’</w:t>
      </w:r>
      <w:r w:rsidRPr="003E4D35">
        <w:t>ai bien deux cents mots qui jamais ne me portent hors de l</w:t>
      </w:r>
      <w:r w:rsidR="00B97E5D">
        <w:t>’</w:t>
      </w:r>
      <w:r w:rsidRPr="003E4D35">
        <w:t>île où ils sont nés</w:t>
      </w:r>
      <w:r w:rsidR="00B97E5D">
        <w:t xml:space="preserve">, </w:t>
      </w:r>
      <w:r w:rsidRPr="003E4D35">
        <w:t>même ceux qui signifient Nostalgie ou Attente</w:t>
      </w:r>
      <w:r w:rsidR="00B97E5D">
        <w:t xml:space="preserve">. </w:t>
      </w:r>
      <w:r w:rsidRPr="003E4D35">
        <w:t>Langage fluide</w:t>
      </w:r>
      <w:r w:rsidR="00B97E5D">
        <w:t xml:space="preserve">, </w:t>
      </w:r>
      <w:r w:rsidRPr="003E4D35">
        <w:t>car toujours paresseuse</w:t>
      </w:r>
      <w:r w:rsidR="00B97E5D">
        <w:t xml:space="preserve">, </w:t>
      </w:r>
      <w:r w:rsidRPr="003E4D35">
        <w:t>je me suis épargné ju</w:t>
      </w:r>
      <w:r w:rsidRPr="003E4D35">
        <w:t>s</w:t>
      </w:r>
      <w:r w:rsidRPr="003E4D35">
        <w:t>qu</w:t>
      </w:r>
      <w:r w:rsidR="00B97E5D">
        <w:t>’</w:t>
      </w:r>
      <w:r w:rsidRPr="003E4D35">
        <w:t>à la peine d</w:t>
      </w:r>
      <w:r w:rsidR="00B97E5D">
        <w:t>’</w:t>
      </w:r>
      <w:r w:rsidRPr="003E4D35">
        <w:t xml:space="preserve">y loger des </w:t>
      </w:r>
      <w:r w:rsidRPr="003E4D35">
        <w:rPr>
          <w:i/>
          <w:iCs/>
        </w:rPr>
        <w:t>x</w:t>
      </w:r>
      <w:r w:rsidRPr="003E4D35">
        <w:t xml:space="preserve"> et des nasales</w:t>
      </w:r>
      <w:r w:rsidR="00B97E5D">
        <w:t xml:space="preserve">. </w:t>
      </w:r>
      <w:r w:rsidRPr="003E4D35">
        <w:t xml:space="preserve">Pas de ces </w:t>
      </w:r>
      <w:r w:rsidRPr="003E4D35">
        <w:rPr>
          <w:i/>
          <w:iCs/>
        </w:rPr>
        <w:t>h</w:t>
      </w:r>
      <w:r w:rsidRPr="003E4D35">
        <w:t xml:space="preserve"> aspirés non plus que j</w:t>
      </w:r>
      <w:r w:rsidR="00B97E5D">
        <w:t>’</w:t>
      </w:r>
      <w:r w:rsidRPr="003E4D35">
        <w:t>ai toujours détestés et qui collent le mot sur votre visage comme un masque pour opération</w:t>
      </w:r>
      <w:r w:rsidR="00B97E5D">
        <w:t xml:space="preserve">. </w:t>
      </w:r>
      <w:r w:rsidRPr="003E4D35">
        <w:t>Langage sans su</w:t>
      </w:r>
      <w:r w:rsidRPr="003E4D35">
        <w:t>f</w:t>
      </w:r>
      <w:r w:rsidRPr="003E4D35">
        <w:t>fixes</w:t>
      </w:r>
      <w:r w:rsidR="00B97E5D">
        <w:t xml:space="preserve">, </w:t>
      </w:r>
      <w:r w:rsidRPr="003E4D35">
        <w:t>ni préfixes</w:t>
      </w:r>
      <w:r w:rsidR="00B97E5D">
        <w:t xml:space="preserve">, </w:t>
      </w:r>
      <w:r w:rsidRPr="003E4D35">
        <w:t>ni racines</w:t>
      </w:r>
      <w:r w:rsidR="00B97E5D">
        <w:t xml:space="preserve">, </w:t>
      </w:r>
      <w:r w:rsidRPr="003E4D35">
        <w:t>où les êtres qui se ressemblent le plus ont les noms les plus différents</w:t>
      </w:r>
      <w:r w:rsidR="00B97E5D">
        <w:t xml:space="preserve">. </w:t>
      </w:r>
      <w:r w:rsidRPr="003E4D35">
        <w:t>Noms sifflants toujours suivis d</w:t>
      </w:r>
      <w:r w:rsidR="00B97E5D">
        <w:t>’</w:t>
      </w:r>
      <w:r w:rsidRPr="003E4D35">
        <w:t>une belle épithète qui les nourrit comme un tender</w:t>
      </w:r>
      <w:r w:rsidR="00B97E5D">
        <w:t xml:space="preserve">. </w:t>
      </w:r>
      <w:r w:rsidRPr="003E4D35">
        <w:t>Noms roulants dont je forge beaucoup devant l</w:t>
      </w:r>
      <w:r w:rsidR="00B97E5D">
        <w:t>’</w:t>
      </w:r>
      <w:r w:rsidRPr="003E4D35">
        <w:t>écho</w:t>
      </w:r>
      <w:r w:rsidR="00B97E5D">
        <w:t xml:space="preserve">, </w:t>
      </w:r>
      <w:r w:rsidRPr="003E4D35">
        <w:t>les criant et les modifiant jusqu</w:t>
      </w:r>
      <w:r w:rsidR="00B97E5D">
        <w:t>’</w:t>
      </w:r>
      <w:r w:rsidRPr="003E4D35">
        <w:t>à ce qu</w:t>
      </w:r>
      <w:r w:rsidR="00B97E5D">
        <w:t>’</w:t>
      </w:r>
      <w:r w:rsidRPr="003E4D35">
        <w:t>il me revienne du rocher un nom sans alliage</w:t>
      </w:r>
      <w:r w:rsidR="00B97E5D">
        <w:t xml:space="preserve">… </w:t>
      </w:r>
      <w:proofErr w:type="spellStart"/>
      <w:r w:rsidRPr="003E4D35">
        <w:t>Glaïa</w:t>
      </w:r>
      <w:proofErr w:type="spellEnd"/>
      <w:r w:rsidR="00B97E5D">
        <w:t xml:space="preserve">, </w:t>
      </w:r>
      <w:r w:rsidRPr="003E4D35">
        <w:t>le sentiment que l</w:t>
      </w:r>
      <w:r w:rsidR="00B97E5D">
        <w:t>’</w:t>
      </w:r>
      <w:r w:rsidRPr="003E4D35">
        <w:t>on éprouve quand toutes les feuilles rouges du manguier sont retournées par le vent et deviennent blanches</w:t>
      </w:r>
      <w:r w:rsidR="00B97E5D">
        <w:t xml:space="preserve"> ; </w:t>
      </w:r>
      <w:proofErr w:type="spellStart"/>
      <w:r w:rsidRPr="003E4D35">
        <w:t>Kirara</w:t>
      </w:r>
      <w:proofErr w:type="spellEnd"/>
      <w:r w:rsidR="00B97E5D">
        <w:t xml:space="preserve">, </w:t>
      </w:r>
      <w:r w:rsidRPr="003E4D35">
        <w:t>le mouvement de l</w:t>
      </w:r>
      <w:r w:rsidR="00B97E5D">
        <w:t>’</w:t>
      </w:r>
      <w:r w:rsidRPr="003E4D35">
        <w:t xml:space="preserve">âme quand les mille </w:t>
      </w:r>
      <w:r w:rsidR="00FB6077" w:rsidRPr="003E4D35">
        <w:t>chauves-souris</w:t>
      </w:r>
      <w:r w:rsidR="00B97E5D">
        <w:t xml:space="preserve">, </w:t>
      </w:r>
      <w:r w:rsidRPr="003E4D35">
        <w:t>pendues à un arbre mort comme des f</w:t>
      </w:r>
      <w:r w:rsidRPr="003E4D35">
        <w:t>i</w:t>
      </w:r>
      <w:r w:rsidRPr="003E4D35">
        <w:t>gues</w:t>
      </w:r>
      <w:r w:rsidR="00B97E5D">
        <w:t xml:space="preserve">, </w:t>
      </w:r>
      <w:r w:rsidRPr="003E4D35">
        <w:t>se détachent une à une</w:t>
      </w:r>
      <w:r w:rsidR="00B97E5D">
        <w:t xml:space="preserve"> ; </w:t>
      </w:r>
      <w:proofErr w:type="spellStart"/>
      <w:r w:rsidRPr="003E4D35">
        <w:lastRenderedPageBreak/>
        <w:t>Hiroza</w:t>
      </w:r>
      <w:proofErr w:type="spellEnd"/>
      <w:r w:rsidR="00B97E5D">
        <w:t xml:space="preserve">, </w:t>
      </w:r>
      <w:r w:rsidRPr="003E4D35">
        <w:t>quand elles partent toutes ensemble et prennent un oiseau dans leur groupe</w:t>
      </w:r>
      <w:r w:rsidR="00B97E5D">
        <w:t xml:space="preserve">. </w:t>
      </w:r>
      <w:r w:rsidRPr="003E4D35">
        <w:t xml:space="preserve"> </w:t>
      </w:r>
      <w:proofErr w:type="spellStart"/>
      <w:r w:rsidRPr="003E4D35">
        <w:t>Ibili</w:t>
      </w:r>
      <w:proofErr w:type="spellEnd"/>
      <w:r w:rsidR="00B97E5D">
        <w:t xml:space="preserve">, </w:t>
      </w:r>
      <w:r w:rsidRPr="003E4D35">
        <w:t>la re</w:t>
      </w:r>
      <w:r w:rsidRPr="003E4D35">
        <w:t>n</w:t>
      </w:r>
      <w:r w:rsidRPr="003E4D35">
        <w:t>contre d</w:t>
      </w:r>
      <w:r w:rsidR="00B97E5D">
        <w:t>’</w:t>
      </w:r>
      <w:r w:rsidRPr="003E4D35">
        <w:t>une liane qui s</w:t>
      </w:r>
      <w:r w:rsidR="00B97E5D">
        <w:t>’</w:t>
      </w:r>
      <w:r w:rsidRPr="003E4D35">
        <w:t>est glissée jusqu</w:t>
      </w:r>
      <w:r w:rsidR="00B97E5D">
        <w:t>’</w:t>
      </w:r>
      <w:r w:rsidRPr="003E4D35">
        <w:t>à la grève et qu</w:t>
      </w:r>
      <w:r w:rsidR="00B97E5D">
        <w:t>’</w:t>
      </w:r>
      <w:r w:rsidRPr="003E4D35">
        <w:t>on pourrait lier à un câble</w:t>
      </w:r>
      <w:r w:rsidR="00B97E5D">
        <w:t xml:space="preserve">. </w:t>
      </w:r>
      <w:proofErr w:type="spellStart"/>
      <w:r w:rsidRPr="003E4D35">
        <w:t>Koiva</w:t>
      </w:r>
      <w:proofErr w:type="spellEnd"/>
      <w:r w:rsidR="00B97E5D">
        <w:t xml:space="preserve">, </w:t>
      </w:r>
      <w:r w:rsidRPr="003E4D35">
        <w:t>pour tous les gestes faits par un bras humain</w:t>
      </w:r>
      <w:r w:rsidR="00B97E5D">
        <w:t xml:space="preserve"> ; </w:t>
      </w:r>
      <w:r w:rsidRPr="003E4D35">
        <w:t>et des noms identiques pour les désirs les plus différents</w:t>
      </w:r>
      <w:r w:rsidR="00B97E5D">
        <w:t xml:space="preserve"> ; </w:t>
      </w:r>
      <w:proofErr w:type="spellStart"/>
      <w:r w:rsidRPr="003E4D35">
        <w:t>Youli</w:t>
      </w:r>
      <w:proofErr w:type="spellEnd"/>
      <w:r w:rsidRPr="003E4D35">
        <w:t xml:space="preserve"> pour la faim à la fois et le sommeil</w:t>
      </w:r>
      <w:r w:rsidR="00B97E5D">
        <w:t xml:space="preserve">, </w:t>
      </w:r>
      <w:proofErr w:type="spellStart"/>
      <w:r w:rsidRPr="003E4D35">
        <w:t>Azié</w:t>
      </w:r>
      <w:proofErr w:type="spellEnd"/>
      <w:r w:rsidRPr="003E4D35">
        <w:t xml:space="preserve"> pour cette caresse sur moi</w:t>
      </w:r>
      <w:r w:rsidR="00B97E5D">
        <w:t xml:space="preserve">, </w:t>
      </w:r>
      <w:r w:rsidRPr="003E4D35">
        <w:t>incessante</w:t>
      </w:r>
      <w:r w:rsidR="00B97E5D">
        <w:t xml:space="preserve">, </w:t>
      </w:r>
      <w:r w:rsidRPr="003E4D35">
        <w:t>des ailes d</w:t>
      </w:r>
      <w:r w:rsidR="00B97E5D">
        <w:t>’</w:t>
      </w:r>
      <w:r w:rsidRPr="003E4D35">
        <w:t>oiseaux</w:t>
      </w:r>
      <w:r w:rsidR="00B97E5D">
        <w:t xml:space="preserve">, </w:t>
      </w:r>
      <w:r w:rsidRPr="003E4D35">
        <w:t>et pour l</w:t>
      </w:r>
      <w:r w:rsidR="00B97E5D">
        <w:t>’</w:t>
      </w:r>
      <w:r w:rsidRPr="003E4D35">
        <w:t>amour</w:t>
      </w:r>
      <w:r w:rsidR="00B97E5D">
        <w:t xml:space="preserve">. </w:t>
      </w:r>
      <w:r w:rsidRPr="003E4D35">
        <w:t>Moi</w:t>
      </w:r>
      <w:r w:rsidR="00B97E5D">
        <w:t xml:space="preserve">, </w:t>
      </w:r>
      <w:r w:rsidRPr="003E4D35">
        <w:t xml:space="preserve">je suis </w:t>
      </w:r>
      <w:proofErr w:type="spellStart"/>
      <w:r w:rsidRPr="003E4D35">
        <w:t>Veloa</w:t>
      </w:r>
      <w:proofErr w:type="spellEnd"/>
      <w:r w:rsidR="00B97E5D">
        <w:t xml:space="preserve">, </w:t>
      </w:r>
      <w:r w:rsidRPr="003E4D35">
        <w:t>la reine</w:t>
      </w:r>
      <w:r w:rsidR="00B97E5D">
        <w:t xml:space="preserve">, </w:t>
      </w:r>
      <w:r w:rsidRPr="003E4D35">
        <w:t>et il ne faut pas me confo</w:t>
      </w:r>
      <w:r w:rsidRPr="003E4D35">
        <w:t>n</w:t>
      </w:r>
      <w:r w:rsidRPr="003E4D35">
        <w:t xml:space="preserve">dre avec </w:t>
      </w:r>
      <w:proofErr w:type="spellStart"/>
      <w:r w:rsidRPr="003E4D35">
        <w:t>Velloa</w:t>
      </w:r>
      <w:proofErr w:type="spellEnd"/>
      <w:r w:rsidR="00B97E5D">
        <w:t xml:space="preserve">, </w:t>
      </w:r>
      <w:r w:rsidRPr="003E4D35">
        <w:t>le manque de cassis et d</w:t>
      </w:r>
      <w:r w:rsidR="00B97E5D">
        <w:t>’</w:t>
      </w:r>
      <w:r w:rsidRPr="003E4D35">
        <w:t>eau de coings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c</w:t>
      </w:r>
      <w:r w:rsidRPr="003E4D35">
        <w:t>e</w:t>
      </w:r>
      <w:r w:rsidRPr="003E4D35">
        <w:t>la me fait moins seule</w:t>
      </w:r>
      <w:r w:rsidR="00B97E5D">
        <w:t xml:space="preserve">, </w:t>
      </w:r>
      <w:r w:rsidRPr="003E4D35">
        <w:t>les mots les plus féminins de l</w:t>
      </w:r>
      <w:r w:rsidR="00B97E5D">
        <w:t>’</w:t>
      </w:r>
      <w:r w:rsidRPr="003E4D35">
        <w:t>ancien monde</w:t>
      </w:r>
      <w:r w:rsidR="00B97E5D">
        <w:t xml:space="preserve">, </w:t>
      </w:r>
      <w:r w:rsidRPr="003E4D35">
        <w:t>je les mets au masculin</w:t>
      </w:r>
      <w:r w:rsidR="00B97E5D">
        <w:t xml:space="preserve"> ; </w:t>
      </w:r>
      <w:r w:rsidRPr="003E4D35">
        <w:t>la mer</w:t>
      </w:r>
      <w:r w:rsidR="00B97E5D">
        <w:t xml:space="preserve">, </w:t>
      </w:r>
      <w:r w:rsidRPr="003E4D35">
        <w:t>la terre</w:t>
      </w:r>
      <w:r w:rsidR="00B97E5D">
        <w:t xml:space="preserve">, </w:t>
      </w:r>
      <w:r w:rsidRPr="003E4D35">
        <w:t>la nuit sont d</w:t>
      </w:r>
      <w:r w:rsidRPr="003E4D35">
        <w:t>e</w:t>
      </w:r>
      <w:r w:rsidRPr="003E4D35">
        <w:t>venus des êtres d</w:t>
      </w:r>
      <w:r w:rsidR="00B97E5D">
        <w:t>’</w:t>
      </w:r>
      <w:r w:rsidRPr="003E4D35">
        <w:t>un autre sexe que le mien</w:t>
      </w:r>
      <w:r w:rsidR="00B97E5D">
        <w:t xml:space="preserve"> ; </w:t>
      </w:r>
      <w:r w:rsidRPr="003E4D35">
        <w:t xml:space="preserve">la lune est </w:t>
      </w:r>
      <w:proofErr w:type="spellStart"/>
      <w:r w:rsidRPr="003E4D35">
        <w:t>Sikolè</w:t>
      </w:r>
      <w:proofErr w:type="spellEnd"/>
      <w:r w:rsidR="00B97E5D">
        <w:t xml:space="preserve">, </w:t>
      </w:r>
      <w:r w:rsidRPr="003E4D35">
        <w:t>mot quatre jours femelle et trois jours mâle</w:t>
      </w:r>
      <w:r w:rsidR="00B97E5D">
        <w:t xml:space="preserve"> ; </w:t>
      </w:r>
      <w:r w:rsidRPr="003E4D35">
        <w:t>imaginez aussi que la mangue</w:t>
      </w:r>
      <w:r w:rsidR="00B97E5D">
        <w:t xml:space="preserve">, </w:t>
      </w:r>
      <w:r w:rsidRPr="003E4D35">
        <w:t>la cerise</w:t>
      </w:r>
      <w:r w:rsidR="00B97E5D">
        <w:t xml:space="preserve">, </w:t>
      </w:r>
      <w:r w:rsidRPr="003E4D35">
        <w:t>la poire changent de genre pendant que vous les approchez de vos lèvres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ai comparé mon vocabulaire l</w:t>
      </w:r>
      <w:r w:rsidR="00B97E5D">
        <w:t>’</w:t>
      </w:r>
      <w:r w:rsidRPr="003E4D35">
        <w:t>autre jour avec le dictionnaire des îles voisines</w:t>
      </w:r>
      <w:r w:rsidR="00B97E5D">
        <w:t xml:space="preserve">, </w:t>
      </w:r>
      <w:r w:rsidRPr="003E4D35">
        <w:t>trouvé dans la grotte</w:t>
      </w:r>
      <w:r w:rsidR="00B97E5D">
        <w:t xml:space="preserve">. </w:t>
      </w:r>
      <w:r w:rsidRPr="003E4D35">
        <w:t>Sur un objet</w:t>
      </w:r>
      <w:r w:rsidR="00B97E5D">
        <w:t xml:space="preserve">, </w:t>
      </w:r>
      <w:r w:rsidRPr="003E4D35">
        <w:t>un seul</w:t>
      </w:r>
      <w:r w:rsidR="00B97E5D">
        <w:t xml:space="preserve">, </w:t>
      </w:r>
      <w:r w:rsidRPr="003E4D35">
        <w:t>mais sur le plus précieux du Pacif</w:t>
      </w:r>
      <w:r w:rsidRPr="003E4D35">
        <w:t>i</w:t>
      </w:r>
      <w:r w:rsidRPr="003E4D35">
        <w:t>que</w:t>
      </w:r>
      <w:r w:rsidR="00B97E5D">
        <w:t xml:space="preserve">, </w:t>
      </w:r>
      <w:r w:rsidRPr="003E4D35">
        <w:t>sur le mot soleil</w:t>
      </w:r>
      <w:r w:rsidR="00B97E5D">
        <w:t xml:space="preserve">, </w:t>
      </w:r>
      <w:r w:rsidRPr="003E4D35">
        <w:t>je me suis rencontrée avec leur vraie la</w:t>
      </w:r>
      <w:r w:rsidRPr="003E4D35">
        <w:t>n</w:t>
      </w:r>
      <w:r w:rsidRPr="003E4D35">
        <w:t>gue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en suis toute fière</w:t>
      </w:r>
      <w:r w:rsidR="00B97E5D">
        <w:t xml:space="preserve">. </w:t>
      </w:r>
      <w:r w:rsidRPr="003E4D35">
        <w:t>Car heureux qui devine le mot esqu</w:t>
      </w:r>
      <w:r w:rsidRPr="003E4D35">
        <w:t>i</w:t>
      </w:r>
      <w:r w:rsidRPr="003E4D35">
        <w:t>mau qui veut dire Glace</w:t>
      </w:r>
      <w:r w:rsidR="00B97E5D">
        <w:t xml:space="preserve">, </w:t>
      </w:r>
      <w:r w:rsidRPr="003E4D35">
        <w:t>le mot anglais qui veut dire Marm</w:t>
      </w:r>
      <w:r w:rsidRPr="003E4D35">
        <w:t>e</w:t>
      </w:r>
      <w:r w:rsidRPr="003E4D35">
        <w:t>lade</w:t>
      </w:r>
      <w:r w:rsidR="00B97E5D">
        <w:t xml:space="preserve">, </w:t>
      </w:r>
      <w:r w:rsidRPr="003E4D35">
        <w:t>le mot français qui veut dire Honneur</w:t>
      </w:r>
      <w:r w:rsidR="00B97E5D">
        <w:t>…</w:t>
      </w:r>
    </w:p>
    <w:p w14:paraId="1DDF3061" w14:textId="77777777" w:rsidR="00B97E5D" w:rsidRDefault="00F225BE" w:rsidP="00F225BE">
      <w:r w:rsidRPr="003E4D35">
        <w:t>Ma lutte contre la solitude</w:t>
      </w:r>
      <w:r w:rsidR="00B97E5D">
        <w:t xml:space="preserve"> ? </w:t>
      </w:r>
      <w:r w:rsidRPr="003E4D35">
        <w:t>Parfois je la combats en n</w:t>
      </w:r>
      <w:r w:rsidRPr="003E4D35">
        <w:t>a</w:t>
      </w:r>
      <w:r w:rsidRPr="003E4D35">
        <w:t>geant jusqu</w:t>
      </w:r>
      <w:r w:rsidR="00B97E5D">
        <w:t>’</w:t>
      </w:r>
      <w:r w:rsidRPr="003E4D35">
        <w:t>à l</w:t>
      </w:r>
      <w:r w:rsidR="00B97E5D">
        <w:t>’</w:t>
      </w:r>
      <w:r w:rsidRPr="003E4D35">
        <w:t>île des dieux</w:t>
      </w:r>
      <w:r w:rsidR="00B97E5D">
        <w:t xml:space="preserve">, </w:t>
      </w:r>
      <w:r w:rsidRPr="003E4D35">
        <w:t>en serrant leurs minuscules mains</w:t>
      </w:r>
      <w:r w:rsidR="00B97E5D">
        <w:t xml:space="preserve">, </w:t>
      </w:r>
      <w:r w:rsidRPr="003E4D35">
        <w:t>en caressant leurs immenses lèvres</w:t>
      </w:r>
      <w:r w:rsidR="00B97E5D">
        <w:t xml:space="preserve">, </w:t>
      </w:r>
      <w:r w:rsidRPr="003E4D35">
        <w:t>en me tenant immobile aux places où l</w:t>
      </w:r>
      <w:r w:rsidR="00B97E5D">
        <w:t>’</w:t>
      </w:r>
      <w:r w:rsidRPr="003E4D35">
        <w:t>un deux manque</w:t>
      </w:r>
      <w:r w:rsidR="00B97E5D">
        <w:t xml:space="preserve">, </w:t>
      </w:r>
      <w:r w:rsidRPr="003E4D35">
        <w:t>en tenant l</w:t>
      </w:r>
      <w:r w:rsidR="00B97E5D">
        <w:t>’</w:t>
      </w:r>
      <w:r w:rsidRPr="003E4D35">
        <w:t>intérim d</w:t>
      </w:r>
      <w:r w:rsidR="00B97E5D">
        <w:t>’</w:t>
      </w:r>
      <w:r w:rsidRPr="003E4D35">
        <w:t>un dieu</w:t>
      </w:r>
      <w:r w:rsidR="00B97E5D">
        <w:t xml:space="preserve">. </w:t>
      </w:r>
      <w:r w:rsidRPr="003E4D35">
        <w:t>Pa</w:t>
      </w:r>
      <w:r w:rsidRPr="003E4D35">
        <w:t>r</w:t>
      </w:r>
      <w:r w:rsidRPr="003E4D35">
        <w:t>fois</w:t>
      </w:r>
      <w:r w:rsidR="00B97E5D">
        <w:t xml:space="preserve">, </w:t>
      </w:r>
      <w:r w:rsidRPr="003E4D35">
        <w:t>en plantant l</w:t>
      </w:r>
      <w:r w:rsidR="00B97E5D">
        <w:t>’</w:t>
      </w:r>
      <w:r w:rsidRPr="003E4D35">
        <w:t>île de mannequins qui ne font jamais peur aux oiseaux d</w:t>
      </w:r>
      <w:r w:rsidR="00B97E5D">
        <w:t>’</w:t>
      </w:r>
      <w:r w:rsidRPr="003E4D35">
        <w:t>ailleurs</w:t>
      </w:r>
      <w:r w:rsidR="00B97E5D">
        <w:t xml:space="preserve">, </w:t>
      </w:r>
      <w:r w:rsidRPr="003E4D35">
        <w:t>leurs oripeaux étant de plumes</w:t>
      </w:r>
      <w:r w:rsidR="00B97E5D">
        <w:t xml:space="preserve">. </w:t>
      </w:r>
      <w:r w:rsidRPr="003E4D35">
        <w:t>Parfois en me servant de mon ombre</w:t>
      </w:r>
      <w:r w:rsidR="00B97E5D">
        <w:t xml:space="preserve"> ; </w:t>
      </w:r>
      <w:r w:rsidRPr="003E4D35">
        <w:t>tous les gestes d</w:t>
      </w:r>
      <w:r w:rsidR="00B97E5D">
        <w:t>’</w:t>
      </w:r>
      <w:r w:rsidRPr="003E4D35">
        <w:t>amies qu</w:t>
      </w:r>
      <w:r w:rsidR="00B97E5D">
        <w:t>’</w:t>
      </w:r>
      <w:r w:rsidRPr="003E4D35">
        <w:t>elle peut fig</w:t>
      </w:r>
      <w:r w:rsidRPr="003E4D35">
        <w:t>u</w:t>
      </w:r>
      <w:r w:rsidRPr="003E4D35">
        <w:t>rer</w:t>
      </w:r>
      <w:r w:rsidR="00B97E5D">
        <w:t xml:space="preserve">, </w:t>
      </w:r>
      <w:r w:rsidRPr="003E4D35">
        <w:t>toutes les poses d</w:t>
      </w:r>
      <w:r w:rsidR="00B97E5D">
        <w:t>’</w:t>
      </w:r>
      <w:r w:rsidRPr="003E4D35">
        <w:t>illustres statues</w:t>
      </w:r>
      <w:r w:rsidR="00B97E5D">
        <w:t xml:space="preserve">, </w:t>
      </w:r>
      <w:r w:rsidRPr="003E4D35">
        <w:t>tous les profils</w:t>
      </w:r>
      <w:r w:rsidR="00B97E5D">
        <w:t xml:space="preserve">, </w:t>
      </w:r>
      <w:r w:rsidRPr="003E4D35">
        <w:t>seul pa</w:t>
      </w:r>
      <w:r w:rsidRPr="003E4D35">
        <w:t>u</w:t>
      </w:r>
      <w:r w:rsidRPr="003E4D35">
        <w:t>vre cinéma qui me donne un spectacle d</w:t>
      </w:r>
      <w:r w:rsidR="00B97E5D">
        <w:t>’</w:t>
      </w:r>
      <w:r w:rsidRPr="003E4D35">
        <w:t>Europe</w:t>
      </w:r>
      <w:r w:rsidR="00B97E5D">
        <w:t xml:space="preserve">, </w:t>
      </w:r>
      <w:r w:rsidRPr="003E4D35">
        <w:t>je les essaye sur le sable par le soleil ou sur la nacre par la lune</w:t>
      </w:r>
      <w:r w:rsidR="00B97E5D">
        <w:t xml:space="preserve">, </w:t>
      </w:r>
      <w:r w:rsidRPr="003E4D35">
        <w:t>une écorce de banane sur le nez pour avoir l</w:t>
      </w:r>
      <w:r w:rsidR="00B97E5D">
        <w:t>’</w:t>
      </w:r>
      <w:r w:rsidRPr="003E4D35">
        <w:t>ombre de la Montespan</w:t>
      </w:r>
      <w:r w:rsidR="00B97E5D">
        <w:t xml:space="preserve">. </w:t>
      </w:r>
      <w:r w:rsidRPr="003E4D35">
        <w:t>Je m</w:t>
      </w:r>
      <w:r w:rsidR="00B97E5D">
        <w:t>’</w:t>
      </w:r>
      <w:r w:rsidRPr="003E4D35">
        <w:t xml:space="preserve">amuse aussi à être </w:t>
      </w:r>
      <w:r w:rsidRPr="003E4D35">
        <w:lastRenderedPageBreak/>
        <w:t>successivement deux femmes</w:t>
      </w:r>
      <w:r w:rsidR="00B97E5D">
        <w:t xml:space="preserve">. </w:t>
      </w:r>
      <w:r w:rsidRPr="003E4D35">
        <w:t>Aujourd</w:t>
      </w:r>
      <w:r w:rsidR="00B97E5D">
        <w:t>’</w:t>
      </w:r>
      <w:r w:rsidRPr="003E4D35">
        <w:t>hui une personne qui prend à rebours les forêts</w:t>
      </w:r>
      <w:r w:rsidR="00B97E5D">
        <w:t xml:space="preserve">, </w:t>
      </w:r>
      <w:r w:rsidRPr="003E4D35">
        <w:t>trouble les sources</w:t>
      </w:r>
      <w:r w:rsidR="00B97E5D">
        <w:t xml:space="preserve">, </w:t>
      </w:r>
      <w:r w:rsidRPr="003E4D35">
        <w:t>casse des œufs</w:t>
      </w:r>
      <w:r w:rsidR="00B97E5D">
        <w:t xml:space="preserve"> ; </w:t>
      </w:r>
      <w:r w:rsidRPr="003E4D35">
        <w:t>demain</w:t>
      </w:r>
      <w:r w:rsidR="00B97E5D">
        <w:t xml:space="preserve">, </w:t>
      </w:r>
      <w:r w:rsidRPr="003E4D35">
        <w:t>une autre qui suit les vallées</w:t>
      </w:r>
      <w:r w:rsidR="00B97E5D">
        <w:t xml:space="preserve">, </w:t>
      </w:r>
      <w:r w:rsidRPr="003E4D35">
        <w:t>habite les clairières</w:t>
      </w:r>
      <w:r w:rsidR="00B97E5D">
        <w:t xml:space="preserve">, </w:t>
      </w:r>
      <w:r w:rsidRPr="003E4D35">
        <w:t>n</w:t>
      </w:r>
      <w:r w:rsidR="00B97E5D">
        <w:t>’</w:t>
      </w:r>
      <w:r w:rsidRPr="003E4D35">
        <w:t>apporte les cinq sens de l</w:t>
      </w:r>
      <w:r w:rsidR="00B97E5D">
        <w:t>’</w:t>
      </w:r>
      <w:r w:rsidRPr="003E4D35">
        <w:t>île réunis sur son étroit v</w:t>
      </w:r>
      <w:r w:rsidRPr="003E4D35">
        <w:t>i</w:t>
      </w:r>
      <w:r w:rsidRPr="003E4D35">
        <w:t>sage qu</w:t>
      </w:r>
      <w:r w:rsidR="00B97E5D">
        <w:t>’</w:t>
      </w:r>
      <w:r w:rsidRPr="003E4D35">
        <w:t>aux points chéris par le soleil</w:t>
      </w:r>
      <w:r w:rsidR="00B97E5D">
        <w:t xml:space="preserve">. </w:t>
      </w:r>
      <w:r w:rsidRPr="003E4D35">
        <w:t>Chacune a son nom</w:t>
      </w:r>
      <w:r w:rsidR="00B97E5D">
        <w:t>.</w:t>
      </w:r>
    </w:p>
    <w:p w14:paraId="0A795075" w14:textId="77777777" w:rsidR="00B97E5D" w:rsidRDefault="00F225BE" w:rsidP="00F225BE">
      <w:r w:rsidRPr="003E4D35">
        <w:t>La première est toujours nue</w:t>
      </w:r>
      <w:r w:rsidR="00B97E5D">
        <w:t xml:space="preserve">, </w:t>
      </w:r>
      <w:r w:rsidRPr="003E4D35">
        <w:t>la seconde harnachée d</w:t>
      </w:r>
      <w:r w:rsidR="00B97E5D">
        <w:t>’</w:t>
      </w:r>
      <w:r w:rsidRPr="003E4D35">
        <w:t>o</w:t>
      </w:r>
      <w:r w:rsidRPr="003E4D35">
        <w:t>r</w:t>
      </w:r>
      <w:r w:rsidRPr="003E4D35">
        <w:t>chidées</w:t>
      </w:r>
      <w:r w:rsidR="00B97E5D">
        <w:t xml:space="preserve">. </w:t>
      </w:r>
      <w:r w:rsidRPr="003E4D35">
        <w:t>Mais je ne les suis hélas</w:t>
      </w:r>
      <w:r w:rsidR="00B97E5D">
        <w:t xml:space="preserve"> ! </w:t>
      </w:r>
      <w:r w:rsidRPr="003E4D35">
        <w:t>que tour à tour</w:t>
      </w:r>
      <w:r w:rsidR="00B97E5D">
        <w:t xml:space="preserve">. </w:t>
      </w:r>
      <w:r w:rsidRPr="003E4D35">
        <w:t>Comme ces héroïnes qui jouent à elles seules</w:t>
      </w:r>
      <w:r w:rsidR="00B97E5D">
        <w:t xml:space="preserve">, </w:t>
      </w:r>
      <w:r w:rsidRPr="003E4D35">
        <w:t>au cinéma justement</w:t>
      </w:r>
      <w:r w:rsidR="00B97E5D">
        <w:t xml:space="preserve">, </w:t>
      </w:r>
      <w:r w:rsidRPr="003E4D35">
        <w:t>le rôle de deux jumelles</w:t>
      </w:r>
      <w:r w:rsidR="00B97E5D">
        <w:t xml:space="preserve">, </w:t>
      </w:r>
      <w:r w:rsidRPr="003E4D35">
        <w:t>ce n</w:t>
      </w:r>
      <w:r w:rsidR="00B97E5D">
        <w:t>’</w:t>
      </w:r>
      <w:r w:rsidRPr="003E4D35">
        <w:t>est que par artifice qu</w:t>
      </w:r>
      <w:r w:rsidR="00B97E5D">
        <w:t>’</w:t>
      </w:r>
      <w:r w:rsidRPr="003E4D35">
        <w:t>elles peuvent se rencontrer et se toucher juste du doigt</w:t>
      </w:r>
      <w:r w:rsidR="00B97E5D">
        <w:t xml:space="preserve">, </w:t>
      </w:r>
      <w:r w:rsidRPr="003E4D35">
        <w:t>à minuit</w:t>
      </w:r>
      <w:r w:rsidR="00B97E5D">
        <w:t xml:space="preserve">, </w:t>
      </w:r>
      <w:r w:rsidRPr="003E4D35">
        <w:t>pour la relève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une est capable de tous les exploits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autre de toutes les ba</w:t>
      </w:r>
      <w:r w:rsidRPr="003E4D35">
        <w:t>s</w:t>
      </w:r>
      <w:r w:rsidRPr="003E4D35">
        <w:t>sesses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une est idolâtre</w:t>
      </w:r>
      <w:r w:rsidR="00B97E5D">
        <w:t xml:space="preserve">, </w:t>
      </w:r>
      <w:r w:rsidRPr="003E4D35">
        <w:t>crédule</w:t>
      </w:r>
      <w:r w:rsidR="00B97E5D">
        <w:t xml:space="preserve"> ; </w:t>
      </w:r>
      <w:r w:rsidRPr="003E4D35">
        <w:t>l</w:t>
      </w:r>
      <w:r w:rsidR="00B97E5D">
        <w:t>’</w:t>
      </w:r>
      <w:r w:rsidRPr="003E4D35">
        <w:t>autre raisonne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une a te</w:t>
      </w:r>
      <w:r w:rsidRPr="003E4D35">
        <w:t>n</w:t>
      </w:r>
      <w:r w:rsidRPr="003E4D35">
        <w:t>dance à engraisser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autre à maigrir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une marche sur la pointe des pieds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autre sur le talon</w:t>
      </w:r>
      <w:r w:rsidR="00B97E5D">
        <w:t xml:space="preserve">, </w:t>
      </w:r>
      <w:r w:rsidRPr="003E4D35">
        <w:t>et elles ne laissent pas les mêmes traces dans l</w:t>
      </w:r>
      <w:r w:rsidR="00B97E5D">
        <w:t>’</w:t>
      </w:r>
      <w:r w:rsidRPr="003E4D35">
        <w:t>île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une innocente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autre perverse</w:t>
      </w:r>
      <w:r w:rsidR="00B97E5D">
        <w:t xml:space="preserve">, </w:t>
      </w:r>
      <w:r w:rsidRPr="003E4D35">
        <w:t>et leurs bo</w:t>
      </w:r>
      <w:r w:rsidRPr="003E4D35">
        <w:t>u</w:t>
      </w:r>
      <w:r w:rsidRPr="003E4D35">
        <w:t>ches ne laissent pas la même empreinte dans les fruits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une qui caresse les animaux au front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autre qui les flatte</w:t>
      </w:r>
      <w:r w:rsidR="00B97E5D">
        <w:t xml:space="preserve">. </w:t>
      </w:r>
      <w:r w:rsidRPr="003E4D35">
        <w:t>En so</w:t>
      </w:r>
      <w:r w:rsidRPr="003E4D35">
        <w:t>m</w:t>
      </w:r>
      <w:r w:rsidRPr="003E4D35">
        <w:t>me</w:t>
      </w:r>
      <w:r w:rsidR="00B97E5D">
        <w:t xml:space="preserve">, </w:t>
      </w:r>
      <w:r w:rsidRPr="003E4D35">
        <w:t>en les perfectionnant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arrive simplement à séparer</w:t>
      </w:r>
      <w:r w:rsidR="00B97E5D">
        <w:t xml:space="preserve">, </w:t>
      </w:r>
      <w:r w:rsidRPr="003E4D35">
        <w:t>comme Dominique autrefois</w:t>
      </w:r>
      <w:r w:rsidR="00B97E5D">
        <w:t xml:space="preserve">, </w:t>
      </w:r>
      <w:r w:rsidRPr="003E4D35">
        <w:t>et il faut au moins une bonne piqûre de guêpe ou de cactus pour les ressouder un moment</w:t>
      </w:r>
      <w:r w:rsidR="00B97E5D">
        <w:t xml:space="preserve">, </w:t>
      </w:r>
      <w:r w:rsidRPr="003E4D35">
        <w:t>mon corps et mon âme</w:t>
      </w:r>
      <w:r w:rsidR="00B97E5D">
        <w:t xml:space="preserve">. </w:t>
      </w:r>
      <w:r w:rsidRPr="003E4D35">
        <w:t>Je vis ainsi à cloche-pied</w:t>
      </w:r>
      <w:r w:rsidR="00B97E5D">
        <w:t>.</w:t>
      </w:r>
    </w:p>
    <w:p w14:paraId="6ADB1261" w14:textId="77777777" w:rsidR="00B97E5D" w:rsidRDefault="00F225BE" w:rsidP="00F225BE">
      <w:r w:rsidRPr="003E4D35">
        <w:t>Mon âme est quelque chose de bien exigu</w:t>
      </w:r>
      <w:r w:rsidR="00B97E5D">
        <w:t xml:space="preserve">, </w:t>
      </w:r>
      <w:r w:rsidRPr="003E4D35">
        <w:t>bien bourgeois</w:t>
      </w:r>
      <w:r w:rsidR="00B97E5D">
        <w:t xml:space="preserve">, </w:t>
      </w:r>
      <w:r w:rsidRPr="003E4D35">
        <w:t>et jamais je n</w:t>
      </w:r>
      <w:r w:rsidR="00B97E5D">
        <w:t>’</w:t>
      </w:r>
      <w:r w:rsidRPr="003E4D35">
        <w:t>y aperçois même l</w:t>
      </w:r>
      <w:r w:rsidR="00B97E5D">
        <w:t>’</w:t>
      </w:r>
      <w:r w:rsidRPr="003E4D35">
        <w:t>ombre d</w:t>
      </w:r>
      <w:r w:rsidR="00B97E5D">
        <w:t>’</w:t>
      </w:r>
      <w:r w:rsidRPr="003E4D35">
        <w:t>un inconnu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ai eu beau tirer sur ces petits bouts de cruauté</w:t>
      </w:r>
      <w:r w:rsidR="00B97E5D">
        <w:t xml:space="preserve">, </w:t>
      </w:r>
      <w:r w:rsidRPr="003E4D35">
        <w:t>de colère qui autrefois me donnaient l</w:t>
      </w:r>
      <w:r w:rsidR="00B97E5D">
        <w:t>’</w:t>
      </w:r>
      <w:r w:rsidRPr="003E4D35">
        <w:t>illusion que je pouvais être au besoin impitoy</w:t>
      </w:r>
      <w:r w:rsidRPr="003E4D35">
        <w:t>a</w:t>
      </w:r>
      <w:r w:rsidRPr="003E4D35">
        <w:t>ble et sanguinaire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ai essayé d</w:t>
      </w:r>
      <w:r w:rsidR="00B97E5D">
        <w:t>’</w:t>
      </w:r>
      <w:r w:rsidRPr="003E4D35">
        <w:t>étrangler l</w:t>
      </w:r>
      <w:r w:rsidR="00B97E5D">
        <w:t>’</w:t>
      </w:r>
      <w:r w:rsidRPr="003E4D35">
        <w:t>oiseau tango</w:t>
      </w:r>
      <w:r w:rsidR="00B97E5D">
        <w:t xml:space="preserve">, </w:t>
      </w:r>
      <w:r w:rsidRPr="003E4D35">
        <w:t>pour connaître les limites de l</w:t>
      </w:r>
      <w:r w:rsidR="00B97E5D">
        <w:t>’</w:t>
      </w:r>
      <w:r w:rsidRPr="003E4D35">
        <w:t>impassibilité</w:t>
      </w:r>
      <w:r w:rsidR="00B97E5D">
        <w:t xml:space="preserve"> ; </w:t>
      </w:r>
      <w:r w:rsidRPr="003E4D35">
        <w:t>il s</w:t>
      </w:r>
      <w:r w:rsidR="00B97E5D">
        <w:t>’</w:t>
      </w:r>
      <w:r w:rsidRPr="003E4D35">
        <w:t>est remis</w:t>
      </w:r>
      <w:r w:rsidR="00B97E5D">
        <w:t xml:space="preserve">, </w:t>
      </w:r>
      <w:r w:rsidRPr="003E4D35">
        <w:t>et est mort quelques semaines après pour prouver qu</w:t>
      </w:r>
      <w:r w:rsidR="00B97E5D">
        <w:t>’</w:t>
      </w:r>
      <w:r w:rsidRPr="003E4D35">
        <w:t>il ne mourrait que de désillusion</w:t>
      </w:r>
      <w:r w:rsidR="00B97E5D">
        <w:t xml:space="preserve">. </w:t>
      </w:r>
      <w:r w:rsidRPr="003E4D35">
        <w:t>Mon âme est bonne fille</w:t>
      </w:r>
      <w:r w:rsidR="00B97E5D">
        <w:t xml:space="preserve">. </w:t>
      </w:r>
      <w:r w:rsidRPr="003E4D35">
        <w:t>Mais autour de mon corps</w:t>
      </w:r>
      <w:r w:rsidR="00B97E5D">
        <w:t xml:space="preserve">, </w:t>
      </w:r>
      <w:r w:rsidRPr="003E4D35">
        <w:t>étendu et poudré</w:t>
      </w:r>
      <w:r w:rsidR="00B97E5D">
        <w:t xml:space="preserve">, </w:t>
      </w:r>
      <w:r w:rsidRPr="003E4D35">
        <w:t>sur un mancenillier</w:t>
      </w:r>
      <w:r w:rsidR="00B97E5D">
        <w:t xml:space="preserve">, </w:t>
      </w:r>
      <w:r w:rsidRPr="003E4D35">
        <w:t>comme un appât</w:t>
      </w:r>
      <w:r w:rsidR="00B97E5D">
        <w:t xml:space="preserve">, </w:t>
      </w:r>
      <w:r w:rsidRPr="003E4D35">
        <w:t>imm</w:t>
      </w:r>
      <w:r w:rsidRPr="003E4D35">
        <w:t>o</w:t>
      </w:r>
      <w:r w:rsidRPr="003E4D35">
        <w:t>bile</w:t>
      </w:r>
      <w:r w:rsidR="00B97E5D">
        <w:t xml:space="preserve">, </w:t>
      </w:r>
      <w:r w:rsidRPr="003E4D35">
        <w:t xml:space="preserve">je sens parfois errer les esprits </w:t>
      </w:r>
      <w:r w:rsidRPr="003E4D35">
        <w:lastRenderedPageBreak/>
        <w:t>polynésiens</w:t>
      </w:r>
      <w:r w:rsidR="00B97E5D">
        <w:t xml:space="preserve">. </w:t>
      </w:r>
      <w:r w:rsidRPr="003E4D35">
        <w:t>Je le farde</w:t>
      </w:r>
      <w:r w:rsidR="00B97E5D">
        <w:t xml:space="preserve">, </w:t>
      </w:r>
      <w:r w:rsidRPr="003E4D35">
        <w:t>pour qu</w:t>
      </w:r>
      <w:r w:rsidR="00B97E5D">
        <w:t>’</w:t>
      </w:r>
      <w:r w:rsidRPr="003E4D35">
        <w:t>il m</w:t>
      </w:r>
      <w:r w:rsidR="00B97E5D">
        <w:t>’</w:t>
      </w:r>
      <w:r w:rsidRPr="003E4D35">
        <w:t>offre dans l</w:t>
      </w:r>
      <w:r w:rsidR="00B97E5D">
        <w:t>’</w:t>
      </w:r>
      <w:r w:rsidRPr="003E4D35">
        <w:t>eau un visage méconnaissable</w:t>
      </w:r>
      <w:r w:rsidR="00B97E5D">
        <w:t xml:space="preserve">. </w:t>
      </w:r>
      <w:r w:rsidRPr="003E4D35">
        <w:t>Je le c</w:t>
      </w:r>
      <w:r w:rsidRPr="003E4D35">
        <w:t>a</w:t>
      </w:r>
      <w:r w:rsidRPr="003E4D35">
        <w:t>che</w:t>
      </w:r>
      <w:r w:rsidR="00B97E5D">
        <w:t xml:space="preserve">, </w:t>
      </w:r>
      <w:r w:rsidRPr="003E4D35">
        <w:t>je l</w:t>
      </w:r>
      <w:r w:rsidR="00B97E5D">
        <w:t>’</w:t>
      </w:r>
      <w:r w:rsidRPr="003E4D35">
        <w:t>ensevelis sous des feuilles</w:t>
      </w:r>
      <w:r w:rsidR="00B97E5D">
        <w:t xml:space="preserve">, </w:t>
      </w:r>
      <w:r w:rsidRPr="003E4D35">
        <w:t>je le colle à un arbre par des lianes de sa couleur</w:t>
      </w:r>
      <w:r w:rsidR="00B97E5D">
        <w:t xml:space="preserve">, </w:t>
      </w:r>
      <w:r w:rsidRPr="003E4D35">
        <w:t>je connais toutes les places de l</w:t>
      </w:r>
      <w:r w:rsidR="00B97E5D">
        <w:t>’</w:t>
      </w:r>
      <w:r w:rsidRPr="003E4D35">
        <w:t>île où il se loge secrètement</w:t>
      </w:r>
      <w:r w:rsidR="00B97E5D">
        <w:t xml:space="preserve">. </w:t>
      </w:r>
      <w:r w:rsidRPr="003E4D35">
        <w:t>Quel explorateur d</w:t>
      </w:r>
      <w:r w:rsidR="00B97E5D">
        <w:t>’</w:t>
      </w:r>
      <w:r w:rsidRPr="003E4D35">
        <w:t xml:space="preserve">Europe me découvrirait dans ces </w:t>
      </w:r>
      <w:proofErr w:type="spellStart"/>
      <w:r w:rsidRPr="003E4D35">
        <w:t>heures-là</w:t>
      </w:r>
      <w:proofErr w:type="spellEnd"/>
      <w:r w:rsidR="00B97E5D">
        <w:t xml:space="preserve"> ! </w:t>
      </w:r>
      <w:r w:rsidRPr="003E4D35">
        <w:t>où je suis la femme la mieux cachée du gl</w:t>
      </w:r>
      <w:r w:rsidRPr="003E4D35">
        <w:t>o</w:t>
      </w:r>
      <w:r w:rsidRPr="003E4D35">
        <w:t>be</w:t>
      </w:r>
      <w:r w:rsidR="00B97E5D">
        <w:t xml:space="preserve"> ! </w:t>
      </w:r>
      <w:r w:rsidRPr="003E4D35">
        <w:t>Souvent aussi je dors sur cette mousse qui teint en rouge</w:t>
      </w:r>
      <w:r w:rsidR="00B97E5D">
        <w:t xml:space="preserve">. </w:t>
      </w:r>
      <w:r w:rsidRPr="003E4D35">
        <w:t>Je me relève avec une moitié de moi colorée pour la semaine</w:t>
      </w:r>
      <w:r w:rsidR="00B97E5D">
        <w:t xml:space="preserve">, </w:t>
      </w:r>
      <w:r w:rsidRPr="003E4D35">
        <w:t>sép</w:t>
      </w:r>
      <w:r w:rsidRPr="003E4D35">
        <w:t>a</w:t>
      </w:r>
      <w:r w:rsidRPr="003E4D35">
        <w:t>rée en deux par une ligne capricieuse</w:t>
      </w:r>
      <w:r w:rsidR="00B97E5D">
        <w:t xml:space="preserve">, </w:t>
      </w:r>
      <w:r w:rsidRPr="003E4D35">
        <w:t>riche en belles queues d</w:t>
      </w:r>
      <w:r w:rsidR="00B97E5D">
        <w:t>’</w:t>
      </w:r>
      <w:r w:rsidRPr="003E4D35">
        <w:t>aronde que j</w:t>
      </w:r>
      <w:r w:rsidR="00B97E5D">
        <w:t>’</w:t>
      </w:r>
      <w:r w:rsidRPr="003E4D35">
        <w:t>accentue à la couleur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ai deux mains disse</w:t>
      </w:r>
      <w:r w:rsidRPr="003E4D35">
        <w:t>m</w:t>
      </w:r>
      <w:r w:rsidRPr="003E4D35">
        <w:t>blables</w:t>
      </w:r>
      <w:r w:rsidR="00B97E5D">
        <w:t xml:space="preserve">, </w:t>
      </w:r>
      <w:r w:rsidRPr="003E4D35">
        <w:t>des jambes inégales</w:t>
      </w:r>
      <w:r w:rsidR="00B97E5D">
        <w:t xml:space="preserve">, </w:t>
      </w:r>
      <w:r w:rsidRPr="003E4D35">
        <w:t>chacune traite l</w:t>
      </w:r>
      <w:r w:rsidR="00B97E5D">
        <w:t>’</w:t>
      </w:r>
      <w:r w:rsidRPr="003E4D35">
        <w:t>autre en étrangère</w:t>
      </w:r>
      <w:r w:rsidR="00B97E5D">
        <w:t xml:space="preserve">, </w:t>
      </w:r>
      <w:r w:rsidRPr="003E4D35">
        <w:t>et si je prie</w:t>
      </w:r>
      <w:r w:rsidR="00B97E5D">
        <w:t xml:space="preserve">, </w:t>
      </w:r>
      <w:r w:rsidRPr="003E4D35">
        <w:t>et si je croise mes genoux</w:t>
      </w:r>
      <w:r w:rsidR="00B97E5D">
        <w:t xml:space="preserve">, </w:t>
      </w:r>
      <w:r w:rsidRPr="003E4D35">
        <w:t>demi-personne</w:t>
      </w:r>
      <w:r w:rsidR="00B97E5D">
        <w:t xml:space="preserve">, </w:t>
      </w:r>
      <w:r w:rsidRPr="003E4D35">
        <w:t>je vis du moins avec une demi-personne moins connue</w:t>
      </w:r>
      <w:r w:rsidR="00B97E5D">
        <w:t>.</w:t>
      </w:r>
    </w:p>
    <w:p w14:paraId="194FB85B" w14:textId="77777777" w:rsidR="00B97E5D" w:rsidRDefault="00F225BE" w:rsidP="00F225BE">
      <w:r w:rsidRPr="003E4D35">
        <w:t>À quoi je m</w:t>
      </w:r>
      <w:r w:rsidR="00B97E5D">
        <w:t>’</w:t>
      </w:r>
      <w:r w:rsidRPr="003E4D35">
        <w:t>occupe encore</w:t>
      </w:r>
      <w:r w:rsidR="00B97E5D">
        <w:t xml:space="preserve">, </w:t>
      </w:r>
      <w:r w:rsidRPr="003E4D35">
        <w:t>Simon</w:t>
      </w:r>
      <w:r w:rsidR="00B97E5D">
        <w:t xml:space="preserve"> ? </w:t>
      </w:r>
      <w:r w:rsidRPr="003E4D35">
        <w:t>J</w:t>
      </w:r>
      <w:r w:rsidR="00B97E5D">
        <w:t>’</w:t>
      </w:r>
      <w:r w:rsidRPr="003E4D35">
        <w:t>attends</w:t>
      </w:r>
      <w:r w:rsidR="00B97E5D">
        <w:t>.</w:t>
      </w:r>
    </w:p>
    <w:p w14:paraId="5E73149D" w14:textId="77777777" w:rsidR="00B97E5D" w:rsidRDefault="00F225BE" w:rsidP="00F225BE">
      <w:r w:rsidRPr="003E4D35">
        <w:t>C</w:t>
      </w:r>
      <w:r w:rsidR="00B97E5D">
        <w:t>’</w:t>
      </w:r>
      <w:r w:rsidRPr="003E4D35">
        <w:t>est mon seul travail</w:t>
      </w:r>
      <w:r w:rsidR="00B97E5D">
        <w:t xml:space="preserve">, </w:t>
      </w:r>
      <w:r w:rsidRPr="003E4D35">
        <w:t>un travail véritable</w:t>
      </w:r>
      <w:r w:rsidR="00B97E5D">
        <w:t xml:space="preserve">, </w:t>
      </w:r>
      <w:r w:rsidRPr="003E4D35">
        <w:t>que je ne peux négliger une matinée ou un après-midi sans ressentir le r</w:t>
      </w:r>
      <w:r w:rsidRPr="003E4D35">
        <w:t>e</w:t>
      </w:r>
      <w:r w:rsidRPr="003E4D35">
        <w:t>mords que donne chez nous la paresse</w:t>
      </w:r>
      <w:r w:rsidR="00B97E5D">
        <w:t xml:space="preserve"> : </w:t>
      </w:r>
      <w:r w:rsidRPr="003E4D35">
        <w:t>j</w:t>
      </w:r>
      <w:r w:rsidR="00B97E5D">
        <w:t>’</w:t>
      </w:r>
      <w:r w:rsidRPr="003E4D35">
        <w:t>attends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est mon métier</w:t>
      </w:r>
      <w:r w:rsidR="00B97E5D">
        <w:t xml:space="preserve">. </w:t>
      </w:r>
      <w:r w:rsidRPr="003E4D35">
        <w:t>Étendue ou assise devant la mer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attends</w:t>
      </w:r>
      <w:r w:rsidR="00B97E5D">
        <w:t xml:space="preserve">. </w:t>
      </w:r>
      <w:r w:rsidRPr="003E4D35">
        <w:t>Je ne suis plus qu</w:t>
      </w:r>
      <w:r w:rsidR="00B97E5D">
        <w:t>’</w:t>
      </w:r>
      <w:r w:rsidRPr="003E4D35">
        <w:t>un œil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en arrive à ne pas sourciller pour ne pas perdre le millième d</w:t>
      </w:r>
      <w:r w:rsidR="00B97E5D">
        <w:t>’</w:t>
      </w:r>
      <w:r w:rsidRPr="003E4D35">
        <w:t>une chance</w:t>
      </w:r>
      <w:r w:rsidR="00B97E5D">
        <w:t xml:space="preserve">. </w:t>
      </w:r>
      <w:r w:rsidRPr="003E4D35">
        <w:t>Tout mon ciel</w:t>
      </w:r>
      <w:r w:rsidR="00B97E5D">
        <w:t xml:space="preserve">, </w:t>
      </w:r>
      <w:r w:rsidRPr="003E4D35">
        <w:t>tout mon océan est tendu comme une toile d</w:t>
      </w:r>
      <w:r w:rsidR="00B97E5D">
        <w:t>’</w:t>
      </w:r>
      <w:r w:rsidRPr="003E4D35">
        <w:t>araignée</w:t>
      </w:r>
      <w:r w:rsidR="00B97E5D">
        <w:t xml:space="preserve">, </w:t>
      </w:r>
      <w:r w:rsidRPr="003E4D35">
        <w:t>je suis prête à bondir sur la barque qui s</w:t>
      </w:r>
      <w:r w:rsidR="00B97E5D">
        <w:t>’</w:t>
      </w:r>
      <w:r w:rsidRPr="003E4D35">
        <w:t>y prendra</w:t>
      </w:r>
      <w:r w:rsidR="00B97E5D">
        <w:t xml:space="preserve">. </w:t>
      </w:r>
      <w:r w:rsidRPr="003E4D35">
        <w:t>Parfois</w:t>
      </w:r>
      <w:r w:rsidR="00B97E5D">
        <w:t xml:space="preserve">, </w:t>
      </w:r>
      <w:r w:rsidRPr="003E4D35">
        <w:t>tout au plus</w:t>
      </w:r>
      <w:r w:rsidR="00B97E5D">
        <w:t xml:space="preserve">, </w:t>
      </w:r>
      <w:r w:rsidRPr="003E4D35">
        <w:t>deux oiseaux qui avaient volé de conserve s</w:t>
      </w:r>
      <w:r w:rsidR="00B97E5D">
        <w:t>’</w:t>
      </w:r>
      <w:r w:rsidRPr="003E4D35">
        <w:t>écartant soudain l</w:t>
      </w:r>
      <w:r w:rsidR="00B97E5D">
        <w:t>’</w:t>
      </w:r>
      <w:r w:rsidRPr="003E4D35">
        <w:t>un de l</w:t>
      </w:r>
      <w:r w:rsidR="00B97E5D">
        <w:t>’</w:t>
      </w:r>
      <w:r w:rsidRPr="003E4D35">
        <w:t>autre</w:t>
      </w:r>
      <w:r w:rsidR="00B97E5D">
        <w:t xml:space="preserve">, </w:t>
      </w:r>
      <w:r w:rsidRPr="003E4D35">
        <w:t>je sens mon regard se découdre et je dois fermer les yeux une s</w:t>
      </w:r>
      <w:r w:rsidRPr="003E4D35">
        <w:t>e</w:t>
      </w:r>
      <w:r w:rsidRPr="003E4D35">
        <w:t>conde</w:t>
      </w:r>
      <w:r w:rsidR="00B97E5D">
        <w:t xml:space="preserve">. </w:t>
      </w:r>
      <w:r w:rsidRPr="003E4D35">
        <w:t>Ou les secouer parfois</w:t>
      </w:r>
      <w:r w:rsidR="00B97E5D">
        <w:t xml:space="preserve">, </w:t>
      </w:r>
      <w:r w:rsidRPr="003E4D35">
        <w:t>pour attiser deux iris engraissés tout à coup par deux vagues jumelles</w:t>
      </w:r>
      <w:r w:rsidR="00B97E5D">
        <w:t xml:space="preserve">. </w:t>
      </w:r>
      <w:r w:rsidRPr="003E4D35">
        <w:t>Sans aucune pensée</w:t>
      </w:r>
      <w:r w:rsidR="00B97E5D">
        <w:t xml:space="preserve">, </w:t>
      </w:r>
      <w:r w:rsidRPr="003E4D35">
        <w:t>comme les jeunes filles sur les terrasses attendent un de ces se</w:t>
      </w:r>
      <w:r w:rsidRPr="003E4D35">
        <w:t>n</w:t>
      </w:r>
      <w:r w:rsidRPr="003E4D35">
        <w:t>timents français auxquels un peu de complaisance du soir do</w:t>
      </w:r>
      <w:r w:rsidRPr="003E4D35">
        <w:t>n</w:t>
      </w:r>
      <w:r w:rsidRPr="003E4D35">
        <w:t>nerait forme humaine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attends un homme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attends non pas un de ces bateaux transatlantiques qui portent des hommes à destins m</w:t>
      </w:r>
      <w:r w:rsidRPr="003E4D35">
        <w:t>é</w:t>
      </w:r>
      <w:r w:rsidRPr="003E4D35">
        <w:t>diocres</w:t>
      </w:r>
      <w:r w:rsidR="00B97E5D">
        <w:t xml:space="preserve">, </w:t>
      </w:r>
      <w:r w:rsidRPr="003E4D35">
        <w:t>aucune ligne n</w:t>
      </w:r>
      <w:r w:rsidR="00B97E5D">
        <w:t>’</w:t>
      </w:r>
      <w:r w:rsidRPr="003E4D35">
        <w:t>effleurant ces passages</w:t>
      </w:r>
      <w:r w:rsidR="00B97E5D">
        <w:t xml:space="preserve">, </w:t>
      </w:r>
      <w:r w:rsidRPr="003E4D35">
        <w:t xml:space="preserve">mais les deux esquifs qui ont le plus </w:t>
      </w:r>
      <w:r w:rsidRPr="003E4D35">
        <w:lastRenderedPageBreak/>
        <w:t>de différence et qui portent les êtres les plus lointains</w:t>
      </w:r>
      <w:r w:rsidR="00B97E5D">
        <w:t xml:space="preserve">, </w:t>
      </w:r>
      <w:r w:rsidRPr="003E4D35">
        <w:t>une pirogue d</w:t>
      </w:r>
      <w:r w:rsidR="00B97E5D">
        <w:t>’</w:t>
      </w:r>
      <w:r w:rsidRPr="003E4D35">
        <w:t>abord</w:t>
      </w:r>
      <w:r w:rsidR="00B97E5D">
        <w:t xml:space="preserve">, </w:t>
      </w:r>
      <w:r w:rsidRPr="003E4D35">
        <w:t>ou au contraire un yacht</w:t>
      </w:r>
      <w:r w:rsidR="00B97E5D">
        <w:t xml:space="preserve">. </w:t>
      </w:r>
      <w:r w:rsidRPr="003E4D35">
        <w:t>Je suis au carrefour du bonheur le plus raffiné ou de l</w:t>
      </w:r>
      <w:r w:rsidR="00B97E5D">
        <w:t>’</w:t>
      </w:r>
      <w:r w:rsidRPr="003E4D35">
        <w:t>âge de fer</w:t>
      </w:r>
      <w:r w:rsidR="00B97E5D">
        <w:t xml:space="preserve">. </w:t>
      </w:r>
      <w:r w:rsidRPr="003E4D35">
        <w:t>Au lieu du faible écart que fait l</w:t>
      </w:r>
      <w:r w:rsidR="00B97E5D">
        <w:t>’</w:t>
      </w:r>
      <w:r w:rsidRPr="003E4D35">
        <w:t>aiguille pour les jeunes filles en France entre un officier et un fonctionnaire</w:t>
      </w:r>
      <w:r w:rsidR="00B97E5D">
        <w:t xml:space="preserve">, </w:t>
      </w:r>
      <w:r w:rsidRPr="003E4D35">
        <w:t>elle ma</w:t>
      </w:r>
      <w:r w:rsidRPr="003E4D35">
        <w:t>r</w:t>
      </w:r>
      <w:r w:rsidRPr="003E4D35">
        <w:t>que ici l</w:t>
      </w:r>
      <w:r w:rsidR="00B97E5D">
        <w:t>’</w:t>
      </w:r>
      <w:r w:rsidRPr="003E4D35">
        <w:t>écart complet</w:t>
      </w:r>
      <w:r w:rsidR="00B97E5D">
        <w:t xml:space="preserve"> : </w:t>
      </w:r>
      <w:r w:rsidRPr="003E4D35">
        <w:t>un milliardaire ou un sauvage</w:t>
      </w:r>
      <w:r w:rsidR="00B97E5D">
        <w:t xml:space="preserve">. </w:t>
      </w:r>
      <w:r w:rsidRPr="003E4D35">
        <w:t>Ce n</w:t>
      </w:r>
      <w:r w:rsidR="00B97E5D">
        <w:t>’</w:t>
      </w:r>
      <w:r w:rsidRPr="003E4D35">
        <w:t>est plus entre un roux et un brun</w:t>
      </w:r>
      <w:r w:rsidR="00B97E5D">
        <w:t xml:space="preserve">, </w:t>
      </w:r>
      <w:r w:rsidRPr="003E4D35">
        <w:t xml:space="preserve">entre un petit </w:t>
      </w:r>
      <w:proofErr w:type="spellStart"/>
      <w:r w:rsidRPr="003E4D35">
        <w:t>à</w:t>
      </w:r>
      <w:proofErr w:type="spellEnd"/>
      <w:r w:rsidRPr="003E4D35">
        <w:t xml:space="preserve"> ceinture de gy</w:t>
      </w:r>
      <w:r w:rsidRPr="003E4D35">
        <w:t>m</w:t>
      </w:r>
      <w:r w:rsidRPr="003E4D35">
        <w:t>nastique qui préfère le bordeaux et un grand à cache-col ma</w:t>
      </w:r>
      <w:r w:rsidRPr="003E4D35">
        <w:t>r</w:t>
      </w:r>
      <w:r w:rsidRPr="003E4D35">
        <w:t>queté qui préfère le bourgogne que je me sens balancée</w:t>
      </w:r>
      <w:r w:rsidR="00B97E5D">
        <w:t xml:space="preserve">, </w:t>
      </w:r>
      <w:r w:rsidRPr="003E4D35">
        <w:t>mais entre deux races séparées de vingt mille ans</w:t>
      </w:r>
      <w:r w:rsidR="00B97E5D">
        <w:t xml:space="preserve">, </w:t>
      </w:r>
      <w:r w:rsidRPr="003E4D35">
        <w:t>entre la jeunesse et la vieille</w:t>
      </w:r>
      <w:r w:rsidRPr="003E4D35">
        <w:t>s</w:t>
      </w:r>
      <w:r w:rsidRPr="003E4D35">
        <w:t>se du monde</w:t>
      </w:r>
      <w:r w:rsidR="00B97E5D">
        <w:t xml:space="preserve">, </w:t>
      </w:r>
      <w:r w:rsidRPr="003E4D35">
        <w:t>entre un lit d</w:t>
      </w:r>
      <w:r w:rsidR="00B97E5D">
        <w:t>’</w:t>
      </w:r>
      <w:r w:rsidRPr="003E4D35">
        <w:t>herbes au troisième étage à droite d</w:t>
      </w:r>
      <w:r w:rsidR="00B97E5D">
        <w:t>’</w:t>
      </w:r>
      <w:r w:rsidRPr="003E4D35">
        <w:t>un arbre géant</w:t>
      </w:r>
      <w:r w:rsidR="00B97E5D">
        <w:t xml:space="preserve">, </w:t>
      </w:r>
      <w:r w:rsidRPr="003E4D35">
        <w:t>avec la panthère apprivoisée sur le p</w:t>
      </w:r>
      <w:r w:rsidRPr="003E4D35">
        <w:t>a</w:t>
      </w:r>
      <w:r w:rsidRPr="003E4D35">
        <w:t>lier</w:t>
      </w:r>
      <w:r w:rsidR="00B97E5D">
        <w:t xml:space="preserve">, </w:t>
      </w:r>
      <w:r w:rsidRPr="003E4D35">
        <w:t>les crânes vides en sonnettes à la troisième branche à dro</w:t>
      </w:r>
      <w:r w:rsidRPr="003E4D35">
        <w:t>i</w:t>
      </w:r>
      <w:r w:rsidRPr="003E4D35">
        <w:t>te</w:t>
      </w:r>
      <w:r w:rsidR="00B97E5D">
        <w:t xml:space="preserve">, </w:t>
      </w:r>
      <w:r w:rsidRPr="003E4D35">
        <w:t>et tout le lin et la soie de New-York</w:t>
      </w:r>
      <w:r w:rsidR="00B97E5D">
        <w:t xml:space="preserve"> ; – </w:t>
      </w:r>
      <w:r w:rsidRPr="003E4D35">
        <w:t>à moins encore que l</w:t>
      </w:r>
      <w:r w:rsidR="00B97E5D">
        <w:t>’</w:t>
      </w:r>
      <w:r w:rsidRPr="003E4D35">
        <w:t>homme n</w:t>
      </w:r>
      <w:r w:rsidR="00B97E5D">
        <w:t>’</w:t>
      </w:r>
      <w:r w:rsidRPr="003E4D35">
        <w:t>arrive de cette île de forçats qu</w:t>
      </w:r>
      <w:r w:rsidR="00B97E5D">
        <w:t>’</w:t>
      </w:r>
      <w:r w:rsidRPr="003E4D35">
        <w:t>on m</w:t>
      </w:r>
      <w:r w:rsidR="00B97E5D">
        <w:t>’</w:t>
      </w:r>
      <w:r w:rsidRPr="003E4D35">
        <w:t>a dit voisine</w:t>
      </w:r>
      <w:r w:rsidR="00B97E5D">
        <w:t xml:space="preserve">, </w:t>
      </w:r>
      <w:r w:rsidRPr="003E4D35">
        <w:t>un évadé avec des œufs durs dans des journaux</w:t>
      </w:r>
      <w:r w:rsidR="00B97E5D">
        <w:t xml:space="preserve">… </w:t>
      </w:r>
      <w:r w:rsidRPr="003E4D35">
        <w:t>À la vie avec un sauv</w:t>
      </w:r>
      <w:r w:rsidRPr="003E4D35">
        <w:t>a</w:t>
      </w:r>
      <w:r w:rsidRPr="003E4D35">
        <w:t>ge</w:t>
      </w:r>
      <w:r w:rsidR="00B97E5D">
        <w:t xml:space="preserve">, </w:t>
      </w:r>
      <w:r w:rsidRPr="003E4D35">
        <w:t>préférerais-je la mort</w:t>
      </w:r>
      <w:r w:rsidR="00B97E5D">
        <w:t xml:space="preserve"> ? </w:t>
      </w:r>
      <w:r w:rsidRPr="003E4D35">
        <w:t>Un sauvage que je ne tutoierais j</w:t>
      </w:r>
      <w:r w:rsidRPr="003E4D35">
        <w:t>a</w:t>
      </w:r>
      <w:r w:rsidRPr="003E4D35">
        <w:t>mais</w:t>
      </w:r>
      <w:r w:rsidR="00B97E5D">
        <w:t xml:space="preserve">, </w:t>
      </w:r>
      <w:r w:rsidRPr="003E4D35">
        <w:t>auquel enfin j</w:t>
      </w:r>
      <w:r w:rsidR="00B97E5D">
        <w:t>’</w:t>
      </w:r>
      <w:r w:rsidRPr="003E4D35">
        <w:t>accorderais</w:t>
      </w:r>
      <w:r w:rsidR="00B97E5D">
        <w:t xml:space="preserve">, </w:t>
      </w:r>
      <w:r w:rsidRPr="003E4D35">
        <w:t>aux yeux de ses frères</w:t>
      </w:r>
      <w:r w:rsidR="00B97E5D">
        <w:t xml:space="preserve">, </w:t>
      </w:r>
      <w:r w:rsidRPr="003E4D35">
        <w:t>cette demi-divinité que je refuse aux démons de l</w:t>
      </w:r>
      <w:r w:rsidR="00B97E5D">
        <w:t>’</w:t>
      </w:r>
      <w:r w:rsidRPr="003E4D35">
        <w:t>île</w:t>
      </w:r>
      <w:r w:rsidR="00B97E5D">
        <w:t xml:space="preserve">, </w:t>
      </w:r>
      <w:r w:rsidRPr="003E4D35">
        <w:t>qui croirait vraiment que je le rends immortel</w:t>
      </w:r>
      <w:r w:rsidR="00B97E5D">
        <w:t xml:space="preserve">, </w:t>
      </w:r>
      <w:r w:rsidRPr="003E4D35">
        <w:t>et que le jour de sa mort</w:t>
      </w:r>
      <w:r w:rsidR="00B97E5D">
        <w:t xml:space="preserve"> (</w:t>
      </w:r>
      <w:r w:rsidRPr="003E4D35">
        <w:t>ce serait le plus dur</w:t>
      </w:r>
      <w:r w:rsidR="00B97E5D">
        <w:t xml:space="preserve">), </w:t>
      </w:r>
      <w:r w:rsidRPr="003E4D35">
        <w:t>je feindrais de ne plus aimer et de punir</w:t>
      </w:r>
      <w:r w:rsidR="00B97E5D">
        <w:t xml:space="preserve"> ?… </w:t>
      </w:r>
      <w:r w:rsidRPr="003E4D35">
        <w:t>Et cet Anglais poli qui m</w:t>
      </w:r>
      <w:r w:rsidR="00B97E5D">
        <w:t>’</w:t>
      </w:r>
      <w:r w:rsidRPr="003E4D35">
        <w:t>eût dit</w:t>
      </w:r>
      <w:r w:rsidR="00B97E5D">
        <w:t xml:space="preserve">, </w:t>
      </w:r>
      <w:r w:rsidRPr="003E4D35">
        <w:t>en me tendant à moi</w:t>
      </w:r>
      <w:r w:rsidR="00B97E5D">
        <w:t xml:space="preserve">, </w:t>
      </w:r>
      <w:r w:rsidRPr="003E4D35">
        <w:t>toute nue</w:t>
      </w:r>
      <w:r w:rsidR="00B97E5D">
        <w:t xml:space="preserve">, </w:t>
      </w:r>
      <w:r w:rsidRPr="003E4D35">
        <w:t>sa main pour notre premier shake-hand</w:t>
      </w:r>
      <w:r w:rsidR="00B97E5D">
        <w:t> : « </w:t>
      </w:r>
      <w:r w:rsidRPr="003E4D35">
        <w:t>Excusez mes gants</w:t>
      </w:r>
      <w:r w:rsidR="00B97E5D">
        <w:t> ? »</w:t>
      </w:r>
      <w:r w:rsidRPr="003E4D35">
        <w:t xml:space="preserve"> Et ce pasteur américain qui vite me photographierait avec le drapeau de son université pour robe</w:t>
      </w:r>
      <w:r w:rsidR="00B97E5D">
        <w:t xml:space="preserve"> ? </w:t>
      </w:r>
      <w:r w:rsidRPr="003E4D35">
        <w:t>Et cet Allemand plein d</w:t>
      </w:r>
      <w:r w:rsidR="00B97E5D">
        <w:t>’</w:t>
      </w:r>
      <w:r w:rsidRPr="003E4D35">
        <w:t>amour</w:t>
      </w:r>
      <w:r w:rsidR="00B97E5D">
        <w:t xml:space="preserve">, </w:t>
      </w:r>
      <w:r w:rsidRPr="003E4D35">
        <w:t>qui m</w:t>
      </w:r>
      <w:r w:rsidR="00B97E5D">
        <w:t>’</w:t>
      </w:r>
      <w:r w:rsidRPr="003E4D35">
        <w:t>eût installée à une table pliante avec de la bière de Pilsen</w:t>
      </w:r>
      <w:r w:rsidR="00B97E5D">
        <w:t xml:space="preserve">, </w:t>
      </w:r>
      <w:r w:rsidRPr="003E4D35">
        <w:t>me condamnant à un baiser chaque fois que j</w:t>
      </w:r>
      <w:r w:rsidR="00B97E5D">
        <w:t>’</w:t>
      </w:r>
      <w:r w:rsidRPr="003E4D35">
        <w:t>oublierais de refermer le chapeau en étain du verre</w:t>
      </w:r>
      <w:r w:rsidR="00B97E5D">
        <w:t> ?</w:t>
      </w:r>
    </w:p>
    <w:p w14:paraId="6967A42A" w14:textId="77777777" w:rsidR="00B97E5D" w:rsidRDefault="00F225BE" w:rsidP="00F225BE">
      <w:r w:rsidRPr="003E4D35">
        <w:t>Les jours où je sens trop que le départ n</w:t>
      </w:r>
      <w:r w:rsidR="00B97E5D">
        <w:t>’</w:t>
      </w:r>
      <w:r w:rsidRPr="003E4D35">
        <w:t>est pas pris vers moi entre les messieurs du monde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attends le vent</w:t>
      </w:r>
      <w:r w:rsidR="00B97E5D">
        <w:t>…</w:t>
      </w:r>
    </w:p>
    <w:p w14:paraId="6CB73194" w14:textId="77777777" w:rsidR="00B97E5D" w:rsidRDefault="00F225BE" w:rsidP="00F225BE">
      <w:r w:rsidRPr="003E4D35">
        <w:lastRenderedPageBreak/>
        <w:t>Cette île</w:t>
      </w:r>
      <w:r w:rsidR="00B97E5D">
        <w:t xml:space="preserve">, </w:t>
      </w:r>
      <w:r w:rsidRPr="003E4D35">
        <w:t>comme dans une auto l</w:t>
      </w:r>
      <w:r w:rsidR="00B97E5D">
        <w:t>’</w:t>
      </w:r>
      <w:r w:rsidRPr="003E4D35">
        <w:t>on reconnaît simplement à un petit tube rouge devant ou à un petit tube bleu à gauche si elle a son huile ou son essence</w:t>
      </w:r>
      <w:r w:rsidR="00B97E5D">
        <w:t xml:space="preserve">, </w:t>
      </w:r>
      <w:r w:rsidRPr="003E4D35">
        <w:t>je sais maintenant à quels objets minuscules on voit qu</w:t>
      </w:r>
      <w:r w:rsidR="00B97E5D">
        <w:t>’</w:t>
      </w:r>
      <w:r w:rsidRPr="003E4D35">
        <w:t>elle a son plein de soleil ou de vent</w:t>
      </w:r>
      <w:r w:rsidR="00B97E5D">
        <w:t xml:space="preserve">. </w:t>
      </w:r>
      <w:r w:rsidRPr="003E4D35">
        <w:t>Je sais l</w:t>
      </w:r>
      <w:r w:rsidR="00B97E5D">
        <w:t>’</w:t>
      </w:r>
      <w:r w:rsidRPr="003E4D35">
        <w:t>aboutissant des rouages du Pacifique</w:t>
      </w:r>
      <w:r w:rsidR="00B97E5D">
        <w:t xml:space="preserve">. </w:t>
      </w:r>
      <w:r w:rsidRPr="003E4D35">
        <w:t>Cette paillette d</w:t>
      </w:r>
      <w:r w:rsidR="00B97E5D">
        <w:t>’</w:t>
      </w:r>
      <w:r w:rsidRPr="003E4D35">
        <w:t>a</w:t>
      </w:r>
      <w:r w:rsidRPr="003E4D35">
        <w:t>r</w:t>
      </w:r>
      <w:r w:rsidRPr="003E4D35">
        <w:t>gent dans un trou du coin gauche du rocher Rimbaud</w:t>
      </w:r>
      <w:r w:rsidR="00B97E5D">
        <w:t xml:space="preserve">, </w:t>
      </w:r>
      <w:r w:rsidRPr="003E4D35">
        <w:t>si elle m</w:t>
      </w:r>
      <w:r w:rsidRPr="003E4D35">
        <w:t>i</w:t>
      </w:r>
      <w:r w:rsidRPr="003E4D35">
        <w:t>roite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que la lune est à sa maturité</w:t>
      </w:r>
      <w:r w:rsidR="00B97E5D">
        <w:t xml:space="preserve">. </w:t>
      </w:r>
      <w:r w:rsidRPr="003E4D35">
        <w:t>Cette tranche d</w:t>
      </w:r>
      <w:r w:rsidR="00B97E5D">
        <w:t>’</w:t>
      </w:r>
      <w:r w:rsidRPr="003E4D35">
        <w:t>arbre abattu soudain couleur sang de bœuf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la pluie pour le su</w:t>
      </w:r>
      <w:r w:rsidRPr="003E4D35">
        <w:t>r</w:t>
      </w:r>
      <w:r w:rsidRPr="003E4D35">
        <w:t>lendemain</w:t>
      </w:r>
      <w:r w:rsidR="00B97E5D">
        <w:t xml:space="preserve">. </w:t>
      </w:r>
      <w:r w:rsidRPr="003E4D35">
        <w:t>Ces abeilles sortant de l</w:t>
      </w:r>
      <w:r w:rsidR="00B97E5D">
        <w:t>’</w:t>
      </w:r>
      <w:r w:rsidRPr="003E4D35">
        <w:t>arbre par le sommet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un tremblement de terre pour le début du jour suivant</w:t>
      </w:r>
      <w:r w:rsidR="00B97E5D">
        <w:t xml:space="preserve">. </w:t>
      </w:r>
      <w:r w:rsidRPr="003E4D35">
        <w:t>Ce n</w:t>
      </w:r>
      <w:r w:rsidRPr="003E4D35">
        <w:t>é</w:t>
      </w:r>
      <w:r w:rsidRPr="003E4D35">
        <w:t>nuphar remuant trois fois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un phénomène plus rare</w:t>
      </w:r>
      <w:r w:rsidR="00B97E5D">
        <w:t xml:space="preserve">, </w:t>
      </w:r>
      <w:r w:rsidRPr="003E4D35">
        <w:t>a</w:t>
      </w:r>
      <w:r w:rsidRPr="003E4D35">
        <w:t>n</w:t>
      </w:r>
      <w:r w:rsidRPr="003E4D35">
        <w:t>nuel à peu près</w:t>
      </w:r>
      <w:r w:rsidR="00B97E5D">
        <w:t xml:space="preserve">, </w:t>
      </w:r>
      <w:r w:rsidRPr="003E4D35">
        <w:t>le passage dans l</w:t>
      </w:r>
      <w:r w:rsidR="00B97E5D">
        <w:t>’</w:t>
      </w:r>
      <w:r w:rsidRPr="003E4D35">
        <w:t>île de l</w:t>
      </w:r>
      <w:r w:rsidR="00B97E5D">
        <w:t>’</w:t>
      </w:r>
      <w:r w:rsidRPr="003E4D35">
        <w:t>ornithorynque</w:t>
      </w:r>
      <w:r w:rsidR="00B97E5D">
        <w:t xml:space="preserve">. </w:t>
      </w:r>
      <w:r w:rsidRPr="003E4D35">
        <w:t>Ainsi je n</w:t>
      </w:r>
      <w:r w:rsidR="00B97E5D">
        <w:t>’</w:t>
      </w:r>
      <w:r w:rsidRPr="003E4D35">
        <w:t>ai qu</w:t>
      </w:r>
      <w:r w:rsidR="00B97E5D">
        <w:t>’</w:t>
      </w:r>
      <w:r w:rsidRPr="003E4D35">
        <w:t>à surveiller certaines ombres</w:t>
      </w:r>
      <w:r w:rsidR="00B97E5D">
        <w:t xml:space="preserve">, </w:t>
      </w:r>
      <w:r w:rsidRPr="003E4D35">
        <w:t>certains miroitements comme des compteurs de taxi</w:t>
      </w:r>
      <w:r w:rsidR="00B97E5D">
        <w:t xml:space="preserve">, </w:t>
      </w:r>
      <w:r w:rsidRPr="003E4D35">
        <w:t>et pour savoir si le vent</w:t>
      </w:r>
      <w:r w:rsidR="00B97E5D">
        <w:t xml:space="preserve">, </w:t>
      </w:r>
      <w:r w:rsidRPr="003E4D35">
        <w:t>ou la mousson</w:t>
      </w:r>
      <w:r w:rsidR="00B97E5D">
        <w:t xml:space="preserve">, </w:t>
      </w:r>
      <w:r w:rsidRPr="003E4D35">
        <w:t>ou la tempête sont vers moi en route</w:t>
      </w:r>
      <w:r w:rsidR="00B97E5D">
        <w:t xml:space="preserve">, </w:t>
      </w:r>
      <w:r w:rsidRPr="003E4D35">
        <w:t>il me suffit de jeter les yeux sur une feuille de palmier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un ignorant n</w:t>
      </w:r>
      <w:r w:rsidR="00B97E5D">
        <w:t>’</w:t>
      </w:r>
      <w:r w:rsidRPr="003E4D35">
        <w:t>eût pas distinguée des autres</w:t>
      </w:r>
      <w:r w:rsidR="00B97E5D">
        <w:t xml:space="preserve">, </w:t>
      </w:r>
      <w:r w:rsidRPr="003E4D35">
        <w:t>mais qui est mon manomètre et qui tremblote toute seule</w:t>
      </w:r>
      <w:r w:rsidR="00B97E5D">
        <w:t xml:space="preserve">, </w:t>
      </w:r>
      <w:r w:rsidRPr="003E4D35">
        <w:t>une heure avant le moindre souffle</w:t>
      </w:r>
      <w:r w:rsidR="00B97E5D">
        <w:t xml:space="preserve">. </w:t>
      </w:r>
      <w:r w:rsidRPr="003E4D35">
        <w:t>Je la consulte sans relâche</w:t>
      </w:r>
      <w:r w:rsidR="00B97E5D">
        <w:t xml:space="preserve">, </w:t>
      </w:r>
      <w:r w:rsidRPr="003E4D35">
        <w:t>déçue quand elle reste trop de jours i</w:t>
      </w:r>
      <w:r w:rsidRPr="003E4D35">
        <w:t>m</w:t>
      </w:r>
      <w:r w:rsidRPr="003E4D35">
        <w:t>mobile</w:t>
      </w:r>
      <w:r w:rsidR="00B97E5D">
        <w:t xml:space="preserve">… </w:t>
      </w:r>
      <w:r w:rsidRPr="003E4D35">
        <w:t>Soudain elle frissonne</w:t>
      </w:r>
      <w:r w:rsidR="00B97E5D">
        <w:t xml:space="preserve">… </w:t>
      </w:r>
      <w:r w:rsidRPr="003E4D35">
        <w:t>De la mer où je me baigne je me hisse alors sur la plate-forme du promontoire</w:t>
      </w:r>
      <w:r w:rsidR="00B97E5D">
        <w:t xml:space="preserve"> ; </w:t>
      </w:r>
      <w:r w:rsidRPr="003E4D35">
        <w:t>ce que je fa</w:t>
      </w:r>
      <w:r w:rsidRPr="003E4D35">
        <w:t>i</w:t>
      </w:r>
      <w:r w:rsidRPr="003E4D35">
        <w:t>sais petite fille avec mon doigt mouillé pour savoir d</w:t>
      </w:r>
      <w:r w:rsidR="00B97E5D">
        <w:t>’</w:t>
      </w:r>
      <w:r w:rsidRPr="003E4D35">
        <w:t>où venait le vent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y emploie là-haut mon corps entier</w:t>
      </w:r>
      <w:r w:rsidR="00B97E5D">
        <w:t xml:space="preserve">. </w:t>
      </w:r>
      <w:r w:rsidRPr="003E4D35">
        <w:t>Il arrive par rafales</w:t>
      </w:r>
      <w:r w:rsidR="00B97E5D">
        <w:t xml:space="preserve">, </w:t>
      </w:r>
      <w:r w:rsidRPr="003E4D35">
        <w:t>attaquant selon l</w:t>
      </w:r>
      <w:r w:rsidR="00B97E5D">
        <w:t>’</w:t>
      </w:r>
      <w:r w:rsidRPr="003E4D35">
        <w:t>époque mon côté caressant ou mon côté i</w:t>
      </w:r>
      <w:r w:rsidRPr="003E4D35">
        <w:t>m</w:t>
      </w:r>
      <w:r w:rsidRPr="003E4D35">
        <w:t>plac</w:t>
      </w:r>
      <w:r w:rsidRPr="003E4D35">
        <w:t>a</w:t>
      </w:r>
      <w:r w:rsidRPr="003E4D35">
        <w:t>ble</w:t>
      </w:r>
      <w:r w:rsidR="00B97E5D">
        <w:t xml:space="preserve">, </w:t>
      </w:r>
      <w:r w:rsidRPr="003E4D35">
        <w:t>déposant brutalement sur moi la première</w:t>
      </w:r>
      <w:r w:rsidR="00B97E5D">
        <w:t xml:space="preserve">, </w:t>
      </w:r>
      <w:r w:rsidRPr="003E4D35">
        <w:t>sur moi stérile</w:t>
      </w:r>
      <w:r w:rsidR="00B97E5D">
        <w:t xml:space="preserve">, </w:t>
      </w:r>
      <w:r w:rsidRPr="003E4D35">
        <w:t>les plus avides de ces parfums et de ces graines invisibles qui eussent fructifié si j</w:t>
      </w:r>
      <w:r w:rsidR="00B97E5D">
        <w:t>’</w:t>
      </w:r>
      <w:r w:rsidRPr="003E4D35">
        <w:t>avais été terreau et non pas chair</w:t>
      </w:r>
      <w:r w:rsidR="00B97E5D">
        <w:t xml:space="preserve"> : </w:t>
      </w:r>
      <w:r w:rsidRPr="003E4D35">
        <w:t>vent pr</w:t>
      </w:r>
      <w:r w:rsidRPr="003E4D35">
        <w:t>o</w:t>
      </w:r>
      <w:r w:rsidRPr="003E4D35">
        <w:t>testant</w:t>
      </w:r>
      <w:r w:rsidR="00B97E5D">
        <w:t xml:space="preserve">, </w:t>
      </w:r>
      <w:r w:rsidRPr="003E4D35">
        <w:t>collant sur moi soudain une feuille entière</w:t>
      </w:r>
      <w:r w:rsidR="00B97E5D">
        <w:t xml:space="preserve">, </w:t>
      </w:r>
      <w:r w:rsidRPr="003E4D35">
        <w:t>de forme i</w:t>
      </w:r>
      <w:r w:rsidRPr="003E4D35">
        <w:t>n</w:t>
      </w:r>
      <w:r w:rsidRPr="003E4D35">
        <w:t>connue</w:t>
      </w:r>
      <w:r w:rsidR="00B97E5D">
        <w:t xml:space="preserve"> ; </w:t>
      </w:r>
      <w:r w:rsidRPr="003E4D35">
        <w:t>il arrive tendrement</w:t>
      </w:r>
      <w:r w:rsidR="00B97E5D">
        <w:t xml:space="preserve">, </w:t>
      </w:r>
      <w:r w:rsidRPr="003E4D35">
        <w:t>me léchant par ondes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en haut parfois</w:t>
      </w:r>
      <w:r w:rsidR="00B97E5D">
        <w:t xml:space="preserve">, </w:t>
      </w:r>
      <w:r w:rsidRPr="003E4D35">
        <w:t>comme par une fenêtre d</w:t>
      </w:r>
      <w:r w:rsidR="00B97E5D">
        <w:t>’</w:t>
      </w:r>
      <w:r w:rsidRPr="003E4D35">
        <w:t>atelier ouverte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en bas</w:t>
      </w:r>
      <w:r w:rsidR="00B97E5D">
        <w:t xml:space="preserve">, </w:t>
      </w:r>
      <w:r w:rsidRPr="003E4D35">
        <w:t>comme d</w:t>
      </w:r>
      <w:r w:rsidR="00B97E5D">
        <w:t>’</w:t>
      </w:r>
      <w:r w:rsidRPr="003E4D35">
        <w:t>une bouche de chaleur dans un musée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oiseau qui annonce la fin du vent pousse un cri</w:t>
      </w:r>
      <w:r w:rsidR="00B97E5D">
        <w:t xml:space="preserve">, </w:t>
      </w:r>
      <w:r w:rsidRPr="003E4D35">
        <w:t xml:space="preserve">cri presque </w:t>
      </w:r>
      <w:r w:rsidRPr="003E4D35">
        <w:lastRenderedPageBreak/>
        <w:t>imperce</w:t>
      </w:r>
      <w:r w:rsidRPr="003E4D35">
        <w:t>p</w:t>
      </w:r>
      <w:r w:rsidRPr="003E4D35">
        <w:t>tible au milieu des ramages</w:t>
      </w:r>
      <w:r w:rsidR="00B97E5D">
        <w:t xml:space="preserve">, </w:t>
      </w:r>
      <w:r w:rsidRPr="003E4D35">
        <w:t>la vague qui annonce la houle pour minuit et quart me couvre d</w:t>
      </w:r>
      <w:r w:rsidR="00B97E5D">
        <w:t>’</w:t>
      </w:r>
      <w:r w:rsidRPr="003E4D35">
        <w:t>écume</w:t>
      </w:r>
      <w:r w:rsidR="00B97E5D">
        <w:t xml:space="preserve"> ; </w:t>
      </w:r>
      <w:r w:rsidRPr="003E4D35">
        <w:t>le héron qui s</w:t>
      </w:r>
      <w:r w:rsidR="00B97E5D">
        <w:t>’</w:t>
      </w:r>
      <w:r w:rsidRPr="003E4D35">
        <w:t>envole tre</w:t>
      </w:r>
      <w:r w:rsidRPr="003E4D35">
        <w:t>n</w:t>
      </w:r>
      <w:r w:rsidRPr="003E4D35">
        <w:t>te-cinq minutes avant la fin du jour s</w:t>
      </w:r>
      <w:r w:rsidR="00B97E5D">
        <w:t>’</w:t>
      </w:r>
      <w:r w:rsidRPr="003E4D35">
        <w:t>élève</w:t>
      </w:r>
      <w:r w:rsidR="00B97E5D">
        <w:t xml:space="preserve"> ; </w:t>
      </w:r>
      <w:r w:rsidRPr="003E4D35">
        <w:t>plus un souffle</w:t>
      </w:r>
      <w:r w:rsidR="00B97E5D">
        <w:t xml:space="preserve"> ; </w:t>
      </w:r>
      <w:r w:rsidRPr="003E4D35">
        <w:t>l</w:t>
      </w:r>
      <w:r w:rsidR="00B97E5D">
        <w:t>’</w:t>
      </w:r>
      <w:r w:rsidRPr="003E4D35">
        <w:t>obscurité complète qui annonce la nuit m</w:t>
      </w:r>
      <w:r w:rsidR="00B97E5D">
        <w:t>’</w:t>
      </w:r>
      <w:r w:rsidRPr="003E4D35">
        <w:t>enveloppe</w:t>
      </w:r>
      <w:r w:rsidR="00B97E5D">
        <w:t xml:space="preserve">, </w:t>
      </w:r>
      <w:r w:rsidRPr="003E4D35">
        <w:t>et je d</w:t>
      </w:r>
      <w:r w:rsidRPr="003E4D35">
        <w:t>é</w:t>
      </w:r>
      <w:r w:rsidRPr="003E4D35">
        <w:t>sesp</w:t>
      </w:r>
      <w:r w:rsidRPr="003E4D35">
        <w:t>è</w:t>
      </w:r>
      <w:r w:rsidRPr="003E4D35">
        <w:t>re sur mon île en panne</w:t>
      </w:r>
      <w:r w:rsidR="00B97E5D">
        <w:t xml:space="preserve">… </w:t>
      </w:r>
      <w:r w:rsidRPr="003E4D35">
        <w:t>On s</w:t>
      </w:r>
      <w:r w:rsidR="00B97E5D">
        <w:t>’</w:t>
      </w:r>
      <w:r w:rsidRPr="003E4D35">
        <w:t>occupe</w:t>
      </w:r>
      <w:r w:rsidR="00B97E5D">
        <w:t xml:space="preserve">, </w:t>
      </w:r>
      <w:r w:rsidRPr="003E4D35">
        <w:t>seule dans une île</w:t>
      </w:r>
      <w:r w:rsidR="00B97E5D">
        <w:t> !…</w:t>
      </w:r>
    </w:p>
    <w:p w14:paraId="73D6FA0E" w14:textId="6EC666C7" w:rsidR="00F225BE" w:rsidRPr="003E4D35" w:rsidRDefault="00B97E5D" w:rsidP="00B97E5D">
      <w:pPr>
        <w:pStyle w:val="Centr"/>
      </w:pPr>
      <w:r w:rsidRPr="003E4D35">
        <w:rPr>
          <w:noProof/>
        </w:rPr>
        <w:drawing>
          <wp:inline distT="0" distB="0" distL="0" distR="0" wp14:anchorId="199413CE" wp14:editId="0D1FBAF3">
            <wp:extent cx="3873600" cy="2866405"/>
            <wp:effectExtent l="0" t="0" r="0" b="0"/>
            <wp:docPr id="1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912" cy="287033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3D3B0" w14:textId="77777777" w:rsidR="00F225BE" w:rsidRPr="003E4D35" w:rsidRDefault="00F225BE" w:rsidP="00B97E5D">
      <w:pPr>
        <w:pStyle w:val="Titre1"/>
      </w:pPr>
      <w:bookmarkStart w:id="10" w:name="_Toc202201143"/>
      <w:r w:rsidRPr="003E4D35">
        <w:lastRenderedPageBreak/>
        <w:t>CHAPITRE DIXIÈME ET DERNIER</w:t>
      </w:r>
      <w:bookmarkEnd w:id="10"/>
    </w:p>
    <w:p w14:paraId="5A1CD04B" w14:textId="14DF94A5" w:rsidR="00F225BE" w:rsidRPr="003E4D35" w:rsidRDefault="00B97E5D" w:rsidP="00B97E5D">
      <w:pPr>
        <w:pStyle w:val="Centr"/>
      </w:pPr>
      <w:r w:rsidRPr="003E4D35">
        <w:rPr>
          <w:noProof/>
        </w:rPr>
        <w:drawing>
          <wp:inline distT="0" distB="0" distL="0" distR="0" wp14:anchorId="60C893E9" wp14:editId="7CE23532">
            <wp:extent cx="5437470" cy="4435200"/>
            <wp:effectExtent l="0" t="0" r="0" b="3810"/>
            <wp:docPr id="1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016" cy="443972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D40CB" w14:textId="77777777" w:rsidR="00B97E5D" w:rsidRDefault="00F225BE" w:rsidP="00F225BE">
      <w:r w:rsidRPr="003E4D35">
        <w:t>J</w:t>
      </w:r>
      <w:r w:rsidR="00B97E5D">
        <w:t>’</w:t>
      </w:r>
      <w:r w:rsidRPr="003E4D35">
        <w:t>avais été réveillée brusquement</w:t>
      </w:r>
      <w:r w:rsidR="00B97E5D">
        <w:t xml:space="preserve">, </w:t>
      </w:r>
      <w:r w:rsidRPr="003E4D35">
        <w:t>mais par quoi</w:t>
      </w:r>
      <w:r w:rsidR="00B97E5D">
        <w:t xml:space="preserve"> ? </w:t>
      </w:r>
      <w:r w:rsidRPr="003E4D35">
        <w:t>Par un rêve</w:t>
      </w:r>
      <w:r w:rsidR="00B97E5D">
        <w:t xml:space="preserve"> ? </w:t>
      </w:r>
      <w:r w:rsidRPr="003E4D35">
        <w:t>ou plutôt</w:t>
      </w:r>
      <w:r w:rsidR="00B97E5D">
        <w:t xml:space="preserve">, </w:t>
      </w:r>
      <w:r w:rsidRPr="003E4D35">
        <w:t>pendant la dernière seconde de mon sommeil</w:t>
      </w:r>
      <w:r w:rsidR="00B97E5D">
        <w:t xml:space="preserve">, </w:t>
      </w:r>
      <w:r w:rsidRPr="003E4D35">
        <w:t>le canon n</w:t>
      </w:r>
      <w:r w:rsidR="00B97E5D">
        <w:t>’</w:t>
      </w:r>
      <w:r w:rsidRPr="003E4D35">
        <w:t>avait-il pas tonné</w:t>
      </w:r>
      <w:r w:rsidR="00B97E5D">
        <w:t xml:space="preserve">, </w:t>
      </w:r>
      <w:r w:rsidRPr="003E4D35">
        <w:t>un projecteur ne m</w:t>
      </w:r>
      <w:r w:rsidR="00B97E5D">
        <w:t>’</w:t>
      </w:r>
      <w:r w:rsidRPr="003E4D35">
        <w:t>avait-il pas i</w:t>
      </w:r>
      <w:r w:rsidRPr="003E4D35">
        <w:t>l</w:t>
      </w:r>
      <w:r w:rsidRPr="003E4D35">
        <w:t>luminée</w:t>
      </w:r>
      <w:r w:rsidR="00B97E5D">
        <w:t xml:space="preserve"> ? </w:t>
      </w:r>
      <w:r w:rsidRPr="003E4D35">
        <w:t>Je scrutais à la fois</w:t>
      </w:r>
      <w:r w:rsidR="00B97E5D">
        <w:t xml:space="preserve">, </w:t>
      </w:r>
      <w:r w:rsidRPr="003E4D35">
        <w:t>pour découvrir la cause de ce su</w:t>
      </w:r>
      <w:r w:rsidRPr="003E4D35">
        <w:t>r</w:t>
      </w:r>
      <w:r w:rsidRPr="003E4D35">
        <w:t>saut</w:t>
      </w:r>
      <w:r w:rsidR="00B97E5D">
        <w:t xml:space="preserve">, </w:t>
      </w:r>
      <w:r w:rsidRPr="003E4D35">
        <w:t>mon esprit</w:t>
      </w:r>
      <w:r w:rsidR="00B97E5D">
        <w:t xml:space="preserve">, </w:t>
      </w:r>
      <w:r w:rsidRPr="003E4D35">
        <w:t>mon corps et l</w:t>
      </w:r>
      <w:r w:rsidR="00B97E5D">
        <w:t>’</w:t>
      </w:r>
      <w:r w:rsidRPr="003E4D35">
        <w:t>horizon</w:t>
      </w:r>
      <w:r w:rsidR="00B97E5D">
        <w:t xml:space="preserve">. </w:t>
      </w:r>
      <w:r w:rsidRPr="003E4D35">
        <w:t>Je tâtonnais dans l</w:t>
      </w:r>
      <w:r w:rsidR="00B97E5D">
        <w:t>’</w:t>
      </w:r>
      <w:r w:rsidRPr="003E4D35">
        <w:t>île obscure</w:t>
      </w:r>
      <w:r w:rsidR="00B97E5D">
        <w:t xml:space="preserve">, </w:t>
      </w:r>
      <w:r w:rsidRPr="003E4D35">
        <w:t>appuyant sur les plus sensibles de mes oiseaux</w:t>
      </w:r>
      <w:r w:rsidR="00B97E5D">
        <w:t xml:space="preserve">, </w:t>
      </w:r>
      <w:r w:rsidRPr="003E4D35">
        <w:t>c</w:t>
      </w:r>
      <w:r w:rsidRPr="003E4D35">
        <w:t>o</w:t>
      </w:r>
      <w:r w:rsidRPr="003E4D35">
        <w:t>gnant aux arbres creux</w:t>
      </w:r>
      <w:r w:rsidR="00B97E5D">
        <w:t xml:space="preserve">, </w:t>
      </w:r>
      <w:r w:rsidRPr="003E4D35">
        <w:t>appelant l</w:t>
      </w:r>
      <w:r w:rsidR="00B97E5D">
        <w:t>’</w:t>
      </w:r>
      <w:r w:rsidRPr="003E4D35">
        <w:t>écho</w:t>
      </w:r>
      <w:r w:rsidR="00B97E5D">
        <w:t xml:space="preserve">, </w:t>
      </w:r>
      <w:r w:rsidRPr="003E4D35">
        <w:t>comme dans un salon où l</w:t>
      </w:r>
      <w:r w:rsidR="00B97E5D">
        <w:t>’</w:t>
      </w:r>
      <w:r w:rsidRPr="003E4D35">
        <w:t>on cherche le bouton électrique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obtins seulement que le soleil se levât</w:t>
      </w:r>
      <w:r w:rsidR="00B97E5D">
        <w:t xml:space="preserve">. </w:t>
      </w:r>
      <w:r w:rsidRPr="003E4D35">
        <w:t>Du fond de ma grotte enfin</w:t>
      </w:r>
      <w:r w:rsidR="00B97E5D">
        <w:t xml:space="preserve">, </w:t>
      </w:r>
      <w:r w:rsidRPr="003E4D35">
        <w:t>comme celui qui a perdu sa bague</w:t>
      </w:r>
      <w:r w:rsidR="00B97E5D">
        <w:t xml:space="preserve">, </w:t>
      </w:r>
      <w:r w:rsidRPr="003E4D35">
        <w:t>qui s</w:t>
      </w:r>
      <w:r w:rsidR="00B97E5D">
        <w:t>’</w:t>
      </w:r>
      <w:r w:rsidRPr="003E4D35">
        <w:t>est replacé</w:t>
      </w:r>
      <w:r w:rsidR="00B97E5D">
        <w:t xml:space="preserve">, </w:t>
      </w:r>
      <w:r w:rsidRPr="003E4D35">
        <w:t>après avoir retourné la maison entière</w:t>
      </w:r>
      <w:r w:rsidR="00B97E5D">
        <w:t xml:space="preserve">, </w:t>
      </w:r>
      <w:r w:rsidRPr="003E4D35">
        <w:t>sur la dernière chaise où il l</w:t>
      </w:r>
      <w:r w:rsidR="00B97E5D">
        <w:t>’</w:t>
      </w:r>
      <w:r w:rsidRPr="003E4D35">
        <w:t>avait encore</w:t>
      </w:r>
      <w:r w:rsidR="00B97E5D">
        <w:t xml:space="preserve">, </w:t>
      </w:r>
      <w:r w:rsidRPr="003E4D35">
        <w:t>raisonne</w:t>
      </w:r>
      <w:r w:rsidR="00B97E5D">
        <w:t xml:space="preserve">, </w:t>
      </w:r>
      <w:r w:rsidRPr="003E4D35">
        <w:t>se lève</w:t>
      </w:r>
      <w:r w:rsidR="00B97E5D">
        <w:t xml:space="preserve">, </w:t>
      </w:r>
      <w:r w:rsidRPr="003E4D35">
        <w:t>et va droit au bon tiroir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élançai</w:t>
      </w:r>
      <w:r w:rsidR="00B97E5D">
        <w:t xml:space="preserve">, </w:t>
      </w:r>
      <w:r w:rsidRPr="003E4D35">
        <w:t>je grimpai au cocotier le plus proche</w:t>
      </w:r>
      <w:r w:rsidR="00B97E5D">
        <w:t xml:space="preserve">, </w:t>
      </w:r>
      <w:r w:rsidRPr="003E4D35">
        <w:t xml:space="preserve">je cherchai la </w:t>
      </w:r>
      <w:r w:rsidRPr="003E4D35">
        <w:lastRenderedPageBreak/>
        <w:t>fumée du geyser de l</w:t>
      </w:r>
      <w:r w:rsidR="00B97E5D">
        <w:t>’</w:t>
      </w:r>
      <w:r w:rsidRPr="003E4D35">
        <w:t>autre île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avais trouvé</w:t>
      </w:r>
      <w:r w:rsidR="00B97E5D">
        <w:t xml:space="preserve">… </w:t>
      </w:r>
      <w:r w:rsidRPr="003E4D35">
        <w:t>deux fumées montaient</w:t>
      </w:r>
      <w:r w:rsidR="00B97E5D">
        <w:t>.</w:t>
      </w:r>
    </w:p>
    <w:p w14:paraId="4E47DC72" w14:textId="77777777" w:rsidR="00B97E5D" w:rsidRDefault="00F225BE" w:rsidP="00F225BE">
      <w:r w:rsidRPr="003E4D35">
        <w:t>Ce n</w:t>
      </w:r>
      <w:r w:rsidR="00B97E5D">
        <w:t>’</w:t>
      </w:r>
      <w:r w:rsidRPr="003E4D35">
        <w:t>était pas un mirage</w:t>
      </w:r>
      <w:r w:rsidR="00B97E5D">
        <w:t xml:space="preserve">. </w:t>
      </w:r>
      <w:r w:rsidRPr="003E4D35">
        <w:t>Il y avait deux fumées</w:t>
      </w:r>
      <w:r w:rsidR="00B97E5D">
        <w:t xml:space="preserve">, </w:t>
      </w:r>
      <w:r w:rsidRPr="003E4D35">
        <w:t>et pas qu</w:t>
      </w:r>
      <w:r w:rsidRPr="003E4D35">
        <w:t>a</w:t>
      </w:r>
      <w:r w:rsidRPr="003E4D35">
        <w:t>tre îles</w:t>
      </w:r>
      <w:r w:rsidR="00B97E5D">
        <w:t xml:space="preserve">, </w:t>
      </w:r>
      <w:r w:rsidRPr="003E4D35">
        <w:t>et pas deux lignes de brisants</w:t>
      </w:r>
      <w:r w:rsidR="00B97E5D">
        <w:t xml:space="preserve">. </w:t>
      </w:r>
      <w:r w:rsidRPr="003E4D35">
        <w:t>Sur cette aube encore fraîche</w:t>
      </w:r>
      <w:r w:rsidR="00B97E5D">
        <w:t xml:space="preserve">, </w:t>
      </w:r>
      <w:r w:rsidRPr="003E4D35">
        <w:t>je voyais s</w:t>
      </w:r>
      <w:r w:rsidR="00B97E5D">
        <w:t>’</w:t>
      </w:r>
      <w:r w:rsidRPr="003E4D35">
        <w:t>imprimer l</w:t>
      </w:r>
      <w:r w:rsidR="00B97E5D">
        <w:t>’</w:t>
      </w:r>
      <w:r w:rsidRPr="003E4D35">
        <w:t>haleine des hommes</w:t>
      </w:r>
      <w:r w:rsidR="00B97E5D">
        <w:t xml:space="preserve">… </w:t>
      </w:r>
      <w:r w:rsidRPr="003E4D35">
        <w:t>Les ho</w:t>
      </w:r>
      <w:r w:rsidRPr="003E4D35">
        <w:t>m</w:t>
      </w:r>
      <w:r w:rsidRPr="003E4D35">
        <w:t>mes vivaient encore</w:t>
      </w:r>
      <w:r w:rsidR="00B97E5D">
        <w:t xml:space="preserve">… </w:t>
      </w:r>
      <w:r w:rsidRPr="003E4D35">
        <w:t>Si j</w:t>
      </w:r>
      <w:r w:rsidR="00B97E5D">
        <w:t>’</w:t>
      </w:r>
      <w:r w:rsidRPr="003E4D35">
        <w:t>avais eu de meilleurs yeux</w:t>
      </w:r>
      <w:r w:rsidR="00B97E5D">
        <w:t xml:space="preserve">, </w:t>
      </w:r>
      <w:r w:rsidRPr="003E4D35">
        <w:t>peut-être aurais-je pu apercevoir une troisième fumée</w:t>
      </w:r>
      <w:r w:rsidR="00B97E5D">
        <w:t xml:space="preserve">, </w:t>
      </w:r>
      <w:r w:rsidRPr="003E4D35">
        <w:t>toute petite</w:t>
      </w:r>
      <w:r w:rsidR="00B97E5D">
        <w:t xml:space="preserve">, </w:t>
      </w:r>
      <w:r w:rsidRPr="003E4D35">
        <w:t>celle d</w:t>
      </w:r>
      <w:r w:rsidR="00B97E5D">
        <w:t>’</w:t>
      </w:r>
      <w:r w:rsidRPr="003E4D35">
        <w:t>une cigarette ou d</w:t>
      </w:r>
      <w:r w:rsidR="00B97E5D">
        <w:t>’</w:t>
      </w:r>
      <w:r w:rsidRPr="003E4D35">
        <w:t>une pipe</w:t>
      </w:r>
      <w:r w:rsidR="00B97E5D">
        <w:t xml:space="preserve"> !… </w:t>
      </w:r>
      <w:r w:rsidRPr="003E4D35">
        <w:t>Au faîte de mon cocotier</w:t>
      </w:r>
      <w:r w:rsidR="00B97E5D">
        <w:t xml:space="preserve">, </w:t>
      </w:r>
      <w:r w:rsidRPr="003E4D35">
        <w:t>je fus soudain inerte</w:t>
      </w:r>
      <w:r w:rsidR="00B97E5D">
        <w:t xml:space="preserve">, </w:t>
      </w:r>
      <w:r w:rsidRPr="003E4D35">
        <w:t>comme si c</w:t>
      </w:r>
      <w:r w:rsidR="00B97E5D">
        <w:t>’</w:t>
      </w:r>
      <w:r w:rsidRPr="003E4D35">
        <w:t>était là que je me maintenais depuis cinq ans</w:t>
      </w:r>
      <w:r w:rsidR="00B97E5D">
        <w:t xml:space="preserve"> ; </w:t>
      </w:r>
      <w:r w:rsidRPr="003E4D35">
        <w:t>quelques minutes encore</w:t>
      </w:r>
      <w:r w:rsidR="00B97E5D">
        <w:t xml:space="preserve">, </w:t>
      </w:r>
      <w:r w:rsidRPr="003E4D35">
        <w:t>et je n</w:t>
      </w:r>
      <w:r w:rsidR="00B97E5D">
        <w:t>’</w:t>
      </w:r>
      <w:r w:rsidRPr="003E4D35">
        <w:t>aurais plus supporté la solitude</w:t>
      </w:r>
      <w:r w:rsidR="00B97E5D">
        <w:t xml:space="preserve"> ; </w:t>
      </w:r>
      <w:r w:rsidRPr="003E4D35">
        <w:t>que la fumée eût paru à huit heures</w:t>
      </w:r>
      <w:r w:rsidR="00B97E5D">
        <w:t xml:space="preserve">, </w:t>
      </w:r>
      <w:r w:rsidRPr="003E4D35">
        <w:t>et non à sept</w:t>
      </w:r>
      <w:r w:rsidR="00B97E5D">
        <w:t xml:space="preserve">, </w:t>
      </w:r>
      <w:r w:rsidRPr="003E4D35">
        <w:t>et il eût été trop tard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lâché tout</w:t>
      </w:r>
      <w:r w:rsidR="00B97E5D">
        <w:t xml:space="preserve">. </w:t>
      </w:r>
      <w:r w:rsidRPr="003E4D35">
        <w:t>Si bien que je le lâchai vraiment</w:t>
      </w:r>
      <w:r w:rsidR="00B97E5D">
        <w:t xml:space="preserve">, </w:t>
      </w:r>
      <w:r w:rsidRPr="003E4D35">
        <w:t>et tombai</w:t>
      </w:r>
      <w:r w:rsidR="00B97E5D">
        <w:t xml:space="preserve">, </w:t>
      </w:r>
      <w:r w:rsidRPr="003E4D35">
        <w:t>le plus mûr de ses fruits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étais au bord de la mer</w:t>
      </w:r>
      <w:r w:rsidR="00B97E5D">
        <w:t xml:space="preserve">, </w:t>
      </w:r>
      <w:r w:rsidRPr="003E4D35">
        <w:t xml:space="preserve">je me jetai dans le </w:t>
      </w:r>
      <w:proofErr w:type="spellStart"/>
      <w:r w:rsidRPr="003E4D35">
        <w:t>Kouro-Shivo</w:t>
      </w:r>
      <w:proofErr w:type="spellEnd"/>
      <w:r w:rsidRPr="003E4D35">
        <w:t xml:space="preserve"> comme dans un taxi</w:t>
      </w:r>
      <w:r w:rsidR="00B97E5D">
        <w:t>.</w:t>
      </w:r>
    </w:p>
    <w:p w14:paraId="0D314AD5" w14:textId="77777777" w:rsidR="00B97E5D" w:rsidRDefault="00F225BE" w:rsidP="00F225BE">
      <w:r w:rsidRPr="003E4D35">
        <w:t>J</w:t>
      </w:r>
      <w:r w:rsidR="00B97E5D">
        <w:t>’</w:t>
      </w:r>
      <w:r w:rsidRPr="003E4D35">
        <w:t>étais trop légère ce jour-là pour l</w:t>
      </w:r>
      <w:r w:rsidR="00B97E5D">
        <w:t>’</w:t>
      </w:r>
      <w:r w:rsidRPr="003E4D35">
        <w:t>eau salée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en sortais parfois tout entière</w:t>
      </w:r>
      <w:r w:rsidR="00B97E5D">
        <w:t xml:space="preserve">. </w:t>
      </w:r>
      <w:r w:rsidRPr="003E4D35">
        <w:t>Je me retenais et me faisais lourde</w:t>
      </w:r>
      <w:r w:rsidR="00B97E5D">
        <w:t xml:space="preserve">, </w:t>
      </w:r>
      <w:r w:rsidRPr="003E4D35">
        <w:t>par peur qu</w:t>
      </w:r>
      <w:r w:rsidR="00B97E5D">
        <w:t>’</w:t>
      </w:r>
      <w:r w:rsidRPr="003E4D35">
        <w:t>on ne m</w:t>
      </w:r>
      <w:r w:rsidR="00B97E5D">
        <w:t>’</w:t>
      </w:r>
      <w:r w:rsidRPr="003E4D35">
        <w:t>aperçût de l</w:t>
      </w:r>
      <w:r w:rsidR="00B97E5D">
        <w:t>’</w:t>
      </w:r>
      <w:r w:rsidRPr="003E4D35">
        <w:t>autre rivage</w:t>
      </w:r>
      <w:r w:rsidR="00B97E5D">
        <w:t xml:space="preserve">. </w:t>
      </w:r>
      <w:r w:rsidRPr="003E4D35">
        <w:t>Le livre du naufragé m</w:t>
      </w:r>
      <w:r w:rsidR="00B97E5D">
        <w:t>’</w:t>
      </w:r>
      <w:r w:rsidRPr="003E4D35">
        <w:t>avait révélé les coutumes des archipels voisins et de leurs r</w:t>
      </w:r>
      <w:r w:rsidRPr="003E4D35">
        <w:t>a</w:t>
      </w:r>
      <w:r w:rsidRPr="003E4D35">
        <w:t>ces</w:t>
      </w:r>
      <w:r w:rsidR="00B97E5D">
        <w:t xml:space="preserve">, </w:t>
      </w:r>
      <w:r w:rsidRPr="003E4D35">
        <w:t>et il y avait de quoi me rendre méfiante</w:t>
      </w:r>
      <w:r w:rsidR="00B97E5D">
        <w:t xml:space="preserve">. </w:t>
      </w:r>
      <w:r w:rsidRPr="003E4D35">
        <w:t>Si c</w:t>
      </w:r>
      <w:r w:rsidR="00B97E5D">
        <w:t>’</w:t>
      </w:r>
      <w:r w:rsidRPr="003E4D35">
        <w:t>était le vent d</w:t>
      </w:r>
      <w:r w:rsidR="00B97E5D">
        <w:t>’</w:t>
      </w:r>
      <w:r w:rsidRPr="003E4D35">
        <w:t>Ouest qui avait soufflé la nuit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 xml:space="preserve">arrivant venait de </w:t>
      </w:r>
      <w:proofErr w:type="spellStart"/>
      <w:r w:rsidRPr="003E4D35">
        <w:t>Haühaü</w:t>
      </w:r>
      <w:proofErr w:type="spellEnd"/>
      <w:r w:rsidR="00B97E5D">
        <w:t xml:space="preserve">, </w:t>
      </w:r>
      <w:r w:rsidRPr="003E4D35">
        <w:t>où l</w:t>
      </w:r>
      <w:r w:rsidR="00B97E5D">
        <w:t>’</w:t>
      </w:r>
      <w:r w:rsidRPr="003E4D35">
        <w:t>on divinise les blanches</w:t>
      </w:r>
      <w:r w:rsidR="00B97E5D">
        <w:t xml:space="preserve">. </w:t>
      </w:r>
      <w:r w:rsidRPr="003E4D35">
        <w:t>Mais s</w:t>
      </w:r>
      <w:r w:rsidR="00B97E5D">
        <w:t>’</w:t>
      </w:r>
      <w:r w:rsidRPr="003E4D35">
        <w:t>il avait soufflé de l</w:t>
      </w:r>
      <w:r w:rsidR="00B97E5D">
        <w:t>’</w:t>
      </w:r>
      <w:r w:rsidRPr="003E4D35">
        <w:t>Est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de l</w:t>
      </w:r>
      <w:r w:rsidR="00B97E5D">
        <w:t>’</w:t>
      </w:r>
      <w:r w:rsidRPr="003E4D35">
        <w:t>île Meyer</w:t>
      </w:r>
      <w:r w:rsidR="00B97E5D">
        <w:t xml:space="preserve">, </w:t>
      </w:r>
      <w:r w:rsidRPr="003E4D35">
        <w:t>où on les mange farcies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du Nord</w:t>
      </w:r>
      <w:r w:rsidR="00B97E5D">
        <w:t xml:space="preserve">, </w:t>
      </w:r>
      <w:r w:rsidRPr="003E4D35">
        <w:t xml:space="preserve">de </w:t>
      </w:r>
      <w:proofErr w:type="spellStart"/>
      <w:r w:rsidRPr="003E4D35">
        <w:t>Samua</w:t>
      </w:r>
      <w:proofErr w:type="spellEnd"/>
      <w:r w:rsidRPr="003E4D35">
        <w:t xml:space="preserve"> Bay où les Papous coupent les têtes</w:t>
      </w:r>
      <w:r w:rsidR="00B97E5D">
        <w:t xml:space="preserve">. </w:t>
      </w:r>
      <w:r w:rsidRPr="003E4D35">
        <w:t>Je tins mon bras tout droit hors de l</w:t>
      </w:r>
      <w:r w:rsidR="00B97E5D">
        <w:t>’</w:t>
      </w:r>
      <w:r w:rsidRPr="003E4D35">
        <w:t>eau pour voir d</w:t>
      </w:r>
      <w:r w:rsidR="00B97E5D">
        <w:t>’</w:t>
      </w:r>
      <w:r w:rsidRPr="003E4D35">
        <w:t>où était venu ce vent qui allait me re</w:t>
      </w:r>
      <w:r w:rsidRPr="003E4D35">
        <w:t>n</w:t>
      </w:r>
      <w:r w:rsidRPr="003E4D35">
        <w:t>dre esclave ou reine</w:t>
      </w:r>
      <w:r w:rsidR="00B97E5D">
        <w:t xml:space="preserve">. </w:t>
      </w:r>
      <w:r w:rsidRPr="003E4D35">
        <w:t>Il ne soufflait pas</w:t>
      </w:r>
      <w:r w:rsidR="00B97E5D">
        <w:t xml:space="preserve">, </w:t>
      </w:r>
      <w:r w:rsidRPr="003E4D35">
        <w:t>les fumées étaient toutes droites</w:t>
      </w:r>
      <w:r w:rsidR="00B97E5D">
        <w:t xml:space="preserve">, </w:t>
      </w:r>
      <w:r w:rsidRPr="003E4D35">
        <w:t>mon visiteur venait du centre de la terre</w:t>
      </w:r>
      <w:r w:rsidR="00B97E5D">
        <w:t xml:space="preserve">. </w:t>
      </w:r>
      <w:r w:rsidRPr="003E4D35">
        <w:t>Mon visiteur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idée m</w:t>
      </w:r>
      <w:r w:rsidR="00B97E5D">
        <w:t>’</w:t>
      </w:r>
      <w:r w:rsidRPr="003E4D35">
        <w:t>en vint soudain</w:t>
      </w:r>
      <w:r w:rsidR="00B97E5D">
        <w:t xml:space="preserve">, </w:t>
      </w:r>
      <w:r w:rsidRPr="003E4D35">
        <w:t>était venu dans un yacht à vapeur</w:t>
      </w:r>
      <w:r w:rsidR="00B97E5D">
        <w:t xml:space="preserve">. </w:t>
      </w:r>
      <w:r w:rsidRPr="003E4D35">
        <w:t>Mais c</w:t>
      </w:r>
      <w:r w:rsidR="00B97E5D">
        <w:t>’</w:t>
      </w:r>
      <w:r w:rsidRPr="003E4D35">
        <w:t>est la maladresse des Européens qui alors m</w:t>
      </w:r>
      <w:r w:rsidR="00B97E5D">
        <w:t>’</w:t>
      </w:r>
      <w:r w:rsidRPr="003E4D35">
        <w:t>épouvanta</w:t>
      </w:r>
      <w:r w:rsidR="00B97E5D">
        <w:t xml:space="preserve"> : </w:t>
      </w:r>
      <w:r w:rsidRPr="003E4D35">
        <w:t>ils étaient capables de croire</w:t>
      </w:r>
      <w:r w:rsidR="00B97E5D">
        <w:t xml:space="preserve">, </w:t>
      </w:r>
      <w:r w:rsidRPr="003E4D35">
        <w:t>au renflement de l</w:t>
      </w:r>
      <w:r w:rsidR="00B97E5D">
        <w:t>’</w:t>
      </w:r>
      <w:r w:rsidRPr="003E4D35">
        <w:t>eau</w:t>
      </w:r>
      <w:r w:rsidR="00B97E5D">
        <w:t xml:space="preserve">, </w:t>
      </w:r>
      <w:r w:rsidRPr="003E4D35">
        <w:t>que c</w:t>
      </w:r>
      <w:r w:rsidR="00B97E5D">
        <w:t>’</w:t>
      </w:r>
      <w:r w:rsidRPr="003E4D35">
        <w:t>était un requin et de tirer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essayais en vain</w:t>
      </w:r>
      <w:r w:rsidR="00B97E5D">
        <w:t xml:space="preserve">, </w:t>
      </w:r>
      <w:r w:rsidRPr="003E4D35">
        <w:t xml:space="preserve">car ils étaient capables aussi de tirer sur </w:t>
      </w:r>
      <w:r w:rsidRPr="003E4D35">
        <w:lastRenderedPageBreak/>
        <w:t>lui à mitraille</w:t>
      </w:r>
      <w:r w:rsidR="00B97E5D">
        <w:t xml:space="preserve">, </w:t>
      </w:r>
      <w:r w:rsidRPr="003E4D35">
        <w:t>de chasser le nuage de perr</w:t>
      </w:r>
      <w:r w:rsidRPr="003E4D35">
        <w:t>o</w:t>
      </w:r>
      <w:r w:rsidRPr="003E4D35">
        <w:t>quets qui volait juste au-dessus de moi</w:t>
      </w:r>
      <w:r w:rsidR="00B97E5D">
        <w:t xml:space="preserve">, </w:t>
      </w:r>
      <w:r w:rsidRPr="003E4D35">
        <w:t>parlant ma langue et décelant ma présence</w:t>
      </w:r>
      <w:r w:rsidR="00B97E5D">
        <w:t xml:space="preserve">. </w:t>
      </w:r>
      <w:r w:rsidRPr="003E4D35">
        <w:t>Soudain</w:t>
      </w:r>
      <w:r w:rsidR="00B97E5D">
        <w:t xml:space="preserve">, </w:t>
      </w:r>
      <w:r w:rsidRPr="003E4D35">
        <w:t>comme un ballon d</w:t>
      </w:r>
      <w:r w:rsidR="00B97E5D">
        <w:t>’</w:t>
      </w:r>
      <w:r w:rsidRPr="003E4D35">
        <w:t>enfant que j</w:t>
      </w:r>
      <w:r w:rsidR="00B97E5D">
        <w:t>’</w:t>
      </w:r>
      <w:r w:rsidRPr="003E4D35">
        <w:t>aurais lâché</w:t>
      </w:r>
      <w:r w:rsidR="00B97E5D">
        <w:t xml:space="preserve">, </w:t>
      </w:r>
      <w:r w:rsidRPr="003E4D35">
        <w:t>ce nuage s</w:t>
      </w:r>
      <w:r w:rsidR="00B97E5D">
        <w:t>’</w:t>
      </w:r>
      <w:r w:rsidRPr="003E4D35">
        <w:t>éleva</w:t>
      </w:r>
      <w:r w:rsidR="00B97E5D">
        <w:t xml:space="preserve">… </w:t>
      </w:r>
      <w:r w:rsidRPr="003E4D35">
        <w:t>L</w:t>
      </w:r>
      <w:r w:rsidR="00B97E5D">
        <w:t>’</w:t>
      </w:r>
      <w:r w:rsidRPr="003E4D35">
        <w:t>étranger avait dû faire un geste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dans la seconde île</w:t>
      </w:r>
      <w:r w:rsidR="00B97E5D">
        <w:t xml:space="preserve">, </w:t>
      </w:r>
      <w:r w:rsidRPr="003E4D35">
        <w:t>je vis deux gerbes de paradisiers rouges monter</w:t>
      </w:r>
      <w:r w:rsidR="00B97E5D">
        <w:t xml:space="preserve">, </w:t>
      </w:r>
      <w:r w:rsidRPr="003E4D35">
        <w:t>puis des roses</w:t>
      </w:r>
      <w:r w:rsidR="00B97E5D">
        <w:t xml:space="preserve">, </w:t>
      </w:r>
      <w:r w:rsidRPr="003E4D35">
        <w:t>des violets</w:t>
      </w:r>
      <w:r w:rsidR="00B97E5D">
        <w:t xml:space="preserve"> ; </w:t>
      </w:r>
      <w:r w:rsidRPr="003E4D35">
        <w:t>quelqu</w:t>
      </w:r>
      <w:r w:rsidR="00B97E5D">
        <w:t>’</w:t>
      </w:r>
      <w:r w:rsidRPr="003E4D35">
        <w:t>un attisait ce beau feu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étranger avait dû tirer</w:t>
      </w:r>
      <w:r w:rsidR="00B97E5D">
        <w:t xml:space="preserve"> ; </w:t>
      </w:r>
      <w:r w:rsidRPr="003E4D35">
        <w:t>mais j</w:t>
      </w:r>
      <w:r w:rsidR="00B97E5D">
        <w:t>’</w:t>
      </w:r>
      <w:r w:rsidRPr="003E4D35">
        <w:t>étais déjà près des br</w:t>
      </w:r>
      <w:r w:rsidRPr="003E4D35">
        <w:t>i</w:t>
      </w:r>
      <w:r w:rsidRPr="003E4D35">
        <w:t>sants</w:t>
      </w:r>
      <w:r w:rsidR="00B97E5D">
        <w:t xml:space="preserve">, </w:t>
      </w:r>
      <w:r w:rsidRPr="003E4D35">
        <w:t>et l</w:t>
      </w:r>
      <w:r w:rsidR="00B97E5D">
        <w:t>’</w:t>
      </w:r>
      <w:r w:rsidRPr="003E4D35">
        <w:t>oreille droite dans la mer comme un coquillage</w:t>
      </w:r>
      <w:r w:rsidR="00B97E5D">
        <w:t xml:space="preserve">, </w:t>
      </w:r>
      <w:r w:rsidRPr="003E4D35">
        <w:t>je n</w:t>
      </w:r>
      <w:r w:rsidR="00B97E5D">
        <w:t>’</w:t>
      </w:r>
      <w:r w:rsidRPr="003E4D35">
        <w:t>avais pu entendre qu</w:t>
      </w:r>
      <w:r w:rsidR="00B97E5D">
        <w:t>’</w:t>
      </w:r>
      <w:r w:rsidRPr="003E4D35">
        <w:t>elle</w:t>
      </w:r>
      <w:r w:rsidR="00B97E5D">
        <w:t xml:space="preserve">. </w:t>
      </w:r>
      <w:r w:rsidRPr="003E4D35">
        <w:t>Enfin</w:t>
      </w:r>
      <w:r w:rsidR="00B97E5D">
        <w:t xml:space="preserve">, </w:t>
      </w:r>
      <w:r w:rsidRPr="003E4D35">
        <w:t>je fus dans la lagune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e</w:t>
      </w:r>
      <w:r w:rsidRPr="003E4D35">
        <w:t>n</w:t>
      </w:r>
      <w:r w:rsidRPr="003E4D35">
        <w:t>tendis un bêlement</w:t>
      </w:r>
      <w:r w:rsidR="00B97E5D">
        <w:t xml:space="preserve">, </w:t>
      </w:r>
      <w:r w:rsidRPr="003E4D35">
        <w:t>puis un jappement</w:t>
      </w:r>
      <w:r w:rsidR="00B97E5D">
        <w:t xml:space="preserve"> ; </w:t>
      </w:r>
      <w:r w:rsidRPr="003E4D35">
        <w:t>l</w:t>
      </w:r>
      <w:r w:rsidR="00B97E5D">
        <w:t>’</w:t>
      </w:r>
      <w:r w:rsidRPr="003E4D35">
        <w:t>étranger avait dû prendre mon cerf par la corne</w:t>
      </w:r>
      <w:r w:rsidR="00B97E5D">
        <w:t xml:space="preserve">, </w:t>
      </w:r>
      <w:r w:rsidRPr="003E4D35">
        <w:t>mon singe par la queue</w:t>
      </w:r>
      <w:r w:rsidR="00B97E5D">
        <w:t xml:space="preserve">. </w:t>
      </w:r>
      <w:r w:rsidRPr="003E4D35">
        <w:t>Les poissons de cette eau tranquille aussi étaient effarés</w:t>
      </w:r>
      <w:r w:rsidR="00B97E5D">
        <w:t xml:space="preserve">. </w:t>
      </w:r>
      <w:r w:rsidRPr="003E4D35">
        <w:t>Aucun n</w:t>
      </w:r>
      <w:r w:rsidR="00B97E5D">
        <w:t>’</w:t>
      </w:r>
      <w:r w:rsidRPr="003E4D35">
        <w:t>habitait plus le fond de sa couleur</w:t>
      </w:r>
      <w:r w:rsidR="00B97E5D">
        <w:t xml:space="preserve">, </w:t>
      </w:r>
      <w:r w:rsidRPr="003E4D35">
        <w:t>les ablettes roses sur le c</w:t>
      </w:r>
      <w:r w:rsidRPr="003E4D35">
        <w:t>o</w:t>
      </w:r>
      <w:r w:rsidRPr="003E4D35">
        <w:t>rail</w:t>
      </w:r>
      <w:r w:rsidR="00B97E5D">
        <w:t xml:space="preserve">, </w:t>
      </w:r>
      <w:r w:rsidRPr="003E4D35">
        <w:t>les tanches sur les fonds striés</w:t>
      </w:r>
      <w:r w:rsidR="00B97E5D">
        <w:t xml:space="preserve">, </w:t>
      </w:r>
      <w:r w:rsidRPr="003E4D35">
        <w:t>mais ils croyaient à tort g</w:t>
      </w:r>
      <w:r w:rsidRPr="003E4D35">
        <w:t>a</w:t>
      </w:r>
      <w:r w:rsidRPr="003E4D35">
        <w:t>gner la sécurité en changeant de décor</w:t>
      </w:r>
      <w:r w:rsidR="00B97E5D">
        <w:t xml:space="preserve">, </w:t>
      </w:r>
      <w:r w:rsidRPr="003E4D35">
        <w:t>et les dorés étaient sur la nacre</w:t>
      </w:r>
      <w:r w:rsidR="00B97E5D">
        <w:t xml:space="preserve">, </w:t>
      </w:r>
      <w:r w:rsidRPr="003E4D35">
        <w:t>les verts sur le sable blanc</w:t>
      </w:r>
      <w:r w:rsidR="00B97E5D">
        <w:t xml:space="preserve">. </w:t>
      </w:r>
      <w:r w:rsidRPr="003E4D35">
        <w:t>Tous agités d</w:t>
      </w:r>
      <w:r w:rsidR="00B97E5D">
        <w:t>’</w:t>
      </w:r>
      <w:r w:rsidRPr="003E4D35">
        <w:t>un mouvement régulier qui les poussait chaque seconde un millimètre en avant</w:t>
      </w:r>
      <w:r w:rsidR="00B97E5D">
        <w:t xml:space="preserve">, </w:t>
      </w:r>
      <w:r w:rsidRPr="003E4D35">
        <w:t>et bientôt en effet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entendis le bruit d</w:t>
      </w:r>
      <w:r w:rsidR="00B97E5D">
        <w:t>’</w:t>
      </w:r>
      <w:r w:rsidRPr="003E4D35">
        <w:t>un moteur</w:t>
      </w:r>
      <w:r w:rsidR="00B97E5D">
        <w:t xml:space="preserve">… </w:t>
      </w:r>
      <w:r w:rsidRPr="003E4D35">
        <w:t>Trop tard</w:t>
      </w:r>
      <w:r w:rsidR="00B97E5D">
        <w:t xml:space="preserve">… </w:t>
      </w:r>
      <w:r w:rsidRPr="003E4D35">
        <w:t>car</w:t>
      </w:r>
      <w:r w:rsidR="00B97E5D">
        <w:t xml:space="preserve">, </w:t>
      </w:r>
      <w:r w:rsidRPr="003E4D35">
        <w:t>au moment où je prenais pied</w:t>
      </w:r>
      <w:r w:rsidR="00B97E5D">
        <w:t xml:space="preserve">, </w:t>
      </w:r>
      <w:r w:rsidRPr="003E4D35">
        <w:t>je vis un canot à pétrole prendre la passe entre les récifs et piquer justement vers mon île</w:t>
      </w:r>
      <w:r w:rsidR="00B97E5D">
        <w:t xml:space="preserve">. </w:t>
      </w:r>
      <w:r w:rsidRPr="003E4D35">
        <w:t>Je jouais aux quatre coins avec plus que ma vie</w:t>
      </w:r>
      <w:r w:rsidR="00B97E5D">
        <w:t xml:space="preserve">. </w:t>
      </w:r>
      <w:r w:rsidRPr="003E4D35">
        <w:t>Je le rega</w:t>
      </w:r>
      <w:r w:rsidRPr="003E4D35">
        <w:t>r</w:t>
      </w:r>
      <w:r w:rsidRPr="003E4D35">
        <w:t>dais partir</w:t>
      </w:r>
      <w:r w:rsidR="00B97E5D">
        <w:t xml:space="preserve">, </w:t>
      </w:r>
      <w:r w:rsidRPr="003E4D35">
        <w:t>pour la première fois haineuse</w:t>
      </w:r>
      <w:r w:rsidR="00B97E5D">
        <w:t xml:space="preserve">, </w:t>
      </w:r>
      <w:r w:rsidRPr="003E4D35">
        <w:t>ruisselante et n</w:t>
      </w:r>
      <w:r w:rsidR="00B97E5D">
        <w:t>’</w:t>
      </w:r>
      <w:r w:rsidRPr="003E4D35">
        <w:t>ayant de sec que les yeux</w:t>
      </w:r>
      <w:r w:rsidR="00B97E5D">
        <w:t xml:space="preserve">… </w:t>
      </w:r>
      <w:r w:rsidRPr="003E4D35">
        <w:t>Soudain des larmes en jaillirent</w:t>
      </w:r>
      <w:r w:rsidR="00B97E5D">
        <w:t>…</w:t>
      </w:r>
    </w:p>
    <w:p w14:paraId="1184E834" w14:textId="77777777" w:rsidR="00B97E5D" w:rsidRDefault="00F225BE" w:rsidP="00F225BE">
      <w:r w:rsidRPr="003E4D35">
        <w:t>Un regard d</w:t>
      </w:r>
      <w:r w:rsidR="00B97E5D">
        <w:t>’</w:t>
      </w:r>
      <w:r w:rsidRPr="003E4D35">
        <w:t>homme</w:t>
      </w:r>
      <w:r w:rsidR="00B97E5D">
        <w:t xml:space="preserve"> ! </w:t>
      </w:r>
      <w:r w:rsidRPr="003E4D35">
        <w:t>J</w:t>
      </w:r>
      <w:r w:rsidR="00B97E5D">
        <w:t>’</w:t>
      </w:r>
      <w:r w:rsidRPr="003E4D35">
        <w:t>avais vu un regard d</w:t>
      </w:r>
      <w:r w:rsidR="00B97E5D">
        <w:t>’</w:t>
      </w:r>
      <w:r w:rsidRPr="003E4D35">
        <w:t>homme</w:t>
      </w:r>
      <w:r w:rsidR="00B97E5D">
        <w:t xml:space="preserve"> ! </w:t>
      </w:r>
      <w:r w:rsidRPr="003E4D35">
        <w:t>Un regard d</w:t>
      </w:r>
      <w:r w:rsidR="00B97E5D">
        <w:t>’</w:t>
      </w:r>
      <w:r w:rsidRPr="003E4D35">
        <w:t>homme</w:t>
      </w:r>
      <w:r w:rsidR="00B97E5D">
        <w:t xml:space="preserve">, </w:t>
      </w:r>
      <w:r w:rsidRPr="003E4D35">
        <w:t>sans me voir</w:t>
      </w:r>
      <w:r w:rsidR="00B97E5D">
        <w:t xml:space="preserve">, </w:t>
      </w:r>
      <w:r w:rsidRPr="003E4D35">
        <w:t>comme jadis le réflecteur m</w:t>
      </w:r>
      <w:r w:rsidR="00B97E5D">
        <w:t>’</w:t>
      </w:r>
      <w:r w:rsidRPr="003E4D35">
        <w:t>avait touchée</w:t>
      </w:r>
      <w:r w:rsidR="00B97E5D">
        <w:t xml:space="preserve"> ! </w:t>
      </w:r>
      <w:r w:rsidRPr="003E4D35">
        <w:t>Sur un visage hâlé</w:t>
      </w:r>
      <w:r w:rsidR="00B97E5D">
        <w:t xml:space="preserve">, </w:t>
      </w:r>
      <w:r w:rsidRPr="003E4D35">
        <w:t>aussi peu habiles à se c</w:t>
      </w:r>
      <w:r w:rsidRPr="003E4D35">
        <w:t>a</w:t>
      </w:r>
      <w:r w:rsidRPr="003E4D35">
        <w:t>cher que tout à l</w:t>
      </w:r>
      <w:r w:rsidR="00B97E5D">
        <w:t>’</w:t>
      </w:r>
      <w:r w:rsidRPr="003E4D35">
        <w:t>heure les poissons</w:t>
      </w:r>
      <w:r w:rsidR="00B97E5D">
        <w:t xml:space="preserve">, </w:t>
      </w:r>
      <w:r w:rsidRPr="003E4D35">
        <w:t>deux yeux bleus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tout</w:t>
      </w:r>
      <w:r w:rsidR="00B97E5D">
        <w:t xml:space="preserve"> ; </w:t>
      </w:r>
      <w:r w:rsidRPr="003E4D35">
        <w:t>le bord du canot coupait la tête juste au-dessous</w:t>
      </w:r>
      <w:r w:rsidR="00B97E5D">
        <w:t xml:space="preserve">. </w:t>
      </w:r>
      <w:r w:rsidRPr="003E4D35">
        <w:t>Je n</w:t>
      </w:r>
      <w:r w:rsidR="00B97E5D">
        <w:t>’</w:t>
      </w:r>
      <w:r w:rsidRPr="003E4D35">
        <w:t>avais pas vu de nez humain</w:t>
      </w:r>
      <w:r w:rsidR="00B97E5D">
        <w:t xml:space="preserve">, </w:t>
      </w:r>
      <w:r w:rsidRPr="003E4D35">
        <w:t>de bouche humaine</w:t>
      </w:r>
      <w:r w:rsidR="00B97E5D">
        <w:t xml:space="preserve">. </w:t>
      </w:r>
      <w:r w:rsidRPr="003E4D35">
        <w:t>Le menton</w:t>
      </w:r>
      <w:r w:rsidR="00B97E5D">
        <w:t xml:space="preserve">, </w:t>
      </w:r>
      <w:r w:rsidRPr="003E4D35">
        <w:t>le cou</w:t>
      </w:r>
      <w:r w:rsidR="00B97E5D">
        <w:t xml:space="preserve">, </w:t>
      </w:r>
      <w:r w:rsidRPr="003E4D35">
        <w:t>les épaules</w:t>
      </w:r>
      <w:r w:rsidR="00B97E5D">
        <w:t xml:space="preserve">, </w:t>
      </w:r>
      <w:r w:rsidRPr="003E4D35">
        <w:t>je n</w:t>
      </w:r>
      <w:r w:rsidR="00B97E5D">
        <w:t>’</w:t>
      </w:r>
      <w:r w:rsidRPr="003E4D35">
        <w:t>avais rien vu de tout cela</w:t>
      </w:r>
      <w:r w:rsidR="00B97E5D">
        <w:t xml:space="preserve">. </w:t>
      </w:r>
      <w:r w:rsidRPr="003E4D35">
        <w:t>Mais j</w:t>
      </w:r>
      <w:r w:rsidR="00B97E5D">
        <w:t>’</w:t>
      </w:r>
      <w:r w:rsidRPr="003E4D35">
        <w:t>avais vu des sourcils</w:t>
      </w:r>
      <w:r w:rsidR="00B97E5D">
        <w:t xml:space="preserve">, </w:t>
      </w:r>
      <w:r w:rsidRPr="003E4D35">
        <w:t>un front</w:t>
      </w:r>
      <w:r w:rsidR="00B97E5D">
        <w:t xml:space="preserve">, </w:t>
      </w:r>
      <w:r w:rsidRPr="003E4D35">
        <w:t>des oreilles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vu des cheveux noirs et touffus</w:t>
      </w:r>
      <w:r w:rsidR="00B97E5D">
        <w:t xml:space="preserve">. </w:t>
      </w:r>
      <w:r w:rsidRPr="003E4D35">
        <w:t>Je n</w:t>
      </w:r>
      <w:r w:rsidR="00B97E5D">
        <w:t>’</w:t>
      </w:r>
      <w:r w:rsidRPr="003E4D35">
        <w:t xml:space="preserve">avais pas vu cligner ces </w:t>
      </w:r>
      <w:r w:rsidRPr="003E4D35">
        <w:lastRenderedPageBreak/>
        <w:t>paupières</w:t>
      </w:r>
      <w:r w:rsidR="00B97E5D">
        <w:t xml:space="preserve">, </w:t>
      </w:r>
      <w:r w:rsidRPr="003E4D35">
        <w:t>car tout avait été trop rapide</w:t>
      </w:r>
      <w:r w:rsidR="00B97E5D">
        <w:t xml:space="preserve">, </w:t>
      </w:r>
      <w:r w:rsidRPr="003E4D35">
        <w:t>mais j</w:t>
      </w:r>
      <w:r w:rsidR="00B97E5D">
        <w:t>’</w:t>
      </w:r>
      <w:r w:rsidRPr="003E4D35">
        <w:t>avais vu une main s</w:t>
      </w:r>
      <w:r w:rsidR="00B97E5D">
        <w:t>’</w:t>
      </w:r>
      <w:r w:rsidRPr="003E4D35">
        <w:t>élever du canot et c</w:t>
      </w:r>
      <w:r w:rsidRPr="003E4D35">
        <w:t>a</w:t>
      </w:r>
      <w:r w:rsidRPr="003E4D35">
        <w:t>resser ces cheveux</w:t>
      </w:r>
      <w:r w:rsidR="00B97E5D">
        <w:t xml:space="preserve"> ; </w:t>
      </w:r>
      <w:r w:rsidRPr="003E4D35">
        <w:t>une autre main</w:t>
      </w:r>
      <w:r w:rsidR="00B97E5D">
        <w:t xml:space="preserve">, </w:t>
      </w:r>
      <w:r w:rsidRPr="003E4D35">
        <w:t>qui toucha doucement l</w:t>
      </w:r>
      <w:r w:rsidR="00B97E5D">
        <w:t>’</w:t>
      </w:r>
      <w:r w:rsidRPr="003E4D35">
        <w:t>oreille</w:t>
      </w:r>
      <w:r w:rsidR="00B97E5D">
        <w:t xml:space="preserve">. </w:t>
      </w:r>
      <w:r w:rsidRPr="003E4D35">
        <w:t>Un homme tout entier était là</w:t>
      </w:r>
      <w:r w:rsidR="00B97E5D">
        <w:t xml:space="preserve">, </w:t>
      </w:r>
      <w:r w:rsidRPr="003E4D35">
        <w:t>et dont chaque partie du corps caressait les autres</w:t>
      </w:r>
      <w:r w:rsidR="00B97E5D">
        <w:t> !</w:t>
      </w:r>
    </w:p>
    <w:p w14:paraId="77F95241" w14:textId="3D5EEAA7" w:rsidR="00B97E5D" w:rsidRDefault="00F225BE" w:rsidP="00F225BE">
      <w:r w:rsidRPr="003E4D35">
        <w:t>À ce moment j</w:t>
      </w:r>
      <w:r w:rsidR="00B97E5D">
        <w:t>’</w:t>
      </w:r>
      <w:r w:rsidRPr="003E4D35">
        <w:t>aperçus un manteau accroché à un arbre</w:t>
      </w:r>
      <w:r w:rsidR="00B97E5D">
        <w:t xml:space="preserve">. </w:t>
      </w:r>
      <w:r w:rsidRPr="003E4D35">
        <w:t>La brise s</w:t>
      </w:r>
      <w:r w:rsidR="00B97E5D">
        <w:t>’</w:t>
      </w:r>
      <w:r w:rsidRPr="003E4D35">
        <w:t>était levée</w:t>
      </w:r>
      <w:r w:rsidR="00B97E5D">
        <w:t xml:space="preserve">, </w:t>
      </w:r>
      <w:r w:rsidRPr="003E4D35">
        <w:t>une brise d</w:t>
      </w:r>
      <w:r w:rsidR="00B97E5D">
        <w:t>’</w:t>
      </w:r>
      <w:r w:rsidRPr="003E4D35">
        <w:t>Est</w:t>
      </w:r>
      <w:r w:rsidR="00B97E5D">
        <w:t xml:space="preserve">, </w:t>
      </w:r>
      <w:r w:rsidRPr="003E4D35">
        <w:t>qui allait amener trop tard le chef qui devait me rôtir</w:t>
      </w:r>
      <w:r w:rsidR="00B97E5D">
        <w:t xml:space="preserve">, </w:t>
      </w:r>
      <w:r w:rsidRPr="003E4D35">
        <w:t>mais agitait ce vêtement et lui co</w:t>
      </w:r>
      <w:r w:rsidRPr="003E4D35">
        <w:t>m</w:t>
      </w:r>
      <w:r w:rsidRPr="003E4D35">
        <w:t>mandait des gestes de pantin qui me rappelèrent aussitôt</w:t>
      </w:r>
      <w:r w:rsidR="00B97E5D">
        <w:t xml:space="preserve">, </w:t>
      </w:r>
      <w:r w:rsidRPr="003E4D35">
        <w:t>comme si je les avais oubliés</w:t>
      </w:r>
      <w:r w:rsidR="00B97E5D">
        <w:t xml:space="preserve">, </w:t>
      </w:r>
      <w:r w:rsidRPr="003E4D35">
        <w:t>tous les gestes des hommes</w:t>
      </w:r>
      <w:r w:rsidR="00B97E5D">
        <w:t xml:space="preserve">. </w:t>
      </w:r>
      <w:r w:rsidRPr="003E4D35">
        <w:t>Le bras se balançait</w:t>
      </w:r>
      <w:r w:rsidR="00B97E5D">
        <w:t xml:space="preserve">, </w:t>
      </w:r>
      <w:r w:rsidRPr="003E4D35">
        <w:t>le col s</w:t>
      </w:r>
      <w:r w:rsidR="00B97E5D">
        <w:t>’</w:t>
      </w:r>
      <w:r w:rsidRPr="003E4D35">
        <w:t>ouvrait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le manteau d</w:t>
      </w:r>
      <w:r w:rsidR="00B97E5D">
        <w:t>’</w:t>
      </w:r>
      <w:r w:rsidRPr="003E4D35">
        <w:t>un homme qui marche</w:t>
      </w:r>
      <w:r w:rsidR="00B97E5D">
        <w:t xml:space="preserve">, </w:t>
      </w:r>
      <w:r w:rsidRPr="003E4D35">
        <w:t>qui respire</w:t>
      </w:r>
      <w:r w:rsidR="00B97E5D">
        <w:t xml:space="preserve">. </w:t>
      </w:r>
      <w:r w:rsidRPr="003E4D35">
        <w:t>Je le palpai</w:t>
      </w:r>
      <w:r w:rsidR="00B97E5D">
        <w:t xml:space="preserve">, </w:t>
      </w:r>
      <w:r w:rsidRPr="003E4D35">
        <w:t>je le cueillis au point même où il tenait à l</w:t>
      </w:r>
      <w:r w:rsidR="00B97E5D">
        <w:t>’</w:t>
      </w:r>
      <w:r w:rsidRPr="003E4D35">
        <w:t>arbre</w:t>
      </w:r>
      <w:r w:rsidR="00B97E5D">
        <w:t xml:space="preserve">, </w:t>
      </w:r>
      <w:r w:rsidRPr="003E4D35">
        <w:t>pour ne pas l</w:t>
      </w:r>
      <w:r w:rsidR="00B97E5D">
        <w:t>’</w:t>
      </w:r>
      <w:r w:rsidRPr="003E4D35">
        <w:t>abîmer</w:t>
      </w:r>
      <w:r w:rsidR="00B97E5D">
        <w:t xml:space="preserve">, </w:t>
      </w:r>
      <w:r w:rsidRPr="003E4D35">
        <w:t>comme un fruit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sûre qu</w:t>
      </w:r>
      <w:r w:rsidR="00B97E5D">
        <w:t>’</w:t>
      </w:r>
      <w:r w:rsidRPr="003E4D35">
        <w:t>on viendrait à sa recherche</w:t>
      </w:r>
      <w:r w:rsidR="00B97E5D">
        <w:t xml:space="preserve"> : </w:t>
      </w:r>
      <w:r w:rsidRPr="003E4D35">
        <w:t>ce n</w:t>
      </w:r>
      <w:r w:rsidR="00B97E5D">
        <w:t>’</w:t>
      </w:r>
      <w:r w:rsidRPr="003E4D35">
        <w:t>était pas un de ces manteaux qu</w:t>
      </w:r>
      <w:r w:rsidR="00B97E5D">
        <w:t>’</w:t>
      </w:r>
      <w:r w:rsidRPr="003E4D35">
        <w:t>on abandonne dans une île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un de ces chefs-d</w:t>
      </w:r>
      <w:r w:rsidR="00B97E5D">
        <w:t>’</w:t>
      </w:r>
      <w:r w:rsidRPr="003E4D35">
        <w:t>œuvre en homespun blanc et bistre pour lequel on n</w:t>
      </w:r>
      <w:r w:rsidR="00B97E5D">
        <w:t>’</w:t>
      </w:r>
      <w:r w:rsidRPr="003E4D35">
        <w:t>h</w:t>
      </w:r>
      <w:r w:rsidRPr="003E4D35">
        <w:t>é</w:t>
      </w:r>
      <w:r w:rsidRPr="003E4D35">
        <w:t>site pas à déranger le soir la femme déjà endormie et sur lui a</w:t>
      </w:r>
      <w:r w:rsidRPr="003E4D35">
        <w:t>s</w:t>
      </w:r>
      <w:r w:rsidRPr="003E4D35">
        <w:t>sise</w:t>
      </w:r>
      <w:r w:rsidR="00B97E5D">
        <w:t xml:space="preserve">, </w:t>
      </w:r>
      <w:r w:rsidRPr="003E4D35">
        <w:t>doublé de soie bise</w:t>
      </w:r>
      <w:r w:rsidR="00B97E5D">
        <w:t xml:space="preserve"> ; </w:t>
      </w:r>
      <w:r w:rsidRPr="003E4D35">
        <w:t>qu</w:t>
      </w:r>
      <w:r w:rsidR="00B97E5D">
        <w:t>’</w:t>
      </w:r>
      <w:r w:rsidRPr="003E4D35">
        <w:t>on adore</w:t>
      </w:r>
      <w:r w:rsidR="00B97E5D">
        <w:t xml:space="preserve">, </w:t>
      </w:r>
      <w:r w:rsidRPr="003E4D35">
        <w:t>avec des revers aux ma</w:t>
      </w:r>
      <w:r w:rsidRPr="003E4D35">
        <w:t>n</w:t>
      </w:r>
      <w:r w:rsidRPr="003E4D35">
        <w:t>ches et une martingale</w:t>
      </w:r>
      <w:r w:rsidR="00B97E5D">
        <w:t xml:space="preserve">. </w:t>
      </w:r>
      <w:r w:rsidRPr="003E4D35">
        <w:t>Mais on ne le retrouverait pas sans moi</w:t>
      </w:r>
      <w:r w:rsidR="00B97E5D">
        <w:t xml:space="preserve">, </w:t>
      </w:r>
      <w:r w:rsidRPr="003E4D35">
        <w:t>car je m</w:t>
      </w:r>
      <w:r w:rsidR="00B97E5D">
        <w:t>’</w:t>
      </w:r>
      <w:r w:rsidRPr="003E4D35">
        <w:t>en enveloppai</w:t>
      </w:r>
      <w:r w:rsidR="00B97E5D">
        <w:t xml:space="preserve"> ! </w:t>
      </w:r>
      <w:r w:rsidRPr="003E4D35">
        <w:t>Comme en Orient les amants dans les tapis des harems</w:t>
      </w:r>
      <w:r w:rsidR="00B97E5D">
        <w:t xml:space="preserve">, </w:t>
      </w:r>
      <w:r w:rsidRPr="003E4D35">
        <w:t xml:space="preserve">on ne le ramènerait pas sans moi chez ce </w:t>
      </w:r>
      <w:r w:rsidR="00B97E5D">
        <w:t>M. </w:t>
      </w:r>
      <w:r w:rsidRPr="003E4D35">
        <w:t xml:space="preserve">Billy </w:t>
      </w:r>
      <w:proofErr w:type="spellStart"/>
      <w:r w:rsidRPr="003E4D35">
        <w:t>Kinley</w:t>
      </w:r>
      <w:proofErr w:type="spellEnd"/>
      <w:r w:rsidR="00B97E5D">
        <w:t xml:space="preserve">, </w:t>
      </w:r>
      <w:r w:rsidRPr="003E4D35">
        <w:t>qui était son maître d</w:t>
      </w:r>
      <w:r w:rsidR="00B97E5D">
        <w:t>’</w:t>
      </w:r>
      <w:r w:rsidRPr="003E4D35">
        <w:t>après l</w:t>
      </w:r>
      <w:r w:rsidR="00B97E5D">
        <w:t>’</w:t>
      </w:r>
      <w:r w:rsidRPr="003E4D35">
        <w:t>étiquette</w:t>
      </w:r>
      <w:r w:rsidR="00B97E5D">
        <w:t xml:space="preserve">. </w:t>
      </w:r>
      <w:r w:rsidRPr="003E4D35">
        <w:t>Je m</w:t>
      </w:r>
      <w:r w:rsidR="00B97E5D">
        <w:t>’</w:t>
      </w:r>
      <w:r w:rsidRPr="003E4D35">
        <w:t>a</w:t>
      </w:r>
      <w:r w:rsidRPr="003E4D35">
        <w:t>t</w:t>
      </w:r>
      <w:r w:rsidRPr="003E4D35">
        <w:t>tachai à tout ce qu</w:t>
      </w:r>
      <w:r w:rsidR="00B97E5D">
        <w:t>’</w:t>
      </w:r>
      <w:r w:rsidRPr="003E4D35">
        <w:t>il contenait</w:t>
      </w:r>
      <w:r w:rsidR="00B97E5D">
        <w:t xml:space="preserve">. </w:t>
      </w:r>
      <w:r w:rsidRPr="003E4D35">
        <w:t>Je nouai à mon poignet un fo</w:t>
      </w:r>
      <w:r w:rsidRPr="003E4D35">
        <w:t>u</w:t>
      </w:r>
      <w:r w:rsidRPr="003E4D35">
        <w:t>lard or et gris</w:t>
      </w:r>
      <w:r w:rsidR="00B97E5D">
        <w:t xml:space="preserve">, </w:t>
      </w:r>
      <w:r w:rsidRPr="003E4D35">
        <w:t>qui sentait le benjoin</w:t>
      </w:r>
      <w:r w:rsidR="00B97E5D">
        <w:t xml:space="preserve">, </w:t>
      </w:r>
      <w:r w:rsidRPr="003E4D35">
        <w:t>à mon genou un mouchoir de soie vert qui sentait la bergamote</w:t>
      </w:r>
      <w:r w:rsidR="00B97E5D">
        <w:t xml:space="preserve">. </w:t>
      </w:r>
      <w:r w:rsidRPr="003E4D35">
        <w:t>De deux parfums d</w:t>
      </w:r>
      <w:r w:rsidR="00B97E5D">
        <w:t>’</w:t>
      </w:r>
      <w:r w:rsidRPr="003E4D35">
        <w:t>ho</w:t>
      </w:r>
      <w:r w:rsidRPr="003E4D35">
        <w:t>m</w:t>
      </w:r>
      <w:r w:rsidRPr="003E4D35">
        <w:t>me</w:t>
      </w:r>
      <w:r w:rsidR="00B97E5D">
        <w:t xml:space="preserve">, </w:t>
      </w:r>
      <w:r w:rsidRPr="003E4D35">
        <w:t>je me fis deux amarres</w:t>
      </w:r>
      <w:r w:rsidR="00B97E5D">
        <w:t xml:space="preserve">. </w:t>
      </w:r>
      <w:r w:rsidRPr="003E4D35">
        <w:t>Je fouillai les poches</w:t>
      </w:r>
      <w:r w:rsidR="00B97E5D">
        <w:t xml:space="preserve">, </w:t>
      </w:r>
      <w:r w:rsidRPr="003E4D35">
        <w:t>avide de to</w:t>
      </w:r>
      <w:r w:rsidRPr="003E4D35">
        <w:t>u</w:t>
      </w:r>
      <w:r w:rsidRPr="003E4D35">
        <w:t>cher enfin les résidus du monde qu</w:t>
      </w:r>
      <w:r w:rsidR="00B97E5D">
        <w:t>’</w:t>
      </w:r>
      <w:r w:rsidRPr="003E4D35">
        <w:t>un homme porte sur soi</w:t>
      </w:r>
      <w:r w:rsidR="00B97E5D">
        <w:t xml:space="preserve"> ; </w:t>
      </w:r>
      <w:r w:rsidRPr="003E4D35">
        <w:t>toutes étaient vides</w:t>
      </w:r>
      <w:r w:rsidR="00B97E5D">
        <w:t xml:space="preserve">, </w:t>
      </w:r>
      <w:r w:rsidRPr="003E4D35">
        <w:t>mais du moins chacune avait son odeur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une sentant le tabac blond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autre le chocolat</w:t>
      </w:r>
      <w:r w:rsidR="00B97E5D">
        <w:t xml:space="preserve">, </w:t>
      </w:r>
      <w:r w:rsidRPr="003E4D35">
        <w:t>la petite sur la poitrine la menthe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aspirai ces flacons de sels</w:t>
      </w:r>
      <w:r w:rsidR="00B97E5D">
        <w:t xml:space="preserve">, </w:t>
      </w:r>
      <w:r w:rsidRPr="003E4D35">
        <w:t>après cinq ans je revins à la vie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Europe avec ses parfums passa à ma portée</w:t>
      </w:r>
      <w:r w:rsidR="00B97E5D">
        <w:t xml:space="preserve">… </w:t>
      </w:r>
      <w:r w:rsidRPr="003E4D35">
        <w:t>Je me précipitai à mes échos</w:t>
      </w:r>
      <w:r w:rsidR="00B97E5D">
        <w:t xml:space="preserve">, </w:t>
      </w:r>
      <w:r w:rsidRPr="003E4D35">
        <w:t>pour y crier l</w:t>
      </w:r>
      <w:r w:rsidR="00B97E5D">
        <w:t>’</w:t>
      </w:r>
      <w:r w:rsidRPr="003E4D35">
        <w:t>appel que j</w:t>
      </w:r>
      <w:r w:rsidR="00B97E5D">
        <w:t>’</w:t>
      </w:r>
      <w:r w:rsidRPr="003E4D35">
        <w:t>avais si souvent répété sur eux</w:t>
      </w:r>
      <w:r w:rsidR="00B97E5D">
        <w:t xml:space="preserve"> ; </w:t>
      </w:r>
      <w:r w:rsidRPr="003E4D35">
        <w:t>je courus à l</w:t>
      </w:r>
      <w:r w:rsidR="00B97E5D">
        <w:t>’</w:t>
      </w:r>
      <w:r w:rsidRPr="003E4D35">
        <w:t>écho quadruple</w:t>
      </w:r>
      <w:r w:rsidR="00B97E5D">
        <w:t xml:space="preserve">, </w:t>
      </w:r>
      <w:r w:rsidRPr="003E4D35">
        <w:t>déda</w:t>
      </w:r>
      <w:r w:rsidRPr="003E4D35">
        <w:t>i</w:t>
      </w:r>
      <w:r w:rsidRPr="003E4D35">
        <w:t xml:space="preserve">gnant </w:t>
      </w:r>
      <w:r w:rsidRPr="003E4D35">
        <w:lastRenderedPageBreak/>
        <w:t>le double et le triple</w:t>
      </w:r>
      <w:r w:rsidR="00B97E5D">
        <w:t xml:space="preserve"> ; </w:t>
      </w:r>
      <w:r w:rsidRPr="003E4D35">
        <w:t>le vent avait tourné et venait de l</w:t>
      </w:r>
      <w:r w:rsidR="00B97E5D">
        <w:t>’</w:t>
      </w:r>
      <w:r w:rsidRPr="003E4D35">
        <w:t>Ouest</w:t>
      </w:r>
      <w:r w:rsidR="00B97E5D">
        <w:t xml:space="preserve">, </w:t>
      </w:r>
      <w:r w:rsidRPr="003E4D35">
        <w:t>trop tard</w:t>
      </w:r>
      <w:r w:rsidR="00B97E5D">
        <w:t xml:space="preserve">, </w:t>
      </w:r>
      <w:r w:rsidRPr="003E4D35">
        <w:t>car que m</w:t>
      </w:r>
      <w:r w:rsidR="00B97E5D">
        <w:t>’</w:t>
      </w:r>
      <w:r w:rsidRPr="003E4D35">
        <w:t>importait maintenant d</w:t>
      </w:r>
      <w:r w:rsidR="00B97E5D">
        <w:t>’</w:t>
      </w:r>
      <w:r w:rsidRPr="003E4D35">
        <w:t xml:space="preserve">être déesse à </w:t>
      </w:r>
      <w:proofErr w:type="spellStart"/>
      <w:r w:rsidRPr="003E4D35">
        <w:t>Haühaü</w:t>
      </w:r>
      <w:proofErr w:type="spellEnd"/>
      <w:r w:rsidR="00B97E5D">
        <w:t xml:space="preserve"> ! </w:t>
      </w:r>
      <w:r w:rsidRPr="003E4D35">
        <w:t>Je courais</w:t>
      </w:r>
      <w:r w:rsidR="00B97E5D">
        <w:t xml:space="preserve">, </w:t>
      </w:r>
      <w:r w:rsidRPr="003E4D35">
        <w:t>effrayant mes tatous</w:t>
      </w:r>
      <w:r w:rsidR="00B97E5D">
        <w:t xml:space="preserve">, </w:t>
      </w:r>
      <w:r w:rsidRPr="003E4D35">
        <w:t>qui regagnaient leurs terriers</w:t>
      </w:r>
      <w:r w:rsidR="00B97E5D">
        <w:t xml:space="preserve">, </w:t>
      </w:r>
      <w:r w:rsidRPr="003E4D35">
        <w:t>mes singes qui remontaient aux arbres</w:t>
      </w:r>
      <w:r w:rsidR="00B97E5D">
        <w:t xml:space="preserve">. </w:t>
      </w:r>
      <w:r w:rsidRPr="003E4D35">
        <w:t>Les an</w:t>
      </w:r>
      <w:r w:rsidRPr="003E4D35">
        <w:t>i</w:t>
      </w:r>
      <w:r w:rsidRPr="003E4D35">
        <w:t>maux me laissaient tout le sol pour cette entrevue humaine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étais au centre de la petite presqu</w:t>
      </w:r>
      <w:r w:rsidR="00B97E5D">
        <w:t>’</w:t>
      </w:r>
      <w:r w:rsidRPr="003E4D35">
        <w:t>île ronde quand je vis le c</w:t>
      </w:r>
      <w:r w:rsidRPr="003E4D35">
        <w:t>a</w:t>
      </w:r>
      <w:r w:rsidRPr="003E4D35">
        <w:t>not aborder à nouveau</w:t>
      </w:r>
      <w:r w:rsidR="00B97E5D">
        <w:t xml:space="preserve">, </w:t>
      </w:r>
      <w:r w:rsidRPr="003E4D35">
        <w:t>sans doute à ma recherche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homme appela</w:t>
      </w:r>
      <w:r w:rsidR="00B97E5D">
        <w:t xml:space="preserve">. </w:t>
      </w:r>
      <w:r w:rsidRPr="003E4D35">
        <w:t>Puis sur ma droite</w:t>
      </w:r>
      <w:r w:rsidR="00B97E5D">
        <w:t xml:space="preserve">, </w:t>
      </w:r>
      <w:r w:rsidRPr="003E4D35">
        <w:t>dans les cocotiers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entendis un a</w:t>
      </w:r>
      <w:r w:rsidRPr="003E4D35">
        <w:t>u</w:t>
      </w:r>
      <w:r w:rsidRPr="003E4D35">
        <w:t>tre homme qui chantait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loin derrière moi</w:t>
      </w:r>
      <w:r w:rsidR="00B97E5D">
        <w:t xml:space="preserve">, </w:t>
      </w:r>
      <w:r w:rsidRPr="003E4D35">
        <w:t>un banjo</w:t>
      </w:r>
      <w:r w:rsidR="00B97E5D">
        <w:t xml:space="preserve">. </w:t>
      </w:r>
      <w:r w:rsidRPr="003E4D35">
        <w:t>Un quatrième homme sifflait près de la mer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entendais à la fois les quatre harmonies que peuvent faire les humains</w:t>
      </w:r>
      <w:r w:rsidR="00B97E5D">
        <w:t xml:space="preserve"> ; </w:t>
      </w:r>
      <w:r w:rsidRPr="003E4D35">
        <w:t>et</w:t>
      </w:r>
      <w:r w:rsidR="00B97E5D">
        <w:t xml:space="preserve">, </w:t>
      </w:r>
      <w:r w:rsidRPr="003E4D35">
        <w:t>dès que l</w:t>
      </w:r>
      <w:r w:rsidR="00B97E5D">
        <w:t>’</w:t>
      </w:r>
      <w:r w:rsidRPr="003E4D35">
        <w:t>écho eut rejeté quatre fois mon appel</w:t>
      </w:r>
      <w:r w:rsidR="00B97E5D">
        <w:t xml:space="preserve">, </w:t>
      </w:r>
      <w:r w:rsidRPr="003E4D35">
        <w:t>je sentis cette circonf</w:t>
      </w:r>
      <w:r w:rsidRPr="003E4D35">
        <w:t>é</w:t>
      </w:r>
      <w:r w:rsidRPr="003E4D35">
        <w:t>rence se resserrer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assaut donné à ma solitude par quatre hommes avec des fusils</w:t>
      </w:r>
      <w:r w:rsidR="00B97E5D">
        <w:t xml:space="preserve">, </w:t>
      </w:r>
      <w:r w:rsidRPr="003E4D35">
        <w:t>des revolvers</w:t>
      </w:r>
      <w:r w:rsidR="00B97E5D">
        <w:t xml:space="preserve">, </w:t>
      </w:r>
      <w:r w:rsidRPr="003E4D35">
        <w:t>des haches</w:t>
      </w:r>
      <w:r w:rsidR="00B97E5D">
        <w:t xml:space="preserve"> ; </w:t>
      </w:r>
      <w:r w:rsidRPr="003E4D35">
        <w:t>déjà les branches craquaient</w:t>
      </w:r>
      <w:r w:rsidR="00B97E5D">
        <w:t xml:space="preserve">, </w:t>
      </w:r>
      <w:r w:rsidRPr="003E4D35">
        <w:t>et soudain</w:t>
      </w:r>
      <w:r w:rsidR="00B97E5D">
        <w:t xml:space="preserve">, </w:t>
      </w:r>
      <w:r w:rsidRPr="003E4D35">
        <w:t>quand la pression humaine fut trop forte pour moi</w:t>
      </w:r>
      <w:r w:rsidR="00B97E5D">
        <w:t xml:space="preserve">, – </w:t>
      </w:r>
      <w:r w:rsidRPr="003E4D35">
        <w:t>vingt mètres</w:t>
      </w:r>
      <w:r w:rsidR="00B97E5D">
        <w:t xml:space="preserve">, </w:t>
      </w:r>
      <w:r w:rsidRPr="003E4D35">
        <w:t>trente mètres</w:t>
      </w:r>
      <w:r w:rsidR="00B97E5D">
        <w:t xml:space="preserve">, </w:t>
      </w:r>
      <w:r w:rsidRPr="003E4D35">
        <w:t>tant j</w:t>
      </w:r>
      <w:r w:rsidR="00B97E5D">
        <w:t>’</w:t>
      </w:r>
      <w:r w:rsidRPr="003E4D35">
        <w:t>y étais devenue sensible</w:t>
      </w:r>
      <w:r w:rsidR="00B97E5D">
        <w:t xml:space="preserve">, – </w:t>
      </w:r>
      <w:r w:rsidRPr="003E4D35">
        <w:t>ne t</w:t>
      </w:r>
      <w:r w:rsidR="00B97E5D">
        <w:t>’</w:t>
      </w:r>
      <w:r w:rsidRPr="003E4D35">
        <w:t>évanouis pas</w:t>
      </w:r>
      <w:r w:rsidR="00B97E5D">
        <w:t xml:space="preserve">, </w:t>
      </w:r>
      <w:r w:rsidRPr="003E4D35">
        <w:t>Suzanne</w:t>
      </w:r>
      <w:r w:rsidR="00B97E5D">
        <w:t xml:space="preserve"> ! – </w:t>
      </w:r>
      <w:r w:rsidRPr="003E4D35">
        <w:t>je m</w:t>
      </w:r>
      <w:r w:rsidR="00B97E5D">
        <w:t>’</w:t>
      </w:r>
      <w:r w:rsidRPr="003E4D35">
        <w:t>év</w:t>
      </w:r>
      <w:r w:rsidRPr="003E4D35">
        <w:t>a</w:t>
      </w:r>
      <w:r w:rsidRPr="003E4D35">
        <w:t>nouis</w:t>
      </w:r>
      <w:r w:rsidR="00B97E5D">
        <w:t>…</w:t>
      </w:r>
    </w:p>
    <w:p w14:paraId="04D76993" w14:textId="32CCDAF9" w:rsidR="00F225BE" w:rsidRPr="003E4D35" w:rsidRDefault="00F225BE" w:rsidP="00F225BE"/>
    <w:p w14:paraId="419AB332" w14:textId="77777777" w:rsidR="00B97E5D" w:rsidRDefault="00F225BE" w:rsidP="00F225BE">
      <w:r w:rsidRPr="003E4D35">
        <w:t>Je ne me décidais ni à bouger ni à rouvrir les yeux</w:t>
      </w:r>
      <w:r w:rsidR="00B97E5D">
        <w:t xml:space="preserve">. </w:t>
      </w:r>
      <w:r w:rsidRPr="003E4D35">
        <w:t>Une à une</w:t>
      </w:r>
      <w:r w:rsidR="00B97E5D">
        <w:t xml:space="preserve">, </w:t>
      </w:r>
      <w:r w:rsidRPr="003E4D35">
        <w:t>reconnaissante à chacune comme si un être nouveau se créait pour mon usage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entendu leurs trois voix</w:t>
      </w:r>
      <w:r w:rsidR="00B97E5D">
        <w:t xml:space="preserve">… </w:t>
      </w:r>
      <w:r w:rsidRPr="003E4D35">
        <w:t>Ils étaient tout près</w:t>
      </w:r>
      <w:r w:rsidR="00B97E5D">
        <w:t xml:space="preserve">, </w:t>
      </w:r>
      <w:r w:rsidRPr="003E4D35">
        <w:t>penchés sur moi</w:t>
      </w:r>
      <w:r w:rsidR="00B97E5D">
        <w:t xml:space="preserve">… </w:t>
      </w:r>
      <w:r w:rsidRPr="003E4D35">
        <w:t>Sur mon corps</w:t>
      </w:r>
      <w:r w:rsidR="00B97E5D">
        <w:t xml:space="preserve">, </w:t>
      </w:r>
      <w:r w:rsidRPr="003E4D35">
        <w:t>je percevais leur haleine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une atteignait ma main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autre ma joue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autre ma gorge</w:t>
      </w:r>
      <w:r w:rsidR="00B97E5D">
        <w:t xml:space="preserve">. </w:t>
      </w:r>
      <w:r w:rsidRPr="003E4D35">
        <w:t>Tout le reste de mon corps était glacé</w:t>
      </w:r>
      <w:r w:rsidR="00B97E5D">
        <w:t xml:space="preserve">, </w:t>
      </w:r>
      <w:r w:rsidRPr="003E4D35">
        <w:t>ces trois points bouillants</w:t>
      </w:r>
      <w:r w:rsidR="00B97E5D">
        <w:t xml:space="preserve">. </w:t>
      </w:r>
      <w:r w:rsidRPr="003E4D35">
        <w:t>Chacun de leurs mots aussi atteignait en moi une f</w:t>
      </w:r>
      <w:r w:rsidRPr="003E4D35">
        <w:t>i</w:t>
      </w:r>
      <w:r w:rsidRPr="003E4D35">
        <w:t>bre précise</w:t>
      </w:r>
      <w:r w:rsidR="00B97E5D">
        <w:t xml:space="preserve">, </w:t>
      </w:r>
      <w:r w:rsidRPr="003E4D35">
        <w:t>un muscle de ma jambe</w:t>
      </w:r>
      <w:r w:rsidR="00B97E5D">
        <w:t xml:space="preserve">, </w:t>
      </w:r>
      <w:r w:rsidRPr="003E4D35">
        <w:t>un point de mon cerveau</w:t>
      </w:r>
      <w:r w:rsidR="00B97E5D">
        <w:t xml:space="preserve">, </w:t>
      </w:r>
      <w:r w:rsidRPr="003E4D35">
        <w:t>et quelquefois une partie de moi-même que je devinais spir</w:t>
      </w:r>
      <w:r w:rsidRPr="003E4D35">
        <w:t>i</w:t>
      </w:r>
      <w:r w:rsidRPr="003E4D35">
        <w:t>tuelle et non sensuelle</w:t>
      </w:r>
      <w:r w:rsidR="00B97E5D">
        <w:t xml:space="preserve">. </w:t>
      </w:r>
      <w:r w:rsidRPr="003E4D35">
        <w:t>Trois voix aussi différentes que pour un opéra</w:t>
      </w:r>
      <w:r w:rsidR="00B97E5D">
        <w:t xml:space="preserve">, </w:t>
      </w:r>
      <w:r w:rsidRPr="003E4D35">
        <w:t>la basse</w:t>
      </w:r>
      <w:r w:rsidR="00B97E5D">
        <w:t xml:space="preserve">, </w:t>
      </w:r>
      <w:r w:rsidRPr="003E4D35">
        <w:t>la moyenne</w:t>
      </w:r>
      <w:r w:rsidR="00B97E5D">
        <w:t xml:space="preserve">, </w:t>
      </w:r>
      <w:r w:rsidRPr="003E4D35">
        <w:t>la haute</w:t>
      </w:r>
      <w:r w:rsidR="00B97E5D">
        <w:t xml:space="preserve">, </w:t>
      </w:r>
      <w:r w:rsidRPr="003E4D35">
        <w:t>et je fis vœu dès que to</w:t>
      </w:r>
      <w:r w:rsidRPr="003E4D35">
        <w:t>u</w:t>
      </w:r>
      <w:r w:rsidRPr="003E4D35">
        <w:t>tes les trois se seraient unies pour une phrase en trio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ouvrir les yeux</w:t>
      </w:r>
      <w:r w:rsidR="00B97E5D">
        <w:t xml:space="preserve">. </w:t>
      </w:r>
      <w:r w:rsidRPr="003E4D35">
        <w:t>Mais chacun ne parlait qu</w:t>
      </w:r>
      <w:r w:rsidR="00B97E5D">
        <w:t>’</w:t>
      </w:r>
      <w:r w:rsidRPr="003E4D35">
        <w:t xml:space="preserve">à </w:t>
      </w:r>
      <w:r w:rsidRPr="003E4D35">
        <w:lastRenderedPageBreak/>
        <w:t>son tour</w:t>
      </w:r>
      <w:r w:rsidR="00B97E5D">
        <w:t xml:space="preserve">. </w:t>
      </w:r>
      <w:r w:rsidRPr="003E4D35">
        <w:t>Paroles anglaises dont je comprenais certes le sens</w:t>
      </w:r>
      <w:r w:rsidR="00B97E5D">
        <w:t xml:space="preserve">, </w:t>
      </w:r>
      <w:r w:rsidRPr="003E4D35">
        <w:t>mais qui surtout donnaient à ma mémoire un mouvement sans rapport avec leur contenu</w:t>
      </w:r>
      <w:r w:rsidR="00B97E5D">
        <w:t xml:space="preserve">, </w:t>
      </w:r>
      <w:r w:rsidRPr="003E4D35">
        <w:t>et chacune ouvrait en moi une vision d</w:t>
      </w:r>
      <w:r w:rsidR="00B97E5D">
        <w:t>’</w:t>
      </w:r>
      <w:r w:rsidRPr="003E4D35">
        <w:t>Europe et l</w:t>
      </w:r>
      <w:r w:rsidR="00B97E5D">
        <w:t>’</w:t>
      </w:r>
      <w:r w:rsidRPr="003E4D35">
        <w:t>épuisait comme une glande</w:t>
      </w:r>
      <w:r w:rsidR="00B97E5D">
        <w:t>…</w:t>
      </w:r>
    </w:p>
    <w:p w14:paraId="3E5A814D" w14:textId="77777777" w:rsidR="00B97E5D" w:rsidRDefault="00F225BE" w:rsidP="00F225BE">
      <w:r w:rsidRPr="003E4D35">
        <w:t>La voix de basse disait</w:t>
      </w:r>
      <w:r w:rsidR="00B97E5D">
        <w:t> :</w:t>
      </w:r>
    </w:p>
    <w:p w14:paraId="14CA36F9" w14:textId="77777777" w:rsidR="00B97E5D" w:rsidRDefault="00B97E5D" w:rsidP="00F225BE">
      <w:r>
        <w:t>— </w:t>
      </w:r>
      <w:r w:rsidR="00F225BE" w:rsidRPr="003E4D35">
        <w:t>Les pieds me déroutent</w:t>
      </w:r>
      <w:r>
        <w:t xml:space="preserve">. </w:t>
      </w:r>
      <w:r w:rsidR="00F225BE" w:rsidRPr="003E4D35">
        <w:t>Tout est mystère dans ces îles</w:t>
      </w:r>
      <w:r>
        <w:t xml:space="preserve">. </w:t>
      </w:r>
      <w:r w:rsidR="00F225BE" w:rsidRPr="003E4D35">
        <w:t>Voici la trente et unième race</w:t>
      </w:r>
      <w:r>
        <w:t xml:space="preserve">, </w:t>
      </w:r>
      <w:r w:rsidR="00F225BE" w:rsidRPr="003E4D35">
        <w:t xml:space="preserve">à ajouter aux trente races de </w:t>
      </w:r>
      <w:proofErr w:type="spellStart"/>
      <w:r w:rsidR="00F225BE" w:rsidRPr="003E4D35">
        <w:t>Wellney</w:t>
      </w:r>
      <w:proofErr w:type="spellEnd"/>
      <w:r>
        <w:t xml:space="preserve">. </w:t>
      </w:r>
      <w:r w:rsidR="00F225BE" w:rsidRPr="003E4D35">
        <w:t>Mais qu</w:t>
      </w:r>
      <w:r>
        <w:t>’</w:t>
      </w:r>
      <w:r w:rsidR="00F225BE" w:rsidRPr="003E4D35">
        <w:t>il y ait des pieds cambrés en Polynésie</w:t>
      </w:r>
      <w:r>
        <w:t xml:space="preserve">, </w:t>
      </w:r>
      <w:r w:rsidR="00F225BE" w:rsidRPr="003E4D35">
        <w:t>c</w:t>
      </w:r>
      <w:r>
        <w:t>’</w:t>
      </w:r>
      <w:r w:rsidR="00F225BE" w:rsidRPr="003E4D35">
        <w:t xml:space="preserve">est la ruine de Spencer et de </w:t>
      </w:r>
      <w:proofErr w:type="spellStart"/>
      <w:r w:rsidR="00F225BE" w:rsidRPr="003E4D35">
        <w:t>Heurteau</w:t>
      </w:r>
      <w:proofErr w:type="spellEnd"/>
      <w:r>
        <w:t> !</w:t>
      </w:r>
    </w:p>
    <w:p w14:paraId="5189A750" w14:textId="77777777" w:rsidR="00B97E5D" w:rsidRDefault="00F225BE" w:rsidP="00F225BE">
      <w:r w:rsidRPr="003E4D35">
        <w:t>Je comprenais tout cela</w:t>
      </w:r>
      <w:r w:rsidR="00B97E5D">
        <w:t xml:space="preserve">, </w:t>
      </w:r>
      <w:r w:rsidRPr="003E4D35">
        <w:t>mais que mes pensées étaient a</w:t>
      </w:r>
      <w:r w:rsidRPr="003E4D35">
        <w:t>u</w:t>
      </w:r>
      <w:r w:rsidRPr="003E4D35">
        <w:t>tres</w:t>
      </w:r>
      <w:r w:rsidR="00B97E5D">
        <w:t> !</w:t>
      </w:r>
    </w:p>
    <w:p w14:paraId="60C5B32F" w14:textId="77777777" w:rsidR="00B97E5D" w:rsidRDefault="00F225BE" w:rsidP="00F225BE">
      <w:r w:rsidRPr="003E4D35">
        <w:t>L</w:t>
      </w:r>
      <w:r w:rsidR="00B97E5D">
        <w:t>’</w:t>
      </w:r>
      <w:r w:rsidRPr="003E4D35">
        <w:t>arrivée aux gares</w:t>
      </w:r>
      <w:r w:rsidR="00B97E5D">
        <w:t xml:space="preserve">, </w:t>
      </w:r>
      <w:r w:rsidRPr="003E4D35">
        <w:t>pensais-je</w:t>
      </w:r>
      <w:r w:rsidR="00B97E5D">
        <w:t xml:space="preserve"> ! </w:t>
      </w:r>
      <w:r w:rsidRPr="003E4D35">
        <w:t>quand le train décrit une toute petite courbe pour entrer dans le hall</w:t>
      </w:r>
      <w:r w:rsidR="00B97E5D">
        <w:t xml:space="preserve">, </w:t>
      </w:r>
      <w:r w:rsidRPr="003E4D35">
        <w:t>quand l</w:t>
      </w:r>
      <w:r w:rsidR="00B97E5D">
        <w:t>’</w:t>
      </w:r>
      <w:r w:rsidRPr="003E4D35">
        <w:t>approche de Paris rend si sensible qu</w:t>
      </w:r>
      <w:r w:rsidR="00B97E5D">
        <w:t>’</w:t>
      </w:r>
      <w:r w:rsidRPr="003E4D35">
        <w:t>on devine au-dessous de soi chaque a</w:t>
      </w:r>
      <w:r w:rsidRPr="003E4D35">
        <w:t>i</w:t>
      </w:r>
      <w:r w:rsidRPr="003E4D35">
        <w:t>guillage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 xml:space="preserve">arrivée à </w:t>
      </w:r>
      <w:proofErr w:type="spellStart"/>
      <w:r w:rsidRPr="003E4D35">
        <w:t>Saincaize</w:t>
      </w:r>
      <w:proofErr w:type="spellEnd"/>
      <w:r w:rsidR="00B97E5D">
        <w:t xml:space="preserve">, </w:t>
      </w:r>
      <w:r w:rsidRPr="003E4D35">
        <w:t>juste à la sortie du tunnel et qu</w:t>
      </w:r>
      <w:r w:rsidR="00B97E5D">
        <w:t>’</w:t>
      </w:r>
      <w:r w:rsidRPr="003E4D35">
        <w:t>on jette des noyaux de cerise sur les voyageurs qui déba</w:t>
      </w:r>
      <w:r w:rsidRPr="003E4D35">
        <w:t>r</w:t>
      </w:r>
      <w:r w:rsidRPr="003E4D35">
        <w:t>quent du train de Bourges</w:t>
      </w:r>
      <w:r w:rsidR="00B97E5D">
        <w:t> !</w:t>
      </w:r>
    </w:p>
    <w:p w14:paraId="655142C5" w14:textId="77777777" w:rsidR="00B97E5D" w:rsidRDefault="00F225BE" w:rsidP="00F225BE">
      <w:r w:rsidRPr="003E4D35">
        <w:t>La voix haute dit</w:t>
      </w:r>
      <w:r w:rsidR="00B97E5D">
        <w:t> :</w:t>
      </w:r>
    </w:p>
    <w:p w14:paraId="0DF087A3" w14:textId="77777777" w:rsidR="00B97E5D" w:rsidRDefault="00B97E5D" w:rsidP="00F225BE">
      <w:r>
        <w:t>— </w:t>
      </w:r>
      <w:r w:rsidR="00F225BE" w:rsidRPr="003E4D35">
        <w:t>Mais cette peau</w:t>
      </w:r>
      <w:r>
        <w:t> ?</w:t>
      </w:r>
    </w:p>
    <w:p w14:paraId="37288B26" w14:textId="77777777" w:rsidR="00B97E5D" w:rsidRDefault="00B97E5D" w:rsidP="00F225BE">
      <w:r>
        <w:t>— </w:t>
      </w:r>
      <w:r w:rsidR="00F225BE" w:rsidRPr="003E4D35">
        <w:t>Fardée et nacrée</w:t>
      </w:r>
      <w:r>
        <w:t xml:space="preserve">. </w:t>
      </w:r>
      <w:r w:rsidR="00F225BE" w:rsidRPr="003E4D35">
        <w:t>La peau s</w:t>
      </w:r>
      <w:r>
        <w:t>’</w:t>
      </w:r>
      <w:r w:rsidR="00F225BE" w:rsidRPr="003E4D35">
        <w:t xml:space="preserve">explique dans </w:t>
      </w:r>
      <w:proofErr w:type="spellStart"/>
      <w:r w:rsidR="00F225BE" w:rsidRPr="003E4D35">
        <w:t>Wellney</w:t>
      </w:r>
      <w:proofErr w:type="spellEnd"/>
      <w:r>
        <w:t xml:space="preserve">. </w:t>
      </w:r>
      <w:r w:rsidR="00F225BE" w:rsidRPr="003E4D35">
        <w:t>Mais les pieds me confondent</w:t>
      </w:r>
      <w:r>
        <w:t>.</w:t>
      </w:r>
    </w:p>
    <w:p w14:paraId="22827E6D" w14:textId="77777777" w:rsidR="00B97E5D" w:rsidRDefault="00F225BE" w:rsidP="00F225BE">
      <w:r w:rsidRPr="003E4D35">
        <w:t>Moi je pensais</w:t>
      </w:r>
      <w:r w:rsidR="00B97E5D">
        <w:t> :</w:t>
      </w:r>
    </w:p>
    <w:p w14:paraId="3AE79E77" w14:textId="77777777" w:rsidR="00B97E5D" w:rsidRDefault="00F225BE" w:rsidP="00F225BE">
      <w:r w:rsidRPr="003E4D35">
        <w:t>Le vin</w:t>
      </w:r>
      <w:r w:rsidR="00B97E5D">
        <w:t xml:space="preserve">, </w:t>
      </w:r>
      <w:r w:rsidRPr="003E4D35">
        <w:t>dont peut-être une bouteille était là</w:t>
      </w:r>
      <w:r w:rsidR="00B97E5D">
        <w:t xml:space="preserve">, </w:t>
      </w:r>
      <w:r w:rsidRPr="003E4D35">
        <w:t>toute proche</w:t>
      </w:r>
      <w:r w:rsidR="00B97E5D">
        <w:t xml:space="preserve"> ! </w:t>
      </w:r>
      <w:r w:rsidRPr="003E4D35">
        <w:t>Les ceps</w:t>
      </w:r>
      <w:r w:rsidR="00B97E5D">
        <w:t xml:space="preserve">, </w:t>
      </w:r>
      <w:r w:rsidRPr="003E4D35">
        <w:t>sur les pentes autour des échalas comme de beaux b</w:t>
      </w:r>
      <w:r w:rsidRPr="003E4D35">
        <w:t>i</w:t>
      </w:r>
      <w:r w:rsidRPr="003E4D35">
        <w:t>goudis la veille des confirmations</w:t>
      </w:r>
      <w:r w:rsidR="00B97E5D">
        <w:t xml:space="preserve"> ! </w:t>
      </w:r>
      <w:r w:rsidRPr="003E4D35">
        <w:t>Les vendanges</w:t>
      </w:r>
      <w:r w:rsidR="00B97E5D">
        <w:t xml:space="preserve">, </w:t>
      </w:r>
      <w:r w:rsidRPr="003E4D35">
        <w:t>à l</w:t>
      </w:r>
      <w:r w:rsidR="00B97E5D">
        <w:t>’</w:t>
      </w:r>
      <w:r w:rsidRPr="003E4D35">
        <w:t>époque des pêches</w:t>
      </w:r>
      <w:r w:rsidR="00B97E5D">
        <w:t xml:space="preserve">, </w:t>
      </w:r>
      <w:r w:rsidRPr="003E4D35">
        <w:t>quand on les ouvre et qu</w:t>
      </w:r>
      <w:r w:rsidR="00B97E5D">
        <w:t>’</w:t>
      </w:r>
      <w:r w:rsidRPr="003E4D35">
        <w:t>on remplace le noyau par un raisin de muscat</w:t>
      </w:r>
      <w:r w:rsidR="00B97E5D">
        <w:t> !…</w:t>
      </w:r>
    </w:p>
    <w:p w14:paraId="223218ED" w14:textId="77777777" w:rsidR="00B97E5D" w:rsidRDefault="00F225BE" w:rsidP="00F225BE">
      <w:r w:rsidRPr="003E4D35">
        <w:lastRenderedPageBreak/>
        <w:t>La voix du baryton demanda</w:t>
      </w:r>
      <w:r w:rsidR="00B97E5D">
        <w:t> :</w:t>
      </w:r>
    </w:p>
    <w:p w14:paraId="6450245F" w14:textId="77777777" w:rsidR="00B97E5D" w:rsidRDefault="00B97E5D" w:rsidP="00F225BE">
      <w:r>
        <w:t>— </w:t>
      </w:r>
      <w:r w:rsidR="00F225BE" w:rsidRPr="003E4D35">
        <w:t>C</w:t>
      </w:r>
      <w:r>
        <w:t>’</w:t>
      </w:r>
      <w:r w:rsidR="00F225BE" w:rsidRPr="003E4D35">
        <w:t>est une jeune fille</w:t>
      </w:r>
      <w:r>
        <w:t> ?</w:t>
      </w:r>
    </w:p>
    <w:p w14:paraId="42C6CF97" w14:textId="77777777" w:rsidR="00B97E5D" w:rsidRDefault="00B97E5D" w:rsidP="00F225BE">
      <w:r>
        <w:t>— </w:t>
      </w:r>
      <w:r w:rsidR="00F225BE" w:rsidRPr="003E4D35">
        <w:t>Tout ce qu</w:t>
      </w:r>
      <w:r>
        <w:t>’</w:t>
      </w:r>
      <w:r w:rsidR="00F225BE" w:rsidRPr="003E4D35">
        <w:t>il y a de plus jeune fille</w:t>
      </w:r>
      <w:r>
        <w:t xml:space="preserve">. </w:t>
      </w:r>
      <w:r w:rsidR="00F225BE" w:rsidRPr="003E4D35">
        <w:t>Depuis l</w:t>
      </w:r>
      <w:r>
        <w:t>’</w:t>
      </w:r>
      <w:r w:rsidR="00F225BE" w:rsidRPr="003E4D35">
        <w:t xml:space="preserve">île </w:t>
      </w:r>
      <w:proofErr w:type="spellStart"/>
      <w:r w:rsidR="00F225BE" w:rsidRPr="003E4D35">
        <w:t>Rimsky</w:t>
      </w:r>
      <w:proofErr w:type="spellEnd"/>
      <w:r w:rsidR="00F225BE" w:rsidRPr="003E4D35">
        <w:t xml:space="preserve"> on arrache le lobe droit à celles qui ne sont plus vierges</w:t>
      </w:r>
      <w:r>
        <w:t xml:space="preserve">. </w:t>
      </w:r>
      <w:r w:rsidR="00F225BE" w:rsidRPr="003E4D35">
        <w:t>À Salou</w:t>
      </w:r>
      <w:r>
        <w:t xml:space="preserve">, </w:t>
      </w:r>
      <w:r w:rsidR="00F225BE" w:rsidRPr="003E4D35">
        <w:t>on tatoue une main ouverte sur la plante de leur pied</w:t>
      </w:r>
      <w:r>
        <w:t xml:space="preserve">. </w:t>
      </w:r>
      <w:r w:rsidR="00F225BE" w:rsidRPr="003E4D35">
        <w:t>Mais allez tatouer une main sur ces pieds-là</w:t>
      </w:r>
      <w:r>
        <w:t> !</w:t>
      </w:r>
    </w:p>
    <w:p w14:paraId="630C4093" w14:textId="77777777" w:rsidR="00B97E5D" w:rsidRDefault="00F225BE" w:rsidP="00F225BE">
      <w:r w:rsidRPr="003E4D35">
        <w:t>La limonade</w:t>
      </w:r>
      <w:r w:rsidR="00B97E5D">
        <w:t xml:space="preserve">, </w:t>
      </w:r>
      <w:r w:rsidRPr="003E4D35">
        <w:t>la gazeuse</w:t>
      </w:r>
      <w:r w:rsidR="00B97E5D">
        <w:t xml:space="preserve">, </w:t>
      </w:r>
      <w:r w:rsidRPr="003E4D35">
        <w:t>à la saccharine</w:t>
      </w:r>
      <w:r w:rsidR="00B97E5D">
        <w:t xml:space="preserve"> ! </w:t>
      </w:r>
      <w:r w:rsidRPr="003E4D35">
        <w:t>la bouteille éve</w:t>
      </w:r>
      <w:r w:rsidRPr="003E4D35">
        <w:t>n</w:t>
      </w:r>
      <w:r w:rsidRPr="003E4D35">
        <w:t>tée qu</w:t>
      </w:r>
      <w:r w:rsidR="00B97E5D">
        <w:t>’</w:t>
      </w:r>
      <w:r w:rsidRPr="003E4D35">
        <w:t xml:space="preserve">on retrouve dans un placard un mois après le passage des petites </w:t>
      </w:r>
      <w:proofErr w:type="spellStart"/>
      <w:r w:rsidRPr="003E4D35">
        <w:t>Elichade</w:t>
      </w:r>
      <w:proofErr w:type="spellEnd"/>
      <w:r w:rsidR="00B97E5D">
        <w:t xml:space="preserve"> ! </w:t>
      </w:r>
      <w:r w:rsidRPr="003E4D35">
        <w:t>l</w:t>
      </w:r>
      <w:r w:rsidR="00B97E5D">
        <w:t>’</w:t>
      </w:r>
      <w:r w:rsidRPr="003E4D35">
        <w:t xml:space="preserve">eau de </w:t>
      </w:r>
      <w:proofErr w:type="spellStart"/>
      <w:r w:rsidRPr="003E4D35">
        <w:t>Couzan</w:t>
      </w:r>
      <w:proofErr w:type="spellEnd"/>
      <w:r w:rsidR="00B97E5D">
        <w:t xml:space="preserve">, </w:t>
      </w:r>
      <w:r w:rsidRPr="003E4D35">
        <w:t>l</w:t>
      </w:r>
      <w:r w:rsidR="00B97E5D">
        <w:t>’</w:t>
      </w:r>
      <w:r w:rsidRPr="003E4D35">
        <w:t>eau de Périer</w:t>
      </w:r>
      <w:r w:rsidR="00B97E5D">
        <w:t xml:space="preserve">, </w:t>
      </w:r>
      <w:r w:rsidRPr="003E4D35">
        <w:t>le champ</w:t>
      </w:r>
      <w:r w:rsidRPr="003E4D35">
        <w:t>a</w:t>
      </w:r>
      <w:r w:rsidRPr="003E4D35">
        <w:t>gne</w:t>
      </w:r>
      <w:r w:rsidR="00B97E5D">
        <w:t> !</w:t>
      </w:r>
    </w:p>
    <w:p w14:paraId="347ED3C4" w14:textId="77777777" w:rsidR="00B97E5D" w:rsidRDefault="00B97E5D" w:rsidP="00F225BE">
      <w:r>
        <w:t>— </w:t>
      </w:r>
      <w:r w:rsidR="00F225BE" w:rsidRPr="003E4D35">
        <w:t>Abandonnée dans l</w:t>
      </w:r>
      <w:r>
        <w:t>’</w:t>
      </w:r>
      <w:r w:rsidR="00F225BE" w:rsidRPr="003E4D35">
        <w:t>île</w:t>
      </w:r>
      <w:r>
        <w:t xml:space="preserve">. </w:t>
      </w:r>
      <w:r w:rsidR="00F225BE" w:rsidRPr="003E4D35">
        <w:t>Toutes les fillettes accusées de d</w:t>
      </w:r>
      <w:r w:rsidR="00F225BE" w:rsidRPr="003E4D35">
        <w:t>i</w:t>
      </w:r>
      <w:r w:rsidR="00F225BE" w:rsidRPr="003E4D35">
        <w:t>vination sont isolées pour quatre ans d</w:t>
      </w:r>
      <w:r>
        <w:t>’</w:t>
      </w:r>
      <w:r w:rsidR="00F225BE" w:rsidRPr="003E4D35">
        <w:t xml:space="preserve">après </w:t>
      </w:r>
      <w:proofErr w:type="spellStart"/>
      <w:r w:rsidR="00F225BE" w:rsidRPr="003E4D35">
        <w:t>Wellney</w:t>
      </w:r>
      <w:proofErr w:type="spellEnd"/>
      <w:r>
        <w:t xml:space="preserve">. </w:t>
      </w:r>
      <w:r w:rsidR="00F225BE" w:rsidRPr="003E4D35">
        <w:t>Songez qu</w:t>
      </w:r>
      <w:r>
        <w:t>’</w:t>
      </w:r>
      <w:r w:rsidR="00F225BE" w:rsidRPr="003E4D35">
        <w:t>on leur arrache le lobe à quinze ans</w:t>
      </w:r>
      <w:r>
        <w:t xml:space="preserve">. </w:t>
      </w:r>
      <w:r w:rsidR="00F225BE" w:rsidRPr="003E4D35">
        <w:t>À neuf dans l</w:t>
      </w:r>
      <w:r>
        <w:t>’</w:t>
      </w:r>
      <w:r w:rsidR="00F225BE" w:rsidRPr="003E4D35">
        <w:t>île Barré</w:t>
      </w:r>
      <w:r>
        <w:t xml:space="preserve">. </w:t>
      </w:r>
      <w:r w:rsidR="00F225BE" w:rsidRPr="003E4D35">
        <w:t>Celle-là a vingt ans</w:t>
      </w:r>
      <w:r>
        <w:t>.</w:t>
      </w:r>
    </w:p>
    <w:p w14:paraId="01337A55" w14:textId="77777777" w:rsidR="00B97E5D" w:rsidRDefault="00F225BE" w:rsidP="00F225BE">
      <w:r w:rsidRPr="003E4D35">
        <w:t>Les châteaux</w:t>
      </w:r>
      <w:r w:rsidR="00B97E5D">
        <w:t xml:space="preserve">, </w:t>
      </w:r>
      <w:r w:rsidRPr="003E4D35">
        <w:t>les églises</w:t>
      </w:r>
      <w:r w:rsidR="00B97E5D">
        <w:t xml:space="preserve">, </w:t>
      </w:r>
      <w:r w:rsidRPr="003E4D35">
        <w:t>les canaux</w:t>
      </w:r>
      <w:r w:rsidR="00B97E5D">
        <w:t xml:space="preserve">, </w:t>
      </w:r>
      <w:r w:rsidRPr="003E4D35">
        <w:t>les jardins</w:t>
      </w:r>
      <w:r w:rsidR="00B97E5D">
        <w:t xml:space="preserve">, </w:t>
      </w:r>
      <w:r w:rsidRPr="003E4D35">
        <w:t>les routes</w:t>
      </w:r>
      <w:r w:rsidR="00B97E5D">
        <w:t xml:space="preserve">, </w:t>
      </w:r>
      <w:r w:rsidRPr="003E4D35">
        <w:t>les chemins</w:t>
      </w:r>
      <w:r w:rsidR="00B97E5D">
        <w:t xml:space="preserve">, </w:t>
      </w:r>
      <w:r w:rsidRPr="003E4D35">
        <w:t>les sentiers</w:t>
      </w:r>
      <w:r w:rsidR="00B97E5D">
        <w:t xml:space="preserve">, </w:t>
      </w:r>
      <w:r w:rsidRPr="003E4D35">
        <w:t>les traces</w:t>
      </w:r>
      <w:r w:rsidR="00B97E5D">
        <w:t xml:space="preserve">…, </w:t>
      </w:r>
      <w:r w:rsidRPr="003E4D35">
        <w:t>la montagne</w:t>
      </w:r>
      <w:r w:rsidR="00B97E5D">
        <w:t xml:space="preserve">, </w:t>
      </w:r>
      <w:r w:rsidRPr="003E4D35">
        <w:t>la neige</w:t>
      </w:r>
      <w:r w:rsidR="00B97E5D">
        <w:t xml:space="preserve">, </w:t>
      </w:r>
      <w:r w:rsidRPr="003E4D35">
        <w:t>les glaciers</w:t>
      </w:r>
      <w:r w:rsidR="00B97E5D">
        <w:t xml:space="preserve">, </w:t>
      </w:r>
      <w:r w:rsidRPr="003E4D35">
        <w:t>les traces</w:t>
      </w:r>
      <w:r w:rsidR="00B97E5D">
        <w:t xml:space="preserve">, </w:t>
      </w:r>
      <w:r w:rsidRPr="003E4D35">
        <w:t>les sentiers</w:t>
      </w:r>
      <w:r w:rsidR="00B97E5D">
        <w:t xml:space="preserve">, </w:t>
      </w:r>
      <w:r w:rsidRPr="003E4D35">
        <w:t>les chemins</w:t>
      </w:r>
      <w:r w:rsidR="00B97E5D">
        <w:t xml:space="preserve">, </w:t>
      </w:r>
      <w:r w:rsidRPr="003E4D35">
        <w:t>les routes</w:t>
      </w:r>
      <w:r w:rsidR="00B97E5D">
        <w:t xml:space="preserve">, </w:t>
      </w:r>
      <w:r w:rsidRPr="003E4D35">
        <w:t>les a</w:t>
      </w:r>
      <w:r w:rsidRPr="003E4D35">
        <w:t>u</w:t>
      </w:r>
      <w:r w:rsidRPr="003E4D35">
        <w:t>tos</w:t>
      </w:r>
      <w:r w:rsidR="00B97E5D">
        <w:t xml:space="preserve">, </w:t>
      </w:r>
      <w:r w:rsidRPr="003E4D35">
        <w:t>la rivière enfin</w:t>
      </w:r>
      <w:r w:rsidR="00B97E5D">
        <w:t xml:space="preserve">, </w:t>
      </w:r>
      <w:r w:rsidRPr="003E4D35">
        <w:t>et le grand pont</w:t>
      </w:r>
      <w:r w:rsidR="00B97E5D">
        <w:t> !</w:t>
      </w:r>
    </w:p>
    <w:p w14:paraId="312D48F9" w14:textId="77777777" w:rsidR="00B97E5D" w:rsidRDefault="00B97E5D" w:rsidP="00F225BE">
      <w:r>
        <w:t>— </w:t>
      </w:r>
      <w:r w:rsidR="00F225BE" w:rsidRPr="003E4D35">
        <w:t>Mais sa peau</w:t>
      </w:r>
      <w:r>
        <w:t xml:space="preserve">, </w:t>
      </w:r>
      <w:r w:rsidR="00F225BE" w:rsidRPr="003E4D35">
        <w:t>Billy</w:t>
      </w:r>
      <w:r>
        <w:t>.</w:t>
      </w:r>
    </w:p>
    <w:p w14:paraId="315B6E2F" w14:textId="77777777" w:rsidR="00B97E5D" w:rsidRDefault="00B97E5D" w:rsidP="00F225BE">
      <w:r>
        <w:t>— </w:t>
      </w:r>
      <w:r w:rsidR="00F225BE" w:rsidRPr="003E4D35">
        <w:t>Fardée et nacrée</w:t>
      </w:r>
      <w:r>
        <w:t>.</w:t>
      </w:r>
    </w:p>
    <w:p w14:paraId="35CFE0CF" w14:textId="77777777" w:rsidR="00B97E5D" w:rsidRDefault="00F225BE" w:rsidP="00F225BE">
      <w:r w:rsidRPr="003E4D35">
        <w:t>Tant Billy s</w:t>
      </w:r>
      <w:r w:rsidR="00B97E5D">
        <w:t>’</w:t>
      </w:r>
      <w:r w:rsidRPr="003E4D35">
        <w:t>était hâté de répondre</w:t>
      </w:r>
      <w:r w:rsidR="00B97E5D">
        <w:t xml:space="preserve">, </w:t>
      </w:r>
      <w:r w:rsidRPr="003E4D35">
        <w:t>la voix haute et la voix basse s</w:t>
      </w:r>
      <w:r w:rsidR="00B97E5D">
        <w:t>’</w:t>
      </w:r>
      <w:r w:rsidRPr="003E4D35">
        <w:t>étaient confondues</w:t>
      </w:r>
      <w:r w:rsidR="00B97E5D">
        <w:t> !…</w:t>
      </w:r>
    </w:p>
    <w:p w14:paraId="54D62E08" w14:textId="77777777" w:rsidR="00B97E5D" w:rsidRDefault="00F225BE" w:rsidP="00F225BE">
      <w:r w:rsidRPr="003E4D35">
        <w:t>Les hommes</w:t>
      </w:r>
      <w:r w:rsidR="00B97E5D">
        <w:t xml:space="preserve">, </w:t>
      </w:r>
      <w:r w:rsidRPr="003E4D35">
        <w:t>les petits</w:t>
      </w:r>
      <w:r w:rsidR="00B97E5D">
        <w:t xml:space="preserve">, </w:t>
      </w:r>
      <w:r w:rsidRPr="003E4D35">
        <w:t>les grands</w:t>
      </w:r>
      <w:r w:rsidR="00B97E5D">
        <w:t xml:space="preserve">, </w:t>
      </w:r>
      <w:r w:rsidRPr="003E4D35">
        <w:t>les bègues</w:t>
      </w:r>
      <w:r w:rsidR="00B97E5D">
        <w:t xml:space="preserve">, </w:t>
      </w:r>
      <w:r w:rsidRPr="003E4D35">
        <w:t>les sourds</w:t>
      </w:r>
      <w:r w:rsidR="00B97E5D">
        <w:t xml:space="preserve">, </w:t>
      </w:r>
      <w:r w:rsidRPr="003E4D35">
        <w:t>ceux à moustaches</w:t>
      </w:r>
      <w:r w:rsidR="00B97E5D">
        <w:t xml:space="preserve">, </w:t>
      </w:r>
      <w:r w:rsidRPr="003E4D35">
        <w:t>ceux rasés</w:t>
      </w:r>
      <w:r w:rsidR="00B97E5D">
        <w:t xml:space="preserve">, </w:t>
      </w:r>
      <w:r w:rsidRPr="003E4D35">
        <w:t>ceux en veston</w:t>
      </w:r>
      <w:r w:rsidR="00B97E5D">
        <w:t xml:space="preserve">, </w:t>
      </w:r>
      <w:r w:rsidRPr="003E4D35">
        <w:t>ceux dont le chapeau s</w:t>
      </w:r>
      <w:r w:rsidR="00B97E5D">
        <w:t>’</w:t>
      </w:r>
      <w:r w:rsidRPr="003E4D35">
        <w:t xml:space="preserve">envole et un balayeur le </w:t>
      </w:r>
      <w:proofErr w:type="spellStart"/>
      <w:r w:rsidRPr="003E4D35">
        <w:t>maintient</w:t>
      </w:r>
      <w:proofErr w:type="spellEnd"/>
      <w:r w:rsidR="00B97E5D">
        <w:t xml:space="preserve">, </w:t>
      </w:r>
      <w:r w:rsidRPr="003E4D35">
        <w:t>avec son balai</w:t>
      </w:r>
      <w:r w:rsidR="00B97E5D">
        <w:t xml:space="preserve">… </w:t>
      </w:r>
      <w:r w:rsidRPr="003E4D35">
        <w:t>Je n</w:t>
      </w:r>
      <w:r w:rsidR="00B97E5D">
        <w:t>’</w:t>
      </w:r>
      <w:r w:rsidRPr="003E4D35">
        <w:t>avais qu</w:t>
      </w:r>
      <w:r w:rsidR="00B97E5D">
        <w:t>’</w:t>
      </w:r>
      <w:r w:rsidRPr="003E4D35">
        <w:t>à ouvrir les yeux pour voir tout cela</w:t>
      </w:r>
      <w:r w:rsidR="00B97E5D">
        <w:t xml:space="preserve">… </w:t>
      </w:r>
      <w:r w:rsidRPr="003E4D35">
        <w:t>Mais la voix haute se fâchait</w:t>
      </w:r>
      <w:r w:rsidR="00B97E5D">
        <w:t>…</w:t>
      </w:r>
    </w:p>
    <w:p w14:paraId="1337818C" w14:textId="77777777" w:rsidR="00B97E5D" w:rsidRDefault="00B97E5D" w:rsidP="00F225BE">
      <w:r>
        <w:lastRenderedPageBreak/>
        <w:t>— </w:t>
      </w:r>
      <w:r w:rsidR="00F225BE" w:rsidRPr="003E4D35">
        <w:t>Fardée et nacrée</w:t>
      </w:r>
      <w:r>
        <w:t xml:space="preserve">, </w:t>
      </w:r>
      <w:r w:rsidR="00F225BE" w:rsidRPr="003E4D35">
        <w:t>voilà tout ce que tu sais dire</w:t>
      </w:r>
      <w:r>
        <w:t xml:space="preserve">. </w:t>
      </w:r>
      <w:r w:rsidR="00F225BE" w:rsidRPr="003E4D35">
        <w:t>Mais au-dessous du fard</w:t>
      </w:r>
      <w:r>
        <w:t> ?</w:t>
      </w:r>
    </w:p>
    <w:p w14:paraId="47D57E93" w14:textId="77777777" w:rsidR="00B97E5D" w:rsidRDefault="00F225BE" w:rsidP="00F225BE">
      <w:r w:rsidRPr="003E4D35">
        <w:t>Les chiens</w:t>
      </w:r>
      <w:r w:rsidR="00B97E5D">
        <w:t xml:space="preserve">, </w:t>
      </w:r>
      <w:r w:rsidRPr="003E4D35">
        <w:t>les chats</w:t>
      </w:r>
      <w:r w:rsidR="00B97E5D">
        <w:t xml:space="preserve">, – </w:t>
      </w:r>
      <w:r w:rsidRPr="003E4D35">
        <w:t>les cages et les aquariums surveillés par les chats</w:t>
      </w:r>
      <w:r w:rsidR="00B97E5D">
        <w:t xml:space="preserve">, </w:t>
      </w:r>
      <w:r w:rsidRPr="003E4D35">
        <w:t>les chats en porcelaine qui dorment avec des t</w:t>
      </w:r>
      <w:r w:rsidRPr="003E4D35">
        <w:t>a</w:t>
      </w:r>
      <w:r w:rsidRPr="003E4D35">
        <w:t>ches dorées et leur nom écrit au-dessous au crayon</w:t>
      </w:r>
      <w:r w:rsidR="00B97E5D">
        <w:t> !</w:t>
      </w:r>
    </w:p>
    <w:p w14:paraId="2C51D5BD" w14:textId="77777777" w:rsidR="00B97E5D" w:rsidRDefault="00B97E5D" w:rsidP="00F225BE">
      <w:r>
        <w:t>— </w:t>
      </w:r>
      <w:r w:rsidR="00F225BE" w:rsidRPr="003E4D35">
        <w:t>Peau brune</w:t>
      </w:r>
      <w:r>
        <w:t xml:space="preserve">. </w:t>
      </w:r>
      <w:r w:rsidR="00F225BE" w:rsidRPr="003E4D35">
        <w:t xml:space="preserve">Type </w:t>
      </w:r>
      <w:proofErr w:type="spellStart"/>
      <w:r w:rsidR="00F225BE" w:rsidRPr="003E4D35">
        <w:t>Wellney</w:t>
      </w:r>
      <w:proofErr w:type="spellEnd"/>
      <w:r>
        <w:t xml:space="preserve">. </w:t>
      </w:r>
      <w:r w:rsidR="00F225BE" w:rsidRPr="003E4D35">
        <w:t>Je passe un peu d</w:t>
      </w:r>
      <w:r>
        <w:t>’</w:t>
      </w:r>
      <w:r w:rsidR="00F225BE" w:rsidRPr="003E4D35">
        <w:t>acide sur son bras</w:t>
      </w:r>
      <w:r>
        <w:t xml:space="preserve">. </w:t>
      </w:r>
      <w:r w:rsidR="00F225BE" w:rsidRPr="003E4D35">
        <w:t>Regardez</w:t>
      </w:r>
      <w:r>
        <w:t>…</w:t>
      </w:r>
    </w:p>
    <w:p w14:paraId="342A3B30" w14:textId="77777777" w:rsidR="00B97E5D" w:rsidRDefault="00F225BE" w:rsidP="00F225BE">
      <w:r w:rsidRPr="003E4D35">
        <w:t>Alors quelque chose me piqua</w:t>
      </w:r>
      <w:r w:rsidR="00B97E5D">
        <w:t xml:space="preserve">. </w:t>
      </w:r>
      <w:r w:rsidRPr="003E4D35">
        <w:t>Il frottait du doigt mon bras au creux du coude</w:t>
      </w:r>
      <w:r w:rsidR="00B97E5D">
        <w:t xml:space="preserve">. </w:t>
      </w:r>
      <w:r w:rsidRPr="003E4D35">
        <w:t>Entre les hommes et moi</w:t>
      </w:r>
      <w:r w:rsidR="00B97E5D">
        <w:t xml:space="preserve">, </w:t>
      </w:r>
      <w:r w:rsidRPr="003E4D35">
        <w:t>par un acide qui ronge</w:t>
      </w:r>
      <w:r w:rsidR="00B97E5D">
        <w:t xml:space="preserve">, </w:t>
      </w:r>
      <w:r w:rsidRPr="003E4D35">
        <w:t>le contact était repris pour toujours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ouvris les yeux</w:t>
      </w:r>
      <w:r w:rsidR="00B97E5D">
        <w:t xml:space="preserve">… </w:t>
      </w:r>
      <w:r w:rsidRPr="003E4D35">
        <w:t>Je les vis tous trois</w:t>
      </w:r>
      <w:r w:rsidR="00B97E5D">
        <w:t>.</w:t>
      </w:r>
    </w:p>
    <w:p w14:paraId="0E5A99C7" w14:textId="77777777" w:rsidR="00B97E5D" w:rsidRDefault="00B97E5D" w:rsidP="00F225BE">
      <w:r>
        <w:t>— </w:t>
      </w:r>
      <w:r w:rsidR="00F225BE" w:rsidRPr="003E4D35">
        <w:t>Jack</w:t>
      </w:r>
      <w:r>
        <w:t xml:space="preserve">, </w:t>
      </w:r>
      <w:r w:rsidR="00F225BE" w:rsidRPr="003E4D35">
        <w:t>elle pleure</w:t>
      </w:r>
      <w:r>
        <w:t xml:space="preserve">, – </w:t>
      </w:r>
      <w:r w:rsidR="00F225BE" w:rsidRPr="003E4D35">
        <w:t>dit la voix haute</w:t>
      </w:r>
      <w:r>
        <w:t xml:space="preserve">. – </w:t>
      </w:r>
      <w:r w:rsidR="00F225BE" w:rsidRPr="003E4D35">
        <w:t>Console-la</w:t>
      </w:r>
      <w:r>
        <w:t>.</w:t>
      </w:r>
    </w:p>
    <w:p w14:paraId="1727381D" w14:textId="77777777" w:rsidR="00B97E5D" w:rsidRDefault="00F225BE" w:rsidP="00F225BE">
      <w:r w:rsidRPr="003E4D35">
        <w:t>Alors Jack</w:t>
      </w:r>
      <w:r w:rsidR="00B97E5D">
        <w:t xml:space="preserve">, </w:t>
      </w:r>
      <w:r w:rsidRPr="003E4D35">
        <w:t>celui qui m</w:t>
      </w:r>
      <w:r w:rsidR="00B97E5D">
        <w:t>’</w:t>
      </w:r>
      <w:r w:rsidRPr="003E4D35">
        <w:t>avait touchée déjà</w:t>
      </w:r>
      <w:r w:rsidR="00B97E5D">
        <w:t xml:space="preserve"> (</w:t>
      </w:r>
      <w:r w:rsidRPr="003E4D35">
        <w:t>j</w:t>
      </w:r>
      <w:r w:rsidR="00B97E5D">
        <w:t>’</w:t>
      </w:r>
      <w:r w:rsidRPr="003E4D35">
        <w:t>avais vu sur moi l</w:t>
      </w:r>
      <w:r w:rsidR="00B97E5D">
        <w:t>’</w:t>
      </w:r>
      <w:r w:rsidRPr="003E4D35">
        <w:t>empreinte de ses mains</w:t>
      </w:r>
      <w:r w:rsidR="00B97E5D">
        <w:t xml:space="preserve">), </w:t>
      </w:r>
      <w:r w:rsidRPr="003E4D35">
        <w:t>celui qui avait déjà l</w:t>
      </w:r>
      <w:r w:rsidR="00B97E5D">
        <w:t>’</w:t>
      </w:r>
      <w:r w:rsidRPr="003E4D35">
        <w:t>habitude de mon corps et m</w:t>
      </w:r>
      <w:r w:rsidR="00B97E5D">
        <w:t>’</w:t>
      </w:r>
      <w:r w:rsidRPr="003E4D35">
        <w:t>avait portée</w:t>
      </w:r>
      <w:r w:rsidR="00B97E5D">
        <w:t xml:space="preserve">, </w:t>
      </w:r>
      <w:r w:rsidRPr="003E4D35">
        <w:t>celui</w:t>
      </w:r>
      <w:r w:rsidR="00B97E5D">
        <w:t xml:space="preserve"> (</w:t>
      </w:r>
      <w:r w:rsidRPr="003E4D35">
        <w:t>je voyais sur sa chemise de soie bleue une traînée nacrée comme celle que laisse la lune</w:t>
      </w:r>
      <w:r w:rsidR="00B97E5D">
        <w:t xml:space="preserve">) </w:t>
      </w:r>
      <w:r w:rsidRPr="003E4D35">
        <w:t>qui savait mon poids</w:t>
      </w:r>
      <w:r w:rsidR="00B97E5D">
        <w:t xml:space="preserve">, </w:t>
      </w:r>
      <w:r w:rsidRPr="003E4D35">
        <w:t>mon parfum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approcha</w:t>
      </w:r>
      <w:r w:rsidR="00B97E5D">
        <w:t xml:space="preserve">, </w:t>
      </w:r>
      <w:r w:rsidRPr="003E4D35">
        <w:t>souleva ma tête</w:t>
      </w:r>
      <w:r w:rsidR="00B97E5D">
        <w:t xml:space="preserve">, </w:t>
      </w:r>
      <w:r w:rsidRPr="003E4D35">
        <w:t>et enfin je pus parler</w:t>
      </w:r>
      <w:r w:rsidR="00B97E5D">
        <w:t xml:space="preserve">, </w:t>
      </w:r>
      <w:r w:rsidRPr="003E4D35">
        <w:t>et reprendre après tant d</w:t>
      </w:r>
      <w:r w:rsidR="00B97E5D">
        <w:t>’</w:t>
      </w:r>
      <w:r w:rsidRPr="003E4D35">
        <w:t>années ma conve</w:t>
      </w:r>
      <w:r w:rsidRPr="003E4D35">
        <w:t>r</w:t>
      </w:r>
      <w:r w:rsidRPr="003E4D35">
        <w:t>sation avec les hommes</w:t>
      </w:r>
      <w:r w:rsidR="00B97E5D">
        <w:t xml:space="preserve">, </w:t>
      </w:r>
      <w:r w:rsidRPr="003E4D35">
        <w:t>et dire mon premier mot français qui fit reculer Jack stupéfait et s</w:t>
      </w:r>
      <w:r w:rsidR="00B97E5D">
        <w:t>’</w:t>
      </w:r>
      <w:r w:rsidRPr="003E4D35">
        <w:t>approcher les deux autres</w:t>
      </w:r>
      <w:r w:rsidR="00B97E5D">
        <w:t> :</w:t>
      </w:r>
    </w:p>
    <w:p w14:paraId="6420A221" w14:textId="77777777" w:rsidR="00B97E5D" w:rsidRDefault="00B97E5D" w:rsidP="00F225BE">
      <w:r>
        <w:t>— </w:t>
      </w:r>
      <w:r w:rsidR="00F225BE" w:rsidRPr="003E4D35">
        <w:t>Un mouchoir</w:t>
      </w:r>
      <w:r>
        <w:t xml:space="preserve"> ! – </w:t>
      </w:r>
      <w:r w:rsidR="00F225BE" w:rsidRPr="003E4D35">
        <w:t>dis-je</w:t>
      </w:r>
      <w:r>
        <w:t>.</w:t>
      </w:r>
    </w:p>
    <w:p w14:paraId="2D8F9CD2" w14:textId="56A0711F" w:rsidR="00F225BE" w:rsidRPr="003E4D35" w:rsidRDefault="00F225BE" w:rsidP="00F225BE"/>
    <w:p w14:paraId="29155B25" w14:textId="77777777" w:rsidR="00B97E5D" w:rsidRDefault="00F225BE" w:rsidP="00F225BE">
      <w:r w:rsidRPr="003E4D35">
        <w:t>Maintenant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le soir de cette journée et nous nous ta</w:t>
      </w:r>
      <w:r w:rsidRPr="003E4D35">
        <w:t>i</w:t>
      </w:r>
      <w:r w:rsidRPr="003E4D35">
        <w:t>sions tous quatre</w:t>
      </w:r>
      <w:r w:rsidR="00B97E5D">
        <w:t xml:space="preserve">. </w:t>
      </w:r>
      <w:r w:rsidRPr="003E4D35">
        <w:t>Mes oiseaux étonnés de me voir rester dans la seconde île</w:t>
      </w:r>
      <w:r w:rsidR="00B97E5D">
        <w:t xml:space="preserve">, </w:t>
      </w:r>
      <w:r w:rsidRPr="003E4D35">
        <w:t>regagnaient par vols la première</w:t>
      </w:r>
      <w:r w:rsidR="00B97E5D">
        <w:t xml:space="preserve">, </w:t>
      </w:r>
      <w:r w:rsidRPr="003E4D35">
        <w:t>volant presque à reculons</w:t>
      </w:r>
      <w:r w:rsidR="00B97E5D">
        <w:t xml:space="preserve">. </w:t>
      </w:r>
      <w:r w:rsidRPr="003E4D35">
        <w:t>Chaque rayon aussi nous quittait pour se déposer une minute sur mon vrai royaume et s</w:t>
      </w:r>
      <w:r w:rsidR="00B97E5D">
        <w:t>’</w:t>
      </w:r>
      <w:r w:rsidRPr="003E4D35">
        <w:t>éteindre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vêtue mai</w:t>
      </w:r>
      <w:r w:rsidRPr="003E4D35">
        <w:t>n</w:t>
      </w:r>
      <w:r w:rsidRPr="003E4D35">
        <w:t>tenant d</w:t>
      </w:r>
      <w:r w:rsidR="00B97E5D">
        <w:t>’</w:t>
      </w:r>
      <w:r w:rsidRPr="003E4D35">
        <w:t>un pyjama de soie noire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 xml:space="preserve">avais </w:t>
      </w:r>
      <w:r w:rsidRPr="003E4D35">
        <w:lastRenderedPageBreak/>
        <w:t>une gourmette d</w:t>
      </w:r>
      <w:r w:rsidR="00B97E5D">
        <w:t>’</w:t>
      </w:r>
      <w:r w:rsidRPr="003E4D35">
        <w:t>or à la cheville</w:t>
      </w:r>
      <w:r w:rsidR="00B97E5D">
        <w:t xml:space="preserve"> ; </w:t>
      </w:r>
      <w:r w:rsidRPr="003E4D35">
        <w:t>je reprenais la vie d</w:t>
      </w:r>
      <w:r w:rsidR="00B97E5D">
        <w:t>’</w:t>
      </w:r>
      <w:r w:rsidRPr="003E4D35">
        <w:t>Europe par ses modes les plus snob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repris les goûts d</w:t>
      </w:r>
      <w:r w:rsidR="00B97E5D">
        <w:t>’</w:t>
      </w:r>
      <w:r w:rsidRPr="003E4D35">
        <w:t>Europe par leur degré le plus a</w:t>
      </w:r>
      <w:r w:rsidRPr="003E4D35">
        <w:t>i</w:t>
      </w:r>
      <w:r w:rsidRPr="003E4D35">
        <w:t>gu</w:t>
      </w:r>
      <w:r w:rsidR="00B97E5D">
        <w:t xml:space="preserve">, </w:t>
      </w:r>
      <w:r w:rsidRPr="003E4D35">
        <w:t>le rhum</w:t>
      </w:r>
      <w:r w:rsidR="00B97E5D">
        <w:t xml:space="preserve">, </w:t>
      </w:r>
      <w:r w:rsidRPr="003E4D35">
        <w:t>le champagne</w:t>
      </w:r>
      <w:r w:rsidR="00B97E5D">
        <w:t xml:space="preserve">, </w:t>
      </w:r>
      <w:r w:rsidRPr="003E4D35">
        <w:t>les pickles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un peu ivre</w:t>
      </w:r>
      <w:r w:rsidR="00B97E5D">
        <w:t xml:space="preserve">, </w:t>
      </w:r>
      <w:r w:rsidRPr="003E4D35">
        <w:t>la terre pour moi recommençait de tourner</w:t>
      </w:r>
      <w:r w:rsidR="00B97E5D">
        <w:t>.</w:t>
      </w:r>
    </w:p>
    <w:p w14:paraId="143C7C69" w14:textId="27C58E98" w:rsidR="00B97E5D" w:rsidRDefault="00F225BE" w:rsidP="00F225BE">
      <w:r w:rsidRPr="003E4D35">
        <w:t>Maintenant je savais tout de la guerre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hésitais encore</w:t>
      </w:r>
      <w:r w:rsidR="00B97E5D">
        <w:t xml:space="preserve">, </w:t>
      </w:r>
      <w:r w:rsidRPr="003E4D35">
        <w:t>à cause de l</w:t>
      </w:r>
      <w:r w:rsidR="00B97E5D">
        <w:t>’</w:t>
      </w:r>
      <w:r w:rsidRPr="003E4D35">
        <w:t>accent anglais de mes amis</w:t>
      </w:r>
      <w:r w:rsidR="00B97E5D">
        <w:t xml:space="preserve">, </w:t>
      </w:r>
      <w:r w:rsidRPr="003E4D35">
        <w:t>sur les noms de leurs m</w:t>
      </w:r>
      <w:r w:rsidRPr="003E4D35">
        <w:t>a</w:t>
      </w:r>
      <w:r w:rsidRPr="003E4D35">
        <w:t>réchaux</w:t>
      </w:r>
      <w:r w:rsidR="00B97E5D">
        <w:t xml:space="preserve">, </w:t>
      </w:r>
      <w:r w:rsidRPr="003E4D35">
        <w:t>Pétain</w:t>
      </w:r>
      <w:r w:rsidR="00B97E5D">
        <w:t xml:space="preserve">, </w:t>
      </w:r>
      <w:r w:rsidRPr="003E4D35">
        <w:t>Foch</w:t>
      </w:r>
      <w:r w:rsidR="00B97E5D">
        <w:t xml:space="preserve">, </w:t>
      </w:r>
      <w:r w:rsidRPr="003E4D35">
        <w:t>mais je savais toutes leurs aventures</w:t>
      </w:r>
      <w:r w:rsidR="00B97E5D">
        <w:t xml:space="preserve">. </w:t>
      </w:r>
      <w:r w:rsidRPr="003E4D35">
        <w:t>Jack</w:t>
      </w:r>
      <w:r w:rsidR="00B97E5D">
        <w:t xml:space="preserve">, </w:t>
      </w:r>
      <w:r w:rsidRPr="003E4D35">
        <w:t>qui me semblait le stratège</w:t>
      </w:r>
      <w:r w:rsidR="00B97E5D">
        <w:t xml:space="preserve">, </w:t>
      </w:r>
      <w:r w:rsidRPr="003E4D35">
        <w:t>avait tenu à m</w:t>
      </w:r>
      <w:r w:rsidR="00B97E5D">
        <w:t>’</w:t>
      </w:r>
      <w:r w:rsidRPr="003E4D35">
        <w:t>indiquer la manœuvre de la Marne</w:t>
      </w:r>
      <w:r w:rsidR="00B97E5D">
        <w:t xml:space="preserve">, </w:t>
      </w:r>
      <w:r w:rsidRPr="003E4D35">
        <w:t>qui sauva la France</w:t>
      </w:r>
      <w:r w:rsidR="00B97E5D">
        <w:t xml:space="preserve"> : </w:t>
      </w:r>
      <w:r w:rsidRPr="003E4D35">
        <w:t>flanc droite</w:t>
      </w:r>
      <w:r w:rsidR="00B97E5D">
        <w:t xml:space="preserve">, </w:t>
      </w:r>
      <w:r w:rsidRPr="003E4D35">
        <w:t>puis flanc gauche</w:t>
      </w:r>
      <w:r w:rsidR="00B97E5D">
        <w:t xml:space="preserve"> ; </w:t>
      </w:r>
      <w:r w:rsidRPr="003E4D35">
        <w:t xml:space="preserve">la manœuvre de </w:t>
      </w:r>
      <w:proofErr w:type="spellStart"/>
      <w:r w:rsidRPr="003E4D35">
        <w:t>Bouchavesne</w:t>
      </w:r>
      <w:proofErr w:type="spellEnd"/>
      <w:r w:rsidR="00B97E5D">
        <w:t xml:space="preserve">, </w:t>
      </w:r>
      <w:r w:rsidRPr="003E4D35">
        <w:t xml:space="preserve">qui sauva la mairie de </w:t>
      </w:r>
      <w:proofErr w:type="spellStart"/>
      <w:r w:rsidRPr="003E4D35">
        <w:t>Bouchavesne</w:t>
      </w:r>
      <w:proofErr w:type="spellEnd"/>
      <w:r w:rsidR="00B97E5D">
        <w:t xml:space="preserve"> : </w:t>
      </w:r>
      <w:r w:rsidRPr="003E4D35">
        <w:t>flanc gauche</w:t>
      </w:r>
      <w:r w:rsidR="00B97E5D">
        <w:t xml:space="preserve">, </w:t>
      </w:r>
      <w:r w:rsidRPr="003E4D35">
        <w:t>puis flanc droite</w:t>
      </w:r>
      <w:r w:rsidR="00B97E5D">
        <w:t xml:space="preserve"> ; </w:t>
      </w:r>
      <w:r w:rsidRPr="003E4D35">
        <w:t>enfin la ma</w:t>
      </w:r>
      <w:r w:rsidRPr="003E4D35">
        <w:t>n</w:t>
      </w:r>
      <w:r w:rsidRPr="003E4D35">
        <w:t>œuvre de ses patrouilles à lui</w:t>
      </w:r>
      <w:r w:rsidR="00B97E5D">
        <w:t xml:space="preserve">, </w:t>
      </w:r>
      <w:r w:rsidRPr="003E4D35">
        <w:t>par laquelle il fit prisonnier deux uhlans</w:t>
      </w:r>
      <w:r w:rsidR="00B97E5D">
        <w:t xml:space="preserve">, </w:t>
      </w:r>
      <w:r w:rsidRPr="003E4D35">
        <w:t>combinaisons merveilleuses des deux victoires préc</w:t>
      </w:r>
      <w:r w:rsidRPr="003E4D35">
        <w:t>é</w:t>
      </w:r>
      <w:r w:rsidRPr="003E4D35">
        <w:t>dentes</w:t>
      </w:r>
      <w:r w:rsidR="00B97E5D">
        <w:t xml:space="preserve">, </w:t>
      </w:r>
      <w:r w:rsidRPr="003E4D35">
        <w:t>flanc gauche-droite</w:t>
      </w:r>
      <w:r w:rsidR="00B97E5D">
        <w:t xml:space="preserve">, </w:t>
      </w:r>
      <w:r w:rsidRPr="003E4D35">
        <w:t>puis flanc droite-gauche</w:t>
      </w:r>
      <w:r w:rsidR="00B97E5D">
        <w:t xml:space="preserve">. </w:t>
      </w:r>
      <w:r w:rsidRPr="003E4D35">
        <w:t>D</w:t>
      </w:r>
      <w:r w:rsidR="00B97E5D">
        <w:t>’</w:t>
      </w:r>
      <w:r w:rsidRPr="003E4D35">
        <w:t>Ha</w:t>
      </w:r>
      <w:r w:rsidRPr="003E4D35">
        <w:t>w</w:t>
      </w:r>
      <w:r w:rsidRPr="003E4D35">
        <w:t>kins qui était dans l</w:t>
      </w:r>
      <w:r w:rsidR="00B97E5D">
        <w:t>’</w:t>
      </w:r>
      <w:r w:rsidRPr="003E4D35">
        <w:t>état-major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appris tous les potins de toutes les armées</w:t>
      </w:r>
      <w:r w:rsidR="00B97E5D">
        <w:t xml:space="preserve">, </w:t>
      </w:r>
      <w:r w:rsidRPr="003E4D35">
        <w:t xml:space="preserve">la visite de Lady </w:t>
      </w:r>
      <w:proofErr w:type="spellStart"/>
      <w:r w:rsidRPr="003E4D35">
        <w:t>Abbley</w:t>
      </w:r>
      <w:proofErr w:type="spellEnd"/>
      <w:r w:rsidRPr="003E4D35">
        <w:t xml:space="preserve"> déguisée en garçon boucher</w:t>
      </w:r>
      <w:r w:rsidR="00B97E5D">
        <w:t xml:space="preserve"> ; </w:t>
      </w:r>
      <w:r w:rsidRPr="003E4D35">
        <w:t>son voyage en auto avec Clemenceau dont il attendait avec admiration des confidences et qui lui dit seulement</w:t>
      </w:r>
      <w:r w:rsidR="00B97E5D">
        <w:t xml:space="preserve">, </w:t>
      </w:r>
      <w:r w:rsidRPr="003E4D35">
        <w:t>après deux jours de silence</w:t>
      </w:r>
      <w:r w:rsidR="00B97E5D">
        <w:t xml:space="preserve">, </w:t>
      </w:r>
      <w:r w:rsidRPr="003E4D35">
        <w:t>montrant des vaches dans un pré</w:t>
      </w:r>
      <w:r w:rsidR="00B97E5D">
        <w:t> : « </w:t>
      </w:r>
      <w:r w:rsidRPr="003E4D35">
        <w:t>Si l</w:t>
      </w:r>
      <w:r w:rsidR="00B97E5D">
        <w:t>’</w:t>
      </w:r>
      <w:r w:rsidRPr="003E4D35">
        <w:t>on donnait du café aux vaches</w:t>
      </w:r>
      <w:r w:rsidR="00B97E5D">
        <w:t xml:space="preserve">, </w:t>
      </w:r>
      <w:r w:rsidRPr="003E4D35">
        <w:t>on trairait du café au lait</w:t>
      </w:r>
      <w:r w:rsidR="00B97E5D">
        <w:t xml:space="preserve">. </w:t>
      </w:r>
      <w:r w:rsidRPr="003E4D35">
        <w:t>Sa stupeur dans la salle à manger de lord Asquith en apercevant un an après le début de la guerre le portrait de l</w:t>
      </w:r>
      <w:r w:rsidR="00B97E5D">
        <w:t>’</w:t>
      </w:r>
      <w:r w:rsidRPr="003E4D35">
        <w:t>empereur Gui</w:t>
      </w:r>
      <w:r w:rsidRPr="003E4D35">
        <w:t>l</w:t>
      </w:r>
      <w:r w:rsidRPr="003E4D35">
        <w:t>laume en pied</w:t>
      </w:r>
      <w:r w:rsidR="00B97E5D">
        <w:t xml:space="preserve">. </w:t>
      </w:r>
      <w:r w:rsidRPr="003E4D35">
        <w:t>Pour Billy</w:t>
      </w:r>
      <w:r w:rsidR="00B97E5D">
        <w:t xml:space="preserve">, </w:t>
      </w:r>
      <w:r w:rsidRPr="003E4D35">
        <w:t>il parlait peu et portait sur lui tous ses souvenirs</w:t>
      </w:r>
      <w:r w:rsidR="00B97E5D">
        <w:t xml:space="preserve">, </w:t>
      </w:r>
      <w:r w:rsidRPr="003E4D35">
        <w:t>dans la main un morceau de grenade qui l</w:t>
      </w:r>
      <w:r w:rsidR="00B97E5D">
        <w:t>’</w:t>
      </w:r>
      <w:r w:rsidRPr="003E4D35">
        <w:t>empêchait de prendre la boussole et lui avait fait commettre</w:t>
      </w:r>
      <w:r w:rsidR="00B97E5D">
        <w:t xml:space="preserve">, </w:t>
      </w:r>
      <w:r w:rsidRPr="003E4D35">
        <w:t>sur le yacht</w:t>
      </w:r>
      <w:r w:rsidR="00B97E5D">
        <w:t xml:space="preserve">, </w:t>
      </w:r>
      <w:r w:rsidRPr="003E4D35">
        <w:t>de grandes erreurs de compas</w:t>
      </w:r>
      <w:r w:rsidR="00B97E5D">
        <w:t xml:space="preserve"> ; </w:t>
      </w:r>
      <w:r w:rsidRPr="003E4D35">
        <w:t>un ordre de service signé à la fois par un général anglais qui s</w:t>
      </w:r>
      <w:r w:rsidR="00B97E5D">
        <w:t>’</w:t>
      </w:r>
      <w:r w:rsidRPr="003E4D35">
        <w:t>appelait French et un général français qui s</w:t>
      </w:r>
      <w:r w:rsidR="00B97E5D">
        <w:t>’</w:t>
      </w:r>
      <w:r w:rsidRPr="003E4D35">
        <w:t>appelait Langlais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comme il avait été lieut</w:t>
      </w:r>
      <w:r w:rsidRPr="003E4D35">
        <w:t>e</w:t>
      </w:r>
      <w:r w:rsidRPr="003E4D35">
        <w:t>nant d</w:t>
      </w:r>
      <w:r w:rsidR="00B97E5D">
        <w:t>’</w:t>
      </w:r>
      <w:r w:rsidRPr="003E4D35">
        <w:t>étapes</w:t>
      </w:r>
      <w:r w:rsidR="00B97E5D">
        <w:t xml:space="preserve">, </w:t>
      </w:r>
      <w:r w:rsidRPr="003E4D35">
        <w:t>il put m</w:t>
      </w:r>
      <w:r w:rsidR="00B97E5D">
        <w:t>’</w:t>
      </w:r>
      <w:r w:rsidRPr="003E4D35">
        <w:t>indiquer</w:t>
      </w:r>
      <w:r w:rsidR="00B97E5D">
        <w:t xml:space="preserve">, </w:t>
      </w:r>
      <w:r w:rsidRPr="003E4D35">
        <w:t>à mesure que je lui fournissais des noms limousins</w:t>
      </w:r>
      <w:r w:rsidR="00B97E5D">
        <w:t xml:space="preserve">, </w:t>
      </w:r>
      <w:r w:rsidRPr="003E4D35">
        <w:t>quelles troupes anglaises y avaient campé</w:t>
      </w:r>
      <w:r w:rsidR="00B97E5D">
        <w:t xml:space="preserve">, </w:t>
      </w:r>
      <w:r w:rsidRPr="003E4D35">
        <w:t>à Saint-Sulpice les Hindous</w:t>
      </w:r>
      <w:r w:rsidR="00B97E5D">
        <w:t xml:space="preserve">, </w:t>
      </w:r>
      <w:r w:rsidRPr="003E4D35">
        <w:t>à Limoges les Néo-Zélandais</w:t>
      </w:r>
      <w:r w:rsidR="00B97E5D">
        <w:t xml:space="preserve">, </w:t>
      </w:r>
      <w:r w:rsidRPr="003E4D35">
        <w:t xml:space="preserve">à </w:t>
      </w:r>
      <w:r w:rsidRPr="003E4D35">
        <w:lastRenderedPageBreak/>
        <w:t>R</w:t>
      </w:r>
      <w:r w:rsidRPr="003E4D35">
        <w:t>o</w:t>
      </w:r>
      <w:r w:rsidRPr="003E4D35">
        <w:t>chechouart les Syriens juifs</w:t>
      </w:r>
      <w:r w:rsidR="00B97E5D">
        <w:t xml:space="preserve">, </w:t>
      </w:r>
      <w:r w:rsidRPr="003E4D35">
        <w:t xml:space="preserve">et deux escadrons </w:t>
      </w:r>
      <w:r w:rsidR="00B97E5D">
        <w:t>boer</w:t>
      </w:r>
      <w:r w:rsidRPr="003E4D35">
        <w:t>s pour ga</w:t>
      </w:r>
      <w:r w:rsidRPr="003E4D35">
        <w:t>r</w:t>
      </w:r>
      <w:r w:rsidRPr="003E4D35">
        <w:t>der les Russes révoltés près d</w:t>
      </w:r>
      <w:r w:rsidR="00B97E5D">
        <w:t>’</w:t>
      </w:r>
      <w:r w:rsidRPr="003E4D35">
        <w:t>Ussel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appris aussi les modes de l</w:t>
      </w:r>
      <w:r w:rsidR="00B97E5D">
        <w:t>’</w:t>
      </w:r>
      <w:r w:rsidRPr="003E4D35">
        <w:t>année</w:t>
      </w:r>
      <w:r w:rsidR="00B97E5D">
        <w:t xml:space="preserve">, </w:t>
      </w:r>
      <w:r w:rsidRPr="003E4D35">
        <w:t>ils me montrèrent</w:t>
      </w:r>
      <w:r w:rsidRPr="003E4D35">
        <w:rPr>
          <w:i/>
          <w:iCs/>
        </w:rPr>
        <w:t xml:space="preserve"> Vogue</w:t>
      </w:r>
      <w:r w:rsidRPr="003E4D35">
        <w:t xml:space="preserve"> et</w:t>
      </w:r>
      <w:r w:rsidRPr="003E4D35">
        <w:rPr>
          <w:i/>
          <w:iCs/>
        </w:rPr>
        <w:t xml:space="preserve"> Feuillets d</w:t>
      </w:r>
      <w:r w:rsidR="00B97E5D">
        <w:rPr>
          <w:i/>
          <w:iCs/>
        </w:rPr>
        <w:t>’</w:t>
      </w:r>
      <w:r w:rsidRPr="003E4D35">
        <w:rPr>
          <w:i/>
          <w:iCs/>
        </w:rPr>
        <w:t>art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pour me prouver combien ils m</w:t>
      </w:r>
      <w:r w:rsidR="00B97E5D">
        <w:t>’</w:t>
      </w:r>
      <w:r w:rsidRPr="003E4D35">
        <w:t>estimaient et me jugeaient de leur mo</w:t>
      </w:r>
      <w:r w:rsidRPr="003E4D35">
        <w:t>n</w:t>
      </w:r>
      <w:r w:rsidRPr="003E4D35">
        <w:t>de</w:t>
      </w:r>
      <w:r w:rsidR="00B97E5D">
        <w:t xml:space="preserve">, </w:t>
      </w:r>
      <w:r w:rsidRPr="003E4D35">
        <w:t>ils m</w:t>
      </w:r>
      <w:r w:rsidR="00B97E5D">
        <w:t>’</w:t>
      </w:r>
      <w:r w:rsidRPr="003E4D35">
        <w:t>énumérèrent les derniers mariages</w:t>
      </w:r>
      <w:r w:rsidR="00B97E5D">
        <w:t xml:space="preserve">, </w:t>
      </w:r>
      <w:r w:rsidRPr="003E4D35">
        <w:t xml:space="preserve">unanimes à blâmer </w:t>
      </w:r>
      <w:proofErr w:type="spellStart"/>
      <w:r w:rsidRPr="003E4D35">
        <w:t>Perscila</w:t>
      </w:r>
      <w:proofErr w:type="spellEnd"/>
      <w:r w:rsidRPr="003E4D35">
        <w:t xml:space="preserve"> </w:t>
      </w:r>
      <w:proofErr w:type="spellStart"/>
      <w:r w:rsidRPr="003E4D35">
        <w:t>Bandenby</w:t>
      </w:r>
      <w:proofErr w:type="spellEnd"/>
      <w:r w:rsidRPr="003E4D35">
        <w:t xml:space="preserve"> qui se mariait sans amour et en jaune</w:t>
      </w:r>
      <w:r w:rsidR="00B97E5D">
        <w:t>.</w:t>
      </w:r>
    </w:p>
    <w:p w14:paraId="402C8432" w14:textId="77777777" w:rsidR="00B97E5D" w:rsidRDefault="00F225BE" w:rsidP="00F225BE">
      <w:r w:rsidRPr="003E4D35">
        <w:t>Maintenant</w:t>
      </w:r>
      <w:r w:rsidR="00B97E5D">
        <w:t xml:space="preserve">, </w:t>
      </w:r>
      <w:r w:rsidRPr="003E4D35">
        <w:t>par la grâce de cette soie</w:t>
      </w:r>
      <w:r w:rsidR="00B97E5D">
        <w:t xml:space="preserve">, </w:t>
      </w:r>
      <w:r w:rsidRPr="003E4D35">
        <w:t>de ces foulards</w:t>
      </w:r>
      <w:r w:rsidR="00B97E5D">
        <w:t xml:space="preserve">, </w:t>
      </w:r>
      <w:r w:rsidRPr="003E4D35">
        <w:t>tous mes penchants m</w:t>
      </w:r>
      <w:r w:rsidR="00B97E5D">
        <w:t>’</w:t>
      </w:r>
      <w:r w:rsidRPr="003E4D35">
        <w:t>étaient revenus et plus intraitables que jadis</w:t>
      </w:r>
      <w:r w:rsidR="00B97E5D">
        <w:t xml:space="preserve">. </w:t>
      </w:r>
      <w:r w:rsidRPr="003E4D35">
        <w:t>Depuis douze heures à peine je revoyais les hommes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au lieu de tout approuver d</w:t>
      </w:r>
      <w:r w:rsidR="00B97E5D">
        <w:t>’</w:t>
      </w:r>
      <w:r w:rsidRPr="003E4D35">
        <w:t>eux et de leurs créations</w:t>
      </w:r>
      <w:r w:rsidR="00B97E5D">
        <w:t xml:space="preserve">, </w:t>
      </w:r>
      <w:r w:rsidRPr="003E4D35">
        <w:t>comme je le croyais</w:t>
      </w:r>
      <w:r w:rsidR="00B97E5D">
        <w:t xml:space="preserve">, </w:t>
      </w:r>
      <w:r w:rsidRPr="003E4D35">
        <w:t>je me sentais aussi intransigeante qu</w:t>
      </w:r>
      <w:r w:rsidR="00B97E5D">
        <w:t>’</w:t>
      </w:r>
      <w:r w:rsidRPr="003E4D35">
        <w:t>à la pension</w:t>
      </w:r>
      <w:r w:rsidR="00B97E5D">
        <w:t xml:space="preserve">. </w:t>
      </w:r>
      <w:r w:rsidRPr="003E4D35">
        <w:t>À nouveau il était des couleurs que je détestais</w:t>
      </w:r>
      <w:r w:rsidR="00B97E5D">
        <w:t xml:space="preserve">, </w:t>
      </w:r>
      <w:r w:rsidRPr="003E4D35">
        <w:t>le violet</w:t>
      </w:r>
      <w:r w:rsidR="00B97E5D">
        <w:t xml:space="preserve">, </w:t>
      </w:r>
      <w:r w:rsidRPr="003E4D35">
        <w:t>par exemple de la chemise d</w:t>
      </w:r>
      <w:r w:rsidR="00B97E5D">
        <w:t>’</w:t>
      </w:r>
      <w:r w:rsidRPr="003E4D35">
        <w:t>Hawkins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étais sans pitié pour les cravates à initiales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étais irritée par les souliers d</w:t>
      </w:r>
      <w:r w:rsidR="00B97E5D">
        <w:t>’</w:t>
      </w:r>
      <w:r w:rsidRPr="003E4D35">
        <w:t>homme à empeignes trop grandes</w:t>
      </w:r>
      <w:r w:rsidR="00B97E5D">
        <w:t xml:space="preserve"> ; </w:t>
      </w:r>
      <w:r w:rsidRPr="003E4D35">
        <w:t>il y avait déjà un champagne que je préférais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obligeai Billy à changer ses chaussettes</w:t>
      </w:r>
      <w:r w:rsidR="00B97E5D">
        <w:t xml:space="preserve">, </w:t>
      </w:r>
      <w:r w:rsidRPr="003E4D35">
        <w:t>qui étaient de raies concentriques</w:t>
      </w:r>
      <w:r w:rsidR="00B97E5D">
        <w:t xml:space="preserve">. </w:t>
      </w:r>
      <w:r w:rsidRPr="003E4D35">
        <w:t>Les petites pipes à queue courte et dro</w:t>
      </w:r>
      <w:r w:rsidRPr="003E4D35">
        <w:t>i</w:t>
      </w:r>
      <w:r w:rsidRPr="003E4D35">
        <w:t>te</w:t>
      </w:r>
      <w:r w:rsidR="00B97E5D">
        <w:t xml:space="preserve">, </w:t>
      </w:r>
      <w:r w:rsidRPr="003E4D35">
        <w:t>je les aimais aux dépens des pipes à queue courte</w:t>
      </w:r>
      <w:r w:rsidR="00B97E5D">
        <w:t xml:space="preserve">. </w:t>
      </w:r>
      <w:r w:rsidRPr="003E4D35">
        <w:t>Autant les cheveux blonds à l</w:t>
      </w:r>
      <w:r w:rsidR="00B97E5D">
        <w:t>’</w:t>
      </w:r>
      <w:r w:rsidRPr="003E4D35">
        <w:t>argentine</w:t>
      </w:r>
      <w:r w:rsidR="00B97E5D">
        <w:t xml:space="preserve">, </w:t>
      </w:r>
      <w:r w:rsidRPr="003E4D35">
        <w:t>les grandes mains fortes me se</w:t>
      </w:r>
      <w:r w:rsidRPr="003E4D35">
        <w:t>m</w:t>
      </w:r>
      <w:r w:rsidRPr="003E4D35">
        <w:t>blaient dignes de nos caresses</w:t>
      </w:r>
      <w:r w:rsidR="00B97E5D">
        <w:t xml:space="preserve">, </w:t>
      </w:r>
      <w:r w:rsidRPr="003E4D35">
        <w:t>autant je méprisais les cheveux noirs avec raie au milieu et les mains petites et souples</w:t>
      </w:r>
      <w:r w:rsidR="00B97E5D">
        <w:t xml:space="preserve">. </w:t>
      </w:r>
      <w:r w:rsidRPr="003E4D35">
        <w:t>Je pr</w:t>
      </w:r>
      <w:r w:rsidRPr="003E4D35">
        <w:t>é</w:t>
      </w:r>
      <w:r w:rsidRPr="003E4D35">
        <w:t>férais le platine à l</w:t>
      </w:r>
      <w:r w:rsidR="00B97E5D">
        <w:t>’</w:t>
      </w:r>
      <w:r w:rsidRPr="003E4D35">
        <w:t>or</w:t>
      </w:r>
      <w:r w:rsidR="00B97E5D">
        <w:t xml:space="preserve">, </w:t>
      </w:r>
      <w:r w:rsidRPr="003E4D35">
        <w:t>les palmers aux biscuits secs</w:t>
      </w:r>
      <w:r w:rsidR="00B97E5D">
        <w:t xml:space="preserve">, </w:t>
      </w:r>
      <w:r w:rsidRPr="003E4D35">
        <w:t xml:space="preserve">la moutarde </w:t>
      </w:r>
      <w:proofErr w:type="spellStart"/>
      <w:r w:rsidRPr="003E4D35">
        <w:t>Bearly</w:t>
      </w:r>
      <w:proofErr w:type="spellEnd"/>
      <w:r w:rsidRPr="003E4D35">
        <w:t xml:space="preserve"> à la moutarde ordinaire</w:t>
      </w:r>
      <w:r w:rsidR="00B97E5D">
        <w:t xml:space="preserve">, </w:t>
      </w:r>
      <w:r w:rsidRPr="003E4D35">
        <w:t>toutes ces vérités qu</w:t>
      </w:r>
      <w:r w:rsidR="00B97E5D">
        <w:t>’</w:t>
      </w:r>
      <w:r w:rsidRPr="003E4D35">
        <w:t>une gén</w:t>
      </w:r>
      <w:r w:rsidRPr="003E4D35">
        <w:t>é</w:t>
      </w:r>
      <w:r w:rsidRPr="003E4D35">
        <w:t>ration atteint en vingt ans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en étais redevenue maîtresse en un après-midi</w:t>
      </w:r>
      <w:r w:rsidR="00B97E5D">
        <w:t xml:space="preserve">. </w:t>
      </w:r>
      <w:r w:rsidRPr="003E4D35">
        <w:t>Moi qui ce matin eût défailli de joie à l</w:t>
      </w:r>
      <w:r w:rsidR="00B97E5D">
        <w:t>’</w:t>
      </w:r>
      <w:r w:rsidRPr="003E4D35">
        <w:t>idée d</w:t>
      </w:r>
      <w:r w:rsidR="00B97E5D">
        <w:t>’</w:t>
      </w:r>
      <w:r w:rsidRPr="003E4D35">
        <w:t>un tr</w:t>
      </w:r>
      <w:r w:rsidRPr="003E4D35">
        <w:t>a</w:t>
      </w:r>
      <w:r w:rsidRPr="003E4D35">
        <w:t>fiquant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négociant</w:t>
      </w:r>
      <w:r w:rsidR="00B97E5D">
        <w:t xml:space="preserve">, </w:t>
      </w:r>
      <w:r w:rsidRPr="003E4D35">
        <w:t>je trouvais naturel que mes trois sa</w:t>
      </w:r>
      <w:r w:rsidRPr="003E4D35">
        <w:t>u</w:t>
      </w:r>
      <w:r w:rsidRPr="003E4D35">
        <w:t>veurs fussent de jeunes astronomes millionnaires venus ici à leurs frais pour suivre des éclipses</w:t>
      </w:r>
      <w:r w:rsidR="00B97E5D">
        <w:t xml:space="preserve">. </w:t>
      </w:r>
      <w:r w:rsidRPr="003E4D35">
        <w:t>Moi qui souhaitais presque indifféremment l</w:t>
      </w:r>
      <w:r w:rsidR="00B97E5D">
        <w:t>’</w:t>
      </w:r>
      <w:r w:rsidRPr="003E4D35">
        <w:t>arrivée d</w:t>
      </w:r>
      <w:r w:rsidR="00B97E5D">
        <w:t>’</w:t>
      </w:r>
      <w:r w:rsidRPr="003E4D35">
        <w:t>un Papou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Chinois ou d</w:t>
      </w:r>
      <w:r w:rsidR="00B97E5D">
        <w:t>’</w:t>
      </w:r>
      <w:r w:rsidRPr="003E4D35">
        <w:t>un n</w:t>
      </w:r>
      <w:r w:rsidRPr="003E4D35">
        <w:t>è</w:t>
      </w:r>
      <w:r w:rsidRPr="003E4D35">
        <w:t>gre</w:t>
      </w:r>
      <w:r w:rsidR="00B97E5D">
        <w:t xml:space="preserve">, </w:t>
      </w:r>
      <w:r w:rsidRPr="003E4D35">
        <w:t>entre ces trois jeunes lords</w:t>
      </w:r>
      <w:r w:rsidR="00B97E5D">
        <w:t xml:space="preserve">, </w:t>
      </w:r>
      <w:r w:rsidRPr="003E4D35">
        <w:t>dont le premier était duc</w:t>
      </w:r>
      <w:r w:rsidR="00B97E5D">
        <w:t xml:space="preserve">, </w:t>
      </w:r>
      <w:r w:rsidRPr="003E4D35">
        <w:t>le troisième vicomte</w:t>
      </w:r>
      <w:r w:rsidR="00B97E5D">
        <w:t xml:space="preserve">, </w:t>
      </w:r>
      <w:r w:rsidRPr="003E4D35">
        <w:t xml:space="preserve">il y en avait un qui me rendait la présence des autres </w:t>
      </w:r>
      <w:r w:rsidRPr="003E4D35">
        <w:lastRenderedPageBreak/>
        <w:t>presque inutile</w:t>
      </w:r>
      <w:r w:rsidR="00B97E5D">
        <w:t xml:space="preserve">, </w:t>
      </w:r>
      <w:r w:rsidRPr="003E4D35">
        <w:t>par hasard le plus titré</w:t>
      </w:r>
      <w:r w:rsidR="00B97E5D">
        <w:t xml:space="preserve">, </w:t>
      </w:r>
      <w:r w:rsidRPr="003E4D35">
        <w:t>le plus riche</w:t>
      </w:r>
      <w:r w:rsidR="00B97E5D">
        <w:t xml:space="preserve"> : </w:t>
      </w:r>
      <w:r w:rsidRPr="003E4D35">
        <w:t>un penchant invincible me portait vers Jack</w:t>
      </w:r>
      <w:r w:rsidR="00B97E5D">
        <w:t>.</w:t>
      </w:r>
    </w:p>
    <w:p w14:paraId="32759936" w14:textId="77777777" w:rsidR="00B97E5D" w:rsidRDefault="00F225BE" w:rsidP="00F225BE">
      <w:r w:rsidRPr="003E4D35">
        <w:t>Je ne savais me contenir</w:t>
      </w:r>
      <w:r w:rsidR="00B97E5D">
        <w:t xml:space="preserve">. </w:t>
      </w:r>
      <w:r w:rsidRPr="003E4D35">
        <w:t>Chaque fois qu</w:t>
      </w:r>
      <w:r w:rsidR="00B97E5D">
        <w:t>’</w:t>
      </w:r>
      <w:r w:rsidRPr="003E4D35">
        <w:t>il se levait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avais peine à le suivre comme un chien</w:t>
      </w:r>
      <w:r w:rsidR="00B97E5D">
        <w:t xml:space="preserve">. </w:t>
      </w:r>
      <w:r w:rsidRPr="003E4D35">
        <w:t>Parfois je voyais mes comp</w:t>
      </w:r>
      <w:r w:rsidRPr="003E4D35">
        <w:t>a</w:t>
      </w:r>
      <w:r w:rsidRPr="003E4D35">
        <w:t>gnons rire tous trois</w:t>
      </w:r>
      <w:r w:rsidR="00B97E5D">
        <w:t xml:space="preserve"> ; </w:t>
      </w:r>
      <w:r w:rsidRPr="003E4D35">
        <w:t>c</w:t>
      </w:r>
      <w:r w:rsidR="00B97E5D">
        <w:t>’</w:t>
      </w:r>
      <w:r w:rsidRPr="003E4D35">
        <w:t>était</w:t>
      </w:r>
      <w:r w:rsidR="00B97E5D">
        <w:t xml:space="preserve"> (</w:t>
      </w:r>
      <w:r w:rsidRPr="003E4D35">
        <w:t>car je gardai longtemps encore l</w:t>
      </w:r>
      <w:r w:rsidR="00B97E5D">
        <w:t>’</w:t>
      </w:r>
      <w:r w:rsidRPr="003E4D35">
        <w:t>habitude de penser tout haut</w:t>
      </w:r>
      <w:r w:rsidR="00B97E5D">
        <w:t xml:space="preserve">), </w:t>
      </w:r>
      <w:r w:rsidRPr="003E4D35">
        <w:t>que je venais de libérer une de ces phrases à l</w:t>
      </w:r>
      <w:r w:rsidR="00B97E5D">
        <w:t>’</w:t>
      </w:r>
      <w:r w:rsidRPr="003E4D35">
        <w:t>infinitif qui me tenaient lieu de raisonnement</w:t>
      </w:r>
      <w:r w:rsidR="00B97E5D">
        <w:t xml:space="preserve"> ; </w:t>
      </w:r>
      <w:r w:rsidRPr="003E4D35">
        <w:t>je venais de dire</w:t>
      </w:r>
      <w:r w:rsidR="00B97E5D">
        <w:t xml:space="preserve"> : </w:t>
      </w:r>
      <w:r w:rsidRPr="003E4D35">
        <w:t>Tenir Jack dans mes bras</w:t>
      </w:r>
      <w:r w:rsidR="00B97E5D">
        <w:t xml:space="preserve">, – </w:t>
      </w:r>
      <w:r w:rsidRPr="003E4D35">
        <w:t>le faire boire</w:t>
      </w:r>
      <w:r w:rsidR="00B97E5D">
        <w:t xml:space="preserve">, – </w:t>
      </w:r>
      <w:r w:rsidRPr="003E4D35">
        <w:t>tourner son bracelet d</w:t>
      </w:r>
      <w:r w:rsidR="00B97E5D">
        <w:t>’</w:t>
      </w:r>
      <w:r w:rsidRPr="003E4D35">
        <w:t>identité jusqu</w:t>
      </w:r>
      <w:r w:rsidR="00B97E5D">
        <w:t>’</w:t>
      </w:r>
      <w:r w:rsidRPr="003E4D35">
        <w:t>à ce qu</w:t>
      </w:r>
      <w:r w:rsidR="00B97E5D">
        <w:t>’</w:t>
      </w:r>
      <w:r w:rsidRPr="003E4D35">
        <w:t>il criât</w:t>
      </w:r>
      <w:r w:rsidR="00B97E5D">
        <w:t xml:space="preserve"> ! </w:t>
      </w:r>
      <w:r w:rsidRPr="003E4D35">
        <w:t>Jack n</w:t>
      </w:r>
      <w:r w:rsidR="00B97E5D">
        <w:t>’</w:t>
      </w:r>
      <w:r w:rsidRPr="003E4D35">
        <w:t>en tirait pas d</w:t>
      </w:r>
      <w:r w:rsidR="00B97E5D">
        <w:t>’</w:t>
      </w:r>
      <w:r w:rsidRPr="003E4D35">
        <w:t>orgueil et même ne s</w:t>
      </w:r>
      <w:r w:rsidR="00B97E5D">
        <w:t>’</w:t>
      </w:r>
      <w:r w:rsidRPr="003E4D35">
        <w:t>en émouvait pas</w:t>
      </w:r>
      <w:r w:rsidR="00B97E5D">
        <w:t xml:space="preserve"> : </w:t>
      </w:r>
      <w:r w:rsidRPr="003E4D35">
        <w:t>il avait eu pour voisin à l</w:t>
      </w:r>
      <w:r w:rsidR="00B97E5D">
        <w:t>’</w:t>
      </w:r>
      <w:r w:rsidRPr="003E4D35">
        <w:t>hôpital un trépané qui parlait comme moi</w:t>
      </w:r>
      <w:r w:rsidR="00B97E5D">
        <w:t xml:space="preserve">. </w:t>
      </w:r>
      <w:r w:rsidRPr="003E4D35">
        <w:t>Il me soignait comme le trépané</w:t>
      </w:r>
      <w:r w:rsidR="00B97E5D">
        <w:t xml:space="preserve"> ; </w:t>
      </w:r>
      <w:r w:rsidRPr="003E4D35">
        <w:t>à chacune de mes paroles incon</w:t>
      </w:r>
      <w:r w:rsidRPr="003E4D35">
        <w:t>s</w:t>
      </w:r>
      <w:r w:rsidRPr="003E4D35">
        <w:t>cientes il s</w:t>
      </w:r>
      <w:r w:rsidR="00B97E5D">
        <w:t>’</w:t>
      </w:r>
      <w:r w:rsidRPr="003E4D35">
        <w:t>approchait et voulait me pousser un nouveau coussin sous la tête</w:t>
      </w:r>
      <w:r w:rsidR="00B97E5D">
        <w:t xml:space="preserve">. </w:t>
      </w:r>
      <w:r w:rsidRPr="003E4D35">
        <w:t>La nuit était tombée</w:t>
      </w:r>
      <w:r w:rsidR="00B97E5D">
        <w:t xml:space="preserve">. </w:t>
      </w:r>
      <w:r w:rsidRPr="003E4D35">
        <w:t>Le chauffeur du canot vint aux ordres</w:t>
      </w:r>
      <w:r w:rsidR="00B97E5D">
        <w:t xml:space="preserve">, </w:t>
      </w:r>
      <w:r w:rsidRPr="003E4D35">
        <w:t>comme un chauffeur d</w:t>
      </w:r>
      <w:r w:rsidR="00B97E5D">
        <w:t>’</w:t>
      </w:r>
      <w:r w:rsidRPr="003E4D35">
        <w:t>auto avant le théâtre à Paris</w:t>
      </w:r>
      <w:r w:rsidR="00B97E5D">
        <w:t xml:space="preserve"> (</w:t>
      </w:r>
      <w:r w:rsidRPr="003E4D35">
        <w:t>R</w:t>
      </w:r>
      <w:r w:rsidRPr="003E4D35">
        <w:t>e</w:t>
      </w:r>
      <w:r w:rsidRPr="003E4D35">
        <w:t>faire le plastron de la chemise du chauffeur</w:t>
      </w:r>
      <w:r w:rsidR="00B97E5D">
        <w:t xml:space="preserve">, </w:t>
      </w:r>
      <w:r w:rsidRPr="003E4D35">
        <w:t>cousu à l</w:t>
      </w:r>
      <w:r w:rsidR="00B97E5D">
        <w:t>’</w:t>
      </w:r>
      <w:r w:rsidRPr="003E4D35">
        <w:t>envers</w:t>
      </w:r>
      <w:r w:rsidR="00B97E5D">
        <w:t xml:space="preserve"> ! </w:t>
      </w:r>
      <w:r w:rsidRPr="003E4D35">
        <w:t>Teindre en vert la mèche blanche que le chauffeur avait dans sa perruque</w:t>
      </w:r>
      <w:r w:rsidR="00B97E5D">
        <w:t xml:space="preserve"> !) </w:t>
      </w:r>
      <w:r w:rsidRPr="003E4D35">
        <w:t>mes amis s</w:t>
      </w:r>
      <w:r w:rsidR="00B97E5D">
        <w:t>’</w:t>
      </w:r>
      <w:r w:rsidRPr="003E4D35">
        <w:t>étendirent tous trois l</w:t>
      </w:r>
      <w:r w:rsidR="00B97E5D">
        <w:t>’</w:t>
      </w:r>
      <w:r w:rsidRPr="003E4D35">
        <w:t>un près de l</w:t>
      </w:r>
      <w:r w:rsidR="00B97E5D">
        <w:t>’</w:t>
      </w:r>
      <w:r w:rsidRPr="003E4D35">
        <w:t>autre</w:t>
      </w:r>
      <w:r w:rsidR="00B97E5D">
        <w:t xml:space="preserve"> (</w:t>
      </w:r>
      <w:r w:rsidRPr="003E4D35">
        <w:t>Cogner doucement leurs trois têtes entre elles</w:t>
      </w:r>
      <w:r w:rsidR="00B97E5D">
        <w:t xml:space="preserve"> !), </w:t>
      </w:r>
      <w:r w:rsidRPr="003E4D35">
        <w:t>et chacun</w:t>
      </w:r>
      <w:r w:rsidR="00B97E5D">
        <w:t xml:space="preserve">, </w:t>
      </w:r>
      <w:r w:rsidRPr="003E4D35">
        <w:t>après un certain nombre de milliards d</w:t>
      </w:r>
      <w:r w:rsidR="00B97E5D">
        <w:t>’</w:t>
      </w:r>
      <w:r w:rsidRPr="003E4D35">
        <w:t>étoiles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endormit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peur</w:t>
      </w:r>
      <w:r w:rsidR="00B97E5D">
        <w:t xml:space="preserve"> ; </w:t>
      </w:r>
      <w:r w:rsidRPr="003E4D35">
        <w:t>ces trois astronomes étendus et immobiles pars</w:t>
      </w:r>
      <w:r w:rsidRPr="003E4D35">
        <w:t>e</w:t>
      </w:r>
      <w:r w:rsidRPr="003E4D35">
        <w:t>maient l</w:t>
      </w:r>
      <w:r w:rsidR="00B97E5D">
        <w:t>’</w:t>
      </w:r>
      <w:r w:rsidRPr="003E4D35">
        <w:t>île d</w:t>
      </w:r>
      <w:r w:rsidR="00B97E5D">
        <w:t>’</w:t>
      </w:r>
      <w:r w:rsidRPr="003E4D35">
        <w:t>ombres nouvelles qui marchaient</w:t>
      </w:r>
      <w:r w:rsidR="00B97E5D">
        <w:t xml:space="preserve"> ; </w:t>
      </w:r>
      <w:r w:rsidRPr="003E4D35">
        <w:t>mais je n</w:t>
      </w:r>
      <w:r w:rsidR="00B97E5D">
        <w:t>’</w:t>
      </w:r>
      <w:r w:rsidRPr="003E4D35">
        <w:t>osai les réveiller</w:t>
      </w:r>
      <w:r w:rsidR="00B97E5D">
        <w:t xml:space="preserve">, </w:t>
      </w:r>
      <w:r w:rsidRPr="003E4D35">
        <w:t>la nuit n</w:t>
      </w:r>
      <w:r w:rsidR="00B97E5D">
        <w:t>’</w:t>
      </w:r>
      <w:r w:rsidRPr="003E4D35">
        <w:t>est pas une éclipse</w:t>
      </w:r>
      <w:r w:rsidR="00B97E5D">
        <w:t>.</w:t>
      </w:r>
    </w:p>
    <w:p w14:paraId="20ADF783" w14:textId="77777777" w:rsidR="00B97E5D" w:rsidRDefault="00F225BE" w:rsidP="00F225BE">
      <w:r w:rsidRPr="003E4D35">
        <w:t>Je ne pouvais m</w:t>
      </w:r>
      <w:r w:rsidR="00B97E5D">
        <w:t>’</w:t>
      </w:r>
      <w:r w:rsidRPr="003E4D35">
        <w:t>éloigner de Jack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avais rampé vers lui</w:t>
      </w:r>
      <w:r w:rsidR="00B97E5D">
        <w:t xml:space="preserve">. </w:t>
      </w:r>
      <w:r w:rsidRPr="003E4D35">
        <w:t>Je me disais en vain tout ce que m</w:t>
      </w:r>
      <w:r w:rsidR="00B97E5D">
        <w:t>’</w:t>
      </w:r>
      <w:r w:rsidRPr="003E4D35">
        <w:t>eût dit Mademoiselle</w:t>
      </w:r>
      <w:r w:rsidR="00B97E5D">
        <w:t xml:space="preserve"> : </w:t>
      </w:r>
      <w:r w:rsidRPr="003E4D35">
        <w:t>que pour la première fois de ma vie je n</w:t>
      </w:r>
      <w:r w:rsidR="00B97E5D">
        <w:t>’</w:t>
      </w:r>
      <w:r w:rsidRPr="003E4D35">
        <w:t>étais plus une jeune fille bien él</w:t>
      </w:r>
      <w:r w:rsidRPr="003E4D35">
        <w:t>e</w:t>
      </w:r>
      <w:r w:rsidRPr="003E4D35">
        <w:t>vée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une jeune fille bien élevée ne prend pas une main d</w:t>
      </w:r>
      <w:r w:rsidR="00B97E5D">
        <w:t>’</w:t>
      </w:r>
      <w:r w:rsidRPr="003E4D35">
        <w:t>homme</w:t>
      </w:r>
      <w:r w:rsidR="00B97E5D">
        <w:t xml:space="preserve">, </w:t>
      </w:r>
      <w:r w:rsidRPr="003E4D35">
        <w:t>n</w:t>
      </w:r>
      <w:r w:rsidR="00B97E5D">
        <w:t>’</w:t>
      </w:r>
      <w:r w:rsidRPr="003E4D35">
        <w:t>embrasse pas un front</w:t>
      </w:r>
      <w:r w:rsidR="00B97E5D">
        <w:t xml:space="preserve">, </w:t>
      </w:r>
      <w:r w:rsidRPr="003E4D35">
        <w:t>ne couvre pas de petits g</w:t>
      </w:r>
      <w:r w:rsidRPr="003E4D35">
        <w:t>a</w:t>
      </w:r>
      <w:r w:rsidRPr="003E4D35">
        <w:t>lets</w:t>
      </w:r>
      <w:r w:rsidR="00B97E5D">
        <w:t xml:space="preserve">, </w:t>
      </w:r>
      <w:r w:rsidRPr="003E4D35">
        <w:t>un à un</w:t>
      </w:r>
      <w:r w:rsidR="00B97E5D">
        <w:t xml:space="preserve">, </w:t>
      </w:r>
      <w:r w:rsidRPr="003E4D35">
        <w:t>pour atteindre le poids maximum où sa respiration s</w:t>
      </w:r>
      <w:r w:rsidR="00B97E5D">
        <w:t>’</w:t>
      </w:r>
      <w:r w:rsidRPr="003E4D35">
        <w:t>oppresse</w:t>
      </w:r>
      <w:r w:rsidR="00B97E5D">
        <w:t xml:space="preserve">, </w:t>
      </w:r>
      <w:r w:rsidRPr="003E4D35">
        <w:t>une poitrine échancrée d</w:t>
      </w:r>
      <w:r w:rsidR="00B97E5D">
        <w:t>’</w:t>
      </w:r>
      <w:r w:rsidRPr="003E4D35">
        <w:t>astronome-lieutenant</w:t>
      </w:r>
      <w:r w:rsidR="00B97E5D">
        <w:t xml:space="preserve">. </w:t>
      </w:r>
      <w:r w:rsidRPr="003E4D35">
        <w:t>Près de ce corps endormi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ailleurs</w:t>
      </w:r>
      <w:r w:rsidR="00B97E5D">
        <w:t xml:space="preserve">, </w:t>
      </w:r>
      <w:r w:rsidRPr="003E4D35">
        <w:t xml:space="preserve">pour la </w:t>
      </w:r>
      <w:r w:rsidRPr="003E4D35">
        <w:lastRenderedPageBreak/>
        <w:t>première fois</w:t>
      </w:r>
      <w:r w:rsidR="00B97E5D">
        <w:t xml:space="preserve">, </w:t>
      </w:r>
      <w:r w:rsidRPr="003E4D35">
        <w:t>je me rendais compte de la ruse et de l</w:t>
      </w:r>
      <w:r w:rsidR="00B97E5D">
        <w:t>’</w:t>
      </w:r>
      <w:r w:rsidRPr="003E4D35">
        <w:t>agilité que j</w:t>
      </w:r>
      <w:r w:rsidR="00B97E5D">
        <w:t>’</w:t>
      </w:r>
      <w:r w:rsidRPr="003E4D35">
        <w:t>avais gagnée dans l</w:t>
      </w:r>
      <w:r w:rsidR="00B97E5D">
        <w:t>’</w:t>
      </w:r>
      <w:r w:rsidRPr="003E4D35">
        <w:t>île</w:t>
      </w:r>
      <w:r w:rsidR="00B97E5D">
        <w:t xml:space="preserve">. </w:t>
      </w:r>
      <w:r w:rsidRPr="003E4D35">
        <w:t>Je voyais tout malgré la nuit</w:t>
      </w:r>
      <w:r w:rsidR="00B97E5D">
        <w:t xml:space="preserve">. </w:t>
      </w:r>
      <w:r w:rsidRPr="003E4D35">
        <w:t>Ce jeune homme méfiant qu</w:t>
      </w:r>
      <w:r w:rsidR="00B97E5D">
        <w:t>’</w:t>
      </w:r>
      <w:r w:rsidRPr="003E4D35">
        <w:t>un oiseau éveillait</w:t>
      </w:r>
      <w:r w:rsidR="00B97E5D">
        <w:t xml:space="preserve">, </w:t>
      </w:r>
      <w:r w:rsidRPr="003E4D35">
        <w:t xml:space="preserve">je le </w:t>
      </w:r>
      <w:proofErr w:type="spellStart"/>
      <w:r w:rsidRPr="003E4D35">
        <w:t>piquai</w:t>
      </w:r>
      <w:proofErr w:type="spellEnd"/>
      <w:r w:rsidRPr="003E4D35">
        <w:t xml:space="preserve"> d</w:t>
      </w:r>
      <w:r w:rsidR="00B97E5D">
        <w:t>’</w:t>
      </w:r>
      <w:r w:rsidRPr="003E4D35">
        <w:t>une épine pour le voir r</w:t>
      </w:r>
      <w:r w:rsidRPr="003E4D35">
        <w:t>e</w:t>
      </w:r>
      <w:r w:rsidRPr="003E4D35">
        <w:t>muer</w:t>
      </w:r>
      <w:r w:rsidR="00B97E5D">
        <w:t xml:space="preserve">, </w:t>
      </w:r>
      <w:r w:rsidRPr="003E4D35">
        <w:t>soupirer</w:t>
      </w:r>
      <w:r w:rsidR="00B97E5D">
        <w:t xml:space="preserve">. </w:t>
      </w:r>
      <w:r w:rsidRPr="003E4D35">
        <w:t>Je replaçais sous sa tête sans qu</w:t>
      </w:r>
      <w:r w:rsidR="00B97E5D">
        <w:t>’</w:t>
      </w:r>
      <w:r w:rsidRPr="003E4D35">
        <w:t>il s</w:t>
      </w:r>
      <w:r w:rsidR="00B97E5D">
        <w:t>’</w:t>
      </w:r>
      <w:r w:rsidRPr="003E4D35">
        <w:t>en aperçût ses coussins</w:t>
      </w:r>
      <w:r w:rsidR="00B97E5D">
        <w:t xml:space="preserve">. </w:t>
      </w:r>
      <w:r w:rsidRPr="003E4D35">
        <w:t>Je faisais le siège de ce sommeil</w:t>
      </w:r>
      <w:r w:rsidR="00B97E5D">
        <w:t xml:space="preserve">. </w:t>
      </w:r>
      <w:r w:rsidRPr="003E4D35">
        <w:t>Je fardai son v</w:t>
      </w:r>
      <w:r w:rsidRPr="003E4D35">
        <w:t>i</w:t>
      </w:r>
      <w:r w:rsidRPr="003E4D35">
        <w:t>sage</w:t>
      </w:r>
      <w:r w:rsidR="00B97E5D">
        <w:t xml:space="preserve">, </w:t>
      </w:r>
      <w:r w:rsidRPr="003E4D35">
        <w:t>je peignis ses lèvres</w:t>
      </w:r>
      <w:r w:rsidR="00B97E5D">
        <w:t xml:space="preserve">. </w:t>
      </w:r>
      <w:r w:rsidRPr="003E4D35">
        <w:t>Je mis près de lui cette herbe qui fait rêver</w:t>
      </w:r>
      <w:r w:rsidR="00B97E5D">
        <w:t xml:space="preserve"> ; </w:t>
      </w:r>
      <w:r w:rsidRPr="003E4D35">
        <w:t>il claqua la langue pour exciter un cheval</w:t>
      </w:r>
      <w:r w:rsidR="00B97E5D">
        <w:t xml:space="preserve">, </w:t>
      </w:r>
      <w:r w:rsidRPr="003E4D35">
        <w:t>il remua le troisième doigt de la main droite</w:t>
      </w:r>
      <w:r w:rsidR="00B97E5D">
        <w:t xml:space="preserve">, </w:t>
      </w:r>
      <w:r w:rsidRPr="003E4D35">
        <w:t>mon herbe polynésienne le fit rêver d</w:t>
      </w:r>
      <w:r w:rsidR="00B97E5D">
        <w:t>’</w:t>
      </w:r>
      <w:r w:rsidRPr="003E4D35">
        <w:t xml:space="preserve">une promenade en charrette </w:t>
      </w:r>
      <w:proofErr w:type="gramStart"/>
      <w:r w:rsidRPr="003E4D35">
        <w:t>sur</w:t>
      </w:r>
      <w:proofErr w:type="gramEnd"/>
      <w:r w:rsidRPr="003E4D35">
        <w:t xml:space="preserve"> Riverside</w:t>
      </w:r>
      <w:r w:rsidR="00B97E5D">
        <w:t xml:space="preserve">. </w:t>
      </w:r>
      <w:r w:rsidRPr="003E4D35">
        <w:t>Grimpée dans le mancenillier juste au-dessus de lui</w:t>
      </w:r>
      <w:r w:rsidR="00B97E5D">
        <w:t xml:space="preserve">, </w:t>
      </w:r>
      <w:r w:rsidRPr="003E4D35">
        <w:t>je le surveillais</w:t>
      </w:r>
      <w:r w:rsidR="00B97E5D">
        <w:t xml:space="preserve">, </w:t>
      </w:r>
      <w:r w:rsidRPr="003E4D35">
        <w:t>comme les tigres qui se laissent tomber sur le passant</w:t>
      </w:r>
      <w:r w:rsidR="00B97E5D">
        <w:t xml:space="preserve"> ; </w:t>
      </w:r>
      <w:r w:rsidRPr="003E4D35">
        <w:t>au m</w:t>
      </w:r>
      <w:r w:rsidRPr="003E4D35">
        <w:t>o</w:t>
      </w:r>
      <w:r w:rsidRPr="003E4D35">
        <w:t>ment où son rêve parut le tourmenter</w:t>
      </w:r>
      <w:r w:rsidR="00B97E5D">
        <w:t xml:space="preserve">, </w:t>
      </w:r>
      <w:r w:rsidRPr="003E4D35">
        <w:t>je me laissai tomber près de lui</w:t>
      </w:r>
      <w:r w:rsidR="00B97E5D">
        <w:t xml:space="preserve">, </w:t>
      </w:r>
      <w:r w:rsidRPr="003E4D35">
        <w:t>écartant le cauchemar sans l</w:t>
      </w:r>
      <w:r w:rsidR="00B97E5D">
        <w:t>’</w:t>
      </w:r>
      <w:r w:rsidRPr="003E4D35">
        <w:t>éveiller lui-même</w:t>
      </w:r>
      <w:r w:rsidR="00B97E5D">
        <w:t xml:space="preserve">. </w:t>
      </w:r>
      <w:r w:rsidRPr="003E4D35">
        <w:t>Vêtue de nacre dans cette débauche lunaire comme un rat d</w:t>
      </w:r>
      <w:r w:rsidR="00B97E5D">
        <w:t>’</w:t>
      </w:r>
      <w:r w:rsidRPr="003E4D35">
        <w:t>hôtel dans l</w:t>
      </w:r>
      <w:r w:rsidR="00B97E5D">
        <w:t>’</w:t>
      </w:r>
      <w:r w:rsidRPr="003E4D35">
        <w:t>obscurité vêtu de noir</w:t>
      </w:r>
      <w:r w:rsidR="00B97E5D">
        <w:t xml:space="preserve">, </w:t>
      </w:r>
      <w:r w:rsidRPr="003E4D35">
        <w:t>quoiqu</w:t>
      </w:r>
      <w:r w:rsidR="00B97E5D">
        <w:t>’</w:t>
      </w:r>
      <w:r w:rsidRPr="003E4D35">
        <w:t>une jeune fille bien élevée ait ordre de ne pas le faire</w:t>
      </w:r>
      <w:r w:rsidR="00B97E5D">
        <w:t xml:space="preserve">, </w:t>
      </w:r>
      <w:r w:rsidRPr="003E4D35">
        <w:t>je fouillai ses poches</w:t>
      </w:r>
      <w:r w:rsidR="00B97E5D">
        <w:t xml:space="preserve">. </w:t>
      </w:r>
      <w:r w:rsidRPr="003E4D35">
        <w:t>De quelle joie je partageais avec lui chaque chose</w:t>
      </w:r>
      <w:r w:rsidR="00B97E5D">
        <w:t xml:space="preserve">, </w:t>
      </w:r>
      <w:r w:rsidRPr="003E4D35">
        <w:t>chaque arbre</w:t>
      </w:r>
      <w:r w:rsidR="00B97E5D">
        <w:t xml:space="preserve">, </w:t>
      </w:r>
      <w:r w:rsidRPr="003E4D35">
        <w:t>chaque oiseau de ce monde hier encore si terriblement indivisible</w:t>
      </w:r>
      <w:r w:rsidR="00B97E5D">
        <w:t xml:space="preserve"> ! </w:t>
      </w:r>
      <w:r w:rsidRPr="003E4D35">
        <w:t>Mais co</w:t>
      </w:r>
      <w:r w:rsidRPr="003E4D35">
        <w:t>m</w:t>
      </w:r>
      <w:r w:rsidRPr="003E4D35">
        <w:t>me il dormait</w:t>
      </w:r>
      <w:r w:rsidR="00B97E5D">
        <w:t xml:space="preserve"> ! </w:t>
      </w:r>
      <w:r w:rsidRPr="003E4D35">
        <w:t>Déjà cependant ces perroquets qui n</w:t>
      </w:r>
      <w:r w:rsidR="00B97E5D">
        <w:t>’</w:t>
      </w:r>
      <w:r w:rsidRPr="003E4D35">
        <w:t>étaient plus grâce à lui que mes demi-perroquets</w:t>
      </w:r>
      <w:r w:rsidR="00B97E5D">
        <w:t xml:space="preserve">, </w:t>
      </w:r>
      <w:r w:rsidRPr="003E4D35">
        <w:t>ces passereaux mes demi-passereaux commençaient à tournoyer</w:t>
      </w:r>
      <w:r w:rsidR="00B97E5D">
        <w:t xml:space="preserve">. </w:t>
      </w:r>
      <w:r w:rsidRPr="003E4D35">
        <w:t>Mes mille demi-étoiles bougeaient doucement</w:t>
      </w:r>
      <w:r w:rsidR="00B97E5D">
        <w:t xml:space="preserve">, </w:t>
      </w:r>
      <w:r w:rsidRPr="003E4D35">
        <w:t>mon demi-Pacifique ne comblait plus juste l</w:t>
      </w:r>
      <w:r w:rsidR="00B97E5D">
        <w:t>’</w:t>
      </w:r>
      <w:r w:rsidRPr="003E4D35">
        <w:t>horizon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l</w:t>
      </w:r>
      <w:r w:rsidR="00B97E5D">
        <w:t>’</w:t>
      </w:r>
      <w:r w:rsidRPr="003E4D35">
        <w:t>heure où le monde a du jeu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le m</w:t>
      </w:r>
      <w:r w:rsidRPr="003E4D35">
        <w:t>a</w:t>
      </w:r>
      <w:r w:rsidRPr="003E4D35">
        <w:t>tin</w:t>
      </w:r>
      <w:r w:rsidR="00B97E5D">
        <w:t xml:space="preserve"> ; </w:t>
      </w:r>
      <w:r w:rsidRPr="003E4D35">
        <w:t>la scie sur les récifs crissait comme à la fin d</w:t>
      </w:r>
      <w:r w:rsidR="00B97E5D">
        <w:t>’</w:t>
      </w:r>
      <w:r w:rsidRPr="003E4D35">
        <w:t>une bûche</w:t>
      </w:r>
      <w:r w:rsidR="00B97E5D">
        <w:t xml:space="preserve">. </w:t>
      </w:r>
      <w:r w:rsidRPr="003E4D35">
        <w:t>Étendue enfin</w:t>
      </w:r>
      <w:r w:rsidR="00B97E5D">
        <w:t xml:space="preserve">, </w:t>
      </w:r>
      <w:r w:rsidRPr="003E4D35">
        <w:t>mais aussi mal à l</w:t>
      </w:r>
      <w:r w:rsidR="00B97E5D">
        <w:t>’</w:t>
      </w:r>
      <w:r w:rsidRPr="003E4D35">
        <w:t>aise sur le sol de cette île où je n</w:t>
      </w:r>
      <w:r w:rsidR="00B97E5D">
        <w:t>’</w:t>
      </w:r>
      <w:r w:rsidRPr="003E4D35">
        <w:t>avais jamais dormi que sur un lit nouveau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attendais avec impatience</w:t>
      </w:r>
      <w:r w:rsidR="00B97E5D">
        <w:t xml:space="preserve"> : </w:t>
      </w:r>
      <w:r w:rsidRPr="003E4D35">
        <w:t>j</w:t>
      </w:r>
      <w:r w:rsidR="00B97E5D">
        <w:t>’</w:t>
      </w:r>
      <w:r w:rsidRPr="003E4D35">
        <w:t>avais oublié de leur demander la saison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atte</w:t>
      </w:r>
      <w:r w:rsidRPr="003E4D35">
        <w:t>n</w:t>
      </w:r>
      <w:r w:rsidRPr="003E4D35">
        <w:t>dais leur réveil pour savoir si c</w:t>
      </w:r>
      <w:r w:rsidR="00B97E5D">
        <w:t>’</w:t>
      </w:r>
      <w:r w:rsidRPr="003E4D35">
        <w:t>était le printemps ou l</w:t>
      </w:r>
      <w:r w:rsidR="00B97E5D">
        <w:t>’</w:t>
      </w:r>
      <w:r w:rsidRPr="003E4D35">
        <w:t>été</w:t>
      </w:r>
      <w:r w:rsidR="00B97E5D">
        <w:t xml:space="preserve">. </w:t>
      </w:r>
      <w:r w:rsidRPr="003E4D35">
        <w:t>Et e</w:t>
      </w:r>
      <w:r w:rsidRPr="003E4D35">
        <w:t>n</w:t>
      </w:r>
      <w:r w:rsidRPr="003E4D35">
        <w:t>fin</w:t>
      </w:r>
      <w:r w:rsidR="00B97E5D">
        <w:t xml:space="preserve"> (</w:t>
      </w:r>
      <w:r w:rsidRPr="003E4D35">
        <w:t>je n</w:t>
      </w:r>
      <w:r w:rsidR="00B97E5D">
        <w:t>’</w:t>
      </w:r>
      <w:r w:rsidRPr="003E4D35">
        <w:t>attendis pas sa part</w:t>
      </w:r>
      <w:r w:rsidR="00B97E5D">
        <w:t xml:space="preserve"> !), </w:t>
      </w:r>
      <w:r w:rsidRPr="003E4D35">
        <w:t>mon demi-soleil parut</w:t>
      </w:r>
      <w:r w:rsidR="00B97E5D">
        <w:t> !</w:t>
      </w:r>
    </w:p>
    <w:p w14:paraId="251E99AD" w14:textId="77777777" w:rsidR="00B97E5D" w:rsidRDefault="00F225BE" w:rsidP="00F225BE">
      <w:r w:rsidRPr="003E4D35">
        <w:t>Alors je me précipitai sur Jack</w:t>
      </w:r>
      <w:r w:rsidR="00B97E5D">
        <w:t xml:space="preserve">, </w:t>
      </w:r>
      <w:r w:rsidRPr="003E4D35">
        <w:t>je le secouai en riant</w:t>
      </w:r>
      <w:r w:rsidR="00B97E5D">
        <w:t xml:space="preserve">, </w:t>
      </w:r>
      <w:r w:rsidRPr="003E4D35">
        <w:t>je r</w:t>
      </w:r>
      <w:r w:rsidRPr="003E4D35">
        <w:t>é</w:t>
      </w:r>
      <w:r w:rsidRPr="003E4D35">
        <w:t>ussis avec son corps le contraire de ce que j</w:t>
      </w:r>
      <w:r w:rsidR="00B97E5D">
        <w:t>’</w:t>
      </w:r>
      <w:r w:rsidRPr="003E4D35">
        <w:t xml:space="preserve">avais fait avec </w:t>
      </w:r>
      <w:r w:rsidRPr="003E4D35">
        <w:lastRenderedPageBreak/>
        <w:t>les dix-sept corps de l</w:t>
      </w:r>
      <w:r w:rsidR="00B97E5D">
        <w:t>’</w:t>
      </w:r>
      <w:r w:rsidRPr="003E4D35">
        <w:t>an passé</w:t>
      </w:r>
      <w:r w:rsidR="00B97E5D">
        <w:t xml:space="preserve"> ; </w:t>
      </w:r>
      <w:r w:rsidRPr="003E4D35">
        <w:t>je le tirai par les bras et les ch</w:t>
      </w:r>
      <w:r w:rsidRPr="003E4D35">
        <w:t>e</w:t>
      </w:r>
      <w:r w:rsidRPr="003E4D35">
        <w:t>veux jusqu</w:t>
      </w:r>
      <w:r w:rsidR="00B97E5D">
        <w:t>’</w:t>
      </w:r>
      <w:r w:rsidRPr="003E4D35">
        <w:t>à la lagune</w:t>
      </w:r>
      <w:r w:rsidR="00B97E5D">
        <w:t xml:space="preserve"> ; </w:t>
      </w:r>
      <w:r w:rsidRPr="003E4D35">
        <w:t>je le précipitai dans l</w:t>
      </w:r>
      <w:r w:rsidR="00B97E5D">
        <w:t>’</w:t>
      </w:r>
      <w:r w:rsidRPr="003E4D35">
        <w:t>eau fraîche co</w:t>
      </w:r>
      <w:r w:rsidRPr="003E4D35">
        <w:t>u</w:t>
      </w:r>
      <w:r w:rsidRPr="003E4D35">
        <w:t>verte de rosée où seuls les poissons de nuit remuaient encore</w:t>
      </w:r>
      <w:r w:rsidR="00B97E5D">
        <w:t xml:space="preserve">. </w:t>
      </w:r>
      <w:r w:rsidRPr="003E4D35">
        <w:t>Ses camarades</w:t>
      </w:r>
      <w:r w:rsidR="00B97E5D">
        <w:t xml:space="preserve">, </w:t>
      </w:r>
      <w:r w:rsidRPr="003E4D35">
        <w:t>éveillés par ses cris</w:t>
      </w:r>
      <w:r w:rsidR="00B97E5D">
        <w:t xml:space="preserve">, </w:t>
      </w:r>
      <w:r w:rsidRPr="003E4D35">
        <w:t>riaient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unis à lui par ce fil qui joint les amis et les alpinistes</w:t>
      </w:r>
      <w:r w:rsidR="00B97E5D">
        <w:t xml:space="preserve">, </w:t>
      </w:r>
      <w:r w:rsidRPr="003E4D35">
        <w:t>ils se précipitèrent après nous</w:t>
      </w:r>
      <w:r w:rsidR="00B97E5D">
        <w:t>.</w:t>
      </w:r>
    </w:p>
    <w:p w14:paraId="030A9BC4" w14:textId="4CFD1BC1" w:rsidR="00F225BE" w:rsidRPr="003E4D35" w:rsidRDefault="00F225BE" w:rsidP="00F225BE"/>
    <w:p w14:paraId="182FB391" w14:textId="77777777" w:rsidR="00B97E5D" w:rsidRDefault="00F225BE" w:rsidP="00F225BE">
      <w:r w:rsidRPr="003E4D35">
        <w:t xml:space="preserve">Que vous </w:t>
      </w:r>
      <w:proofErr w:type="spellStart"/>
      <w:r w:rsidRPr="003E4D35">
        <w:t>dire</w:t>
      </w:r>
      <w:proofErr w:type="spellEnd"/>
      <w:r w:rsidRPr="003E4D35">
        <w:t xml:space="preserve"> encore</w:t>
      </w:r>
      <w:r w:rsidR="00B97E5D">
        <w:t xml:space="preserve"> ? </w:t>
      </w:r>
      <w:r w:rsidRPr="003E4D35">
        <w:t>C</w:t>
      </w:r>
      <w:r w:rsidR="00B97E5D">
        <w:t>’</w:t>
      </w:r>
      <w:r w:rsidRPr="003E4D35">
        <w:t>est au moment où Billy m</w:t>
      </w:r>
      <w:r w:rsidR="00B97E5D">
        <w:t>’</w:t>
      </w:r>
      <w:r w:rsidRPr="003E4D35">
        <w:t>anno</w:t>
      </w:r>
      <w:r w:rsidRPr="003E4D35">
        <w:t>n</w:t>
      </w:r>
      <w:r w:rsidRPr="003E4D35">
        <w:t>ça le déjeuner que j</w:t>
      </w:r>
      <w:r w:rsidR="00B97E5D">
        <w:t>’</w:t>
      </w:r>
      <w:r w:rsidRPr="003E4D35">
        <w:t>éprouvai pour lui le même sentiment que pour Jack</w:t>
      </w:r>
      <w:r w:rsidR="00B97E5D">
        <w:t xml:space="preserve">. </w:t>
      </w:r>
      <w:r w:rsidRPr="003E4D35">
        <w:t>Même désir de le toucher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embrasser</w:t>
      </w:r>
      <w:r w:rsidR="00B97E5D">
        <w:t xml:space="preserve">. </w:t>
      </w:r>
      <w:r w:rsidRPr="003E4D35">
        <w:t>Même amour pour ses parents et sa famille</w:t>
      </w:r>
      <w:r w:rsidR="00B97E5D">
        <w:t xml:space="preserve">, </w:t>
      </w:r>
      <w:r w:rsidRPr="003E4D35">
        <w:t>même sympathie intari</w:t>
      </w:r>
      <w:r w:rsidRPr="003E4D35">
        <w:t>s</w:t>
      </w:r>
      <w:r w:rsidRPr="003E4D35">
        <w:t>sable pour le moindre de ses gestes</w:t>
      </w:r>
      <w:r w:rsidR="00B97E5D">
        <w:t xml:space="preserve">, </w:t>
      </w:r>
      <w:r w:rsidRPr="003E4D35">
        <w:t>dévouement pour ses ve</w:t>
      </w:r>
      <w:r w:rsidRPr="003E4D35">
        <w:t>r</w:t>
      </w:r>
      <w:r w:rsidRPr="003E4D35">
        <w:t>tus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étouffais sous ma main des paroles que tous trois croyaient encore des aveux à Jack</w:t>
      </w:r>
      <w:r w:rsidR="00B97E5D">
        <w:t xml:space="preserve">, </w:t>
      </w:r>
      <w:r w:rsidRPr="003E4D35">
        <w:t>mais qui étaient bel et bien des hymnes à Billy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est vers Billy</w:t>
      </w:r>
      <w:r w:rsidR="00B97E5D">
        <w:t xml:space="preserve">, </w:t>
      </w:r>
      <w:r w:rsidRPr="003E4D35">
        <w:t>dos à Jack</w:t>
      </w:r>
      <w:r w:rsidR="00B97E5D">
        <w:t xml:space="preserve">, </w:t>
      </w:r>
      <w:r w:rsidRPr="003E4D35">
        <w:t>que je me tou</w:t>
      </w:r>
      <w:r w:rsidRPr="003E4D35">
        <w:t>r</w:t>
      </w:r>
      <w:r w:rsidRPr="003E4D35">
        <w:t>nai pendant la sieste</w:t>
      </w:r>
      <w:r w:rsidR="00B97E5D">
        <w:t xml:space="preserve">. </w:t>
      </w:r>
      <w:r w:rsidRPr="003E4D35">
        <w:t>Je m</w:t>
      </w:r>
      <w:r w:rsidR="00B97E5D">
        <w:t>’</w:t>
      </w:r>
      <w:r w:rsidRPr="003E4D35">
        <w:t>attaquai à son sommeil de jour comme au sommeil de nuit de Jack</w:t>
      </w:r>
      <w:r w:rsidR="00B97E5D">
        <w:t xml:space="preserve">. </w:t>
      </w:r>
      <w:r w:rsidRPr="003E4D35">
        <w:t>De la même épine</w:t>
      </w:r>
      <w:r w:rsidR="00B97E5D">
        <w:t xml:space="preserve">, </w:t>
      </w:r>
      <w:r w:rsidRPr="003E4D35">
        <w:t>de la même caresse</w:t>
      </w:r>
      <w:r w:rsidR="00B97E5D">
        <w:t xml:space="preserve">, </w:t>
      </w:r>
      <w:r w:rsidRPr="003E4D35">
        <w:t>sans avoir cette fois son visage</w:t>
      </w:r>
      <w:r w:rsidR="00B97E5D">
        <w:t xml:space="preserve">, </w:t>
      </w:r>
      <w:r w:rsidRPr="003E4D35">
        <w:t>malgré le soleil</w:t>
      </w:r>
      <w:r w:rsidR="00B97E5D">
        <w:t xml:space="preserve">, </w:t>
      </w:r>
      <w:r w:rsidRPr="003E4D35">
        <w:t>car il l</w:t>
      </w:r>
      <w:r w:rsidR="00B97E5D">
        <w:t>’</w:t>
      </w:r>
      <w:r w:rsidRPr="003E4D35">
        <w:t>avait recouvert d</w:t>
      </w:r>
      <w:r w:rsidR="00B97E5D">
        <w:t>’</w:t>
      </w:r>
      <w:r w:rsidRPr="003E4D35">
        <w:t>un foulard</w:t>
      </w:r>
      <w:r w:rsidR="00B97E5D">
        <w:t xml:space="preserve">. </w:t>
      </w:r>
      <w:r w:rsidRPr="003E4D35">
        <w:t>Mais c</w:t>
      </w:r>
      <w:r w:rsidR="00B97E5D">
        <w:t>’</w:t>
      </w:r>
      <w:r w:rsidRPr="003E4D35">
        <w:t>était bien en moi le même désir</w:t>
      </w:r>
      <w:r w:rsidR="00B97E5D">
        <w:t xml:space="preserve">, </w:t>
      </w:r>
      <w:r w:rsidRPr="003E4D35">
        <w:t>ressenti avec Jack la nuit que Billy ait une sœur</w:t>
      </w:r>
      <w:r w:rsidR="00B97E5D">
        <w:t xml:space="preserve">, </w:t>
      </w:r>
      <w:r w:rsidRPr="003E4D35">
        <w:t>une maison</w:t>
      </w:r>
      <w:r w:rsidR="00B97E5D">
        <w:t xml:space="preserve">. </w:t>
      </w:r>
      <w:r w:rsidRPr="003E4D35">
        <w:t>Le même exactement</w:t>
      </w:r>
      <w:r w:rsidR="00B97E5D">
        <w:t xml:space="preserve">, </w:t>
      </w:r>
      <w:r w:rsidRPr="003E4D35">
        <w:t>de voyager à ses côtés</w:t>
      </w:r>
      <w:r w:rsidR="00B97E5D">
        <w:t xml:space="preserve">, </w:t>
      </w:r>
      <w:r w:rsidRPr="003E4D35">
        <w:t>de voir Billy en silhouette sur un volcan jetant des flammes</w:t>
      </w:r>
      <w:r w:rsidR="00B97E5D">
        <w:t xml:space="preserve"> ; </w:t>
      </w:r>
      <w:r w:rsidRPr="003E4D35">
        <w:t>de voir la main de Billy dans ma main</w:t>
      </w:r>
      <w:r w:rsidR="00B97E5D">
        <w:t xml:space="preserve">, </w:t>
      </w:r>
      <w:r w:rsidRPr="003E4D35">
        <w:t>de jeunes crocodiles de</w:t>
      </w:r>
      <w:r w:rsidRPr="003E4D35">
        <w:t>s</w:t>
      </w:r>
      <w:r w:rsidRPr="003E4D35">
        <w:t>cendre le Gange</w:t>
      </w:r>
      <w:r w:rsidR="00B97E5D">
        <w:t xml:space="preserve">, </w:t>
      </w:r>
      <w:r w:rsidRPr="003E4D35">
        <w:t>le museau imperceptiblement orienté à chaque groupe de pèlerins vers l</w:t>
      </w:r>
      <w:r w:rsidR="00B97E5D">
        <w:t>’</w:t>
      </w:r>
      <w:r w:rsidRPr="003E4D35">
        <w:t>enfant le plus gras</w:t>
      </w:r>
      <w:r w:rsidR="00B97E5D">
        <w:t xml:space="preserve">. </w:t>
      </w:r>
      <w:r w:rsidRPr="003E4D35">
        <w:t>Jack derrière moi s</w:t>
      </w:r>
      <w:r w:rsidR="00B97E5D">
        <w:t>’</w:t>
      </w:r>
      <w:r w:rsidRPr="003E4D35">
        <w:t>était éveillé</w:t>
      </w:r>
      <w:r w:rsidR="00B97E5D">
        <w:t xml:space="preserve"> ; </w:t>
      </w:r>
      <w:r w:rsidRPr="003E4D35">
        <w:t>il m</w:t>
      </w:r>
      <w:r w:rsidR="00B97E5D">
        <w:t>’</w:t>
      </w:r>
      <w:r w:rsidRPr="003E4D35">
        <w:t>agaçait d</w:t>
      </w:r>
      <w:r w:rsidR="00B97E5D">
        <w:t>’</w:t>
      </w:r>
      <w:r w:rsidRPr="003E4D35">
        <w:t>une palme</w:t>
      </w:r>
      <w:r w:rsidR="00B97E5D">
        <w:t xml:space="preserve">, </w:t>
      </w:r>
      <w:r w:rsidRPr="003E4D35">
        <w:t>en homme qui se croyait toujours aimé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me retournant enfin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aperçus avec épouvante que d</w:t>
      </w:r>
      <w:r w:rsidR="00B97E5D">
        <w:t>’</w:t>
      </w:r>
      <w:r w:rsidRPr="003E4D35">
        <w:t>ailleurs il l</w:t>
      </w:r>
      <w:r w:rsidR="00B97E5D">
        <w:t>’</w:t>
      </w:r>
      <w:r w:rsidRPr="003E4D35">
        <w:t>était encore</w:t>
      </w:r>
      <w:r w:rsidR="00B97E5D">
        <w:t xml:space="preserve">. </w:t>
      </w:r>
      <w:r w:rsidRPr="003E4D35">
        <w:t>Ma pensée</w:t>
      </w:r>
      <w:r w:rsidR="00B97E5D">
        <w:t xml:space="preserve">, </w:t>
      </w:r>
      <w:r w:rsidRPr="003E4D35">
        <w:t>ma</w:t>
      </w:r>
      <w:r w:rsidRPr="003E4D35">
        <w:t>l</w:t>
      </w:r>
      <w:r w:rsidRPr="003E4D35">
        <w:t>gré ma passion pour Billy</w:t>
      </w:r>
      <w:r w:rsidR="00B97E5D">
        <w:t xml:space="preserve">, </w:t>
      </w:r>
      <w:r w:rsidRPr="003E4D35">
        <w:t>ne dépouillait pas Jack de tous ces charmes dont je l</w:t>
      </w:r>
      <w:r w:rsidR="00B97E5D">
        <w:t>’</w:t>
      </w:r>
      <w:r w:rsidRPr="003E4D35">
        <w:t>avais chargé à chaque étage de son corps comme un arbre de Noël</w:t>
      </w:r>
      <w:r w:rsidR="00B97E5D">
        <w:t xml:space="preserve"> ! </w:t>
      </w:r>
      <w:r w:rsidRPr="003E4D35">
        <w:t>J</w:t>
      </w:r>
      <w:r w:rsidR="00B97E5D">
        <w:t>’</w:t>
      </w:r>
      <w:r w:rsidRPr="003E4D35">
        <w:t>aimais Billy et Jack</w:t>
      </w:r>
      <w:r w:rsidR="00B97E5D">
        <w:t xml:space="preserve">. </w:t>
      </w:r>
      <w:r w:rsidRPr="003E4D35">
        <w:t>Que pouvait bien signifier tout cela</w:t>
      </w:r>
      <w:r w:rsidR="00B97E5D">
        <w:t xml:space="preserve"> ? </w:t>
      </w:r>
      <w:r w:rsidRPr="003E4D35">
        <w:t xml:space="preserve">Ou la Providence </w:t>
      </w:r>
      <w:r w:rsidRPr="003E4D35">
        <w:lastRenderedPageBreak/>
        <w:t>réglait trop bien les choses</w:t>
      </w:r>
      <w:r w:rsidR="00B97E5D">
        <w:t xml:space="preserve">, </w:t>
      </w:r>
      <w:r w:rsidRPr="003E4D35">
        <w:t>et elle me délivrait par les deux seuls hommes au monde qui pouvaient me plaire</w:t>
      </w:r>
      <w:r w:rsidR="00B97E5D">
        <w:t xml:space="preserve">. </w:t>
      </w:r>
      <w:r w:rsidRPr="003E4D35">
        <w:t>Ou mon cœur</w:t>
      </w:r>
      <w:r w:rsidR="00B97E5D">
        <w:t xml:space="preserve">, </w:t>
      </w:r>
      <w:r w:rsidRPr="003E4D35">
        <w:t>cinq ans rouillé</w:t>
      </w:r>
      <w:r w:rsidR="00B97E5D">
        <w:t xml:space="preserve">, </w:t>
      </w:r>
      <w:r w:rsidRPr="003E4D35">
        <w:t>n</w:t>
      </w:r>
      <w:r w:rsidR="00B97E5D">
        <w:t>’</w:t>
      </w:r>
      <w:r w:rsidRPr="003E4D35">
        <w:t>était plus qu</w:t>
      </w:r>
      <w:r w:rsidR="00B97E5D">
        <w:t>’</w:t>
      </w:r>
      <w:r w:rsidRPr="003E4D35">
        <w:t>un moulin</w:t>
      </w:r>
      <w:r w:rsidR="00B97E5D">
        <w:t>.</w:t>
      </w:r>
    </w:p>
    <w:p w14:paraId="564F1626" w14:textId="77777777" w:rsidR="00B97E5D" w:rsidRDefault="00F225BE" w:rsidP="00F225BE">
      <w:r w:rsidRPr="003E4D35">
        <w:t>Mais que me fallut-il penser le soir</w:t>
      </w:r>
      <w:r w:rsidR="00B97E5D">
        <w:t xml:space="preserve">, </w:t>
      </w:r>
      <w:r w:rsidRPr="003E4D35">
        <w:t>quand Hawkins</w:t>
      </w:r>
      <w:r w:rsidR="00B97E5D">
        <w:t xml:space="preserve">, </w:t>
      </w:r>
      <w:r w:rsidRPr="003E4D35">
        <w:t>m</w:t>
      </w:r>
      <w:r w:rsidRPr="003E4D35">
        <w:t>o</w:t>
      </w:r>
      <w:r w:rsidRPr="003E4D35">
        <w:t>destement</w:t>
      </w:r>
      <w:r w:rsidR="00B97E5D">
        <w:t xml:space="preserve">, </w:t>
      </w:r>
      <w:r w:rsidRPr="003E4D35">
        <w:t>car il voyait les autres préférés</w:t>
      </w:r>
      <w:r w:rsidR="00B97E5D">
        <w:t xml:space="preserve">, </w:t>
      </w:r>
      <w:r w:rsidRPr="003E4D35">
        <w:t>me demanda d</w:t>
      </w:r>
      <w:r w:rsidR="00B97E5D">
        <w:t>’</w:t>
      </w:r>
      <w:r w:rsidRPr="003E4D35">
        <w:t>éco</w:t>
      </w:r>
      <w:r w:rsidRPr="003E4D35">
        <w:t>u</w:t>
      </w:r>
      <w:r w:rsidRPr="003E4D35">
        <w:t>ter le phonographe</w:t>
      </w:r>
      <w:r w:rsidR="00B97E5D">
        <w:t xml:space="preserve">. </w:t>
      </w:r>
      <w:r w:rsidRPr="003E4D35">
        <w:t>Comme il tournait l</w:t>
      </w:r>
      <w:r w:rsidR="00B97E5D">
        <w:t>’</w:t>
      </w:r>
      <w:r w:rsidRPr="003E4D35">
        <w:t>aiguille et de la main appuyait sur le disque</w:t>
      </w:r>
      <w:r w:rsidR="00B97E5D">
        <w:t xml:space="preserve">, </w:t>
      </w:r>
      <w:r w:rsidRPr="003E4D35">
        <w:t>fermant les yeux pour que son doigt pe</w:t>
      </w:r>
      <w:r w:rsidRPr="003E4D35">
        <w:t>r</w:t>
      </w:r>
      <w:r w:rsidRPr="003E4D35">
        <w:t>çût mieux les empreintes</w:t>
      </w:r>
      <w:r w:rsidR="00B97E5D">
        <w:t xml:space="preserve">, </w:t>
      </w:r>
      <w:r w:rsidRPr="003E4D35">
        <w:t>comme il allait s</w:t>
      </w:r>
      <w:r w:rsidR="00B97E5D">
        <w:t>’</w:t>
      </w:r>
      <w:r w:rsidRPr="003E4D35">
        <w:t>asseoir ensuite</w:t>
      </w:r>
      <w:r w:rsidR="00B97E5D">
        <w:t xml:space="preserve">, </w:t>
      </w:r>
      <w:r w:rsidRPr="003E4D35">
        <w:t>et hésitait</w:t>
      </w:r>
      <w:r w:rsidR="00B97E5D">
        <w:t xml:space="preserve">, </w:t>
      </w:r>
      <w:r w:rsidRPr="003E4D35">
        <w:t>ne trouvant que des places</w:t>
      </w:r>
      <w:r w:rsidR="00B97E5D">
        <w:t xml:space="preserve"> (</w:t>
      </w:r>
      <w:r w:rsidRPr="003E4D35">
        <w:t>à part les touffes de cactus</w:t>
      </w:r>
      <w:r w:rsidR="00B97E5D">
        <w:t xml:space="preserve">) </w:t>
      </w:r>
      <w:r w:rsidRPr="003E4D35">
        <w:t>ornées de nacre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orchidées</w:t>
      </w:r>
      <w:r w:rsidR="00B97E5D">
        <w:t xml:space="preserve">, </w:t>
      </w:r>
      <w:r w:rsidRPr="003E4D35">
        <w:t>de corail et aucune pour laquelle l</w:t>
      </w:r>
      <w:r w:rsidR="00B97E5D">
        <w:t>’</w:t>
      </w:r>
      <w:r w:rsidRPr="003E4D35">
        <w:t>homme fût un ornement</w:t>
      </w:r>
      <w:r w:rsidR="00B97E5D">
        <w:t xml:space="preserve"> ; </w:t>
      </w:r>
      <w:r w:rsidRPr="003E4D35">
        <w:t>comme il restait debout</w:t>
      </w:r>
      <w:r w:rsidR="00B97E5D">
        <w:t xml:space="preserve">, </w:t>
      </w:r>
      <w:r w:rsidRPr="003E4D35">
        <w:t>tiré d</w:t>
      </w:r>
      <w:r w:rsidR="00B97E5D">
        <w:t>’</w:t>
      </w:r>
      <w:r w:rsidRPr="003E4D35">
        <w:t>e</w:t>
      </w:r>
      <w:r w:rsidRPr="003E4D35">
        <w:t>m</w:t>
      </w:r>
      <w:r w:rsidRPr="003E4D35">
        <w:t>barras une minute</w:t>
      </w:r>
      <w:r w:rsidR="00B97E5D">
        <w:t xml:space="preserve">, </w:t>
      </w:r>
      <w:r w:rsidRPr="003E4D35">
        <w:t>car Jack et Billy avaient choisi la</w:t>
      </w:r>
      <w:r w:rsidRPr="003E4D35">
        <w:rPr>
          <w:i/>
          <w:iCs/>
        </w:rPr>
        <w:t xml:space="preserve"> Marsei</w:t>
      </w:r>
      <w:r w:rsidRPr="003E4D35">
        <w:rPr>
          <w:i/>
          <w:iCs/>
        </w:rPr>
        <w:t>l</w:t>
      </w:r>
      <w:r w:rsidRPr="003E4D35">
        <w:rPr>
          <w:i/>
          <w:iCs/>
        </w:rPr>
        <w:t>laise</w:t>
      </w:r>
      <w:r w:rsidRPr="003E4D35">
        <w:t xml:space="preserve"> et devaient se lever pour l</w:t>
      </w:r>
      <w:r w:rsidR="00B97E5D">
        <w:t>’</w:t>
      </w:r>
      <w:r w:rsidRPr="003E4D35">
        <w:t>entendre</w:t>
      </w:r>
      <w:r w:rsidR="00B97E5D">
        <w:t xml:space="preserve">, </w:t>
      </w:r>
      <w:r w:rsidRPr="003E4D35">
        <w:t>un tic des sourcils d</w:t>
      </w:r>
      <w:r w:rsidR="00B97E5D">
        <w:t>’</w:t>
      </w:r>
      <w:r w:rsidRPr="003E4D35">
        <w:t>Hawkins jeta tout vif cet ami dans mon cœur</w:t>
      </w:r>
      <w:r w:rsidR="00B97E5D">
        <w:t xml:space="preserve">. </w:t>
      </w:r>
      <w:r w:rsidRPr="003E4D35">
        <w:t>Un amour plus fort encore que pour les autres</w:t>
      </w:r>
      <w:r w:rsidR="00B97E5D">
        <w:t xml:space="preserve">, </w:t>
      </w:r>
      <w:r w:rsidRPr="003E4D35">
        <w:t>puisque des membres lointains de sa famille en étaient touchés</w:t>
      </w:r>
      <w:r w:rsidR="00B97E5D">
        <w:t xml:space="preserve">. </w:t>
      </w:r>
      <w:r w:rsidRPr="003E4D35">
        <w:t>Visiter le grand-père d</w:t>
      </w:r>
      <w:r w:rsidR="00B97E5D">
        <w:t>’</w:t>
      </w:r>
      <w:r w:rsidRPr="003E4D35">
        <w:t>Hawkins un jour où la neige tombe sur Londres</w:t>
      </w:r>
      <w:r w:rsidR="00B97E5D">
        <w:t xml:space="preserve">, </w:t>
      </w:r>
      <w:r w:rsidRPr="003E4D35">
        <w:t>donnant à l</w:t>
      </w:r>
      <w:r w:rsidR="00B97E5D">
        <w:t>’</w:t>
      </w:r>
      <w:r w:rsidRPr="003E4D35">
        <w:t>Angleterre la seule ressemblance qu</w:t>
      </w:r>
      <w:r w:rsidR="00B97E5D">
        <w:t>’</w:t>
      </w:r>
      <w:r w:rsidRPr="003E4D35">
        <w:t>elle pût avoir avec ma plage de nacre</w:t>
      </w:r>
      <w:r w:rsidR="00B97E5D">
        <w:t xml:space="preserve"> ! </w:t>
      </w:r>
      <w:r w:rsidRPr="003E4D35">
        <w:t>Nager dans le Gange avec le filleul de la sœur de Hawkins</w:t>
      </w:r>
      <w:r w:rsidR="00B97E5D">
        <w:t xml:space="preserve">, </w:t>
      </w:r>
      <w:r w:rsidRPr="003E4D35">
        <w:t>près de grands bateaux avec des oiseaux mouvants dans leur mâture immobile</w:t>
      </w:r>
      <w:r w:rsidR="00B97E5D">
        <w:t xml:space="preserve">, </w:t>
      </w:r>
      <w:r w:rsidRPr="003E4D35">
        <w:t>des poissons dormants dans leur remous</w:t>
      </w:r>
      <w:r w:rsidR="00B97E5D">
        <w:t xml:space="preserve"> ! </w:t>
      </w:r>
      <w:r w:rsidRPr="003E4D35">
        <w:t>Aller à Compiègne en auto avec le cousin issu de germain de Hawkins</w:t>
      </w:r>
      <w:r w:rsidR="00B97E5D">
        <w:t xml:space="preserve">, </w:t>
      </w:r>
      <w:r w:rsidRPr="003E4D35">
        <w:t>avoir peur</w:t>
      </w:r>
      <w:r w:rsidR="00B97E5D">
        <w:t xml:space="preserve">, </w:t>
      </w:r>
      <w:r w:rsidRPr="003E4D35">
        <w:t>car il conduit les yeux fixés sur moi</w:t>
      </w:r>
      <w:r w:rsidR="00B97E5D">
        <w:t xml:space="preserve"> ! </w:t>
      </w:r>
      <w:r w:rsidRPr="003E4D35">
        <w:t>Hawkins</w:t>
      </w:r>
      <w:r w:rsidR="00B97E5D">
        <w:t xml:space="preserve">, </w:t>
      </w:r>
      <w:r w:rsidRPr="003E4D35">
        <w:t>mai</w:t>
      </w:r>
      <w:r w:rsidRPr="003E4D35">
        <w:t>n</w:t>
      </w:r>
      <w:r w:rsidRPr="003E4D35">
        <w:t>tenant</w:t>
      </w:r>
      <w:r w:rsidR="00B97E5D">
        <w:t xml:space="preserve">, </w:t>
      </w:r>
      <w:r w:rsidRPr="003E4D35">
        <w:t>cherchait de nouveau à s</w:t>
      </w:r>
      <w:r w:rsidR="00B97E5D">
        <w:t>’</w:t>
      </w:r>
      <w:r w:rsidRPr="003E4D35">
        <w:t>asseoir</w:t>
      </w:r>
      <w:r w:rsidR="00B97E5D">
        <w:t xml:space="preserve">, </w:t>
      </w:r>
      <w:r w:rsidRPr="003E4D35">
        <w:t>car la musique en avait fini avec les hymnes nationaux</w:t>
      </w:r>
      <w:r w:rsidR="00B97E5D">
        <w:t xml:space="preserve">. </w:t>
      </w:r>
      <w:r w:rsidRPr="003E4D35">
        <w:t>Le phonographe jouait</w:t>
      </w:r>
      <w:r w:rsidRPr="003E4D35">
        <w:rPr>
          <w:i/>
          <w:iCs/>
        </w:rPr>
        <w:t xml:space="preserve"> Sous les ponts de Paris</w:t>
      </w:r>
      <w:r w:rsidR="00B97E5D">
        <w:rPr>
          <w:i/>
          <w:iCs/>
        </w:rPr>
        <w:t xml:space="preserve">. </w:t>
      </w:r>
      <w:r w:rsidRPr="003E4D35">
        <w:t>Hawkins me faisait expliquer les paroles fra</w:t>
      </w:r>
      <w:r w:rsidRPr="003E4D35">
        <w:t>n</w:t>
      </w:r>
      <w:r w:rsidRPr="003E4D35">
        <w:t>çaises</w:t>
      </w:r>
      <w:r w:rsidR="00B97E5D">
        <w:t xml:space="preserve">, </w:t>
      </w:r>
      <w:r w:rsidRPr="003E4D35">
        <w:t>puis chantait le refrain</w:t>
      </w:r>
      <w:r w:rsidR="00B97E5D">
        <w:t xml:space="preserve">, </w:t>
      </w:r>
      <w:r w:rsidRPr="003E4D35">
        <w:t>mâchonnant l</w:t>
      </w:r>
      <w:r w:rsidR="00B97E5D">
        <w:t>’</w:t>
      </w:r>
      <w:r w:rsidRPr="003E4D35">
        <w:t>air de ces mots pour lui nouveaux comme avec de nouvelles dents</w:t>
      </w:r>
      <w:r w:rsidR="00B97E5D">
        <w:t xml:space="preserve">. </w:t>
      </w:r>
      <w:r w:rsidRPr="003E4D35">
        <w:t>Puis ce fut un tango</w:t>
      </w:r>
      <w:r w:rsidR="00B97E5D">
        <w:t xml:space="preserve">, </w:t>
      </w:r>
      <w:r w:rsidRPr="003E4D35">
        <w:t>et sur son visage tout ce qu</w:t>
      </w:r>
      <w:r w:rsidR="00B97E5D">
        <w:t>’</w:t>
      </w:r>
      <w:r w:rsidRPr="003E4D35">
        <w:t>un tango peut suggérer à la pensée d</w:t>
      </w:r>
      <w:r w:rsidR="00B97E5D">
        <w:t>’</w:t>
      </w:r>
      <w:r w:rsidRPr="003E4D35">
        <w:t>un étudiant d</w:t>
      </w:r>
      <w:r w:rsidR="00B97E5D">
        <w:t>’</w:t>
      </w:r>
      <w:r w:rsidRPr="003E4D35">
        <w:t>Oxford</w:t>
      </w:r>
      <w:r w:rsidR="00B97E5D">
        <w:t xml:space="preserve">, </w:t>
      </w:r>
      <w:r w:rsidRPr="003E4D35">
        <w:t>je m</w:t>
      </w:r>
      <w:r w:rsidR="00B97E5D">
        <w:t>’</w:t>
      </w:r>
      <w:r w:rsidRPr="003E4D35">
        <w:t>étonnais de le lire dans ses moindres détails</w:t>
      </w:r>
      <w:r w:rsidR="00B97E5D">
        <w:t xml:space="preserve">. </w:t>
      </w:r>
      <w:r w:rsidRPr="003E4D35">
        <w:t>Cinq années de solitude m</w:t>
      </w:r>
      <w:r w:rsidR="00B97E5D">
        <w:t>’</w:t>
      </w:r>
      <w:r w:rsidRPr="003E4D35">
        <w:t>avaient appris à deviner d</w:t>
      </w:r>
      <w:r w:rsidR="00B97E5D">
        <w:t>’</w:t>
      </w:r>
      <w:r w:rsidRPr="003E4D35">
        <w:t xml:space="preserve">après les crispations </w:t>
      </w:r>
      <w:r w:rsidRPr="003E4D35">
        <w:lastRenderedPageBreak/>
        <w:t>de lèvres ou les reflets sur les joues quels noms propres ou quels noms de ville traversent une pensée d</w:t>
      </w:r>
      <w:r w:rsidR="00B97E5D">
        <w:t>’</w:t>
      </w:r>
      <w:r w:rsidRPr="003E4D35">
        <w:t>homme</w:t>
      </w:r>
      <w:r w:rsidR="00B97E5D">
        <w:t xml:space="preserve">… </w:t>
      </w:r>
      <w:r w:rsidRPr="003E4D35">
        <w:t>Rien d</w:t>
      </w:r>
      <w:r w:rsidR="00B97E5D">
        <w:t>’</w:t>
      </w:r>
      <w:r w:rsidRPr="003E4D35">
        <w:t>ailleurs que de logique dans la rêverie d</w:t>
      </w:r>
      <w:r w:rsidR="00B97E5D">
        <w:t>’</w:t>
      </w:r>
      <w:r w:rsidRPr="003E4D35">
        <w:t>Hawkins</w:t>
      </w:r>
      <w:r w:rsidR="00B97E5D">
        <w:t xml:space="preserve">. </w:t>
      </w:r>
      <w:r w:rsidRPr="003E4D35">
        <w:t>En cette première seconde</w:t>
      </w:r>
      <w:r w:rsidR="00B97E5D">
        <w:t xml:space="preserve">, </w:t>
      </w:r>
      <w:r w:rsidRPr="003E4D35">
        <w:t>il songeait à la Havane</w:t>
      </w:r>
      <w:r w:rsidR="00B97E5D">
        <w:t xml:space="preserve">, </w:t>
      </w:r>
      <w:r w:rsidRPr="003E4D35">
        <w:t>il voyait un passager</w:t>
      </w:r>
      <w:r w:rsidR="00B97E5D">
        <w:t xml:space="preserve">, </w:t>
      </w:r>
      <w:r w:rsidRPr="003E4D35">
        <w:t>au transbordement</w:t>
      </w:r>
      <w:r w:rsidR="00B97E5D">
        <w:t xml:space="preserve">, </w:t>
      </w:r>
      <w:r w:rsidRPr="003E4D35">
        <w:t>effaré de voir tomber sa malle à chapeau dans la mer</w:t>
      </w:r>
      <w:r w:rsidR="00B97E5D">
        <w:t xml:space="preserve">. </w:t>
      </w:r>
      <w:r w:rsidRPr="003E4D35">
        <w:t>En cette deuxième seconde</w:t>
      </w:r>
      <w:r w:rsidR="00B97E5D">
        <w:t xml:space="preserve">, </w:t>
      </w:r>
      <w:r w:rsidRPr="003E4D35">
        <w:t>à deux statues du port de Bahia</w:t>
      </w:r>
      <w:r w:rsidR="00B97E5D">
        <w:t xml:space="preserve">, </w:t>
      </w:r>
      <w:r w:rsidRPr="003E4D35">
        <w:t>dont les oreilles étaient des c</w:t>
      </w:r>
      <w:r w:rsidRPr="003E4D35">
        <w:t>o</w:t>
      </w:r>
      <w:r w:rsidRPr="003E4D35">
        <w:t>quillages gigantesques</w:t>
      </w:r>
      <w:r w:rsidR="00B97E5D">
        <w:t xml:space="preserve"> ; </w:t>
      </w:r>
      <w:r w:rsidRPr="003E4D35">
        <w:t>l</w:t>
      </w:r>
      <w:r w:rsidR="00B97E5D">
        <w:t>’</w:t>
      </w:r>
      <w:r w:rsidRPr="003E4D35">
        <w:t>un d</w:t>
      </w:r>
      <w:r w:rsidR="00B97E5D">
        <w:t>’</w:t>
      </w:r>
      <w:r w:rsidRPr="003E4D35">
        <w:t>ailleurs était faux et l</w:t>
      </w:r>
      <w:r w:rsidR="00B97E5D">
        <w:t>’</w:t>
      </w:r>
      <w:r w:rsidRPr="003E4D35">
        <w:t>on n</w:t>
      </w:r>
      <w:r w:rsidR="00B97E5D">
        <w:t>’</w:t>
      </w:r>
      <w:r w:rsidRPr="003E4D35">
        <w:t>y e</w:t>
      </w:r>
      <w:r w:rsidRPr="003E4D35">
        <w:t>n</w:t>
      </w:r>
      <w:r w:rsidRPr="003E4D35">
        <w:t>tendait pas la mer</w:t>
      </w:r>
      <w:r w:rsidR="00B97E5D">
        <w:t xml:space="preserve">. </w:t>
      </w:r>
      <w:r w:rsidRPr="003E4D35">
        <w:t>En cette seconde</w:t>
      </w:r>
      <w:r w:rsidR="00B97E5D">
        <w:t xml:space="preserve">, </w:t>
      </w:r>
      <w:r w:rsidRPr="003E4D35">
        <w:t>à Madrid</w:t>
      </w:r>
      <w:r w:rsidR="00B97E5D">
        <w:t xml:space="preserve">, </w:t>
      </w:r>
      <w:r w:rsidRPr="003E4D35">
        <w:t>à la caissière b</w:t>
      </w:r>
      <w:r w:rsidRPr="003E4D35">
        <w:t>i</w:t>
      </w:r>
      <w:r w:rsidRPr="003E4D35">
        <w:t>gle du Palace Hôtel</w:t>
      </w:r>
      <w:r w:rsidR="00B97E5D">
        <w:t xml:space="preserve">, </w:t>
      </w:r>
      <w:r w:rsidRPr="003E4D35">
        <w:t>à Goya</w:t>
      </w:r>
      <w:r w:rsidR="00B97E5D">
        <w:t xml:space="preserve">, </w:t>
      </w:r>
      <w:r w:rsidRPr="003E4D35">
        <w:t>à Vélasquez</w:t>
      </w:r>
      <w:r w:rsidR="00B97E5D">
        <w:t xml:space="preserve">. </w:t>
      </w:r>
      <w:r w:rsidRPr="003E4D35">
        <w:t>Puis</w:t>
      </w:r>
      <w:r w:rsidR="00B97E5D">
        <w:t xml:space="preserve">, </w:t>
      </w:r>
      <w:r w:rsidRPr="003E4D35">
        <w:t>soudain</w:t>
      </w:r>
      <w:r w:rsidR="00B97E5D">
        <w:t xml:space="preserve">, </w:t>
      </w:r>
      <w:r w:rsidRPr="003E4D35">
        <w:t>le tango fini</w:t>
      </w:r>
      <w:r w:rsidR="00B97E5D">
        <w:t xml:space="preserve">, </w:t>
      </w:r>
      <w:r w:rsidRPr="003E4D35">
        <w:t xml:space="preserve">à pas </w:t>
      </w:r>
      <w:proofErr w:type="spellStart"/>
      <w:r w:rsidRPr="003E4D35">
        <w:t>grand</w:t>
      </w:r>
      <w:r w:rsidR="00B97E5D">
        <w:t>’</w:t>
      </w:r>
      <w:r w:rsidRPr="003E4D35">
        <w:t>chose</w:t>
      </w:r>
      <w:proofErr w:type="spellEnd"/>
      <w:r w:rsidR="00B97E5D">
        <w:t xml:space="preserve">, </w:t>
      </w:r>
      <w:r w:rsidRPr="003E4D35">
        <w:t>à rien</w:t>
      </w:r>
      <w:r w:rsidR="00B97E5D">
        <w:t xml:space="preserve">… </w:t>
      </w:r>
      <w:r w:rsidRPr="003E4D35">
        <w:t>Que je l</w:t>
      </w:r>
      <w:r w:rsidR="00B97E5D">
        <w:t>’</w:t>
      </w:r>
      <w:r w:rsidRPr="003E4D35">
        <w:t>aimais</w:t>
      </w:r>
      <w:r w:rsidR="00B97E5D">
        <w:t> !</w:t>
      </w:r>
    </w:p>
    <w:p w14:paraId="41BADD8C" w14:textId="77777777" w:rsidR="00B97E5D" w:rsidRDefault="00F225BE" w:rsidP="00F225BE">
      <w:r w:rsidRPr="003E4D35">
        <w:t>Et la nuit revint</w:t>
      </w:r>
      <w:r w:rsidR="00B97E5D">
        <w:t xml:space="preserve">. </w:t>
      </w:r>
      <w:r w:rsidRPr="003E4D35">
        <w:t>Le phonographe</w:t>
      </w:r>
      <w:r w:rsidR="00B97E5D">
        <w:t xml:space="preserve">, </w:t>
      </w:r>
      <w:r w:rsidRPr="003E4D35">
        <w:t>la lampe électrique du canot à travers les cocotiers</w:t>
      </w:r>
      <w:r w:rsidR="00B97E5D">
        <w:t xml:space="preserve">, </w:t>
      </w:r>
      <w:r w:rsidRPr="003E4D35">
        <w:t>un cri de singe au loin</w:t>
      </w:r>
      <w:r w:rsidR="00B97E5D">
        <w:t xml:space="preserve">, </w:t>
      </w:r>
      <w:r w:rsidRPr="003E4D35">
        <w:t>tout cela donnait à mon âme le mal que donne un jardin public de ba</w:t>
      </w:r>
      <w:r w:rsidRPr="003E4D35">
        <w:t>n</w:t>
      </w:r>
      <w:r w:rsidRPr="003E4D35">
        <w:t>lieue</w:t>
      </w:r>
      <w:r w:rsidR="00B97E5D">
        <w:t xml:space="preserve">, </w:t>
      </w:r>
      <w:r w:rsidRPr="003E4D35">
        <w:t>et devant un miroir j</w:t>
      </w:r>
      <w:r w:rsidR="00B97E5D">
        <w:t>’</w:t>
      </w:r>
      <w:r w:rsidRPr="003E4D35">
        <w:t>aurais pu d</w:t>
      </w:r>
      <w:r w:rsidR="00B97E5D">
        <w:t>’</w:t>
      </w:r>
      <w:r w:rsidRPr="003E4D35">
        <w:t>après mon visage deviner quels mots terribles traversaient en me déchirant toute</w:t>
      </w:r>
      <w:r w:rsidR="00B97E5D">
        <w:t xml:space="preserve"> : </w:t>
      </w:r>
      <w:r w:rsidRPr="003E4D35">
        <w:t>le V</w:t>
      </w:r>
      <w:r w:rsidRPr="003E4D35">
        <w:t>é</w:t>
      </w:r>
      <w:r w:rsidRPr="003E4D35">
        <w:t>sinet</w:t>
      </w:r>
      <w:r w:rsidR="00B97E5D">
        <w:t xml:space="preserve">, </w:t>
      </w:r>
      <w:r w:rsidRPr="003E4D35">
        <w:t>La Garenne-Bezons</w:t>
      </w:r>
      <w:r w:rsidR="00B97E5D">
        <w:t xml:space="preserve">, </w:t>
      </w:r>
      <w:r w:rsidRPr="003E4D35">
        <w:t>peut-être Bois-Colombes</w:t>
      </w:r>
      <w:r w:rsidR="00B97E5D">
        <w:t xml:space="preserve">… </w:t>
      </w:r>
      <w:r w:rsidRPr="003E4D35">
        <w:t>Sur la grève</w:t>
      </w:r>
      <w:r w:rsidR="00B97E5D">
        <w:t xml:space="preserve">, </w:t>
      </w:r>
      <w:r w:rsidRPr="003E4D35">
        <w:t>le mécanicien sifflotait les airs déjà joués</w:t>
      </w:r>
      <w:r w:rsidR="00B97E5D">
        <w:t xml:space="preserve">, </w:t>
      </w:r>
      <w:r w:rsidRPr="003E4D35">
        <w:t>mais en retard de deux ou trois disques</w:t>
      </w:r>
      <w:r w:rsidR="00B97E5D">
        <w:t xml:space="preserve">. </w:t>
      </w:r>
      <w:r w:rsidRPr="003E4D35">
        <w:t>Je savais qu</w:t>
      </w:r>
      <w:r w:rsidR="00B97E5D">
        <w:t>’</w:t>
      </w:r>
      <w:r w:rsidRPr="003E4D35">
        <w:t>il s</w:t>
      </w:r>
      <w:r w:rsidR="00B97E5D">
        <w:t>’</w:t>
      </w:r>
      <w:r w:rsidRPr="003E4D35">
        <w:t>occupait à réunir tout ce qu</w:t>
      </w:r>
      <w:r w:rsidR="00B97E5D">
        <w:t>’</w:t>
      </w:r>
      <w:r w:rsidRPr="003E4D35">
        <w:t>il y avait de bleu</w:t>
      </w:r>
      <w:r w:rsidR="00B97E5D">
        <w:t xml:space="preserve">, </w:t>
      </w:r>
      <w:r w:rsidRPr="003E4D35">
        <w:t>de blanc et de rouge dans le vestiaire pour mettre à la poupe un pavillon français</w:t>
      </w:r>
      <w:r w:rsidR="00B97E5D">
        <w:t xml:space="preserve">, </w:t>
      </w:r>
      <w:r w:rsidRPr="003E4D35">
        <w:t>mais j</w:t>
      </w:r>
      <w:r w:rsidR="00B97E5D">
        <w:t>’</w:t>
      </w:r>
      <w:r w:rsidRPr="003E4D35">
        <w:t>hésitais à a</w:t>
      </w:r>
      <w:r w:rsidRPr="003E4D35">
        <w:t>l</w:t>
      </w:r>
      <w:r w:rsidRPr="003E4D35">
        <w:t>ler le voir</w:t>
      </w:r>
      <w:r w:rsidR="00B97E5D">
        <w:t xml:space="preserve"> : </w:t>
      </w:r>
      <w:r w:rsidRPr="003E4D35">
        <w:t>je n</w:t>
      </w:r>
      <w:r w:rsidR="00B97E5D">
        <w:t>’</w:t>
      </w:r>
      <w:r w:rsidRPr="003E4D35">
        <w:t>étais pas sûre de ne pas l</w:t>
      </w:r>
      <w:r w:rsidR="00B97E5D">
        <w:t>’</w:t>
      </w:r>
      <w:r w:rsidRPr="003E4D35">
        <w:t>aimer</w:t>
      </w:r>
      <w:r w:rsidR="00B97E5D">
        <w:t xml:space="preserve"> ! </w:t>
      </w:r>
      <w:r w:rsidRPr="003E4D35">
        <w:t>Il vint enfin</w:t>
      </w:r>
      <w:r w:rsidR="00B97E5D">
        <w:t xml:space="preserve">, </w:t>
      </w:r>
      <w:r w:rsidRPr="003E4D35">
        <w:t>se courbant devant moi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offrant le drapeau boursouflé sur ses deux mains comme un lange avec un enfant</w:t>
      </w:r>
      <w:r w:rsidR="00B97E5D">
        <w:t xml:space="preserve">. </w:t>
      </w:r>
      <w:r w:rsidRPr="003E4D35">
        <w:t>Il avait ce langage assuré</w:t>
      </w:r>
      <w:r w:rsidR="00B97E5D">
        <w:t xml:space="preserve">, </w:t>
      </w:r>
      <w:r w:rsidRPr="003E4D35">
        <w:t>ces yeux à iris carré</w:t>
      </w:r>
      <w:r w:rsidR="00B97E5D">
        <w:t xml:space="preserve">, </w:t>
      </w:r>
      <w:r w:rsidRPr="003E4D35">
        <w:t>ce dandinement des épaules qui vous rendent</w:t>
      </w:r>
      <w:r w:rsidR="00B97E5D">
        <w:t xml:space="preserve">, </w:t>
      </w:r>
      <w:r w:rsidRPr="003E4D35">
        <w:t>avec leur cravate jaune et bleu clair</w:t>
      </w:r>
      <w:r w:rsidR="00B97E5D">
        <w:t xml:space="preserve">, </w:t>
      </w:r>
      <w:r w:rsidRPr="003E4D35">
        <w:t>les chau</w:t>
      </w:r>
      <w:r w:rsidRPr="003E4D35">
        <w:t>f</w:t>
      </w:r>
      <w:r w:rsidRPr="003E4D35">
        <w:t>feurs-mécaniciens plus chers que l</w:t>
      </w:r>
      <w:r w:rsidR="00B97E5D">
        <w:t>’</w:t>
      </w:r>
      <w:r w:rsidRPr="003E4D35">
        <w:t>amour</w:t>
      </w:r>
      <w:r w:rsidR="00B97E5D">
        <w:t>.</w:t>
      </w:r>
    </w:p>
    <w:p w14:paraId="6CAE1BB9" w14:textId="33118227" w:rsidR="00F225BE" w:rsidRPr="003E4D35" w:rsidRDefault="00F225BE" w:rsidP="00F225BE"/>
    <w:p w14:paraId="6E3D7F8B" w14:textId="77777777" w:rsidR="00B97E5D" w:rsidRDefault="00F225BE" w:rsidP="00F225BE">
      <w:r w:rsidRPr="003E4D35">
        <w:t>Billy</w:t>
      </w:r>
      <w:r w:rsidR="00B97E5D">
        <w:t xml:space="preserve">, </w:t>
      </w:r>
      <w:r w:rsidRPr="003E4D35">
        <w:t>qui était seulement chasseur d</w:t>
      </w:r>
      <w:r w:rsidR="00B97E5D">
        <w:t>’</w:t>
      </w:r>
      <w:r w:rsidRPr="003E4D35">
        <w:t>antilopes et de co</w:t>
      </w:r>
      <w:r w:rsidRPr="003E4D35">
        <w:t>u</w:t>
      </w:r>
      <w:r w:rsidRPr="003E4D35">
        <w:t>guars</w:t>
      </w:r>
      <w:r w:rsidR="00B97E5D">
        <w:t xml:space="preserve">, </w:t>
      </w:r>
      <w:r w:rsidRPr="003E4D35">
        <w:t>et qui détestait l</w:t>
      </w:r>
      <w:r w:rsidR="00B97E5D">
        <w:t>’</w:t>
      </w:r>
      <w:r w:rsidRPr="003E4D35">
        <w:t>astronomie</w:t>
      </w:r>
      <w:r w:rsidR="00B97E5D">
        <w:t xml:space="preserve">, </w:t>
      </w:r>
      <w:r w:rsidRPr="003E4D35">
        <w:t xml:space="preserve">avait songé à me ramener </w:t>
      </w:r>
      <w:r w:rsidRPr="003E4D35">
        <w:lastRenderedPageBreak/>
        <w:t>au yacht</w:t>
      </w:r>
      <w:r w:rsidR="00B97E5D">
        <w:t xml:space="preserve">, </w:t>
      </w:r>
      <w:r w:rsidRPr="003E4D35">
        <w:t xml:space="preserve">ancré à </w:t>
      </w:r>
      <w:proofErr w:type="spellStart"/>
      <w:r w:rsidRPr="003E4D35">
        <w:t>Rimsky-Korsakov</w:t>
      </w:r>
      <w:proofErr w:type="spellEnd"/>
      <w:r w:rsidR="00B97E5D">
        <w:t xml:space="preserve">, </w:t>
      </w:r>
      <w:r w:rsidRPr="003E4D35">
        <w:t>dans le désir</w:t>
      </w:r>
      <w:r w:rsidR="00B97E5D">
        <w:t xml:space="preserve">, </w:t>
      </w:r>
      <w:r w:rsidRPr="003E4D35">
        <w:t>je crois</w:t>
      </w:r>
      <w:r w:rsidR="00B97E5D">
        <w:t xml:space="preserve">, </w:t>
      </w:r>
      <w:r w:rsidRPr="003E4D35">
        <w:t>de me montrer dès le lendemain sa collection de peaux et de co</w:t>
      </w:r>
      <w:r w:rsidRPr="003E4D35">
        <w:t>r</w:t>
      </w:r>
      <w:r w:rsidRPr="003E4D35">
        <w:t>nes</w:t>
      </w:r>
      <w:r w:rsidR="00B97E5D">
        <w:t xml:space="preserve">, </w:t>
      </w:r>
      <w:r w:rsidRPr="003E4D35">
        <w:t>mais je décidai de ne partir qu</w:t>
      </w:r>
      <w:r w:rsidR="00B97E5D">
        <w:t>’</w:t>
      </w:r>
      <w:r w:rsidRPr="003E4D35">
        <w:t>avec eux tous et d</w:t>
      </w:r>
      <w:r w:rsidR="00B97E5D">
        <w:t>’</w:t>
      </w:r>
      <w:r w:rsidRPr="003E4D35">
        <w:t>attendre l</w:t>
      </w:r>
      <w:r w:rsidR="00B97E5D">
        <w:t>’</w:t>
      </w:r>
      <w:r w:rsidRPr="003E4D35">
        <w:t>éclipse</w:t>
      </w:r>
      <w:r w:rsidR="00B97E5D">
        <w:t xml:space="preserve">. </w:t>
      </w:r>
      <w:r w:rsidRPr="003E4D35">
        <w:t>Ils m</w:t>
      </w:r>
      <w:r w:rsidR="00B97E5D">
        <w:t>’</w:t>
      </w:r>
      <w:r w:rsidRPr="003E4D35">
        <w:t>approuvèrent</w:t>
      </w:r>
      <w:r w:rsidR="00B97E5D">
        <w:t xml:space="preserve">, </w:t>
      </w:r>
      <w:r w:rsidRPr="003E4D35">
        <w:t>car ils craignaient qu</w:t>
      </w:r>
      <w:r w:rsidR="00B97E5D">
        <w:t>’</w:t>
      </w:r>
      <w:r w:rsidRPr="003E4D35">
        <w:t>elle ne fût accompagnée d</w:t>
      </w:r>
      <w:r w:rsidR="00B97E5D">
        <w:t>’</w:t>
      </w:r>
      <w:r w:rsidRPr="003E4D35">
        <w:t>un typhon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eus tout le temps de leur prése</w:t>
      </w:r>
      <w:r w:rsidRPr="003E4D35">
        <w:t>n</w:t>
      </w:r>
      <w:r w:rsidRPr="003E4D35">
        <w:t>ter mon île</w:t>
      </w:r>
      <w:r w:rsidR="00B97E5D">
        <w:t xml:space="preserve">. </w:t>
      </w:r>
      <w:r w:rsidRPr="003E4D35">
        <w:t>Elle était prête</w:t>
      </w:r>
      <w:r w:rsidR="00B97E5D">
        <w:t xml:space="preserve">… </w:t>
      </w:r>
      <w:r w:rsidRPr="003E4D35">
        <w:t>Au fond</w:t>
      </w:r>
      <w:r w:rsidR="00B97E5D">
        <w:t xml:space="preserve">, </w:t>
      </w:r>
      <w:r w:rsidRPr="003E4D35">
        <w:t>le souci de cette réception avait guidé tous mes actes durant ces cinq années</w:t>
      </w:r>
      <w:r w:rsidR="00B97E5D">
        <w:t xml:space="preserve"> ; </w:t>
      </w:r>
      <w:r w:rsidRPr="003E4D35">
        <w:t>j</w:t>
      </w:r>
      <w:r w:rsidR="00B97E5D">
        <w:t>’</w:t>
      </w:r>
      <w:r w:rsidRPr="003E4D35">
        <w:t>avais fait de l</w:t>
      </w:r>
      <w:r w:rsidR="00B97E5D">
        <w:t>’</w:t>
      </w:r>
      <w:r w:rsidRPr="003E4D35">
        <w:t>île un parc</w:t>
      </w:r>
      <w:r w:rsidR="00B97E5D">
        <w:t xml:space="preserve">, </w:t>
      </w:r>
      <w:r w:rsidRPr="003E4D35">
        <w:t>un salon</w:t>
      </w:r>
      <w:r w:rsidR="00B97E5D">
        <w:t xml:space="preserve">, </w:t>
      </w:r>
      <w:r w:rsidRPr="003E4D35">
        <w:t>astiquant les grèves de nacre</w:t>
      </w:r>
      <w:r w:rsidR="00B97E5D">
        <w:t xml:space="preserve">, </w:t>
      </w:r>
      <w:r w:rsidRPr="003E4D35">
        <w:t>polissant les récifs</w:t>
      </w:r>
      <w:r w:rsidR="00B97E5D">
        <w:t xml:space="preserve">, </w:t>
      </w:r>
      <w:r w:rsidRPr="003E4D35">
        <w:t>colorant de rouge vif par des injections dans les rac</w:t>
      </w:r>
      <w:r w:rsidRPr="003E4D35">
        <w:t>i</w:t>
      </w:r>
      <w:r w:rsidRPr="003E4D35">
        <w:t>nes des bosquets entiers</w:t>
      </w:r>
      <w:r w:rsidR="00B97E5D">
        <w:t xml:space="preserve">, </w:t>
      </w:r>
      <w:r w:rsidRPr="003E4D35">
        <w:t>que je bordais ensuite d</w:t>
      </w:r>
      <w:r w:rsidR="00B97E5D">
        <w:t>’</w:t>
      </w:r>
      <w:r w:rsidRPr="003E4D35">
        <w:t>orchidées n</w:t>
      </w:r>
      <w:r w:rsidRPr="003E4D35">
        <w:t>è</w:t>
      </w:r>
      <w:r w:rsidRPr="003E4D35">
        <w:t>gres</w:t>
      </w:r>
      <w:r w:rsidR="00B97E5D">
        <w:t xml:space="preserve">, </w:t>
      </w:r>
      <w:r w:rsidRPr="003E4D35">
        <w:t>essuyant sur les cavernes marines cette poussière que donne l</w:t>
      </w:r>
      <w:r w:rsidR="00B97E5D">
        <w:t>’</w:t>
      </w:r>
      <w:r w:rsidRPr="003E4D35">
        <w:t>Océan avec autant de profusion qu</w:t>
      </w:r>
      <w:r w:rsidR="00B97E5D">
        <w:t>’</w:t>
      </w:r>
      <w:r w:rsidRPr="003E4D35">
        <w:t>une route en Pr</w:t>
      </w:r>
      <w:r w:rsidRPr="003E4D35">
        <w:t>o</w:t>
      </w:r>
      <w:r w:rsidRPr="003E4D35">
        <w:t>vence</w:t>
      </w:r>
      <w:r w:rsidR="00B97E5D">
        <w:t xml:space="preserve">, </w:t>
      </w:r>
      <w:r w:rsidRPr="003E4D35">
        <w:t>ayant dédaigné aussi d</w:t>
      </w:r>
      <w:r w:rsidR="00B97E5D">
        <w:t>’</w:t>
      </w:r>
      <w:r w:rsidRPr="003E4D35">
        <w:t>encombrer ma demeure d</w:t>
      </w:r>
      <w:r w:rsidR="00B97E5D">
        <w:t>’</w:t>
      </w:r>
      <w:r w:rsidRPr="003E4D35">
        <w:t>objets qui pouvaient être utiles</w:t>
      </w:r>
      <w:r w:rsidR="00B97E5D">
        <w:t xml:space="preserve">, </w:t>
      </w:r>
      <w:r w:rsidRPr="003E4D35">
        <w:t>mais qui l</w:t>
      </w:r>
      <w:r w:rsidR="00B97E5D">
        <w:t>’</w:t>
      </w:r>
      <w:r w:rsidRPr="003E4D35">
        <w:t>eussent ridiculisée le jour de mon sauvetage</w:t>
      </w:r>
      <w:r w:rsidR="00B97E5D">
        <w:t xml:space="preserve">, </w:t>
      </w:r>
      <w:r w:rsidRPr="003E4D35">
        <w:t>tables</w:t>
      </w:r>
      <w:r w:rsidR="00B97E5D">
        <w:t xml:space="preserve">, </w:t>
      </w:r>
      <w:r w:rsidRPr="003E4D35">
        <w:t>chaises ou baquets</w:t>
      </w:r>
      <w:r w:rsidR="00B97E5D">
        <w:t xml:space="preserve"> ; </w:t>
      </w:r>
      <w:r w:rsidRPr="003E4D35">
        <w:t>c</w:t>
      </w:r>
      <w:r w:rsidR="00B97E5D">
        <w:t>’</w:t>
      </w:r>
      <w:r w:rsidRPr="003E4D35">
        <w:t>était un jardin sans un journal sur les pelouses</w:t>
      </w:r>
      <w:r w:rsidR="00B97E5D">
        <w:t xml:space="preserve">, </w:t>
      </w:r>
      <w:r w:rsidRPr="003E4D35">
        <w:t>sans une feuille morte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île en somme la mieux cirée de Polynésie</w:t>
      </w:r>
      <w:r w:rsidR="00B97E5D">
        <w:t xml:space="preserve">, </w:t>
      </w:r>
      <w:r w:rsidRPr="003E4D35">
        <w:t>et Billy glissait sur le corail</w:t>
      </w:r>
      <w:r w:rsidR="00B97E5D">
        <w:t xml:space="preserve">. </w:t>
      </w:r>
      <w:r w:rsidRPr="003E4D35">
        <w:t>Aux oiseaux mêmes j</w:t>
      </w:r>
      <w:r w:rsidR="00B97E5D">
        <w:t>’</w:t>
      </w:r>
      <w:r w:rsidRPr="003E4D35">
        <w:t>avais donné des habitudes de volière</w:t>
      </w:r>
      <w:r w:rsidR="00B97E5D">
        <w:t xml:space="preserve">, </w:t>
      </w:r>
      <w:r w:rsidRPr="003E4D35">
        <w:t>les nourrissant aux mêmes ronds-points</w:t>
      </w:r>
      <w:r w:rsidR="00B97E5D">
        <w:t xml:space="preserve">, </w:t>
      </w:r>
      <w:r w:rsidRPr="003E4D35">
        <w:t>reléguant les nids-jardins des oiseaux jardiniers dans un seul pré tout planté maintenant de leurs maisons ouvrières</w:t>
      </w:r>
      <w:r w:rsidR="00B97E5D">
        <w:t xml:space="preserve">, </w:t>
      </w:r>
      <w:r w:rsidRPr="003E4D35">
        <w:t>pelant les mousses les palétuviers</w:t>
      </w:r>
      <w:r w:rsidR="00B97E5D">
        <w:t xml:space="preserve">, </w:t>
      </w:r>
      <w:r w:rsidRPr="003E4D35">
        <w:t>seule laideur de mes arbres</w:t>
      </w:r>
      <w:r w:rsidR="00B97E5D">
        <w:t xml:space="preserve">, </w:t>
      </w:r>
      <w:r w:rsidRPr="003E4D35">
        <w:t>pour qu</w:t>
      </w:r>
      <w:r w:rsidR="00B97E5D">
        <w:t>’</w:t>
      </w:r>
      <w:r w:rsidRPr="003E4D35">
        <w:t>ils ne fussent pas surpris dans cette flanelle</w:t>
      </w:r>
      <w:r w:rsidR="00B97E5D">
        <w:t xml:space="preserve">, </w:t>
      </w:r>
      <w:r w:rsidRPr="003E4D35">
        <w:t>et tendant le long des allées mes rideaux de plumes</w:t>
      </w:r>
      <w:r w:rsidR="00B97E5D">
        <w:t>, (</w:t>
      </w:r>
      <w:r w:rsidRPr="003E4D35">
        <w:t>tout semblables</w:t>
      </w:r>
      <w:r w:rsidR="00B97E5D">
        <w:t xml:space="preserve">, </w:t>
      </w:r>
      <w:r w:rsidRPr="003E4D35">
        <w:t>disait Hawkins</w:t>
      </w:r>
      <w:r w:rsidR="00B97E5D">
        <w:t xml:space="preserve">, </w:t>
      </w:r>
      <w:r w:rsidRPr="003E4D35">
        <w:t>aux rideaux dont on camouflait les routes près du front</w:t>
      </w:r>
      <w:r w:rsidR="00B97E5D">
        <w:t xml:space="preserve">, </w:t>
      </w:r>
      <w:r w:rsidRPr="003E4D35">
        <w:t>avec la différence qu</w:t>
      </w:r>
      <w:r w:rsidR="00B97E5D">
        <w:t>’</w:t>
      </w:r>
      <w:r w:rsidRPr="003E4D35">
        <w:t>ils étaient en plumes de paradis</w:t>
      </w:r>
      <w:r w:rsidR="00B97E5D">
        <w:t xml:space="preserve">). </w:t>
      </w:r>
      <w:r w:rsidRPr="003E4D35">
        <w:t>La réception avait tardé</w:t>
      </w:r>
      <w:r w:rsidR="00B97E5D">
        <w:t xml:space="preserve">, </w:t>
      </w:r>
      <w:r w:rsidRPr="003E4D35">
        <w:t>les a</w:t>
      </w:r>
      <w:r w:rsidRPr="003E4D35">
        <w:t>r</w:t>
      </w:r>
      <w:r w:rsidRPr="003E4D35">
        <w:t>bustes étaient devenus arbres</w:t>
      </w:r>
      <w:r w:rsidR="00B97E5D">
        <w:t xml:space="preserve">, </w:t>
      </w:r>
      <w:r w:rsidRPr="003E4D35">
        <w:t>les perroquets parlaient une la</w:t>
      </w:r>
      <w:r w:rsidRPr="003E4D35">
        <w:t>n</w:t>
      </w:r>
      <w:r w:rsidRPr="003E4D35">
        <w:t>gue humaine</w:t>
      </w:r>
      <w:r w:rsidR="00B97E5D">
        <w:t xml:space="preserve">, </w:t>
      </w:r>
      <w:r w:rsidRPr="003E4D35">
        <w:t>mais cette heure de thé dans quatre tasses en noix de coco semblait justifier aux yeux de Dieu</w:t>
      </w:r>
      <w:r w:rsidR="00B97E5D">
        <w:t xml:space="preserve">, </w:t>
      </w:r>
      <w:r w:rsidRPr="003E4D35">
        <w:t>et justifiait en tout cas au mien</w:t>
      </w:r>
      <w:r w:rsidR="00B97E5D">
        <w:t xml:space="preserve">, </w:t>
      </w:r>
      <w:r w:rsidRPr="003E4D35">
        <w:t>cinq années de drames et de malheur</w:t>
      </w:r>
      <w:r w:rsidR="00B97E5D">
        <w:t>.</w:t>
      </w:r>
    </w:p>
    <w:p w14:paraId="30E16C31" w14:textId="77777777" w:rsidR="00B97E5D" w:rsidRDefault="00F225BE" w:rsidP="00F225BE">
      <w:r w:rsidRPr="003E4D35">
        <w:t>Puis l</w:t>
      </w:r>
      <w:r w:rsidR="00B97E5D">
        <w:t>’</w:t>
      </w:r>
      <w:r w:rsidRPr="003E4D35">
        <w:t>éclipse eut lieu</w:t>
      </w:r>
      <w:r w:rsidR="00B97E5D">
        <w:t xml:space="preserve">, </w:t>
      </w:r>
      <w:r w:rsidRPr="003E4D35">
        <w:t>augmentant l</w:t>
      </w:r>
      <w:r w:rsidR="00B97E5D">
        <w:t>’</w:t>
      </w:r>
      <w:r w:rsidRPr="003E4D35">
        <w:t>irritation de Billy</w:t>
      </w:r>
      <w:r w:rsidR="00B97E5D">
        <w:t xml:space="preserve">, </w:t>
      </w:r>
      <w:r w:rsidRPr="003E4D35">
        <w:t>qui ne pouvait comprendre l</w:t>
      </w:r>
      <w:r w:rsidR="00B97E5D">
        <w:t>’</w:t>
      </w:r>
      <w:r w:rsidRPr="003E4D35">
        <w:t>émotion des deux astronomes</w:t>
      </w:r>
      <w:r w:rsidR="00B97E5D">
        <w:t xml:space="preserve">, </w:t>
      </w:r>
      <w:r w:rsidRPr="003E4D35">
        <w:t xml:space="preserve">et en </w:t>
      </w:r>
      <w:r w:rsidRPr="003E4D35">
        <w:lastRenderedPageBreak/>
        <w:t>quoi les phénomènes terrestres sont primés par les solaires et les lunaires</w:t>
      </w:r>
      <w:r w:rsidR="00B97E5D">
        <w:t xml:space="preserve">. </w:t>
      </w:r>
      <w:r w:rsidRPr="003E4D35">
        <w:t>Il s</w:t>
      </w:r>
      <w:r w:rsidR="00B97E5D">
        <w:t>’</w:t>
      </w:r>
      <w:r w:rsidRPr="003E4D35">
        <w:t>indignait</w:t>
      </w:r>
      <w:r w:rsidR="00B97E5D">
        <w:t xml:space="preserve">, </w:t>
      </w:r>
      <w:r w:rsidRPr="003E4D35">
        <w:t>tandis que tous trois</w:t>
      </w:r>
      <w:r w:rsidR="00B97E5D">
        <w:t xml:space="preserve">, </w:t>
      </w:r>
      <w:r w:rsidRPr="003E4D35">
        <w:t>par ce voile jeté sur la lune</w:t>
      </w:r>
      <w:r w:rsidR="00B97E5D">
        <w:t xml:space="preserve">, </w:t>
      </w:r>
      <w:r w:rsidRPr="003E4D35">
        <w:t>comme les serins quand on cache leur cage</w:t>
      </w:r>
      <w:r w:rsidR="00B97E5D">
        <w:t xml:space="preserve">, </w:t>
      </w:r>
      <w:r w:rsidRPr="003E4D35">
        <w:t>nous nous taisions</w:t>
      </w:r>
      <w:r w:rsidR="00B97E5D">
        <w:t xml:space="preserve">. </w:t>
      </w:r>
      <w:r w:rsidRPr="003E4D35">
        <w:t>Il comparait chacun des astres à une des bêtes qu</w:t>
      </w:r>
      <w:r w:rsidR="00B97E5D">
        <w:t>’</w:t>
      </w:r>
      <w:r w:rsidRPr="003E4D35">
        <w:t>il chassait</w:t>
      </w:r>
      <w:r w:rsidR="00B97E5D">
        <w:t xml:space="preserve">, </w:t>
      </w:r>
      <w:r w:rsidRPr="003E4D35">
        <w:t>et ne pouvait arriver à le lui préférer</w:t>
      </w:r>
      <w:r w:rsidR="00B97E5D">
        <w:t xml:space="preserve">. </w:t>
      </w:r>
      <w:r w:rsidRPr="003E4D35">
        <w:t>Il criait contre tous ces instruments qu</w:t>
      </w:r>
      <w:r w:rsidR="00B97E5D">
        <w:t>’</w:t>
      </w:r>
      <w:r w:rsidRPr="003E4D35">
        <w:t>Hawkins et Jack braquaient sur le ciel sans jamais tirer</w:t>
      </w:r>
      <w:r w:rsidR="00B97E5D">
        <w:t xml:space="preserve">, </w:t>
      </w:r>
      <w:r w:rsidRPr="003E4D35">
        <w:t>soudain apaisé et interloqué par une étoile filante</w:t>
      </w:r>
      <w:r w:rsidR="00B97E5D">
        <w:t xml:space="preserve">, </w:t>
      </w:r>
      <w:r w:rsidRPr="003E4D35">
        <w:t>frappée par eux au cœur</w:t>
      </w:r>
      <w:r w:rsidR="00B97E5D">
        <w:t xml:space="preserve">. </w:t>
      </w:r>
      <w:r w:rsidRPr="003E4D35">
        <w:t>Il disparut</w:t>
      </w:r>
      <w:r w:rsidR="00B97E5D">
        <w:t xml:space="preserve">, </w:t>
      </w:r>
      <w:r w:rsidRPr="003E4D35">
        <w:t>et je l</w:t>
      </w:r>
      <w:r w:rsidR="00B97E5D">
        <w:t>’</w:t>
      </w:r>
      <w:r w:rsidRPr="003E4D35">
        <w:t>ape</w:t>
      </w:r>
      <w:r w:rsidRPr="003E4D35">
        <w:t>r</w:t>
      </w:r>
      <w:r w:rsidRPr="003E4D35">
        <w:t>çus plus tard gravant des mots au chalumeau oxhydrique sur le rocher du promontoire</w:t>
      </w:r>
      <w:r w:rsidR="00B97E5D">
        <w:t xml:space="preserve"> ; </w:t>
      </w:r>
      <w:r w:rsidRPr="003E4D35">
        <w:t>il avait l</w:t>
      </w:r>
      <w:r w:rsidR="00B97E5D">
        <w:t>’</w:t>
      </w:r>
      <w:r w:rsidRPr="003E4D35">
        <w:t>air d</w:t>
      </w:r>
      <w:r w:rsidR="00B97E5D">
        <w:t>’</w:t>
      </w:r>
      <w:r w:rsidRPr="003E4D35">
        <w:t>un cambrioleur qui fo</w:t>
      </w:r>
      <w:r w:rsidRPr="003E4D35">
        <w:t>r</w:t>
      </w:r>
      <w:r w:rsidRPr="003E4D35">
        <w:t>çait les secrets de l</w:t>
      </w:r>
      <w:r w:rsidR="00B97E5D">
        <w:t>’</w:t>
      </w:r>
      <w:r w:rsidRPr="003E4D35">
        <w:t>île</w:t>
      </w:r>
      <w:r w:rsidR="00B97E5D">
        <w:t xml:space="preserve"> ; </w:t>
      </w:r>
      <w:r w:rsidRPr="003E4D35">
        <w:t>en fait il lui en ajoutait un</w:t>
      </w:r>
      <w:r w:rsidR="00B97E5D">
        <w:t xml:space="preserve">, </w:t>
      </w:r>
      <w:r w:rsidRPr="003E4D35">
        <w:t>il écrivait</w:t>
      </w:r>
      <w:r w:rsidR="00B97E5D">
        <w:t> :</w:t>
      </w:r>
    </w:p>
    <w:p w14:paraId="39384430" w14:textId="4852F081" w:rsidR="00F225BE" w:rsidRPr="003E4D35" w:rsidRDefault="00F225BE" w:rsidP="00B97E5D">
      <w:pPr>
        <w:pStyle w:val="Centr"/>
      </w:pPr>
      <w:r w:rsidRPr="003E4D35">
        <w:t>CETTE ÎLE EST L</w:t>
      </w:r>
      <w:r w:rsidR="00B97E5D">
        <w:t>’</w:t>
      </w:r>
      <w:r w:rsidRPr="003E4D35">
        <w:t>ÎLE SUZANNE</w:t>
      </w:r>
      <w:r w:rsidRPr="003E4D35">
        <w:br/>
        <w:t>OÙ LES DÉMONS DE POLYNÉSIE</w:t>
      </w:r>
      <w:r w:rsidRPr="003E4D35">
        <w:br/>
        <w:t>LES TERREURS</w:t>
      </w:r>
      <w:r w:rsidRPr="003E4D35">
        <w:br/>
        <w:t>L</w:t>
      </w:r>
      <w:r w:rsidR="00B97E5D">
        <w:t>’</w:t>
      </w:r>
      <w:r w:rsidRPr="003E4D35">
        <w:t>ÉGOÏSME</w:t>
      </w:r>
      <w:r w:rsidRPr="003E4D35">
        <w:br/>
        <w:t>FURENT VAINCUS PAR UNE JEUNE FILLE</w:t>
      </w:r>
      <w:r w:rsidRPr="003E4D35">
        <w:br/>
        <w:t>DE BELLAC</w:t>
      </w:r>
    </w:p>
    <w:p w14:paraId="4F814085" w14:textId="77777777" w:rsidR="00B97E5D" w:rsidRDefault="00F225BE" w:rsidP="00F225BE">
      <w:r w:rsidRPr="003E4D35">
        <w:t>C</w:t>
      </w:r>
      <w:r w:rsidR="00B97E5D">
        <w:t>’</w:t>
      </w:r>
      <w:r w:rsidRPr="003E4D35">
        <w:t>est le lendemain que le canot partit</w:t>
      </w:r>
      <w:r w:rsidR="00B97E5D">
        <w:t xml:space="preserve">, </w:t>
      </w:r>
      <w:r w:rsidRPr="003E4D35">
        <w:t>face au soleil</w:t>
      </w:r>
      <w:r w:rsidR="00B97E5D">
        <w:t xml:space="preserve">. </w:t>
      </w:r>
      <w:r w:rsidRPr="003E4D35">
        <w:t>Pas de typhon</w:t>
      </w:r>
      <w:r w:rsidR="00B97E5D">
        <w:t xml:space="preserve">. </w:t>
      </w:r>
      <w:r w:rsidRPr="003E4D35">
        <w:t>La mer était puissamment calme comme celui qui a r</w:t>
      </w:r>
      <w:r w:rsidRPr="003E4D35">
        <w:t>e</w:t>
      </w:r>
      <w:r w:rsidRPr="003E4D35">
        <w:t>noncé à une colère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assise face à mon île</w:t>
      </w:r>
      <w:r w:rsidR="00B97E5D">
        <w:t xml:space="preserve">. </w:t>
      </w:r>
      <w:r w:rsidRPr="003E4D35">
        <w:t>Peu à peu elle s</w:t>
      </w:r>
      <w:r w:rsidR="00B97E5D">
        <w:t>’</w:t>
      </w:r>
      <w:r w:rsidRPr="003E4D35">
        <w:t>arrondit</w:t>
      </w:r>
      <w:r w:rsidR="00B97E5D">
        <w:t xml:space="preserve"> ; </w:t>
      </w:r>
      <w:r w:rsidRPr="003E4D35">
        <w:t>pour la première fois je la vis d</w:t>
      </w:r>
      <w:r w:rsidR="00B97E5D">
        <w:t>’</w:t>
      </w:r>
      <w:r w:rsidRPr="003E4D35">
        <w:t>un peu plus loin</w:t>
      </w:r>
      <w:r w:rsidR="00B97E5D">
        <w:t xml:space="preserve">, </w:t>
      </w:r>
      <w:r w:rsidRPr="003E4D35">
        <w:t>de loin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horizon</w:t>
      </w:r>
      <w:r w:rsidR="00B97E5D">
        <w:t xml:space="preserve">. </w:t>
      </w:r>
      <w:r w:rsidRPr="003E4D35">
        <w:t>Elle étincelait</w:t>
      </w:r>
      <w:r w:rsidR="00B97E5D">
        <w:t xml:space="preserve">, </w:t>
      </w:r>
      <w:r w:rsidRPr="003E4D35">
        <w:t>elle n</w:t>
      </w:r>
      <w:r w:rsidR="00B97E5D">
        <w:t>’</w:t>
      </w:r>
      <w:r w:rsidRPr="003E4D35">
        <w:t>était plus que rubis et t</w:t>
      </w:r>
      <w:r w:rsidRPr="003E4D35">
        <w:t>o</w:t>
      </w:r>
      <w:r w:rsidRPr="003E4D35">
        <w:t>paze</w:t>
      </w:r>
      <w:r w:rsidR="00B97E5D">
        <w:t xml:space="preserve">, </w:t>
      </w:r>
      <w:r w:rsidRPr="003E4D35">
        <w:t>tous ces rayons dans lesquels j</w:t>
      </w:r>
      <w:r w:rsidR="00B97E5D">
        <w:t>’</w:t>
      </w:r>
      <w:r w:rsidRPr="003E4D35">
        <w:t>avais été prise six ans ne m</w:t>
      </w:r>
      <w:r w:rsidR="00B97E5D">
        <w:t>’</w:t>
      </w:r>
      <w:r w:rsidRPr="003E4D35">
        <w:t>atteignaient plus que par leur sommet</w:t>
      </w:r>
      <w:r w:rsidR="00B97E5D">
        <w:t xml:space="preserve">, </w:t>
      </w:r>
      <w:r w:rsidRPr="003E4D35">
        <w:t>ma tête seule était e</w:t>
      </w:r>
      <w:r w:rsidRPr="003E4D35">
        <w:t>n</w:t>
      </w:r>
      <w:r w:rsidRPr="003E4D35">
        <w:t>core illuminée par eux</w:t>
      </w:r>
      <w:r w:rsidR="00B97E5D">
        <w:t xml:space="preserve"> ; </w:t>
      </w:r>
      <w:r w:rsidRPr="003E4D35">
        <w:t>un mille encore</w:t>
      </w:r>
      <w:r w:rsidR="00B97E5D">
        <w:t xml:space="preserve">, </w:t>
      </w:r>
      <w:r w:rsidRPr="003E4D35">
        <w:t>et je reprenais ma l</w:t>
      </w:r>
      <w:r w:rsidRPr="003E4D35">
        <w:t>u</w:t>
      </w:r>
      <w:r w:rsidRPr="003E4D35">
        <w:t>mière terne d</w:t>
      </w:r>
      <w:r w:rsidR="00B97E5D">
        <w:t>’</w:t>
      </w:r>
      <w:r w:rsidRPr="003E4D35">
        <w:t>Européenne</w:t>
      </w:r>
      <w:r w:rsidR="00B97E5D">
        <w:t xml:space="preserve">, </w:t>
      </w:r>
      <w:r w:rsidRPr="003E4D35">
        <w:t>sous la vraie poudre de riz que m</w:t>
      </w:r>
      <w:r w:rsidR="00B97E5D">
        <w:t>’</w:t>
      </w:r>
      <w:r w:rsidRPr="003E4D35">
        <w:t>avait prêtée Hawkins</w:t>
      </w:r>
      <w:r w:rsidR="00B97E5D">
        <w:t xml:space="preserve">. </w:t>
      </w:r>
      <w:r w:rsidRPr="003E4D35">
        <w:t>Mais surtout mon île semblait habitée</w:t>
      </w:r>
      <w:r w:rsidR="00B97E5D">
        <w:t xml:space="preserve">. </w:t>
      </w:r>
      <w:r w:rsidRPr="003E4D35">
        <w:t>Dans les frondaisons</w:t>
      </w:r>
      <w:r w:rsidR="00B97E5D">
        <w:t xml:space="preserve">, </w:t>
      </w:r>
      <w:r w:rsidRPr="003E4D35">
        <w:t>dans les formes des collines</w:t>
      </w:r>
      <w:r w:rsidR="00B97E5D">
        <w:t xml:space="preserve">, </w:t>
      </w:r>
      <w:r w:rsidRPr="003E4D35">
        <w:t>il y avait</w:t>
      </w:r>
      <w:r w:rsidR="00B97E5D">
        <w:t xml:space="preserve">, </w:t>
      </w:r>
      <w:r w:rsidRPr="003E4D35">
        <w:t>par moi seule apportée</w:t>
      </w:r>
      <w:r w:rsidR="00B97E5D">
        <w:t xml:space="preserve">, </w:t>
      </w:r>
      <w:r w:rsidRPr="003E4D35">
        <w:t>cette harmonie que quarante millions de Français ont juste achevé d</w:t>
      </w:r>
      <w:r w:rsidR="00B97E5D">
        <w:t>’</w:t>
      </w:r>
      <w:r w:rsidRPr="003E4D35">
        <w:t>imposer à leurs montagnes et forêts</w:t>
      </w:r>
      <w:r w:rsidR="00B97E5D">
        <w:t xml:space="preserve">. </w:t>
      </w:r>
      <w:r w:rsidRPr="003E4D35">
        <w:t xml:space="preserve">Mon </w:t>
      </w:r>
      <w:proofErr w:type="spellStart"/>
      <w:r w:rsidRPr="003E4D35">
        <w:t>île</w:t>
      </w:r>
      <w:proofErr w:type="spellEnd"/>
      <w:r w:rsidRPr="003E4D35">
        <w:t xml:space="preserve"> était usée juste comme la </w:t>
      </w:r>
      <w:r w:rsidRPr="003E4D35">
        <w:lastRenderedPageBreak/>
        <w:t>France</w:t>
      </w:r>
      <w:r w:rsidR="00B97E5D">
        <w:t xml:space="preserve">. </w:t>
      </w:r>
      <w:r w:rsidRPr="003E4D35">
        <w:t>Au-dessus d</w:t>
      </w:r>
      <w:r w:rsidR="00B97E5D">
        <w:t>’</w:t>
      </w:r>
      <w:r w:rsidRPr="003E4D35">
        <w:t>elle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par ces vols réguliers et nombreux qui aboutissaient à un être humain comme la queue à sa comète</w:t>
      </w:r>
      <w:r w:rsidR="00B97E5D">
        <w:t xml:space="preserve">, </w:t>
      </w:r>
      <w:r w:rsidRPr="003E4D35">
        <w:t>que volaient les o</w:t>
      </w:r>
      <w:r w:rsidRPr="003E4D35">
        <w:t>i</w:t>
      </w:r>
      <w:r w:rsidRPr="003E4D35">
        <w:t>seaux</w:t>
      </w:r>
      <w:r w:rsidR="00B97E5D">
        <w:t xml:space="preserve">, </w:t>
      </w:r>
      <w:r w:rsidRPr="003E4D35">
        <w:t>plus épars au-dessus des autres îles que des poussières dans une eau Saint-Galmier</w:t>
      </w:r>
      <w:r w:rsidR="00B97E5D">
        <w:t xml:space="preserve">. </w:t>
      </w:r>
      <w:r w:rsidRPr="003E4D35">
        <w:t>Parfois un arbre que j</w:t>
      </w:r>
      <w:r w:rsidR="00B97E5D">
        <w:t>’</w:t>
      </w:r>
      <w:r w:rsidRPr="003E4D35">
        <w:t>avais to</w:t>
      </w:r>
      <w:r w:rsidRPr="003E4D35">
        <w:t>u</w:t>
      </w:r>
      <w:r w:rsidRPr="003E4D35">
        <w:t>jours cru confondu avec les autres m</w:t>
      </w:r>
      <w:r w:rsidR="00B97E5D">
        <w:t>’</w:t>
      </w:r>
      <w:r w:rsidRPr="003E4D35">
        <w:t>apparaissait tout seul et me faisait un adieu isolé</w:t>
      </w:r>
      <w:r w:rsidR="00B97E5D">
        <w:t xml:space="preserve">. </w:t>
      </w:r>
      <w:r w:rsidRPr="003E4D35">
        <w:t>Les places que je croyais mes cachettes les plus sûres apparurent aussi pour la plupart</w:t>
      </w:r>
      <w:r w:rsidR="00B97E5D">
        <w:t xml:space="preserve"> : </w:t>
      </w:r>
      <w:r w:rsidRPr="003E4D35">
        <w:t>c</w:t>
      </w:r>
      <w:r w:rsidR="00B97E5D">
        <w:t>’</w:t>
      </w:r>
      <w:r w:rsidRPr="003E4D35">
        <w:t>est quand je pleurais ou je priais que j</w:t>
      </w:r>
      <w:r w:rsidR="00B97E5D">
        <w:t>’</w:t>
      </w:r>
      <w:r w:rsidRPr="003E4D35">
        <w:t>avais été le plus visible</w:t>
      </w:r>
      <w:r w:rsidR="00B97E5D">
        <w:t xml:space="preserve">. </w:t>
      </w:r>
      <w:r w:rsidRPr="003E4D35">
        <w:t>Puis la s</w:t>
      </w:r>
      <w:r w:rsidRPr="003E4D35">
        <w:t>e</w:t>
      </w:r>
      <w:r w:rsidRPr="003E4D35">
        <w:t>conde île se rapprocha d</w:t>
      </w:r>
      <w:r w:rsidR="00B97E5D">
        <w:t>’</w:t>
      </w:r>
      <w:r w:rsidRPr="003E4D35">
        <w:t>elle</w:t>
      </w:r>
      <w:r w:rsidR="00B97E5D">
        <w:t xml:space="preserve">, </w:t>
      </w:r>
      <w:r w:rsidRPr="003E4D35">
        <w:t>lui glissa un reflet qu</w:t>
      </w:r>
      <w:r w:rsidR="00B97E5D">
        <w:t>’</w:t>
      </w:r>
      <w:r w:rsidRPr="003E4D35">
        <w:t>elle accepta et cacha</w:t>
      </w:r>
      <w:r w:rsidR="00B97E5D">
        <w:t xml:space="preserve">, </w:t>
      </w:r>
      <w:r w:rsidRPr="003E4D35">
        <w:t>comme une femme qui mène au train son ami le billet de l</w:t>
      </w:r>
      <w:r w:rsidR="00B97E5D">
        <w:t>’</w:t>
      </w:r>
      <w:r w:rsidRPr="003E4D35">
        <w:t>ami qui reste</w:t>
      </w:r>
      <w:r w:rsidR="00B97E5D">
        <w:t xml:space="preserve">. </w:t>
      </w:r>
      <w:r w:rsidRPr="003E4D35">
        <w:t>Puis un choc au canot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le dernier re</w:t>
      </w:r>
      <w:r w:rsidRPr="003E4D35">
        <w:t>s</w:t>
      </w:r>
      <w:r w:rsidRPr="003E4D35">
        <w:t>saut de la houle contre mes récifs</w:t>
      </w:r>
      <w:r w:rsidR="00B97E5D">
        <w:t xml:space="preserve"> ; </w:t>
      </w:r>
      <w:r w:rsidRPr="003E4D35">
        <w:t>puis une contraction de mon cœur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était sans doute la ligne d</w:t>
      </w:r>
      <w:r w:rsidR="00B97E5D">
        <w:t>’</w:t>
      </w:r>
      <w:r w:rsidRPr="003E4D35">
        <w:t>où les Canaques qu</w:t>
      </w:r>
      <w:r w:rsidR="00B97E5D">
        <w:t>’</w:t>
      </w:r>
      <w:r w:rsidRPr="003E4D35">
        <w:t>on arrache à leur patrie se précipitent à la mer</w:t>
      </w:r>
      <w:r w:rsidR="00B97E5D">
        <w:t xml:space="preserve">. </w:t>
      </w:r>
      <w:r w:rsidRPr="003E4D35">
        <w:t>Deux ou trois de mes o</w:t>
      </w:r>
      <w:r w:rsidRPr="003E4D35">
        <w:t>i</w:t>
      </w:r>
      <w:r w:rsidRPr="003E4D35">
        <w:t>seaux favoris m</w:t>
      </w:r>
      <w:r w:rsidR="00B97E5D">
        <w:t>’</w:t>
      </w:r>
      <w:r w:rsidRPr="003E4D35">
        <w:t>accompagnèrent longtemps</w:t>
      </w:r>
      <w:r w:rsidR="00B97E5D">
        <w:t xml:space="preserve">, </w:t>
      </w:r>
      <w:r w:rsidRPr="003E4D35">
        <w:t>puis</w:t>
      </w:r>
      <w:r w:rsidR="00B97E5D">
        <w:t xml:space="preserve">, </w:t>
      </w:r>
      <w:r w:rsidRPr="003E4D35">
        <w:t>à je ne sais quelle autre limite</w:t>
      </w:r>
      <w:r w:rsidR="00B97E5D">
        <w:t xml:space="preserve">, </w:t>
      </w:r>
      <w:r w:rsidRPr="003E4D35">
        <w:t>désolés mais contraints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abandonnèrent</w:t>
      </w:r>
      <w:r w:rsidR="00B97E5D">
        <w:t xml:space="preserve">. </w:t>
      </w:r>
      <w:r w:rsidRPr="003E4D35">
        <w:t>Je pleurais</w:t>
      </w:r>
      <w:r w:rsidR="00B97E5D">
        <w:t xml:space="preserve">. </w:t>
      </w:r>
      <w:r w:rsidRPr="003E4D35">
        <w:t>Billy pour la première fois maudissait la terre</w:t>
      </w:r>
      <w:r w:rsidR="00B97E5D">
        <w:t xml:space="preserve">, </w:t>
      </w:r>
      <w:r w:rsidRPr="003E4D35">
        <w:t>et me détourna de ses bras vers l</w:t>
      </w:r>
      <w:r w:rsidR="00B97E5D">
        <w:t>’</w:t>
      </w:r>
      <w:r w:rsidRPr="003E4D35">
        <w:t xml:space="preserve">avant juste à la seconde où mon </w:t>
      </w:r>
      <w:proofErr w:type="spellStart"/>
      <w:r w:rsidRPr="003E4D35">
        <w:t>île</w:t>
      </w:r>
      <w:proofErr w:type="spellEnd"/>
      <w:r w:rsidRPr="003E4D35">
        <w:t xml:space="preserve"> disparut</w:t>
      </w:r>
      <w:r w:rsidR="00B97E5D">
        <w:t xml:space="preserve">, </w:t>
      </w:r>
      <w:r w:rsidRPr="003E4D35">
        <w:t>comme on détourne la tête d</w:t>
      </w:r>
      <w:r w:rsidR="00B97E5D">
        <w:t>’</w:t>
      </w:r>
      <w:r w:rsidRPr="003E4D35">
        <w:t>un enfant au moment exact où le monsieur dans le lit meurt</w:t>
      </w:r>
      <w:r w:rsidR="00B97E5D">
        <w:t>.</w:t>
      </w:r>
    </w:p>
    <w:p w14:paraId="6F047A11" w14:textId="77777777" w:rsidR="00B97E5D" w:rsidRDefault="00F225BE" w:rsidP="00F225BE">
      <w:r w:rsidRPr="003E4D35">
        <w:t>Ainsi je quittai l</w:t>
      </w:r>
      <w:r w:rsidR="00B97E5D">
        <w:t>’</w:t>
      </w:r>
      <w:r w:rsidRPr="003E4D35">
        <w:t>île</w:t>
      </w:r>
      <w:r w:rsidR="00B97E5D">
        <w:t xml:space="preserve">. </w:t>
      </w:r>
      <w:r w:rsidRPr="003E4D35">
        <w:t>Parfois je frissonnais</w:t>
      </w:r>
      <w:r w:rsidR="00B97E5D">
        <w:t xml:space="preserve">, </w:t>
      </w:r>
      <w:r w:rsidRPr="003E4D35">
        <w:t>croyant être e</w:t>
      </w:r>
      <w:r w:rsidRPr="003E4D35">
        <w:t>f</w:t>
      </w:r>
      <w:r w:rsidRPr="003E4D35">
        <w:t>fleurée à nouveau par un de mes oiseaux</w:t>
      </w:r>
      <w:r w:rsidR="00B97E5D">
        <w:t xml:space="preserve"> ; </w:t>
      </w:r>
      <w:r w:rsidRPr="003E4D35">
        <w:t>mais c</w:t>
      </w:r>
      <w:r w:rsidR="00B97E5D">
        <w:t>’</w:t>
      </w:r>
      <w:r w:rsidRPr="003E4D35">
        <w:t>était le vent qui emportait une des mille dépouilles de paradisiers entassés sur le pont</w:t>
      </w:r>
      <w:r w:rsidR="00B97E5D">
        <w:t xml:space="preserve">. </w:t>
      </w:r>
      <w:r w:rsidRPr="003E4D35">
        <w:t>Avec des yeux aussi gonflés de larmes qu</w:t>
      </w:r>
      <w:r w:rsidR="00B97E5D">
        <w:t>’</w:t>
      </w:r>
      <w:r w:rsidRPr="003E4D35">
        <w:t>une pe</w:t>
      </w:r>
      <w:r w:rsidRPr="003E4D35">
        <w:t>n</w:t>
      </w:r>
      <w:r w:rsidRPr="003E4D35">
        <w:t>sionnaire qui va au couvent</w:t>
      </w:r>
      <w:r w:rsidR="00B97E5D">
        <w:t xml:space="preserve">, </w:t>
      </w:r>
      <w:r w:rsidRPr="003E4D35">
        <w:t>je surveillais les glissades de la mallette que mes amis m</w:t>
      </w:r>
      <w:r w:rsidR="00B97E5D">
        <w:t>’</w:t>
      </w:r>
      <w:r w:rsidRPr="003E4D35">
        <w:t>avaient prêtée</w:t>
      </w:r>
      <w:r w:rsidR="00B97E5D">
        <w:t xml:space="preserve">. </w:t>
      </w:r>
      <w:r w:rsidRPr="003E4D35">
        <w:t>Petit trousseau de pe</w:t>
      </w:r>
      <w:r w:rsidRPr="003E4D35">
        <w:t>n</w:t>
      </w:r>
      <w:r w:rsidRPr="003E4D35">
        <w:t>sion qui ne contenait que des litres de perles</w:t>
      </w:r>
      <w:r w:rsidR="00B97E5D">
        <w:t xml:space="preserve">… </w:t>
      </w:r>
      <w:r w:rsidRPr="003E4D35">
        <w:t>Billy essayait de me distraire</w:t>
      </w:r>
      <w:r w:rsidR="00B97E5D">
        <w:t xml:space="preserve">, </w:t>
      </w:r>
      <w:r w:rsidRPr="003E4D35">
        <w:t>me parlait de Wilson</w:t>
      </w:r>
      <w:r w:rsidR="00B97E5D">
        <w:t xml:space="preserve">, </w:t>
      </w:r>
      <w:r w:rsidRPr="003E4D35">
        <w:t>de Victor Hugo</w:t>
      </w:r>
      <w:r w:rsidR="00B97E5D">
        <w:t xml:space="preserve">, </w:t>
      </w:r>
      <w:r w:rsidRPr="003E4D35">
        <w:t>de Verlaine</w:t>
      </w:r>
      <w:r w:rsidR="00B97E5D">
        <w:t xml:space="preserve">, </w:t>
      </w:r>
      <w:r w:rsidRPr="003E4D35">
        <w:t>comme on m</w:t>
      </w:r>
      <w:r w:rsidR="00B97E5D">
        <w:t>’</w:t>
      </w:r>
      <w:r w:rsidRPr="003E4D35">
        <w:t>eût parlé</w:t>
      </w:r>
      <w:r w:rsidR="00B97E5D">
        <w:t xml:space="preserve">, </w:t>
      </w:r>
      <w:r w:rsidRPr="003E4D35">
        <w:t>fillette</w:t>
      </w:r>
      <w:r w:rsidR="00B97E5D">
        <w:t xml:space="preserve">, </w:t>
      </w:r>
      <w:r w:rsidRPr="003E4D35">
        <w:t>des pions et des sous-maîtresses que j</w:t>
      </w:r>
      <w:r w:rsidR="00B97E5D">
        <w:t>’</w:t>
      </w:r>
      <w:r w:rsidRPr="003E4D35">
        <w:t>allais avoir en Europe</w:t>
      </w:r>
      <w:r w:rsidR="00B97E5D">
        <w:t xml:space="preserve">… </w:t>
      </w:r>
      <w:r w:rsidRPr="003E4D35">
        <w:t>Hawkins qui avait la meilleure vue de tous et qui s</w:t>
      </w:r>
      <w:r w:rsidR="00B97E5D">
        <w:t>’</w:t>
      </w:r>
      <w:r w:rsidRPr="003E4D35">
        <w:t>était tourné vers l</w:t>
      </w:r>
      <w:r w:rsidR="00B97E5D">
        <w:t>’</w:t>
      </w:r>
      <w:r w:rsidRPr="003E4D35">
        <w:t xml:space="preserve">arrière </w:t>
      </w:r>
      <w:r w:rsidRPr="003E4D35">
        <w:lastRenderedPageBreak/>
        <w:t>resta une demi-heure ainsi avec une jumelle</w:t>
      </w:r>
      <w:r w:rsidR="00B97E5D">
        <w:t xml:space="preserve">, </w:t>
      </w:r>
      <w:r w:rsidRPr="003E4D35">
        <w:t>puis me prit par la main et me dit tout à coup</w:t>
      </w:r>
      <w:r w:rsidR="00B97E5D">
        <w:t> :</w:t>
      </w:r>
    </w:p>
    <w:p w14:paraId="3CE2A3C7" w14:textId="77777777" w:rsidR="00B97E5D" w:rsidRDefault="00B97E5D" w:rsidP="00F225BE">
      <w:r>
        <w:t>— </w:t>
      </w:r>
      <w:r w:rsidR="00F225BE" w:rsidRPr="003E4D35">
        <w:t>C</w:t>
      </w:r>
      <w:r>
        <w:t>’</w:t>
      </w:r>
      <w:r w:rsidR="00F225BE" w:rsidRPr="003E4D35">
        <w:t>est fini</w:t>
      </w:r>
      <w:r>
        <w:t xml:space="preserve"> : </w:t>
      </w:r>
      <w:r w:rsidR="00F225BE" w:rsidRPr="003E4D35">
        <w:t>on ne la voit plus</w:t>
      </w:r>
      <w:r>
        <w:t>…</w:t>
      </w:r>
    </w:p>
    <w:p w14:paraId="0A219B06" w14:textId="77777777" w:rsidR="00B97E5D" w:rsidRDefault="00F225BE" w:rsidP="00F225BE">
      <w:r w:rsidRPr="003E4D35">
        <w:t>C</w:t>
      </w:r>
      <w:r w:rsidR="00B97E5D">
        <w:t>’</w:t>
      </w:r>
      <w:r w:rsidRPr="003E4D35">
        <w:t xml:space="preserve">est ainsi que mon </w:t>
      </w:r>
      <w:proofErr w:type="spellStart"/>
      <w:r w:rsidRPr="003E4D35">
        <w:t>île</w:t>
      </w:r>
      <w:proofErr w:type="spellEnd"/>
      <w:r w:rsidRPr="003E4D35">
        <w:t xml:space="preserve"> devint invisible</w:t>
      </w:r>
      <w:r w:rsidR="00B97E5D">
        <w:t>…</w:t>
      </w:r>
    </w:p>
    <w:p w14:paraId="5A344282" w14:textId="77777777" w:rsidR="00B97E5D" w:rsidRDefault="00F225BE" w:rsidP="00F225BE">
      <w:r w:rsidRPr="003E4D35">
        <w:t xml:space="preserve">Que vous </w:t>
      </w:r>
      <w:proofErr w:type="spellStart"/>
      <w:r w:rsidRPr="003E4D35">
        <w:t>dire</w:t>
      </w:r>
      <w:proofErr w:type="spellEnd"/>
      <w:r w:rsidRPr="003E4D35">
        <w:t xml:space="preserve"> maintenant</w:t>
      </w:r>
      <w:r w:rsidR="00B97E5D">
        <w:t> ?</w:t>
      </w:r>
    </w:p>
    <w:p w14:paraId="68A9AB49" w14:textId="77777777" w:rsidR="00B97E5D" w:rsidRDefault="00F225BE" w:rsidP="00F225BE">
      <w:r w:rsidRPr="003E4D35">
        <w:t>Comment</w:t>
      </w:r>
      <w:r w:rsidR="00B97E5D">
        <w:t xml:space="preserve">, </w:t>
      </w:r>
      <w:r w:rsidRPr="003E4D35">
        <w:t>le soir même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aperçus une autre terre</w:t>
      </w:r>
      <w:r w:rsidR="00B97E5D">
        <w:t xml:space="preserve">, </w:t>
      </w:r>
      <w:r w:rsidRPr="003E4D35">
        <w:t>puis une autre avec des collines</w:t>
      </w:r>
      <w:r w:rsidR="00B97E5D">
        <w:t xml:space="preserve">, </w:t>
      </w:r>
      <w:r w:rsidRPr="003E4D35">
        <w:t>puis une autre avec des montagnes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avais l</w:t>
      </w:r>
      <w:r w:rsidR="00B97E5D">
        <w:t>’</w:t>
      </w:r>
      <w:r w:rsidRPr="003E4D35">
        <w:t>impression que la mer</w:t>
      </w:r>
      <w:r w:rsidR="00B97E5D">
        <w:t xml:space="preserve">, </w:t>
      </w:r>
      <w:r w:rsidRPr="003E4D35">
        <w:t>que le déluge</w:t>
      </w:r>
      <w:r w:rsidR="00B97E5D">
        <w:t xml:space="preserve">, </w:t>
      </w:r>
      <w:r w:rsidRPr="003E4D35">
        <w:t>descendaient</w:t>
      </w:r>
      <w:r w:rsidR="00B97E5D">
        <w:t xml:space="preserve"> ? </w:t>
      </w:r>
      <w:r w:rsidRPr="003E4D35">
        <w:t>Comment Billy</w:t>
      </w:r>
      <w:r w:rsidR="00B97E5D">
        <w:t xml:space="preserve"> (</w:t>
      </w:r>
      <w:r w:rsidRPr="003E4D35">
        <w:t>rien en moi sans doute n</w:t>
      </w:r>
      <w:r w:rsidR="00B97E5D">
        <w:t>’</w:t>
      </w:r>
      <w:r w:rsidRPr="003E4D35">
        <w:t>étant solaire ou l</w:t>
      </w:r>
      <w:r w:rsidRPr="003E4D35">
        <w:t>u</w:t>
      </w:r>
      <w:r w:rsidRPr="003E4D35">
        <w:t>naire</w:t>
      </w:r>
      <w:r w:rsidR="00B97E5D">
        <w:t xml:space="preserve">) </w:t>
      </w:r>
      <w:r w:rsidRPr="003E4D35">
        <w:t>devint à son tour amoureux et ne me lâcha plus</w:t>
      </w:r>
      <w:r w:rsidR="00B97E5D">
        <w:t xml:space="preserve"> ? </w:t>
      </w:r>
      <w:r w:rsidRPr="003E4D35">
        <w:t>Co</w:t>
      </w:r>
      <w:r w:rsidRPr="003E4D35">
        <w:t>m</w:t>
      </w:r>
      <w:r w:rsidRPr="003E4D35">
        <w:t>ment mon sauvetage me plaçait au point le plus éloigné de son pays où puisse parvenir une Française</w:t>
      </w:r>
      <w:r w:rsidR="00B97E5D">
        <w:t xml:space="preserve"> ? </w:t>
      </w:r>
      <w:r w:rsidRPr="003E4D35">
        <w:t>De plus loin de la France</w:t>
      </w:r>
      <w:r w:rsidR="00B97E5D">
        <w:t xml:space="preserve">, </w:t>
      </w:r>
      <w:r w:rsidRPr="003E4D35">
        <w:t>disait Jack</w:t>
      </w:r>
      <w:r w:rsidR="00B97E5D">
        <w:t xml:space="preserve">, </w:t>
      </w:r>
      <w:r w:rsidRPr="003E4D35">
        <w:t>il n</w:t>
      </w:r>
      <w:r w:rsidR="00B97E5D">
        <w:t>’</w:t>
      </w:r>
      <w:r w:rsidRPr="003E4D35">
        <w:t xml:space="preserve">y avait que </w:t>
      </w:r>
      <w:proofErr w:type="spellStart"/>
      <w:r w:rsidRPr="003E4D35">
        <w:t>Lelestra</w:t>
      </w:r>
      <w:proofErr w:type="spellEnd"/>
      <w:r w:rsidR="00B97E5D">
        <w:t xml:space="preserve">, </w:t>
      </w:r>
      <w:r w:rsidRPr="003E4D35">
        <w:t>l</w:t>
      </w:r>
      <w:r w:rsidR="00B97E5D">
        <w:t>’</w:t>
      </w:r>
      <w:r w:rsidRPr="003E4D35">
        <w:t>étoile la plus pr</w:t>
      </w:r>
      <w:r w:rsidRPr="003E4D35">
        <w:t>o</w:t>
      </w:r>
      <w:r w:rsidRPr="003E4D35">
        <w:t>che</w:t>
      </w:r>
      <w:r w:rsidR="00B97E5D">
        <w:t xml:space="preserve">. </w:t>
      </w:r>
      <w:r w:rsidRPr="003E4D35">
        <w:t>Co</w:t>
      </w:r>
      <w:r w:rsidRPr="003E4D35">
        <w:t>m</w:t>
      </w:r>
      <w:r w:rsidRPr="003E4D35">
        <w:t>ment</w:t>
      </w:r>
      <w:r w:rsidR="00B97E5D">
        <w:t xml:space="preserve">, </w:t>
      </w:r>
      <w:r w:rsidRPr="003E4D35">
        <w:t>par peur d</w:t>
      </w:r>
      <w:r w:rsidR="00B97E5D">
        <w:t>’</w:t>
      </w:r>
      <w:r w:rsidRPr="003E4D35">
        <w:t>un raz signalé par notre antenne</w:t>
      </w:r>
      <w:r w:rsidR="00B97E5D">
        <w:t xml:space="preserve">, </w:t>
      </w:r>
      <w:r w:rsidRPr="003E4D35">
        <w:t>nous fîmes relâche deux jours dans une autre île inhabitée</w:t>
      </w:r>
      <w:r w:rsidR="00B97E5D">
        <w:t xml:space="preserve"> ?… </w:t>
      </w:r>
      <w:r w:rsidRPr="003E4D35">
        <w:t>Au fond</w:t>
      </w:r>
      <w:r w:rsidR="00B97E5D">
        <w:t xml:space="preserve">, </w:t>
      </w:r>
      <w:r w:rsidRPr="003E4D35">
        <w:t>le sort m</w:t>
      </w:r>
      <w:r w:rsidR="00B97E5D">
        <w:t>’</w:t>
      </w:r>
      <w:r w:rsidRPr="003E4D35">
        <w:t>avait gâtée</w:t>
      </w:r>
      <w:r w:rsidR="00B97E5D">
        <w:t xml:space="preserve">, </w:t>
      </w:r>
      <w:r w:rsidRPr="003E4D35">
        <w:t xml:space="preserve">mon </w:t>
      </w:r>
      <w:proofErr w:type="spellStart"/>
      <w:r w:rsidRPr="003E4D35">
        <w:t>île</w:t>
      </w:r>
      <w:proofErr w:type="spellEnd"/>
      <w:r w:rsidRPr="003E4D35">
        <w:t xml:space="preserve"> était meilleure</w:t>
      </w:r>
      <w:r w:rsidR="00B97E5D">
        <w:t xml:space="preserve"> ; </w:t>
      </w:r>
      <w:r w:rsidRPr="003E4D35">
        <w:t>ici les fruits étaient plus aigres</w:t>
      </w:r>
      <w:r w:rsidR="00B97E5D">
        <w:t xml:space="preserve">, </w:t>
      </w:r>
      <w:r w:rsidRPr="003E4D35">
        <w:t>les noix de coco plus difficiles à br</w:t>
      </w:r>
      <w:r w:rsidRPr="003E4D35">
        <w:t>i</w:t>
      </w:r>
      <w:r w:rsidRPr="003E4D35">
        <w:t>ser</w:t>
      </w:r>
      <w:r w:rsidR="00B97E5D">
        <w:t xml:space="preserve">… </w:t>
      </w:r>
      <w:r w:rsidRPr="003E4D35">
        <w:t>Comment je repris l</w:t>
      </w:r>
      <w:r w:rsidR="00B97E5D">
        <w:t>’</w:t>
      </w:r>
      <w:r w:rsidRPr="003E4D35">
        <w:t>habitude de dormir dans un lit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abord devant le lit sur le parquet</w:t>
      </w:r>
      <w:r w:rsidR="00B97E5D">
        <w:t xml:space="preserve">, </w:t>
      </w:r>
      <w:r w:rsidRPr="003E4D35">
        <w:t>puis sur le tapis</w:t>
      </w:r>
      <w:r w:rsidR="00B97E5D">
        <w:t xml:space="preserve">, </w:t>
      </w:r>
      <w:r w:rsidRPr="003E4D35">
        <w:t>puis sur des coussins</w:t>
      </w:r>
      <w:r w:rsidR="00B97E5D">
        <w:t xml:space="preserve">, </w:t>
      </w:r>
      <w:r w:rsidRPr="003E4D35">
        <w:t>regagnant le sommeil par degré comme une fav</w:t>
      </w:r>
      <w:r w:rsidRPr="003E4D35">
        <w:t>o</w:t>
      </w:r>
      <w:r w:rsidRPr="003E4D35">
        <w:t>rite le trône</w:t>
      </w:r>
      <w:r w:rsidR="00B97E5D">
        <w:t xml:space="preserve"> ? </w:t>
      </w:r>
      <w:r w:rsidRPr="003E4D35">
        <w:t>Comment Billy pleurait</w:t>
      </w:r>
      <w:r w:rsidR="00B97E5D">
        <w:t xml:space="preserve">, </w:t>
      </w:r>
      <w:r w:rsidRPr="003E4D35">
        <w:t>chaque soir</w:t>
      </w:r>
      <w:r w:rsidR="00B97E5D">
        <w:t xml:space="preserve">, </w:t>
      </w:r>
      <w:r w:rsidRPr="003E4D35">
        <w:t>à neuf he</w:t>
      </w:r>
      <w:r w:rsidRPr="003E4D35">
        <w:t>u</w:t>
      </w:r>
      <w:r w:rsidRPr="003E4D35">
        <w:t>res</w:t>
      </w:r>
      <w:r w:rsidR="00B97E5D">
        <w:t xml:space="preserve">, </w:t>
      </w:r>
      <w:r w:rsidRPr="003E4D35">
        <w:t>car il était exact comme une montre</w:t>
      </w:r>
      <w:r w:rsidR="00B97E5D">
        <w:t xml:space="preserve">, </w:t>
      </w:r>
      <w:r w:rsidRPr="003E4D35">
        <w:t>quand je refusais sa main</w:t>
      </w:r>
      <w:r w:rsidR="00B97E5D">
        <w:t xml:space="preserve"> ? </w:t>
      </w:r>
      <w:r w:rsidRPr="003E4D35">
        <w:t>Nous étions étendus dans des hamacs sur le pont</w:t>
      </w:r>
      <w:r w:rsidR="00B97E5D">
        <w:t xml:space="preserve">. </w:t>
      </w:r>
      <w:r w:rsidRPr="003E4D35">
        <w:t>De grandes étoiles pendaient jusqu</w:t>
      </w:r>
      <w:r w:rsidR="00B97E5D">
        <w:t>’</w:t>
      </w:r>
      <w:r w:rsidRPr="003E4D35">
        <w:t>à nous et se relevaient subit</w:t>
      </w:r>
      <w:r w:rsidRPr="003E4D35">
        <w:t>e</w:t>
      </w:r>
      <w:r w:rsidRPr="003E4D35">
        <w:t>ment</w:t>
      </w:r>
      <w:r w:rsidR="00B97E5D">
        <w:t xml:space="preserve">, </w:t>
      </w:r>
      <w:r w:rsidRPr="003E4D35">
        <w:t>mais nous ne jouions pas à ce jeu stupide</w:t>
      </w:r>
      <w:r w:rsidR="00B97E5D">
        <w:t xml:space="preserve">. </w:t>
      </w:r>
      <w:r w:rsidRPr="003E4D35">
        <w:t>Nous jouions au loto</w:t>
      </w:r>
      <w:r w:rsidR="00B97E5D">
        <w:t xml:space="preserve">, </w:t>
      </w:r>
      <w:r w:rsidRPr="003E4D35">
        <w:t>seul jeu qui fût à bord</w:t>
      </w:r>
      <w:r w:rsidR="00B97E5D">
        <w:t xml:space="preserve">. </w:t>
      </w:r>
      <w:r w:rsidRPr="003E4D35">
        <w:t>Déjà les étoiles</w:t>
      </w:r>
      <w:r w:rsidR="00B97E5D">
        <w:t xml:space="preserve">, </w:t>
      </w:r>
      <w:r w:rsidRPr="003E4D35">
        <w:t>les oiseaux red</w:t>
      </w:r>
      <w:r w:rsidRPr="003E4D35">
        <w:t>e</w:t>
      </w:r>
      <w:r w:rsidRPr="003E4D35">
        <w:t>venaient pour moi des moléc</w:t>
      </w:r>
      <w:r w:rsidRPr="003E4D35">
        <w:t>u</w:t>
      </w:r>
      <w:r w:rsidRPr="003E4D35">
        <w:t>les étrangères</w:t>
      </w:r>
      <w:r w:rsidR="00B97E5D">
        <w:t xml:space="preserve">… </w:t>
      </w:r>
      <w:r w:rsidRPr="003E4D35">
        <w:t>Plusieurs fois le yacht essaya d</w:t>
      </w:r>
      <w:r w:rsidR="00B97E5D">
        <w:t>’</w:t>
      </w:r>
      <w:r w:rsidRPr="003E4D35">
        <w:t>annoncer par radio que j</w:t>
      </w:r>
      <w:r w:rsidR="00B97E5D">
        <w:t>’</w:t>
      </w:r>
      <w:r w:rsidRPr="003E4D35">
        <w:t>étais retrouvée</w:t>
      </w:r>
      <w:r w:rsidR="00B97E5D">
        <w:t xml:space="preserve">, </w:t>
      </w:r>
      <w:r w:rsidRPr="003E4D35">
        <w:t>mais l</w:t>
      </w:r>
      <w:r w:rsidR="00B97E5D">
        <w:t>’</w:t>
      </w:r>
      <w:r w:rsidRPr="003E4D35">
        <w:t>appareil manquait de puissance</w:t>
      </w:r>
      <w:r w:rsidR="00B97E5D">
        <w:t xml:space="preserve">, </w:t>
      </w:r>
      <w:r w:rsidRPr="003E4D35">
        <w:t>et seuls quelques braves c</w:t>
      </w:r>
      <w:r w:rsidRPr="003E4D35">
        <w:t>o</w:t>
      </w:r>
      <w:r w:rsidRPr="003E4D35">
        <w:t>lons ou recruteurs isolés pour six mois dans les archipels purent s</w:t>
      </w:r>
      <w:r w:rsidR="00B97E5D">
        <w:t>’</w:t>
      </w:r>
      <w:r w:rsidRPr="003E4D35">
        <w:t>en réjouir</w:t>
      </w:r>
      <w:r w:rsidR="00B97E5D">
        <w:t xml:space="preserve">. </w:t>
      </w:r>
      <w:r w:rsidRPr="003E4D35">
        <w:t xml:space="preserve">Parfois un </w:t>
      </w:r>
      <w:r w:rsidRPr="003E4D35">
        <w:lastRenderedPageBreak/>
        <w:t>canot r</w:t>
      </w:r>
      <w:r w:rsidRPr="003E4D35">
        <w:t>e</w:t>
      </w:r>
      <w:r w:rsidRPr="003E4D35">
        <w:t>tourné</w:t>
      </w:r>
      <w:r w:rsidR="00B97E5D">
        <w:t xml:space="preserve"> ; </w:t>
      </w:r>
      <w:r w:rsidRPr="003E4D35">
        <w:t>c</w:t>
      </w:r>
      <w:r w:rsidR="00B97E5D">
        <w:t>’</w:t>
      </w:r>
      <w:r w:rsidRPr="003E4D35">
        <w:t>était un Canaque</w:t>
      </w:r>
      <w:r w:rsidR="00B97E5D">
        <w:t xml:space="preserve">, </w:t>
      </w:r>
      <w:r w:rsidRPr="003E4D35">
        <w:t>me disait-on</w:t>
      </w:r>
      <w:r w:rsidR="00B97E5D">
        <w:t xml:space="preserve">, </w:t>
      </w:r>
      <w:r w:rsidRPr="003E4D35">
        <w:t>enfui d</w:t>
      </w:r>
      <w:r w:rsidR="00B97E5D">
        <w:t>’</w:t>
      </w:r>
      <w:r w:rsidRPr="003E4D35">
        <w:t>un navire et qui devait être pris dans le banc au-dessous</w:t>
      </w:r>
      <w:r w:rsidR="00B97E5D">
        <w:t xml:space="preserve">. </w:t>
      </w:r>
      <w:r w:rsidRPr="003E4D35">
        <w:t>Puis un jour une goélette dont le vieux capitaine se mit à danser en rond quand il apprit mon sauvetage</w:t>
      </w:r>
      <w:r w:rsidR="00B97E5D">
        <w:t xml:space="preserve">. </w:t>
      </w:r>
      <w:r w:rsidRPr="003E4D35">
        <w:t>Son cha</w:t>
      </w:r>
      <w:r w:rsidRPr="003E4D35">
        <w:t>r</w:t>
      </w:r>
      <w:r w:rsidRPr="003E4D35">
        <w:t>gement était de whisky et de bordeaux</w:t>
      </w:r>
      <w:r w:rsidR="00B97E5D">
        <w:t xml:space="preserve">, </w:t>
      </w:r>
      <w:r w:rsidRPr="003E4D35">
        <w:t>il nous signala qu</w:t>
      </w:r>
      <w:r w:rsidR="00B97E5D">
        <w:t>’</w:t>
      </w:r>
      <w:r w:rsidRPr="003E4D35">
        <w:t>il a</w:t>
      </w:r>
      <w:r w:rsidRPr="003E4D35">
        <w:t>l</w:t>
      </w:r>
      <w:r w:rsidRPr="003E4D35">
        <w:t>lait me fêter</w:t>
      </w:r>
      <w:r w:rsidR="00B97E5D">
        <w:t>.</w:t>
      </w:r>
    </w:p>
    <w:p w14:paraId="025087A8" w14:textId="77777777" w:rsidR="00B97E5D" w:rsidRDefault="00B97E5D" w:rsidP="00F225BE">
      <w:r>
        <w:t>— </w:t>
      </w:r>
      <w:r w:rsidR="00F225BE" w:rsidRPr="003E4D35">
        <w:t>Épousez-moi</w:t>
      </w:r>
      <w:r>
        <w:t xml:space="preserve">, – </w:t>
      </w:r>
      <w:r w:rsidR="00F225BE" w:rsidRPr="003E4D35">
        <w:t>disait Billy</w:t>
      </w:r>
      <w:r>
        <w:t xml:space="preserve">. – </w:t>
      </w:r>
      <w:r w:rsidR="00F225BE" w:rsidRPr="003E4D35">
        <w:t>Vous m</w:t>
      </w:r>
      <w:r>
        <w:t>’</w:t>
      </w:r>
      <w:r w:rsidR="00F225BE" w:rsidRPr="003E4D35">
        <w:t>aimez</w:t>
      </w:r>
      <w:r>
        <w:t> !</w:t>
      </w:r>
    </w:p>
    <w:p w14:paraId="1338E0BA" w14:textId="77777777" w:rsidR="00B97E5D" w:rsidRDefault="00B97E5D" w:rsidP="00F225BE">
      <w:r>
        <w:t>— </w:t>
      </w:r>
      <w:r w:rsidR="00F225BE" w:rsidRPr="003E4D35">
        <w:t>Non</w:t>
      </w:r>
      <w:r>
        <w:t xml:space="preserve">, </w:t>
      </w:r>
      <w:r w:rsidR="00F225BE" w:rsidRPr="003E4D35">
        <w:t>Billy</w:t>
      </w:r>
      <w:r>
        <w:t>.</w:t>
      </w:r>
    </w:p>
    <w:p w14:paraId="32F96CCB" w14:textId="77777777" w:rsidR="00B97E5D" w:rsidRDefault="00B97E5D" w:rsidP="00F225BE">
      <w:r>
        <w:t>— </w:t>
      </w:r>
      <w:r w:rsidR="00F225BE" w:rsidRPr="003E4D35">
        <w:t>Épousez-moi</w:t>
      </w:r>
      <w:r>
        <w:t xml:space="preserve">, – </w:t>
      </w:r>
      <w:r w:rsidR="00F225BE" w:rsidRPr="003E4D35">
        <w:t>reprenait Billy qui me tentait avec tous les noms propres qui signifient luxe et beauté</w:t>
      </w:r>
      <w:r>
        <w:t xml:space="preserve">, – </w:t>
      </w:r>
      <w:r w:rsidR="00F225BE" w:rsidRPr="003E4D35">
        <w:t xml:space="preserve">nous aurons un yacht </w:t>
      </w:r>
      <w:proofErr w:type="spellStart"/>
      <w:r w:rsidR="00F225BE" w:rsidRPr="003E4D35">
        <w:t>Kauderlen</w:t>
      </w:r>
      <w:proofErr w:type="spellEnd"/>
      <w:r>
        <w:t xml:space="preserve">, </w:t>
      </w:r>
      <w:r w:rsidR="00F225BE" w:rsidRPr="003E4D35">
        <w:t>toute la vaisselle sera de la vaisselle d</w:t>
      </w:r>
      <w:r>
        <w:t>’</w:t>
      </w:r>
      <w:r w:rsidR="00F225BE" w:rsidRPr="003E4D35">
        <w:t>argent Keller</w:t>
      </w:r>
      <w:r>
        <w:t xml:space="preserve">. </w:t>
      </w:r>
      <w:r w:rsidR="00F225BE" w:rsidRPr="003E4D35">
        <w:t>Quel beau fruit dans les tempêtes</w:t>
      </w:r>
      <w:r>
        <w:t xml:space="preserve"> ! </w:t>
      </w:r>
      <w:r w:rsidR="00F225BE" w:rsidRPr="003E4D35">
        <w:t>Vous m</w:t>
      </w:r>
      <w:r>
        <w:t>’</w:t>
      </w:r>
      <w:r w:rsidR="00F225BE" w:rsidRPr="003E4D35">
        <w:t>aimez</w:t>
      </w:r>
      <w:r>
        <w:t> !</w:t>
      </w:r>
    </w:p>
    <w:p w14:paraId="21698EAC" w14:textId="6FF7408F" w:rsidR="00B97E5D" w:rsidRDefault="00F225BE" w:rsidP="00F225BE">
      <w:r w:rsidRPr="003E4D35">
        <w:t>Mais j</w:t>
      </w:r>
      <w:r w:rsidR="00B97E5D">
        <w:t>’</w:t>
      </w:r>
      <w:r w:rsidRPr="003E4D35">
        <w:t>aimais tout le monde</w:t>
      </w:r>
      <w:r w:rsidR="00B97E5D">
        <w:t xml:space="preserve">. </w:t>
      </w:r>
      <w:r w:rsidRPr="003E4D35">
        <w:t>Cette vague indifférence que nous éprouvons pour nos semblables</w:t>
      </w:r>
      <w:r w:rsidR="00B97E5D">
        <w:t xml:space="preserve">, </w:t>
      </w:r>
      <w:r w:rsidRPr="003E4D35">
        <w:t>ma solitude l</w:t>
      </w:r>
      <w:r w:rsidR="00B97E5D">
        <w:t>’</w:t>
      </w:r>
      <w:r w:rsidRPr="003E4D35">
        <w:t>avait hau</w:t>
      </w:r>
      <w:r w:rsidRPr="003E4D35">
        <w:t>s</w:t>
      </w:r>
      <w:r w:rsidRPr="003E4D35">
        <w:t>sée de ton</w:t>
      </w:r>
      <w:r w:rsidR="00B97E5D">
        <w:t xml:space="preserve">, </w:t>
      </w:r>
      <w:r w:rsidRPr="003E4D35">
        <w:t>et elle commençait à l</w:t>
      </w:r>
      <w:r w:rsidR="00B97E5D">
        <w:t>’</w:t>
      </w:r>
      <w:r w:rsidRPr="003E4D35">
        <w:t>amour</w:t>
      </w:r>
      <w:r w:rsidR="00B97E5D">
        <w:t xml:space="preserve">. </w:t>
      </w:r>
      <w:r w:rsidRPr="003E4D35">
        <w:t>Dans toute l</w:t>
      </w:r>
      <w:r w:rsidR="00B97E5D">
        <w:t>’</w:t>
      </w:r>
      <w:r w:rsidRPr="003E4D35">
        <w:t>île Lewis j</w:t>
      </w:r>
      <w:r w:rsidR="00B97E5D">
        <w:t>’</w:t>
      </w:r>
      <w:r w:rsidRPr="003E4D35">
        <w:t>essayai de trouver un être humain que je n</w:t>
      </w:r>
      <w:r w:rsidR="00B97E5D">
        <w:t>’</w:t>
      </w:r>
      <w:r w:rsidRPr="003E4D35">
        <w:t>aimerais pas</w:t>
      </w:r>
      <w:r w:rsidR="00B97E5D">
        <w:t xml:space="preserve">… </w:t>
      </w:r>
      <w:r w:rsidRPr="003E4D35">
        <w:t>Mais allez contempler cinq minutes l</w:t>
      </w:r>
      <w:r w:rsidR="00B97E5D">
        <w:t>’</w:t>
      </w:r>
      <w:r w:rsidRPr="003E4D35">
        <w:t>iris devenu minuscule à cause des plongées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pêcheur de perles</w:t>
      </w:r>
      <w:r w:rsidR="00B97E5D">
        <w:t xml:space="preserve">, </w:t>
      </w:r>
      <w:r w:rsidRPr="003E4D35">
        <w:t>la malice dans la prunelle d</w:t>
      </w:r>
      <w:r w:rsidR="00B97E5D">
        <w:t>’</w:t>
      </w:r>
      <w:r w:rsidRPr="003E4D35">
        <w:t>un évêque</w:t>
      </w:r>
      <w:r w:rsidR="00B97E5D">
        <w:t xml:space="preserve">, </w:t>
      </w:r>
      <w:r w:rsidRPr="003E4D35">
        <w:t>dans la pupille d</w:t>
      </w:r>
      <w:r w:rsidR="00B97E5D">
        <w:t>’</w:t>
      </w:r>
      <w:r w:rsidRPr="003E4D35">
        <w:t>un Canaque la foi en un dieu plus beau que le plus beau Canaque</w:t>
      </w:r>
      <w:r w:rsidR="00B97E5D">
        <w:t xml:space="preserve">, </w:t>
      </w:r>
      <w:r w:rsidRPr="003E4D35">
        <w:t>et ne pas se sentir par eux transportée d</w:t>
      </w:r>
      <w:r w:rsidR="00B97E5D">
        <w:t>’</w:t>
      </w:r>
      <w:r w:rsidRPr="003E4D35">
        <w:t>amour</w:t>
      </w:r>
      <w:r w:rsidR="00B97E5D">
        <w:t xml:space="preserve"> ! </w:t>
      </w:r>
      <w:r w:rsidRPr="003E4D35">
        <w:t>L</w:t>
      </w:r>
      <w:r w:rsidR="00B97E5D">
        <w:t>’</w:t>
      </w:r>
      <w:r w:rsidRPr="003E4D35">
        <w:t>approche de chaque être humain me donnait l</w:t>
      </w:r>
      <w:r w:rsidR="00B97E5D">
        <w:t>’</w:t>
      </w:r>
      <w:r w:rsidRPr="003E4D35">
        <w:t>ivresse d</w:t>
      </w:r>
      <w:r w:rsidR="00B97E5D">
        <w:t>’</w:t>
      </w:r>
      <w:r w:rsidRPr="003E4D35">
        <w:t>une pipe d</w:t>
      </w:r>
      <w:r w:rsidR="00B97E5D">
        <w:t>’</w:t>
      </w:r>
      <w:r w:rsidRPr="003E4D35">
        <w:t>opium</w:t>
      </w:r>
      <w:r w:rsidR="00B97E5D">
        <w:t xml:space="preserve">. </w:t>
      </w:r>
      <w:r w:rsidRPr="003E4D35">
        <w:t>Je me retenais pour ne pas l</w:t>
      </w:r>
      <w:r w:rsidR="00B97E5D">
        <w:t>’</w:t>
      </w:r>
      <w:r w:rsidRPr="003E4D35">
        <w:t>embrasser et aspirer son souffle</w:t>
      </w:r>
      <w:r w:rsidR="00B97E5D">
        <w:t xml:space="preserve">, </w:t>
      </w:r>
      <w:r w:rsidRPr="003E4D35">
        <w:t>ses yeux crépitant</w:t>
      </w:r>
      <w:r w:rsidR="00B97E5D">
        <w:t xml:space="preserve">. </w:t>
      </w:r>
      <w:r w:rsidRPr="003E4D35">
        <w:t>Devant chaque tête humaine je m</w:t>
      </w:r>
      <w:r w:rsidR="00B97E5D">
        <w:t>’</w:t>
      </w:r>
      <w:r w:rsidRPr="003E4D35">
        <w:t>arrêtais comme devant une cage et je sifflais aux oiseaux</w:t>
      </w:r>
      <w:r w:rsidR="00B97E5D">
        <w:t xml:space="preserve">. </w:t>
      </w:r>
      <w:r w:rsidRPr="003E4D35">
        <w:t>Même dans l</w:t>
      </w:r>
      <w:r w:rsidR="00B97E5D">
        <w:t>’</w:t>
      </w:r>
      <w:r w:rsidRPr="003E4D35">
        <w:t xml:space="preserve">île </w:t>
      </w:r>
      <w:proofErr w:type="spellStart"/>
      <w:r w:rsidRPr="003E4D35">
        <w:t>Rateau</w:t>
      </w:r>
      <w:proofErr w:type="spellEnd"/>
      <w:r w:rsidRPr="003E4D35">
        <w:t xml:space="preserve"> où les gens vivent avec avidité</w:t>
      </w:r>
      <w:r w:rsidR="00B97E5D">
        <w:t xml:space="preserve">, </w:t>
      </w:r>
      <w:r w:rsidRPr="003E4D35">
        <w:t>se partageant l</w:t>
      </w:r>
      <w:r w:rsidR="00B97E5D">
        <w:t>’</w:t>
      </w:r>
      <w:r w:rsidRPr="003E4D35">
        <w:t>air avec des soufflements</w:t>
      </w:r>
      <w:r w:rsidR="00B97E5D">
        <w:t xml:space="preserve">, </w:t>
      </w:r>
      <w:r w:rsidRPr="003E4D35">
        <w:t>asse</w:t>
      </w:r>
      <w:r w:rsidRPr="003E4D35">
        <w:t>m</w:t>
      </w:r>
      <w:r w:rsidRPr="003E4D35">
        <w:t>blant au sommet de leur visage tous leurs yeux</w:t>
      </w:r>
      <w:r w:rsidR="00B97E5D">
        <w:t xml:space="preserve">, </w:t>
      </w:r>
      <w:r w:rsidRPr="003E4D35">
        <w:t>nez et bouches comme des parasites</w:t>
      </w:r>
      <w:r w:rsidR="00B97E5D">
        <w:t xml:space="preserve">, </w:t>
      </w:r>
      <w:r w:rsidRPr="003E4D35">
        <w:t>comme s</w:t>
      </w:r>
      <w:r w:rsidR="00B97E5D">
        <w:t>’</w:t>
      </w:r>
      <w:r w:rsidRPr="003E4D35">
        <w:t>ils allaient plonger et s</w:t>
      </w:r>
      <w:r w:rsidR="00B97E5D">
        <w:t>’</w:t>
      </w:r>
      <w:r w:rsidRPr="003E4D35">
        <w:t>en dél</w:t>
      </w:r>
      <w:r w:rsidRPr="003E4D35">
        <w:t>i</w:t>
      </w:r>
      <w:r w:rsidRPr="003E4D35">
        <w:t>vrer en enfonçant peu à peu la tête</w:t>
      </w:r>
      <w:r w:rsidR="00B97E5D">
        <w:t xml:space="preserve">, </w:t>
      </w:r>
      <w:r w:rsidRPr="003E4D35">
        <w:t>je n</w:t>
      </w:r>
      <w:r w:rsidR="00B97E5D">
        <w:t>’</w:t>
      </w:r>
      <w:r w:rsidRPr="003E4D35">
        <w:t>en pus trouver un qui me fît horreur</w:t>
      </w:r>
      <w:r w:rsidR="00B97E5D">
        <w:t xml:space="preserve">. </w:t>
      </w:r>
      <w:r w:rsidRPr="003E4D35">
        <w:t>Même en Papouasie</w:t>
      </w:r>
      <w:r w:rsidR="00B97E5D">
        <w:t xml:space="preserve">… </w:t>
      </w:r>
      <w:r w:rsidRPr="003E4D35">
        <w:t>Cette aube sur les rives de la Fly</w:t>
      </w:r>
      <w:r w:rsidR="00B97E5D">
        <w:t xml:space="preserve"> ! </w:t>
      </w:r>
      <w:r w:rsidRPr="003E4D35">
        <w:t>Tout dormait</w:t>
      </w:r>
      <w:r w:rsidR="00B97E5D">
        <w:t xml:space="preserve">, </w:t>
      </w:r>
      <w:r w:rsidRPr="003E4D35">
        <w:t xml:space="preserve">à </w:t>
      </w:r>
      <w:r w:rsidRPr="003E4D35">
        <w:lastRenderedPageBreak/>
        <w:t>part de petits échassiers qui marchaient sur les feuilles de nénuphar sans enfoncer</w:t>
      </w:r>
      <w:r w:rsidR="00B97E5D">
        <w:t xml:space="preserve">… </w:t>
      </w:r>
      <w:r w:rsidRPr="003E4D35">
        <w:t>Un grand arc l</w:t>
      </w:r>
      <w:r w:rsidRPr="003E4D35">
        <w:t>u</w:t>
      </w:r>
      <w:r w:rsidRPr="003E4D35">
        <w:t>naire s</w:t>
      </w:r>
      <w:r w:rsidR="00B97E5D">
        <w:t>’</w:t>
      </w:r>
      <w:r w:rsidRPr="003E4D35">
        <w:t>élevait avec les sept couleurs de l</w:t>
      </w:r>
      <w:r w:rsidR="00B97E5D">
        <w:t>’</w:t>
      </w:r>
      <w:r w:rsidRPr="003E4D35">
        <w:t>autre</w:t>
      </w:r>
      <w:r w:rsidR="00B97E5D">
        <w:t xml:space="preserve"> (</w:t>
      </w:r>
      <w:r w:rsidRPr="003E4D35">
        <w:t>voulez-vous que je les récite</w:t>
      </w:r>
      <w:r w:rsidR="00B97E5D">
        <w:t xml:space="preserve"> ?) </w:t>
      </w:r>
      <w:r w:rsidRPr="003E4D35">
        <w:t>plus une dorée</w:t>
      </w:r>
      <w:r w:rsidR="00B97E5D">
        <w:t xml:space="preserve">. </w:t>
      </w:r>
      <w:r w:rsidRPr="003E4D35">
        <w:t>Un casoar accroupi près de moi lançait en l</w:t>
      </w:r>
      <w:r w:rsidR="00B97E5D">
        <w:t>’</w:t>
      </w:r>
      <w:r w:rsidRPr="003E4D35">
        <w:t>air sa tête encore aveugle comme une élastique</w:t>
      </w:r>
      <w:r w:rsidR="00B97E5D">
        <w:t xml:space="preserve">, </w:t>
      </w:r>
      <w:r w:rsidRPr="003E4D35">
        <w:t>ret</w:t>
      </w:r>
      <w:r w:rsidRPr="003E4D35">
        <w:t>i</w:t>
      </w:r>
      <w:r w:rsidRPr="003E4D35">
        <w:t>rait les peaux blanches de ses yeux et</w:t>
      </w:r>
      <w:r w:rsidR="00B97E5D">
        <w:t xml:space="preserve">, </w:t>
      </w:r>
      <w:r w:rsidRPr="003E4D35">
        <w:t>me voyant</w:t>
      </w:r>
      <w:r w:rsidR="00B97E5D">
        <w:t xml:space="preserve">, </w:t>
      </w:r>
      <w:r w:rsidRPr="003E4D35">
        <w:t>s</w:t>
      </w:r>
      <w:r w:rsidR="00B97E5D">
        <w:t>’</w:t>
      </w:r>
      <w:r w:rsidRPr="003E4D35">
        <w:t>enfuyait sur les immenses pattes qui ont mené ses ancêtres d</w:t>
      </w:r>
      <w:r w:rsidR="00B97E5D">
        <w:t>’</w:t>
      </w:r>
      <w:r w:rsidRPr="003E4D35">
        <w:t>île en île depuis la Tasmanie</w:t>
      </w:r>
      <w:r w:rsidR="00B97E5D">
        <w:t xml:space="preserve">. </w:t>
      </w:r>
      <w:r w:rsidRPr="003E4D35">
        <w:t>Jeannot le canaque</w:t>
      </w:r>
      <w:r w:rsidR="00B97E5D">
        <w:t xml:space="preserve">, </w:t>
      </w:r>
      <w:r w:rsidRPr="003E4D35">
        <w:t>que nous appelions Républ</w:t>
      </w:r>
      <w:r w:rsidRPr="003E4D35">
        <w:t>i</w:t>
      </w:r>
      <w:r w:rsidRPr="003E4D35">
        <w:t>que</w:t>
      </w:r>
      <w:r w:rsidR="00B97E5D">
        <w:t xml:space="preserve">, </w:t>
      </w:r>
      <w:r w:rsidRPr="003E4D35">
        <w:t>car il avait été condamné à mort avec sursis à Nouméa</w:t>
      </w:r>
      <w:r w:rsidR="00B97E5D">
        <w:t xml:space="preserve">, </w:t>
      </w:r>
      <w:r w:rsidRPr="003E4D35">
        <w:t>pour insulte à la République</w:t>
      </w:r>
      <w:r w:rsidR="00B97E5D">
        <w:t xml:space="preserve"> – </w:t>
      </w:r>
      <w:r w:rsidRPr="003E4D35">
        <w:t>nous le tenions par ce mot</w:t>
      </w:r>
      <w:r w:rsidR="00B97E5D">
        <w:t xml:space="preserve"> ; </w:t>
      </w:r>
      <w:r w:rsidRPr="003E4D35">
        <w:t>la moindre incartade et sa condamnation reprenait force</w:t>
      </w:r>
      <w:r w:rsidR="00B97E5D">
        <w:t xml:space="preserve"> ! – </w:t>
      </w:r>
      <w:r w:rsidRPr="003E4D35">
        <w:t>Jea</w:t>
      </w:r>
      <w:r w:rsidRPr="003E4D35">
        <w:t>n</w:t>
      </w:r>
      <w:r w:rsidRPr="003E4D35">
        <w:t>not allait au bain</w:t>
      </w:r>
      <w:r w:rsidR="00B97E5D">
        <w:t xml:space="preserve">, </w:t>
      </w:r>
      <w:r w:rsidRPr="003E4D35">
        <w:t>et laissait derrière lui en secouant les lianes de jasmin une trace plus parfumée que celle de la Première de chez Guerlain</w:t>
      </w:r>
      <w:r w:rsidR="00B97E5D">
        <w:t xml:space="preserve">, </w:t>
      </w:r>
      <w:r w:rsidRPr="003E4D35">
        <w:t>et vous envoyait ensuite par son plongeon une bouffée de vin chaud et de cannelle qui était l</w:t>
      </w:r>
      <w:r w:rsidR="00B97E5D">
        <w:t>’</w:t>
      </w:r>
      <w:r w:rsidRPr="003E4D35">
        <w:t>odeur de la Fly</w:t>
      </w:r>
      <w:r w:rsidR="00B97E5D">
        <w:t xml:space="preserve">. </w:t>
      </w:r>
      <w:r w:rsidRPr="003E4D35">
        <w:t>Enfin le docteur Albertino parut</w:t>
      </w:r>
      <w:r w:rsidR="00B97E5D">
        <w:t xml:space="preserve">, </w:t>
      </w:r>
      <w:r w:rsidRPr="003E4D35">
        <w:t>poursuivi par les femmes du chef papou qui lui vendaient des insectes rares pour vingt francs</w:t>
      </w:r>
      <w:r w:rsidR="00B97E5D">
        <w:t xml:space="preserve"> (</w:t>
      </w:r>
      <w:r w:rsidRPr="003E4D35">
        <w:t>que la vie devient chère</w:t>
      </w:r>
      <w:r w:rsidR="00B97E5D">
        <w:t xml:space="preserve"> !) </w:t>
      </w:r>
      <w:r w:rsidRPr="003E4D35">
        <w:t>Il avait une grande barbe noire à tr</w:t>
      </w:r>
      <w:r w:rsidRPr="003E4D35">
        <w:t>a</w:t>
      </w:r>
      <w:r w:rsidRPr="003E4D35">
        <w:t>vers l</w:t>
      </w:r>
      <w:r w:rsidRPr="003E4D35">
        <w:t>a</w:t>
      </w:r>
      <w:r w:rsidRPr="003E4D35">
        <w:t>quelle apparaissait parfois une petite main blanche</w:t>
      </w:r>
      <w:r w:rsidR="00B97E5D">
        <w:t xml:space="preserve">, </w:t>
      </w:r>
      <w:r w:rsidRPr="003E4D35">
        <w:t>qui gesticulait</w:t>
      </w:r>
      <w:r w:rsidR="00B97E5D">
        <w:t xml:space="preserve">, </w:t>
      </w:r>
      <w:r w:rsidRPr="003E4D35">
        <w:t>la sienne</w:t>
      </w:r>
      <w:r w:rsidR="00B97E5D">
        <w:t xml:space="preserve">. </w:t>
      </w:r>
      <w:r w:rsidRPr="003E4D35">
        <w:t>Le soir</w:t>
      </w:r>
      <w:r w:rsidR="00B97E5D">
        <w:t xml:space="preserve">, </w:t>
      </w:r>
      <w:r w:rsidRPr="003E4D35">
        <w:t>à la fête du village</w:t>
      </w:r>
      <w:r w:rsidR="00B97E5D">
        <w:t xml:space="preserve">, </w:t>
      </w:r>
      <w:r w:rsidRPr="003E4D35">
        <w:t>pour que les Papous continuassent à le croire sorcier</w:t>
      </w:r>
      <w:r w:rsidR="00B97E5D">
        <w:t xml:space="preserve">, </w:t>
      </w:r>
      <w:r w:rsidRPr="003E4D35">
        <w:t>il enflamma un peu</w:t>
      </w:r>
      <w:r w:rsidR="00B97E5D">
        <w:t xml:space="preserve">, </w:t>
      </w:r>
      <w:r w:rsidRPr="003E4D35">
        <w:t>très peu de son alcool</w:t>
      </w:r>
      <w:r w:rsidR="00B97E5D">
        <w:t xml:space="preserve"> (</w:t>
      </w:r>
      <w:r w:rsidRPr="003E4D35">
        <w:t>il le ménageait pour confire ses nouveaux se</w:t>
      </w:r>
      <w:r w:rsidRPr="003E4D35">
        <w:t>r</w:t>
      </w:r>
      <w:r w:rsidRPr="003E4D35">
        <w:t>pents</w:t>
      </w:r>
      <w:r w:rsidR="00B97E5D">
        <w:t xml:space="preserve">) </w:t>
      </w:r>
      <w:r w:rsidRPr="003E4D35">
        <w:t>et il avala les flammes</w:t>
      </w:r>
      <w:r w:rsidR="00B97E5D">
        <w:t xml:space="preserve">. </w:t>
      </w:r>
      <w:r w:rsidRPr="003E4D35">
        <w:t>Il avait de petits complets d</w:t>
      </w:r>
      <w:r w:rsidR="00B97E5D">
        <w:t>’</w:t>
      </w:r>
      <w:r w:rsidRPr="003E4D35">
        <w:t>alpaga blanc exécutés</w:t>
      </w:r>
      <w:r w:rsidR="00B97E5D">
        <w:t xml:space="preserve">, </w:t>
      </w:r>
      <w:r w:rsidRPr="003E4D35">
        <w:t>disait-il</w:t>
      </w:r>
      <w:r w:rsidR="00B97E5D">
        <w:t xml:space="preserve">, </w:t>
      </w:r>
      <w:r w:rsidRPr="003E4D35">
        <w:t xml:space="preserve">par </w:t>
      </w:r>
      <w:r w:rsidR="00B97E5D">
        <w:t>M. </w:t>
      </w:r>
      <w:proofErr w:type="spellStart"/>
      <w:r w:rsidRPr="003E4D35">
        <w:t>Tomasini</w:t>
      </w:r>
      <w:proofErr w:type="spellEnd"/>
      <w:r w:rsidR="00B97E5D">
        <w:t xml:space="preserve">, </w:t>
      </w:r>
      <w:r w:rsidRPr="003E4D35">
        <w:t>le seul tai</w:t>
      </w:r>
      <w:r w:rsidRPr="003E4D35">
        <w:t>l</w:t>
      </w:r>
      <w:r w:rsidRPr="003E4D35">
        <w:t>leur au monde que n</w:t>
      </w:r>
      <w:r w:rsidR="00B97E5D">
        <w:t>’</w:t>
      </w:r>
      <w:r w:rsidRPr="003E4D35">
        <w:t>inquiète pas le problème des bretelles</w:t>
      </w:r>
      <w:r w:rsidR="00B97E5D">
        <w:t xml:space="preserve">. </w:t>
      </w:r>
      <w:r w:rsidRPr="003E4D35">
        <w:t>Et je l</w:t>
      </w:r>
      <w:r w:rsidR="00B97E5D">
        <w:t>’</w:t>
      </w:r>
      <w:r w:rsidRPr="003E4D35">
        <w:t>aimai</w:t>
      </w:r>
      <w:r w:rsidR="00B97E5D">
        <w:t xml:space="preserve"> ! </w:t>
      </w:r>
      <w:r w:rsidRPr="003E4D35">
        <w:t>et je fus déçue de l</w:t>
      </w:r>
      <w:r w:rsidR="00B97E5D">
        <w:t>’</w:t>
      </w:r>
      <w:r w:rsidRPr="003E4D35">
        <w:t>aimer</w:t>
      </w:r>
      <w:r w:rsidR="00B97E5D">
        <w:t xml:space="preserve">, </w:t>
      </w:r>
      <w:r w:rsidRPr="003E4D35">
        <w:t>comme je l</w:t>
      </w:r>
      <w:r w:rsidR="00B97E5D">
        <w:t>’</w:t>
      </w:r>
      <w:r w:rsidRPr="003E4D35">
        <w:t>étais autrefois de n</w:t>
      </w:r>
      <w:r w:rsidR="00B97E5D">
        <w:t>’</w:t>
      </w:r>
      <w:r w:rsidRPr="003E4D35">
        <w:t>éprouver que de l</w:t>
      </w:r>
      <w:r w:rsidR="00B97E5D">
        <w:t>’</w:t>
      </w:r>
      <w:r w:rsidRPr="003E4D35">
        <w:t>indifférence</w:t>
      </w:r>
      <w:r w:rsidR="00B97E5D">
        <w:t>.</w:t>
      </w:r>
    </w:p>
    <w:p w14:paraId="4AA718BA" w14:textId="20D50AAE" w:rsidR="00B97E5D" w:rsidRDefault="00F225BE" w:rsidP="00F225BE">
      <w:r w:rsidRPr="003E4D35">
        <w:t>C</w:t>
      </w:r>
      <w:r w:rsidR="00B97E5D">
        <w:t>’</w:t>
      </w:r>
      <w:r w:rsidRPr="003E4D35">
        <w:t xml:space="preserve">est le </w:t>
      </w:r>
      <w:r w:rsidR="00B97E5D" w:rsidRPr="003E4D35">
        <w:t>1</w:t>
      </w:r>
      <w:r w:rsidR="00B97E5D" w:rsidRPr="00B97E5D">
        <w:rPr>
          <w:vertAlign w:val="superscript"/>
        </w:rPr>
        <w:t>er</w:t>
      </w:r>
      <w:r w:rsidR="00B97E5D">
        <w:t> </w:t>
      </w:r>
      <w:r w:rsidR="00B97E5D" w:rsidRPr="003E4D35">
        <w:t>juillet</w:t>
      </w:r>
      <w:r w:rsidRPr="003E4D35">
        <w:t xml:space="preserve"> 1918 que j</w:t>
      </w:r>
      <w:r w:rsidR="00B97E5D">
        <w:t>’</w:t>
      </w:r>
      <w:r w:rsidRPr="003E4D35">
        <w:t>arrivai à Honolulu</w:t>
      </w:r>
      <w:r w:rsidR="00B97E5D">
        <w:t xml:space="preserve">, </w:t>
      </w:r>
      <w:r w:rsidRPr="003E4D35">
        <w:t>où la fille de l</w:t>
      </w:r>
      <w:r w:rsidR="00B97E5D">
        <w:t>’</w:t>
      </w:r>
      <w:r w:rsidRPr="003E4D35">
        <w:t>évêque</w:t>
      </w:r>
      <w:r w:rsidR="00B97E5D">
        <w:t xml:space="preserve">, </w:t>
      </w:r>
      <w:r w:rsidRPr="003E4D35">
        <w:t>apprenant que je n</w:t>
      </w:r>
      <w:r w:rsidR="00B97E5D">
        <w:t>’</w:t>
      </w:r>
      <w:r w:rsidRPr="003E4D35">
        <w:t>avais pas de robe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envoya la plus belle des siennes pour la réception et</w:t>
      </w:r>
      <w:r w:rsidR="00B97E5D">
        <w:t xml:space="preserve">, </w:t>
      </w:r>
      <w:r w:rsidRPr="003E4D35">
        <w:t>hasard ou habitude h</w:t>
      </w:r>
      <w:r w:rsidRPr="003E4D35">
        <w:t>a</w:t>
      </w:r>
      <w:r w:rsidRPr="003E4D35">
        <w:t>waïenne</w:t>
      </w:r>
      <w:r w:rsidR="00B97E5D">
        <w:t xml:space="preserve">, </w:t>
      </w:r>
      <w:r w:rsidRPr="003E4D35">
        <w:t>vint m</w:t>
      </w:r>
      <w:r w:rsidR="00B97E5D">
        <w:t>’</w:t>
      </w:r>
      <w:r w:rsidRPr="003E4D35">
        <w:t>attendre au palais dans la robe jumelle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était la première femme vêtue que je voyais</w:t>
      </w:r>
      <w:r w:rsidR="00B97E5D">
        <w:t xml:space="preserve">, </w:t>
      </w:r>
      <w:r w:rsidRPr="003E4D35">
        <w:t xml:space="preserve">je me </w:t>
      </w:r>
      <w:r w:rsidRPr="003E4D35">
        <w:lastRenderedPageBreak/>
        <w:t>précipitai dans ses bras</w:t>
      </w:r>
      <w:r w:rsidR="00B97E5D">
        <w:t xml:space="preserve">, </w:t>
      </w:r>
      <w:r w:rsidRPr="003E4D35">
        <w:t>nous ne fûmes une minute que la même forme en soie ve</w:t>
      </w:r>
      <w:r w:rsidRPr="003E4D35">
        <w:t>r</w:t>
      </w:r>
      <w:r w:rsidRPr="003E4D35">
        <w:t>te</w:t>
      </w:r>
      <w:r w:rsidR="00B97E5D">
        <w:t xml:space="preserve">. </w:t>
      </w:r>
      <w:r w:rsidRPr="003E4D35">
        <w:t>Du yacht</w:t>
      </w:r>
      <w:r w:rsidR="00B97E5D">
        <w:t xml:space="preserve">, </w:t>
      </w:r>
      <w:r w:rsidRPr="003E4D35">
        <w:t>Billy avec sa longue-vue pouvait croire qu</w:t>
      </w:r>
      <w:r w:rsidR="00B97E5D">
        <w:t>’</w:t>
      </w:r>
      <w:r w:rsidRPr="003E4D35">
        <w:t>on ne redonne pas impunément une femme à son sexe et que je m</w:t>
      </w:r>
      <w:r w:rsidR="00B97E5D">
        <w:t>’</w:t>
      </w:r>
      <w:r w:rsidRPr="003E4D35">
        <w:t>étais fondue en lui dès la première rencontre</w:t>
      </w:r>
      <w:r w:rsidR="00B97E5D">
        <w:t xml:space="preserve">. </w:t>
      </w:r>
      <w:r w:rsidRPr="003E4D35">
        <w:t>Il fallut partir au bout d</w:t>
      </w:r>
      <w:r w:rsidR="00B97E5D">
        <w:t>’</w:t>
      </w:r>
      <w:r w:rsidRPr="003E4D35">
        <w:t>une heure</w:t>
      </w:r>
      <w:r w:rsidR="00B97E5D">
        <w:t xml:space="preserve"> : </w:t>
      </w:r>
      <w:r w:rsidRPr="003E4D35">
        <w:t>jamais le chœur des Hawaïens n</w:t>
      </w:r>
      <w:r w:rsidR="00B97E5D">
        <w:t>’</w:t>
      </w:r>
      <w:r w:rsidRPr="003E4D35">
        <w:t>avait eu à chanter à aussi peu d</w:t>
      </w:r>
      <w:r w:rsidR="00B97E5D">
        <w:t>’</w:t>
      </w:r>
      <w:r w:rsidRPr="003E4D35">
        <w:t>intervalle l</w:t>
      </w:r>
      <w:r w:rsidR="00B97E5D">
        <w:t>’</w:t>
      </w:r>
      <w:r w:rsidRPr="003E4D35">
        <w:t>hymne de la jeune fille qui a</w:t>
      </w:r>
      <w:r w:rsidRPr="003E4D35">
        <w:t>r</w:t>
      </w:r>
      <w:r w:rsidRPr="003E4D35">
        <w:t>rive et l</w:t>
      </w:r>
      <w:r w:rsidR="00B97E5D">
        <w:t>’</w:t>
      </w:r>
      <w:r w:rsidRPr="003E4D35">
        <w:t>hymne de la jeune fille qui part</w:t>
      </w:r>
      <w:r w:rsidR="00B97E5D">
        <w:t>.</w:t>
      </w:r>
    </w:p>
    <w:p w14:paraId="67BD4A00" w14:textId="44B77205" w:rsidR="00B97E5D" w:rsidRDefault="00F225BE" w:rsidP="00F225BE">
      <w:r w:rsidRPr="003E4D35">
        <w:t>À New-York</w:t>
      </w:r>
      <w:r w:rsidR="00B97E5D">
        <w:t>, M. </w:t>
      </w:r>
      <w:r w:rsidRPr="003E4D35">
        <w:t>Cazenave donna un dîner en mon honneur chez Sherry</w:t>
      </w:r>
      <w:r w:rsidR="00B97E5D">
        <w:t xml:space="preserve">. </w:t>
      </w:r>
      <w:r w:rsidRPr="003E4D35">
        <w:t>Il y avait là enfin un commandant français</w:t>
      </w:r>
      <w:r w:rsidR="00B97E5D">
        <w:t xml:space="preserve">, </w:t>
      </w:r>
      <w:r w:rsidRPr="003E4D35">
        <w:t>qui avait une main de fer</w:t>
      </w:r>
      <w:r w:rsidR="00B97E5D">
        <w:t xml:space="preserve">, </w:t>
      </w:r>
      <w:r w:rsidRPr="003E4D35">
        <w:t>un lieutenant qui avait un gantelet méc</w:t>
      </w:r>
      <w:r w:rsidRPr="003E4D35">
        <w:t>a</w:t>
      </w:r>
      <w:r w:rsidRPr="003E4D35">
        <w:t>nique</w:t>
      </w:r>
      <w:r w:rsidR="00B97E5D">
        <w:t xml:space="preserve">, </w:t>
      </w:r>
      <w:r w:rsidRPr="003E4D35">
        <w:t>et la première chair française que je pus serrer était un métal affreux</w:t>
      </w:r>
      <w:r w:rsidR="00B97E5D">
        <w:t xml:space="preserve">. </w:t>
      </w:r>
      <w:r w:rsidRPr="003E4D35">
        <w:t>Le capitaine avait un clapet d</w:t>
      </w:r>
      <w:r w:rsidR="00B97E5D">
        <w:t>’</w:t>
      </w:r>
      <w:r w:rsidRPr="003E4D35">
        <w:t>argent sur le crâne</w:t>
      </w:r>
      <w:r w:rsidR="00B97E5D">
        <w:t xml:space="preserve"> ; </w:t>
      </w:r>
      <w:r w:rsidRPr="003E4D35">
        <w:t>je retrouvais mes compatriotes comme après l</w:t>
      </w:r>
      <w:r w:rsidR="00B97E5D">
        <w:t>’</w:t>
      </w:r>
      <w:r w:rsidRPr="003E4D35">
        <w:t>explosion d</w:t>
      </w:r>
      <w:r w:rsidR="00B97E5D">
        <w:t>’</w:t>
      </w:r>
      <w:r w:rsidRPr="003E4D35">
        <w:t>une chaudière</w:t>
      </w:r>
      <w:r w:rsidR="00B97E5D">
        <w:t xml:space="preserve">. </w:t>
      </w:r>
      <w:r w:rsidRPr="003E4D35">
        <w:t>Un quatrième</w:t>
      </w:r>
      <w:r w:rsidR="00B97E5D">
        <w:t xml:space="preserve">, </w:t>
      </w:r>
      <w:r w:rsidRPr="003E4D35">
        <w:t>comme je lui demandais d</w:t>
      </w:r>
      <w:r w:rsidR="00B97E5D">
        <w:t>’</w:t>
      </w:r>
      <w:r w:rsidRPr="003E4D35">
        <w:t>un peu loin combien leur mission comprenait d</w:t>
      </w:r>
      <w:r w:rsidR="00B97E5D">
        <w:t>’</w:t>
      </w:r>
      <w:r w:rsidRPr="003E4D35">
        <w:t>officiers</w:t>
      </w:r>
      <w:r w:rsidR="00B97E5D">
        <w:t xml:space="preserve">, </w:t>
      </w:r>
      <w:r w:rsidRPr="003E4D35">
        <w:t>leva la main en l</w:t>
      </w:r>
      <w:r w:rsidR="00B97E5D">
        <w:t>’</w:t>
      </w:r>
      <w:r w:rsidRPr="003E4D35">
        <w:t>écartant pour m</w:t>
      </w:r>
      <w:r w:rsidR="00B97E5D">
        <w:t>’</w:t>
      </w:r>
      <w:r w:rsidRPr="003E4D35">
        <w:t>indiquer qu</w:t>
      </w:r>
      <w:r w:rsidR="00B97E5D">
        <w:t>’</w:t>
      </w:r>
      <w:r w:rsidRPr="003E4D35">
        <w:t>ils étaient cinq</w:t>
      </w:r>
      <w:r w:rsidR="00B97E5D">
        <w:t xml:space="preserve">, </w:t>
      </w:r>
      <w:r w:rsidRPr="003E4D35">
        <w:t>oubliant qu</w:t>
      </w:r>
      <w:r w:rsidR="00B97E5D">
        <w:t>’</w:t>
      </w:r>
      <w:r w:rsidRPr="003E4D35">
        <w:t>il n</w:t>
      </w:r>
      <w:r w:rsidR="00B97E5D">
        <w:t>’</w:t>
      </w:r>
      <w:r w:rsidRPr="003E4D35">
        <w:t>avait plus que quatre doigts</w:t>
      </w:r>
      <w:r w:rsidR="00B97E5D">
        <w:t xml:space="preserve">. </w:t>
      </w:r>
      <w:r w:rsidRPr="003E4D35">
        <w:t>Mais la guerre avait juste épargné en chacun d</w:t>
      </w:r>
      <w:r w:rsidR="00B97E5D">
        <w:t>’</w:t>
      </w:r>
      <w:r w:rsidRPr="003E4D35">
        <w:t>eux le trait par lequel il pouvait me plaire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étais heureuse de penser que j</w:t>
      </w:r>
      <w:r w:rsidR="00B97E5D">
        <w:t>’</w:t>
      </w:r>
      <w:r w:rsidRPr="003E4D35">
        <w:t>aimais dans les hommes la part la moins périssable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la seule personne au monde qui n</w:t>
      </w:r>
      <w:r w:rsidR="00B97E5D">
        <w:t>’</w:t>
      </w:r>
      <w:r w:rsidRPr="003E4D35">
        <w:t>eût pas entendu encore des récits de guerre</w:t>
      </w:r>
      <w:r w:rsidR="00B97E5D">
        <w:t xml:space="preserve"> ; </w:t>
      </w:r>
      <w:r w:rsidRPr="003E4D35">
        <w:t>vous pensez s</w:t>
      </w:r>
      <w:r w:rsidR="00B97E5D">
        <w:t>’</w:t>
      </w:r>
      <w:r w:rsidRPr="003E4D35">
        <w:t>ils en profitèrent</w:t>
      </w:r>
      <w:r w:rsidR="00B97E5D">
        <w:t xml:space="preserve">. </w:t>
      </w:r>
      <w:r w:rsidRPr="003E4D35">
        <w:t>Le commandant</w:t>
      </w:r>
      <w:r w:rsidR="00B97E5D">
        <w:t xml:space="preserve">, </w:t>
      </w:r>
      <w:r w:rsidRPr="003E4D35">
        <w:t>un peu familier</w:t>
      </w:r>
      <w:r w:rsidR="00B97E5D">
        <w:t xml:space="preserve">, </w:t>
      </w:r>
      <w:r w:rsidRPr="003E4D35">
        <w:t>me touchait pa</w:t>
      </w:r>
      <w:r w:rsidRPr="003E4D35">
        <w:t>r</w:t>
      </w:r>
      <w:r w:rsidRPr="003E4D35">
        <w:t>fois de son crochet de fer</w:t>
      </w:r>
      <w:r w:rsidR="00B97E5D">
        <w:t xml:space="preserve">, </w:t>
      </w:r>
      <w:r w:rsidRPr="003E4D35">
        <w:t>doucement</w:t>
      </w:r>
      <w:r w:rsidR="00B97E5D">
        <w:t xml:space="preserve">, </w:t>
      </w:r>
      <w:r w:rsidRPr="003E4D35">
        <w:t>comme pour irriter sans le détruire un beau feu</w:t>
      </w:r>
      <w:r w:rsidR="00B97E5D">
        <w:t xml:space="preserve">. </w:t>
      </w:r>
      <w:r w:rsidRPr="003E4D35">
        <w:t>Plus heureux que s</w:t>
      </w:r>
      <w:r w:rsidR="00B97E5D">
        <w:t>’</w:t>
      </w:r>
      <w:r w:rsidRPr="003E4D35">
        <w:t>ils révélaient à la Belle au Bois Dormant après son réveil l</w:t>
      </w:r>
      <w:r w:rsidR="00B97E5D">
        <w:t>’</w:t>
      </w:r>
      <w:r w:rsidRPr="003E4D35">
        <w:t>invention de la poudre</w:t>
      </w:r>
      <w:r w:rsidR="00B97E5D">
        <w:t xml:space="preserve">, </w:t>
      </w:r>
      <w:r w:rsidRPr="003E4D35">
        <w:t>de l</w:t>
      </w:r>
      <w:r w:rsidR="00B97E5D">
        <w:t>’</w:t>
      </w:r>
      <w:r w:rsidRPr="003E4D35">
        <w:t>imprimerie</w:t>
      </w:r>
      <w:r w:rsidR="00B97E5D">
        <w:t xml:space="preserve">, </w:t>
      </w:r>
      <w:r w:rsidRPr="003E4D35">
        <w:t>des truffes et du champagne</w:t>
      </w:r>
      <w:r w:rsidR="00B97E5D">
        <w:t xml:space="preserve">, </w:t>
      </w:r>
      <w:r w:rsidRPr="003E4D35">
        <w:t>ils m</w:t>
      </w:r>
      <w:r w:rsidR="00B97E5D">
        <w:t>’</w:t>
      </w:r>
      <w:r w:rsidRPr="003E4D35">
        <w:t>expliquèrent les tranchées</w:t>
      </w:r>
      <w:r w:rsidR="00B97E5D">
        <w:t xml:space="preserve">, </w:t>
      </w:r>
      <w:r w:rsidRPr="003E4D35">
        <w:t>les fils de fer crénelés</w:t>
      </w:r>
      <w:r w:rsidR="00B97E5D">
        <w:t xml:space="preserve">, </w:t>
      </w:r>
      <w:r w:rsidRPr="003E4D35">
        <w:t>les sacs barbelés</w:t>
      </w:r>
      <w:r w:rsidR="00B97E5D">
        <w:t xml:space="preserve">, </w:t>
      </w:r>
      <w:r w:rsidRPr="003E4D35">
        <w:t>se so</w:t>
      </w:r>
      <w:r w:rsidRPr="003E4D35">
        <w:t>u</w:t>
      </w:r>
      <w:r w:rsidRPr="003E4D35">
        <w:t xml:space="preserve">riant au mot </w:t>
      </w:r>
      <w:r w:rsidR="00B97E5D">
        <w:t>« </w:t>
      </w:r>
      <w:r w:rsidRPr="003E4D35">
        <w:t>cavalerie</w:t>
      </w:r>
      <w:r w:rsidR="00B97E5D">
        <w:t xml:space="preserve"> ». </w:t>
      </w:r>
      <w:r w:rsidRPr="003E4D35">
        <w:t>C</w:t>
      </w:r>
      <w:r w:rsidR="00B97E5D">
        <w:t>’</w:t>
      </w:r>
      <w:r w:rsidRPr="003E4D35">
        <w:t>est à ce moment</w:t>
      </w:r>
      <w:r w:rsidR="00B97E5D">
        <w:t xml:space="preserve">, </w:t>
      </w:r>
      <w:r w:rsidRPr="003E4D35">
        <w:t>tout à fait par h</w:t>
      </w:r>
      <w:r w:rsidRPr="003E4D35">
        <w:t>a</w:t>
      </w:r>
      <w:r w:rsidRPr="003E4D35">
        <w:t>sard</w:t>
      </w:r>
      <w:r w:rsidR="00B97E5D">
        <w:t xml:space="preserve">, </w:t>
      </w:r>
      <w:r w:rsidRPr="003E4D35">
        <w:t>que mes yeux se portèrent sur Edwin Marion</w:t>
      </w:r>
      <w:r w:rsidR="00B97E5D">
        <w:t xml:space="preserve">, </w:t>
      </w:r>
      <w:r w:rsidRPr="003E4D35">
        <w:t>mon vis-à-vis</w:t>
      </w:r>
      <w:r w:rsidR="00B97E5D">
        <w:t xml:space="preserve">… </w:t>
      </w:r>
      <w:r w:rsidRPr="003E4D35">
        <w:t>Mon regard passa d</w:t>
      </w:r>
      <w:r w:rsidR="00B97E5D">
        <w:t>’</w:t>
      </w:r>
      <w:r w:rsidRPr="003E4D35">
        <w:t>abord sur cette face distraitement</w:t>
      </w:r>
      <w:r w:rsidR="00B97E5D">
        <w:t xml:space="preserve">, </w:t>
      </w:r>
      <w:r w:rsidRPr="003E4D35">
        <w:t>et je n</w:t>
      </w:r>
      <w:r w:rsidR="00B97E5D">
        <w:t>’</w:t>
      </w:r>
      <w:r w:rsidRPr="003E4D35">
        <w:t>y rapportai pas l</w:t>
      </w:r>
      <w:r w:rsidR="00B97E5D">
        <w:t>’</w:t>
      </w:r>
      <w:r w:rsidRPr="003E4D35">
        <w:t>angoisse que j</w:t>
      </w:r>
      <w:r w:rsidR="00B97E5D">
        <w:t>’</w:t>
      </w:r>
      <w:r w:rsidRPr="003E4D35">
        <w:t>éprouvai</w:t>
      </w:r>
      <w:r w:rsidR="00B97E5D">
        <w:t xml:space="preserve">. </w:t>
      </w:r>
      <w:r w:rsidRPr="003E4D35">
        <w:t>Une minute après</w:t>
      </w:r>
      <w:r w:rsidR="00B97E5D">
        <w:t xml:space="preserve">, </w:t>
      </w:r>
      <w:r w:rsidRPr="003E4D35">
        <w:lastRenderedPageBreak/>
        <w:t>même serrement de cœur</w:t>
      </w:r>
      <w:r w:rsidR="00B97E5D">
        <w:t xml:space="preserve">, </w:t>
      </w:r>
      <w:r w:rsidRPr="003E4D35">
        <w:t>et je me souvins avoir regardé M</w:t>
      </w:r>
      <w:r w:rsidRPr="003E4D35">
        <w:t>a</w:t>
      </w:r>
      <w:r w:rsidRPr="003E4D35">
        <w:t>rion une seconde fois</w:t>
      </w:r>
      <w:r w:rsidR="00B97E5D">
        <w:t xml:space="preserve">… </w:t>
      </w:r>
      <w:r w:rsidRPr="003E4D35">
        <w:t>Alors</w:t>
      </w:r>
      <w:r w:rsidR="00B97E5D">
        <w:t xml:space="preserve">, </w:t>
      </w:r>
      <w:r w:rsidRPr="003E4D35">
        <w:t>cinq fois</w:t>
      </w:r>
      <w:r w:rsidR="00B97E5D">
        <w:t xml:space="preserve">, </w:t>
      </w:r>
      <w:r w:rsidRPr="003E4D35">
        <w:t>dix fois</w:t>
      </w:r>
      <w:r w:rsidR="00B97E5D">
        <w:t xml:space="preserve">, </w:t>
      </w:r>
      <w:r w:rsidRPr="003E4D35">
        <w:t>je recommençai l</w:t>
      </w:r>
      <w:r w:rsidR="00B97E5D">
        <w:t>’</w:t>
      </w:r>
      <w:r w:rsidRPr="003E4D35">
        <w:t>expérience</w:t>
      </w:r>
      <w:r w:rsidR="00B97E5D">
        <w:t xml:space="preserve">… </w:t>
      </w:r>
      <w:r w:rsidRPr="003E4D35">
        <w:t>et je compris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avais bien devant moi le premier homme en qui je ne trouvais rien à aimer</w:t>
      </w:r>
      <w:r w:rsidR="00B97E5D">
        <w:t>…</w:t>
      </w:r>
    </w:p>
    <w:p w14:paraId="46313503" w14:textId="4ADBEE1B" w:rsidR="00B97E5D" w:rsidRDefault="00F225BE" w:rsidP="00F225BE">
      <w:r w:rsidRPr="003E4D35">
        <w:t>C</w:t>
      </w:r>
      <w:r w:rsidR="00B97E5D">
        <w:t>’</w:t>
      </w:r>
      <w:r w:rsidRPr="003E4D35">
        <w:t>était pourtant cette heure des repas où chacun se déco</w:t>
      </w:r>
      <w:r w:rsidRPr="003E4D35">
        <w:t>u</w:t>
      </w:r>
      <w:r w:rsidRPr="003E4D35">
        <w:t>vre et s</w:t>
      </w:r>
      <w:r w:rsidR="00B97E5D">
        <w:t>’</w:t>
      </w:r>
      <w:r w:rsidRPr="003E4D35">
        <w:t>aime en son voisin</w:t>
      </w:r>
      <w:r w:rsidR="00B97E5D">
        <w:t>. M. </w:t>
      </w:r>
      <w:r w:rsidRPr="003E4D35">
        <w:t>Cazenave découvrait dans un jeune Irlandais un cousin de son beau-frère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embrassait</w:t>
      </w:r>
      <w:r w:rsidR="00B97E5D">
        <w:t xml:space="preserve">, </w:t>
      </w:r>
      <w:r w:rsidRPr="003E4D35">
        <w:t>d</w:t>
      </w:r>
      <w:r w:rsidRPr="003E4D35">
        <w:t>é</w:t>
      </w:r>
      <w:r w:rsidRPr="003E4D35">
        <w:t>couvrant l</w:t>
      </w:r>
      <w:r w:rsidR="00B97E5D">
        <w:t>’</w:t>
      </w:r>
      <w:r w:rsidRPr="003E4D35">
        <w:t>Irlande</w:t>
      </w:r>
      <w:r w:rsidR="00B97E5D">
        <w:t xml:space="preserve">. </w:t>
      </w:r>
      <w:r w:rsidRPr="003E4D35">
        <w:t>Miss Pond découvrait que Sargent est un grand poète et Hugo un grand peintre</w:t>
      </w:r>
      <w:r w:rsidR="00B97E5D">
        <w:t>. M</w:t>
      </w:r>
      <w:r w:rsidR="00B97E5D" w:rsidRPr="00B97E5D">
        <w:rPr>
          <w:vertAlign w:val="superscript"/>
        </w:rPr>
        <w:t>rs</w:t>
      </w:r>
      <w:r w:rsidR="00B97E5D">
        <w:t> </w:t>
      </w:r>
      <w:proofErr w:type="spellStart"/>
      <w:r w:rsidRPr="003E4D35">
        <w:t>Dallmore</w:t>
      </w:r>
      <w:proofErr w:type="spellEnd"/>
      <w:r w:rsidRPr="003E4D35">
        <w:t xml:space="preserve"> dans le</w:t>
      </w:r>
      <w:r w:rsidRPr="003E4D35">
        <w:rPr>
          <w:i/>
          <w:iCs/>
        </w:rPr>
        <w:t xml:space="preserve"> Star </w:t>
      </w:r>
      <w:proofErr w:type="spellStart"/>
      <w:r w:rsidRPr="003E4D35">
        <w:rPr>
          <w:i/>
          <w:iCs/>
        </w:rPr>
        <w:t>spangled</w:t>
      </w:r>
      <w:proofErr w:type="spellEnd"/>
      <w:r w:rsidRPr="003E4D35">
        <w:rPr>
          <w:i/>
          <w:iCs/>
        </w:rPr>
        <w:t xml:space="preserve"> banner</w:t>
      </w:r>
      <w:r w:rsidRPr="003E4D35">
        <w:t xml:space="preserve"> retrouvait deux mesures de Beethoven</w:t>
      </w:r>
      <w:r w:rsidR="00B97E5D">
        <w:t>. M</w:t>
      </w:r>
      <w:r w:rsidR="00B97E5D" w:rsidRPr="00B97E5D">
        <w:rPr>
          <w:vertAlign w:val="superscript"/>
        </w:rPr>
        <w:t>r</w:t>
      </w:r>
      <w:r w:rsidR="00B97E5D">
        <w:t> </w:t>
      </w:r>
      <w:r w:rsidRPr="003E4D35">
        <w:t>Hoover</w:t>
      </w:r>
      <w:r w:rsidR="00B97E5D">
        <w:t xml:space="preserve">, </w:t>
      </w:r>
      <w:r w:rsidRPr="003E4D35">
        <w:t>entrepris par un de nos agents de propagande</w:t>
      </w:r>
      <w:r w:rsidR="00B97E5D">
        <w:t xml:space="preserve">, </w:t>
      </w:r>
      <w:r w:rsidRPr="003E4D35">
        <w:t>d</w:t>
      </w:r>
      <w:r w:rsidRPr="003E4D35">
        <w:t>é</w:t>
      </w:r>
      <w:r w:rsidRPr="003E4D35">
        <w:t>couvrait que l</w:t>
      </w:r>
      <w:r w:rsidR="00B97E5D">
        <w:t>’</w:t>
      </w:r>
      <w:r w:rsidRPr="003E4D35">
        <w:t>Algérie</w:t>
      </w:r>
      <w:r w:rsidR="00B97E5D">
        <w:t xml:space="preserve">, </w:t>
      </w:r>
      <w:r w:rsidRPr="003E4D35">
        <w:t>la Tunisie sont des colonies françaises</w:t>
      </w:r>
      <w:r w:rsidR="00B97E5D">
        <w:t xml:space="preserve">, </w:t>
      </w:r>
      <w:r w:rsidRPr="003E4D35">
        <w:t>et s</w:t>
      </w:r>
      <w:r w:rsidR="00B97E5D">
        <w:t>’</w:t>
      </w:r>
      <w:r w:rsidRPr="003E4D35">
        <w:t>extasia</w:t>
      </w:r>
      <w:r w:rsidR="00B97E5D">
        <w:t xml:space="preserve">… </w:t>
      </w:r>
      <w:r w:rsidRPr="003E4D35">
        <w:t>Mais moi</w:t>
      </w:r>
      <w:r w:rsidR="00B97E5D">
        <w:t xml:space="preserve">, </w:t>
      </w:r>
      <w:r w:rsidRPr="003E4D35">
        <w:t>sur la tête d</w:t>
      </w:r>
      <w:r w:rsidR="00B97E5D">
        <w:t>’</w:t>
      </w:r>
      <w:r w:rsidRPr="003E4D35">
        <w:t>Edwin j</w:t>
      </w:r>
      <w:r w:rsidR="00B97E5D">
        <w:t>’</w:t>
      </w:r>
      <w:r w:rsidRPr="003E4D35">
        <w:t>épuisais mes regards</w:t>
      </w:r>
      <w:r w:rsidR="00B97E5D">
        <w:t xml:space="preserve">. </w:t>
      </w:r>
      <w:r w:rsidRPr="003E4D35">
        <w:t>Tous les gestes par lesquels un caractère se dévoile</w:t>
      </w:r>
      <w:r w:rsidR="00B97E5D">
        <w:t xml:space="preserve">, </w:t>
      </w:r>
      <w:r w:rsidRPr="003E4D35">
        <w:t>il les faisait pourtant en moins d</w:t>
      </w:r>
      <w:r w:rsidR="00B97E5D">
        <w:t>’</w:t>
      </w:r>
      <w:r w:rsidRPr="003E4D35">
        <w:t>une minute</w:t>
      </w:r>
      <w:r w:rsidR="00B97E5D">
        <w:t xml:space="preserve">. </w:t>
      </w:r>
      <w:r w:rsidRPr="003E4D35">
        <w:t>En une minute</w:t>
      </w:r>
      <w:r w:rsidR="00B97E5D">
        <w:t xml:space="preserve">, </w:t>
      </w:r>
      <w:r w:rsidRPr="003E4D35">
        <w:t>je le vis rire</w:t>
      </w:r>
      <w:r w:rsidR="00B97E5D">
        <w:t xml:space="preserve">, </w:t>
      </w:r>
      <w:r w:rsidRPr="003E4D35">
        <w:t>parler</w:t>
      </w:r>
      <w:r w:rsidR="00B97E5D">
        <w:t xml:space="preserve">, </w:t>
      </w:r>
      <w:r w:rsidRPr="003E4D35">
        <w:t>boire</w:t>
      </w:r>
      <w:r w:rsidR="00B97E5D">
        <w:t xml:space="preserve">, </w:t>
      </w:r>
      <w:r w:rsidRPr="003E4D35">
        <w:t>manger</w:t>
      </w:r>
      <w:r w:rsidR="00B97E5D">
        <w:t xml:space="preserve">, </w:t>
      </w:r>
      <w:r w:rsidRPr="003E4D35">
        <w:t>hoqueter</w:t>
      </w:r>
      <w:r w:rsidR="00B97E5D">
        <w:t xml:space="preserve">, </w:t>
      </w:r>
      <w:r w:rsidRPr="003E4D35">
        <w:t>se curer les dents</w:t>
      </w:r>
      <w:r w:rsidR="00B97E5D">
        <w:t xml:space="preserve">, </w:t>
      </w:r>
      <w:r w:rsidRPr="003E4D35">
        <w:t>les oreilles</w:t>
      </w:r>
      <w:r w:rsidR="00B97E5D">
        <w:t xml:space="preserve">, </w:t>
      </w:r>
      <w:r w:rsidRPr="003E4D35">
        <w:t>les ongles</w:t>
      </w:r>
      <w:r w:rsidR="00B97E5D">
        <w:t xml:space="preserve">. </w:t>
      </w:r>
      <w:r w:rsidRPr="003E4D35">
        <w:t>On eût dit que sa seule occupation était de se délivrer des alluvions dont le recouvrait chaque seconde</w:t>
      </w:r>
      <w:r w:rsidR="00B97E5D">
        <w:t xml:space="preserve">. </w:t>
      </w:r>
      <w:r w:rsidRPr="003E4D35">
        <w:t>Je le vis di</w:t>
      </w:r>
      <w:r w:rsidRPr="003E4D35">
        <w:t>s</w:t>
      </w:r>
      <w:r w:rsidRPr="003E4D35">
        <w:t>trait</w:t>
      </w:r>
      <w:r w:rsidR="00B97E5D">
        <w:t xml:space="preserve">, </w:t>
      </w:r>
      <w:r w:rsidRPr="003E4D35">
        <w:t>morne</w:t>
      </w:r>
      <w:r w:rsidR="00B97E5D">
        <w:t xml:space="preserve">, </w:t>
      </w:r>
      <w:r w:rsidRPr="003E4D35">
        <w:t>gai</w:t>
      </w:r>
      <w:r w:rsidR="00B97E5D">
        <w:t xml:space="preserve">, </w:t>
      </w:r>
      <w:r w:rsidRPr="003E4D35">
        <w:t>débordant de santé et minant des deux genoux un pied de table</w:t>
      </w:r>
      <w:r w:rsidR="00B97E5D">
        <w:t xml:space="preserve">, </w:t>
      </w:r>
      <w:r w:rsidRPr="003E4D35">
        <w:t>portant la main à son front</w:t>
      </w:r>
      <w:r w:rsidR="00B97E5D">
        <w:t xml:space="preserve">, </w:t>
      </w:r>
      <w:r w:rsidRPr="003E4D35">
        <w:t>malade</w:t>
      </w:r>
      <w:r w:rsidR="00B97E5D">
        <w:t xml:space="preserve">… </w:t>
      </w:r>
      <w:r w:rsidRPr="003E4D35">
        <w:t>Sur son visage de métis américain</w:t>
      </w:r>
      <w:r w:rsidR="00B97E5D">
        <w:t xml:space="preserve">, </w:t>
      </w:r>
      <w:r w:rsidRPr="003E4D35">
        <w:t>où chaque trait ancestral prenait successivement le commandement des autres</w:t>
      </w:r>
      <w:r w:rsidR="00B97E5D">
        <w:t xml:space="preserve">, </w:t>
      </w:r>
      <w:r w:rsidRPr="003E4D35">
        <w:t>je le vis Écossais</w:t>
      </w:r>
      <w:r w:rsidR="00B97E5D">
        <w:t xml:space="preserve">, </w:t>
      </w:r>
      <w:r w:rsidRPr="003E4D35">
        <w:t>Juif</w:t>
      </w:r>
      <w:r w:rsidR="00B97E5D">
        <w:t xml:space="preserve">, </w:t>
      </w:r>
      <w:r w:rsidRPr="003E4D35">
        <w:t>Hollandais</w:t>
      </w:r>
      <w:r w:rsidR="00B97E5D">
        <w:t xml:space="preserve">, </w:t>
      </w:r>
      <w:r w:rsidRPr="003E4D35">
        <w:t>Bostonien</w:t>
      </w:r>
      <w:r w:rsidR="00B97E5D">
        <w:t xml:space="preserve">. </w:t>
      </w:r>
      <w:r w:rsidRPr="003E4D35">
        <w:t>Je le vis</w:t>
      </w:r>
      <w:r w:rsidR="00B97E5D">
        <w:t xml:space="preserve">, </w:t>
      </w:r>
      <w:r w:rsidRPr="003E4D35">
        <w:t>car il avait les yeux vairons et les cheveux différents de couleur comme s</w:t>
      </w:r>
      <w:r w:rsidR="00B97E5D">
        <w:t>’</w:t>
      </w:r>
      <w:r w:rsidRPr="003E4D35">
        <w:t>il y avait sur son crâne un côté Sud et un côté Nord</w:t>
      </w:r>
      <w:r w:rsidR="00B97E5D">
        <w:t xml:space="preserve">, </w:t>
      </w:r>
      <w:r w:rsidRPr="003E4D35">
        <w:t>selon le profit qu</w:t>
      </w:r>
      <w:r w:rsidR="00B97E5D">
        <w:t>’</w:t>
      </w:r>
      <w:r w:rsidRPr="003E4D35">
        <w:t>il m</w:t>
      </w:r>
      <w:r w:rsidR="00B97E5D">
        <w:t>’</w:t>
      </w:r>
      <w:r w:rsidRPr="003E4D35">
        <w:t>offrait</w:t>
      </w:r>
      <w:r w:rsidR="00B97E5D">
        <w:t xml:space="preserve">, </w:t>
      </w:r>
      <w:r w:rsidRPr="003E4D35">
        <w:t>roux avec un œil bleu</w:t>
      </w:r>
      <w:r w:rsidR="00B97E5D">
        <w:t xml:space="preserve">, </w:t>
      </w:r>
      <w:r w:rsidRPr="003E4D35">
        <w:t>gris sel avec un œil obscur</w:t>
      </w:r>
      <w:r w:rsidR="00B97E5D">
        <w:t xml:space="preserve">. </w:t>
      </w:r>
      <w:r w:rsidRPr="003E4D35">
        <w:t>Je le vis te</w:t>
      </w:r>
      <w:r w:rsidRPr="003E4D35">
        <w:t>n</w:t>
      </w:r>
      <w:r w:rsidRPr="003E4D35">
        <w:t>dre une main vers son verre</w:t>
      </w:r>
      <w:r w:rsidR="00B97E5D">
        <w:t xml:space="preserve">, </w:t>
      </w:r>
      <w:r w:rsidRPr="003E4D35">
        <w:t>hypocrite</w:t>
      </w:r>
      <w:r w:rsidR="00B97E5D">
        <w:t xml:space="preserve">, </w:t>
      </w:r>
      <w:r w:rsidRPr="003E4D35">
        <w:t>rampante</w:t>
      </w:r>
      <w:r w:rsidR="00B97E5D">
        <w:t xml:space="preserve">, </w:t>
      </w:r>
      <w:r w:rsidRPr="003E4D35">
        <w:t>pour su</w:t>
      </w:r>
      <w:r w:rsidRPr="003E4D35">
        <w:t>r</w:t>
      </w:r>
      <w:r w:rsidRPr="003E4D35">
        <w:t>prendre son verre</w:t>
      </w:r>
      <w:r w:rsidR="00B97E5D">
        <w:t xml:space="preserve">, </w:t>
      </w:r>
      <w:r w:rsidRPr="003E4D35">
        <w:t>saisir une des franges de la nappe et la déch</w:t>
      </w:r>
      <w:r w:rsidRPr="003E4D35">
        <w:t>i</w:t>
      </w:r>
      <w:r w:rsidRPr="003E4D35">
        <w:t>rer peu à peu</w:t>
      </w:r>
      <w:r w:rsidR="00B97E5D">
        <w:t xml:space="preserve"> ; </w:t>
      </w:r>
      <w:r w:rsidRPr="003E4D35">
        <w:t>il jetait son pain sous la table</w:t>
      </w:r>
      <w:r w:rsidR="00B97E5D">
        <w:t xml:space="preserve">, </w:t>
      </w:r>
      <w:r w:rsidRPr="003E4D35">
        <w:t>puis</w:t>
      </w:r>
      <w:r w:rsidR="00B97E5D">
        <w:t xml:space="preserve">, </w:t>
      </w:r>
      <w:r w:rsidRPr="003E4D35">
        <w:t>les alluvions se déposant à nouveau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mouchoir humecté il se lavait le menton et les doigts</w:t>
      </w:r>
      <w:r w:rsidR="00B97E5D">
        <w:t>. M. </w:t>
      </w:r>
      <w:r w:rsidRPr="003E4D35">
        <w:t>Cazenave qui s</w:t>
      </w:r>
      <w:r w:rsidR="00B97E5D">
        <w:t>’</w:t>
      </w:r>
      <w:r w:rsidRPr="003E4D35">
        <w:t>amusait de ma répu</w:t>
      </w:r>
      <w:r w:rsidRPr="003E4D35">
        <w:t>l</w:t>
      </w:r>
      <w:r w:rsidRPr="003E4D35">
        <w:t>sion</w:t>
      </w:r>
      <w:r w:rsidR="00B97E5D">
        <w:t xml:space="preserve">, </w:t>
      </w:r>
      <w:r w:rsidRPr="003E4D35">
        <w:t xml:space="preserve">me dit que tous comme moi trouvaient Edwin </w:t>
      </w:r>
      <w:r w:rsidRPr="003E4D35">
        <w:lastRenderedPageBreak/>
        <w:t>antipath</w:t>
      </w:r>
      <w:r w:rsidRPr="003E4D35">
        <w:t>i</w:t>
      </w:r>
      <w:r w:rsidRPr="003E4D35">
        <w:t>que mais qu</w:t>
      </w:r>
      <w:r w:rsidR="00B97E5D">
        <w:t>’</w:t>
      </w:r>
      <w:r w:rsidRPr="003E4D35">
        <w:t>il était un homme de génie</w:t>
      </w:r>
      <w:r w:rsidR="00B97E5D">
        <w:t xml:space="preserve">, </w:t>
      </w:r>
      <w:r w:rsidRPr="003E4D35">
        <w:t>que les légendes de ses dessins étaient célèbres</w:t>
      </w:r>
      <w:r w:rsidR="00B97E5D">
        <w:t xml:space="preserve">, </w:t>
      </w:r>
      <w:r w:rsidRPr="003E4D35">
        <w:t>qu</w:t>
      </w:r>
      <w:r w:rsidR="00B97E5D">
        <w:t>’</w:t>
      </w:r>
      <w:r w:rsidRPr="003E4D35">
        <w:t>aucun trône ne résistait à ses caric</w:t>
      </w:r>
      <w:r w:rsidRPr="003E4D35">
        <w:t>a</w:t>
      </w:r>
      <w:r w:rsidRPr="003E4D35">
        <w:t>tures</w:t>
      </w:r>
      <w:r w:rsidR="00B97E5D">
        <w:t xml:space="preserve"> ; </w:t>
      </w:r>
      <w:r w:rsidRPr="003E4D35">
        <w:t>que d</w:t>
      </w:r>
      <w:r w:rsidR="00B97E5D">
        <w:t>’</w:t>
      </w:r>
      <w:r w:rsidRPr="003E4D35">
        <w:t>ailleurs</w:t>
      </w:r>
      <w:r w:rsidR="00B97E5D">
        <w:t xml:space="preserve">, </w:t>
      </w:r>
      <w:r w:rsidRPr="003E4D35">
        <w:t>quand il était par trop arrogant</w:t>
      </w:r>
      <w:r w:rsidR="00B97E5D">
        <w:t xml:space="preserve">, </w:t>
      </w:r>
      <w:r w:rsidRPr="003E4D35">
        <w:t>il suffisait de lui parler de la mort</w:t>
      </w:r>
      <w:r w:rsidR="00B97E5D">
        <w:t xml:space="preserve">. </w:t>
      </w:r>
      <w:r w:rsidRPr="003E4D35">
        <w:t>Il se taisait aussitôt</w:t>
      </w:r>
      <w:r w:rsidR="00B97E5D">
        <w:t xml:space="preserve">, </w:t>
      </w:r>
      <w:r w:rsidRPr="003E4D35">
        <w:t>il s</w:t>
      </w:r>
      <w:r w:rsidR="00B97E5D">
        <w:t>’</w:t>
      </w:r>
      <w:r w:rsidRPr="003E4D35">
        <w:t>enfuyait</w:t>
      </w:r>
      <w:r w:rsidR="00B97E5D">
        <w:t xml:space="preserve">, </w:t>
      </w:r>
      <w:r w:rsidRPr="003E4D35">
        <w:t>co</w:t>
      </w:r>
      <w:r w:rsidRPr="003E4D35">
        <w:t>m</w:t>
      </w:r>
      <w:r w:rsidRPr="003E4D35">
        <w:t>me un couguar auquel on montre une allumette</w:t>
      </w:r>
      <w:r w:rsidR="00B97E5D">
        <w:t>.</w:t>
      </w:r>
    </w:p>
    <w:p w14:paraId="6256090C" w14:textId="77777777" w:rsidR="00B97E5D" w:rsidRDefault="00F225BE" w:rsidP="00F225BE">
      <w:r w:rsidRPr="003E4D35">
        <w:t>Edwin maintenant avait fermé les yeux</w:t>
      </w:r>
      <w:r w:rsidR="00B97E5D">
        <w:t xml:space="preserve">. </w:t>
      </w:r>
      <w:r w:rsidRPr="003E4D35">
        <w:t>Il avait le privilège de s</w:t>
      </w:r>
      <w:r w:rsidR="00B97E5D">
        <w:t>’</w:t>
      </w:r>
      <w:r w:rsidRPr="003E4D35">
        <w:t>endormir dès qu</w:t>
      </w:r>
      <w:r w:rsidR="00B97E5D">
        <w:t>’</w:t>
      </w:r>
      <w:r w:rsidRPr="003E4D35">
        <w:t>il voulait</w:t>
      </w:r>
      <w:r w:rsidR="00B97E5D">
        <w:t xml:space="preserve">. </w:t>
      </w:r>
      <w:r w:rsidRPr="003E4D35">
        <w:t>Il avait glissé sur sa chaise</w:t>
      </w:r>
      <w:r w:rsidR="00B97E5D">
        <w:t xml:space="preserve">, </w:t>
      </w:r>
      <w:r w:rsidRPr="003E4D35">
        <w:t>sa barbe dépassait</w:t>
      </w:r>
      <w:r w:rsidR="00B97E5D">
        <w:t xml:space="preserve">, </w:t>
      </w:r>
      <w:r w:rsidRPr="003E4D35">
        <w:t>il dormait</w:t>
      </w:r>
      <w:r w:rsidR="00B97E5D">
        <w:t xml:space="preserve">, </w:t>
      </w:r>
      <w:r w:rsidRPr="003E4D35">
        <w:t>avec pour drap une nappe surcha</w:t>
      </w:r>
      <w:r w:rsidRPr="003E4D35">
        <w:t>r</w:t>
      </w:r>
      <w:r w:rsidRPr="003E4D35">
        <w:t>gée de vingt femmes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argent</w:t>
      </w:r>
      <w:r w:rsidR="00B97E5D">
        <w:t xml:space="preserve">, </w:t>
      </w:r>
      <w:r w:rsidRPr="003E4D35">
        <w:t>de fleurs et de liqueurs et sur l</w:t>
      </w:r>
      <w:r w:rsidRPr="003E4D35">
        <w:t>a</w:t>
      </w:r>
      <w:r w:rsidRPr="003E4D35">
        <w:t>quelle on voyait la trace de ses doigts</w:t>
      </w:r>
      <w:r w:rsidR="00B97E5D">
        <w:t xml:space="preserve">, </w:t>
      </w:r>
      <w:r w:rsidRPr="003E4D35">
        <w:t>car ils marquaient comme son fusain</w:t>
      </w:r>
      <w:r w:rsidR="00B97E5D">
        <w:t xml:space="preserve">. </w:t>
      </w:r>
      <w:r w:rsidRPr="003E4D35">
        <w:t>Parfois à un clignement</w:t>
      </w:r>
      <w:r w:rsidR="00B97E5D">
        <w:t xml:space="preserve">, </w:t>
      </w:r>
      <w:r w:rsidRPr="003E4D35">
        <w:t>à un sursaut</w:t>
      </w:r>
      <w:r w:rsidR="00B97E5D">
        <w:t xml:space="preserve">, </w:t>
      </w:r>
      <w:r w:rsidRPr="003E4D35">
        <w:t>on devinait que cheminait en lui</w:t>
      </w:r>
      <w:r w:rsidR="00B97E5D">
        <w:t xml:space="preserve">, </w:t>
      </w:r>
      <w:r w:rsidRPr="003E4D35">
        <w:t>comme une aiguille dans le corps d</w:t>
      </w:r>
      <w:r w:rsidR="00B97E5D">
        <w:t>’</w:t>
      </w:r>
      <w:r w:rsidRPr="003E4D35">
        <w:t>un e</w:t>
      </w:r>
      <w:r w:rsidRPr="003E4D35">
        <w:t>n</w:t>
      </w:r>
      <w:r w:rsidRPr="003E4D35">
        <w:t>fant</w:t>
      </w:r>
      <w:r w:rsidR="00B97E5D">
        <w:t xml:space="preserve">, </w:t>
      </w:r>
      <w:r w:rsidRPr="003E4D35">
        <w:t>une de ses futures légendes</w:t>
      </w:r>
      <w:r w:rsidR="00B97E5D">
        <w:t xml:space="preserve">, </w:t>
      </w:r>
      <w:r w:rsidRPr="003E4D35">
        <w:t>un de ses sarcasmes futurs</w:t>
      </w:r>
      <w:r w:rsidR="00B97E5D">
        <w:t xml:space="preserve">… </w:t>
      </w:r>
      <w:r w:rsidRPr="003E4D35">
        <w:t>qui soudain effleura un organe vital</w:t>
      </w:r>
      <w:r w:rsidR="00B97E5D">
        <w:t xml:space="preserve"> (</w:t>
      </w:r>
      <w:r w:rsidRPr="003E4D35">
        <w:t>le foie</w:t>
      </w:r>
      <w:r w:rsidR="00B97E5D">
        <w:t xml:space="preserve">, </w:t>
      </w:r>
      <w:r w:rsidRPr="003E4D35">
        <w:t>car il devint tout jaune</w:t>
      </w:r>
      <w:r w:rsidR="00B97E5D">
        <w:t xml:space="preserve">), </w:t>
      </w:r>
      <w:r w:rsidRPr="003E4D35">
        <w:t>et l</w:t>
      </w:r>
      <w:r w:rsidR="00B97E5D">
        <w:t>’</w:t>
      </w:r>
      <w:r w:rsidRPr="003E4D35">
        <w:t>éveilla</w:t>
      </w:r>
      <w:r w:rsidR="00B97E5D">
        <w:t>.</w:t>
      </w:r>
    </w:p>
    <w:p w14:paraId="104AB207" w14:textId="77777777" w:rsidR="00B97E5D" w:rsidRDefault="00F225BE" w:rsidP="00F225BE">
      <w:r w:rsidRPr="003E4D35">
        <w:t>Il m</w:t>
      </w:r>
      <w:r w:rsidR="00B97E5D">
        <w:t>’</w:t>
      </w:r>
      <w:r w:rsidRPr="003E4D35">
        <w:t>observait maintenant d</w:t>
      </w:r>
      <w:r w:rsidR="00B97E5D">
        <w:t>’</w:t>
      </w:r>
      <w:r w:rsidRPr="003E4D35">
        <w:t>un œil soupçonneux</w:t>
      </w:r>
      <w:r w:rsidR="00B97E5D">
        <w:t xml:space="preserve">, </w:t>
      </w:r>
      <w:r w:rsidRPr="003E4D35">
        <w:t>comme s</w:t>
      </w:r>
      <w:r w:rsidR="00B97E5D">
        <w:t>’</w:t>
      </w:r>
      <w:r w:rsidRPr="003E4D35">
        <w:t>il comprenait qu</w:t>
      </w:r>
      <w:r w:rsidR="00B97E5D">
        <w:t>’</w:t>
      </w:r>
      <w:r w:rsidRPr="003E4D35">
        <w:t>on m</w:t>
      </w:r>
      <w:r w:rsidR="00B97E5D">
        <w:t>’</w:t>
      </w:r>
      <w:r w:rsidRPr="003E4D35">
        <w:t>avait renseignée sur lui pendant son sommeil</w:t>
      </w:r>
      <w:r w:rsidR="00B97E5D">
        <w:t xml:space="preserve">. </w:t>
      </w:r>
      <w:r w:rsidRPr="003E4D35">
        <w:t>De temps à autre</w:t>
      </w:r>
      <w:r w:rsidR="00B97E5D">
        <w:t xml:space="preserve">, </w:t>
      </w:r>
      <w:r w:rsidRPr="003E4D35">
        <w:t>pour fêter son dessin de la veille dans le Sun</w:t>
      </w:r>
      <w:r w:rsidR="00B97E5D">
        <w:t xml:space="preserve">, </w:t>
      </w:r>
      <w:r w:rsidRPr="003E4D35">
        <w:t>déjà célèbre</w:t>
      </w:r>
      <w:r w:rsidR="00B97E5D">
        <w:t xml:space="preserve">, </w:t>
      </w:r>
      <w:r w:rsidRPr="003E4D35">
        <w:t>qui représentait un navire dans une tempête</w:t>
      </w:r>
      <w:r w:rsidR="00B97E5D">
        <w:t xml:space="preserve">, </w:t>
      </w:r>
      <w:r w:rsidRPr="003E4D35">
        <w:t>toutes les fois qu</w:t>
      </w:r>
      <w:r w:rsidR="00B97E5D">
        <w:t>’</w:t>
      </w:r>
      <w:r w:rsidRPr="003E4D35">
        <w:t>il était parlé près ou loin de la mer ou de la marine</w:t>
      </w:r>
      <w:r w:rsidR="00B97E5D">
        <w:t xml:space="preserve">, </w:t>
      </w:r>
      <w:r w:rsidRPr="003E4D35">
        <w:t>on se tournait vers lui et la tablée lui souriait avec honneur</w:t>
      </w:r>
      <w:r w:rsidR="00B97E5D">
        <w:t xml:space="preserve">. </w:t>
      </w:r>
      <w:r w:rsidRPr="003E4D35">
        <w:t>Il m</w:t>
      </w:r>
      <w:r w:rsidR="00B97E5D">
        <w:t>’</w:t>
      </w:r>
      <w:r w:rsidRPr="003E4D35">
        <w:t>adressa soudain la parole</w:t>
      </w:r>
      <w:r w:rsidR="00B97E5D">
        <w:t xml:space="preserve">, </w:t>
      </w:r>
      <w:r w:rsidRPr="003E4D35">
        <w:t>et me félicita d</w:t>
      </w:r>
      <w:r w:rsidR="00B97E5D">
        <w:t>’</w:t>
      </w:r>
      <w:r w:rsidRPr="003E4D35">
        <w:t>avoir été découverte dans mon île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étais décidée à découvrir en lui</w:t>
      </w:r>
      <w:r w:rsidR="00B97E5D">
        <w:t xml:space="preserve">, </w:t>
      </w:r>
      <w:r w:rsidRPr="003E4D35">
        <w:t>par la parole</w:t>
      </w:r>
      <w:r w:rsidR="00B97E5D">
        <w:t xml:space="preserve">, </w:t>
      </w:r>
      <w:r w:rsidRPr="003E4D35">
        <w:t>ce point faible et sympathique qu</w:t>
      </w:r>
      <w:r w:rsidR="00B97E5D">
        <w:t>’</w:t>
      </w:r>
      <w:r w:rsidRPr="003E4D35">
        <w:t>aucun regard n</w:t>
      </w:r>
      <w:r w:rsidR="00B97E5D">
        <w:t>’</w:t>
      </w:r>
      <w:r w:rsidRPr="003E4D35">
        <w:t>avait pu trouver</w:t>
      </w:r>
      <w:r w:rsidR="00B97E5D">
        <w:t xml:space="preserve">. </w:t>
      </w:r>
      <w:r w:rsidRPr="003E4D35">
        <w:t>Je lui souris</w:t>
      </w:r>
      <w:r w:rsidR="00B97E5D">
        <w:t>…</w:t>
      </w:r>
    </w:p>
    <w:p w14:paraId="3648E2C0" w14:textId="77777777" w:rsidR="00B97E5D" w:rsidRDefault="00B97E5D" w:rsidP="00F225BE">
      <w:r>
        <w:t>— </w:t>
      </w:r>
      <w:r w:rsidR="00F225BE" w:rsidRPr="003E4D35">
        <w:t>Et vous</w:t>
      </w:r>
      <w:r>
        <w:t xml:space="preserve">, – </w:t>
      </w:r>
      <w:r w:rsidR="00F225BE" w:rsidRPr="003E4D35">
        <w:t>dis-je</w:t>
      </w:r>
      <w:r>
        <w:t xml:space="preserve">, – </w:t>
      </w:r>
      <w:r w:rsidR="00F225BE" w:rsidRPr="003E4D35">
        <w:t>qui vous découvrira jamais dans la vôtre</w:t>
      </w:r>
      <w:r>
        <w:t> ?…</w:t>
      </w:r>
    </w:p>
    <w:p w14:paraId="31013DC6" w14:textId="77777777" w:rsidR="00B97E5D" w:rsidRDefault="00B97E5D" w:rsidP="00F225BE">
      <w:r>
        <w:t>— </w:t>
      </w:r>
      <w:r w:rsidR="00F225BE" w:rsidRPr="003E4D35">
        <w:t>Je suis découvert</w:t>
      </w:r>
      <w:r>
        <w:t xml:space="preserve">, – </w:t>
      </w:r>
      <w:r w:rsidR="00F225BE" w:rsidRPr="003E4D35">
        <w:t>répondit-il</w:t>
      </w:r>
      <w:r>
        <w:t xml:space="preserve">. – </w:t>
      </w:r>
      <w:r w:rsidR="00F225BE" w:rsidRPr="003E4D35">
        <w:t>J</w:t>
      </w:r>
      <w:r>
        <w:t>’</w:t>
      </w:r>
      <w:r w:rsidR="00F225BE" w:rsidRPr="003E4D35">
        <w:t>ai une femme abr</w:t>
      </w:r>
      <w:r w:rsidR="00F225BE" w:rsidRPr="003E4D35">
        <w:t>u</w:t>
      </w:r>
      <w:r w:rsidR="00F225BE" w:rsidRPr="003E4D35">
        <w:t>tie et trois enfants idiots</w:t>
      </w:r>
      <w:r>
        <w:t>.</w:t>
      </w:r>
    </w:p>
    <w:p w14:paraId="2D48F0AD" w14:textId="05A8F16F" w:rsidR="00B97E5D" w:rsidRDefault="00F225BE" w:rsidP="00F225BE">
      <w:r w:rsidRPr="003E4D35">
        <w:lastRenderedPageBreak/>
        <w:t xml:space="preserve">Je ne </w:t>
      </w:r>
      <w:proofErr w:type="spellStart"/>
      <w:r w:rsidRPr="003E4D35">
        <w:t>pus</w:t>
      </w:r>
      <w:proofErr w:type="spellEnd"/>
      <w:r w:rsidRPr="003E4D35">
        <w:t xml:space="preserve"> répondre</w:t>
      </w:r>
      <w:r w:rsidR="00B97E5D">
        <w:t xml:space="preserve">, </w:t>
      </w:r>
      <w:r w:rsidRPr="003E4D35">
        <w:t xml:space="preserve">car </w:t>
      </w:r>
      <w:r w:rsidR="00B97E5D">
        <w:t>M. </w:t>
      </w:r>
      <w:r w:rsidRPr="003E4D35">
        <w:t>Vincent vantait une édition f</w:t>
      </w:r>
      <w:r w:rsidRPr="003E4D35">
        <w:t>a</w:t>
      </w:r>
      <w:r w:rsidRPr="003E4D35">
        <w:t>meuse de la Tempête de Coleridge</w:t>
      </w:r>
      <w:r w:rsidR="00B97E5D">
        <w:t xml:space="preserve">, </w:t>
      </w:r>
      <w:r w:rsidRPr="003E4D35">
        <w:t>et tout son groupe en prof</w:t>
      </w:r>
      <w:r w:rsidRPr="003E4D35">
        <w:t>i</w:t>
      </w:r>
      <w:r w:rsidRPr="003E4D35">
        <w:t>tait pour se tourner et s</w:t>
      </w:r>
      <w:r w:rsidR="00B97E5D">
        <w:t>’</w:t>
      </w:r>
      <w:r w:rsidRPr="003E4D35">
        <w:t>incliner vers Edwin</w:t>
      </w:r>
      <w:r w:rsidR="00B97E5D">
        <w:t xml:space="preserve">. </w:t>
      </w:r>
      <w:r w:rsidRPr="003E4D35">
        <w:t>Une dame plâtrée continua à remuer la tête</w:t>
      </w:r>
      <w:r w:rsidR="00B97E5D">
        <w:t xml:space="preserve">, </w:t>
      </w:r>
      <w:r w:rsidRPr="003E4D35">
        <w:t>comme un magot chinois</w:t>
      </w:r>
      <w:r w:rsidR="00B97E5D">
        <w:t xml:space="preserve">, </w:t>
      </w:r>
      <w:r w:rsidRPr="003E4D35">
        <w:t>jusqu</w:t>
      </w:r>
      <w:r w:rsidR="00B97E5D">
        <w:t>’</w:t>
      </w:r>
      <w:r w:rsidRPr="003E4D35">
        <w:t>à ce qu</w:t>
      </w:r>
      <w:r w:rsidR="00B97E5D">
        <w:t>’</w:t>
      </w:r>
      <w:r w:rsidRPr="003E4D35">
        <w:t>Edwin l</w:t>
      </w:r>
      <w:r w:rsidR="00B97E5D">
        <w:t>’</w:t>
      </w:r>
      <w:r w:rsidRPr="003E4D35">
        <w:t>arrêtât d</w:t>
      </w:r>
      <w:r w:rsidR="00B97E5D">
        <w:t>’</w:t>
      </w:r>
      <w:r w:rsidRPr="003E4D35">
        <w:t>une grimace</w:t>
      </w:r>
      <w:r w:rsidR="00B97E5D">
        <w:t xml:space="preserve">. </w:t>
      </w:r>
      <w:r w:rsidRPr="003E4D35">
        <w:t>Il me dit qu</w:t>
      </w:r>
      <w:r w:rsidR="00B97E5D">
        <w:t>’</w:t>
      </w:r>
      <w:r w:rsidRPr="003E4D35">
        <w:t>elle vivait de la propriété du plus beau cimetière de Saint-Louis</w:t>
      </w:r>
      <w:r w:rsidR="00B97E5D">
        <w:t xml:space="preserve">, </w:t>
      </w:r>
      <w:r w:rsidRPr="003E4D35">
        <w:t>dont elle ve</w:t>
      </w:r>
      <w:r w:rsidRPr="003E4D35">
        <w:t>n</w:t>
      </w:r>
      <w:r w:rsidRPr="003E4D35">
        <w:t>dait les places fort cher</w:t>
      </w:r>
      <w:r w:rsidR="00B97E5D">
        <w:t xml:space="preserve">, </w:t>
      </w:r>
      <w:r w:rsidRPr="003E4D35">
        <w:t>car il était au centre du jardin public</w:t>
      </w:r>
      <w:r w:rsidR="00B97E5D">
        <w:t xml:space="preserve">. </w:t>
      </w:r>
      <w:r w:rsidRPr="003E4D35">
        <w:t>Elle passait même pour enlever les dents en or de ses pensio</w:t>
      </w:r>
      <w:r w:rsidRPr="003E4D35">
        <w:t>n</w:t>
      </w:r>
      <w:r w:rsidRPr="003E4D35">
        <w:t>naires</w:t>
      </w:r>
      <w:r w:rsidR="00B97E5D">
        <w:t>…</w:t>
      </w:r>
    </w:p>
    <w:p w14:paraId="2DC2B5E4" w14:textId="77777777" w:rsidR="00B97E5D" w:rsidRDefault="00B97E5D" w:rsidP="00F225BE">
      <w:r>
        <w:t>— </w:t>
      </w:r>
      <w:r w:rsidR="00F225BE" w:rsidRPr="003E4D35">
        <w:t>Voilà un cimetière que vous devez éviter</w:t>
      </w:r>
      <w:r>
        <w:t xml:space="preserve">, – </w:t>
      </w:r>
      <w:r w:rsidR="00F225BE" w:rsidRPr="003E4D35">
        <w:t>dis-je</w:t>
      </w:r>
      <w:r>
        <w:t>.</w:t>
      </w:r>
    </w:p>
    <w:p w14:paraId="2D17D105" w14:textId="77777777" w:rsidR="00B97E5D" w:rsidRDefault="00F225BE" w:rsidP="00F225BE">
      <w:r w:rsidRPr="003E4D35">
        <w:t>Car il avait trois dents en or</w:t>
      </w:r>
      <w:r w:rsidR="00B97E5D">
        <w:t xml:space="preserve">. </w:t>
      </w:r>
      <w:r w:rsidRPr="003E4D35">
        <w:t>Il me regarda</w:t>
      </w:r>
      <w:r w:rsidR="00B97E5D">
        <w:t xml:space="preserve">, </w:t>
      </w:r>
      <w:r w:rsidRPr="003E4D35">
        <w:t>méfiant</w:t>
      </w:r>
      <w:r w:rsidR="00B97E5D">
        <w:t xml:space="preserve">, </w:t>
      </w:r>
      <w:r w:rsidRPr="003E4D35">
        <w:t>se d</w:t>
      </w:r>
      <w:r w:rsidRPr="003E4D35">
        <w:t>e</w:t>
      </w:r>
      <w:r w:rsidRPr="003E4D35">
        <w:t>mandant si l</w:t>
      </w:r>
      <w:r w:rsidR="00B97E5D">
        <w:t>’</w:t>
      </w:r>
      <w:r w:rsidRPr="003E4D35">
        <w:t>on ne m</w:t>
      </w:r>
      <w:r w:rsidR="00B97E5D">
        <w:t>’</w:t>
      </w:r>
      <w:r w:rsidRPr="003E4D35">
        <w:t>avait pas prévenue de sa phobie</w:t>
      </w:r>
      <w:r w:rsidR="00B97E5D">
        <w:t xml:space="preserve">, </w:t>
      </w:r>
      <w:r w:rsidRPr="003E4D35">
        <w:t>survei</w:t>
      </w:r>
      <w:r w:rsidRPr="003E4D35">
        <w:t>l</w:t>
      </w:r>
      <w:r w:rsidRPr="003E4D35">
        <w:t>lant désormais la moindre de mes paroles</w:t>
      </w:r>
      <w:r w:rsidR="00B97E5D">
        <w:t xml:space="preserve">, </w:t>
      </w:r>
      <w:r w:rsidRPr="003E4D35">
        <w:t>attendant la moindre de mes paroles</w:t>
      </w:r>
      <w:r w:rsidR="00B97E5D">
        <w:t xml:space="preserve">, </w:t>
      </w:r>
      <w:r w:rsidRPr="003E4D35">
        <w:t>comme celui qui sait le revolver de l</w:t>
      </w:r>
      <w:r w:rsidR="00B97E5D">
        <w:t>’</w:t>
      </w:r>
      <w:r w:rsidRPr="003E4D35">
        <w:t>autre cha</w:t>
      </w:r>
      <w:r w:rsidRPr="003E4D35">
        <w:t>r</w:t>
      </w:r>
      <w:r w:rsidRPr="003E4D35">
        <w:t>gé</w:t>
      </w:r>
      <w:r w:rsidR="00B97E5D">
        <w:t xml:space="preserve">, </w:t>
      </w:r>
      <w:r w:rsidRPr="003E4D35">
        <w:t>m</w:t>
      </w:r>
      <w:r w:rsidR="00B97E5D">
        <w:t>’</w:t>
      </w:r>
      <w:r w:rsidRPr="003E4D35">
        <w:t>offrant des asperges à l</w:t>
      </w:r>
      <w:r w:rsidR="00B97E5D">
        <w:t>’</w:t>
      </w:r>
      <w:r w:rsidRPr="003E4D35">
        <w:t>huile</w:t>
      </w:r>
      <w:r w:rsidR="00B97E5D">
        <w:t xml:space="preserve">, </w:t>
      </w:r>
      <w:r w:rsidRPr="003E4D35">
        <w:t>me disant du mal de la sa</w:t>
      </w:r>
      <w:r w:rsidRPr="003E4D35">
        <w:t>u</w:t>
      </w:r>
      <w:r w:rsidRPr="003E4D35">
        <w:t>ce blanche</w:t>
      </w:r>
      <w:r w:rsidR="00B97E5D">
        <w:t xml:space="preserve">, </w:t>
      </w:r>
      <w:r w:rsidRPr="003E4D35">
        <w:t>avec toute la bassesse de quelqu</w:t>
      </w:r>
      <w:r w:rsidR="00B97E5D">
        <w:t>’</w:t>
      </w:r>
      <w:r w:rsidRPr="003E4D35">
        <w:t>un qui a peur d</w:t>
      </w:r>
      <w:r w:rsidR="00B97E5D">
        <w:t>’</w:t>
      </w:r>
      <w:r w:rsidRPr="003E4D35">
        <w:t>un spectre</w:t>
      </w:r>
      <w:r w:rsidR="00B97E5D">
        <w:t xml:space="preserve"> ; </w:t>
      </w:r>
      <w:r w:rsidRPr="003E4D35">
        <w:t>me livrant la plus belle femme de l</w:t>
      </w:r>
      <w:r w:rsidR="00B97E5D">
        <w:t>’</w:t>
      </w:r>
      <w:r w:rsidRPr="003E4D35">
        <w:t>assemblée en me contant sa passion pour son chauffeur</w:t>
      </w:r>
      <w:r w:rsidR="00B97E5D">
        <w:t xml:space="preserve">, </w:t>
      </w:r>
      <w:r w:rsidRPr="003E4D35">
        <w:t>employant plus de vil</w:t>
      </w:r>
      <w:r w:rsidRPr="003E4D35">
        <w:t>e</w:t>
      </w:r>
      <w:r w:rsidRPr="003E4D35">
        <w:t>nies pour éviter le seul mot de mort et me distraire que bien d</w:t>
      </w:r>
      <w:r w:rsidR="00B97E5D">
        <w:t>’</w:t>
      </w:r>
      <w:r w:rsidRPr="003E4D35">
        <w:t>autres pour écarter la mort même</w:t>
      </w:r>
      <w:r w:rsidR="00B97E5D">
        <w:t xml:space="preserve"> ; </w:t>
      </w:r>
      <w:r w:rsidRPr="003E4D35">
        <w:t>recourant pour me gagner à des ruses qui pouvaient faire croire à sa franchise</w:t>
      </w:r>
      <w:r w:rsidR="00B97E5D">
        <w:t xml:space="preserve">, </w:t>
      </w:r>
      <w:r w:rsidRPr="003E4D35">
        <w:t>me disant du bien de l</w:t>
      </w:r>
      <w:r w:rsidR="00B97E5D">
        <w:t>’</w:t>
      </w:r>
      <w:r w:rsidRPr="003E4D35">
        <w:t>Allemagne</w:t>
      </w:r>
      <w:r w:rsidR="00B97E5D">
        <w:t xml:space="preserve">, </w:t>
      </w:r>
      <w:r w:rsidRPr="003E4D35">
        <w:t>du mal de la France</w:t>
      </w:r>
      <w:r w:rsidR="00B97E5D">
        <w:t xml:space="preserve">, </w:t>
      </w:r>
      <w:r w:rsidRPr="003E4D35">
        <w:t>et il ne pensait ni l</w:t>
      </w:r>
      <w:r w:rsidR="00B97E5D">
        <w:t>’</w:t>
      </w:r>
      <w:r w:rsidRPr="003E4D35">
        <w:t>un ni l</w:t>
      </w:r>
      <w:r w:rsidR="00B97E5D">
        <w:t>’</w:t>
      </w:r>
      <w:r w:rsidRPr="003E4D35">
        <w:t>autre</w:t>
      </w:r>
      <w:r w:rsidR="00B97E5D">
        <w:t xml:space="preserve">. </w:t>
      </w:r>
      <w:r w:rsidRPr="003E4D35">
        <w:t>Je lui parlais de Daumier</w:t>
      </w:r>
      <w:r w:rsidR="00B97E5D">
        <w:t xml:space="preserve">, </w:t>
      </w:r>
      <w:r w:rsidRPr="003E4D35">
        <w:t>qui était mort</w:t>
      </w:r>
      <w:r w:rsidR="00B97E5D">
        <w:t xml:space="preserve">, </w:t>
      </w:r>
      <w:r w:rsidRPr="003E4D35">
        <w:t>de D</w:t>
      </w:r>
      <w:r w:rsidRPr="003E4D35">
        <w:t>e</w:t>
      </w:r>
      <w:r w:rsidRPr="003E4D35">
        <w:t>gas</w:t>
      </w:r>
      <w:r w:rsidR="00B97E5D">
        <w:t xml:space="preserve">, </w:t>
      </w:r>
      <w:r w:rsidRPr="003E4D35">
        <w:t>qui venait de mourir</w:t>
      </w:r>
      <w:r w:rsidR="00B97E5D">
        <w:t xml:space="preserve">, </w:t>
      </w:r>
      <w:r w:rsidRPr="003E4D35">
        <w:t>mais lui me questionnait sur Vuillard</w:t>
      </w:r>
      <w:r w:rsidR="00B97E5D">
        <w:t xml:space="preserve">, </w:t>
      </w:r>
      <w:r w:rsidRPr="003E4D35">
        <w:t>sur Bonnard</w:t>
      </w:r>
      <w:r w:rsidR="00B97E5D">
        <w:t xml:space="preserve">, </w:t>
      </w:r>
      <w:r w:rsidRPr="003E4D35">
        <w:t>sur tous ceux qui avaient longtemps à vivre</w:t>
      </w:r>
      <w:r w:rsidR="00B97E5D">
        <w:t xml:space="preserve">, </w:t>
      </w:r>
      <w:r w:rsidRPr="003E4D35">
        <w:t>co</w:t>
      </w:r>
      <w:r w:rsidRPr="003E4D35">
        <w:t>m</w:t>
      </w:r>
      <w:r w:rsidRPr="003E4D35">
        <w:t>me celui qui remplace les vraies cartouches par des fausses dans le revolver sur la table</w:t>
      </w:r>
      <w:r w:rsidR="00B97E5D">
        <w:t xml:space="preserve">, </w:t>
      </w:r>
      <w:r w:rsidRPr="003E4D35">
        <w:t>affectant</w:t>
      </w:r>
      <w:r w:rsidR="00B97E5D">
        <w:t xml:space="preserve">, </w:t>
      </w:r>
      <w:r w:rsidRPr="003E4D35">
        <w:t>jusqu</w:t>
      </w:r>
      <w:r w:rsidR="00B97E5D">
        <w:t>’</w:t>
      </w:r>
      <w:r w:rsidRPr="003E4D35">
        <w:t>au moment où j</w:t>
      </w:r>
      <w:r w:rsidR="00B97E5D">
        <w:t>’</w:t>
      </w:r>
      <w:r w:rsidRPr="003E4D35">
        <w:t>insistai</w:t>
      </w:r>
      <w:r w:rsidR="00B97E5D">
        <w:t xml:space="preserve">, </w:t>
      </w:r>
      <w:r w:rsidRPr="003E4D35">
        <w:t>de croire Degas encore vivant</w:t>
      </w:r>
      <w:r w:rsidR="00B97E5D">
        <w:t xml:space="preserve">, </w:t>
      </w:r>
      <w:r w:rsidRPr="003E4D35">
        <w:t>tombé en enfance</w:t>
      </w:r>
      <w:r w:rsidR="00B97E5D">
        <w:t xml:space="preserve">, </w:t>
      </w:r>
      <w:r w:rsidRPr="003E4D35">
        <w:t>mais vivant</w:t>
      </w:r>
      <w:r w:rsidR="00B97E5D">
        <w:t xml:space="preserve">, </w:t>
      </w:r>
      <w:r w:rsidRPr="003E4D35">
        <w:t>dans le coma mais vivant</w:t>
      </w:r>
      <w:r w:rsidR="00B97E5D">
        <w:t xml:space="preserve">… </w:t>
      </w:r>
      <w:r w:rsidRPr="003E4D35">
        <w:t>Là-bas l</w:t>
      </w:r>
      <w:r w:rsidR="00B97E5D">
        <w:t>’</w:t>
      </w:r>
      <w:r w:rsidRPr="003E4D35">
        <w:t xml:space="preserve">orchestre jouait </w:t>
      </w:r>
      <w:r w:rsidRPr="003E4D35">
        <w:rPr>
          <w:i/>
          <w:iCs/>
        </w:rPr>
        <w:t>Vaisseau fantôme</w:t>
      </w:r>
      <w:r w:rsidR="00B97E5D">
        <w:rPr>
          <w:i/>
          <w:iCs/>
        </w:rPr>
        <w:t xml:space="preserve">, </w:t>
      </w:r>
      <w:r w:rsidRPr="003E4D35">
        <w:t>et tous à nouveau lui souriaient et s</w:t>
      </w:r>
      <w:r w:rsidR="00B97E5D">
        <w:t>’</w:t>
      </w:r>
      <w:r w:rsidRPr="003E4D35">
        <w:t>inclinaient vers lui</w:t>
      </w:r>
      <w:r w:rsidR="00B97E5D">
        <w:t xml:space="preserve">… </w:t>
      </w:r>
      <w:r w:rsidRPr="003E4D35">
        <w:t>Moi j</w:t>
      </w:r>
      <w:r w:rsidR="00B97E5D">
        <w:t>’</w:t>
      </w:r>
      <w:r w:rsidRPr="003E4D35">
        <w:t>abandonnai la partie</w:t>
      </w:r>
      <w:r w:rsidR="00B97E5D">
        <w:t xml:space="preserve">… </w:t>
      </w:r>
      <w:r w:rsidRPr="003E4D35">
        <w:t>La vue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odorat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ouïe s</w:t>
      </w:r>
      <w:r w:rsidR="00B97E5D">
        <w:t>’</w:t>
      </w:r>
      <w:r w:rsidRPr="003E4D35">
        <w:t xml:space="preserve">étaient en </w:t>
      </w:r>
      <w:r w:rsidRPr="003E4D35">
        <w:lastRenderedPageBreak/>
        <w:t>vain épuisés</w:t>
      </w:r>
      <w:r w:rsidR="00B97E5D">
        <w:t xml:space="preserve"> ; </w:t>
      </w:r>
      <w:r w:rsidRPr="003E4D35">
        <w:t>de noble en lui</w:t>
      </w:r>
      <w:r w:rsidR="00B97E5D">
        <w:t xml:space="preserve">, </w:t>
      </w:r>
      <w:r w:rsidRPr="003E4D35">
        <w:t>de digne</w:t>
      </w:r>
      <w:r w:rsidR="00B97E5D">
        <w:t xml:space="preserve">, </w:t>
      </w:r>
      <w:r w:rsidRPr="003E4D35">
        <w:t>il ne pouvait plus y avoir qu</w:t>
      </w:r>
      <w:r w:rsidR="00B97E5D">
        <w:t>’</w:t>
      </w:r>
      <w:r w:rsidRPr="003E4D35">
        <w:t>un métal entré par hasard</w:t>
      </w:r>
      <w:r w:rsidR="00B97E5D">
        <w:t xml:space="preserve">, </w:t>
      </w:r>
      <w:r w:rsidRPr="003E4D35">
        <w:t>un louis d</w:t>
      </w:r>
      <w:r w:rsidR="00B97E5D">
        <w:t>’</w:t>
      </w:r>
      <w:r w:rsidRPr="003E4D35">
        <w:t>or avalé</w:t>
      </w:r>
      <w:r w:rsidR="00B97E5D">
        <w:t xml:space="preserve">, </w:t>
      </w:r>
      <w:r w:rsidRPr="003E4D35">
        <w:t>un pharynx d</w:t>
      </w:r>
      <w:r w:rsidR="00B97E5D">
        <w:t>’</w:t>
      </w:r>
      <w:r w:rsidRPr="003E4D35">
        <w:t>argent</w:t>
      </w:r>
      <w:r w:rsidR="00B97E5D">
        <w:t xml:space="preserve">… </w:t>
      </w:r>
      <w:r w:rsidRPr="003E4D35">
        <w:t>Peut-être encore le toucher m</w:t>
      </w:r>
      <w:r w:rsidR="00B97E5D">
        <w:t>’</w:t>
      </w:r>
      <w:r w:rsidRPr="003E4D35">
        <w:t>indiquerait-il</w:t>
      </w:r>
      <w:r w:rsidR="00B97E5D">
        <w:t xml:space="preserve">… </w:t>
      </w:r>
      <w:r w:rsidRPr="003E4D35">
        <w:t>Comme il avançait les doigts vers une carafe</w:t>
      </w:r>
      <w:r w:rsidR="00B97E5D">
        <w:t xml:space="preserve">, </w:t>
      </w:r>
      <w:r w:rsidRPr="003E4D35">
        <w:t>par un geste à dessein maladroit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effleurai sa main</w:t>
      </w:r>
      <w:r w:rsidR="00B97E5D">
        <w:t xml:space="preserve"> ; </w:t>
      </w:r>
      <w:r w:rsidRPr="003E4D35">
        <w:t>elle était froide</w:t>
      </w:r>
      <w:r w:rsidR="00B97E5D">
        <w:t xml:space="preserve">, </w:t>
      </w:r>
      <w:r w:rsidRPr="003E4D35">
        <w:t>lisse</w:t>
      </w:r>
      <w:r w:rsidR="00B97E5D">
        <w:t xml:space="preserve">, </w:t>
      </w:r>
      <w:r w:rsidRPr="003E4D35">
        <w:t>d</w:t>
      </w:r>
      <w:r w:rsidRPr="003E4D35">
        <w:t>u</w:t>
      </w:r>
      <w:r w:rsidRPr="003E4D35">
        <w:t>re</w:t>
      </w:r>
      <w:r w:rsidR="00B97E5D">
        <w:t xml:space="preserve"> ; </w:t>
      </w:r>
      <w:r w:rsidRPr="003E4D35">
        <w:t>il me regarda</w:t>
      </w:r>
      <w:r w:rsidR="00B97E5D">
        <w:t xml:space="preserve">, </w:t>
      </w:r>
      <w:r w:rsidRPr="003E4D35">
        <w:t>le même regard faux dans ses yeux vairons</w:t>
      </w:r>
      <w:r w:rsidR="00B97E5D">
        <w:t xml:space="preserve">, </w:t>
      </w:r>
      <w:r w:rsidRPr="003E4D35">
        <w:t>devinant ce que j</w:t>
      </w:r>
      <w:r w:rsidR="00B97E5D">
        <w:t>’</w:t>
      </w:r>
      <w:r w:rsidRPr="003E4D35">
        <w:t>allais dire</w:t>
      </w:r>
      <w:r w:rsidR="00B97E5D">
        <w:t xml:space="preserve">, </w:t>
      </w:r>
      <w:r w:rsidRPr="003E4D35">
        <w:t>rejetant déjà sa serviette</w:t>
      </w:r>
      <w:r w:rsidR="00B97E5D">
        <w:t xml:space="preserve">, </w:t>
      </w:r>
      <w:r w:rsidRPr="003E4D35">
        <w:t>presque levé</w:t>
      </w:r>
      <w:r w:rsidR="00B97E5D">
        <w:t xml:space="preserve">… </w:t>
      </w:r>
      <w:r w:rsidRPr="003E4D35">
        <w:t>Je le dis</w:t>
      </w:r>
      <w:r w:rsidR="00B97E5D">
        <w:t>…</w:t>
      </w:r>
    </w:p>
    <w:p w14:paraId="5EAD39A2" w14:textId="77777777" w:rsidR="00B97E5D" w:rsidRDefault="00B97E5D" w:rsidP="00F225BE">
      <w:r>
        <w:t>— </w:t>
      </w:r>
      <w:r w:rsidR="00F225BE" w:rsidRPr="003E4D35">
        <w:t>Vous avez des mains de mort</w:t>
      </w:r>
      <w:r>
        <w:t>…</w:t>
      </w:r>
    </w:p>
    <w:p w14:paraId="3EADC89B" w14:textId="77777777" w:rsidR="00B97E5D" w:rsidRDefault="00F225BE" w:rsidP="00F225BE">
      <w:r w:rsidRPr="003E4D35">
        <w:t>Il me salua</w:t>
      </w:r>
      <w:r w:rsidR="00B97E5D">
        <w:t xml:space="preserve">, </w:t>
      </w:r>
      <w:r w:rsidRPr="003E4D35">
        <w:t>pour détourner quelque maléfice</w:t>
      </w:r>
      <w:r w:rsidR="00B97E5D">
        <w:t xml:space="preserve">, </w:t>
      </w:r>
      <w:r w:rsidRPr="003E4D35">
        <w:t>et partit</w:t>
      </w:r>
      <w:r w:rsidR="00B97E5D">
        <w:t>…</w:t>
      </w:r>
    </w:p>
    <w:p w14:paraId="0C2BDBE5" w14:textId="2411E07F" w:rsidR="00B97E5D" w:rsidRDefault="00F225BE" w:rsidP="00F225BE">
      <w:r w:rsidRPr="003E4D35">
        <w:t>Alors je me tournai vers les autres</w:t>
      </w:r>
      <w:r w:rsidR="00B97E5D">
        <w:t xml:space="preserve">, </w:t>
      </w:r>
      <w:r w:rsidRPr="003E4D35">
        <w:t>et soudain je m</w:t>
      </w:r>
      <w:r w:rsidR="00B97E5D">
        <w:t>’</w:t>
      </w:r>
      <w:r w:rsidRPr="003E4D35">
        <w:t>aperçus qu</w:t>
      </w:r>
      <w:r w:rsidR="00B97E5D">
        <w:t>’</w:t>
      </w:r>
      <w:r w:rsidRPr="003E4D35">
        <w:t>eux aussi</w:t>
      </w:r>
      <w:r w:rsidR="00B97E5D">
        <w:t xml:space="preserve">, </w:t>
      </w:r>
      <w:r w:rsidRPr="003E4D35">
        <w:t>par l</w:t>
      </w:r>
      <w:r w:rsidR="00B97E5D">
        <w:t>’</w:t>
      </w:r>
      <w:r w:rsidRPr="003E4D35">
        <w:t>effet de cette immonde vertu</w:t>
      </w:r>
      <w:r w:rsidR="00B97E5D">
        <w:t xml:space="preserve">, </w:t>
      </w:r>
      <w:r w:rsidRPr="003E4D35">
        <w:t>ils avaient été retirés de mon cœur</w:t>
      </w:r>
      <w:r w:rsidR="00B97E5D">
        <w:t xml:space="preserve">. </w:t>
      </w:r>
      <w:r w:rsidRPr="003E4D35">
        <w:t>Cette chaîne que chacun accrochait de mon regard à l</w:t>
      </w:r>
      <w:r w:rsidR="00B97E5D">
        <w:t>’</w:t>
      </w:r>
      <w:r w:rsidRPr="003E4D35">
        <w:t>un de ses traits ou l</w:t>
      </w:r>
      <w:r w:rsidR="00B97E5D">
        <w:t>’</w:t>
      </w:r>
      <w:r w:rsidRPr="003E4D35">
        <w:t>un de ses gestes</w:t>
      </w:r>
      <w:r w:rsidR="00B97E5D">
        <w:t xml:space="preserve">, </w:t>
      </w:r>
      <w:r w:rsidRPr="003E4D35">
        <w:t>Edwin l</w:t>
      </w:r>
      <w:r w:rsidR="00B97E5D">
        <w:t>’</w:t>
      </w:r>
      <w:r w:rsidRPr="003E4D35">
        <w:t>avait décrochée pour s</w:t>
      </w:r>
      <w:r w:rsidR="00B97E5D">
        <w:t>’</w:t>
      </w:r>
      <w:r w:rsidRPr="003E4D35">
        <w:t>enfuir</w:t>
      </w:r>
      <w:r w:rsidR="00B97E5D">
        <w:t xml:space="preserve">. </w:t>
      </w:r>
      <w:r w:rsidRPr="003E4D35">
        <w:t>Ils étaient là</w:t>
      </w:r>
      <w:r w:rsidR="00B97E5D">
        <w:t xml:space="preserve">, </w:t>
      </w:r>
      <w:r w:rsidRPr="003E4D35">
        <w:t>devant moi</w:t>
      </w:r>
      <w:r w:rsidR="00B97E5D">
        <w:t xml:space="preserve">, </w:t>
      </w:r>
      <w:r w:rsidRPr="003E4D35">
        <w:t>réussis évidemment dans leur genre</w:t>
      </w:r>
      <w:r w:rsidR="00B97E5D">
        <w:t xml:space="preserve">, </w:t>
      </w:r>
      <w:r w:rsidRPr="003E4D35">
        <w:t>comme des petits pâtés cuits à point</w:t>
      </w:r>
      <w:r w:rsidR="00B97E5D">
        <w:t xml:space="preserve"> ; </w:t>
      </w:r>
      <w:r w:rsidRPr="003E4D35">
        <w:t>un peu plus de cuisson</w:t>
      </w:r>
      <w:r w:rsidR="00B97E5D">
        <w:t xml:space="preserve">, </w:t>
      </w:r>
      <w:r w:rsidRPr="003E4D35">
        <w:t xml:space="preserve">et le rouge de madame </w:t>
      </w:r>
      <w:proofErr w:type="spellStart"/>
      <w:r w:rsidRPr="003E4D35">
        <w:t>Blum</w:t>
      </w:r>
      <w:r w:rsidRPr="003E4D35">
        <w:t>e</w:t>
      </w:r>
      <w:r w:rsidRPr="003E4D35">
        <w:t>noll</w:t>
      </w:r>
      <w:proofErr w:type="spellEnd"/>
      <w:r w:rsidRPr="003E4D35">
        <w:t xml:space="preserve"> fondait</w:t>
      </w:r>
      <w:r w:rsidR="00B97E5D">
        <w:t xml:space="preserve">, </w:t>
      </w:r>
      <w:r w:rsidRPr="003E4D35">
        <w:t xml:space="preserve">et le cœur de </w:t>
      </w:r>
      <w:r w:rsidR="00B97E5D">
        <w:t>M</w:t>
      </w:r>
      <w:r w:rsidR="00B97E5D" w:rsidRPr="00B97E5D">
        <w:rPr>
          <w:vertAlign w:val="superscript"/>
        </w:rPr>
        <w:t>rs</w:t>
      </w:r>
      <w:r w:rsidR="00B97E5D">
        <w:t> </w:t>
      </w:r>
      <w:proofErr w:type="spellStart"/>
      <w:r w:rsidRPr="003E4D35">
        <w:t>Baldwann</w:t>
      </w:r>
      <w:proofErr w:type="spellEnd"/>
      <w:r w:rsidR="00B97E5D">
        <w:t xml:space="preserve">. </w:t>
      </w:r>
      <w:r w:rsidRPr="003E4D35">
        <w:t>Quelques-uns re</w:t>
      </w:r>
      <w:r w:rsidRPr="003E4D35">
        <w:t>s</w:t>
      </w:r>
      <w:r w:rsidRPr="003E4D35">
        <w:t>taient sympathiques</w:t>
      </w:r>
      <w:r w:rsidR="00B97E5D">
        <w:t xml:space="preserve">, </w:t>
      </w:r>
      <w:r w:rsidRPr="003E4D35">
        <w:t>émergeaient au-dessus des autres</w:t>
      </w:r>
      <w:r w:rsidR="00B97E5D">
        <w:t xml:space="preserve">, </w:t>
      </w:r>
      <w:r w:rsidRPr="003E4D35">
        <w:t>je les repêchais comme jadis mes épaves</w:t>
      </w:r>
      <w:r w:rsidR="00B97E5D">
        <w:t xml:space="preserve">. </w:t>
      </w:r>
      <w:r w:rsidRPr="003E4D35">
        <w:t>Je regardai Billy</w:t>
      </w:r>
      <w:r w:rsidR="00B97E5D">
        <w:t xml:space="preserve">, </w:t>
      </w:r>
      <w:r w:rsidRPr="003E4D35">
        <w:t>je vis un grand enfant blond et rose</w:t>
      </w:r>
      <w:r w:rsidR="00B97E5D">
        <w:t xml:space="preserve">, </w:t>
      </w:r>
      <w:r w:rsidRPr="003E4D35">
        <w:t>bon</w:t>
      </w:r>
      <w:r w:rsidR="00B97E5D">
        <w:t xml:space="preserve">, </w:t>
      </w:r>
      <w:r w:rsidRPr="003E4D35">
        <w:t>beau</w:t>
      </w:r>
      <w:r w:rsidR="00B97E5D">
        <w:t xml:space="preserve">, </w:t>
      </w:r>
      <w:r w:rsidRPr="003E4D35">
        <w:t>spirituel</w:t>
      </w:r>
      <w:r w:rsidR="00B97E5D">
        <w:t xml:space="preserve">, </w:t>
      </w:r>
      <w:r w:rsidRPr="003E4D35">
        <w:t>riche et doux</w:t>
      </w:r>
      <w:r w:rsidR="00B97E5D">
        <w:t xml:space="preserve">, – </w:t>
      </w:r>
      <w:r w:rsidRPr="003E4D35">
        <w:t>un pauvre enfant</w:t>
      </w:r>
      <w:r w:rsidR="00B97E5D">
        <w:t xml:space="preserve"> ! </w:t>
      </w:r>
      <w:r w:rsidRPr="003E4D35">
        <w:t>Il me sourit</w:t>
      </w:r>
      <w:r w:rsidR="00B97E5D">
        <w:t xml:space="preserve">, </w:t>
      </w:r>
      <w:r w:rsidRPr="003E4D35">
        <w:t>lui le milliardaire qui pensait en cette minute à notre automobile Pic-Pic en or</w:t>
      </w:r>
      <w:r w:rsidR="00B97E5D">
        <w:t xml:space="preserve">, </w:t>
      </w:r>
      <w:r w:rsidRPr="003E4D35">
        <w:t>notre villa Pl</w:t>
      </w:r>
      <w:r w:rsidRPr="003E4D35">
        <w:t>u</w:t>
      </w:r>
      <w:r w:rsidRPr="003E4D35">
        <w:t>met en vermeil</w:t>
      </w:r>
      <w:r w:rsidR="00B97E5D">
        <w:t xml:space="preserve">, </w:t>
      </w:r>
      <w:r w:rsidRPr="003E4D35">
        <w:t>à notre existence Rolls Royce en diamant</w:t>
      </w:r>
      <w:r w:rsidR="00B97E5D">
        <w:t xml:space="preserve">. </w:t>
      </w:r>
      <w:r w:rsidRPr="003E4D35">
        <w:t>Mais je fermai les yeux</w:t>
      </w:r>
      <w:r w:rsidR="00B97E5D">
        <w:t xml:space="preserve">… </w:t>
      </w:r>
      <w:r w:rsidRPr="003E4D35">
        <w:t>J</w:t>
      </w:r>
      <w:r w:rsidR="00B97E5D">
        <w:t>’</w:t>
      </w:r>
      <w:r w:rsidRPr="003E4D35">
        <w:t>avais perdu aussi Billy</w:t>
      </w:r>
      <w:r w:rsidR="00B97E5D">
        <w:t xml:space="preserve">… </w:t>
      </w:r>
      <w:r w:rsidRPr="003E4D35">
        <w:t>Là-bas on parlait du</w:t>
      </w:r>
      <w:r w:rsidRPr="003E4D35">
        <w:rPr>
          <w:i/>
          <w:iCs/>
        </w:rPr>
        <w:t xml:space="preserve"> Lusitania</w:t>
      </w:r>
      <w:r w:rsidRPr="003E4D35">
        <w:t xml:space="preserve"> et tous se tournaient vers la place d</w:t>
      </w:r>
      <w:r w:rsidR="00B97E5D">
        <w:t>’</w:t>
      </w:r>
      <w:r w:rsidRPr="003E4D35">
        <w:t>Edwin avec des sourires flatteurs</w:t>
      </w:r>
      <w:r w:rsidR="00B97E5D">
        <w:t xml:space="preserve">, </w:t>
      </w:r>
      <w:r w:rsidRPr="003E4D35">
        <w:t>étonnés de la trouver vide</w:t>
      </w:r>
      <w:r w:rsidR="00B97E5D">
        <w:t>.</w:t>
      </w:r>
    </w:p>
    <w:p w14:paraId="4BAB84E0" w14:textId="77777777" w:rsidR="00B97E5D" w:rsidRDefault="00F225BE" w:rsidP="00F225BE">
      <w:r w:rsidRPr="003E4D35">
        <w:t>Maintenant j</w:t>
      </w:r>
      <w:r w:rsidR="00B97E5D">
        <w:t>’</w:t>
      </w:r>
      <w:r w:rsidRPr="003E4D35">
        <w:t>étais sur la terrasse du Plazza</w:t>
      </w:r>
      <w:r w:rsidR="00B97E5D">
        <w:t xml:space="preserve">. </w:t>
      </w:r>
      <w:r w:rsidRPr="003E4D35">
        <w:t>Étendu dans un casier</w:t>
      </w:r>
      <w:r w:rsidR="00B97E5D">
        <w:t xml:space="preserve">, </w:t>
      </w:r>
      <w:r w:rsidRPr="003E4D35">
        <w:t>quatorze étages au-dessus de moi</w:t>
      </w:r>
      <w:r w:rsidR="00B97E5D">
        <w:t xml:space="preserve">, </w:t>
      </w:r>
      <w:r w:rsidRPr="003E4D35">
        <w:t>pauvre bouteille humaine</w:t>
      </w:r>
      <w:r w:rsidR="00B97E5D">
        <w:t xml:space="preserve">, </w:t>
      </w:r>
      <w:r w:rsidRPr="003E4D35">
        <w:t>Billy</w:t>
      </w:r>
      <w:r w:rsidR="00B97E5D">
        <w:t xml:space="preserve">, </w:t>
      </w:r>
      <w:r w:rsidRPr="003E4D35">
        <w:t>averti de ma décision</w:t>
      </w:r>
      <w:r w:rsidR="00B97E5D">
        <w:t xml:space="preserve">, </w:t>
      </w:r>
      <w:r w:rsidRPr="003E4D35">
        <w:t>pleurait</w:t>
      </w:r>
      <w:r w:rsidR="00B97E5D">
        <w:t xml:space="preserve">. </w:t>
      </w:r>
      <w:r w:rsidRPr="003E4D35">
        <w:t xml:space="preserve">Je voyais de </w:t>
      </w:r>
      <w:r w:rsidRPr="003E4D35">
        <w:lastRenderedPageBreak/>
        <w:t>grandes raies lumineuses quadriller la cité comme un gâteau</w:t>
      </w:r>
      <w:r w:rsidR="00B97E5D">
        <w:t xml:space="preserve">, </w:t>
      </w:r>
      <w:r w:rsidRPr="003E4D35">
        <w:t>les unes entaillées jusqu</w:t>
      </w:r>
      <w:r w:rsidR="00B97E5D">
        <w:t>’</w:t>
      </w:r>
      <w:r w:rsidRPr="003E4D35">
        <w:t>au macadam</w:t>
      </w:r>
      <w:r w:rsidR="00B97E5D">
        <w:t xml:space="preserve">, </w:t>
      </w:r>
      <w:r w:rsidRPr="003E4D35">
        <w:t>les autres là-bas a</w:t>
      </w:r>
      <w:r w:rsidRPr="003E4D35">
        <w:t>p</w:t>
      </w:r>
      <w:r w:rsidRPr="003E4D35">
        <w:t>puyées à peine</w:t>
      </w:r>
      <w:r w:rsidR="00B97E5D">
        <w:t xml:space="preserve"> ; </w:t>
      </w:r>
      <w:r w:rsidRPr="003E4D35">
        <w:t>il faudrait tirer là-bas pour arracher sa part</w:t>
      </w:r>
      <w:r w:rsidR="00B97E5D">
        <w:t xml:space="preserve">, </w:t>
      </w:r>
      <w:r w:rsidRPr="003E4D35">
        <w:t>qui viendrait avec des lambeaux de parquets couverts d</w:t>
      </w:r>
      <w:r w:rsidR="00B97E5D">
        <w:t>’</w:t>
      </w:r>
      <w:r w:rsidRPr="003E4D35">
        <w:t>enfants e</w:t>
      </w:r>
      <w:r w:rsidRPr="003E4D35">
        <w:t>n</w:t>
      </w:r>
      <w:r w:rsidRPr="003E4D35">
        <w:t>dormis</w:t>
      </w:r>
      <w:r w:rsidR="00B97E5D">
        <w:t xml:space="preserve">, </w:t>
      </w:r>
      <w:r w:rsidRPr="003E4D35">
        <w:t>de couples</w:t>
      </w:r>
      <w:r w:rsidR="00B97E5D">
        <w:t xml:space="preserve">… </w:t>
      </w:r>
      <w:r w:rsidRPr="003E4D35">
        <w:t>Je voyais les ombres des arbres</w:t>
      </w:r>
      <w:r w:rsidR="00B97E5D">
        <w:t xml:space="preserve">, </w:t>
      </w:r>
      <w:r w:rsidRPr="003E4D35">
        <w:t>selon les becs de gaz</w:t>
      </w:r>
      <w:r w:rsidR="00B97E5D">
        <w:t xml:space="preserve">, </w:t>
      </w:r>
      <w:r w:rsidRPr="003E4D35">
        <w:t>se confier aux arbres mêmes ou les fuir de toutes leurs forces</w:t>
      </w:r>
      <w:r w:rsidR="00B97E5D">
        <w:t xml:space="preserve">. </w:t>
      </w:r>
      <w:r w:rsidRPr="003E4D35">
        <w:t>Je voyais les grandes roues et les réclames de Broadway tourner selon des lois astrales</w:t>
      </w:r>
      <w:r w:rsidR="00B97E5D">
        <w:t xml:space="preserve">. </w:t>
      </w:r>
      <w:r w:rsidRPr="003E4D35">
        <w:t>Jamais reflet plus br</w:t>
      </w:r>
      <w:r w:rsidRPr="003E4D35">
        <w:t>u</w:t>
      </w:r>
      <w:r w:rsidRPr="003E4D35">
        <w:t>tal ne fut donné de la Voie lactée que ce soir par Broadway</w:t>
      </w:r>
      <w:r w:rsidR="00B97E5D">
        <w:t xml:space="preserve">. </w:t>
      </w:r>
      <w:r w:rsidRPr="003E4D35">
        <w:t>Même dans cette nuit</w:t>
      </w:r>
      <w:r w:rsidR="00B97E5D">
        <w:t xml:space="preserve">, </w:t>
      </w:r>
      <w:r w:rsidRPr="003E4D35">
        <w:t>même dans ce repos</w:t>
      </w:r>
      <w:r w:rsidR="00B97E5D">
        <w:t xml:space="preserve">, </w:t>
      </w:r>
      <w:r w:rsidRPr="003E4D35">
        <w:t>je sentais que j</w:t>
      </w:r>
      <w:r w:rsidR="00B97E5D">
        <w:t>’</w:t>
      </w:r>
      <w:r w:rsidRPr="003E4D35">
        <w:t>avais décliné le droit</w:t>
      </w:r>
      <w:r w:rsidR="00B97E5D">
        <w:t xml:space="preserve">, </w:t>
      </w:r>
      <w:r w:rsidRPr="003E4D35">
        <w:t>prêté à moi par Dieu</w:t>
      </w:r>
      <w:r w:rsidR="00B97E5D">
        <w:t xml:space="preserve">, </w:t>
      </w:r>
      <w:r w:rsidRPr="003E4D35">
        <w:t>de voir sur chaque humain ce privilège qui le rend supérieur à tous les autres</w:t>
      </w:r>
      <w:r w:rsidR="00B97E5D">
        <w:t xml:space="preserve"> ; </w:t>
      </w:r>
      <w:r w:rsidRPr="003E4D35">
        <w:t>et les animaux</w:t>
      </w:r>
      <w:r w:rsidR="00B97E5D">
        <w:t xml:space="preserve">, </w:t>
      </w:r>
      <w:r w:rsidRPr="003E4D35">
        <w:t>et les objets eux-mêmes retombaient pour moi à leur lot commun qui est de plaire ou de déplaire</w:t>
      </w:r>
      <w:r w:rsidR="00B97E5D">
        <w:t xml:space="preserve"> ; </w:t>
      </w:r>
      <w:r w:rsidRPr="003E4D35">
        <w:t>et parmi ces chauves-souris qui volaient</w:t>
      </w:r>
      <w:r w:rsidR="00B97E5D">
        <w:t xml:space="preserve">, </w:t>
      </w:r>
      <w:r w:rsidRPr="003E4D35">
        <w:t>une seule</w:t>
      </w:r>
      <w:r w:rsidR="00B97E5D">
        <w:t xml:space="preserve">, </w:t>
      </w:r>
      <w:r w:rsidRPr="003E4D35">
        <w:t>qui passait</w:t>
      </w:r>
      <w:r w:rsidR="00B97E5D">
        <w:t xml:space="preserve">, </w:t>
      </w:r>
      <w:r w:rsidRPr="003E4D35">
        <w:t>qui revint</w:t>
      </w:r>
      <w:r w:rsidR="00B97E5D">
        <w:t xml:space="preserve">, </w:t>
      </w:r>
      <w:r w:rsidRPr="003E4D35">
        <w:t>me plut</w:t>
      </w:r>
      <w:r w:rsidR="00B97E5D">
        <w:t xml:space="preserve"> ; </w:t>
      </w:r>
      <w:r w:rsidRPr="003E4D35">
        <w:t>et parmi les veilleurs de nuit</w:t>
      </w:r>
      <w:r w:rsidR="00B97E5D">
        <w:t xml:space="preserve">, </w:t>
      </w:r>
      <w:r w:rsidRPr="003E4D35">
        <w:t>un cercle de lumière a</w:t>
      </w:r>
      <w:r w:rsidRPr="003E4D35">
        <w:t>u</w:t>
      </w:r>
      <w:r w:rsidRPr="003E4D35">
        <w:t>tour d</w:t>
      </w:r>
      <w:r w:rsidR="00B97E5D">
        <w:t>’</w:t>
      </w:r>
      <w:r w:rsidRPr="003E4D35">
        <w:t>eux</w:t>
      </w:r>
      <w:r w:rsidR="00B97E5D">
        <w:t xml:space="preserve">, </w:t>
      </w:r>
      <w:r w:rsidRPr="003E4D35">
        <w:t>qui circulaient dans l</w:t>
      </w:r>
      <w:r w:rsidR="00B97E5D">
        <w:t>’</w:t>
      </w:r>
      <w:r w:rsidRPr="003E4D35">
        <w:t>ombre comme des îles</w:t>
      </w:r>
      <w:r w:rsidR="00B97E5D">
        <w:t xml:space="preserve">, </w:t>
      </w:r>
      <w:r w:rsidRPr="003E4D35">
        <w:t>un seul</w:t>
      </w:r>
      <w:r w:rsidR="00B97E5D">
        <w:t xml:space="preserve">, </w:t>
      </w:r>
      <w:r w:rsidRPr="003E4D35">
        <w:t>qui s</w:t>
      </w:r>
      <w:r w:rsidR="00B97E5D">
        <w:t>’</w:t>
      </w:r>
      <w:r w:rsidRPr="003E4D35">
        <w:t>arrêtait chaque fois que je comptais dix</w:t>
      </w:r>
      <w:r w:rsidR="00B97E5D">
        <w:t xml:space="preserve">, </w:t>
      </w:r>
      <w:r w:rsidRPr="003E4D35">
        <w:t>excita mon amour</w:t>
      </w:r>
      <w:r w:rsidR="00B97E5D">
        <w:t xml:space="preserve">, </w:t>
      </w:r>
      <w:r w:rsidRPr="003E4D35">
        <w:t>ma peine</w:t>
      </w:r>
      <w:r w:rsidR="00B97E5D">
        <w:t xml:space="preserve">. </w:t>
      </w:r>
      <w:r w:rsidRPr="003E4D35">
        <w:t>Le champagne aussi m</w:t>
      </w:r>
      <w:r w:rsidR="00B97E5D">
        <w:t>’</w:t>
      </w:r>
      <w:r w:rsidRPr="003E4D35">
        <w:t>énervait</w:t>
      </w:r>
      <w:r w:rsidR="00B97E5D">
        <w:t xml:space="preserve">, </w:t>
      </w:r>
      <w:r w:rsidRPr="003E4D35">
        <w:t>et</w:t>
      </w:r>
      <w:r w:rsidR="00B97E5D">
        <w:t xml:space="preserve">, </w:t>
      </w:r>
      <w:r w:rsidRPr="003E4D35">
        <w:t>comme la terrasse s</w:t>
      </w:r>
      <w:r w:rsidR="00B97E5D">
        <w:t>’</w:t>
      </w:r>
      <w:r w:rsidRPr="003E4D35">
        <w:t>emplissait de monde</w:t>
      </w:r>
      <w:r w:rsidR="00B97E5D">
        <w:t xml:space="preserve">, </w:t>
      </w:r>
      <w:r w:rsidRPr="003E4D35">
        <w:t>un gros financier et sa femme</w:t>
      </w:r>
      <w:r w:rsidR="00B97E5D">
        <w:t xml:space="preserve">, </w:t>
      </w:r>
      <w:r w:rsidRPr="003E4D35">
        <w:t>un snob et sa fiancée</w:t>
      </w:r>
      <w:r w:rsidR="00B97E5D">
        <w:t xml:space="preserve">, </w:t>
      </w:r>
      <w:r w:rsidRPr="003E4D35">
        <w:t>deux sœurs</w:t>
      </w:r>
      <w:r w:rsidR="00B97E5D">
        <w:t xml:space="preserve">, </w:t>
      </w:r>
      <w:r w:rsidRPr="003E4D35">
        <w:t>deux frères</w:t>
      </w:r>
      <w:r w:rsidR="00B97E5D">
        <w:t xml:space="preserve">, </w:t>
      </w:r>
      <w:r w:rsidRPr="003E4D35">
        <w:t>ma pensée</w:t>
      </w:r>
      <w:r w:rsidR="00B97E5D">
        <w:t xml:space="preserve">, </w:t>
      </w:r>
      <w:r w:rsidRPr="003E4D35">
        <w:t>toute la journée</w:t>
      </w:r>
      <w:r w:rsidR="00B97E5D">
        <w:t xml:space="preserve">, </w:t>
      </w:r>
      <w:r w:rsidRPr="003E4D35">
        <w:t>si droite et si pure</w:t>
      </w:r>
      <w:r w:rsidR="00B97E5D">
        <w:t xml:space="preserve">, </w:t>
      </w:r>
      <w:r w:rsidRPr="003E4D35">
        <w:t>se perdait en ces couples</w:t>
      </w:r>
      <w:r w:rsidR="00B97E5D">
        <w:t xml:space="preserve">, </w:t>
      </w:r>
      <w:r w:rsidRPr="003E4D35">
        <w:t>finissait dans la nuit par eux comme par un delta</w:t>
      </w:r>
      <w:r w:rsidR="00B97E5D">
        <w:t xml:space="preserve">… </w:t>
      </w:r>
      <w:r w:rsidRPr="003E4D35">
        <w:t>De mille clignements les étoiles racolaient pour l</w:t>
      </w:r>
      <w:r w:rsidR="00B97E5D">
        <w:t>’</w:t>
      </w:r>
      <w:r w:rsidRPr="003E4D35">
        <w:t>éternité</w:t>
      </w:r>
      <w:r w:rsidR="00B97E5D">
        <w:t xml:space="preserve">… </w:t>
      </w:r>
      <w:r w:rsidRPr="003E4D35">
        <w:t>Le vent soufflait sur elles et sur moi et sur les cèdres périssables</w:t>
      </w:r>
      <w:r w:rsidR="00B97E5D">
        <w:t xml:space="preserve">… </w:t>
      </w:r>
      <w:r w:rsidRPr="003E4D35">
        <w:t>Comme celui qui veut se suicider au Niagara et</w:t>
      </w:r>
      <w:r w:rsidR="00B97E5D">
        <w:t xml:space="preserve">, </w:t>
      </w:r>
      <w:r w:rsidRPr="003E4D35">
        <w:t>soudain modeste</w:t>
      </w:r>
      <w:r w:rsidR="00B97E5D">
        <w:t xml:space="preserve">, </w:t>
      </w:r>
      <w:r w:rsidRPr="003E4D35">
        <w:t>rentre à l</w:t>
      </w:r>
      <w:r w:rsidR="00B97E5D">
        <w:t>’</w:t>
      </w:r>
      <w:r w:rsidRPr="003E4D35">
        <w:t>hôtel se noyer dans sa baignoire</w:t>
      </w:r>
      <w:r w:rsidR="00B97E5D">
        <w:t xml:space="preserve">, </w:t>
      </w:r>
      <w:r w:rsidRPr="003E4D35">
        <w:t>confuse soudain de la solitude royale de mon île</w:t>
      </w:r>
      <w:r w:rsidR="00B97E5D">
        <w:t xml:space="preserve">, </w:t>
      </w:r>
      <w:r w:rsidRPr="003E4D35">
        <w:t>jusqu</w:t>
      </w:r>
      <w:r w:rsidR="00B97E5D">
        <w:t>’</w:t>
      </w:r>
      <w:r w:rsidRPr="003E4D35">
        <w:t>au matin</w:t>
      </w:r>
      <w:r w:rsidR="00B97E5D">
        <w:t xml:space="preserve">, </w:t>
      </w:r>
      <w:r w:rsidRPr="003E4D35">
        <w:t>je me donnais à ces deux pauvres mètres carrés de solitude entre sept millions d</w:t>
      </w:r>
      <w:r w:rsidR="00B97E5D">
        <w:t>’</w:t>
      </w:r>
      <w:r w:rsidRPr="003E4D35">
        <w:t>hommes</w:t>
      </w:r>
      <w:r w:rsidR="00B97E5D">
        <w:t>.</w:t>
      </w:r>
    </w:p>
    <w:p w14:paraId="1DC25924" w14:textId="099F9F36" w:rsidR="00F225BE" w:rsidRPr="003E4D35" w:rsidRDefault="00F225BE" w:rsidP="00F225BE"/>
    <w:p w14:paraId="6781F52A" w14:textId="77777777" w:rsidR="00B97E5D" w:rsidRDefault="00F225BE" w:rsidP="00F225BE">
      <w:r w:rsidRPr="003E4D35">
        <w:lastRenderedPageBreak/>
        <w:t>Je viens de traverser l</w:t>
      </w:r>
      <w:r w:rsidR="00B97E5D">
        <w:t>’</w:t>
      </w:r>
      <w:r w:rsidRPr="003E4D35">
        <w:t>Océan sans corail et sans requins</w:t>
      </w:r>
      <w:r w:rsidR="00B97E5D">
        <w:t xml:space="preserve">. </w:t>
      </w:r>
      <w:r w:rsidRPr="003E4D35">
        <w:t>Près de l</w:t>
      </w:r>
      <w:r w:rsidR="00B97E5D">
        <w:t>’</w:t>
      </w:r>
      <w:r w:rsidRPr="003E4D35">
        <w:t>Europe un dirigeable a jeté sur le yacht des journaux pleins de photographies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armistice vient d</w:t>
      </w:r>
      <w:r w:rsidR="00B97E5D">
        <w:t>’</w:t>
      </w:r>
      <w:r w:rsidRPr="003E4D35">
        <w:t>être signé par Lloyd George qui ressemble à un caniche</w:t>
      </w:r>
      <w:r w:rsidR="00B97E5D">
        <w:t xml:space="preserve">, </w:t>
      </w:r>
      <w:r w:rsidRPr="003E4D35">
        <w:t>par Wilson qui ressemble à un colley et par Clemenceau qui ressemble à un dogue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Eur</w:t>
      </w:r>
      <w:r w:rsidRPr="003E4D35">
        <w:t>o</w:t>
      </w:r>
      <w:r w:rsidRPr="003E4D35">
        <w:t>pe a les plus beaux espoirs de cette paix signée par des hommes qui ressemblent aux chiens</w:t>
      </w:r>
      <w:r w:rsidR="00B97E5D">
        <w:t>.</w:t>
      </w:r>
    </w:p>
    <w:p w14:paraId="4D477DE8" w14:textId="77777777" w:rsidR="00B97E5D" w:rsidRDefault="00F225BE" w:rsidP="00F225BE">
      <w:r w:rsidRPr="003E4D35">
        <w:t>C</w:t>
      </w:r>
      <w:r w:rsidR="00B97E5D">
        <w:t>’</w:t>
      </w:r>
      <w:r w:rsidRPr="003E4D35">
        <w:t>est la nuit encore</w:t>
      </w:r>
      <w:r w:rsidR="00B97E5D">
        <w:t xml:space="preserve">. </w:t>
      </w:r>
      <w:r w:rsidRPr="003E4D35">
        <w:t>Mais j</w:t>
      </w:r>
      <w:r w:rsidR="00B97E5D">
        <w:t>’</w:t>
      </w:r>
      <w:r w:rsidRPr="003E4D35">
        <w:t>ai voulu</w:t>
      </w:r>
      <w:r w:rsidR="00B97E5D">
        <w:t xml:space="preserve">, </w:t>
      </w:r>
      <w:r w:rsidRPr="003E4D35">
        <w:t>dès qu</w:t>
      </w:r>
      <w:r w:rsidR="00B97E5D">
        <w:t>’</w:t>
      </w:r>
      <w:r w:rsidRPr="003E4D35">
        <w:t>a été signalée la première côte de France</w:t>
      </w:r>
      <w:r w:rsidR="00B97E5D">
        <w:t xml:space="preserve">, </w:t>
      </w:r>
      <w:r w:rsidRPr="003E4D35">
        <w:t>que le yacht m</w:t>
      </w:r>
      <w:r w:rsidR="00B97E5D">
        <w:t>’</w:t>
      </w:r>
      <w:r w:rsidRPr="003E4D35">
        <w:t>y débarquât seule au hasard et m</w:t>
      </w:r>
      <w:r w:rsidR="00B97E5D">
        <w:t>’</w:t>
      </w:r>
      <w:r w:rsidRPr="003E4D35">
        <w:t>y laissât</w:t>
      </w:r>
      <w:r w:rsidR="00B97E5D">
        <w:t xml:space="preserve">. </w:t>
      </w:r>
      <w:r w:rsidRPr="003E4D35">
        <w:t>Dans le même canot automobile qui m</w:t>
      </w:r>
      <w:r w:rsidR="00B97E5D">
        <w:t>’</w:t>
      </w:r>
      <w:r w:rsidRPr="003E4D35">
        <w:t>a prise à mon île</w:t>
      </w:r>
      <w:r w:rsidR="00B97E5D">
        <w:t xml:space="preserve">, </w:t>
      </w:r>
      <w:r w:rsidRPr="003E4D35">
        <w:t>Billy m</w:t>
      </w:r>
      <w:r w:rsidR="00B97E5D">
        <w:t>’</w:t>
      </w:r>
      <w:r w:rsidRPr="003E4D35">
        <w:t>a accompagnée</w:t>
      </w:r>
      <w:r w:rsidR="00B97E5D">
        <w:t xml:space="preserve">. </w:t>
      </w:r>
      <w:r w:rsidRPr="003E4D35">
        <w:t>À travers des pins</w:t>
      </w:r>
      <w:r w:rsidR="00B97E5D">
        <w:t xml:space="preserve">, </w:t>
      </w:r>
      <w:r w:rsidRPr="003E4D35">
        <w:t>des ombres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ai entendu le bruit du même moteur qui m</w:t>
      </w:r>
      <w:r w:rsidR="00B97E5D">
        <w:t>’</w:t>
      </w:r>
      <w:r w:rsidRPr="003E4D35">
        <w:t>a éveillée dans les palmiers et les coraux</w:t>
      </w:r>
      <w:r w:rsidR="00B97E5D">
        <w:t xml:space="preserve">. </w:t>
      </w:r>
      <w:r w:rsidRPr="003E4D35">
        <w:t>Billy a voulu me munir d</w:t>
      </w:r>
      <w:r w:rsidR="00B97E5D">
        <w:t>’</w:t>
      </w:r>
      <w:r w:rsidRPr="003E4D35">
        <w:t>un litre de gin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cake</w:t>
      </w:r>
      <w:r w:rsidR="00B97E5D">
        <w:t xml:space="preserve">, </w:t>
      </w:r>
      <w:r w:rsidRPr="003E4D35">
        <w:t>d</w:t>
      </w:r>
      <w:r w:rsidR="00B97E5D">
        <w:t>’</w:t>
      </w:r>
      <w:r w:rsidRPr="003E4D35">
        <w:t>un châle de Manille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ai refusé tout cet att</w:t>
      </w:r>
      <w:r w:rsidRPr="003E4D35">
        <w:t>i</w:t>
      </w:r>
      <w:r w:rsidRPr="003E4D35">
        <w:t>rail étranger</w:t>
      </w:r>
      <w:r w:rsidR="00B97E5D">
        <w:t xml:space="preserve">. </w:t>
      </w:r>
      <w:r w:rsidRPr="003E4D35">
        <w:t>Aussi j</w:t>
      </w:r>
      <w:r w:rsidR="00B97E5D">
        <w:t>’</w:t>
      </w:r>
      <w:r w:rsidRPr="003E4D35">
        <w:t>ai soif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ai froid</w:t>
      </w:r>
      <w:r w:rsidR="00B97E5D">
        <w:t xml:space="preserve">, </w:t>
      </w:r>
      <w:r w:rsidRPr="003E4D35">
        <w:t>et j</w:t>
      </w:r>
      <w:r w:rsidR="00B97E5D">
        <w:t>’</w:t>
      </w:r>
      <w:r w:rsidRPr="003E4D35">
        <w:t>ai faim</w:t>
      </w:r>
      <w:r w:rsidR="00B97E5D">
        <w:t>.</w:t>
      </w:r>
    </w:p>
    <w:p w14:paraId="42871597" w14:textId="77777777" w:rsidR="00B97E5D" w:rsidRDefault="00F225BE" w:rsidP="00F225BE">
      <w:r w:rsidRPr="003E4D35">
        <w:t>Maintenant j</w:t>
      </w:r>
      <w:r w:rsidR="00B97E5D">
        <w:t>’</w:t>
      </w:r>
      <w:r w:rsidRPr="003E4D35">
        <w:t>attends</w:t>
      </w:r>
      <w:r w:rsidR="00B97E5D">
        <w:t xml:space="preserve">, </w:t>
      </w:r>
      <w:r w:rsidRPr="003E4D35">
        <w:t>comme le matin de mon naufrage</w:t>
      </w:r>
      <w:r w:rsidR="00B97E5D">
        <w:t xml:space="preserve">, </w:t>
      </w:r>
      <w:r w:rsidRPr="003E4D35">
        <w:t>debout tout à l</w:t>
      </w:r>
      <w:r w:rsidR="00B97E5D">
        <w:t>’</w:t>
      </w:r>
      <w:r w:rsidRPr="003E4D35">
        <w:t>heure</w:t>
      </w:r>
      <w:r w:rsidR="00B97E5D">
        <w:t xml:space="preserve">, </w:t>
      </w:r>
      <w:r w:rsidRPr="003E4D35">
        <w:t>puis assise</w:t>
      </w:r>
      <w:r w:rsidR="00B97E5D">
        <w:t xml:space="preserve">, </w:t>
      </w:r>
      <w:r w:rsidRPr="003E4D35">
        <w:t>sur cette France qui va m</w:t>
      </w:r>
      <w:r w:rsidR="00B97E5D">
        <w:t>’</w:t>
      </w:r>
      <w:r w:rsidRPr="003E4D35">
        <w:t>enl</w:t>
      </w:r>
      <w:r w:rsidRPr="003E4D35">
        <w:t>i</w:t>
      </w:r>
      <w:r w:rsidRPr="003E4D35">
        <w:t>ser avant le jour</w:t>
      </w:r>
      <w:r w:rsidR="00B97E5D">
        <w:t xml:space="preserve">. </w:t>
      </w:r>
      <w:r w:rsidRPr="003E4D35">
        <w:t>Je n</w:t>
      </w:r>
      <w:r w:rsidR="00B97E5D">
        <w:t>’</w:t>
      </w:r>
      <w:r w:rsidRPr="003E4D35">
        <w:t>en reconnais rien encore</w:t>
      </w:r>
      <w:r w:rsidR="00B97E5D">
        <w:t xml:space="preserve">. </w:t>
      </w:r>
      <w:r w:rsidRPr="003E4D35">
        <w:t>Billy m</w:t>
      </w:r>
      <w:r w:rsidR="00B97E5D">
        <w:t>’</w:t>
      </w:r>
      <w:r w:rsidRPr="003E4D35">
        <w:t>a dit que La Rochelle devait être tout proche</w:t>
      </w:r>
      <w:r w:rsidR="00B97E5D">
        <w:t xml:space="preserve">, </w:t>
      </w:r>
      <w:r w:rsidRPr="003E4D35">
        <w:t>mais j</w:t>
      </w:r>
      <w:r w:rsidR="00B97E5D">
        <w:t>’</w:t>
      </w:r>
      <w:r w:rsidRPr="003E4D35">
        <w:t>épie en vain un de ces bruits ou de ces signes qu</w:t>
      </w:r>
      <w:r w:rsidR="00B97E5D">
        <w:t>’</w:t>
      </w:r>
      <w:r w:rsidRPr="003E4D35">
        <w:t>une préfecture devrait donner vers minuit</w:t>
      </w:r>
      <w:r w:rsidR="00B97E5D">
        <w:t xml:space="preserve">. </w:t>
      </w:r>
      <w:r w:rsidRPr="003E4D35">
        <w:t>L</w:t>
      </w:r>
      <w:r w:rsidR="00B97E5D">
        <w:t>’</w:t>
      </w:r>
      <w:r w:rsidRPr="003E4D35">
        <w:t>Océan seul a de grands et petits fracas si partic</w:t>
      </w:r>
      <w:r w:rsidRPr="003E4D35">
        <w:t>u</w:t>
      </w:r>
      <w:r w:rsidRPr="003E4D35">
        <w:t>liers que je les reconnais saintongeois</w:t>
      </w:r>
      <w:r w:rsidR="00B97E5D">
        <w:t xml:space="preserve">. </w:t>
      </w:r>
      <w:r w:rsidRPr="003E4D35">
        <w:t>Le ciel seul a une forme connue dont je me coiffe comme de la seule toque qui enfin</w:t>
      </w:r>
      <w:r w:rsidR="00B97E5D">
        <w:t xml:space="preserve">, </w:t>
      </w:r>
      <w:r w:rsidRPr="003E4D35">
        <w:t>après six ans</w:t>
      </w:r>
      <w:r w:rsidR="00B97E5D">
        <w:t xml:space="preserve">, </w:t>
      </w:r>
      <w:r w:rsidRPr="003E4D35">
        <w:t>me va</w:t>
      </w:r>
      <w:r w:rsidR="00B97E5D">
        <w:t xml:space="preserve">. </w:t>
      </w:r>
      <w:r w:rsidRPr="003E4D35">
        <w:t>Cette assurance d</w:t>
      </w:r>
      <w:r w:rsidR="00B97E5D">
        <w:t>’</w:t>
      </w:r>
      <w:r w:rsidRPr="003E4D35">
        <w:t>équilibre seule qu</w:t>
      </w:r>
      <w:r w:rsidR="00B97E5D">
        <w:t>’</w:t>
      </w:r>
      <w:r w:rsidRPr="003E4D35">
        <w:t>on a en caressant de la main la terre</w:t>
      </w:r>
      <w:r w:rsidR="00B97E5D">
        <w:t xml:space="preserve">, </w:t>
      </w:r>
      <w:r w:rsidRPr="003E4D35">
        <w:t>le grain de sa patrie</w:t>
      </w:r>
      <w:r w:rsidR="00B97E5D">
        <w:t xml:space="preserve">, </w:t>
      </w:r>
      <w:r w:rsidRPr="003E4D35">
        <w:t>me pén</w:t>
      </w:r>
      <w:r w:rsidRPr="003E4D35">
        <w:t>è</w:t>
      </w:r>
      <w:r w:rsidRPr="003E4D35">
        <w:t>tre</w:t>
      </w:r>
      <w:r w:rsidR="00B97E5D">
        <w:t>.</w:t>
      </w:r>
    </w:p>
    <w:p w14:paraId="5E88F862" w14:textId="379F9009" w:rsidR="00B97E5D" w:rsidRDefault="00F225BE" w:rsidP="00F225BE">
      <w:r w:rsidRPr="003E4D35">
        <w:t>Le silence seul a cette sonorité de mon enfance qui me donn</w:t>
      </w:r>
      <w:r w:rsidR="007228CB">
        <w:t>e</w:t>
      </w:r>
      <w:r w:rsidRPr="003E4D35">
        <w:t xml:space="preserve"> soudain pour oreilles toute la nature et la nuit</w:t>
      </w:r>
      <w:r w:rsidR="00B97E5D">
        <w:t xml:space="preserve">. </w:t>
      </w:r>
      <w:r w:rsidRPr="003E4D35">
        <w:t>Mais ces gestes que j</w:t>
      </w:r>
      <w:r w:rsidR="00B97E5D">
        <w:t>’</w:t>
      </w:r>
      <w:r w:rsidRPr="003E4D35">
        <w:t>avais déjà prévus</w:t>
      </w:r>
      <w:r w:rsidR="00B97E5D">
        <w:t xml:space="preserve"> (</w:t>
      </w:r>
      <w:r w:rsidRPr="003E4D35">
        <w:t>et même répétés dans ma cabine</w:t>
      </w:r>
      <w:r w:rsidR="00B97E5D">
        <w:t xml:space="preserve">) </w:t>
      </w:r>
      <w:r w:rsidRPr="003E4D35">
        <w:t>pour les arbres et les oiseaux de France</w:t>
      </w:r>
      <w:r w:rsidR="00B97E5D">
        <w:t xml:space="preserve">, </w:t>
      </w:r>
      <w:r w:rsidRPr="003E4D35">
        <w:t xml:space="preserve">ces arbres </w:t>
      </w:r>
      <w:r w:rsidRPr="003E4D35">
        <w:lastRenderedPageBreak/>
        <w:t>auxquels je n</w:t>
      </w:r>
      <w:r w:rsidR="00B97E5D">
        <w:t>’</w:t>
      </w:r>
      <w:r w:rsidRPr="003E4D35">
        <w:t>aurai plus à monter</w:t>
      </w:r>
      <w:r w:rsidR="00B97E5D">
        <w:t xml:space="preserve">, </w:t>
      </w:r>
      <w:r w:rsidRPr="003E4D35">
        <w:t xml:space="preserve">cette retenue </w:t>
      </w:r>
      <w:bookmarkStart w:id="11" w:name="bookmark5"/>
      <w:bookmarkEnd w:id="11"/>
      <w:r w:rsidRPr="003E4D35">
        <w:t>aussi vis-à-vis des feuillages caducs</w:t>
      </w:r>
      <w:r w:rsidR="00B97E5D">
        <w:t xml:space="preserve">, </w:t>
      </w:r>
      <w:r w:rsidRPr="003E4D35">
        <w:t>des fleurs éphémères</w:t>
      </w:r>
      <w:r w:rsidR="00B97E5D">
        <w:t xml:space="preserve">, </w:t>
      </w:r>
      <w:r w:rsidRPr="003E4D35">
        <w:t>cette modestie avec forêts et pa</w:t>
      </w:r>
      <w:r w:rsidRPr="003E4D35">
        <w:t>r</w:t>
      </w:r>
      <w:r w:rsidRPr="003E4D35">
        <w:t>terres</w:t>
      </w:r>
      <w:r w:rsidR="00B97E5D">
        <w:t xml:space="preserve">, </w:t>
      </w:r>
      <w:r w:rsidRPr="003E4D35">
        <w:t>elle est jusqu</w:t>
      </w:r>
      <w:r w:rsidR="00B97E5D">
        <w:t>’</w:t>
      </w:r>
      <w:r w:rsidRPr="003E4D35">
        <w:t>ici sans objet</w:t>
      </w:r>
      <w:r w:rsidR="00B97E5D">
        <w:t xml:space="preserve">. </w:t>
      </w:r>
      <w:r w:rsidRPr="003E4D35">
        <w:t>Je n</w:t>
      </w:r>
      <w:r w:rsidR="00B97E5D">
        <w:t>’</w:t>
      </w:r>
      <w:r w:rsidRPr="003E4D35">
        <w:t>aperçois à travers l</w:t>
      </w:r>
      <w:r w:rsidR="00B97E5D">
        <w:t>’</w:t>
      </w:r>
      <w:r w:rsidRPr="003E4D35">
        <w:t>o</w:t>
      </w:r>
      <w:r w:rsidRPr="003E4D35">
        <w:t>m</w:t>
      </w:r>
      <w:r w:rsidRPr="003E4D35">
        <w:t>bre que des pins semblables à ceux de l</w:t>
      </w:r>
      <w:r w:rsidR="00B97E5D">
        <w:t>’</w:t>
      </w:r>
      <w:r w:rsidRPr="003E4D35">
        <w:t>île</w:t>
      </w:r>
      <w:r w:rsidR="00B97E5D">
        <w:t xml:space="preserve"> ; </w:t>
      </w:r>
      <w:r w:rsidRPr="003E4D35">
        <w:t>le parfum que je respire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celui des magnolias</w:t>
      </w:r>
      <w:r w:rsidR="00B97E5D">
        <w:t xml:space="preserve">, </w:t>
      </w:r>
      <w:r w:rsidRPr="003E4D35">
        <w:t>comme là-bas</w:t>
      </w:r>
      <w:r w:rsidR="00B97E5D">
        <w:t xml:space="preserve"> ; </w:t>
      </w:r>
      <w:r w:rsidRPr="003E4D35">
        <w:t>et ma main qui se glisse dans le premier buisson que je croyais des vergnes ou d</w:t>
      </w:r>
      <w:r w:rsidR="00B97E5D">
        <w:t>’</w:t>
      </w:r>
      <w:r w:rsidRPr="003E4D35">
        <w:t>érables plus tendrement que dans une chevelure</w:t>
      </w:r>
      <w:r w:rsidR="00B97E5D">
        <w:t xml:space="preserve">, </w:t>
      </w:r>
      <w:r w:rsidRPr="003E4D35">
        <w:t>ne re</w:t>
      </w:r>
      <w:r w:rsidRPr="003E4D35">
        <w:t>n</w:t>
      </w:r>
      <w:r w:rsidRPr="003E4D35">
        <w:t>contre que des fusains</w:t>
      </w:r>
      <w:r w:rsidR="00B97E5D">
        <w:t xml:space="preserve">, </w:t>
      </w:r>
      <w:r w:rsidRPr="003E4D35">
        <w:t>des fougères</w:t>
      </w:r>
      <w:r w:rsidR="00B97E5D">
        <w:t xml:space="preserve">. </w:t>
      </w:r>
      <w:r w:rsidRPr="003E4D35">
        <w:t>En mon absence mon pays a dû vieillir</w:t>
      </w:r>
      <w:r w:rsidR="00B97E5D">
        <w:t xml:space="preserve">, </w:t>
      </w:r>
      <w:r w:rsidRPr="003E4D35">
        <w:t>se durcir</w:t>
      </w:r>
      <w:r w:rsidR="00B97E5D">
        <w:t xml:space="preserve">, </w:t>
      </w:r>
      <w:r w:rsidRPr="003E4D35">
        <w:t>renoncer aux espèces à feuilles mortelles</w:t>
      </w:r>
      <w:r w:rsidR="00B97E5D">
        <w:t xml:space="preserve">, </w:t>
      </w:r>
      <w:r w:rsidRPr="003E4D35">
        <w:t>ne plus confier sa flore à la chance du printemps</w:t>
      </w:r>
      <w:r w:rsidR="00B97E5D">
        <w:t xml:space="preserve">… </w:t>
      </w:r>
      <w:r w:rsidRPr="003E4D35">
        <w:t>Tant pis</w:t>
      </w:r>
      <w:r w:rsidR="00B97E5D">
        <w:t xml:space="preserve">, </w:t>
      </w:r>
      <w:r w:rsidRPr="003E4D35">
        <w:t>je me confie à la chance du jour</w:t>
      </w:r>
      <w:r w:rsidR="00B97E5D">
        <w:t> !</w:t>
      </w:r>
    </w:p>
    <w:p w14:paraId="6E7596EC" w14:textId="77777777" w:rsidR="00B97E5D" w:rsidRDefault="00F225BE" w:rsidP="00F225BE">
      <w:r w:rsidRPr="003E4D35">
        <w:t>Mais voilà que la chouette vole doucement autour de moi</w:t>
      </w:r>
      <w:r w:rsidR="00B97E5D">
        <w:t xml:space="preserve">. </w:t>
      </w:r>
      <w:r w:rsidRPr="003E4D35">
        <w:t>Voilà que la musaraigne</w:t>
      </w:r>
      <w:r w:rsidR="00B97E5D">
        <w:t xml:space="preserve">, </w:t>
      </w:r>
      <w:r w:rsidRPr="003E4D35">
        <w:t>chassée par elle</w:t>
      </w:r>
      <w:r w:rsidR="00B97E5D">
        <w:t xml:space="preserve">, </w:t>
      </w:r>
      <w:r w:rsidRPr="003E4D35">
        <w:t>pousse son cri</w:t>
      </w:r>
      <w:r w:rsidR="00B97E5D">
        <w:t xml:space="preserve">. </w:t>
      </w:r>
      <w:r w:rsidRPr="003E4D35">
        <w:t>Voilà un souffle</w:t>
      </w:r>
      <w:r w:rsidR="00B97E5D">
        <w:t xml:space="preserve">, </w:t>
      </w:r>
      <w:r w:rsidRPr="003E4D35">
        <w:t>un vent léger qui ne m</w:t>
      </w:r>
      <w:r w:rsidR="00B97E5D">
        <w:t>’</w:t>
      </w:r>
      <w:r w:rsidRPr="003E4D35">
        <w:t>a jamais effleurée qu</w:t>
      </w:r>
      <w:r w:rsidR="00B97E5D">
        <w:t>’</w:t>
      </w:r>
      <w:r w:rsidRPr="003E4D35">
        <w:t>aux he</w:t>
      </w:r>
      <w:r w:rsidRPr="003E4D35">
        <w:t>u</w:t>
      </w:r>
      <w:r w:rsidRPr="003E4D35">
        <w:t>res où je revenais en voiture</w:t>
      </w:r>
      <w:r w:rsidR="00B97E5D">
        <w:t xml:space="preserve">, </w:t>
      </w:r>
      <w:r w:rsidRPr="003E4D35">
        <w:t>la mariée enfin couchée</w:t>
      </w:r>
      <w:r w:rsidR="00B97E5D">
        <w:t xml:space="preserve">, </w:t>
      </w:r>
      <w:r w:rsidRPr="003E4D35">
        <w:t>des noces du Dorat ou de Bessines</w:t>
      </w:r>
      <w:r w:rsidR="00B97E5D">
        <w:t xml:space="preserve">. </w:t>
      </w:r>
      <w:r w:rsidRPr="003E4D35">
        <w:t>Voilà qu</w:t>
      </w:r>
      <w:r w:rsidR="00B97E5D">
        <w:t>’</w:t>
      </w:r>
      <w:r w:rsidRPr="003E4D35">
        <w:t>il me force à lui présenter mon visage</w:t>
      </w:r>
      <w:r w:rsidR="00B97E5D">
        <w:t xml:space="preserve">. </w:t>
      </w:r>
      <w:r w:rsidRPr="003E4D35">
        <w:t>Voilà que je suis replacée</w:t>
      </w:r>
      <w:r w:rsidR="00B97E5D">
        <w:t xml:space="preserve">, </w:t>
      </w:r>
      <w:r w:rsidRPr="003E4D35">
        <w:t>orientée par lui</w:t>
      </w:r>
      <w:r w:rsidR="00B97E5D">
        <w:t xml:space="preserve">, </w:t>
      </w:r>
      <w:r w:rsidRPr="003E4D35">
        <w:t>dans une des veilles de la nuit en France</w:t>
      </w:r>
      <w:r w:rsidR="00B97E5D">
        <w:t xml:space="preserve">. </w:t>
      </w:r>
      <w:r w:rsidRPr="003E4D35">
        <w:t>Voici l</w:t>
      </w:r>
      <w:r w:rsidR="00B97E5D">
        <w:t>’</w:t>
      </w:r>
      <w:r w:rsidRPr="003E4D35">
        <w:t>ordre invariable qui me prend comme un trottoir roulant</w:t>
      </w:r>
      <w:r w:rsidR="00B97E5D">
        <w:t xml:space="preserve">, </w:t>
      </w:r>
      <w:r w:rsidRPr="003E4D35">
        <w:t>un pinson qui se plaint</w:t>
      </w:r>
      <w:r w:rsidR="00B97E5D">
        <w:t xml:space="preserve">, </w:t>
      </w:r>
      <w:r w:rsidRPr="003E4D35">
        <w:t>là-bas le chant du coq</w:t>
      </w:r>
      <w:r w:rsidR="00B97E5D">
        <w:t xml:space="preserve">. </w:t>
      </w:r>
      <w:r w:rsidRPr="003E4D35">
        <w:t>Voici fait le point de ma nuit</w:t>
      </w:r>
      <w:r w:rsidR="00B97E5D">
        <w:t xml:space="preserve">, </w:t>
      </w:r>
      <w:r w:rsidRPr="003E4D35">
        <w:t>j</w:t>
      </w:r>
      <w:r w:rsidR="00B97E5D">
        <w:t>’</w:t>
      </w:r>
      <w:r w:rsidRPr="003E4D35">
        <w:t>en connais mai</w:t>
      </w:r>
      <w:r w:rsidRPr="003E4D35">
        <w:t>n</w:t>
      </w:r>
      <w:r w:rsidRPr="003E4D35">
        <w:t>tenant l</w:t>
      </w:r>
      <w:r w:rsidR="00B97E5D">
        <w:t>’</w:t>
      </w:r>
      <w:r w:rsidRPr="003E4D35">
        <w:t>exacte profondeur</w:t>
      </w:r>
      <w:r w:rsidR="00B97E5D">
        <w:t xml:space="preserve">. </w:t>
      </w:r>
      <w:r w:rsidRPr="003E4D35">
        <w:t>Je suis dans cette courte veille où le rossignol s</w:t>
      </w:r>
      <w:r w:rsidR="00B97E5D">
        <w:t>’</w:t>
      </w:r>
      <w:r w:rsidRPr="003E4D35">
        <w:t>est tu</w:t>
      </w:r>
      <w:r w:rsidR="00B97E5D">
        <w:t xml:space="preserve">, </w:t>
      </w:r>
      <w:r w:rsidRPr="003E4D35">
        <w:t>et se repose avant son dernier chant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est bien lui qui volette près de moi</w:t>
      </w:r>
      <w:r w:rsidR="00B97E5D">
        <w:t xml:space="preserve">, </w:t>
      </w:r>
      <w:r w:rsidRPr="003E4D35">
        <w:t>qui me frôle</w:t>
      </w:r>
      <w:r w:rsidR="00B97E5D">
        <w:t xml:space="preserve">, </w:t>
      </w:r>
      <w:r w:rsidRPr="003E4D35">
        <w:t>modeste</w:t>
      </w:r>
      <w:r w:rsidR="00B97E5D">
        <w:t xml:space="preserve">, </w:t>
      </w:r>
      <w:r w:rsidRPr="003E4D35">
        <w:t>comme la chanteuse de lieder qui gagne la scène un des figurants</w:t>
      </w:r>
      <w:r w:rsidR="00B97E5D">
        <w:t xml:space="preserve"> ; </w:t>
      </w:r>
      <w:r w:rsidRPr="003E4D35">
        <w:t>et voilà la dernière veille du rossignol</w:t>
      </w:r>
      <w:r w:rsidR="00B97E5D">
        <w:t xml:space="preserve">. </w:t>
      </w:r>
      <w:r w:rsidRPr="003E4D35">
        <w:t>Sa gorge s</w:t>
      </w:r>
      <w:r w:rsidR="00B97E5D">
        <w:t>’</w:t>
      </w:r>
      <w:r w:rsidRPr="003E4D35">
        <w:t>enfle</w:t>
      </w:r>
      <w:r w:rsidR="00B97E5D">
        <w:t xml:space="preserve">. </w:t>
      </w:r>
      <w:r w:rsidRPr="003E4D35">
        <w:t>Comme au cinéma quand on est trop près de l</w:t>
      </w:r>
      <w:r w:rsidR="00B97E5D">
        <w:t>’</w:t>
      </w:r>
      <w:r w:rsidRPr="003E4D35">
        <w:t>écran</w:t>
      </w:r>
      <w:r w:rsidR="00B97E5D">
        <w:t xml:space="preserve">, </w:t>
      </w:r>
      <w:r w:rsidRPr="003E4D35">
        <w:t>ces ondes de désol</w:t>
      </w:r>
      <w:r w:rsidRPr="003E4D35">
        <w:t>a</w:t>
      </w:r>
      <w:r w:rsidRPr="003E4D35">
        <w:t>tion</w:t>
      </w:r>
      <w:r w:rsidR="00B97E5D">
        <w:t xml:space="preserve">, </w:t>
      </w:r>
      <w:r w:rsidRPr="003E4D35">
        <w:t>de bonheur qui partent d</w:t>
      </w:r>
      <w:r w:rsidR="00B97E5D">
        <w:t>’</w:t>
      </w:r>
      <w:r w:rsidRPr="003E4D35">
        <w:t>un rossignol</w:t>
      </w:r>
      <w:r w:rsidR="00B97E5D">
        <w:t xml:space="preserve">, </w:t>
      </w:r>
      <w:r w:rsidRPr="003E4D35">
        <w:t>je suis à l</w:t>
      </w:r>
      <w:r w:rsidR="00B97E5D">
        <w:t>’</w:t>
      </w:r>
      <w:r w:rsidRPr="003E4D35">
        <w:t>intérieur d</w:t>
      </w:r>
      <w:r w:rsidR="00B97E5D">
        <w:t>’</w:t>
      </w:r>
      <w:r w:rsidRPr="003E4D35">
        <w:t>elles</w:t>
      </w:r>
      <w:r w:rsidR="00B97E5D">
        <w:t xml:space="preserve">, </w:t>
      </w:r>
      <w:r w:rsidRPr="003E4D35">
        <w:t>je frémis</w:t>
      </w:r>
      <w:r w:rsidR="00B97E5D">
        <w:t xml:space="preserve">. </w:t>
      </w:r>
      <w:r w:rsidRPr="003E4D35">
        <w:t>Voici le vent de trois heures trois quarts</w:t>
      </w:r>
      <w:r w:rsidR="00B97E5D">
        <w:t xml:space="preserve">, </w:t>
      </w:r>
      <w:r w:rsidRPr="003E4D35">
        <w:t>voici le bruit de grelots de quatre heures</w:t>
      </w:r>
      <w:r w:rsidR="00B97E5D">
        <w:t xml:space="preserve">. </w:t>
      </w:r>
      <w:r w:rsidRPr="003E4D35">
        <w:t>Près de moi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Océan est la</w:t>
      </w:r>
      <w:r w:rsidRPr="003E4D35">
        <w:t>i</w:t>
      </w:r>
      <w:r w:rsidRPr="003E4D35">
        <w:t>teux</w:t>
      </w:r>
      <w:r w:rsidR="00B97E5D">
        <w:t xml:space="preserve">, </w:t>
      </w:r>
      <w:r w:rsidRPr="003E4D35">
        <w:t>humble à la fois et hypocrite et satisfait</w:t>
      </w:r>
      <w:r w:rsidR="00B97E5D">
        <w:t xml:space="preserve"> : </w:t>
      </w:r>
      <w:r w:rsidRPr="003E4D35">
        <w:t>un nouveau mi</w:t>
      </w:r>
      <w:r w:rsidRPr="003E4D35">
        <w:t>l</w:t>
      </w:r>
      <w:r w:rsidRPr="003E4D35">
        <w:t>lion de noyés vient sans doute d</w:t>
      </w:r>
      <w:r w:rsidR="00B97E5D">
        <w:t>’</w:t>
      </w:r>
      <w:r w:rsidRPr="003E4D35">
        <w:t>être complété</w:t>
      </w:r>
      <w:r w:rsidR="00B97E5D">
        <w:t xml:space="preserve">. </w:t>
      </w:r>
      <w:r w:rsidRPr="003E4D35">
        <w:t>Mais soudain un clairon là-</w:t>
      </w:r>
      <w:r w:rsidRPr="003E4D35">
        <w:lastRenderedPageBreak/>
        <w:t>bas a sonné le réveil</w:t>
      </w:r>
      <w:r w:rsidR="00B97E5D">
        <w:t xml:space="preserve">. </w:t>
      </w:r>
      <w:r w:rsidRPr="003E4D35">
        <w:t>Aux quatre points cardinaux il sonne</w:t>
      </w:r>
      <w:r w:rsidR="00B97E5D">
        <w:t xml:space="preserve">. </w:t>
      </w:r>
      <w:r w:rsidRPr="003E4D35">
        <w:t>À tous les Français de vingt ans étendus vers le Sud</w:t>
      </w:r>
      <w:r w:rsidR="00B97E5D">
        <w:t xml:space="preserve">, </w:t>
      </w:r>
      <w:r w:rsidRPr="003E4D35">
        <w:t>l</w:t>
      </w:r>
      <w:r w:rsidR="00B97E5D">
        <w:t>’</w:t>
      </w:r>
      <w:r w:rsidRPr="003E4D35">
        <w:t>Occident</w:t>
      </w:r>
      <w:r w:rsidR="00B97E5D">
        <w:t xml:space="preserve">, </w:t>
      </w:r>
      <w:r w:rsidRPr="003E4D35">
        <w:t>le Septentrion</w:t>
      </w:r>
      <w:r w:rsidR="00B97E5D">
        <w:t xml:space="preserve">, </w:t>
      </w:r>
      <w:r w:rsidRPr="003E4D35">
        <w:t>il annonce que le soleil va se lever</w:t>
      </w:r>
      <w:r w:rsidR="00B97E5D">
        <w:t xml:space="preserve">. </w:t>
      </w:r>
      <w:r w:rsidRPr="003E4D35">
        <w:t>Il sonne en cette minute au Levant</w:t>
      </w:r>
      <w:r w:rsidR="00B97E5D">
        <w:t xml:space="preserve"> : </w:t>
      </w:r>
      <w:r w:rsidRPr="003E4D35">
        <w:t>tout le fond du clairon doit être doré</w:t>
      </w:r>
      <w:r w:rsidR="00B97E5D">
        <w:t>.</w:t>
      </w:r>
    </w:p>
    <w:p w14:paraId="1C42A7B7" w14:textId="77777777" w:rsidR="00B97E5D" w:rsidRDefault="00F225BE" w:rsidP="00F225BE">
      <w:r w:rsidRPr="003E4D35">
        <w:t>Voilà l</w:t>
      </w:r>
      <w:r w:rsidR="00B97E5D">
        <w:t>’</w:t>
      </w:r>
      <w:r w:rsidRPr="003E4D35">
        <w:t>aurore</w:t>
      </w:r>
      <w:r w:rsidR="00B97E5D">
        <w:t xml:space="preserve">, </w:t>
      </w:r>
      <w:r w:rsidRPr="003E4D35">
        <w:t>et ce froid qu</w:t>
      </w:r>
      <w:r w:rsidR="00B97E5D">
        <w:t>’</w:t>
      </w:r>
      <w:r w:rsidRPr="003E4D35">
        <w:t>apporte le premier rayon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est bien la France</w:t>
      </w:r>
      <w:r w:rsidR="00B97E5D">
        <w:t xml:space="preserve">, </w:t>
      </w:r>
      <w:r w:rsidRPr="003E4D35">
        <w:t>malgré ce dernier faux décor de magnolias et de pins</w:t>
      </w:r>
      <w:r w:rsidR="00B97E5D">
        <w:t xml:space="preserve">. </w:t>
      </w:r>
      <w:r w:rsidRPr="003E4D35">
        <w:t>Voici que du plus gros de ces arbres s</w:t>
      </w:r>
      <w:r w:rsidR="00B97E5D">
        <w:t>’</w:t>
      </w:r>
      <w:r w:rsidRPr="003E4D35">
        <w:t>échappe une pie</w:t>
      </w:r>
      <w:r w:rsidR="00B97E5D">
        <w:t xml:space="preserve">, </w:t>
      </w:r>
      <w:r w:rsidRPr="003E4D35">
        <w:t>comme un mot français qu</w:t>
      </w:r>
      <w:r w:rsidR="00B97E5D">
        <w:t>’</w:t>
      </w:r>
      <w:r w:rsidRPr="003E4D35">
        <w:t>il ne peut plus contenir</w:t>
      </w:r>
      <w:r w:rsidR="00B97E5D">
        <w:t xml:space="preserve">. </w:t>
      </w:r>
      <w:r w:rsidRPr="003E4D35">
        <w:t>Voici deux pies</w:t>
      </w:r>
      <w:r w:rsidR="00B97E5D">
        <w:t xml:space="preserve">, </w:t>
      </w:r>
      <w:r w:rsidRPr="003E4D35">
        <w:t>trois</w:t>
      </w:r>
      <w:r w:rsidR="00B97E5D">
        <w:t xml:space="preserve">, </w:t>
      </w:r>
      <w:r w:rsidRPr="003E4D35">
        <w:t>quatre</w:t>
      </w:r>
      <w:r w:rsidR="00B97E5D">
        <w:t xml:space="preserve">, </w:t>
      </w:r>
      <w:r w:rsidRPr="003E4D35">
        <w:t>voici des phrases entières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est bien la côte sur laquelle viennent s</w:t>
      </w:r>
      <w:r w:rsidR="00B97E5D">
        <w:t>’</w:t>
      </w:r>
      <w:r w:rsidRPr="003E4D35">
        <w:t>achever les rivières de mon pays</w:t>
      </w:r>
      <w:r w:rsidR="00B97E5D">
        <w:t xml:space="preserve">, </w:t>
      </w:r>
      <w:r w:rsidRPr="003E4D35">
        <w:t xml:space="preserve">et je frémis à leur estuaire </w:t>
      </w:r>
      <w:bookmarkStart w:id="12" w:name="bookmark6"/>
      <w:bookmarkEnd w:id="12"/>
      <w:r w:rsidRPr="003E4D35">
        <w:t>comme un jeune saumon</w:t>
      </w:r>
      <w:r w:rsidR="00B97E5D">
        <w:t xml:space="preserve">. </w:t>
      </w:r>
      <w:r w:rsidRPr="003E4D35">
        <w:t>Ce que j</w:t>
      </w:r>
      <w:r w:rsidR="00B97E5D">
        <w:t>’</w:t>
      </w:r>
      <w:r w:rsidRPr="003E4D35">
        <w:t>aspire auprès de ce champ à lièvres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bien la brume légère qui a</w:t>
      </w:r>
      <w:r w:rsidRPr="003E4D35">
        <w:t>t</w:t>
      </w:r>
      <w:r w:rsidRPr="003E4D35">
        <w:t>tire les braconniers et ce clair-obscur qui attire les gendarmes</w:t>
      </w:r>
      <w:r w:rsidR="00B97E5D">
        <w:t xml:space="preserve">. </w:t>
      </w:r>
      <w:r w:rsidRPr="003E4D35">
        <w:t>Ce que j</w:t>
      </w:r>
      <w:r w:rsidR="00B97E5D">
        <w:t>’</w:t>
      </w:r>
      <w:r w:rsidRPr="003E4D35">
        <w:t>entends</w:t>
      </w:r>
      <w:r w:rsidR="00B97E5D">
        <w:t xml:space="preserve">, </w:t>
      </w:r>
      <w:r w:rsidRPr="003E4D35">
        <w:t>c</w:t>
      </w:r>
      <w:r w:rsidR="00B97E5D">
        <w:t>’</w:t>
      </w:r>
      <w:r w:rsidRPr="003E4D35">
        <w:t>est bien</w:t>
      </w:r>
      <w:r w:rsidR="00B97E5D">
        <w:t xml:space="preserve">, </w:t>
      </w:r>
      <w:r w:rsidRPr="003E4D35">
        <w:t>comme à nos fermes</w:t>
      </w:r>
      <w:r w:rsidR="00B97E5D">
        <w:t xml:space="preserve">, </w:t>
      </w:r>
      <w:r w:rsidRPr="003E4D35">
        <w:t>les animaux vei</w:t>
      </w:r>
      <w:r w:rsidRPr="003E4D35">
        <w:t>l</w:t>
      </w:r>
      <w:r w:rsidRPr="003E4D35">
        <w:t>leurs échanger une minute leurs cris</w:t>
      </w:r>
      <w:r w:rsidR="00B97E5D">
        <w:t xml:space="preserve">, </w:t>
      </w:r>
      <w:r w:rsidRPr="003E4D35">
        <w:t>le chien hululer</w:t>
      </w:r>
      <w:r w:rsidR="00B97E5D">
        <w:t xml:space="preserve">, </w:t>
      </w:r>
      <w:r w:rsidRPr="003E4D35">
        <w:t>la choue</w:t>
      </w:r>
      <w:r w:rsidRPr="003E4D35">
        <w:t>t</w:t>
      </w:r>
      <w:r w:rsidRPr="003E4D35">
        <w:t>te aboyer</w:t>
      </w:r>
      <w:r w:rsidR="00B97E5D">
        <w:t xml:space="preserve">. </w:t>
      </w:r>
      <w:r w:rsidRPr="003E4D35">
        <w:t>Voilà que je t</w:t>
      </w:r>
      <w:r w:rsidR="00B97E5D">
        <w:t>’</w:t>
      </w:r>
      <w:r w:rsidRPr="003E4D35">
        <w:t>arrive sans valise</w:t>
      </w:r>
      <w:r w:rsidR="00B97E5D">
        <w:t xml:space="preserve">, </w:t>
      </w:r>
      <w:r w:rsidRPr="003E4D35">
        <w:t>ô France</w:t>
      </w:r>
      <w:r w:rsidR="00B97E5D">
        <w:t xml:space="preserve">, </w:t>
      </w:r>
      <w:r w:rsidRPr="003E4D35">
        <w:t>mais avec un corps préparé pour toi</w:t>
      </w:r>
      <w:r w:rsidR="00B97E5D">
        <w:t xml:space="preserve">, </w:t>
      </w:r>
      <w:r w:rsidRPr="003E4D35">
        <w:t>avec la soif et la faim</w:t>
      </w:r>
      <w:r w:rsidR="00B97E5D">
        <w:t xml:space="preserve">, </w:t>
      </w:r>
      <w:r w:rsidRPr="003E4D35">
        <w:t>un corps à jeun pour ton vin et ton omelette</w:t>
      </w:r>
      <w:r w:rsidR="00B97E5D">
        <w:t xml:space="preserve">, – </w:t>
      </w:r>
      <w:r w:rsidRPr="003E4D35">
        <w:t>et voici le soleil qui se lève</w:t>
      </w:r>
      <w:r w:rsidR="00B97E5D">
        <w:t xml:space="preserve"> ! </w:t>
      </w:r>
      <w:r w:rsidRPr="003E4D35">
        <w:t>Je te reconnais</w:t>
      </w:r>
      <w:r w:rsidR="00B97E5D">
        <w:t xml:space="preserve">, </w:t>
      </w:r>
      <w:r w:rsidRPr="003E4D35">
        <w:t>France</w:t>
      </w:r>
      <w:r w:rsidR="00B97E5D">
        <w:t xml:space="preserve">, </w:t>
      </w:r>
      <w:r w:rsidRPr="003E4D35">
        <w:t>à la grosseur des guêpes</w:t>
      </w:r>
      <w:r w:rsidR="00B97E5D">
        <w:t xml:space="preserve">, </w:t>
      </w:r>
      <w:r w:rsidRPr="003E4D35">
        <w:t>des mûres</w:t>
      </w:r>
      <w:r w:rsidR="00B97E5D">
        <w:t xml:space="preserve">, </w:t>
      </w:r>
      <w:r w:rsidRPr="003E4D35">
        <w:t>des hannetons et</w:t>
      </w:r>
      <w:r w:rsidR="00B97E5D">
        <w:t xml:space="preserve">, </w:t>
      </w:r>
      <w:r w:rsidRPr="003E4D35">
        <w:t>bonheur d</w:t>
      </w:r>
      <w:r w:rsidR="00B97E5D">
        <w:t>’</w:t>
      </w:r>
      <w:r w:rsidRPr="003E4D35">
        <w:t>être hors de ce rêve qui me donnait pouvoir sur les oiseaux</w:t>
      </w:r>
      <w:r w:rsidR="00B97E5D">
        <w:t xml:space="preserve">, </w:t>
      </w:r>
      <w:r w:rsidRPr="003E4D35">
        <w:t>les oiseaux me fuient</w:t>
      </w:r>
      <w:r w:rsidR="00B97E5D">
        <w:t xml:space="preserve"> ! </w:t>
      </w:r>
      <w:r w:rsidRPr="003E4D35">
        <w:t>Un geste vers le rossignol</w:t>
      </w:r>
      <w:r w:rsidR="00B97E5D">
        <w:t xml:space="preserve">, </w:t>
      </w:r>
      <w:r w:rsidRPr="003E4D35">
        <w:t>ô bonheur</w:t>
      </w:r>
      <w:r w:rsidR="00B97E5D">
        <w:t xml:space="preserve">, </w:t>
      </w:r>
      <w:r w:rsidRPr="003E4D35">
        <w:t>et il fuit</w:t>
      </w:r>
      <w:r w:rsidR="00B97E5D">
        <w:t xml:space="preserve"> ! </w:t>
      </w:r>
      <w:r w:rsidRPr="003E4D35">
        <w:t>Des chariots grincent</w:t>
      </w:r>
      <w:r w:rsidR="00B97E5D">
        <w:t xml:space="preserve">. </w:t>
      </w:r>
      <w:r w:rsidRPr="003E4D35">
        <w:t>Pour la première fois depuis six ans je suis remise en jeu comme les a</w:t>
      </w:r>
      <w:r w:rsidRPr="003E4D35">
        <w:t>u</w:t>
      </w:r>
      <w:r w:rsidRPr="003E4D35">
        <w:t>tres créatures à chaque aurore par la gravitation</w:t>
      </w:r>
      <w:r w:rsidR="00B97E5D">
        <w:t xml:space="preserve">, </w:t>
      </w:r>
      <w:r w:rsidRPr="003E4D35">
        <w:t>la pesanteur</w:t>
      </w:r>
      <w:r w:rsidR="00B97E5D">
        <w:t xml:space="preserve">, </w:t>
      </w:r>
      <w:r w:rsidRPr="003E4D35">
        <w:t>le travail</w:t>
      </w:r>
      <w:r w:rsidR="00B97E5D">
        <w:t xml:space="preserve">. </w:t>
      </w:r>
      <w:r w:rsidRPr="003E4D35">
        <w:t>Une batteuse bat pour la première fois</w:t>
      </w:r>
      <w:r w:rsidR="00B97E5D">
        <w:t xml:space="preserve">, </w:t>
      </w:r>
      <w:r w:rsidRPr="003E4D35">
        <w:t>je ne me sens pas le seul humain inutile de l</w:t>
      </w:r>
      <w:r w:rsidR="00B97E5D">
        <w:t>’</w:t>
      </w:r>
      <w:r w:rsidRPr="003E4D35">
        <w:t>univers</w:t>
      </w:r>
      <w:r w:rsidR="00B97E5D">
        <w:t xml:space="preserve">, </w:t>
      </w:r>
      <w:r w:rsidRPr="003E4D35">
        <w:t>et sur lequel</w:t>
      </w:r>
      <w:r w:rsidR="00B97E5D">
        <w:t xml:space="preserve">, </w:t>
      </w:r>
      <w:r w:rsidRPr="003E4D35">
        <w:t>chère pie</w:t>
      </w:r>
      <w:r w:rsidRPr="003E4D35">
        <w:t>r</w:t>
      </w:r>
      <w:r w:rsidRPr="003E4D35">
        <w:t>re ponce</w:t>
      </w:r>
      <w:r w:rsidR="00B97E5D">
        <w:t xml:space="preserve">, </w:t>
      </w:r>
      <w:r w:rsidRPr="003E4D35">
        <w:t>un autre humain n</w:t>
      </w:r>
      <w:r w:rsidR="00B97E5D">
        <w:t>’</w:t>
      </w:r>
      <w:r w:rsidRPr="003E4D35">
        <w:t>aiguise pas sa vie</w:t>
      </w:r>
      <w:r w:rsidR="00B97E5D">
        <w:t xml:space="preserve">. </w:t>
      </w:r>
      <w:r w:rsidRPr="003E4D35">
        <w:t>Un train siffle</w:t>
      </w:r>
      <w:r w:rsidR="00B97E5D">
        <w:t xml:space="preserve">. </w:t>
      </w:r>
      <w:r w:rsidRPr="003E4D35">
        <w:t>Quelle joie de n</w:t>
      </w:r>
      <w:r w:rsidR="00B97E5D">
        <w:t>’</w:t>
      </w:r>
      <w:r w:rsidRPr="003E4D35">
        <w:t>être pas seule en France</w:t>
      </w:r>
      <w:r w:rsidR="00B97E5D">
        <w:t xml:space="preserve"> ! </w:t>
      </w:r>
      <w:r w:rsidRPr="003E4D35">
        <w:t>Je me hasarde à la r</w:t>
      </w:r>
      <w:r w:rsidRPr="003E4D35">
        <w:t>e</w:t>
      </w:r>
      <w:r w:rsidRPr="003E4D35">
        <w:t>garder par-dessus la dune</w:t>
      </w:r>
      <w:r w:rsidR="00B97E5D">
        <w:t xml:space="preserve">. </w:t>
      </w:r>
      <w:r w:rsidRPr="003E4D35">
        <w:t>C</w:t>
      </w:r>
      <w:r w:rsidR="00B97E5D">
        <w:t>’</w:t>
      </w:r>
      <w:r w:rsidRPr="003E4D35">
        <w:t>est bien elle</w:t>
      </w:r>
      <w:r w:rsidR="00B97E5D">
        <w:t xml:space="preserve">. </w:t>
      </w:r>
      <w:r w:rsidRPr="003E4D35">
        <w:t>Voici la vache</w:t>
      </w:r>
      <w:r w:rsidR="00B97E5D">
        <w:t xml:space="preserve">, </w:t>
      </w:r>
      <w:r w:rsidRPr="003E4D35">
        <w:t>qui rend inutile l</w:t>
      </w:r>
      <w:r w:rsidR="00B97E5D">
        <w:t>’</w:t>
      </w:r>
      <w:r w:rsidRPr="003E4D35">
        <w:t>arbre-lait</w:t>
      </w:r>
      <w:r w:rsidR="00B97E5D">
        <w:t xml:space="preserve">, </w:t>
      </w:r>
      <w:r w:rsidRPr="003E4D35">
        <w:t>la vigne qui rend inutile l</w:t>
      </w:r>
      <w:r w:rsidR="00B97E5D">
        <w:t>’</w:t>
      </w:r>
      <w:r w:rsidRPr="003E4D35">
        <w:t>arbre-vin</w:t>
      </w:r>
      <w:r w:rsidR="00B97E5D">
        <w:t xml:space="preserve">. </w:t>
      </w:r>
      <w:r w:rsidRPr="003E4D35">
        <w:t>Voici là-bas le mouton</w:t>
      </w:r>
      <w:r w:rsidR="00B97E5D">
        <w:t xml:space="preserve">, </w:t>
      </w:r>
      <w:r w:rsidRPr="003E4D35">
        <w:t>qui rend si mesquin l</w:t>
      </w:r>
      <w:r w:rsidR="00B97E5D">
        <w:t>’</w:t>
      </w:r>
      <w:r w:rsidRPr="003E4D35">
        <w:t>arbre-laine</w:t>
      </w:r>
      <w:r w:rsidR="00B97E5D">
        <w:t xml:space="preserve">. </w:t>
      </w:r>
      <w:r w:rsidRPr="003E4D35">
        <w:t>Les corbeaux paissent la lisière nord du champ</w:t>
      </w:r>
      <w:r w:rsidR="00B97E5D">
        <w:t xml:space="preserve">, </w:t>
      </w:r>
      <w:r w:rsidRPr="003E4D35">
        <w:t xml:space="preserve">les pies la </w:t>
      </w:r>
      <w:r w:rsidRPr="003E4D35">
        <w:lastRenderedPageBreak/>
        <w:t>lisière sud</w:t>
      </w:r>
      <w:r w:rsidR="00B97E5D">
        <w:t xml:space="preserve">. </w:t>
      </w:r>
      <w:r w:rsidRPr="003E4D35">
        <w:t>De La Rochelle toujours invisible j</w:t>
      </w:r>
      <w:r w:rsidR="00B97E5D">
        <w:t>’</w:t>
      </w:r>
      <w:r w:rsidRPr="003E4D35">
        <w:t>entends les rumeurs</w:t>
      </w:r>
      <w:r w:rsidR="00B97E5D">
        <w:t xml:space="preserve">. </w:t>
      </w:r>
      <w:r w:rsidRPr="003E4D35">
        <w:t>Le clairon maintenant sonne le rappel aux caporaux</w:t>
      </w:r>
      <w:r w:rsidR="00B97E5D">
        <w:t xml:space="preserve">, </w:t>
      </w:r>
      <w:r w:rsidRPr="003E4D35">
        <w:t>aux fourriers</w:t>
      </w:r>
      <w:r w:rsidR="00B97E5D">
        <w:t xml:space="preserve">, </w:t>
      </w:r>
      <w:r w:rsidRPr="003E4D35">
        <w:t>la vie commence en France pour les Français de ces grades</w:t>
      </w:r>
      <w:r w:rsidR="00B97E5D">
        <w:t xml:space="preserve">. </w:t>
      </w:r>
      <w:r w:rsidRPr="003E4D35">
        <w:t>Puis le rappel aux chefs de compagnie</w:t>
      </w:r>
      <w:r w:rsidR="00B97E5D">
        <w:t xml:space="preserve">, </w:t>
      </w:r>
      <w:r w:rsidRPr="003E4D35">
        <w:t>la vie est commencée pour les bourgeois</w:t>
      </w:r>
      <w:r w:rsidR="00B97E5D">
        <w:t xml:space="preserve">. </w:t>
      </w:r>
      <w:r w:rsidRPr="003E4D35">
        <w:t>Un froissement gigantesque de soie et de velours</w:t>
      </w:r>
      <w:r w:rsidR="00B97E5D">
        <w:t xml:space="preserve">, </w:t>
      </w:r>
      <w:r w:rsidRPr="003E4D35">
        <w:t>la bourgeoisie passe son uniforme</w:t>
      </w:r>
      <w:r w:rsidR="00B97E5D">
        <w:t xml:space="preserve">. </w:t>
      </w:r>
      <w:r w:rsidRPr="003E4D35">
        <w:t>Les préfets déchirent leur cou</w:t>
      </w:r>
      <w:r w:rsidRPr="003E4D35">
        <w:t>r</w:t>
      </w:r>
      <w:r w:rsidRPr="003E4D35">
        <w:t>rier</w:t>
      </w:r>
      <w:r w:rsidR="00B97E5D">
        <w:t xml:space="preserve">. </w:t>
      </w:r>
      <w:r w:rsidRPr="003E4D35">
        <w:t>Les préfètes s</w:t>
      </w:r>
      <w:r w:rsidR="00B97E5D">
        <w:t>’</w:t>
      </w:r>
      <w:r w:rsidRPr="003E4D35">
        <w:t>éveillent</w:t>
      </w:r>
      <w:r w:rsidR="00B97E5D">
        <w:t xml:space="preserve">, </w:t>
      </w:r>
      <w:r w:rsidRPr="003E4D35">
        <w:t>alanguies d</w:t>
      </w:r>
      <w:r w:rsidR="00B97E5D">
        <w:t>’</w:t>
      </w:r>
      <w:r w:rsidRPr="003E4D35">
        <w:t>orgueil</w:t>
      </w:r>
      <w:r w:rsidR="00B97E5D">
        <w:t xml:space="preserve">, </w:t>
      </w:r>
      <w:r w:rsidRPr="003E4D35">
        <w:t>et par la fenêtre entr</w:t>
      </w:r>
      <w:r w:rsidR="00B97E5D">
        <w:t>’</w:t>
      </w:r>
      <w:r w:rsidRPr="003E4D35">
        <w:t>ouverte leur parvient le bruit des tramways et des encl</w:t>
      </w:r>
      <w:r w:rsidRPr="003E4D35">
        <w:t>u</w:t>
      </w:r>
      <w:r w:rsidRPr="003E4D35">
        <w:t>mes</w:t>
      </w:r>
      <w:r w:rsidR="00B97E5D">
        <w:t xml:space="preserve">. </w:t>
      </w:r>
      <w:r w:rsidRPr="003E4D35">
        <w:t>Ah</w:t>
      </w:r>
      <w:r w:rsidR="00B97E5D">
        <w:t xml:space="preserve"> ! </w:t>
      </w:r>
      <w:r w:rsidRPr="003E4D35">
        <w:t>à ce seul nom de préfet</w:t>
      </w:r>
      <w:r w:rsidR="00B97E5D">
        <w:t xml:space="preserve">, </w:t>
      </w:r>
      <w:r w:rsidRPr="003E4D35">
        <w:t>de conservateur des hypoth</w:t>
      </w:r>
      <w:r w:rsidRPr="003E4D35">
        <w:t>è</w:t>
      </w:r>
      <w:r w:rsidRPr="003E4D35">
        <w:t>ques</w:t>
      </w:r>
      <w:r w:rsidR="00B97E5D">
        <w:t xml:space="preserve">, </w:t>
      </w:r>
      <w:r w:rsidRPr="003E4D35">
        <w:t>de receveur de l</w:t>
      </w:r>
      <w:r w:rsidR="00B97E5D">
        <w:t>’</w:t>
      </w:r>
      <w:r w:rsidRPr="003E4D35">
        <w:t>enregistrement</w:t>
      </w:r>
      <w:r w:rsidR="00B97E5D">
        <w:t xml:space="preserve">, </w:t>
      </w:r>
      <w:r w:rsidRPr="003E4D35">
        <w:t>voilà que ma qualité de Française me revient comme un métier</w:t>
      </w:r>
      <w:r w:rsidR="00B97E5D">
        <w:t> !</w:t>
      </w:r>
    </w:p>
    <w:p w14:paraId="6D943870" w14:textId="77777777" w:rsidR="00B97E5D" w:rsidRDefault="00F225BE" w:rsidP="00F225BE">
      <w:r w:rsidRPr="003E4D35">
        <w:t>Mais j</w:t>
      </w:r>
      <w:r w:rsidR="00B97E5D">
        <w:t>’</w:t>
      </w:r>
      <w:r w:rsidRPr="003E4D35">
        <w:t>entends des pas</w:t>
      </w:r>
      <w:r w:rsidR="00B97E5D">
        <w:t xml:space="preserve">. </w:t>
      </w:r>
      <w:r w:rsidRPr="003E4D35">
        <w:t>Je retiens ce réflexe polynésien qui vous oblige</w:t>
      </w:r>
      <w:r w:rsidR="00B97E5D">
        <w:t xml:space="preserve">, </w:t>
      </w:r>
      <w:r w:rsidRPr="003E4D35">
        <w:t>quand on entend des pas</w:t>
      </w:r>
      <w:r w:rsidR="00B97E5D">
        <w:t xml:space="preserve">, </w:t>
      </w:r>
      <w:r w:rsidRPr="003E4D35">
        <w:t>à grimper au faîte du c</w:t>
      </w:r>
      <w:r w:rsidRPr="003E4D35">
        <w:t>è</w:t>
      </w:r>
      <w:r w:rsidRPr="003E4D35">
        <w:t>dre ou à plonger au fond des mers</w:t>
      </w:r>
      <w:r w:rsidR="00B97E5D">
        <w:t xml:space="preserve">. </w:t>
      </w:r>
      <w:r w:rsidRPr="003E4D35">
        <w:t>Je me cache dans un arbre creux</w:t>
      </w:r>
      <w:r w:rsidR="00B97E5D">
        <w:t xml:space="preserve">. </w:t>
      </w:r>
      <w:r w:rsidRPr="003E4D35">
        <w:t>J</w:t>
      </w:r>
      <w:r w:rsidR="00B97E5D">
        <w:t>’</w:t>
      </w:r>
      <w:r w:rsidRPr="003E4D35">
        <w:t>entends une voix</w:t>
      </w:r>
      <w:r w:rsidR="00B97E5D">
        <w:t xml:space="preserve">. </w:t>
      </w:r>
      <w:r w:rsidRPr="003E4D35">
        <w:t>Je contiens cette envie polynésienne</w:t>
      </w:r>
      <w:r w:rsidR="00B97E5D">
        <w:t xml:space="preserve">, </w:t>
      </w:r>
      <w:r w:rsidRPr="003E4D35">
        <w:t>qui pousse</w:t>
      </w:r>
      <w:r w:rsidR="00B97E5D">
        <w:t xml:space="preserve">, </w:t>
      </w:r>
      <w:r w:rsidRPr="003E4D35">
        <w:t>pour honorer les paroles de l</w:t>
      </w:r>
      <w:r w:rsidR="00B97E5D">
        <w:t>’</w:t>
      </w:r>
      <w:r w:rsidRPr="003E4D35">
        <w:t>arrivant à les répéter en chantant à tue-tête</w:t>
      </w:r>
      <w:r w:rsidR="00B97E5D">
        <w:t xml:space="preserve">… </w:t>
      </w:r>
      <w:r w:rsidRPr="003E4D35">
        <w:t>Mais le voilà lui-même qui chante</w:t>
      </w:r>
      <w:r w:rsidR="00B97E5D">
        <w:t xml:space="preserve">. </w:t>
      </w:r>
      <w:r w:rsidRPr="003E4D35">
        <w:t>Je le vois</w:t>
      </w:r>
      <w:r w:rsidR="00B97E5D">
        <w:t xml:space="preserve">. </w:t>
      </w:r>
      <w:r w:rsidRPr="003E4D35">
        <w:t>Ce premier air que Hawkins m</w:t>
      </w:r>
      <w:r w:rsidR="00B97E5D">
        <w:t>’</w:t>
      </w:r>
      <w:r w:rsidRPr="003E4D35">
        <w:t>a joué sur son phonographe avec des cires et une aiguille</w:t>
      </w:r>
      <w:r w:rsidR="00B97E5D">
        <w:t xml:space="preserve">, </w:t>
      </w:r>
      <w:r w:rsidRPr="003E4D35">
        <w:t>un doigt sur le cœur il le chante</w:t>
      </w:r>
      <w:r w:rsidR="00B97E5D">
        <w:t>.</w:t>
      </w:r>
    </w:p>
    <w:p w14:paraId="1E7FC721" w14:textId="77777777" w:rsidR="00B97E5D" w:rsidRDefault="00F225BE" w:rsidP="00F225BE">
      <w:bookmarkStart w:id="13" w:name="bookmark7"/>
      <w:bookmarkEnd w:id="13"/>
      <w:r w:rsidRPr="003E4D35">
        <w:t>Il arrive</w:t>
      </w:r>
      <w:r w:rsidR="00B97E5D">
        <w:t xml:space="preserve">… </w:t>
      </w:r>
      <w:r w:rsidRPr="003E4D35">
        <w:t>Voici donc ce Français</w:t>
      </w:r>
      <w:r w:rsidR="00B97E5D">
        <w:t xml:space="preserve">, </w:t>
      </w:r>
      <w:r w:rsidRPr="003E4D35">
        <w:t>qui rend inutile l</w:t>
      </w:r>
      <w:r w:rsidR="00B97E5D">
        <w:t>’</w:t>
      </w:r>
      <w:r w:rsidRPr="003E4D35">
        <w:t>arbre-étreinte</w:t>
      </w:r>
      <w:r w:rsidR="00B97E5D">
        <w:t xml:space="preserve"> ! </w:t>
      </w:r>
      <w:r w:rsidRPr="003E4D35">
        <w:t>Voici donc un de ces Français célèbres dans le monde entier pour traverser de biais sans accident les voies populeuses de la vie</w:t>
      </w:r>
      <w:r w:rsidR="00B97E5D">
        <w:t xml:space="preserve"> ! </w:t>
      </w:r>
      <w:r w:rsidRPr="003E4D35">
        <w:t>Je le vois</w:t>
      </w:r>
      <w:r w:rsidR="00B97E5D">
        <w:t xml:space="preserve">. </w:t>
      </w:r>
      <w:r w:rsidRPr="003E4D35">
        <w:t>Je le vois comme vous ne savez pas voir</w:t>
      </w:r>
      <w:r w:rsidR="00B97E5D">
        <w:t xml:space="preserve">, </w:t>
      </w:r>
      <w:r w:rsidRPr="003E4D35">
        <w:t>car je n</w:t>
      </w:r>
      <w:r w:rsidR="00B97E5D">
        <w:t>’</w:t>
      </w:r>
      <w:r w:rsidRPr="003E4D35">
        <w:t>ai pas repris l</w:t>
      </w:r>
      <w:r w:rsidR="00B97E5D">
        <w:t>’</w:t>
      </w:r>
      <w:r w:rsidRPr="003E4D35">
        <w:t>habitude de séparer dans mes pensées ce que je vois de physique et ce que je vois de moral</w:t>
      </w:r>
      <w:r w:rsidR="00B97E5D">
        <w:t xml:space="preserve">. </w:t>
      </w:r>
      <w:r w:rsidRPr="003E4D35">
        <w:t>Il a deux grandes moustaches avec un dévouement sans bornes</w:t>
      </w:r>
      <w:r w:rsidR="00B97E5D">
        <w:t xml:space="preserve">. </w:t>
      </w:r>
      <w:r w:rsidRPr="003E4D35">
        <w:t>Il a une pomme d</w:t>
      </w:r>
      <w:r w:rsidR="00B97E5D">
        <w:t>’</w:t>
      </w:r>
      <w:r w:rsidRPr="003E4D35">
        <w:t>Adam qui palpite avec un grand besoin de confidences</w:t>
      </w:r>
      <w:r w:rsidR="00B97E5D">
        <w:t xml:space="preserve">. </w:t>
      </w:r>
      <w:r w:rsidRPr="003E4D35">
        <w:t>Il a une épingle de cravate en doublé avec une douce obstination</w:t>
      </w:r>
      <w:r w:rsidR="00B97E5D">
        <w:t xml:space="preserve">… </w:t>
      </w:r>
      <w:r w:rsidRPr="003E4D35">
        <w:t>Il ne bondit pas sur l</w:t>
      </w:r>
      <w:r w:rsidR="00B97E5D">
        <w:t>’</w:t>
      </w:r>
      <w:r w:rsidRPr="003E4D35">
        <w:t>arbre</w:t>
      </w:r>
      <w:r w:rsidR="00B97E5D">
        <w:t xml:space="preserve">, </w:t>
      </w:r>
      <w:r w:rsidRPr="003E4D35">
        <w:t>il ne court pas dans l</w:t>
      </w:r>
      <w:r w:rsidR="00B97E5D">
        <w:t>’</w:t>
      </w:r>
      <w:r w:rsidRPr="003E4D35">
        <w:t>eau</w:t>
      </w:r>
      <w:r w:rsidR="00B97E5D">
        <w:t xml:space="preserve">. </w:t>
      </w:r>
      <w:r w:rsidRPr="003E4D35">
        <w:t xml:space="preserve">Il tient à la terre connue un </w:t>
      </w:r>
      <w:r w:rsidRPr="003E4D35">
        <w:lastRenderedPageBreak/>
        <w:t>vase léger dans lequel on a mis du sable pour en faire une lampe stable</w:t>
      </w:r>
      <w:r w:rsidR="00B97E5D">
        <w:t xml:space="preserve">. </w:t>
      </w:r>
      <w:r w:rsidRPr="003E4D35">
        <w:t>Ses pieds quittent à peine le sol</w:t>
      </w:r>
      <w:r w:rsidR="00B97E5D">
        <w:t xml:space="preserve">, </w:t>
      </w:r>
      <w:r w:rsidRPr="003E4D35">
        <w:t>éve</w:t>
      </w:r>
      <w:r w:rsidRPr="003E4D35">
        <w:t>n</w:t>
      </w:r>
      <w:r w:rsidRPr="003E4D35">
        <w:t>té par sa jaquette</w:t>
      </w:r>
      <w:r w:rsidR="00B97E5D">
        <w:t xml:space="preserve">, </w:t>
      </w:r>
      <w:r w:rsidRPr="003E4D35">
        <w:t>et son visage éclaire à la même hauteur bui</w:t>
      </w:r>
      <w:r w:rsidRPr="003E4D35">
        <w:t>s</w:t>
      </w:r>
      <w:r w:rsidRPr="003E4D35">
        <w:t>sons et animaux</w:t>
      </w:r>
      <w:r w:rsidR="00B97E5D">
        <w:t xml:space="preserve">. </w:t>
      </w:r>
      <w:r w:rsidRPr="003E4D35">
        <w:t>Voici le Français</w:t>
      </w:r>
      <w:r w:rsidR="00B97E5D">
        <w:t xml:space="preserve">, </w:t>
      </w:r>
      <w:r w:rsidRPr="003E4D35">
        <w:t>qui remplace pour l</w:t>
      </w:r>
      <w:r w:rsidR="00B97E5D">
        <w:t>’</w:t>
      </w:r>
      <w:r w:rsidRPr="003E4D35">
        <w:t>human</w:t>
      </w:r>
      <w:r w:rsidRPr="003E4D35">
        <w:t>i</w:t>
      </w:r>
      <w:r w:rsidRPr="003E4D35">
        <w:t>té l</w:t>
      </w:r>
      <w:r w:rsidR="00B97E5D">
        <w:t>’</w:t>
      </w:r>
      <w:r w:rsidRPr="003E4D35">
        <w:t>arbre-lampe</w:t>
      </w:r>
      <w:r w:rsidR="00B97E5D">
        <w:t xml:space="preserve">. </w:t>
      </w:r>
      <w:r w:rsidRPr="003E4D35">
        <w:t>Il va passer sans me découvrir</w:t>
      </w:r>
      <w:r w:rsidR="00B97E5D">
        <w:t xml:space="preserve">. </w:t>
      </w:r>
      <w:r w:rsidRPr="003E4D35">
        <w:t>Je tousse</w:t>
      </w:r>
      <w:r w:rsidR="00B97E5D">
        <w:t xml:space="preserve">, </w:t>
      </w:r>
      <w:r w:rsidRPr="003E4D35">
        <w:t>entre le refrain et le couplet</w:t>
      </w:r>
      <w:r w:rsidR="00B97E5D">
        <w:t xml:space="preserve">, </w:t>
      </w:r>
      <w:r w:rsidRPr="003E4D35">
        <w:t>car je sais de là-bas que ni oiseaux ni hommes n</w:t>
      </w:r>
      <w:r w:rsidR="00B97E5D">
        <w:t>’</w:t>
      </w:r>
      <w:r w:rsidRPr="003E4D35">
        <w:t>entendent quand ils chantent</w:t>
      </w:r>
      <w:r w:rsidR="00B97E5D">
        <w:t xml:space="preserve">. </w:t>
      </w:r>
      <w:r w:rsidRPr="003E4D35">
        <w:t>Il se retourne</w:t>
      </w:r>
      <w:r w:rsidR="00B97E5D">
        <w:t xml:space="preserve">. </w:t>
      </w:r>
      <w:r w:rsidRPr="003E4D35">
        <w:t>Il me voit sortir de mon arbre</w:t>
      </w:r>
      <w:r w:rsidR="00B97E5D">
        <w:t xml:space="preserve">. </w:t>
      </w:r>
      <w:r w:rsidRPr="003E4D35">
        <w:t>Fils des Latins</w:t>
      </w:r>
      <w:r w:rsidR="00B97E5D">
        <w:t xml:space="preserve">, </w:t>
      </w:r>
      <w:r w:rsidRPr="003E4D35">
        <w:t>des Gaulois</w:t>
      </w:r>
      <w:r w:rsidR="00B97E5D">
        <w:t xml:space="preserve">, </w:t>
      </w:r>
      <w:r w:rsidRPr="003E4D35">
        <w:t>il a encore ces réflexes des gens qui voient une dryade</w:t>
      </w:r>
      <w:r w:rsidR="00B97E5D">
        <w:t xml:space="preserve">. </w:t>
      </w:r>
      <w:r w:rsidRPr="003E4D35">
        <w:t>Il se découvre et li</w:t>
      </w:r>
      <w:r w:rsidRPr="003E4D35">
        <w:t>s</w:t>
      </w:r>
      <w:r w:rsidRPr="003E4D35">
        <w:t>se sa moustache</w:t>
      </w:r>
      <w:r w:rsidR="00B97E5D">
        <w:t xml:space="preserve">. </w:t>
      </w:r>
      <w:r w:rsidRPr="003E4D35">
        <w:t>Il approche peu à peu</w:t>
      </w:r>
      <w:r w:rsidR="00B97E5D">
        <w:t xml:space="preserve">. </w:t>
      </w:r>
      <w:r w:rsidRPr="003E4D35">
        <w:t>Il a deux beaux yeux gris avec l</w:t>
      </w:r>
      <w:r w:rsidR="00B97E5D">
        <w:t>’</w:t>
      </w:r>
      <w:r w:rsidRPr="003E4D35">
        <w:t>amour des collections de timbres</w:t>
      </w:r>
      <w:r w:rsidR="00B97E5D">
        <w:t xml:space="preserve">. </w:t>
      </w:r>
      <w:r w:rsidRPr="003E4D35">
        <w:t>Il retire un gant de la poche de sa jaquette</w:t>
      </w:r>
      <w:r w:rsidR="00B97E5D">
        <w:t xml:space="preserve">. </w:t>
      </w:r>
      <w:r w:rsidRPr="003E4D35">
        <w:t>Il me dit</w:t>
      </w:r>
      <w:r w:rsidR="00B97E5D">
        <w:t> :</w:t>
      </w:r>
    </w:p>
    <w:p w14:paraId="50917369" w14:textId="77777777" w:rsidR="00B97E5D" w:rsidRDefault="00B97E5D" w:rsidP="00F225BE">
      <w:r>
        <w:t>— </w:t>
      </w:r>
      <w:r w:rsidR="00F225BE" w:rsidRPr="003E4D35">
        <w:t>Je suis le contrôleur des poids et mesures</w:t>
      </w:r>
      <w:r>
        <w:t xml:space="preserve">, </w:t>
      </w:r>
      <w:r w:rsidR="00F225BE" w:rsidRPr="003E4D35">
        <w:t>Mademo</w:t>
      </w:r>
      <w:r w:rsidR="00F225BE" w:rsidRPr="003E4D35">
        <w:t>i</w:t>
      </w:r>
      <w:r w:rsidR="00F225BE" w:rsidRPr="003E4D35">
        <w:t>selle</w:t>
      </w:r>
      <w:r>
        <w:t xml:space="preserve">… </w:t>
      </w:r>
      <w:r w:rsidR="00F225BE" w:rsidRPr="003E4D35">
        <w:t>Pourquoi pleurer</w:t>
      </w:r>
      <w:r>
        <w:t> ?…</w:t>
      </w:r>
    </w:p>
    <w:p w14:paraId="70DDC888" w14:textId="41F45F1D" w:rsidR="00DA45B9" w:rsidRDefault="00B97E5D" w:rsidP="00B97E5D">
      <w:pPr>
        <w:pStyle w:val="Centr"/>
      </w:pPr>
      <w:r w:rsidRPr="003E4D35">
        <w:rPr>
          <w:noProof/>
        </w:rPr>
        <w:drawing>
          <wp:inline distT="0" distB="0" distL="0" distR="0" wp14:anchorId="09DF35D4" wp14:editId="4F1BE9B9">
            <wp:extent cx="3679200" cy="2648393"/>
            <wp:effectExtent l="0" t="0" r="0" b="0"/>
            <wp:docPr id="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713" cy="2656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C6F23" w14:textId="7604C6BD" w:rsidR="00F225BE" w:rsidRPr="003E4D35" w:rsidRDefault="00F225BE" w:rsidP="00B97E5D">
      <w:pPr>
        <w:pStyle w:val="Centr"/>
      </w:pPr>
      <w:r w:rsidRPr="003E4D35">
        <w:t>FIN</w:t>
      </w:r>
    </w:p>
    <w:p w14:paraId="09B09D3C" w14:textId="77777777" w:rsidR="00033562" w:rsidRDefault="00033562">
      <w:pPr>
        <w:sectPr w:rsidR="00033562" w:rsidSect="002B2D7F">
          <w:footerReference w:type="default" r:id="rId23"/>
          <w:endnotePr>
            <w:numFmt w:val="lowerLetter"/>
          </w:endnotePr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578CC2AA" w14:textId="77777777" w:rsidR="00033562" w:rsidRDefault="00033562" w:rsidP="002B2D7F">
      <w:pPr>
        <w:pStyle w:val="Titre1"/>
        <w:spacing w:before="0" w:after="480"/>
      </w:pPr>
      <w:bookmarkStart w:id="14" w:name="_Toc202201144"/>
      <w:r>
        <w:lastRenderedPageBreak/>
        <w:t xml:space="preserve">À propos de cette </w:t>
      </w:r>
      <w:r w:rsidRPr="007C1C6B">
        <w:t>édition</w:t>
      </w:r>
      <w:r>
        <w:t xml:space="preserve"> électronique</w:t>
      </w:r>
      <w:bookmarkEnd w:id="14"/>
    </w:p>
    <w:p w14:paraId="27F08B4D" w14:textId="77777777" w:rsidR="002B2D7F" w:rsidRPr="00633842" w:rsidRDefault="002B2D7F" w:rsidP="002B2D7F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droits.</w:t>
      </w:r>
    </w:p>
    <w:p w14:paraId="521CD540" w14:textId="77777777" w:rsidR="002B2D7F" w:rsidRPr="00633842" w:rsidRDefault="002B2D7F" w:rsidP="002B2D7F">
      <w:pPr>
        <w:pStyle w:val="Centr"/>
        <w:spacing w:before="180" w:after="180"/>
      </w:pPr>
      <w:r w:rsidRPr="00633842">
        <w:t>Corrections, édition, conversion informatique et public</w:t>
      </w:r>
      <w:r w:rsidRPr="00633842">
        <w:t>a</w:t>
      </w:r>
      <w:r w:rsidRPr="00633842">
        <w:t>tion par le groupe :</w:t>
      </w:r>
    </w:p>
    <w:p w14:paraId="372DCEA5" w14:textId="77777777" w:rsidR="002B2D7F" w:rsidRPr="00633842" w:rsidRDefault="002B2D7F" w:rsidP="002B2D7F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proofErr w:type="gramStart"/>
      <w:r w:rsidRPr="00633842">
        <w:rPr>
          <w:b/>
          <w:bCs/>
          <w:i/>
          <w:iCs/>
          <w:szCs w:val="32"/>
        </w:rPr>
        <w:t>Ebooks</w:t>
      </w:r>
      <w:proofErr w:type="gramEnd"/>
      <w:r w:rsidRPr="00633842">
        <w:rPr>
          <w:b/>
          <w:bCs/>
          <w:i/>
          <w:iCs/>
          <w:szCs w:val="32"/>
        </w:rPr>
        <w:t xml:space="preserve"> libres et gratuits</w:t>
      </w:r>
    </w:p>
    <w:p w14:paraId="735D53F9" w14:textId="77777777" w:rsidR="002B2D7F" w:rsidRPr="00633842" w:rsidRDefault="002B2D7F" w:rsidP="002B2D7F">
      <w:pPr>
        <w:pStyle w:val="Centr"/>
        <w:spacing w:before="180" w:after="180"/>
      </w:pPr>
      <w:hyperlink r:id="rId24" w:history="1">
        <w:r w:rsidRPr="00F74CD6">
          <w:rPr>
            <w:rStyle w:val="Lienhypertexte"/>
          </w:rPr>
          <w:t>https://groups.google.com/g/ebooksgratuits</w:t>
        </w:r>
      </w:hyperlink>
    </w:p>
    <w:p w14:paraId="5E6B74F6" w14:textId="0DC1DE29" w:rsidR="002B2D7F" w:rsidRPr="00633842" w:rsidRDefault="002B2D7F" w:rsidP="002B2D7F">
      <w:pPr>
        <w:pStyle w:val="Centr"/>
        <w:spacing w:before="180" w:after="180"/>
      </w:pPr>
      <w:r w:rsidRPr="00633842">
        <w:t>Adresse du site web du groupe :</w:t>
      </w:r>
      <w:r w:rsidRPr="00633842">
        <w:br/>
      </w:r>
      <w:hyperlink r:id="rId25" w:history="1">
        <w:r w:rsidRPr="00864B82">
          <w:rPr>
            <w:rStyle w:val="Lienhypertexte"/>
            <w:szCs w:val="32"/>
          </w:rPr>
          <w:t>http</w:t>
        </w:r>
        <w:r w:rsidRPr="00864B82">
          <w:rPr>
            <w:rStyle w:val="Lienhypertexte"/>
            <w:szCs w:val="32"/>
          </w:rPr>
          <w:t>s</w:t>
        </w:r>
        <w:r w:rsidRPr="00864B82">
          <w:rPr>
            <w:rStyle w:val="Lienhypertexte"/>
            <w:szCs w:val="32"/>
          </w:rPr>
          <w:t>://www.ebooksgratuits.com/</w:t>
        </w:r>
      </w:hyperlink>
    </w:p>
    <w:p w14:paraId="5B72E4CC" w14:textId="77777777" w:rsidR="002B2D7F" w:rsidRPr="00633842" w:rsidRDefault="002B2D7F" w:rsidP="002B2D7F">
      <w:pPr>
        <w:pStyle w:val="Centr"/>
        <w:spacing w:before="180" w:after="180"/>
      </w:pPr>
      <w:r w:rsidRPr="00633842">
        <w:t>—</w:t>
      </w:r>
    </w:p>
    <w:p w14:paraId="61C0415F" w14:textId="55239E91" w:rsidR="002B2D7F" w:rsidRPr="00633842" w:rsidRDefault="002B2D7F" w:rsidP="002B2D7F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Jui</w:t>
      </w:r>
      <w:r>
        <w:rPr>
          <w:b/>
          <w:bCs/>
          <w:szCs w:val="32"/>
        </w:rPr>
        <w:t>llet</w:t>
      </w:r>
      <w:r>
        <w:rPr>
          <w:b/>
          <w:bCs/>
          <w:szCs w:val="32"/>
        </w:rPr>
        <w:t xml:space="preserve"> 20</w:t>
      </w:r>
      <w:r>
        <w:rPr>
          <w:b/>
          <w:bCs/>
          <w:szCs w:val="32"/>
        </w:rPr>
        <w:t>2</w:t>
      </w:r>
      <w:r>
        <w:rPr>
          <w:b/>
          <w:bCs/>
          <w:szCs w:val="32"/>
        </w:rPr>
        <w:t>5</w:t>
      </w:r>
    </w:p>
    <w:p w14:paraId="2798BC7E" w14:textId="77777777" w:rsidR="002B2D7F" w:rsidRPr="00633842" w:rsidRDefault="002B2D7F" w:rsidP="002B2D7F">
      <w:pPr>
        <w:pStyle w:val="Centr"/>
        <w:spacing w:before="180" w:after="180"/>
      </w:pPr>
      <w:r w:rsidRPr="00633842">
        <w:t>—</w:t>
      </w:r>
    </w:p>
    <w:p w14:paraId="29840597" w14:textId="77777777" w:rsidR="002B2D7F" w:rsidRPr="00633842" w:rsidRDefault="002B2D7F" w:rsidP="002B2D7F">
      <w:pPr>
        <w:spacing w:before="180" w:after="180"/>
      </w:pPr>
      <w:r w:rsidRPr="00633842">
        <w:t>– </w:t>
      </w:r>
      <w:r w:rsidRPr="00633842">
        <w:rPr>
          <w:b/>
        </w:rPr>
        <w:t>Élaboration de ce livre électronique</w:t>
      </w:r>
      <w:r w:rsidRPr="00633842">
        <w:t> :</w:t>
      </w:r>
    </w:p>
    <w:p w14:paraId="48D74733" w14:textId="67A13738" w:rsidR="002B2D7F" w:rsidRPr="00633842" w:rsidRDefault="002B2D7F" w:rsidP="002B2D7F">
      <w:pPr>
        <w:spacing w:before="180" w:after="180"/>
      </w:pPr>
      <w:r w:rsidRPr="00633842">
        <w:t xml:space="preserve">Les membres de </w:t>
      </w:r>
      <w:proofErr w:type="gramStart"/>
      <w:r w:rsidRPr="00633842">
        <w:rPr>
          <w:i/>
        </w:rPr>
        <w:t>Ebooks</w:t>
      </w:r>
      <w:proofErr w:type="gramEnd"/>
      <w:r w:rsidRPr="00633842">
        <w:rPr>
          <w:i/>
        </w:rPr>
        <w:t xml:space="preserve"> libres et gratuits</w:t>
      </w:r>
      <w:r w:rsidRPr="00633842">
        <w:t xml:space="preserve"> qui ont participé à l’élaboration de ce livre, sont :</w:t>
      </w:r>
      <w:r>
        <w:t xml:space="preserve"> </w:t>
      </w:r>
      <w:proofErr w:type="spellStart"/>
      <w:r w:rsidR="00F605F3" w:rsidRPr="00F605F3">
        <w:t>MichelB</w:t>
      </w:r>
      <w:proofErr w:type="spellEnd"/>
      <w:r w:rsidR="00F605F3" w:rsidRPr="00F605F3">
        <w:t xml:space="preserve">, </w:t>
      </w:r>
      <w:proofErr w:type="spellStart"/>
      <w:r w:rsidR="00F605F3" w:rsidRPr="00F605F3">
        <w:t>YvetteT</w:t>
      </w:r>
      <w:proofErr w:type="spellEnd"/>
      <w:r w:rsidR="00F605F3" w:rsidRPr="00F605F3">
        <w:t xml:space="preserve">, Jean-Marc, </w:t>
      </w:r>
      <w:proofErr w:type="spellStart"/>
      <w:r w:rsidR="00F605F3" w:rsidRPr="00F605F3">
        <w:t>Jean-JacquesH</w:t>
      </w:r>
      <w:proofErr w:type="spellEnd"/>
      <w:r w:rsidR="00F605F3">
        <w:t xml:space="preserve">, </w:t>
      </w:r>
      <w:proofErr w:type="spellStart"/>
      <w:r w:rsidR="00F605F3">
        <w:t>Coolmicro</w:t>
      </w:r>
      <w:proofErr w:type="spellEnd"/>
      <w:r w:rsidR="00F605F3">
        <w:t>.</w:t>
      </w:r>
    </w:p>
    <w:p w14:paraId="05D34519" w14:textId="77777777" w:rsidR="002B2D7F" w:rsidRPr="00633842" w:rsidRDefault="002B2D7F" w:rsidP="002B2D7F">
      <w:pPr>
        <w:spacing w:before="180" w:after="180"/>
      </w:pPr>
      <w:r w:rsidRPr="00633842">
        <w:t>– </w:t>
      </w:r>
      <w:r w:rsidRPr="00633842">
        <w:rPr>
          <w:b/>
        </w:rPr>
        <w:t>Dispositions</w:t>
      </w:r>
      <w:r w:rsidRPr="00633842">
        <w:t> :</w:t>
      </w:r>
    </w:p>
    <w:p w14:paraId="150E9432" w14:textId="77777777" w:rsidR="002B2D7F" w:rsidRPr="00633842" w:rsidRDefault="002B2D7F" w:rsidP="002B2D7F">
      <w:pPr>
        <w:spacing w:before="180" w:after="180"/>
      </w:pPr>
      <w:r w:rsidRPr="00633842">
        <w:t xml:space="preserve">Les livres que nous mettons à votre disposition, sont des textes libres de droits, que vous pouvez utiliser librement, </w:t>
      </w:r>
      <w:r w:rsidRPr="00633842">
        <w:rPr>
          <w:u w:val="single"/>
        </w:rPr>
        <w:t>à une fin non commerciale et non professionnelle</w:t>
      </w:r>
      <w:r w:rsidRPr="00633842">
        <w:t>. Tout lien vers notre site est bienvenu…</w:t>
      </w:r>
    </w:p>
    <w:p w14:paraId="6B57F9E9" w14:textId="77777777" w:rsidR="002B2D7F" w:rsidRPr="00633842" w:rsidRDefault="002B2D7F" w:rsidP="002B2D7F">
      <w:pPr>
        <w:spacing w:before="180" w:after="180"/>
      </w:pPr>
      <w:r w:rsidRPr="00633842">
        <w:t>– </w:t>
      </w:r>
      <w:r w:rsidRPr="00633842">
        <w:rPr>
          <w:b/>
        </w:rPr>
        <w:t>Qualité</w:t>
      </w:r>
      <w:r w:rsidRPr="00633842">
        <w:t> :</w:t>
      </w:r>
    </w:p>
    <w:p w14:paraId="291B3EE1" w14:textId="77777777" w:rsidR="002B2D7F" w:rsidRPr="00633842" w:rsidRDefault="002B2D7F" w:rsidP="002B2D7F">
      <w:pPr>
        <w:spacing w:before="180" w:after="180"/>
      </w:pPr>
      <w:r w:rsidRPr="00633842">
        <w:t>Les textes sont livrés tels quels sans garantie de leur int</w:t>
      </w:r>
      <w:r w:rsidRPr="00633842">
        <w:t>é</w:t>
      </w:r>
      <w:r w:rsidRPr="00633842">
        <w:t>grité parfaite par rapport à l'original. Nous rappelons que c'est un travail d'amateurs non rétribués et que nous essayons de promouvoir la culture littéraire avec de maigres moyens.</w:t>
      </w:r>
    </w:p>
    <w:p w14:paraId="1548127C" w14:textId="77777777" w:rsidR="002B2D7F" w:rsidRPr="00633842" w:rsidRDefault="002B2D7F" w:rsidP="002B2D7F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 !</w:t>
      </w:r>
    </w:p>
    <w:p w14:paraId="7F7CDB29" w14:textId="18763049" w:rsidR="00033562" w:rsidRPr="007C1C6B" w:rsidRDefault="002B2D7F" w:rsidP="002B2D7F">
      <w:pPr>
        <w:pStyle w:val="Centr"/>
        <w:suppressAutoHyphens/>
        <w:spacing w:before="180" w:after="180"/>
      </w:pPr>
      <w:r w:rsidRPr="00633842">
        <w:t>VOUS POUVEZ NOUS AIDER À FAIRE CONNAÎTRE CES CLASSIQUES LITTÉRAIRES.</w:t>
      </w:r>
    </w:p>
    <w:sectPr w:rsidR="00033562" w:rsidRPr="007C1C6B" w:rsidSect="002B2D7F"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997B2" w14:textId="77777777" w:rsidR="0029635A" w:rsidRDefault="0029635A">
      <w:r>
        <w:separator/>
      </w:r>
    </w:p>
  </w:endnote>
  <w:endnote w:type="continuationSeparator" w:id="0">
    <w:p w14:paraId="52E1D073" w14:textId="77777777" w:rsidR="0029635A" w:rsidRDefault="00296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E2005" w14:textId="77777777" w:rsidR="00A91591" w:rsidRDefault="00A91591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F7ACE">
      <w:rPr>
        <w:rStyle w:val="Numrodepage"/>
        <w:noProof/>
      </w:rPr>
      <w:t>3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C8F62" w14:textId="77777777" w:rsidR="00A91591" w:rsidRDefault="00A91591">
    <w:pPr>
      <w:pStyle w:val="Pieddepage"/>
      <w:rPr>
        <w:sz w:val="30"/>
        <w:szCs w:val="30"/>
      </w:rPr>
    </w:pPr>
    <w:r>
      <w:rPr>
        <w:sz w:val="30"/>
        <w:szCs w:val="30"/>
      </w:rPr>
      <w:t xml:space="preserve">– </w:t>
    </w:r>
    <w:r>
      <w:rPr>
        <w:rStyle w:val="Numrodepage"/>
        <w:sz w:val="30"/>
        <w:szCs w:val="30"/>
      </w:rPr>
      <w:fldChar w:fldCharType="begin"/>
    </w:r>
    <w:r>
      <w:rPr>
        <w:rStyle w:val="Numrodepage"/>
        <w:sz w:val="30"/>
        <w:szCs w:val="30"/>
      </w:rPr>
      <w:instrText xml:space="preserve"> PAGE </w:instrText>
    </w:r>
    <w:r>
      <w:rPr>
        <w:rStyle w:val="Numrodepage"/>
        <w:sz w:val="30"/>
        <w:szCs w:val="30"/>
      </w:rPr>
      <w:fldChar w:fldCharType="separate"/>
    </w:r>
    <w:r w:rsidR="004D2B10">
      <w:rPr>
        <w:rStyle w:val="Numrodepage"/>
        <w:noProof/>
        <w:sz w:val="30"/>
        <w:szCs w:val="30"/>
      </w:rPr>
      <w:t>182</w:t>
    </w:r>
    <w:r>
      <w:rPr>
        <w:rStyle w:val="Numrodepage"/>
        <w:sz w:val="30"/>
        <w:szCs w:val="30"/>
      </w:rPr>
      <w:fldChar w:fldCharType="end"/>
    </w:r>
    <w:r>
      <w:rPr>
        <w:rStyle w:val="Numrodepage"/>
        <w:sz w:val="30"/>
        <w:szCs w:val="30"/>
      </w:rPr>
      <w:t xml:space="preserve"> 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E69C8" w14:textId="77777777" w:rsidR="0029635A" w:rsidRDefault="0029635A">
      <w:r>
        <w:separator/>
      </w:r>
    </w:p>
  </w:footnote>
  <w:footnote w:type="continuationSeparator" w:id="0">
    <w:p w14:paraId="6C51A147" w14:textId="77777777" w:rsidR="0029635A" w:rsidRDefault="00296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1057797">
    <w:abstractNumId w:val="11"/>
  </w:num>
  <w:num w:numId="2" w16cid:durableId="244074345">
    <w:abstractNumId w:val="12"/>
  </w:num>
  <w:num w:numId="3" w16cid:durableId="1230576528">
    <w:abstractNumId w:val="13"/>
  </w:num>
  <w:num w:numId="4" w16cid:durableId="319428140">
    <w:abstractNumId w:val="14"/>
  </w:num>
  <w:num w:numId="5" w16cid:durableId="1464739447">
    <w:abstractNumId w:val="8"/>
  </w:num>
  <w:num w:numId="6" w16cid:durableId="1626500360">
    <w:abstractNumId w:val="3"/>
  </w:num>
  <w:num w:numId="7" w16cid:durableId="582371840">
    <w:abstractNumId w:val="2"/>
  </w:num>
  <w:num w:numId="8" w16cid:durableId="365910522">
    <w:abstractNumId w:val="1"/>
  </w:num>
  <w:num w:numId="9" w16cid:durableId="554662842">
    <w:abstractNumId w:val="0"/>
  </w:num>
  <w:num w:numId="10" w16cid:durableId="1780486684">
    <w:abstractNumId w:val="9"/>
  </w:num>
  <w:num w:numId="11" w16cid:durableId="1632594255">
    <w:abstractNumId w:val="7"/>
  </w:num>
  <w:num w:numId="12" w16cid:durableId="1078791968">
    <w:abstractNumId w:val="6"/>
  </w:num>
  <w:num w:numId="13" w16cid:durableId="1943026197">
    <w:abstractNumId w:val="5"/>
  </w:num>
  <w:num w:numId="14" w16cid:durableId="2096585205">
    <w:abstractNumId w:val="4"/>
  </w:num>
  <w:num w:numId="15" w16cid:durableId="15182270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oNotHyphenateCaps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8"/>
    <w:rsid w:val="00001285"/>
    <w:rsid w:val="000119AC"/>
    <w:rsid w:val="00021C38"/>
    <w:rsid w:val="00033562"/>
    <w:rsid w:val="00035C3A"/>
    <w:rsid w:val="000624DA"/>
    <w:rsid w:val="00066E2D"/>
    <w:rsid w:val="00071E7A"/>
    <w:rsid w:val="00077531"/>
    <w:rsid w:val="00077B1F"/>
    <w:rsid w:val="000F7F4B"/>
    <w:rsid w:val="0010298A"/>
    <w:rsid w:val="00152359"/>
    <w:rsid w:val="001635FE"/>
    <w:rsid w:val="00176FA6"/>
    <w:rsid w:val="001F4724"/>
    <w:rsid w:val="00203135"/>
    <w:rsid w:val="00210BED"/>
    <w:rsid w:val="002476CE"/>
    <w:rsid w:val="00284AF2"/>
    <w:rsid w:val="0029635A"/>
    <w:rsid w:val="002B2D7F"/>
    <w:rsid w:val="002E4734"/>
    <w:rsid w:val="002F1663"/>
    <w:rsid w:val="002F7ACE"/>
    <w:rsid w:val="0032506F"/>
    <w:rsid w:val="00335365"/>
    <w:rsid w:val="00336E88"/>
    <w:rsid w:val="00367258"/>
    <w:rsid w:val="003A66F2"/>
    <w:rsid w:val="003D3C38"/>
    <w:rsid w:val="003F6FF9"/>
    <w:rsid w:val="00431C66"/>
    <w:rsid w:val="004618A4"/>
    <w:rsid w:val="00466185"/>
    <w:rsid w:val="004856F7"/>
    <w:rsid w:val="0049073F"/>
    <w:rsid w:val="004C3D05"/>
    <w:rsid w:val="004D2B10"/>
    <w:rsid w:val="004F0B20"/>
    <w:rsid w:val="0051085B"/>
    <w:rsid w:val="00534DBE"/>
    <w:rsid w:val="00554C93"/>
    <w:rsid w:val="00566471"/>
    <w:rsid w:val="0057225F"/>
    <w:rsid w:val="00576E04"/>
    <w:rsid w:val="005C4D38"/>
    <w:rsid w:val="0061214E"/>
    <w:rsid w:val="00621B98"/>
    <w:rsid w:val="00640C4F"/>
    <w:rsid w:val="006709DC"/>
    <w:rsid w:val="006874D1"/>
    <w:rsid w:val="006B0BA9"/>
    <w:rsid w:val="006D2EA0"/>
    <w:rsid w:val="00703D4D"/>
    <w:rsid w:val="00705271"/>
    <w:rsid w:val="007168B2"/>
    <w:rsid w:val="00720FC8"/>
    <w:rsid w:val="00722679"/>
    <w:rsid w:val="007228CB"/>
    <w:rsid w:val="00722EA0"/>
    <w:rsid w:val="007549CD"/>
    <w:rsid w:val="0076257B"/>
    <w:rsid w:val="007631B9"/>
    <w:rsid w:val="0076513E"/>
    <w:rsid w:val="0078241C"/>
    <w:rsid w:val="007841D8"/>
    <w:rsid w:val="007A353A"/>
    <w:rsid w:val="007B6898"/>
    <w:rsid w:val="007C1C6B"/>
    <w:rsid w:val="007C56AC"/>
    <w:rsid w:val="007E0818"/>
    <w:rsid w:val="007E0F7B"/>
    <w:rsid w:val="007F5860"/>
    <w:rsid w:val="007F7FC9"/>
    <w:rsid w:val="00810CE0"/>
    <w:rsid w:val="00822160"/>
    <w:rsid w:val="00825620"/>
    <w:rsid w:val="00856DF4"/>
    <w:rsid w:val="00862A4A"/>
    <w:rsid w:val="00863B07"/>
    <w:rsid w:val="008840CC"/>
    <w:rsid w:val="008F106B"/>
    <w:rsid w:val="008F1FED"/>
    <w:rsid w:val="00930A77"/>
    <w:rsid w:val="00946EE4"/>
    <w:rsid w:val="00965C94"/>
    <w:rsid w:val="00996A53"/>
    <w:rsid w:val="009B3DDD"/>
    <w:rsid w:val="009C1894"/>
    <w:rsid w:val="00A10F84"/>
    <w:rsid w:val="00A63F78"/>
    <w:rsid w:val="00A91591"/>
    <w:rsid w:val="00AB5337"/>
    <w:rsid w:val="00AE0DE3"/>
    <w:rsid w:val="00AF0A3E"/>
    <w:rsid w:val="00B1136E"/>
    <w:rsid w:val="00B241D4"/>
    <w:rsid w:val="00B909AE"/>
    <w:rsid w:val="00B97E5D"/>
    <w:rsid w:val="00BA7596"/>
    <w:rsid w:val="00BD0C07"/>
    <w:rsid w:val="00BD5DFD"/>
    <w:rsid w:val="00BF29E4"/>
    <w:rsid w:val="00C323C1"/>
    <w:rsid w:val="00C410E8"/>
    <w:rsid w:val="00C43D20"/>
    <w:rsid w:val="00C51E70"/>
    <w:rsid w:val="00C82075"/>
    <w:rsid w:val="00C82867"/>
    <w:rsid w:val="00C877F6"/>
    <w:rsid w:val="00D02BDE"/>
    <w:rsid w:val="00D47BCF"/>
    <w:rsid w:val="00D57E8F"/>
    <w:rsid w:val="00D64724"/>
    <w:rsid w:val="00D80434"/>
    <w:rsid w:val="00D85B33"/>
    <w:rsid w:val="00D9756D"/>
    <w:rsid w:val="00DA0504"/>
    <w:rsid w:val="00DA45B9"/>
    <w:rsid w:val="00DB4F63"/>
    <w:rsid w:val="00DD7BB4"/>
    <w:rsid w:val="00DF43DD"/>
    <w:rsid w:val="00DF48ED"/>
    <w:rsid w:val="00E30FAD"/>
    <w:rsid w:val="00E315F6"/>
    <w:rsid w:val="00E35EE1"/>
    <w:rsid w:val="00E847C9"/>
    <w:rsid w:val="00E86492"/>
    <w:rsid w:val="00E90A7B"/>
    <w:rsid w:val="00EC7281"/>
    <w:rsid w:val="00ED20CE"/>
    <w:rsid w:val="00F225BE"/>
    <w:rsid w:val="00F34B58"/>
    <w:rsid w:val="00F42B6E"/>
    <w:rsid w:val="00F605F3"/>
    <w:rsid w:val="00F74495"/>
    <w:rsid w:val="00FB6077"/>
    <w:rsid w:val="00FD5C53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0558CD"/>
  <w15:chartTrackingRefBased/>
  <w15:docId w15:val="{74A543B5-EB0F-415C-9527-7E25503A6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94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qFormat/>
    <w:rsid w:val="00B97E5D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qFormat/>
    <w:rsid w:val="00B97E5D"/>
    <w:pPr>
      <w:keepNext/>
      <w:keepLines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qFormat/>
    <w:rsid w:val="00B97E5D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semiHidden/>
    <w:rsid w:val="00B97E5D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B97E5D"/>
  </w:style>
  <w:style w:type="character" w:styleId="Lienhypertexte">
    <w:name w:val="Hyperlink"/>
    <w:uiPriority w:val="99"/>
    <w:rsid w:val="00B97E5D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semiHidden/>
    <w:rsid w:val="00B97E5D"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B97E5D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rsid w:val="00B97E5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7E5D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B97E5D"/>
  </w:style>
  <w:style w:type="paragraph" w:styleId="TM2">
    <w:name w:val="toc 2"/>
    <w:basedOn w:val="Normal"/>
    <w:next w:val="Normal"/>
    <w:autoRedefine/>
    <w:uiPriority w:val="39"/>
    <w:rsid w:val="00B97E5D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B97E5D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semiHidden/>
    <w:rsid w:val="00B97E5D"/>
    <w:pPr>
      <w:ind w:left="780"/>
    </w:pPr>
  </w:style>
  <w:style w:type="paragraph" w:styleId="TM5">
    <w:name w:val="toc 5"/>
    <w:basedOn w:val="Normal"/>
    <w:next w:val="Normal"/>
    <w:autoRedefine/>
    <w:semiHidden/>
    <w:rsid w:val="00B97E5D"/>
    <w:pPr>
      <w:ind w:left="1040"/>
    </w:pPr>
  </w:style>
  <w:style w:type="paragraph" w:styleId="TM6">
    <w:name w:val="toc 6"/>
    <w:basedOn w:val="Normal"/>
    <w:next w:val="Normal"/>
    <w:autoRedefine/>
    <w:semiHidden/>
    <w:rsid w:val="00B97E5D"/>
    <w:pPr>
      <w:ind w:left="1300"/>
    </w:pPr>
  </w:style>
  <w:style w:type="paragraph" w:styleId="TM7">
    <w:name w:val="toc 7"/>
    <w:basedOn w:val="Normal"/>
    <w:next w:val="Normal"/>
    <w:autoRedefine/>
    <w:semiHidden/>
    <w:rsid w:val="00B97E5D"/>
    <w:pPr>
      <w:ind w:left="1560"/>
    </w:pPr>
  </w:style>
  <w:style w:type="paragraph" w:styleId="TM8">
    <w:name w:val="toc 8"/>
    <w:basedOn w:val="Normal"/>
    <w:next w:val="Normal"/>
    <w:autoRedefine/>
    <w:semiHidden/>
    <w:rsid w:val="00B97E5D"/>
    <w:pPr>
      <w:ind w:left="1820"/>
    </w:pPr>
  </w:style>
  <w:style w:type="paragraph" w:styleId="TM9">
    <w:name w:val="toc 9"/>
    <w:basedOn w:val="Normal"/>
    <w:next w:val="Normal"/>
    <w:autoRedefine/>
    <w:semiHidden/>
    <w:rsid w:val="00B97E5D"/>
    <w:pPr>
      <w:ind w:left="2080"/>
    </w:pPr>
  </w:style>
  <w:style w:type="character" w:styleId="Appelnotedebasdep">
    <w:name w:val="footnote reference"/>
    <w:qFormat/>
    <w:rsid w:val="00B97E5D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qFormat/>
    <w:rsid w:val="00B97E5D"/>
    <w:rPr>
      <w:szCs w:val="30"/>
    </w:rPr>
  </w:style>
  <w:style w:type="paragraph" w:customStyle="1" w:styleId="Taille-1Normal">
    <w:name w:val="Taille-1Normal"/>
    <w:basedOn w:val="Normal"/>
    <w:rsid w:val="00B97E5D"/>
    <w:rPr>
      <w:sz w:val="32"/>
      <w:szCs w:val="28"/>
    </w:rPr>
  </w:style>
  <w:style w:type="paragraph" w:customStyle="1" w:styleId="Auteur">
    <w:name w:val="Auteur"/>
    <w:basedOn w:val="Normal"/>
    <w:rsid w:val="00B97E5D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B97E5D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B97E5D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Photoauteur">
    <w:name w:val="Photo_auteur"/>
    <w:basedOn w:val="Normal"/>
    <w:rsid w:val="00B97E5D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B97E5D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B97E5D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paragraph" w:customStyle="1" w:styleId="Centr">
    <w:name w:val="Centré"/>
    <w:basedOn w:val="Normal"/>
    <w:rsid w:val="00B97E5D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B97E5D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B97E5D"/>
    <w:pPr>
      <w:keepNext/>
    </w:pPr>
  </w:style>
  <w:style w:type="paragraph" w:customStyle="1" w:styleId="NormalSautPageAvant">
    <w:name w:val="NormalSautPageAvant"/>
    <w:basedOn w:val="Normal"/>
    <w:qFormat/>
    <w:rsid w:val="00B97E5D"/>
    <w:pPr>
      <w:pageBreakBefore/>
    </w:pPr>
  </w:style>
  <w:style w:type="paragraph" w:customStyle="1" w:styleId="NormalEspAvtGrand">
    <w:name w:val="NormalEspAvtGrand"/>
    <w:basedOn w:val="Normal"/>
    <w:rsid w:val="00B97E5D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B97E5D"/>
    <w:pPr>
      <w:spacing w:before="0"/>
    </w:pPr>
  </w:style>
  <w:style w:type="paragraph" w:customStyle="1" w:styleId="CentrEspAvt0EspApr0">
    <w:name w:val="CentréEspAvt0EspApr0"/>
    <w:basedOn w:val="Centr"/>
    <w:rsid w:val="00B97E5D"/>
    <w:pPr>
      <w:spacing w:before="0" w:after="0"/>
    </w:pPr>
  </w:style>
  <w:style w:type="paragraph" w:customStyle="1" w:styleId="CentrEspApr0">
    <w:name w:val="CentréEspApr0"/>
    <w:basedOn w:val="Centr"/>
    <w:next w:val="Normal"/>
    <w:rsid w:val="00B97E5D"/>
    <w:pPr>
      <w:spacing w:after="0"/>
    </w:pPr>
  </w:style>
  <w:style w:type="paragraph" w:customStyle="1" w:styleId="Droite">
    <w:name w:val="Droite"/>
    <w:basedOn w:val="Normal"/>
    <w:next w:val="Normal"/>
    <w:rsid w:val="00B97E5D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B97E5D"/>
    <w:pPr>
      <w:ind w:left="680"/>
    </w:pPr>
  </w:style>
  <w:style w:type="paragraph" w:customStyle="1" w:styleId="DroiteRetraitGauche2X">
    <w:name w:val="DroiteRetraitGauche2X"/>
    <w:basedOn w:val="Droite"/>
    <w:next w:val="Normal"/>
    <w:rsid w:val="00B97E5D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B97E5D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B97E5D"/>
    <w:pPr>
      <w:ind w:left="2722"/>
    </w:pPr>
  </w:style>
  <w:style w:type="paragraph" w:customStyle="1" w:styleId="Taille-1RetraitGauche1X">
    <w:name w:val="Taille-1RetraitGauche1X"/>
    <w:basedOn w:val="Taille-1Normal"/>
    <w:rsid w:val="00B97E5D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B97E5D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B97E5D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B97E5D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B97E5D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B97E5D"/>
    <w:pPr>
      <w:ind w:firstLine="0"/>
    </w:pPr>
  </w:style>
  <w:style w:type="paragraph" w:customStyle="1" w:styleId="Taille-1RetraitGauche4XIndent0">
    <w:name w:val="Taille-1RetraitGauche4XIndent0"/>
    <w:basedOn w:val="Taille-1Normal"/>
    <w:rsid w:val="00B97E5D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B97E5D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B97E5D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B97E5D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B97E5D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B97E5D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B97E5D"/>
    <w:pPr>
      <w:ind w:firstLine="0"/>
    </w:pPr>
  </w:style>
  <w:style w:type="paragraph" w:customStyle="1" w:styleId="NormalRetraitGauche4XIndent0">
    <w:name w:val="NormalRetraitGauche4XIndent0"/>
    <w:basedOn w:val="Normal"/>
    <w:rsid w:val="00B97E5D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semiHidden/>
    <w:unhideWhenUsed/>
    <w:qFormat/>
    <w:rsid w:val="00B97E5D"/>
    <w:rPr>
      <w:szCs w:val="20"/>
      <w:lang w:val="x-none" w:eastAsia="x-none"/>
    </w:rPr>
  </w:style>
  <w:style w:type="character" w:customStyle="1" w:styleId="NotedefinCar1">
    <w:name w:val="Note de fin Car1"/>
    <w:uiPriority w:val="99"/>
    <w:semiHidden/>
    <w:rsid w:val="005C4D38"/>
    <w:rPr>
      <w:rFonts w:ascii="Georgia" w:hAnsi="Georgia"/>
      <w:sz w:val="28"/>
    </w:rPr>
  </w:style>
  <w:style w:type="character" w:styleId="Appeldenotedefin">
    <w:name w:val="endnote reference"/>
    <w:uiPriority w:val="99"/>
    <w:unhideWhenUsed/>
    <w:qFormat/>
    <w:rsid w:val="00B97E5D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B97E5D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B97E5D"/>
    <w:pPr>
      <w:ind w:left="1360" w:hanging="680"/>
    </w:pPr>
  </w:style>
  <w:style w:type="paragraph" w:customStyle="1" w:styleId="NormalEspAvt0EspApr0">
    <w:name w:val="NormalEspAvt0EspApr0"/>
    <w:basedOn w:val="Normal"/>
    <w:rsid w:val="00B97E5D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B97E5D"/>
    <w:pPr>
      <w:ind w:left="2041" w:hanging="680"/>
    </w:pPr>
  </w:style>
  <w:style w:type="paragraph" w:customStyle="1" w:styleId="NormalSuspendu1XRetrait3X">
    <w:name w:val="NormalSuspendu1XRetrait3X"/>
    <w:basedOn w:val="Normal"/>
    <w:rsid w:val="00B97E5D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B97E5D"/>
    <w:pPr>
      <w:ind w:left="3402" w:hanging="680"/>
    </w:pPr>
    <w:rPr>
      <w:szCs w:val="20"/>
    </w:rPr>
  </w:style>
  <w:style w:type="character" w:customStyle="1" w:styleId="Absatz-Standardschriftart">
    <w:name w:val="Absatz-Standardschriftart"/>
    <w:rsid w:val="00F225BE"/>
  </w:style>
  <w:style w:type="character" w:customStyle="1" w:styleId="WW-Absatz-Standardschriftart">
    <w:name w:val="WW-Absatz-Standardschriftart"/>
    <w:rsid w:val="00F225BE"/>
  </w:style>
  <w:style w:type="character" w:customStyle="1" w:styleId="WW-Absatz-Standardschriftart1">
    <w:name w:val="WW-Absatz-Standardschriftart1"/>
    <w:rsid w:val="00F225BE"/>
  </w:style>
  <w:style w:type="character" w:customStyle="1" w:styleId="WW-Absatz-Standardschriftart11">
    <w:name w:val="WW-Absatz-Standardschriftart11"/>
    <w:rsid w:val="00F225BE"/>
  </w:style>
  <w:style w:type="character" w:customStyle="1" w:styleId="WW-Absatz-Standardschriftart111">
    <w:name w:val="WW-Absatz-Standardschriftart111"/>
    <w:rsid w:val="00F225BE"/>
  </w:style>
  <w:style w:type="character" w:customStyle="1" w:styleId="WW-Absatz-Standardschriftart1111">
    <w:name w:val="WW-Absatz-Standardschriftart1111"/>
    <w:rsid w:val="00F225BE"/>
  </w:style>
  <w:style w:type="character" w:customStyle="1" w:styleId="Policepardfaut2">
    <w:name w:val="Police par défaut2"/>
    <w:rsid w:val="00F225BE"/>
  </w:style>
  <w:style w:type="character" w:customStyle="1" w:styleId="WW-Absatz-Standardschriftart11111">
    <w:name w:val="WW-Absatz-Standardschriftart11111"/>
    <w:rsid w:val="00F225BE"/>
  </w:style>
  <w:style w:type="character" w:customStyle="1" w:styleId="WW8Num5z0">
    <w:name w:val="WW8Num5z0"/>
    <w:rsid w:val="00F225BE"/>
    <w:rPr>
      <w:rFonts w:ascii="Symbol" w:hAnsi="Symbol"/>
    </w:rPr>
  </w:style>
  <w:style w:type="character" w:customStyle="1" w:styleId="WW8Num6z0">
    <w:name w:val="WW8Num6z0"/>
    <w:rsid w:val="00F225BE"/>
    <w:rPr>
      <w:rFonts w:ascii="Symbol" w:hAnsi="Symbol"/>
    </w:rPr>
  </w:style>
  <w:style w:type="character" w:customStyle="1" w:styleId="WW8Num7z0">
    <w:name w:val="WW8Num7z0"/>
    <w:rsid w:val="00F225BE"/>
    <w:rPr>
      <w:rFonts w:ascii="Symbol" w:hAnsi="Symbol"/>
    </w:rPr>
  </w:style>
  <w:style w:type="character" w:customStyle="1" w:styleId="WW8Num8z0">
    <w:name w:val="WW8Num8z0"/>
    <w:rsid w:val="00F225BE"/>
    <w:rPr>
      <w:rFonts w:ascii="Symbol" w:hAnsi="Symbol"/>
    </w:rPr>
  </w:style>
  <w:style w:type="character" w:customStyle="1" w:styleId="WW8Num10z0">
    <w:name w:val="WW8Num10z0"/>
    <w:rsid w:val="00F225BE"/>
    <w:rPr>
      <w:rFonts w:ascii="Symbol" w:hAnsi="Symbol"/>
    </w:rPr>
  </w:style>
  <w:style w:type="character" w:customStyle="1" w:styleId="WW8Num11z0">
    <w:name w:val="WW8Num11z0"/>
    <w:rsid w:val="00F225BE"/>
    <w:rPr>
      <w:rFonts w:ascii="Symbol" w:hAnsi="Symbol"/>
      <w:sz w:val="20"/>
    </w:rPr>
  </w:style>
  <w:style w:type="character" w:customStyle="1" w:styleId="WW8Num11z1">
    <w:name w:val="WW8Num11z1"/>
    <w:rsid w:val="00F225BE"/>
    <w:rPr>
      <w:rFonts w:ascii="Courier New" w:hAnsi="Courier New"/>
      <w:sz w:val="20"/>
    </w:rPr>
  </w:style>
  <w:style w:type="character" w:customStyle="1" w:styleId="WW8Num11z2">
    <w:name w:val="WW8Num11z2"/>
    <w:rsid w:val="00F225BE"/>
    <w:rPr>
      <w:rFonts w:ascii="Wingdings" w:hAnsi="Wingdings"/>
      <w:sz w:val="20"/>
    </w:rPr>
  </w:style>
  <w:style w:type="character" w:customStyle="1" w:styleId="WW8Num12z0">
    <w:name w:val="WW8Num12z0"/>
    <w:rsid w:val="00F225BE"/>
    <w:rPr>
      <w:rFonts w:ascii="Symbol" w:hAnsi="Symbol"/>
      <w:sz w:val="20"/>
    </w:rPr>
  </w:style>
  <w:style w:type="character" w:customStyle="1" w:styleId="WW8Num12z1">
    <w:name w:val="WW8Num12z1"/>
    <w:rsid w:val="00F225BE"/>
    <w:rPr>
      <w:rFonts w:ascii="Courier New" w:hAnsi="Courier New"/>
      <w:sz w:val="20"/>
    </w:rPr>
  </w:style>
  <w:style w:type="character" w:customStyle="1" w:styleId="WW8Num12z2">
    <w:name w:val="WW8Num12z2"/>
    <w:rsid w:val="00F225BE"/>
    <w:rPr>
      <w:rFonts w:ascii="Wingdings" w:hAnsi="Wingdings"/>
      <w:sz w:val="20"/>
    </w:rPr>
  </w:style>
  <w:style w:type="character" w:customStyle="1" w:styleId="WW8Num13z0">
    <w:name w:val="WW8Num13z0"/>
    <w:rsid w:val="00F225BE"/>
    <w:rPr>
      <w:rFonts w:ascii="Symbol" w:hAnsi="Symbol"/>
      <w:sz w:val="20"/>
    </w:rPr>
  </w:style>
  <w:style w:type="character" w:customStyle="1" w:styleId="WW8Num13z1">
    <w:name w:val="WW8Num13z1"/>
    <w:rsid w:val="00F225BE"/>
    <w:rPr>
      <w:rFonts w:ascii="Courier New" w:hAnsi="Courier New"/>
      <w:sz w:val="20"/>
    </w:rPr>
  </w:style>
  <w:style w:type="character" w:customStyle="1" w:styleId="WW8Num13z2">
    <w:name w:val="WW8Num13z2"/>
    <w:rsid w:val="00F225BE"/>
    <w:rPr>
      <w:rFonts w:ascii="Wingdings" w:hAnsi="Wingdings"/>
      <w:sz w:val="20"/>
    </w:rPr>
  </w:style>
  <w:style w:type="character" w:customStyle="1" w:styleId="WW8Num14z0">
    <w:name w:val="WW8Num14z0"/>
    <w:rsid w:val="00F225BE"/>
    <w:rPr>
      <w:rFonts w:ascii="Symbol" w:hAnsi="Symbol"/>
      <w:sz w:val="20"/>
    </w:rPr>
  </w:style>
  <w:style w:type="character" w:customStyle="1" w:styleId="WW8Num14z1">
    <w:name w:val="WW8Num14z1"/>
    <w:rsid w:val="00F225BE"/>
    <w:rPr>
      <w:rFonts w:ascii="Courier New" w:hAnsi="Courier New"/>
      <w:sz w:val="20"/>
    </w:rPr>
  </w:style>
  <w:style w:type="character" w:customStyle="1" w:styleId="WW8Num14z2">
    <w:name w:val="WW8Num14z2"/>
    <w:rsid w:val="00F225BE"/>
    <w:rPr>
      <w:rFonts w:ascii="Wingdings" w:hAnsi="Wingdings"/>
      <w:sz w:val="20"/>
    </w:rPr>
  </w:style>
  <w:style w:type="character" w:customStyle="1" w:styleId="Policepardfaut1">
    <w:name w:val="Police par défaut1"/>
    <w:rsid w:val="00F225BE"/>
  </w:style>
  <w:style w:type="character" w:customStyle="1" w:styleId="Caractresdenotedebasdepage">
    <w:name w:val="Caractères de note de bas de page"/>
    <w:rsid w:val="00F225BE"/>
    <w:rPr>
      <w:rFonts w:ascii="Georgia" w:hAnsi="Georgia"/>
      <w:b/>
      <w:sz w:val="32"/>
      <w:vertAlign w:val="superscript"/>
    </w:rPr>
  </w:style>
  <w:style w:type="character" w:customStyle="1" w:styleId="NotedefinCar">
    <w:name w:val="Note de fin Car"/>
    <w:link w:val="Notedefin"/>
    <w:uiPriority w:val="99"/>
    <w:semiHidden/>
    <w:rsid w:val="00B97E5D"/>
    <w:rPr>
      <w:rFonts w:ascii="Amasis30" w:hAnsi="Amasis30"/>
      <w:sz w:val="32"/>
      <w:lang w:val="x-none" w:eastAsia="x-none"/>
    </w:rPr>
  </w:style>
  <w:style w:type="character" w:customStyle="1" w:styleId="Caractresdenotedefin">
    <w:name w:val="Caractères de note de fin"/>
    <w:rsid w:val="00F225BE"/>
    <w:rPr>
      <w:rFonts w:ascii="Georgia" w:hAnsi="Georgia"/>
      <w:b/>
      <w:sz w:val="32"/>
      <w:vertAlign w:val="superscript"/>
    </w:rPr>
  </w:style>
  <w:style w:type="paragraph" w:customStyle="1" w:styleId="Titre20">
    <w:name w:val="Titre2"/>
    <w:basedOn w:val="Normal"/>
    <w:next w:val="Corpsdetexte"/>
    <w:rsid w:val="00F225BE"/>
    <w:pPr>
      <w:keepNext/>
      <w:spacing w:after="120"/>
    </w:pPr>
    <w:rPr>
      <w:rFonts w:eastAsia="Lucida Sans Unicode" w:cs="Mangal"/>
      <w:sz w:val="38"/>
      <w:szCs w:val="28"/>
    </w:rPr>
  </w:style>
  <w:style w:type="paragraph" w:styleId="Corpsdetexte">
    <w:name w:val="Body Text"/>
    <w:basedOn w:val="Normal"/>
    <w:rsid w:val="00F225BE"/>
    <w:pPr>
      <w:spacing w:before="0" w:after="120"/>
    </w:pPr>
  </w:style>
  <w:style w:type="paragraph" w:styleId="Liste">
    <w:name w:val="List"/>
    <w:basedOn w:val="Corpsdetexte"/>
    <w:rsid w:val="00F225BE"/>
    <w:rPr>
      <w:rFonts w:cs="Mangal"/>
      <w:sz w:val="24"/>
    </w:rPr>
  </w:style>
  <w:style w:type="paragraph" w:customStyle="1" w:styleId="Lgende2">
    <w:name w:val="Légende2"/>
    <w:basedOn w:val="Normal"/>
    <w:rsid w:val="00F225B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Normal"/>
    <w:rsid w:val="00F225BE"/>
    <w:pPr>
      <w:suppressLineNumbers/>
    </w:pPr>
    <w:rPr>
      <w:rFonts w:cs="Mangal"/>
      <w:sz w:val="24"/>
    </w:rPr>
  </w:style>
  <w:style w:type="paragraph" w:customStyle="1" w:styleId="Titre10">
    <w:name w:val="Titre1"/>
    <w:basedOn w:val="Normal"/>
    <w:next w:val="Corpsdetexte"/>
    <w:rsid w:val="00F225BE"/>
    <w:pPr>
      <w:keepNext/>
      <w:spacing w:after="120"/>
    </w:pPr>
    <w:rPr>
      <w:rFonts w:eastAsia="Lucida Sans Unicode" w:cs="Mangal"/>
      <w:sz w:val="38"/>
      <w:szCs w:val="28"/>
    </w:rPr>
  </w:style>
  <w:style w:type="paragraph" w:customStyle="1" w:styleId="Lgende1">
    <w:name w:val="Légende1"/>
    <w:basedOn w:val="Normal"/>
    <w:rsid w:val="00F225B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Explorateurdedocuments1">
    <w:name w:val="Explorateur de documents1"/>
    <w:basedOn w:val="Normal"/>
    <w:rsid w:val="00F225BE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225BE"/>
    <w:pPr>
      <w:spacing w:before="280" w:after="280"/>
      <w:ind w:firstLine="0"/>
      <w:jc w:val="left"/>
    </w:pPr>
    <w:rPr>
      <w:rFonts w:ascii="Times New Roman" w:hAnsi="Times New Roman"/>
      <w:sz w:val="24"/>
    </w:rPr>
  </w:style>
  <w:style w:type="character" w:styleId="Marquedecommentaire">
    <w:name w:val="annotation reference"/>
    <w:basedOn w:val="Policepardfaut"/>
    <w:semiHidden/>
    <w:rsid w:val="00F225BE"/>
    <w:rPr>
      <w:sz w:val="16"/>
      <w:szCs w:val="16"/>
    </w:rPr>
  </w:style>
  <w:style w:type="paragraph" w:styleId="Commentaire">
    <w:name w:val="annotation text"/>
    <w:basedOn w:val="Normal"/>
    <w:semiHidden/>
    <w:rsid w:val="00F225BE"/>
    <w:rPr>
      <w:sz w:val="20"/>
      <w:szCs w:val="20"/>
    </w:rPr>
  </w:style>
  <w:style w:type="paragraph" w:styleId="Textedebulles">
    <w:name w:val="Balloon Text"/>
    <w:basedOn w:val="Normal"/>
    <w:semiHidden/>
    <w:rsid w:val="00F225BE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B97E5D"/>
    <w:rPr>
      <w:rFonts w:ascii="Georgia" w:hAnsi="Georgia"/>
      <w:sz w:val="32"/>
      <w:szCs w:val="24"/>
    </w:rPr>
  </w:style>
  <w:style w:type="character" w:customStyle="1" w:styleId="Taille-1Caracteres">
    <w:name w:val="Taille-1Caracteres"/>
    <w:qFormat/>
    <w:rsid w:val="00B97E5D"/>
    <w:rPr>
      <w:sz w:val="32"/>
      <w:szCs w:val="20"/>
    </w:rPr>
  </w:style>
  <w:style w:type="paragraph" w:customStyle="1" w:styleId="Etoile">
    <w:name w:val="Etoile"/>
    <w:basedOn w:val="Normal"/>
    <w:qFormat/>
    <w:rsid w:val="00B97E5D"/>
    <w:pPr>
      <w:ind w:firstLine="0"/>
      <w:jc w:val="center"/>
    </w:pPr>
    <w:rPr>
      <w:b/>
      <w:sz w:val="40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B97E5D"/>
    <w:pPr>
      <w:spacing w:before="0" w:after="0"/>
      <w:ind w:left="1360" w:hanging="680"/>
    </w:pPr>
  </w:style>
  <w:style w:type="character" w:styleId="Mentionnonrsolue">
    <w:name w:val="Unresolved Mention"/>
    <w:uiPriority w:val="99"/>
    <w:semiHidden/>
    <w:unhideWhenUsed/>
    <w:rsid w:val="00B97E5D"/>
    <w:rPr>
      <w:color w:val="605E5C"/>
      <w:shd w:val="clear" w:color="auto" w:fill="E1DFDD"/>
    </w:rPr>
  </w:style>
  <w:style w:type="paragraph" w:customStyle="1" w:styleId="Taille-1Suspendu1XRetrait2XEsp0">
    <w:name w:val="Taille-1Suspendu1XRetrait2XEsp0"/>
    <w:basedOn w:val="Taille-1RetraitGauche2X"/>
    <w:qFormat/>
    <w:rsid w:val="00B97E5D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B97E5D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B97E5D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B97E5D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B97E5D"/>
  </w:style>
  <w:style w:type="paragraph" w:customStyle="1" w:styleId="ParagrapheVideNormal2">
    <w:name w:val="ParagrapheVideNormal2"/>
    <w:basedOn w:val="ParagrapheVideNormal"/>
    <w:next w:val="Normal"/>
    <w:qFormat/>
    <w:rsid w:val="00B97E5D"/>
  </w:style>
  <w:style w:type="paragraph" w:customStyle="1" w:styleId="Image">
    <w:name w:val="Image"/>
    <w:basedOn w:val="Centr"/>
    <w:next w:val="Normal"/>
    <w:qFormat/>
    <w:rsid w:val="00B97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s://www.ebooksgratuits.com/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yperlink" Target="https://groups.google.com/g/ebooksgratuit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C0C0C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20</TotalTime>
  <Pages>1</Pages>
  <Words>55504</Words>
  <Characters>305274</Characters>
  <Application>Microsoft Office Word</Application>
  <DocSecurity>0</DocSecurity>
  <Lines>2543</Lines>
  <Paragraphs>720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SUZANNE ET LE PACIFIQUE</vt:lpstr>
    </vt:vector>
  </TitlesOfParts>
  <Company>Ebooks libres et gratuits</Company>
  <LinksUpToDate>false</LinksUpToDate>
  <CharactersWithSpaces>360058</CharactersWithSpaces>
  <SharedDoc>false</SharedDoc>
  <HLinks>
    <vt:vector size="78" baseType="variant">
      <vt:variant>
        <vt:i4>2293820</vt:i4>
      </vt:variant>
      <vt:variant>
        <vt:i4>72</vt:i4>
      </vt:variant>
      <vt:variant>
        <vt:i4>0</vt:i4>
      </vt:variant>
      <vt:variant>
        <vt:i4>5</vt:i4>
      </vt:variant>
      <vt:variant>
        <vt:lpwstr>http://www.ebooksgratuits.com/</vt:lpwstr>
      </vt:variant>
      <vt:variant>
        <vt:lpwstr/>
      </vt:variant>
      <vt:variant>
        <vt:i4>7929972</vt:i4>
      </vt:variant>
      <vt:variant>
        <vt:i4>69</vt:i4>
      </vt:variant>
      <vt:variant>
        <vt:i4>0</vt:i4>
      </vt:variant>
      <vt:variant>
        <vt:i4>5</vt:i4>
      </vt:variant>
      <vt:variant>
        <vt:lpwstr>http://fr.groups.yahoo.com/group/ebooksgratuits</vt:lpwstr>
      </vt:variant>
      <vt:variant>
        <vt:lpwstr/>
      </vt:variant>
      <vt:variant>
        <vt:i4>2031671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_Toc290657008</vt:lpwstr>
      </vt:variant>
      <vt:variant>
        <vt:i4>2031671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_Toc290657007</vt:lpwstr>
      </vt:variant>
      <vt:variant>
        <vt:i4>2031671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_Toc290657006</vt:lpwstr>
      </vt:variant>
      <vt:variant>
        <vt:i4>2031671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_Toc290657005</vt:lpwstr>
      </vt:variant>
      <vt:variant>
        <vt:i4>2031671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_Toc290657004</vt:lpwstr>
      </vt:variant>
      <vt:variant>
        <vt:i4>2031671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_Toc290657003</vt:lpwstr>
      </vt:variant>
      <vt:variant>
        <vt:i4>2031671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_Toc290657002</vt:lpwstr>
      </vt:variant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_Toc290657001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_Toc290657000</vt:lpwstr>
      </vt:variant>
      <vt:variant>
        <vt:i4>1507390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_Toc290656999</vt:lpwstr>
      </vt:variant>
      <vt:variant>
        <vt:i4>1507390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_Toc290656998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Suzanne et le Pacifique</dc:title>
  <dc:subject>Romans</dc:subject>
  <dc:creator>Jean Giraudoux</dc:creator>
  <cp:keywords/>
  <dc:description>La jeune Suzanne, 18 ans, née à Bellac, gagne un voyage autour du monde. Son bateau fait naufrage. Robinson Crusoé au féminin, elle se retrouve sur une île déserte du Pacifique. Elle y survit dans une nature généreuse. Elle arrive à gagner d'autres îles à la nage, dont une où se tiennent les dieux. Ce roman, d'une veine poétique, célèbre la nature comme une condition du bonheur de la vie humaine. (Wikipedia)</dc:description>
  <cp:lastModifiedBy>Cool Micro</cp:lastModifiedBy>
  <cp:revision>11</cp:revision>
  <cp:lastPrinted>2025-06-30T16:43:00Z</cp:lastPrinted>
  <dcterms:created xsi:type="dcterms:W3CDTF">2025-06-30T16:28:00Z</dcterms:created>
  <dcterms:modified xsi:type="dcterms:W3CDTF">2025-06-30T16:44:00Z</dcterms:modified>
  <cp:category>Romans</cp:category>
</cp:coreProperties>
</file>